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C94" w:rsidRDefault="008A241F" w:rsidP="008A241F">
      <w:pPr>
        <w:pStyle w:val="Heading1Center"/>
        <w:rPr>
          <w:rtl/>
          <w:lang w:bidi="ar-IQ"/>
        </w:rPr>
      </w:pPr>
      <w:bookmarkStart w:id="0" w:name="_Toc398986454"/>
      <w:bookmarkStart w:id="1" w:name="_Toc398986485"/>
      <w:r w:rsidRPr="008A241F">
        <w:rPr>
          <w:rtl/>
          <w:lang w:bidi="ar-IQ"/>
        </w:rPr>
        <w:t>حوار مع صديقي الشيعي</w:t>
      </w:r>
      <w:bookmarkEnd w:id="0"/>
      <w:bookmarkEnd w:id="1"/>
    </w:p>
    <w:p w:rsidR="008A241F" w:rsidRDefault="008A241F" w:rsidP="008A241F">
      <w:pPr>
        <w:pStyle w:val="Heading1Center"/>
        <w:rPr>
          <w:rtl/>
          <w:lang w:bidi="ar-IQ"/>
        </w:rPr>
      </w:pPr>
    </w:p>
    <w:p w:rsidR="008A241F" w:rsidRDefault="008A241F" w:rsidP="008A241F">
      <w:pPr>
        <w:pStyle w:val="Heading1Center"/>
        <w:rPr>
          <w:rtl/>
          <w:lang w:bidi="ar-IQ"/>
        </w:rPr>
      </w:pPr>
    </w:p>
    <w:p w:rsidR="008A241F" w:rsidRDefault="008A241F" w:rsidP="008A241F">
      <w:pPr>
        <w:pStyle w:val="Heading1Center"/>
        <w:rPr>
          <w:rtl/>
          <w:lang w:bidi="ar-IQ"/>
        </w:rPr>
      </w:pPr>
    </w:p>
    <w:p w:rsidR="008A241F" w:rsidRDefault="008A241F" w:rsidP="008A241F">
      <w:pPr>
        <w:pStyle w:val="libCenterBold2"/>
        <w:rPr>
          <w:rtl/>
          <w:lang w:bidi="ar-IQ"/>
        </w:rPr>
      </w:pPr>
      <w:r w:rsidRPr="008A241F">
        <w:rPr>
          <w:rtl/>
          <w:lang w:bidi="ar-IQ"/>
        </w:rPr>
        <w:t>المؤلف: الهاشمي بن علي</w:t>
      </w:r>
    </w:p>
    <w:p w:rsidR="008A241F" w:rsidRDefault="008A241F" w:rsidP="008A241F">
      <w:pPr>
        <w:pStyle w:val="libNormal"/>
        <w:rPr>
          <w:rtl/>
          <w:lang w:bidi="ar-IQ"/>
        </w:rPr>
      </w:pPr>
    </w:p>
    <w:p w:rsidR="008A241F" w:rsidRPr="008A241F" w:rsidRDefault="008A241F" w:rsidP="008A241F">
      <w:pPr>
        <w:pStyle w:val="libNormal"/>
        <w:rPr>
          <w:lang w:bidi="ar-IQ"/>
        </w:rPr>
      </w:pPr>
    </w:p>
    <w:p w:rsidR="008C4947" w:rsidRDefault="008C4947" w:rsidP="00B0205B">
      <w:pPr>
        <w:pStyle w:val="libCenter"/>
        <w:rPr>
          <w:rtl/>
          <w:lang w:bidi="ar-IQ"/>
        </w:rPr>
      </w:pPr>
      <w:r>
        <w:rPr>
          <w:rtl/>
          <w:lang w:bidi="ar-IQ"/>
        </w:rPr>
        <w:br w:type="page"/>
      </w:r>
      <w:r w:rsidRPr="000B0DDE">
        <w:rPr>
          <w:rtl/>
          <w:lang w:bidi="ar-IQ"/>
        </w:rPr>
        <w:lastRenderedPageBreak/>
        <w:br w:type="page"/>
      </w:r>
      <w:r w:rsidR="00EA3C94">
        <w:rPr>
          <w:rFonts w:hint="cs"/>
          <w:rtl/>
          <w:lang w:bidi="ar-IQ"/>
        </w:rPr>
        <w:lastRenderedPageBreak/>
        <w:t xml:space="preserve">  </w:t>
      </w:r>
    </w:p>
    <w:p w:rsidR="008C4947" w:rsidRDefault="008C4947" w:rsidP="0048017F">
      <w:pPr>
        <w:pStyle w:val="libCenterBold1"/>
        <w:jc w:val="both"/>
        <w:rPr>
          <w:rtl/>
        </w:rPr>
      </w:pPr>
      <w:r>
        <w:rPr>
          <w:rtl/>
        </w:rPr>
        <w:br w:type="page"/>
      </w:r>
    </w:p>
    <w:p w:rsidR="008C4947" w:rsidRDefault="008C4947" w:rsidP="00F122A7">
      <w:pPr>
        <w:pStyle w:val="libCenterBold1"/>
        <w:rPr>
          <w:rtl/>
          <w:lang w:bidi="ar-IQ"/>
        </w:rPr>
      </w:pPr>
    </w:p>
    <w:p w:rsidR="008C4947" w:rsidRDefault="008C4947" w:rsidP="00F122A7">
      <w:pPr>
        <w:pStyle w:val="libCenterBold1"/>
        <w:rPr>
          <w:rtl/>
          <w:lang w:bidi="ar-IQ"/>
        </w:rPr>
      </w:pPr>
      <w:r>
        <w:rPr>
          <w:rFonts w:hint="cs"/>
          <w:rtl/>
          <w:lang w:bidi="ar-IQ"/>
        </w:rPr>
        <w:t>بسم الله الرحمن الرحيم</w:t>
      </w:r>
    </w:p>
    <w:p w:rsidR="008C4947" w:rsidRDefault="008C4947" w:rsidP="008C4947">
      <w:pPr>
        <w:pStyle w:val="Heading2"/>
        <w:rPr>
          <w:rtl/>
        </w:rPr>
      </w:pPr>
      <w:bookmarkStart w:id="2" w:name="_Toc365111432"/>
      <w:bookmarkStart w:id="3" w:name="_Toc398986455"/>
      <w:bookmarkStart w:id="4" w:name="_Toc398986486"/>
      <w:r>
        <w:rPr>
          <w:rtl/>
        </w:rPr>
        <w:t>مقدّمة المركز :</w:t>
      </w:r>
      <w:bookmarkEnd w:id="2"/>
      <w:bookmarkEnd w:id="3"/>
      <w:bookmarkEnd w:id="4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إنّ الحوار يعتبر من أهمّ العوامل المؤدّية إلى توسيع آفاق الرؤية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وإثراء الرصيد المعرفي بالمعلومات الجديدة ، وتخطّي الحواجز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الموجودة بين الّذين يختلفون معاً في الرأي ، لأن فيه يكتسب كلّ من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طرفي الحوارـعن طريق تبادل الرأي وتلاقح الفكرـالرؤية الواضحة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عن فكر الآخر ، فيؤدّي ذلك إلى التفاهم والتقارب الفكري بين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الطرفين ، يشعر كل منهما بأن الآخر يساعده للوصول إلى الصورة </w:t>
      </w:r>
      <w:r w:rsidR="00EA3C94">
        <w:rPr>
          <w:rFonts w:hint="cs"/>
          <w:rtl/>
        </w:rPr>
        <w:t xml:space="preserve"> </w:t>
      </w:r>
      <w:r>
        <w:rPr>
          <w:rtl/>
        </w:rPr>
        <w:t>الكاملة عن الحقيقة.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والسبب في ذلك هو أن كلّ إنسان يشاهد الواقع من زاوية معيّنة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فلهذا قد يرى الإنسان حين رؤيته الحقائق ما لا يراه الآخر ، وفي الحوار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تتوجّه الجهود ويتمّ التعاون بين الطرفين ، ليُرى كل منهما صاحبه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الواقع من زاوية أخرى ، ويقوم كل منهماـعلى قدر وسعهـبتصحيح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أفكار المقابل ، وتعديل صورته الذهنية عن الحقيقة ، وإزالة ما قد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التبس عنده من مفاهيم ، وبهذا تكتمل صورة الحقيقة عند الطرفين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ويشعر كل منهما أنه قريب من الآخر ، نتيجة التعاون الذي أجروه معاً </w:t>
      </w:r>
      <w:r w:rsidR="00EA3C94">
        <w:rPr>
          <w:rFonts w:hint="cs"/>
          <w:rtl/>
        </w:rPr>
        <w:t xml:space="preserve"> </w:t>
      </w:r>
      <w:r>
        <w:rPr>
          <w:rtl/>
        </w:rPr>
        <w:t>لاكتساب الشمولية في الرؤية.</w:t>
      </w:r>
    </w:p>
    <w:p w:rsidR="008C4947" w:rsidRPr="00F122A7" w:rsidRDefault="008C4947" w:rsidP="00B0205B">
      <w:pPr>
        <w:pStyle w:val="libNormal0"/>
        <w:rPr>
          <w:rStyle w:val="libPoemTiniChar0"/>
          <w:rtl/>
        </w:rPr>
      </w:pPr>
      <w:r>
        <w:rPr>
          <w:rtl/>
        </w:rPr>
        <w:t xml:space="preserve">وكما لا يخفى على أحد إنّ التشيع لاقىـعلى مرّ العصورـأشدّ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المعاناة والمحن من قبل الخصوم ومن قبل السلطات الجائرة التي </w:t>
      </w:r>
      <w:r w:rsidR="00EA3C94">
        <w:rPr>
          <w:rFonts w:hint="cs"/>
          <w:rtl/>
        </w:rPr>
        <w:t xml:space="preserve"> 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كانت مهيمنة على زمام الحكم ، وجرّاء ذلك لم يسمع صوته إلاّ القليل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وبالعكس فان مدرسة الخلفاءـالتي ساندتها القوى الحاكمةـكانت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تعمل بكلّ حرّية في نشر أفكارها ، ودحض أفكار من خالفها في الرأي </w:t>
      </w:r>
      <w:r w:rsidR="00EA3C94">
        <w:rPr>
          <w:rFonts w:hint="cs"/>
          <w:rtl/>
        </w:rPr>
        <w:t xml:space="preserve"> </w:t>
      </w:r>
      <w:r>
        <w:rPr>
          <w:rtl/>
        </w:rPr>
        <w:t>بكل ما أُوتيت من قوّة.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ولكن بعد أن كثر الدعاة إلى حرية الفكر وبعد ارتقاء تقنية وسائل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الإعلام ، فقدت القوى الحاكمة قدرتهاـنسبةً ماـعلى تعتيم الحقائق </w:t>
      </w:r>
      <w:r w:rsidR="00EA3C94">
        <w:rPr>
          <w:rFonts w:hint="cs"/>
          <w:rtl/>
        </w:rPr>
        <w:t xml:space="preserve"> </w:t>
      </w:r>
      <w:r>
        <w:rPr>
          <w:rtl/>
        </w:rPr>
        <w:t>وحصر الناس في دوائر ضيقة.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فاستطاع الشيعة أن يعرّفوا الناس بأفكارهم ومبادئهم التي تلقوها </w:t>
      </w:r>
      <w:r w:rsidR="00EA3C94">
        <w:rPr>
          <w:rFonts w:hint="cs"/>
          <w:rtl/>
        </w:rPr>
        <w:t xml:space="preserve"> </w:t>
      </w:r>
      <w:r>
        <w:rPr>
          <w:rtl/>
        </w:rPr>
        <w:t>من مدرسة أهل البيت</w:t>
      </w:r>
      <w:r w:rsidRPr="00B0205B">
        <w:rPr>
          <w:rStyle w:val="libAlaemChar"/>
          <w:rtl/>
        </w:rPr>
        <w:t>عليهم‌السلام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ومن هذا المنطلق انكشفت الحقائق لكثير من الناس ، فاعتنق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الكثير مذهب التشيع ، وتصدّوا بعد ذلك إلى حمل اعباء الدعوة لهذا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المذهب في أوساط مجتمعاتهم ، وكان الحوار أبرز السبل التي اتخذها </w:t>
      </w:r>
      <w:r w:rsidR="00EA3C94">
        <w:rPr>
          <w:rFonts w:hint="cs"/>
          <w:rtl/>
        </w:rPr>
        <w:t xml:space="preserve"> </w:t>
      </w:r>
      <w:r>
        <w:rPr>
          <w:rtl/>
        </w:rPr>
        <w:t>هؤلاء لتبين الحقائق للآخرين.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وهذا الكتاب« حوار مع صديقي الشيعي » هو واحد من تلك </w:t>
      </w:r>
      <w:r w:rsidR="00EA3C94">
        <w:rPr>
          <w:rFonts w:hint="cs"/>
          <w:rtl/>
        </w:rPr>
        <w:t xml:space="preserve"> </w:t>
      </w:r>
      <w:r>
        <w:rPr>
          <w:rtl/>
        </w:rPr>
        <w:t>الحوارات الكثيرة اتخذها اتباع مذهب أهل البيت</w:t>
      </w:r>
      <w:r w:rsidRPr="00B0205B">
        <w:rPr>
          <w:rStyle w:val="libAlaemChar"/>
          <w:rtl/>
        </w:rPr>
        <w:t>عليهم‌السلام</w:t>
      </w:r>
      <w:r>
        <w:rPr>
          <w:rtl/>
        </w:rPr>
        <w:t xml:space="preserve">وسيلة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ليعرّفوا من خلالها أهل السنة على الحقائق التي من حقهم أن يحيطوا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بها ، لأننا في زمان قد آن فيه أن يتحرّر الجميع من التعتيم الذي فُرض </w:t>
      </w:r>
      <w:r w:rsidR="00EA3C94">
        <w:rPr>
          <w:rFonts w:hint="cs"/>
          <w:rtl/>
        </w:rPr>
        <w:t xml:space="preserve"> </w:t>
      </w:r>
      <w:r>
        <w:rPr>
          <w:rtl/>
        </w:rPr>
        <w:t>عليهم في العصور السابقة.</w:t>
      </w:r>
    </w:p>
    <w:p w:rsidR="008C4947" w:rsidRDefault="008C4947" w:rsidP="004233AE">
      <w:pPr>
        <w:pStyle w:val="libNormal"/>
        <w:rPr>
          <w:rtl/>
        </w:rPr>
      </w:pPr>
    </w:p>
    <w:tbl>
      <w:tblPr>
        <w:bidiVisual/>
        <w:tblW w:w="5000" w:type="pct"/>
        <w:tblLook w:val="04A0"/>
      </w:tblPr>
      <w:tblGrid>
        <w:gridCol w:w="4552"/>
        <w:gridCol w:w="3035"/>
      </w:tblGrid>
      <w:tr w:rsidR="008C4947" w:rsidTr="001D5101">
        <w:tc>
          <w:tcPr>
            <w:tcW w:w="3000" w:type="pct"/>
            <w:shd w:val="clear" w:color="auto" w:fill="auto"/>
          </w:tcPr>
          <w:p w:rsidR="008C4947" w:rsidRPr="004A1847" w:rsidRDefault="008C4947" w:rsidP="001D5101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8C4947" w:rsidRDefault="008C4947" w:rsidP="00F122A7">
            <w:pPr>
              <w:pStyle w:val="libCenterBold2"/>
              <w:rPr>
                <w:rtl/>
              </w:rPr>
            </w:pPr>
            <w:r>
              <w:rPr>
                <w:rtl/>
              </w:rPr>
              <w:t>مركز الأبحاث العقائدية</w:t>
            </w:r>
          </w:p>
          <w:p w:rsidR="008C4947" w:rsidRDefault="008C4947" w:rsidP="00F122A7">
            <w:pPr>
              <w:pStyle w:val="libCenterBold2"/>
              <w:rPr>
                <w:rtl/>
              </w:rPr>
            </w:pPr>
            <w:r>
              <w:rPr>
                <w:rtl/>
              </w:rPr>
              <w:t>فارس الحسّون</w:t>
            </w:r>
          </w:p>
        </w:tc>
      </w:tr>
    </w:tbl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bookmarkStart w:id="5" w:name="_Toc365111433"/>
      <w:r w:rsidR="00EA3C94">
        <w:rPr>
          <w:rFonts w:hint="cs"/>
          <w:rtl/>
        </w:rPr>
        <w:lastRenderedPageBreak/>
        <w:t xml:space="preserve">  </w:t>
      </w:r>
    </w:p>
    <w:p w:rsidR="008C4947" w:rsidRPr="004A1847" w:rsidRDefault="008C4947" w:rsidP="00B0205B">
      <w:pPr>
        <w:pStyle w:val="libBold1"/>
        <w:rPr>
          <w:rtl/>
        </w:rPr>
      </w:pPr>
      <w:r w:rsidRPr="004A1847">
        <w:rPr>
          <w:rtl/>
        </w:rPr>
        <w:t>إهداء :</w:t>
      </w:r>
      <w:bookmarkEnd w:id="5"/>
    </w:p>
    <w:p w:rsidR="008C4947" w:rsidRDefault="008C4947" w:rsidP="00F122A7">
      <w:pPr>
        <w:pStyle w:val="libVar"/>
        <w:rPr>
          <w:rtl/>
        </w:rPr>
      </w:pPr>
      <w:r>
        <w:rPr>
          <w:rtl/>
        </w:rPr>
        <w:t>إلى فتاة قريش الأولى...</w:t>
      </w:r>
    </w:p>
    <w:p w:rsidR="008C4947" w:rsidRDefault="008C4947" w:rsidP="00F122A7">
      <w:pPr>
        <w:pStyle w:val="libVar0"/>
        <w:rPr>
          <w:rtl/>
        </w:rPr>
      </w:pPr>
      <w:r>
        <w:rPr>
          <w:rtl/>
        </w:rPr>
        <w:t>إلى التي اختارها الله تعالى وعاءاً لأفضل خلقه وسيّد رسله</w:t>
      </w:r>
    </w:p>
    <w:p w:rsidR="008C4947" w:rsidRDefault="008C4947" w:rsidP="00F122A7">
      <w:pPr>
        <w:pStyle w:val="libVar"/>
        <w:rPr>
          <w:rtl/>
        </w:rPr>
      </w:pPr>
      <w:r>
        <w:rPr>
          <w:rtl/>
        </w:rPr>
        <w:t>إلى من رُميت بالشّرك ظلما وعُدوانا...</w:t>
      </w:r>
    </w:p>
    <w:p w:rsidR="008C4947" w:rsidRDefault="008C4947" w:rsidP="00F122A7">
      <w:pPr>
        <w:pStyle w:val="libVar0"/>
        <w:rPr>
          <w:rtl/>
        </w:rPr>
      </w:pPr>
      <w:r>
        <w:rPr>
          <w:rtl/>
        </w:rPr>
        <w:t>إلى أول إنسان فتح عليه رسول الله عينيه</w:t>
      </w:r>
    </w:p>
    <w:p w:rsidR="008C4947" w:rsidRDefault="008C4947" w:rsidP="00F122A7">
      <w:pPr>
        <w:pStyle w:val="libVar"/>
        <w:rPr>
          <w:rtl/>
        </w:rPr>
      </w:pPr>
      <w:r>
        <w:rPr>
          <w:rtl/>
        </w:rPr>
        <w:t>إلى آمنة بنت وهب</w:t>
      </w:r>
    </w:p>
    <w:p w:rsidR="008C4947" w:rsidRDefault="008C4947" w:rsidP="00F122A7">
      <w:pPr>
        <w:pStyle w:val="libVar0"/>
        <w:rPr>
          <w:rtl/>
        </w:rPr>
      </w:pPr>
      <w:r>
        <w:rPr>
          <w:rtl/>
        </w:rPr>
        <w:t>إلى سيف الله المسلول...</w:t>
      </w:r>
    </w:p>
    <w:p w:rsidR="008C4947" w:rsidRDefault="008C4947" w:rsidP="00F122A7">
      <w:pPr>
        <w:pStyle w:val="libVar"/>
        <w:rPr>
          <w:rtl/>
        </w:rPr>
      </w:pPr>
      <w:r>
        <w:rPr>
          <w:rtl/>
        </w:rPr>
        <w:t>إلى الجنديّ المجهول...</w:t>
      </w:r>
    </w:p>
    <w:p w:rsidR="008C4947" w:rsidRDefault="008C4947" w:rsidP="00F122A7">
      <w:pPr>
        <w:pStyle w:val="libVar0"/>
        <w:rPr>
          <w:rtl/>
        </w:rPr>
      </w:pPr>
      <w:r>
        <w:rPr>
          <w:rtl/>
        </w:rPr>
        <w:t>إلى من مات واقفاً وفي يمينه</w:t>
      </w:r>
      <w:r>
        <w:rPr>
          <w:rFonts w:hint="cs"/>
          <w:rtl/>
        </w:rPr>
        <w:t>«</w:t>
      </w:r>
      <w:r>
        <w:rPr>
          <w:rtl/>
        </w:rPr>
        <w:t>سيف وكتاب</w:t>
      </w:r>
      <w:r>
        <w:rPr>
          <w:rFonts w:hint="cs"/>
          <w:rtl/>
        </w:rPr>
        <w:t>»</w:t>
      </w:r>
    </w:p>
    <w:p w:rsidR="008C4947" w:rsidRDefault="008C4947" w:rsidP="00F122A7">
      <w:pPr>
        <w:pStyle w:val="libVar"/>
        <w:rPr>
          <w:rtl/>
        </w:rPr>
      </w:pPr>
      <w:r>
        <w:rPr>
          <w:rtl/>
        </w:rPr>
        <w:t>إلى مالك بن الحارث الأشتر النخعي</w:t>
      </w:r>
    </w:p>
    <w:p w:rsidR="008C4947" w:rsidRDefault="008C4947" w:rsidP="00F122A7">
      <w:pPr>
        <w:pStyle w:val="libVar0"/>
        <w:rPr>
          <w:rtl/>
        </w:rPr>
      </w:pPr>
      <w:r>
        <w:rPr>
          <w:rtl/>
        </w:rPr>
        <w:t>أهدي كتابي هذا</w:t>
      </w:r>
    </w:p>
    <w:p w:rsidR="008C4947" w:rsidRDefault="008C4947" w:rsidP="00F122A7">
      <w:pPr>
        <w:pStyle w:val="libCenter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 w:rsidR="00EA3C94">
        <w:rPr>
          <w:rFonts w:hint="cs"/>
          <w:rtl/>
        </w:rPr>
        <w:lastRenderedPageBreak/>
        <w:t xml:space="preserve">   </w:t>
      </w:r>
    </w:p>
    <w:p w:rsidR="008C4947" w:rsidRDefault="008C4947" w:rsidP="00F122A7">
      <w:pPr>
        <w:pStyle w:val="libCenterBold1"/>
        <w:rPr>
          <w:rtl/>
        </w:rPr>
      </w:pPr>
      <w:r>
        <w:rPr>
          <w:rFonts w:hint="cs"/>
          <w:rtl/>
        </w:rPr>
        <w:t>بسم الله الرحمن الرحيم</w:t>
      </w:r>
    </w:p>
    <w:p w:rsidR="008C4947" w:rsidRDefault="008C4947" w:rsidP="008C4947">
      <w:pPr>
        <w:pStyle w:val="Heading2"/>
        <w:rPr>
          <w:rtl/>
        </w:rPr>
      </w:pPr>
      <w:bookmarkStart w:id="6" w:name="_Toc365111434"/>
      <w:bookmarkStart w:id="7" w:name="_Toc398986456"/>
      <w:bookmarkStart w:id="8" w:name="_Toc398986487"/>
      <w:r>
        <w:rPr>
          <w:rtl/>
        </w:rPr>
        <w:t>مقدمة المؤلف :</w:t>
      </w:r>
      <w:bookmarkEnd w:id="6"/>
      <w:bookmarkEnd w:id="7"/>
      <w:bookmarkEnd w:id="8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هذا الكتاب : هو خلاصة لنقاشات وحوارات دارت بيني وبين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أحد الأصدقاء الشيعة في مدينتي« قابس » ، وقد خضت مع </w:t>
      </w:r>
      <w:r w:rsidR="00EA3C94">
        <w:rPr>
          <w:rFonts w:hint="cs"/>
          <w:rtl/>
        </w:rPr>
        <w:t xml:space="preserve"> </w:t>
      </w:r>
      <w:r>
        <w:rPr>
          <w:rtl/>
        </w:rPr>
        <w:t>صديقي هذا حول عقائد أو أشهر عقائد الشيعة ال</w:t>
      </w:r>
      <w:r>
        <w:rPr>
          <w:rFonts w:hint="cs"/>
          <w:rtl/>
        </w:rPr>
        <w:t>ا</w:t>
      </w:r>
      <w:r>
        <w:rPr>
          <w:rtl/>
        </w:rPr>
        <w:t>ثني عشرية.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وأدعو القارئ الكريم أن يخوض معنا في هذه الحوارات من </w:t>
      </w:r>
      <w:r w:rsidR="00EA3C94">
        <w:rPr>
          <w:rFonts w:hint="cs"/>
          <w:rtl/>
        </w:rPr>
        <w:t xml:space="preserve"> </w:t>
      </w:r>
      <w:r>
        <w:rPr>
          <w:rtl/>
        </w:rPr>
        <w:t>جانبه وأترك له الخروج بالنتائج.</w:t>
      </w:r>
    </w:p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9" w:name="_Toc365111435"/>
      <w:r w:rsidR="00EA3C94">
        <w:rPr>
          <w:rFonts w:hint="cs"/>
          <w:rtl/>
        </w:rPr>
        <w:lastRenderedPageBreak/>
        <w:t xml:space="preserve">  </w:t>
      </w:r>
    </w:p>
    <w:p w:rsidR="008C4947" w:rsidRDefault="008C4947" w:rsidP="008C4947">
      <w:pPr>
        <w:pStyle w:val="Heading2"/>
        <w:rPr>
          <w:rtl/>
        </w:rPr>
      </w:pPr>
      <w:bookmarkStart w:id="10" w:name="_Toc398986457"/>
      <w:bookmarkStart w:id="11" w:name="_Toc398986488"/>
      <w:r>
        <w:rPr>
          <w:rtl/>
        </w:rPr>
        <w:t>البِداية :</w:t>
      </w:r>
      <w:bookmarkEnd w:id="9"/>
      <w:bookmarkEnd w:id="10"/>
      <w:bookmarkEnd w:id="11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ما زلت أذكر تلك اللّيالي الشتويّة الطويلة التي كنت أقضيها طائرا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بخيالي وأنا ابن ستّ سنين مستمعاً بشوق لأساطير طالما سردتها علينا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عجائز ونساء من أقربائي. كانت أساطير عن الغول والقزم والعفاريت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والشجعان ، وكانت تلكم الأساطير أهمّ وسائل الترفيه وقضاء الوقت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خاصّة في تلك اللّيالي الشتوية الطويلة ، تحت نور المصباح الزيتي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الخافت وقرب موقد الجمر الذي كان يدفىء لنا غرفة السهر في بيت عمّي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حيث كانت كؤوس الشاي تدار على الحاضرين والجمع منصت للراوية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الذي كانت حكاياته تبدو بلا نهاية ، ولربّما كان يزيد فيها من خياله وذوقه </w:t>
      </w:r>
      <w:r w:rsidR="00EA3C94">
        <w:rPr>
          <w:rFonts w:hint="cs"/>
          <w:rtl/>
        </w:rPr>
        <w:t xml:space="preserve"> </w:t>
      </w:r>
      <w:r>
        <w:rPr>
          <w:rtl/>
        </w:rPr>
        <w:t>الشيء الكثير.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كنت وقد وهبني الله تعالى حافظة قويّة لا أنسى كلمة واحدة من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تلك الأساطير والحكايات العجيبة ، ولطالما تمنّيت بشوق وانتظرت على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أحرّ من الجمر قدوم عجوز معروفة بأساطيرها لزيارة بيت عمّي والمبيت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عندنا حتّى تسرد لنا ممّا في ذاكرتها من حكايات. ولقد كنت أتوسّل إلى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العجائز من أرحامي أن تحكي لنا قصّة كانت قد احتفظت بها في ذاكرتها </w:t>
      </w:r>
      <w:r w:rsidR="00EA3C94">
        <w:rPr>
          <w:rFonts w:hint="cs"/>
          <w:rtl/>
        </w:rPr>
        <w:t xml:space="preserve"> </w:t>
      </w:r>
      <w:r>
        <w:rPr>
          <w:rtl/>
        </w:rPr>
        <w:t>منذ عهد صباها.</w:t>
      </w:r>
    </w:p>
    <w:p w:rsidR="008C4947" w:rsidRPr="00F122A7" w:rsidRDefault="008C4947" w:rsidP="004233AE">
      <w:pPr>
        <w:pStyle w:val="libNormal"/>
        <w:rPr>
          <w:rStyle w:val="libPoemTiniChar0"/>
          <w:rtl/>
        </w:rPr>
      </w:pPr>
      <w:r>
        <w:rPr>
          <w:rtl/>
        </w:rPr>
        <w:t xml:space="preserve">كانت أياماً حلوة حقّاً ، فبعد العودة من المدرسة ، وبعد ممارسة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بعض الأعمال الزراعيّة وتفقّد الأغنام ، نعود إلى البيت عندما يبدأ الظلام </w:t>
      </w:r>
      <w:r w:rsidR="00EA3C94">
        <w:rPr>
          <w:rFonts w:hint="cs"/>
          <w:rtl/>
        </w:rPr>
        <w:t xml:space="preserve"> 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يلفّ القرية ، حيث يختفي قرص الشمس الأحمر الكبير وراء الجبالـ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ولطالما تمنّيت أن أقف على إحداها حتّى أطّلع على الشمس وهي مختبئة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وراء قريتنا حتّى يحين فجر اليوم اللاّحق كما كنت أظنّـوينشر الغروب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رداءه الأحمر فالأسود على قريتنا الوادعة ، فلا تعود تسمع إلاّ نباح </w:t>
      </w:r>
      <w:r w:rsidR="00EA3C94">
        <w:rPr>
          <w:rFonts w:hint="cs"/>
          <w:rtl/>
        </w:rPr>
        <w:t xml:space="preserve"> </w:t>
      </w:r>
      <w:r>
        <w:rPr>
          <w:rtl/>
        </w:rPr>
        <w:t>الكلاب وأزيز خفافيش اللّيل.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ثلاث سنوات قضيتها في عالم خيالي مملؤة بالبساطة والصفاء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خرجت بعدها من ذلك العالم الأسطوري إلى جوّ المدينة الصاخب ، حيث </w:t>
      </w:r>
      <w:r w:rsidR="00EA3C94">
        <w:rPr>
          <w:rFonts w:hint="cs"/>
          <w:rtl/>
        </w:rPr>
        <w:t xml:space="preserve"> </w:t>
      </w:r>
      <w:r>
        <w:rPr>
          <w:rtl/>
        </w:rPr>
        <w:t>يصبح الإنسان أكثر وعياً بالزمن وأكثر اهتماماً بعقارب الساعة.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لقد افتقدت في جوّ المدينةـالجديد عليّـدجاجات وكتاكيت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زوجة عمّي ، وافتقدت حمارنا الصابر على الأعمال الشاقة والقانع برزقه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الخشن وعيشه الجشب ، كما افتقدت تلك الحقول التي كنت أرتع وأمرح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فيها. نعم ، افتقدت كلّ ذلك الجوّ ما خلا شيئاً واحداً ، وهي تلك القصص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الممتعة التي بقيت محفورة في ذهني ، تلك القصص التي كانت سبباً </w:t>
      </w:r>
      <w:r w:rsidR="00EA3C94">
        <w:rPr>
          <w:rFonts w:hint="cs"/>
          <w:rtl/>
        </w:rPr>
        <w:t xml:space="preserve"> </w:t>
      </w:r>
      <w:r>
        <w:rPr>
          <w:rtl/>
        </w:rPr>
        <w:t>وأساساً لتبدّل حياتي لاحقاً رأساً على عقب.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دخلت المدينة وسرعان ما خبا ذلك الشوق الذي كنت أحمله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تجاهها ، حيث كنت أمنّي النفس بحياة ممتعة لا تفارقها البهجة لكثرة ما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في المدينة من أضواء وسينماوات وشوارع وحركة دائمة. خبى ذلك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الشوق إلى المدينة منذ وصولي إليها وعادت تلك الأماني عنها سراباً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ووهماً كبيراً ، ثمّ عاد لي شوقي وحنيني إلى قريتنا الوادعة المنسيّة والتي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تبدو وكأنّها خارج الزمن ، لكني كنت أغتنم تلك الفرص القليلة التي تتوفر </w:t>
      </w:r>
      <w:r w:rsidR="00EA3C94">
        <w:rPr>
          <w:rFonts w:hint="cs"/>
          <w:rtl/>
        </w:rPr>
        <w:t xml:space="preserve"> </w:t>
      </w:r>
      <w:r>
        <w:rPr>
          <w:rtl/>
        </w:rPr>
        <w:t>لي لزيارتها والوقوف على أطلال ذكرياتي بها.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لقد فقدت من تلك القرية كلّ شيء إلاّ شيئاً واحداً رافقني منها إلى </w:t>
      </w:r>
      <w:r w:rsidR="00EA3C94">
        <w:rPr>
          <w:rFonts w:hint="cs"/>
          <w:rtl/>
        </w:rPr>
        <w:t xml:space="preserve"> </w:t>
      </w:r>
      <w:r>
        <w:rPr>
          <w:rtl/>
        </w:rPr>
        <w:t>المدينة ، كان ذلك الشيء حبّي وولعي بالأساطير والقصص الخياليّة.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لكن من لي بهذه المدينة« العاقلة » الرماديّة ليحكي لي تلك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الأساطير؟! إنّ عجائز المدينة واعيات أكثر من اللاّزم ، وقد لا تتوفر لهنّ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الفرصة لسرد أقاصيص سمعنها في طفولتهنّ ، ففي بيوت أبنائهن وبناتهنّ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الكلّ منشغل ، فالكبار يتابعون الأخبار على موجات الراديو المحليّة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والعالميّة ، والأطفال أغنتهم قصص الصور المتحركة عن الإنجذاب إلى </w:t>
      </w:r>
      <w:r w:rsidR="00EA3C94">
        <w:rPr>
          <w:rFonts w:hint="cs"/>
          <w:rtl/>
        </w:rPr>
        <w:t xml:space="preserve"> </w:t>
      </w:r>
      <w:r>
        <w:rPr>
          <w:rtl/>
        </w:rPr>
        <w:t>حكايات غير مرئيّة.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ولطالما أغاظتني حكايات رفاقي الأطفال في مدرستنا عن ذلك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المسلسل أو تلك المسرحيّة التلفزيونيّة وأبطالها ، حيث كنت أسمع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أحاديثهم والأسف يعتصرني لأنه لم يكن عندنا بالبيت جهاز تلفزيون ، </w:t>
      </w:r>
      <w:r w:rsidR="00EA3C94">
        <w:rPr>
          <w:rFonts w:hint="cs"/>
          <w:rtl/>
        </w:rPr>
        <w:t xml:space="preserve"> </w:t>
      </w:r>
      <w:r>
        <w:rPr>
          <w:rtl/>
        </w:rPr>
        <w:t>لكن عزائي الوحيد كان في القصص.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نعم ، لئن كنت فاقداً في بيئتي الجديدة للأساطير القروية وفاقداً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لجهاز تلفزيون في المدينة ، فقد اتجهت رغبتي وانصبّ شوقي إلى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المطالعة التي كان معلّمونا يشجعوننا عليها ويوفرونها لنا مجّاناً في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المدرسة ، وكنت أرى في تلك الأقاصيص الطفولية امتداداً لعالم الأساطير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وتعويضاً عنها ، حيث كانت تلك القصص مطرّزة بأغلفة مزيّنة وجذابة ، </w:t>
      </w:r>
      <w:r w:rsidR="00EA3C94">
        <w:rPr>
          <w:rFonts w:hint="cs"/>
          <w:rtl/>
        </w:rPr>
        <w:t xml:space="preserve"> </w:t>
      </w:r>
      <w:r>
        <w:rPr>
          <w:rtl/>
        </w:rPr>
        <w:t>وكذلك الحال مابين صفحاتها.</w:t>
      </w:r>
    </w:p>
    <w:p w:rsidR="008C4947" w:rsidRPr="00F122A7" w:rsidRDefault="008C4947" w:rsidP="004233AE">
      <w:pPr>
        <w:pStyle w:val="libNormal"/>
        <w:rPr>
          <w:rStyle w:val="libPoemTiniChar0"/>
          <w:rtl/>
        </w:rPr>
      </w:pPr>
      <w:r>
        <w:rPr>
          <w:rtl/>
        </w:rPr>
        <w:t xml:space="preserve">كم كنت نهما في مطالعتها ، ربّما لأنّها كانت تحيلني إلى جنّتي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المفقودةـقريتناـحيث كانت أحداث تلكم القصص تدور حول الذئب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المغرور ، وقصة حياة حبّة قمح ، أو لربّما كانت تحكي عن جحا </w:t>
      </w:r>
      <w:r w:rsidR="00EA3C94">
        <w:rPr>
          <w:rFonts w:hint="cs"/>
          <w:rtl/>
        </w:rPr>
        <w:t xml:space="preserve"> 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ومغامراته.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كان المعلّمون يرغّبوننا بالمطالعة لتقوية زادنا في العربيّة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والفرنسيّة ، وكان إعطاؤنا القصص يتجاوز المنحى الترفيهي إلى المنحى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التعليمي ، حيث كنّا نُسأل عن مضمون القصّة ونُكلَّف كذلك بتلخيصهاوما </w:t>
      </w:r>
      <w:r w:rsidR="00EA3C94">
        <w:rPr>
          <w:rFonts w:hint="cs"/>
          <w:rtl/>
        </w:rPr>
        <w:t xml:space="preserve"> </w:t>
      </w:r>
      <w:r>
        <w:rPr>
          <w:rtl/>
        </w:rPr>
        <w:t>كان أيسره من عمل!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بعد الفراغ من القصّة نعيدها ثانية ونقوم بتبادل قصصنا مع بعضنا </w:t>
      </w:r>
      <w:r w:rsidR="00EA3C94">
        <w:rPr>
          <w:rFonts w:hint="cs"/>
          <w:rtl/>
        </w:rPr>
        <w:t xml:space="preserve"> </w:t>
      </w:r>
      <w:r>
        <w:rPr>
          <w:rtl/>
        </w:rPr>
        <w:t>البعض وهكذا.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مع مرور الزمان بدأت أقرأ بشغف قصصاً أكبر حجماً وأعمق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مضموناً ، كحكايات الألغاز البوليسيّة ، وقصص الأدب العربي ككليلة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ودمنة وحي بن يقظان ، وقصص الظرفاء والسندباد البحري وألف ليلة </w:t>
      </w:r>
      <w:r w:rsidR="00EA3C94">
        <w:rPr>
          <w:rFonts w:hint="cs"/>
          <w:rtl/>
        </w:rPr>
        <w:t xml:space="preserve"> </w:t>
      </w:r>
      <w:r>
        <w:rPr>
          <w:rtl/>
        </w:rPr>
        <w:t>وليلة وغيرها.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لكن مع دخولي مرحلة المراهقة بدأ وضعي الجديد يفرض عليّ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الابتعاد عن القصص الملوّنة الجميلة ، حيث صارت تمثّل لي مرحلة من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العمر بدأت في مفارقتها ، ولم تعد تلكم القصص تروي غليلي ، إذ أنّها من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ناحية كمّها كانت تبدو صغيرة جدّاً ومن ناحية كيفها بدأ الجوّ الدراسي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العام يشعرنا بأننا كبرنا عليها وينبغي الاتجاه إلى تلخيص وتحليل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روايات وآثار معاصرة لأدباء معاصرين. وفي الواقع كنت أشعر بالضجر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من هؤلاء الكتاب الذين يضمّنون رواياتهم وقصصهم بُعداً رمزيّاً أو بعداً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واقعيّاًـبما في الواقع من رماديّةـخالياً من تلك المسحة الشعريّة التي </w:t>
      </w:r>
      <w:r w:rsidR="00EA3C94">
        <w:rPr>
          <w:rFonts w:hint="cs"/>
          <w:rtl/>
        </w:rPr>
        <w:t xml:space="preserve"> </w:t>
      </w:r>
      <w:r>
        <w:rPr>
          <w:rtl/>
        </w:rPr>
        <w:t>كنت أتوق إليها دائماً.</w:t>
      </w:r>
    </w:p>
    <w:p w:rsidR="008C4947" w:rsidRPr="00F122A7" w:rsidRDefault="008C4947" w:rsidP="004233AE">
      <w:pPr>
        <w:pStyle w:val="libNormal"/>
        <w:rPr>
          <w:rStyle w:val="libPoemTiniChar0"/>
          <w:rtl/>
        </w:rPr>
      </w:pPr>
      <w:r>
        <w:rPr>
          <w:rtl/>
        </w:rPr>
        <w:t xml:space="preserve">روايات كنتُ وما زلت أعتبرها فارغة فراغ فؤاد أم موسى ، تتحدث </w:t>
      </w:r>
      <w:r w:rsidR="00EA3C94">
        <w:rPr>
          <w:rFonts w:hint="cs"/>
          <w:rtl/>
        </w:rPr>
        <w:t xml:space="preserve"> 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عن« ابن الحارة » وعن علاقته« بالسنيورة » وهيامه بها ، أو روايات تحكي </w:t>
      </w:r>
      <w:r w:rsidR="00EA3C94">
        <w:rPr>
          <w:rFonts w:hint="cs"/>
          <w:rtl/>
        </w:rPr>
        <w:t xml:space="preserve"> </w:t>
      </w:r>
      <w:r>
        <w:rPr>
          <w:rtl/>
        </w:rPr>
        <w:t>عن حياة قاض في الأرياف وغيرها.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لكن سرعان ما استعضت عن هذه الروايات بشيء أكثر بريقاً وأكثر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إمتاعاً ، حيث وجدت في التاريخ ضالتي المنشودة التي تحقق لي حاجتي </w:t>
      </w:r>
      <w:r w:rsidR="00EA3C94">
        <w:rPr>
          <w:rFonts w:hint="cs"/>
          <w:rtl/>
        </w:rPr>
        <w:t xml:space="preserve"> </w:t>
      </w:r>
      <w:r>
        <w:rPr>
          <w:rtl/>
        </w:rPr>
        <w:t>إلى التّسلية والتحليق في فضاء أرحب وأوسع.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وكما هو الحال في أغلب المناهج الدراسية للدول ، يُبدأ بتدريس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فترة ماقبل التاريخ وانسان ما قبل التاريخ ، ثم يُبدأ بتدريس تاريخ البلاد </w:t>
      </w:r>
      <w:r w:rsidR="00EA3C94">
        <w:rPr>
          <w:rFonts w:hint="cs"/>
          <w:rtl/>
        </w:rPr>
        <w:t xml:space="preserve"> </w:t>
      </w:r>
      <w:r>
        <w:rPr>
          <w:rtl/>
        </w:rPr>
        <w:t>القديم والأوسط والحديث.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وهكذا كان ، فبعد تعريف علم التاريخ وفائدته ، ولَجْنا إلى عصر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الإنسان البدائي ، ثمّ تدرّجنا في تاريخ تونس القديم وأهم الحضارات </w:t>
      </w:r>
      <w:r w:rsidR="00EA3C94">
        <w:rPr>
          <w:rFonts w:hint="cs"/>
          <w:rtl/>
        </w:rPr>
        <w:t xml:space="preserve"> </w:t>
      </w:r>
      <w:r>
        <w:rPr>
          <w:rtl/>
        </w:rPr>
        <w:t>التي مرّت عليها من فينيقيين وبربر وروم غربيين وبيزنطيين وعرب.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لقد وجدت ضالتي المنشودة في مطالعة التاريخ ، فقد فتحت لي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آفاقاً شاسعة وصُنع لي من قصة الحضارة شريطاً حلواً بأبطاله وأحداثه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التي بدورها فتحت لي مجالات أخرى للتحليل وربط« الخيوط » ببعضها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البعض ، بل زاد حبّي للتاريخ من شوقي للتعرّف على تاريخ بقيّة البلدان </w:t>
      </w:r>
      <w:r w:rsidR="00EA3C94">
        <w:rPr>
          <w:rFonts w:hint="cs"/>
          <w:rtl/>
        </w:rPr>
        <w:t xml:space="preserve"> </w:t>
      </w:r>
      <w:r>
        <w:rPr>
          <w:rtl/>
        </w:rPr>
        <w:t>العربيّة والإسلاميّة.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وهكذا يبدو الأمر طبيعيّا جدّا ، أليس لكلّ واحد منّا ولعٌ وشغف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بشيء ما؟! فهناك المُولع بالجغرافيا وهناك المولع بالشعر وهناك الشغوف </w:t>
      </w:r>
      <w:r w:rsidR="00EA3C94">
        <w:rPr>
          <w:rFonts w:hint="cs"/>
          <w:rtl/>
        </w:rPr>
        <w:t xml:space="preserve"> </w:t>
      </w:r>
      <w:r>
        <w:rPr>
          <w:rtl/>
        </w:rPr>
        <w:t>بالموسيقى أو الرياضة...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لكن شغفي أنا بالتاريخ فتح عيني على حقيقة عظمى وغيّر من </w:t>
      </w:r>
      <w:r w:rsidR="00EA3C94">
        <w:rPr>
          <w:rFonts w:hint="cs"/>
          <w:rtl/>
        </w:rPr>
        <w:t xml:space="preserve"> </w:t>
      </w:r>
      <w:r>
        <w:rPr>
          <w:rtl/>
        </w:rPr>
        <w:t>حياتي الشيء الكثير!!</w:t>
      </w:r>
    </w:p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12" w:name="_Toc365111436"/>
      <w:r w:rsidR="00EA3C94">
        <w:rPr>
          <w:rFonts w:hint="cs"/>
          <w:rtl/>
        </w:rPr>
        <w:lastRenderedPageBreak/>
        <w:t xml:space="preserve">  </w:t>
      </w:r>
    </w:p>
    <w:p w:rsidR="008C4947" w:rsidRDefault="008C4947" w:rsidP="008C4947">
      <w:pPr>
        <w:pStyle w:val="Heading2"/>
        <w:rPr>
          <w:rtl/>
        </w:rPr>
      </w:pPr>
      <w:bookmarkStart w:id="13" w:name="_Toc398986458"/>
      <w:bookmarkStart w:id="14" w:name="_Toc398986489"/>
      <w:r>
        <w:rPr>
          <w:rtl/>
        </w:rPr>
        <w:t>صلاة الجمعة الأولى :</w:t>
      </w:r>
      <w:bookmarkEnd w:id="12"/>
      <w:bookmarkEnd w:id="13"/>
      <w:bookmarkEnd w:id="14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كنت أتطلّع إلى سقف المسجد الخشبي وإلى المراوح الكهربائيّة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المثبتة فيه لتلطيف جوّ المسجد المكتظّ بالمصلّين في صفوف متناسقة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كنت منشغلاً عن إمام الجمعة وهو يعتلي المنبر الخشبي الجميل ذو </w:t>
      </w:r>
      <w:r w:rsidR="00EA3C94">
        <w:rPr>
          <w:rFonts w:hint="cs"/>
          <w:rtl/>
        </w:rPr>
        <w:t xml:space="preserve"> </w:t>
      </w:r>
      <w:r>
        <w:rPr>
          <w:rtl/>
        </w:rPr>
        <w:t>الدرجات ، وهو ممسك بعصى طويلة بيده اليمنى.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كانت تلك أول صلاة جمعة أحضرها وأنا صبيّ مع والدي الذي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ألححتُ عليه لكي يأخذني معه إلى هذا التجمّع الأسبوعي الهائل ، كان كلّ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شيء جديد بالنسبة لي ، فهذا ستار خشبي متشابك يرتفع بطول قامة الفرد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يفصل مابيننا وبين المكان المخصّص للنساء ، وجرارُ الماء الصغيرة المنتشرة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على طول صفوف المصلّين أمام صواري المسجد العديدة وكان يملأها كلّ </w:t>
      </w:r>
      <w:r w:rsidR="00EA3C94">
        <w:rPr>
          <w:rFonts w:hint="cs"/>
          <w:rtl/>
        </w:rPr>
        <w:t xml:space="preserve"> </w:t>
      </w:r>
      <w:r>
        <w:rPr>
          <w:rtl/>
        </w:rPr>
        <w:t>أسبوع رجل كهل في أواخر العقد الخامس من عمره طلباً للثواب.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أنهى الإمام خطبتيه ونزل عن المنبر فارتفع الأذان ثلاث مرات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متتالية تمهيداً لصلاة الجمعة التي صلّيناها ، ثمّ أردفناها بصلاة العصر بعد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استراحة قصيرة قام فيها بعض خدام المسجد بجمع المال لتوسعة الجامع </w:t>
      </w:r>
      <w:r w:rsidR="00EA3C94">
        <w:rPr>
          <w:rFonts w:hint="cs"/>
          <w:rtl/>
        </w:rPr>
        <w:t xml:space="preserve"> </w:t>
      </w:r>
      <w:r>
        <w:rPr>
          <w:rtl/>
        </w:rPr>
        <w:t>الكبير</w:t>
      </w:r>
      <w:r w:rsidRPr="00F122A7">
        <w:rPr>
          <w:rStyle w:val="libFootnotenumChar"/>
          <w:rtl/>
        </w:rPr>
        <w:t>(1)</w:t>
      </w:r>
      <w:r>
        <w:rPr>
          <w:rtl/>
        </w:rPr>
        <w:t>.</w:t>
      </w:r>
    </w:p>
    <w:p w:rsidR="008C4947" w:rsidRPr="00B626AE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الجامع الكبير تمييزاً له عن بقيّة المساجد العديدة التي لا تقام فيها جمعة وهو عادة أقدم </w:t>
      </w:r>
      <w:r w:rsidR="00EA3C94">
        <w:rPr>
          <w:rFonts w:hint="cs"/>
          <w:rtl/>
        </w:rPr>
        <w:t xml:space="preserve"> </w:t>
      </w:r>
      <w:r>
        <w:rPr>
          <w:rtl/>
        </w:rPr>
        <w:t>وأشهر المساجد في كل مدن تونس.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خرجت من المسجد بعد إنهاء الصلاة وكنت ملازماً لأبي لكثرة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المصلّين ، ففوجئت بجموع المتسوّلين وهم يتبارون في عرض عيوبهم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وعوزهم ، فهذا أعمى وذاك أعرج وأخرى أرملة وهذا الولد يتيم... ، كانت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تلك الجمعة الأولى ، تلتها جمعات... وإذا بي أنشد إلى تلك الأجواء </w:t>
      </w:r>
      <w:r w:rsidR="00EA3C94">
        <w:rPr>
          <w:rFonts w:hint="cs"/>
          <w:rtl/>
        </w:rPr>
        <w:t xml:space="preserve"> </w:t>
      </w:r>
      <w:r>
        <w:rPr>
          <w:rtl/>
        </w:rPr>
        <w:t>الروحية العالية.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عالم جديد ألِجُه بكلّ شوق وحبّ واستطلاع ، إلى أن صارت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حياتي كلّها مسجداً ، فما كانت تفوتني من الصلوات اليومية في ذلك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المسجد إلاّ صلاة الصبح حيث كان المانع منها صغر سنّي فما كان يسمح لي </w:t>
      </w:r>
      <w:r w:rsidR="00EA3C94">
        <w:rPr>
          <w:rFonts w:hint="cs"/>
          <w:rtl/>
        </w:rPr>
        <w:t xml:space="preserve"> </w:t>
      </w:r>
      <w:r>
        <w:rPr>
          <w:rtl/>
        </w:rPr>
        <w:t>بالخروج في تلك الساعة المبكّرة.</w:t>
      </w:r>
    </w:p>
    <w:p w:rsidR="006C1B4D" w:rsidRDefault="008C4947" w:rsidP="006C1B4D">
      <w:pPr>
        <w:pStyle w:val="libNormal"/>
        <w:rPr>
          <w:rtl/>
        </w:rPr>
      </w:pPr>
      <w:r>
        <w:rPr>
          <w:rtl/>
        </w:rPr>
        <w:t xml:space="preserve">كانت تُقام في مسجدنا في الحيّ العتيق من المدينة دروس يلقيها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علينا بعض المشايخ كنت أحضرها أحياناً ، وكان يشدني فيها تلك </w:t>
      </w:r>
      <w:r w:rsidR="00EA3C94">
        <w:rPr>
          <w:rFonts w:hint="cs"/>
          <w:rtl/>
        </w:rPr>
        <w:t xml:space="preserve"> </w:t>
      </w:r>
      <w:r>
        <w:rPr>
          <w:rtl/>
        </w:rPr>
        <w:t>الحكايات عن الرسول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وسيرته وإخلاص الصحابة وتفانيهم في </w:t>
      </w:r>
      <w:r w:rsidR="00EA3C94">
        <w:rPr>
          <w:rFonts w:hint="cs"/>
          <w:rtl/>
        </w:rPr>
        <w:t xml:space="preserve"> </w:t>
      </w:r>
      <w:r>
        <w:rPr>
          <w:rtl/>
        </w:rPr>
        <w:t>خدمة الله ورسوله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وتسابقهم على التبرّك بفضلة وضوءه وبصاقه </w:t>
      </w:r>
      <w:r w:rsidR="00EA3C94">
        <w:rPr>
          <w:rFonts w:hint="cs"/>
          <w:rtl/>
        </w:rPr>
        <w:t xml:space="preserve"> </w:t>
      </w:r>
      <w:r>
        <w:rPr>
          <w:rtl/>
        </w:rPr>
        <w:t>الشريف ، وكان الحديث يدور أحياناً حول قصص الأنبياء والرسل</w:t>
      </w:r>
      <w:r w:rsidRPr="00B0205B">
        <w:rPr>
          <w:rStyle w:val="libAlaemChar"/>
          <w:rtl/>
        </w:rPr>
        <w:t>عليهم‌السلام</w:t>
      </w:r>
      <w:r w:rsidR="00EA3C94">
        <w:rPr>
          <w:rFonts w:hint="cs"/>
          <w:rtl/>
        </w:rPr>
        <w:t xml:space="preserve"> </w:t>
      </w:r>
      <w:r>
        <w:rPr>
          <w:rtl/>
        </w:rPr>
        <w:t>وماجرى لهم مع قومهم من محن وشدائد.</w:t>
      </w:r>
    </w:p>
    <w:p w:rsidR="006C1B4D" w:rsidRDefault="008C4947" w:rsidP="006C1B4D">
      <w:pPr>
        <w:pStyle w:val="libNormal"/>
        <w:rPr>
          <w:rtl/>
        </w:rPr>
      </w:pPr>
      <w:r>
        <w:rPr>
          <w:rtl/>
        </w:rPr>
        <w:t xml:space="preserve">كنت بمجرّد سماع هذه القصص أحفظها من ألفها إلى ياءها وأعود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لأحكيها لأهلي وأرحامي وأصدقائي ، فتارة أحدّثهم عن جود أبي بكر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الصدّيق ، وأخرى عن الفاروق وشدّته في ذات الله ، ومرّة أحدّثهم عن </w:t>
      </w:r>
      <w:r w:rsidR="00EA3C94">
        <w:rPr>
          <w:rFonts w:hint="cs"/>
          <w:rtl/>
        </w:rPr>
        <w:t xml:space="preserve"> </w:t>
      </w:r>
      <w:r>
        <w:rPr>
          <w:rtl/>
        </w:rPr>
        <w:t>إنفاق عثمان ذي النورين ، وثانية عن الصحابي المنافق ثعلبة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الذي </w:t>
      </w:r>
      <w:r>
        <w:rPr>
          <w:rFonts w:hint="cs"/>
          <w:rtl/>
        </w:rPr>
        <w:t xml:space="preserve">كان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هو ثعلبة بن حاطب الأنصاري.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من فرط حبّه لله ولرسوله لا تفوته صلاة في مسجد رسول الله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حتّى </w:t>
      </w:r>
      <w:r w:rsidR="00EA3C94">
        <w:rPr>
          <w:rFonts w:hint="cs"/>
          <w:rtl/>
        </w:rPr>
        <w:t xml:space="preserve"> </w:t>
      </w:r>
      <w:r>
        <w:rPr>
          <w:rtl/>
        </w:rPr>
        <w:t>سُمّي بحمامة المسجد وكيف أنّه صار من مانعي الزكاة</w:t>
      </w:r>
      <w:r w:rsidRPr="00F122A7">
        <w:rPr>
          <w:rStyle w:val="libFootnotenumChar"/>
          <w:rtl/>
        </w:rPr>
        <w:t>(1)</w:t>
      </w:r>
      <w:r>
        <w:rPr>
          <w:rtl/>
        </w:rPr>
        <w:t>وساءت عاقبته.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كما كنت أحفظ أشعارا بالعامّية في مدح الرسول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وكان بعض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الذين يستمعون إليّ ممّن هم أكبر سنّاً يتعجبون من قوّة حافظتي ، حيث </w:t>
      </w:r>
      <w:r w:rsidR="00EA3C94">
        <w:rPr>
          <w:rFonts w:hint="cs"/>
          <w:rtl/>
        </w:rPr>
        <w:t xml:space="preserve"> </w:t>
      </w:r>
      <w:r>
        <w:rPr>
          <w:rtl/>
        </w:rPr>
        <w:t>كنت أحكي لهم عن أحداث ووقائع وشخصيّات لم يسمعوا بها من قبل.</w:t>
      </w:r>
    </w:p>
    <w:p w:rsidR="006C1B4D" w:rsidRDefault="008C4947" w:rsidP="006C1B4D">
      <w:pPr>
        <w:pStyle w:val="libNormal"/>
        <w:rPr>
          <w:rtl/>
        </w:rPr>
      </w:pPr>
      <w:r>
        <w:rPr>
          <w:rtl/>
        </w:rPr>
        <w:t xml:space="preserve">وكنت أفاخر بأنّ المذهب المالكي هو روح الإسلام ولبّه وأنّه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المذهب الوسط بين المذاهب الإسلاميّة ، فلا هو يميل إلى المعتزلة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المتعقلين أكثر من اللاّزم ولا يقترب من الحنابلة المجسّمة والخرافيّين </w:t>
      </w:r>
      <w:r w:rsidR="00EA3C94">
        <w:rPr>
          <w:rFonts w:hint="cs"/>
          <w:rtl/>
        </w:rPr>
        <w:t xml:space="preserve"> </w:t>
      </w:r>
      <w:r>
        <w:rPr>
          <w:rtl/>
        </w:rPr>
        <w:t>المضحكين.</w:t>
      </w:r>
    </w:p>
    <w:p w:rsidR="006C1B4D" w:rsidRDefault="008C4947" w:rsidP="006C1B4D">
      <w:pPr>
        <w:pStyle w:val="libNormal"/>
        <w:rPr>
          <w:rtl/>
        </w:rPr>
      </w:pPr>
      <w:r>
        <w:rPr>
          <w:rtl/>
        </w:rPr>
        <w:t xml:space="preserve">وفي الحقيقة ما كنت أعرف عن المذهب المالكي ولا عن مؤسسه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القليل ولا الكثير ، لكن هذا ما كنت أسمعه دائماً من شيوخنا وكبارنا حيث </w:t>
      </w:r>
      <w:r w:rsidR="00EA3C94">
        <w:rPr>
          <w:rFonts w:hint="cs"/>
          <w:rtl/>
        </w:rPr>
        <w:t xml:space="preserve"> </w:t>
      </w:r>
      <w:r>
        <w:rPr>
          <w:rtl/>
        </w:rPr>
        <w:t>قالوا فقلنا ، وعلى رأي المثل عندنا« الشَّنْقَةُ مع الجماعة خلاعة »</w:t>
      </w:r>
      <w:r w:rsidRPr="00F122A7">
        <w:rPr>
          <w:rStyle w:val="libFootnotenumChar"/>
          <w:rtl/>
        </w:rPr>
        <w:t>(2)</w:t>
      </w:r>
      <w:r>
        <w:rPr>
          <w:rtl/>
        </w:rPr>
        <w:t xml:space="preserve"> ، ثمّ ما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الحاجة إلى البحث والتنقيب؟! أوليس قد ولدنا مالكيّين وعشنا مالكيين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ونموت مالكيّين؟! أوليس المذهب المالكي من أعظم المذاهب الإسلاميّة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حتّى لو أنّ سائلاً سألنا عن معتنقيه لقلنا له بكلّ فخر : إنّ المذهب المالكي </w:t>
      </w:r>
      <w:r w:rsidR="00EA3C94">
        <w:rPr>
          <w:rFonts w:hint="cs"/>
          <w:rtl/>
        </w:rPr>
        <w:t xml:space="preserve"> </w:t>
      </w:r>
      <w:r>
        <w:rPr>
          <w:rtl/>
        </w:rPr>
        <w:t>يحدّه شمالاً البحر الأبيض المتوسط ، أو قل أوروبا الكاثوليكية وغرباً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6C1B4D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أنظر إلى قوله تعالى فيه </w:t>
      </w:r>
      <w:r w:rsidRPr="006E7803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F122A7">
        <w:rPr>
          <w:rStyle w:val="libFootnoteAieChar"/>
          <w:rFonts w:hint="cs"/>
          <w:rtl/>
        </w:rPr>
        <w:t xml:space="preserve"> وَمِنْهُم مَّنْ عَاهَدَ اللهَ لَئِنْ آتَانَا مِن فَضْلِهِ لَنَصَّدَّقَنَّ </w:t>
      </w:r>
      <w:r w:rsidR="00EA3C94">
        <w:rPr>
          <w:rStyle w:val="libFootnoteAieChar"/>
          <w:rtl/>
        </w:rPr>
        <w:t xml:space="preserve"> </w:t>
      </w:r>
      <w:r w:rsidRPr="00F122A7">
        <w:rPr>
          <w:rStyle w:val="libFootnoteAieChar"/>
          <w:rFonts w:hint="cs"/>
          <w:rtl/>
        </w:rPr>
        <w:t xml:space="preserve">وَلَنَكُونَنَّ مِنَ الصَّالِحِينَ </w:t>
      </w:r>
      <w:r w:rsidRPr="00F122A7">
        <w:rPr>
          <w:rStyle w:val="libFootnoteAieChar"/>
        </w:rPr>
        <w:t>*</w:t>
      </w:r>
      <w:r w:rsidRPr="00F122A7">
        <w:rPr>
          <w:rStyle w:val="libFootnoteAieChar"/>
          <w:rFonts w:hint="cs"/>
          <w:rtl/>
        </w:rPr>
        <w:t xml:space="preserve"> فَلَمَّا آتَاهُم مِّن فَضْلِهِ بَخِلُوا بِهِ وَتَوَلَّوا وَّهُم مُّعْرِضُونَ </w:t>
      </w:r>
      <w:r w:rsidRPr="00F122A7">
        <w:rPr>
          <w:rStyle w:val="libFootnoteAieChar"/>
        </w:rPr>
        <w:t>*</w:t>
      </w:r>
      <w:r w:rsidR="00EA3C94">
        <w:rPr>
          <w:rStyle w:val="libFootnoteAieChar"/>
          <w:rtl/>
        </w:rPr>
        <w:t xml:space="preserve"> </w:t>
      </w:r>
      <w:r w:rsidRPr="00F122A7">
        <w:rPr>
          <w:rStyle w:val="libFootnoteAieChar"/>
          <w:rFonts w:hint="cs"/>
          <w:rtl/>
        </w:rPr>
        <w:t xml:space="preserve">فَأَعْقَبَهُمْ نِفَاقًا فِي قُلُوبِهِمْ إِلَىٰ يَوْمِ يَلْقَوْنَهُ بِمَا أَخْلَفُوا اللهَ مَا وَعَدُوهُ وَبِمَا كَانُوا </w:t>
      </w:r>
      <w:r w:rsidR="00EA3C94">
        <w:rPr>
          <w:rStyle w:val="libFootnoteAieChar"/>
          <w:rtl/>
        </w:rPr>
        <w:t xml:space="preserve"> </w:t>
      </w:r>
      <w:r w:rsidRPr="00F122A7">
        <w:rPr>
          <w:rStyle w:val="libFootnoteAieChar"/>
          <w:rFonts w:hint="cs"/>
          <w:rtl/>
        </w:rPr>
        <w:t>يَكْذِبُونَ</w:t>
      </w:r>
      <w:r w:rsidRPr="00B0205B">
        <w:rPr>
          <w:rStyle w:val="libAlaemChar"/>
          <w:rtl/>
        </w:rPr>
        <w:t>)</w:t>
      </w:r>
      <w:r>
        <w:rPr>
          <w:rtl/>
        </w:rPr>
        <w:t xml:space="preserve"> [ سورة التوبة : 75 ـ 77 ].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مثل تونسي عامي ومعناه« كلّ شيء مع الجماعة ممتع حتّى المشنقة ».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المحيط الأطلسي أو بحر الظلمات كما عرّفه البحّارة العرب القدامى ، </w:t>
      </w:r>
      <w:r w:rsidR="00EA3C94">
        <w:rPr>
          <w:rFonts w:hint="cs"/>
          <w:rtl/>
        </w:rPr>
        <w:t xml:space="preserve"> </w:t>
      </w:r>
      <w:r>
        <w:rPr>
          <w:rtl/>
        </w:rPr>
        <w:t>وشرقاً المذهب الشافعي بمصر وجنوباً يمتد المذهب المالكي موغلا</w:t>
      </w:r>
      <w:r>
        <w:rPr>
          <w:rFonts w:hint="cs"/>
          <w:rtl/>
        </w:rPr>
        <w:t>ً</w:t>
      </w:r>
      <w:r>
        <w:rPr>
          <w:rtl/>
        </w:rPr>
        <w:t xml:space="preserve"> في </w:t>
      </w:r>
      <w:r w:rsidR="00EA3C94">
        <w:rPr>
          <w:rFonts w:hint="cs"/>
          <w:rtl/>
        </w:rPr>
        <w:t xml:space="preserve"> </w:t>
      </w:r>
      <w:r>
        <w:rPr>
          <w:rtl/>
        </w:rPr>
        <w:t>إفريقيا مادام هناك مسلمون.</w:t>
      </w:r>
    </w:p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bookmarkStart w:id="15" w:name="_Toc365111437"/>
      <w:r w:rsidR="00EA3C94">
        <w:rPr>
          <w:rFonts w:hint="cs"/>
          <w:rtl/>
        </w:rPr>
        <w:lastRenderedPageBreak/>
        <w:t xml:space="preserve">  </w:t>
      </w:r>
    </w:p>
    <w:p w:rsidR="008C4947" w:rsidRDefault="008C4947" w:rsidP="008C4947">
      <w:pPr>
        <w:pStyle w:val="Heading2"/>
        <w:rPr>
          <w:rtl/>
        </w:rPr>
      </w:pPr>
      <w:bookmarkStart w:id="16" w:name="_Toc398986459"/>
      <w:bookmarkStart w:id="17" w:name="_Toc398986490"/>
      <w:r>
        <w:rPr>
          <w:rtl/>
        </w:rPr>
        <w:t>الصدمة... :</w:t>
      </w:r>
      <w:bookmarkEnd w:id="15"/>
      <w:bookmarkEnd w:id="16"/>
      <w:bookmarkEnd w:id="17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وصلنا في دراستنا للتاريخ إلى الحقبة الإسلامية ، حيث بدأنا </w:t>
      </w:r>
      <w:r w:rsidR="00EA3C94">
        <w:rPr>
          <w:rFonts w:hint="cs"/>
          <w:rtl/>
        </w:rPr>
        <w:t xml:space="preserve"> </w:t>
      </w:r>
      <w:r>
        <w:rPr>
          <w:rtl/>
        </w:rPr>
        <w:t>بظهور الإسلام في مكّة ثمّ هجرة الرسول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وصحبه إلى يثرب أو </w:t>
      </w:r>
      <w:r w:rsidR="00EA3C94">
        <w:rPr>
          <w:rFonts w:hint="cs"/>
          <w:rtl/>
        </w:rPr>
        <w:t xml:space="preserve"> </w:t>
      </w:r>
      <w:r>
        <w:rPr>
          <w:rtl/>
        </w:rPr>
        <w:t>المدينة المنوّرة مرورا بحروب الرسول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وفتوحاته ، وصولا إلى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انتشار الإسلام في جزيرة العرب ومن ثَمّ شرقا وغربا طيلة فترة الخلافة </w:t>
      </w:r>
      <w:r w:rsidR="00EA3C94">
        <w:rPr>
          <w:rFonts w:hint="cs"/>
          <w:rtl/>
        </w:rPr>
        <w:t xml:space="preserve"> </w:t>
      </w:r>
      <w:r>
        <w:rPr>
          <w:rtl/>
        </w:rPr>
        <w:t>الراشدة.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كان يوماً عاديّا حيث كنت جالسا في آخر الفصل ، في حصّة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مسائية للتاريخ وبدأ الدّرس ، كان أستاذ التاريخ كهلا في العقد الخامس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من العمر ، كان رجلا نحيفا ضعيف النظر معتنقا للفكر القومي الذي لا يرى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الإسلام إلاّ منتوجا عربيّا محضا ، فالإسلام عربي وابن سينا عربي والرازي </w:t>
      </w:r>
      <w:r w:rsidR="00EA3C94">
        <w:rPr>
          <w:rFonts w:hint="cs"/>
          <w:rtl/>
        </w:rPr>
        <w:t xml:space="preserve"> </w:t>
      </w:r>
      <w:r>
        <w:rPr>
          <w:rtl/>
        </w:rPr>
        <w:t>عربي وسيبويه عربي ، بل حتّى البربر عرب وكلّ شيء عربي!</w:t>
      </w:r>
    </w:p>
    <w:p w:rsidR="008C4947" w:rsidRPr="00F122A7" w:rsidRDefault="008C4947" w:rsidP="004233AE">
      <w:pPr>
        <w:pStyle w:val="libNormal"/>
        <w:rPr>
          <w:rStyle w:val="libPoemTiniChar0"/>
          <w:rtl/>
        </w:rPr>
      </w:pPr>
      <w:r>
        <w:rPr>
          <w:rtl/>
        </w:rPr>
        <w:t xml:space="preserve">والعجب من هذا الفكر الذي يحصر هذه الثقافة الإنسانية الخالدة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والشاملة في بوتقة عرقية ضيّقة وما هي إلاّ حلقة من حلقات هذه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الحضارة النبيلة! هذا الفكر يذكّرني بطرفة واقعية حدثت لرجل عربي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حيث استفزّه بعض الأعاجم وسخروا منه فقال مغضبا : نعم أنا عربي </w:t>
      </w:r>
      <w:r w:rsidR="00EA3C94">
        <w:rPr>
          <w:rFonts w:hint="cs"/>
          <w:rtl/>
        </w:rPr>
        <w:t xml:space="preserve"> </w:t>
      </w:r>
      <w:r>
        <w:rPr>
          <w:rtl/>
        </w:rPr>
        <w:t>والرسول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عربي... والله عربي ، فدهش الحضور ، وقالوا له : أمّا كون </w:t>
      </w:r>
      <w:r w:rsidR="00EA3C94">
        <w:rPr>
          <w:rFonts w:hint="cs"/>
          <w:rtl/>
        </w:rPr>
        <w:t xml:space="preserve"> </w:t>
      </w:r>
      <w:r>
        <w:rPr>
          <w:rtl/>
        </w:rPr>
        <w:t>الرسول عربي فقد تعقّلناها وأقررنا لك بها ، لكن كيف يكون اللهـتعالىـ</w:t>
      </w:r>
      <w:r w:rsidR="00EA3C94">
        <w:rPr>
          <w:rtl/>
        </w:rPr>
        <w:t xml:space="preserve"> </w:t>
      </w:r>
      <w:r>
        <w:rPr>
          <w:rtl/>
        </w:rPr>
        <w:t xml:space="preserve">عربيّا؟! فأجاب هذا الرجل ببداهة قائلا : آثاره تدلّ عليه ، أليس القرآن </w:t>
      </w:r>
      <w:r w:rsidR="00EA3C94">
        <w:rPr>
          <w:rFonts w:hint="cs"/>
          <w:rtl/>
        </w:rPr>
        <w:t xml:space="preserve"> 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من تأليف الله؟! فعليه يكون الله عربيّا!!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بدأ أستاذ التاريخ بالدرس وكان عن الفتنة الكبرى كما تسمّى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تكلّم الأستاذ عن حرب صفّين ، عن بداياتها ، أسبابها ، طولها ، شراستها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عدد القتلى فيها ، وتكلّم عن بشائر النصر التي كانت بدأت تلوح لجيش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عليّ بن أبي طالب ( كرّم الله وجهه ) ، وتحوّل القتال إلى خيام معاوية بن أبي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سفيان ، والمأزق الذي وقع فيه جيش الشام. رفع الأستاذ رأسه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وابتسامات التهكّم تملأ فمه المليء بالأسنان الصفراء قائلا :« لكن قام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الداهية عمرو بن العاص بحيلة رفع المصاحف حتّى يكفّ عنهم جيش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عليّ ويبثّوا البلبلة في صفوف جيش العراق. وفعلاً ذاك ما حدث حيث </w:t>
      </w:r>
      <w:r w:rsidR="00EA3C94">
        <w:rPr>
          <w:rFonts w:hint="cs"/>
          <w:rtl/>
        </w:rPr>
        <w:t xml:space="preserve"> </w:t>
      </w:r>
      <w:r>
        <w:rPr>
          <w:rtl/>
        </w:rPr>
        <w:t>انقلب حال المعركة رأساً على عقب وافترقت الأمة أحزابا... ».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نزل هذا الكلام عليّ نزول الصّاعقة!! عمرو بن العاص صاحب </w:t>
      </w:r>
      <w:r w:rsidR="00EA3C94">
        <w:rPr>
          <w:rFonts w:hint="cs"/>
          <w:rtl/>
        </w:rPr>
        <w:t xml:space="preserve"> </w:t>
      </w:r>
      <w:r>
        <w:rPr>
          <w:rtl/>
        </w:rPr>
        <w:t>رسول الله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يحتال ويخادع ويغدر ويمكر! عمرو بن العاص الذي </w:t>
      </w:r>
      <w:r w:rsidR="00EA3C94">
        <w:rPr>
          <w:rFonts w:hint="cs"/>
          <w:rtl/>
        </w:rPr>
        <w:t xml:space="preserve"> </w:t>
      </w:r>
      <w:r>
        <w:rPr>
          <w:rtl/>
        </w:rPr>
        <w:t>يروى فيه شيوخنا مدح الرسول فيه.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عمرو بن العاص يخدع؟! هل الغاية تبرّر الوسيلة في دين الله </w:t>
      </w:r>
      <w:r w:rsidR="00EA3C94">
        <w:rPr>
          <w:rFonts w:hint="cs"/>
          <w:rtl/>
        </w:rPr>
        <w:t xml:space="preserve"> </w:t>
      </w:r>
      <w:r>
        <w:rPr>
          <w:rtl/>
        </w:rPr>
        <w:t>المبتني على الإخلاص؟!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يا له من موقف عصيب ، أين الحقيقة؟! هل ما يقوله هذا الأستاذ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المتحامل على الصّحابة الكرام ، أم ما يقوله شيوخنا الموقّرين عن فضائل </w:t>
      </w:r>
      <w:r w:rsidR="00EA3C94">
        <w:rPr>
          <w:rFonts w:hint="cs"/>
          <w:rtl/>
        </w:rPr>
        <w:t xml:space="preserve"> </w:t>
      </w:r>
      <w:r>
        <w:rPr>
          <w:rtl/>
        </w:rPr>
        <w:t>عمرو بن العاص؟!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لكن الأستاذ ما جاء بشيء من عنده ، فهذا الكتاب يقول نفس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الشيء ، وماذا عن تلك الجلسات التي كنت مواظبا على حضورها والتي </w:t>
      </w:r>
      <w:r w:rsidR="00EA3C94">
        <w:rPr>
          <w:rFonts w:hint="cs"/>
          <w:rtl/>
        </w:rPr>
        <w:t xml:space="preserve"> </w:t>
      </w:r>
      <w:r>
        <w:rPr>
          <w:rtl/>
        </w:rPr>
        <w:t>كانت تفيض نبلا من كرامات الصحابة وخاصّة المهاجرين والأنصار؟!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رجعت ذلك اليوم إلى البيت متأزّما وممزّقا نفسانيّا ، ولسان حالي يقول :</w:t>
      </w:r>
      <w:r w:rsidR="00EA3C94">
        <w:rPr>
          <w:rFonts w:hint="cs"/>
          <w:rtl/>
        </w:rPr>
        <w:t xml:space="preserve"> </w:t>
      </w:r>
      <w:r>
        <w:rPr>
          <w:rtl/>
        </w:rPr>
        <w:t>« لَيْتَ شِعري مَا الصحيح » ، إلى من أذهب؟! من أسأل؟!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بقيتُ متحيّراً حتّى عاد أخي في المساء فسارعتُ بمساءلته لعلّي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أجد جواباً شافياً أو على الأقل مسكّناً لثورة الشكّ وناره التي اضطرمت </w:t>
      </w:r>
      <w:r w:rsidR="00EA3C94">
        <w:rPr>
          <w:rFonts w:hint="cs"/>
          <w:rtl/>
        </w:rPr>
        <w:t xml:space="preserve"> </w:t>
      </w:r>
      <w:r>
        <w:rPr>
          <w:rtl/>
        </w:rPr>
        <w:t>في داخلي.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بادرت أخي قائلا : ألا تعجب من فعل هؤلاء الصحابة الذين </w:t>
      </w:r>
      <w:r w:rsidR="00EA3C94">
        <w:rPr>
          <w:rFonts w:hint="cs"/>
          <w:rtl/>
        </w:rPr>
        <w:t xml:space="preserve"> </w:t>
      </w:r>
      <w:r>
        <w:rPr>
          <w:rtl/>
        </w:rPr>
        <w:t>نحترمهم ونقدسهم حبّاً منّا لرسول الله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>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قال أخي : خيراً ، ما رأيتَ منهم؟!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قلتُ معترضاً على أخي : ومن أين يأتي الخير وهؤلاء الصحابة </w:t>
      </w:r>
      <w:r w:rsidR="00EA3C94">
        <w:rPr>
          <w:rFonts w:hint="cs"/>
          <w:rtl/>
        </w:rPr>
        <w:t xml:space="preserve"> </w:t>
      </w:r>
      <w:r>
        <w:rPr>
          <w:rtl/>
        </w:rPr>
        <w:t>يقتل بعضهم بعضاً ، ويشتم بعضهم بعضاً ، ويخدع بعضهم بعضاً!!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ثم ما هي القضيّة أصلا؟! لماذا القتال ولماذا الخداع؟! أكان ذلك </w:t>
      </w:r>
      <w:r w:rsidR="00EA3C94">
        <w:rPr>
          <w:rFonts w:hint="cs"/>
          <w:rtl/>
        </w:rPr>
        <w:t xml:space="preserve"> </w:t>
      </w:r>
      <w:r>
        <w:rPr>
          <w:rtl/>
        </w:rPr>
        <w:t>للدّين؟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أليسوا هم أصل الدين؟ أليسوا هم من علّمنا الدين؟ أم كان ذلك كلّه </w:t>
      </w:r>
      <w:r w:rsidR="00EA3C94">
        <w:rPr>
          <w:rFonts w:hint="cs"/>
          <w:rtl/>
        </w:rPr>
        <w:t xml:space="preserve"> </w:t>
      </w:r>
      <w:r>
        <w:rPr>
          <w:rtl/>
        </w:rPr>
        <w:t>للدنيا ، وما هكذا الظنّ بهم ، وعلى الدنيا والدين العفى لو كان ذلك كذلك</w:t>
      </w:r>
      <w:r>
        <w:rPr>
          <w:rFonts w:hint="cs"/>
          <w:rtl/>
        </w:rPr>
        <w:t>»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أجاب أخي بلغة المحذّر المشفق : لا تستعجل في حكمك عليهم </w:t>
      </w:r>
      <w:r w:rsidR="00EA3C94">
        <w:rPr>
          <w:rFonts w:hint="cs"/>
          <w:rtl/>
        </w:rPr>
        <w:t xml:space="preserve"> </w:t>
      </w:r>
      <w:r>
        <w:rPr>
          <w:rtl/>
        </w:rPr>
        <w:t>فهناك أمور نجهلها وليس من اليسير فهمها.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كان جواب أخي بارداً باهتاً ، غير مقنع بالمرّة ، وكأنّه كان يضرب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على حديد بارد ، وأنّى له أن يقنعني! أنا الذي عشت كلّ صباي وقْفاً على </w:t>
      </w:r>
      <w:r w:rsidR="00EA3C94">
        <w:rPr>
          <w:rFonts w:hint="cs"/>
          <w:rtl/>
        </w:rPr>
        <w:t xml:space="preserve"> </w:t>
      </w:r>
      <w:r>
        <w:rPr>
          <w:rtl/>
        </w:rPr>
        <w:t>فضائل الصحابة ، حيث كنت أرفعهم جميعاً على منزلة الملائكة!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ما الذي جعل الصحابة يدخلون هذه الفتنة العمياء؟ ويا ليت </w:t>
      </w:r>
      <w:r w:rsidR="00EA3C94">
        <w:rPr>
          <w:rFonts w:hint="cs"/>
          <w:rtl/>
        </w:rPr>
        <w:t xml:space="preserve"> </w:t>
      </w:r>
      <w:r>
        <w:rPr>
          <w:rtl/>
        </w:rPr>
        <w:t>علماءنا أشاروا علينا بمن أشعلها وأجّج أُوارها!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ويا ليتهم كانوا صحابة من الدرجة الثالثة ليهون الخطب! لكنهم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صفوة الصحابة : عمرو بن العاص ; عمّار بن ياسر ; طلحة بن عبيد الله ; </w:t>
      </w:r>
      <w:r w:rsidR="00EA3C94">
        <w:rPr>
          <w:rFonts w:hint="cs"/>
          <w:rtl/>
        </w:rPr>
        <w:t xml:space="preserve"> </w:t>
      </w:r>
      <w:r>
        <w:rPr>
          <w:rtl/>
        </w:rPr>
        <w:t>الزبير بن العوّام ; عليّ بن أبي طالب ; عائشة زوجة الرسول الكريم!!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هلاّ تعاطوا المسائل بلين ورفق وسعة صدر كما نبّه إلى ذلك القرآن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والرسول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؟! أيصل الأمر إلى قتل وقتال وسفك دماء وهتك </w:t>
      </w:r>
      <w:r w:rsidR="00EA3C94">
        <w:rPr>
          <w:rFonts w:hint="cs"/>
          <w:rtl/>
        </w:rPr>
        <w:t xml:space="preserve"> </w:t>
      </w:r>
      <w:r>
        <w:rPr>
          <w:rtl/>
        </w:rPr>
        <w:t>أعراض!!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وإذا كان هذا فعل الصحابة الّذين ما زال صوت رسول الله </w:t>
      </w:r>
      <w:r w:rsidRPr="00B0205B">
        <w:rPr>
          <w:rStyle w:val="libAlaemChar"/>
          <w:rtl/>
        </w:rPr>
        <w:t>صلى‌الله‌عليه‌وآله‌وسلم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يتردّد في آذانهم وآثاره قائمة ثابتة أمام أعينهم ، فلا لوم إذن على غيرهم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ولا لوم علينا إن أتينا بالمنكرات العظام ، فليس بعد سفك الدماء وقطع </w:t>
      </w:r>
      <w:r w:rsidR="00EA3C94">
        <w:rPr>
          <w:rFonts w:hint="cs"/>
          <w:rtl/>
        </w:rPr>
        <w:t xml:space="preserve"> </w:t>
      </w:r>
      <w:r>
        <w:rPr>
          <w:rtl/>
        </w:rPr>
        <w:t>الرؤوس من كبيرة كما أشار القرآن على ذلك</w:t>
      </w:r>
      <w:r w:rsidRPr="00F122A7">
        <w:rPr>
          <w:rStyle w:val="libFootnotenumChar"/>
          <w:rtl/>
        </w:rPr>
        <w:t>(1)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ثمّ أليس يروي لنا شيوخنا : «أنّ القاتل والمقتول من المسلمين في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النار؟!» </w:t>
      </w:r>
      <w:r w:rsidRPr="00F122A7">
        <w:rPr>
          <w:rStyle w:val="libFootnotenumChar"/>
          <w:rtl/>
        </w:rPr>
        <w:t>(2)</w:t>
      </w:r>
      <w:r>
        <w:rPr>
          <w:rtl/>
        </w:rPr>
        <w:t xml:space="preserve"> فعلى هذا فكلّ من اقتتل من الصحابة في النار!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وإذا كانت المسألة فتنة فكيف انساق وراءها الصحابة ، بل أعظم </w:t>
      </w:r>
      <w:r w:rsidR="00EA3C94">
        <w:rPr>
          <w:rFonts w:hint="cs"/>
          <w:rtl/>
        </w:rPr>
        <w:t xml:space="preserve"> </w:t>
      </w:r>
      <w:r>
        <w:rPr>
          <w:rtl/>
        </w:rPr>
        <w:t>الصحابة؟! أليسوا هم رموز التعقّل والوعي والإيثار!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أم أنّ هناك أطرافا خارجيّةـعلى رأي أنظمة هذا العصرـأشعلت </w:t>
      </w:r>
      <w:r w:rsidR="00EA3C94">
        <w:rPr>
          <w:rFonts w:hint="cs"/>
          <w:rtl/>
        </w:rPr>
        <w:t xml:space="preserve"> </w:t>
      </w:r>
      <w:r>
        <w:rPr>
          <w:rtl/>
        </w:rPr>
        <w:t>تلكم الفتنة؟ أليس هناك فيمن تقاتل مبشّرون بالجنّة؟!</w:t>
      </w:r>
      <w:r w:rsidRPr="00F122A7">
        <w:rPr>
          <w:rStyle w:val="libFootnotenumChar"/>
          <w:rtl/>
        </w:rPr>
        <w:t>(3)</w:t>
      </w:r>
    </w:p>
    <w:p w:rsidR="008C4947" w:rsidRPr="00800C25" w:rsidRDefault="008C4947" w:rsidP="00F122A7">
      <w:pPr>
        <w:pStyle w:val="libLine"/>
        <w:rPr>
          <w:rtl/>
        </w:rPr>
      </w:pPr>
      <w:r w:rsidRPr="00800C25">
        <w:rPr>
          <w:rtl/>
        </w:rPr>
        <w:t>__</w:t>
      </w:r>
      <w:r w:rsidRPr="00800C25">
        <w:rPr>
          <w:rFonts w:hint="cs"/>
          <w:rtl/>
        </w:rPr>
        <w:t>___</w:t>
      </w:r>
      <w:r w:rsidRPr="00800C25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إشارة إلى قوله تعالى </w:t>
      </w:r>
      <w:r w:rsidRPr="006E7803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F122A7">
        <w:rPr>
          <w:rStyle w:val="libFootnoteAieChar"/>
          <w:rFonts w:hint="cs"/>
          <w:rtl/>
        </w:rPr>
        <w:t xml:space="preserve"> وَمَن يَقْتُلْ مُؤْمِنًا مُّتَعَمِّدًا فَجَزَاؤُهُ جَهَنَّمُ خَالِدًا فِيهَا </w:t>
      </w:r>
      <w:r w:rsidR="00EA3C94">
        <w:rPr>
          <w:rStyle w:val="libFootnoteAieChar"/>
          <w:rtl/>
        </w:rPr>
        <w:t xml:space="preserve"> </w:t>
      </w:r>
      <w:r w:rsidRPr="00F122A7">
        <w:rPr>
          <w:rStyle w:val="libFootnoteAieChar"/>
          <w:rFonts w:hint="cs"/>
          <w:rtl/>
        </w:rPr>
        <w:t>وَغَضِبَ اللهُ عَلَيْهِ وَلَعَنَهُ وَأَعَدَّ لَهُ عَذَابًا عَظِيمًا</w:t>
      </w:r>
      <w:r w:rsidRPr="00B0205B">
        <w:rPr>
          <w:rStyle w:val="libAlaemChar"/>
          <w:rtl/>
        </w:rPr>
        <w:t>)</w:t>
      </w:r>
      <w:r>
        <w:rPr>
          <w:rtl/>
        </w:rPr>
        <w:t xml:space="preserve"> [ سورة النساء : 93 ].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لحديث يروونه عن رسول الله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وهو :</w:t>
      </w:r>
      <w:r>
        <w:rPr>
          <w:rFonts w:hint="cs"/>
          <w:rtl/>
        </w:rPr>
        <w:t xml:space="preserve">« </w:t>
      </w:r>
      <w:r>
        <w:rPr>
          <w:rtl/>
        </w:rPr>
        <w:t xml:space="preserve">إذا تواجه المسلمان بسيفيهما فكلاهما في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النار </w:t>
      </w:r>
      <w:r>
        <w:rPr>
          <w:rFonts w:hint="cs"/>
          <w:rtl/>
        </w:rPr>
        <w:t>»</w:t>
      </w:r>
      <w:r>
        <w:rPr>
          <w:rtl/>
        </w:rPr>
        <w:t xml:space="preserve">[ البخاري 9 / 92 ، وأيضا سنن ابن ماجه 2 / 1311 ، كتاب الفتن ومسند </w:t>
      </w:r>
      <w:r w:rsidR="00EA3C94">
        <w:rPr>
          <w:rFonts w:hint="cs"/>
          <w:rtl/>
        </w:rPr>
        <w:t xml:space="preserve"> </w:t>
      </w:r>
      <w:r>
        <w:rPr>
          <w:rtl/>
        </w:rPr>
        <w:t>أحمد 4 / 418 ].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مثل طلحة والزبير وعلي وعثمان وغيرهم على ما تروي الصّحاح والمسانيد؟!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لا يبقى إلاّ القول بأن الصحابة أعلى وفوق شرع الله ، وأنّ لهم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صكوك غفران لا تضرّ معها سيّئة! وعليه يكونون فوق النبيّ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الذي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قال تعالى عنه </w:t>
      </w:r>
      <w:r w:rsidRPr="006E7803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وَلَوْ تَقَوَّلَ عَلَيْنَا بَعْضَ الْأَقَاوِيلِ </w:t>
      </w:r>
      <w:r w:rsidRPr="00B0205B">
        <w:rPr>
          <w:rStyle w:val="libAieChar"/>
        </w:rPr>
        <w:t>*</w:t>
      </w:r>
      <w:r w:rsidRPr="00B0205B">
        <w:rPr>
          <w:rStyle w:val="libAieChar"/>
          <w:rFonts w:hint="cs"/>
          <w:rtl/>
        </w:rPr>
        <w:t xml:space="preserve"> لَأَخَذْنَا مِنْهُ بِالْيَمِينِ </w:t>
      </w:r>
      <w:r w:rsidRPr="00B0205B">
        <w:rPr>
          <w:rStyle w:val="libAieChar"/>
        </w:rPr>
        <w:t>*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ثُمَّ لَقَطَعْنَا مِنْهُ الْوَتِينَ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. أو قوله </w:t>
      </w:r>
      <w:r w:rsidRPr="006E7803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لَئِنْ أَشْرَكْتَ لَيَحْبَطَنَّ عَمَلُكَ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وَلَتَكُونَنَّ مِنَ الْخَاسِرِينَ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(2)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يا لها من حيرة ، ويا له من مأزق استعصى حلّه عليّ وأنا ابن الثالثة </w:t>
      </w:r>
      <w:r w:rsidR="00EA3C94">
        <w:rPr>
          <w:rFonts w:hint="cs"/>
          <w:rtl/>
        </w:rPr>
        <w:t xml:space="preserve"> </w:t>
      </w:r>
      <w:r>
        <w:rPr>
          <w:rtl/>
        </w:rPr>
        <w:t>عشرة سنة من عمري!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ثمّ اسأل من شيوخنا فلا أرى عندهم أي جواب مُقنع غير أنّهم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يقولون : إنّ تلك الأحداث كانت فتنة ، والصحابة اجتهدوا وأخطأوا أو </w:t>
      </w:r>
      <w:r w:rsidR="00EA3C94">
        <w:rPr>
          <w:rFonts w:hint="cs"/>
          <w:rtl/>
        </w:rPr>
        <w:t xml:space="preserve"> </w:t>
      </w:r>
      <w:r>
        <w:rPr>
          <w:rtl/>
        </w:rPr>
        <w:t>أصابوا وكلّهم مأجورون ، وهذا خطّ أحمر لا يجوز لنا تعدّيه</w:t>
      </w:r>
      <w:r w:rsidRPr="00F122A7">
        <w:rPr>
          <w:rStyle w:val="libFootnotenumChar"/>
          <w:rtl/>
        </w:rPr>
        <w:t>(3)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خطّ أحمر لا يجوز لنا تعدّيه! هذا ما عندهم من العلم ، سياسة </w:t>
      </w:r>
      <w:r w:rsidR="00EA3C94">
        <w:rPr>
          <w:rFonts w:hint="cs"/>
          <w:rtl/>
        </w:rPr>
        <w:t xml:space="preserve"> </w:t>
      </w:r>
      <w:r>
        <w:rPr>
          <w:rtl/>
        </w:rPr>
        <w:t>النعامة ودسّ الرأس في التراب.</w:t>
      </w:r>
    </w:p>
    <w:p w:rsidR="006C1B4D" w:rsidRDefault="008C4947" w:rsidP="006C1B4D">
      <w:pPr>
        <w:pStyle w:val="libNormal"/>
        <w:rPr>
          <w:rtl/>
        </w:rPr>
      </w:pPr>
      <w:r>
        <w:rPr>
          <w:rtl/>
        </w:rPr>
        <w:t xml:space="preserve">نعم هو خطّ أحمر وما أيسره من جواب لكلّ سائل وكفى الله </w:t>
      </w:r>
      <w:r w:rsidR="00EA3C94">
        <w:rPr>
          <w:rFonts w:hint="cs"/>
          <w:rtl/>
        </w:rPr>
        <w:t xml:space="preserve"> </w:t>
      </w:r>
      <w:r>
        <w:rPr>
          <w:rtl/>
        </w:rPr>
        <w:t>المؤمنين القتال.</w:t>
      </w:r>
    </w:p>
    <w:p w:rsidR="006C1B4D" w:rsidRDefault="008C4947" w:rsidP="006C1B4D">
      <w:pPr>
        <w:pStyle w:val="libNormal"/>
        <w:rPr>
          <w:rtl/>
        </w:rPr>
      </w:pPr>
      <w:r>
        <w:rPr>
          <w:rtl/>
        </w:rPr>
        <w:t xml:space="preserve">فيامن ملأتم الخافقين بفضائل وعصمة وعَظَمة كلّ الصحابة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6C1B4D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الحاقة : 44 ـ 46.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سورة الزمر : 65.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يقول السفاريني النابلسي في كتابه ( نظم الدرة المضيّه في عقد أهل الفرقة المرضية ) في </w:t>
      </w:r>
      <w:r w:rsidR="00EA3C94">
        <w:rPr>
          <w:rFonts w:hint="cs"/>
          <w:rtl/>
        </w:rPr>
        <w:t xml:space="preserve"> </w:t>
      </w:r>
      <w:r>
        <w:rPr>
          <w:rtl/>
        </w:rPr>
        <w:t>الصحابة :</w:t>
      </w:r>
    </w:p>
    <w:tbl>
      <w:tblPr>
        <w:bidiVisual/>
        <w:tblW w:w="4500" w:type="pct"/>
        <w:jc w:val="center"/>
        <w:tblLook w:val="01E0"/>
      </w:tblPr>
      <w:tblGrid>
        <w:gridCol w:w="3278"/>
        <w:gridCol w:w="273"/>
        <w:gridCol w:w="3277"/>
      </w:tblGrid>
      <w:tr w:rsidR="008C4947" w:rsidTr="001D5101">
        <w:trPr>
          <w:jc w:val="center"/>
        </w:trPr>
        <w:tc>
          <w:tcPr>
            <w:tcW w:w="2400" w:type="pct"/>
            <w:shd w:val="clear" w:color="auto" w:fill="auto"/>
          </w:tcPr>
          <w:p w:rsidR="008C4947" w:rsidRDefault="008C4947" w:rsidP="00F122A7">
            <w:pPr>
              <w:pStyle w:val="libPoemFootnote"/>
              <w:rPr>
                <w:rtl/>
              </w:rPr>
            </w:pPr>
            <w:r>
              <w:rPr>
                <w:rtl/>
              </w:rPr>
              <w:t>واحذر من الخوض الذي قد يزري</w:t>
            </w:r>
            <w:r w:rsidR="00EA3C94">
              <w:rPr>
                <w:rStyle w:val="libPoemTiniChar0"/>
                <w:rtl/>
              </w:rPr>
              <w:t xml:space="preserve"> </w:t>
            </w:r>
            <w:r w:rsidRPr="00F122A7">
              <w:rPr>
                <w:rStyle w:val="libPoemTiniChar0"/>
                <w:rtl/>
              </w:rPr>
              <w:t> </w:t>
            </w:r>
          </w:p>
        </w:tc>
        <w:tc>
          <w:tcPr>
            <w:tcW w:w="200" w:type="pct"/>
            <w:shd w:val="clear" w:color="auto" w:fill="auto"/>
          </w:tcPr>
          <w:p w:rsidR="008C4947" w:rsidRDefault="008C4947" w:rsidP="001D5101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8C4947" w:rsidRDefault="008C4947" w:rsidP="00F122A7">
            <w:pPr>
              <w:pStyle w:val="libPoemFootnote"/>
              <w:rPr>
                <w:rtl/>
              </w:rPr>
            </w:pPr>
            <w:r>
              <w:rPr>
                <w:rtl/>
              </w:rPr>
              <w:t>بفضلهم ممّا جرى لو تدري</w:t>
            </w:r>
            <w:r w:rsidR="00EA3C94">
              <w:rPr>
                <w:rStyle w:val="libPoemTiniChar0"/>
                <w:rtl/>
              </w:rPr>
              <w:t xml:space="preserve"> </w:t>
            </w:r>
            <w:r w:rsidRPr="00F122A7">
              <w:rPr>
                <w:rStyle w:val="libPoemTiniChar0"/>
                <w:rtl/>
              </w:rPr>
              <w:t>  </w:t>
            </w:r>
          </w:p>
        </w:tc>
      </w:tr>
      <w:tr w:rsidR="008C4947" w:rsidTr="001D5101">
        <w:tblPrEx>
          <w:tblLook w:val="04A0"/>
        </w:tblPrEx>
        <w:trPr>
          <w:jc w:val="center"/>
        </w:trPr>
        <w:tc>
          <w:tcPr>
            <w:tcW w:w="2400" w:type="pct"/>
            <w:shd w:val="clear" w:color="auto" w:fill="auto"/>
          </w:tcPr>
          <w:p w:rsidR="008C4947" w:rsidRDefault="008C4947" w:rsidP="00F122A7">
            <w:pPr>
              <w:pStyle w:val="libPoemFootnote"/>
              <w:rPr>
                <w:rtl/>
              </w:rPr>
            </w:pPr>
            <w:r>
              <w:rPr>
                <w:rtl/>
              </w:rPr>
              <w:t>فإنه عن اجتهاد قد صدر</w:t>
            </w:r>
            <w:r w:rsidR="00EA3C94">
              <w:rPr>
                <w:rStyle w:val="libPoemTiniChar0"/>
                <w:rtl/>
              </w:rPr>
              <w:t xml:space="preserve"> </w:t>
            </w:r>
            <w:r w:rsidRPr="00F122A7">
              <w:rPr>
                <w:rStyle w:val="libPoemTiniChar0"/>
                <w:rtl/>
              </w:rPr>
              <w:t> </w:t>
            </w:r>
          </w:p>
        </w:tc>
        <w:tc>
          <w:tcPr>
            <w:tcW w:w="200" w:type="pct"/>
            <w:shd w:val="clear" w:color="auto" w:fill="auto"/>
          </w:tcPr>
          <w:p w:rsidR="008C4947" w:rsidRDefault="008C4947" w:rsidP="001D5101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8C4947" w:rsidRDefault="008C4947" w:rsidP="00F122A7">
            <w:pPr>
              <w:pStyle w:val="libPoemFootnote"/>
              <w:rPr>
                <w:rtl/>
              </w:rPr>
            </w:pPr>
            <w:r>
              <w:rPr>
                <w:rtl/>
              </w:rPr>
              <w:t>فاسلم أذلّ الله من لهم هجر</w:t>
            </w:r>
            <w:r w:rsidR="00EA3C94">
              <w:rPr>
                <w:rStyle w:val="libPoemTiniChar0"/>
                <w:rtl/>
              </w:rPr>
              <w:t xml:space="preserve"> </w:t>
            </w:r>
            <w:r w:rsidRPr="00F122A7">
              <w:rPr>
                <w:rStyle w:val="libPoemTiniChar0"/>
                <w:rtl/>
              </w:rPr>
              <w:t>  </w:t>
            </w:r>
          </w:p>
        </w:tc>
      </w:tr>
    </w:tbl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أجمعين حلّوا لنا هذه العقدة ; ورحم الله المتنبّي لقوله :</w:t>
      </w:r>
    </w:p>
    <w:tbl>
      <w:tblPr>
        <w:bidiVisual/>
        <w:tblW w:w="4500" w:type="pct"/>
        <w:jc w:val="center"/>
        <w:tblLook w:val="01E0"/>
      </w:tblPr>
      <w:tblGrid>
        <w:gridCol w:w="3278"/>
        <w:gridCol w:w="273"/>
        <w:gridCol w:w="3277"/>
      </w:tblGrid>
      <w:tr w:rsidR="008C4947" w:rsidTr="001D5101">
        <w:trPr>
          <w:jc w:val="center"/>
        </w:trPr>
        <w:tc>
          <w:tcPr>
            <w:tcW w:w="2400" w:type="pct"/>
            <w:shd w:val="clear" w:color="auto" w:fill="auto"/>
          </w:tcPr>
          <w:p w:rsidR="008C4947" w:rsidRDefault="008C4947" w:rsidP="00F122A7">
            <w:pPr>
              <w:pStyle w:val="libPoem"/>
              <w:rPr>
                <w:rtl/>
              </w:rPr>
            </w:pPr>
            <w:r>
              <w:rPr>
                <w:rtl/>
              </w:rPr>
              <w:t>أَغايةُ الدينِ أن تُحفوا شواربَكم</w:t>
            </w:r>
            <w:r w:rsidR="00EA3C94">
              <w:rPr>
                <w:rStyle w:val="libPoemTiniChar0"/>
                <w:rtl/>
              </w:rPr>
              <w:t xml:space="preserve"> </w:t>
            </w:r>
            <w:r w:rsidRPr="00F122A7">
              <w:rPr>
                <w:rStyle w:val="libPoemTiniChar0"/>
                <w:rtl/>
              </w:rPr>
              <w:t> </w:t>
            </w:r>
          </w:p>
        </w:tc>
        <w:tc>
          <w:tcPr>
            <w:tcW w:w="200" w:type="pct"/>
            <w:shd w:val="clear" w:color="auto" w:fill="auto"/>
          </w:tcPr>
          <w:p w:rsidR="008C4947" w:rsidRDefault="008C4947" w:rsidP="001D5101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8C4947" w:rsidRDefault="008C4947" w:rsidP="00F122A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..</w:t>
            </w:r>
            <w:r>
              <w:rPr>
                <w:rtl/>
              </w:rPr>
              <w:t>........................</w:t>
            </w:r>
            <w:r w:rsidRPr="00F122A7">
              <w:rPr>
                <w:rStyle w:val="libPoemTiniChar0"/>
                <w:rtl/>
              </w:rPr>
              <w:t>  </w:t>
            </w:r>
          </w:p>
        </w:tc>
      </w:tr>
    </w:tbl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نعم لقد صار الدين حفّ شوارب وإطلاق لحى ولفّ عمائم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وهروب إلى الربوة! أتعتبرون قتل الألوف وحرق الدور ووو... اجتهادا؟!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هل تحكمون بارتداد مانع الزكاة وتزعمون الأجر لمن قتل النفوس وحزّ </w:t>
      </w:r>
      <w:r w:rsidR="00EA3C94">
        <w:rPr>
          <w:rFonts w:hint="cs"/>
          <w:rtl/>
        </w:rPr>
        <w:t xml:space="preserve"> </w:t>
      </w:r>
      <w:r>
        <w:rPr>
          <w:rtl/>
        </w:rPr>
        <w:t>الرؤوس؟!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لكنّي تركت حيرتي داخل القمقم ودست على جراح نفسي </w:t>
      </w:r>
      <w:r w:rsidR="00EA3C94">
        <w:rPr>
          <w:rFonts w:hint="cs"/>
          <w:rtl/>
        </w:rPr>
        <w:t xml:space="preserve"> </w:t>
      </w:r>
      <w:r>
        <w:rPr>
          <w:rtl/>
        </w:rPr>
        <w:t>وغضّيت الطرف... ومضيت مع القطيع...</w:t>
      </w:r>
    </w:p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bookmarkStart w:id="18" w:name="_Toc365111438"/>
      <w:r w:rsidR="00EA3C94">
        <w:rPr>
          <w:rFonts w:hint="cs"/>
          <w:rtl/>
        </w:rPr>
        <w:lastRenderedPageBreak/>
        <w:t xml:space="preserve">  </w:t>
      </w:r>
    </w:p>
    <w:p w:rsidR="008C4947" w:rsidRDefault="008C4947" w:rsidP="008C4947">
      <w:pPr>
        <w:pStyle w:val="Heading2"/>
        <w:rPr>
          <w:rtl/>
        </w:rPr>
      </w:pPr>
      <w:bookmarkStart w:id="19" w:name="_Toc398986460"/>
      <w:bookmarkStart w:id="20" w:name="_Toc398986491"/>
      <w:r>
        <w:rPr>
          <w:rtl/>
        </w:rPr>
        <w:t>هل أتاك الحديث عن الشيعة :</w:t>
      </w:r>
      <w:bookmarkEnd w:id="18"/>
      <w:bookmarkEnd w:id="19"/>
      <w:bookmarkEnd w:id="20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لا زلت أذكر تلك الحكايات التي تُحكى عن الشيعة عندنا.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إنّهم قوم لم أرهم ولم يرونِـوكأنّه لا يجمعنا وإياهم كوكب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واحدـقوم على ما سمعتـوإن جاءكم فاسقـيتّهمون جبرائيل </w:t>
      </w:r>
      <w:r w:rsidRPr="00B0205B">
        <w:rPr>
          <w:rStyle w:val="libAlaemChar"/>
          <w:rtl/>
        </w:rPr>
        <w:t>عليه‌السلام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بخيانة الأمانة ، فعوض أن ينزلها على عليّ بن أبي طالب </w:t>
      </w:r>
      <w:r w:rsidRPr="00B0205B">
        <w:rPr>
          <w:rStyle w:val="libAlaemChar"/>
          <w:rtl/>
        </w:rPr>
        <w:t>رضي‌الله‌عنه</w:t>
      </w:r>
      <w:r>
        <w:rPr>
          <w:rtl/>
        </w:rPr>
        <w:t xml:space="preserve"> أنزلها خطأ أو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حسدا على محمّد ، وهم يعظّمون عليّا ، حتّى أنّ بعض فرقهم تعبده من </w:t>
      </w:r>
      <w:r w:rsidR="00EA3C94">
        <w:rPr>
          <w:rFonts w:hint="cs"/>
          <w:rtl/>
        </w:rPr>
        <w:t xml:space="preserve"> </w:t>
      </w:r>
      <w:r>
        <w:rPr>
          <w:rtl/>
        </w:rPr>
        <w:t>دون الله!!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كانت هذه الحكايات تجول في خاطري ، ولا ينقضي عجبي من </w:t>
      </w:r>
      <w:r w:rsidR="00EA3C94">
        <w:rPr>
          <w:rFonts w:hint="cs"/>
          <w:rtl/>
        </w:rPr>
        <w:t xml:space="preserve"> </w:t>
      </w:r>
      <w:r>
        <w:rPr>
          <w:rtl/>
        </w:rPr>
        <w:t>هؤلاء القوم الذين لم أر واحدا منهم طيلة حياتي.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عجيب أمر هؤلاء القوم أليست لهم عقول؟! كيف يعتقدون بمثل </w:t>
      </w:r>
      <w:r w:rsidR="00EA3C94">
        <w:rPr>
          <w:rFonts w:hint="cs"/>
          <w:rtl/>
        </w:rPr>
        <w:t xml:space="preserve"> </w:t>
      </w:r>
      <w:r>
        <w:rPr>
          <w:rtl/>
        </w:rPr>
        <w:t>هذه الاعتقادات؟! أليس منهم رجل رشيد يكفّ عن غيّه؟!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... كنّا يوم متحلقين حول ابن عمّي الذي عاد من سفره من ألمانيا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حيث يعمل ، وجرى حديث عن الشيعة ، فقال ابن عمّي : إنهم قوم </w:t>
      </w:r>
      <w:r w:rsidR="00EA3C94">
        <w:rPr>
          <w:rFonts w:hint="cs"/>
          <w:rtl/>
        </w:rPr>
        <w:t xml:space="preserve"> </w:t>
      </w:r>
      <w:r>
        <w:rPr>
          <w:rtl/>
        </w:rPr>
        <w:t>متطرفون في دينهم ، وإنّ</w:t>
      </w:r>
      <w:r>
        <w:rPr>
          <w:rFonts w:hint="cs"/>
          <w:rtl/>
        </w:rPr>
        <w:t>«</w:t>
      </w:r>
      <w:r>
        <w:rPr>
          <w:rtl/>
        </w:rPr>
        <w:t xml:space="preserve"> تلفزيونات</w:t>
      </w:r>
      <w:r>
        <w:rPr>
          <w:rFonts w:hint="cs"/>
          <w:rtl/>
        </w:rPr>
        <w:t>»</w:t>
      </w:r>
      <w:r>
        <w:rPr>
          <w:rtl/>
        </w:rPr>
        <w:t xml:space="preserve">الغرب تعرض أحيانا ما هم عليه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من منكرات ، وخاصة ما يفعلونه بأنفسهم في يوم عاشوراء ، حيث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يشدخون رؤوسهم ويمزّقون ظهورهم حتّى تسيل منهم الدماء غزيرة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حزنا على الحسين بن علي </w:t>
      </w:r>
      <w:r w:rsidRPr="00B0205B">
        <w:rPr>
          <w:rStyle w:val="libAlaemChar"/>
          <w:rtl/>
        </w:rPr>
        <w:t>رضي‌الله‌عنه</w:t>
      </w:r>
      <w:r>
        <w:rPr>
          <w:rtl/>
        </w:rPr>
        <w:t>.</w:t>
      </w:r>
    </w:p>
    <w:p w:rsidR="008C4947" w:rsidRPr="00F122A7" w:rsidRDefault="008C4947" w:rsidP="004233AE">
      <w:pPr>
        <w:pStyle w:val="libNormal"/>
        <w:rPr>
          <w:rStyle w:val="libPoemTiniChar0"/>
          <w:rtl/>
        </w:rPr>
      </w:pPr>
      <w:r>
        <w:rPr>
          <w:rtl/>
        </w:rPr>
        <w:t xml:space="preserve">لا نملك إلاّ الضحك بفم عريض على هؤلاء الجهّال الذين يفعلون </w:t>
      </w:r>
      <w:r w:rsidR="00EA3C94">
        <w:rPr>
          <w:rFonts w:hint="cs"/>
          <w:rtl/>
        </w:rPr>
        <w:t xml:space="preserve"> 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بأنفسهم ما لا يفعل العدوّ بعدوّه.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إنّ سيدنا الحسين </w:t>
      </w:r>
      <w:r w:rsidRPr="00B0205B">
        <w:rPr>
          <w:rStyle w:val="libAlaemChar"/>
          <w:rtl/>
        </w:rPr>
        <w:t>رضي‌الله‌عنه</w:t>
      </w:r>
      <w:r>
        <w:rPr>
          <w:rtl/>
        </w:rPr>
        <w:t xml:space="preserve"> لا يرضى منهم بهذه الفعال الشنيعة ، زد على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هذا أنّ الغربيّين سيشنّعون على المسلمين بما تفعله هذه الفرقة ، وسوف لن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يقتنعوا بقولنا إنّ الإسلام هو دين التسامح والصفاء ، لكن ما الحيلة فهؤلاء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الشيعة بعيدون عنّا آلاف الأميال وإلاّ لكنّا أقنعناهم وأعدناهم إلى جادة </w:t>
      </w:r>
      <w:r w:rsidR="00EA3C94">
        <w:rPr>
          <w:rFonts w:hint="cs"/>
          <w:rtl/>
        </w:rPr>
        <w:t xml:space="preserve"> </w:t>
      </w:r>
      <w:r>
        <w:rPr>
          <w:rtl/>
        </w:rPr>
        <w:t>الصواب.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والحمد لله على نعمته فنحن مالكيّون وأصحاب مذهب صاف</w:t>
      </w:r>
      <w:r>
        <w:rPr>
          <w:rFonts w:hint="cs"/>
          <w:rtl/>
        </w:rPr>
        <w:t>ٍ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كزرقة السماء ، أوليس مالك بن أنس إمامنا وهو إمام دار الهجرة ، والذي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قيل فيه : « لا يُفتى ومالك في المدينة؟! » ، أوليس الشيخ الإمام سحنون هو </w:t>
      </w:r>
      <w:r w:rsidR="00EA3C94">
        <w:rPr>
          <w:rFonts w:hint="cs"/>
          <w:rtl/>
        </w:rPr>
        <w:t xml:space="preserve"> </w:t>
      </w:r>
      <w:r>
        <w:rPr>
          <w:rtl/>
        </w:rPr>
        <w:t>ناشر المذهب في ربوع مغربنا العربي الكبير؟!</w:t>
      </w:r>
    </w:p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bookmarkStart w:id="21" w:name="_Toc365111439"/>
      <w:r w:rsidR="00EA3C94">
        <w:rPr>
          <w:rFonts w:hint="cs"/>
          <w:rtl/>
        </w:rPr>
        <w:lastRenderedPageBreak/>
        <w:t xml:space="preserve"> </w:t>
      </w:r>
    </w:p>
    <w:p w:rsidR="008C4947" w:rsidRDefault="008C4947" w:rsidP="008C4947">
      <w:pPr>
        <w:pStyle w:val="Heading2"/>
        <w:rPr>
          <w:rtl/>
        </w:rPr>
      </w:pPr>
      <w:bookmarkStart w:id="22" w:name="_Toc398986461"/>
      <w:bookmarkStart w:id="23" w:name="_Toc398986492"/>
      <w:r>
        <w:rPr>
          <w:rtl/>
        </w:rPr>
        <w:t>الضالَّة :</w:t>
      </w:r>
      <w:bookmarkEnd w:id="21"/>
      <w:bookmarkEnd w:id="22"/>
      <w:bookmarkEnd w:id="23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وتمضي سنين وسنين...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كنت في بيت أحد الأصدقاء وجرى ذكر فلانـجارهمـ، فقال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أحد الحاضرين معلّقاً : إنّه شيعي ، وقال : إنّهمـأي الشيعةـيشتمون </w:t>
      </w:r>
      <w:r w:rsidR="00EA3C94">
        <w:rPr>
          <w:rFonts w:hint="cs"/>
          <w:rtl/>
        </w:rPr>
        <w:t xml:space="preserve"> </w:t>
      </w:r>
      <w:r>
        <w:rPr>
          <w:rtl/>
        </w:rPr>
        <w:t>الصحابة.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وقع كلامه في نفسي موقعاً كبيراً ، وقلت : أو في بلادنا شيعة؟! </w:t>
      </w:r>
      <w:r w:rsidR="00EA3C94">
        <w:rPr>
          <w:rFonts w:hint="cs"/>
          <w:rtl/>
        </w:rPr>
        <w:t xml:space="preserve"> </w:t>
      </w:r>
      <w:r>
        <w:rPr>
          <w:rtl/>
        </w:rPr>
        <w:t>ولماذا هذا الاقتران بين الشيعة وسبّ الصحابة؟!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وتشوّقت نفسي للالتقاء بأحد الشّيعة حتّى أسأله سؤالا واحدا :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لماذا تشتمون الصحابة؟ وكنت أقصد ما هو الداعي الذي يجعلهم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يشتمون الصحابة ، وإلاّ فلا بدّ من أن يكون هناك توجيه أو سبب قويّ </w:t>
      </w:r>
      <w:r w:rsidR="00EA3C94">
        <w:rPr>
          <w:rFonts w:hint="cs"/>
          <w:rtl/>
        </w:rPr>
        <w:t xml:space="preserve"> </w:t>
      </w:r>
      <w:r>
        <w:rPr>
          <w:rtl/>
        </w:rPr>
        <w:t>لديهم حتّى تصبح هذه التّهمة لهم كبيرة ، أضف إلى</w:t>
      </w:r>
      <w:r>
        <w:rPr>
          <w:rFonts w:hint="cs"/>
          <w:rtl/>
        </w:rPr>
        <w:t>ٰ</w:t>
      </w:r>
      <w:r>
        <w:rPr>
          <w:rtl/>
        </w:rPr>
        <w:t xml:space="preserve"> حبّ الاطلاع الذي كان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عندي حول الملل والنحلـوما زالـكان وراء رغبتي في الالتقاء </w:t>
      </w:r>
      <w:r w:rsidR="00EA3C94">
        <w:rPr>
          <w:rFonts w:hint="cs"/>
          <w:rtl/>
        </w:rPr>
        <w:t xml:space="preserve"> </w:t>
      </w:r>
      <w:r>
        <w:rPr>
          <w:rtl/>
        </w:rPr>
        <w:t>بأحدهم.</w:t>
      </w:r>
    </w:p>
    <w:p w:rsidR="006C1B4D" w:rsidRDefault="008C4947" w:rsidP="006C1B4D">
      <w:pPr>
        <w:pStyle w:val="libNormal"/>
        <w:rPr>
          <w:rtl/>
        </w:rPr>
      </w:pPr>
      <w:r>
        <w:rPr>
          <w:rtl/>
        </w:rPr>
        <w:t xml:space="preserve">لكن وللأسف لم تتوفّر الفرصة لذلك ، حيث كنت منشغلا طوال تلك </w:t>
      </w:r>
      <w:r w:rsidR="00EA3C94">
        <w:rPr>
          <w:rFonts w:hint="cs"/>
          <w:rtl/>
        </w:rPr>
        <w:t xml:space="preserve"> </w:t>
      </w:r>
      <w:r>
        <w:rPr>
          <w:rtl/>
        </w:rPr>
        <w:t>السنة بالاستعداد والتحضير لامتحان الباكالوريا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 ، حيث يعتبر أهم </w:t>
      </w:r>
      <w:r w:rsidR="00EA3C94">
        <w:rPr>
          <w:rFonts w:hint="cs"/>
          <w:rtl/>
        </w:rPr>
        <w:t xml:space="preserve"> </w:t>
      </w:r>
      <w:r>
        <w:rPr>
          <w:rtl/>
        </w:rPr>
        <w:t>امتحان شعبي ورسمي في تونس على الإطلاق.</w:t>
      </w:r>
    </w:p>
    <w:p w:rsidR="006C1B4D" w:rsidRDefault="008C4947" w:rsidP="006C1B4D">
      <w:pPr>
        <w:pStyle w:val="libNormal"/>
        <w:rPr>
          <w:rtl/>
        </w:rPr>
      </w:pPr>
      <w:r>
        <w:rPr>
          <w:rtl/>
        </w:rPr>
        <w:t xml:space="preserve">وذات يوم من أيام الشتاء التقيت بأحد زملاء الدراسة وتذاكرنا في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6C1B4D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هو امتحان الثانوية العامة في بلاد المشرق العربي.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انشغالات ال</w:t>
      </w:r>
      <w:r>
        <w:rPr>
          <w:rFonts w:hint="cs"/>
          <w:rtl/>
        </w:rPr>
        <w:t>ا</w:t>
      </w:r>
      <w:r>
        <w:rPr>
          <w:rtl/>
        </w:rPr>
        <w:t xml:space="preserve">متحان وغيرها إلى أن دار الحديث حول الشيعة ، فقال لي هذا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الصديق مبتسماً : بأنّ زعيم الشيعة في تونس ضُبط في أحد شواطىء </w:t>
      </w:r>
      <w:r w:rsidR="00EA3C94">
        <w:rPr>
          <w:rFonts w:hint="cs"/>
          <w:rtl/>
        </w:rPr>
        <w:t xml:space="preserve"> </w:t>
      </w:r>
      <w:r>
        <w:rPr>
          <w:rtl/>
        </w:rPr>
        <w:t>تونس يحدّق في النساء بمنظار!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فأجبته بكلّ عفوية ممزوجة بكثير من الدهشة والإستغراب : وهل </w:t>
      </w:r>
      <w:r w:rsidR="00EA3C94">
        <w:rPr>
          <w:rFonts w:hint="cs"/>
          <w:rtl/>
        </w:rPr>
        <w:t xml:space="preserve"> </w:t>
      </w:r>
      <w:r>
        <w:rPr>
          <w:rtl/>
        </w:rPr>
        <w:t>هناك طائفة شيعية في تونس حتّى يكون لها زعيم؟!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أجاب الصديق قائلا</w:t>
      </w:r>
      <w:r>
        <w:rPr>
          <w:rFonts w:hint="cs"/>
          <w:rtl/>
        </w:rPr>
        <w:t>ً</w:t>
      </w:r>
      <w:r>
        <w:rPr>
          <w:rtl/>
        </w:rPr>
        <w:t xml:space="preserve"> : ألا تعرف بأنّ فلاناً وفلاناًـبعض أصدقائي </w:t>
      </w:r>
      <w:r w:rsidR="00EA3C94">
        <w:rPr>
          <w:rFonts w:hint="cs"/>
          <w:rtl/>
        </w:rPr>
        <w:t xml:space="preserve"> </w:t>
      </w:r>
      <w:r>
        <w:rPr>
          <w:rtl/>
        </w:rPr>
        <w:t>ومعارفي ـ صاروا من الشيعة؟!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فازدادت دهشتي ، وقلت : فلان شيعي!! لا يمكن ذلك ، ماذا حدث </w:t>
      </w:r>
      <w:r w:rsidR="00EA3C94">
        <w:rPr>
          <w:rFonts w:hint="cs"/>
          <w:rtl/>
        </w:rPr>
        <w:t xml:space="preserve"> </w:t>
      </w:r>
      <w:r>
        <w:rPr>
          <w:rtl/>
        </w:rPr>
        <w:t>له حتّى يصبح كذلك؟!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افترقنا وأنا أضحك في نفسي من أحد أصدقائي الّذي صار شيعيّاً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وقلت : إنّها نزوة من نزواته ، فكما يتأثر بعض الشّباب عندنا بفلان المطرب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أو بفلان الرّياضي أو بهذا اللّباس أو بتلك التّقليعة ، فهذا الصديق يبدو أنه </w:t>
      </w:r>
      <w:r w:rsidR="00EA3C94">
        <w:rPr>
          <w:rFonts w:hint="cs"/>
          <w:rtl/>
        </w:rPr>
        <w:t xml:space="preserve"> </w:t>
      </w:r>
      <w:r>
        <w:rPr>
          <w:rtl/>
        </w:rPr>
        <w:t>تأثّر بفكر الشيعة من باب « خَالِفْ تُعرَفْ ».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ثم عزمت في الأثناء أن ألتقي بهذا الصديق « المُسْتَشْيع » حتّى </w:t>
      </w:r>
      <w:r w:rsidR="00EA3C94">
        <w:rPr>
          <w:rFonts w:hint="cs"/>
          <w:rtl/>
        </w:rPr>
        <w:t xml:space="preserve"> </w:t>
      </w:r>
      <w:r>
        <w:rPr>
          <w:rtl/>
        </w:rPr>
        <w:t>أبحث معه هذا الموضوع ، ولتتوفّر لي الفرصة القديمة لمعرفة فكر الشيعة</w:t>
      </w:r>
      <w:r w:rsidR="00EA3C94">
        <w:rPr>
          <w:rFonts w:hint="cs"/>
          <w:rtl/>
        </w:rPr>
        <w:t xml:space="preserve"> </w:t>
      </w:r>
      <w:r>
        <w:rPr>
          <w:rtl/>
        </w:rPr>
        <w:t>« فربّ صدفة خير من ألف ميعاد ».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لم تمض إلاّ أيّام يسيرة حتّى التقيت به في أحد شوارع حيّنا ، سلّم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عليّ ودعاني إلى بيته ، دخلنا البيت ثمّ ولجنا إلى غرفته الخاصّة الصغيرة ، </w:t>
      </w:r>
      <w:r w:rsidR="00EA3C94">
        <w:rPr>
          <w:rFonts w:hint="cs"/>
          <w:rtl/>
        </w:rPr>
        <w:t xml:space="preserve"> </w:t>
      </w:r>
      <w:r>
        <w:rPr>
          <w:rtl/>
        </w:rPr>
        <w:t>فكان ممّا قلت له : هل جُننتَ؟! ما هذا التحوّل الذي أصابك؟!</w:t>
      </w:r>
    </w:p>
    <w:p w:rsidR="008C4947" w:rsidRPr="00297AB3" w:rsidRDefault="008C4947" w:rsidP="00B0205B">
      <w:pPr>
        <w:pStyle w:val="libBold2"/>
        <w:rPr>
          <w:rtl/>
        </w:rPr>
      </w:pPr>
      <w:r w:rsidRPr="00297AB3">
        <w:rPr>
          <w:rtl/>
        </w:rPr>
        <w:t>ضحك ـ وكان ذا شخصية مرحة ظريفة ـ لكن لم يجبني صراحة</w:t>
      </w:r>
      <w:r>
        <w:rPr>
          <w:rtl/>
        </w:rPr>
        <w:t>.</w:t>
      </w:r>
    </w:p>
    <w:p w:rsidR="008C4947" w:rsidRPr="00F122A7" w:rsidRDefault="008C4947" w:rsidP="004233AE">
      <w:pPr>
        <w:pStyle w:val="libNormal"/>
        <w:rPr>
          <w:rStyle w:val="libPoemTiniChar0"/>
          <w:rtl/>
        </w:rPr>
      </w:pPr>
      <w:r>
        <w:rPr>
          <w:rtl/>
        </w:rPr>
        <w:t xml:space="preserve">لمحتُ على مكتبه كتاباً كبيراً شدني حجمه في البدايةـلأنّ من </w:t>
      </w:r>
      <w:r w:rsidR="00EA3C94">
        <w:rPr>
          <w:rFonts w:hint="cs"/>
          <w:rtl/>
        </w:rPr>
        <w:t xml:space="preserve"> 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عادة كتّابنا الإسلاميين في العصر الحاضر أن تكون لهم « كتيّبات » فيها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مقدّمة طويلة ودعاء أطول في آخر الكتاب وينتهي الكتيّبـفقرأت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عنوان الكتاب « المراجعات » 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 ، فلم أفهم معناه ، هل هو من الرجوع أم من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المراجعة ، لكن فهمت أنه كتاب شيعي لأنّ صورة المؤلّف بعمامته السوداء </w:t>
      </w:r>
      <w:r w:rsidR="00EA3C94">
        <w:rPr>
          <w:rFonts w:hint="cs"/>
          <w:rtl/>
        </w:rPr>
        <w:t xml:space="preserve"> </w:t>
      </w:r>
      <w:r>
        <w:rPr>
          <w:rtl/>
        </w:rPr>
        <w:t>كانت في الصفحة الثانية داخل الكتاب.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لم تطل بنا الجلسة ، حيث كان عنده أحد الضيوف ، فتواعدنا على </w:t>
      </w:r>
      <w:r w:rsidR="00EA3C94">
        <w:rPr>
          <w:rFonts w:hint="cs"/>
          <w:rtl/>
        </w:rPr>
        <w:t xml:space="preserve"> </w:t>
      </w:r>
      <w:r>
        <w:rPr>
          <w:rtl/>
        </w:rPr>
        <w:t>لقاء آخر.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في الموعد اللاّحق أردت أن أخرج بصديقي من حالة الهزل إلى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حالة الجدّ ، فسألته أسئلة من أهمّها : لماذا يتحرّش الشيعة بالصحابةـهذه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النخبة التي ما وجد ولا يوجد إلى يوم القيامة مثلهاـوكنت ما زلت غير </w:t>
      </w:r>
      <w:r w:rsidR="00EA3C94">
        <w:rPr>
          <w:rFonts w:hint="cs"/>
          <w:rtl/>
        </w:rPr>
        <w:t xml:space="preserve"> </w:t>
      </w:r>
      <w:r>
        <w:rPr>
          <w:rtl/>
        </w:rPr>
        <w:t>متفهّم كون صديقي صار فعلا شيعيّا.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قال صديقي مجيباًـوكأنه يريد أن يدخل بي الموضوع من حيث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تؤكل الكتف ـ : هل تعرف حديث العشرة المبشّرين بالجنّة</w:t>
      </w:r>
      <w:r w:rsidRPr="00F122A7">
        <w:rPr>
          <w:rStyle w:val="libFootnotenumChar"/>
          <w:rtl/>
        </w:rPr>
        <w:t>(2)</w:t>
      </w:r>
      <w:r>
        <w:rPr>
          <w:rtl/>
        </w:rPr>
        <w:t>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:</w:t>
      </w:r>
      <w:r>
        <w:rPr>
          <w:rFonts w:hint="cs"/>
          <w:rtl/>
        </w:rPr>
        <w:t>«</w:t>
      </w:r>
      <w:r>
        <w:rPr>
          <w:rtl/>
        </w:rPr>
        <w:t xml:space="preserve"> نعم ، لقد حفظت أسماءهم ، وعرفت سيرتهم منذ نعومة </w:t>
      </w:r>
      <w:r w:rsidR="00EA3C94">
        <w:rPr>
          <w:rFonts w:hint="cs"/>
          <w:rtl/>
        </w:rPr>
        <w:t xml:space="preserve"> </w:t>
      </w:r>
      <w:r>
        <w:rPr>
          <w:rtl/>
        </w:rPr>
        <w:t>أظفاري.</w:t>
      </w:r>
    </w:p>
    <w:p w:rsidR="00F31379" w:rsidRDefault="008C4947" w:rsidP="00F31379">
      <w:pPr>
        <w:pStyle w:val="libBold2"/>
        <w:rPr>
          <w:rtl/>
        </w:rPr>
      </w:pPr>
      <w:r w:rsidRPr="00297AB3">
        <w:rPr>
          <w:rtl/>
        </w:rPr>
        <w:t>فقال لي : سَمّهم لي؟</w:t>
      </w:r>
    </w:p>
    <w:p w:rsidR="00F31379" w:rsidRDefault="008C4947" w:rsidP="00F31379">
      <w:pPr>
        <w:pStyle w:val="libNormal"/>
        <w:rPr>
          <w:rtl/>
        </w:rPr>
      </w:pPr>
      <w:r>
        <w:rPr>
          <w:rtl/>
        </w:rPr>
        <w:t xml:space="preserve">أجبت ببداهة : هم الخلفاء الأربعة الراشدون ، أبو بكر الصدّيق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وعمر الفاروق ، وعثمان بن عفّان ، وعليّ بن أبي طالب ، وسعد بن أبي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وقّاص ، وعبدالرحمان بن عوف ، وسعيد بن زيد ، وبلال في قول ، وطلحة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31379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المراجعات كتاب قيّم للعلامة السيد عبدالحسين شرف الدين الموسوي اللّبناني يمثل </w:t>
      </w:r>
      <w:r w:rsidR="00EA3C94">
        <w:rPr>
          <w:rFonts w:hint="cs"/>
          <w:rtl/>
        </w:rPr>
        <w:t xml:space="preserve"> </w:t>
      </w:r>
      <w:r>
        <w:rPr>
          <w:rtl/>
        </w:rPr>
        <w:t>مناظرات في العقيدة والإختلافات بين السنة والشيعة وهو مفيد لكلّ باحث عن الحقيقة.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أنظر : سنن ابن ماجة ج1 فضائل العشرة.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ابن عبيد الله ، والزبير بن العوام.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قال لي : طيّب ، هل تعرف الحديث القائل بأنّه إذا اقتتل مسلمان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فالقاتل والمقتول في النّار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>؟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: نعم ، وماذا في هذا؟!</w:t>
      </w:r>
    </w:p>
    <w:p w:rsidR="008C4947" w:rsidRPr="00214DF9" w:rsidRDefault="008C4947" w:rsidP="00B0205B">
      <w:pPr>
        <w:pStyle w:val="libBold2"/>
        <w:rPr>
          <w:rtl/>
        </w:rPr>
      </w:pPr>
      <w:r w:rsidRPr="00214DF9">
        <w:rPr>
          <w:rtl/>
        </w:rPr>
        <w:t xml:space="preserve">قال : على هذا القول يكون عثمان بن عفّان وعليّ وطلحة والزبير </w:t>
      </w:r>
      <w:r w:rsidR="00EA3C94">
        <w:rPr>
          <w:rFonts w:hint="cs"/>
          <w:rtl/>
        </w:rPr>
        <w:t xml:space="preserve"> </w:t>
      </w:r>
      <w:r w:rsidRPr="00214DF9">
        <w:rPr>
          <w:rtl/>
        </w:rPr>
        <w:t>بن العوّام وغيرهم من أهل النّار؟!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: كيف ذلك؟!</w:t>
      </w:r>
    </w:p>
    <w:p w:rsidR="008C4947" w:rsidRPr="00214DF9" w:rsidRDefault="008C4947" w:rsidP="00B0205B">
      <w:pPr>
        <w:pStyle w:val="libBold2"/>
        <w:rPr>
          <w:rtl/>
        </w:rPr>
      </w:pPr>
      <w:r w:rsidRPr="00214DF9">
        <w:rPr>
          <w:rtl/>
        </w:rPr>
        <w:t xml:space="preserve">قال : دقّق جيّداً في معنى الحديثين وسترى التّناقض ، فلو صحّ </w:t>
      </w:r>
      <w:r w:rsidR="00EA3C94">
        <w:rPr>
          <w:rFonts w:hint="cs"/>
          <w:rtl/>
        </w:rPr>
        <w:t xml:space="preserve"> </w:t>
      </w:r>
      <w:r w:rsidRPr="00214DF9">
        <w:rPr>
          <w:rtl/>
        </w:rPr>
        <w:t xml:space="preserve">حديث العشرة لا يصحّ حديث القاتل والمقتول في النّار ، ولو صحّ هذا </w:t>
      </w:r>
      <w:r w:rsidR="00EA3C94">
        <w:rPr>
          <w:rFonts w:hint="cs"/>
          <w:rtl/>
        </w:rPr>
        <w:t xml:space="preserve"> </w:t>
      </w:r>
      <w:r w:rsidRPr="00214DF9">
        <w:rPr>
          <w:rtl/>
        </w:rPr>
        <w:t>الثاني لم يصحّ الأوّل.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صمتُّ هنيئة أدقّق في هذا الكلام المنطقي ، العاري عن الزّيف </w:t>
      </w:r>
      <w:r w:rsidR="00EA3C94">
        <w:rPr>
          <w:rFonts w:hint="cs"/>
          <w:rtl/>
        </w:rPr>
        <w:t xml:space="preserve"> </w:t>
      </w:r>
      <w:r>
        <w:rPr>
          <w:rtl/>
        </w:rPr>
        <w:t>والزخارف والمتين عقلا</w:t>
      </w:r>
      <w:r>
        <w:rPr>
          <w:rFonts w:hint="cs"/>
          <w:rtl/>
        </w:rPr>
        <w:t xml:space="preserve">ً </w:t>
      </w:r>
      <w:r>
        <w:rPr>
          <w:rtl/>
        </w:rPr>
        <w:t>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أجبته بصوت بادىء الضعف : فكيف الحيلة؟!</w:t>
      </w:r>
    </w:p>
    <w:p w:rsidR="004F3E59" w:rsidRDefault="008C4947" w:rsidP="004F3E59">
      <w:pPr>
        <w:pStyle w:val="libBold2"/>
        <w:rPr>
          <w:rtl/>
        </w:rPr>
      </w:pPr>
      <w:r w:rsidRPr="00214DF9">
        <w:rPr>
          <w:rtl/>
        </w:rPr>
        <w:t xml:space="preserve">قال : من غير المعقول أن يكون جميع الصّحابة كلّهم ، من أسلم في </w:t>
      </w:r>
      <w:r w:rsidR="00EA3C94">
        <w:rPr>
          <w:rFonts w:hint="cs"/>
          <w:rtl/>
        </w:rPr>
        <w:t xml:space="preserve"> </w:t>
      </w:r>
      <w:r w:rsidRPr="00214DF9">
        <w:rPr>
          <w:rtl/>
        </w:rPr>
        <w:t xml:space="preserve">أيام الدعوة الأولى في مكّة ومن أسلم في المدينة ومن أسلم بعد الفتح </w:t>
      </w:r>
      <w:r w:rsidR="00EA3C94">
        <w:rPr>
          <w:rFonts w:hint="cs"/>
          <w:rtl/>
        </w:rPr>
        <w:t xml:space="preserve"> </w:t>
      </w:r>
      <w:r w:rsidRPr="00214DF9">
        <w:rPr>
          <w:rtl/>
        </w:rPr>
        <w:t xml:space="preserve">كلّهم متساوون ، وهذا أمر بديهي ، فليس من تربّى في حجر الرسالة من </w:t>
      </w:r>
      <w:r w:rsidR="00EA3C94">
        <w:rPr>
          <w:rFonts w:hint="cs"/>
          <w:rtl/>
        </w:rPr>
        <w:t xml:space="preserve"> </w:t>
      </w:r>
      <w:r w:rsidRPr="00214DF9">
        <w:rPr>
          <w:rtl/>
        </w:rPr>
        <w:t xml:space="preserve">يومها الأول كعليّ يكون مثل معاوية الذي أسلم يوم فتح مكّة ، ولا أبو </w:t>
      </w:r>
      <w:r w:rsidR="00EA3C94">
        <w:rPr>
          <w:rFonts w:hint="cs"/>
          <w:rtl/>
        </w:rPr>
        <w:t xml:space="preserve"> </w:t>
      </w:r>
      <w:r w:rsidRPr="00214DF9">
        <w:rPr>
          <w:rtl/>
        </w:rPr>
        <w:t xml:space="preserve">سفيان بن حرب كصحابي عمّار بن ياسر ، هذا شيء طبيعي وبديهي في كلّ </w:t>
      </w:r>
      <w:r w:rsidR="00EA3C94">
        <w:rPr>
          <w:rFonts w:hint="cs"/>
          <w:rtl/>
        </w:rPr>
        <w:t xml:space="preserve"> </w:t>
      </w:r>
      <w:r w:rsidRPr="00214DF9">
        <w:rPr>
          <w:rtl/>
        </w:rPr>
        <w:t>دعوة سماوية كانت أو وضعيّة.</w:t>
      </w:r>
    </w:p>
    <w:p w:rsidR="004F3E59" w:rsidRPr="004F3E59" w:rsidRDefault="008C4947" w:rsidP="004F3E59">
      <w:pPr>
        <w:pStyle w:val="libBold2"/>
        <w:rPr>
          <w:rStyle w:val="libBold2Char"/>
          <w:b/>
          <w:bCs/>
          <w:rtl/>
        </w:rPr>
      </w:pPr>
      <w:r w:rsidRPr="00214DF9">
        <w:rPr>
          <w:rtl/>
        </w:rPr>
        <w:t>ثمّ إنّ صحبة هؤلاء وهؤلاء للرسول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ليست واحدة ، وعليه </w:t>
      </w:r>
    </w:p>
    <w:p w:rsidR="008C4947" w:rsidRPr="00296D77" w:rsidRDefault="00EA3C94" w:rsidP="00AB3661">
      <w:pPr>
        <w:pStyle w:val="libLine"/>
        <w:rPr>
          <w:rtl/>
        </w:rPr>
      </w:pPr>
      <w:r>
        <w:rPr>
          <w:rFonts w:hint="cs"/>
          <w:rtl/>
        </w:rPr>
        <w:t xml:space="preserve"> </w:t>
      </w:r>
      <w:r w:rsidR="008C4947" w:rsidRPr="00296D77">
        <w:rPr>
          <w:rtl/>
        </w:rPr>
        <w:t>__</w:t>
      </w:r>
      <w:r w:rsidR="008C4947">
        <w:rPr>
          <w:rFonts w:hint="cs"/>
          <w:rtl/>
        </w:rPr>
        <w:t>___</w:t>
      </w:r>
      <w:r w:rsidR="008C4947"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البخاري 2 / 92 ، سنن ابن ماجة 2 / 1311 كتاب الفتن ، مسند أحمد 4 / 418.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 w:rsidRPr="00B0205B">
        <w:rPr>
          <w:rStyle w:val="libBold2Char"/>
          <w:rtl/>
        </w:rPr>
        <w:lastRenderedPageBreak/>
        <w:t xml:space="preserve">تكون النتيجة أنّ الصحابة مختلفون ومتفاوتون في علمهم ، وجهادهم ،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وفهمهم للقرآن والسنّة... فليس الأمر على ما نحن عليه اليوم ، فمن فاتته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صحبة عشر سنوات للرسول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 ، لا يتيسّر له بسهولة أن يساوي من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سبقه ، خاصّة مع عدم توفّر وسائل الطباعة والتسجيل وغيرها كما هو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الحال عندنا اليوم.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هذا من جانب ومن جانب آخر إنّ الصحبة وإن كانت فضيلة في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نفسها لأنّ رؤية أو معايشة أعظم الرسل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شرف عظيم جدّا ، إلاّ أنّ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الصحابة هم أوّل المكلّفين بعد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ولا يمكن بحال أن يكونوا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فوق الشرع ، ثم لو كانت الصحبة ماحِيةً لكلّ ذنب لكانت زوجيّة زوجات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>أعلى وأفضل ، في حين أنّ الله لم يقرَّ ذلك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ولا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رسوله</w:t>
      </w:r>
      <w:r w:rsidRPr="00F122A7">
        <w:rPr>
          <w:rStyle w:val="libFootnotenumChar"/>
          <w:rtl/>
        </w:rPr>
        <w:t>(2)</w:t>
      </w:r>
      <w:r>
        <w:rPr>
          <w:rtl/>
        </w:rPr>
        <w:t>!</w:t>
      </w:r>
    </w:p>
    <w:p w:rsidR="00AB3661" w:rsidRDefault="008C4947" w:rsidP="00AB3661">
      <w:pPr>
        <w:pStyle w:val="libBold2"/>
        <w:rPr>
          <w:rtl/>
        </w:rPr>
      </w:pPr>
      <w:r w:rsidRPr="00214DF9">
        <w:rPr>
          <w:rtl/>
        </w:rPr>
        <w:t xml:space="preserve">وعلى هذا نخلص إلى القول بأنّ الصُّحبة غير عاصمة لصاحبها ، لا </w:t>
      </w:r>
      <w:r w:rsidR="00EA3C94">
        <w:rPr>
          <w:rFonts w:hint="cs"/>
          <w:rtl/>
        </w:rPr>
        <w:t xml:space="preserve"> </w:t>
      </w:r>
      <w:r w:rsidRPr="00214DF9">
        <w:rPr>
          <w:rtl/>
        </w:rPr>
        <w:t xml:space="preserve">من الضلال ولا من العذاب ، والصحابة كما دلّ القرآن والسنة فيهم من بلغ </w:t>
      </w:r>
      <w:r w:rsidR="00EA3C94">
        <w:rPr>
          <w:rFonts w:hint="cs"/>
          <w:rtl/>
        </w:rPr>
        <w:t xml:space="preserve"> </w:t>
      </w:r>
      <w:r w:rsidRPr="00214DF9">
        <w:rPr>
          <w:rtl/>
        </w:rPr>
        <w:t>مراتب الملائكة وفيهم من انحطّ إلى أسفل سافلين.</w:t>
      </w:r>
    </w:p>
    <w:p w:rsidR="00AB3661" w:rsidRDefault="008C4947" w:rsidP="00AB3661">
      <w:pPr>
        <w:pStyle w:val="libBold2"/>
        <w:rPr>
          <w:rtl/>
        </w:rPr>
      </w:pPr>
      <w:r>
        <w:rPr>
          <w:rtl/>
        </w:rPr>
        <w:t>اكتفيت بهذه الأدلّة ، وفي الواقع فُتحت لي آفاقُ أخرى كانت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إشارة إلى قوله تعالى </w:t>
      </w:r>
      <w:r w:rsidRPr="006E7803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F122A7">
        <w:rPr>
          <w:rStyle w:val="libFootnoteAieChar"/>
          <w:rFonts w:hint="cs"/>
          <w:rtl/>
        </w:rPr>
        <w:t xml:space="preserve"> يَا نِسَاءَ النَّبِيِّ مَن يَأْتِ مِنكُنَّ بِفَاحِشَةٍ مُّبَيِّنَةٍ يُضَاعَفْ لَهَا </w:t>
      </w:r>
      <w:r w:rsidR="00EA3C94">
        <w:rPr>
          <w:rStyle w:val="libFootnoteAieChar"/>
          <w:rtl/>
        </w:rPr>
        <w:t xml:space="preserve"> </w:t>
      </w:r>
      <w:r w:rsidRPr="00F122A7">
        <w:rPr>
          <w:rStyle w:val="libFootnoteAieChar"/>
          <w:rFonts w:hint="cs"/>
          <w:rtl/>
        </w:rPr>
        <w:t>الْعَذَابُ ضِعْفَيْنِ وَكَانَ ذَٰلِكَ عَلَى اللهِ يَسِيرًا</w:t>
      </w:r>
      <w:r w:rsidRPr="00F122A7">
        <w:rPr>
          <w:rStyle w:val="libFootnoteAieChar"/>
        </w:rPr>
        <w:t>*</w:t>
      </w:r>
      <w:r w:rsidRPr="00F122A7">
        <w:rPr>
          <w:rStyle w:val="libFootnoteAieChar"/>
          <w:rFonts w:hint="cs"/>
          <w:rtl/>
        </w:rPr>
        <w:t xml:space="preserve">وَمَن يَقْنُتْ مِنكُنَّ للهِ وَرَسُولِهِ وَتَعْمَلْ </w:t>
      </w:r>
      <w:r w:rsidR="00EA3C94">
        <w:rPr>
          <w:rStyle w:val="libFootnoteAieChar"/>
          <w:rtl/>
        </w:rPr>
        <w:t xml:space="preserve"> </w:t>
      </w:r>
      <w:r w:rsidRPr="00F122A7">
        <w:rPr>
          <w:rStyle w:val="libFootnoteAieChar"/>
          <w:rFonts w:hint="cs"/>
          <w:rtl/>
        </w:rPr>
        <w:t>صَالِحًا نُّؤْتِهَا أَجْرَهَا مَرَّتَيْنِ وَأَعْتَدْنَا لَهَا رِزْقًا كَرِيمًا</w:t>
      </w:r>
      <w:r w:rsidRPr="00B0205B">
        <w:rPr>
          <w:rStyle w:val="libAlaemChar"/>
          <w:rtl/>
        </w:rPr>
        <w:t>)</w:t>
      </w:r>
      <w:r>
        <w:rPr>
          <w:rtl/>
        </w:rPr>
        <w:t xml:space="preserve"> [ سورة الأحزاب : 30 ].</w:t>
      </w:r>
    </w:p>
    <w:p w:rsidR="008C4947" w:rsidRPr="00297AB3" w:rsidRDefault="008C4947" w:rsidP="00F122A7">
      <w:pPr>
        <w:pStyle w:val="libFootnote"/>
        <w:rPr>
          <w:rFonts w:eastAsia="Calibri"/>
          <w:rtl/>
        </w:rPr>
      </w:pPr>
      <w:r w:rsidRPr="00297AB3">
        <w:rPr>
          <w:rFonts w:eastAsia="Calibri"/>
          <w:rtl/>
        </w:rPr>
        <w:t xml:space="preserve">وعلى هذا يمكن لنا أن نقول إنّ مضاعفة العذاب على الصحابي الراكب للكبائر وارد </w:t>
      </w:r>
      <w:r w:rsidR="00EA3C94">
        <w:rPr>
          <w:rFonts w:eastAsia="Calibri" w:hint="cs"/>
          <w:rtl/>
        </w:rPr>
        <w:t xml:space="preserve"> </w:t>
      </w:r>
      <w:r w:rsidRPr="00297AB3">
        <w:rPr>
          <w:rFonts w:eastAsia="Calibri"/>
          <w:rtl/>
        </w:rPr>
        <w:t>أيضا؟!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أنظر : حديث الحوض مثلا</w:t>
      </w:r>
      <w:r>
        <w:rPr>
          <w:rFonts w:hint="cs"/>
          <w:rtl/>
        </w:rPr>
        <w:t>ً</w:t>
      </w:r>
      <w:r>
        <w:rPr>
          <w:rtl/>
        </w:rPr>
        <w:t xml:space="preserve"> في البخاري 8 / 151 ; صحيح مسلم 4 / 1792ـ1800 </w:t>
      </w:r>
      <w:r w:rsidR="00EA3C94">
        <w:rPr>
          <w:rFonts w:hint="cs"/>
          <w:rtl/>
        </w:rPr>
        <w:t xml:space="preserve"> </w:t>
      </w:r>
      <w:r>
        <w:rPr>
          <w:rtl/>
        </w:rPr>
        <w:t>كتاب الفضائل ، مسند أحمد 6 / 55 حديث 4042.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مسدودة في وجهي لعقدة الخطّ الأحمر الوهمي الّذي زرعه فينا كبراؤنا ، </w:t>
      </w:r>
      <w:r w:rsidR="00EA3C94">
        <w:rPr>
          <w:rFonts w:hint="cs"/>
          <w:rtl/>
        </w:rPr>
        <w:t xml:space="preserve"> </w:t>
      </w:r>
      <w:r>
        <w:rPr>
          <w:rtl/>
        </w:rPr>
        <w:t>فإنّ بحثي في« ملفّات الصحابة » ليس ذنباً أو عيباً بل لأكون على بصيرة.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وكيف يكون هذا الشيء حراماً وممنوعاً ، وقد قال تعالى في كتابه </w:t>
      </w:r>
      <w:r w:rsidR="00EA3C94">
        <w:rPr>
          <w:rFonts w:hint="cs"/>
          <w:rtl/>
        </w:rPr>
        <w:t xml:space="preserve"> </w:t>
      </w:r>
      <w:r>
        <w:rPr>
          <w:rtl/>
        </w:rPr>
        <w:t>الكريم ذَامّاً الكافرين الّذين اتّبعوا تقاليدهم وصمّوا عقولهم</w:t>
      </w:r>
      <w:r w:rsidRPr="006E7803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إِنَّا وَجَدْنَا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آبَاءَنَا عَلَىٰ أُمَّةٍ وَإِنَّا عَلَىٰ آثَارِهِم مُّهْتَدُونَ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>
        <w:rPr>
          <w:rtl/>
        </w:rPr>
        <w:t>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ثمّ إذا كان سفك الصحابة للدماء ، ورَميهم لزوجة من زوجات </w:t>
      </w:r>
      <w:r w:rsidR="00EA3C94">
        <w:rPr>
          <w:rFonts w:hint="cs"/>
          <w:rtl/>
        </w:rPr>
        <w:t xml:space="preserve"> </w:t>
      </w:r>
      <w:r>
        <w:rPr>
          <w:rtl/>
        </w:rPr>
        <w:t>الرسول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بالفاحشة وشتم بعضهم لبعض اجتهادا ومأجورين فيه أجرا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واحدا ، فليكن هذا البحث اجتهادا منّي وإن أخطأت الحقيقة ، أم أنّ </w:t>
      </w:r>
      <w:r w:rsidR="00EA3C94">
        <w:rPr>
          <w:rFonts w:hint="cs"/>
          <w:rtl/>
        </w:rPr>
        <w:t xml:space="preserve"> </w:t>
      </w:r>
      <w:r>
        <w:rPr>
          <w:rtl/>
        </w:rPr>
        <w:t>المسألة« حلال عليكم حرام علينا » كما يقول المثل عندنا!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ووجدت بعد تحليل ونظر أنّ الصحابة لا يخلو حالهم من أوجه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ثلاث : فإمّا أن يكونوا كلّهم عدولا ، وإمّا أن يكونوا جميعا قد هلكوا بما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جرى بينهم من فتن ، أو أنّ هناك أمراً وسطا منطقيا ، وهو أنّ بعضهم عدول </w:t>
      </w:r>
      <w:r w:rsidR="00EA3C94">
        <w:rPr>
          <w:rFonts w:hint="cs"/>
          <w:rtl/>
        </w:rPr>
        <w:t xml:space="preserve"> </w:t>
      </w:r>
      <w:r>
        <w:rPr>
          <w:rtl/>
        </w:rPr>
        <w:t>وبعضهم غير عدول.</w:t>
      </w:r>
    </w:p>
    <w:p w:rsidR="004356FA" w:rsidRDefault="00EA3C94" w:rsidP="00F122A7">
      <w:pPr>
        <w:pStyle w:val="libLine"/>
        <w:rPr>
          <w:rtl/>
        </w:rPr>
      </w:pPr>
      <w:r>
        <w:rPr>
          <w:rFonts w:hint="cs"/>
          <w:rtl/>
        </w:rPr>
        <w:t xml:space="preserve">      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الزخرف : 22.</w:t>
      </w:r>
    </w:p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bookmarkStart w:id="24" w:name="_Toc365111440"/>
      <w:r w:rsidR="00EA3C94">
        <w:rPr>
          <w:rFonts w:hint="cs"/>
          <w:rtl/>
        </w:rPr>
        <w:lastRenderedPageBreak/>
        <w:t xml:space="preserve"> </w:t>
      </w:r>
    </w:p>
    <w:p w:rsidR="008C4947" w:rsidRDefault="008C4947" w:rsidP="008C4947">
      <w:pPr>
        <w:pStyle w:val="Heading2"/>
        <w:rPr>
          <w:rtl/>
        </w:rPr>
      </w:pPr>
      <w:bookmarkStart w:id="25" w:name="_Toc398986462"/>
      <w:bookmarkStart w:id="26" w:name="_Toc398986493"/>
      <w:r>
        <w:rPr>
          <w:rtl/>
        </w:rPr>
        <w:t>أبو هريرة.... سرٌّ آخر :</w:t>
      </w:r>
      <w:bookmarkEnd w:id="24"/>
      <w:bookmarkEnd w:id="25"/>
      <w:bookmarkEnd w:id="26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كثيراً ما كنت أسمع هذه الجملة عند حضوري لصلاة الجمعة في </w:t>
      </w:r>
      <w:r w:rsidR="00EA3C94">
        <w:rPr>
          <w:rFonts w:hint="cs"/>
          <w:rtl/>
        </w:rPr>
        <w:t xml:space="preserve"> </w:t>
      </w:r>
      <w:r>
        <w:rPr>
          <w:rtl/>
        </w:rPr>
        <w:t>مسجد الجمعة في مدينتي قابس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 ، وذلك بعد صعود الإمام للمنبر وقبل </w:t>
      </w:r>
      <w:r w:rsidR="00EA3C94">
        <w:rPr>
          <w:rFonts w:hint="cs"/>
          <w:rtl/>
        </w:rPr>
        <w:t xml:space="preserve"> </w:t>
      </w:r>
      <w:r>
        <w:rPr>
          <w:rtl/>
        </w:rPr>
        <w:t>بدء الخطبة ، هي... عن الضحّاك... عن أبي هريرة</w:t>
      </w:r>
      <w:r w:rsidRPr="00F122A7">
        <w:rPr>
          <w:rStyle w:val="libFootnotenumChar"/>
          <w:rtl/>
        </w:rPr>
        <w:t>(2)</w:t>
      </w:r>
      <w:r>
        <w:rPr>
          <w:rtl/>
        </w:rPr>
        <w:t xml:space="preserve">قال : قال رسول </w:t>
      </w:r>
      <w:r w:rsidR="00EA3C94">
        <w:rPr>
          <w:rFonts w:hint="cs"/>
          <w:rtl/>
        </w:rPr>
        <w:t xml:space="preserve"> </w:t>
      </w:r>
      <w:r>
        <w:rPr>
          <w:rtl/>
        </w:rPr>
        <w:t>الله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:« من قال لصاحبه أنصت فقد لغى...» الحديث.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كنتُ أسمع برواية أبي هريرة هذه وما كنت أعرف شخصيته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بالتفصيل ، بل كنت أظن أنّ اسمه الفعلي هو أبو هريرة ، فتبيّن أن هذه كنيته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وذلك لهرّة كانت لا تفارقه! جرى ذكر أبي هريرة يوماً في نقاش آخر لي </w:t>
      </w:r>
      <w:r w:rsidR="00EA3C94">
        <w:rPr>
          <w:rFonts w:hint="cs"/>
          <w:rtl/>
        </w:rPr>
        <w:t xml:space="preserve"> </w:t>
      </w:r>
      <w:r>
        <w:rPr>
          <w:rtl/>
        </w:rPr>
        <w:t>مع صديقي الشيعي.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فقال صديقي معلّقاً : هو كذّاب ، وقد وضع أحاديث كثيرة ونشرها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على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 ، أرضى بها جبابرة عصره ملوك بني أميّة كمعاوية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ومروان.</w:t>
      </w:r>
    </w:p>
    <w:p w:rsidR="007B11ED" w:rsidRDefault="008C4947" w:rsidP="00F122A7">
      <w:pPr>
        <w:pStyle w:val="libLine"/>
        <w:rPr>
          <w:rtl/>
        </w:rPr>
      </w:pPr>
      <w:r w:rsidRPr="00B0205B">
        <w:rPr>
          <w:rStyle w:val="libBold2Char"/>
          <w:rtl/>
        </w:rPr>
        <w:t>والعجيب أنّه لقلّة صحبته للرسول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قياسا بباقي الصّحابة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كعليّ</w:t>
      </w:r>
      <w:r w:rsidRPr="00B0205B">
        <w:rPr>
          <w:rStyle w:val="libAlaemChar"/>
          <w:rtl/>
        </w:rPr>
        <w:t>رضي‌الله‌عنه</w:t>
      </w:r>
      <w:r w:rsidRPr="00B0205B">
        <w:rPr>
          <w:rStyle w:val="libBold2Char"/>
          <w:rtl/>
        </w:rPr>
        <w:t xml:space="preserve">وعمر وأبو بكر فإنّه أكثرهم حديثاً! بل فاق زوجات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الرسول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في الرواية ممّا جعل الباحثون يشكّون ويطعنون في صدق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مدينة على الساحل الجنوبي الشرقي للبلاد التونسيّة سكنها البربر وسمّاها الروم باسم </w:t>
      </w:r>
      <w:r w:rsidR="00EA3C94">
        <w:rPr>
          <w:rFonts w:hint="cs"/>
          <w:rtl/>
        </w:rPr>
        <w:t xml:space="preserve"> </w:t>
      </w:r>
      <w:r>
        <w:t>Tacaps</w:t>
      </w:r>
      <w:r>
        <w:rPr>
          <w:rtl/>
        </w:rPr>
        <w:t xml:space="preserve"> عرّبت إلى قابس قطب صناعي حاليّا.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هو أبو هريرة الدوسي اليماني لم يضبط اسمه في الجاهلية ولا في الاسلام.</w:t>
      </w:r>
    </w:p>
    <w:p w:rsidR="008C4947" w:rsidRPr="000A116B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0A116B">
        <w:rPr>
          <w:rtl/>
        </w:rPr>
        <w:lastRenderedPageBreak/>
        <w:t>ما روى.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تلقيت كلامه هذا كضربة كهربائية سرت في بدني ، لأني كنت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مازلتُ لم أهضم بعد صدمتي في الصحابة عموما ، رغم اقتناعي بما قاله </w:t>
      </w:r>
      <w:r w:rsidR="00EA3C94">
        <w:rPr>
          <w:rFonts w:hint="cs"/>
          <w:rtl/>
        </w:rPr>
        <w:t xml:space="preserve"> </w:t>
      </w:r>
      <w:r>
        <w:rPr>
          <w:rtl/>
        </w:rPr>
        <w:t>صديقي عنهم.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وأنا متترّس نفسيّاً بما بقي لي من شجاعةـأعلم في داخلي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علم اليقين أنّها ستتهاوى أمام مِعول منطق صديقي الشيعيـ: إنّ أبا هريرة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أعظم راوية عندنا ، حتّى سُمّي براوية الإسلام ، فكيف ترميه بهذا الإفك </w:t>
      </w:r>
      <w:r w:rsidR="00EA3C94">
        <w:rPr>
          <w:rFonts w:hint="cs"/>
          <w:rtl/>
        </w:rPr>
        <w:t xml:space="preserve"> </w:t>
      </w:r>
      <w:r>
        <w:rPr>
          <w:rtl/>
        </w:rPr>
        <w:t>ولماذا هذا التسرّع في الأحكام؟!</w:t>
      </w:r>
    </w:p>
    <w:p w:rsidR="008C4947" w:rsidRDefault="008C4947" w:rsidP="00B0205B">
      <w:pPr>
        <w:pStyle w:val="libBold2"/>
        <w:rPr>
          <w:rtl/>
        </w:rPr>
      </w:pPr>
      <w:r w:rsidRPr="000A116B">
        <w:rPr>
          <w:rtl/>
        </w:rPr>
        <w:t xml:space="preserve">أجاب صديقي بهدوء : خذ بعضاً من حديثه حتّى ترى العجب ، ثمّ </w:t>
      </w:r>
      <w:r w:rsidR="00EA3C94">
        <w:rPr>
          <w:rFonts w:hint="cs"/>
          <w:rtl/>
        </w:rPr>
        <w:t xml:space="preserve"> </w:t>
      </w:r>
      <w:r w:rsidRPr="000A116B">
        <w:rPr>
          <w:rtl/>
        </w:rPr>
        <w:t>قَبل ذلك هل تعلم متى أسلم أبو هريرة؟!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سكت ولم أحر جواباً!!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أسلم أبو هريرة سنة سبع للهجرة بعد غزوة خيبر ، وكان من أشهر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أصحاب الصفّة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>بل وعرّيفهم.</w:t>
      </w:r>
    </w:p>
    <w:p w:rsidR="008C4947" w:rsidRPr="000A116B" w:rsidRDefault="008C4947" w:rsidP="00B0205B">
      <w:pPr>
        <w:pStyle w:val="libBold2"/>
        <w:rPr>
          <w:rtl/>
        </w:rPr>
      </w:pPr>
      <w:r w:rsidRPr="000A116B">
        <w:rPr>
          <w:rtl/>
        </w:rPr>
        <w:t xml:space="preserve">وقد أُحصي جميع ما رواه فَوُجد خمسة آلاف وثلاثمائة وأربعة </w:t>
      </w:r>
      <w:r w:rsidR="00EA3C94">
        <w:rPr>
          <w:rFonts w:hint="cs"/>
          <w:rtl/>
        </w:rPr>
        <w:t xml:space="preserve"> </w:t>
      </w:r>
      <w:r w:rsidRPr="000A116B">
        <w:rPr>
          <w:rtl/>
        </w:rPr>
        <w:t xml:space="preserve">وسبعين مسندا (5374)! ، وكان جميع ما رواه الخلفاء الراشدون الأربعة </w:t>
      </w:r>
      <w:r w:rsidR="00EA3C94">
        <w:rPr>
          <w:rFonts w:hint="cs"/>
          <w:rtl/>
        </w:rPr>
        <w:t xml:space="preserve"> </w:t>
      </w:r>
      <w:r w:rsidRPr="000A116B">
        <w:rPr>
          <w:rtl/>
        </w:rPr>
        <w:t xml:space="preserve">من الحديث لا يمثّل سوى سبع وعشرين بالمائة (27%) لمجموع ما رواه </w:t>
      </w:r>
      <w:r w:rsidR="00EA3C94">
        <w:rPr>
          <w:rFonts w:hint="cs"/>
          <w:rtl/>
        </w:rPr>
        <w:t xml:space="preserve"> </w:t>
      </w:r>
      <w:r w:rsidRPr="000A116B">
        <w:rPr>
          <w:rtl/>
        </w:rPr>
        <w:t>أبو هريرة الذي قلّت صحبته بالنسبة إليهم ، وهذا أوّل الوهن.</w:t>
      </w:r>
    </w:p>
    <w:p w:rsidR="008C4947" w:rsidRDefault="008C4947" w:rsidP="00B0205B">
      <w:pPr>
        <w:pStyle w:val="libBold2"/>
        <w:rPr>
          <w:rtl/>
        </w:rPr>
      </w:pPr>
      <w:r w:rsidRPr="000A116B">
        <w:rPr>
          <w:rtl/>
        </w:rPr>
        <w:t>ويا ليت الأمر وقف عند هذا الحدّ ، حتى</w:t>
      </w:r>
      <w:r>
        <w:rPr>
          <w:rFonts w:hint="cs"/>
          <w:rtl/>
        </w:rPr>
        <w:t>ٰ</w:t>
      </w:r>
      <w:r w:rsidRPr="000A116B">
        <w:rPr>
          <w:rtl/>
        </w:rPr>
        <w:t xml:space="preserve"> صرّح بنفسه أنّه لو قال كلّ </w:t>
      </w:r>
      <w:r w:rsidR="00EA3C94">
        <w:rPr>
          <w:rFonts w:hint="cs"/>
          <w:rtl/>
        </w:rPr>
        <w:t xml:space="preserve"> </w:t>
      </w:r>
      <w:r w:rsidRPr="000A116B">
        <w:rPr>
          <w:rtl/>
        </w:rPr>
        <w:t>ما عنده لقُطع بلعومه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>!</w:t>
      </w:r>
    </w:p>
    <w:p w:rsidR="008C4947" w:rsidRPr="000A116B" w:rsidRDefault="008C4947" w:rsidP="00F122A7">
      <w:pPr>
        <w:pStyle w:val="libLine"/>
        <w:rPr>
          <w:rtl/>
        </w:rPr>
      </w:pPr>
      <w:r w:rsidRPr="000A116B">
        <w:rPr>
          <w:rtl/>
        </w:rPr>
        <w:t>__</w:t>
      </w:r>
      <w:r w:rsidRPr="000A116B">
        <w:rPr>
          <w:rFonts w:hint="cs"/>
          <w:rtl/>
        </w:rPr>
        <w:t>___</w:t>
      </w:r>
      <w:r w:rsidRPr="000A116B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أصحاب الصفّة كانوا من فقراء المسلمين الذين ما كان لهم عشائر ولا منازل وكان </w:t>
      </w:r>
      <w:r w:rsidR="00EA3C94">
        <w:rPr>
          <w:rFonts w:hint="cs"/>
          <w:rtl/>
        </w:rPr>
        <w:t xml:space="preserve"> </w:t>
      </w:r>
      <w:r>
        <w:rPr>
          <w:rtl/>
        </w:rPr>
        <w:t>المسجد صفتهم ومثواهم.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صحيح البخاري : باب حفظ العلم من كتاب العلم ج1 ص 41.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 w:rsidRPr="00B0205B">
        <w:rPr>
          <w:rStyle w:val="libBold2Char"/>
          <w:rtl/>
        </w:rPr>
        <w:lastRenderedPageBreak/>
        <w:t xml:space="preserve">ويا ليت ثم يا ليت وقف الأمر عند هذا الحدّ ، بل أنظر مليّا في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أحاديثه حتّى ترى</w:t>
      </w:r>
      <w:r w:rsidRPr="00B0205B">
        <w:rPr>
          <w:rStyle w:val="libBold2Char"/>
          <w:rFonts w:hint="cs"/>
          <w:rtl/>
        </w:rPr>
        <w:t>ٰ</w:t>
      </w:r>
      <w:r w:rsidRPr="00B0205B">
        <w:rPr>
          <w:rStyle w:val="libBold2Char"/>
          <w:rtl/>
        </w:rPr>
        <w:t xml:space="preserve"> نفسك أمام كمّ هائل من الخرافات والأساطير وليست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أحاديث نقلت عن رسول العقل والقلب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كنت أتقلّب يمنة ويسرة وأشعر بال</w:t>
      </w:r>
      <w:r>
        <w:rPr>
          <w:rFonts w:hint="cs"/>
          <w:rtl/>
        </w:rPr>
        <w:t>ا</w:t>
      </w:r>
      <w:r>
        <w:rPr>
          <w:rtl/>
        </w:rPr>
        <w:t xml:space="preserve">ختناق وأنا أتمنّى أن لا يكشف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لي صديقي أي حديث من أحاديث أبي هريرة الّتي نعتها بأقبح الأوصاف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فإنّ نفسي تنازعني كي لا أذعن وعقلي يدفعني للإطلاع حتّى أكون على </w:t>
      </w:r>
      <w:r w:rsidR="00EA3C94">
        <w:rPr>
          <w:rFonts w:hint="cs"/>
          <w:rtl/>
        </w:rPr>
        <w:t xml:space="preserve"> </w:t>
      </w:r>
      <w:r>
        <w:rPr>
          <w:rtl/>
        </w:rPr>
        <w:t>بيّنة من أمري.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>قال صديقي : خذ لك حديث موسى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>وملك الموت مثلا.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: هات لأسمع منك.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قال : أخرج الشيخان في صحيحيهما بالإسناد إلى أبي هريرة قال :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جاء ملك الموت إلى موسى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فقال له : أجب ربّك ، قال : فلطم موسى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عين ملك الموت ففقأها ، قال : فرجع الملك إلى الله تعالى فقال : إنّك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أرسلتني إلى عبد لك لا يريد الموت ففقأ عيني ، قال : فردّ الله إليه عينه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وقال : أرجع إلى عبدي فقل : الحياة تريد؟ فإن كنت تريد الحياة فضع يدك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على متن ثور فما توارت بيدك من شعرة فانّك تعيش بها سنة</w:t>
      </w:r>
      <w:r w:rsidRPr="00B0205B">
        <w:rPr>
          <w:rStyle w:val="libBold2Char"/>
          <w:rFonts w:hint="cs"/>
          <w:rtl/>
        </w:rPr>
        <w:t>»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 الحديث.</w:t>
      </w:r>
    </w:p>
    <w:p w:rsidR="008C4947" w:rsidRPr="00296D77" w:rsidRDefault="008C4947" w:rsidP="00F122A7">
      <w:pPr>
        <w:pStyle w:val="libLine"/>
        <w:rPr>
          <w:rtl/>
        </w:rPr>
      </w:pPr>
      <w:r w:rsidRPr="00B0205B">
        <w:rPr>
          <w:rStyle w:val="libBold2Char"/>
          <w:rtl/>
        </w:rPr>
        <w:t>ثم تبسّم صديقي وأردف قائلا</w:t>
      </w:r>
      <w:r w:rsidRPr="00B0205B">
        <w:rPr>
          <w:rStyle w:val="libBold2Char"/>
          <w:rFonts w:hint="cs"/>
          <w:rtl/>
        </w:rPr>
        <w:t>ً</w:t>
      </w:r>
      <w:r w:rsidRPr="00B0205B">
        <w:rPr>
          <w:rStyle w:val="libBold2Char"/>
          <w:rtl/>
        </w:rPr>
        <w:t xml:space="preserve"> : كلّ ما في هذا الحديث مخالف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للعقل والنقل ، فموسى 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 نبيّ مدحه الله في كتابه الكريم ووصفه بأحسن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الأوصاف ، وهو بعد من أولي العزم الخمسة : ، وهذه الدرجة لا يُتصوّر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معها خوف من موت. ثمّ ما ذنب ملك الموت؟ وهل كان جسدا مثلنا يبصر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ويعمى ويؤثّر فيه الصفع واللّطم؟! ثمّ ألم ينقل لنا كتاب الله البعض من</w:t>
      </w:r>
      <w:r w:rsidR="00EA3C94">
        <w:rPr>
          <w:rFonts w:hint="cs"/>
          <w:rtl/>
        </w:rPr>
        <w:t xml:space="preserve"> </w:t>
      </w: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صحيح مسلم : ج4 كتاب الفضائل فضائل موسى </w:t>
      </w:r>
      <w:r w:rsidRPr="00B0205B">
        <w:rPr>
          <w:rStyle w:val="libAlaemChar"/>
          <w:rtl/>
        </w:rPr>
        <w:t>عليه‌السلام</w:t>
      </w:r>
      <w:r>
        <w:rPr>
          <w:rtl/>
        </w:rPr>
        <w:t xml:space="preserve"> ص1842.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 w:rsidRPr="00B0205B">
        <w:rPr>
          <w:rStyle w:val="libBold2Char"/>
          <w:rtl/>
        </w:rPr>
        <w:lastRenderedPageBreak/>
        <w:t xml:space="preserve">أحكام التوراة التي أُنزلت على موسى 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 وفيها يقول الله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وَكَتَبْنَا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 xml:space="preserve">عَلَيْهِمْ فِيهَا أَنَّ النَّفْسَ بِالنَّفْسِ وَالْعَيْنَ بِالْعَيْنِ وَالْأَنفَ بِالْأَنفِ وَالْأُذُنَ بِالْأُذُنِ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وَالسِّنَّ بِالسِّنِّ وَالْجُرُوحَ قِصَاصٌ</w:t>
      </w:r>
      <w:r w:rsidRPr="00B0205B">
        <w:rPr>
          <w:rStyle w:val="libAieChar"/>
          <w:rtl/>
        </w:rPr>
        <w:t>...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فلماذا لم يقتصّ ملك الموت من موسى 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 على افتراض صحّة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القصّة؟! هل يخالف موسى شريعته وحِبْرُها لم يجفّ بعد؟ أنظر وأعمل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عقلك بعيدا عن الأهواء والإمّعيّة 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 xml:space="preserve"> ، ثم لا تظننّ أن هذا الحديث كبوة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جواد ، بل هناك ما لا يحصى مثله </w:t>
      </w:r>
      <w:r w:rsidRPr="00F122A7">
        <w:rPr>
          <w:rStyle w:val="libFootnotenumChar"/>
          <w:rtl/>
        </w:rPr>
        <w:t>(3)</w:t>
      </w:r>
      <w:r w:rsidRPr="00B0205B">
        <w:rPr>
          <w:rStyle w:val="libBold2Char"/>
          <w:rtl/>
        </w:rPr>
        <w:t xml:space="preserve"> ، بل إنّ أبا هريرة روى أشياء وتحدث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عن أحداث لم يعشها!! كروايته عن رقيّة بنت رسول الله </w:t>
      </w:r>
      <w:r w:rsidRPr="00B0205B">
        <w:rPr>
          <w:rStyle w:val="libAlaemChar"/>
          <w:rFonts w:hint="cs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 التي ماتت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في السنة الثالثة للهجرة ، بينما أسلم أبو هريرة سنة 7 هجريّة </w:t>
      </w:r>
      <w:r w:rsidRPr="00F122A7">
        <w:rPr>
          <w:rStyle w:val="libFootnotenumChar"/>
          <w:rtl/>
        </w:rPr>
        <w:t>(4)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مضى صديقي لسبيله وتركني في حيرة من أمري...</w:t>
      </w:r>
    </w:p>
    <w:p w:rsidR="000F5634" w:rsidRDefault="00EA3C94" w:rsidP="00F122A7">
      <w:pPr>
        <w:pStyle w:val="libLine"/>
        <w:rPr>
          <w:rtl/>
        </w:rPr>
      </w:pPr>
      <w:r>
        <w:rPr>
          <w:rFonts w:hint="cs"/>
          <w:rtl/>
        </w:rPr>
        <w:t xml:space="preserve">     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المائدة : 45.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من الإمّعَة : وهو الذي يجاري ويقول ويؤمن بكلّ ما يقوله الناس فهو معهم في كلّ شيء.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أنظر : صحيح البخاري 4 / 170 و 184 و 75 و 151 و 155 و 158 و 169 و 63 </w:t>
      </w:r>
      <w:r w:rsidR="00EA3C94">
        <w:rPr>
          <w:rFonts w:hint="cs"/>
          <w:rtl/>
        </w:rPr>
        <w:t xml:space="preserve"> </w:t>
      </w:r>
      <w:r>
        <w:rPr>
          <w:rtl/>
        </w:rPr>
        <w:t>و 190 ، وغير ذلك في الصّحاح والمسانيد.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أنظر : الإصابة : 7 / 202 و 8 / 83 ، الطبقات الكبرى لابن سعد في ترجمته لابي هريرة </w:t>
      </w:r>
      <w:r w:rsidR="00EA3C94">
        <w:rPr>
          <w:rFonts w:hint="cs"/>
          <w:rtl/>
        </w:rPr>
        <w:t xml:space="preserve"> </w:t>
      </w:r>
      <w:r>
        <w:rPr>
          <w:rtl/>
        </w:rPr>
        <w:t>4 / 52.</w:t>
      </w:r>
    </w:p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bookmarkStart w:id="27" w:name="_Toc365111441"/>
      <w:r w:rsidR="00EA3C94">
        <w:rPr>
          <w:rFonts w:hint="cs"/>
          <w:rtl/>
        </w:rPr>
        <w:lastRenderedPageBreak/>
        <w:t xml:space="preserve"> </w:t>
      </w:r>
    </w:p>
    <w:p w:rsidR="008C4947" w:rsidRDefault="008C4947" w:rsidP="008C4947">
      <w:pPr>
        <w:pStyle w:val="Heading2"/>
        <w:rPr>
          <w:rtl/>
        </w:rPr>
      </w:pPr>
      <w:bookmarkStart w:id="28" w:name="_Toc398986463"/>
      <w:bookmarkStart w:id="29" w:name="_Toc398986494"/>
      <w:r>
        <w:rPr>
          <w:rtl/>
        </w:rPr>
        <w:t>زخرف من القول :</w:t>
      </w:r>
      <w:bookmarkEnd w:id="27"/>
      <w:bookmarkEnd w:id="28"/>
      <w:bookmarkEnd w:id="29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جمعني لقاء جديد بصديقي الشيعي ، وكانت أغلب لقاءاتنا غير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مبرمجة وغير منتظمة لانشغالي ذلك الوقت بالتحضير لامتحان آخر </w:t>
      </w:r>
      <w:r w:rsidR="00EA3C94">
        <w:rPr>
          <w:rFonts w:hint="cs"/>
          <w:rtl/>
        </w:rPr>
        <w:t xml:space="preserve"> </w:t>
      </w:r>
      <w:r>
        <w:rPr>
          <w:rtl/>
        </w:rPr>
        <w:t>السنة.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>قال لي صديقي على حين غرّة وبدون مناسبة : هل سمعت بحديث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Fonts w:hint="cs"/>
          <w:rtl/>
        </w:rPr>
        <w:t xml:space="preserve">« </w:t>
      </w:r>
      <w:r w:rsidRPr="00B0205B">
        <w:rPr>
          <w:rStyle w:val="libBold2Char"/>
          <w:rtl/>
        </w:rPr>
        <w:t>الميّت يعذّب ببكاء أهله عليه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>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أجبته ببداهة : نعم ، وكنت في نفسي أستجمع قواي لعلمي أنني مقبل </w:t>
      </w:r>
      <w:r w:rsidR="00EA3C94">
        <w:rPr>
          <w:rFonts w:hint="cs"/>
          <w:rtl/>
        </w:rPr>
        <w:t xml:space="preserve"> </w:t>
      </w:r>
      <w:r>
        <w:rPr>
          <w:rtl/>
        </w:rPr>
        <w:t>على« كُربَة</w:t>
      </w:r>
      <w:r>
        <w:rPr>
          <w:rFonts w:hint="cs"/>
          <w:rtl/>
        </w:rPr>
        <w:t>ٍ</w:t>
      </w:r>
      <w:r>
        <w:rPr>
          <w:rtl/>
        </w:rPr>
        <w:t xml:space="preserve"> » أخرى يخفيها لي أيضا هذه المرّة.</w:t>
      </w:r>
    </w:p>
    <w:p w:rsidR="008C4947" w:rsidRPr="007D5042" w:rsidRDefault="008C4947" w:rsidP="00B0205B">
      <w:pPr>
        <w:pStyle w:val="libBold2"/>
        <w:rPr>
          <w:rtl/>
        </w:rPr>
      </w:pPr>
      <w:r w:rsidRPr="007D5042">
        <w:rPr>
          <w:rtl/>
        </w:rPr>
        <w:t>قال : ماذا تقول فيه؟!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: ما رأيك أنت فيه؟! وكنت أقصد أن أترك له الكلام حتّى لا </w:t>
      </w:r>
      <w:r w:rsidR="00EA3C94">
        <w:rPr>
          <w:rFonts w:hint="cs"/>
          <w:rtl/>
        </w:rPr>
        <w:t xml:space="preserve"> </w:t>
      </w:r>
      <w:r>
        <w:rPr>
          <w:rtl/>
        </w:rPr>
        <w:t>يلاحظ ضعفي ولا يخرج من فمي كلام يسخر به منّي.</w:t>
      </w:r>
    </w:p>
    <w:p w:rsidR="008C4947" w:rsidRPr="007D5042" w:rsidRDefault="008C4947" w:rsidP="00B0205B">
      <w:pPr>
        <w:pStyle w:val="libBold2"/>
        <w:rPr>
          <w:rtl/>
        </w:rPr>
      </w:pPr>
      <w:r w:rsidRPr="007D5042">
        <w:rPr>
          <w:rtl/>
        </w:rPr>
        <w:t xml:space="preserve">قال : إنّه مخالف لكتاب الله دستورنا الأوّل والرئيسي ، ومخالف </w:t>
      </w:r>
      <w:r w:rsidR="00EA3C94">
        <w:rPr>
          <w:rFonts w:hint="cs"/>
          <w:rtl/>
        </w:rPr>
        <w:t xml:space="preserve"> </w:t>
      </w:r>
      <w:r w:rsidRPr="007D5042">
        <w:rPr>
          <w:rtl/>
        </w:rPr>
        <w:t>للعقل بل حتّى لعدل الله تعالى.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قلتُ : رويداً رويداً!.</w:t>
      </w:r>
    </w:p>
    <w:p w:rsidR="008C4947" w:rsidRPr="00296D77" w:rsidRDefault="008C4947" w:rsidP="00F122A7">
      <w:pPr>
        <w:pStyle w:val="libLine"/>
        <w:rPr>
          <w:rtl/>
        </w:rPr>
      </w:pPr>
      <w:r w:rsidRPr="00B0205B">
        <w:rPr>
          <w:rStyle w:val="libBold2Char"/>
          <w:rtl/>
        </w:rPr>
        <w:t xml:space="preserve">قال : أمّا مخالفته لكتاب الله ، فالله تعالى يقول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وَلَا تَزِرُ وَازِرَةٌ </w:t>
      </w:r>
      <w:r w:rsidR="00EA3C94">
        <w:rPr>
          <w:rFonts w:hint="cs"/>
          <w:rtl/>
        </w:rPr>
        <w:t xml:space="preserve"> </w:t>
      </w: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Pr="00731772" w:rsidRDefault="008C4947" w:rsidP="00F122A7">
      <w:pPr>
        <w:pStyle w:val="libFootnote0"/>
        <w:rPr>
          <w:rtl/>
        </w:rPr>
      </w:pPr>
      <w:r w:rsidRPr="00731772">
        <w:rPr>
          <w:rtl/>
        </w:rPr>
        <w:t>1</w:t>
      </w:r>
      <w:r>
        <w:rPr>
          <w:rFonts w:hint="cs"/>
          <w:rtl/>
        </w:rPr>
        <w:t>)</w:t>
      </w:r>
      <w:r w:rsidRPr="00731772">
        <w:rPr>
          <w:rtl/>
        </w:rPr>
        <w:t xml:space="preserve"> أنظر : صحيح البخاري 2 / 106 كتاب الجنائز ، مسند أحمد 1 / 41</w:t>
      </w:r>
      <w:r>
        <w:rPr>
          <w:rtl/>
        </w:rPr>
        <w:t>.</w:t>
      </w:r>
    </w:p>
    <w:p w:rsidR="008C4947" w:rsidRPr="00297AB3" w:rsidRDefault="008C4947" w:rsidP="00F122A7">
      <w:pPr>
        <w:pStyle w:val="libFootnote"/>
        <w:rPr>
          <w:rFonts w:eastAsia="Calibri"/>
          <w:rtl/>
        </w:rPr>
      </w:pPr>
      <w:r w:rsidRPr="00297AB3">
        <w:rPr>
          <w:rFonts w:eastAsia="Calibri"/>
          <w:rtl/>
        </w:rPr>
        <w:t xml:space="preserve">مع أنّ رسول الله قد نهى عمر عن إسكاته لنساءكنّ يبكين قتلاهنّ!! [ مسند أحمد </w:t>
      </w:r>
      <w:r w:rsidR="00EA3C94">
        <w:rPr>
          <w:rFonts w:eastAsia="Calibri" w:hint="cs"/>
          <w:rtl/>
        </w:rPr>
        <w:t xml:space="preserve"> </w:t>
      </w:r>
      <w:r w:rsidRPr="00297AB3">
        <w:rPr>
          <w:rFonts w:eastAsia="Calibri"/>
          <w:rtl/>
        </w:rPr>
        <w:t>2 / 110 ]</w:t>
      </w:r>
      <w:r>
        <w:rPr>
          <w:rFonts w:eastAsia="Calibri"/>
          <w:rtl/>
        </w:rPr>
        <w:t>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 w:rsidRPr="00B0205B">
        <w:rPr>
          <w:rStyle w:val="libAieChar"/>
          <w:rFonts w:hint="cs"/>
          <w:rtl/>
        </w:rPr>
        <w:lastRenderedPageBreak/>
        <w:t>وِزْرَ أُخْرَىٰ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 ، ويقول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>كُلُّ نَفْسٍ بِمَا كَسَبَتْ رَهِينَةٌ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 xml:space="preserve"> ، ويقول كذلك :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وَحُصِّلَ مَا فِي الصُّدُورِ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(3)</w:t>
      </w:r>
      <w:r w:rsidRPr="00B0205B">
        <w:rPr>
          <w:rStyle w:val="libBold2Char"/>
          <w:rtl/>
        </w:rPr>
        <w:t xml:space="preserve"> ، فالميت إذا مات انقطع عمله ، نعم إذا سنّ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سنّة حسنة كما ورد أو أحدث بدعة يبقى له الأجر أو عليه الوزر ، أمّا أن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أبكي أنا على ميّت ويلحقه هو العذاب ، فليس هذا من المنطق ولا من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العدل في شيء.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وبقدر ما أعجبني هذا المنطق الذي يتكلّم به صديقي ، إلاّ أنّني كنت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أشعر بهزيمة أخرى ، فما زالت أحجار بنائي تنقضّ وتتهدّم الواحدة تلو </w:t>
      </w:r>
      <w:r w:rsidR="00EA3C94">
        <w:rPr>
          <w:rFonts w:hint="cs"/>
          <w:rtl/>
        </w:rPr>
        <w:t xml:space="preserve"> </w:t>
      </w:r>
      <w:r>
        <w:rPr>
          <w:rtl/>
        </w:rPr>
        <w:t>الأخرى.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في نفسي : صحيح ما ذنب الميّت؟!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ورجعت بي ذاكرتي إلى أيام طفولتي حيث كانت تخرج جنائز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لأقارب لي أو جيران فكان صراخ النسوة يعلو ويشتدّ حتّى أنّ بعضهنّ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تشقّ ثيابها وتخدش خدّيها حتّى تسيل الدماء ، وما زلت أذكر تلك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الصورة المرعبة التي كانت عليها خالتي عندما ماتت جدّتي ، حيث سال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الدّم من وجهها إلى الأرض ، وظلّت آثار تلك الخدوش إلى شهور بعد ذلك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باقية في وجهها ، وكان بعض الرجال يصيحون أمام حالة الصياح بكلام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غاضب يدعوهنّ إلى الكفّ عن الصياح والبكاء قائلين : لقد أحرقتم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الميّت ، ارحموه ، وكنت وأنا صبيّ أشفق على ذلك الميت وأقول : إنّ صياح </w:t>
      </w:r>
      <w:r w:rsidR="00EA3C94">
        <w:rPr>
          <w:rFonts w:hint="cs"/>
          <w:rtl/>
        </w:rPr>
        <w:t xml:space="preserve"> </w:t>
      </w:r>
      <w:r>
        <w:rPr>
          <w:rtl/>
        </w:rPr>
        <w:t>أهله هو بمثابة البنزين الذي يُسكب ، بل هو وقود النار التي ستحرقه.</w:t>
      </w:r>
    </w:p>
    <w:p w:rsidR="008C4947" w:rsidRPr="007D5042" w:rsidRDefault="008C4947" w:rsidP="00F122A7">
      <w:pPr>
        <w:pStyle w:val="libLine"/>
        <w:rPr>
          <w:rtl/>
        </w:rPr>
      </w:pPr>
      <w:r w:rsidRPr="007D5042">
        <w:rPr>
          <w:rtl/>
        </w:rPr>
        <w:t>__</w:t>
      </w:r>
      <w:r w:rsidRPr="007D5042">
        <w:rPr>
          <w:rFonts w:hint="cs"/>
          <w:rtl/>
        </w:rPr>
        <w:t>___</w:t>
      </w:r>
      <w:r w:rsidRPr="007D5042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فاطر : 18.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سورة المدثر : 38.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سورة العاديات : 10.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كما حدثني بعض المؤمنين أنّه شهد جنازة امرأة جيء بها إلى الحرم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النبوي الشريف ، وعند الخروج بها إلى البقيع وإذا بطفل أحسبه ابن تلك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المرأةـيقول محدّثيـتخرج من عينيه دمعتان أفلتتا رغماً عنه ، فجاءه </w:t>
      </w:r>
      <w:r w:rsidR="00EA3C94">
        <w:rPr>
          <w:rFonts w:hint="cs"/>
          <w:rtl/>
        </w:rPr>
        <w:t xml:space="preserve"> </w:t>
      </w:r>
      <w:r>
        <w:rPr>
          <w:rtl/>
        </w:rPr>
        <w:t>رجل ج</w:t>
      </w:r>
      <w:r>
        <w:rPr>
          <w:rFonts w:hint="cs"/>
          <w:rtl/>
        </w:rPr>
        <w:t>ِ</w:t>
      </w:r>
      <w:r>
        <w:rPr>
          <w:rtl/>
        </w:rPr>
        <w:t>لف وصفع ذلك الطّفل المسكين ، قائلا</w:t>
      </w:r>
      <w:r>
        <w:rPr>
          <w:rFonts w:hint="cs"/>
          <w:rtl/>
        </w:rPr>
        <w:t>ً</w:t>
      </w:r>
      <w:r>
        <w:rPr>
          <w:rtl/>
        </w:rPr>
        <w:t xml:space="preserve"> له بعد أن أكّد له رجولته : </w:t>
      </w:r>
      <w:r w:rsidR="00EA3C94">
        <w:rPr>
          <w:rFonts w:hint="cs"/>
          <w:rtl/>
        </w:rPr>
        <w:t xml:space="preserve"> </w:t>
      </w:r>
      <w:r>
        <w:rPr>
          <w:rtl/>
        </w:rPr>
        <w:t>تعذّب أمّك؟!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>قال صديقي مسترسلا</w:t>
      </w:r>
      <w:r w:rsidRPr="00B0205B">
        <w:rPr>
          <w:rStyle w:val="libBold2Char"/>
          <w:rFonts w:hint="cs"/>
          <w:rtl/>
        </w:rPr>
        <w:t>ً</w:t>
      </w:r>
      <w:r w:rsidRPr="00B0205B">
        <w:rPr>
          <w:rStyle w:val="libBold2Char"/>
          <w:rtl/>
        </w:rPr>
        <w:t xml:space="preserve"> : ثمّ لو صحّ هذا الحديث ، فعليه يكون رسول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الله أوّل من خالفه عندما بكى بكاء شديدا على ابنه إبراهيم الصغير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 ،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حيث بكى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إلى أن ابتلّت لحيته الكريمة ، وكذلك بكى على عمّه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حمزة بكاء مرّا وتأثر من قلّة البواكي عليه.</w:t>
      </w:r>
    </w:p>
    <w:p w:rsidR="008C4947" w:rsidRPr="007D5042" w:rsidRDefault="008C4947" w:rsidP="00B0205B">
      <w:pPr>
        <w:pStyle w:val="libBold2"/>
        <w:rPr>
          <w:rtl/>
        </w:rPr>
      </w:pPr>
      <w:r w:rsidRPr="007D5042">
        <w:rPr>
          <w:rtl/>
        </w:rPr>
        <w:t xml:space="preserve">وكذلك بكى الصحابة على رسول الله بكاء لم يبكه أحد من </w:t>
      </w:r>
      <w:r w:rsidR="00EA3C94">
        <w:rPr>
          <w:rFonts w:hint="cs"/>
          <w:rtl/>
        </w:rPr>
        <w:t xml:space="preserve"> </w:t>
      </w:r>
      <w:r w:rsidRPr="007D5042">
        <w:rPr>
          <w:rtl/>
        </w:rPr>
        <w:t>العالمين.</w:t>
      </w:r>
    </w:p>
    <w:p w:rsidR="008C4947" w:rsidRDefault="008C4947" w:rsidP="00B0205B">
      <w:pPr>
        <w:pStyle w:val="libBold2"/>
        <w:rPr>
          <w:rtl/>
        </w:rPr>
      </w:pPr>
      <w:r w:rsidRPr="00DC3547">
        <w:rPr>
          <w:rtl/>
        </w:rPr>
        <w:t>وإنّ البكاء في نفسه ممدوح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 xml:space="preserve">خاصّة إذا كان من خشية الله وحزناً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على المؤمنين« ولا نقول إلاّ ما يرضي الله » كما ورد عن الرسول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 ،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والحديث المذكور مخالف للفطرة السليمة والتركيبة البشرية للنّاس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عموما ، والبكاء كما يؤكد الأخصّائيّون هو عملية تنفيس ورفع للغُصص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التي قد تؤدّي للهلاك إذا انحبست في داخل المرء.</w:t>
      </w:r>
    </w:p>
    <w:p w:rsidR="000F5634" w:rsidRDefault="008C4947" w:rsidP="00F122A7">
      <w:pPr>
        <w:pStyle w:val="libLine"/>
        <w:rPr>
          <w:rtl/>
        </w:rPr>
      </w:pPr>
      <w:r w:rsidRPr="00B0205B">
        <w:rPr>
          <w:rStyle w:val="libBold2Char"/>
          <w:rtl/>
        </w:rPr>
        <w:t xml:space="preserve">على أيّ حال نحن لا نشك في هذا الحديث فقط ، بل في كثير من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الأحاديث ، فالله تعالى لم يضمن لنا عدم تحريف السنّة الشريفة وإنّما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ضمن فقط عدم تحريف كتابه الكريم بقوله تعالى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إِنَّا نَحْنُ نَزَّلْنَا الذِّكْرَ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سير أعلام النبلاء ـ السيرة النبوية ـ 2 / 288.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يعقوب كان من أشهر البكّائين ولم يذمّ الله فعله ذلك في سورة يوسف.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 w:rsidRPr="00B0205B">
        <w:rPr>
          <w:rStyle w:val="libAieChar"/>
          <w:rFonts w:hint="cs"/>
          <w:rtl/>
        </w:rPr>
        <w:lastRenderedPageBreak/>
        <w:t>وَإِنَّا لَهُ لَحَافِظُونَ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 ، أضف إلى ذلك تحذير الرسول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حذّرنا من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الوضّاعين الذين سيكثرون من بعده وتوعّد كلّ من كذب عليه حديثا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بمكانه في النّار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>.</w:t>
      </w:r>
    </w:p>
    <w:p w:rsidR="000F5634" w:rsidRDefault="00EA3C94" w:rsidP="00F122A7">
      <w:pPr>
        <w:pStyle w:val="libLine"/>
        <w:rPr>
          <w:rtl/>
        </w:rPr>
      </w:pPr>
      <w:r>
        <w:rPr>
          <w:rFonts w:hint="cs"/>
          <w:rtl/>
        </w:rPr>
        <w:t xml:space="preserve">              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الحجر : 9.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أنظر : سنن ابن ماجة 1 / 13 باب التغليظ في تعمد الكذب على رسول الله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مسند </w:t>
      </w:r>
      <w:r w:rsidR="00EA3C94">
        <w:rPr>
          <w:rFonts w:hint="cs"/>
          <w:rtl/>
        </w:rPr>
        <w:t xml:space="preserve"> </w:t>
      </w:r>
      <w:r>
        <w:rPr>
          <w:rtl/>
        </w:rPr>
        <w:t>أحمد 1 / 165 و 2 / 159.</w:t>
      </w:r>
    </w:p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bookmarkStart w:id="30" w:name="_Toc365111442"/>
      <w:r w:rsidR="00EA3C94">
        <w:rPr>
          <w:rFonts w:hint="cs"/>
          <w:rtl/>
        </w:rPr>
        <w:lastRenderedPageBreak/>
        <w:t xml:space="preserve"> </w:t>
      </w:r>
    </w:p>
    <w:p w:rsidR="008C4947" w:rsidRDefault="008C4947" w:rsidP="008C4947">
      <w:pPr>
        <w:pStyle w:val="Heading2"/>
        <w:rPr>
          <w:rtl/>
        </w:rPr>
      </w:pPr>
      <w:bookmarkStart w:id="31" w:name="_Toc398986464"/>
      <w:bookmarkStart w:id="32" w:name="_Toc398986495"/>
      <w:r>
        <w:rPr>
          <w:rtl/>
        </w:rPr>
        <w:t>صفقة رابحة :</w:t>
      </w:r>
      <w:bookmarkEnd w:id="30"/>
      <w:bookmarkEnd w:id="31"/>
      <w:bookmarkEnd w:id="32"/>
    </w:p>
    <w:p w:rsidR="008C4947" w:rsidRPr="00A0129A" w:rsidRDefault="008C4947" w:rsidP="00B0205B">
      <w:pPr>
        <w:pStyle w:val="libBold2"/>
        <w:rPr>
          <w:rtl/>
        </w:rPr>
      </w:pPr>
      <w:r w:rsidRPr="00A0129A">
        <w:rPr>
          <w:rtl/>
        </w:rPr>
        <w:t xml:space="preserve">قال صديقيـوهو يستفزني ويجرّني إلى موضوع جديدـ:«ماذا </w:t>
      </w:r>
      <w:r w:rsidR="00EA3C94">
        <w:rPr>
          <w:rFonts w:hint="cs"/>
          <w:rtl/>
        </w:rPr>
        <w:t xml:space="preserve"> </w:t>
      </w:r>
      <w:r w:rsidRPr="00A0129A">
        <w:rPr>
          <w:rtl/>
        </w:rPr>
        <w:t>تقول في أبي طالب؟!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: إنّه عم رسول الله وكفيله وناصره بقلبه ولسانه ويده ، حتّى أنه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رفض تسليم ابن أخيه إلى طغاة مكّة الذين يقول فيهم الله لِفَرعنتهم </w:t>
      </w:r>
      <w:r w:rsidRPr="00236C0B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إِنَّا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أَرْسَلْنَا إِلَيْكُمْ رَسُولًا شَاهِدًا عَلَيْكُمْ كَمَا أَرْسَلْنَا إِلَىٰ فِرْعَوْنَ رَسُولًا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كذلك سمّى رسول الله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العام الذي مات فيه عمّه أبو طالب وزوجته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خديجة أم المؤمنين بعام الحزن ، لما كانا يمثلانه من دعامة وحصن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للدعوة الجديدة وصاحبها ، لكن مع الأسف مات أبو طالب مشركا! ولهذا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يروي شيوخنا أنّهـكرامة من الله لحمايته ابن أخيهـفي ضحضاح من نار ، </w:t>
      </w:r>
      <w:r w:rsidR="00EA3C94">
        <w:rPr>
          <w:rFonts w:hint="cs"/>
          <w:rtl/>
        </w:rPr>
        <w:t xml:space="preserve"> </w:t>
      </w:r>
      <w:r>
        <w:rPr>
          <w:rtl/>
        </w:rPr>
        <w:t>وتحت رجليه جمرتان يغلي منهما دماغه.</w:t>
      </w:r>
    </w:p>
    <w:p w:rsidR="008C4947" w:rsidRPr="00B96FF6" w:rsidRDefault="008C4947" w:rsidP="00B0205B">
      <w:pPr>
        <w:pStyle w:val="libBold2"/>
        <w:rPr>
          <w:rtl/>
        </w:rPr>
      </w:pPr>
      <w:r w:rsidRPr="00B96FF6">
        <w:rPr>
          <w:rtl/>
        </w:rPr>
        <w:t xml:space="preserve">ابتسم صديقي ابتسامة عريضة ، وقال لي : ألا تحتمل أنّ أبا طالب </w:t>
      </w:r>
      <w:r w:rsidR="00EA3C94">
        <w:rPr>
          <w:rFonts w:hint="cs"/>
          <w:rtl/>
        </w:rPr>
        <w:t xml:space="preserve"> </w:t>
      </w:r>
      <w:r w:rsidRPr="00B96FF6">
        <w:rPr>
          <w:rtl/>
        </w:rPr>
        <w:t>كان مؤمنا</w:t>
      </w:r>
      <w:r w:rsidRPr="00B96FF6">
        <w:rPr>
          <w:rFonts w:hint="cs"/>
          <w:rtl/>
        </w:rPr>
        <w:t>ً</w:t>
      </w:r>
      <w:r w:rsidRPr="00B96FF6">
        <w:rPr>
          <w:rtl/>
        </w:rPr>
        <w:t xml:space="preserve"> يخفي </w:t>
      </w:r>
      <w:r w:rsidRPr="00B96FF6">
        <w:rPr>
          <w:rFonts w:hint="cs"/>
          <w:rtl/>
        </w:rPr>
        <w:t>إي</w:t>
      </w:r>
      <w:r w:rsidRPr="00B96FF6">
        <w:rPr>
          <w:rtl/>
        </w:rPr>
        <w:t>مانه؟!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: من ناحية الإحتمال لا يمتنع هذا الأمر.</w:t>
      </w:r>
    </w:p>
    <w:p w:rsidR="000F5634" w:rsidRDefault="008C4947" w:rsidP="000F5634">
      <w:pPr>
        <w:pStyle w:val="libNormal"/>
        <w:rPr>
          <w:rStyle w:val="libBold2Char"/>
          <w:rtl/>
        </w:rPr>
      </w:pPr>
      <w:r w:rsidRPr="00B0205B">
        <w:rPr>
          <w:rStyle w:val="libBold2Char"/>
          <w:rtl/>
        </w:rPr>
        <w:t xml:space="preserve">قال صديقي : إنّ كل الشواهد والقرائن تثبت بلا أدنى شك أنّ أبا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طالب كان مؤمنا ، بل من السبّاقين إلى الإسلام والرسول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>.</w:t>
      </w:r>
    </w:p>
    <w:p w:rsidR="008C4947" w:rsidRPr="00296D77" w:rsidRDefault="008C4947" w:rsidP="000F5634">
      <w:pPr>
        <w:pStyle w:val="libNormal"/>
        <w:rPr>
          <w:rtl/>
        </w:rPr>
      </w:pPr>
      <w:r>
        <w:rPr>
          <w:rtl/>
        </w:rPr>
        <w:t xml:space="preserve">قلتـوالعجب يطبع ملامحيـ: كيف ذلك؟! فهذا مخالف لما </w:t>
      </w:r>
      <w:r w:rsidR="00EA3C94">
        <w:rPr>
          <w:rFonts w:hint="cs"/>
          <w:rtl/>
        </w:rPr>
        <w:t xml:space="preserve"> </w:t>
      </w: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المزمل : 15.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اشتهر عندنا؟!</w:t>
      </w:r>
    </w:p>
    <w:p w:rsidR="008C4947" w:rsidRPr="00B96FF6" w:rsidRDefault="008C4947" w:rsidP="00B0205B">
      <w:pPr>
        <w:pStyle w:val="libBold2"/>
        <w:rPr>
          <w:rtl/>
        </w:rPr>
      </w:pPr>
      <w:r w:rsidRPr="00B96FF6">
        <w:rPr>
          <w:rtl/>
        </w:rPr>
        <w:t xml:space="preserve">قال : وهل كلّ ما اشتهر صحيح؟ أليس متسالما عند النصارى أنّ </w:t>
      </w:r>
      <w:r w:rsidR="00EA3C94">
        <w:rPr>
          <w:rFonts w:hint="cs"/>
          <w:rtl/>
        </w:rPr>
        <w:t xml:space="preserve"> </w:t>
      </w:r>
      <w:r w:rsidRPr="00B96FF6">
        <w:rPr>
          <w:rtl/>
        </w:rPr>
        <w:t>المسيح ابن الله وأنّ المسيح صُلب وو...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: هلاّ أوضحت لي الأمر؟!</w:t>
      </w:r>
    </w:p>
    <w:p w:rsidR="008C4947" w:rsidRPr="00B96FF6" w:rsidRDefault="008C4947" w:rsidP="00B0205B">
      <w:pPr>
        <w:pStyle w:val="libBold2"/>
        <w:rPr>
          <w:rtl/>
        </w:rPr>
      </w:pPr>
      <w:r w:rsidRPr="00B96FF6">
        <w:rPr>
          <w:rtl/>
        </w:rPr>
        <w:t>قال : هل تعرف أبالهب؟!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: أتسخر منّي؟! كيف لا أعرفه ، وقد نزلت في حقّه سورة </w:t>
      </w:r>
      <w:r w:rsidR="00EA3C94">
        <w:rPr>
          <w:rFonts w:hint="cs"/>
          <w:rtl/>
        </w:rPr>
        <w:t xml:space="preserve"> </w:t>
      </w:r>
      <w:r>
        <w:rPr>
          <w:rtl/>
        </w:rPr>
        <w:t>تتوعده بالعذاب الأليم؟!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قال : وما هي قرابة أبي لهب بالرسول 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>؟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: هو عمّه أخو والده.</w:t>
      </w:r>
    </w:p>
    <w:p w:rsidR="008C4947" w:rsidRPr="00B96FF6" w:rsidRDefault="008C4947" w:rsidP="00B0205B">
      <w:pPr>
        <w:pStyle w:val="libBold2"/>
        <w:rPr>
          <w:rtl/>
        </w:rPr>
      </w:pPr>
      <w:r w:rsidRPr="00B96FF6">
        <w:rPr>
          <w:rtl/>
        </w:rPr>
        <w:t xml:space="preserve">قال : إذن ما الّذي يجعل أبا لهب عدوّا مجاهراً بعداوته للرسول </w:t>
      </w:r>
      <w:r w:rsidR="00EA3C94">
        <w:rPr>
          <w:rFonts w:hint="cs"/>
          <w:rtl/>
        </w:rPr>
        <w:t xml:space="preserve"> </w:t>
      </w:r>
      <w:r w:rsidRPr="00B96FF6">
        <w:rPr>
          <w:rtl/>
        </w:rPr>
        <w:t>والرسالة ، ويجعل أبا طالب حامياً مدافعاً عن الرسول والرسالة؟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: ما الذي تريد أن تصل إليه بعد هذه المقدمات؟</w:t>
      </w:r>
    </w:p>
    <w:p w:rsidR="008C4947" w:rsidRDefault="008C4947" w:rsidP="00B0205B">
      <w:pPr>
        <w:pStyle w:val="libBold2"/>
        <w:rPr>
          <w:rtl/>
        </w:rPr>
      </w:pPr>
      <w:r w:rsidRPr="00B96FF6">
        <w:rPr>
          <w:rtl/>
        </w:rPr>
        <w:t xml:space="preserve">قال لي بنبرة حادّة : يا أخي ، هل يُعقل أن يأتي شخص بعقيدة تخالف </w:t>
      </w:r>
      <w:r w:rsidR="00EA3C94">
        <w:rPr>
          <w:rFonts w:hint="cs"/>
          <w:rtl/>
        </w:rPr>
        <w:t xml:space="preserve"> </w:t>
      </w:r>
      <w:r w:rsidRPr="00B96FF6">
        <w:rPr>
          <w:rtl/>
        </w:rPr>
        <w:t xml:space="preserve">كلّ ما يعتقد به أهل وقوم ذلك الشخص ، ثمّ يأتي عمّ ذلك الشخص وبكلّ </w:t>
      </w:r>
      <w:r w:rsidR="00EA3C94">
        <w:rPr>
          <w:rFonts w:hint="cs"/>
          <w:rtl/>
        </w:rPr>
        <w:t xml:space="preserve"> </w:t>
      </w:r>
      <w:r w:rsidRPr="00B96FF6">
        <w:rPr>
          <w:rtl/>
        </w:rPr>
        <w:t xml:space="preserve">سهولة فيغضّ طرفه على هذا الشّخص وهو يراه صباحا مساء يُسفّه دينه </w:t>
      </w:r>
      <w:r w:rsidR="00EA3C94">
        <w:rPr>
          <w:rFonts w:hint="cs"/>
          <w:rtl/>
        </w:rPr>
        <w:t xml:space="preserve"> </w:t>
      </w:r>
      <w:r w:rsidRPr="00B96FF6">
        <w:rPr>
          <w:rtl/>
        </w:rPr>
        <w:t xml:space="preserve">ويحقّر من شأن عقيدته؟! وعلى افتراض أن الأمر كان هكذا ، ما الداعي </w:t>
      </w:r>
      <w:r w:rsidR="00EA3C94">
        <w:rPr>
          <w:rFonts w:hint="cs"/>
          <w:rtl/>
        </w:rPr>
        <w:t xml:space="preserve"> </w:t>
      </w:r>
      <w:r w:rsidRPr="00B96FF6">
        <w:rPr>
          <w:rtl/>
        </w:rPr>
        <w:t>أن يتحمّل هذا العمّ ما تحمّله من معاداة قومه وإبعاده إلى شِعْب</w:t>
      </w:r>
      <w:r>
        <w:rPr>
          <w:rFonts w:hint="cs"/>
          <w:rtl/>
        </w:rPr>
        <w:t>ٍ</w:t>
      </w:r>
      <w:r w:rsidRPr="00B96FF6">
        <w:rPr>
          <w:rtl/>
        </w:rPr>
        <w:t xml:space="preserve"> خارج مكّة </w:t>
      </w:r>
      <w:r w:rsidR="00EA3C94">
        <w:rPr>
          <w:rFonts w:hint="cs"/>
          <w:rtl/>
        </w:rPr>
        <w:t xml:space="preserve"> </w:t>
      </w:r>
      <w:r w:rsidRPr="00B96FF6">
        <w:rPr>
          <w:rtl/>
        </w:rPr>
        <w:t xml:space="preserve">مع عزلة اقتصادية وو... هل كلّ هذا للرّحم؟! وإذا كان كذلك فما بال أبي </w:t>
      </w:r>
      <w:r w:rsidR="00EA3C94">
        <w:rPr>
          <w:rFonts w:hint="cs"/>
          <w:rtl/>
        </w:rPr>
        <w:t xml:space="preserve"> </w:t>
      </w:r>
      <w:r w:rsidRPr="00B96FF6">
        <w:rPr>
          <w:rtl/>
        </w:rPr>
        <w:t>لهب لم تثره الرّحم ولا القرابة؟!»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: قد يحدث هذا مع ما نعرف للعصبيّة وللرحم وللقبيلة من </w:t>
      </w:r>
      <w:r w:rsidR="00EA3C94">
        <w:rPr>
          <w:rFonts w:hint="cs"/>
          <w:rtl/>
        </w:rPr>
        <w:t xml:space="preserve"> </w:t>
      </w:r>
      <w:r>
        <w:rPr>
          <w:rtl/>
        </w:rPr>
        <w:t>قيمة في الجاهلية ، بل ما للأحلاف بين الأباعد من أهميّة.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 w:rsidRPr="00B0205B">
        <w:rPr>
          <w:rStyle w:val="libBold2Char"/>
          <w:rtl/>
        </w:rPr>
        <w:lastRenderedPageBreak/>
        <w:t>قال : لنقبل ما قلت بتمامه ، فما الدّاعي لأن يحزن رسول الله</w:t>
      </w:r>
      <w:r w:rsidRPr="00B0205B">
        <w:rPr>
          <w:rStyle w:val="libAlaemChar"/>
          <w:rtl/>
        </w:rPr>
        <w:t>صلى‌الله‌عليه‌وآله‌وسلم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على عمّه حتّى سُمّي عام وفاته ووفاة خديجة بعام الحزن؟!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وفي نفسي أنّني وجدت المخرج والدليل الذي مافوقه دليل : </w:t>
      </w:r>
      <w:r w:rsidR="00EA3C94">
        <w:rPr>
          <w:rFonts w:hint="cs"/>
          <w:rtl/>
        </w:rPr>
        <w:t xml:space="preserve"> </w:t>
      </w:r>
      <w:r>
        <w:rPr>
          <w:rtl/>
        </w:rPr>
        <w:t>إنّ الرسول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>حزن على عمّه لأنّه انتهى إلى النار وبئس المصير.</w:t>
      </w:r>
    </w:p>
    <w:p w:rsidR="008C4947" w:rsidRPr="00B96FF6" w:rsidRDefault="008C4947" w:rsidP="00B0205B">
      <w:pPr>
        <w:pStyle w:val="libBold2"/>
        <w:rPr>
          <w:rtl/>
        </w:rPr>
      </w:pPr>
      <w:r w:rsidRPr="00B96FF6">
        <w:rPr>
          <w:rtl/>
        </w:rPr>
        <w:t>استدرك صديقي ببداهة قائلا</w:t>
      </w:r>
      <w:r>
        <w:rPr>
          <w:rFonts w:hint="cs"/>
          <w:rtl/>
        </w:rPr>
        <w:t>ً</w:t>
      </w:r>
      <w:r w:rsidRPr="00B96FF6">
        <w:rPr>
          <w:rtl/>
        </w:rPr>
        <w:t xml:space="preserve"> : إذن لماذا لم يحزن على عمّه أبي </w:t>
      </w:r>
      <w:r w:rsidR="00EA3C94">
        <w:rPr>
          <w:rFonts w:hint="cs"/>
          <w:rtl/>
        </w:rPr>
        <w:t xml:space="preserve"> </w:t>
      </w:r>
      <w:r w:rsidRPr="00B96FF6">
        <w:rPr>
          <w:rtl/>
        </w:rPr>
        <w:t xml:space="preserve">لهب ، بل إنّه كان يتلو على مسامعه ومسامع غيره سورة المسد بما فيها </w:t>
      </w:r>
      <w:r w:rsidR="00EA3C94">
        <w:rPr>
          <w:rFonts w:hint="cs"/>
          <w:rtl/>
        </w:rPr>
        <w:t xml:space="preserve"> </w:t>
      </w:r>
      <w:r w:rsidRPr="00B96FF6">
        <w:rPr>
          <w:rtl/>
        </w:rPr>
        <w:t>من وعيد؟! حتّى قال أبو لهب إنّ محمّداً قد هجاني.</w:t>
      </w:r>
    </w:p>
    <w:p w:rsidR="008C4947" w:rsidRDefault="008C4947" w:rsidP="00B0205B">
      <w:pPr>
        <w:pStyle w:val="libBold2"/>
        <w:rPr>
          <w:rtl/>
        </w:rPr>
      </w:pPr>
      <w:r w:rsidRPr="00B96FF6">
        <w:rPr>
          <w:rtl/>
        </w:rPr>
        <w:t>ثم كيف يرضى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أن يعيش تحت ظل كافر وفي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منعته وهو يتلو قول الله تعالى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إِنَّا كَفَيْنَاكَ الْمُسْتَهْزِئِينَ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وقوله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تعالى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لَّا يَتَّخِذِ الْمُؤْمِنُونَ الْكَافِرِينَ أَوْلِيَاءَ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 xml:space="preserve">وقوله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يَا أَيُّهَا الَّذِينَ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آمَنُوا لَا تَتَّخِذُوا عَدُوِّي وَعَدُوَّكُمْ أَوْلِيَاءَ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(3)</w:t>
      </w:r>
      <w:r w:rsidRPr="00B0205B">
        <w:rPr>
          <w:rStyle w:val="libBold2Char"/>
          <w:rtl/>
        </w:rPr>
        <w:t>؟!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وكيف لا يثور أبو طالب وهو يرى أنّ دعوة ودين ابن أخيه مسّ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أقرب الناس إليه ، وهو ولده عليّ</w:t>
      </w:r>
      <w:r w:rsidRPr="00B0205B">
        <w:rPr>
          <w:rStyle w:val="libAlaemChar"/>
          <w:rtl/>
        </w:rPr>
        <w:t>رضي‌الله‌عنه</w:t>
      </w:r>
      <w:r w:rsidRPr="00B0205B">
        <w:rPr>
          <w:rStyle w:val="libBold2Char"/>
          <w:rtl/>
        </w:rPr>
        <w:t>الذي كان ملازما للرسول</w:t>
      </w:r>
      <w:r w:rsidRPr="00B0205B">
        <w:rPr>
          <w:rStyle w:val="libAlaemChar"/>
          <w:rtl/>
        </w:rPr>
        <w:t>صلى‌الله‌عليه‌وآله‌وسلم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ملازمة الظلّ لصاحبه؟!</w:t>
      </w:r>
    </w:p>
    <w:p w:rsidR="008C4947" w:rsidRPr="00436A46" w:rsidRDefault="008C4947" w:rsidP="00B0205B">
      <w:pPr>
        <w:pStyle w:val="libBold2"/>
        <w:rPr>
          <w:rtl/>
        </w:rPr>
      </w:pPr>
      <w:r w:rsidRPr="00436A46">
        <w:rPr>
          <w:rtl/>
        </w:rPr>
        <w:t>ثمّ من بعد عليّ ولده جعفر ، بل وحتّى زوجته فاطمة بنت أسد؟!</w:t>
      </w:r>
    </w:p>
    <w:p w:rsidR="008C4947" w:rsidRDefault="008C4947" w:rsidP="00B0205B">
      <w:pPr>
        <w:pStyle w:val="libBold2"/>
        <w:rPr>
          <w:rtl/>
        </w:rPr>
      </w:pPr>
      <w:r w:rsidRPr="00436A46">
        <w:rPr>
          <w:rtl/>
        </w:rPr>
        <w:t xml:space="preserve">ثمّ ألم تقرأ قول الله تعالى في مؤمن آل فرعون حيث يقول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وَقَالَ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رَجُلٌ مُّؤْمِنٌ مِّنْ آلِ فِرْعَوْنَ يَكْتُمُ إِيمَانَهُ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(4)</w:t>
      </w:r>
      <w:r w:rsidRPr="00B0205B">
        <w:rPr>
          <w:rStyle w:val="libBold2Char"/>
          <w:rtl/>
        </w:rPr>
        <w:t>.</w:t>
      </w:r>
    </w:p>
    <w:p w:rsidR="008C4947" w:rsidRPr="00436A46" w:rsidRDefault="008C4947" w:rsidP="00F122A7">
      <w:pPr>
        <w:pStyle w:val="libLine"/>
        <w:rPr>
          <w:rtl/>
        </w:rPr>
      </w:pPr>
      <w:r w:rsidRPr="00436A46">
        <w:rPr>
          <w:rtl/>
        </w:rPr>
        <w:t>__</w:t>
      </w:r>
      <w:r w:rsidRPr="00436A46">
        <w:rPr>
          <w:rFonts w:hint="cs"/>
          <w:rtl/>
        </w:rPr>
        <w:t>___</w:t>
      </w:r>
      <w:r w:rsidRPr="00436A46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الحجر : 95.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سورة آل عمران : 28.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سورة الممتحنة : 1.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سورة غافر : 28.</w:t>
      </w:r>
    </w:p>
    <w:p w:rsidR="008C4947" w:rsidRPr="00C2361E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C2361E">
        <w:rPr>
          <w:rtl/>
        </w:rPr>
        <w:lastRenderedPageBreak/>
        <w:t xml:space="preserve">فما المانع أن يكون أبو طالب كذلك بما له من مكانه اجتماعيّة </w:t>
      </w:r>
      <w:r w:rsidR="00EA3C94">
        <w:rPr>
          <w:rFonts w:hint="cs"/>
          <w:rtl/>
        </w:rPr>
        <w:t xml:space="preserve"> </w:t>
      </w:r>
      <w:r w:rsidRPr="00C2361E">
        <w:rPr>
          <w:rtl/>
        </w:rPr>
        <w:t>هامة وهو أحد سادة بني هاشم وسادة قريش؟!</w:t>
      </w:r>
    </w:p>
    <w:p w:rsidR="008C4947" w:rsidRPr="00C2361E" w:rsidRDefault="008C4947" w:rsidP="00B0205B">
      <w:pPr>
        <w:pStyle w:val="libBold2"/>
        <w:rPr>
          <w:rtl/>
        </w:rPr>
      </w:pPr>
      <w:r w:rsidRPr="00C2361E">
        <w:rPr>
          <w:rtl/>
        </w:rPr>
        <w:t xml:space="preserve">والشيء الذي لا ينقضي له عجبي هو إصرار علمائنا على إسلام </w:t>
      </w:r>
      <w:r w:rsidR="00EA3C94">
        <w:rPr>
          <w:rFonts w:hint="cs"/>
          <w:rtl/>
        </w:rPr>
        <w:t xml:space="preserve"> </w:t>
      </w:r>
      <w:r w:rsidRPr="00C2361E">
        <w:rPr>
          <w:rtl/>
        </w:rPr>
        <w:t>أبي سفيان.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: أولم يسلم أبو سفيان؟!</w:t>
      </w:r>
    </w:p>
    <w:p w:rsidR="008C4947" w:rsidRPr="00C2361E" w:rsidRDefault="008C4947" w:rsidP="00B0205B">
      <w:pPr>
        <w:pStyle w:val="libBold2"/>
        <w:rPr>
          <w:rtl/>
        </w:rPr>
      </w:pPr>
      <w:r w:rsidRPr="00C2361E">
        <w:rPr>
          <w:rtl/>
        </w:rPr>
        <w:t xml:space="preserve">قال صديقي : إنّ الجماعة جعلوه مسلما قد حسن إسلامه ، كما </w:t>
      </w:r>
      <w:r w:rsidR="00EA3C94">
        <w:rPr>
          <w:rFonts w:hint="cs"/>
          <w:rtl/>
        </w:rPr>
        <w:t xml:space="preserve"> </w:t>
      </w:r>
      <w:r w:rsidRPr="00C2361E">
        <w:rPr>
          <w:rtl/>
        </w:rPr>
        <w:t xml:space="preserve">حسن إسلام زوجته هند البتول ، وكذلك ابنهما معاوية خال المؤمنين ، كل </w:t>
      </w:r>
      <w:r w:rsidR="00EA3C94">
        <w:rPr>
          <w:rFonts w:hint="cs"/>
          <w:rtl/>
        </w:rPr>
        <w:t xml:space="preserve"> </w:t>
      </w:r>
      <w:r w:rsidRPr="00C2361E">
        <w:rPr>
          <w:rtl/>
        </w:rPr>
        <w:t xml:space="preserve">أولئك ربحت تجارتهم بعد أن حاربوا الإسلام من يوم مولده إلى يوم فتح </w:t>
      </w:r>
      <w:r w:rsidR="00EA3C94">
        <w:rPr>
          <w:rFonts w:hint="cs"/>
          <w:rtl/>
        </w:rPr>
        <w:t xml:space="preserve"> </w:t>
      </w:r>
      <w:r w:rsidRPr="00C2361E">
        <w:rPr>
          <w:rtl/>
        </w:rPr>
        <w:t>مكّة ولكن أبا طالب مات مشركاً!!</w:t>
      </w:r>
    </w:p>
    <w:p w:rsidR="008C4947" w:rsidRPr="00C2361E" w:rsidRDefault="008C4947" w:rsidP="00B0205B">
      <w:pPr>
        <w:pStyle w:val="libBold2"/>
        <w:rPr>
          <w:rtl/>
        </w:rPr>
      </w:pPr>
      <w:r w:rsidRPr="00C2361E">
        <w:rPr>
          <w:rtl/>
        </w:rPr>
        <w:t xml:space="preserve">هل رأيت هذه الصفقة المربحة؟!ـقال صديقي ، ثمّ واصل كلامه </w:t>
      </w:r>
      <w:r w:rsidR="00EA3C94">
        <w:rPr>
          <w:rFonts w:hint="cs"/>
          <w:rtl/>
        </w:rPr>
        <w:t xml:space="preserve"> </w:t>
      </w:r>
      <w:r w:rsidRPr="00C2361E">
        <w:rPr>
          <w:rtl/>
        </w:rPr>
        <w:t>قائلا</w:t>
      </w:r>
      <w:r>
        <w:rPr>
          <w:rFonts w:hint="cs"/>
          <w:rtl/>
        </w:rPr>
        <w:t xml:space="preserve">ً </w:t>
      </w:r>
      <w:r w:rsidRPr="00C2361E">
        <w:rPr>
          <w:rtl/>
        </w:rPr>
        <w:t xml:space="preserve">ـ: رجل من أعمدة الشرك وأئمة الكفر الذين لم يألوا في بذل </w:t>
      </w:r>
      <w:r w:rsidR="00EA3C94">
        <w:rPr>
          <w:rFonts w:hint="cs"/>
          <w:rtl/>
        </w:rPr>
        <w:t xml:space="preserve"> </w:t>
      </w:r>
      <w:r w:rsidRPr="00C2361E">
        <w:rPr>
          <w:rtl/>
        </w:rPr>
        <w:t xml:space="preserve">الأموال وسل السيوف لمحاربة الدين الجديد ، تراهم الآن من أهل </w:t>
      </w:r>
      <w:r w:rsidR="00EA3C94">
        <w:rPr>
          <w:rFonts w:hint="cs"/>
          <w:rtl/>
        </w:rPr>
        <w:t xml:space="preserve"> </w:t>
      </w:r>
      <w:r w:rsidRPr="00C2361E">
        <w:rPr>
          <w:rtl/>
        </w:rPr>
        <w:t>الإيمان والجنّة!</w:t>
      </w:r>
    </w:p>
    <w:p w:rsidR="008C4947" w:rsidRDefault="008C4947" w:rsidP="00B0205B">
      <w:pPr>
        <w:pStyle w:val="libBold2"/>
        <w:rPr>
          <w:rtl/>
        </w:rPr>
      </w:pPr>
      <w:r w:rsidRPr="00C2361E">
        <w:rPr>
          <w:rtl/>
        </w:rPr>
        <w:t>ومتى أسلم أبو سفيان؟! نعم ، عندما رأى جيوش الرسول</w:t>
      </w:r>
      <w:r w:rsidRPr="00B0205B">
        <w:rPr>
          <w:rStyle w:val="libAlaemChar"/>
          <w:rtl/>
        </w:rPr>
        <w:t>صلى‌الله‌عليه‌وآله‌وسلم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مقبلة نحو مكّة ورأى أنّ كلّ ما فعله في سبيل محاربة هذا الدّين أصبح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هباءً منثوراً.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ثمّ تساءل :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يا أخي ألا تعرف أنّنا نحكم بالظاهر؟! فما المانع أن يكون أبو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سفيان وغيره من الطلقاء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>أسلموا وآمنوا فعلا؟!</w:t>
      </w:r>
    </w:p>
    <w:p w:rsidR="008C4947" w:rsidRPr="00C2361E" w:rsidRDefault="008C4947" w:rsidP="00F122A7">
      <w:pPr>
        <w:pStyle w:val="libLine"/>
        <w:rPr>
          <w:rtl/>
        </w:rPr>
      </w:pPr>
      <w:r w:rsidRPr="00C2361E">
        <w:rPr>
          <w:rtl/>
        </w:rPr>
        <w:t>__</w:t>
      </w:r>
      <w:r w:rsidRPr="00C2361E">
        <w:rPr>
          <w:rFonts w:hint="cs"/>
          <w:rtl/>
        </w:rPr>
        <w:t>___</w:t>
      </w:r>
      <w:r w:rsidRPr="00C2361E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 xml:space="preserve">1 ـ الطلقاء : جمع طليق ، وهم الذين وقعوا تحت أسر رسول الله وجيش الفتح وقال 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أجبت صديقي معترضاً : هذا جائز.</w:t>
      </w:r>
    </w:p>
    <w:p w:rsidR="008C4947" w:rsidRPr="00EA4FC7" w:rsidRDefault="008C4947" w:rsidP="00B0205B">
      <w:pPr>
        <w:pStyle w:val="libBold2"/>
        <w:rPr>
          <w:rtl/>
        </w:rPr>
      </w:pPr>
      <w:r w:rsidRPr="00EA4FC7">
        <w:rPr>
          <w:rtl/>
        </w:rPr>
        <w:t xml:space="preserve">أجاب صديقي : لكن إذا نظَرت إلى القرائن والظروف التي أحاطت </w:t>
      </w:r>
      <w:r w:rsidR="00EA3C94">
        <w:rPr>
          <w:rFonts w:hint="cs"/>
          <w:rtl/>
        </w:rPr>
        <w:t xml:space="preserve"> </w:t>
      </w:r>
      <w:r w:rsidRPr="00EA4FC7">
        <w:rPr>
          <w:rtl/>
        </w:rPr>
        <w:t>بحياة أبي سفيان لعلمت أنّه من المحال أن يؤمن أبو سفيان.</w:t>
      </w:r>
    </w:p>
    <w:p w:rsidR="008C4947" w:rsidRPr="00EA4FC7" w:rsidRDefault="008C4947" w:rsidP="00B0205B">
      <w:pPr>
        <w:pStyle w:val="libBold2"/>
        <w:rPr>
          <w:rtl/>
        </w:rPr>
      </w:pPr>
      <w:r w:rsidRPr="00EA4FC7">
        <w:rPr>
          <w:rtl/>
        </w:rPr>
        <w:t xml:space="preserve">ألم تُقنع كلّ المعجزات والأدلة التي سمعها من الرسول منذ بزوغ </w:t>
      </w:r>
      <w:r w:rsidR="00EA3C94">
        <w:rPr>
          <w:rFonts w:hint="cs"/>
          <w:rtl/>
        </w:rPr>
        <w:t xml:space="preserve"> </w:t>
      </w:r>
      <w:r w:rsidRPr="00EA4FC7">
        <w:rPr>
          <w:rtl/>
        </w:rPr>
        <w:t xml:space="preserve">فجر الإسلام في مكة إلى فتح مكة هذا الرجل حتّى يسلم إسلاما </w:t>
      </w:r>
      <w:r w:rsidR="00EA3C94">
        <w:rPr>
          <w:rFonts w:hint="cs"/>
          <w:rtl/>
        </w:rPr>
        <w:t xml:space="preserve"> </w:t>
      </w:r>
      <w:r w:rsidRPr="00EA4FC7">
        <w:rPr>
          <w:rtl/>
        </w:rPr>
        <w:t>مشبوها؟!</w:t>
      </w:r>
    </w:p>
    <w:p w:rsidR="008C4947" w:rsidRPr="00FB3374" w:rsidRDefault="008C4947" w:rsidP="00B0205B">
      <w:pPr>
        <w:pStyle w:val="libBold2"/>
        <w:rPr>
          <w:rtl/>
        </w:rPr>
      </w:pPr>
      <w:r w:rsidRPr="00FB3374">
        <w:rPr>
          <w:rtl/>
        </w:rPr>
        <w:t>إنه في الواقع استسلم ولم يسلم.</w:t>
      </w:r>
    </w:p>
    <w:p w:rsidR="008C4947" w:rsidRDefault="008C4947" w:rsidP="00B0205B">
      <w:pPr>
        <w:pStyle w:val="libBold2"/>
        <w:rPr>
          <w:rtl/>
        </w:rPr>
      </w:pPr>
      <w:r w:rsidRPr="00FB3374">
        <w:rPr>
          <w:rtl/>
        </w:rPr>
        <w:t>وترى يا أخي أنّ كافل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وحاميه ومانعه أبو طالب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في ضحضاح من نار ، وعدوّ الله ورسوله جبّار قريش ورأس الكفر ، ومن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سعى طوال عمر الدعوة إلى محاربتها ، أبو سفيان يتنعم مع هند في الجنّة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مع الأنبياء والصدّيقين والشهداء!!! يالها من صفقة ماكيافيلّيّة مربحة!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سكتّ اقتناعاً بما قال صديقي حيث لم أجد لما قال ردّاً ولا </w:t>
      </w:r>
      <w:r w:rsidR="00EA3C94">
        <w:rPr>
          <w:rFonts w:hint="cs"/>
          <w:rtl/>
        </w:rPr>
        <w:t xml:space="preserve"> </w:t>
      </w:r>
      <w:r>
        <w:rPr>
          <w:rtl/>
        </w:rPr>
        <w:t>استدراكاً ، ومضيت وأنا أدعو الله أن يهديني إلى الحقّ حيثما كان.</w:t>
      </w:r>
    </w:p>
    <w:p w:rsidR="000F5634" w:rsidRDefault="00EA3C94" w:rsidP="00F122A7">
      <w:pPr>
        <w:pStyle w:val="libLine"/>
        <w:rPr>
          <w:rtl/>
        </w:rPr>
      </w:pPr>
      <w:r>
        <w:rPr>
          <w:rFonts w:hint="cs"/>
          <w:rtl/>
        </w:rPr>
        <w:t xml:space="preserve">     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</w:pPr>
      <w:r>
        <w:rPr>
          <w:rtl/>
        </w:rPr>
        <w:t xml:space="preserve">لهم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« اذهبوا فأنتم الطلقاء » ، وكان من أبرزهم معاوية بن أبي سفيان ( كاتب </w:t>
      </w:r>
      <w:r w:rsidR="00EA3C94">
        <w:rPr>
          <w:rFonts w:hint="cs"/>
          <w:rtl/>
        </w:rPr>
        <w:t xml:space="preserve"> </w:t>
      </w:r>
      <w:r>
        <w:rPr>
          <w:rtl/>
        </w:rPr>
        <w:t>الوحي!! ).</w:t>
      </w:r>
    </w:p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33" w:name="_Toc365111443"/>
      <w:r w:rsidR="00EA3C94">
        <w:rPr>
          <w:rtl/>
        </w:rPr>
        <w:lastRenderedPageBreak/>
        <w:t xml:space="preserve"> </w:t>
      </w:r>
    </w:p>
    <w:p w:rsidR="008C4947" w:rsidRDefault="008C4947" w:rsidP="008C4947">
      <w:pPr>
        <w:pStyle w:val="Heading2"/>
        <w:rPr>
          <w:rtl/>
        </w:rPr>
      </w:pPr>
      <w:bookmarkStart w:id="34" w:name="_Toc398986465"/>
      <w:bookmarkStart w:id="35" w:name="_Toc398986496"/>
      <w:r>
        <w:rPr>
          <w:rtl/>
        </w:rPr>
        <w:t>الصلاة عمود الدين :</w:t>
      </w:r>
      <w:bookmarkEnd w:id="33"/>
      <w:bookmarkEnd w:id="34"/>
      <w:bookmarkEnd w:id="35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كانت آثار الحيرة بادية على وجهي وأنا ألج مسجد الحيّ أتطلّع في </w:t>
      </w:r>
      <w:r w:rsidR="00EA3C94">
        <w:rPr>
          <w:rFonts w:hint="cs"/>
          <w:rtl/>
        </w:rPr>
        <w:t xml:space="preserve"> </w:t>
      </w:r>
      <w:r>
        <w:rPr>
          <w:rtl/>
        </w:rPr>
        <w:t>صفوف المصلّين ، لقد كان منظرا مألوفا</w:t>
      </w:r>
      <w:r>
        <w:rPr>
          <w:rFonts w:hint="cs"/>
          <w:rtl/>
        </w:rPr>
        <w:t>ً</w:t>
      </w:r>
      <w:r>
        <w:rPr>
          <w:rtl/>
        </w:rPr>
        <w:t xml:space="preserve"> لديّ ، لكن نقاشاتي مع الشيعة </w:t>
      </w:r>
      <w:r w:rsidR="00EA3C94">
        <w:rPr>
          <w:rFonts w:hint="cs"/>
          <w:rtl/>
        </w:rPr>
        <w:t xml:space="preserve"> </w:t>
      </w:r>
      <w:r>
        <w:rPr>
          <w:rtl/>
        </w:rPr>
        <w:t>حول أمور عدّة جعلت هذا المنظر غريبا</w:t>
      </w:r>
      <w:r>
        <w:rPr>
          <w:rFonts w:hint="cs"/>
          <w:rtl/>
        </w:rPr>
        <w:t>ً</w:t>
      </w:r>
      <w:r>
        <w:rPr>
          <w:rtl/>
        </w:rPr>
        <w:t xml:space="preserve"> عليّ وكأنّي أراه للمرّة الأولى!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مجموعة من المصلّين تقف للصلاة أمام بارئها ، ويكاد لا يجمعها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في صلاتها شيء إلاّ القبلة ، فبعض أسدلوا أيديهم ، والبعض الآخر يجمعها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على بطنه ، وهذا يرفعها مابين صدره وبطنه ، وذاك رفعها كثيرا حتّى كادت </w:t>
      </w:r>
      <w:r w:rsidR="00EA3C94">
        <w:rPr>
          <w:rFonts w:hint="cs"/>
          <w:rtl/>
        </w:rPr>
        <w:t xml:space="preserve"> </w:t>
      </w:r>
      <w:r>
        <w:rPr>
          <w:rtl/>
        </w:rPr>
        <w:t>تلامس أسفل رقبته!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قفزت في ذلك الحين إلى ذهني أفكار وتواردت تساؤلات ، قلت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في نفسي : ألسنا جميعا مسلمين؟! بل ألسنا جميعا على مذهب واحد؟! </w:t>
      </w:r>
      <w:r w:rsidR="00EA3C94">
        <w:rPr>
          <w:rFonts w:hint="cs"/>
          <w:rtl/>
        </w:rPr>
        <w:t xml:space="preserve"> </w:t>
      </w:r>
      <w:r>
        <w:rPr>
          <w:rtl/>
        </w:rPr>
        <w:t>فما الدّاعي لهذا ال</w:t>
      </w:r>
      <w:r>
        <w:rPr>
          <w:rFonts w:hint="cs"/>
          <w:rtl/>
        </w:rPr>
        <w:t>ا</w:t>
      </w:r>
      <w:r>
        <w:rPr>
          <w:rtl/>
        </w:rPr>
        <w:t xml:space="preserve">ختلاف؟ عجيب! أوصل بنا الحال إلى أن نختلف حتّى </w:t>
      </w:r>
      <w:r w:rsidR="00EA3C94">
        <w:rPr>
          <w:rFonts w:hint="cs"/>
          <w:rtl/>
        </w:rPr>
        <w:t xml:space="preserve"> </w:t>
      </w:r>
      <w:r>
        <w:rPr>
          <w:rtl/>
        </w:rPr>
        <w:t>في الصلاة؟! ماذا بقي لنا من موارد ال</w:t>
      </w:r>
      <w:r>
        <w:rPr>
          <w:rFonts w:hint="cs"/>
          <w:rtl/>
        </w:rPr>
        <w:t>ا</w:t>
      </w:r>
      <w:r>
        <w:rPr>
          <w:rtl/>
        </w:rPr>
        <w:t>تفاق؟!</w:t>
      </w:r>
    </w:p>
    <w:p w:rsidR="000F5634" w:rsidRDefault="008C4947" w:rsidP="000F5634">
      <w:pPr>
        <w:pStyle w:val="libNormal"/>
        <w:rPr>
          <w:rtl/>
        </w:rPr>
      </w:pPr>
      <w:r>
        <w:rPr>
          <w:rtl/>
        </w:rPr>
        <w:t>أليست الصلاة عمود الدين؟! ألسنا أمرنا أن نقتدي برسول الله</w:t>
      </w:r>
      <w:r w:rsidRPr="00B0205B">
        <w:rPr>
          <w:rStyle w:val="libAlaemChar"/>
          <w:rtl/>
        </w:rPr>
        <w:t>صلى‌الله‌عليه‌وآله‌وسلم</w:t>
      </w:r>
      <w:r w:rsidR="00EA3C94">
        <w:rPr>
          <w:rFonts w:hint="cs"/>
          <w:rtl/>
        </w:rPr>
        <w:t xml:space="preserve"> </w:t>
      </w:r>
      <w:r>
        <w:rPr>
          <w:rtl/>
        </w:rPr>
        <w:t>في كلّ شيء؟! أليس يأمرنا القرآن بـ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وَمَا آتَاكُمُ الرَّسُولُ فَخُذُوهُ وَمَا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نَهَاكُمْ عَنْهُ فَانتَهُوا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>
        <w:rPr>
          <w:rtl/>
        </w:rPr>
        <w:t>؟!</w:t>
      </w:r>
    </w:p>
    <w:p w:rsidR="000F5634" w:rsidRDefault="008C4947" w:rsidP="000F5634">
      <w:pPr>
        <w:pStyle w:val="libNormal"/>
        <w:rPr>
          <w:rtl/>
        </w:rPr>
      </w:pPr>
      <w:r>
        <w:rPr>
          <w:rtl/>
        </w:rPr>
        <w:t xml:space="preserve">وقلت في نفسي : ليتني أعرف الطريقة التي صلّى بها رسول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الحشر : 7.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>وعلّمها صحابته ، هل صلّى رسول الله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متكتّفا جامعاً يديه </w:t>
      </w:r>
      <w:r w:rsidR="00EA3C94">
        <w:rPr>
          <w:rFonts w:hint="cs"/>
          <w:rtl/>
        </w:rPr>
        <w:t xml:space="preserve"> </w:t>
      </w:r>
      <w:r>
        <w:rPr>
          <w:rtl/>
        </w:rPr>
        <w:t>أم صلّى مُسدِلا؟ أم لربّما صلّى على كلا الوجهين؟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وقد يكون حكّام الجور غيّروا وبدّلوا حتّى في الصّلاة</w:t>
      </w:r>
      <w:r w:rsidRPr="00F122A7">
        <w:rPr>
          <w:rStyle w:val="libFootnotenumChar"/>
          <w:rtl/>
        </w:rPr>
        <w:t>(1)</w:t>
      </w:r>
      <w:r>
        <w:rPr>
          <w:rtl/>
        </w:rPr>
        <w:t>؟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هل قصّر رسول الله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>في التبليغ؟ أليس الله يقول</w:t>
      </w:r>
      <w:r w:rsidRPr="00236C0B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الْيَوْمَ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 xml:space="preserve">أَكْمَلْتُ لَكُمْ دِينَكُمْ وَأَتْمَمْتُ عَلَيْكُمْ نِعْمَتِي وَرَضِيتُ لَكُمُ الْإِسْلَامَ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دِينًا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(2)</w:t>
      </w:r>
      <w:r>
        <w:rPr>
          <w:rtl/>
        </w:rPr>
        <w:t>؟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لماذا يقول مالك بالسدل ، والشافعي بالتكتّف؟ هل كان دين الله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ناقصا فيكمّلوه ، أم أنّ أحكام الله كانت غامضة فيُعملوا آراءهم بالاجتهاد </w:t>
      </w:r>
      <w:r w:rsidR="00EA3C94">
        <w:rPr>
          <w:rFonts w:hint="cs"/>
          <w:rtl/>
        </w:rPr>
        <w:t xml:space="preserve"> </w:t>
      </w:r>
      <w:r>
        <w:rPr>
          <w:rtl/>
        </w:rPr>
        <w:t>وال</w:t>
      </w:r>
      <w:r>
        <w:rPr>
          <w:rFonts w:hint="cs"/>
          <w:rtl/>
        </w:rPr>
        <w:t>ا</w:t>
      </w:r>
      <w:r>
        <w:rPr>
          <w:rtl/>
        </w:rPr>
        <w:t>ستحسان والقياس؟! أفتونا بعلم أيها الناس فلقد بلغ السّيل الزبى</w:t>
      </w:r>
      <w:r>
        <w:rPr>
          <w:rFonts w:hint="cs"/>
          <w:rtl/>
        </w:rPr>
        <w:t>ٰ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هل كان رسول الله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الذي كان يصلّي مذ كان في مكة إلى آخر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حياته الشريفة متناقضا ، حتّى يصلّي على وجوه عدّة؟! وإذا صلّى كذلك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فكيف علّمه الله هذه الصّلاة؟ وإن لم يصحّ ذلك فكيف كانت صلاة </w:t>
      </w:r>
      <w:r w:rsidR="00EA3C94">
        <w:rPr>
          <w:rFonts w:hint="cs"/>
          <w:rtl/>
        </w:rPr>
        <w:t xml:space="preserve"> </w:t>
      </w:r>
      <w:r>
        <w:rPr>
          <w:rtl/>
        </w:rPr>
        <w:t>رسول الله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>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وأذكر أنني كنت أتحدّث مع أحد الإخوان فسألته عن رأيه في </w:t>
      </w:r>
      <w:r w:rsidR="00EA3C94">
        <w:rPr>
          <w:rFonts w:hint="cs"/>
          <w:rtl/>
        </w:rPr>
        <w:t xml:space="preserve"> </w:t>
      </w:r>
      <w:r>
        <w:rPr>
          <w:rtl/>
        </w:rPr>
        <w:t>الموضوع فلربّما قال شيئاً يرفع به حيرتي حول أمر الصلاة.</w:t>
      </w:r>
    </w:p>
    <w:p w:rsidR="000F5634" w:rsidRDefault="008C4947" w:rsidP="000F5634">
      <w:pPr>
        <w:pStyle w:val="libNormal"/>
        <w:rPr>
          <w:rtl/>
        </w:rPr>
      </w:pPr>
      <w:r>
        <w:rPr>
          <w:rtl/>
        </w:rPr>
        <w:t>فأجابني قائلا</w:t>
      </w:r>
      <w:r>
        <w:rPr>
          <w:rFonts w:hint="cs"/>
          <w:rtl/>
        </w:rPr>
        <w:t>ً</w:t>
      </w:r>
      <w:r>
        <w:rPr>
          <w:rtl/>
        </w:rPr>
        <w:t xml:space="preserve"> : يا أخي إنّ المسألة أبسط ممّا تتصوّر ، إنّ رسول </w:t>
      </w:r>
      <w:r w:rsidR="00EA3C94">
        <w:rPr>
          <w:rFonts w:hint="cs"/>
          <w:rtl/>
        </w:rPr>
        <w:t xml:space="preserve"> </w:t>
      </w:r>
      <w:r>
        <w:rPr>
          <w:rtl/>
        </w:rPr>
        <w:t>الله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>صلّى على الوجهين فمرّة بالسّدل وأخرى بالتكتّف.</w:t>
      </w:r>
    </w:p>
    <w:p w:rsidR="000F5634" w:rsidRDefault="008C4947" w:rsidP="000F5634">
      <w:pPr>
        <w:pStyle w:val="libNormal"/>
        <w:rPr>
          <w:rtl/>
        </w:rPr>
      </w:pPr>
      <w:r>
        <w:rPr>
          <w:rtl/>
        </w:rPr>
        <w:t>فعلّقت قائلا</w:t>
      </w:r>
      <w:r>
        <w:rPr>
          <w:rFonts w:hint="cs"/>
          <w:rtl/>
        </w:rPr>
        <w:t>ً</w:t>
      </w:r>
      <w:r>
        <w:rPr>
          <w:rtl/>
        </w:rPr>
        <w:t xml:space="preserve"> : ألا ترى في هذا تناقضا؟! ثمّ أيّ صلاة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هذا ما فعله مروان بن الحكم فعلا في صلاة العيد ، أنظر : سنن ابن ماجة 1 / 406 باب ما </w:t>
      </w:r>
      <w:r w:rsidR="00EA3C94">
        <w:rPr>
          <w:rFonts w:hint="cs"/>
          <w:rtl/>
        </w:rPr>
        <w:t xml:space="preserve"> </w:t>
      </w:r>
      <w:r>
        <w:rPr>
          <w:rtl/>
        </w:rPr>
        <w:t>جاء في صلاة العيدين.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سورة المائدة : 3.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صلاّها رسول الله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مسدلا وأيّ صلاة صلاّها متكتّفا؟ ولو صحّ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ما تقول لماذا لا نصلّي كلّ يوم على الوجهين إصابة للسنّة واقتفاءاً </w:t>
      </w:r>
      <w:r w:rsidR="00EA3C94">
        <w:rPr>
          <w:rFonts w:hint="cs"/>
          <w:rtl/>
        </w:rPr>
        <w:t xml:space="preserve"> </w:t>
      </w:r>
      <w:r>
        <w:rPr>
          <w:rtl/>
        </w:rPr>
        <w:t>به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>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نعم ، هكذا تصير أحكام الدين الخاتم الشّامل لعبة تحت غطاء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اليُسر في الدين! صلّي كما تحبّ ، وتوضّأ كما تشتهي ، وطلّق كما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تستحسن ، المهم هو اليسر. عجيب هل يريدنا الله أن نعبده كما يحبّ هو أم </w:t>
      </w:r>
      <w:r w:rsidR="00EA3C94">
        <w:rPr>
          <w:rFonts w:hint="cs"/>
          <w:rtl/>
        </w:rPr>
        <w:t xml:space="preserve"> </w:t>
      </w:r>
      <w:r>
        <w:rPr>
          <w:rtl/>
        </w:rPr>
        <w:t>كما نحبّ ونستحسن نحن؟!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وذات مرّة سألت أحدهم عن تكتّفه في الصلاة رغم كونه مالكيّا؟ </w:t>
      </w:r>
      <w:r w:rsidR="00EA3C94">
        <w:rPr>
          <w:rFonts w:hint="cs"/>
          <w:rtl/>
        </w:rPr>
        <w:t xml:space="preserve"> </w:t>
      </w:r>
      <w:r>
        <w:rPr>
          <w:rtl/>
        </w:rPr>
        <w:t>فتعلّل بأنّ تكتّفه في الصلاة يزيد من خشوعه مع الله تعالى.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اجتهاد واجتهاد واستحسان ولا شيء غير ذلك!! خشوع أكثر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وخشوع أقلّ ، إنّ الخشوع مسألة قلبيّة وليس ممّا يُحصّل بالحركات </w:t>
      </w:r>
      <w:r w:rsidR="00EA3C94">
        <w:rPr>
          <w:rFonts w:hint="cs"/>
          <w:rtl/>
        </w:rPr>
        <w:t xml:space="preserve"> </w:t>
      </w:r>
      <w:r>
        <w:rPr>
          <w:rtl/>
        </w:rPr>
        <w:t>والسّكنات. إذن لماذا لا نقلّد خشوع المسيحيين أو البوذيين في صلاتهم؟!</w:t>
      </w:r>
    </w:p>
    <w:p w:rsidR="000F5634" w:rsidRDefault="008C4947" w:rsidP="000F5634">
      <w:pPr>
        <w:pStyle w:val="libNormal"/>
        <w:rPr>
          <w:rtl/>
        </w:rPr>
      </w:pPr>
      <w:r>
        <w:rPr>
          <w:rtl/>
        </w:rPr>
        <w:t xml:space="preserve">والعجب! أنّهم إذا رأوا شيعيّا يصلّي ، يطير حلمهم ويعسر يسرهم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ويهاجمونه تحمّسا للسنّة وحفاظا عليها ، ولا ندري أية سنّة يحفظون ، ولا </w:t>
      </w:r>
      <w:r w:rsidR="00EA3C94">
        <w:rPr>
          <w:rFonts w:hint="cs"/>
          <w:rtl/>
        </w:rPr>
        <w:t xml:space="preserve"> </w:t>
      </w:r>
      <w:r>
        <w:rPr>
          <w:rtl/>
        </w:rPr>
        <w:t>إلى أي صلاة يدعون ، هل هي صلاة رسول الله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أم صلاة مروان بن </w:t>
      </w:r>
      <w:r w:rsidR="00EA3C94">
        <w:rPr>
          <w:rFonts w:hint="cs"/>
          <w:rtl/>
        </w:rPr>
        <w:t xml:space="preserve"> </w:t>
      </w:r>
      <w:r>
        <w:rPr>
          <w:rtl/>
        </w:rPr>
        <w:t>الحكم</w:t>
      </w:r>
      <w:r w:rsidRPr="00F122A7">
        <w:rPr>
          <w:rStyle w:val="libFootnotenumChar"/>
          <w:rtl/>
        </w:rPr>
        <w:t>(1)</w:t>
      </w:r>
      <w:r>
        <w:rPr>
          <w:rtl/>
        </w:rPr>
        <w:t>وغيره من الجبابرة الأمويين والعباسيّين؟!</w:t>
      </w:r>
    </w:p>
    <w:p w:rsidR="000F5634" w:rsidRPr="000F5634" w:rsidRDefault="008C4947" w:rsidP="000F5634">
      <w:pPr>
        <w:pStyle w:val="libNormal"/>
        <w:rPr>
          <w:rStyle w:val="libBold2Char"/>
          <w:b w:val="0"/>
          <w:bCs w:val="0"/>
          <w:sz w:val="24"/>
          <w:szCs w:val="32"/>
          <w:rtl/>
        </w:rPr>
      </w:pPr>
      <w:r w:rsidRPr="00B0205B">
        <w:rPr>
          <w:rStyle w:val="libBold2Char"/>
          <w:rtl/>
        </w:rPr>
        <w:t>ما دام رسول الله يهجر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>! ويذكر آلهة قريش</w:t>
      </w:r>
      <w:r w:rsidRPr="00F122A7">
        <w:rPr>
          <w:rStyle w:val="libFootnotenumChar"/>
          <w:rtl/>
        </w:rPr>
        <w:t>(3)</w:t>
      </w:r>
      <w:r w:rsidRPr="00B0205B">
        <w:rPr>
          <w:rStyle w:val="libBold2Char"/>
          <w:rtl/>
        </w:rPr>
        <w:t xml:space="preserve">! ويلعن من </w:t>
      </w:r>
    </w:p>
    <w:p w:rsidR="008C4947" w:rsidRPr="000F5634" w:rsidRDefault="00EA3C94" w:rsidP="000F5634">
      <w:pPr>
        <w:pStyle w:val="libLine"/>
        <w:rPr>
          <w:b/>
          <w:bCs/>
          <w:sz w:val="28"/>
          <w:szCs w:val="28"/>
          <w:rtl/>
        </w:rPr>
      </w:pPr>
      <w:r>
        <w:rPr>
          <w:rFonts w:hint="cs"/>
          <w:rtl/>
        </w:rPr>
        <w:t xml:space="preserve"> </w:t>
      </w:r>
      <w:r w:rsidR="008C4947" w:rsidRPr="00296D77">
        <w:rPr>
          <w:rtl/>
        </w:rPr>
        <w:t>__</w:t>
      </w:r>
      <w:r w:rsidR="008C4947">
        <w:rPr>
          <w:rFonts w:hint="cs"/>
          <w:rtl/>
        </w:rPr>
        <w:t>___</w:t>
      </w:r>
      <w:r w:rsidR="008C4947"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سنن ابن ماجة 1 / 406 باب ما جاء في صلاة العيدين.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إشارة إلى رزية الخميس ، أنظر : صحيح البخاري 6 / 11.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إشارة إلى حديث الغرانيق ، أنظر : الدرّ المنثور 6 / 64ـ69 تفسير سورة الحج آية 52 ، </w:t>
      </w:r>
      <w:r w:rsidR="00EA3C94">
        <w:rPr>
          <w:rFonts w:hint="cs"/>
          <w:rtl/>
        </w:rPr>
        <w:t xml:space="preserve"> </w:t>
      </w:r>
      <w:r>
        <w:rPr>
          <w:rtl/>
        </w:rPr>
        <w:t>تفسير الطبري 17 / 131.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 w:rsidRPr="00B0205B">
        <w:rPr>
          <w:rStyle w:val="libBold2Char"/>
          <w:rtl/>
        </w:rPr>
        <w:lastRenderedPageBreak/>
        <w:t>لا يستحقّ اللّعن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>! ويصبحُ ولا يصلّي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 xml:space="preserve">! فلا عجب أن يصلّي بطريقتين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مختلفتين!!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بهذا أجابني صديقي الشيعي عندما طرحت عليه الموضوع من </w:t>
      </w:r>
      <w:r w:rsidR="00EA3C94">
        <w:rPr>
          <w:rFonts w:hint="cs"/>
          <w:rtl/>
        </w:rPr>
        <w:t xml:space="preserve"> </w:t>
      </w:r>
      <w:r>
        <w:rPr>
          <w:rtl/>
        </w:rPr>
        <w:t>جديد.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وأردف قائلا : لكن الحمد لله الذي حفظ كتابه الكريم من تحريف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المحرفين ودسّ الدسّاسين ، وإلاّ لصار أغرب من التوراة والأناجيل ، مليئا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بالخرافات ، محشوّا بالتناقضات ، لكنّ القوم إذ فاتهم تحريفه عمدوا إلى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سنّة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فبدّلوها وغيّروها ، وقطّعوا أوصالها ، وحذفوا منها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وزادوا ، حتّى اختلط الحابل بالنابل ، وحتّى أصبح المسلم يعجب ويسأل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ويتساءل ويتحيّر ولا تزول حيرته.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لكن القوم تمادوا في غيّهم فحرّفوا كلام الله عن مواضعه بعد أن لم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يتمكنوا من تغيير حروفه ، فبدلوا معانيها حتّى صار يوسف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غراميّا يهمّ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بالفحشاء! وموسى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قاتلا جبّارا في الأرض! وذا النّون كان كافرا بقدرة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الله! وآدم عاصيا! وداود متهتّكا لاهثا وراء الشهوات! وسليمان غير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متوكّل على الله تعالى</w:t>
      </w:r>
      <w:r w:rsidRPr="00F122A7">
        <w:rPr>
          <w:rStyle w:val="libFootnotenumChar"/>
          <w:rtl/>
        </w:rPr>
        <w:t>(3)</w:t>
      </w:r>
      <w:r w:rsidRPr="00B0205B">
        <w:rPr>
          <w:rStyle w:val="libBold2Char"/>
          <w:rtl/>
        </w:rPr>
        <w:t>!</w:t>
      </w:r>
    </w:p>
    <w:p w:rsidR="008C4947" w:rsidRPr="00F53274" w:rsidRDefault="008C4947" w:rsidP="00B0205B">
      <w:pPr>
        <w:pStyle w:val="libBold2"/>
        <w:rPr>
          <w:rtl/>
        </w:rPr>
      </w:pPr>
      <w:r w:rsidRPr="00F53274">
        <w:rPr>
          <w:rtl/>
        </w:rPr>
        <w:t xml:space="preserve">نعم ، لقد أقاموا حروف القرآن لكن غيّروا معانيها وشأن نزولها فإنّا </w:t>
      </w:r>
      <w:r w:rsidR="00EA3C94">
        <w:rPr>
          <w:rFonts w:hint="cs"/>
          <w:rtl/>
        </w:rPr>
        <w:t xml:space="preserve"> </w:t>
      </w:r>
      <w:r w:rsidRPr="00F53274">
        <w:rPr>
          <w:rtl/>
        </w:rPr>
        <w:t>لله وإنّا إليه راجعون.</w:t>
      </w:r>
    </w:p>
    <w:p w:rsidR="008C4947" w:rsidRPr="00F53274" w:rsidRDefault="008C4947" w:rsidP="00F122A7">
      <w:pPr>
        <w:pStyle w:val="libLine"/>
        <w:rPr>
          <w:rtl/>
        </w:rPr>
      </w:pPr>
      <w:r w:rsidRPr="00F53274">
        <w:rPr>
          <w:rtl/>
        </w:rPr>
        <w:t>__</w:t>
      </w:r>
      <w:r w:rsidRPr="00F53274">
        <w:rPr>
          <w:rFonts w:hint="cs"/>
          <w:rtl/>
        </w:rPr>
        <w:t>___</w:t>
      </w:r>
      <w:r w:rsidRPr="00F53274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أنظر : صحيح مسلم كتاب البرّ والصلة 4 / 2007 ، مسند أحمد 5 / 294 و 2 / 243.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أنظر : سنن ابن ماجة 1 / 227 باب من نام عن الصلاة أو نسيها ، مسند أحمد 2 / 248.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أنظر : صحيح البخاري 9 / 160ـ161 وبعدها ، مستدرك الحاكم : 346 ، 582 من كتاب </w:t>
      </w:r>
      <w:r w:rsidR="00EA3C94">
        <w:rPr>
          <w:rFonts w:hint="cs"/>
          <w:rtl/>
        </w:rPr>
        <w:t xml:space="preserve"> </w:t>
      </w:r>
      <w:r>
        <w:rPr>
          <w:rtl/>
        </w:rPr>
        <w:t>التّفسير ، صحيح مسلم 3 / 1275 كتاب الإيمان.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lastRenderedPageBreak/>
        <w:t>قلت لصديقي : فما تقول أنت؟!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>أجاب : إنّ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الذي علّم أُمته كيف ينام الشخص في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فراشه ، وكَيفَ يقول إذا خرج من بَيتهِ ، بل كيف نفعل إذا دخل أحدنا بيت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الخلاء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 ، هل تتصوّر أنّه يصلّي على طريقتين ويترك أمّته في حيرة من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أمرها في الصلاة؟!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>ثمّ لو صلّى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على وجهين لماذا لم يتوضّأ ولم يتيمّم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ولم يغتسل على وجهين مختلفين؟!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لمّا أنهى صديقي كلامه شعرت بميل جيّد تجاه هذا المنطق الواضح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الذي أزال عنّي تلك الغبرة التي كانت تحجب عن عيني الرّؤية ، وأقنعت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نفسي بأنّه لو لم يكن تعليل صديقي صحيحا وفي محلّه ، فلا ريب عندي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أنّه كان الأفضل من بقيّة التّفسيرات والتعليلات التي طالما سمعتها حتّى </w:t>
      </w:r>
      <w:r w:rsidR="00EA3C94">
        <w:rPr>
          <w:rFonts w:hint="cs"/>
          <w:rtl/>
        </w:rPr>
        <w:t xml:space="preserve"> </w:t>
      </w:r>
      <w:r>
        <w:rPr>
          <w:rtl/>
        </w:rPr>
        <w:t>مجّتها أذناي ولم تقنعني قليلا ولا كثيرا.</w:t>
      </w:r>
    </w:p>
    <w:p w:rsidR="000F5634" w:rsidRDefault="00EA3C94" w:rsidP="00F122A7">
      <w:pPr>
        <w:pStyle w:val="libLine"/>
        <w:rPr>
          <w:rtl/>
        </w:rPr>
      </w:pPr>
      <w:r>
        <w:rPr>
          <w:rFonts w:hint="cs"/>
          <w:rtl/>
        </w:rPr>
        <w:t xml:space="preserve">       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أنظر : سنن ابن ماجة 1 / 108 باب ما يقول الرجل إذا دخل الخلاء.</w:t>
      </w:r>
    </w:p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36" w:name="_Toc365111444"/>
      <w:r w:rsidR="00EA3C94">
        <w:rPr>
          <w:rFonts w:hint="cs"/>
          <w:rtl/>
        </w:rPr>
        <w:lastRenderedPageBreak/>
        <w:t xml:space="preserve"> </w:t>
      </w:r>
    </w:p>
    <w:p w:rsidR="008C4947" w:rsidRDefault="008C4947" w:rsidP="008C4947">
      <w:pPr>
        <w:pStyle w:val="Heading2"/>
        <w:rPr>
          <w:rtl/>
        </w:rPr>
      </w:pPr>
      <w:bookmarkStart w:id="37" w:name="_Toc398986466"/>
      <w:bookmarkStart w:id="38" w:name="_Toc398986497"/>
      <w:r>
        <w:rPr>
          <w:rtl/>
        </w:rPr>
        <w:t>الماكيافيليّة :</w:t>
      </w:r>
      <w:bookmarkEnd w:id="36"/>
      <w:bookmarkEnd w:id="37"/>
      <w:bookmarkEnd w:id="38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( الماكيافيلية ، أو الوصولية ، أو النفعويّة... ) أسماء متعدّدة لمعنى </w:t>
      </w:r>
      <w:r w:rsidR="00EA3C94">
        <w:rPr>
          <w:rFonts w:hint="cs"/>
          <w:rtl/>
        </w:rPr>
        <w:t xml:space="preserve"> </w:t>
      </w:r>
      <w:r>
        <w:rPr>
          <w:rtl/>
        </w:rPr>
        <w:t>واحد والماكيافيلية تُنسب إلى مؤسّسها الإيطالي الشهير</w:t>
      </w:r>
      <w:r>
        <w:t>"Machiavelli</w:t>
      </w:r>
      <w:r>
        <w:rPr>
          <w:rFonts w:hint="cs"/>
          <w:rtl/>
        </w:rPr>
        <w:t>"</w:t>
      </w:r>
      <w:r w:rsidR="00EA3C94">
        <w:rPr>
          <w:rtl/>
        </w:rPr>
        <w:t xml:space="preserve"> </w:t>
      </w:r>
      <w:r>
        <w:rPr>
          <w:rtl/>
        </w:rPr>
        <w:t>الذي كتب كتابه المعروف«الأمير»</w:t>
      </w:r>
      <w:r>
        <w:rPr>
          <w:rFonts w:hint="cs"/>
          <w:rtl/>
        </w:rPr>
        <w:t>"</w:t>
      </w:r>
      <w:r>
        <w:t>il principe</w:t>
      </w:r>
      <w:r>
        <w:rPr>
          <w:rFonts w:hint="cs"/>
          <w:rtl/>
        </w:rPr>
        <w:t>"</w:t>
      </w:r>
      <w:r>
        <w:rPr>
          <w:rtl/>
        </w:rPr>
        <w:t xml:space="preserve"> وهو مفكّر عاش في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القرون الوسطى في عصر النهضة الإيطالية في إمارة فلورانسا قلب إيطاليا </w:t>
      </w:r>
      <w:r w:rsidR="00EA3C94">
        <w:rPr>
          <w:rFonts w:hint="cs"/>
          <w:rtl/>
        </w:rPr>
        <w:t xml:space="preserve"> </w:t>
      </w:r>
      <w:r>
        <w:rPr>
          <w:rtl/>
        </w:rPr>
        <w:t>الثقافي والحضاري والفكري.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 ( للماكيافيلية ) مقولة شهيرة كانت الأساس الذي ضرب بالمثل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العليا عرض الحائط وجعلت لكلّ مغامر الفرصة في إمكانية الوصول إلى ما </w:t>
      </w:r>
      <w:r w:rsidR="00EA3C94">
        <w:rPr>
          <w:rFonts w:hint="cs"/>
          <w:rtl/>
        </w:rPr>
        <w:t xml:space="preserve"> </w:t>
      </w:r>
      <w:r>
        <w:rPr>
          <w:rtl/>
        </w:rPr>
        <w:t>يطمح ويريد ، هذه المقولة هي :« الغاية تُبرّر الوسيلة ».</w:t>
      </w:r>
    </w:p>
    <w:p w:rsidR="000F5634" w:rsidRDefault="008C4947" w:rsidP="000F5634">
      <w:pPr>
        <w:pStyle w:val="libNormal"/>
        <w:rPr>
          <w:rtl/>
        </w:rPr>
      </w:pPr>
      <w:r>
        <w:rPr>
          <w:rtl/>
        </w:rPr>
        <w:t xml:space="preserve">ولا أدري ، هل يصحّ أن ننسب هذه النظرية أو الفلسفةـالتي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استشرت في أوروبا ونالنا منها نحن المسلمون المآسي والويلاتـإلى </w:t>
      </w:r>
      <w:r w:rsidR="00EA3C94">
        <w:rPr>
          <w:rFonts w:hint="cs"/>
          <w:rtl/>
        </w:rPr>
        <w:t xml:space="preserve"> </w:t>
      </w:r>
      <w:r>
        <w:rPr>
          <w:rtl/>
        </w:rPr>
        <w:t>ماكيافيلّي أم إلى معاوية بن أبي سفيان؟!</w:t>
      </w:r>
    </w:p>
    <w:p w:rsidR="000F5634" w:rsidRDefault="008C4947" w:rsidP="000F5634">
      <w:pPr>
        <w:pStyle w:val="libNormal"/>
        <w:rPr>
          <w:rtl/>
        </w:rPr>
      </w:pPr>
      <w:r>
        <w:rPr>
          <w:rtl/>
        </w:rPr>
        <w:t>إنّ معاوية بن أبي سفيان من دهاة العرب الأربعة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كما يوصف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وهو مثال حيّ وقوي على الرجل النفعي الماكيافيلّي ، فهو كالحرباء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المتغيّرة اللّون حسب الظروف ، فمعاوية حسب نشأته ومكانة أبيه في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قريش لا يمكن أن يكون مسلما ، لأنّ قبوله بالدين الجديد معناه أن يفقد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هم : معاوية ، عمرو بن العاص ، المغيرة بن شعبة ، زياد بن أبيه. أنظر كتاب أسد الغابة : </w:t>
      </w:r>
      <w:r w:rsidR="00EA3C94">
        <w:rPr>
          <w:rFonts w:hint="cs"/>
          <w:rtl/>
        </w:rPr>
        <w:t xml:space="preserve"> </w:t>
      </w:r>
      <w:r>
        <w:rPr>
          <w:rtl/>
        </w:rPr>
        <w:t>ترجمة المغيرة بن شعبة.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جميع الإمتيازات التي كان يتمتّع بها وهو فتى من فتيان قريش المترفينـ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إنّه مثال للرّجعيّة الإجتماعية التي ترى في كلّ دعوة إصلاحيةـوضعيةً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كانت أو سماويةـضربة قاصمة للإمتيازات الطبقية التي كان يرفل </w:t>
      </w:r>
      <w:r w:rsidR="00EA3C94">
        <w:rPr>
          <w:rFonts w:hint="cs"/>
          <w:rtl/>
        </w:rPr>
        <w:t xml:space="preserve"> </w:t>
      </w:r>
      <w:r>
        <w:rPr>
          <w:rtl/>
        </w:rPr>
        <w:t>فيها</w:t>
      </w:r>
      <w:r w:rsidRPr="00F122A7">
        <w:rPr>
          <w:rStyle w:val="libFootnotenumChar"/>
          <w:rtl/>
        </w:rPr>
        <w:t>(1)</w:t>
      </w:r>
      <w:r>
        <w:rPr>
          <w:rtl/>
        </w:rPr>
        <w:t>ـ وهكذا شبّ معاوية ونشأ.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زيادة على ذلك ( الخوف من فقدان الإمتيازات ) ما لاقاه المسلمون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الأوائل من شدة وتعذيب ما كان ليشجع معاوية ( اللاّمبدئي ) بأن يدخل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هذا الدّين الجديد ، لكن لمّا اشتدّت شوكة المسلمين وعظمت قدرة </w:t>
      </w:r>
      <w:r w:rsidR="00EA3C94">
        <w:rPr>
          <w:rFonts w:hint="cs"/>
          <w:rtl/>
        </w:rPr>
        <w:t xml:space="preserve"> </w:t>
      </w:r>
      <w:r>
        <w:rPr>
          <w:rtl/>
        </w:rPr>
        <w:t>المسلمين يسرع أبو سفيان إلى خارج مكّة ليبايع رسول الله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لكنّه </w:t>
      </w:r>
      <w:r w:rsidR="00EA3C94">
        <w:rPr>
          <w:rFonts w:hint="cs"/>
          <w:rtl/>
        </w:rPr>
        <w:t xml:space="preserve"> </w:t>
      </w:r>
      <w:r>
        <w:rPr>
          <w:rtl/>
        </w:rPr>
        <w:t>مازال يرى أنّ محمّدا ملكا حتى أن نهاه العبّاس</w:t>
      </w:r>
      <w:r w:rsidRPr="00B0205B">
        <w:rPr>
          <w:rStyle w:val="libAlaemChar"/>
          <w:rtl/>
        </w:rPr>
        <w:t>رضي‌الله‌عنه</w:t>
      </w:r>
      <w:r>
        <w:rPr>
          <w:rtl/>
        </w:rPr>
        <w:t xml:space="preserve"> ، وما كان أيسرها من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كلمةـالشهادتينـفيكفي أن يلفظها أبو سفيان وهند ومعاوية بالنتيجة ، </w:t>
      </w:r>
      <w:r w:rsidR="00EA3C94">
        <w:rPr>
          <w:rFonts w:hint="cs"/>
          <w:rtl/>
        </w:rPr>
        <w:t xml:space="preserve"> </w:t>
      </w:r>
      <w:r>
        <w:rPr>
          <w:rtl/>
        </w:rPr>
        <w:t>حتّى يعصموا دماءهم وأموالهم وكذا مراكزهم الماديّة.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وهكذا يطلع علينا معاوية مُسلماً ، له ما للمسلمين وعليه ما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عليهم ، لكن الفارق بينه وبينهم أنّه لا سابقة له ولا جهاد ، ولا حتّى رمية </w:t>
      </w:r>
      <w:r w:rsidR="00EA3C94">
        <w:rPr>
          <w:rFonts w:hint="cs"/>
          <w:rtl/>
        </w:rPr>
        <w:t xml:space="preserve"> </w:t>
      </w:r>
      <w:r>
        <w:rPr>
          <w:rtl/>
        </w:rPr>
        <w:t>سهم أو رمح في سبيل هذه الدعوة الجديدة!</w:t>
      </w:r>
    </w:p>
    <w:p w:rsidR="00285078" w:rsidRDefault="008C4947" w:rsidP="00285078">
      <w:pPr>
        <w:pStyle w:val="libNormal"/>
        <w:rPr>
          <w:rtl/>
        </w:rPr>
      </w:pPr>
      <w:r>
        <w:rPr>
          <w:rtl/>
        </w:rPr>
        <w:t xml:space="preserve">كذلك هناك مفارقة كبيرة جعلته يشعر بالخزي والمذلّة أينما اتّجه ، </w:t>
      </w:r>
      <w:r w:rsidR="00EA3C94">
        <w:rPr>
          <w:rFonts w:hint="cs"/>
          <w:rtl/>
        </w:rPr>
        <w:t xml:space="preserve"> </w:t>
      </w:r>
      <w:r>
        <w:rPr>
          <w:rtl/>
        </w:rPr>
        <w:t>ألا وهي كونه من الطّلقاء.</w:t>
      </w:r>
    </w:p>
    <w:p w:rsidR="00285078" w:rsidRDefault="008C4947" w:rsidP="00285078">
      <w:pPr>
        <w:pStyle w:val="libNormal"/>
        <w:rPr>
          <w:rtl/>
        </w:rPr>
      </w:pPr>
      <w:r>
        <w:rPr>
          <w:rtl/>
        </w:rPr>
        <w:t xml:space="preserve">لا يبرز أيّ ذكر لمعاوية إلى وفاة رسول </w:t>
      </w:r>
      <w:r w:rsidR="000F5634">
        <w:rPr>
          <w:rtl/>
        </w:rPr>
        <w:t>الله</w:t>
      </w:r>
      <w:r w:rsidR="000F5634" w:rsidRPr="00B0205B">
        <w:rPr>
          <w:rStyle w:val="libAlaemChar"/>
          <w:rtl/>
        </w:rPr>
        <w:t>صلى‌الله‌عليه‌وآله‌وسلم</w:t>
      </w:r>
      <w:r w:rsidR="000F5634">
        <w:rPr>
          <w:rtl/>
        </w:rPr>
        <w:t xml:space="preserve"> </w:t>
      </w:r>
      <w:r>
        <w:rPr>
          <w:rtl/>
        </w:rPr>
        <w:t xml:space="preserve">، وحتّى إلى شوط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كبير من حياة الخلفاء ، إلى أن يُعَيَّنَ والياً على الشامـجزء منهاـخلفاً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لأخيه يزيد بن أبي سُفيان ، ولا عجب إلاّ من عمر بن الخطاب الّذي ترك </w:t>
      </w:r>
      <w:r w:rsidR="00EA3C94">
        <w:rPr>
          <w:rFonts w:hint="cs"/>
          <w:rtl/>
        </w:rPr>
        <w:t xml:space="preserve"> </w:t>
      </w:r>
      <w:r>
        <w:rPr>
          <w:rtl/>
        </w:rPr>
        <w:t>أجلاّء الصحابة جليسي بيوتهم ويولّي هذا الشّخص المغمور!! وهو القائل :</w:t>
      </w:r>
    </w:p>
    <w:p w:rsidR="008C4947" w:rsidRPr="00296D77" w:rsidRDefault="00EA3C94" w:rsidP="000F5634">
      <w:pPr>
        <w:pStyle w:val="libLine"/>
        <w:rPr>
          <w:rtl/>
        </w:rPr>
      </w:pPr>
      <w:r>
        <w:rPr>
          <w:rFonts w:hint="cs"/>
          <w:rtl/>
        </w:rPr>
        <w:t xml:space="preserve"> </w:t>
      </w:r>
      <w:r w:rsidR="008C4947" w:rsidRPr="00296D77">
        <w:rPr>
          <w:rtl/>
        </w:rPr>
        <w:t>__</w:t>
      </w:r>
      <w:r w:rsidR="008C4947">
        <w:rPr>
          <w:rFonts w:hint="cs"/>
          <w:rtl/>
        </w:rPr>
        <w:t>___</w:t>
      </w:r>
      <w:r w:rsidR="008C4947"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 w:rsidRPr="00B0205B">
        <w:rPr>
          <w:rStyle w:val="libAlaemChar"/>
          <w:rtl/>
        </w:rPr>
        <w:t>(</w:t>
      </w:r>
      <w:r w:rsidRPr="00F122A7">
        <w:rPr>
          <w:rStyle w:val="libFootnoteAieChar"/>
          <w:rFonts w:hint="cs"/>
          <w:rtl/>
        </w:rPr>
        <w:t xml:space="preserve"> وَإِذَا أَرَدْنَا أَن نُّهْلِكَ قَرْيَةً أَمَرْنَا مُتْرَفِيهَا فَفَسَقُوا فِيهَا</w:t>
      </w:r>
      <w:r w:rsidRPr="00B0205B">
        <w:rPr>
          <w:rStyle w:val="libAlaemChar"/>
          <w:rtl/>
        </w:rPr>
        <w:t>)</w:t>
      </w:r>
      <w:r>
        <w:rPr>
          <w:rtl/>
        </w:rPr>
        <w:t xml:space="preserve"> [ سورة الإسراء : 16 ].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« إنّ ولاية الأمر لا تكون لطليق ولا لمسلمة الفتح »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 ، فما عدا ممّا بدا؟!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وولاية الشام فتحت لمعاوية المغامر آفاقا وآفاقا ، وهي التي </w:t>
      </w:r>
      <w:r w:rsidR="00EA3C94">
        <w:rPr>
          <w:rFonts w:hint="cs"/>
          <w:rtl/>
        </w:rPr>
        <w:t xml:space="preserve"> </w:t>
      </w:r>
      <w:r>
        <w:rPr>
          <w:rtl/>
        </w:rPr>
        <w:t>مهّدت له خلافة المسلمين فيما بعد.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وجاءت الفتنة الكبرى ، حيث أحاطت جموع الثائرين والجائعين </w:t>
      </w:r>
      <w:r w:rsidR="00EA3C94">
        <w:rPr>
          <w:rFonts w:hint="cs"/>
          <w:rtl/>
        </w:rPr>
        <w:t xml:space="preserve"> </w:t>
      </w:r>
      <w:r>
        <w:rPr>
          <w:rtl/>
        </w:rPr>
        <w:t>الذين رأوا بني أمية يخضمون مال الله خضم الإبل نبتة الربيع</w:t>
      </w:r>
      <w:r w:rsidRPr="00F122A7">
        <w:rPr>
          <w:rStyle w:val="libFootnotenumChar"/>
          <w:rtl/>
        </w:rPr>
        <w:t>(2)</w:t>
      </w:r>
      <w:r>
        <w:rPr>
          <w:rtl/>
        </w:rPr>
        <w:t xml:space="preserve"> ، ورأوا </w:t>
      </w:r>
      <w:r w:rsidR="00EA3C94">
        <w:rPr>
          <w:rFonts w:hint="cs"/>
          <w:rtl/>
        </w:rPr>
        <w:t xml:space="preserve"> </w:t>
      </w:r>
      <w:r>
        <w:rPr>
          <w:rtl/>
        </w:rPr>
        <w:t>الوليد بن عقبة</w:t>
      </w:r>
      <w:r w:rsidRPr="00F122A7">
        <w:rPr>
          <w:rStyle w:val="libFootnotenumChar"/>
          <w:rtl/>
        </w:rPr>
        <w:t>(3)</w:t>
      </w:r>
      <w:r>
        <w:rPr>
          <w:rtl/>
        </w:rPr>
        <w:t xml:space="preserve">يصلّي بهم في الكوفة صلاة الصّبح أربعا وهو سكران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ورأوا ما كان عليه معاوية وبقية عمّال عثمان من بطر وجاهلية جديدة </w:t>
      </w:r>
      <w:r w:rsidR="00EA3C94">
        <w:rPr>
          <w:rFonts w:hint="cs"/>
          <w:rtl/>
        </w:rPr>
        <w:t xml:space="preserve"> </w:t>
      </w:r>
      <w:r>
        <w:rPr>
          <w:rtl/>
        </w:rPr>
        <w:t>وطبقية بغيضة مغلّفة بغلاف الإسلام!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حُوصر عثمان في بيته أربعين يوماً ، فهل أثارت حالة الخليفة هذه </w:t>
      </w:r>
      <w:r w:rsidR="00EA3C94">
        <w:rPr>
          <w:rFonts w:hint="cs"/>
          <w:rtl/>
        </w:rPr>
        <w:t xml:space="preserve"> </w:t>
      </w:r>
      <w:r>
        <w:rPr>
          <w:rtl/>
        </w:rPr>
        <w:t>ابن عمّه معاوية بن أبي سفيان؟!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الجواب : لا.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هل كان معاوية عاجزا أن يرسل جيشا أو حتّى كتيبة تفكّ حالة </w:t>
      </w:r>
      <w:r w:rsidR="00EA3C94">
        <w:rPr>
          <w:rFonts w:hint="cs"/>
          <w:rtl/>
        </w:rPr>
        <w:t xml:space="preserve"> </w:t>
      </w:r>
      <w:r>
        <w:rPr>
          <w:rtl/>
        </w:rPr>
        <w:t>الحصار عن ابن عمّه عثمان الأموي؟!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والجواب : لا.</w:t>
      </w:r>
    </w:p>
    <w:p w:rsidR="008C4947" w:rsidRPr="005829FB" w:rsidRDefault="008C4947" w:rsidP="00F122A7">
      <w:pPr>
        <w:pStyle w:val="libLine"/>
        <w:rPr>
          <w:rtl/>
        </w:rPr>
      </w:pPr>
      <w:r w:rsidRPr="005829FB">
        <w:rPr>
          <w:rtl/>
        </w:rPr>
        <w:t>__</w:t>
      </w:r>
      <w:r w:rsidRPr="005829FB">
        <w:rPr>
          <w:rFonts w:hint="cs"/>
          <w:rtl/>
        </w:rPr>
        <w:t>___</w:t>
      </w:r>
      <w:r w:rsidRPr="005829FB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مسلمة الفتح : هم الذين أسلموا يوم فتح مكّة وربّما يقصدهم ومن أسلم بعد ذلك ، راجع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طبقات ابن سعد 3 / 342 ، حيث قال :« هذا الأمر في أهل بدر ما بقي منهم أحد ، ثمّ في أهل </w:t>
      </w:r>
      <w:r w:rsidR="00EA3C94">
        <w:rPr>
          <w:rFonts w:hint="cs"/>
          <w:rtl/>
        </w:rPr>
        <w:t xml:space="preserve"> </w:t>
      </w:r>
      <w:r>
        <w:rPr>
          <w:rtl/>
        </w:rPr>
        <w:t>أحد ما بقي منهم أحد ، وفي كذا وكذا وليس فيها لطليق ولا لمسلمة الفتح شيء ».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 xml:space="preserve">هذا مع أنّ عمر عندما كان يرى معاوية كان يقول عنه : هذا كسرى العرب [ تاريخ </w:t>
      </w:r>
      <w:r w:rsidR="00EA3C94">
        <w:rPr>
          <w:rFonts w:hint="cs"/>
          <w:rtl/>
        </w:rPr>
        <w:t xml:space="preserve"> </w:t>
      </w:r>
      <w:r>
        <w:rPr>
          <w:rtl/>
        </w:rPr>
        <w:t>الإسلام للذهبي سنة 41 ـ 61 هـ ص 311 ].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أنظر كلام الإمام علي </w:t>
      </w:r>
      <w:r w:rsidRPr="00B0205B">
        <w:rPr>
          <w:rStyle w:val="libAlaemChar"/>
          <w:rtl/>
        </w:rPr>
        <w:t>عليه‌السلام</w:t>
      </w:r>
      <w:r>
        <w:rPr>
          <w:rtl/>
        </w:rPr>
        <w:t xml:space="preserve"> في نهج البلاغة : الخطبة 3 المعروفة بالشقشقيّة.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هو الذي سمّاه القرآن فاسقا [ سورة الحجرات : 6 ] أنظر : تفسير الدر المنثور 7 / 555 ، </w:t>
      </w:r>
      <w:r w:rsidR="00EA3C94">
        <w:rPr>
          <w:rFonts w:hint="cs"/>
          <w:rtl/>
        </w:rPr>
        <w:t xml:space="preserve"> </w:t>
      </w:r>
      <w:r>
        <w:rPr>
          <w:rtl/>
        </w:rPr>
        <w:t>تفسير الطبري 26 / 78 ، تفسير القرطبي 16 / 311 ، تفسير ابن كثير 4 / 223.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إذن لماذا تقاعس معاوية عن نصرة عثمان؟!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والجواب : هو شخصيّة معاوية الماكيافيليّة التي لا يمكن أن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ترتكب هذه المجازفة الخطيرة فتُوقد هَكذا خطوة نقمة المسلمين عليه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كما أُوقِدت على عثمان ، وزيادة على ذلك وهو الأهم ، كان معاوية يرى أنّ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هذه الفتنة قد تَرفَعه وتدفعه إلى مقام ما كان ليحلم به حتّى في المنام. ألا </w:t>
      </w:r>
      <w:r w:rsidR="00EA3C94">
        <w:rPr>
          <w:rFonts w:hint="cs"/>
          <w:rtl/>
        </w:rPr>
        <w:t xml:space="preserve"> </w:t>
      </w:r>
      <w:r>
        <w:rPr>
          <w:rtl/>
        </w:rPr>
        <w:t>وهو مقام الخلافة وقيادة الأمّة!!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وهل كان لمعاوية مطمع فيها وكبار الصحابة كعليّ وعمّار والزّبير </w:t>
      </w:r>
      <w:r w:rsidR="00EA3C94">
        <w:rPr>
          <w:rFonts w:hint="cs"/>
          <w:rtl/>
        </w:rPr>
        <w:t xml:space="preserve"> </w:t>
      </w:r>
      <w:r>
        <w:rPr>
          <w:rtl/>
        </w:rPr>
        <w:t>وسعد على قيد الحياة؟!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نقول : إنّ السرّ موجود في ماكيافيلية معاوية الّذي لولا بعدُ نظره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وكثرة أحلامه لما استمرّ على ولاية الشام سنة واحدة ، وهو الذي كان </w:t>
      </w:r>
      <w:r w:rsidR="00EA3C94">
        <w:rPr>
          <w:rFonts w:hint="cs"/>
          <w:rtl/>
        </w:rPr>
        <w:t xml:space="preserve"> </w:t>
      </w:r>
      <w:r>
        <w:rPr>
          <w:rtl/>
        </w:rPr>
        <w:t>يعيش فيها عيش الأكاسرة والأباطرة.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لقد أراد معاوية كبش فداء لطموحه الكبير ، فكان عثمان أو قميص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عثمان ، فما إن قُتل الخليفة حتّى أقام عليه معاوية المناحات وعلّق قميصه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على منبر مسجد الشام ، واستغلّ هذا القميص أحسن استغلال حتّى يبدو </w:t>
      </w:r>
      <w:r w:rsidR="00EA3C94">
        <w:rPr>
          <w:rFonts w:hint="cs"/>
          <w:rtl/>
        </w:rPr>
        <w:t xml:space="preserve"> </w:t>
      </w:r>
      <w:r>
        <w:rPr>
          <w:rtl/>
        </w:rPr>
        <w:t>وكأنّه المدافع عن حرمة الخلافة ويكسب بذلك القلوب.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يُقتل الخليفة ولا ينصره بشيء ، ويأخذ قميصه ويجعل منه قضية </w:t>
      </w:r>
      <w:r w:rsidR="00EA3C94">
        <w:rPr>
          <w:rFonts w:hint="cs"/>
          <w:rtl/>
        </w:rPr>
        <w:t xml:space="preserve"> </w:t>
      </w:r>
      <w:r>
        <w:rPr>
          <w:rtl/>
        </w:rPr>
        <w:t>السّاعة</w:t>
      </w:r>
      <w:r w:rsidRPr="00F122A7">
        <w:rPr>
          <w:rStyle w:val="libFootnotenumChar"/>
          <w:rtl/>
        </w:rPr>
        <w:t>(1)</w:t>
      </w:r>
      <w:r>
        <w:rPr>
          <w:rtl/>
        </w:rPr>
        <w:t>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ليس المهم عند معاوية أن يُقتل عثمان ولا تهمّه كذلك الأسماء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المهم لديه ماذا ستُضيف إليه هكذا أحداث ، وأيّة موجه يركب حتّى تدفعه </w:t>
      </w:r>
      <w:r w:rsidR="00EA3C94">
        <w:rPr>
          <w:rFonts w:hint="cs"/>
          <w:rtl/>
        </w:rPr>
        <w:t xml:space="preserve"> </w:t>
      </w:r>
      <w:r>
        <w:rPr>
          <w:rtl/>
        </w:rPr>
        <w:t>خطوة إلى الأمام.</w:t>
      </w:r>
    </w:p>
    <w:p w:rsidR="008C4947" w:rsidRPr="00CB24CF" w:rsidRDefault="008C4947" w:rsidP="00F122A7">
      <w:pPr>
        <w:pStyle w:val="libLine"/>
        <w:rPr>
          <w:rtl/>
        </w:rPr>
      </w:pPr>
      <w:r w:rsidRPr="00CB24CF">
        <w:rPr>
          <w:rtl/>
        </w:rPr>
        <w:t>__</w:t>
      </w:r>
      <w:r w:rsidRPr="00CB24CF">
        <w:rPr>
          <w:rFonts w:hint="cs"/>
          <w:rtl/>
        </w:rPr>
        <w:t>___</w:t>
      </w:r>
      <w:r w:rsidRPr="00CB24CF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حتّى ضرب بذلك المثل فيقال لمن يستغل شيئاً بسيطاً ويكثر من استغلاله : قميص عثمان.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وتبدأ فصول المسرحية ، فعندما يبايع المهاجرون والأنصار </w:t>
      </w:r>
      <w:r w:rsidR="00EA3C94">
        <w:rPr>
          <w:rFonts w:hint="cs"/>
          <w:rtl/>
        </w:rPr>
        <w:t xml:space="preserve"> </w:t>
      </w:r>
      <w:r>
        <w:rPr>
          <w:rtl/>
        </w:rPr>
        <w:t>أميرالمؤمنين عليّ بن أبي طالب</w:t>
      </w:r>
      <w:r w:rsidRPr="00B0205B">
        <w:rPr>
          <w:rStyle w:val="libAlaemChar"/>
          <w:rtl/>
        </w:rPr>
        <w:t>عليه‌السلام</w:t>
      </w:r>
      <w:r>
        <w:rPr>
          <w:rtl/>
        </w:rPr>
        <w:t xml:space="preserve">ويقوم بعزل جميع ولاة عثمان لما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أحدثوا من عظائم الأمور ، يرى معاوية أنّه وصل إلى نقطة الصّفر ، حيث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سيعود كما بدأ بل أرذل ، لكن هل يخضع معاوية وأمثاله في كلّ عصر </w:t>
      </w:r>
      <w:r w:rsidR="00EA3C94">
        <w:rPr>
          <w:rFonts w:hint="cs"/>
          <w:rtl/>
        </w:rPr>
        <w:t xml:space="preserve"> </w:t>
      </w:r>
      <w:r>
        <w:rPr>
          <w:rtl/>
        </w:rPr>
        <w:t>ومصر إلى هكذا نهاية بعد كلّ ذلك العناء؟!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الجواب : قطعا لا.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وهنا تبدأ الذهنية الشريرة التي تُحوّل المواقف الحرجة إلى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مكاسب ، جعل معاوية ينادي بالقصاص من قتلة عثمان شرطا لكي ينعزل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ويتنحّى ، وما أذكاه من شرط! حتّى يكسب شيئين : عدم التنحّي ، وإظهار </w:t>
      </w:r>
      <w:r w:rsidR="00EA3C94">
        <w:rPr>
          <w:rFonts w:hint="cs"/>
          <w:rtl/>
        </w:rPr>
        <w:t xml:space="preserve"> </w:t>
      </w:r>
      <w:r>
        <w:rPr>
          <w:rtl/>
        </w:rPr>
        <w:t>نفسه بمظهر الشرعية لاستمالة قلوب الناس.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وما أشبه اليوم بالبارحة! فما أكثر الحكّام اليوم الذين رفعوا قميص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فلسطين لكنهم لم يرموا إسرائيل بأيّ رصاصة ، ثم قس على ذلك بقية </w:t>
      </w:r>
      <w:r w:rsidR="00EA3C94">
        <w:rPr>
          <w:rFonts w:hint="cs"/>
          <w:rtl/>
        </w:rPr>
        <w:t xml:space="preserve"> </w:t>
      </w:r>
      <w:r>
        <w:rPr>
          <w:rtl/>
        </w:rPr>
        <w:t>القمصان وما أكثرها في كلّ عصر وزمان وإن تغيّر المصداق.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ما أذكاه من شرط! وهل هناك قتلة معيّنون قتلوا عثمان؟!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إنّ كلّ الأمة قتلت عثمان ، وفي مقدّمتهم عائشة وطلحة والزبير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وحتّى... عمرو بن العاص الذي عزله عن مصر فكان يقول :« كنت ألقى </w:t>
      </w:r>
      <w:r w:rsidR="00EA3C94">
        <w:rPr>
          <w:rFonts w:hint="cs"/>
          <w:rtl/>
        </w:rPr>
        <w:t xml:space="preserve"> </w:t>
      </w:r>
      <w:r>
        <w:rPr>
          <w:rtl/>
        </w:rPr>
        <w:t>الراعي فأحرّضه على عثمان »</w:t>
      </w:r>
      <w:r w:rsidRPr="00F122A7">
        <w:rPr>
          <w:rStyle w:val="libFootnotenumChar"/>
          <w:rtl/>
        </w:rPr>
        <w:t>(1)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فهل اقتصّ معاوية منهم بعد ذلك حين صار خليفة المسلمين؟!</w:t>
      </w:r>
    </w:p>
    <w:p w:rsidR="00285078" w:rsidRDefault="008C4947" w:rsidP="00285078">
      <w:pPr>
        <w:pStyle w:val="libNormal"/>
        <w:rPr>
          <w:rtl/>
        </w:rPr>
      </w:pPr>
      <w:r>
        <w:rPr>
          <w:rtl/>
        </w:rPr>
        <w:t>... يا له من موقف حرج آخر أشد من الأوّل!!</w:t>
      </w:r>
    </w:p>
    <w:p w:rsidR="008C4947" w:rsidRPr="00296D77" w:rsidRDefault="008C4947" w:rsidP="00285078">
      <w:pPr>
        <w:pStyle w:val="libNormal"/>
        <w:rPr>
          <w:rtl/>
        </w:rPr>
      </w:pPr>
      <w:r>
        <w:rPr>
          <w:rtl/>
        </w:rPr>
        <w:t xml:space="preserve">إنّ جنود الإمام عليّ </w:t>
      </w:r>
      <w:r w:rsidRPr="00B0205B">
        <w:rPr>
          <w:rStyle w:val="libAlaemChar"/>
          <w:rtl/>
        </w:rPr>
        <w:t>عليه‌السلام</w:t>
      </w:r>
      <w:r>
        <w:rPr>
          <w:rtl/>
        </w:rPr>
        <w:t xml:space="preserve"> يقتربون من خيمة معاوية ، وسيف مالك</w:t>
      </w:r>
      <w:r w:rsidR="00EA3C94">
        <w:rPr>
          <w:rFonts w:hint="cs"/>
          <w:rtl/>
        </w:rPr>
        <w:t xml:space="preserve"> </w:t>
      </w: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أنظر : الكامل في التاريخ لابن الأثير 3 / 163.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الأشتر حامل لواء جيش أمير المؤمنين يلوح أحمر تحت لهيب الشمس </w:t>
      </w:r>
      <w:r w:rsidR="00EA3C94">
        <w:rPr>
          <w:rFonts w:hint="cs"/>
          <w:rtl/>
        </w:rPr>
        <w:t xml:space="preserve"> </w:t>
      </w:r>
      <w:r>
        <w:rPr>
          <w:rtl/>
        </w:rPr>
        <w:t>في ذلك اليوم من أيام حرب صفّين.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هل ستكون الضّربة القاضية التي تأخرت عن معاوية كثيرا؟! هكذا </w:t>
      </w:r>
      <w:r w:rsidR="00EA3C94">
        <w:rPr>
          <w:rFonts w:hint="cs"/>
          <w:rtl/>
        </w:rPr>
        <w:t xml:space="preserve"> </w:t>
      </w:r>
      <w:r>
        <w:rPr>
          <w:rtl/>
        </w:rPr>
        <w:t>كان معاوية يفكّر وهو يستعدّ ليحزم أمتعته ويفرّ من الميدان إلى...</w:t>
      </w:r>
      <w:r w:rsidR="00EA3C94">
        <w:rPr>
          <w:rFonts w:hint="cs"/>
          <w:rtl/>
        </w:rPr>
        <w:t xml:space="preserve"> </w:t>
      </w:r>
      <w:r>
        <w:rPr>
          <w:rtl/>
        </w:rPr>
        <w:t>امبراطور بيزنطة ربّما.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لكن ما أحلى ذلك السّلاح الذي طالما جرّبه معاوية ولم يخب :</w:t>
      </w:r>
      <w:r w:rsidR="00EA3C94">
        <w:rPr>
          <w:rFonts w:hint="cs"/>
          <w:rtl/>
        </w:rPr>
        <w:t xml:space="preserve"> </w:t>
      </w:r>
      <w:r>
        <w:rPr>
          <w:rtl/>
        </w:rPr>
        <w:t>« الغاية تبرّر الوسيلة » وجاءت فكرة عمرو بن العاص برفع المصاحف.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الآن ، الآن تقيم للمصحف وزناً يا معاوية وقد خالفت كلّ </w:t>
      </w:r>
      <w:r w:rsidR="00EA3C94">
        <w:rPr>
          <w:rFonts w:hint="cs"/>
          <w:rtl/>
        </w:rPr>
        <w:t xml:space="preserve"> </w:t>
      </w:r>
      <w:r>
        <w:rPr>
          <w:rtl/>
        </w:rPr>
        <w:t>أحكامه</w:t>
      </w:r>
      <w:r w:rsidRPr="00F122A7">
        <w:rPr>
          <w:rStyle w:val="libFootnotenumChar"/>
          <w:rtl/>
        </w:rPr>
        <w:t>(1)</w:t>
      </w:r>
      <w:r>
        <w:rPr>
          <w:rtl/>
        </w:rPr>
        <w:t>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ورحم الله أحمد شوقي بقوله :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خرج الثعلب يوماً في ثياب الناسكينا.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وما أكثر اليوم من يرفعون المصاحف لغاياتهم الخبيثة!</w:t>
      </w:r>
    </w:p>
    <w:p w:rsidR="00285078" w:rsidRDefault="008C4947" w:rsidP="00285078">
      <w:pPr>
        <w:pStyle w:val="libNormal"/>
        <w:rPr>
          <w:rtl/>
        </w:rPr>
      </w:pPr>
      <w:r>
        <w:rPr>
          <w:rtl/>
        </w:rPr>
        <w:t xml:space="preserve">والحيلة آتت أكلها ، حيث دبّ الخلاف وطلعت الفتنة بعد رفع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معاوية للمصاحف ، وانشقت الأمة إلى فرق وأحزاب ، وما زالت إلى يومنا </w:t>
      </w:r>
      <w:r w:rsidR="00EA3C94">
        <w:rPr>
          <w:rFonts w:hint="cs"/>
          <w:rtl/>
        </w:rPr>
        <w:t xml:space="preserve"> </w:t>
      </w:r>
      <w:r>
        <w:rPr>
          <w:rtl/>
        </w:rPr>
        <w:t>هذا.</w:t>
      </w:r>
    </w:p>
    <w:p w:rsidR="00285078" w:rsidRDefault="008C4947" w:rsidP="00285078">
      <w:pPr>
        <w:pStyle w:val="libNormal"/>
        <w:rPr>
          <w:rtl/>
        </w:rPr>
      </w:pPr>
      <w:r>
        <w:rPr>
          <w:rtl/>
        </w:rPr>
        <w:t xml:space="preserve">ويظهر معاوية بن أبي سفيان« كرجل سلام » من الدرجة الأولى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حيث يعقد بعد استشهاد عليّ صلحا مع الحسن بن عليّ ، فيبدو في عيون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المسلمين المُستَغْفَلين حريصا على الدّماء وصائناً لها ، لكنّه سرعان ما </w:t>
      </w:r>
      <w:r w:rsidR="00EA3C94">
        <w:rPr>
          <w:rFonts w:hint="cs"/>
          <w:rtl/>
        </w:rPr>
        <w:t xml:space="preserve"> </w:t>
      </w:r>
      <w:r>
        <w:rPr>
          <w:rtl/>
        </w:rPr>
        <w:t>يغدر بالإمام الحسن ويفتك به ، عن طريق إرسال السمّ إليه بواسطة واليه</w:t>
      </w:r>
    </w:p>
    <w:p w:rsidR="008C4947" w:rsidRPr="00296D77" w:rsidRDefault="008C4947" w:rsidP="00285078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مثل أنه صلّى صلاة الجمعة يوم الأربعاء عند مسيره لحرب صفّين ، والخروج على الحاكم </w:t>
      </w:r>
      <w:r w:rsidR="00EA3C94">
        <w:rPr>
          <w:rFonts w:hint="cs"/>
          <w:rtl/>
        </w:rPr>
        <w:t xml:space="preserve"> </w:t>
      </w:r>
      <w:r>
        <w:rPr>
          <w:rtl/>
        </w:rPr>
        <w:t>الشرعي ، وقتاله بغيا لبقية المسلمين ، أنظر : مروج الذهب للمسعودي 3 / 32.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على المدينة والذي بدوره يعطيه لزوجة الحسن حتّى لا يبقى في الأمة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معارض له ، ويُتوّج جهوده الإعلامية والرشويّة فيصبح أميراً للمؤمنين </w:t>
      </w:r>
      <w:r w:rsidR="00EA3C94">
        <w:rPr>
          <w:rFonts w:hint="cs"/>
          <w:rtl/>
        </w:rPr>
        <w:t xml:space="preserve"> </w:t>
      </w:r>
      <w:r>
        <w:rPr>
          <w:rtl/>
        </w:rPr>
        <w:t>وخليفة للمسلمين فياله من خليفة ويا لهم من مسلمين!!</w:t>
      </w:r>
    </w:p>
    <w:p w:rsidR="008C4947" w:rsidRDefault="008C4947" w:rsidP="004233AE">
      <w:pPr>
        <w:pStyle w:val="libNormal"/>
      </w:pPr>
      <w:r>
        <w:rPr>
          <w:rtl/>
        </w:rPr>
        <w:t xml:space="preserve">ويظهر معاوية حقيقته التي طالما سعى لإخفاءها خوفا من شوكة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الصحابة الأجلاّء وخوفا من السقوط. أما وقد فتك بالصالحين منهم </w:t>
      </w:r>
      <w:r w:rsidR="00EA3C94">
        <w:rPr>
          <w:rFonts w:hint="cs"/>
          <w:rtl/>
        </w:rPr>
        <w:t xml:space="preserve"> </w:t>
      </w:r>
      <w:r>
        <w:rPr>
          <w:rtl/>
        </w:rPr>
        <w:t>واشترى ذمم الباقين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 ، فلا بأس بالتعرّي وكشف السّوءة ، فيقول مجاهرا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غير مستح قولته الشهيرة :«إنّي ما قاتلتكم لتصلّوا ولا لتحجّوا ولا </w:t>
      </w:r>
      <w:r w:rsidR="00EA3C94">
        <w:rPr>
          <w:rFonts w:hint="cs"/>
          <w:rtl/>
        </w:rPr>
        <w:t xml:space="preserve"> </w:t>
      </w:r>
      <w:r>
        <w:rPr>
          <w:rtl/>
        </w:rPr>
        <w:t>لتصوموا ، لكنّي قاتلتكم حتّى أتأمّر عليكم!!»</w:t>
      </w:r>
      <w:r w:rsidRPr="00F122A7">
        <w:rPr>
          <w:rStyle w:val="libFootnotenumChar"/>
          <w:rtl/>
        </w:rPr>
        <w:t>(2)</w:t>
      </w:r>
      <w:r>
        <w:rPr>
          <w:rtl/>
        </w:rPr>
        <w:t>.</w:t>
      </w:r>
    </w:p>
    <w:p w:rsidR="00285078" w:rsidRDefault="008C4947" w:rsidP="00285078">
      <w:pPr>
        <w:pStyle w:val="libNormal"/>
        <w:rPr>
          <w:rtl/>
        </w:rPr>
      </w:pPr>
      <w:r>
        <w:rPr>
          <w:rtl/>
        </w:rPr>
        <w:t xml:space="preserve">وما الصلاة وما الحجّ وما الإسلام أصلاً أمام المُلك الّذي لبسه غصبا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وأورثه ملكا عضوضا إلى بني أمية من بعده حتّى كاد الإسلام يعود أثرا بعد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عين ، وحتّى وصل الأمر بأمراء بني أمية أن يضربوا الكعبة بالمنجنيق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ويستبيحوا المدينة المنوّرة ، ويسخر الحجّاج بن يوسف من طواف </w:t>
      </w:r>
      <w:r w:rsidR="00EA3C94">
        <w:rPr>
          <w:rFonts w:hint="cs"/>
          <w:rtl/>
        </w:rPr>
        <w:t xml:space="preserve"> </w:t>
      </w:r>
      <w:r>
        <w:rPr>
          <w:rtl/>
        </w:rPr>
        <w:t>المسلمين بقبر رسول الله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ومنبره ويقول : إنّما يطوفون بأعواد ورمّة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وينصحهم بأن يطوفوا بقصر« أمير المؤمنين » عبدالملك بن مروان </w:t>
      </w:r>
      <w:r w:rsidR="00EA3C94">
        <w:rPr>
          <w:rFonts w:hint="cs"/>
          <w:rtl/>
        </w:rPr>
        <w:t xml:space="preserve"> </w:t>
      </w:r>
      <w:r>
        <w:rPr>
          <w:rtl/>
        </w:rPr>
        <w:t>بالشام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3</w:t>
      </w:r>
      <w:r w:rsidRPr="00F122A7">
        <w:rPr>
          <w:rStyle w:val="libFootnotenumChar"/>
          <w:rtl/>
        </w:rPr>
        <w:t>)</w:t>
      </w:r>
      <w:r>
        <w:rPr>
          <w:rtl/>
        </w:rPr>
        <w:t>.</w:t>
      </w:r>
    </w:p>
    <w:p w:rsidR="00285078" w:rsidRDefault="008C4947" w:rsidP="00285078">
      <w:pPr>
        <w:pStyle w:val="libNormal"/>
        <w:rPr>
          <w:rtl/>
        </w:rPr>
      </w:pPr>
      <w:r>
        <w:rPr>
          <w:rtl/>
        </w:rPr>
        <w:t>نعم ، ما كان أظلمها من صفحات في تاريخنا الإسلامي ، فأبو ذر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285078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كقتله للصحابي الجليل حجر بن عدي باعتراف أُمّ المؤمنين عائشة وباعترافه هو نفسه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حيث كان يقول : الويل لي من حجر يكرّر ذلك ثلاثاً ، أنظر : البداية والنهاية لابن كثير </w:t>
      </w:r>
      <w:r w:rsidR="00EA3C94">
        <w:rPr>
          <w:rFonts w:hint="cs"/>
          <w:rtl/>
        </w:rPr>
        <w:t xml:space="preserve"> </w:t>
      </w:r>
      <w:r>
        <w:rPr>
          <w:rtl/>
        </w:rPr>
        <w:t>8 / 49.</w:t>
      </w:r>
    </w:p>
    <w:p w:rsidR="008C4947" w:rsidRPr="00297AB3" w:rsidRDefault="008C4947" w:rsidP="00F122A7">
      <w:pPr>
        <w:pStyle w:val="libFootnote"/>
        <w:rPr>
          <w:rFonts w:eastAsia="Calibri"/>
          <w:rtl/>
        </w:rPr>
      </w:pPr>
      <w:r w:rsidRPr="00297AB3">
        <w:rPr>
          <w:rFonts w:eastAsia="Calibri"/>
          <w:rtl/>
        </w:rPr>
        <w:t>أمّا أكبر ذمّة لصحابي اشتراها معاوية فهي ذمة أبي هريرة</w:t>
      </w:r>
      <w:r>
        <w:rPr>
          <w:rFonts w:eastAsia="Calibri"/>
          <w:rtl/>
        </w:rPr>
        <w:t>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أنظر : البداية والنهاية لابن كثير 8 / 131.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3)</w:t>
      </w:r>
      <w:r>
        <w:rPr>
          <w:rtl/>
        </w:rPr>
        <w:t xml:space="preserve"> أنظر : الكامل للمبرد 1 / 222 ، العقد الفريد لابن عبد ربه 5 / 310.</w:t>
      </w:r>
    </w:p>
    <w:p w:rsidR="008C4947" w:rsidRDefault="008C4947" w:rsidP="00B0205B">
      <w:pPr>
        <w:pStyle w:val="libNormal0"/>
      </w:pPr>
      <w:r>
        <w:rPr>
          <w:rtl/>
        </w:rPr>
        <w:br w:type="page"/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lastRenderedPageBreak/>
        <w:t xml:space="preserve">صاحب السّابقة يموت وحيدا شريدا في صحراء الرّبذة ، ومعاوية لا يموت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إلاّ وهو يلعب مع جواريه وخصيانه بالدّولة الإسلامية العريضة من </w:t>
      </w:r>
      <w:r w:rsidR="00EA3C94">
        <w:rPr>
          <w:rFonts w:hint="cs"/>
          <w:rtl/>
        </w:rPr>
        <w:t xml:space="preserve"> </w:t>
      </w:r>
      <w:r>
        <w:rPr>
          <w:rtl/>
        </w:rPr>
        <w:t>المشرق إلى المغرب.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وليس عسيراً بعد ذلك على معاوية بما يملك من مال وبطش أن </w:t>
      </w:r>
      <w:r w:rsidR="00EA3C94">
        <w:rPr>
          <w:rFonts w:hint="cs"/>
          <w:rtl/>
        </w:rPr>
        <w:t xml:space="preserve"> </w:t>
      </w:r>
      <w:r>
        <w:rPr>
          <w:rtl/>
        </w:rPr>
        <w:t>يجعل من نفسه كاتب الوحي</w:t>
      </w:r>
      <w:r w:rsidRPr="00F122A7">
        <w:rPr>
          <w:rStyle w:val="libFootnotenumChar"/>
          <w:rtl/>
        </w:rPr>
        <w:t>(2)</w:t>
      </w:r>
      <w:r>
        <w:rPr>
          <w:rtl/>
        </w:rPr>
        <w:t xml:space="preserve"> ، وخال المؤمنين</w:t>
      </w:r>
      <w:r w:rsidRPr="00F122A7">
        <w:rPr>
          <w:rStyle w:val="libFootnotenumChar"/>
          <w:rtl/>
        </w:rPr>
        <w:t>(3)</w:t>
      </w:r>
      <w:r>
        <w:rPr>
          <w:rtl/>
        </w:rPr>
        <w:t xml:space="preserve"> ، بل حتّى هادياً </w:t>
      </w:r>
      <w:r w:rsidR="00EA3C94">
        <w:rPr>
          <w:rFonts w:hint="cs"/>
          <w:rtl/>
        </w:rPr>
        <w:t xml:space="preserve"> </w:t>
      </w:r>
      <w:r>
        <w:rPr>
          <w:rtl/>
        </w:rPr>
        <w:t>مهديّا</w:t>
      </w:r>
      <w:r w:rsidRPr="00F122A7">
        <w:rPr>
          <w:rStyle w:val="libFootnotenumChar"/>
          <w:rtl/>
        </w:rPr>
        <w:t>(4)</w:t>
      </w:r>
      <w:r>
        <w:rPr>
          <w:rtl/>
        </w:rPr>
        <w:t xml:space="preserve">وأن يضع الفضائل الزائفة فيمن أحبّه ، وأن يلعن وينتقص من </w:t>
      </w:r>
      <w:r w:rsidR="00EA3C94">
        <w:rPr>
          <w:rFonts w:hint="cs"/>
          <w:rtl/>
        </w:rPr>
        <w:t xml:space="preserve"> </w:t>
      </w:r>
      <w:r>
        <w:rPr>
          <w:rtl/>
        </w:rPr>
        <w:t>أبغضه</w:t>
      </w:r>
      <w:r w:rsidRPr="00F122A7">
        <w:rPr>
          <w:rStyle w:val="libFootnotenumChar"/>
          <w:rtl/>
        </w:rPr>
        <w:t>(5)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وليس عجيبا بعد أن ترى في حكّام اليوم الذين يحكمون بلدانهم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لفترات محدودة أن يحرّفوا التاريخ ويقرّبوا من شاؤوا ويبعدوا من شاؤوا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حتّى يصبح أحدهم الربّ الأعلى على سيرة فرعون ، وكلّهم كمعاوية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مجتهدون مخطئون لهم أجر واحد ، والبركة في المضيرة لمن يشتهيها </w:t>
      </w:r>
      <w:r w:rsidR="00EA3C94">
        <w:rPr>
          <w:rFonts w:hint="cs"/>
          <w:rtl/>
        </w:rPr>
        <w:t xml:space="preserve"> </w:t>
      </w:r>
      <w:r>
        <w:rPr>
          <w:rtl/>
        </w:rPr>
        <w:t>والسّيف لمن يخافه!.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ومن يدري فلعلّ ماكيافيلّي اطلع على تاريخنا وبنى على سيرة </w:t>
      </w:r>
      <w:r w:rsidR="00EA3C94">
        <w:rPr>
          <w:rFonts w:hint="cs"/>
          <w:rtl/>
        </w:rPr>
        <w:t xml:space="preserve"> </w:t>
      </w:r>
      <w:r>
        <w:rPr>
          <w:rtl/>
        </w:rPr>
        <w:t>معاوية مدرسته الفكريّة ، من يدري؟!</w:t>
      </w:r>
    </w:p>
    <w:p w:rsidR="008C4947" w:rsidRPr="00D541AF" w:rsidRDefault="008C4947" w:rsidP="00F122A7">
      <w:pPr>
        <w:pStyle w:val="libLine"/>
        <w:rPr>
          <w:rtl/>
        </w:rPr>
      </w:pPr>
      <w:r w:rsidRPr="00D541AF">
        <w:rPr>
          <w:rtl/>
        </w:rPr>
        <w:t>__</w:t>
      </w:r>
      <w:r w:rsidRPr="00D541AF">
        <w:rPr>
          <w:rFonts w:hint="cs"/>
          <w:rtl/>
        </w:rPr>
        <w:t>___</w:t>
      </w:r>
      <w:r w:rsidRPr="00D541AF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1)</w:t>
      </w:r>
      <w:r>
        <w:rPr>
          <w:rtl/>
        </w:rPr>
        <w:t xml:space="preserve"> ولا ندري متى كتب الوحي وقد أسلم يوم الفتح في أواخر حياة رسول الله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>؟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 xml:space="preserve">أنظر : صحيح مسلم : فضائل الصحابة فضائل أبي سفيان 4 / 1945 ، مسند أحمد 4 / 226 </w:t>
      </w:r>
      <w:r w:rsidR="00EA3C94">
        <w:rPr>
          <w:rFonts w:hint="cs"/>
          <w:rtl/>
        </w:rPr>
        <w:t xml:space="preserve"> </w:t>
      </w:r>
      <w:r>
        <w:rPr>
          <w:rtl/>
        </w:rPr>
        <w:t>حديث رقم 2651.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2)</w:t>
      </w:r>
      <w:r>
        <w:rPr>
          <w:rtl/>
        </w:rPr>
        <w:t xml:space="preserve"> لأنّه أخو أم حبيبة زوجة رسول الله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والتي أبغضت أباها كما أبغضت أخاها.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3)</w:t>
      </w:r>
      <w:r>
        <w:rPr>
          <w:rtl/>
        </w:rPr>
        <w:t xml:space="preserve"> في حديث مزعوم عن رسول الله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:«اللّهم اجعله هادياً مهديّا وأهد به!» أنظر </w:t>
      </w:r>
      <w:r w:rsidR="00EA3C94">
        <w:rPr>
          <w:rFonts w:hint="cs"/>
          <w:rtl/>
        </w:rPr>
        <w:t xml:space="preserve"> </w:t>
      </w:r>
      <w:r>
        <w:rPr>
          <w:rtl/>
        </w:rPr>
        <w:t>صحيح الترمذي 6 / 157 حديث 3842.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4)</w:t>
      </w:r>
      <w:r>
        <w:rPr>
          <w:rtl/>
        </w:rPr>
        <w:t xml:space="preserve"> كأمره لوعّاظه في طول البلاد وعرضها بلعن علي بن أبي طالب على المنابر واستمرّ ذلك </w:t>
      </w:r>
      <w:r w:rsidR="00EA3C94">
        <w:rPr>
          <w:rFonts w:hint="cs"/>
          <w:rtl/>
        </w:rPr>
        <w:t xml:space="preserve"> </w:t>
      </w:r>
      <w:r>
        <w:rPr>
          <w:rtl/>
        </w:rPr>
        <w:t>إلى 70 سنة. أنظر : تاريخ الطبري حوادث سنة 51.</w:t>
      </w:r>
    </w:p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bookmarkStart w:id="39" w:name="_Toc365111445"/>
      <w:r w:rsidR="00EA3C94">
        <w:rPr>
          <w:rFonts w:hint="cs"/>
          <w:rtl/>
        </w:rPr>
        <w:lastRenderedPageBreak/>
        <w:t xml:space="preserve"> </w:t>
      </w:r>
    </w:p>
    <w:p w:rsidR="008C4947" w:rsidRDefault="008C4947" w:rsidP="008C4947">
      <w:pPr>
        <w:pStyle w:val="Heading2"/>
        <w:rPr>
          <w:rtl/>
        </w:rPr>
      </w:pPr>
      <w:bookmarkStart w:id="40" w:name="_Toc398986467"/>
      <w:bookmarkStart w:id="41" w:name="_Toc398986498"/>
      <w:r>
        <w:rPr>
          <w:rtl/>
        </w:rPr>
        <w:t>شرعية الحكم في الإسلام... لمن :</w:t>
      </w:r>
      <w:bookmarkEnd w:id="39"/>
      <w:bookmarkEnd w:id="40"/>
      <w:bookmarkEnd w:id="41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كان الفصل شتاءاً ، وكنت أستغلّ فترة مابعد الغروب لأقوم بجولة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في أطراف المدينة ، حيث أشعر بالأنس في تلك الأوقات حيث تأخذني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قدماي في جولة هادئة ، وتذهب بي مخيّلتي بعيدا محلّقة نحو أفق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سحري ، فأطير بعيدا عن رتابة الواقع وأمشي وأمشي حتّى أشعر أنّني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قطعت شوطا كبيراً في جولتي ، وأشعر بلفح نسمات باردة فأميل إلى إحدى </w:t>
      </w:r>
      <w:r w:rsidR="00EA3C94">
        <w:rPr>
          <w:rFonts w:hint="cs"/>
          <w:rtl/>
        </w:rPr>
        <w:t xml:space="preserve"> </w:t>
      </w:r>
      <w:r>
        <w:rPr>
          <w:rtl/>
        </w:rPr>
        <w:t>المقاهي حيث غالباً ما ألتقي بأحد شباب حيّنا فنخوض في موضوع</w:t>
      </w:r>
      <w:r>
        <w:rPr>
          <w:rFonts w:hint="cs"/>
          <w:rtl/>
        </w:rPr>
        <w:t>ٍ</w:t>
      </w:r>
      <w:r>
        <w:rPr>
          <w:rtl/>
        </w:rPr>
        <w:t xml:space="preserve"> مَا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وكثيرا ما ينضمّ إلينا بعض الأصدقاء ليشاركوننا الجلسة ، وكانت هكذا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جلسات فرصة لي للخروج من رتابة الدروس ولإعادة البعض من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الحيويّة الضرورية لمواجهة التحضير لامتحان آخر السّنة الذي كان آخر </w:t>
      </w:r>
      <w:r w:rsidR="00EA3C94">
        <w:rPr>
          <w:rFonts w:hint="cs"/>
          <w:rtl/>
        </w:rPr>
        <w:t xml:space="preserve"> </w:t>
      </w:r>
      <w:r>
        <w:rPr>
          <w:rtl/>
        </w:rPr>
        <w:t>عقبة للدخول إلى الجامعة.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كنت في أكثر الأحيان ألتقي بصديق الدراسة القديمـالمتشيّعـ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حيث كنت أشتاق إلى مجالسته لخفّة ظلّه والروح الساخرة التي كان يتميز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بها ، فضلا عن أنّه شدّني إليه لما يحمله من أفكار جديدة عليَّ لم أتعوّد </w:t>
      </w:r>
      <w:r w:rsidR="00EA3C94">
        <w:rPr>
          <w:rFonts w:hint="cs"/>
          <w:rtl/>
        </w:rPr>
        <w:t xml:space="preserve"> </w:t>
      </w:r>
      <w:r>
        <w:rPr>
          <w:rtl/>
        </w:rPr>
        <w:t>على سماعها من قبل ولكلّ جديد لذّة كما يقولون.</w:t>
      </w:r>
    </w:p>
    <w:p w:rsidR="008C4947" w:rsidRPr="00F122A7" w:rsidRDefault="008C4947" w:rsidP="004233AE">
      <w:pPr>
        <w:pStyle w:val="libNormal"/>
        <w:rPr>
          <w:rStyle w:val="libPoemTiniChar0"/>
          <w:rtl/>
        </w:rPr>
      </w:pPr>
      <w:r>
        <w:rPr>
          <w:rtl/>
        </w:rPr>
        <w:t xml:space="preserve">في إحدى جلساتي معه وجدته أحضر كتاباً كبيراً ذو غلاف أحمر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قاني وكان قد وضعه أمامه على الطاولة ، نظرت إلى العنوان فإذا به« صحيح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مسلم » وقد كتب بحروف مذهّبة ، وكتبت عبارة« أصحّ الكتب بعد كتاب </w:t>
      </w:r>
      <w:r w:rsidR="00EA3C94">
        <w:rPr>
          <w:rFonts w:hint="cs"/>
          <w:rtl/>
        </w:rPr>
        <w:t xml:space="preserve"> 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الله » تحت العنوان.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مسكت هذا الكتابـوكان مجلّدا واحدا لجزئين فقطـلأول مرة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في حياتي ، إذ نحن مع الأسف لا نقرأ كتبنا ، ولماذا نقرأ؟! ألسنا على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المحجّة البيضاء! يا له من غرور مغلّف بجهل مركّب! إنّ المستشرقين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صاروا يعرفون عنّا أكثر ممّا نعرف عن أنفسنا نحن ، وقد يأتي يومـلا سمح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اللهـيَطبخون لنا فيه تاريخا حسب ذوقهم وأهدافهم ويقدمونه لنا بديلا </w:t>
      </w:r>
      <w:r w:rsidR="00EA3C94">
        <w:rPr>
          <w:rFonts w:hint="cs"/>
          <w:rtl/>
        </w:rPr>
        <w:t xml:space="preserve"> </w:t>
      </w:r>
      <w:r>
        <w:rPr>
          <w:rtl/>
        </w:rPr>
        <w:t>عن تاريخنا</w:t>
      </w:r>
      <w:r w:rsidRPr="00F122A7">
        <w:rPr>
          <w:rStyle w:val="libFootnotenumChar"/>
          <w:rtl/>
        </w:rPr>
        <w:t>(1)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عندما نظرت إلى العبارة كان في نفسي منها شيء! ما معنى أصحّ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كتاب بعد كتاب الله تعالى؟! يعني أنّه في المرتبة الثانية. يا له من قياس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عجيب!! ما أسهل أن نصدر أحكاما جزافا لتمرير كثير من الأشياء ، دائما </w:t>
      </w:r>
      <w:r w:rsidR="00EA3C94">
        <w:rPr>
          <w:rFonts w:hint="cs"/>
          <w:rtl/>
        </w:rPr>
        <w:t xml:space="preserve"> </w:t>
      </w:r>
      <w:r>
        <w:rPr>
          <w:rtl/>
        </w:rPr>
        <w:t>نذهب ونقيس أنفسنا بالله وكتبنا بكتابه العزيز!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كان صديقي قد وعدني مرّة بأن يحضر لي صحيح مسلم لأنّه أكّد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لي أنّ حديث :«تركت فيكم الثقلين ، ما إن تمسّكتم بهما ، لن تضلّوا بعدي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أبدا ، كتاب الله وعترتي أهل بيتي ، ولن يفترقا حتى يردا عليّ الحوض ، </w:t>
      </w:r>
      <w:r w:rsidR="00EA3C94">
        <w:rPr>
          <w:rFonts w:hint="cs"/>
          <w:rtl/>
        </w:rPr>
        <w:t xml:space="preserve"> </w:t>
      </w:r>
      <w:r>
        <w:rPr>
          <w:rtl/>
        </w:rPr>
        <w:t>فانظروا كيف تخلفوني فيهما»</w:t>
      </w:r>
      <w:r w:rsidRPr="00F122A7">
        <w:rPr>
          <w:rStyle w:val="libFootnotenumChar"/>
          <w:rtl/>
        </w:rPr>
        <w:t>(2)</w:t>
      </w:r>
      <w:r>
        <w:rPr>
          <w:rtl/>
        </w:rPr>
        <w:t>هو الحديث المتواتر عند المسلمين.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لكنّي أصررت على</w:t>
      </w:r>
      <w:r>
        <w:rPr>
          <w:rFonts w:hint="cs"/>
          <w:rtl/>
        </w:rPr>
        <w:t>ٰ</w:t>
      </w:r>
      <w:r>
        <w:rPr>
          <w:rtl/>
        </w:rPr>
        <w:t xml:space="preserve"> أنّ المشهور هو حديث :« كتاب الله </w:t>
      </w:r>
      <w:r w:rsidR="00EA3C94">
        <w:rPr>
          <w:rFonts w:hint="cs"/>
          <w:rtl/>
        </w:rPr>
        <w:t xml:space="preserve"> </w:t>
      </w:r>
      <w:r>
        <w:rPr>
          <w:rtl/>
        </w:rPr>
        <w:t>وسنّتي »</w:t>
      </w:r>
      <w:r w:rsidRPr="00F122A7">
        <w:rPr>
          <w:rStyle w:val="libFootnotenumChar"/>
          <w:rtl/>
        </w:rPr>
        <w:t>(3)</w:t>
      </w:r>
      <w:r>
        <w:rPr>
          <w:rtl/>
        </w:rPr>
        <w:t>.</w:t>
      </w:r>
    </w:p>
    <w:p w:rsidR="008C4947" w:rsidRPr="00884501" w:rsidRDefault="008C4947" w:rsidP="00F122A7">
      <w:pPr>
        <w:pStyle w:val="libLine"/>
        <w:rPr>
          <w:rtl/>
        </w:rPr>
      </w:pPr>
      <w:r w:rsidRPr="00884501">
        <w:rPr>
          <w:rtl/>
        </w:rPr>
        <w:t>__</w:t>
      </w:r>
      <w:r w:rsidRPr="00884501">
        <w:rPr>
          <w:rFonts w:hint="cs"/>
          <w:rtl/>
        </w:rPr>
        <w:t>___</w:t>
      </w:r>
      <w:r w:rsidRPr="00884501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وقد بدأوا فعلا وما فعله جرجي زيدان في قصصه وتأليفاته كان ضربة البداية.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أنظر : مستدرك الحاكم 2 / 148 ، مسند أحمد 3 / 17.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 xml:space="preserve">وقد ورد في مسلم شبيها وقريباً في ألفاظه من هذا ، أنظر : مسلم كتاب الفضائل باب من </w:t>
      </w:r>
      <w:r w:rsidR="00EA3C94">
        <w:rPr>
          <w:rFonts w:hint="cs"/>
          <w:rtl/>
        </w:rPr>
        <w:t xml:space="preserve"> </w:t>
      </w:r>
      <w:r>
        <w:rPr>
          <w:rtl/>
        </w:rPr>
        <w:t>فضائل علي بن أبي طالب.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أنظر : موطّأ مالك : 602 حديث رقم 1662.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فتحت الكتاب حيث المكان الذي عيّنه لي صديقي بورقة صغيرة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قرأت الحديث كما أخبرني صديقي ، تعجّبتُ!! اللّهم زدْنا علماً ، وقفزت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في ذهني أفكار وأفكار كمن كان يريد مخرجا سريعاً لما هو فيه ، لكني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عجزت فاشتعل قلبي غيضا على هؤلاء الّذين أوقعونا في ورطة لا مخرج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منها ، ويا ليتها كانت الورطة الوحيدة فما أكثر ما تورّطوا فيه وورّطونا فيه </w:t>
      </w:r>
      <w:r w:rsidR="00EA3C94">
        <w:rPr>
          <w:rFonts w:hint="cs"/>
          <w:rtl/>
        </w:rPr>
        <w:t xml:space="preserve"> </w:t>
      </w:r>
      <w:r>
        <w:rPr>
          <w:rtl/>
        </w:rPr>
        <w:t>معهم.</w:t>
      </w:r>
    </w:p>
    <w:p w:rsidR="008C4947" w:rsidRPr="00141FC4" w:rsidRDefault="008C4947" w:rsidP="00B0205B">
      <w:pPr>
        <w:pStyle w:val="libBold2"/>
        <w:rPr>
          <w:rtl/>
        </w:rPr>
      </w:pPr>
      <w:r w:rsidRPr="00141FC4">
        <w:rPr>
          <w:rtl/>
        </w:rPr>
        <w:t xml:space="preserve">قال صديقي : وليس فقط مسلم هو الذي أورد هذا الحديث ، بل </w:t>
      </w:r>
      <w:r w:rsidR="00EA3C94">
        <w:rPr>
          <w:rFonts w:hint="cs"/>
          <w:rtl/>
        </w:rPr>
        <w:t xml:space="preserve"> </w:t>
      </w:r>
      <w:r w:rsidRPr="00141FC4">
        <w:rPr>
          <w:rtl/>
        </w:rPr>
        <w:t xml:space="preserve">أورده كثير من المفسرين والمحدثين من أمثال أحمد بن حنبل في مسنده ، </w:t>
      </w:r>
      <w:r w:rsidR="00EA3C94">
        <w:rPr>
          <w:rFonts w:hint="cs"/>
          <w:rtl/>
        </w:rPr>
        <w:t xml:space="preserve"> </w:t>
      </w:r>
      <w:r w:rsidRPr="00141FC4">
        <w:rPr>
          <w:rtl/>
        </w:rPr>
        <w:t xml:space="preserve">والترمذي والحاكم والطبري وابن حجر في صواعقه ، والسيوطي </w:t>
      </w:r>
      <w:r w:rsidR="00EA3C94">
        <w:rPr>
          <w:rFonts w:hint="cs"/>
          <w:rtl/>
        </w:rPr>
        <w:t xml:space="preserve"> </w:t>
      </w:r>
      <w:r w:rsidRPr="00141FC4">
        <w:rPr>
          <w:rtl/>
        </w:rPr>
        <w:t xml:space="preserve">الشافعي في الدر المنثور ، وابن الأثير في النهاية وغيرهم ممّا لا يحصيه </w:t>
      </w:r>
      <w:r w:rsidR="00EA3C94">
        <w:rPr>
          <w:rFonts w:hint="cs"/>
          <w:rtl/>
        </w:rPr>
        <w:t xml:space="preserve"> </w:t>
      </w:r>
      <w:r w:rsidRPr="00141FC4">
        <w:rPr>
          <w:rtl/>
        </w:rPr>
        <w:t>عاد.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: لكن المشهور عندنا هو حديث :« كتاب الله وسنّتي » ، حتّى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حفظناه عن ظهر قلب وردّدناه في كلّ مجمع وعلى كلّ منبر ، حتّى سارت </w:t>
      </w:r>
      <w:r w:rsidR="00EA3C94">
        <w:rPr>
          <w:rFonts w:hint="cs"/>
          <w:rtl/>
        </w:rPr>
        <w:t xml:space="preserve"> </w:t>
      </w:r>
      <w:r>
        <w:rPr>
          <w:rtl/>
        </w:rPr>
        <w:t>به الركبان.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قال : ربّ مشهور لا أصل له ، وعلى افتراض وجود وصحة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الحديث فهو يفسّر الحديث الصحيح الأوّل حيث إنّ سنة رسول الله</w:t>
      </w:r>
      <w:r w:rsidRPr="00B0205B">
        <w:rPr>
          <w:rStyle w:val="libAlaemChar"/>
          <w:rtl/>
        </w:rPr>
        <w:t>صلى‌الله‌عليه‌وآله‌وسلم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هي سنّة أهل البيت والعكس صحيح وإذا لم يكن الأمر كذلك لصار رسول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>متناقضا في قوله وأحاديثه.</w:t>
      </w:r>
    </w:p>
    <w:p w:rsidR="008C4947" w:rsidRPr="00141FC4" w:rsidRDefault="008C4947" w:rsidP="00B0205B">
      <w:pPr>
        <w:pStyle w:val="libBold2"/>
        <w:rPr>
          <w:rtl/>
        </w:rPr>
      </w:pPr>
      <w:r w:rsidRPr="00141FC4">
        <w:rPr>
          <w:rtl/>
        </w:rPr>
        <w:t>ثمّ أدار صديقي صفحات أخرى من صحيح مسلم ، وقال : اقرأ!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قرأت عن أبي هريرة قال :« لا تمتلىء ( النار ) حتّى يضع الربّ </w:t>
      </w:r>
      <w:r w:rsidR="00EA3C94">
        <w:rPr>
          <w:rFonts w:hint="cs"/>
          <w:rtl/>
        </w:rPr>
        <w:t xml:space="preserve"> </w:t>
      </w:r>
      <w:r>
        <w:rPr>
          <w:rtl/>
        </w:rPr>
        <w:t>رجله فتقول : قط قط ويزوي بعضها إلى بعض »</w:t>
      </w:r>
      <w:r w:rsidRPr="00F122A7">
        <w:rPr>
          <w:rStyle w:val="libFootnotenumChar"/>
          <w:rtl/>
        </w:rPr>
        <w:t>(1)</w:t>
      </w:r>
      <w:r>
        <w:rPr>
          <w:rtl/>
        </w:rPr>
        <w:t>.</w:t>
      </w:r>
    </w:p>
    <w:p w:rsidR="008C4947" w:rsidRPr="00141FC4" w:rsidRDefault="008C4947" w:rsidP="00F122A7">
      <w:pPr>
        <w:pStyle w:val="libLine"/>
        <w:rPr>
          <w:rtl/>
        </w:rPr>
      </w:pPr>
      <w:r w:rsidRPr="00141FC4">
        <w:rPr>
          <w:rtl/>
        </w:rPr>
        <w:t>__</w:t>
      </w:r>
      <w:r w:rsidRPr="00141FC4">
        <w:rPr>
          <w:rFonts w:hint="cs"/>
          <w:rtl/>
        </w:rPr>
        <w:t>___</w:t>
      </w:r>
      <w:r w:rsidRPr="00141FC4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أنظر : صحيح مسلم 2 / 482 ، مسند أحمد 3 / 134 ، العقيدة الواسطية لابن تيميّة : 76.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تملكني العجب من هذا الحديث وتذكرت حديث صديقي عن أبي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هريرة وقيمة أحاديثه ، لكني أسررتها في نفسي ولم أُبدِ ذلك له ، وتركت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صديقي يعلّق بنفسه على الحديث حتّى أرى ما يقول فيه ، وبالتّالي ما </w:t>
      </w:r>
      <w:r w:rsidR="00EA3C94">
        <w:rPr>
          <w:rFonts w:hint="cs"/>
          <w:rtl/>
        </w:rPr>
        <w:t xml:space="preserve"> </w:t>
      </w:r>
      <w:r>
        <w:rPr>
          <w:rtl/>
        </w:rPr>
        <w:t>يقول الشيعة حوله.</w:t>
      </w:r>
    </w:p>
    <w:p w:rsidR="008C4947" w:rsidRPr="00141FC4" w:rsidRDefault="008C4947" w:rsidP="00B0205B">
      <w:pPr>
        <w:pStyle w:val="libBold2"/>
        <w:rPr>
          <w:rtl/>
        </w:rPr>
      </w:pPr>
      <w:r w:rsidRPr="00141FC4">
        <w:rPr>
          <w:rtl/>
        </w:rPr>
        <w:t xml:space="preserve">قال صديقي : لو أعملت عقلك وفكرك لعلمت تهاوي هذا الحديث </w:t>
      </w:r>
      <w:r w:rsidR="00EA3C94">
        <w:rPr>
          <w:rFonts w:hint="cs"/>
          <w:rtl/>
        </w:rPr>
        <w:t xml:space="preserve"> </w:t>
      </w:r>
      <w:r w:rsidRPr="00141FC4">
        <w:rPr>
          <w:rtl/>
        </w:rPr>
        <w:t>الذي يرويه أبو هريرة الدوسي</w:t>
      </w:r>
      <w:r>
        <w:rPr>
          <w:rtl/>
        </w:rPr>
        <w:t xml:space="preserve"> :</w:t>
      </w:r>
    </w:p>
    <w:p w:rsidR="008C4947" w:rsidRPr="00141FC4" w:rsidRDefault="008C4947" w:rsidP="00B0205B">
      <w:pPr>
        <w:pStyle w:val="libBold2"/>
        <w:rPr>
          <w:rtl/>
        </w:rPr>
      </w:pPr>
      <w:r w:rsidRPr="00141FC4">
        <w:rPr>
          <w:rtl/>
        </w:rPr>
        <w:t xml:space="preserve">فأوّلا : هذا القول يعني أنّ الله أخطأ في تقديره لعرض وسعة جهنّم </w:t>
      </w:r>
      <w:r w:rsidR="00EA3C94">
        <w:rPr>
          <w:rFonts w:hint="cs"/>
          <w:rtl/>
        </w:rPr>
        <w:t xml:space="preserve"> </w:t>
      </w:r>
      <w:r w:rsidRPr="00141FC4">
        <w:rPr>
          <w:rtl/>
        </w:rPr>
        <w:t>فيضطرّ لأن يضع فيها رجله حتّى تمتلأ.</w:t>
      </w:r>
    </w:p>
    <w:p w:rsidR="008C4947" w:rsidRDefault="008C4947" w:rsidP="00B0205B">
      <w:pPr>
        <w:pStyle w:val="libBold2"/>
        <w:rPr>
          <w:rtl/>
        </w:rPr>
      </w:pPr>
      <w:r w:rsidRPr="00141FC4">
        <w:rPr>
          <w:rtl/>
        </w:rPr>
        <w:t xml:space="preserve">وثانياً : الله يضرب بقوله في القرآن عرض الحائط. أليس هو </w:t>
      </w:r>
      <w:r w:rsidR="00EA3C94">
        <w:rPr>
          <w:rFonts w:hint="cs"/>
          <w:rtl/>
        </w:rPr>
        <w:t xml:space="preserve"> </w:t>
      </w:r>
      <w:r w:rsidRPr="00141FC4">
        <w:rPr>
          <w:rtl/>
        </w:rPr>
        <w:t xml:space="preserve">القائل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فَالْحَقُّ وَالْحَقَّ أَقُولُ </w:t>
      </w:r>
      <w:r w:rsidRPr="00B0205B">
        <w:rPr>
          <w:rStyle w:val="libAieChar"/>
        </w:rPr>
        <w:t>*</w:t>
      </w:r>
      <w:r w:rsidRPr="00B0205B">
        <w:rPr>
          <w:rStyle w:val="libAieChar"/>
          <w:rFonts w:hint="cs"/>
          <w:rtl/>
        </w:rPr>
        <w:t xml:space="preserve"> لَأَمْلَأَنَّ جَهَنَّمَ مِنكَ وَمِمَّن تَبِعَكَ مِنْهُمْ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أَجْمَعِينَ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الآية. فكيف يقول الله لأملأنّ جهنّم ثم يضطر بعد ذلك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لوضع رجله فيها حتّى يملأ فراغاتها؟!!</w:t>
      </w:r>
    </w:p>
    <w:p w:rsidR="008C4947" w:rsidRPr="00141FC4" w:rsidRDefault="008C4947" w:rsidP="00B0205B">
      <w:pPr>
        <w:pStyle w:val="libBold2"/>
        <w:rPr>
          <w:rtl/>
        </w:rPr>
      </w:pPr>
      <w:r w:rsidRPr="00141FC4">
        <w:rPr>
          <w:rtl/>
        </w:rPr>
        <w:t xml:space="preserve">ثمّ لا نتحدث بعد عن رجل الله التي يريدنا أبو هريرة أن نتصوّرها </w:t>
      </w:r>
      <w:r w:rsidR="00EA3C94">
        <w:rPr>
          <w:rFonts w:hint="cs"/>
          <w:rtl/>
        </w:rPr>
        <w:t xml:space="preserve"> </w:t>
      </w:r>
      <w:r w:rsidRPr="00141FC4">
        <w:rPr>
          <w:rtl/>
        </w:rPr>
        <w:t xml:space="preserve">كرجله المتشقّقة الحافية التي لم تحضن نعلاً إلاّ في أخريات عمره. ولعلّ </w:t>
      </w:r>
      <w:r w:rsidR="00EA3C94">
        <w:rPr>
          <w:rFonts w:hint="cs"/>
          <w:rtl/>
        </w:rPr>
        <w:t xml:space="preserve"> </w:t>
      </w:r>
      <w:r w:rsidRPr="00141FC4">
        <w:rPr>
          <w:rtl/>
        </w:rPr>
        <w:t xml:space="preserve">أبا هريرة نسي أن يحدثنا عن رجل الله الأخرى ، هل تبقى معلّقة في الهواء </w:t>
      </w:r>
      <w:r w:rsidR="00EA3C94">
        <w:rPr>
          <w:rFonts w:hint="cs"/>
          <w:rtl/>
        </w:rPr>
        <w:t xml:space="preserve"> </w:t>
      </w:r>
      <w:r w:rsidRPr="00141FC4">
        <w:rPr>
          <w:rtl/>
        </w:rPr>
        <w:t>أم يضعها الله تعالى في الجنّة لأنها كذلك عريضة واسعة رحبة.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قاطعت صديقي قائلا : لكن قد يكون القصد من رجل الله شيء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مجازيّ كما ورد في القرآن عن يد الله وأعينه وغيرها؟! وقد تكون الرجل </w:t>
      </w:r>
      <w:r w:rsidR="00EA3C94">
        <w:rPr>
          <w:rFonts w:hint="cs"/>
          <w:rtl/>
        </w:rPr>
        <w:t xml:space="preserve"> </w:t>
      </w:r>
      <w:r>
        <w:rPr>
          <w:rtl/>
        </w:rPr>
        <w:t>هنا هو غضب الله حيث يرفس أهل النّار فيها رفْساً.</w:t>
      </w:r>
    </w:p>
    <w:p w:rsidR="00285078" w:rsidRDefault="008C4947" w:rsidP="00F122A7">
      <w:pPr>
        <w:pStyle w:val="libLine"/>
        <w:rPr>
          <w:rtl/>
        </w:rPr>
      </w:pPr>
      <w:r w:rsidRPr="00B0205B">
        <w:rPr>
          <w:rStyle w:val="libBold2Char"/>
          <w:rtl/>
        </w:rPr>
        <w:t xml:space="preserve">ضحك صديقي ضحكة عريضة ، وقال : إنّ الحديث من أساسه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ص : 84 ـ 85.</w:t>
      </w:r>
    </w:p>
    <w:p w:rsidR="008C4947" w:rsidRPr="00141FC4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141FC4">
        <w:rPr>
          <w:rtl/>
        </w:rPr>
        <w:lastRenderedPageBreak/>
        <w:t xml:space="preserve">باطل ، لأنّه لا يَسنده شيء من العقل ولا من القرآن الكريم فكيف نلجأ إلى </w:t>
      </w:r>
      <w:r w:rsidR="00EA3C94">
        <w:rPr>
          <w:rFonts w:hint="cs"/>
          <w:rtl/>
        </w:rPr>
        <w:t xml:space="preserve"> </w:t>
      </w:r>
      <w:r w:rsidRPr="00141FC4">
        <w:rPr>
          <w:rtl/>
        </w:rPr>
        <w:t>التأويل؟!</w:t>
      </w:r>
    </w:p>
    <w:p w:rsidR="008C4947" w:rsidRPr="00141FC4" w:rsidRDefault="008C4947" w:rsidP="00B0205B">
      <w:pPr>
        <w:pStyle w:val="libBold2"/>
        <w:rPr>
          <w:rtl/>
        </w:rPr>
      </w:pPr>
      <w:r w:rsidRPr="00141FC4">
        <w:rPr>
          <w:rtl/>
        </w:rPr>
        <w:t xml:space="preserve">وعلى ذكر التأويل ، إنّ المجسّمة والمشبهة وأبرزهم في وقتنا </w:t>
      </w:r>
      <w:r w:rsidR="00EA3C94">
        <w:rPr>
          <w:rFonts w:hint="cs"/>
          <w:rtl/>
        </w:rPr>
        <w:t xml:space="preserve"> </w:t>
      </w:r>
      <w:r w:rsidRPr="00141FC4">
        <w:rPr>
          <w:rtl/>
        </w:rPr>
        <w:t xml:space="preserve">الحاضر الوهّابية لا يجوّزون التأويل ، لأنّه عندهم تعطيل ولذا يسمّوننا </w:t>
      </w:r>
      <w:r w:rsidR="00EA3C94">
        <w:rPr>
          <w:rFonts w:hint="cs"/>
          <w:rtl/>
        </w:rPr>
        <w:t xml:space="preserve"> </w:t>
      </w:r>
      <w:r w:rsidRPr="00141FC4">
        <w:rPr>
          <w:rtl/>
        </w:rPr>
        <w:t xml:space="preserve">معطّلة بزعمهم ، وقد أحسنتَ إذ ذكّرتني بهذا الموضوع المهمّ ، فإنّه أساس </w:t>
      </w:r>
      <w:r w:rsidR="00EA3C94">
        <w:rPr>
          <w:rFonts w:hint="cs"/>
          <w:rtl/>
        </w:rPr>
        <w:t xml:space="preserve"> </w:t>
      </w:r>
      <w:r w:rsidRPr="00141FC4">
        <w:rPr>
          <w:rtl/>
        </w:rPr>
        <w:t xml:space="preserve">لفهم القرآن ولفهم أصل التوحيد الذي يدّعي حمل لواءه كثير من الأعراب </w:t>
      </w:r>
      <w:r w:rsidR="00EA3C94">
        <w:rPr>
          <w:rFonts w:hint="cs"/>
          <w:rtl/>
        </w:rPr>
        <w:t xml:space="preserve"> </w:t>
      </w:r>
      <w:r w:rsidRPr="00141FC4">
        <w:rPr>
          <w:rtl/>
        </w:rPr>
        <w:t>البوّالين على أعقابهم.</w:t>
      </w:r>
    </w:p>
    <w:p w:rsidR="008C4947" w:rsidRDefault="008C4947" w:rsidP="00B0205B">
      <w:pPr>
        <w:pStyle w:val="libBold2"/>
        <w:rPr>
          <w:rtl/>
        </w:rPr>
      </w:pPr>
      <w:r w:rsidRPr="00157F10">
        <w:rPr>
          <w:rtl/>
        </w:rPr>
        <w:t>ولهذا كان مرجعنا في فهم القرآن هو خلفاء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من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الأئمة المعصومين الّذين قرنهم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بالقرآن في قوله :«تركت فيكم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الثّقلين كتاب الله وعترتي أهل بيتي»</w:t>
      </w:r>
      <w:r w:rsidRPr="00F122A7">
        <w:rPr>
          <w:rStyle w:val="libFootnotenumChar"/>
          <w:rtl/>
        </w:rPr>
        <w:t>(1)</w:t>
      </w:r>
      <w:r>
        <w:rPr>
          <w:rtl/>
        </w:rPr>
        <w:t>.</w:t>
      </w:r>
    </w:p>
    <w:p w:rsidR="008C4947" w:rsidRPr="00157F10" w:rsidRDefault="008C4947" w:rsidP="00B0205B">
      <w:pPr>
        <w:pStyle w:val="libBold2"/>
        <w:rPr>
          <w:rtl/>
        </w:rPr>
      </w:pPr>
      <w:r w:rsidRPr="00157F10">
        <w:rPr>
          <w:rtl/>
        </w:rPr>
        <w:t xml:space="preserve">وليس لنا الأخذ بالظّاهر في كثير من الآيات ، لأنّ ذلك يؤدّي </w:t>
      </w:r>
      <w:r w:rsidR="00EA3C94">
        <w:rPr>
          <w:rFonts w:hint="cs"/>
          <w:rtl/>
        </w:rPr>
        <w:t xml:space="preserve"> </w:t>
      </w:r>
      <w:r w:rsidRPr="00157F10">
        <w:rPr>
          <w:rtl/>
        </w:rPr>
        <w:t>بالباحث إلى القول بتناقض كتاب الله المجيد.</w:t>
      </w:r>
    </w:p>
    <w:p w:rsidR="008C4947" w:rsidRDefault="008C4947" w:rsidP="00B0205B">
      <w:pPr>
        <w:pStyle w:val="libBold2"/>
        <w:rPr>
          <w:rtl/>
        </w:rPr>
      </w:pPr>
      <w:r w:rsidRPr="00157F10">
        <w:rPr>
          <w:rtl/>
        </w:rPr>
        <w:t xml:space="preserve">فمرّة يقول الله تعالى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يَدُ اللهِ فَوْقَ أَيْدِيهِمْ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 xml:space="preserve"> ، وأخرى يقول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وَالسَّمَاءَ بَنَيْنَاهَا بِأَيْدٍ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(3)</w:t>
      </w:r>
      <w:r w:rsidRPr="00B0205B">
        <w:rPr>
          <w:rStyle w:val="libBold2Char"/>
          <w:rtl/>
        </w:rPr>
        <w:t xml:space="preserve"> ، ومرّة يقول لموسى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لِتُصْنَعَ عَلَىٰ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عَيْنِي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(4)</w:t>
      </w:r>
      <w:r w:rsidRPr="00B0205B">
        <w:rPr>
          <w:rStyle w:val="libBold2Char"/>
          <w:rtl/>
        </w:rPr>
        <w:t xml:space="preserve"> ، وأخرى يقول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وَاصْبِرْ لِحُكْمِ رَبِّكَ فَإِنَّكَ بِأَعْيُنِنَا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(5)</w:t>
      </w:r>
      <w:r w:rsidRPr="00B0205B">
        <w:rPr>
          <w:rStyle w:val="libBold2Char"/>
          <w:rtl/>
        </w:rPr>
        <w:t xml:space="preserve"> ، فتُذكر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اليد بلفظ المفرد وأخرى بلفظ الجمع ، وكذا العين.</w:t>
      </w:r>
    </w:p>
    <w:p w:rsidR="008C4947" w:rsidRPr="00157F10" w:rsidRDefault="008C4947" w:rsidP="00F122A7">
      <w:pPr>
        <w:pStyle w:val="libLine"/>
        <w:rPr>
          <w:rtl/>
        </w:rPr>
      </w:pPr>
      <w:r w:rsidRPr="00157F10">
        <w:rPr>
          <w:rtl/>
        </w:rPr>
        <w:t>__</w:t>
      </w:r>
      <w:r w:rsidRPr="00157F10">
        <w:rPr>
          <w:rFonts w:hint="cs"/>
          <w:rtl/>
        </w:rPr>
        <w:t>___</w:t>
      </w:r>
      <w:r w:rsidRPr="00157F10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المستدرك للحاكم 3 / 148 كتاب معرفة الصحابة.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سورة الفتح : 10.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سورة الذاريات : 47. ويقول ابن تيميّة باثبات اليدين لله تعالى ، أنظر : العقيدة الواسطية : </w:t>
      </w:r>
      <w:r w:rsidR="00EA3C94">
        <w:rPr>
          <w:rFonts w:hint="cs"/>
          <w:rtl/>
        </w:rPr>
        <w:t xml:space="preserve"> </w:t>
      </w:r>
      <w:r>
        <w:rPr>
          <w:rtl/>
        </w:rPr>
        <w:t>66.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سورة طه : 39.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5</w:t>
      </w:r>
      <w:r>
        <w:rPr>
          <w:rFonts w:hint="cs"/>
          <w:rtl/>
        </w:rPr>
        <w:t>)</w:t>
      </w:r>
      <w:r>
        <w:rPr>
          <w:rtl/>
        </w:rPr>
        <w:t xml:space="preserve"> سورة الطور : 48.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 w:rsidRPr="00B0205B">
        <w:rPr>
          <w:rStyle w:val="libBold2Char"/>
          <w:rtl/>
        </w:rPr>
        <w:lastRenderedPageBreak/>
        <w:t xml:space="preserve">ومرّة أخرى نقف على آية أخرى أعجب وهي قوله تعالى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كُلُّ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شَيْءٍ هَالِكٌ إِلَّا وَجْهَهُ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 ، أو قوله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وَيَبْقَىٰ وَجْهُ رَبِّكَ ذُو الْجَلَالِ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وَالْإِكْرَامِ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 xml:space="preserve">فإذا سلّمنا بأنّ لله يداً أو عيناً أو جارحة ( كما يليق بجلاله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تعالى )ـعلى رأى الوهّابيينـلكانت كلّها فانية ، زائلة حسب الآية التي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تذكر هلاك كلّ ذلك ما عدى الوجه.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متعجّبا : وهل هناك من المسلمين من يعتقد بأنّ الهلاك يوم </w:t>
      </w:r>
      <w:r w:rsidR="00EA3C94">
        <w:rPr>
          <w:rFonts w:hint="cs"/>
          <w:rtl/>
        </w:rPr>
        <w:t xml:space="preserve"> </w:t>
      </w:r>
      <w:r>
        <w:rPr>
          <w:rtl/>
        </w:rPr>
        <w:t>القيامة يطال حتّى الله تعالى؟!</w:t>
      </w:r>
    </w:p>
    <w:p w:rsidR="008C4947" w:rsidRPr="00157F10" w:rsidRDefault="008C4947" w:rsidP="00B0205B">
      <w:pPr>
        <w:pStyle w:val="libBold2"/>
        <w:rPr>
          <w:rtl/>
        </w:rPr>
      </w:pPr>
      <w:r w:rsidRPr="00157F10">
        <w:rPr>
          <w:rtl/>
        </w:rPr>
        <w:t xml:space="preserve">قال صديقي : على افتراض أنّنا سلّمنا بأنّ الله تعالى مركّب من </w:t>
      </w:r>
      <w:r w:rsidR="00EA3C94">
        <w:rPr>
          <w:rFonts w:hint="cs"/>
          <w:rtl/>
        </w:rPr>
        <w:t xml:space="preserve"> </w:t>
      </w:r>
      <w:r w:rsidRPr="00157F10">
        <w:rPr>
          <w:rtl/>
        </w:rPr>
        <w:t xml:space="preserve">أجزاءـسبحانه وتعالىـفلماذا يَطَاله هلاك وصاعقة القيامة بعضا من </w:t>
      </w:r>
      <w:r w:rsidR="00EA3C94">
        <w:rPr>
          <w:rFonts w:hint="cs"/>
          <w:rtl/>
        </w:rPr>
        <w:t xml:space="preserve"> </w:t>
      </w:r>
      <w:r w:rsidRPr="00157F10">
        <w:rPr>
          <w:rtl/>
        </w:rPr>
        <w:t xml:space="preserve">الله؟! ومعنى هذا إنّ الله إمّا أنّه يفجّر صاعقة لا يستطيع السيطرة عليها </w:t>
      </w:r>
      <w:r w:rsidR="00EA3C94">
        <w:rPr>
          <w:rFonts w:hint="cs"/>
          <w:rtl/>
        </w:rPr>
        <w:t xml:space="preserve"> </w:t>
      </w:r>
      <w:r w:rsidRPr="00157F10">
        <w:rPr>
          <w:rtl/>
        </w:rPr>
        <w:t xml:space="preserve">حتّى تطاله كما طالت مخلوقاته ، أو أنّ القيامة حدث خارج عن قدرة الله </w:t>
      </w:r>
      <w:r w:rsidR="00EA3C94">
        <w:rPr>
          <w:rFonts w:hint="cs"/>
          <w:rtl/>
        </w:rPr>
        <w:t xml:space="preserve"> </w:t>
      </w:r>
      <w:r w:rsidRPr="00157F10">
        <w:rPr>
          <w:rtl/>
        </w:rPr>
        <w:t>بحيث تأتي على«الربّ والمربوب»؟!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قلتُ مغضباً : والله لا أعتقد أنّ جدّتي رحمها الله على بساطة فكرها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تؤمن بهكذا عقيدة فيمن خضع له كلُّ شيء ، سُبحانه وتعالى عمّا يقول </w:t>
      </w:r>
      <w:r w:rsidR="00EA3C94">
        <w:rPr>
          <w:rFonts w:hint="cs"/>
          <w:rtl/>
        </w:rPr>
        <w:t xml:space="preserve"> </w:t>
      </w:r>
      <w:r>
        <w:rPr>
          <w:rtl/>
        </w:rPr>
        <w:t>السّفهاء.</w:t>
      </w:r>
    </w:p>
    <w:p w:rsidR="008C4947" w:rsidRPr="00157F10" w:rsidRDefault="008C4947" w:rsidP="00B0205B">
      <w:pPr>
        <w:pStyle w:val="libBold2"/>
        <w:rPr>
          <w:rtl/>
        </w:rPr>
      </w:pPr>
      <w:r w:rsidRPr="00157F10">
        <w:rPr>
          <w:rtl/>
        </w:rPr>
        <w:t xml:space="preserve">عقب صديقي وقد علت نبرة صوته وظهرت علامات الحزم على </w:t>
      </w:r>
      <w:r w:rsidR="00EA3C94">
        <w:rPr>
          <w:rFonts w:hint="cs"/>
          <w:rtl/>
        </w:rPr>
        <w:t xml:space="preserve"> </w:t>
      </w:r>
      <w:r w:rsidRPr="00157F10">
        <w:rPr>
          <w:rtl/>
        </w:rPr>
        <w:t>جبينه قائلا</w:t>
      </w:r>
      <w:r>
        <w:rPr>
          <w:rFonts w:hint="cs"/>
          <w:rtl/>
        </w:rPr>
        <w:t>ً</w:t>
      </w:r>
      <w:r w:rsidRPr="00157F10">
        <w:rPr>
          <w:rtl/>
        </w:rPr>
        <w:t xml:space="preserve"> : يا ليت ; ثمّ يا ليت ; وقف الأمر عند هذا الحدّ! لقلنا : اشتبه </w:t>
      </w:r>
      <w:r w:rsidR="00EA3C94">
        <w:rPr>
          <w:rFonts w:hint="cs"/>
          <w:rtl/>
        </w:rPr>
        <w:t xml:space="preserve"> </w:t>
      </w:r>
      <w:r w:rsidRPr="00157F10">
        <w:rPr>
          <w:rtl/>
        </w:rPr>
        <w:t xml:space="preserve">على إخواننا الأمر والتزموا بظاهر الكتاب ، لكنّهم في كثير من الأمور </w:t>
      </w:r>
      <w:r w:rsidR="00EA3C94">
        <w:rPr>
          <w:rFonts w:hint="cs"/>
          <w:rtl/>
        </w:rPr>
        <w:t xml:space="preserve"> </w:t>
      </w:r>
      <w:r w:rsidRPr="00157F10">
        <w:rPr>
          <w:rtl/>
        </w:rPr>
        <w:t>ضربوا بصريح الآيات عرض الجدار.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له : هات لي مثالا على ما قالوا.</w:t>
      </w:r>
    </w:p>
    <w:p w:rsidR="008C4947" w:rsidRPr="00157F10" w:rsidRDefault="008C4947" w:rsidP="00F122A7">
      <w:pPr>
        <w:pStyle w:val="libLine"/>
        <w:rPr>
          <w:rtl/>
        </w:rPr>
      </w:pPr>
      <w:r w:rsidRPr="00157F10">
        <w:rPr>
          <w:rtl/>
        </w:rPr>
        <w:t>__</w:t>
      </w:r>
      <w:r w:rsidRPr="00157F10">
        <w:rPr>
          <w:rFonts w:hint="cs"/>
          <w:rtl/>
        </w:rPr>
        <w:t>___</w:t>
      </w:r>
      <w:r w:rsidRPr="00157F10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القصص : 88.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سورة الرحمن : 27.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 w:rsidRPr="00B0205B">
        <w:rPr>
          <w:rStyle w:val="libBold2Char"/>
          <w:rtl/>
        </w:rPr>
        <w:lastRenderedPageBreak/>
        <w:t xml:space="preserve">قال : إنّهم يَزعمون أنّ الله فوق سماواته على عرشه ، عليٌّ على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خلقه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 ، بل وزادوا على ذلك وقالوا : إذا جلس سبحانه على كرسيّه سُمع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له ( أي الكرسي ) أطيط ( صوت ) كأطيط الرحل الجديد ، من ثقل الله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تعالى</w:t>
      </w:r>
      <w:r w:rsidRPr="00F122A7">
        <w:rPr>
          <w:rStyle w:val="libFootnotenumChar"/>
          <w:rtl/>
        </w:rPr>
        <w:t>(2)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: أليس الله على العرش؟!</w:t>
      </w:r>
    </w:p>
    <w:p w:rsidR="008C4947" w:rsidRPr="00FE6165" w:rsidRDefault="008C4947" w:rsidP="00B0205B">
      <w:pPr>
        <w:pStyle w:val="libBold2"/>
        <w:rPr>
          <w:rtl/>
        </w:rPr>
      </w:pPr>
      <w:r w:rsidRPr="00FE6165">
        <w:rPr>
          <w:rtl/>
        </w:rPr>
        <w:t xml:space="preserve">قال : يظهر من رواة الحديث أنّهم رأوا معاوية بن أبي سفيان </w:t>
      </w:r>
      <w:r w:rsidR="00EA3C94">
        <w:rPr>
          <w:rFonts w:hint="cs"/>
          <w:rtl/>
        </w:rPr>
        <w:t xml:space="preserve"> </w:t>
      </w:r>
      <w:r w:rsidRPr="00FE6165">
        <w:rPr>
          <w:rtl/>
        </w:rPr>
        <w:t xml:space="preserve">أو ملوك بني أمية وملوك بني العبّاس ، وما كانوا فيه من جبروت وما كان </w:t>
      </w:r>
      <w:r w:rsidR="00EA3C94">
        <w:rPr>
          <w:rFonts w:hint="cs"/>
          <w:rtl/>
        </w:rPr>
        <w:t xml:space="preserve"> </w:t>
      </w:r>
      <w:r w:rsidRPr="00FE6165">
        <w:rPr>
          <w:rtl/>
        </w:rPr>
        <w:t>لديهم من عروش مذهّبة وغيرها حتّى نسبوا ذلك إلى الله تعالى!</w:t>
      </w:r>
    </w:p>
    <w:p w:rsidR="008C4947" w:rsidRDefault="008C4947" w:rsidP="00B0205B">
      <w:pPr>
        <w:pStyle w:val="libBold2"/>
        <w:rPr>
          <w:rtl/>
        </w:rPr>
      </w:pPr>
      <w:r w:rsidRPr="00FE6165">
        <w:rPr>
          <w:rtl/>
        </w:rPr>
        <w:t xml:space="preserve">صحيح إنّنا نجد في القرآن كلمة العرش والكرسي لكن لا يعني </w:t>
      </w:r>
      <w:r w:rsidR="00EA3C94">
        <w:rPr>
          <w:rFonts w:hint="cs"/>
          <w:rtl/>
        </w:rPr>
        <w:t xml:space="preserve"> </w:t>
      </w:r>
      <w:r w:rsidRPr="00FE6165">
        <w:rPr>
          <w:rtl/>
        </w:rPr>
        <w:t xml:space="preserve">أنّها تشبه عروش الجبابرة والطواغيت ، أليس الله تعالى يقول في </w:t>
      </w:r>
      <w:r w:rsidR="00EA3C94">
        <w:rPr>
          <w:rFonts w:hint="cs"/>
          <w:rtl/>
        </w:rPr>
        <w:t xml:space="preserve"> </w:t>
      </w:r>
      <w:r w:rsidRPr="00FE6165">
        <w:rPr>
          <w:rtl/>
        </w:rPr>
        <w:t xml:space="preserve">أشهر آية نقرأها ليلا ونهارا وهي آية الكرسي حيث يقول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وَسِعَ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كُرْسِيُّهُ السَّمَاوَاتِ وَالْأَرْضَ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(3)</w:t>
      </w:r>
      <w:r w:rsidRPr="00B0205B">
        <w:rPr>
          <w:rStyle w:val="libBold2Char"/>
          <w:rtl/>
        </w:rPr>
        <w:t xml:space="preserve"> ، فهل يعني هذا أنّنا جالسون في العرش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مع الله إذ وسع العرش حتّى الأرض ، فهل العرش داخل فيها أم أنّها هي في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العرش؟!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: عفواًـقليلا</w:t>
      </w:r>
      <w:r>
        <w:rPr>
          <w:rFonts w:hint="cs"/>
          <w:rtl/>
        </w:rPr>
        <w:t>ً</w:t>
      </w:r>
      <w:r>
        <w:rPr>
          <w:rtl/>
        </w:rPr>
        <w:t xml:space="preserve"> قليلا</w:t>
      </w:r>
      <w:r>
        <w:rPr>
          <w:rFonts w:hint="cs"/>
          <w:rtl/>
        </w:rPr>
        <w:t>ً</w:t>
      </w:r>
      <w:r>
        <w:rPr>
          <w:rtl/>
        </w:rPr>
        <w:t xml:space="preserve"> حتّى أفهم جيّداً ما تقول ، فهل تقصد أنّ </w:t>
      </w:r>
      <w:r w:rsidR="00EA3C94">
        <w:rPr>
          <w:rFonts w:hint="cs"/>
          <w:rtl/>
        </w:rPr>
        <w:t xml:space="preserve"> </w:t>
      </w:r>
      <w:r>
        <w:rPr>
          <w:rtl/>
        </w:rPr>
        <w:t>عرش الله ليس في السماء دون الأرض ، وليس في مكان دون آخر؟!</w:t>
      </w:r>
    </w:p>
    <w:p w:rsidR="008C4947" w:rsidRPr="00FE6165" w:rsidRDefault="008C4947" w:rsidP="00B0205B">
      <w:pPr>
        <w:pStyle w:val="libBold2"/>
        <w:rPr>
          <w:rtl/>
        </w:rPr>
      </w:pPr>
      <w:r w:rsidRPr="00FE6165">
        <w:rPr>
          <w:rtl/>
        </w:rPr>
        <w:t>ردّ صديقي : المسألة مجازيّة وكنائيّة.</w:t>
      </w:r>
    </w:p>
    <w:p w:rsidR="008C4947" w:rsidRPr="00FE6165" w:rsidRDefault="008C4947" w:rsidP="00F122A7">
      <w:pPr>
        <w:pStyle w:val="libLine"/>
        <w:rPr>
          <w:rtl/>
        </w:rPr>
      </w:pPr>
      <w:r w:rsidRPr="00FE6165">
        <w:rPr>
          <w:rtl/>
        </w:rPr>
        <w:t>__</w:t>
      </w:r>
      <w:r w:rsidRPr="00FE6165">
        <w:rPr>
          <w:rFonts w:hint="cs"/>
          <w:rtl/>
        </w:rPr>
        <w:t>___</w:t>
      </w:r>
      <w:r w:rsidRPr="00FE6165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أنظر : سنن ابن ماجة 1 / 69 باب فيما أنكرت الجهمية ، و 1 / 29 نفس الباب ، وكذلك </w:t>
      </w:r>
      <w:r w:rsidR="00EA3C94">
        <w:rPr>
          <w:rFonts w:hint="cs"/>
          <w:rtl/>
        </w:rPr>
        <w:t xml:space="preserve"> </w:t>
      </w:r>
      <w:r>
        <w:rPr>
          <w:rtl/>
        </w:rPr>
        <w:t>العقيدة الواسطيّة لابن تيميّة.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انظر : سنن أبي داود 4 / 243.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سورة البقرة : 255.</w:t>
      </w:r>
    </w:p>
    <w:p w:rsidR="008C4947" w:rsidRPr="00B800D3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B800D3">
        <w:rPr>
          <w:rtl/>
        </w:rPr>
        <w:lastRenderedPageBreak/>
        <w:t xml:space="preserve">ثمّ استرسل قائلاً :«مشكلة البعض هو أنّهم كالحمار يحمل أسفارا ، </w:t>
      </w:r>
      <w:r w:rsidR="00EA3C94">
        <w:rPr>
          <w:rFonts w:hint="cs"/>
          <w:rtl/>
        </w:rPr>
        <w:t xml:space="preserve"> </w:t>
      </w:r>
      <w:r w:rsidRPr="00B800D3">
        <w:rPr>
          <w:rtl/>
        </w:rPr>
        <w:t xml:space="preserve">نعم هم يعرفون العربية لكن لا يفقهون من فنّها وبديعها قليلا ولا كثيرا ، </w:t>
      </w:r>
      <w:r w:rsidR="00EA3C94">
        <w:rPr>
          <w:rFonts w:hint="cs"/>
          <w:rtl/>
        </w:rPr>
        <w:t xml:space="preserve"> </w:t>
      </w:r>
      <w:r w:rsidRPr="00B800D3">
        <w:rPr>
          <w:rtl/>
        </w:rPr>
        <w:t xml:space="preserve">ولو تنظر في تاريخ العرب والألفاظ العربية لوجدت أنها تستعمل المجاز </w:t>
      </w:r>
      <w:r w:rsidR="00EA3C94">
        <w:rPr>
          <w:rFonts w:hint="cs"/>
          <w:rtl/>
        </w:rPr>
        <w:t xml:space="preserve"> </w:t>
      </w:r>
      <w:r w:rsidRPr="00B800D3">
        <w:rPr>
          <w:rtl/>
        </w:rPr>
        <w:t xml:space="preserve">والكناية دائما أبدا ، أليس يقال مثلا : إنّ فلاناًـالملك أو الأمير أو </w:t>
      </w:r>
      <w:r w:rsidR="00EA3C94">
        <w:rPr>
          <w:rFonts w:hint="cs"/>
          <w:rtl/>
        </w:rPr>
        <w:t xml:space="preserve"> </w:t>
      </w:r>
      <w:r w:rsidRPr="00B800D3">
        <w:rPr>
          <w:rtl/>
        </w:rPr>
        <w:t xml:space="preserve">الخليفةـبسط يده على البلاد؟! فهل كانت يده طويلة جداً حتّى بسطها </w:t>
      </w:r>
      <w:r w:rsidR="00EA3C94">
        <w:rPr>
          <w:rFonts w:hint="cs"/>
          <w:rtl/>
        </w:rPr>
        <w:t xml:space="preserve"> </w:t>
      </w:r>
      <w:r w:rsidRPr="00B800D3">
        <w:rPr>
          <w:rtl/>
        </w:rPr>
        <w:t>في طول البلاد وعرضها؟!</w:t>
      </w:r>
    </w:p>
    <w:p w:rsidR="008C4947" w:rsidRPr="00B800D3" w:rsidRDefault="008C4947" w:rsidP="00B0205B">
      <w:pPr>
        <w:pStyle w:val="libBold2"/>
        <w:rPr>
          <w:rtl/>
        </w:rPr>
      </w:pPr>
      <w:r w:rsidRPr="00B800D3">
        <w:rPr>
          <w:rtl/>
        </w:rPr>
        <w:t xml:space="preserve">أو قد يقال في بعض البلاد : جلس الأمير أو الملك على العرش يوم </w:t>
      </w:r>
      <w:r w:rsidR="00EA3C94">
        <w:rPr>
          <w:rFonts w:hint="cs"/>
          <w:rtl/>
        </w:rPr>
        <w:t xml:space="preserve"> </w:t>
      </w:r>
      <w:r w:rsidRPr="00B800D3">
        <w:rPr>
          <w:rtl/>
        </w:rPr>
        <w:t xml:space="preserve">كذا أو سنة كذا ، لكن لا يُقصد بذلك أنّه جلس على كرسيّه الخشبيّ ، فقد </w:t>
      </w:r>
      <w:r w:rsidR="00EA3C94">
        <w:rPr>
          <w:rFonts w:hint="cs"/>
          <w:rtl/>
        </w:rPr>
        <w:t xml:space="preserve"> </w:t>
      </w:r>
      <w:r w:rsidRPr="00B800D3">
        <w:rPr>
          <w:rtl/>
        </w:rPr>
        <w:t xml:space="preserve">يكون في ذلك اليوم الذي تولّى فيه الحكم واقفا طول اليوم يتقبّل التّهاني </w:t>
      </w:r>
      <w:r w:rsidR="00EA3C94">
        <w:rPr>
          <w:rFonts w:hint="cs"/>
          <w:rtl/>
        </w:rPr>
        <w:t xml:space="preserve"> </w:t>
      </w:r>
      <w:r w:rsidRPr="00B800D3">
        <w:rPr>
          <w:rtl/>
        </w:rPr>
        <w:t xml:space="preserve">والتّبريكات ، أو قد يكون راكبا متوجّها لتسلّم مقاليد الأمور ، القصد طبعا </w:t>
      </w:r>
      <w:r w:rsidR="00EA3C94">
        <w:rPr>
          <w:rFonts w:hint="cs"/>
          <w:rtl/>
        </w:rPr>
        <w:t xml:space="preserve"> </w:t>
      </w:r>
      <w:r w:rsidRPr="00B800D3">
        <w:rPr>
          <w:rtl/>
        </w:rPr>
        <w:t xml:space="preserve">هو أنّ فلاناً الحاكم تسلّط على المقاليد يوم كذا من سنة كذا وليس هو </w:t>
      </w:r>
      <w:r w:rsidR="00EA3C94">
        <w:rPr>
          <w:rFonts w:hint="cs"/>
          <w:rtl/>
        </w:rPr>
        <w:t xml:space="preserve"> </w:t>
      </w:r>
      <w:r w:rsidRPr="00B800D3">
        <w:rPr>
          <w:rtl/>
        </w:rPr>
        <w:t>الجلوس البسيط السّاذج.</w:t>
      </w:r>
    </w:p>
    <w:p w:rsidR="008C4947" w:rsidRDefault="008C4947" w:rsidP="00B0205B">
      <w:pPr>
        <w:pStyle w:val="libBold2"/>
        <w:rPr>
          <w:rtl/>
        </w:rPr>
      </w:pPr>
      <w:r w:rsidRPr="00245EFB">
        <w:rPr>
          <w:rtl/>
        </w:rPr>
        <w:t xml:space="preserve">إذا فهمت هذه الأمور فارجع إلى قوله تعالى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الرَّحْمَٰنُ عَلَى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الْعَرْشِ اسْتَوَىٰ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 ، والاستواء يعني قدرته تعالى ، أي أنّه ممسك بزمام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السماوات والأرض يقهرها بقدرته ويصرّفها بحكمته ، ولهذا قال مالك بن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أنس لمّا سُئل عن هذه الآية :</w:t>
      </w:r>
      <w:r w:rsidRPr="00B0205B">
        <w:rPr>
          <w:rStyle w:val="libBold2Char"/>
          <w:rFonts w:hint="cs"/>
          <w:rtl/>
        </w:rPr>
        <w:t xml:space="preserve">« </w:t>
      </w:r>
      <w:r w:rsidRPr="00B0205B">
        <w:rPr>
          <w:rStyle w:val="libBold2Char"/>
          <w:rtl/>
        </w:rPr>
        <w:t xml:space="preserve">الإستواء معلوم والكيفُ مجهول والسّؤال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بدعة</w:t>
      </w:r>
      <w:r w:rsidRPr="00B0205B">
        <w:rPr>
          <w:rStyle w:val="libBold2Char"/>
          <w:rFonts w:hint="cs"/>
          <w:rtl/>
        </w:rPr>
        <w:t>»</w:t>
      </w:r>
      <w:r w:rsidRPr="00B0205B">
        <w:rPr>
          <w:rStyle w:val="libBold2Char"/>
          <w:rtl/>
        </w:rPr>
        <w:t>.</w:t>
      </w:r>
    </w:p>
    <w:p w:rsidR="00285078" w:rsidRDefault="008C4947" w:rsidP="00F122A7">
      <w:pPr>
        <w:pStyle w:val="libLine"/>
        <w:rPr>
          <w:rtl/>
        </w:rPr>
      </w:pPr>
      <w:r w:rsidRPr="00B0205B">
        <w:rPr>
          <w:rStyle w:val="libBold2Char"/>
          <w:rtl/>
        </w:rPr>
        <w:t xml:space="preserve">ثمّ لا تنظر بعد في زعمهم أنّ الله في السماء بمعنى الفوقية والعلوّ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المادي لأنّه مردود بصريح القرآن ، حيث يقول تعالى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وَهُوَ الَّذِي فِي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في الحديث</w:t>
      </w:r>
      <w:r>
        <w:rPr>
          <w:rFonts w:hint="cs"/>
          <w:rtl/>
        </w:rPr>
        <w:t xml:space="preserve">« </w:t>
      </w:r>
      <w:r>
        <w:rPr>
          <w:rtl/>
        </w:rPr>
        <w:t xml:space="preserve">الكرسي موضع قدمي الله والعرش لا يقدّر قدره؟! </w:t>
      </w:r>
      <w:r>
        <w:rPr>
          <w:rFonts w:hint="cs"/>
          <w:rtl/>
        </w:rPr>
        <w:t>»</w:t>
      </w:r>
      <w:r>
        <w:rPr>
          <w:rtl/>
        </w:rPr>
        <w:t xml:space="preserve">. أنظر : مستدرك الحاكم </w:t>
      </w:r>
      <w:r w:rsidR="00EA3C94">
        <w:rPr>
          <w:rFonts w:hint="cs"/>
          <w:rtl/>
        </w:rPr>
        <w:t xml:space="preserve"> </w:t>
      </w:r>
      <w:r>
        <w:rPr>
          <w:rtl/>
        </w:rPr>
        <w:t>2 / 282 ، كتاب التفسير تفسير آية الكرسي.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 w:rsidRPr="00B0205B">
        <w:rPr>
          <w:rStyle w:val="libAieChar"/>
          <w:rFonts w:hint="cs"/>
          <w:rtl/>
        </w:rPr>
        <w:lastRenderedPageBreak/>
        <w:t xml:space="preserve">السَّمَاءِ إِلَٰهٌ وَفِي الْأَرْضِ إِلَٰهٌ 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 ويقول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فَأَيْنَمَا تُوَلُّوا فَثَمَّ وَجْهُ اللهِ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 xml:space="preserve"> ،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أو قوله تعالى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وَهُوَ مَعَكُمْ أَيْنَ مَا كُنتُمْ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(3)</w:t>
      </w:r>
      <w:r w:rsidRPr="00B0205B">
        <w:rPr>
          <w:rStyle w:val="libBold2Char"/>
          <w:rtl/>
        </w:rPr>
        <w:t xml:space="preserve"> ، أما بقية الآيات فتؤول إلى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معان أخرى وإلاّ صار القرآن متناقضا.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وختام القول : قوله تعالى عن نفسه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لَيْسَ كَمِثْلِهِ</w:t>
      </w:r>
      <w:r w:rsidRPr="00B0205B">
        <w:rPr>
          <w:rStyle w:val="libAlaemChar"/>
          <w:rtl/>
        </w:rPr>
        <w:t>)</w:t>
      </w:r>
      <w:r w:rsidRPr="00B0205B">
        <w:rPr>
          <w:rStyle w:val="libBold2Char"/>
          <w:rtl/>
        </w:rPr>
        <w:t xml:space="preserve"> شَيء ) </w:t>
      </w:r>
      <w:r w:rsidRPr="00F122A7">
        <w:rPr>
          <w:rStyle w:val="libFootnotenumChar"/>
          <w:rtl/>
        </w:rPr>
        <w:t>(4)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لَمْ يَكُن لَّهُ كُفُوًا أَحَدٌ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(5)</w:t>
      </w:r>
      <w:r w:rsidRPr="00B0205B">
        <w:rPr>
          <w:rStyle w:val="libBold2Char"/>
          <w:rtl/>
        </w:rPr>
        <w:t xml:space="preserve"> ، نعم ، إذا كان الجماعة قد أخذوا دينهم عن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اليهود والنصارى ، فحقّ لهم القول إنّ الله تعالى في السماء ، وأنّه يشبه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مخلوقاته وغيرها فهذا في التّوراة والإنجيل كثير.</w:t>
      </w:r>
    </w:p>
    <w:p w:rsidR="00285078" w:rsidRDefault="008C4947" w:rsidP="00285078">
      <w:pPr>
        <w:pStyle w:val="libNormal"/>
        <w:rPr>
          <w:rtl/>
        </w:rPr>
      </w:pPr>
      <w:r>
        <w:rPr>
          <w:rtl/>
        </w:rPr>
        <w:t xml:space="preserve">نظرتُ إلى ساعتي فوجدتُ أنّ الوقت قد أخذنا أكثر من اللازم ، </w:t>
      </w:r>
      <w:r w:rsidR="00EA3C94">
        <w:rPr>
          <w:rFonts w:hint="cs"/>
          <w:rtl/>
        </w:rPr>
        <w:t xml:space="preserve"> </w:t>
      </w:r>
      <w:r>
        <w:rPr>
          <w:rtl/>
        </w:rPr>
        <w:t>فقمت بعد أن تواعدت مع صديقي على لقاء آخر.</w:t>
      </w:r>
    </w:p>
    <w:p w:rsidR="00285078" w:rsidRDefault="008C4947" w:rsidP="00285078">
      <w:pPr>
        <w:pStyle w:val="libNormal"/>
        <w:rPr>
          <w:rtl/>
        </w:rPr>
      </w:pPr>
      <w:r>
        <w:rPr>
          <w:rtl/>
        </w:rPr>
        <w:t xml:space="preserve">كانت خطواتي تتجه إلى البيت متسارعة ، وشعرتُ بأنّ ذهني أصبح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فسيحا جدّا عمّا كان عليه من قبل ، فسيح بالدرجة التي شعرت معها وأنا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أتطلّع في صفو السّماء وزينتها أنّ هذا الكون على رحابته وسعته لا يعدو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أن يكون جوزة في كفّي أو خاتما في خنصري ، وشعرت للمرّة الأولى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بمعنى أن يكون الإنسان مكرّما على جميع ما خلق الله تعالى ، والسرّ هو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في ما وهب الله تعالى لنا من عقول قد تتّسع لتبتلع السماوات والأرض </w:t>
      </w:r>
      <w:r w:rsidR="00EA3C94">
        <w:rPr>
          <w:rFonts w:hint="cs"/>
          <w:rtl/>
        </w:rPr>
        <w:t xml:space="preserve"> </w:t>
      </w:r>
      <w:r>
        <w:rPr>
          <w:rtl/>
        </w:rPr>
        <w:t>وتقول هل من مزيد. كانت فرحتي عظيمة وكأنّ كلّ الأشياء التي كانت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285078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الزخرف : 84.</w:t>
      </w:r>
    </w:p>
    <w:p w:rsidR="008C4947" w:rsidRPr="00AB000B" w:rsidRDefault="008C4947" w:rsidP="00F122A7">
      <w:pPr>
        <w:pStyle w:val="libFootnote0"/>
        <w:rPr>
          <w:rtl/>
        </w:rPr>
      </w:pPr>
      <w:r w:rsidRPr="00AB000B">
        <w:rPr>
          <w:rtl/>
        </w:rPr>
        <w:t>لكن ا</w:t>
      </w:r>
      <w:bookmarkStart w:id="42" w:name="_GoBack"/>
      <w:bookmarkEnd w:id="42"/>
      <w:r w:rsidRPr="00AB000B">
        <w:rPr>
          <w:rtl/>
        </w:rPr>
        <w:t>بن تيميّة ومن والاه يصرّون أن الله في السماء ، أنظر : العقيدة الواسطية : 77.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سورة البقرة : 115.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سورة الحديد : 4.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سورة الشورى : 11.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5</w:t>
      </w:r>
      <w:r>
        <w:rPr>
          <w:rFonts w:hint="cs"/>
          <w:rtl/>
        </w:rPr>
        <w:t>)</w:t>
      </w:r>
      <w:r>
        <w:rPr>
          <w:rtl/>
        </w:rPr>
        <w:t xml:space="preserve"> سورة الإخلاص : 4.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تتراءى أمامي من شجر وتراب ونجوم ، استحالت جديدة ، وكأنها خُلقت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لِتوّها ، وحمدت الله تعالى على أنّ دين الإسلام لا يُعارض العقل والفطرة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السّليمة ، فكم تجرّعنا من الغُصص ونحن نواجه في نقاشاتنا إشكالات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الملاحدة والعلمانيّين وما كان لنا من جواب لهم إلاّ صُفرة الوجه ، وقولنا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الذي نُقنع به أنفسنا بأنهم أصحاب النار ولا فائدة من النقاش معهم ، وإننا </w:t>
      </w:r>
      <w:r w:rsidR="00EA3C94">
        <w:rPr>
          <w:rFonts w:hint="cs"/>
          <w:rtl/>
        </w:rPr>
        <w:t xml:space="preserve"> </w:t>
      </w:r>
      <w:r>
        <w:rPr>
          <w:rtl/>
        </w:rPr>
        <w:t>سنضحك منهم غدا كما يضحكون هم منّا اليوم.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في تلك اللّيلة نمت ملىء جفوني وكأن الله ألبسني جسدا لطيفا </w:t>
      </w:r>
      <w:r w:rsidR="00EA3C94">
        <w:rPr>
          <w:rFonts w:hint="cs"/>
          <w:rtl/>
        </w:rPr>
        <w:t xml:space="preserve"> </w:t>
      </w:r>
      <w:r>
        <w:rPr>
          <w:rtl/>
        </w:rPr>
        <w:t>مثاليّا وبالكاد كنتُ أحسّ بوجوده معي...</w:t>
      </w:r>
    </w:p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bookmarkStart w:id="43" w:name="_Toc365111446"/>
      <w:r w:rsidR="00EA3C94">
        <w:rPr>
          <w:rFonts w:hint="cs"/>
          <w:rtl/>
        </w:rPr>
        <w:lastRenderedPageBreak/>
        <w:t xml:space="preserve"> </w:t>
      </w:r>
    </w:p>
    <w:p w:rsidR="008C4947" w:rsidRDefault="008C4947" w:rsidP="008C4947">
      <w:pPr>
        <w:pStyle w:val="Heading2"/>
        <w:rPr>
          <w:rtl/>
        </w:rPr>
      </w:pPr>
      <w:bookmarkStart w:id="44" w:name="_Toc398986468"/>
      <w:bookmarkStart w:id="45" w:name="_Toc398986499"/>
      <w:r>
        <w:rPr>
          <w:rtl/>
        </w:rPr>
        <w:t>التشكيك.. أو الفتنة :</w:t>
      </w:r>
      <w:bookmarkEnd w:id="43"/>
      <w:bookmarkEnd w:id="44"/>
      <w:bookmarkEnd w:id="45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كنتُ واقفاً بجانب دكّان والدي عشيّة أحد الأيّام ، وفجأة وفي بداية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الشارع الطويل لحيّنا لاحَ لي أحد معارفي القدماء ، لقد ميّزته ببدنه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الممتلىء وقدّه القصير نسبيّاً ، بدأ يقترب شيئاً فشيئاً ثم مال إلى حافة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الطريق حيث كنتُ واقفاً ، حيّاني بابتسامته البريئة ثمّ مدّ يده مصافحاً </w:t>
      </w:r>
      <w:r w:rsidR="00EA3C94">
        <w:rPr>
          <w:rFonts w:hint="cs"/>
          <w:rtl/>
        </w:rPr>
        <w:t xml:space="preserve"> </w:t>
      </w:r>
      <w:r>
        <w:rPr>
          <w:rtl/>
        </w:rPr>
        <w:t>لي... :</w:t>
      </w:r>
    </w:p>
    <w:p w:rsidR="008C4947" w:rsidRPr="009D35CB" w:rsidRDefault="008C4947" w:rsidP="00B0205B">
      <w:pPr>
        <w:pStyle w:val="libBold2"/>
        <w:rPr>
          <w:rtl/>
        </w:rPr>
      </w:pPr>
      <w:r w:rsidRPr="009D35CB">
        <w:rPr>
          <w:rtl/>
        </w:rPr>
        <w:t xml:space="preserve">أين أنت يا ولد...؟ قالها مستفسراً عن قلّة ظهوري وطول غيابي </w:t>
      </w:r>
      <w:r w:rsidR="00EA3C94">
        <w:rPr>
          <w:rFonts w:hint="cs"/>
          <w:rtl/>
        </w:rPr>
        <w:t xml:space="preserve"> </w:t>
      </w:r>
      <w:r w:rsidRPr="009D35CB">
        <w:rPr>
          <w:rtl/>
        </w:rPr>
        <w:t>عنه.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له : مشغول يا أخي ، زد على ذلك أنّ فصل الشتاء مُفرّق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للجماعات حيث نهاره قصير لا يسمح للإنسان بأنْ يكون له برنامج </w:t>
      </w:r>
      <w:r w:rsidR="00EA3C94">
        <w:rPr>
          <w:rFonts w:hint="cs"/>
          <w:rtl/>
        </w:rPr>
        <w:t xml:space="preserve"> </w:t>
      </w:r>
      <w:r>
        <w:rPr>
          <w:rtl/>
        </w:rPr>
        <w:t>عريض للزيارات واللقاءات.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ثمّ سألته عن أحواله؟</w:t>
      </w:r>
    </w:p>
    <w:p w:rsidR="008C4947" w:rsidRPr="009D35CB" w:rsidRDefault="008C4947" w:rsidP="00B0205B">
      <w:pPr>
        <w:pStyle w:val="libBold2"/>
        <w:rPr>
          <w:rtl/>
        </w:rPr>
      </w:pPr>
      <w:r w:rsidRPr="009D35CB">
        <w:rPr>
          <w:rtl/>
        </w:rPr>
        <w:t xml:space="preserve">فأجاب بأنّه يستعدّ لأن يسافر إلى فرنسا ليُكمل دراسته العلميّة </w:t>
      </w:r>
      <w:r w:rsidR="00EA3C94">
        <w:rPr>
          <w:rFonts w:hint="cs"/>
          <w:rtl/>
        </w:rPr>
        <w:t xml:space="preserve"> </w:t>
      </w:r>
      <w:r w:rsidRPr="009D35CB">
        <w:rPr>
          <w:rtl/>
        </w:rPr>
        <w:t>هناك؟</w:t>
      </w:r>
    </w:p>
    <w:p w:rsidR="008C4947" w:rsidRPr="009D35CB" w:rsidRDefault="008C4947" w:rsidP="00B0205B">
      <w:pPr>
        <w:pStyle w:val="libBold2"/>
        <w:rPr>
          <w:rtl/>
        </w:rPr>
      </w:pPr>
      <w:r w:rsidRPr="009D35CB">
        <w:rPr>
          <w:rtl/>
        </w:rPr>
        <w:t xml:space="preserve">ثم بلا مقدمات أدار وجهة الكلام إلى مسألة التاريخ الإسلامي ، </w:t>
      </w:r>
      <w:r w:rsidR="00EA3C94">
        <w:rPr>
          <w:rFonts w:hint="cs"/>
          <w:rtl/>
        </w:rPr>
        <w:t xml:space="preserve"> </w:t>
      </w:r>
      <w:r w:rsidRPr="009D35CB">
        <w:rPr>
          <w:rtl/>
        </w:rPr>
        <w:t xml:space="preserve">وقال لي : إنّ التاريخ الإسلامي يحتاج إلى إعادة دراسة وتحقيق ، فقد </w:t>
      </w:r>
      <w:r w:rsidR="00EA3C94">
        <w:rPr>
          <w:rFonts w:hint="cs"/>
          <w:rtl/>
        </w:rPr>
        <w:t xml:space="preserve"> </w:t>
      </w:r>
      <w:r w:rsidRPr="009D35CB">
        <w:rPr>
          <w:rtl/>
        </w:rPr>
        <w:t xml:space="preserve">عشنا طول أعمارنا نردّد ما كُتب لنا وما خطّه الأولون دون دراية أو تحقيق </w:t>
      </w:r>
      <w:r w:rsidR="00EA3C94">
        <w:rPr>
          <w:rFonts w:hint="cs"/>
          <w:rtl/>
        </w:rPr>
        <w:t xml:space="preserve"> </w:t>
      </w:r>
      <w:r w:rsidRPr="009D35CB">
        <w:rPr>
          <w:rtl/>
        </w:rPr>
        <w:t>حتّى صارت أشياء كثيرة عندنا من المسلّمات.</w:t>
      </w:r>
    </w:p>
    <w:p w:rsidR="008C4947" w:rsidRPr="009D35CB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9D35CB">
        <w:rPr>
          <w:rtl/>
        </w:rPr>
        <w:lastRenderedPageBreak/>
        <w:t>وأردف قائلا</w:t>
      </w:r>
      <w:r>
        <w:rPr>
          <w:rFonts w:hint="cs"/>
          <w:rtl/>
        </w:rPr>
        <w:t>ً</w:t>
      </w:r>
      <w:r w:rsidRPr="009D35CB">
        <w:rPr>
          <w:rtl/>
        </w:rPr>
        <w:t xml:space="preserve"> : لا تنس أن التاريخ مفتاح مهمّ لفهم كثير من الحقائق </w:t>
      </w:r>
      <w:r w:rsidR="00EA3C94">
        <w:rPr>
          <w:rFonts w:hint="cs"/>
          <w:rtl/>
        </w:rPr>
        <w:t xml:space="preserve"> </w:t>
      </w:r>
      <w:r w:rsidRPr="009D35CB">
        <w:rPr>
          <w:rtl/>
        </w:rPr>
        <w:t>التي تمسّ عقيدتنا نحن المسلمين.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أجبته معلّقاً ولا زلت بَعدُ لم أُدرك مغزى كلامه : يا أخي إنّ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الدعوات لإعادة قراءة أو كتابة التاريخ كثيرة وليست جديدة ، ولكن من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هو القادر على القيام بهذا العمل ، وقد نتجاوز على تاريخنا العظيم بهذه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الأبحاث ونفض الغبار هذا فتبقى الأجيال القادمة محرومة من تاريخنا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الزاهر الباهر الذي لم يبق لدينا اليوم كمسلمين شيء نفاخر به غير هذا </w:t>
      </w:r>
      <w:r w:rsidR="00EA3C94">
        <w:rPr>
          <w:rFonts w:hint="cs"/>
          <w:rtl/>
        </w:rPr>
        <w:t xml:space="preserve"> </w:t>
      </w:r>
      <w:r>
        <w:rPr>
          <w:rtl/>
        </w:rPr>
        <w:t>التاريخ الذهبي.</w:t>
      </w:r>
    </w:p>
    <w:p w:rsidR="008C4947" w:rsidRPr="009D35CB" w:rsidRDefault="008C4947" w:rsidP="00B0205B">
      <w:pPr>
        <w:pStyle w:val="libBold2"/>
        <w:rPr>
          <w:rtl/>
        </w:rPr>
      </w:pPr>
      <w:r w:rsidRPr="009D35CB">
        <w:rPr>
          <w:rtl/>
        </w:rPr>
        <w:t xml:space="preserve">ابتسم الأخ وقال : لم أقصد هذا! نُعيد قراءة التاريخ دون التجاوز </w:t>
      </w:r>
      <w:r w:rsidR="00EA3C94">
        <w:rPr>
          <w:rFonts w:hint="cs"/>
          <w:rtl/>
        </w:rPr>
        <w:t xml:space="preserve"> </w:t>
      </w:r>
      <w:r w:rsidRPr="009D35CB">
        <w:rPr>
          <w:rtl/>
        </w:rPr>
        <w:t xml:space="preserve">عليه ، بل نطابق ما كتبه المؤرخون ونربط الخيوط ببعضها البعض حتّى </w:t>
      </w:r>
      <w:r w:rsidR="00EA3C94">
        <w:rPr>
          <w:rFonts w:hint="cs"/>
          <w:rtl/>
        </w:rPr>
        <w:t xml:space="preserve"> </w:t>
      </w:r>
      <w:r w:rsidRPr="009D35CB">
        <w:rPr>
          <w:rtl/>
        </w:rPr>
        <w:t>نحصّل نتيجة وفهما جيّدا لتاريخنا.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اعتذرت من هذا الأخ للحظات لأنظر في حاجة أحد المشترين </w:t>
      </w:r>
      <w:r w:rsidR="00EA3C94">
        <w:rPr>
          <w:rFonts w:hint="cs"/>
          <w:rtl/>
        </w:rPr>
        <w:t xml:space="preserve"> </w:t>
      </w:r>
      <w:r>
        <w:rPr>
          <w:rtl/>
        </w:rPr>
        <w:t>الذي وقف أمام دكّان الوالد بدرّاجته الناريّة...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نعمـعدت إليه مواصلا حديثي : إنّ المسألة ليست بالسهولة التي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نتصوّر ، وإن كنتُ في الأصل موافقا لك حول ضرورة النظر بعين علمية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محايدة بعيدا عن الأهواء والمثاليّات ، خاصّة وأنّ المؤرخين كانوا يكتبون </w:t>
      </w:r>
      <w:r w:rsidR="00EA3C94">
        <w:rPr>
          <w:rFonts w:hint="cs"/>
          <w:rtl/>
        </w:rPr>
        <w:t xml:space="preserve"> </w:t>
      </w:r>
      <w:r>
        <w:rPr>
          <w:rtl/>
        </w:rPr>
        <w:t>ما يمليه عليهم ملوك عصرهم.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لم يطل كلامي معه بقدر ما تواعدنا على مواصلة الحديث في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فرصة لاحقة إذا ماواتتنا الظروف ، فالموضوع شيّق وشائك في نفس </w:t>
      </w:r>
      <w:r w:rsidR="00EA3C94">
        <w:rPr>
          <w:rFonts w:hint="cs"/>
          <w:rtl/>
        </w:rPr>
        <w:t xml:space="preserve"> </w:t>
      </w:r>
      <w:r>
        <w:rPr>
          <w:rtl/>
        </w:rPr>
        <w:t>الوقت.</w:t>
      </w:r>
    </w:p>
    <w:p w:rsidR="008C4947" w:rsidRPr="00F122A7" w:rsidRDefault="008C4947" w:rsidP="004233AE">
      <w:pPr>
        <w:pStyle w:val="libNormal"/>
        <w:rPr>
          <w:rStyle w:val="libPoemTiniChar0"/>
          <w:rtl/>
        </w:rPr>
      </w:pPr>
      <w:r>
        <w:rPr>
          <w:rtl/>
        </w:rPr>
        <w:t xml:space="preserve">ابتعد الأخ بضعة أمتار وإذا بأحد معارفي الّذي لاحظت منذ بداية </w:t>
      </w:r>
      <w:r w:rsidR="00EA3C94">
        <w:rPr>
          <w:rFonts w:hint="cs"/>
          <w:rtl/>
        </w:rPr>
        <w:t xml:space="preserve"> 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حديثي مع الأخ المغادر أنه كان يحوم حولنا ولا يقدر أن يقترب منّا ، وكأنّ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لديه أمراً مهمّاً يمنعه التردّد من المبادرة لقوله ، وإذا به يسرع متجهاً إليّ ، </w:t>
      </w:r>
      <w:r w:rsidR="00EA3C94">
        <w:rPr>
          <w:rFonts w:hint="cs"/>
          <w:rtl/>
        </w:rPr>
        <w:t xml:space="preserve"> </w:t>
      </w:r>
      <w:r>
        <w:rPr>
          <w:rtl/>
        </w:rPr>
        <w:t>حتّى إذا ما اقترب منّي بادرني قائلا : أتعرف هذا الشخص؟!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أجبته : نعم ، إنّه فلان ، ولي معه سابق معرفة ، خيرا ماذا هناك؟!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أجابني : إنّه شيعيّ ، قالها وكأنّه يكشف لي سرّاً من أسرار الكون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الخفيّة ، ثم أردف قائلا : وأنا أنصحك أن لا تسمع لقوله ، ولا تُعر كلّ ما يقول </w:t>
      </w:r>
      <w:r w:rsidR="00EA3C94">
        <w:rPr>
          <w:rFonts w:hint="cs"/>
          <w:rtl/>
        </w:rPr>
        <w:t xml:space="preserve"> </w:t>
      </w:r>
      <w:r>
        <w:rPr>
          <w:rtl/>
        </w:rPr>
        <w:t>ذرّة اهتمام.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مستغرباً : أوّلا أنا لا أعرف أنّه شيعي ، ثم إنّه لا يَسعني أنْ يُقبل </w:t>
      </w:r>
      <w:r w:rsidR="00EA3C94">
        <w:rPr>
          <w:rFonts w:hint="cs"/>
          <w:rtl/>
        </w:rPr>
        <w:t xml:space="preserve"> </w:t>
      </w:r>
      <w:r>
        <w:rPr>
          <w:rtl/>
        </w:rPr>
        <w:t>عليّ أيّ إنسان مسلّما أو مكلّما فلا أعيره اهتماماً.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قال : لكن الشيعة وضعهم يختلف ، إنّهم يستدرجون الإنسان قليلا</w:t>
      </w:r>
      <w:r>
        <w:rPr>
          <w:rFonts w:hint="cs"/>
          <w:rtl/>
        </w:rPr>
        <w:t>ً</w:t>
      </w:r>
      <w:r w:rsidR="00EA3C94">
        <w:rPr>
          <w:rFonts w:hint="cs"/>
          <w:rtl/>
        </w:rPr>
        <w:t xml:space="preserve"> </w:t>
      </w:r>
      <w:r>
        <w:rPr>
          <w:rtl/>
        </w:rPr>
        <w:t>قليلا</w:t>
      </w:r>
      <w:r>
        <w:rPr>
          <w:rFonts w:hint="cs"/>
          <w:rtl/>
        </w:rPr>
        <w:t>ً</w:t>
      </w:r>
      <w:r>
        <w:rPr>
          <w:rtl/>
        </w:rPr>
        <w:t xml:space="preserve"> حتّى يوقعونه في حبائلهم ، ويفتحون عليه باباً من الفتنة لا يخرج منه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أبداً ، والفتنة أشد من القتل ، زد على ذلك أنهم يؤمنون بالتقيّة </w:t>
      </w:r>
      <w:r w:rsidR="00EA3C94">
        <w:rPr>
          <w:rFonts w:hint="cs"/>
          <w:rtl/>
        </w:rPr>
        <w:t xml:space="preserve"> </w:t>
      </w:r>
      <w:r>
        <w:rPr>
          <w:rtl/>
        </w:rPr>
        <w:t>ويستخدمونها أبشع استغلال.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متعجّباً : وما التقيّة؟!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أجابني : إنّها وسيلة يُخفون من ورائها عقائدهم الباطنية ، وهي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تجيز لهم حسب رأيهم استخدام كلّ الوسائل والموبقات للوصول إلى </w:t>
      </w:r>
      <w:r w:rsidR="00EA3C94">
        <w:rPr>
          <w:rFonts w:hint="cs"/>
          <w:rtl/>
        </w:rPr>
        <w:t xml:space="preserve"> </w:t>
      </w:r>
      <w:r>
        <w:rPr>
          <w:rtl/>
        </w:rPr>
        <w:t>غاياتهم.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لم تقنعني نصيحة الرجل المشفق عليّ بقدر ما أثار انتباهي هذه </w:t>
      </w:r>
      <w:r w:rsidR="00EA3C94">
        <w:rPr>
          <w:rFonts w:hint="cs"/>
          <w:rtl/>
        </w:rPr>
        <w:t xml:space="preserve"> </w:t>
      </w:r>
      <w:r>
        <w:rPr>
          <w:rtl/>
        </w:rPr>
        <w:t>الكلمة الغريبة ، والتي لم أكن أعرف إلى ذلك اليوم معناها.. التقية!!</w:t>
      </w:r>
    </w:p>
    <w:p w:rsidR="008C4947" w:rsidRPr="00F122A7" w:rsidRDefault="008C4947" w:rsidP="004233AE">
      <w:pPr>
        <w:pStyle w:val="libNormal"/>
        <w:rPr>
          <w:rStyle w:val="libPoemTiniChar0"/>
          <w:rtl/>
        </w:rPr>
      </w:pPr>
      <w:r>
        <w:rPr>
          <w:rtl/>
        </w:rPr>
        <w:t xml:space="preserve">ولا يزول عجبي من قوم يخافون من الكلام ، ولكن ما أشبه اليوم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بالبارحة! فقد كان مشركوا مكّة يتجنّبون سماع آيات الذكر الحكيم حتّى </w:t>
      </w:r>
      <w:r w:rsidR="00EA3C94">
        <w:rPr>
          <w:rFonts w:hint="cs"/>
          <w:rtl/>
        </w:rPr>
        <w:t xml:space="preserve"> 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لاَ يُسحرون بها بزعمهم ، وقد أشار الله تعالى إلى فعلهم ذاك بقوله </w:t>
      </w:r>
      <w:r w:rsidRPr="00D4747A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وَقَالَ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الَّذِينَ كَفَرُوا لَا تَسْمَعُوا لِهَٰذَا الْقُرْآنِ وَالْغَوْا فِيهِ لَعَلَّكُمْ تَغْلِبُونَ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بل العجب أنّ بعضهم يُفتي بحرمة قراءة كتب الشيعة لأنها كتب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ضلال بزعمه! وعلى افتراض كونها كذلك وكون الشيعة ضُلاّل ، هلاّ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تصدّيتم لإعادتهم إلى الهدى بالحكمة والموعظة الحسنة فإنّ في ذلك أجر </w:t>
      </w:r>
      <w:r w:rsidR="00EA3C94">
        <w:rPr>
          <w:rFonts w:hint="cs"/>
          <w:rtl/>
        </w:rPr>
        <w:t xml:space="preserve"> </w:t>
      </w:r>
      <w:r>
        <w:rPr>
          <w:rtl/>
        </w:rPr>
        <w:t>عظيم؟!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وكالعادة كنتُ متشوّقاً أن ألتقي بصديقي الشيعي ، لأنني هذه المرّة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كنت متّهماً له في نفسي أنه خاتلني وخادعني ولم يقل لي بصراحة عن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حقيقة معتقداته ، على أنه كان هناك صوت خفي في داخل نفسي يكذّب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لي هذه التهمة الباطنية ، إذ ليس من المعقول أن يخفي عليّ هذا الصديق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أشياء منكرة عمّا يعتقد ، وما الداعي لذلك وهؤلاء الشيوعيّون عندنا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يجاهرون بإنكار الخالق سبحانه وبلا حياء ولا خجل ولا حتّى مجاملة؟!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وما عسى ما كان أخفاه صديقي عنّي؟! هل هناك أعظم من إنكار الخالق </w:t>
      </w:r>
      <w:r w:rsidR="00EA3C94">
        <w:rPr>
          <w:rFonts w:hint="cs"/>
          <w:rtl/>
        </w:rPr>
        <w:t xml:space="preserve"> </w:t>
      </w:r>
      <w:r>
        <w:rPr>
          <w:rtl/>
        </w:rPr>
        <w:t>جلّ وعلا؟! أو إنكار الرسالة والرسول؟!</w:t>
      </w:r>
    </w:p>
    <w:p w:rsidR="00285078" w:rsidRDefault="008C4947" w:rsidP="00285078">
      <w:pPr>
        <w:pStyle w:val="libNormal"/>
        <w:rPr>
          <w:rtl/>
        </w:rPr>
      </w:pPr>
      <w:r>
        <w:rPr>
          <w:rtl/>
        </w:rPr>
        <w:t xml:space="preserve">نعم ، هناك بعض الأصوات ترتفع بتهم أخرى من قبيل أن الشيعة </w:t>
      </w:r>
      <w:r w:rsidR="00EA3C94">
        <w:rPr>
          <w:rFonts w:hint="cs"/>
          <w:rtl/>
        </w:rPr>
        <w:t xml:space="preserve"> </w:t>
      </w:r>
      <w:r>
        <w:rPr>
          <w:rtl/>
        </w:rPr>
        <w:t>حقداً على الإسلام يريدون هدمه من الداخل!</w:t>
      </w:r>
    </w:p>
    <w:p w:rsidR="00285078" w:rsidRDefault="008C4947" w:rsidP="00285078">
      <w:pPr>
        <w:pStyle w:val="libNormal"/>
        <w:rPr>
          <w:rtl/>
        </w:rPr>
      </w:pPr>
      <w:r>
        <w:rPr>
          <w:rtl/>
        </w:rPr>
        <w:t xml:space="preserve">لكن في سبيل بناء أيّ دين؟! وها نحن في هذا القرن نشهد أنّ كثيراً </w:t>
      </w:r>
      <w:r w:rsidR="00EA3C94">
        <w:rPr>
          <w:rFonts w:hint="cs"/>
          <w:rtl/>
        </w:rPr>
        <w:t xml:space="preserve"> </w:t>
      </w:r>
      <w:r>
        <w:rPr>
          <w:rtl/>
        </w:rPr>
        <w:t>من المحسوبين على السنّة قد فعلوا ما اتُّهم به الشيعة بحذافيره ، فهذا</w:t>
      </w:r>
      <w:r w:rsidR="00EA3C94">
        <w:rPr>
          <w:rFonts w:hint="cs"/>
          <w:rtl/>
        </w:rPr>
        <w:t xml:space="preserve"> </w:t>
      </w:r>
      <w:r>
        <w:rPr>
          <w:rFonts w:hint="cs"/>
          <w:rtl/>
        </w:rPr>
        <w:t xml:space="preserve">« </w:t>
      </w:r>
      <w:r>
        <w:rPr>
          <w:rtl/>
        </w:rPr>
        <w:t>كمال آتاتورك</w:t>
      </w:r>
      <w:r>
        <w:rPr>
          <w:rFonts w:hint="cs"/>
          <w:rtl/>
        </w:rPr>
        <w:t>»</w:t>
      </w:r>
      <w:r>
        <w:rPr>
          <w:rtl/>
        </w:rPr>
        <w:t xml:space="preserve">وجماعته في تركيا قد نجحوا في القضاء على الخلافة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العثمانيّة ، وجعلوا الإسلام وقوانينه أثراً بعد عين في مدّة زمانيّة صغيرة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285078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فصّلت : 26.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جدّاً قياساً بتاريخ الشيعة.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ثم كيف لايتسنّى لأحد من المسلمين كشف هذه الخطّة وفضحها ، وكأن </w:t>
      </w:r>
      <w:r w:rsidR="00EA3C94">
        <w:rPr>
          <w:rFonts w:hint="cs"/>
          <w:rtl/>
        </w:rPr>
        <w:t xml:space="preserve"> </w:t>
      </w:r>
      <w:r>
        <w:rPr>
          <w:rtl/>
        </w:rPr>
        <w:t>الشيعة منظّمة سرّية ذات تنظيم سرّي دقيق يصعب على أي كان اختراقه؟!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وما بال اليهودـعلى دهائهمـقد انفضحت أغلبـإن لم نقل كلّـ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خططهم الهدّامة في السيطرة على بلاد المسلمين ، حتّى صارت كلّ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أهدافهم مكشوفة ، بل لا يجدون في صدورهم حرج من التبجّح بها </w:t>
      </w:r>
      <w:r w:rsidR="00EA3C94">
        <w:rPr>
          <w:rFonts w:hint="cs"/>
          <w:rtl/>
        </w:rPr>
        <w:t xml:space="preserve"> </w:t>
      </w:r>
      <w:r>
        <w:rPr>
          <w:rtl/>
        </w:rPr>
        <w:t>والإعلان عن نيّتهم في المضي فيها قدما؟!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ثم ما بال الغرب الإستعماري قديما وحديثا لم يتفطّن لسلاح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الشيعة الفتّاك هذا ضد الإسلام فيعمل به رغم ما لديه من الإمكانيّات </w:t>
      </w:r>
      <w:r w:rsidR="00EA3C94">
        <w:rPr>
          <w:rFonts w:hint="cs"/>
          <w:rtl/>
        </w:rPr>
        <w:t xml:space="preserve"> </w:t>
      </w:r>
      <w:r>
        <w:rPr>
          <w:rtl/>
        </w:rPr>
        <w:t>والمهارات التي لا يحلم الشّيعة بأن يملكوا عشر معشارها؟!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ثم بعد هذا وذاك ألم يأمرنا الله ورسوله بأن نأخذ بالظاهر وأنّ مناط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الإسلام هو النطق بالشهادتين ، حتّى أنّ رسول الله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اكتفى من كلّ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شخص بهذا الحدّ للدخول في الإسلام بما في ذلك أفواج المنافقين التي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كانت تملأ المدينة من حوله؟! أليس نقرأ في كتاب الله تعالى هذه الآية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الصريحة التي تنتقد من يجعل من نفسه وصيّاً ومرجعا على إسلام الغير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فيحكم بإسلام البعض ويكفر البعض الآخر وهي قوله تعالى </w:t>
      </w:r>
      <w:r w:rsidRPr="00D4747A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يَا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 xml:space="preserve">أَيُّهَا الَّذِينَ آمَنُوا إِذَا ضَرَبْتُمْ فِي سَبِيلِ اللهِ فَتَبَيَّنُوا وَلَا تَقُولُوا لِمَنْ أَلْقَىٰ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 xml:space="preserve">إِلَيْكُمُ السَّلَامَ لَسْتَ مُؤْمِنًا تَبْتَغُونَ عَرَضَ الْحَيَاةِ الدُّنْيَا فَعِندَ اللهِ مَغَانِمُ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 xml:space="preserve">كَثِيرَةٌ </w:t>
      </w:r>
      <w:r w:rsidRPr="00B0205B">
        <w:rPr>
          <w:rStyle w:val="libAieChar"/>
          <w:rtl/>
        </w:rPr>
        <w:t>...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 الآية.</w:t>
      </w:r>
    </w:p>
    <w:p w:rsidR="008C4947" w:rsidRPr="000F4585" w:rsidRDefault="008C4947" w:rsidP="00F122A7">
      <w:pPr>
        <w:pStyle w:val="libLine"/>
        <w:rPr>
          <w:rtl/>
        </w:rPr>
      </w:pPr>
      <w:r w:rsidRPr="000F4585">
        <w:rPr>
          <w:rtl/>
        </w:rPr>
        <w:t>__</w:t>
      </w:r>
      <w:r w:rsidRPr="000F4585">
        <w:rPr>
          <w:rFonts w:hint="cs"/>
          <w:rtl/>
        </w:rPr>
        <w:t>___</w:t>
      </w:r>
      <w:r w:rsidRPr="000F4585">
        <w:rPr>
          <w:rtl/>
        </w:rPr>
        <w:t>________________</w:t>
      </w:r>
    </w:p>
    <w:p w:rsidR="008C4947" w:rsidRPr="00F122A7" w:rsidRDefault="008C4947" w:rsidP="00F122A7">
      <w:pPr>
        <w:pStyle w:val="libFootnote0"/>
        <w:rPr>
          <w:rStyle w:val="libPoemTiniChar0"/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النساء : 94 ،</w:t>
      </w:r>
      <w:r>
        <w:rPr>
          <w:rFonts w:hint="cs"/>
          <w:rtl/>
        </w:rPr>
        <w:t xml:space="preserve">« </w:t>
      </w:r>
      <w:r>
        <w:rPr>
          <w:rtl/>
        </w:rPr>
        <w:t xml:space="preserve">لمّا عاتبهم الله تعالى على ما صدر منهم من قتلِ من تكلّم بكلمة </w:t>
      </w:r>
      <w:r w:rsidR="00EA3C94">
        <w:rPr>
          <w:rFonts w:hint="cs"/>
          <w:rtl/>
        </w:rPr>
        <w:t xml:space="preserve"> 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ألم يصلّي رسول الله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على رأس منافقي المدينة عبد الله بن </w:t>
      </w:r>
      <w:r w:rsidR="00EA3C94">
        <w:rPr>
          <w:rFonts w:hint="cs"/>
          <w:rtl/>
        </w:rPr>
        <w:t xml:space="preserve"> </w:t>
      </w:r>
      <w:r>
        <w:rPr>
          <w:rtl/>
        </w:rPr>
        <w:t>أُبي بن أبي سلول رغم معرفة الجميع بنفاقه بشهادة كتاب الله عليه؟!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كانت هذه كلّها تَساؤلات تأخذني يَمنة ويسرة ، ولكنّي فضّلت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انتظار الفرصة السانحة حتّى أقف على حقيقة الأمر وجليّة الموضوع ، فإنّ </w:t>
      </w:r>
      <w:r w:rsidR="00EA3C94">
        <w:rPr>
          <w:rFonts w:hint="cs"/>
          <w:rtl/>
        </w:rPr>
        <w:t xml:space="preserve"> </w:t>
      </w:r>
      <w:r>
        <w:rPr>
          <w:rtl/>
        </w:rPr>
        <w:t>الله تعالى يأمرنا بالتثبت وعدم التسرع في إلقاء الحكم كما في قوله تعالى</w:t>
      </w:r>
      <w:r w:rsidRPr="00D4747A">
        <w:rPr>
          <w:rtl/>
        </w:rPr>
        <w:t xml:space="preserve">: </w:t>
      </w:r>
      <w:r w:rsidR="00EA3C94">
        <w:rPr>
          <w:rFonts w:hint="cs"/>
          <w:rtl/>
        </w:rPr>
        <w:t xml:space="preserve">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يَا أَيُّهَا الَّذِينَ آمَنُوا إِن جَاءَكُمْ فَاسِقٌ بِنَبَإٍ فَتَبَيَّنُوا أَن تُصِيبُوا قَوْمًا بِجَهَالَةٍ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فَتُصْبِحُوا عَلَىٰ مَا فَعَلْتُمْ نَادِمِينَ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 ، قوله تعالى</w:t>
      </w:r>
      <w:r w:rsidRPr="00D4747A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يَا أَيُّهَا الَّذِينَ آمَنُوا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اجْتَنِبُوا كَثِيرًا مِّنَ الظَّنِّ إِنَّ بَعْضَ الظَّنِّ إِثْمٌ</w:t>
      </w:r>
      <w:r w:rsidRPr="00B0205B">
        <w:rPr>
          <w:rStyle w:val="libAieChar"/>
          <w:rtl/>
        </w:rPr>
        <w:t>...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(2)</w:t>
      </w:r>
      <w:r>
        <w:rPr>
          <w:rtl/>
        </w:rPr>
        <w:t>الآية.</w:t>
      </w:r>
    </w:p>
    <w:p w:rsidR="00285078" w:rsidRDefault="00EA3C94" w:rsidP="00F122A7">
      <w:pPr>
        <w:pStyle w:val="libLine"/>
        <w:rPr>
          <w:rtl/>
        </w:rPr>
      </w:pPr>
      <w:r>
        <w:rPr>
          <w:rFonts w:hint="cs"/>
          <w:rtl/>
        </w:rPr>
        <w:t xml:space="preserve">       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الشهادة...</w:t>
      </w:r>
      <w:r>
        <w:rPr>
          <w:rFonts w:hint="cs"/>
          <w:rtl/>
        </w:rPr>
        <w:t>»</w:t>
      </w:r>
      <w:r>
        <w:rPr>
          <w:rtl/>
        </w:rPr>
        <w:t xml:space="preserve"> [ تفسير الفخر الرازي التفسير الكبير ] ، والمعنى : لا تقولوا لمن أظهر لكم ما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يدلّ على إسلامه ( لستَ مؤمنا ) وإنّما فعلت ذلك خوف القتل ، بل اقبلوا منه ما أظهر </w:t>
      </w:r>
      <w:r w:rsidR="00EA3C94">
        <w:rPr>
          <w:rFonts w:hint="cs"/>
          <w:rtl/>
        </w:rPr>
        <w:t xml:space="preserve"> </w:t>
      </w:r>
      <w:r>
        <w:rPr>
          <w:rtl/>
        </w:rPr>
        <w:t>وعاملوه بموجبه » [ تفسير روح المعاني للآلوسي 3 / 114 تفسير الطبري 5 / 142 ].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الحجرات : 6 ، نزلت في حقّ الصحابي الأموي الوليد بن عقبة عندما كذب على </w:t>
      </w:r>
      <w:r w:rsidR="00EA3C94">
        <w:rPr>
          <w:rFonts w:hint="cs"/>
          <w:rtl/>
        </w:rPr>
        <w:t xml:space="preserve"> </w:t>
      </w:r>
      <w:r>
        <w:rPr>
          <w:rtl/>
        </w:rPr>
        <w:t>رسول الله واتهم قوما بالباطل فأنزل الله في حقه هذه الآية.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سورة الحجرات : 12.</w:t>
      </w:r>
    </w:p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bookmarkStart w:id="46" w:name="_Toc365111447"/>
      <w:r w:rsidR="00EA3C94">
        <w:rPr>
          <w:rFonts w:hint="cs"/>
          <w:rtl/>
        </w:rPr>
        <w:lastRenderedPageBreak/>
        <w:t xml:space="preserve"> </w:t>
      </w:r>
    </w:p>
    <w:p w:rsidR="008C4947" w:rsidRDefault="008C4947" w:rsidP="008C4947">
      <w:pPr>
        <w:pStyle w:val="Heading2"/>
        <w:rPr>
          <w:rtl/>
        </w:rPr>
      </w:pPr>
      <w:bookmarkStart w:id="47" w:name="_Toc398986469"/>
      <w:bookmarkStart w:id="48" w:name="_Toc398986500"/>
      <w:r>
        <w:rPr>
          <w:rtl/>
        </w:rPr>
        <w:t>حديثُ التقيّة :</w:t>
      </w:r>
      <w:bookmarkEnd w:id="46"/>
      <w:bookmarkEnd w:id="47"/>
      <w:bookmarkEnd w:id="48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كنت أمشي مسرع الخطى عشية يوم ممطر وأنا أتجه إلى بيت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صديقي الشيعي... طرقتُ الباب فخرج لي والد صديقي وهو أحد أعلام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الصوفية في مدينتنا حيث كان له مريدون و « مشجّعون » على رأي هواة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كرة القدم ، ولطالما شعرت أن الصوفية بكل طرقها رهبانيّة الإسلام ، حيث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حصروا الإسلام في بضعة أوراد وجملة من المدائح والأذكار ، وكثيراً ما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كنت أُنزّه الإسلام أن يقتصر فقط على هذه الجنبة الروحيّة ولا يخرج إلى </w:t>
      </w:r>
      <w:r w:rsidR="00EA3C94">
        <w:rPr>
          <w:rFonts w:hint="cs"/>
          <w:rtl/>
        </w:rPr>
        <w:t xml:space="preserve"> </w:t>
      </w:r>
      <w:r>
        <w:rPr>
          <w:rtl/>
        </w:rPr>
        <w:t>مجالات الحياة الأخرى بما فيها من تعقيد وتجدّد.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نعم جميل أن يقترب الإنسان من تلك الحالة الروحية ، لكن </w:t>
      </w:r>
      <w:r w:rsidR="00EA3C94">
        <w:rPr>
          <w:rFonts w:hint="cs"/>
          <w:rtl/>
        </w:rPr>
        <w:t xml:space="preserve"> </w:t>
      </w:r>
      <w:r>
        <w:rPr>
          <w:rtl/>
        </w:rPr>
        <w:t>الاقتصار على هذا الجانب فقط نقص كبير.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وممّا زاد تعجّبي من طرق الصوفية ، هو تلك الشطحات العجيبة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والحركات الغريبة التي يقومون بها! ولقد كنتُ حاضراً ذات ليلة في سهرة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صوفيّة حيث كانت روائح البخور وأصوات المديح والذكر تختلط مع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أصوات قرع الدفوف فيصبح الموقف أشبه بالسيرك ، وحينما يحمى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الوطيس يتناول أحدهم عقرباً حيّا فيبتلعه ، ويمسك آخر بجمر الموقد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دون أن يؤثر فيه شيئاً ، وذاك ينام على الشوك دون وقاية تذكر ، وكلّها </w:t>
      </w:r>
      <w:r w:rsidR="00EA3C94">
        <w:rPr>
          <w:rFonts w:hint="cs"/>
          <w:rtl/>
        </w:rPr>
        <w:t xml:space="preserve"> </w:t>
      </w:r>
      <w:r>
        <w:rPr>
          <w:rtl/>
        </w:rPr>
        <w:t>تصرّفات لا تُسمن ولا تغني من جوع.</w:t>
      </w:r>
    </w:p>
    <w:p w:rsidR="008C4947" w:rsidRPr="00F122A7" w:rsidRDefault="008C4947" w:rsidP="004233AE">
      <w:pPr>
        <w:pStyle w:val="libNormal"/>
        <w:rPr>
          <w:rStyle w:val="libPoemTiniChar0"/>
          <w:rtl/>
        </w:rPr>
      </w:pPr>
      <w:r>
        <w:rPr>
          <w:rtl/>
        </w:rPr>
        <w:t xml:space="preserve">لم يطل بي الوقوف بقدر ما استدعى لي ابنه الذي خرج مستبشراً </w:t>
      </w:r>
      <w:r w:rsidR="00EA3C94">
        <w:rPr>
          <w:rFonts w:hint="cs"/>
          <w:rtl/>
        </w:rPr>
        <w:t xml:space="preserve"> 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ومعتذراً عن التقصير في زيارته لي ، ثم قادني مرحّباً إلى غرفته الصغيرة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المرتّبة في قعر منزلهم ، حيث وجدته منشغلا بكتابة رسالة إلى أحد </w:t>
      </w:r>
      <w:r w:rsidR="00EA3C94">
        <w:rPr>
          <w:rFonts w:hint="cs"/>
          <w:rtl/>
        </w:rPr>
        <w:t xml:space="preserve"> </w:t>
      </w:r>
      <w:r>
        <w:rPr>
          <w:rtl/>
        </w:rPr>
        <w:t>أرحامه في الخارج.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اقتربتُ قليلا</w:t>
      </w:r>
      <w:r>
        <w:rPr>
          <w:rFonts w:hint="cs"/>
          <w:rtl/>
        </w:rPr>
        <w:t>ً</w:t>
      </w:r>
      <w:r>
        <w:rPr>
          <w:rtl/>
        </w:rPr>
        <w:t xml:space="preserve"> من المدفئة الكهربائية لأجفّف نفسي حيث كان شعر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رأسي يقطر ماءاً وكان البرد قد أثّر على يديّ وأذناي ، في حين انشغل </w:t>
      </w:r>
      <w:r w:rsidR="00EA3C94">
        <w:rPr>
          <w:rFonts w:hint="cs"/>
          <w:rtl/>
        </w:rPr>
        <w:t xml:space="preserve"> </w:t>
      </w:r>
      <w:r>
        <w:rPr>
          <w:rtl/>
        </w:rPr>
        <w:t>صديقي بإحضار قهوة ساخنة لنا.</w:t>
      </w:r>
    </w:p>
    <w:p w:rsidR="008C4947" w:rsidRPr="00797F4B" w:rsidRDefault="008C4947" w:rsidP="00B0205B">
      <w:pPr>
        <w:pStyle w:val="libBold2"/>
        <w:rPr>
          <w:rtl/>
        </w:rPr>
      </w:pPr>
      <w:r w:rsidRPr="00797F4B">
        <w:rPr>
          <w:rtl/>
        </w:rPr>
        <w:t xml:space="preserve">قال صديقي وقد أحضر القهوة معه : خذ لك هذا الفنجان من القهوة </w:t>
      </w:r>
      <w:r w:rsidR="00EA3C94">
        <w:rPr>
          <w:rFonts w:hint="cs"/>
          <w:rtl/>
        </w:rPr>
        <w:t xml:space="preserve"> </w:t>
      </w:r>
      <w:r w:rsidRPr="00797F4B">
        <w:rPr>
          <w:rtl/>
        </w:rPr>
        <w:t>حتّى تشعر بال</w:t>
      </w:r>
      <w:r>
        <w:rPr>
          <w:rFonts w:hint="cs"/>
          <w:rtl/>
        </w:rPr>
        <w:t>ا</w:t>
      </w:r>
      <w:r w:rsidRPr="00797F4B">
        <w:rPr>
          <w:rtl/>
        </w:rPr>
        <w:t>نتعاش بعد ما صرت كالفرخ المسكين بعد هذا البلل.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له ممازحاً : قد لا تكون هذه قهوة؟!</w:t>
      </w:r>
    </w:p>
    <w:p w:rsidR="008C4947" w:rsidRPr="00797F4B" w:rsidRDefault="008C4947" w:rsidP="00B0205B">
      <w:pPr>
        <w:pStyle w:val="libBold2"/>
        <w:rPr>
          <w:rtl/>
        </w:rPr>
      </w:pPr>
      <w:r w:rsidRPr="00797F4B">
        <w:rPr>
          <w:rtl/>
        </w:rPr>
        <w:t xml:space="preserve">قال مستغرباًـولم يتفطّن بعد إلى مرامي من هذا السؤال </w:t>
      </w:r>
      <w:r w:rsidR="00EA3C94">
        <w:rPr>
          <w:rFonts w:hint="cs"/>
          <w:rtl/>
        </w:rPr>
        <w:t xml:space="preserve"> </w:t>
      </w:r>
      <w:r w:rsidRPr="00797F4B">
        <w:rPr>
          <w:rtl/>
        </w:rPr>
        <w:t>الغريب ـ : إنّها ليست مُسكرة على أيّة حال.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فقلت : إذا كان الأب صوفيّاً والابن شيعيّا فأنا أخشى أنّه إذا لم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تُسكرني هذه القهوة فإنّها قد تأخذني الآن في نشوة صوفيّة أجد نفسي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معها أنني في العراق زائراً مقام الشيخ عبدالقادر الجيلاني أو ربّما اكتشف </w:t>
      </w:r>
      <w:r w:rsidR="00EA3C94">
        <w:rPr>
          <w:rFonts w:hint="cs"/>
          <w:rtl/>
        </w:rPr>
        <w:t xml:space="preserve"> </w:t>
      </w:r>
      <w:r>
        <w:rPr>
          <w:rtl/>
        </w:rPr>
        <w:t>أنها عصير برتقال برائحة القهوة!!</w:t>
      </w:r>
    </w:p>
    <w:p w:rsidR="008C4947" w:rsidRPr="00797F4B" w:rsidRDefault="008C4947" w:rsidP="00B0205B">
      <w:pPr>
        <w:pStyle w:val="libBold2"/>
        <w:rPr>
          <w:rtl/>
        </w:rPr>
      </w:pPr>
      <w:r w:rsidRPr="00797F4B">
        <w:rPr>
          <w:rtl/>
        </w:rPr>
        <w:t xml:space="preserve">ضحك صديقي حتّى احمرّ جبينه وقال : أظنك جئت تستفسر عن </w:t>
      </w:r>
      <w:r w:rsidR="00EA3C94">
        <w:rPr>
          <w:rFonts w:hint="cs"/>
          <w:rtl/>
        </w:rPr>
        <w:t xml:space="preserve"> </w:t>
      </w:r>
      <w:r w:rsidRPr="00797F4B">
        <w:rPr>
          <w:rtl/>
        </w:rPr>
        <w:t>التقية ، وأكيد أنّك صرت تشكّ في كلّ شيء حتّى في إسمي وقهوتي!!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: لماذا لم تخبرني أن أساس مذهبكم هو التقيّة ، بل إنّ دينكم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هو التقيّة؟! والآن هات ما في جعبتك من صحيح وباطن عقائدكم ودعك </w:t>
      </w:r>
      <w:r w:rsidR="00EA3C94">
        <w:rPr>
          <w:rFonts w:hint="cs"/>
          <w:rtl/>
        </w:rPr>
        <w:t xml:space="preserve"> </w:t>
      </w:r>
      <w:r>
        <w:rPr>
          <w:rtl/>
        </w:rPr>
        <w:t>من التهرّب فقد انكشفتْ لي هذه الخدعة؟</w:t>
      </w:r>
    </w:p>
    <w:p w:rsidR="008C4947" w:rsidRPr="00797F4B" w:rsidRDefault="008C4947" w:rsidP="00B0205B">
      <w:pPr>
        <w:pStyle w:val="libBold2"/>
        <w:rPr>
          <w:rtl/>
        </w:rPr>
      </w:pPr>
      <w:r w:rsidRPr="00797F4B">
        <w:rPr>
          <w:rtl/>
        </w:rPr>
        <w:t>قال صديقي : هوّن عليك ، لقد أعطيت المسألة ما لا تستحق.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قلت : لماذا لم تخبرني بمسألة التقية إذن؟ ها ، قل لابدّ أنك تخشى </w:t>
      </w:r>
      <w:r w:rsidR="00EA3C94">
        <w:rPr>
          <w:rFonts w:hint="cs"/>
          <w:rtl/>
        </w:rPr>
        <w:t xml:space="preserve"> </w:t>
      </w:r>
      <w:r>
        <w:rPr>
          <w:rtl/>
        </w:rPr>
        <w:t>من الخوض فيها؟!</w:t>
      </w:r>
    </w:p>
    <w:p w:rsidR="008C4947" w:rsidRPr="00797F4B" w:rsidRDefault="008C4947" w:rsidP="00B0205B">
      <w:pPr>
        <w:pStyle w:val="libBold2"/>
        <w:rPr>
          <w:rtl/>
        </w:rPr>
      </w:pPr>
      <w:r w:rsidRPr="00797F4B">
        <w:rPr>
          <w:rtl/>
        </w:rPr>
        <w:t xml:space="preserve">أجاب صديقي : أوّلا : أنا لم تتوفر لي الفرصة لأُطلعك على </w:t>
      </w:r>
      <w:r w:rsidR="00EA3C94">
        <w:rPr>
          <w:rFonts w:hint="cs"/>
          <w:rtl/>
        </w:rPr>
        <w:t xml:space="preserve"> </w:t>
      </w:r>
      <w:r w:rsidRPr="00797F4B">
        <w:rPr>
          <w:rtl/>
        </w:rPr>
        <w:t>المسألة ، وثانياً : أنت لم تسألني.</w:t>
      </w:r>
    </w:p>
    <w:p w:rsidR="008C4947" w:rsidRPr="00797F4B" w:rsidRDefault="008C4947" w:rsidP="00B0205B">
      <w:pPr>
        <w:pStyle w:val="libBold2"/>
        <w:rPr>
          <w:rtl/>
        </w:rPr>
      </w:pPr>
      <w:r w:rsidRPr="00797F4B">
        <w:rPr>
          <w:rtl/>
        </w:rPr>
        <w:t xml:space="preserve">أقول لك أكثر من هذا ، ذات يوم جاءني الوالد مغضبا ، مقطّبا </w:t>
      </w:r>
      <w:r w:rsidR="00EA3C94">
        <w:rPr>
          <w:rFonts w:hint="cs"/>
          <w:rtl/>
        </w:rPr>
        <w:t xml:space="preserve"> </w:t>
      </w:r>
      <w:r w:rsidRPr="00797F4B">
        <w:rPr>
          <w:rtl/>
        </w:rPr>
        <w:t xml:space="preserve">جبينه ، وقال لي : صرت شيوعيّاً؟! فأجبته : إذا صرت شيوعيّا فلماذا </w:t>
      </w:r>
      <w:r w:rsidR="00EA3C94">
        <w:rPr>
          <w:rFonts w:hint="cs"/>
          <w:rtl/>
        </w:rPr>
        <w:t xml:space="preserve"> </w:t>
      </w:r>
      <w:r w:rsidRPr="00797F4B">
        <w:rPr>
          <w:rtl/>
        </w:rPr>
        <w:t xml:space="preserve">أصلّي؟! فبهت والدي ، ثم علمتُ فيما بعد أن أحد الّذين أعيتهم الحيلة في </w:t>
      </w:r>
      <w:r w:rsidR="00EA3C94">
        <w:rPr>
          <w:rFonts w:hint="cs"/>
          <w:rtl/>
        </w:rPr>
        <w:t xml:space="preserve"> </w:t>
      </w:r>
      <w:r w:rsidRPr="00797F4B">
        <w:rPr>
          <w:rtl/>
        </w:rPr>
        <w:t xml:space="preserve">النقاش معي عمد إلى إخبار والدي بأنني شيعيّ ، ليوقع بيني وبين أبي </w:t>
      </w:r>
      <w:r w:rsidR="00EA3C94">
        <w:rPr>
          <w:rFonts w:hint="cs"/>
          <w:rtl/>
        </w:rPr>
        <w:t xml:space="preserve"> </w:t>
      </w:r>
      <w:r w:rsidRPr="00797F4B">
        <w:rPr>
          <w:rtl/>
        </w:rPr>
        <w:t xml:space="preserve">فتنة ، لكن والدي تصوّر أنني أصبحت شيوعيّا واختلط عليه الأمر فهو لا </w:t>
      </w:r>
      <w:r w:rsidR="00EA3C94">
        <w:rPr>
          <w:rFonts w:hint="cs"/>
          <w:rtl/>
        </w:rPr>
        <w:t xml:space="preserve"> </w:t>
      </w:r>
      <w:r w:rsidRPr="00797F4B">
        <w:rPr>
          <w:rtl/>
        </w:rPr>
        <w:t>يعرف الشيعة ككثيرين غيره.</w:t>
      </w:r>
    </w:p>
    <w:p w:rsidR="008C4947" w:rsidRPr="00797F4B" w:rsidRDefault="008C4947" w:rsidP="00B0205B">
      <w:pPr>
        <w:pStyle w:val="libBold2"/>
        <w:rPr>
          <w:rtl/>
        </w:rPr>
      </w:pPr>
      <w:r w:rsidRPr="00797F4B">
        <w:rPr>
          <w:rtl/>
        </w:rPr>
        <w:t xml:space="preserve">ثم لماذا أخشى أن أتكلم معك بصراحة؟! ولماذا أخشاك أنت </w:t>
      </w:r>
      <w:r w:rsidR="00EA3C94">
        <w:rPr>
          <w:rFonts w:hint="cs"/>
          <w:rtl/>
        </w:rPr>
        <w:t xml:space="preserve"> </w:t>
      </w:r>
      <w:r w:rsidRPr="00797F4B">
        <w:rPr>
          <w:rtl/>
        </w:rPr>
        <w:t xml:space="preserve">بالذات؟! هل لديك سيفاً مسلّطا على رقبتي ، أم هل نعيش في الدولة </w:t>
      </w:r>
      <w:r w:rsidR="00EA3C94">
        <w:rPr>
          <w:rFonts w:hint="cs"/>
          <w:rtl/>
        </w:rPr>
        <w:t xml:space="preserve"> </w:t>
      </w:r>
      <w:r w:rsidRPr="00797F4B">
        <w:rPr>
          <w:rtl/>
        </w:rPr>
        <w:t>الفلانيّة التي يسود فيها ال</w:t>
      </w:r>
      <w:r>
        <w:rPr>
          <w:rFonts w:hint="cs"/>
          <w:rtl/>
        </w:rPr>
        <w:t>ا</w:t>
      </w:r>
      <w:r w:rsidRPr="00797F4B">
        <w:rPr>
          <w:rtl/>
        </w:rPr>
        <w:t xml:space="preserve">عتقاد أن الشيعة فرقة يهودية أو مجوسيّة وأن </w:t>
      </w:r>
      <w:r w:rsidR="00EA3C94">
        <w:rPr>
          <w:rFonts w:hint="cs"/>
          <w:rtl/>
        </w:rPr>
        <w:t xml:space="preserve"> </w:t>
      </w:r>
      <w:r w:rsidRPr="00797F4B">
        <w:rPr>
          <w:rtl/>
        </w:rPr>
        <w:t>للشيعة ذيولا وو...</w:t>
      </w:r>
    </w:p>
    <w:p w:rsidR="008C4947" w:rsidRPr="00797F4B" w:rsidRDefault="008C4947" w:rsidP="00B0205B">
      <w:pPr>
        <w:pStyle w:val="libBold2"/>
        <w:rPr>
          <w:rtl/>
        </w:rPr>
      </w:pPr>
      <w:r w:rsidRPr="00797F4B">
        <w:rPr>
          <w:rtl/>
        </w:rPr>
        <w:t xml:space="preserve">ثم صدقني لم أخفِ عنك أيّ شيء ، لأنني إن خدعتك اليوم </w:t>
      </w:r>
      <w:r w:rsidR="00EA3C94">
        <w:rPr>
          <w:rFonts w:hint="cs"/>
          <w:rtl/>
        </w:rPr>
        <w:t xml:space="preserve"> </w:t>
      </w:r>
      <w:r w:rsidRPr="00797F4B">
        <w:rPr>
          <w:rtl/>
        </w:rPr>
        <w:t xml:space="preserve">فسيأتي اليوم الذي تكتشف فيه الحقيقة من غيري ، إن كانت هناك حقيقة </w:t>
      </w:r>
      <w:r w:rsidR="00EA3C94">
        <w:rPr>
          <w:rFonts w:hint="cs"/>
          <w:rtl/>
        </w:rPr>
        <w:t xml:space="preserve"> </w:t>
      </w:r>
      <w:r w:rsidRPr="00797F4B">
        <w:rPr>
          <w:rtl/>
        </w:rPr>
        <w:t>أخرى.</w:t>
      </w:r>
    </w:p>
    <w:p w:rsidR="008C4947" w:rsidRPr="00797F4B" w:rsidRDefault="008C4947" w:rsidP="00B0205B">
      <w:pPr>
        <w:pStyle w:val="libBold2"/>
        <w:rPr>
          <w:rtl/>
        </w:rPr>
      </w:pPr>
      <w:r w:rsidRPr="00797F4B">
        <w:rPr>
          <w:rtl/>
        </w:rPr>
        <w:t>قال صديقي ذلك بلهجة الواثق.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فقلت له : إذن أسألك لماذا تستعملون التقية ، وما هي التقيّة بالمعنى </w:t>
      </w:r>
      <w:r w:rsidR="00EA3C94">
        <w:rPr>
          <w:rFonts w:hint="cs"/>
          <w:rtl/>
        </w:rPr>
        <w:t xml:space="preserve"> </w:t>
      </w:r>
      <w:r>
        <w:rPr>
          <w:rtl/>
        </w:rPr>
        <w:t>الدقيق؟</w:t>
      </w:r>
    </w:p>
    <w:p w:rsidR="008C4947" w:rsidRPr="00F122A7" w:rsidRDefault="008C4947" w:rsidP="00B0205B">
      <w:pPr>
        <w:pStyle w:val="libBold2"/>
        <w:rPr>
          <w:rStyle w:val="libPoemTiniChar0"/>
          <w:rtl/>
        </w:rPr>
      </w:pPr>
      <w:r w:rsidRPr="00797F4B">
        <w:rPr>
          <w:rtl/>
        </w:rPr>
        <w:t xml:space="preserve">أجاب صديقي : أحسنت ، الآن جئت إلى الصّواب ، ثم واصل </w:t>
      </w:r>
      <w:r w:rsidR="00EA3C94">
        <w:rPr>
          <w:rFonts w:hint="cs"/>
          <w:rtl/>
        </w:rPr>
        <w:t xml:space="preserve"> </w:t>
      </w:r>
    </w:p>
    <w:p w:rsidR="008C4947" w:rsidRPr="00797F4B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797F4B">
        <w:rPr>
          <w:rtl/>
        </w:rPr>
        <w:lastRenderedPageBreak/>
        <w:t xml:space="preserve">كلامه : أوّلا ، عموما الإعتقاد بشيء وإظهار شيء آخر له وجهان متناقضان </w:t>
      </w:r>
      <w:r w:rsidR="00EA3C94">
        <w:rPr>
          <w:rFonts w:hint="cs"/>
          <w:rtl/>
        </w:rPr>
        <w:t xml:space="preserve"> </w:t>
      </w:r>
      <w:r w:rsidRPr="00797F4B">
        <w:rPr>
          <w:rtl/>
        </w:rPr>
        <w:t xml:space="preserve">تماما. فإظهار الإيمان والإسلام وإبطان الكفر يُسمّى نفاقا ، كما ورد عن الله </w:t>
      </w:r>
      <w:r w:rsidR="00EA3C94">
        <w:rPr>
          <w:rFonts w:hint="cs"/>
          <w:rtl/>
        </w:rPr>
        <w:t xml:space="preserve"> </w:t>
      </w:r>
      <w:r w:rsidRPr="00797F4B">
        <w:rPr>
          <w:rtl/>
        </w:rPr>
        <w:t xml:space="preserve">ورسوله وجميع فرق المسلمين ، وهذا بالطبع شيء مستهجن عقلا وشرعا </w:t>
      </w:r>
      <w:r w:rsidR="00EA3C94">
        <w:rPr>
          <w:rFonts w:hint="cs"/>
          <w:rtl/>
        </w:rPr>
        <w:t xml:space="preserve"> </w:t>
      </w:r>
      <w:r w:rsidRPr="00797F4B">
        <w:rPr>
          <w:rtl/>
        </w:rPr>
        <w:t>لأنه مخاتلة وخداع.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مستدركاً : وكذلك العكس.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قال : هنا مربط الفرس! وقبل أن أجيبك دعني أسألك : متى أظهر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>والسّابقون من الصّحابة إسلامهم والدعوة إلى الإسلام؟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أجبت بكلّ بداهة : بعد ثلاث سنوات من الدعوة السرّية وبعد نزول </w:t>
      </w:r>
      <w:r w:rsidR="00EA3C94">
        <w:rPr>
          <w:rFonts w:hint="cs"/>
          <w:rtl/>
        </w:rPr>
        <w:t xml:space="preserve"> </w:t>
      </w:r>
      <w:r>
        <w:rPr>
          <w:rtl/>
        </w:rPr>
        <w:t>قوله تعالى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فَاصْدَعْ بِمَا تُؤْمَرُ وَأَعْرِضْ عَنِ الْمُشْرِكِينَ</w:t>
      </w:r>
      <w:r w:rsidRPr="00B0205B">
        <w:rPr>
          <w:rStyle w:val="libAlaemChar"/>
          <w:rtl/>
        </w:rPr>
        <w:t>)</w:t>
      </w:r>
      <w:r>
        <w:rPr>
          <w:rtl/>
        </w:rPr>
        <w:t>»</w:t>
      </w:r>
      <w:r w:rsidRPr="00F122A7">
        <w:rPr>
          <w:rStyle w:val="libFootnotenumChar"/>
          <w:rtl/>
        </w:rPr>
        <w:t>(1)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قال : ولماذا لم يعلن الرسول 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 الدعوة من اليوم الأول عند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نزول الوحي عليه 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>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أجبت : إنّ العقل يأبى ذلك ، فإنّ الإسلام في بدايته كغرسة طيّبة </w:t>
      </w:r>
      <w:r w:rsidR="00EA3C94">
        <w:rPr>
          <w:rFonts w:hint="cs"/>
          <w:rtl/>
        </w:rPr>
        <w:t xml:space="preserve"> </w:t>
      </w:r>
      <w:r>
        <w:rPr>
          <w:rtl/>
        </w:rPr>
        <w:t>رقيقة لا تتحمّل ضربة قويّة.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قال : أحسنت ، وهكذا فالعقل يحكم بعدم المجازفة والسير باتجاه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معاكس للتيّار ، ولو تأمّلت في هجرة الرسول 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 وتكوينه للدولة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الإسلامية الأولى ومن ثم إعلانه الحرب على قريش في السنة الثانية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للهجرة وغيرها لرأيت أنّ لكلّ مقام مقالا ، فما كان رسول الله </w:t>
      </w:r>
      <w:r w:rsidRPr="00B0205B">
        <w:rPr>
          <w:rStyle w:val="libAlaemChar"/>
          <w:rtl/>
        </w:rPr>
        <w:t>صلى‌الله‌عليه‌وآله‌وسلم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ليجازف بقتال المشركين في مكة لقلّة العدد والعدّة والناصر.</w:t>
      </w:r>
    </w:p>
    <w:p w:rsidR="008C4947" w:rsidRPr="00797F4B" w:rsidRDefault="008C4947" w:rsidP="00B0205B">
      <w:pPr>
        <w:pStyle w:val="libBold2"/>
        <w:rPr>
          <w:rtl/>
        </w:rPr>
      </w:pPr>
      <w:r w:rsidRPr="00797F4B">
        <w:rPr>
          <w:rtl/>
        </w:rPr>
        <w:t xml:space="preserve">وأنا أسألك مرّة أخرى لأقترب بك أكثر من الموضوع : ماذا تعرف </w:t>
      </w:r>
      <w:r w:rsidR="00EA3C94">
        <w:rPr>
          <w:rFonts w:hint="cs"/>
          <w:rtl/>
        </w:rPr>
        <w:t xml:space="preserve"> </w:t>
      </w:r>
      <w:r w:rsidRPr="00797F4B">
        <w:rPr>
          <w:rtl/>
        </w:rPr>
        <w:t>عن عمّار بن ياسر كصحابي سابق إلى الإسلام؟</w:t>
      </w:r>
    </w:p>
    <w:p w:rsidR="008C4947" w:rsidRPr="00797F4B" w:rsidRDefault="008C4947" w:rsidP="00F122A7">
      <w:pPr>
        <w:pStyle w:val="libLine"/>
        <w:rPr>
          <w:rtl/>
        </w:rPr>
      </w:pPr>
      <w:r w:rsidRPr="00797F4B">
        <w:rPr>
          <w:rtl/>
        </w:rPr>
        <w:t>__</w:t>
      </w:r>
      <w:r w:rsidRPr="00797F4B">
        <w:rPr>
          <w:rFonts w:hint="cs"/>
          <w:rtl/>
        </w:rPr>
        <w:t>___</w:t>
      </w:r>
      <w:r w:rsidRPr="00797F4B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الحجر : 94.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قلت : إنّه صحابي جليل وقد بشّره الرسول وأمه وأباه بالجنة لشدة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ما لاقوا من العذاب والتنكيل ، حتّى قتل أبوه وأمه أمام ناظريه ، وأنه تحت </w:t>
      </w:r>
      <w:r w:rsidR="00EA3C94">
        <w:rPr>
          <w:rFonts w:hint="cs"/>
          <w:rtl/>
        </w:rPr>
        <w:t xml:space="preserve"> </w:t>
      </w:r>
      <w:r>
        <w:rPr>
          <w:rtl/>
        </w:rPr>
        <w:t>وطأة التعذيب :</w:t>
      </w:r>
      <w:r>
        <w:rPr>
          <w:rFonts w:hint="cs"/>
          <w:rtl/>
        </w:rPr>
        <w:t xml:space="preserve">« </w:t>
      </w:r>
      <w:r>
        <w:rPr>
          <w:rtl/>
        </w:rPr>
        <w:t>هُبل ، هُبل</w:t>
      </w:r>
      <w:r>
        <w:rPr>
          <w:rFonts w:hint="cs"/>
          <w:rtl/>
        </w:rPr>
        <w:t>»</w:t>
      </w:r>
      <w:r>
        <w:rPr>
          <w:rtl/>
        </w:rPr>
        <w:t>وذكر آلهة قريش بخير.</w:t>
      </w:r>
    </w:p>
    <w:p w:rsidR="008C4947" w:rsidRPr="0007369D" w:rsidRDefault="008C4947" w:rsidP="00B0205B">
      <w:pPr>
        <w:pStyle w:val="libBold2"/>
        <w:rPr>
          <w:rtl/>
        </w:rPr>
      </w:pPr>
      <w:r w:rsidRPr="0007369D">
        <w:rPr>
          <w:rtl/>
        </w:rPr>
        <w:t>قال صديقي مقاطعاً : لقد ارتد عمّار إذن؟!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: يا أخي إنّ الضرورات تبيح المحظورات ، ورفع عن الأمة ما </w:t>
      </w:r>
      <w:r w:rsidR="00EA3C94">
        <w:rPr>
          <w:rFonts w:hint="cs"/>
          <w:rtl/>
        </w:rPr>
        <w:t xml:space="preserve"> </w:t>
      </w:r>
      <w:r>
        <w:rPr>
          <w:rtl/>
        </w:rPr>
        <w:t>لا يطيقون.</w:t>
      </w:r>
    </w:p>
    <w:p w:rsidR="008C4947" w:rsidRPr="0007369D" w:rsidRDefault="008C4947" w:rsidP="00B0205B">
      <w:pPr>
        <w:pStyle w:val="libBold2"/>
        <w:rPr>
          <w:rtl/>
        </w:rPr>
      </w:pPr>
      <w:r w:rsidRPr="0007369D">
        <w:rPr>
          <w:rtl/>
        </w:rPr>
        <w:t>قال : هذه هي التقية بعينها ورأسها.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: كيف ذلك؟!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قال : عمّار كان يُبطن الإيمان ولكن أظهر الكفر بلسانه خوفا من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الموت ، ولو كان الظاهر خلاف الباطن عموما يُفسّر بأنه نفاق لكان عمّار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منافقا حاشاه ، وقس على هذا كثير من القضايا ، ولهذا نزل قوله تعالى :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مَن كَفَرَ بِاللهِ مِن بَعْدِ إِيمَانِهِ إِلَّا مَنْ أُكْرِهَ وَقَلْبُهُ مُطْمَئِنٌّ بِالْإِيمَانِ وَلَٰكِن مَّن شَرَحَ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بِالْكُفْرِ صَدْرًا فَعَلَيْهِمْ غَضَبٌ مِّنَ اللهِ وَلَهُمْ عَذَابٌ عَظِيمٌ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>.</w:t>
      </w:r>
    </w:p>
    <w:p w:rsidR="00A56273" w:rsidRDefault="008C4947" w:rsidP="00F122A7">
      <w:pPr>
        <w:pStyle w:val="libLine"/>
        <w:rPr>
          <w:rStyle w:val="libBold2Char"/>
          <w:rtl/>
        </w:rPr>
      </w:pPr>
      <w:r w:rsidRPr="00B0205B">
        <w:rPr>
          <w:rStyle w:val="libBold2Char"/>
          <w:rtl/>
        </w:rPr>
        <w:t xml:space="preserve">وهناك في القرآن نظائر أخرى لهذه الآية تصبّ في معنى واحد ،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مثل قوله تعالى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لَّا يَتَّخِذِ الْمُؤْمِنُونَ الْكَافِرِينَ أَوْلِيَاءَ مِن دُونِ الْمُؤْمِنِينَ وَمَن يَفْعَلْ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ذَٰلِكَ فَلَيْسَ مِنَ اللَّهِ فِي شَيْءٍ إِلَّا أَن تَتَّقُوا مِنْهُمْ تُقَاةً</w:t>
      </w:r>
      <w:r w:rsidRPr="00B0205B">
        <w:rPr>
          <w:rStyle w:val="libAieChar"/>
          <w:rtl/>
        </w:rPr>
        <w:t>...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 xml:space="preserve"> ، وقوله تعالى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وَقَالَ رَجُلٌ مُّؤْمِنٌ مِّنْ آلِ فِرْعَوْنَ يَكْتُمُ إِيمَانَهُ</w:t>
      </w:r>
      <w:r w:rsidRPr="00B0205B">
        <w:rPr>
          <w:rStyle w:val="libAieChar"/>
          <w:rtl/>
        </w:rPr>
        <w:t>...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 ، فهل كان</w:t>
      </w:r>
    </w:p>
    <w:p w:rsidR="008C4947" w:rsidRPr="00296D77" w:rsidRDefault="00EA3C94" w:rsidP="00A56273">
      <w:pPr>
        <w:pStyle w:val="libLine"/>
        <w:rPr>
          <w:rtl/>
        </w:rPr>
      </w:pPr>
      <w:r>
        <w:rPr>
          <w:rFonts w:hint="cs"/>
          <w:rtl/>
        </w:rPr>
        <w:t xml:space="preserve"> </w:t>
      </w:r>
      <w:r w:rsidR="008C4947" w:rsidRPr="00296D77">
        <w:rPr>
          <w:rtl/>
        </w:rPr>
        <w:t>__</w:t>
      </w:r>
      <w:r w:rsidR="008C4947">
        <w:rPr>
          <w:rFonts w:hint="cs"/>
          <w:rtl/>
        </w:rPr>
        <w:t>___</w:t>
      </w:r>
      <w:r w:rsidR="008C4947" w:rsidRPr="00296D77">
        <w:rPr>
          <w:rtl/>
        </w:rPr>
        <w:t>________________</w:t>
      </w:r>
    </w:p>
    <w:p w:rsidR="008C4947" w:rsidRPr="00731772" w:rsidRDefault="008C4947" w:rsidP="00F122A7">
      <w:pPr>
        <w:pStyle w:val="libFootnote0"/>
        <w:rPr>
          <w:rtl/>
        </w:rPr>
      </w:pPr>
      <w:r w:rsidRPr="00731772">
        <w:rPr>
          <w:rtl/>
        </w:rPr>
        <w:t>1</w:t>
      </w:r>
      <w:r>
        <w:rPr>
          <w:rFonts w:hint="cs"/>
          <w:rtl/>
        </w:rPr>
        <w:t>)</w:t>
      </w:r>
      <w:r w:rsidRPr="00731772">
        <w:rPr>
          <w:rtl/>
        </w:rPr>
        <w:t xml:space="preserve"> سورة الن</w:t>
      </w:r>
      <w:r>
        <w:rPr>
          <w:rFonts w:hint="cs"/>
          <w:rtl/>
        </w:rPr>
        <w:t>ح</w:t>
      </w:r>
      <w:r w:rsidRPr="00731772">
        <w:rPr>
          <w:rtl/>
        </w:rPr>
        <w:t xml:space="preserve">ل : 106 ، وأنظر تفسير ابن كثير 2 / 609 ، تفسير الدر المنثور للسيوطي </w:t>
      </w:r>
      <w:r w:rsidR="00EA3C94">
        <w:rPr>
          <w:rFonts w:hint="cs"/>
          <w:rtl/>
        </w:rPr>
        <w:t xml:space="preserve"> </w:t>
      </w:r>
      <w:r w:rsidRPr="00731772">
        <w:rPr>
          <w:rtl/>
        </w:rPr>
        <w:t xml:space="preserve">5 / 170ـحيث يقول : وأمّا عمّار فقال لهم كلمة أعجبتهم تقيةـتفسير الكشاف </w:t>
      </w:r>
      <w:r w:rsidR="00EA3C94">
        <w:rPr>
          <w:rFonts w:hint="cs"/>
          <w:rtl/>
        </w:rPr>
        <w:t xml:space="preserve"> </w:t>
      </w:r>
      <w:r w:rsidRPr="00731772">
        <w:rPr>
          <w:rtl/>
        </w:rPr>
        <w:t>للزمخشري 2 / 430 ، تفسير الطبري 14 / 122 ، تفسير القرطبي 10 / 180</w:t>
      </w:r>
      <w:r>
        <w:rPr>
          <w:rtl/>
        </w:rPr>
        <w:t>.</w:t>
      </w:r>
    </w:p>
    <w:p w:rsidR="008C4947" w:rsidRDefault="008C4947" w:rsidP="00F122A7">
      <w:pPr>
        <w:pStyle w:val="libFootnote0"/>
        <w:rPr>
          <w:rtl/>
        </w:rPr>
      </w:pPr>
      <w:r w:rsidRPr="00731772">
        <w:rPr>
          <w:rtl/>
        </w:rPr>
        <w:t>2</w:t>
      </w:r>
      <w:r>
        <w:rPr>
          <w:rFonts w:hint="cs"/>
          <w:rtl/>
        </w:rPr>
        <w:t>)</w:t>
      </w:r>
      <w:r w:rsidRPr="00731772">
        <w:rPr>
          <w:rtl/>
        </w:rPr>
        <w:t xml:space="preserve"> سورة آل عمران : 28</w:t>
      </w:r>
      <w:r>
        <w:rPr>
          <w:rtl/>
        </w:rPr>
        <w:t>.</w:t>
      </w:r>
    </w:p>
    <w:p w:rsidR="008C4947" w:rsidRPr="00731772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3) سورة غافر : 28.</w:t>
      </w:r>
    </w:p>
    <w:p w:rsidR="008C4947" w:rsidRPr="0007369D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07369D">
        <w:rPr>
          <w:rtl/>
        </w:rPr>
        <w:lastRenderedPageBreak/>
        <w:t>مؤمن آل فرعون يجرأ على إظهار إيمانه في ذلك الجمع المتفرعن؟!</w:t>
      </w:r>
    </w:p>
    <w:p w:rsidR="008C4947" w:rsidRPr="0007369D" w:rsidRDefault="008C4947" w:rsidP="00B0205B">
      <w:pPr>
        <w:pStyle w:val="libBold2"/>
        <w:rPr>
          <w:rtl/>
        </w:rPr>
      </w:pPr>
      <w:r w:rsidRPr="0007369D">
        <w:rPr>
          <w:rtl/>
        </w:rPr>
        <w:t xml:space="preserve">وهكذا ترى أن كتمان الإيمان وإظهار الكفر ضرورةً ، شيء ممدوح </w:t>
      </w:r>
      <w:r w:rsidR="00EA3C94">
        <w:rPr>
          <w:rFonts w:hint="cs"/>
          <w:rtl/>
        </w:rPr>
        <w:t xml:space="preserve"> </w:t>
      </w:r>
      <w:r w:rsidRPr="0007369D">
        <w:rPr>
          <w:rtl/>
        </w:rPr>
        <w:t>ومرخّص فيه شرعا ، بعكس إظهار الإيمان وإبطان الكفر فهو نفاق وختل.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بعد أن اطمئن قلبي لما سمعت : لكن لماذا يتميّز الشيعة بالتقية </w:t>
      </w:r>
      <w:r w:rsidR="00EA3C94">
        <w:rPr>
          <w:rFonts w:hint="cs"/>
          <w:rtl/>
        </w:rPr>
        <w:t xml:space="preserve"> </w:t>
      </w:r>
      <w:r>
        <w:rPr>
          <w:rtl/>
        </w:rPr>
        <w:t>دون بقية المذاهب الإسلاميّة؟!</w:t>
      </w:r>
    </w:p>
    <w:p w:rsidR="008C4947" w:rsidRPr="0007369D" w:rsidRDefault="008C4947" w:rsidP="00B0205B">
      <w:pPr>
        <w:pStyle w:val="libBold2"/>
        <w:rPr>
          <w:rtl/>
        </w:rPr>
      </w:pPr>
      <w:r w:rsidRPr="0007369D">
        <w:rPr>
          <w:rtl/>
        </w:rPr>
        <w:t xml:space="preserve">ابتسم صديقي وأجاب : سؤال وجيه يُظهر أنك مسكت برأس </w:t>
      </w:r>
      <w:r w:rsidR="00EA3C94">
        <w:rPr>
          <w:rFonts w:hint="cs"/>
          <w:rtl/>
        </w:rPr>
        <w:t xml:space="preserve"> </w:t>
      </w:r>
      <w:r w:rsidRPr="0007369D">
        <w:rPr>
          <w:rtl/>
        </w:rPr>
        <w:t>الخيط كما يقال.</w:t>
      </w:r>
    </w:p>
    <w:p w:rsidR="008C4947" w:rsidRPr="0007369D" w:rsidRDefault="008C4947" w:rsidP="00B0205B">
      <w:pPr>
        <w:pStyle w:val="libBold2"/>
        <w:rPr>
          <w:rtl/>
        </w:rPr>
      </w:pPr>
      <w:r w:rsidRPr="0007369D">
        <w:rPr>
          <w:rtl/>
        </w:rPr>
        <w:t xml:space="preserve">ثم تابع : إنّ التقية في الواقع مسألة عُقلائية ، يستعملها الناس دائما </w:t>
      </w:r>
      <w:r w:rsidR="00EA3C94">
        <w:rPr>
          <w:rFonts w:hint="cs"/>
          <w:rtl/>
        </w:rPr>
        <w:t xml:space="preserve"> </w:t>
      </w:r>
      <w:r w:rsidRPr="0007369D">
        <w:rPr>
          <w:rtl/>
        </w:rPr>
        <w:t xml:space="preserve">عبر العصور حفظا للنفس والمال والعرض ، سمّها ما شئت تقيّه ، </w:t>
      </w:r>
      <w:r w:rsidR="00EA3C94">
        <w:rPr>
          <w:rFonts w:hint="cs"/>
          <w:rtl/>
        </w:rPr>
        <w:t xml:space="preserve"> </w:t>
      </w:r>
      <w:r w:rsidRPr="0007369D">
        <w:rPr>
          <w:rtl/>
        </w:rPr>
        <w:t>ضرورة ،... أمّا لماذا اختصّ الشيعة بالتقيّة : فلكون ال</w:t>
      </w:r>
      <w:r>
        <w:rPr>
          <w:rFonts w:hint="cs"/>
          <w:rtl/>
        </w:rPr>
        <w:t>ا</w:t>
      </w:r>
      <w:r w:rsidRPr="0007369D">
        <w:rPr>
          <w:rtl/>
        </w:rPr>
        <w:t xml:space="preserve">ضطهاد والتنكيل </w:t>
      </w:r>
      <w:r w:rsidR="00EA3C94">
        <w:rPr>
          <w:rFonts w:hint="cs"/>
          <w:rtl/>
        </w:rPr>
        <w:t xml:space="preserve"> </w:t>
      </w:r>
      <w:r w:rsidRPr="0007369D">
        <w:rPr>
          <w:rtl/>
        </w:rPr>
        <w:t>والقتل الذي تعرّضوا له لم تتعرض له طائفة أخرى على الإطلاق.</w:t>
      </w:r>
    </w:p>
    <w:p w:rsidR="008C4947" w:rsidRPr="0007369D" w:rsidRDefault="008C4947" w:rsidP="00B0205B">
      <w:pPr>
        <w:pStyle w:val="libBold2"/>
        <w:rPr>
          <w:rtl/>
        </w:rPr>
      </w:pPr>
      <w:r w:rsidRPr="0007369D">
        <w:rPr>
          <w:rtl/>
        </w:rPr>
        <w:t xml:space="preserve">وأنا أزيدك وأقول : لو يُترك الشيعة أحرارا في عقائدهم لما كان </w:t>
      </w:r>
      <w:r w:rsidR="00EA3C94">
        <w:rPr>
          <w:rFonts w:hint="cs"/>
          <w:rtl/>
        </w:rPr>
        <w:t xml:space="preserve"> </w:t>
      </w:r>
      <w:r w:rsidRPr="0007369D">
        <w:rPr>
          <w:rtl/>
        </w:rPr>
        <w:t xml:space="preserve">هناك أي شيعي يستعمل التقية ، وها هم اليوم منتشرون في دول الغرب فلا </w:t>
      </w:r>
      <w:r w:rsidR="00EA3C94">
        <w:rPr>
          <w:rFonts w:hint="cs"/>
          <w:rtl/>
        </w:rPr>
        <w:t xml:space="preserve"> </w:t>
      </w:r>
      <w:r w:rsidRPr="0007369D">
        <w:rPr>
          <w:rtl/>
        </w:rPr>
        <w:t xml:space="preserve">تقية عندهم ولا غيرها ، بل حرّية مطلقة في عقائدهم ومجالسهم. أمّا أن </w:t>
      </w:r>
      <w:r w:rsidR="00EA3C94">
        <w:rPr>
          <w:rFonts w:hint="cs"/>
          <w:rtl/>
        </w:rPr>
        <w:t xml:space="preserve"> </w:t>
      </w:r>
      <w:r w:rsidRPr="0007369D">
        <w:rPr>
          <w:rtl/>
        </w:rPr>
        <w:t xml:space="preserve">يتوعّدك قوم بالقتل والتكفير بمجرّد أن تقول : إنّ معاوية أو أحد الصحابة </w:t>
      </w:r>
      <w:r w:rsidR="00EA3C94">
        <w:rPr>
          <w:rFonts w:hint="cs"/>
          <w:rtl/>
        </w:rPr>
        <w:t xml:space="preserve"> </w:t>
      </w:r>
      <w:r w:rsidRPr="0007369D">
        <w:rPr>
          <w:rtl/>
        </w:rPr>
        <w:t xml:space="preserve">فعل كذا أو قال كذاـممّا هو موجود في كتب المسلمين جميعاـثم يشنع </w:t>
      </w:r>
      <w:r w:rsidR="00EA3C94">
        <w:rPr>
          <w:rFonts w:hint="cs"/>
          <w:rtl/>
        </w:rPr>
        <w:t xml:space="preserve"> </w:t>
      </w:r>
      <w:r w:rsidRPr="0007369D">
        <w:rPr>
          <w:rtl/>
        </w:rPr>
        <w:t>عليك باستعمالك للتقية فهذا هو الحمق بعينه.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وقد بقي في النفس من مسألة التقية شيء : جيّد ، لكن لماذا </w:t>
      </w:r>
      <w:r w:rsidR="00EA3C94">
        <w:rPr>
          <w:rFonts w:hint="cs"/>
          <w:rtl/>
        </w:rPr>
        <w:t xml:space="preserve"> </w:t>
      </w:r>
      <w:r>
        <w:rPr>
          <w:rtl/>
        </w:rPr>
        <w:t>تقولون وتروون أنّ التقية دينكم؟!</w:t>
      </w:r>
    </w:p>
    <w:p w:rsidR="008C4947" w:rsidRPr="00F122A7" w:rsidRDefault="008C4947" w:rsidP="00B0205B">
      <w:pPr>
        <w:pStyle w:val="libBold2"/>
        <w:rPr>
          <w:rStyle w:val="libPoemTiniChar0"/>
          <w:rtl/>
        </w:rPr>
      </w:pPr>
      <w:r w:rsidRPr="0007369D">
        <w:rPr>
          <w:rtl/>
        </w:rPr>
        <w:t>قال : لم ينتبه من شنّع علينا لهذا الوصف ، ألست تقول مثلا :</w:t>
      </w:r>
      <w:r w:rsidR="00EA3C94">
        <w:rPr>
          <w:rFonts w:hint="cs"/>
          <w:rtl/>
        </w:rPr>
        <w:t xml:space="preserve"> </w:t>
      </w:r>
      <w:r w:rsidRPr="0007369D">
        <w:rPr>
          <w:rFonts w:hint="cs"/>
          <w:rtl/>
        </w:rPr>
        <w:t xml:space="preserve">« </w:t>
      </w:r>
      <w:r w:rsidRPr="0007369D">
        <w:rPr>
          <w:rtl/>
        </w:rPr>
        <w:t>الدين النصيحة</w:t>
      </w:r>
      <w:r w:rsidRPr="0007369D">
        <w:rPr>
          <w:rFonts w:hint="cs"/>
          <w:rtl/>
        </w:rPr>
        <w:t>»</w:t>
      </w:r>
      <w:r w:rsidRPr="0007369D">
        <w:rPr>
          <w:rtl/>
        </w:rPr>
        <w:t>، أو</w:t>
      </w:r>
      <w:r w:rsidRPr="0007369D">
        <w:rPr>
          <w:rFonts w:hint="cs"/>
          <w:rtl/>
        </w:rPr>
        <w:t xml:space="preserve">« </w:t>
      </w:r>
      <w:r w:rsidRPr="0007369D">
        <w:rPr>
          <w:rtl/>
        </w:rPr>
        <w:t>من تزوّج فقد ملك نصف دينه</w:t>
      </w:r>
      <w:r w:rsidRPr="0007369D">
        <w:rPr>
          <w:rFonts w:hint="cs"/>
          <w:rtl/>
        </w:rPr>
        <w:t>»</w:t>
      </w:r>
      <w:r w:rsidRPr="0007369D">
        <w:rPr>
          <w:rtl/>
        </w:rPr>
        <w:t xml:space="preserve">، هذه الألفاظ تبيّن </w:t>
      </w:r>
      <w:r w:rsidR="00EA3C94">
        <w:rPr>
          <w:rFonts w:hint="cs"/>
          <w:rtl/>
        </w:rPr>
        <w:t xml:space="preserve"> </w:t>
      </w:r>
    </w:p>
    <w:p w:rsidR="008C4947" w:rsidRPr="0007369D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07369D">
        <w:rPr>
          <w:rtl/>
        </w:rPr>
        <w:lastRenderedPageBreak/>
        <w:t xml:space="preserve">أهمية الموصوف فقط ، وليس معناها الدين الذي إن تخلّيت عنه صرت </w:t>
      </w:r>
      <w:r w:rsidR="00EA3C94">
        <w:rPr>
          <w:rFonts w:hint="cs"/>
          <w:rtl/>
        </w:rPr>
        <w:t xml:space="preserve"> </w:t>
      </w:r>
      <w:r w:rsidRPr="0007369D">
        <w:rPr>
          <w:rtl/>
        </w:rPr>
        <w:t>مرتدّاً.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ما إن نطق صديقي بهذه الكلمات حتّى شعرت براحة نفسانية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كبرى ، نعم لقد انزاحت من أمام ناظريّ غمامة فعادت الرؤية لديّ واضحة </w:t>
      </w:r>
      <w:r w:rsidR="00EA3C94">
        <w:rPr>
          <w:rFonts w:hint="cs"/>
          <w:rtl/>
        </w:rPr>
        <w:t xml:space="preserve"> </w:t>
      </w:r>
      <w:r>
        <w:rPr>
          <w:rtl/>
        </w:rPr>
        <w:t>تماما ، ولقد كنت أحزر أنّ لصديقي جواباً شافيا وضافيا وهكذا كان.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والواقع أنّ المهرّجين كثير ولا تعدم تأثير أحدهم بلَغَطِهِ وضَجيجه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عليك ، لكن عندما تدخلُ بعقلية نقديّة بعيدة عن الأحكام المسبقة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تستطيع أن تهضم المسألة وينجلي عنك الغموض ، وسرعان ما تكتشف أن </w:t>
      </w:r>
      <w:r w:rsidR="00EA3C94">
        <w:rPr>
          <w:rFonts w:hint="cs"/>
          <w:rtl/>
        </w:rPr>
        <w:t xml:space="preserve"> </w:t>
      </w:r>
      <w:r>
        <w:rPr>
          <w:rtl/>
        </w:rPr>
        <w:t>الأمر لا يعدو كونه</w:t>
      </w:r>
      <w:r>
        <w:rPr>
          <w:rFonts w:hint="cs"/>
          <w:rtl/>
        </w:rPr>
        <w:t xml:space="preserve">« </w:t>
      </w:r>
      <w:r>
        <w:rPr>
          <w:rtl/>
        </w:rPr>
        <w:t>زوبعة في فنجان</w:t>
      </w:r>
      <w:r>
        <w:rPr>
          <w:rFonts w:hint="cs"/>
          <w:rtl/>
        </w:rPr>
        <w:t>»</w:t>
      </w:r>
      <w:r>
        <w:rPr>
          <w:rtl/>
        </w:rPr>
        <w:t xml:space="preserve">. اللّهم قنا شرّ الزوابع في الفناجين </w:t>
      </w:r>
      <w:r w:rsidR="00EA3C94">
        <w:rPr>
          <w:rFonts w:hint="cs"/>
          <w:rtl/>
        </w:rPr>
        <w:t xml:space="preserve"> </w:t>
      </w:r>
      <w:r>
        <w:rPr>
          <w:rtl/>
        </w:rPr>
        <w:t>وخارج الفناجين. آمين!</w:t>
      </w:r>
    </w:p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49" w:name="_Toc365111448"/>
      <w:r w:rsidR="00EA3C94">
        <w:rPr>
          <w:rFonts w:hint="cs"/>
          <w:rtl/>
        </w:rPr>
        <w:lastRenderedPageBreak/>
        <w:t xml:space="preserve"> </w:t>
      </w:r>
    </w:p>
    <w:p w:rsidR="008C4947" w:rsidRDefault="008C4947" w:rsidP="008C4947">
      <w:pPr>
        <w:pStyle w:val="Heading2"/>
        <w:rPr>
          <w:rtl/>
        </w:rPr>
      </w:pPr>
      <w:bookmarkStart w:id="50" w:name="_Toc398986470"/>
      <w:bookmarkStart w:id="51" w:name="_Toc398986501"/>
      <w:r>
        <w:rPr>
          <w:rtl/>
        </w:rPr>
        <w:t>نظرية وتطبيق.. أم أمر واقع ثم نظريّة :</w:t>
      </w:r>
      <w:bookmarkEnd w:id="49"/>
      <w:bookmarkEnd w:id="50"/>
      <w:bookmarkEnd w:id="51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كان الأستاذ يلقي درسه علينا حول مسألة الشورى في الإسلام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وسرعان ما عرّجـوكثيرا ما كان يعرّجـعلى مصداق من مصاديق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الشورى في الإسلام ، ألا وهي قصّة استخلاف ، أو بالأصحّ ترشيح عمر بن </w:t>
      </w:r>
      <w:r w:rsidR="00EA3C94">
        <w:rPr>
          <w:rFonts w:hint="cs"/>
          <w:rtl/>
        </w:rPr>
        <w:t xml:space="preserve"> </w:t>
      </w:r>
      <w:r>
        <w:rPr>
          <w:rtl/>
        </w:rPr>
        <w:t>الخطّاب لستّة من أعاظم الصحابة.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كنت مشدوداً وكذلك كان البعض من زملائي التّلاميذ لكلام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الأستاذ في تلك الحصّة الصباحية من مادة التربية الإسلامية. أنهى الأستاذ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كلامه بأن هذه الحركة من عمر هي إحدى وجوه الديمقراطية بمصطلح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اليوم ، وهي تردّ ما يتّهمه بنا الغربيّون من أنّناـنحن المسلمونـذوو نظام </w:t>
      </w:r>
      <w:r w:rsidR="00EA3C94">
        <w:rPr>
          <w:rFonts w:hint="cs"/>
          <w:rtl/>
        </w:rPr>
        <w:t xml:space="preserve"> </w:t>
      </w:r>
      <w:r>
        <w:rPr>
          <w:rtl/>
        </w:rPr>
        <w:t>ثيوقراطي لا يعرف لحق الناس في ال</w:t>
      </w:r>
      <w:r>
        <w:rPr>
          <w:rFonts w:hint="cs"/>
          <w:rtl/>
        </w:rPr>
        <w:t>ا</w:t>
      </w:r>
      <w:r>
        <w:rPr>
          <w:rtl/>
        </w:rPr>
        <w:t>ختيار معنى.</w:t>
      </w:r>
    </w:p>
    <w:p w:rsidR="008C4947" w:rsidRPr="00F122A7" w:rsidRDefault="008C4947" w:rsidP="004233AE">
      <w:pPr>
        <w:pStyle w:val="libNormal"/>
        <w:rPr>
          <w:rStyle w:val="libPoemTiniChar0"/>
          <w:rtl/>
        </w:rPr>
      </w:pPr>
      <w:r>
        <w:rPr>
          <w:rtl/>
        </w:rPr>
        <w:t xml:space="preserve">بعد ذلك كنت كلّما سنحت لي الفرصة والموضوع ، أقول بكل فخر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واعتزاز إنّ الديمقراطية لها جذور في الإسلام والقرآن ، بل ربّما استنبطها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الغرب منّا وليس من اليونان وطوّرها! وكان هذا الإستدلال في الواقع كثيرا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ما يؤكّده أغلب أنصار النظريات والإيديولوجيات المختلفة ، فهذا </w:t>
      </w:r>
      <w:r w:rsidR="00EA3C94"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ا</w:t>
      </w:r>
      <w:r>
        <w:rPr>
          <w:rtl/>
        </w:rPr>
        <w:t>شتراكي يقول : إنّ الإسلام أوّل من جاء بال</w:t>
      </w:r>
      <w:r>
        <w:rPr>
          <w:rFonts w:hint="cs"/>
          <w:rtl/>
        </w:rPr>
        <w:t>ا</w:t>
      </w:r>
      <w:r>
        <w:rPr>
          <w:rtl/>
        </w:rPr>
        <w:t xml:space="preserve">شتراكية! ولا تعدم شيوعيّا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يدّعي أن محمّدا وأبا ذرّ وعليّاً كانوا من أوائل الشيوعيين في العالم! في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مقابل أبي سفيان ومعاوية وعثمان الّذين كانوا يمثّلون البرجوازية في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أجلى مظاهرها ، أو بالمعنى الأدق كانوا إقطاعيين حتى النخاع ، بل إنّ </w:t>
      </w:r>
      <w:r w:rsidR="00EA3C94">
        <w:rPr>
          <w:rFonts w:hint="cs"/>
          <w:rtl/>
        </w:rPr>
        <w:t xml:space="preserve"> 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الكثير منهم يَستشهد بكتاب الله في قوله تعالى </w:t>
      </w:r>
      <w:r w:rsidRPr="00D4747A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مَّا لَكُمْ لَا تَرْجُونَ للهِ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 xml:space="preserve">وَقَارًا </w:t>
      </w:r>
      <w:r w:rsidRPr="00B0205B">
        <w:rPr>
          <w:rStyle w:val="libAieChar"/>
        </w:rPr>
        <w:t>*</w:t>
      </w:r>
      <w:r w:rsidRPr="00B0205B">
        <w:rPr>
          <w:rStyle w:val="libAieChar"/>
          <w:rFonts w:hint="cs"/>
          <w:rtl/>
        </w:rPr>
        <w:t xml:space="preserve"> وَقَدْ خَلَقَكُمْ أَطْوَارًا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 ليثبتوا أنّ أول من قال بنظرية النشوء </w:t>
      </w:r>
      <w:r w:rsidR="00EA3C94">
        <w:rPr>
          <w:rFonts w:hint="cs"/>
          <w:rtl/>
        </w:rPr>
        <w:t xml:space="preserve"> </w:t>
      </w:r>
      <w:r>
        <w:rPr>
          <w:rtl/>
        </w:rPr>
        <w:t>والإرتقاء لداروين هو القرآن!!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وهكذا كنت أدافع بحماس عن القول بأنّ أوّل من جاء بنظرية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الديمقراطية بالمعنى الواسعـعلى عكس ما كان يفهم منها زمن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اليونانيينـهو الإسلام ، وأنّ أوّل من طبقها هو الرسول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والصحابة </w:t>
      </w:r>
      <w:r w:rsidR="00EA3C94">
        <w:rPr>
          <w:rFonts w:hint="cs"/>
          <w:rtl/>
        </w:rPr>
        <w:t xml:space="preserve"> </w:t>
      </w:r>
      <w:r>
        <w:rPr>
          <w:rtl/>
        </w:rPr>
        <w:t>من بعده.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ومع الأسف فإن هذه الظاهرةـتطويع كلام الله تعالى حسب </w:t>
      </w:r>
      <w:r w:rsidR="00EA3C94">
        <w:rPr>
          <w:rFonts w:hint="cs"/>
          <w:rtl/>
        </w:rPr>
        <w:t xml:space="preserve"> </w:t>
      </w:r>
      <w:r>
        <w:rPr>
          <w:rtl/>
        </w:rPr>
        <w:t>الأهواء وال</w:t>
      </w:r>
      <w:r>
        <w:rPr>
          <w:rFonts w:hint="cs"/>
          <w:rtl/>
        </w:rPr>
        <w:t>ا</w:t>
      </w:r>
      <w:r>
        <w:rPr>
          <w:rtl/>
        </w:rPr>
        <w:t>عتقاداتـيمثّل ظاهرة خطيرة جدّا في كل عصر.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فمن يريد أن يقول إنّ الله جسم جالس على كرسيّه في السّماء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يطوّع آيات القرآن لما يظن ، ومن يريد أن يثبت أنّ الأرض مسطّحة أو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مدوّرة يستشهد بالقرآن ، ومن يريد أن يعرف عمر وجود الإنسان على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الأرض يطوّع آيات الذكر الحكيم لغرضه ، بل أنّ «كلينتون» و «رابين»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المقبور استشهدا بالقرآن في قوله تعالى </w:t>
      </w:r>
      <w:r w:rsidRPr="00D4747A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وَإِن جَنَحُوا لِلسَّلْمِ فَاجْنَحْ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لَهَا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(2)</w:t>
      </w:r>
      <w:r>
        <w:rPr>
          <w:rtl/>
        </w:rPr>
        <w:t xml:space="preserve"> لفرض اتفاقيات الهزيمة مع « ياسر عرفات» ، هذا مع أنّ القرآن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بتصرفهم هذا يأخذ شكل الإناء الذي وُضع فيه دون أن يكون لهم جميعا </w:t>
      </w:r>
      <w:r w:rsidR="00EA3C94">
        <w:rPr>
          <w:rFonts w:hint="cs"/>
          <w:rtl/>
        </w:rPr>
        <w:t xml:space="preserve"> </w:t>
      </w:r>
      <w:r>
        <w:rPr>
          <w:rtl/>
        </w:rPr>
        <w:t>مرجعا محدَّدا يرجعون إليه ليفصل بينهم فيما اختلفوا فيه.</w:t>
      </w:r>
    </w:p>
    <w:p w:rsidR="00A56273" w:rsidRDefault="008C4947" w:rsidP="00F122A7">
      <w:pPr>
        <w:pStyle w:val="libLine"/>
        <w:rPr>
          <w:rtl/>
        </w:rPr>
      </w:pPr>
      <w:r>
        <w:rPr>
          <w:rtl/>
        </w:rPr>
        <w:t xml:space="preserve">وهكذا صار حالنا نحن المسلمون اليوم كحال بني اسرائيل في قال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تعالى فيهم </w:t>
      </w:r>
      <w:r w:rsidRPr="00D4747A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وَآتَيْنَاهُم بَيِّنَاتٍ مِّنَ الْأَمْرِ فَمَا اخْتَلَفُوا إِلَّا مِن بَعْدِ مَا جَاءَهُمُ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Pr="00731772" w:rsidRDefault="008C4947" w:rsidP="00F122A7">
      <w:pPr>
        <w:pStyle w:val="libFootnote0"/>
        <w:rPr>
          <w:rtl/>
        </w:rPr>
      </w:pPr>
      <w:r w:rsidRPr="00731772">
        <w:rPr>
          <w:rtl/>
        </w:rPr>
        <w:t>1</w:t>
      </w:r>
      <w:r>
        <w:rPr>
          <w:rFonts w:hint="cs"/>
          <w:rtl/>
        </w:rPr>
        <w:t>)</w:t>
      </w:r>
      <w:r w:rsidRPr="00731772">
        <w:rPr>
          <w:rtl/>
        </w:rPr>
        <w:t xml:space="preserve"> سورة نوح : 13 ، 14</w:t>
      </w:r>
      <w:r>
        <w:rPr>
          <w:rtl/>
        </w:rPr>
        <w:t>.</w:t>
      </w:r>
    </w:p>
    <w:p w:rsidR="008C4947" w:rsidRPr="00731772" w:rsidRDefault="008C4947" w:rsidP="00F122A7">
      <w:pPr>
        <w:pStyle w:val="libFootnote0"/>
        <w:rPr>
          <w:rtl/>
        </w:rPr>
      </w:pPr>
      <w:r w:rsidRPr="00731772">
        <w:rPr>
          <w:rtl/>
        </w:rPr>
        <w:t>2</w:t>
      </w:r>
      <w:r>
        <w:rPr>
          <w:rFonts w:hint="cs"/>
          <w:rtl/>
        </w:rPr>
        <w:t>)</w:t>
      </w:r>
      <w:r w:rsidRPr="00731772">
        <w:rPr>
          <w:rtl/>
        </w:rPr>
        <w:t xml:space="preserve"> سورة الجاثية : 17</w:t>
      </w:r>
      <w:r>
        <w:rPr>
          <w:rtl/>
        </w:rPr>
        <w:t>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 w:rsidRPr="00B0205B">
        <w:rPr>
          <w:rStyle w:val="libAieChar"/>
          <w:rFonts w:hint="cs"/>
          <w:rtl/>
        </w:rPr>
        <w:lastRenderedPageBreak/>
        <w:t xml:space="preserve">الْعِلْمُ بَغْيًا بَيْنَهُمْ إِنَّ رَبَّكَ يَقْضِي بَيْنَهُمْ يَوْمَ الْقِيَامَةِ فِيمَا كَانُوا فِيهِ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يَخْتَلِفُونَ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 ، هذا والله يدعونا لعدم الإختلاف بقوله تعالى </w:t>
      </w:r>
      <w:r w:rsidRPr="00D4747A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وَاعْتَصِمُوا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بِحَبْلِ اللهِ جَمِيعًا وَلَا تَفَرَّقُوا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(2)</w:t>
      </w:r>
      <w:r>
        <w:rPr>
          <w:rtl/>
        </w:rPr>
        <w:t xml:space="preserve"> ، فإن كان قصده تعالى بالحبل هو ذاته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المقدسة ، فوالله لقد اختلف المسلمون فيها ، غير أنهم يشتركون في قولهم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إنّه واحد فهذا ينكر الرؤية وذاك يثبتها ، وهذا يرى أن صفاته قديمة زائدة </w:t>
      </w:r>
      <w:r w:rsidR="00EA3C94">
        <w:rPr>
          <w:rFonts w:hint="cs"/>
          <w:rtl/>
        </w:rPr>
        <w:t xml:space="preserve"> </w:t>
      </w:r>
      <w:r>
        <w:rPr>
          <w:rtl/>
        </w:rPr>
        <w:t>على ذاته وآخر يقول إنّها هو وهو هي.</w:t>
      </w:r>
    </w:p>
    <w:p w:rsidR="008C4947" w:rsidRDefault="008C4947" w:rsidP="00A56273">
      <w:pPr>
        <w:pStyle w:val="libNormal"/>
        <w:rPr>
          <w:rtl/>
        </w:rPr>
      </w:pPr>
      <w:r>
        <w:rPr>
          <w:rtl/>
        </w:rPr>
        <w:t xml:space="preserve">وإن كان قصده تعالى بالحبل هو سنّة رسوله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وأحكام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الإسلام ، فلا تسأل عمّا صار إليه حالنا نحن المسلمون من الإختلاف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فالمالكي يقول بالسدل ، والشافعي يصرّ على التكتّف ، وهذا الشيعي يؤكّد </w:t>
      </w:r>
      <w:r w:rsidR="00EA3C94">
        <w:rPr>
          <w:rFonts w:hint="cs"/>
          <w:rtl/>
        </w:rPr>
        <w:t xml:space="preserve"> </w:t>
      </w:r>
      <w:r>
        <w:rPr>
          <w:rtl/>
        </w:rPr>
        <w:t>على الجهر بالبسملة ، والمالكي لا يعتبر ذلك.</w:t>
      </w:r>
    </w:p>
    <w:p w:rsidR="008C4947" w:rsidRDefault="008C4947" w:rsidP="00A56273">
      <w:pPr>
        <w:pStyle w:val="libNormal"/>
        <w:rPr>
          <w:rtl/>
        </w:rPr>
      </w:pPr>
      <w:r>
        <w:rPr>
          <w:rtl/>
        </w:rPr>
        <w:t xml:space="preserve">وهذا الوهّابي يقول إنّ أغلب المسلمين مشركون لم يعرفوا كنه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التوحيد وحقيقته ، وبقيّة المذاهب يعتبرون الوهابيّين مارقة مرقت من </w:t>
      </w:r>
      <w:r w:rsidR="00EA3C94">
        <w:rPr>
          <w:rFonts w:hint="cs"/>
          <w:rtl/>
        </w:rPr>
        <w:t xml:space="preserve"> </w:t>
      </w:r>
      <w:r>
        <w:rPr>
          <w:rtl/>
        </w:rPr>
        <w:t>الدين وخالفت إجماع المسلمين.</w:t>
      </w:r>
    </w:p>
    <w:p w:rsidR="008C4947" w:rsidRDefault="008C4947" w:rsidP="00A56273">
      <w:pPr>
        <w:pStyle w:val="libNormal"/>
        <w:rPr>
          <w:rtl/>
        </w:rPr>
      </w:pPr>
      <w:r>
        <w:rPr>
          <w:rtl/>
        </w:rPr>
        <w:t>وكلّ يدّعي وصلاً بليلى ، ولله درّ الشاعر أبي العلاء حيث يقول :</w:t>
      </w:r>
    </w:p>
    <w:p w:rsidR="00A56273" w:rsidRDefault="008C4947" w:rsidP="00A56273">
      <w:pPr>
        <w:pStyle w:val="libNormal"/>
        <w:rPr>
          <w:rtl/>
        </w:rPr>
      </w:pPr>
      <w:r>
        <w:rPr>
          <w:rtl/>
        </w:rPr>
        <w:t>ليت شعري ما الصحيح؟</w:t>
      </w:r>
    </w:p>
    <w:p w:rsidR="00A56273" w:rsidRDefault="008C4947" w:rsidP="00A56273">
      <w:pPr>
        <w:pStyle w:val="libNormal"/>
        <w:rPr>
          <w:rtl/>
        </w:rPr>
      </w:pPr>
      <w:r>
        <w:rPr>
          <w:rtl/>
        </w:rPr>
        <w:t xml:space="preserve">على كلّ حال كنت أعتقد اعتقادا جازماً بأنّ شورى عمر بن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الخطاب كانت قمّة في التعاطي الديمقراطي مع الحكم ، لكن تدور دورة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الزمن دورتها فأجدني مرّة أخرى في لقاء مفتوح مع صديقي الشيعي الّذي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صار كأنّه المحكّ الذي يفصل موادّي الخام وركام أفكاري المجموع لَيميز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A56273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الأنفال : 61.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سورة آل عمران : 103.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منها ما يشاء ويرمي بما يشاء مستعملا دائما غربال العقل ومرجعيّة القرآن </w:t>
      </w:r>
      <w:r w:rsidR="00EA3C94">
        <w:rPr>
          <w:rFonts w:hint="cs"/>
          <w:rtl/>
        </w:rPr>
        <w:t xml:space="preserve"> </w:t>
      </w:r>
      <w:r>
        <w:rPr>
          <w:rtl/>
        </w:rPr>
        <w:t>الشفافة...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وبالفعل ما إن مرّت أيام قلائل حتّى جمعتني نزهة في واحات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وغابات الرمّان الكثيفة التي تمتاز بها مدينتي ، مدينة « قابس» وكان </w:t>
      </w:r>
      <w:r w:rsidR="00EA3C94">
        <w:rPr>
          <w:rFonts w:hint="cs"/>
          <w:rtl/>
        </w:rPr>
        <w:t xml:space="preserve"> </w:t>
      </w:r>
      <w:r>
        <w:rPr>
          <w:rtl/>
        </w:rPr>
        <w:t>يرافقني زيادة على الصديق الشيعي اثنين من جيراني.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في أثناء الطريق الذي تتدلّى على جانبيه أغصان الرمّان المحمّلة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بثمراتها والّتي تنوء بحملها ، والتي كثيراً ما كنّا ونحن أطفال نقتطف منها ثم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نسرع هاربين ونفاجأ بصاحب البستان ينادينا بابتسامة عريضة ، فيملأ لنا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أيدينا بالرمان الذي كان يربطه لنا بخيط يعقده على رؤوس مجموعة من </w:t>
      </w:r>
      <w:r w:rsidR="00EA3C94">
        <w:rPr>
          <w:rFonts w:hint="cs"/>
          <w:rtl/>
        </w:rPr>
        <w:t xml:space="preserve"> </w:t>
      </w:r>
      <w:r>
        <w:rPr>
          <w:rtl/>
        </w:rPr>
        <w:t>الرمانات ، فنعود فرحين وخجلين من كرم أولئك المزارعين الظرفاء.</w:t>
      </w:r>
    </w:p>
    <w:p w:rsidR="008C4947" w:rsidRPr="00FC5713" w:rsidRDefault="008C4947" w:rsidP="00B0205B">
      <w:pPr>
        <w:pStyle w:val="libBold2"/>
        <w:rPr>
          <w:rtl/>
        </w:rPr>
      </w:pPr>
      <w:r w:rsidRPr="00FC5713">
        <w:rPr>
          <w:rtl/>
        </w:rPr>
        <w:t>في أثناء الطريق فاجأني صديقي بسؤال قائلا</w:t>
      </w:r>
      <w:r>
        <w:rPr>
          <w:rFonts w:hint="cs"/>
          <w:rtl/>
        </w:rPr>
        <w:t>ً</w:t>
      </w:r>
      <w:r w:rsidRPr="00FC5713">
        <w:rPr>
          <w:rtl/>
        </w:rPr>
        <w:t xml:space="preserve"> : إذا كنت بين أناس </w:t>
      </w:r>
      <w:r w:rsidR="00EA3C94">
        <w:rPr>
          <w:rFonts w:hint="cs"/>
          <w:rtl/>
        </w:rPr>
        <w:t xml:space="preserve"> </w:t>
      </w:r>
      <w:r w:rsidRPr="00FC5713">
        <w:rPr>
          <w:rtl/>
        </w:rPr>
        <w:t>غير مسلمين وسألوك ما هي نظريّة الإسلام في الحكم ماذا كنت تجيب؟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أجبت صديقي ببداهة : الشورى ، نعم الشورى التي طالما سمعت </w:t>
      </w:r>
      <w:r w:rsidR="00EA3C94">
        <w:rPr>
          <w:rFonts w:hint="cs"/>
          <w:rtl/>
        </w:rPr>
        <w:t xml:space="preserve"> </w:t>
      </w:r>
      <w:r>
        <w:rPr>
          <w:rtl/>
        </w:rPr>
        <w:t>خطباءنا ومدرّسينا يذكرونها كلّما مرّوا بهذا الموضوع.</w:t>
      </w:r>
    </w:p>
    <w:p w:rsidR="008C4947" w:rsidRPr="00FC5713" w:rsidRDefault="008C4947" w:rsidP="00B0205B">
      <w:pPr>
        <w:pStyle w:val="libBold2"/>
        <w:rPr>
          <w:rtl/>
        </w:rPr>
      </w:pPr>
      <w:r w:rsidRPr="00FC5713">
        <w:rPr>
          <w:rtl/>
        </w:rPr>
        <w:t>استدرك عليّ صاحبي : بأيّ دليل تقول هذا الكلام.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بكل عفويّة : بالقرآن والسنّة.</w:t>
      </w:r>
    </w:p>
    <w:p w:rsidR="00950294" w:rsidRDefault="008C4947" w:rsidP="00950294">
      <w:pPr>
        <w:pStyle w:val="libBold2"/>
        <w:rPr>
          <w:rtl/>
        </w:rPr>
      </w:pPr>
      <w:r w:rsidRPr="00FC5713">
        <w:rPr>
          <w:rtl/>
        </w:rPr>
        <w:t>فقال محاججاً : هات من القرآن؟</w:t>
      </w:r>
    </w:p>
    <w:p w:rsidR="00950294" w:rsidRDefault="008C4947" w:rsidP="00950294">
      <w:pPr>
        <w:pStyle w:val="libBold2"/>
        <w:rPr>
          <w:rStyle w:val="libAieChar"/>
          <w:rtl/>
        </w:rPr>
      </w:pPr>
      <w:r>
        <w:rPr>
          <w:rtl/>
        </w:rPr>
        <w:t xml:space="preserve">قلت : على ما أذكر هناك آيتان نزلتا في مسألة الشورى ولا ثالث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لهما ، وهاتان الآيتان هما قوله تعالى </w:t>
      </w:r>
      <w:r w:rsidRPr="00D4747A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وَأَمْرُهُمْ شُورَىٰ بَيْنَهُمْ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فَاعْفُ عَنْهُمْ وَاسْتَغْفِرْ لَهُمْ وَشَاوِرْهُمْ فِي الْأَمْرِ فَإِذَا عَزَمْتَ فَتَوَكَّلْ عَلَى </w:t>
      </w:r>
    </w:p>
    <w:p w:rsidR="008C4947" w:rsidRPr="00296D77" w:rsidRDefault="008C4947" w:rsidP="00950294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الشورى : 38.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 w:rsidRPr="00B0205B">
        <w:rPr>
          <w:rStyle w:val="libAieChar"/>
          <w:rFonts w:hint="cs"/>
          <w:rtl/>
        </w:rPr>
        <w:lastRenderedPageBreak/>
        <w:t>اللهِ إِنَّ اللهَ يُحِبُّ الْمُتَوَكِّلِينَ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>
        <w:rPr>
          <w:rtl/>
        </w:rPr>
        <w:t>».</w:t>
      </w:r>
    </w:p>
    <w:p w:rsidR="008C4947" w:rsidRPr="00FC5713" w:rsidRDefault="008C4947" w:rsidP="00B0205B">
      <w:pPr>
        <w:pStyle w:val="libBold2"/>
        <w:rPr>
          <w:rtl/>
        </w:rPr>
      </w:pPr>
      <w:r w:rsidRPr="00FC5713">
        <w:rPr>
          <w:rtl/>
        </w:rPr>
        <w:t>قال صديقي بعد ذلك : هذا من القرآن ، هات حديثا من السنّة؟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تلعثمت قليلا ثم قلت : هل بعد كتاب الله تعالى دليل؟!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>عارضني صديقي قائلا</w:t>
      </w:r>
      <w:r w:rsidRPr="00B0205B">
        <w:rPr>
          <w:rStyle w:val="libBold2Char"/>
          <w:rFonts w:hint="cs"/>
          <w:rtl/>
        </w:rPr>
        <w:t>ً</w:t>
      </w:r>
      <w:r w:rsidRPr="00B0205B">
        <w:rPr>
          <w:rStyle w:val="libBold2Char"/>
          <w:rtl/>
        </w:rPr>
        <w:t xml:space="preserve"> : أنت قلت عندي دليل من القرآن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والسنّة! ، ثم ما أدراك بمعنى هاتين الآيتين؟! والسنّة قد فصّلت كثيرا من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المجمل الذي ورد في القرآن ، ففصّلت مثلا عدد الركعات ومستحبّات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الصلاة ومكروهاتها ونواقضها وغير ذلك كثير. وأنا الآن أريد منك ولو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حديثا واحداً يوصي فيه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>بأن خلافته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تكون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بالشورى ، لأنّ مراد الآيتين المذكورتين ليس خلافته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ولا مسألة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الحكم في الإسلام؟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معلّقاً : رويدك إنني أقصد بالشورى أنّ الرسول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لم يوص </w:t>
      </w:r>
      <w:r w:rsidR="00EA3C94">
        <w:rPr>
          <w:rFonts w:hint="cs"/>
          <w:rtl/>
        </w:rPr>
        <w:t xml:space="preserve"> </w:t>
      </w:r>
      <w:r>
        <w:rPr>
          <w:rtl/>
        </w:rPr>
        <w:t>لأحد من بعده ، وإنّما ترك لهم موضوع الشورى حلا</w:t>
      </w:r>
      <w:r>
        <w:rPr>
          <w:rFonts w:hint="cs"/>
          <w:rtl/>
        </w:rPr>
        <w:t>ًّ</w:t>
      </w:r>
      <w:r>
        <w:rPr>
          <w:rtl/>
        </w:rPr>
        <w:t xml:space="preserve"> لهذه المسألة ، وقد قام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بها الصحابة ممن بعده على أحسن وجه ، هذا كان قصدي من وجود </w:t>
      </w:r>
      <w:r w:rsidR="00EA3C94">
        <w:rPr>
          <w:rFonts w:hint="cs"/>
          <w:rtl/>
        </w:rPr>
        <w:t xml:space="preserve"> </w:t>
      </w:r>
      <w:r>
        <w:rPr>
          <w:rtl/>
        </w:rPr>
        <w:t>الشورى في السنّة.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قال صديقي وابتسامة عريضة تطبع ملامح وجهه : لنفترض أن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الرسول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لم يوص لأحد ، هل قال لنا حديثا يقول فيه :« إنّي لا أعيّن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أحداً من بعدي لكن الأمر بينكم شورى »؟</w:t>
      </w:r>
    </w:p>
    <w:p w:rsidR="00950294" w:rsidRDefault="008C4947" w:rsidP="00F122A7">
      <w:pPr>
        <w:pStyle w:val="libLine"/>
        <w:rPr>
          <w:rtl/>
        </w:rPr>
      </w:pPr>
      <w:r w:rsidRPr="00B0205B">
        <w:rPr>
          <w:rStyle w:val="libBold2Char"/>
          <w:rtl/>
        </w:rPr>
        <w:t xml:space="preserve">ثمّ لو قال كذلكـوالواقع لم يرد لنا شيء بهذاـهل بيّن حدود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الشورى؟! يعني هل تشمل جميع شعب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الذي تركه ، أم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تختصّ بالمهاجرين فقط ، أو بالمهاجرين والأنصار ، أم هي خاصّة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آل عمران : 159.</w:t>
      </w:r>
    </w:p>
    <w:p w:rsidR="008C4947" w:rsidRPr="00FC5713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FC5713">
        <w:rPr>
          <w:rtl/>
        </w:rPr>
        <w:lastRenderedPageBreak/>
        <w:t>لأصحاب بدر؟!</w:t>
      </w:r>
    </w:p>
    <w:p w:rsidR="008C4947" w:rsidRPr="00FC5713" w:rsidRDefault="008C4947" w:rsidP="00B0205B">
      <w:pPr>
        <w:pStyle w:val="libBold2"/>
        <w:rPr>
          <w:rtl/>
        </w:rPr>
      </w:pPr>
      <w:r w:rsidRPr="00FC5713">
        <w:rPr>
          <w:rtl/>
        </w:rPr>
        <w:t xml:space="preserve">ثم من الذي له صلاحيّة ترشيح الفرد الّذي سيتشاور حوله </w:t>
      </w:r>
      <w:r w:rsidR="00EA3C94">
        <w:rPr>
          <w:rFonts w:hint="cs"/>
          <w:rtl/>
        </w:rPr>
        <w:t xml:space="preserve"> </w:t>
      </w:r>
      <w:r w:rsidRPr="00FC5713">
        <w:rPr>
          <w:rtl/>
        </w:rPr>
        <w:t xml:space="preserve">المسلمون ، هل كلّ الأصناف التي ذكرناها؟ وما هي الشروط التي لابدّ </w:t>
      </w:r>
      <w:r w:rsidR="00EA3C94">
        <w:rPr>
          <w:rFonts w:hint="cs"/>
          <w:rtl/>
        </w:rPr>
        <w:t xml:space="preserve"> </w:t>
      </w:r>
      <w:r w:rsidRPr="00FC5713">
        <w:rPr>
          <w:rtl/>
        </w:rPr>
        <w:t xml:space="preserve">أن تتوفّر في المرَشَّح ، هل أنه أعلم الصحابة ، أم أشجعهم ، أم أحلمهم </w:t>
      </w:r>
      <w:r w:rsidR="00EA3C94">
        <w:rPr>
          <w:rFonts w:hint="cs"/>
          <w:rtl/>
        </w:rPr>
        <w:t xml:space="preserve"> </w:t>
      </w:r>
      <w:r w:rsidRPr="00FC5713">
        <w:rPr>
          <w:rtl/>
        </w:rPr>
        <w:t>أم...؟!</w:t>
      </w:r>
    </w:p>
    <w:p w:rsidR="008C4947" w:rsidRPr="00FC5713" w:rsidRDefault="008C4947" w:rsidP="00B0205B">
      <w:pPr>
        <w:pStyle w:val="libBold2"/>
        <w:rPr>
          <w:rtl/>
        </w:rPr>
      </w:pPr>
      <w:r w:rsidRPr="00FC5713">
        <w:rPr>
          <w:rtl/>
        </w:rPr>
        <w:t xml:space="preserve">والأخطر من هذا ، إذا اختلف الصحابة حول الشخص المرشَّح ، </w:t>
      </w:r>
      <w:r w:rsidR="00EA3C94">
        <w:rPr>
          <w:rFonts w:hint="cs"/>
          <w:rtl/>
        </w:rPr>
        <w:t xml:space="preserve"> </w:t>
      </w:r>
      <w:r w:rsidRPr="00FC5713">
        <w:rPr>
          <w:rtl/>
        </w:rPr>
        <w:t xml:space="preserve">فجماعة ترتضيه وأخرى لا ترتضيه فما العمل؟ فهل يحكم كلاهما ، أم </w:t>
      </w:r>
      <w:r w:rsidR="00EA3C94">
        <w:rPr>
          <w:rFonts w:hint="cs"/>
          <w:rtl/>
        </w:rPr>
        <w:t xml:space="preserve"> </w:t>
      </w:r>
      <w:r w:rsidRPr="00FC5713">
        <w:rPr>
          <w:rtl/>
        </w:rPr>
        <w:t>يُختار ثالث؟!</w:t>
      </w:r>
    </w:p>
    <w:p w:rsidR="008C4947" w:rsidRDefault="008C4947" w:rsidP="00B0205B">
      <w:pPr>
        <w:pStyle w:val="libBold2"/>
        <w:rPr>
          <w:rtl/>
        </w:rPr>
      </w:pPr>
      <w:r w:rsidRPr="00FC5713">
        <w:rPr>
          <w:rtl/>
        </w:rPr>
        <w:t>ثم قبل هذا وذاك ، هل اختيار الحاكم بعد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هي من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صلاحية الله ورسوله ، أم من صلاحيّة الأمّة؟!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شعرت بحرج شديد وسرى الدم في أطراف أذنيّ وشعرت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بجفاف في حلقي لِمَا فاجأني به صديقي من مطر الأسئلة هذه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لكنّي ملأت نفسي حزماً وقلت له : يا أخي ، إنّ الصحابة عملوا بما </w:t>
      </w:r>
      <w:r w:rsidR="00EA3C94">
        <w:rPr>
          <w:rFonts w:hint="cs"/>
          <w:rtl/>
        </w:rPr>
        <w:t xml:space="preserve"> </w:t>
      </w:r>
      <w:r>
        <w:rPr>
          <w:rtl/>
        </w:rPr>
        <w:t>أوصى به رسول الله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فهم أقرب إليه وأكثر فهما لخصوصيّات ذلك </w:t>
      </w:r>
      <w:r w:rsidR="00EA3C94">
        <w:rPr>
          <w:rFonts w:hint="cs"/>
          <w:rtl/>
        </w:rPr>
        <w:t xml:space="preserve"> </w:t>
      </w:r>
      <w:r>
        <w:rPr>
          <w:rtl/>
        </w:rPr>
        <w:t>الزمان.</w:t>
      </w:r>
    </w:p>
    <w:p w:rsidR="008C4947" w:rsidRPr="00F122A7" w:rsidRDefault="008C4947" w:rsidP="00B0205B">
      <w:pPr>
        <w:pStyle w:val="libBold2"/>
        <w:rPr>
          <w:rStyle w:val="libPoemTiniChar0"/>
          <w:rtl/>
        </w:rPr>
      </w:pPr>
      <w:r w:rsidRPr="00FC5713">
        <w:rPr>
          <w:rtl/>
        </w:rPr>
        <w:t xml:space="preserve">قال صديقي بسرعة وبدون أيّ تفكير : إذا كان الأمر كما تقول وأنّ </w:t>
      </w:r>
      <w:r w:rsidR="00EA3C94">
        <w:rPr>
          <w:rFonts w:hint="cs"/>
          <w:rtl/>
        </w:rPr>
        <w:t xml:space="preserve"> </w:t>
      </w:r>
      <w:r w:rsidRPr="00FC5713">
        <w:rPr>
          <w:rtl/>
        </w:rPr>
        <w:t xml:space="preserve">الصحابة عملوا بالشورى ، فلماذا حدث نزاع في سقيفة بني ساعدة؟! </w:t>
      </w:r>
      <w:r w:rsidR="00EA3C94">
        <w:rPr>
          <w:rFonts w:hint="cs"/>
          <w:rtl/>
        </w:rPr>
        <w:t xml:space="preserve"> </w:t>
      </w:r>
      <w:r w:rsidRPr="00FC5713">
        <w:rPr>
          <w:rtl/>
        </w:rPr>
        <w:t xml:space="preserve">ولماذا لم تتم البيعة جهاراً في مسجد الرسول؟! بل لماذا لم يحضر من </w:t>
      </w:r>
      <w:r w:rsidR="00EA3C94">
        <w:rPr>
          <w:rFonts w:hint="cs"/>
          <w:rtl/>
        </w:rPr>
        <w:t xml:space="preserve"> </w:t>
      </w:r>
      <w:r w:rsidRPr="00FC5713">
        <w:rPr>
          <w:rtl/>
        </w:rPr>
        <w:t xml:space="preserve">المهاجرين إلى السقيفة غير ثلاثة على المشهور؟! وهم أبو بكر وعمر وأبو </w:t>
      </w:r>
      <w:r w:rsidR="00EA3C94">
        <w:rPr>
          <w:rFonts w:hint="cs"/>
          <w:rtl/>
        </w:rPr>
        <w:t xml:space="preserve"> </w:t>
      </w:r>
      <w:r w:rsidRPr="00FC5713">
        <w:rPr>
          <w:rtl/>
        </w:rPr>
        <w:t xml:space="preserve">عبيدة بن الجرّاح ، ولماذا حدث نزاع ولغط وسبٌّ وشتم ، حتّى قال عمر </w:t>
      </w:r>
      <w:r w:rsidR="00EA3C94">
        <w:rPr>
          <w:rFonts w:hint="cs"/>
          <w:rtl/>
        </w:rPr>
        <w:t xml:space="preserve"> </w:t>
      </w:r>
      <w:r w:rsidRPr="00FC5713">
        <w:rPr>
          <w:rtl/>
        </w:rPr>
        <w:t xml:space="preserve">معترضا على سعد بن عبادة الأنصاري سيّد الخزرج :«أقتلوا سعداً قتله </w:t>
      </w:r>
      <w:r w:rsidR="00EA3C94">
        <w:rPr>
          <w:rFonts w:hint="cs"/>
          <w:rtl/>
        </w:rPr>
        <w:t xml:space="preserve"> 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 w:rsidRPr="00B0205B">
        <w:rPr>
          <w:rStyle w:val="libBold2Char"/>
          <w:rtl/>
        </w:rPr>
        <w:lastRenderedPageBreak/>
        <w:t>الله»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هل تكون الشورى بهكذا كيفية؟! ولماذا تخلّف عليّ بن أبي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طالب عن بيعة أبي بكر ولم يحضرها ولم يرتضيها ، كما لم يحضرها كلّ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بني هاشم والزّبير وسعد بن عبادة وغيرهم كثير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 xml:space="preserve">؟! والأعجب من هذا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كلّه أنّ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>مسجّى في بيته ولم يدفن بعد!!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ولو كانت بيعة أبي بكر صحيحة ، فلماذا يصفها عمر بأنّها«كانت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فلتة ولكن وقى الله شرّها»</w:t>
      </w:r>
      <w:r w:rsidRPr="00F122A7">
        <w:rPr>
          <w:rStyle w:val="libFootnotenumChar"/>
          <w:rtl/>
        </w:rPr>
        <w:t>(3)</w:t>
      </w:r>
      <w:r w:rsidRPr="00B0205B">
        <w:rPr>
          <w:rStyle w:val="libBold2Char"/>
          <w:rtl/>
        </w:rPr>
        <w:t>؟!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وأمّا بيعة عمر فحدّث ولا حرج فلم يُشاوَر فيها أحد من المسلمين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أصلا ، حيث أوصى أبو بكر لعمر بالخلافة من بعده ، تماما كما كان أوّل من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بايع أبا بكر هو عمر يوم السقيفة. وإنّنا على العكس نجد المسلمين ومنهم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أكابر الصحابة تشاءموا من بيعة عمر ، حتّى أنهم لاموا أبابكر وقالوا له :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ماذا تقول لربّك غدا حيث كرهوا من عمر خشونته وغلظته وأنّ الخلافة لا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تصلح له</w:t>
      </w:r>
      <w:r w:rsidRPr="00F122A7">
        <w:rPr>
          <w:rStyle w:val="libFootnotenumChar"/>
          <w:rtl/>
        </w:rPr>
        <w:t>(4)</w:t>
      </w:r>
      <w:r w:rsidRPr="00B0205B">
        <w:rPr>
          <w:rStyle w:val="libBold2Char"/>
          <w:rtl/>
        </w:rPr>
        <w:t>.</w:t>
      </w:r>
    </w:p>
    <w:p w:rsidR="00950294" w:rsidRDefault="008C4947" w:rsidP="00950294">
      <w:pPr>
        <w:pStyle w:val="libBold2"/>
        <w:rPr>
          <w:rtl/>
        </w:rPr>
      </w:pPr>
      <w:r w:rsidRPr="00FB0F0E">
        <w:rPr>
          <w:rtl/>
        </w:rPr>
        <w:t xml:space="preserve">ونأتي الآن إلى قمّة التعاطي الديمقراطي الذي تقول به ، وأقصد </w:t>
      </w:r>
      <w:r w:rsidR="00EA3C94">
        <w:rPr>
          <w:rFonts w:hint="cs"/>
          <w:rtl/>
        </w:rPr>
        <w:t xml:space="preserve"> </w:t>
      </w:r>
      <w:r w:rsidRPr="00FB0F0E">
        <w:rPr>
          <w:rtl/>
        </w:rPr>
        <w:t xml:space="preserve">شورى عمر لنرى هل كانت فِعلاً شورى كما يلتزم بها أهل السنّة كنظرية </w:t>
      </w:r>
      <w:r w:rsidR="00EA3C94">
        <w:rPr>
          <w:rFonts w:hint="cs"/>
          <w:rtl/>
        </w:rPr>
        <w:t xml:space="preserve"> </w:t>
      </w:r>
      <w:r w:rsidRPr="00FB0F0E">
        <w:rPr>
          <w:rtl/>
        </w:rPr>
        <w:t>في الحكم أم لا؟!</w:t>
      </w:r>
    </w:p>
    <w:p w:rsidR="00950294" w:rsidRDefault="008C4947" w:rsidP="00950294">
      <w:pPr>
        <w:pStyle w:val="libBold2"/>
        <w:rPr>
          <w:rtl/>
        </w:rPr>
      </w:pPr>
      <w:r w:rsidRPr="00FB0F0E">
        <w:rPr>
          <w:rtl/>
        </w:rPr>
        <w:t xml:space="preserve">واصل صديقي كلامه : من المعلوم أنّ عمر بن الخطّاب كان قد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أنظر : صحيح البخاري 5 / 8 ، مسند أحمد : مسند عمر بن الخطاب حديث 393.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أنظر : العقد الفريد لابن عبد ربه الأندلسي 4 / 259 ، الإمامة والسياسة لابن قتيبة </w:t>
      </w:r>
      <w:r w:rsidR="00EA3C94">
        <w:rPr>
          <w:rFonts w:hint="cs"/>
          <w:rtl/>
        </w:rPr>
        <w:t xml:space="preserve"> </w:t>
      </w:r>
      <w:r>
        <w:rPr>
          <w:rtl/>
        </w:rPr>
        <w:t>1 / 27 ـ 28.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أنظر : صحيح البخاري 4 / 111 ، الكامل في التاريخ 2 / 327 ، مسند أحمد : حديث </w:t>
      </w:r>
      <w:r w:rsidR="00EA3C94">
        <w:rPr>
          <w:rFonts w:hint="cs"/>
          <w:rtl/>
        </w:rPr>
        <w:t xml:space="preserve"> </w:t>
      </w:r>
      <w:r>
        <w:rPr>
          <w:rtl/>
        </w:rPr>
        <w:t>السقيفة 1 / 193.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أنظر : الصواعق المحرقة : 78 ، الكامل في التاريخ 2 / 425.</w:t>
      </w:r>
    </w:p>
    <w:p w:rsidR="008C4947" w:rsidRPr="00D50AC3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D50AC3">
        <w:rPr>
          <w:rtl/>
        </w:rPr>
        <w:lastRenderedPageBreak/>
        <w:t xml:space="preserve">عيّن ستّة من الصحابة ورشّحهم لتولّي مركز قيادة الأمة من بعده ، وهؤلاء </w:t>
      </w:r>
      <w:r w:rsidR="00EA3C94">
        <w:rPr>
          <w:rFonts w:hint="cs"/>
          <w:rtl/>
        </w:rPr>
        <w:t xml:space="preserve"> </w:t>
      </w:r>
      <w:r w:rsidRPr="00D50AC3">
        <w:rPr>
          <w:rtl/>
        </w:rPr>
        <w:t xml:space="preserve">الستّة هم : عليّ بن أبي طالب ، عبدالرحمن بن عوف ، سعد بن أبي </w:t>
      </w:r>
      <w:r w:rsidR="00EA3C94">
        <w:rPr>
          <w:rFonts w:hint="cs"/>
          <w:rtl/>
        </w:rPr>
        <w:t xml:space="preserve"> </w:t>
      </w:r>
      <w:r w:rsidRPr="00D50AC3">
        <w:rPr>
          <w:rtl/>
        </w:rPr>
        <w:t>وقّاص ، عثمان بن عفّان ، طلحة بن عبيد الله ، الزبير بن العوّام.</w:t>
      </w:r>
    </w:p>
    <w:p w:rsidR="008C4947" w:rsidRPr="00D50AC3" w:rsidRDefault="008C4947" w:rsidP="00B0205B">
      <w:pPr>
        <w:pStyle w:val="libBold2"/>
        <w:rPr>
          <w:rtl/>
        </w:rPr>
      </w:pPr>
      <w:r w:rsidRPr="00D50AC3">
        <w:rPr>
          <w:rtl/>
        </w:rPr>
        <w:t xml:space="preserve">وهنا نسأل : من الذي أعطى الصلاحية في ترشيح هؤلاء؟ هل </w:t>
      </w:r>
      <w:r w:rsidR="00EA3C94">
        <w:rPr>
          <w:rFonts w:hint="cs"/>
          <w:rtl/>
        </w:rPr>
        <w:t xml:space="preserve"> </w:t>
      </w:r>
      <w:r w:rsidRPr="00D50AC3">
        <w:rPr>
          <w:rtl/>
        </w:rPr>
        <w:t xml:space="preserve">شاور بقية الصحابة ، أو على الأقل أفاضل الصحابة فأشاروا عليه بهم؟ </w:t>
      </w:r>
      <w:r w:rsidR="00EA3C94">
        <w:rPr>
          <w:rFonts w:hint="cs"/>
          <w:rtl/>
        </w:rPr>
        <w:t xml:space="preserve"> </w:t>
      </w:r>
      <w:r w:rsidRPr="00D50AC3">
        <w:rPr>
          <w:rtl/>
        </w:rPr>
        <w:t>وهذا طبعا لم يثبت ولم يحدث.</w:t>
      </w:r>
    </w:p>
    <w:p w:rsidR="008C4947" w:rsidRDefault="008C4947" w:rsidP="00B0205B">
      <w:pPr>
        <w:pStyle w:val="libBold2"/>
        <w:rPr>
          <w:rtl/>
        </w:rPr>
      </w:pPr>
      <w:r w:rsidRPr="00D50AC3">
        <w:rPr>
          <w:rtl/>
        </w:rPr>
        <w:t>ثم لماذا لم يفعل عمر وكذا أبو بكر من قبله فعل رسول الله</w:t>
      </w:r>
      <w:r w:rsidRPr="00B0205B">
        <w:rPr>
          <w:rStyle w:val="libAlaemChar"/>
          <w:rtl/>
        </w:rPr>
        <w:t>صلى‌الله‌عليه‌وآله‌وسلم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ـحسب نظرية الشورىـفيترك الأمر للمسلمين بعد وفاته؟! فإذا كان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الرسول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قد جاء بهذه النظرية وأنّ الخلافة تُحدَّد بالشورى بعد موته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فهلاّ التزم صاحباه بذلك؟! لماذا أعرضا عن سنّة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وعيّنا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قبل موتهما ، مع أنه ـ حسب الافتراض ـ ليس لهم هكذا حق!!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معترضا على حملة صديقي الكلاميّة : يا أخي ، عمر ومن قبله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أبو بكر كان خليفة وهذا من حقّ الخليفة ، لأنه من أدرى الناس بالصالح </w:t>
      </w:r>
      <w:r w:rsidR="00EA3C94">
        <w:rPr>
          <w:rFonts w:hint="cs"/>
          <w:rtl/>
        </w:rPr>
        <w:t xml:space="preserve"> </w:t>
      </w:r>
      <w:r>
        <w:rPr>
          <w:rtl/>
        </w:rPr>
        <w:t>والطالح.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>أجابني صديقي بنبرة غاضبة : ورسول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لم يكن يدري من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الأصلح فيرشّحه!!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: إنّ عصر وظروف زمن الرسول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اختلفت عن زمن أبي </w:t>
      </w:r>
      <w:r w:rsidR="00EA3C94">
        <w:rPr>
          <w:rFonts w:hint="cs"/>
          <w:rtl/>
        </w:rPr>
        <w:t xml:space="preserve"> </w:t>
      </w:r>
      <w:r>
        <w:rPr>
          <w:rtl/>
        </w:rPr>
        <w:t>بكر وعمر.</w:t>
      </w:r>
    </w:p>
    <w:p w:rsidR="008C4947" w:rsidRPr="00D50AC3" w:rsidRDefault="008C4947" w:rsidP="00B0205B">
      <w:pPr>
        <w:pStyle w:val="libBold2"/>
        <w:rPr>
          <w:rtl/>
        </w:rPr>
      </w:pPr>
      <w:r w:rsidRPr="00D50AC3">
        <w:rPr>
          <w:rtl/>
        </w:rPr>
        <w:t xml:space="preserve">قال : والآن الظروف اختلفت ، وقبلنا كذلك ، وعليه يكون لكلّ </w:t>
      </w:r>
      <w:r w:rsidR="00EA3C94">
        <w:rPr>
          <w:rFonts w:hint="cs"/>
          <w:rtl/>
        </w:rPr>
        <w:t xml:space="preserve"> </w:t>
      </w:r>
      <w:r w:rsidRPr="00D50AC3">
        <w:rPr>
          <w:rtl/>
        </w:rPr>
        <w:t>عصر نظرية!!</w:t>
      </w:r>
    </w:p>
    <w:p w:rsidR="008C4947" w:rsidRPr="00F122A7" w:rsidRDefault="008C4947" w:rsidP="00B0205B">
      <w:pPr>
        <w:pStyle w:val="libBold2"/>
        <w:rPr>
          <w:rStyle w:val="libPoemTiniChar0"/>
          <w:rtl/>
        </w:rPr>
      </w:pPr>
      <w:r w:rsidRPr="00D50AC3">
        <w:rPr>
          <w:rtl/>
        </w:rPr>
        <w:t xml:space="preserve">يا أخي ، رُبَّ عذر أقبح من ذنب ، إنّ الإسلام والقرآن الذي يقول : </w:t>
      </w:r>
      <w:r w:rsidR="00EA3C94">
        <w:rPr>
          <w:rFonts w:hint="cs"/>
          <w:rtl/>
        </w:rPr>
        <w:t xml:space="preserve"> 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 w:rsidRPr="00B0205B">
        <w:rPr>
          <w:rStyle w:val="libAlaemChar"/>
          <w:rtl/>
        </w:rPr>
        <w:lastRenderedPageBreak/>
        <w:t>(</w:t>
      </w:r>
      <w:r w:rsidRPr="00B0205B">
        <w:rPr>
          <w:rStyle w:val="libAieChar"/>
          <w:rFonts w:hint="cs"/>
          <w:rtl/>
        </w:rPr>
        <w:t xml:space="preserve"> مَّا فَرَّطْنَا فِي الْكِتَابِ مِن شَيْءٍ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 ، جاء بنظرية كاملة في الحكم وفي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غير الحكم ، فإذا كانت هذه النظرية هي الشورى كما تدّعي ، فلا بدّ وأن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تكون قائمة ثابتة مهما اختلفت الأزمان والأمكنة ، فهل يمكن أن نأتي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الآن ونقولـكما يقول البعضـإنّ الإفطار في شهر رمضان للمسافر حرام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لأنّ وسائل السفر الآن مريحة ومكيّفة ولم يعد السفر شاقّا كما كان من قبل ،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وبذلك نضرب بقوله تعالى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وَمَن كَانَ مَرِيضًا أَوْ عَلَىٰ سَفَرٍ فَعِدَّةٌ مِّنْ أَيَّامٍ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أُخَرَ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 xml:space="preserve"> ، والآية فضلا عن هذا ليست منسوخة.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ولنعد الآن إلى مسألة شورى عمر ، فإنّ عمر بن الخطّاب قال عند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مرضه :« لو أدركت أبا عبيدة بن الجرّاح باقيا استخلفته وولّيته... ولو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أدركت معاذ بن جبل استخلفته... ولو أدركت خالد بن الوليد لولّيته... »</w:t>
      </w:r>
      <w:r w:rsidRPr="00F122A7">
        <w:rPr>
          <w:rStyle w:val="libFootnotenumChar"/>
          <w:rtl/>
        </w:rPr>
        <w:t>(3)</w:t>
      </w:r>
      <w:r w:rsidRPr="00B0205B">
        <w:rPr>
          <w:rStyle w:val="libBold2Char"/>
          <w:rtl/>
        </w:rPr>
        <w:t xml:space="preserve"> ،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وفي قول آخر :« لو أدركت سالم مولى أبي حذيفة لولّيته »</w:t>
      </w:r>
      <w:r w:rsidRPr="00F122A7">
        <w:rPr>
          <w:rStyle w:val="libFootnotenumChar"/>
          <w:rtl/>
        </w:rPr>
        <w:t>(4)</w:t>
      </w:r>
      <w:r w:rsidRPr="00B0205B">
        <w:rPr>
          <w:rStyle w:val="libBold2Char"/>
          <w:rtl/>
        </w:rPr>
        <w:t xml:space="preserve">. فلو كان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واحد هؤلاء حيّا لما فكّر في الشّورى أصلاً ولضرب بها عرض الحائط.</w:t>
      </w:r>
    </w:p>
    <w:p w:rsidR="00950294" w:rsidRDefault="008C4947" w:rsidP="00F122A7">
      <w:pPr>
        <w:pStyle w:val="libLine"/>
        <w:rPr>
          <w:rStyle w:val="libBold2Char"/>
          <w:rtl/>
        </w:rPr>
      </w:pPr>
      <w:r w:rsidRPr="00B0205B">
        <w:rPr>
          <w:rStyle w:val="libBold2Char"/>
          <w:rtl/>
        </w:rPr>
        <w:t xml:space="preserve">وقول عمر حول هؤلاء الستّة :« ولكنّي سأستخلف النفر الذين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توفّي رسول الله وهو عنهم راض » 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5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>. فهل يعني هذا أنّ البقية من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الأنعام : 38.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سورة البقرة : 185.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أنظر : تاريخ الطبري 4 / 227 ، الكامل في التاريخ 3 / 65 مع اختلاف يسير في الألفاظ ، </w:t>
      </w:r>
      <w:r w:rsidR="00EA3C94">
        <w:rPr>
          <w:rFonts w:hint="cs"/>
          <w:rtl/>
        </w:rPr>
        <w:t xml:space="preserve"> </w:t>
      </w:r>
      <w:r>
        <w:rPr>
          <w:rtl/>
        </w:rPr>
        <w:t>الإمامة والسياسة لابن قتيبة الدينوري 1 / 42.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مسند أحمد بن حنبل : مسند عمر حديث رقم 130 ، تاريخ الطبري 4 / 227 ، والكامل في </w:t>
      </w:r>
      <w:r w:rsidR="00EA3C94">
        <w:rPr>
          <w:rFonts w:hint="cs"/>
          <w:rtl/>
        </w:rPr>
        <w:t xml:space="preserve"> </w:t>
      </w:r>
      <w:r>
        <w:rPr>
          <w:rtl/>
        </w:rPr>
        <w:t>التاريخ 3 / 65.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5)</w:t>
      </w:r>
      <w:r>
        <w:rPr>
          <w:rtl/>
        </w:rPr>
        <w:t xml:space="preserve"> أنظر : طبقات ابن سعد 3 / 248 ترجمة عمر ، تاريخ الطبري 4 / 228 ، الكامل في التاريخ </w:t>
      </w:r>
      <w:r w:rsidR="00EA3C94">
        <w:rPr>
          <w:rFonts w:hint="cs"/>
          <w:rtl/>
        </w:rPr>
        <w:t xml:space="preserve"> </w:t>
      </w:r>
      <w:r>
        <w:rPr>
          <w:rtl/>
        </w:rPr>
        <w:t>3 / 65.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 w:rsidRPr="00B0205B">
        <w:rPr>
          <w:rStyle w:val="libBold2Char"/>
          <w:rtl/>
        </w:rPr>
        <w:lastRenderedPageBreak/>
        <w:t>الصحابة قد مات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وهو عنهم غضبان؟! وإذا لم يكن الأمر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كذلك فأين أبوذرّ الذي قال فيه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 :« ما أظلّت الخضراء ولا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أقلّت الغبراء على ذي لهجة أصدق من أبي ذرّ »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1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 xml:space="preserve">؟! وأين عمار بن ياسر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الذي كان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يسمّيه بالطيّب ابن الطيّب ، أو بالطيّب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المطَيّب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2</w:t>
      </w:r>
      <w:r w:rsidRPr="00F122A7">
        <w:rPr>
          <w:rStyle w:val="libFootnotenumChar"/>
          <w:rtl/>
        </w:rPr>
        <w:t>)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وبعد مدح أُولئك الستّة يقول :« إن استقام أمر خمسة منكم وخالف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واحد فاضربوا عنقه ، وإن استقام أربعة واختلف اثنان فاضربوا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أعناقهما »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3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 xml:space="preserve">! مرحى لهذه الشورى ، ومرحى لهذه الديمقراطية ، عجيب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أمر عمر! كيف يقتل رجلا</w:t>
      </w:r>
      <w:r w:rsidRPr="00B0205B">
        <w:rPr>
          <w:rStyle w:val="libBold2Char"/>
          <w:rFonts w:hint="cs"/>
          <w:rtl/>
        </w:rPr>
        <w:t>ً</w:t>
      </w:r>
      <w:r w:rsidRPr="00B0205B">
        <w:rPr>
          <w:rStyle w:val="libBold2Char"/>
          <w:rtl/>
        </w:rPr>
        <w:t xml:space="preserve"> أو رجلين لا ذنب لهما ، بل أنّ رسول الله</w:t>
      </w:r>
      <w:r w:rsidRPr="00B0205B">
        <w:rPr>
          <w:rStyle w:val="libAlaemChar"/>
          <w:rtl/>
        </w:rPr>
        <w:t>صلى‌الله‌عليه‌وآله‌وسلم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مات راض عن الجميع حسب قول عمر!!</w:t>
      </w:r>
    </w:p>
    <w:p w:rsidR="008C4947" w:rsidRDefault="008C4947" w:rsidP="00B0205B">
      <w:pPr>
        <w:pStyle w:val="libBold2"/>
        <w:rPr>
          <w:rtl/>
        </w:rPr>
      </w:pPr>
      <w:r w:rsidRPr="00505D56">
        <w:rPr>
          <w:rtl/>
        </w:rPr>
        <w:t xml:space="preserve">وهل جُعلت الشورى إلاّ للتشاور؟! والإختلاف أمر بديهي بل </w:t>
      </w:r>
      <w:r w:rsidR="00EA3C94">
        <w:rPr>
          <w:rFonts w:hint="cs"/>
          <w:rtl/>
        </w:rPr>
        <w:t xml:space="preserve"> </w:t>
      </w:r>
      <w:r w:rsidRPr="00505D56">
        <w:rPr>
          <w:rtl/>
        </w:rPr>
        <w:t xml:space="preserve">لازم ، وإلاّ فلماذا الشّورى لو كان كلّ النّاس متفقين على رجل واحد أو </w:t>
      </w:r>
      <w:r w:rsidR="00EA3C94">
        <w:rPr>
          <w:rFonts w:hint="cs"/>
          <w:rtl/>
        </w:rPr>
        <w:t xml:space="preserve"> </w:t>
      </w:r>
      <w:r w:rsidRPr="00505D56">
        <w:rPr>
          <w:rtl/>
        </w:rPr>
        <w:t>مفروض عليهم شخص معيّن؟!</w:t>
      </w:r>
    </w:p>
    <w:p w:rsidR="00950294" w:rsidRDefault="008C4947" w:rsidP="00950294">
      <w:pPr>
        <w:pStyle w:val="libBold2"/>
        <w:rPr>
          <w:rtl/>
        </w:rPr>
      </w:pPr>
      <w:r w:rsidRPr="00505D56">
        <w:rPr>
          <w:rtl/>
        </w:rPr>
        <w:t>بل أنّ عمر أوصى بأكثر من ذلك ، حيث جعل خمسين رجلا</w:t>
      </w:r>
      <w:r>
        <w:rPr>
          <w:rFonts w:hint="cs"/>
          <w:rtl/>
        </w:rPr>
        <w:t>ً</w:t>
      </w:r>
      <w:r w:rsidRPr="00505D56">
        <w:rPr>
          <w:rtl/>
        </w:rPr>
        <w:t xml:space="preserve"> ليضربوا </w:t>
      </w:r>
      <w:r w:rsidR="00EA3C94">
        <w:rPr>
          <w:rFonts w:hint="cs"/>
          <w:rtl/>
        </w:rPr>
        <w:t xml:space="preserve"> </w:t>
      </w:r>
      <w:r w:rsidRPr="00505D56">
        <w:rPr>
          <w:rtl/>
        </w:rPr>
        <w:t>أعناق الجميع إن مضت ثلاثة أيام ولم يختاروا أحدا!</w:t>
      </w:r>
    </w:p>
    <w:p w:rsidR="00950294" w:rsidRDefault="008C4947" w:rsidP="00950294">
      <w:pPr>
        <w:pStyle w:val="libBold2"/>
        <w:rPr>
          <w:rtl/>
        </w:rPr>
      </w:pPr>
      <w:r w:rsidRPr="00505D56">
        <w:rPr>
          <w:rtl/>
        </w:rPr>
        <w:t xml:space="preserve">ونعجب أكثر عندما يقول عمر : « وإن استقرّ ثلاثة واختلف ثلاثة » </w:t>
      </w:r>
      <w:r w:rsidR="00EA3C94">
        <w:rPr>
          <w:rFonts w:hint="cs"/>
          <w:rtl/>
        </w:rPr>
        <w:t xml:space="preserve"> </w:t>
      </w:r>
      <w:r w:rsidRPr="00505D56">
        <w:rPr>
          <w:rtl/>
        </w:rPr>
        <w:t>ـوذاك مستحيل لأنّ طلحة كان في سفر خارج المدينةـ« فكونوا مع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1)</w:t>
      </w:r>
      <w:r>
        <w:rPr>
          <w:rtl/>
        </w:rPr>
        <w:t xml:space="preserve"> طبقات ابن سعد : ترجمة أبي ذرّ الغفاري.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2)</w:t>
      </w:r>
      <w:r>
        <w:rPr>
          <w:rtl/>
        </w:rPr>
        <w:t xml:space="preserve"> أنظر : سنن ابن ماجة 1 / 52 فضائل عمار بن ياسر.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3)</w:t>
      </w:r>
      <w:r>
        <w:rPr>
          <w:rtl/>
        </w:rPr>
        <w:t xml:space="preserve"> أنظر : تاريخ الطبري 4 / 229 ، طبقات ابن سعد 3 / 247.</w:t>
      </w:r>
    </w:p>
    <w:p w:rsidR="008C4947" w:rsidRPr="00505D56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505D56">
        <w:rPr>
          <w:rtl/>
        </w:rPr>
        <w:lastRenderedPageBreak/>
        <w:t xml:space="preserve">الذين فيهم عبدالرحمن بن عوف »!! فهل نفهم من هذا أنّ عمر يريد </w:t>
      </w:r>
      <w:r w:rsidR="00EA3C94">
        <w:rPr>
          <w:rFonts w:hint="cs"/>
          <w:rtl/>
        </w:rPr>
        <w:t xml:space="preserve"> </w:t>
      </w:r>
      <w:r w:rsidRPr="00505D56">
        <w:rPr>
          <w:rtl/>
        </w:rPr>
        <w:t xml:space="preserve">صراحة أن يقول إنّ الخليفة هو من يرتضيه عبدالرحمن؟! وإذا كان كذلك </w:t>
      </w:r>
      <w:r w:rsidR="00EA3C94">
        <w:rPr>
          <w:rFonts w:hint="cs"/>
          <w:rtl/>
        </w:rPr>
        <w:t xml:space="preserve"> </w:t>
      </w:r>
      <w:r w:rsidRPr="00505D56">
        <w:rPr>
          <w:rtl/>
        </w:rPr>
        <w:t>فلماذا هذا اللّف والدوران!</w:t>
      </w:r>
    </w:p>
    <w:p w:rsidR="008C4947" w:rsidRDefault="008C4947" w:rsidP="00B0205B">
      <w:pPr>
        <w:pStyle w:val="libBold2"/>
        <w:rPr>
          <w:rtl/>
        </w:rPr>
      </w:pPr>
      <w:r w:rsidRPr="00505D56">
        <w:rPr>
          <w:rtl/>
        </w:rPr>
        <w:t xml:space="preserve">وتعال معي واقرأ ما يقوله عمر في هؤلاء الستّة الذين قال فيهم </w:t>
      </w:r>
      <w:r w:rsidR="00EA3C94">
        <w:rPr>
          <w:rFonts w:hint="cs"/>
          <w:rtl/>
        </w:rPr>
        <w:t xml:space="preserve"> </w:t>
      </w:r>
      <w:r w:rsidRPr="00505D56">
        <w:rPr>
          <w:rtl/>
        </w:rPr>
        <w:t>بنفسه إنهم ممّن مات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>وهو عنهم راض</w:t>
      </w:r>
      <w:r w:rsidRPr="00B0205B">
        <w:rPr>
          <w:rStyle w:val="libBold2Char"/>
          <w:rFonts w:hint="cs"/>
          <w:rtl/>
        </w:rPr>
        <w:t>ٍ</w:t>
      </w:r>
      <w:r w:rsidRPr="00B0205B">
        <w:rPr>
          <w:rStyle w:val="libBold2Char"/>
          <w:rtl/>
        </w:rPr>
        <w:t xml:space="preserve"> ، لترى التناقض.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قال عمر :« والله ما يمنعني أن أستخلفك يا سعد إلاّ شدّتك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وغلظتك ، مع أنك رجل حرب. وما يمنعني منك يا عبدالرحمن إلاّ أنّك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فرعون هذه الأمّة!!! وما يمنعني منك يا زبير إلاّ أنّك مؤمن الرضا ، كافر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الغضب. وما يمنعني من طلحة إلاّ نخوته وكبره ، ولو وَلِيَها وضع خاتمه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في إصبع امرأته. وما يمنعني منك يا عثمان إلاّ عصبيّتك وحبّك قومك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وأهلك »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ـوهذا ما حدث فيما بعد وجرّ إلى قتل عثمانـ« وما يمنعني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منك يا عليّ إلاّ حرصك عليها وإنّك أحرى القوم إن وليتها أن تقيم على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الحقّ المبين والصراط المستقيم »</w:t>
      </w:r>
      <w:r w:rsidRPr="00F122A7">
        <w:rPr>
          <w:rStyle w:val="libFootnotenumChar"/>
          <w:rtl/>
        </w:rPr>
        <w:t>(2)</w:t>
      </w:r>
      <w:r>
        <w:rPr>
          <w:rtl/>
        </w:rPr>
        <w:t>.</w:t>
      </w:r>
    </w:p>
    <w:p w:rsidR="008C4947" w:rsidRPr="00505D56" w:rsidRDefault="008C4947" w:rsidP="00B0205B">
      <w:pPr>
        <w:pStyle w:val="libBold2"/>
        <w:rPr>
          <w:rtl/>
        </w:rPr>
      </w:pPr>
      <w:r w:rsidRPr="00505D56">
        <w:rPr>
          <w:rtl/>
        </w:rPr>
        <w:t xml:space="preserve">ونقول لعمر : إذا كان هؤلاء كما وصفت فعلا ، فلماذا رشّحتهم </w:t>
      </w:r>
      <w:r w:rsidR="00EA3C94">
        <w:rPr>
          <w:rFonts w:hint="cs"/>
          <w:rtl/>
        </w:rPr>
        <w:t xml:space="preserve"> </w:t>
      </w:r>
      <w:r w:rsidRPr="00505D56">
        <w:rPr>
          <w:rtl/>
        </w:rPr>
        <w:t>للخلافة؟!</w:t>
      </w:r>
    </w:p>
    <w:p w:rsidR="008C4947" w:rsidRPr="00505D56" w:rsidRDefault="008C4947" w:rsidP="00B0205B">
      <w:pPr>
        <w:pStyle w:val="libBold2"/>
        <w:rPr>
          <w:rtl/>
        </w:rPr>
      </w:pPr>
      <w:r w:rsidRPr="00505D56">
        <w:rPr>
          <w:rtl/>
        </w:rPr>
        <w:t xml:space="preserve">ولكي تعلم أنّ المسألة كلّها لا تعدو أن تكون لعبة سياسيّة لكنّها </w:t>
      </w:r>
      <w:r w:rsidR="00EA3C94">
        <w:rPr>
          <w:rFonts w:hint="cs"/>
          <w:rtl/>
        </w:rPr>
        <w:t xml:space="preserve"> </w:t>
      </w:r>
      <w:r w:rsidRPr="00505D56">
        <w:rPr>
          <w:rtl/>
        </w:rPr>
        <w:t xml:space="preserve">ليست ماهرة بقدر ما هي غادرة ، أنظر ما صار إليه الأمر في الشورى بعد </w:t>
      </w:r>
      <w:r w:rsidR="00EA3C94">
        <w:rPr>
          <w:rFonts w:hint="cs"/>
          <w:rtl/>
        </w:rPr>
        <w:t xml:space="preserve"> </w:t>
      </w:r>
      <w:r w:rsidRPr="00505D56">
        <w:rPr>
          <w:rtl/>
        </w:rPr>
        <w:t xml:space="preserve">وفاة عمر ، فقد بقي فقط مرشّحان اثنان بعد أن تنحّى منها عبدالرحمن بن </w:t>
      </w:r>
      <w:r w:rsidR="00EA3C94">
        <w:rPr>
          <w:rFonts w:hint="cs"/>
          <w:rtl/>
        </w:rPr>
        <w:t xml:space="preserve"> </w:t>
      </w:r>
      <w:r w:rsidRPr="00505D56">
        <w:rPr>
          <w:rtl/>
        </w:rPr>
        <w:t>عوف وسعد بن أبي وقّاص وزكّى الزبير عليّا ، وعليه بقي عثمان وعليّ.</w:t>
      </w:r>
    </w:p>
    <w:p w:rsidR="008C4947" w:rsidRPr="00C413AD" w:rsidRDefault="008C4947" w:rsidP="00F122A7">
      <w:pPr>
        <w:pStyle w:val="libLine"/>
        <w:rPr>
          <w:rtl/>
        </w:rPr>
      </w:pPr>
      <w:r w:rsidRPr="00C413AD">
        <w:rPr>
          <w:rtl/>
        </w:rPr>
        <w:t>__</w:t>
      </w:r>
      <w:r w:rsidRPr="00C413AD">
        <w:rPr>
          <w:rFonts w:hint="cs"/>
          <w:rtl/>
        </w:rPr>
        <w:t>___</w:t>
      </w:r>
      <w:r w:rsidRPr="00C413AD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الإمامة والسياسة 1 / 43.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المصدر السابق.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 w:rsidRPr="00B0205B">
        <w:rPr>
          <w:rStyle w:val="libBold2Char"/>
          <w:rtl/>
        </w:rPr>
        <w:lastRenderedPageBreak/>
        <w:t xml:space="preserve">فاشترط عبد الرحمن في المسجد والمسلمون حضور شرطا طرحه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على المرشَّحَيْن ، وهو أن يعملا بكتاب الله وسنّة رسوله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وسيرة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الشيخين أبي بكر وعمر.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وإنّي لأعجب من هذا الشرط الأخير! فإن كانت سيرة الشيخين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مطابقة لكتاب الله وسنة رسوله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فما معنى اشتراطها كشرط زائد؟!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وإن كانت مخالفة لكتاب الله وسنّة رسوله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فهو شرط مردود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مرفوض.</w:t>
      </w:r>
    </w:p>
    <w:p w:rsidR="008C4947" w:rsidRPr="00627667" w:rsidRDefault="008C4947" w:rsidP="00B0205B">
      <w:pPr>
        <w:pStyle w:val="libBold2"/>
        <w:rPr>
          <w:rtl/>
        </w:rPr>
      </w:pPr>
      <w:r w:rsidRPr="00627667">
        <w:rPr>
          <w:rtl/>
        </w:rPr>
        <w:t xml:space="preserve">ثم إنّ عبدالرحمن اشترط أن لا يولّي عثمان ولا عليّ أحدا من </w:t>
      </w:r>
      <w:r w:rsidR="00EA3C94">
        <w:rPr>
          <w:rFonts w:hint="cs"/>
          <w:rtl/>
        </w:rPr>
        <w:t xml:space="preserve"> </w:t>
      </w:r>
      <w:r w:rsidRPr="00627667">
        <w:rPr>
          <w:rtl/>
        </w:rPr>
        <w:t xml:space="preserve">قومهما إذا وصلا إلى الحكم ، فرفض عليّ وقبل عثمان الشرط. ولكن هل </w:t>
      </w:r>
      <w:r w:rsidR="00EA3C94">
        <w:rPr>
          <w:rFonts w:hint="cs"/>
          <w:rtl/>
        </w:rPr>
        <w:t xml:space="preserve"> </w:t>
      </w:r>
      <w:r w:rsidRPr="00627667">
        <w:rPr>
          <w:rtl/>
        </w:rPr>
        <w:t>وفى عثمان بذلك الشرط فعلا؟!</w:t>
      </w:r>
    </w:p>
    <w:p w:rsidR="008C4947" w:rsidRDefault="008C4947" w:rsidP="00B0205B">
      <w:pPr>
        <w:pStyle w:val="libBold2"/>
        <w:rPr>
          <w:rtl/>
        </w:rPr>
      </w:pPr>
      <w:r w:rsidRPr="00627667">
        <w:rPr>
          <w:rtl/>
        </w:rPr>
        <w:t>وبعد تعيين عثمان وتنصيبه التفت عبدالرحمن إلى عليّ وقال له :</w:t>
      </w:r>
      <w:r w:rsidR="00EA3C94">
        <w:rPr>
          <w:rFonts w:hint="cs"/>
          <w:rtl/>
        </w:rPr>
        <w:t xml:space="preserve"> </w:t>
      </w:r>
      <w:r w:rsidRPr="00627667">
        <w:rPr>
          <w:rtl/>
        </w:rPr>
        <w:t>« فلا تجعل يا علي سبيلا إلى نفسك فإنه السيف لا غير»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دائما القمع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والإجبار والتخويف ، ثم يأتي من يقول بعد هذا : إنّ شورى عمر كانت أبرز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مظاهر الديمقراطية!!</w:t>
      </w:r>
    </w:p>
    <w:p w:rsidR="008C4947" w:rsidRPr="00627667" w:rsidRDefault="008C4947" w:rsidP="00B0205B">
      <w:pPr>
        <w:pStyle w:val="libBold2"/>
        <w:rPr>
          <w:rtl/>
        </w:rPr>
      </w:pPr>
      <w:r w:rsidRPr="00627667">
        <w:rPr>
          <w:rtl/>
        </w:rPr>
        <w:t xml:space="preserve">وهكذا ترى يا صديقي أنّ المسألة كلّها تدور حول إبعاد عليّ عن </w:t>
      </w:r>
      <w:r w:rsidR="00EA3C94">
        <w:rPr>
          <w:rFonts w:hint="cs"/>
          <w:rtl/>
        </w:rPr>
        <w:t xml:space="preserve"> </w:t>
      </w:r>
      <w:r w:rsidRPr="00627667">
        <w:rPr>
          <w:rtl/>
        </w:rPr>
        <w:t xml:space="preserve">السلطة مهما كلّف الأمر ولو بالتعمية بمسألة الشورى ، وإلاّ فمن له سابقة </w:t>
      </w:r>
      <w:r w:rsidR="00EA3C94">
        <w:rPr>
          <w:rFonts w:hint="cs"/>
          <w:rtl/>
        </w:rPr>
        <w:t xml:space="preserve"> </w:t>
      </w:r>
      <w:r w:rsidRPr="00627667">
        <w:rPr>
          <w:rtl/>
        </w:rPr>
        <w:t xml:space="preserve">كسابقة عليّ؟ ومن له جهاد كجهاده؟ ومن له علم كعلمه؟ فكيف يُقدَّم من </w:t>
      </w:r>
      <w:r w:rsidR="00EA3C94">
        <w:rPr>
          <w:rFonts w:hint="cs"/>
          <w:rtl/>
        </w:rPr>
        <w:t xml:space="preserve"> </w:t>
      </w:r>
      <w:r w:rsidRPr="00627667">
        <w:rPr>
          <w:rtl/>
        </w:rPr>
        <w:t>هو دونه عليه؟!</w:t>
      </w:r>
    </w:p>
    <w:p w:rsidR="008C4947" w:rsidRDefault="008C4947" w:rsidP="00B0205B">
      <w:pPr>
        <w:pStyle w:val="libBold2"/>
        <w:rPr>
          <w:rtl/>
        </w:rPr>
      </w:pPr>
      <w:r w:rsidRPr="00627667">
        <w:rPr>
          <w:rtl/>
        </w:rPr>
        <w:t xml:space="preserve">ولهذا يقول أميرالمؤمنين عليّ 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 في « نهج البلاغة » حول هذه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المسألة :</w:t>
      </w:r>
    </w:p>
    <w:p w:rsidR="008C4947" w:rsidRPr="00627667" w:rsidRDefault="008C4947" w:rsidP="00F122A7">
      <w:pPr>
        <w:pStyle w:val="libLine"/>
        <w:rPr>
          <w:rtl/>
        </w:rPr>
      </w:pPr>
      <w:r w:rsidRPr="00627667">
        <w:rPr>
          <w:rtl/>
        </w:rPr>
        <w:t>__</w:t>
      </w:r>
      <w:r w:rsidRPr="00627667">
        <w:rPr>
          <w:rFonts w:hint="cs"/>
          <w:rtl/>
        </w:rPr>
        <w:t>___</w:t>
      </w:r>
      <w:r w:rsidRPr="0062766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الإمامة والسياسة 1 / 45.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 w:rsidRPr="00B0205B">
        <w:rPr>
          <w:rStyle w:val="libBold2Char"/>
          <w:rtl/>
        </w:rPr>
        <w:lastRenderedPageBreak/>
        <w:t xml:space="preserve">« أما والله لقد تقمَّصها ابن أبي قحافة وإنّه ليعلم أنّ محلّي منها محلّ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القطب من الرّحا ، ينحدر عنّي السيل ولا يرقى إليّ الطير ، فسدلْتُ دونها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ثوباً وطويت عنها كشحا ، وطفقت أرتئي بين أن أصول بيد جذّاء أو أصبر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على طخية عمياء ، يهرم فيها الكبير ويشيب فيها الصغير ، ويكدح فيها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مؤمن حتّى يلقى ربّه ، فرأيت أنّ الصبر على هاتا أحجى ، فصبرت وفي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العين قذى وفي الحلق شجى أرى تراثي نهْباً ، حتّى مضى الأوّل لسبيله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فأدلى بها إلى فلان بعده... فيا عجبا بينا هو يستقيلها في حياته إذ عقدها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لآخر بعد وفاتهـلشدّ ما تشطّرا ضرعيهاـفصيّرها في حوزة خشناء يغلظ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كَلْمُهَا ويخشن مسّها ويكثر العثار فيها والإعتذار منها ، فصاحبها كراكب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الصعبة إن أشنق لها خرم وإن أسلس لها تقحّم ، فمُني النّاسـلعمر اللهـ</w:t>
      </w:r>
      <w:r w:rsidR="00EA3C94">
        <w:rPr>
          <w:rStyle w:val="libBold2Char"/>
          <w:rtl/>
        </w:rPr>
        <w:t xml:space="preserve"> </w:t>
      </w:r>
      <w:r w:rsidRPr="00B0205B">
        <w:rPr>
          <w:rStyle w:val="libBold2Char"/>
          <w:rtl/>
        </w:rPr>
        <w:t xml:space="preserve">بخبط وشماس وتلوّن واعتراض فصبرت على طول المدة وشدّة المحنة ،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حتّى إذا مضى لسبيله جعلها في جماعة زعم أنّي أحدهم. فيا لله وللشورى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متى اعترض الريب فيّ مع الأوّل منهم حتّى صرت أُقرنُ إلى هذه النظائر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لكنّي أسففت إذا أسفّوا وطرت إذ طاروا ، فصغا رجل منهم لضغنه ومال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الآخر لصهره مع هن</w:t>
      </w:r>
      <w:r w:rsidRPr="00B0205B">
        <w:rPr>
          <w:rStyle w:val="libBold2Char"/>
          <w:rFonts w:hint="cs"/>
          <w:rtl/>
        </w:rPr>
        <w:t>ٍ</w:t>
      </w:r>
      <w:r w:rsidRPr="00B0205B">
        <w:rPr>
          <w:rStyle w:val="libBold2Char"/>
          <w:rtl/>
        </w:rPr>
        <w:t xml:space="preserve"> وهن</w:t>
      </w:r>
      <w:r w:rsidRPr="00B0205B">
        <w:rPr>
          <w:rStyle w:val="libBold2Char"/>
          <w:rFonts w:hint="cs"/>
          <w:rtl/>
        </w:rPr>
        <w:t>ٍ</w:t>
      </w:r>
      <w:r w:rsidRPr="00B0205B">
        <w:rPr>
          <w:rStyle w:val="libBold2Char"/>
          <w:rtl/>
        </w:rPr>
        <w:t xml:space="preserve"> إلى أن قام ثالث القوم نافجاً حضنيه بين نثيله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ومعتلفه وقام معه بنو أبيه [ يقصد بني أمية ] يخضمون مال الله خضمة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الإبل نبتة الربيع إلى أن انتكث عليه فتله وأجهز عليه عمله وكَبتْ به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بطنته »</w:t>
      </w:r>
      <w:r w:rsidRPr="00F122A7">
        <w:rPr>
          <w:rStyle w:val="libFootnotenumChar"/>
          <w:rtl/>
        </w:rPr>
        <w:t>(1)</w:t>
      </w:r>
      <w:r>
        <w:rPr>
          <w:rtl/>
        </w:rPr>
        <w:t>.</w:t>
      </w:r>
    </w:p>
    <w:p w:rsidR="009270FA" w:rsidRDefault="008C4947" w:rsidP="00F122A7">
      <w:pPr>
        <w:pStyle w:val="libLine"/>
        <w:rPr>
          <w:rtl/>
        </w:rPr>
      </w:pPr>
      <w:r w:rsidRPr="00B0205B">
        <w:rPr>
          <w:rStyle w:val="libBold2Char"/>
          <w:rtl/>
        </w:rPr>
        <w:t xml:space="preserve">ولتعرف أنّ الإسلام ونظرية الحكم فيه ليست شورى ، أنظر إلى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حكّام بني أميّة وبني العباس وبني عثمان وإلى يومنا هذا ، تجد المسألة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نهج البلاغة : الخطبة 3 المعروفة بالشقشقيّة.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 w:rsidRPr="00B0205B">
        <w:rPr>
          <w:rStyle w:val="libBold2Char"/>
          <w:rtl/>
        </w:rPr>
        <w:lastRenderedPageBreak/>
        <w:t xml:space="preserve">كلّها بالتعيين والتنصيص ولا شورى ولا أثر للشورى ، بل وصل الأمر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بعلماء السنّة إلى أن يقولوا : نحن مع من غلب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1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 xml:space="preserve">! قالها ابن عمر عندما أقرّ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ببيعة يزيد الفاجر الفاسق وبيعة عبد الملك بن مروان ، وحتّى أجمع أغلب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علماء أهل السنّة أنّ الخروج على السلطان حرام لأنه فتنة ولا بدّ من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السمع والطاعة ، ولو وُلّي على المسلمين عبدٌ حبشي رأسه كالزبيبة ولو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ألهب الحكّام ظهور الناس بالسياط...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2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 xml:space="preserve">هذا مع أنّ القرآن يقول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وَلَا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تَرْكَنُوا إِلَى الَّذِينَ ظَلَمُوا فَتَمَسَّكُمُ النَّارُ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3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وهكذا ترى أنّ مسألة الشورى كنظام حكم لا أصل نظريّ لها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ولا عمليّ ، والعجيب أنّه عندما تقول الشيعة : إنّ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أوصى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لعليّ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 ، تجد القوم يعترضون ويكثر لغطهم ويرفعون في وجه القائل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مسألة الشورى ، مع أنّ الواقع يؤكّد أنّ الحكم الإسلامي قام ولا يزال على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التنصيص والتعيين.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وقد وجدت نفسي محاصرا من جميع الجهات : إذن وبناء </w:t>
      </w:r>
      <w:r w:rsidR="00EA3C94">
        <w:rPr>
          <w:rFonts w:hint="cs"/>
          <w:rtl/>
        </w:rPr>
        <w:t xml:space="preserve"> </w:t>
      </w:r>
      <w:r>
        <w:rPr>
          <w:rtl/>
        </w:rPr>
        <w:t>على ما قلت فالإسلام قائم على التنصيب والتعيين؟!</w:t>
      </w:r>
    </w:p>
    <w:p w:rsidR="009270FA" w:rsidRDefault="008C4947" w:rsidP="00F122A7">
      <w:pPr>
        <w:pStyle w:val="libLine"/>
        <w:rPr>
          <w:rtl/>
        </w:rPr>
      </w:pPr>
      <w:r w:rsidRPr="00B0205B">
        <w:rPr>
          <w:rStyle w:val="libBold2Char"/>
          <w:rtl/>
        </w:rPr>
        <w:t>أردف صديقي قائلا</w:t>
      </w:r>
      <w:r w:rsidRPr="00B0205B">
        <w:rPr>
          <w:rStyle w:val="libBold2Char"/>
          <w:rFonts w:hint="cs"/>
          <w:rtl/>
        </w:rPr>
        <w:t>ً</w:t>
      </w:r>
      <w:r w:rsidRPr="00B0205B">
        <w:rPr>
          <w:rStyle w:val="libBold2Char"/>
          <w:rtl/>
        </w:rPr>
        <w:t xml:space="preserve"> : من دون أي شك : بل لقد ثبت عند جميع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المسلمين ورؤساء الدين أنّ الرسول 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 قال : « إنّ الخلفاء من بعدي اثنا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عشر » 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4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 xml:space="preserve"> ، ولقد تحيّر علماء السنّة في دلالة هذا الحديث تحيّرا عجيبا فلم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1)</w:t>
      </w:r>
      <w:r>
        <w:rPr>
          <w:rtl/>
        </w:rPr>
        <w:t xml:space="preserve"> هو عبدالله بن عمر حيث كان يقول : لا أقاتل في الفتنة وأصلي وراء من غلب [ طبقات </w:t>
      </w:r>
      <w:r w:rsidR="00EA3C94">
        <w:rPr>
          <w:rFonts w:hint="cs"/>
          <w:rtl/>
        </w:rPr>
        <w:t xml:space="preserve"> </w:t>
      </w:r>
      <w:r>
        <w:rPr>
          <w:rtl/>
        </w:rPr>
        <w:t>ابن سعد في ترجمة ابن عمر ].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2)</w:t>
      </w:r>
      <w:r>
        <w:rPr>
          <w:rtl/>
        </w:rPr>
        <w:t xml:space="preserve"> أنظر : صحيح البخاري 9 / 113 ، مسند احمد 2 / 111.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3)</w:t>
      </w:r>
      <w:r>
        <w:rPr>
          <w:rtl/>
        </w:rPr>
        <w:t xml:space="preserve"> سورة هود : 113.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4)</w:t>
      </w:r>
      <w:r>
        <w:rPr>
          <w:rtl/>
        </w:rPr>
        <w:t xml:space="preserve"> أنظر : صحيح البخاري 4 / 165 كتاب الأحكام ، صحيح مسلم 3 / 1453 كتاب </w:t>
      </w:r>
      <w:r w:rsidR="00EA3C94">
        <w:rPr>
          <w:rFonts w:hint="cs"/>
          <w:rtl/>
        </w:rPr>
        <w:t xml:space="preserve"> </w:t>
      </w:r>
      <w:r>
        <w:rPr>
          <w:rtl/>
        </w:rPr>
        <w:t>الإمارة ، مسند أحمد 5 / 100 ، سنن أبي داود 4 / 86.</w:t>
      </w:r>
    </w:p>
    <w:p w:rsidR="008C4947" w:rsidRPr="00C64873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C64873">
        <w:rPr>
          <w:rtl/>
        </w:rPr>
        <w:lastRenderedPageBreak/>
        <w:t>يتوصّلوا إلى شيء من كنهه.</w:t>
      </w:r>
    </w:p>
    <w:p w:rsidR="008C4947" w:rsidRDefault="008C4947" w:rsidP="00B0205B">
      <w:pPr>
        <w:pStyle w:val="libBold2"/>
        <w:rPr>
          <w:rtl/>
        </w:rPr>
      </w:pPr>
      <w:r w:rsidRPr="00C64873">
        <w:rPr>
          <w:rtl/>
        </w:rPr>
        <w:t>وقال الرسول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يوم غدير خمّ بعد حجّة الوداع وقبل وفاته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بقليل :« من كنت مولاه فهذا عليّ مولاه ، اللهمّ وال من والاه وعاد من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عاداه »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1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 xml:space="preserve"> ، وهو حديث غاية في الصراحة استخلاف عليّ ، وليس كما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يتأول القوم من أنه يعني النّاصر والمحبّ ، لأنّ الرسول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حوّل الولاية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التي كانت له على المسلمين إلى عليّ ، ولو كانت الولاية هنا بمعنى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النّصرة والمحبّة لكانت ولاية الرسول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على المسلمين منحصرة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بذلك فقط ، والمعلوم أنّها كانت أوسع من ذلك بكثير.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وقال تعالى في حقّ عليّ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إِنَّمَا وَلِيُّكُمُ اللهُ وَرَسُولُهُ وَالَّذِينَ آمَنُوا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الَّذِينَ يُقِيمُونَ الصَّلَاةَ وَيُؤْتُونَ الزَّكَاةَ وَهُمْ رَاكِعُونَ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2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 xml:space="preserve"> ، وقصة الآية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مشهورة كما ترويها التفاسير ، حيث أنّ سائلا دخل المسجد فلم يعطه أحد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شيئا وكان عليّ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>راكعا فمدّ له إصبعه وأعطاه خاتمه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3</w:t>
      </w:r>
      <w:r w:rsidRPr="00F122A7">
        <w:rPr>
          <w:rStyle w:val="libFootnotenumChar"/>
          <w:rtl/>
        </w:rPr>
        <w:t>)</w:t>
      </w:r>
      <w:r>
        <w:rPr>
          <w:rtl/>
        </w:rPr>
        <w:t>.</w:t>
      </w:r>
    </w:p>
    <w:p w:rsidR="009270FA" w:rsidRDefault="008C4947" w:rsidP="00F122A7">
      <w:pPr>
        <w:pStyle w:val="libLine"/>
        <w:rPr>
          <w:rtl/>
        </w:rPr>
      </w:pPr>
      <w:r w:rsidRPr="00B0205B">
        <w:rPr>
          <w:rStyle w:val="libBold2Char"/>
          <w:rtl/>
        </w:rPr>
        <w:t xml:space="preserve">وقد ردّ بعض المعاندين بأنّ الآية شاملة ، تشمل بعد الله ورسوله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كلّ من آمن وصلّى وآتى الزكاة وركع. وهذا استدلال سخيف! إذ أنّ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الصلاة مشتملة على الركوع بالبداهة ، لكن المعنى الصحيح أنّ الآية تريد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أن تقول للمسلمين : لا يوجد أيّ وليّ لكم سوىـلوجود أداة الحصر إنَّمَاـ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الله ورسوله والذين آمنوا الذين يقيمون الصلاة ويؤتون الزكاة وهم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1)</w:t>
      </w:r>
      <w:r>
        <w:rPr>
          <w:rtl/>
        </w:rPr>
        <w:t xml:space="preserve"> أنظر : مسند أحمد 1 / 118 و 119 ، سنن الترمذي 5 / 633.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2)</w:t>
      </w:r>
      <w:r>
        <w:rPr>
          <w:rtl/>
        </w:rPr>
        <w:t xml:space="preserve"> سورة المائدة : 55.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3)</w:t>
      </w:r>
      <w:r>
        <w:rPr>
          <w:rtl/>
        </w:rPr>
        <w:t xml:space="preserve"> أنظر : تفسير الطبري 6 / 186 ، تفسير الدر المنثور للسيوطي 3 / 105 ، تفسير </w:t>
      </w:r>
      <w:r w:rsidR="00EA3C94">
        <w:rPr>
          <w:rFonts w:hint="cs"/>
          <w:rtl/>
        </w:rPr>
        <w:t xml:space="preserve"> </w:t>
      </w:r>
      <w:r>
        <w:rPr>
          <w:rtl/>
        </w:rPr>
        <w:t>الزمخشري 1 / 623 ، تفسير القرطبي 6 / 221.</w:t>
      </w:r>
    </w:p>
    <w:p w:rsidR="008C4947" w:rsidRPr="00012089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012089">
        <w:rPr>
          <w:rtl/>
        </w:rPr>
        <w:lastRenderedPageBreak/>
        <w:t>في حالة الركوع ، فتصبح«وهم راكعون» حالا</w:t>
      </w:r>
      <w:r w:rsidRPr="00012089">
        <w:rPr>
          <w:rFonts w:hint="cs"/>
          <w:rtl/>
        </w:rPr>
        <w:t>ً</w:t>
      </w:r>
      <w:r w:rsidRPr="00012089">
        <w:rPr>
          <w:rtl/>
        </w:rPr>
        <w:t>.</w:t>
      </w:r>
    </w:p>
    <w:p w:rsidR="008C4947" w:rsidRDefault="008C4947" w:rsidP="00B0205B">
      <w:pPr>
        <w:pStyle w:val="libBold2"/>
        <w:rPr>
          <w:rtl/>
        </w:rPr>
      </w:pPr>
      <w:r w:rsidRPr="00012089">
        <w:rPr>
          <w:rtl/>
        </w:rPr>
        <w:t xml:space="preserve">وانظر إلى الآية الأخرى حيث تقول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أَطِيعُوا اللهَ وَأَطِيعُوا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الرَّسُولَ وَأُولِي الْأَمْرِ مِنكُمْ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 ، تجد أنّ كلام الله مترابط يفسّر بعضه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بعضا ، فنجد أنّ الأولياء محصورين في الآية السابقة بالله وبالرسول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وبالمؤمنين ( عليّ ) ، وفي هذه الآية يحثّنا الله على طاعته وطاعة الرسول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وطاعة المؤمنين ، وليس طاعة كلّ حاكم وكلّ من هبّ ودبّ كما يقول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البعض ، فإنّ الله تعالى لا يأمر بإطاعة الظالمين ، وإلاّ فلماذا ينهى عن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الظلم ولماذا حرّمه على نفسه؟!</w:t>
      </w:r>
    </w:p>
    <w:p w:rsidR="008C4947" w:rsidRDefault="008C4947" w:rsidP="004233AE">
      <w:pPr>
        <w:pStyle w:val="libNormal"/>
        <w:rPr>
          <w:rtl/>
        </w:rPr>
      </w:pPr>
      <w:r w:rsidRPr="00012089">
        <w:rPr>
          <w:rtl/>
        </w:rPr>
        <w:t xml:space="preserve">قاطعت صديقي قائلا : لكن يا أخي هذه الآيات واردة بلفظ الجمع </w:t>
      </w:r>
      <w:r w:rsidR="00EA3C94">
        <w:rPr>
          <w:rFonts w:hint="cs"/>
          <w:rtl/>
        </w:rPr>
        <w:t xml:space="preserve"> </w:t>
      </w:r>
      <w:r w:rsidRPr="00012089">
        <w:rPr>
          <w:rtl/>
        </w:rPr>
        <w:t>وعليّ</w:t>
      </w:r>
      <w:r w:rsidRPr="00B0205B">
        <w:rPr>
          <w:rStyle w:val="libAlaemChar"/>
          <w:rtl/>
        </w:rPr>
        <w:t>رضي‌الله‌عنه</w:t>
      </w:r>
      <w:r w:rsidRPr="00012089">
        <w:rPr>
          <w:rtl/>
        </w:rPr>
        <w:t>فرد؟!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>قال : هذا أسلوب قرآني موجود في أكثر من موضع ، انظر مثلا</w:t>
      </w:r>
      <w:r w:rsidRPr="00B0205B">
        <w:rPr>
          <w:rStyle w:val="libBold2Char"/>
          <w:rFonts w:hint="cs"/>
          <w:rtl/>
        </w:rPr>
        <w:t>ً</w:t>
      </w:r>
      <w:r w:rsidRPr="00B0205B">
        <w:rPr>
          <w:rStyle w:val="libBold2Char"/>
          <w:rtl/>
        </w:rPr>
        <w:t xml:space="preserve"> إلى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قوله تعالى في قضيّة ثعلبة بن حاطب الأنصاري الذي منع الزكاة ، حيث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قال تعالى فيه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وَمِنْهُم مَّنْ عَاهَدَ اللهَ لَئِنْ آتَانَا مِن فَضْلِهِ لَنَصَّدَّقَنَّ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 xml:space="preserve">وَلَنَكُونَنَّ مِنَ الصَّالِحِينَ </w:t>
      </w:r>
      <w:r w:rsidRPr="00B0205B">
        <w:rPr>
          <w:rStyle w:val="libAieChar"/>
        </w:rPr>
        <w:t>*</w:t>
      </w:r>
      <w:r w:rsidRPr="00B0205B">
        <w:rPr>
          <w:rStyle w:val="libAieChar"/>
          <w:rFonts w:hint="cs"/>
          <w:rtl/>
        </w:rPr>
        <w:t xml:space="preserve"> فَلَمَّا آتَاهُم مِّن فَضْلِهِ بَخِلُوا بِهِ وَتَوَلَّوا وَّهُم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مُّعْرِضُونَ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 xml:space="preserve">إلى آخر الآية ، وثعلبة لم يكن جماعة ، بل كان شخصا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واحدا.</w:t>
      </w:r>
    </w:p>
    <w:p w:rsidR="009270FA" w:rsidRDefault="008C4947" w:rsidP="00F122A7">
      <w:pPr>
        <w:pStyle w:val="libLine"/>
        <w:rPr>
          <w:rtl/>
        </w:rPr>
      </w:pPr>
      <w:r w:rsidRPr="00B0205B">
        <w:rPr>
          <w:rStyle w:val="libBold2Char"/>
          <w:rtl/>
        </w:rPr>
        <w:t xml:space="preserve">على كلّ ، هذا أسلوب بلاغي معروف ، وزيادة على ذلك فإنّ عندنا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السنّة الشريفة التي بيّنت كثيراً من مجمل القرآن ولا يسعنا الآن أن نأتي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النساء : 59.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سورة التوبة : 75 و 76 ، وانظر : قوله تعالى في سورة المنافقون : 8 </w:t>
      </w:r>
      <w:r w:rsidRPr="00B0205B">
        <w:rPr>
          <w:rStyle w:val="libAlaemChar"/>
          <w:rtl/>
        </w:rPr>
        <w:t>(</w:t>
      </w:r>
      <w:r w:rsidRPr="00F122A7">
        <w:rPr>
          <w:rStyle w:val="libFootnoteAieChar"/>
          <w:rFonts w:hint="cs"/>
          <w:rtl/>
        </w:rPr>
        <w:t xml:space="preserve"> يَقُولُونَ لَئِن رَّجَعْنَا إِلَى </w:t>
      </w:r>
      <w:r w:rsidR="00EA3C94">
        <w:rPr>
          <w:rStyle w:val="libFootnoteAieChar"/>
          <w:rtl/>
        </w:rPr>
        <w:t xml:space="preserve"> </w:t>
      </w:r>
      <w:r w:rsidRPr="00F122A7">
        <w:rPr>
          <w:rStyle w:val="libFootnoteAieChar"/>
          <w:rFonts w:hint="cs"/>
          <w:rtl/>
        </w:rPr>
        <w:t>الْمَدِينَةِ لَيُخْرِجَنَّ الْأَعَزُّ مِنْهَا الْأَذَلَّ</w:t>
      </w:r>
      <w:r w:rsidRPr="00F122A7">
        <w:rPr>
          <w:rStyle w:val="libFootnoteAieChar"/>
          <w:rtl/>
        </w:rPr>
        <w:t>...</w:t>
      </w:r>
      <w:r w:rsidRPr="00B0205B">
        <w:rPr>
          <w:rStyle w:val="libAlaemChar"/>
          <w:rtl/>
        </w:rPr>
        <w:t>)</w:t>
      </w:r>
      <w:r>
        <w:rPr>
          <w:rtl/>
        </w:rPr>
        <w:t xml:space="preserve"> القائل هو رأس النفاق عبدالله بن أبي ، أنظر : تفسير </w:t>
      </w:r>
      <w:r w:rsidR="00EA3C94">
        <w:rPr>
          <w:rFonts w:hint="cs"/>
          <w:rtl/>
        </w:rPr>
        <w:t xml:space="preserve"> </w:t>
      </w:r>
      <w:r>
        <w:rPr>
          <w:rtl/>
        </w:rPr>
        <w:t>الفخر الرازي ، وكذلك تفسير روح المعاني للآلوسي ، في تفسيرهما لهذه الآية.</w:t>
      </w:r>
    </w:p>
    <w:p w:rsidR="008C4947" w:rsidRPr="00012089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012089">
        <w:rPr>
          <w:rtl/>
        </w:rPr>
        <w:lastRenderedPageBreak/>
        <w:t>على كلّ ذلك.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مستدركاً : لكن الرسول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أوصى للشيخين أبي بكر </w:t>
      </w:r>
      <w:r w:rsidR="00EA3C94">
        <w:rPr>
          <w:rFonts w:hint="cs"/>
          <w:rtl/>
        </w:rPr>
        <w:t xml:space="preserve"> </w:t>
      </w:r>
      <w:r>
        <w:rPr>
          <w:rtl/>
        </w:rPr>
        <w:t>وعمر ، حيث قال :« اقتدوا بالَّذَيْن من بعدي أبا بكر وعمر »</w:t>
      </w:r>
      <w:r w:rsidRPr="00F122A7">
        <w:rPr>
          <w:rStyle w:val="libFootnotenumChar"/>
          <w:rtl/>
        </w:rPr>
        <w:t>(1)</w:t>
      </w:r>
      <w:r>
        <w:rPr>
          <w:rtl/>
        </w:rPr>
        <w:t>.</w:t>
      </w:r>
    </w:p>
    <w:p w:rsidR="008C4947" w:rsidRPr="00012089" w:rsidRDefault="008C4947" w:rsidP="00B0205B">
      <w:pPr>
        <w:pStyle w:val="libBold2"/>
        <w:rPr>
          <w:rtl/>
        </w:rPr>
      </w:pPr>
      <w:r w:rsidRPr="00012089">
        <w:rPr>
          <w:rtl/>
        </w:rPr>
        <w:t xml:space="preserve">ابتسم صديقي وقال : إنّي لن أناقش في سند ورجال هذا الحديث </w:t>
      </w:r>
      <w:r w:rsidR="00EA3C94">
        <w:rPr>
          <w:rFonts w:hint="cs"/>
          <w:rtl/>
        </w:rPr>
        <w:t xml:space="preserve"> </w:t>
      </w:r>
      <w:r w:rsidRPr="00012089">
        <w:rPr>
          <w:rtl/>
        </w:rPr>
        <w:t xml:space="preserve">فهو أوهن من بيت العنكبوت كما حقّقه علماء أهل السنّة أنفسهم ، ولكن </w:t>
      </w:r>
      <w:r w:rsidR="00EA3C94">
        <w:rPr>
          <w:rFonts w:hint="cs"/>
          <w:rtl/>
        </w:rPr>
        <w:t xml:space="preserve"> </w:t>
      </w:r>
      <w:r w:rsidRPr="00012089">
        <w:rPr>
          <w:rtl/>
        </w:rPr>
        <w:t>سأناقشه دلالة.</w:t>
      </w:r>
    </w:p>
    <w:p w:rsidR="008C4947" w:rsidRDefault="008C4947" w:rsidP="00B0205B">
      <w:pPr>
        <w:pStyle w:val="libBold2"/>
        <w:rPr>
          <w:rtl/>
        </w:rPr>
      </w:pPr>
      <w:r w:rsidRPr="00012089">
        <w:rPr>
          <w:rtl/>
        </w:rPr>
        <w:t>لو كان الحديث صحيحا وقاله الرسول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فعلا ، فلماذا لم يحتجّ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به أبو بكر يوم السقيفة؟! بل لماذا صار لغط وصياح فيها؟! ولماذا رفض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بيعة أبي بكر كثير من الصحابة؟!</w:t>
      </w:r>
    </w:p>
    <w:p w:rsidR="008C4947" w:rsidRPr="00012089" w:rsidRDefault="008C4947" w:rsidP="00B0205B">
      <w:pPr>
        <w:pStyle w:val="libBold2"/>
        <w:rPr>
          <w:rtl/>
        </w:rPr>
      </w:pPr>
      <w:r w:rsidRPr="00012089">
        <w:rPr>
          <w:rtl/>
        </w:rPr>
        <w:t xml:space="preserve">ثم عندما استخلف أبو بكر عمر كما أشرنا لذلك سابقا لم يقل أبو </w:t>
      </w:r>
      <w:r w:rsidR="00EA3C94">
        <w:rPr>
          <w:rFonts w:hint="cs"/>
          <w:rtl/>
        </w:rPr>
        <w:t xml:space="preserve"> </w:t>
      </w:r>
      <w:r w:rsidRPr="00012089">
        <w:rPr>
          <w:rtl/>
        </w:rPr>
        <w:t xml:space="preserve">بكر عندما عارضه المسلمون والصحابة : ألم تسمعوا قول الرسول في </w:t>
      </w:r>
      <w:r w:rsidR="00EA3C94">
        <w:rPr>
          <w:rFonts w:hint="cs"/>
          <w:rtl/>
        </w:rPr>
        <w:t xml:space="preserve"> </w:t>
      </w:r>
      <w:r w:rsidRPr="00012089">
        <w:rPr>
          <w:rtl/>
        </w:rPr>
        <w:t xml:space="preserve">عمر مثلا ، وقد علمت اعتراض الناس على أبي بكر لغلظة عمر ولو كانوا </w:t>
      </w:r>
      <w:r w:rsidR="00EA3C94">
        <w:rPr>
          <w:rFonts w:hint="cs"/>
          <w:rtl/>
        </w:rPr>
        <w:t xml:space="preserve"> </w:t>
      </w:r>
      <w:r w:rsidRPr="00012089">
        <w:rPr>
          <w:rtl/>
        </w:rPr>
        <w:t>يعلمون بالحديث لما اعترضوا.</w:t>
      </w:r>
    </w:p>
    <w:p w:rsidR="008C4947" w:rsidRDefault="008C4947" w:rsidP="00B0205B">
      <w:pPr>
        <w:pStyle w:val="libBold2"/>
        <w:rPr>
          <w:rtl/>
        </w:rPr>
      </w:pPr>
      <w:r w:rsidRPr="00012089">
        <w:rPr>
          <w:rtl/>
        </w:rPr>
        <w:t xml:space="preserve">وعلى هذا فالصحيح أنّ الله تعالى عيّن في كتابه المرشَّح للخلافة </w:t>
      </w:r>
      <w:r w:rsidR="00EA3C94">
        <w:rPr>
          <w:rFonts w:hint="cs"/>
          <w:rtl/>
        </w:rPr>
        <w:t xml:space="preserve"> </w:t>
      </w:r>
      <w:r w:rsidRPr="00012089">
        <w:rPr>
          <w:rtl/>
        </w:rPr>
        <w:t>وهو علي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>كما قد علمت ، وكذلك فعل النبيّ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يوم الغدير ، وكان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يريد أن يكتب إسمه يوم الخميس أو رزيّة الخميس 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2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 xml:space="preserve"> لكن الصحابة منعوه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وقالوا : « حسبنا كتاب الله ».</w:t>
      </w:r>
    </w:p>
    <w:p w:rsidR="009270FA" w:rsidRDefault="008C4947" w:rsidP="00F122A7">
      <w:pPr>
        <w:pStyle w:val="libLine"/>
        <w:rPr>
          <w:rtl/>
        </w:rPr>
      </w:pPr>
      <w:r w:rsidRPr="00B0205B">
        <w:rPr>
          <w:rStyle w:val="libBold2Char"/>
          <w:rtl/>
        </w:rPr>
        <w:t xml:space="preserve">وكذلك أشار الرسول 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 إلى أنّ خلفاء الله ورسوله على هذه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الأمة هم اثنا عشر ، كما نصّ على ذلك البخاري ومسلم ، وهؤلاء هم أهل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أنظر : سنن ابن ماجة 1 / 37 فضائل أبي بكر.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2)</w:t>
      </w:r>
      <w:r>
        <w:rPr>
          <w:rtl/>
        </w:rPr>
        <w:t xml:space="preserve"> أنظر رزيّة الخميس كما جاءت في الصحاح : البخاري 4 / 85 ، ومسلم 3 / 1257 كتاب </w:t>
      </w:r>
      <w:r w:rsidR="00EA3C94">
        <w:rPr>
          <w:rFonts w:hint="cs"/>
          <w:rtl/>
        </w:rPr>
        <w:t xml:space="preserve"> </w:t>
      </w:r>
      <w:r>
        <w:rPr>
          <w:rtl/>
        </w:rPr>
        <w:t>الوصية.</w:t>
      </w:r>
    </w:p>
    <w:p w:rsidR="008C4947" w:rsidRDefault="008C4947" w:rsidP="00B0205B">
      <w:pPr>
        <w:pStyle w:val="libNormal0"/>
      </w:pPr>
      <w:r>
        <w:rPr>
          <w:rtl/>
        </w:rPr>
        <w:br w:type="page"/>
      </w:r>
    </w:p>
    <w:p w:rsidR="008C4947" w:rsidRDefault="008C4947" w:rsidP="00B0205B">
      <w:pPr>
        <w:pStyle w:val="libNormal0"/>
        <w:rPr>
          <w:rtl/>
        </w:rPr>
      </w:pPr>
      <w:r w:rsidRPr="00B0205B">
        <w:rPr>
          <w:rStyle w:val="libBold2Char"/>
          <w:rtl/>
        </w:rPr>
        <w:lastRenderedPageBreak/>
        <w:t>البيت</w:t>
      </w:r>
      <w:r w:rsidRPr="00B0205B">
        <w:rPr>
          <w:rStyle w:val="libAlaemChar"/>
          <w:rtl/>
        </w:rPr>
        <w:t>عليهم‌السلام</w:t>
      </w:r>
      <w:r w:rsidRPr="00B0205B">
        <w:rPr>
          <w:rStyle w:val="libBold2Char"/>
          <w:rtl/>
        </w:rPr>
        <w:t xml:space="preserve">على عدد نقباء بني اسرائيل ، ولذلك عندما ترجع إلى حديث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العترة أو الثقلين تفهم هذه الحقيقة وغيرها من الحقائق ، وتجد فعلاً أنّ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الإسلام والقرآن متناسق يكمّل بعضه بعضا ويفسّر بعضه بعضا ، وليس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ركاما متناثرا لعبت به أيادي الحكّام ، فصرفوا الآيات عن معانيها وألصقوا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بالأحاديث الصحيحة تأويلات واهية ، وزادوا أحاديث موازية باطلة في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فضل فلان وفلان ليطفئوا نور الله لكنّ الله متمّ نوره ولو كره الكافرون.</w:t>
      </w:r>
    </w:p>
    <w:p w:rsidR="008C4947" w:rsidRDefault="008C4947" w:rsidP="00B0205B">
      <w:pPr>
        <w:pStyle w:val="libBold2"/>
        <w:rPr>
          <w:rtl/>
        </w:rPr>
      </w:pPr>
      <w:r w:rsidRPr="00B0205B">
        <w:rPr>
          <w:rtl/>
        </w:rPr>
        <w:t xml:space="preserve">وحديث الثقلين أشهر الأحاديث الإسلامية وأكثرها تواترا ، حيث </w:t>
      </w:r>
      <w:r w:rsidR="00EA3C94">
        <w:rPr>
          <w:rFonts w:hint="cs"/>
          <w:rtl/>
        </w:rPr>
        <w:t xml:space="preserve"> </w:t>
      </w:r>
      <w:r w:rsidRPr="00B0205B">
        <w:rPr>
          <w:rtl/>
        </w:rPr>
        <w:t>يقول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tl/>
        </w:rPr>
        <w:t xml:space="preserve">« إنّي تارك فيكم ما إنْ تمسّكتم به لن تضلّوا من بعدي أبدا </w:t>
      </w:r>
      <w:r w:rsidR="00EA3C94">
        <w:rPr>
          <w:rFonts w:hint="cs"/>
          <w:rtl/>
        </w:rPr>
        <w:t xml:space="preserve"> </w:t>
      </w:r>
      <w:r w:rsidRPr="00B0205B">
        <w:rPr>
          <w:rtl/>
        </w:rPr>
        <w:t>كتاب الله وعترتي أهل بيتي ، وإنّهما لن يفترقا حتّى يردا عليّ الحوض »</w:t>
      </w:r>
      <w:r w:rsidRPr="00F122A7">
        <w:rPr>
          <w:rStyle w:val="libFootnotenumChar"/>
          <w:rtl/>
        </w:rPr>
        <w:t>(2)</w:t>
      </w:r>
      <w:r w:rsidRPr="00A6600D">
        <w:rPr>
          <w:rtl/>
        </w:rPr>
        <w:t>.</w:t>
      </w:r>
    </w:p>
    <w:p w:rsidR="008C4947" w:rsidRDefault="008C4947" w:rsidP="00B0205B">
      <w:pPr>
        <w:pStyle w:val="libBold2"/>
        <w:rPr>
          <w:rtl/>
        </w:rPr>
      </w:pPr>
      <w:r w:rsidRPr="00A6600D">
        <w:rPr>
          <w:rtl/>
        </w:rPr>
        <w:t>نعم ، حاشا لرسول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أن يترك أمر الأمة سُدىً والمنافقون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والكفّار والروم والفرس بالمرصاد ، وهذا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يوصي بمن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يغسّله ويكفّنه ويعلّمنا مسائل أخرى بسيطة كأذكار النّوم وأذكار التخلّي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وأدعية السّفر وآداب الأكل والشرب ، فكيف يغفلـحاشاهـعن أمر عظيم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كالخلافة؟! ولماذا غفل الرسول 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 ولم يغفل أبو بكر ولم يغفل عمر عن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خطورة المسألة فعيّناـوكذلك كلّ الحكّام إلى اليومـخليفة لهما قبل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موتهما!!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لم أجد في ختام كلامنا هذا ما أردّ به على صديقي سوى إدامة النظر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إلى حقول الرمّان الخضراء ، وقد واعدتُ نفسي بأن أحلّل جميع ما قاله </w:t>
      </w:r>
      <w:r w:rsidR="00EA3C94">
        <w:rPr>
          <w:rFonts w:hint="cs"/>
          <w:rtl/>
        </w:rPr>
        <w:t xml:space="preserve"> </w:t>
      </w:r>
      <w:r>
        <w:rPr>
          <w:rtl/>
        </w:rPr>
        <w:t>صديقي هذا من حجج وأدلّة في أوّل فرصة أخلو بها إلى نفسي...</w:t>
      </w:r>
    </w:p>
    <w:p w:rsidR="008C4947" w:rsidRPr="00296D77" w:rsidRDefault="00EA3C94" w:rsidP="00F122A7">
      <w:pPr>
        <w:pStyle w:val="libLine"/>
        <w:rPr>
          <w:rtl/>
        </w:rPr>
      </w:pPr>
      <w:r>
        <w:rPr>
          <w:rFonts w:hint="cs"/>
          <w:rtl/>
        </w:rPr>
        <w:t xml:space="preserve"> </w:t>
      </w:r>
      <w:r w:rsidR="008C4947" w:rsidRPr="00296D77">
        <w:rPr>
          <w:rtl/>
        </w:rPr>
        <w:t>__</w:t>
      </w:r>
      <w:r w:rsidR="008C4947">
        <w:rPr>
          <w:rFonts w:hint="cs"/>
          <w:rtl/>
        </w:rPr>
        <w:t>___</w:t>
      </w:r>
      <w:r w:rsidR="008C4947"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1)</w:t>
      </w:r>
      <w:r>
        <w:rPr>
          <w:rtl/>
        </w:rPr>
        <w:t xml:space="preserve"> أنظر : صحيح الترمذي ج5 حديث رقم 3788 ، المستدرك للحاكم 3 / 148 كتاب </w:t>
      </w:r>
      <w:r w:rsidR="00EA3C94">
        <w:rPr>
          <w:rFonts w:hint="cs"/>
          <w:rtl/>
        </w:rPr>
        <w:t xml:space="preserve"> </w:t>
      </w:r>
      <w:r>
        <w:rPr>
          <w:rtl/>
        </w:rPr>
        <w:t>معرفة الصحابة ، وورد في صحيح مسلم بألفاظ قريبة 5 / 122.</w:t>
      </w:r>
    </w:p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bookmarkStart w:id="52" w:name="_Toc365111449"/>
      <w:r w:rsidR="00EA3C94">
        <w:rPr>
          <w:rFonts w:hint="cs"/>
          <w:rtl/>
        </w:rPr>
        <w:lastRenderedPageBreak/>
        <w:t xml:space="preserve"> </w:t>
      </w:r>
    </w:p>
    <w:p w:rsidR="008C4947" w:rsidRDefault="008C4947" w:rsidP="008C4947">
      <w:pPr>
        <w:pStyle w:val="Heading2"/>
        <w:rPr>
          <w:rtl/>
        </w:rPr>
      </w:pPr>
      <w:bookmarkStart w:id="53" w:name="_Toc398986471"/>
      <w:bookmarkStart w:id="54" w:name="_Toc398986502"/>
      <w:r>
        <w:rPr>
          <w:rtl/>
        </w:rPr>
        <w:t>قضاء محتوم :</w:t>
      </w:r>
      <w:bookmarkEnd w:id="52"/>
      <w:bookmarkEnd w:id="53"/>
      <w:bookmarkEnd w:id="54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كان لنا جار في عقده الخامس من العمر ، مشهور بقوّته البدنيّة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حيث زاده الله بسطة في الجسم ، ولا زلت أذكر كيف كان يمازحني وأنا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طفل صغير فيرفعني بيديه في الهواء حتّى يكاد قلبي ينخلع. كان رجلا </w:t>
      </w:r>
      <w:r w:rsidR="00EA3C94">
        <w:rPr>
          <w:rFonts w:hint="cs"/>
          <w:rtl/>
        </w:rPr>
        <w:t xml:space="preserve"> </w:t>
      </w:r>
      <w:r>
        <w:rPr>
          <w:rtl/>
        </w:rPr>
        <w:t>فاضلا</w:t>
      </w:r>
      <w:r>
        <w:rPr>
          <w:rFonts w:hint="cs"/>
          <w:rtl/>
        </w:rPr>
        <w:t>ً</w:t>
      </w:r>
      <w:r>
        <w:rPr>
          <w:rtl/>
        </w:rPr>
        <w:t xml:space="preserve"> يحبّ الناس ويُحبّه الناس. إلى أن دهى حيّنا خبر غير متوقّع حيث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هزّت حادثة قتله كلّ أبناء الحي ، وكان سبب موته أنّ أخا له طعنه في حقل </w:t>
      </w:r>
      <w:r w:rsidR="00EA3C94">
        <w:rPr>
          <w:rFonts w:hint="cs"/>
          <w:rtl/>
        </w:rPr>
        <w:t xml:space="preserve"> </w:t>
      </w:r>
      <w:r>
        <w:rPr>
          <w:rtl/>
        </w:rPr>
        <w:t>نخيل لهما بآلة حادة تستعمل لقطع جريد النخل الزائد.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طفق الناس يترحّمون على هذا الشخص وعباراتهم مُفعمة بالأسى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والأسف وينكرون غدر أخيه ، حيث ما كان ليقدر على أذاه لو لم يأخذه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على حين غرّة ، وكثيراً ما ردّد أهل الحي هذه الجمل :« رحمه الله ، مكتوب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عليه القتل » ، وكانوا يردّدون مثلا شائعا عندنا وهو :« رزقك يأتيك وأجلك </w:t>
      </w:r>
      <w:r w:rsidR="00EA3C94">
        <w:rPr>
          <w:rFonts w:hint="cs"/>
          <w:rtl/>
        </w:rPr>
        <w:t xml:space="preserve"> </w:t>
      </w:r>
      <w:r>
        <w:rPr>
          <w:rtl/>
        </w:rPr>
        <w:t>تذهب إليه ».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كان كلامهم يفهمني ويشعرني أنّ المسألة كلّها لا تعدو أن تكون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قضاءاً محتوما وقدرا لا مفرّ منه ، فكنت أقول في نفسي : إذا كان الأمر جبرا </w:t>
      </w:r>
      <w:r w:rsidR="00EA3C94">
        <w:rPr>
          <w:rFonts w:hint="cs"/>
          <w:rtl/>
        </w:rPr>
        <w:t xml:space="preserve"> </w:t>
      </w:r>
      <w:r>
        <w:rPr>
          <w:rtl/>
        </w:rPr>
        <w:t>وفعلاً من الله تعالى فما ذنب ذلك الأخ القاتل؟!</w:t>
      </w:r>
    </w:p>
    <w:p w:rsidR="008C4947" w:rsidRPr="00F122A7" w:rsidRDefault="008C4947" w:rsidP="004233AE">
      <w:pPr>
        <w:pStyle w:val="libNormal"/>
        <w:rPr>
          <w:rStyle w:val="libPoemTiniChar0"/>
          <w:rtl/>
        </w:rPr>
      </w:pPr>
      <w:r>
        <w:rPr>
          <w:rtl/>
        </w:rPr>
        <w:t xml:space="preserve">لم يمض وقت طويل حتّى حدثت حادثة أخرى ، حيث أقدمت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امرأة شابة في مقتبل العمر على الانتحار ، فخلّفت لوعة في نفوس الناس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خاصّة وأنها تركت طفلين صغيرين في عمر الزهور. وكان سبب إقدامها </w:t>
      </w:r>
      <w:r w:rsidR="00EA3C94">
        <w:rPr>
          <w:rFonts w:hint="cs"/>
          <w:rtl/>
        </w:rPr>
        <w:t xml:space="preserve"> 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على هذه الفعلة الشنيعة خلافات حادة بينها وبين زوجها ، فكان كأس ماء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ممزوج بكمية من مبيد الحشرات المسحوق كافيا ليوصلها إلى هذه النهاية </w:t>
      </w:r>
      <w:r w:rsidR="00EA3C94">
        <w:rPr>
          <w:rFonts w:hint="cs"/>
          <w:rtl/>
        </w:rPr>
        <w:t xml:space="preserve"> </w:t>
      </w:r>
      <w:r>
        <w:rPr>
          <w:rtl/>
        </w:rPr>
        <w:t>المأساوية.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وتكرّرت نفس الكلمات والتعابير حيث كنت أسمع نساء جيراننا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يردّدن كلمات مثل« مكتوب عليها »« هذا قدرها » وأمثال ذلك. وترجع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إلى نفسي تلك التساؤلات وتدخلني نفس الحيرة : إذا كان هذا الفعل فعل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الله ومشيئته فما ذنب هذه المسكينة وما حيلتها أمام طوفان القضاء </w:t>
      </w:r>
      <w:r w:rsidR="00EA3C94">
        <w:rPr>
          <w:rFonts w:hint="cs"/>
          <w:rtl/>
        </w:rPr>
        <w:t xml:space="preserve"> </w:t>
      </w:r>
      <w:r>
        <w:rPr>
          <w:rtl/>
        </w:rPr>
        <w:t>المحتوم هذا؟! إنّها لم تزد على أن أدّت دورها المناط بعهدتها!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كلّ ما خزنته في ذاكرتي من تساؤلات أفرغتها دفعة واحدة فيما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بعد أمام صديقي الشيعي ، وكأنني كنت أُحمّل نفسي حملا لا طاقة لي به ، </w:t>
      </w:r>
      <w:r w:rsidR="00EA3C94">
        <w:rPr>
          <w:rFonts w:hint="cs"/>
          <w:rtl/>
        </w:rPr>
        <w:t xml:space="preserve"> </w:t>
      </w:r>
      <w:r>
        <w:rPr>
          <w:rtl/>
        </w:rPr>
        <w:t>فكانت فرصة جديدة لنقاش مفتوح جديد.</w:t>
      </w:r>
    </w:p>
    <w:p w:rsidR="008C4947" w:rsidRPr="00974703" w:rsidRDefault="008C4947" w:rsidP="00B0205B">
      <w:pPr>
        <w:pStyle w:val="libBold2"/>
        <w:rPr>
          <w:rtl/>
        </w:rPr>
      </w:pPr>
      <w:r w:rsidRPr="00974703">
        <w:rPr>
          <w:rtl/>
        </w:rPr>
        <w:t xml:space="preserve">ما إن طرحت أسئلتي على صديقي ضحك حتّى بدت نواذجه ، </w:t>
      </w:r>
      <w:r w:rsidR="00EA3C94">
        <w:rPr>
          <w:rFonts w:hint="cs"/>
          <w:rtl/>
        </w:rPr>
        <w:t xml:space="preserve"> </w:t>
      </w:r>
      <w:r w:rsidRPr="00974703">
        <w:rPr>
          <w:rtl/>
        </w:rPr>
        <w:t>ففهمت أنّ الشيعة لها رأي آخر مغاير بـ 180 درجة.</w:t>
      </w:r>
    </w:p>
    <w:p w:rsidR="008C4947" w:rsidRPr="00974703" w:rsidRDefault="008C4947" w:rsidP="00B0205B">
      <w:pPr>
        <w:pStyle w:val="libBold2"/>
        <w:rPr>
          <w:rtl/>
        </w:rPr>
      </w:pPr>
      <w:r w:rsidRPr="00974703">
        <w:rPr>
          <w:rtl/>
        </w:rPr>
        <w:t>قال لي صديقي : ما تقول أنت؟!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أجبت معلّلا : أنا شخصيّا لا أجدني مرتاحا لهذه التأويلات ، ولكني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كنت خائفا من أنّ رأيي الشخصي هو في الواقع ردّ لمشيئة الله وكفر بها ، </w:t>
      </w:r>
      <w:r w:rsidR="00EA3C94">
        <w:rPr>
          <w:rFonts w:hint="cs"/>
          <w:rtl/>
        </w:rPr>
        <w:t xml:space="preserve"> </w:t>
      </w:r>
      <w:r>
        <w:rPr>
          <w:rtl/>
        </w:rPr>
        <w:t>فكنت رهين محذورين.</w:t>
      </w:r>
    </w:p>
    <w:p w:rsidR="009270FA" w:rsidRDefault="008C4947" w:rsidP="00F122A7">
      <w:pPr>
        <w:pStyle w:val="libLine"/>
        <w:rPr>
          <w:rStyle w:val="libFootnotenumChar"/>
          <w:rtl/>
        </w:rPr>
      </w:pPr>
      <w:r w:rsidRPr="00B0205B">
        <w:rPr>
          <w:rStyle w:val="libBold2Char"/>
          <w:rtl/>
        </w:rPr>
        <w:t xml:space="preserve">قال صديقي : إذن إعلم أنّ الإسلام مستحيل أن يخالف الفطرة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الإنسانية ولا يمكن أن يخالف العقل أيضاً ، وللأسف أنّ الأشعري</w:t>
      </w:r>
      <w:r w:rsidRPr="00F122A7">
        <w:rPr>
          <w:rStyle w:val="libFootnotenumChar"/>
          <w:rtl/>
        </w:rPr>
        <w:t>(1)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أبو الحسن علي بن إسماعيل الأشعري ، المتوفى سنة 324هـ ، صاحب كتاب مقالات </w:t>
      </w:r>
      <w:r w:rsidR="00EA3C94">
        <w:rPr>
          <w:rFonts w:hint="cs"/>
          <w:rtl/>
        </w:rPr>
        <w:t xml:space="preserve"> </w:t>
      </w:r>
      <w:r>
        <w:rPr>
          <w:rtl/>
        </w:rPr>
        <w:t>الإسلاميين.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 w:rsidRPr="00B0205B">
        <w:rPr>
          <w:rStyle w:val="libBold2Char"/>
          <w:rtl/>
        </w:rPr>
        <w:lastRenderedPageBreak/>
        <w:t xml:space="preserve">وجماعته خالفوا العقل والنقل بادّعائهم أنّ أفعال العباد كلّها مخلوقة من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الله تعالى! مستدلّين على هذا الرّأي بقوله تعالى على لسان إبراهيم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 :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قَالَ أَتَعْبُدُونَ مَا تَنْحِتُونَ </w:t>
      </w:r>
      <w:r w:rsidRPr="00B0205B">
        <w:rPr>
          <w:rStyle w:val="libAieChar"/>
        </w:rPr>
        <w:t>*</w:t>
      </w:r>
      <w:r w:rsidRPr="00B0205B">
        <w:rPr>
          <w:rStyle w:val="libAieChar"/>
          <w:rFonts w:hint="cs"/>
          <w:rtl/>
        </w:rPr>
        <w:t xml:space="preserve"> وَاللهُ خَلَقَكُمْ وَمَا تَعْمَلُونَ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 ، مع أنّ مقصود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إبراهيم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>واضح ، فهو يقصد ما تعملون من تماثيل وأصنام.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والقول بالجبر هو بالضبط ما تقوله التوراة أنظر مثلا إلى هذا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النص فيها :« أنا الربّ وليس آخر مصدر النور وخالق الظلمة ، صانع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السلام وخالق الشرّ أنا الربّ صانع كلّ هذا »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 xml:space="preserve">أو مثلا :« مِنَ الربِّ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خُطوات الرّجل »</w:t>
      </w:r>
      <w:r w:rsidRPr="00F122A7">
        <w:rPr>
          <w:rStyle w:val="libFootnotenumChar"/>
          <w:rtl/>
        </w:rPr>
        <w:t>(3)</w:t>
      </w:r>
      <w:r w:rsidRPr="00B0205B">
        <w:rPr>
          <w:rStyle w:val="libBold2Char"/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وإنّ هناك أحاديث عن أكابر الصحابة يسألون فيها النبيّ 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 فيقول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لهمـبزعم الواضعينـإنّ الأقلام جفّت وكلٌّ صائر إلى ما هو مكتوب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ومقدّر له</w:t>
      </w:r>
      <w:r w:rsidRPr="00F122A7">
        <w:rPr>
          <w:rStyle w:val="libFootnotenumChar"/>
          <w:rtl/>
        </w:rPr>
        <w:t>(4)</w:t>
      </w:r>
      <w:r w:rsidRPr="00B0205B">
        <w:rPr>
          <w:rStyle w:val="libBold2Char"/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وعليه نقول : رحم الله أبا جهل وأبا لهب وفرعون وهامان وكلّ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مجرم في الدنيا ، حيث كانوا جميعا منفّذين لمشيئة الله تعالى على أحسن </w:t>
      </w:r>
      <w:r w:rsidR="00EA3C94">
        <w:rPr>
          <w:rFonts w:hint="cs"/>
          <w:rtl/>
        </w:rPr>
        <w:t xml:space="preserve"> </w:t>
      </w:r>
      <w:r>
        <w:rPr>
          <w:rtl/>
        </w:rPr>
        <w:t>وجه!</w:t>
      </w:r>
    </w:p>
    <w:p w:rsidR="009270FA" w:rsidRDefault="008C4947" w:rsidP="00F122A7">
      <w:pPr>
        <w:pStyle w:val="libLine"/>
        <w:rPr>
          <w:rtl/>
        </w:rPr>
      </w:pPr>
      <w:r w:rsidRPr="00B0205B">
        <w:rPr>
          <w:rStyle w:val="libBold2Char"/>
          <w:rtl/>
        </w:rPr>
        <w:t xml:space="preserve">ونقول أيضا : يا نوح ويا إبراهيم وموسى وعيسى ومحمّد ( سلام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الله عليهم أجمعين ) ويا أيّها الصدّيقون والشهداء والصالحون لا فضل لكم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الصافّات : 95 ، 96.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سفر أشعياء 45 / 7.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الأمثال 21 / 24.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أنظر : صحيح البخاري 6 / 211 ، 6 / 121 ، موّطأ مالك : كتاب القدر ص 601 ، سنن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أبي داود 4 / 232 ، العقيدة الطحاوية : 44 ، وجاء فيها :«وكذلك أفعالهم فيما علم منهم أن </w:t>
      </w:r>
      <w:r w:rsidR="00EA3C94">
        <w:rPr>
          <w:rFonts w:hint="cs"/>
          <w:rtl/>
        </w:rPr>
        <w:t xml:space="preserve"> </w:t>
      </w:r>
      <w:r>
        <w:rPr>
          <w:rtl/>
        </w:rPr>
        <w:t>يفعلوه وكل</w:t>
      </w:r>
      <w:r>
        <w:rPr>
          <w:rFonts w:hint="cs"/>
          <w:rtl/>
        </w:rPr>
        <w:t>ٌّ</w:t>
      </w:r>
      <w:r>
        <w:rPr>
          <w:rtl/>
        </w:rPr>
        <w:t xml:space="preserve"> ميسّر لما خُلق له...».</w:t>
      </w:r>
    </w:p>
    <w:p w:rsidR="008C4947" w:rsidRPr="00090B25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090B25">
        <w:rPr>
          <w:rtl/>
        </w:rPr>
        <w:lastRenderedPageBreak/>
        <w:t xml:space="preserve">ولا فخر ، إنّما أنتم أدوات جرت على أيديكم مشيئة الله وقضاؤه المحتوم ، </w:t>
      </w:r>
      <w:r w:rsidR="00EA3C94">
        <w:rPr>
          <w:rFonts w:hint="cs"/>
          <w:rtl/>
        </w:rPr>
        <w:t xml:space="preserve"> </w:t>
      </w:r>
      <w:r w:rsidRPr="00090B25">
        <w:rPr>
          <w:rtl/>
        </w:rPr>
        <w:t xml:space="preserve">وكنتم ممثّلين في مسرحية كبرى إسمها الدنيا من إخراج الله تعالى الذي </w:t>
      </w:r>
      <w:r w:rsidR="00EA3C94">
        <w:rPr>
          <w:rFonts w:hint="cs"/>
          <w:rtl/>
        </w:rPr>
        <w:t xml:space="preserve"> </w:t>
      </w:r>
      <w:r w:rsidRPr="00090B25">
        <w:rPr>
          <w:rtl/>
        </w:rPr>
        <w:t>قسّم الأدوار. نعوذ بالله من فلتات اللّسان وزيغان الأذهان.</w:t>
      </w:r>
    </w:p>
    <w:p w:rsidR="008C4947" w:rsidRPr="00090B25" w:rsidRDefault="008C4947" w:rsidP="00B0205B">
      <w:pPr>
        <w:pStyle w:val="libBold2"/>
        <w:rPr>
          <w:rtl/>
        </w:rPr>
      </w:pPr>
      <w:r w:rsidRPr="00090B25">
        <w:rPr>
          <w:rtl/>
        </w:rPr>
        <w:t xml:space="preserve">ويا إسرائيل ، أغزي أرضنا واقتلي شبّاننا ودنّسي مقدساتنا ، فلا إثم </w:t>
      </w:r>
      <w:r w:rsidR="00EA3C94">
        <w:rPr>
          <w:rFonts w:hint="cs"/>
          <w:rtl/>
        </w:rPr>
        <w:t xml:space="preserve"> </w:t>
      </w:r>
      <w:r w:rsidRPr="00090B25">
        <w:rPr>
          <w:rtl/>
        </w:rPr>
        <w:t xml:space="preserve">عليك ولا حرج ، فإن استسلمنا فبقضاء الله ، وإن ثرنا ورميناك في البحر فلا </w:t>
      </w:r>
      <w:r w:rsidR="00EA3C94">
        <w:rPr>
          <w:rFonts w:hint="cs"/>
          <w:rtl/>
        </w:rPr>
        <w:t xml:space="preserve"> </w:t>
      </w:r>
      <w:r w:rsidRPr="00090B25">
        <w:rPr>
          <w:rtl/>
        </w:rPr>
        <w:t>فضل لنا ولا عار عليك.</w:t>
      </w:r>
    </w:p>
    <w:p w:rsidR="008C4947" w:rsidRPr="00090B25" w:rsidRDefault="008C4947" w:rsidP="00B0205B">
      <w:pPr>
        <w:pStyle w:val="libBold2"/>
        <w:rPr>
          <w:rtl/>
        </w:rPr>
      </w:pPr>
      <w:r w:rsidRPr="00090B25">
        <w:rPr>
          <w:rtl/>
        </w:rPr>
        <w:t xml:space="preserve">وعليه ، ما فعله معاوية بالمسلمين وابنه يزيد وجرائم بني أمية </w:t>
      </w:r>
      <w:r w:rsidR="00EA3C94">
        <w:rPr>
          <w:rFonts w:hint="cs"/>
          <w:rtl/>
        </w:rPr>
        <w:t xml:space="preserve"> </w:t>
      </w:r>
      <w:r w:rsidRPr="00090B25">
        <w:rPr>
          <w:rtl/>
        </w:rPr>
        <w:t xml:space="preserve">وبني العبّاس وجرائم الصليبيّين والاستعمار الغربي لبلادنا كل هذا هو فعل </w:t>
      </w:r>
      <w:r w:rsidR="00EA3C94">
        <w:rPr>
          <w:rFonts w:hint="cs"/>
          <w:rtl/>
        </w:rPr>
        <w:t xml:space="preserve"> </w:t>
      </w:r>
      <w:r w:rsidRPr="00090B25">
        <w:rPr>
          <w:rtl/>
        </w:rPr>
        <w:t>الله.</w:t>
      </w:r>
    </w:p>
    <w:p w:rsidR="008C4947" w:rsidRPr="00090B25" w:rsidRDefault="008C4947" w:rsidP="00B0205B">
      <w:pPr>
        <w:pStyle w:val="libBold2"/>
        <w:rPr>
          <w:rtl/>
        </w:rPr>
      </w:pPr>
      <w:r w:rsidRPr="00090B25">
        <w:rPr>
          <w:rtl/>
        </w:rPr>
        <w:t xml:space="preserve">فيا الله ، يا من وصفت نفسك بالعدل وحرّمت الظلم على نفسك ، ويا </w:t>
      </w:r>
      <w:r w:rsidR="00EA3C94">
        <w:rPr>
          <w:rFonts w:hint="cs"/>
          <w:rtl/>
        </w:rPr>
        <w:t xml:space="preserve"> </w:t>
      </w:r>
      <w:r w:rsidRPr="00090B25">
        <w:rPr>
          <w:rtl/>
        </w:rPr>
        <w:t xml:space="preserve">من هديت الإنسان النجدين ، لماذا خلقت الجنّة والنار؟! لماذا ترصّدت </w:t>
      </w:r>
      <w:r w:rsidR="00EA3C94">
        <w:rPr>
          <w:rFonts w:hint="cs"/>
          <w:rtl/>
        </w:rPr>
        <w:t xml:space="preserve"> </w:t>
      </w:r>
      <w:r w:rsidRPr="00090B25">
        <w:rPr>
          <w:rtl/>
        </w:rPr>
        <w:t xml:space="preserve">أعمالنا بالكرام الكاتبين؟! لماذا بعثت الرسل والأنبياء ، أليس قد جفّ </w:t>
      </w:r>
      <w:r w:rsidR="00EA3C94">
        <w:rPr>
          <w:rFonts w:hint="cs"/>
          <w:rtl/>
        </w:rPr>
        <w:t xml:space="preserve"> </w:t>
      </w:r>
      <w:r w:rsidRPr="00090B25">
        <w:rPr>
          <w:rtl/>
        </w:rPr>
        <w:t xml:space="preserve">القلم وعُلم السعيد والشقي في بطن أمهما؟! ولماذا الحساب والميزان ، </w:t>
      </w:r>
      <w:r w:rsidR="00EA3C94">
        <w:rPr>
          <w:rFonts w:hint="cs"/>
          <w:rtl/>
        </w:rPr>
        <w:t xml:space="preserve"> </w:t>
      </w:r>
      <w:r w:rsidRPr="00090B25">
        <w:rPr>
          <w:rtl/>
        </w:rPr>
        <w:t>أليست الأعمال أعمالك فهل بعد هذا الظلم من ظلم؟!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قاطعت صديقي قائلا : لماذا تلصقون يا معشر الشيعة كلّ مصائب </w:t>
      </w:r>
      <w:r w:rsidR="00EA3C94">
        <w:rPr>
          <w:rFonts w:hint="cs"/>
          <w:rtl/>
        </w:rPr>
        <w:t xml:space="preserve"> </w:t>
      </w:r>
      <w:r>
        <w:rPr>
          <w:rtl/>
        </w:rPr>
        <w:t>الأمة ببني أميّة؟!</w:t>
      </w:r>
    </w:p>
    <w:p w:rsidR="008C4947" w:rsidRPr="00F122A7" w:rsidRDefault="008C4947" w:rsidP="004233AE">
      <w:pPr>
        <w:pStyle w:val="libNormal"/>
        <w:rPr>
          <w:rStyle w:val="libPoemTiniChar0"/>
          <w:rtl/>
        </w:rPr>
      </w:pPr>
      <w:r w:rsidRPr="00B0205B">
        <w:rPr>
          <w:rStyle w:val="libBold2Char"/>
          <w:rtl/>
        </w:rPr>
        <w:t xml:space="preserve">أجابني صديقي بحدّة : ومن غيرهم؟!! ، ثمّ أردف : إنّ معاوية ومن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بعده ملوك وأباطرة بني أمية لمّا وجدوا أنفسهم مرفوضين من قبل الأمّة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لعدم شرعيتهم وكانوا في نفس الوقت ماسكين بزمام الأمور ، أرادوا أن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يجعلوا لأنفسهم شرعية زائفة فوضعواـوعلى رأسهم معاويةـأحاديث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مكذوبة على الرسول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 ، من أنّ الحاكم لا يجوز الخروج عليه وإن </w:t>
      </w:r>
      <w:r w:rsidR="00EA3C94">
        <w:rPr>
          <w:rFonts w:hint="cs"/>
          <w:rtl/>
        </w:rPr>
        <w:t xml:space="preserve"> </w:t>
      </w:r>
    </w:p>
    <w:p w:rsidR="008C4947" w:rsidRPr="002C2F70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B0205B">
        <w:rPr>
          <w:rtl/>
        </w:rPr>
        <w:lastRenderedPageBreak/>
        <w:t>ظلم وفسق وطغى لأنّ في ذلك فتنة وفساد</w:t>
      </w:r>
      <w:r w:rsidRPr="00F122A7">
        <w:rPr>
          <w:rStyle w:val="libFootnotenumChar"/>
          <w:rtl/>
        </w:rPr>
        <w:t>(1)</w:t>
      </w:r>
      <w:r w:rsidRPr="002C2F70">
        <w:rPr>
          <w:rtl/>
        </w:rPr>
        <w:t xml:space="preserve">! ، وقالوا بعدالة كلّ من رأى </w:t>
      </w:r>
      <w:r w:rsidR="00EA3C94">
        <w:rPr>
          <w:rFonts w:hint="cs"/>
          <w:rtl/>
        </w:rPr>
        <w:t xml:space="preserve"> </w:t>
      </w:r>
      <w:r w:rsidRPr="002C2F70">
        <w:rPr>
          <w:rtl/>
        </w:rPr>
        <w:t>الرسول حتّى مرّة واحدة ـ فيدخل معاوية في هذه الدائرة العريضة ـ.</w:t>
      </w:r>
    </w:p>
    <w:p w:rsidR="008C4947" w:rsidRDefault="008C4947" w:rsidP="00B0205B">
      <w:pPr>
        <w:pStyle w:val="libBold2"/>
        <w:rPr>
          <w:rtl/>
        </w:rPr>
      </w:pPr>
      <w:r w:rsidRPr="002C2F70">
        <w:rPr>
          <w:rtl/>
        </w:rPr>
        <w:t xml:space="preserve">وقالوا من جملة ما قالوا : إنّ كلّ أفعال العباد هي من الله ، لماذا؟! </w:t>
      </w:r>
      <w:r w:rsidR="00EA3C94">
        <w:rPr>
          <w:rFonts w:hint="cs"/>
          <w:rtl/>
        </w:rPr>
        <w:t xml:space="preserve"> </w:t>
      </w:r>
      <w:r w:rsidRPr="002C2F70">
        <w:rPr>
          <w:rtl/>
        </w:rPr>
        <w:t xml:space="preserve">الجواب معروف : حتّى لا يعترض عليهم أحد سواء قتلوا أو سرقوا أو زنوا ، </w:t>
      </w:r>
      <w:r w:rsidR="00EA3C94">
        <w:rPr>
          <w:rFonts w:hint="cs"/>
          <w:rtl/>
        </w:rPr>
        <w:t xml:space="preserve"> </w:t>
      </w:r>
      <w:r w:rsidRPr="002C2F70">
        <w:rPr>
          <w:rtl/>
        </w:rPr>
        <w:t xml:space="preserve">وأنّ الإنسان لا دخل له ولا فعل في هذا كلّه. وهكذا يصبح قتل </w:t>
      </w:r>
      <w:r w:rsidR="00EA3C94">
        <w:rPr>
          <w:rFonts w:hint="cs"/>
          <w:rtl/>
        </w:rPr>
        <w:t xml:space="preserve"> </w:t>
      </w:r>
      <w:r w:rsidRPr="002C2F70">
        <w:rPr>
          <w:rtl/>
        </w:rPr>
        <w:t>الحسين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أمرا محتوما ، وتولّي الحجّاج على رقاب المسلمين قدرا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ماضيا ، فلماذا الاعتراض والثورة والخروج وو... وبعد هذا تصوّر ما لحق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بأحرار أمة محمّد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من تنكيل وترهيب حيث سُلّط عليهم سيف ديني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إسلامي يقطع رؤوسهم. أليسوا كانوا معترضين على أمر الله ، مبارزين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للحقّ تعالى في مشيئته ، ويا لها من تهمة سهلة رخيصة.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لكن نقول للأشعري ومن والاه : لماذا تلعنون إبليس والشياطين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وقد قال إبليس مثل قولك حيث نسب الغواية لله تعالى فقال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رَبِّ بِمَا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أَغْوَيْتَنِي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>؟!</w:t>
      </w:r>
    </w:p>
    <w:p w:rsidR="009270FA" w:rsidRDefault="00EA3C94" w:rsidP="00F122A7">
      <w:pPr>
        <w:pStyle w:val="libLine"/>
        <w:rPr>
          <w:rtl/>
        </w:rPr>
      </w:pPr>
      <w:r>
        <w:rPr>
          <w:rFonts w:hint="cs"/>
          <w:rtl/>
        </w:rPr>
        <w:t xml:space="preserve">   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أنظر : العقيدة الطحاوية : 72 ، جاء فيها :«ولا نري الخروج على أئمتنا وولاة أمورنا وإن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جاروا ولاندعوا عليهم ، ولاننزع يداً من طاعتهم ، ونرى طاعتهم من طاعة الله عزّوجّل </w:t>
      </w:r>
      <w:r w:rsidR="00EA3C94">
        <w:rPr>
          <w:rFonts w:hint="cs"/>
          <w:rtl/>
        </w:rPr>
        <w:t xml:space="preserve"> </w:t>
      </w:r>
      <w:r>
        <w:rPr>
          <w:rtl/>
        </w:rPr>
        <w:t>فريضة مالم يأمروا بمعصية ، وندعوا لهم بالصّلاح والمعافاة ».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سورة الحجر : 39.</w:t>
      </w:r>
    </w:p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55" w:name="_Toc365111450"/>
      <w:r w:rsidR="00EA3C94">
        <w:rPr>
          <w:rFonts w:hint="cs"/>
          <w:rtl/>
        </w:rPr>
        <w:lastRenderedPageBreak/>
        <w:t xml:space="preserve"> </w:t>
      </w:r>
    </w:p>
    <w:p w:rsidR="008C4947" w:rsidRDefault="008C4947" w:rsidP="008C4947">
      <w:pPr>
        <w:pStyle w:val="Heading2"/>
        <w:rPr>
          <w:rtl/>
        </w:rPr>
      </w:pPr>
      <w:bookmarkStart w:id="56" w:name="_Toc398986472"/>
      <w:bookmarkStart w:id="57" w:name="_Toc398986503"/>
      <w:r>
        <w:rPr>
          <w:rtl/>
        </w:rPr>
        <w:t>المتعة... نكاح أم سفاح :</w:t>
      </w:r>
      <w:bookmarkEnd w:id="55"/>
      <w:bookmarkEnd w:id="56"/>
      <w:bookmarkEnd w:id="57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من المواضيع الساخنة الّتي أثارت ولا زالت تثير جدالا حادّا بين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السنة والشيعة هو موضوع المتعة ، حيث يعتبرها أغلب أهل السنّة أخت </w:t>
      </w:r>
      <w:r w:rsidR="00EA3C94">
        <w:rPr>
          <w:rFonts w:hint="cs"/>
          <w:rtl/>
        </w:rPr>
        <w:t xml:space="preserve"> </w:t>
      </w:r>
      <w:r>
        <w:rPr>
          <w:rtl/>
        </w:rPr>
        <w:t>الزنا كما يعتبرون التقيّة أخت النفاق.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وفي نقاش صريح دار بيني وبين صديقي الشيعي ، أذكر أنني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ولشدة ما كنت أسمع من أهل السنّة من تشنيع على هذه المسألة ، أنني </w:t>
      </w:r>
      <w:r w:rsidR="00EA3C94">
        <w:rPr>
          <w:rFonts w:hint="cs"/>
          <w:rtl/>
        </w:rPr>
        <w:t xml:space="preserve"> </w:t>
      </w:r>
      <w:r>
        <w:rPr>
          <w:rtl/>
        </w:rPr>
        <w:t>سألته قائلا</w:t>
      </w:r>
      <w:r>
        <w:rPr>
          <w:rFonts w:hint="cs"/>
          <w:rtl/>
        </w:rPr>
        <w:t>ً</w:t>
      </w:r>
      <w:r>
        <w:rPr>
          <w:rtl/>
        </w:rPr>
        <w:t xml:space="preserve"> : كلّ شيء عندكم معقول معشر الشيعة إلاّ شيئا واحدا ، وهو ما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يجعل في نظري سمعة مذهبكم هذا تذهب أدراج الرياح لو تمسكتم به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بل إنّ العقلـوأردت أن أضربه في الواقع بنفس سلاحهـيأبى هذا الشيء ، </w:t>
      </w:r>
      <w:r w:rsidR="00EA3C94">
        <w:rPr>
          <w:rFonts w:hint="cs"/>
          <w:rtl/>
        </w:rPr>
        <w:t xml:space="preserve"> </w:t>
      </w:r>
      <w:r>
        <w:rPr>
          <w:rtl/>
        </w:rPr>
        <w:t>فكيف بالدين الإسلامي دين الحياء والعفّة؟!</w:t>
      </w:r>
    </w:p>
    <w:p w:rsidR="008C4947" w:rsidRPr="00332A6A" w:rsidRDefault="008C4947" w:rsidP="00B0205B">
      <w:pPr>
        <w:pStyle w:val="libBold2"/>
        <w:rPr>
          <w:rtl/>
        </w:rPr>
      </w:pPr>
      <w:r w:rsidRPr="00332A6A">
        <w:rPr>
          <w:rtl/>
        </w:rPr>
        <w:t>أجاب صديقي : أحسبني فهمت مرادك وما ترمي إليه.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مجيباً : إذا كنت قد فهمت قصدي فأنا أسألك : لماذا تعملون </w:t>
      </w:r>
      <w:r w:rsidR="00EA3C94">
        <w:rPr>
          <w:rFonts w:hint="cs"/>
          <w:rtl/>
        </w:rPr>
        <w:t xml:space="preserve"> </w:t>
      </w:r>
      <w:r>
        <w:rPr>
          <w:rtl/>
        </w:rPr>
        <w:t>وتؤمنون بالمتعة؟!</w:t>
      </w:r>
    </w:p>
    <w:p w:rsidR="008C4947" w:rsidRPr="00296D77" w:rsidRDefault="008C4947" w:rsidP="00F122A7">
      <w:pPr>
        <w:pStyle w:val="libLine"/>
        <w:rPr>
          <w:rtl/>
        </w:rPr>
      </w:pPr>
      <w:r w:rsidRPr="00B0205B">
        <w:rPr>
          <w:rStyle w:val="libBold2Char"/>
          <w:rtl/>
        </w:rPr>
        <w:t xml:space="preserve">قال صديقي : سؤالك خطأ ، إسألني عن مشروعية المتعة في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الإسلام؟ وأجيبك فأقول : إنّ الشيعة لا يحلّلون حراماً ولا يحرّمون حلالا</w:t>
      </w:r>
      <w:r w:rsidRPr="00B0205B">
        <w:rPr>
          <w:rStyle w:val="libBold2Char"/>
          <w:rFonts w:hint="cs"/>
          <w:rtl/>
        </w:rPr>
        <w:t>ً</w:t>
      </w:r>
      <w:r w:rsidRPr="00B0205B">
        <w:rPr>
          <w:rStyle w:val="libBold2Char"/>
          <w:rtl/>
        </w:rPr>
        <w:t xml:space="preserve"> ،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بعكس غيرنا ممّن ضلّ وأضلّ وهم يحسبون أنّهم يحسنون صنعاً. إنّ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المتعة حلال بكتاب الله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>وسنّة رسوله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>وسيرة الصّحابة ، ولم ينه</w:t>
      </w:r>
      <w:r w:rsidR="00EA3C94">
        <w:rPr>
          <w:rFonts w:hint="cs"/>
          <w:rtl/>
        </w:rPr>
        <w:t xml:space="preserve"> </w:t>
      </w: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قوله تعالى في سورة النساء الآية 24 </w:t>
      </w:r>
      <w:r w:rsidRPr="00D4747A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F122A7">
        <w:rPr>
          <w:rStyle w:val="libFootnoteAieChar"/>
          <w:rFonts w:hint="cs"/>
          <w:rtl/>
        </w:rPr>
        <w:t xml:space="preserve"> فَمَا اسْتَمْتَعْتُم بِهِ مِنْهُنَّ فَآتُوهُنَّ أُجُورَهُنَّ </w:t>
      </w:r>
      <w:r w:rsidR="00EA3C94">
        <w:rPr>
          <w:rStyle w:val="libFootnoteAieChar"/>
          <w:rtl/>
        </w:rPr>
        <w:t xml:space="preserve"> </w:t>
      </w:r>
      <w:r w:rsidRPr="00F122A7">
        <w:rPr>
          <w:rStyle w:val="libFootnoteAieChar"/>
          <w:rFonts w:hint="cs"/>
          <w:rtl/>
        </w:rPr>
        <w:t>فَرِيضَةً</w:t>
      </w:r>
      <w:r w:rsidRPr="00B0205B">
        <w:rPr>
          <w:rStyle w:val="libAlaemChar"/>
          <w:rtl/>
        </w:rPr>
        <w:t>)</w:t>
      </w:r>
      <w:r>
        <w:rPr>
          <w:rtl/>
        </w:rPr>
        <w:t>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 w:rsidRPr="00B0205B">
        <w:rPr>
          <w:rStyle w:val="libBold2Char"/>
          <w:rtl/>
        </w:rPr>
        <w:lastRenderedPageBreak/>
        <w:t xml:space="preserve">عنها إلاّ عمر حيث قال :« متعتان كانتا على عهد رسول الله أنا أحرّمهما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وأنهى عنهما »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مقاطعاً : رويدك ، إنّ آية المتعة آية منسوخة بالآيات الأولى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من سورة المؤمنون كما يقول أهل السنّة ، وعليه لا يبقى لكم احتجاج </w:t>
      </w:r>
      <w:r w:rsidR="00EA3C94">
        <w:rPr>
          <w:rFonts w:hint="cs"/>
          <w:rtl/>
        </w:rPr>
        <w:t xml:space="preserve"> </w:t>
      </w:r>
      <w:r>
        <w:rPr>
          <w:rtl/>
        </w:rPr>
        <w:t>بكتاب الله تعالى.</w:t>
      </w:r>
    </w:p>
    <w:p w:rsidR="008C4947" w:rsidRPr="00332A6A" w:rsidRDefault="008C4947" w:rsidP="00B0205B">
      <w:pPr>
        <w:pStyle w:val="libBold2"/>
        <w:rPr>
          <w:rtl/>
        </w:rPr>
      </w:pPr>
      <w:r w:rsidRPr="00332A6A">
        <w:rPr>
          <w:rtl/>
        </w:rPr>
        <w:t>أجاب صديقي متعجّباً : وهل يسبق الناسخ المنسوخ عندك؟!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معلّقاً : أرجوك لا تدخلني في أشياء فرعيّة تضيّع علينا </w:t>
      </w:r>
      <w:r w:rsidR="00EA3C94">
        <w:rPr>
          <w:rFonts w:hint="cs"/>
          <w:rtl/>
        </w:rPr>
        <w:t xml:space="preserve"> </w:t>
      </w:r>
      <w:r>
        <w:rPr>
          <w:rtl/>
        </w:rPr>
        <w:t>البحث.</w:t>
      </w:r>
    </w:p>
    <w:p w:rsidR="008C4947" w:rsidRPr="00332A6A" w:rsidRDefault="008C4947" w:rsidP="00B0205B">
      <w:pPr>
        <w:pStyle w:val="libBold2"/>
        <w:rPr>
          <w:rtl/>
        </w:rPr>
      </w:pPr>
      <w:r w:rsidRPr="00332A6A">
        <w:rPr>
          <w:rtl/>
        </w:rPr>
        <w:t xml:space="preserve">قال صديقي : أنا لم أخرج من الموضوع ، بل أردت إجابتك وأقصد </w:t>
      </w:r>
      <w:r w:rsidR="00EA3C94">
        <w:rPr>
          <w:rFonts w:hint="cs"/>
          <w:rtl/>
        </w:rPr>
        <w:t xml:space="preserve"> </w:t>
      </w:r>
      <w:r w:rsidRPr="00332A6A">
        <w:rPr>
          <w:rtl/>
        </w:rPr>
        <w:t xml:space="preserve">أنّ القول بأنّ آية المتعة منسوخة بالآيات الأولى من سورة المؤمنون هو </w:t>
      </w:r>
      <w:r w:rsidR="00EA3C94">
        <w:rPr>
          <w:rFonts w:hint="cs"/>
          <w:rtl/>
        </w:rPr>
        <w:t xml:space="preserve"> </w:t>
      </w:r>
      <w:r w:rsidRPr="00332A6A">
        <w:rPr>
          <w:rtl/>
        </w:rPr>
        <w:t xml:space="preserve">قول متهافت جدّا ، لأنّ آية المتعة مدنية وسورة المؤمنون مكّية والمكّي </w:t>
      </w:r>
      <w:r w:rsidR="00EA3C94">
        <w:rPr>
          <w:rFonts w:hint="cs"/>
          <w:rtl/>
        </w:rPr>
        <w:t xml:space="preserve"> </w:t>
      </w:r>
      <w:r w:rsidRPr="00332A6A">
        <w:rPr>
          <w:rtl/>
        </w:rPr>
        <w:t>لا ينسخ المدني ، هذا أوّلا.</w:t>
      </w:r>
    </w:p>
    <w:p w:rsidR="009270FA" w:rsidRDefault="008C4947" w:rsidP="00707EB8">
      <w:pPr>
        <w:pStyle w:val="libBold2"/>
        <w:rPr>
          <w:rStyle w:val="libBold2Char"/>
          <w:rtl/>
        </w:rPr>
      </w:pPr>
      <w:r w:rsidRPr="00332A6A">
        <w:rPr>
          <w:rtl/>
        </w:rPr>
        <w:t xml:space="preserve">ثمّ إنّ قول من قال : إنّ آية المتعة منسوخة يؤكّد القول بأنّ المتعة </w:t>
      </w:r>
      <w:r w:rsidR="00EA3C94">
        <w:rPr>
          <w:rFonts w:hint="cs"/>
          <w:rtl/>
        </w:rPr>
        <w:t xml:space="preserve"> </w:t>
      </w:r>
      <w:r w:rsidRPr="00332A6A">
        <w:rPr>
          <w:rtl/>
        </w:rPr>
        <w:t>نكاح شرعي وليست سفاحاً ، أي أنّ الرسول</w:t>
      </w:r>
      <w:r w:rsidR="00707EB8" w:rsidRPr="00707EB8">
        <w:rPr>
          <w:rStyle w:val="libBold2Char"/>
          <w:rtl/>
        </w:rPr>
        <w:t xml:space="preserve"> </w:t>
      </w:r>
      <w:r w:rsidR="00707EB8" w:rsidRPr="00B0205B">
        <w:rPr>
          <w:rStyle w:val="libAlaemChar"/>
          <w:rtl/>
        </w:rPr>
        <w:t>صلى‌الله‌عليه‌وآله‌وسلم</w:t>
      </w:r>
      <w:r w:rsidR="00707EB8" w:rsidRPr="00B0205B">
        <w:rPr>
          <w:rStyle w:val="libBold2Char"/>
          <w:rtl/>
        </w:rPr>
        <w:t xml:space="preserve"> </w:t>
      </w:r>
      <w:r w:rsidRPr="00B0205B">
        <w:rPr>
          <w:rStyle w:val="libBold2Char"/>
          <w:rtl/>
        </w:rPr>
        <w:t xml:space="preserve">والصحابة كانوا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يعتبرونها زواجا شرعيّا قبل نسخها حسب الافتراض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 xml:space="preserve"> ، ولو نظرت إلى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قول عمر لرأيت أنه يعترف بأنّ المتعة كان معمولا</w:t>
      </w:r>
      <w:r w:rsidRPr="00B0205B">
        <w:rPr>
          <w:rStyle w:val="libBold2Char"/>
          <w:rFonts w:hint="cs"/>
          <w:rtl/>
        </w:rPr>
        <w:t>ً</w:t>
      </w:r>
      <w:r w:rsidRPr="00B0205B">
        <w:rPr>
          <w:rStyle w:val="libBold2Char"/>
          <w:rtl/>
        </w:rPr>
        <w:t xml:space="preserve"> بها على عهد رسول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>أي إلى وفاة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>.</w:t>
      </w:r>
    </w:p>
    <w:p w:rsidR="009270FA" w:rsidRDefault="008C4947" w:rsidP="009270FA">
      <w:pPr>
        <w:pStyle w:val="libBold2"/>
        <w:rPr>
          <w:rtl/>
        </w:rPr>
      </w:pPr>
      <w:r w:rsidRPr="00332A6A">
        <w:rPr>
          <w:rtl/>
        </w:rPr>
        <w:t xml:space="preserve">قاطعت صديقي قائلا : إنّ عمر لم يحرّم حلالا ولم يحلّل حراما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أنظر : تفسير الفخر الرازيـسورة النساءـ4 / 42 ، صحيح البخاري 2 / 176 ، سنن ابن </w:t>
      </w:r>
      <w:r w:rsidR="00EA3C94">
        <w:rPr>
          <w:rFonts w:hint="cs"/>
          <w:rtl/>
        </w:rPr>
        <w:t xml:space="preserve"> </w:t>
      </w:r>
      <w:r>
        <w:rPr>
          <w:rtl/>
        </w:rPr>
        <w:t>ماجة 2 / 188.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أنظر : تفسير ابن كثير 1 / 486.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حاشاه! لكن كلّ ما فعله هو أنه طبّق تحريم المتعة أو نَسْخِهَا وأعلم </w:t>
      </w:r>
      <w:r w:rsidR="00EA3C94">
        <w:rPr>
          <w:rFonts w:hint="cs"/>
          <w:rtl/>
        </w:rPr>
        <w:t xml:space="preserve"> </w:t>
      </w:r>
      <w:r>
        <w:rPr>
          <w:rtl/>
        </w:rPr>
        <w:t>المسلمين بذلك ، وإلاّ فالمتعة نسخت في آخر حياة الرسول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>.</w:t>
      </w:r>
    </w:p>
    <w:p w:rsidR="008C4947" w:rsidRPr="00332A6A" w:rsidRDefault="008C4947" w:rsidP="00B0205B">
      <w:pPr>
        <w:pStyle w:val="libBold2"/>
        <w:rPr>
          <w:rtl/>
        </w:rPr>
      </w:pPr>
      <w:r w:rsidRPr="00332A6A">
        <w:rPr>
          <w:rtl/>
        </w:rPr>
        <w:t>أجابني صديقي : ربّ عذر</w:t>
      </w:r>
      <w:r>
        <w:rPr>
          <w:rFonts w:hint="cs"/>
          <w:rtl/>
        </w:rPr>
        <w:t>ٍ</w:t>
      </w:r>
      <w:r w:rsidRPr="00332A6A">
        <w:rPr>
          <w:rtl/>
        </w:rPr>
        <w:t xml:space="preserve"> أقبح من ذنب ، وأردف قائلا : لو كان </w:t>
      </w:r>
      <w:r w:rsidR="00EA3C94">
        <w:rPr>
          <w:rFonts w:hint="cs"/>
          <w:rtl/>
        </w:rPr>
        <w:t xml:space="preserve"> </w:t>
      </w:r>
      <w:r w:rsidRPr="00332A6A">
        <w:rPr>
          <w:rtl/>
        </w:rPr>
        <w:t>الأمر كما يزعمون فهل خفي الأمر على</w:t>
      </w:r>
      <w:r>
        <w:rPr>
          <w:rFonts w:hint="cs"/>
          <w:rtl/>
        </w:rPr>
        <w:t>ٰ</w:t>
      </w:r>
      <w:r w:rsidRPr="00332A6A">
        <w:rPr>
          <w:rtl/>
        </w:rPr>
        <w:t xml:space="preserve"> أبي بكر وقد كانت المتعة معمولا</w:t>
      </w:r>
      <w:r>
        <w:rPr>
          <w:rFonts w:hint="cs"/>
          <w:rtl/>
        </w:rPr>
        <w:t>ً</w:t>
      </w:r>
      <w:r w:rsidR="00EA3C94">
        <w:rPr>
          <w:rFonts w:hint="cs"/>
          <w:rtl/>
        </w:rPr>
        <w:t xml:space="preserve"> </w:t>
      </w:r>
      <w:r w:rsidRPr="00332A6A">
        <w:rPr>
          <w:rtl/>
        </w:rPr>
        <w:t xml:space="preserve">بها طيلة خلافته؟! ولو كان الأمر كذلك فلماذا حرّمها عمر في زمان متأخّر </w:t>
      </w:r>
      <w:r w:rsidR="00EA3C94">
        <w:rPr>
          <w:rFonts w:hint="cs"/>
          <w:rtl/>
        </w:rPr>
        <w:t xml:space="preserve"> </w:t>
      </w:r>
      <w:r w:rsidRPr="00332A6A">
        <w:rPr>
          <w:rtl/>
        </w:rPr>
        <w:t>في خلافته ولم يحرمها في يوم خلافته الأول؟!</w:t>
      </w:r>
    </w:p>
    <w:p w:rsidR="008C4947" w:rsidRDefault="008C4947" w:rsidP="00B0205B">
      <w:pPr>
        <w:pStyle w:val="libBold2"/>
        <w:rPr>
          <w:rtl/>
        </w:rPr>
      </w:pPr>
      <w:r w:rsidRPr="00332A6A">
        <w:rPr>
          <w:rtl/>
        </w:rPr>
        <w:t>ثم إنّ هناك أحاديث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عن أكابر الصحابة تؤكد أنهم كانوا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يستمتعون على عهد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وعهد أبي بكر وفترة من خلافة عمر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حتّى نهى عمر عنها. وبهذا يتبيّن أنّ المتعة نكاح شرعي ثابت بالقرآن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والسنّة ولم تنسخ لا من الله ولا من رسوله ، وبذلك تعلم ضعف الأحاديث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الكاذبة التي تقول إنّ الرسول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حرّمها ، وليس أدلّ على ضعفها بعد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ضعف رجال سندها اضطراب تلك الأحاديث ، فمرّة تقول حرّمت يوم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الفتح ، ومرّة يوم تبوك وغيرها ، على أنّه قد تيقّنتَ من قول عمر نفسه بأنها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كانت محلّلة على عهد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شعرت في نفسي بانكسار شديد لأنّ حلّية المتعة كانت تعني لي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فيما تعنيه أشياء أخرى من لوازمها تخطئة عمر بن الخطّاب ، ولهذا طرقت </w:t>
      </w:r>
      <w:r w:rsidR="00EA3C94">
        <w:rPr>
          <w:rFonts w:hint="cs"/>
          <w:rtl/>
        </w:rPr>
        <w:t xml:space="preserve"> </w:t>
      </w:r>
      <w:r>
        <w:rPr>
          <w:rtl/>
        </w:rPr>
        <w:t>المسألة من باب آخر ، فهيهات هيهات التسليم بهذه السهولة.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لصديقي معانداً : يا أخي ، هل ترضى أنت أن تُزَوّج أختك أو </w:t>
      </w:r>
      <w:r w:rsidR="00EA3C94">
        <w:rPr>
          <w:rFonts w:hint="cs"/>
          <w:rtl/>
        </w:rPr>
        <w:t xml:space="preserve"> </w:t>
      </w:r>
      <w:r>
        <w:rPr>
          <w:rtl/>
        </w:rPr>
        <w:t>ابنتك زواج متعة؟!</w:t>
      </w:r>
    </w:p>
    <w:p w:rsidR="008C4947" w:rsidRPr="00332A6A" w:rsidRDefault="008C4947" w:rsidP="00F122A7">
      <w:pPr>
        <w:pStyle w:val="libLine"/>
        <w:rPr>
          <w:rtl/>
        </w:rPr>
      </w:pPr>
      <w:r w:rsidRPr="00332A6A">
        <w:rPr>
          <w:rtl/>
        </w:rPr>
        <w:t>__</w:t>
      </w:r>
      <w:r w:rsidRPr="00332A6A">
        <w:rPr>
          <w:rFonts w:hint="cs"/>
          <w:rtl/>
        </w:rPr>
        <w:t>___</w:t>
      </w:r>
      <w:r w:rsidRPr="00332A6A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مثل الحديث عن جابر وعن عمران بن حصين وغيرها ، أنظر : مسند أحمد ، مسند عمر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ج1 حديث رقم 371 ، وأيضا مسند أحمد 3 / 325 ; صحيح مسلم 2 / 896ـ900 كتاب </w:t>
      </w:r>
      <w:r w:rsidR="00EA3C94">
        <w:rPr>
          <w:rFonts w:hint="cs"/>
          <w:rtl/>
        </w:rPr>
        <w:t xml:space="preserve"> </w:t>
      </w:r>
      <w:r>
        <w:rPr>
          <w:rtl/>
        </w:rPr>
        <w:t>الحج.</w:t>
      </w:r>
    </w:p>
    <w:p w:rsidR="008C4947" w:rsidRPr="00332A6A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332A6A">
        <w:rPr>
          <w:rtl/>
        </w:rPr>
        <w:lastRenderedPageBreak/>
        <w:t xml:space="preserve">قاطعني صديقي بنبرة غاضبة : عجيب أمرك!! أقول لك رضي الله </w:t>
      </w:r>
      <w:r w:rsidR="00EA3C94">
        <w:rPr>
          <w:rFonts w:hint="cs"/>
          <w:rtl/>
        </w:rPr>
        <w:t xml:space="preserve"> </w:t>
      </w:r>
      <w:r w:rsidRPr="00332A6A">
        <w:rPr>
          <w:rtl/>
        </w:rPr>
        <w:t xml:space="preserve">ورسوله والمؤمنون ، وتقول لي أنت : هل ترضى ثم واصل : والطريف أنّه </w:t>
      </w:r>
      <w:r w:rsidR="00EA3C94">
        <w:rPr>
          <w:rFonts w:hint="cs"/>
          <w:rtl/>
        </w:rPr>
        <w:t xml:space="preserve"> </w:t>
      </w:r>
      <w:r w:rsidRPr="00332A6A">
        <w:rPr>
          <w:rtl/>
        </w:rPr>
        <w:t xml:space="preserve">ما حاورتُ أحدا من السنّة حول المتعة إلاّ وسألني هذا السؤال. إنّ هكذا </w:t>
      </w:r>
      <w:r w:rsidR="00EA3C94">
        <w:rPr>
          <w:rFonts w:hint="cs"/>
          <w:rtl/>
        </w:rPr>
        <w:t xml:space="preserve"> </w:t>
      </w:r>
      <w:r w:rsidRPr="00332A6A">
        <w:rPr>
          <w:rtl/>
        </w:rPr>
        <w:t xml:space="preserve">آراء وتحسينات وو.. كلّها نابعة من المزاج ولا تمتّ للشرع بأيّ صلة ، </w:t>
      </w:r>
      <w:r w:rsidR="00EA3C94">
        <w:rPr>
          <w:rFonts w:hint="cs"/>
          <w:rtl/>
        </w:rPr>
        <w:t xml:space="preserve"> </w:t>
      </w:r>
      <w:r w:rsidRPr="00332A6A">
        <w:rPr>
          <w:rtl/>
        </w:rPr>
        <w:t xml:space="preserve">ومع الأسف فإنّنا كمسلمين وخاصّة كعرب نُعتبر شعبا مزاجيّا ، مزاجيّا في </w:t>
      </w:r>
      <w:r w:rsidR="00EA3C94">
        <w:rPr>
          <w:rFonts w:hint="cs"/>
          <w:rtl/>
        </w:rPr>
        <w:t xml:space="preserve"> </w:t>
      </w:r>
      <w:r w:rsidRPr="00332A6A">
        <w:rPr>
          <w:rtl/>
        </w:rPr>
        <w:t xml:space="preserve">كلّ شيء حتّى الدين أخضعناه لمزاجنا ، فما وافق مزاجنا قبلنا به وما لم </w:t>
      </w:r>
      <w:r w:rsidR="00EA3C94">
        <w:rPr>
          <w:rFonts w:hint="cs"/>
          <w:rtl/>
        </w:rPr>
        <w:t xml:space="preserve"> </w:t>
      </w:r>
      <w:r w:rsidRPr="00332A6A">
        <w:rPr>
          <w:rtl/>
        </w:rPr>
        <w:t xml:space="preserve">يوافقه رفضناه. ولو نظرت بعين عقلك لرأيت أنّ هناك أشياء عديدة لو </w:t>
      </w:r>
      <w:r w:rsidR="00EA3C94">
        <w:rPr>
          <w:rFonts w:hint="cs"/>
          <w:rtl/>
        </w:rPr>
        <w:t xml:space="preserve"> </w:t>
      </w:r>
      <w:r w:rsidRPr="00332A6A">
        <w:rPr>
          <w:rtl/>
        </w:rPr>
        <w:t>تركنا لأمزجتنا الحكم فيها لضربنا بالشرع كلّه عرض الحائط.</w:t>
      </w:r>
    </w:p>
    <w:p w:rsidR="008C4947" w:rsidRPr="00332A6A" w:rsidRDefault="008C4947" w:rsidP="00B0205B">
      <w:pPr>
        <w:pStyle w:val="libBold2"/>
        <w:rPr>
          <w:rtl/>
        </w:rPr>
      </w:pPr>
      <w:r w:rsidRPr="00332A6A">
        <w:rPr>
          <w:rtl/>
        </w:rPr>
        <w:t xml:space="preserve">ولك أن تسأل أي امرأة متزوجة الآن أو حتّى عزباء ، بل ربّما عانس </w:t>
      </w:r>
      <w:r w:rsidR="00EA3C94">
        <w:rPr>
          <w:rFonts w:hint="cs"/>
          <w:rtl/>
        </w:rPr>
        <w:t xml:space="preserve"> </w:t>
      </w:r>
      <w:r w:rsidRPr="00332A6A">
        <w:rPr>
          <w:rtl/>
        </w:rPr>
        <w:t>أصلا</w:t>
      </w:r>
      <w:r>
        <w:rPr>
          <w:rFonts w:hint="cs"/>
          <w:rtl/>
        </w:rPr>
        <w:t>ً</w:t>
      </w:r>
      <w:r w:rsidRPr="00332A6A">
        <w:rPr>
          <w:rtl/>
        </w:rPr>
        <w:t xml:space="preserve"> ، هل تقبلين أن يتزوج عليك زوجك ثانية أو ثالثة أو رابعة؟ لأجابتك </w:t>
      </w:r>
      <w:r w:rsidR="00EA3C94">
        <w:rPr>
          <w:rFonts w:hint="cs"/>
          <w:rtl/>
        </w:rPr>
        <w:t xml:space="preserve"> </w:t>
      </w:r>
      <w:r w:rsidRPr="00332A6A">
        <w:rPr>
          <w:rtl/>
        </w:rPr>
        <w:t>بالنفي ، هذا بالرغم من أنّ المسألة شرعية لا غبار عليها.</w:t>
      </w:r>
    </w:p>
    <w:p w:rsidR="008C4947" w:rsidRPr="00B52A25" w:rsidRDefault="008C4947" w:rsidP="00B0205B">
      <w:pPr>
        <w:pStyle w:val="libBold2"/>
        <w:rPr>
          <w:rtl/>
        </w:rPr>
      </w:pPr>
      <w:r w:rsidRPr="00B52A25">
        <w:rPr>
          <w:rtl/>
        </w:rPr>
        <w:t xml:space="preserve">ثم اسأل من الرجال من شئت وقل له : هل تقبل نفسك أن يخطب أمّك </w:t>
      </w:r>
      <w:r w:rsidR="00EA3C94">
        <w:rPr>
          <w:rFonts w:hint="cs"/>
          <w:rtl/>
        </w:rPr>
        <w:t xml:space="preserve"> </w:t>
      </w:r>
      <w:r w:rsidRPr="00B52A25">
        <w:rPr>
          <w:rtl/>
        </w:rPr>
        <w:t xml:space="preserve">الأرملة أو المطلقة رجلا بعد أبيك ويتزوّج بها؟ فسترى أنّ حاله سينقلب </w:t>
      </w:r>
      <w:r w:rsidR="00EA3C94">
        <w:rPr>
          <w:rFonts w:hint="cs"/>
          <w:rtl/>
        </w:rPr>
        <w:t xml:space="preserve"> </w:t>
      </w:r>
      <w:r w:rsidRPr="00B52A25">
        <w:rPr>
          <w:rtl/>
        </w:rPr>
        <w:t xml:space="preserve">وسوف يدّعى أنّ أمه ليست بحاجة إلى الزواج وأنّها وفيّة لوالده ، وهكذا </w:t>
      </w:r>
      <w:r w:rsidR="00EA3C94">
        <w:rPr>
          <w:rFonts w:hint="cs"/>
          <w:rtl/>
        </w:rPr>
        <w:t xml:space="preserve"> </w:t>
      </w:r>
      <w:r w:rsidRPr="00B52A25">
        <w:rPr>
          <w:rtl/>
        </w:rPr>
        <w:t xml:space="preserve">من التأويلات الكاذبة العديدة ، ولكن الحقيقة أنّ هواه ومزاجه هو المانع </w:t>
      </w:r>
      <w:r w:rsidR="00EA3C94">
        <w:rPr>
          <w:rFonts w:hint="cs"/>
          <w:rtl/>
        </w:rPr>
        <w:t xml:space="preserve"> </w:t>
      </w:r>
      <w:r w:rsidRPr="00B52A25">
        <w:rPr>
          <w:rtl/>
        </w:rPr>
        <w:t>ليس إلاّ.</w:t>
      </w:r>
    </w:p>
    <w:p w:rsidR="008C4947" w:rsidRDefault="008C4947" w:rsidP="00B0205B">
      <w:pPr>
        <w:pStyle w:val="libBold2"/>
        <w:rPr>
          <w:rtl/>
        </w:rPr>
      </w:pPr>
      <w:r w:rsidRPr="00B52A25">
        <w:rPr>
          <w:rtl/>
        </w:rPr>
        <w:t xml:space="preserve">وحسب رأيي فإنّ عمر بن الخطاب حرّم المتعة لأنّه كان شخصية </w:t>
      </w:r>
      <w:r w:rsidR="00EA3C94">
        <w:rPr>
          <w:rFonts w:hint="cs"/>
          <w:rtl/>
        </w:rPr>
        <w:t xml:space="preserve"> </w:t>
      </w:r>
      <w:r w:rsidRPr="00B52A25">
        <w:rPr>
          <w:rtl/>
        </w:rPr>
        <w:t xml:space="preserve">مزاجيّة وكان يمثل التيّار المزاجي في الصحابة ، ولو رأيت كيف وئد ابنته </w:t>
      </w:r>
      <w:r w:rsidR="00EA3C94">
        <w:rPr>
          <w:rFonts w:hint="cs"/>
          <w:rtl/>
        </w:rPr>
        <w:t xml:space="preserve"> </w:t>
      </w:r>
      <w:r w:rsidRPr="00B52A25">
        <w:rPr>
          <w:rtl/>
        </w:rPr>
        <w:t>في الجاهلية ، وكيف كان موقفه مع الرسول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يوم صلح حديبية ،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وموقفه من الأعاجم وتحريم مكة والمدينة عليهم ، وكذلك تفضيلة العرب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على الأعاجم في العطاء لتيقنت ممّا أقول لك</w:t>
      </w:r>
      <w:r w:rsidRPr="00F122A7">
        <w:rPr>
          <w:rStyle w:val="libFootnotenumChar"/>
          <w:rtl/>
        </w:rPr>
        <w:t>(1)</w:t>
      </w:r>
      <w:r>
        <w:rPr>
          <w:rtl/>
        </w:rPr>
        <w:t>.</w:t>
      </w:r>
    </w:p>
    <w:p w:rsidR="008C4947" w:rsidRPr="00B52A25" w:rsidRDefault="008C4947" w:rsidP="00F122A7">
      <w:pPr>
        <w:pStyle w:val="libLine"/>
        <w:rPr>
          <w:rtl/>
        </w:rPr>
      </w:pPr>
      <w:r w:rsidRPr="00B52A25">
        <w:rPr>
          <w:rtl/>
        </w:rPr>
        <w:t>__</w:t>
      </w:r>
      <w:r w:rsidRPr="00B52A25">
        <w:rPr>
          <w:rFonts w:hint="cs"/>
          <w:rtl/>
        </w:rPr>
        <w:t>___</w:t>
      </w:r>
      <w:r w:rsidRPr="00B52A25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أنظر ما فعله مع رسول الله يوم الحديبية : صحيح البخاري 6 / 170ـ171 ، صحيح </w:t>
      </w:r>
      <w:r w:rsidR="00EA3C94">
        <w:rPr>
          <w:rFonts w:hint="cs"/>
          <w:rtl/>
        </w:rPr>
        <w:t xml:space="preserve"> </w:t>
      </w:r>
      <w:r>
        <w:rPr>
          <w:rtl/>
        </w:rPr>
        <w:t>مسلم 3 / 1411 كتاب الجهاد والسير ، سير أعلام النبلاء ـ السيرة النبوية ـ 1 / 35.</w:t>
      </w:r>
    </w:p>
    <w:p w:rsidR="008C4947" w:rsidRPr="00A716C7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A716C7">
        <w:rPr>
          <w:rtl/>
        </w:rPr>
        <w:lastRenderedPageBreak/>
        <w:t xml:space="preserve">وبالرغم من حلّية المتعة فإنّ الإسلام راعى حق الولي </w:t>
      </w:r>
      <w:r w:rsidR="00EA3C94">
        <w:rPr>
          <w:rFonts w:hint="cs"/>
          <w:rtl/>
        </w:rPr>
        <w:t xml:space="preserve"> </w:t>
      </w:r>
      <w:r w:rsidRPr="00A716C7">
        <w:rPr>
          <w:rtl/>
        </w:rPr>
        <w:t xml:space="preserve">للبنت ، فجعل زواجها متوقّفا على إذن والدها أو جدّها أو وليّها </w:t>
      </w:r>
      <w:r w:rsidR="00EA3C94">
        <w:rPr>
          <w:rFonts w:hint="cs"/>
          <w:rtl/>
        </w:rPr>
        <w:t xml:space="preserve"> </w:t>
      </w:r>
      <w:r w:rsidRPr="00A716C7">
        <w:rPr>
          <w:rtl/>
        </w:rPr>
        <w:t xml:space="preserve">عموما ، وأنت ترى ما في هذا الزواج من فوائد عظيمة خاصّة لكثير </w:t>
      </w:r>
      <w:r w:rsidR="00EA3C94">
        <w:rPr>
          <w:rFonts w:hint="cs"/>
          <w:rtl/>
        </w:rPr>
        <w:t xml:space="preserve"> </w:t>
      </w:r>
      <w:r w:rsidRPr="00A716C7">
        <w:rPr>
          <w:rtl/>
        </w:rPr>
        <w:t xml:space="preserve">من الشباب الذين لا يقدرون على مصاريف الزواج الدائم ، أو </w:t>
      </w:r>
      <w:r w:rsidR="00EA3C94">
        <w:rPr>
          <w:rFonts w:hint="cs"/>
          <w:rtl/>
        </w:rPr>
        <w:t xml:space="preserve"> </w:t>
      </w:r>
      <w:r w:rsidRPr="00A716C7">
        <w:rPr>
          <w:rtl/>
        </w:rPr>
        <w:t xml:space="preserve">للرجال الذين تعاني زوجاتهم من عاهات مستديمة أو مؤقتة تمنع </w:t>
      </w:r>
      <w:r w:rsidR="00EA3C94">
        <w:rPr>
          <w:rFonts w:hint="cs"/>
          <w:rtl/>
        </w:rPr>
        <w:t xml:space="preserve"> </w:t>
      </w:r>
      <w:r w:rsidRPr="00A716C7">
        <w:rPr>
          <w:rtl/>
        </w:rPr>
        <w:t xml:space="preserve">الممارسة معهنّ ، وكذلك الحال بالنسبة لكثير من المطلّقات والأرامل </w:t>
      </w:r>
      <w:r w:rsidR="00EA3C94">
        <w:rPr>
          <w:rFonts w:hint="cs"/>
          <w:rtl/>
        </w:rPr>
        <w:t xml:space="preserve"> </w:t>
      </w:r>
      <w:r w:rsidRPr="00A716C7">
        <w:rPr>
          <w:rtl/>
        </w:rPr>
        <w:t xml:space="preserve">اللاّتي ما زال المجتمع العربي والإسلامي ينظر إليهن نظرة دونيّة ونظرة </w:t>
      </w:r>
      <w:r w:rsidR="00EA3C94">
        <w:rPr>
          <w:rFonts w:hint="cs"/>
          <w:rtl/>
        </w:rPr>
        <w:t xml:space="preserve"> </w:t>
      </w:r>
      <w:r w:rsidRPr="00A716C7">
        <w:rPr>
          <w:rtl/>
        </w:rPr>
        <w:t>مريبة.</w:t>
      </w:r>
    </w:p>
    <w:p w:rsidR="008C4947" w:rsidRPr="00A716C7" w:rsidRDefault="008C4947" w:rsidP="00B0205B">
      <w:pPr>
        <w:pStyle w:val="libBold2"/>
        <w:rPr>
          <w:rtl/>
        </w:rPr>
      </w:pPr>
      <w:r w:rsidRPr="00A716C7">
        <w:rPr>
          <w:rtl/>
        </w:rPr>
        <w:t xml:space="preserve">وأغرب من هذا إنّ هناك من علماء المسلمين من أباح </w:t>
      </w:r>
      <w:r w:rsidR="00EA3C94">
        <w:rPr>
          <w:rFonts w:hint="cs"/>
          <w:rtl/>
        </w:rPr>
        <w:t xml:space="preserve"> </w:t>
      </w:r>
      <w:r w:rsidRPr="00A716C7">
        <w:rPr>
          <w:rtl/>
        </w:rPr>
        <w:t xml:space="preserve">للشبان أن يتزوجوا في الغرب بعقد منقطع كحالة اضطرارية وفي </w:t>
      </w:r>
      <w:r w:rsidR="00EA3C94">
        <w:rPr>
          <w:rFonts w:hint="cs"/>
          <w:rtl/>
        </w:rPr>
        <w:t xml:space="preserve"> </w:t>
      </w:r>
      <w:r w:rsidRPr="00A716C7">
        <w:rPr>
          <w:rtl/>
        </w:rPr>
        <w:t xml:space="preserve">نفس الوقت يحارب المتعة حربا شعواء لقول الشيعة بها ليس </w:t>
      </w:r>
      <w:r w:rsidR="00EA3C94">
        <w:rPr>
          <w:rFonts w:hint="cs"/>
          <w:rtl/>
        </w:rPr>
        <w:t xml:space="preserve"> </w:t>
      </w:r>
      <w:r w:rsidRPr="00A716C7">
        <w:rPr>
          <w:rtl/>
        </w:rPr>
        <w:t>إلاّ!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سألت صديقي قائلا</w:t>
      </w:r>
      <w:r>
        <w:rPr>
          <w:rFonts w:hint="cs"/>
          <w:rtl/>
        </w:rPr>
        <w:t>ً</w:t>
      </w:r>
      <w:r>
        <w:rPr>
          <w:rtl/>
        </w:rPr>
        <w:t xml:space="preserve"> : إذا كان الله تعالى يعلم أنّ العرب لا يقبلون </w:t>
      </w:r>
      <w:r w:rsidR="00EA3C94">
        <w:rPr>
          <w:rFonts w:hint="cs"/>
          <w:rtl/>
        </w:rPr>
        <w:t xml:space="preserve"> </w:t>
      </w:r>
      <w:r>
        <w:rPr>
          <w:rtl/>
        </w:rPr>
        <w:t>بالمتعة فلماذا أحلّها لهم؟!</w:t>
      </w:r>
    </w:p>
    <w:p w:rsidR="008C4947" w:rsidRPr="00A716C7" w:rsidRDefault="008C4947" w:rsidP="00B0205B">
      <w:pPr>
        <w:pStyle w:val="libBold2"/>
        <w:rPr>
          <w:rtl/>
        </w:rPr>
      </w:pPr>
      <w:r w:rsidRPr="00A716C7">
        <w:rPr>
          <w:rtl/>
        </w:rPr>
        <w:t xml:space="preserve">ابتسم صديقي وقال :«أوّلا : لا يوجد لماذا وكيف وعلى مَ مع الله </w:t>
      </w:r>
      <w:r w:rsidR="00EA3C94">
        <w:rPr>
          <w:rFonts w:hint="cs"/>
          <w:rtl/>
        </w:rPr>
        <w:t xml:space="preserve"> </w:t>
      </w:r>
      <w:r w:rsidRPr="00A716C7">
        <w:rPr>
          <w:rtl/>
        </w:rPr>
        <w:t>جلّ جلاله ، لأنّه هو المشرّع العالم بمصالح العباد.</w:t>
      </w:r>
    </w:p>
    <w:p w:rsidR="008C4947" w:rsidRPr="00A716C7" w:rsidRDefault="008C4947" w:rsidP="00B0205B">
      <w:pPr>
        <w:pStyle w:val="libBold2"/>
        <w:rPr>
          <w:rtl/>
        </w:rPr>
      </w:pPr>
      <w:r w:rsidRPr="00A716C7">
        <w:rPr>
          <w:rtl/>
        </w:rPr>
        <w:t xml:space="preserve">وثانيا : الإسلام وإن جاء في العرب لكنه دين عالمي لا يتقيد بقيود </w:t>
      </w:r>
      <w:r w:rsidR="00EA3C94">
        <w:rPr>
          <w:rFonts w:hint="cs"/>
          <w:rtl/>
        </w:rPr>
        <w:t xml:space="preserve"> </w:t>
      </w:r>
      <w:r w:rsidRPr="00A716C7">
        <w:rPr>
          <w:rtl/>
        </w:rPr>
        <w:t xml:space="preserve">عرقية أو جغرافية أو لغوية وغيرها ، فما يستهجنه العرب قد يستحسنه </w:t>
      </w:r>
      <w:r w:rsidR="00EA3C94">
        <w:rPr>
          <w:rFonts w:hint="cs"/>
          <w:rtl/>
        </w:rPr>
        <w:t xml:space="preserve"> </w:t>
      </w:r>
      <w:r w:rsidRPr="00A716C7">
        <w:rPr>
          <w:rtl/>
        </w:rPr>
        <w:t>غيرهم والعكس صحيح.</w:t>
      </w:r>
    </w:p>
    <w:p w:rsidR="008C4947" w:rsidRDefault="008C4947" w:rsidP="00B0205B">
      <w:pPr>
        <w:pStyle w:val="libBold2"/>
        <w:rPr>
          <w:rtl/>
        </w:rPr>
      </w:pPr>
      <w:r w:rsidRPr="00A716C7">
        <w:rPr>
          <w:rtl/>
        </w:rPr>
        <w:t xml:space="preserve">وثالثا : لم يكن كلّ العرب رافضين للمتعة بدليل عمل كثير من </w:t>
      </w:r>
      <w:r w:rsidR="00EA3C94">
        <w:rPr>
          <w:rFonts w:hint="cs"/>
          <w:rtl/>
        </w:rPr>
        <w:t xml:space="preserve"> </w:t>
      </w:r>
      <w:r w:rsidRPr="00A716C7">
        <w:rPr>
          <w:rtl/>
        </w:rPr>
        <w:t xml:space="preserve">الصحابة بالمتعة زمن الرسول 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 وبعده.</w:t>
      </w:r>
    </w:p>
    <w:p w:rsidR="008C4947" w:rsidRPr="00F122A7" w:rsidRDefault="008C4947" w:rsidP="004233AE">
      <w:pPr>
        <w:pStyle w:val="libNormal"/>
        <w:rPr>
          <w:rStyle w:val="libPoemTiniChar0"/>
          <w:rtl/>
        </w:rPr>
      </w:pPr>
      <w:r>
        <w:rPr>
          <w:rtl/>
        </w:rPr>
        <w:t xml:space="preserve">قلت وقد بدأ الظنّ بحلّية المتعة يغلب شكّي حولها : إذن المسألة </w:t>
      </w:r>
      <w:r w:rsidR="00EA3C94">
        <w:rPr>
          <w:rFonts w:hint="cs"/>
          <w:rtl/>
        </w:rPr>
        <w:t xml:space="preserve"> 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حسب رأيك نابعة من الهوى؟!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أجاب صديقي : نعم ، فتحريم المتعة ليس له أيّ أصل ، وأزيدك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حتّى تعلم إلى أيّ مدى نحن مزاجيّون : كم دم سفك بغير حقّ من جرّاء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مسألة غشاء البكارة ، هذه العادة الجاهلية التي لم يستطع الإسلام أن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يزيلها بالرغم من مضيّ القرون والقرون ، هذه المسألة ما زالت شامخة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برأسها والويل لمن يكتشف زوجها أنّ بكارتها مفتضّةـخاصّة في بعض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البيئات المتشددةـهذا مع أنّ العلم يقول : إنّ الممارسة الجنسية ليست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السبب الوحيد لفضّ البكارة ، بل قد تولد الفتاة بدون بكارة أصلا ، وقد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تفقدها جرّاء حركة شديدة عفوية ، وقد يكون عندها غشاء بكارة إلاّ أنّه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مطّاط بحيث يتمدّد عند الإيلاج 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. وعلى افتراض أنّ الفتاة اقترفت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فاحشة فبأيّ فتوى تُقتل ولا شهود على ذلك؟! بل حتّى لو كان هناك أربعة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شهود فحدّ غير المحصنة ليس القتل بالتأكيد بل الجلد. إنّ أناسا هذه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عقيدتهم كيف تريد أن يقبلوا بالمتعة؟!</w:t>
      </w:r>
    </w:p>
    <w:p w:rsidR="008C4947" w:rsidRPr="002D6119" w:rsidRDefault="008C4947" w:rsidP="00B0205B">
      <w:pPr>
        <w:pStyle w:val="libBold2"/>
        <w:rPr>
          <w:rtl/>
        </w:rPr>
      </w:pPr>
      <w:r w:rsidRPr="002D6119">
        <w:rPr>
          <w:rtl/>
        </w:rPr>
        <w:t xml:space="preserve">على أيّ حال فحكم المتعة شرعاً هو الحلّية ، وعندما نقول حلال لم </w:t>
      </w:r>
      <w:r w:rsidR="00EA3C94">
        <w:rPr>
          <w:rFonts w:hint="cs"/>
          <w:rtl/>
        </w:rPr>
        <w:t xml:space="preserve"> </w:t>
      </w:r>
      <w:r w:rsidRPr="002D6119">
        <w:rPr>
          <w:rtl/>
        </w:rPr>
        <w:t xml:space="preserve">نأت للناس ونقول لهم تعالوا مارسوها ، بل مثل أي حلال مشروع من أراد </w:t>
      </w:r>
      <w:r w:rsidR="00EA3C94">
        <w:rPr>
          <w:rFonts w:hint="cs"/>
          <w:rtl/>
        </w:rPr>
        <w:t xml:space="preserve"> </w:t>
      </w:r>
      <w:r w:rsidRPr="002D6119">
        <w:rPr>
          <w:rtl/>
        </w:rPr>
        <w:t>فليفعل ومن أراد فليترك.</w:t>
      </w:r>
    </w:p>
    <w:p w:rsidR="008C4947" w:rsidRPr="002D6119" w:rsidRDefault="008C4947" w:rsidP="00B0205B">
      <w:pPr>
        <w:pStyle w:val="libBold2"/>
        <w:rPr>
          <w:rtl/>
        </w:rPr>
      </w:pPr>
      <w:r w:rsidRPr="002D6119">
        <w:rPr>
          <w:rtl/>
        </w:rPr>
        <w:t xml:space="preserve">انتهى بنا النقاش وقد تأكّد لديّ بما لا مجال فيه للشك بأنّ المتعة </w:t>
      </w:r>
      <w:r w:rsidR="00EA3C94">
        <w:rPr>
          <w:rFonts w:hint="cs"/>
          <w:rtl/>
        </w:rPr>
        <w:t xml:space="preserve"> </w:t>
      </w:r>
      <w:r w:rsidRPr="002D6119">
        <w:rPr>
          <w:rtl/>
        </w:rPr>
        <w:t xml:space="preserve">حلال ولم تُنسخ ، وزادت نقمتي بعد هذا النقاش على أولئك المهرّجين </w:t>
      </w:r>
      <w:r w:rsidR="00EA3C94">
        <w:rPr>
          <w:rFonts w:hint="cs"/>
          <w:rtl/>
        </w:rPr>
        <w:t xml:space="preserve"> </w:t>
      </w:r>
      <w:r w:rsidRPr="002D6119">
        <w:rPr>
          <w:rtl/>
        </w:rPr>
        <w:t xml:space="preserve">الّذين يبغونها عوجا فإذا كلّمهم الواحد طولاً أجابوه عرضاً ، وهم بعد </w:t>
      </w:r>
      <w:r w:rsidR="00EA3C94">
        <w:rPr>
          <w:rFonts w:hint="cs"/>
          <w:rtl/>
        </w:rPr>
        <w:t xml:space="preserve"> </w:t>
      </w:r>
      <w:r w:rsidRPr="002D6119">
        <w:rPr>
          <w:rtl/>
        </w:rPr>
        <w:t>مكذبون لله وللرسول في الدين من حيث لا يشعرون.</w:t>
      </w:r>
    </w:p>
    <w:p w:rsidR="008C4947" w:rsidRPr="002D6119" w:rsidRDefault="008C4947" w:rsidP="00F122A7">
      <w:pPr>
        <w:pStyle w:val="libLine"/>
        <w:rPr>
          <w:rtl/>
        </w:rPr>
      </w:pPr>
      <w:r w:rsidRPr="002D6119">
        <w:rPr>
          <w:rtl/>
        </w:rPr>
        <w:t>__</w:t>
      </w:r>
      <w:r w:rsidRPr="002D6119">
        <w:rPr>
          <w:rFonts w:hint="cs"/>
          <w:rtl/>
        </w:rPr>
        <w:t>___</w:t>
      </w:r>
      <w:r w:rsidRPr="002D6119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يراجع في هذه المسألة أهل النظر والاختصاص من أطباء وممرضين وغيرهم.</w:t>
      </w:r>
    </w:p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bookmarkStart w:id="58" w:name="_Toc365111451"/>
      <w:r w:rsidR="00EA3C94">
        <w:rPr>
          <w:rFonts w:hint="cs"/>
          <w:rtl/>
        </w:rPr>
        <w:lastRenderedPageBreak/>
        <w:t xml:space="preserve"> </w:t>
      </w:r>
    </w:p>
    <w:p w:rsidR="008C4947" w:rsidRDefault="008C4947" w:rsidP="008C4947">
      <w:pPr>
        <w:pStyle w:val="Heading2"/>
        <w:rPr>
          <w:rtl/>
        </w:rPr>
      </w:pPr>
      <w:bookmarkStart w:id="59" w:name="_Toc398986473"/>
      <w:bookmarkStart w:id="60" w:name="_Toc398986504"/>
      <w:r>
        <w:rPr>
          <w:rtl/>
        </w:rPr>
        <w:t>التَوسّل... إيمان أم شرك :</w:t>
      </w:r>
      <w:bookmarkEnd w:id="58"/>
      <w:bookmarkEnd w:id="59"/>
      <w:bookmarkEnd w:id="60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لازلت أذكر تلك الولائم وال</w:t>
      </w:r>
      <w:r>
        <w:rPr>
          <w:rFonts w:hint="cs"/>
          <w:rtl/>
        </w:rPr>
        <w:t>ا</w:t>
      </w:r>
      <w:r>
        <w:rPr>
          <w:rtl/>
        </w:rPr>
        <w:t xml:space="preserve">حتفالات التي كانت تُقام في ضريح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أحد الأولياء الصالحين بقريتنا ، وكان هذا الوليّ على ما تتناقله ذاكرة </w:t>
      </w:r>
      <w:r w:rsidR="00EA3C94">
        <w:rPr>
          <w:rFonts w:hint="cs"/>
          <w:rtl/>
        </w:rPr>
        <w:t xml:space="preserve"> </w:t>
      </w:r>
      <w:r>
        <w:rPr>
          <w:rtl/>
        </w:rPr>
        <w:t>الأجيال أحد الشرفاء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 المغاربة من بني إدريس ، كان بناءاً تقليديّا تعلوه </w:t>
      </w:r>
      <w:r w:rsidR="00EA3C94">
        <w:rPr>
          <w:rFonts w:hint="cs"/>
          <w:rtl/>
        </w:rPr>
        <w:t xml:space="preserve"> </w:t>
      </w:r>
      <w:r>
        <w:rPr>
          <w:rtl/>
        </w:rPr>
        <w:t>قبّة شامخة زاد من شموخها الربوة التي كان بناء الضريح قائما عليها.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كانت زوجة عمّي تأخذني كلّما سنحت الفرصة للزيارة والتبرّكـ</w:t>
      </w:r>
      <w:r w:rsidR="00EA3C94">
        <w:rPr>
          <w:rFonts w:hint="cs"/>
          <w:rtl/>
        </w:rPr>
        <w:t xml:space="preserve"> </w:t>
      </w:r>
      <w:r>
        <w:rPr>
          <w:rtl/>
        </w:rPr>
        <w:t>وكان هذا الضريح يعتبر ضريح القرية</w:t>
      </w:r>
      <w:r>
        <w:rPr>
          <w:rFonts w:hint="cs"/>
          <w:rtl/>
        </w:rPr>
        <w:t xml:space="preserve">« </w:t>
      </w:r>
      <w:r>
        <w:rPr>
          <w:rtl/>
        </w:rPr>
        <w:t>الرسمي</w:t>
      </w:r>
      <w:r>
        <w:rPr>
          <w:rFonts w:hint="cs"/>
          <w:rtl/>
        </w:rPr>
        <w:t>»</w:t>
      </w:r>
      <w:r>
        <w:rPr>
          <w:rtl/>
        </w:rPr>
        <w:t xml:space="preserve">، حيث كان لكلّ بلدة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وليّها الخاص بها والذي كانت أغلب المناسبات الدينية تقام فيه كحفلات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الختان ، والعودة من الحجّ ، والمَولد النبوي الشريف وغيرهاـوكانت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زوجة عمّي توصيني في كلّ زيارة بأن آخذ من تراب ذلك الضريح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وأمسح به وجهي ورقبتي وصدري ، لأنه كما قالت لي فيه شفاء وفيه ما فيه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من دفع للآفات والأمراض. وكان أكثر ما يشدني في تلك الفترة من عمري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اللّهو والنزهة أكثر من البحث عن أحراز وعوذات ، وكان هذا رسم في </w:t>
      </w:r>
      <w:r w:rsidR="00EA3C94">
        <w:rPr>
          <w:rFonts w:hint="cs"/>
          <w:rtl/>
        </w:rPr>
        <w:t xml:space="preserve"> </w:t>
      </w:r>
      <w:r>
        <w:rPr>
          <w:rtl/>
        </w:rPr>
        <w:t>موطني يشب عليه الصغير ويهرم عليه الكبير.</w:t>
      </w:r>
    </w:p>
    <w:p w:rsidR="008C4947" w:rsidRPr="00296D77" w:rsidRDefault="008C4947" w:rsidP="00F122A7">
      <w:pPr>
        <w:pStyle w:val="libLine"/>
        <w:rPr>
          <w:rtl/>
        </w:rPr>
      </w:pPr>
      <w:r>
        <w:rPr>
          <w:rtl/>
        </w:rPr>
        <w:t xml:space="preserve">ثمّ تمرّ أعوام وأعوام حتّى بدأت بعض الأصوات من بعض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الحركات الإسلامية الجديدة على الساحة تستكره هذه الأعمال وتعدّها </w:t>
      </w:r>
      <w:r w:rsidR="00EA3C94">
        <w:rPr>
          <w:rFonts w:hint="cs"/>
          <w:rtl/>
        </w:rPr>
        <w:t xml:space="preserve"> </w:t>
      </w:r>
      <w:r>
        <w:rPr>
          <w:rtl/>
        </w:rPr>
        <w:t>نوعا من الشرك أو البدعة ، وترد عليها أصوات أخرى بأنّنا كلّنا مسلمون</w:t>
      </w:r>
      <w:r w:rsidR="00EA3C94">
        <w:rPr>
          <w:rFonts w:hint="cs"/>
          <w:rtl/>
        </w:rPr>
        <w:t xml:space="preserve"> </w:t>
      </w: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جمع شريف وينسب إلى من ينحدر من سلالة رسول الله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>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نعلم حدود الشرك والإيمان وأنتم لستم أوصياء على إيماننا ، بل رسول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الله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قال فيما قاله آخر عمره الشريف.</w:t>
      </w:r>
      <w:r>
        <w:rPr>
          <w:rFonts w:hint="cs"/>
          <w:rtl/>
        </w:rPr>
        <w:t>«</w:t>
      </w:r>
      <w:r>
        <w:rPr>
          <w:rtl/>
        </w:rPr>
        <w:t xml:space="preserve"> إنّي لاأخاف عليكم أن </w:t>
      </w:r>
      <w:r w:rsidR="00EA3C94">
        <w:rPr>
          <w:rFonts w:hint="cs"/>
          <w:rtl/>
        </w:rPr>
        <w:t xml:space="preserve"> </w:t>
      </w:r>
      <w:r>
        <w:rPr>
          <w:rtl/>
        </w:rPr>
        <w:t>تشركوا بعدي</w:t>
      </w:r>
      <w:r>
        <w:rPr>
          <w:rFonts w:hint="cs"/>
          <w:rtl/>
        </w:rPr>
        <w:t>»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 ، وعليه هذه أعمال مباحة إن لم تكن مشروعة وقد </w:t>
      </w:r>
      <w:r w:rsidR="00EA3C94">
        <w:rPr>
          <w:rFonts w:hint="cs"/>
          <w:rtl/>
        </w:rPr>
        <w:t xml:space="preserve"> </w:t>
      </w:r>
      <w:r>
        <w:rPr>
          <w:rtl/>
        </w:rPr>
        <w:t>مارسها المسلمون وغير المسلمين منذ كان الدين على الأرض.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نقلت مخزون أفكاري هذه في أوّل نقاش لاحق مع صديقي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الشيعي لأرى ماذا تقول الشيعة حولها فسألته : ماذا تقول الشيعة في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التوسّل والتبرّك بآثار الأنبياء والصالحين ، وهل هذه بدع كما يقول بعض </w:t>
      </w:r>
      <w:r w:rsidR="00EA3C94">
        <w:rPr>
          <w:rFonts w:hint="cs"/>
          <w:rtl/>
        </w:rPr>
        <w:t xml:space="preserve"> </w:t>
      </w:r>
      <w:r>
        <w:rPr>
          <w:rtl/>
        </w:rPr>
        <w:t>الناس ، أم لها أصل في الإسلام؟!</w:t>
      </w:r>
    </w:p>
    <w:p w:rsidR="008C264D" w:rsidRDefault="008C4947" w:rsidP="008C264D">
      <w:pPr>
        <w:pStyle w:val="libBold2"/>
        <w:rPr>
          <w:rtl/>
        </w:rPr>
      </w:pPr>
      <w:r w:rsidRPr="00081C71">
        <w:rPr>
          <w:rtl/>
        </w:rPr>
        <w:t xml:space="preserve">اعتدل صديقي في جلسته ووضع قلمه الجاف الذي كان بيده على </w:t>
      </w:r>
      <w:r w:rsidR="00EA3C94">
        <w:rPr>
          <w:rFonts w:hint="cs"/>
          <w:rtl/>
        </w:rPr>
        <w:t xml:space="preserve"> </w:t>
      </w:r>
      <w:r w:rsidRPr="00081C71">
        <w:rPr>
          <w:rtl/>
        </w:rPr>
        <w:t xml:space="preserve">طرف طاولته في ركن غرفته الصغيرة الخاصة ، ثم فرك أصابعه وقال : أنا </w:t>
      </w:r>
      <w:r w:rsidR="00EA3C94">
        <w:rPr>
          <w:rFonts w:hint="cs"/>
          <w:rtl/>
        </w:rPr>
        <w:t xml:space="preserve"> </w:t>
      </w:r>
      <w:r w:rsidRPr="00081C71">
        <w:rPr>
          <w:rtl/>
        </w:rPr>
        <w:t xml:space="preserve">أشكرك على أسئلتك وشغفك لأن تعرف كل شيء ، لكن أنا شخص عادي </w:t>
      </w:r>
      <w:r w:rsidR="00EA3C94">
        <w:rPr>
          <w:rFonts w:hint="cs"/>
          <w:rtl/>
        </w:rPr>
        <w:t xml:space="preserve"> </w:t>
      </w:r>
      <w:r w:rsidRPr="00081C71">
        <w:rPr>
          <w:rtl/>
        </w:rPr>
        <w:t xml:space="preserve">فتح الله بصيرتي على الحقائق وقد لا تجد عندي كل شيء بالتفصيل ، أنا </w:t>
      </w:r>
      <w:r w:rsidR="00EA3C94">
        <w:rPr>
          <w:rFonts w:hint="cs"/>
          <w:rtl/>
        </w:rPr>
        <w:t xml:space="preserve"> </w:t>
      </w:r>
      <w:r w:rsidRPr="00081C71">
        <w:rPr>
          <w:rtl/>
        </w:rPr>
        <w:t xml:space="preserve">أعطيك رؤوس أقلام وواصل أنت مطالعاتك في كلّ موضوع نناقشه ، فعند </w:t>
      </w:r>
      <w:r w:rsidR="00EA3C94">
        <w:rPr>
          <w:rFonts w:hint="cs"/>
          <w:rtl/>
        </w:rPr>
        <w:t xml:space="preserve"> </w:t>
      </w:r>
      <w:r w:rsidRPr="00081C71">
        <w:rPr>
          <w:rtl/>
        </w:rPr>
        <w:t xml:space="preserve">علمائنا الشيعة من الكتب والأشرطة والردود ما يشفي الغليل وزيادة ، </w:t>
      </w:r>
      <w:r w:rsidR="00EA3C94">
        <w:rPr>
          <w:rFonts w:hint="cs"/>
          <w:rtl/>
        </w:rPr>
        <w:t xml:space="preserve"> </w:t>
      </w:r>
      <w:r w:rsidRPr="00081C71">
        <w:rPr>
          <w:rtl/>
        </w:rPr>
        <w:t xml:space="preserve">بحيث لا يبقى هناك مجال للشك ولا للظن ، بل تخرج باليقين الكامل إن </w:t>
      </w:r>
      <w:r w:rsidR="00EA3C94">
        <w:rPr>
          <w:rFonts w:hint="cs"/>
          <w:rtl/>
        </w:rPr>
        <w:t xml:space="preserve"> </w:t>
      </w:r>
      <w:r w:rsidRPr="00081C71">
        <w:rPr>
          <w:rtl/>
        </w:rPr>
        <w:t>شاء الله.</w:t>
      </w:r>
    </w:p>
    <w:p w:rsidR="008C264D" w:rsidRDefault="008C4947" w:rsidP="008C264D">
      <w:pPr>
        <w:pStyle w:val="libBold2"/>
        <w:rPr>
          <w:rtl/>
        </w:rPr>
      </w:pPr>
      <w:r w:rsidRPr="00081C71">
        <w:rPr>
          <w:rtl/>
        </w:rPr>
        <w:t xml:space="preserve">فيما يخصّ هذا الموضوع هو في الواقع موضوعان كثر حولهما </w:t>
      </w:r>
      <w:r w:rsidR="00EA3C94">
        <w:rPr>
          <w:rFonts w:hint="cs"/>
          <w:rtl/>
        </w:rPr>
        <w:t xml:space="preserve"> </w:t>
      </w:r>
      <w:r w:rsidRPr="00081C71">
        <w:rPr>
          <w:rtl/>
        </w:rPr>
        <w:t xml:space="preserve">اللّغط في هذه الأزمنه الأخيرة فقط ، وإلاّ لا توجد اختلافات بين طوائف </w:t>
      </w:r>
      <w:r w:rsidR="00EA3C94">
        <w:rPr>
          <w:rFonts w:hint="cs"/>
          <w:rtl/>
        </w:rPr>
        <w:t xml:space="preserve"> </w:t>
      </w:r>
      <w:r w:rsidRPr="00081C71">
        <w:rPr>
          <w:rtl/>
        </w:rPr>
        <w:t xml:space="preserve">الأمة من قبل حولها ، ولست أبالغ إذا ما قلت إنّ ابن تيميّة هو أوّل من فتح </w:t>
      </w:r>
      <w:r w:rsidR="00EA3C94">
        <w:rPr>
          <w:rFonts w:hint="cs"/>
          <w:rtl/>
        </w:rPr>
        <w:t xml:space="preserve"> </w:t>
      </w:r>
      <w:r w:rsidRPr="00081C71">
        <w:rPr>
          <w:rtl/>
        </w:rPr>
        <w:t xml:space="preserve">باب الفتنة فيها ، ولم يسبقه في ذلك أحد فخالف بآراءه الشاذة وأفكاره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8C264D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أنظر : صحيح البخاري 8 / 151 باب الحوض.</w:t>
      </w:r>
    </w:p>
    <w:p w:rsidR="008C4947" w:rsidRPr="00081C71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081C71">
        <w:rPr>
          <w:rtl/>
        </w:rPr>
        <w:lastRenderedPageBreak/>
        <w:t xml:space="preserve">المريضة إجماع جميع علماء المسلمين وطوائفهم ، بل خالف حتّى زعيم </w:t>
      </w:r>
      <w:r w:rsidR="00EA3C94">
        <w:rPr>
          <w:rFonts w:hint="cs"/>
          <w:rtl/>
        </w:rPr>
        <w:t xml:space="preserve"> </w:t>
      </w:r>
      <w:r w:rsidRPr="00081C71">
        <w:rPr>
          <w:rtl/>
        </w:rPr>
        <w:t>مذهبه أحمد بن حنبل في ذلك.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: دعنا من ابن تيميّة ، أنا أريد الدليل من كتاب الله وسنة رسوله.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قال صديقي : لأختصر عليك الطريق ولا ندخل في متاهات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كلاميّة ، أعطيك آيتين من القرآن تبرز مشروعية التوسّل ، الأولى في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سورة يوسف 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 حيث جاء إخوته إلى أبيهم بعد ندمهم على فعالهم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وقالوا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قَالُوا يَا أَبَانَا اسْتَغْفِرْ لَنَا ذُنُوبَنَا إِنَّا كُنَّا خَاطِئِينَ </w:t>
      </w:r>
      <w:r w:rsidRPr="00B0205B">
        <w:rPr>
          <w:rStyle w:val="libAieChar"/>
        </w:rPr>
        <w:t>*</w:t>
      </w:r>
      <w:r w:rsidRPr="00B0205B">
        <w:rPr>
          <w:rStyle w:val="libAieChar"/>
          <w:rFonts w:hint="cs"/>
          <w:rtl/>
        </w:rPr>
        <w:t xml:space="preserve"> قَالَ سَوْفَ أَسْتَغْفِرُ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لَكُمْ رَبِّي</w:t>
      </w:r>
      <w:r w:rsidRPr="00B0205B">
        <w:rPr>
          <w:rStyle w:val="libAieChar"/>
          <w:rtl/>
        </w:rPr>
        <w:t>...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 ، فلماذا جاؤوا إلى أبيهم؟! ولو كانوا يعلمونـوهم أبناء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أنبياءـأنّ طلبهم ذاك كان شركا ما كانوا ليطلبوه! ، ولو كانوا جاهلين بأنه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شرك لماذا لم ينههم أبوهم يعقوب ، بل وعدهم بالاستغفار لهم ، وقد ورد في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معنى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سَوْفَ</w:t>
      </w:r>
      <w:r w:rsidRPr="00B0205B">
        <w:rPr>
          <w:rStyle w:val="libAlaemChar"/>
          <w:rtl/>
        </w:rPr>
        <w:t>)</w:t>
      </w:r>
      <w:r w:rsidRPr="00B0205B">
        <w:rPr>
          <w:rStyle w:val="libBold2Char"/>
          <w:rtl/>
        </w:rPr>
        <w:t xml:space="preserve"> أنّه أخّر الاستغفار لهم إلى ليلة الجمعة.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وقد تقول لي إنّ ذلك كان جائزا في عهد يعقوب 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 لكن الإسلام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لا يجيز ذلك.</w:t>
      </w:r>
    </w:p>
    <w:p w:rsidR="008C264D" w:rsidRDefault="008C4947" w:rsidP="008C264D">
      <w:pPr>
        <w:pStyle w:val="libBold2"/>
        <w:rPr>
          <w:rtl/>
        </w:rPr>
      </w:pPr>
      <w:r w:rsidRPr="00AC2459">
        <w:rPr>
          <w:rtl/>
        </w:rPr>
        <w:t xml:space="preserve">فأقول لك : إنّ الدين عند الله الإسلام وكلّ الأنبياء نور واحد </w:t>
      </w:r>
      <w:r w:rsidR="00EA3C94">
        <w:rPr>
          <w:rFonts w:hint="cs"/>
          <w:rtl/>
        </w:rPr>
        <w:t xml:space="preserve"> </w:t>
      </w:r>
      <w:r w:rsidRPr="00AC2459">
        <w:rPr>
          <w:rtl/>
        </w:rPr>
        <w:t xml:space="preserve">وصدروا من معين واحد ، ولا يمكن أن يكون هناك عمل أو قول قال به نبيّ </w:t>
      </w:r>
      <w:r w:rsidR="00EA3C94">
        <w:rPr>
          <w:rFonts w:hint="cs"/>
          <w:rtl/>
        </w:rPr>
        <w:t xml:space="preserve"> </w:t>
      </w:r>
      <w:r w:rsidRPr="00AC2459">
        <w:rPr>
          <w:rtl/>
        </w:rPr>
        <w:t>ويعتبره نبيّ آخر من بعده شركا.</w:t>
      </w:r>
    </w:p>
    <w:p w:rsidR="008C264D" w:rsidRDefault="008C4947" w:rsidP="008C264D">
      <w:pPr>
        <w:pStyle w:val="libBold2"/>
        <w:rPr>
          <w:rtl/>
        </w:rPr>
      </w:pPr>
      <w:r w:rsidRPr="00AC2459">
        <w:rPr>
          <w:rtl/>
        </w:rPr>
        <w:t xml:space="preserve">هذا من جانب ومن جانب آخر أقول : إنّ التوسّل ورد أيضا في </w:t>
      </w:r>
      <w:r w:rsidR="00EA3C94">
        <w:rPr>
          <w:rFonts w:hint="cs"/>
          <w:rtl/>
        </w:rPr>
        <w:t xml:space="preserve"> </w:t>
      </w:r>
      <w:r w:rsidRPr="00AC2459">
        <w:rPr>
          <w:rtl/>
        </w:rPr>
        <w:t xml:space="preserve">الإسلام بصريح قوله تعالى في سورة النساء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وَلَوْ أَنَّهُمْ إِذ ظَّلَمُوا أَنفُسَهُمْ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جَاءُوكَ فَاسْتَغْفَرُوا اللهَ وَاسْتَغْفَرَ لَهُمُ الرَّسُولُ</w:t>
      </w:r>
      <w:r w:rsidRPr="00B0205B">
        <w:rPr>
          <w:rStyle w:val="libAieChar"/>
          <w:rtl/>
        </w:rPr>
        <w:t>...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2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 xml:space="preserve"> ، فلماذا يستغفر لهم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Pr="00731772" w:rsidRDefault="008C4947" w:rsidP="00F122A7">
      <w:pPr>
        <w:pStyle w:val="libFootnote0"/>
        <w:rPr>
          <w:rtl/>
        </w:rPr>
      </w:pPr>
      <w:r w:rsidRPr="00731772">
        <w:rPr>
          <w:rtl/>
        </w:rPr>
        <w:t>1</w:t>
      </w:r>
      <w:r>
        <w:rPr>
          <w:rFonts w:hint="cs"/>
          <w:rtl/>
        </w:rPr>
        <w:t>)</w:t>
      </w:r>
      <w:r w:rsidRPr="00731772">
        <w:rPr>
          <w:rtl/>
        </w:rPr>
        <w:t xml:space="preserve"> سورة يوسف : 97 ـ 98</w:t>
      </w:r>
      <w:r>
        <w:rPr>
          <w:rtl/>
        </w:rPr>
        <w:t>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2)</w:t>
      </w:r>
      <w:r>
        <w:rPr>
          <w:rtl/>
        </w:rPr>
        <w:t xml:space="preserve"> سورة النساء : 64 ، وانظر : سنن ابن ماجة : في حادثة الضرير الذي توسّل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بالرسول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ليعود له بصره فعاد 1 / 436 باب صلاة الحاجة.</w:t>
      </w:r>
    </w:p>
    <w:p w:rsidR="008C4947" w:rsidRPr="00AC2459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AC2459">
        <w:rPr>
          <w:rtl/>
        </w:rPr>
        <w:lastRenderedPageBreak/>
        <w:t xml:space="preserve">الرسول؟ هل كان الله بعيدا عنهم؟! وإذا قارنت هذه الآية مع الآية التي </w:t>
      </w:r>
      <w:r w:rsidR="00EA3C94">
        <w:rPr>
          <w:rFonts w:hint="cs"/>
          <w:rtl/>
        </w:rPr>
        <w:t xml:space="preserve"> </w:t>
      </w:r>
      <w:r w:rsidRPr="00AC2459">
        <w:rPr>
          <w:rtl/>
        </w:rPr>
        <w:t>في سورة يوسف لوجدتهما ترميان إلى نفس المعنى تقريبا.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لصديقي وقد بقي في نفسي شيء يسير من الشبهة : ربّما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جاز التوسّل بالنبيّ أو الوليّ في حياته لكن هل يجوز التوسّل به بعد </w:t>
      </w:r>
      <w:r w:rsidR="00EA3C94">
        <w:rPr>
          <w:rFonts w:hint="cs"/>
          <w:rtl/>
        </w:rPr>
        <w:t xml:space="preserve"> </w:t>
      </w:r>
      <w:r>
        <w:rPr>
          <w:rtl/>
        </w:rPr>
        <w:t>مماته؟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أجاب صديقي بسرعة : المهم إنّنا أثبتنا أصل التوسّل عموما ،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وأردف قائلا : فهل يجوز العمل بسنّة رسول الله 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 في حياته ونرمي بها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عرض الجدار بعد وفاته؟!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فهل تستطيع الآن مثلا وأنت أمام روضة النبيّ وقبره الشريف أن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ترفع صوتك والله تعالى يقول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لَا تَرْفَعُوا أَصْوَاتَكُمْ فَوْقَ صَوْتِ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النَّبِيِّ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1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 xml:space="preserve"> ، وهل تستطيع القول إنّ ذلك كان خاصّا في حياته 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؟!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لا أتصوّر عاقلا يقول بذلك.</w:t>
      </w:r>
    </w:p>
    <w:p w:rsidR="00773B5A" w:rsidRDefault="008C4947" w:rsidP="00773B5A">
      <w:pPr>
        <w:pStyle w:val="libNormal"/>
        <w:rPr>
          <w:rStyle w:val="libBold2Char"/>
          <w:rtl/>
        </w:rPr>
      </w:pPr>
      <w:r w:rsidRPr="00B0205B">
        <w:rPr>
          <w:rStyle w:val="libBold2Char"/>
          <w:rtl/>
        </w:rPr>
        <w:t xml:space="preserve">ثم لو كان التوسّل به 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 حراما بعد حياته لما أجمعت الأمة بكلّ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فرقها وعلمائها على هذا الفعل ولم يستشكلوا يوما أو يشكوا في هذا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العمل ، وأحمد بن حنبل الذي يدعي الوهّابيون أنّهم يرجعون له في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المذهب كان يتوسّل ويدعو عند قبر رسول الله. وعلى القول بالحرمة ،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يكون كلّ سلف هذه الأمة وعلمائها مشركون خرجوا من ربقة الإسلام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ويبقى</w:t>
      </w:r>
      <w:r w:rsidRPr="00B0205B">
        <w:rPr>
          <w:rStyle w:val="libBold2Char"/>
          <w:rFonts w:hint="cs"/>
          <w:rtl/>
        </w:rPr>
        <w:t>ٰ</w:t>
      </w:r>
      <w:r w:rsidRPr="00B0205B">
        <w:rPr>
          <w:rStyle w:val="libBold2Char"/>
          <w:rtl/>
        </w:rPr>
        <w:t xml:space="preserve"> ابن تيمية ومن والاه على الحنيفية السمحاء.</w:t>
      </w:r>
    </w:p>
    <w:p w:rsidR="00773B5A" w:rsidRDefault="008C4947" w:rsidP="00773B5A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وأنا أزيدك أن التوسل بالرسول 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 كان جائزا حتّى قبل ولادته.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ألا تقرأ قوله تعالى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وَكَانُوا مِن قَبْلُ يَسْتَفْتِحُونَ عَلَى الَّذِينَ كَفَرُوا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2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 xml:space="preserve"> ،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1)</w:t>
      </w:r>
      <w:r>
        <w:rPr>
          <w:rtl/>
        </w:rPr>
        <w:t xml:space="preserve"> سورة الحجرات : 2.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2)</w:t>
      </w:r>
      <w:r>
        <w:rPr>
          <w:rtl/>
        </w:rPr>
        <w:t xml:space="preserve"> البقرة : 89.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 w:rsidRPr="00B0205B">
        <w:rPr>
          <w:rStyle w:val="libBold2Char"/>
          <w:rtl/>
        </w:rPr>
        <w:lastRenderedPageBreak/>
        <w:t xml:space="preserve">فاليهود كانوا في حروبهم مع الأوس والخزرج ، يتوسلون بالرسول المبعوث في آخر الزمان فينتصرون 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1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جيّد ، لننتقل إلى مسألة التبرّك.. قلت ذلك معلّقاً على كلام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صديقي ، بعد أن رأيت أنّه فعلا لا محذور ولا ضير في التوسّل بالصالحين </w:t>
      </w:r>
      <w:r w:rsidR="00EA3C94">
        <w:rPr>
          <w:rFonts w:hint="cs"/>
          <w:rtl/>
        </w:rPr>
        <w:t xml:space="preserve"> </w:t>
      </w:r>
      <w:r>
        <w:rPr>
          <w:rtl/>
        </w:rPr>
        <w:t>فضلا</w:t>
      </w:r>
      <w:r>
        <w:rPr>
          <w:rFonts w:hint="cs"/>
          <w:rtl/>
        </w:rPr>
        <w:t>ً</w:t>
      </w:r>
      <w:r>
        <w:rPr>
          <w:rtl/>
        </w:rPr>
        <w:t xml:space="preserve"> عن سيّد الصالحين رسول الله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فإنهم وجهاء عند الله تعالى </w:t>
      </w:r>
      <w:r w:rsidR="00EA3C94">
        <w:rPr>
          <w:rFonts w:hint="cs"/>
          <w:rtl/>
        </w:rPr>
        <w:t xml:space="preserve"> </w:t>
      </w:r>
      <w:r>
        <w:rPr>
          <w:rtl/>
        </w:rPr>
        <w:t>ولكلّ درجات.</w:t>
      </w:r>
    </w:p>
    <w:p w:rsidR="008C4947" w:rsidRPr="00103C29" w:rsidRDefault="008C4947" w:rsidP="00B0205B">
      <w:pPr>
        <w:pStyle w:val="libBold2"/>
        <w:rPr>
          <w:rtl/>
        </w:rPr>
      </w:pPr>
      <w:r w:rsidRPr="00103C29">
        <w:rPr>
          <w:rtl/>
        </w:rPr>
        <w:t xml:space="preserve">أخذ صديقي كوباً من الماء فشربه وقال : لقد جعلتني أتكلّم كثيرا </w:t>
      </w:r>
      <w:r w:rsidR="00EA3C94">
        <w:rPr>
          <w:rFonts w:hint="cs"/>
          <w:rtl/>
        </w:rPr>
        <w:t xml:space="preserve"> </w:t>
      </w:r>
      <w:r w:rsidRPr="00103C29">
        <w:rPr>
          <w:rtl/>
        </w:rPr>
        <w:t>اليوم. التبرّك يا صديقي قريب من التوسّل وهو أن تتبركـطلبا للبركةـ</w:t>
      </w:r>
      <w:r w:rsidR="00EA3C94">
        <w:rPr>
          <w:rFonts w:hint="cs"/>
          <w:rtl/>
        </w:rPr>
        <w:t xml:space="preserve"> </w:t>
      </w:r>
      <w:r w:rsidRPr="00103C29">
        <w:rPr>
          <w:rtl/>
        </w:rPr>
        <w:t>بآثار نبيّ أو صديق أو شهيد.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قاطعت صديقي قائلا : أعطني دليلا من القرآن.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« إنّ الله تعالى بارك أمكنة وأزمنة معينة ، كما بارك فعل الصالحين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من عباده. فمن الأمكنة المباركة بدليل القرآن : بيت المقدس</w:t>
      </w:r>
      <w:r w:rsidRPr="00F122A7">
        <w:rPr>
          <w:rStyle w:val="libFootnotenumChar"/>
          <w:rtl/>
        </w:rPr>
        <w:t>(3)</w:t>
      </w:r>
      <w:r w:rsidRPr="00B0205B">
        <w:rPr>
          <w:rStyle w:val="libBold2Char"/>
          <w:rtl/>
        </w:rPr>
        <w:t xml:space="preserve">أو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المسجد الأقصى ، وكذلك وادي طوى</w:t>
      </w:r>
      <w:r w:rsidRPr="00F122A7">
        <w:rPr>
          <w:rStyle w:val="libFootnotenumChar"/>
          <w:rtl/>
        </w:rPr>
        <w:t>(4)</w:t>
      </w:r>
      <w:r w:rsidRPr="00B0205B">
        <w:rPr>
          <w:rStyle w:val="libBold2Char"/>
          <w:rtl/>
        </w:rPr>
        <w:t xml:space="preserve">حين كلّم الله تعالى عبده ونبيّه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موسى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 ، كذلك بيت الله الحرام</w:t>
      </w:r>
      <w:r w:rsidRPr="00F122A7">
        <w:rPr>
          <w:rStyle w:val="libFootnotenumChar"/>
          <w:rtl/>
        </w:rPr>
        <w:t>(5)</w:t>
      </w:r>
      <w:r w:rsidRPr="00B0205B">
        <w:rPr>
          <w:rStyle w:val="libBold2Char"/>
          <w:rtl/>
        </w:rPr>
        <w:t xml:space="preserve"> ، كما بارك تعالى مقام إبراهيم </w:t>
      </w:r>
      <w:r w:rsidRPr="00B0205B">
        <w:rPr>
          <w:rStyle w:val="libAlaemChar"/>
          <w:rtl/>
        </w:rPr>
        <w:t>عليه‌السلام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وأمرنا أن نتخذه مصلّى ، ومن الأزمنة المباركة : ليلة القدر 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5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 xml:space="preserve"> ، كما بارك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أيّاما مثل يوم الجمعة ، وبارك فعل هاجر أُمّ إسماعيل فجعل بعضا من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أفعالها التي قامت بها شعائر في الحجّ.</w:t>
      </w:r>
    </w:p>
    <w:p w:rsidR="008C4947" w:rsidRPr="00103C29" w:rsidRDefault="008C4947" w:rsidP="00F122A7">
      <w:pPr>
        <w:pStyle w:val="libLine"/>
        <w:rPr>
          <w:rtl/>
        </w:rPr>
      </w:pPr>
      <w:r w:rsidRPr="00103C29">
        <w:rPr>
          <w:rtl/>
        </w:rPr>
        <w:t>__</w:t>
      </w:r>
      <w:r w:rsidRPr="00103C29">
        <w:rPr>
          <w:rFonts w:hint="cs"/>
          <w:rtl/>
        </w:rPr>
        <w:t>___</w:t>
      </w:r>
      <w:r w:rsidRPr="00103C29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1)</w:t>
      </w:r>
      <w:r>
        <w:rPr>
          <w:rtl/>
        </w:rPr>
        <w:t xml:space="preserve"> تفسير روح المعاني للآلوسي 1 / 319.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2)</w:t>
      </w:r>
      <w:r w:rsidRPr="00B0205B">
        <w:rPr>
          <w:rStyle w:val="libAlaemChar"/>
          <w:rtl/>
        </w:rPr>
        <w:t>(</w:t>
      </w:r>
      <w:r w:rsidRPr="00F122A7">
        <w:rPr>
          <w:rStyle w:val="libFootnoteAieChar"/>
          <w:rFonts w:hint="cs"/>
          <w:rtl/>
        </w:rPr>
        <w:t xml:space="preserve"> إِلَى الْمَسْجِدِ الْأَقْصَى الَّذِي بَارَكْنَا حَوْلَهُ</w:t>
      </w:r>
      <w:r w:rsidRPr="00B0205B">
        <w:rPr>
          <w:rStyle w:val="libAlaemChar"/>
          <w:rtl/>
        </w:rPr>
        <w:t>)</w:t>
      </w:r>
      <w:r>
        <w:rPr>
          <w:rtl/>
        </w:rPr>
        <w:t xml:space="preserve"> [ سورة الإسراء : 1 ].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3)</w:t>
      </w:r>
      <w:r w:rsidRPr="00B0205B">
        <w:rPr>
          <w:rStyle w:val="libAlaemChar"/>
          <w:rtl/>
        </w:rPr>
        <w:t>(</w:t>
      </w:r>
      <w:r w:rsidRPr="00F122A7">
        <w:rPr>
          <w:rStyle w:val="libFootnoteAieChar"/>
          <w:rFonts w:hint="cs"/>
          <w:rtl/>
        </w:rPr>
        <w:t xml:space="preserve"> إِنَّكَ بِالْوَادِ الْمُقَدَّسِ طُوًى</w:t>
      </w:r>
      <w:r w:rsidRPr="00B0205B">
        <w:rPr>
          <w:rStyle w:val="libAlaemChar"/>
          <w:rtl/>
        </w:rPr>
        <w:t>)</w:t>
      </w:r>
      <w:r>
        <w:rPr>
          <w:rtl/>
        </w:rPr>
        <w:t xml:space="preserve"> [ سورة طه : 12 ].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4)</w:t>
      </w:r>
      <w:r w:rsidRPr="00B0205B">
        <w:rPr>
          <w:rStyle w:val="libAlaemChar"/>
          <w:rtl/>
        </w:rPr>
        <w:t>(</w:t>
      </w:r>
      <w:r w:rsidRPr="00F122A7">
        <w:rPr>
          <w:rStyle w:val="libFootnoteAieChar"/>
          <w:rFonts w:hint="cs"/>
          <w:rtl/>
        </w:rPr>
        <w:t xml:space="preserve"> إِنَّ أَوَّلَ بَيْتٍ وُضِعَ لِلنَّاسِ لَلَّذِي بِبَكَّةَ مُبَارَكًا</w:t>
      </w:r>
      <w:r w:rsidRPr="00B0205B">
        <w:rPr>
          <w:rStyle w:val="libAlaemChar"/>
          <w:rtl/>
        </w:rPr>
        <w:t>)</w:t>
      </w:r>
      <w:r>
        <w:rPr>
          <w:rtl/>
        </w:rPr>
        <w:t xml:space="preserve"> [ سورة آل عمران : 96 ].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5)</w:t>
      </w:r>
      <w:r w:rsidRPr="00B0205B">
        <w:rPr>
          <w:rStyle w:val="libAlaemChar"/>
          <w:rtl/>
        </w:rPr>
        <w:t>(</w:t>
      </w:r>
      <w:r w:rsidRPr="00F122A7">
        <w:rPr>
          <w:rStyle w:val="libFootnoteAieChar"/>
          <w:rFonts w:hint="cs"/>
          <w:rtl/>
        </w:rPr>
        <w:t xml:space="preserve"> إِنَّا أَنزَلْنَاهُ فِي لَيْلَةٍ مُّبَارَكَةٍ</w:t>
      </w:r>
      <w:r w:rsidRPr="00B0205B">
        <w:rPr>
          <w:rStyle w:val="libAlaemChar"/>
          <w:rtl/>
        </w:rPr>
        <w:t>)</w:t>
      </w:r>
      <w:r>
        <w:rPr>
          <w:rtl/>
        </w:rPr>
        <w:t xml:space="preserve"> [ سورة الدخان : 3 ].</w:t>
      </w:r>
    </w:p>
    <w:p w:rsidR="008C4947" w:rsidRPr="00C7033C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C7033C">
        <w:rPr>
          <w:rtl/>
        </w:rPr>
        <w:lastRenderedPageBreak/>
        <w:t xml:space="preserve">ولهذا تجد مثلا أنّ الصلاة في البيت الحرام تعدل كذا ألف صلاة </w:t>
      </w:r>
      <w:r w:rsidR="00EA3C94">
        <w:rPr>
          <w:rFonts w:hint="cs"/>
          <w:rtl/>
        </w:rPr>
        <w:t xml:space="preserve"> </w:t>
      </w:r>
      <w:r w:rsidRPr="00C7033C">
        <w:rPr>
          <w:rtl/>
        </w:rPr>
        <w:t>في غيره ، لماذا؟! لأنّ بركته أكبر وأعظم ، وهكذا...</w:t>
      </w:r>
    </w:p>
    <w:p w:rsidR="008C4947" w:rsidRDefault="008C4947" w:rsidP="00B0205B">
      <w:pPr>
        <w:pStyle w:val="libBold2"/>
        <w:rPr>
          <w:rtl/>
        </w:rPr>
      </w:pPr>
      <w:r w:rsidRPr="00662391">
        <w:rPr>
          <w:rtl/>
        </w:rPr>
        <w:t xml:space="preserve">وقد ذكر لنا القرآن رأي المؤمنين الذين غلبوا على أمرهم في قصة </w:t>
      </w:r>
      <w:r w:rsidR="00EA3C94">
        <w:rPr>
          <w:rFonts w:hint="cs"/>
          <w:rtl/>
        </w:rPr>
        <w:t xml:space="preserve"> </w:t>
      </w:r>
      <w:r w:rsidRPr="00662391">
        <w:rPr>
          <w:rtl/>
        </w:rPr>
        <w:t xml:space="preserve">أصحاب الكهف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قَالَ الَّذِينَ غَلَبُوا عَلَىٰ أَمْرِهِمْ لَنَتَّخِذَنَّ عَلَيْهِم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مَّسْجِدًا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1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 xml:space="preserve"> ، بينما نجد الوهابيين اليوم يهدمون مقامات الأولياء. وهناك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أحاديث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2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>حول التبرّك بالرسول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وآثاره أذكر لك منها لاحقا إن شاء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الله لأنها لا تحضرني الآن</w:t>
      </w:r>
      <w:r w:rsidRPr="00B0205B">
        <w:rPr>
          <w:rStyle w:val="libBold2Char"/>
          <w:rFonts w:hint="cs"/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وكالتوسّل جرت سيرة السلف على التبرك ، فقد كان أحمد بن حنبل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مثلا يتبرك بشعر وقصعة رسول الله</w:t>
      </w:r>
      <w:r w:rsidRPr="00B0205B">
        <w:rPr>
          <w:rStyle w:val="libAlaemChar"/>
          <w:rtl/>
        </w:rPr>
        <w:t>صلى‌الله‌عليه‌وآله‌وسلم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3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 xml:space="preserve"> ، والمسلمون احتراما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للرسول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>يتبركون بقبره ، ويتبركون بالقرآن فيعظمونه ويقبّلونه.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فالمسلمون لا يقصدون تعظيم أحجار القبر أو رخامه ، وإلاّ فإنّ المسلم لا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يمكن أن يقبّل رخام قصر الإليزيه مثلا ولا يتمسّح بأحجار الأهرام ، ولن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ترى مسلما يقبّل شبّاكا عاديّا ولو وضعت عليه أنفس جواهر وزخرف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الدنيا.</w:t>
      </w:r>
    </w:p>
    <w:p w:rsidR="008C4947" w:rsidRPr="00662391" w:rsidRDefault="008C4947" w:rsidP="00B0205B">
      <w:pPr>
        <w:pStyle w:val="libBold2"/>
        <w:rPr>
          <w:rtl/>
        </w:rPr>
      </w:pPr>
      <w:r w:rsidRPr="00662391">
        <w:rPr>
          <w:rtl/>
        </w:rPr>
        <w:t xml:space="preserve">والعجب! أنّ الوهابيّة تدّعي أنّها تقتدي بالسلف وهي مخالفة </w:t>
      </w:r>
      <w:r w:rsidR="00EA3C94">
        <w:rPr>
          <w:rFonts w:hint="cs"/>
          <w:rtl/>
        </w:rPr>
        <w:t xml:space="preserve"> </w:t>
      </w:r>
      <w:r w:rsidRPr="00662391">
        <w:rPr>
          <w:rtl/>
        </w:rPr>
        <w:t xml:space="preserve">للسلف مائة وثمانون درجة. فإذا كان التوسّل شركا فأحمد بن حنبل </w:t>
      </w:r>
      <w:r w:rsidR="00EA3C94">
        <w:rPr>
          <w:rFonts w:hint="cs"/>
          <w:rtl/>
        </w:rPr>
        <w:t xml:space="preserve"> </w:t>
      </w:r>
      <w:r w:rsidRPr="00662391">
        <w:rPr>
          <w:rtl/>
        </w:rPr>
        <w:t>مشرك ، وإذا كان التبرك بدعة فأحمد بن حنبل مبتدع.</w:t>
      </w:r>
    </w:p>
    <w:p w:rsidR="008C4947" w:rsidRPr="00662391" w:rsidRDefault="008C4947" w:rsidP="00F122A7">
      <w:pPr>
        <w:pStyle w:val="libLine"/>
        <w:rPr>
          <w:rtl/>
        </w:rPr>
      </w:pPr>
      <w:r w:rsidRPr="00662391">
        <w:rPr>
          <w:rtl/>
        </w:rPr>
        <w:t>__</w:t>
      </w:r>
      <w:r w:rsidRPr="00662391">
        <w:rPr>
          <w:rFonts w:hint="cs"/>
          <w:rtl/>
        </w:rPr>
        <w:t>___</w:t>
      </w:r>
      <w:r w:rsidRPr="00662391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1)</w:t>
      </w:r>
      <w:r>
        <w:rPr>
          <w:rtl/>
        </w:rPr>
        <w:t xml:space="preserve"> سورة الكهف : 21 ، أنظر : تفسير الطبري 15 / 147 ، الدر المنثور 5 / 370.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2)</w:t>
      </w:r>
      <w:r>
        <w:rPr>
          <w:rtl/>
        </w:rPr>
        <w:t xml:space="preserve"> أنظر مثلا : صحيح مسلم 4 / 1816 كتاب الفضائل ، مستدرك الحاكم 4 / 515.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3)</w:t>
      </w:r>
      <w:r>
        <w:rPr>
          <w:rtl/>
        </w:rPr>
        <w:t xml:space="preserve"> أنظر : مقدمات الجزء 1 من المسند بتحقيق أحمد محمّد شاكر : آداب أحمد بن حنبل : 57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وانظر تبرك معاوية بشعر رسول الله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تاريخ الإسلام للذهبي حوادث سنة 41ـ</w:t>
      </w:r>
      <w:r w:rsidR="00EA3C94">
        <w:rPr>
          <w:rFonts w:hint="cs"/>
          <w:rtl/>
        </w:rPr>
        <w:t xml:space="preserve"> </w:t>
      </w:r>
      <w:r>
        <w:rPr>
          <w:rtl/>
        </w:rPr>
        <w:t>60 ، وكذلك في الكامل في التاريخ 4 / 7.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 w:rsidRPr="00B0205B">
        <w:rPr>
          <w:rStyle w:val="libBold2Char"/>
          <w:rtl/>
        </w:rPr>
        <w:lastRenderedPageBreak/>
        <w:t xml:space="preserve">وقد أفاض علماؤنا في هذه المواضيع لكن ماذا تفعل والقوم لا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يقرؤون ، بل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جَعَلُوا أَصَابِعَهُمْ فِي آذَانِهِمْ وَاسْتَغْشَوْا ثِيَابَهُمْ</w:t>
      </w:r>
      <w:r w:rsidRPr="00B0205B">
        <w:rPr>
          <w:rStyle w:val="libAieChar"/>
          <w:rtl/>
        </w:rPr>
        <w:t>...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 ، بل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أكثر من هذا ، عادوا كلّ المستحدثات العلمية«كالتلفزيون» و «الفيديو»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وغيرها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>!!</w:t>
      </w:r>
    </w:p>
    <w:p w:rsidR="008C4947" w:rsidRPr="00E87309" w:rsidRDefault="008C4947" w:rsidP="00B0205B">
      <w:pPr>
        <w:pStyle w:val="libBold2"/>
        <w:rPr>
          <w:rtl/>
        </w:rPr>
      </w:pPr>
      <w:r w:rsidRPr="00E87309">
        <w:rPr>
          <w:rtl/>
        </w:rPr>
        <w:t xml:space="preserve">اكتفيت من صديقي بهذا البيان وكنت أريد الإطراد لولا أنّي خشيت </w:t>
      </w:r>
      <w:r w:rsidR="00EA3C94">
        <w:rPr>
          <w:rFonts w:hint="cs"/>
          <w:rtl/>
        </w:rPr>
        <w:t xml:space="preserve"> </w:t>
      </w:r>
      <w:r w:rsidRPr="00E87309">
        <w:rPr>
          <w:rtl/>
        </w:rPr>
        <w:t>أن أُثقل عليه ، لذا شكرته على ما أفادني به وأسرعت بالخروج.</w:t>
      </w:r>
    </w:p>
    <w:p w:rsidR="00D177E8" w:rsidRDefault="00EA3C94" w:rsidP="00F122A7">
      <w:pPr>
        <w:pStyle w:val="libLine"/>
        <w:rPr>
          <w:rtl/>
        </w:rPr>
      </w:pPr>
      <w:r>
        <w:rPr>
          <w:rFonts w:hint="cs"/>
          <w:rtl/>
        </w:rPr>
        <w:t xml:space="preserve">            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نوح : 7.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كما فعل الطالبان في أفغانستان وأعطوا وجها مشوّها متخلّفاً للإسلام من حيث لا </w:t>
      </w:r>
      <w:r w:rsidR="00EA3C94">
        <w:rPr>
          <w:rFonts w:hint="cs"/>
          <w:rtl/>
        </w:rPr>
        <w:t xml:space="preserve"> </w:t>
      </w:r>
      <w:r>
        <w:rPr>
          <w:rtl/>
        </w:rPr>
        <w:t>يشعرون. ولا يخفى أنهم دمى في أيدي المخابرات الغربيّة.</w:t>
      </w:r>
    </w:p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61" w:name="_Toc365111452"/>
      <w:r w:rsidR="00EA3C94">
        <w:rPr>
          <w:rFonts w:hint="cs"/>
          <w:rtl/>
        </w:rPr>
        <w:lastRenderedPageBreak/>
        <w:t xml:space="preserve"> </w:t>
      </w:r>
    </w:p>
    <w:p w:rsidR="008C4947" w:rsidRDefault="008C4947" w:rsidP="008C4947">
      <w:pPr>
        <w:pStyle w:val="Heading2"/>
        <w:rPr>
          <w:rtl/>
        </w:rPr>
      </w:pPr>
      <w:bookmarkStart w:id="62" w:name="_Toc398986474"/>
      <w:bookmarkStart w:id="63" w:name="_Toc398986505"/>
      <w:r>
        <w:rPr>
          <w:rtl/>
        </w:rPr>
        <w:t>هل عرفنا الله حقّاً :</w:t>
      </w:r>
      <w:bookmarkEnd w:id="61"/>
      <w:bookmarkEnd w:id="62"/>
      <w:bookmarkEnd w:id="63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من مصائب الدهر أنّ فرق المسلمين اختلفت في كلّ شيء حتّى في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الله سبحانه وتعالى ، وقد رأيت أنّ بعض فرق المسلمين تؤكّد بما ليس فيه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شك أنّ الله في السماء ، جسم يرى يوم القيامة ، بل حتّى في المنامات ، وأنّه </w:t>
      </w:r>
      <w:r w:rsidR="00EA3C94">
        <w:rPr>
          <w:rFonts w:hint="cs"/>
          <w:rtl/>
        </w:rPr>
        <w:t xml:space="preserve"> </w:t>
      </w:r>
      <w:r>
        <w:rPr>
          <w:rtl/>
        </w:rPr>
        <w:t>يصعد وينزل ويضحك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 ، وأنه جالس على العرش فوق سماواته وإلى غير </w:t>
      </w:r>
      <w:r w:rsidR="00EA3C94">
        <w:rPr>
          <w:rFonts w:hint="cs"/>
          <w:rtl/>
        </w:rPr>
        <w:t xml:space="preserve"> </w:t>
      </w:r>
      <w:r>
        <w:rPr>
          <w:rtl/>
        </w:rPr>
        <w:t>ذلك من الأوصاف.</w:t>
      </w:r>
    </w:p>
    <w:p w:rsidR="008C4947" w:rsidRPr="00296D77" w:rsidRDefault="008C4947" w:rsidP="00F122A7">
      <w:pPr>
        <w:pStyle w:val="libLine"/>
        <w:rPr>
          <w:rtl/>
        </w:rPr>
      </w:pPr>
      <w:r>
        <w:rPr>
          <w:rtl/>
        </w:rPr>
        <w:t xml:space="preserve">وكنت في مدينتي« قابس » أعرف صديقا متشيّعا كان يقول لي أنّه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فيما مضى كان منضمّا إلى جماعة« الدعوة والتبليغ » الشهيرة ، وكنت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ـيقول ذاك الصديقـكثيرا ما ألازمهم لحسن أخلاقهم وروحيّتهم العالية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وكنّا ربّما اعتكفنا في مسجد مقام الصحابي المعروف في مدينتنا« أبي لبابة </w:t>
      </w:r>
      <w:r w:rsidR="00EA3C94">
        <w:rPr>
          <w:rFonts w:hint="cs"/>
          <w:rtl/>
        </w:rPr>
        <w:t xml:space="preserve"> </w:t>
      </w:r>
      <w:r>
        <w:rPr>
          <w:rtl/>
        </w:rPr>
        <w:t>الأنصاري »</w:t>
      </w:r>
      <w:r w:rsidRPr="00F122A7">
        <w:rPr>
          <w:rStyle w:val="libFootnotenumChar"/>
          <w:rtl/>
        </w:rPr>
        <w:t>(2)</w:t>
      </w:r>
      <w:r>
        <w:rPr>
          <w:rtl/>
        </w:rPr>
        <w:t xml:space="preserve">حيث كنّا نصوم النهار ونحيي اللّيل ، وكنّا نتناوب العبادة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ساعتين ساعتين حيث ننام ونستيقظ وعندما ، يحين الثلث الأخير من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اللّيلـيسترسل صاحبناـنهرع إلى ساحة المسجد مسرعين مشتاقين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رافعين رؤوسنا وأيدينا إلى السماء الصافية المزدانة بنجومها ويشتد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دعاؤنا ومناجاتنا ويحمى الوطيس ، فالله تعالى في أقرب منازله إلينا في </w:t>
      </w:r>
      <w:r w:rsidR="00EA3C94">
        <w:rPr>
          <w:rFonts w:hint="cs"/>
          <w:rtl/>
        </w:rPr>
        <w:t xml:space="preserve"> </w:t>
      </w: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أنظر : سنن ابن ماجة 1 / 64 ، العقيدة الواسطية لابن تيميّة.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هو الصحابي الأنصاري« بشر بن عبدالمنذر » المعروف بأبي لبابة وله عندنا مقام جليل ، </w:t>
      </w:r>
      <w:r w:rsidR="00EA3C94">
        <w:rPr>
          <w:rFonts w:hint="cs"/>
          <w:rtl/>
        </w:rPr>
        <w:t xml:space="preserve"> </w:t>
      </w:r>
      <w:r>
        <w:rPr>
          <w:rtl/>
        </w:rPr>
        <w:t>وهو الذي ربط نفسه في سارية المسجد إلى أن نزلت فيه آية قبلت توبته.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السماء الدنيا وقد نزل إليها ينظر في طلبات ودعوات الداعين كما يعتقد </w:t>
      </w:r>
      <w:r w:rsidR="00EA3C94">
        <w:rPr>
          <w:rFonts w:hint="cs"/>
          <w:rtl/>
        </w:rPr>
        <w:t xml:space="preserve"> </w:t>
      </w:r>
      <w:r>
        <w:rPr>
          <w:rtl/>
        </w:rPr>
        <w:t>الجماعة.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ولم أكن أدريـيواصل صاحبناـهل كان الله تعالى يُنزل معه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عرشه أم يتركه شاغرا في السماء السابعة وينزل من دونه ، وكانت مسألة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الثلث الأخير من الليل تؤرقني لأنها تناقض حقيقة علميّة صارت ثابتة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منذ زمن ، وهي أنّ الأرض لا تخلو من مؤمنين كما لا تخلو الأرض من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ثلث أخير من الليل ، وعلى هذا لا بدّ أن يقضي الله الدهر كلّه في السّماء </w:t>
      </w:r>
      <w:r w:rsidR="00EA3C94">
        <w:rPr>
          <w:rFonts w:hint="cs"/>
          <w:rtl/>
        </w:rPr>
        <w:t xml:space="preserve"> </w:t>
      </w:r>
      <w:r>
        <w:rPr>
          <w:rtl/>
        </w:rPr>
        <w:t>الدنيا ، ولربّماـيقول محدثيـهذا ما جعل شيخ الوهّابيين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يدحض </w:t>
      </w:r>
      <w:r w:rsidR="00EA3C94">
        <w:rPr>
          <w:rFonts w:hint="cs"/>
          <w:rtl/>
        </w:rPr>
        <w:t xml:space="preserve"> </w:t>
      </w:r>
      <w:r>
        <w:rPr>
          <w:rtl/>
        </w:rPr>
        <w:t>نظرية كروية الأرض ويكتب كتابا حول أنّ الأرض منبسطة ، ولو كره</w:t>
      </w:r>
      <w:r w:rsidR="00EA3C94">
        <w:rPr>
          <w:rFonts w:hint="cs"/>
          <w:rtl/>
        </w:rPr>
        <w:t xml:space="preserve"> </w:t>
      </w:r>
      <w:r>
        <w:rPr>
          <w:rtl/>
        </w:rPr>
        <w:t>« غاليليو »</w:t>
      </w:r>
      <w:r w:rsidRPr="00F122A7">
        <w:rPr>
          <w:rStyle w:val="libFootnotenumChar"/>
          <w:rtl/>
        </w:rPr>
        <w:t>(2)</w:t>
      </w:r>
      <w:r>
        <w:rPr>
          <w:rtl/>
        </w:rPr>
        <w:t>ومن جاء بعده.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على كل حال كنت ملتزما بهذه الأحاديث لأنني ما كنت أعرف أنها </w:t>
      </w:r>
      <w:r w:rsidR="00EA3C94">
        <w:rPr>
          <w:rFonts w:hint="cs"/>
          <w:rtl/>
        </w:rPr>
        <w:t xml:space="preserve"> </w:t>
      </w:r>
      <w:r>
        <w:rPr>
          <w:rtl/>
        </w:rPr>
        <w:t>موضوعة ولم تأت فرصة حقيقية للنقاش فيها ، ينهي صاحبنا كلامه.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وكنت منذ سنين أعرف ذلك الحديث القائل والمروي عن أبي </w:t>
      </w:r>
      <w:r w:rsidR="00EA3C94">
        <w:rPr>
          <w:rFonts w:hint="cs"/>
          <w:rtl/>
        </w:rPr>
        <w:t xml:space="preserve"> </w:t>
      </w:r>
      <w:r>
        <w:rPr>
          <w:rtl/>
        </w:rPr>
        <w:t>هريرة وغيره والموجود في« رياض الصالحين »</w:t>
      </w:r>
      <w:r w:rsidRPr="00F122A7">
        <w:rPr>
          <w:rStyle w:val="libFootnotenumChar"/>
          <w:rtl/>
        </w:rPr>
        <w:t>(3)</w:t>
      </w:r>
      <w:r>
        <w:rPr>
          <w:rtl/>
        </w:rPr>
        <w:t xml:space="preserve">حيث يقول </w:t>
      </w:r>
      <w:r w:rsidR="00EA3C94">
        <w:rPr>
          <w:rFonts w:hint="cs"/>
          <w:rtl/>
        </w:rPr>
        <w:t xml:space="preserve"> </w:t>
      </w:r>
      <w:r>
        <w:rPr>
          <w:rtl/>
        </w:rPr>
        <w:t>الرسول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>فيه :« إنكم سترون ربكم يوم القيامة كالبدر ليلة تمامه ».</w:t>
      </w:r>
    </w:p>
    <w:p w:rsidR="008C4947" w:rsidRPr="009942F2" w:rsidRDefault="008C4947" w:rsidP="00F122A7">
      <w:pPr>
        <w:pStyle w:val="libLine"/>
        <w:rPr>
          <w:rtl/>
        </w:rPr>
      </w:pPr>
      <w:r w:rsidRPr="009942F2">
        <w:rPr>
          <w:rtl/>
        </w:rPr>
        <w:t>__</w:t>
      </w:r>
      <w:r w:rsidRPr="009942F2">
        <w:rPr>
          <w:rFonts w:hint="cs"/>
          <w:rtl/>
        </w:rPr>
        <w:t>___</w:t>
      </w:r>
      <w:r w:rsidRPr="009942F2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هو الشيخ ابن باز وكتابه باسم :« الأدلة النقلية والحسّية على جريان الشمس وسكون </w:t>
      </w:r>
      <w:r w:rsidR="00EA3C94">
        <w:rPr>
          <w:rFonts w:hint="cs"/>
          <w:rtl/>
        </w:rPr>
        <w:t xml:space="preserve"> </w:t>
      </w:r>
      <w:r>
        <w:rPr>
          <w:rtl/>
        </w:rPr>
        <w:t>الأرض وإمكان الصعود إلى الكواكب »!!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هو العالم الإيطالي ( </w:t>
      </w:r>
      <w:r>
        <w:t>GALILEO</w:t>
      </w:r>
      <w:r>
        <w:rPr>
          <w:rtl/>
        </w:rPr>
        <w:t>ـ</w:t>
      </w:r>
      <w:r>
        <w:t>GALILEI</w:t>
      </w:r>
      <w:r>
        <w:rPr>
          <w:rtl/>
        </w:rPr>
        <w:t xml:space="preserve"> ) الذي أثبت أن الأرض كروية </w:t>
      </w:r>
      <w:r w:rsidR="00EA3C94">
        <w:rPr>
          <w:rFonts w:hint="cs"/>
          <w:rtl/>
        </w:rPr>
        <w:t xml:space="preserve"> </w:t>
      </w:r>
      <w:r>
        <w:rPr>
          <w:rtl/>
        </w:rPr>
        <w:t>وأنها ليست مركز الكون.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رياض الصالحين للنووي : 492 ، وانظر : صحيح البخاري 9 / 156 ، سنن أبي داود </w:t>
      </w:r>
      <w:r w:rsidR="00EA3C94">
        <w:rPr>
          <w:rFonts w:hint="cs"/>
          <w:rtl/>
        </w:rPr>
        <w:t xml:space="preserve"> </w:t>
      </w:r>
      <w:r>
        <w:rPr>
          <w:rtl/>
        </w:rPr>
        <w:t>4 / 245.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كنت أفرح كثيراً عندما أسمع هذا الحديث فأقول : إنها من أكبر نعم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الله تعالى على أهل جنته أن يروا ربّهم وخالقهم ، ويتجلّى لهم بكل عظمته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ونوره. وكنت سمعت أنّ الشيعة ينكرون رؤية الله يوم القيامة فأتعجّب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وأغضب لأنهم يريدون أن يحرموننا من رؤية سرّ الوجود وربّ العالمين ، </w:t>
      </w:r>
      <w:r w:rsidR="00EA3C94">
        <w:rPr>
          <w:rFonts w:hint="cs"/>
          <w:rtl/>
        </w:rPr>
        <w:t xml:space="preserve"> </w:t>
      </w:r>
      <w:r>
        <w:rPr>
          <w:rtl/>
        </w:rPr>
        <w:t>لكني ما كنت أعرف دليلهم أو أدلتهم في الموضوع.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وتسنح لي فرصة أخرى ونقاش آخر مع صديقي الشيعي ، حيث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وطنتُ نفسي هذه المرة على الصمود أمامه مهما كلّفني الأمر ، فقد بلغ </w:t>
      </w:r>
      <w:r w:rsidR="00EA3C94">
        <w:rPr>
          <w:rFonts w:hint="cs"/>
          <w:rtl/>
        </w:rPr>
        <w:t xml:space="preserve"> </w:t>
      </w:r>
      <w:r>
        <w:rPr>
          <w:rtl/>
        </w:rPr>
        <w:t>السيل الزبى وليس من المعقول أن يهزمني كلّ مرّة.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لم تطل بنا الجلسة حتّى بادرت صديقي قائلا : يظهر أنكم معشر </w:t>
      </w:r>
      <w:r w:rsidR="00EA3C94">
        <w:rPr>
          <w:rFonts w:hint="cs"/>
          <w:rtl/>
        </w:rPr>
        <w:t xml:space="preserve"> </w:t>
      </w:r>
      <w:r>
        <w:rPr>
          <w:rtl/>
        </w:rPr>
        <w:t>الشيعة ينطبق عليكم المثل الشهير« خالف تُعرف ».</w:t>
      </w:r>
    </w:p>
    <w:p w:rsidR="008C4947" w:rsidRPr="002B01E0" w:rsidRDefault="008C4947" w:rsidP="00B0205B">
      <w:pPr>
        <w:pStyle w:val="libBold2"/>
        <w:rPr>
          <w:rtl/>
        </w:rPr>
      </w:pPr>
      <w:r w:rsidRPr="002B01E0">
        <w:rPr>
          <w:rtl/>
        </w:rPr>
        <w:t>قال صديقي وعلامات العجب تطبع جبينه : كيف ذلك؟!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: يا أخي أتستكثرون علينا رؤية الله عزّوجلّ وهي أعظم نعمة </w:t>
      </w:r>
      <w:r w:rsidR="00EA3C94">
        <w:rPr>
          <w:rFonts w:hint="cs"/>
          <w:rtl/>
        </w:rPr>
        <w:t xml:space="preserve"> </w:t>
      </w:r>
      <w:r>
        <w:rPr>
          <w:rtl/>
        </w:rPr>
        <w:t>يُنعم بها الله تعالى على عباده المؤمنين؟!</w:t>
      </w:r>
    </w:p>
    <w:p w:rsidR="008C4947" w:rsidRPr="002B01E0" w:rsidRDefault="008C4947" w:rsidP="00B0205B">
      <w:pPr>
        <w:pStyle w:val="libBold2"/>
        <w:rPr>
          <w:rtl/>
        </w:rPr>
      </w:pPr>
      <w:r w:rsidRPr="002B01E0">
        <w:rPr>
          <w:rtl/>
        </w:rPr>
        <w:t>أجاب صديقي : ليس بالأماني ، وأردف قائلا</w:t>
      </w:r>
      <w:r>
        <w:rPr>
          <w:rFonts w:hint="cs"/>
          <w:rtl/>
        </w:rPr>
        <w:t>ً</w:t>
      </w:r>
      <w:r w:rsidRPr="002B01E0">
        <w:rPr>
          <w:rtl/>
        </w:rPr>
        <w:t xml:space="preserve"> : إنّ هذا القول فيه ما </w:t>
      </w:r>
      <w:r w:rsidR="00EA3C94">
        <w:rPr>
          <w:rFonts w:hint="cs"/>
          <w:rtl/>
        </w:rPr>
        <w:t xml:space="preserve"> </w:t>
      </w:r>
      <w:r w:rsidRPr="002B01E0">
        <w:rPr>
          <w:rtl/>
        </w:rPr>
        <w:t>فيه لو كنت تدري.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أجبت مستنكرا : وماذا في ذلك؟!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>قال صديقي : إنّ ذلك يستلزم أنّ الله جسم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>وتعالى الله عن ذلك.</w:t>
      </w:r>
    </w:p>
    <w:p w:rsidR="008C4947" w:rsidRPr="002B01E0" w:rsidRDefault="008C4947" w:rsidP="00F122A7">
      <w:pPr>
        <w:pStyle w:val="libLine"/>
        <w:rPr>
          <w:rtl/>
        </w:rPr>
      </w:pPr>
      <w:r w:rsidRPr="002B01E0">
        <w:rPr>
          <w:rtl/>
        </w:rPr>
        <w:t>__</w:t>
      </w:r>
      <w:r w:rsidRPr="002B01E0">
        <w:rPr>
          <w:rFonts w:hint="cs"/>
          <w:rtl/>
        </w:rPr>
        <w:t>___</w:t>
      </w:r>
      <w:r w:rsidRPr="002B01E0">
        <w:rPr>
          <w:rtl/>
        </w:rPr>
        <w:t>________________</w:t>
      </w:r>
    </w:p>
    <w:p w:rsidR="008C4947" w:rsidRPr="00F122A7" w:rsidRDefault="008C4947" w:rsidP="00F122A7">
      <w:pPr>
        <w:pStyle w:val="libFootnote0"/>
        <w:rPr>
          <w:rStyle w:val="libPoemTiniChar0"/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وهذا ما تؤكده صحاح أهل السنّة ، فلله يدان [ سنن ابن ماجة 1 / 71 باب فيما أنكرت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الجهمية ] ، وأنه يكشف عن ساقه يوم القيامة [ المستدرك للحاكم 4 / 582 كتاب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الأهوال ] ، والله يصافح عمر ويدخله بيده إلى الجنّة!! [ سنن ابن ماجة 1 / 39 فضائل </w:t>
      </w:r>
      <w:r w:rsidR="00EA3C94">
        <w:rPr>
          <w:rFonts w:hint="cs"/>
          <w:rtl/>
        </w:rPr>
        <w:t xml:space="preserve"> 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أجبته معترضاً : يا أخي ، إنّ الله موجود ، وكلّ موجود لا بدّ وأن </w:t>
      </w:r>
      <w:r w:rsidR="00EA3C94">
        <w:rPr>
          <w:rFonts w:hint="cs"/>
          <w:rtl/>
        </w:rPr>
        <w:t xml:space="preserve"> </w:t>
      </w:r>
      <w:r>
        <w:rPr>
          <w:rtl/>
        </w:rPr>
        <w:t>يُرى.</w:t>
      </w:r>
    </w:p>
    <w:p w:rsidR="008C4947" w:rsidRPr="002B01E0" w:rsidRDefault="008C4947" w:rsidP="00B0205B">
      <w:pPr>
        <w:pStyle w:val="libBold2"/>
        <w:rPr>
          <w:rtl/>
        </w:rPr>
      </w:pPr>
      <w:r w:rsidRPr="002B01E0">
        <w:rPr>
          <w:rtl/>
        </w:rPr>
        <w:t xml:space="preserve">قال صديقي : هذا هو خطأ من قال برؤية الله. لا ليس صحيحا أنّ </w:t>
      </w:r>
      <w:r w:rsidR="00EA3C94">
        <w:rPr>
          <w:rFonts w:hint="cs"/>
          <w:rtl/>
        </w:rPr>
        <w:t xml:space="preserve"> </w:t>
      </w:r>
      <w:r w:rsidRPr="002B01E0">
        <w:rPr>
          <w:rtl/>
        </w:rPr>
        <w:t xml:space="preserve">كلّ موجود يرى ، فالغضب موجود والفرح موجود والحزن موجود ، </w:t>
      </w:r>
      <w:r w:rsidR="00EA3C94">
        <w:rPr>
          <w:rFonts w:hint="cs"/>
          <w:rtl/>
        </w:rPr>
        <w:t xml:space="preserve"> </w:t>
      </w:r>
      <w:r w:rsidRPr="002B01E0">
        <w:rPr>
          <w:rtl/>
        </w:rPr>
        <w:t xml:space="preserve">والشهوة التي تُذلّ عقل الإنسان بل وتؤدي به إلى المهالك كلّها موجودة </w:t>
      </w:r>
      <w:r w:rsidR="00EA3C94">
        <w:rPr>
          <w:rFonts w:hint="cs"/>
          <w:rtl/>
        </w:rPr>
        <w:t xml:space="preserve"> </w:t>
      </w:r>
      <w:r w:rsidRPr="002B01E0">
        <w:rPr>
          <w:rtl/>
        </w:rPr>
        <w:t xml:space="preserve">ومحسوسة ، فهيّا قل لي : أين توجد ولماذا لا نراها؟! ، ثمّ واصل كلامه : </w:t>
      </w:r>
      <w:r w:rsidR="00EA3C94">
        <w:rPr>
          <w:rFonts w:hint="cs"/>
          <w:rtl/>
        </w:rPr>
        <w:t xml:space="preserve"> </w:t>
      </w:r>
      <w:r w:rsidRPr="002B01E0">
        <w:rPr>
          <w:rtl/>
        </w:rPr>
        <w:t xml:space="preserve">وأزيدك ، أنت تؤمن أنّ لك روحا هي الأصل فيك وليس جسمك ، فهيّا أشر </w:t>
      </w:r>
      <w:r w:rsidR="00EA3C94">
        <w:rPr>
          <w:rFonts w:hint="cs"/>
          <w:rtl/>
        </w:rPr>
        <w:t xml:space="preserve"> </w:t>
      </w:r>
      <w:r w:rsidRPr="002B01E0">
        <w:rPr>
          <w:rtl/>
        </w:rPr>
        <w:t>إلى موضع روحك هل هي في رأسك في الدماغ أم في قلبك أم أين؟!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قلتُ لصديقي : قليلا قليلا ، أعطني دليلا من القرآن حتّى لا أضيع </w:t>
      </w:r>
      <w:r w:rsidR="00EA3C94">
        <w:rPr>
          <w:rFonts w:hint="cs"/>
          <w:rtl/>
        </w:rPr>
        <w:t xml:space="preserve"> </w:t>
      </w:r>
      <w:r>
        <w:rPr>
          <w:rtl/>
        </w:rPr>
        <w:t>معك.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علّق صديقي : أحسنت بطلبك هذا ، وقال : والله لا ينقضي عجبي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من القائلين بأنّ الله جسم وأنّه يُرى وأنّه وأنّه وهم يتلون الكتاب ، إنّ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القرآن يُشنّع بقوّة على هؤلاء ولكن... يقول تعالى في كتابه المجيد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لَّا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تُدْرِكُهُ الْأَبْصَارُ وَهُوَ يُدْرِكُ الْأَبْصَارَ وَهُوَ اللَّطِيفُ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>.</w:t>
      </w:r>
    </w:p>
    <w:p w:rsidR="00D177E8" w:rsidRDefault="008C4947" w:rsidP="00D177E8">
      <w:pPr>
        <w:pStyle w:val="libNormal"/>
        <w:rPr>
          <w:rtl/>
        </w:rPr>
      </w:pPr>
      <w:r>
        <w:rPr>
          <w:rtl/>
        </w:rPr>
        <w:t>قاطعت صديقي محاججا : ذاك في الدنيا.</w:t>
      </w:r>
    </w:p>
    <w:p w:rsidR="00D177E8" w:rsidRDefault="008C4947" w:rsidP="00D177E8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أجاب صديقي : إنّ الآية فيها إطلاق ولم يقل الله أنّ ذلك مختصّ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بالدنيا أو بالآخرة. وإليك آية أخرى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يَسْأَلُكَ أَهْلُ الْكِتَابِ أَن تُنَزِّلَ عَلَيْهِمْ كِتَابًا مِّنَ السَّمَاءِ فَقَدْ سَأَلُوا مُوسَىٰ أَكْبَرَ مِن ذَٰلِكَ فَقَالُوا أَرِنَا اللهَ جَهْرَةً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عمر ] ، وأنّ الله وجها ويدين وعينين ورجل وقدم وأنّه تعالى يضحك ويعجب ويفرح....</w:t>
      </w:r>
      <w:r w:rsidR="00EA3C94">
        <w:rPr>
          <w:rFonts w:hint="cs"/>
          <w:rtl/>
        </w:rPr>
        <w:t xml:space="preserve"> </w:t>
      </w:r>
      <w:r>
        <w:rPr>
          <w:rtl/>
        </w:rPr>
        <w:t>[ العقيدة الواسطيّة لابن تيميّة ].</w:t>
      </w:r>
    </w:p>
    <w:p w:rsidR="008C4947" w:rsidRPr="00731772" w:rsidRDefault="008C4947" w:rsidP="00F122A7">
      <w:pPr>
        <w:pStyle w:val="libFootnote0"/>
        <w:rPr>
          <w:rtl/>
        </w:rPr>
      </w:pPr>
      <w:r w:rsidRPr="00731772">
        <w:rPr>
          <w:rtl/>
        </w:rPr>
        <w:t>1</w:t>
      </w:r>
      <w:r>
        <w:rPr>
          <w:rFonts w:hint="cs"/>
          <w:rtl/>
        </w:rPr>
        <w:t>)</w:t>
      </w:r>
      <w:r w:rsidRPr="00731772">
        <w:rPr>
          <w:rtl/>
        </w:rPr>
        <w:t xml:space="preserve"> سورة الأنعام : 103</w:t>
      </w:r>
      <w:r>
        <w:rPr>
          <w:rtl/>
        </w:rPr>
        <w:t>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 w:rsidRPr="00B0205B">
        <w:rPr>
          <w:rStyle w:val="libAieChar"/>
          <w:rFonts w:hint="cs"/>
          <w:rtl/>
        </w:rPr>
        <w:lastRenderedPageBreak/>
        <w:t>فَأَخَذَتْهُمُ الصَّاعِقَةُ بِظُلْمِهِمْ</w:t>
      </w:r>
      <w:r w:rsidRPr="00B0205B">
        <w:rPr>
          <w:rStyle w:val="libAieChar"/>
          <w:rtl/>
        </w:rPr>
        <w:t>...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>الآية.</w:t>
      </w:r>
    </w:p>
    <w:p w:rsidR="008C4947" w:rsidRPr="00CD7D60" w:rsidRDefault="008C4947" w:rsidP="00B0205B">
      <w:pPr>
        <w:pStyle w:val="libBold2"/>
        <w:rPr>
          <w:rtl/>
        </w:rPr>
      </w:pPr>
      <w:r w:rsidRPr="00CD7D60">
        <w:rPr>
          <w:rtl/>
        </w:rPr>
        <w:t xml:space="preserve">فأنت ترى أنّ الله يشنّع على بني إسرائيل طلبهم للرؤية وأسماهم </w:t>
      </w:r>
      <w:r w:rsidR="00EA3C94">
        <w:rPr>
          <w:rFonts w:hint="cs"/>
          <w:rtl/>
        </w:rPr>
        <w:t xml:space="preserve"> </w:t>
      </w:r>
      <w:r w:rsidRPr="00CD7D60">
        <w:rPr>
          <w:rtl/>
        </w:rPr>
        <w:t xml:space="preserve">ظالمين وأخذتهم الصاعقة لطلبهم هذا ، فلو كانت الرؤية ممكنة فلماذا </w:t>
      </w:r>
      <w:r w:rsidR="00EA3C94">
        <w:rPr>
          <w:rFonts w:hint="cs"/>
          <w:rtl/>
        </w:rPr>
        <w:t xml:space="preserve"> </w:t>
      </w:r>
      <w:r w:rsidRPr="00CD7D60">
        <w:rPr>
          <w:rtl/>
        </w:rPr>
        <w:t>هذا التنكير على بني إسرائيل ، ولماذا أصابتهم الصاعقة؟!</w:t>
      </w:r>
    </w:p>
    <w:p w:rsidR="008C4947" w:rsidRDefault="008C4947" w:rsidP="00B0205B">
      <w:pPr>
        <w:pStyle w:val="libBold2"/>
        <w:rPr>
          <w:rtl/>
        </w:rPr>
      </w:pPr>
      <w:r w:rsidRPr="00CD7D60">
        <w:rPr>
          <w:rtl/>
        </w:rPr>
        <w:t>وآية أخرى</w:t>
      </w:r>
      <w:r w:rsidRPr="00CD7D60">
        <w:rPr>
          <w:rFonts w:hint="cs"/>
          <w:rtl/>
        </w:rPr>
        <w:t>ٰ</w:t>
      </w:r>
      <w:r w:rsidRPr="00CD7D60">
        <w:rPr>
          <w:rtl/>
        </w:rPr>
        <w:t xml:space="preserve">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وَلَمَّا جَاءَ مُوسَىٰ لِمِيقَاتِنَا وَكَلَّمَهُ رَبُّهُ قَالَ رَبِّ أَرِنِي أَنظُرْ إِلَيْكَ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قَالَ لَن تَرَانِي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 xml:space="preserve"> ، وأنت عربي تعرف ما معنى لن ، ولهذا لم يقل الله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لموسى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>لا تراني ، لاستحالة الرؤية في الدنيا والآخرة لأنه جاء بلفظة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« لن ».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اعترضت على صديقي بهذا السؤال القويّ : إذا كانت الرؤية </w:t>
      </w:r>
      <w:r w:rsidR="00EA3C94">
        <w:rPr>
          <w:rFonts w:hint="cs"/>
          <w:rtl/>
        </w:rPr>
        <w:t xml:space="preserve"> </w:t>
      </w:r>
      <w:r>
        <w:rPr>
          <w:rtl/>
        </w:rPr>
        <w:t>مستحيلة فلماذا يطلب موسى</w:t>
      </w:r>
      <w:r w:rsidRPr="00B0205B">
        <w:rPr>
          <w:rStyle w:val="libAlaemChar"/>
          <w:rtl/>
        </w:rPr>
        <w:t>عليه‌السلام</w:t>
      </w:r>
      <w:r>
        <w:rPr>
          <w:rtl/>
        </w:rPr>
        <w:t xml:space="preserve">ذلك مع أنّ الأنبياء كما تقولون </w:t>
      </w:r>
      <w:r w:rsidR="00EA3C94">
        <w:rPr>
          <w:rFonts w:hint="cs"/>
          <w:rtl/>
        </w:rPr>
        <w:t xml:space="preserve"> </w:t>
      </w:r>
      <w:r>
        <w:rPr>
          <w:rtl/>
        </w:rPr>
        <w:t>معصومون عالمون؟!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>قال صديقي : سؤال وجيه! موسى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لم يطلب الرؤية لنفسه ،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ولكن عندما أخذ أولئك النفر من بني إسرائيل إلى الطور وسمعوا كلام الله ،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قالوا لموسى : لن نؤمن أنّ هذا كلام الله حتّى نراه. لهذا أخذتهم الصاعقة.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وبعد ذلك قالوا لموسى : أطلب من ربّك أن تراه لأنك وجيهٌ عنده ، فإذا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رأيته أنت خاصّة تصفه لنا بعد ذلك فنؤمن لك. فقام موسى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أمام قومه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بهذا الدعاء ليُثبت لهمـوهو عالمـبأنه يستحيل رؤية الله ، وهو مماشاة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من موسى لقومه الجاهلين ولهذا جاء الجواب من الله تعالى لموسى :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لَن تَرَانِي</w:t>
      </w:r>
      <w:r w:rsidRPr="00B0205B">
        <w:rPr>
          <w:rStyle w:val="libAlaemChar"/>
          <w:rtl/>
        </w:rPr>
        <w:t>)</w:t>
      </w:r>
      <w:r>
        <w:rPr>
          <w:rtl/>
        </w:rPr>
        <w:t>.</w:t>
      </w:r>
    </w:p>
    <w:p w:rsidR="008C4947" w:rsidRPr="00CD7D60" w:rsidRDefault="008C4947" w:rsidP="00F122A7">
      <w:pPr>
        <w:pStyle w:val="libLine"/>
        <w:rPr>
          <w:rtl/>
        </w:rPr>
      </w:pPr>
      <w:r w:rsidRPr="00CD7D60">
        <w:rPr>
          <w:rtl/>
        </w:rPr>
        <w:t>__</w:t>
      </w:r>
      <w:r w:rsidRPr="00CD7D60">
        <w:rPr>
          <w:rFonts w:hint="cs"/>
          <w:rtl/>
        </w:rPr>
        <w:t>___</w:t>
      </w:r>
      <w:r w:rsidRPr="00CD7D60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النساء : 153.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سورة الأعراف : 143.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 w:rsidRPr="00B0205B">
        <w:rPr>
          <w:rStyle w:val="libBold2Char"/>
          <w:rtl/>
        </w:rPr>
        <w:lastRenderedPageBreak/>
        <w:t>وفي آية أخرى وصف الله قوم موسى الذين طلبوا الرؤية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« بالسفهاء » أنظر إلى قوله تعالى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وَاخْتَارَ مُوسَىٰ قَوْمَهُ سَبْعِينَ رَجُلًا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 xml:space="preserve">لِّمِيقَاتِنَا فَلَمَّا أَخَذَتْهُمُ الرَّجْفَةُ قَالَ رَبِّ لَوْ شِئْتَ أَهْلَكْتَهُم مِّن قَبْلُ وَإِيَّايَ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أَتُهْلِكُنَا بِمَا فَعَلَ السُّفَهَاءُ مِنَّا</w:t>
      </w:r>
      <w:r w:rsidRPr="00B0205B">
        <w:rPr>
          <w:rStyle w:val="libAieChar"/>
          <w:rtl/>
        </w:rPr>
        <w:t>...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>فموسى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يقول عن هؤلاء بأنهم سفهاء وإلاّ ما كانوا ليجترؤا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بمثل قولهم ذاك.</w:t>
      </w:r>
    </w:p>
    <w:p w:rsidR="008C4947" w:rsidRPr="00844CDA" w:rsidRDefault="008C4947" w:rsidP="00B0205B">
      <w:pPr>
        <w:pStyle w:val="libBold2"/>
        <w:rPr>
          <w:rtl/>
        </w:rPr>
      </w:pPr>
      <w:r w:rsidRPr="00844CDA">
        <w:rPr>
          <w:rtl/>
        </w:rPr>
        <w:t>وواصل صديقي : وحتّى تطمئن نفسك أزيد أدلة أخرى من القرآن.</w:t>
      </w:r>
    </w:p>
    <w:p w:rsidR="008C4947" w:rsidRDefault="008C4947" w:rsidP="00B0205B">
      <w:pPr>
        <w:pStyle w:val="libBold2"/>
        <w:rPr>
          <w:rtl/>
        </w:rPr>
      </w:pPr>
      <w:r w:rsidRPr="00844CDA">
        <w:rPr>
          <w:rtl/>
        </w:rPr>
        <w:t xml:space="preserve">يقول الله تعالى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مَا كَذَبَ الْفُؤَادُ مَا رَأَىٰ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 xml:space="preserve"> ، فماذا رأى فؤاد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؟! الجواب تقرأه في نفس السورة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لَقَدْ رَأَىٰ مِنْ آيَاتِ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رَبِّهِ الْكُبْرَىٰ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(3)</w:t>
      </w:r>
      <w:r w:rsidRPr="00B0205B">
        <w:rPr>
          <w:rStyle w:val="libBold2Char"/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ويقول تعالى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لَيْسَ كَمِثْلِهِ شَيْءٌ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(4)</w:t>
      </w:r>
      <w:r w:rsidRPr="00B0205B">
        <w:rPr>
          <w:rStyle w:val="libBold2Char"/>
          <w:rtl/>
        </w:rPr>
        <w:t xml:space="preserve"> ، ويقول تعالى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وَلَمْ يَكُن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لَّهُ كُفُوًا أَحَدٌ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(5)</w:t>
      </w:r>
      <w:r w:rsidRPr="00B0205B">
        <w:rPr>
          <w:rStyle w:val="libBold2Char"/>
          <w:rtl/>
        </w:rPr>
        <w:t>؟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مستدركاً : لكن ما معنى إذن قوله تعالى</w:t>
      </w:r>
      <w:r w:rsidRPr="006E7803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وُجُوهٌ يَوْمَئِذٍ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 xml:space="preserve">نَّاضِرَةٌ </w:t>
      </w:r>
      <w:r w:rsidRPr="00B0205B">
        <w:rPr>
          <w:rStyle w:val="libAieChar"/>
        </w:rPr>
        <w:t>*</w:t>
      </w:r>
      <w:r w:rsidRPr="00B0205B">
        <w:rPr>
          <w:rStyle w:val="libAieChar"/>
          <w:rFonts w:hint="cs"/>
          <w:rtl/>
        </w:rPr>
        <w:t xml:space="preserve"> إِلَىٰ رَبِّهَا نَاظِرَةٌ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(6)</w:t>
      </w:r>
      <w:r w:rsidRPr="00B0205B">
        <w:rPr>
          <w:rStyle w:val="libBold2Char"/>
          <w:rtl/>
        </w:rPr>
        <w:t>؟</w:t>
      </w:r>
    </w:p>
    <w:p w:rsidR="008C4947" w:rsidRPr="00296D77" w:rsidRDefault="008C4947" w:rsidP="00F122A7">
      <w:pPr>
        <w:pStyle w:val="libLine"/>
        <w:rPr>
          <w:rtl/>
        </w:rPr>
      </w:pPr>
      <w:r w:rsidRPr="00B0205B">
        <w:rPr>
          <w:rStyle w:val="libBold2Char"/>
          <w:rtl/>
        </w:rPr>
        <w:t>قال صديقي : لو أكملت القراءة لأخذت جواب سؤالك ، فالله يقول</w:t>
      </w:r>
      <w:r w:rsidR="00EA3C94">
        <w:rPr>
          <w:rFonts w:hint="cs"/>
          <w:rtl/>
        </w:rPr>
        <w:t xml:space="preserve"> </w:t>
      </w: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الأعراف : 155.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سورة النّجم : 11.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سورة النّجم : 18.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سورة الشورى : 11.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5</w:t>
      </w:r>
      <w:r>
        <w:rPr>
          <w:rFonts w:hint="cs"/>
          <w:rtl/>
        </w:rPr>
        <w:t>)</w:t>
      </w:r>
      <w:r>
        <w:rPr>
          <w:rtl/>
        </w:rPr>
        <w:t xml:space="preserve"> سورة الإخلاص : 4.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6</w:t>
      </w:r>
      <w:r>
        <w:rPr>
          <w:rFonts w:hint="cs"/>
          <w:rtl/>
        </w:rPr>
        <w:t>)</w:t>
      </w:r>
      <w:r>
        <w:rPr>
          <w:rtl/>
        </w:rPr>
        <w:t xml:space="preserve"> سورة القيامة : 22 ـ 23.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بعدها</w:t>
      </w:r>
      <w:r w:rsidRPr="006E7803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وَوُجُوهٌ يَوْمَئِذٍ بَاسِرَةٌ </w:t>
      </w:r>
      <w:r w:rsidRPr="00B0205B">
        <w:rPr>
          <w:rStyle w:val="libAieChar"/>
        </w:rPr>
        <w:t>*</w:t>
      </w:r>
      <w:r w:rsidRPr="00B0205B">
        <w:rPr>
          <w:rStyle w:val="libAieChar"/>
          <w:rFonts w:hint="cs"/>
          <w:rtl/>
        </w:rPr>
        <w:t xml:space="preserve"> تَظُنُّ أَن يُفْعَلَ بِهَا فَاقِرَةٌ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 ، فالآية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الأولى تحكي عمّا عليه الفائزون من نضارة الوجه وجماله ، والثانية ما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عليه الهالكون من بسارة وجه وخوف ، وأصحاب الوجوه الناضرة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ينتظرون رحمة الله في حين أصحاب الوجوه الباسرة يظنون ( بمعنى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اليقين ) أنهم مأخوذون لا محالة ولا ينتظرون أن تلحقهم رحمة من الله.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ثمّ أليس الله تعالى يقول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وَسِعَ كُرْسِيُّهُ السَّمَاوَاتِ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وَالْأَرْضَ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 xml:space="preserve"> ، ويقول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وَهُوَ الَّذِي فِي السَّمَاءِ إِلَٰهٌ وَفِي الْأَرْضِ إِلَٰهٌ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(3)</w:t>
      </w:r>
      <w:r w:rsidRPr="00B0205B">
        <w:rPr>
          <w:rStyle w:val="libBold2Char"/>
          <w:rtl/>
        </w:rPr>
        <w:t xml:space="preserve"> ،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ويقول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وَهُوَ مَعَكُمْ أَيْنَ مَا كُنتُمْ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(4)</w:t>
      </w:r>
      <w:r w:rsidRPr="00B0205B">
        <w:rPr>
          <w:rStyle w:val="libBold2Char"/>
          <w:rtl/>
        </w:rPr>
        <w:t xml:space="preserve"> ، فهذا يكذّب قول القائلين بأنّ الله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تعالى فوق سماواته على عرشه جالس.</w:t>
      </w:r>
    </w:p>
    <w:p w:rsidR="008C4947" w:rsidRPr="00844CDA" w:rsidRDefault="008C4947" w:rsidP="00B0205B">
      <w:pPr>
        <w:pStyle w:val="libBold2"/>
        <w:rPr>
          <w:rtl/>
        </w:rPr>
      </w:pPr>
      <w:r w:rsidRPr="00844CDA">
        <w:rPr>
          <w:rtl/>
        </w:rPr>
        <w:t xml:space="preserve">ثمّ أسألك فأقول لك : على فرض أنّ الله سَيُرى في الآخرة ، فكيف </w:t>
      </w:r>
      <w:r w:rsidR="00EA3C94">
        <w:rPr>
          <w:rFonts w:hint="cs"/>
          <w:rtl/>
        </w:rPr>
        <w:t xml:space="preserve"> </w:t>
      </w:r>
      <w:r w:rsidRPr="00844CDA">
        <w:rPr>
          <w:rtl/>
        </w:rPr>
        <w:t xml:space="preserve">تراه؟! من فوق؟ فقد خلى منه التحت ، أم من الأمام؟ فقد خلى منه </w:t>
      </w:r>
      <w:r w:rsidR="00EA3C94">
        <w:rPr>
          <w:rFonts w:hint="cs"/>
          <w:rtl/>
        </w:rPr>
        <w:t xml:space="preserve"> </w:t>
      </w:r>
      <w:r w:rsidRPr="00844CDA">
        <w:rPr>
          <w:rtl/>
        </w:rPr>
        <w:t>الخلف ، أم عن اليمين؟ فقد خلى منه الشمال وهكذا.</w:t>
      </w:r>
    </w:p>
    <w:p w:rsidR="00D177E8" w:rsidRDefault="008C4947" w:rsidP="00D177E8">
      <w:pPr>
        <w:pStyle w:val="libBold2"/>
        <w:rPr>
          <w:rtl/>
        </w:rPr>
      </w:pPr>
      <w:r w:rsidRPr="00844CDA">
        <w:rPr>
          <w:rtl/>
        </w:rPr>
        <w:t xml:space="preserve">ثم اعلم أنّ كل جسم له أبعاد ثلاثة : طول وعمق وعرض ، وإذا كان </w:t>
      </w:r>
      <w:r w:rsidR="00EA3C94">
        <w:rPr>
          <w:rFonts w:hint="cs"/>
          <w:rtl/>
        </w:rPr>
        <w:t xml:space="preserve"> </w:t>
      </w:r>
      <w:r w:rsidRPr="00844CDA">
        <w:rPr>
          <w:rtl/>
        </w:rPr>
        <w:t>الله كذلك لزم أن يكون مركّبا وهذا كفر.</w:t>
      </w:r>
    </w:p>
    <w:p w:rsidR="00D177E8" w:rsidRDefault="008C4947" w:rsidP="00D177E8">
      <w:pPr>
        <w:pStyle w:val="libBold2"/>
        <w:rPr>
          <w:rtl/>
        </w:rPr>
      </w:pPr>
      <w:r w:rsidRPr="00844CDA">
        <w:rPr>
          <w:rtl/>
        </w:rPr>
        <w:t>وواصل صديقي قائلا</w:t>
      </w:r>
      <w:r>
        <w:rPr>
          <w:rFonts w:hint="cs"/>
          <w:rtl/>
        </w:rPr>
        <w:t>ً</w:t>
      </w:r>
      <w:r w:rsidRPr="00844CDA">
        <w:rPr>
          <w:rtl/>
        </w:rPr>
        <w:t xml:space="preserve"> : والله ، لا أدري على ماذا أحسد الوهّابيّة </w:t>
      </w:r>
      <w:r w:rsidR="00EA3C94">
        <w:rPr>
          <w:rFonts w:hint="cs"/>
          <w:rtl/>
        </w:rPr>
        <w:t xml:space="preserve"> </w:t>
      </w:r>
      <w:r w:rsidRPr="00844CDA">
        <w:rPr>
          <w:rtl/>
        </w:rPr>
        <w:t xml:space="preserve">ومن يقول بمثل قولهم ، على علمهم بالجغرافيا ، أم علمهم بالفيزياء ، أم </w:t>
      </w:r>
      <w:r w:rsidR="00EA3C94">
        <w:rPr>
          <w:rFonts w:hint="cs"/>
          <w:rtl/>
        </w:rPr>
        <w:t xml:space="preserve"> </w:t>
      </w:r>
      <w:r w:rsidRPr="00844CDA">
        <w:rPr>
          <w:rtl/>
        </w:rPr>
        <w:t>علمهم بكتاب الله الذي ينطق بلسان عربي مبين! إنّهم يرمون كلّ ذلك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D177E8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القيامة : 24 ـ 25.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آية الكرسي ـ سورة البقرة ـ : 255.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) </w:t>
      </w:r>
      <w:r>
        <w:rPr>
          <w:rtl/>
        </w:rPr>
        <w:t>سورة الزخرف : 84.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سورة الحديد : 4.</w:t>
      </w:r>
    </w:p>
    <w:p w:rsidR="008C4947" w:rsidRPr="005B1085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5B1085">
        <w:rPr>
          <w:rtl/>
        </w:rPr>
        <w:lastRenderedPageBreak/>
        <w:t xml:space="preserve">بزخارف ، ولا أقول أحاديث عن أبي هريرة وعن كعب الأحبار وعن فلان </w:t>
      </w:r>
      <w:r w:rsidR="00EA3C94">
        <w:rPr>
          <w:rFonts w:hint="cs"/>
          <w:rtl/>
        </w:rPr>
        <w:t xml:space="preserve"> </w:t>
      </w:r>
      <w:r w:rsidRPr="005B1085">
        <w:rPr>
          <w:rtl/>
        </w:rPr>
        <w:t>وفلان. يعارضون ويكذبون كتاب الله جهارا نهارا من حيث لا يدرون.</w:t>
      </w:r>
    </w:p>
    <w:p w:rsidR="008C4947" w:rsidRPr="005B1085" w:rsidRDefault="008C4947" w:rsidP="00B0205B">
      <w:pPr>
        <w:pStyle w:val="libBold2"/>
        <w:rPr>
          <w:rtl/>
        </w:rPr>
      </w:pPr>
      <w:r w:rsidRPr="005B1085">
        <w:rPr>
          <w:rtl/>
        </w:rPr>
        <w:t>نقول لهم : أَرْجِعُوا متشابه الآيات إلى محكماتها.</w:t>
      </w:r>
    </w:p>
    <w:p w:rsidR="008C4947" w:rsidRPr="005B1085" w:rsidRDefault="008C4947" w:rsidP="00B0205B">
      <w:pPr>
        <w:pStyle w:val="libBold2"/>
        <w:rPr>
          <w:rtl/>
        </w:rPr>
      </w:pPr>
      <w:r w:rsidRPr="005B1085">
        <w:rPr>
          <w:rtl/>
        </w:rPr>
        <w:t>فيقولون : لا نحكم إلاّ بالظاهر فقط.</w:t>
      </w:r>
    </w:p>
    <w:p w:rsidR="008C4947" w:rsidRPr="005B1085" w:rsidRDefault="008C4947" w:rsidP="00B0205B">
      <w:pPr>
        <w:pStyle w:val="libBold2"/>
        <w:rPr>
          <w:rtl/>
        </w:rPr>
      </w:pPr>
      <w:r w:rsidRPr="005B1085">
        <w:rPr>
          <w:rtl/>
        </w:rPr>
        <w:t>نقول لهم : خذوا بظواهر الآيات المحكمة.</w:t>
      </w:r>
    </w:p>
    <w:p w:rsidR="008C4947" w:rsidRPr="005B1085" w:rsidRDefault="008C4947" w:rsidP="00B0205B">
      <w:pPr>
        <w:pStyle w:val="libBold2"/>
        <w:rPr>
          <w:rtl/>
        </w:rPr>
      </w:pPr>
      <w:r w:rsidRPr="005B1085">
        <w:rPr>
          <w:rtl/>
        </w:rPr>
        <w:t>يقولون : لا ، لا يعلم تأويله إلاّ الله.</w:t>
      </w:r>
    </w:p>
    <w:p w:rsidR="008C4947" w:rsidRPr="005B1085" w:rsidRDefault="008C4947" w:rsidP="00B0205B">
      <w:pPr>
        <w:pStyle w:val="libBold2"/>
        <w:rPr>
          <w:rtl/>
        </w:rPr>
      </w:pPr>
      <w:r w:rsidRPr="005B1085">
        <w:rPr>
          <w:rtl/>
        </w:rPr>
        <w:t xml:space="preserve">وهذا في الواقع بحث آخر أرى لزاماً عليّ أن أطرحه معك الآن </w:t>
      </w:r>
      <w:r w:rsidR="00EA3C94">
        <w:rPr>
          <w:rFonts w:hint="cs"/>
          <w:rtl/>
        </w:rPr>
        <w:t xml:space="preserve"> </w:t>
      </w:r>
      <w:r w:rsidRPr="005B1085">
        <w:rPr>
          <w:rtl/>
        </w:rPr>
        <w:t>حتّى يتكامل البحث.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لصديقي وقد هزتني أدلته العقلية والنقلية : نعم ، تفضّل أفدني.</w:t>
      </w:r>
    </w:p>
    <w:p w:rsidR="0085441C" w:rsidRDefault="008C4947" w:rsidP="0085441C">
      <w:pPr>
        <w:pStyle w:val="libNormal"/>
        <w:rPr>
          <w:rStyle w:val="libBold2Char"/>
          <w:rtl/>
        </w:rPr>
      </w:pPr>
      <w:r w:rsidRPr="00B0205B">
        <w:rPr>
          <w:rStyle w:val="libBold2Char"/>
          <w:rtl/>
        </w:rPr>
        <w:t xml:space="preserve">قال صديقي مبتدءاً هذا البحث الفرعي : إنّ القرآن لا يمكن أن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يفهمه كوحدة مترابطة إلاّ أهل البيت ، لهذا قال فيهم جدّهم رسول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 :« إنّهما لن يفترقا حتّى يردا عَلَيّ الحوض » أي هم والقرآن. وكلّ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من« تجرّأ » على كتاب الله المعجز سقط في أخطر التأويلات وضلّ وأضلّ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حتّى ضاهى قول اليهود والنصارى ، وسأقرأ لك بعضا ممّا ورد في التوراة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والإنجيل حتّى تتيقن من ذلك.</w:t>
      </w:r>
    </w:p>
    <w:p w:rsidR="0085441C" w:rsidRDefault="008C4947" w:rsidP="0085441C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فالقرآن يقول مثلا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بَلْ يَدَاهُ مَبْسُوطَتَانِ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 ، ويقول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يَدُ اللهِ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فَوْقَ أَيْدِيهِمْ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 xml:space="preserve"> ، ويقول أيضا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وَالسَّمَاءَ بَنَيْنَاهَا بِأَيْدٍ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3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 xml:space="preserve"> ، وكما ترى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لو أخذنا بظاهر هذه الآيات لكان الله متناقضا في كلامه! فمرّة يقول إنّ له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Pr="00731772" w:rsidRDefault="008C4947" w:rsidP="00F122A7">
      <w:pPr>
        <w:pStyle w:val="libFootnote0"/>
        <w:rPr>
          <w:rtl/>
        </w:rPr>
      </w:pPr>
      <w:r w:rsidRPr="00731772">
        <w:rPr>
          <w:rtl/>
        </w:rPr>
        <w:t>1</w:t>
      </w:r>
      <w:r>
        <w:rPr>
          <w:rFonts w:hint="cs"/>
          <w:rtl/>
        </w:rPr>
        <w:t>)</w:t>
      </w:r>
      <w:r w:rsidRPr="00731772">
        <w:rPr>
          <w:rtl/>
        </w:rPr>
        <w:t xml:space="preserve"> سورة المائدة : 64</w:t>
      </w:r>
      <w:r>
        <w:rPr>
          <w:rtl/>
        </w:rPr>
        <w:t>.</w:t>
      </w:r>
    </w:p>
    <w:p w:rsidR="008C4947" w:rsidRDefault="008C4947" w:rsidP="00F122A7">
      <w:pPr>
        <w:pStyle w:val="libFootnote0"/>
        <w:rPr>
          <w:rtl/>
        </w:rPr>
      </w:pPr>
      <w:r w:rsidRPr="00731772">
        <w:rPr>
          <w:rtl/>
        </w:rPr>
        <w:t>2</w:t>
      </w:r>
      <w:r>
        <w:rPr>
          <w:rFonts w:hint="cs"/>
          <w:rtl/>
        </w:rPr>
        <w:t>)</w:t>
      </w:r>
      <w:r w:rsidRPr="00731772">
        <w:rPr>
          <w:rtl/>
        </w:rPr>
        <w:t xml:space="preserve"> سورة الفتح : 10</w:t>
      </w:r>
      <w:r>
        <w:rPr>
          <w:rtl/>
        </w:rPr>
        <w:t>.</w:t>
      </w:r>
    </w:p>
    <w:p w:rsidR="008C4947" w:rsidRPr="00731772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3) سورة الذاريات : 47.</w:t>
      </w:r>
    </w:p>
    <w:p w:rsidR="008C4947" w:rsidRPr="005B1085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5B1085">
        <w:rPr>
          <w:rtl/>
        </w:rPr>
        <w:lastRenderedPageBreak/>
        <w:t>يداً ، ومرّة يدان وأخرى ايد بالجمع.</w:t>
      </w:r>
    </w:p>
    <w:p w:rsidR="008C4947" w:rsidRDefault="008C4947" w:rsidP="00B0205B">
      <w:pPr>
        <w:pStyle w:val="libBold2"/>
        <w:rPr>
          <w:rtl/>
        </w:rPr>
      </w:pPr>
      <w:r w:rsidRPr="005B1085">
        <w:rPr>
          <w:rtl/>
        </w:rPr>
        <w:t xml:space="preserve">والقرآن يقول أيضا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كُلُّ شَيْءٍ هَالِكٌ إِلَّا وَجْهَهُ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1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 xml:space="preserve"> ، يعني لن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يبقى من الله غير الوجه. هل هذا معقول؟! ثم لماذا يسري الهلاك إلى الله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تعالى. هل إنّ هناك قوة أعلى منه تُهلك كل شيء حتّى أبعاض الله وليس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لله أبعاض طبعا؟!.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والله يقول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وَأَنزَلْنَا الْحَدِيدَ فِيهِ بَأْسٌ شَدِيدٌ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2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 xml:space="preserve"> ، في حين نعلم أنّ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الحديد موجود في باطن الأرض ، فما معنى قوله تعالى أنزلنا؟!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ويقول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وَاعْتَصِمُوا بِحَبْلِ اللهِ جَمِيعًا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3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 xml:space="preserve"> ، فهل معناه حبل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مادّي؟!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ويقول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إِنَّ الَّذِينَ يُؤْذُونَ اللهَ وَرَسُولَهُ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4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 xml:space="preserve"> ، فهل يتأذى الله؟!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سبحانه من عزيز ما أمنعه.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ويقول في آيات أخر مثلا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وَيَمْكُرُونَ وَيَمْكُرُ اللهُ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5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 xml:space="preserve"> ، و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سَخِرَ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اللهُ مِنْهُمْ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6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 xml:space="preserve"> ، فهل يمكر الله ويسخر؟! قطعا لا لكنّه يريد أن يقول أنّه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يجازي كلّ ذي فعل بفعله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وَمَا ظَلَمْنَاهُمْ وَلَٰكِن كَانُوا أَنفُسَهُمْ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يَظْلِمُونَ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7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>.</w:t>
      </w:r>
    </w:p>
    <w:p w:rsidR="008C4947" w:rsidRPr="005B1085" w:rsidRDefault="008C4947" w:rsidP="00F122A7">
      <w:pPr>
        <w:pStyle w:val="libLine"/>
        <w:rPr>
          <w:rtl/>
        </w:rPr>
      </w:pPr>
      <w:r w:rsidRPr="005B1085">
        <w:rPr>
          <w:rtl/>
        </w:rPr>
        <w:t>__</w:t>
      </w:r>
      <w:r w:rsidRPr="005B1085">
        <w:rPr>
          <w:rFonts w:hint="cs"/>
          <w:rtl/>
        </w:rPr>
        <w:t>___</w:t>
      </w:r>
      <w:r w:rsidRPr="005B1085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1)</w:t>
      </w:r>
      <w:r>
        <w:rPr>
          <w:rtl/>
        </w:rPr>
        <w:t xml:space="preserve"> سورة القصص : 88.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2)</w:t>
      </w:r>
      <w:r>
        <w:rPr>
          <w:rtl/>
        </w:rPr>
        <w:t xml:space="preserve"> سورة الحديد : 25.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3)</w:t>
      </w:r>
      <w:r>
        <w:rPr>
          <w:rtl/>
        </w:rPr>
        <w:t xml:space="preserve"> سورة آل عمران : 103.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4)</w:t>
      </w:r>
      <w:r>
        <w:rPr>
          <w:rtl/>
        </w:rPr>
        <w:t xml:space="preserve"> سورة الأحزاب : 57.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5)</w:t>
      </w:r>
      <w:r>
        <w:rPr>
          <w:rtl/>
        </w:rPr>
        <w:t xml:space="preserve"> سورة الأنفال : 30.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6)</w:t>
      </w:r>
      <w:r>
        <w:rPr>
          <w:rtl/>
        </w:rPr>
        <w:t xml:space="preserve"> سورة التوبة : 79.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7) سورة النحل : 118.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 w:rsidRPr="00B0205B">
        <w:rPr>
          <w:rStyle w:val="libBold2Char"/>
          <w:rtl/>
        </w:rPr>
        <w:lastRenderedPageBreak/>
        <w:t xml:space="preserve">ونظير هذا في القرآن كثير ، بل يحتاج إلى كتاب مفرد ، وقد قام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علماؤنا الأعلامـورثة الأنبياءـبجهود عظيمة ومن قبله أئمتنا أئمة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أهل البيت</w:t>
      </w:r>
      <w:r w:rsidRPr="00B0205B">
        <w:rPr>
          <w:rStyle w:val="libAlaemChar"/>
          <w:rtl/>
        </w:rPr>
        <w:t>عليهم‌السلام</w:t>
      </w:r>
      <w:r w:rsidRPr="00B0205B">
        <w:rPr>
          <w:rStyle w:val="libBold2Char"/>
          <w:rtl/>
        </w:rPr>
        <w:t>بتوضيح الحقائق وردّ الناس إلى الصراط المستقيم.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نعم ، هذا إسلام محمّد وعليّ والحسن الشهيد والحسين الشهيد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وجعفر الصادق وبقية الأئمة. لا إسلام أبي هريرة ولا إسلام كعب الأحبار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ولا إسلام عبدالله بن عمر ولا إسلام معاوية والحجّاج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كان صديقي يتكلم بنبرة فيها حدّة حتّى سكت. عندها قلت له : </w:t>
      </w:r>
      <w:r w:rsidR="00EA3C94">
        <w:rPr>
          <w:rFonts w:hint="cs"/>
          <w:rtl/>
        </w:rPr>
        <w:t xml:space="preserve"> </w:t>
      </w:r>
      <w:r>
        <w:rPr>
          <w:rtl/>
        </w:rPr>
        <w:t>إني أسمع هذا الكلام لأوّل مرّة ، فلماذا لم يقل به أحد قبلك؟!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قال صديقي : هذه مصيبة أخرى. حتّى ترى مظلومية أهل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البيت</w:t>
      </w:r>
      <w:r w:rsidRPr="00B0205B">
        <w:rPr>
          <w:rStyle w:val="libAlaemChar"/>
          <w:rtl/>
        </w:rPr>
        <w:t>عليهم‌السلام</w:t>
      </w:r>
      <w:r w:rsidRPr="00B0205B">
        <w:rPr>
          <w:rStyle w:val="libBold2Char"/>
          <w:rtl/>
        </w:rPr>
        <w:t xml:space="preserve">وشيعتهم ، وما لاقوه من حصار إعلامي شديد منعهم من نشر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الحقائق كما هي ، اللهمّ إلاّ لخواصهم وصفوة الصفوة.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>فكما أُبعد الأئمة الأطهار</w:t>
      </w:r>
      <w:r w:rsidRPr="00B0205B">
        <w:rPr>
          <w:rStyle w:val="libAlaemChar"/>
          <w:rtl/>
        </w:rPr>
        <w:t>عليهم‌السلام</w:t>
      </w:r>
      <w:r w:rsidRPr="00B0205B">
        <w:rPr>
          <w:rStyle w:val="libBold2Char"/>
          <w:rtl/>
        </w:rPr>
        <w:t xml:space="preserve">عن الحكم والقيادة ، أبعدوا كذلك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عن المرجعية الفكرية والدينية ، حتّى صار الدّين سوقا يلجه كلّ من هبّ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ودبّ.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لصديقي مذكّراً : كنت قد وعدتني أن تعطيني أمثلة من التوراة </w:t>
      </w:r>
      <w:r w:rsidR="00EA3C94">
        <w:rPr>
          <w:rFonts w:hint="cs"/>
          <w:rtl/>
        </w:rPr>
        <w:t xml:space="preserve"> </w:t>
      </w:r>
      <w:r>
        <w:rPr>
          <w:rtl/>
        </w:rPr>
        <w:t>والإنجيل حول أنّ الله تعالى في السماء فهلاّ فعلت؟!</w:t>
      </w:r>
    </w:p>
    <w:p w:rsidR="00297332" w:rsidRDefault="008C4947" w:rsidP="00F122A7">
      <w:pPr>
        <w:pStyle w:val="libLine"/>
        <w:rPr>
          <w:rtl/>
        </w:rPr>
      </w:pPr>
      <w:r w:rsidRPr="00B0205B">
        <w:rPr>
          <w:rStyle w:val="libBold2Char"/>
          <w:rtl/>
        </w:rPr>
        <w:t xml:space="preserve">قال : أحسنت لقد ذكرتني ، ثم نهض إلى غرفة أخرى حيث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مكتبة العائلة وما أسرع ما جاء وفي يده كتاب عريض ذو حجم رقعي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مكتوب عليه « الكتاب المقدس » وكان فيه العهدين : « العهد القديم ،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1)</w:t>
      </w:r>
      <w:r>
        <w:rPr>
          <w:rtl/>
        </w:rPr>
        <w:t xml:space="preserve"> الحجّاج الذي قال عنه رسول الله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:«إنّ في ثقيف مبيراً وكذّاباً» ، أنظر : مسند أحمد </w:t>
      </w:r>
      <w:r w:rsidR="00EA3C94">
        <w:rPr>
          <w:rFonts w:hint="cs"/>
          <w:rtl/>
        </w:rPr>
        <w:t xml:space="preserve"> </w:t>
      </w:r>
      <w:r>
        <w:rPr>
          <w:rtl/>
        </w:rPr>
        <w:t>7 / 14 ، ح 4790 ، الجامع الكبير للترمذي 6 / 217 ح 3944.</w:t>
      </w:r>
    </w:p>
    <w:p w:rsidR="008C4947" w:rsidRPr="00414328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414328">
        <w:rPr>
          <w:rtl/>
        </w:rPr>
        <w:lastRenderedPageBreak/>
        <w:t>والعهد الجديد ».</w:t>
      </w:r>
    </w:p>
    <w:p w:rsidR="008C4947" w:rsidRPr="00414328" w:rsidRDefault="008C4947" w:rsidP="00B0205B">
      <w:pPr>
        <w:pStyle w:val="libBold2"/>
        <w:rPr>
          <w:rtl/>
        </w:rPr>
      </w:pPr>
      <w:r w:rsidRPr="00414328">
        <w:rPr>
          <w:rtl/>
        </w:rPr>
        <w:t xml:space="preserve">جلس صديقي وقال مخاطباً إيّاي : إنّ أهل السنّة يرموننا بكل سوء ، </w:t>
      </w:r>
      <w:r w:rsidR="00EA3C94">
        <w:rPr>
          <w:rFonts w:hint="cs"/>
          <w:rtl/>
        </w:rPr>
        <w:t xml:space="preserve"> </w:t>
      </w:r>
      <w:r w:rsidRPr="00414328">
        <w:rPr>
          <w:rtl/>
        </w:rPr>
        <w:t xml:space="preserve">كقولهم أنّنا أخذنا عقائدنا من اليهود والنصارى والمجوس وو.. وأنا سأقرأ </w:t>
      </w:r>
      <w:r w:rsidR="00EA3C94">
        <w:rPr>
          <w:rFonts w:hint="cs"/>
          <w:rtl/>
        </w:rPr>
        <w:t xml:space="preserve"> </w:t>
      </w:r>
      <w:r w:rsidRPr="00414328">
        <w:rPr>
          <w:rtl/>
        </w:rPr>
        <w:t xml:space="preserve">لك عقيدة اليهود والنصارى حول الله لترى من منّا أخذ عقائده من اليهود </w:t>
      </w:r>
      <w:r w:rsidR="00EA3C94">
        <w:rPr>
          <w:rFonts w:hint="cs"/>
          <w:rtl/>
        </w:rPr>
        <w:t xml:space="preserve"> </w:t>
      </w:r>
      <w:r w:rsidRPr="00414328">
        <w:rPr>
          <w:rtl/>
        </w:rPr>
        <w:t xml:space="preserve">والنصارى. وعلى رأي المثل :« رمتني بداءها وانسلّت ». قالها صديقي ثم </w:t>
      </w:r>
      <w:r w:rsidR="00EA3C94">
        <w:rPr>
          <w:rFonts w:hint="cs"/>
          <w:rtl/>
        </w:rPr>
        <w:t xml:space="preserve"> </w:t>
      </w:r>
      <w:r w:rsidRPr="00414328">
        <w:rPr>
          <w:rtl/>
        </w:rPr>
        <w:t>بدأ يتصفح الكتاب.</w:t>
      </w:r>
    </w:p>
    <w:p w:rsidR="008C4947" w:rsidRDefault="008C4947" w:rsidP="00B0205B">
      <w:pPr>
        <w:pStyle w:val="libBold2"/>
        <w:rPr>
          <w:rtl/>
        </w:rPr>
      </w:pPr>
      <w:r w:rsidRPr="00414328">
        <w:rPr>
          <w:rtl/>
        </w:rPr>
        <w:t xml:space="preserve">إسمع هذه مثلا :« فنزل الربّ لينظر المدينة والبرج اللذين كان بنو </w:t>
      </w:r>
      <w:r w:rsidR="00EA3C94">
        <w:rPr>
          <w:rFonts w:hint="cs"/>
          <w:rtl/>
        </w:rPr>
        <w:t xml:space="preserve"> </w:t>
      </w:r>
      <w:r w:rsidRPr="00414328">
        <w:rPr>
          <w:rtl/>
        </w:rPr>
        <w:t>آدم يبنونهما »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 ، فالله إذن يصعد وينزل!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وإليك هذا النص :« ثمّ صعد موسى وهارون وناداب وأبيهو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وسبعون من شيوخ إسرائيل ، ورأوا إله إسرائيل وتحت رجليه شبه صنعة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من العقيق الأزرق الشفاف ، وكذات السماء في النقاوة... »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 xml:space="preserve"> ، فالله يُرى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بالعين المجرّدة ويوصف ، وله رجلان</w:t>
      </w:r>
      <w:r w:rsidRPr="00F122A7">
        <w:rPr>
          <w:rStyle w:val="libFootnotenumChar"/>
          <w:rtl/>
        </w:rPr>
        <w:t>(3)</w:t>
      </w:r>
      <w:r w:rsidRPr="00B0205B">
        <w:rPr>
          <w:rStyle w:val="libBold2Char"/>
          <w:rtl/>
        </w:rPr>
        <w:t>وو..!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وتقرأ أيضا :« فلمّا تعمّد يسوع ، صعد من الماء في الحال ، وإذا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السماوات قد انفتحت له ورأى روح الله هابطا ونازلا عليه كأنه حمامة.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واذا صوت من السماوات يقول : هذا هو ابني الحبيب الذي به سررت كلّ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سرور » 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4</w:t>
      </w:r>
      <w:r w:rsidRPr="00F122A7">
        <w:rPr>
          <w:rStyle w:val="libFootnotenumChar"/>
          <w:rtl/>
        </w:rPr>
        <w:t>)</w:t>
      </w:r>
      <w:r w:rsidRPr="00B0205B">
        <w:rPr>
          <w:rStyle w:val="libBold2Char"/>
          <w:rtl/>
        </w:rPr>
        <w:t xml:space="preserve"> ، إذن الله في السماوات ، كما تقول تلك الجماعة!</w:t>
      </w:r>
    </w:p>
    <w:p w:rsidR="008C4947" w:rsidRPr="00296D77" w:rsidRDefault="008C4947" w:rsidP="00F122A7">
      <w:pPr>
        <w:pStyle w:val="libLine"/>
        <w:rPr>
          <w:rtl/>
        </w:rPr>
      </w:pPr>
      <w:r w:rsidRPr="00B0205B">
        <w:rPr>
          <w:rStyle w:val="libBold2Char"/>
          <w:rtl/>
        </w:rPr>
        <w:t>وأيضا تقرأ : « كلّ من يعترف بي أمام الناس أعترف أنا أيضا به أمام</w:t>
      </w:r>
      <w:r w:rsidR="00EA3C94">
        <w:rPr>
          <w:rFonts w:hint="cs"/>
          <w:rtl/>
        </w:rPr>
        <w:t xml:space="preserve"> </w:t>
      </w: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سفر التكوين : 11 / 5.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سفر الخروج : 24 / 9 ـ 11.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أنظر أين موضع رجلي الله كما جاء في مستدرك الصحيحين للحاكم في تفسير آية </w:t>
      </w:r>
      <w:r w:rsidR="00EA3C94">
        <w:rPr>
          <w:rFonts w:hint="cs"/>
          <w:rtl/>
        </w:rPr>
        <w:t xml:space="preserve"> </w:t>
      </w:r>
      <w:r>
        <w:rPr>
          <w:rtl/>
        </w:rPr>
        <w:t>الكرسي.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4)</w:t>
      </w:r>
      <w:r>
        <w:rPr>
          <w:rtl/>
        </w:rPr>
        <w:t xml:space="preserve"> إنجيل متّى : معموديّة يسوع : 4.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 w:rsidRPr="00B0205B">
        <w:rPr>
          <w:rStyle w:val="libBold2Char"/>
          <w:rtl/>
        </w:rPr>
        <w:lastRenderedPageBreak/>
        <w:t>أبي الذي في السماوات »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>.</w:t>
      </w:r>
    </w:p>
    <w:p w:rsidR="008C4947" w:rsidRPr="00014257" w:rsidRDefault="008C4947" w:rsidP="00B0205B">
      <w:pPr>
        <w:pStyle w:val="libBold2"/>
        <w:rPr>
          <w:rtl/>
        </w:rPr>
      </w:pPr>
      <w:r w:rsidRPr="00014257">
        <w:rPr>
          <w:rtl/>
        </w:rPr>
        <w:t>وغير هذا كثير.</w:t>
      </w:r>
    </w:p>
    <w:p w:rsidR="008C4947" w:rsidRDefault="008C4947" w:rsidP="00B0205B">
      <w:pPr>
        <w:pStyle w:val="libBold2"/>
        <w:rPr>
          <w:rtl/>
        </w:rPr>
      </w:pPr>
      <w:r w:rsidRPr="00014257">
        <w:rPr>
          <w:rtl/>
        </w:rPr>
        <w:t>والأعجب أنّ عائشة تسخر ممّن يدّعي أنّ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رأى ربّه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في ليلة المعراج ، وتردّ ذلك بشدّة</w:t>
      </w:r>
      <w:r w:rsidRPr="00F122A7">
        <w:rPr>
          <w:rStyle w:val="libFootnotenumChar"/>
          <w:rtl/>
        </w:rPr>
        <w:t>(3)</w:t>
      </w:r>
      <w:r w:rsidRPr="00B0205B">
        <w:rPr>
          <w:rStyle w:val="libBold2Char"/>
          <w:rtl/>
        </w:rPr>
        <w:t>! لكن لا حياة لمن تنادي.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>وأختم لك هذا الموضوع بكلمة لأمير البيان عليّ بن أبي طالب</w:t>
      </w:r>
      <w:r w:rsidRPr="00B0205B">
        <w:rPr>
          <w:rStyle w:val="libAlaemChar"/>
          <w:rtl/>
        </w:rPr>
        <w:t>عليه‌السلام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حيث يقول في مسألة رؤية الله تعالى وواصفا ملك الموت قبل ذلك.</w:t>
      </w:r>
    </w:p>
    <w:p w:rsidR="00297332" w:rsidRDefault="008C4947" w:rsidP="00297332">
      <w:pPr>
        <w:pStyle w:val="libNormal"/>
        <w:rPr>
          <w:rStyle w:val="libBold2Char"/>
          <w:rtl/>
        </w:rPr>
      </w:pPr>
      <w:r w:rsidRPr="00B0205B">
        <w:rPr>
          <w:rStyle w:val="libBold2Char"/>
          <w:rtl/>
        </w:rPr>
        <w:t>يقول أميرالمؤمنين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 :« هل تحسّ به إذا دخل منزلا؟ أم هل تراه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إذا توفّى أحدا؟ بل كيف يتوفّى الجنين في بطن أمّه! أيلج عليه من بعض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جوارحها أم الروح أجابته بإذن ربّها؟ أم هو ساكن معه في أحشائها؟ كيف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يصف إلهه من يعجز عن صفة مخلوق مثله! »</w:t>
      </w:r>
      <w:r w:rsidRPr="00F122A7">
        <w:rPr>
          <w:rStyle w:val="libFootnotenumChar"/>
          <w:rtl/>
        </w:rPr>
        <w:t>(4)</w:t>
      </w:r>
      <w:r w:rsidRPr="00B0205B">
        <w:rPr>
          <w:rStyle w:val="libBold2Char"/>
          <w:rtl/>
        </w:rPr>
        <w:t>.</w:t>
      </w:r>
    </w:p>
    <w:p w:rsidR="008C4947" w:rsidRPr="00296D77" w:rsidRDefault="008C4947" w:rsidP="00297332">
      <w:pPr>
        <w:pStyle w:val="libNormal"/>
        <w:rPr>
          <w:rtl/>
        </w:rPr>
      </w:pPr>
      <w:r>
        <w:rPr>
          <w:rtl/>
        </w:rPr>
        <w:t xml:space="preserve">شعرت أنّ النقاش قد أتى على نهايته ، ولم يبق في ذهني بعد هذا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الكلام من شبهة ، وخرجت من بيت صديقي وأنا استلذ كلّ كلمة قالها لي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وكلّ آية نطق بها وكأنّني كنت أسمعها لأوّل مرّة في حياتي ، وفهمت حينها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معنى قوله تعالى عن كتابه الكريم </w:t>
      </w:r>
      <w:r w:rsidRPr="006E7803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لَّا يَمَسُّهُ إِلَّا الْمُطَهَّرُونَ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4</w:t>
      </w:r>
      <w:r w:rsidRPr="00F122A7">
        <w:rPr>
          <w:rStyle w:val="libFootnotenumChar"/>
          <w:rtl/>
        </w:rPr>
        <w:t>)</w:t>
      </w:r>
      <w:r>
        <w:rPr>
          <w:rtl/>
        </w:rPr>
        <w:t xml:space="preserve"> فالمسّ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غير اللّمس قطعا ، وإلاّ فكلّنا نلمس القرآن على طهارة ، لكن معنى ذلك أنّه </w:t>
      </w:r>
      <w:r w:rsidR="00EA3C94">
        <w:rPr>
          <w:rFonts w:hint="cs"/>
          <w:rtl/>
        </w:rPr>
        <w:t xml:space="preserve"> </w:t>
      </w:r>
      <w:r>
        <w:rPr>
          <w:rtl/>
        </w:rPr>
        <w:t>لا يفهم كتاب الله ولا يعيه إلاّ عباده المطهرون الذين هم عدل القرآن ،</w:t>
      </w:r>
      <w:r w:rsidR="00EA3C94">
        <w:rPr>
          <w:rFonts w:hint="cs"/>
          <w:rtl/>
        </w:rPr>
        <w:t xml:space="preserve"> </w:t>
      </w: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1)</w:t>
      </w:r>
      <w:r>
        <w:rPr>
          <w:rtl/>
        </w:rPr>
        <w:t xml:space="preserve"> إنجيل متّى : 10 ص15.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2)</w:t>
      </w:r>
      <w:r>
        <w:rPr>
          <w:rtl/>
        </w:rPr>
        <w:t xml:space="preserve"> أنظر قول عائشة في : تفسير الطبري 27 / 30 ، صحيح البخاري 6 / 175 كتاب التفسير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سورة النجم ، وأيضاً تفسير الدرّ المنثور للسيوطي 7 / 648 تفسير سورة النجم حيث ينكر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أنه رأى ربّه بعينيه لكنه رآه بفؤاده.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3)</w:t>
      </w:r>
      <w:r>
        <w:rPr>
          <w:rtl/>
        </w:rPr>
        <w:t xml:space="preserve"> نهج البلاغة : الخطبة 112.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4) سورة الواقعة : 79.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فسبحان الله الذي يعلم أين يجعل رسالاته ولولا ذلك لانخرم الدين </w:t>
      </w:r>
      <w:r w:rsidR="00EA3C94">
        <w:rPr>
          <w:rFonts w:hint="cs"/>
          <w:rtl/>
        </w:rPr>
        <w:t xml:space="preserve"> </w:t>
      </w:r>
      <w:r>
        <w:rPr>
          <w:rtl/>
        </w:rPr>
        <w:t>ولأصبح أثرا بعد عين.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خرجت من بيت صديقي ورأيت أنّ النجوم قد اشتبكت في سماء </w:t>
      </w:r>
      <w:r w:rsidR="00EA3C94">
        <w:rPr>
          <w:rFonts w:hint="cs"/>
          <w:rtl/>
        </w:rPr>
        <w:t xml:space="preserve"> </w:t>
      </w:r>
      <w:r>
        <w:rPr>
          <w:rtl/>
        </w:rPr>
        <w:t>تلك الليلة الربيعيّة الباردة. نعم لقد أخذني الوقت ولم أشعر بمرور الزمان.</w:t>
      </w:r>
      <w:r w:rsidR="00EA3C94">
        <w:rPr>
          <w:rFonts w:hint="cs"/>
          <w:rtl/>
        </w:rPr>
        <w:t xml:space="preserve"> </w:t>
      </w:r>
      <w:r>
        <w:rPr>
          <w:rtl/>
        </w:rPr>
        <w:t>فسارعت خطوي ومضيت نحو البيت...</w:t>
      </w:r>
    </w:p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64" w:name="_Toc365111453"/>
      <w:r w:rsidR="00EA3C94">
        <w:rPr>
          <w:rFonts w:hint="cs"/>
          <w:rtl/>
        </w:rPr>
        <w:lastRenderedPageBreak/>
        <w:t xml:space="preserve"> </w:t>
      </w:r>
    </w:p>
    <w:p w:rsidR="008C4947" w:rsidRDefault="008C4947" w:rsidP="008C4947">
      <w:pPr>
        <w:pStyle w:val="Heading2"/>
        <w:rPr>
          <w:rtl/>
        </w:rPr>
      </w:pPr>
      <w:bookmarkStart w:id="65" w:name="_Toc398986475"/>
      <w:bookmarkStart w:id="66" w:name="_Toc398986506"/>
      <w:r>
        <w:rPr>
          <w:rtl/>
        </w:rPr>
        <w:t>المهدي... حقيقة أم خيال :</w:t>
      </w:r>
      <w:bookmarkEnd w:id="64"/>
      <w:bookmarkEnd w:id="65"/>
      <w:bookmarkEnd w:id="66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كثيراً ما كنت أسمع هذه اللّفظة« المهدي المنتظر » ، وعادة ما تقال </w:t>
      </w:r>
      <w:r w:rsidR="00EA3C94">
        <w:rPr>
          <w:rFonts w:hint="cs"/>
          <w:rtl/>
        </w:rPr>
        <w:t xml:space="preserve"> </w:t>
      </w:r>
      <w:r>
        <w:rPr>
          <w:rtl/>
        </w:rPr>
        <w:t>عند السخرية ممّن ينتظر حلاّ</w:t>
      </w:r>
      <w:r>
        <w:rPr>
          <w:rFonts w:hint="cs"/>
          <w:rtl/>
        </w:rPr>
        <w:t>ً</w:t>
      </w:r>
      <w:r>
        <w:rPr>
          <w:rtl/>
        </w:rPr>
        <w:t xml:space="preserve"> خياليّاً أو يعيش على أمل واه</w:t>
      </w:r>
      <w:r>
        <w:rPr>
          <w:rFonts w:hint="cs"/>
          <w:rtl/>
        </w:rPr>
        <w:t>ٍ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وقد عرفت فيما بعد من خلال تهكّمات بعض المعارف أنّ« المهدي </w:t>
      </w:r>
      <w:r w:rsidR="00EA3C94">
        <w:rPr>
          <w:rFonts w:hint="cs"/>
          <w:rtl/>
        </w:rPr>
        <w:t xml:space="preserve"> </w:t>
      </w:r>
      <w:r>
        <w:rPr>
          <w:rtl/>
        </w:rPr>
        <w:t>المنتظر » عقيدة يعتقد بها الشيعة الإمامية ويدافعون عنها أشد دفاع.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استغربت بادىء الأمر من هذا الكلام مع علمي بأنّ الشيعة يدّعون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أنهم أهل العقل والمنطق وأنّهم لا يؤمنون بالخرافات والأساطير! والذي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شدّ انتباهي في المسألة أنّ« مهدي الشيعة » حيّ يرزق وليس فقط هو </w:t>
      </w:r>
      <w:r w:rsidR="00EA3C94">
        <w:rPr>
          <w:rFonts w:hint="cs"/>
          <w:rtl/>
        </w:rPr>
        <w:t xml:space="preserve"> </w:t>
      </w:r>
      <w:r>
        <w:rPr>
          <w:rtl/>
        </w:rPr>
        <w:t>الإمام الأخير عندهم ـ أي الثاني عشر.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لم أصبر لأنتظر نقاشا عفويّا مع صديقي لذا أسرعتُ إلى الهاتف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واتّصلت به ، كان على طرف الخطّ والده ، فرجوته أن يخبر صديقي أني </w:t>
      </w:r>
      <w:r w:rsidR="00EA3C94">
        <w:rPr>
          <w:rFonts w:hint="cs"/>
          <w:rtl/>
        </w:rPr>
        <w:t xml:space="preserve"> </w:t>
      </w:r>
      <w:r>
        <w:rPr>
          <w:rtl/>
        </w:rPr>
        <w:t>على الخطّ.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بقيتُ للحظات منتظراً ، وكنت أسمع صوت والد صديقي وهو </w:t>
      </w:r>
      <w:r w:rsidR="00EA3C94">
        <w:rPr>
          <w:rFonts w:hint="cs"/>
          <w:rtl/>
        </w:rPr>
        <w:t xml:space="preserve"> </w:t>
      </w:r>
      <w:r>
        <w:rPr>
          <w:rtl/>
        </w:rPr>
        <w:t>يناديه.</w:t>
      </w:r>
    </w:p>
    <w:p w:rsidR="008C4947" w:rsidRPr="00F5408F" w:rsidRDefault="008C4947" w:rsidP="00B0205B">
      <w:pPr>
        <w:pStyle w:val="libBold2"/>
        <w:rPr>
          <w:rtl/>
        </w:rPr>
      </w:pPr>
      <w:r w:rsidRPr="00F5408F">
        <w:rPr>
          <w:rtl/>
        </w:rPr>
        <w:t>نعم تفضّل.. أجاب صديقي.</w:t>
      </w:r>
    </w:p>
    <w:p w:rsidR="008C4947" w:rsidRPr="00F5408F" w:rsidRDefault="008C4947" w:rsidP="004233AE">
      <w:pPr>
        <w:pStyle w:val="libNormal"/>
        <w:rPr>
          <w:rtl/>
        </w:rPr>
      </w:pPr>
      <w:r w:rsidRPr="00F5408F">
        <w:rPr>
          <w:rtl/>
        </w:rPr>
        <w:t>أجبته بصوت</w:t>
      </w:r>
      <w:r w:rsidRPr="00F5408F">
        <w:rPr>
          <w:rFonts w:hint="cs"/>
          <w:rtl/>
        </w:rPr>
        <w:t>ٍ</w:t>
      </w:r>
      <w:r w:rsidRPr="00F5408F">
        <w:rPr>
          <w:rtl/>
        </w:rPr>
        <w:t xml:space="preserve"> متغيّر : المهدي المنتظر معك على الخطّ.</w:t>
      </w:r>
    </w:p>
    <w:p w:rsidR="008C4947" w:rsidRPr="00F5408F" w:rsidRDefault="008C4947" w:rsidP="00B0205B">
      <w:pPr>
        <w:pStyle w:val="libBold2"/>
        <w:rPr>
          <w:rtl/>
        </w:rPr>
      </w:pPr>
      <w:r w:rsidRPr="00F5408F">
        <w:rPr>
          <w:rtl/>
        </w:rPr>
        <w:t xml:space="preserve">سمعت ضحكة عالية من صديقي ثم قال : عرفتك ، لكن الإمام </w:t>
      </w:r>
      <w:r w:rsidR="00EA3C94">
        <w:rPr>
          <w:rFonts w:hint="cs"/>
          <w:rtl/>
        </w:rPr>
        <w:t xml:space="preserve"> </w:t>
      </w:r>
      <w:r w:rsidRPr="00F5408F">
        <w:rPr>
          <w:rtl/>
        </w:rPr>
        <w:t>المهدي لا يكلّم أحداً بالهاتف لأنه في حال الغيبة الكبرى.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قلت لصديقي لأجعل الكلام أكثر جدّية : هل عندك وقت الآن </w:t>
      </w:r>
      <w:r w:rsidR="00EA3C94">
        <w:rPr>
          <w:rFonts w:hint="cs"/>
          <w:rtl/>
        </w:rPr>
        <w:t xml:space="preserve"> </w:t>
      </w:r>
      <w:r>
        <w:rPr>
          <w:rtl/>
        </w:rPr>
        <w:t>تزورني فيه حتّى أعلم ما عندك في المسألة؟</w:t>
      </w:r>
    </w:p>
    <w:p w:rsidR="008C4947" w:rsidRPr="002F2ABB" w:rsidRDefault="008C4947" w:rsidP="00B0205B">
      <w:pPr>
        <w:pStyle w:val="libBold2"/>
        <w:rPr>
          <w:rtl/>
        </w:rPr>
      </w:pPr>
      <w:r w:rsidRPr="002F2ABB">
        <w:rPr>
          <w:rtl/>
        </w:rPr>
        <w:t xml:space="preserve">قال صديقي : جميل ، فأنا كنت أريد أن أخرج في نزهة إلى </w:t>
      </w:r>
      <w:r w:rsidR="00EA3C94">
        <w:rPr>
          <w:rFonts w:hint="cs"/>
          <w:rtl/>
        </w:rPr>
        <w:t xml:space="preserve"> </w:t>
      </w:r>
      <w:r w:rsidRPr="002F2ABB">
        <w:rPr>
          <w:rtl/>
        </w:rPr>
        <w:t xml:space="preserve">الشاطىء لأغيّر من الجوّ قليلا ، فإن شئت يمكنك مرافقتي ولنجعله نقاشاً </w:t>
      </w:r>
      <w:r w:rsidR="00EA3C94">
        <w:rPr>
          <w:rFonts w:hint="cs"/>
          <w:rtl/>
        </w:rPr>
        <w:t xml:space="preserve"> </w:t>
      </w:r>
      <w:r w:rsidRPr="002F2ABB">
        <w:rPr>
          <w:rtl/>
        </w:rPr>
        <w:t>سيّاراً هذه المرّة.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أجبته على الفور : فكرة جيّدة ، انتظرني عشر دقائق وسأمرّ عليك </w:t>
      </w:r>
      <w:r w:rsidR="00EA3C94">
        <w:rPr>
          <w:rFonts w:hint="cs"/>
          <w:rtl/>
        </w:rPr>
        <w:t xml:space="preserve"> </w:t>
      </w:r>
      <w:r>
        <w:rPr>
          <w:rtl/>
        </w:rPr>
        <w:t>إن شاء الله.</w:t>
      </w:r>
    </w:p>
    <w:p w:rsidR="008C4947" w:rsidRPr="00F90D8B" w:rsidRDefault="008C4947" w:rsidP="00B0205B">
      <w:pPr>
        <w:pStyle w:val="libBold2"/>
        <w:rPr>
          <w:rtl/>
        </w:rPr>
      </w:pPr>
      <w:r w:rsidRPr="00F90D8B">
        <w:rPr>
          <w:rtl/>
        </w:rPr>
        <w:t>« أنا في الانتظار » قالها صديقي ثمّ قطع الخطّ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خرجنا من الحي العتيق للمدينة مروراً بالحيّ التجاري فحيّ باب </w:t>
      </w:r>
      <w:r w:rsidR="00EA3C94">
        <w:rPr>
          <w:rFonts w:hint="cs"/>
          <w:rtl/>
        </w:rPr>
        <w:t xml:space="preserve"> </w:t>
      </w:r>
      <w:r>
        <w:rPr>
          <w:rtl/>
        </w:rPr>
        <w:t>البحر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حيث تجاوزناه واتجهنا صوب الشاطىء على طول الطريق </w:t>
      </w:r>
      <w:r w:rsidR="00EA3C94">
        <w:rPr>
          <w:rFonts w:hint="cs"/>
          <w:rtl/>
        </w:rPr>
        <w:t xml:space="preserve"> </w:t>
      </w:r>
      <w:r>
        <w:rPr>
          <w:rtl/>
        </w:rPr>
        <w:t>السياحي الممتد والمؤدي في نهايته إلى البحر.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كنت طوال الطريق أنتظر من صديقي أن يبدأ الموضوع لأنه ما كان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عندي فكرة جيدة عنه ، لكنه لم يفعل بل كان جلّ كلامنا يدور حول كرة </w:t>
      </w:r>
      <w:r w:rsidR="00EA3C94">
        <w:rPr>
          <w:rFonts w:hint="cs"/>
          <w:rtl/>
        </w:rPr>
        <w:t xml:space="preserve"> </w:t>
      </w:r>
      <w:r>
        <w:rPr>
          <w:rtl/>
        </w:rPr>
        <w:t>القدم بالرغم من أني لست من هواتها.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هل صحيح أنكم تؤمنون« بالمهدي المنتظر »؟! فجأة ودون </w:t>
      </w:r>
      <w:r w:rsidR="00EA3C94">
        <w:rPr>
          <w:rFonts w:hint="cs"/>
          <w:rtl/>
        </w:rPr>
        <w:t xml:space="preserve"> </w:t>
      </w:r>
      <w:r>
        <w:rPr>
          <w:rtl/>
        </w:rPr>
        <w:t>مقدمات طرحت هذا السؤال على صديقي.</w:t>
      </w:r>
    </w:p>
    <w:p w:rsidR="00C778E9" w:rsidRDefault="008C4947" w:rsidP="00C778E9">
      <w:pPr>
        <w:pStyle w:val="libBold2"/>
        <w:rPr>
          <w:rtl/>
        </w:rPr>
      </w:pPr>
      <w:r w:rsidRPr="00F90D8B">
        <w:rPr>
          <w:rtl/>
        </w:rPr>
        <w:t>أجابني صديقي : بنعم عريضة</w:t>
      </w:r>
      <w:r>
        <w:rPr>
          <w:rtl/>
        </w:rPr>
        <w:t>.</w:t>
      </w:r>
    </w:p>
    <w:p w:rsidR="00C778E9" w:rsidRDefault="008C4947" w:rsidP="00C778E9">
      <w:pPr>
        <w:pStyle w:val="libBold2"/>
        <w:rPr>
          <w:rtl/>
        </w:rPr>
      </w:pPr>
      <w:r>
        <w:rPr>
          <w:rtl/>
        </w:rPr>
        <w:t xml:space="preserve">قلت : أنا أعرف أنكم تؤمنون لكن قصدت من سؤالي أن تعطيني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C778E9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باب البحر : كل المدن الساحلية في تونس كانت تعتمد قديما على هندسة تتمثل في سور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يحيط بالمدينة كلّها ولكلّ طرف من أطرافها يوجد باب ، والباب المواجه للبحر يسمى باب </w:t>
      </w:r>
      <w:r w:rsidR="00EA3C94">
        <w:rPr>
          <w:rFonts w:hint="cs"/>
          <w:rtl/>
        </w:rPr>
        <w:t xml:space="preserve"> </w:t>
      </w:r>
      <w:r>
        <w:rPr>
          <w:rtl/>
        </w:rPr>
        <w:t>البحر.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الدليل على هذه العقيدة؟</w:t>
      </w:r>
    </w:p>
    <w:p w:rsidR="008C4947" w:rsidRPr="002F2ABB" w:rsidRDefault="008C4947" w:rsidP="00B0205B">
      <w:pPr>
        <w:pStyle w:val="libBold2"/>
        <w:rPr>
          <w:rtl/>
        </w:rPr>
      </w:pPr>
      <w:r w:rsidRPr="002F2ABB">
        <w:rPr>
          <w:rtl/>
        </w:rPr>
        <w:t xml:space="preserve">قال صديقي : قبل أن أجيبك أسألك بدوري سؤالا : هل تؤمن بأن </w:t>
      </w:r>
      <w:r w:rsidR="00EA3C94">
        <w:rPr>
          <w:rFonts w:hint="cs"/>
          <w:rtl/>
        </w:rPr>
        <w:t xml:space="preserve"> </w:t>
      </w:r>
      <w:r w:rsidRPr="002F2ABB">
        <w:rPr>
          <w:rtl/>
        </w:rPr>
        <w:t xml:space="preserve">الإسلام دين شامل كامل لكلّ البشر إلى يوم القيامة وأنه سيظهر على </w:t>
      </w:r>
      <w:r w:rsidR="00EA3C94">
        <w:rPr>
          <w:rFonts w:hint="cs"/>
          <w:rtl/>
        </w:rPr>
        <w:t xml:space="preserve"> </w:t>
      </w:r>
      <w:r w:rsidRPr="002F2ABB">
        <w:rPr>
          <w:rtl/>
        </w:rPr>
        <w:t>الدين كلّه؟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أجبته قائلا : نعم ، هذا ما تعلمته وسمعته منذ نعومة أظفاري.</w:t>
      </w:r>
    </w:p>
    <w:p w:rsidR="008C4947" w:rsidRPr="002F2ABB" w:rsidRDefault="008C4947" w:rsidP="00B0205B">
      <w:pPr>
        <w:pStyle w:val="libBold2"/>
        <w:rPr>
          <w:rtl/>
        </w:rPr>
      </w:pPr>
      <w:r w:rsidRPr="002F2ABB">
        <w:rPr>
          <w:rtl/>
        </w:rPr>
        <w:t xml:space="preserve">عقّب صديقي : وهل تعلم أننا اليوم كمسلمين متفرقون طرائق قددا </w:t>
      </w:r>
      <w:r w:rsidR="00EA3C94">
        <w:rPr>
          <w:rFonts w:hint="cs"/>
          <w:rtl/>
        </w:rPr>
        <w:t xml:space="preserve"> </w:t>
      </w:r>
      <w:r w:rsidRPr="002F2ABB">
        <w:rPr>
          <w:rtl/>
        </w:rPr>
        <w:t xml:space="preserve">لا يكاد يجمعنا شيء غير القرآن والقبلة وأنّ ربنا واحد ونبيّنا واحد؟! وهل </w:t>
      </w:r>
      <w:r w:rsidR="00EA3C94">
        <w:rPr>
          <w:rFonts w:hint="cs"/>
          <w:rtl/>
        </w:rPr>
        <w:t xml:space="preserve"> </w:t>
      </w:r>
      <w:r w:rsidRPr="002F2ABB">
        <w:rPr>
          <w:rtl/>
        </w:rPr>
        <w:t>تعلم أننا اختلفنا في وضوءنا وصلاتنا وحجّنا ووو..؟!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أجبت صديقي : نعم ، وماذا في ذلك؟!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علّق صديقي : كيف سنتحد إذن ونوحّد بقية الأمم تحت راية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واحدة؟! ففاقد الشيء لا يعطيه كما يقال ، ثم أردف قائلا</w:t>
      </w:r>
      <w:r w:rsidRPr="00B0205B">
        <w:rPr>
          <w:rStyle w:val="libBold2Char"/>
          <w:rFonts w:hint="cs"/>
          <w:rtl/>
        </w:rPr>
        <w:t>ً</w:t>
      </w:r>
      <w:r w:rsidRPr="00B0205B">
        <w:rPr>
          <w:rStyle w:val="libBold2Char"/>
          <w:rtl/>
        </w:rPr>
        <w:t xml:space="preserve"> : وعليه نحن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نحتاج إلى شخصية عبقريّة تعيد جميع المسلمين إلى صفاء الإسلام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وتطهّره من تحريف المحرّفين ومن غبار القرون حتّى يعود غضّا طريّا كما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كان على عهد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معلّقاً : أنا موافق لك تماما في هذه المسألة ، فنحن فعلا نحتاج </w:t>
      </w:r>
      <w:r w:rsidR="00EA3C94">
        <w:rPr>
          <w:rFonts w:hint="cs"/>
          <w:rtl/>
        </w:rPr>
        <w:t xml:space="preserve"> </w:t>
      </w:r>
      <w:r>
        <w:rPr>
          <w:rtl/>
        </w:rPr>
        <w:t>هكذا شخصية معجزة وإلاّ فإنّ واقعنا يعسر على كلّ حكيم.</w:t>
      </w:r>
    </w:p>
    <w:p w:rsidR="008C4947" w:rsidRPr="002F2ABB" w:rsidRDefault="008C4947" w:rsidP="00B0205B">
      <w:pPr>
        <w:pStyle w:val="libBold2"/>
        <w:rPr>
          <w:rtl/>
        </w:rPr>
      </w:pPr>
      <w:r w:rsidRPr="002F2ABB">
        <w:rPr>
          <w:rtl/>
        </w:rPr>
        <w:t xml:space="preserve">قال صديقي : هذا هو المهدي ، سمّه العبقري ، أو سمّه الموحّد ، أو </w:t>
      </w:r>
      <w:r w:rsidR="00EA3C94">
        <w:rPr>
          <w:rFonts w:hint="cs"/>
          <w:rtl/>
        </w:rPr>
        <w:t xml:space="preserve"> </w:t>
      </w:r>
      <w:r w:rsidRPr="002F2ABB">
        <w:rPr>
          <w:rtl/>
        </w:rPr>
        <w:t>سمّه صاحب النهضة الإسلامية. كلّها تعني المهدي.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سألت صديقي مختبراً : جيّد وماذا لو كان هذا المهدي مالكيّا أو </w:t>
      </w:r>
      <w:r w:rsidR="00EA3C94">
        <w:rPr>
          <w:rFonts w:hint="cs"/>
          <w:rtl/>
        </w:rPr>
        <w:t xml:space="preserve"> </w:t>
      </w:r>
      <w:r>
        <w:rPr>
          <w:rtl/>
        </w:rPr>
        <w:t>سنّيا بالمعنى الأعم؟!</w:t>
      </w:r>
    </w:p>
    <w:p w:rsidR="008C4947" w:rsidRPr="00F122A7" w:rsidRDefault="008C4947" w:rsidP="00B0205B">
      <w:pPr>
        <w:pStyle w:val="libBold2"/>
        <w:rPr>
          <w:rStyle w:val="libPoemTiniChar0"/>
          <w:rtl/>
        </w:rPr>
      </w:pPr>
      <w:r w:rsidRPr="002F2ABB">
        <w:rPr>
          <w:rtl/>
        </w:rPr>
        <w:t xml:space="preserve">أجابني صديقياً : وماذا لو كان شافعيّا أو حنبلياً أو أو. الإشكال </w:t>
      </w:r>
      <w:r w:rsidR="00EA3C94">
        <w:rPr>
          <w:rFonts w:hint="cs"/>
          <w:rtl/>
        </w:rPr>
        <w:t xml:space="preserve"> </w:t>
      </w:r>
    </w:p>
    <w:p w:rsidR="008C4947" w:rsidRPr="002F2ABB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2F2ABB">
        <w:rPr>
          <w:rtl/>
        </w:rPr>
        <w:lastRenderedPageBreak/>
        <w:t xml:space="preserve">يبقى. فنحن لم يستطع الأمويّون أن يوحّدونا ولا استطاع العبّاسيّون ولا </w:t>
      </w:r>
      <w:r w:rsidR="00EA3C94">
        <w:rPr>
          <w:rFonts w:hint="cs"/>
          <w:rtl/>
        </w:rPr>
        <w:t xml:space="preserve"> </w:t>
      </w:r>
      <w:r w:rsidRPr="002F2ABB">
        <w:rPr>
          <w:rtl/>
        </w:rPr>
        <w:t xml:space="preserve">فعل العثمانيّون بالرغم من اتحادنا جغرافيّا ، فالمالكي بقي مالكيا </w:t>
      </w:r>
      <w:r w:rsidR="00EA3C94">
        <w:rPr>
          <w:rFonts w:hint="cs"/>
          <w:rtl/>
        </w:rPr>
        <w:t xml:space="preserve"> </w:t>
      </w:r>
      <w:r w:rsidRPr="002F2ABB">
        <w:rPr>
          <w:rtl/>
        </w:rPr>
        <w:t xml:space="preserve">والشافعي شافعيّا وكلٌّ كان متمسّكا بمذهبه. بل من الطريف أنّ العثمانيّين </w:t>
      </w:r>
      <w:r w:rsidR="00EA3C94">
        <w:rPr>
          <w:rFonts w:hint="cs"/>
          <w:rtl/>
        </w:rPr>
        <w:t xml:space="preserve"> </w:t>
      </w:r>
      <w:r w:rsidRPr="002F2ABB">
        <w:rPr>
          <w:rtl/>
        </w:rPr>
        <w:t xml:space="preserve">عندما حكموا تونس لمدة 4 قرون كان لهم مُفتيان ، مفتي حنفي للبلاط </w:t>
      </w:r>
      <w:r w:rsidR="00EA3C94">
        <w:rPr>
          <w:rFonts w:hint="cs"/>
          <w:rtl/>
        </w:rPr>
        <w:t xml:space="preserve"> </w:t>
      </w:r>
      <w:r w:rsidRPr="002F2ABB">
        <w:rPr>
          <w:rtl/>
        </w:rPr>
        <w:t>وآخر مالكي لبقية الشعب.</w:t>
      </w:r>
    </w:p>
    <w:p w:rsidR="008C4947" w:rsidRDefault="008C4947" w:rsidP="00B0205B">
      <w:pPr>
        <w:pStyle w:val="libBold2"/>
        <w:rPr>
          <w:rtl/>
        </w:rPr>
      </w:pPr>
      <w:r w:rsidRPr="002F2ABB">
        <w:rPr>
          <w:rtl/>
        </w:rPr>
        <w:t xml:space="preserve">المهدي هو ممثّل الإسلام المحمّدي الصحيح الذي هو خط كلّ </w:t>
      </w:r>
      <w:r w:rsidR="00EA3C94">
        <w:rPr>
          <w:rFonts w:hint="cs"/>
          <w:rtl/>
        </w:rPr>
        <w:t xml:space="preserve"> </w:t>
      </w:r>
      <w:r w:rsidRPr="002F2ABB">
        <w:rPr>
          <w:rtl/>
        </w:rPr>
        <w:t>الأنبياء ، ولهذا سيصلّي عيسى بن مريم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وراءه باعتبار أنّ الإسلام هو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دين الله الكامل والذي بشّر به كلّ الأنبياء والمرسلون.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لصديقي ممازحا : وطبعا ستقول لي : إنّ الإسلام الصافي </w:t>
      </w:r>
      <w:r w:rsidR="00EA3C94">
        <w:rPr>
          <w:rFonts w:hint="cs"/>
          <w:rtl/>
        </w:rPr>
        <w:t xml:space="preserve"> </w:t>
      </w:r>
      <w:r>
        <w:rPr>
          <w:rtl/>
        </w:rPr>
        <w:t>الأصيل هو مذهب الشيعة؟!</w:t>
      </w:r>
    </w:p>
    <w:p w:rsidR="008C4947" w:rsidRPr="002F2ABB" w:rsidRDefault="008C4947" w:rsidP="00B0205B">
      <w:pPr>
        <w:pStyle w:val="libBold2"/>
        <w:rPr>
          <w:rtl/>
        </w:rPr>
      </w:pPr>
      <w:r w:rsidRPr="002F2ABB">
        <w:rPr>
          <w:rtl/>
        </w:rPr>
        <w:t xml:space="preserve">أجابني صديقي بنبرة حازمة : لا أقول لك شيئا ، أنت إبحث عن </w:t>
      </w:r>
      <w:r w:rsidR="00EA3C94">
        <w:rPr>
          <w:rFonts w:hint="cs"/>
          <w:rtl/>
        </w:rPr>
        <w:t xml:space="preserve"> </w:t>
      </w:r>
      <w:r w:rsidRPr="002F2ABB">
        <w:rPr>
          <w:rtl/>
        </w:rPr>
        <w:t>الحق ولن تعدم الوصول إليه أو إلى طرف منه.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: جيّد ، كيف تقولون إنّ المهدي حيّ وإن عمره الآنـلا أدري </w:t>
      </w:r>
      <w:r w:rsidR="00EA3C94">
        <w:rPr>
          <w:rFonts w:hint="cs"/>
          <w:rtl/>
        </w:rPr>
        <w:t xml:space="preserve"> </w:t>
      </w:r>
      <w:r>
        <w:rPr>
          <w:rtl/>
        </w:rPr>
        <w:t>كم ـ وو.. هل هذا معقول؟!</w:t>
      </w:r>
    </w:p>
    <w:p w:rsidR="008C4947" w:rsidRPr="002F2ABB" w:rsidRDefault="008C4947" w:rsidP="00B0205B">
      <w:pPr>
        <w:pStyle w:val="libBold2"/>
        <w:rPr>
          <w:rtl/>
        </w:rPr>
      </w:pPr>
      <w:r w:rsidRPr="002F2ABB">
        <w:rPr>
          <w:rtl/>
        </w:rPr>
        <w:t xml:space="preserve">قال صديقي : هل تريدني أن أجيبك بالحديث عن قدرة الله أم بما </w:t>
      </w:r>
      <w:r w:rsidR="00EA3C94">
        <w:rPr>
          <w:rFonts w:hint="cs"/>
          <w:rtl/>
        </w:rPr>
        <w:t xml:space="preserve"> </w:t>
      </w:r>
      <w:r w:rsidRPr="002F2ABB">
        <w:rPr>
          <w:rtl/>
        </w:rPr>
        <w:t>جاء في الكتاب والسنّة؟!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قلت معلّقا : بل بالدليل من الكتاب والسنّة لأني أعرف أنّ الله على </w:t>
      </w:r>
      <w:r w:rsidR="00EA3C94">
        <w:rPr>
          <w:rFonts w:hint="cs"/>
          <w:rtl/>
        </w:rPr>
        <w:t xml:space="preserve"> </w:t>
      </w:r>
      <w:r>
        <w:rPr>
          <w:rtl/>
        </w:rPr>
        <w:t>كلّ شيء قدير وقد يجعلني أنا الإمام المهدي.</w:t>
      </w:r>
    </w:p>
    <w:p w:rsidR="008C4947" w:rsidRPr="00F122A7" w:rsidRDefault="008C4947" w:rsidP="004233AE">
      <w:pPr>
        <w:pStyle w:val="libNormal"/>
        <w:rPr>
          <w:rStyle w:val="libPoemTiniChar0"/>
          <w:rtl/>
        </w:rPr>
      </w:pPr>
      <w:r w:rsidRPr="00B0205B">
        <w:rPr>
          <w:rStyle w:val="libBold2Char"/>
          <w:rtl/>
        </w:rPr>
        <w:t xml:space="preserve">أجاب صديقي : أوّلا طول العمر ليس شيئا بدعا ، بل حقيقة يؤكدها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القرآن الكريم ، ألا ترى أنّ نوحا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لبث في قومه ألف عام إلاّ خمسون ،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ثم هو قطعا لم يهلك بالطوفان بل عاش بعد قومه ، وعندنا روايات تقول إنّه </w:t>
      </w:r>
      <w:r w:rsidR="00EA3C94">
        <w:rPr>
          <w:rFonts w:hint="cs"/>
          <w:rtl/>
        </w:rPr>
        <w:t xml:space="preserve"> 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 w:rsidRPr="00B0205B">
        <w:rPr>
          <w:rStyle w:val="libBold2Char"/>
          <w:rtl/>
        </w:rPr>
        <w:lastRenderedPageBreak/>
        <w:t>ربّما وصل عمره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>إلى أربعة آلاف سنة.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>ثم واصل كلامه : وعندنا عيسى بن مريم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 ، فنحن بشهادة القرآن نؤمن أنّه حيّ ولم يُصلَب وسيرجع إلى الدنيا وسيعيش فيها.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مقاطعاً : يا أخي هؤلاء أنبياء والمهدي ليس بنبيّ.</w:t>
      </w:r>
    </w:p>
    <w:p w:rsidR="008C4947" w:rsidRPr="002F2ABB" w:rsidRDefault="008C4947" w:rsidP="00B0205B">
      <w:pPr>
        <w:pStyle w:val="libBold2"/>
        <w:rPr>
          <w:rtl/>
        </w:rPr>
      </w:pPr>
      <w:r w:rsidRPr="002F2ABB">
        <w:rPr>
          <w:rtl/>
        </w:rPr>
        <w:t xml:space="preserve">أجابني صديقي : المهم أنّ مسألة طول العمر ثابتة سواء لنبيّ أو </w:t>
      </w:r>
      <w:r w:rsidR="00EA3C94">
        <w:rPr>
          <w:rFonts w:hint="cs"/>
          <w:rtl/>
        </w:rPr>
        <w:t xml:space="preserve"> </w:t>
      </w:r>
      <w:r w:rsidRPr="002F2ABB">
        <w:rPr>
          <w:rtl/>
        </w:rPr>
        <w:t xml:space="preserve">لغيره ، فنحن كلامنا في مسألة طول العمر. ثم قال : لماذا تخلط الأمور </w:t>
      </w:r>
      <w:r w:rsidR="00EA3C94">
        <w:rPr>
          <w:rFonts w:hint="cs"/>
          <w:rtl/>
        </w:rPr>
        <w:t xml:space="preserve"> </w:t>
      </w:r>
      <w:r w:rsidRPr="002F2ABB">
        <w:rPr>
          <w:rtl/>
        </w:rPr>
        <w:t>ببعضها؟!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متسائلا</w:t>
      </w:r>
      <w:r>
        <w:rPr>
          <w:rFonts w:hint="cs"/>
          <w:rtl/>
        </w:rPr>
        <w:t>ً</w:t>
      </w:r>
      <w:r>
        <w:rPr>
          <w:rtl/>
        </w:rPr>
        <w:t xml:space="preserve"> : لكن رسول الله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قال كما كنت أسمع :« إنّ أعمار </w:t>
      </w:r>
      <w:r w:rsidR="00EA3C94">
        <w:rPr>
          <w:rFonts w:hint="cs"/>
          <w:rtl/>
        </w:rPr>
        <w:t xml:space="preserve"> </w:t>
      </w:r>
      <w:r>
        <w:rPr>
          <w:rtl/>
        </w:rPr>
        <w:t>أمته بين الستّين والسبعين » والمهدي من أمة محمّد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قال صديقي مجيباً : الحديث يقصد أنّ السمة الغالبة على أعمار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أمة محمّد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هي بذلك المقدار ، وهذا لا ينفي أن يقلّ أو يتجاوز عمر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المسلم عن ذلك ، وخذ لك اليوم مئات بل آلاف الأمثلة على ذلك.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>وأضاف قائلا</w:t>
      </w:r>
      <w:r w:rsidRPr="00B0205B">
        <w:rPr>
          <w:rStyle w:val="libBold2Char"/>
          <w:rFonts w:hint="cs"/>
          <w:rtl/>
        </w:rPr>
        <w:t>ً</w:t>
      </w:r>
      <w:r w:rsidRPr="00B0205B">
        <w:rPr>
          <w:rStyle w:val="libBold2Char"/>
          <w:rtl/>
        </w:rPr>
        <w:t xml:space="preserve"> : أنا سأعطيك دليلا من غير الأنبياء والمرسلين :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أصحاب الكهف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لم يقل أحد أنهم أنبياء؟! بل كانوا فتية آمنوا بربهم ،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فلبثوا في كهفهم ثلاثة قرون وعادوا إلى الحياة كما تقرأ في القرآن ، وكذا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الخضر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والذي أجمع المسلمون على طول عمره وأنه مازال حيّا إلى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يومنا هذا.</w:t>
      </w:r>
    </w:p>
    <w:p w:rsidR="00815EB0" w:rsidRDefault="008C4947" w:rsidP="00815EB0">
      <w:pPr>
        <w:pStyle w:val="libNormal"/>
        <w:rPr>
          <w:rtl/>
        </w:rPr>
      </w:pPr>
      <w:r>
        <w:rPr>
          <w:rtl/>
        </w:rPr>
        <w:t>قلت مقاطعاً : عفواً ، الخضر نبيّ على ما أعتقد.</w:t>
      </w:r>
    </w:p>
    <w:p w:rsidR="00815EB0" w:rsidRDefault="008C4947" w:rsidP="00815EB0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أجاب صديقي : هناك خلاف في المسألة ، كونه نبيّا لم يرد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فيه دليل ، وشأن الخضر كشأن لقمان لم تثبت نبوّتهما وإن كان ذلك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 w:rsidRPr="00B0205B">
        <w:rPr>
          <w:rStyle w:val="libAlaemChar"/>
          <w:rtl/>
        </w:rPr>
        <w:t>(</w:t>
      </w:r>
      <w:r w:rsidRPr="00F122A7">
        <w:rPr>
          <w:rStyle w:val="libFootnoteAieChar"/>
          <w:rFonts w:hint="cs"/>
          <w:rtl/>
        </w:rPr>
        <w:t>إِنَّهُمْ فِتْيَةٌ آمَنُوا بِرَبِّهِمْ وَزِدْنَاهُمْ هُدًى</w:t>
      </w:r>
      <w:r w:rsidRPr="00F122A7">
        <w:rPr>
          <w:rStyle w:val="libFootnoteAieChar"/>
          <w:rtl/>
        </w:rPr>
        <w:t>...</w:t>
      </w:r>
      <w:r w:rsidRPr="00B0205B">
        <w:rPr>
          <w:rStyle w:val="libAlaemChar"/>
          <w:rtl/>
        </w:rPr>
        <w:t>)</w:t>
      </w:r>
      <w:r>
        <w:rPr>
          <w:rtl/>
        </w:rPr>
        <w:t xml:space="preserve"> [ سورة الكهف : 13 ].</w:t>
      </w:r>
    </w:p>
    <w:p w:rsidR="008C4947" w:rsidRPr="000206A4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0206A4">
        <w:rPr>
          <w:rtl/>
        </w:rPr>
        <w:lastRenderedPageBreak/>
        <w:t>أمرا محتملاً.</w:t>
      </w:r>
    </w:p>
    <w:p w:rsidR="008C4947" w:rsidRDefault="008C4947" w:rsidP="00B0205B">
      <w:pPr>
        <w:pStyle w:val="libBold2"/>
        <w:rPr>
          <w:rtl/>
        </w:rPr>
      </w:pPr>
      <w:r w:rsidRPr="000206A4">
        <w:rPr>
          <w:rtl/>
        </w:rPr>
        <w:t xml:space="preserve">واعلم أنّ كل فرق المسلمين تقريبا مجمعة على مسألة المهدي </w:t>
      </w:r>
      <w:r w:rsidR="00EA3C94">
        <w:rPr>
          <w:rFonts w:hint="cs"/>
          <w:rtl/>
        </w:rPr>
        <w:t xml:space="preserve"> </w:t>
      </w:r>
      <w:r w:rsidRPr="000206A4">
        <w:rPr>
          <w:rtl/>
        </w:rPr>
        <w:t xml:space="preserve">وظهوره وأنه من أهل البيت ، لكن الخلاف بين السنّة والشيعة هو أنّ </w:t>
      </w:r>
      <w:r w:rsidR="00EA3C94">
        <w:rPr>
          <w:rFonts w:hint="cs"/>
          <w:rtl/>
        </w:rPr>
        <w:t xml:space="preserve"> </w:t>
      </w:r>
      <w:r w:rsidRPr="000206A4">
        <w:rPr>
          <w:rtl/>
        </w:rPr>
        <w:t>الشيعة يقولون : إنّه ولد وهو ابن الإمام الحسن العسكري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 ، والسنّة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ينكرون ذلك ويقولون : إنّه سيولد في آخر الزمان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متسائلا</w:t>
      </w:r>
      <w:r>
        <w:rPr>
          <w:rFonts w:hint="cs"/>
          <w:rtl/>
        </w:rPr>
        <w:t>ً</w:t>
      </w:r>
      <w:r>
        <w:rPr>
          <w:rtl/>
        </w:rPr>
        <w:t xml:space="preserve"> : كيف الحلّ إذن؟!</w:t>
      </w:r>
    </w:p>
    <w:p w:rsidR="008C4947" w:rsidRPr="000206A4" w:rsidRDefault="008C4947" w:rsidP="00B0205B">
      <w:pPr>
        <w:pStyle w:val="libBold2"/>
        <w:rPr>
          <w:rtl/>
        </w:rPr>
      </w:pPr>
      <w:r w:rsidRPr="000206A4">
        <w:rPr>
          <w:rtl/>
        </w:rPr>
        <w:t xml:space="preserve">قال صديقي : أنا أعطيك ثلاثة أدلة لتعلم يقينا أنّ المهدي وُلِدَ وأنّه </w:t>
      </w:r>
      <w:r w:rsidR="00EA3C94">
        <w:rPr>
          <w:rFonts w:hint="cs"/>
          <w:rtl/>
        </w:rPr>
        <w:t xml:space="preserve"> </w:t>
      </w:r>
      <w:r w:rsidRPr="000206A4">
        <w:rPr>
          <w:rtl/>
        </w:rPr>
        <w:t xml:space="preserve">حي يرزق ، ثم جلس على صخرة كانت مرميّة على الشاطىء الرملي </w:t>
      </w:r>
      <w:r w:rsidR="00EA3C94">
        <w:rPr>
          <w:rFonts w:hint="cs"/>
          <w:rtl/>
        </w:rPr>
        <w:t xml:space="preserve"> </w:t>
      </w:r>
      <w:r w:rsidRPr="000206A4">
        <w:rPr>
          <w:rtl/>
        </w:rPr>
        <w:t>بحافة الماء ، وأخذت أنا أيضا مكاني إلى جانبه ، فقال مواصلا</w:t>
      </w:r>
      <w:r>
        <w:rPr>
          <w:rFonts w:hint="cs"/>
          <w:rtl/>
        </w:rPr>
        <w:t>ً</w:t>
      </w:r>
      <w:r>
        <w:rPr>
          <w:rtl/>
        </w:rPr>
        <w:t xml:space="preserve"> :</w:t>
      </w:r>
    </w:p>
    <w:p w:rsidR="008C4947" w:rsidRDefault="008C4947" w:rsidP="00B0205B">
      <w:pPr>
        <w:pStyle w:val="libBold2"/>
        <w:rPr>
          <w:rtl/>
        </w:rPr>
      </w:pPr>
      <w:r w:rsidRPr="000206A4">
        <w:rPr>
          <w:rtl/>
        </w:rPr>
        <w:t xml:space="preserve">الدليل الأوّل : أليس يروي المسلمون وكتب الحديث أنه من مات </w:t>
      </w:r>
      <w:r w:rsidR="00EA3C94">
        <w:rPr>
          <w:rFonts w:hint="cs"/>
          <w:rtl/>
        </w:rPr>
        <w:t xml:space="preserve"> </w:t>
      </w:r>
      <w:r w:rsidRPr="000206A4">
        <w:rPr>
          <w:rtl/>
        </w:rPr>
        <w:t>بغير إمام مات ميتة جاهلية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>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قلت معترفا : نعم هكذا سمعت.</w:t>
      </w:r>
    </w:p>
    <w:p w:rsidR="0087728A" w:rsidRDefault="008C4947" w:rsidP="0087728A">
      <w:pPr>
        <w:pStyle w:val="libBold2"/>
        <w:rPr>
          <w:rtl/>
        </w:rPr>
      </w:pPr>
      <w:r w:rsidRPr="000206A4">
        <w:rPr>
          <w:rtl/>
        </w:rPr>
        <w:t>قال : فمن هو إمام زمانك أنت؟!</w:t>
      </w:r>
    </w:p>
    <w:p w:rsidR="0087728A" w:rsidRDefault="008C4947" w:rsidP="0087728A">
      <w:pPr>
        <w:pStyle w:val="libBold2"/>
        <w:rPr>
          <w:rtl/>
        </w:rPr>
      </w:pPr>
      <w:r>
        <w:rPr>
          <w:rtl/>
        </w:rPr>
        <w:t>سكتّ لأني كنت أريد أن أقول له الإمام مالك لكن خشيت أن يقول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87728A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ذكر المهدي وخروجه كثير من أعلام أهل السنة : أحمد بن حنبل في مسنده 5 / 277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 3 / 37 ، الترمذي في صحيحه كتاب الفتن والسفاريني النابلسي صاحب ( نظم الدرّة </w:t>
      </w:r>
      <w:r w:rsidR="00EA3C94">
        <w:rPr>
          <w:rFonts w:hint="cs"/>
          <w:rtl/>
        </w:rPr>
        <w:t xml:space="preserve"> </w:t>
      </w:r>
      <w:r>
        <w:rPr>
          <w:rtl/>
        </w:rPr>
        <w:t>المضيّة ، حيث يقول فيها :</w:t>
      </w:r>
    </w:p>
    <w:tbl>
      <w:tblPr>
        <w:bidiVisual/>
        <w:tblW w:w="4000" w:type="pct"/>
        <w:jc w:val="center"/>
        <w:tblLook w:val="01E0"/>
      </w:tblPr>
      <w:tblGrid>
        <w:gridCol w:w="2913"/>
        <w:gridCol w:w="243"/>
        <w:gridCol w:w="2914"/>
      </w:tblGrid>
      <w:tr w:rsidR="008C4947" w:rsidTr="001D5101">
        <w:trPr>
          <w:jc w:val="center"/>
        </w:trPr>
        <w:tc>
          <w:tcPr>
            <w:tcW w:w="2400" w:type="pct"/>
            <w:shd w:val="clear" w:color="auto" w:fill="auto"/>
          </w:tcPr>
          <w:p w:rsidR="008C4947" w:rsidRDefault="008C4947" w:rsidP="00F122A7">
            <w:pPr>
              <w:pStyle w:val="libFootnote"/>
              <w:rPr>
                <w:rtl/>
              </w:rPr>
            </w:pPr>
            <w:r w:rsidRPr="00B66284">
              <w:rPr>
                <w:rFonts w:eastAsia="Calibri"/>
                <w:rtl/>
              </w:rPr>
              <w:t>منها الإمام الخاتم الفصيح</w:t>
            </w:r>
            <w:r w:rsidR="00EA3C94">
              <w:rPr>
                <w:rStyle w:val="libPoemTiniChar0"/>
                <w:rtl/>
              </w:rPr>
              <w:t xml:space="preserve"> </w:t>
            </w:r>
            <w:r w:rsidRPr="00F122A7">
              <w:rPr>
                <w:rStyle w:val="libPoemTiniChar0"/>
                <w:rtl/>
              </w:rPr>
              <w:t> </w:t>
            </w:r>
          </w:p>
        </w:tc>
        <w:tc>
          <w:tcPr>
            <w:tcW w:w="200" w:type="pct"/>
            <w:shd w:val="clear" w:color="auto" w:fill="auto"/>
          </w:tcPr>
          <w:p w:rsidR="008C4947" w:rsidRDefault="008C4947" w:rsidP="001D5101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8C4947" w:rsidRDefault="008C4947" w:rsidP="00F122A7">
            <w:pPr>
              <w:pStyle w:val="libFootnote"/>
              <w:rPr>
                <w:rtl/>
              </w:rPr>
            </w:pPr>
            <w:r w:rsidRPr="00B66284">
              <w:rPr>
                <w:rFonts w:eastAsia="Calibri"/>
                <w:rtl/>
              </w:rPr>
              <w:t>محمّد المهدي والمسيح</w:t>
            </w:r>
            <w:r w:rsidR="00EA3C94">
              <w:rPr>
                <w:rStyle w:val="libPoemTiniChar0"/>
                <w:rtl/>
              </w:rPr>
              <w:t xml:space="preserve"> </w:t>
            </w:r>
            <w:r w:rsidRPr="00F122A7">
              <w:rPr>
                <w:rStyle w:val="libPoemTiniChar0"/>
                <w:rtl/>
              </w:rPr>
              <w:t>  </w:t>
            </w:r>
          </w:p>
        </w:tc>
      </w:tr>
    </w:tbl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مسند أحمد بن حنبل 4 / 96. وأنظر : تفسير الدّر المنثور للسيوطي حيث يورد خلال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تفسيره لسورة الإسراء الآية 71 </w:t>
      </w:r>
      <w:r w:rsidRPr="006E7803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F122A7">
        <w:rPr>
          <w:rStyle w:val="libFootnoteAieChar"/>
          <w:rFonts w:hint="cs"/>
          <w:rtl/>
        </w:rPr>
        <w:t xml:space="preserve"> يَوْمَ نَدْعُو كُلَّ أُنَاسٍ بِإِمَامِهِمْ</w:t>
      </w:r>
      <w:r w:rsidRPr="00F122A7">
        <w:rPr>
          <w:rStyle w:val="libFootnoteAieChar"/>
          <w:rtl/>
        </w:rPr>
        <w:t>...</w:t>
      </w:r>
      <w:r w:rsidRPr="00B0205B">
        <w:rPr>
          <w:rStyle w:val="libAlaemChar"/>
          <w:rtl/>
        </w:rPr>
        <w:t>)</w:t>
      </w:r>
      <w:r>
        <w:rPr>
          <w:rtl/>
        </w:rPr>
        <w:t xml:space="preserve"> يورد حديثاً </w:t>
      </w:r>
      <w:r w:rsidR="00EA3C94">
        <w:rPr>
          <w:rFonts w:hint="cs"/>
          <w:rtl/>
        </w:rPr>
        <w:t xml:space="preserve"> </w:t>
      </w:r>
      <w:r>
        <w:rPr>
          <w:rtl/>
        </w:rPr>
        <w:t>عن علي بن أبي طالب يقول فيه : يُدعى كلّ قوم</w:t>
      </w:r>
      <w:r>
        <w:rPr>
          <w:rFonts w:hint="cs"/>
          <w:rtl/>
        </w:rPr>
        <w:t>ٍ</w:t>
      </w:r>
      <w:r>
        <w:rPr>
          <w:rtl/>
        </w:rPr>
        <w:t xml:space="preserve"> بإمامِ زمانهم وكتابِ ربّهم وسنّةِ نبيّهم.</w:t>
      </w:r>
    </w:p>
    <w:p w:rsidR="008C4947" w:rsidRPr="00B66284" w:rsidRDefault="008C4947" w:rsidP="00F122A7">
      <w:pPr>
        <w:pStyle w:val="libFootnote"/>
        <w:rPr>
          <w:rFonts w:eastAsia="Calibri"/>
          <w:rtl/>
        </w:rPr>
      </w:pPr>
      <w:r w:rsidRPr="00B66284">
        <w:rPr>
          <w:rFonts w:eastAsia="Calibri"/>
          <w:rtl/>
        </w:rPr>
        <w:t>وهذا يدلّ على أنّ لفظ الإمام ليس ي</w:t>
      </w:r>
      <w:r>
        <w:rPr>
          <w:rFonts w:eastAsia="Calibri"/>
          <w:rtl/>
        </w:rPr>
        <w:t>عني الكتاب أو النب</w:t>
      </w:r>
      <w:r>
        <w:rPr>
          <w:rFonts w:eastAsia="Calibri" w:hint="cs"/>
          <w:rtl/>
        </w:rPr>
        <w:t>يّ</w:t>
      </w:r>
      <w:r w:rsidRPr="00B66284">
        <w:rPr>
          <w:rFonts w:eastAsia="Calibri"/>
          <w:rtl/>
        </w:rPr>
        <w:t xml:space="preserve"> كما ذهب إلى ذلك البعض</w:t>
      </w:r>
      <w:r>
        <w:rPr>
          <w:rFonts w:eastAsia="Calibri"/>
          <w:rtl/>
        </w:rPr>
        <w:t>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لي إنّه ميت منذ قرون.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قال صديقي : هذا دليل ، والدليل الثاني : ألا تقرأ في صحيح مسلم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وغيره قول الرسول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« إنّ الخلفاء من بعدي اثنا عشر وكلهم من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قريش»</w:t>
      </w:r>
      <w:r w:rsidRPr="00F122A7">
        <w:rPr>
          <w:rStyle w:val="libFootnotenumChar"/>
          <w:rtl/>
        </w:rPr>
        <w:t>(1)</w:t>
      </w:r>
      <w:r>
        <w:rPr>
          <w:rtl/>
        </w:rPr>
        <w:t>.</w:t>
      </w:r>
    </w:p>
    <w:p w:rsidR="008C4947" w:rsidRPr="000206A4" w:rsidRDefault="008C4947" w:rsidP="00B0205B">
      <w:pPr>
        <w:pStyle w:val="libBold2"/>
        <w:rPr>
          <w:rtl/>
        </w:rPr>
      </w:pPr>
      <w:r w:rsidRPr="000206A4">
        <w:rPr>
          <w:rtl/>
        </w:rPr>
        <w:t xml:space="preserve">فمن هم هؤلاء الأئمة عند السنّة ومن هو آخرهم؟ بل من هو </w:t>
      </w:r>
      <w:r w:rsidR="00EA3C94">
        <w:rPr>
          <w:rFonts w:hint="cs"/>
          <w:rtl/>
        </w:rPr>
        <w:t xml:space="preserve"> </w:t>
      </w:r>
      <w:r w:rsidRPr="000206A4">
        <w:rPr>
          <w:rtl/>
        </w:rPr>
        <w:t>أولهم؟!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سكتّ أيضا لأني أعلم أنّ الجماعة أدخلوا ملوك بني أمية الفراعنة ، </w:t>
      </w:r>
      <w:r w:rsidR="00EA3C94">
        <w:rPr>
          <w:rFonts w:hint="cs"/>
          <w:rtl/>
        </w:rPr>
        <w:t xml:space="preserve"> </w:t>
      </w:r>
      <w:r>
        <w:rPr>
          <w:rtl/>
        </w:rPr>
        <w:t>وهناك اضطراب حقيقي في شرح الحديث.</w:t>
      </w:r>
    </w:p>
    <w:p w:rsidR="008C4947" w:rsidRDefault="008C4947" w:rsidP="004233AE">
      <w:pPr>
        <w:pStyle w:val="libNormal"/>
        <w:rPr>
          <w:rtl/>
        </w:rPr>
      </w:pPr>
      <w:r w:rsidRPr="00B0205B">
        <w:rPr>
          <w:rStyle w:val="libBold2Char"/>
          <w:rtl/>
        </w:rPr>
        <w:t xml:space="preserve">قال صديقي : والدليل الثالث : هو حديث الثقلين الذي قال فيه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 :« إنّي تارك فيكم الثقلين كتاب الله وعترتي أهل بيتي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وإنّهما لن يفترقا حتّى يردا عَلَيّ الحوض » وقد ورد الحديث بألفاظ أخرى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قريبة.</w:t>
      </w:r>
    </w:p>
    <w:p w:rsidR="0087728A" w:rsidRDefault="008C4947" w:rsidP="0087728A">
      <w:pPr>
        <w:pStyle w:val="libBold2"/>
        <w:rPr>
          <w:rtl/>
        </w:rPr>
      </w:pPr>
      <w:r w:rsidRPr="000206A4">
        <w:rPr>
          <w:rtl/>
        </w:rPr>
        <w:t xml:space="preserve">وبجمع ما تفرّق نقول : إنّ لكلّ زمان إمام خاصّ به ، لأنه حسب </w:t>
      </w:r>
      <w:r w:rsidR="00EA3C94">
        <w:rPr>
          <w:rFonts w:hint="cs"/>
          <w:rtl/>
        </w:rPr>
        <w:t xml:space="preserve"> </w:t>
      </w:r>
      <w:r w:rsidRPr="000206A4">
        <w:rPr>
          <w:rtl/>
        </w:rPr>
        <w:t xml:space="preserve">الحديث الأول لا يخلو زمان من إمام. وعدد الأئمة الشرعيّين بعد </w:t>
      </w:r>
      <w:r w:rsidR="00EA3C94">
        <w:rPr>
          <w:rFonts w:hint="cs"/>
          <w:rtl/>
        </w:rPr>
        <w:t xml:space="preserve"> </w:t>
      </w:r>
      <w:r w:rsidRPr="000206A4">
        <w:rPr>
          <w:rtl/>
        </w:rPr>
        <w:t xml:space="preserve">رسول الله اثنا عشر. والأئمة من أهل البيت والقرآن هما ثقلا هذه الأمة </w:t>
      </w:r>
      <w:r w:rsidR="00EA3C94">
        <w:rPr>
          <w:rFonts w:hint="cs"/>
          <w:rtl/>
        </w:rPr>
        <w:t xml:space="preserve"> </w:t>
      </w:r>
      <w:r w:rsidRPr="000206A4">
        <w:rPr>
          <w:rtl/>
        </w:rPr>
        <w:t>ولن يفترقا أبدا ما كان هناك إسلام.</w:t>
      </w:r>
    </w:p>
    <w:p w:rsidR="0087728A" w:rsidRDefault="008C4947" w:rsidP="0087728A">
      <w:pPr>
        <w:pStyle w:val="libBold2"/>
        <w:rPr>
          <w:rtl/>
        </w:rPr>
      </w:pPr>
      <w:r w:rsidRPr="000206A4">
        <w:rPr>
          <w:rtl/>
        </w:rPr>
        <w:t xml:space="preserve">فالخلاصة إذن لا بدّ أن يكون هذا الإمام الثاني عشر غائبا عن </w:t>
      </w:r>
      <w:r w:rsidR="00EA3C94">
        <w:rPr>
          <w:rFonts w:hint="cs"/>
          <w:rtl/>
        </w:rPr>
        <w:t xml:space="preserve"> </w:t>
      </w:r>
      <w:r w:rsidRPr="000206A4">
        <w:rPr>
          <w:rtl/>
        </w:rPr>
        <w:t xml:space="preserve">الأنظار حيّ موجود وهو إمام زماننا ، وأنه سيظهر في وقت معيّن بعد أن </w:t>
      </w:r>
      <w:r w:rsidR="00EA3C94">
        <w:rPr>
          <w:rFonts w:hint="cs"/>
          <w:rtl/>
        </w:rPr>
        <w:t xml:space="preserve"> </w:t>
      </w:r>
      <w:r w:rsidRPr="000206A4">
        <w:rPr>
          <w:rtl/>
        </w:rPr>
        <w:t>كان مختفيا خوفا من بطش الظالمين كما بطشوا بآباءه الطاهرين كعليّ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87728A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أنظر : صحيح مسلم كتاب الإمارة ج3 ، ومسند أحمد 5 / 100 ، وتفسير ابن كثير </w:t>
      </w:r>
      <w:r w:rsidR="00EA3C94">
        <w:rPr>
          <w:rFonts w:hint="cs"/>
          <w:rtl/>
        </w:rPr>
        <w:t xml:space="preserve"> </w:t>
      </w:r>
      <w:r>
        <w:rPr>
          <w:rtl/>
        </w:rPr>
        <w:t>3 / 312 ، سنن أبي داود 4 / 86 ، وغيرها.</w:t>
      </w:r>
    </w:p>
    <w:p w:rsidR="008C4947" w:rsidRPr="002E12A6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2E12A6">
        <w:rPr>
          <w:rtl/>
        </w:rPr>
        <w:lastRenderedPageBreak/>
        <w:t>والحسين وجعفر الصّادق وغيرهم.</w:t>
      </w:r>
    </w:p>
    <w:p w:rsidR="008C4947" w:rsidRPr="002E12A6" w:rsidRDefault="008C4947" w:rsidP="00B0205B">
      <w:pPr>
        <w:pStyle w:val="libBold2"/>
        <w:rPr>
          <w:rtl/>
        </w:rPr>
      </w:pPr>
      <w:r w:rsidRPr="002E12A6">
        <w:rPr>
          <w:rtl/>
        </w:rPr>
        <w:t xml:space="preserve">واعلم ، أنه إذا لم تستخلص معي هذه النتيجة فستبقى الأحاديث </w:t>
      </w:r>
      <w:r w:rsidR="00EA3C94">
        <w:rPr>
          <w:rFonts w:hint="cs"/>
          <w:rtl/>
        </w:rPr>
        <w:t xml:space="preserve"> </w:t>
      </w:r>
      <w:r w:rsidRPr="002E12A6">
        <w:rPr>
          <w:rtl/>
        </w:rPr>
        <w:t xml:space="preserve">متناثرة متراكمة لا يجمع بينها شيء! ونحن نقول لمن يعتقد أنّ الإمام </w:t>
      </w:r>
      <w:r w:rsidR="00EA3C94">
        <w:rPr>
          <w:rFonts w:hint="cs"/>
          <w:rtl/>
        </w:rPr>
        <w:t xml:space="preserve"> </w:t>
      </w:r>
      <w:r w:rsidRPr="002E12A6">
        <w:rPr>
          <w:rtl/>
        </w:rPr>
        <w:t xml:space="preserve">المهدي سيولد : إمامك من هو؟ إمام زمانك الآن حتّى تعرفه ولا تموت </w:t>
      </w:r>
      <w:r w:rsidR="00EA3C94">
        <w:rPr>
          <w:rFonts w:hint="cs"/>
          <w:rtl/>
        </w:rPr>
        <w:t xml:space="preserve"> </w:t>
      </w:r>
      <w:r w:rsidRPr="002E12A6">
        <w:rPr>
          <w:rtl/>
        </w:rPr>
        <w:t>ميتة جاهليّة؟ وننتظر منه الجواب إذا أجاب.</w:t>
      </w:r>
    </w:p>
    <w:p w:rsidR="008C4947" w:rsidRPr="002E12A6" w:rsidRDefault="008C4947" w:rsidP="00B0205B">
      <w:pPr>
        <w:pStyle w:val="libBold2"/>
        <w:rPr>
          <w:rtl/>
        </w:rPr>
      </w:pPr>
      <w:r w:rsidRPr="002E12A6">
        <w:rPr>
          <w:rtl/>
        </w:rPr>
        <w:t>أنهى صديقي كلامه وربّت على كتفي قائلا</w:t>
      </w:r>
      <w:r>
        <w:rPr>
          <w:rFonts w:hint="cs"/>
          <w:rtl/>
        </w:rPr>
        <w:t>ً</w:t>
      </w:r>
      <w:r w:rsidRPr="002E12A6">
        <w:rPr>
          <w:rtl/>
        </w:rPr>
        <w:t xml:space="preserve"> : لاتُعر بالا</w:t>
      </w:r>
      <w:r>
        <w:rPr>
          <w:rFonts w:hint="cs"/>
          <w:rtl/>
        </w:rPr>
        <w:t>ً</w:t>
      </w:r>
      <w:r w:rsidRPr="002E12A6">
        <w:rPr>
          <w:rtl/>
        </w:rPr>
        <w:t xml:space="preserve"> لكلّ هذا </w:t>
      </w:r>
      <w:r w:rsidR="00EA3C94">
        <w:rPr>
          <w:rFonts w:hint="cs"/>
          <w:rtl/>
        </w:rPr>
        <w:t xml:space="preserve"> </w:t>
      </w:r>
      <w:r w:rsidRPr="002E12A6">
        <w:rPr>
          <w:rtl/>
        </w:rPr>
        <w:t xml:space="preserve">الضجيج الذي تسمعه حول عقائد الشيعة فإنّك رأيت بنفسك كذب ذلك </w:t>
      </w:r>
      <w:r w:rsidR="00EA3C94">
        <w:rPr>
          <w:rFonts w:hint="cs"/>
          <w:rtl/>
        </w:rPr>
        <w:t xml:space="preserve"> </w:t>
      </w:r>
      <w:r w:rsidRPr="002E12A6">
        <w:rPr>
          <w:rtl/>
        </w:rPr>
        <w:t xml:space="preserve">الصياح ، إنّهم لم يتركوا عقيدة من عقائدنا إلاّ وأقاموا الدنيا حولها </w:t>
      </w:r>
      <w:r w:rsidR="00EA3C94">
        <w:rPr>
          <w:rFonts w:hint="cs"/>
          <w:rtl/>
        </w:rPr>
        <w:t xml:space="preserve"> </w:t>
      </w:r>
      <w:r w:rsidRPr="002E12A6">
        <w:rPr>
          <w:rtl/>
        </w:rPr>
        <w:t xml:space="preserve">تهريجا. فحول المتعة تهريج ، وحول الإمامة تهريج ، وحول الصحابة </w:t>
      </w:r>
      <w:r w:rsidR="00EA3C94">
        <w:rPr>
          <w:rFonts w:hint="cs"/>
          <w:rtl/>
        </w:rPr>
        <w:t xml:space="preserve"> </w:t>
      </w:r>
      <w:r w:rsidRPr="002E12A6">
        <w:rPr>
          <w:rtl/>
        </w:rPr>
        <w:t xml:space="preserve">صخب ، وهكذا ، كلّ ذلك لكي يُبعدوا الناس عنّا لكي لا يسمعوا لنا ، بل </w:t>
      </w:r>
      <w:r w:rsidR="00EA3C94">
        <w:rPr>
          <w:rFonts w:hint="cs"/>
          <w:rtl/>
        </w:rPr>
        <w:t xml:space="preserve"> </w:t>
      </w:r>
      <w:r w:rsidRPr="002E12A6">
        <w:rPr>
          <w:rtl/>
        </w:rPr>
        <w:t xml:space="preserve">وصل الأمر ببعضهم أن حذّر مريديه وأفتى تابعيه بأن لا يناقشوا الشيعة </w:t>
      </w:r>
      <w:r w:rsidR="00EA3C94">
        <w:rPr>
          <w:rFonts w:hint="cs"/>
          <w:rtl/>
        </w:rPr>
        <w:t xml:space="preserve"> </w:t>
      </w:r>
      <w:r w:rsidRPr="002E12A6">
        <w:rPr>
          <w:rtl/>
        </w:rPr>
        <w:t xml:space="preserve">لأنهم يفتنون الإنسان ، بل ويسحرونه كما تعتقد بعض الشعوب في </w:t>
      </w:r>
      <w:r w:rsidR="00EA3C94">
        <w:rPr>
          <w:rFonts w:hint="cs"/>
          <w:rtl/>
        </w:rPr>
        <w:t xml:space="preserve"> </w:t>
      </w:r>
      <w:r w:rsidRPr="002E12A6">
        <w:rPr>
          <w:rtl/>
        </w:rPr>
        <w:t xml:space="preserve">المشرق. ووصل الأمر بأحد مفتي البلاد العربيّة أن أمر مريديه بجمع </w:t>
      </w:r>
      <w:r w:rsidR="00EA3C94">
        <w:rPr>
          <w:rFonts w:hint="cs"/>
          <w:rtl/>
        </w:rPr>
        <w:t xml:space="preserve"> </w:t>
      </w:r>
      <w:r w:rsidRPr="002E12A6">
        <w:rPr>
          <w:rtl/>
        </w:rPr>
        <w:t xml:space="preserve">بعض الكتب الشيعية بكميات كبيرة وأمر بحرقها ضاناً هذا المسكين أنه </w:t>
      </w:r>
      <w:r w:rsidR="00EA3C94">
        <w:rPr>
          <w:rFonts w:hint="cs"/>
          <w:rtl/>
        </w:rPr>
        <w:t xml:space="preserve"> </w:t>
      </w:r>
      <w:r w:rsidRPr="002E12A6">
        <w:rPr>
          <w:rtl/>
        </w:rPr>
        <w:t>حلّ المشكل. سياسة النعامة دائما.</w:t>
      </w:r>
    </w:p>
    <w:p w:rsidR="008C4947" w:rsidRDefault="008C4947" w:rsidP="00B0205B">
      <w:pPr>
        <w:pStyle w:val="libBold2"/>
        <w:rPr>
          <w:rtl/>
        </w:rPr>
      </w:pPr>
      <w:r w:rsidRPr="002E12A6">
        <w:rPr>
          <w:rtl/>
        </w:rPr>
        <w:t xml:space="preserve">ولا أدري! إنّ القوم يزعمون إنّ فكرهم الإسلامي لا يقف أمامه </w:t>
      </w:r>
      <w:r w:rsidR="00EA3C94">
        <w:rPr>
          <w:rFonts w:hint="cs"/>
          <w:rtl/>
        </w:rPr>
        <w:t xml:space="preserve"> </w:t>
      </w:r>
      <w:r w:rsidRPr="002E12A6">
        <w:rPr>
          <w:rtl/>
        </w:rPr>
        <w:t xml:space="preserve">أحد ، فلماذا يخافون وماذا سيفعلون مع التيارات الجديدة من مادية </w:t>
      </w:r>
      <w:r w:rsidR="00EA3C94">
        <w:rPr>
          <w:rFonts w:hint="cs"/>
          <w:rtl/>
        </w:rPr>
        <w:t xml:space="preserve"> </w:t>
      </w:r>
      <w:r w:rsidRPr="002E12A6">
        <w:rPr>
          <w:rtl/>
        </w:rPr>
        <w:t xml:space="preserve">وعلمانيّة وو.. التي ملأت الأرض بالشبهات؟! والأدهى من ذلك أنّ </w:t>
      </w:r>
      <w:r w:rsidR="00EA3C94">
        <w:rPr>
          <w:rFonts w:hint="cs"/>
          <w:rtl/>
        </w:rPr>
        <w:t xml:space="preserve"> </w:t>
      </w:r>
      <w:r w:rsidRPr="002E12A6">
        <w:rPr>
          <w:rtl/>
        </w:rPr>
        <w:t>علماء معتبرين من أهل السنّة خالفوا سنناً عديدة للرسول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بدعوى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أنها أصبحت شعارا للرافضة وذلك مثل التختّم باليمين وتسطيح القبر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وغيرها.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</w:p>
    <w:p w:rsidR="008C4947" w:rsidRPr="002E12A6" w:rsidRDefault="008C4947" w:rsidP="00B0205B">
      <w:pPr>
        <w:pStyle w:val="libBold2"/>
        <w:rPr>
          <w:rtl/>
        </w:rPr>
      </w:pPr>
      <w:r w:rsidRPr="002E12A6">
        <w:rPr>
          <w:rtl/>
        </w:rPr>
        <w:lastRenderedPageBreak/>
        <w:t xml:space="preserve">ولهذا طالما أنّ الإمام المهدي هو شعار الرافضة فلن يذعنوا بكلّ </w:t>
      </w:r>
      <w:r w:rsidR="00EA3C94">
        <w:rPr>
          <w:rFonts w:hint="cs"/>
          <w:rtl/>
        </w:rPr>
        <w:t xml:space="preserve"> </w:t>
      </w:r>
      <w:r w:rsidRPr="002E12A6">
        <w:rPr>
          <w:rtl/>
        </w:rPr>
        <w:t xml:space="preserve">الأدلة وسيخالفونها بالتأكيد نكاية في الروافض!! وكان عليهم أن يغيّروا </w:t>
      </w:r>
      <w:r w:rsidR="00EA3C94">
        <w:rPr>
          <w:rFonts w:hint="cs"/>
          <w:rtl/>
        </w:rPr>
        <w:t xml:space="preserve"> </w:t>
      </w:r>
      <w:r w:rsidRPr="002E12A6">
        <w:rPr>
          <w:rtl/>
        </w:rPr>
        <w:t xml:space="preserve">القبلة أيضا ويتركوا صيام رمضان لأنهما من شعار الرافضة. وهكذا أطاع </w:t>
      </w:r>
      <w:r w:rsidR="00EA3C94">
        <w:rPr>
          <w:rFonts w:hint="cs"/>
          <w:rtl/>
        </w:rPr>
        <w:t xml:space="preserve"> </w:t>
      </w:r>
      <w:r w:rsidRPr="002E12A6">
        <w:rPr>
          <w:rtl/>
        </w:rPr>
        <w:t xml:space="preserve">كثير من الناس ساداتهم وكبراءهم فأضلّوهم السبيل ولن يغنوا عنهم من </w:t>
      </w:r>
      <w:r w:rsidR="00EA3C94">
        <w:rPr>
          <w:rFonts w:hint="cs"/>
          <w:rtl/>
        </w:rPr>
        <w:t xml:space="preserve"> </w:t>
      </w:r>
      <w:r w:rsidRPr="002E12A6">
        <w:rPr>
          <w:rtl/>
        </w:rPr>
        <w:t>الله شيئا يوم يتبرّأ الذين اتُّبعوا من الذين اتَّبعوا</w:t>
      </w:r>
      <w:r w:rsidRPr="002E12A6">
        <w:rPr>
          <w:rFonts w:hint="cs"/>
          <w:rtl/>
        </w:rPr>
        <w:t>»</w:t>
      </w:r>
      <w:r w:rsidRPr="002E12A6">
        <w:rPr>
          <w:rtl/>
        </w:rPr>
        <w:t>.</w:t>
      </w:r>
    </w:p>
    <w:p w:rsidR="008C4947" w:rsidRDefault="008C4947" w:rsidP="00B0205B">
      <w:pPr>
        <w:pStyle w:val="libBold2"/>
        <w:rPr>
          <w:rtl/>
        </w:rPr>
      </w:pPr>
      <w:r w:rsidRPr="002E12A6">
        <w:rPr>
          <w:rtl/>
        </w:rPr>
        <w:t xml:space="preserve">واصل صديقي كلامه لي : ولهذا إذا أردت الحقيقة فخذها من أهلها </w:t>
      </w:r>
      <w:r w:rsidR="00EA3C94">
        <w:rPr>
          <w:rFonts w:hint="cs"/>
          <w:rtl/>
        </w:rPr>
        <w:t xml:space="preserve"> </w:t>
      </w:r>
      <w:r w:rsidRPr="002E12A6">
        <w:rPr>
          <w:rtl/>
        </w:rPr>
        <w:t xml:space="preserve">ولا تقل 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إِنَّا وَجَدْنَا آبَاءَنَا عَلَىٰ أُمَّةٍ وَإِنَّا عَلَىٰ آثَارِهِم مُّهْتَدُونَ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 ، وإلاّ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لكان للمسيحي اليوم الحق في أن يتمسّك بدين آباءه وأجداده وهكذا كلّ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فرد من كلّ دين وملّة ، وهذه حجّة داحضة بصريح القرآن.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قام صديقي بعد أن أكمل كلامه ثم قمت وراءه واتجهنا عائدين من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نفس الطريق ، وقد واعدته أن أدفع له ثمن قهوة دافئة نحتسيها في مقهى </w:t>
      </w:r>
      <w:r w:rsidR="00EA3C94">
        <w:rPr>
          <w:rFonts w:hint="cs"/>
          <w:rtl/>
        </w:rPr>
        <w:t xml:space="preserve"> </w:t>
      </w:r>
      <w:r>
        <w:rPr>
          <w:rtl/>
        </w:rPr>
        <w:t>على جانب طريق الشاطىء في ظهر ذلك اليوم الربيعي الدافىء.</w:t>
      </w:r>
    </w:p>
    <w:p w:rsidR="0087728A" w:rsidRDefault="00EA3C94" w:rsidP="00F122A7">
      <w:pPr>
        <w:pStyle w:val="libLine"/>
        <w:rPr>
          <w:rtl/>
        </w:rPr>
      </w:pPr>
      <w:r>
        <w:rPr>
          <w:rFonts w:hint="cs"/>
          <w:rtl/>
        </w:rPr>
        <w:t xml:space="preserve">       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الزخرف : 22.</w:t>
      </w:r>
    </w:p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67" w:name="_Toc365111454"/>
      <w:r w:rsidR="00EA3C94">
        <w:rPr>
          <w:rFonts w:hint="cs"/>
          <w:rtl/>
        </w:rPr>
        <w:lastRenderedPageBreak/>
        <w:t xml:space="preserve"> </w:t>
      </w:r>
    </w:p>
    <w:p w:rsidR="008C4947" w:rsidRDefault="008C4947" w:rsidP="008C4947">
      <w:pPr>
        <w:pStyle w:val="Heading2"/>
        <w:rPr>
          <w:rtl/>
        </w:rPr>
      </w:pPr>
      <w:bookmarkStart w:id="68" w:name="_Toc398986476"/>
      <w:bookmarkStart w:id="69" w:name="_Toc398986507"/>
      <w:r>
        <w:rPr>
          <w:rtl/>
        </w:rPr>
        <w:t>رمتني بدائها... وانسلّت :</w:t>
      </w:r>
      <w:bookmarkEnd w:id="67"/>
      <w:bookmarkEnd w:id="68"/>
      <w:bookmarkEnd w:id="69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كان في يدي ذات يوم مقال لمجلّة عربية أرسله أحد القراء وكان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مليئا بالسبّ والشتم لمن سمّاهم بالرافضة ، وكان من جملة ما كتب أنّ </w:t>
      </w:r>
      <w:r w:rsidR="00EA3C94">
        <w:rPr>
          <w:rFonts w:hint="cs"/>
          <w:rtl/>
        </w:rPr>
        <w:t xml:space="preserve"> </w:t>
      </w:r>
      <w:r>
        <w:rPr>
          <w:rtl/>
        </w:rPr>
        <w:t>الروافض يؤمنون بتناسخ الأرواح!!!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طبعا ، صار لي تحفّظ شديد على أي كلام يقال ضدّ الشيعة ، بل </w:t>
      </w:r>
      <w:r w:rsidR="00EA3C94">
        <w:rPr>
          <w:rFonts w:hint="cs"/>
          <w:rtl/>
        </w:rPr>
        <w:t xml:space="preserve"> </w:t>
      </w:r>
      <w:r>
        <w:rPr>
          <w:rtl/>
        </w:rPr>
        <w:t>وغير الشيعة ، لأنه كما قالت العرب</w:t>
      </w:r>
      <w:r>
        <w:rPr>
          <w:rFonts w:hint="cs"/>
          <w:rtl/>
        </w:rPr>
        <w:t xml:space="preserve">« </w:t>
      </w:r>
      <w:r>
        <w:rPr>
          <w:rtl/>
        </w:rPr>
        <w:t>ربّ مشهور لا أصل له</w:t>
      </w:r>
      <w:r>
        <w:rPr>
          <w:rFonts w:hint="cs"/>
          <w:rtl/>
        </w:rPr>
        <w:t>»</w:t>
      </w:r>
      <w:r>
        <w:rPr>
          <w:rtl/>
        </w:rPr>
        <w:t xml:space="preserve">، وأذكر أنّني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مرّة تحدثت مع أحد المعارف فجرى الحديث عن الهندوس وتعجبت أنا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كيف أنهم يعبدون البقرة ، فاستغرب صاحبنا وقال : إنّ الهندوس لا يعبدون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البقرة لكنهم يقدسونها والعهدة عليه. المهمّ عوّدت نفسي أن لا أتّهم ولا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أحكم أحكاما جازمة على عقيدة وفكر أي أحد وأي فريق حتّى أتيقن أنا </w:t>
      </w:r>
      <w:r w:rsidR="00EA3C94">
        <w:rPr>
          <w:rFonts w:hint="cs"/>
          <w:rtl/>
        </w:rPr>
        <w:t xml:space="preserve"> </w:t>
      </w:r>
      <w:r>
        <w:rPr>
          <w:rtl/>
        </w:rPr>
        <w:t>بنفسي من ذلك خاصّة إذا كان ذلك ممكنا لي ومتاحا.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طبعا ، لم أصدّق هذا الكاتب الذي رمى الشيعة الإمامية بفرية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عظيمة وهي القول بتناسخ الأرواح ، لكن قلت في نفسي : لا بدّ أنّ هناك </w:t>
      </w:r>
      <w:r w:rsidR="00EA3C94">
        <w:rPr>
          <w:rFonts w:hint="cs"/>
          <w:rtl/>
        </w:rPr>
        <w:t xml:space="preserve"> </w:t>
      </w:r>
      <w:r>
        <w:rPr>
          <w:rtl/>
        </w:rPr>
        <w:t>مسألة عند الشيعة بنى عليها القوم حكمهم هذا.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وفي أوّل لقاء لاحق مع صديقي الشيعي أريته ذلك المقال الذي احتفظت </w:t>
      </w:r>
      <w:r w:rsidR="00EA3C94">
        <w:rPr>
          <w:rFonts w:hint="cs"/>
          <w:rtl/>
        </w:rPr>
        <w:t xml:space="preserve"> </w:t>
      </w:r>
      <w:r>
        <w:rPr>
          <w:rtl/>
        </w:rPr>
        <w:t>به في جيبي.</w:t>
      </w:r>
    </w:p>
    <w:p w:rsidR="008C4947" w:rsidRPr="00F122A7" w:rsidRDefault="008C4947" w:rsidP="00B0205B">
      <w:pPr>
        <w:pStyle w:val="libBold2"/>
        <w:rPr>
          <w:rStyle w:val="libPoemTiniChar0"/>
          <w:rtl/>
        </w:rPr>
      </w:pPr>
      <w:r w:rsidRPr="00490B7B">
        <w:rPr>
          <w:rtl/>
        </w:rPr>
        <w:t xml:space="preserve">قرأ صديقي المقال بعجل ، ثم وضع الورقة على طاولته وقال : إنّي </w:t>
      </w:r>
      <w:r w:rsidR="00EA3C94">
        <w:rPr>
          <w:rFonts w:hint="cs"/>
          <w:rtl/>
        </w:rPr>
        <w:t xml:space="preserve"> </w:t>
      </w:r>
      <w:r w:rsidRPr="00490B7B">
        <w:rPr>
          <w:rtl/>
        </w:rPr>
        <w:t xml:space="preserve">أحياناً أتأسّف على العصور الإسلامية الماضية حيث كان عند المسلمين </w:t>
      </w:r>
      <w:r w:rsidR="00EA3C94">
        <w:rPr>
          <w:rFonts w:hint="cs"/>
          <w:rtl/>
        </w:rPr>
        <w:t xml:space="preserve"> </w:t>
      </w:r>
      <w:r w:rsidRPr="00490B7B">
        <w:rPr>
          <w:rtl/>
        </w:rPr>
        <w:t xml:space="preserve">فعلا علماء من مختلف المذاهب ، حتّى كانت مناظراتهم وعباراتهم نحو </w:t>
      </w:r>
      <w:r w:rsidR="00EA3C94">
        <w:rPr>
          <w:rFonts w:hint="cs"/>
          <w:rtl/>
        </w:rPr>
        <w:t xml:space="preserve"> 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 w:rsidRPr="00B0205B">
        <w:rPr>
          <w:rStyle w:val="libBold2Char"/>
          <w:rtl/>
        </w:rPr>
        <w:lastRenderedPageBreak/>
        <w:t xml:space="preserve">بعضهم البعض تظهر ما كانوا عليه من رفيع الأخلاق وبالأخصّ ما كانوا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عليه من روح علميّة محايدة إلى حدّ ما. والعجيب ونحن في قرن وعصر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العلم كما يقال مازلنا ترى أنّ هناك من يعيش معنا ويعتقد حول الشيعة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وغيرهم هكذا اعتقادات ، وما سمعته أنا أغرب من هذا بكثير ، حتّى أنّ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هناك أناسا في بلاد إسلامية يعتقدون أنّ للشيعة ذيولا كذيول القردة!! أو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أنّ الشيعة يقولون بأنّ جبرئيل 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 xml:space="preserve"> قد خان الأمانة ، لذا هم نكاية فيه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يُعقّبون بعد صلواتهم اليومية بترديد عبارة</w:t>
      </w:r>
      <w:r w:rsidRPr="00B0205B">
        <w:rPr>
          <w:rStyle w:val="libBold2Char"/>
          <w:rFonts w:hint="cs"/>
          <w:rtl/>
        </w:rPr>
        <w:t xml:space="preserve">« </w:t>
      </w:r>
      <w:r w:rsidRPr="00B0205B">
        <w:rPr>
          <w:rStyle w:val="libBold2Char"/>
          <w:rtl/>
        </w:rPr>
        <w:t>خان الأمين</w:t>
      </w:r>
      <w:r w:rsidRPr="00B0205B">
        <w:rPr>
          <w:rStyle w:val="libBold2Char"/>
          <w:rFonts w:hint="cs"/>
          <w:rtl/>
        </w:rPr>
        <w:t>»</w:t>
      </w:r>
      <w:r w:rsidRPr="00B0205B">
        <w:rPr>
          <w:rStyle w:val="libBold2Char"/>
          <w:rtl/>
        </w:rPr>
        <w:t xml:space="preserve">ثلاثة مرات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وغيرها.</w:t>
      </w:r>
    </w:p>
    <w:p w:rsidR="008C4947" w:rsidRPr="00490B7B" w:rsidRDefault="008C4947" w:rsidP="00B0205B">
      <w:pPr>
        <w:pStyle w:val="libBold2"/>
        <w:rPr>
          <w:rtl/>
        </w:rPr>
      </w:pPr>
      <w:r w:rsidRPr="00490B7B">
        <w:rPr>
          <w:rtl/>
        </w:rPr>
        <w:t xml:space="preserve">هذا مع الأسف إحدى نتائج انحطاط المسلمين وتراجع الحضارة </w:t>
      </w:r>
      <w:r w:rsidR="00EA3C94">
        <w:rPr>
          <w:rFonts w:hint="cs"/>
          <w:rtl/>
        </w:rPr>
        <w:t xml:space="preserve"> </w:t>
      </w:r>
      <w:r w:rsidRPr="00490B7B">
        <w:rPr>
          <w:rtl/>
        </w:rPr>
        <w:t>الإسلامية».</w:t>
      </w:r>
    </w:p>
    <w:p w:rsidR="008C4947" w:rsidRPr="00490B7B" w:rsidRDefault="008C4947" w:rsidP="00B0205B">
      <w:pPr>
        <w:pStyle w:val="libBold2"/>
        <w:rPr>
          <w:rtl/>
        </w:rPr>
      </w:pPr>
      <w:r w:rsidRPr="00490B7B">
        <w:rPr>
          <w:rtl/>
        </w:rPr>
        <w:t>واستخلص صديقي قائلا</w:t>
      </w:r>
      <w:r>
        <w:rPr>
          <w:rFonts w:hint="cs"/>
          <w:rtl/>
        </w:rPr>
        <w:t>ً</w:t>
      </w:r>
      <w:r w:rsidRPr="00490B7B">
        <w:rPr>
          <w:rtl/>
        </w:rPr>
        <w:t xml:space="preserve"> : وطبعا نتلقى النصيب الأكبر من </w:t>
      </w:r>
      <w:r w:rsidR="00EA3C94">
        <w:rPr>
          <w:rFonts w:hint="cs"/>
          <w:rtl/>
        </w:rPr>
        <w:t xml:space="preserve"> </w:t>
      </w:r>
      <w:r w:rsidRPr="00490B7B">
        <w:rPr>
          <w:rtl/>
        </w:rPr>
        <w:t xml:space="preserve">الإتهامات والبهتان من الوهابيين ، ولا يزول عجبي من هذه الفرقة </w:t>
      </w:r>
      <w:r w:rsidR="00EA3C94">
        <w:rPr>
          <w:rFonts w:hint="cs"/>
          <w:rtl/>
        </w:rPr>
        <w:t xml:space="preserve"> </w:t>
      </w:r>
      <w:r w:rsidRPr="00490B7B">
        <w:rPr>
          <w:rtl/>
        </w:rPr>
        <w:t xml:space="preserve">الصنيعة التي هي آخر أو من آخر ما ظهر من الحركات الإسلامية وهي </w:t>
      </w:r>
      <w:r w:rsidR="00EA3C94">
        <w:rPr>
          <w:rFonts w:hint="cs"/>
          <w:rtl/>
        </w:rPr>
        <w:t xml:space="preserve"> </w:t>
      </w:r>
      <w:r w:rsidRPr="00490B7B">
        <w:rPr>
          <w:rtl/>
        </w:rPr>
        <w:t xml:space="preserve">تكفّر وتبدّع أعرق الفرق الإسلامية تاريخا وفكرا. والجدير ذكره هي </w:t>
      </w:r>
      <w:r w:rsidR="00EA3C94">
        <w:rPr>
          <w:rFonts w:hint="cs"/>
          <w:rtl/>
        </w:rPr>
        <w:t xml:space="preserve"> </w:t>
      </w:r>
      <w:r w:rsidRPr="00490B7B">
        <w:rPr>
          <w:rtl/>
        </w:rPr>
        <w:t xml:space="preserve">حركة لا تجد لها أصلا ( كشجرة خبيثة ) وإلاّ لو كانت تنتهي إلى المذهب </w:t>
      </w:r>
      <w:r w:rsidR="00EA3C94">
        <w:rPr>
          <w:rFonts w:hint="cs"/>
          <w:rtl/>
        </w:rPr>
        <w:t xml:space="preserve"> </w:t>
      </w:r>
      <w:r w:rsidRPr="00490B7B">
        <w:rPr>
          <w:rtl/>
        </w:rPr>
        <w:t xml:space="preserve">الحنبلي كما يقولون لما خالفت هذا المذهب مخالفات شديدة قد تُخرج </w:t>
      </w:r>
      <w:r w:rsidR="00EA3C94">
        <w:rPr>
          <w:rFonts w:hint="cs"/>
          <w:rtl/>
        </w:rPr>
        <w:t xml:space="preserve"> </w:t>
      </w:r>
      <w:r w:rsidRPr="00490B7B">
        <w:rPr>
          <w:rtl/>
        </w:rPr>
        <w:t xml:space="preserve">أحمد بن حنبل نفسه من دائرة الإسلام بعد تطبيقنا لما يقولونه وما </w:t>
      </w:r>
      <w:r w:rsidR="00EA3C94">
        <w:rPr>
          <w:rFonts w:hint="cs"/>
          <w:rtl/>
        </w:rPr>
        <w:t xml:space="preserve"> </w:t>
      </w:r>
      <w:r w:rsidRPr="00490B7B">
        <w:rPr>
          <w:rtl/>
        </w:rPr>
        <w:t>يعتقدونه في حقّ أحمد وسيرة أحمد.</w:t>
      </w:r>
    </w:p>
    <w:p w:rsidR="008C4947" w:rsidRDefault="008C4947" w:rsidP="00B0205B">
      <w:pPr>
        <w:pStyle w:val="libBold2"/>
        <w:rPr>
          <w:rtl/>
        </w:rPr>
      </w:pPr>
      <w:r w:rsidRPr="00490B7B">
        <w:rPr>
          <w:rtl/>
        </w:rPr>
        <w:t xml:space="preserve">أمّا قضية التناسخ التي يرموننا بها فنحن نطلب منهم دليلا أو قولا </w:t>
      </w:r>
      <w:r w:rsidR="00EA3C94">
        <w:rPr>
          <w:rFonts w:hint="cs"/>
          <w:rtl/>
        </w:rPr>
        <w:t xml:space="preserve"> </w:t>
      </w:r>
      <w:r w:rsidRPr="00490B7B">
        <w:rPr>
          <w:rtl/>
        </w:rPr>
        <w:t xml:space="preserve">واحدا ولو شاذا قال به أحد علمائنا على مرّ التاريخ ، وهكذا الأمر بالنسبة </w:t>
      </w:r>
      <w:r w:rsidR="00EA3C94">
        <w:rPr>
          <w:rFonts w:hint="cs"/>
          <w:rtl/>
        </w:rPr>
        <w:t xml:space="preserve"> </w:t>
      </w:r>
      <w:r w:rsidRPr="00490B7B">
        <w:rPr>
          <w:rtl/>
        </w:rPr>
        <w:t>لخيانة جبرئيل</w:t>
      </w:r>
      <w:r w:rsidRPr="00B0205B">
        <w:rPr>
          <w:rStyle w:val="libAlaemChar"/>
          <w:rtl/>
        </w:rPr>
        <w:t>عليه‌السلام</w:t>
      </w:r>
      <w:r w:rsidRPr="00B0205B">
        <w:rPr>
          <w:rStyle w:val="libBold2Char"/>
          <w:rtl/>
        </w:rPr>
        <w:t>وغيرها.</w:t>
      </w:r>
    </w:p>
    <w:p w:rsidR="008C4947" w:rsidRPr="00F122A7" w:rsidRDefault="008C4947" w:rsidP="00B0205B">
      <w:pPr>
        <w:pStyle w:val="libBold2"/>
        <w:rPr>
          <w:rStyle w:val="libPoemTiniChar0"/>
          <w:rtl/>
        </w:rPr>
      </w:pPr>
      <w:r w:rsidRPr="00490B7B">
        <w:rPr>
          <w:rtl/>
        </w:rPr>
        <w:t xml:space="preserve">ويواصل صديقي : أمّا ما شذ من الأقوال والآراء كمسألة القول </w:t>
      </w:r>
      <w:r w:rsidR="00EA3C94">
        <w:rPr>
          <w:rFonts w:hint="cs"/>
          <w:rtl/>
        </w:rPr>
        <w:t xml:space="preserve"> 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 w:rsidRPr="00B0205B">
        <w:rPr>
          <w:rStyle w:val="libBold2Char"/>
          <w:rtl/>
        </w:rPr>
        <w:lastRenderedPageBreak/>
        <w:t xml:space="preserve">بتحريف القرآن ، فإنّ في كتب القوم كصحيح البخاري مثلا وغيره أحاديث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وآراء عن صحابة كبار كعمر وعائشة</w:t>
      </w:r>
      <w:r w:rsidRPr="00F122A7">
        <w:rPr>
          <w:rStyle w:val="libFootnotenumChar"/>
          <w:rtl/>
        </w:rPr>
        <w:t>(1)</w:t>
      </w:r>
      <w:r w:rsidRPr="00B0205B">
        <w:rPr>
          <w:rStyle w:val="libBold2Char"/>
          <w:rtl/>
        </w:rPr>
        <w:t xml:space="preserve">تُفهم أنّ القرآن ناقص ، لكن نحن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طبعا لا نقول إنّ أهل السنّة يقولون بتحريف القرآن ، ففي كلّ مذهب هناك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آراء شاذة لا يلتفت إليها أصلا.</w:t>
      </w:r>
    </w:p>
    <w:p w:rsidR="008C4947" w:rsidRPr="00490B7B" w:rsidRDefault="008C4947" w:rsidP="00B0205B">
      <w:pPr>
        <w:pStyle w:val="libBold2"/>
        <w:rPr>
          <w:rtl/>
        </w:rPr>
      </w:pPr>
      <w:r w:rsidRPr="00490B7B">
        <w:rPr>
          <w:rtl/>
        </w:rPr>
        <w:t xml:space="preserve">ومسألة المتعة كذلك ، إذا تصفّحت كتب إخواننا فستجد أحاديث </w:t>
      </w:r>
      <w:r w:rsidR="00EA3C94">
        <w:rPr>
          <w:rFonts w:hint="cs"/>
          <w:rtl/>
        </w:rPr>
        <w:t xml:space="preserve"> </w:t>
      </w:r>
      <w:r w:rsidRPr="00490B7B">
        <w:rPr>
          <w:rtl/>
        </w:rPr>
        <w:t>يرويها كبار الصحابة تؤكّد حلّيتها.</w:t>
      </w:r>
    </w:p>
    <w:p w:rsidR="008C4947" w:rsidRDefault="008C4947" w:rsidP="00B0205B">
      <w:pPr>
        <w:pStyle w:val="libBold2"/>
        <w:rPr>
          <w:rtl/>
        </w:rPr>
      </w:pPr>
      <w:r w:rsidRPr="00490B7B">
        <w:rPr>
          <w:rtl/>
        </w:rPr>
        <w:t xml:space="preserve">وأمّا عن الإسرائيليات فحدّث ولا حرج فقد امتلأت كتب القوم </w:t>
      </w:r>
      <w:r w:rsidR="00EA3C94">
        <w:rPr>
          <w:rFonts w:hint="cs"/>
          <w:rtl/>
        </w:rPr>
        <w:t xml:space="preserve"> </w:t>
      </w:r>
      <w:r w:rsidRPr="00490B7B">
        <w:rPr>
          <w:rtl/>
        </w:rPr>
        <w:t xml:space="preserve">بأحاديث تضرب أخلاق الأنبياء والمرسلين ، بل حتّى أخلاق سيّد </w:t>
      </w:r>
      <w:r w:rsidR="00EA3C94">
        <w:rPr>
          <w:rFonts w:hint="cs"/>
          <w:rtl/>
        </w:rPr>
        <w:t xml:space="preserve"> </w:t>
      </w:r>
      <w:r w:rsidRPr="00490B7B">
        <w:rPr>
          <w:rtl/>
        </w:rPr>
        <w:t>المرسلين فضلا عن ضربها لعصمتهم</w:t>
      </w:r>
      <w:r w:rsidRPr="00B0205B">
        <w:rPr>
          <w:rStyle w:val="libAlaemChar"/>
          <w:rtl/>
        </w:rPr>
        <w:t>عليهم‌السلام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>.</w:t>
      </w:r>
    </w:p>
    <w:p w:rsidR="0087728A" w:rsidRDefault="008C4947" w:rsidP="0087728A">
      <w:pPr>
        <w:pStyle w:val="libBold2"/>
        <w:rPr>
          <w:rtl/>
        </w:rPr>
      </w:pPr>
      <w:r w:rsidRPr="00490B7B">
        <w:rPr>
          <w:rtl/>
        </w:rPr>
        <w:t xml:space="preserve">وغيرنا يتهمنا بأنّنا لا نؤمن بالشورى بما تعنيه من ديمقراطية وغير </w:t>
      </w:r>
      <w:r w:rsidR="00EA3C94">
        <w:rPr>
          <w:rFonts w:hint="cs"/>
          <w:rtl/>
        </w:rPr>
        <w:t xml:space="preserve"> </w:t>
      </w:r>
      <w:r w:rsidRPr="00490B7B">
        <w:rPr>
          <w:rtl/>
        </w:rPr>
        <w:t>ذلك ، في حين لا تجد في تاريخ من يعتبرونهم خلفاء شرعيّين ولا في أقوال أو أفعال الصحابة أثرا لمسألة الشورى ، بل لا تجد إلاّ السّيف حاكما وهاديا.</w:t>
      </w:r>
    </w:p>
    <w:p w:rsidR="0087728A" w:rsidRDefault="008C4947" w:rsidP="0087728A">
      <w:pPr>
        <w:pStyle w:val="libBold2"/>
        <w:rPr>
          <w:rtl/>
        </w:rPr>
      </w:pPr>
      <w:r w:rsidRPr="009F59E2">
        <w:rPr>
          <w:rtl/>
        </w:rPr>
        <w:t xml:space="preserve">وعندما تقول الشيعة مثلا بعصمة الأئمة ، يقيمون الدنيا ولا </w:t>
      </w:r>
      <w:r w:rsidR="00EA3C94">
        <w:rPr>
          <w:rFonts w:hint="cs"/>
          <w:rtl/>
        </w:rPr>
        <w:t xml:space="preserve"> </w:t>
      </w:r>
      <w:r w:rsidRPr="009F59E2">
        <w:rPr>
          <w:rtl/>
        </w:rPr>
        <w:t xml:space="preserve">يقعدونها تشنيعا واستهزاء ، ويقولون لا أحد معصوم إلاّ النبيّ ، بل حتّى </w:t>
      </w:r>
      <w:r w:rsidR="00EA3C94">
        <w:rPr>
          <w:rFonts w:hint="cs"/>
          <w:rtl/>
        </w:rPr>
        <w:t xml:space="preserve"> </w:t>
      </w:r>
      <w:r w:rsidRPr="009F59E2">
        <w:rPr>
          <w:rtl/>
        </w:rPr>
        <w:t xml:space="preserve">النبيّ يهجر ويخرّف ويخطأ ويسهو. وفي الوقت نفسه يصرّون إصرارا 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87728A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أنظر قول عمر في ضياع آية الرجم وآية أخرى من كتاب الله : صحيح البخاري 8 / 209 ،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وانظر قول عائشة في آية الرجم وآية رضاعة الكبير عشراً واللّتان ضاعتا بعد وفاة رسول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الله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سنن ابن ماجة 1 / 609 كتاب النكاح ، سنن أبي داود 2 / 184 كتاب النكاح ، </w:t>
      </w:r>
      <w:r w:rsidR="00EA3C94">
        <w:rPr>
          <w:rFonts w:hint="cs"/>
          <w:rtl/>
        </w:rPr>
        <w:t xml:space="preserve"> </w:t>
      </w:r>
      <w:r>
        <w:rPr>
          <w:rtl/>
        </w:rPr>
        <w:t>سنن النسائي 6 / 100 كتاب النكاح.</w:t>
      </w:r>
    </w:p>
    <w:p w:rsidR="008C4947" w:rsidRPr="00B66284" w:rsidRDefault="008C4947" w:rsidP="00F122A7">
      <w:pPr>
        <w:pStyle w:val="libFootnote"/>
        <w:rPr>
          <w:rFonts w:eastAsia="Calibri"/>
          <w:rtl/>
        </w:rPr>
      </w:pPr>
      <w:r w:rsidRPr="00B66284">
        <w:rPr>
          <w:rFonts w:eastAsia="Calibri"/>
          <w:rtl/>
        </w:rPr>
        <w:t>وهناك أحاديث أخر عن غير عمر وعائشة من الصحابة</w:t>
      </w:r>
      <w:r>
        <w:rPr>
          <w:rFonts w:eastAsia="Calibri"/>
          <w:rtl/>
        </w:rPr>
        <w:t>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كأحاديث أبي هريرة في صحيحي البخاري ومسلم والتي تقشعر منها الأبدان ، أنظر مثلا</w:t>
      </w:r>
      <w:r>
        <w:rPr>
          <w:rFonts w:hint="cs"/>
          <w:rtl/>
        </w:rPr>
        <w:t>ً</w:t>
      </w:r>
      <w:r>
        <w:rPr>
          <w:rtl/>
        </w:rPr>
        <w:t xml:space="preserve"> : </w:t>
      </w:r>
      <w:r w:rsidR="00EA3C94">
        <w:rPr>
          <w:rFonts w:hint="cs"/>
          <w:rtl/>
        </w:rPr>
        <w:t xml:space="preserve"> </w:t>
      </w:r>
      <w:r>
        <w:rPr>
          <w:rtl/>
        </w:rPr>
        <w:t>صحيح مسلم 4 / 1842 فضائل موسى : ص1839.</w:t>
      </w:r>
    </w:p>
    <w:p w:rsidR="008C4947" w:rsidRPr="009F59E2" w:rsidRDefault="008C4947" w:rsidP="00B0205B">
      <w:pPr>
        <w:pStyle w:val="libBold2"/>
        <w:rPr>
          <w:rtl/>
        </w:rPr>
      </w:pPr>
      <w:r>
        <w:rPr>
          <w:rtl/>
        </w:rPr>
        <w:br w:type="page"/>
      </w:r>
      <w:r w:rsidRPr="00B0205B">
        <w:rPr>
          <w:rtl/>
        </w:rPr>
        <w:lastRenderedPageBreak/>
        <w:t xml:space="preserve">مميتا على أنّ كل الصحابة عدول ، ثقات ، لا يتطرق الشكّ ولا إلى واحد </w:t>
      </w:r>
      <w:r w:rsidR="00EA3C94">
        <w:rPr>
          <w:rFonts w:hint="cs"/>
          <w:rtl/>
        </w:rPr>
        <w:t xml:space="preserve"> </w:t>
      </w:r>
      <w:r w:rsidRPr="00B0205B">
        <w:rPr>
          <w:rtl/>
        </w:rPr>
        <w:t>منهم</w:t>
      </w:r>
      <w:r w:rsidRPr="00F122A7">
        <w:rPr>
          <w:rStyle w:val="libFootnotenumChar"/>
          <w:rtl/>
        </w:rPr>
        <w:t>(1)</w:t>
      </w:r>
      <w:r w:rsidRPr="009F59E2">
        <w:rPr>
          <w:rtl/>
        </w:rPr>
        <w:t>وهم عشرات الألوف!</w:t>
      </w:r>
    </w:p>
    <w:p w:rsidR="008C4947" w:rsidRDefault="008C4947" w:rsidP="00B0205B">
      <w:pPr>
        <w:pStyle w:val="libBold2"/>
        <w:rPr>
          <w:rtl/>
        </w:rPr>
      </w:pPr>
      <w:r w:rsidRPr="009F59E2">
        <w:rPr>
          <w:rtl/>
        </w:rPr>
        <w:t>عندما تقول الشيعة أنّ أفضل الناس بعد رسول الله</w:t>
      </w:r>
      <w:r w:rsidRPr="00B0205B">
        <w:rPr>
          <w:rStyle w:val="libAlaemChar"/>
          <w:rtl/>
        </w:rPr>
        <w:t>صلى‌الله‌عليه‌وآله‌وسلم</w:t>
      </w:r>
      <w:r w:rsidRPr="00B0205B">
        <w:rPr>
          <w:rStyle w:val="libBold2Char"/>
          <w:rtl/>
        </w:rPr>
        <w:t xml:space="preserve">هو عليّ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بن أبي طالب لأنه لم يكن أحد من الصحابة مثله في سابقته وجهاده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وعلمه</w:t>
      </w:r>
      <w:r w:rsidRPr="00F122A7">
        <w:rPr>
          <w:rStyle w:val="libFootnotenumChar"/>
          <w:rtl/>
        </w:rPr>
        <w:t>(2)</w:t>
      </w:r>
      <w:r w:rsidRPr="00B0205B">
        <w:rPr>
          <w:rStyle w:val="libBold2Char"/>
          <w:rtl/>
        </w:rPr>
        <w:t xml:space="preserve">وحلمه وبأحاديث يرويها كلا الفريقين ، ترى الدنيا تقوم ولا تقعد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 xml:space="preserve">ويتهموننا بالغلوّ وو.. في حين نجد هناك أحاديث عند إخواننا السنّة تقول 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إنّ عمر من الذين تحدثهم الملائكة</w:t>
      </w:r>
      <w:r w:rsidRPr="00F122A7">
        <w:rPr>
          <w:rStyle w:val="libFootnotenumChar"/>
          <w:rtl/>
        </w:rPr>
        <w:t>(3)</w:t>
      </w:r>
      <w:r w:rsidRPr="00B0205B">
        <w:rPr>
          <w:rStyle w:val="libBold2Char"/>
          <w:rtl/>
        </w:rPr>
        <w:t>وأنه لو لم يُبعث رسول الله</w:t>
      </w:r>
      <w:r w:rsidRPr="00B0205B">
        <w:rPr>
          <w:rStyle w:val="libAlaemChar"/>
          <w:rtl/>
        </w:rPr>
        <w:t>صلى‌الله‌عليه‌وآله‌وسلم</w:t>
      </w:r>
      <w:r w:rsidR="00EA3C94">
        <w:rPr>
          <w:rStyle w:val="libBold2Char"/>
          <w:rFonts w:hint="cs"/>
          <w:rtl/>
        </w:rPr>
        <w:t xml:space="preserve"> </w:t>
      </w:r>
      <w:r w:rsidRPr="00B0205B">
        <w:rPr>
          <w:rStyle w:val="libBold2Char"/>
          <w:rtl/>
        </w:rPr>
        <w:t>لبُعث عمر بن الخطاب</w:t>
      </w:r>
      <w:r w:rsidRPr="00F122A7">
        <w:rPr>
          <w:rStyle w:val="libFootnotenumChar"/>
          <w:rtl/>
        </w:rPr>
        <w:t>(4)</w:t>
      </w:r>
      <w:r w:rsidRPr="00B0205B">
        <w:rPr>
          <w:rStyle w:val="libBold2Char"/>
          <w:rtl/>
        </w:rPr>
        <w:t>وو...</w:t>
      </w:r>
    </w:p>
    <w:p w:rsidR="008C4947" w:rsidRPr="009F59E2" w:rsidRDefault="008C4947" w:rsidP="00B0205B">
      <w:pPr>
        <w:pStyle w:val="libBold2"/>
        <w:rPr>
          <w:rtl/>
        </w:rPr>
      </w:pPr>
      <w:r w:rsidRPr="009F59E2">
        <w:rPr>
          <w:rtl/>
        </w:rPr>
        <w:t xml:space="preserve">يا أخي نحن نطلب قليلا من الإنصاف فقط. ونقول لغيرنا : تعال </w:t>
      </w:r>
      <w:r w:rsidR="00EA3C94">
        <w:rPr>
          <w:rFonts w:hint="cs"/>
          <w:rtl/>
        </w:rPr>
        <w:t xml:space="preserve"> </w:t>
      </w:r>
      <w:r w:rsidRPr="009F59E2">
        <w:rPr>
          <w:rtl/>
        </w:rPr>
        <w:t xml:space="preserve">اقرأ كتبنا ، زُر علماءنا وتجوّل في بلاد الشيعة ، ومن العجيب أنّك ترى </w:t>
      </w:r>
      <w:r w:rsidR="00EA3C94">
        <w:rPr>
          <w:rFonts w:hint="cs"/>
          <w:rtl/>
        </w:rPr>
        <w:t xml:space="preserve"> </w:t>
      </w:r>
      <w:r w:rsidRPr="009F59E2">
        <w:rPr>
          <w:rtl/>
        </w:rPr>
        <w:t xml:space="preserve">أحدنا يفاخر بأنّه زار متحف« اللّوفر » وصعد إلى« برج إيفل » أو قرأ </w:t>
      </w:r>
      <w:r w:rsidR="00EA3C94">
        <w:rPr>
          <w:rFonts w:hint="cs"/>
          <w:rtl/>
        </w:rPr>
        <w:t xml:space="preserve"> </w:t>
      </w:r>
      <w:r w:rsidRPr="009F59E2">
        <w:rPr>
          <w:rtl/>
        </w:rPr>
        <w:t xml:space="preserve">المجموعة الكاملة للمسرحي الإنكليزي« شكسبير » وأنه يعرف الأكلات </w:t>
      </w:r>
      <w:r w:rsidR="00EA3C94">
        <w:rPr>
          <w:rFonts w:hint="cs"/>
          <w:rtl/>
        </w:rPr>
        <w:t xml:space="preserve"> </w:t>
      </w:r>
      <w:r w:rsidRPr="009F59E2">
        <w:rPr>
          <w:rtl/>
        </w:rPr>
        <w:t xml:space="preserve">الصينية والإيطالية وغير ذلك ، ثم تجده«صُمٌّ بُكْمٌ» إذا سألته عن أهم </w:t>
      </w:r>
      <w:r w:rsidR="00EA3C94">
        <w:rPr>
          <w:rFonts w:hint="cs"/>
          <w:rtl/>
        </w:rPr>
        <w:t xml:space="preserve"> </w:t>
      </w:r>
      <w:r w:rsidRPr="009F59E2">
        <w:rPr>
          <w:rtl/>
        </w:rPr>
        <w:t>عقائد الشيعة.</w:t>
      </w:r>
    </w:p>
    <w:p w:rsidR="008C4947" w:rsidRPr="00F7601E" w:rsidRDefault="008C4947" w:rsidP="00B0205B">
      <w:pPr>
        <w:pStyle w:val="libBold2"/>
        <w:rPr>
          <w:rtl/>
        </w:rPr>
      </w:pPr>
      <w:r w:rsidRPr="00F7601E">
        <w:rPr>
          <w:rtl/>
        </w:rPr>
        <w:t xml:space="preserve">الإنصاف والأمانة العلمية في النقل هذا كلّ ما نطلبه من غيرنا </w:t>
      </w:r>
      <w:r w:rsidR="00EA3C94">
        <w:rPr>
          <w:rFonts w:hint="cs"/>
          <w:rtl/>
        </w:rPr>
        <w:t xml:space="preserve"> </w:t>
      </w:r>
      <w:r w:rsidRPr="00F7601E">
        <w:rPr>
          <w:rtl/>
        </w:rPr>
        <w:t>ليس أكثر.</w:t>
      </w:r>
    </w:p>
    <w:p w:rsidR="008C4947" w:rsidRPr="00F7601E" w:rsidRDefault="008C4947" w:rsidP="00F122A7">
      <w:pPr>
        <w:pStyle w:val="libLine"/>
        <w:rPr>
          <w:rtl/>
        </w:rPr>
      </w:pPr>
      <w:r w:rsidRPr="00F7601E">
        <w:rPr>
          <w:rtl/>
        </w:rPr>
        <w:t>__</w:t>
      </w:r>
      <w:r w:rsidRPr="00F7601E">
        <w:rPr>
          <w:rFonts w:hint="cs"/>
          <w:rtl/>
        </w:rPr>
        <w:t>___</w:t>
      </w:r>
      <w:r w:rsidRPr="00F7601E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أنظر : كتاب الإصابة لابن حجر : 6ـ7 ، العقيدة الطحاوية حيث يقول مؤلفها :«وحبّهم </w:t>
      </w:r>
      <w:r w:rsidR="00EA3C94">
        <w:rPr>
          <w:rFonts w:hint="cs"/>
          <w:rtl/>
        </w:rPr>
        <w:t xml:space="preserve"> </w:t>
      </w:r>
      <w:r>
        <w:rPr>
          <w:rtl/>
        </w:rPr>
        <w:t>دين وإيمان وإحسان ، وبغضهم كفر ونفاق وطغيان».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وهو أول من أسلم ، وبدر وأحد والخندق تشهد على ما فعله بالكفار.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صحيح البخاري 5 / 15 ، الجامع الكبير للترمذي 6 / 64 حديث 3693.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أو لو كان نبيّ بعدي لكان عمر [ المستدرك للحاكم 3 / 85 ، والجامع الكبير للترمذي </w:t>
      </w:r>
      <w:r w:rsidR="00EA3C94">
        <w:rPr>
          <w:rFonts w:hint="cs"/>
          <w:rtl/>
        </w:rPr>
        <w:t xml:space="preserve"> </w:t>
      </w:r>
      <w:r>
        <w:rPr>
          <w:rtl/>
        </w:rPr>
        <w:t>6 / 59 حديث 3686 ].</w:t>
      </w:r>
    </w:p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bookmarkStart w:id="70" w:name="_Toc365111455"/>
      <w:r w:rsidR="00EA3C94">
        <w:rPr>
          <w:rFonts w:hint="cs"/>
          <w:rtl/>
        </w:rPr>
        <w:lastRenderedPageBreak/>
        <w:t xml:space="preserve"> </w:t>
      </w:r>
    </w:p>
    <w:p w:rsidR="008C4947" w:rsidRDefault="008C4947" w:rsidP="008C4947">
      <w:pPr>
        <w:pStyle w:val="Heading2"/>
        <w:rPr>
          <w:rtl/>
        </w:rPr>
      </w:pPr>
      <w:bookmarkStart w:id="71" w:name="_Toc398986477"/>
      <w:bookmarkStart w:id="72" w:name="_Toc398986508"/>
      <w:r>
        <w:rPr>
          <w:rtl/>
        </w:rPr>
        <w:t>ثم ماذا.. :</w:t>
      </w:r>
      <w:bookmarkEnd w:id="70"/>
      <w:bookmarkEnd w:id="71"/>
      <w:bookmarkEnd w:id="72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ثم تبيّن الصبح لذي عينين ، فسبحان مغيّر الأحوال ، إذ بينما أنا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جاهل بكلّ عقائد الشيعة ، بل كان في ذهني حولها نفور شديد ، إذ بي أرى </w:t>
      </w:r>
      <w:r w:rsidR="00EA3C94">
        <w:rPr>
          <w:rFonts w:hint="cs"/>
          <w:rtl/>
        </w:rPr>
        <w:t xml:space="preserve"> </w:t>
      </w:r>
      <w:r>
        <w:rPr>
          <w:rtl/>
        </w:rPr>
        <w:t>الحقيقة ساطعة بعد أن زال الضباب.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ولشدّما تعجّبت ممّا تُرمى به الشيعة من أوصاف ومعتقدات لم </w:t>
      </w:r>
      <w:r w:rsidR="00EA3C94">
        <w:rPr>
          <w:rFonts w:hint="cs"/>
          <w:rtl/>
        </w:rPr>
        <w:t xml:space="preserve"> </w:t>
      </w:r>
      <w:r>
        <w:rPr>
          <w:rtl/>
        </w:rPr>
        <w:t>تسمع بها الشيعة نفسها لا من قريب ولا من بعيد.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ووجدتُ أنّ صفو الإسلام عند عقائد الشيعة بعد ربط الخيوط مع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بعضها ووضع الصور إلى جانب بعض ، فانحلّت الألغاز وعلمت أنّ الإسلام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ـكغيره من الأديانـهُوجم بأشرس الهجمات من الداخل فضلا عن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الهجوم عليه من الخارج ، فإنّ حكّام الضلال لم يدّخروا وسعاً في إضافة </w:t>
      </w:r>
      <w:r w:rsidR="00EA3C94">
        <w:rPr>
          <w:rFonts w:hint="cs"/>
          <w:rtl/>
        </w:rPr>
        <w:t xml:space="preserve"> </w:t>
      </w:r>
      <w:r>
        <w:rPr>
          <w:rtl/>
        </w:rPr>
        <w:t>أشياء وحذف أشياء وتقريب جماعة وتبعيد أخرى.</w:t>
      </w:r>
    </w:p>
    <w:p w:rsidR="0087728A" w:rsidRDefault="008C4947" w:rsidP="0087728A">
      <w:pPr>
        <w:pStyle w:val="libNormal"/>
        <w:rPr>
          <w:rtl/>
        </w:rPr>
      </w:pPr>
      <w:r>
        <w:rPr>
          <w:rtl/>
        </w:rPr>
        <w:t xml:space="preserve">وإنّ قوماً رموا الكعبةَ المشرّفة بالمنجنيقـالكعبة التي كانت العرب </w:t>
      </w:r>
      <w:r w:rsidR="00EA3C94">
        <w:rPr>
          <w:rFonts w:hint="cs"/>
          <w:rtl/>
        </w:rPr>
        <w:t xml:space="preserve"> </w:t>
      </w:r>
      <w:r>
        <w:rPr>
          <w:rtl/>
        </w:rPr>
        <w:t>الجاهليّة تعظّمهاـواستباحوا مدينة رسول الله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معقل الأنصار وقبر </w:t>
      </w:r>
      <w:r w:rsidR="00EA3C94">
        <w:rPr>
          <w:rFonts w:hint="cs"/>
          <w:rtl/>
        </w:rPr>
        <w:t xml:space="preserve"> </w:t>
      </w:r>
      <w:r>
        <w:rPr>
          <w:rtl/>
        </w:rPr>
        <w:t>الرسول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>ليس بكبير عندهم تغيير سنّة الرسول</w:t>
      </w:r>
      <w:r w:rsidRPr="00B0205B">
        <w:rPr>
          <w:rStyle w:val="libAlaemChar"/>
          <w:rtl/>
        </w:rPr>
        <w:t>صلى‌الله‌عليه‌وآله</w:t>
      </w:r>
      <w:r w:rsidRPr="00B0205B">
        <w:rPr>
          <w:rStyle w:val="libAlaemChar"/>
          <w:rFonts w:hint="cs"/>
          <w:rtl/>
        </w:rPr>
        <w:t>‌وسلم</w:t>
      </w:r>
      <w:r>
        <w:rPr>
          <w:rtl/>
        </w:rPr>
        <w:t xml:space="preserve">وإبعاد الناس </w:t>
      </w:r>
      <w:r w:rsidR="00EA3C94">
        <w:rPr>
          <w:rFonts w:hint="cs"/>
          <w:rtl/>
        </w:rPr>
        <w:t xml:space="preserve"> </w:t>
      </w:r>
      <w:r>
        <w:rPr>
          <w:rtl/>
        </w:rPr>
        <w:t>ـ بالترغيب والترهيب ـ عن آل بيت رسول الله</w:t>
      </w:r>
      <w:r w:rsidRPr="00B0205B">
        <w:rPr>
          <w:rStyle w:val="libAlaemChar"/>
          <w:rtl/>
        </w:rPr>
        <w:t>عليهم‌السلام</w:t>
      </w:r>
      <w:r>
        <w:rPr>
          <w:rtl/>
        </w:rPr>
        <w:t>.</w:t>
      </w:r>
    </w:p>
    <w:p w:rsidR="0087728A" w:rsidRDefault="008C4947" w:rsidP="0087728A">
      <w:pPr>
        <w:pStyle w:val="libNormal"/>
        <w:rPr>
          <w:rtl/>
        </w:rPr>
      </w:pPr>
      <w:r>
        <w:rPr>
          <w:rtl/>
        </w:rPr>
        <w:t>ولكن الحمد لله الذي تعهّد لنا بحفظ كتابه الكريم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وإلاّ لكان أثراً </w:t>
      </w:r>
      <w:r w:rsidR="00EA3C94">
        <w:rPr>
          <w:rFonts w:hint="cs"/>
          <w:rtl/>
        </w:rPr>
        <w:t xml:space="preserve"> </w:t>
      </w:r>
      <w:r>
        <w:rPr>
          <w:rtl/>
        </w:rPr>
        <w:t>بعد عين ، على أنّ حكام السوء تلاعبوا أيضا بمعاني الآيات ، فصار معنى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87728A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 w:rsidRPr="00B0205B">
        <w:rPr>
          <w:rStyle w:val="libAlaemChar"/>
          <w:rtl/>
        </w:rPr>
        <w:t>(</w:t>
      </w:r>
      <w:r w:rsidRPr="00F122A7">
        <w:rPr>
          <w:rStyle w:val="libFootnoteAieChar"/>
          <w:rFonts w:hint="cs"/>
          <w:rtl/>
        </w:rPr>
        <w:t xml:space="preserve"> إِنَّا نَحْنُ نَزَّلْنَا الذِّكْرَ وَإِنَّا لَهُ لَحَافِظُونَ</w:t>
      </w:r>
      <w:r w:rsidRPr="00B0205B">
        <w:rPr>
          <w:rStyle w:val="libAlaemChar"/>
          <w:rtl/>
        </w:rPr>
        <w:t>)</w:t>
      </w:r>
      <w:r>
        <w:rPr>
          <w:rtl/>
        </w:rPr>
        <w:t>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أهل البيت زوجات الرسول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 ، وصار أولوا الأمر الذين أمر الله بطاعتهم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وقرن طاعته وطاعة رسوله بهم حكّام بني أمية المُعَربِدون وحكام بني </w:t>
      </w:r>
      <w:r w:rsidR="00EA3C94">
        <w:rPr>
          <w:rFonts w:hint="cs"/>
          <w:rtl/>
        </w:rPr>
        <w:t xml:space="preserve"> </w:t>
      </w:r>
      <w:r>
        <w:rPr>
          <w:rtl/>
        </w:rPr>
        <w:t>العبّاس الفاسقون ، وصارت الثورة والقيام على أولئك القردة</w:t>
      </w:r>
      <w:r w:rsidRPr="00F122A7">
        <w:rPr>
          <w:rStyle w:val="libFootnotenumChar"/>
          <w:rtl/>
        </w:rPr>
        <w:t>(2)</w:t>
      </w:r>
      <w:r>
        <w:rPr>
          <w:rtl/>
        </w:rPr>
        <w:t xml:space="preserve">فتنة ونكث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بيعة وو.. وهل يريد أولئك الحكام أكثر من ذلك؟ فليصلّ المسلمون حتّى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تنفلق جباههم ، وليحجّوا حتّى تتورّم أقدامهم مادام مُلْكُ أولئك محفوظا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بأحاديث وضعها لهم من يسيل لعابه من الدرهم والدينار ، هذا بالرغم من </w:t>
      </w:r>
      <w:r w:rsidR="00EA3C94">
        <w:rPr>
          <w:rFonts w:hint="cs"/>
          <w:rtl/>
        </w:rPr>
        <w:t xml:space="preserve"> </w:t>
      </w:r>
      <w:r>
        <w:rPr>
          <w:rtl/>
        </w:rPr>
        <w:t>أن رسول الله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>حذّر من كثرة الوضّاعين من بعده.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وفهمت ولله الحمد لماذا يُصرّ البعض على عدالة جميع الصحابة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جميعا ، ولماذا يعتبرونهم خطّاً أحمر لا يجوز تعدّيه ، ولماذا يأمروننا </w:t>
      </w:r>
      <w:r w:rsidR="00EA3C94">
        <w:rPr>
          <w:rFonts w:hint="cs"/>
          <w:rtl/>
        </w:rPr>
        <w:t xml:space="preserve"> </w:t>
      </w:r>
      <w:r>
        <w:rPr>
          <w:rtl/>
        </w:rPr>
        <w:t>بالسكوت عمّا شجر بينهم.</w:t>
      </w:r>
    </w:p>
    <w:p w:rsidR="0087728A" w:rsidRDefault="008C4947" w:rsidP="0087728A">
      <w:pPr>
        <w:pStyle w:val="libNormal"/>
        <w:rPr>
          <w:rtl/>
        </w:rPr>
      </w:pPr>
      <w:r>
        <w:rPr>
          <w:rtl/>
        </w:rPr>
        <w:t xml:space="preserve">فهل هذا إلاّ فعل معاوية [ الصحابي ] ومن جاء بعده؟ وكيف لا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يفعل ذلك وهو الذي فعل ما فعل وشق عصى المسلمين. أتريدون أن </w:t>
      </w:r>
      <w:r w:rsidR="00EA3C94">
        <w:rPr>
          <w:rFonts w:hint="cs"/>
          <w:rtl/>
        </w:rPr>
        <w:t xml:space="preserve"> </w:t>
      </w:r>
      <w:r>
        <w:rPr>
          <w:rtl/>
        </w:rPr>
        <w:t>يكتب التاريخ عنه أنه غاصب ، وأنه لا يصلح للخلافة ولا تصلح له</w:t>
      </w:r>
      <w:r w:rsidRPr="00F122A7">
        <w:rPr>
          <w:rStyle w:val="libFootnotenumChar"/>
          <w:rtl/>
        </w:rPr>
        <w:t>(3)</w:t>
      </w:r>
      <w:r>
        <w:rPr>
          <w:rtl/>
        </w:rPr>
        <w:t>؟!</w:t>
      </w:r>
    </w:p>
    <w:p w:rsidR="0087728A" w:rsidRDefault="008C4947" w:rsidP="0087728A">
      <w:pPr>
        <w:pStyle w:val="libNormal"/>
        <w:rPr>
          <w:rtl/>
        </w:rPr>
      </w:pPr>
      <w:r>
        <w:rPr>
          <w:rtl/>
        </w:rPr>
        <w:t xml:space="preserve">أتريدون أن تتحدّث الأجيال من بعده عن فضائحه وقتله </w:t>
      </w:r>
      <w:r w:rsidR="00EA3C94">
        <w:rPr>
          <w:rFonts w:hint="cs"/>
          <w:rtl/>
        </w:rPr>
        <w:t xml:space="preserve"> </w:t>
      </w:r>
      <w:r>
        <w:rPr>
          <w:rtl/>
        </w:rPr>
        <w:t>خيار الصحابة كعمّار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4</w:t>
      </w:r>
      <w:r w:rsidRPr="00F122A7">
        <w:rPr>
          <w:rStyle w:val="libFootnotenumChar"/>
          <w:rtl/>
        </w:rPr>
        <w:t>)</w:t>
      </w:r>
      <w:r>
        <w:rPr>
          <w:rtl/>
        </w:rPr>
        <w:t xml:space="preserve"> والحسن بن عليّ وحجر بن عديّ ومحمد بن أبي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F122A7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كما كان ينادي بذلك عكرمة الخارجي في الأسواق [ أنظر ترجمة عكرمة المنحرف هذا في </w:t>
      </w:r>
      <w:r w:rsidR="00EA3C94">
        <w:rPr>
          <w:rFonts w:hint="cs"/>
          <w:rtl/>
        </w:rPr>
        <w:t xml:space="preserve"> </w:t>
      </w:r>
      <w:r>
        <w:rPr>
          <w:rtl/>
        </w:rPr>
        <w:t>كتب الرجال ].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لأن رسول الله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رأى في رؤيا له أن بني الحكم بن أمية ينزون على منبره على شكل </w:t>
      </w:r>
      <w:r w:rsidR="00EA3C94">
        <w:rPr>
          <w:rFonts w:hint="cs"/>
          <w:rtl/>
        </w:rPr>
        <w:t xml:space="preserve"> </w:t>
      </w:r>
      <w:r>
        <w:rPr>
          <w:rtl/>
        </w:rPr>
        <w:t>قردة. [ المستدرك 4 / 480 ].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أنظر قول عمر في الطلقاء وأنّ الخلافة لا تصلح لهم في [ طبقات ابن سعد 3 / 342 ].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4)</w:t>
      </w:r>
      <w:r>
        <w:rPr>
          <w:rtl/>
        </w:rPr>
        <w:t xml:space="preserve"> قال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« عمـّار تقتله الفئة الباغية » [ صحيح البخاري 4 / 25 ، مسند أحمد </w:t>
      </w:r>
      <w:r w:rsidR="00EA3C94">
        <w:rPr>
          <w:rFonts w:hint="cs"/>
          <w:rtl/>
        </w:rPr>
        <w:t xml:space="preserve"> </w:t>
      </w:r>
      <w:r>
        <w:rPr>
          <w:rtl/>
        </w:rPr>
        <w:t>2 / 161 ].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بكر وغيرهم؟!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فما الحلّ إذن؟ الحلّ هو وضع أحاديث مكذوبة في عدالة جميع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الصحابة حتّى أولئك الذين رأوا رسول الله مرّة واحدة. والحلّ في وضع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أحاديث مكذوبة تتوعّد من يفتح« ملفّ » الصحابة حتّى لا تنكشف عورة </w:t>
      </w:r>
      <w:r w:rsidR="00EA3C94">
        <w:rPr>
          <w:rFonts w:hint="cs"/>
          <w:rtl/>
        </w:rPr>
        <w:t xml:space="preserve"> </w:t>
      </w:r>
      <w:r>
        <w:rPr>
          <w:rtl/>
        </w:rPr>
        <w:t>الكثير منهم. هذا هو الحلّ كما رآه معاوية الطليق ابن الطليق.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وعرفت فيما بعد لماذا يكون لمعاوية ولهند ولأبي سفيان وغيرهم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فضائل. هل تريدون أن يسمح معاويةـوهو الحاكم الأول للمسلمين في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عصرهـأن يَذكر المسلمون فضائح والده وأمه؟! فلماذا يكون خليفة إذَا لم </w:t>
      </w:r>
      <w:r w:rsidR="00EA3C94">
        <w:rPr>
          <w:rFonts w:hint="cs"/>
          <w:rtl/>
        </w:rPr>
        <w:t xml:space="preserve"> </w:t>
      </w:r>
      <w:r>
        <w:rPr>
          <w:rtl/>
        </w:rPr>
        <w:t>يَمْحِ تلك المثالب ويُبدلها بفضائل تسير بها الركبان؟!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وعرفت لماذا جعلوا من أبي طالب عمّ رسول الله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ووالد </w:t>
      </w:r>
      <w:r w:rsidR="00EA3C94">
        <w:rPr>
          <w:rFonts w:hint="cs"/>
          <w:rtl/>
        </w:rPr>
        <w:t xml:space="preserve"> </w:t>
      </w:r>
      <w:r>
        <w:rPr>
          <w:rtl/>
        </w:rPr>
        <w:t>أميرالمؤمنين عليّ بن أبي طالبـعدوّ معاوية الأوّلـفي النار!!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إنهم بحثوا في تاريخ عليّ</w:t>
      </w:r>
      <w:r w:rsidRPr="00B0205B">
        <w:rPr>
          <w:rStyle w:val="libAlaemChar"/>
          <w:rtl/>
        </w:rPr>
        <w:t>عليه‌السلام</w:t>
      </w:r>
      <w:r>
        <w:rPr>
          <w:rtl/>
        </w:rPr>
        <w:t xml:space="preserve">فما وجدوا فيه أي هنّة ولا أي نقطة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سوداء ، فجعلوا والده في ضحضاح من نار ، وأبا سفيان مسلما حسن </w:t>
      </w:r>
      <w:r w:rsidR="00EA3C94">
        <w:rPr>
          <w:rFonts w:hint="cs"/>
          <w:rtl/>
        </w:rPr>
        <w:t xml:space="preserve"> </w:t>
      </w:r>
      <w:r>
        <w:rPr>
          <w:rtl/>
        </w:rPr>
        <w:t>إسلامه كما حسن إسلام هند البتول!!</w:t>
      </w:r>
    </w:p>
    <w:p w:rsidR="00E87F9E" w:rsidRDefault="008C4947" w:rsidP="00E87F9E">
      <w:pPr>
        <w:pStyle w:val="libNormal"/>
        <w:rPr>
          <w:rtl/>
        </w:rPr>
      </w:pPr>
      <w:r>
        <w:rPr>
          <w:rtl/>
        </w:rPr>
        <w:t>وعرفتُ لماذا نكّل يزيد بالمدينة وقتل الأنصار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1</w:t>
      </w:r>
      <w:r w:rsidRPr="00F122A7">
        <w:rPr>
          <w:rStyle w:val="libFootnotenumChar"/>
          <w:rtl/>
        </w:rPr>
        <w:t>)</w:t>
      </w:r>
      <w:r>
        <w:rPr>
          <w:rtl/>
        </w:rPr>
        <w:t xml:space="preserve">في وقعة الحرّة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الشهيرة. أليس الأنصار هم الذين فتكوا مع رسول الله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بآبائه </w:t>
      </w:r>
      <w:r w:rsidR="00EA3C94">
        <w:rPr>
          <w:rFonts w:hint="cs"/>
          <w:rtl/>
        </w:rPr>
        <w:t xml:space="preserve"> </w:t>
      </w:r>
      <w:r>
        <w:rPr>
          <w:rtl/>
        </w:rPr>
        <w:t>وأجداده وأخواله في معركة بدر؟! ألم يقم الإسلام بالأنصار؟!</w:t>
      </w:r>
    </w:p>
    <w:p w:rsidR="00E87F9E" w:rsidRDefault="008C4947" w:rsidP="00E87F9E">
      <w:pPr>
        <w:pStyle w:val="libNormal"/>
        <w:rPr>
          <w:rtl/>
        </w:rPr>
      </w:pPr>
      <w:r>
        <w:rPr>
          <w:rtl/>
        </w:rPr>
        <w:t>وهكذا مسألة عاشوراء حيث يُقتل سيّد شباب أهل الجنة الحسين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E87F9E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1)</w:t>
      </w:r>
      <w:r>
        <w:rPr>
          <w:rtl/>
        </w:rPr>
        <w:t xml:space="preserve"> قال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:« من أحبّ الأنصار أحبه الله ومن أبغض الأنصار أبغضه الله » [ سنن ابن </w:t>
      </w:r>
      <w:r w:rsidR="00EA3C94">
        <w:rPr>
          <w:rFonts w:hint="cs"/>
          <w:rtl/>
        </w:rPr>
        <w:t xml:space="preserve"> </w:t>
      </w:r>
      <w:r>
        <w:rPr>
          <w:rtl/>
        </w:rPr>
        <w:t>ماجه 1 / 57 فضائل الأنصار ، مسند أحمد 2 / 501 ].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ابن عليّ على يد جيش يزيد كما حورب أبوه عليّ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بواسطة معاوية </w:t>
      </w:r>
      <w:r w:rsidR="00EA3C94">
        <w:rPr>
          <w:rFonts w:hint="cs"/>
          <w:rtl/>
        </w:rPr>
        <w:t xml:space="preserve"> </w:t>
      </w:r>
      <w:r>
        <w:rPr>
          <w:rtl/>
        </w:rPr>
        <w:t>وكما حورب جدّه رسول الله من طرف جدّ يزيد أبي سفيان.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وهل ينسى يزيد ثاراته من رسول الله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؟! هيهات إنّه رضع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حليب الحقد والحسد من جدّته هند آكلة الأكباد التي لاكت كبد حمزة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سيّد الشهداء في أحد. وهل تابت وتاب الطلقاء فيما بعد؟! التّاريخ </w:t>
      </w:r>
      <w:r w:rsidR="00EA3C94">
        <w:rPr>
          <w:rFonts w:hint="cs"/>
          <w:rtl/>
        </w:rPr>
        <w:t xml:space="preserve"> </w:t>
      </w:r>
      <w:r>
        <w:rPr>
          <w:rtl/>
        </w:rPr>
        <w:t>وأفعالهم تنفي ذلك.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وقد واليتُ بفضل الله ومنّه عليّ بن أبي طالب</w:t>
      </w:r>
      <w:r w:rsidRPr="00B0205B">
        <w:rPr>
          <w:rStyle w:val="libAlaemChar"/>
          <w:rtl/>
        </w:rPr>
        <w:t>عليه‌السلام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وأبناءه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المعصومين حتّى أكون بريء الذمة مع الله ورسوله. أليس الله يقول بلغة </w:t>
      </w:r>
      <w:r w:rsidR="00EA3C94">
        <w:rPr>
          <w:rFonts w:hint="cs"/>
          <w:rtl/>
        </w:rPr>
        <w:t xml:space="preserve"> </w:t>
      </w:r>
      <w:r>
        <w:rPr>
          <w:rtl/>
        </w:rPr>
        <w:t>الحصر</w:t>
      </w:r>
      <w:r w:rsidRPr="006E7803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إِنَّمَا وَلِيُّكُمُ اللهُ وَرَسُولُهُ وَالَّذِينَ آمَنُوا الَّذِينَ يُقِيمُونَ الصَّلَاةَ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 xml:space="preserve">وَيُؤْتُونَ الزَّكَاةَ وَهُمْ رَاكِعُونَ </w:t>
      </w:r>
      <w:r w:rsidRPr="00B0205B">
        <w:rPr>
          <w:rStyle w:val="libAieChar"/>
        </w:rPr>
        <w:t>*</w:t>
      </w:r>
      <w:r w:rsidRPr="00B0205B">
        <w:rPr>
          <w:rStyle w:val="libAieChar"/>
          <w:rFonts w:hint="cs"/>
          <w:rtl/>
        </w:rPr>
        <w:t xml:space="preserve"> وَمَن يَتَوَلَّ اللهَ وَرَسُولَهُ وَالَّذِينَ آمَنُوا فَإِنَّ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حِزْبَ اللهِ هُمُ الْغَالِبُونَ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(2)</w:t>
      </w:r>
      <w:r>
        <w:rPr>
          <w:rtl/>
        </w:rPr>
        <w:t>.</w:t>
      </w:r>
    </w:p>
    <w:p w:rsidR="00E87F9E" w:rsidRDefault="008C4947" w:rsidP="00E87F9E">
      <w:pPr>
        <w:pStyle w:val="libNormal"/>
        <w:rPr>
          <w:rtl/>
        </w:rPr>
      </w:pPr>
      <w:r>
        <w:rPr>
          <w:rtl/>
        </w:rPr>
        <w:t xml:space="preserve">وانظر إلى التفاسير رغم التعتيم والحذف والزيادة والتمويه قالت : </w:t>
      </w:r>
      <w:r w:rsidR="00EA3C94">
        <w:rPr>
          <w:rFonts w:hint="cs"/>
          <w:rtl/>
        </w:rPr>
        <w:t xml:space="preserve"> </w:t>
      </w:r>
      <w:r>
        <w:rPr>
          <w:rtl/>
        </w:rPr>
        <w:t>إنّ المقصود بالآية هو عليّ بن أبي طالب</w:t>
      </w:r>
      <w:r w:rsidRPr="00B0205B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E87F9E" w:rsidRDefault="008C4947" w:rsidP="00E87F9E">
      <w:pPr>
        <w:pStyle w:val="libNormal"/>
        <w:rPr>
          <w:rtl/>
        </w:rPr>
      </w:pPr>
      <w:r>
        <w:rPr>
          <w:rtl/>
        </w:rPr>
        <w:t xml:space="preserve">وهل لغير عليّ ما له من الفضائل؟! وحتّى على افتراض أنّ رسول </w:t>
      </w:r>
      <w:r w:rsidR="00EA3C94">
        <w:rPr>
          <w:rFonts w:hint="cs"/>
          <w:rtl/>
        </w:rPr>
        <w:t xml:space="preserve"> </w:t>
      </w:r>
      <w:r>
        <w:rPr>
          <w:rtl/>
        </w:rPr>
        <w:t>الله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لم يوص لأحد من بعده ، فكان لابدّ أن يكون عليّ هو الخليفة </w:t>
      </w:r>
      <w:r w:rsidR="00EA3C94">
        <w:rPr>
          <w:rFonts w:hint="cs"/>
          <w:rtl/>
        </w:rPr>
        <w:t xml:space="preserve"> </w:t>
      </w:r>
      <w:r>
        <w:rPr>
          <w:rtl/>
        </w:rPr>
        <w:t>لسبقه إلى الإسلام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3</w:t>
      </w:r>
      <w:r w:rsidRPr="00F122A7">
        <w:rPr>
          <w:rStyle w:val="libFootnotenumChar"/>
          <w:rtl/>
        </w:rPr>
        <w:t>)</w:t>
      </w:r>
      <w:r>
        <w:rPr>
          <w:rtl/>
        </w:rPr>
        <w:t xml:space="preserve"> ولطهارته منذ مولده إلى شهادته ولجهاده حتّى قالت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العرب </w:t>
      </w:r>
      <w:r>
        <w:rPr>
          <w:rFonts w:hint="cs"/>
          <w:rtl/>
        </w:rPr>
        <w:t xml:space="preserve">« </w:t>
      </w:r>
      <w:r>
        <w:rPr>
          <w:rtl/>
        </w:rPr>
        <w:t xml:space="preserve">لا إله إلاّ الله </w:t>
      </w:r>
      <w:r>
        <w:rPr>
          <w:rFonts w:hint="cs"/>
          <w:rtl/>
        </w:rPr>
        <w:t>»</w:t>
      </w:r>
      <w:r>
        <w:rPr>
          <w:rtl/>
        </w:rPr>
        <w:t xml:space="preserve"> ، في حين فرّ فلان وفلان وكانت سيوفهم نظيفة لم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E87F9E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قال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:« إنّ عليّاً مني وأنا منه وهو وليّ كلّ مؤمن بعدي [ أنظر : سنن الترمذي </w:t>
      </w:r>
      <w:r w:rsidR="00EA3C94">
        <w:rPr>
          <w:rFonts w:hint="cs"/>
          <w:rtl/>
        </w:rPr>
        <w:t xml:space="preserve"> </w:t>
      </w:r>
      <w:r>
        <w:rPr>
          <w:rtl/>
        </w:rPr>
        <w:t>5 / 632 مناقب عليّ ].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سورة المائدة : 55 ـ 56.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3)</w:t>
      </w:r>
      <w:r>
        <w:rPr>
          <w:rtl/>
        </w:rPr>
        <w:t xml:space="preserve"> قال أميرالمؤمنين عليّ بن أبي طالب </w:t>
      </w:r>
      <w:r w:rsidRPr="00B0205B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F122A7">
        <w:rPr>
          <w:rStyle w:val="libFootnoteBoldChar"/>
          <w:rFonts w:hint="cs"/>
          <w:rtl/>
        </w:rPr>
        <w:t xml:space="preserve">« </w:t>
      </w:r>
      <w:r w:rsidRPr="00F122A7">
        <w:rPr>
          <w:rStyle w:val="libFootnoteBoldChar"/>
          <w:rtl/>
        </w:rPr>
        <w:t xml:space="preserve">صلّيت قبل الناس سبعَ سنين </w:t>
      </w:r>
      <w:r w:rsidRPr="00F122A7">
        <w:rPr>
          <w:rStyle w:val="libFootnoteBoldChar"/>
          <w:rFonts w:hint="cs"/>
          <w:rtl/>
        </w:rPr>
        <w:t>»</w:t>
      </w:r>
      <w:r>
        <w:rPr>
          <w:rtl/>
        </w:rPr>
        <w:t xml:space="preserve"> [ ابن ماجه </w:t>
      </w:r>
      <w:r w:rsidR="00EA3C94">
        <w:rPr>
          <w:rFonts w:hint="cs"/>
          <w:rtl/>
        </w:rPr>
        <w:t xml:space="preserve"> </w:t>
      </w:r>
      <w:r>
        <w:rPr>
          <w:rtl/>
        </w:rPr>
        <w:t>1 / 44 فضائل علي ].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يخدشوا بها أي مشرك حتّى الضعيف فضلا عن القوي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1</w:t>
      </w:r>
      <w:r w:rsidRPr="00F122A7">
        <w:rPr>
          <w:rStyle w:val="libFootnotenumChar"/>
          <w:rtl/>
        </w:rPr>
        <w:t>)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ويقول الله تعالى </w:t>
      </w:r>
      <w:r w:rsidRPr="006E7803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قُلْ هَلْ يَسْتَوِي الَّذِينَ يَعْلَمُونَ وَالَّذِينَ لَا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يَعْلَمُونَ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2</w:t>
      </w:r>
      <w:r w:rsidRPr="00F122A7">
        <w:rPr>
          <w:rStyle w:val="libFootnotenumChar"/>
          <w:rtl/>
        </w:rPr>
        <w:t>)</w:t>
      </w:r>
      <w:r>
        <w:rPr>
          <w:rtl/>
        </w:rPr>
        <w:t xml:space="preserve"> وهل أحد أعلم من عليّ؟! عليّ الذي قال فيه رسول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الله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>«أنا مدينة العلم وعليّ بابها»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3</w:t>
      </w:r>
      <w:r w:rsidRPr="00F122A7">
        <w:rPr>
          <w:rStyle w:val="libFootnotenumChar"/>
          <w:rtl/>
        </w:rPr>
        <w:t>)</w:t>
      </w:r>
      <w:r>
        <w:rPr>
          <w:rtl/>
        </w:rPr>
        <w:t xml:space="preserve">. وما معنى تشبيهه </w:t>
      </w:r>
      <w:r w:rsidRPr="00B0205B">
        <w:rPr>
          <w:rStyle w:val="libAlaemChar"/>
          <w:rtl/>
        </w:rPr>
        <w:t>عليه‌السلام</w:t>
      </w:r>
      <w:r>
        <w:rPr>
          <w:rtl/>
        </w:rPr>
        <w:t xml:space="preserve"> بالباب؟!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أليس عليّ هو الذي نزل فيه وفي فاطمة والحسن والحسين قوله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تعالى </w:t>
      </w:r>
      <w:r w:rsidRPr="006E7803">
        <w:rPr>
          <w:rtl/>
        </w:rPr>
        <w:t xml:space="preserve">: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فَمَنْ حَاجَّكَ فِيهِ مِن بَعْدِ مَا جَاءَكَ مِنَ الْعِلْمِ فَقُلْ تَعَالَوْا نَدْعُ أَبْنَاءَنَا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 xml:space="preserve">وَأَبْنَاءَكُمْ وَنِسَاءَنَا وَنِسَاءَكُمْ وَأَنفُسَنَا وَأَنفُسَكُمْ ثُمَّ نَبْتَهِلْ فَنَجْعَل لَّعْنَتَ اللهِ عَلَى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الْكَاذِبِينَ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4</w:t>
      </w:r>
      <w:r w:rsidRPr="00F122A7">
        <w:rPr>
          <w:rStyle w:val="libFootnotenumChar"/>
          <w:rtl/>
        </w:rPr>
        <w:t>)</w:t>
      </w:r>
      <w:r>
        <w:rPr>
          <w:rtl/>
        </w:rPr>
        <w:t xml:space="preserve"> ألم ينزل فيهم قوله تعالى </w:t>
      </w:r>
      <w:r w:rsidRPr="00B0205B">
        <w:rPr>
          <w:rStyle w:val="libAlaemChar"/>
          <w:rtl/>
        </w:rPr>
        <w:t>(</w:t>
      </w:r>
      <w:r w:rsidRPr="00B0205B">
        <w:rPr>
          <w:rStyle w:val="libAieChar"/>
          <w:rFonts w:hint="cs"/>
          <w:rtl/>
        </w:rPr>
        <w:t xml:space="preserve"> وَيُطْعِمُونَ الطَّعَامَ عَلَىٰ حُبِّهِ </w:t>
      </w:r>
      <w:r w:rsidR="00EA3C94">
        <w:rPr>
          <w:rStyle w:val="libAieChar"/>
          <w:rtl/>
        </w:rPr>
        <w:t xml:space="preserve"> </w:t>
      </w:r>
      <w:r w:rsidRPr="00B0205B">
        <w:rPr>
          <w:rStyle w:val="libAieChar"/>
          <w:rFonts w:hint="cs"/>
          <w:rtl/>
        </w:rPr>
        <w:t>مِسْكِينًا وَيَتِيمًا وَأَسِيرًا</w:t>
      </w:r>
      <w:r w:rsidRPr="00B0205B">
        <w:rPr>
          <w:rStyle w:val="libAlaemChar"/>
          <w:rtl/>
        </w:rPr>
        <w:t>)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5</w:t>
      </w:r>
      <w:r w:rsidRPr="00F122A7">
        <w:rPr>
          <w:rStyle w:val="libFootnotenumChar"/>
          <w:rtl/>
        </w:rPr>
        <w:t>)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ألم يقل لنا رسول الله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:«إنّي تارك فيكم ما إن تمسّكتم به لن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تضلّوا بعدي أبدا كتاب الله وعترتي أهل بيتي وإنّهما لن يفترقا حتّى يردا </w:t>
      </w:r>
      <w:r w:rsidR="00EA3C94">
        <w:rPr>
          <w:rFonts w:hint="cs"/>
          <w:rtl/>
        </w:rPr>
        <w:t xml:space="preserve"> </w:t>
      </w:r>
      <w:r>
        <w:rPr>
          <w:rtl/>
        </w:rPr>
        <w:t>عَلَيّ الحوض»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6</w:t>
      </w:r>
      <w:r w:rsidRPr="00F122A7">
        <w:rPr>
          <w:rStyle w:val="libFootnotenumChar"/>
          <w:rtl/>
        </w:rPr>
        <w:t>)</w:t>
      </w:r>
      <w:r>
        <w:rPr>
          <w:rtl/>
        </w:rPr>
        <w:t xml:space="preserve"> ، فمن هم أهل البيت؟! هل هم عائشة وحفصة اللّتان </w:t>
      </w:r>
      <w:r w:rsidR="00EA3C94">
        <w:rPr>
          <w:rFonts w:hint="cs"/>
          <w:rtl/>
        </w:rPr>
        <w:t xml:space="preserve"> </w:t>
      </w:r>
      <w:r>
        <w:rPr>
          <w:rtl/>
        </w:rPr>
        <w:t>نزلت سورة كاملة تتوعّدهما بالطلاق والنّار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7</w:t>
      </w:r>
      <w:r w:rsidRPr="00F122A7">
        <w:rPr>
          <w:rStyle w:val="libFootnotenumChar"/>
          <w:rtl/>
        </w:rPr>
        <w:t>)</w:t>
      </w:r>
      <w:r>
        <w:rPr>
          <w:rtl/>
        </w:rPr>
        <w:t xml:space="preserve">؟! أم هم باعتراف كبار </w:t>
      </w:r>
      <w:r w:rsidR="00EA3C94">
        <w:rPr>
          <w:rFonts w:hint="cs"/>
          <w:rtl/>
        </w:rPr>
        <w:t xml:space="preserve"> </w:t>
      </w:r>
      <w:r>
        <w:rPr>
          <w:rtl/>
        </w:rPr>
        <w:t>الصحابة وأمهات المؤمنين بأنهم أصحاب الكساء الخمسة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8</w:t>
      </w:r>
      <w:r w:rsidRPr="00F122A7">
        <w:rPr>
          <w:rStyle w:val="libFootnotenumChar"/>
          <w:rtl/>
        </w:rPr>
        <w:t>)</w:t>
      </w:r>
      <w:r>
        <w:rPr>
          <w:rtl/>
        </w:rPr>
        <w:t>.</w:t>
      </w:r>
    </w:p>
    <w:p w:rsidR="008C4947" w:rsidRPr="00763F30" w:rsidRDefault="008C4947" w:rsidP="00F122A7">
      <w:pPr>
        <w:pStyle w:val="libLine"/>
        <w:rPr>
          <w:rtl/>
        </w:rPr>
      </w:pPr>
      <w:r w:rsidRPr="00763F30">
        <w:rPr>
          <w:rtl/>
        </w:rPr>
        <w:t>__</w:t>
      </w:r>
      <w:r w:rsidRPr="00763F30">
        <w:rPr>
          <w:rFonts w:hint="cs"/>
          <w:rtl/>
        </w:rPr>
        <w:t>___</w:t>
      </w:r>
      <w:r w:rsidRPr="00763F30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1)</w:t>
      </w:r>
      <w:r>
        <w:rPr>
          <w:rtl/>
        </w:rPr>
        <w:t xml:space="preserve"> عن كتاب</w:t>
      </w:r>
      <w:r>
        <w:rPr>
          <w:rFonts w:hint="cs"/>
          <w:rtl/>
        </w:rPr>
        <w:t xml:space="preserve">« </w:t>
      </w:r>
      <w:r>
        <w:rPr>
          <w:rtl/>
        </w:rPr>
        <w:t xml:space="preserve">ابن تيمية ـ حياته عقائده </w:t>
      </w:r>
      <w:r>
        <w:rPr>
          <w:rFonts w:hint="cs"/>
          <w:rtl/>
        </w:rPr>
        <w:t>»</w:t>
      </w:r>
      <w:r>
        <w:rPr>
          <w:rtl/>
        </w:rPr>
        <w:t>ص 320 لصائب عبد الحميد.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2)</w:t>
      </w:r>
      <w:r>
        <w:rPr>
          <w:rtl/>
        </w:rPr>
        <w:t xml:space="preserve"> سورة الزمر : 9.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3)</w:t>
      </w:r>
      <w:r>
        <w:rPr>
          <w:rtl/>
        </w:rPr>
        <w:t xml:space="preserve"> المستدرك على الصحيحين 3 / 126 كتاب معرفة الصحابة.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4)</w:t>
      </w:r>
      <w:r>
        <w:rPr>
          <w:rtl/>
        </w:rPr>
        <w:t xml:space="preserve"> سورة آل عمران : 61.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5)</w:t>
      </w:r>
      <w:r>
        <w:rPr>
          <w:rtl/>
        </w:rPr>
        <w:t xml:space="preserve"> سورة الإنسان : 8.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6)</w:t>
      </w:r>
      <w:r>
        <w:rPr>
          <w:rtl/>
        </w:rPr>
        <w:t xml:space="preserve"> المستدرك على الصحيحين للحاكم النيسابوري 3 / 148 كتاب معرفة الصحابة.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7)</w:t>
      </w:r>
      <w:r>
        <w:rPr>
          <w:rtl/>
        </w:rPr>
        <w:t xml:space="preserve"> هي سورة التحريم.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8)</w:t>
      </w:r>
      <w:r>
        <w:rPr>
          <w:rtl/>
        </w:rPr>
        <w:t xml:space="preserve"> كاعتراف سعد بن أبي وقاص أمام معاوية بذلك ، أنظر : صحيح مسلم 4 / 1871 فضائل </w:t>
      </w:r>
      <w:r w:rsidR="00EA3C94">
        <w:rPr>
          <w:rFonts w:hint="cs"/>
          <w:rtl/>
        </w:rPr>
        <w:t xml:space="preserve"> </w:t>
      </w:r>
      <w:r>
        <w:rPr>
          <w:rtl/>
        </w:rPr>
        <w:t>الصحابة.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ألم يقل رسول الله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:«الخلفاء من بعدي اثنا عشر كلهم من </w:t>
      </w:r>
      <w:r w:rsidR="00EA3C94">
        <w:rPr>
          <w:rFonts w:hint="cs"/>
          <w:rtl/>
        </w:rPr>
        <w:t xml:space="preserve"> </w:t>
      </w:r>
      <w:r>
        <w:rPr>
          <w:rtl/>
        </w:rPr>
        <w:t>قريش»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1</w:t>
      </w:r>
      <w:r w:rsidRPr="00F122A7">
        <w:rPr>
          <w:rStyle w:val="libFootnotenumChar"/>
          <w:rtl/>
        </w:rPr>
        <w:t>)</w:t>
      </w:r>
      <w:r>
        <w:rPr>
          <w:rtl/>
        </w:rPr>
        <w:t xml:space="preserve"> ، فمن هم هؤلاء الخلفاء؟! هل نجعل معاوية منهم؟ هل نجعل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يزيدا منهم؟ هل نجعل ملوك بني أمية وملوك بني العباس منهم؟! إذا لا </w:t>
      </w:r>
      <w:r w:rsidR="00EA3C94">
        <w:rPr>
          <w:rFonts w:hint="cs"/>
          <w:rtl/>
        </w:rPr>
        <w:t xml:space="preserve"> </w:t>
      </w:r>
      <w:r>
        <w:rPr>
          <w:rtl/>
        </w:rPr>
        <w:t>يستقيم العدد.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لماذا لا يعترف العلماء والشراح بأنّ هؤلاء هم الأئمة الاثني عشر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من أهل البيت؟! هل نكاية في الشيعة يضربون بأقوال الرسول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ومن </w:t>
      </w:r>
      <w:r w:rsidR="00EA3C94">
        <w:rPr>
          <w:rFonts w:hint="cs"/>
          <w:rtl/>
        </w:rPr>
        <w:t xml:space="preserve"> </w:t>
      </w:r>
      <w:r>
        <w:rPr>
          <w:rtl/>
        </w:rPr>
        <w:t>قبل ذلك بآيات القرآن عرض الحائط؟!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ثم بعد المطالعة وجدتُ أنّ المحرّفين لم يكتفوا بإخفاء فضائل عليّ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وأبناءه ، بل جعلوا في غيرهم فضائل تضحك الثكلى من تهاويها </w:t>
      </w:r>
      <w:r w:rsidR="00EA3C94">
        <w:rPr>
          <w:rFonts w:hint="cs"/>
          <w:rtl/>
        </w:rPr>
        <w:t xml:space="preserve"> </w:t>
      </w:r>
      <w:r>
        <w:rPr>
          <w:rtl/>
        </w:rPr>
        <w:t>ووهنها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2</w:t>
      </w:r>
      <w:r w:rsidRPr="00F122A7">
        <w:rPr>
          <w:rStyle w:val="libFootnotenumChar"/>
          <w:rtl/>
        </w:rPr>
        <w:t>)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ووجدت أنّ الشيعة تُتهم بتهم عجيبة منها سبّ الصحابة ، </w:t>
      </w:r>
      <w:r w:rsidR="00EA3C94">
        <w:rPr>
          <w:rFonts w:hint="cs"/>
          <w:rtl/>
        </w:rPr>
        <w:t xml:space="preserve"> </w:t>
      </w:r>
      <w:r>
        <w:rPr>
          <w:rtl/>
        </w:rPr>
        <w:t>والأعجب من ذلك أنّ الصحابة هم أوّل من سبّ بعضهم بعضا</w:t>
      </w:r>
      <w:r w:rsidRPr="00F122A7">
        <w:rPr>
          <w:rStyle w:val="libFootnotenumChar"/>
          <w:rtl/>
        </w:rPr>
        <w:t>(</w:t>
      </w:r>
      <w:r w:rsidRPr="00F122A7">
        <w:rPr>
          <w:rStyle w:val="libFootnotenumChar"/>
          <w:rFonts w:hint="cs"/>
          <w:rtl/>
        </w:rPr>
        <w:t>3</w:t>
      </w:r>
      <w:r w:rsidRPr="00F122A7">
        <w:rPr>
          <w:rStyle w:val="libFootnotenumChar"/>
          <w:rtl/>
        </w:rPr>
        <w:t>)</w:t>
      </w:r>
      <w:r>
        <w:rPr>
          <w:rtl/>
        </w:rPr>
        <w:t xml:space="preserve"> ، في حياة </w:t>
      </w:r>
      <w:r w:rsidR="00EA3C94">
        <w:rPr>
          <w:rFonts w:hint="cs"/>
          <w:rtl/>
        </w:rPr>
        <w:t xml:space="preserve"> </w:t>
      </w:r>
      <w:r>
        <w:rPr>
          <w:rtl/>
        </w:rPr>
        <w:t>رسول الله وبعد وفاته!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وتُتهم الشيعة بالقول بالمتعة وأكابر الصحابة كابن عبّاس وجابر </w:t>
      </w:r>
      <w:r w:rsidR="00EA3C94">
        <w:rPr>
          <w:rFonts w:hint="cs"/>
          <w:rtl/>
        </w:rPr>
        <w:t xml:space="preserve"> </w:t>
      </w:r>
      <w:r>
        <w:rPr>
          <w:rtl/>
        </w:rPr>
        <w:t>وابن حصين أكدوا حلّيتها بأحاديث في صحاح السنّة!!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وغير ذلك من التهم الواهية التي كثر حولها الصخب </w:t>
      </w:r>
      <w:r w:rsidR="00EA3C94">
        <w:rPr>
          <w:rFonts w:hint="cs"/>
          <w:rtl/>
        </w:rPr>
        <w:t xml:space="preserve"> </w:t>
      </w:r>
      <w:r>
        <w:rPr>
          <w:rtl/>
        </w:rPr>
        <w:t>والتهريج.</w:t>
      </w:r>
    </w:p>
    <w:p w:rsidR="008C4947" w:rsidRPr="00243380" w:rsidRDefault="008C4947" w:rsidP="00F122A7">
      <w:pPr>
        <w:pStyle w:val="libLine"/>
        <w:rPr>
          <w:rtl/>
        </w:rPr>
      </w:pPr>
      <w:r w:rsidRPr="00243380">
        <w:rPr>
          <w:rtl/>
        </w:rPr>
        <w:t>__</w:t>
      </w:r>
      <w:r w:rsidRPr="00243380">
        <w:rPr>
          <w:rFonts w:hint="cs"/>
          <w:rtl/>
        </w:rPr>
        <w:t>___</w:t>
      </w:r>
      <w:r w:rsidRPr="00243380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1)</w:t>
      </w:r>
      <w:r>
        <w:rPr>
          <w:rtl/>
        </w:rPr>
        <w:t xml:space="preserve"> صحيح مسلم ج3 كتاب الإمارة.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2)</w:t>
      </w:r>
      <w:r>
        <w:rPr>
          <w:rtl/>
        </w:rPr>
        <w:t xml:space="preserve"> مثل :«أنا مدينة العلم وعلي بابها وأبو بكر جدرانها وعمر سقفها ومعاوية حلقتها »، أو :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«أبو بكر وعمر سيّدا كهول أهل الجنّة »ليقابلوا الحديث الصحيح :«الحسن والحسين سيّدا </w:t>
      </w:r>
      <w:r w:rsidR="00EA3C94">
        <w:rPr>
          <w:rFonts w:hint="cs"/>
          <w:rtl/>
        </w:rPr>
        <w:t xml:space="preserve"> </w:t>
      </w:r>
      <w:r>
        <w:rPr>
          <w:rtl/>
        </w:rPr>
        <w:t>شباب أهل الجنّة ».</w:t>
      </w:r>
    </w:p>
    <w:p w:rsidR="008C4947" w:rsidRDefault="008C4947" w:rsidP="00F122A7">
      <w:pPr>
        <w:pStyle w:val="libFootnote0"/>
        <w:rPr>
          <w:rtl/>
        </w:rPr>
      </w:pPr>
      <w:r>
        <w:rPr>
          <w:rFonts w:hint="cs"/>
          <w:rtl/>
        </w:rPr>
        <w:t>3)</w:t>
      </w:r>
      <w:r>
        <w:rPr>
          <w:rtl/>
        </w:rPr>
        <w:t xml:space="preserve"> أنظر : صحيح مسلم 4 / 1871.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لهذا كلّه عرفت أنّ مذهب الشيعة رغم ما يقال وما يتهم به مذهب </w:t>
      </w:r>
      <w:r w:rsidR="00EA3C94">
        <w:rPr>
          <w:rFonts w:hint="cs"/>
          <w:rtl/>
        </w:rPr>
        <w:t xml:space="preserve"> </w:t>
      </w:r>
      <w:r>
        <w:rPr>
          <w:rtl/>
        </w:rPr>
        <w:t>متين ، صاف لا يخالف لا العقل ولا النقل.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ثم عرفت مدى سفاهة رأي من يقول إنّه لا يجوز لنا الخوض في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أحقية المذاهب لأننا لسنا علماء. وعلى هذا الرأي فغير المسلم يحق له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التمسّك بدينه حتّى يصبح عالما بالتوراة والإنجيل وغيرهما. ويصبح دين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الله دينا نخبويّا بحتا ، ويصبح رسول الله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مبعوثا للعلماء دون العوام؟!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وبعد البحث رأيت أنّ الجدال سهل بسيط لمن يريد أن يُنكر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الحقائق ، ولكن هلمّوا إلى كتاب الله المنزل لنكتفي به حجّة ودليلا ونترك ما </w:t>
      </w:r>
      <w:r w:rsidR="00EA3C94">
        <w:rPr>
          <w:rFonts w:hint="cs"/>
          <w:rtl/>
        </w:rPr>
        <w:t xml:space="preserve"> </w:t>
      </w:r>
      <w:r>
        <w:rPr>
          <w:rtl/>
        </w:rPr>
        <w:t>سواه من كتب الفريقين.</w:t>
      </w:r>
    </w:p>
    <w:p w:rsidR="00E87F9E" w:rsidRDefault="008C4947" w:rsidP="00E87F9E">
      <w:pPr>
        <w:pStyle w:val="libNormal"/>
        <w:rPr>
          <w:rtl/>
        </w:rPr>
      </w:pPr>
      <w:r>
        <w:rPr>
          <w:rtl/>
        </w:rPr>
        <w:t>إنّ كلّ عقائد الشيعة موثقة بالقرآن</w:t>
      </w:r>
      <w:r w:rsidRPr="00F122A7">
        <w:rPr>
          <w:rStyle w:val="libFootnotenumChar"/>
          <w:rtl/>
        </w:rPr>
        <w:t>(1)</w:t>
      </w:r>
      <w:r>
        <w:rPr>
          <w:rtl/>
        </w:rPr>
        <w:t>.</w:t>
      </w:r>
    </w:p>
    <w:p w:rsidR="00E87F9E" w:rsidRDefault="008C4947" w:rsidP="00E87F9E">
      <w:pPr>
        <w:pStyle w:val="libNormal"/>
        <w:rPr>
          <w:rtl/>
        </w:rPr>
      </w:pPr>
      <w:r>
        <w:rPr>
          <w:rtl/>
        </w:rPr>
        <w:t xml:space="preserve">وهكذا رأيت أنّ الشيعة على حقّ ، ولو كانوا بعيدين عنه فغيرهم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أبعد. ولو كان غيرهم قريب من الحق فهم أقرب. ولو كان غيرهم على </w:t>
      </w:r>
      <w:r w:rsidR="00EA3C94">
        <w:rPr>
          <w:rFonts w:hint="cs"/>
          <w:rtl/>
        </w:rPr>
        <w:t xml:space="preserve"> </w:t>
      </w:r>
      <w:r>
        <w:rPr>
          <w:rtl/>
        </w:rPr>
        <w:t>الحقـوهو محال إذ أنّ الحق لا يتجزّأ ، وهل بعد الحق إلاّ الضلالـفهم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E87F9E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أنظر : سورة المائدة الآية [ 55 ] حول ولاية علي </w:t>
      </w:r>
      <w:r w:rsidRPr="00B0205B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8C4947" w:rsidRPr="00B66284" w:rsidRDefault="008C4947" w:rsidP="00F122A7">
      <w:pPr>
        <w:pStyle w:val="libFootnote"/>
        <w:rPr>
          <w:rFonts w:eastAsia="Calibri"/>
          <w:rtl/>
        </w:rPr>
      </w:pPr>
      <w:r w:rsidRPr="00B66284">
        <w:rPr>
          <w:rFonts w:eastAsia="Calibri"/>
          <w:rtl/>
        </w:rPr>
        <w:t>وفي موضوع الصحابة : سورة الحجرات [ آية 5 ، 6 ] سورة التوبة [ 25 ، 38 ، 39 ، 75ـ</w:t>
      </w:r>
      <w:r w:rsidR="00EA3C94">
        <w:rPr>
          <w:rFonts w:eastAsia="Calibri" w:hint="cs"/>
          <w:rtl/>
        </w:rPr>
        <w:t xml:space="preserve"> </w:t>
      </w:r>
      <w:r w:rsidRPr="00B66284">
        <w:rPr>
          <w:rFonts w:eastAsia="Calibri"/>
          <w:rtl/>
        </w:rPr>
        <w:t xml:space="preserve">77 ] سورة الأحزاب [ 12 ، 53 ] سورة آل عمران [ 121 ، 152 ، 155 ] سورة الجمعة </w:t>
      </w:r>
      <w:r w:rsidR="00EA3C94">
        <w:rPr>
          <w:rFonts w:eastAsia="Calibri" w:hint="cs"/>
          <w:rtl/>
        </w:rPr>
        <w:t xml:space="preserve"> </w:t>
      </w:r>
      <w:r w:rsidRPr="00B66284">
        <w:rPr>
          <w:rFonts w:eastAsia="Calibri"/>
          <w:rtl/>
        </w:rPr>
        <w:t xml:space="preserve">[ 11 ] سورة التحريم [ 4ـ5 ] سورة النور [ 11 ] سورة الأنفال [ 67ـ69 ] سورة الأنعام </w:t>
      </w:r>
      <w:r w:rsidR="00EA3C94">
        <w:rPr>
          <w:rFonts w:eastAsia="Calibri" w:hint="cs"/>
          <w:rtl/>
        </w:rPr>
        <w:t xml:space="preserve"> </w:t>
      </w:r>
      <w:r w:rsidRPr="00B66284">
        <w:rPr>
          <w:rFonts w:eastAsia="Calibri"/>
          <w:rtl/>
        </w:rPr>
        <w:t>[ 93 ]</w:t>
      </w:r>
      <w:r>
        <w:rPr>
          <w:rFonts w:eastAsia="Calibri"/>
          <w:rtl/>
        </w:rPr>
        <w:t>.</w:t>
      </w:r>
    </w:p>
    <w:p w:rsidR="008C4947" w:rsidRPr="00B66284" w:rsidRDefault="008C4947" w:rsidP="00F122A7">
      <w:pPr>
        <w:pStyle w:val="libFootnote"/>
        <w:rPr>
          <w:rFonts w:eastAsia="Calibri"/>
          <w:rtl/>
        </w:rPr>
      </w:pPr>
      <w:r w:rsidRPr="00B66284">
        <w:rPr>
          <w:rFonts w:eastAsia="Calibri"/>
          <w:rtl/>
        </w:rPr>
        <w:t>وفي موضوع التقية : سورة آل عمران [ 28 ] سورة غافر [ 28 ] سورة النحل [ 106 ]</w:t>
      </w:r>
      <w:r>
        <w:rPr>
          <w:rFonts w:eastAsia="Calibri"/>
          <w:rtl/>
        </w:rPr>
        <w:t>.</w:t>
      </w:r>
    </w:p>
    <w:p w:rsidR="008C4947" w:rsidRPr="00B66284" w:rsidRDefault="008C4947" w:rsidP="00F122A7">
      <w:pPr>
        <w:pStyle w:val="libFootnote"/>
        <w:rPr>
          <w:rFonts w:eastAsia="Calibri"/>
          <w:rtl/>
        </w:rPr>
      </w:pPr>
      <w:r w:rsidRPr="00B66284">
        <w:rPr>
          <w:rFonts w:eastAsia="Calibri"/>
          <w:rtl/>
        </w:rPr>
        <w:t>وفي مسألة المتعة : سورة النساء [ 24 ]</w:t>
      </w:r>
      <w:r>
        <w:rPr>
          <w:rFonts w:eastAsia="Calibri"/>
          <w:rtl/>
        </w:rPr>
        <w:t>.</w:t>
      </w:r>
    </w:p>
    <w:p w:rsidR="008C4947" w:rsidRPr="00F122A7" w:rsidRDefault="008C4947" w:rsidP="00F122A7">
      <w:pPr>
        <w:pStyle w:val="libFootnote"/>
        <w:rPr>
          <w:rStyle w:val="libFootnoteChar"/>
          <w:rFonts w:eastAsia="Calibri"/>
          <w:rtl/>
        </w:rPr>
      </w:pPr>
      <w:r w:rsidRPr="00B66284">
        <w:rPr>
          <w:rFonts w:eastAsia="Calibri"/>
          <w:rtl/>
        </w:rPr>
        <w:t xml:space="preserve">وفي مسألة أفضلية أهل البيت </w:t>
      </w:r>
      <w:r w:rsidRPr="00B0205B">
        <w:rPr>
          <w:rStyle w:val="libAlaemChar"/>
          <w:rtl/>
        </w:rPr>
        <w:t>عليهم‌السلام</w:t>
      </w:r>
      <w:r w:rsidRPr="00F122A7">
        <w:rPr>
          <w:rStyle w:val="libFootnoteChar"/>
          <w:rFonts w:eastAsia="Calibri"/>
          <w:rtl/>
        </w:rPr>
        <w:t xml:space="preserve"> : سورة الأحزاب [ 33 ] سورة آل عمران [ 61 ] </w:t>
      </w:r>
      <w:r w:rsidR="00EA3C94">
        <w:rPr>
          <w:rStyle w:val="libFootnoteChar"/>
          <w:rFonts w:eastAsia="Calibri" w:hint="cs"/>
          <w:rtl/>
        </w:rPr>
        <w:t xml:space="preserve"> </w:t>
      </w:r>
      <w:r w:rsidRPr="00F122A7">
        <w:rPr>
          <w:rStyle w:val="libFootnoteChar"/>
          <w:rFonts w:eastAsia="Calibri"/>
          <w:rtl/>
        </w:rPr>
        <w:t>سورة الإنسان [ 8 ].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أحقّ. وكلّ هذا بالأدلة وليس بالأماني والخيال.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وإنّي ولله الحمد قد توفّرت لي الفرصة للإطلاع على مذهب الشيعة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ولكن غيري لم تتوفر له هذه الفرصة. وأنا أقول له أعرف مذهب الشيعة من </w:t>
      </w:r>
      <w:r w:rsidR="00EA3C94">
        <w:rPr>
          <w:rFonts w:hint="cs"/>
          <w:rtl/>
        </w:rPr>
        <w:t xml:space="preserve"> </w:t>
      </w:r>
      <w:r>
        <w:rPr>
          <w:rtl/>
        </w:rPr>
        <w:t>كتبهم وعلمائهم لا بما يقوله الفاسقون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 المغرضون.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والحمد لله الذي عرّفني وله الفضل أوّلا وآخرا بالمذهب الحق من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بين المذاهب العديدة والتي قال رسول الله إنها ستصل من بعده إلى ثلاث </w:t>
      </w:r>
      <w:r w:rsidR="00EA3C94">
        <w:rPr>
          <w:rFonts w:hint="cs"/>
          <w:rtl/>
        </w:rPr>
        <w:t xml:space="preserve"> </w:t>
      </w:r>
      <w:r>
        <w:rPr>
          <w:rtl/>
        </w:rPr>
        <w:t>وسبعين</w:t>
      </w:r>
      <w:r w:rsidRPr="00F122A7">
        <w:rPr>
          <w:rStyle w:val="libFootnotenumChar"/>
          <w:rtl/>
        </w:rPr>
        <w:t>(2)</w:t>
      </w:r>
      <w:r>
        <w:rPr>
          <w:rtl/>
        </w:rPr>
        <w:t xml:space="preserve"> ، وقد وجدت الشيعة بريئين ممّا رُميوا به عبر التاريخ ، وقد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تعرّفت على علمائهم فيما بعد ورأيت بلادهم فلم أر إلاّ خيرا. والعجب أن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كثيرا ممّن يدعي العلم يصدّ عن سبيل الله فيمنع أتباعه ومريديه ويفتي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بحُرمة قراءة كتب الشيعة ويأمر بحرقها إن وجدت. أليس هذا صدّ عن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سبيل الله؟! فإذا كانت الشيعة ضلاّلا وأهل باطل ، فهلاّ قرأتم كتبهم ورددتم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عليها بالدليل والبرهان لا بالسبّ والشتم ، وإذا كانت صحيحة فما </w:t>
      </w:r>
      <w:r w:rsidR="00EA3C94">
        <w:rPr>
          <w:rFonts w:hint="cs"/>
          <w:rtl/>
        </w:rPr>
        <w:t xml:space="preserve"> </w:t>
      </w:r>
      <w:r>
        <w:rPr>
          <w:rtl/>
        </w:rPr>
        <w:t>بالكم...؟!</w:t>
      </w:r>
    </w:p>
    <w:p w:rsidR="00E87F9E" w:rsidRDefault="008C4947" w:rsidP="00E87F9E">
      <w:pPr>
        <w:pStyle w:val="libNormal"/>
        <w:rPr>
          <w:rtl/>
        </w:rPr>
      </w:pPr>
      <w:r>
        <w:rPr>
          <w:rtl/>
        </w:rPr>
        <w:t xml:space="preserve">سبحان الله ، هل يريد هؤلاء أن ينشروا دين الله في كلّ الدنيا وهم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يخافون من كتاب؟! كيف يقنعوا غير المسلم بالإسلام إذن؟! وكيف يردّون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على شبهات عويصة تعصف بشباب المسلمين وتفتك بأصل الدين من </w:t>
      </w:r>
      <w:r w:rsidR="00EA3C94">
        <w:rPr>
          <w:rFonts w:hint="cs"/>
          <w:rtl/>
        </w:rPr>
        <w:t xml:space="preserve"> </w:t>
      </w:r>
      <w:r>
        <w:rPr>
          <w:rtl/>
        </w:rPr>
        <w:t>الأساس؟!</w:t>
      </w:r>
    </w:p>
    <w:p w:rsidR="00E87F9E" w:rsidRDefault="008C4947" w:rsidP="00E87F9E">
      <w:pPr>
        <w:pStyle w:val="libNormal"/>
        <w:rPr>
          <w:rtl/>
        </w:rPr>
      </w:pPr>
      <w:r>
        <w:rPr>
          <w:rtl/>
        </w:rPr>
        <w:t>هذا وقد رأيت أنّ الشيعة رغم ما يلاقونه ولا قوة يمدّون أيديهم إلى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E87F9E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 w:rsidRPr="00B0205B">
        <w:rPr>
          <w:rStyle w:val="libAlaemChar"/>
          <w:rtl/>
        </w:rPr>
        <w:t>(</w:t>
      </w:r>
      <w:r w:rsidRPr="00F122A7">
        <w:rPr>
          <w:rStyle w:val="libFootnoteAieChar"/>
          <w:rtl/>
        </w:rPr>
        <w:t>يَا أَيُّهَا الَّذينَ آمَنُوا إِنْ جَاءَكُمْ فَاسِقٌ بِنَبَإ فَتَبَيَّنُوا أَنْ تُصِيبُوا قَوْمَاً بِجَهَالَة...</w:t>
      </w:r>
      <w:r w:rsidRPr="00B0205B">
        <w:rPr>
          <w:rStyle w:val="libAlaemChar"/>
          <w:rtl/>
        </w:rPr>
        <w:t>)</w:t>
      </w:r>
      <w:r w:rsidR="00EA3C94">
        <w:rPr>
          <w:rFonts w:hint="cs"/>
          <w:rtl/>
        </w:rPr>
        <w:t xml:space="preserve"> </w:t>
      </w:r>
      <w:r>
        <w:rPr>
          <w:rtl/>
        </w:rPr>
        <w:t>[ سورة الحجرات : 6 ].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أنظر سنن ابن ماجة 2 / 1321 كتاب الفتن ومسند أحمد 2 / 332.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كل المسلمين ، وقد رأيت أنا بعينيّ أشخاصا من غير مذهبهم يصلّون بكلّ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حرّية في مساجدهم ، بينما إذا صلّى أحد الشيعة على طريقته في بعض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مساجد السنّة يقيمون الدنيا عليه ، ممّا يضطرّه إلى التقية ، أفتحوا المجال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لحرية العقيدة ولحقّ الإختلاف ، فوالله ، لن تجدوا شيعيا واحدا يستعمل </w:t>
      </w:r>
      <w:r w:rsidR="00EA3C94">
        <w:rPr>
          <w:rFonts w:hint="cs"/>
          <w:rtl/>
        </w:rPr>
        <w:t xml:space="preserve"> </w:t>
      </w:r>
      <w:r>
        <w:rPr>
          <w:rtl/>
        </w:rPr>
        <w:t>التقية.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ولكن الحمد لله فإنّ السنة والشيعة وباستثناء بعض الأزمنة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والأمصار يعيشون متجاورين ، متكاتفين ، وما شجر بينهم فالحساب عند </w:t>
      </w:r>
      <w:r w:rsidR="00EA3C94">
        <w:rPr>
          <w:rFonts w:hint="cs"/>
          <w:rtl/>
        </w:rPr>
        <w:t xml:space="preserve"> </w:t>
      </w:r>
      <w:r>
        <w:rPr>
          <w:rtl/>
        </w:rPr>
        <w:t>الله والملتقى يوم القيامة</w:t>
      </w:r>
      <w:r w:rsidRPr="00F122A7">
        <w:rPr>
          <w:rStyle w:val="libFootnotenumChar"/>
          <w:rtl/>
        </w:rPr>
        <w:t>(1)</w:t>
      </w:r>
      <w:r>
        <w:rPr>
          <w:rtl/>
        </w:rPr>
        <w:t xml:space="preserve"> وكلّ يعمل على شاكلته.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ومن الأشياء العجيبة التي اطلعت عليها قول من يقول إنّ التيجاني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التونسي شخصية وهمية وكذلك غيره من المتشيعين ، وعلى افتراض أنّ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ذلك صحيحـوهو غير صحيح قطعاـفانظروا إلى ما قيل ولا تنظروا إلى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من قال. فهل ما جاء في تلكم الكتب صحيح أم باطل؟ وإذا كان باطلا </w:t>
      </w:r>
      <w:r w:rsidR="00EA3C94">
        <w:rPr>
          <w:rFonts w:hint="cs"/>
          <w:rtl/>
        </w:rPr>
        <w:t xml:space="preserve"> </w:t>
      </w:r>
      <w:r>
        <w:rPr>
          <w:rtl/>
        </w:rPr>
        <w:t>فبأيّ دليل؟! أمّا التشكيك والجدال فلن يجدي شيئا.</w:t>
      </w:r>
    </w:p>
    <w:p w:rsidR="00E87F9E" w:rsidRDefault="008C4947" w:rsidP="00E87F9E">
      <w:pPr>
        <w:pStyle w:val="libNormal"/>
        <w:rPr>
          <w:rtl/>
        </w:rPr>
      </w:pPr>
      <w:r>
        <w:rPr>
          <w:rtl/>
        </w:rPr>
        <w:t xml:space="preserve">وقد استفدت شخصيّا زيادة على حواراتي ونقاشاتي مع صديقي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الشيعي في بلدي بكتب أرى نفسي ملزماً بذكرها تعميماً للفائدة وإرشاداً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لمن لا يعرف كيف يتوصّل إلى مذهب الشيعة وعقائدهم ، أذكرها طلباً </w:t>
      </w:r>
      <w:r w:rsidR="00EA3C94">
        <w:rPr>
          <w:rFonts w:hint="cs"/>
          <w:rtl/>
        </w:rPr>
        <w:t xml:space="preserve"> </w:t>
      </w:r>
      <w:r>
        <w:rPr>
          <w:rtl/>
        </w:rPr>
        <w:t>للثواب.</w:t>
      </w:r>
    </w:p>
    <w:p w:rsidR="00E87F9E" w:rsidRDefault="008C4947" w:rsidP="00E87F9E">
      <w:pPr>
        <w:pStyle w:val="libNormal"/>
        <w:rPr>
          <w:rtl/>
        </w:rPr>
      </w:pPr>
      <w:r>
        <w:rPr>
          <w:rtl/>
        </w:rPr>
        <w:t>ـكتاب «ثمّ اهتديت » للدكتور محمد التيجاني السماوي</w:t>
      </w:r>
      <w:r w:rsidR="00EA3C94">
        <w:rPr>
          <w:rFonts w:hint="cs"/>
          <w:rtl/>
        </w:rPr>
        <w:t xml:space="preserve"> </w:t>
      </w:r>
    </w:p>
    <w:p w:rsidR="008C4947" w:rsidRPr="00296D77" w:rsidRDefault="008C4947" w:rsidP="00E87F9E">
      <w:pPr>
        <w:pStyle w:val="libLine"/>
        <w:rPr>
          <w:rtl/>
        </w:rPr>
      </w:pPr>
      <w:r w:rsidRPr="00296D77">
        <w:rPr>
          <w:rtl/>
        </w:rPr>
        <w:t>__</w:t>
      </w:r>
      <w:r>
        <w:rPr>
          <w:rFonts w:hint="cs"/>
          <w:rtl/>
        </w:rPr>
        <w:t>___</w:t>
      </w:r>
      <w:r w:rsidRPr="00296D77">
        <w:rPr>
          <w:rtl/>
        </w:rPr>
        <w:t>________________</w:t>
      </w:r>
    </w:p>
    <w:p w:rsidR="008C4947" w:rsidRDefault="008C4947" w:rsidP="00F122A7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>)</w:t>
      </w:r>
      <w:r w:rsidRPr="00B0205B">
        <w:rPr>
          <w:rStyle w:val="libAlaemChar"/>
          <w:rtl/>
        </w:rPr>
        <w:t>(</w:t>
      </w:r>
      <w:r w:rsidRPr="00F122A7">
        <w:rPr>
          <w:rStyle w:val="libFootnoteAieChar"/>
          <w:rFonts w:hint="cs"/>
          <w:rtl/>
        </w:rPr>
        <w:t xml:space="preserve"> فَاللهُ يَحْكُمُ بَيْنَهُمْ يَوْمَ الْقِيَامَةِ فِيمَا كَانُوا فِيهِ يَخْتَلِفُونَ</w:t>
      </w:r>
      <w:r w:rsidRPr="00B0205B">
        <w:rPr>
          <w:rStyle w:val="libAlaemChar"/>
          <w:rtl/>
        </w:rPr>
        <w:t>)</w:t>
      </w:r>
      <w:r>
        <w:rPr>
          <w:rtl/>
        </w:rPr>
        <w:t xml:space="preserve"> [ سورة البقرة : </w:t>
      </w:r>
      <w:r w:rsidR="00EA3C94">
        <w:rPr>
          <w:rFonts w:hint="cs"/>
          <w:rtl/>
        </w:rPr>
        <w:t xml:space="preserve"> </w:t>
      </w:r>
      <w:r>
        <w:rPr>
          <w:rtl/>
        </w:rPr>
        <w:t>113 ].</w:t>
      </w:r>
    </w:p>
    <w:p w:rsidR="008C4947" w:rsidRPr="00F122A7" w:rsidRDefault="008C4947" w:rsidP="00F122A7">
      <w:pPr>
        <w:pStyle w:val="libFootnote0"/>
        <w:rPr>
          <w:rStyle w:val="libFootnoteChar"/>
          <w:rFonts w:eastAsia="Calibri"/>
          <w:rtl/>
        </w:rPr>
      </w:pPr>
      <w:r w:rsidRPr="00F122A7">
        <w:rPr>
          <w:rStyle w:val="libFootnoteChar"/>
          <w:rFonts w:eastAsia="Calibri"/>
          <w:rtl/>
        </w:rPr>
        <w:t xml:space="preserve">وورد عن رسول الله </w:t>
      </w:r>
      <w:r w:rsidRPr="00B0205B">
        <w:rPr>
          <w:rStyle w:val="libAlaemChar"/>
          <w:rtl/>
        </w:rPr>
        <w:t>صلى‌الله‌عليه‌وآله‌وسلم</w:t>
      </w:r>
      <w:r w:rsidRPr="00F122A7">
        <w:rPr>
          <w:rStyle w:val="libFootnoteChar"/>
          <w:rFonts w:eastAsia="Calibri"/>
          <w:rtl/>
        </w:rPr>
        <w:t xml:space="preserve"> أنّه يأخذ بالظاهر والله يتولى السرائر ولهذا قبل إسلام كلّ من </w:t>
      </w:r>
      <w:r w:rsidR="00EA3C94">
        <w:rPr>
          <w:rStyle w:val="libFootnoteChar"/>
          <w:rFonts w:eastAsia="Calibri" w:hint="cs"/>
          <w:rtl/>
        </w:rPr>
        <w:t xml:space="preserve"> </w:t>
      </w:r>
      <w:r w:rsidRPr="00F122A7">
        <w:rPr>
          <w:rStyle w:val="libFootnoteChar"/>
          <w:rFonts w:eastAsia="Calibri"/>
          <w:rtl/>
        </w:rPr>
        <w:t>نطق بالشهادتين.</w:t>
      </w:r>
    </w:p>
    <w:p w:rsidR="008C4947" w:rsidRDefault="008C4947" w:rsidP="00B0205B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القفصي التونسي.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ـكتاب « وركبت السفينة » للكاتب الأردني مروان خليفات ، وهو </w:t>
      </w:r>
      <w:r w:rsidR="00EA3C94">
        <w:rPr>
          <w:rFonts w:hint="cs"/>
          <w:rtl/>
        </w:rPr>
        <w:t xml:space="preserve"> </w:t>
      </w:r>
      <w:r>
        <w:rPr>
          <w:rtl/>
        </w:rPr>
        <w:t>كتاب جامع مانع.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ـكتاب « معالم المدرستين » للعلامة مرتضى العسكري وهو في </w:t>
      </w:r>
      <w:r w:rsidR="00EA3C94">
        <w:rPr>
          <w:rFonts w:hint="cs"/>
          <w:rtl/>
        </w:rPr>
        <w:t xml:space="preserve"> </w:t>
      </w:r>
      <w:r>
        <w:rPr>
          <w:rtl/>
        </w:rPr>
        <w:t>جزءين.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ـكتاب « ابن تيمية » لصائب عبدالحميد ، الذي نزع ورقة التوت </w:t>
      </w:r>
      <w:r w:rsidR="00EA3C94">
        <w:rPr>
          <w:rFonts w:hint="cs"/>
          <w:rtl/>
        </w:rPr>
        <w:t xml:space="preserve"> </w:t>
      </w:r>
      <w:r>
        <w:rPr>
          <w:rtl/>
        </w:rPr>
        <w:t>عن عورة ابن تيمية ، أكذب كاتب في تاريخ الإسلام.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ـ كتاب « الشيعة هم أهل السنة » للتيجاني.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ـكتاب « المراجعات » للعلامة عبدالحسين شرف الدين العاملي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اللبناني </w:t>
      </w:r>
      <w:r w:rsidRPr="00B0205B">
        <w:rPr>
          <w:rStyle w:val="libAlaemChar"/>
          <w:rFonts w:hint="cs"/>
          <w:rtl/>
        </w:rPr>
        <w:t>رحمه‌الله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ـكتاب « أبو هريرة » للعلامة عبدالحسين شرف الدين العاملي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اللبناني </w:t>
      </w:r>
      <w:r w:rsidRPr="00B0205B">
        <w:rPr>
          <w:rStyle w:val="libAlaemChar"/>
          <w:rFonts w:hint="cs"/>
          <w:rtl/>
        </w:rPr>
        <w:t>رحمه‌الله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ـكتاب « نظرية عدالة الصحابة » للمحامي الأردني أحمد حسين </w:t>
      </w:r>
      <w:r w:rsidR="00EA3C94">
        <w:rPr>
          <w:rFonts w:hint="cs"/>
          <w:rtl/>
        </w:rPr>
        <w:t xml:space="preserve"> </w:t>
      </w:r>
      <w:r>
        <w:rPr>
          <w:rtl/>
        </w:rPr>
        <w:t>يعقوب.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ـ كتاب « التشيّع » لعبدالله الغريفي.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ـ كتاب « عقائد الإمامية » للشيخ محمد رضا المظفّر </w:t>
      </w:r>
      <w:r w:rsidRPr="00B0205B">
        <w:rPr>
          <w:rStyle w:val="libAlaemChar"/>
          <w:rFonts w:hint="cs"/>
          <w:rtl/>
        </w:rPr>
        <w:t>رحمه‌الله</w:t>
      </w:r>
      <w:r>
        <w:rPr>
          <w:rtl/>
        </w:rPr>
        <w:t>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ـ كتاب « الرسائل العشر » للسيد علي الحسيني الميلاني.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ـكتاب « لقد شيعني الحسين </w:t>
      </w:r>
      <w:r w:rsidRPr="00B020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» للكاتب المغربي إدريس </w:t>
      </w:r>
      <w:r w:rsidR="00EA3C94">
        <w:rPr>
          <w:rFonts w:hint="cs"/>
          <w:rtl/>
        </w:rPr>
        <w:t xml:space="preserve"> </w:t>
      </w:r>
      <w:r>
        <w:rPr>
          <w:rtl/>
        </w:rPr>
        <w:t>الحسيني.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ـكتاب « الصحوة » لصباح علي البيّاتي ، وقد نسف فيه كلّ ما ورد </w:t>
      </w:r>
      <w:r w:rsidR="00EA3C94">
        <w:rPr>
          <w:rFonts w:hint="cs"/>
          <w:rtl/>
        </w:rPr>
        <w:t xml:space="preserve"> </w:t>
      </w:r>
      <w:r>
        <w:rPr>
          <w:rtl/>
        </w:rPr>
        <w:t>في كتاب « العواصم من القواصم » للقاضي أبي بكر بن العربي.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هذه مجموعة كتب ، يرجى منها الفائدة والتعرّف على عقائد الشيعة </w:t>
      </w:r>
      <w:r w:rsidR="00EA3C94">
        <w:rPr>
          <w:rFonts w:hint="cs"/>
          <w:rtl/>
        </w:rPr>
        <w:t xml:space="preserve"> </w:t>
      </w:r>
      <w:r>
        <w:rPr>
          <w:rtl/>
        </w:rPr>
        <w:t>مباشرة ودون واسطة المستشرقين أو الكذّابين.</w:t>
      </w:r>
    </w:p>
    <w:p w:rsidR="008C4947" w:rsidRDefault="008C4947" w:rsidP="00F122A7">
      <w:pPr>
        <w:pStyle w:val="libLeft"/>
        <w:rPr>
          <w:rtl/>
        </w:rPr>
      </w:pPr>
      <w:r>
        <w:rPr>
          <w:rtl/>
        </w:rPr>
        <w:t>وآخر دعوانا أن الحمد لله ربّ العالمين.</w:t>
      </w:r>
    </w:p>
    <w:p w:rsidR="008C4947" w:rsidRDefault="008C4947" w:rsidP="008C4947">
      <w:pPr>
        <w:pStyle w:val="Heading2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73" w:name="_Toc365111456"/>
      <w:r w:rsidR="00EA3C94">
        <w:rPr>
          <w:rFonts w:hint="cs"/>
          <w:rtl/>
        </w:rPr>
        <w:lastRenderedPageBreak/>
        <w:t xml:space="preserve"> </w:t>
      </w:r>
    </w:p>
    <w:p w:rsidR="008C4947" w:rsidRDefault="008C4947" w:rsidP="008C4947">
      <w:pPr>
        <w:pStyle w:val="Heading2"/>
        <w:rPr>
          <w:rtl/>
        </w:rPr>
      </w:pPr>
      <w:bookmarkStart w:id="74" w:name="_Toc398986478"/>
      <w:bookmarkStart w:id="75" w:name="_Toc398986509"/>
      <w:r>
        <w:rPr>
          <w:rtl/>
        </w:rPr>
        <w:t>المصادر</w:t>
      </w:r>
      <w:bookmarkEnd w:id="73"/>
      <w:bookmarkEnd w:id="74"/>
      <w:bookmarkEnd w:id="75"/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1 ـ القرآن الكريم.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2ـأبوهريرةـللعلامة شرف الدين الموسوي العامليـدار أنصاريانـ</w:t>
      </w:r>
      <w:r w:rsidR="00EA3C94">
        <w:rPr>
          <w:rFonts w:hint="cs"/>
          <w:rtl/>
        </w:rPr>
        <w:t xml:space="preserve"> </w:t>
      </w:r>
      <w:r>
        <w:rPr>
          <w:rtl/>
        </w:rPr>
        <w:t>قم.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3ـأبوهريرة شيخ المضيرةـلمحمود أبورية المصريـطبعة الأعلميـ</w:t>
      </w:r>
      <w:r w:rsidR="00EA3C94">
        <w:rPr>
          <w:rFonts w:hint="cs"/>
          <w:rtl/>
        </w:rPr>
        <w:t xml:space="preserve"> </w:t>
      </w:r>
      <w:r>
        <w:rPr>
          <w:rtl/>
        </w:rPr>
        <w:t>بيروت.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4ـأُسد الغابةـلابن الأثير « ت 630 هـ »ـطبعة دار إحياء التراث </w:t>
      </w:r>
      <w:r w:rsidR="00EA3C94">
        <w:rPr>
          <w:rFonts w:hint="cs"/>
          <w:rtl/>
        </w:rPr>
        <w:t xml:space="preserve"> </w:t>
      </w:r>
      <w:r>
        <w:rPr>
          <w:rtl/>
        </w:rPr>
        <w:t>العربي ـ بيروت.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5ـالإصابة في تمييز الصحابةـللعسقلاني « ت 852 هـ »ـطبعة </w:t>
      </w:r>
      <w:r w:rsidR="00EA3C94">
        <w:rPr>
          <w:rFonts w:hint="cs"/>
          <w:rtl/>
        </w:rPr>
        <w:t xml:space="preserve"> </w:t>
      </w:r>
      <w:r>
        <w:rPr>
          <w:rtl/>
        </w:rPr>
        <w:t>دار الكتب العلمية ـ بيروت.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6ـالإمامة والسياسةـلابن قتيبة الدينوري « ت 276 هـ »ـ</w:t>
      </w:r>
      <w:r w:rsidR="00EA3C94">
        <w:rPr>
          <w:rFonts w:hint="cs"/>
          <w:rtl/>
        </w:rPr>
        <w:t xml:space="preserve"> </w:t>
      </w:r>
      <w:r>
        <w:rPr>
          <w:rtl/>
        </w:rPr>
        <w:t>منشورات الشريف الرضي ـ قم 1413 هـ.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7ـالبداية والنهايةـلابن كثير « ت 774 هـ »ـطبعة دار الفكرـ</w:t>
      </w:r>
      <w:r w:rsidR="00EA3C94">
        <w:rPr>
          <w:rFonts w:hint="cs"/>
          <w:rtl/>
        </w:rPr>
        <w:t xml:space="preserve"> </w:t>
      </w:r>
      <w:r>
        <w:rPr>
          <w:rtl/>
        </w:rPr>
        <w:t>بيروت ـ 1982.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8ـتاريخ الإسلامـللذهبي « ت 748 هـ »ـطبعة دار الكتاب العربيـ </w:t>
      </w:r>
      <w:r w:rsidR="00EA3C94">
        <w:rPr>
          <w:rFonts w:hint="cs"/>
          <w:rtl/>
        </w:rPr>
        <w:t xml:space="preserve"> </w:t>
      </w:r>
      <w:r>
        <w:rPr>
          <w:rtl/>
        </w:rPr>
        <w:t>بيروت 1998 م.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9ـتاريخ الطبريـتحقيق محمّد أبوالفضل إبراهيمـطبعة دار سويدان </w:t>
      </w:r>
      <w:r w:rsidR="00EA3C94">
        <w:rPr>
          <w:rFonts w:hint="cs"/>
          <w:rtl/>
        </w:rPr>
        <w:t xml:space="preserve"> </w:t>
      </w:r>
      <w:r>
        <w:rPr>
          <w:rtl/>
        </w:rPr>
        <w:t>بيروت.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10 ـ تفسير ابن كثير ـ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11ـتفسير الدرّ المنثورـللسيوطي « ت 911 هـ »ـطبعة دار الفكرـ</w:t>
      </w:r>
      <w:r w:rsidR="00EA3C94">
        <w:rPr>
          <w:rFonts w:hint="cs"/>
          <w:rtl/>
        </w:rPr>
        <w:t xml:space="preserve"> </w:t>
      </w:r>
      <w:r>
        <w:rPr>
          <w:rtl/>
        </w:rPr>
        <w:t>بيروت 1983 م.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12ـتفسير روح المعانيـللألوسي البغدادي « ت 1270 هـ »ـطبعة </w:t>
      </w:r>
      <w:r w:rsidR="00EA3C94">
        <w:rPr>
          <w:rFonts w:hint="cs"/>
          <w:rtl/>
        </w:rPr>
        <w:t xml:space="preserve"> </w:t>
      </w:r>
      <w:r>
        <w:rPr>
          <w:rtl/>
        </w:rPr>
        <w:t>دارالكتب العلمية ـ بيروت ـ 1996 م.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13 ـ تفسير الطبري ـ طبعة دارالمعرفة ـ بيروت.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14ـتفسير القرطبي ـ طبعة دار إحياء التراث العربي ـ بيروت.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15ـالتفسير الكبيرـللفخر الرازي « ت 606 هـ »ـطبعة دار إحياء </w:t>
      </w:r>
      <w:r w:rsidR="00EA3C94">
        <w:rPr>
          <w:rFonts w:hint="cs"/>
          <w:rtl/>
        </w:rPr>
        <w:t xml:space="preserve"> </w:t>
      </w:r>
      <w:r>
        <w:rPr>
          <w:rtl/>
        </w:rPr>
        <w:t>التراث العربي ـ بيروت 1997 م.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16ـتفسير الكشافـللزمخشري « ت 538 هـ »ـطبعة دار المعرفةـ</w:t>
      </w:r>
      <w:r w:rsidR="00EA3C94">
        <w:rPr>
          <w:rtl/>
        </w:rPr>
        <w:t xml:space="preserve"> </w:t>
      </w:r>
      <w:r>
        <w:rPr>
          <w:rtl/>
        </w:rPr>
        <w:t>بيروت.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17ـرياض الصالحينـللنووي « ت 676 هـ »ـطبعة دارابن زيدونـ</w:t>
      </w:r>
      <w:r w:rsidR="00EA3C94">
        <w:rPr>
          <w:rFonts w:hint="cs"/>
          <w:rtl/>
        </w:rPr>
        <w:t xml:space="preserve"> </w:t>
      </w:r>
      <w:r>
        <w:rPr>
          <w:rtl/>
        </w:rPr>
        <w:t>بيروت 1997 م.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18ـسنن ابن ماجةـتحقيق صدقي العطّارـطبعة دار الفكر ـ بيروت.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19ـسنن أبي داودـتحقيق صدقي العطارـطبعة دار الفكرـبيروت </w:t>
      </w:r>
      <w:r w:rsidR="00EA3C94">
        <w:rPr>
          <w:rFonts w:hint="cs"/>
          <w:rtl/>
        </w:rPr>
        <w:t xml:space="preserve"> </w:t>
      </w:r>
      <w:r>
        <w:rPr>
          <w:rtl/>
        </w:rPr>
        <w:t>1998 م.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20ـسير أعلام النبلاءـللذهبيـطبعة مؤسسة الرسالةـبيروت </w:t>
      </w:r>
      <w:r w:rsidR="00EA3C94">
        <w:rPr>
          <w:rFonts w:hint="cs"/>
          <w:rtl/>
        </w:rPr>
        <w:t xml:space="preserve"> </w:t>
      </w:r>
      <w:r>
        <w:rPr>
          <w:rtl/>
        </w:rPr>
        <w:t>1998 م.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21ـصحيح البخاريـالنسخة السلطانيةـطبعة الحلبيـنشر </w:t>
      </w:r>
      <w:r w:rsidR="00EA3C94">
        <w:rPr>
          <w:rFonts w:hint="cs"/>
          <w:rtl/>
        </w:rPr>
        <w:t xml:space="preserve"> </w:t>
      </w:r>
      <w:r>
        <w:rPr>
          <w:rtl/>
        </w:rPr>
        <w:t>دار إحياء التراث.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22ـصحيح الترمذيـبتحقيق بشار عوّاد معروفـطبعة دار الغرب </w:t>
      </w:r>
      <w:r w:rsidR="00EA3C94">
        <w:rPr>
          <w:rFonts w:hint="cs"/>
          <w:rtl/>
        </w:rPr>
        <w:t xml:space="preserve"> </w:t>
      </w:r>
      <w:r>
        <w:rPr>
          <w:rtl/>
        </w:rPr>
        <w:t xml:space="preserve">الإسلاميـبيروت 1998 م. وبتحقيق أحمد محمّد شاكرـطبعة دار إحياء </w:t>
      </w:r>
      <w:r w:rsidR="00EA3C94">
        <w:rPr>
          <w:rFonts w:hint="cs"/>
          <w:rtl/>
        </w:rPr>
        <w:t xml:space="preserve"> </w:t>
      </w:r>
      <w:r>
        <w:rPr>
          <w:rtl/>
        </w:rPr>
        <w:t>التراث العربي ـ بيروت.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23ـصحيح مسلمـتحقيق محمّد فؤاد عبد الباقيـطبعة دار الفكرـ </w:t>
      </w:r>
      <w:r w:rsidR="00EA3C94">
        <w:rPr>
          <w:rFonts w:hint="cs"/>
          <w:rtl/>
        </w:rPr>
        <w:t xml:space="preserve"> </w:t>
      </w:r>
      <w:r>
        <w:rPr>
          <w:rtl/>
        </w:rPr>
        <w:t>بيروت 1978 م.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24ـالصواعق المحرقةـلابن حجر الهيتميـطبعة المطبعة الوهبيةـ</w:t>
      </w:r>
      <w:r w:rsidR="00EA3C94">
        <w:rPr>
          <w:rFonts w:hint="cs"/>
          <w:rtl/>
        </w:rPr>
        <w:t xml:space="preserve"> </w:t>
      </w:r>
      <w:r>
        <w:rPr>
          <w:rtl/>
        </w:rPr>
        <w:t>مصر 1292 هـ.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25ـالطبقات الكبرىـلابن سعد « ت 230 هـ »ـمنشورات مؤسسة </w:t>
      </w:r>
      <w:r w:rsidR="00EA3C94">
        <w:rPr>
          <w:rFonts w:hint="cs"/>
          <w:rtl/>
        </w:rPr>
        <w:t xml:space="preserve"> </w:t>
      </w:r>
      <w:r>
        <w:rPr>
          <w:rtl/>
        </w:rPr>
        <w:t>النصر طهران.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26ـالعقد الفريدـلابن عبد ربّهـطبعة دار الكتاب العربيـ بيروت </w:t>
      </w:r>
      <w:r w:rsidR="00EA3C94">
        <w:rPr>
          <w:rFonts w:hint="cs"/>
          <w:rtl/>
        </w:rPr>
        <w:t xml:space="preserve"> </w:t>
      </w:r>
      <w:r>
        <w:rPr>
          <w:rtl/>
        </w:rPr>
        <w:t>1982. وطبعة دار إحياء التراث العربي ـ بيروت ـ 1990.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27ـالعقيدة الطحاويةـالمجموع الفريد من رسائل التوحيدـدار ابن </w:t>
      </w:r>
      <w:r w:rsidR="00EA3C94">
        <w:rPr>
          <w:rFonts w:hint="cs"/>
          <w:rtl/>
        </w:rPr>
        <w:t xml:space="preserve"> </w:t>
      </w:r>
      <w:r>
        <w:rPr>
          <w:rtl/>
        </w:rPr>
        <w:t>خزيمة ـ الرياض 1993 م.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28ـالعقيدة الواسطيةـلابن تيمية الحراني « ت728 هـ »ـالمجموع </w:t>
      </w:r>
      <w:r w:rsidR="00EA3C94">
        <w:rPr>
          <w:rFonts w:hint="cs"/>
          <w:rtl/>
        </w:rPr>
        <w:t xml:space="preserve"> </w:t>
      </w:r>
      <w:r>
        <w:rPr>
          <w:rtl/>
        </w:rPr>
        <w:t>المفيد من رسائل التوحيد.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29 ـ العهدين : التوراة والإنجيل ـ عربي.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30ـالكامل في التاريخـلابن الأثيرـطبعة دار صادرـبيروت </w:t>
      </w:r>
      <w:r w:rsidR="00EA3C94">
        <w:rPr>
          <w:rFonts w:hint="cs"/>
          <w:rtl/>
        </w:rPr>
        <w:t xml:space="preserve"> </w:t>
      </w:r>
      <w:r>
        <w:rPr>
          <w:rtl/>
        </w:rPr>
        <w:t>1979 م.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31ـالكتاب المقدس تحت المجهرـعودة مهاوشـطبعة دار </w:t>
      </w:r>
      <w:r w:rsidR="00EA3C94">
        <w:rPr>
          <w:rFonts w:hint="cs"/>
          <w:rtl/>
        </w:rPr>
        <w:t xml:space="preserve"> </w:t>
      </w:r>
      <w:r>
        <w:rPr>
          <w:rtl/>
        </w:rPr>
        <w:t>أنصاريان ـ قم 1997 هـ.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32ـالكتاب المقدس في الميزانـلمحمّد علي برّو العامليـطبعة </w:t>
      </w:r>
      <w:r w:rsidR="00EA3C94">
        <w:rPr>
          <w:rFonts w:hint="cs"/>
          <w:rtl/>
        </w:rPr>
        <w:t xml:space="preserve"> </w:t>
      </w:r>
      <w:r>
        <w:rPr>
          <w:rtl/>
        </w:rPr>
        <w:t>الدار الإسلامية ـ بيروت 1993 هـ.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33ـمروج الذهبـللمسعودي</w:t>
      </w:r>
      <w:r>
        <w:rPr>
          <w:rFonts w:hint="cs"/>
          <w:rtl/>
        </w:rPr>
        <w:t>«</w:t>
      </w:r>
      <w:r>
        <w:rPr>
          <w:rtl/>
        </w:rPr>
        <w:t>ت 346 هـ</w:t>
      </w:r>
      <w:r>
        <w:rPr>
          <w:rFonts w:hint="cs"/>
          <w:rtl/>
        </w:rPr>
        <w:t>»</w:t>
      </w:r>
      <w:r>
        <w:rPr>
          <w:rtl/>
        </w:rPr>
        <w:t xml:space="preserve">ـطبعة دار الهجرةـقم </w:t>
      </w:r>
      <w:r w:rsidR="00EA3C94">
        <w:rPr>
          <w:rFonts w:hint="cs"/>
          <w:rtl/>
        </w:rPr>
        <w:t xml:space="preserve"> </w:t>
      </w:r>
      <w:r>
        <w:rPr>
          <w:rtl/>
        </w:rPr>
        <w:t>1409 هـ.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34ـالمستدرك بذيله تلخيص المستدرك للذهبيـطبعة دار الفكرـ</w:t>
      </w:r>
      <w:r w:rsidR="00EA3C94">
        <w:rPr>
          <w:rFonts w:hint="cs"/>
          <w:rtl/>
        </w:rPr>
        <w:t xml:space="preserve"> </w:t>
      </w:r>
      <w:r>
        <w:rPr>
          <w:rtl/>
        </w:rPr>
        <w:t>بيروت 1978 م.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35ـمسند أحمد بن حنبلـبتحقيق أحمد محمّد شاكرـطبعة دار الجيلـ</w:t>
      </w:r>
      <w:r w:rsidR="00EA3C94">
        <w:rPr>
          <w:rFonts w:hint="cs"/>
          <w:rtl/>
        </w:rPr>
        <w:t xml:space="preserve"> </w:t>
      </w:r>
      <w:r>
        <w:rPr>
          <w:rtl/>
        </w:rPr>
        <w:t>بيروت 1994 م. وطبعة دار الفكر ـ بيروت ـ بهامشه منتخب كنز العمال.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36ـموطّأ الإمام مالكـمع تعليق سعيد اللّحامـطبعة دار الفكرـ</w:t>
      </w:r>
      <w:r w:rsidR="00EA3C94">
        <w:rPr>
          <w:rFonts w:hint="cs"/>
          <w:rtl/>
        </w:rPr>
        <w:t xml:space="preserve"> </w:t>
      </w:r>
      <w:r>
        <w:rPr>
          <w:rtl/>
        </w:rPr>
        <w:t>بيروت 1989.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>37ـنظم الدرة المضية في عقد أهل الفرقة المرضيةـللسفارينيـ</w:t>
      </w:r>
      <w:r w:rsidR="00EA3C94">
        <w:rPr>
          <w:rtl/>
        </w:rPr>
        <w:t xml:space="preserve"> </w:t>
      </w:r>
      <w:r>
        <w:rPr>
          <w:rtl/>
        </w:rPr>
        <w:t>المجموع الفريد من رسائل التوحيد.</w:t>
      </w:r>
    </w:p>
    <w:p w:rsidR="008C4947" w:rsidRDefault="008C4947" w:rsidP="004233AE">
      <w:pPr>
        <w:pStyle w:val="libNormal"/>
        <w:rPr>
          <w:rtl/>
        </w:rPr>
      </w:pPr>
      <w:r>
        <w:rPr>
          <w:rtl/>
        </w:rPr>
        <w:t xml:space="preserve">38ـنهج البلاغةـلأمير المؤمنين علي بن أبي طالبـتحقيق صبحي </w:t>
      </w:r>
      <w:r w:rsidR="00EA3C94">
        <w:rPr>
          <w:rFonts w:hint="cs"/>
          <w:rtl/>
        </w:rPr>
        <w:t xml:space="preserve"> </w:t>
      </w:r>
      <w:r>
        <w:rPr>
          <w:rtl/>
        </w:rPr>
        <w:t>الصالح ـ طبعة دار أسوة ـ قم 1415 هـ.</w:t>
      </w:r>
    </w:p>
    <w:p w:rsidR="00176CE2" w:rsidRDefault="00176CE2">
      <w:pPr>
        <w:bidi w:val="0"/>
        <w:spacing w:before="480" w:line="276" w:lineRule="auto"/>
        <w:ind w:firstLine="0"/>
        <w:jc w:val="center"/>
        <w:rPr>
          <w:szCs w:val="32"/>
          <w:rtl/>
        </w:rPr>
      </w:pPr>
      <w:r>
        <w:rPr>
          <w:rtl/>
        </w:rPr>
        <w:br w:type="page"/>
      </w:r>
    </w:p>
    <w:p w:rsidR="00176CE2" w:rsidRDefault="00176CE2" w:rsidP="00C24714">
      <w:pPr>
        <w:pStyle w:val="libCenterBold1"/>
        <w:rPr>
          <w:rtl/>
        </w:rPr>
      </w:pPr>
      <w:bookmarkStart w:id="76" w:name="_Toc398986400"/>
      <w:r w:rsidRPr="000B0DDE">
        <w:rPr>
          <w:rFonts w:hint="cs"/>
          <w:rtl/>
        </w:rPr>
        <w:lastRenderedPageBreak/>
        <w:t>دليل الكتاب</w:t>
      </w:r>
      <w:bookmarkEnd w:id="76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0"/>
        </w:rPr>
        <w:id w:val="6353621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C24714" w:rsidRDefault="00C24714" w:rsidP="00C24714">
          <w:pPr>
            <w:pStyle w:val="TOCHeading"/>
          </w:pPr>
        </w:p>
        <w:p w:rsidR="00C24714" w:rsidRDefault="00C007B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r w:rsidRPr="00C007B6">
            <w:fldChar w:fldCharType="begin"/>
          </w:r>
          <w:r w:rsidR="00C24714">
            <w:instrText xml:space="preserve"> TOC \o "1-3" \h \z \u </w:instrText>
          </w:r>
          <w:r w:rsidRPr="00C007B6">
            <w:fldChar w:fldCharType="separate"/>
          </w:r>
          <w:hyperlink w:anchor="_Toc398986485" w:history="1">
            <w:r w:rsidR="00C24714" w:rsidRPr="003E20D2">
              <w:rPr>
                <w:rStyle w:val="Hyperlink"/>
                <w:rFonts w:hint="eastAsia"/>
                <w:noProof/>
                <w:rtl/>
                <w:lang w:bidi="ar-IQ"/>
              </w:rPr>
              <w:t>حوار</w:t>
            </w:r>
            <w:r w:rsidR="00C24714" w:rsidRPr="003E20D2">
              <w:rPr>
                <w:rStyle w:val="Hyperlink"/>
                <w:noProof/>
                <w:rtl/>
                <w:lang w:bidi="ar-IQ"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  <w:lang w:bidi="ar-IQ"/>
              </w:rPr>
              <w:t>مع</w:t>
            </w:r>
            <w:r w:rsidR="00C24714" w:rsidRPr="003E20D2">
              <w:rPr>
                <w:rStyle w:val="Hyperlink"/>
                <w:noProof/>
                <w:rtl/>
                <w:lang w:bidi="ar-IQ"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  <w:lang w:bidi="ar-IQ"/>
              </w:rPr>
              <w:t>صديقي</w:t>
            </w:r>
            <w:r w:rsidR="00C24714" w:rsidRPr="003E20D2">
              <w:rPr>
                <w:rStyle w:val="Hyperlink"/>
                <w:noProof/>
                <w:rtl/>
                <w:lang w:bidi="ar-IQ"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  <w:lang w:bidi="ar-IQ"/>
              </w:rPr>
              <w:t>الشيعي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Toc398986485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486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مقدّمة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المركز</w:t>
            </w:r>
            <w:r w:rsidR="00C24714" w:rsidRPr="003E20D2">
              <w:rPr>
                <w:rStyle w:val="Hyperlink"/>
                <w:noProof/>
                <w:rtl/>
              </w:rPr>
              <w:t xml:space="preserve">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Toc398986486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487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مقدمة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المؤلف</w:t>
            </w:r>
            <w:r w:rsidR="00C24714" w:rsidRPr="003E20D2">
              <w:rPr>
                <w:rStyle w:val="Hyperlink"/>
                <w:noProof/>
                <w:rtl/>
              </w:rPr>
              <w:t xml:space="preserve">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Toc398986487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488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البِداية</w:t>
            </w:r>
            <w:r w:rsidR="00C24714" w:rsidRPr="003E20D2">
              <w:rPr>
                <w:rStyle w:val="Hyperlink"/>
                <w:noProof/>
                <w:rtl/>
              </w:rPr>
              <w:t xml:space="preserve">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Toc398986488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489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صلاة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الجمعة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الأولى</w:t>
            </w:r>
            <w:r w:rsidR="00C24714" w:rsidRPr="003E20D2">
              <w:rPr>
                <w:rStyle w:val="Hyperlink"/>
                <w:noProof/>
                <w:rtl/>
              </w:rPr>
              <w:t xml:space="preserve">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Toc398986489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490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الصدمة</w:t>
            </w:r>
            <w:r w:rsidR="00C24714" w:rsidRPr="003E20D2">
              <w:rPr>
                <w:rStyle w:val="Hyperlink"/>
                <w:noProof/>
                <w:rtl/>
              </w:rPr>
              <w:t>...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Toc398986490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491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هل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أتاك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الحديث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عن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الشيعة</w:t>
            </w:r>
            <w:r w:rsidR="00C24714" w:rsidRPr="003E20D2">
              <w:rPr>
                <w:rStyle w:val="Hyperlink"/>
                <w:noProof/>
                <w:rtl/>
              </w:rPr>
              <w:t xml:space="preserve">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Toc398986491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492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الضالَّة</w:t>
            </w:r>
            <w:r w:rsidR="00C24714" w:rsidRPr="003E20D2">
              <w:rPr>
                <w:rStyle w:val="Hyperlink"/>
                <w:noProof/>
                <w:rtl/>
              </w:rPr>
              <w:t xml:space="preserve">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Toc398986492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493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أبو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هريرة</w:t>
            </w:r>
            <w:r w:rsidR="00C24714" w:rsidRPr="003E20D2">
              <w:rPr>
                <w:rStyle w:val="Hyperlink"/>
                <w:noProof/>
                <w:rtl/>
              </w:rPr>
              <w:t xml:space="preserve">....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سرٌّ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آخر</w:t>
            </w:r>
            <w:r w:rsidR="00C24714" w:rsidRPr="003E20D2">
              <w:rPr>
                <w:rStyle w:val="Hyperlink"/>
                <w:noProof/>
                <w:rtl/>
              </w:rPr>
              <w:t xml:space="preserve">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Toc398986493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494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زخرف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من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القول</w:t>
            </w:r>
            <w:r w:rsidR="00C24714" w:rsidRPr="003E20D2">
              <w:rPr>
                <w:rStyle w:val="Hyperlink"/>
                <w:noProof/>
                <w:rtl/>
              </w:rPr>
              <w:t xml:space="preserve">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Toc398986494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495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صفقة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رابحة</w:t>
            </w:r>
            <w:r w:rsidR="00C24714" w:rsidRPr="003E20D2">
              <w:rPr>
                <w:rStyle w:val="Hyperlink"/>
                <w:noProof/>
                <w:rtl/>
              </w:rPr>
              <w:t xml:space="preserve">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Toc398986495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496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الصلاة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عمود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الدين</w:t>
            </w:r>
            <w:r w:rsidR="00C24714" w:rsidRPr="003E20D2">
              <w:rPr>
                <w:rStyle w:val="Hyperlink"/>
                <w:noProof/>
                <w:rtl/>
              </w:rPr>
              <w:t xml:space="preserve">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Toc398986496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497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الماكيافيليّة</w:t>
            </w:r>
            <w:r w:rsidR="00C24714" w:rsidRPr="003E20D2">
              <w:rPr>
                <w:rStyle w:val="Hyperlink"/>
                <w:noProof/>
                <w:rtl/>
              </w:rPr>
              <w:t xml:space="preserve">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Toc398986497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498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شرعية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الحكم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في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الإسلام</w:t>
            </w:r>
            <w:r w:rsidR="00C24714" w:rsidRPr="003E20D2">
              <w:rPr>
                <w:rStyle w:val="Hyperlink"/>
                <w:noProof/>
                <w:rtl/>
              </w:rPr>
              <w:t xml:space="preserve">...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لمن</w:t>
            </w:r>
            <w:r w:rsidR="00C24714" w:rsidRPr="003E20D2">
              <w:rPr>
                <w:rStyle w:val="Hyperlink"/>
                <w:noProof/>
                <w:rtl/>
              </w:rPr>
              <w:t xml:space="preserve">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Toc398986498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499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التشكيك</w:t>
            </w:r>
            <w:r w:rsidR="00C24714" w:rsidRPr="003E20D2">
              <w:rPr>
                <w:rStyle w:val="Hyperlink"/>
                <w:noProof/>
                <w:rtl/>
              </w:rPr>
              <w:t xml:space="preserve">..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أو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الفتنة</w:t>
            </w:r>
            <w:r w:rsidR="00C24714" w:rsidRPr="003E20D2">
              <w:rPr>
                <w:rStyle w:val="Hyperlink"/>
                <w:noProof/>
                <w:rtl/>
              </w:rPr>
              <w:t xml:space="preserve">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Toc398986499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500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حديثُ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التقيّة</w:t>
            </w:r>
            <w:r w:rsidR="00C24714" w:rsidRPr="003E20D2">
              <w:rPr>
                <w:rStyle w:val="Hyperlink"/>
                <w:noProof/>
                <w:rtl/>
              </w:rPr>
              <w:t xml:space="preserve">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Toc398986500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501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نظرية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وتطبيق</w:t>
            </w:r>
            <w:r w:rsidR="00C24714" w:rsidRPr="003E20D2">
              <w:rPr>
                <w:rStyle w:val="Hyperlink"/>
                <w:noProof/>
                <w:rtl/>
              </w:rPr>
              <w:t xml:space="preserve">..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أم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أمر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واقع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ثم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نظريّة</w:t>
            </w:r>
            <w:r w:rsidR="00C24714" w:rsidRPr="003E20D2">
              <w:rPr>
                <w:rStyle w:val="Hyperlink"/>
                <w:noProof/>
                <w:rtl/>
              </w:rPr>
              <w:t xml:space="preserve">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Toc398986501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502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قضاء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محتوم</w:t>
            </w:r>
            <w:r w:rsidR="00C24714" w:rsidRPr="003E20D2">
              <w:rPr>
                <w:rStyle w:val="Hyperlink"/>
                <w:noProof/>
                <w:rtl/>
              </w:rPr>
              <w:t xml:space="preserve">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Toc398986502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503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المتعة</w:t>
            </w:r>
            <w:r w:rsidR="00C24714" w:rsidRPr="003E20D2">
              <w:rPr>
                <w:rStyle w:val="Hyperlink"/>
                <w:noProof/>
                <w:rtl/>
              </w:rPr>
              <w:t xml:space="preserve">...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نكاح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أم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سفاح</w:t>
            </w:r>
            <w:r w:rsidR="00C24714" w:rsidRPr="003E20D2">
              <w:rPr>
                <w:rStyle w:val="Hyperlink"/>
                <w:noProof/>
                <w:rtl/>
              </w:rPr>
              <w:t xml:space="preserve">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Toc398986503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504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التَوسّل</w:t>
            </w:r>
            <w:r w:rsidR="00C24714" w:rsidRPr="003E20D2">
              <w:rPr>
                <w:rStyle w:val="Hyperlink"/>
                <w:noProof/>
                <w:rtl/>
              </w:rPr>
              <w:t xml:space="preserve">...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إيمان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أم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شرك</w:t>
            </w:r>
            <w:r w:rsidR="00C24714" w:rsidRPr="003E20D2">
              <w:rPr>
                <w:rStyle w:val="Hyperlink"/>
                <w:noProof/>
                <w:rtl/>
              </w:rPr>
              <w:t xml:space="preserve">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Toc398986504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505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هل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عرفنا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الله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حقّاً</w:t>
            </w:r>
            <w:r w:rsidR="00C24714" w:rsidRPr="003E20D2">
              <w:rPr>
                <w:rStyle w:val="Hyperlink"/>
                <w:noProof/>
                <w:rtl/>
              </w:rPr>
              <w:t xml:space="preserve">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Toc398986505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506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C24714" w:rsidRPr="003E20D2">
              <w:rPr>
                <w:rStyle w:val="Hyperlink"/>
                <w:noProof/>
                <w:rtl/>
              </w:rPr>
              <w:t xml:space="preserve">...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حقيقة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أم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خيال</w:t>
            </w:r>
            <w:r w:rsidR="00C24714" w:rsidRPr="003E20D2">
              <w:rPr>
                <w:rStyle w:val="Hyperlink"/>
                <w:noProof/>
                <w:rtl/>
              </w:rPr>
              <w:t xml:space="preserve">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Toc398986506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507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رمتني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بدائها</w:t>
            </w:r>
            <w:r w:rsidR="00C24714" w:rsidRPr="003E20D2">
              <w:rPr>
                <w:rStyle w:val="Hyperlink"/>
                <w:noProof/>
                <w:rtl/>
              </w:rPr>
              <w:t xml:space="preserve">...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وانسلّت</w:t>
            </w:r>
            <w:r w:rsidR="00C24714" w:rsidRPr="003E20D2">
              <w:rPr>
                <w:rStyle w:val="Hyperlink"/>
                <w:noProof/>
                <w:rtl/>
              </w:rPr>
              <w:t xml:space="preserve">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Toc398986507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508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ثم</w:t>
            </w:r>
            <w:r w:rsidR="00C24714" w:rsidRPr="003E20D2">
              <w:rPr>
                <w:rStyle w:val="Hyperlink"/>
                <w:noProof/>
                <w:rtl/>
              </w:rPr>
              <w:t xml:space="preserve"> </w:t>
            </w:r>
            <w:r w:rsidR="00C24714" w:rsidRPr="003E20D2">
              <w:rPr>
                <w:rStyle w:val="Hyperlink"/>
                <w:rFonts w:hint="eastAsia"/>
                <w:noProof/>
                <w:rtl/>
              </w:rPr>
              <w:t>ماذا</w:t>
            </w:r>
            <w:r w:rsidR="00C24714" w:rsidRPr="003E20D2">
              <w:rPr>
                <w:rStyle w:val="Hyperlink"/>
                <w:noProof/>
                <w:rtl/>
              </w:rPr>
              <w:t>.. :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Toc398986508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Default="00C007B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986509" w:history="1">
            <w:r w:rsidR="00C24714" w:rsidRPr="003E20D2">
              <w:rPr>
                <w:rStyle w:val="Hyperlink"/>
                <w:rFonts w:hint="eastAsia"/>
                <w:noProof/>
                <w:rtl/>
              </w:rPr>
              <w:t>المصادر</w:t>
            </w:r>
            <w:r w:rsidR="00C247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 w:rsidR="00C24714">
              <w:rPr>
                <w:noProof/>
                <w:webHidden/>
              </w:rPr>
              <w:instrText>PAGEREF</w:instrText>
            </w:r>
            <w:r w:rsidR="00C24714">
              <w:rPr>
                <w:noProof/>
                <w:webHidden/>
                <w:rtl/>
              </w:rPr>
              <w:instrText xml:space="preserve"> _</w:instrText>
            </w:r>
            <w:r w:rsidR="00C24714">
              <w:rPr>
                <w:noProof/>
                <w:webHidden/>
              </w:rPr>
              <w:instrText>Toc398986509 \h</w:instrText>
            </w:r>
            <w:r w:rsidR="00C247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87F79"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4714" w:rsidRPr="00176CE2" w:rsidRDefault="00C007B6" w:rsidP="00C24714">
          <w:pPr>
            <w:ind w:firstLine="0"/>
            <w:rPr>
              <w:rtl/>
            </w:rPr>
          </w:pPr>
          <w:r>
            <w:lastRenderedPageBreak/>
            <w:fldChar w:fldCharType="end"/>
          </w:r>
        </w:p>
      </w:sdtContent>
    </w:sdt>
    <w:sectPr w:rsidR="00C24714" w:rsidRPr="00176CE2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C9D" w:rsidRDefault="00445C9D">
      <w:r>
        <w:separator/>
      </w:r>
    </w:p>
  </w:endnote>
  <w:endnote w:type="continuationSeparator" w:id="1">
    <w:p w:rsidR="00445C9D" w:rsidRDefault="00445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C007B6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A539C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787F79">
      <w:rPr>
        <w:rFonts w:cs="Times New Roman"/>
        <w:noProof/>
        <w:sz w:val="26"/>
        <w:szCs w:val="26"/>
        <w:rtl/>
      </w:rPr>
      <w:t>168</w:t>
    </w:r>
    <w:r w:rsidRPr="002045CF">
      <w:rPr>
        <w:rFonts w:cs="Times New Roman"/>
        <w:sz w:val="26"/>
        <w:szCs w:val="2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900D4D" w:rsidRDefault="00C007B6" w:rsidP="008C4947">
    <w:pPr>
      <w:jc w:val="center"/>
      <w:rPr>
        <w:rFonts w:cs="Times New Roman"/>
      </w:rPr>
    </w:pPr>
    <w:r w:rsidRPr="00900D4D">
      <w:rPr>
        <w:rFonts w:cs="Times New Roman"/>
      </w:rPr>
      <w:fldChar w:fldCharType="begin"/>
    </w:r>
    <w:r w:rsidR="00CA539C" w:rsidRPr="00900D4D">
      <w:rPr>
        <w:rFonts w:cs="Times New Roman"/>
      </w:rPr>
      <w:instrText xml:space="preserve"> PAGE   \* MERGEFORMAT </w:instrText>
    </w:r>
    <w:r w:rsidRPr="00900D4D">
      <w:rPr>
        <w:rFonts w:cs="Times New Roman"/>
      </w:rPr>
      <w:fldChar w:fldCharType="separate"/>
    </w:r>
    <w:r w:rsidR="00787F79">
      <w:rPr>
        <w:rFonts w:cs="Times New Roman"/>
        <w:noProof/>
        <w:rtl/>
      </w:rPr>
      <w:t>169</w:t>
    </w:r>
    <w:r w:rsidRPr="00900D4D">
      <w:rPr>
        <w:rFonts w:cs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C007B6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A539C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787F79">
      <w:rPr>
        <w:rFonts w:cs="Times New Roman"/>
        <w:noProof/>
        <w:sz w:val="26"/>
        <w:szCs w:val="26"/>
        <w:rtl/>
      </w:rPr>
      <w:t>1</w:t>
    </w:r>
    <w:r w:rsidRPr="002045CF">
      <w:rPr>
        <w:rFonts w:cs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C9D" w:rsidRDefault="00445C9D">
      <w:r>
        <w:separator/>
      </w:r>
    </w:p>
  </w:footnote>
  <w:footnote w:type="continuationSeparator" w:id="1">
    <w:p w:rsidR="00445C9D" w:rsidRDefault="00445C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33AE"/>
    <w:rsid w:val="00005A19"/>
    <w:rsid w:val="00024DBC"/>
    <w:rsid w:val="000267FE"/>
    <w:rsid w:val="00034DB7"/>
    <w:rsid w:val="00040798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0F5634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712E1"/>
    <w:rsid w:val="001767EE"/>
    <w:rsid w:val="00176CE2"/>
    <w:rsid w:val="00182258"/>
    <w:rsid w:val="00182CD3"/>
    <w:rsid w:val="0018664D"/>
    <w:rsid w:val="00187017"/>
    <w:rsid w:val="00187246"/>
    <w:rsid w:val="001937F7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2C7B"/>
    <w:rsid w:val="002045CF"/>
    <w:rsid w:val="002054C5"/>
    <w:rsid w:val="00211F6C"/>
    <w:rsid w:val="002139CB"/>
    <w:rsid w:val="00214077"/>
    <w:rsid w:val="00214801"/>
    <w:rsid w:val="00224964"/>
    <w:rsid w:val="00226098"/>
    <w:rsid w:val="002267C7"/>
    <w:rsid w:val="00227FEE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812DC"/>
    <w:rsid w:val="002818EF"/>
    <w:rsid w:val="00281A4E"/>
    <w:rsid w:val="00282543"/>
    <w:rsid w:val="0028271F"/>
    <w:rsid w:val="0028272B"/>
    <w:rsid w:val="00285078"/>
    <w:rsid w:val="0028771C"/>
    <w:rsid w:val="00296E4F"/>
    <w:rsid w:val="00297332"/>
    <w:rsid w:val="002A0284"/>
    <w:rsid w:val="002A1851"/>
    <w:rsid w:val="002A2068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30D70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6B4"/>
    <w:rsid w:val="00416E2B"/>
    <w:rsid w:val="004209BA"/>
    <w:rsid w:val="00420C44"/>
    <w:rsid w:val="004233AE"/>
    <w:rsid w:val="004271BF"/>
    <w:rsid w:val="00430581"/>
    <w:rsid w:val="00434A97"/>
    <w:rsid w:val="004356FA"/>
    <w:rsid w:val="00437035"/>
    <w:rsid w:val="00440C62"/>
    <w:rsid w:val="00441A2E"/>
    <w:rsid w:val="00445C9D"/>
    <w:rsid w:val="00446BBA"/>
    <w:rsid w:val="004537CB"/>
    <w:rsid w:val="004538D5"/>
    <w:rsid w:val="00453C50"/>
    <w:rsid w:val="00455A59"/>
    <w:rsid w:val="00464B21"/>
    <w:rsid w:val="0046634E"/>
    <w:rsid w:val="00467E54"/>
    <w:rsid w:val="00470378"/>
    <w:rsid w:val="004722F9"/>
    <w:rsid w:val="00475E99"/>
    <w:rsid w:val="0048017F"/>
    <w:rsid w:val="00481D03"/>
    <w:rsid w:val="00481FD0"/>
    <w:rsid w:val="0048221F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0F65"/>
    <w:rsid w:val="004B17F4"/>
    <w:rsid w:val="004B3F28"/>
    <w:rsid w:val="004B653D"/>
    <w:rsid w:val="004C0461"/>
    <w:rsid w:val="004C3E90"/>
    <w:rsid w:val="004C4336"/>
    <w:rsid w:val="004C77B5"/>
    <w:rsid w:val="004D67F7"/>
    <w:rsid w:val="004D7678"/>
    <w:rsid w:val="004D7CD7"/>
    <w:rsid w:val="004E6E95"/>
    <w:rsid w:val="004E7BA2"/>
    <w:rsid w:val="004F3E59"/>
    <w:rsid w:val="004F58BA"/>
    <w:rsid w:val="004F6137"/>
    <w:rsid w:val="005022E5"/>
    <w:rsid w:val="00514000"/>
    <w:rsid w:val="005254BC"/>
    <w:rsid w:val="00526724"/>
    <w:rsid w:val="00537D82"/>
    <w:rsid w:val="00540F3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47F9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1B4D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7CE8"/>
    <w:rsid w:val="006F7D34"/>
    <w:rsid w:val="0070028F"/>
    <w:rsid w:val="00701353"/>
    <w:rsid w:val="0070524C"/>
    <w:rsid w:val="00707EB8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B5A"/>
    <w:rsid w:val="00773E4E"/>
    <w:rsid w:val="00775FFA"/>
    <w:rsid w:val="00777AC5"/>
    <w:rsid w:val="00780989"/>
    <w:rsid w:val="0078259F"/>
    <w:rsid w:val="00782872"/>
    <w:rsid w:val="00784287"/>
    <w:rsid w:val="00787F79"/>
    <w:rsid w:val="00791A39"/>
    <w:rsid w:val="00792322"/>
    <w:rsid w:val="00796941"/>
    <w:rsid w:val="00796AAA"/>
    <w:rsid w:val="007A6185"/>
    <w:rsid w:val="007B10B3"/>
    <w:rsid w:val="007B11ED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18D9"/>
    <w:rsid w:val="00806335"/>
    <w:rsid w:val="008105E2"/>
    <w:rsid w:val="008110DA"/>
    <w:rsid w:val="008128CA"/>
    <w:rsid w:val="00813440"/>
    <w:rsid w:val="00815EB0"/>
    <w:rsid w:val="00821493"/>
    <w:rsid w:val="00822733"/>
    <w:rsid w:val="00823380"/>
    <w:rsid w:val="00823B45"/>
    <w:rsid w:val="00826B87"/>
    <w:rsid w:val="00827EFD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441C"/>
    <w:rsid w:val="00856941"/>
    <w:rsid w:val="00857A7C"/>
    <w:rsid w:val="00864864"/>
    <w:rsid w:val="0086546A"/>
    <w:rsid w:val="008703F4"/>
    <w:rsid w:val="00870D4D"/>
    <w:rsid w:val="00873D57"/>
    <w:rsid w:val="00874112"/>
    <w:rsid w:val="0087728A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225D"/>
    <w:rsid w:val="008A241F"/>
    <w:rsid w:val="008A4630"/>
    <w:rsid w:val="008B5AE2"/>
    <w:rsid w:val="008B5B7E"/>
    <w:rsid w:val="008C0DB1"/>
    <w:rsid w:val="008C264D"/>
    <w:rsid w:val="008C3327"/>
    <w:rsid w:val="008C494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682D"/>
    <w:rsid w:val="00922370"/>
    <w:rsid w:val="0092388A"/>
    <w:rsid w:val="00924CF9"/>
    <w:rsid w:val="00925BE7"/>
    <w:rsid w:val="009270FA"/>
    <w:rsid w:val="00927D62"/>
    <w:rsid w:val="00932192"/>
    <w:rsid w:val="00940B6B"/>
    <w:rsid w:val="00943412"/>
    <w:rsid w:val="00943B2E"/>
    <w:rsid w:val="0094536C"/>
    <w:rsid w:val="00945D11"/>
    <w:rsid w:val="00950294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9BF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56273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6979"/>
    <w:rsid w:val="00A91F7E"/>
    <w:rsid w:val="00A93200"/>
    <w:rsid w:val="00A9330B"/>
    <w:rsid w:val="00A940EB"/>
    <w:rsid w:val="00A948BA"/>
    <w:rsid w:val="00A971B5"/>
    <w:rsid w:val="00AA18B0"/>
    <w:rsid w:val="00AA378D"/>
    <w:rsid w:val="00AB1F96"/>
    <w:rsid w:val="00AB3661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0205B"/>
    <w:rsid w:val="00B1002E"/>
    <w:rsid w:val="00B11AF5"/>
    <w:rsid w:val="00B12ED2"/>
    <w:rsid w:val="00B17010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7ED8"/>
    <w:rsid w:val="00BF36F6"/>
    <w:rsid w:val="00C007B6"/>
    <w:rsid w:val="00C13127"/>
    <w:rsid w:val="00C1570C"/>
    <w:rsid w:val="00C2177F"/>
    <w:rsid w:val="00C22361"/>
    <w:rsid w:val="00C2419C"/>
    <w:rsid w:val="00C24714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778E9"/>
    <w:rsid w:val="00C80492"/>
    <w:rsid w:val="00C81C96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177E8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61E8"/>
    <w:rsid w:val="00E07A7B"/>
    <w:rsid w:val="00E138BD"/>
    <w:rsid w:val="00E14435"/>
    <w:rsid w:val="00E206F5"/>
    <w:rsid w:val="00E21598"/>
    <w:rsid w:val="00E259BC"/>
    <w:rsid w:val="00E264A4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82E08"/>
    <w:rsid w:val="00E87F9E"/>
    <w:rsid w:val="00E90664"/>
    <w:rsid w:val="00E92065"/>
    <w:rsid w:val="00E96F05"/>
    <w:rsid w:val="00EA340E"/>
    <w:rsid w:val="00EA3B1F"/>
    <w:rsid w:val="00EA3C94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22A7"/>
    <w:rsid w:val="00F1517E"/>
    <w:rsid w:val="00F16678"/>
    <w:rsid w:val="00F26388"/>
    <w:rsid w:val="00F31379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8C4947"/>
    <w:pPr>
      <w:bidi/>
      <w:spacing w:before="0" w:line="240" w:lineRule="auto"/>
      <w:ind w:firstLine="510"/>
      <w:jc w:val="lowKashida"/>
    </w:pPr>
    <w:rPr>
      <w:rFonts w:cs="Traditional Arabic"/>
      <w:color w:val="000000"/>
      <w:sz w:val="24"/>
      <w:szCs w:val="30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BalloonText">
    <w:name w:val="Balloon Text"/>
    <w:basedOn w:val="Normal"/>
    <w:link w:val="BalloonTextChar"/>
    <w:rsid w:val="002045C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rsid w:val="002045CF"/>
    <w:rPr>
      <w:rFonts w:ascii="Tahoma" w:eastAsia="Calibri" w:hAnsi="Tahoma" w:cs="Tahoma"/>
      <w:sz w:val="16"/>
      <w:szCs w:val="1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"/>
    <w:next w:val="libNormal"/>
    <w:autoRedefine/>
    <w:uiPriority w:val="39"/>
    <w:rsid w:val="00AD2964"/>
    <w:pPr>
      <w:ind w:left="238"/>
    </w:p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En">
    <w:name w:val="libEn"/>
    <w:link w:val="libEnChar"/>
    <w:rsid w:val="002045CF"/>
    <w:pPr>
      <w:spacing w:before="0" w:line="240" w:lineRule="auto"/>
      <w:jc w:val="left"/>
    </w:pPr>
    <w:rPr>
      <w:rFonts w:cs="Traditional Arabic"/>
      <w:color w:val="000000"/>
      <w:sz w:val="24"/>
      <w:szCs w:val="32"/>
      <w:lang w:bidi="ar-SA"/>
    </w:rPr>
  </w:style>
  <w:style w:type="paragraph" w:styleId="Header">
    <w:name w:val="header"/>
    <w:basedOn w:val="Normal"/>
    <w:link w:val="HeaderChar"/>
    <w:rsid w:val="002045CF"/>
    <w:pPr>
      <w:tabs>
        <w:tab w:val="center" w:pos="4513"/>
        <w:tab w:val="right" w:pos="9026"/>
      </w:tabs>
    </w:p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Normal">
    <w:name w:val="libNormal"/>
    <w:link w:val="libNormalChar"/>
    <w:qFormat/>
    <w:rsid w:val="00D91A3F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erChar">
    <w:name w:val="Header Char"/>
    <w:basedOn w:val="DefaultParagraphFont"/>
    <w:link w:val="Header"/>
    <w:rsid w:val="002045CF"/>
    <w:rPr>
      <w:rFonts w:ascii="Calibri" w:eastAsia="Calibri" w:hAnsi="Calibri" w:cs="Arial"/>
      <w:sz w:val="22"/>
      <w:szCs w:val="22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1Char">
    <w:name w:val="Heading 1 Char"/>
    <w:basedOn w:val="libNormalChar"/>
    <w:link w:val="Heading1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character" w:customStyle="1" w:styleId="libFootnote0Char">
    <w:name w:val="libFootnote0 Char"/>
    <w:basedOn w:val="libFootnoteChar"/>
    <w:link w:val="libFootnote0"/>
    <w:rsid w:val="00D91A3F"/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Footer">
    <w:name w:val="footer"/>
    <w:basedOn w:val="Normal"/>
    <w:link w:val="FooterChar"/>
    <w:uiPriority w:val="99"/>
    <w:rsid w:val="008C4947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character" w:customStyle="1" w:styleId="FooterChar">
    <w:name w:val="Footer Char"/>
    <w:basedOn w:val="DefaultParagraphFont"/>
    <w:link w:val="Footer"/>
    <w:uiPriority w:val="99"/>
    <w:rsid w:val="008C4947"/>
    <w:rPr>
      <w:rFonts w:cs="Traditional Arabic"/>
      <w:color w:val="000000"/>
      <w:sz w:val="26"/>
      <w:szCs w:val="26"/>
      <w:lang w:bidi="ar-SA"/>
    </w:rPr>
  </w:style>
  <w:style w:type="character" w:styleId="Hyperlink">
    <w:name w:val="Hyperlink"/>
    <w:basedOn w:val="DefaultParagraphFont"/>
    <w:uiPriority w:val="99"/>
    <w:unhideWhenUsed/>
    <w:rsid w:val="00A379BF"/>
    <w:rPr>
      <w:color w:val="0000FF" w:themeColor="hyperlink"/>
      <w:u w:val="single"/>
    </w:rPr>
  </w:style>
  <w:style w:type="character" w:customStyle="1" w:styleId="aya">
    <w:name w:val="aya"/>
    <w:rsid w:val="008C4947"/>
  </w:style>
  <w:style w:type="character" w:customStyle="1" w:styleId="ayasign">
    <w:name w:val="ayasign"/>
    <w:rsid w:val="008C4947"/>
  </w:style>
  <w:style w:type="character" w:customStyle="1" w:styleId="highlight">
    <w:name w:val="highlight"/>
    <w:rsid w:val="008C4947"/>
  </w:style>
  <w:style w:type="character" w:customStyle="1" w:styleId="waqfsign1">
    <w:name w:val="waqfsign1"/>
    <w:basedOn w:val="DefaultParagraphFont"/>
    <w:rsid w:val="008C4947"/>
    <w:rPr>
      <w:rFonts w:ascii="Arial" w:hAnsi="Arial" w:cs="Arial" w:hint="default"/>
      <w:color w:val="BB88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3\Desktop\book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4F234-AE36-4FCE-94F9-C768E3C7F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template2.dotx</Template>
  <TotalTime>36</TotalTime>
  <Pages>169</Pages>
  <Words>25787</Words>
  <Characters>146992</Characters>
  <Application>Microsoft Office Word</Application>
  <DocSecurity>0</DocSecurity>
  <Lines>1224</Lines>
  <Paragraphs>344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172435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36</cp:revision>
  <cp:lastPrinted>2014-09-20T10:58:00Z</cp:lastPrinted>
  <dcterms:created xsi:type="dcterms:W3CDTF">2014-09-20T10:21:00Z</dcterms:created>
  <dcterms:modified xsi:type="dcterms:W3CDTF">2014-09-20T10:59:00Z</dcterms:modified>
</cp:coreProperties>
</file>