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0F7" w:rsidRPr="00D35ED8" w:rsidRDefault="002C60F7" w:rsidP="000F17D4">
      <w:pPr>
        <w:pStyle w:val="libCenterBold1"/>
        <w:spacing w:before="0" w:after="0"/>
        <w:rPr>
          <w:rStyle w:val="libNormalChar"/>
        </w:rPr>
      </w:pPr>
      <w:r w:rsidRPr="00A92ACC">
        <w:rPr>
          <w:rtl/>
        </w:rPr>
        <w:t xml:space="preserve">سلسلة الكتب المؤلفة في أهل البيت </w:t>
      </w:r>
      <w:r w:rsidR="000F17D4" w:rsidRPr="000F17D4">
        <w:rPr>
          <w:rStyle w:val="libAlaemChar"/>
          <w:rFonts w:eastAsiaTheme="minorHAnsi"/>
          <w:rtl/>
        </w:rPr>
        <w:t>عليهم‌السلام</w:t>
      </w:r>
      <w:r w:rsidRPr="00A92ACC">
        <w:rPr>
          <w:rtl/>
        </w:rPr>
        <w:t xml:space="preserve"> (94</w:t>
      </w:r>
      <w:r>
        <w:rPr>
          <w:rFonts w:hint="cs"/>
          <w:rtl/>
        </w:rPr>
        <w:t>)</w:t>
      </w:r>
    </w:p>
    <w:p w:rsidR="002C60F7" w:rsidRPr="00D35ED8" w:rsidRDefault="002C60F7" w:rsidP="000F17D4">
      <w:pPr>
        <w:pStyle w:val="libCenterBold1"/>
        <w:spacing w:before="0" w:after="0"/>
        <w:rPr>
          <w:rStyle w:val="libNormalChar"/>
        </w:rPr>
      </w:pPr>
      <w:r w:rsidRPr="00A92ACC">
        <w:rPr>
          <w:rtl/>
        </w:rPr>
        <w:t xml:space="preserve">الإمام الكاظم </w:t>
      </w:r>
      <w:r w:rsidR="000F17D4" w:rsidRPr="000F17D4">
        <w:rPr>
          <w:rStyle w:val="libAlaemChar"/>
          <w:rFonts w:eastAsiaTheme="minorHAnsi"/>
          <w:rtl/>
        </w:rPr>
        <w:t>عليه‌السلام</w:t>
      </w:r>
      <w:r w:rsidR="000F17D4" w:rsidRPr="00E13B00">
        <w:rPr>
          <w:rFonts w:ascii="Traditional Arabic" w:eastAsiaTheme="minorHAnsi" w:hAnsi="Traditional Arabic"/>
          <w:rtl/>
        </w:rPr>
        <w:t xml:space="preserve"> </w:t>
      </w:r>
      <w:r w:rsidRPr="00A92ACC">
        <w:rPr>
          <w:rtl/>
        </w:rPr>
        <w:t>عند أهل السنة</w:t>
      </w:r>
    </w:p>
    <w:p w:rsidR="002C60F7" w:rsidRPr="00D35ED8" w:rsidRDefault="002C60F7" w:rsidP="008501BE">
      <w:pPr>
        <w:pStyle w:val="libCenterBold1"/>
        <w:spacing w:before="0" w:after="0"/>
        <w:rPr>
          <w:rStyle w:val="libNormalChar"/>
        </w:rPr>
      </w:pPr>
      <w:r w:rsidRPr="00A92ACC">
        <w:rPr>
          <w:rtl/>
        </w:rPr>
        <w:t>تأليف</w:t>
      </w:r>
      <w:r w:rsidRPr="00A92ACC">
        <w:t>:</w:t>
      </w:r>
    </w:p>
    <w:p w:rsidR="002C60F7" w:rsidRPr="00D35ED8" w:rsidRDefault="002C60F7" w:rsidP="008501BE">
      <w:pPr>
        <w:pStyle w:val="libCenterBold1"/>
        <w:spacing w:before="0" w:after="0"/>
        <w:rPr>
          <w:rStyle w:val="libNormalChar"/>
        </w:rPr>
      </w:pPr>
      <w:r w:rsidRPr="00A92ACC">
        <w:rPr>
          <w:rtl/>
        </w:rPr>
        <w:t>الشيخ فارس الحسون</w:t>
      </w:r>
    </w:p>
    <w:p w:rsidR="002C60F7" w:rsidRPr="00D35ED8" w:rsidRDefault="002C60F7" w:rsidP="008501BE">
      <w:pPr>
        <w:pStyle w:val="libCenterBold1"/>
        <w:spacing w:before="0" w:after="0"/>
        <w:rPr>
          <w:rStyle w:val="libNormalChar"/>
        </w:rPr>
      </w:pPr>
      <w:r w:rsidRPr="00A92ACC">
        <w:rPr>
          <w:rtl/>
        </w:rPr>
        <w:t>إعداد</w:t>
      </w:r>
      <w:r w:rsidRPr="00A92ACC">
        <w:t>:</w:t>
      </w:r>
    </w:p>
    <w:p w:rsidR="000A21DD" w:rsidRDefault="002C60F7" w:rsidP="002C60F7">
      <w:pPr>
        <w:pStyle w:val="libCenterBold1"/>
        <w:rPr>
          <w:rtl/>
        </w:rPr>
      </w:pPr>
      <w:r w:rsidRPr="00A92ACC">
        <w:rPr>
          <w:rtl/>
        </w:rPr>
        <w:t>مركز الأبحاث العقائدية</w:t>
      </w:r>
    </w:p>
    <w:p w:rsidR="000A21DD" w:rsidRDefault="000A21DD" w:rsidP="008501BE">
      <w:pPr>
        <w:pStyle w:val="libNormal"/>
        <w:rPr>
          <w:rtl/>
        </w:rPr>
      </w:pPr>
      <w:r>
        <w:rPr>
          <w:rtl/>
        </w:rPr>
        <w:br w:type="page"/>
      </w:r>
    </w:p>
    <w:p w:rsidR="007511A9" w:rsidRPr="003C1BC3" w:rsidRDefault="002C60F7" w:rsidP="009E738F">
      <w:pPr>
        <w:pStyle w:val="Heading1Center"/>
        <w:rPr>
          <w:rStyle w:val="libNormalChar"/>
          <w:rtl/>
        </w:rPr>
      </w:pPr>
      <w:bookmarkStart w:id="0" w:name="02"/>
      <w:bookmarkStart w:id="1" w:name="_Toc374532468"/>
      <w:r w:rsidRPr="0001337C">
        <w:rPr>
          <w:rtl/>
        </w:rPr>
        <w:lastRenderedPageBreak/>
        <w:t>المقدمة</w:t>
      </w:r>
      <w:r w:rsidRPr="009E738F">
        <w:t>:</w:t>
      </w:r>
      <w:bookmarkEnd w:id="0"/>
      <w:bookmarkEnd w:id="1"/>
    </w:p>
    <w:p w:rsidR="007511A9" w:rsidRPr="00756F75" w:rsidRDefault="002C60F7" w:rsidP="00756F75">
      <w:pPr>
        <w:pStyle w:val="libNormal"/>
        <w:rPr>
          <w:rtl/>
        </w:rPr>
      </w:pPr>
      <w:r w:rsidRPr="00756F75">
        <w:rPr>
          <w:rtl/>
        </w:rPr>
        <w:t>بسم الله الرحمن الرحيم</w:t>
      </w:r>
    </w:p>
    <w:p w:rsidR="007511A9" w:rsidRPr="00756F75" w:rsidRDefault="002C60F7" w:rsidP="00756F75">
      <w:pPr>
        <w:pStyle w:val="libNormal"/>
        <w:rPr>
          <w:rtl/>
        </w:rPr>
      </w:pPr>
      <w:r w:rsidRPr="00756F75">
        <w:rPr>
          <w:rtl/>
        </w:rPr>
        <w:t>الحمد لله رب العالمين، والصلاة والسلام على النبي الحبيب، وعلى آله</w:t>
      </w:r>
      <w:r w:rsidRPr="00756F75">
        <w:t xml:space="preserve"> </w:t>
      </w:r>
      <w:r w:rsidRPr="00756F75">
        <w:rPr>
          <w:rtl/>
        </w:rPr>
        <w:t>الميامين المعصومين، واللعنة المؤبّدة على أعدائهم أجمعين</w:t>
      </w:r>
      <w:r w:rsidRPr="00756F75">
        <w:t>.</w:t>
      </w:r>
    </w:p>
    <w:p w:rsidR="007511A9" w:rsidRPr="00756F75" w:rsidRDefault="002C60F7" w:rsidP="00756F75">
      <w:pPr>
        <w:pStyle w:val="libNormal"/>
        <w:rPr>
          <w:rtl/>
        </w:rPr>
      </w:pPr>
      <w:r w:rsidRPr="00756F75">
        <w:rPr>
          <w:rtl/>
        </w:rPr>
        <w:t>يشترط في الإمام والخليفة أن يكون منزّهاً من كلّ عيب ونقص</w:t>
      </w:r>
      <w:r w:rsidRPr="00756F75">
        <w:t>...</w:t>
      </w:r>
    </w:p>
    <w:p w:rsidR="007511A9" w:rsidRPr="00756F75" w:rsidRDefault="002C60F7" w:rsidP="00756F75">
      <w:pPr>
        <w:pStyle w:val="libNormal"/>
        <w:rPr>
          <w:rtl/>
        </w:rPr>
      </w:pPr>
      <w:r w:rsidRPr="00756F75">
        <w:rPr>
          <w:rtl/>
        </w:rPr>
        <w:t>وأن يكون أعلم الناس وأشجعهم واتقاهم و.. إلى آخر صفات الإمام المذكورة في</w:t>
      </w:r>
      <w:r w:rsidRPr="00756F75">
        <w:t xml:space="preserve"> </w:t>
      </w:r>
      <w:r w:rsidRPr="00756F75">
        <w:rPr>
          <w:rtl/>
        </w:rPr>
        <w:t>كتب الكلام بحيث لا يعلوه أحد من الرعية في شيء ما</w:t>
      </w:r>
      <w:r w:rsidRPr="00756F75">
        <w:t>.</w:t>
      </w:r>
    </w:p>
    <w:p w:rsidR="007511A9" w:rsidRPr="00756F75" w:rsidRDefault="002C60F7" w:rsidP="000F17D4">
      <w:pPr>
        <w:pStyle w:val="libNormal"/>
        <w:rPr>
          <w:rtl/>
        </w:rPr>
      </w:pPr>
      <w:r w:rsidRPr="00756F75">
        <w:rPr>
          <w:rtl/>
        </w:rPr>
        <w:t>وعند البحث والتنقيب في كتب التاريخ والسير نجد هذه الصفات متوفرة عند أئمة</w:t>
      </w:r>
      <w:r w:rsidRPr="00756F75">
        <w:t xml:space="preserve"> </w:t>
      </w:r>
      <w:r w:rsidRPr="00756F75">
        <w:rPr>
          <w:rtl/>
        </w:rPr>
        <w:t>أهل البيت</w:t>
      </w:r>
      <w:r w:rsidR="000F17D4" w:rsidRPr="000F17D4">
        <w:rPr>
          <w:rStyle w:val="libAlaemChar"/>
          <w:rFonts w:eastAsiaTheme="minorHAnsi"/>
          <w:rtl/>
        </w:rPr>
        <w:t xml:space="preserve"> عليهم‌السلام</w:t>
      </w:r>
      <w:r w:rsidRPr="00756F75">
        <w:rPr>
          <w:rtl/>
        </w:rPr>
        <w:t xml:space="preserve"> دون غيرهم، بحيث يدرك القارىء هذا المطلب عند</w:t>
      </w:r>
      <w:r w:rsidRPr="00756F75">
        <w:t xml:space="preserve"> </w:t>
      </w:r>
      <w:r w:rsidRPr="00756F75">
        <w:rPr>
          <w:rtl/>
        </w:rPr>
        <w:t>التأمل في حياتهم</w:t>
      </w:r>
      <w:r w:rsidR="000F17D4" w:rsidRPr="000F17D4">
        <w:rPr>
          <w:rStyle w:val="libAlaemChar"/>
          <w:rFonts w:eastAsiaTheme="minorHAnsi"/>
          <w:rtl/>
        </w:rPr>
        <w:t xml:space="preserve"> عليهم‌السلام</w:t>
      </w:r>
      <w:r w:rsidRPr="00756F75">
        <w:rPr>
          <w:rtl/>
        </w:rPr>
        <w:t xml:space="preserve"> ويشتهد به وجدانه</w:t>
      </w:r>
      <w:r w:rsidRPr="00756F75">
        <w:t>.</w:t>
      </w:r>
    </w:p>
    <w:p w:rsidR="00097BDA" w:rsidRPr="00860EF8" w:rsidRDefault="002C60F7" w:rsidP="000F17D4">
      <w:pPr>
        <w:pStyle w:val="libNormal"/>
        <w:rPr>
          <w:rtl/>
        </w:rPr>
      </w:pPr>
      <w:r w:rsidRPr="00860EF8">
        <w:rPr>
          <w:rtl/>
        </w:rPr>
        <w:t>فنرى كتب التاريخ والتراجم</w:t>
      </w:r>
      <w:r w:rsidRPr="007511A9">
        <w:rPr>
          <w:rStyle w:val="libFootnotenumChar"/>
          <w:rtl/>
        </w:rPr>
        <w:t>(1)</w:t>
      </w:r>
      <w:r w:rsidRPr="00860EF8">
        <w:rPr>
          <w:rtl/>
        </w:rPr>
        <w:t xml:space="preserve"> المعتبرة لدى الفريقين عند تعرضها لذكر أئمة</w:t>
      </w:r>
      <w:r w:rsidRPr="00860EF8">
        <w:t xml:space="preserve"> </w:t>
      </w:r>
      <w:r w:rsidRPr="00860EF8">
        <w:rPr>
          <w:rtl/>
        </w:rPr>
        <w:t>أهل البيت</w:t>
      </w:r>
      <w:r w:rsidR="000F17D4" w:rsidRPr="000F17D4">
        <w:rPr>
          <w:rStyle w:val="libAlaemChar"/>
          <w:rFonts w:eastAsiaTheme="minorHAnsi"/>
          <w:rtl/>
        </w:rPr>
        <w:t xml:space="preserve"> عليهم‌السلام</w:t>
      </w:r>
      <w:r w:rsidRPr="00860EF8">
        <w:rPr>
          <w:rtl/>
        </w:rPr>
        <w:t xml:space="preserve"> تذكرهم بتعظيم وتبجيل من دون أي قدح فيهم</w:t>
      </w:r>
      <w:r w:rsidRPr="00860EF8">
        <w:t>.</w:t>
      </w:r>
    </w:p>
    <w:p w:rsidR="000A21DD" w:rsidRPr="00DC4EE6" w:rsidRDefault="000A21DD" w:rsidP="000A21DD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7511A9" w:rsidRDefault="007511A9" w:rsidP="007511A9">
      <w:pPr>
        <w:pStyle w:val="libFootnote"/>
        <w:rPr>
          <w:rtl/>
        </w:rPr>
      </w:pPr>
      <w:r w:rsidRPr="007511A9">
        <w:rPr>
          <w:rFonts w:hint="cs"/>
          <w:rtl/>
        </w:rPr>
        <w:t xml:space="preserve">(1) </w:t>
      </w:r>
      <w:r w:rsidR="002C60F7" w:rsidRPr="007511A9">
        <w:rPr>
          <w:rtl/>
        </w:rPr>
        <w:t>مصادر أهل السنة بالنسبة لذكرها أهل البيت تنقسم قسمين</w:t>
      </w:r>
      <w:r w:rsidR="002C60F7" w:rsidRPr="0050067F">
        <w:t>:</w:t>
      </w:r>
    </w:p>
    <w:p w:rsidR="007511A9" w:rsidRDefault="002C60F7" w:rsidP="007511A9">
      <w:pPr>
        <w:pStyle w:val="libFootnote"/>
        <w:rPr>
          <w:rtl/>
        </w:rPr>
      </w:pPr>
      <w:r w:rsidRPr="007511A9">
        <w:rPr>
          <w:rFonts w:hint="cs"/>
          <w:rtl/>
        </w:rPr>
        <w:t>(</w:t>
      </w:r>
      <w:r w:rsidRPr="007511A9">
        <w:rPr>
          <w:rtl/>
        </w:rPr>
        <w:t>أ) قسم منها لا تذكرهم بالمرة، حسداً منهم وحقداً</w:t>
      </w:r>
      <w:r w:rsidRPr="0050067F">
        <w:t>.</w:t>
      </w:r>
    </w:p>
    <w:p w:rsidR="007511A9" w:rsidRDefault="002C60F7" w:rsidP="007511A9">
      <w:pPr>
        <w:pStyle w:val="libFootnote"/>
        <w:rPr>
          <w:rtl/>
        </w:rPr>
      </w:pPr>
      <w:r w:rsidRPr="007511A9">
        <w:rPr>
          <w:rFonts w:hint="cs"/>
          <w:rtl/>
        </w:rPr>
        <w:t>(</w:t>
      </w:r>
      <w:r w:rsidRPr="007511A9">
        <w:rPr>
          <w:rtl/>
        </w:rPr>
        <w:t>ب) قسم منها تذكرهم وتعظّمهم لعدم وجود أي قدح فيهم، لكن لا تذكرهم بكل ما</w:t>
      </w:r>
      <w:r w:rsidRPr="0050067F">
        <w:t xml:space="preserve"> </w:t>
      </w:r>
      <w:r w:rsidRPr="007511A9">
        <w:rPr>
          <w:rtl/>
        </w:rPr>
        <w:t>أهل له، فبقدر الامكان تنقص من فضائلهم وتحاول الاغماض عنها</w:t>
      </w:r>
      <w:r w:rsidRPr="0050067F">
        <w:t>.</w:t>
      </w:r>
    </w:p>
    <w:p w:rsidR="007511A9" w:rsidRPr="003E2285" w:rsidRDefault="002C60F7" w:rsidP="007511A9">
      <w:pPr>
        <w:pStyle w:val="libFootnote"/>
      </w:pPr>
      <w:r w:rsidRPr="007511A9">
        <w:rPr>
          <w:rtl/>
        </w:rPr>
        <w:t>ولا نجد قادحاً فيهم من أي مصدر</w:t>
      </w:r>
      <w:r w:rsidRPr="0050067F">
        <w:t>.</w:t>
      </w:r>
    </w:p>
    <w:p w:rsidR="007511A9" w:rsidRDefault="007511A9" w:rsidP="00682ACE">
      <w:pPr>
        <w:pStyle w:val="libNormal"/>
      </w:pPr>
      <w:r>
        <w:br w:type="page"/>
      </w:r>
    </w:p>
    <w:p w:rsidR="00835D72" w:rsidRDefault="002C60F7" w:rsidP="008501BE">
      <w:pPr>
        <w:pStyle w:val="libNormal"/>
        <w:rPr>
          <w:rtl/>
        </w:rPr>
      </w:pPr>
      <w:r w:rsidRPr="00A92ACC">
        <w:rPr>
          <w:rtl/>
        </w:rPr>
        <w:lastRenderedPageBreak/>
        <w:t>وهذا بخلاف غيرهم</w:t>
      </w:r>
      <w:r w:rsidRPr="00A92ACC">
        <w:t xml:space="preserve"> </w:t>
      </w:r>
      <w:r w:rsidRPr="00A92ACC">
        <w:rPr>
          <w:rtl/>
        </w:rPr>
        <w:t>من المصتدين لأمر الخلافة، فلن تجد واحداً منهم إلاّ وقد كثر الاختلاف فيه</w:t>
      </w:r>
      <w:r w:rsidRPr="00A92ACC">
        <w:t xml:space="preserve"> </w:t>
      </w:r>
      <w:r w:rsidRPr="00A92ACC">
        <w:rPr>
          <w:rtl/>
        </w:rPr>
        <w:t>والقدح من عدّة جهات كلها تذكر معايبه وقضاياه المخالفة للدين و</w:t>
      </w:r>
      <w:r w:rsidRPr="00A92ACC">
        <w:t>...</w:t>
      </w:r>
    </w:p>
    <w:p w:rsidR="007511A9" w:rsidRDefault="002C60F7" w:rsidP="000F17D4">
      <w:pPr>
        <w:pStyle w:val="libNormal"/>
        <w:rPr>
          <w:rtl/>
        </w:rPr>
      </w:pPr>
      <w:r w:rsidRPr="00A92ACC">
        <w:rPr>
          <w:rtl/>
        </w:rPr>
        <w:t>وهذه الرسالة الوجيزة التي أقدمها بين يدي القاريء العزيز ـ الإمام الكاظم</w:t>
      </w:r>
      <w:r w:rsidRPr="00A92ACC">
        <w:t xml:space="preserve"> </w:t>
      </w:r>
      <w:r w:rsidRPr="00A92ACC">
        <w:rPr>
          <w:rtl/>
        </w:rPr>
        <w:t>عند أهل السنة ـ ليست هي إلاّ مختصراً وضعته ليكون طريقاً للباحثين</w:t>
      </w:r>
      <w:r w:rsidRPr="00A92ACC">
        <w:t xml:space="preserve"> </w:t>
      </w:r>
      <w:r w:rsidRPr="00A92ACC">
        <w:rPr>
          <w:rtl/>
        </w:rPr>
        <w:t>والمحققين ليكتبوا أحقية أئمة أهل البيت</w:t>
      </w:r>
      <w:r w:rsidR="000F17D4" w:rsidRPr="000F17D4">
        <w:rPr>
          <w:rStyle w:val="libAlaemChar"/>
          <w:rFonts w:eastAsiaTheme="minorHAnsi"/>
          <w:rtl/>
        </w:rPr>
        <w:t xml:space="preserve"> عليهم‌السلام</w:t>
      </w:r>
      <w:r w:rsidR="000F17D4" w:rsidRPr="00A92ACC">
        <w:rPr>
          <w:rtl/>
        </w:rPr>
        <w:t xml:space="preserve"> </w:t>
      </w:r>
      <w:r w:rsidRPr="00A92ACC">
        <w:rPr>
          <w:rtl/>
        </w:rPr>
        <w:t>، وأنّهم الذين</w:t>
      </w:r>
      <w:r w:rsidRPr="00A92ACC">
        <w:t xml:space="preserve"> </w:t>
      </w:r>
      <w:r w:rsidRPr="00A92ACC">
        <w:rPr>
          <w:rtl/>
        </w:rPr>
        <w:t>توفّرت فيهم صفات الإمامة وهم أهلها دون غيرهم</w:t>
      </w:r>
      <w:r w:rsidRPr="00A92ACC">
        <w:t>.</w:t>
      </w:r>
    </w:p>
    <w:p w:rsidR="002C60F7" w:rsidRPr="002A75EE" w:rsidRDefault="002C60F7" w:rsidP="008501BE">
      <w:pPr>
        <w:pStyle w:val="libNormal"/>
      </w:pPr>
      <w:r w:rsidRPr="00A92ACC">
        <w:rPr>
          <w:rtl/>
        </w:rPr>
        <w:t>كل هذا من كتب السنة والجماعة ليكون الزم للحجة</w:t>
      </w:r>
      <w:r w:rsidRPr="00A92ACC">
        <w:t>.</w:t>
      </w:r>
    </w:p>
    <w:p w:rsidR="002C60F7" w:rsidRDefault="002C60F7" w:rsidP="008501BE">
      <w:pPr>
        <w:pStyle w:val="libNormal"/>
        <w:rPr>
          <w:rtl/>
        </w:rPr>
      </w:pPr>
      <w:r w:rsidRPr="00A92ACC">
        <w:rPr>
          <w:rtl/>
        </w:rPr>
        <w:t>والله من وراء</w:t>
      </w:r>
      <w:r w:rsidRPr="00A92ACC">
        <w:t xml:space="preserve"> </w:t>
      </w:r>
      <w:r w:rsidRPr="00A92ACC">
        <w:rPr>
          <w:rtl/>
        </w:rPr>
        <w:t>القصد</w:t>
      </w:r>
    </w:p>
    <w:p w:rsidR="00403EA2" w:rsidRDefault="002C60F7" w:rsidP="00835D72">
      <w:pPr>
        <w:pStyle w:val="libBold1"/>
        <w:rPr>
          <w:rFonts w:cs="Times New Roman"/>
          <w:szCs w:val="24"/>
        </w:rPr>
      </w:pPr>
      <w:r w:rsidRPr="00A92ACC">
        <w:rPr>
          <w:rtl/>
        </w:rPr>
        <w:t>فارس رضا الحسون</w:t>
      </w:r>
    </w:p>
    <w:p w:rsidR="00403EA2" w:rsidRPr="00300779" w:rsidRDefault="00403EA2" w:rsidP="008501BE">
      <w:pPr>
        <w:pStyle w:val="libNormal"/>
      </w:pPr>
      <w:r w:rsidRPr="00300779">
        <w:br w:type="page"/>
      </w:r>
    </w:p>
    <w:p w:rsidR="00403EA2" w:rsidRPr="008D4092" w:rsidRDefault="002C60F7" w:rsidP="0001337C">
      <w:pPr>
        <w:pStyle w:val="Heading1Center"/>
        <w:rPr>
          <w:rStyle w:val="libNormalChar"/>
        </w:rPr>
      </w:pPr>
      <w:bookmarkStart w:id="2" w:name="03"/>
      <w:bookmarkStart w:id="3" w:name="_Toc374532469"/>
      <w:r w:rsidRPr="0001337C">
        <w:rPr>
          <w:rtl/>
        </w:rPr>
        <w:lastRenderedPageBreak/>
        <w:t>قول أبو جعفر محمد بن جرير الطبري</w:t>
      </w:r>
      <w:bookmarkEnd w:id="2"/>
      <w:bookmarkEnd w:id="3"/>
    </w:p>
    <w:p w:rsidR="008501BE" w:rsidRPr="00756F75" w:rsidRDefault="00B13028" w:rsidP="00756F75">
      <w:pPr>
        <w:pStyle w:val="libNormal"/>
      </w:pPr>
      <w:r>
        <w:rPr>
          <w:rFonts w:hint="cs"/>
          <w:rtl/>
        </w:rPr>
        <w:t xml:space="preserve">1 ـ </w:t>
      </w:r>
      <w:r w:rsidR="002C60F7" w:rsidRPr="00756F75">
        <w:rPr>
          <w:rtl/>
        </w:rPr>
        <w:t>قال أبو جعفر محمد بن جرير الطبري، المتوفى سنة 310، في كتابه تاريخ</w:t>
      </w:r>
      <w:r w:rsidR="002C60F7" w:rsidRPr="00756F75">
        <w:t xml:space="preserve"> </w:t>
      </w:r>
      <w:r w:rsidR="002C60F7" w:rsidRPr="00756F75">
        <w:rPr>
          <w:rtl/>
        </w:rPr>
        <w:t>الأمم والملوك، طبع مطبعة الاستقامة بالقاهرة مصر، سنة 1358هـ، ج6 ص472</w:t>
      </w:r>
      <w:r w:rsidR="002C60F7" w:rsidRPr="00756F75">
        <w:t>:</w:t>
      </w:r>
    </w:p>
    <w:p w:rsidR="008501BE" w:rsidRPr="00756F75" w:rsidRDefault="002C60F7" w:rsidP="00756F75">
      <w:pPr>
        <w:pStyle w:val="libNormal"/>
      </w:pPr>
      <w:r w:rsidRPr="00756F75">
        <w:t>"</w:t>
      </w:r>
      <w:r w:rsidRPr="00756F75">
        <w:rPr>
          <w:rtl/>
        </w:rPr>
        <w:t>وفيها (أي: في سنة 183) مات موسى بن جعفر ابن محمد ببغداد)". وقال أيضاً</w:t>
      </w:r>
      <w:r w:rsidRPr="00756F75">
        <w:t xml:space="preserve"> </w:t>
      </w:r>
      <w:r w:rsidRPr="00756F75">
        <w:rPr>
          <w:rtl/>
        </w:rPr>
        <w:t>في تاريخ الأمم والملوك طبع دار المعارف، ج8 ص177</w:t>
      </w:r>
      <w:r w:rsidRPr="00756F75">
        <w:t>:</w:t>
      </w:r>
    </w:p>
    <w:p w:rsidR="00545FDE" w:rsidRDefault="002C60F7" w:rsidP="00756F75">
      <w:pPr>
        <w:pStyle w:val="libNormal"/>
        <w:rPr>
          <w:rtl/>
        </w:rPr>
      </w:pPr>
      <w:r w:rsidRPr="00756F75">
        <w:t>"</w:t>
      </w:r>
      <w:r w:rsidRPr="00756F75">
        <w:rPr>
          <w:rtl/>
        </w:rPr>
        <w:t>وذكر أبو الأشعث الكندي قال: حدثني سليمان بن عبدالله قال: قال الربيع</w:t>
      </w:r>
      <w:r w:rsidRPr="00756F75">
        <w:t xml:space="preserve">: </w:t>
      </w:r>
      <w:r w:rsidRPr="00756F75">
        <w:rPr>
          <w:rtl/>
        </w:rPr>
        <w:t>رأيت المهدي يصلي في بهو</w:t>
      </w:r>
      <w:r w:rsidRPr="00545FDE">
        <w:rPr>
          <w:rStyle w:val="libFootnotenumChar"/>
          <w:rtl/>
        </w:rPr>
        <w:t>(1)</w:t>
      </w:r>
      <w:r w:rsidRPr="00756F75">
        <w:rPr>
          <w:rtl/>
        </w:rPr>
        <w:t xml:space="preserve"> له في ليلة مقمرة، فما ادري أهو أحسن أم البهو</w:t>
      </w:r>
      <w:r w:rsidRPr="00756F75">
        <w:t xml:space="preserve"> </w:t>
      </w:r>
      <w:r w:rsidRPr="00756F75">
        <w:rPr>
          <w:rtl/>
        </w:rPr>
        <w:t>أم القمر أم ثيابه</w:t>
      </w:r>
      <w:r w:rsidRPr="00756F75">
        <w:t>.</w:t>
      </w:r>
    </w:p>
    <w:p w:rsidR="00545FDE" w:rsidRDefault="002C60F7" w:rsidP="00AD1904">
      <w:pPr>
        <w:pStyle w:val="libNormal"/>
        <w:rPr>
          <w:rtl/>
        </w:rPr>
      </w:pPr>
      <w:r w:rsidRPr="00756F75">
        <w:rPr>
          <w:rtl/>
        </w:rPr>
        <w:t xml:space="preserve">قال: فقرأ هذه الآية: </w:t>
      </w:r>
      <w:r w:rsidR="00AD1904" w:rsidRPr="00980442">
        <w:rPr>
          <w:rStyle w:val="libAlaemChar"/>
          <w:rFonts w:eastAsiaTheme="minorHAnsi"/>
          <w:rtl/>
        </w:rPr>
        <w:t>(</w:t>
      </w:r>
      <w:r w:rsidR="00AD1904">
        <w:rPr>
          <w:rStyle w:val="libAieChar"/>
          <w:rFonts w:hint="cs"/>
          <w:rtl/>
        </w:rPr>
        <w:t xml:space="preserve"> </w:t>
      </w:r>
      <w:r w:rsidRPr="00AD1904">
        <w:rPr>
          <w:rStyle w:val="libAieChar"/>
          <w:rtl/>
        </w:rPr>
        <w:t>فهل عسيتم أن توليتم أن تفسدوا في الأرض وتقطعوا</w:t>
      </w:r>
      <w:r w:rsidRPr="00AD1904">
        <w:rPr>
          <w:rStyle w:val="libAieChar"/>
        </w:rPr>
        <w:t xml:space="preserve"> </w:t>
      </w:r>
      <w:r w:rsidRPr="00AD1904">
        <w:rPr>
          <w:rStyle w:val="libAieChar"/>
          <w:rtl/>
        </w:rPr>
        <w:t>أرحامكم</w:t>
      </w:r>
      <w:r w:rsidR="00AD1904">
        <w:rPr>
          <w:rStyle w:val="libAlaemChar"/>
          <w:rFonts w:eastAsiaTheme="minorHAnsi" w:hint="cs"/>
          <w:rtl/>
        </w:rPr>
        <w:t xml:space="preserve"> </w:t>
      </w:r>
      <w:r w:rsidR="00AD1904" w:rsidRPr="00980442">
        <w:rPr>
          <w:rStyle w:val="libAlaemChar"/>
          <w:rFonts w:eastAsiaTheme="minorHAnsi"/>
          <w:rtl/>
        </w:rPr>
        <w:t>)</w:t>
      </w:r>
      <w:r w:rsidR="00AD1904" w:rsidRPr="00545FDE">
        <w:rPr>
          <w:rStyle w:val="libFootnotenumChar"/>
          <w:rtl/>
        </w:rPr>
        <w:t xml:space="preserve"> </w:t>
      </w:r>
      <w:r w:rsidRPr="00545FDE">
        <w:rPr>
          <w:rStyle w:val="libFootnotenumChar"/>
          <w:rtl/>
        </w:rPr>
        <w:t>(2)</w:t>
      </w:r>
      <w:r w:rsidRPr="00756F75">
        <w:t>.</w:t>
      </w:r>
    </w:p>
    <w:p w:rsidR="00545FDE" w:rsidRDefault="002C60F7" w:rsidP="00545FDE">
      <w:pPr>
        <w:pStyle w:val="libNormal"/>
        <w:rPr>
          <w:rtl/>
        </w:rPr>
      </w:pPr>
      <w:r w:rsidRPr="00756F75">
        <w:rPr>
          <w:rtl/>
        </w:rPr>
        <w:t>قال: فتم صلاته والتفت الي فقال: يا ربيع</w:t>
      </w:r>
      <w:r w:rsidRPr="00756F75">
        <w:t>.</w:t>
      </w:r>
    </w:p>
    <w:p w:rsidR="00545FDE" w:rsidRDefault="002C60F7" w:rsidP="00545FDE">
      <w:pPr>
        <w:pStyle w:val="libNormal"/>
        <w:rPr>
          <w:rtl/>
        </w:rPr>
      </w:pPr>
      <w:r w:rsidRPr="00756F75">
        <w:rPr>
          <w:rtl/>
        </w:rPr>
        <w:t>قلت: لبيك يا أمير المؤمنين</w:t>
      </w:r>
      <w:r w:rsidRPr="00756F75">
        <w:t>.</w:t>
      </w:r>
    </w:p>
    <w:p w:rsidR="00545FDE" w:rsidRDefault="002C60F7" w:rsidP="00545FDE">
      <w:pPr>
        <w:pStyle w:val="libNormal"/>
        <w:rPr>
          <w:rtl/>
        </w:rPr>
      </w:pPr>
      <w:r w:rsidRPr="00756F75">
        <w:rPr>
          <w:rtl/>
        </w:rPr>
        <w:t>قال: علي بموسى، وقام إلى صلاته</w:t>
      </w:r>
      <w:r w:rsidRPr="00756F75">
        <w:t>.</w:t>
      </w:r>
    </w:p>
    <w:p w:rsidR="00545FDE" w:rsidRDefault="002C60F7" w:rsidP="00545FDE">
      <w:pPr>
        <w:pStyle w:val="libNormal"/>
        <w:rPr>
          <w:rtl/>
        </w:rPr>
      </w:pPr>
      <w:r w:rsidRPr="00756F75">
        <w:rPr>
          <w:rtl/>
        </w:rPr>
        <w:t>قال: فقلت: من موسى؟ ابنه موسى، أو موسى بن جعفر، وكان مجوساً عندي، قال</w:t>
      </w:r>
      <w:r w:rsidRPr="00756F75">
        <w:t xml:space="preserve">: </w:t>
      </w:r>
      <w:r w:rsidRPr="00756F75">
        <w:rPr>
          <w:rtl/>
        </w:rPr>
        <w:t>فجعلت أفكر، قال: فقلت: ما هو إلاّ موسى بن جعفر، قال: فاحضرته</w:t>
      </w:r>
      <w:r w:rsidRPr="00756F75">
        <w:t>.</w:t>
      </w:r>
    </w:p>
    <w:p w:rsidR="00545FDE" w:rsidRDefault="002C60F7" w:rsidP="00AD1904">
      <w:pPr>
        <w:pStyle w:val="libNormal"/>
        <w:rPr>
          <w:rtl/>
        </w:rPr>
      </w:pPr>
      <w:r w:rsidRPr="00756F75">
        <w:rPr>
          <w:rtl/>
        </w:rPr>
        <w:t xml:space="preserve">قال: فقطع صلاته وقال: يا موسى إني قرأت هذه الآية: </w:t>
      </w:r>
      <w:r w:rsidR="00AD1904" w:rsidRPr="00980442">
        <w:rPr>
          <w:rStyle w:val="libAlaemChar"/>
          <w:rFonts w:eastAsiaTheme="minorHAnsi"/>
          <w:rtl/>
        </w:rPr>
        <w:t>(</w:t>
      </w:r>
      <w:r w:rsidR="00AD1904">
        <w:rPr>
          <w:rStyle w:val="libAieChar"/>
          <w:rFonts w:hint="cs"/>
          <w:rtl/>
        </w:rPr>
        <w:t xml:space="preserve"> </w:t>
      </w:r>
      <w:r w:rsidRPr="00AD1904">
        <w:rPr>
          <w:rStyle w:val="libAieChar"/>
          <w:rtl/>
        </w:rPr>
        <w:t>فهل عسيتم أن توليتم</w:t>
      </w:r>
      <w:r w:rsidRPr="00AD1904">
        <w:rPr>
          <w:rStyle w:val="libAieChar"/>
        </w:rPr>
        <w:t xml:space="preserve"> </w:t>
      </w:r>
      <w:r w:rsidRPr="00AD1904">
        <w:rPr>
          <w:rStyle w:val="libAieChar"/>
          <w:rtl/>
        </w:rPr>
        <w:t>أن تفسدوا في الأرض وتقطعوا أرحامكم</w:t>
      </w:r>
      <w:r w:rsidR="00AD1904">
        <w:rPr>
          <w:rStyle w:val="libAieChar"/>
          <w:rFonts w:hint="cs"/>
          <w:rtl/>
        </w:rPr>
        <w:t xml:space="preserve"> </w:t>
      </w:r>
      <w:r w:rsidR="00AD1904" w:rsidRPr="00980442">
        <w:rPr>
          <w:rStyle w:val="libAlaemChar"/>
          <w:rFonts w:eastAsiaTheme="minorHAnsi"/>
          <w:rtl/>
        </w:rPr>
        <w:t>)</w:t>
      </w:r>
      <w:r w:rsidRPr="00756F75">
        <w:rPr>
          <w:rtl/>
        </w:rPr>
        <w:t>، فخفت أن أكون قد قطعت رحمك، فوثق لي</w:t>
      </w:r>
      <w:r w:rsidRPr="00756F75">
        <w:t xml:space="preserve"> </w:t>
      </w:r>
      <w:r w:rsidRPr="00756F75">
        <w:rPr>
          <w:rtl/>
        </w:rPr>
        <w:t>انك لا تخرج علي</w:t>
      </w:r>
      <w:r w:rsidRPr="00756F75">
        <w:t>.</w:t>
      </w:r>
    </w:p>
    <w:p w:rsidR="000A21DD" w:rsidRPr="00756F75" w:rsidRDefault="002C60F7" w:rsidP="00545FDE">
      <w:pPr>
        <w:pStyle w:val="libNormal"/>
        <w:rPr>
          <w:rtl/>
        </w:rPr>
      </w:pPr>
      <w:r w:rsidRPr="00756F75">
        <w:rPr>
          <w:rtl/>
        </w:rPr>
        <w:t>قال: فقال: نعم، فوثق له وخلاّه</w:t>
      </w:r>
      <w:r w:rsidRPr="00756F75">
        <w:t>".</w:t>
      </w:r>
    </w:p>
    <w:p w:rsidR="000A21DD" w:rsidRPr="00DC4EE6" w:rsidRDefault="000A21DD" w:rsidP="000A21DD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8B7D93" w:rsidRPr="008B7D93" w:rsidRDefault="008B7D93" w:rsidP="008B7D93">
      <w:pPr>
        <w:pStyle w:val="libFootnote"/>
        <w:rPr>
          <w:rtl/>
        </w:rPr>
      </w:pPr>
      <w:r w:rsidRPr="008B7D93">
        <w:rPr>
          <w:rFonts w:hint="cs"/>
          <w:rtl/>
        </w:rPr>
        <w:t xml:space="preserve">(1) </w:t>
      </w:r>
      <w:r w:rsidR="002C60F7" w:rsidRPr="008B7D93">
        <w:rPr>
          <w:rtl/>
        </w:rPr>
        <w:t>البهو: البيت الذي كانوا يقيمونه امام البيوت أو الخيام منزلا للغرباء</w:t>
      </w:r>
      <w:r w:rsidR="002C60F7" w:rsidRPr="008B7D93">
        <w:t xml:space="preserve"> </w:t>
      </w:r>
      <w:r w:rsidR="002C60F7" w:rsidRPr="008B7D93">
        <w:rPr>
          <w:rtl/>
        </w:rPr>
        <w:t>والضيوف ويعبر عنه أيضاً: قاعة أو محل الاستقبال</w:t>
      </w:r>
      <w:r w:rsidR="002C60F7" w:rsidRPr="008B7D93">
        <w:t>.</w:t>
      </w:r>
    </w:p>
    <w:p w:rsidR="00403EA2" w:rsidRPr="0002589F" w:rsidRDefault="008B7D93" w:rsidP="008501BE">
      <w:pPr>
        <w:pStyle w:val="libFootnote"/>
        <w:rPr>
          <w:rStyle w:val="libNormalChar"/>
        </w:rPr>
      </w:pPr>
      <w:r w:rsidRPr="008B7D93">
        <w:rPr>
          <w:rFonts w:hint="cs"/>
          <w:rtl/>
        </w:rPr>
        <w:t xml:space="preserve">(2) </w:t>
      </w:r>
      <w:r w:rsidR="002C60F7" w:rsidRPr="008B7D93">
        <w:rPr>
          <w:rtl/>
        </w:rPr>
        <w:t>محمد: 22</w:t>
      </w:r>
      <w:r w:rsidR="002C60F7" w:rsidRPr="008B7D93">
        <w:t>.</w:t>
      </w:r>
    </w:p>
    <w:p w:rsidR="00403EA2" w:rsidRDefault="00403EA2" w:rsidP="00682ACE">
      <w:pPr>
        <w:pStyle w:val="libNormal"/>
      </w:pPr>
      <w:r>
        <w:br w:type="page"/>
      </w:r>
    </w:p>
    <w:p w:rsidR="007A416D" w:rsidRDefault="002C60F7" w:rsidP="007A416D">
      <w:pPr>
        <w:pStyle w:val="Heading1Center"/>
        <w:rPr>
          <w:rtl/>
        </w:rPr>
      </w:pPr>
      <w:bookmarkStart w:id="4" w:name="04"/>
      <w:bookmarkStart w:id="5" w:name="_Toc374532470"/>
      <w:r w:rsidRPr="00A92ACC">
        <w:rPr>
          <w:rtl/>
        </w:rPr>
        <w:lastRenderedPageBreak/>
        <w:t>قول أبو محمد التميمي الحنظلي الرازي</w:t>
      </w:r>
      <w:bookmarkEnd w:id="4"/>
      <w:bookmarkEnd w:id="5"/>
    </w:p>
    <w:p w:rsidR="00545FDE" w:rsidRDefault="005D4559" w:rsidP="00756F75">
      <w:pPr>
        <w:pStyle w:val="libNormal"/>
      </w:pPr>
      <w:r>
        <w:rPr>
          <w:rFonts w:hint="cs"/>
          <w:rtl/>
        </w:rPr>
        <w:t xml:space="preserve">2 ـ </w:t>
      </w:r>
      <w:r w:rsidR="002C60F7" w:rsidRPr="00756F75">
        <w:rPr>
          <w:rtl/>
        </w:rPr>
        <w:t>قال أبو محمد عبدالرحمن بن أبي حاتم محمد بن إدريس بن المنذر التميمي</w:t>
      </w:r>
      <w:r w:rsidR="002C60F7" w:rsidRPr="00756F75">
        <w:t xml:space="preserve"> </w:t>
      </w:r>
      <w:r w:rsidR="002C60F7" w:rsidRPr="00756F75">
        <w:rPr>
          <w:rtl/>
        </w:rPr>
        <w:t>الحنظلي الرازي، المتوفى سنة 327هـ، في كتابه (الجرح والتعديل) طبع دار</w:t>
      </w:r>
      <w:r w:rsidR="002C60F7" w:rsidRPr="00756F75">
        <w:t xml:space="preserve"> </w:t>
      </w:r>
      <w:r w:rsidR="002C60F7" w:rsidRPr="00756F75">
        <w:rPr>
          <w:rtl/>
        </w:rPr>
        <w:t>احياء التراث العربي في بيروت لبنان، أوفست من طبعة مجلس دائرة المعارف</w:t>
      </w:r>
      <w:r w:rsidR="002C60F7" w:rsidRPr="00756F75">
        <w:t xml:space="preserve"> </w:t>
      </w:r>
      <w:r w:rsidR="002C60F7" w:rsidRPr="00756F75">
        <w:rPr>
          <w:rtl/>
        </w:rPr>
        <w:t>العثمانية بحيدرآباد الركن الهند، سنة 1372هـ، ج8 ص139</w:t>
      </w:r>
      <w:r w:rsidR="002C60F7" w:rsidRPr="00756F75">
        <w:t>:</w:t>
      </w:r>
    </w:p>
    <w:p w:rsidR="00545FDE" w:rsidRDefault="002C60F7" w:rsidP="00545FDE">
      <w:pPr>
        <w:pStyle w:val="libNormal"/>
        <w:rPr>
          <w:rtl/>
        </w:rPr>
      </w:pPr>
      <w:r w:rsidRPr="00756F75">
        <w:t>"</w:t>
      </w:r>
      <w:r w:rsidRPr="00756F75">
        <w:rPr>
          <w:rtl/>
        </w:rPr>
        <w:t>موسى بن جعفر بن محمد بن علي بن الحسين بن علي ابن أبي طالب</w:t>
      </w:r>
      <w:r w:rsidRPr="00756F75">
        <w:t>.</w:t>
      </w:r>
    </w:p>
    <w:p w:rsidR="00545FDE" w:rsidRDefault="002C60F7" w:rsidP="00545FDE">
      <w:pPr>
        <w:pStyle w:val="libNormal"/>
        <w:rPr>
          <w:rtl/>
        </w:rPr>
      </w:pPr>
      <w:r w:rsidRPr="00756F75">
        <w:rPr>
          <w:rtl/>
        </w:rPr>
        <w:t>روى عن أبيه، وروى عنه ابنه علي بن موسى، وأخوه علي بن جعفر، سمعت أبي يقول</w:t>
      </w:r>
      <w:r w:rsidRPr="00756F75">
        <w:t xml:space="preserve"> </w:t>
      </w:r>
      <w:r w:rsidRPr="00756F75">
        <w:rPr>
          <w:rtl/>
        </w:rPr>
        <w:t>ذلك</w:t>
      </w:r>
      <w:r w:rsidRPr="00756F75">
        <w:t>.</w:t>
      </w:r>
    </w:p>
    <w:p w:rsidR="002C60F7" w:rsidRPr="00756F75" w:rsidRDefault="002C60F7" w:rsidP="00545FDE">
      <w:pPr>
        <w:pStyle w:val="libNormal"/>
        <w:rPr>
          <w:rtl/>
        </w:rPr>
      </w:pPr>
      <w:r w:rsidRPr="00756F75">
        <w:rPr>
          <w:rtl/>
        </w:rPr>
        <w:t>حديثا عبدالرحمن قال: سئل أبي عنه فقال: ثقة صدوق إمام من أئمة المسلمين</w:t>
      </w:r>
      <w:r w:rsidRPr="00756F75">
        <w:t>".</w:t>
      </w:r>
    </w:p>
    <w:p w:rsidR="007A416D" w:rsidRDefault="002C60F7" w:rsidP="007A416D">
      <w:pPr>
        <w:pStyle w:val="Heading1Center"/>
        <w:rPr>
          <w:rtl/>
        </w:rPr>
      </w:pPr>
      <w:bookmarkStart w:id="6" w:name="05"/>
      <w:bookmarkStart w:id="7" w:name="_Toc374532471"/>
      <w:r w:rsidRPr="00A92ACC">
        <w:rPr>
          <w:rtl/>
        </w:rPr>
        <w:t>قول أبو الفرج الأصفهاني</w:t>
      </w:r>
      <w:bookmarkEnd w:id="6"/>
      <w:bookmarkEnd w:id="7"/>
    </w:p>
    <w:p w:rsidR="00545FDE" w:rsidRDefault="005D4559" w:rsidP="00860EF8">
      <w:pPr>
        <w:pStyle w:val="libNormal"/>
      </w:pPr>
      <w:r>
        <w:rPr>
          <w:rFonts w:hint="cs"/>
          <w:rtl/>
        </w:rPr>
        <w:t xml:space="preserve">3 ـ </w:t>
      </w:r>
      <w:r w:rsidR="002C60F7" w:rsidRPr="00860EF8">
        <w:rPr>
          <w:rtl/>
        </w:rPr>
        <w:t>قال أبو الفرج الأصفهاني علي بن الحسين، المتوفى سنة 356، في كتابه</w:t>
      </w:r>
      <w:r w:rsidR="002C60F7" w:rsidRPr="00860EF8">
        <w:t xml:space="preserve"> </w:t>
      </w:r>
      <w:r w:rsidR="002C60F7" w:rsidRPr="00860EF8">
        <w:rPr>
          <w:rFonts w:hint="cs"/>
          <w:rtl/>
        </w:rPr>
        <w:t>(</w:t>
      </w:r>
      <w:r w:rsidR="002C60F7" w:rsidRPr="00860EF8">
        <w:rPr>
          <w:rtl/>
        </w:rPr>
        <w:t>مقاتل الطالبيين)، طبع دار المعرفة بيروت، ص499 ـ 505</w:t>
      </w:r>
      <w:r w:rsidR="002C60F7" w:rsidRPr="00860EF8">
        <w:t>:</w:t>
      </w:r>
    </w:p>
    <w:p w:rsidR="00545FDE" w:rsidRDefault="002C60F7" w:rsidP="00545FDE">
      <w:pPr>
        <w:pStyle w:val="libNormal"/>
        <w:rPr>
          <w:rtl/>
        </w:rPr>
      </w:pPr>
      <w:r w:rsidRPr="00860EF8">
        <w:t>"</w:t>
      </w:r>
      <w:r w:rsidRPr="00860EF8">
        <w:rPr>
          <w:rtl/>
        </w:rPr>
        <w:t>موسى بن جعفر بن محمد</w:t>
      </w:r>
      <w:r w:rsidRPr="00860EF8">
        <w:t>:</w:t>
      </w:r>
    </w:p>
    <w:p w:rsidR="00545FDE" w:rsidRDefault="002C60F7" w:rsidP="000F17D4">
      <w:pPr>
        <w:pStyle w:val="libNormal"/>
        <w:rPr>
          <w:rtl/>
        </w:rPr>
      </w:pPr>
      <w:r w:rsidRPr="00860EF8">
        <w:rPr>
          <w:rtl/>
        </w:rPr>
        <w:t>وموسى بن جعفر بن محمد بن علي بن الحسين بن علي بن أبي طالب</w:t>
      </w:r>
      <w:r w:rsidR="000F17D4" w:rsidRPr="000F17D4">
        <w:rPr>
          <w:rStyle w:val="libAlaemChar"/>
          <w:rFonts w:eastAsiaTheme="minorHAnsi"/>
          <w:rtl/>
        </w:rPr>
        <w:t xml:space="preserve"> عليه‌السلام</w:t>
      </w:r>
      <w:r w:rsidR="000F17D4" w:rsidRPr="00797B19">
        <w:rPr>
          <w:rFonts w:eastAsiaTheme="minorHAnsi"/>
          <w:rtl/>
        </w:rPr>
        <w:t xml:space="preserve"> </w:t>
      </w:r>
      <w:r w:rsidRPr="00860EF8">
        <w:rPr>
          <w:rtl/>
        </w:rPr>
        <w:t>،</w:t>
      </w:r>
      <w:r w:rsidRPr="00860EF8">
        <w:t xml:space="preserve"> </w:t>
      </w:r>
      <w:r w:rsidRPr="00860EF8">
        <w:rPr>
          <w:rtl/>
        </w:rPr>
        <w:t>ويكنّى أبا الحسن وأبا إبراهيم، وأمه أم ولد تدعى حميدة</w:t>
      </w:r>
      <w:r w:rsidRPr="00860EF8">
        <w:t>.</w:t>
      </w:r>
    </w:p>
    <w:p w:rsidR="00545FDE" w:rsidRDefault="002C60F7" w:rsidP="00545FDE">
      <w:pPr>
        <w:pStyle w:val="libNormal"/>
        <w:rPr>
          <w:rtl/>
        </w:rPr>
      </w:pPr>
      <w:r w:rsidRPr="00860EF8">
        <w:rPr>
          <w:rtl/>
        </w:rPr>
        <w:t>حدثني أحمد بن محمد بن سعيد، قال حدثنا يحيى بن الحسن قال: كان موسى ابن</w:t>
      </w:r>
      <w:r w:rsidRPr="00860EF8">
        <w:t xml:space="preserve"> </w:t>
      </w:r>
      <w:r w:rsidRPr="00860EF8">
        <w:rPr>
          <w:rtl/>
        </w:rPr>
        <w:t>جعفر إذا بلغه عن الرجل ما يكره بعث إليه بصرة دنانير، وكانت صراره ما بين</w:t>
      </w:r>
      <w:r w:rsidRPr="00860EF8">
        <w:t xml:space="preserve"> </w:t>
      </w:r>
      <w:r w:rsidRPr="00860EF8">
        <w:rPr>
          <w:rtl/>
        </w:rPr>
        <w:t>الثلاثمائة إلى المائتين دينار، فكانت صرار موسى مثلا</w:t>
      </w:r>
      <w:r w:rsidRPr="00860EF8">
        <w:t>.</w:t>
      </w:r>
    </w:p>
    <w:p w:rsidR="00545FDE" w:rsidRDefault="002C60F7" w:rsidP="00545FDE">
      <w:pPr>
        <w:pStyle w:val="libNormal"/>
        <w:rPr>
          <w:rtl/>
        </w:rPr>
      </w:pPr>
      <w:r w:rsidRPr="00860EF8">
        <w:rPr>
          <w:rtl/>
        </w:rPr>
        <w:t>حدّثني أحمد بن سعيد، قال: حدثنا يحيى: أن رجلا من آل عمر بن الخطاب كان</w:t>
      </w:r>
      <w:r w:rsidRPr="00860EF8">
        <w:t xml:space="preserve"> </w:t>
      </w:r>
      <w:r w:rsidRPr="00860EF8">
        <w:rPr>
          <w:rtl/>
        </w:rPr>
        <w:t>يشتم علي بن أبي طالب إذا رأى موسى بن جعفر، ويؤذيه إذا لقيه</w:t>
      </w:r>
      <w:r w:rsidRPr="00860EF8">
        <w:t>.</w:t>
      </w:r>
    </w:p>
    <w:p w:rsidR="002C60F7" w:rsidRPr="0082177B" w:rsidRDefault="002C60F7" w:rsidP="00545FDE">
      <w:pPr>
        <w:pStyle w:val="libNormal"/>
      </w:pPr>
      <w:r w:rsidRPr="00860EF8">
        <w:rPr>
          <w:rtl/>
        </w:rPr>
        <w:t>فقال له بعض مواليه وشيعته: دعنا نقتله: فقال: لا</w:t>
      </w:r>
      <w:r w:rsidRPr="00860EF8">
        <w:t>.</w:t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t>ثم مضى راكباً</w:t>
      </w:r>
      <w:r w:rsidRPr="00A92ACC">
        <w:t xml:space="preserve"> </w:t>
      </w:r>
      <w:r w:rsidRPr="00A92ACC">
        <w:rPr>
          <w:rtl/>
        </w:rPr>
        <w:t>حتى قصده في مزرعة له، فتواطأها بحماره، فصاح: لا تدس زرعنا، فلم يصغ إليه،</w:t>
      </w:r>
      <w:r w:rsidRPr="00A92ACC">
        <w:t xml:space="preserve"> </w:t>
      </w:r>
      <w:r w:rsidRPr="00A92ACC">
        <w:rPr>
          <w:rtl/>
        </w:rPr>
        <w:t>واقبل حتى نزل عنده فجلس معه وجعل يضاحكه</w:t>
      </w:r>
      <w:r w:rsidRPr="00A92ACC">
        <w:t>.</w:t>
      </w:r>
    </w:p>
    <w:p w:rsidR="008014DD" w:rsidRDefault="002C60F7" w:rsidP="008501BE">
      <w:pPr>
        <w:pStyle w:val="libNormal"/>
        <w:rPr>
          <w:rtl/>
        </w:rPr>
      </w:pPr>
      <w:r w:rsidRPr="00A92ACC">
        <w:rPr>
          <w:rtl/>
        </w:rPr>
        <w:t>وقال له: كم غرمت على زرعك هذا؟ قال: مائة درهم، قال: فكم ترجوا ان تربح؟</w:t>
      </w:r>
      <w:r w:rsidRPr="00A92ACC">
        <w:t xml:space="preserve"> </w:t>
      </w:r>
      <w:r w:rsidRPr="00A92ACC">
        <w:rPr>
          <w:rtl/>
        </w:rPr>
        <w:t>قال: لا أدري، قال: إنما سألتك كم ترجو؟ قال: مائة اخرى</w:t>
      </w:r>
      <w:r w:rsidRPr="00A92ACC">
        <w:t>.</w:t>
      </w:r>
    </w:p>
    <w:p w:rsidR="008014DD" w:rsidRDefault="008014DD" w:rsidP="00942C77">
      <w:pPr>
        <w:pStyle w:val="libNormal"/>
        <w:rPr>
          <w:rtl/>
        </w:rPr>
      </w:pPr>
      <w:r>
        <w:rPr>
          <w:rtl/>
        </w:rPr>
        <w:br w:type="page"/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lastRenderedPageBreak/>
        <w:t>قال: فاخرج ثلاثمائة دينار فوهبها له، فقام فقبّل رأسه</w:t>
      </w:r>
      <w:r w:rsidRPr="00A92ACC">
        <w:t>.</w:t>
      </w:r>
    </w:p>
    <w:p w:rsidR="00545FDE" w:rsidRDefault="002C60F7" w:rsidP="002D62BF">
      <w:pPr>
        <w:pStyle w:val="libNormal"/>
        <w:rPr>
          <w:rtl/>
        </w:rPr>
      </w:pPr>
      <w:r w:rsidRPr="00A92ACC">
        <w:rPr>
          <w:rtl/>
        </w:rPr>
        <w:t xml:space="preserve">فلمّا دخل المسجد بعد ذلك وثب العمري فسلّم عليه، وجعل يقول: </w:t>
      </w:r>
      <w:r w:rsidR="002D62BF" w:rsidRPr="00980442">
        <w:rPr>
          <w:rStyle w:val="libAlaemChar"/>
          <w:rFonts w:eastAsiaTheme="minorHAnsi"/>
          <w:rtl/>
        </w:rPr>
        <w:t>(</w:t>
      </w:r>
      <w:r w:rsidR="002D62BF">
        <w:rPr>
          <w:rStyle w:val="libAieChar"/>
          <w:rFonts w:hint="cs"/>
          <w:rtl/>
        </w:rPr>
        <w:t xml:space="preserve"> </w:t>
      </w:r>
      <w:r w:rsidRPr="002D62BF">
        <w:rPr>
          <w:rStyle w:val="libAieChar"/>
          <w:rtl/>
        </w:rPr>
        <w:t>الله أعلم حيث</w:t>
      </w:r>
      <w:r w:rsidRPr="002D62BF">
        <w:rPr>
          <w:rStyle w:val="libAieChar"/>
        </w:rPr>
        <w:t xml:space="preserve"> </w:t>
      </w:r>
      <w:r w:rsidRPr="002D62BF">
        <w:rPr>
          <w:rStyle w:val="libAieChar"/>
          <w:rtl/>
        </w:rPr>
        <w:t>يجعل رسالته</w:t>
      </w:r>
      <w:r w:rsidR="002D62BF" w:rsidRPr="00980442">
        <w:rPr>
          <w:rStyle w:val="libAlaemChar"/>
          <w:rFonts w:eastAsiaTheme="minorHAnsi"/>
          <w:rtl/>
        </w:rPr>
        <w:t>)</w:t>
      </w:r>
      <w:r w:rsidR="002D62BF">
        <w:rPr>
          <w:rFonts w:hint="cs"/>
          <w:rtl/>
        </w:rPr>
        <w:t xml:space="preserve"> </w:t>
      </w:r>
      <w:r w:rsidRPr="00545FDE">
        <w:rPr>
          <w:rStyle w:val="libFootnotenumChar"/>
          <w:rtl/>
        </w:rPr>
        <w:t>(1)</w:t>
      </w:r>
      <w:r w:rsidRPr="00A92ACC">
        <w:rPr>
          <w:rtl/>
        </w:rPr>
        <w:t>، فوثب أصحابه عليه وقالوا: ما هذا؟ فشاتمهم</w:t>
      </w:r>
      <w:r w:rsidRPr="00A92ACC">
        <w:t>.</w:t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t>وكان بعد ذلك كلما دخل موسى خرج يسلّم عليه ويقوم له</w:t>
      </w:r>
      <w:r w:rsidRPr="00A92ACC">
        <w:t>.</w:t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t>فقال موسى لمن قال ذلك القول: أيما كان خيراً ما أردتم أو ما أردت؟</w:t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t>حدّثني أحمد بن عبدالله بن عمار، قال: حدّثني محمد بن عبدالله المدائني،</w:t>
      </w:r>
      <w:r w:rsidRPr="00A92ACC">
        <w:t xml:space="preserve"> </w:t>
      </w:r>
      <w:r w:rsidRPr="00A92ACC">
        <w:rPr>
          <w:rtl/>
        </w:rPr>
        <w:t>قال: حدّثني أبي، قال حدّثني بعض أصحابنا: أن الرشيد لما حجّ لقيه موسى بن</w:t>
      </w:r>
      <w:r w:rsidRPr="00A92ACC">
        <w:t xml:space="preserve"> </w:t>
      </w:r>
      <w:r w:rsidRPr="00A92ACC">
        <w:rPr>
          <w:rtl/>
        </w:rPr>
        <w:t>جعفر على بغلة</w:t>
      </w:r>
      <w:r w:rsidRPr="00A92ACC">
        <w:t>.</w:t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t>فقال له الفضل ابن الربيع: ما هذه الدابة التي تلقيت عليها أمير المؤمنين</w:t>
      </w:r>
      <w:r w:rsidRPr="00A92ACC">
        <w:t xml:space="preserve"> </w:t>
      </w:r>
      <w:r w:rsidRPr="00A92ACC">
        <w:rPr>
          <w:rtl/>
        </w:rPr>
        <w:t>فأنت وإن طلبت عليها لم تدرك وإن طلبت لم تفت</w:t>
      </w:r>
      <w:r w:rsidRPr="00A92ACC">
        <w:t>.</w:t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t>قال: إنها تطأطأت عن خيلاء الخيل وارتفعت عن ذلة العير، وخير الأمور</w:t>
      </w:r>
      <w:r w:rsidRPr="00A92ACC">
        <w:t xml:space="preserve"> </w:t>
      </w:r>
      <w:r w:rsidRPr="00A92ACC">
        <w:rPr>
          <w:rtl/>
        </w:rPr>
        <w:t>أوسطها</w:t>
      </w:r>
      <w:r w:rsidRPr="00A92ACC">
        <w:t>.</w:t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t>ذكر السبب في أخذه وحبسه</w:t>
      </w:r>
      <w:r w:rsidRPr="00A92ACC">
        <w:t>:</w:t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t>حدثني بذلك أحمد بن عبيد الله بن عمار، قال: حدّثنا علي بن محمد النوفلي،</w:t>
      </w:r>
      <w:r w:rsidRPr="00A92ACC">
        <w:t xml:space="preserve"> </w:t>
      </w:r>
      <w:r w:rsidRPr="00A92ACC">
        <w:rPr>
          <w:rtl/>
        </w:rPr>
        <w:t>عن أبيه</w:t>
      </w:r>
      <w:r w:rsidRPr="00A92ACC">
        <w:t>.</w:t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t>وحدثني أحمد ابن سعيد، قال: حدّثني يحيى بن الحسن العلوي</w:t>
      </w:r>
      <w:r w:rsidRPr="00A92ACC">
        <w:t>.</w:t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t>وحدّثني غيرهما ببعض قصته</w:t>
      </w:r>
      <w:r w:rsidRPr="00A92ACC">
        <w:t>.</w:t>
      </w:r>
    </w:p>
    <w:p w:rsidR="000A21DD" w:rsidRDefault="002C60F7" w:rsidP="008501BE">
      <w:pPr>
        <w:pStyle w:val="libNormal"/>
        <w:rPr>
          <w:rtl/>
        </w:rPr>
      </w:pPr>
      <w:r w:rsidRPr="00A92ACC">
        <w:rPr>
          <w:rtl/>
        </w:rPr>
        <w:t>فجمعت ذلك بعضه إلى بعض، قالوا</w:t>
      </w:r>
      <w:r w:rsidRPr="00A92ACC">
        <w:t>:</w:t>
      </w:r>
    </w:p>
    <w:p w:rsidR="000A21DD" w:rsidRPr="00DC4EE6" w:rsidRDefault="000A21DD" w:rsidP="000A21DD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7A416D" w:rsidRDefault="008B7D93" w:rsidP="008B7D93">
      <w:pPr>
        <w:pStyle w:val="libFootnote"/>
      </w:pPr>
      <w:r>
        <w:rPr>
          <w:rFonts w:hint="cs"/>
          <w:rtl/>
        </w:rPr>
        <w:t xml:space="preserve">(1) </w:t>
      </w:r>
      <w:r w:rsidR="002C60F7" w:rsidRPr="00A92ACC">
        <w:rPr>
          <w:rtl/>
        </w:rPr>
        <w:t>الأنعام: 124</w:t>
      </w:r>
      <w:r w:rsidR="002C60F7" w:rsidRPr="00A92ACC">
        <w:t>.</w:t>
      </w:r>
    </w:p>
    <w:p w:rsidR="007A416D" w:rsidRDefault="007A416D" w:rsidP="00191648">
      <w:pPr>
        <w:pStyle w:val="libNormal"/>
      </w:pPr>
      <w:r>
        <w:br w:type="page"/>
      </w:r>
    </w:p>
    <w:p w:rsidR="00545FDE" w:rsidRDefault="002C60F7" w:rsidP="00B13028">
      <w:pPr>
        <w:pStyle w:val="libNormal0"/>
        <w:rPr>
          <w:rtl/>
        </w:rPr>
      </w:pPr>
      <w:r w:rsidRPr="00A92ACC">
        <w:rPr>
          <w:rtl/>
        </w:rPr>
        <w:lastRenderedPageBreak/>
        <w:t>كان السبب في أخذ</w:t>
      </w:r>
      <w:r w:rsidRPr="00A92ACC">
        <w:t xml:space="preserve"> </w:t>
      </w:r>
      <w:r w:rsidRPr="00A92ACC">
        <w:rPr>
          <w:rtl/>
        </w:rPr>
        <w:t>موسى بن جعفر: ان الرشيد جعل ابنه محمداً في حجر جعفر بن محمد بن الأشعث،</w:t>
      </w:r>
      <w:r w:rsidRPr="00A92ACC">
        <w:t xml:space="preserve"> </w:t>
      </w:r>
      <w:r w:rsidRPr="00A92ACC">
        <w:rPr>
          <w:rtl/>
        </w:rPr>
        <w:t>فحسده يحيى بن خالد بن برمك على ذلك وقال: ان أفضت الخلافة إليه زالت دولتي</w:t>
      </w:r>
      <w:r w:rsidRPr="00A92ACC">
        <w:t xml:space="preserve"> </w:t>
      </w:r>
      <w:r w:rsidRPr="00A92ACC">
        <w:rPr>
          <w:rtl/>
        </w:rPr>
        <w:t>ودولت ولدي، فاحتال على جعفر بن محمد، وكان يقول بالإمامة، حتى داخله وانسى</w:t>
      </w:r>
      <w:r w:rsidRPr="00A92ACC">
        <w:t xml:space="preserve"> </w:t>
      </w:r>
      <w:r w:rsidRPr="00A92ACC">
        <w:rPr>
          <w:rtl/>
        </w:rPr>
        <w:t>به وأسر إليه، وكان يكثر غشيانه في منزله، فيقف على أمره ويرفعه إلى</w:t>
      </w:r>
      <w:r w:rsidRPr="00A92ACC">
        <w:t xml:space="preserve"> </w:t>
      </w:r>
      <w:r w:rsidRPr="00A92ACC">
        <w:rPr>
          <w:rtl/>
        </w:rPr>
        <w:t>الرشيد، ويزيد عليه في ذلك بما يقدح في قلبه</w:t>
      </w:r>
      <w:r w:rsidRPr="00A92ACC">
        <w:t>.</w:t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t>ثم قال يوماً لبعض ثقاته: اتعرفون لي رجلا من آل أبي طالب ليس بواسع الحال</w:t>
      </w:r>
      <w:r w:rsidRPr="00A92ACC">
        <w:t xml:space="preserve"> </w:t>
      </w:r>
      <w:r w:rsidRPr="00A92ACC">
        <w:rPr>
          <w:rtl/>
        </w:rPr>
        <w:t>يعرفني ما احتاج إليه من أخبار موسى بن جعفر؟ فدلّ على علي بن إسماعيل بن</w:t>
      </w:r>
      <w:r w:rsidRPr="00A92ACC">
        <w:t xml:space="preserve"> </w:t>
      </w:r>
      <w:r w:rsidRPr="00A92ACC">
        <w:rPr>
          <w:rtl/>
        </w:rPr>
        <w:t>جعفر بن محمد، فحمل إليه يحيى بن خالد البرمكي مالا</w:t>
      </w:r>
      <w:r w:rsidRPr="00A92ACC">
        <w:t>.</w:t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t>وكان موسى يأنس إليه ويصله وربما أفضى إليه باسراره، فما طلب ليشخص بخ أحس</w:t>
      </w:r>
      <w:r w:rsidRPr="00A92ACC">
        <w:t xml:space="preserve"> </w:t>
      </w:r>
      <w:r w:rsidRPr="00A92ACC">
        <w:rPr>
          <w:rtl/>
        </w:rPr>
        <w:t>موسى بذلك، فدعاه فقال: إلى أين يا بن أخي؟ قال: إلى بغداد قال: وما تصنع؟</w:t>
      </w:r>
      <w:r w:rsidRPr="00A92ACC">
        <w:t xml:space="preserve"> </w:t>
      </w:r>
      <w:r w:rsidRPr="00A92ACC">
        <w:rPr>
          <w:rtl/>
        </w:rPr>
        <w:t>قال: علي دين وأنا مملق، قال: فأنا اقضي دينك وافعل بك واصنع، فلم يلتفت</w:t>
      </w:r>
      <w:r w:rsidRPr="00A92ACC">
        <w:t xml:space="preserve"> </w:t>
      </w:r>
      <w:r w:rsidRPr="00A92ACC">
        <w:rPr>
          <w:rtl/>
        </w:rPr>
        <w:t>إلى ذلك</w:t>
      </w:r>
      <w:r w:rsidRPr="00A92ACC">
        <w:t>.</w:t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t>فعمل على الخروج، فاستدعاه أبو الحسن موسى فقال له: أنت خارج فقال له: نعم</w:t>
      </w:r>
      <w:r w:rsidRPr="00A92ACC">
        <w:t xml:space="preserve"> </w:t>
      </w:r>
      <w:r w:rsidRPr="00A92ACC">
        <w:rPr>
          <w:rtl/>
        </w:rPr>
        <w:t>لابدّ من ذلك، فقال له: انظر يا ابن أخي واتق الله لا توتم أولادي، وأمر له</w:t>
      </w:r>
      <w:r w:rsidRPr="00A92ACC">
        <w:t xml:space="preserve"> </w:t>
      </w:r>
      <w:r w:rsidRPr="00A92ACC">
        <w:rPr>
          <w:rtl/>
        </w:rPr>
        <w:t>بثلاثمائة دينار وأربعة آلاف درهم</w:t>
      </w:r>
      <w:r w:rsidRPr="00A92ACC">
        <w:t>.</w:t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t>قالوا فخرج علي بن اسماعيل حتى أتى يحيى بن خالد البرمكي، فتعرف منه خبر</w:t>
      </w:r>
      <w:r w:rsidRPr="00A92ACC">
        <w:t xml:space="preserve"> </w:t>
      </w:r>
      <w:r w:rsidRPr="00A92ACC">
        <w:rPr>
          <w:rtl/>
        </w:rPr>
        <w:t>موسى بن جعفر، فرفعه إلى الرشيد وزاد فيه، ثم أوصله إلى الرشيد فسأله عن</w:t>
      </w:r>
      <w:r w:rsidRPr="00A92ACC">
        <w:t xml:space="preserve"> </w:t>
      </w:r>
      <w:r w:rsidRPr="00A92ACC">
        <w:rPr>
          <w:rtl/>
        </w:rPr>
        <w:t>عمه فسعى به إليه</w:t>
      </w:r>
      <w:r w:rsidRPr="00A92ACC">
        <w:t>.</w:t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t>فعرف يحيى جميع خبره وزاد عليه وقال له: إن الأموال تحمل إليه من المشرق</w:t>
      </w:r>
      <w:r w:rsidRPr="00A92ACC">
        <w:t xml:space="preserve"> </w:t>
      </w:r>
      <w:r w:rsidRPr="00A92ACC">
        <w:rPr>
          <w:rtl/>
        </w:rPr>
        <w:t>والمغرب، وإن له بيوت أموال، وانه اشترى ضيعة بثلاثين ألف دينار فسمّاها</w:t>
      </w:r>
      <w:r w:rsidRPr="00A92ACC">
        <w:t xml:space="preserve"> </w:t>
      </w:r>
      <w:r w:rsidRPr="00A92ACC">
        <w:rPr>
          <w:rtl/>
        </w:rPr>
        <w:t>اليسيرة، وقال له صاحبها وقد احضره المال: لا أخذ هذا النقد ولا</w:t>
      </w:r>
      <w:r w:rsidR="007A416D">
        <w:rPr>
          <w:rFonts w:hint="cs"/>
          <w:rtl/>
        </w:rPr>
        <w:t xml:space="preserve"> </w:t>
      </w:r>
      <w:r w:rsidRPr="00A92ACC">
        <w:rPr>
          <w:rtl/>
        </w:rPr>
        <w:t>أخذ إلاّ نقد كذا</w:t>
      </w:r>
      <w:r w:rsidRPr="00A92ACC">
        <w:t xml:space="preserve"> </w:t>
      </w:r>
      <w:r w:rsidRPr="00A92ACC">
        <w:rPr>
          <w:rtl/>
        </w:rPr>
        <w:t>وكذا، فأمر بذلك فردّ واعطاه ثلاثين ألف دينار من النقد الذي سال بعينه</w:t>
      </w:r>
      <w:r w:rsidRPr="00A92ACC">
        <w:t>.</w:t>
      </w:r>
    </w:p>
    <w:p w:rsidR="008014DD" w:rsidRDefault="002C60F7" w:rsidP="008501BE">
      <w:pPr>
        <w:pStyle w:val="libNormal"/>
        <w:rPr>
          <w:rtl/>
        </w:rPr>
      </w:pPr>
      <w:r w:rsidRPr="00A92ACC">
        <w:rPr>
          <w:rtl/>
        </w:rPr>
        <w:t>فسمع ذلك منه الرشيد، وأمر له بمائتي الف درهم نسبت له على بعض النواحي،</w:t>
      </w:r>
      <w:r w:rsidRPr="00A92ACC">
        <w:t xml:space="preserve"> </w:t>
      </w:r>
      <w:r w:rsidRPr="00A92ACC">
        <w:rPr>
          <w:rtl/>
        </w:rPr>
        <w:t>فاختار كور المشرق، ومضت رسله لقبض المال، ودخل هو في بعض الأيام إلى</w:t>
      </w:r>
      <w:r w:rsidRPr="00A92ACC">
        <w:t xml:space="preserve"> </w:t>
      </w:r>
      <w:r w:rsidRPr="00A92ACC">
        <w:rPr>
          <w:rtl/>
        </w:rPr>
        <w:t>الخلاء فزحر زحرة فخرجت حشوته كلها فسقطت، وجهدوا في ردها فلم يقدروا، فوقع</w:t>
      </w:r>
      <w:r w:rsidRPr="00A92ACC">
        <w:t xml:space="preserve"> </w:t>
      </w:r>
      <w:r w:rsidRPr="00A92ACC">
        <w:rPr>
          <w:rtl/>
        </w:rPr>
        <w:t>ليما به، وجاءه المال وهو ينزع فقال: وما اصنع به وأنا أموت؟</w:t>
      </w:r>
    </w:p>
    <w:p w:rsidR="008014DD" w:rsidRDefault="008014DD" w:rsidP="008014DD">
      <w:pPr>
        <w:pStyle w:val="libNormal"/>
        <w:rPr>
          <w:rtl/>
        </w:rPr>
      </w:pPr>
      <w:r>
        <w:rPr>
          <w:rtl/>
        </w:rPr>
        <w:br w:type="page"/>
      </w:r>
    </w:p>
    <w:p w:rsidR="00545FDE" w:rsidRDefault="002C60F7" w:rsidP="000F17D4">
      <w:pPr>
        <w:pStyle w:val="libNormal"/>
        <w:rPr>
          <w:rtl/>
        </w:rPr>
      </w:pPr>
      <w:r w:rsidRPr="00A92ACC">
        <w:rPr>
          <w:rtl/>
        </w:rPr>
        <w:lastRenderedPageBreak/>
        <w:t>وحج الرشيد في تلك السنة، فبدأ بقبر النبي</w:t>
      </w:r>
      <w:r w:rsidR="000F17D4" w:rsidRPr="00797B19">
        <w:rPr>
          <w:rFonts w:eastAsiaTheme="minorHAnsi"/>
          <w:rtl/>
        </w:rPr>
        <w:t xml:space="preserve"> </w:t>
      </w:r>
      <w:r w:rsidR="000F17D4" w:rsidRPr="000F17D4">
        <w:rPr>
          <w:rStyle w:val="libAlaemChar"/>
          <w:rFonts w:eastAsiaTheme="minorHAnsi"/>
          <w:rtl/>
        </w:rPr>
        <w:t>صلى‌الله‌عليه‌وآله</w:t>
      </w:r>
      <w:r w:rsidRPr="00A92ACC">
        <w:rPr>
          <w:rtl/>
        </w:rPr>
        <w:t xml:space="preserve"> فقال: يا</w:t>
      </w:r>
      <w:r w:rsidRPr="00A92ACC">
        <w:t xml:space="preserve"> </w:t>
      </w:r>
      <w:r w:rsidRPr="00A92ACC">
        <w:rPr>
          <w:rtl/>
        </w:rPr>
        <w:t>رسول الله اني اعتذر إليك من شيء أريد أن أفعله: أريد أن أحبس موسى بن</w:t>
      </w:r>
      <w:r w:rsidRPr="00A92ACC">
        <w:t xml:space="preserve"> </w:t>
      </w:r>
      <w:r w:rsidRPr="00A92ACC">
        <w:rPr>
          <w:rtl/>
        </w:rPr>
        <w:t>جعفر، فانه يريد التشتت بين أمتك وسفك دمائها</w:t>
      </w:r>
      <w:r w:rsidRPr="00545FDE">
        <w:rPr>
          <w:rStyle w:val="libFootnotenumChar"/>
          <w:rtl/>
        </w:rPr>
        <w:t>(1)</w:t>
      </w:r>
      <w:r w:rsidRPr="00A92ACC">
        <w:t>.</w:t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t>ثم أمر به فأخذ من المسجد، فادخل إليه فقيده، وأخرج من داره بغلان عليهما</w:t>
      </w:r>
      <w:r w:rsidRPr="00A92ACC">
        <w:t xml:space="preserve"> </w:t>
      </w:r>
      <w:r w:rsidRPr="00A92ACC">
        <w:rPr>
          <w:rtl/>
        </w:rPr>
        <w:t>قبتان مغاطاتان هو في أحديهما، ووجه مع كل واحد منهما خيلا</w:t>
      </w:r>
      <w:r w:rsidRPr="00A92ACC">
        <w:t>.</w:t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t>فأخذوا بواحدة على طريق البصرة والأُخرى على طريق الكوفة، ليعمى على الناس</w:t>
      </w:r>
      <w:r w:rsidRPr="00A92ACC">
        <w:t xml:space="preserve"> </w:t>
      </w:r>
      <w:r w:rsidRPr="00A92ACC">
        <w:rPr>
          <w:rtl/>
        </w:rPr>
        <w:t>أمره، وكان موسى في التي مضت إلى البصرة</w:t>
      </w:r>
      <w:r w:rsidRPr="00A92ACC">
        <w:t>.</w:t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t>فأمر الرسول أن يسلّمه إلى عيسى بن جعفر ابن المنصور، وكان على البصرة</w:t>
      </w:r>
      <w:r w:rsidRPr="00A92ACC">
        <w:t xml:space="preserve"> </w:t>
      </w:r>
      <w:r w:rsidRPr="00A92ACC">
        <w:rPr>
          <w:rtl/>
        </w:rPr>
        <w:t>حينئذ، فمضى به فحبسه عنده سنة</w:t>
      </w:r>
      <w:r w:rsidRPr="00A92ACC">
        <w:t>.</w:t>
      </w:r>
    </w:p>
    <w:p w:rsidR="000A21DD" w:rsidRDefault="002C60F7" w:rsidP="008501BE">
      <w:pPr>
        <w:pStyle w:val="libNormal"/>
        <w:rPr>
          <w:rtl/>
        </w:rPr>
      </w:pPr>
      <w:r w:rsidRPr="00A92ACC">
        <w:rPr>
          <w:rtl/>
        </w:rPr>
        <w:t>ثم كتب إلى الرشيد: أن خذه مني وسلّمه إلى من شئت وإلاّ خلّيت سبيله، فقد</w:t>
      </w:r>
      <w:r w:rsidRPr="00A92ACC">
        <w:t xml:space="preserve"> </w:t>
      </w:r>
      <w:r w:rsidRPr="00A92ACC">
        <w:rPr>
          <w:rtl/>
        </w:rPr>
        <w:t>اجتدهت أن أخذ عليه حجة فما أقدر على ذلك، حتى أني لاتسمع عليه إذا دعا</w:t>
      </w:r>
      <w:r w:rsidRPr="00A92ACC">
        <w:t xml:space="preserve"> </w:t>
      </w:r>
      <w:r w:rsidRPr="00A92ACC">
        <w:rPr>
          <w:rtl/>
        </w:rPr>
        <w:t>لعله يدعوا علي أو عليك فما اسمعه يدعوا إلاّ لنفسه، يسأل الله الرحمة</w:t>
      </w:r>
      <w:r w:rsidRPr="00A92ACC">
        <w:t xml:space="preserve"> </w:t>
      </w:r>
      <w:r w:rsidRPr="00A92ACC">
        <w:rPr>
          <w:rtl/>
        </w:rPr>
        <w:t>والمغفرة</w:t>
      </w:r>
      <w:r w:rsidRPr="00A92ACC">
        <w:t>.</w:t>
      </w:r>
    </w:p>
    <w:p w:rsidR="000A21DD" w:rsidRPr="00DC4EE6" w:rsidRDefault="000A21DD" w:rsidP="000A21DD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7A416D" w:rsidRDefault="008B7D93" w:rsidP="000F17D4">
      <w:pPr>
        <w:pStyle w:val="libFootnote"/>
      </w:pPr>
      <w:r>
        <w:rPr>
          <w:rFonts w:hint="cs"/>
          <w:rtl/>
        </w:rPr>
        <w:t xml:space="preserve">(1) </w:t>
      </w:r>
      <w:r w:rsidR="002C60F7" w:rsidRPr="00A92ACC">
        <w:rPr>
          <w:rtl/>
        </w:rPr>
        <w:t>مجيء هارون إلى قبر النبي</w:t>
      </w:r>
      <w:r w:rsidR="000F17D4" w:rsidRPr="000F17D4">
        <w:rPr>
          <w:rStyle w:val="libAlaemChar"/>
          <w:rFonts w:eastAsiaTheme="minorHAnsi"/>
          <w:rtl/>
        </w:rPr>
        <w:t xml:space="preserve"> </w:t>
      </w:r>
      <w:r w:rsidR="000F17D4" w:rsidRPr="0084306F">
        <w:rPr>
          <w:rStyle w:val="libFootnoteAlaemChar"/>
          <w:rFonts w:eastAsiaTheme="minorHAnsi"/>
          <w:rtl/>
        </w:rPr>
        <w:t>صلى‌الله‌عليه‌وآله</w:t>
      </w:r>
      <w:r w:rsidR="002C60F7" w:rsidRPr="00A92ACC">
        <w:rPr>
          <w:rtl/>
        </w:rPr>
        <w:t xml:space="preserve"> والاعتذار منه لحبس</w:t>
      </w:r>
      <w:r w:rsidR="002C60F7" w:rsidRPr="00A92ACC">
        <w:t xml:space="preserve"> </w:t>
      </w:r>
      <w:r w:rsidR="002C60F7" w:rsidRPr="00A92ACC">
        <w:rPr>
          <w:rtl/>
        </w:rPr>
        <w:t>الإمام الكاظم</w:t>
      </w:r>
      <w:r w:rsidR="000F17D4" w:rsidRPr="000F17D4">
        <w:rPr>
          <w:rStyle w:val="libAlaemChar"/>
          <w:rFonts w:eastAsiaTheme="minorHAnsi"/>
          <w:rtl/>
        </w:rPr>
        <w:t xml:space="preserve"> </w:t>
      </w:r>
      <w:r w:rsidR="000F17D4" w:rsidRPr="0084306F">
        <w:rPr>
          <w:rStyle w:val="libFootnoteAlaemChar"/>
          <w:rFonts w:eastAsiaTheme="minorHAnsi"/>
          <w:rtl/>
        </w:rPr>
        <w:t>عليه‌السلام</w:t>
      </w:r>
      <w:r w:rsidR="002C60F7" w:rsidRPr="00A92ACC">
        <w:rPr>
          <w:rtl/>
        </w:rPr>
        <w:t xml:space="preserve"> لانه... ليس هو إلاّ من المكر والخديعة اللذين</w:t>
      </w:r>
      <w:r w:rsidR="002C60F7" w:rsidRPr="00A92ACC">
        <w:t xml:space="preserve"> </w:t>
      </w:r>
      <w:r w:rsidR="002C60F7" w:rsidRPr="00A92ACC">
        <w:rPr>
          <w:rtl/>
        </w:rPr>
        <w:t>عرفا من هارون الرشيد لاستغلال عواطف الناس</w:t>
      </w:r>
      <w:r w:rsidR="002C60F7" w:rsidRPr="00A92ACC">
        <w:t>...</w:t>
      </w:r>
    </w:p>
    <w:p w:rsidR="007A416D" w:rsidRPr="00476203" w:rsidRDefault="007A416D" w:rsidP="008501BE">
      <w:pPr>
        <w:pStyle w:val="libNormal"/>
      </w:pPr>
      <w:r w:rsidRPr="00300779">
        <w:br w:type="page"/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lastRenderedPageBreak/>
        <w:t>فوجه من تسلمه</w:t>
      </w:r>
      <w:r w:rsidRPr="00A92ACC">
        <w:t xml:space="preserve"> </w:t>
      </w:r>
      <w:r w:rsidRPr="00A92ACC">
        <w:rPr>
          <w:rtl/>
        </w:rPr>
        <w:t>منه، وحبسه عند الفضل بن الربيع ببغداد، فبقى عنده مدة طويلة، وأراده</w:t>
      </w:r>
      <w:r w:rsidRPr="00A92ACC">
        <w:t xml:space="preserve"> </w:t>
      </w:r>
      <w:r w:rsidRPr="00A92ACC">
        <w:rPr>
          <w:rtl/>
        </w:rPr>
        <w:t>الرشيد على شيء من أمره</w:t>
      </w:r>
      <w:r w:rsidRPr="00545FDE">
        <w:rPr>
          <w:rStyle w:val="libFootnotenumChar"/>
          <w:rtl/>
        </w:rPr>
        <w:t>(1)</w:t>
      </w:r>
      <w:r w:rsidRPr="00A92ACC">
        <w:rPr>
          <w:rtl/>
        </w:rPr>
        <w:t xml:space="preserve"> فأبى، فكتب إليه ليسلّمه إلى الفضل بن يحيى،</w:t>
      </w:r>
      <w:r w:rsidRPr="00A92ACC">
        <w:t xml:space="preserve"> </w:t>
      </w:r>
      <w:r w:rsidRPr="00A92ACC">
        <w:rPr>
          <w:rtl/>
        </w:rPr>
        <w:t>فتسلّمه منه، وأراد ذلك منه</w:t>
      </w:r>
      <w:r w:rsidRPr="00545FDE">
        <w:rPr>
          <w:rStyle w:val="libFootnotenumChar"/>
          <w:rtl/>
        </w:rPr>
        <w:t>(2)</w:t>
      </w:r>
      <w:r w:rsidRPr="00A92ACC">
        <w:rPr>
          <w:rtl/>
        </w:rPr>
        <w:t xml:space="preserve"> فلم يفعل</w:t>
      </w:r>
      <w:r w:rsidRPr="00A92ACC">
        <w:t>.</w:t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t>وبلغه أنه عنده في رفاهية وسعة ودعة، وهو حينئذ بالرقة، فانفذ مسروراً</w:t>
      </w:r>
      <w:r w:rsidRPr="00A92ACC">
        <w:t xml:space="preserve"> </w:t>
      </w:r>
      <w:r w:rsidRPr="00A92ACC">
        <w:rPr>
          <w:rtl/>
        </w:rPr>
        <w:t>الخادم إلى بغداد على البريد، وأمره أن يدخل من فوره إلى موسى فيعرف خبره</w:t>
      </w:r>
      <w:r w:rsidRPr="00A92ACC">
        <w:t xml:space="preserve"> </w:t>
      </w:r>
      <w:r w:rsidRPr="00A92ACC">
        <w:rPr>
          <w:rtl/>
        </w:rPr>
        <w:t>فان كان الأمر على ما بلغه أوصل كتاباً منه إلى العباس بن محمد وأمره</w:t>
      </w:r>
      <w:r w:rsidRPr="00A92ACC">
        <w:t xml:space="preserve"> </w:t>
      </w:r>
      <w:r w:rsidRPr="00A92ACC">
        <w:rPr>
          <w:rtl/>
        </w:rPr>
        <w:t>بامتثاله وأوصل كتاباً منه إلى السندي بن شاهك يأمره بطاعة العباس بن محمد</w:t>
      </w:r>
      <w:r w:rsidRPr="00A92ACC">
        <w:t>.</w:t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t>فقدم مسرور فنزل دار الفضل بن يحيى لا يدري أحد ما يريده ـ ثم دخل على موسى</w:t>
      </w:r>
      <w:r w:rsidRPr="00A92ACC">
        <w:t xml:space="preserve"> </w:t>
      </w:r>
      <w:r w:rsidRPr="00A92ACC">
        <w:rPr>
          <w:rtl/>
        </w:rPr>
        <w:t>فوجده على ما بلغ الرشيد، فمضى من فوره إلى العباس بن محمد والسندي ابن</w:t>
      </w:r>
      <w:r w:rsidRPr="00A92ACC">
        <w:t xml:space="preserve"> </w:t>
      </w:r>
      <w:r w:rsidRPr="00A92ACC">
        <w:rPr>
          <w:rtl/>
        </w:rPr>
        <w:t>شاهك، فاوصل الكتابين إليهما</w:t>
      </w:r>
      <w:r w:rsidRPr="00A92ACC">
        <w:t>.</w:t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t>فلم يلبث الناس أن خرج الرسول يركض ركضاً إلى الفضل بن يحيى، فركب معه وخرج</w:t>
      </w:r>
      <w:r w:rsidRPr="00A92ACC">
        <w:t xml:space="preserve"> </w:t>
      </w:r>
      <w:r w:rsidRPr="00A92ACC">
        <w:rPr>
          <w:rtl/>
        </w:rPr>
        <w:t>مشدوهاً</w:t>
      </w:r>
      <w:r w:rsidRPr="00545FDE">
        <w:rPr>
          <w:rStyle w:val="libFootnotenumChar"/>
          <w:rtl/>
        </w:rPr>
        <w:t>(3)</w:t>
      </w:r>
      <w:r w:rsidRPr="00A92ACC">
        <w:rPr>
          <w:rtl/>
        </w:rPr>
        <w:t xml:space="preserve"> دهشاً، حيت دخل على العباس، فدعا العباس بالسياط وعقابين فوجه</w:t>
      </w:r>
      <w:r w:rsidRPr="00A92ACC">
        <w:t xml:space="preserve"> </w:t>
      </w:r>
      <w:r w:rsidRPr="00A92ACC">
        <w:rPr>
          <w:rtl/>
        </w:rPr>
        <w:t>بذلك إلى السدي، فأمر بالفضل فجرّد، ثم ضربه مائة سوط وخرج متغير اللون</w:t>
      </w:r>
      <w:r w:rsidRPr="00A92ACC">
        <w:t xml:space="preserve"> </w:t>
      </w:r>
      <w:r w:rsidRPr="00A92ACC">
        <w:rPr>
          <w:rtl/>
        </w:rPr>
        <w:t>بخلاف ما دخل، فذهبت قوته، فجعل يسلم على الناس يميناً وشمالا</w:t>
      </w:r>
      <w:r w:rsidRPr="00A92ACC">
        <w:t>.</w:t>
      </w:r>
    </w:p>
    <w:p w:rsidR="000A21DD" w:rsidRDefault="002C60F7" w:rsidP="008501BE">
      <w:pPr>
        <w:pStyle w:val="libNormal"/>
        <w:rPr>
          <w:rtl/>
        </w:rPr>
      </w:pPr>
      <w:r w:rsidRPr="00A92ACC">
        <w:rPr>
          <w:rtl/>
        </w:rPr>
        <w:t>وكتب مسرور بالخبر إلى الرشيد، فأمر بتسليم موسى للسندي بن شاهك وجلس</w:t>
      </w:r>
      <w:r w:rsidRPr="00A92ACC">
        <w:t xml:space="preserve"> </w:t>
      </w:r>
      <w:r w:rsidRPr="00A92ACC">
        <w:rPr>
          <w:rtl/>
        </w:rPr>
        <w:t>الرشيد مجلساً حافلا وقال: أيها الناس أن الفضل بن يحيى قد عصاني وخالف</w:t>
      </w:r>
      <w:r w:rsidRPr="00A92ACC">
        <w:t xml:space="preserve"> </w:t>
      </w:r>
      <w:r w:rsidRPr="00A92ACC">
        <w:rPr>
          <w:rtl/>
        </w:rPr>
        <w:t>طاعتي ورأيت أن العنه فالعنوه، فلعنه الناس من كل ناحية، حتى ارتج البيت</w:t>
      </w:r>
      <w:r w:rsidRPr="00A92ACC">
        <w:t xml:space="preserve"> </w:t>
      </w:r>
      <w:r w:rsidRPr="00A92ACC">
        <w:rPr>
          <w:rtl/>
        </w:rPr>
        <w:t>والدار بلعنه</w:t>
      </w:r>
      <w:r w:rsidRPr="00A92ACC">
        <w:t>.</w:t>
      </w:r>
    </w:p>
    <w:p w:rsidR="000A21DD" w:rsidRPr="00DC4EE6" w:rsidRDefault="000A21DD" w:rsidP="000A21DD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765DA9" w:rsidRDefault="00765DA9" w:rsidP="000F17D4">
      <w:pPr>
        <w:pStyle w:val="libFootnote"/>
        <w:rPr>
          <w:rtl/>
        </w:rPr>
      </w:pPr>
      <w:r>
        <w:rPr>
          <w:rFonts w:hint="cs"/>
          <w:rtl/>
        </w:rPr>
        <w:t xml:space="preserve">(1) </w:t>
      </w:r>
      <w:r w:rsidR="002C60F7" w:rsidRPr="00A92ACC">
        <w:rPr>
          <w:rtl/>
        </w:rPr>
        <w:t>أي أراده ليقتل الإمام موسى بن جعفر</w:t>
      </w:r>
      <w:r w:rsidR="000F17D4" w:rsidRPr="000F17D4">
        <w:rPr>
          <w:rStyle w:val="libAlaemChar"/>
          <w:rFonts w:eastAsiaTheme="minorHAnsi"/>
          <w:rtl/>
        </w:rPr>
        <w:t xml:space="preserve"> </w:t>
      </w:r>
      <w:r w:rsidR="000F17D4" w:rsidRPr="0084306F">
        <w:rPr>
          <w:rStyle w:val="libFootnoteAlaemChar"/>
          <w:rFonts w:eastAsiaTheme="minorHAnsi"/>
          <w:rtl/>
        </w:rPr>
        <w:t>عليه‌السلام</w:t>
      </w:r>
      <w:r w:rsidR="002C60F7" w:rsidRPr="00A92ACC">
        <w:t>.</w:t>
      </w:r>
    </w:p>
    <w:p w:rsidR="00765DA9" w:rsidRDefault="00765DA9" w:rsidP="000F17D4">
      <w:pPr>
        <w:pStyle w:val="libFootnote"/>
        <w:rPr>
          <w:rtl/>
        </w:rPr>
      </w:pPr>
      <w:r>
        <w:rPr>
          <w:rFonts w:hint="cs"/>
          <w:rtl/>
        </w:rPr>
        <w:t xml:space="preserve">(2) </w:t>
      </w:r>
      <w:r w:rsidR="002C60F7" w:rsidRPr="00A92ACC">
        <w:rPr>
          <w:rtl/>
        </w:rPr>
        <w:t>أي: قتل الإمام الكاظم</w:t>
      </w:r>
      <w:r w:rsidR="000F17D4" w:rsidRPr="000F17D4">
        <w:rPr>
          <w:rStyle w:val="libAlaemChar"/>
          <w:rFonts w:eastAsiaTheme="minorHAnsi"/>
          <w:rtl/>
        </w:rPr>
        <w:t xml:space="preserve"> </w:t>
      </w:r>
      <w:r w:rsidR="000F17D4" w:rsidRPr="0084306F">
        <w:rPr>
          <w:rStyle w:val="libFootnoteAlaemChar"/>
          <w:rFonts w:eastAsiaTheme="minorHAnsi"/>
          <w:rtl/>
        </w:rPr>
        <w:t>عليه‌السلام</w:t>
      </w:r>
      <w:r w:rsidR="002C60F7" w:rsidRPr="00A92ACC">
        <w:t>.</w:t>
      </w:r>
    </w:p>
    <w:p w:rsidR="007A416D" w:rsidRDefault="00765DA9" w:rsidP="00765DA9">
      <w:pPr>
        <w:pStyle w:val="libFootnote"/>
      </w:pPr>
      <w:r>
        <w:rPr>
          <w:rFonts w:hint="cs"/>
          <w:rtl/>
        </w:rPr>
        <w:t xml:space="preserve">(3) </w:t>
      </w:r>
      <w:r w:rsidR="002C60F7" w:rsidRPr="00A92ACC">
        <w:rPr>
          <w:rtl/>
        </w:rPr>
        <w:t>أي: مدهوشاً، كما في كتب اللغة</w:t>
      </w:r>
      <w:r w:rsidR="002C60F7" w:rsidRPr="00A92ACC">
        <w:t>.</w:t>
      </w:r>
    </w:p>
    <w:p w:rsidR="007A416D" w:rsidRPr="00476203" w:rsidRDefault="007A416D" w:rsidP="008501BE">
      <w:pPr>
        <w:pStyle w:val="libNormal"/>
      </w:pPr>
      <w:r w:rsidRPr="00300779">
        <w:br w:type="page"/>
      </w:r>
    </w:p>
    <w:p w:rsidR="008B7D93" w:rsidRDefault="002C60F7" w:rsidP="008501BE">
      <w:pPr>
        <w:pStyle w:val="libNormal"/>
        <w:rPr>
          <w:rtl/>
        </w:rPr>
      </w:pPr>
      <w:r w:rsidRPr="00A92ACC">
        <w:rPr>
          <w:rtl/>
        </w:rPr>
        <w:lastRenderedPageBreak/>
        <w:t>وبلغ يحيى بن</w:t>
      </w:r>
      <w:r w:rsidRPr="00A92ACC">
        <w:t xml:space="preserve"> </w:t>
      </w:r>
      <w:r w:rsidRPr="00A92ACC">
        <w:rPr>
          <w:rtl/>
        </w:rPr>
        <w:t>خالد الخبر، فركب إلى الرشيد، فدخل من غير الباب الذي يدخل منه الناس حتى</w:t>
      </w:r>
      <w:r w:rsidRPr="00A92ACC">
        <w:t xml:space="preserve"> </w:t>
      </w:r>
      <w:r w:rsidRPr="00A92ACC">
        <w:rPr>
          <w:rtl/>
        </w:rPr>
        <w:t>جاءه من خلفه وهو لا يشعر، ثم قال له: التفت إلي يا أمير المؤمنين، فاصغى</w:t>
      </w:r>
      <w:r w:rsidRPr="00A92ACC">
        <w:t xml:space="preserve"> </w:t>
      </w:r>
      <w:r w:rsidRPr="00A92ACC">
        <w:rPr>
          <w:rtl/>
        </w:rPr>
        <w:t>إليه فزعاً، فقال له: ان الفضل حدث وأنا اكفيك ما تريد</w:t>
      </w:r>
      <w:r w:rsidRPr="00545FDE">
        <w:rPr>
          <w:rStyle w:val="libFootnotenumChar"/>
          <w:rtl/>
        </w:rPr>
        <w:t>(1)</w:t>
      </w:r>
      <w:r w:rsidRPr="00A92ACC">
        <w:rPr>
          <w:rtl/>
        </w:rPr>
        <w:t xml:space="preserve"> فانطلق وجهه</w:t>
      </w:r>
      <w:r w:rsidRPr="00A92ACC">
        <w:t xml:space="preserve"> </w:t>
      </w:r>
      <w:r w:rsidRPr="00A92ACC">
        <w:rPr>
          <w:rtl/>
        </w:rPr>
        <w:t>وسرّه، فقال له يحيى: يا أمير المؤمنين، فقد غضضت من الفضل بلعنك إياه</w:t>
      </w:r>
      <w:r w:rsidRPr="00A92ACC">
        <w:t xml:space="preserve"> </w:t>
      </w:r>
      <w:r w:rsidRPr="00A92ACC">
        <w:rPr>
          <w:rtl/>
        </w:rPr>
        <w:t>فشرفه بازالة ذلك</w:t>
      </w:r>
      <w:r w:rsidRPr="00A92ACC">
        <w:t>.</w:t>
      </w:r>
    </w:p>
    <w:p w:rsidR="008B7D93" w:rsidRDefault="002C60F7" w:rsidP="008501BE">
      <w:pPr>
        <w:pStyle w:val="libNormal"/>
        <w:rPr>
          <w:rtl/>
        </w:rPr>
      </w:pPr>
      <w:r w:rsidRPr="00A92ACC">
        <w:rPr>
          <w:rtl/>
        </w:rPr>
        <w:t>فاقبل على الناس فقال: ان الفضل قد عصاني في شيء فلعنته، وقد تاب وأناب إلى</w:t>
      </w:r>
      <w:r w:rsidRPr="00A92ACC">
        <w:t xml:space="preserve"> </w:t>
      </w:r>
      <w:r w:rsidRPr="00A92ACC">
        <w:rPr>
          <w:rtl/>
        </w:rPr>
        <w:t>طاعتي فتولوه، فقالوا: نحن أولياء من واليت وأعداء من عاديت، وقد توليناه</w:t>
      </w:r>
      <w:r w:rsidRPr="00A92ACC">
        <w:t>.</w:t>
      </w:r>
    </w:p>
    <w:p w:rsidR="008B7D93" w:rsidRDefault="002C60F7" w:rsidP="008501BE">
      <w:pPr>
        <w:pStyle w:val="libNormal"/>
        <w:rPr>
          <w:rtl/>
        </w:rPr>
      </w:pPr>
      <w:r w:rsidRPr="00A92ACC">
        <w:rPr>
          <w:rtl/>
        </w:rPr>
        <w:t>ثم خرج يحيى ابن خالد بنفسه على البريد حتى وافى بغداد، فماج الناس وارجفوا</w:t>
      </w:r>
      <w:r w:rsidRPr="00A92ACC">
        <w:t xml:space="preserve"> </w:t>
      </w:r>
      <w:r w:rsidRPr="00A92ACC">
        <w:rPr>
          <w:rtl/>
        </w:rPr>
        <w:t>بكل شيء، وأظهر انه ورد لتعديل السواد والنظر في أعمال العمال وتشاغل ببعض</w:t>
      </w:r>
      <w:r w:rsidRPr="00A92ACC">
        <w:t xml:space="preserve"> </w:t>
      </w:r>
      <w:r w:rsidRPr="00A92ACC">
        <w:rPr>
          <w:rtl/>
        </w:rPr>
        <w:t>ذلك</w:t>
      </w:r>
      <w:r w:rsidRPr="00A92ACC">
        <w:t>.</w:t>
      </w:r>
    </w:p>
    <w:p w:rsidR="008B7D93" w:rsidRDefault="002C60F7" w:rsidP="008501BE">
      <w:pPr>
        <w:pStyle w:val="libNormal"/>
        <w:rPr>
          <w:rtl/>
        </w:rPr>
      </w:pPr>
      <w:r w:rsidRPr="00A92ACC">
        <w:rPr>
          <w:rtl/>
        </w:rPr>
        <w:t>ثم دخل ودعا بالسندي وأمره فيه بأمره</w:t>
      </w:r>
      <w:r w:rsidRPr="00545FDE">
        <w:rPr>
          <w:rStyle w:val="libFootnotenumChar"/>
          <w:rtl/>
        </w:rPr>
        <w:t>(2)</w:t>
      </w:r>
      <w:r w:rsidRPr="00A92ACC">
        <w:rPr>
          <w:rtl/>
        </w:rPr>
        <w:t>، فلفه على بساط، وقعد الفراشون</w:t>
      </w:r>
      <w:r w:rsidRPr="00A92ACC">
        <w:t xml:space="preserve"> </w:t>
      </w:r>
      <w:r w:rsidRPr="00A92ACC">
        <w:rPr>
          <w:rtl/>
        </w:rPr>
        <w:t>النصارى على وجهه</w:t>
      </w:r>
      <w:r w:rsidRPr="00A92ACC">
        <w:t>.</w:t>
      </w:r>
    </w:p>
    <w:p w:rsidR="008B7D93" w:rsidRDefault="002C60F7" w:rsidP="008501BE">
      <w:pPr>
        <w:pStyle w:val="libNormal"/>
        <w:rPr>
          <w:rtl/>
        </w:rPr>
      </w:pPr>
      <w:r w:rsidRPr="00A92ACC">
        <w:rPr>
          <w:rtl/>
        </w:rPr>
        <w:t>وأمر السندي عند وفاته أن يحضر مولى لم ينزل عند دار العباس بن محمد في</w:t>
      </w:r>
      <w:r w:rsidRPr="00A92ACC">
        <w:t xml:space="preserve"> </w:t>
      </w:r>
      <w:r w:rsidRPr="00A92ACC">
        <w:rPr>
          <w:rtl/>
        </w:rPr>
        <w:t>مشرعة القصب ليغسله ففعل ذلك</w:t>
      </w:r>
      <w:r w:rsidRPr="00A92ACC">
        <w:t>.</w:t>
      </w:r>
    </w:p>
    <w:p w:rsidR="008B7D93" w:rsidRDefault="002C60F7" w:rsidP="008501BE">
      <w:pPr>
        <w:pStyle w:val="libNormal"/>
        <w:rPr>
          <w:rtl/>
        </w:rPr>
      </w:pPr>
      <w:r w:rsidRPr="00A92ACC">
        <w:rPr>
          <w:rtl/>
        </w:rPr>
        <w:t>قال: وسألته</w:t>
      </w:r>
      <w:r w:rsidRPr="00545FDE">
        <w:rPr>
          <w:rStyle w:val="libFootnotenumChar"/>
          <w:rtl/>
        </w:rPr>
        <w:t>(3)</w:t>
      </w:r>
      <w:r w:rsidRPr="00A92ACC">
        <w:rPr>
          <w:rtl/>
        </w:rPr>
        <w:t xml:space="preserve"> أن يأذن لي في أن أكفنه، فأبى وقال: أنا أهل بيت مهور</w:t>
      </w:r>
      <w:r w:rsidRPr="00A92ACC">
        <w:t xml:space="preserve"> </w:t>
      </w:r>
      <w:r w:rsidRPr="00A92ACC">
        <w:rPr>
          <w:rtl/>
        </w:rPr>
        <w:t>نسائنا وحج صرورتنا واكفان موتانا من طاهر أموالنا، وعندي كفني</w:t>
      </w:r>
      <w:r w:rsidRPr="00A92ACC">
        <w:t>.</w:t>
      </w:r>
    </w:p>
    <w:p w:rsidR="008B7D93" w:rsidRDefault="002C60F7" w:rsidP="008501BE">
      <w:pPr>
        <w:pStyle w:val="libNormal"/>
        <w:rPr>
          <w:rtl/>
        </w:rPr>
      </w:pPr>
      <w:r w:rsidRPr="00A92ACC">
        <w:rPr>
          <w:rtl/>
        </w:rPr>
        <w:t>فلما مات ادخل عليه الفقهاء ووجوه أهل بغداد، وفيهم الهيثم بن عدي وغيره،</w:t>
      </w:r>
      <w:r w:rsidRPr="00A92ACC">
        <w:t xml:space="preserve"> </w:t>
      </w:r>
      <w:r w:rsidRPr="00A92ACC">
        <w:rPr>
          <w:rtl/>
        </w:rPr>
        <w:t>فنظروا إليه لا أثر به، وشهدوا على ذلك</w:t>
      </w:r>
      <w:r w:rsidRPr="00A92ACC">
        <w:t>.</w:t>
      </w:r>
    </w:p>
    <w:p w:rsidR="00615A88" w:rsidRDefault="002C60F7" w:rsidP="008501BE">
      <w:pPr>
        <w:pStyle w:val="libNormal"/>
        <w:rPr>
          <w:rtl/>
        </w:rPr>
      </w:pPr>
      <w:r w:rsidRPr="00A92ACC">
        <w:rPr>
          <w:rtl/>
        </w:rPr>
        <w:t>وأخرج فوضع على الجسر ببغداد، فنودي: هذا موسى بن جعفر قد مات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615A88" w:rsidRDefault="008B7D93" w:rsidP="00615A88">
      <w:pPr>
        <w:pStyle w:val="libFootnote"/>
        <w:rPr>
          <w:rtl/>
        </w:rPr>
      </w:pPr>
      <w:r>
        <w:rPr>
          <w:rFonts w:hint="cs"/>
          <w:rtl/>
        </w:rPr>
        <w:t xml:space="preserve">(1) </w:t>
      </w:r>
      <w:r w:rsidR="002C60F7" w:rsidRPr="00A92ACC">
        <w:rPr>
          <w:rtl/>
        </w:rPr>
        <w:t>أي: ما تريد من قتل موسى بن جعفر</w:t>
      </w:r>
      <w:r w:rsidR="00121FD4" w:rsidRPr="0084306F">
        <w:rPr>
          <w:rStyle w:val="libFootnoteAlaemChar"/>
          <w:rFonts w:eastAsiaTheme="minorHAnsi"/>
          <w:rtl/>
        </w:rPr>
        <w:t xml:space="preserve"> عليه‌السلام</w:t>
      </w:r>
      <w:r w:rsidR="002C60F7" w:rsidRPr="00A92ACC">
        <w:t>.</w:t>
      </w:r>
    </w:p>
    <w:p w:rsidR="00615A88" w:rsidRDefault="008B7D93" w:rsidP="00615A88">
      <w:pPr>
        <w:pStyle w:val="libFootnote"/>
        <w:rPr>
          <w:rtl/>
        </w:rPr>
      </w:pPr>
      <w:r>
        <w:rPr>
          <w:rFonts w:hint="cs"/>
          <w:rtl/>
        </w:rPr>
        <w:t xml:space="preserve">(2) </w:t>
      </w:r>
      <w:r w:rsidR="002C60F7" w:rsidRPr="00A92ACC">
        <w:rPr>
          <w:rtl/>
        </w:rPr>
        <w:t>أي: بقتل موسى بن جعفر</w:t>
      </w:r>
      <w:r w:rsidR="00121FD4" w:rsidRPr="0084306F">
        <w:rPr>
          <w:rStyle w:val="libFootnoteAlaemChar"/>
          <w:rFonts w:eastAsiaTheme="minorHAnsi"/>
          <w:rtl/>
        </w:rPr>
        <w:t xml:space="preserve"> عليه‌السلام</w:t>
      </w:r>
      <w:r w:rsidR="002C60F7" w:rsidRPr="00A92ACC">
        <w:t>.</w:t>
      </w:r>
    </w:p>
    <w:p w:rsidR="007A416D" w:rsidRDefault="008B7D93" w:rsidP="00615A88">
      <w:pPr>
        <w:pStyle w:val="libFootnote"/>
      </w:pPr>
      <w:r>
        <w:rPr>
          <w:rFonts w:hint="cs"/>
          <w:rtl/>
        </w:rPr>
        <w:t xml:space="preserve">(3) </w:t>
      </w:r>
      <w:r w:rsidR="002C60F7" w:rsidRPr="00A92ACC">
        <w:rPr>
          <w:rtl/>
        </w:rPr>
        <w:t>أي: قال السندي: وسألت موسى بن جعفر</w:t>
      </w:r>
      <w:r w:rsidR="00121FD4" w:rsidRPr="0084306F">
        <w:rPr>
          <w:rStyle w:val="libFootnoteAlaemChar"/>
          <w:rFonts w:eastAsiaTheme="minorHAnsi"/>
          <w:rtl/>
        </w:rPr>
        <w:t xml:space="preserve"> عليه‌السلام</w:t>
      </w:r>
      <w:r w:rsidR="002C60F7" w:rsidRPr="00A92ACC">
        <w:t>.</w:t>
      </w:r>
    </w:p>
    <w:p w:rsidR="007A416D" w:rsidRPr="00476203" w:rsidRDefault="007A416D" w:rsidP="008501BE">
      <w:pPr>
        <w:pStyle w:val="libNormal"/>
      </w:pPr>
      <w:r w:rsidRPr="00300779">
        <w:br w:type="page"/>
      </w:r>
    </w:p>
    <w:p w:rsidR="008B7D93" w:rsidRDefault="002C60F7" w:rsidP="00B13028">
      <w:pPr>
        <w:pStyle w:val="libNormal0"/>
        <w:rPr>
          <w:rtl/>
        </w:rPr>
      </w:pPr>
      <w:r w:rsidRPr="00A92ACC">
        <w:rPr>
          <w:rtl/>
        </w:rPr>
        <w:lastRenderedPageBreak/>
        <w:t>فانظروا إليه،</w:t>
      </w:r>
      <w:r w:rsidRPr="00A92ACC">
        <w:t xml:space="preserve"> </w:t>
      </w:r>
      <w:r w:rsidRPr="00A92ACC">
        <w:rPr>
          <w:rtl/>
        </w:rPr>
        <w:t>فجعل الناس يتفرسون في وجهه وهو ميت</w:t>
      </w:r>
      <w:r w:rsidRPr="00A92ACC">
        <w:t>.</w:t>
      </w:r>
    </w:p>
    <w:p w:rsidR="008B7D93" w:rsidRDefault="002C60F7" w:rsidP="008501BE">
      <w:pPr>
        <w:pStyle w:val="libNormal"/>
        <w:rPr>
          <w:rtl/>
        </w:rPr>
      </w:pPr>
      <w:r w:rsidRPr="00A92ACC">
        <w:rPr>
          <w:rtl/>
        </w:rPr>
        <w:t>وحدّثني رجل من أصحابنا عن بعض الطالبيين: انه نودي عليه: هذا موسى بن جعفر</w:t>
      </w:r>
      <w:r w:rsidRPr="00A92ACC">
        <w:t xml:space="preserve"> </w:t>
      </w:r>
      <w:r w:rsidRPr="00A92ACC">
        <w:rPr>
          <w:rtl/>
        </w:rPr>
        <w:t>الذي تزعم الرافضة</w:t>
      </w:r>
      <w:r w:rsidRPr="00635D35">
        <w:rPr>
          <w:rStyle w:val="libFootnotenumChar"/>
          <w:rtl/>
        </w:rPr>
        <w:t>(1)</w:t>
      </w:r>
      <w:r w:rsidRPr="00A92ACC">
        <w:rPr>
          <w:rtl/>
        </w:rPr>
        <w:t xml:space="preserve"> انه لا يموت، فانظروا إليه، فنظروا</w:t>
      </w:r>
      <w:r w:rsidRPr="00A92ACC">
        <w:t>.</w:t>
      </w:r>
    </w:p>
    <w:p w:rsidR="002C60F7" w:rsidRDefault="002C60F7" w:rsidP="008501BE">
      <w:pPr>
        <w:pStyle w:val="libNormal"/>
        <w:rPr>
          <w:rtl/>
        </w:rPr>
      </w:pPr>
      <w:r w:rsidRPr="00A92ACC">
        <w:rPr>
          <w:rtl/>
        </w:rPr>
        <w:t>قالوا: وحمل فدفن في مقابر قريش رحمه الله، فوقع قبره إلى جانب قبر رجل من</w:t>
      </w:r>
      <w:r w:rsidRPr="00A92ACC">
        <w:t xml:space="preserve"> </w:t>
      </w:r>
      <w:r w:rsidRPr="00A92ACC">
        <w:rPr>
          <w:rtl/>
        </w:rPr>
        <w:t>النوفليين يقال له: عيسى بن عبدالله</w:t>
      </w:r>
      <w:r w:rsidRPr="00A92ACC">
        <w:t>".</w:t>
      </w:r>
    </w:p>
    <w:p w:rsidR="007A416D" w:rsidRDefault="002C60F7" w:rsidP="007A416D">
      <w:pPr>
        <w:pStyle w:val="Heading1Center"/>
        <w:rPr>
          <w:rtl/>
        </w:rPr>
      </w:pPr>
      <w:bookmarkStart w:id="8" w:name="06"/>
      <w:bookmarkStart w:id="9" w:name="_Toc374532472"/>
      <w:r w:rsidRPr="00A92ACC">
        <w:rPr>
          <w:rtl/>
        </w:rPr>
        <w:t>قول أحمد بن أبي يعقوب</w:t>
      </w:r>
      <w:bookmarkEnd w:id="8"/>
      <w:bookmarkEnd w:id="9"/>
    </w:p>
    <w:p w:rsidR="008B7D93" w:rsidRPr="00756F75" w:rsidRDefault="005D4559" w:rsidP="00756F75">
      <w:pPr>
        <w:pStyle w:val="libNormal"/>
      </w:pPr>
      <w:r>
        <w:rPr>
          <w:rFonts w:hint="cs"/>
          <w:rtl/>
        </w:rPr>
        <w:t xml:space="preserve">4 ـ </w:t>
      </w:r>
      <w:r w:rsidR="002C60F7" w:rsidRPr="00756F75">
        <w:rPr>
          <w:rtl/>
        </w:rPr>
        <w:t>قال أحمد بن أبي يعقوب بن جعفر بن وهب بن واضح الكتاب</w:t>
      </w:r>
      <w:r w:rsidR="002C60F7" w:rsidRPr="00756F75">
        <w:t xml:space="preserve"> </w:t>
      </w:r>
      <w:r w:rsidR="002C60F7" w:rsidRPr="00756F75">
        <w:rPr>
          <w:rtl/>
        </w:rPr>
        <w:t>العباسي المعروف باليعقوبي، في كتابه المعروف بتاريخ اليعقوبي صادر بيروت،</w:t>
      </w:r>
      <w:r w:rsidR="002C60F7" w:rsidRPr="00756F75">
        <w:t xml:space="preserve"> </w:t>
      </w:r>
      <w:r w:rsidR="002C60F7" w:rsidRPr="00756F75">
        <w:rPr>
          <w:rtl/>
        </w:rPr>
        <w:t>صفحة 414 ـ 415</w:t>
      </w:r>
      <w:r w:rsidR="002C60F7" w:rsidRPr="00756F75">
        <w:t>:</w:t>
      </w:r>
    </w:p>
    <w:p w:rsidR="008B7D93" w:rsidRPr="00756F75" w:rsidRDefault="002C60F7" w:rsidP="00756F75">
      <w:pPr>
        <w:pStyle w:val="libNormal"/>
        <w:rPr>
          <w:rtl/>
        </w:rPr>
      </w:pPr>
      <w:r w:rsidRPr="00756F75">
        <w:t>"</w:t>
      </w:r>
      <w:r w:rsidRPr="00756F75">
        <w:rPr>
          <w:rtl/>
        </w:rPr>
        <w:t>وتوفى موسى بن جعفر بن محمد بن علي بن الحسين بن علي بن أبي طالب وأمه أم</w:t>
      </w:r>
      <w:r w:rsidRPr="00756F75">
        <w:t xml:space="preserve"> </w:t>
      </w:r>
      <w:r w:rsidRPr="00756F75">
        <w:rPr>
          <w:rtl/>
        </w:rPr>
        <w:t>ولد يقال لها حميدة ـ سنة 183، وسنة ثمان وخمسون سنة</w:t>
      </w:r>
      <w:r w:rsidRPr="00756F75">
        <w:t>.</w:t>
      </w:r>
    </w:p>
    <w:p w:rsidR="008B7D93" w:rsidRPr="00756F75" w:rsidRDefault="002C60F7" w:rsidP="00756F75">
      <w:pPr>
        <w:pStyle w:val="libNormal"/>
        <w:rPr>
          <w:rtl/>
        </w:rPr>
      </w:pPr>
      <w:r w:rsidRPr="00756F75">
        <w:rPr>
          <w:rtl/>
        </w:rPr>
        <w:t>وكان ببغداد في حبس الرشيد قبل السندي بن شاهك، فأحضر مسروراً الخادم وأحضر</w:t>
      </w:r>
      <w:r w:rsidRPr="00756F75">
        <w:t xml:space="preserve"> </w:t>
      </w:r>
      <w:r w:rsidRPr="00756F75">
        <w:rPr>
          <w:rtl/>
        </w:rPr>
        <w:t>القواد والكتاب والهاشميين والقضاة ومن حضر ببغداد من الطالبيين، ثم كشف عن</w:t>
      </w:r>
      <w:r w:rsidRPr="00756F75">
        <w:t xml:space="preserve"> </w:t>
      </w:r>
      <w:r w:rsidRPr="00756F75">
        <w:rPr>
          <w:rtl/>
        </w:rPr>
        <w:t>وجهه فقال لهم: اتعرفون هذا؟ قالوا نعرفه حق معرفته، هذا موسى بن جعفر،</w:t>
      </w:r>
      <w:r w:rsidRPr="00756F75">
        <w:t xml:space="preserve"> </w:t>
      </w:r>
      <w:r w:rsidRPr="00756F75">
        <w:rPr>
          <w:rtl/>
        </w:rPr>
        <w:t>فقال هارون: أترون أن به اثراً وما يدل على اغتيال؟ قالوا: لا</w:t>
      </w:r>
      <w:r w:rsidRPr="00756F75">
        <w:t>.</w:t>
      </w:r>
    </w:p>
    <w:p w:rsidR="008B7D93" w:rsidRPr="00756F75" w:rsidRDefault="002C60F7" w:rsidP="00756F75">
      <w:pPr>
        <w:pStyle w:val="libNormal"/>
        <w:rPr>
          <w:rtl/>
        </w:rPr>
      </w:pPr>
      <w:r w:rsidRPr="00756F75">
        <w:rPr>
          <w:rtl/>
        </w:rPr>
        <w:t>ثم غسل وكفن واخرج ودفن في مقابر قريش في الجانب الغربي</w:t>
      </w:r>
      <w:r w:rsidRPr="00756F75">
        <w:t>.</w:t>
      </w:r>
    </w:p>
    <w:p w:rsidR="008B7D93" w:rsidRPr="00756F75" w:rsidRDefault="002C60F7" w:rsidP="00756F75">
      <w:pPr>
        <w:pStyle w:val="libNormal"/>
        <w:rPr>
          <w:rtl/>
        </w:rPr>
      </w:pPr>
      <w:r w:rsidRPr="00756F75">
        <w:rPr>
          <w:rtl/>
        </w:rPr>
        <w:t>وكان موسى بن جعفر من أشد الناس عبادة</w:t>
      </w:r>
      <w:r w:rsidRPr="00756F75">
        <w:t>.</w:t>
      </w:r>
    </w:p>
    <w:p w:rsidR="008B7D93" w:rsidRPr="00756F75" w:rsidRDefault="002C60F7" w:rsidP="00756F75">
      <w:pPr>
        <w:pStyle w:val="libNormal"/>
        <w:rPr>
          <w:rtl/>
        </w:rPr>
      </w:pPr>
      <w:r w:rsidRPr="00756F75">
        <w:rPr>
          <w:rtl/>
        </w:rPr>
        <w:t>وكان قد روى عن أبيه</w:t>
      </w:r>
      <w:r w:rsidRPr="00756F75">
        <w:t>.</w:t>
      </w:r>
    </w:p>
    <w:p w:rsidR="008B7D93" w:rsidRPr="00756F75" w:rsidRDefault="002C60F7" w:rsidP="00756F75">
      <w:pPr>
        <w:pStyle w:val="libNormal"/>
        <w:rPr>
          <w:rtl/>
        </w:rPr>
      </w:pPr>
      <w:r w:rsidRPr="00756F75">
        <w:rPr>
          <w:rtl/>
        </w:rPr>
        <w:t>قال الحسن بن أسد: سمعت موسى بن جعفر يقول: ما أهان الدنيا قوم قط إلاّ</w:t>
      </w:r>
      <w:r w:rsidRPr="00756F75">
        <w:t xml:space="preserve"> </w:t>
      </w:r>
      <w:r w:rsidRPr="00756F75">
        <w:rPr>
          <w:rtl/>
        </w:rPr>
        <w:t>هناهم الله إياها وبارك لهم فيها، وما أعزها قوم قط إلاّ نغّصهم الله</w:t>
      </w:r>
      <w:r w:rsidRPr="00756F75">
        <w:t xml:space="preserve"> </w:t>
      </w:r>
      <w:r w:rsidRPr="00756F75">
        <w:rPr>
          <w:rtl/>
        </w:rPr>
        <w:t>إياها</w:t>
      </w:r>
      <w:r w:rsidRPr="00756F75">
        <w:t>.</w:t>
      </w:r>
    </w:p>
    <w:p w:rsidR="00615A88" w:rsidRPr="00756F75" w:rsidRDefault="002C60F7" w:rsidP="00756F75">
      <w:pPr>
        <w:pStyle w:val="libNormal"/>
        <w:rPr>
          <w:rtl/>
        </w:rPr>
      </w:pPr>
      <w:r w:rsidRPr="00756F75">
        <w:rPr>
          <w:rtl/>
        </w:rPr>
        <w:t>وقال: إن قوماً يصحبون السلطان يتخذهم المؤمنون كهوفاً، فهم الآمنون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7A416D" w:rsidRPr="008B7D93" w:rsidRDefault="008B7D93" w:rsidP="008B7D93">
      <w:pPr>
        <w:pStyle w:val="libFootnote"/>
      </w:pPr>
      <w:r w:rsidRPr="008B7D93">
        <w:rPr>
          <w:rFonts w:hint="cs"/>
          <w:rtl/>
        </w:rPr>
        <w:t xml:space="preserve">(1) </w:t>
      </w:r>
      <w:r w:rsidR="002C60F7" w:rsidRPr="008B7D93">
        <w:rPr>
          <w:rtl/>
        </w:rPr>
        <w:t>الذين زعموا بأن موسى بن جعفر</w:t>
      </w:r>
      <w:r w:rsidR="00121FD4" w:rsidRPr="0084306F">
        <w:rPr>
          <w:rStyle w:val="libFootnoteAlaemChar"/>
          <w:rFonts w:eastAsiaTheme="minorHAnsi"/>
          <w:rtl/>
        </w:rPr>
        <w:t xml:space="preserve"> عليه‌السلام</w:t>
      </w:r>
      <w:r w:rsidR="002C60F7" w:rsidRPr="008B7D93">
        <w:rPr>
          <w:rtl/>
        </w:rPr>
        <w:t xml:space="preserve"> هو المهدي فرقة من الشيعة انقرضوا، ولم</w:t>
      </w:r>
      <w:r w:rsidR="002C60F7" w:rsidRPr="008B7D93">
        <w:t xml:space="preserve"> </w:t>
      </w:r>
      <w:r w:rsidR="002C60F7" w:rsidRPr="008B7D93">
        <w:rPr>
          <w:rtl/>
        </w:rPr>
        <w:t>يدم بقاؤهم إلاّ قليلا</w:t>
      </w:r>
      <w:r w:rsidR="002C60F7" w:rsidRPr="008B7D93">
        <w:t>.</w:t>
      </w:r>
    </w:p>
    <w:p w:rsidR="007A416D" w:rsidRDefault="007A416D" w:rsidP="006133A5">
      <w:pPr>
        <w:pStyle w:val="libNormal"/>
        <w:rPr>
          <w:rStyle w:val="libFootnoteChar"/>
        </w:rPr>
      </w:pPr>
      <w:r>
        <w:rPr>
          <w:rStyle w:val="libFootnoteChar"/>
        </w:rPr>
        <w:br w:type="page"/>
      </w:r>
    </w:p>
    <w:p w:rsidR="007A416D" w:rsidRDefault="002C60F7" w:rsidP="00B13028">
      <w:pPr>
        <w:pStyle w:val="libNormal0"/>
        <w:rPr>
          <w:rtl/>
        </w:rPr>
      </w:pPr>
      <w:r w:rsidRPr="00A92ACC">
        <w:rPr>
          <w:rtl/>
        </w:rPr>
        <w:lastRenderedPageBreak/>
        <w:t>يوم القيامة، إن</w:t>
      </w:r>
      <w:r w:rsidRPr="00A92ACC">
        <w:t xml:space="preserve"> </w:t>
      </w:r>
      <w:r w:rsidRPr="00A92ACC">
        <w:rPr>
          <w:rtl/>
        </w:rPr>
        <w:t>كنت لأرى فلاناً</w:t>
      </w:r>
      <w:r w:rsidRPr="00635D35">
        <w:rPr>
          <w:rStyle w:val="libFootnotenumChar"/>
          <w:rtl/>
        </w:rPr>
        <w:t>(1)</w:t>
      </w:r>
      <w:r w:rsidRPr="00A92ACC">
        <w:rPr>
          <w:rtl/>
        </w:rPr>
        <w:t xml:space="preserve"> منهم</w:t>
      </w:r>
      <w:r w:rsidRPr="00A92ACC">
        <w:t>.</w:t>
      </w:r>
    </w:p>
    <w:p w:rsidR="007A416D" w:rsidRDefault="002C60F7" w:rsidP="008501BE">
      <w:pPr>
        <w:pStyle w:val="libNormal"/>
        <w:rPr>
          <w:rtl/>
        </w:rPr>
      </w:pPr>
      <w:r w:rsidRPr="00A92ACC">
        <w:rPr>
          <w:rtl/>
        </w:rPr>
        <w:t>وذكر عنده بعض الجبابرة فقال: إما والله لئن عز بالظلم في الدنيا ليزلف</w:t>
      </w:r>
      <w:r w:rsidRPr="00A92ACC">
        <w:t xml:space="preserve"> </w:t>
      </w:r>
      <w:r w:rsidRPr="00A92ACC">
        <w:rPr>
          <w:rtl/>
        </w:rPr>
        <w:t>بالعدل في الآخرة</w:t>
      </w:r>
      <w:r w:rsidRPr="00A92ACC">
        <w:t>.</w:t>
      </w:r>
    </w:p>
    <w:p w:rsidR="007A416D" w:rsidRDefault="002C60F7" w:rsidP="008501BE">
      <w:pPr>
        <w:pStyle w:val="libNormal"/>
        <w:rPr>
          <w:rtl/>
        </w:rPr>
      </w:pPr>
      <w:r w:rsidRPr="00A92ACC">
        <w:rPr>
          <w:rtl/>
        </w:rPr>
        <w:t>وقيل لموسى بن جعفر وهو في الحبس: لو كتبت إلى فلان يدلم فيك الرشيد فقال</w:t>
      </w:r>
      <w:r w:rsidRPr="00A92ACC">
        <w:t xml:space="preserve">: </w:t>
      </w:r>
      <w:r w:rsidRPr="00A92ACC">
        <w:rPr>
          <w:rtl/>
        </w:rPr>
        <w:t>حدّثني أبي، عن آبائه: إن الله عزوجل أوحى إلى داود: يا داود، انه ما اعتصم</w:t>
      </w:r>
      <w:r w:rsidRPr="00A92ACC">
        <w:t xml:space="preserve"> </w:t>
      </w:r>
      <w:r w:rsidRPr="00A92ACC">
        <w:rPr>
          <w:rtl/>
        </w:rPr>
        <w:t>به من عبادي بأحد من خلقي دوني عرفت ذلك إلاّ وقطعت عنه أسباب السماء واسخت</w:t>
      </w:r>
      <w:r w:rsidRPr="00A92ACC">
        <w:t xml:space="preserve"> </w:t>
      </w:r>
      <w:r w:rsidRPr="00A92ACC">
        <w:rPr>
          <w:rtl/>
        </w:rPr>
        <w:t>الأرض من تحته</w:t>
      </w:r>
      <w:r w:rsidRPr="00A92ACC">
        <w:t>.</w:t>
      </w:r>
    </w:p>
    <w:p w:rsidR="007A416D" w:rsidRDefault="002C60F7" w:rsidP="008501BE">
      <w:pPr>
        <w:pStyle w:val="libNormal"/>
        <w:rPr>
          <w:rtl/>
        </w:rPr>
      </w:pPr>
      <w:r w:rsidRPr="00A92ACC">
        <w:rPr>
          <w:rtl/>
        </w:rPr>
        <w:t>وقال موسى بن جعفر: حدّثني أبي: أن موسى بن عمران قال: يا رب أي عبادك شر؟</w:t>
      </w:r>
      <w:r w:rsidRPr="00A92ACC">
        <w:t xml:space="preserve"> </w:t>
      </w:r>
      <w:r w:rsidRPr="00A92ACC">
        <w:rPr>
          <w:rtl/>
        </w:rPr>
        <w:t>قال: الذي يتهمني، قال يا رب، وفي عبادك من يتهمك؟ قال: نعم، الذي يستجيرني</w:t>
      </w:r>
      <w:r w:rsidRPr="00A92ACC">
        <w:t xml:space="preserve"> </w:t>
      </w:r>
      <w:r w:rsidRPr="00A92ACC">
        <w:rPr>
          <w:rtl/>
        </w:rPr>
        <w:t>ثم لا يرضى بقضائي</w:t>
      </w:r>
      <w:r w:rsidRPr="00A92ACC">
        <w:t>.</w:t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t>وكان له الولد ثمانية عشر ذكراً وثلاث وعشرون بنتاً</w:t>
      </w:r>
      <w:r w:rsidRPr="00A92ACC">
        <w:t>.</w:t>
      </w:r>
    </w:p>
    <w:p w:rsidR="008B7D93" w:rsidRDefault="002C60F7" w:rsidP="008501BE">
      <w:pPr>
        <w:pStyle w:val="libNormal"/>
        <w:rPr>
          <w:rtl/>
        </w:rPr>
      </w:pPr>
      <w:r w:rsidRPr="00A92ACC">
        <w:rPr>
          <w:rtl/>
        </w:rPr>
        <w:t>فالذكور: علي الرضي، وابراهيم، والعباس، والقاسم، واسماعيل، وجعفر وهارون،</w:t>
      </w:r>
      <w:r w:rsidRPr="00A92ACC">
        <w:t xml:space="preserve"> </w:t>
      </w:r>
      <w:r w:rsidRPr="00A92ACC">
        <w:rPr>
          <w:rtl/>
        </w:rPr>
        <w:t>والحسن، وأحمد، ومحمد، وعبيد الله، وحمزة، وزيد، وعبدالله، واسحاق والحسين،</w:t>
      </w:r>
      <w:r w:rsidRPr="00A92ACC">
        <w:t xml:space="preserve"> </w:t>
      </w:r>
      <w:r w:rsidRPr="00A92ACC">
        <w:rPr>
          <w:rtl/>
        </w:rPr>
        <w:t>والفضل، وسليمان</w:t>
      </w:r>
      <w:r w:rsidRPr="00A92ACC">
        <w:t>.</w:t>
      </w:r>
    </w:p>
    <w:p w:rsidR="00615A88" w:rsidRDefault="002C60F7" w:rsidP="008501BE">
      <w:pPr>
        <w:pStyle w:val="libNormal"/>
        <w:rPr>
          <w:rtl/>
        </w:rPr>
      </w:pPr>
      <w:r w:rsidRPr="00A92ACC">
        <w:rPr>
          <w:rtl/>
        </w:rPr>
        <w:t>وأوصى موسى بن جعفر ألا تتزوج بناته</w:t>
      </w:r>
      <w:r w:rsidRPr="00635D35">
        <w:rPr>
          <w:rStyle w:val="libFootnotenumChar"/>
          <w:rtl/>
        </w:rPr>
        <w:t>(2)</w:t>
      </w:r>
      <w:r w:rsidRPr="00A92ACC">
        <w:rPr>
          <w:rtl/>
        </w:rPr>
        <w:t>، فلم تتزوج واحدة منهن إلاّ أم</w:t>
      </w:r>
      <w:r w:rsidRPr="00A92ACC">
        <w:t xml:space="preserve"> </w:t>
      </w:r>
      <w:r w:rsidRPr="00A92ACC">
        <w:rPr>
          <w:rtl/>
        </w:rPr>
        <w:t>سلمة، فانها تزوجت بمصر، تزوجها القاسم بن محمد بن جعفر بن محمد فجرى في</w:t>
      </w:r>
      <w:r w:rsidRPr="00A92ACC">
        <w:t xml:space="preserve"> </w:t>
      </w:r>
      <w:r w:rsidRPr="00A92ACC">
        <w:rPr>
          <w:rtl/>
        </w:rPr>
        <w:t>هذا بينه وبين أهله شيء شديد، حتى حلف انه ما كشف لها كنفاً، وانه ما اراد</w:t>
      </w:r>
      <w:r w:rsidRPr="00A92ACC">
        <w:t xml:space="preserve"> </w:t>
      </w:r>
      <w:r w:rsidRPr="00A92ACC">
        <w:rPr>
          <w:rtl/>
        </w:rPr>
        <w:t>إلاّ أن يحج بها</w:t>
      </w:r>
      <w:r w:rsidRPr="00A92ACC">
        <w:t>".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615A88" w:rsidRDefault="008B7D93" w:rsidP="00615A88">
      <w:pPr>
        <w:pStyle w:val="libFootnote"/>
        <w:rPr>
          <w:rtl/>
        </w:rPr>
      </w:pPr>
      <w:r>
        <w:rPr>
          <w:rFonts w:hint="cs"/>
          <w:rtl/>
        </w:rPr>
        <w:t xml:space="preserve">(1) </w:t>
      </w:r>
      <w:r w:rsidR="002C60F7" w:rsidRPr="00A92ACC">
        <w:rPr>
          <w:rtl/>
        </w:rPr>
        <w:t>الظاهر ان المراد من فلان: علي بن يقطين</w:t>
      </w:r>
      <w:r w:rsidR="002C60F7" w:rsidRPr="00A92ACC">
        <w:t>.</w:t>
      </w:r>
    </w:p>
    <w:p w:rsidR="007A416D" w:rsidRDefault="008B7D93" w:rsidP="00615A88">
      <w:pPr>
        <w:pStyle w:val="libFootnote"/>
      </w:pPr>
      <w:r>
        <w:rPr>
          <w:rFonts w:hint="cs"/>
          <w:rtl/>
        </w:rPr>
        <w:t xml:space="preserve">(2) </w:t>
      </w:r>
      <w:r w:rsidR="002C60F7" w:rsidRPr="00A92ACC">
        <w:rPr>
          <w:rtl/>
        </w:rPr>
        <w:t>هذا المطلب تفرّد بنقله أحمد بن يعقوب، وهو غير كاف لاثباته وهو مخالف</w:t>
      </w:r>
      <w:r w:rsidR="002C60F7" w:rsidRPr="00A92ACC">
        <w:t xml:space="preserve"> </w:t>
      </w:r>
      <w:r w:rsidR="002C60F7" w:rsidRPr="00A92ACC">
        <w:rPr>
          <w:rtl/>
        </w:rPr>
        <w:t>للسيرة والتاريخ، فتأمل</w:t>
      </w:r>
      <w:r w:rsidR="002C60F7" w:rsidRPr="00A92ACC">
        <w:t>.</w:t>
      </w:r>
    </w:p>
    <w:p w:rsidR="007A416D" w:rsidRPr="00476203" w:rsidRDefault="007A416D" w:rsidP="008501BE">
      <w:pPr>
        <w:pStyle w:val="libNormal"/>
      </w:pPr>
      <w:r w:rsidRPr="00300779">
        <w:br w:type="page"/>
      </w:r>
    </w:p>
    <w:p w:rsidR="007A416D" w:rsidRDefault="002C60F7" w:rsidP="007A416D">
      <w:pPr>
        <w:pStyle w:val="Heading1Center"/>
        <w:rPr>
          <w:rtl/>
        </w:rPr>
      </w:pPr>
      <w:bookmarkStart w:id="10" w:name="07"/>
      <w:bookmarkStart w:id="11" w:name="_Toc374532473"/>
      <w:r w:rsidRPr="00A92ACC">
        <w:rPr>
          <w:rtl/>
        </w:rPr>
        <w:lastRenderedPageBreak/>
        <w:t>قول أبو الحسن المسعودي</w:t>
      </w:r>
      <w:bookmarkEnd w:id="10"/>
      <w:bookmarkEnd w:id="11"/>
    </w:p>
    <w:p w:rsidR="00545FDE" w:rsidRDefault="005D4559" w:rsidP="00756F75">
      <w:pPr>
        <w:pStyle w:val="libNormal"/>
      </w:pPr>
      <w:r>
        <w:rPr>
          <w:rFonts w:hint="cs"/>
          <w:rtl/>
        </w:rPr>
        <w:t xml:space="preserve">5 ـ </w:t>
      </w:r>
      <w:r w:rsidR="002C60F7" w:rsidRPr="00756F75">
        <w:rPr>
          <w:rtl/>
        </w:rPr>
        <w:t>قال ابو الحسن علي بن الحسين بن علي المسعودي، المتوفى سنة 346 في</w:t>
      </w:r>
      <w:r w:rsidR="002C60F7" w:rsidRPr="00756F75">
        <w:t xml:space="preserve"> </w:t>
      </w:r>
      <w:r w:rsidR="002C60F7" w:rsidRPr="00756F75">
        <w:rPr>
          <w:rtl/>
        </w:rPr>
        <w:t>كتابه مروج الذهب طبع منشورات دار الهجرة 1409، اوفست عن دار الكتب</w:t>
      </w:r>
      <w:r w:rsidR="002C60F7" w:rsidRPr="00756F75">
        <w:t xml:space="preserve"> </w:t>
      </w:r>
      <w:r w:rsidR="002C60F7" w:rsidRPr="00756F75">
        <w:rPr>
          <w:rtl/>
        </w:rPr>
        <w:t>اللبنانية ج3 ص355</w:t>
      </w:r>
      <w:r w:rsidR="002C60F7" w:rsidRPr="00756F75">
        <w:t>:</w:t>
      </w:r>
    </w:p>
    <w:p w:rsidR="00545FDE" w:rsidRDefault="002C60F7" w:rsidP="00545FDE">
      <w:pPr>
        <w:pStyle w:val="libNormal"/>
        <w:rPr>
          <w:rtl/>
        </w:rPr>
      </w:pPr>
      <w:r w:rsidRPr="00756F75">
        <w:t>"</w:t>
      </w:r>
      <w:r w:rsidRPr="00756F75">
        <w:rPr>
          <w:rtl/>
        </w:rPr>
        <w:t>موت موسى بن جعفر الطالبي</w:t>
      </w:r>
      <w:r w:rsidRPr="00756F75">
        <w:t>:</w:t>
      </w:r>
    </w:p>
    <w:p w:rsidR="00545FDE" w:rsidRDefault="002C60F7" w:rsidP="00545FDE">
      <w:pPr>
        <w:pStyle w:val="libNormal"/>
        <w:rPr>
          <w:rtl/>
        </w:rPr>
      </w:pPr>
      <w:r w:rsidRPr="00756F75">
        <w:rPr>
          <w:rtl/>
        </w:rPr>
        <w:t>وقبض موسى بن جعفر بن محمد بن علي بن الحسين بن علي بن أبي طالب ببغداد</w:t>
      </w:r>
      <w:r w:rsidRPr="00756F75">
        <w:t xml:space="preserve"> </w:t>
      </w:r>
      <w:r w:rsidRPr="00756F75">
        <w:rPr>
          <w:rtl/>
        </w:rPr>
        <w:t>مسموماً لخمسة عشرة سنة خلت من ملك الرشيد سنة ست وثمانين ومائة، وهو ابن</w:t>
      </w:r>
      <w:r w:rsidRPr="00756F75">
        <w:t xml:space="preserve"> </w:t>
      </w:r>
      <w:r w:rsidRPr="00756F75">
        <w:rPr>
          <w:rtl/>
        </w:rPr>
        <w:t>اربع وخمسين سنة</w:t>
      </w:r>
      <w:r w:rsidRPr="00756F75">
        <w:t>.</w:t>
      </w:r>
    </w:p>
    <w:p w:rsidR="00545FDE" w:rsidRDefault="002C60F7" w:rsidP="000F17D4">
      <w:pPr>
        <w:pStyle w:val="libNormal"/>
        <w:rPr>
          <w:rtl/>
        </w:rPr>
      </w:pPr>
      <w:r w:rsidRPr="00756F75">
        <w:rPr>
          <w:rtl/>
        </w:rPr>
        <w:t>وقد ذكرنا في رسالته بيان أسماء الأئمة القطعيه من الشيعة أسماؤهم واسماء</w:t>
      </w:r>
      <w:r w:rsidRPr="00756F75">
        <w:t xml:space="preserve"> </w:t>
      </w:r>
      <w:r w:rsidRPr="00756F75">
        <w:rPr>
          <w:rtl/>
        </w:rPr>
        <w:t>امهاتهم ومواضع قبورهم ومقادير اعمارهم وكم عاش كل واحد منهم مع أبيه ومن</w:t>
      </w:r>
      <w:r w:rsidRPr="00756F75">
        <w:t xml:space="preserve"> </w:t>
      </w:r>
      <w:r w:rsidRPr="00756F75">
        <w:rPr>
          <w:rtl/>
        </w:rPr>
        <w:t>ادرك من أجداده</w:t>
      </w:r>
      <w:r w:rsidR="000F17D4" w:rsidRPr="000F17D4">
        <w:rPr>
          <w:rStyle w:val="libAlaemChar"/>
          <w:rFonts w:eastAsiaTheme="minorHAnsi"/>
          <w:rtl/>
        </w:rPr>
        <w:t xml:space="preserve"> عليهم‌السلام</w:t>
      </w:r>
      <w:r w:rsidR="000F17D4" w:rsidRPr="00A92ACC">
        <w:rPr>
          <w:rtl/>
        </w:rPr>
        <w:t xml:space="preserve"> </w:t>
      </w:r>
      <w:r w:rsidRPr="00756F75">
        <w:t>".</w:t>
      </w:r>
    </w:p>
    <w:p w:rsidR="00545FDE" w:rsidRDefault="002C60F7" w:rsidP="00545FDE">
      <w:pPr>
        <w:pStyle w:val="libNormal"/>
      </w:pPr>
      <w:r w:rsidRPr="00756F75">
        <w:rPr>
          <w:rtl/>
        </w:rPr>
        <w:t>وقال أيضاً في مروج الذهب ج3 ص346</w:t>
      </w:r>
      <w:r w:rsidRPr="00756F75">
        <w:t>:</w:t>
      </w:r>
    </w:p>
    <w:p w:rsidR="00545FDE" w:rsidRDefault="002C60F7" w:rsidP="00545FDE">
      <w:pPr>
        <w:pStyle w:val="libNormal"/>
        <w:rPr>
          <w:rtl/>
        </w:rPr>
      </w:pPr>
      <w:r w:rsidRPr="00756F75">
        <w:t>"</w:t>
      </w:r>
      <w:r w:rsidRPr="00756F75">
        <w:rPr>
          <w:rtl/>
        </w:rPr>
        <w:t>رؤيا للرشيد يُؤمر بالتخلية عن موسى بن جعفر</w:t>
      </w:r>
      <w:r w:rsidRPr="00756F75">
        <w:t>:</w:t>
      </w:r>
    </w:p>
    <w:p w:rsidR="00545FDE" w:rsidRDefault="002C60F7" w:rsidP="00545FDE">
      <w:pPr>
        <w:pStyle w:val="libNormal"/>
        <w:rPr>
          <w:rtl/>
        </w:rPr>
      </w:pPr>
      <w:r w:rsidRPr="00756F75">
        <w:rPr>
          <w:rtl/>
        </w:rPr>
        <w:t>وذكر عبدالله بن مالك الخزاعي ـ وكان على دار الرشيد وشرطته ـ قال: أتاني</w:t>
      </w:r>
      <w:r w:rsidRPr="00756F75">
        <w:t xml:space="preserve"> </w:t>
      </w:r>
      <w:r w:rsidRPr="00756F75">
        <w:rPr>
          <w:rtl/>
        </w:rPr>
        <w:t>رسول الرشيد في وقت، ما جاءني فيه قط، فانتزعني من موضعي ومنعني من تغيير</w:t>
      </w:r>
      <w:r w:rsidRPr="00756F75">
        <w:t xml:space="preserve"> </w:t>
      </w:r>
      <w:r w:rsidRPr="00756F75">
        <w:rPr>
          <w:rtl/>
        </w:rPr>
        <w:t>ثيابي، فراعني ذلك منه، فلما صرت إلى الدار سبقني الخادم، فعرف الرشيد</w:t>
      </w:r>
      <w:r w:rsidRPr="00756F75">
        <w:t xml:space="preserve"> </w:t>
      </w:r>
      <w:r w:rsidRPr="00756F75">
        <w:rPr>
          <w:rtl/>
        </w:rPr>
        <w:t>خبري، فإذن لي في الدخول عليه، فدخلت، فوجدته قاعداً على فراشه، فسلمت فسكت</w:t>
      </w:r>
      <w:r w:rsidRPr="00756F75">
        <w:t xml:space="preserve"> </w:t>
      </w:r>
      <w:r w:rsidRPr="00756F75">
        <w:rPr>
          <w:rtl/>
        </w:rPr>
        <w:t>ساعة، فطار عقلي وتضاعف الجزع علي، قال لي: يا عبدالله اتدري لم طلبتك في</w:t>
      </w:r>
      <w:r w:rsidRPr="00756F75">
        <w:t xml:space="preserve"> </w:t>
      </w:r>
      <w:r w:rsidRPr="00756F75">
        <w:rPr>
          <w:rtl/>
        </w:rPr>
        <w:t>هذا الوقت؟ قلت: لا والله يا أمير المؤمنين، قال: اني رأيت الساعة في منامي</w:t>
      </w:r>
      <w:r w:rsidRPr="00756F75">
        <w:t xml:space="preserve"> </w:t>
      </w:r>
      <w:r w:rsidRPr="00756F75">
        <w:rPr>
          <w:rtl/>
        </w:rPr>
        <w:t>كان جيشاً</w:t>
      </w:r>
      <w:r w:rsidRPr="00635D35">
        <w:rPr>
          <w:rStyle w:val="libFootnotenumChar"/>
          <w:rtl/>
        </w:rPr>
        <w:t>(1)</w:t>
      </w:r>
      <w:r w:rsidRPr="00756F75">
        <w:rPr>
          <w:rtl/>
        </w:rPr>
        <w:t xml:space="preserve"> قد أتاني ومعه حربة، فقال لي: ان لم تخجل عن موسى بن جعفر</w:t>
      </w:r>
      <w:r w:rsidRPr="00756F75">
        <w:t xml:space="preserve"> </w:t>
      </w:r>
      <w:r w:rsidRPr="00756F75">
        <w:rPr>
          <w:rtl/>
        </w:rPr>
        <w:t>الساعة وإلاّ نحرتك بهذه الحربة</w:t>
      </w:r>
      <w:r w:rsidRPr="00756F75">
        <w:t>.</w:t>
      </w:r>
    </w:p>
    <w:p w:rsidR="00545FDE" w:rsidRDefault="002C60F7" w:rsidP="00545FDE">
      <w:pPr>
        <w:pStyle w:val="libNormal"/>
        <w:rPr>
          <w:rtl/>
        </w:rPr>
      </w:pPr>
      <w:r w:rsidRPr="00756F75">
        <w:rPr>
          <w:rtl/>
        </w:rPr>
        <w:t>فاذهب فخل عنه</w:t>
      </w:r>
      <w:r w:rsidRPr="00756F75">
        <w:t>.</w:t>
      </w:r>
    </w:p>
    <w:p w:rsidR="00615A88" w:rsidRPr="00756F75" w:rsidRDefault="002C60F7" w:rsidP="00545FDE">
      <w:pPr>
        <w:pStyle w:val="libNormal"/>
        <w:rPr>
          <w:rtl/>
        </w:rPr>
      </w:pPr>
      <w:r w:rsidRPr="00756F75">
        <w:rPr>
          <w:rtl/>
        </w:rPr>
        <w:t>فقلت: يا أمير المؤمنين، اطلق موسى بن جعفر؟ ثلاثاً، قال: نعم امض الساعة</w:t>
      </w:r>
      <w:r w:rsidRPr="00756F75">
        <w:t xml:space="preserve"> </w:t>
      </w:r>
      <w:r w:rsidRPr="00756F75">
        <w:rPr>
          <w:rtl/>
        </w:rPr>
        <w:t>حتى تطلق موسى بن جعفر واعطه ثلاثين الف درهم، وقل له: ان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7A416D" w:rsidRPr="008B7D93" w:rsidRDefault="008B7D93" w:rsidP="008B7D93">
      <w:pPr>
        <w:pStyle w:val="libFootnote"/>
        <w:rPr>
          <w:rtl/>
        </w:rPr>
      </w:pPr>
      <w:r w:rsidRPr="008B7D93">
        <w:rPr>
          <w:rFonts w:hint="cs"/>
          <w:rtl/>
        </w:rPr>
        <w:t xml:space="preserve">(1) </w:t>
      </w:r>
      <w:r w:rsidR="002C60F7" w:rsidRPr="008B7D93">
        <w:rPr>
          <w:rtl/>
        </w:rPr>
        <w:t>كذا في الكتاب، والظاهر حبشياً كما في بقية المصادر</w:t>
      </w:r>
      <w:r w:rsidR="002C60F7" w:rsidRPr="008B7D93">
        <w:t>.</w:t>
      </w:r>
    </w:p>
    <w:p w:rsidR="007A416D" w:rsidRPr="00E941D8" w:rsidRDefault="007A416D" w:rsidP="00E941D8">
      <w:pPr>
        <w:pStyle w:val="libNormal"/>
        <w:rPr>
          <w:rtl/>
        </w:rPr>
      </w:pPr>
      <w:r w:rsidRPr="00E941D8">
        <w:rPr>
          <w:rtl/>
        </w:rPr>
        <w:br w:type="page"/>
      </w:r>
    </w:p>
    <w:p w:rsidR="00545FDE" w:rsidRDefault="002C60F7" w:rsidP="00B13028">
      <w:pPr>
        <w:pStyle w:val="libNormal0"/>
        <w:rPr>
          <w:rtl/>
        </w:rPr>
      </w:pPr>
      <w:r w:rsidRPr="00A92ACC">
        <w:rPr>
          <w:rtl/>
        </w:rPr>
        <w:lastRenderedPageBreak/>
        <w:t>احببت المقام</w:t>
      </w:r>
      <w:r w:rsidRPr="00A92ACC">
        <w:t xml:space="preserve"> </w:t>
      </w:r>
      <w:r w:rsidRPr="00A92ACC">
        <w:rPr>
          <w:rtl/>
        </w:rPr>
        <w:t>قبلنا فلك عندي ما تحب، وان أحببت المضي إلى المدينة فالإذن في إليك</w:t>
      </w:r>
      <w:r w:rsidRPr="00A92ACC">
        <w:t>.</w:t>
      </w:r>
    </w:p>
    <w:p w:rsidR="00545FDE" w:rsidRDefault="002C60F7" w:rsidP="008501BE">
      <w:pPr>
        <w:pStyle w:val="libNormal"/>
        <w:rPr>
          <w:rtl/>
        </w:rPr>
      </w:pPr>
      <w:r w:rsidRPr="00A92ACC">
        <w:rPr>
          <w:rtl/>
        </w:rPr>
        <w:t>قال فمضيت إلى الحبس لاخرجه، فلما رآني موسى وثب إلي قائماً وظن اني قد</w:t>
      </w:r>
      <w:r w:rsidRPr="00A92ACC">
        <w:t xml:space="preserve"> </w:t>
      </w:r>
      <w:r w:rsidRPr="00A92ACC">
        <w:rPr>
          <w:rtl/>
        </w:rPr>
        <w:t>امرت فيه بمكروه، فقلت: لا تخف، وقد امرني أمير المؤمنين باطلاقك وان ادفع</w:t>
      </w:r>
      <w:r w:rsidRPr="00A92ACC">
        <w:t xml:space="preserve"> </w:t>
      </w:r>
      <w:r w:rsidRPr="00A92ACC">
        <w:rPr>
          <w:rtl/>
        </w:rPr>
        <w:t>اليك ثلاثين الف درهم وهو يقول لك: ان احببت المقام قبلنا فلك ما تحب، وان</w:t>
      </w:r>
      <w:r w:rsidRPr="00A92ACC">
        <w:t xml:space="preserve"> </w:t>
      </w:r>
      <w:r w:rsidRPr="00A92ACC">
        <w:rPr>
          <w:rtl/>
        </w:rPr>
        <w:t>احببت الانصراف إلى المدينة فالأمر في ذلك مطلق إليك، واعطيته الثلاثين ألف</w:t>
      </w:r>
      <w:r w:rsidRPr="00A92ACC">
        <w:t xml:space="preserve"> </w:t>
      </w:r>
      <w:r w:rsidRPr="00A92ACC">
        <w:rPr>
          <w:rtl/>
        </w:rPr>
        <w:t>درهم، وخليت سبيله</w:t>
      </w:r>
      <w:r w:rsidRPr="00A92ACC">
        <w:t>.</w:t>
      </w:r>
    </w:p>
    <w:p w:rsidR="002C60F7" w:rsidRDefault="002C60F7" w:rsidP="000F17D4">
      <w:pPr>
        <w:pStyle w:val="libNormal"/>
        <w:rPr>
          <w:rtl/>
        </w:rPr>
      </w:pPr>
      <w:r w:rsidRPr="00A92ACC">
        <w:rPr>
          <w:rtl/>
        </w:rPr>
        <w:t>وقلت: لقد رأيت من أمرك عجباً، قال: فاني اخبرك: بينما أنا نائم اذ أتاني</w:t>
      </w:r>
      <w:r w:rsidRPr="00A92ACC">
        <w:t xml:space="preserve"> </w:t>
      </w:r>
      <w:r w:rsidRPr="00A92ACC">
        <w:rPr>
          <w:rtl/>
        </w:rPr>
        <w:t>النبي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A92ACC">
        <w:rPr>
          <w:rtl/>
        </w:rPr>
        <w:t xml:space="preserve"> فقال: يا موسى حبست مظلوماً، فقال هذه الكلمات</w:t>
      </w:r>
      <w:r w:rsidRPr="00A92ACC">
        <w:t xml:space="preserve"> </w:t>
      </w:r>
      <w:r w:rsidRPr="00A92ACC">
        <w:rPr>
          <w:rtl/>
        </w:rPr>
        <w:t>فانك لا تبيت هذه الليلة في الحبس، فقلت: بأبي وأمي ما أقول؟ فقال: قل: يا</w:t>
      </w:r>
      <w:r w:rsidRPr="00A92ACC">
        <w:t xml:space="preserve"> </w:t>
      </w:r>
      <w:r w:rsidRPr="00A92ACC">
        <w:rPr>
          <w:rtl/>
        </w:rPr>
        <w:t>سامع كل صوت</w:t>
      </w:r>
      <w:r w:rsidRPr="00635D35">
        <w:rPr>
          <w:rStyle w:val="libFootnotenumChar"/>
          <w:rtl/>
        </w:rPr>
        <w:t>(1)</w:t>
      </w:r>
      <w:r w:rsidRPr="00A92ACC">
        <w:rPr>
          <w:rtl/>
        </w:rPr>
        <w:t>، ويا سابق الفوت، ويا كاسي العظام لحماً ومنشرها بعد الموت،</w:t>
      </w:r>
      <w:r w:rsidRPr="00A92ACC">
        <w:t xml:space="preserve"> </w:t>
      </w:r>
      <w:r w:rsidRPr="00A92ACC">
        <w:rPr>
          <w:rtl/>
        </w:rPr>
        <w:t>اسألك باسمائك الحسنى وباسمك الأعظم الأكبر المخزون المكنون الذي لم يطلع</w:t>
      </w:r>
      <w:r w:rsidRPr="00A92ACC">
        <w:t xml:space="preserve"> </w:t>
      </w:r>
      <w:r w:rsidRPr="00A92ACC">
        <w:rPr>
          <w:rtl/>
        </w:rPr>
        <w:t>عليه أحد من المخلوقين، يا حليماً ذا اناة لا يقوى على اناته، يا ذا</w:t>
      </w:r>
      <w:r w:rsidRPr="00A92ACC">
        <w:t xml:space="preserve"> </w:t>
      </w:r>
      <w:r w:rsidRPr="00A92ACC">
        <w:rPr>
          <w:rtl/>
        </w:rPr>
        <w:t>المعروف الذي لا ينقطع أبداً ولا يحصى عدداً فرج عني، فكان ماترى</w:t>
      </w:r>
      <w:r w:rsidRPr="00A92ACC">
        <w:t>".</w:t>
      </w:r>
    </w:p>
    <w:p w:rsidR="007A416D" w:rsidRDefault="002C60F7" w:rsidP="007A416D">
      <w:pPr>
        <w:pStyle w:val="Heading1Center"/>
        <w:rPr>
          <w:rtl/>
        </w:rPr>
      </w:pPr>
      <w:bookmarkStart w:id="12" w:name="08"/>
      <w:bookmarkStart w:id="13" w:name="_Toc374532474"/>
      <w:r w:rsidRPr="00A92ACC">
        <w:rPr>
          <w:rtl/>
        </w:rPr>
        <w:t>قول الحافظ أبو بكر الخطيب البغدادي</w:t>
      </w:r>
      <w:bookmarkEnd w:id="12"/>
      <w:bookmarkEnd w:id="13"/>
    </w:p>
    <w:p w:rsidR="00545FDE" w:rsidRDefault="005D4559" w:rsidP="00756F75">
      <w:pPr>
        <w:pStyle w:val="libNormal"/>
      </w:pPr>
      <w:r>
        <w:rPr>
          <w:rFonts w:hint="cs"/>
          <w:rtl/>
        </w:rPr>
        <w:t xml:space="preserve">6 ـ </w:t>
      </w:r>
      <w:r w:rsidR="002C60F7" w:rsidRPr="00756F75">
        <w:rPr>
          <w:rtl/>
        </w:rPr>
        <w:t>قال الحافظ أبو بكر أحمد بن علي الخطيب البغدادي، المتوفى</w:t>
      </w:r>
      <w:r w:rsidR="002C60F7" w:rsidRPr="00756F75">
        <w:t xml:space="preserve"> </w:t>
      </w:r>
      <w:r w:rsidR="002C60F7" w:rsidRPr="00756F75">
        <w:rPr>
          <w:rtl/>
        </w:rPr>
        <w:t>سنة 463، في كتابه تاريخ بغداد أو مدينة السلام، الطبعة الأولى 1349هـ،</w:t>
      </w:r>
      <w:r w:rsidR="002C60F7" w:rsidRPr="00756F75">
        <w:t xml:space="preserve"> </w:t>
      </w:r>
      <w:r w:rsidR="002C60F7" w:rsidRPr="00756F75">
        <w:rPr>
          <w:rtl/>
        </w:rPr>
        <w:t>الموافق 1931م، مكتبة الخانجي بالقاهرة والمكتبة العربية ببغداد، ج13 ص27 ـ</w:t>
      </w:r>
      <w:r w:rsidR="002C60F7" w:rsidRPr="00756F75">
        <w:t xml:space="preserve"> 32:</w:t>
      </w:r>
    </w:p>
    <w:p w:rsidR="00545FDE" w:rsidRDefault="00635D35" w:rsidP="00635D35">
      <w:pPr>
        <w:pStyle w:val="libNormal"/>
        <w:rPr>
          <w:rtl/>
        </w:rPr>
      </w:pPr>
      <w:r>
        <w:t>)</w:t>
      </w:r>
      <w:r w:rsidR="002C60F7" w:rsidRPr="00756F75">
        <w:rPr>
          <w:rtl/>
        </w:rPr>
        <w:t>موسى بن جعفر الهاشمي) موسى بن جعفر بن محمد بن علي بن الحسين بن علي بن</w:t>
      </w:r>
      <w:r w:rsidR="002C60F7" w:rsidRPr="00756F75">
        <w:t xml:space="preserve"> </w:t>
      </w:r>
      <w:r w:rsidR="002C60F7" w:rsidRPr="00756F75">
        <w:rPr>
          <w:rtl/>
        </w:rPr>
        <w:t>أبي طالب، أبو الحسن الهاشمي</w:t>
      </w:r>
      <w:r w:rsidR="002C60F7" w:rsidRPr="00756F75">
        <w:t>.</w:t>
      </w:r>
    </w:p>
    <w:p w:rsidR="00615A88" w:rsidRPr="00756F75" w:rsidRDefault="002C60F7" w:rsidP="00545FDE">
      <w:pPr>
        <w:pStyle w:val="libNormal"/>
        <w:rPr>
          <w:rtl/>
        </w:rPr>
      </w:pPr>
      <w:r w:rsidRPr="00756F75">
        <w:rPr>
          <w:rtl/>
        </w:rPr>
        <w:t>يقال انه ولد بالمدينة في سنة ثمان وعشرين، وقيل: سنة تسع وعشرين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7A416D" w:rsidRPr="008B7D93" w:rsidRDefault="008B7D93" w:rsidP="008B7D93">
      <w:pPr>
        <w:pStyle w:val="libFootnote"/>
        <w:rPr>
          <w:rtl/>
        </w:rPr>
      </w:pPr>
      <w:r w:rsidRPr="008B7D93">
        <w:rPr>
          <w:rFonts w:hint="cs"/>
          <w:rtl/>
        </w:rPr>
        <w:t xml:space="preserve">(1) </w:t>
      </w:r>
      <w:r w:rsidR="002C60F7" w:rsidRPr="008B7D93">
        <w:rPr>
          <w:rtl/>
        </w:rPr>
        <w:t>في نسخة: يا سامع الصو</w:t>
      </w:r>
      <w:r w:rsidR="007A416D" w:rsidRPr="008B7D93">
        <w:rPr>
          <w:rFonts w:hint="cs"/>
          <w:rtl/>
        </w:rPr>
        <w:t>ت.</w:t>
      </w:r>
    </w:p>
    <w:p w:rsidR="007A416D" w:rsidRPr="00756F75" w:rsidRDefault="007A416D" w:rsidP="00756F75">
      <w:pPr>
        <w:pStyle w:val="libNormal"/>
      </w:pPr>
      <w:r w:rsidRPr="00756F75">
        <w:br w:type="page"/>
      </w:r>
    </w:p>
    <w:p w:rsidR="007A416D" w:rsidRDefault="002C60F7" w:rsidP="00B13028">
      <w:pPr>
        <w:pStyle w:val="libNormal0"/>
        <w:rPr>
          <w:rtl/>
        </w:rPr>
      </w:pPr>
      <w:r w:rsidRPr="00A92ACC">
        <w:rPr>
          <w:rtl/>
        </w:rPr>
        <w:lastRenderedPageBreak/>
        <w:t>ومائة</w:t>
      </w:r>
      <w:r w:rsidRPr="00A92ACC">
        <w:t>.</w:t>
      </w:r>
    </w:p>
    <w:p w:rsidR="007A416D" w:rsidRDefault="002C60F7" w:rsidP="008501BE">
      <w:pPr>
        <w:pStyle w:val="libNormal"/>
        <w:rPr>
          <w:rtl/>
        </w:rPr>
      </w:pPr>
      <w:r w:rsidRPr="00A92ACC">
        <w:rPr>
          <w:rtl/>
        </w:rPr>
        <w:t>واقدمه المهدي بغداد، ثم ردّه إلى المدينة، وأقام بها إلى أيام الرشيد،</w:t>
      </w:r>
      <w:r w:rsidRPr="00A92ACC">
        <w:t xml:space="preserve"> </w:t>
      </w:r>
      <w:r w:rsidRPr="00A92ACC">
        <w:rPr>
          <w:rtl/>
        </w:rPr>
        <w:t>فقدم هارون منصرفاً من عمرة شهر رمضان سنة تسع وسبعين</w:t>
      </w:r>
      <w:r w:rsidRPr="00635D35">
        <w:rPr>
          <w:rStyle w:val="libFootnotenumChar"/>
          <w:rtl/>
        </w:rPr>
        <w:t>(1)</w:t>
      </w:r>
      <w:r w:rsidRPr="00A92ACC">
        <w:rPr>
          <w:rtl/>
        </w:rPr>
        <w:t>، فحمل موسى معه</w:t>
      </w:r>
      <w:r w:rsidRPr="00A92ACC">
        <w:t xml:space="preserve"> </w:t>
      </w:r>
      <w:r w:rsidRPr="00A92ACC">
        <w:rPr>
          <w:rtl/>
        </w:rPr>
        <w:t>إلى بغداد وحبسه بها إلى أن توفي في محبسه</w:t>
      </w:r>
      <w:r w:rsidRPr="00A92ACC">
        <w:t>.</w:t>
      </w:r>
    </w:p>
    <w:p w:rsidR="007A416D" w:rsidRDefault="002C60F7" w:rsidP="008501BE">
      <w:pPr>
        <w:pStyle w:val="libNormal"/>
        <w:rPr>
          <w:rtl/>
        </w:rPr>
      </w:pPr>
      <w:r w:rsidRPr="00A92ACC">
        <w:rPr>
          <w:rtl/>
        </w:rPr>
        <w:t>اخبرنا الحسن بن أبي بكر، اخبرنا الحسن بن محمد بن حيى بن الحسن بن الحسن</w:t>
      </w:r>
      <w:r w:rsidRPr="00A92ACC">
        <w:t xml:space="preserve"> </w:t>
      </w:r>
      <w:r w:rsidRPr="00A92ACC">
        <w:rPr>
          <w:rtl/>
        </w:rPr>
        <w:t>العلوي حدثني جدي قال: كان موسى بن جعفر يدّعى بالعبد الصالح من عبادته</w:t>
      </w:r>
      <w:r w:rsidRPr="00A92ACC">
        <w:t xml:space="preserve"> </w:t>
      </w:r>
      <w:r w:rsidRPr="00A92ACC">
        <w:rPr>
          <w:rtl/>
        </w:rPr>
        <w:t>واجتهاده</w:t>
      </w:r>
      <w:r w:rsidRPr="00A92ACC">
        <w:t>.</w:t>
      </w:r>
    </w:p>
    <w:p w:rsidR="007A416D" w:rsidRDefault="002C60F7" w:rsidP="000F17D4">
      <w:pPr>
        <w:pStyle w:val="libNormal"/>
        <w:rPr>
          <w:rtl/>
        </w:rPr>
      </w:pPr>
      <w:r w:rsidRPr="00A92ACC">
        <w:rPr>
          <w:rtl/>
        </w:rPr>
        <w:t>روى اصحابنا انه دخل مسجد رسول الله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A92ACC">
        <w:rPr>
          <w:rtl/>
        </w:rPr>
        <w:t xml:space="preserve"> فسجد سجدة في أول</w:t>
      </w:r>
      <w:r w:rsidRPr="00A92ACC">
        <w:t xml:space="preserve"> </w:t>
      </w:r>
      <w:r w:rsidRPr="00A92ACC">
        <w:rPr>
          <w:rtl/>
        </w:rPr>
        <w:t>الليل، وسمع وهو يقول في سجوده: عظم الذنب عندي فليحسن العفو عندك، يا أهل</w:t>
      </w:r>
      <w:r w:rsidRPr="00A92ACC">
        <w:t xml:space="preserve"> </w:t>
      </w:r>
      <w:r w:rsidRPr="00A92ACC">
        <w:rPr>
          <w:rtl/>
        </w:rPr>
        <w:t>التقوى ويا أهل المغفرة، فجعل يردّدها حتى أصبح</w:t>
      </w:r>
      <w:r w:rsidRPr="00A92ACC">
        <w:t>.</w:t>
      </w:r>
    </w:p>
    <w:p w:rsidR="008014DD" w:rsidRDefault="002C60F7" w:rsidP="008501BE">
      <w:pPr>
        <w:pStyle w:val="libNormal"/>
        <w:rPr>
          <w:rtl/>
        </w:rPr>
      </w:pPr>
      <w:r w:rsidRPr="00A92ACC">
        <w:rPr>
          <w:rtl/>
        </w:rPr>
        <w:t>وكان سخياً كريماً، وكان يبلغه عن الرجل أنه يؤذيه، فبعث إليه بصرة فيها</w:t>
      </w:r>
      <w:r w:rsidRPr="00A92ACC">
        <w:t xml:space="preserve"> </w:t>
      </w:r>
      <w:r w:rsidRPr="00A92ACC">
        <w:rPr>
          <w:rtl/>
        </w:rPr>
        <w:t>ألف دينار، وكان يصر الصرر ثلاثمائة دينار، واربعمائة دينار، ومائتي دينار</w:t>
      </w:r>
      <w:r w:rsidRPr="00A92ACC">
        <w:t xml:space="preserve"> </w:t>
      </w:r>
      <w:r w:rsidRPr="00A92ACC">
        <w:rPr>
          <w:rtl/>
        </w:rPr>
        <w:t>ثم يقسّمها بالمدينة، وكان مثل صرر موسى بن جعفر إذا جاءت الإنسان الصرة</w:t>
      </w:r>
      <w:r w:rsidRPr="00A92ACC">
        <w:t xml:space="preserve"> </w:t>
      </w:r>
      <w:r w:rsidRPr="00A92ACC">
        <w:rPr>
          <w:rtl/>
        </w:rPr>
        <w:t>فقد استغنى</w:t>
      </w:r>
      <w:r w:rsidRPr="00A92ACC">
        <w:t>.</w:t>
      </w:r>
    </w:p>
    <w:p w:rsidR="00615A88" w:rsidRDefault="002C60F7" w:rsidP="008501BE">
      <w:pPr>
        <w:pStyle w:val="libNormal"/>
        <w:rPr>
          <w:rtl/>
        </w:rPr>
      </w:pPr>
      <w:r w:rsidRPr="00A92ACC">
        <w:rPr>
          <w:rtl/>
        </w:rPr>
        <w:t>اخبرنا الحسن، حدثني جدي، حدّثنا اسماعيل بن يعقوب، حدّثني محمد بن عبدالله</w:t>
      </w:r>
      <w:r w:rsidRPr="00A92ACC">
        <w:t xml:space="preserve"> </w:t>
      </w:r>
      <w:r w:rsidRPr="00A92ACC">
        <w:rPr>
          <w:rtl/>
        </w:rPr>
        <w:t>البكري، قال: قدمت المدينة اطلب بها ديناً، فأعياني، فقلت لو ذهبت إلى أبي</w:t>
      </w:r>
      <w:r w:rsidRPr="00A92ACC">
        <w:t xml:space="preserve"> </w:t>
      </w:r>
      <w:r w:rsidRPr="00A92ACC">
        <w:rPr>
          <w:rtl/>
        </w:rPr>
        <w:t>الحسن موسى بن جعفر فشكوت ذلك إليه، فأتيته بنقمي</w:t>
      </w:r>
      <w:r w:rsidRPr="00635D35">
        <w:rPr>
          <w:rStyle w:val="libFootnotenumChar"/>
          <w:rtl/>
        </w:rPr>
        <w:t>(2)</w:t>
      </w:r>
      <w:r w:rsidR="00635D35">
        <w:rPr>
          <w:rFonts w:hint="cs"/>
          <w:rtl/>
        </w:rPr>
        <w:t xml:space="preserve"> </w:t>
      </w:r>
      <w:r w:rsidRPr="00A92ACC">
        <w:rPr>
          <w:rtl/>
        </w:rPr>
        <w:t>في ضيعته، فخرج إلي</w:t>
      </w:r>
      <w:r w:rsidRPr="00A92ACC">
        <w:t xml:space="preserve"> </w:t>
      </w:r>
      <w:r w:rsidRPr="00A92ACC">
        <w:rPr>
          <w:rtl/>
        </w:rPr>
        <w:t>ومعه غلام له منسف فيه قديد مجزع ليس معه غيره، فأكل واكلت معه، ثم سألني</w:t>
      </w:r>
      <w:r w:rsidRPr="00A92ACC">
        <w:t xml:space="preserve"> </w:t>
      </w:r>
      <w:r w:rsidRPr="00A92ACC">
        <w:rPr>
          <w:rtl/>
        </w:rPr>
        <w:t>عن حاجتي، فذكرت له قصتي، فدخل، فلم يقم إلاّ يسيراً حتى خرج إلي، فقال</w:t>
      </w:r>
      <w:r w:rsidRPr="00A92ACC">
        <w:t xml:space="preserve"> </w:t>
      </w:r>
      <w:r w:rsidRPr="00A92ACC">
        <w:rPr>
          <w:rtl/>
        </w:rPr>
        <w:t>لغلامه: اذهب، ثم مد يده إلي فدفع إلي صرة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7A416D" w:rsidRDefault="008B7D93" w:rsidP="008B7D93">
      <w:pPr>
        <w:pStyle w:val="libFootnote"/>
      </w:pPr>
      <w:r>
        <w:rPr>
          <w:rFonts w:hint="cs"/>
          <w:rtl/>
        </w:rPr>
        <w:t xml:space="preserve">(1) </w:t>
      </w:r>
      <w:r w:rsidR="002C60F7" w:rsidRPr="00A92ACC">
        <w:rPr>
          <w:rtl/>
        </w:rPr>
        <w:t>ومائة</w:t>
      </w:r>
      <w:r w:rsidR="002C60F7" w:rsidRPr="00A92ACC">
        <w:t>.</w:t>
      </w:r>
    </w:p>
    <w:p w:rsidR="007A416D" w:rsidRDefault="008B7D93" w:rsidP="008B7D93">
      <w:pPr>
        <w:pStyle w:val="libFootnote"/>
      </w:pPr>
      <w:r>
        <w:rPr>
          <w:rFonts w:hint="cs"/>
          <w:rtl/>
        </w:rPr>
        <w:t xml:space="preserve">(2) </w:t>
      </w:r>
      <w:r w:rsidR="002C60F7" w:rsidRPr="00A92ACC">
        <w:rPr>
          <w:rtl/>
        </w:rPr>
        <w:t>نقمي بالتحريك والمد: موضع من اعراض المدينة إلى جنب احد، كان لآل أبي</w:t>
      </w:r>
      <w:r w:rsidR="002C60F7" w:rsidRPr="00A92ACC">
        <w:t xml:space="preserve"> </w:t>
      </w:r>
      <w:r w:rsidR="002C60F7" w:rsidRPr="00A92ACC">
        <w:rPr>
          <w:rtl/>
        </w:rPr>
        <w:t>طالب</w:t>
      </w:r>
      <w:r w:rsidR="002C60F7" w:rsidRPr="00A92ACC">
        <w:t>.</w:t>
      </w:r>
    </w:p>
    <w:p w:rsidR="007A416D" w:rsidRDefault="007A416D" w:rsidP="00191648">
      <w:pPr>
        <w:pStyle w:val="libNormal"/>
      </w:pPr>
      <w:r>
        <w:br w:type="page"/>
      </w:r>
    </w:p>
    <w:p w:rsidR="007A416D" w:rsidRDefault="002C60F7" w:rsidP="00B13028">
      <w:pPr>
        <w:pStyle w:val="libNormal0"/>
        <w:rPr>
          <w:rtl/>
        </w:rPr>
      </w:pPr>
      <w:r w:rsidRPr="00A92ACC">
        <w:rPr>
          <w:rtl/>
        </w:rPr>
        <w:lastRenderedPageBreak/>
        <w:t>فيها ثلاثمائة</w:t>
      </w:r>
      <w:r w:rsidRPr="00A92ACC">
        <w:t xml:space="preserve"> </w:t>
      </w:r>
      <w:r w:rsidRPr="00A92ACC">
        <w:rPr>
          <w:rtl/>
        </w:rPr>
        <w:t>دينار، ثم قام فولى، فقمت فركبت دابتي وانصرفت</w:t>
      </w:r>
      <w:r w:rsidRPr="00A92ACC">
        <w:t>.</w:t>
      </w:r>
    </w:p>
    <w:p w:rsidR="00635D35" w:rsidRDefault="002C60F7" w:rsidP="008501BE">
      <w:pPr>
        <w:pStyle w:val="libNormal"/>
        <w:rPr>
          <w:rtl/>
        </w:rPr>
      </w:pPr>
      <w:r w:rsidRPr="00A92ACC">
        <w:rPr>
          <w:rtl/>
        </w:rPr>
        <w:t>قال جدي يحيى بن الحسن وذكر لي غير واحد من أصحابنا ـ ان رجلا من ولد عمر</w:t>
      </w:r>
      <w:r w:rsidRPr="00A92ACC">
        <w:t xml:space="preserve"> </w:t>
      </w:r>
      <w:r w:rsidRPr="00A92ACC">
        <w:rPr>
          <w:rtl/>
        </w:rPr>
        <w:t>بن الخطاب كان بالمدينة يؤذيه ويشتم علياً، قال: وكان قد قال له بعض</w:t>
      </w:r>
      <w:r w:rsidRPr="00A92ACC">
        <w:t xml:space="preserve"> </w:t>
      </w:r>
      <w:r w:rsidRPr="00A92ACC">
        <w:rPr>
          <w:rtl/>
        </w:rPr>
        <w:t>حاشيته: دعنا نقتله، فنهاهم عن ذلك أشد النهي، وزجرهم أشد الزجر وسأل عن</w:t>
      </w:r>
      <w:r w:rsidRPr="00A92ACC">
        <w:t xml:space="preserve"> </w:t>
      </w:r>
      <w:r w:rsidRPr="00A92ACC">
        <w:rPr>
          <w:rtl/>
        </w:rPr>
        <w:t>العمري فذكر له انه يزدرع بناحية من نواحي المدينة، فركب إليه في مزرعته</w:t>
      </w:r>
      <w:r w:rsidRPr="00A92ACC">
        <w:t xml:space="preserve"> </w:t>
      </w:r>
      <w:r w:rsidRPr="00A92ACC">
        <w:rPr>
          <w:rtl/>
        </w:rPr>
        <w:t>فوجده فيها، فدخل المزرعة بحماره، فصاح به العمري: لا تطأ زرعنا فوطأه</w:t>
      </w:r>
      <w:r w:rsidRPr="00A92ACC">
        <w:t xml:space="preserve"> </w:t>
      </w:r>
      <w:r w:rsidRPr="00A92ACC">
        <w:rPr>
          <w:rtl/>
        </w:rPr>
        <w:t>بالحمار حتى وصل إليه، فنزل فجلس عنده وضاحكه وقال له: كم غرمت في زرعك</w:t>
      </w:r>
      <w:r w:rsidRPr="00A92ACC">
        <w:t xml:space="preserve"> </w:t>
      </w:r>
      <w:r w:rsidRPr="00A92ACC">
        <w:rPr>
          <w:rtl/>
        </w:rPr>
        <w:t>هذا؟ قال له: مائة دينار، قال: فكم ترجو أن يصيب؟ قال: أنا لا أعلم الغيب،</w:t>
      </w:r>
      <w:r w:rsidRPr="00A92ACC">
        <w:t xml:space="preserve"> </w:t>
      </w:r>
      <w:r w:rsidRPr="00A92ACC">
        <w:rPr>
          <w:rtl/>
        </w:rPr>
        <w:t>قال: انما قلت لك كم ترجوا أن يجيئك فيه؟ قال: أرجو أن يجيئني مائتا دينار،</w:t>
      </w:r>
      <w:r w:rsidRPr="00A92ACC">
        <w:t xml:space="preserve"> </w:t>
      </w:r>
      <w:r w:rsidRPr="00A92ACC">
        <w:rPr>
          <w:rtl/>
        </w:rPr>
        <w:t>قال: فأعطاه ثلاثمائة دينار وقال: هذا زرعك على حاله، قال: فقام العمري</w:t>
      </w:r>
      <w:r w:rsidRPr="00A92ACC">
        <w:t xml:space="preserve"> </w:t>
      </w:r>
      <w:r w:rsidRPr="00A92ACC">
        <w:rPr>
          <w:rtl/>
        </w:rPr>
        <w:t>فقبّل رأسه وانصرف</w:t>
      </w:r>
      <w:r w:rsidRPr="00A92ACC">
        <w:t>.</w:t>
      </w:r>
    </w:p>
    <w:p w:rsidR="00635D35" w:rsidRDefault="002C60F7" w:rsidP="00490D4A">
      <w:pPr>
        <w:pStyle w:val="libNormal"/>
        <w:rPr>
          <w:rtl/>
        </w:rPr>
      </w:pPr>
      <w:r w:rsidRPr="00A92ACC">
        <w:rPr>
          <w:rtl/>
        </w:rPr>
        <w:t xml:space="preserve">قال: فراح المسجد فوجد العمري جالساً، فلما نظر إليه قال: </w:t>
      </w:r>
      <w:r w:rsidR="00490D4A" w:rsidRPr="00980442">
        <w:rPr>
          <w:rStyle w:val="libAlaemChar"/>
          <w:rFonts w:eastAsiaTheme="minorHAnsi"/>
          <w:rtl/>
        </w:rPr>
        <w:t>(</w:t>
      </w:r>
      <w:r w:rsidR="00490D4A">
        <w:rPr>
          <w:rStyle w:val="libAieChar"/>
          <w:rFonts w:hint="cs"/>
          <w:rtl/>
        </w:rPr>
        <w:t xml:space="preserve"> </w:t>
      </w:r>
      <w:r w:rsidRPr="00490D4A">
        <w:rPr>
          <w:rStyle w:val="libAieChar"/>
          <w:rtl/>
        </w:rPr>
        <w:t>الله اعلم حيث</w:t>
      </w:r>
      <w:r w:rsidRPr="00490D4A">
        <w:rPr>
          <w:rStyle w:val="libAieChar"/>
        </w:rPr>
        <w:t xml:space="preserve"> </w:t>
      </w:r>
      <w:r w:rsidRPr="00490D4A">
        <w:rPr>
          <w:rStyle w:val="libAieChar"/>
          <w:rtl/>
        </w:rPr>
        <w:t>يجعل رسالته</w:t>
      </w:r>
      <w:r w:rsidR="00490D4A">
        <w:rPr>
          <w:rStyle w:val="libAlaemChar"/>
          <w:rFonts w:eastAsiaTheme="minorHAnsi" w:hint="cs"/>
          <w:rtl/>
        </w:rPr>
        <w:t xml:space="preserve"> </w:t>
      </w:r>
      <w:r w:rsidR="00490D4A" w:rsidRPr="00980442">
        <w:rPr>
          <w:rStyle w:val="libAlaemChar"/>
          <w:rFonts w:eastAsiaTheme="minorHAnsi"/>
          <w:rtl/>
        </w:rPr>
        <w:t>)</w:t>
      </w:r>
      <w:r w:rsidR="00490D4A" w:rsidRPr="008014DD">
        <w:rPr>
          <w:rStyle w:val="libFootnotenumChar"/>
          <w:rtl/>
        </w:rPr>
        <w:t xml:space="preserve"> </w:t>
      </w:r>
      <w:r w:rsidRPr="008014DD">
        <w:rPr>
          <w:rStyle w:val="libFootnotenumChar"/>
          <w:rtl/>
        </w:rPr>
        <w:t>(1)</w:t>
      </w:r>
      <w:r w:rsidRPr="00A92ACC">
        <w:rPr>
          <w:rtl/>
        </w:rPr>
        <w:t>، قال: فوثب أصحابه فقالوا له: ما قصك؟ قد كنت تقول خلاف</w:t>
      </w:r>
      <w:r w:rsidRPr="00A92ACC">
        <w:t xml:space="preserve"> </w:t>
      </w:r>
      <w:r w:rsidRPr="00A92ACC">
        <w:rPr>
          <w:rtl/>
        </w:rPr>
        <w:t>هذا، قال: فخاصمهم وشائمهم، قال: وجعل يدعو لأبي الحسن موسى كلما دخل وخرج</w:t>
      </w:r>
      <w:r w:rsidRPr="00A92ACC">
        <w:t>.</w:t>
      </w:r>
    </w:p>
    <w:p w:rsidR="00635D35" w:rsidRDefault="002C60F7" w:rsidP="008501BE">
      <w:pPr>
        <w:pStyle w:val="libNormal"/>
        <w:rPr>
          <w:rtl/>
        </w:rPr>
      </w:pPr>
      <w:r w:rsidRPr="00A92ACC">
        <w:rPr>
          <w:rtl/>
        </w:rPr>
        <w:t>قال: فقال أبو الحسن موسى لحاشيته الذين أرادوا قتل العمري: أيما كان خير</w:t>
      </w:r>
      <w:r w:rsidRPr="00A92ACC">
        <w:t xml:space="preserve">: </w:t>
      </w:r>
      <w:r w:rsidRPr="00A92ACC">
        <w:rPr>
          <w:rtl/>
        </w:rPr>
        <w:t>ما أردتم، أو ما أردت أن أصلح امره بهذا المقدار؟</w:t>
      </w:r>
    </w:p>
    <w:p w:rsidR="00615A88" w:rsidRDefault="002C60F7" w:rsidP="008501BE">
      <w:pPr>
        <w:pStyle w:val="libNormal"/>
        <w:rPr>
          <w:rtl/>
        </w:rPr>
      </w:pPr>
      <w:r w:rsidRPr="00A92ACC">
        <w:rPr>
          <w:rtl/>
        </w:rPr>
        <w:t>اخبرنا سلامة بن الحسين المقري وعمر بن محمد بن عبيدالله المودب قالا</w:t>
      </w:r>
      <w:r w:rsidRPr="00A92ACC">
        <w:t xml:space="preserve">: </w:t>
      </w:r>
      <w:r w:rsidRPr="00A92ACC">
        <w:rPr>
          <w:rtl/>
        </w:rPr>
        <w:t>اخبرنا علي بن عمر الحافظ، حدثنا القاضي الحسين ابن اسماعيل، حدّثنا</w:t>
      </w:r>
      <w:r w:rsidRPr="00A92ACC">
        <w:t xml:space="preserve"> </w:t>
      </w:r>
      <w:r w:rsidRPr="00A92ACC">
        <w:rPr>
          <w:rtl/>
        </w:rPr>
        <w:t>عبدالله بن أبي سعد، حدّثني محمد بن الحسين بن محمد بن عبدالمجيد الكناني</w:t>
      </w:r>
      <w:r w:rsidRPr="00A92ACC">
        <w:t xml:space="preserve"> </w:t>
      </w:r>
      <w:r w:rsidRPr="00A92ACC">
        <w:rPr>
          <w:rtl/>
        </w:rPr>
        <w:t xml:space="preserve">الليثي، قال حدثني عيسى بن محمد مغيث القرطي 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7A416D" w:rsidRDefault="008B7D93" w:rsidP="008B7D93">
      <w:pPr>
        <w:pStyle w:val="libFootnote"/>
      </w:pPr>
      <w:r>
        <w:rPr>
          <w:rFonts w:hint="cs"/>
          <w:rtl/>
        </w:rPr>
        <w:t xml:space="preserve">(1) </w:t>
      </w:r>
      <w:r w:rsidR="002C60F7" w:rsidRPr="00A92ACC">
        <w:rPr>
          <w:rtl/>
        </w:rPr>
        <w:t>الأنعام 6: 124</w:t>
      </w:r>
      <w:r w:rsidR="002C60F7" w:rsidRPr="00A92ACC">
        <w:t>.</w:t>
      </w:r>
    </w:p>
    <w:p w:rsidR="007A416D" w:rsidRDefault="007A416D" w:rsidP="00191648">
      <w:pPr>
        <w:pStyle w:val="libNormal"/>
      </w:pPr>
      <w:r>
        <w:br w:type="page"/>
      </w:r>
    </w:p>
    <w:p w:rsidR="00635D35" w:rsidRDefault="002C60F7" w:rsidP="00B13028">
      <w:pPr>
        <w:pStyle w:val="libNormal0"/>
        <w:rPr>
          <w:rtl/>
        </w:rPr>
      </w:pPr>
      <w:r w:rsidRPr="00A92ACC">
        <w:rPr>
          <w:rtl/>
        </w:rPr>
        <w:lastRenderedPageBreak/>
        <w:t>وبلغ تسعين سنة</w:t>
      </w:r>
      <w:r w:rsidRPr="00A92ACC">
        <w:t xml:space="preserve"> </w:t>
      </w:r>
      <w:r w:rsidRPr="00A92ACC">
        <w:rPr>
          <w:rtl/>
        </w:rPr>
        <w:t>قال: زرعت بطيخاً وقثاء وقرعاً في موضع بالجوانية على بئر يقال لها أم</w:t>
      </w:r>
      <w:r w:rsidRPr="00A92ACC">
        <w:t xml:space="preserve"> </w:t>
      </w:r>
      <w:r w:rsidRPr="00A92ACC">
        <w:rPr>
          <w:rtl/>
        </w:rPr>
        <w:t>عظام، فلما قرب الخير واستوى الزرع بغتني الجراد، فأتى على الزرع كله، وكنت</w:t>
      </w:r>
      <w:r w:rsidRPr="00A92ACC">
        <w:t xml:space="preserve"> </w:t>
      </w:r>
      <w:r w:rsidRPr="00A92ACC">
        <w:rPr>
          <w:rtl/>
        </w:rPr>
        <w:t>غرمت إلى الزرع وفي ثمن جملين مائة وعشرين ديناراً</w:t>
      </w:r>
      <w:r w:rsidRPr="00A92ACC">
        <w:t>.</w:t>
      </w:r>
    </w:p>
    <w:p w:rsidR="00635D35" w:rsidRDefault="002C60F7" w:rsidP="00170F2F">
      <w:pPr>
        <w:pStyle w:val="libNormal"/>
        <w:rPr>
          <w:rtl/>
        </w:rPr>
      </w:pPr>
      <w:r w:rsidRPr="00A92ACC">
        <w:rPr>
          <w:rtl/>
        </w:rPr>
        <w:t>فبينما أنا جالس طلع موسى بن جعفر فسلّم، ثم قال: ايش حالك؟ فقلت اصبحت</w:t>
      </w:r>
      <w:r w:rsidRPr="00A92ACC">
        <w:t xml:space="preserve"> </w:t>
      </w:r>
      <w:r w:rsidRPr="00A92ACC">
        <w:rPr>
          <w:rtl/>
        </w:rPr>
        <w:t>كالصريم بغتني الجراد فأكل زرعي، قال: وكم غرمت فيه؟ قلت مائة وعشرين</w:t>
      </w:r>
      <w:r w:rsidRPr="00A92ACC">
        <w:t xml:space="preserve"> </w:t>
      </w:r>
      <w:r w:rsidRPr="00A92ACC">
        <w:rPr>
          <w:rtl/>
        </w:rPr>
        <w:t>ديناراً مع ثمن الجملين، فقال: يا عرفة، زن لابي المغيث مائة وخمسين</w:t>
      </w:r>
      <w:r w:rsidRPr="00A92ACC">
        <w:t xml:space="preserve"> </w:t>
      </w:r>
      <w:r w:rsidRPr="00A92ACC">
        <w:rPr>
          <w:rtl/>
        </w:rPr>
        <w:t>ديناراً، فربحك ثلاثين ديناراً والجملين، فقلت: أيا مبارك ادخل وادع لي</w:t>
      </w:r>
      <w:r w:rsidR="00170F2F">
        <w:t xml:space="preserve"> </w:t>
      </w:r>
      <w:r w:rsidRPr="00A92ACC">
        <w:rPr>
          <w:rtl/>
        </w:rPr>
        <w:t>فيها فدخل ودعا وحدثني عن رسول الله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A92ACC">
        <w:rPr>
          <w:rtl/>
        </w:rPr>
        <w:t xml:space="preserve"> انه قال: (تمسكوا</w:t>
      </w:r>
      <w:r w:rsidRPr="00A92ACC">
        <w:t xml:space="preserve"> </w:t>
      </w:r>
      <w:r w:rsidRPr="00A92ACC">
        <w:rPr>
          <w:rtl/>
        </w:rPr>
        <w:t>ببقايا المصائب</w:t>
      </w:r>
      <w:r>
        <w:rPr>
          <w:rtl/>
        </w:rPr>
        <w:t>)</w:t>
      </w:r>
      <w:r w:rsidRPr="00A92ACC">
        <w:t>.</w:t>
      </w:r>
    </w:p>
    <w:p w:rsidR="00635D35" w:rsidRDefault="002C60F7" w:rsidP="008501BE">
      <w:pPr>
        <w:pStyle w:val="libNormal"/>
        <w:rPr>
          <w:rtl/>
        </w:rPr>
      </w:pPr>
      <w:r w:rsidRPr="00A92ACC">
        <w:rPr>
          <w:rtl/>
        </w:rPr>
        <w:t>ثم علقت عليه الجملين وسقيته، فجعل الله فيها البركة، زكت فبعت منها بعشرة</w:t>
      </w:r>
      <w:r w:rsidRPr="00A92ACC">
        <w:t xml:space="preserve"> </w:t>
      </w:r>
      <w:r w:rsidRPr="00A92ACC">
        <w:rPr>
          <w:rtl/>
        </w:rPr>
        <w:t>آلاف</w:t>
      </w:r>
      <w:r w:rsidRPr="00A92ACC">
        <w:t>.</w:t>
      </w:r>
    </w:p>
    <w:p w:rsidR="00615A88" w:rsidRDefault="002C60F7" w:rsidP="008501BE">
      <w:pPr>
        <w:pStyle w:val="libNormal"/>
        <w:rPr>
          <w:rtl/>
        </w:rPr>
      </w:pPr>
      <w:r w:rsidRPr="00A92ACC">
        <w:rPr>
          <w:rtl/>
        </w:rPr>
        <w:t>اخبرنا الحسين أبي بكر، اخبرنا الحسن بن محمد العلوي، حدثنا جدي قال: وذكر</w:t>
      </w:r>
      <w:r w:rsidRPr="00A92ACC">
        <w:t xml:space="preserve"> </w:t>
      </w:r>
      <w:r w:rsidRPr="00A92ACC">
        <w:rPr>
          <w:rtl/>
        </w:rPr>
        <w:t>ادريس بن أبي رافع عن محمد بن موسى قال: خرجت مع أبي إلى ضياعه بسارية</w:t>
      </w:r>
      <w:r w:rsidRPr="008014DD">
        <w:rPr>
          <w:rStyle w:val="libFootnotenumChar"/>
          <w:rtl/>
        </w:rPr>
        <w:t>(1)</w:t>
      </w:r>
      <w:r w:rsidRPr="00A92ACC">
        <w:t xml:space="preserve"> </w:t>
      </w:r>
      <w:r w:rsidRPr="00A92ACC">
        <w:rPr>
          <w:rtl/>
        </w:rPr>
        <w:t>فاصبحنا في غداة باردة وقد دنونا منها، واصبحنا على عين من عيون سارية،</w:t>
      </w:r>
      <w:r w:rsidRPr="00A92ACC">
        <w:t xml:space="preserve"> </w:t>
      </w:r>
      <w:r w:rsidRPr="00A92ACC">
        <w:rPr>
          <w:rtl/>
        </w:rPr>
        <w:t>فخرج إلينا من تلك الضياع عبد زنجي فصيح مستنذر بخرقة على رأسه قدر فخار</w:t>
      </w:r>
      <w:r w:rsidRPr="00A92ACC">
        <w:t xml:space="preserve"> </w:t>
      </w:r>
      <w:r w:rsidRPr="00A92ACC">
        <w:rPr>
          <w:rtl/>
        </w:rPr>
        <w:t>يفور، فوقف على الغلمات فقال: أين سيدكم؟ قالوا هو ذاك قال: أبو مَنْ</w:t>
      </w:r>
      <w:r w:rsidRPr="00A92ACC">
        <w:t xml:space="preserve"> </w:t>
      </w:r>
      <w:r w:rsidRPr="00A92ACC">
        <w:rPr>
          <w:rtl/>
        </w:rPr>
        <w:t>يكنّى؟ قالوا له: أبو الحسن، قال: فوقف عليه، فقال يا سيدي يا أبا الحسن</w:t>
      </w:r>
      <w:r w:rsidRPr="00A92ACC">
        <w:t xml:space="preserve"> </w:t>
      </w:r>
      <w:r w:rsidRPr="00A92ACC">
        <w:rPr>
          <w:rtl/>
        </w:rPr>
        <w:t>هذه عصيدة أهديتها إليك، قال ضعها عند الغلمان فأكلوا منها قال ثم ذهب، فلم</w:t>
      </w:r>
      <w:r w:rsidRPr="00A92ACC">
        <w:t xml:space="preserve"> </w:t>
      </w:r>
      <w:r w:rsidRPr="00A92ACC">
        <w:rPr>
          <w:rtl/>
        </w:rPr>
        <w:t>نقل: بلغ، حتى خرج على رأسه حزمة حطب، حتى وقف فقال له يا سيدي هذا حطب</w:t>
      </w:r>
      <w:r w:rsidRPr="00A92ACC">
        <w:t xml:space="preserve"> </w:t>
      </w:r>
      <w:r w:rsidRPr="00A92ACC">
        <w:rPr>
          <w:rtl/>
        </w:rPr>
        <w:t>أهديت اليك، قال: ضعه عند الغلمان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7A416D" w:rsidRDefault="00067836" w:rsidP="00067836">
      <w:pPr>
        <w:pStyle w:val="libFootnote"/>
      </w:pPr>
      <w:r>
        <w:rPr>
          <w:rFonts w:hint="cs"/>
          <w:rtl/>
        </w:rPr>
        <w:t xml:space="preserve">(1) </w:t>
      </w:r>
      <w:r w:rsidR="002C60F7" w:rsidRPr="00A92ACC">
        <w:rPr>
          <w:rtl/>
        </w:rPr>
        <w:t>واد من حدود الحجاز فيه مزارع</w:t>
      </w:r>
      <w:r w:rsidR="002C60F7" w:rsidRPr="00A92ACC">
        <w:t>.</w:t>
      </w:r>
    </w:p>
    <w:p w:rsidR="007A416D" w:rsidRDefault="007A416D" w:rsidP="00191648">
      <w:pPr>
        <w:pStyle w:val="libNormal"/>
      </w:pPr>
      <w:r>
        <w:br w:type="page"/>
      </w:r>
    </w:p>
    <w:p w:rsidR="00635D35" w:rsidRDefault="002C60F7" w:rsidP="00B13028">
      <w:pPr>
        <w:pStyle w:val="libNormal0"/>
        <w:rPr>
          <w:rtl/>
        </w:rPr>
      </w:pPr>
      <w:r w:rsidRPr="00A92ACC">
        <w:rPr>
          <w:rtl/>
        </w:rPr>
        <w:lastRenderedPageBreak/>
        <w:t>شب لنا ناراً</w:t>
      </w:r>
      <w:r w:rsidRPr="00A92ACC">
        <w:t xml:space="preserve"> </w:t>
      </w:r>
      <w:r w:rsidRPr="00A92ACC">
        <w:rPr>
          <w:rtl/>
        </w:rPr>
        <w:t>فذهب فجاء بنار، قال وكتب أبو الحسن اسمه واسم مولاه فدفعه إلي وقال: يا</w:t>
      </w:r>
      <w:r w:rsidRPr="00A92ACC">
        <w:t xml:space="preserve"> </w:t>
      </w:r>
      <w:r w:rsidRPr="00A92ACC">
        <w:rPr>
          <w:rtl/>
        </w:rPr>
        <w:t>بني، احتفظ بهذه الرقعة حتى أسألك عنها</w:t>
      </w:r>
      <w:r w:rsidRPr="00A92ACC">
        <w:t>.</w:t>
      </w:r>
    </w:p>
    <w:p w:rsidR="00635D35" w:rsidRDefault="002C60F7" w:rsidP="008501BE">
      <w:pPr>
        <w:pStyle w:val="libNormal"/>
        <w:rPr>
          <w:rtl/>
        </w:rPr>
      </w:pPr>
      <w:r w:rsidRPr="00A92ACC">
        <w:rPr>
          <w:rtl/>
        </w:rPr>
        <w:t>قال: فوردنا إلى ضياعه، وأقام بها ما طاب له، ثم قال: امضوا بنا إلى زيارة</w:t>
      </w:r>
      <w:r w:rsidRPr="00A92ACC">
        <w:t xml:space="preserve"> </w:t>
      </w:r>
      <w:r w:rsidRPr="00A92ACC">
        <w:rPr>
          <w:rtl/>
        </w:rPr>
        <w:t>البيت</w:t>
      </w:r>
      <w:r w:rsidRPr="00A92ACC">
        <w:t>.</w:t>
      </w:r>
    </w:p>
    <w:p w:rsidR="00067836" w:rsidRDefault="002C60F7" w:rsidP="008501BE">
      <w:pPr>
        <w:pStyle w:val="libNormal"/>
        <w:rPr>
          <w:rtl/>
        </w:rPr>
      </w:pPr>
      <w:r w:rsidRPr="00A92ACC">
        <w:rPr>
          <w:rtl/>
        </w:rPr>
        <w:t>قال: فخرجنا حتى وردنا مكة، فلما قضى أبو الحسن عمرته دعا صاعداً فقال</w:t>
      </w:r>
      <w:r w:rsidRPr="00A92ACC">
        <w:t xml:space="preserve">: </w:t>
      </w:r>
      <w:r w:rsidRPr="00A92ACC">
        <w:rPr>
          <w:rtl/>
        </w:rPr>
        <w:t>اذهب فاطلب لي هذا الرجل، فإذا علمت بموضعه فاعلمني حتى امشي إليه، فاني</w:t>
      </w:r>
      <w:r w:rsidRPr="00A92ACC">
        <w:t xml:space="preserve"> </w:t>
      </w:r>
      <w:r w:rsidRPr="00A92ACC">
        <w:rPr>
          <w:rtl/>
        </w:rPr>
        <w:t>أكره أن ادعوه والحاجة لي</w:t>
      </w:r>
      <w:r w:rsidRPr="00A92ACC">
        <w:t>.</w:t>
      </w:r>
    </w:p>
    <w:p w:rsidR="007A416D" w:rsidRDefault="002C60F7" w:rsidP="008501BE">
      <w:pPr>
        <w:pStyle w:val="libNormal"/>
        <w:rPr>
          <w:rtl/>
        </w:rPr>
      </w:pPr>
      <w:r w:rsidRPr="00A92ACC">
        <w:rPr>
          <w:rtl/>
        </w:rPr>
        <w:t>قال لي صاعد: فذهبت حتى وقفت على الرجل فلما رآني عرفني ـ وكنت اعرفه وكان</w:t>
      </w:r>
      <w:r w:rsidRPr="00A92ACC">
        <w:t xml:space="preserve"> </w:t>
      </w:r>
      <w:r w:rsidRPr="00A92ACC">
        <w:rPr>
          <w:rtl/>
        </w:rPr>
        <w:t>يتشيع ـ فلما رآني سلم علي وقال: أبو الحسن قدم؟ قلت: لا، قال فايش اقدمك؟</w:t>
      </w:r>
      <w:r w:rsidRPr="00A92ACC">
        <w:t xml:space="preserve"> </w:t>
      </w:r>
      <w:r w:rsidRPr="00A92ACC">
        <w:rPr>
          <w:rtl/>
        </w:rPr>
        <w:t>قلت حوائج، وقد كان ملم بمكانه بساية، فتتبعني، وجعلت اتقصى منه ويلحقني</w:t>
      </w:r>
      <w:r w:rsidRPr="00A92ACC">
        <w:t xml:space="preserve"> </w:t>
      </w:r>
      <w:r w:rsidRPr="00A92ACC">
        <w:rPr>
          <w:rtl/>
        </w:rPr>
        <w:t>بنفسه، فلما رأيت اني لا انفلت منه مضيت إلى مولاي ومضى معي حتى اتيته،</w:t>
      </w:r>
      <w:r w:rsidRPr="00A92ACC">
        <w:t xml:space="preserve"> </w:t>
      </w:r>
      <w:r w:rsidRPr="00A92ACC">
        <w:rPr>
          <w:rtl/>
        </w:rPr>
        <w:t>فقال: ألم أقل لك لا تعلمه؟ فقلت: جعلت فداك لم أعلمه، فسلّم عليه، فقال له</w:t>
      </w:r>
      <w:r w:rsidRPr="00A92ACC">
        <w:t xml:space="preserve"> </w:t>
      </w:r>
      <w:r w:rsidRPr="00A92ACC">
        <w:rPr>
          <w:rtl/>
        </w:rPr>
        <w:t>أبو الحسن: غلامك فلان تبيعه؟ قال له جعلت فداك الغلام لك والضيعة وجميع ما</w:t>
      </w:r>
      <w:r w:rsidRPr="00A92ACC">
        <w:t xml:space="preserve"> </w:t>
      </w:r>
      <w:r w:rsidRPr="00A92ACC">
        <w:rPr>
          <w:rtl/>
        </w:rPr>
        <w:t>أملك، قال: أما الضيعة فلا أحب أن اسلبكها</w:t>
      </w:r>
      <w:r w:rsidRPr="00A92ACC">
        <w:t>.</w:t>
      </w:r>
    </w:p>
    <w:p w:rsidR="007A416D" w:rsidRDefault="002C60F7" w:rsidP="008501BE">
      <w:pPr>
        <w:pStyle w:val="libNormal"/>
        <w:rPr>
          <w:rtl/>
        </w:rPr>
      </w:pPr>
      <w:r w:rsidRPr="00A92ACC">
        <w:rPr>
          <w:rtl/>
        </w:rPr>
        <w:t>وقد حدّثني أبي عن جدي: إن بائع الضيعة ممحوق ومشتريها مرزوق ـ قال: فجعل</w:t>
      </w:r>
      <w:r w:rsidRPr="00A92ACC">
        <w:t xml:space="preserve"> </w:t>
      </w:r>
      <w:r w:rsidRPr="00A92ACC">
        <w:rPr>
          <w:rtl/>
        </w:rPr>
        <w:t>الرجل يعرضها عليه مدلا بها، فاشترى أبو الحسن الضيعة والرقيق منه بألف</w:t>
      </w:r>
      <w:r w:rsidRPr="00A92ACC">
        <w:t xml:space="preserve"> </w:t>
      </w:r>
      <w:r w:rsidRPr="00A92ACC">
        <w:rPr>
          <w:rtl/>
        </w:rPr>
        <w:t>دينار، واعتق العبد ووهب له الضيعة</w:t>
      </w:r>
      <w:r w:rsidRPr="00A92ACC">
        <w:t>.</w:t>
      </w:r>
    </w:p>
    <w:p w:rsidR="007A416D" w:rsidRDefault="002C60F7" w:rsidP="008501BE">
      <w:pPr>
        <w:pStyle w:val="libNormal"/>
        <w:rPr>
          <w:rtl/>
        </w:rPr>
      </w:pPr>
      <w:r w:rsidRPr="00A92ACC">
        <w:rPr>
          <w:rtl/>
        </w:rPr>
        <w:t>قال ادرى بن أبي رافع: فهو ذا ولده في الصرافين بمكة</w:t>
      </w:r>
      <w:r w:rsidRPr="00A92ACC">
        <w:t>.</w:t>
      </w:r>
    </w:p>
    <w:p w:rsidR="00E71AFD" w:rsidRDefault="002C60F7" w:rsidP="00490D4A">
      <w:pPr>
        <w:pStyle w:val="libNormal"/>
        <w:rPr>
          <w:rtl/>
        </w:rPr>
      </w:pPr>
      <w:r w:rsidRPr="00A92ACC">
        <w:rPr>
          <w:rtl/>
        </w:rPr>
        <w:t>حدّثني الحسن بن محمد الخلال، حدّثنا الحديث محمد بن عمران، حدّثنا محمد بن</w:t>
      </w:r>
      <w:r w:rsidRPr="00A92ACC">
        <w:t xml:space="preserve"> </w:t>
      </w:r>
      <w:r w:rsidRPr="00A92ACC">
        <w:rPr>
          <w:rtl/>
        </w:rPr>
        <w:t>يحيى الصولي، حدّثنا عون بن محمد قال: سمعن اسحاق الموصلي غير مرة يقول</w:t>
      </w:r>
      <w:r w:rsidRPr="00A92ACC">
        <w:t xml:space="preserve">: </w:t>
      </w:r>
      <w:r w:rsidRPr="00A92ACC">
        <w:rPr>
          <w:rtl/>
        </w:rPr>
        <w:t>حدّثني الفضل بن الربيع، عن أبيه: انه لما حبس</w:t>
      </w:r>
      <w:r w:rsidR="007A416D">
        <w:rPr>
          <w:rFonts w:hint="cs"/>
          <w:rtl/>
        </w:rPr>
        <w:t xml:space="preserve"> </w:t>
      </w:r>
      <w:r w:rsidRPr="00A92ACC">
        <w:rPr>
          <w:rtl/>
        </w:rPr>
        <w:t>المهدي موسى بن</w:t>
      </w:r>
      <w:r w:rsidRPr="00A92ACC">
        <w:t xml:space="preserve"> </w:t>
      </w:r>
      <w:r w:rsidRPr="00A92ACC">
        <w:rPr>
          <w:rtl/>
        </w:rPr>
        <w:t xml:space="preserve">جعفر رأى المهدي في النوم علي بن أبي طالب وهو يقول: يا محمد </w:t>
      </w:r>
      <w:r w:rsidR="00490D4A" w:rsidRPr="00980442">
        <w:rPr>
          <w:rStyle w:val="libAlaemChar"/>
          <w:rFonts w:eastAsiaTheme="minorHAnsi"/>
          <w:rtl/>
        </w:rPr>
        <w:t>(</w:t>
      </w:r>
      <w:r w:rsidR="00490D4A">
        <w:rPr>
          <w:rStyle w:val="libAieChar"/>
          <w:rFonts w:hint="cs"/>
          <w:rtl/>
        </w:rPr>
        <w:t xml:space="preserve"> </w:t>
      </w:r>
      <w:r w:rsidRPr="00490D4A">
        <w:rPr>
          <w:rStyle w:val="libAieChar"/>
          <w:rtl/>
        </w:rPr>
        <w:t>فهل عسيتم أن</w:t>
      </w:r>
      <w:r w:rsidRPr="00490D4A">
        <w:rPr>
          <w:rStyle w:val="libAieChar"/>
        </w:rPr>
        <w:t xml:space="preserve"> </w:t>
      </w:r>
      <w:r w:rsidRPr="00490D4A">
        <w:rPr>
          <w:rStyle w:val="libAieChar"/>
          <w:rtl/>
        </w:rPr>
        <w:t>توليتم أن تفسدوا في الأرض وتقطعوا</w:t>
      </w:r>
      <w:r w:rsidRPr="00A92ACC">
        <w:rPr>
          <w:rtl/>
        </w:rPr>
        <w:t xml:space="preserve"> </w:t>
      </w:r>
    </w:p>
    <w:p w:rsidR="00E71AFD" w:rsidRDefault="00E71AFD" w:rsidP="00942C77">
      <w:pPr>
        <w:pStyle w:val="libNormal"/>
        <w:rPr>
          <w:rtl/>
        </w:rPr>
      </w:pPr>
      <w:r>
        <w:rPr>
          <w:rtl/>
        </w:rPr>
        <w:br w:type="page"/>
      </w:r>
    </w:p>
    <w:p w:rsidR="007A416D" w:rsidRDefault="002C60F7" w:rsidP="00490D4A">
      <w:pPr>
        <w:pStyle w:val="libNormal0"/>
        <w:rPr>
          <w:rtl/>
        </w:rPr>
      </w:pPr>
      <w:r w:rsidRPr="00490D4A">
        <w:rPr>
          <w:rStyle w:val="libAieChar"/>
          <w:rtl/>
        </w:rPr>
        <w:lastRenderedPageBreak/>
        <w:t>أرحامكم</w:t>
      </w:r>
      <w:r w:rsidR="00490D4A">
        <w:rPr>
          <w:rStyle w:val="libAieChar"/>
          <w:rFonts w:hint="cs"/>
          <w:rtl/>
        </w:rPr>
        <w:t xml:space="preserve"> </w:t>
      </w:r>
      <w:r w:rsidR="00490D4A" w:rsidRPr="00980442">
        <w:rPr>
          <w:rStyle w:val="libAlaemChar"/>
          <w:rFonts w:eastAsiaTheme="minorHAnsi"/>
          <w:rtl/>
        </w:rPr>
        <w:t>)</w:t>
      </w:r>
      <w:r w:rsidR="00490D4A" w:rsidRPr="008014DD">
        <w:rPr>
          <w:rStyle w:val="libFootnotenumChar"/>
          <w:rtl/>
        </w:rPr>
        <w:t xml:space="preserve"> </w:t>
      </w:r>
      <w:r w:rsidRPr="008014DD">
        <w:rPr>
          <w:rStyle w:val="libFootnotenumChar"/>
          <w:rtl/>
        </w:rPr>
        <w:t>(1)</w:t>
      </w:r>
      <w:r w:rsidRPr="00A92ACC">
        <w:rPr>
          <w:rtl/>
        </w:rPr>
        <w:t>، قال الربيع: فأرسل إلي</w:t>
      </w:r>
      <w:r w:rsidRPr="00A92ACC">
        <w:t xml:space="preserve"> </w:t>
      </w:r>
      <w:r w:rsidRPr="00A92ACC">
        <w:rPr>
          <w:rtl/>
        </w:rPr>
        <w:t>ليلا فراعني ذلك، فجئته فإذا هو يقرأ هذه الآية ـ وكان أحسن الناس صوتاً ـ</w:t>
      </w:r>
      <w:r w:rsidRPr="00A92ACC">
        <w:t xml:space="preserve"> </w:t>
      </w:r>
      <w:r w:rsidRPr="00A92ACC">
        <w:rPr>
          <w:rtl/>
        </w:rPr>
        <w:t>وقال: علي بموسى بن جعفر. فجئته به فعانقه واجلسه إلى جانبه وقال: يا أبا</w:t>
      </w:r>
      <w:r w:rsidRPr="00A92ACC">
        <w:t xml:space="preserve"> </w:t>
      </w:r>
      <w:r w:rsidRPr="00A92ACC">
        <w:rPr>
          <w:rtl/>
        </w:rPr>
        <w:t>الحسن اني رأيت أمير المؤمنين علي بن أبي طالب في النوم يقرأ علي كذا،</w:t>
      </w:r>
      <w:r w:rsidRPr="00A92ACC">
        <w:t xml:space="preserve"> </w:t>
      </w:r>
      <w:r w:rsidRPr="00A92ACC">
        <w:rPr>
          <w:rtl/>
        </w:rPr>
        <w:t>فتؤمنني ان تخرج علي أو على أحد من ولدي؟ فقال: الله لا فعلت ذلك ولا هو من</w:t>
      </w:r>
      <w:r w:rsidR="00E71AFD">
        <w:rPr>
          <w:rFonts w:hint="cs"/>
          <w:rtl/>
        </w:rPr>
        <w:t xml:space="preserve"> </w:t>
      </w:r>
      <w:r w:rsidRPr="00A92ACC">
        <w:rPr>
          <w:rtl/>
        </w:rPr>
        <w:t>شأني، قال: صدقت، يا ربيع اعطه ثلاثة آلاف دينار ورده إلى أهله إلى</w:t>
      </w:r>
      <w:r w:rsidRPr="00A92ACC">
        <w:t xml:space="preserve"> </w:t>
      </w:r>
      <w:r w:rsidRPr="00A92ACC">
        <w:rPr>
          <w:rtl/>
        </w:rPr>
        <w:t>المدينة، قال الربيع: فأحكمت امره ليلا، فلما أصبح إلاّ وهو في الطريق خوف</w:t>
      </w:r>
      <w:r w:rsidRPr="00A92ACC">
        <w:t xml:space="preserve"> </w:t>
      </w:r>
      <w:r w:rsidRPr="00A92ACC">
        <w:rPr>
          <w:rtl/>
        </w:rPr>
        <w:t>العوائق</w:t>
      </w:r>
      <w:r w:rsidRPr="00A92ACC">
        <w:t>.</w:t>
      </w:r>
    </w:p>
    <w:p w:rsidR="007A416D" w:rsidRDefault="002C60F7" w:rsidP="000F17D4">
      <w:pPr>
        <w:pStyle w:val="libNormal"/>
        <w:rPr>
          <w:rtl/>
        </w:rPr>
      </w:pPr>
      <w:r w:rsidRPr="00A92ACC">
        <w:rPr>
          <w:rtl/>
        </w:rPr>
        <w:t>اخبرنا القاضي أبو العلاء محمد بن علي الواسطي، حدّثنا عمر بن أحمد الواعظ،</w:t>
      </w:r>
      <w:r w:rsidRPr="00A92ACC">
        <w:t xml:space="preserve"> </w:t>
      </w:r>
      <w:r w:rsidRPr="00A92ACC">
        <w:rPr>
          <w:rtl/>
        </w:rPr>
        <w:t>حدّثنا الحسين بن القاسم، حدّثني أحمد بن وهب، اخبرنا عبدالرحمن بن صالح</w:t>
      </w:r>
      <w:r w:rsidRPr="00A92ACC">
        <w:t xml:space="preserve"> </w:t>
      </w:r>
      <w:r w:rsidRPr="00A92ACC">
        <w:rPr>
          <w:rtl/>
        </w:rPr>
        <w:t>الأزدي، قال: حج هارون الرشيد، فأتى قبر النبي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="000F17D4" w:rsidRPr="00A92ACC">
        <w:rPr>
          <w:rtl/>
        </w:rPr>
        <w:t xml:space="preserve"> </w:t>
      </w:r>
      <w:r w:rsidRPr="00A92ACC">
        <w:rPr>
          <w:rtl/>
        </w:rPr>
        <w:t>زائراً</w:t>
      </w:r>
      <w:r w:rsidRPr="00A92ACC">
        <w:t xml:space="preserve"> </w:t>
      </w:r>
      <w:r w:rsidRPr="00A92ACC">
        <w:rPr>
          <w:rtl/>
        </w:rPr>
        <w:t>له وحوله قريش وافياء القبائل، ومعه موسى بن جعفر، فلمّا انتهى إلى القبر</w:t>
      </w:r>
      <w:r w:rsidRPr="00A92ACC">
        <w:t xml:space="preserve"> </w:t>
      </w:r>
      <w:r w:rsidRPr="00A92ACC">
        <w:rPr>
          <w:rtl/>
        </w:rPr>
        <w:t>قال: السلام عليك يا رسول الله يا ابن عمي ـ افتخاراً على من حوله ـ فدنا</w:t>
      </w:r>
      <w:r w:rsidRPr="00A92ACC">
        <w:t xml:space="preserve"> </w:t>
      </w:r>
      <w:r w:rsidRPr="00A92ACC">
        <w:rPr>
          <w:rtl/>
        </w:rPr>
        <w:t>موسى بن جعفر، فقال: السلام عليك يا ابه، فتغير وجه هارون وقال: هذا الفخر</w:t>
      </w:r>
      <w:r w:rsidRPr="00A92ACC">
        <w:t xml:space="preserve"> </w:t>
      </w:r>
      <w:r w:rsidRPr="00A92ACC">
        <w:rPr>
          <w:rtl/>
        </w:rPr>
        <w:t>يا ابا الحسن حقاً</w:t>
      </w:r>
      <w:r w:rsidRPr="00A92ACC">
        <w:t>.</w:t>
      </w:r>
    </w:p>
    <w:p w:rsidR="00615A88" w:rsidRDefault="002C60F7" w:rsidP="008501BE">
      <w:pPr>
        <w:pStyle w:val="libNormal"/>
        <w:rPr>
          <w:rtl/>
        </w:rPr>
      </w:pPr>
      <w:r w:rsidRPr="00A92ACC">
        <w:rPr>
          <w:rtl/>
        </w:rPr>
        <w:t>اخبرنا الحسن بن أبي بكر، اخبرنا الحسن بن محمد العلوي، حدّثني جدي، حدّثني</w:t>
      </w:r>
      <w:r w:rsidRPr="00A92ACC">
        <w:t xml:space="preserve"> </w:t>
      </w:r>
      <w:r w:rsidRPr="00A92ACC">
        <w:rPr>
          <w:rtl/>
        </w:rPr>
        <w:t>عمار بن أبان قال: حبس أبو الحسن موسى ابن جعفر عند السندي فسألته اخته ان</w:t>
      </w:r>
      <w:r w:rsidRPr="00A92ACC">
        <w:t xml:space="preserve"> </w:t>
      </w:r>
      <w:r w:rsidRPr="00A92ACC">
        <w:rPr>
          <w:rtl/>
        </w:rPr>
        <w:t>تتولى حبسه ـ وكانت تتدين ـ ففعل، فكانت تلي خدمته فحكي لنا أنها قالت: كان</w:t>
      </w:r>
      <w:r w:rsidRPr="00A92ACC">
        <w:t xml:space="preserve"> </w:t>
      </w:r>
      <w:r w:rsidRPr="00A92ACC">
        <w:rPr>
          <w:rtl/>
        </w:rPr>
        <w:t>إذا صلى العتمة حمد الله ومجده ودعاه، فلم يزل كذلك حتى يزول الليل، فإذا</w:t>
      </w:r>
      <w:r w:rsidRPr="00A92ACC">
        <w:t xml:space="preserve"> </w:t>
      </w:r>
      <w:r w:rsidRPr="00A92ACC">
        <w:rPr>
          <w:rtl/>
        </w:rPr>
        <w:t>زال الليل قام يصلي حتى يصلي الصبح،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7A416D" w:rsidRDefault="00067836" w:rsidP="00067836">
      <w:pPr>
        <w:pStyle w:val="libFootnote"/>
      </w:pPr>
      <w:r>
        <w:rPr>
          <w:rFonts w:hint="cs"/>
          <w:rtl/>
        </w:rPr>
        <w:t xml:space="preserve">(1) </w:t>
      </w:r>
      <w:r w:rsidR="002C60F7" w:rsidRPr="00A92ACC">
        <w:rPr>
          <w:rtl/>
        </w:rPr>
        <w:t>محمد 47: 22</w:t>
      </w:r>
      <w:r w:rsidR="002C60F7" w:rsidRPr="00A92ACC">
        <w:t>.</w:t>
      </w:r>
    </w:p>
    <w:p w:rsidR="007A416D" w:rsidRDefault="007A416D" w:rsidP="00191648">
      <w:pPr>
        <w:pStyle w:val="libNormal"/>
      </w:pPr>
      <w:r>
        <w:br w:type="page"/>
      </w:r>
    </w:p>
    <w:p w:rsidR="007A416D" w:rsidRDefault="002C60F7" w:rsidP="00B13028">
      <w:pPr>
        <w:pStyle w:val="libNormal0"/>
        <w:rPr>
          <w:rtl/>
        </w:rPr>
      </w:pPr>
      <w:r w:rsidRPr="00A92ACC">
        <w:rPr>
          <w:rtl/>
        </w:rPr>
        <w:lastRenderedPageBreak/>
        <w:t>ثم يذكر قليلا</w:t>
      </w:r>
      <w:r w:rsidRPr="00A92ACC">
        <w:t xml:space="preserve"> </w:t>
      </w:r>
      <w:r w:rsidRPr="00A92ACC">
        <w:rPr>
          <w:rtl/>
        </w:rPr>
        <w:t>حتى تطلع الشمس، ثم يقعد إلى ارتفاع الضحى، ثم يتهيأ ويستاك ويأكل ثم يرقد</w:t>
      </w:r>
      <w:r w:rsidRPr="00A92ACC">
        <w:t xml:space="preserve"> </w:t>
      </w:r>
      <w:r w:rsidRPr="00A92ACC">
        <w:rPr>
          <w:rtl/>
        </w:rPr>
        <w:t>إلى قبل الزوال، ثم يتوضأ ويصلي حتى يصلي العصر، ثم يذكر في القبلة حتى</w:t>
      </w:r>
      <w:r w:rsidRPr="00A92ACC">
        <w:t xml:space="preserve"> </w:t>
      </w:r>
      <w:r w:rsidRPr="00A92ACC">
        <w:rPr>
          <w:rtl/>
        </w:rPr>
        <w:t>يصلي المغرب، ثم يصلي ما بين المغرب والعتمة، فكان هذا دأبه، فكانت أخت</w:t>
      </w:r>
      <w:r w:rsidRPr="00A92ACC">
        <w:t xml:space="preserve"> </w:t>
      </w:r>
      <w:r w:rsidRPr="00A92ACC">
        <w:rPr>
          <w:rtl/>
        </w:rPr>
        <w:t>السندي إذا نظرت إليه قالت: خاب قوم تعرضوا لهذا الرجل</w:t>
      </w:r>
      <w:r w:rsidRPr="00A92ACC">
        <w:t>.</w:t>
      </w:r>
    </w:p>
    <w:p w:rsidR="007A416D" w:rsidRDefault="002C60F7" w:rsidP="008501BE">
      <w:pPr>
        <w:pStyle w:val="libNormal"/>
        <w:rPr>
          <w:rtl/>
        </w:rPr>
      </w:pPr>
      <w:r w:rsidRPr="00A92ACC">
        <w:rPr>
          <w:rtl/>
        </w:rPr>
        <w:t>وكان عبداً صالحاً</w:t>
      </w:r>
      <w:r w:rsidRPr="00A92ACC">
        <w:t>.</w:t>
      </w:r>
    </w:p>
    <w:p w:rsidR="007A416D" w:rsidRDefault="002C60F7" w:rsidP="008501BE">
      <w:pPr>
        <w:pStyle w:val="libNormal"/>
        <w:rPr>
          <w:rtl/>
        </w:rPr>
      </w:pPr>
      <w:r w:rsidRPr="00A92ACC">
        <w:rPr>
          <w:rtl/>
        </w:rPr>
        <w:t>اخبرنا الجوهري، حدّثنا محمد بن عمران المرزباني، حدّثنا عبدالواحد بن محمد</w:t>
      </w:r>
      <w:r w:rsidRPr="00A92ACC">
        <w:t xml:space="preserve"> </w:t>
      </w:r>
      <w:r w:rsidRPr="00A92ACC">
        <w:rPr>
          <w:rtl/>
        </w:rPr>
        <w:t>الخصيبي، حدّثني محمد بن اسماعيل قال: بعث موسى بن جعفر إلى الرشيد من</w:t>
      </w:r>
      <w:r w:rsidRPr="00A92ACC">
        <w:t xml:space="preserve"> </w:t>
      </w:r>
      <w:r w:rsidRPr="00A92ACC">
        <w:rPr>
          <w:rtl/>
        </w:rPr>
        <w:t>الحبس رسالة كانت: انه لن ينقضي عني يوم من البلاء إلاّ انقضي عنك معه يوم</w:t>
      </w:r>
      <w:r w:rsidRPr="00A92ACC">
        <w:t xml:space="preserve"> </w:t>
      </w:r>
      <w:r w:rsidRPr="00A92ACC">
        <w:rPr>
          <w:rtl/>
        </w:rPr>
        <w:t>من الرخاء، حتى نقضي جميعاً إلى يوم ليس له انقضاء يسخر فيه المبطلون</w:t>
      </w:r>
      <w:r w:rsidRPr="00A92ACC">
        <w:t>.</w:t>
      </w:r>
    </w:p>
    <w:p w:rsidR="00635D35" w:rsidRDefault="002C60F7" w:rsidP="008501BE">
      <w:pPr>
        <w:pStyle w:val="libNormal"/>
        <w:rPr>
          <w:rtl/>
        </w:rPr>
      </w:pPr>
      <w:r w:rsidRPr="00A92ACC">
        <w:rPr>
          <w:rtl/>
        </w:rPr>
        <w:t>اخبرنا الحسن بن أبي بكر، اخبرنا الحسن بن محمد بن العلوي، قال حدّثني جدي</w:t>
      </w:r>
      <w:r w:rsidRPr="00A92ACC">
        <w:t xml:space="preserve"> </w:t>
      </w:r>
      <w:r w:rsidRPr="00A92ACC">
        <w:rPr>
          <w:rtl/>
        </w:rPr>
        <w:t>قال: قال أبو موسى العباسي: حدّثني ابراهيم بن عبدالسلام بن السندي بن</w:t>
      </w:r>
      <w:r w:rsidRPr="00A92ACC">
        <w:t xml:space="preserve"> </w:t>
      </w:r>
      <w:r w:rsidRPr="00A92ACC">
        <w:rPr>
          <w:rtl/>
        </w:rPr>
        <w:t>شاهك، عن أبيه قال: كان موسى بن جعفر عندنا محبوساً، فلمّا مات بعثنا إلى</w:t>
      </w:r>
      <w:r w:rsidRPr="00A92ACC">
        <w:t xml:space="preserve"> </w:t>
      </w:r>
      <w:r w:rsidRPr="00A92ACC">
        <w:rPr>
          <w:rtl/>
        </w:rPr>
        <w:t>جماعة من العدول من الكرخ فادخلناهم عليه فاشهدناهم على موته، واحسبه قال</w:t>
      </w:r>
      <w:r w:rsidRPr="00A92ACC">
        <w:t xml:space="preserve">: </w:t>
      </w:r>
      <w:r w:rsidRPr="00A92ACC">
        <w:rPr>
          <w:rtl/>
        </w:rPr>
        <w:t>ودفن بمقابر الشونيزي</w:t>
      </w:r>
      <w:r w:rsidRPr="00A92ACC">
        <w:t>.</w:t>
      </w:r>
    </w:p>
    <w:p w:rsidR="007A416D" w:rsidRDefault="002C60F7" w:rsidP="008501BE">
      <w:pPr>
        <w:pStyle w:val="libNormal"/>
        <w:rPr>
          <w:rtl/>
        </w:rPr>
      </w:pPr>
      <w:r w:rsidRPr="00A92ACC">
        <w:rPr>
          <w:rtl/>
        </w:rPr>
        <w:t>اخبرنا أبو سعيد الحسن بن محمد بن عبدالله الأصبهاني، حدّثنا القاضي أبو</w:t>
      </w:r>
      <w:r w:rsidRPr="00A92ACC">
        <w:t xml:space="preserve"> </w:t>
      </w:r>
      <w:r w:rsidRPr="00A92ACC">
        <w:rPr>
          <w:rtl/>
        </w:rPr>
        <w:t>بكر محمد بن عمر بن مسلم الحافظ، حدّثني عبدالله بن أحمد بن عامر، حدّثنا</w:t>
      </w:r>
      <w:r w:rsidRPr="00A92ACC">
        <w:t xml:space="preserve"> </w:t>
      </w:r>
      <w:r w:rsidRPr="00A92ACC">
        <w:rPr>
          <w:rtl/>
        </w:rPr>
        <w:t>علي بن محمد الصنعاني، قال: قال محمد بن صدقة العنبري: توفي موسى بن جعفر</w:t>
      </w:r>
      <w:r w:rsidRPr="00A92ACC">
        <w:t xml:space="preserve"> </w:t>
      </w:r>
      <w:r w:rsidRPr="00A92ACC">
        <w:rPr>
          <w:rtl/>
        </w:rPr>
        <w:t>بن محمد بن علي سنة ثلاث وثمانين ومائة</w:t>
      </w:r>
      <w:r w:rsidRPr="00A92ACC">
        <w:t>.</w:t>
      </w:r>
    </w:p>
    <w:p w:rsidR="007A416D" w:rsidRDefault="002C60F7" w:rsidP="008501BE">
      <w:pPr>
        <w:pStyle w:val="libNormal"/>
        <w:rPr>
          <w:rtl/>
        </w:rPr>
      </w:pPr>
      <w:r w:rsidRPr="00A92ACC">
        <w:rPr>
          <w:rtl/>
        </w:rPr>
        <w:t>وقال غيره: توفى لخمس بقين من رجب</w:t>
      </w:r>
      <w:r w:rsidRPr="00A92ACC">
        <w:t>".</w:t>
      </w:r>
    </w:p>
    <w:p w:rsidR="007A416D" w:rsidRDefault="002C60F7" w:rsidP="008501BE">
      <w:pPr>
        <w:pStyle w:val="libNormal"/>
        <w:rPr>
          <w:rtl/>
        </w:rPr>
      </w:pPr>
      <w:r w:rsidRPr="00A92ACC">
        <w:rPr>
          <w:rtl/>
        </w:rPr>
        <w:t>وقال أيضاً في تاريخ بغداد ج1 ص120</w:t>
      </w:r>
      <w:r w:rsidRPr="00A92ACC">
        <w:t>:</w:t>
      </w:r>
      <w:r w:rsidR="007A416D">
        <w:rPr>
          <w:rFonts w:hint="cs"/>
          <w:rtl/>
        </w:rPr>
        <w:t xml:space="preserve"> </w:t>
      </w:r>
      <w:r w:rsidRPr="00A92ACC">
        <w:t>"</w:t>
      </w:r>
      <w:r w:rsidRPr="00A92ACC">
        <w:rPr>
          <w:rtl/>
        </w:rPr>
        <w:t>باب ما ذكره في</w:t>
      </w:r>
      <w:r w:rsidRPr="00A92ACC">
        <w:t xml:space="preserve"> </w:t>
      </w:r>
      <w:r w:rsidRPr="00A92ACC">
        <w:rPr>
          <w:rtl/>
        </w:rPr>
        <w:t>مقابر بغداد المخصوصة بالعلماء والزهاد</w:t>
      </w:r>
      <w:r w:rsidRPr="00A92ACC">
        <w:t>:</w:t>
      </w:r>
    </w:p>
    <w:p w:rsidR="00635D35" w:rsidRDefault="002C60F7" w:rsidP="008501BE">
      <w:pPr>
        <w:pStyle w:val="libNormal"/>
        <w:rPr>
          <w:rtl/>
        </w:rPr>
      </w:pPr>
      <w:r w:rsidRPr="00A92ACC">
        <w:rPr>
          <w:rtl/>
        </w:rPr>
        <w:t>بالجانب الغربي في أعلا المدينة، مقابر قريش، دفن بها موسى بن جعفر بن محمد</w:t>
      </w:r>
      <w:r w:rsidRPr="00A92ACC">
        <w:t xml:space="preserve"> </w:t>
      </w:r>
      <w:r w:rsidRPr="00A92ACC">
        <w:rPr>
          <w:rtl/>
        </w:rPr>
        <w:t>بن علي بن الحسين بن علي بن أبي طالب، وجماعة من الأفاضل معه</w:t>
      </w:r>
      <w:r w:rsidRPr="00A92ACC">
        <w:t>.</w:t>
      </w:r>
    </w:p>
    <w:p w:rsidR="00E71AFD" w:rsidRDefault="002C60F7" w:rsidP="008501BE">
      <w:pPr>
        <w:pStyle w:val="libNormal"/>
        <w:rPr>
          <w:rtl/>
        </w:rPr>
      </w:pPr>
      <w:r w:rsidRPr="00A92ACC">
        <w:rPr>
          <w:rtl/>
        </w:rPr>
        <w:t>اخبرنا القاضي أبو محمد الحسن بن الحسين بن محمد بن رامين الاسترابادي قال</w:t>
      </w:r>
      <w:r w:rsidRPr="00A92ACC">
        <w:t xml:space="preserve">: </w:t>
      </w:r>
      <w:r w:rsidRPr="00A92ACC">
        <w:rPr>
          <w:rtl/>
        </w:rPr>
        <w:t>أنبأنا أحمد بن جعفر بن حمدان القطيعي، قال: سمعت الحسن بن ابراهيم أبا علي</w:t>
      </w:r>
      <w:r w:rsidRPr="00A92ACC">
        <w:t xml:space="preserve"> </w:t>
      </w:r>
      <w:r w:rsidRPr="00A92ACC">
        <w:rPr>
          <w:rtl/>
        </w:rPr>
        <w:t>الخلال يقول: ماهمتي أمر فقصدت قبر موسى بن جعفر فتوسّلت به إلاّ سهّل الله</w:t>
      </w:r>
      <w:r w:rsidRPr="00A92ACC">
        <w:t xml:space="preserve"> </w:t>
      </w:r>
      <w:r w:rsidRPr="00A92ACC">
        <w:rPr>
          <w:rtl/>
        </w:rPr>
        <w:t>تعالى لي ما أحب</w:t>
      </w:r>
      <w:r w:rsidRPr="00A92ACC">
        <w:t>".</w:t>
      </w:r>
    </w:p>
    <w:p w:rsidR="00E71AFD" w:rsidRDefault="00E71AFD" w:rsidP="00E71AFD">
      <w:pPr>
        <w:pStyle w:val="libNormal"/>
        <w:rPr>
          <w:rtl/>
        </w:rPr>
      </w:pPr>
      <w:r>
        <w:rPr>
          <w:rtl/>
        </w:rPr>
        <w:br w:type="page"/>
      </w:r>
    </w:p>
    <w:p w:rsidR="007A416D" w:rsidRDefault="002C60F7" w:rsidP="008501BE">
      <w:pPr>
        <w:pStyle w:val="libNormal"/>
      </w:pPr>
      <w:r w:rsidRPr="00A92ACC">
        <w:rPr>
          <w:rtl/>
        </w:rPr>
        <w:lastRenderedPageBreak/>
        <w:t>وقال أيضاً في كتاب موضح أوهام الجمع والتفريق، طبع مجلس دائرة المعارف</w:t>
      </w:r>
      <w:r w:rsidRPr="00A92ACC">
        <w:t xml:space="preserve"> </w:t>
      </w:r>
      <w:r w:rsidRPr="00A92ACC">
        <w:rPr>
          <w:rtl/>
        </w:rPr>
        <w:t>بحيدرآباد سنة 1379، ج2 ص403</w:t>
      </w:r>
      <w:r w:rsidRPr="00A92ACC">
        <w:t>:</w:t>
      </w:r>
    </w:p>
    <w:p w:rsidR="007A416D" w:rsidRDefault="002C60F7" w:rsidP="008501BE">
      <w:pPr>
        <w:pStyle w:val="libNormal"/>
        <w:rPr>
          <w:rtl/>
        </w:rPr>
      </w:pPr>
      <w:r w:rsidRPr="00A92ACC">
        <w:t>"</w:t>
      </w:r>
      <w:r w:rsidRPr="00A92ACC">
        <w:rPr>
          <w:rtl/>
        </w:rPr>
        <w:t>ذكر موسى بن جعفر بن محمد بن علي بن الحسين بن علي بن أبي طالب رضي الله</w:t>
      </w:r>
      <w:r w:rsidRPr="00A92ACC">
        <w:t xml:space="preserve"> </w:t>
      </w:r>
      <w:r w:rsidRPr="00A92ACC">
        <w:rPr>
          <w:rtl/>
        </w:rPr>
        <w:t>عنهم</w:t>
      </w:r>
      <w:r w:rsidRPr="00A92ACC">
        <w:t>.</w:t>
      </w:r>
    </w:p>
    <w:p w:rsidR="007A416D" w:rsidRDefault="002C60F7" w:rsidP="008501BE">
      <w:pPr>
        <w:pStyle w:val="libNormal"/>
        <w:rPr>
          <w:rtl/>
        </w:rPr>
      </w:pPr>
      <w:r w:rsidRPr="00A92ACC">
        <w:rPr>
          <w:rtl/>
        </w:rPr>
        <w:t>قد ذكرنا بعض حديثه فيما تقدّم</w:t>
      </w:r>
      <w:r w:rsidRPr="00A92ACC">
        <w:t>.</w:t>
      </w:r>
    </w:p>
    <w:p w:rsidR="007A416D" w:rsidRDefault="002C60F7" w:rsidP="008501BE">
      <w:pPr>
        <w:pStyle w:val="libNormal"/>
        <w:rPr>
          <w:rtl/>
        </w:rPr>
      </w:pPr>
      <w:r w:rsidRPr="00A92ACC">
        <w:rPr>
          <w:rtl/>
        </w:rPr>
        <w:t>وهو موسى بن أبي عبدالله الذي روى عنه محمد بن اسماعيل ابن أبي قديك</w:t>
      </w:r>
      <w:r w:rsidRPr="00A92ACC">
        <w:t>.</w:t>
      </w:r>
    </w:p>
    <w:p w:rsidR="007A416D" w:rsidRDefault="002C60F7" w:rsidP="009A39F9">
      <w:pPr>
        <w:pStyle w:val="libNormal"/>
        <w:rPr>
          <w:rtl/>
        </w:rPr>
      </w:pPr>
      <w:r w:rsidRPr="00A92ACC">
        <w:rPr>
          <w:rtl/>
        </w:rPr>
        <w:t>اخبرنا أبو بكر محمد بن عمر بن محمد بن اسماعيل الداوري، اخبرنا عمر بن</w:t>
      </w:r>
      <w:r w:rsidRPr="00A92ACC">
        <w:t xml:space="preserve"> </w:t>
      </w:r>
      <w:r w:rsidRPr="00A92ACC">
        <w:rPr>
          <w:rtl/>
        </w:rPr>
        <w:t>أحمد بن عثمان الواعظ، حدثنا عبدالله بن محمد البغوي حدثنا علي بن مسلم،</w:t>
      </w:r>
      <w:r w:rsidRPr="00A92ACC">
        <w:t xml:space="preserve"> </w:t>
      </w:r>
      <w:r w:rsidRPr="00A92ACC">
        <w:rPr>
          <w:rtl/>
        </w:rPr>
        <w:t>حدثنا ابن أبي قديك، حدّثنا موسى بن أبي عبدالله</w:t>
      </w:r>
      <w:r w:rsidRPr="008014DD">
        <w:rPr>
          <w:rStyle w:val="libFootnotenumChar"/>
          <w:rtl/>
        </w:rPr>
        <w:t>(1)</w:t>
      </w:r>
      <w:r w:rsidRPr="00A92ACC">
        <w:rPr>
          <w:rtl/>
        </w:rPr>
        <w:t>، عن عون بن محمد بن علي</w:t>
      </w:r>
      <w:r w:rsidRPr="00A92ACC">
        <w:t xml:space="preserve"> </w:t>
      </w:r>
      <w:r w:rsidRPr="00A92ACC">
        <w:rPr>
          <w:rtl/>
        </w:rPr>
        <w:t>بن أبي طالب</w:t>
      </w:r>
      <w:r w:rsidR="00490D4A" w:rsidRPr="00490D4A">
        <w:rPr>
          <w:rtl/>
        </w:rPr>
        <w:t xml:space="preserve"> </w:t>
      </w:r>
      <w:r w:rsidR="009A39F9" w:rsidRPr="00490D4A">
        <w:rPr>
          <w:rStyle w:val="libAlaemChar"/>
          <w:rtl/>
        </w:rPr>
        <w:t>رضي‌الله‌عنه</w:t>
      </w:r>
      <w:r w:rsidR="009A39F9" w:rsidRPr="00035AAF">
        <w:rPr>
          <w:rFonts w:hint="cs"/>
          <w:rtl/>
        </w:rPr>
        <w:t xml:space="preserve"> </w:t>
      </w:r>
      <w:r w:rsidRPr="00A92ACC">
        <w:rPr>
          <w:rtl/>
        </w:rPr>
        <w:t>، عن أمه أم جعفر ابنة محمد بن جعفر بن أبي</w:t>
      </w:r>
      <w:r w:rsidRPr="00A92ACC">
        <w:t xml:space="preserve"> </w:t>
      </w:r>
      <w:r w:rsidRPr="00A92ACC">
        <w:rPr>
          <w:rtl/>
        </w:rPr>
        <w:t>طالب</w:t>
      </w:r>
      <w:r w:rsidR="00490D4A" w:rsidRPr="00490D4A">
        <w:rPr>
          <w:rStyle w:val="libAlaemChar"/>
          <w:rtl/>
        </w:rPr>
        <w:t xml:space="preserve"> رضي‌الله‌عنه</w:t>
      </w:r>
      <w:r w:rsidR="00490D4A" w:rsidRPr="00035AAF">
        <w:rPr>
          <w:rFonts w:hint="cs"/>
          <w:rtl/>
        </w:rPr>
        <w:t xml:space="preserve"> </w:t>
      </w:r>
      <w:r w:rsidRPr="00A92ACC">
        <w:rPr>
          <w:rtl/>
        </w:rPr>
        <w:t>، عن أسماء ابنة عميس</w:t>
      </w:r>
      <w:r w:rsidRPr="00A92ACC">
        <w:t>:</w:t>
      </w:r>
    </w:p>
    <w:p w:rsidR="00E71AFD" w:rsidRDefault="002C60F7" w:rsidP="000F17D4">
      <w:pPr>
        <w:pStyle w:val="libNormal"/>
        <w:rPr>
          <w:rtl/>
        </w:rPr>
      </w:pPr>
      <w:r w:rsidRPr="00A92ACC">
        <w:rPr>
          <w:rtl/>
        </w:rPr>
        <w:t>ان فاطمة رضي الله عنهما بنت رسول الله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A92ACC">
        <w:rPr>
          <w:rtl/>
        </w:rPr>
        <w:t xml:space="preserve"> لما حضرتها</w:t>
      </w:r>
      <w:r w:rsidRPr="00A92ACC">
        <w:t xml:space="preserve"> </w:t>
      </w:r>
      <w:r w:rsidRPr="00A92ACC">
        <w:rPr>
          <w:rtl/>
        </w:rPr>
        <w:t>الوفاة قالت يا</w:t>
      </w:r>
      <w:r w:rsidR="00E71AFD">
        <w:rPr>
          <w:rFonts w:hint="cs"/>
          <w:rtl/>
        </w:rPr>
        <w:t xml:space="preserve"> </w:t>
      </w:r>
      <w:r w:rsidR="00E71AFD" w:rsidRPr="00935820">
        <w:rPr>
          <w:rtl/>
        </w:rPr>
        <w:t>أمه أني لاستحي</w:t>
      </w:r>
      <w:r w:rsidR="00E71AFD" w:rsidRPr="00935820">
        <w:t xml:space="preserve"> </w:t>
      </w:r>
      <w:r w:rsidR="00E71AFD" w:rsidRPr="00935820">
        <w:rPr>
          <w:rtl/>
        </w:rPr>
        <w:t>مما يصنع بالنساء، فقالت لها: إني قد رأيت بأرض الحبشة شيئاً يصنع على</w:t>
      </w:r>
      <w:r w:rsidR="00E71AFD" w:rsidRPr="00935820">
        <w:t xml:space="preserve"> </w:t>
      </w:r>
      <w:r w:rsidR="00E71AFD" w:rsidRPr="00935820">
        <w:rPr>
          <w:rtl/>
        </w:rPr>
        <w:t>النساء، فأمرتها أن تصنعه عليها ولا يلي غسلها إلاّ هي وعلي بن أبي طالب</w:t>
      </w:r>
      <w:r w:rsidR="00E71AFD" w:rsidRPr="00935820">
        <w:t xml:space="preserve"> </w:t>
      </w:r>
      <w:r w:rsidR="00E71AFD" w:rsidRPr="00935820">
        <w:rPr>
          <w:rtl/>
        </w:rPr>
        <w:t>رضي الله عنهما</w:t>
      </w:r>
      <w:r w:rsidR="00E71AFD" w:rsidRPr="00935820">
        <w:t>.</w:t>
      </w:r>
    </w:p>
    <w:p w:rsidR="00E71AFD" w:rsidRDefault="00E71AFD" w:rsidP="00E71AFD">
      <w:pPr>
        <w:pStyle w:val="libNormal"/>
        <w:rPr>
          <w:rtl/>
        </w:rPr>
      </w:pPr>
      <w:r w:rsidRPr="00935820">
        <w:rPr>
          <w:rtl/>
        </w:rPr>
        <w:t>قالت أسماء فعملت نعشاً وغسلتها عليه أنا وعلي</w:t>
      </w:r>
      <w:r w:rsidRPr="00935820">
        <w:t>.</w:t>
      </w:r>
    </w:p>
    <w:p w:rsidR="00E71AFD" w:rsidRDefault="00E71AFD" w:rsidP="00E71AFD">
      <w:pPr>
        <w:pStyle w:val="libNormal"/>
        <w:rPr>
          <w:rtl/>
        </w:rPr>
      </w:pPr>
      <w:r w:rsidRPr="00935820">
        <w:rPr>
          <w:rtl/>
        </w:rPr>
        <w:t>قال ابن أبي فديك: ففاطمة أول من عمل عليها النعش</w:t>
      </w:r>
      <w:r w:rsidRPr="00935820">
        <w:t>".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7A416D" w:rsidRDefault="00067836" w:rsidP="00067836">
      <w:pPr>
        <w:pStyle w:val="libFootnote"/>
      </w:pPr>
      <w:r>
        <w:rPr>
          <w:rFonts w:hint="cs"/>
          <w:rtl/>
        </w:rPr>
        <w:t xml:space="preserve">(1) </w:t>
      </w:r>
      <w:r w:rsidR="002C60F7" w:rsidRPr="00A92ACC">
        <w:rPr>
          <w:rtl/>
        </w:rPr>
        <w:t>أي: موسى بن جعفر الكاظم</w:t>
      </w:r>
      <w:r w:rsidR="00121FD4" w:rsidRPr="0084306F">
        <w:rPr>
          <w:rStyle w:val="libFootnoteAlaemChar"/>
          <w:rFonts w:eastAsiaTheme="minorHAnsi"/>
          <w:rtl/>
        </w:rPr>
        <w:t xml:space="preserve"> عليه‌السلام</w:t>
      </w:r>
      <w:r w:rsidR="002C60F7" w:rsidRPr="00A92ACC">
        <w:t>.</w:t>
      </w:r>
    </w:p>
    <w:p w:rsidR="007A416D" w:rsidRDefault="007A416D" w:rsidP="00191648">
      <w:pPr>
        <w:pStyle w:val="libNormal"/>
      </w:pPr>
      <w:r>
        <w:br w:type="page"/>
      </w:r>
    </w:p>
    <w:p w:rsidR="00FF3B63" w:rsidRDefault="002C60F7" w:rsidP="00FF3B63">
      <w:pPr>
        <w:pStyle w:val="Heading1Center"/>
        <w:rPr>
          <w:rtl/>
        </w:rPr>
      </w:pPr>
      <w:bookmarkStart w:id="14" w:name="09"/>
      <w:bookmarkStart w:id="15" w:name="_Toc374532475"/>
      <w:r w:rsidRPr="00935820">
        <w:rPr>
          <w:rtl/>
        </w:rPr>
        <w:lastRenderedPageBreak/>
        <w:t>قول عز الدين الشيباني (إبن أثير</w:t>
      </w:r>
      <w:r>
        <w:rPr>
          <w:rtl/>
        </w:rPr>
        <w:t>)</w:t>
      </w:r>
      <w:bookmarkEnd w:id="14"/>
      <w:bookmarkEnd w:id="15"/>
    </w:p>
    <w:p w:rsidR="00635D35" w:rsidRDefault="005D4559" w:rsidP="00860EF8">
      <w:pPr>
        <w:pStyle w:val="libNormal"/>
      </w:pPr>
      <w:r>
        <w:rPr>
          <w:rFonts w:hint="cs"/>
          <w:rtl/>
        </w:rPr>
        <w:t xml:space="preserve">7 ـ </w:t>
      </w:r>
      <w:r w:rsidR="002C60F7" w:rsidRPr="00860EF8">
        <w:rPr>
          <w:rtl/>
        </w:rPr>
        <w:t>قال عزالدين أبو الحسن علي بن أبي الكرم محمد بن محمد بن</w:t>
      </w:r>
      <w:r w:rsidR="002C60F7" w:rsidRPr="00860EF8">
        <w:t xml:space="preserve"> </w:t>
      </w:r>
      <w:r w:rsidR="002C60F7" w:rsidRPr="00860EF8">
        <w:rPr>
          <w:rtl/>
        </w:rPr>
        <w:t>عبدالكريم بن عبدالواحد الشيباني المعروف بابن الأثير في كتابه الكامل في</w:t>
      </w:r>
      <w:r w:rsidR="002C60F7" w:rsidRPr="00860EF8">
        <w:t xml:space="preserve"> </w:t>
      </w:r>
      <w:r w:rsidR="002C60F7" w:rsidRPr="00860EF8">
        <w:rPr>
          <w:rtl/>
        </w:rPr>
        <w:t>التاريخ، طبعة دار صادر بيروت لبنان عام 1399هـ، ج6 ص164</w:t>
      </w:r>
      <w:r w:rsidR="002C60F7" w:rsidRPr="00860EF8">
        <w:t>:</w:t>
      </w:r>
    </w:p>
    <w:p w:rsidR="00635D35" w:rsidRDefault="002C60F7" w:rsidP="00860EF8">
      <w:pPr>
        <w:pStyle w:val="libNormal"/>
        <w:rPr>
          <w:rtl/>
        </w:rPr>
      </w:pPr>
      <w:r w:rsidRPr="00860EF8">
        <w:t>"</w:t>
      </w:r>
      <w:r w:rsidRPr="00860EF8">
        <w:rPr>
          <w:rtl/>
        </w:rPr>
        <w:t>وفيهما (أي: سنة 183هـ) مات موسى بن جعفر بن محمد بن علي بن الحسين بن علي</w:t>
      </w:r>
      <w:r w:rsidRPr="00860EF8">
        <w:t xml:space="preserve"> </w:t>
      </w:r>
      <w:r w:rsidRPr="00860EF8">
        <w:rPr>
          <w:rtl/>
        </w:rPr>
        <w:t>بن أبي طالب ببغداد في حبس الرشيد</w:t>
      </w:r>
      <w:r w:rsidRPr="00860EF8">
        <w:t>.</w:t>
      </w:r>
    </w:p>
    <w:p w:rsidR="00635D35" w:rsidRDefault="002C60F7" w:rsidP="009A39F9">
      <w:pPr>
        <w:pStyle w:val="libNormal"/>
        <w:rPr>
          <w:rtl/>
        </w:rPr>
      </w:pPr>
      <w:r w:rsidRPr="00860EF8">
        <w:rPr>
          <w:rtl/>
        </w:rPr>
        <w:t>وكان سبب حبسه: ان الرشيد اعتمر في شهر رمضان من سنة 179هـ، فلما عاد إلى</w:t>
      </w:r>
      <w:r w:rsidRPr="00860EF8">
        <w:t xml:space="preserve"> </w:t>
      </w:r>
      <w:r w:rsidRPr="00860EF8">
        <w:rPr>
          <w:rtl/>
        </w:rPr>
        <w:t>المدينة على ساكنها السلام دخل إلى قبر النبي</w:t>
      </w:r>
      <w:r w:rsidR="009A39F9" w:rsidRPr="009A39F9">
        <w:rPr>
          <w:rStyle w:val="libAlaemChar"/>
          <w:rFonts w:eastAsiaTheme="minorHAnsi"/>
          <w:rtl/>
        </w:rPr>
        <w:t xml:space="preserve"> </w:t>
      </w:r>
      <w:r w:rsidR="009A39F9" w:rsidRPr="000F17D4">
        <w:rPr>
          <w:rStyle w:val="libAlaemChar"/>
          <w:rFonts w:eastAsiaTheme="minorHAnsi"/>
          <w:rtl/>
        </w:rPr>
        <w:t>صلى‌الله‌عليه‌وآله</w:t>
      </w:r>
      <w:r w:rsidRPr="00860EF8">
        <w:t xml:space="preserve"> </w:t>
      </w:r>
      <w:r w:rsidRPr="00860EF8">
        <w:rPr>
          <w:rtl/>
        </w:rPr>
        <w:t>يزوره ومعه الناس، فلما انتهى إلى القبر وقف فقال السلام عليك يا رسول الله</w:t>
      </w:r>
      <w:r w:rsidRPr="00860EF8">
        <w:t xml:space="preserve"> </w:t>
      </w:r>
      <w:r w:rsidRPr="00860EF8">
        <w:rPr>
          <w:rtl/>
        </w:rPr>
        <w:t>يا ابن العم ـ افتخاراً على من حوله ـ فدنا موسى بن جعفر فقال: السلام عليك</w:t>
      </w:r>
      <w:r w:rsidRPr="00860EF8">
        <w:t xml:space="preserve"> </w:t>
      </w:r>
      <w:r w:rsidRPr="00860EF8">
        <w:rPr>
          <w:rtl/>
        </w:rPr>
        <w:t>يا ابه، فتغير وجه الرشيد وقال: هذا الفخر يا ابا الحسن جداً، ثم أخذه معه</w:t>
      </w:r>
      <w:r w:rsidRPr="00860EF8">
        <w:t xml:space="preserve"> </w:t>
      </w:r>
      <w:r w:rsidRPr="00860EF8">
        <w:rPr>
          <w:rtl/>
        </w:rPr>
        <w:t>إلى العراق فحبسه عند السندي بن شاهك، وتولت حبسه اخت السندي بن شاهك،</w:t>
      </w:r>
      <w:r w:rsidRPr="00860EF8">
        <w:t xml:space="preserve"> </w:t>
      </w:r>
      <w:r w:rsidRPr="00860EF8">
        <w:rPr>
          <w:rtl/>
        </w:rPr>
        <w:t>وكانت تتدين، فحكت عنه انه كان إذا صلى العتمة حمد الله ومجّده ودعاه إلى</w:t>
      </w:r>
      <w:r w:rsidRPr="00860EF8">
        <w:t xml:space="preserve"> </w:t>
      </w:r>
      <w:r w:rsidRPr="00860EF8">
        <w:rPr>
          <w:rtl/>
        </w:rPr>
        <w:t>أن يزول الليل، ثم يقوم فيصلي، حتى يصلي الصبح، ثم يذكر الله تعالى حتى</w:t>
      </w:r>
      <w:r w:rsidRPr="00860EF8">
        <w:t xml:space="preserve"> </w:t>
      </w:r>
      <w:r w:rsidRPr="00860EF8">
        <w:rPr>
          <w:rtl/>
        </w:rPr>
        <w:t>تطلع الشمس ـ ثم يقعد إلى ارتفاع الضحى ـ ثم يرقد ويستيقظ قبل الزوال، ثم</w:t>
      </w:r>
      <w:r w:rsidRPr="00860EF8">
        <w:t xml:space="preserve"> </w:t>
      </w:r>
      <w:r w:rsidRPr="00860EF8">
        <w:rPr>
          <w:rtl/>
        </w:rPr>
        <w:t>يتوضأ ويصلي، حتى يصلي العصر، ثم يذكر الله حتى يصلي المغرب، ثم يصلي ما</w:t>
      </w:r>
      <w:r w:rsidRPr="00860EF8">
        <w:t xml:space="preserve"> </w:t>
      </w:r>
      <w:r w:rsidRPr="00860EF8">
        <w:rPr>
          <w:rtl/>
        </w:rPr>
        <w:t>بين المغرب والعتمة، فكان هذا دأبه إلى أن مات</w:t>
      </w:r>
      <w:r w:rsidRPr="00860EF8">
        <w:t>.</w:t>
      </w:r>
    </w:p>
    <w:p w:rsidR="002C60F7" w:rsidRPr="0082177B" w:rsidRDefault="002C60F7" w:rsidP="00860EF8">
      <w:pPr>
        <w:pStyle w:val="libNormal"/>
      </w:pPr>
      <w:r w:rsidRPr="00860EF8">
        <w:rPr>
          <w:rtl/>
        </w:rPr>
        <w:t>وكانت إذا رأته قالت: خاب قوم تعرضوا لهذا الرجل الصالح</w:t>
      </w:r>
      <w:r w:rsidRPr="00860EF8">
        <w:t>.</w:t>
      </w:r>
    </w:p>
    <w:p w:rsidR="00635D35" w:rsidRDefault="002C60F7" w:rsidP="008501BE">
      <w:pPr>
        <w:pStyle w:val="libNormal"/>
        <w:rPr>
          <w:rtl/>
        </w:rPr>
      </w:pPr>
      <w:r w:rsidRPr="00935820">
        <w:rPr>
          <w:rtl/>
        </w:rPr>
        <w:t>وكان يلقّب</w:t>
      </w:r>
      <w:r w:rsidRPr="00935820">
        <w:t xml:space="preserve"> </w:t>
      </w:r>
      <w:r w:rsidRPr="00935820">
        <w:rPr>
          <w:rtl/>
        </w:rPr>
        <w:t>بالكاظم، لانه كان يحسن إلى من يسيء إليه، كان هذا عادته ابداً</w:t>
      </w:r>
      <w:r w:rsidRPr="00935820">
        <w:t>.</w:t>
      </w:r>
    </w:p>
    <w:p w:rsidR="00700E9E" w:rsidRDefault="002C60F7" w:rsidP="008501BE">
      <w:pPr>
        <w:pStyle w:val="libNormal"/>
        <w:rPr>
          <w:rtl/>
        </w:rPr>
      </w:pPr>
      <w:r w:rsidRPr="00935820">
        <w:rPr>
          <w:rtl/>
        </w:rPr>
        <w:t>ولما كان محبوساً بعث إلى الرشيد برسالة انه لن ينقضي عني يوم من البلاء</w:t>
      </w:r>
      <w:r w:rsidRPr="00935820">
        <w:t xml:space="preserve"> </w:t>
      </w:r>
      <w:r w:rsidRPr="00935820">
        <w:rPr>
          <w:rtl/>
        </w:rPr>
        <w:t>إلاّ ينقضي عنك معه يوم من الرخاء، حتى ينقضيا جميعاً إلى يوم ليس له</w:t>
      </w:r>
      <w:r w:rsidRPr="00935820">
        <w:t xml:space="preserve"> </w:t>
      </w:r>
      <w:r w:rsidRPr="00935820">
        <w:rPr>
          <w:rtl/>
        </w:rPr>
        <w:t>انقضاء، يخسر فيه المبطلون</w:t>
      </w:r>
      <w:r w:rsidRPr="00935820">
        <w:t>".</w:t>
      </w:r>
    </w:p>
    <w:p w:rsidR="00700E9E" w:rsidRDefault="00700E9E" w:rsidP="00700E9E">
      <w:pPr>
        <w:pStyle w:val="libNormal"/>
        <w:rPr>
          <w:rtl/>
        </w:rPr>
      </w:pPr>
      <w:r>
        <w:rPr>
          <w:rtl/>
        </w:rPr>
        <w:br w:type="page"/>
      </w:r>
    </w:p>
    <w:p w:rsidR="00FF3B63" w:rsidRPr="008D4092" w:rsidRDefault="002C60F7" w:rsidP="0001337C">
      <w:pPr>
        <w:pStyle w:val="Heading1Center"/>
        <w:rPr>
          <w:rStyle w:val="libNormalChar"/>
        </w:rPr>
      </w:pPr>
      <w:bookmarkStart w:id="16" w:name="10"/>
      <w:bookmarkStart w:id="17" w:name="_Toc374532476"/>
      <w:r w:rsidRPr="0001337C">
        <w:rPr>
          <w:rtl/>
        </w:rPr>
        <w:lastRenderedPageBreak/>
        <w:t>قول محمد بن عمر الزمخشري</w:t>
      </w:r>
      <w:bookmarkEnd w:id="16"/>
      <w:bookmarkEnd w:id="17"/>
    </w:p>
    <w:p w:rsidR="00635D35" w:rsidRDefault="005D4559" w:rsidP="00756F75">
      <w:pPr>
        <w:pStyle w:val="libNormal"/>
      </w:pPr>
      <w:r>
        <w:rPr>
          <w:rFonts w:hint="cs"/>
          <w:rtl/>
        </w:rPr>
        <w:t xml:space="preserve">8 ـ </w:t>
      </w:r>
      <w:r w:rsidR="002C60F7" w:rsidRPr="00756F75">
        <w:rPr>
          <w:rtl/>
        </w:rPr>
        <w:t>قال محمد بن عمر الزمخشري، المتوفى سنة 538، في كتابه ربيع الأبرار</w:t>
      </w:r>
      <w:r w:rsidR="002C60F7" w:rsidRPr="00756F75">
        <w:t xml:space="preserve"> </w:t>
      </w:r>
      <w:r w:rsidR="002C60F7" w:rsidRPr="00756F75">
        <w:rPr>
          <w:rtl/>
        </w:rPr>
        <w:t>ونصوص الأخبار، طبع منشورات الشريف الرضي 1410هـ، اوفست طبعة بغداد، ج1</w:t>
      </w:r>
      <w:r w:rsidR="002C60F7" w:rsidRPr="00756F75">
        <w:t xml:space="preserve"> </w:t>
      </w:r>
      <w:r w:rsidR="002C60F7" w:rsidRPr="00756F75">
        <w:rPr>
          <w:rtl/>
        </w:rPr>
        <w:t>ص315 ـ 316</w:t>
      </w:r>
      <w:r w:rsidR="002C60F7" w:rsidRPr="00756F75">
        <w:t>:</w:t>
      </w:r>
    </w:p>
    <w:p w:rsidR="00635D35" w:rsidRDefault="002C60F7" w:rsidP="00756F75">
      <w:pPr>
        <w:pStyle w:val="libNormal"/>
        <w:rPr>
          <w:rtl/>
        </w:rPr>
      </w:pPr>
      <w:r w:rsidRPr="00756F75">
        <w:t>"</w:t>
      </w:r>
      <w:r w:rsidRPr="00756F75">
        <w:rPr>
          <w:rtl/>
        </w:rPr>
        <w:t>كان الرشيد يقول لموسى الكاظم بن جعفر: يا ابا الحسن خذ فدك حتى أردها</w:t>
      </w:r>
      <w:r w:rsidRPr="00756F75">
        <w:t xml:space="preserve"> </w:t>
      </w:r>
      <w:r w:rsidRPr="00756F75">
        <w:rPr>
          <w:rtl/>
        </w:rPr>
        <w:t>عليك، فيأبى، حتى الح عليه، فقال: لا أخذها إلاّ بحدودها، قال وما حدودها؟</w:t>
      </w:r>
      <w:r w:rsidRPr="00756F75">
        <w:t xml:space="preserve"> </w:t>
      </w:r>
      <w:r w:rsidRPr="00756F75">
        <w:rPr>
          <w:rtl/>
        </w:rPr>
        <w:t>قال: يا أمير المؤمنين أن حددتها لم تردها، قال: بحق جدك إلاّ فعلت، قال</w:t>
      </w:r>
      <w:r w:rsidRPr="00756F75">
        <w:t>:</w:t>
      </w:r>
    </w:p>
    <w:p w:rsidR="00635D35" w:rsidRDefault="002C60F7" w:rsidP="00756F75">
      <w:pPr>
        <w:pStyle w:val="libNormal"/>
        <w:rPr>
          <w:rtl/>
        </w:rPr>
      </w:pPr>
      <w:r w:rsidRPr="00756F75">
        <w:rPr>
          <w:rtl/>
        </w:rPr>
        <w:t>أما الحد الأول فعدن، فتغير وجه الرشيد وقال: هيه</w:t>
      </w:r>
      <w:r w:rsidRPr="00756F75">
        <w:t>.</w:t>
      </w:r>
    </w:p>
    <w:p w:rsidR="00635D35" w:rsidRDefault="002C60F7" w:rsidP="00756F75">
      <w:pPr>
        <w:pStyle w:val="libNormal"/>
        <w:rPr>
          <w:rtl/>
        </w:rPr>
      </w:pPr>
      <w:r w:rsidRPr="00756F75">
        <w:rPr>
          <w:rtl/>
        </w:rPr>
        <w:t>قال والحد الثاني: سمرقند، فأربد وجهه</w:t>
      </w:r>
      <w:r w:rsidRPr="00756F75">
        <w:t>.</w:t>
      </w:r>
    </w:p>
    <w:p w:rsidR="00635D35" w:rsidRDefault="002C60F7" w:rsidP="00756F75">
      <w:pPr>
        <w:pStyle w:val="libNormal"/>
        <w:rPr>
          <w:rtl/>
        </w:rPr>
      </w:pPr>
      <w:r w:rsidRPr="00756F75">
        <w:rPr>
          <w:rtl/>
        </w:rPr>
        <w:t>قال: والحد الثالث افريقيه، فاسود وجهه، وقال: هيه</w:t>
      </w:r>
      <w:r w:rsidRPr="00756F75">
        <w:t>.</w:t>
      </w:r>
    </w:p>
    <w:p w:rsidR="00635D35" w:rsidRDefault="002C60F7" w:rsidP="00756F75">
      <w:pPr>
        <w:pStyle w:val="libNormal"/>
        <w:rPr>
          <w:rtl/>
        </w:rPr>
      </w:pPr>
      <w:r w:rsidRPr="00756F75">
        <w:rPr>
          <w:rtl/>
        </w:rPr>
        <w:t>قال: والرابع سيف البحر مما يلي الخزر وأرمينية</w:t>
      </w:r>
      <w:r w:rsidRPr="00756F75">
        <w:t>.</w:t>
      </w:r>
    </w:p>
    <w:p w:rsidR="00635D35" w:rsidRDefault="002C60F7" w:rsidP="00756F75">
      <w:pPr>
        <w:pStyle w:val="libNormal"/>
        <w:rPr>
          <w:rtl/>
        </w:rPr>
      </w:pPr>
      <w:r w:rsidRPr="00756F75">
        <w:rPr>
          <w:rtl/>
        </w:rPr>
        <w:t>قال الرشيد: فلم يبق لنا شيء، فتحول في مجلسي</w:t>
      </w:r>
      <w:r w:rsidRPr="00756F75">
        <w:t>.</w:t>
      </w:r>
    </w:p>
    <w:p w:rsidR="00635D35" w:rsidRDefault="002C60F7" w:rsidP="00756F75">
      <w:pPr>
        <w:pStyle w:val="libNormal"/>
        <w:rPr>
          <w:rtl/>
        </w:rPr>
      </w:pPr>
      <w:r w:rsidRPr="00756F75">
        <w:rPr>
          <w:rtl/>
        </w:rPr>
        <w:t>قال موسى: قد اعلمتك أني إن حددتها لم تردها</w:t>
      </w:r>
      <w:r w:rsidRPr="00756F75">
        <w:t>.</w:t>
      </w:r>
    </w:p>
    <w:p w:rsidR="00615A88" w:rsidRPr="00756F75" w:rsidRDefault="002C60F7" w:rsidP="00756F75">
      <w:pPr>
        <w:pStyle w:val="libNormal"/>
        <w:rPr>
          <w:rtl/>
        </w:rPr>
      </w:pPr>
      <w:r w:rsidRPr="00756F75">
        <w:rPr>
          <w:rtl/>
        </w:rPr>
        <w:t>فعند ذلك عزم على قتله، واستكفى امره يحيى بن خالد، فاراه بثرة</w:t>
      </w:r>
      <w:r w:rsidRPr="00EA0A4C">
        <w:rPr>
          <w:rStyle w:val="libFootnotenumChar"/>
          <w:rtl/>
        </w:rPr>
        <w:t>(1)</w:t>
      </w:r>
      <w:r w:rsidR="00EA0A4C">
        <w:rPr>
          <w:rFonts w:hint="cs"/>
          <w:rtl/>
        </w:rPr>
        <w:t xml:space="preserve"> </w:t>
      </w:r>
      <w:r w:rsidRPr="00756F75">
        <w:rPr>
          <w:rtl/>
        </w:rPr>
        <w:t>فرجت في</w:t>
      </w:r>
      <w:r w:rsidRPr="00756F75">
        <w:t xml:space="preserve"> </w:t>
      </w:r>
      <w:r w:rsidRPr="00756F75">
        <w:rPr>
          <w:rtl/>
        </w:rPr>
        <w:t>كفه وقال: هذه علامة أهل بيتنا قد ظهرت بي، وأنا أقضي عن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FF3B63" w:rsidRPr="0002589F" w:rsidRDefault="00067836" w:rsidP="008501BE">
      <w:pPr>
        <w:pStyle w:val="libFootnote"/>
        <w:rPr>
          <w:rStyle w:val="libNormalChar"/>
        </w:rPr>
      </w:pPr>
      <w:r w:rsidRPr="00067836">
        <w:rPr>
          <w:rFonts w:hint="cs"/>
          <w:rtl/>
        </w:rPr>
        <w:t xml:space="preserve">(1) </w:t>
      </w:r>
      <w:r w:rsidR="002C60F7" w:rsidRPr="00067836">
        <w:rPr>
          <w:rtl/>
        </w:rPr>
        <w:t xml:space="preserve">أي: فارى الإمام الكاظم </w:t>
      </w:r>
      <w:r w:rsidR="00121FD4" w:rsidRPr="0084306F">
        <w:rPr>
          <w:rStyle w:val="libFootnoteAlaemChar"/>
          <w:rFonts w:eastAsiaTheme="minorHAnsi"/>
          <w:rtl/>
        </w:rPr>
        <w:t>عليه‌السلام</w:t>
      </w:r>
      <w:r w:rsidR="00121FD4" w:rsidRPr="00067836">
        <w:rPr>
          <w:rtl/>
        </w:rPr>
        <w:t xml:space="preserve"> </w:t>
      </w:r>
      <w:r w:rsidR="002C60F7" w:rsidRPr="00067836">
        <w:rPr>
          <w:rtl/>
        </w:rPr>
        <w:t>يحيى بن خالد بثرة، وهذا المطلب تفرّد بنقله</w:t>
      </w:r>
      <w:r w:rsidR="002C60F7" w:rsidRPr="00067836">
        <w:t xml:space="preserve"> </w:t>
      </w:r>
      <w:r w:rsidR="002C60F7" w:rsidRPr="00067836">
        <w:rPr>
          <w:rtl/>
        </w:rPr>
        <w:t xml:space="preserve">الزمخشري وهو مخالف لكتب التاريخ من استشهاد الإمام الكاظم </w:t>
      </w:r>
      <w:r w:rsidR="00121FD4" w:rsidRPr="0084306F">
        <w:rPr>
          <w:rStyle w:val="libFootnoteAlaemChar"/>
          <w:rFonts w:eastAsiaTheme="minorHAnsi"/>
          <w:rtl/>
        </w:rPr>
        <w:t>عليه‌السلام</w:t>
      </w:r>
      <w:r w:rsidR="00121FD4" w:rsidRPr="00067836">
        <w:rPr>
          <w:rtl/>
        </w:rPr>
        <w:t xml:space="preserve"> </w:t>
      </w:r>
      <w:r w:rsidR="002C60F7" w:rsidRPr="00067836">
        <w:rPr>
          <w:rtl/>
        </w:rPr>
        <w:t>بالسم، لا أن</w:t>
      </w:r>
      <w:r w:rsidR="002C60F7" w:rsidRPr="00067836">
        <w:t xml:space="preserve"> </w:t>
      </w:r>
      <w:r w:rsidR="002C60F7" w:rsidRPr="00067836">
        <w:rPr>
          <w:rtl/>
        </w:rPr>
        <w:t>سبب وفاته بثرة فرجت في يده</w:t>
      </w:r>
      <w:r w:rsidR="002C60F7" w:rsidRPr="00067836">
        <w:t>.</w:t>
      </w:r>
    </w:p>
    <w:p w:rsidR="00FF3B63" w:rsidRDefault="00FF3B63" w:rsidP="00682ACE">
      <w:pPr>
        <w:pStyle w:val="libNormal"/>
      </w:pPr>
      <w:r>
        <w:br w:type="page"/>
      </w:r>
    </w:p>
    <w:p w:rsidR="00FF3B63" w:rsidRDefault="002C60F7" w:rsidP="00B13028">
      <w:pPr>
        <w:pStyle w:val="libNormal0"/>
        <w:rPr>
          <w:rtl/>
        </w:rPr>
      </w:pPr>
      <w:r w:rsidRPr="00935820">
        <w:rPr>
          <w:rtl/>
        </w:rPr>
        <w:lastRenderedPageBreak/>
        <w:t>قرب، فقد كفيت</w:t>
      </w:r>
      <w:r w:rsidRPr="00935820">
        <w:t xml:space="preserve"> </w:t>
      </w:r>
      <w:r w:rsidRPr="00935820">
        <w:rPr>
          <w:rtl/>
        </w:rPr>
        <w:t>امري، فتركه يحيى ومات بعد أيام</w:t>
      </w:r>
      <w:r w:rsidRPr="00935820">
        <w:t>".</w:t>
      </w:r>
    </w:p>
    <w:p w:rsidR="00FF3B63" w:rsidRDefault="002C60F7" w:rsidP="008501BE">
      <w:pPr>
        <w:pStyle w:val="libNormal"/>
      </w:pPr>
      <w:r w:rsidRPr="00935820">
        <w:rPr>
          <w:rtl/>
        </w:rPr>
        <w:t>وقال أيضاً في ربيع الأبرار ج2 ص211</w:t>
      </w:r>
      <w:r w:rsidRPr="00935820">
        <w:t>:</w:t>
      </w:r>
    </w:p>
    <w:p w:rsidR="00FF3B63" w:rsidRDefault="002C60F7" w:rsidP="008501BE">
      <w:pPr>
        <w:pStyle w:val="libNormal"/>
        <w:rPr>
          <w:rtl/>
        </w:rPr>
      </w:pPr>
      <w:r w:rsidRPr="00935820">
        <w:t>"</w:t>
      </w:r>
      <w:r w:rsidRPr="00935820">
        <w:rPr>
          <w:rtl/>
        </w:rPr>
        <w:t>سمع موسى بن جعفر يقول في سجوده آخر الليل: يا رب عظم الذنب من عبدك</w:t>
      </w:r>
      <w:r w:rsidRPr="00935820">
        <w:t xml:space="preserve"> </w:t>
      </w:r>
      <w:r w:rsidRPr="00935820">
        <w:rPr>
          <w:rtl/>
        </w:rPr>
        <w:t>فليحسن العفو من عندك</w:t>
      </w:r>
      <w:r w:rsidRPr="00935820">
        <w:t>".</w:t>
      </w:r>
    </w:p>
    <w:p w:rsidR="00FF3B63" w:rsidRDefault="002C60F7" w:rsidP="008501BE">
      <w:pPr>
        <w:pStyle w:val="libNormal"/>
      </w:pPr>
      <w:r w:rsidRPr="00935820">
        <w:rPr>
          <w:rtl/>
        </w:rPr>
        <w:t>وقال أيضاً في ربيع الأبرار ج3 ص553</w:t>
      </w:r>
      <w:r w:rsidRPr="00935820">
        <w:t>:</w:t>
      </w:r>
    </w:p>
    <w:p w:rsidR="002C60F7" w:rsidRDefault="002C60F7" w:rsidP="000F17D4">
      <w:pPr>
        <w:pStyle w:val="libNormal"/>
        <w:rPr>
          <w:rtl/>
        </w:rPr>
      </w:pPr>
      <w:r w:rsidRPr="00935820">
        <w:t>"</w:t>
      </w:r>
      <w:r w:rsidRPr="00935820">
        <w:rPr>
          <w:rtl/>
        </w:rPr>
        <w:t>قال الرشيد لموسى بن جعفر: اني قاتلك، قال لا تفعل، فإني سمعت أبي يقول</w:t>
      </w:r>
      <w:r w:rsidRPr="00935820">
        <w:t xml:space="preserve">: </w:t>
      </w:r>
      <w:r w:rsidRPr="00935820">
        <w:rPr>
          <w:rtl/>
        </w:rPr>
        <w:t>قال رسول الله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935820">
        <w:rPr>
          <w:rtl/>
        </w:rPr>
        <w:t>: إن العبد يكون واصلا لرحمه وقد بقى من</w:t>
      </w:r>
      <w:r w:rsidRPr="00935820">
        <w:t xml:space="preserve"> </w:t>
      </w:r>
      <w:r w:rsidRPr="00935820">
        <w:rPr>
          <w:rtl/>
        </w:rPr>
        <w:t>أجله ثلاث سنين فيمدّها الله له حتى ثلاثين سنة، ويكون العبد قاطعاً لرحمه</w:t>
      </w:r>
      <w:r w:rsidRPr="00935820">
        <w:t xml:space="preserve"> </w:t>
      </w:r>
      <w:r w:rsidRPr="00935820">
        <w:rPr>
          <w:rtl/>
        </w:rPr>
        <w:t>وقد بقي من أجله ثلاثون سنة فيعصرها الله حتى يجعلها ثلاث سنين</w:t>
      </w:r>
      <w:r w:rsidRPr="00935820">
        <w:t>".</w:t>
      </w:r>
    </w:p>
    <w:p w:rsidR="00FF3B63" w:rsidRDefault="002C60F7" w:rsidP="00FF3B63">
      <w:pPr>
        <w:pStyle w:val="Heading1Center"/>
        <w:rPr>
          <w:rtl/>
        </w:rPr>
      </w:pPr>
      <w:bookmarkStart w:id="18" w:name="11"/>
      <w:bookmarkStart w:id="19" w:name="_Toc374532477"/>
      <w:r w:rsidRPr="00935820">
        <w:rPr>
          <w:rtl/>
        </w:rPr>
        <w:t>قول جمال الدين إبن الجوزي</w:t>
      </w:r>
      <w:bookmarkEnd w:id="18"/>
      <w:bookmarkEnd w:id="19"/>
    </w:p>
    <w:p w:rsidR="00067836" w:rsidRPr="00756F75" w:rsidRDefault="005D4559" w:rsidP="00756F75">
      <w:pPr>
        <w:pStyle w:val="libNormal"/>
      </w:pPr>
      <w:r>
        <w:rPr>
          <w:rFonts w:hint="cs"/>
          <w:rtl/>
        </w:rPr>
        <w:t xml:space="preserve">9 ـ </w:t>
      </w:r>
      <w:r w:rsidR="002C60F7" w:rsidRPr="00756F75">
        <w:rPr>
          <w:rtl/>
        </w:rPr>
        <w:t>قال جمال الدين أبي الفرج ابن الجوزي، المتوفى سنة 597هـ،</w:t>
      </w:r>
      <w:r w:rsidR="002C60F7" w:rsidRPr="00756F75">
        <w:t xml:space="preserve"> </w:t>
      </w:r>
      <w:r w:rsidR="002C60F7" w:rsidRPr="00756F75">
        <w:rPr>
          <w:rtl/>
        </w:rPr>
        <w:t>في كتاب صفة الصفوة، الطبعة الثانية 1399هـ، دار المعرفة بيروت لبنان، ج2</w:t>
      </w:r>
      <w:r w:rsidR="002C60F7" w:rsidRPr="00756F75">
        <w:t xml:space="preserve"> </w:t>
      </w:r>
      <w:r w:rsidR="002C60F7" w:rsidRPr="00756F75">
        <w:rPr>
          <w:rtl/>
        </w:rPr>
        <w:t>ص184 ـ 187 رقم 191</w:t>
      </w:r>
      <w:r w:rsidR="002C60F7" w:rsidRPr="00756F75">
        <w:t>:</w:t>
      </w:r>
    </w:p>
    <w:p w:rsidR="00067836" w:rsidRPr="00756F75" w:rsidRDefault="002C60F7" w:rsidP="000F17D4">
      <w:pPr>
        <w:pStyle w:val="libNormal"/>
        <w:rPr>
          <w:rtl/>
        </w:rPr>
      </w:pPr>
      <w:r w:rsidRPr="00756F75">
        <w:t>"</w:t>
      </w:r>
      <w:r w:rsidRPr="00756F75">
        <w:rPr>
          <w:rtl/>
        </w:rPr>
        <w:t>موسى بن جعفر بن محمد بن علي بن الحسين بن علي، أبو الحسن الهاشمي</w:t>
      </w:r>
      <w:r w:rsidR="000F17D4" w:rsidRPr="000F17D4">
        <w:rPr>
          <w:rStyle w:val="libAlaemChar"/>
          <w:rFonts w:eastAsiaTheme="minorHAnsi"/>
          <w:rtl/>
        </w:rPr>
        <w:t xml:space="preserve"> عليهم‌السلام</w:t>
      </w:r>
      <w:r w:rsidRPr="00756F75">
        <w:t>.</w:t>
      </w:r>
    </w:p>
    <w:p w:rsidR="00635D35" w:rsidRDefault="002C60F7" w:rsidP="00756F75">
      <w:pPr>
        <w:pStyle w:val="libNormal"/>
        <w:rPr>
          <w:rtl/>
        </w:rPr>
      </w:pPr>
      <w:r w:rsidRPr="00756F75">
        <w:rPr>
          <w:rtl/>
        </w:rPr>
        <w:t>كان يدعى العبد الصالح لأجل عبادته واجتهاده وقيامه بالليل، وكان كريماً</w:t>
      </w:r>
      <w:r w:rsidRPr="00756F75">
        <w:t xml:space="preserve"> </w:t>
      </w:r>
      <w:r w:rsidRPr="00756F75">
        <w:rPr>
          <w:rtl/>
        </w:rPr>
        <w:t>حليماً إذا بلغه عن رجل أنه يؤذيه بعث إليه بمال</w:t>
      </w:r>
      <w:r w:rsidRPr="00756F75">
        <w:t>.</w:t>
      </w:r>
    </w:p>
    <w:p w:rsidR="00615A88" w:rsidRPr="00756F75" w:rsidRDefault="002C60F7" w:rsidP="009A39F9">
      <w:pPr>
        <w:pStyle w:val="libNormal"/>
        <w:rPr>
          <w:rtl/>
        </w:rPr>
      </w:pPr>
      <w:r w:rsidRPr="00756F75">
        <w:rPr>
          <w:rtl/>
        </w:rPr>
        <w:t>عن الفضل بن ربيع عن أبيه: انه لما حبس المهدي موسى بن جعفر رأى المهدي في</w:t>
      </w:r>
      <w:r w:rsidRPr="00756F75">
        <w:t xml:space="preserve"> </w:t>
      </w:r>
      <w:r w:rsidRPr="00756F75">
        <w:rPr>
          <w:rtl/>
        </w:rPr>
        <w:t>النوم علي بن أبي طالب</w:t>
      </w:r>
      <w:r w:rsidR="000F17D4" w:rsidRPr="000F17D4">
        <w:rPr>
          <w:rStyle w:val="libAlaemChar"/>
          <w:rFonts w:eastAsiaTheme="minorHAnsi"/>
          <w:rtl/>
        </w:rPr>
        <w:t xml:space="preserve"> عليه‌السلام</w:t>
      </w:r>
      <w:r w:rsidRPr="00756F75">
        <w:rPr>
          <w:rtl/>
        </w:rPr>
        <w:t xml:space="preserve"> وهو يقول: يا محمد </w:t>
      </w:r>
      <w:r w:rsidR="009A39F9" w:rsidRPr="00980442">
        <w:rPr>
          <w:rStyle w:val="libAlaemChar"/>
          <w:rFonts w:eastAsiaTheme="minorHAnsi"/>
          <w:rtl/>
        </w:rPr>
        <w:t>(</w:t>
      </w:r>
      <w:r w:rsidR="009A39F9">
        <w:rPr>
          <w:rStyle w:val="libAieChar"/>
          <w:rFonts w:hint="cs"/>
          <w:rtl/>
        </w:rPr>
        <w:t xml:space="preserve"> </w:t>
      </w:r>
      <w:r w:rsidRPr="009A39F9">
        <w:rPr>
          <w:rStyle w:val="libAieChar"/>
          <w:rtl/>
        </w:rPr>
        <w:t>فهل عسيتم أن</w:t>
      </w:r>
      <w:r w:rsidRPr="009A39F9">
        <w:rPr>
          <w:rStyle w:val="libAieChar"/>
        </w:rPr>
        <w:t xml:space="preserve"> </w:t>
      </w:r>
      <w:r w:rsidRPr="009A39F9">
        <w:rPr>
          <w:rStyle w:val="libAieChar"/>
          <w:rtl/>
        </w:rPr>
        <w:t>توليتم أن تفسدوا في الأرض وتقطعوا أرحامكم</w:t>
      </w:r>
      <w:r w:rsidR="009A39F9">
        <w:rPr>
          <w:rStyle w:val="libAlaemChar"/>
          <w:rFonts w:eastAsiaTheme="minorHAnsi" w:hint="cs"/>
          <w:rtl/>
        </w:rPr>
        <w:t xml:space="preserve"> </w:t>
      </w:r>
      <w:r w:rsidR="009A39F9" w:rsidRPr="00980442">
        <w:rPr>
          <w:rStyle w:val="libAlaemChar"/>
          <w:rFonts w:eastAsiaTheme="minorHAnsi"/>
          <w:rtl/>
        </w:rPr>
        <w:t>)</w:t>
      </w:r>
      <w:r w:rsidR="009A39F9" w:rsidRPr="00EA0A4C">
        <w:rPr>
          <w:rStyle w:val="libFootnotenumChar"/>
          <w:rtl/>
        </w:rPr>
        <w:t xml:space="preserve"> </w:t>
      </w:r>
      <w:r w:rsidRPr="00EA0A4C">
        <w:rPr>
          <w:rStyle w:val="libFootnotenumChar"/>
          <w:rtl/>
        </w:rPr>
        <w:t>(1)</w:t>
      </w:r>
      <w:r w:rsidRPr="00756F75">
        <w:rPr>
          <w:rtl/>
        </w:rPr>
        <w:t>، قال الربيع: فأرسل إلي</w:t>
      </w:r>
      <w:r w:rsidRPr="00756F75">
        <w:t xml:space="preserve"> </w:t>
      </w:r>
      <w:r w:rsidRPr="00756F75">
        <w:rPr>
          <w:rtl/>
        </w:rPr>
        <w:t>ليلا فراعني، فجئته فإذا هو يقرأ هذه الآية، وكان أحسن الناس صوتاً فقال</w:t>
      </w:r>
      <w:r w:rsidRPr="00756F75">
        <w:t xml:space="preserve">: </w:t>
      </w:r>
      <w:r w:rsidRPr="00756F75">
        <w:rPr>
          <w:rtl/>
        </w:rPr>
        <w:t>علي بموسى بن جعفر، فجئته به، فعانقه واجلسه إلى جانبه وقال</w:t>
      </w:r>
      <w:r w:rsidRPr="00756F75">
        <w:t>: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FF3B63" w:rsidRPr="0002589F" w:rsidRDefault="00067836" w:rsidP="008501BE">
      <w:pPr>
        <w:pStyle w:val="libFootnote"/>
        <w:rPr>
          <w:rStyle w:val="libNormalChar"/>
        </w:rPr>
      </w:pPr>
      <w:r w:rsidRPr="00067836">
        <w:rPr>
          <w:rFonts w:hint="cs"/>
          <w:rtl/>
        </w:rPr>
        <w:t xml:space="preserve">(1) </w:t>
      </w:r>
      <w:r w:rsidR="002C60F7" w:rsidRPr="00067836">
        <w:rPr>
          <w:rtl/>
        </w:rPr>
        <w:t>محمد 47: 22</w:t>
      </w:r>
      <w:r w:rsidR="002C60F7" w:rsidRPr="00067836">
        <w:t>.</w:t>
      </w:r>
    </w:p>
    <w:p w:rsidR="00FF3B63" w:rsidRDefault="00FF3B63" w:rsidP="00682ACE">
      <w:pPr>
        <w:pStyle w:val="libNormal"/>
      </w:pPr>
      <w:r>
        <w:br w:type="page"/>
      </w:r>
    </w:p>
    <w:p w:rsidR="00FF3B63" w:rsidRDefault="002C60F7" w:rsidP="00B13028">
      <w:pPr>
        <w:pStyle w:val="libNormal0"/>
        <w:rPr>
          <w:rtl/>
        </w:rPr>
      </w:pPr>
      <w:r w:rsidRPr="00935820">
        <w:rPr>
          <w:rtl/>
        </w:rPr>
        <w:lastRenderedPageBreak/>
        <w:t>يا ابا الحسن</w:t>
      </w:r>
      <w:r w:rsidRPr="00935820">
        <w:t xml:space="preserve"> </w:t>
      </w:r>
      <w:r w:rsidRPr="00935820">
        <w:rPr>
          <w:rtl/>
        </w:rPr>
        <w:t>رأيت أمير المؤمنين علي بن أبي طالب في النوم يقرأ علي كذا، فتؤمنني أن</w:t>
      </w:r>
      <w:r w:rsidRPr="00935820">
        <w:t xml:space="preserve"> </w:t>
      </w:r>
      <w:r w:rsidRPr="00935820">
        <w:rPr>
          <w:rtl/>
        </w:rPr>
        <w:t>تخرج علي أو على أحد من ولدي؟ فقال: والله لا فعلت ذلك ولا هو من شأني،</w:t>
      </w:r>
      <w:r w:rsidRPr="00935820">
        <w:t xml:space="preserve"> </w:t>
      </w:r>
      <w:r w:rsidRPr="00935820">
        <w:rPr>
          <w:rtl/>
        </w:rPr>
        <w:t>قال: صدقت، يا ربيع أعطه ثلاثة آلاف دينار ورده إلى أهله إلى المدينة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قال الربيع: فأحكمت أمره ليلا، فما أصبح إلاّ وهو في الطريق خوف العوائق</w:t>
      </w:r>
      <w:r w:rsidRPr="00935820">
        <w:t>.</w:t>
      </w:r>
    </w:p>
    <w:p w:rsidR="00FF3B63" w:rsidRDefault="002C60F7" w:rsidP="00967D39">
      <w:pPr>
        <w:pStyle w:val="libNormal"/>
        <w:rPr>
          <w:rtl/>
        </w:rPr>
      </w:pPr>
      <w:r w:rsidRPr="00935820">
        <w:rPr>
          <w:rtl/>
        </w:rPr>
        <w:t>وعن شقيق بن ابراهيم البلخي قال: خرجت حاجاً في سنة 249، فنزلت القادسية،</w:t>
      </w:r>
      <w:r w:rsidRPr="00935820">
        <w:t xml:space="preserve"> </w:t>
      </w:r>
      <w:r w:rsidRPr="00935820">
        <w:rPr>
          <w:rtl/>
        </w:rPr>
        <w:t>فبينا أنا انظر في زينتهم وكثرتهم، فنظرت إلى فتى أحسن الوجه شديد السمرة</w:t>
      </w:r>
      <w:r w:rsidRPr="00935820">
        <w:t xml:space="preserve"> </w:t>
      </w:r>
      <w:r w:rsidRPr="00935820">
        <w:rPr>
          <w:rtl/>
        </w:rPr>
        <w:t>يعلو فوق ثيابه ثوب من صوف مشتمل بشملة، في رجليه نعلان وقد جلس منفرداً،</w:t>
      </w:r>
      <w:r w:rsidRPr="00935820">
        <w:t xml:space="preserve"> </w:t>
      </w:r>
      <w:r w:rsidRPr="00935820">
        <w:rPr>
          <w:rtl/>
        </w:rPr>
        <w:t>فقلت في نفسي: هذا الفتى من الصوفية يريد أن يكون كلا على الناس في طريقهم،</w:t>
      </w:r>
      <w:r w:rsidRPr="00935820">
        <w:t xml:space="preserve"> </w:t>
      </w:r>
      <w:r w:rsidRPr="00935820">
        <w:rPr>
          <w:rtl/>
        </w:rPr>
        <w:t xml:space="preserve">والله لامضين له ولابخنه، فدنوت منه، فلما رآني مقبلا قال يا شقيق </w:t>
      </w:r>
      <w:r w:rsidR="00967D39" w:rsidRPr="00980442">
        <w:rPr>
          <w:rStyle w:val="libAlaemChar"/>
          <w:rFonts w:eastAsiaTheme="minorHAnsi"/>
          <w:rtl/>
        </w:rPr>
        <w:t>(</w:t>
      </w:r>
      <w:r w:rsidR="00967D39">
        <w:rPr>
          <w:rStyle w:val="libAieChar"/>
          <w:rFonts w:hint="cs"/>
          <w:rtl/>
        </w:rPr>
        <w:t xml:space="preserve"> </w:t>
      </w:r>
      <w:r w:rsidRPr="00967D39">
        <w:rPr>
          <w:rStyle w:val="libAieChar"/>
          <w:rtl/>
        </w:rPr>
        <w:t>اجتنوبا</w:t>
      </w:r>
      <w:r w:rsidRPr="00967D39">
        <w:rPr>
          <w:rStyle w:val="libAieChar"/>
        </w:rPr>
        <w:t xml:space="preserve"> </w:t>
      </w:r>
      <w:r w:rsidRPr="00967D39">
        <w:rPr>
          <w:rStyle w:val="libAieChar"/>
          <w:rtl/>
        </w:rPr>
        <w:t>كثيراً من الظن أن بعض الظن إثم</w:t>
      </w:r>
      <w:r w:rsidR="00967D39">
        <w:rPr>
          <w:rStyle w:val="libAlaemChar"/>
          <w:rFonts w:eastAsiaTheme="minorHAnsi" w:hint="cs"/>
          <w:rtl/>
        </w:rPr>
        <w:t xml:space="preserve"> </w:t>
      </w:r>
      <w:r w:rsidR="00967D39" w:rsidRPr="00980442">
        <w:rPr>
          <w:rStyle w:val="libAlaemChar"/>
          <w:rFonts w:eastAsiaTheme="minorHAnsi"/>
          <w:rtl/>
        </w:rPr>
        <w:t>)</w:t>
      </w:r>
      <w:r w:rsidR="00967D39" w:rsidRPr="00EA0A4C">
        <w:rPr>
          <w:rStyle w:val="libFootnotenumChar"/>
          <w:rtl/>
        </w:rPr>
        <w:t xml:space="preserve"> </w:t>
      </w:r>
      <w:r w:rsidRPr="00EA0A4C">
        <w:rPr>
          <w:rStyle w:val="libFootnotenumChar"/>
          <w:rtl/>
        </w:rPr>
        <w:t>(1)</w:t>
      </w:r>
      <w:r w:rsidRPr="00935820">
        <w:rPr>
          <w:rtl/>
        </w:rPr>
        <w:t>، ثم تركني ومضى</w:t>
      </w:r>
      <w:r w:rsidRPr="00935820">
        <w:t>.</w:t>
      </w:r>
    </w:p>
    <w:p w:rsidR="00635D35" w:rsidRDefault="002C60F7" w:rsidP="002D62BF">
      <w:pPr>
        <w:pStyle w:val="libNormal"/>
        <w:rPr>
          <w:rtl/>
        </w:rPr>
      </w:pPr>
      <w:r w:rsidRPr="00935820">
        <w:rPr>
          <w:rtl/>
        </w:rPr>
        <w:t>فقلت في نفسي: إن هذا الأمر عظيم ـ قد تكلّم على ما في نفسي ونطق باسمي،</w:t>
      </w:r>
      <w:r w:rsidRPr="00935820">
        <w:t xml:space="preserve"> </w:t>
      </w:r>
      <w:r w:rsidRPr="00935820">
        <w:rPr>
          <w:rtl/>
        </w:rPr>
        <w:t>وما هذا إلاّ عبد صالح لألحقنه ولاسألنه أن يحللني، فأسرعت في أثره فلم</w:t>
      </w:r>
      <w:r w:rsidRPr="00935820">
        <w:t xml:space="preserve"> </w:t>
      </w:r>
      <w:r w:rsidRPr="00935820">
        <w:rPr>
          <w:rtl/>
        </w:rPr>
        <w:t>الحقه وغاب عن عيني، فلما نزلنا واقصة إذ به يصلي واعضاؤه تضطرب ودموعه</w:t>
      </w:r>
      <w:r w:rsidRPr="00935820">
        <w:t xml:space="preserve"> </w:t>
      </w:r>
      <w:r w:rsidRPr="00935820">
        <w:rPr>
          <w:rtl/>
        </w:rPr>
        <w:t>تجري، فقلت هذا صاحبي أمضي إليه واستحله، فبصرت حتى جلس وأقبلت نحوه فلمّا</w:t>
      </w:r>
      <w:r w:rsidRPr="00935820">
        <w:t xml:space="preserve"> </w:t>
      </w:r>
      <w:r w:rsidRPr="00935820">
        <w:rPr>
          <w:rtl/>
        </w:rPr>
        <w:t xml:space="preserve">رآني مقبلا قال: يا شقيق إنك: </w:t>
      </w:r>
      <w:r w:rsidR="002D62BF" w:rsidRPr="00980442">
        <w:rPr>
          <w:rStyle w:val="libAlaemChar"/>
          <w:rFonts w:eastAsiaTheme="minorHAnsi"/>
          <w:rtl/>
        </w:rPr>
        <w:t>(</w:t>
      </w:r>
      <w:r w:rsidR="002D62BF">
        <w:rPr>
          <w:rStyle w:val="libAieChar"/>
          <w:rFonts w:hint="cs"/>
          <w:rtl/>
        </w:rPr>
        <w:t xml:space="preserve"> </w:t>
      </w:r>
      <w:r w:rsidRPr="002D62BF">
        <w:rPr>
          <w:rStyle w:val="libAieChar"/>
          <w:rtl/>
        </w:rPr>
        <w:t>واني لغفار لمن تاب وامن وعمل صالحاً ثم</w:t>
      </w:r>
      <w:r w:rsidRPr="002D62BF">
        <w:rPr>
          <w:rStyle w:val="libAieChar"/>
        </w:rPr>
        <w:t xml:space="preserve"> </w:t>
      </w:r>
      <w:r w:rsidRPr="002D62BF">
        <w:rPr>
          <w:rStyle w:val="libAieChar"/>
          <w:rtl/>
        </w:rPr>
        <w:t>اهتدى</w:t>
      </w:r>
      <w:r w:rsidR="002D62BF">
        <w:rPr>
          <w:rStyle w:val="libAieChar"/>
          <w:rFonts w:hint="cs"/>
          <w:rtl/>
        </w:rPr>
        <w:t xml:space="preserve"> </w:t>
      </w:r>
      <w:r w:rsidR="002D62BF" w:rsidRPr="00980442">
        <w:rPr>
          <w:rStyle w:val="libAlaemChar"/>
          <w:rFonts w:eastAsiaTheme="minorHAnsi"/>
          <w:rtl/>
        </w:rPr>
        <w:t>)</w:t>
      </w:r>
      <w:r w:rsidR="002D62BF" w:rsidRPr="00EA0A4C">
        <w:rPr>
          <w:rStyle w:val="libFootnotenumChar"/>
          <w:rtl/>
        </w:rPr>
        <w:t xml:space="preserve"> </w:t>
      </w:r>
      <w:r w:rsidRPr="00EA0A4C">
        <w:rPr>
          <w:rStyle w:val="libFootnotenumChar"/>
          <w:rtl/>
        </w:rPr>
        <w:t>(2)</w:t>
      </w:r>
      <w:r w:rsidRPr="00935820">
        <w:rPr>
          <w:rtl/>
        </w:rPr>
        <w:t xml:space="preserve"> ثم تركني ومضى</w:t>
      </w:r>
      <w:r w:rsidRPr="00935820">
        <w:t>.</w:t>
      </w:r>
    </w:p>
    <w:p w:rsidR="00615A88" w:rsidRDefault="002C60F7" w:rsidP="008501BE">
      <w:pPr>
        <w:pStyle w:val="libNormal"/>
        <w:rPr>
          <w:rtl/>
        </w:rPr>
      </w:pPr>
      <w:r w:rsidRPr="00935820">
        <w:rPr>
          <w:rtl/>
        </w:rPr>
        <w:t>فقلت ان هذا الفتى لمن الابدال وقد تكلّم على سري مرتين، فلما تزلنا رمالا</w:t>
      </w:r>
      <w:r w:rsidRPr="00935820">
        <w:t xml:space="preserve"> </w:t>
      </w:r>
      <w:r w:rsidRPr="00935820">
        <w:rPr>
          <w:rtl/>
        </w:rPr>
        <w:t>إذا بالفتى قائم على البئر وبيده ركوه يريد أن يستقي الماء، فسقطت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615A88" w:rsidRDefault="00067836" w:rsidP="00067836">
      <w:pPr>
        <w:pStyle w:val="libFootnote"/>
      </w:pPr>
      <w:r>
        <w:rPr>
          <w:rFonts w:hint="cs"/>
          <w:rtl/>
        </w:rPr>
        <w:t xml:space="preserve">(1) </w:t>
      </w:r>
      <w:r w:rsidR="002C60F7" w:rsidRPr="00935820">
        <w:rPr>
          <w:rtl/>
        </w:rPr>
        <w:t>الحجرات 49: 12</w:t>
      </w:r>
      <w:r w:rsidR="002C60F7" w:rsidRPr="00935820">
        <w:t>.</w:t>
      </w:r>
    </w:p>
    <w:p w:rsidR="00FF3B63" w:rsidRDefault="00067836" w:rsidP="00067836">
      <w:pPr>
        <w:pStyle w:val="libFootnote"/>
      </w:pPr>
      <w:r>
        <w:rPr>
          <w:rFonts w:hint="cs"/>
          <w:rtl/>
        </w:rPr>
        <w:t xml:space="preserve">(2) </w:t>
      </w:r>
      <w:r w:rsidR="002C60F7" w:rsidRPr="00935820">
        <w:rPr>
          <w:rtl/>
        </w:rPr>
        <w:t>طه 20: 82</w:t>
      </w:r>
      <w:r w:rsidR="002C60F7" w:rsidRPr="00935820">
        <w:t>.</w:t>
      </w:r>
    </w:p>
    <w:p w:rsidR="00FF3B63" w:rsidRDefault="00FF3B63" w:rsidP="00191648">
      <w:pPr>
        <w:pStyle w:val="libNormal"/>
      </w:pPr>
      <w:r>
        <w:br w:type="page"/>
      </w:r>
    </w:p>
    <w:p w:rsidR="00FF3B63" w:rsidRDefault="002C60F7" w:rsidP="00B13028">
      <w:pPr>
        <w:pStyle w:val="libNormal0"/>
        <w:rPr>
          <w:rtl/>
        </w:rPr>
      </w:pPr>
      <w:r w:rsidRPr="00935820">
        <w:rPr>
          <w:rtl/>
        </w:rPr>
        <w:lastRenderedPageBreak/>
        <w:t>الركوة من يده في</w:t>
      </w:r>
      <w:r w:rsidRPr="00935820">
        <w:t xml:space="preserve"> </w:t>
      </w:r>
      <w:r w:rsidRPr="00935820">
        <w:rPr>
          <w:rtl/>
        </w:rPr>
        <w:t>البئر، وأنا انظر إليه، فرأيت قد رمق السماء وسمعته يقول</w:t>
      </w:r>
      <w:r w:rsidRPr="00935820">
        <w:t>: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وقوتي إذا أردت الطعاما ... أنت ربي إذا ظمئت من الماء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اللهم سيدي مالي سواها تعد منيها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قال شقيق: فوالله لقد رأيت البئر قد ارتفع ماؤها، فمد يده فأخذ الركوة</w:t>
      </w:r>
      <w:r w:rsidRPr="00935820">
        <w:t xml:space="preserve"> </w:t>
      </w:r>
      <w:r w:rsidRPr="00935820">
        <w:rPr>
          <w:rtl/>
        </w:rPr>
        <w:t>وملأها ماء وتوضأ وصلى أربع ركعات، ثم مال إلى كثيب رمل فجعل يقبض بيده</w:t>
      </w:r>
      <w:r w:rsidRPr="00935820">
        <w:t xml:space="preserve"> </w:t>
      </w:r>
      <w:r w:rsidRPr="00935820">
        <w:rPr>
          <w:rtl/>
        </w:rPr>
        <w:t>ويطرحه في الركوة ويحركه ويشرب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فاقبلت إليه وسلمت عليه فرد علي السلام، فقلت اطعمني من فضل ما انعم الله</w:t>
      </w:r>
      <w:r w:rsidRPr="00935820">
        <w:t xml:space="preserve"> </w:t>
      </w:r>
      <w:r w:rsidRPr="00935820">
        <w:rPr>
          <w:rtl/>
        </w:rPr>
        <w:t>به عليك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فقال: يا شقيق لم تزل نعمة الله علينا ظاهرة وباطنة فاحسن ظنك بربك، ثم</w:t>
      </w:r>
      <w:r w:rsidRPr="00935820">
        <w:t xml:space="preserve"> </w:t>
      </w:r>
      <w:r w:rsidRPr="00935820">
        <w:rPr>
          <w:rtl/>
        </w:rPr>
        <w:t>ناولني الركوة فشربت منها، فإذا سويق وسكر، فوالله ما شربت قط الذّ منه ولا</w:t>
      </w:r>
      <w:r w:rsidRPr="00935820">
        <w:t xml:space="preserve"> </w:t>
      </w:r>
      <w:r w:rsidRPr="00935820">
        <w:rPr>
          <w:rtl/>
        </w:rPr>
        <w:t>أطيب ريحاً منه فشبعت، فاقمت أياماً لا اشتهي طعاماً ولا شراباً</w:t>
      </w:r>
      <w:r w:rsidRPr="00935820">
        <w:t>.</w:t>
      </w:r>
    </w:p>
    <w:p w:rsidR="00FF3B63" w:rsidRDefault="002C60F7" w:rsidP="000F17D4">
      <w:pPr>
        <w:pStyle w:val="libNormal"/>
        <w:rPr>
          <w:rtl/>
        </w:rPr>
      </w:pPr>
      <w:r w:rsidRPr="00935820">
        <w:rPr>
          <w:rtl/>
        </w:rPr>
        <w:t>ثم لم أره حتى دخلنا مكة، فرأيته ليلة إلى جنب قبة الشراب في نصف الليل</w:t>
      </w:r>
      <w:r w:rsidRPr="00935820">
        <w:t xml:space="preserve"> </w:t>
      </w:r>
      <w:r w:rsidRPr="00935820">
        <w:rPr>
          <w:rtl/>
        </w:rPr>
        <w:t>يصلي بخشوع وأنين وبكاء، فلم يزل كذلك حتى ذهب الليل، فلما رأى جلس في</w:t>
      </w:r>
      <w:r w:rsidRPr="00935820">
        <w:t xml:space="preserve"> </w:t>
      </w:r>
      <w:r w:rsidRPr="00935820">
        <w:rPr>
          <w:rtl/>
        </w:rPr>
        <w:t>مصلاه يسبّح الله، ثم قام فصلّى الغداة، وطاف بالبيت اسبوعاً ـ وخرج</w:t>
      </w:r>
      <w:r w:rsidRPr="00935820">
        <w:t xml:space="preserve"> </w:t>
      </w:r>
      <w:r w:rsidRPr="00935820">
        <w:rPr>
          <w:rtl/>
        </w:rPr>
        <w:t>فتتبعته فإذا له حاشية وأموال، وهو على خلاف ما رأيته في الطريق، ودار به</w:t>
      </w:r>
      <w:r w:rsidRPr="00935820">
        <w:t xml:space="preserve"> </w:t>
      </w:r>
      <w:r w:rsidRPr="00935820">
        <w:rPr>
          <w:rtl/>
        </w:rPr>
        <w:t>الناس من حوله يسلّمون عليه، فقلت لبعض رأيته يقرب منه: من هذا الفتى؟ فقال</w:t>
      </w:r>
      <w:r w:rsidRPr="00935820">
        <w:t xml:space="preserve"> </w:t>
      </w:r>
      <w:r w:rsidRPr="00935820">
        <w:rPr>
          <w:rtl/>
        </w:rPr>
        <w:t>هذا موسى بن جعفر بن محمد بن علي بن الحسين بن علي بن أبي طالب</w:t>
      </w:r>
      <w:r w:rsidR="000F17D4" w:rsidRPr="000F17D4">
        <w:rPr>
          <w:rStyle w:val="libAlaemChar"/>
          <w:rFonts w:eastAsiaTheme="minorHAnsi"/>
          <w:rtl/>
        </w:rPr>
        <w:t xml:space="preserve"> عليهم‌السلام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فقتل: قد عجبت أن تكون هذه العجائب إلاّ لمثل هذا السيد</w:t>
      </w:r>
      <w:r w:rsidRPr="00935820">
        <w:t>.</w:t>
      </w:r>
    </w:p>
    <w:p w:rsidR="00FF3B63" w:rsidRPr="00FF3B63" w:rsidRDefault="002C60F7" w:rsidP="008501BE">
      <w:pPr>
        <w:pStyle w:val="libNormal"/>
        <w:rPr>
          <w:rtl/>
        </w:rPr>
      </w:pPr>
      <w:r w:rsidRPr="00935820">
        <w:rPr>
          <w:rtl/>
        </w:rPr>
        <w:t>وعن أحمد بن اسماعيل قال: بعث موسى بن جعفر إلى الرشيد من الحبس رسالته</w:t>
      </w:r>
      <w:r w:rsidRPr="00935820">
        <w:t xml:space="preserve"> </w:t>
      </w:r>
      <w:r w:rsidRPr="00935820">
        <w:rPr>
          <w:rtl/>
        </w:rPr>
        <w:t>كانت: انه لن ينقضي عني يوم من البلاء إلاّ انقضى عنك معه يوم من الرخاء،</w:t>
      </w:r>
      <w:r w:rsidRPr="00935820">
        <w:t xml:space="preserve"> </w:t>
      </w:r>
      <w:r w:rsidRPr="00935820">
        <w:rPr>
          <w:rtl/>
        </w:rPr>
        <w:t>حتى نقضي جميعاً إلى يوم ليس له انقضاء يخسر فيه</w:t>
      </w:r>
      <w:r w:rsidR="00FF3B63">
        <w:rPr>
          <w:rFonts w:hint="cs"/>
          <w:rtl/>
        </w:rPr>
        <w:t xml:space="preserve"> </w:t>
      </w:r>
      <w:r w:rsidRPr="00935820">
        <w:rPr>
          <w:rtl/>
        </w:rPr>
        <w:t>المبطلون</w:t>
      </w:r>
      <w:r w:rsidRPr="00935820">
        <w:t>.</w:t>
      </w:r>
    </w:p>
    <w:p w:rsidR="00700E9E" w:rsidRDefault="002C60F7" w:rsidP="000F17D4">
      <w:pPr>
        <w:pStyle w:val="libNormal"/>
        <w:rPr>
          <w:rtl/>
        </w:rPr>
      </w:pPr>
      <w:r w:rsidRPr="00935820">
        <w:rPr>
          <w:rtl/>
        </w:rPr>
        <w:t>ولد موسى بن جعفر</w:t>
      </w:r>
      <w:r w:rsidR="000F17D4" w:rsidRPr="000F17D4">
        <w:rPr>
          <w:rStyle w:val="libAlaemChar"/>
          <w:rFonts w:eastAsiaTheme="minorHAnsi"/>
          <w:rtl/>
        </w:rPr>
        <w:t xml:space="preserve"> عليه‌السلام</w:t>
      </w:r>
      <w:r w:rsidRPr="00935820">
        <w:rPr>
          <w:rtl/>
        </w:rPr>
        <w:t xml:space="preserve"> بالمدينة في سنة 128هـ، وقيل 129هـ، واقدمه</w:t>
      </w:r>
      <w:r w:rsidRPr="00935820">
        <w:t xml:space="preserve"> </w:t>
      </w:r>
      <w:r w:rsidRPr="00935820">
        <w:rPr>
          <w:rtl/>
        </w:rPr>
        <w:t>المهدي بغداد، ثم رده إلى المدينة، فأقام بها إلى أن توفى بها لخمس بقين من</w:t>
      </w:r>
      <w:r w:rsidRPr="00935820">
        <w:t xml:space="preserve"> </w:t>
      </w:r>
      <w:r w:rsidRPr="00935820">
        <w:rPr>
          <w:rtl/>
        </w:rPr>
        <w:t>رجب في سنة 183هـ</w:t>
      </w:r>
      <w:r w:rsidRPr="00935820">
        <w:t xml:space="preserve"> ".</w:t>
      </w:r>
    </w:p>
    <w:p w:rsidR="00700E9E" w:rsidRDefault="00700E9E" w:rsidP="00700E9E">
      <w:pPr>
        <w:pStyle w:val="libNormal"/>
        <w:rPr>
          <w:rtl/>
        </w:rPr>
      </w:pPr>
      <w:r>
        <w:rPr>
          <w:rtl/>
        </w:rPr>
        <w:br w:type="page"/>
      </w:r>
    </w:p>
    <w:p w:rsidR="00FF3B63" w:rsidRDefault="002C60F7" w:rsidP="00FF3B63">
      <w:pPr>
        <w:pStyle w:val="Heading1Center"/>
        <w:rPr>
          <w:rtl/>
        </w:rPr>
      </w:pPr>
      <w:bookmarkStart w:id="20" w:name="12"/>
      <w:bookmarkStart w:id="21" w:name="_Toc374532478"/>
      <w:r w:rsidRPr="00935820">
        <w:rPr>
          <w:rtl/>
        </w:rPr>
        <w:lastRenderedPageBreak/>
        <w:t>قول أحمد بن محمد بن خلكان</w:t>
      </w:r>
      <w:bookmarkEnd w:id="20"/>
      <w:bookmarkEnd w:id="21"/>
    </w:p>
    <w:p w:rsidR="00635D35" w:rsidRDefault="005D4559" w:rsidP="00756F75">
      <w:pPr>
        <w:pStyle w:val="libNormal"/>
      </w:pPr>
      <w:r>
        <w:rPr>
          <w:rFonts w:hint="cs"/>
          <w:rtl/>
        </w:rPr>
        <w:t xml:space="preserve">10 ـ </w:t>
      </w:r>
      <w:r w:rsidR="002C60F7" w:rsidRPr="00756F75">
        <w:rPr>
          <w:rtl/>
        </w:rPr>
        <w:t>قال أبو العباس أحمد بن محمد بن خلكان، المتوفى سنة 608،</w:t>
      </w:r>
      <w:r w:rsidR="002C60F7" w:rsidRPr="00756F75">
        <w:t xml:space="preserve"> </w:t>
      </w:r>
      <w:r w:rsidR="002C60F7" w:rsidRPr="00756F75">
        <w:rPr>
          <w:rtl/>
        </w:rPr>
        <w:t>في كتابه وفيات الأعيان، طبع دار صادر بيروت، ج5 ص308 ـ 310 رقم 746</w:t>
      </w:r>
      <w:r w:rsidR="002C60F7" w:rsidRPr="00756F75">
        <w:t>:</w:t>
      </w:r>
    </w:p>
    <w:p w:rsidR="00635D35" w:rsidRDefault="002C60F7" w:rsidP="00756F75">
      <w:pPr>
        <w:pStyle w:val="libNormal"/>
        <w:rPr>
          <w:rtl/>
        </w:rPr>
      </w:pPr>
      <w:r w:rsidRPr="00756F75">
        <w:t>"</w:t>
      </w:r>
      <w:r w:rsidRPr="00756F75">
        <w:rPr>
          <w:rtl/>
        </w:rPr>
        <w:t>موسى الكاظم</w:t>
      </w:r>
      <w:r w:rsidRPr="00756F75">
        <w:t>:</w:t>
      </w:r>
    </w:p>
    <w:p w:rsidR="002D62BF" w:rsidRDefault="002C60F7" w:rsidP="000F17D4">
      <w:pPr>
        <w:pStyle w:val="libNormal"/>
        <w:rPr>
          <w:rtl/>
        </w:rPr>
      </w:pPr>
      <w:r w:rsidRPr="00756F75">
        <w:rPr>
          <w:rtl/>
        </w:rPr>
        <w:t>أبو الحسن موسى الكاظم بن جعفر الصادق ابن محمد الباقر بن علي زين العابدين</w:t>
      </w:r>
      <w:r w:rsidRPr="00756F75">
        <w:t xml:space="preserve"> </w:t>
      </w:r>
      <w:r w:rsidRPr="00756F75">
        <w:rPr>
          <w:rtl/>
        </w:rPr>
        <w:t>ابن الحسين بن علي بن أبي طالب رضي الله عنهم، أحد الأئمة الاثني عشر رضي</w:t>
      </w:r>
      <w:r w:rsidRPr="00756F75">
        <w:t xml:space="preserve"> </w:t>
      </w:r>
      <w:r w:rsidRPr="00756F75">
        <w:rPr>
          <w:rtl/>
        </w:rPr>
        <w:t>الله عنهم</w:t>
      </w:r>
      <w:r w:rsidRPr="00756F75">
        <w:t>.</w:t>
      </w:r>
    </w:p>
    <w:p w:rsidR="00635D35" w:rsidRDefault="002C60F7" w:rsidP="000F17D4">
      <w:pPr>
        <w:pStyle w:val="libNormal"/>
        <w:rPr>
          <w:rtl/>
        </w:rPr>
      </w:pPr>
      <w:r w:rsidRPr="00756F75">
        <w:rPr>
          <w:rtl/>
        </w:rPr>
        <w:t>وقال الخطيب في تاريخ بغداد: كان موسى يدعى العبد الصالح من عبادته</w:t>
      </w:r>
      <w:r w:rsidRPr="00756F75">
        <w:t xml:space="preserve"> </w:t>
      </w:r>
      <w:r w:rsidRPr="00756F75">
        <w:rPr>
          <w:rtl/>
        </w:rPr>
        <w:t>واجتهاده، وروى انه دخل مسجد رسول الله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756F75">
        <w:rPr>
          <w:rtl/>
        </w:rPr>
        <w:t xml:space="preserve"> فسجد سجدة في</w:t>
      </w:r>
      <w:r w:rsidRPr="00756F75">
        <w:t xml:space="preserve"> </w:t>
      </w:r>
      <w:r w:rsidRPr="00756F75">
        <w:rPr>
          <w:rtl/>
        </w:rPr>
        <w:t>أول الليل وسمع وهو يقول في سجوده: عظم الذنب عندي فليحسن العفو من عندك،</w:t>
      </w:r>
      <w:r w:rsidRPr="00756F75">
        <w:t xml:space="preserve"> </w:t>
      </w:r>
      <w:r w:rsidRPr="00756F75">
        <w:rPr>
          <w:rtl/>
        </w:rPr>
        <w:t>يا أهل التقوى ويا أهل المغفرة، فجعل يردّدها حتى أصبح</w:t>
      </w:r>
      <w:r w:rsidRPr="00756F75">
        <w:t>.</w:t>
      </w:r>
    </w:p>
    <w:p w:rsidR="00635D35" w:rsidRDefault="002C60F7" w:rsidP="00756F75">
      <w:pPr>
        <w:pStyle w:val="libNormal"/>
        <w:rPr>
          <w:rtl/>
        </w:rPr>
      </w:pPr>
      <w:r w:rsidRPr="00756F75">
        <w:rPr>
          <w:rtl/>
        </w:rPr>
        <w:t>وكان سخياً كريماً، وكان يبلغه عن الرجل أنه يؤذيه فيبعث إليه بصرة فيها</w:t>
      </w:r>
      <w:r w:rsidRPr="00756F75">
        <w:t xml:space="preserve"> </w:t>
      </w:r>
      <w:r w:rsidRPr="00756F75">
        <w:rPr>
          <w:rtl/>
        </w:rPr>
        <w:t>ألف دينار، وكان يصر الصرر ثلاثمائة دينار وأربعمائة دينار ومائتي دينار ثم</w:t>
      </w:r>
      <w:r w:rsidRPr="00756F75">
        <w:t xml:space="preserve"> </w:t>
      </w:r>
      <w:r w:rsidRPr="00756F75">
        <w:rPr>
          <w:rtl/>
        </w:rPr>
        <w:t>يقسّمها بالمدينة</w:t>
      </w:r>
      <w:r w:rsidRPr="00756F75">
        <w:t>.</w:t>
      </w:r>
    </w:p>
    <w:p w:rsidR="00635D35" w:rsidRDefault="002C60F7" w:rsidP="002D62BF">
      <w:pPr>
        <w:pStyle w:val="libNormal"/>
        <w:rPr>
          <w:rtl/>
        </w:rPr>
      </w:pPr>
      <w:r w:rsidRPr="00756F75">
        <w:rPr>
          <w:rtl/>
        </w:rPr>
        <w:t>وكان يسكن المدينة، فأقدمه المهدي بغداد وحبسه، فرأى في</w:t>
      </w:r>
      <w:r w:rsidRPr="00EA0A4C">
        <w:rPr>
          <w:rStyle w:val="libFootnotenumChar"/>
          <w:rtl/>
        </w:rPr>
        <w:t>(1)</w:t>
      </w:r>
      <w:r w:rsidRPr="00756F75">
        <w:rPr>
          <w:rtl/>
        </w:rPr>
        <w:t xml:space="preserve"> النوم علي بن</w:t>
      </w:r>
      <w:r w:rsidRPr="00756F75">
        <w:t xml:space="preserve"> </w:t>
      </w:r>
      <w:r w:rsidRPr="00756F75">
        <w:rPr>
          <w:rtl/>
        </w:rPr>
        <w:t>أبي طالب</w:t>
      </w:r>
      <w:r w:rsidR="00490D4A" w:rsidRPr="00490D4A">
        <w:rPr>
          <w:rStyle w:val="libAlaemChar"/>
          <w:rtl/>
        </w:rPr>
        <w:t xml:space="preserve"> رضي‌الله‌عنه</w:t>
      </w:r>
      <w:r w:rsidRPr="00756F75">
        <w:rPr>
          <w:rtl/>
        </w:rPr>
        <w:t xml:space="preserve"> وهو يقول: يا محمد </w:t>
      </w:r>
      <w:r w:rsidR="002D62BF" w:rsidRPr="00980442">
        <w:rPr>
          <w:rStyle w:val="libAlaemChar"/>
          <w:rFonts w:eastAsiaTheme="minorHAnsi"/>
          <w:rtl/>
        </w:rPr>
        <w:t>(</w:t>
      </w:r>
      <w:r w:rsidR="002D62BF">
        <w:rPr>
          <w:rStyle w:val="libAlaemChar"/>
          <w:rFonts w:eastAsiaTheme="minorHAnsi" w:hint="cs"/>
          <w:rtl/>
        </w:rPr>
        <w:t xml:space="preserve"> </w:t>
      </w:r>
      <w:r w:rsidRPr="002D62BF">
        <w:rPr>
          <w:rStyle w:val="libAieChar"/>
          <w:rtl/>
        </w:rPr>
        <w:t>فهل عسيتم أن توليتم أن تفسدوا</w:t>
      </w:r>
      <w:r w:rsidRPr="002D62BF">
        <w:rPr>
          <w:rStyle w:val="libAieChar"/>
        </w:rPr>
        <w:t xml:space="preserve"> </w:t>
      </w:r>
      <w:r w:rsidRPr="002D62BF">
        <w:rPr>
          <w:rStyle w:val="libAieChar"/>
          <w:rtl/>
        </w:rPr>
        <w:t>في الأرض وتقطعوا أرحامكم</w:t>
      </w:r>
      <w:r w:rsidR="002D62BF">
        <w:rPr>
          <w:rStyle w:val="libAlaemChar"/>
          <w:rFonts w:eastAsiaTheme="minorHAnsi" w:hint="cs"/>
          <w:rtl/>
        </w:rPr>
        <w:t xml:space="preserve"> </w:t>
      </w:r>
      <w:r w:rsidR="002D62BF" w:rsidRPr="00980442">
        <w:rPr>
          <w:rStyle w:val="libAlaemChar"/>
          <w:rFonts w:eastAsiaTheme="minorHAnsi"/>
          <w:rtl/>
        </w:rPr>
        <w:t>)</w:t>
      </w:r>
      <w:r w:rsidR="002D62BF" w:rsidRPr="00EA0A4C">
        <w:rPr>
          <w:rStyle w:val="libFootnotenumChar"/>
          <w:rtl/>
        </w:rPr>
        <w:t xml:space="preserve"> </w:t>
      </w:r>
      <w:r w:rsidRPr="00EA0A4C">
        <w:rPr>
          <w:rStyle w:val="libFootnotenumChar"/>
          <w:rtl/>
        </w:rPr>
        <w:t>(2)</w:t>
      </w:r>
      <w:r w:rsidRPr="00756F75">
        <w:t>.</w:t>
      </w:r>
    </w:p>
    <w:p w:rsidR="00615A88" w:rsidRPr="00756F75" w:rsidRDefault="002C60F7" w:rsidP="00756F75">
      <w:pPr>
        <w:pStyle w:val="libNormal"/>
        <w:rPr>
          <w:rtl/>
        </w:rPr>
      </w:pPr>
      <w:r w:rsidRPr="00756F75">
        <w:rPr>
          <w:rtl/>
        </w:rPr>
        <w:t>قال الربيع: فأرسل إلي ليلا، فراعني ذلك، فجئته فإذا هو يقرأ هذه الآية،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B73FDF" w:rsidRPr="00B73FDF" w:rsidRDefault="00B73FDF" w:rsidP="00B73FDF">
      <w:pPr>
        <w:pStyle w:val="libFootnote"/>
        <w:rPr>
          <w:rtl/>
        </w:rPr>
      </w:pPr>
      <w:r w:rsidRPr="00B73FDF">
        <w:rPr>
          <w:rFonts w:hint="cs"/>
          <w:rtl/>
        </w:rPr>
        <w:t xml:space="preserve">(1) </w:t>
      </w:r>
      <w:r w:rsidR="002C60F7" w:rsidRPr="00B73FDF">
        <w:rPr>
          <w:rtl/>
        </w:rPr>
        <w:t>أي: المهدي</w:t>
      </w:r>
      <w:r w:rsidR="002C60F7" w:rsidRPr="00B73FDF">
        <w:t>.</w:t>
      </w:r>
    </w:p>
    <w:p w:rsidR="00FF3B63" w:rsidRPr="0002589F" w:rsidRDefault="00B73FDF" w:rsidP="008501BE">
      <w:pPr>
        <w:pStyle w:val="libFootnote"/>
        <w:rPr>
          <w:rStyle w:val="libNormalChar"/>
        </w:rPr>
      </w:pPr>
      <w:r w:rsidRPr="00B73FDF">
        <w:rPr>
          <w:rFonts w:hint="cs"/>
          <w:rtl/>
        </w:rPr>
        <w:t xml:space="preserve">(2) </w:t>
      </w:r>
      <w:r w:rsidR="002C60F7" w:rsidRPr="00B73FDF">
        <w:rPr>
          <w:rtl/>
        </w:rPr>
        <w:t>محمد 47: 22</w:t>
      </w:r>
      <w:r w:rsidR="002C60F7" w:rsidRPr="00B73FDF">
        <w:t>.</w:t>
      </w:r>
    </w:p>
    <w:p w:rsidR="00FF3B63" w:rsidRDefault="00FF3B63" w:rsidP="00682ACE">
      <w:pPr>
        <w:pStyle w:val="libNormal"/>
      </w:pPr>
      <w:r>
        <w:br w:type="page"/>
      </w:r>
    </w:p>
    <w:p w:rsidR="00B73FDF" w:rsidRDefault="002C60F7" w:rsidP="00490D4A">
      <w:pPr>
        <w:pStyle w:val="libNormal0"/>
        <w:rPr>
          <w:rtl/>
        </w:rPr>
      </w:pPr>
      <w:r w:rsidRPr="00935820">
        <w:rPr>
          <w:rtl/>
        </w:rPr>
        <w:lastRenderedPageBreak/>
        <w:t>وكان أحسن الناس</w:t>
      </w:r>
      <w:r w:rsidRPr="00935820">
        <w:t xml:space="preserve"> </w:t>
      </w:r>
      <w:r w:rsidRPr="00935820">
        <w:rPr>
          <w:rtl/>
        </w:rPr>
        <w:t>صوتاً، وقال: علي بموسى بن جعفر، فجئته به فعانقه وأجلسه إلى جنبه وقال: يا</w:t>
      </w:r>
      <w:r w:rsidRPr="00935820">
        <w:t xml:space="preserve"> </w:t>
      </w:r>
      <w:r w:rsidRPr="00935820">
        <w:rPr>
          <w:rtl/>
        </w:rPr>
        <w:t>أبا الحسن أني رأيت أمير المؤمنين علي بن أبي طالب</w:t>
      </w:r>
      <w:r w:rsidR="00490D4A" w:rsidRPr="00490D4A">
        <w:rPr>
          <w:rStyle w:val="libAlaemChar"/>
          <w:rtl/>
        </w:rPr>
        <w:t xml:space="preserve"> رضي‌الله‌عنه</w:t>
      </w:r>
      <w:r w:rsidRPr="00935820">
        <w:rPr>
          <w:rtl/>
        </w:rPr>
        <w:t xml:space="preserve"> في النوم</w:t>
      </w:r>
      <w:r w:rsidRPr="00935820">
        <w:t xml:space="preserve"> </w:t>
      </w:r>
      <w:r w:rsidRPr="00935820">
        <w:rPr>
          <w:rtl/>
        </w:rPr>
        <w:t>يقرأ علي كذا، فتؤمنني أن تخرج علي أو على أحد من أولادي؟ فقال: والله لا</w:t>
      </w:r>
      <w:r w:rsidRPr="00935820">
        <w:t xml:space="preserve"> </w:t>
      </w:r>
      <w:r w:rsidRPr="00935820">
        <w:rPr>
          <w:rtl/>
        </w:rPr>
        <w:t>فعلت ذلك ولا هو من شأني، قال: صدقت، اعطه ثلاث آلاف دينار وردّه إلى أهله</w:t>
      </w:r>
      <w:r w:rsidRPr="00935820">
        <w:t xml:space="preserve"> </w:t>
      </w:r>
      <w:r w:rsidRPr="00935820">
        <w:rPr>
          <w:rtl/>
        </w:rPr>
        <w:t>إلى المدينة، قال الربيع: فأحكمت أمره ليلا فما أصبح إلاّ وهو في الطريق</w:t>
      </w:r>
      <w:r w:rsidRPr="00935820">
        <w:t xml:space="preserve"> </w:t>
      </w:r>
      <w:r w:rsidRPr="00935820">
        <w:rPr>
          <w:rtl/>
        </w:rPr>
        <w:t>فوق العوائق</w:t>
      </w:r>
      <w:r w:rsidRPr="00935820">
        <w:t>.</w:t>
      </w:r>
    </w:p>
    <w:p w:rsidR="00B73FDF" w:rsidRDefault="002C60F7" w:rsidP="008501BE">
      <w:pPr>
        <w:pStyle w:val="libNormal"/>
        <w:rPr>
          <w:rtl/>
        </w:rPr>
      </w:pPr>
      <w:r w:rsidRPr="00935820">
        <w:rPr>
          <w:rtl/>
        </w:rPr>
        <w:t>وأقام بالمدينة إلى أيام هارون الرشيد، فقدم هارون منصرفاً من عمرة شهر</w:t>
      </w:r>
      <w:r w:rsidRPr="00935820">
        <w:t xml:space="preserve"> </w:t>
      </w:r>
      <w:r w:rsidRPr="00935820">
        <w:rPr>
          <w:rtl/>
        </w:rPr>
        <w:t>رمضان سنة تسع وسبعين ومائة، فحمل موسى معه إلى بغداد وحبسه بها إلى أن</w:t>
      </w:r>
      <w:r w:rsidRPr="00935820">
        <w:t xml:space="preserve"> </w:t>
      </w:r>
      <w:r w:rsidRPr="00935820">
        <w:rPr>
          <w:rtl/>
        </w:rPr>
        <w:t>توفى في محبسه</w:t>
      </w:r>
      <w:r w:rsidRPr="00935820">
        <w:t>.</w:t>
      </w:r>
    </w:p>
    <w:p w:rsidR="00B73FDF" w:rsidRDefault="002C60F7" w:rsidP="000F17D4">
      <w:pPr>
        <w:pStyle w:val="libNormal"/>
        <w:rPr>
          <w:rtl/>
        </w:rPr>
      </w:pPr>
      <w:r w:rsidRPr="00935820">
        <w:rPr>
          <w:rtl/>
        </w:rPr>
        <w:t>وذكر أيضاً أن هارون الرشيد حج فأتى قبر النبي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935820">
        <w:rPr>
          <w:rtl/>
        </w:rPr>
        <w:t xml:space="preserve"> زائراً</w:t>
      </w:r>
      <w:r w:rsidRPr="00935820">
        <w:t xml:space="preserve"> </w:t>
      </w:r>
      <w:r w:rsidRPr="00935820">
        <w:rPr>
          <w:rtl/>
        </w:rPr>
        <w:t>وحوله قريش ورؤساء القبائل، ومعه موسى بن جعفر، فقال: السلام عليك يا رسول</w:t>
      </w:r>
      <w:r w:rsidRPr="00935820">
        <w:t xml:space="preserve"> </w:t>
      </w:r>
      <w:r w:rsidRPr="00935820">
        <w:rPr>
          <w:rtl/>
        </w:rPr>
        <w:t>الله يا ابن عم، افتخاراً على من حوله، فقال موسى: السلام عليك يا ابت،</w:t>
      </w:r>
      <w:r w:rsidRPr="00935820">
        <w:t xml:space="preserve"> </w:t>
      </w:r>
      <w:r w:rsidRPr="00935820">
        <w:rPr>
          <w:rtl/>
        </w:rPr>
        <w:t>فتغيّر وجه هارون الرشيد وقال: هذا هو الفخر يا ابا الحسن حقّاً، انتهى</w:t>
      </w:r>
      <w:r w:rsidRPr="00935820">
        <w:t xml:space="preserve"> </w:t>
      </w:r>
      <w:r w:rsidRPr="00935820">
        <w:rPr>
          <w:rtl/>
        </w:rPr>
        <w:t>كلام الخطيب</w:t>
      </w:r>
      <w:r w:rsidRPr="00935820">
        <w:t>.</w:t>
      </w:r>
    </w:p>
    <w:p w:rsidR="00B73FDF" w:rsidRDefault="002C60F7" w:rsidP="008501BE">
      <w:pPr>
        <w:pStyle w:val="libNormal"/>
        <w:rPr>
          <w:rtl/>
        </w:rPr>
      </w:pPr>
      <w:r w:rsidRPr="00935820">
        <w:rPr>
          <w:rtl/>
        </w:rPr>
        <w:t>وقال أبو الحسن علي بن علي المسعودي في كتاب مروج الذهب في أخبار هارون</w:t>
      </w:r>
      <w:r w:rsidRPr="00935820">
        <w:t xml:space="preserve"> </w:t>
      </w:r>
      <w:r w:rsidRPr="00935820">
        <w:rPr>
          <w:rtl/>
        </w:rPr>
        <w:t>الرشيد: ان عبدالله بن مالك الخزاعي كان على دار هارون الرشيد وشرطته،</w:t>
      </w:r>
      <w:r w:rsidRPr="00935820">
        <w:t xml:space="preserve"> </w:t>
      </w:r>
      <w:r w:rsidRPr="00935820">
        <w:rPr>
          <w:rtl/>
        </w:rPr>
        <w:t>فقال: أتاني رسول الله الرشيد وقتاً ما جائني فيه قط، فانتزعني من موضعي،</w:t>
      </w:r>
      <w:r w:rsidRPr="00935820">
        <w:t xml:space="preserve"> </w:t>
      </w:r>
      <w:r w:rsidRPr="00935820">
        <w:rPr>
          <w:rtl/>
        </w:rPr>
        <w:t>ومنعني من تغيير ثيابي فراعني ذلك، فلما صرت إلى الدار سبقني الخادم فعرف</w:t>
      </w:r>
      <w:r w:rsidRPr="00935820">
        <w:t xml:space="preserve"> </w:t>
      </w:r>
      <w:r w:rsidRPr="00935820">
        <w:rPr>
          <w:rtl/>
        </w:rPr>
        <w:t>الرشيد خبري، فاذن لي في الدخول، فدخلت فوجدته قاعداً على فراشه فسلّمت</w:t>
      </w:r>
      <w:r w:rsidRPr="00935820">
        <w:t xml:space="preserve"> </w:t>
      </w:r>
      <w:r w:rsidRPr="00935820">
        <w:rPr>
          <w:rtl/>
        </w:rPr>
        <w:t>عليه فسكت ساعة، فطار عقلي وتضاعف الجزع علي، ثم قال: يا عبدالله اتدري لم</w:t>
      </w:r>
      <w:r w:rsidRPr="00935820">
        <w:t xml:space="preserve"> </w:t>
      </w:r>
      <w:r w:rsidRPr="00935820">
        <w:rPr>
          <w:rtl/>
        </w:rPr>
        <w:t>طلبتك في هذا الوقت، قلت: لا والله يا أمير المؤمنين، قال: اني رأيت الساعة</w:t>
      </w:r>
      <w:r w:rsidRPr="00935820">
        <w:t xml:space="preserve"> </w:t>
      </w:r>
      <w:r w:rsidRPr="00935820">
        <w:rPr>
          <w:rtl/>
        </w:rPr>
        <w:t>في منامي كان حبشياً قد</w:t>
      </w:r>
      <w:r w:rsidR="00FF3B63">
        <w:rPr>
          <w:rFonts w:hint="cs"/>
          <w:rtl/>
        </w:rPr>
        <w:t xml:space="preserve"> </w:t>
      </w:r>
      <w:r w:rsidRPr="00935820">
        <w:rPr>
          <w:rtl/>
        </w:rPr>
        <w:t>أتاني ومعه حربة،</w:t>
      </w:r>
      <w:r w:rsidRPr="00935820">
        <w:t xml:space="preserve"> </w:t>
      </w:r>
      <w:r w:rsidRPr="00935820">
        <w:rPr>
          <w:rtl/>
        </w:rPr>
        <w:t>فقال ان خليت عن موسى بن جعفر الساعة وإلاّ نحرتك بهذه الحربة، فاذهب فخل</w:t>
      </w:r>
      <w:r w:rsidRPr="00935820">
        <w:t xml:space="preserve"> </w:t>
      </w:r>
      <w:r w:rsidRPr="00935820">
        <w:rPr>
          <w:rtl/>
        </w:rPr>
        <w:t>عنه، قال: قلت: يا أمير المؤمنين اطلق موسى بن جعفر؟ ثلاثاً، قال: نعم امض</w:t>
      </w:r>
      <w:r w:rsidRPr="00935820">
        <w:t xml:space="preserve"> </w:t>
      </w:r>
      <w:r w:rsidRPr="00935820">
        <w:rPr>
          <w:rtl/>
        </w:rPr>
        <w:t>الساعة حتى يطلق موسى ابن جعفر واعطه ثلاثين ألف درهم، وقل له: ان احببت</w:t>
      </w:r>
      <w:r w:rsidRPr="00935820">
        <w:t xml:space="preserve"> </w:t>
      </w:r>
      <w:r w:rsidRPr="00935820">
        <w:rPr>
          <w:rtl/>
        </w:rPr>
        <w:t>المقام قبلنا فلك عندي ما تحب، وان احببت المضي إلى المدينة فالاذن في ذلك</w:t>
      </w:r>
      <w:r w:rsidRPr="00935820">
        <w:t xml:space="preserve"> </w:t>
      </w:r>
      <w:r w:rsidRPr="00935820">
        <w:rPr>
          <w:rtl/>
        </w:rPr>
        <w:t>لك</w:t>
      </w:r>
      <w:r w:rsidRPr="00935820">
        <w:t>.</w:t>
      </w:r>
    </w:p>
    <w:p w:rsidR="00700E9E" w:rsidRDefault="002C60F7" w:rsidP="008501BE">
      <w:pPr>
        <w:pStyle w:val="libNormal"/>
        <w:rPr>
          <w:rtl/>
        </w:rPr>
      </w:pPr>
      <w:r w:rsidRPr="00935820">
        <w:rPr>
          <w:rtl/>
        </w:rPr>
        <w:t>قال: فمضيت إلى الحبس لاخرجه، فلما رآني موسى وثب إلي وظن اني قد امرت فيه</w:t>
      </w:r>
      <w:r w:rsidRPr="00935820">
        <w:t xml:space="preserve"> </w:t>
      </w:r>
      <w:r w:rsidRPr="00935820">
        <w:rPr>
          <w:rtl/>
        </w:rPr>
        <w:t>بمكروه، فقلت: لا تخف، فقد امرني باطلاقك وان ادفع لك ثلاثين ألف درهم، وهو</w:t>
      </w:r>
      <w:r w:rsidRPr="00935820">
        <w:t xml:space="preserve"> </w:t>
      </w:r>
      <w:r w:rsidRPr="00935820">
        <w:rPr>
          <w:rtl/>
        </w:rPr>
        <w:t>يقول لك: ان احببت المقام قبلنا فلك كل ما تحب، وان احببت الانصراف إلى</w:t>
      </w:r>
      <w:r w:rsidRPr="00935820">
        <w:t xml:space="preserve"> </w:t>
      </w:r>
      <w:r w:rsidRPr="00935820">
        <w:rPr>
          <w:rtl/>
        </w:rPr>
        <w:t>المدينة فالأمر في ذلك مطلق لك، واعطيته ثلاثين ألف درهم وخليت سبيله</w:t>
      </w:r>
      <w:r w:rsidRPr="00935820">
        <w:t>.</w:t>
      </w:r>
    </w:p>
    <w:p w:rsidR="00700E9E" w:rsidRDefault="00700E9E" w:rsidP="00700E9E">
      <w:pPr>
        <w:pStyle w:val="libNormal0"/>
        <w:rPr>
          <w:rtl/>
        </w:rPr>
      </w:pPr>
      <w:r>
        <w:rPr>
          <w:rtl/>
        </w:rPr>
        <w:br w:type="page"/>
      </w:r>
    </w:p>
    <w:p w:rsidR="00FF3B63" w:rsidRDefault="002C60F7" w:rsidP="000F17D4">
      <w:pPr>
        <w:pStyle w:val="libNormal"/>
        <w:rPr>
          <w:rtl/>
        </w:rPr>
      </w:pPr>
      <w:r w:rsidRPr="00935820">
        <w:rPr>
          <w:rtl/>
        </w:rPr>
        <w:lastRenderedPageBreak/>
        <w:t>وقلت له: لقد رأيت من أمرك عجباً، قال: فاني اخبرك: بينا أنا نائم إذ أتاني</w:t>
      </w:r>
      <w:r w:rsidRPr="00935820">
        <w:t xml:space="preserve"> </w:t>
      </w:r>
      <w:r w:rsidRPr="00935820">
        <w:rPr>
          <w:rtl/>
        </w:rPr>
        <w:t>رسول الله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935820">
        <w:rPr>
          <w:rtl/>
        </w:rPr>
        <w:t xml:space="preserve"> فقال: يا موسى حبست مظلوماً، فقل هذه</w:t>
      </w:r>
      <w:r w:rsidRPr="00935820">
        <w:t xml:space="preserve"> </w:t>
      </w:r>
      <w:r w:rsidRPr="00935820">
        <w:rPr>
          <w:rtl/>
        </w:rPr>
        <w:t>الكلمات فانك لا تبيت هذه الليلة في الحبس، فقلت: بابي وأمي ما أقول؟ قال</w:t>
      </w:r>
      <w:r w:rsidRPr="00935820">
        <w:t xml:space="preserve">: </w:t>
      </w:r>
      <w:r w:rsidRPr="00935820">
        <w:rPr>
          <w:rtl/>
        </w:rPr>
        <w:t>قل يا سامع كل صوت، ويا سابق الفوت، ويا كاسي العظام لحماً ومنثرها بعد</w:t>
      </w:r>
      <w:r w:rsidRPr="00935820">
        <w:t xml:space="preserve"> </w:t>
      </w:r>
      <w:r w:rsidRPr="00935820">
        <w:rPr>
          <w:rtl/>
        </w:rPr>
        <w:t>الموت أسألك باسمائك الحسنى وباسمك الأعظم الأكبر المخزون المكنون الذي لم</w:t>
      </w:r>
      <w:r w:rsidRPr="00935820">
        <w:t xml:space="preserve"> </w:t>
      </w:r>
      <w:r w:rsidRPr="00935820">
        <w:rPr>
          <w:rtl/>
        </w:rPr>
        <w:t>يطلع عليه أحد من المخلوقين يا حليماً ذا اناة لا يقوى على اناته، يا ذا</w:t>
      </w:r>
      <w:r w:rsidRPr="00935820">
        <w:t xml:space="preserve"> </w:t>
      </w:r>
      <w:r w:rsidRPr="00935820">
        <w:rPr>
          <w:rtl/>
        </w:rPr>
        <w:t>المعروف الذي لا ينقطع ابداً ولا يحصى عدداً فرج عني، فكان ما ترى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وله اخبار ونوارد كثيرة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وكانت ولادته يوم الثلاثاء قبل طلوع الفجر سنة تسع وعشرين ومائة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وقال الخطيب: سنة ثمان وعشرين بالمدينة</w:t>
      </w:r>
      <w:r w:rsidRPr="00935820">
        <w:t>.</w:t>
      </w:r>
    </w:p>
    <w:p w:rsidR="00B73FDF" w:rsidRDefault="002C60F7" w:rsidP="008501BE">
      <w:pPr>
        <w:pStyle w:val="libNormal"/>
        <w:rPr>
          <w:rtl/>
        </w:rPr>
      </w:pPr>
      <w:r w:rsidRPr="00935820">
        <w:rPr>
          <w:rtl/>
        </w:rPr>
        <w:t>وتوفى لخمس بقين من رجب سنة ثلاث وثمانين ومائة، وقيل سنة ست وثمانين</w:t>
      </w:r>
      <w:r w:rsidRPr="00935820">
        <w:t xml:space="preserve"> </w:t>
      </w:r>
      <w:r w:rsidRPr="00935820">
        <w:rPr>
          <w:rtl/>
        </w:rPr>
        <w:t>ببغداد، وقيل انه توفي مسموماً، وقال الخطيب توفي في الحبس</w:t>
      </w:r>
      <w:r w:rsidR="00FF3B63">
        <w:rPr>
          <w:rFonts w:hint="cs"/>
          <w:rtl/>
        </w:rPr>
        <w:t xml:space="preserve"> </w:t>
      </w:r>
      <w:r w:rsidRPr="00935820">
        <w:rPr>
          <w:rtl/>
        </w:rPr>
        <w:t>ودفن في مقابر</w:t>
      </w:r>
      <w:r w:rsidRPr="00935820">
        <w:t xml:space="preserve"> </w:t>
      </w:r>
      <w:r w:rsidRPr="00935820">
        <w:rPr>
          <w:rtl/>
        </w:rPr>
        <w:t>الشونيزيين خارج القبة، وقبره هناك مشهور يزال، وعليه مشهد عظيم فيه قناديل</w:t>
      </w:r>
      <w:r w:rsidRPr="00935820">
        <w:t xml:space="preserve"> </w:t>
      </w:r>
      <w:r w:rsidRPr="00935820">
        <w:rPr>
          <w:rtl/>
        </w:rPr>
        <w:t>الذهب وافضة وأنواع الآلات والفرش ما لا يحد، وهو في الجانب الغربي، وقد</w:t>
      </w:r>
      <w:r w:rsidRPr="00935820">
        <w:t xml:space="preserve"> </w:t>
      </w:r>
      <w:r w:rsidRPr="00935820">
        <w:rPr>
          <w:rtl/>
        </w:rPr>
        <w:t>سبق ذكر ابيه وأجداده وجماعة من أحفاده، رضي الله عنهم وارضاهم</w:t>
      </w:r>
      <w:r w:rsidRPr="00935820">
        <w:t>.</w:t>
      </w:r>
    </w:p>
    <w:p w:rsidR="00B73FDF" w:rsidRDefault="002C60F7" w:rsidP="008501BE">
      <w:pPr>
        <w:pStyle w:val="libNormal"/>
        <w:rPr>
          <w:rtl/>
        </w:rPr>
      </w:pPr>
      <w:r w:rsidRPr="00935820">
        <w:rPr>
          <w:rtl/>
        </w:rPr>
        <w:t>وكان الموكّل به مدة حبسه السندي بن شاهك جد كشاجم الشاعرة المشهور</w:t>
      </w:r>
      <w:r w:rsidRPr="00935820">
        <w:t>".</w:t>
      </w:r>
    </w:p>
    <w:p w:rsidR="00B73FDF" w:rsidRDefault="002C60F7" w:rsidP="008501BE">
      <w:pPr>
        <w:pStyle w:val="libNormal"/>
      </w:pPr>
      <w:r w:rsidRPr="00935820">
        <w:rPr>
          <w:rtl/>
        </w:rPr>
        <w:t>وقال أيضاً في وفيات الأعيان ج1 ص434 ـ 435</w:t>
      </w:r>
      <w:r w:rsidRPr="00935820">
        <w:t>:</w:t>
      </w:r>
    </w:p>
    <w:p w:rsidR="00B73FDF" w:rsidRDefault="002C60F7" w:rsidP="008501BE">
      <w:pPr>
        <w:pStyle w:val="libNormal"/>
        <w:rPr>
          <w:rtl/>
        </w:rPr>
      </w:pPr>
      <w:r w:rsidRPr="00935820">
        <w:t>"</w:t>
      </w:r>
      <w:r w:rsidRPr="00935820">
        <w:rPr>
          <w:rtl/>
        </w:rPr>
        <w:t>قال الهيثم: حدّثني بعض أصحاب جعفر الصادق قال: دخلت على جعفر وموسى بين</w:t>
      </w:r>
      <w:r w:rsidRPr="00935820">
        <w:t xml:space="preserve"> </w:t>
      </w:r>
      <w:r w:rsidRPr="00935820">
        <w:rPr>
          <w:rtl/>
        </w:rPr>
        <w:t>يديه وهو يوصيه بهذه الوصية، فكان مما حفظت منها ان قال</w:t>
      </w:r>
      <w:r w:rsidRPr="00935820">
        <w:t>:</w:t>
      </w:r>
    </w:p>
    <w:p w:rsidR="00B73FDF" w:rsidRDefault="002C60F7" w:rsidP="008501BE">
      <w:pPr>
        <w:pStyle w:val="libNormal"/>
        <w:rPr>
          <w:rtl/>
        </w:rPr>
      </w:pPr>
      <w:r w:rsidRPr="00935820">
        <w:rPr>
          <w:rtl/>
        </w:rPr>
        <w:t>يا بني واقبل وصيتي واحفظ مقالتي فانك وان حفظتها تعيش سعيداً وتمت حميداً</w:t>
      </w:r>
      <w:r w:rsidRPr="00935820">
        <w:t>.</w:t>
      </w:r>
    </w:p>
    <w:p w:rsidR="00B73FDF" w:rsidRDefault="002C60F7" w:rsidP="008501BE">
      <w:pPr>
        <w:pStyle w:val="libNormal"/>
        <w:rPr>
          <w:rtl/>
        </w:rPr>
      </w:pPr>
      <w:r w:rsidRPr="00935820">
        <w:rPr>
          <w:rtl/>
        </w:rPr>
        <w:t>يا بني انه من (قنع بما قسم له استغنى، ومن مد عينيه إلى ما في يده غيره</w:t>
      </w:r>
      <w:r w:rsidRPr="00935820">
        <w:t xml:space="preserve"> </w:t>
      </w:r>
      <w:r w:rsidRPr="00935820">
        <w:rPr>
          <w:rtl/>
        </w:rPr>
        <w:t>مات فقيراً، ومن لم يرض</w:t>
      </w:r>
      <w:r>
        <w:rPr>
          <w:rtl/>
        </w:rPr>
        <w:t>)</w:t>
      </w:r>
      <w:r w:rsidRPr="00935820">
        <w:rPr>
          <w:rtl/>
        </w:rPr>
        <w:t xml:space="preserve"> بما قسم الله له اتهم الله في قضائه، ومن استصغر</w:t>
      </w:r>
      <w:r w:rsidRPr="00935820">
        <w:t xml:space="preserve"> </w:t>
      </w:r>
      <w:r w:rsidRPr="00935820">
        <w:rPr>
          <w:rtl/>
        </w:rPr>
        <w:t>زلة نفسه استعظم زلة غيره، ومن استصغر زلة غيره استعظم زلة نفسه</w:t>
      </w:r>
      <w:r w:rsidRPr="00935820">
        <w:t>.</w:t>
      </w:r>
    </w:p>
    <w:p w:rsidR="00700E9E" w:rsidRDefault="002C60F7" w:rsidP="008501BE">
      <w:pPr>
        <w:pStyle w:val="libNormal"/>
        <w:rPr>
          <w:rtl/>
        </w:rPr>
      </w:pPr>
      <w:r w:rsidRPr="00935820">
        <w:rPr>
          <w:rtl/>
        </w:rPr>
        <w:t>يا بني من كشف حجاب غيره انكشف عورات بيته، ومن سل سيف البغي قتل به ومن</w:t>
      </w:r>
      <w:r w:rsidRPr="00935820">
        <w:t xml:space="preserve"> </w:t>
      </w:r>
      <w:r w:rsidRPr="00935820">
        <w:rPr>
          <w:rtl/>
        </w:rPr>
        <w:t>احتفر لأخيه بئراً سقط فيها، ومن داخل السفهاء حقره، ومن خالط العلماء</w:t>
      </w:r>
      <w:r w:rsidRPr="00935820">
        <w:t xml:space="preserve"> </w:t>
      </w:r>
      <w:r w:rsidRPr="00935820">
        <w:rPr>
          <w:rtl/>
        </w:rPr>
        <w:t>وقّر، ومن دخل مداخل التهم اتهم</w:t>
      </w:r>
      <w:r w:rsidRPr="00935820">
        <w:t>.</w:t>
      </w:r>
    </w:p>
    <w:p w:rsidR="00700E9E" w:rsidRDefault="00700E9E" w:rsidP="00700E9E">
      <w:pPr>
        <w:pStyle w:val="libNormal"/>
        <w:rPr>
          <w:rtl/>
        </w:rPr>
      </w:pPr>
      <w:r>
        <w:rPr>
          <w:rtl/>
        </w:rPr>
        <w:br w:type="page"/>
      </w:r>
    </w:p>
    <w:p w:rsidR="00FF3B63" w:rsidRDefault="002C60F7" w:rsidP="00700E9E">
      <w:pPr>
        <w:pStyle w:val="libNormal"/>
      </w:pPr>
      <w:r w:rsidRPr="00935820">
        <w:rPr>
          <w:rtl/>
        </w:rPr>
        <w:lastRenderedPageBreak/>
        <w:t>يا بني قل الحق لك وعليك وإياك والنميمة فانها تزرع الشحناء في قلوب</w:t>
      </w:r>
      <w:r w:rsidRPr="00935820">
        <w:t xml:space="preserve"> </w:t>
      </w:r>
      <w:r w:rsidRPr="00935820">
        <w:rPr>
          <w:rtl/>
        </w:rPr>
        <w:t>الرجال، يا بني ان طلبت الجود فعليك بمعادنه</w:t>
      </w:r>
      <w:r w:rsidRPr="00935820">
        <w:t>".</w:t>
      </w:r>
    </w:p>
    <w:p w:rsidR="00FF3B63" w:rsidRDefault="002C60F7" w:rsidP="00FF3B63">
      <w:pPr>
        <w:pStyle w:val="Heading1Center"/>
        <w:rPr>
          <w:rtl/>
        </w:rPr>
      </w:pPr>
      <w:bookmarkStart w:id="22" w:name="13"/>
      <w:bookmarkStart w:id="23" w:name="_Toc374532479"/>
      <w:r w:rsidRPr="00935820">
        <w:rPr>
          <w:rtl/>
        </w:rPr>
        <w:t>قول سبط بن الجوزي</w:t>
      </w:r>
      <w:bookmarkEnd w:id="22"/>
      <w:bookmarkEnd w:id="23"/>
    </w:p>
    <w:p w:rsidR="003C606F" w:rsidRDefault="005D4559" w:rsidP="000F17D4">
      <w:pPr>
        <w:pStyle w:val="libNormal"/>
        <w:rPr>
          <w:rtl/>
        </w:rPr>
      </w:pPr>
      <w:r>
        <w:rPr>
          <w:rFonts w:hint="cs"/>
          <w:rtl/>
        </w:rPr>
        <w:t xml:space="preserve">11 ـ </w:t>
      </w:r>
      <w:r w:rsidR="002C60F7" w:rsidRPr="00756F75">
        <w:rPr>
          <w:rtl/>
        </w:rPr>
        <w:t>قال شمس الدين يوسف بن مرغلي المعروف بسبط بن الجوزي، المتوفى سنة</w:t>
      </w:r>
      <w:r w:rsidR="002C60F7" w:rsidRPr="00756F75">
        <w:t xml:space="preserve"> 654</w:t>
      </w:r>
      <w:r w:rsidR="002C60F7" w:rsidRPr="00756F75">
        <w:rPr>
          <w:rtl/>
        </w:rPr>
        <w:t>، في كتابه تذكرة الخواص، طبع مؤسسة أهل البيت</w:t>
      </w:r>
      <w:r w:rsidR="000F17D4" w:rsidRPr="000F17D4">
        <w:rPr>
          <w:rStyle w:val="libAlaemChar"/>
          <w:rFonts w:eastAsiaTheme="minorHAnsi"/>
          <w:rtl/>
        </w:rPr>
        <w:t xml:space="preserve"> عليهم‌السلام</w:t>
      </w:r>
      <w:r w:rsidR="002C60F7" w:rsidRPr="00756F75">
        <w:rPr>
          <w:rtl/>
        </w:rPr>
        <w:t xml:space="preserve"> بيروت</w:t>
      </w:r>
      <w:r w:rsidR="002C60F7" w:rsidRPr="00756F75">
        <w:t xml:space="preserve"> </w:t>
      </w:r>
    </w:p>
    <w:p w:rsidR="00635D35" w:rsidRDefault="002C60F7" w:rsidP="00756F75">
      <w:pPr>
        <w:pStyle w:val="libNormal"/>
      </w:pPr>
      <w:r w:rsidRPr="00756F75">
        <w:t>1401</w:t>
      </w:r>
      <w:r w:rsidRPr="00756F75">
        <w:rPr>
          <w:rtl/>
        </w:rPr>
        <w:t>هـ، ص312 ـ 315</w:t>
      </w:r>
      <w:r w:rsidRPr="00756F75">
        <w:t>:</w:t>
      </w:r>
      <w:r w:rsidR="003C606F">
        <w:rPr>
          <w:rFonts w:hint="cs"/>
          <w:rtl/>
        </w:rPr>
        <w:t xml:space="preserve"> </w:t>
      </w:r>
    </w:p>
    <w:p w:rsidR="00635D35" w:rsidRDefault="002C60F7" w:rsidP="000F17D4">
      <w:pPr>
        <w:pStyle w:val="libNormal"/>
        <w:rPr>
          <w:rtl/>
        </w:rPr>
      </w:pPr>
      <w:r w:rsidRPr="00756F75">
        <w:t>"</w:t>
      </w:r>
      <w:r w:rsidRPr="00756F75">
        <w:rPr>
          <w:rtl/>
        </w:rPr>
        <w:t>فصل في ذكر ولده (أي جعفر) موسى بن جعفر بن محمد بن علي بن الحسين بن علي</w:t>
      </w:r>
      <w:r w:rsidRPr="00756F75">
        <w:t xml:space="preserve"> </w:t>
      </w:r>
      <w:r w:rsidRPr="00756F75">
        <w:rPr>
          <w:rtl/>
        </w:rPr>
        <w:t>بن أبي طالب</w:t>
      </w:r>
      <w:r w:rsidR="000F17D4" w:rsidRPr="000F17D4">
        <w:rPr>
          <w:rStyle w:val="libAlaemChar"/>
          <w:rFonts w:eastAsiaTheme="minorHAnsi"/>
          <w:rtl/>
        </w:rPr>
        <w:t xml:space="preserve"> عليهم‌السلام</w:t>
      </w:r>
      <w:r w:rsidRPr="00756F75">
        <w:t>.</w:t>
      </w:r>
    </w:p>
    <w:p w:rsidR="00635D35" w:rsidRDefault="002C60F7" w:rsidP="00756F75">
      <w:pPr>
        <w:pStyle w:val="libNormal"/>
        <w:rPr>
          <w:rtl/>
        </w:rPr>
      </w:pPr>
      <w:r w:rsidRPr="00756F75">
        <w:rPr>
          <w:rtl/>
        </w:rPr>
        <w:t>ويلقّب بالكاظم والمأمون والطيب والسيد، وكنيته أبو الحسن، ويدعى بالعبد</w:t>
      </w:r>
      <w:r w:rsidRPr="00756F75">
        <w:t xml:space="preserve"> </w:t>
      </w:r>
      <w:r w:rsidRPr="00756F75">
        <w:rPr>
          <w:rtl/>
        </w:rPr>
        <w:t>الصالح لعبادته واجتهاده وقيامه بالليل، وامه أم ولد اندلسيه، وقيل بربريه،</w:t>
      </w:r>
      <w:r w:rsidRPr="00756F75">
        <w:t xml:space="preserve"> </w:t>
      </w:r>
      <w:r w:rsidRPr="00756F75">
        <w:rPr>
          <w:rtl/>
        </w:rPr>
        <w:t>اسمها حميدة</w:t>
      </w:r>
      <w:r w:rsidRPr="00756F75">
        <w:t>.</w:t>
      </w:r>
    </w:p>
    <w:p w:rsidR="00635D35" w:rsidRDefault="002C60F7" w:rsidP="00756F75">
      <w:pPr>
        <w:pStyle w:val="libNormal"/>
        <w:rPr>
          <w:rtl/>
        </w:rPr>
      </w:pPr>
      <w:r w:rsidRPr="00756F75">
        <w:rPr>
          <w:rtl/>
        </w:rPr>
        <w:t>وكان موسى جواداً حليماً، وانما سمي الكاظم لانه كان إذا بلغه عن أحد شيء</w:t>
      </w:r>
      <w:r w:rsidRPr="00756F75">
        <w:t xml:space="preserve"> </w:t>
      </w:r>
      <w:r w:rsidRPr="00756F75">
        <w:rPr>
          <w:rtl/>
        </w:rPr>
        <w:t>بعث إليه بمال</w:t>
      </w:r>
      <w:r w:rsidRPr="00756F75">
        <w:t>.</w:t>
      </w:r>
    </w:p>
    <w:p w:rsidR="00635D35" w:rsidRDefault="002C60F7" w:rsidP="00756F75">
      <w:pPr>
        <w:pStyle w:val="libNormal"/>
        <w:rPr>
          <w:rtl/>
        </w:rPr>
      </w:pPr>
      <w:r w:rsidRPr="00756F75">
        <w:rPr>
          <w:rtl/>
        </w:rPr>
        <w:t>ومولده بالمدينة سنة ثمان وعشرين ومائة، وقيل سنة تسع وعشرين ومائة وهو من</w:t>
      </w:r>
      <w:r w:rsidRPr="00756F75">
        <w:t xml:space="preserve"> </w:t>
      </w:r>
      <w:r w:rsidRPr="00756F75">
        <w:rPr>
          <w:rtl/>
        </w:rPr>
        <w:t>الطبقة السابعة من أهل المدينة من التابعين</w:t>
      </w:r>
      <w:r w:rsidRPr="00756F75">
        <w:t>.</w:t>
      </w:r>
    </w:p>
    <w:p w:rsidR="00635D35" w:rsidRDefault="002C60F7" w:rsidP="00756F75">
      <w:pPr>
        <w:pStyle w:val="libNormal"/>
        <w:rPr>
          <w:rtl/>
        </w:rPr>
      </w:pPr>
      <w:r w:rsidRPr="00756F75">
        <w:rPr>
          <w:rtl/>
        </w:rPr>
        <w:t>اخبرنا أبو محمد البزاز، أنبأنا أبو الفضل بن ناصر، أنبأنا محمد بن</w:t>
      </w:r>
      <w:r w:rsidRPr="00756F75">
        <w:t xml:space="preserve"> </w:t>
      </w:r>
      <w:r w:rsidRPr="00756F75">
        <w:rPr>
          <w:rtl/>
        </w:rPr>
        <w:t>عبدالملك والمبارك بن عبدالجبار الصيرفي قالا: أنبأنا عبدالله بن أحمد بن</w:t>
      </w:r>
      <w:r w:rsidRPr="00756F75">
        <w:t xml:space="preserve"> </w:t>
      </w:r>
      <w:r w:rsidRPr="00756F75">
        <w:rPr>
          <w:rtl/>
        </w:rPr>
        <w:t>عثمان أنبأنا محمد بن عبدالرحمن الشيباني: ان علي بن محمد بن الزبير البجلي</w:t>
      </w:r>
      <w:r w:rsidRPr="00756F75">
        <w:t xml:space="preserve"> </w:t>
      </w:r>
      <w:r w:rsidRPr="00756F75">
        <w:rPr>
          <w:rtl/>
        </w:rPr>
        <w:t>حدّثهم قال: حدّثنا هشام بن حاتم الأصم عن أبيه قال: حدّثني شقيق البلخي</w:t>
      </w:r>
      <w:r w:rsidRPr="00756F75">
        <w:t xml:space="preserve"> </w:t>
      </w:r>
      <w:r w:rsidRPr="00756F75">
        <w:rPr>
          <w:rtl/>
        </w:rPr>
        <w:t>قال: خرجت حاجاً في سنة تسع وأربعين ومائة، فنزلت القادسية، وإذا بشاب حسن</w:t>
      </w:r>
      <w:r w:rsidRPr="00756F75">
        <w:t xml:space="preserve"> </w:t>
      </w:r>
      <w:r w:rsidRPr="00756F75">
        <w:rPr>
          <w:rtl/>
        </w:rPr>
        <w:t>الوجه شديد السمرة عليه ثوب صوف مشتمل بشملة، في رجليه نعلان وقد منفرداً</w:t>
      </w:r>
      <w:r w:rsidRPr="00756F75">
        <w:t xml:space="preserve"> </w:t>
      </w:r>
      <w:r w:rsidRPr="00756F75">
        <w:rPr>
          <w:rtl/>
        </w:rPr>
        <w:t>عن الناس</w:t>
      </w:r>
      <w:r w:rsidRPr="00756F75">
        <w:t>.</w:t>
      </w:r>
    </w:p>
    <w:p w:rsidR="00FF3B63" w:rsidRPr="00756F75" w:rsidRDefault="002C60F7" w:rsidP="002D62BF">
      <w:pPr>
        <w:pStyle w:val="libNormal"/>
        <w:rPr>
          <w:rtl/>
        </w:rPr>
      </w:pPr>
      <w:r w:rsidRPr="00756F75">
        <w:rPr>
          <w:rtl/>
        </w:rPr>
        <w:t>فقلت في نفسي: هذا الفتى من الصوفية يريد أن يكون كلا على الناس والله</w:t>
      </w:r>
      <w:r w:rsidRPr="00756F75">
        <w:t xml:space="preserve"> </w:t>
      </w:r>
      <w:r w:rsidRPr="00756F75">
        <w:rPr>
          <w:rtl/>
        </w:rPr>
        <w:t xml:space="preserve">لأمضين إليه ولابخنه، فدنوت منه، فلمّا رآني مقبلا قال: يا شقيق </w:t>
      </w:r>
      <w:r w:rsidR="002D62BF" w:rsidRPr="00980442">
        <w:rPr>
          <w:rStyle w:val="libAlaemChar"/>
          <w:rFonts w:eastAsiaTheme="minorHAnsi"/>
          <w:rtl/>
        </w:rPr>
        <w:t>(</w:t>
      </w:r>
      <w:r w:rsidR="002D62BF">
        <w:rPr>
          <w:rStyle w:val="libAieChar"/>
          <w:rFonts w:hint="cs"/>
          <w:rtl/>
        </w:rPr>
        <w:t xml:space="preserve"> </w:t>
      </w:r>
      <w:r w:rsidRPr="002D62BF">
        <w:rPr>
          <w:rStyle w:val="libAieChar"/>
          <w:rtl/>
        </w:rPr>
        <w:t>اجتنوبا</w:t>
      </w:r>
      <w:r w:rsidRPr="002D62BF">
        <w:rPr>
          <w:rStyle w:val="libAieChar"/>
        </w:rPr>
        <w:t xml:space="preserve"> </w:t>
      </w:r>
      <w:r w:rsidRPr="002D62BF">
        <w:rPr>
          <w:rStyle w:val="libAieChar"/>
          <w:rtl/>
        </w:rPr>
        <w:t>كثيراً من الظن</w:t>
      </w:r>
      <w:r w:rsidR="002D62BF">
        <w:rPr>
          <w:rStyle w:val="libAlaemChar"/>
          <w:rFonts w:eastAsiaTheme="minorHAnsi" w:hint="cs"/>
          <w:rtl/>
        </w:rPr>
        <w:t xml:space="preserve"> </w:t>
      </w:r>
      <w:r w:rsidR="002D62BF" w:rsidRPr="00980442">
        <w:rPr>
          <w:rStyle w:val="libAlaemChar"/>
          <w:rFonts w:eastAsiaTheme="minorHAnsi"/>
          <w:rtl/>
        </w:rPr>
        <w:t>)</w:t>
      </w:r>
      <w:r w:rsidR="002D62BF" w:rsidRPr="00EA0A4C">
        <w:rPr>
          <w:rStyle w:val="libFootnotenumChar"/>
          <w:rtl/>
        </w:rPr>
        <w:t xml:space="preserve"> </w:t>
      </w:r>
      <w:r w:rsidRPr="00EA0A4C">
        <w:rPr>
          <w:rStyle w:val="libFootnotenumChar"/>
          <w:rtl/>
        </w:rPr>
        <w:t>(1)</w:t>
      </w:r>
      <w:r w:rsidRPr="00756F75">
        <w:rPr>
          <w:rtl/>
        </w:rPr>
        <w:t xml:space="preserve"> الآية، فقتل في نفسي: هذا عبد صالح قد نطق على ما في</w:t>
      </w:r>
      <w:r w:rsidRPr="00756F75">
        <w:t xml:space="preserve"> </w:t>
      </w:r>
      <w:r w:rsidRPr="00756F75">
        <w:rPr>
          <w:rtl/>
        </w:rPr>
        <w:t>خاطري، لالحقنه ولاسألنه أن يحالني، فخاب عن عيني</w:t>
      </w:r>
      <w:r w:rsidRPr="00756F75">
        <w:t>.</w:t>
      </w:r>
    </w:p>
    <w:p w:rsidR="00615A88" w:rsidRPr="00756F75" w:rsidRDefault="002C60F7" w:rsidP="00756F75">
      <w:pPr>
        <w:pStyle w:val="libNormal"/>
        <w:rPr>
          <w:rtl/>
        </w:rPr>
      </w:pPr>
      <w:r w:rsidRPr="00756F75">
        <w:rPr>
          <w:rtl/>
        </w:rPr>
        <w:t>فلما نزلنا واقصة إذا به يصلي وأعضاؤه تضطرب ودموعه تتحادر، فقلت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635D35" w:rsidRDefault="00B73FDF" w:rsidP="00B73FDF">
      <w:pPr>
        <w:pStyle w:val="libFootnote"/>
      </w:pPr>
      <w:r w:rsidRPr="00B73FDF">
        <w:rPr>
          <w:rFonts w:hint="cs"/>
          <w:rtl/>
        </w:rPr>
        <w:t xml:space="preserve">(1) </w:t>
      </w:r>
      <w:r w:rsidR="002C60F7" w:rsidRPr="00B73FDF">
        <w:rPr>
          <w:rtl/>
        </w:rPr>
        <w:t>الحجرات 49: 12</w:t>
      </w:r>
      <w:r w:rsidR="002C60F7" w:rsidRPr="00B73FDF">
        <w:t>.</w:t>
      </w:r>
    </w:p>
    <w:p w:rsidR="00635D35" w:rsidRPr="00437BC0" w:rsidRDefault="00635D35" w:rsidP="00437BC0">
      <w:pPr>
        <w:pStyle w:val="libNormal"/>
        <w:rPr>
          <w:rtl/>
        </w:rPr>
      </w:pPr>
      <w:r>
        <w:br w:type="page"/>
      </w:r>
    </w:p>
    <w:p w:rsidR="00FF3B63" w:rsidRDefault="002C60F7" w:rsidP="002D62BF">
      <w:pPr>
        <w:pStyle w:val="libNormal0"/>
        <w:rPr>
          <w:rtl/>
        </w:rPr>
      </w:pPr>
      <w:r w:rsidRPr="00935820">
        <w:rPr>
          <w:rtl/>
        </w:rPr>
        <w:lastRenderedPageBreak/>
        <w:t>امضي إليه</w:t>
      </w:r>
      <w:r w:rsidRPr="00935820">
        <w:t xml:space="preserve"> </w:t>
      </w:r>
      <w:r w:rsidRPr="00935820">
        <w:rPr>
          <w:rtl/>
        </w:rPr>
        <w:t xml:space="preserve">واعتذر، فاوجز في صلاته وقال: يا شقيق: </w:t>
      </w:r>
      <w:r w:rsidR="002D62BF" w:rsidRPr="00980442">
        <w:rPr>
          <w:rStyle w:val="libAlaemChar"/>
          <w:rFonts w:eastAsiaTheme="minorHAnsi"/>
          <w:rtl/>
        </w:rPr>
        <w:t>(</w:t>
      </w:r>
      <w:r w:rsidR="002D62BF">
        <w:rPr>
          <w:rStyle w:val="libAieChar"/>
          <w:rFonts w:hint="cs"/>
          <w:rtl/>
        </w:rPr>
        <w:t xml:space="preserve"> </w:t>
      </w:r>
      <w:r w:rsidRPr="002D62BF">
        <w:rPr>
          <w:rStyle w:val="libAieChar"/>
          <w:rtl/>
        </w:rPr>
        <w:t>واني لغفار لمن تاب وامن وعمل</w:t>
      </w:r>
      <w:r w:rsidRPr="002D62BF">
        <w:rPr>
          <w:rStyle w:val="libAieChar"/>
        </w:rPr>
        <w:t xml:space="preserve"> </w:t>
      </w:r>
      <w:r w:rsidRPr="002D62BF">
        <w:rPr>
          <w:rStyle w:val="libAieChar"/>
          <w:rtl/>
        </w:rPr>
        <w:t>صالحاً ثم اهتدى</w:t>
      </w:r>
      <w:r w:rsidR="002D62BF">
        <w:rPr>
          <w:rStyle w:val="libAlaemChar"/>
          <w:rFonts w:eastAsiaTheme="minorHAnsi" w:hint="cs"/>
          <w:rtl/>
        </w:rPr>
        <w:t xml:space="preserve"> </w:t>
      </w:r>
      <w:r w:rsidR="002D62BF" w:rsidRPr="00980442">
        <w:rPr>
          <w:rStyle w:val="libAlaemChar"/>
          <w:rFonts w:eastAsiaTheme="minorHAnsi"/>
          <w:rtl/>
        </w:rPr>
        <w:t>)</w:t>
      </w:r>
      <w:r w:rsidR="002D62BF" w:rsidRPr="00EA0A4C">
        <w:rPr>
          <w:rStyle w:val="libFootnotenumChar"/>
          <w:rtl/>
        </w:rPr>
        <w:t xml:space="preserve"> </w:t>
      </w:r>
      <w:r w:rsidRPr="00EA0A4C">
        <w:rPr>
          <w:rStyle w:val="libFootnotenumChar"/>
          <w:rtl/>
        </w:rPr>
        <w:t>(1)</w:t>
      </w:r>
      <w:r w:rsidRPr="00935820">
        <w:rPr>
          <w:rtl/>
        </w:rPr>
        <w:t>، فقلت: هذا من الأبدال قد تكلم على سري مرتين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فلما نزلنا زبالا إذا به قائم على البئر وبيده ركوة يريد أن يستسقي الماء،</w:t>
      </w:r>
      <w:r w:rsidRPr="00935820">
        <w:t xml:space="preserve"> </w:t>
      </w:r>
      <w:r w:rsidRPr="00935820">
        <w:rPr>
          <w:rtl/>
        </w:rPr>
        <w:t>فسقطت الركوة في البئر، فرفع طرفه إلى السماء وقال</w:t>
      </w:r>
      <w:r w:rsidRPr="00935820">
        <w:t>: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وقوتي إذا أردت الطعاما ... أنت ربي إذا ظمئت من الماء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يا سيدي مالي سواها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قال فوالله لقد رأيت البئر قد ارتفع ماؤها فأخذ الركوة وملأها وتوضأ وصلى</w:t>
      </w:r>
      <w:r w:rsidRPr="00935820">
        <w:t xml:space="preserve"> </w:t>
      </w:r>
      <w:r w:rsidRPr="00935820">
        <w:rPr>
          <w:rtl/>
        </w:rPr>
        <w:t>أربع ركعات، ثم مال إلى كثيب رمل هناك فجعل يقبض بيده ويطرحه في الركوة</w:t>
      </w:r>
      <w:r w:rsidRPr="00935820">
        <w:t xml:space="preserve"> </w:t>
      </w:r>
      <w:r w:rsidRPr="00935820">
        <w:rPr>
          <w:rtl/>
        </w:rPr>
        <w:t>ويشرب، فقلت: اطعمني من فضل ما رزقك الله وما أنعم الله عليك، فقال: يا</w:t>
      </w:r>
      <w:r w:rsidRPr="00935820">
        <w:t xml:space="preserve"> </w:t>
      </w:r>
      <w:r w:rsidRPr="00935820">
        <w:rPr>
          <w:rtl/>
        </w:rPr>
        <w:t>شقيق لم تزل نعم الله علينا ظاهرة وباطنة، فاحسن ظنك بربك، ثم ناولني</w:t>
      </w:r>
      <w:r w:rsidRPr="00935820">
        <w:t xml:space="preserve"> </w:t>
      </w:r>
      <w:r w:rsidRPr="00935820">
        <w:rPr>
          <w:rtl/>
        </w:rPr>
        <w:t>الركوة فشربت منها، فإذا سويق وسكر ما شربت والله الذّ منه ولا أطيب ريحاً،</w:t>
      </w:r>
      <w:r w:rsidRPr="00935820">
        <w:t xml:space="preserve"> </w:t>
      </w:r>
      <w:r w:rsidRPr="00935820">
        <w:rPr>
          <w:rtl/>
        </w:rPr>
        <w:t>فشبعت ورويت واقمت أياماً لا اشتهي طعاماً ولا شراباً</w:t>
      </w:r>
      <w:r w:rsidRPr="00935820">
        <w:t>.</w:t>
      </w:r>
    </w:p>
    <w:p w:rsidR="00FF3B63" w:rsidRDefault="002C60F7" w:rsidP="000F17D4">
      <w:pPr>
        <w:pStyle w:val="libNormal"/>
        <w:rPr>
          <w:rtl/>
        </w:rPr>
      </w:pPr>
      <w:r w:rsidRPr="00935820">
        <w:rPr>
          <w:rtl/>
        </w:rPr>
        <w:t>ثم لم أره حتى دخلت مكة، فرأيته ليلة إلى جانب قبة الشراب نصف الليل يصلي</w:t>
      </w:r>
      <w:r w:rsidRPr="00935820">
        <w:t xml:space="preserve"> </w:t>
      </w:r>
      <w:r w:rsidRPr="00935820">
        <w:rPr>
          <w:rtl/>
        </w:rPr>
        <w:t>بخشوع وأنين وبكاء، فلم يزل كذلك حتى ذهب الليل، فلما طلع الفجر جلس في</w:t>
      </w:r>
      <w:r w:rsidRPr="00935820">
        <w:t xml:space="preserve"> </w:t>
      </w:r>
      <w:r w:rsidRPr="00935820">
        <w:rPr>
          <w:rtl/>
        </w:rPr>
        <w:t>مصلاه يسبّح، ثم قام إلى صلاة الفجر وطاف بالبيت أُسبوعاً، وخرج فتبعته</w:t>
      </w:r>
      <w:r w:rsidRPr="00935820">
        <w:t xml:space="preserve"> </w:t>
      </w:r>
      <w:r w:rsidRPr="00935820">
        <w:rPr>
          <w:rtl/>
        </w:rPr>
        <w:t>وإذا له غاشية وأموال وغلمان، وهو على خلاف ما رأيته في الطريق ودار به</w:t>
      </w:r>
      <w:r w:rsidRPr="00935820">
        <w:t xml:space="preserve"> </w:t>
      </w:r>
      <w:r w:rsidRPr="00935820">
        <w:rPr>
          <w:rtl/>
        </w:rPr>
        <w:t>الناس يسلمون عليه ويتبرّكون به، فقلت لبعضهم: من هذا؟ فقال: موسى بن جعفر</w:t>
      </w:r>
      <w:r w:rsidRPr="00935820">
        <w:t xml:space="preserve"> </w:t>
      </w:r>
      <w:r w:rsidRPr="00935820">
        <w:rPr>
          <w:rtl/>
        </w:rPr>
        <w:t>بن محمد بن علي بن الحسين بن علي بن أبي طالب</w:t>
      </w:r>
      <w:r w:rsidR="000F17D4" w:rsidRPr="000F17D4">
        <w:rPr>
          <w:rStyle w:val="libAlaemChar"/>
          <w:rFonts w:eastAsiaTheme="minorHAnsi"/>
          <w:rtl/>
        </w:rPr>
        <w:t xml:space="preserve"> عليهم‌السلام</w:t>
      </w:r>
      <w:r w:rsidRPr="00935820">
        <w:t>.</w:t>
      </w:r>
    </w:p>
    <w:p w:rsidR="00615A88" w:rsidRDefault="002C60F7" w:rsidP="008501BE">
      <w:pPr>
        <w:pStyle w:val="libNormal"/>
        <w:rPr>
          <w:rtl/>
        </w:rPr>
      </w:pPr>
      <w:r w:rsidRPr="00935820">
        <w:rPr>
          <w:rtl/>
        </w:rPr>
        <w:t>فقلت: قد عجبت أن تكون هذه العجائب إلاّ لمثل هذا السيد</w:t>
      </w:r>
      <w:r w:rsidRPr="00935820">
        <w:t>.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FF3B63" w:rsidRDefault="00B73FDF" w:rsidP="00B73FDF">
      <w:pPr>
        <w:pStyle w:val="libFootnote"/>
      </w:pPr>
      <w:r>
        <w:rPr>
          <w:rFonts w:hint="cs"/>
          <w:rtl/>
        </w:rPr>
        <w:t xml:space="preserve">(1) </w:t>
      </w:r>
      <w:r w:rsidR="002C60F7" w:rsidRPr="00935820">
        <w:rPr>
          <w:rtl/>
        </w:rPr>
        <w:t>طه 20: 82</w:t>
      </w:r>
      <w:r w:rsidR="002C60F7" w:rsidRPr="00935820">
        <w:t>.</w:t>
      </w:r>
    </w:p>
    <w:p w:rsidR="00FF3B63" w:rsidRDefault="00FF3B63" w:rsidP="00191648">
      <w:pPr>
        <w:pStyle w:val="libNormal"/>
      </w:pPr>
      <w:r>
        <w:br w:type="page"/>
      </w:r>
    </w:p>
    <w:p w:rsidR="00FF3B63" w:rsidRDefault="002C60F7" w:rsidP="002D62BF">
      <w:pPr>
        <w:pStyle w:val="libNormal"/>
        <w:rPr>
          <w:rtl/>
        </w:rPr>
      </w:pPr>
      <w:r w:rsidRPr="00935820">
        <w:rPr>
          <w:rtl/>
        </w:rPr>
        <w:lastRenderedPageBreak/>
        <w:t>قال أهل السير</w:t>
      </w:r>
      <w:r w:rsidRPr="00935820">
        <w:t xml:space="preserve">: </w:t>
      </w:r>
      <w:r w:rsidRPr="00935820">
        <w:rPr>
          <w:rtl/>
        </w:rPr>
        <w:t>كان مقام موسى بالمدينة، لانه ولد بها، فأقدمه محمد المهدي بغداد فحبسه بها</w:t>
      </w:r>
      <w:r w:rsidRPr="00935820">
        <w:t xml:space="preserve"> </w:t>
      </w:r>
      <w:r w:rsidRPr="00935820">
        <w:rPr>
          <w:rtl/>
        </w:rPr>
        <w:t>ثم ردّه إلى المدينة لمنام رآه، ذكره الخطيب في تاريخ بغداد عن الفضل بن</w:t>
      </w:r>
      <w:r w:rsidRPr="00935820">
        <w:t xml:space="preserve"> </w:t>
      </w:r>
      <w:r w:rsidRPr="00935820">
        <w:rPr>
          <w:rtl/>
        </w:rPr>
        <w:t>الربيع، عن أبيه قال: لما حبس المهدي موسى بن جعفر رأى المهدي علياً</w:t>
      </w:r>
      <w:r w:rsidR="000F17D4" w:rsidRPr="000F17D4">
        <w:rPr>
          <w:rStyle w:val="libAlaemChar"/>
          <w:rFonts w:eastAsiaTheme="minorHAnsi"/>
          <w:rtl/>
        </w:rPr>
        <w:t xml:space="preserve"> عليه‌السلام</w:t>
      </w:r>
      <w:r w:rsidRPr="00935820">
        <w:rPr>
          <w:rtl/>
        </w:rPr>
        <w:t xml:space="preserve"> في المنام فقال له: يا محمد </w:t>
      </w:r>
      <w:r w:rsidR="002D62BF" w:rsidRPr="00980442">
        <w:rPr>
          <w:rStyle w:val="libAlaemChar"/>
          <w:rFonts w:eastAsiaTheme="minorHAnsi"/>
          <w:rtl/>
        </w:rPr>
        <w:t>(</w:t>
      </w:r>
      <w:r w:rsidR="002D62BF">
        <w:rPr>
          <w:rStyle w:val="libAieChar"/>
          <w:rFonts w:hint="cs"/>
          <w:rtl/>
        </w:rPr>
        <w:t xml:space="preserve"> </w:t>
      </w:r>
      <w:r w:rsidRPr="002D62BF">
        <w:rPr>
          <w:rStyle w:val="libAieChar"/>
          <w:rtl/>
        </w:rPr>
        <w:t>فهل عسيتم أن توليتم أن تفسدوا في</w:t>
      </w:r>
      <w:r w:rsidRPr="002D62BF">
        <w:rPr>
          <w:rStyle w:val="libAieChar"/>
        </w:rPr>
        <w:t xml:space="preserve"> </w:t>
      </w:r>
      <w:r w:rsidRPr="002D62BF">
        <w:rPr>
          <w:rStyle w:val="libAieChar"/>
          <w:rtl/>
        </w:rPr>
        <w:t>الأرض وتقطعوا أرحامكم</w:t>
      </w:r>
      <w:r w:rsidR="002D62BF">
        <w:rPr>
          <w:rStyle w:val="libAieChar"/>
          <w:rFonts w:hint="cs"/>
          <w:rtl/>
        </w:rPr>
        <w:t xml:space="preserve"> </w:t>
      </w:r>
      <w:r w:rsidR="002D62BF" w:rsidRPr="00980442">
        <w:rPr>
          <w:rStyle w:val="libAlaemChar"/>
          <w:rFonts w:eastAsiaTheme="minorHAnsi"/>
          <w:rtl/>
        </w:rPr>
        <w:t>)</w:t>
      </w:r>
      <w:r w:rsidR="002D62BF" w:rsidRPr="00EA0A4C">
        <w:rPr>
          <w:rStyle w:val="libFootnotenumChar"/>
          <w:rtl/>
        </w:rPr>
        <w:t xml:space="preserve"> </w:t>
      </w:r>
      <w:r w:rsidRPr="00EA0A4C">
        <w:rPr>
          <w:rStyle w:val="libFootnotenumChar"/>
          <w:rtl/>
        </w:rPr>
        <w:t>(1)</w:t>
      </w:r>
      <w:r w:rsidRPr="00935820">
        <w:rPr>
          <w:rtl/>
        </w:rPr>
        <w:t xml:space="preserve"> الآية</w:t>
      </w:r>
      <w:r w:rsidRPr="00935820">
        <w:t>.</w:t>
      </w:r>
    </w:p>
    <w:p w:rsidR="003C606F" w:rsidRDefault="002C60F7" w:rsidP="008501BE">
      <w:pPr>
        <w:pStyle w:val="libNormal"/>
        <w:rPr>
          <w:rtl/>
        </w:rPr>
      </w:pPr>
      <w:r w:rsidRPr="00935820">
        <w:rPr>
          <w:rtl/>
        </w:rPr>
        <w:t>قال الربيع: فأرسل إليَّ المهدي ليلا، فراعني ذلك فجئته، فإذا هو يقرأ</w:t>
      </w:r>
      <w:r w:rsidRPr="00935820">
        <w:t xml:space="preserve"> </w:t>
      </w:r>
      <w:r w:rsidRPr="00935820">
        <w:rPr>
          <w:rtl/>
        </w:rPr>
        <w:t>الآية ـ وكان أحسن الناس صوتاً ـ فقال: علي بموسى بن جعفر، قال فجئته به،</w:t>
      </w:r>
      <w:r w:rsidRPr="00935820">
        <w:t xml:space="preserve"> </w:t>
      </w:r>
      <w:r w:rsidRPr="00935820">
        <w:rPr>
          <w:rtl/>
        </w:rPr>
        <w:t>فعانقه واجلسه إلى جنبه وقال: يا أبا الحسن رأيت الساعة أمير المؤمنين وهو</w:t>
      </w:r>
      <w:r w:rsidRPr="00935820">
        <w:t xml:space="preserve"> </w:t>
      </w:r>
      <w:r w:rsidRPr="00935820">
        <w:rPr>
          <w:rtl/>
        </w:rPr>
        <w:t>يقرأ علي هذه الآية، افتؤمنني أن لا تخرج علي ولا على أحد من ولدي بعدي؟</w:t>
      </w:r>
      <w:r w:rsidRPr="00935820">
        <w:t xml:space="preserve"> </w:t>
      </w:r>
      <w:r w:rsidRPr="00935820">
        <w:rPr>
          <w:rtl/>
        </w:rPr>
        <w:t>فقال: والله لا فعلت ذلك أبداً ولا هو من شيمتي، فقال: صدقت، ثم قال: يا</w:t>
      </w:r>
      <w:r w:rsidRPr="00935820">
        <w:t xml:space="preserve"> </w:t>
      </w:r>
      <w:r w:rsidRPr="00935820">
        <w:rPr>
          <w:rtl/>
        </w:rPr>
        <w:t>ربيع اعطه ثلاثة آلاف دينار ورده إلى أهله</w:t>
      </w:r>
      <w:r w:rsidRPr="00935820">
        <w:t>.</w:t>
      </w:r>
    </w:p>
    <w:p w:rsidR="003C606F" w:rsidRDefault="002C60F7" w:rsidP="008501BE">
      <w:pPr>
        <w:pStyle w:val="libNormal"/>
        <w:rPr>
          <w:rtl/>
        </w:rPr>
      </w:pPr>
      <w:r w:rsidRPr="00935820">
        <w:rPr>
          <w:rtl/>
        </w:rPr>
        <w:t>قال الربيع: فأحكمت امره ليلا، فما أصبح إلاّ وهو على الطريق مخافة</w:t>
      </w:r>
      <w:r w:rsidRPr="00935820">
        <w:t xml:space="preserve"> </w:t>
      </w:r>
      <w:r w:rsidRPr="00935820">
        <w:rPr>
          <w:rtl/>
        </w:rPr>
        <w:t>العوائق</w:t>
      </w:r>
      <w:r w:rsidRPr="00935820">
        <w:t>.</w:t>
      </w:r>
    </w:p>
    <w:p w:rsidR="00FF3B63" w:rsidRDefault="002C60F7" w:rsidP="000F17D4">
      <w:pPr>
        <w:pStyle w:val="libNormal"/>
        <w:rPr>
          <w:rtl/>
        </w:rPr>
      </w:pPr>
      <w:r w:rsidRPr="00935820">
        <w:rPr>
          <w:rtl/>
        </w:rPr>
        <w:t>قال المدائني: أقام موسى بالمدينة حتى توفي المهدي والهادي وحج هارون</w:t>
      </w:r>
      <w:r w:rsidRPr="00935820">
        <w:t xml:space="preserve"> </w:t>
      </w:r>
      <w:r w:rsidRPr="00935820">
        <w:rPr>
          <w:rtl/>
        </w:rPr>
        <w:t>الرشيد، فاجتمع بموسى بن جعفر عند قبر رسول الله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="000F17D4" w:rsidRPr="00A92ACC">
        <w:rPr>
          <w:rtl/>
        </w:rPr>
        <w:t xml:space="preserve"> </w:t>
      </w:r>
      <w:r w:rsidRPr="00935820">
        <w:rPr>
          <w:rtl/>
        </w:rPr>
        <w:t>، فقال</w:t>
      </w:r>
      <w:r w:rsidRPr="00935820">
        <w:t xml:space="preserve"> </w:t>
      </w:r>
      <w:r w:rsidRPr="00935820">
        <w:rPr>
          <w:rtl/>
        </w:rPr>
        <w:t>هارون للنبي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935820">
        <w:rPr>
          <w:rtl/>
        </w:rPr>
        <w:t xml:space="preserve"> السلام عليك يا ابن العم افتخاراً على من</w:t>
      </w:r>
      <w:r w:rsidRPr="00935820">
        <w:t xml:space="preserve"> </w:t>
      </w:r>
      <w:r w:rsidRPr="00935820">
        <w:rPr>
          <w:rtl/>
        </w:rPr>
        <w:t>حوله، فدنى موسى من القبر وقال: السلام عليك يا ابة، فتغير وجه هارون ثم</w:t>
      </w:r>
      <w:r w:rsidRPr="00935820">
        <w:t xml:space="preserve"> </w:t>
      </w:r>
      <w:r w:rsidRPr="00935820">
        <w:rPr>
          <w:rtl/>
        </w:rPr>
        <w:t>قال: والله يا أبا الحسن هذا هو الفخر والشرف حقاً، ثم حمله معه إلى بغداد</w:t>
      </w:r>
      <w:r w:rsidRPr="00935820">
        <w:t xml:space="preserve"> </w:t>
      </w:r>
      <w:r w:rsidRPr="00935820">
        <w:rPr>
          <w:rtl/>
        </w:rPr>
        <w:t>فحبسه بها سنة سبع وسبعين ومائة، فأقام في حبسه إلى سنة ثمان وثمانين ومائة</w:t>
      </w:r>
      <w:r w:rsidRPr="00935820">
        <w:t xml:space="preserve"> </w:t>
      </w:r>
      <w:r w:rsidRPr="00935820">
        <w:rPr>
          <w:rtl/>
        </w:rPr>
        <w:t>في رجب فتوفى بها</w:t>
      </w:r>
      <w:r w:rsidRPr="00935820">
        <w:t>.</w:t>
      </w:r>
    </w:p>
    <w:p w:rsidR="00615A88" w:rsidRDefault="002C60F7" w:rsidP="008501BE">
      <w:pPr>
        <w:pStyle w:val="libNormal"/>
        <w:rPr>
          <w:rtl/>
        </w:rPr>
      </w:pPr>
      <w:r w:rsidRPr="00935820">
        <w:rPr>
          <w:rtl/>
        </w:rPr>
        <w:t>وذكر الزمخشري في ربيع الأبرار: ان هارون كان يقول لموسى: خذ فدكاً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FF3B63" w:rsidRDefault="00B73FDF" w:rsidP="00B73FDF">
      <w:pPr>
        <w:pStyle w:val="libFootnote"/>
      </w:pPr>
      <w:r>
        <w:rPr>
          <w:rFonts w:hint="cs"/>
          <w:rtl/>
        </w:rPr>
        <w:t xml:space="preserve">(1) </w:t>
      </w:r>
      <w:r w:rsidR="002C60F7" w:rsidRPr="00935820">
        <w:rPr>
          <w:rtl/>
        </w:rPr>
        <w:t>محمد 47: 22</w:t>
      </w:r>
      <w:r w:rsidR="002C60F7" w:rsidRPr="00935820">
        <w:t>.</w:t>
      </w:r>
    </w:p>
    <w:p w:rsidR="00FF3B63" w:rsidRDefault="00FF3B63" w:rsidP="00191648">
      <w:pPr>
        <w:pStyle w:val="libNormal"/>
      </w:pPr>
      <w:r>
        <w:br w:type="page"/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lastRenderedPageBreak/>
        <w:t>وهو يمتنع ـ فلما</w:t>
      </w:r>
      <w:r w:rsidRPr="00935820">
        <w:t xml:space="preserve"> </w:t>
      </w:r>
      <w:r w:rsidRPr="00935820">
        <w:rPr>
          <w:rtl/>
        </w:rPr>
        <w:t>ألح عليه قال: ما أخذها إلاّ بحدودها، قال: وما حدودها قال</w:t>
      </w:r>
      <w:r w:rsidRPr="00935820">
        <w:t>: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الحد الأول عدن، فتغير وجه الرشيد. والحد الثاني؟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قال: سمرقند، فأربد وجهه. قال: والحد الثالث؟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قال افريقيه، فاسود وجهه، قال والحد الرابع؟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قال: سيف البحر مما يلي الخزر وأرمينيه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فقال هارون: فلم يبق لنا شيء فتحول في مجلسي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فقال موسى: قد اعلمتك أني إن حددتها لم تردها، فعند ذلك عزم على قتله</w:t>
      </w:r>
      <w:r w:rsidRPr="00935820">
        <w:t xml:space="preserve"> </w:t>
      </w:r>
      <w:r w:rsidRPr="00935820">
        <w:rPr>
          <w:rtl/>
        </w:rPr>
        <w:t>واستكفى أمره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وذكر الخطيب في تاريخه قال: بعث موسى من الحبس رسالة إلى هارون يقول له</w:t>
      </w:r>
      <w:r w:rsidRPr="00935820">
        <w:t xml:space="preserve">: </w:t>
      </w:r>
      <w:r w:rsidRPr="00935820">
        <w:rPr>
          <w:rtl/>
        </w:rPr>
        <w:t>ان</w:t>
      </w:r>
      <w:r w:rsidRPr="00EA0A4C">
        <w:rPr>
          <w:rStyle w:val="libFootnotenumChar"/>
          <w:rtl/>
        </w:rPr>
        <w:t>(1)</w:t>
      </w:r>
      <w:r w:rsidRPr="00935820">
        <w:rPr>
          <w:rtl/>
        </w:rPr>
        <w:t xml:space="preserve"> ينقضي عني يوم من البلاء حتى ينقضي عنك يوم من الرخاء، حتى نقضي</w:t>
      </w:r>
      <w:r w:rsidRPr="00935820">
        <w:t xml:space="preserve"> </w:t>
      </w:r>
      <w:r w:rsidRPr="00935820">
        <w:rPr>
          <w:rtl/>
        </w:rPr>
        <w:t>جميعاً إلى يوم ليس له انقضاء يخسر فيه المبطلون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واختلفوا في سنه على أقوال</w:t>
      </w:r>
      <w:r w:rsidRPr="00935820">
        <w:t>: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أحدها: خمس وخمسون سنة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والثاني: أربع وخمسون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والثالث: سبع وخمسون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والرابع: ثمان وخمسون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والخامس: ستون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ودفن بمقابر قريش وقبره ظاهر يزار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وقيل: مات سنة ثلاث وثمانين ومائة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ذكره أولاده</w:t>
      </w:r>
      <w:r w:rsidRPr="00935820">
        <w:t>:</w:t>
      </w:r>
    </w:p>
    <w:p w:rsidR="00615A88" w:rsidRDefault="002C60F7" w:rsidP="008501BE">
      <w:pPr>
        <w:pStyle w:val="libNormal"/>
        <w:rPr>
          <w:rtl/>
        </w:rPr>
      </w:pPr>
      <w:r w:rsidRPr="00935820">
        <w:rPr>
          <w:rtl/>
        </w:rPr>
        <w:t>قال علماء السيد: وله عشرون ذكراً وعشرون انثى: علي الإمام، وزيد</w:t>
      </w:r>
      <w:r w:rsidRPr="00935820">
        <w:t>.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FF3B63" w:rsidRDefault="00B73FDF" w:rsidP="00B73FDF">
      <w:pPr>
        <w:pStyle w:val="libFootnote"/>
      </w:pPr>
      <w:r>
        <w:rPr>
          <w:rFonts w:hint="cs"/>
          <w:rtl/>
        </w:rPr>
        <w:t xml:space="preserve">(1) </w:t>
      </w:r>
      <w:r w:rsidR="002C60F7" w:rsidRPr="00935820">
        <w:rPr>
          <w:rtl/>
        </w:rPr>
        <w:t>كذا، والظاهر: لن</w:t>
      </w:r>
      <w:r w:rsidR="002C60F7" w:rsidRPr="00935820">
        <w:t>.</w:t>
      </w:r>
    </w:p>
    <w:p w:rsidR="00FF3B63" w:rsidRDefault="00FF3B63" w:rsidP="00191648">
      <w:pPr>
        <w:pStyle w:val="libNormal"/>
      </w:pPr>
      <w:r>
        <w:br w:type="page"/>
      </w:r>
    </w:p>
    <w:p w:rsidR="003C606F" w:rsidRDefault="002C60F7" w:rsidP="000F17D4">
      <w:pPr>
        <w:pStyle w:val="libNormal"/>
        <w:rPr>
          <w:rtl/>
        </w:rPr>
      </w:pPr>
      <w:r w:rsidRPr="00935820">
        <w:rPr>
          <w:rtl/>
        </w:rPr>
        <w:lastRenderedPageBreak/>
        <w:t>وهذا زيد كان قد</w:t>
      </w:r>
      <w:r w:rsidRPr="00935820">
        <w:t xml:space="preserve"> </w:t>
      </w:r>
      <w:r w:rsidRPr="00935820">
        <w:rPr>
          <w:rtl/>
        </w:rPr>
        <w:t>خرج على المأمون، فظفر به فبعث به إلى أخيه علي بن موسى الرضا!، فوبّخه</w:t>
      </w:r>
      <w:r w:rsidRPr="00935820">
        <w:t xml:space="preserve"> </w:t>
      </w:r>
      <w:r w:rsidRPr="00935820">
        <w:rPr>
          <w:rtl/>
        </w:rPr>
        <w:t>وجرى بينهما كلام ذكره القاضي المعافي في الجليس والأنيس، فيه: ان علياً</w:t>
      </w:r>
      <w:r w:rsidRPr="00935820">
        <w:t xml:space="preserve"> </w:t>
      </w:r>
      <w:r w:rsidRPr="00935820">
        <w:rPr>
          <w:rtl/>
        </w:rPr>
        <w:t>قال له: سواه لك يا زيد، ما أنت قائل رسول الله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935820">
        <w:rPr>
          <w:rtl/>
        </w:rPr>
        <w:t xml:space="preserve"> إذ</w:t>
      </w:r>
      <w:r w:rsidRPr="00935820">
        <w:t xml:space="preserve"> </w:t>
      </w:r>
      <w:r w:rsidRPr="00935820">
        <w:rPr>
          <w:rtl/>
        </w:rPr>
        <w:t>سفكت الدماء وأخفت السبل وأخذت المال من غير حله، غرك حمقاء أهل الكوفة،</w:t>
      </w:r>
      <w:r w:rsidRPr="00935820">
        <w:t xml:space="preserve"> </w:t>
      </w:r>
      <w:r w:rsidRPr="00935820">
        <w:rPr>
          <w:rtl/>
        </w:rPr>
        <w:t>وقول رسول الله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935820">
        <w:rPr>
          <w:rtl/>
        </w:rPr>
        <w:t xml:space="preserve"> ان فاطمة احصنت فرجها فحرم الله</w:t>
      </w:r>
      <w:r w:rsidRPr="00935820">
        <w:t xml:space="preserve"> </w:t>
      </w:r>
      <w:r w:rsidRPr="00935820">
        <w:rPr>
          <w:rtl/>
        </w:rPr>
        <w:t>ذريتهما على النار، وهذا لمن خرج من بطنها مثل الحسن والحسين فقط، لا لي</w:t>
      </w:r>
      <w:r w:rsidRPr="00935820">
        <w:t xml:space="preserve"> </w:t>
      </w:r>
      <w:r w:rsidRPr="00935820">
        <w:rPr>
          <w:rtl/>
        </w:rPr>
        <w:t>ولا لك، والله ما نالوا بذلك إلاّ بطاعة الله، فان أردت أن تنال بمعصية</w:t>
      </w:r>
      <w:r w:rsidRPr="00935820">
        <w:t xml:space="preserve"> </w:t>
      </w:r>
      <w:r w:rsidRPr="00935820">
        <w:rPr>
          <w:rtl/>
        </w:rPr>
        <w:t>الله ما نالوه بطاعته انك اذن لاكرم الله منهم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وابراهيم، وعقيل، وهارون، والحسن، وعبدالله، وعبيدالله، واسماعيل وعمر،</w:t>
      </w:r>
      <w:r w:rsidRPr="00935820">
        <w:t xml:space="preserve"> </w:t>
      </w:r>
      <w:r w:rsidRPr="00935820">
        <w:rPr>
          <w:rtl/>
        </w:rPr>
        <w:t>واحمد، وجعفر، ويحيى، واسحاق، والعباس، وحمزة، عبدالرحمن، والقاسم وجعفر</w:t>
      </w:r>
      <w:r w:rsidRPr="00935820">
        <w:t xml:space="preserve"> </w:t>
      </w:r>
      <w:r w:rsidRPr="00935820">
        <w:rPr>
          <w:rtl/>
        </w:rPr>
        <w:t>الاصغر وقيل محمد</w:t>
      </w:r>
      <w:r w:rsidRPr="00935820">
        <w:t>.</w:t>
      </w:r>
    </w:p>
    <w:p w:rsidR="002C60F7" w:rsidRDefault="002C60F7" w:rsidP="008501BE">
      <w:pPr>
        <w:pStyle w:val="libNormal"/>
        <w:rPr>
          <w:rtl/>
        </w:rPr>
      </w:pPr>
      <w:r w:rsidRPr="00935820">
        <w:rPr>
          <w:rtl/>
        </w:rPr>
        <w:t>وخديجة، وام فروة، واسماء، وعليه، وفاطمة الكبرى، والصغرى، والوسطى وفاطمة</w:t>
      </w:r>
      <w:r w:rsidRPr="00935820">
        <w:t xml:space="preserve"> </w:t>
      </w:r>
      <w:r w:rsidRPr="00935820">
        <w:rPr>
          <w:rtl/>
        </w:rPr>
        <w:t>اخرى ـ فالفواطم اربع ـ وام كلثوم، وامنة، وزينب، وأم عبدالله، وزينب</w:t>
      </w:r>
      <w:r w:rsidRPr="00935820">
        <w:t xml:space="preserve"> </w:t>
      </w:r>
      <w:r w:rsidRPr="00935820">
        <w:rPr>
          <w:rtl/>
        </w:rPr>
        <w:t>الصغرى، وأم القاسم، وحكيمة، وأسماء الصغرى، ومحمودة، وإمامة، وميمونة</w:t>
      </w:r>
      <w:r w:rsidRPr="00935820">
        <w:t xml:space="preserve"> </w:t>
      </w:r>
      <w:r w:rsidRPr="00935820">
        <w:rPr>
          <w:rtl/>
        </w:rPr>
        <w:t>لامهات شتى</w:t>
      </w:r>
      <w:r w:rsidRPr="00935820">
        <w:t>".</w:t>
      </w:r>
    </w:p>
    <w:p w:rsidR="00FF3B63" w:rsidRDefault="002C60F7" w:rsidP="00FF3B63">
      <w:pPr>
        <w:pStyle w:val="Heading1Center"/>
        <w:rPr>
          <w:rtl/>
        </w:rPr>
      </w:pPr>
      <w:bookmarkStart w:id="24" w:name="14"/>
      <w:bookmarkStart w:id="25" w:name="_Toc374532480"/>
      <w:r w:rsidRPr="00935820">
        <w:rPr>
          <w:rtl/>
        </w:rPr>
        <w:t>قول صفي الدين الخزرجي</w:t>
      </w:r>
      <w:bookmarkEnd w:id="24"/>
      <w:bookmarkEnd w:id="25"/>
    </w:p>
    <w:p w:rsidR="003C606F" w:rsidRDefault="005D4559" w:rsidP="00860EF8">
      <w:pPr>
        <w:pStyle w:val="libNormal"/>
      </w:pPr>
      <w:r>
        <w:rPr>
          <w:rFonts w:hint="cs"/>
          <w:rtl/>
        </w:rPr>
        <w:t xml:space="preserve">12 ـ </w:t>
      </w:r>
      <w:r w:rsidR="002C60F7" w:rsidRPr="00860EF8">
        <w:rPr>
          <w:rtl/>
        </w:rPr>
        <w:t>قال صفي الدين أحمد بن عبدالله الخزرجي، في خلاصة تذهيب</w:t>
      </w:r>
      <w:r w:rsidR="002C60F7" w:rsidRPr="00860EF8">
        <w:t xml:space="preserve"> </w:t>
      </w:r>
      <w:r w:rsidR="002C60F7" w:rsidRPr="00860EF8">
        <w:rPr>
          <w:rtl/>
        </w:rPr>
        <w:t>تهذيب الكمال في أسماء الرجال، طبع مكتبة القاهرة بالقاهرة، ج3 ص63 ـ 64</w:t>
      </w:r>
      <w:r w:rsidR="002C60F7" w:rsidRPr="00860EF8">
        <w:t xml:space="preserve"> </w:t>
      </w:r>
      <w:r w:rsidR="002C60F7" w:rsidRPr="00860EF8">
        <w:rPr>
          <w:rtl/>
        </w:rPr>
        <w:t>رقم 7257</w:t>
      </w:r>
      <w:r w:rsidR="002C60F7" w:rsidRPr="00860EF8">
        <w:t>:</w:t>
      </w:r>
    </w:p>
    <w:p w:rsidR="003C606F" w:rsidRDefault="002C60F7" w:rsidP="00860EF8">
      <w:pPr>
        <w:pStyle w:val="libNormal"/>
        <w:rPr>
          <w:rtl/>
        </w:rPr>
      </w:pPr>
      <w:r w:rsidRPr="00860EF8">
        <w:t>"</w:t>
      </w:r>
      <w:r w:rsidRPr="00860EF8">
        <w:rPr>
          <w:rtl/>
        </w:rPr>
        <w:t>موسى بن جعفر بن محمد بن علي بن الحسين بن علي بن أبي طالب الهاشمي أبو</w:t>
      </w:r>
      <w:r w:rsidRPr="00860EF8">
        <w:t xml:space="preserve"> </w:t>
      </w:r>
      <w:r w:rsidRPr="00860EF8">
        <w:rPr>
          <w:rtl/>
        </w:rPr>
        <w:t>الحسن الكاظم المدني</w:t>
      </w:r>
      <w:r w:rsidRPr="00860EF8">
        <w:t>.</w:t>
      </w:r>
    </w:p>
    <w:p w:rsidR="003C606F" w:rsidRDefault="002C60F7" w:rsidP="00860EF8">
      <w:pPr>
        <w:pStyle w:val="libNormal"/>
        <w:rPr>
          <w:rtl/>
        </w:rPr>
      </w:pPr>
      <w:r w:rsidRPr="00860EF8">
        <w:rPr>
          <w:rtl/>
        </w:rPr>
        <w:t>عن أبيه، وعنه ابنه علي الرضا وأخواه علي ومحمد ابنا جعفر بن محمد وطائفة</w:t>
      </w:r>
      <w:r w:rsidRPr="00860EF8">
        <w:t>.</w:t>
      </w:r>
    </w:p>
    <w:p w:rsidR="002C60F7" w:rsidRPr="0082177B" w:rsidRDefault="002C60F7" w:rsidP="00860EF8">
      <w:pPr>
        <w:pStyle w:val="libNormal"/>
      </w:pPr>
      <w:r w:rsidRPr="00860EF8">
        <w:rPr>
          <w:rtl/>
        </w:rPr>
        <w:t>قال أبو حاتم: ثقة امام من أئمة المسلمين</w:t>
      </w:r>
      <w:r w:rsidRPr="00860EF8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قال يحيى بن</w:t>
      </w:r>
      <w:r w:rsidRPr="00935820">
        <w:t xml:space="preserve"> </w:t>
      </w:r>
      <w:r w:rsidRPr="00935820">
        <w:rPr>
          <w:rtl/>
        </w:rPr>
        <w:t>الحسين العلوي: بلغه عن رجل انه يؤذيه فبعث إليه بصرة فيها ألف دينار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حبسه المهدي ثم اطلقه</w:t>
      </w:r>
      <w:r w:rsidRPr="00935820">
        <w:t>.</w:t>
      </w:r>
    </w:p>
    <w:p w:rsidR="00700E9E" w:rsidRDefault="002C60F7" w:rsidP="008501BE">
      <w:pPr>
        <w:pStyle w:val="libNormal"/>
        <w:rPr>
          <w:rtl/>
        </w:rPr>
      </w:pPr>
      <w:r w:rsidRPr="00935820">
        <w:rPr>
          <w:rtl/>
        </w:rPr>
        <w:t>ومات سنة ثلاث وثلاثين ومائة</w:t>
      </w:r>
      <w:r w:rsidRPr="00935820">
        <w:t>".</w:t>
      </w:r>
    </w:p>
    <w:p w:rsidR="00700E9E" w:rsidRDefault="00700E9E" w:rsidP="00700E9E">
      <w:pPr>
        <w:pStyle w:val="libNormal"/>
        <w:rPr>
          <w:rtl/>
        </w:rPr>
      </w:pPr>
      <w:r>
        <w:rPr>
          <w:rtl/>
        </w:rPr>
        <w:br w:type="page"/>
      </w:r>
    </w:p>
    <w:p w:rsidR="00FF3B63" w:rsidRDefault="002C60F7" w:rsidP="00FF3B63">
      <w:pPr>
        <w:pStyle w:val="Heading1Center"/>
        <w:rPr>
          <w:rtl/>
        </w:rPr>
      </w:pPr>
      <w:bookmarkStart w:id="26" w:name="15"/>
      <w:bookmarkStart w:id="27" w:name="_Toc374532481"/>
      <w:r w:rsidRPr="00935820">
        <w:rPr>
          <w:rtl/>
        </w:rPr>
        <w:lastRenderedPageBreak/>
        <w:t>قول شمس الدين الذهبي</w:t>
      </w:r>
      <w:bookmarkEnd w:id="26"/>
      <w:bookmarkEnd w:id="27"/>
    </w:p>
    <w:p w:rsidR="003C606F" w:rsidRDefault="005D4559" w:rsidP="00860EF8">
      <w:pPr>
        <w:pStyle w:val="libNormal"/>
      </w:pPr>
      <w:r>
        <w:rPr>
          <w:rFonts w:hint="cs"/>
          <w:rtl/>
        </w:rPr>
        <w:t xml:space="preserve">13 ـ </w:t>
      </w:r>
      <w:r w:rsidR="002C60F7" w:rsidRPr="00860EF8">
        <w:rPr>
          <w:rtl/>
        </w:rPr>
        <w:t>قال أبو عبدالله شمس الدين محمد بن أحمد بن عثمان الذهبي</w:t>
      </w:r>
      <w:r w:rsidR="002C60F7" w:rsidRPr="00860EF8">
        <w:t xml:space="preserve"> </w:t>
      </w:r>
      <w:r w:rsidR="002C60F7" w:rsidRPr="00860EF8">
        <w:rPr>
          <w:rtl/>
        </w:rPr>
        <w:t>المتوفى سنة 748هـ، في كتابه ميزان الاعتدال في نقد الرجال، طبع دار</w:t>
      </w:r>
      <w:r w:rsidR="002C60F7" w:rsidRPr="00860EF8">
        <w:t xml:space="preserve"> </w:t>
      </w:r>
      <w:r w:rsidR="002C60F7" w:rsidRPr="00860EF8">
        <w:rPr>
          <w:rtl/>
        </w:rPr>
        <w:t>المعرفة بيروت لبنان، ج4 ص201 ـ 202 رقم 8855</w:t>
      </w:r>
      <w:r w:rsidR="002C60F7" w:rsidRPr="00860EF8">
        <w:t>:</w:t>
      </w:r>
    </w:p>
    <w:p w:rsidR="003C606F" w:rsidRDefault="002C60F7" w:rsidP="00860EF8">
      <w:pPr>
        <w:pStyle w:val="libNormal"/>
        <w:rPr>
          <w:rtl/>
        </w:rPr>
      </w:pPr>
      <w:r w:rsidRPr="00860EF8">
        <w:t>"</w:t>
      </w:r>
      <w:r w:rsidRPr="00860EF8">
        <w:rPr>
          <w:rtl/>
        </w:rPr>
        <w:t>موسى بن جعفر بن محمد بن علي العلوي الملقّب بالكاظم، عن أبيه</w:t>
      </w:r>
      <w:r w:rsidRPr="00860EF8">
        <w:t>.</w:t>
      </w:r>
    </w:p>
    <w:p w:rsidR="003C606F" w:rsidRDefault="002C60F7" w:rsidP="00860EF8">
      <w:pPr>
        <w:pStyle w:val="libNormal"/>
        <w:rPr>
          <w:rtl/>
        </w:rPr>
      </w:pPr>
      <w:r w:rsidRPr="00860EF8">
        <w:rPr>
          <w:rtl/>
        </w:rPr>
        <w:t>قال ابن أبي حاتم: صدوق امام من أئمة المسلمين</w:t>
      </w:r>
      <w:r w:rsidRPr="00860EF8">
        <w:t>.</w:t>
      </w:r>
    </w:p>
    <w:p w:rsidR="003C606F" w:rsidRDefault="002C60F7" w:rsidP="00860EF8">
      <w:pPr>
        <w:pStyle w:val="libNormal"/>
        <w:rPr>
          <w:rtl/>
        </w:rPr>
      </w:pPr>
      <w:r w:rsidRPr="00860EF8">
        <w:rPr>
          <w:rtl/>
        </w:rPr>
        <w:t>وقال أبوه حاتم الرازي: ثقة إمام من أئمة المسلمين</w:t>
      </w:r>
      <w:r w:rsidRPr="00860EF8">
        <w:t>.</w:t>
      </w:r>
    </w:p>
    <w:p w:rsidR="003C606F" w:rsidRDefault="002C60F7" w:rsidP="00860EF8">
      <w:pPr>
        <w:pStyle w:val="libNormal"/>
        <w:rPr>
          <w:rtl/>
        </w:rPr>
      </w:pPr>
      <w:r w:rsidRPr="00860EF8">
        <w:rPr>
          <w:rtl/>
        </w:rPr>
        <w:t>قلت: روى عنه بنوه: علي الرضا ـ وابراهيم، واسماعيل، وحسين، واخواه علي،</w:t>
      </w:r>
      <w:r w:rsidRPr="00860EF8">
        <w:t xml:space="preserve"> </w:t>
      </w:r>
      <w:r w:rsidRPr="00860EF8">
        <w:rPr>
          <w:rtl/>
        </w:rPr>
        <w:t>ومحمد</w:t>
      </w:r>
      <w:r w:rsidRPr="00860EF8">
        <w:t>.</w:t>
      </w:r>
    </w:p>
    <w:p w:rsidR="003C606F" w:rsidRDefault="002C60F7" w:rsidP="00860EF8">
      <w:pPr>
        <w:pStyle w:val="libNormal"/>
        <w:rPr>
          <w:rtl/>
        </w:rPr>
      </w:pPr>
      <w:r w:rsidRPr="00860EF8">
        <w:rPr>
          <w:rtl/>
        </w:rPr>
        <w:t>وانما أوردته لأن العقيلي ذكره في كتابه وقال: حديثه غير محفوظ يعني في</w:t>
      </w:r>
      <w:r w:rsidRPr="00860EF8">
        <w:t xml:space="preserve"> </w:t>
      </w:r>
      <w:r w:rsidRPr="00860EF8">
        <w:rPr>
          <w:rtl/>
        </w:rPr>
        <w:t>الايمان</w:t>
      </w:r>
      <w:r w:rsidRPr="00860EF8">
        <w:t>.</w:t>
      </w:r>
    </w:p>
    <w:p w:rsidR="003C606F" w:rsidRDefault="002C60F7" w:rsidP="00860EF8">
      <w:pPr>
        <w:pStyle w:val="libNormal"/>
        <w:rPr>
          <w:rtl/>
        </w:rPr>
      </w:pPr>
      <w:r w:rsidRPr="00860EF8">
        <w:rPr>
          <w:rtl/>
        </w:rPr>
        <w:t>قال: الحمل فيه على أبي الصلت الهروي</w:t>
      </w:r>
      <w:r w:rsidRPr="00860EF8">
        <w:t>.</w:t>
      </w:r>
    </w:p>
    <w:p w:rsidR="003C606F" w:rsidRDefault="002C60F7" w:rsidP="00860EF8">
      <w:pPr>
        <w:pStyle w:val="libNormal"/>
        <w:rPr>
          <w:rtl/>
        </w:rPr>
      </w:pPr>
      <w:r w:rsidRPr="00860EF8">
        <w:rPr>
          <w:rtl/>
        </w:rPr>
        <w:t>قلت: فإذا كان الحمل فيه على أبي الصلت فما ذنب موسى تذكروه؟ وفي مسند</w:t>
      </w:r>
      <w:r w:rsidRPr="00860EF8">
        <w:t xml:space="preserve"> </w:t>
      </w:r>
      <w:r w:rsidRPr="00860EF8">
        <w:rPr>
          <w:rtl/>
        </w:rPr>
        <w:t>الشهاب باسناد مظلم إلى سهل بن ابراهيم، عن موسى بن جعفر، عن أبيه، عن جده</w:t>
      </w:r>
      <w:r w:rsidRPr="00860EF8">
        <w:t xml:space="preserve"> </w:t>
      </w:r>
      <w:r w:rsidRPr="00860EF8">
        <w:rPr>
          <w:rtl/>
        </w:rPr>
        <w:t>ـ متصلا ـ قال: قال رسول الله(صلى الله عليه وآله وسلم): الوضوء قبل الطعام</w:t>
      </w:r>
      <w:r w:rsidRPr="00860EF8">
        <w:t xml:space="preserve"> </w:t>
      </w:r>
      <w:r w:rsidRPr="00860EF8">
        <w:rPr>
          <w:rtl/>
        </w:rPr>
        <w:t>ينفي الفقر ـ وبعده ينفي الهم ويصح الصبر</w:t>
      </w:r>
      <w:r w:rsidRPr="00860EF8">
        <w:t>.</w:t>
      </w:r>
    </w:p>
    <w:p w:rsidR="003C606F" w:rsidRDefault="002C60F7" w:rsidP="00860EF8">
      <w:pPr>
        <w:pStyle w:val="libNormal"/>
        <w:rPr>
          <w:rtl/>
        </w:rPr>
      </w:pPr>
      <w:r w:rsidRPr="00860EF8">
        <w:rPr>
          <w:rtl/>
        </w:rPr>
        <w:t>وجاء عن موسى، عن آبائه ـ مرفوعاً: نعم المال النخل الراسخات في الوحل</w:t>
      </w:r>
      <w:r w:rsidRPr="00860EF8">
        <w:t xml:space="preserve"> </w:t>
      </w:r>
      <w:r w:rsidRPr="00860EF8">
        <w:rPr>
          <w:rtl/>
        </w:rPr>
        <w:t>المطعمات في المحل</w:t>
      </w:r>
      <w:r w:rsidRPr="00860EF8">
        <w:t>.</w:t>
      </w:r>
    </w:p>
    <w:p w:rsidR="002C60F7" w:rsidRPr="0082177B" w:rsidRDefault="002C60F7" w:rsidP="00860EF8">
      <w:pPr>
        <w:pStyle w:val="libNormal"/>
      </w:pPr>
      <w:r w:rsidRPr="00860EF8">
        <w:rPr>
          <w:rtl/>
        </w:rPr>
        <w:t>وقد كان موسى من أجود الحكماء ومن العباد الاتقياء، وله مشهد معروف</w:t>
      </w:r>
      <w:r w:rsidR="00FF3B63" w:rsidRPr="00860EF8">
        <w:rPr>
          <w:rFonts w:hint="cs"/>
          <w:rtl/>
        </w:rPr>
        <w:t xml:space="preserve"> 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ببغداد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مات سنة 183هـ، وله خمس وخمسون سنة، وحديثه قليل جداً</w:t>
      </w:r>
      <w:r w:rsidRPr="00935820">
        <w:t>".</w:t>
      </w:r>
    </w:p>
    <w:p w:rsidR="00FF3B63" w:rsidRDefault="002C60F7" w:rsidP="008501BE">
      <w:pPr>
        <w:pStyle w:val="libNormal"/>
      </w:pPr>
      <w:r w:rsidRPr="00935820">
        <w:rPr>
          <w:rtl/>
        </w:rPr>
        <w:t>وقال أيضاً في كتابه دول الإسلام، طبع منشورات الأعلمي بيروت 1405 ص105</w:t>
      </w:r>
      <w:r w:rsidRPr="00935820">
        <w:t>:</w:t>
      </w:r>
    </w:p>
    <w:p w:rsidR="00700E9E" w:rsidRDefault="002C60F7" w:rsidP="008501BE">
      <w:pPr>
        <w:pStyle w:val="libNormal"/>
        <w:rPr>
          <w:rtl/>
        </w:rPr>
      </w:pPr>
      <w:r w:rsidRPr="00935820">
        <w:t>"</w:t>
      </w:r>
      <w:r w:rsidRPr="00935820">
        <w:rPr>
          <w:rtl/>
        </w:rPr>
        <w:t>وفيها (أي: سنة ثلاث وثمانين ومائة</w:t>
      </w:r>
      <w:r>
        <w:rPr>
          <w:rtl/>
        </w:rPr>
        <w:t>)</w:t>
      </w:r>
      <w:r w:rsidRPr="00935820">
        <w:rPr>
          <w:rtl/>
        </w:rPr>
        <w:t xml:space="preserve"> مات موسى الكاظم بن جعفر الصادق</w:t>
      </w:r>
      <w:r w:rsidRPr="00935820">
        <w:t xml:space="preserve"> </w:t>
      </w:r>
      <w:r w:rsidRPr="00935820">
        <w:rPr>
          <w:rtl/>
        </w:rPr>
        <w:t>العلوي من سادات أهل البيت</w:t>
      </w:r>
      <w:r w:rsidRPr="00935820">
        <w:t>".</w:t>
      </w:r>
    </w:p>
    <w:p w:rsidR="00700E9E" w:rsidRDefault="00700E9E" w:rsidP="00700E9E">
      <w:pPr>
        <w:pStyle w:val="libNormal"/>
        <w:rPr>
          <w:rtl/>
        </w:rPr>
      </w:pPr>
      <w:r>
        <w:rPr>
          <w:rtl/>
        </w:rPr>
        <w:br w:type="page"/>
      </w:r>
    </w:p>
    <w:p w:rsidR="00FF3B63" w:rsidRDefault="002C60F7" w:rsidP="008501BE">
      <w:pPr>
        <w:pStyle w:val="libNormal"/>
      </w:pPr>
      <w:r w:rsidRPr="00935820">
        <w:rPr>
          <w:rtl/>
        </w:rPr>
        <w:lastRenderedPageBreak/>
        <w:t>وقال أيضاً في كتابه سير أعلام النبلاء، طبع مؤسسة الرسالة، الطبعة الأولى</w:t>
      </w:r>
      <w:r w:rsidRPr="00935820">
        <w:t xml:space="preserve"> </w:t>
      </w:r>
      <w:r w:rsidRPr="00935820">
        <w:rPr>
          <w:rtl/>
        </w:rPr>
        <w:t>سنة 1401هـ، ج6 ص270 ـ 274</w:t>
      </w:r>
      <w:r w:rsidRPr="00935820">
        <w:t>:</w:t>
      </w:r>
    </w:p>
    <w:p w:rsidR="00FF3B63" w:rsidRDefault="002C60F7" w:rsidP="008501BE">
      <w:pPr>
        <w:pStyle w:val="libNormal"/>
        <w:rPr>
          <w:rtl/>
        </w:rPr>
      </w:pPr>
      <w:r w:rsidRPr="00935820">
        <w:t>"</w:t>
      </w:r>
      <w:r w:rsidRPr="00935820">
        <w:rPr>
          <w:rtl/>
        </w:rPr>
        <w:t>موسى الكاظم، الامام القدوة، السيد أبو الحسن العلوي، والد الإمام علي بن</w:t>
      </w:r>
      <w:r w:rsidRPr="00935820">
        <w:t xml:space="preserve"> </w:t>
      </w:r>
      <w:r w:rsidRPr="00935820">
        <w:rPr>
          <w:rtl/>
        </w:rPr>
        <w:t>موسى الرضي، مدني نزل بغداد، وحدث بأحاديث عن أبيه، وقيل: انه روى عن</w:t>
      </w:r>
      <w:r w:rsidRPr="00935820">
        <w:t xml:space="preserve"> </w:t>
      </w:r>
      <w:r w:rsidRPr="00935820">
        <w:rPr>
          <w:rtl/>
        </w:rPr>
        <w:t>عبدالله بن دينار وعبدالملك بن قدامة، حدث عنه أولاده: علي، وابراهيم</w:t>
      </w:r>
      <w:r w:rsidRPr="00935820">
        <w:t xml:space="preserve"> </w:t>
      </w:r>
      <w:r w:rsidRPr="00935820">
        <w:rPr>
          <w:rtl/>
        </w:rPr>
        <w:t>واسماعيل، وحسين، وأخواه علي بن جعفر، ومحمد بن جعفر، ومحمد بن صدقة</w:t>
      </w:r>
      <w:r w:rsidRPr="00935820">
        <w:t xml:space="preserve"> </w:t>
      </w:r>
      <w:r w:rsidRPr="00935820">
        <w:rPr>
          <w:rtl/>
        </w:rPr>
        <w:t>العنبري، وصالح بن يزيد، وروايته يسيرة، لانه مات قبل أوان الرواية، رحمه</w:t>
      </w:r>
      <w:r w:rsidRPr="00935820">
        <w:t xml:space="preserve"> </w:t>
      </w:r>
      <w:r w:rsidRPr="00935820">
        <w:rPr>
          <w:rtl/>
        </w:rPr>
        <w:t>الله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ذكره ابو حاتم فقال: ثقة صدوق إمام من أئمة المسلمين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قلت: له عند الترمذي وابن ماجة حديثان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قيل انه ولد سنة 128هـ بالمدنية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قال الخطيب: اقدمه المهدي بغداد، ورده، ثم قدمها، وأقام بغداد في أيام</w:t>
      </w:r>
      <w:r w:rsidRPr="00935820">
        <w:t xml:space="preserve"> </w:t>
      </w:r>
      <w:r w:rsidRPr="00935820">
        <w:rPr>
          <w:rtl/>
        </w:rPr>
        <w:t>الرشيد، قدم في صحبة الرشيد سنة 179هـ، وحبسه بها إلى أن توفى في محبسه</w:t>
      </w:r>
      <w:r w:rsidRPr="00935820">
        <w:t>.</w:t>
      </w:r>
    </w:p>
    <w:p w:rsidR="003C606F" w:rsidRDefault="002C60F7" w:rsidP="008501BE">
      <w:pPr>
        <w:pStyle w:val="libNormal"/>
        <w:rPr>
          <w:rtl/>
        </w:rPr>
      </w:pPr>
      <w:r w:rsidRPr="00935820">
        <w:rPr>
          <w:rtl/>
        </w:rPr>
        <w:t>ثم قال الخطيب: أنبأنا الحسن بن أبي بكر، أنبأنا الحسن بن محمد بن يحيى</w:t>
      </w:r>
      <w:r w:rsidRPr="00935820">
        <w:t xml:space="preserve"> </w:t>
      </w:r>
      <w:r w:rsidRPr="00935820">
        <w:rPr>
          <w:rtl/>
        </w:rPr>
        <w:t>العلوي، حدّثني جدي يحيى بن الحسن بن عبيدالله ابن الحسين بن</w:t>
      </w:r>
      <w:r w:rsidR="00FF3B63">
        <w:rPr>
          <w:rFonts w:hint="cs"/>
          <w:rtl/>
        </w:rPr>
        <w:t xml:space="preserve"> </w:t>
      </w:r>
      <w:r w:rsidRPr="00935820">
        <w:rPr>
          <w:rtl/>
        </w:rPr>
        <w:t>علي بن الحسين</w:t>
      </w:r>
      <w:r w:rsidRPr="00935820">
        <w:t xml:space="preserve"> </w:t>
      </w:r>
      <w:r w:rsidRPr="00935820">
        <w:rPr>
          <w:rtl/>
        </w:rPr>
        <w:t>قال: كان موسى بن جعفر يدعى العبد الصالح من عبادته واجتهاده روى اصحابنا</w:t>
      </w:r>
      <w:r w:rsidRPr="00935820">
        <w:t xml:space="preserve"> </w:t>
      </w:r>
      <w:r w:rsidRPr="00935820">
        <w:rPr>
          <w:rtl/>
        </w:rPr>
        <w:t>انه دخل مسجد رسول الله(صلى الله عليه وآله وسلم</w:t>
      </w:r>
      <w:r>
        <w:rPr>
          <w:rtl/>
        </w:rPr>
        <w:t>)</w:t>
      </w:r>
      <w:r w:rsidRPr="00935820">
        <w:rPr>
          <w:rtl/>
        </w:rPr>
        <w:t xml:space="preserve"> فسجد سجدة في أول الليل،</w:t>
      </w:r>
      <w:r w:rsidRPr="00935820">
        <w:t xml:space="preserve"> </w:t>
      </w:r>
      <w:r w:rsidRPr="00935820">
        <w:rPr>
          <w:rtl/>
        </w:rPr>
        <w:t>فسمع وهو يقول في سجوده: عظم الذنب عندي فليحسن العفو من عندك، يا أهل</w:t>
      </w:r>
      <w:r w:rsidRPr="00935820">
        <w:t xml:space="preserve"> </w:t>
      </w:r>
      <w:r w:rsidRPr="00935820">
        <w:rPr>
          <w:rtl/>
        </w:rPr>
        <w:t>التقوى ويا أهل المغفرة، فجعل يردّدها حتى أصبح</w:t>
      </w:r>
      <w:r w:rsidRPr="00935820">
        <w:t>.</w:t>
      </w:r>
    </w:p>
    <w:p w:rsidR="003C606F" w:rsidRDefault="002C60F7" w:rsidP="008501BE">
      <w:pPr>
        <w:pStyle w:val="libNormal"/>
        <w:rPr>
          <w:rtl/>
        </w:rPr>
      </w:pPr>
      <w:r w:rsidRPr="00935820">
        <w:rPr>
          <w:rtl/>
        </w:rPr>
        <w:t>وكان سخياً كريماً، يبلغه عن الرجل انه يؤذيه فيبعث إليه بصرة فيها ألف</w:t>
      </w:r>
      <w:r w:rsidRPr="00935820">
        <w:t xml:space="preserve"> </w:t>
      </w:r>
      <w:r w:rsidRPr="00935820">
        <w:rPr>
          <w:rtl/>
        </w:rPr>
        <w:t>دينار، وكان يصر الصرر ثلاث مائة دينار، وأربع مائة، ثم يقسمها بالمدينة</w:t>
      </w:r>
      <w:r w:rsidRPr="00935820">
        <w:t xml:space="preserve"> </w:t>
      </w:r>
      <w:r w:rsidRPr="00935820">
        <w:rPr>
          <w:rtl/>
        </w:rPr>
        <w:t>فمن جائته صرة استغنى</w:t>
      </w:r>
      <w:r w:rsidRPr="00935820">
        <w:t>.</w:t>
      </w:r>
    </w:p>
    <w:p w:rsidR="00700E9E" w:rsidRDefault="002C60F7" w:rsidP="008501BE">
      <w:pPr>
        <w:pStyle w:val="libNormal"/>
        <w:rPr>
          <w:rtl/>
        </w:rPr>
      </w:pPr>
      <w:r w:rsidRPr="00935820">
        <w:rPr>
          <w:rtl/>
        </w:rPr>
        <w:t>حكاية منقطعة، مع أن يحيى بن الحسن متهم</w:t>
      </w:r>
      <w:r w:rsidRPr="00935820">
        <w:t>.</w:t>
      </w:r>
    </w:p>
    <w:p w:rsidR="00700E9E" w:rsidRDefault="00700E9E" w:rsidP="00700E9E">
      <w:pPr>
        <w:pStyle w:val="libNormal"/>
        <w:rPr>
          <w:rtl/>
        </w:rPr>
      </w:pPr>
      <w:r>
        <w:rPr>
          <w:rtl/>
        </w:rPr>
        <w:br w:type="page"/>
      </w:r>
    </w:p>
    <w:p w:rsidR="003C606F" w:rsidRDefault="002C60F7" w:rsidP="008501BE">
      <w:pPr>
        <w:pStyle w:val="libNormal"/>
        <w:rPr>
          <w:rtl/>
        </w:rPr>
      </w:pPr>
      <w:r w:rsidRPr="00935820">
        <w:rPr>
          <w:rtl/>
        </w:rPr>
        <w:lastRenderedPageBreak/>
        <w:t>ثم ذكر يحيى هذا</w:t>
      </w:r>
      <w:r w:rsidRPr="00935820">
        <w:t>:</w:t>
      </w:r>
    </w:p>
    <w:p w:rsidR="003C606F" w:rsidRDefault="002C60F7" w:rsidP="008501BE">
      <w:pPr>
        <w:pStyle w:val="libNormal"/>
        <w:rPr>
          <w:rtl/>
        </w:rPr>
      </w:pPr>
      <w:r w:rsidRPr="00935820">
        <w:rPr>
          <w:rtl/>
        </w:rPr>
        <w:t>حدّثنا اسماعيل بن يعقوب، حدّثنا محمد بن عبدالله البكري، قال قدمت المدينة</w:t>
      </w:r>
      <w:r w:rsidRPr="00935820">
        <w:t xml:space="preserve"> </w:t>
      </w:r>
      <w:r w:rsidRPr="00935820">
        <w:rPr>
          <w:rtl/>
        </w:rPr>
        <w:t>اطلب بها ديناً فقلت: لو أتيت موسى بن جعفر فشكوت إليه، فاتيته بنقمي في</w:t>
      </w:r>
      <w:r w:rsidRPr="00935820">
        <w:t xml:space="preserve"> </w:t>
      </w:r>
      <w:r w:rsidRPr="00935820">
        <w:rPr>
          <w:rtl/>
        </w:rPr>
        <w:t>ضيعته، فخرج إلي، وأكلت معه، فذكرت له قصتي فأعطاني ثلاث مائة دينار</w:t>
      </w:r>
      <w:r w:rsidRPr="00935820">
        <w:t>.</w:t>
      </w:r>
    </w:p>
    <w:p w:rsidR="003C606F" w:rsidRDefault="002C60F7" w:rsidP="008501BE">
      <w:pPr>
        <w:pStyle w:val="libNormal"/>
        <w:rPr>
          <w:rtl/>
        </w:rPr>
      </w:pPr>
      <w:r w:rsidRPr="00935820">
        <w:rPr>
          <w:rtl/>
        </w:rPr>
        <w:t>ثم قال يحيى: وذكر لي غير واحد أن رجلا من آل عمر كان بالمدينة يؤذيه ويشتم</w:t>
      </w:r>
      <w:r w:rsidRPr="00935820">
        <w:t xml:space="preserve"> </w:t>
      </w:r>
      <w:r w:rsidRPr="00935820">
        <w:rPr>
          <w:rtl/>
        </w:rPr>
        <w:t>علياً، وكان قد قال له بعض حاشيته: دعنا نقتله، فنهاهم وزجرهم</w:t>
      </w:r>
      <w:r w:rsidRPr="00935820">
        <w:t>.</w:t>
      </w:r>
    </w:p>
    <w:p w:rsidR="00615A88" w:rsidRDefault="002C60F7" w:rsidP="00C56E4E">
      <w:pPr>
        <w:pStyle w:val="libNormal"/>
        <w:rPr>
          <w:rtl/>
        </w:rPr>
      </w:pPr>
      <w:r w:rsidRPr="00935820">
        <w:rPr>
          <w:rtl/>
        </w:rPr>
        <w:t>وذكر له ان العمر يزدرع بأرض، فركب إليه في مزرعته، فوجده فدخل بحماره،</w:t>
      </w:r>
      <w:r w:rsidRPr="00935820">
        <w:t xml:space="preserve"> </w:t>
      </w:r>
      <w:r w:rsidRPr="00935820">
        <w:rPr>
          <w:rtl/>
        </w:rPr>
        <w:t>فصاح العمري: لا توطىء زرعنا، فوطىء بالحمار حتى وصل إليه، فنزل عنده</w:t>
      </w:r>
      <w:r w:rsidRPr="00935820">
        <w:t xml:space="preserve"> </w:t>
      </w:r>
      <w:r w:rsidRPr="00935820">
        <w:rPr>
          <w:rtl/>
        </w:rPr>
        <w:t>وضاحكه وقال: كم غرمت في زرعك هذا؟ قال مائة دينار، قال فكم ترجو؟ قال: لا</w:t>
      </w:r>
      <w:r w:rsidRPr="00935820">
        <w:t xml:space="preserve"> </w:t>
      </w:r>
      <w:r w:rsidRPr="00935820">
        <w:rPr>
          <w:rtl/>
        </w:rPr>
        <w:t>أعلم بالغيب وأرجو أن يجيئني مائتا دينار، فأطاه ثلاث مائة دينار، وقال</w:t>
      </w:r>
      <w:r w:rsidRPr="00935820">
        <w:t xml:space="preserve">: </w:t>
      </w:r>
      <w:r w:rsidRPr="00935820">
        <w:rPr>
          <w:rtl/>
        </w:rPr>
        <w:t xml:space="preserve">هذا زرعك على حاله، فقام العمري فقبّل رأسه وقال: </w:t>
      </w:r>
      <w:r w:rsidR="00C56E4E" w:rsidRPr="00980442">
        <w:rPr>
          <w:rStyle w:val="libAlaemChar"/>
          <w:rFonts w:eastAsiaTheme="minorHAnsi"/>
          <w:rtl/>
        </w:rPr>
        <w:t>(</w:t>
      </w:r>
      <w:r w:rsidR="00C56E4E">
        <w:rPr>
          <w:rStyle w:val="libAieChar"/>
          <w:rFonts w:hint="cs"/>
          <w:rtl/>
        </w:rPr>
        <w:t xml:space="preserve"> </w:t>
      </w:r>
      <w:r w:rsidRPr="002D62BF">
        <w:rPr>
          <w:rStyle w:val="libAieChar"/>
          <w:rtl/>
        </w:rPr>
        <w:t>الله اعلم حيث يجعل</w:t>
      </w:r>
      <w:r w:rsidR="00700E9E" w:rsidRPr="002D62BF">
        <w:rPr>
          <w:rStyle w:val="libAieChar"/>
          <w:rFonts w:hint="cs"/>
          <w:rtl/>
        </w:rPr>
        <w:t xml:space="preserve"> </w:t>
      </w:r>
      <w:r w:rsidRPr="002D62BF">
        <w:rPr>
          <w:rStyle w:val="libAieChar"/>
          <w:rtl/>
        </w:rPr>
        <w:t>رسالته</w:t>
      </w:r>
      <w:r w:rsidR="00C56E4E">
        <w:rPr>
          <w:rStyle w:val="libAlaemChar"/>
          <w:rFonts w:eastAsiaTheme="minorHAnsi" w:hint="cs"/>
          <w:rtl/>
        </w:rPr>
        <w:t xml:space="preserve"> </w:t>
      </w:r>
      <w:r w:rsidR="00C56E4E" w:rsidRPr="00980442">
        <w:rPr>
          <w:rStyle w:val="libAlaemChar"/>
          <w:rFonts w:eastAsiaTheme="minorHAnsi"/>
          <w:rtl/>
        </w:rPr>
        <w:t>)</w:t>
      </w:r>
      <w:r w:rsidR="00C56E4E" w:rsidRPr="00EA0A4C">
        <w:rPr>
          <w:rStyle w:val="libFootnotenumChar"/>
          <w:rtl/>
        </w:rPr>
        <w:t xml:space="preserve"> </w:t>
      </w:r>
      <w:r w:rsidRPr="00EA0A4C">
        <w:rPr>
          <w:rStyle w:val="libFootnotenumChar"/>
          <w:rtl/>
        </w:rPr>
        <w:t>(1)</w:t>
      </w:r>
      <w:r w:rsidRPr="00935820">
        <w:rPr>
          <w:rtl/>
        </w:rPr>
        <w:t xml:space="preserve"> وجعل يدعو له كل وقت، فقال أبو الحسن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FF3B63" w:rsidRDefault="00B73FDF" w:rsidP="00B73FDF">
      <w:pPr>
        <w:pStyle w:val="libFootnote"/>
      </w:pPr>
      <w:r>
        <w:rPr>
          <w:rFonts w:hint="cs"/>
          <w:rtl/>
        </w:rPr>
        <w:t xml:space="preserve">(1) </w:t>
      </w:r>
      <w:r w:rsidR="002C60F7" w:rsidRPr="00935820">
        <w:rPr>
          <w:rtl/>
        </w:rPr>
        <w:t>الانعام 6: 124</w:t>
      </w:r>
      <w:r w:rsidR="002C60F7" w:rsidRPr="00935820">
        <w:t>.</w:t>
      </w:r>
    </w:p>
    <w:p w:rsidR="00FF3B63" w:rsidRDefault="00FF3B63" w:rsidP="00191648">
      <w:pPr>
        <w:pStyle w:val="libNormal"/>
      </w:pPr>
      <w:r>
        <w:br w:type="page"/>
      </w:r>
    </w:p>
    <w:p w:rsidR="00FF3B63" w:rsidRDefault="002C60F7" w:rsidP="00B13028">
      <w:pPr>
        <w:pStyle w:val="libNormal0"/>
        <w:rPr>
          <w:rtl/>
        </w:rPr>
      </w:pPr>
      <w:r w:rsidRPr="00935820">
        <w:rPr>
          <w:rtl/>
        </w:rPr>
        <w:lastRenderedPageBreak/>
        <w:t>لخاصته الذين</w:t>
      </w:r>
      <w:r w:rsidRPr="00935820">
        <w:t xml:space="preserve"> </w:t>
      </w:r>
      <w:r w:rsidRPr="00935820">
        <w:rPr>
          <w:rtl/>
        </w:rPr>
        <w:t>أرادوا قتل العمري: أينما هو خبير؟ ما أردتم أو ما أردت أن أصلح أمره بهذا</w:t>
      </w:r>
      <w:r w:rsidRPr="00935820">
        <w:t xml:space="preserve"> </w:t>
      </w:r>
      <w:r w:rsidRPr="00935820">
        <w:rPr>
          <w:rtl/>
        </w:rPr>
        <w:t>المقدار؟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قلت: ان صحت فهذا غاية الحلم والسماحة</w:t>
      </w:r>
      <w:r w:rsidRPr="00935820">
        <w:t>.</w:t>
      </w:r>
    </w:p>
    <w:p w:rsidR="003C606F" w:rsidRDefault="002C60F7" w:rsidP="000F17D4">
      <w:pPr>
        <w:pStyle w:val="libNormal"/>
        <w:rPr>
          <w:rtl/>
        </w:rPr>
      </w:pPr>
      <w:r w:rsidRPr="00935820">
        <w:rPr>
          <w:rtl/>
        </w:rPr>
        <w:t>قال أبو عبدالله المحاملي: حدّثنا عبدالله بن أبي سعد، حدّثني محمد بن</w:t>
      </w:r>
      <w:r w:rsidRPr="00935820">
        <w:t xml:space="preserve"> </w:t>
      </w:r>
      <w:r w:rsidRPr="00935820">
        <w:rPr>
          <w:rtl/>
        </w:rPr>
        <w:t>الحسين الكتاني، حدّثني عيسى بن محمد بن مغيث القرشي وبلغ تسعين سنة، قال</w:t>
      </w:r>
      <w:r w:rsidRPr="00935820">
        <w:t xml:space="preserve">: </w:t>
      </w:r>
      <w:r w:rsidRPr="00935820">
        <w:rPr>
          <w:rtl/>
        </w:rPr>
        <w:t>زرعت بطيخا وقثاء وقرعاً بالجوانية، فلما قرب الخير بيتني الجراد فأتى على</w:t>
      </w:r>
      <w:r w:rsidRPr="00935820">
        <w:t xml:space="preserve"> </w:t>
      </w:r>
      <w:r w:rsidRPr="00935820">
        <w:rPr>
          <w:rtl/>
        </w:rPr>
        <w:t>الزرع كله، وكنت غرمت عليه وفي ثمن جملين مائة وعشرين ديناراً، فبينما أنا</w:t>
      </w:r>
      <w:r w:rsidRPr="00935820">
        <w:t xml:space="preserve"> </w:t>
      </w:r>
      <w:r w:rsidRPr="00935820">
        <w:rPr>
          <w:rtl/>
        </w:rPr>
        <w:t>جالس طلع موسى بن جعفر، فسلم ثم قال: أيش حالك؟ فقلت: أصبحت كالصريم قال</w:t>
      </w:r>
      <w:r w:rsidRPr="00935820">
        <w:t xml:space="preserve"> </w:t>
      </w:r>
      <w:r w:rsidRPr="00935820">
        <w:rPr>
          <w:rtl/>
        </w:rPr>
        <w:t>وكم غرمت فيه؟ قلت: مائة وعشرين ديناراً مع ثمن الجملين، وقلت: يا مبارك</w:t>
      </w:r>
      <w:r w:rsidRPr="00935820">
        <w:t xml:space="preserve"> </w:t>
      </w:r>
      <w:r w:rsidRPr="00935820">
        <w:rPr>
          <w:rtl/>
        </w:rPr>
        <w:t>ادخل وادع لي فيها، فدخل ودعا، وحدّثني عن النبي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935820">
        <w:rPr>
          <w:rtl/>
        </w:rPr>
        <w:t xml:space="preserve"> انه</w:t>
      </w:r>
      <w:r w:rsidRPr="00935820">
        <w:t xml:space="preserve"> </w:t>
      </w:r>
      <w:r w:rsidRPr="00935820">
        <w:rPr>
          <w:rtl/>
        </w:rPr>
        <w:t>قال: تمسّكوا ببقايا المصائب</w:t>
      </w:r>
      <w:r w:rsidRPr="00935820">
        <w:t>.</w:t>
      </w:r>
    </w:p>
    <w:p w:rsidR="003C606F" w:rsidRDefault="002C60F7" w:rsidP="008501BE">
      <w:pPr>
        <w:pStyle w:val="libNormal"/>
        <w:rPr>
          <w:rtl/>
        </w:rPr>
      </w:pPr>
      <w:r w:rsidRPr="00935820">
        <w:rPr>
          <w:rtl/>
        </w:rPr>
        <w:t>ثم علقت عليه الجملين وسقيته، فجعل الله فيها البركة زكت، فبعت منها بعشرة</w:t>
      </w:r>
      <w:r w:rsidRPr="00935820">
        <w:t xml:space="preserve"> </w:t>
      </w:r>
      <w:r w:rsidRPr="00935820">
        <w:rPr>
          <w:rtl/>
        </w:rPr>
        <w:t>آلاف</w:t>
      </w:r>
      <w:r w:rsidRPr="00935820">
        <w:t>.</w:t>
      </w:r>
    </w:p>
    <w:p w:rsidR="00615A88" w:rsidRDefault="002C60F7" w:rsidP="00C56E4E">
      <w:pPr>
        <w:pStyle w:val="libNormal"/>
        <w:rPr>
          <w:rtl/>
        </w:rPr>
      </w:pPr>
      <w:r w:rsidRPr="00935820">
        <w:rPr>
          <w:rtl/>
        </w:rPr>
        <w:t>الصولي، حدّثنا عون بن محمد، سمعت اسحاق الموصلي غير مرة يقول: حدّثني</w:t>
      </w:r>
      <w:r w:rsidRPr="00935820">
        <w:t xml:space="preserve"> </w:t>
      </w:r>
      <w:r w:rsidRPr="00935820">
        <w:rPr>
          <w:rtl/>
        </w:rPr>
        <w:t>الفضل بن الربيع، عن أبيه قال: لما حبس المهدي موسى بن جعفر رأى في النوم</w:t>
      </w:r>
      <w:r w:rsidRPr="00935820">
        <w:t xml:space="preserve"> </w:t>
      </w:r>
      <w:r w:rsidRPr="00935820">
        <w:rPr>
          <w:rtl/>
        </w:rPr>
        <w:t xml:space="preserve">علياً يقول: يا محمد </w:t>
      </w:r>
      <w:r w:rsidR="00C56E4E" w:rsidRPr="00980442">
        <w:rPr>
          <w:rStyle w:val="libAlaemChar"/>
          <w:rFonts w:eastAsiaTheme="minorHAnsi"/>
          <w:rtl/>
        </w:rPr>
        <w:t>(</w:t>
      </w:r>
      <w:r w:rsidR="00C56E4E">
        <w:rPr>
          <w:rStyle w:val="libAieChar"/>
          <w:rFonts w:hint="cs"/>
          <w:rtl/>
        </w:rPr>
        <w:t xml:space="preserve"> </w:t>
      </w:r>
      <w:r w:rsidRPr="00C56E4E">
        <w:rPr>
          <w:rStyle w:val="libAieChar"/>
          <w:rtl/>
        </w:rPr>
        <w:t>فهل عسيتم أن توليتم أن تفسدوا في الأرض وتقطعوا</w:t>
      </w:r>
      <w:r w:rsidRPr="00C56E4E">
        <w:rPr>
          <w:rStyle w:val="libAieChar"/>
        </w:rPr>
        <w:t xml:space="preserve"> </w:t>
      </w:r>
      <w:r w:rsidRPr="00C56E4E">
        <w:rPr>
          <w:rStyle w:val="libAieChar"/>
          <w:rtl/>
        </w:rPr>
        <w:t>أرحامكم</w:t>
      </w:r>
      <w:r w:rsidR="00C56E4E">
        <w:rPr>
          <w:rStyle w:val="libAlaemChar"/>
          <w:rFonts w:eastAsiaTheme="minorHAnsi" w:hint="cs"/>
          <w:rtl/>
        </w:rPr>
        <w:t xml:space="preserve"> </w:t>
      </w:r>
      <w:r w:rsidR="00C56E4E" w:rsidRPr="00980442">
        <w:rPr>
          <w:rStyle w:val="libAlaemChar"/>
          <w:rFonts w:eastAsiaTheme="minorHAnsi"/>
          <w:rtl/>
        </w:rPr>
        <w:t>)</w:t>
      </w:r>
      <w:r w:rsidR="00C56E4E" w:rsidRPr="003C606F">
        <w:rPr>
          <w:rStyle w:val="libFootnotenumChar"/>
          <w:rtl/>
        </w:rPr>
        <w:t xml:space="preserve"> </w:t>
      </w:r>
      <w:r w:rsidRPr="003C606F">
        <w:rPr>
          <w:rStyle w:val="libFootnotenumChar"/>
          <w:rtl/>
        </w:rPr>
        <w:t>(1)</w:t>
      </w:r>
      <w:r w:rsidRPr="00935820">
        <w:rPr>
          <w:rtl/>
        </w:rPr>
        <w:t xml:space="preserve"> قال الربيع: فأرسل إلي ليلا، فراعني، فجئته، فإذا هو يقرأ هذه</w:t>
      </w:r>
      <w:r w:rsidRPr="00935820">
        <w:t xml:space="preserve"> </w:t>
      </w:r>
      <w:r w:rsidRPr="00935820">
        <w:rPr>
          <w:rtl/>
        </w:rPr>
        <w:t>الآية ـ وكان أحسن الناس صوتاً ـ وقال: علي بموسى بن جعفر، فجئته به،</w:t>
      </w:r>
      <w:r w:rsidRPr="00935820">
        <w:t xml:space="preserve"> </w:t>
      </w:r>
      <w:r w:rsidRPr="00935820">
        <w:rPr>
          <w:rtl/>
        </w:rPr>
        <w:t>فعانقه وأجلسه إلى جنبه وقال: يا أبا الحسن أني رأيت أمير المؤمنين يقرأ</w:t>
      </w:r>
      <w:r w:rsidRPr="00935820">
        <w:t xml:space="preserve"> </w:t>
      </w:r>
      <w:r w:rsidRPr="00935820">
        <w:rPr>
          <w:rtl/>
        </w:rPr>
        <w:t>على كذا، فتؤمني أن تخرج علي أو على أحد من ولدي؟ فقال: لا والله لا فعلت</w:t>
      </w:r>
      <w:r w:rsidRPr="00935820">
        <w:t xml:space="preserve"> </w:t>
      </w:r>
      <w:r w:rsidRPr="00935820">
        <w:rPr>
          <w:rtl/>
        </w:rPr>
        <w:t>ذلك ولا هو من شأني، قال: صدقت، يا ربيع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FF3B63" w:rsidRDefault="00B73FDF" w:rsidP="00B73FDF">
      <w:pPr>
        <w:pStyle w:val="libFootnote"/>
      </w:pPr>
      <w:r>
        <w:rPr>
          <w:rFonts w:hint="cs"/>
          <w:rtl/>
        </w:rPr>
        <w:t xml:space="preserve">(1) </w:t>
      </w:r>
      <w:r w:rsidR="002C60F7" w:rsidRPr="00935820">
        <w:rPr>
          <w:rtl/>
        </w:rPr>
        <w:t>محمد 47: 22</w:t>
      </w:r>
      <w:r w:rsidR="002C60F7" w:rsidRPr="00935820">
        <w:t>.</w:t>
      </w:r>
    </w:p>
    <w:p w:rsidR="00FF3B63" w:rsidRDefault="00FF3B63" w:rsidP="00191648">
      <w:pPr>
        <w:pStyle w:val="libNormal"/>
      </w:pPr>
      <w:r>
        <w:br w:type="page"/>
      </w:r>
    </w:p>
    <w:p w:rsidR="00FF3B63" w:rsidRDefault="002C60F7" w:rsidP="00B13028">
      <w:pPr>
        <w:pStyle w:val="libNormal0"/>
        <w:rPr>
          <w:rtl/>
        </w:rPr>
      </w:pPr>
      <w:r w:rsidRPr="00935820">
        <w:rPr>
          <w:rtl/>
        </w:rPr>
        <w:lastRenderedPageBreak/>
        <w:t>اعطه ثلاثة آلاف</w:t>
      </w:r>
      <w:r w:rsidRPr="00935820">
        <w:t xml:space="preserve"> </w:t>
      </w:r>
      <w:r w:rsidRPr="00935820">
        <w:rPr>
          <w:rtl/>
        </w:rPr>
        <w:t>دينار ورده إلى اهله إلى المدينة، فأحكمت أمره ليلا، فما أصبح إلاّ وهو في</w:t>
      </w:r>
      <w:r w:rsidRPr="00935820">
        <w:t xml:space="preserve"> </w:t>
      </w:r>
      <w:r w:rsidRPr="00935820">
        <w:rPr>
          <w:rtl/>
        </w:rPr>
        <w:t>الطريق خوف العوائق</w:t>
      </w:r>
      <w:r w:rsidRPr="00935820">
        <w:t>.</w:t>
      </w:r>
    </w:p>
    <w:p w:rsidR="00FF3B63" w:rsidRDefault="002C60F7" w:rsidP="000F17D4">
      <w:pPr>
        <w:pStyle w:val="libNormal"/>
        <w:rPr>
          <w:rtl/>
        </w:rPr>
      </w:pPr>
      <w:r w:rsidRPr="00935820">
        <w:rPr>
          <w:rtl/>
        </w:rPr>
        <w:t>وقال الخطيب: أنبأنا أبو العلاء الواسطي، حدّثنا عمر بن شاهين حدّثنا</w:t>
      </w:r>
      <w:r w:rsidRPr="00935820">
        <w:t xml:space="preserve"> </w:t>
      </w:r>
      <w:r w:rsidRPr="00935820">
        <w:rPr>
          <w:rtl/>
        </w:rPr>
        <w:t>الحسين بن القاسم، حدّثني أحمد بن وهب، أخبرني عبدالرحمن ابن صالح الازدي</w:t>
      </w:r>
      <w:r w:rsidRPr="00935820">
        <w:t xml:space="preserve"> </w:t>
      </w:r>
      <w:r w:rsidRPr="00935820">
        <w:rPr>
          <w:rtl/>
        </w:rPr>
        <w:t>قال: حج الرشيد فأتى قبر النبي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935820">
        <w:rPr>
          <w:rtl/>
        </w:rPr>
        <w:t xml:space="preserve"> ومعه موسى بن جعفر</w:t>
      </w:r>
      <w:r w:rsidRPr="00935820">
        <w:t xml:space="preserve"> </w:t>
      </w:r>
      <w:r w:rsidRPr="00935820">
        <w:rPr>
          <w:rtl/>
        </w:rPr>
        <w:t>فقال: السلام عليك يا رسول الله يا ابن عم، افتخاراً على من حوله، فدنا</w:t>
      </w:r>
      <w:r w:rsidRPr="00935820">
        <w:t xml:space="preserve"> </w:t>
      </w:r>
      <w:r w:rsidRPr="00935820">
        <w:rPr>
          <w:rtl/>
        </w:rPr>
        <w:t>موسى وقال: السلام عليك يا ابه، فتغير وجه هارون وقال: هذا الفخر يا أبا</w:t>
      </w:r>
      <w:r w:rsidRPr="00935820">
        <w:t xml:space="preserve"> </w:t>
      </w:r>
      <w:r w:rsidRPr="00935820">
        <w:rPr>
          <w:rtl/>
        </w:rPr>
        <w:t>الحسن حقاً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قال يحيى بن الحسن العلوي: حدّثني عمار بن أبان قال: وحبس موسى بن جعفر عند</w:t>
      </w:r>
      <w:r w:rsidRPr="00935820">
        <w:t xml:space="preserve"> </w:t>
      </w:r>
      <w:r w:rsidRPr="00935820">
        <w:rPr>
          <w:rtl/>
        </w:rPr>
        <w:t>السندي بن شاهك، فسألته اخته أن تولى حبسه وكانت تدين</w:t>
      </w:r>
      <w:r w:rsidRPr="003C606F">
        <w:rPr>
          <w:rStyle w:val="libFootnotenumChar"/>
          <w:rtl/>
        </w:rPr>
        <w:t>(1)</w:t>
      </w:r>
      <w:r w:rsidR="003C606F">
        <w:rPr>
          <w:rFonts w:hint="cs"/>
          <w:rtl/>
        </w:rPr>
        <w:t xml:space="preserve"> </w:t>
      </w:r>
      <w:r w:rsidRPr="00935820">
        <w:rPr>
          <w:rtl/>
        </w:rPr>
        <w:t>ففعل، فكانت على</w:t>
      </w:r>
      <w:r w:rsidRPr="00935820">
        <w:t xml:space="preserve"> </w:t>
      </w:r>
      <w:r w:rsidRPr="00935820">
        <w:rPr>
          <w:rtl/>
        </w:rPr>
        <w:t>خدمته فحكى لنا أنها قالت: كان إذا صلى العتمة حمد الله ومجده ودعاه، فلم</w:t>
      </w:r>
      <w:r w:rsidRPr="00935820">
        <w:t xml:space="preserve"> </w:t>
      </w:r>
      <w:r w:rsidRPr="00935820">
        <w:rPr>
          <w:rtl/>
        </w:rPr>
        <w:t>يزل كذلك حتى يزول الليل، فإذا زال الليل قام يصلي حتى صلي الصبح، ثم يذكر</w:t>
      </w:r>
      <w:r w:rsidRPr="00935820">
        <w:t xml:space="preserve"> </w:t>
      </w:r>
      <w:r w:rsidRPr="00935820">
        <w:rPr>
          <w:rtl/>
        </w:rPr>
        <w:t>حتى تطلع الشمس، ثم يقعد إلى ارتفاع الضحى، ثم يتهيأ ويستاك ويأكل، ثم يرقد</w:t>
      </w:r>
      <w:r w:rsidRPr="00935820">
        <w:t xml:space="preserve"> </w:t>
      </w:r>
      <w:r w:rsidRPr="00935820">
        <w:rPr>
          <w:rtl/>
        </w:rPr>
        <w:t>إلى قبل الزوال ثم يتوضأ ويصلي العصر، ثم يذكر في القبلة حتى يصلي المغرب،</w:t>
      </w:r>
      <w:r w:rsidRPr="00935820">
        <w:t xml:space="preserve"> </w:t>
      </w:r>
      <w:r w:rsidRPr="00935820">
        <w:rPr>
          <w:rtl/>
        </w:rPr>
        <w:t>ثم يصلي ما بين المغرب إلى العتمة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فكانت تقول: خاب قوم تعرضوا لهذا الرجل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وكان عبداً صالحاً</w:t>
      </w:r>
      <w:r w:rsidRPr="00935820">
        <w:t>.</w:t>
      </w:r>
    </w:p>
    <w:p w:rsidR="00615A88" w:rsidRDefault="002C60F7" w:rsidP="008501BE">
      <w:pPr>
        <w:pStyle w:val="libNormal"/>
        <w:rPr>
          <w:rtl/>
        </w:rPr>
      </w:pPr>
      <w:r w:rsidRPr="00935820">
        <w:rPr>
          <w:rtl/>
        </w:rPr>
        <w:t>وقيل بعث موسى الكاظم إلى الرشيد برسالة من الحبس يقول: انه لن ينقضي عني</w:t>
      </w:r>
      <w:r w:rsidRPr="00935820">
        <w:t xml:space="preserve"> </w:t>
      </w:r>
      <w:r w:rsidRPr="00935820">
        <w:rPr>
          <w:rtl/>
        </w:rPr>
        <w:t>يوم من البلاء إلاّ انقضى عنك يوم من الرخاء، حتى نقضي جميعاً إلى يوم ليس</w:t>
      </w:r>
      <w:r w:rsidRPr="00935820">
        <w:t xml:space="preserve"> </w:t>
      </w:r>
      <w:r w:rsidRPr="00935820">
        <w:rPr>
          <w:rtl/>
        </w:rPr>
        <w:t>له انقضاء يخسر فيه المبطلون</w:t>
      </w:r>
      <w:r w:rsidRPr="00935820">
        <w:t>.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FF3B63" w:rsidRDefault="00B73FDF" w:rsidP="00B73FDF">
      <w:pPr>
        <w:pStyle w:val="libFootnote"/>
      </w:pPr>
      <w:r>
        <w:rPr>
          <w:rFonts w:hint="cs"/>
          <w:rtl/>
        </w:rPr>
        <w:t xml:space="preserve">(1) </w:t>
      </w:r>
      <w:r w:rsidR="002C60F7" w:rsidRPr="00935820">
        <w:rPr>
          <w:rtl/>
        </w:rPr>
        <w:t>أي: تأخذ ديناً</w:t>
      </w:r>
      <w:r w:rsidR="002C60F7" w:rsidRPr="00935820">
        <w:t>.</w:t>
      </w:r>
    </w:p>
    <w:p w:rsidR="00FF3B63" w:rsidRDefault="00FF3B63" w:rsidP="00191648">
      <w:pPr>
        <w:pStyle w:val="libNormal"/>
      </w:pPr>
      <w:r>
        <w:br w:type="page"/>
      </w:r>
    </w:p>
    <w:p w:rsidR="003C606F" w:rsidRDefault="002C60F7" w:rsidP="008501BE">
      <w:pPr>
        <w:pStyle w:val="libNormal"/>
        <w:rPr>
          <w:rtl/>
        </w:rPr>
      </w:pPr>
      <w:r w:rsidRPr="00935820">
        <w:rPr>
          <w:rtl/>
        </w:rPr>
        <w:lastRenderedPageBreak/>
        <w:t>وعن عبدالسلام بن</w:t>
      </w:r>
      <w:r w:rsidRPr="00935820">
        <w:t xml:space="preserve"> </w:t>
      </w:r>
      <w:r w:rsidRPr="00935820">
        <w:rPr>
          <w:rtl/>
        </w:rPr>
        <w:t>السندي قال: كان موسى عندنا محبوساً، فلما مات بعثنا إلى جماعة من العدول</w:t>
      </w:r>
      <w:r w:rsidRPr="00935820">
        <w:t xml:space="preserve"> </w:t>
      </w:r>
      <w:r w:rsidRPr="00935820">
        <w:rPr>
          <w:rtl/>
        </w:rPr>
        <w:t>من الكرخ فادخلناهم عليه فاشهدناهم على موته، ودفن في مقابر الشونيزيه</w:t>
      </w:r>
      <w:r w:rsidRPr="00935820">
        <w:t>.</w:t>
      </w:r>
    </w:p>
    <w:p w:rsidR="003C606F" w:rsidRDefault="002C60F7" w:rsidP="008501BE">
      <w:pPr>
        <w:pStyle w:val="libNormal"/>
        <w:rPr>
          <w:rtl/>
        </w:rPr>
      </w:pPr>
      <w:r w:rsidRPr="00935820">
        <w:rPr>
          <w:rtl/>
        </w:rPr>
        <w:t>قلت: له مشهد عظيم مشهور ببغداد، دفن معه حفيده الجواد ولولده علي بن موسى</w:t>
      </w:r>
      <w:r w:rsidRPr="00935820">
        <w:t xml:space="preserve"> </w:t>
      </w:r>
      <w:r w:rsidRPr="00935820">
        <w:rPr>
          <w:rtl/>
        </w:rPr>
        <w:t>مشهد عظيم بطوس، وكانت وفاة موسى الكاظم في رجب سنة ثلاث وثمانين ومائة،</w:t>
      </w:r>
      <w:r w:rsidRPr="00935820">
        <w:t xml:space="preserve"> </w:t>
      </w:r>
      <w:r w:rsidRPr="00935820">
        <w:rPr>
          <w:rtl/>
        </w:rPr>
        <w:t>عاش خمساً وخمسين سنة وخلف عدة أولاد، الجميع من من اماء: علي والعباس،</w:t>
      </w:r>
      <w:r w:rsidRPr="00935820">
        <w:t xml:space="preserve"> </w:t>
      </w:r>
      <w:r w:rsidRPr="00935820">
        <w:rPr>
          <w:rtl/>
        </w:rPr>
        <w:t>واسماعيل، وجعفر، وهارون، وحسن، وأحمد، ومحمد، وعبيدالله، وحمزة وزيد،</w:t>
      </w:r>
      <w:r w:rsidRPr="00935820">
        <w:t xml:space="preserve"> </w:t>
      </w:r>
      <w:r w:rsidRPr="00935820">
        <w:rPr>
          <w:rtl/>
        </w:rPr>
        <w:t>واسحاق، وعبدالله، والحسين، وفضل، وسليمان، سوى البنات، سمى الزبير في</w:t>
      </w:r>
      <w:r w:rsidRPr="00935820">
        <w:t xml:space="preserve"> (</w:t>
      </w:r>
      <w:r w:rsidRPr="00935820">
        <w:rPr>
          <w:rtl/>
        </w:rPr>
        <w:t>النسب</w:t>
      </w:r>
      <w:r>
        <w:rPr>
          <w:rtl/>
        </w:rPr>
        <w:t>)</w:t>
      </w:r>
      <w:r w:rsidRPr="00935820">
        <w:t>".</w:t>
      </w:r>
    </w:p>
    <w:p w:rsidR="003C606F" w:rsidRDefault="002C60F7" w:rsidP="008501BE">
      <w:pPr>
        <w:pStyle w:val="libNormal"/>
      </w:pPr>
      <w:r w:rsidRPr="00935820">
        <w:rPr>
          <w:rtl/>
        </w:rPr>
        <w:t>وقال أيضاً في كتابه تاريخ الاسلام ووفيات المشاهير والأعلام طبع دار</w:t>
      </w:r>
      <w:r w:rsidRPr="00935820">
        <w:t xml:space="preserve"> </w:t>
      </w:r>
      <w:r w:rsidRPr="00935820">
        <w:rPr>
          <w:rtl/>
        </w:rPr>
        <w:t>الكتاب العربي بيروت 1410هـ 1990م، حوادث ووفيات 181 ـ 190هـ، ص10 ـ 11</w:t>
      </w:r>
      <w:r w:rsidRPr="00935820">
        <w:t>:</w:t>
      </w:r>
    </w:p>
    <w:p w:rsidR="003C606F" w:rsidRDefault="002C60F7" w:rsidP="008501BE">
      <w:pPr>
        <w:pStyle w:val="libNormal"/>
        <w:rPr>
          <w:rtl/>
        </w:rPr>
      </w:pPr>
      <w:r w:rsidRPr="00935820">
        <w:t>"</w:t>
      </w:r>
      <w:r w:rsidRPr="00935820">
        <w:rPr>
          <w:rtl/>
        </w:rPr>
        <w:t>سنة ثلاث وثمانين ومائة توفى فيها... وموسى الكاظم بن جعفر</w:t>
      </w:r>
      <w:r w:rsidRPr="00935820">
        <w:t>".</w:t>
      </w:r>
    </w:p>
    <w:p w:rsidR="00FF3B63" w:rsidRDefault="002C60F7" w:rsidP="008501BE">
      <w:pPr>
        <w:pStyle w:val="libNormal"/>
      </w:pPr>
      <w:r w:rsidRPr="00935820">
        <w:rPr>
          <w:rtl/>
        </w:rPr>
        <w:t>وقال أيضاً في تاريخ الإسلام، ص417 ـ 419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t>"</w:t>
      </w:r>
      <w:r w:rsidRPr="00935820">
        <w:rPr>
          <w:rtl/>
        </w:rPr>
        <w:t>موسى الكاظم</w:t>
      </w:r>
      <w:r w:rsidRPr="00935820">
        <w:t>: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هو الإمام أبو الحسن موسى بن جعفر بن محمد بن علي بن الحسين ابن علي بن أبي</w:t>
      </w:r>
      <w:r w:rsidRPr="00935820">
        <w:t xml:space="preserve"> </w:t>
      </w:r>
      <w:r w:rsidRPr="00935820">
        <w:rPr>
          <w:rtl/>
        </w:rPr>
        <w:t>طالب العلوي الحسيني والد علي بن موسى الرضا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وببغداد مشهد موسى والجواد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روى عن أبيه وعن عبدالملك بن قدامة الجمحي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روى عنه بنوه: علي، وابراهيم، واسماعيل، وحسين، وأخواه: محمد وعلي ابنا</w:t>
      </w:r>
      <w:r w:rsidRPr="00935820">
        <w:t xml:space="preserve"> </w:t>
      </w:r>
      <w:r w:rsidRPr="00935820">
        <w:rPr>
          <w:rtl/>
        </w:rPr>
        <w:t>جعفر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935820">
        <w:rPr>
          <w:rtl/>
        </w:rPr>
        <w:t>مولده كان في سنة ثمان وعشرين ومائة</w:t>
      </w:r>
      <w:r w:rsidRPr="00935820">
        <w:t>.</w:t>
      </w:r>
    </w:p>
    <w:p w:rsidR="002C60F7" w:rsidRPr="002A75EE" w:rsidRDefault="002C60F7" w:rsidP="008501BE">
      <w:pPr>
        <w:pStyle w:val="libNormal"/>
      </w:pPr>
      <w:r w:rsidRPr="00935820">
        <w:rPr>
          <w:rtl/>
        </w:rPr>
        <w:t>قال أبو حاتم: ثقة إمام</w:t>
      </w:r>
      <w:r w:rsidRPr="00935820">
        <w:t>.</w:t>
      </w:r>
    </w:p>
    <w:p w:rsidR="00FF3B63" w:rsidRDefault="002C60F7" w:rsidP="008501BE">
      <w:pPr>
        <w:pStyle w:val="libNormal"/>
        <w:rPr>
          <w:rtl/>
        </w:rPr>
      </w:pPr>
      <w:r w:rsidRPr="00E05DBA">
        <w:rPr>
          <w:rtl/>
        </w:rPr>
        <w:t>وقال غيره: حج</w:t>
      </w:r>
      <w:r w:rsidRPr="00E05DBA">
        <w:t xml:space="preserve"> </w:t>
      </w:r>
      <w:r w:rsidRPr="00E05DBA">
        <w:rPr>
          <w:rtl/>
        </w:rPr>
        <w:t>الرشيد فحمل معه موسى من المدينة إلى بغداد وحبسه إلى أن توفى غير مضيق</w:t>
      </w:r>
      <w:r w:rsidRPr="00E05DBA">
        <w:t xml:space="preserve"> </w:t>
      </w:r>
      <w:r w:rsidRPr="00E05DBA">
        <w:rPr>
          <w:rtl/>
        </w:rPr>
        <w:t>عليه</w:t>
      </w:r>
      <w:r w:rsidRPr="00E05DBA">
        <w:t>.</w:t>
      </w:r>
    </w:p>
    <w:p w:rsidR="00FF3B63" w:rsidRDefault="002C60F7" w:rsidP="008501BE">
      <w:pPr>
        <w:pStyle w:val="libNormal"/>
        <w:rPr>
          <w:rtl/>
        </w:rPr>
      </w:pPr>
      <w:r w:rsidRPr="00E05DBA">
        <w:rPr>
          <w:rtl/>
        </w:rPr>
        <w:t>وكان صالحاً عالماً عابداً متالها</w:t>
      </w:r>
      <w:r w:rsidRPr="00E05DBA">
        <w:t>.</w:t>
      </w:r>
    </w:p>
    <w:p w:rsidR="00A63AD2" w:rsidRDefault="002C60F7" w:rsidP="008501BE">
      <w:pPr>
        <w:pStyle w:val="libNormal"/>
        <w:rPr>
          <w:rtl/>
        </w:rPr>
      </w:pPr>
      <w:r w:rsidRPr="00E05DBA">
        <w:rPr>
          <w:rtl/>
        </w:rPr>
        <w:t>بلغنا أنه بعث إلى الرشيد برسالة يقول: انه لن ينقضي عني يوم من البلاء</w:t>
      </w:r>
      <w:r w:rsidRPr="00E05DBA">
        <w:t xml:space="preserve"> </w:t>
      </w:r>
      <w:r w:rsidRPr="00E05DBA">
        <w:rPr>
          <w:rtl/>
        </w:rPr>
        <w:t>إلاّ وانقضى عنك معه يوم من الرخاء، حتى نقضي جميعاً إلى يوم ليس له انقضاء</w:t>
      </w:r>
      <w:r w:rsidRPr="00E05DBA">
        <w:t xml:space="preserve"> </w:t>
      </w:r>
      <w:r w:rsidRPr="00E05DBA">
        <w:rPr>
          <w:rtl/>
        </w:rPr>
        <w:t>يخسر فيه المبطلون</w:t>
      </w:r>
      <w:r w:rsidRPr="00E05DBA">
        <w:t>.</w:t>
      </w:r>
    </w:p>
    <w:p w:rsidR="00A63AD2" w:rsidRDefault="00A63AD2" w:rsidP="00A63AD2">
      <w:pPr>
        <w:pStyle w:val="libNormal"/>
        <w:rPr>
          <w:rtl/>
        </w:rPr>
      </w:pPr>
      <w:r>
        <w:rPr>
          <w:rtl/>
        </w:rPr>
        <w:br w:type="page"/>
      </w:r>
    </w:p>
    <w:p w:rsidR="003C606F" w:rsidRDefault="002C60F7" w:rsidP="000F17D4">
      <w:pPr>
        <w:pStyle w:val="libNormal"/>
        <w:rPr>
          <w:rtl/>
        </w:rPr>
      </w:pPr>
      <w:r w:rsidRPr="00E05DBA">
        <w:rPr>
          <w:rtl/>
        </w:rPr>
        <w:lastRenderedPageBreak/>
        <w:t>قال عبدالرحمن بن صالح الأزدي: زار الرشيد قبر النبي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E05DBA">
        <w:t xml:space="preserve"> </w:t>
      </w:r>
      <w:r w:rsidRPr="00E05DBA">
        <w:rPr>
          <w:rtl/>
        </w:rPr>
        <w:t>فقال: السلام عليك يا رسول الله يا ابن عم يفتخر بذلك، فتقدّم موسى بن جعفر</w:t>
      </w:r>
      <w:r w:rsidRPr="00E05DBA">
        <w:t xml:space="preserve"> </w:t>
      </w:r>
      <w:r w:rsidRPr="00E05DBA">
        <w:rPr>
          <w:rtl/>
        </w:rPr>
        <w:t>فقال السلام عليك يا ابة، فتغير وجه الرشيد وقال: الفخر حقاً يا أبا حسن</w:t>
      </w:r>
      <w:r w:rsidRPr="00E05DBA">
        <w:t>.</w:t>
      </w:r>
    </w:p>
    <w:p w:rsidR="00A534D9" w:rsidRDefault="002C60F7" w:rsidP="008501BE">
      <w:pPr>
        <w:pStyle w:val="libNormal"/>
        <w:rPr>
          <w:rtl/>
        </w:rPr>
      </w:pPr>
      <w:r w:rsidRPr="00E05DBA">
        <w:rPr>
          <w:rtl/>
        </w:rPr>
        <w:t>وقال النسابة يحيى بن جعفر العلوي المدني، وكان موجوداً بعد الثلاثمائة كان</w:t>
      </w:r>
      <w:r w:rsidRPr="00E05DBA">
        <w:t xml:space="preserve"> </w:t>
      </w:r>
      <w:r w:rsidRPr="00E05DBA">
        <w:rPr>
          <w:rtl/>
        </w:rPr>
        <w:t>موسى يدعى العبد الصالح من عبادته واجتهاده، وكان سخياً يبلغه عن الرجل أنه</w:t>
      </w:r>
      <w:r w:rsidRPr="00E05DBA">
        <w:t xml:space="preserve"> </w:t>
      </w:r>
      <w:r w:rsidRPr="00E05DBA">
        <w:rPr>
          <w:rtl/>
        </w:rPr>
        <w:t>يؤذيه فيبعث إليه بصرة فيها الألف دينار، وكان يصرر الصرر مائتي دينار</w:t>
      </w:r>
      <w:r w:rsidRPr="00E05DBA">
        <w:t xml:space="preserve"> </w:t>
      </w:r>
      <w:r w:rsidRPr="00E05DBA">
        <w:rPr>
          <w:rtl/>
        </w:rPr>
        <w:t>وأكثر ويرسل بها، فمن جاءته صرة استغنى</w:t>
      </w:r>
      <w:r w:rsidRPr="00E05DBA">
        <w:t>.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قلت: هذا يدلّ على كثرة اعطاء الخلفاء العباسيين له، ولعل الرشيد ما حبسه</w:t>
      </w:r>
      <w:r w:rsidRPr="00E05DBA">
        <w:t xml:space="preserve"> </w:t>
      </w:r>
      <w:r w:rsidRPr="00E05DBA">
        <w:rPr>
          <w:rtl/>
        </w:rPr>
        <w:t>إلاّ لقولته تلك: السلام عليك يا ابة، فان الخلفاء لا يحتملون مثل هذا</w:t>
      </w:r>
      <w:r w:rsidRPr="00E05DBA">
        <w:t>.</w:t>
      </w:r>
    </w:p>
    <w:p w:rsidR="00615A88" w:rsidRDefault="002C60F7" w:rsidP="00C56E4E">
      <w:pPr>
        <w:pStyle w:val="libNormal"/>
        <w:rPr>
          <w:rtl/>
        </w:rPr>
      </w:pPr>
      <w:r w:rsidRPr="00E05DBA">
        <w:rPr>
          <w:rtl/>
        </w:rPr>
        <w:t>روى الفضل بن الربيع، عن أبيه: ان المهدي حبس موسى بن جعفر، فرأى في المنام</w:t>
      </w:r>
      <w:r w:rsidRPr="00E05DBA">
        <w:t xml:space="preserve"> </w:t>
      </w:r>
      <w:r w:rsidRPr="00E05DBA">
        <w:rPr>
          <w:rtl/>
        </w:rPr>
        <w:t xml:space="preserve">علياً وهو يقول: </w:t>
      </w:r>
      <w:r w:rsidR="00C56E4E" w:rsidRPr="00980442">
        <w:rPr>
          <w:rStyle w:val="libAlaemChar"/>
          <w:rFonts w:eastAsiaTheme="minorHAnsi"/>
          <w:rtl/>
        </w:rPr>
        <w:t>(</w:t>
      </w:r>
      <w:r w:rsidR="00C56E4E">
        <w:rPr>
          <w:rStyle w:val="libAieChar"/>
          <w:rFonts w:hint="cs"/>
          <w:rtl/>
        </w:rPr>
        <w:t xml:space="preserve"> </w:t>
      </w:r>
      <w:r w:rsidRPr="00C56E4E">
        <w:rPr>
          <w:rStyle w:val="libAieChar"/>
          <w:rtl/>
        </w:rPr>
        <w:t>فهل عسيتم أن توليتم أن تفسدوا في الأرض وتقطعوا</w:t>
      </w:r>
      <w:r w:rsidRPr="00C56E4E">
        <w:rPr>
          <w:rStyle w:val="libAieChar"/>
        </w:rPr>
        <w:t xml:space="preserve"> </w:t>
      </w:r>
      <w:r w:rsidRPr="00C56E4E">
        <w:rPr>
          <w:rStyle w:val="libAieChar"/>
          <w:rtl/>
        </w:rPr>
        <w:t>أرحامكم</w:t>
      </w:r>
      <w:r w:rsidR="00C56E4E">
        <w:rPr>
          <w:rStyle w:val="libAlaemChar"/>
          <w:rFonts w:eastAsiaTheme="minorHAnsi" w:hint="cs"/>
          <w:rtl/>
        </w:rPr>
        <w:t xml:space="preserve"> </w:t>
      </w:r>
      <w:r w:rsidR="00C56E4E" w:rsidRPr="00980442">
        <w:rPr>
          <w:rStyle w:val="libAlaemChar"/>
          <w:rFonts w:eastAsiaTheme="minorHAnsi"/>
          <w:rtl/>
        </w:rPr>
        <w:t>)</w:t>
      </w:r>
      <w:r w:rsidR="00C56E4E" w:rsidRPr="003C606F">
        <w:rPr>
          <w:rStyle w:val="libFootnotenumChar"/>
          <w:rtl/>
        </w:rPr>
        <w:t xml:space="preserve"> </w:t>
      </w:r>
      <w:r w:rsidRPr="003C606F">
        <w:rPr>
          <w:rStyle w:val="libFootnotenumChar"/>
          <w:rtl/>
        </w:rPr>
        <w:t>(1)</w:t>
      </w:r>
      <w:r w:rsidRPr="00E05DBA">
        <w:rPr>
          <w:rtl/>
        </w:rPr>
        <w:t xml:space="preserve"> قال: فأرسل إلي ليلا، فراعني ذلك، وقال: علي بموسى، فجئته به،</w:t>
      </w:r>
      <w:r w:rsidRPr="00E05DBA">
        <w:t xml:space="preserve"> </w:t>
      </w:r>
      <w:r w:rsidRPr="00E05DBA">
        <w:rPr>
          <w:rtl/>
        </w:rPr>
        <w:t>فعانقه وقص عليه الرؤيا وقال تؤمنني أن تخرج علي وعلى ولدي؟ فقال: والله لا</w:t>
      </w:r>
      <w:r w:rsidRPr="00E05DBA">
        <w:t xml:space="preserve"> </w:t>
      </w:r>
      <w:r w:rsidRPr="00E05DBA">
        <w:rPr>
          <w:rtl/>
        </w:rPr>
        <w:t>فعلت ذلك ولا هو من شأني، قال: صدقت، واعطاه ثلاثة آلاف دينار وجهزه إلى</w:t>
      </w:r>
      <w:r w:rsidRPr="00E05DBA">
        <w:t xml:space="preserve"> </w:t>
      </w:r>
      <w:r w:rsidRPr="00E05DBA">
        <w:rPr>
          <w:rtl/>
        </w:rPr>
        <w:t>المدينة</w:t>
      </w:r>
      <w:r w:rsidRPr="00E05DBA">
        <w:t>.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A534D9" w:rsidRDefault="00B73FDF" w:rsidP="00B73FDF">
      <w:pPr>
        <w:pStyle w:val="libFootnote"/>
      </w:pPr>
      <w:r>
        <w:rPr>
          <w:rFonts w:hint="cs"/>
          <w:rtl/>
        </w:rPr>
        <w:t xml:space="preserve">(1) </w:t>
      </w:r>
      <w:r w:rsidR="002C60F7" w:rsidRPr="00E05DBA">
        <w:rPr>
          <w:rtl/>
        </w:rPr>
        <w:t>محمد 47: 22</w:t>
      </w:r>
      <w:r w:rsidR="002C60F7" w:rsidRPr="00E05DBA">
        <w:t>.</w:t>
      </w:r>
    </w:p>
    <w:p w:rsidR="00A534D9" w:rsidRDefault="00A534D9" w:rsidP="00191648">
      <w:pPr>
        <w:pStyle w:val="libNormal"/>
      </w:pPr>
      <w:r>
        <w:br w:type="page"/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lastRenderedPageBreak/>
        <w:t>عبدالله بن أبي</w:t>
      </w:r>
      <w:r w:rsidRPr="00E05DBA">
        <w:t xml:space="preserve"> </w:t>
      </w:r>
      <w:r w:rsidRPr="00E05DBA">
        <w:rPr>
          <w:rtl/>
        </w:rPr>
        <w:t>سعد الوراق، حدّثني محمد بن الحسين الكناني، حدّثني عيسى بن مغيب القرطي</w:t>
      </w:r>
      <w:r w:rsidRPr="00E05DBA">
        <w:t xml:space="preserve"> </w:t>
      </w:r>
      <w:r w:rsidRPr="00E05DBA">
        <w:rPr>
          <w:rtl/>
        </w:rPr>
        <w:t>قال: زرعت بطيخاً وقثاء في موضع بالجوانيه على بئر، فلما استوى بيته الجراد</w:t>
      </w:r>
      <w:r w:rsidRPr="00E05DBA">
        <w:t xml:space="preserve"> </w:t>
      </w:r>
      <w:r w:rsidRPr="00E05DBA">
        <w:rPr>
          <w:rtl/>
        </w:rPr>
        <w:t>فأتى عليه كله، وكنت عرضت عليه مائة وعشرين ديناراً، فبينما أنا جالس إذ</w:t>
      </w:r>
      <w:r w:rsidRPr="00E05DBA">
        <w:t xml:space="preserve"> </w:t>
      </w:r>
      <w:r w:rsidRPr="00E05DBA">
        <w:rPr>
          <w:rtl/>
        </w:rPr>
        <w:t>طلع موسى بن جعفر فسلم ثم قال: ايش حالك؟ فقلت: اصبحت كالعديم بيتني</w:t>
      </w:r>
      <w:r w:rsidRPr="00E05DBA">
        <w:t xml:space="preserve"> </w:t>
      </w:r>
      <w:r w:rsidRPr="00E05DBA">
        <w:rPr>
          <w:rtl/>
        </w:rPr>
        <w:t>الجراد، فقال: يا عرفة ـ علامه ـ زن له مائة وخمسين ديناراً ثم دعا لي</w:t>
      </w:r>
      <w:r w:rsidRPr="00E05DBA">
        <w:t xml:space="preserve"> </w:t>
      </w:r>
      <w:r w:rsidRPr="00E05DBA">
        <w:rPr>
          <w:rtl/>
        </w:rPr>
        <w:t>فيها، فبعث منها بعشرة آلاف درهم</w:t>
      </w:r>
      <w:r w:rsidRPr="00E05DBA">
        <w:t>.</w:t>
      </w:r>
    </w:p>
    <w:p w:rsidR="003C606F" w:rsidRDefault="002C60F7" w:rsidP="00490D4A">
      <w:pPr>
        <w:pStyle w:val="libNormal"/>
        <w:rPr>
          <w:rtl/>
        </w:rPr>
      </w:pPr>
      <w:r w:rsidRPr="00E05DBA">
        <w:rPr>
          <w:rtl/>
        </w:rPr>
        <w:t>مات موسى</w:t>
      </w:r>
      <w:r w:rsidR="00490D4A" w:rsidRPr="00490D4A">
        <w:rPr>
          <w:rStyle w:val="libAlaemChar"/>
          <w:rtl/>
        </w:rPr>
        <w:t xml:space="preserve"> رضي‌الله‌عنه</w:t>
      </w:r>
      <w:r w:rsidRPr="00E05DBA">
        <w:rPr>
          <w:rtl/>
        </w:rPr>
        <w:t xml:space="preserve"> في شهر رجب سنة ثلاث وثمانين ومائة، وقيل سنة ست،</w:t>
      </w:r>
      <w:r w:rsidRPr="00E05DBA">
        <w:t xml:space="preserve"> </w:t>
      </w:r>
      <w:r w:rsidRPr="00E05DBA">
        <w:rPr>
          <w:rtl/>
        </w:rPr>
        <w:t>والأول أصح</w:t>
      </w:r>
      <w:r w:rsidRPr="00E05DBA">
        <w:t>.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وعاش بعضاً وخمسين سنة كأبيه وجده وجد أبيه وجد جده، ما في الخمسة من بلغ</w:t>
      </w:r>
      <w:r w:rsidRPr="00E05DBA">
        <w:t xml:space="preserve"> </w:t>
      </w:r>
      <w:r w:rsidRPr="00E05DBA">
        <w:rPr>
          <w:rtl/>
        </w:rPr>
        <w:t>الستين</w:t>
      </w:r>
      <w:r w:rsidRPr="00E05DBA">
        <w:t>".</w:t>
      </w:r>
    </w:p>
    <w:p w:rsidR="003C606F" w:rsidRDefault="002C60F7" w:rsidP="008501BE">
      <w:pPr>
        <w:pStyle w:val="libNormal"/>
      </w:pPr>
      <w:r w:rsidRPr="00E05DBA">
        <w:rPr>
          <w:rtl/>
        </w:rPr>
        <w:t>وقال أيضاً في كتابه العبر في خبر من غبر، طبع معهد المخطوطات في الكويت</w:t>
      </w:r>
      <w:r w:rsidRPr="00E05DBA">
        <w:t xml:space="preserve"> 1960</w:t>
      </w:r>
      <w:r w:rsidRPr="00E05DBA">
        <w:rPr>
          <w:rtl/>
        </w:rPr>
        <w:t>، ج1 ص287</w:t>
      </w:r>
      <w:r w:rsidRPr="00E05DBA">
        <w:t>:</w:t>
      </w:r>
    </w:p>
    <w:p w:rsidR="004F5EEE" w:rsidRDefault="002C60F7" w:rsidP="008501BE">
      <w:pPr>
        <w:pStyle w:val="libNormal"/>
        <w:rPr>
          <w:rtl/>
        </w:rPr>
      </w:pPr>
      <w:r w:rsidRPr="00E05DBA">
        <w:t>"</w:t>
      </w:r>
      <w:r w:rsidRPr="00E05DBA">
        <w:rPr>
          <w:rtl/>
        </w:rPr>
        <w:t>وفيها (أي سنة ثلاث وثمانين ومائة توفى</w:t>
      </w:r>
      <w:r>
        <w:rPr>
          <w:rtl/>
        </w:rPr>
        <w:t>)</w:t>
      </w:r>
      <w:r w:rsidRPr="00E05DBA">
        <w:rPr>
          <w:rtl/>
        </w:rPr>
        <w:t xml:space="preserve"> السيد أبو الحسن موسى الرضا، ولد</w:t>
      </w:r>
      <w:r w:rsidRPr="00E05DBA">
        <w:t xml:space="preserve"> </w:t>
      </w:r>
      <w:r w:rsidRPr="00E05DBA">
        <w:rPr>
          <w:rtl/>
        </w:rPr>
        <w:t>سنة ثمان وعشرين ومائة، روى عن أبيه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قال أبو حاتم: ثقة امام من أئمة المسلمين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وقال غيره: اقدمه الرشيد معه من المدينة فحبسه ببغداد ومات في الحبس(رحمه</w:t>
      </w:r>
      <w:r w:rsidRPr="00E05DBA">
        <w:t xml:space="preserve"> </w:t>
      </w:r>
      <w:r w:rsidRPr="00E05DBA">
        <w:rPr>
          <w:rtl/>
        </w:rPr>
        <w:t>الله</w:t>
      </w:r>
      <w:r>
        <w:rPr>
          <w:rtl/>
        </w:rPr>
        <w:t>)</w:t>
      </w:r>
      <w:r w:rsidRPr="00E05DBA">
        <w:t>.</w:t>
      </w:r>
    </w:p>
    <w:p w:rsidR="00A534D9" w:rsidRDefault="002C60F7" w:rsidP="008501BE">
      <w:pPr>
        <w:pStyle w:val="libNormal"/>
        <w:rPr>
          <w:rtl/>
        </w:rPr>
      </w:pPr>
      <w:r w:rsidRPr="00E05DBA">
        <w:rPr>
          <w:rtl/>
        </w:rPr>
        <w:t>وكان صالحاً عابداً جواداً حليماً كبير القدر</w:t>
      </w:r>
      <w:r w:rsidRPr="00E05DBA">
        <w:t>".</w:t>
      </w:r>
    </w:p>
    <w:p w:rsidR="00A534D9" w:rsidRPr="008D4092" w:rsidRDefault="002C60F7" w:rsidP="0001337C">
      <w:pPr>
        <w:pStyle w:val="Heading1Center"/>
        <w:rPr>
          <w:rStyle w:val="libNormalChar"/>
        </w:rPr>
      </w:pPr>
      <w:bookmarkStart w:id="28" w:name="16"/>
      <w:bookmarkStart w:id="29" w:name="_Toc374532482"/>
      <w:r w:rsidRPr="0001337C">
        <w:rPr>
          <w:rtl/>
        </w:rPr>
        <w:t>قول عماد الدين القرشي الدمشقي</w:t>
      </w:r>
      <w:bookmarkEnd w:id="28"/>
      <w:bookmarkEnd w:id="29"/>
    </w:p>
    <w:p w:rsidR="003C606F" w:rsidRDefault="005D4559" w:rsidP="00860EF8">
      <w:pPr>
        <w:pStyle w:val="libNormal"/>
      </w:pPr>
      <w:r>
        <w:rPr>
          <w:rFonts w:hint="cs"/>
          <w:rtl/>
        </w:rPr>
        <w:t xml:space="preserve">14 ـ </w:t>
      </w:r>
      <w:r w:rsidR="002C60F7" w:rsidRPr="00860EF8">
        <w:rPr>
          <w:rtl/>
        </w:rPr>
        <w:t>قال الحافظ عماد الدين أبي الفداء اسماعيل بن عمر بن كثير القرشي</w:t>
      </w:r>
      <w:r w:rsidR="002C60F7" w:rsidRPr="00860EF8">
        <w:t xml:space="preserve"> </w:t>
      </w:r>
      <w:r w:rsidR="002C60F7" w:rsidRPr="00860EF8">
        <w:rPr>
          <w:rtl/>
        </w:rPr>
        <w:t>الدمشقي، المتوفى سنة 774، في كتاب البداية والنهاية في التاريخ، مطبعة</w:t>
      </w:r>
      <w:r w:rsidR="002C60F7" w:rsidRPr="00860EF8">
        <w:t xml:space="preserve"> </w:t>
      </w:r>
      <w:r w:rsidR="002C60F7" w:rsidRPr="00860EF8">
        <w:rPr>
          <w:rtl/>
        </w:rPr>
        <w:t>السعادة مصر، ج10 ص183</w:t>
      </w:r>
      <w:r w:rsidR="002C60F7" w:rsidRPr="00860EF8">
        <w:t>:</w:t>
      </w:r>
    </w:p>
    <w:p w:rsidR="002C60F7" w:rsidRPr="0082177B" w:rsidRDefault="002C60F7" w:rsidP="00860EF8">
      <w:pPr>
        <w:pStyle w:val="libNormal"/>
      </w:pPr>
      <w:r w:rsidRPr="00860EF8">
        <w:t>"</w:t>
      </w:r>
      <w:r w:rsidRPr="00860EF8">
        <w:rPr>
          <w:rtl/>
        </w:rPr>
        <w:t>موسى بن جعفر بن محمد بن علي بن الحسين بن علي بن أبي طالب أبو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الحسن الهاشمي،</w:t>
      </w:r>
      <w:r w:rsidRPr="00E05DBA">
        <w:t xml:space="preserve"> </w:t>
      </w:r>
      <w:r w:rsidRPr="00E05DBA">
        <w:rPr>
          <w:rtl/>
        </w:rPr>
        <w:t>ويقال له الكاظم، ولد سنة ثمان أو تسع وعشرين ومائة</w:t>
      </w:r>
      <w:r w:rsidRPr="00E05DBA">
        <w:t>.</w:t>
      </w:r>
    </w:p>
    <w:p w:rsidR="00A63AD2" w:rsidRDefault="002C60F7" w:rsidP="008501BE">
      <w:pPr>
        <w:pStyle w:val="libNormal"/>
        <w:rPr>
          <w:rtl/>
        </w:rPr>
      </w:pPr>
      <w:r w:rsidRPr="00E05DBA">
        <w:rPr>
          <w:rtl/>
        </w:rPr>
        <w:t>وكان كثير العبادة والمروءة، إذا بلغه عن أحد انه يؤذيه ارسل إليه بالذهب</w:t>
      </w:r>
      <w:r w:rsidRPr="00E05DBA">
        <w:t xml:space="preserve"> </w:t>
      </w:r>
      <w:r w:rsidRPr="00E05DBA">
        <w:rPr>
          <w:rtl/>
        </w:rPr>
        <w:t>والتحف، ولد له من الذكور والاناث أربعون نسمة</w:t>
      </w:r>
      <w:r w:rsidRPr="00E05DBA">
        <w:t>.</w:t>
      </w:r>
    </w:p>
    <w:p w:rsidR="00A63AD2" w:rsidRDefault="00A63AD2" w:rsidP="00A63AD2">
      <w:pPr>
        <w:pStyle w:val="libNormal"/>
        <w:rPr>
          <w:rtl/>
        </w:rPr>
      </w:pPr>
      <w:r>
        <w:rPr>
          <w:rtl/>
        </w:rPr>
        <w:br w:type="page"/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lastRenderedPageBreak/>
        <w:t>واهدى له مرة عبد عصيدة، فاشتراه واشترى المزرعة التي هو فيها بألف دينار</w:t>
      </w:r>
      <w:r w:rsidRPr="00E05DBA">
        <w:t xml:space="preserve"> </w:t>
      </w:r>
      <w:r w:rsidRPr="00E05DBA">
        <w:rPr>
          <w:rtl/>
        </w:rPr>
        <w:t>واعتقه ووهب المزرعة له</w:t>
      </w:r>
      <w:r w:rsidRPr="00E05DBA">
        <w:t>.</w:t>
      </w:r>
    </w:p>
    <w:p w:rsidR="003C606F" w:rsidRDefault="002C60F7" w:rsidP="00C56E4E">
      <w:pPr>
        <w:pStyle w:val="libNormal"/>
        <w:rPr>
          <w:rtl/>
        </w:rPr>
      </w:pPr>
      <w:r w:rsidRPr="00E05DBA">
        <w:rPr>
          <w:rtl/>
        </w:rPr>
        <w:t>وقد استدعاه المهدي إلى بغداد فحبسه، فلما كان في بعض الليالي رأى المهدي</w:t>
      </w:r>
      <w:r w:rsidRPr="00E05DBA">
        <w:t xml:space="preserve"> </w:t>
      </w:r>
      <w:r w:rsidRPr="00E05DBA">
        <w:rPr>
          <w:rtl/>
        </w:rPr>
        <w:t xml:space="preserve">علي بن أبي طالب وهو يقول له: يا محمد </w:t>
      </w:r>
      <w:r w:rsidR="00C56E4E" w:rsidRPr="00980442">
        <w:rPr>
          <w:rStyle w:val="libAlaemChar"/>
          <w:rFonts w:eastAsiaTheme="minorHAnsi"/>
          <w:rtl/>
        </w:rPr>
        <w:t>(</w:t>
      </w:r>
      <w:r w:rsidR="00C56E4E">
        <w:rPr>
          <w:rStyle w:val="libAieChar"/>
          <w:rFonts w:hint="cs"/>
          <w:rtl/>
        </w:rPr>
        <w:t xml:space="preserve"> </w:t>
      </w:r>
      <w:r w:rsidRPr="00C56E4E">
        <w:rPr>
          <w:rStyle w:val="libAieChar"/>
          <w:rtl/>
        </w:rPr>
        <w:t>فهل عسيتم أن توليتم أن تفسدوا في</w:t>
      </w:r>
      <w:r w:rsidRPr="00C56E4E">
        <w:rPr>
          <w:rStyle w:val="libAieChar"/>
        </w:rPr>
        <w:t xml:space="preserve"> </w:t>
      </w:r>
      <w:r w:rsidRPr="00C56E4E">
        <w:rPr>
          <w:rStyle w:val="libAieChar"/>
          <w:rtl/>
        </w:rPr>
        <w:t>الأرض وتقطعوا أرحامكم</w:t>
      </w:r>
      <w:r w:rsidR="00C56E4E">
        <w:rPr>
          <w:rStyle w:val="libAlaemChar"/>
          <w:rFonts w:eastAsiaTheme="minorHAnsi" w:hint="cs"/>
          <w:rtl/>
        </w:rPr>
        <w:t xml:space="preserve"> </w:t>
      </w:r>
      <w:r w:rsidR="00C56E4E" w:rsidRPr="00980442">
        <w:rPr>
          <w:rStyle w:val="libAlaemChar"/>
          <w:rFonts w:eastAsiaTheme="minorHAnsi"/>
          <w:rtl/>
        </w:rPr>
        <w:t>)</w:t>
      </w:r>
      <w:r w:rsidR="00C56E4E" w:rsidRPr="003C606F">
        <w:rPr>
          <w:rStyle w:val="libFootnotenumChar"/>
          <w:rtl/>
        </w:rPr>
        <w:t xml:space="preserve"> </w:t>
      </w:r>
      <w:r w:rsidRPr="003C606F">
        <w:rPr>
          <w:rStyle w:val="libFootnotenumChar"/>
          <w:rtl/>
        </w:rPr>
        <w:t>(1)</w:t>
      </w:r>
      <w:r w:rsidRPr="00E05DBA">
        <w:rPr>
          <w:rtl/>
        </w:rPr>
        <w:t>، فاستيقظ مذعوراً وأمر به خارج من السجن ليلا،</w:t>
      </w:r>
      <w:r w:rsidRPr="00E05DBA">
        <w:t xml:space="preserve"> </w:t>
      </w:r>
      <w:r w:rsidRPr="00E05DBA">
        <w:rPr>
          <w:rtl/>
        </w:rPr>
        <w:t>فاجلسه معه وعانقه وأقبل عليه وأخذ عليه العهد أن لا يخرج عليه ولا على أحد</w:t>
      </w:r>
      <w:r w:rsidRPr="00E05DBA">
        <w:t xml:space="preserve"> </w:t>
      </w:r>
      <w:r w:rsidRPr="00E05DBA">
        <w:rPr>
          <w:rtl/>
        </w:rPr>
        <w:t>من أولاده، فقال: والله ما هذا من شأني ولا حدثت فيه نفسي، فقال: صدقت،</w:t>
      </w:r>
      <w:r w:rsidRPr="00E05DBA">
        <w:t xml:space="preserve"> </w:t>
      </w:r>
      <w:r w:rsidRPr="00E05DBA">
        <w:rPr>
          <w:rtl/>
        </w:rPr>
        <w:t>وأمر له بثلاثة آلاف دينار، وأمر به فرد إلى المدينة فما أصبح الصباح إلاّ</w:t>
      </w:r>
      <w:r w:rsidRPr="00E05DBA">
        <w:t xml:space="preserve"> </w:t>
      </w:r>
      <w:r w:rsidRPr="00E05DBA">
        <w:rPr>
          <w:rtl/>
        </w:rPr>
        <w:t>وهو على الطريق</w:t>
      </w:r>
      <w:r w:rsidRPr="00E05DBA">
        <w:t>.</w:t>
      </w:r>
    </w:p>
    <w:p w:rsidR="003C606F" w:rsidRDefault="002C60F7" w:rsidP="000F17D4">
      <w:pPr>
        <w:pStyle w:val="libNormal"/>
        <w:rPr>
          <w:rtl/>
        </w:rPr>
      </w:pPr>
      <w:r w:rsidRPr="00E05DBA">
        <w:rPr>
          <w:rtl/>
        </w:rPr>
        <w:t>فلم يزل بالمدينة حتى كانت خلافة الرشيد فحج، فلما دخل ليسلم على قبر</w:t>
      </w:r>
      <w:r w:rsidRPr="00E05DBA">
        <w:t xml:space="preserve"> </w:t>
      </w:r>
      <w:r w:rsidRPr="00E05DBA">
        <w:rPr>
          <w:rtl/>
        </w:rPr>
        <w:t>النبي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E05DBA">
        <w:rPr>
          <w:rtl/>
        </w:rPr>
        <w:t xml:space="preserve"> ومعه موسى بن جعفر الكاظم، فقال الرشيد: السلام</w:t>
      </w:r>
      <w:r w:rsidRPr="00E05DBA">
        <w:t xml:space="preserve"> </w:t>
      </w:r>
      <w:r w:rsidRPr="00E05DBA">
        <w:rPr>
          <w:rtl/>
        </w:rPr>
        <w:t>عليك يا رسول الله يا ابن عم، فقال موسى: السلام عليك يا ابت، فقال الرشيد</w:t>
      </w:r>
      <w:r w:rsidRPr="00E05DBA">
        <w:t xml:space="preserve">: </w:t>
      </w:r>
      <w:r w:rsidRPr="00E05DBA">
        <w:rPr>
          <w:rtl/>
        </w:rPr>
        <w:t>هذا هو الفخر يا ابا الحسن</w:t>
      </w:r>
      <w:r w:rsidRPr="00E05DBA">
        <w:t>.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ثم لم يزل ذلك في نفسه حتى استدعاه في سنة تسع وستين وسجنه فأطال سجنه،</w:t>
      </w:r>
      <w:r w:rsidRPr="00E05DBA">
        <w:t xml:space="preserve"> </w:t>
      </w:r>
      <w:r w:rsidRPr="00E05DBA">
        <w:rPr>
          <w:rtl/>
        </w:rPr>
        <w:t>فكتب إليه موسى رسالة يقول فيها: أما بعد يا أمير المؤمنين انه لم يقتص عني</w:t>
      </w:r>
      <w:r w:rsidRPr="00E05DBA">
        <w:t xml:space="preserve"> </w:t>
      </w:r>
      <w:r w:rsidRPr="00E05DBA">
        <w:rPr>
          <w:rtl/>
        </w:rPr>
        <w:t>يوم البلاء إلاّ انقضى عنك يوم من الرخاء، حتى يقضي بنا ذلك إلى يوم يخسر</w:t>
      </w:r>
      <w:r w:rsidRPr="00E05DBA">
        <w:t xml:space="preserve"> </w:t>
      </w:r>
      <w:r w:rsidRPr="00E05DBA">
        <w:rPr>
          <w:rtl/>
        </w:rPr>
        <w:t>فيه المبطلون</w:t>
      </w:r>
      <w:r w:rsidRPr="00E05DBA">
        <w:t>.</w:t>
      </w:r>
    </w:p>
    <w:p w:rsidR="00615A88" w:rsidRDefault="002C60F7" w:rsidP="008501BE">
      <w:pPr>
        <w:pStyle w:val="libNormal"/>
        <w:rPr>
          <w:rtl/>
        </w:rPr>
      </w:pPr>
      <w:r w:rsidRPr="00E05DBA">
        <w:rPr>
          <w:rtl/>
        </w:rPr>
        <w:t>توفى لخمس بقين من رجب من هذه السنة ببغداد، وقبره هناك مشهور</w:t>
      </w:r>
      <w:r w:rsidRPr="00E05DBA">
        <w:t>".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4F5EEE" w:rsidRDefault="00B73FDF" w:rsidP="00B73FDF">
      <w:pPr>
        <w:pStyle w:val="libFootnote"/>
      </w:pPr>
      <w:r>
        <w:rPr>
          <w:rFonts w:hint="cs"/>
          <w:rtl/>
        </w:rPr>
        <w:t xml:space="preserve">(1) </w:t>
      </w:r>
      <w:r w:rsidR="002C60F7" w:rsidRPr="00E05DBA">
        <w:rPr>
          <w:rtl/>
        </w:rPr>
        <w:t>محمد 47: 22</w:t>
      </w:r>
      <w:r w:rsidR="002C60F7" w:rsidRPr="00E05DBA">
        <w:t>.</w:t>
      </w:r>
    </w:p>
    <w:p w:rsidR="004F5EEE" w:rsidRDefault="004F5EEE" w:rsidP="00191648">
      <w:pPr>
        <w:pStyle w:val="libNormal"/>
      </w:pPr>
      <w:r>
        <w:br w:type="page"/>
      </w:r>
    </w:p>
    <w:p w:rsidR="004F5EEE" w:rsidRDefault="002C60F7" w:rsidP="004F5EEE">
      <w:pPr>
        <w:pStyle w:val="Heading1Center"/>
        <w:rPr>
          <w:rtl/>
        </w:rPr>
      </w:pPr>
      <w:bookmarkStart w:id="30" w:name="17"/>
      <w:bookmarkStart w:id="31" w:name="_Toc374532483"/>
      <w:r w:rsidRPr="00E05DBA">
        <w:rPr>
          <w:rtl/>
        </w:rPr>
        <w:lastRenderedPageBreak/>
        <w:t>قول محمد بن شاكر الكتبي</w:t>
      </w:r>
      <w:bookmarkEnd w:id="30"/>
      <w:bookmarkEnd w:id="31"/>
    </w:p>
    <w:p w:rsidR="003C606F" w:rsidRDefault="005D4559" w:rsidP="00860EF8">
      <w:pPr>
        <w:pStyle w:val="libNormal"/>
      </w:pPr>
      <w:r>
        <w:rPr>
          <w:rFonts w:hint="cs"/>
          <w:rtl/>
        </w:rPr>
        <w:t xml:space="preserve">15 ـ </w:t>
      </w:r>
      <w:r w:rsidR="002C60F7" w:rsidRPr="00860EF8">
        <w:rPr>
          <w:rtl/>
        </w:rPr>
        <w:t>قال محمد بن شاكر الكتبي المتوفى سنة 764 في كتابه فوات</w:t>
      </w:r>
      <w:r w:rsidR="002C60F7" w:rsidRPr="00860EF8">
        <w:t xml:space="preserve"> </w:t>
      </w:r>
      <w:r w:rsidR="002C60F7" w:rsidRPr="00860EF8">
        <w:rPr>
          <w:rtl/>
        </w:rPr>
        <w:t>الوفيات طبع دار صادر بيروت، ج1 ص297 ـ 298</w:t>
      </w:r>
      <w:r w:rsidR="002C60F7" w:rsidRPr="00860EF8">
        <w:t>:</w:t>
      </w:r>
    </w:p>
    <w:p w:rsidR="003C606F" w:rsidRDefault="002C60F7" w:rsidP="00860EF8">
      <w:pPr>
        <w:pStyle w:val="libNormal"/>
        <w:rPr>
          <w:rtl/>
        </w:rPr>
      </w:pPr>
      <w:r w:rsidRPr="00860EF8">
        <w:t>"</w:t>
      </w:r>
      <w:r w:rsidRPr="00860EF8">
        <w:rPr>
          <w:rtl/>
        </w:rPr>
        <w:t>جعيفران الموسوس بن علي بن اصفر بن السرى بن عبدالرحمن الانباري من ساكني</w:t>
      </w:r>
      <w:r w:rsidRPr="00860EF8">
        <w:t xml:space="preserve"> </w:t>
      </w:r>
      <w:r w:rsidRPr="00860EF8">
        <w:rPr>
          <w:rtl/>
        </w:rPr>
        <w:t>سامراء، ومولده ببغداد، وكان أبوه من أبناء جند خراسان، وظهر لابيه انه</w:t>
      </w:r>
      <w:r w:rsidRPr="00860EF8">
        <w:t xml:space="preserve"> </w:t>
      </w:r>
      <w:r w:rsidRPr="00860EF8">
        <w:rPr>
          <w:rtl/>
        </w:rPr>
        <w:t>يختلف إلى بعض سراريه، فطرده، وحج تلك السنة، وشكا ولده إلى موسى بن جعفر</w:t>
      </w:r>
      <w:r w:rsidRPr="00860EF8">
        <w:t xml:space="preserve"> </w:t>
      </w:r>
      <w:r w:rsidRPr="00860EF8">
        <w:rPr>
          <w:rtl/>
        </w:rPr>
        <w:t>الكاظم، فقال له موسى: ان كنت صادقاً عليه فليس يموت حتى يفقد عقله، وان</w:t>
      </w:r>
      <w:r w:rsidRPr="00860EF8">
        <w:t xml:space="preserve"> </w:t>
      </w:r>
      <w:r w:rsidRPr="00860EF8">
        <w:rPr>
          <w:rtl/>
        </w:rPr>
        <w:t>كنت قد تحققت ذلك عليه فلا تساكنه في منزلك ولا تطعمه شيئاً من مالك في</w:t>
      </w:r>
      <w:r w:rsidRPr="00860EF8">
        <w:t xml:space="preserve"> </w:t>
      </w:r>
      <w:r w:rsidRPr="00860EF8">
        <w:rPr>
          <w:rtl/>
        </w:rPr>
        <w:t>حياتك وأخرجه عن ميراثك</w:t>
      </w:r>
      <w:r w:rsidRPr="00860EF8">
        <w:t>.</w:t>
      </w:r>
    </w:p>
    <w:p w:rsidR="003C606F" w:rsidRDefault="002C60F7" w:rsidP="00860EF8">
      <w:pPr>
        <w:pStyle w:val="libNormal"/>
        <w:rPr>
          <w:rtl/>
        </w:rPr>
      </w:pPr>
      <w:r w:rsidRPr="00860EF8">
        <w:rPr>
          <w:rtl/>
        </w:rPr>
        <w:t>وسأل الفقهاء ممن حيله تخرجه عن ميراثه فدلوه على الطريق في ذلك، فاشهد</w:t>
      </w:r>
      <w:r w:rsidRPr="00860EF8">
        <w:t xml:space="preserve"> </w:t>
      </w:r>
      <w:r w:rsidRPr="00860EF8">
        <w:rPr>
          <w:rtl/>
        </w:rPr>
        <w:t>عليه أبا يوسف القاضي</w:t>
      </w:r>
      <w:r w:rsidRPr="00860EF8">
        <w:t>.</w:t>
      </w:r>
    </w:p>
    <w:p w:rsidR="00A63AD2" w:rsidRDefault="002C60F7" w:rsidP="00860EF8">
      <w:pPr>
        <w:pStyle w:val="libNormal"/>
      </w:pPr>
      <w:r w:rsidRPr="00860EF8">
        <w:rPr>
          <w:rtl/>
        </w:rPr>
        <w:t>فلما مات أبوه احضر القاضي الوصي وسأل جعيفران عن نسيه وتركه أبيه وأقام</w:t>
      </w:r>
      <w:r w:rsidRPr="00860EF8">
        <w:t xml:space="preserve"> </w:t>
      </w:r>
      <w:r w:rsidRPr="00860EF8">
        <w:rPr>
          <w:rtl/>
        </w:rPr>
        <w:t>بينة عدولا، فاحضر الوصي بينة عدولا فشهد على أبيه بما كان احتال على منعه</w:t>
      </w:r>
      <w:r w:rsidRPr="00860EF8">
        <w:t xml:space="preserve"> </w:t>
      </w:r>
      <w:r w:rsidRPr="00860EF8">
        <w:rPr>
          <w:rtl/>
        </w:rPr>
        <w:t>ميراثه، فلم ير أبو يوسف ذلك، وعزم على ان يورثه، فقال الوصي: أنا ادفع هذا</w:t>
      </w:r>
      <w:r w:rsidRPr="00860EF8">
        <w:t xml:space="preserve"> </w:t>
      </w:r>
      <w:r w:rsidRPr="00860EF8">
        <w:rPr>
          <w:rtl/>
        </w:rPr>
        <w:t>عن الميراث بحجة واحدة، فأبى أبو يوسف أن يسمع منه، وجعيفران يقول قد ثبت</w:t>
      </w:r>
      <w:r w:rsidRPr="00860EF8">
        <w:t xml:space="preserve"> </w:t>
      </w:r>
      <w:r w:rsidRPr="00860EF8">
        <w:rPr>
          <w:rtl/>
        </w:rPr>
        <w:t>عندك أمري فلا تدفعني، فاستمهل الوصي إلى غد، وكتب في رقعة خبره ما قاله</w:t>
      </w:r>
      <w:r w:rsidRPr="00860EF8">
        <w:t xml:space="preserve"> </w:t>
      </w:r>
      <w:r w:rsidRPr="00860EF8">
        <w:rPr>
          <w:rtl/>
        </w:rPr>
        <w:t>موسى بن جعفر، ودفعها لمن دفعها إلى القاضي، فلما قراها دعا الوصي فاستحلفه</w:t>
      </w:r>
      <w:r w:rsidRPr="00860EF8">
        <w:t xml:space="preserve"> </w:t>
      </w:r>
      <w:r w:rsidRPr="00860EF8">
        <w:rPr>
          <w:rtl/>
        </w:rPr>
        <w:t>على ذلك، فحلف باليمين الغموس، فقال: تعال غدا مع صاحبك فحضرا إليه، فحكم</w:t>
      </w:r>
      <w:r w:rsidRPr="00860EF8">
        <w:t xml:space="preserve"> </w:t>
      </w:r>
      <w:r w:rsidRPr="00860EF8">
        <w:rPr>
          <w:rtl/>
        </w:rPr>
        <w:t>أبو يوسف للوصي، فلما امض الحكم وسوس جعيفران واختلط، وكان إذا تاب إليه</w:t>
      </w:r>
      <w:r w:rsidRPr="00860EF8">
        <w:t xml:space="preserve"> </w:t>
      </w:r>
      <w:r w:rsidRPr="00860EF8">
        <w:rPr>
          <w:rtl/>
        </w:rPr>
        <w:t>عقله قال الشعر الجيد</w:t>
      </w:r>
      <w:r w:rsidRPr="00860EF8">
        <w:t>...".</w:t>
      </w:r>
    </w:p>
    <w:p w:rsidR="00A63AD2" w:rsidRDefault="00A63AD2" w:rsidP="00A63AD2">
      <w:pPr>
        <w:pStyle w:val="libNormal"/>
        <w:rPr>
          <w:rtl/>
        </w:rPr>
      </w:pPr>
      <w:r>
        <w:br w:type="page"/>
      </w:r>
    </w:p>
    <w:p w:rsidR="004F5EEE" w:rsidRDefault="002C60F7" w:rsidP="004F5EEE">
      <w:pPr>
        <w:pStyle w:val="Heading1Center"/>
        <w:rPr>
          <w:rtl/>
        </w:rPr>
      </w:pPr>
      <w:bookmarkStart w:id="32" w:name="18"/>
      <w:bookmarkStart w:id="33" w:name="_Toc374532484"/>
      <w:r w:rsidRPr="00E05DBA">
        <w:rPr>
          <w:rtl/>
        </w:rPr>
        <w:lastRenderedPageBreak/>
        <w:t>قول أبو محمد اليافعي اليمني المكي</w:t>
      </w:r>
      <w:bookmarkEnd w:id="32"/>
      <w:bookmarkEnd w:id="33"/>
    </w:p>
    <w:p w:rsidR="003C606F" w:rsidRDefault="005D4559" w:rsidP="00756F75">
      <w:pPr>
        <w:pStyle w:val="libNormal"/>
      </w:pPr>
      <w:r>
        <w:rPr>
          <w:rFonts w:hint="cs"/>
          <w:rtl/>
        </w:rPr>
        <w:t xml:space="preserve">16 ـ </w:t>
      </w:r>
      <w:r w:rsidR="002C60F7" w:rsidRPr="00756F75">
        <w:rPr>
          <w:rtl/>
        </w:rPr>
        <w:t>قال أبو محمد بن عبدالله بن أسعد بن علي بن سليمان اليافعي اليمني</w:t>
      </w:r>
      <w:r w:rsidR="002C60F7" w:rsidRPr="00756F75">
        <w:t xml:space="preserve"> </w:t>
      </w:r>
      <w:r w:rsidR="002C60F7" w:rsidRPr="00756F75">
        <w:rPr>
          <w:rtl/>
        </w:rPr>
        <w:t>المكي، المتوفى سنة 767هـ، في كتابه مراة الجنان وعبرة اليقظان في معرفة ما</w:t>
      </w:r>
      <w:r w:rsidR="002C60F7" w:rsidRPr="00756F75">
        <w:t xml:space="preserve"> </w:t>
      </w:r>
      <w:r w:rsidR="002C60F7" w:rsidRPr="00756F75">
        <w:rPr>
          <w:rtl/>
        </w:rPr>
        <w:t>يعتبر من حوادث الزمان، طبع منشورات الأعلمي للمطبوعات بيروت لبنان، الطبعة</w:t>
      </w:r>
      <w:r w:rsidR="002C60F7" w:rsidRPr="00756F75">
        <w:t xml:space="preserve"> </w:t>
      </w:r>
      <w:r w:rsidR="002C60F7" w:rsidRPr="00756F75">
        <w:rPr>
          <w:rtl/>
        </w:rPr>
        <w:t>الثانية 1390هـ، اوفست عن الطبعة الأولى بمطبعة دائرة المعارف النظامية</w:t>
      </w:r>
      <w:r w:rsidR="002C60F7" w:rsidRPr="00756F75">
        <w:t xml:space="preserve"> </w:t>
      </w:r>
      <w:r w:rsidR="002C60F7" w:rsidRPr="00756F75">
        <w:rPr>
          <w:rtl/>
        </w:rPr>
        <w:t>الكائنة بمدينة حيدرآباد الركن سنة 1337هـ، ج1 ص394</w:t>
      </w:r>
      <w:r w:rsidR="002C60F7" w:rsidRPr="00756F75">
        <w:t>:</w:t>
      </w:r>
    </w:p>
    <w:p w:rsidR="003C606F" w:rsidRDefault="002C60F7" w:rsidP="00756F75">
      <w:pPr>
        <w:pStyle w:val="libNormal"/>
        <w:rPr>
          <w:rtl/>
        </w:rPr>
      </w:pPr>
      <w:r w:rsidRPr="00756F75">
        <w:t>"</w:t>
      </w:r>
      <w:r w:rsidRPr="00756F75">
        <w:rPr>
          <w:rtl/>
        </w:rPr>
        <w:t>وفيها (أي: سنة 183هـ) توفى السيد أبو الحسن موسى الكاظم ولد جعفر الصادق</w:t>
      </w:r>
      <w:r w:rsidRPr="00756F75">
        <w:t>.</w:t>
      </w:r>
    </w:p>
    <w:p w:rsidR="003C606F" w:rsidRDefault="002C60F7" w:rsidP="00756F75">
      <w:pPr>
        <w:pStyle w:val="libNormal"/>
        <w:rPr>
          <w:rtl/>
        </w:rPr>
      </w:pPr>
      <w:r w:rsidRPr="00756F75">
        <w:rPr>
          <w:rtl/>
        </w:rPr>
        <w:t>كان صالحاً عابداً جواداً حليماً كبير القدر، وهو أحد الائمة الاثني عشر</w:t>
      </w:r>
      <w:r w:rsidRPr="00756F75">
        <w:t xml:space="preserve"> </w:t>
      </w:r>
      <w:r w:rsidRPr="00756F75">
        <w:rPr>
          <w:rtl/>
        </w:rPr>
        <w:t>المعصومين في اعتقاد الامامية</w:t>
      </w:r>
      <w:r w:rsidRPr="00756F75">
        <w:t>.</w:t>
      </w:r>
    </w:p>
    <w:p w:rsidR="003C606F" w:rsidRDefault="002C60F7" w:rsidP="00C56E4E">
      <w:pPr>
        <w:pStyle w:val="libNormal"/>
        <w:rPr>
          <w:rtl/>
        </w:rPr>
      </w:pPr>
      <w:r w:rsidRPr="00756F75">
        <w:rPr>
          <w:rtl/>
        </w:rPr>
        <w:t>وكان يدعى بالعبد الصالح من عبادته واجتهاده، وكان سخياً كريماً كان يبلغه</w:t>
      </w:r>
      <w:r w:rsidRPr="00756F75">
        <w:t xml:space="preserve"> </w:t>
      </w:r>
      <w:r w:rsidRPr="00756F75">
        <w:rPr>
          <w:rtl/>
        </w:rPr>
        <w:t>عن الرجل انه يؤذيه فيبعث إليه بصرة فيما الف دينار، وكان يسكن المدينة،</w:t>
      </w:r>
      <w:r w:rsidRPr="00756F75">
        <w:t xml:space="preserve"> </w:t>
      </w:r>
      <w:r w:rsidRPr="00756F75">
        <w:rPr>
          <w:rtl/>
        </w:rPr>
        <w:t>فاقدمه المهدي بغداد فحبسه، فرأى في النوم ـ اعني: المهدي ـ علي بن أبي</w:t>
      </w:r>
      <w:r w:rsidRPr="00756F75">
        <w:t xml:space="preserve"> </w:t>
      </w:r>
      <w:r w:rsidRPr="00756F75">
        <w:rPr>
          <w:rtl/>
        </w:rPr>
        <w:t>طالب</w:t>
      </w:r>
      <w:r w:rsidR="00490D4A" w:rsidRPr="00490D4A">
        <w:rPr>
          <w:rStyle w:val="libAlaemChar"/>
          <w:rtl/>
        </w:rPr>
        <w:t xml:space="preserve"> رضي‌الله‌عنه</w:t>
      </w:r>
      <w:r w:rsidRPr="00756F75">
        <w:rPr>
          <w:rtl/>
        </w:rPr>
        <w:t xml:space="preserve"> وهو يقول: يا محمد </w:t>
      </w:r>
      <w:r w:rsidR="00C56E4E" w:rsidRPr="00980442">
        <w:rPr>
          <w:rStyle w:val="libAlaemChar"/>
          <w:rFonts w:eastAsiaTheme="minorHAnsi"/>
          <w:rtl/>
        </w:rPr>
        <w:t>(</w:t>
      </w:r>
      <w:r w:rsidR="00C56E4E">
        <w:rPr>
          <w:rStyle w:val="libAieChar"/>
          <w:rFonts w:hint="cs"/>
          <w:rtl/>
        </w:rPr>
        <w:t xml:space="preserve"> </w:t>
      </w:r>
      <w:r w:rsidRPr="00C56E4E">
        <w:rPr>
          <w:rStyle w:val="libAieChar"/>
          <w:rtl/>
        </w:rPr>
        <w:t>فهل عسيتم أن توليتم أن تفسدوا في</w:t>
      </w:r>
      <w:r w:rsidRPr="00C56E4E">
        <w:rPr>
          <w:rStyle w:val="libAieChar"/>
        </w:rPr>
        <w:t xml:space="preserve"> </w:t>
      </w:r>
      <w:r w:rsidRPr="00C56E4E">
        <w:rPr>
          <w:rStyle w:val="libAieChar"/>
          <w:rtl/>
        </w:rPr>
        <w:t>الأرض وتقطعوا أرحامكم</w:t>
      </w:r>
      <w:r w:rsidR="00C56E4E">
        <w:rPr>
          <w:rStyle w:val="libAieChar"/>
          <w:rFonts w:hint="cs"/>
          <w:rtl/>
        </w:rPr>
        <w:t xml:space="preserve"> </w:t>
      </w:r>
      <w:r w:rsidR="00C56E4E" w:rsidRPr="00980442">
        <w:rPr>
          <w:rStyle w:val="libAlaemChar"/>
          <w:rFonts w:eastAsiaTheme="minorHAnsi"/>
          <w:rtl/>
        </w:rPr>
        <w:t>)</w:t>
      </w:r>
      <w:r w:rsidR="00C56E4E" w:rsidRPr="003C606F">
        <w:rPr>
          <w:rStyle w:val="libFootnotenumChar"/>
          <w:rtl/>
        </w:rPr>
        <w:t xml:space="preserve"> </w:t>
      </w:r>
      <w:r w:rsidRPr="003C606F">
        <w:rPr>
          <w:rStyle w:val="libFootnotenumChar"/>
          <w:rtl/>
        </w:rPr>
        <w:t>(1)</w:t>
      </w:r>
      <w:r w:rsidRPr="00756F75">
        <w:t>.</w:t>
      </w:r>
    </w:p>
    <w:p w:rsidR="00615A88" w:rsidRPr="00756F75" w:rsidRDefault="002C60F7" w:rsidP="00490D4A">
      <w:pPr>
        <w:pStyle w:val="libNormal"/>
        <w:rPr>
          <w:rtl/>
        </w:rPr>
      </w:pPr>
      <w:r w:rsidRPr="00756F75">
        <w:rPr>
          <w:rtl/>
        </w:rPr>
        <w:t>قال الربيع: وارسل الى المهدي ليلا، فراعني ذلك فجئته فإذا هو يقرأ هذه</w:t>
      </w:r>
      <w:r w:rsidRPr="00756F75">
        <w:t xml:space="preserve"> </w:t>
      </w:r>
      <w:r w:rsidRPr="00756F75">
        <w:rPr>
          <w:rtl/>
        </w:rPr>
        <w:t>الآية ـ وكان أحسن الناس صوتاً ـ وقال: علي بموسى بن جعفر فجئته به، فعانقه</w:t>
      </w:r>
      <w:r w:rsidRPr="00756F75">
        <w:t xml:space="preserve"> </w:t>
      </w:r>
      <w:r w:rsidRPr="00756F75">
        <w:rPr>
          <w:rtl/>
        </w:rPr>
        <w:t>واجلسه إلى جانبه وقال: يا ابا الحسن أني رأيت أمير المؤمنين علي بن أبي</w:t>
      </w:r>
      <w:r w:rsidRPr="00756F75">
        <w:t xml:space="preserve"> </w:t>
      </w:r>
      <w:r w:rsidRPr="00756F75">
        <w:rPr>
          <w:rtl/>
        </w:rPr>
        <w:t>طالب</w:t>
      </w:r>
      <w:r w:rsidR="00490D4A" w:rsidRPr="00490D4A">
        <w:rPr>
          <w:rStyle w:val="libAlaemChar"/>
          <w:rtl/>
        </w:rPr>
        <w:t xml:space="preserve"> رضي‌الله‌عنه</w:t>
      </w:r>
      <w:r w:rsidRPr="00756F75">
        <w:rPr>
          <w:rtl/>
        </w:rPr>
        <w:t xml:space="preserve"> في النوم يقرأ علي كذا، فتومنني ان تخرج علي أو على أحد</w:t>
      </w:r>
      <w:r w:rsidRPr="00756F75">
        <w:t xml:space="preserve"> </w:t>
      </w:r>
      <w:r w:rsidRPr="00756F75">
        <w:rPr>
          <w:rtl/>
        </w:rPr>
        <w:t>من أولادي، فقال: والله لا فعلت ذلك وما هو من شأني قال: صدقت، اعطوه ثلاثة</w:t>
      </w:r>
      <w:r w:rsidRPr="00756F75">
        <w:t xml:space="preserve"> </w:t>
      </w:r>
      <w:r w:rsidRPr="00756F75">
        <w:rPr>
          <w:rtl/>
        </w:rPr>
        <w:t>آلاف دينار، وردوه إلى أهله</w:t>
      </w:r>
      <w:r w:rsidRPr="00756F75">
        <w:t xml:space="preserve"> </w:t>
      </w:r>
      <w:r w:rsidRPr="00756F75">
        <w:rPr>
          <w:rtl/>
        </w:rPr>
        <w:t>إلى المدينة، قال الربيع فأحكمت أمره ليلا، فما</w:t>
      </w:r>
      <w:r w:rsidRPr="00756F75">
        <w:t xml:space="preserve"> </w:t>
      </w:r>
      <w:r w:rsidRPr="00756F75">
        <w:rPr>
          <w:rtl/>
        </w:rPr>
        <w:t>أصبح إلاّ وهو في الطريق خوف العوائق</w:t>
      </w:r>
      <w:r w:rsidRPr="00756F75">
        <w:t>.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4F5EEE" w:rsidRPr="0002589F" w:rsidRDefault="00B73FDF" w:rsidP="008501BE">
      <w:pPr>
        <w:pStyle w:val="libFootnote"/>
        <w:rPr>
          <w:rStyle w:val="libNormalChar"/>
        </w:rPr>
      </w:pPr>
      <w:r w:rsidRPr="00B73FDF">
        <w:rPr>
          <w:rFonts w:hint="cs"/>
          <w:rtl/>
        </w:rPr>
        <w:t xml:space="preserve">(1) </w:t>
      </w:r>
      <w:r w:rsidR="002C60F7" w:rsidRPr="00B73FDF">
        <w:rPr>
          <w:rtl/>
        </w:rPr>
        <w:t>محمد 47: 22</w:t>
      </w:r>
      <w:r w:rsidR="002C60F7" w:rsidRPr="00B73FDF">
        <w:t>.</w:t>
      </w:r>
    </w:p>
    <w:p w:rsidR="004F5EEE" w:rsidRDefault="004F5EEE" w:rsidP="00682ACE">
      <w:pPr>
        <w:pStyle w:val="libNormal"/>
      </w:pPr>
      <w:r>
        <w:br w:type="page"/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lastRenderedPageBreak/>
        <w:t>ثم ان هارون</w:t>
      </w:r>
      <w:r w:rsidRPr="00E05DBA">
        <w:t xml:space="preserve"> </w:t>
      </w:r>
      <w:r w:rsidRPr="00E05DBA">
        <w:rPr>
          <w:rtl/>
        </w:rPr>
        <w:t>الرشيد حبسه في خلافته إلى أن توفى في حبسه</w:t>
      </w:r>
      <w:r w:rsidRPr="00E05DBA">
        <w:t>.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وروى ان هارون كان زار النبي(صلى الله عليه وآله وسلم</w:t>
      </w:r>
      <w:r>
        <w:rPr>
          <w:rtl/>
        </w:rPr>
        <w:t>)</w:t>
      </w:r>
      <w:r w:rsidRPr="00E05DBA">
        <w:rPr>
          <w:rtl/>
        </w:rPr>
        <w:t xml:space="preserve"> قال: السلام عليك يا</w:t>
      </w:r>
      <w:r w:rsidRPr="00E05DBA">
        <w:t xml:space="preserve"> </w:t>
      </w:r>
      <w:r w:rsidRPr="00E05DBA">
        <w:rPr>
          <w:rtl/>
        </w:rPr>
        <w:t>ابن العم مفتخراً بذلك، فقال موسى الكاظم: السلام عليك يا ابة، فتغير وجه</w:t>
      </w:r>
      <w:r w:rsidRPr="00E05DBA">
        <w:t xml:space="preserve"> </w:t>
      </w:r>
      <w:r w:rsidRPr="00E05DBA">
        <w:rPr>
          <w:rtl/>
        </w:rPr>
        <w:t>هارون</w:t>
      </w:r>
      <w:r w:rsidRPr="00E05DBA">
        <w:t>.</w:t>
      </w:r>
    </w:p>
    <w:p w:rsidR="00B73FDF" w:rsidRDefault="002C60F7" w:rsidP="008501BE">
      <w:pPr>
        <w:pStyle w:val="libNormal"/>
        <w:rPr>
          <w:rtl/>
        </w:rPr>
      </w:pPr>
      <w:r w:rsidRPr="00E05DBA">
        <w:rPr>
          <w:rtl/>
        </w:rPr>
        <w:t>وروى ان هارون الرشيد قال: رأيت في المنام كان حسيناً</w:t>
      </w:r>
      <w:r w:rsidRPr="003C606F">
        <w:rPr>
          <w:rStyle w:val="libFootnotenumChar"/>
          <w:rtl/>
        </w:rPr>
        <w:t>(1)</w:t>
      </w:r>
      <w:r w:rsidRPr="00E05DBA">
        <w:rPr>
          <w:rtl/>
        </w:rPr>
        <w:t xml:space="preserve"> قد أتاني ومعه</w:t>
      </w:r>
      <w:r w:rsidRPr="00E05DBA">
        <w:t xml:space="preserve"> </w:t>
      </w:r>
      <w:r w:rsidRPr="00E05DBA">
        <w:rPr>
          <w:rtl/>
        </w:rPr>
        <w:t>حربة وقال: ان خليت عن موسى بن جعفر الساعة وإلاّ نحرتك بهذه الحربة، فاذهب</w:t>
      </w:r>
      <w:r w:rsidRPr="00E05DBA">
        <w:t xml:space="preserve"> </w:t>
      </w:r>
      <w:r w:rsidRPr="00E05DBA">
        <w:rPr>
          <w:rtl/>
        </w:rPr>
        <w:t>فخل عنه واعطه ثلاثين الف درهم، وقل له: ان احببت المقام قبلنا فلك ما تحب</w:t>
      </w:r>
      <w:r w:rsidRPr="00E05DBA">
        <w:t xml:space="preserve"> </w:t>
      </w:r>
      <w:r w:rsidRPr="00E05DBA">
        <w:rPr>
          <w:rtl/>
        </w:rPr>
        <w:t>وان احببت المضي إلى المدينة فالاذن في ذلك لك، فلمّا اتاه واعطاه ما أمره</w:t>
      </w:r>
      <w:r w:rsidRPr="00E05DBA">
        <w:t xml:space="preserve"> </w:t>
      </w:r>
      <w:r w:rsidRPr="00E05DBA">
        <w:rPr>
          <w:rtl/>
        </w:rPr>
        <w:t>به قال له موسى الكاظم: رأيت في منامي ان رسول الله(صلى الله عليه وآله</w:t>
      </w:r>
      <w:r w:rsidRPr="00E05DBA">
        <w:t xml:space="preserve"> </w:t>
      </w:r>
      <w:r w:rsidRPr="00E05DBA">
        <w:rPr>
          <w:rtl/>
        </w:rPr>
        <w:t>وسلم</w:t>
      </w:r>
      <w:r>
        <w:rPr>
          <w:rtl/>
        </w:rPr>
        <w:t>)</w:t>
      </w:r>
      <w:r w:rsidRPr="00E05DBA">
        <w:rPr>
          <w:rtl/>
        </w:rPr>
        <w:t>أتاني فقال: يا موسى حبست مظلوماً فقل هذه الكلمات فانك لا تبيت هذه</w:t>
      </w:r>
      <w:r w:rsidRPr="00E05DBA">
        <w:t xml:space="preserve"> </w:t>
      </w:r>
      <w:r w:rsidRPr="00E05DBA">
        <w:rPr>
          <w:rtl/>
        </w:rPr>
        <w:t>الليلة في الحبس فقلت: بأبي وأمي ما أقول؟ قال لي: قل يا سامع كل صوت، ويا</w:t>
      </w:r>
      <w:r w:rsidRPr="00E05DBA">
        <w:t xml:space="preserve"> </w:t>
      </w:r>
      <w:r w:rsidRPr="00E05DBA">
        <w:rPr>
          <w:rtl/>
        </w:rPr>
        <w:t>سابق الفوت، وياكسي العظام لحماً، ويا منشرها بعد الموت أسألك باسمائك</w:t>
      </w:r>
      <w:r w:rsidRPr="00E05DBA">
        <w:t xml:space="preserve"> </w:t>
      </w:r>
      <w:r w:rsidRPr="00E05DBA">
        <w:rPr>
          <w:rtl/>
        </w:rPr>
        <w:t>الحسنى وباسمك الأعظم الأكبر المخزون المكنون الذي لم يطلع عليه أحد من</w:t>
      </w:r>
      <w:r w:rsidRPr="00E05DBA">
        <w:t xml:space="preserve"> </w:t>
      </w:r>
      <w:r w:rsidRPr="00E05DBA">
        <w:rPr>
          <w:rtl/>
        </w:rPr>
        <w:t>المخلوقين، يا حليماً ذا اناءة لا يقوى على اناءته، يا ذا المعروف الذي لا</w:t>
      </w:r>
      <w:r w:rsidRPr="00E05DBA">
        <w:t xml:space="preserve"> </w:t>
      </w:r>
      <w:r w:rsidRPr="00E05DBA">
        <w:rPr>
          <w:rtl/>
        </w:rPr>
        <w:t>ينقطع ابداً ولا يحصى عدداً، فرج عني</w:t>
      </w:r>
      <w:r w:rsidRPr="00E05DBA">
        <w:t>.</w:t>
      </w:r>
    </w:p>
    <w:p w:rsidR="002C60F7" w:rsidRDefault="002C60F7" w:rsidP="008501BE">
      <w:pPr>
        <w:pStyle w:val="libNormal"/>
        <w:rPr>
          <w:rtl/>
        </w:rPr>
      </w:pPr>
      <w:r w:rsidRPr="00E05DBA">
        <w:rPr>
          <w:rtl/>
        </w:rPr>
        <w:t>وله اخبار شهيرة ونوارد كثيرة</w:t>
      </w:r>
      <w:r w:rsidRPr="00E05DBA">
        <w:t>".</w:t>
      </w:r>
    </w:p>
    <w:p w:rsidR="004F5EEE" w:rsidRDefault="002C60F7" w:rsidP="004F5EEE">
      <w:pPr>
        <w:pStyle w:val="Heading1Center"/>
        <w:rPr>
          <w:rtl/>
        </w:rPr>
      </w:pPr>
      <w:bookmarkStart w:id="34" w:name="19"/>
      <w:bookmarkStart w:id="35" w:name="_Toc374532485"/>
      <w:r w:rsidRPr="00E05DBA">
        <w:rPr>
          <w:rtl/>
        </w:rPr>
        <w:t>قول شهاب الدين التويري</w:t>
      </w:r>
      <w:bookmarkEnd w:id="34"/>
      <w:bookmarkEnd w:id="35"/>
    </w:p>
    <w:p w:rsidR="003C606F" w:rsidRDefault="005D4559" w:rsidP="00756F75">
      <w:pPr>
        <w:pStyle w:val="libNormal"/>
      </w:pPr>
      <w:r>
        <w:rPr>
          <w:rFonts w:hint="cs"/>
          <w:rtl/>
        </w:rPr>
        <w:t xml:space="preserve">17 ـ </w:t>
      </w:r>
      <w:r w:rsidR="002C60F7" w:rsidRPr="00756F75">
        <w:rPr>
          <w:rtl/>
        </w:rPr>
        <w:t>قال شهاب الدين أحمد بن عبدالوهاب التويري، المتوفى سنة</w:t>
      </w:r>
      <w:r w:rsidR="002C60F7" w:rsidRPr="00756F75">
        <w:t xml:space="preserve"> 733</w:t>
      </w:r>
      <w:r w:rsidR="002C60F7" w:rsidRPr="00756F75">
        <w:rPr>
          <w:rtl/>
        </w:rPr>
        <w:t>، في كتابه نهاية الأرب في فنون الأدب، طبع المجلس الاعلى للثقافة</w:t>
      </w:r>
      <w:r w:rsidR="002C60F7" w:rsidRPr="00756F75">
        <w:t xml:space="preserve"> </w:t>
      </w:r>
      <w:r w:rsidR="002C60F7" w:rsidRPr="00756F75">
        <w:rPr>
          <w:rtl/>
        </w:rPr>
        <w:t>القاهرة 1404هـ، ج22 ص133 ـ 134</w:t>
      </w:r>
      <w:r w:rsidR="002C60F7" w:rsidRPr="00756F75">
        <w:t>:</w:t>
      </w:r>
    </w:p>
    <w:p w:rsidR="00615A88" w:rsidRPr="00756F75" w:rsidRDefault="002C60F7" w:rsidP="000F17D4">
      <w:pPr>
        <w:pStyle w:val="libNormal"/>
        <w:rPr>
          <w:rtl/>
        </w:rPr>
      </w:pPr>
      <w:r w:rsidRPr="00756F75">
        <w:t>"</w:t>
      </w:r>
      <w:r w:rsidRPr="00756F75">
        <w:rPr>
          <w:rtl/>
        </w:rPr>
        <w:t>وفيها (أي: سنة ثلاث وثمانين ومائة) توفى موسى بن جعفر بن محمد بن علي بن</w:t>
      </w:r>
      <w:r w:rsidRPr="00756F75">
        <w:t xml:space="preserve"> </w:t>
      </w:r>
      <w:r w:rsidRPr="00756F75">
        <w:rPr>
          <w:rtl/>
        </w:rPr>
        <w:t>الحسين بن علي بن أبي طالب ببغداد في حبس الرشيد، وكان سبب حبسه: ان الرشيد</w:t>
      </w:r>
      <w:r w:rsidRPr="00756F75">
        <w:t xml:space="preserve"> </w:t>
      </w:r>
      <w:r w:rsidRPr="00756F75">
        <w:rPr>
          <w:rtl/>
        </w:rPr>
        <w:t>اعتمر في شهر رمضان سنة تسع وسبعين ومائة، فلما عاد إلى المدينة دخل قبر</w:t>
      </w:r>
      <w:r w:rsidRPr="00756F75">
        <w:t xml:space="preserve"> </w:t>
      </w:r>
      <w:r w:rsidRPr="00756F75">
        <w:rPr>
          <w:rtl/>
        </w:rPr>
        <w:t>النبي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756F75">
        <w:rPr>
          <w:rtl/>
        </w:rPr>
        <w:t xml:space="preserve"> ومعه الناس، فلما انتهى إلى القبر الشريف وقف</w:t>
      </w:r>
      <w:r w:rsidRPr="00756F75">
        <w:t xml:space="preserve"> </w:t>
      </w:r>
      <w:r w:rsidRPr="00756F75">
        <w:rPr>
          <w:rtl/>
        </w:rPr>
        <w:t>فقال: السلام عليك يا رسول الله يا ابن عم ـ قال ذلك افتخاراً على من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4F5EEE" w:rsidRPr="0002589F" w:rsidRDefault="00B73FDF" w:rsidP="008501BE">
      <w:pPr>
        <w:pStyle w:val="libFootnote"/>
        <w:rPr>
          <w:rStyle w:val="libNormalChar"/>
        </w:rPr>
      </w:pPr>
      <w:r w:rsidRPr="00B73FDF">
        <w:rPr>
          <w:rFonts w:hint="cs"/>
          <w:rtl/>
        </w:rPr>
        <w:t xml:space="preserve">(1) </w:t>
      </w:r>
      <w:r w:rsidR="002C60F7" w:rsidRPr="00B73FDF">
        <w:rPr>
          <w:rtl/>
        </w:rPr>
        <w:t>في المصدر الناقلة لهذه القصة: حبشياً</w:t>
      </w:r>
      <w:r w:rsidR="002C60F7" w:rsidRPr="00B73FDF">
        <w:t>.</w:t>
      </w:r>
    </w:p>
    <w:p w:rsidR="004F5EEE" w:rsidRDefault="004F5EEE" w:rsidP="00682ACE">
      <w:pPr>
        <w:pStyle w:val="libNormal"/>
      </w:pPr>
      <w:r>
        <w:br w:type="page"/>
      </w:r>
    </w:p>
    <w:p w:rsidR="004F5EEE" w:rsidRDefault="002C60F7" w:rsidP="00B13028">
      <w:pPr>
        <w:pStyle w:val="libNormal0"/>
        <w:rPr>
          <w:rtl/>
        </w:rPr>
      </w:pPr>
      <w:r w:rsidRPr="00E05DBA">
        <w:rPr>
          <w:rtl/>
        </w:rPr>
        <w:lastRenderedPageBreak/>
        <w:t>حوله ـ فدنا موسى</w:t>
      </w:r>
      <w:r w:rsidRPr="00E05DBA">
        <w:t xml:space="preserve"> </w:t>
      </w:r>
      <w:r w:rsidRPr="00E05DBA">
        <w:rPr>
          <w:rtl/>
        </w:rPr>
        <w:t>بن جعفر فقال: السلام عليك يا ابت، فتغير وجه الرشيد وقال: هذا الفخر يا</w:t>
      </w:r>
      <w:r w:rsidRPr="00E05DBA">
        <w:t xml:space="preserve"> </w:t>
      </w:r>
      <w:r w:rsidRPr="00E05DBA">
        <w:rPr>
          <w:rtl/>
        </w:rPr>
        <w:t>ابا الحسن جداً، ثم أخذه معه إلى العراق فحبسه عند السندي بن شاهك حتى مات</w:t>
      </w:r>
      <w:r w:rsidRPr="00E05DBA">
        <w:t>.</w:t>
      </w:r>
    </w:p>
    <w:p w:rsidR="002C60F7" w:rsidRDefault="002C60F7" w:rsidP="008501BE">
      <w:pPr>
        <w:pStyle w:val="libNormal"/>
        <w:rPr>
          <w:rtl/>
        </w:rPr>
      </w:pPr>
      <w:r w:rsidRPr="00E05DBA">
        <w:rPr>
          <w:rtl/>
        </w:rPr>
        <w:t>وكان رجلا صالحاً خيراً ديناً يقوم الليل كله، وهو الملقّب بالكاظم، لقب</w:t>
      </w:r>
      <w:r w:rsidRPr="00E05DBA">
        <w:t xml:space="preserve"> </w:t>
      </w:r>
      <w:r w:rsidRPr="00E05DBA">
        <w:rPr>
          <w:rtl/>
        </w:rPr>
        <w:t>بذلك لاحسانه لمن أساء إليه</w:t>
      </w:r>
      <w:r w:rsidRPr="00E05DBA">
        <w:t>".</w:t>
      </w:r>
    </w:p>
    <w:p w:rsidR="004F5EEE" w:rsidRDefault="002C60F7" w:rsidP="004F5EEE">
      <w:pPr>
        <w:pStyle w:val="Heading1Center"/>
        <w:rPr>
          <w:rtl/>
        </w:rPr>
      </w:pPr>
      <w:bookmarkStart w:id="36" w:name="20"/>
      <w:bookmarkStart w:id="37" w:name="_Toc374532486"/>
      <w:r w:rsidRPr="00E05DBA">
        <w:rPr>
          <w:rtl/>
        </w:rPr>
        <w:t>قول شهاب الدين العسقلاني</w:t>
      </w:r>
      <w:bookmarkEnd w:id="36"/>
      <w:bookmarkEnd w:id="37"/>
    </w:p>
    <w:p w:rsidR="003C606F" w:rsidRDefault="005D4559" w:rsidP="00D81D4B">
      <w:pPr>
        <w:pStyle w:val="libNormal"/>
        <w:rPr>
          <w:rtl/>
        </w:rPr>
      </w:pPr>
      <w:r>
        <w:rPr>
          <w:rFonts w:hint="cs"/>
          <w:rtl/>
        </w:rPr>
        <w:t xml:space="preserve">18 ـ </w:t>
      </w:r>
      <w:r w:rsidR="002C60F7" w:rsidRPr="00756F75">
        <w:rPr>
          <w:rtl/>
        </w:rPr>
        <w:t>قال شهاب الدين أبو الفضل أحمد بن علي بن حجر العسقلاني،</w:t>
      </w:r>
      <w:r w:rsidR="002C60F7" w:rsidRPr="00756F75">
        <w:t xml:space="preserve"> </w:t>
      </w:r>
      <w:r w:rsidR="002C60F7" w:rsidRPr="00756F75">
        <w:rPr>
          <w:rtl/>
        </w:rPr>
        <w:t>في كتابه تهذيب التهذيب</w:t>
      </w:r>
      <w:r w:rsidR="002C60F7" w:rsidRPr="003C606F">
        <w:rPr>
          <w:rStyle w:val="libFootnotenumChar"/>
          <w:rtl/>
        </w:rPr>
        <w:t>(1)</w:t>
      </w:r>
      <w:r w:rsidR="002C60F7" w:rsidRPr="00756F75">
        <w:rPr>
          <w:rtl/>
        </w:rPr>
        <w:t>، الطبعة الأولى سنة 1327 بمطبعة مجلس دائرة</w:t>
      </w:r>
      <w:r w:rsidR="002C60F7" w:rsidRPr="00756F75">
        <w:t xml:space="preserve"> </w:t>
      </w:r>
      <w:r w:rsidR="002C60F7" w:rsidRPr="00756F75">
        <w:rPr>
          <w:rtl/>
        </w:rPr>
        <w:t>المعارف النظامية الكائنة في الهند بمحروسة حيدرآباد الدكن ج10 ص339 ـ 340</w:t>
      </w:r>
      <w:r w:rsidR="002C60F7" w:rsidRPr="00756F75">
        <w:t xml:space="preserve"> </w:t>
      </w:r>
      <w:r w:rsidR="002C60F7" w:rsidRPr="00756F75">
        <w:rPr>
          <w:rtl/>
        </w:rPr>
        <w:t>قم 597</w:t>
      </w:r>
      <w:r w:rsidR="002C60F7" w:rsidRPr="00756F75">
        <w:t>:</w:t>
      </w:r>
      <w:r w:rsidR="002C60F7" w:rsidRPr="00756F75">
        <w:br/>
        <w:t>"</w:t>
      </w:r>
      <w:r w:rsidR="002C60F7" w:rsidRPr="00756F75">
        <w:rPr>
          <w:rtl/>
        </w:rPr>
        <w:t>موسى بن جعفر بن محمد بن علي بن الحسين بن علي بن أبي طالب الهاشمي العلوي</w:t>
      </w:r>
      <w:r w:rsidR="002C60F7" w:rsidRPr="00756F75">
        <w:t xml:space="preserve"> </w:t>
      </w:r>
      <w:r w:rsidR="002C60F7" w:rsidRPr="00756F75">
        <w:rPr>
          <w:rtl/>
        </w:rPr>
        <w:t>أبو الحسن المدني الكاظم، روى عن أبيه وعبدالله بن دينار وعبدالملك بن</w:t>
      </w:r>
      <w:r w:rsidR="002C60F7" w:rsidRPr="00756F75">
        <w:t xml:space="preserve"> </w:t>
      </w:r>
      <w:r w:rsidR="002C60F7" w:rsidRPr="00756F75">
        <w:rPr>
          <w:rtl/>
        </w:rPr>
        <w:t>قدامة الجمحي، وعنه أخواه علي ومحمد، وأولاده: ابراهيم وحسين واسماعيل وعلي</w:t>
      </w:r>
      <w:r w:rsidR="002C60F7" w:rsidRPr="00756F75">
        <w:t xml:space="preserve"> </w:t>
      </w:r>
      <w:r w:rsidR="002C60F7" w:rsidRPr="00756F75">
        <w:rPr>
          <w:rtl/>
        </w:rPr>
        <w:t>الرضي، وصالح بن يزيد، ومحمد بن صدقة العنبري</w:t>
      </w:r>
      <w:r w:rsidR="002C60F7" w:rsidRPr="00756F75">
        <w:t>.</w:t>
      </w:r>
    </w:p>
    <w:p w:rsidR="003C606F" w:rsidRDefault="002C60F7" w:rsidP="00756F75">
      <w:pPr>
        <w:pStyle w:val="libNormal"/>
        <w:rPr>
          <w:rtl/>
        </w:rPr>
      </w:pPr>
      <w:r w:rsidRPr="00756F75">
        <w:rPr>
          <w:rtl/>
        </w:rPr>
        <w:t>قال أبو حاتم: ثقة صدوق إمام من أئمة المسلمين</w:t>
      </w:r>
      <w:r w:rsidRPr="00756F75">
        <w:t>.</w:t>
      </w:r>
    </w:p>
    <w:p w:rsidR="003C606F" w:rsidRDefault="002C60F7" w:rsidP="00756F75">
      <w:pPr>
        <w:pStyle w:val="libNormal"/>
        <w:rPr>
          <w:rtl/>
        </w:rPr>
      </w:pPr>
      <w:r w:rsidRPr="00756F75">
        <w:rPr>
          <w:rtl/>
        </w:rPr>
        <w:t>قال يحيى بن الحسن بن جعفر النسابة: كان موسى بن جعفر يدعى العبد الصالح من</w:t>
      </w:r>
      <w:r w:rsidRPr="00756F75">
        <w:t xml:space="preserve"> </w:t>
      </w:r>
      <w:r w:rsidRPr="00756F75">
        <w:rPr>
          <w:rtl/>
        </w:rPr>
        <w:t>عبادته واجتهاده</w:t>
      </w:r>
      <w:r w:rsidRPr="00756F75">
        <w:t>.</w:t>
      </w:r>
    </w:p>
    <w:p w:rsidR="003C606F" w:rsidRDefault="002C60F7" w:rsidP="00756F75">
      <w:pPr>
        <w:pStyle w:val="libNormal"/>
        <w:rPr>
          <w:rtl/>
        </w:rPr>
      </w:pPr>
      <w:r w:rsidRPr="00756F75">
        <w:rPr>
          <w:rtl/>
        </w:rPr>
        <w:t>وقال الخطيب: يقال: انه ولد بالمدينة في سنة 128هـ واقدمه المهدي إلى بغداد</w:t>
      </w:r>
      <w:r w:rsidRPr="00756F75">
        <w:t xml:space="preserve"> </w:t>
      </w:r>
      <w:r w:rsidRPr="00756F75">
        <w:rPr>
          <w:rtl/>
        </w:rPr>
        <w:t>ثم رده إلى المدينة، وأقام بها إلى أيام الرشيد، فقدم هارون منصرفاً من</w:t>
      </w:r>
      <w:r w:rsidRPr="00756F75">
        <w:t xml:space="preserve"> </w:t>
      </w:r>
      <w:r w:rsidRPr="00756F75">
        <w:rPr>
          <w:rtl/>
        </w:rPr>
        <w:t>عمرة رمضان سنة 79، فحمله معه إلى بغداد وحبسه بها إلى أن توفى في محبسه</w:t>
      </w:r>
      <w:r w:rsidRPr="00756F75">
        <w:t>.</w:t>
      </w:r>
    </w:p>
    <w:p w:rsidR="00615A88" w:rsidRPr="00756F75" w:rsidRDefault="002C60F7" w:rsidP="00756F75">
      <w:pPr>
        <w:pStyle w:val="libNormal"/>
        <w:rPr>
          <w:rtl/>
        </w:rPr>
      </w:pPr>
      <w:r w:rsidRPr="00756F75">
        <w:rPr>
          <w:rtl/>
        </w:rPr>
        <w:t>وقال محمد بن صدقة العنبري: توفى سنة 183، وقال غيره: في رجب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4F5EEE" w:rsidRPr="0002589F" w:rsidRDefault="00B73FDF" w:rsidP="008501BE">
      <w:pPr>
        <w:pStyle w:val="libFootnote"/>
        <w:rPr>
          <w:rStyle w:val="libNormalChar"/>
        </w:rPr>
      </w:pPr>
      <w:r w:rsidRPr="00B73FDF">
        <w:rPr>
          <w:rFonts w:hint="cs"/>
          <w:rtl/>
        </w:rPr>
        <w:t xml:space="preserve">(1) </w:t>
      </w:r>
      <w:r w:rsidR="002C60F7" w:rsidRPr="00B73FDF">
        <w:rPr>
          <w:rtl/>
        </w:rPr>
        <w:t>هذا الكتاب مختصر لكتاب تهذيب الكمال، وتهذيب الكمال مختصر لكتاب</w:t>
      </w:r>
      <w:r w:rsidR="002C60F7" w:rsidRPr="00B73FDF">
        <w:t xml:space="preserve"> </w:t>
      </w:r>
      <w:r w:rsidR="002C60F7" w:rsidRPr="00B73FDF">
        <w:rPr>
          <w:rtl/>
        </w:rPr>
        <w:t>الكمال في أسماء الرجال</w:t>
      </w:r>
      <w:r w:rsidR="002C60F7" w:rsidRPr="00B73FDF">
        <w:t>.</w:t>
      </w:r>
    </w:p>
    <w:p w:rsidR="004F5EEE" w:rsidRDefault="004F5EEE" w:rsidP="00682ACE">
      <w:pPr>
        <w:pStyle w:val="libNormal"/>
      </w:pPr>
      <w:r>
        <w:br w:type="page"/>
      </w:r>
    </w:p>
    <w:p w:rsidR="004F5EEE" w:rsidRDefault="002C60F7" w:rsidP="00B13028">
      <w:pPr>
        <w:pStyle w:val="libNormal0"/>
        <w:rPr>
          <w:rtl/>
        </w:rPr>
      </w:pPr>
      <w:r w:rsidRPr="00E05DBA">
        <w:rPr>
          <w:rtl/>
        </w:rPr>
        <w:lastRenderedPageBreak/>
        <w:t>ومناقبه كثيرة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قلت: ان ثبت ان مولده سنة 8 فروايته عن عبدالله بن دينار منقطعة عبدالله بن</w:t>
      </w:r>
      <w:r w:rsidRPr="00E05DBA">
        <w:t xml:space="preserve"> </w:t>
      </w:r>
      <w:r w:rsidRPr="00E05DBA">
        <w:rPr>
          <w:rtl/>
        </w:rPr>
        <w:t>دينار توفى سنة 27</w:t>
      </w:r>
      <w:r w:rsidRPr="00E05DBA">
        <w:t>".</w:t>
      </w:r>
    </w:p>
    <w:p w:rsidR="004F5EEE" w:rsidRDefault="002C60F7" w:rsidP="008501BE">
      <w:pPr>
        <w:pStyle w:val="libNormal"/>
      </w:pPr>
      <w:r w:rsidRPr="00E05DBA">
        <w:rPr>
          <w:rtl/>
        </w:rPr>
        <w:t>وقال ايضاً في كتابه تقريب التهذيب</w:t>
      </w:r>
      <w:r w:rsidRPr="003C606F">
        <w:rPr>
          <w:rStyle w:val="libFootnotenumChar"/>
          <w:rtl/>
        </w:rPr>
        <w:t>(1)</w:t>
      </w:r>
      <w:r w:rsidRPr="00E05DBA">
        <w:rPr>
          <w:rtl/>
        </w:rPr>
        <w:t>، طبع المكتبة العلمية بالمدينة</w:t>
      </w:r>
      <w:r w:rsidRPr="00E05DBA">
        <w:t xml:space="preserve"> </w:t>
      </w:r>
      <w:r w:rsidRPr="00E05DBA">
        <w:rPr>
          <w:rtl/>
        </w:rPr>
        <w:t>المنورة، ج2 ص280 رقم 1444</w:t>
      </w:r>
      <w:r w:rsidRPr="00E05DBA">
        <w:t>:</w:t>
      </w:r>
    </w:p>
    <w:p w:rsidR="002C60F7" w:rsidRDefault="002C60F7" w:rsidP="008501BE">
      <w:pPr>
        <w:pStyle w:val="libNormal"/>
        <w:rPr>
          <w:rtl/>
        </w:rPr>
      </w:pPr>
      <w:r w:rsidRPr="00E05DBA">
        <w:t>"</w:t>
      </w:r>
      <w:r w:rsidRPr="00E05DBA">
        <w:rPr>
          <w:rtl/>
        </w:rPr>
        <w:t>موسى بن جعفر بن محمد بن علي بن الحسين بن علي، أبو الحسن الهاشمي،</w:t>
      </w:r>
      <w:r w:rsidRPr="00E05DBA">
        <w:t xml:space="preserve"> </w:t>
      </w:r>
      <w:r w:rsidRPr="00E05DBA">
        <w:rPr>
          <w:rtl/>
        </w:rPr>
        <w:t>المعروف بالكاظم، صدوق عابد، من السابعة، مات سنة ثلاث وثمانين"</w:t>
      </w:r>
      <w:r w:rsidRPr="003C606F">
        <w:rPr>
          <w:rStyle w:val="libFootnotenumChar"/>
          <w:rtl/>
        </w:rPr>
        <w:t>(2)</w:t>
      </w:r>
      <w:r w:rsidRPr="00E05DBA">
        <w:t>.</w:t>
      </w:r>
    </w:p>
    <w:p w:rsidR="004F5EEE" w:rsidRDefault="002C60F7" w:rsidP="004F5EEE">
      <w:pPr>
        <w:pStyle w:val="Heading1Center"/>
        <w:rPr>
          <w:rtl/>
        </w:rPr>
      </w:pPr>
      <w:bookmarkStart w:id="38" w:name="21"/>
      <w:bookmarkStart w:id="39" w:name="_Toc374532487"/>
      <w:r w:rsidRPr="00E05DBA">
        <w:rPr>
          <w:rtl/>
        </w:rPr>
        <w:t>قول جمال الدين الأتابكي</w:t>
      </w:r>
      <w:bookmarkEnd w:id="38"/>
      <w:bookmarkEnd w:id="39"/>
    </w:p>
    <w:p w:rsidR="003C606F" w:rsidRDefault="005D4559" w:rsidP="00860EF8">
      <w:pPr>
        <w:pStyle w:val="libNormal"/>
      </w:pPr>
      <w:r>
        <w:rPr>
          <w:rFonts w:hint="cs"/>
          <w:rtl/>
        </w:rPr>
        <w:t xml:space="preserve">19 ـ </w:t>
      </w:r>
      <w:r w:rsidR="002C60F7" w:rsidRPr="00860EF8">
        <w:rPr>
          <w:rtl/>
        </w:rPr>
        <w:t>قال جمال الدين أبو المحاسن يوسف بن تغري بردي الاتابكي المتوفى سنة</w:t>
      </w:r>
      <w:r w:rsidR="002C60F7" w:rsidRPr="00860EF8">
        <w:t xml:space="preserve"> 874</w:t>
      </w:r>
      <w:r w:rsidR="002C60F7" w:rsidRPr="00860EF8">
        <w:rPr>
          <w:rtl/>
        </w:rPr>
        <w:t>هـ، في كتابه النجوم الزاهرة في ملوك مصر والقاهرة، طبعة مصورة عن طبعة</w:t>
      </w:r>
      <w:r w:rsidR="002C60F7" w:rsidRPr="00860EF8">
        <w:t xml:space="preserve"> </w:t>
      </w:r>
      <w:r w:rsidR="002C60F7" w:rsidRPr="00860EF8">
        <w:rPr>
          <w:rtl/>
        </w:rPr>
        <w:t>دار الكتب في مصر، ج2 ص112</w:t>
      </w:r>
      <w:r w:rsidR="002C60F7" w:rsidRPr="00860EF8">
        <w:t>:</w:t>
      </w:r>
    </w:p>
    <w:p w:rsidR="003C606F" w:rsidRDefault="002C60F7" w:rsidP="00860EF8">
      <w:pPr>
        <w:pStyle w:val="libNormal"/>
        <w:rPr>
          <w:rtl/>
        </w:rPr>
      </w:pPr>
      <w:r w:rsidRPr="00860EF8">
        <w:t>"</w:t>
      </w:r>
      <w:r w:rsidRPr="00860EF8">
        <w:rPr>
          <w:rtl/>
        </w:rPr>
        <w:t>وفيها (أي في سنة 183هـ) توفى الامام موسى الكاظم بن جعفر الصادق بن محمد</w:t>
      </w:r>
      <w:r w:rsidRPr="00860EF8">
        <w:t xml:space="preserve"> </w:t>
      </w:r>
      <w:r w:rsidRPr="00860EF8">
        <w:rPr>
          <w:rtl/>
        </w:rPr>
        <w:t>الباقر بن علي زين العابدين بن السيد الحسين بن علي بن أبي طالب رضي الله</w:t>
      </w:r>
      <w:r w:rsidRPr="00860EF8">
        <w:t xml:space="preserve"> </w:t>
      </w:r>
      <w:r w:rsidRPr="00860EF8">
        <w:rPr>
          <w:rtl/>
        </w:rPr>
        <w:t>عنهم أجمعين</w:t>
      </w:r>
      <w:r w:rsidRPr="00860EF8">
        <w:t>.</w:t>
      </w:r>
    </w:p>
    <w:p w:rsidR="002C60F7" w:rsidRPr="0082177B" w:rsidRDefault="002C60F7" w:rsidP="00860EF8">
      <w:pPr>
        <w:pStyle w:val="libNormal"/>
        <w:rPr>
          <w:rtl/>
        </w:rPr>
      </w:pPr>
      <w:r w:rsidRPr="00860EF8">
        <w:rPr>
          <w:rtl/>
        </w:rPr>
        <w:t>كان موسى المذكور يدعى العبد الصالح لعبادته، وبالكاظم لعلمه ولد بالمدينة</w:t>
      </w:r>
      <w:r w:rsidRPr="00860EF8">
        <w:t xml:space="preserve"> </w:t>
      </w:r>
      <w:r w:rsidRPr="00860EF8">
        <w:rPr>
          <w:rtl/>
        </w:rPr>
        <w:t>سنة ثمان أو تسع وعشرين ومائة، وكان سيداً عالماً فاضلا سنياً جواداً</w:t>
      </w:r>
      <w:r w:rsidRPr="00860EF8">
        <w:t xml:space="preserve"> </w:t>
      </w:r>
      <w:r w:rsidRPr="00860EF8">
        <w:rPr>
          <w:rtl/>
        </w:rPr>
        <w:t>ممدوحاً مجاب الدعوة</w:t>
      </w:r>
      <w:r w:rsidRPr="00860EF8">
        <w:t>".</w:t>
      </w:r>
    </w:p>
    <w:p w:rsidR="004F5EEE" w:rsidRDefault="002C60F7" w:rsidP="004F5EEE">
      <w:pPr>
        <w:pStyle w:val="Heading1Center"/>
        <w:rPr>
          <w:rtl/>
        </w:rPr>
      </w:pPr>
      <w:bookmarkStart w:id="40" w:name="22"/>
      <w:bookmarkStart w:id="41" w:name="_Toc374532488"/>
      <w:r w:rsidRPr="00E05DBA">
        <w:rPr>
          <w:rtl/>
        </w:rPr>
        <w:t>قول الداعي إدريس عماد الدين</w:t>
      </w:r>
      <w:bookmarkEnd w:id="40"/>
      <w:bookmarkEnd w:id="41"/>
    </w:p>
    <w:p w:rsidR="00615A88" w:rsidRPr="00756F75" w:rsidRDefault="005D4559" w:rsidP="00756F75">
      <w:pPr>
        <w:pStyle w:val="libNormal"/>
        <w:rPr>
          <w:rtl/>
        </w:rPr>
      </w:pPr>
      <w:r>
        <w:rPr>
          <w:rFonts w:hint="cs"/>
          <w:rtl/>
        </w:rPr>
        <w:t xml:space="preserve">20 ـ </w:t>
      </w:r>
      <w:r w:rsidR="002C60F7" w:rsidRPr="00756F75">
        <w:rPr>
          <w:rtl/>
        </w:rPr>
        <w:t>قال الداعي ادريس عماد الدين المتوفى سنة 872، في كتابه تاريخ الخلفاء</w:t>
      </w:r>
      <w:r w:rsidR="002C60F7" w:rsidRPr="00756F75">
        <w:t xml:space="preserve"> </w:t>
      </w:r>
      <w:r w:rsidR="002C60F7" w:rsidRPr="00756F75">
        <w:rPr>
          <w:rtl/>
        </w:rPr>
        <w:t>الفاطميين بالمغرب (القسم الخاص من كتاب عيون الأخبار) طبعة دار المغرب</w:t>
      </w:r>
      <w:r w:rsidR="002C60F7" w:rsidRPr="00756F75">
        <w:t xml:space="preserve"> </w:t>
      </w:r>
      <w:r w:rsidR="002C60F7" w:rsidRPr="00756F75">
        <w:rPr>
          <w:rtl/>
        </w:rPr>
        <w:t>الاسلامي بيروت 1985م ص46 ـ 47</w:t>
      </w:r>
      <w:r w:rsidR="002C60F7" w:rsidRPr="00756F75">
        <w:t>: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B73FDF" w:rsidRPr="00B73FDF" w:rsidRDefault="00B73FDF" w:rsidP="00B73FDF">
      <w:pPr>
        <w:pStyle w:val="libFootnote"/>
        <w:rPr>
          <w:rtl/>
        </w:rPr>
      </w:pPr>
      <w:r w:rsidRPr="00B73FDF">
        <w:rPr>
          <w:rFonts w:hint="cs"/>
          <w:rtl/>
        </w:rPr>
        <w:t xml:space="preserve">(1) </w:t>
      </w:r>
      <w:r w:rsidR="002C60F7" w:rsidRPr="00B73FDF">
        <w:rPr>
          <w:rtl/>
        </w:rPr>
        <w:t>هذا الكتاب هو مختصر لكتاب تهذيب التهذيب للمؤلف، فيه زيادات في رجاب</w:t>
      </w:r>
      <w:r w:rsidR="002C60F7" w:rsidRPr="00B73FDF">
        <w:t xml:space="preserve"> </w:t>
      </w:r>
      <w:r w:rsidR="002C60F7" w:rsidRPr="00B73FDF">
        <w:rPr>
          <w:rtl/>
        </w:rPr>
        <w:t>مصنفات أصحاب الكتب الستة غير الاصول</w:t>
      </w:r>
      <w:r w:rsidR="002C60F7" w:rsidRPr="00B73FDF">
        <w:t>.</w:t>
      </w:r>
    </w:p>
    <w:p w:rsidR="004F5EEE" w:rsidRPr="0002589F" w:rsidRDefault="00B73FDF" w:rsidP="008501BE">
      <w:pPr>
        <w:pStyle w:val="libFootnote"/>
        <w:rPr>
          <w:rStyle w:val="libNormalChar"/>
        </w:rPr>
      </w:pPr>
      <w:r w:rsidRPr="00B73FDF">
        <w:rPr>
          <w:rFonts w:hint="cs"/>
          <w:rtl/>
        </w:rPr>
        <w:t xml:space="preserve">(2) </w:t>
      </w:r>
      <w:r w:rsidR="002C60F7" w:rsidRPr="00B73FDF">
        <w:rPr>
          <w:rtl/>
        </w:rPr>
        <w:t>ومائة</w:t>
      </w:r>
      <w:r w:rsidR="002C60F7" w:rsidRPr="00B73FDF">
        <w:t>.</w:t>
      </w:r>
    </w:p>
    <w:p w:rsidR="004F5EEE" w:rsidRDefault="004F5EEE" w:rsidP="00682ACE">
      <w:pPr>
        <w:pStyle w:val="libNormal"/>
      </w:pPr>
      <w:r>
        <w:br w:type="page"/>
      </w:r>
    </w:p>
    <w:p w:rsidR="003C606F" w:rsidRDefault="002C60F7" w:rsidP="000F17D4">
      <w:pPr>
        <w:pStyle w:val="libNormal0"/>
        <w:rPr>
          <w:rtl/>
        </w:rPr>
      </w:pPr>
      <w:r w:rsidRPr="00E05DBA">
        <w:lastRenderedPageBreak/>
        <w:t>"</w:t>
      </w:r>
      <w:r w:rsidRPr="00E05DBA">
        <w:rPr>
          <w:rtl/>
        </w:rPr>
        <w:t>روى عن</w:t>
      </w:r>
      <w:r w:rsidRPr="00E05DBA">
        <w:t xml:space="preserve"> </w:t>
      </w:r>
      <w:r w:rsidRPr="00E05DBA">
        <w:rPr>
          <w:rtl/>
        </w:rPr>
        <w:t>عبدالرحمن بن بكار انه قال: حججت فدخلت المدينة فأتيت مسجد رسول الله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E05DBA">
        <w:rPr>
          <w:rtl/>
        </w:rPr>
        <w:t xml:space="preserve"> فرأيت الناس مجتمعين على مالك بن أنس يسألونه ويفتيهم،</w:t>
      </w:r>
      <w:r w:rsidRPr="00E05DBA">
        <w:t xml:space="preserve"> </w:t>
      </w:r>
      <w:r w:rsidRPr="00E05DBA">
        <w:rPr>
          <w:rtl/>
        </w:rPr>
        <w:t>فقصدت نحوه، فإذا أنا برجل وسيم حاضر في المسجد وحوله حفدته يدفعون الناس</w:t>
      </w:r>
      <w:r w:rsidRPr="00E05DBA">
        <w:t xml:space="preserve"> </w:t>
      </w:r>
      <w:r w:rsidRPr="00E05DBA">
        <w:rPr>
          <w:rtl/>
        </w:rPr>
        <w:t>عنه، فقلت لبعض من حوله: من هذا؟ قالوا موسى بن جعفر فتركت مالكاً وتبعته،</w:t>
      </w:r>
      <w:r w:rsidRPr="00E05DBA">
        <w:t xml:space="preserve"> </w:t>
      </w:r>
      <w:r w:rsidRPr="00E05DBA">
        <w:rPr>
          <w:rtl/>
        </w:rPr>
        <w:t>ولم ازل اتطلف حتى لصقت به، فقلت: يا ابن رسول الله، اني رجل من المغرب من</w:t>
      </w:r>
      <w:r w:rsidRPr="00E05DBA">
        <w:t xml:space="preserve"> </w:t>
      </w:r>
      <w:r w:rsidRPr="00E05DBA">
        <w:rPr>
          <w:rtl/>
        </w:rPr>
        <w:t>شيعتكم وممن يدين الله بولايتكم قال لي: اليك عني يا رجل فانه قد وكل بنا</w:t>
      </w:r>
      <w:r w:rsidRPr="00E05DBA">
        <w:t xml:space="preserve"> </w:t>
      </w:r>
      <w:r w:rsidRPr="00E05DBA">
        <w:rPr>
          <w:rtl/>
        </w:rPr>
        <w:t>حفظة اخافهم عليك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قلت: يسلم الله وانما أردت أن أسألك، فقال: سل عما تريد، قلت: انا قد روينا</w:t>
      </w:r>
      <w:r w:rsidRPr="00E05DBA">
        <w:t xml:space="preserve"> </w:t>
      </w:r>
      <w:r w:rsidRPr="00E05DBA">
        <w:rPr>
          <w:rtl/>
        </w:rPr>
        <w:t>عن</w:t>
      </w:r>
      <w:r w:rsidRPr="003C606F">
        <w:rPr>
          <w:rStyle w:val="libFootnotenumChar"/>
          <w:rtl/>
        </w:rPr>
        <w:t>(1)</w:t>
      </w:r>
      <w:r w:rsidRPr="00E05DBA">
        <w:rPr>
          <w:rtl/>
        </w:rPr>
        <w:t xml:space="preserve"> المهدي منكم، فمتى يكون قيامه؟</w:t>
      </w:r>
    </w:p>
    <w:p w:rsidR="002C60F7" w:rsidRDefault="002C60F7" w:rsidP="008501BE">
      <w:pPr>
        <w:pStyle w:val="libNormal"/>
        <w:rPr>
          <w:rtl/>
        </w:rPr>
      </w:pPr>
      <w:r w:rsidRPr="00E05DBA">
        <w:rPr>
          <w:rtl/>
        </w:rPr>
        <w:t>قال: ان مثل من سألت عنه كمثل عمود سقط من السماء رأسه في المغرب واصله في</w:t>
      </w:r>
      <w:r w:rsidRPr="00E05DBA">
        <w:t xml:space="preserve"> </w:t>
      </w:r>
      <w:r w:rsidRPr="00E05DBA">
        <w:rPr>
          <w:rtl/>
        </w:rPr>
        <w:t>المشرق، فمن أين ترى العمود يقوم إذا أقيم؟ قلتد من قبل رأسه، قال: فحشبك</w:t>
      </w:r>
      <w:r w:rsidRPr="00E05DBA">
        <w:t xml:space="preserve"> </w:t>
      </w:r>
      <w:r w:rsidRPr="00E05DBA">
        <w:rPr>
          <w:rtl/>
        </w:rPr>
        <w:t>من المغرب يقوم واصله من المشرق، وهناك يستوي قيامه ويتم أمره</w:t>
      </w:r>
      <w:r w:rsidRPr="00E05DBA">
        <w:t>".</w:t>
      </w:r>
    </w:p>
    <w:p w:rsidR="004F5EEE" w:rsidRDefault="002C60F7" w:rsidP="004F5EEE">
      <w:pPr>
        <w:pStyle w:val="Heading1Center"/>
        <w:rPr>
          <w:rtl/>
        </w:rPr>
      </w:pPr>
      <w:bookmarkStart w:id="42" w:name="23"/>
      <w:bookmarkStart w:id="43" w:name="_Toc374532489"/>
      <w:r w:rsidRPr="00E05DBA">
        <w:rPr>
          <w:rtl/>
        </w:rPr>
        <w:t>قول أبو الفلاح الحنبلي</w:t>
      </w:r>
      <w:bookmarkEnd w:id="42"/>
      <w:bookmarkEnd w:id="43"/>
    </w:p>
    <w:p w:rsidR="003C606F" w:rsidRDefault="005D4559" w:rsidP="00756F75">
      <w:pPr>
        <w:pStyle w:val="libNormal"/>
      </w:pPr>
      <w:r>
        <w:rPr>
          <w:rFonts w:hint="cs"/>
          <w:rtl/>
        </w:rPr>
        <w:t xml:space="preserve">21 ـ </w:t>
      </w:r>
      <w:r w:rsidR="002C60F7" w:rsidRPr="00756F75">
        <w:rPr>
          <w:rtl/>
        </w:rPr>
        <w:t>قال أبو الفلاح عبدالحي بن العماد الحنبلي، المتوفى سنة 1089هـ في</w:t>
      </w:r>
      <w:r w:rsidR="002C60F7" w:rsidRPr="00756F75">
        <w:t xml:space="preserve"> </w:t>
      </w:r>
      <w:r w:rsidR="002C60F7" w:rsidRPr="00756F75">
        <w:rPr>
          <w:rtl/>
        </w:rPr>
        <w:t>كتابه شذرات الذهب في أخبار من ذهب، منشورات دار الآفاق الجديدة بيروت</w:t>
      </w:r>
      <w:r w:rsidR="002C60F7" w:rsidRPr="00756F75">
        <w:t xml:space="preserve"> </w:t>
      </w:r>
      <w:r w:rsidR="002C60F7" w:rsidRPr="00756F75">
        <w:rPr>
          <w:rtl/>
        </w:rPr>
        <w:t>لبنان، ج1 ص304 ـ 305</w:t>
      </w:r>
      <w:r w:rsidR="002C60F7" w:rsidRPr="00756F75">
        <w:t>:</w:t>
      </w:r>
    </w:p>
    <w:p w:rsidR="003C606F" w:rsidRDefault="002C60F7" w:rsidP="00756F75">
      <w:pPr>
        <w:pStyle w:val="libNormal"/>
        <w:rPr>
          <w:rtl/>
        </w:rPr>
      </w:pPr>
      <w:r w:rsidRPr="00756F75">
        <w:t>"</w:t>
      </w:r>
      <w:r w:rsidRPr="00756F75">
        <w:rPr>
          <w:rtl/>
        </w:rPr>
        <w:t>وفيها (أي: في سنة 183هـ) توفى السيد الجليل أبو الحسن موسى الكاظم بن</w:t>
      </w:r>
      <w:r w:rsidRPr="00756F75">
        <w:t xml:space="preserve"> </w:t>
      </w:r>
      <w:r w:rsidRPr="00756F75">
        <w:rPr>
          <w:rtl/>
        </w:rPr>
        <w:t>جعفر الصادق ووالد علي بن موسى الرضا، ولد سنة 128هـ، روى عن أبيه</w:t>
      </w:r>
      <w:r w:rsidRPr="00756F75">
        <w:t>.</w:t>
      </w:r>
    </w:p>
    <w:p w:rsidR="003C606F" w:rsidRDefault="002C60F7" w:rsidP="00756F75">
      <w:pPr>
        <w:pStyle w:val="libNormal"/>
        <w:rPr>
          <w:rtl/>
        </w:rPr>
      </w:pPr>
      <w:r w:rsidRPr="00756F75">
        <w:rPr>
          <w:rtl/>
        </w:rPr>
        <w:t>قال أبو حامد: ثقة إمام من أئمة المسلمين</w:t>
      </w:r>
      <w:r w:rsidRPr="00756F75">
        <w:t>.</w:t>
      </w:r>
    </w:p>
    <w:p w:rsidR="00615A88" w:rsidRPr="00756F75" w:rsidRDefault="002C60F7" w:rsidP="00756F75">
      <w:pPr>
        <w:pStyle w:val="libNormal"/>
        <w:rPr>
          <w:rtl/>
        </w:rPr>
      </w:pPr>
      <w:r w:rsidRPr="00756F75">
        <w:rPr>
          <w:rtl/>
        </w:rPr>
        <w:t>وقال غيره: كان صالحاً عابداً جواداً حليماً كبير القدر، بلغه عن رجل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4F5EEE" w:rsidRPr="0002589F" w:rsidRDefault="00B73FDF" w:rsidP="008501BE">
      <w:pPr>
        <w:pStyle w:val="libFootnote"/>
        <w:rPr>
          <w:rStyle w:val="libNormalChar"/>
        </w:rPr>
      </w:pPr>
      <w:r w:rsidRPr="00B73FDF">
        <w:rPr>
          <w:rFonts w:hint="cs"/>
          <w:rtl/>
        </w:rPr>
        <w:t xml:space="preserve">(1) </w:t>
      </w:r>
      <w:r w:rsidR="002C60F7" w:rsidRPr="00B73FDF">
        <w:rPr>
          <w:rtl/>
        </w:rPr>
        <w:t>كذا، الظاهر: ان</w:t>
      </w:r>
      <w:r w:rsidR="002C60F7" w:rsidRPr="0062694B">
        <w:rPr>
          <w:rStyle w:val="libNormalChar"/>
        </w:rPr>
        <w:t>.</w:t>
      </w:r>
    </w:p>
    <w:p w:rsidR="004F5EEE" w:rsidRDefault="004F5EEE" w:rsidP="00682ACE">
      <w:pPr>
        <w:pStyle w:val="libNormal"/>
      </w:pPr>
      <w:r>
        <w:br w:type="page"/>
      </w:r>
    </w:p>
    <w:p w:rsidR="004F5EEE" w:rsidRDefault="002C60F7" w:rsidP="00B13028">
      <w:pPr>
        <w:pStyle w:val="libNormal0"/>
        <w:rPr>
          <w:rtl/>
        </w:rPr>
      </w:pPr>
      <w:r w:rsidRPr="00E05DBA">
        <w:rPr>
          <w:rtl/>
        </w:rPr>
        <w:lastRenderedPageBreak/>
        <w:t>الاذى له فبعث</w:t>
      </w:r>
      <w:r w:rsidRPr="00E05DBA">
        <w:t xml:space="preserve"> </w:t>
      </w:r>
      <w:r w:rsidRPr="00E05DBA">
        <w:rPr>
          <w:rtl/>
        </w:rPr>
        <w:t>بألف دينار، وهو أحد الأئمة الاثني عشر المعصومين على اعتقاد الامامية</w:t>
      </w:r>
      <w:r w:rsidRPr="00E05DBA">
        <w:t>.</w:t>
      </w:r>
    </w:p>
    <w:p w:rsidR="004F5EEE" w:rsidRDefault="002C60F7" w:rsidP="00C56E4E">
      <w:pPr>
        <w:pStyle w:val="libNormal"/>
        <w:rPr>
          <w:rtl/>
        </w:rPr>
      </w:pPr>
      <w:r w:rsidRPr="00E05DBA">
        <w:rPr>
          <w:rtl/>
        </w:rPr>
        <w:t>سكن المدينة، فأقدمه المهدي بغداد وحبسه، فرأى المهدي في نومه علياً كرم</w:t>
      </w:r>
      <w:r w:rsidRPr="00E05DBA">
        <w:t xml:space="preserve"> </w:t>
      </w:r>
      <w:r w:rsidRPr="00E05DBA">
        <w:rPr>
          <w:rtl/>
        </w:rPr>
        <w:t xml:space="preserve">الله وجهه وهو يقول له: يا محمد </w:t>
      </w:r>
      <w:r w:rsidR="00C56E4E" w:rsidRPr="00980442">
        <w:rPr>
          <w:rStyle w:val="libAlaemChar"/>
          <w:rFonts w:eastAsiaTheme="minorHAnsi"/>
          <w:rtl/>
        </w:rPr>
        <w:t>(</w:t>
      </w:r>
      <w:r w:rsidRPr="00C56E4E">
        <w:rPr>
          <w:rStyle w:val="libAieChar"/>
          <w:rtl/>
        </w:rPr>
        <w:t>فهل</w:t>
      </w:r>
      <w:r w:rsidRPr="00C56E4E">
        <w:rPr>
          <w:rStyle w:val="libAieChar"/>
        </w:rPr>
        <w:t xml:space="preserve"> </w:t>
      </w:r>
      <w:r w:rsidRPr="00C56E4E">
        <w:rPr>
          <w:rStyle w:val="libAieChar"/>
          <w:rtl/>
        </w:rPr>
        <w:t>عسيتم أن توليتم أن تفسدوا في الأرض</w:t>
      </w:r>
      <w:r w:rsidRPr="00C56E4E">
        <w:rPr>
          <w:rStyle w:val="libAieChar"/>
        </w:rPr>
        <w:t xml:space="preserve"> </w:t>
      </w:r>
      <w:r w:rsidRPr="00C56E4E">
        <w:rPr>
          <w:rStyle w:val="libAieChar"/>
          <w:rtl/>
        </w:rPr>
        <w:t>وتقطعوا أرحامكم</w:t>
      </w:r>
      <w:r w:rsidR="00C56E4E" w:rsidRPr="00980442">
        <w:rPr>
          <w:rStyle w:val="libAlaemChar"/>
          <w:rFonts w:eastAsiaTheme="minorHAnsi"/>
          <w:rtl/>
        </w:rPr>
        <w:t>)</w:t>
      </w:r>
      <w:r w:rsidR="00C56E4E" w:rsidRPr="003C606F">
        <w:rPr>
          <w:rStyle w:val="libFootnotenumChar"/>
          <w:rtl/>
        </w:rPr>
        <w:t xml:space="preserve"> </w:t>
      </w:r>
      <w:r w:rsidRPr="003C606F">
        <w:rPr>
          <w:rStyle w:val="libFootnotenumChar"/>
          <w:rtl/>
        </w:rPr>
        <w:t>(1)</w:t>
      </w:r>
      <w:r w:rsidRPr="00E05DBA">
        <w:rPr>
          <w:rtl/>
        </w:rPr>
        <w:t xml:space="preserve"> فاطلقه على ان لا يخرج عليه ولا على أحد من بنيه</w:t>
      </w:r>
      <w:r w:rsidRPr="00E05DBA">
        <w:t xml:space="preserve"> </w:t>
      </w:r>
      <w:r w:rsidRPr="00E05DBA">
        <w:rPr>
          <w:rtl/>
        </w:rPr>
        <w:t>واعطاه ثلاث آلاف ورده إلى المدينة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ثم حبسه هارون الرشيد في دولته، ومات في حبسه</w:t>
      </w:r>
      <w:r w:rsidRPr="00E05DBA">
        <w:t>.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وقيل: ان هارون قال: رأيت حسيناً في النوم قد اتى بالحربة وقال: ان خليت عن</w:t>
      </w:r>
      <w:r w:rsidRPr="00E05DBA">
        <w:t xml:space="preserve"> </w:t>
      </w:r>
      <w:r w:rsidRPr="00E05DBA">
        <w:rPr>
          <w:rtl/>
        </w:rPr>
        <w:t>موسى هذه الليلة وإلاّ نحرتك بها فخلاه واعطاه ثلاثين ألف درهم</w:t>
      </w:r>
      <w:r w:rsidRPr="00E05DBA">
        <w:t>.</w:t>
      </w:r>
    </w:p>
    <w:p w:rsidR="003C606F" w:rsidRDefault="002C60F7" w:rsidP="00C56E4E">
      <w:pPr>
        <w:pStyle w:val="libNormal"/>
        <w:rPr>
          <w:rtl/>
        </w:rPr>
      </w:pPr>
      <w:r w:rsidRPr="00E05DBA">
        <w:rPr>
          <w:rtl/>
        </w:rPr>
        <w:t>وقال موسى: رأيت النبي</w:t>
      </w:r>
      <w:r w:rsidR="00C56E4E" w:rsidRPr="00C56E4E">
        <w:rPr>
          <w:rFonts w:ascii="Traditional Arabic" w:eastAsiaTheme="minorHAnsi" w:hAnsi="Traditional Arabic"/>
          <w:rtl/>
        </w:rPr>
        <w:t xml:space="preserve"> </w:t>
      </w:r>
      <w:r w:rsidR="00C56E4E" w:rsidRPr="00C56E4E">
        <w:rPr>
          <w:rStyle w:val="libAlaemChar"/>
          <w:rFonts w:eastAsiaTheme="minorHAnsi"/>
          <w:rtl/>
        </w:rPr>
        <w:t>صلى‌الله‌عليه‌وآله‌وسلم</w:t>
      </w:r>
      <w:r w:rsidRPr="00E05DBA">
        <w:rPr>
          <w:rtl/>
        </w:rPr>
        <w:t xml:space="preserve"> وقال لي: يا موسى حبست</w:t>
      </w:r>
      <w:r w:rsidRPr="00E05DBA">
        <w:t xml:space="preserve"> </w:t>
      </w:r>
      <w:r w:rsidRPr="00E05DBA">
        <w:rPr>
          <w:rtl/>
        </w:rPr>
        <w:t>ظلماً، فقل هذه الكلمات لا تبت هذه الليلة في الحبس</w:t>
      </w:r>
      <w:r w:rsidRPr="00E05DBA">
        <w:t>: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يا سامع كل صوت، يا سائق</w:t>
      </w:r>
      <w:r w:rsidRPr="003C606F">
        <w:rPr>
          <w:rStyle w:val="libFootnotenumChar"/>
          <w:rtl/>
        </w:rPr>
        <w:t>(2)</w:t>
      </w:r>
      <w:r w:rsidRPr="00E05DBA">
        <w:rPr>
          <w:rtl/>
        </w:rPr>
        <w:t xml:space="preserve"> الفوت، ياكسي العظام لحماً ومنشرها بعد الموت،</w:t>
      </w:r>
      <w:r w:rsidRPr="00E05DBA">
        <w:t xml:space="preserve"> </w:t>
      </w:r>
      <w:r w:rsidRPr="00E05DBA">
        <w:rPr>
          <w:rtl/>
        </w:rPr>
        <w:t>أسألك باسمائك الحسنى وباسمك الأعظم الأكبر المخزون المكنون الذي لم يطلع</w:t>
      </w:r>
      <w:r w:rsidRPr="00E05DBA">
        <w:t xml:space="preserve"> </w:t>
      </w:r>
      <w:r w:rsidRPr="00E05DBA">
        <w:rPr>
          <w:rtl/>
        </w:rPr>
        <w:t>عليه أحد من المخلوقين، يا حليماً ذا أناة، يا ذا المعروف الذي لا ينقطع</w:t>
      </w:r>
      <w:r w:rsidRPr="00E05DBA">
        <w:t xml:space="preserve"> </w:t>
      </w:r>
      <w:r w:rsidRPr="00E05DBA">
        <w:rPr>
          <w:rtl/>
        </w:rPr>
        <w:t>ابداً فرج عني</w:t>
      </w:r>
      <w:r w:rsidRPr="00E05DBA">
        <w:t>.</w:t>
      </w:r>
    </w:p>
    <w:p w:rsidR="002C60F7" w:rsidRDefault="002C60F7" w:rsidP="00490D4A">
      <w:pPr>
        <w:pStyle w:val="libNormal"/>
        <w:rPr>
          <w:rtl/>
        </w:rPr>
      </w:pPr>
      <w:r w:rsidRPr="00E05DBA">
        <w:rPr>
          <w:rtl/>
        </w:rPr>
        <w:t>واخباره كثيرة شهيرة</w:t>
      </w:r>
      <w:r w:rsidR="00490D4A" w:rsidRPr="00490D4A">
        <w:rPr>
          <w:rStyle w:val="libAlaemChar"/>
          <w:rtl/>
        </w:rPr>
        <w:t xml:space="preserve"> رضي‌الله‌عنه</w:t>
      </w:r>
      <w:r w:rsidR="00490D4A" w:rsidRPr="00035AAF">
        <w:rPr>
          <w:rFonts w:hint="cs"/>
          <w:rtl/>
        </w:rPr>
        <w:t xml:space="preserve"> </w:t>
      </w:r>
      <w:r w:rsidRPr="00E05DBA">
        <w:t>".</w:t>
      </w:r>
    </w:p>
    <w:p w:rsidR="004F5EEE" w:rsidRDefault="002C60F7" w:rsidP="004F5EEE">
      <w:pPr>
        <w:pStyle w:val="Heading1Center"/>
        <w:rPr>
          <w:rtl/>
        </w:rPr>
      </w:pPr>
      <w:bookmarkStart w:id="44" w:name="24"/>
      <w:bookmarkStart w:id="45" w:name="_Toc374532490"/>
      <w:r w:rsidRPr="00E05DBA">
        <w:rPr>
          <w:rtl/>
        </w:rPr>
        <w:t>قول الشيخ سيد الشبلنجي</w:t>
      </w:r>
      <w:bookmarkEnd w:id="44"/>
      <w:bookmarkEnd w:id="45"/>
    </w:p>
    <w:p w:rsidR="003C606F" w:rsidRDefault="005D4559" w:rsidP="00756F75">
      <w:pPr>
        <w:pStyle w:val="libNormal"/>
      </w:pPr>
      <w:r>
        <w:rPr>
          <w:rFonts w:hint="cs"/>
          <w:rtl/>
        </w:rPr>
        <w:t xml:space="preserve">22 ـ </w:t>
      </w:r>
      <w:r w:rsidR="002C60F7" w:rsidRPr="00756F75">
        <w:rPr>
          <w:rtl/>
        </w:rPr>
        <w:t>قال الشيخ سيد الشبلنجي المدعو بمومن، في كتابه نور</w:t>
      </w:r>
      <w:r w:rsidR="002C60F7" w:rsidRPr="00756F75">
        <w:t xml:space="preserve"> </w:t>
      </w:r>
      <w:r w:rsidR="002C60F7" w:rsidRPr="00756F75">
        <w:rPr>
          <w:rtl/>
        </w:rPr>
        <w:t>الأبصار في مناقب آل البيت المختار، طبع مكتبة الجمهورية العربية مصر، ص148</w:t>
      </w:r>
      <w:r w:rsidR="002C60F7" w:rsidRPr="00756F75">
        <w:t xml:space="preserve"> </w:t>
      </w:r>
      <w:r w:rsidR="002C60F7" w:rsidRPr="00756F75">
        <w:rPr>
          <w:rtl/>
        </w:rPr>
        <w:t>ـ 152</w:t>
      </w:r>
      <w:r w:rsidR="002C60F7" w:rsidRPr="00756F75">
        <w:t>:</w:t>
      </w:r>
    </w:p>
    <w:p w:rsidR="00615A88" w:rsidRPr="00756F75" w:rsidRDefault="002C60F7" w:rsidP="00756F75">
      <w:pPr>
        <w:pStyle w:val="libNormal"/>
        <w:rPr>
          <w:rtl/>
        </w:rPr>
      </w:pPr>
      <w:r w:rsidRPr="00756F75">
        <w:t>"</w:t>
      </w:r>
      <w:r w:rsidRPr="00756F75">
        <w:rPr>
          <w:rtl/>
        </w:rPr>
        <w:t>فصل: في ذكر مناقب سيدنا موسى الكاظم بن جعفر الصادق بن محمد الباقر بن</w:t>
      </w:r>
      <w:r w:rsidRPr="00756F75">
        <w:t xml:space="preserve"> </w:t>
      </w:r>
      <w:r w:rsidRPr="00756F75">
        <w:rPr>
          <w:rtl/>
        </w:rPr>
        <w:t>علي زين العابدين بن الحسين بن علي بن أبي طالب رضي الله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B73FDF" w:rsidRPr="00B73FDF" w:rsidRDefault="00B73FDF" w:rsidP="008501BE">
      <w:pPr>
        <w:pStyle w:val="libFootnote"/>
        <w:rPr>
          <w:rtl/>
        </w:rPr>
      </w:pPr>
      <w:r w:rsidRPr="00B73FDF">
        <w:rPr>
          <w:rFonts w:hint="cs"/>
          <w:rtl/>
        </w:rPr>
        <w:t xml:space="preserve">(1) </w:t>
      </w:r>
      <w:r w:rsidR="002C60F7" w:rsidRPr="00B73FDF">
        <w:rPr>
          <w:rtl/>
        </w:rPr>
        <w:t>محمد 47: 22</w:t>
      </w:r>
      <w:r w:rsidR="002C60F7" w:rsidRPr="0062694B">
        <w:rPr>
          <w:rStyle w:val="libNormalChar"/>
        </w:rPr>
        <w:t>.</w:t>
      </w:r>
    </w:p>
    <w:p w:rsidR="004F5EEE" w:rsidRPr="0062694B" w:rsidRDefault="00B73FDF" w:rsidP="008501BE">
      <w:pPr>
        <w:pStyle w:val="libFootnote"/>
        <w:rPr>
          <w:rStyle w:val="libNormalChar"/>
        </w:rPr>
      </w:pPr>
      <w:r w:rsidRPr="00B73FDF">
        <w:rPr>
          <w:rFonts w:hint="cs"/>
          <w:rtl/>
        </w:rPr>
        <w:t xml:space="preserve">(2) </w:t>
      </w:r>
      <w:r w:rsidR="002C60F7" w:rsidRPr="00B73FDF">
        <w:rPr>
          <w:rtl/>
        </w:rPr>
        <w:t>كذا، وفي بعض المصادر: يا سابق</w:t>
      </w:r>
      <w:r w:rsidR="002C60F7" w:rsidRPr="0062694B">
        <w:rPr>
          <w:rStyle w:val="libNormalChar"/>
        </w:rPr>
        <w:t>.</w:t>
      </w:r>
    </w:p>
    <w:p w:rsidR="004F5EEE" w:rsidRPr="00756F75" w:rsidRDefault="004F5EEE" w:rsidP="00756F75">
      <w:pPr>
        <w:pStyle w:val="libNormal"/>
      </w:pPr>
      <w:r w:rsidRPr="00756F75">
        <w:br w:type="page"/>
      </w:r>
    </w:p>
    <w:p w:rsidR="004F5EEE" w:rsidRDefault="002C60F7" w:rsidP="00B13028">
      <w:pPr>
        <w:pStyle w:val="libNormal0"/>
        <w:rPr>
          <w:rtl/>
        </w:rPr>
      </w:pPr>
      <w:r w:rsidRPr="00E05DBA">
        <w:rPr>
          <w:rtl/>
        </w:rPr>
        <w:lastRenderedPageBreak/>
        <w:t>عنهم</w:t>
      </w:r>
      <w:r w:rsidRPr="00E05DBA">
        <w:t>: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أمه أم ولد يقال لها حميدة البربرية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ولد موسى الكاظم بالابواء سنة ثمان وعشرين ومائة من الهجرة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وكنيته أبو الحسن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والقابه كثيرة، اشهرها الكاظم، ثم الصابر، والصالح، والامين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صفته: اسمر عقيق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شاعره: السيد الحميري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بوابه محمد بن الفضل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نقش خاتمه: الملك لله وحده</w:t>
      </w:r>
      <w:r w:rsidRPr="00E05DBA">
        <w:t>.</w:t>
      </w:r>
    </w:p>
    <w:p w:rsidR="004F5EEE" w:rsidRDefault="002C60F7" w:rsidP="00490D4A">
      <w:pPr>
        <w:pStyle w:val="libNormal"/>
        <w:rPr>
          <w:rtl/>
        </w:rPr>
      </w:pPr>
      <w:r w:rsidRPr="00E05DBA">
        <w:rPr>
          <w:rtl/>
        </w:rPr>
        <w:t>قال بعض أهل العلم: الكاظم هو الإمام الكبير القدر، الأوحد الحجة الساهر</w:t>
      </w:r>
      <w:r w:rsidRPr="00E05DBA">
        <w:t xml:space="preserve"> </w:t>
      </w:r>
      <w:r w:rsidRPr="00E05DBA">
        <w:rPr>
          <w:rtl/>
        </w:rPr>
        <w:t>ليله قائماً، القاطع نهاره صائماً، المسمى لفرط حلمه وتجاوزه عن المعتدين</w:t>
      </w:r>
      <w:r w:rsidRPr="00E05DBA">
        <w:t xml:space="preserve"> </w:t>
      </w:r>
      <w:r w:rsidRPr="00E05DBA">
        <w:rPr>
          <w:rtl/>
        </w:rPr>
        <w:t>كاظماً، وهو المعروف عند أهل العراق بباب الحوائج إلى الله، وذلك لنجح</w:t>
      </w:r>
      <w:r w:rsidRPr="00E05DBA">
        <w:t xml:space="preserve"> </w:t>
      </w:r>
      <w:r w:rsidRPr="00E05DBA">
        <w:rPr>
          <w:rtl/>
        </w:rPr>
        <w:t>حوائج المتوسلين به، ومناقبه</w:t>
      </w:r>
      <w:r w:rsidR="00490D4A" w:rsidRPr="00490D4A">
        <w:rPr>
          <w:rStyle w:val="libAlaemChar"/>
          <w:rtl/>
        </w:rPr>
        <w:t xml:space="preserve"> رضي‌الله‌عنه</w:t>
      </w:r>
      <w:r w:rsidRPr="00E05DBA">
        <w:rPr>
          <w:rtl/>
        </w:rPr>
        <w:t xml:space="preserve"> كثيرة شهيرة</w:t>
      </w:r>
      <w:r w:rsidRPr="00E05DBA">
        <w:t>.</w:t>
      </w:r>
    </w:p>
    <w:p w:rsidR="003C606F" w:rsidRDefault="002C60F7" w:rsidP="000F17D4">
      <w:pPr>
        <w:pStyle w:val="libNormal"/>
        <w:rPr>
          <w:rtl/>
        </w:rPr>
      </w:pPr>
      <w:r w:rsidRPr="00E05DBA">
        <w:rPr>
          <w:rtl/>
        </w:rPr>
        <w:t>يحكى ان الرشيد سأله يوماً فقال: كيف قلتم نحن ذرية رسول الله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="000F17D4" w:rsidRPr="00A92ACC">
        <w:rPr>
          <w:rtl/>
        </w:rPr>
        <w:t xml:space="preserve"> </w:t>
      </w:r>
      <w:r w:rsidRPr="00E05DBA">
        <w:rPr>
          <w:rtl/>
        </w:rPr>
        <w:t>وانتم بنو علي، وانما ينسب الرجل إلى جده لابيه دون جده لامه؟</w:t>
      </w:r>
    </w:p>
    <w:p w:rsidR="003C606F" w:rsidRDefault="002C60F7" w:rsidP="00C56E4E">
      <w:pPr>
        <w:pStyle w:val="libNormal"/>
        <w:rPr>
          <w:rtl/>
        </w:rPr>
      </w:pPr>
      <w:r w:rsidRPr="00E05DBA">
        <w:rPr>
          <w:rtl/>
        </w:rPr>
        <w:t xml:space="preserve">فقال الكاظم: اعوذ بالله من الشيطان الرجيم، بسم الله الرحمن الرحيم </w:t>
      </w:r>
      <w:r w:rsidR="00C56E4E" w:rsidRPr="00980442">
        <w:rPr>
          <w:rStyle w:val="libAlaemChar"/>
          <w:rFonts w:eastAsiaTheme="minorHAnsi"/>
          <w:rtl/>
        </w:rPr>
        <w:t>(</w:t>
      </w:r>
      <w:r w:rsidR="00C56E4E">
        <w:rPr>
          <w:rStyle w:val="libAieChar"/>
          <w:rFonts w:hint="cs"/>
          <w:rtl/>
        </w:rPr>
        <w:t xml:space="preserve"> </w:t>
      </w:r>
      <w:r w:rsidRPr="00C56E4E">
        <w:rPr>
          <w:rStyle w:val="libAieChar"/>
          <w:rtl/>
        </w:rPr>
        <w:t>ومن</w:t>
      </w:r>
      <w:r w:rsidRPr="00C56E4E">
        <w:rPr>
          <w:rStyle w:val="libAieChar"/>
        </w:rPr>
        <w:t xml:space="preserve"> </w:t>
      </w:r>
      <w:r w:rsidRPr="00C56E4E">
        <w:rPr>
          <w:rStyle w:val="libAieChar"/>
          <w:rtl/>
        </w:rPr>
        <w:t>ذريته داود وسليمان وأيوب ويوسف وموسى وهارون وكذلك يجزي المحسنين وزكريا</w:t>
      </w:r>
      <w:r w:rsidRPr="00C56E4E">
        <w:rPr>
          <w:rStyle w:val="libAieChar"/>
        </w:rPr>
        <w:t xml:space="preserve"> </w:t>
      </w:r>
      <w:r w:rsidRPr="00C56E4E">
        <w:rPr>
          <w:rStyle w:val="libAieChar"/>
          <w:rtl/>
        </w:rPr>
        <w:t>ويحيى وعيسى</w:t>
      </w:r>
      <w:r w:rsidR="00C56E4E">
        <w:rPr>
          <w:rStyle w:val="libAieChar"/>
          <w:rFonts w:hint="cs"/>
          <w:rtl/>
        </w:rPr>
        <w:t xml:space="preserve"> </w:t>
      </w:r>
      <w:r w:rsidR="00C56E4E" w:rsidRPr="00980442">
        <w:rPr>
          <w:rStyle w:val="libAlaemChar"/>
          <w:rFonts w:eastAsiaTheme="minorHAnsi"/>
          <w:rtl/>
        </w:rPr>
        <w:t>)</w:t>
      </w:r>
      <w:r w:rsidR="00C56E4E" w:rsidRPr="00C56E4E">
        <w:rPr>
          <w:rStyle w:val="libFootnotenumChar"/>
          <w:rtl/>
        </w:rPr>
        <w:t xml:space="preserve"> </w:t>
      </w:r>
      <w:r w:rsidRPr="00C56E4E">
        <w:rPr>
          <w:rStyle w:val="libFootnotenumChar"/>
          <w:rtl/>
        </w:rPr>
        <w:t>(</w:t>
      </w:r>
      <w:r w:rsidRPr="003C606F">
        <w:rPr>
          <w:rStyle w:val="libFootnotenumChar"/>
          <w:rtl/>
        </w:rPr>
        <w:t>1)</w:t>
      </w:r>
      <w:r w:rsidRPr="00E05DBA">
        <w:rPr>
          <w:rtl/>
        </w:rPr>
        <w:t>، وليس لعيسى اب، وانما الحق بذرية الأنبياء من قبل أمه</w:t>
      </w:r>
      <w:r w:rsidRPr="00E05DBA">
        <w:t xml:space="preserve"> </w:t>
      </w:r>
      <w:r w:rsidRPr="00E05DBA">
        <w:rPr>
          <w:rtl/>
        </w:rPr>
        <w:t>وكذلك الحقنا بذرية النبي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E05DBA">
        <w:rPr>
          <w:rtl/>
        </w:rPr>
        <w:t xml:space="preserve"> من قبل امنا فاطمة</w:t>
      </w:r>
      <w:r w:rsidRPr="00E05DBA">
        <w:t>.</w:t>
      </w:r>
    </w:p>
    <w:p w:rsidR="00615A88" w:rsidRDefault="002C60F7" w:rsidP="00C56E4E">
      <w:pPr>
        <w:pStyle w:val="libNormal"/>
        <w:rPr>
          <w:rtl/>
        </w:rPr>
      </w:pPr>
      <w:r w:rsidRPr="00E05DBA">
        <w:rPr>
          <w:rtl/>
        </w:rPr>
        <w:t xml:space="preserve">وزيادة اخرى يا امير المؤمنين: قال الله عزوجل </w:t>
      </w:r>
      <w:r w:rsidR="00C56E4E" w:rsidRPr="00980442">
        <w:rPr>
          <w:rStyle w:val="libAlaemChar"/>
          <w:rFonts w:eastAsiaTheme="minorHAnsi"/>
          <w:rtl/>
        </w:rPr>
        <w:t>(</w:t>
      </w:r>
      <w:r w:rsidR="00C56E4E">
        <w:rPr>
          <w:rStyle w:val="libAieChar"/>
          <w:rFonts w:hint="cs"/>
          <w:rtl/>
        </w:rPr>
        <w:t xml:space="preserve"> </w:t>
      </w:r>
      <w:r w:rsidRPr="00C56E4E">
        <w:rPr>
          <w:rStyle w:val="libAieChar"/>
          <w:rtl/>
        </w:rPr>
        <w:t>فمن حاجك فيه من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4F5EEE" w:rsidRDefault="00B73FDF" w:rsidP="00B73FDF">
      <w:pPr>
        <w:pStyle w:val="libFootnote"/>
      </w:pPr>
      <w:r>
        <w:rPr>
          <w:rFonts w:hint="cs"/>
          <w:rtl/>
        </w:rPr>
        <w:t xml:space="preserve">(1) </w:t>
      </w:r>
      <w:r w:rsidR="002C60F7" w:rsidRPr="00E05DBA">
        <w:rPr>
          <w:rtl/>
        </w:rPr>
        <w:t>الانعام 6: 84 ـ 85</w:t>
      </w:r>
      <w:r w:rsidR="002C60F7" w:rsidRPr="00E05DBA">
        <w:t>.</w:t>
      </w:r>
    </w:p>
    <w:p w:rsidR="004F5EEE" w:rsidRDefault="004F5EEE" w:rsidP="00191648">
      <w:pPr>
        <w:pStyle w:val="libNormal"/>
      </w:pPr>
      <w:r>
        <w:br w:type="page"/>
      </w:r>
    </w:p>
    <w:p w:rsidR="003C606F" w:rsidRDefault="002C60F7" w:rsidP="00C56E4E">
      <w:pPr>
        <w:pStyle w:val="libNormal0"/>
        <w:rPr>
          <w:rtl/>
        </w:rPr>
      </w:pPr>
      <w:r w:rsidRPr="00C56E4E">
        <w:rPr>
          <w:rStyle w:val="libAieChar"/>
          <w:rtl/>
        </w:rPr>
        <w:lastRenderedPageBreak/>
        <w:t>بعد ما جاءك من</w:t>
      </w:r>
      <w:r w:rsidRPr="00C56E4E">
        <w:rPr>
          <w:rStyle w:val="libAieChar"/>
        </w:rPr>
        <w:t xml:space="preserve"> </w:t>
      </w:r>
      <w:r w:rsidRPr="00C56E4E">
        <w:rPr>
          <w:rStyle w:val="libAieChar"/>
          <w:rtl/>
        </w:rPr>
        <w:t>العلم فقل تعالوا ندعوا ابناءنا وابنائكم ونساءنا ونسائكم وانفسنا وانفسكم</w:t>
      </w:r>
      <w:r w:rsidRPr="00C56E4E">
        <w:rPr>
          <w:rStyle w:val="libAieChar"/>
        </w:rPr>
        <w:t xml:space="preserve"> </w:t>
      </w:r>
      <w:r w:rsidRPr="00C56E4E">
        <w:rPr>
          <w:rStyle w:val="libAieChar"/>
          <w:rtl/>
        </w:rPr>
        <w:t>نبتهل...</w:t>
      </w:r>
      <w:r w:rsidR="00C56E4E" w:rsidRPr="00C56E4E">
        <w:rPr>
          <w:rStyle w:val="libAlaemChar"/>
          <w:rFonts w:eastAsiaTheme="minorHAnsi"/>
          <w:rtl/>
        </w:rPr>
        <w:t xml:space="preserve"> </w:t>
      </w:r>
      <w:r w:rsidR="00C56E4E" w:rsidRPr="00980442">
        <w:rPr>
          <w:rStyle w:val="libAlaemChar"/>
          <w:rFonts w:eastAsiaTheme="minorHAnsi"/>
          <w:rtl/>
        </w:rPr>
        <w:t>)</w:t>
      </w:r>
      <w:r w:rsidR="00C56E4E" w:rsidRPr="003C606F">
        <w:rPr>
          <w:rStyle w:val="libFootnotenumChar"/>
          <w:rtl/>
        </w:rPr>
        <w:t xml:space="preserve"> </w:t>
      </w:r>
      <w:r w:rsidRPr="003C606F">
        <w:rPr>
          <w:rStyle w:val="libFootnotenumChar"/>
          <w:rtl/>
        </w:rPr>
        <w:t>(1)</w:t>
      </w:r>
      <w:r w:rsidRPr="00860EF8">
        <w:rPr>
          <w:rtl/>
        </w:rPr>
        <w:t>، ولم يدع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860EF8">
        <w:rPr>
          <w:rtl/>
        </w:rPr>
        <w:t xml:space="preserve"> عند مباهلة النصارى غير علي</w:t>
      </w:r>
      <w:r w:rsidRPr="00860EF8">
        <w:t xml:space="preserve"> </w:t>
      </w:r>
      <w:r w:rsidRPr="00860EF8">
        <w:rPr>
          <w:rtl/>
        </w:rPr>
        <w:t>وفاطمة والحسن والحسين رضي الله عنهم، وهم الابناء</w:t>
      </w:r>
      <w:r w:rsidRPr="00860EF8">
        <w:t>.</w:t>
      </w:r>
    </w:p>
    <w:p w:rsidR="003C606F" w:rsidRDefault="002C60F7" w:rsidP="000F17D4">
      <w:pPr>
        <w:pStyle w:val="libNormal"/>
        <w:rPr>
          <w:rtl/>
        </w:rPr>
      </w:pPr>
      <w:r w:rsidRPr="00860EF8">
        <w:rPr>
          <w:rtl/>
        </w:rPr>
        <w:t>روى موسى الكاظم ـ صاحب الترجمة ـ عن آبائه مرفوعاً قال: قال رسول الله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860EF8">
        <w:rPr>
          <w:rtl/>
        </w:rPr>
        <w:t>: نظر الولد إلى والديه عبادة</w:t>
      </w:r>
      <w:r w:rsidRPr="00860EF8">
        <w:t>.</w:t>
      </w:r>
    </w:p>
    <w:p w:rsidR="003C606F" w:rsidRDefault="002C60F7" w:rsidP="000F17D4">
      <w:pPr>
        <w:pStyle w:val="libNormal"/>
        <w:rPr>
          <w:rtl/>
        </w:rPr>
      </w:pPr>
      <w:r w:rsidRPr="00860EF8">
        <w:rPr>
          <w:rtl/>
        </w:rPr>
        <w:t>وعن اسحاق بن جعفر قال: سألت أخي موسى الكاظم بن جعفر قلت: أصلحك الله</w:t>
      </w:r>
      <w:r w:rsidRPr="00860EF8">
        <w:t xml:space="preserve"> </w:t>
      </w:r>
      <w:r w:rsidRPr="00860EF8">
        <w:rPr>
          <w:rtl/>
        </w:rPr>
        <w:t>أيكون المؤمن بخيلا قال: نعم، فقلت: أيكون خائناً قال: ولا يكون كذّاباً،</w:t>
      </w:r>
      <w:r w:rsidRPr="00860EF8">
        <w:t xml:space="preserve"> </w:t>
      </w:r>
      <w:r w:rsidRPr="00860EF8">
        <w:rPr>
          <w:rtl/>
        </w:rPr>
        <w:t>ثم قال: حدثني أبي جعفر الصادق عن آبائه رضي الله عنهم قال: سمعت رسول</w:t>
      </w:r>
      <w:r w:rsidRPr="00860EF8">
        <w:t xml:space="preserve"> </w:t>
      </w:r>
      <w:r w:rsidRPr="00860EF8">
        <w:rPr>
          <w:rtl/>
        </w:rPr>
        <w:t>الله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860EF8">
        <w:rPr>
          <w:rtl/>
        </w:rPr>
        <w:t xml:space="preserve"> يقول: كل خلة يطوى المؤمن عليها ليس الكذب</w:t>
      </w:r>
      <w:r w:rsidRPr="00860EF8">
        <w:t xml:space="preserve"> </w:t>
      </w:r>
      <w:r w:rsidRPr="00860EF8">
        <w:rPr>
          <w:rtl/>
        </w:rPr>
        <w:t>والخيانة</w:t>
      </w:r>
      <w:r w:rsidRPr="00860EF8">
        <w:t>.</w:t>
      </w:r>
    </w:p>
    <w:p w:rsidR="003C606F" w:rsidRDefault="002C60F7" w:rsidP="00860EF8">
      <w:pPr>
        <w:pStyle w:val="libNormal"/>
        <w:rPr>
          <w:rStyle w:val="libBold1Char"/>
          <w:rtl/>
        </w:rPr>
      </w:pPr>
      <w:r w:rsidRPr="00835D72">
        <w:rPr>
          <w:rStyle w:val="libBold1Char"/>
          <w:rtl/>
        </w:rPr>
        <w:t>كراماته</w:t>
      </w:r>
      <w:r w:rsidRPr="00835D72">
        <w:rPr>
          <w:rStyle w:val="libBold1Char"/>
        </w:rPr>
        <w:t>:</w:t>
      </w:r>
    </w:p>
    <w:p w:rsidR="003C606F" w:rsidRDefault="002C60F7" w:rsidP="00860EF8">
      <w:pPr>
        <w:pStyle w:val="libNormal"/>
        <w:rPr>
          <w:rtl/>
        </w:rPr>
      </w:pPr>
      <w:r w:rsidRPr="00860EF8">
        <w:rPr>
          <w:rtl/>
        </w:rPr>
        <w:t>الاولى: قال حسان بن حاتم الاصم: قال لي شقيق البلخي: خرجت حاجاً سنة</w:t>
      </w:r>
      <w:r w:rsidRPr="00860EF8">
        <w:t xml:space="preserve"> </w:t>
      </w:r>
      <w:r w:rsidRPr="00860EF8">
        <w:rPr>
          <w:rtl/>
        </w:rPr>
        <w:t>ست وأربعين ومائة، فنزلت بالقادسية فبينما أنا انظر في مخرجهم إلى الحج</w:t>
      </w:r>
      <w:r w:rsidRPr="00860EF8">
        <w:t xml:space="preserve"> </w:t>
      </w:r>
      <w:r w:rsidRPr="00860EF8">
        <w:rPr>
          <w:rtl/>
        </w:rPr>
        <w:t>وزينتهم وكثرتهم، إذ نظرت إلى شاب حسن الوجه شديد السمرة نحيف فوق ثيابه</w:t>
      </w:r>
      <w:r w:rsidRPr="00860EF8">
        <w:t xml:space="preserve"> </w:t>
      </w:r>
      <w:r w:rsidRPr="00860EF8">
        <w:rPr>
          <w:rtl/>
        </w:rPr>
        <w:t>ثوب صوف مشتمل بشملة وفي رجليه نعلان وقد جلس منفرداً</w:t>
      </w:r>
      <w:r w:rsidRPr="00860EF8">
        <w:t>.</w:t>
      </w:r>
    </w:p>
    <w:p w:rsidR="00615A88" w:rsidRPr="00860EF8" w:rsidRDefault="002C60F7" w:rsidP="00C56E4E">
      <w:pPr>
        <w:pStyle w:val="libNormal"/>
        <w:rPr>
          <w:rtl/>
        </w:rPr>
      </w:pPr>
      <w:r w:rsidRPr="00860EF8">
        <w:rPr>
          <w:rtl/>
        </w:rPr>
        <w:t>فقلت في نفسي: هذا الفتى من الصوفية ويريد أن يخرج مع الناس فيكون كلا</w:t>
      </w:r>
      <w:r w:rsidRPr="00860EF8">
        <w:t xml:space="preserve"> </w:t>
      </w:r>
      <w:r w:rsidRPr="00860EF8">
        <w:rPr>
          <w:rtl/>
        </w:rPr>
        <w:t>عليهم في طريقهم، والله لامضين إليه ولاوبخنه، فدنوت منه، فلما رآني مقبلا</w:t>
      </w:r>
      <w:r w:rsidRPr="00860EF8">
        <w:t xml:space="preserve"> </w:t>
      </w:r>
      <w:r w:rsidRPr="00860EF8">
        <w:rPr>
          <w:rtl/>
        </w:rPr>
        <w:t xml:space="preserve">نحوه قال: يا شقيق </w:t>
      </w:r>
      <w:r w:rsidR="00C56E4E" w:rsidRPr="00980442">
        <w:rPr>
          <w:rStyle w:val="libAlaemChar"/>
          <w:rFonts w:eastAsiaTheme="minorHAnsi"/>
          <w:rtl/>
        </w:rPr>
        <w:t>(</w:t>
      </w:r>
      <w:r w:rsidR="00C56E4E">
        <w:rPr>
          <w:rStyle w:val="libAieChar"/>
          <w:rFonts w:hint="cs"/>
          <w:rtl/>
        </w:rPr>
        <w:t xml:space="preserve"> </w:t>
      </w:r>
      <w:r w:rsidRPr="00C56E4E">
        <w:rPr>
          <w:rStyle w:val="libAieChar"/>
          <w:rtl/>
        </w:rPr>
        <w:t>اجتنوبا كثيراً من الظن أن بعض الظن إثم</w:t>
      </w:r>
      <w:r w:rsidR="00C56E4E">
        <w:rPr>
          <w:rStyle w:val="libAlaemChar"/>
          <w:rFonts w:eastAsiaTheme="minorHAnsi" w:hint="cs"/>
          <w:rtl/>
        </w:rPr>
        <w:t xml:space="preserve"> </w:t>
      </w:r>
      <w:r w:rsidR="00C56E4E" w:rsidRPr="00980442">
        <w:rPr>
          <w:rStyle w:val="libAlaemChar"/>
          <w:rFonts w:eastAsiaTheme="minorHAnsi"/>
          <w:rtl/>
        </w:rPr>
        <w:t>)</w:t>
      </w:r>
      <w:r w:rsidR="00C56E4E" w:rsidRPr="003C606F">
        <w:rPr>
          <w:rStyle w:val="libFootnotenumChar"/>
          <w:rtl/>
        </w:rPr>
        <w:t xml:space="preserve"> </w:t>
      </w:r>
      <w:r w:rsidRPr="003C606F">
        <w:rPr>
          <w:rStyle w:val="libFootnotenumChar"/>
          <w:rtl/>
        </w:rPr>
        <w:t>(2)</w:t>
      </w:r>
      <w:r w:rsidR="003C606F">
        <w:rPr>
          <w:rFonts w:hint="cs"/>
          <w:rtl/>
        </w:rPr>
        <w:t xml:space="preserve"> </w:t>
      </w:r>
      <w:r w:rsidRPr="00860EF8">
        <w:rPr>
          <w:rtl/>
        </w:rPr>
        <w:t>ثم تركني</w:t>
      </w:r>
      <w:r w:rsidRPr="00860EF8">
        <w:t xml:space="preserve"> </w:t>
      </w:r>
      <w:r w:rsidRPr="00860EF8">
        <w:rPr>
          <w:rtl/>
        </w:rPr>
        <w:t>وولى</w:t>
      </w:r>
      <w:r w:rsidRPr="00860EF8">
        <w:t>.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EB7A40" w:rsidRPr="00EB7A40" w:rsidRDefault="00EB7A40" w:rsidP="008501BE">
      <w:pPr>
        <w:pStyle w:val="libFootnote"/>
        <w:rPr>
          <w:rtl/>
        </w:rPr>
      </w:pPr>
      <w:r w:rsidRPr="00EB7A40">
        <w:rPr>
          <w:rFonts w:hint="cs"/>
          <w:rtl/>
        </w:rPr>
        <w:t xml:space="preserve">(1) </w:t>
      </w:r>
      <w:r w:rsidR="002C60F7" w:rsidRPr="00EB7A40">
        <w:rPr>
          <w:rtl/>
        </w:rPr>
        <w:t>آل عمران 3: 61</w:t>
      </w:r>
      <w:r w:rsidR="002C60F7" w:rsidRPr="0062694B">
        <w:rPr>
          <w:rStyle w:val="libNormalChar"/>
        </w:rPr>
        <w:t>.</w:t>
      </w:r>
    </w:p>
    <w:p w:rsidR="004F5EEE" w:rsidRPr="00E24358" w:rsidRDefault="00EB7A40" w:rsidP="008501BE">
      <w:pPr>
        <w:pStyle w:val="libFootnote"/>
      </w:pPr>
      <w:r w:rsidRPr="00EB7A40">
        <w:rPr>
          <w:rFonts w:hint="cs"/>
          <w:rtl/>
        </w:rPr>
        <w:t xml:space="preserve">(2) </w:t>
      </w:r>
      <w:r w:rsidR="002C60F7" w:rsidRPr="00EB7A40">
        <w:rPr>
          <w:rtl/>
        </w:rPr>
        <w:t>الحجرات 49: 12</w:t>
      </w:r>
      <w:r w:rsidR="002C60F7" w:rsidRPr="0062694B">
        <w:rPr>
          <w:rStyle w:val="libNormalChar"/>
        </w:rPr>
        <w:t>.</w:t>
      </w:r>
    </w:p>
    <w:p w:rsidR="004F5EEE" w:rsidRDefault="004F5EEE" w:rsidP="00682ACE">
      <w:pPr>
        <w:pStyle w:val="libNormal"/>
      </w:pPr>
      <w:r>
        <w:br w:type="page"/>
      </w:r>
    </w:p>
    <w:p w:rsidR="004F5EEE" w:rsidRDefault="002C60F7" w:rsidP="00C56E4E">
      <w:pPr>
        <w:pStyle w:val="libNormal"/>
        <w:rPr>
          <w:rtl/>
        </w:rPr>
      </w:pPr>
      <w:r w:rsidRPr="00E05DBA">
        <w:rPr>
          <w:rtl/>
        </w:rPr>
        <w:lastRenderedPageBreak/>
        <w:t>فقلت في نفسي ان</w:t>
      </w:r>
      <w:r w:rsidRPr="00E05DBA">
        <w:t xml:space="preserve"> </w:t>
      </w:r>
      <w:r w:rsidRPr="00E05DBA">
        <w:rPr>
          <w:rtl/>
        </w:rPr>
        <w:t>هذا الأمر عجيب، تكلم بما في خاطري ونطق باسمي، هذا عبد صالح لالحقنه</w:t>
      </w:r>
      <w:r w:rsidRPr="00E05DBA">
        <w:t xml:space="preserve"> </w:t>
      </w:r>
      <w:r w:rsidRPr="00E05DBA">
        <w:rPr>
          <w:rtl/>
        </w:rPr>
        <w:t>وأسألنه الدعاء واتحلله بما ظننت فيه فغاب عني ولم أره فلما نزلنا وادي</w:t>
      </w:r>
      <w:r w:rsidRPr="00E05DBA">
        <w:t xml:space="preserve"> </w:t>
      </w:r>
      <w:r w:rsidRPr="00E05DBA">
        <w:rPr>
          <w:rtl/>
        </w:rPr>
        <w:t>فضة، فإذا هو قائم يصلي، فقلت: هذا صاحبي أمضي اليه واستحله فصبرت حتى فرغ</w:t>
      </w:r>
      <w:r w:rsidRPr="00E05DBA">
        <w:t xml:space="preserve"> </w:t>
      </w:r>
      <w:r w:rsidRPr="00E05DBA">
        <w:rPr>
          <w:rtl/>
        </w:rPr>
        <w:t xml:space="preserve">من صلاتاه، فالتفت الي وقال: يا شقيق اتل </w:t>
      </w:r>
      <w:r w:rsidR="00C56E4E" w:rsidRPr="00980442">
        <w:rPr>
          <w:rStyle w:val="libAlaemChar"/>
          <w:rFonts w:eastAsiaTheme="minorHAnsi"/>
          <w:rtl/>
        </w:rPr>
        <w:t>(</w:t>
      </w:r>
      <w:r w:rsidR="00C56E4E">
        <w:rPr>
          <w:rStyle w:val="libAieChar"/>
          <w:rFonts w:hint="cs"/>
          <w:rtl/>
        </w:rPr>
        <w:t xml:space="preserve"> </w:t>
      </w:r>
      <w:r w:rsidRPr="00C56E4E">
        <w:rPr>
          <w:rStyle w:val="libAieChar"/>
          <w:rtl/>
        </w:rPr>
        <w:t>واني لغفار لمن تاب وامن وعمل</w:t>
      </w:r>
      <w:r w:rsidRPr="00C56E4E">
        <w:rPr>
          <w:rStyle w:val="libAieChar"/>
        </w:rPr>
        <w:t xml:space="preserve"> </w:t>
      </w:r>
      <w:r w:rsidRPr="00C56E4E">
        <w:rPr>
          <w:rStyle w:val="libAieChar"/>
          <w:rtl/>
        </w:rPr>
        <w:t>صالحاً ثم اهتدى</w:t>
      </w:r>
      <w:r w:rsidR="00C56E4E">
        <w:rPr>
          <w:rStyle w:val="libAlaemChar"/>
          <w:rFonts w:eastAsiaTheme="minorHAnsi" w:hint="cs"/>
          <w:rtl/>
        </w:rPr>
        <w:t xml:space="preserve"> </w:t>
      </w:r>
      <w:r w:rsidR="00C56E4E" w:rsidRPr="00980442">
        <w:rPr>
          <w:rStyle w:val="libAlaemChar"/>
          <w:rFonts w:eastAsiaTheme="minorHAnsi"/>
          <w:rtl/>
        </w:rPr>
        <w:t>)</w:t>
      </w:r>
      <w:r w:rsidR="00C56E4E" w:rsidRPr="003C606F">
        <w:rPr>
          <w:rStyle w:val="libFootnotenumChar"/>
          <w:rtl/>
        </w:rPr>
        <w:t xml:space="preserve"> </w:t>
      </w:r>
      <w:r w:rsidRPr="003C606F">
        <w:rPr>
          <w:rStyle w:val="libFootnotenumChar"/>
          <w:rtl/>
        </w:rPr>
        <w:t>(1)</w:t>
      </w:r>
      <w:r w:rsidRPr="00E05DBA">
        <w:rPr>
          <w:rtl/>
        </w:rPr>
        <w:t>، ثم قام وتركني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فقلت: هذا فتى من الابدال قد تكلم على سري مرتين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فلما نزلنا بالابواء إذا انا بالفتى على البئر وأنا انظر اليه وبيده ركوة</w:t>
      </w:r>
      <w:r w:rsidRPr="00E05DBA">
        <w:t xml:space="preserve"> </w:t>
      </w:r>
      <w:r w:rsidRPr="00E05DBA">
        <w:rPr>
          <w:rtl/>
        </w:rPr>
        <w:t>فيها ماء، فسقطت من يده في البئر، فرمق إلى السماء بطرفه، وسمعته يقول</w:t>
      </w:r>
      <w:r w:rsidRPr="00E05DBA">
        <w:t>: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وقوتي إذا أردت طعاما ... انت شرابي إذا ظمئت من الماء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ثم قال: الهي وسيدي مالي سواك فلا تعدمنيها</w:t>
      </w:r>
      <w:r w:rsidRPr="00E05DBA">
        <w:t>.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فوالله لقد رأيت الماء قد ارتفع إلى رأس البئر والركوة طائفة عليه، فمد يده</w:t>
      </w:r>
      <w:r w:rsidRPr="00E05DBA">
        <w:t xml:space="preserve"> </w:t>
      </w:r>
      <w:r w:rsidRPr="00E05DBA">
        <w:rPr>
          <w:rtl/>
        </w:rPr>
        <w:t>فأخذها، فتوضأ منها وصلى أربع ركعات، ثم مال إلى كثيب رمل فجعل يقبض بيديه</w:t>
      </w:r>
      <w:r w:rsidRPr="00E05DBA">
        <w:t xml:space="preserve"> </w:t>
      </w:r>
      <w:r w:rsidRPr="00E05DBA">
        <w:rPr>
          <w:rtl/>
        </w:rPr>
        <w:t>ويجعل في الركوة ويحركها ويشرب، فأقبلت نحوه وسلمت عليه، فردّ علي السلام</w:t>
      </w:r>
      <w:r w:rsidRPr="00E05DBA">
        <w:t xml:space="preserve">. </w:t>
      </w:r>
      <w:r w:rsidRPr="00E05DBA">
        <w:rPr>
          <w:rtl/>
        </w:rPr>
        <w:t>فقلت: اطعمني من فضل ما انعم الله به عليك، فقال: يا شقيق لم تزل نعم الله</w:t>
      </w:r>
      <w:r w:rsidRPr="00E05DBA">
        <w:t xml:space="preserve"> </w:t>
      </w:r>
      <w:r w:rsidRPr="00E05DBA">
        <w:rPr>
          <w:rtl/>
        </w:rPr>
        <w:t>علي ظاهرة وباطنة فاحسن ظنك بربك، ثم ناولني الركوة فشربت منها فإذا فيها</w:t>
      </w:r>
      <w:r w:rsidRPr="00E05DBA">
        <w:t xml:space="preserve"> </w:t>
      </w:r>
      <w:r w:rsidRPr="00E05DBA">
        <w:rPr>
          <w:rtl/>
        </w:rPr>
        <w:t>سويق بسكر، فوالله ما شربت قط الذّ منه ولا أطيب، فشربت روويت حتى شبعت،</w:t>
      </w:r>
      <w:r w:rsidRPr="00E05DBA">
        <w:t xml:space="preserve"> </w:t>
      </w:r>
      <w:r w:rsidRPr="00E05DBA">
        <w:rPr>
          <w:rtl/>
        </w:rPr>
        <w:t>فأقمت أياماً لا اشتهي طعاماً ولا شراباً</w:t>
      </w:r>
      <w:r w:rsidRPr="00E05DBA">
        <w:t>.</w:t>
      </w:r>
    </w:p>
    <w:p w:rsidR="00615A88" w:rsidRDefault="002C60F7" w:rsidP="008501BE">
      <w:pPr>
        <w:pStyle w:val="libNormal"/>
        <w:rPr>
          <w:rtl/>
        </w:rPr>
      </w:pPr>
      <w:r w:rsidRPr="00E05DBA">
        <w:rPr>
          <w:rtl/>
        </w:rPr>
        <w:t>ثم لم أره حتى نزلنا بمكة، فرأيته ليلة إلى جنب قبة الشراب نصف الليل وهو</w:t>
      </w:r>
      <w:r w:rsidRPr="00E05DBA">
        <w:t xml:space="preserve"> </w:t>
      </w:r>
      <w:r w:rsidRPr="00E05DBA">
        <w:rPr>
          <w:rtl/>
        </w:rPr>
        <w:t>قائم يصلي بخشوع وانين وبكاء، فلم يزل كذلك حتى طلع الفجر، ثم قام إلى</w:t>
      </w:r>
      <w:r w:rsidRPr="00E05DBA">
        <w:t xml:space="preserve"> </w:t>
      </w:r>
      <w:r w:rsidRPr="00E05DBA">
        <w:rPr>
          <w:rtl/>
        </w:rPr>
        <w:t>حاشية المطاف فركع ركعتي الفجر هناك، ثم صلّى الصبح مع الناس،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4F5EEE" w:rsidRDefault="00EB7A40" w:rsidP="00EB7A40">
      <w:pPr>
        <w:pStyle w:val="libFootnote"/>
      </w:pPr>
      <w:r>
        <w:rPr>
          <w:rFonts w:hint="cs"/>
          <w:rtl/>
        </w:rPr>
        <w:t xml:space="preserve">(1) </w:t>
      </w:r>
      <w:r w:rsidR="002C60F7" w:rsidRPr="00E05DBA">
        <w:rPr>
          <w:rtl/>
        </w:rPr>
        <w:t>طه 20: 82</w:t>
      </w:r>
      <w:r w:rsidR="002C60F7" w:rsidRPr="00E05DBA">
        <w:t>.</w:t>
      </w:r>
    </w:p>
    <w:p w:rsidR="004F5EEE" w:rsidRDefault="004F5EEE" w:rsidP="00191648">
      <w:pPr>
        <w:pStyle w:val="libNormal"/>
      </w:pPr>
      <w:r>
        <w:br w:type="page"/>
      </w:r>
    </w:p>
    <w:p w:rsidR="004F5EEE" w:rsidRDefault="002C60F7" w:rsidP="00B13028">
      <w:pPr>
        <w:pStyle w:val="libNormal0"/>
        <w:rPr>
          <w:rtl/>
        </w:rPr>
      </w:pPr>
      <w:r w:rsidRPr="00E05DBA">
        <w:rPr>
          <w:rtl/>
        </w:rPr>
        <w:lastRenderedPageBreak/>
        <w:t>ثم دخل المطاف</w:t>
      </w:r>
      <w:r w:rsidRPr="00E05DBA">
        <w:t xml:space="preserve"> </w:t>
      </w:r>
      <w:r w:rsidRPr="00E05DBA">
        <w:rPr>
          <w:rtl/>
        </w:rPr>
        <w:t>فطاف إلى بعد شروق الشمس، ثم صلى خلف المقام، ثم خرج يريد الذهاب فخرجت</w:t>
      </w:r>
      <w:r w:rsidRPr="00E05DBA">
        <w:t xml:space="preserve"> </w:t>
      </w:r>
      <w:r w:rsidRPr="00E05DBA">
        <w:rPr>
          <w:rtl/>
        </w:rPr>
        <w:t>خلفه أريد السلام عليه، وإذا بجماعة أحاطوا به يميناً وشمالا ومن خلفه ومن</w:t>
      </w:r>
      <w:r w:rsidRPr="00E05DBA">
        <w:t xml:space="preserve"> </w:t>
      </w:r>
      <w:r w:rsidRPr="00E05DBA">
        <w:rPr>
          <w:rtl/>
        </w:rPr>
        <w:t>أمامه وخدم وحشم وأتباع خرجوا معه، فقلت لأحدهم: من هذا الفتى يا سيدي؟</w:t>
      </w:r>
      <w:r w:rsidRPr="00E05DBA">
        <w:t xml:space="preserve"> </w:t>
      </w:r>
      <w:r w:rsidRPr="00E05DBA">
        <w:rPr>
          <w:rtl/>
        </w:rPr>
        <w:t>فقال: هذا موسى الكاظم بن جعفر بن علي ابن الحسين بن علي بن أبي طالب رضي</w:t>
      </w:r>
      <w:r w:rsidRPr="00E05DBA">
        <w:t xml:space="preserve"> </w:t>
      </w:r>
      <w:r w:rsidRPr="00E05DBA">
        <w:rPr>
          <w:rtl/>
        </w:rPr>
        <w:t>الله عنه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وهذه الكرامة رواها جماعة من أهل التأليف، ورواها ابن الجوزي في كتابه مثير</w:t>
      </w:r>
      <w:r w:rsidRPr="00E05DBA">
        <w:t xml:space="preserve"> </w:t>
      </w:r>
      <w:r w:rsidRPr="00E05DBA">
        <w:rPr>
          <w:rtl/>
        </w:rPr>
        <w:t>الغرام الساكن إلى أشرف الأماكن، ورواها الجنابذي في معالم العترة النبوية،</w:t>
      </w:r>
      <w:r w:rsidRPr="00E05DBA">
        <w:t xml:space="preserve"> </w:t>
      </w:r>
      <w:r w:rsidRPr="00E05DBA">
        <w:rPr>
          <w:rtl/>
        </w:rPr>
        <w:t>والرامهرمزي في كتابه كرامات الأولياء، وهي كرامة اشتملت على كرامات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الثانية: من كتاب الدلائل للحميري</w:t>
      </w:r>
      <w:r w:rsidRPr="00E05DBA">
        <w:t>: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روى أحمد بن محمد، عن أبي قتادة، عن أبي خالد الزبالي قال: قدم علينا أبو</w:t>
      </w:r>
      <w:r w:rsidRPr="00E05DBA">
        <w:t xml:space="preserve"> </w:t>
      </w:r>
      <w:r w:rsidRPr="00E05DBA">
        <w:rPr>
          <w:rtl/>
        </w:rPr>
        <w:t>الحسن موسى الكاظم زبالة ومعه جماعة من أصحاب المهدي بعثهم لاحضاره لديه</w:t>
      </w:r>
      <w:r w:rsidRPr="00E05DBA">
        <w:t xml:space="preserve"> </w:t>
      </w:r>
      <w:r w:rsidRPr="00E05DBA">
        <w:rPr>
          <w:rtl/>
        </w:rPr>
        <w:t>إلى العراق من المدينة، وذلك في مسكنه الأول، فأتيته فسلّمت عليه، فسرّ</w:t>
      </w:r>
      <w:r w:rsidRPr="00E05DBA">
        <w:t xml:space="preserve"> </w:t>
      </w:r>
      <w:r w:rsidRPr="00E05DBA">
        <w:rPr>
          <w:rtl/>
        </w:rPr>
        <w:t>برؤيتي وأوصاني بشراء الحوائج وتبقيتها عندي له، فراني غير منبسط، فقال</w:t>
      </w:r>
      <w:r w:rsidRPr="00E05DBA">
        <w:t xml:space="preserve">: </w:t>
      </w:r>
      <w:r w:rsidRPr="00E05DBA">
        <w:rPr>
          <w:rtl/>
        </w:rPr>
        <w:t>مالي أراك منقبضاً؟ فقلت: كيف لا انقبض وأنت سائر إلى هذه الفرقة الطاغية</w:t>
      </w:r>
      <w:r w:rsidRPr="00E05DBA">
        <w:t xml:space="preserve"> </w:t>
      </w:r>
      <w:r w:rsidRPr="00E05DBA">
        <w:rPr>
          <w:rtl/>
        </w:rPr>
        <w:t>ولا أمن عليك</w:t>
      </w:r>
      <w:r w:rsidRPr="00E05DBA">
        <w:t>.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فقال: يا أبا خالد، ليس علي بأس، فإذا كان في شهر كذا في اليوم الفلاني منه</w:t>
      </w:r>
      <w:r w:rsidRPr="00E05DBA">
        <w:t xml:space="preserve"> </w:t>
      </w:r>
      <w:r w:rsidRPr="00E05DBA">
        <w:rPr>
          <w:rtl/>
        </w:rPr>
        <w:t>فانتظرني آخر النهار مع دخول الليل، فإني أوافيك ان شاء الله تعالى</w:t>
      </w:r>
      <w:r w:rsidRPr="00E05DBA">
        <w:t>.</w:t>
      </w:r>
    </w:p>
    <w:p w:rsidR="002C60F7" w:rsidRPr="002A75EE" w:rsidRDefault="002C60F7" w:rsidP="008501BE">
      <w:pPr>
        <w:pStyle w:val="libNormal"/>
      </w:pPr>
      <w:r w:rsidRPr="00E05DBA">
        <w:rPr>
          <w:rtl/>
        </w:rPr>
        <w:t>قال أبو خالد: فما كان لي هم إلاّ احصاء تلك الشهور والأيام إلى ذلك اليوم</w:t>
      </w:r>
      <w:r w:rsidRPr="00E05DBA">
        <w:t xml:space="preserve"> </w:t>
      </w:r>
      <w:r w:rsidRPr="00E05DBA">
        <w:rPr>
          <w:rtl/>
        </w:rPr>
        <w:t>الذي وعدني المجيء فيه، فخرجت غروب الشمس فلم أر أحداً، فلما كان دخول</w:t>
      </w:r>
      <w:r w:rsidRPr="00E05DBA">
        <w:t xml:space="preserve"> </w:t>
      </w:r>
      <w:r w:rsidRPr="00E05DBA">
        <w:rPr>
          <w:rtl/>
        </w:rPr>
        <w:t>الليل إذا بسواد قد أقبل من ناحية العراق، فقصدته فإذا هو على بغلة أمام</w:t>
      </w:r>
      <w:r w:rsidRPr="00E05DBA">
        <w:t xml:space="preserve"> </w:t>
      </w:r>
      <w:r w:rsidRPr="00E05DBA">
        <w:rPr>
          <w:rtl/>
        </w:rPr>
        <w:t>القطار، فسلمت عليه وسررت بمقدمه وتخلّصه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فقال لي: اداخلك</w:t>
      </w:r>
      <w:r w:rsidRPr="00E05DBA">
        <w:t xml:space="preserve"> </w:t>
      </w:r>
      <w:r w:rsidRPr="00E05DBA">
        <w:rPr>
          <w:rtl/>
        </w:rPr>
        <w:t>الشك يا ابا خالد؟ فقلت: الحمد لله الذي خلصك من هذه الطاغية</w:t>
      </w:r>
      <w:r w:rsidRPr="00E05DBA">
        <w:t>.</w:t>
      </w:r>
    </w:p>
    <w:p w:rsidR="00A63AD2" w:rsidRDefault="002C60F7" w:rsidP="008501BE">
      <w:pPr>
        <w:pStyle w:val="libNormal"/>
        <w:rPr>
          <w:rtl/>
        </w:rPr>
      </w:pPr>
      <w:r w:rsidRPr="00E05DBA">
        <w:rPr>
          <w:rtl/>
        </w:rPr>
        <w:t>فقال: يا ابا خالد ان لهم إلي دعوة لا اتخلص منها</w:t>
      </w:r>
      <w:r w:rsidRPr="00E05DBA">
        <w:t>.</w:t>
      </w:r>
    </w:p>
    <w:p w:rsidR="00A63AD2" w:rsidRDefault="00A63AD2" w:rsidP="00A63AD2">
      <w:pPr>
        <w:pStyle w:val="libNormal"/>
        <w:rPr>
          <w:rtl/>
        </w:rPr>
      </w:pPr>
      <w:r>
        <w:rPr>
          <w:rtl/>
        </w:rPr>
        <w:br w:type="page"/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lastRenderedPageBreak/>
        <w:t>الثالثة: عن عيسى المدائني قال: خرجت سنة إلى مكة فأقمت بها مجاوراً ثم قلت</w:t>
      </w:r>
      <w:r w:rsidRPr="00E05DBA">
        <w:t xml:space="preserve"> </w:t>
      </w:r>
      <w:r w:rsidRPr="00E05DBA">
        <w:rPr>
          <w:rtl/>
        </w:rPr>
        <w:t>اذهب إلى المدينة فأقيم بها سنة مثل ما اقمت بمكة فهو اعظم لثوابي فقدمت</w:t>
      </w:r>
      <w:r w:rsidRPr="00E05DBA">
        <w:t xml:space="preserve"> </w:t>
      </w:r>
      <w:r w:rsidRPr="00E05DBA">
        <w:rPr>
          <w:rtl/>
        </w:rPr>
        <w:t>المدينة فنزلت طرف المصلى إلى جنب دار ابي ذر وجعلت اختلف إلى سيدنا موسى</w:t>
      </w:r>
      <w:r w:rsidRPr="00E05DBA">
        <w:t xml:space="preserve"> </w:t>
      </w:r>
      <w:r w:rsidRPr="00E05DBA">
        <w:rPr>
          <w:rtl/>
        </w:rPr>
        <w:t>الكاظم، فبينا انا عنده في ليلة ممطرة إذ قال</w:t>
      </w:r>
      <w:r w:rsidRPr="00E05DBA">
        <w:t xml:space="preserve">: </w:t>
      </w:r>
      <w:r w:rsidRPr="00E05DBA">
        <w:rPr>
          <w:rtl/>
        </w:rPr>
        <w:t>يا عيسى قم فقد انهدم البيت</w:t>
      </w:r>
      <w:r w:rsidRPr="00E05DBA">
        <w:t xml:space="preserve"> </w:t>
      </w:r>
      <w:r w:rsidRPr="00E05DBA">
        <w:rPr>
          <w:rtl/>
        </w:rPr>
        <w:t>على متاعك، فقمت فإذا البيت قد انهدم على المتاع، فاكتريت قوماً كشفوا عن</w:t>
      </w:r>
      <w:r w:rsidRPr="00E05DBA">
        <w:t xml:space="preserve"> </w:t>
      </w:r>
      <w:r w:rsidRPr="00E05DBA">
        <w:rPr>
          <w:rtl/>
        </w:rPr>
        <w:t>متاعي واستخرجت جميعه، ولم يذهب لي غير صطل للوضوء، فلما اتيته من الغد</w:t>
      </w:r>
      <w:r w:rsidRPr="00E05DBA">
        <w:t xml:space="preserve"> </w:t>
      </w:r>
      <w:r w:rsidRPr="00E05DBA">
        <w:rPr>
          <w:rtl/>
        </w:rPr>
        <w:t>قال: هل فقدت شيئاً من متاعك فندعو الله لك بالخلف، فقلت: ما فقدت غير صطل</w:t>
      </w:r>
      <w:r w:rsidRPr="00E05DBA">
        <w:t xml:space="preserve"> </w:t>
      </w:r>
      <w:r w:rsidRPr="00E05DBA">
        <w:rPr>
          <w:rtl/>
        </w:rPr>
        <w:t>كان لي أتوضأ منه</w:t>
      </w:r>
      <w:r w:rsidRPr="00E05DBA">
        <w:t>.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فأطرق رأسه ملياً ثم رفعه فقال: قد ظننت انك نسيته قبل ذلك، فات جارية رب</w:t>
      </w:r>
      <w:r w:rsidRPr="00E05DBA">
        <w:t xml:space="preserve"> </w:t>
      </w:r>
      <w:r w:rsidRPr="00E05DBA">
        <w:rPr>
          <w:rtl/>
        </w:rPr>
        <w:t>الدار فاسألها عنه وقل لها: انسيت الصطل في بيت الخلاء فرديه، قال فسألتها</w:t>
      </w:r>
      <w:r w:rsidRPr="00E05DBA">
        <w:t xml:space="preserve"> </w:t>
      </w:r>
      <w:r w:rsidRPr="00E05DBA">
        <w:rPr>
          <w:rtl/>
        </w:rPr>
        <w:t>عنه فردته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الرابعة: عن عبدالله بن ادريس عن ابن سنان قال: حمل الرشيد في بعض الأيام</w:t>
      </w:r>
      <w:r w:rsidRPr="00E05DBA">
        <w:t xml:space="preserve"> </w:t>
      </w:r>
      <w:r w:rsidRPr="00E05DBA">
        <w:rPr>
          <w:rtl/>
        </w:rPr>
        <w:t>إلى علي بن يقطين ثياباً فاخرة أكرمه بها ومن جملتها دراعة منسوجة بالذهب</w:t>
      </w:r>
      <w:r w:rsidRPr="00E05DBA">
        <w:t xml:space="preserve"> </w:t>
      </w:r>
      <w:r w:rsidRPr="00E05DBA">
        <w:rPr>
          <w:rtl/>
        </w:rPr>
        <w:t>سوداء من لباس الخلفاء فانفذها علي بن يقطين لموسى الكاظم، فردها وكتب</w:t>
      </w:r>
      <w:r w:rsidRPr="00E05DBA">
        <w:t xml:space="preserve"> </w:t>
      </w:r>
      <w:r w:rsidRPr="00E05DBA">
        <w:rPr>
          <w:rtl/>
        </w:rPr>
        <w:t>إليه: تحتفظ عليها ولا تخرجها عن يدك فسيكون لك بها شأن تحتاج معه إليها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فارتاب علي بن يقطين لردها عليه ولم يدر ما سبب كلامه ذلك، ثم انه احتفظ</w:t>
      </w:r>
      <w:r w:rsidRPr="00E05DBA">
        <w:t xml:space="preserve"> </w:t>
      </w:r>
      <w:r w:rsidRPr="00E05DBA">
        <w:rPr>
          <w:rtl/>
        </w:rPr>
        <w:t>بالدراعة وجعلها في سفط وختم عليها</w:t>
      </w:r>
      <w:r w:rsidRPr="00E05DBA">
        <w:t>.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فلما كان بعد مدة يسيرة تغير علي بن يقطين على بعض غلمانه ممن كان</w:t>
      </w:r>
      <w:r w:rsidR="004F5EEE">
        <w:rPr>
          <w:rFonts w:hint="cs"/>
          <w:rtl/>
        </w:rPr>
        <w:t xml:space="preserve"> </w:t>
      </w:r>
      <w:r w:rsidRPr="00E05DBA">
        <w:rPr>
          <w:rtl/>
        </w:rPr>
        <w:t>يختص بأموره</w:t>
      </w:r>
      <w:r w:rsidRPr="00E05DBA">
        <w:t xml:space="preserve"> </w:t>
      </w:r>
      <w:r w:rsidRPr="00E05DBA">
        <w:rPr>
          <w:rtl/>
        </w:rPr>
        <w:t>ويطلع عليها، فصرفه عن خدمته وطرده لأمر أوجب ذلك منه، فسعى الغلام بعلي بن</w:t>
      </w:r>
      <w:r w:rsidRPr="00E05DBA">
        <w:t xml:space="preserve"> </w:t>
      </w:r>
      <w:r w:rsidRPr="00E05DBA">
        <w:rPr>
          <w:rtl/>
        </w:rPr>
        <w:t>يقطين إلى الرشيد وقال له: ان علي بن يقطين يقول بامامة موسى الكاظم وانه</w:t>
      </w:r>
      <w:r w:rsidRPr="00E05DBA">
        <w:t xml:space="preserve"> </w:t>
      </w:r>
      <w:r w:rsidRPr="00E05DBA">
        <w:rPr>
          <w:rtl/>
        </w:rPr>
        <w:t>يحمل إليه في كل سنة زكاة ماله والهدايا والتحف، وقد حمل إليه في هذه السنة</w:t>
      </w:r>
      <w:r w:rsidRPr="00E05DBA">
        <w:t xml:space="preserve"> </w:t>
      </w:r>
      <w:r w:rsidRPr="00E05DBA">
        <w:rPr>
          <w:rtl/>
        </w:rPr>
        <w:t>ذلك وصحبته الدراعة السوداء التي اكرمته بها يا أمير المؤمنين في وقت كذا</w:t>
      </w:r>
      <w:r w:rsidRPr="00E05DBA">
        <w:t>.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فاستشاط الرشد لذلك غيظاً وقال: لاكشفن عن ذلك، فان كان الأمر على ما ذكرت</w:t>
      </w:r>
      <w:r w:rsidRPr="00E05DBA">
        <w:t xml:space="preserve"> </w:t>
      </w:r>
      <w:r w:rsidRPr="00E05DBA">
        <w:rPr>
          <w:rtl/>
        </w:rPr>
        <w:t>ازهقت روحه، وذلك من بعض جزائه، فانفذ في الوقت والحين من احضر علي بن</w:t>
      </w:r>
      <w:r w:rsidRPr="00E05DBA">
        <w:t xml:space="preserve"> </w:t>
      </w:r>
      <w:r w:rsidRPr="00E05DBA">
        <w:rPr>
          <w:rtl/>
        </w:rPr>
        <w:t>يقطين، فلما مثل بين يديه قال: ما فعلت بالدراعة السوداء التي كسوتكها</w:t>
      </w:r>
      <w:r w:rsidRPr="00E05DBA">
        <w:t xml:space="preserve"> </w:t>
      </w:r>
      <w:r w:rsidRPr="00E05DBA">
        <w:rPr>
          <w:rtl/>
        </w:rPr>
        <w:t>واختصصتك بها مدة من بين سائر خواصي</w:t>
      </w:r>
      <w:r w:rsidRPr="00E05DBA">
        <w:t>.</w:t>
      </w:r>
    </w:p>
    <w:p w:rsidR="00A63AD2" w:rsidRDefault="002C60F7" w:rsidP="008501BE">
      <w:pPr>
        <w:pStyle w:val="libNormal"/>
        <w:rPr>
          <w:rtl/>
        </w:rPr>
      </w:pPr>
      <w:r w:rsidRPr="00E05DBA">
        <w:rPr>
          <w:rtl/>
        </w:rPr>
        <w:t>قال: هي عندي يا أمير المؤمنين في سفط فيه طيب مختوم عليها</w:t>
      </w:r>
      <w:r w:rsidRPr="00E05DBA">
        <w:t>.</w:t>
      </w:r>
    </w:p>
    <w:p w:rsidR="00A63AD2" w:rsidRDefault="00A63AD2" w:rsidP="00A63AD2">
      <w:pPr>
        <w:pStyle w:val="libNormal"/>
        <w:rPr>
          <w:rtl/>
        </w:rPr>
      </w:pPr>
      <w:r>
        <w:rPr>
          <w:rtl/>
        </w:rPr>
        <w:br w:type="page"/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lastRenderedPageBreak/>
        <w:t>فقال احضرها الساعة</w:t>
      </w:r>
      <w:r w:rsidRPr="00E05DBA">
        <w:t>.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قال نعم يا أمير المؤمنين، السمع والطاعة، واستدعى بعض خدمه، فقال: امض وخذ</w:t>
      </w:r>
      <w:r w:rsidRPr="00E05DBA">
        <w:t xml:space="preserve"> </w:t>
      </w:r>
      <w:r w:rsidRPr="00E05DBA">
        <w:rPr>
          <w:rtl/>
        </w:rPr>
        <w:t>مفتاح البيت الفلاني من داري وافتح الصندوق الفلاني واتني السفط الذي فيه</w:t>
      </w:r>
      <w:r w:rsidRPr="00E05DBA">
        <w:t xml:space="preserve"> </w:t>
      </w:r>
      <w:r w:rsidRPr="00E05DBA">
        <w:rPr>
          <w:rtl/>
        </w:rPr>
        <w:t>على حالته بختمه، فلم يلبث الخادم إلاّ قليلا حتى عاد وصحبته السفط</w:t>
      </w:r>
      <w:r w:rsidRPr="00E05DBA">
        <w:t xml:space="preserve"> </w:t>
      </w:r>
      <w:r w:rsidRPr="00E05DBA">
        <w:rPr>
          <w:rtl/>
        </w:rPr>
        <w:t>مختوماً، فوضع بين يدي الرشيد فأمر بفك ختمه، ففك وفتح السفط، وإذا</w:t>
      </w:r>
      <w:r w:rsidRPr="00E05DBA">
        <w:t xml:space="preserve"> </w:t>
      </w:r>
      <w:r w:rsidRPr="00E05DBA">
        <w:rPr>
          <w:rtl/>
        </w:rPr>
        <w:t>بالدراعة فيه م طوية على حالها لم تلبس ولن تدنس ولم يصبها شيء من الأشياء،</w:t>
      </w:r>
      <w:r w:rsidRPr="00E05DBA">
        <w:t xml:space="preserve"> </w:t>
      </w:r>
      <w:r w:rsidRPr="00E05DBA">
        <w:rPr>
          <w:rtl/>
        </w:rPr>
        <w:t>فقال لعلي بن يقطين ردّها إلى مكانها وخذها وانصرف راشداً، فلن نصدق بعدك</w:t>
      </w:r>
      <w:r w:rsidRPr="00E05DBA">
        <w:t xml:space="preserve"> </w:t>
      </w:r>
      <w:r w:rsidRPr="00E05DBA">
        <w:rPr>
          <w:rtl/>
        </w:rPr>
        <w:t>عليك ساعياً، وأمر أن يتبع بجائزة سنية وتقدّم بأن يضرب الساعي ألف سوط،</w:t>
      </w:r>
      <w:r w:rsidRPr="00E05DBA">
        <w:t xml:space="preserve"> </w:t>
      </w:r>
      <w:r w:rsidRPr="00E05DBA">
        <w:rPr>
          <w:rtl/>
        </w:rPr>
        <w:t>فضرب فلما بلغوا به الخمسمائة سوط مات تحت الضرب قبل الالف</w:t>
      </w:r>
      <w:r w:rsidRPr="00E05DBA">
        <w:t>.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الخامسة: روى اسحاق بن عمار قال: لما حبس هارون الرشيد موسى الكاظم دخل</w:t>
      </w:r>
      <w:r w:rsidRPr="00E05DBA">
        <w:t xml:space="preserve"> </w:t>
      </w:r>
      <w:r w:rsidRPr="00E05DBA">
        <w:rPr>
          <w:rtl/>
        </w:rPr>
        <w:t>الحبس ليلا أبو يوسف ومحمد بن الحسن صاحبا أبي حنيفة،</w:t>
      </w:r>
      <w:r w:rsidR="004F5EEE">
        <w:rPr>
          <w:rFonts w:hint="cs"/>
          <w:rtl/>
        </w:rPr>
        <w:t xml:space="preserve"> </w:t>
      </w:r>
      <w:r w:rsidRPr="00E05DBA">
        <w:rPr>
          <w:rtl/>
        </w:rPr>
        <w:t>فسلّما عليه</w:t>
      </w:r>
      <w:r w:rsidRPr="00E05DBA">
        <w:t xml:space="preserve"> </w:t>
      </w:r>
      <w:r w:rsidRPr="00E05DBA">
        <w:rPr>
          <w:rtl/>
        </w:rPr>
        <w:t>وجلسا عنده وأرادا أن يختبراه بالسؤال لينظرا مكانه من العلم، فجاء بعض</w:t>
      </w:r>
      <w:r w:rsidRPr="00E05DBA">
        <w:t xml:space="preserve"> </w:t>
      </w:r>
      <w:r w:rsidRPr="00E05DBA">
        <w:rPr>
          <w:rtl/>
        </w:rPr>
        <w:t>الموكلين به فقال له: ان نوبتي قد فرغت وأريد الانصراف من غد أن شاء الله</w:t>
      </w:r>
      <w:r w:rsidRPr="00E05DBA">
        <w:t xml:space="preserve"> </w:t>
      </w:r>
      <w:r w:rsidRPr="00E05DBA">
        <w:rPr>
          <w:rtl/>
        </w:rPr>
        <w:t>تعالى فان كان لك حاجة تأمرني ان اتيك به غدا إذا جئت، فقال مالي حاجة به</w:t>
      </w:r>
      <w:r w:rsidRPr="00E05DBA">
        <w:t xml:space="preserve"> </w:t>
      </w:r>
      <w:r w:rsidRPr="00E05DBA">
        <w:rPr>
          <w:rtl/>
        </w:rPr>
        <w:t>انصرف</w:t>
      </w:r>
      <w:r w:rsidRPr="00E05DBA">
        <w:t>.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ثم قال لابي يوسف ومحمد بن الحسن: اني لاعجب من هذا الرجل يسألني ان اكلفه</w:t>
      </w:r>
      <w:r w:rsidRPr="00E05DBA">
        <w:t xml:space="preserve"> </w:t>
      </w:r>
      <w:r w:rsidRPr="00E05DBA">
        <w:rPr>
          <w:rtl/>
        </w:rPr>
        <w:t>حاجة يأتيني بها معه غدا إذا جاء وهو ميت في هذه الليلة، فامسكا عن سؤاله</w:t>
      </w:r>
      <w:r w:rsidRPr="00E05DBA">
        <w:t xml:space="preserve"> </w:t>
      </w:r>
      <w:r w:rsidRPr="00E05DBA">
        <w:rPr>
          <w:rtl/>
        </w:rPr>
        <w:t>وقاما ولم يسألاه عن شيء، وقالا: أردنا ان نسأله عن الفرض والسنة فأخذ</w:t>
      </w:r>
      <w:r w:rsidRPr="00E05DBA">
        <w:t xml:space="preserve"> </w:t>
      </w:r>
      <w:r w:rsidRPr="00E05DBA">
        <w:rPr>
          <w:rtl/>
        </w:rPr>
        <w:t>يتكلم معنا بالغيب، والله لنرسلن خلف الرجل من يبيت على باب داره وينظر</w:t>
      </w:r>
      <w:r w:rsidRPr="00E05DBA">
        <w:t xml:space="preserve"> </w:t>
      </w:r>
      <w:r w:rsidRPr="00E05DBA">
        <w:rPr>
          <w:rtl/>
        </w:rPr>
        <w:t>ماذا يكون من أمره، فأرسلا شخصاً من جهتهما جلس على باب ذلك الرجل، فلما</w:t>
      </w:r>
      <w:r w:rsidRPr="00E05DBA">
        <w:t xml:space="preserve"> </w:t>
      </w:r>
      <w:r w:rsidRPr="00E05DBA">
        <w:rPr>
          <w:rtl/>
        </w:rPr>
        <w:t>كان اثناء الليل وإذا بالصراخ والناعية، فقيل لهم: ما الخبر؟ فقالوا مات</w:t>
      </w:r>
      <w:r w:rsidRPr="00E05DBA">
        <w:t xml:space="preserve"> </w:t>
      </w:r>
      <w:r w:rsidRPr="00E05DBA">
        <w:rPr>
          <w:rtl/>
        </w:rPr>
        <w:t>صاحب البيت فجاة فعاد إليهما الرسول واخبرهما، فتعجبا من ذلك غاية العجب</w:t>
      </w:r>
      <w:r w:rsidRPr="00E05DBA">
        <w:t xml:space="preserve"> </w:t>
      </w:r>
      <w:r w:rsidRPr="00E05DBA">
        <w:rPr>
          <w:rtl/>
        </w:rPr>
        <w:t>انتهى من الفصول المهمة</w:t>
      </w:r>
      <w:r w:rsidRPr="00E05DBA">
        <w:t>.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كان موسى الكاظم رضي الله عنه اعبد أهل زمانه وأعلمهم واسخاهم كفاً وأكرمهم</w:t>
      </w:r>
      <w:r w:rsidRPr="00E05DBA">
        <w:t xml:space="preserve"> </w:t>
      </w:r>
      <w:r w:rsidRPr="00E05DBA">
        <w:rPr>
          <w:rtl/>
        </w:rPr>
        <w:t>نفساً، وكان يتفقد فقراء المدينة فيحمل إليهم الدراهم والدنانير إلى بيوتهم</w:t>
      </w:r>
      <w:r w:rsidRPr="00E05DBA">
        <w:t xml:space="preserve"> </w:t>
      </w:r>
      <w:r w:rsidRPr="00E05DBA">
        <w:rPr>
          <w:rtl/>
        </w:rPr>
        <w:t>ليك وكذلك النفقات ولا يعلمون من أي جهة وصلهم ذلك، ولم يعلموا بذلك إلاّ</w:t>
      </w:r>
      <w:r w:rsidRPr="00E05DBA">
        <w:t xml:space="preserve"> </w:t>
      </w:r>
      <w:r w:rsidRPr="00E05DBA">
        <w:rPr>
          <w:rtl/>
        </w:rPr>
        <w:t>بعد موته</w:t>
      </w:r>
      <w:r w:rsidRPr="00E05DBA">
        <w:t>.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وكان كثيراً ما يدعوا بـ: اللهم اني أسألك الراحة عند الموت والعفو عند</w:t>
      </w:r>
      <w:r w:rsidRPr="00E05DBA">
        <w:t xml:space="preserve"> </w:t>
      </w:r>
      <w:r w:rsidRPr="00E05DBA">
        <w:rPr>
          <w:rtl/>
        </w:rPr>
        <w:t>الحساب</w:t>
      </w:r>
      <w:r w:rsidRPr="00E05DBA">
        <w:t>.</w:t>
      </w:r>
    </w:p>
    <w:p w:rsidR="00425BA8" w:rsidRDefault="002C60F7" w:rsidP="008501BE">
      <w:pPr>
        <w:pStyle w:val="libNormal"/>
        <w:rPr>
          <w:rtl/>
        </w:rPr>
      </w:pPr>
      <w:r w:rsidRPr="00E05DBA">
        <w:rPr>
          <w:rtl/>
        </w:rPr>
        <w:t>تتمة: في الكلام على وفاته وأولاده رضي الله عنه</w:t>
      </w:r>
      <w:r w:rsidRPr="00E05DBA">
        <w:t>.</w:t>
      </w:r>
    </w:p>
    <w:p w:rsidR="00425BA8" w:rsidRDefault="00425BA8" w:rsidP="00425BA8">
      <w:pPr>
        <w:pStyle w:val="libNormal"/>
        <w:rPr>
          <w:rtl/>
        </w:rPr>
      </w:pPr>
      <w:r>
        <w:rPr>
          <w:rtl/>
        </w:rPr>
        <w:br w:type="page"/>
      </w:r>
    </w:p>
    <w:p w:rsidR="003C606F" w:rsidRDefault="002C60F7" w:rsidP="000F17D4">
      <w:pPr>
        <w:pStyle w:val="libNormal"/>
        <w:rPr>
          <w:rtl/>
        </w:rPr>
      </w:pPr>
      <w:r w:rsidRPr="00E05DBA">
        <w:rPr>
          <w:rtl/>
        </w:rPr>
        <w:lastRenderedPageBreak/>
        <w:t>روى أحمد بن عبدالله بن عمار، عن محمد بن علي النوفلي قال: كان السبب في</w:t>
      </w:r>
      <w:r w:rsidRPr="00E05DBA">
        <w:t xml:space="preserve"> </w:t>
      </w:r>
      <w:r w:rsidRPr="00E05DBA">
        <w:rPr>
          <w:rtl/>
        </w:rPr>
        <w:t>أخذ الرشيد لموسى بن جعفر وحبسه اياه انه سعى به إليه جماعة وقالوا: ان</w:t>
      </w:r>
      <w:r w:rsidRPr="00E05DBA">
        <w:t xml:space="preserve"> </w:t>
      </w:r>
      <w:r w:rsidRPr="00E05DBA">
        <w:rPr>
          <w:rtl/>
        </w:rPr>
        <w:t>الاموال تحمل اليه من جميع الجهات والزكاة والاخماس، وانه</w:t>
      </w:r>
      <w:r w:rsidR="004F5EEE">
        <w:rPr>
          <w:rFonts w:hint="cs"/>
          <w:rtl/>
        </w:rPr>
        <w:t xml:space="preserve"> </w:t>
      </w:r>
      <w:r w:rsidRPr="00E05DBA">
        <w:rPr>
          <w:rtl/>
        </w:rPr>
        <w:t>اشترى ضيعة</w:t>
      </w:r>
      <w:r w:rsidRPr="00E05DBA">
        <w:t xml:space="preserve"> </w:t>
      </w:r>
      <w:r w:rsidRPr="00E05DBA">
        <w:rPr>
          <w:rtl/>
        </w:rPr>
        <w:t>وسماها السيديه بثلاث آلاف دينار، فخرج الرشيد في تلك السنة يريد الحج،</w:t>
      </w:r>
      <w:r w:rsidRPr="00E05DBA">
        <w:t xml:space="preserve"> </w:t>
      </w:r>
      <w:r w:rsidRPr="00E05DBA">
        <w:rPr>
          <w:rtl/>
        </w:rPr>
        <w:t>وبدأ بدخوله المدينة، فلما أتاها استقبله موسى الكاظم في جماعة من الاشراف</w:t>
      </w:r>
      <w:r w:rsidRPr="00E05DBA">
        <w:t xml:space="preserve"> </w:t>
      </w:r>
      <w:r w:rsidRPr="00E05DBA">
        <w:rPr>
          <w:rtl/>
        </w:rPr>
        <w:t>فلما دخلها واستقر ومضى كل واحد إلى سبيله ذهب موسى على جاري عادته إلى</w:t>
      </w:r>
      <w:r w:rsidRPr="00E05DBA">
        <w:t xml:space="preserve"> </w:t>
      </w:r>
      <w:r w:rsidRPr="00E05DBA">
        <w:rPr>
          <w:rtl/>
        </w:rPr>
        <w:t>المسجد، وأقام الرشيد الليل وسار إلى قبر رسول الله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E05DBA">
        <w:t xml:space="preserve"> </w:t>
      </w:r>
      <w:r w:rsidRPr="00E05DBA">
        <w:rPr>
          <w:rtl/>
        </w:rPr>
        <w:t>فقال يا رسول الله، اني اعتذر إليك من أمر أريد فعله، وهو: ان امسك موسى</w:t>
      </w:r>
      <w:r w:rsidRPr="00E05DBA">
        <w:t xml:space="preserve"> </w:t>
      </w:r>
      <w:r w:rsidRPr="00E05DBA">
        <w:rPr>
          <w:rtl/>
        </w:rPr>
        <w:t>الكاظم فانه يريد التشغيب بين امتك وسفك دمائهم، واني أريد حقنها</w:t>
      </w:r>
      <w:r w:rsidRPr="00E05DBA">
        <w:t>.</w:t>
      </w:r>
    </w:p>
    <w:p w:rsidR="00326B9E" w:rsidRDefault="002C60F7" w:rsidP="008501BE">
      <w:pPr>
        <w:pStyle w:val="libNormal"/>
        <w:rPr>
          <w:rtl/>
        </w:rPr>
      </w:pPr>
      <w:r w:rsidRPr="00E05DBA">
        <w:rPr>
          <w:rtl/>
        </w:rPr>
        <w:t>ثم خرج فأمر به فأخذ من المسجد، فدخل به إليه، فقيده في تلك الساعة واستدعى</w:t>
      </w:r>
      <w:r w:rsidRPr="00E05DBA">
        <w:t xml:space="preserve"> </w:t>
      </w:r>
      <w:r w:rsidRPr="00E05DBA">
        <w:rPr>
          <w:rtl/>
        </w:rPr>
        <w:t>بقبتين... وسترهما بالفلاط، وجعله في احدى القبتين، وجعل مع كل واحدة منهما</w:t>
      </w:r>
      <w:r w:rsidRPr="00E05DBA">
        <w:t xml:space="preserve"> </w:t>
      </w:r>
      <w:r w:rsidRPr="00E05DBA">
        <w:rPr>
          <w:rtl/>
        </w:rPr>
        <w:t>خيلا وأرسل بواحدة منهما على طريق البصرة وبواحدة على طريق الكوفة، وانما</w:t>
      </w:r>
      <w:r w:rsidRPr="00E05DBA">
        <w:t xml:space="preserve"> </w:t>
      </w:r>
      <w:r w:rsidRPr="00E05DBA">
        <w:rPr>
          <w:rtl/>
        </w:rPr>
        <w:t>فعل ذلك الرشيد ليعمى على الناس أمره</w:t>
      </w:r>
      <w:r w:rsidRPr="00E05DBA">
        <w:t>.</w:t>
      </w:r>
    </w:p>
    <w:p w:rsidR="00326B9E" w:rsidRDefault="002C60F7" w:rsidP="008501BE">
      <w:pPr>
        <w:pStyle w:val="libNormal"/>
        <w:rPr>
          <w:rtl/>
        </w:rPr>
      </w:pPr>
      <w:r w:rsidRPr="00E05DBA">
        <w:rPr>
          <w:rtl/>
        </w:rPr>
        <w:t>وكان موسى الكاظم بالقبة التي أرسلها بطريق البصرة، وأوصى القوم الذين</w:t>
      </w:r>
      <w:r w:rsidRPr="00E05DBA">
        <w:t xml:space="preserve"> </w:t>
      </w:r>
      <w:r w:rsidRPr="00E05DBA">
        <w:rPr>
          <w:rtl/>
        </w:rPr>
        <w:t>كانوا معه أن يسلمون إلى عيسى بن جعفر المنصور، وكان على البصرة يومئذ</w:t>
      </w:r>
      <w:r w:rsidRPr="00E05DBA">
        <w:t xml:space="preserve"> </w:t>
      </w:r>
      <w:r w:rsidRPr="00E05DBA">
        <w:rPr>
          <w:rtl/>
        </w:rPr>
        <w:t>ولياً فسلّموه وحبسه عنده سنة، فبعد السنة كتب إليه الرشيد في سفك دمه</w:t>
      </w:r>
      <w:r w:rsidRPr="00E05DBA">
        <w:t xml:space="preserve"> </w:t>
      </w:r>
      <w:r w:rsidRPr="00E05DBA">
        <w:rPr>
          <w:rtl/>
        </w:rPr>
        <w:t>واراحته منه، فاستدعى عيسى بن جعفر بعض خواصه وثقاته الناصحين، فاستشارهم</w:t>
      </w:r>
      <w:r w:rsidRPr="00E05DBA">
        <w:t xml:space="preserve"> </w:t>
      </w:r>
      <w:r w:rsidRPr="00E05DBA">
        <w:rPr>
          <w:rtl/>
        </w:rPr>
        <w:t>بعد ان اراهم ما كتبه له الرشيد، فقالوا نشير عليك بالاستغفار من ذلك وان</w:t>
      </w:r>
      <w:r w:rsidRPr="00E05DBA">
        <w:t xml:space="preserve"> </w:t>
      </w:r>
      <w:r w:rsidRPr="00E05DBA">
        <w:rPr>
          <w:rtl/>
        </w:rPr>
        <w:t>لا تقع فيه، فكتب عيسى بن جعفر للرشيد يقول</w:t>
      </w:r>
      <w:r w:rsidRPr="00E05DBA">
        <w:t>:</w:t>
      </w:r>
    </w:p>
    <w:p w:rsidR="00C77B3E" w:rsidRDefault="002C60F7" w:rsidP="008501BE">
      <w:pPr>
        <w:pStyle w:val="libNormal"/>
        <w:rPr>
          <w:rtl/>
        </w:rPr>
      </w:pPr>
      <w:r w:rsidRPr="00E05DBA">
        <w:rPr>
          <w:rtl/>
        </w:rPr>
        <w:t>يا أمير المؤمنين كتبت إلي في هذا الرجل وقد اختبرته طول مقامه في حبسي فلم</w:t>
      </w:r>
      <w:r w:rsidRPr="00E05DBA">
        <w:t xml:space="preserve"> </w:t>
      </w:r>
      <w:r w:rsidRPr="00E05DBA">
        <w:rPr>
          <w:rtl/>
        </w:rPr>
        <w:t>يكن منه سوء قط، ولم يذكر أمير المؤمنين إلاّ بخير، ولم يكن عنده تطلع</w:t>
      </w:r>
      <w:r w:rsidRPr="00E05DBA">
        <w:t xml:space="preserve"> </w:t>
      </w:r>
      <w:r w:rsidRPr="00E05DBA">
        <w:rPr>
          <w:rtl/>
        </w:rPr>
        <w:t>للولاية ولا خروج ولا شيء من أمر الدنيا، ولا دعا قط على أمير المؤمنين ولا</w:t>
      </w:r>
      <w:r w:rsidRPr="00E05DBA">
        <w:t xml:space="preserve"> </w:t>
      </w:r>
      <w:r w:rsidRPr="00E05DBA">
        <w:rPr>
          <w:rtl/>
        </w:rPr>
        <w:t>على أحد الناس، ولا يدعو إلاّ بالمغفرة والرحمة لجميع المسلمين، مع ملازمته</w:t>
      </w:r>
      <w:r w:rsidRPr="00E05DBA">
        <w:t xml:space="preserve"> </w:t>
      </w:r>
      <w:r w:rsidRPr="00E05DBA">
        <w:rPr>
          <w:rtl/>
        </w:rPr>
        <w:t>للصيام والصلاة والعبادة، فان رأى أمير المؤمنين</w:t>
      </w:r>
      <w:r w:rsidR="004F5EEE">
        <w:rPr>
          <w:rFonts w:hint="cs"/>
          <w:rtl/>
        </w:rPr>
        <w:t xml:space="preserve"> </w:t>
      </w:r>
      <w:r w:rsidRPr="00E05DBA">
        <w:rPr>
          <w:rtl/>
        </w:rPr>
        <w:t>يعفيني من أمره</w:t>
      </w:r>
      <w:r w:rsidRPr="00E05DBA">
        <w:t xml:space="preserve"> </w:t>
      </w:r>
      <w:r w:rsidRPr="00E05DBA">
        <w:rPr>
          <w:rtl/>
        </w:rPr>
        <w:t>ويأمر بتسلمه مني وإلاّ سرحت سبيله، فاني منه في غاية الحرج</w:t>
      </w:r>
      <w:r w:rsidRPr="00E05DBA">
        <w:t>.</w:t>
      </w:r>
    </w:p>
    <w:p w:rsidR="00425BA8" w:rsidRDefault="002C60F7" w:rsidP="008501BE">
      <w:pPr>
        <w:pStyle w:val="libNormal"/>
        <w:rPr>
          <w:rtl/>
        </w:rPr>
      </w:pPr>
      <w:r w:rsidRPr="00E05DBA">
        <w:rPr>
          <w:rtl/>
        </w:rPr>
        <w:t>فلما بلغ الرشيد كتاب عيسى بن جعفر كتب إلى السندي بن شاهك ان يتسلّم موسى</w:t>
      </w:r>
      <w:r w:rsidRPr="00E05DBA">
        <w:t xml:space="preserve"> </w:t>
      </w:r>
      <w:r w:rsidRPr="00E05DBA">
        <w:rPr>
          <w:rtl/>
        </w:rPr>
        <w:t>الكاظم بن جعفر من عيسى بن جعفر وأمره فيه، فكان الذي تولى به السندي قتله</w:t>
      </w:r>
      <w:r w:rsidRPr="00E05DBA">
        <w:t xml:space="preserve">: </w:t>
      </w:r>
      <w:r w:rsidRPr="00E05DBA">
        <w:rPr>
          <w:rtl/>
        </w:rPr>
        <w:t>ان جعل له سماً في طعام وقدمه له، وقيل في رطب، فأكل منه موسى الكاظم</w:t>
      </w:r>
      <w:r w:rsidRPr="00E05DBA">
        <w:t>.</w:t>
      </w:r>
    </w:p>
    <w:p w:rsidR="00425BA8" w:rsidRDefault="00425BA8" w:rsidP="00425BA8">
      <w:pPr>
        <w:pStyle w:val="libNormal"/>
        <w:rPr>
          <w:rtl/>
        </w:rPr>
      </w:pPr>
      <w:r>
        <w:rPr>
          <w:rtl/>
        </w:rPr>
        <w:br w:type="page"/>
      </w:r>
    </w:p>
    <w:p w:rsidR="00C77B3E" w:rsidRDefault="002C60F7" w:rsidP="008501BE">
      <w:pPr>
        <w:pStyle w:val="libNormal"/>
        <w:rPr>
          <w:rtl/>
        </w:rPr>
      </w:pPr>
      <w:r w:rsidRPr="00E05DBA">
        <w:rPr>
          <w:rtl/>
        </w:rPr>
        <w:lastRenderedPageBreak/>
        <w:t>ثم انه أقام موعوكاً ثلاثة أيام، ومات رحمه الله تعالى</w:t>
      </w:r>
      <w:r w:rsidRPr="00E05DBA">
        <w:t>.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ولما مات ادخل السندي الفقهاء ووجوه أهل بغداد وفيهم الهيثم بن عدي وغيره</w:t>
      </w:r>
      <w:r w:rsidRPr="00E05DBA">
        <w:t xml:space="preserve"> </w:t>
      </w:r>
      <w:r w:rsidRPr="00E05DBA">
        <w:rPr>
          <w:rtl/>
        </w:rPr>
        <w:t>ينظرون إليه ليس به أثر من جرح أو قتل أو خنق وانه مات حتف انفه</w:t>
      </w:r>
      <w:r w:rsidRPr="00E05DBA">
        <w:t>.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روى انه لما حضرته الوفاة سأل ابن السندي أن يحضر مولى له مدنياً ينزل عند</w:t>
      </w:r>
      <w:r w:rsidRPr="00E05DBA">
        <w:t xml:space="preserve"> </w:t>
      </w:r>
      <w:r w:rsidRPr="00E05DBA">
        <w:rPr>
          <w:rtl/>
        </w:rPr>
        <w:t>دار العباس بن محمد ليتولى غسله ودفنه وتكفينه</w:t>
      </w:r>
      <w:r w:rsidRPr="00E05DBA">
        <w:t>.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فقال له السندي: أنا اقوم لك بذلك على احسن شيء واتمه</w:t>
      </w:r>
      <w:r w:rsidRPr="00E05DBA">
        <w:t>.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فقال: أنا أهل بيت مهور نسائنا وحج مبرورنا وكفن موتانا وجهازنا من خالص</w:t>
      </w:r>
      <w:r w:rsidRPr="00E05DBA">
        <w:t xml:space="preserve"> </w:t>
      </w:r>
      <w:r w:rsidRPr="00E05DBA">
        <w:rPr>
          <w:rtl/>
        </w:rPr>
        <w:t>أموالنا، وأريد أن يتولى ذلك مولاي، فأجابه إلى ذلك واحضره له فوصاه بجميع</w:t>
      </w:r>
      <w:r w:rsidRPr="00E05DBA">
        <w:t xml:space="preserve"> </w:t>
      </w:r>
      <w:r w:rsidRPr="00E05DBA">
        <w:rPr>
          <w:rtl/>
        </w:rPr>
        <w:t>ما يفعل</w:t>
      </w:r>
      <w:r w:rsidRPr="00E05DBA">
        <w:t>.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فلما مات تولى ذلك مولاه المذكور، كذا في الفصول المهمة</w:t>
      </w:r>
      <w:r w:rsidRPr="00E05DBA">
        <w:t>.</w:t>
      </w:r>
    </w:p>
    <w:p w:rsidR="003C606F" w:rsidRDefault="002C60F7" w:rsidP="008501BE">
      <w:pPr>
        <w:pStyle w:val="libNormal"/>
        <w:rPr>
          <w:rtl/>
        </w:rPr>
      </w:pPr>
      <w:r w:rsidRPr="00E05DBA">
        <w:rPr>
          <w:rtl/>
        </w:rPr>
        <w:t>ومن كتاب الصفوة لابن الجوزي قال: بعث موسى بن جعفر الكاظم إلى الرشيد من</w:t>
      </w:r>
      <w:r w:rsidRPr="00E05DBA">
        <w:t xml:space="preserve"> </w:t>
      </w:r>
      <w:r w:rsidRPr="00E05DBA">
        <w:rPr>
          <w:rtl/>
        </w:rPr>
        <w:t>الحبس رسالة كتب فيها: بأنه لم ينقص عني يوم من البلاء إلاّ انقضى معه يوم</w:t>
      </w:r>
      <w:r w:rsidRPr="00E05DBA">
        <w:t xml:space="preserve"> </w:t>
      </w:r>
      <w:r w:rsidRPr="00E05DBA">
        <w:rPr>
          <w:rtl/>
        </w:rPr>
        <w:t>عنك من الرخاء حتى نمضي جميعاً إلى يوم ليس له انقضاء، هنالك يخسر</w:t>
      </w:r>
      <w:r w:rsidRPr="00E05DBA">
        <w:t xml:space="preserve"> </w:t>
      </w:r>
      <w:r w:rsidRPr="00E05DBA">
        <w:rPr>
          <w:rtl/>
        </w:rPr>
        <w:t>المبطلون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وقد كان قوم من الشيعة زعموا ان موسى الكاظم هو القائم المنتظر، وجعلوا</w:t>
      </w:r>
      <w:r w:rsidRPr="00E05DBA">
        <w:t xml:space="preserve"> </w:t>
      </w:r>
      <w:r w:rsidRPr="00E05DBA">
        <w:rPr>
          <w:rtl/>
        </w:rPr>
        <w:t>حبسه هو الغيبة المذ زورة للقائم، فأمر هارون الرشيد يحيى بن خالد</w:t>
      </w:r>
      <w:r w:rsidR="004F5EEE">
        <w:rPr>
          <w:rFonts w:hint="cs"/>
          <w:rtl/>
        </w:rPr>
        <w:t xml:space="preserve"> </w:t>
      </w:r>
      <w:r w:rsidRPr="00E05DBA">
        <w:rPr>
          <w:rtl/>
        </w:rPr>
        <w:t>أن يضعه على</w:t>
      </w:r>
      <w:r w:rsidRPr="00E05DBA">
        <w:t xml:space="preserve"> </w:t>
      </w:r>
      <w:r w:rsidRPr="00E05DBA">
        <w:rPr>
          <w:rtl/>
        </w:rPr>
        <w:t>الجسر ببغداد، وان ينادي: هذا موسى بن جعفر الذي تزعم الرافضة انه لا يموت،</w:t>
      </w:r>
      <w:r w:rsidRPr="00E05DBA">
        <w:t xml:space="preserve"> </w:t>
      </w:r>
      <w:r w:rsidRPr="00E05DBA">
        <w:rPr>
          <w:rtl/>
        </w:rPr>
        <w:t>فانضروا إليه يمتاً، ففعل ونظر إليه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ثم حمل ودفن موسى الكاظم في مقابر قريش بباب التين ببغداد، كذا في الانساب</w:t>
      </w:r>
      <w:r w:rsidRPr="00E05DBA">
        <w:t xml:space="preserve"> </w:t>
      </w:r>
      <w:r w:rsidRPr="00E05DBA">
        <w:rPr>
          <w:rtl/>
        </w:rPr>
        <w:t>وغيره</w:t>
      </w:r>
      <w:r w:rsidRPr="00E05DBA">
        <w:t>.</w:t>
      </w:r>
    </w:p>
    <w:p w:rsidR="00425BA8" w:rsidRDefault="002C60F7" w:rsidP="008501BE">
      <w:pPr>
        <w:pStyle w:val="libNormal"/>
        <w:rPr>
          <w:rtl/>
        </w:rPr>
      </w:pPr>
      <w:r w:rsidRPr="00E05DBA">
        <w:rPr>
          <w:rtl/>
        </w:rPr>
        <w:t>وكانت وفاته لخمس بقين من شهر رجب سنة ثلاث وثمانين ومائة، وله من العمر</w:t>
      </w:r>
      <w:r w:rsidRPr="00E05DBA">
        <w:t xml:space="preserve"> </w:t>
      </w:r>
      <w:r w:rsidRPr="00E05DBA">
        <w:rPr>
          <w:rtl/>
        </w:rPr>
        <w:t>خمس وخمسون سنة</w:t>
      </w:r>
      <w:r w:rsidRPr="00E05DBA">
        <w:t>.</w:t>
      </w:r>
    </w:p>
    <w:p w:rsidR="00425BA8" w:rsidRDefault="00425BA8" w:rsidP="00425BA8">
      <w:pPr>
        <w:pStyle w:val="libNormal"/>
        <w:rPr>
          <w:rtl/>
        </w:rPr>
      </w:pPr>
      <w:r>
        <w:rPr>
          <w:rtl/>
        </w:rPr>
        <w:br w:type="page"/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lastRenderedPageBreak/>
        <w:t>وأما أولاده ففي الفصول المهمة: كان له سبعة وثلاثين ولداً ما بين ذكر</w:t>
      </w:r>
      <w:r w:rsidRPr="00E05DBA">
        <w:t xml:space="preserve"> </w:t>
      </w:r>
      <w:r w:rsidRPr="00E05DBA">
        <w:rPr>
          <w:rtl/>
        </w:rPr>
        <w:t>وانثى، وهم</w:t>
      </w:r>
      <w:r w:rsidRPr="00E05DBA">
        <w:t>:</w:t>
      </w:r>
    </w:p>
    <w:p w:rsidR="00425BA8" w:rsidRDefault="002C60F7" w:rsidP="00425BA8">
      <w:pPr>
        <w:pStyle w:val="libNormal"/>
        <w:rPr>
          <w:rtl/>
        </w:rPr>
      </w:pPr>
      <w:r w:rsidRPr="00E05DBA">
        <w:rPr>
          <w:rtl/>
        </w:rPr>
        <w:t>علي، والرضا</w:t>
      </w:r>
      <w:r w:rsidRPr="003C606F">
        <w:rPr>
          <w:rStyle w:val="libFootnotenumChar"/>
          <w:rtl/>
        </w:rPr>
        <w:t>(1)</w:t>
      </w:r>
      <w:r w:rsidRPr="00E05DBA">
        <w:rPr>
          <w:rtl/>
        </w:rPr>
        <w:t>، وابراهيم، والعباس، والقاسم، واسماعيل، وجعفر، وهارون</w:t>
      </w:r>
      <w:r w:rsidRPr="00E05DBA">
        <w:t xml:space="preserve"> </w:t>
      </w:r>
      <w:r w:rsidRPr="00E05DBA">
        <w:rPr>
          <w:rtl/>
        </w:rPr>
        <w:t>والحسن، وعبدالله، واسحاق، وعبدالله</w:t>
      </w:r>
      <w:r w:rsidRPr="003C606F">
        <w:rPr>
          <w:rStyle w:val="libFootnotenumChar"/>
          <w:rtl/>
        </w:rPr>
        <w:t>(2)</w:t>
      </w:r>
      <w:r w:rsidRPr="00E05DBA">
        <w:rPr>
          <w:rtl/>
        </w:rPr>
        <w:t>، وزيد، والحسن، وأحمد، ومحمد</w:t>
      </w:r>
      <w:r w:rsidRPr="00E05DBA">
        <w:t xml:space="preserve"> </w:t>
      </w:r>
      <w:r w:rsidRPr="00E05DBA">
        <w:rPr>
          <w:rtl/>
        </w:rPr>
        <w:t>والفضل، وسليمان، وفاطمة الكبرى، وفاطمة الصغرى، ورقية، وحليمة، وأم اسماء</w:t>
      </w:r>
      <w:r w:rsidRPr="00E05DBA">
        <w:t xml:space="preserve"> </w:t>
      </w:r>
      <w:r w:rsidRPr="00E05DBA">
        <w:rPr>
          <w:rtl/>
        </w:rPr>
        <w:t>ورقيه الصغرى، وأم كلثوم، وميمونة، انتهى</w:t>
      </w:r>
      <w:r w:rsidRPr="00E05DBA">
        <w:t>.</w:t>
      </w:r>
    </w:p>
    <w:p w:rsidR="002C60F7" w:rsidRDefault="002C60F7" w:rsidP="008501BE">
      <w:pPr>
        <w:pStyle w:val="libNormal"/>
        <w:rPr>
          <w:rtl/>
        </w:rPr>
      </w:pPr>
      <w:r w:rsidRPr="00E05DBA">
        <w:rPr>
          <w:rtl/>
        </w:rPr>
        <w:t>ولكنه لم يستوف العدد المذكور من أولاد الكاظم كما في بغية الطالب عون</w:t>
      </w:r>
      <w:r w:rsidRPr="00E05DBA">
        <w:t>...".</w:t>
      </w:r>
    </w:p>
    <w:p w:rsidR="004F5EEE" w:rsidRDefault="002C60F7" w:rsidP="004F5EEE">
      <w:pPr>
        <w:pStyle w:val="Heading1Center"/>
        <w:rPr>
          <w:rtl/>
        </w:rPr>
      </w:pPr>
      <w:bookmarkStart w:id="46" w:name="25"/>
      <w:bookmarkStart w:id="47" w:name="_Toc374532491"/>
      <w:r w:rsidRPr="00E05DBA">
        <w:rPr>
          <w:rtl/>
        </w:rPr>
        <w:t>قول الشيخ محمد الصبان</w:t>
      </w:r>
      <w:bookmarkEnd w:id="46"/>
      <w:bookmarkEnd w:id="47"/>
    </w:p>
    <w:p w:rsidR="003C606F" w:rsidRDefault="005D4559" w:rsidP="00756F75">
      <w:pPr>
        <w:pStyle w:val="libNormal"/>
      </w:pPr>
      <w:r>
        <w:rPr>
          <w:rFonts w:hint="cs"/>
          <w:rtl/>
        </w:rPr>
        <w:t xml:space="preserve">23 ـ </w:t>
      </w:r>
      <w:r w:rsidR="002C60F7" w:rsidRPr="00756F75">
        <w:rPr>
          <w:rtl/>
        </w:rPr>
        <w:t>قال الشيخ محمد الصبان، في كتابه اسعاف الراغبين، مطبوع</w:t>
      </w:r>
      <w:r w:rsidR="002C60F7" w:rsidRPr="00756F75">
        <w:t xml:space="preserve"> </w:t>
      </w:r>
      <w:r w:rsidR="002C60F7" w:rsidRPr="00756F75">
        <w:rPr>
          <w:rtl/>
        </w:rPr>
        <w:t>بهامش نور الأبصار المطبوع في مصر مكتبة الجمهورية العربية صفحة 225 ـ 227</w:t>
      </w:r>
      <w:r w:rsidR="002C60F7" w:rsidRPr="00756F75">
        <w:t>:</w:t>
      </w:r>
    </w:p>
    <w:p w:rsidR="003C606F" w:rsidRDefault="002C60F7" w:rsidP="00756F75">
      <w:pPr>
        <w:pStyle w:val="libNormal"/>
        <w:rPr>
          <w:rtl/>
        </w:rPr>
      </w:pPr>
      <w:r w:rsidRPr="00756F75">
        <w:t>"</w:t>
      </w:r>
      <w:r w:rsidRPr="00756F75">
        <w:rPr>
          <w:rtl/>
        </w:rPr>
        <w:t>ولنذكر طرفاً من مناقب اخيها (أي: السيدة عائشة) الامام موسى الكاظم</w:t>
      </w:r>
      <w:r w:rsidRPr="00756F75">
        <w:t xml:space="preserve"> </w:t>
      </w:r>
      <w:r w:rsidRPr="00756F75">
        <w:rPr>
          <w:rtl/>
        </w:rPr>
        <w:t>وأبيها الإمام جعفر الصادق، وجدها الإمام محمد الباقر على سبيل الاستطراد</w:t>
      </w:r>
      <w:r w:rsidRPr="00756F75">
        <w:t>:</w:t>
      </w:r>
    </w:p>
    <w:p w:rsidR="003C606F" w:rsidRDefault="002C60F7" w:rsidP="00756F75">
      <w:pPr>
        <w:pStyle w:val="libNormal"/>
        <w:rPr>
          <w:rtl/>
        </w:rPr>
      </w:pPr>
      <w:r w:rsidRPr="00756F75">
        <w:rPr>
          <w:rtl/>
        </w:rPr>
        <w:t>فنقول: أما موسى الكاظم فكان معروفاً عند أهل العراق بباب قضاء الحوائج عند</w:t>
      </w:r>
      <w:r w:rsidRPr="00756F75">
        <w:t xml:space="preserve"> </w:t>
      </w:r>
      <w:r w:rsidRPr="00756F75">
        <w:rPr>
          <w:rtl/>
        </w:rPr>
        <w:t>الله، وكان من أعبد أهل زمانه، ومن أكابر العلماء الاسخياء</w:t>
      </w:r>
      <w:r w:rsidRPr="00756F75">
        <w:t>.</w:t>
      </w:r>
    </w:p>
    <w:p w:rsidR="00615A88" w:rsidRPr="00756F75" w:rsidRDefault="002C60F7" w:rsidP="000F17D4">
      <w:pPr>
        <w:pStyle w:val="libNormal"/>
        <w:rPr>
          <w:rtl/>
        </w:rPr>
      </w:pPr>
      <w:r w:rsidRPr="00756F75">
        <w:rPr>
          <w:rtl/>
        </w:rPr>
        <w:t>سأله الرشيد كيف تعقولن: نحن ابناء المصطفى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756F75">
        <w:rPr>
          <w:rtl/>
        </w:rPr>
        <w:t xml:space="preserve"> وانتم</w:t>
      </w:r>
      <w:r w:rsidRPr="00756F75">
        <w:t xml:space="preserve"> </w:t>
      </w:r>
      <w:r w:rsidRPr="00756F75">
        <w:rPr>
          <w:rtl/>
        </w:rPr>
        <w:t>ابناء علي؟ فقرأ</w:t>
      </w:r>
      <w:r w:rsidRPr="00756F75">
        <w:t>: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E72165" w:rsidRPr="0062694B" w:rsidRDefault="00E72165" w:rsidP="008501BE">
      <w:pPr>
        <w:pStyle w:val="libFootnote"/>
        <w:rPr>
          <w:rStyle w:val="libNormalChar"/>
        </w:rPr>
      </w:pPr>
      <w:r w:rsidRPr="00EB7A40">
        <w:rPr>
          <w:rFonts w:hint="cs"/>
          <w:rtl/>
        </w:rPr>
        <w:t xml:space="preserve">(1) </w:t>
      </w:r>
      <w:r w:rsidR="002C60F7" w:rsidRPr="00EB7A40">
        <w:rPr>
          <w:rtl/>
        </w:rPr>
        <w:t>كذا، والظاهر: علي الرضا</w:t>
      </w:r>
      <w:r w:rsidR="002C60F7" w:rsidRPr="0062694B">
        <w:rPr>
          <w:rStyle w:val="libNormalChar"/>
        </w:rPr>
        <w:t>.</w:t>
      </w:r>
    </w:p>
    <w:p w:rsidR="004F5EEE" w:rsidRPr="00EB7A40" w:rsidRDefault="00E72165" w:rsidP="008501BE">
      <w:pPr>
        <w:pStyle w:val="libFootnote"/>
        <w:rPr>
          <w:rtl/>
        </w:rPr>
      </w:pPr>
      <w:r w:rsidRPr="00EB7A40">
        <w:rPr>
          <w:rFonts w:hint="cs"/>
          <w:rtl/>
        </w:rPr>
        <w:t xml:space="preserve">(2) </w:t>
      </w:r>
      <w:r w:rsidR="002C60F7" w:rsidRPr="00EB7A40">
        <w:rPr>
          <w:rtl/>
        </w:rPr>
        <w:t>كذا، والظاهر عبيد الله</w:t>
      </w:r>
      <w:r w:rsidR="002C60F7" w:rsidRPr="0062694B">
        <w:rPr>
          <w:rStyle w:val="libNormalChar"/>
        </w:rPr>
        <w:t>.</w:t>
      </w:r>
    </w:p>
    <w:p w:rsidR="004F5EEE" w:rsidRPr="00E941D8" w:rsidRDefault="004F5EEE" w:rsidP="00E941D8">
      <w:pPr>
        <w:pStyle w:val="libNormal"/>
        <w:rPr>
          <w:rtl/>
        </w:rPr>
      </w:pPr>
      <w:r w:rsidRPr="00E941D8">
        <w:rPr>
          <w:rtl/>
        </w:rPr>
        <w:br w:type="page"/>
      </w:r>
    </w:p>
    <w:p w:rsidR="004F5EEE" w:rsidRDefault="00C56E4E" w:rsidP="00C56E4E">
      <w:pPr>
        <w:pStyle w:val="libNormal0"/>
        <w:rPr>
          <w:rtl/>
        </w:rPr>
      </w:pPr>
      <w:r w:rsidRPr="00980442">
        <w:rPr>
          <w:rStyle w:val="libAlaemChar"/>
          <w:rFonts w:eastAsiaTheme="minorHAnsi"/>
          <w:rtl/>
        </w:rPr>
        <w:lastRenderedPageBreak/>
        <w:t>(</w:t>
      </w:r>
      <w:r>
        <w:rPr>
          <w:rStyle w:val="libAieChar"/>
          <w:rFonts w:hint="cs"/>
          <w:rtl/>
        </w:rPr>
        <w:t xml:space="preserve"> </w:t>
      </w:r>
      <w:r w:rsidR="002C60F7" w:rsidRPr="00C56E4E">
        <w:rPr>
          <w:rStyle w:val="libAieChar"/>
          <w:rtl/>
        </w:rPr>
        <w:t>ومن ذريته داود</w:t>
      </w:r>
      <w:r w:rsidR="002C60F7" w:rsidRPr="00C56E4E">
        <w:rPr>
          <w:rStyle w:val="libAieChar"/>
        </w:rPr>
        <w:t xml:space="preserve"> </w:t>
      </w:r>
      <w:r w:rsidR="002C60F7" w:rsidRPr="00C56E4E">
        <w:rPr>
          <w:rStyle w:val="libAieChar"/>
          <w:rtl/>
        </w:rPr>
        <w:t>وسليمان</w:t>
      </w:r>
      <w:r>
        <w:rPr>
          <w:rStyle w:val="libAlaemChar"/>
          <w:rFonts w:eastAsiaTheme="minorHAnsi" w:hint="cs"/>
          <w:rtl/>
        </w:rPr>
        <w:t xml:space="preserve"> </w:t>
      </w:r>
      <w:r w:rsidRPr="00980442">
        <w:rPr>
          <w:rStyle w:val="libAlaemChar"/>
          <w:rFonts w:eastAsiaTheme="minorHAnsi"/>
          <w:rtl/>
        </w:rPr>
        <w:t>)</w:t>
      </w:r>
      <w:r w:rsidR="002C60F7" w:rsidRPr="00E05DBA">
        <w:rPr>
          <w:rtl/>
        </w:rPr>
        <w:t xml:space="preserve"> إلى أن قال: </w:t>
      </w:r>
      <w:r w:rsidRPr="00980442">
        <w:rPr>
          <w:rStyle w:val="libAlaemChar"/>
          <w:rFonts w:eastAsiaTheme="minorHAnsi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="002C60F7" w:rsidRPr="00C56E4E">
        <w:rPr>
          <w:rStyle w:val="libAieChar"/>
          <w:rtl/>
        </w:rPr>
        <w:t>وعيسى</w:t>
      </w:r>
      <w:r>
        <w:rPr>
          <w:rStyle w:val="libAieChar"/>
          <w:rFonts w:hint="cs"/>
          <w:rtl/>
        </w:rPr>
        <w:t xml:space="preserve"> </w:t>
      </w:r>
      <w:r w:rsidRPr="00980442">
        <w:rPr>
          <w:rStyle w:val="libAlaemChar"/>
          <w:rFonts w:eastAsiaTheme="minorHAnsi"/>
          <w:rtl/>
        </w:rPr>
        <w:t>)</w:t>
      </w:r>
      <w:r w:rsidRPr="003C606F">
        <w:rPr>
          <w:rStyle w:val="libFootnotenumChar"/>
          <w:rtl/>
        </w:rPr>
        <w:t xml:space="preserve"> </w:t>
      </w:r>
      <w:r w:rsidR="002C60F7" w:rsidRPr="003C606F">
        <w:rPr>
          <w:rStyle w:val="libFootnotenumChar"/>
          <w:rtl/>
        </w:rPr>
        <w:t>(1)</w:t>
      </w:r>
      <w:r w:rsidR="002C60F7" w:rsidRPr="00E05DBA">
        <w:rPr>
          <w:rtl/>
        </w:rPr>
        <w:t xml:space="preserve"> وليس له أب</w:t>
      </w:r>
      <w:r w:rsidR="002C60F7"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ولقب بالكاظم لكثرة تجاوزه وحلمه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ومن بديع كراماته ما حكاه بن الجوزي والرامهرمزي عن شقيق البلخي انه خرج</w:t>
      </w:r>
      <w:r w:rsidRPr="00E05DBA">
        <w:t xml:space="preserve"> </w:t>
      </w:r>
      <w:r w:rsidRPr="00E05DBA">
        <w:rPr>
          <w:rtl/>
        </w:rPr>
        <w:t>حاجاً فراء بالقادسية منفرداً عن الناس، فقال في نفسه: هذا فتى من الصوفية</w:t>
      </w:r>
      <w:r w:rsidRPr="00E05DBA">
        <w:t xml:space="preserve"> </w:t>
      </w:r>
      <w:r w:rsidRPr="00E05DBA">
        <w:rPr>
          <w:rtl/>
        </w:rPr>
        <w:t>يريد أن يكون كلا على الناس، لاوبخنه</w:t>
      </w:r>
      <w:r w:rsidRPr="00E05DBA">
        <w:t>.</w:t>
      </w:r>
    </w:p>
    <w:p w:rsidR="004F5EEE" w:rsidRDefault="002C60F7" w:rsidP="00C56E4E">
      <w:pPr>
        <w:pStyle w:val="libNormal"/>
        <w:rPr>
          <w:rtl/>
        </w:rPr>
      </w:pPr>
      <w:r w:rsidRPr="00E05DBA">
        <w:rPr>
          <w:rtl/>
        </w:rPr>
        <w:t xml:space="preserve">فمضى إليه فقال: يا شقيق </w:t>
      </w:r>
      <w:r w:rsidR="00C56E4E" w:rsidRPr="00980442">
        <w:rPr>
          <w:rStyle w:val="libAlaemChar"/>
          <w:rFonts w:eastAsiaTheme="minorHAnsi"/>
          <w:rtl/>
        </w:rPr>
        <w:t>(</w:t>
      </w:r>
      <w:r w:rsidR="00C56E4E">
        <w:rPr>
          <w:rStyle w:val="libAieChar"/>
          <w:rFonts w:hint="cs"/>
          <w:rtl/>
        </w:rPr>
        <w:t xml:space="preserve"> </w:t>
      </w:r>
      <w:r w:rsidRPr="00C56E4E">
        <w:rPr>
          <w:rStyle w:val="libAieChar"/>
          <w:rtl/>
        </w:rPr>
        <w:t>اجتنبوا كثيراً من الظن أن بعض الظن إثم</w:t>
      </w:r>
      <w:r w:rsidR="00C56E4E">
        <w:rPr>
          <w:rStyle w:val="libAlaemChar"/>
          <w:rFonts w:eastAsiaTheme="minorHAnsi" w:hint="cs"/>
          <w:rtl/>
        </w:rPr>
        <w:t xml:space="preserve"> </w:t>
      </w:r>
      <w:r w:rsidR="00C56E4E" w:rsidRPr="00980442">
        <w:rPr>
          <w:rStyle w:val="libAlaemChar"/>
          <w:rFonts w:eastAsiaTheme="minorHAnsi"/>
          <w:rtl/>
        </w:rPr>
        <w:t>)</w:t>
      </w:r>
      <w:r w:rsidR="00C56E4E" w:rsidRPr="003C606F">
        <w:rPr>
          <w:rStyle w:val="libFootnotenumChar"/>
          <w:rtl/>
        </w:rPr>
        <w:t xml:space="preserve"> </w:t>
      </w:r>
      <w:r w:rsidRPr="003C606F">
        <w:rPr>
          <w:rStyle w:val="libFootnotenumChar"/>
          <w:rtl/>
        </w:rPr>
        <w:t>(2)</w:t>
      </w:r>
      <w:r w:rsidRPr="00E05DBA">
        <w:t xml:space="preserve"> </w:t>
      </w:r>
      <w:r w:rsidRPr="00E05DBA">
        <w:rPr>
          <w:rtl/>
        </w:rPr>
        <w:t>فأراد أن يعانقه فغاب عن عينه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ثم رآه بعد على بئر سقطت ركوته فيها، فدعا فطف الماء حتى أخذها فتوضأ وصلى،</w:t>
      </w:r>
      <w:r w:rsidRPr="00E05DBA">
        <w:t xml:space="preserve"> </w:t>
      </w:r>
      <w:r w:rsidRPr="00E05DBA">
        <w:rPr>
          <w:rtl/>
        </w:rPr>
        <w:t>ثم مال إلى كثيب من الرمل فطرح منه ايها وشرب، قال: فقلت له: اطعمني مما</w:t>
      </w:r>
      <w:r w:rsidRPr="00E05DBA">
        <w:t xml:space="preserve"> </w:t>
      </w:r>
      <w:r w:rsidRPr="00E05DBA">
        <w:rPr>
          <w:rtl/>
        </w:rPr>
        <w:t>رزقك الله، فقال: يا شقيق لم تزل نعم الله علينا ظاهرة وباطنة فأحسن ظنك</w:t>
      </w:r>
      <w:r w:rsidRPr="00E05DBA">
        <w:t xml:space="preserve"> </w:t>
      </w:r>
      <w:r w:rsidRPr="00E05DBA">
        <w:rPr>
          <w:rtl/>
        </w:rPr>
        <w:t>بربك، فناولنيها فشربت فإذا هو سويق وسكر، فأقمت اياماً لا اشتهي شراباً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ولا طعاماً، ثم لم أره إلاّ بمكة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ولما بلغ حج الرشيد سعى به اليه وقيل: ان الأموال تحمل إليه من كل جانب حتى</w:t>
      </w:r>
      <w:r w:rsidRPr="00E05DBA">
        <w:t xml:space="preserve"> </w:t>
      </w:r>
      <w:r w:rsidRPr="00E05DBA">
        <w:rPr>
          <w:rtl/>
        </w:rPr>
        <w:t>اشترى له ضيعة بثلاثين الف دينار</w:t>
      </w:r>
      <w:r w:rsidRPr="00E05DBA">
        <w:t>.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فقال الرشيد حين رآه جالساً عند الكعبة: أنت الذي يبايعك الناس سراً؟</w:t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t>قال: أنا إمام القلوب وأنت إمام الجسوم</w:t>
      </w:r>
      <w:r w:rsidRPr="00E05DBA">
        <w:t>.</w:t>
      </w:r>
    </w:p>
    <w:p w:rsidR="00615A88" w:rsidRDefault="002C60F7" w:rsidP="008501BE">
      <w:pPr>
        <w:pStyle w:val="libNormal"/>
        <w:rPr>
          <w:rtl/>
        </w:rPr>
      </w:pPr>
      <w:r w:rsidRPr="00E05DBA">
        <w:rPr>
          <w:rtl/>
        </w:rPr>
        <w:t>ولما اجتمعا أمام الوجه الشريف قال الرشيد: سلام عليك يا ابن عم، وقال</w:t>
      </w:r>
      <w:r w:rsidRPr="00E05DBA">
        <w:t xml:space="preserve"> </w:t>
      </w:r>
      <w:r w:rsidRPr="00E05DBA">
        <w:rPr>
          <w:rtl/>
        </w:rPr>
        <w:t>موسى: السلام عليك يا ابه. فلم يحتملها الرشيد، فحمله إلى بغداد مقيّداً</w:t>
      </w:r>
      <w:r w:rsidRPr="00E05DBA">
        <w:t xml:space="preserve"> </w:t>
      </w:r>
      <w:r w:rsidRPr="00E05DBA">
        <w:rPr>
          <w:rtl/>
        </w:rPr>
        <w:t>وحبسه فلم يخرج من حبسه إلاّ مقيّداً ميتاً مسموماً</w:t>
      </w:r>
      <w:r w:rsidRPr="00E05DBA">
        <w:t>".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615A88" w:rsidRDefault="00E72165" w:rsidP="00E72165">
      <w:pPr>
        <w:pStyle w:val="libFootnote"/>
        <w:rPr>
          <w:rtl/>
        </w:rPr>
      </w:pPr>
      <w:r>
        <w:rPr>
          <w:rFonts w:hint="cs"/>
          <w:rtl/>
        </w:rPr>
        <w:t xml:space="preserve">(1) </w:t>
      </w:r>
      <w:r w:rsidR="002C60F7" w:rsidRPr="00E05DBA">
        <w:rPr>
          <w:rtl/>
        </w:rPr>
        <w:t>الأنعام 6: 84 ـ 85</w:t>
      </w:r>
      <w:r w:rsidR="002C60F7" w:rsidRPr="00E05DBA">
        <w:t>.</w:t>
      </w:r>
    </w:p>
    <w:p w:rsidR="004F5EEE" w:rsidRDefault="00E72165" w:rsidP="00E72165">
      <w:pPr>
        <w:pStyle w:val="libFootnote"/>
      </w:pPr>
      <w:r>
        <w:rPr>
          <w:rFonts w:hint="cs"/>
          <w:rtl/>
        </w:rPr>
        <w:t xml:space="preserve">(2) </w:t>
      </w:r>
      <w:r w:rsidR="002C60F7" w:rsidRPr="00E05DBA">
        <w:rPr>
          <w:rtl/>
        </w:rPr>
        <w:t>الحجرات 49: 12</w:t>
      </w:r>
      <w:r w:rsidR="002C60F7" w:rsidRPr="00E05DBA">
        <w:t>.</w:t>
      </w:r>
    </w:p>
    <w:p w:rsidR="004F5EEE" w:rsidRDefault="004F5EEE" w:rsidP="00191648">
      <w:pPr>
        <w:pStyle w:val="libNormal"/>
      </w:pPr>
      <w:r>
        <w:br w:type="page"/>
      </w:r>
    </w:p>
    <w:p w:rsidR="004F5EEE" w:rsidRPr="008D4092" w:rsidRDefault="002C60F7" w:rsidP="0001337C">
      <w:pPr>
        <w:pStyle w:val="Heading1Center"/>
        <w:rPr>
          <w:rStyle w:val="libNormalChar"/>
        </w:rPr>
      </w:pPr>
      <w:bookmarkStart w:id="48" w:name="26"/>
      <w:bookmarkStart w:id="49" w:name="_Toc374532492"/>
      <w:r w:rsidRPr="0001337C">
        <w:rPr>
          <w:rtl/>
        </w:rPr>
        <w:lastRenderedPageBreak/>
        <w:t>قول سليمان القندوزي الحنفي</w:t>
      </w:r>
      <w:bookmarkEnd w:id="48"/>
      <w:bookmarkEnd w:id="49"/>
    </w:p>
    <w:p w:rsidR="003C606F" w:rsidRDefault="005D4559" w:rsidP="00860EF8">
      <w:pPr>
        <w:pStyle w:val="libNormal"/>
      </w:pPr>
      <w:r>
        <w:rPr>
          <w:rFonts w:hint="cs"/>
          <w:rtl/>
        </w:rPr>
        <w:t xml:space="preserve">24 ـ </w:t>
      </w:r>
      <w:r w:rsidR="002C60F7" w:rsidRPr="00860EF8">
        <w:rPr>
          <w:rtl/>
        </w:rPr>
        <w:t>قال الحافظ سليمان بن ابراهيم القندوزي الحنفي المتوفى سنة 1294 في</w:t>
      </w:r>
      <w:r w:rsidR="002C60F7" w:rsidRPr="00860EF8">
        <w:t xml:space="preserve"> </w:t>
      </w:r>
      <w:r w:rsidR="002C60F7" w:rsidRPr="00860EF8">
        <w:rPr>
          <w:rtl/>
        </w:rPr>
        <w:t>كتابه ينابيع المودّة، طبع دار الكتب العراقية الكاظمية، سنة 1385 الطبعة</w:t>
      </w:r>
      <w:r w:rsidR="002C60F7" w:rsidRPr="00860EF8">
        <w:t xml:space="preserve"> </w:t>
      </w:r>
      <w:r w:rsidR="002C60F7" w:rsidRPr="00860EF8">
        <w:rPr>
          <w:rtl/>
        </w:rPr>
        <w:t>الثامنة، صفحة 440 ـ 443</w:t>
      </w:r>
      <w:r w:rsidR="002C60F7" w:rsidRPr="00860EF8">
        <w:t>:</w:t>
      </w:r>
    </w:p>
    <w:p w:rsidR="003C606F" w:rsidRDefault="002C60F7" w:rsidP="00860EF8">
      <w:pPr>
        <w:pStyle w:val="libNormal"/>
        <w:rPr>
          <w:rtl/>
        </w:rPr>
      </w:pPr>
      <w:r w:rsidRPr="00860EF8">
        <w:t>"</w:t>
      </w:r>
      <w:r w:rsidRPr="00860EF8">
        <w:rPr>
          <w:rtl/>
        </w:rPr>
        <w:t>الباب السادس والسبعون في بيان الأئمة الاثنا عشر باسمائهم</w:t>
      </w:r>
      <w:r w:rsidRPr="00860EF8">
        <w:t>:</w:t>
      </w:r>
    </w:p>
    <w:p w:rsidR="003C606F" w:rsidRDefault="002C60F7" w:rsidP="00860EF8">
      <w:pPr>
        <w:pStyle w:val="libNormal"/>
        <w:rPr>
          <w:rtl/>
        </w:rPr>
      </w:pPr>
      <w:r w:rsidRPr="00860EF8">
        <w:rPr>
          <w:rtl/>
        </w:rPr>
        <w:t>وفي فرائد السمطين بسنده عن مجاهد، عن ابن عباس رضي الله عنهما قال: قدم</w:t>
      </w:r>
      <w:r w:rsidRPr="00860EF8">
        <w:t xml:space="preserve"> </w:t>
      </w:r>
      <w:r w:rsidRPr="00860EF8">
        <w:rPr>
          <w:rtl/>
        </w:rPr>
        <w:t>يهودي بقال له مغثل فقال: يا محمد أسألك عن أشياء تلجلجج في صدري منذ حين،</w:t>
      </w:r>
      <w:r w:rsidRPr="00860EF8">
        <w:t xml:space="preserve"> </w:t>
      </w:r>
      <w:r w:rsidRPr="00860EF8">
        <w:rPr>
          <w:rtl/>
        </w:rPr>
        <w:t>فان اجبتني عنها اسلمت على يديك قال: سل يا أبا عمارة، فقال: يا محمد</w:t>
      </w:r>
      <w:r w:rsidRPr="00860EF8">
        <w:t>...</w:t>
      </w:r>
    </w:p>
    <w:p w:rsidR="003C606F" w:rsidRDefault="002C60F7" w:rsidP="00860EF8">
      <w:pPr>
        <w:pStyle w:val="libNormal"/>
        <w:rPr>
          <w:rtl/>
        </w:rPr>
      </w:pPr>
      <w:r w:rsidRPr="00860EF8">
        <w:rPr>
          <w:rtl/>
        </w:rPr>
        <w:t>فاخبرني عن وصيك من هو؟ فما من نبي إلاّ وله وصي، وان نبينا موسى بن عمران</w:t>
      </w:r>
      <w:r w:rsidRPr="00860EF8">
        <w:t xml:space="preserve"> </w:t>
      </w:r>
      <w:r w:rsidRPr="00860EF8">
        <w:rPr>
          <w:rtl/>
        </w:rPr>
        <w:t>اوصى يوشع بن نون</w:t>
      </w:r>
      <w:r w:rsidRPr="00860EF8">
        <w:t>.</w:t>
      </w:r>
    </w:p>
    <w:p w:rsidR="003C606F" w:rsidRDefault="002C60F7" w:rsidP="000F17D4">
      <w:pPr>
        <w:pStyle w:val="libNormal"/>
        <w:rPr>
          <w:rtl/>
        </w:rPr>
      </w:pPr>
      <w:r w:rsidRPr="00860EF8">
        <w:rPr>
          <w:rtl/>
        </w:rPr>
        <w:t>فقال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860EF8">
        <w:rPr>
          <w:rtl/>
        </w:rPr>
        <w:t>: ان وصيي علي بن أبي طالب، وبعده سبطاي الحسن</w:t>
      </w:r>
      <w:r w:rsidRPr="00860EF8">
        <w:t xml:space="preserve"> </w:t>
      </w:r>
      <w:r w:rsidRPr="00860EF8">
        <w:rPr>
          <w:rtl/>
        </w:rPr>
        <w:t>والحسين تتلوه تسعة ائمة من صلب الحسين</w:t>
      </w:r>
      <w:r w:rsidRPr="00860EF8">
        <w:t>.</w:t>
      </w:r>
    </w:p>
    <w:p w:rsidR="003C606F" w:rsidRDefault="002C60F7" w:rsidP="00860EF8">
      <w:pPr>
        <w:pStyle w:val="libNormal"/>
        <w:rPr>
          <w:rtl/>
        </w:rPr>
      </w:pPr>
      <w:r w:rsidRPr="00860EF8">
        <w:rPr>
          <w:rtl/>
        </w:rPr>
        <w:t>قال: يا محمد فسمهم لي</w:t>
      </w:r>
      <w:r w:rsidRPr="00860EF8">
        <w:t>.</w:t>
      </w:r>
    </w:p>
    <w:p w:rsidR="003C606F" w:rsidRDefault="002C60F7" w:rsidP="000F17D4">
      <w:pPr>
        <w:pStyle w:val="libNormal"/>
        <w:rPr>
          <w:rtl/>
        </w:rPr>
      </w:pPr>
      <w:r w:rsidRPr="00860EF8">
        <w:rPr>
          <w:rtl/>
        </w:rPr>
        <w:t>قال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860EF8">
        <w:rPr>
          <w:rtl/>
        </w:rPr>
        <w:t>: إذا مضى الحسين فابنه علي، فإذا مضى علي فابنه</w:t>
      </w:r>
      <w:r w:rsidRPr="00860EF8">
        <w:t xml:space="preserve"> </w:t>
      </w:r>
      <w:r w:rsidRPr="00860EF8">
        <w:rPr>
          <w:rtl/>
        </w:rPr>
        <w:t>محمد، فإذا مضى مسحمد فابنه جعفر، فإذا مضى جعفر فابنه موسى، فإذا مضى موسى</w:t>
      </w:r>
      <w:r w:rsidRPr="00860EF8">
        <w:t xml:space="preserve"> </w:t>
      </w:r>
      <w:r w:rsidRPr="00860EF8">
        <w:rPr>
          <w:rtl/>
        </w:rPr>
        <w:t>فابنه علي، فإذا مضى علي فابنه محمد، فإذا مضى محمد فابنه علي، فإذا مضى</w:t>
      </w:r>
      <w:r w:rsidRPr="00860EF8">
        <w:t xml:space="preserve"> </w:t>
      </w:r>
      <w:r w:rsidRPr="00860EF8">
        <w:rPr>
          <w:rtl/>
        </w:rPr>
        <w:t>علي فابنه الحسن، فإذا مضى الحسن فابنه الحجة محمد المهدي، فهؤلاء اثنا</w:t>
      </w:r>
      <w:r w:rsidRPr="00860EF8">
        <w:t xml:space="preserve"> </w:t>
      </w:r>
      <w:r w:rsidRPr="00860EF8">
        <w:rPr>
          <w:rtl/>
        </w:rPr>
        <w:t>عشر</w:t>
      </w:r>
      <w:r w:rsidRPr="00860EF8">
        <w:t>.</w:t>
      </w:r>
    </w:p>
    <w:p w:rsidR="003C606F" w:rsidRDefault="002C60F7" w:rsidP="000F17D4">
      <w:pPr>
        <w:pStyle w:val="libNormal"/>
        <w:rPr>
          <w:rtl/>
        </w:rPr>
      </w:pPr>
      <w:r w:rsidRPr="00860EF8">
        <w:rPr>
          <w:rtl/>
        </w:rPr>
        <w:t>وفي المناقب عن واثلة بن الاصقع بن قرخاب، عن جابر بن عبدالله الأنصاري قال</w:t>
      </w:r>
      <w:r w:rsidRPr="00860EF8">
        <w:t xml:space="preserve"> </w:t>
      </w:r>
      <w:r w:rsidRPr="00860EF8">
        <w:rPr>
          <w:rtl/>
        </w:rPr>
        <w:t>دخل جندل بن جناده بن جبير اليهودي على رسول الله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="000F17D4" w:rsidRPr="00A92ACC">
        <w:rPr>
          <w:rtl/>
        </w:rPr>
        <w:t xml:space="preserve"> </w:t>
      </w:r>
      <w:r w:rsidRPr="00860EF8">
        <w:rPr>
          <w:rtl/>
        </w:rPr>
        <w:t>فقال</w:t>
      </w:r>
      <w:r w:rsidRPr="00860EF8">
        <w:t xml:space="preserve">: </w:t>
      </w:r>
      <w:r w:rsidRPr="00860EF8">
        <w:rPr>
          <w:rtl/>
        </w:rPr>
        <w:t>يا محمد اخبرني</w:t>
      </w:r>
      <w:r w:rsidRPr="00860EF8">
        <w:t>...</w:t>
      </w:r>
    </w:p>
    <w:p w:rsidR="003C606F" w:rsidRDefault="002C60F7" w:rsidP="00860EF8">
      <w:pPr>
        <w:pStyle w:val="libNormal"/>
        <w:rPr>
          <w:rtl/>
        </w:rPr>
      </w:pPr>
      <w:r w:rsidRPr="00860EF8">
        <w:rPr>
          <w:rtl/>
        </w:rPr>
        <w:t>ثم قال: اخبرني يا رسول الله عن أوصيائك من بعدك لاتمسك بهم؟</w:t>
      </w:r>
    </w:p>
    <w:p w:rsidR="002C60F7" w:rsidRPr="0082177B" w:rsidRDefault="002C60F7" w:rsidP="00860EF8">
      <w:pPr>
        <w:pStyle w:val="libNormal"/>
      </w:pPr>
      <w:r w:rsidRPr="00860EF8">
        <w:rPr>
          <w:rtl/>
        </w:rPr>
        <w:t>قال: اوصيائي الاثنا عشر</w:t>
      </w:r>
      <w:r w:rsidRPr="00860EF8">
        <w:t>.</w:t>
      </w:r>
    </w:p>
    <w:p w:rsidR="00425BA8" w:rsidRDefault="002C60F7" w:rsidP="008501BE">
      <w:pPr>
        <w:pStyle w:val="libNormal"/>
        <w:rPr>
          <w:rtl/>
        </w:rPr>
      </w:pPr>
      <w:r w:rsidRPr="00E05DBA">
        <w:rPr>
          <w:rtl/>
        </w:rPr>
        <w:t>قال جندل: هكذا</w:t>
      </w:r>
      <w:r w:rsidRPr="00E05DBA">
        <w:t xml:space="preserve"> </w:t>
      </w:r>
      <w:r w:rsidRPr="00E05DBA">
        <w:rPr>
          <w:rtl/>
        </w:rPr>
        <w:t>اوجد ناعم في التوراة</w:t>
      </w:r>
      <w:r w:rsidRPr="00E05DBA">
        <w:t>.</w:t>
      </w:r>
    </w:p>
    <w:p w:rsidR="00425BA8" w:rsidRDefault="00425BA8" w:rsidP="00425BA8">
      <w:pPr>
        <w:pStyle w:val="libNormal"/>
        <w:rPr>
          <w:rtl/>
        </w:rPr>
      </w:pPr>
      <w:r>
        <w:rPr>
          <w:rtl/>
        </w:rPr>
        <w:br w:type="page"/>
      </w:r>
    </w:p>
    <w:p w:rsidR="004F5EEE" w:rsidRDefault="002C60F7" w:rsidP="008501BE">
      <w:pPr>
        <w:pStyle w:val="libNormal"/>
        <w:rPr>
          <w:rtl/>
        </w:rPr>
      </w:pPr>
      <w:r w:rsidRPr="00E05DBA">
        <w:rPr>
          <w:rtl/>
        </w:rPr>
        <w:lastRenderedPageBreak/>
        <w:t>وقال: يا رسول الله سمهم لي؟</w:t>
      </w:r>
    </w:p>
    <w:p w:rsidR="002C60F7" w:rsidRDefault="002C60F7" w:rsidP="000F17D4">
      <w:pPr>
        <w:pStyle w:val="libNormal"/>
        <w:rPr>
          <w:rtl/>
        </w:rPr>
      </w:pPr>
      <w:r w:rsidRPr="00E05DBA">
        <w:rPr>
          <w:rtl/>
        </w:rPr>
        <w:t>فقال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E05DBA">
        <w:rPr>
          <w:rtl/>
        </w:rPr>
        <w:t>: أولهم سيد الأوصياء أبو الأئمة علي، ثم ابناء</w:t>
      </w:r>
      <w:r w:rsidRPr="00E05DBA">
        <w:t xml:space="preserve"> </w:t>
      </w:r>
      <w:r w:rsidRPr="00E05DBA">
        <w:rPr>
          <w:rtl/>
        </w:rPr>
        <w:t>الحسن والحسين... فإذا انقضت مدة الحسين فالإمام ابنه علي ويلقب بزين</w:t>
      </w:r>
      <w:r w:rsidRPr="00E05DBA">
        <w:t xml:space="preserve"> </w:t>
      </w:r>
      <w:r w:rsidRPr="00E05DBA">
        <w:rPr>
          <w:rtl/>
        </w:rPr>
        <w:t>العابدين فبعده ابنه محمد يلقب بالباقر، فبعده ابنه جعفر يدعى بالصادق،</w:t>
      </w:r>
      <w:r w:rsidRPr="00E05DBA">
        <w:t xml:space="preserve"> </w:t>
      </w:r>
      <w:r w:rsidRPr="00E05DBA">
        <w:rPr>
          <w:rtl/>
        </w:rPr>
        <w:t>فبعده ابنه موسى يدعى بالكاظم، فبعده ابنه علي يدعى الرضا، فبعده ابنه محمد</w:t>
      </w:r>
      <w:r w:rsidRPr="00E05DBA">
        <w:t xml:space="preserve"> </w:t>
      </w:r>
      <w:r w:rsidRPr="00E05DBA">
        <w:rPr>
          <w:rtl/>
        </w:rPr>
        <w:t>يدعى بالتقي الزكي، فبعده ابنه علي بالنقي والهادي، فبعد ابنه الحسن يدعى</w:t>
      </w:r>
      <w:r w:rsidRPr="00E05DBA">
        <w:t xml:space="preserve"> </w:t>
      </w:r>
      <w:r w:rsidRPr="00E05DBA">
        <w:rPr>
          <w:rtl/>
        </w:rPr>
        <w:t>بالعسكري، فبعده ابنه محمد يدعى بالمهدي والقائم والحجة فيغيب ثم يخرج</w:t>
      </w:r>
      <w:r w:rsidRPr="00E05DBA">
        <w:t>...".</w:t>
      </w:r>
    </w:p>
    <w:p w:rsidR="004F5EEE" w:rsidRDefault="002C60F7" w:rsidP="004F5EEE">
      <w:pPr>
        <w:pStyle w:val="Heading1Center"/>
        <w:rPr>
          <w:rtl/>
        </w:rPr>
      </w:pPr>
      <w:bookmarkStart w:id="50" w:name="27"/>
      <w:bookmarkStart w:id="51" w:name="_Toc374532493"/>
      <w:r w:rsidRPr="00E05DBA">
        <w:rPr>
          <w:rtl/>
        </w:rPr>
        <w:t>قول خير الدين الزركلي</w:t>
      </w:r>
      <w:bookmarkEnd w:id="50"/>
      <w:bookmarkEnd w:id="51"/>
    </w:p>
    <w:p w:rsidR="003C606F" w:rsidRDefault="005D4559" w:rsidP="00860EF8">
      <w:pPr>
        <w:pStyle w:val="libNormal"/>
      </w:pPr>
      <w:r>
        <w:rPr>
          <w:rFonts w:hint="cs"/>
          <w:rtl/>
        </w:rPr>
        <w:t xml:space="preserve">25 ـ </w:t>
      </w:r>
      <w:r w:rsidR="002C60F7" w:rsidRPr="00860EF8">
        <w:rPr>
          <w:rtl/>
        </w:rPr>
        <w:t>قال خير الدين الزركلي المتوفى، في كتابه الاعلام قاموس تراجم لأشهر</w:t>
      </w:r>
      <w:r w:rsidR="002C60F7" w:rsidRPr="00860EF8">
        <w:t xml:space="preserve"> </w:t>
      </w:r>
      <w:r w:rsidR="002C60F7" w:rsidRPr="00860EF8">
        <w:rPr>
          <w:rtl/>
        </w:rPr>
        <w:t>الرجال والنساء من العرب والمستعربين والمستشرقين، طبع دار العلم للملايين</w:t>
      </w:r>
      <w:r w:rsidR="002C60F7" w:rsidRPr="00860EF8">
        <w:t xml:space="preserve"> </w:t>
      </w:r>
      <w:r w:rsidR="002C60F7" w:rsidRPr="00860EF8">
        <w:rPr>
          <w:rtl/>
        </w:rPr>
        <w:t>بيروت ـ لبنان، الطبعة السابعة 1986م، ج7 ص321</w:t>
      </w:r>
      <w:r w:rsidR="002C60F7" w:rsidRPr="00860EF8">
        <w:t>:</w:t>
      </w:r>
    </w:p>
    <w:p w:rsidR="003C606F" w:rsidRDefault="002C60F7" w:rsidP="00860EF8">
      <w:pPr>
        <w:pStyle w:val="libNormal"/>
        <w:rPr>
          <w:rtl/>
        </w:rPr>
      </w:pPr>
      <w:r w:rsidRPr="00860EF8">
        <w:t xml:space="preserve">"(128 </w:t>
      </w:r>
      <w:r w:rsidRPr="00860EF8">
        <w:rPr>
          <w:rtl/>
        </w:rPr>
        <w:t>ـ 183هـ = 745 ـ 799م) موسى بن جعفر الصادق بن محمد الباقر، أبو</w:t>
      </w:r>
      <w:r w:rsidRPr="00860EF8">
        <w:t xml:space="preserve"> </w:t>
      </w:r>
      <w:r w:rsidRPr="00860EF8">
        <w:rPr>
          <w:rtl/>
        </w:rPr>
        <w:t>الحسن، سابع الأئمة الاثني عشر عند الإمامية، كان من سادات بني هاشم، ومن</w:t>
      </w:r>
      <w:r w:rsidRPr="00860EF8">
        <w:t xml:space="preserve"> </w:t>
      </w:r>
      <w:r w:rsidRPr="00860EF8">
        <w:rPr>
          <w:rtl/>
        </w:rPr>
        <w:t>أعبد أهل زمانه، واحد كبار العلماء الأجواد، ولد في الابواء (قرب المدينة)</w:t>
      </w:r>
      <w:r w:rsidRPr="00860EF8">
        <w:t xml:space="preserve"> </w:t>
      </w:r>
      <w:r w:rsidRPr="00860EF8">
        <w:rPr>
          <w:rtl/>
        </w:rPr>
        <w:t>وسكن المدينة، فاقدمه المهدي العباسي إلى بغداد ثم رده إلى المدينة، وبلغ</w:t>
      </w:r>
      <w:r w:rsidRPr="00860EF8">
        <w:t xml:space="preserve"> </w:t>
      </w:r>
      <w:r w:rsidRPr="00860EF8">
        <w:rPr>
          <w:rtl/>
        </w:rPr>
        <w:t>الرشيد ان الناس يبايعون الكاظم فيها، فلما حج مرّ بها (سنة 179هـ) فاحتمله</w:t>
      </w:r>
      <w:r w:rsidRPr="00860EF8">
        <w:t xml:space="preserve"> </w:t>
      </w:r>
      <w:r w:rsidRPr="00860EF8">
        <w:rPr>
          <w:rtl/>
        </w:rPr>
        <w:t>معه إلى البصرة، وحبسه عند واليها عيسى بن جعفر سنة واحدة، ثم نقله إلى</w:t>
      </w:r>
      <w:r w:rsidRPr="00860EF8">
        <w:t xml:space="preserve"> </w:t>
      </w:r>
      <w:r w:rsidRPr="00860EF8">
        <w:rPr>
          <w:rtl/>
        </w:rPr>
        <w:t>بغداد فتوفى فيها سجيناً، وقيل: قتل</w:t>
      </w:r>
      <w:r w:rsidRPr="00860EF8">
        <w:t>.</w:t>
      </w:r>
    </w:p>
    <w:p w:rsidR="003C606F" w:rsidRDefault="002C60F7" w:rsidP="00860EF8">
      <w:pPr>
        <w:pStyle w:val="libNormal"/>
        <w:rPr>
          <w:rtl/>
        </w:rPr>
      </w:pPr>
      <w:r w:rsidRPr="00860EF8">
        <w:rPr>
          <w:rtl/>
        </w:rPr>
        <w:t>وكان على زي الأعراب، مائلا إلى السواد</w:t>
      </w:r>
      <w:r w:rsidRPr="00860EF8">
        <w:t>.</w:t>
      </w:r>
    </w:p>
    <w:p w:rsidR="00425BA8" w:rsidRDefault="002C60F7" w:rsidP="00860EF8">
      <w:pPr>
        <w:pStyle w:val="libNormal"/>
      </w:pPr>
      <w:r w:rsidRPr="00860EF8">
        <w:rPr>
          <w:rtl/>
        </w:rPr>
        <w:t>وفي فرق الشيعة فرقة تقول: انه القائم المهدي، وفرقة اخرى تسمّى الوافقة</w:t>
      </w:r>
      <w:r w:rsidRPr="00860EF8">
        <w:t xml:space="preserve"> </w:t>
      </w:r>
      <w:r w:rsidRPr="00860EF8">
        <w:rPr>
          <w:rtl/>
        </w:rPr>
        <w:t>تقول ان الله رفعه إليه وسوف يرده، وسميت بذلك لانها وقفت عنده ولم تأتم</w:t>
      </w:r>
      <w:r w:rsidRPr="00860EF8">
        <w:t xml:space="preserve"> </w:t>
      </w:r>
      <w:r w:rsidRPr="00860EF8">
        <w:rPr>
          <w:rtl/>
        </w:rPr>
        <w:t>بإمام بعده، له (مسند ط) سبع صفحات من تأليف موسى بن ابراهيم المروزي</w:t>
      </w:r>
      <w:r w:rsidRPr="00860EF8">
        <w:t>".</w:t>
      </w:r>
    </w:p>
    <w:p w:rsidR="00425BA8" w:rsidRDefault="00425BA8" w:rsidP="00425BA8">
      <w:pPr>
        <w:pStyle w:val="libNormal"/>
        <w:rPr>
          <w:rtl/>
        </w:rPr>
      </w:pPr>
      <w:r>
        <w:br w:type="page"/>
      </w:r>
    </w:p>
    <w:p w:rsidR="004F5EEE" w:rsidRDefault="002C60F7" w:rsidP="004F5EEE">
      <w:pPr>
        <w:pStyle w:val="Heading1Center"/>
        <w:rPr>
          <w:rtl/>
        </w:rPr>
      </w:pPr>
      <w:bookmarkStart w:id="52" w:name="28"/>
      <w:bookmarkStart w:id="53" w:name="_Toc374532494"/>
      <w:r w:rsidRPr="00E05DBA">
        <w:rPr>
          <w:rtl/>
        </w:rPr>
        <w:lastRenderedPageBreak/>
        <w:t>قول فؤاد سزكين</w:t>
      </w:r>
      <w:bookmarkEnd w:id="52"/>
      <w:bookmarkEnd w:id="53"/>
    </w:p>
    <w:p w:rsidR="003C606F" w:rsidRDefault="005D4559" w:rsidP="00860EF8">
      <w:pPr>
        <w:pStyle w:val="libNormal"/>
      </w:pPr>
      <w:r>
        <w:rPr>
          <w:rFonts w:hint="cs"/>
          <w:rtl/>
        </w:rPr>
        <w:t xml:space="preserve">26 ـ </w:t>
      </w:r>
      <w:r w:rsidR="002C60F7" w:rsidRPr="00860EF8">
        <w:rPr>
          <w:rtl/>
        </w:rPr>
        <w:t>قال فؤاد سزكين في تاريخ التراث العربي، المجلد الأول</w:t>
      </w:r>
      <w:r w:rsidR="002C60F7" w:rsidRPr="00860EF8">
        <w:t xml:space="preserve"> </w:t>
      </w:r>
      <w:r w:rsidR="002C60F7" w:rsidRPr="00860EF8">
        <w:rPr>
          <w:rtl/>
        </w:rPr>
        <w:t>الجزء الثالث صفحة 279، نشر جامعة الإمام محمد بن سعود الاسلامية</w:t>
      </w:r>
      <w:r w:rsidR="002C60F7" w:rsidRPr="00860EF8">
        <w:t>:</w:t>
      </w:r>
    </w:p>
    <w:p w:rsidR="003C606F" w:rsidRDefault="002C60F7" w:rsidP="00860EF8">
      <w:pPr>
        <w:pStyle w:val="libNormal"/>
        <w:rPr>
          <w:rtl/>
        </w:rPr>
      </w:pPr>
      <w:r w:rsidRPr="00860EF8">
        <w:t>"</w:t>
      </w:r>
      <w:r w:rsidRPr="00860EF8">
        <w:rPr>
          <w:rtl/>
        </w:rPr>
        <w:t>موسى الكاظم</w:t>
      </w:r>
      <w:r w:rsidRPr="00860EF8">
        <w:t>:</w:t>
      </w:r>
    </w:p>
    <w:p w:rsidR="003C606F" w:rsidRDefault="002C60F7" w:rsidP="00860EF8">
      <w:pPr>
        <w:pStyle w:val="libNormal"/>
        <w:rPr>
          <w:rtl/>
        </w:rPr>
      </w:pPr>
      <w:r w:rsidRPr="00860EF8">
        <w:rPr>
          <w:rtl/>
        </w:rPr>
        <w:t>هو موسى الكاظم بن جعفر بن محمد الصادق، الامام السابع من أئمة الشيعة</w:t>
      </w:r>
      <w:r w:rsidRPr="00860EF8">
        <w:t xml:space="preserve"> </w:t>
      </w:r>
      <w:r w:rsidRPr="00860EF8">
        <w:rPr>
          <w:rtl/>
        </w:rPr>
        <w:t>الاثني عشر، ولد بالأبواء سنة 128هـ / 745م، ونشأ بالمدينة، وبعد موت والده</w:t>
      </w:r>
      <w:r w:rsidRPr="00860EF8">
        <w:t xml:space="preserve"> </w:t>
      </w:r>
      <w:r w:rsidRPr="00860EF8">
        <w:rPr>
          <w:rtl/>
        </w:rPr>
        <w:t>سنة 148هـ / 765م أصبح إماماً، وعلى الرغم من انه لم يبرز في السياسه فان</w:t>
      </w:r>
      <w:r w:rsidRPr="00860EF8">
        <w:t xml:space="preserve"> </w:t>
      </w:r>
      <w:r w:rsidRPr="00860EF8">
        <w:rPr>
          <w:rtl/>
        </w:rPr>
        <w:t>الخليفة شك فيه واودعه السجن</w:t>
      </w:r>
      <w:r w:rsidRPr="00860EF8">
        <w:t>.</w:t>
      </w:r>
    </w:p>
    <w:p w:rsidR="003C606F" w:rsidRDefault="002C60F7" w:rsidP="00860EF8">
      <w:pPr>
        <w:pStyle w:val="libNormal"/>
        <w:rPr>
          <w:rtl/>
        </w:rPr>
      </w:pPr>
      <w:r w:rsidRPr="00860EF8">
        <w:rPr>
          <w:rtl/>
        </w:rPr>
        <w:t>ويقال انه كان واسع المعرفة في مجالات العلوم المختلفة</w:t>
      </w:r>
      <w:r w:rsidRPr="00860EF8">
        <w:t>.</w:t>
      </w:r>
    </w:p>
    <w:p w:rsidR="003C606F" w:rsidRDefault="002C60F7" w:rsidP="00860EF8">
      <w:pPr>
        <w:pStyle w:val="libNormal"/>
        <w:rPr>
          <w:rtl/>
        </w:rPr>
      </w:pPr>
      <w:r w:rsidRPr="00860EF8">
        <w:rPr>
          <w:rtl/>
        </w:rPr>
        <w:t>وتوفي سنة 183هـ / 799م في السجن</w:t>
      </w:r>
      <w:r w:rsidRPr="00860EF8">
        <w:t>...</w:t>
      </w:r>
    </w:p>
    <w:p w:rsidR="003C606F" w:rsidRDefault="002C60F7" w:rsidP="00860EF8">
      <w:pPr>
        <w:pStyle w:val="libNormal"/>
      </w:pPr>
      <w:r w:rsidRPr="00860EF8">
        <w:rPr>
          <w:rtl/>
        </w:rPr>
        <w:t>ب ـ آثاره</w:t>
      </w:r>
      <w:r w:rsidRPr="00860EF8">
        <w:t>:</w:t>
      </w:r>
    </w:p>
    <w:p w:rsidR="003C606F" w:rsidRDefault="00641BC1" w:rsidP="00860EF8">
      <w:pPr>
        <w:pStyle w:val="libNormal"/>
      </w:pPr>
      <w:r>
        <w:rPr>
          <w:rFonts w:hint="cs"/>
          <w:rtl/>
        </w:rPr>
        <w:t xml:space="preserve">1 ـ </w:t>
      </w:r>
      <w:r w:rsidR="002C60F7" w:rsidRPr="00860EF8">
        <w:rPr>
          <w:rtl/>
        </w:rPr>
        <w:t>(دعاء الجوشن الصغير)</w:t>
      </w:r>
      <w:r w:rsidR="002C60F7" w:rsidRPr="00860EF8">
        <w:t>...</w:t>
      </w:r>
    </w:p>
    <w:p w:rsidR="003C606F" w:rsidRDefault="00641BC1" w:rsidP="00860EF8">
      <w:pPr>
        <w:pStyle w:val="libNormal"/>
      </w:pPr>
      <w:r>
        <w:rPr>
          <w:rFonts w:hint="cs"/>
          <w:rtl/>
        </w:rPr>
        <w:t xml:space="preserve">2 ـ </w:t>
      </w:r>
      <w:r w:rsidR="002C60F7" w:rsidRPr="00860EF8">
        <w:rPr>
          <w:rtl/>
        </w:rPr>
        <w:t>ادعية الايام السبعة</w:t>
      </w:r>
      <w:r w:rsidR="002C60F7" w:rsidRPr="00860EF8">
        <w:t>...</w:t>
      </w:r>
    </w:p>
    <w:p w:rsidR="003C606F" w:rsidRDefault="00641BC1" w:rsidP="00860EF8">
      <w:pPr>
        <w:pStyle w:val="libNormal"/>
      </w:pPr>
      <w:r>
        <w:rPr>
          <w:rFonts w:hint="cs"/>
          <w:rtl/>
        </w:rPr>
        <w:t xml:space="preserve">3 ـ </w:t>
      </w:r>
      <w:r w:rsidR="002C60F7" w:rsidRPr="00860EF8">
        <w:rPr>
          <w:rtl/>
        </w:rPr>
        <w:t>مسند</w:t>
      </w:r>
      <w:r w:rsidR="002C60F7" w:rsidRPr="00860EF8">
        <w:t>...</w:t>
      </w:r>
    </w:p>
    <w:p w:rsidR="003C606F" w:rsidRDefault="00641BC1" w:rsidP="00860EF8">
      <w:pPr>
        <w:pStyle w:val="libNormal"/>
      </w:pPr>
      <w:r>
        <w:rPr>
          <w:rFonts w:hint="cs"/>
          <w:rtl/>
        </w:rPr>
        <w:t xml:space="preserve">4 ـ </w:t>
      </w:r>
      <w:r w:rsidR="002C60F7" w:rsidRPr="00860EF8">
        <w:rPr>
          <w:rtl/>
        </w:rPr>
        <w:t>(وصيته) لهشام بن الحكم</w:t>
      </w:r>
      <w:r w:rsidR="002C60F7" w:rsidRPr="00860EF8">
        <w:t>...</w:t>
      </w:r>
    </w:p>
    <w:p w:rsidR="003C606F" w:rsidRDefault="00641BC1" w:rsidP="00860EF8">
      <w:pPr>
        <w:pStyle w:val="libNormal"/>
      </w:pPr>
      <w:r>
        <w:rPr>
          <w:rFonts w:hint="cs"/>
          <w:rtl/>
        </w:rPr>
        <w:t xml:space="preserve">5 ـ </w:t>
      </w:r>
      <w:r w:rsidR="002C60F7" w:rsidRPr="00860EF8">
        <w:rPr>
          <w:rtl/>
        </w:rPr>
        <w:t>اجاباته عن أسئلة اخيه علي</w:t>
      </w:r>
      <w:r w:rsidR="002C60F7" w:rsidRPr="00860EF8">
        <w:t>...</w:t>
      </w:r>
    </w:p>
    <w:p w:rsidR="002C60F7" w:rsidRPr="0082177B" w:rsidRDefault="00641BC1" w:rsidP="000F17D4">
      <w:pPr>
        <w:pStyle w:val="libNormal"/>
        <w:rPr>
          <w:rtl/>
        </w:rPr>
      </w:pPr>
      <w:r>
        <w:rPr>
          <w:rFonts w:hint="cs"/>
          <w:rtl/>
        </w:rPr>
        <w:t xml:space="preserve">6 ـ </w:t>
      </w:r>
      <w:r w:rsidR="002C60F7" w:rsidRPr="00860EF8">
        <w:rPr>
          <w:rtl/>
        </w:rPr>
        <w:t>وصية النبي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="002C60F7" w:rsidRPr="00860EF8">
        <w:rPr>
          <w:rtl/>
        </w:rPr>
        <w:t xml:space="preserve"> لعلي</w:t>
      </w:r>
      <w:r w:rsidR="002C60F7" w:rsidRPr="00860EF8">
        <w:t>...".</w:t>
      </w:r>
    </w:p>
    <w:p w:rsidR="004F5EEE" w:rsidRDefault="002C60F7" w:rsidP="004F5EEE">
      <w:pPr>
        <w:pStyle w:val="Heading1Center"/>
        <w:rPr>
          <w:rtl/>
        </w:rPr>
      </w:pPr>
      <w:bookmarkStart w:id="54" w:name="29"/>
      <w:bookmarkStart w:id="55" w:name="_Toc374532495"/>
      <w:r w:rsidRPr="00E05DBA">
        <w:rPr>
          <w:rtl/>
        </w:rPr>
        <w:t>قول أبو جعفر العقيلي المكي</w:t>
      </w:r>
      <w:bookmarkEnd w:id="54"/>
      <w:bookmarkEnd w:id="55"/>
    </w:p>
    <w:p w:rsidR="003C606F" w:rsidRDefault="005D4559" w:rsidP="00860EF8">
      <w:pPr>
        <w:pStyle w:val="libNormal"/>
      </w:pPr>
      <w:r>
        <w:rPr>
          <w:rFonts w:hint="cs"/>
          <w:rtl/>
        </w:rPr>
        <w:t xml:space="preserve">27 ـ </w:t>
      </w:r>
      <w:r w:rsidR="002C60F7" w:rsidRPr="00860EF8">
        <w:rPr>
          <w:rtl/>
        </w:rPr>
        <w:t>كتاب الضعفاء الكبير، تأليف أبي جعفر محمد بن عمرو بن موسى بن حماد</w:t>
      </w:r>
      <w:r w:rsidR="002C60F7" w:rsidRPr="00860EF8">
        <w:t xml:space="preserve"> </w:t>
      </w:r>
      <w:r w:rsidR="002C60F7" w:rsidRPr="00860EF8">
        <w:rPr>
          <w:rtl/>
        </w:rPr>
        <w:t>العقيلي المكي، طبع دار الكتب العلمية بيروت، الطبعة الأولى 4/156 رقم</w:t>
      </w:r>
      <w:r w:rsidR="002C60F7" w:rsidRPr="00860EF8">
        <w:t xml:space="preserve"> </w:t>
      </w:r>
      <w:r w:rsidR="002C60F7" w:rsidRPr="00860EF8">
        <w:rPr>
          <w:rtl/>
        </w:rPr>
        <w:t>الترجمة 1726</w:t>
      </w:r>
      <w:r w:rsidR="002C60F7" w:rsidRPr="00860EF8">
        <w:t>:</w:t>
      </w:r>
    </w:p>
    <w:p w:rsidR="003C606F" w:rsidRDefault="002C60F7" w:rsidP="00860EF8">
      <w:pPr>
        <w:pStyle w:val="libNormal"/>
        <w:rPr>
          <w:rtl/>
        </w:rPr>
      </w:pPr>
      <w:r w:rsidRPr="00860EF8">
        <w:t>"</w:t>
      </w:r>
      <w:r w:rsidRPr="00860EF8">
        <w:rPr>
          <w:rtl/>
        </w:rPr>
        <w:t>موسى بن جعفر بن محمد بن علي بن حسين</w:t>
      </w:r>
      <w:r w:rsidRPr="00860EF8">
        <w:t>:</w:t>
      </w:r>
    </w:p>
    <w:p w:rsidR="00425BA8" w:rsidRDefault="002C60F7" w:rsidP="00860EF8">
      <w:pPr>
        <w:pStyle w:val="libNormal"/>
      </w:pPr>
      <w:r w:rsidRPr="00860EF8">
        <w:rPr>
          <w:rtl/>
        </w:rPr>
        <w:t>عن أبيه</w:t>
      </w:r>
      <w:r w:rsidRPr="00860EF8">
        <w:t>.</w:t>
      </w:r>
    </w:p>
    <w:p w:rsidR="00425BA8" w:rsidRDefault="00425BA8" w:rsidP="00425BA8">
      <w:pPr>
        <w:pStyle w:val="libNormal"/>
        <w:rPr>
          <w:rtl/>
        </w:rPr>
      </w:pPr>
      <w:r>
        <w:br w:type="page"/>
      </w:r>
    </w:p>
    <w:p w:rsidR="003C606F" w:rsidRDefault="002C60F7" w:rsidP="008501BE">
      <w:pPr>
        <w:pStyle w:val="libNormal"/>
        <w:rPr>
          <w:rtl/>
        </w:rPr>
      </w:pPr>
      <w:r w:rsidRPr="002A75EE">
        <w:rPr>
          <w:rtl/>
        </w:rPr>
        <w:lastRenderedPageBreak/>
        <w:t>حديثه غير محفوظ،</w:t>
      </w:r>
      <w:r w:rsidRPr="002A75EE">
        <w:t xml:space="preserve"> </w:t>
      </w:r>
      <w:r w:rsidRPr="002A75EE">
        <w:rPr>
          <w:rtl/>
        </w:rPr>
        <w:t>والحمل فيه على أبي الصلت الهروي</w:t>
      </w:r>
      <w:r w:rsidRPr="003C606F">
        <w:rPr>
          <w:rStyle w:val="libFootnotenumChar"/>
          <w:rtl/>
        </w:rPr>
        <w:t>(1)</w:t>
      </w:r>
      <w:r w:rsidRPr="002A75EE">
        <w:t>.</w:t>
      </w:r>
    </w:p>
    <w:p w:rsidR="00615A88" w:rsidRDefault="002C60F7" w:rsidP="00490D4A">
      <w:pPr>
        <w:pStyle w:val="libNormal"/>
        <w:rPr>
          <w:rtl/>
        </w:rPr>
      </w:pPr>
      <w:r w:rsidRPr="002A75EE">
        <w:rPr>
          <w:rtl/>
        </w:rPr>
        <w:t>حدّثناه علي بن عبدالعزيز، حدّثنا عبدالسلام بن صالح، حدّثني علي بن موسى</w:t>
      </w:r>
      <w:r w:rsidRPr="002A75EE">
        <w:t xml:space="preserve"> </w:t>
      </w:r>
      <w:r w:rsidRPr="002A75EE">
        <w:rPr>
          <w:rtl/>
        </w:rPr>
        <w:t>بن جعفر بن محمد بن علي بن حسين بن علي بن أبي طالب، قال حدّثني أبي، عن</w:t>
      </w:r>
      <w:r w:rsidRPr="002A75EE">
        <w:t xml:space="preserve"> </w:t>
      </w:r>
      <w:r w:rsidRPr="002A75EE">
        <w:rPr>
          <w:rtl/>
        </w:rPr>
        <w:t>جعفر بن محمد، عن أبيه، عن علي بن حسين، عن أبيه علي</w:t>
      </w:r>
      <w:r w:rsidR="00490D4A" w:rsidRPr="00490D4A">
        <w:rPr>
          <w:rStyle w:val="libAlaemChar"/>
          <w:rtl/>
        </w:rPr>
        <w:t xml:space="preserve"> رضي‌الله‌عنه</w:t>
      </w:r>
      <w:r w:rsidRPr="002A75EE">
        <w:rPr>
          <w:rtl/>
        </w:rPr>
        <w:t xml:space="preserve"> ـ قال</w:t>
      </w:r>
      <w:r w:rsidRPr="002A75EE">
        <w:t xml:space="preserve">: </w:t>
      </w:r>
      <w:r w:rsidRPr="002A75EE">
        <w:rPr>
          <w:rtl/>
        </w:rPr>
        <w:t>قال رسول الله</w:t>
      </w:r>
      <w:r w:rsidR="000F17D4" w:rsidRPr="000F17D4">
        <w:rPr>
          <w:rStyle w:val="libAlaemChar"/>
          <w:rFonts w:eastAsiaTheme="minorHAnsi"/>
          <w:rtl/>
        </w:rPr>
        <w:t xml:space="preserve"> صلى‌الله‌عليه‌وآله</w:t>
      </w:r>
      <w:r w:rsidRPr="002A75EE">
        <w:rPr>
          <w:rtl/>
        </w:rPr>
        <w:t>: الايمان معرفة بالقلب وإقرار باللسان</w:t>
      </w:r>
      <w:r w:rsidRPr="002A75EE">
        <w:t xml:space="preserve"> </w:t>
      </w:r>
      <w:r w:rsidRPr="002A75EE">
        <w:rPr>
          <w:rtl/>
        </w:rPr>
        <w:t>وعمل بالأركان. ولا يتابع عليه إلاّ من جهة تقاربه</w:t>
      </w:r>
      <w:r w:rsidRPr="002A75EE">
        <w:t>".</w:t>
      </w:r>
    </w:p>
    <w:p w:rsidR="00615A88" w:rsidRPr="00DC4EE6" w:rsidRDefault="00615A88" w:rsidP="00615A88">
      <w:pPr>
        <w:pStyle w:val="libLine"/>
      </w:pPr>
      <w:r w:rsidRPr="00DC4EE6">
        <w:rPr>
          <w:rtl/>
        </w:rPr>
        <w:t>ــــــ</w:t>
      </w:r>
      <w:r w:rsidRPr="00DC4EE6">
        <w:rPr>
          <w:rFonts w:hint="cs"/>
          <w:rtl/>
        </w:rPr>
        <w:t>ـــــ</w:t>
      </w:r>
      <w:r w:rsidRPr="00DC4EE6">
        <w:rPr>
          <w:rtl/>
        </w:rPr>
        <w:t>ــــ</w:t>
      </w:r>
      <w:r w:rsidRPr="00DC4EE6">
        <w:rPr>
          <w:rFonts w:hint="cs"/>
          <w:rtl/>
        </w:rPr>
        <w:t>ــــ</w:t>
      </w:r>
      <w:r w:rsidRPr="00DC4EE6">
        <w:rPr>
          <w:rtl/>
        </w:rPr>
        <w:t>ـ</w:t>
      </w:r>
    </w:p>
    <w:p w:rsidR="00817BBD" w:rsidRDefault="00E43067" w:rsidP="00817BBD">
      <w:pPr>
        <w:pStyle w:val="libFootnote"/>
        <w:rPr>
          <w:rtl/>
        </w:rPr>
      </w:pPr>
      <w:r>
        <w:rPr>
          <w:rFonts w:hint="cs"/>
          <w:rtl/>
        </w:rPr>
        <w:t xml:space="preserve">(1) </w:t>
      </w:r>
      <w:r w:rsidR="002C60F7" w:rsidRPr="002A75EE">
        <w:rPr>
          <w:rtl/>
        </w:rPr>
        <w:t>كل من ذكر الامام الكاظم على الاطلاق وان لم يذكره كما هو أهل له، لكن</w:t>
      </w:r>
      <w:r w:rsidR="002C60F7" w:rsidRPr="002A75EE">
        <w:t xml:space="preserve"> </w:t>
      </w:r>
      <w:r w:rsidR="002C60F7" w:rsidRPr="002A75EE">
        <w:rPr>
          <w:rtl/>
        </w:rPr>
        <w:t>يذكره باحترام وتعظيم، حتى العقيلي صاحب كتاب الضعفاء الذي ضعف اشخاصاً</w:t>
      </w:r>
      <w:r w:rsidR="002C60F7" w:rsidRPr="002A75EE">
        <w:t xml:space="preserve"> </w:t>
      </w:r>
      <w:r w:rsidR="002C60F7" w:rsidRPr="002A75EE">
        <w:rPr>
          <w:rtl/>
        </w:rPr>
        <w:t>كثيرين من دون أي دليل، لما يصل إلى الامام الكاظم يقول: حديثه غير محفوظ</w:t>
      </w:r>
      <w:r w:rsidR="002C60F7" w:rsidRPr="002A75EE">
        <w:t xml:space="preserve"> </w:t>
      </w:r>
      <w:r w:rsidR="002C60F7" w:rsidRPr="002A75EE">
        <w:rPr>
          <w:rtl/>
        </w:rPr>
        <w:t>ويستدرك كلامه بسرعة ويقول: والحمل فيه على أبي الصلت الهروي</w:t>
      </w:r>
      <w:r w:rsidR="002C60F7" w:rsidRPr="002A75EE">
        <w:t>.</w:t>
      </w:r>
    </w:p>
    <w:p w:rsidR="00817BBD" w:rsidRDefault="002C60F7" w:rsidP="00817BBD">
      <w:pPr>
        <w:pStyle w:val="libFootnote"/>
        <w:rPr>
          <w:rtl/>
        </w:rPr>
      </w:pPr>
      <w:r w:rsidRPr="002A75EE">
        <w:rPr>
          <w:rtl/>
        </w:rPr>
        <w:t>ومن عبارته هذه تعرف مدى تعصّبه الأعمى ضد أهل البيت بحيث هو نفسه لو سئل</w:t>
      </w:r>
      <w:r w:rsidRPr="002A75EE">
        <w:t xml:space="preserve"> </w:t>
      </w:r>
      <w:r w:rsidRPr="002A75EE">
        <w:rPr>
          <w:rtl/>
        </w:rPr>
        <w:t>عن شرح عبادته لحار أي شيء يقول، لعدم وجود معنى لها، فإذا كان الهروي غير</w:t>
      </w:r>
      <w:r w:rsidRPr="002A75EE">
        <w:t xml:space="preserve"> </w:t>
      </w:r>
      <w:r w:rsidRPr="002A75EE">
        <w:rPr>
          <w:rtl/>
        </w:rPr>
        <w:t>محفوظ حديثه فلماذا يذكر موسى الكاظم في كتابه المعد للضعفاء... ليس هو</w:t>
      </w:r>
      <w:r w:rsidRPr="002A75EE">
        <w:t xml:space="preserve"> </w:t>
      </w:r>
      <w:r w:rsidRPr="002A75EE">
        <w:rPr>
          <w:rtl/>
        </w:rPr>
        <w:t>إلاّ التعصب الذي يعمي الانسان عن الحق</w:t>
      </w:r>
      <w:r w:rsidRPr="002A75EE">
        <w:t>.</w:t>
      </w:r>
    </w:p>
    <w:p w:rsidR="00817BBD" w:rsidRDefault="002C60F7" w:rsidP="000F17D4">
      <w:pPr>
        <w:pStyle w:val="libFootnote"/>
        <w:rPr>
          <w:rtl/>
        </w:rPr>
      </w:pPr>
      <w:r w:rsidRPr="002A75EE">
        <w:rPr>
          <w:rtl/>
        </w:rPr>
        <w:t>والذي يدهش القارىء من عبارته ان الهروي يروي عن الإمام الرضا</w:t>
      </w:r>
      <w:r w:rsidR="000F17D4" w:rsidRPr="000F17D4">
        <w:rPr>
          <w:rStyle w:val="libAlaemChar"/>
          <w:rFonts w:eastAsiaTheme="minorHAnsi"/>
          <w:rtl/>
        </w:rPr>
        <w:t xml:space="preserve"> </w:t>
      </w:r>
      <w:r w:rsidR="000F17D4" w:rsidRPr="0084306F">
        <w:rPr>
          <w:rStyle w:val="libFootnoteAlaemChar"/>
          <w:rFonts w:eastAsiaTheme="minorHAnsi"/>
          <w:rtl/>
        </w:rPr>
        <w:t>عليه‌السلام</w:t>
      </w:r>
      <w:r w:rsidRPr="002A75EE">
        <w:t xml:space="preserve"> </w:t>
      </w:r>
      <w:r w:rsidRPr="002A75EE">
        <w:rPr>
          <w:rtl/>
        </w:rPr>
        <w:t>والإمام الرضا يروي عن أبيه الكاظم، فالهروي يروي عن الإمام الكاظم بواسطة</w:t>
      </w:r>
      <w:r w:rsidRPr="002A75EE">
        <w:t>.</w:t>
      </w:r>
    </w:p>
    <w:p w:rsidR="00817BBD" w:rsidRDefault="002C60F7" w:rsidP="000F17D4">
      <w:pPr>
        <w:pStyle w:val="libFootnote"/>
        <w:rPr>
          <w:rtl/>
        </w:rPr>
      </w:pPr>
      <w:r w:rsidRPr="002A75EE">
        <w:rPr>
          <w:rtl/>
        </w:rPr>
        <w:t>فعلى رأي العقيلي يكون الإمام الكاظم</w:t>
      </w:r>
      <w:r w:rsidR="000F17D4" w:rsidRPr="000F17D4">
        <w:rPr>
          <w:rStyle w:val="libAlaemChar"/>
          <w:rFonts w:eastAsiaTheme="minorHAnsi"/>
          <w:rtl/>
        </w:rPr>
        <w:t xml:space="preserve"> </w:t>
      </w:r>
      <w:r w:rsidR="000F17D4" w:rsidRPr="0084306F">
        <w:rPr>
          <w:rStyle w:val="libFootnoteAlaemChar"/>
          <w:rFonts w:eastAsiaTheme="minorHAnsi"/>
          <w:rtl/>
        </w:rPr>
        <w:t>عليه‌السلام</w:t>
      </w:r>
      <w:r w:rsidRPr="002A75EE">
        <w:rPr>
          <w:rtl/>
        </w:rPr>
        <w:t xml:space="preserve"> غير محفوظ الحديث لرواية</w:t>
      </w:r>
      <w:r w:rsidRPr="002A75EE">
        <w:t xml:space="preserve"> </w:t>
      </w:r>
      <w:r w:rsidRPr="002A75EE">
        <w:rPr>
          <w:rtl/>
        </w:rPr>
        <w:t>أبي الصلت الهروي الذي في عقيدته انه رافضي خبيث غير مستقيم الأمر كما في</w:t>
      </w:r>
      <w:r w:rsidRPr="002A75EE">
        <w:t xml:space="preserve"> </w:t>
      </w:r>
      <w:r w:rsidRPr="002A75EE">
        <w:rPr>
          <w:rtl/>
        </w:rPr>
        <w:t>ضعفائه 3/70 ـ عن ولده الإمام الرضا ورواية الإمام الرضا عن أبيه الإمام</w:t>
      </w:r>
      <w:r w:rsidRPr="002A75EE">
        <w:t xml:space="preserve"> </w:t>
      </w:r>
      <w:r w:rsidRPr="002A75EE">
        <w:rPr>
          <w:rtl/>
        </w:rPr>
        <w:t>الكاظم، كما ذكر هو الرواية بعد حكمه على الإمام الكاظم بأنه غير محفوظ</w:t>
      </w:r>
      <w:r w:rsidRPr="002A75EE">
        <w:t xml:space="preserve"> </w:t>
      </w:r>
      <w:r w:rsidRPr="002A75EE">
        <w:rPr>
          <w:rtl/>
        </w:rPr>
        <w:t>الحديث</w:t>
      </w:r>
      <w:r w:rsidRPr="002A75EE">
        <w:t>.</w:t>
      </w:r>
    </w:p>
    <w:p w:rsidR="00817BBD" w:rsidRDefault="002C60F7" w:rsidP="00817BBD">
      <w:pPr>
        <w:pStyle w:val="libFootnote"/>
        <w:rPr>
          <w:rtl/>
        </w:rPr>
      </w:pPr>
      <w:r w:rsidRPr="002A75EE">
        <w:rPr>
          <w:rtl/>
        </w:rPr>
        <w:t>فالرواية: حدثنا عبدالسلام بن صالح الهروي حدّثني علي بن موسى.. قال حدّثني</w:t>
      </w:r>
      <w:r w:rsidRPr="002A75EE">
        <w:t xml:space="preserve"> </w:t>
      </w:r>
      <w:r w:rsidRPr="002A75EE">
        <w:rPr>
          <w:rtl/>
        </w:rPr>
        <w:t>أبي</w:t>
      </w:r>
      <w:r w:rsidRPr="002A75EE">
        <w:t>..</w:t>
      </w:r>
    </w:p>
    <w:p w:rsidR="00817BBD" w:rsidRDefault="002C60F7" w:rsidP="00817BBD">
      <w:pPr>
        <w:pStyle w:val="libFootnote"/>
        <w:rPr>
          <w:rtl/>
        </w:rPr>
      </w:pPr>
      <w:r w:rsidRPr="002A75EE">
        <w:rPr>
          <w:rtl/>
        </w:rPr>
        <w:t>ولا عبارة يستحقها العقيلي أحلى من قوله تعالى (في قلوبهم مرض فزادهم الله</w:t>
      </w:r>
      <w:r w:rsidRPr="002A75EE">
        <w:t xml:space="preserve"> </w:t>
      </w:r>
      <w:r w:rsidRPr="002A75EE">
        <w:rPr>
          <w:rtl/>
        </w:rPr>
        <w:t>مرضاً)</w:t>
      </w:r>
      <w:r w:rsidRPr="002A75EE">
        <w:t>.</w:t>
      </w:r>
    </w:p>
    <w:p w:rsidR="00817BBD" w:rsidRDefault="002C60F7" w:rsidP="00817BBD">
      <w:pPr>
        <w:pStyle w:val="libFootnote"/>
        <w:rPr>
          <w:rtl/>
        </w:rPr>
      </w:pPr>
      <w:r w:rsidRPr="002A75EE">
        <w:rPr>
          <w:rtl/>
        </w:rPr>
        <w:t>قال الذهبي في ميزان الاعتدال 4/201 ـ 202</w:t>
      </w:r>
      <w:r w:rsidRPr="002A75EE">
        <w:t>:</w:t>
      </w:r>
    </w:p>
    <w:p w:rsidR="00817BBD" w:rsidRDefault="002C60F7" w:rsidP="000F17D4">
      <w:pPr>
        <w:pStyle w:val="libFootnote"/>
        <w:rPr>
          <w:rtl/>
        </w:rPr>
      </w:pPr>
      <w:r w:rsidRPr="002A75EE">
        <w:rPr>
          <w:rtl/>
        </w:rPr>
        <w:t>وانما اوردته: (اي: الإمام الكاظم</w:t>
      </w:r>
      <w:r w:rsidR="000F17D4" w:rsidRPr="000F17D4">
        <w:rPr>
          <w:rStyle w:val="libAlaemChar"/>
          <w:rFonts w:eastAsiaTheme="minorHAnsi"/>
          <w:rtl/>
        </w:rPr>
        <w:t xml:space="preserve"> </w:t>
      </w:r>
      <w:r w:rsidR="000F17D4" w:rsidRPr="0084306F">
        <w:rPr>
          <w:rStyle w:val="libFootnoteAlaemChar"/>
          <w:rFonts w:eastAsiaTheme="minorHAnsi"/>
          <w:rtl/>
        </w:rPr>
        <w:t>عليه‌السلام</w:t>
      </w:r>
      <w:r w:rsidRPr="002A75EE">
        <w:rPr>
          <w:rtl/>
        </w:rPr>
        <w:t>) لأن العقيلي ذكره في كتابه</w:t>
      </w:r>
      <w:r w:rsidRPr="002A75EE">
        <w:t xml:space="preserve"> </w:t>
      </w:r>
      <w:r w:rsidRPr="002A75EE">
        <w:rPr>
          <w:rtl/>
        </w:rPr>
        <w:t>وقال حديثه غير محفوظ، يعني: في الايمان، قال: والحمل فيه على أبي الصلت</w:t>
      </w:r>
      <w:r w:rsidRPr="002A75EE">
        <w:t xml:space="preserve"> </w:t>
      </w:r>
      <w:r w:rsidRPr="002A75EE">
        <w:rPr>
          <w:rtl/>
        </w:rPr>
        <w:t>الهروي</w:t>
      </w:r>
      <w:r w:rsidRPr="002A75EE">
        <w:t>.</w:t>
      </w:r>
    </w:p>
    <w:p w:rsidR="00817BBD" w:rsidRDefault="002C60F7" w:rsidP="00817BBD">
      <w:pPr>
        <w:pStyle w:val="libFootnote"/>
        <w:rPr>
          <w:rtl/>
        </w:rPr>
      </w:pPr>
      <w:r w:rsidRPr="002A75EE">
        <w:rPr>
          <w:rtl/>
        </w:rPr>
        <w:t>قلت: فإذا كان الحمل فيه على أبي الصلت فما ذنب موسى تذكره</w:t>
      </w:r>
      <w:r w:rsidRPr="002A75EE">
        <w:t>.</w:t>
      </w:r>
    </w:p>
    <w:p w:rsidR="00817BBD" w:rsidRDefault="002C60F7" w:rsidP="00817BBD">
      <w:pPr>
        <w:pStyle w:val="libFootnote"/>
        <w:rPr>
          <w:rtl/>
        </w:rPr>
      </w:pPr>
      <w:r w:rsidRPr="002A75EE">
        <w:rPr>
          <w:rtl/>
        </w:rPr>
        <w:t>وأما أبو الصلت وان كان رافضياً على حسب عبارة العقيلي إلاّ إنه ثبت ثقة</w:t>
      </w:r>
      <w:r w:rsidRPr="002A75EE">
        <w:t>.</w:t>
      </w:r>
    </w:p>
    <w:p w:rsidR="00817BBD" w:rsidRDefault="002C60F7" w:rsidP="00817BBD">
      <w:pPr>
        <w:pStyle w:val="libFootnote"/>
        <w:rPr>
          <w:rtl/>
        </w:rPr>
      </w:pPr>
      <w:r w:rsidRPr="002A75EE">
        <w:rPr>
          <w:rtl/>
        </w:rPr>
        <w:t>قال التهاوني في قواعد علوم الحديث 407: الغلو في التشيع ليس بجرح إذا كان</w:t>
      </w:r>
      <w:r w:rsidRPr="002A75EE">
        <w:t xml:space="preserve"> </w:t>
      </w:r>
      <w:r w:rsidRPr="002A75EE">
        <w:rPr>
          <w:rtl/>
        </w:rPr>
        <w:t>الراوي ثقة</w:t>
      </w:r>
      <w:r w:rsidRPr="002A75EE">
        <w:t>.</w:t>
      </w:r>
    </w:p>
    <w:p w:rsidR="00734BA4" w:rsidRDefault="002C60F7" w:rsidP="00817BBD">
      <w:pPr>
        <w:pStyle w:val="libFootnote"/>
      </w:pPr>
      <w:r w:rsidRPr="002A75EE">
        <w:rPr>
          <w:rtl/>
        </w:rPr>
        <w:t>وقال الدكتور عبدالمعطي في مقدمته لكتاب الضعفاء 66: واما التشيع فان</w:t>
      </w:r>
      <w:r w:rsidRPr="002A75EE">
        <w:t xml:space="preserve"> </w:t>
      </w:r>
      <w:r w:rsidRPr="002A75EE">
        <w:rPr>
          <w:rtl/>
        </w:rPr>
        <w:t>المتشيع إذا كان ثبت الأخذ لا يضره ويزادة على ما ذكرنا راجع ما ذكره محقق</w:t>
      </w:r>
      <w:r w:rsidRPr="002A75EE">
        <w:t xml:space="preserve"> </w:t>
      </w:r>
      <w:r w:rsidRPr="002A75EE">
        <w:rPr>
          <w:rtl/>
        </w:rPr>
        <w:t>كتاب العقيلي الدكتور عبدالمعطي في مقدمته للكتاب، فما ذكره كاف في عدم</w:t>
      </w:r>
      <w:r w:rsidRPr="002A75EE">
        <w:t xml:space="preserve"> </w:t>
      </w:r>
      <w:r w:rsidRPr="002A75EE">
        <w:rPr>
          <w:rtl/>
        </w:rPr>
        <w:t>الاعتماد على العقيلي، فراجع</w:t>
      </w:r>
      <w:r w:rsidRPr="002A75EE">
        <w:t>.</w:t>
      </w:r>
    </w:p>
    <w:p w:rsidR="00734BA4" w:rsidRDefault="00734BA4" w:rsidP="00734BA4">
      <w:pPr>
        <w:pStyle w:val="libNormal"/>
        <w:bidi w:val="0"/>
        <w:rPr>
          <w:sz w:val="20"/>
          <w:szCs w:val="26"/>
        </w:rPr>
      </w:pPr>
      <w:r>
        <w:br w:type="page"/>
      </w:r>
    </w:p>
    <w:sdt>
      <w:sdtPr>
        <w:rPr>
          <w:color w:val="000000"/>
          <w:sz w:val="24"/>
          <w:szCs w:val="32"/>
          <w:rtl/>
        </w:rPr>
        <w:id w:val="5481547"/>
        <w:docPartObj>
          <w:docPartGallery w:val="Table of Contents"/>
          <w:docPartUnique/>
        </w:docPartObj>
      </w:sdtPr>
      <w:sdtContent>
        <w:p w:rsidR="00734BA4" w:rsidRPr="008510CF" w:rsidRDefault="008510CF" w:rsidP="008510CF">
          <w:pPr>
            <w:pStyle w:val="Heading1Center"/>
            <w:rPr>
              <w:rtl/>
            </w:rPr>
          </w:pPr>
          <w:r w:rsidRPr="008510CF">
            <w:rPr>
              <w:rFonts w:hint="cs"/>
              <w:rtl/>
            </w:rPr>
            <w:t>الفهرست</w:t>
          </w:r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r>
            <w:fldChar w:fldCharType="begin"/>
          </w:r>
          <w:r w:rsidR="00734BA4">
            <w:instrText xml:space="preserve"> TOC \o "1-3" \h \z \u </w:instrText>
          </w:r>
          <w:r>
            <w:fldChar w:fldCharType="separate"/>
          </w:r>
          <w:hyperlink w:anchor="_Toc374532468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المقدمة</w:t>
            </w:r>
            <w:r w:rsidR="00734BA4" w:rsidRPr="00C50ED2">
              <w:rPr>
                <w:rStyle w:val="Hyperlink"/>
                <w:noProof/>
              </w:rPr>
              <w:t>: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Toc374532468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69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أبو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جعفر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محمد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بن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جرير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الطبري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Toc374532469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70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أبو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محمد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التميمي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الحنظلي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الرازي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Toc374532470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71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أبو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الفرج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الأصفهاني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Toc374532471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72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أحمد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بن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أبي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يعقوب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Toc374532472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73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أبو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الحسن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المسعودي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Toc374532473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74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الحافظ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أبو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بكر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الخطيب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البغدادي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Toc374532474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75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عز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الدين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الشيباني</w:t>
            </w:r>
            <w:r w:rsidR="00734BA4" w:rsidRPr="00C50ED2">
              <w:rPr>
                <w:rStyle w:val="Hyperlink"/>
                <w:noProof/>
                <w:rtl/>
              </w:rPr>
              <w:t xml:space="preserve"> (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إبن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أثير</w:t>
            </w:r>
            <w:r w:rsidR="00734BA4" w:rsidRPr="00C50ED2">
              <w:rPr>
                <w:rStyle w:val="Hyperlink"/>
                <w:noProof/>
                <w:rtl/>
              </w:rPr>
              <w:t>)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Toc374532475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76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محمد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بن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عمر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الزمخشري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Toc374532476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77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جمال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الدين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إبن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الجوزي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Toc374532477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78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أحمد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بن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محمد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بن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خلكان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Toc374532478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79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سبط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بن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الجوزي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Toc374532479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80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صفي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الدين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الخزرجي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Toc374532480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81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شمس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الدين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الذهبي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Toc374532481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82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عماد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الدين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القرشي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الدمشقي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Toc374532482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83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محمد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بن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شاكر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الكتبي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Toc374532483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84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أبو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محمد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اليافعي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اليمني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المكي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Toc374532484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85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شهاب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الدين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التويري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Toc374532485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86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شهاب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الدين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العسقلاني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Toc374532486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87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جمال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الدين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الأتابكي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Toc374532487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88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الداعي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إدريس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عماد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الدين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Toc374532488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89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أبو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الفلاح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الحنبلي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Toc374532489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36A9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90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الشيخ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سيد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الشبلنجي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Toc374532490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336A9" w:rsidRDefault="00C336A9" w:rsidP="00C336A9">
          <w:pPr>
            <w:pStyle w:val="libNormal"/>
            <w:rPr>
              <w:rFonts w:eastAsiaTheme="minorEastAsia"/>
              <w:noProof/>
              <w:rtl/>
              <w:lang w:bidi="fa-IR"/>
            </w:rPr>
          </w:pPr>
          <w:r>
            <w:rPr>
              <w:rFonts w:eastAsiaTheme="minorEastAsia"/>
              <w:noProof/>
              <w:rtl/>
              <w:lang w:bidi="fa-IR"/>
            </w:rPr>
            <w:br w:type="page"/>
          </w:r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91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الشيخ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محمد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الصبان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Toc374532491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92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سليمان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القندوزي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الحنفي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Toc374532492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93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خير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الدين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الزركلي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Toc374532493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4532494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فؤاد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سزكين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Toc374532494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4BA4" w:rsidRDefault="003B4388" w:rsidP="00734BA4">
          <w:pPr>
            <w:pStyle w:val="TOC1"/>
          </w:pPr>
          <w:hyperlink w:anchor="_Toc374532495" w:history="1">
            <w:r w:rsidR="00734BA4" w:rsidRPr="00C50ED2">
              <w:rPr>
                <w:rStyle w:val="Hyperlink"/>
                <w:rFonts w:hint="eastAsia"/>
                <w:noProof/>
                <w:rtl/>
              </w:rPr>
              <w:t>قول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أبو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جعفر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العقيلي</w:t>
            </w:r>
            <w:r w:rsidR="00734BA4" w:rsidRPr="00C50ED2">
              <w:rPr>
                <w:rStyle w:val="Hyperlink"/>
                <w:noProof/>
                <w:rtl/>
              </w:rPr>
              <w:t xml:space="preserve"> </w:t>
            </w:r>
            <w:r w:rsidR="00734BA4" w:rsidRPr="00C50ED2">
              <w:rPr>
                <w:rStyle w:val="Hyperlink"/>
                <w:rFonts w:hint="eastAsia"/>
                <w:noProof/>
                <w:rtl/>
              </w:rPr>
              <w:t>المكي</w:t>
            </w:r>
            <w:r w:rsidR="00734BA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 w:rsidR="00734BA4">
              <w:rPr>
                <w:noProof/>
                <w:webHidden/>
              </w:rPr>
              <w:instrText>PAGEREF</w:instrText>
            </w:r>
            <w:r w:rsidR="00734BA4">
              <w:rPr>
                <w:noProof/>
                <w:webHidden/>
                <w:rtl/>
              </w:rPr>
              <w:instrText xml:space="preserve"> _</w:instrText>
            </w:r>
            <w:r w:rsidR="00734BA4">
              <w:rPr>
                <w:noProof/>
                <w:webHidden/>
              </w:rPr>
              <w:instrText>Toc374532495 \h</w:instrText>
            </w:r>
            <w:r w:rsidR="00734BA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0B91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  <w:r>
            <w:fldChar w:fldCharType="end"/>
          </w:r>
        </w:p>
      </w:sdtContent>
    </w:sdt>
    <w:sectPr w:rsidR="00734BA4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8EE" w:rsidRDefault="00A208EE">
      <w:r>
        <w:separator/>
      </w:r>
    </w:p>
  </w:endnote>
  <w:endnote w:type="continuationSeparator" w:id="1">
    <w:p w:rsidR="00A208EE" w:rsidRDefault="00A208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2BF" w:rsidRPr="002045CF" w:rsidRDefault="003B4388" w:rsidP="002045CF">
    <w:pPr>
      <w:bidi/>
      <w:jc w:val="center"/>
      <w:rPr>
        <w:rFonts w:ascii="Times New Roman" w:hAnsi="Times New Roman" w:cs="Times New Roman"/>
        <w:sz w:val="26"/>
        <w:szCs w:val="26"/>
      </w:rPr>
    </w:pPr>
    <w:r w:rsidRPr="002045CF">
      <w:rPr>
        <w:rFonts w:ascii="Times New Roman" w:hAnsi="Times New Roman" w:cs="Times New Roman"/>
        <w:sz w:val="26"/>
        <w:szCs w:val="26"/>
      </w:rPr>
      <w:fldChar w:fldCharType="begin"/>
    </w:r>
    <w:r w:rsidR="002D62BF" w:rsidRPr="002045CF">
      <w:rPr>
        <w:rFonts w:ascii="Times New Roman" w:hAnsi="Times New Roman" w:cs="Times New Roman"/>
        <w:sz w:val="26"/>
        <w:szCs w:val="26"/>
      </w:rPr>
      <w:instrText xml:space="preserve"> PAGE   \* MERGEFORMAT </w:instrText>
    </w:r>
    <w:r w:rsidRPr="002045CF">
      <w:rPr>
        <w:rFonts w:ascii="Times New Roman" w:hAnsi="Times New Roman" w:cs="Times New Roman"/>
        <w:sz w:val="26"/>
        <w:szCs w:val="26"/>
      </w:rPr>
      <w:fldChar w:fldCharType="separate"/>
    </w:r>
    <w:r w:rsidR="00660B91">
      <w:rPr>
        <w:rFonts w:ascii="Times New Roman" w:hAnsi="Times New Roman" w:cs="Times New Roman"/>
        <w:noProof/>
        <w:sz w:val="26"/>
        <w:szCs w:val="26"/>
        <w:rtl/>
      </w:rPr>
      <w:t>66</w:t>
    </w:r>
    <w:r w:rsidRPr="002045CF">
      <w:rPr>
        <w:rFonts w:ascii="Times New Roman" w:hAnsi="Times New Roman" w:cs="Times New Roman"/>
        <w:sz w:val="26"/>
        <w:szCs w:val="2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2BF" w:rsidRPr="00900D4D" w:rsidRDefault="003B4388" w:rsidP="00CE026C">
    <w:pPr>
      <w:bidi/>
      <w:jc w:val="center"/>
      <w:rPr>
        <w:rFonts w:ascii="Times New Roman" w:hAnsi="Times New Roman" w:cs="Times New Roman"/>
      </w:rPr>
    </w:pPr>
    <w:r w:rsidRPr="00900D4D">
      <w:rPr>
        <w:rFonts w:ascii="Times New Roman" w:hAnsi="Times New Roman" w:cs="Times New Roman"/>
      </w:rPr>
      <w:fldChar w:fldCharType="begin"/>
    </w:r>
    <w:r w:rsidR="002D62BF" w:rsidRPr="00900D4D">
      <w:rPr>
        <w:rFonts w:ascii="Times New Roman" w:hAnsi="Times New Roman" w:cs="Times New Roman"/>
      </w:rPr>
      <w:instrText xml:space="preserve"> PAGE   \* MERGEFORMAT </w:instrText>
    </w:r>
    <w:r w:rsidRPr="00900D4D">
      <w:rPr>
        <w:rFonts w:ascii="Times New Roman" w:hAnsi="Times New Roman" w:cs="Times New Roman"/>
      </w:rPr>
      <w:fldChar w:fldCharType="separate"/>
    </w:r>
    <w:r w:rsidR="00660B91">
      <w:rPr>
        <w:rFonts w:ascii="Times New Roman" w:hAnsi="Times New Roman" w:cs="Times New Roman"/>
        <w:noProof/>
        <w:rtl/>
      </w:rPr>
      <w:t>65</w:t>
    </w:r>
    <w:r w:rsidRPr="00900D4D">
      <w:rPr>
        <w:rFonts w:ascii="Times New Roman" w:hAnsi="Times New Roman" w:cs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2BF" w:rsidRPr="002045CF" w:rsidRDefault="003B4388" w:rsidP="002045CF">
    <w:pPr>
      <w:bidi/>
      <w:jc w:val="center"/>
      <w:rPr>
        <w:rFonts w:ascii="Times New Roman" w:hAnsi="Times New Roman" w:cs="Times New Roman"/>
        <w:sz w:val="26"/>
        <w:szCs w:val="26"/>
      </w:rPr>
    </w:pPr>
    <w:r w:rsidRPr="002045CF">
      <w:rPr>
        <w:rFonts w:ascii="Times New Roman" w:hAnsi="Times New Roman" w:cs="Times New Roman"/>
        <w:sz w:val="26"/>
        <w:szCs w:val="26"/>
      </w:rPr>
      <w:fldChar w:fldCharType="begin"/>
    </w:r>
    <w:r w:rsidR="002D62BF" w:rsidRPr="002045CF">
      <w:rPr>
        <w:rFonts w:ascii="Times New Roman" w:hAnsi="Times New Roman" w:cs="Times New Roman"/>
        <w:sz w:val="26"/>
        <w:szCs w:val="26"/>
      </w:rPr>
      <w:instrText xml:space="preserve"> PAGE   \* MERGEFORMAT </w:instrText>
    </w:r>
    <w:r w:rsidRPr="002045CF">
      <w:rPr>
        <w:rFonts w:ascii="Times New Roman" w:hAnsi="Times New Roman" w:cs="Times New Roman"/>
        <w:sz w:val="26"/>
        <w:szCs w:val="26"/>
      </w:rPr>
      <w:fldChar w:fldCharType="separate"/>
    </w:r>
    <w:r w:rsidR="00660B91">
      <w:rPr>
        <w:rFonts w:ascii="Times New Roman" w:hAnsi="Times New Roman" w:cs="Times New Roman"/>
        <w:noProof/>
        <w:sz w:val="26"/>
        <w:szCs w:val="26"/>
        <w:rtl/>
      </w:rPr>
      <w:t>1</w:t>
    </w:r>
    <w:r w:rsidRPr="002045CF">
      <w:rPr>
        <w:rFonts w:ascii="Times New Roman" w:hAnsi="Times New Roman" w:cs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8EE" w:rsidRDefault="00A208EE">
      <w:r>
        <w:separator/>
      </w:r>
    </w:p>
  </w:footnote>
  <w:footnote w:type="continuationSeparator" w:id="1">
    <w:p w:rsidR="00A208EE" w:rsidRDefault="00A208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D8F"/>
    <w:rsid w:val="00005A19"/>
    <w:rsid w:val="0001337C"/>
    <w:rsid w:val="000249BE"/>
    <w:rsid w:val="00024DBC"/>
    <w:rsid w:val="0002589F"/>
    <w:rsid w:val="000267FE"/>
    <w:rsid w:val="00034DB7"/>
    <w:rsid w:val="00040798"/>
    <w:rsid w:val="00043023"/>
    <w:rsid w:val="00054406"/>
    <w:rsid w:val="0006216A"/>
    <w:rsid w:val="00066C43"/>
    <w:rsid w:val="00067836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7BDA"/>
    <w:rsid w:val="000A21DD"/>
    <w:rsid w:val="000A7750"/>
    <w:rsid w:val="000B2E78"/>
    <w:rsid w:val="000B3A56"/>
    <w:rsid w:val="000B7CBD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17D4"/>
    <w:rsid w:val="000F43CB"/>
    <w:rsid w:val="0010049D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5DD8"/>
    <w:rsid w:val="001162C9"/>
    <w:rsid w:val="0012064D"/>
    <w:rsid w:val="00121FD4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D83"/>
    <w:rsid w:val="00164767"/>
    <w:rsid w:val="00164810"/>
    <w:rsid w:val="00170F2F"/>
    <w:rsid w:val="001712E1"/>
    <w:rsid w:val="001767EE"/>
    <w:rsid w:val="00182258"/>
    <w:rsid w:val="00182CD3"/>
    <w:rsid w:val="0018664D"/>
    <w:rsid w:val="00187017"/>
    <w:rsid w:val="00187246"/>
    <w:rsid w:val="00191648"/>
    <w:rsid w:val="001937F7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2C7B"/>
    <w:rsid w:val="002045CF"/>
    <w:rsid w:val="002054C5"/>
    <w:rsid w:val="002139CB"/>
    <w:rsid w:val="00214077"/>
    <w:rsid w:val="00214801"/>
    <w:rsid w:val="00224964"/>
    <w:rsid w:val="00226098"/>
    <w:rsid w:val="002267C7"/>
    <w:rsid w:val="00227FEE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338C"/>
    <w:rsid w:val="002A5096"/>
    <w:rsid w:val="002A69AC"/>
    <w:rsid w:val="002A717D"/>
    <w:rsid w:val="002A73D7"/>
    <w:rsid w:val="002A75EE"/>
    <w:rsid w:val="002B2B15"/>
    <w:rsid w:val="002B5911"/>
    <w:rsid w:val="002B71A8"/>
    <w:rsid w:val="002B7794"/>
    <w:rsid w:val="002B7989"/>
    <w:rsid w:val="002C3E3A"/>
    <w:rsid w:val="002C5C66"/>
    <w:rsid w:val="002C60F7"/>
    <w:rsid w:val="002C6427"/>
    <w:rsid w:val="002D19A9"/>
    <w:rsid w:val="002D2485"/>
    <w:rsid w:val="002D580E"/>
    <w:rsid w:val="002D62BF"/>
    <w:rsid w:val="002E19EE"/>
    <w:rsid w:val="002E4976"/>
    <w:rsid w:val="002E4D3D"/>
    <w:rsid w:val="002E5CA1"/>
    <w:rsid w:val="002E6022"/>
    <w:rsid w:val="002F3626"/>
    <w:rsid w:val="002F3C85"/>
    <w:rsid w:val="002F42E5"/>
    <w:rsid w:val="00300779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3D8F"/>
    <w:rsid w:val="00324B78"/>
    <w:rsid w:val="00325A62"/>
    <w:rsid w:val="00326B9E"/>
    <w:rsid w:val="00330D70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4388"/>
    <w:rsid w:val="003B5031"/>
    <w:rsid w:val="003B63EE"/>
    <w:rsid w:val="003B6720"/>
    <w:rsid w:val="003B775B"/>
    <w:rsid w:val="003B7FA9"/>
    <w:rsid w:val="003C1BC3"/>
    <w:rsid w:val="003C606F"/>
    <w:rsid w:val="003C6EB9"/>
    <w:rsid w:val="003C7C08"/>
    <w:rsid w:val="003D0E9A"/>
    <w:rsid w:val="003D2459"/>
    <w:rsid w:val="003D28ED"/>
    <w:rsid w:val="003D3107"/>
    <w:rsid w:val="003E0C2B"/>
    <w:rsid w:val="003E148D"/>
    <w:rsid w:val="003E173A"/>
    <w:rsid w:val="003E2285"/>
    <w:rsid w:val="003E3600"/>
    <w:rsid w:val="003F133B"/>
    <w:rsid w:val="003F33DE"/>
    <w:rsid w:val="00402095"/>
    <w:rsid w:val="0040243A"/>
    <w:rsid w:val="00402C65"/>
    <w:rsid w:val="00403EA2"/>
    <w:rsid w:val="00404EB7"/>
    <w:rsid w:val="00407D56"/>
    <w:rsid w:val="004146B4"/>
    <w:rsid w:val="00416E2B"/>
    <w:rsid w:val="004209BA"/>
    <w:rsid w:val="00420C44"/>
    <w:rsid w:val="0042554E"/>
    <w:rsid w:val="00425BA8"/>
    <w:rsid w:val="004271BF"/>
    <w:rsid w:val="00430581"/>
    <w:rsid w:val="00434A97"/>
    <w:rsid w:val="00437035"/>
    <w:rsid w:val="00437BC0"/>
    <w:rsid w:val="00440C62"/>
    <w:rsid w:val="00441A2E"/>
    <w:rsid w:val="00446BBA"/>
    <w:rsid w:val="004537CB"/>
    <w:rsid w:val="004538D5"/>
    <w:rsid w:val="00453C50"/>
    <w:rsid w:val="00455A59"/>
    <w:rsid w:val="00464B21"/>
    <w:rsid w:val="0046634E"/>
    <w:rsid w:val="00467E54"/>
    <w:rsid w:val="00470378"/>
    <w:rsid w:val="004722F9"/>
    <w:rsid w:val="00475E99"/>
    <w:rsid w:val="00476203"/>
    <w:rsid w:val="00481D03"/>
    <w:rsid w:val="00481FD0"/>
    <w:rsid w:val="0048221F"/>
    <w:rsid w:val="00490D4A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3E90"/>
    <w:rsid w:val="004C4336"/>
    <w:rsid w:val="004C77B5"/>
    <w:rsid w:val="004D67F7"/>
    <w:rsid w:val="004D7678"/>
    <w:rsid w:val="004D7CD7"/>
    <w:rsid w:val="004E6E95"/>
    <w:rsid w:val="004E7BA2"/>
    <w:rsid w:val="004F58BA"/>
    <w:rsid w:val="004F5EEE"/>
    <w:rsid w:val="004F6137"/>
    <w:rsid w:val="0050067F"/>
    <w:rsid w:val="005022E5"/>
    <w:rsid w:val="00514000"/>
    <w:rsid w:val="005254BC"/>
    <w:rsid w:val="00526724"/>
    <w:rsid w:val="00540F36"/>
    <w:rsid w:val="00542EEF"/>
    <w:rsid w:val="00545FDE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072D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4F34"/>
    <w:rsid w:val="005B56BE"/>
    <w:rsid w:val="005B68D5"/>
    <w:rsid w:val="005C0E2F"/>
    <w:rsid w:val="005C7719"/>
    <w:rsid w:val="005D2C72"/>
    <w:rsid w:val="005D4559"/>
    <w:rsid w:val="005E2913"/>
    <w:rsid w:val="005E399F"/>
    <w:rsid w:val="005E5D2F"/>
    <w:rsid w:val="005E6836"/>
    <w:rsid w:val="005E6A3C"/>
    <w:rsid w:val="005E6E3A"/>
    <w:rsid w:val="005F0045"/>
    <w:rsid w:val="005F15C3"/>
    <w:rsid w:val="00600E66"/>
    <w:rsid w:val="006013DF"/>
    <w:rsid w:val="0060295E"/>
    <w:rsid w:val="00603583"/>
    <w:rsid w:val="00603605"/>
    <w:rsid w:val="006041A3"/>
    <w:rsid w:val="006133A5"/>
    <w:rsid w:val="00614301"/>
    <w:rsid w:val="00615A88"/>
    <w:rsid w:val="00620867"/>
    <w:rsid w:val="00620B12"/>
    <w:rsid w:val="006210F4"/>
    <w:rsid w:val="00621DEA"/>
    <w:rsid w:val="00624B9F"/>
    <w:rsid w:val="00625C71"/>
    <w:rsid w:val="00626383"/>
    <w:rsid w:val="0062694B"/>
    <w:rsid w:val="00627316"/>
    <w:rsid w:val="00627A7B"/>
    <w:rsid w:val="00633FB4"/>
    <w:rsid w:val="006357C1"/>
    <w:rsid w:val="00635BA7"/>
    <w:rsid w:val="00635D35"/>
    <w:rsid w:val="006365EA"/>
    <w:rsid w:val="0063712C"/>
    <w:rsid w:val="00637374"/>
    <w:rsid w:val="00640BB2"/>
    <w:rsid w:val="00641A2D"/>
    <w:rsid w:val="00641BC1"/>
    <w:rsid w:val="00643F5E"/>
    <w:rsid w:val="006449AF"/>
    <w:rsid w:val="00646D08"/>
    <w:rsid w:val="00651640"/>
    <w:rsid w:val="00651ADF"/>
    <w:rsid w:val="006574EA"/>
    <w:rsid w:val="00660B91"/>
    <w:rsid w:val="00663284"/>
    <w:rsid w:val="0066396C"/>
    <w:rsid w:val="00665B79"/>
    <w:rsid w:val="006726F6"/>
    <w:rsid w:val="00672E5A"/>
    <w:rsid w:val="00676B9C"/>
    <w:rsid w:val="0068115C"/>
    <w:rsid w:val="00682902"/>
    <w:rsid w:val="00682ACE"/>
    <w:rsid w:val="00682B2D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1374"/>
    <w:rsid w:val="006E1454"/>
    <w:rsid w:val="006E2C8E"/>
    <w:rsid w:val="006E446F"/>
    <w:rsid w:val="006E6291"/>
    <w:rsid w:val="006F7CE8"/>
    <w:rsid w:val="006F7D34"/>
    <w:rsid w:val="0070028F"/>
    <w:rsid w:val="00700E9E"/>
    <w:rsid w:val="00701353"/>
    <w:rsid w:val="0070524C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BA4"/>
    <w:rsid w:val="00740CF1"/>
    <w:rsid w:val="00740E80"/>
    <w:rsid w:val="00741375"/>
    <w:rsid w:val="0074517B"/>
    <w:rsid w:val="00745E33"/>
    <w:rsid w:val="007511A9"/>
    <w:rsid w:val="007565A3"/>
    <w:rsid w:val="00756F75"/>
    <w:rsid w:val="007571E2"/>
    <w:rsid w:val="00757A95"/>
    <w:rsid w:val="00760354"/>
    <w:rsid w:val="00760E91"/>
    <w:rsid w:val="00765BEF"/>
    <w:rsid w:val="00765DA9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97B19"/>
    <w:rsid w:val="007A416D"/>
    <w:rsid w:val="007A6185"/>
    <w:rsid w:val="007B10B3"/>
    <w:rsid w:val="007B1D12"/>
    <w:rsid w:val="007B2F17"/>
    <w:rsid w:val="007B46B3"/>
    <w:rsid w:val="007B4F5F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3A7D"/>
    <w:rsid w:val="007F4190"/>
    <w:rsid w:val="007F4E53"/>
    <w:rsid w:val="007F5ABC"/>
    <w:rsid w:val="008014DD"/>
    <w:rsid w:val="008018D9"/>
    <w:rsid w:val="00806335"/>
    <w:rsid w:val="008105E2"/>
    <w:rsid w:val="008110DA"/>
    <w:rsid w:val="008128CA"/>
    <w:rsid w:val="00813440"/>
    <w:rsid w:val="00817BBD"/>
    <w:rsid w:val="00821493"/>
    <w:rsid w:val="0082177B"/>
    <w:rsid w:val="00822733"/>
    <w:rsid w:val="00823380"/>
    <w:rsid w:val="00823B45"/>
    <w:rsid w:val="00826B87"/>
    <w:rsid w:val="00827EFD"/>
    <w:rsid w:val="00831B8F"/>
    <w:rsid w:val="00835D72"/>
    <w:rsid w:val="00837259"/>
    <w:rsid w:val="0084238B"/>
    <w:rsid w:val="0084306F"/>
    <w:rsid w:val="008430A5"/>
    <w:rsid w:val="0084318E"/>
    <w:rsid w:val="0084496F"/>
    <w:rsid w:val="00845BB2"/>
    <w:rsid w:val="008501BE"/>
    <w:rsid w:val="00850983"/>
    <w:rsid w:val="008510CF"/>
    <w:rsid w:val="00852998"/>
    <w:rsid w:val="00856941"/>
    <w:rsid w:val="00857A7C"/>
    <w:rsid w:val="00860EF8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B7D93"/>
    <w:rsid w:val="008C0DB1"/>
    <w:rsid w:val="008C1067"/>
    <w:rsid w:val="008C3327"/>
    <w:rsid w:val="008C510F"/>
    <w:rsid w:val="008C6CA6"/>
    <w:rsid w:val="008D1374"/>
    <w:rsid w:val="008D4092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4D87"/>
    <w:rsid w:val="009076D1"/>
    <w:rsid w:val="00911C81"/>
    <w:rsid w:val="0091682D"/>
    <w:rsid w:val="00922370"/>
    <w:rsid w:val="0092388A"/>
    <w:rsid w:val="00924CF9"/>
    <w:rsid w:val="00925BE7"/>
    <w:rsid w:val="00927D62"/>
    <w:rsid w:val="00932192"/>
    <w:rsid w:val="00940B6B"/>
    <w:rsid w:val="00942C77"/>
    <w:rsid w:val="00943412"/>
    <w:rsid w:val="00943B2E"/>
    <w:rsid w:val="0094536C"/>
    <w:rsid w:val="00945D11"/>
    <w:rsid w:val="009503E2"/>
    <w:rsid w:val="009557F9"/>
    <w:rsid w:val="00960F67"/>
    <w:rsid w:val="00961CD2"/>
    <w:rsid w:val="00962B76"/>
    <w:rsid w:val="009668BF"/>
    <w:rsid w:val="00967D39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39F9"/>
    <w:rsid w:val="009A53CC"/>
    <w:rsid w:val="009A7001"/>
    <w:rsid w:val="009A7DA5"/>
    <w:rsid w:val="009B01D4"/>
    <w:rsid w:val="009B0C22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38F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12D37"/>
    <w:rsid w:val="00A16415"/>
    <w:rsid w:val="00A2056F"/>
    <w:rsid w:val="00A208EE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34D9"/>
    <w:rsid w:val="00A54D62"/>
    <w:rsid w:val="00A6076B"/>
    <w:rsid w:val="00A60B19"/>
    <w:rsid w:val="00A639AD"/>
    <w:rsid w:val="00A63AD2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51DD"/>
    <w:rsid w:val="00A80A89"/>
    <w:rsid w:val="00A86979"/>
    <w:rsid w:val="00A91F7E"/>
    <w:rsid w:val="00A93200"/>
    <w:rsid w:val="00A9330B"/>
    <w:rsid w:val="00A940EB"/>
    <w:rsid w:val="00A948BA"/>
    <w:rsid w:val="00A971B5"/>
    <w:rsid w:val="00AA18B0"/>
    <w:rsid w:val="00AA378D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1904"/>
    <w:rsid w:val="00AD2964"/>
    <w:rsid w:val="00AD365B"/>
    <w:rsid w:val="00AD5C3C"/>
    <w:rsid w:val="00AE0778"/>
    <w:rsid w:val="00AE0792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1002E"/>
    <w:rsid w:val="00B11AF5"/>
    <w:rsid w:val="00B12ED2"/>
    <w:rsid w:val="00B13028"/>
    <w:rsid w:val="00B17010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3FDF"/>
    <w:rsid w:val="00B7501C"/>
    <w:rsid w:val="00B76530"/>
    <w:rsid w:val="00B76B70"/>
    <w:rsid w:val="00B776D3"/>
    <w:rsid w:val="00B77A65"/>
    <w:rsid w:val="00B77EF4"/>
    <w:rsid w:val="00B81F23"/>
    <w:rsid w:val="00B82A3A"/>
    <w:rsid w:val="00B84752"/>
    <w:rsid w:val="00B87355"/>
    <w:rsid w:val="00B90A19"/>
    <w:rsid w:val="00B91021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B6B82"/>
    <w:rsid w:val="00BC09E8"/>
    <w:rsid w:val="00BC499A"/>
    <w:rsid w:val="00BC717E"/>
    <w:rsid w:val="00BD1CB7"/>
    <w:rsid w:val="00BD4DFE"/>
    <w:rsid w:val="00BD593F"/>
    <w:rsid w:val="00BD6706"/>
    <w:rsid w:val="00BE0D08"/>
    <w:rsid w:val="00BE7ED8"/>
    <w:rsid w:val="00BF36F6"/>
    <w:rsid w:val="00C07101"/>
    <w:rsid w:val="00C13127"/>
    <w:rsid w:val="00C1570C"/>
    <w:rsid w:val="00C2177F"/>
    <w:rsid w:val="00C22361"/>
    <w:rsid w:val="00C2419C"/>
    <w:rsid w:val="00C26D89"/>
    <w:rsid w:val="00C31833"/>
    <w:rsid w:val="00C33018"/>
    <w:rsid w:val="00C336A9"/>
    <w:rsid w:val="00C33B4D"/>
    <w:rsid w:val="00C33FF8"/>
    <w:rsid w:val="00C35A49"/>
    <w:rsid w:val="00C36AF1"/>
    <w:rsid w:val="00C37458"/>
    <w:rsid w:val="00C37AF7"/>
    <w:rsid w:val="00C45E29"/>
    <w:rsid w:val="00C478FD"/>
    <w:rsid w:val="00C56E4E"/>
    <w:rsid w:val="00C617E5"/>
    <w:rsid w:val="00C62B77"/>
    <w:rsid w:val="00C667E4"/>
    <w:rsid w:val="00C70D9D"/>
    <w:rsid w:val="00C76A9C"/>
    <w:rsid w:val="00C77054"/>
    <w:rsid w:val="00C77B3E"/>
    <w:rsid w:val="00C80492"/>
    <w:rsid w:val="00C81C96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026C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35ED8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1D4B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C4EE6"/>
    <w:rsid w:val="00DD1BB4"/>
    <w:rsid w:val="00DD6547"/>
    <w:rsid w:val="00DD78A5"/>
    <w:rsid w:val="00DE4448"/>
    <w:rsid w:val="00DE49C9"/>
    <w:rsid w:val="00DE6957"/>
    <w:rsid w:val="00DF5E1E"/>
    <w:rsid w:val="00DF6442"/>
    <w:rsid w:val="00DF64EE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4358"/>
    <w:rsid w:val="00E259BC"/>
    <w:rsid w:val="00E264A4"/>
    <w:rsid w:val="00E32E9A"/>
    <w:rsid w:val="00E36EBF"/>
    <w:rsid w:val="00E40FCC"/>
    <w:rsid w:val="00E43067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26C"/>
    <w:rsid w:val="00E70BDA"/>
    <w:rsid w:val="00E71139"/>
    <w:rsid w:val="00E71AFD"/>
    <w:rsid w:val="00E72165"/>
    <w:rsid w:val="00E74F63"/>
    <w:rsid w:val="00E7602E"/>
    <w:rsid w:val="00E7712C"/>
    <w:rsid w:val="00E7773E"/>
    <w:rsid w:val="00E82E08"/>
    <w:rsid w:val="00E90664"/>
    <w:rsid w:val="00E91A1C"/>
    <w:rsid w:val="00E92065"/>
    <w:rsid w:val="00E941D8"/>
    <w:rsid w:val="00E96F05"/>
    <w:rsid w:val="00EA0A4C"/>
    <w:rsid w:val="00EA340E"/>
    <w:rsid w:val="00EA3B1F"/>
    <w:rsid w:val="00EB2506"/>
    <w:rsid w:val="00EB3123"/>
    <w:rsid w:val="00EB55D0"/>
    <w:rsid w:val="00EB5646"/>
    <w:rsid w:val="00EB5ADB"/>
    <w:rsid w:val="00EB7A40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877A6"/>
    <w:rsid w:val="00F922B8"/>
    <w:rsid w:val="00F92F56"/>
    <w:rsid w:val="00F961A0"/>
    <w:rsid w:val="00F97A32"/>
    <w:rsid w:val="00FA3B58"/>
    <w:rsid w:val="00FA490B"/>
    <w:rsid w:val="00FA5484"/>
    <w:rsid w:val="00FA6127"/>
    <w:rsid w:val="00FB08A5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45F9"/>
    <w:rsid w:val="00FE57BE"/>
    <w:rsid w:val="00FE5FEC"/>
    <w:rsid w:val="00FF08F6"/>
    <w:rsid w:val="00FF095B"/>
    <w:rsid w:val="00FF0A8C"/>
    <w:rsid w:val="00FF21EB"/>
    <w:rsid w:val="00FF3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60F7"/>
    <w:pPr>
      <w:spacing w:after="200" w:line="276" w:lineRule="auto"/>
    </w:pPr>
    <w:rPr>
      <w:rFonts w:ascii="Calibri" w:eastAsia="Calibri" w:hAnsi="Calibri" w:cs="Arial"/>
      <w:sz w:val="22"/>
      <w:szCs w:val="2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115DD8"/>
    <w:pPr>
      <w:keepNext/>
      <w:spacing w:before="120"/>
      <w:outlineLvl w:val="0"/>
    </w:pPr>
    <w:rPr>
      <w:b/>
      <w:bCs/>
      <w:color w:val="1F497D"/>
      <w:kern w:val="32"/>
      <w:sz w:val="32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115DD8"/>
    <w:pPr>
      <w:keepNext/>
      <w:spacing w:before="120"/>
      <w:outlineLvl w:val="1"/>
    </w:pPr>
    <w:rPr>
      <w:b/>
      <w:bCs/>
      <w:color w:val="1F497D"/>
      <w:sz w:val="28"/>
    </w:rPr>
  </w:style>
  <w:style w:type="paragraph" w:styleId="Heading3">
    <w:name w:val="heading 3"/>
    <w:basedOn w:val="libNormal"/>
    <w:next w:val="libNormal"/>
    <w:link w:val="Heading3Char"/>
    <w:qFormat/>
    <w:rsid w:val="00115DD8"/>
    <w:pPr>
      <w:keepNext/>
      <w:spacing w:before="120"/>
      <w:outlineLvl w:val="2"/>
    </w:pPr>
    <w:rPr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115DD8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libNormal"/>
    <w:next w:val="libNormal"/>
    <w:link w:val="Heading5Char"/>
    <w:qFormat/>
    <w:rsid w:val="00115DD8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15DD8"/>
    <w:rPr>
      <w:rFonts w:ascii="Times New Roman" w:hAnsi="Times New Roman" w:cs="Traditional Arabic"/>
      <w:b/>
      <w:bCs/>
      <w:color w:val="1F497D"/>
      <w:sz w:val="28"/>
      <w:szCs w:val="32"/>
      <w:lang w:bidi="ar-SA"/>
    </w:rPr>
  </w:style>
  <w:style w:type="paragraph" w:styleId="BalloonText">
    <w:name w:val="Balloon Text"/>
    <w:basedOn w:val="Normal"/>
    <w:link w:val="BalloonTextChar"/>
    <w:uiPriority w:val="99"/>
    <w:rsid w:val="002045CF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rsid w:val="002045CF"/>
    <w:rPr>
      <w:rFonts w:ascii="Tahoma" w:eastAsia="Calibri" w:hAnsi="Tahoma" w:cs="Tahoma"/>
      <w:sz w:val="16"/>
      <w:szCs w:val="1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15DD8"/>
    <w:pPr>
      <w:ind w:firstLine="0"/>
      <w:jc w:val="center"/>
    </w:pPr>
    <w:rPr>
      <w:b/>
      <w:bCs/>
      <w:sz w:val="22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115DD8"/>
    <w:rPr>
      <w:color w:val="008000"/>
    </w:rPr>
  </w:style>
  <w:style w:type="paragraph" w:customStyle="1" w:styleId="libLeftBold">
    <w:name w:val="libLeftBold"/>
    <w:basedOn w:val="libNormal0"/>
    <w:next w:val="libNormal0"/>
    <w:link w:val="libLeftBoldChar"/>
    <w:rsid w:val="00115DD8"/>
    <w:pPr>
      <w:jc w:val="right"/>
    </w:pPr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0"/>
    <w:next w:val="libNormal0"/>
    <w:rsid w:val="00437035"/>
    <w:pPr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AD2964"/>
    <w:pPr>
      <w:ind w:left="238"/>
    </w:pPr>
  </w:style>
  <w:style w:type="paragraph" w:styleId="TOC1">
    <w:name w:val="toc 1"/>
    <w:basedOn w:val="libNormal0"/>
    <w:next w:val="libNormal0"/>
    <w:autoRedefine/>
    <w:uiPriority w:val="39"/>
    <w:rsid w:val="00115DD8"/>
    <w:pPr>
      <w:tabs>
        <w:tab w:val="right" w:leader="dot" w:pos="7361"/>
      </w:tabs>
      <w:jc w:val="center"/>
    </w:pPr>
    <w:rPr>
      <w:b/>
      <w:bCs/>
    </w:rPr>
  </w:style>
  <w:style w:type="paragraph" w:styleId="TOC3">
    <w:name w:val="toc 3"/>
    <w:basedOn w:val="libNormal0"/>
    <w:next w:val="libNormal0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paragraph" w:customStyle="1" w:styleId="Heading1Center">
    <w:name w:val="Heading 1 Center"/>
    <w:basedOn w:val="libNormal"/>
    <w:rsid w:val="00115DD8"/>
    <w:pPr>
      <w:spacing w:before="120"/>
      <w:ind w:firstLine="0"/>
      <w:jc w:val="center"/>
      <w:outlineLvl w:val="0"/>
    </w:pPr>
    <w:rPr>
      <w:b/>
      <w:bCs/>
      <w:color w:val="1F497D"/>
      <w:sz w:val="32"/>
      <w:szCs w:val="36"/>
    </w:rPr>
  </w:style>
  <w:style w:type="paragraph" w:customStyle="1" w:styleId="Heading2Center">
    <w:name w:val="Heading 2 Center"/>
    <w:basedOn w:val="libNormal"/>
    <w:next w:val="Heading2"/>
    <w:rsid w:val="00115DD8"/>
    <w:pPr>
      <w:spacing w:before="120"/>
      <w:ind w:firstLine="0"/>
      <w:jc w:val="center"/>
      <w:outlineLvl w:val="1"/>
    </w:pPr>
    <w:rPr>
      <w:b/>
      <w:bCs/>
      <w:color w:val="1F497D"/>
      <w:sz w:val="28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115DD8"/>
    <w:pPr>
      <w:spacing w:before="240" w:after="60"/>
      <w:ind w:firstLine="0"/>
      <w:jc w:val="center"/>
      <w:outlineLvl w:val="3"/>
    </w:pPr>
    <w:rPr>
      <w:b/>
      <w:bCs/>
    </w:rPr>
  </w:style>
  <w:style w:type="paragraph" w:customStyle="1" w:styleId="Heading5Center">
    <w:name w:val="Heading 5 Center"/>
    <w:basedOn w:val="libNormal"/>
    <w:next w:val="Heading5"/>
    <w:rsid w:val="00115DD8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115DD8"/>
    <w:rPr>
      <w:sz w:val="20"/>
      <w:szCs w:val="28"/>
    </w:rPr>
  </w:style>
  <w:style w:type="paragraph" w:customStyle="1" w:styleId="libMid">
    <w:name w:val="libMid"/>
    <w:basedOn w:val="libNormal"/>
    <w:next w:val="libNormal"/>
    <w:rsid w:val="00115DD8"/>
    <w:rPr>
      <w:sz w:val="20"/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Var"/>
    <w:next w:val="libVar"/>
    <w:rsid w:val="00DB2424"/>
    <w:pPr>
      <w:ind w:firstLine="0"/>
    </w:p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Var"/>
    <w:next w:val="libVar"/>
    <w:rsid w:val="00F74FDC"/>
    <w:pPr>
      <w:ind w:firstLine="0"/>
      <w:jc w:val="center"/>
    </w:p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En">
    <w:name w:val="libEn"/>
    <w:link w:val="libEnChar"/>
    <w:rsid w:val="002045CF"/>
    <w:rPr>
      <w:rFonts w:cs="Traditional Arabic"/>
      <w:color w:val="000000"/>
      <w:sz w:val="24"/>
      <w:szCs w:val="32"/>
    </w:rPr>
  </w:style>
  <w:style w:type="paragraph" w:styleId="Header">
    <w:name w:val="header"/>
    <w:basedOn w:val="Normal"/>
    <w:link w:val="HeaderChar"/>
    <w:uiPriority w:val="99"/>
    <w:rsid w:val="002045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val="en-US" w:eastAsia="en-US" w:bidi="ar-SA"/>
    </w:rPr>
  </w:style>
  <w:style w:type="paragraph" w:customStyle="1" w:styleId="libNormal">
    <w:name w:val="libNormal"/>
    <w:link w:val="libNormalChar"/>
    <w:qFormat/>
    <w:rsid w:val="00D91A3F"/>
    <w:pPr>
      <w:bidi/>
      <w:ind w:firstLine="289"/>
      <w:jc w:val="lowKashida"/>
    </w:pPr>
    <w:rPr>
      <w:rFonts w:cs="Traditional Arabic"/>
      <w:color w:val="000000"/>
      <w:sz w:val="24"/>
      <w:szCs w:val="32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val="en-US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2045CF"/>
    <w:rPr>
      <w:rFonts w:ascii="Calibri" w:eastAsia="Calibri" w:hAnsi="Calibri" w:cs="Arial"/>
      <w:sz w:val="22"/>
      <w:szCs w:val="22"/>
      <w:lang w:bidi="ar-SA"/>
    </w:rPr>
  </w:style>
  <w:style w:type="paragraph" w:customStyle="1" w:styleId="libAie">
    <w:name w:val="libAie"/>
    <w:basedOn w:val="libNormal"/>
    <w:next w:val="libNormal"/>
    <w:link w:val="libAieChar"/>
    <w:qFormat/>
    <w:rsid w:val="00115DD8"/>
    <w:rPr>
      <w:color w:val="008000"/>
    </w:rPr>
  </w:style>
  <w:style w:type="paragraph" w:customStyle="1" w:styleId="libBold2">
    <w:name w:val="libBold2"/>
    <w:basedOn w:val="libNormal"/>
    <w:next w:val="libNormal"/>
    <w:link w:val="libBold2Char"/>
    <w:qFormat/>
    <w:rsid w:val="00115DD8"/>
    <w:rPr>
      <w:b/>
      <w:bCs/>
      <w:sz w:val="22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115DD8"/>
    <w:rPr>
      <w:b/>
      <w:bCs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115DD8"/>
    <w:rPr>
      <w:rFonts w:ascii="Rafed Alaem" w:hAnsi="Rafed Alaem" w:cs="Rafed Alaem"/>
    </w:rPr>
  </w:style>
  <w:style w:type="character" w:customStyle="1" w:styleId="libAlaemChar">
    <w:name w:val="libAlaem Char"/>
    <w:basedOn w:val="libNormalChar"/>
    <w:link w:val="libAlaem"/>
    <w:rsid w:val="00115DD8"/>
    <w:rPr>
      <w:rFonts w:ascii="Rafed Alaem" w:hAnsi="Rafed Alaem"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115DD8"/>
    <w:rPr>
      <w:rFonts w:ascii="Rafed Alaem" w:hAnsi="Rafed Alaem" w:cs="Rafed Alaem"/>
    </w:rPr>
  </w:style>
  <w:style w:type="character" w:customStyle="1" w:styleId="libFootnoteAlaemChar">
    <w:name w:val="libFootnoteAlaem Char"/>
    <w:basedOn w:val="libFootnoteChar"/>
    <w:link w:val="libFootnoteAlaem"/>
    <w:rsid w:val="00115DD8"/>
    <w:rPr>
      <w:rFonts w:ascii="Rafed Alaem" w:hAnsi="Rafed Alaem"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Bold2Char">
    <w:name w:val="libBold2 Char"/>
    <w:basedOn w:val="libNormalChar"/>
    <w:link w:val="libBold2"/>
    <w:rsid w:val="00115DD8"/>
    <w:rPr>
      <w:b/>
      <w:bCs/>
      <w:sz w:val="22"/>
      <w:szCs w:val="28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character" w:customStyle="1" w:styleId="Heading3Char">
    <w:name w:val="Heading 3 Char"/>
    <w:basedOn w:val="libNormalChar"/>
    <w:link w:val="Heading3"/>
    <w:rsid w:val="00115DD8"/>
    <w:rPr>
      <w:rFonts w:ascii="Times New Roman" w:hAnsi="Times New Roman"/>
      <w:color w:val="1F497D"/>
    </w:rPr>
  </w:style>
  <w:style w:type="character" w:customStyle="1" w:styleId="Heading1Char">
    <w:name w:val="Heading 1 Char"/>
    <w:basedOn w:val="libNormalChar"/>
    <w:link w:val="Heading1"/>
    <w:uiPriority w:val="9"/>
    <w:rsid w:val="00115DD8"/>
    <w:rPr>
      <w:rFonts w:ascii="Times New Roman" w:hAnsi="Times New Roman"/>
      <w:b/>
      <w:bCs/>
      <w:color w:val="1F497D"/>
      <w:kern w:val="32"/>
      <w:sz w:val="32"/>
      <w:szCs w:val="36"/>
    </w:rPr>
  </w:style>
  <w:style w:type="character" w:customStyle="1" w:styleId="Heading4Char">
    <w:name w:val="Heading 4 Char"/>
    <w:basedOn w:val="libNormalChar"/>
    <w:link w:val="Heading4"/>
    <w:rsid w:val="00115DD8"/>
    <w:rPr>
      <w:rFonts w:ascii="Times New Roman" w:hAnsi="Times New Roman"/>
      <w:b/>
      <w:bCs/>
    </w:rPr>
  </w:style>
  <w:style w:type="character" w:customStyle="1" w:styleId="Heading5Char">
    <w:name w:val="Heading 5 Char"/>
    <w:basedOn w:val="libNormalChar"/>
    <w:link w:val="Heading5"/>
    <w:rsid w:val="00115DD8"/>
    <w:rPr>
      <w:rFonts w:ascii="Times New Roman" w:hAnsi="Times New Roman"/>
    </w:rPr>
  </w:style>
  <w:style w:type="character" w:customStyle="1" w:styleId="libFootnote0Char">
    <w:name w:val="libFootnote0 Char"/>
    <w:basedOn w:val="libFootnoteChar"/>
    <w:link w:val="libFootnote0"/>
    <w:rsid w:val="00D91A3F"/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115D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C6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C60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60F7"/>
    <w:rPr>
      <w:rFonts w:ascii="Calibri" w:eastAsia="Calibri" w:hAnsi="Calibri" w:cs="Arial"/>
      <w:sz w:val="22"/>
      <w:szCs w:val="22"/>
    </w:rPr>
  </w:style>
  <w:style w:type="paragraph" w:styleId="NoSpacing">
    <w:name w:val="No Spacing"/>
    <w:link w:val="NoSpacingChar"/>
    <w:uiPriority w:val="1"/>
    <w:qFormat/>
    <w:rsid w:val="002C60F7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C60F7"/>
    <w:rPr>
      <w:rFonts w:ascii="Calibri" w:hAnsi="Calibri" w:cs="Arial"/>
      <w:sz w:val="22"/>
      <w:szCs w:val="22"/>
    </w:rPr>
  </w:style>
  <w:style w:type="character" w:styleId="Strong">
    <w:name w:val="Strong"/>
    <w:basedOn w:val="DefaultParagraphFont"/>
    <w:qFormat/>
    <w:rsid w:val="002C60F7"/>
    <w:rPr>
      <w:b/>
      <w:bCs/>
    </w:rPr>
  </w:style>
  <w:style w:type="character" w:customStyle="1" w:styleId="grame">
    <w:name w:val="grame"/>
    <w:basedOn w:val="DefaultParagraphFont"/>
    <w:rsid w:val="002C60F7"/>
  </w:style>
  <w:style w:type="character" w:customStyle="1" w:styleId="spelle">
    <w:name w:val="spelle"/>
    <w:basedOn w:val="DefaultParagraphFont"/>
    <w:rsid w:val="002C60F7"/>
  </w:style>
  <w:style w:type="paragraph" w:styleId="BodyText">
    <w:name w:val="Body Text"/>
    <w:basedOn w:val="Normal"/>
    <w:link w:val="BodyTextChar"/>
    <w:rsid w:val="002C6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2C60F7"/>
    <w:rPr>
      <w:sz w:val="24"/>
      <w:szCs w:val="24"/>
    </w:rPr>
  </w:style>
  <w:style w:type="paragraph" w:customStyle="1" w:styleId="a">
    <w:name w:val="فقرة"/>
    <w:basedOn w:val="Normal"/>
    <w:rsid w:val="002C6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2">
    <w:name w:val="tit2"/>
    <w:basedOn w:val="Normal"/>
    <w:rsid w:val="002C6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uran">
    <w:name w:val="quran"/>
    <w:basedOn w:val="DefaultParagraphFont"/>
    <w:rsid w:val="002C60F7"/>
  </w:style>
  <w:style w:type="paragraph" w:customStyle="1" w:styleId="tit1">
    <w:name w:val="tit1"/>
    <w:basedOn w:val="Normal"/>
    <w:rsid w:val="002C6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511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book_articles_maqazen_kar\books\jadid\alimam_alkadum_enda_ahl_alsunna\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161F5-AEF9-46B2-9E33-3C4DCDBC4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template2.dotx</Template>
  <TotalTime>188</TotalTime>
  <Pages>1</Pages>
  <Words>12468</Words>
  <Characters>71074</Characters>
  <Application>Microsoft Office Word</Application>
  <DocSecurity>0</DocSecurity>
  <Lines>592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83376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mahdi</dc:creator>
  <cp:lastModifiedBy>A2</cp:lastModifiedBy>
  <cp:revision>87</cp:revision>
  <cp:lastPrinted>2013-12-11T11:06:00Z</cp:lastPrinted>
  <dcterms:created xsi:type="dcterms:W3CDTF">2013-12-10T09:39:00Z</dcterms:created>
  <dcterms:modified xsi:type="dcterms:W3CDTF">2013-12-11T11:06:00Z</dcterms:modified>
</cp:coreProperties>
</file>