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9C" w:rsidRDefault="008F239C" w:rsidP="00423904">
      <w:pPr>
        <w:pStyle w:val="libCenter"/>
        <w:rPr>
          <w:rtl/>
        </w:rPr>
      </w:pPr>
      <w:r>
        <w:rPr>
          <w:noProof/>
        </w:rPr>
        <w:drawing>
          <wp:inline distT="0" distB="0" distL="0" distR="0" wp14:anchorId="7EB4B3B0" wp14:editId="755E75AC">
            <wp:extent cx="4676775" cy="7400925"/>
            <wp:effectExtent l="0" t="0" r="9525" b="9525"/>
            <wp:docPr id="4" name="Picture 4" descr="E:\BOOKS\Book-Library\END\QUEUE\Majales-Rehab-Emam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OOKS\Book-Library\END\QUEUE\Majales-Rehab-Emam\images\image0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</w:p>
    <w:p w:rsidR="008F239C" w:rsidRDefault="008F239C" w:rsidP="00423904">
      <w:pPr>
        <w:pStyle w:val="libCenter"/>
        <w:rPr>
          <w:rtl/>
        </w:rPr>
      </w:pPr>
    </w:p>
    <w:p w:rsidR="008F239C" w:rsidRPr="005D430E" w:rsidRDefault="008F239C" w:rsidP="00423904">
      <w:pPr>
        <w:pStyle w:val="libNormal"/>
        <w:rPr>
          <w:rtl/>
        </w:rPr>
      </w:pPr>
      <w:r w:rsidRPr="005D430E">
        <w:rPr>
          <w:rtl/>
        </w:rPr>
        <w:br w:type="page"/>
      </w:r>
    </w:p>
    <w:p w:rsidR="008F239C" w:rsidRPr="005D430E" w:rsidRDefault="008F239C" w:rsidP="00423904">
      <w:pPr>
        <w:pStyle w:val="libCenter"/>
        <w:rPr>
          <w:rtl/>
        </w:rPr>
      </w:pPr>
      <w:r>
        <w:rPr>
          <w:noProof/>
        </w:rPr>
        <w:lastRenderedPageBreak/>
        <w:drawing>
          <wp:inline distT="0" distB="0" distL="0" distR="0" wp14:anchorId="1F0B7869" wp14:editId="1617059A">
            <wp:extent cx="4676775" cy="7400925"/>
            <wp:effectExtent l="0" t="0" r="9525" b="9525"/>
            <wp:docPr id="5" name="Picture 5" descr="E:\BOOKS\Book-Library\END\QUEUE\Majales-Rehab-Emam\imag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BOOKS\Book-Library\END\QUEUE\Majales-Rehab-Emam\images\image0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39C" w:rsidRDefault="008F239C" w:rsidP="00423904">
      <w:pPr>
        <w:pStyle w:val="libCenterBold1"/>
        <w:rPr>
          <w:rtl/>
        </w:rPr>
      </w:pPr>
      <w:r w:rsidRPr="005D430E">
        <w:rPr>
          <w:rtl/>
        </w:rPr>
        <w:br w:type="page"/>
      </w:r>
      <w:r>
        <w:rPr>
          <w:rtl/>
        </w:rPr>
        <w:lastRenderedPageBreak/>
        <w:br w:type="page"/>
      </w:r>
    </w:p>
    <w:p w:rsidR="008F239C" w:rsidRDefault="008F239C" w:rsidP="00423904">
      <w:pPr>
        <w:pStyle w:val="libCenterBold1"/>
        <w:rPr>
          <w:rtl/>
        </w:rPr>
      </w:pPr>
    </w:p>
    <w:p w:rsidR="008F239C" w:rsidRDefault="00143F79" w:rsidP="00423904">
      <w:pPr>
        <w:pStyle w:val="libCenterBold1"/>
        <w:rPr>
          <w:rtl/>
        </w:rPr>
      </w:pPr>
      <w:r>
        <w:rPr>
          <w:rtl/>
        </w:rPr>
        <w:t xml:space="preserve"> </w:t>
      </w:r>
      <w:r w:rsidR="008F239C">
        <w:rPr>
          <w:rtl/>
        </w:rPr>
        <w:t>بسم الله الرحمن الرحيم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الحمد لله الذي جعل الحمد مفتاحاً لذكره ثم الصلاة على خير خلقه وأشرف </w:t>
      </w:r>
      <w:r w:rsidR="00143F79">
        <w:rPr>
          <w:rtl/>
        </w:rPr>
        <w:t xml:space="preserve"> </w:t>
      </w:r>
      <w:r>
        <w:rPr>
          <w:rtl/>
        </w:rPr>
        <w:t xml:space="preserve">بريته وسيد رسله محمد المبعوث رحمةً للعالمين وعلى آله الغرّ الميامين لاسيما </w:t>
      </w:r>
      <w:r w:rsidR="00143F79">
        <w:rPr>
          <w:rtl/>
        </w:rPr>
        <w:t xml:space="preserve"> </w:t>
      </w:r>
      <w:r>
        <w:rPr>
          <w:rtl/>
        </w:rPr>
        <w:t xml:space="preserve">خاتمهم الإمام المنتظر </w:t>
      </w:r>
      <w:r w:rsidRPr="005D430E">
        <w:rPr>
          <w:rtl/>
        </w:rPr>
        <w:t>عجل الله تعالى فرجه الشريف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: ـ وبعد هذه مجالس في الإمام السابع كاظم الغيظ (الإمام موسى بن جعفر) </w:t>
      </w:r>
      <w:r w:rsidR="00143F79">
        <w:rPr>
          <w:rtl/>
        </w:rPr>
        <w:t xml:space="preserve"> </w:t>
      </w:r>
      <w:r w:rsidRPr="00B172D2">
        <w:rPr>
          <w:rtl/>
        </w:rPr>
        <w:t>عليهما السلام</w:t>
      </w:r>
      <w:r>
        <w:rPr>
          <w:rtl/>
        </w:rPr>
        <w:t xml:space="preserve"> كتبتها راجياً من الله القبول.</w:t>
      </w:r>
    </w:p>
    <w:p w:rsidR="008F239C" w:rsidRDefault="008F239C" w:rsidP="00423904">
      <w:pPr>
        <w:pStyle w:val="libBold1"/>
        <w:rPr>
          <w:rtl/>
        </w:rPr>
      </w:pPr>
      <w:r w:rsidRPr="005D430E">
        <w:rPr>
          <w:rtl/>
        </w:rPr>
        <w:br w:type="page"/>
      </w:r>
      <w:r w:rsidRPr="005D430E"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FD3C5A" w:rsidRDefault="008F239C" w:rsidP="008F239C">
      <w:pPr>
        <w:pStyle w:val="Heading1"/>
        <w:rPr>
          <w:rtl/>
        </w:rPr>
      </w:pPr>
      <w:bookmarkStart w:id="0" w:name="_Toc57828304"/>
      <w:r w:rsidRPr="00FD3C5A">
        <w:rPr>
          <w:rtl/>
        </w:rPr>
        <w:t>المقدمة</w:t>
      </w:r>
      <w:bookmarkEnd w:id="0"/>
    </w:p>
    <w:p w:rsidR="008F239C" w:rsidRDefault="008F239C" w:rsidP="00423904">
      <w:pPr>
        <w:pStyle w:val="libCenterBold1"/>
        <w:rPr>
          <w:rtl/>
        </w:rPr>
      </w:pPr>
      <w:r>
        <w:rPr>
          <w:rtl/>
        </w:rPr>
        <w:t>بسم الله الرحمن الرحيم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الحمدُ لله ربّ العالمين والصلاة والسلام على خير خلقه وأشرف بريته محمدٍ </w:t>
      </w:r>
      <w:r w:rsidR="00143F79">
        <w:rPr>
          <w:rtl/>
        </w:rPr>
        <w:t xml:space="preserve"> </w:t>
      </w:r>
      <w:r>
        <w:rPr>
          <w:rtl/>
        </w:rPr>
        <w:t xml:space="preserve">وآله الطاهرين المعصومين لا سيّما بقية الله في الأرضين الحجة بن الحسن المهدي </w:t>
      </w:r>
      <w:r w:rsidR="00143F79">
        <w:rPr>
          <w:rtl/>
        </w:rPr>
        <w:t xml:space="preserve"> </w:t>
      </w:r>
      <w:r>
        <w:rPr>
          <w:rtl/>
        </w:rPr>
        <w:t>(أرواحنا لتراب مقدمه الفداء) وعجل الله فرجه الشريف.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وبعد: فانَّ سيرة الامام موسى بن جعفر (عليه أفضل صلوات المصلّين) غنيّة </w:t>
      </w:r>
      <w:r w:rsidR="00143F79">
        <w:rPr>
          <w:rtl/>
        </w:rPr>
        <w:t xml:space="preserve"> </w:t>
      </w:r>
      <w:r>
        <w:rPr>
          <w:rtl/>
        </w:rPr>
        <w:t xml:space="preserve">بالدروس التربوية والأخلاقية والعقائدية والسياسية وغيرها من الأمور الأخرى، وقد </w:t>
      </w:r>
      <w:r w:rsidR="00143F79">
        <w:rPr>
          <w:rtl/>
        </w:rPr>
        <w:t xml:space="preserve"> </w:t>
      </w:r>
      <w:r>
        <w:rPr>
          <w:rtl/>
        </w:rPr>
        <w:t xml:space="preserve">كتب المحققون والمؤرخون والمحدِّثون في سيرته العطرة المباركة وجزى الله مَن </w:t>
      </w:r>
      <w:r w:rsidR="00143F79">
        <w:rPr>
          <w:rtl/>
        </w:rPr>
        <w:t xml:space="preserve"> </w:t>
      </w:r>
      <w:r>
        <w:rPr>
          <w:rtl/>
        </w:rPr>
        <w:t xml:space="preserve">كتب خير الجزاء وأحببتُ أن أجمع بعض ما كتبوه على هيئة وصورة مؤلفاتنا </w:t>
      </w:r>
      <w:r w:rsidR="00143F79">
        <w:rPr>
          <w:rtl/>
        </w:rPr>
        <w:t xml:space="preserve"> </w:t>
      </w:r>
      <w:r>
        <w:rPr>
          <w:rtl/>
        </w:rPr>
        <w:t xml:space="preserve">السابقة في المجالس الرضوية والمجالس العاشورية... الخ هذا المؤلف الذي </w:t>
      </w:r>
      <w:r w:rsidR="00143F79">
        <w:rPr>
          <w:rtl/>
        </w:rPr>
        <w:t xml:space="preserve"> </w:t>
      </w:r>
      <w:r>
        <w:rPr>
          <w:rtl/>
        </w:rPr>
        <w:t xml:space="preserve">يختص في سيرة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وأسميناه «المجالس الكاظمية» نسبة </w:t>
      </w:r>
      <w:r w:rsidR="00143F79">
        <w:rPr>
          <w:rtl/>
        </w:rPr>
        <w:t xml:space="preserve"> </w:t>
      </w:r>
      <w:r>
        <w:rPr>
          <w:rtl/>
        </w:rPr>
        <w:t xml:space="preserve">للإمام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ولا أدعي بأنّي قد أحطتُ في هذا الكتاب بكل ما ورد في سيرة الامام </w:t>
      </w:r>
      <w:r w:rsidR="00143F79">
        <w:rPr>
          <w:rtl/>
        </w:rPr>
        <w:t xml:space="preserve"> </w:t>
      </w:r>
      <w:r>
        <w:rPr>
          <w:rtl/>
        </w:rPr>
        <w:t xml:space="preserve">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من أحداث وأمور وأحاديث ولكن ذكرنا نزراً يسيراً ممّا ورد في </w:t>
      </w:r>
      <w:r w:rsidR="00143F79">
        <w:rPr>
          <w:rtl/>
        </w:rPr>
        <w:t xml:space="preserve"> </w:t>
      </w:r>
      <w:r>
        <w:rPr>
          <w:rtl/>
        </w:rPr>
        <w:t>سيرته العطرة.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وإن مَدَّ الله في أعمارنا، نلحق هذه المجالس بمجالس اُخر انشاء الله تعالى.</w:t>
      </w:r>
    </w:p>
    <w:p w:rsidR="008F239C" w:rsidRPr="00FD3C5A" w:rsidRDefault="008F239C" w:rsidP="00423904">
      <w:pPr>
        <w:pStyle w:val="libNormal"/>
        <w:rPr>
          <w:rtl/>
        </w:rPr>
      </w:pPr>
      <w:r w:rsidRPr="00FD3C5A">
        <w:rPr>
          <w:rtl/>
        </w:rPr>
        <w:br w:type="page"/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lastRenderedPageBreak/>
        <w:t xml:space="preserve">يا أيُّها العزيز مسَّنا وأهلنا الضّر وجئنا ببضاعةٍ مزجاة فأوف لنا الكيل وتصدَّق </w:t>
      </w:r>
      <w:r w:rsidR="00143F79">
        <w:rPr>
          <w:rtl/>
        </w:rPr>
        <w:t xml:space="preserve"> </w:t>
      </w:r>
      <w:r>
        <w:rPr>
          <w:rtl/>
        </w:rPr>
        <w:t>علينا إنَّ الله يجزي المتصدّقين.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وآخر دعوانا ان الحمدلله ربّ العالمين والصلاة والسلام على سيّدنا محمدٍ وآله </w:t>
      </w:r>
      <w:r w:rsidR="00143F79">
        <w:rPr>
          <w:rtl/>
        </w:rPr>
        <w:t xml:space="preserve"> </w:t>
      </w:r>
      <w:r>
        <w:rPr>
          <w:rtl/>
        </w:rPr>
        <w:t>الطاهرين.</w:t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339"/>
        <w:gridCol w:w="5457"/>
      </w:tblGrid>
      <w:tr w:rsidR="008F239C" w:rsidTr="00423904">
        <w:tc>
          <w:tcPr>
            <w:tcW w:w="1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3500" w:type="pct"/>
            <w:shd w:val="clear" w:color="auto" w:fill="auto"/>
          </w:tcPr>
          <w:p w:rsidR="008F239C" w:rsidRDefault="008F239C" w:rsidP="0094659A">
            <w:pPr>
              <w:pStyle w:val="libCenterBold2"/>
              <w:rPr>
                <w:rtl/>
              </w:rPr>
            </w:pPr>
            <w:r>
              <w:rPr>
                <w:rtl/>
              </w:rPr>
              <w:t xml:space="preserve">حرّره خادم خدّام الائمة الهداة عبد الأمير عبد الزهرة جاسم الخياط </w:t>
            </w:r>
            <w:r>
              <w:rPr>
                <w:rtl/>
              </w:rPr>
              <w:br/>
              <w:t xml:space="preserve">نزيل عش آل محمد قم المقدسة </w:t>
            </w:r>
            <w:r>
              <w:rPr>
                <w:rtl/>
              </w:rPr>
              <w:br/>
              <w:t>يوم الاربعاء العاشر من شهر شعبان 1434 هـ</w:t>
            </w:r>
          </w:p>
        </w:tc>
      </w:tr>
    </w:tbl>
    <w:p w:rsidR="008F239C" w:rsidRPr="007C4A99" w:rsidRDefault="008F239C" w:rsidP="00423904">
      <w:pPr>
        <w:pStyle w:val="libNormal"/>
        <w:rPr>
          <w:rtl/>
        </w:rPr>
      </w:pPr>
      <w:r w:rsidRPr="007C4A99">
        <w:rPr>
          <w:rtl/>
        </w:rPr>
        <w:br w:type="page"/>
      </w:r>
    </w:p>
    <w:p w:rsidR="008F239C" w:rsidRDefault="008F239C" w:rsidP="00423904">
      <w:pPr>
        <w:pStyle w:val="libCenter"/>
        <w:rPr>
          <w:rtl/>
        </w:rPr>
      </w:pPr>
      <w:r>
        <w:rPr>
          <w:noProof/>
        </w:rPr>
        <w:lastRenderedPageBreak/>
        <w:drawing>
          <wp:inline distT="0" distB="0" distL="0" distR="0" wp14:anchorId="0C3E93EE" wp14:editId="57BDC0AA">
            <wp:extent cx="4676775" cy="7400925"/>
            <wp:effectExtent l="0" t="0" r="9525" b="9525"/>
            <wp:docPr id="7" name="Picture 7" descr="E:\BOOKS\Book-Library\END\QUEUE\Majales-Rehab-Emam\images\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BOOKS\Book-Library\END\QUEUE\Majales-Rehab-Emam\images\image00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39C" w:rsidRPr="007C4A99" w:rsidRDefault="008F239C" w:rsidP="008F239C">
      <w:pPr>
        <w:pStyle w:val="Heading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" w:name="_Toc57828305"/>
      <w:r w:rsidRPr="007C4A99">
        <w:rPr>
          <w:rtl/>
        </w:rPr>
        <w:lastRenderedPageBreak/>
        <w:t>المجلس الأول</w:t>
      </w:r>
      <w:bookmarkEnd w:id="1"/>
    </w:p>
    <w:p w:rsidR="008F239C" w:rsidRPr="007C4A99" w:rsidRDefault="008F239C" w:rsidP="008F239C">
      <w:pPr>
        <w:pStyle w:val="Heading2"/>
        <w:rPr>
          <w:rtl/>
        </w:rPr>
      </w:pPr>
      <w:bookmarkStart w:id="2" w:name="_Toc57828306"/>
      <w:r w:rsidRPr="007C4A99">
        <w:rPr>
          <w:rtl/>
        </w:rPr>
        <w:t xml:space="preserve">الموضوع: ـ في ولادة الإمام موسى بن جعفر </w:t>
      </w:r>
      <w:r w:rsidRPr="00423904">
        <w:rPr>
          <w:rStyle w:val="libAlaemChar"/>
          <w:rtl/>
        </w:rPr>
        <w:t>عليه‌السلام</w:t>
      </w:r>
      <w:bookmarkEnd w:id="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ولد الإمام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بالأبواء (وهو موضعٌ ما بين مكة والمدينة) يوم </w:t>
      </w:r>
      <w:r w:rsidR="00143F79">
        <w:rPr>
          <w:rtl/>
        </w:rPr>
        <w:t xml:space="preserve"> </w:t>
      </w:r>
      <w:r>
        <w:rPr>
          <w:rtl/>
        </w:rPr>
        <w:t>الأحد لسبع خلون من شهر صفر.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وكانت أمّ الإمام موسى بن جعفر </w:t>
      </w:r>
      <w:r w:rsidRPr="00423904">
        <w:rPr>
          <w:rStyle w:val="libAlaemChar"/>
          <w:rtl/>
        </w:rPr>
        <w:t>عليهما‌السلام</w:t>
      </w:r>
      <w:r>
        <w:rPr>
          <w:rtl/>
        </w:rPr>
        <w:t xml:space="preserve"> من أشراف الأعاجم، روي في البحار عن </w:t>
      </w:r>
      <w:r w:rsidR="00143F79">
        <w:rPr>
          <w:rtl/>
        </w:rPr>
        <w:t xml:space="preserve"> </w:t>
      </w:r>
      <w:r>
        <w:rPr>
          <w:rtl/>
        </w:rPr>
        <w:t xml:space="preserve">الإمام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قال «حميدة مصفاة من الأدناس كسبيكة الذهب ما زالت </w:t>
      </w:r>
      <w:r w:rsidR="00143F79">
        <w:rPr>
          <w:rtl/>
        </w:rPr>
        <w:t xml:space="preserve"> </w:t>
      </w:r>
      <w:r>
        <w:rPr>
          <w:rtl/>
        </w:rPr>
        <w:t>الأملاك تحرسها حتى أديت لي كرامة من الله والحجة من بعدي».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وحلفت حميدة انها رأت في منامها أنها نظرت إلى القمر وَقَعَ في حجرها فقال </w:t>
      </w:r>
      <w:r w:rsidR="00143F79">
        <w:rPr>
          <w:rtl/>
        </w:rPr>
        <w:t xml:space="preserve"> </w:t>
      </w:r>
      <w:r>
        <w:rPr>
          <w:rtl/>
        </w:rPr>
        <w:t xml:space="preserve">أبو عبد‌الله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أنها تلد مولوداً ليس بينه وبين الله حجاب (أقول: فيها إشارة إلى </w:t>
      </w:r>
      <w:r w:rsidR="00143F79">
        <w:rPr>
          <w:rtl/>
        </w:rPr>
        <w:t xml:space="preserve"> </w:t>
      </w:r>
      <w:r>
        <w:rPr>
          <w:rtl/>
        </w:rPr>
        <w:t xml:space="preserve">عصمة الإمام موسى بن جعفر </w:t>
      </w:r>
      <w:r w:rsidRPr="00423904">
        <w:rPr>
          <w:rStyle w:val="libAlaemChar"/>
          <w:rtl/>
        </w:rPr>
        <w:t>عليهما‌السلام</w:t>
      </w:r>
      <w:r>
        <w:rPr>
          <w:rtl/>
        </w:rPr>
        <w:t xml:space="preserve"> لأن الذنوب تكون حجاب بين العبد وبين ربّه)</w:t>
      </w:r>
    </w:p>
    <w:p w:rsidR="008F239C" w:rsidRPr="007C4A99" w:rsidRDefault="008F239C" w:rsidP="008F239C">
      <w:pPr>
        <w:pStyle w:val="Heading2"/>
        <w:rPr>
          <w:rtl/>
        </w:rPr>
      </w:pPr>
      <w:bookmarkStart w:id="3" w:name="_Toc57828307"/>
      <w:r w:rsidRPr="007C4A99">
        <w:rPr>
          <w:rtl/>
        </w:rPr>
        <w:t>«آيات ودلالات الإمام منذ ولادته»</w:t>
      </w:r>
      <w:bookmarkEnd w:id="3"/>
    </w:p>
    <w:p w:rsidR="008F239C" w:rsidRPr="007C4A99" w:rsidRDefault="008F239C" w:rsidP="00423904">
      <w:pPr>
        <w:pStyle w:val="libNormal"/>
        <w:rPr>
          <w:rtl/>
        </w:rPr>
      </w:pPr>
      <w:r>
        <w:rPr>
          <w:rtl/>
        </w:rPr>
        <w:t xml:space="preserve">روى العلامة المجلسي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في بحاره عن أبي بصير قال كنت مع أبي عبد‌الله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في السنة التي ولد فيها ابنه موسى فلما نزلنا الأبواء وضع لنا أبو عبد‌الله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الغداء </w:t>
      </w:r>
      <w:r w:rsidR="00143F79">
        <w:rPr>
          <w:rtl/>
        </w:rPr>
        <w:t xml:space="preserve"> </w:t>
      </w:r>
      <w:r>
        <w:rPr>
          <w:rtl/>
        </w:rPr>
        <w:t xml:space="preserve">ولأصحابه وكان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إذا وضع الطعام لأصحابه أكثره واطابه فبينا نحن نتغذى إذ اتاه </w:t>
      </w:r>
      <w:r w:rsidR="00143F79">
        <w:rPr>
          <w:rtl/>
        </w:rPr>
        <w:t xml:space="preserve"> </w:t>
      </w:r>
      <w:r>
        <w:rPr>
          <w:rtl/>
        </w:rPr>
        <w:t xml:space="preserve">رسول حميدة ان الطلق قد ضربني وقد امرتني ان لا اسبقك بانبك هذا، فقام ابو </w:t>
      </w:r>
      <w:r w:rsidR="00143F79">
        <w:rPr>
          <w:rtl/>
        </w:rPr>
        <w:t xml:space="preserve"> </w:t>
      </w:r>
      <w:r>
        <w:rPr>
          <w:rtl/>
        </w:rPr>
        <w:t xml:space="preserve">عبد‌الله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فرحاً مسروراً فلم يلبث ان عادَ إلينا حاسراً عن ذراعيه ضاحكاً سنّه فقلنا </w:t>
      </w:r>
      <w:r w:rsidR="00143F79">
        <w:rPr>
          <w:rtl/>
        </w:rPr>
        <w:t xml:space="preserve"> </w:t>
      </w:r>
      <w:r>
        <w:rPr>
          <w:rtl/>
        </w:rPr>
        <w:t xml:space="preserve">أضحك الله سنّك وأقرّ عينك ما صنعت حميدة فقال وَهَبَ اللهُ لي غلاماً وهو خير </w:t>
      </w:r>
      <w:r w:rsidR="00143F79">
        <w:rPr>
          <w:rtl/>
        </w:rPr>
        <w:t xml:space="preserve"> </w:t>
      </w:r>
      <w:r w:rsidRPr="007C4A99">
        <w:rPr>
          <w:rtl/>
        </w:rPr>
        <w:br w:type="page"/>
      </w:r>
    </w:p>
    <w:p w:rsidR="008F239C" w:rsidRPr="007C4A99" w:rsidRDefault="008F239C" w:rsidP="0094659A">
      <w:pPr>
        <w:pStyle w:val="libNormal0"/>
        <w:rPr>
          <w:rtl/>
        </w:rPr>
      </w:pPr>
      <w:r w:rsidRPr="007C4A99">
        <w:rPr>
          <w:rtl/>
        </w:rPr>
        <w:lastRenderedPageBreak/>
        <w:t xml:space="preserve">من برأ الله ولقد خبرّتني عنه بأمر كنت اعلمُ به منها قلت جعلتُ فداك وما خبرتك </w:t>
      </w:r>
      <w:r w:rsidR="00143F79">
        <w:rPr>
          <w:rtl/>
        </w:rPr>
        <w:t xml:space="preserve"> </w:t>
      </w:r>
      <w:r w:rsidRPr="007C4A99">
        <w:rPr>
          <w:rtl/>
        </w:rPr>
        <w:t xml:space="preserve">عنه حميدة قال ذكرت انه لما وَقَعَ من بطنها وقع واضعاً يديه على الأرض رافعاً </w:t>
      </w:r>
      <w:r w:rsidR="00143F79">
        <w:rPr>
          <w:rtl/>
        </w:rPr>
        <w:t xml:space="preserve"> </w:t>
      </w:r>
      <w:r w:rsidRPr="007C4A99">
        <w:rPr>
          <w:rtl/>
        </w:rPr>
        <w:t>رأسه إلى السماء فاخبرتها ان تلك إمارة رسول الله وإمارة الإمام من بعده.</w:t>
      </w:r>
    </w:p>
    <w:p w:rsidR="008F239C" w:rsidRPr="005511D1" w:rsidRDefault="008F239C" w:rsidP="008F239C">
      <w:pPr>
        <w:pStyle w:val="Heading2"/>
        <w:rPr>
          <w:rtl/>
        </w:rPr>
      </w:pPr>
      <w:bookmarkStart w:id="4" w:name="_Toc57828308"/>
      <w:r w:rsidRPr="005511D1">
        <w:rPr>
          <w:rtl/>
        </w:rPr>
        <w:t xml:space="preserve">«ابتهاج الإمام الصادق </w:t>
      </w:r>
      <w:r w:rsidRPr="00423904">
        <w:rPr>
          <w:rStyle w:val="libAlaemChar"/>
          <w:rtl/>
        </w:rPr>
        <w:t>عليه‌السلام</w:t>
      </w:r>
      <w:r w:rsidRPr="005511D1">
        <w:rPr>
          <w:rtl/>
        </w:rPr>
        <w:t xml:space="preserve"> بالوليد المبارك»</w:t>
      </w:r>
      <w:bookmarkEnd w:id="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منهال القصاب وقد أطعم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الناس ثلاثة أيام فكنت آكل </w:t>
      </w:r>
      <w:r w:rsidR="00143F79">
        <w:rPr>
          <w:rtl/>
        </w:rPr>
        <w:t xml:space="preserve"> </w:t>
      </w:r>
      <w:r>
        <w:rPr>
          <w:rtl/>
        </w:rPr>
        <w:t>فيمن يأكل فما أكل شيئاً إلى الغد حتى أعود فآكل.</w:t>
      </w:r>
    </w:p>
    <w:p w:rsidR="008F239C" w:rsidRPr="005511D1" w:rsidRDefault="008F239C" w:rsidP="008F239C">
      <w:pPr>
        <w:pStyle w:val="Heading2"/>
        <w:rPr>
          <w:rtl/>
        </w:rPr>
      </w:pPr>
      <w:bookmarkStart w:id="5" w:name="_Toc57828309"/>
      <w:r w:rsidRPr="005511D1">
        <w:rPr>
          <w:rtl/>
        </w:rPr>
        <w:t xml:space="preserve">محبّةُ الإمام الصادق </w:t>
      </w:r>
      <w:r w:rsidRPr="00423904">
        <w:rPr>
          <w:rStyle w:val="libAlaemChar"/>
          <w:rtl/>
        </w:rPr>
        <w:t>عليه‌السلام</w:t>
      </w:r>
      <w:r w:rsidRPr="005511D1">
        <w:rPr>
          <w:rtl/>
        </w:rPr>
        <w:t xml:space="preserve"> لولده موسى </w:t>
      </w:r>
      <w:r w:rsidRPr="00423904">
        <w:rPr>
          <w:rStyle w:val="libAlaemChar"/>
          <w:rtl/>
        </w:rPr>
        <w:t>عليه‌السلام</w:t>
      </w:r>
      <w:bookmarkEnd w:id="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قيل لأبي عبدالله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ما بَلَغَ من حبّك ابنك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وددتُ ان ليس </w:t>
      </w:r>
      <w:r w:rsidR="00143F79">
        <w:rPr>
          <w:rtl/>
        </w:rPr>
        <w:t xml:space="preserve"> </w:t>
      </w:r>
      <w:r>
        <w:rPr>
          <w:rtl/>
        </w:rPr>
        <w:t>لي ولد غيره حتى لا يشاركه في حبّي له أحد.</w:t>
      </w:r>
    </w:p>
    <w:p w:rsidR="008F239C" w:rsidRPr="005511D1" w:rsidRDefault="008F239C" w:rsidP="008F239C">
      <w:pPr>
        <w:pStyle w:val="Heading2"/>
        <w:rPr>
          <w:rtl/>
        </w:rPr>
      </w:pPr>
      <w:bookmarkStart w:id="6" w:name="_Toc57828310"/>
      <w:r w:rsidRPr="005511D1">
        <w:rPr>
          <w:rtl/>
        </w:rPr>
        <w:t>نبوغ الإمام الكاظم وعلمه</w:t>
      </w:r>
      <w:bookmarkEnd w:id="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روى ابن شهر آشوب في المناقب عن يعقوب السراج قال دخلتُ على أبي </w:t>
      </w:r>
      <w:r w:rsidR="00143F79">
        <w:rPr>
          <w:rtl/>
        </w:rPr>
        <w:t xml:space="preserve"> </w:t>
      </w:r>
      <w:r>
        <w:rPr>
          <w:rtl/>
        </w:rPr>
        <w:t xml:space="preserve">عبدالله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وهو واقفٌ على رأس ابي الحسن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وهو في المهد وهو ابن </w:t>
      </w:r>
      <w:r w:rsidR="00143F79">
        <w:rPr>
          <w:rtl/>
        </w:rPr>
        <w:t xml:space="preserve"> </w:t>
      </w:r>
      <w:r>
        <w:rPr>
          <w:rtl/>
        </w:rPr>
        <w:t xml:space="preserve">شهرين فجعل يساره طويلاً فجلست حتى فرغ فقمت إليه فقال ادن إلى مولاك </w:t>
      </w:r>
      <w:r w:rsidR="00143F79">
        <w:rPr>
          <w:rtl/>
        </w:rPr>
        <w:t xml:space="preserve"> </w:t>
      </w:r>
      <w:r>
        <w:rPr>
          <w:rtl/>
        </w:rPr>
        <w:t xml:space="preserve">فسلّم عليه فدنوت فسلمت عليه فردَّ عليَّ بلسان فصيح ثم قال لي اذهب وغيّر اسم </w:t>
      </w:r>
      <w:r w:rsidR="00143F79">
        <w:rPr>
          <w:rtl/>
        </w:rPr>
        <w:t xml:space="preserve"> </w:t>
      </w:r>
      <w:r>
        <w:rPr>
          <w:rtl/>
        </w:rPr>
        <w:t xml:space="preserve">ابنتك التي سميتها أمس فانه اسمٌ يبغضه الله وكانت ولدت لي بنتاً فسميتها </w:t>
      </w:r>
      <w:r w:rsidR="00143F79">
        <w:rPr>
          <w:rtl/>
        </w:rPr>
        <w:t xml:space="preserve"> </w:t>
      </w:r>
      <w:r>
        <w:rPr>
          <w:rtl/>
        </w:rPr>
        <w:t xml:space="preserve">الحميراء، فقال أبو عبدالله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انتهِ إلى أمرهِ ترشد فغيرتُ اسمها.</w:t>
      </w:r>
    </w:p>
    <w:p w:rsidR="008F239C" w:rsidRPr="005511D1" w:rsidRDefault="008F239C" w:rsidP="008F239C">
      <w:pPr>
        <w:pStyle w:val="Heading2"/>
        <w:rPr>
          <w:rtl/>
        </w:rPr>
      </w:pPr>
      <w:bookmarkStart w:id="7" w:name="_Toc57828311"/>
      <w:r w:rsidRPr="005511D1">
        <w:rPr>
          <w:rtl/>
        </w:rPr>
        <w:t xml:space="preserve">الإمام الكاظم </w:t>
      </w:r>
      <w:r w:rsidRPr="00423904">
        <w:rPr>
          <w:rStyle w:val="libAlaemChar"/>
          <w:rtl/>
        </w:rPr>
        <w:t>عليه‌السلام</w:t>
      </w:r>
      <w:r w:rsidRPr="005511D1">
        <w:rPr>
          <w:rtl/>
        </w:rPr>
        <w:t xml:space="preserve"> لا يلهو ولا يلعب</w:t>
      </w:r>
      <w:bookmarkEnd w:id="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صفوان الجمّال دخلتُ على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فقلت سيّدي من الإمام بعدك قال </w:t>
      </w:r>
      <w:r w:rsidR="00143F79">
        <w:rPr>
          <w:rtl/>
        </w:rPr>
        <w:t xml:space="preserve"> </w:t>
      </w:r>
      <w:r>
        <w:rPr>
          <w:rtl/>
        </w:rPr>
        <w:t xml:space="preserve">الإمام بعدي لا يلهو ولا يلعب، فاقبل موسى بن جعفر وهو غلام صغير وله سنتان </w:t>
      </w:r>
      <w:r w:rsidR="00143F79">
        <w:rPr>
          <w:rtl/>
        </w:rPr>
        <w:t xml:space="preserve"> </w:t>
      </w:r>
      <w:r>
        <w:rPr>
          <w:rtl/>
        </w:rPr>
        <w:t xml:space="preserve">وبيده عناق مكية وهو يقول لها اسجدي لربّك، فأخذهُ أبو عبدالله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فضمهُ إلى </w:t>
      </w:r>
      <w:r w:rsidR="00143F79">
        <w:rPr>
          <w:rtl/>
        </w:rPr>
        <w:t xml:space="preserve"> </w:t>
      </w:r>
      <w:r>
        <w:rPr>
          <w:rtl/>
        </w:rPr>
        <w:t>صدره وقال بأبي وأمي لا يلهو ولا يلعب.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أبيات شعرية في مديح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أيّها المشتكي من الدهر ضرّا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ومن الذنب قد تحمل وزرا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زُر لموسى وللجواد مقرا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وانتشق من شرى النبوة عطرا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>نشره ضاع في جنان الخلود: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مالك النار لم يجد لي طريقاً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حيثُ أعددتُ حبكم لي رفيقاً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شربتُ الولاء كأساً رحيقاً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كيف اخشى من الجحيم حريقاً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>وبماء الولاء أورق عودي: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أهدي مديحي للإمام العالم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أعني زعيم الحق موسى الكاظمِ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ذا الحلم والفضل المؤثل والنهى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والعلم والشرف الرفيع القائم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لذ واستجر موتسّلاً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إن ضاق أمرك أو تعسّر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بأبي الرّضا جدّ الجوا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 محمّد موسى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سميّ الكليم جئتك أسعى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والهوى مركبي وحبّك زادي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مسّني الضر وانتحى بي فقري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نحو مغناك قاصداً من بلادي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ليس تقضى لنا الحوائج إلّا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عند باب الحوائج المعتاد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عند بحر الندى ابن جعفر موسى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عند باب الرّجاء جدّ الجواد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لُذْ إن دهتك الرزايا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والدهرُ عيشك نكّدْ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بكاظم الغيظ موسى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وبالجواد محمّدْ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BA6480" w:rsidRDefault="008F239C" w:rsidP="00423904">
      <w:pPr>
        <w:pStyle w:val="libNormal"/>
        <w:rPr>
          <w:rtl/>
        </w:rPr>
      </w:pPr>
      <w:r w:rsidRPr="00BA6480">
        <w:rPr>
          <w:rtl/>
        </w:rPr>
        <w:br w:type="page"/>
      </w:r>
    </w:p>
    <w:p w:rsidR="008F239C" w:rsidRPr="00BA6480" w:rsidRDefault="008F239C" w:rsidP="00423904">
      <w:pPr>
        <w:pStyle w:val="libNormal"/>
        <w:rPr>
          <w:rtl/>
        </w:rPr>
      </w:pPr>
    </w:p>
    <w:p w:rsidR="008F239C" w:rsidRDefault="008F239C" w:rsidP="008F239C">
      <w:pPr>
        <w:pStyle w:val="Heading1"/>
        <w:rPr>
          <w:rtl/>
        </w:rPr>
      </w:pPr>
      <w:r w:rsidRPr="00BA6480">
        <w:rPr>
          <w:rtl/>
        </w:rPr>
        <w:br w:type="page"/>
      </w:r>
      <w:bookmarkStart w:id="8" w:name="_Toc57828312"/>
      <w:r>
        <w:rPr>
          <w:rtl/>
        </w:rPr>
        <w:lastRenderedPageBreak/>
        <w:t>المجلس الثاني</w:t>
      </w:r>
      <w:bookmarkEnd w:id="8"/>
    </w:p>
    <w:p w:rsidR="008F239C" w:rsidRPr="00716199" w:rsidRDefault="008F239C" w:rsidP="008F239C">
      <w:pPr>
        <w:pStyle w:val="Heading2"/>
        <w:rPr>
          <w:rtl/>
        </w:rPr>
      </w:pPr>
      <w:bookmarkStart w:id="9" w:name="_Toc57828313"/>
      <w:r w:rsidRPr="00716199">
        <w:rPr>
          <w:rtl/>
        </w:rPr>
        <w:t xml:space="preserve">الموضوع: أخلاق الإمام موسى بن جعفر </w:t>
      </w:r>
      <w:r w:rsidRPr="00423904">
        <w:rPr>
          <w:rStyle w:val="libAlaemChar"/>
          <w:rtl/>
        </w:rPr>
        <w:t>عليه‌السلام</w:t>
      </w:r>
      <w:r w:rsidRPr="00716199">
        <w:rPr>
          <w:rtl/>
        </w:rPr>
        <w:t xml:space="preserve"> وإحسانه إلى الناس</w:t>
      </w:r>
      <w:bookmarkEnd w:id="9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الشيخ حسن البهبهاني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وما لعينيّ لا تبكي وقد نظرت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بابَ الحوائج موسى فخر عدنان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لهفي عليه سجيناً طول مدّته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مازال يُنقلُ من سجنٍ إلى ثانِ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جرّوه وهو يصلّي طوع بارئه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فناصبوا الله في كفر وطغيان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ساروا به في قيودٍ كبّلوه بها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وقد جنوا ما جنوه آل سفيان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روحي فداهُ بعيداً عن عشيرته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لابل بعيد اللّقا من أيّ إنسان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إذا جرّعوه السمّ في رطب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فحال من وقعه المردي بألوانِ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ناءٍ عن الأهل لم يحضره من أحدٍ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فداه أهلوه من شيبٍ وشبّان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نعشُ ابن جعفر حمّالون تحمله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فأينَ عنه سرايا آل عدنان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القيد في رجلهِ والغلّ في يده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وللعباءة شأن أعظم الشأنِ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ألقوه في الجسر مطروحاً تقلّبه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أيدي الأجانب في سرّ وإعلان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إحسانه إلى الناس: ممّا لا شك فيه «ان خير الناس مَن نَفَعَ الناس» و «إنَّ اللهَ </w:t>
      </w:r>
      <w:r w:rsidR="00143F79">
        <w:rPr>
          <w:rtl/>
        </w:rPr>
        <w:t xml:space="preserve"> </w:t>
      </w:r>
      <w:r>
        <w:rPr>
          <w:rtl/>
        </w:rPr>
        <w:t xml:space="preserve">يُحبُّ المحسنين» وإنَّ إحسان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اتخذ صوراً عديدة نُشيرُ </w:t>
      </w:r>
      <w:r w:rsidR="00143F79">
        <w:rPr>
          <w:rtl/>
        </w:rPr>
        <w:t xml:space="preserve"> </w:t>
      </w:r>
      <w:r>
        <w:rPr>
          <w:rtl/>
        </w:rPr>
        <w:t>إلى قسمٍ منها: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1 ـ صلته لفقراء المدينة: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يتفقد فقراء أهل المدينة فيحمل اليهم في </w:t>
      </w:r>
      <w:r w:rsidR="00143F79">
        <w:rPr>
          <w:rtl/>
        </w:rPr>
        <w:t xml:space="preserve"> </w:t>
      </w:r>
      <w:r>
        <w:rPr>
          <w:rtl/>
        </w:rPr>
        <w:t xml:space="preserve">الليل العين والورق (المراد من العين: الدينار والذهب، والمراد من الورق: الدراهم </w:t>
      </w:r>
      <w:r w:rsidR="00143F79">
        <w:rPr>
          <w:rtl/>
        </w:rPr>
        <w:t xml:space="preserve"> </w:t>
      </w:r>
    </w:p>
    <w:p w:rsidR="008F239C" w:rsidRPr="00903853" w:rsidRDefault="008F239C" w:rsidP="00423904">
      <w:pPr>
        <w:pStyle w:val="libNormal"/>
        <w:rPr>
          <w:rtl/>
        </w:rPr>
      </w:pPr>
      <w:r w:rsidRPr="00903853">
        <w:rPr>
          <w:rtl/>
        </w:rPr>
        <w:br w:type="page"/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lastRenderedPageBreak/>
        <w:t xml:space="preserve">المضروبة) وغير ذلك فيوصله اليهم وهم لا يعلمون من أيّ جهةٍ هو. وكان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يصل بالمائة دينار إلى الثلاثمائة دينار، وكانت صرر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مثلاً.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2 ـ إحسان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لمحمد بن عبدالله البكري: قال محمد بن </w:t>
      </w:r>
      <w:r w:rsidR="00143F79">
        <w:rPr>
          <w:rtl/>
        </w:rPr>
        <w:t xml:space="preserve"> </w:t>
      </w:r>
      <w:r>
        <w:rPr>
          <w:rtl/>
        </w:rPr>
        <w:t xml:space="preserve">عبدالله البكري قدمتُ المدينةَ أطلبُ بها ديناً فأعياني فقلتُ لو ذهبتُ إلى أبي </w:t>
      </w:r>
      <w:r w:rsidR="00143F79">
        <w:rPr>
          <w:rtl/>
        </w:rPr>
        <w:t xml:space="preserve"> </w:t>
      </w:r>
      <w:r>
        <w:rPr>
          <w:rtl/>
        </w:rPr>
        <w:t xml:space="preserve">الحسن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فشكوتُ إليه فأتيته في ضيعته فخرج إليَّ ومعه غلام </w:t>
      </w:r>
      <w:r w:rsidR="00143F79">
        <w:rPr>
          <w:rtl/>
        </w:rPr>
        <w:t xml:space="preserve"> </w:t>
      </w:r>
      <w:r>
        <w:rPr>
          <w:rtl/>
        </w:rPr>
        <w:t xml:space="preserve">معه منسف فيه قديد مجزع وليسَ معه غيرهُ، فأكل وأكلتُ معه، ثم سألني عن </w:t>
      </w:r>
      <w:r w:rsidR="00143F79">
        <w:rPr>
          <w:rtl/>
        </w:rPr>
        <w:t xml:space="preserve"> </w:t>
      </w:r>
      <w:r>
        <w:rPr>
          <w:rtl/>
        </w:rPr>
        <w:t xml:space="preserve">حاجتي فذكرتُ لهُ قصتي: فدخل ولم يلبث إلّا يسيراً حتى خرج إليَّ فقال لغلامه </w:t>
      </w:r>
      <w:r w:rsidR="00143F79">
        <w:rPr>
          <w:rtl/>
        </w:rPr>
        <w:t xml:space="preserve"> </w:t>
      </w:r>
      <w:r>
        <w:rPr>
          <w:rtl/>
        </w:rPr>
        <w:t xml:space="preserve">اذهب ثم مَدَّ يَدَهُ فدفع إلي صرة فيها ثلاثمائة دينار ثم قام فولّى فقمت فركبت </w:t>
      </w:r>
      <w:r w:rsidR="00143F79">
        <w:rPr>
          <w:rtl/>
        </w:rPr>
        <w:t xml:space="preserve"> </w:t>
      </w:r>
      <w:r>
        <w:rPr>
          <w:rtl/>
        </w:rPr>
        <w:t>دابتي وانصرفت.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3 ـ المعروف على قدر المعرفة: أقبل فقير إلى الإمام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فابتسم </w:t>
      </w:r>
      <w:r w:rsidR="00143F79">
        <w:rPr>
          <w:rtl/>
        </w:rPr>
        <w:t xml:space="preserve"> </w:t>
      </w:r>
      <w:r>
        <w:rPr>
          <w:rtl/>
        </w:rPr>
        <w:t xml:space="preserve">الإمام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وجهه وقال له اسألُكَ مسألةً فإن أصبتها أعطيتكَ عشرة أضعاف ما </w:t>
      </w:r>
      <w:r w:rsidR="00143F79">
        <w:rPr>
          <w:rtl/>
        </w:rPr>
        <w:t xml:space="preserve"> </w:t>
      </w:r>
      <w:r>
        <w:rPr>
          <w:rtl/>
        </w:rPr>
        <w:t xml:space="preserve">طلبت (وكان قد طَلَبَ من الإمام مائة درهم يجعلها في بضاعة) حتى يتعيش بها، </w:t>
      </w:r>
      <w:r w:rsidR="00143F79">
        <w:rPr>
          <w:rtl/>
        </w:rPr>
        <w:t xml:space="preserve"> </w:t>
      </w:r>
      <w:r>
        <w:rPr>
          <w:rtl/>
        </w:rPr>
        <w:t xml:space="preserve">فقال الرجل الفقير سَلْ؟ فقال الإمام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لو جُعل إليك التمنّي لنفسك في الدنيا ماذا </w:t>
      </w:r>
      <w:r w:rsidR="00143F79">
        <w:rPr>
          <w:rtl/>
        </w:rPr>
        <w:t xml:space="preserve"> </w:t>
      </w:r>
      <w:r>
        <w:rPr>
          <w:rtl/>
        </w:rPr>
        <w:t xml:space="preserve">كنتَ تتمنى؟ قال كنت أتمنى أن ارزق التقية في ديني وقضاء حقوق إخواني </w:t>
      </w:r>
      <w:r w:rsidR="00143F79">
        <w:rPr>
          <w:rtl/>
        </w:rPr>
        <w:t xml:space="preserve"> </w:t>
      </w:r>
      <w:r>
        <w:rPr>
          <w:rtl/>
        </w:rPr>
        <w:t xml:space="preserve">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ومالك لا تسأل الولاية لنا أهل البيت؟ قال ذلك قد أعطيته وهذا لم أعطه </w:t>
      </w:r>
      <w:r w:rsidR="00143F79">
        <w:rPr>
          <w:rtl/>
        </w:rPr>
        <w:t xml:space="preserve"> </w:t>
      </w:r>
      <w:r>
        <w:rPr>
          <w:rtl/>
        </w:rPr>
        <w:t xml:space="preserve">فأنا أشكر ما أعطيت وأسألُ ربّي ما مُنعت،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أحسنت أعطوه ألفي درهم </w:t>
      </w:r>
      <w:r w:rsidR="00143F79">
        <w:rPr>
          <w:rtl/>
        </w:rPr>
        <w:t xml:space="preserve"> </w:t>
      </w:r>
      <w:r>
        <w:rPr>
          <w:rtl/>
        </w:rPr>
        <w:t xml:space="preserve">وقال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إصرفها في كذا (يعني في العضص فانه متاعٌ يابس).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4 ـ إسعافه للمنكوبين: حدَّث عيسى بن محمّد بن مغيث القرطبي وبَلَغَ تسعين </w:t>
      </w:r>
      <w:r w:rsidR="00143F79">
        <w:rPr>
          <w:rtl/>
        </w:rPr>
        <w:t xml:space="preserve"> </w:t>
      </w:r>
      <w:r>
        <w:rPr>
          <w:rtl/>
        </w:rPr>
        <w:t xml:space="preserve">سنة قال: زرعتُ بطيخاً وقثّاءاً وقرعاً في موضع بالجوانيّة على بئرٍ يُقالُ لها أمُّ عظام، </w:t>
      </w:r>
      <w:r w:rsidR="00143F79">
        <w:rPr>
          <w:rtl/>
        </w:rPr>
        <w:t xml:space="preserve"> </w:t>
      </w:r>
      <w:r>
        <w:rPr>
          <w:rtl/>
        </w:rPr>
        <w:t xml:space="preserve">فلمّا قرب الخيرُ واستوى الزرع، بيّتنيّ الجراد وأتى على الزرع كُلّه وكنتُ غرمتُ </w:t>
      </w:r>
      <w:r w:rsidR="00143F79">
        <w:rPr>
          <w:rtl/>
        </w:rPr>
        <w:t xml:space="preserve"> </w:t>
      </w:r>
      <w:r>
        <w:rPr>
          <w:rtl/>
        </w:rPr>
        <w:t xml:space="preserve">على الزرعِ ثمنَ جملين ومائة وعشرين ديناراً فبينما أنا جالس إذ طلع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بن محمّد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فسلّم ثمَّ قال أيش حالك؟ قلتُ: أصبحت كالصريم، بيتني </w:t>
      </w:r>
      <w:r w:rsidR="00143F79">
        <w:rPr>
          <w:rtl/>
        </w:rPr>
        <w:t xml:space="preserve"> </w:t>
      </w:r>
      <w:r>
        <w:rPr>
          <w:rtl/>
        </w:rPr>
        <w:t xml:space="preserve">الجراد، فأكلَ زرعي قال: وكم غرمت؟ قلتُ: مائة وعشرين ديناراً مع ثمن </w:t>
      </w:r>
      <w:r w:rsidR="00143F79">
        <w:rPr>
          <w:rtl/>
        </w:rPr>
        <w:t xml:space="preserve"> </w:t>
      </w:r>
      <w:r>
        <w:rPr>
          <w:rtl/>
        </w:rPr>
        <w:t xml:space="preserve">الجملين، قال: فقال: يا عرفة اعطي لأبي الغيث مائة وخمسين ديناراً، فربحك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ثلاثون ديناراً والجملان، فقلتُ يا مُبارك: ادعُ لي فيها بالبركة، فدَخَلَ ودعا، </w:t>
      </w:r>
      <w:r w:rsidR="00143F79">
        <w:rPr>
          <w:rtl/>
        </w:rPr>
        <w:t xml:space="preserve"> </w:t>
      </w:r>
      <w:r>
        <w:rPr>
          <w:rtl/>
        </w:rPr>
        <w:t xml:space="preserve">وحدَّثني عن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أنّه قال: تمسّكوا ببقايا المصائب (أي عدم الجزع عند </w:t>
      </w:r>
      <w:r w:rsidR="00143F79">
        <w:rPr>
          <w:rtl/>
        </w:rPr>
        <w:t xml:space="preserve"> </w:t>
      </w:r>
      <w:r>
        <w:rPr>
          <w:rtl/>
        </w:rPr>
        <w:t xml:space="preserve">المصائب) ثمَّ علقت عليه الجملين وسقيته فجعل الله فيها البركة وزكت فبعتُ منها </w:t>
      </w:r>
      <w:r w:rsidR="00143F79">
        <w:rPr>
          <w:rtl/>
        </w:rPr>
        <w:t xml:space="preserve"> </w:t>
      </w:r>
      <w:r>
        <w:rPr>
          <w:rtl/>
        </w:rPr>
        <w:t>بعشرة آلاف</w:t>
      </w:r>
      <w:r w:rsidRPr="00A13C63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5 ـ كرمه وإحسانه إلى صعلوك: يُروى ان الرشيد تقدم إلى موسى بن جعفر </w:t>
      </w:r>
      <w:r w:rsidRPr="00423904">
        <w:rPr>
          <w:rStyle w:val="libAlaemChar"/>
          <w:rtl/>
        </w:rPr>
        <w:t xml:space="preserve">عليه‌السلام </w:t>
      </w:r>
      <w:r w:rsidRPr="00423904">
        <w:rPr>
          <w:rStyle w:val="libAlaemChar"/>
          <w:rtl/>
        </w:rPr>
        <w:br/>
      </w:r>
      <w:r>
        <w:rPr>
          <w:rtl/>
        </w:rPr>
        <w:t xml:space="preserve">بالجلوس للتهنئة في يوم النيروز وقبض ما يُحمل إليه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إنّي قد فتشتُ </w:t>
      </w:r>
      <w:r w:rsidR="00143F79">
        <w:rPr>
          <w:rtl/>
        </w:rPr>
        <w:t xml:space="preserve"> </w:t>
      </w:r>
      <w:r>
        <w:rPr>
          <w:rtl/>
        </w:rPr>
        <w:t xml:space="preserve">الأخبار عن جدي رسول الله فلم أجد لهذا العيد خبراً وإنّه سُنّة للفرس ومحاها </w:t>
      </w:r>
      <w:r w:rsidR="00143F79">
        <w:rPr>
          <w:rtl/>
        </w:rPr>
        <w:t xml:space="preserve"> </w:t>
      </w:r>
      <w:r>
        <w:rPr>
          <w:rtl/>
        </w:rPr>
        <w:t xml:space="preserve">الإسلام ومعاذ الله أن نُحي ما محاه الإسلام فقال الرشيد إنّما نفعل ذلك سياسة </w:t>
      </w:r>
      <w:r w:rsidR="00143F79">
        <w:rPr>
          <w:rtl/>
        </w:rPr>
        <w:t xml:space="preserve"> </w:t>
      </w:r>
      <w:r>
        <w:rPr>
          <w:rtl/>
        </w:rPr>
        <w:t xml:space="preserve">للجند فسألتك بالله العظيم إلّا جلست فجلس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ودخلت عليه الملوك والأمراء </w:t>
      </w:r>
      <w:r w:rsidR="00143F79">
        <w:rPr>
          <w:rtl/>
        </w:rPr>
        <w:t xml:space="preserve"> </w:t>
      </w:r>
      <w:r>
        <w:rPr>
          <w:rtl/>
        </w:rPr>
        <w:t xml:space="preserve">والأجناد يهنونه ويحملون إليه الهدايا والتحف وعلى رأسه خادم الرشيد يُحصي ما </w:t>
      </w:r>
      <w:r w:rsidR="00143F79">
        <w:rPr>
          <w:rtl/>
        </w:rPr>
        <w:t xml:space="preserve"> </w:t>
      </w:r>
      <w:r>
        <w:rPr>
          <w:rtl/>
        </w:rPr>
        <w:t xml:space="preserve">يحمل فدَخَلَ في آخر الناس رجل شيخ كبير السن، فقال له يا ابن بنت رسول الله </w:t>
      </w:r>
      <w:r w:rsidR="00143F79">
        <w:rPr>
          <w:rtl/>
        </w:rPr>
        <w:t xml:space="preserve"> </w:t>
      </w:r>
      <w:r>
        <w:rPr>
          <w:rtl/>
        </w:rPr>
        <w:t xml:space="preserve">إنّي رجلٌ صعلوكٌ لا مال لي أتحفك ولكن أتحفك بثلاثة أبيات قالها جدّي في </w:t>
      </w:r>
      <w:r w:rsidR="00143F79">
        <w:rPr>
          <w:rtl/>
        </w:rPr>
        <w:t xml:space="preserve"> </w:t>
      </w:r>
      <w:r>
        <w:rPr>
          <w:rtl/>
        </w:rPr>
        <w:t xml:space="preserve">جدّك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قل فقال: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عجباً لمصقولٍ عَلاكَ فِرنده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يوم الهياج وقد عَلاك غبارُ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ولأسهمٍ نفذتك دون حرائرٍ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يدعون جدّك والدموع غزار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هلّا تضعضعت السهام وعاقها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 جسمك الإجلال والإكبار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اجلس قد قبلتُ هديتك بارك الله ورفع رأسه إلى الخادم وقال امض </w:t>
      </w:r>
      <w:r>
        <w:rPr>
          <w:rtl/>
        </w:rPr>
        <w:br/>
        <w:t xml:space="preserve">إلى هارون وعرفه بهذا المال وما يَصنع به فمضى الخادم وعاد وهو يقول كلّها هبة </w:t>
      </w:r>
      <w:r>
        <w:rPr>
          <w:rtl/>
        </w:rPr>
        <w:br/>
        <w:t xml:space="preserve">مني له يفعل به ما أراد، فقال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للشيخ اقبض جميع هذا المال فهو هبة </w:t>
      </w:r>
      <w:r>
        <w:rPr>
          <w:rtl/>
        </w:rPr>
        <w:br/>
        <w:t xml:space="preserve">منّي لك، نعم كان أسخى أهل زمانه وابذلهم لماله، وخصوصاً لمن يذكره بجدّه </w:t>
      </w:r>
      <w:r>
        <w:rPr>
          <w:rtl/>
        </w:rPr>
        <w:br/>
        <w:t xml:space="preserve">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، وكان للإمام موسى بن جعفر حالات خاصة مع مصيبة جدّه </w:t>
      </w:r>
      <w:r>
        <w:rPr>
          <w:rtl/>
        </w:rPr>
        <w:br/>
        <w:t xml:space="preserve">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خصوصاً إذا دخل عليه شهر المحرَّم وكان لا يُرى ضاحكاً وكانت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(1) (راجع بحار الأنوار ج 48 ص 29 نقلاً عن كشف الغمة ج 3 ص 10 والخطيب البغدادي </w:t>
      </w:r>
      <w:r>
        <w:rPr>
          <w:rtl/>
        </w:rPr>
        <w:br/>
        <w:t>في تأريخه ج 13 ص 29).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تعلوه الكآبة والحزن خصوصاً إذا صار يوم العاشر كان يوم مصيبته ويقول هو اليوم </w:t>
      </w:r>
      <w:r w:rsidR="00143F79">
        <w:rPr>
          <w:rtl/>
        </w:rPr>
        <w:t xml:space="preserve"> </w:t>
      </w:r>
      <w:r>
        <w:rPr>
          <w:rtl/>
        </w:rPr>
        <w:t xml:space="preserve">الذي قُتِل فيه جدّي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ميّتاً تركَ الألبابَ حائرةً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وبالعراء ثلاثاً جسمه تُركا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ولسان حال أمه الزهراء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>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گعدت يم ابنها ابكربلا الزّهرا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تشمه ابمنحره او تبچي أو تجر حسره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تگله النوح بعدك صار من طبعي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وَنَه ابگبري اون اعليك نوب انعي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يبني انسيت لطمت عيني او ضلعي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ابمصابك يبني شنهو ضلعي أو كسره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عگب ما يبني للدين ابذلت عزمك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سال ابكربلا ويه أخوتك دمّك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هاي آنه جيتك واگعدت يمّك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على افراگك ابدلّالي اسعرت جمره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يوليدي ابها لليلة تعنيتك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تشاهد حالتي ابعينك تمنيتك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يبعد الروح انه امّك الربيتك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يمّك جاعده يحسين عالغبره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عليمن هالأعادي حلّلوا دمّك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عليمن وزّعوا باسيوفهم جسمك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احچي اوياي يبني امن اهتف باسمك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على ذبحك دگلي ياهوا تجرّه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أيا ناعياً إن جئت طيبة مقبلا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فعرّج على مكسورة الضلع معولا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فحدّث بما مضَّ الفؤاد مفصلا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أفاطم لو خلت ال حسين مجدّلا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وقد مات عطشاناً بشط فرات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BA6480" w:rsidRDefault="008F239C" w:rsidP="00423904">
      <w:pPr>
        <w:pStyle w:val="libNormal"/>
        <w:rPr>
          <w:rtl/>
        </w:rPr>
      </w:pPr>
      <w:r w:rsidRPr="00BA6480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Default="008F239C" w:rsidP="008F239C">
      <w:pPr>
        <w:pStyle w:val="Heading1"/>
        <w:rPr>
          <w:rtl/>
        </w:rPr>
      </w:pPr>
      <w:bookmarkStart w:id="10" w:name="_Toc57828314"/>
      <w:r>
        <w:rPr>
          <w:rtl/>
        </w:rPr>
        <w:t>المجلس الثالث</w:t>
      </w:r>
      <w:bookmarkEnd w:id="10"/>
    </w:p>
    <w:p w:rsidR="008F239C" w:rsidRPr="00065075" w:rsidRDefault="008F239C" w:rsidP="008F239C">
      <w:pPr>
        <w:pStyle w:val="Heading2"/>
        <w:rPr>
          <w:rtl/>
        </w:rPr>
      </w:pPr>
      <w:bookmarkStart w:id="11" w:name="_Toc57828315"/>
      <w:r w:rsidRPr="00065075">
        <w:rPr>
          <w:rtl/>
        </w:rPr>
        <w:t xml:space="preserve">الموضوع: بين هارون وموسى </w:t>
      </w:r>
      <w:r w:rsidRPr="00423904">
        <w:rPr>
          <w:rStyle w:val="libAlaemChar"/>
          <w:rtl/>
        </w:rPr>
        <w:t>عليه‌السلام</w:t>
      </w:r>
      <w:bookmarkEnd w:id="1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للشيخ محمد علي اليعقوبي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ابن الاُلى بلغوا من كلّ مكرمة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شأواً بعيد المراقي لم تنله يدُ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أنصفتكَ بنو الأعمام إذ قطعت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أواصراً برسول الله تتّحدُ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أبكيك رهن السجون المظلمات وقد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ضاق الفضا وتوالى حولك الرّصدُ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تمسي وتغدوا بنو العبّاس في فرحٍ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وأنتَ في محبس السندي مضطهدُ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دسّوا إليكَ نجيع السمّ في عنبٍ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فاخضرّ لونك مذ ذابت به الكبدُ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قضيتَ غريباً فيه منفرداً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للهِ ناءٍ غريب الدار منفردُ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 لنعشك والأبصار ترمقه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مُلقىً على الجسر لا يدنو له أحدُ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أبكيكَ ما بين حمّالين أربعة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تشال جهراً وكلّ الناس قد شهدوا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ليش بالسم يبن جعفر تنچتل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للجسر بحديد سجنك تنحمل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والله عند امصيبتك فكري يحير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هاي ما صارت أو لا ظنها تصير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مثلك انته أو للخصم تبگه أسير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من سجن مظلم للآخر تنتقل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سجن بن شاهك اِلك تالي السجون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هوَّه أشدهن والذي قبله ايهون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امحدّد ابطاموره واعليها العيون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تمنع الحاول لعد شخصك يصل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tab/>
      </w:r>
      <w:r>
        <w:rPr>
          <w:rtl/>
        </w:rPr>
        <w:t xml:space="preserve"> </w:t>
      </w:r>
      <w:r>
        <w:t>*</w:t>
      </w:r>
      <w:r>
        <w:rPr>
          <w:rtl/>
        </w:rPr>
        <w:t xml:space="preserve"> </w:t>
      </w:r>
      <w:r>
        <w:tab/>
      </w:r>
      <w:r>
        <w:rPr>
          <w:rtl/>
        </w:rPr>
        <w:t xml:space="preserve"> </w:t>
      </w:r>
      <w:r>
        <w:t>*</w:t>
      </w:r>
    </w:p>
    <w:p w:rsidR="008F239C" w:rsidRPr="002B0CAA" w:rsidRDefault="008F239C" w:rsidP="00423904">
      <w:pPr>
        <w:pStyle w:val="libNormal"/>
        <w:rPr>
          <w:rtl/>
        </w:rPr>
      </w:pPr>
      <w:r w:rsidRPr="002B0CAA">
        <w:rPr>
          <w:rtl/>
        </w:rP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سيّدي امصابك فلا ساعة يروح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 خواطرنه او اِله بيهن اجروح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اشما نون اشما نحن اشما ننوح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جمرة افراگك توج او تشتعل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سيّدي ذَچر السجن لمّن يمر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اگلوب المحبّين تتواگد جمر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كل فرد لجلك يود يفدي العمر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دمع عينه اعليك من دم ايهمل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وغريب بغداد ثوى في سجنه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نائي الديار يحلّ دار الهون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هارون ذات يوم للإمام وقد رآه في جانب الكعبة: هل أنت من بايعه الناس </w:t>
      </w:r>
      <w:r w:rsidR="00143F79">
        <w:rPr>
          <w:rtl/>
        </w:rPr>
        <w:t xml:space="preserve"> </w:t>
      </w:r>
      <w:r>
        <w:rPr>
          <w:rtl/>
        </w:rPr>
        <w:t>خفية ورضوا به إماماً؟ فقال الإمام: «أنا إمام القلوب وأنتَ إمام الجسوم»</w:t>
      </w:r>
      <w:r w:rsidRPr="00AC1982">
        <w:rPr>
          <w:rtl/>
        </w:rPr>
        <w:t>(1)</w:t>
      </w:r>
      <w:r>
        <w:rPr>
          <w:rtl/>
        </w:rPr>
        <w:t>.</w:t>
      </w:r>
    </w:p>
    <w:p w:rsidR="008F239C" w:rsidRPr="00D64804" w:rsidRDefault="008F239C" w:rsidP="008F239C">
      <w:pPr>
        <w:pStyle w:val="Heading2"/>
        <w:rPr>
          <w:rtl/>
        </w:rPr>
      </w:pPr>
      <w:bookmarkStart w:id="12" w:name="_Toc57828316"/>
      <w:r w:rsidRPr="00D64804">
        <w:rPr>
          <w:rtl/>
        </w:rPr>
        <w:t>لمن هذا القصر؟</w:t>
      </w:r>
      <w:bookmarkEnd w:id="1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دَخَلَ الإمام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ذات مرّة أحد قصور هارون الضخمة في بغداد فراح </w:t>
      </w:r>
      <w:r w:rsidR="00143F79">
        <w:rPr>
          <w:rtl/>
        </w:rPr>
        <w:t xml:space="preserve"> </w:t>
      </w:r>
      <w:r>
        <w:rPr>
          <w:rtl/>
        </w:rPr>
        <w:t xml:space="preserve">هارون المغرور بسلطانه يتساءل ما هذه الدار؟ فقال الإمام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بدون </w:t>
      </w:r>
      <w:r w:rsidR="00143F79">
        <w:rPr>
          <w:rtl/>
        </w:rPr>
        <w:t xml:space="preserve"> </w:t>
      </w:r>
      <w:r>
        <w:rPr>
          <w:rtl/>
        </w:rPr>
        <w:t xml:space="preserve">اكتراث بما حوله وبصراحة،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هذه دارُ الفاسقين قال وقرأ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سَأَصْرِفُ </w:t>
      </w:r>
      <w:r w:rsidRPr="00423904">
        <w:rPr>
          <w:rStyle w:val="libAieChar"/>
          <w:rtl/>
        </w:rPr>
        <w:br/>
        <w:t xml:space="preserve">عَنْ آيَاتِيَ الَّذِينَ يَتَكَبَّرُونَ فِي الْأَرْضِ بِغَيْرِ الْحَقِّ وَإِن يَرَوْا كُلَّ آيَةٍ لَّا يُؤْمِنُوا </w:t>
      </w:r>
      <w:r w:rsidRPr="00423904">
        <w:rPr>
          <w:rStyle w:val="libAieChar"/>
          <w:rtl/>
        </w:rPr>
        <w:br/>
        <w:t xml:space="preserve">بِهَا وَإِن يَرَوْا سَبِيلَ الرُّشْدِ لَا يَتَّخِذُوهُ سَبِيلًا وَإِن يَرَوْا سَبِيلَ الْغَيِّ يَتَّخِذُوهُ </w:t>
      </w:r>
      <w:r w:rsidRPr="00423904">
        <w:rPr>
          <w:rStyle w:val="libAieChar"/>
          <w:rtl/>
        </w:rPr>
        <w:br/>
        <w:t>سَبِيلًا</w:t>
      </w:r>
      <w:r w:rsidRPr="00423904">
        <w:rPr>
          <w:rStyle w:val="libAlaemChar"/>
          <w:rtl/>
        </w:rPr>
        <w:t>)</w:t>
      </w:r>
      <w:r w:rsidRPr="00AC1982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فاستشاط هارون غضباً... وهو يُخفي غضبه بصعوبة فقال فدارُ مَن هي؟ 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</w:t>
      </w:r>
      <w:r w:rsidR="00143F79">
        <w:rPr>
          <w:rtl/>
        </w:rPr>
        <w:t xml:space="preserve"> </w:t>
      </w:r>
      <w:r>
        <w:rPr>
          <w:rtl/>
        </w:rPr>
        <w:t>«هي لشيعَتنا فترة، ولغيرهم فتنة».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قال هارون: فما بال صاحب الدار لا يأخذها؟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 «أخذت منه عامرة ولا يأخذها إلّا معمورة»</w:t>
      </w:r>
      <w:r w:rsidRPr="00AC1982">
        <w:rPr>
          <w:rtl/>
        </w:rPr>
        <w:t>(3)</w:t>
      </w:r>
      <w:r>
        <w:rPr>
          <w:rtl/>
        </w:rPr>
        <w:t>.</w:t>
      </w:r>
    </w:p>
    <w:p w:rsidR="008F239C" w:rsidRPr="00D64804" w:rsidRDefault="008F239C" w:rsidP="0094659A">
      <w:pPr>
        <w:pStyle w:val="libLine"/>
        <w:rPr>
          <w:rtl/>
        </w:rPr>
      </w:pPr>
      <w:r w:rsidRPr="00D64804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سيرة الأئمة ص 388، نقلاً عن الصواعق المحرقة ص 204.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الأعراف: 146.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نفس المصدر السابق ص 391، نقلاً عن بحار الانوار ج 48، ص 138.؟؟؟</w:t>
      </w:r>
    </w:p>
    <w:p w:rsidR="008F239C" w:rsidRPr="00D64804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13" w:name="_Toc57828317"/>
      <w:r w:rsidRPr="00D64804">
        <w:rPr>
          <w:rtl/>
        </w:rPr>
        <w:lastRenderedPageBreak/>
        <w:t>هارون رجل الشهوات والملذّات</w:t>
      </w:r>
      <w:bookmarkEnd w:id="1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لمّا أفْضَتْ الخلافة إلى الرشيد وقعت في نفسه جارية من جواري المهدي، </w:t>
      </w:r>
      <w:r w:rsidR="00143F79">
        <w:rPr>
          <w:rtl/>
        </w:rPr>
        <w:t xml:space="preserve"> </w:t>
      </w:r>
      <w:r>
        <w:rPr>
          <w:rtl/>
        </w:rPr>
        <w:t xml:space="preserve">فراودها عن نفسها، فقالت لا أصلح لك أنّ أباك قد طاف بي، فشغف هارون بها </w:t>
      </w:r>
      <w:r w:rsidR="00143F79">
        <w:rPr>
          <w:rtl/>
        </w:rPr>
        <w:t xml:space="preserve"> </w:t>
      </w:r>
      <w:r>
        <w:rPr>
          <w:rtl/>
        </w:rPr>
        <w:t xml:space="preserve">ولم يكن ليدعها، فأرسل إلى أبي يوسف فسأله: أعندك في هذا شيء؟ فقال يا </w:t>
      </w:r>
      <w:r w:rsidR="00143F79">
        <w:rPr>
          <w:rtl/>
        </w:rPr>
        <w:t xml:space="preserve"> </w:t>
      </w:r>
      <w:r>
        <w:rPr>
          <w:rtl/>
        </w:rPr>
        <w:t xml:space="preserve">أمير‌المؤمنين أو كلّما ادّعت أمة شيئاً ينبغي أن تصدّق!! لا تصدّقها فإنها ليست </w:t>
      </w:r>
      <w:r w:rsidR="00143F79">
        <w:rPr>
          <w:rtl/>
        </w:rPr>
        <w:t xml:space="preserve"> </w:t>
      </w:r>
      <w:r>
        <w:rPr>
          <w:rtl/>
        </w:rPr>
        <w:t>بمأمونة</w:t>
      </w:r>
      <w:r w:rsidRPr="002E396D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(مع العلم أن الشريعة الإسلامية تقبل في هذه الحالات إقرار المرأة على نفسها </w:t>
      </w:r>
      <w:r w:rsidR="00143F79">
        <w:rPr>
          <w:rtl/>
        </w:rPr>
        <w:t xml:space="preserve"> </w:t>
      </w:r>
      <w:r>
        <w:rPr>
          <w:rtl/>
        </w:rPr>
        <w:t>بذلك ويكون هو الأساس الذي يرتّب الأثر عليه!! ولكن الشهوات!)</w:t>
      </w:r>
    </w:p>
    <w:p w:rsidR="008F239C" w:rsidRPr="00D64804" w:rsidRDefault="008F239C" w:rsidP="008F239C">
      <w:pPr>
        <w:pStyle w:val="Heading2"/>
        <w:rPr>
          <w:rtl/>
        </w:rPr>
      </w:pPr>
      <w:bookmarkStart w:id="14" w:name="_Toc57828318"/>
      <w:r w:rsidRPr="00D64804">
        <w:rPr>
          <w:rtl/>
        </w:rPr>
        <w:t>الإسراف في الموائد</w:t>
      </w:r>
      <w:bookmarkEnd w:id="1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وأسرف هارون إسرافاً كثيراً على موائد الطعام فكان ينفق في كل يوم عشرة </w:t>
      </w:r>
      <w:r w:rsidR="00143F79">
        <w:rPr>
          <w:rtl/>
        </w:rPr>
        <w:t xml:space="preserve"> </w:t>
      </w:r>
      <w:r>
        <w:rPr>
          <w:rtl/>
        </w:rPr>
        <w:t>آلاف درهم، وربما اتخذ له الطباخون ثلاثين لوناً من الطعام</w:t>
      </w:r>
      <w:r w:rsidRPr="002E396D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وقدّمت له مائدة كانت فيها قطع صغيرة من السمك وضعت في أوان من </w:t>
      </w:r>
      <w:r w:rsidR="00143F79">
        <w:rPr>
          <w:rtl/>
        </w:rPr>
        <w:t xml:space="preserve"> </w:t>
      </w:r>
      <w:r>
        <w:rPr>
          <w:rtl/>
        </w:rPr>
        <w:t xml:space="preserve">الذهب فاستدعى رئيس الطباخين فلما مثل بين يديه، قال له: ألم أعهد إليك أن لا </w:t>
      </w:r>
      <w:r w:rsidR="00143F79">
        <w:rPr>
          <w:rtl/>
        </w:rPr>
        <w:t xml:space="preserve"> </w:t>
      </w:r>
      <w:r>
        <w:rPr>
          <w:rtl/>
        </w:rPr>
        <w:t xml:space="preserve">تكون قطع السمك صغيرة، فقال له يا أمير المؤنين هذه السنة السمك وضعتها </w:t>
      </w:r>
      <w:r w:rsidR="00143F79">
        <w:rPr>
          <w:rtl/>
        </w:rPr>
        <w:t xml:space="preserve"> </w:t>
      </w:r>
      <w:r>
        <w:rPr>
          <w:rtl/>
        </w:rPr>
        <w:t>لتكون زينة للمائدة فسأله عن ثمنها فقال أنها كلّفت أربعة آلاف درهم.</w:t>
      </w:r>
    </w:p>
    <w:p w:rsidR="008F239C" w:rsidRPr="0036479D" w:rsidRDefault="008F239C" w:rsidP="008F239C">
      <w:pPr>
        <w:pStyle w:val="Heading2"/>
        <w:rPr>
          <w:rtl/>
        </w:rPr>
      </w:pPr>
      <w:bookmarkStart w:id="15" w:name="_Toc57828319"/>
      <w:r w:rsidRPr="0036479D">
        <w:rPr>
          <w:rtl/>
        </w:rPr>
        <w:t>الإسراف في الجواري</w:t>
      </w:r>
      <w:bookmarkEnd w:id="15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وكان هارون يهب الأموال الجزيلة لجواريه، ويجزل لهن في العطاء، فقد روى </w:t>
      </w:r>
      <w:r>
        <w:rPr>
          <w:rtl/>
        </w:rPr>
        <w:br/>
        <w:t xml:space="preserve">المؤرخون أنه أوفد الحرشي إلى ناحية الموصل فجيى له أموالاً طائلة من بقايا </w:t>
      </w:r>
      <w:r>
        <w:rPr>
          <w:rtl/>
        </w:rPr>
        <w:br/>
        <w:t xml:space="preserve">الخراج، فوافاه به، فأمر بصرفه أجمع إلى بعض جواريه، فاستعظم الناس في ذلك،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تاريخ الخلفاء للسيوطي ص 291.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حياة الامام موسى بن جعفر للقرشي ص 39 نقلاً عن المستطرق ص 341.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وتحدثوا به، وأصاب أبوالعتاهية من ذلك شبه الجنون، فقال له خالد بن أبي الأزهر: </w:t>
      </w:r>
      <w:r w:rsidR="00143F79">
        <w:rPr>
          <w:rtl/>
        </w:rPr>
        <w:t xml:space="preserve"> </w:t>
      </w:r>
      <w:r>
        <w:rPr>
          <w:rtl/>
        </w:rPr>
        <w:t>مالك يا أبا العتاهية؟ فقال: سبحان الله أيدفع هذا المال الجليل إلى أمرأة!!</w:t>
      </w:r>
      <w:r w:rsidRPr="002E396D">
        <w:rPr>
          <w:rtl/>
        </w:rPr>
        <w:t>(1)</w:t>
      </w:r>
    </w:p>
    <w:p w:rsidR="008F239C" w:rsidRPr="00B42FD9" w:rsidRDefault="008F239C" w:rsidP="008F239C">
      <w:pPr>
        <w:pStyle w:val="Heading2"/>
        <w:rPr>
          <w:rtl/>
        </w:rPr>
      </w:pPr>
      <w:bookmarkStart w:id="16" w:name="_Toc57828320"/>
      <w:r w:rsidRPr="00B42FD9">
        <w:rPr>
          <w:rtl/>
        </w:rPr>
        <w:t>ولعه بالجواهر</w:t>
      </w:r>
      <w:bookmarkEnd w:id="1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وشغف هارون بالجواهر والأحجار الثمينة شغفاً كبيراً فبذل الأموال الطائلة </w:t>
      </w:r>
      <w:r w:rsidR="00143F79">
        <w:rPr>
          <w:rtl/>
        </w:rPr>
        <w:t xml:space="preserve"> </w:t>
      </w:r>
      <w:r>
        <w:rPr>
          <w:rtl/>
        </w:rPr>
        <w:t>لشرائها فاشترى خاتماً بمائة ألف دينار</w:t>
      </w:r>
      <w:r w:rsidRPr="002E396D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وكان ينثر الجواهر على جواريه بغير حساب.</w:t>
      </w:r>
    </w:p>
    <w:p w:rsidR="008F239C" w:rsidRPr="00B42FD9" w:rsidRDefault="008F239C" w:rsidP="008F239C">
      <w:pPr>
        <w:pStyle w:val="Heading2"/>
        <w:rPr>
          <w:rtl/>
        </w:rPr>
      </w:pPr>
      <w:bookmarkStart w:id="17" w:name="_Toc57828321"/>
      <w:r w:rsidRPr="00B42FD9">
        <w:rPr>
          <w:rtl/>
        </w:rPr>
        <w:t>ولعه بالغناء</w:t>
      </w:r>
      <w:bookmarkEnd w:id="1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وكان هارون مولعاً بالغناء منذ حداثة سنّه، فقد نشأ بين أحضان المغنيات </w:t>
      </w:r>
      <w:r w:rsidR="00143F79">
        <w:rPr>
          <w:rtl/>
        </w:rPr>
        <w:t xml:space="preserve"> </w:t>
      </w:r>
      <w:r>
        <w:rPr>
          <w:rtl/>
        </w:rPr>
        <w:t>والمطربات، واشتمل قصره على مختلف الالات الموسيقيه</w:t>
      </w:r>
      <w:r w:rsidRPr="002E396D">
        <w:rPr>
          <w:rtl/>
        </w:rPr>
        <w:t>(3)</w:t>
      </w:r>
      <w:r>
        <w:rPr>
          <w:rtl/>
        </w:rPr>
        <w:t xml:space="preserve"> وقيل ان في قصره </w:t>
      </w:r>
      <w:r w:rsidR="00143F79">
        <w:rPr>
          <w:rtl/>
        </w:rPr>
        <w:t xml:space="preserve"> </w:t>
      </w:r>
      <w:r>
        <w:rPr>
          <w:rtl/>
        </w:rPr>
        <w:t xml:space="preserve">ثلثمائة جارية من الحسان يغنين ويعزفن (نفس المصدر السابق) وكان ابراهيم </w:t>
      </w:r>
      <w:r w:rsidR="00143F79">
        <w:rPr>
          <w:rtl/>
        </w:rPr>
        <w:t xml:space="preserve"> </w:t>
      </w:r>
      <w:r>
        <w:rPr>
          <w:rtl/>
        </w:rPr>
        <w:t>الموصلي وابن جامع وزلزل الضارب في الطبقه الاولى.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وبَلَغَ من ولع هارون وشغفه بالغناء انه طلب من شقيقته عُليّة أن تُغنّيه، فقالت له: </w:t>
      </w:r>
      <w:r w:rsidR="00143F79">
        <w:rPr>
          <w:rtl/>
        </w:rPr>
        <w:t xml:space="preserve"> </w:t>
      </w:r>
      <w:r>
        <w:rPr>
          <w:rtl/>
        </w:rPr>
        <w:t>وحياتك لأعملن فيك شعراً ولأصنعنّ فيك لحناً وقالت من وقتها: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تفديك أختك قد حبوت بنعمة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لسنا نعد لها الزمان عديلا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>الخ شعرها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وصنعت فيه لحناً من وقتها في مقام خفيف الرمل، فطرب الرشيد عليه</w:t>
      </w:r>
      <w:r w:rsidRPr="002E396D">
        <w:rPr>
          <w:rtl/>
        </w:rPr>
        <w:t>(4)</w:t>
      </w:r>
      <w:r>
        <w:rPr>
          <w:rtl/>
        </w:rPr>
        <w:t xml:space="preserve"> وكان </w:t>
      </w:r>
      <w:r w:rsidR="00143F79">
        <w:rPr>
          <w:rtl/>
        </w:rPr>
        <w:t xml:space="preserve"> </w:t>
      </w:r>
      <w:r>
        <w:rPr>
          <w:rtl/>
        </w:rPr>
        <w:t xml:space="preserve">عُليّة في طليعة المغنيات في ذلك القصر، وقد عَيَّرَ بها الأسرة العباسية أبو فرار </w:t>
      </w:r>
      <w:r w:rsidR="00143F79">
        <w:rPr>
          <w:rtl/>
        </w:rPr>
        <w:t xml:space="preserve"> </w:t>
      </w:r>
      <w:r>
        <w:rPr>
          <w:rtl/>
        </w:rPr>
        <w:t>الحمداني بقوله: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منكم عُليّةُ أم منهم وكان لكم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شيخ المغنين ابراهيم أم لهمُ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B42FD9" w:rsidRDefault="008F239C" w:rsidP="0094659A">
      <w:pPr>
        <w:pStyle w:val="libLine"/>
        <w:rPr>
          <w:rtl/>
        </w:rPr>
      </w:pPr>
      <w:r w:rsidRPr="00B42FD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الأغاني 4 / 67.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ابن الأثير، ج 6، ص 44.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التمدن الاسلامي 5 / 118.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(4) سيدات البلاط العباسي ص 28.</w:t>
      </w:r>
    </w:p>
    <w:p w:rsidR="008F239C" w:rsidRPr="00B42FD9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18" w:name="_Toc57828322"/>
      <w:r w:rsidRPr="00B42FD9">
        <w:rPr>
          <w:rtl/>
        </w:rPr>
        <w:lastRenderedPageBreak/>
        <w:t>شربه للخمر</w:t>
      </w:r>
      <w:bookmarkEnd w:id="1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واندفع هارون إلى شرب الخمر والإدمان عليها، وكان يدعو خواص جواريه </w:t>
      </w:r>
      <w:r w:rsidR="00143F79">
        <w:rPr>
          <w:rtl/>
        </w:rPr>
        <w:t xml:space="preserve"> </w:t>
      </w:r>
      <w:r>
        <w:rPr>
          <w:rtl/>
        </w:rPr>
        <w:t>إذا أراد الشراب</w:t>
      </w:r>
      <w:r w:rsidRPr="002E396D">
        <w:rPr>
          <w:rtl/>
        </w:rPr>
        <w:t>(1)</w:t>
      </w:r>
      <w:r>
        <w:rPr>
          <w:rtl/>
        </w:rPr>
        <w:t>. وكان يهدي لبعض أصحابه كؤوس الخمر مملوءة (الاغاني).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وان هارون وغيره من ملوك العباسيين لم يعنون بتحريم الاسلام للخمرة، </w:t>
      </w:r>
      <w:r w:rsidR="00143F79">
        <w:rPr>
          <w:rtl/>
        </w:rPr>
        <w:t xml:space="preserve"> </w:t>
      </w:r>
      <w:r>
        <w:rPr>
          <w:rtl/>
        </w:rPr>
        <w:t xml:space="preserve">فعمدوا إلى شربها في وضح النهار وفي غلس الليل، ومن المؤسف أن يُعد هارون </w:t>
      </w:r>
      <w:r w:rsidR="00143F79">
        <w:rPr>
          <w:rtl/>
        </w:rPr>
        <w:t xml:space="preserve"> </w:t>
      </w:r>
      <w:r>
        <w:rPr>
          <w:rtl/>
        </w:rPr>
        <w:t xml:space="preserve">وأشباهه من أئمة المسلمين ومن كبار قادتهم ثم يلتمس المعاذير لما اقترفوه من </w:t>
      </w:r>
      <w:r w:rsidR="00143F79">
        <w:rPr>
          <w:rtl/>
        </w:rPr>
        <w:t xml:space="preserve"> </w:t>
      </w:r>
      <w:r>
        <w:rPr>
          <w:rtl/>
        </w:rPr>
        <w:t xml:space="preserve">عظيم الاثم والمنكر، وقد بالغ الجومرد في دفاعه عن هارون فنفى عنه شرب الخمر </w:t>
      </w:r>
      <w:r w:rsidR="00143F79">
        <w:rPr>
          <w:rtl/>
        </w:rPr>
        <w:t xml:space="preserve"> </w:t>
      </w:r>
      <w:r>
        <w:rPr>
          <w:rtl/>
        </w:rPr>
        <w:t>وقال انه ما شرب إلا النبيذ وليس ذلك محرماً في الاسلام</w:t>
      </w:r>
      <w:r w:rsidRPr="002E396D">
        <w:rPr>
          <w:rtl/>
        </w:rPr>
        <w:t>(2)</w:t>
      </w:r>
      <w:r>
        <w:rPr>
          <w:rtl/>
        </w:rPr>
        <w:t>.</w:t>
      </w:r>
    </w:p>
    <w:p w:rsidR="008F239C" w:rsidRPr="00B42FD9" w:rsidRDefault="008F239C" w:rsidP="008F239C">
      <w:pPr>
        <w:pStyle w:val="Heading2"/>
        <w:rPr>
          <w:rtl/>
        </w:rPr>
      </w:pPr>
      <w:bookmarkStart w:id="19" w:name="_Toc57828323"/>
      <w:r w:rsidRPr="00B42FD9">
        <w:rPr>
          <w:rtl/>
        </w:rPr>
        <w:t>لعبه بالنرد</w:t>
      </w:r>
      <w:bookmarkEnd w:id="19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 يترك هارون اي لون من المحرمات في الاسلام إلا ارتكبه فمن ذلك لعبه </w:t>
      </w:r>
      <w:r w:rsidR="00143F79">
        <w:rPr>
          <w:rtl/>
        </w:rPr>
        <w:t xml:space="preserve"> </w:t>
      </w:r>
      <w:r>
        <w:rPr>
          <w:rtl/>
        </w:rPr>
        <w:t xml:space="preserve">بالنرد (لعبة وضعها أحد ملوك الفرس وتعرف عند العامة بلعب الطاولة). وهو من </w:t>
      </w:r>
      <w:r w:rsidR="00143F79">
        <w:rPr>
          <w:rtl/>
        </w:rPr>
        <w:t xml:space="preserve"> </w:t>
      </w:r>
      <w:r>
        <w:rPr>
          <w:rtl/>
        </w:rPr>
        <w:t>أنواع القمار الذي حرمه الاسلام.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ولقد ساد اللهو، وعمّت الدعارة، وانتشر المجون ولَدهورت الأخلاق، واقبرت </w:t>
      </w:r>
      <w:r w:rsidR="00143F79">
        <w:rPr>
          <w:rtl/>
        </w:rPr>
        <w:t xml:space="preserve"> </w:t>
      </w:r>
      <w:r>
        <w:rPr>
          <w:rtl/>
        </w:rPr>
        <w:t>الفضائل، في عهد هارون.</w:t>
      </w:r>
    </w:p>
    <w:p w:rsidR="008F239C" w:rsidRPr="00B42FD9" w:rsidRDefault="008F239C" w:rsidP="008F239C">
      <w:pPr>
        <w:pStyle w:val="Heading2"/>
        <w:rPr>
          <w:rtl/>
        </w:rPr>
      </w:pPr>
      <w:bookmarkStart w:id="20" w:name="_Toc57828324"/>
      <w:r w:rsidRPr="00B42FD9">
        <w:rPr>
          <w:rtl/>
        </w:rPr>
        <w:t>موقف الإمام الكاظم من هارون</w:t>
      </w:r>
      <w:bookmarkEnd w:id="2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وتميز موقف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مع حكومة هارون بالشدة والصرامة فقد حرم </w:t>
      </w:r>
      <w:r w:rsidR="00143F79">
        <w:rPr>
          <w:rtl/>
        </w:rPr>
        <w:t xml:space="preserve"> </w:t>
      </w:r>
      <w:r>
        <w:rPr>
          <w:rtl/>
        </w:rPr>
        <w:t xml:space="preserve">التعاون معها في جميع المجالات، وقد ظهر هذا الموقف جلياً في حديثه مع </w:t>
      </w:r>
      <w:r w:rsidR="00143F79">
        <w:rPr>
          <w:rtl/>
        </w:rPr>
        <w:t xml:space="preserve"> </w:t>
      </w:r>
      <w:r>
        <w:rPr>
          <w:rtl/>
        </w:rPr>
        <w:t xml:space="preserve">صفوان فقد قال له الإمام « يا صفوان، كل شيء منك حسن جميل ما خلا شيئاً </w:t>
      </w:r>
      <w:r w:rsidR="00143F79">
        <w:rPr>
          <w:rtl/>
        </w:rPr>
        <w:t xml:space="preserve"> </w:t>
      </w:r>
      <w:r>
        <w:rPr>
          <w:rtl/>
        </w:rPr>
        <w:t xml:space="preserve">واحداً، فالتاع صفوان وذابت نفسه لعلمه بأنه لم يخلد إلى أي معصية فانبرى للامام </w:t>
      </w:r>
      <w:r w:rsidR="00143F79">
        <w:rPr>
          <w:rtl/>
        </w:rPr>
        <w:t xml:space="preserve"> </w:t>
      </w:r>
      <w:r>
        <w:rPr>
          <w:rtl/>
        </w:rPr>
        <w:t>قائلاً: جُعلتُ فداك أي شيء؟!!</w:t>
      </w:r>
    </w:p>
    <w:p w:rsidR="008F239C" w:rsidRPr="00B42FD9" w:rsidRDefault="008F239C" w:rsidP="0094659A">
      <w:pPr>
        <w:pStyle w:val="libLine"/>
        <w:rPr>
          <w:rtl/>
        </w:rPr>
      </w:pPr>
      <w:r w:rsidRPr="00B42FD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باقر شريف القرشي حياة الامام موسى الكاظم.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هارون الرشيد 1 / 267.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فقال: كراؤك جمالك من هذا الطاغية (يعني هارون)، فقال صفوان والله ما </w:t>
      </w:r>
      <w:r w:rsidR="00143F79">
        <w:rPr>
          <w:rtl/>
        </w:rPr>
        <w:t xml:space="preserve"> </w:t>
      </w:r>
      <w:r>
        <w:rPr>
          <w:rtl/>
        </w:rPr>
        <w:t xml:space="preserve">أكريته أشراً ولا بطراً ولا للصيد ولا للهو ولكن أكريته لهذا الطريق ـ يعني طريق </w:t>
      </w:r>
      <w:r w:rsidR="00143F79">
        <w:rPr>
          <w:rtl/>
        </w:rPr>
        <w:t xml:space="preserve"> </w:t>
      </w:r>
      <w:r>
        <w:rPr>
          <w:rtl/>
        </w:rPr>
        <w:t xml:space="preserve">مكة ـ ولا أتولاه بنفسي، ولكن أبعث معه غلماني فقال له الامام، يا صفوان، أيقع </w:t>
      </w:r>
      <w:r w:rsidR="00143F79">
        <w:rPr>
          <w:rtl/>
        </w:rPr>
        <w:t xml:space="preserve"> </w:t>
      </w:r>
      <w:r>
        <w:rPr>
          <w:rtl/>
        </w:rPr>
        <w:t xml:space="preserve">كراك عليهم؟ نعم جعلت فداك، فقال: أتحب بقاءهم حتى يخرج كراك؟ قال نعم، </w:t>
      </w:r>
      <w:r w:rsidR="00143F79">
        <w:rPr>
          <w:rtl/>
        </w:rPr>
        <w:t xml:space="preserve"> </w:t>
      </w:r>
      <w:r>
        <w:rPr>
          <w:rtl/>
        </w:rPr>
        <w:t xml:space="preserve">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من أحبَّ بقاءهم فهو منهم، ومن كان منهم كان وارداً للنار.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أقول موقف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صريح ومطابق للقرآن الكريم، قال تعالى: «</w:t>
      </w:r>
      <w:r w:rsidRPr="00423904">
        <w:rPr>
          <w:rStyle w:val="libAieChar"/>
          <w:rtl/>
        </w:rPr>
        <w:t xml:space="preserve">وَلَا تَرْكَنُوا </w:t>
      </w:r>
      <w:r w:rsidRPr="00423904">
        <w:rPr>
          <w:rStyle w:val="libAieChar"/>
          <w:rtl/>
        </w:rPr>
        <w:br/>
        <w:t>إِلَى الَّذِينَ ظَلَمُوا فَتَمَسَّكُمُ النَّارُ</w:t>
      </w:r>
      <w:r>
        <w:rPr>
          <w:rtl/>
        </w:rPr>
        <w:t xml:space="preserve">». وحذّر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شيعته من الدخول في سلك حكومة </w:t>
      </w:r>
      <w:r w:rsidR="00143F79">
        <w:rPr>
          <w:rtl/>
        </w:rPr>
        <w:t xml:space="preserve"> </w:t>
      </w:r>
      <w:r>
        <w:rPr>
          <w:rtl/>
        </w:rPr>
        <w:t xml:space="preserve">هارون والتلبس بأي وظيفة من وظائف دولته،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لزياد بن ابي سلمة: (يا </w:t>
      </w:r>
      <w:r w:rsidR="00143F79">
        <w:rPr>
          <w:rtl/>
        </w:rPr>
        <w:t xml:space="preserve"> </w:t>
      </w:r>
      <w:r>
        <w:rPr>
          <w:rtl/>
        </w:rPr>
        <w:t xml:space="preserve">زياد، لأن أسقط من شاهق فأتقطع قطعة قطعة أحب إليَّ من أن أتولى لهم عملاً أو </w:t>
      </w:r>
      <w:r w:rsidR="00143F79">
        <w:rPr>
          <w:rtl/>
        </w:rPr>
        <w:t xml:space="preserve"> </w:t>
      </w:r>
      <w:r>
        <w:rPr>
          <w:rtl/>
        </w:rPr>
        <w:t>أطأ بساط رجل منهم)</w:t>
      </w:r>
      <w:r w:rsidRPr="006148E4">
        <w:rPr>
          <w:rtl/>
        </w:rPr>
        <w:t>(1)</w:t>
      </w:r>
      <w:r>
        <w:rPr>
          <w:rtl/>
        </w:rPr>
        <w:t>.</w:t>
      </w:r>
    </w:p>
    <w:p w:rsidR="008F239C" w:rsidRPr="00B42FD9" w:rsidRDefault="008F239C" w:rsidP="008F239C">
      <w:pPr>
        <w:pStyle w:val="Heading2"/>
        <w:rPr>
          <w:rtl/>
        </w:rPr>
      </w:pPr>
      <w:bookmarkStart w:id="21" w:name="_Toc57828325"/>
      <w:r w:rsidRPr="00B42FD9">
        <w:rPr>
          <w:rtl/>
        </w:rPr>
        <w:t>كيفية سجن الإمام</w:t>
      </w:r>
      <w:r>
        <w:rPr>
          <w:rtl/>
        </w:rPr>
        <w:t xml:space="preserve"> </w:t>
      </w:r>
      <w:r w:rsidRPr="00B42FD9">
        <w:rPr>
          <w:rtl/>
        </w:rPr>
        <w:t>؟</w:t>
      </w:r>
      <w:bookmarkEnd w:id="21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>لما سافر هارون إلى مكة عام 179 هـ بدأ بقبر النبي</w:t>
      </w:r>
      <w:r w:rsidRPr="006148E4">
        <w:rPr>
          <w:rtl/>
        </w:rPr>
        <w:t xml:space="preserve">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وقال مخاطباً للنبي</w:t>
      </w:r>
      <w:r w:rsidRPr="006148E4">
        <w:rPr>
          <w:rtl/>
        </w:rPr>
        <w:t xml:space="preserve"> </w:t>
      </w:r>
      <w:r w:rsidRPr="00423904">
        <w:rPr>
          <w:rStyle w:val="libAlaemChar"/>
          <w:rtl/>
        </w:rPr>
        <w:t xml:space="preserve">صلى‌الله‌عليه‌وآله‌وسلم </w:t>
      </w:r>
      <w:r w:rsidRPr="00423904">
        <w:rPr>
          <w:rStyle w:val="libAlaemChar"/>
          <w:rtl/>
        </w:rPr>
        <w:br/>
      </w:r>
      <w:r>
        <w:rPr>
          <w:rtl/>
        </w:rPr>
        <w:t xml:space="preserve">يا رسول الله إنّي اعتذر إليك من شيء أريده، أريد أن احبس موسى بن جعفر، فانه </w:t>
      </w:r>
      <w:r>
        <w:rPr>
          <w:rtl/>
        </w:rPr>
        <w:br/>
        <w:t xml:space="preserve">يريد التشتت بين امتك!! وسفك دمائها، ثم أمر به، وكان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روحي فداه عند </w:t>
      </w:r>
      <w:r>
        <w:rPr>
          <w:rtl/>
        </w:rPr>
        <w:br/>
        <w:t xml:space="preserve">رأس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قائم يُصلّي فقطع صلاته وحمل وهو يبكي ويقول إليك اشكو يا </w:t>
      </w:r>
      <w:r>
        <w:rPr>
          <w:rtl/>
        </w:rPr>
        <w:br/>
        <w:t xml:space="preserve">رسول الله ما يرد على أهل بيتك من شرار أمتك وأقبل الناس من كل جانب يبكون </w:t>
      </w:r>
      <w:r>
        <w:rPr>
          <w:rtl/>
        </w:rPr>
        <w:br/>
        <w:t xml:space="preserve">ويضجون، فلما حمل إلى بين يدي الرشيد، سلّم على الرشيد فلم يرد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وشتمه </w:t>
      </w:r>
      <w:r>
        <w:rPr>
          <w:rtl/>
        </w:rPr>
        <w:br/>
        <w:t xml:space="preserve">وسبه وجفاه وقَيَّدهُ وغلّله فلما جنَّ عليه الليل أمر بقبتين فهيأ له فحمل موسى بن </w:t>
      </w:r>
      <w:r>
        <w:rPr>
          <w:rtl/>
        </w:rPr>
        <w:br/>
        <w:t xml:space="preserve">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أحدهما في خفاء ودفعه إلى حسان السروي وأمره أنْ يسيرَ به في </w:t>
      </w:r>
      <w:r>
        <w:rPr>
          <w:rtl/>
        </w:rPr>
        <w:br/>
        <w:t xml:space="preserve">قبة إلى البصرة فيسلمه إلى عيسى بن جعفر بن أبي جعفر وهو اميرها آنذاك، ووجه </w:t>
      </w:r>
      <w:r>
        <w:rPr>
          <w:rtl/>
        </w:rPr>
        <w:br/>
        <w:t xml:space="preserve">قُبة أخرى علانية نهاراً إلى الكوفة معها جماعة ليعمي على الناس أمر موسى بن </w:t>
      </w:r>
      <w:r>
        <w:rPr>
          <w:rtl/>
        </w:rPr>
        <w:br/>
        <w:t xml:space="preserve">جعفر، فقدم حسان البصرة قبل التروية بيوم فدفعه إلى عيسى بن أبي جعفر نهاراً </w:t>
      </w:r>
      <w:r>
        <w:rPr>
          <w:rtl/>
        </w:rPr>
        <w:br/>
        <w:t xml:space="preserve">علانيةً حتى عرف ذلك وشاع أمره فحبسه عيسى في بيت من بيوت المجلس الذي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باقر شريف القرشي، حياة موسى بن جعفر ج 2، ص 74.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يجلس فيه وأقفل عليه وشغله عند العبيد فكان لا يفتح عنه الباب إلّا في حالتين </w:t>
      </w:r>
      <w:r w:rsidR="00143F79">
        <w:rPr>
          <w:rtl/>
        </w:rPr>
        <w:t xml:space="preserve"> </w:t>
      </w:r>
      <w:r>
        <w:rPr>
          <w:rtl/>
        </w:rPr>
        <w:t xml:space="preserve">حال يخرج فيها إلى الطهور وحال يدخل اليه فيها الطعام، قال نصراني من كتاب </w:t>
      </w:r>
      <w:r w:rsidR="00143F79">
        <w:rPr>
          <w:rtl/>
        </w:rPr>
        <w:t xml:space="preserve"> </w:t>
      </w:r>
      <w:r>
        <w:rPr>
          <w:rtl/>
        </w:rPr>
        <w:t xml:space="preserve">عيسى لقد سمع هذا الرجل الصالح في أيامه في هذه الدار التي هو فيها من ضروب </w:t>
      </w:r>
      <w:r w:rsidR="00143F79">
        <w:rPr>
          <w:rtl/>
        </w:rPr>
        <w:t xml:space="preserve"> </w:t>
      </w:r>
      <w:r>
        <w:rPr>
          <w:rtl/>
        </w:rPr>
        <w:t xml:space="preserve">الفواحش، وحبس عنده سنة كاملة ثم كَتَبَ إلى الرشيد ان خذه منّي وسلّمهُ إلى </w:t>
      </w:r>
      <w:r w:rsidR="00143F79">
        <w:rPr>
          <w:rtl/>
        </w:rPr>
        <w:t xml:space="preserve"> </w:t>
      </w:r>
      <w:r>
        <w:rPr>
          <w:rtl/>
        </w:rPr>
        <w:t xml:space="preserve">مَنْ شئتَ وإلا خلّيتُ سبيلَهُ، فقد اجتهدت بأن أجد عليه حجة فما أقدر على ذلك </w:t>
      </w:r>
      <w:r w:rsidR="00143F79">
        <w:rPr>
          <w:rtl/>
        </w:rPr>
        <w:t xml:space="preserve"> </w:t>
      </w:r>
      <w:r>
        <w:rPr>
          <w:rtl/>
        </w:rPr>
        <w:t xml:space="preserve">حتى أني لأستمع عليه إذا دعا لعلّه يدعو عليّ أو عليك فما أسمعه يدعو إلا لنفسه </w:t>
      </w:r>
      <w:r w:rsidR="00143F79">
        <w:rPr>
          <w:rtl/>
        </w:rPr>
        <w:t xml:space="preserve"> </w:t>
      </w:r>
      <w:r>
        <w:rPr>
          <w:rtl/>
        </w:rPr>
        <w:t xml:space="preserve">يسأل الرحمة والمغفرة، فوجّه مَن تسلمه منه وحُمِل سراً إلى بغداد، إلى أن مضى </w:t>
      </w:r>
      <w:r w:rsidR="00143F79">
        <w:rPr>
          <w:rtl/>
        </w:rPr>
        <w:t xml:space="preserve"> </w:t>
      </w:r>
      <w:r>
        <w:rPr>
          <w:rtl/>
        </w:rPr>
        <w:t>شهيداً مسموماً غريباً في سجن السندي بن شاهك.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تنوح املاكها والكون مرجون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 اللي مات ويلي ابحبس هارون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امن البصرة السجن بغداد جابه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ابحديد او قيد ويدور ذهابه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ذبه ابسجن مظلم غلگ بابه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نهه السجان يمه الناس يصلون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ابسجن والسندي بن شاهك السجان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ابكل وكت مغلج البيبان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تم اسنين للوادم فلا بان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يدرون ميت والّه مسجون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عگب گيده او حديده او ذيچ الاغلال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دس له ابرطب سم گاطع او چتّال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أكل بعضه او منّه نال ما نال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حسبكم قال نلتوا ما تريدون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طلع عنّه أو عافه او هاي حاله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يعالج بالسجن محّد دناله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عگب ما مات جاب النعش شاله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تعرفونه الذي شالوا أو تدرون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وبمجلس شرطته النعش خلّوه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ناده النده والناس سمعوه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امام الرافضة هذا التعرفوه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آمر على الجسر قاموا يعبرون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اولن امن القصر مشرف سليمان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نعش باب الحوائج لاح اله او بان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يگلهم هلجنازة مالها أعوان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غريبه او ما وراها ناس يمشون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گالوا له غريب اهله امبينين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لاچن بالمدينة اعليه بعيدين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ابن عمك الكاظم گال هالحين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دروحوا جيبو نعشه لا تخافون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وبمفرگ طرقها عليه ناده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الطيب او طيبه اجداده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سوه ابعكس ما هارون راده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ناده اعليه هذا البيه تنجون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النسب والرحم لسليمان جابه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او دحجته اهروش النجابه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 لحسين ما بيّن گرابه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يغسلونه او يچفنونه او يدفنون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غسّلوه ولا لفوه في كفن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يوم الطفوف ولا مدوا عليه ردا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E70E1E" w:rsidRDefault="008F239C" w:rsidP="00423904">
      <w:pPr>
        <w:pStyle w:val="libNormal"/>
        <w:rPr>
          <w:rtl/>
        </w:rPr>
      </w:pPr>
      <w:r w:rsidRPr="00E70E1E">
        <w:rPr>
          <w:rtl/>
        </w:rPr>
        <w:br w:type="page"/>
      </w:r>
    </w:p>
    <w:p w:rsidR="008F239C" w:rsidRPr="005D798D" w:rsidRDefault="008F239C" w:rsidP="008F239C">
      <w:pPr>
        <w:pStyle w:val="Heading1"/>
        <w:rPr>
          <w:rtl/>
        </w:rPr>
      </w:pPr>
      <w:bookmarkStart w:id="22" w:name="_Toc57828326"/>
      <w:r w:rsidRPr="005D798D">
        <w:rPr>
          <w:rtl/>
        </w:rPr>
        <w:lastRenderedPageBreak/>
        <w:t>المجلس الرابع</w:t>
      </w:r>
      <w:bookmarkEnd w:id="22"/>
    </w:p>
    <w:p w:rsidR="008F239C" w:rsidRPr="005D798D" w:rsidRDefault="008F239C" w:rsidP="008F239C">
      <w:pPr>
        <w:pStyle w:val="Heading2"/>
        <w:rPr>
          <w:rtl/>
        </w:rPr>
      </w:pPr>
      <w:bookmarkStart w:id="23" w:name="_Toc57828327"/>
      <w:r w:rsidRPr="005D798D">
        <w:rPr>
          <w:rtl/>
        </w:rPr>
        <w:t>الموضوع</w:t>
      </w:r>
      <w:r>
        <w:rPr>
          <w:rtl/>
        </w:rPr>
        <w:t xml:space="preserve"> </w:t>
      </w:r>
      <w:r w:rsidRPr="005D798D">
        <w:rPr>
          <w:rtl/>
        </w:rPr>
        <w:t xml:space="preserve">: قبس من عبادة الامام موسى بن جعفر </w:t>
      </w:r>
      <w:r w:rsidRPr="00423904">
        <w:rPr>
          <w:rStyle w:val="libAlaemChar"/>
          <w:rtl/>
        </w:rPr>
        <w:t>عليه‌السلام</w:t>
      </w:r>
      <w:bookmarkEnd w:id="2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للشيخ عبد الحسين الحيّاوي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جانب الكرخ جنب أرضك شيّد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قبر موسى بن جعفر بن محمّد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بثرى طاول الثريّا مقاماً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دونَ أعتابهِ الملائكُ سُجّد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سابع الصفوة اللتي اختارها اللـ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ـه على الخلقِ أوصياء لأحمد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هو غيثٌ إن أقلعت سحب الغيـ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ـث وغوثٌ إن عزّ كهفٌ ومقصد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أخرجوهُ من المدينةِ قسراً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كاظماً مطلق الدّموع مُقيّد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حرّ قلبي عليه يقضي سنيناً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وهو في السجن لا يُزار فيُقصد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حرّ قلبي عليه يقضي بسمّ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بيدي ألأم الخلائق ملحد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مثل موسى يُرمى على الجسر ميتاً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 يشيّعه للقبور موحّد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حملوه والحديد برجليه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دويٌّ له الأهاضب تنهد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جيت ازورك وانشد الشالوها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اجنازتك عد يا جسر خلّوها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اجنازتك من سمّك ابسمه الرجس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عالجتها او متت وحدك بالحبس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حجة الله انته على الجن والانس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اجنازتك من السجن طلعوها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اجنازتك هالحاوية العز والاسم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اطلعوها اشگد حدرها من الزلم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گالوا هالساع ما عندك علم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حماميل السجن طلعوها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5D798D" w:rsidRDefault="008F239C" w:rsidP="00423904">
      <w:pPr>
        <w:pStyle w:val="libNormal"/>
        <w:rPr>
          <w:rtl/>
        </w:rPr>
      </w:pPr>
      <w:r w:rsidRPr="005D798D">
        <w:rPr>
          <w:rtl/>
        </w:rPr>
        <w:br w:type="page"/>
      </w:r>
    </w:p>
    <w:p w:rsidR="008F239C" w:rsidRDefault="008F239C" w:rsidP="0094659A">
      <w:pPr>
        <w:pStyle w:val="libCenterBold2"/>
        <w:rPr>
          <w:rtl/>
        </w:rPr>
      </w:pPr>
      <w:r>
        <w:lastRenderedPageBreak/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بالعبا ملفوف ويصيح الخطيب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يحب يتفرج اجنازة غريب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رافضي ايگولون مسموم او غريب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شيعته بيبانها سدّوها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 لنعشِكَ والأبصارُ ترمقه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مُلقىً على الجسرِ لا يدنو له أحدُ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Center"/>
        <w:rPr>
          <w:rtl/>
        </w:rPr>
      </w:pP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>وَمَا خَلَقْتُ الْجِنَّ وَالْإِنسَ إِلَّا لِيَعْبُدُونِ</w:t>
      </w:r>
      <w:r w:rsidRPr="00423904">
        <w:rPr>
          <w:rStyle w:val="libAlaemChar"/>
          <w:rtl/>
        </w:rPr>
        <w:t>)</w:t>
      </w:r>
    </w:p>
    <w:p w:rsidR="008F239C" w:rsidRPr="005D798D" w:rsidRDefault="008F239C" w:rsidP="008F239C">
      <w:pPr>
        <w:pStyle w:val="Heading2"/>
        <w:rPr>
          <w:rtl/>
        </w:rPr>
      </w:pPr>
      <w:bookmarkStart w:id="24" w:name="_Toc57828328"/>
      <w:r w:rsidRPr="005D798D">
        <w:rPr>
          <w:rtl/>
        </w:rPr>
        <w:t>المقدمة</w:t>
      </w:r>
      <w:bookmarkEnd w:id="2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من المعلوم ان الله سبحانه وتعالى غنيٌ عن خلقه «</w:t>
      </w:r>
      <w:r w:rsidRPr="00423904">
        <w:rPr>
          <w:rStyle w:val="libAieChar"/>
          <w:rtl/>
        </w:rPr>
        <w:t xml:space="preserve">يَا أَيُّهَا النَّاسُ أَنتُمُ الْفُقَرَاءُ إِلَى </w:t>
      </w:r>
      <w:r w:rsidRPr="00423904">
        <w:rPr>
          <w:rStyle w:val="libAieChar"/>
          <w:rtl/>
        </w:rPr>
        <w:br/>
        <w:t>اللَّهِ وَاللَّهُ هُوَ الْغَنِيُّ الْحَمِيدُ</w:t>
      </w:r>
      <w:r>
        <w:rPr>
          <w:rtl/>
        </w:rPr>
        <w:t xml:space="preserve">» وممّا يقطع به، ان الله سبحانه لا تضرّه معصية مَنْ عصاه، </w:t>
      </w:r>
      <w:r w:rsidR="00143F79">
        <w:rPr>
          <w:rtl/>
        </w:rPr>
        <w:t xml:space="preserve"> </w:t>
      </w:r>
      <w:r>
        <w:rPr>
          <w:rtl/>
        </w:rPr>
        <w:t>ولا تنفعهُ طاعةُ مَنْ أطاعه.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نعم الإنسان باعتبار كونه عبداً لله سبحانه ينبغي أن يكون في طاعة مولاه </w:t>
      </w:r>
      <w:r w:rsidR="00143F79">
        <w:rPr>
          <w:rtl/>
        </w:rPr>
        <w:t xml:space="preserve"> </w:t>
      </w:r>
      <w:r>
        <w:rPr>
          <w:rtl/>
        </w:rPr>
        <w:t xml:space="preserve">وخدمته، وعبادة الله سبحانه هي خدمة الله في أرضه، وبهذه العبادة يتكامل الإنسان </w:t>
      </w:r>
      <w:r w:rsidR="00143F79">
        <w:rPr>
          <w:rtl/>
        </w:rPr>
        <w:t xml:space="preserve"> </w:t>
      </w:r>
      <w:r>
        <w:rPr>
          <w:rtl/>
        </w:rPr>
        <w:t xml:space="preserve">ويسمو ويقرب من الله تعالى (القرب المعنوي وليس المادي فتنبّه) ومن هنا صار </w:t>
      </w:r>
      <w:r w:rsidR="00143F79">
        <w:rPr>
          <w:rtl/>
        </w:rPr>
        <w:t xml:space="preserve"> </w:t>
      </w:r>
      <w:r>
        <w:rPr>
          <w:rtl/>
        </w:rPr>
        <w:t xml:space="preserve">محمداً وأهل بيته هم أقرب الخلق إلى الله سبحانه وتعالى لأنّهم أعبدُ الخلق لله عز </w:t>
      </w:r>
      <w:r w:rsidR="00143F79">
        <w:rPr>
          <w:rtl/>
        </w:rPr>
        <w:t xml:space="preserve"> </w:t>
      </w:r>
      <w:r>
        <w:rPr>
          <w:rtl/>
        </w:rPr>
        <w:t xml:space="preserve">وجل. ومنهم الامام السابع الصابر والعبد الصالح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ونذكر الآن </w:t>
      </w:r>
      <w:r w:rsidR="00143F79">
        <w:rPr>
          <w:rtl/>
        </w:rPr>
        <w:t xml:space="preserve"> </w:t>
      </w:r>
      <w:r>
        <w:rPr>
          <w:rtl/>
        </w:rPr>
        <w:t>نموذجاً من عبادته كما نقلها لنا أرباب السير والتأريخ: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1 ـ خوفه من الله سبحانه: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يبكي من خوف الله كثيراً حتى تجري دموعه </w:t>
      </w:r>
      <w:r w:rsidR="00143F79">
        <w:rPr>
          <w:rtl/>
        </w:rPr>
        <w:t xml:space="preserve"> </w:t>
      </w:r>
      <w:r>
        <w:rPr>
          <w:rtl/>
        </w:rPr>
        <w:t>على لحيته، نعم قال تعالى: «</w:t>
      </w:r>
      <w:r w:rsidRPr="00423904">
        <w:rPr>
          <w:rStyle w:val="libAieChar"/>
          <w:rtl/>
        </w:rPr>
        <w:t>إِنَّمَا يَخْشَى اللَّهَ مِنْ عِبَادِهِ الْعُلَمَاءُ</w:t>
      </w:r>
      <w:r>
        <w:rPr>
          <w:rtl/>
        </w:rPr>
        <w:t>».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2 ـ سجوده: من المعلوم أن أقرب ما يكون العبد الى الله وهو ساجد باك وكان </w:t>
      </w:r>
      <w:r w:rsidR="00143F79">
        <w:rPr>
          <w:rtl/>
        </w:rPr>
        <w:t xml:space="preserve"> </w:t>
      </w:r>
      <w:r>
        <w:rPr>
          <w:rtl/>
        </w:rPr>
        <w:t xml:space="preserve">الإمام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كثير السجود لله تعالى وكان كثير ما يقول في سجوده </w:t>
      </w:r>
      <w:r w:rsidR="00143F79">
        <w:rPr>
          <w:rtl/>
        </w:rPr>
        <w:t xml:space="preserve"> </w:t>
      </w:r>
      <w:r>
        <w:rPr>
          <w:rtl/>
        </w:rPr>
        <w:t xml:space="preserve">«اللهمَّ إنّي اسألك الراحة عند الموت والعفو عن الحساب» وكذلك كان يُسمع منه </w:t>
      </w:r>
      <w:r w:rsidR="00143F79">
        <w:rPr>
          <w:rtl/>
        </w:rPr>
        <w:t xml:space="preserve"> </w:t>
      </w:r>
      <w:r>
        <w:rPr>
          <w:rtl/>
        </w:rPr>
        <w:t xml:space="preserve">في سجوده «عظم الذنبُ من عبدك فليحسن العفو من عندك» وروي أنه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دخل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ذات ليلة مسجد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فسجد سجدة في أوّل الليل وسمع وهو يقول في </w:t>
      </w:r>
      <w:r w:rsidR="00143F79">
        <w:rPr>
          <w:rtl/>
        </w:rPr>
        <w:t xml:space="preserve"> </w:t>
      </w:r>
      <w:r>
        <w:rPr>
          <w:rtl/>
        </w:rPr>
        <w:t xml:space="preserve">سجوده «عظم الذنبُ من عبدك فليحسن العفو من عندك يا أهل التقوى ويا أهل </w:t>
      </w:r>
      <w:r w:rsidR="00143F79">
        <w:rPr>
          <w:rtl/>
        </w:rPr>
        <w:t xml:space="preserve"> </w:t>
      </w:r>
      <w:r>
        <w:rPr>
          <w:rtl/>
        </w:rPr>
        <w:t>المغفرة» فجعل يردّدها حتى أصبح.</w:t>
      </w:r>
    </w:p>
    <w:p w:rsidR="008F239C" w:rsidRPr="005D798D" w:rsidRDefault="008F239C" w:rsidP="008F239C">
      <w:pPr>
        <w:pStyle w:val="Heading2"/>
        <w:rPr>
          <w:rtl/>
        </w:rPr>
      </w:pPr>
      <w:bookmarkStart w:id="25" w:name="_Toc57828329"/>
      <w:r w:rsidRPr="005D798D">
        <w:rPr>
          <w:rtl/>
        </w:rPr>
        <w:t>الفضل بن الربيع يتحدَّث عن سجوده</w:t>
      </w:r>
      <w:bookmarkEnd w:id="2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روى الشيخ الصدوق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عن عبدالله القروي أنّه قال: دخلتُ على الفضل بن </w:t>
      </w:r>
      <w:r w:rsidR="00143F79">
        <w:rPr>
          <w:rtl/>
        </w:rPr>
        <w:t xml:space="preserve"> </w:t>
      </w:r>
      <w:r>
        <w:rPr>
          <w:rtl/>
        </w:rPr>
        <w:t xml:space="preserve">الربيع وهو جالس على سطح فقال لي: ادن، فدنوت حتى حاذيته ثم قال أشرف </w:t>
      </w:r>
      <w:r w:rsidR="00143F79">
        <w:rPr>
          <w:rtl/>
        </w:rPr>
        <w:t xml:space="preserve"> </w:t>
      </w:r>
      <w:r>
        <w:rPr>
          <w:rtl/>
        </w:rPr>
        <w:t xml:space="preserve">على البيت في الدار فأشرفت، فقال ما ترى في البيت؟ قلت ثوباً مطروحاً، فقال: </w:t>
      </w:r>
      <w:r w:rsidR="00143F79">
        <w:rPr>
          <w:rtl/>
        </w:rPr>
        <w:t xml:space="preserve"> </w:t>
      </w:r>
      <w:r>
        <w:rPr>
          <w:rtl/>
        </w:rPr>
        <w:t xml:space="preserve">انظر حَسَناً فتأمّلتُ ونظرتُ فتيقنت، فقلتُ رجلاً ساجداً، فقال لي، تعرفه؟ قلت: لا، </w:t>
      </w:r>
      <w:r w:rsidR="00143F79">
        <w:rPr>
          <w:rtl/>
        </w:rPr>
        <w:t xml:space="preserve"> </w:t>
      </w:r>
      <w:r>
        <w:rPr>
          <w:rtl/>
        </w:rPr>
        <w:t xml:space="preserve">قال هذا مولاك، قلتُ ومَنْ مولاي؟ فقال: تتجاهل عليّ؟ فقلتُ: ما أتجاهل ولكنّي </w:t>
      </w:r>
      <w:r w:rsidR="00143F79">
        <w:rPr>
          <w:rtl/>
        </w:rPr>
        <w:t xml:space="preserve"> </w:t>
      </w:r>
      <w:r>
        <w:rPr>
          <w:rtl/>
        </w:rPr>
        <w:t xml:space="preserve">لا أعرف لي مولى فقال هذا أبو الحسن موسى بن جعفر؟ انّي أتفقّده الليل والنهار </w:t>
      </w:r>
      <w:r w:rsidR="00143F79">
        <w:rPr>
          <w:rtl/>
        </w:rPr>
        <w:t xml:space="preserve"> </w:t>
      </w:r>
      <w:r>
        <w:rPr>
          <w:rtl/>
        </w:rPr>
        <w:t xml:space="preserve">فلم أجده في وقت من الأوقات إلّا على الحال التي أخبرك بها. إنّه يُصلّي الفجر </w:t>
      </w:r>
      <w:r w:rsidR="00143F79">
        <w:rPr>
          <w:rtl/>
        </w:rPr>
        <w:t xml:space="preserve"> </w:t>
      </w:r>
      <w:r>
        <w:rPr>
          <w:rtl/>
        </w:rPr>
        <w:t xml:space="preserve">فيعقّب ساعة في دبر صلاته إلى أن تطلع الشمس ثم يسجد سجدة فلا يزال ساجداً </w:t>
      </w:r>
      <w:r w:rsidR="00143F79">
        <w:rPr>
          <w:rtl/>
        </w:rPr>
        <w:t xml:space="preserve"> </w:t>
      </w:r>
      <w:r>
        <w:rPr>
          <w:rtl/>
        </w:rPr>
        <w:t xml:space="preserve">حتى تزول الشمس، وقد وكّل من يترصّد له الزوال فلست أدري متى يقول الغلام: </w:t>
      </w:r>
      <w:r w:rsidR="00143F79">
        <w:rPr>
          <w:rtl/>
        </w:rPr>
        <w:t xml:space="preserve"> </w:t>
      </w:r>
      <w:r>
        <w:rPr>
          <w:rtl/>
        </w:rPr>
        <w:t xml:space="preserve">قد زالت الشمس، إذ يثب فيبتدئ بالصلاة من غير أن يُجدّد وضوءاً فاعلم أنّه لم </w:t>
      </w:r>
      <w:r w:rsidR="00143F79">
        <w:rPr>
          <w:rtl/>
        </w:rPr>
        <w:t xml:space="preserve"> </w:t>
      </w:r>
      <w:r>
        <w:rPr>
          <w:rtl/>
        </w:rPr>
        <w:t xml:space="preserve">ينم في سجوده ولا أغفى فلا يزال كذلك إلى أن يفرغ من صلاة العصر، فاذا صلّى </w:t>
      </w:r>
      <w:r w:rsidR="00143F79">
        <w:rPr>
          <w:rtl/>
        </w:rPr>
        <w:t xml:space="preserve"> </w:t>
      </w:r>
      <w:r>
        <w:rPr>
          <w:rtl/>
        </w:rPr>
        <w:t xml:space="preserve">العصر سجد سجدة فلا يزال ساجداً إلى أن تغيب الشمس فاذا غابت الشمس وثب </w:t>
      </w:r>
      <w:r w:rsidR="00143F79">
        <w:rPr>
          <w:rtl/>
        </w:rPr>
        <w:t xml:space="preserve"> </w:t>
      </w:r>
      <w:r>
        <w:rPr>
          <w:rtl/>
        </w:rPr>
        <w:t xml:space="preserve">من سجدته فصلّى المغرب من غير أن يحدث حدثاً ولا يزال في صلاته وتعقيبه </w:t>
      </w:r>
      <w:r w:rsidR="00143F79">
        <w:rPr>
          <w:rtl/>
        </w:rPr>
        <w:t xml:space="preserve"> </w:t>
      </w:r>
      <w:r>
        <w:rPr>
          <w:rtl/>
        </w:rPr>
        <w:t xml:space="preserve">إلى أن يُصلّي العتمة، فاذا صلّى العتمة أفطر على شويّ يؤتى به ثم يُجدّد الوضوء </w:t>
      </w:r>
      <w:r w:rsidR="00143F79">
        <w:rPr>
          <w:rtl/>
        </w:rPr>
        <w:t xml:space="preserve"> </w:t>
      </w:r>
      <w:r>
        <w:rPr>
          <w:rtl/>
        </w:rPr>
        <w:t xml:space="preserve">ثم يسجد ثم يرفع رأسه فينام نومة خفيفة ثم يقوم فيجدّد الوضوء، ثم يقوم فلا </w:t>
      </w:r>
      <w:r w:rsidR="00143F79">
        <w:rPr>
          <w:rtl/>
        </w:rPr>
        <w:t xml:space="preserve"> </w:t>
      </w:r>
      <w:r>
        <w:rPr>
          <w:rtl/>
        </w:rPr>
        <w:t xml:space="preserve">يزال يُصلّي في جوف الليل حتى يطلع الفجر فلست أدري متى يقول الغلام: ان </w:t>
      </w:r>
      <w:r w:rsidR="00143F79">
        <w:rPr>
          <w:rtl/>
        </w:rPr>
        <w:t xml:space="preserve"> </w:t>
      </w:r>
      <w:r>
        <w:rPr>
          <w:rtl/>
        </w:rPr>
        <w:t xml:space="preserve">الفجر قد طلع. إذ قد وثب هو لصلاة الفجر فهذا رأيُهُ منذ حوّل إليّ، فقلت: اتق الله </w:t>
      </w:r>
      <w:r w:rsidR="00143F79">
        <w:rPr>
          <w:rtl/>
        </w:rPr>
        <w:t xml:space="preserve"> </w:t>
      </w:r>
      <w:r>
        <w:rPr>
          <w:rtl/>
        </w:rPr>
        <w:t>ولا تحدثنّ في أمره حدثاً يكون معه زوال النعمة...</w:t>
      </w:r>
      <w:r w:rsidRPr="006148E4">
        <w:rPr>
          <w:rtl/>
        </w:rPr>
        <w:t>(1)</w:t>
      </w:r>
      <w:r>
        <w:rPr>
          <w:rtl/>
        </w:rPr>
        <w:t>.</w:t>
      </w:r>
    </w:p>
    <w:p w:rsidR="008F239C" w:rsidRPr="005F5F7B" w:rsidRDefault="008F239C" w:rsidP="0094659A">
      <w:pPr>
        <w:pStyle w:val="libLine"/>
        <w:rPr>
          <w:rtl/>
        </w:rPr>
      </w:pPr>
      <w:r w:rsidRPr="005F5F7B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منتهى الآمال للقمي ص 293.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3 ـ تلاوته للقرآن: وكان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أحفظهم لكتاب الله وأحسنهم صوتاً بالقرآن وإذا </w:t>
      </w:r>
      <w:r w:rsidR="00143F79">
        <w:rPr>
          <w:rtl/>
        </w:rPr>
        <w:t xml:space="preserve"> </w:t>
      </w:r>
      <w:r>
        <w:rPr>
          <w:rtl/>
        </w:rPr>
        <w:t xml:space="preserve">قرأ يحزن ويبكي ويبكي السامعون لتلاوته، وكانت قراءته حزناً فاذا قرأ فكأنّه </w:t>
      </w:r>
      <w:r w:rsidR="00143F79">
        <w:rPr>
          <w:rtl/>
        </w:rPr>
        <w:t xml:space="preserve"> </w:t>
      </w:r>
      <w:r>
        <w:rPr>
          <w:rtl/>
        </w:rPr>
        <w:t>يخاطب إنساناً.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4 ـ استغفاره وأدعيته: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يستغفر في كل يوم خمسة آلاف مرّة والناس </w:t>
      </w:r>
      <w:r w:rsidR="00143F79">
        <w:rPr>
          <w:rtl/>
        </w:rPr>
        <w:t xml:space="preserve"> </w:t>
      </w:r>
      <w:r>
        <w:rPr>
          <w:rtl/>
        </w:rPr>
        <w:t xml:space="preserve">يسمونه زين المجتهدين. روى الشيخ الصدوق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عن ما جيلويه عن علي بن </w:t>
      </w:r>
      <w:r w:rsidR="00143F79">
        <w:rPr>
          <w:rtl/>
        </w:rPr>
        <w:t xml:space="preserve"> </w:t>
      </w:r>
      <w:r>
        <w:rPr>
          <w:rtl/>
        </w:rPr>
        <w:t xml:space="preserve">ابراهيم عن أبيه انّه قال: سمعت رجلاً من أصحابنا يقول: لما حبس الرشيد موسى </w:t>
      </w:r>
      <w:r w:rsidR="00143F79">
        <w:rPr>
          <w:rtl/>
        </w:rPr>
        <w:t xml:space="preserve"> </w:t>
      </w:r>
      <w:r>
        <w:rPr>
          <w:rtl/>
        </w:rPr>
        <w:t xml:space="preserve">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جنّ عليه الليل فخاف ناحية هارون أن يقتله فجدّد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طهوره </w:t>
      </w:r>
      <w:r w:rsidR="00143F79">
        <w:rPr>
          <w:rtl/>
        </w:rPr>
        <w:t xml:space="preserve"> </w:t>
      </w:r>
      <w:r>
        <w:rPr>
          <w:rtl/>
        </w:rPr>
        <w:t xml:space="preserve">واستقبل بوجهه القبله وصلّى الله عزَّ وجل أربع ركعات ثم دعا بهذه الدعوات </w:t>
      </w:r>
      <w:r w:rsidR="00143F79">
        <w:rPr>
          <w:rtl/>
        </w:rPr>
        <w:t xml:space="preserve"> </w:t>
      </w:r>
      <w:r>
        <w:rPr>
          <w:rtl/>
        </w:rPr>
        <w:t xml:space="preserve">فقال: «يا سيّدي نجّني من حبس هارون وخلّصني من يده، يا مخلّص الشجر من </w:t>
      </w:r>
      <w:r w:rsidR="00143F79">
        <w:rPr>
          <w:rtl/>
        </w:rPr>
        <w:t xml:space="preserve"> </w:t>
      </w:r>
      <w:r>
        <w:rPr>
          <w:rtl/>
        </w:rPr>
        <w:t xml:space="preserve">بين رملٍ وطين، يا مخلص اللبن من بين فرث ودم، ويا مخلص الولد من بين </w:t>
      </w:r>
      <w:r w:rsidR="00143F79">
        <w:rPr>
          <w:rtl/>
        </w:rPr>
        <w:t xml:space="preserve"> </w:t>
      </w:r>
      <w:r>
        <w:rPr>
          <w:rtl/>
        </w:rPr>
        <w:t xml:space="preserve">مشيمة ورحم، ويا مخلّص النار من بين الحديد والحجر، ويا مخلّص الروح من بين </w:t>
      </w:r>
      <w:r w:rsidR="00143F79">
        <w:rPr>
          <w:rtl/>
        </w:rPr>
        <w:t xml:space="preserve"> </w:t>
      </w:r>
      <w:r>
        <w:rPr>
          <w:rtl/>
        </w:rPr>
        <w:t xml:space="preserve">الأحشاء والأمعاء، خلّصني من يدي هارون». قال: فلمّا دعا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بهذه </w:t>
      </w:r>
      <w:r w:rsidR="00143F79">
        <w:rPr>
          <w:rtl/>
        </w:rPr>
        <w:t xml:space="preserve"> </w:t>
      </w:r>
      <w:r>
        <w:rPr>
          <w:rtl/>
        </w:rPr>
        <w:t xml:space="preserve">الدعوات أتى هارون رجل أسود في منامه وبيده سيف قد سلّه، فوقف على رأس </w:t>
      </w:r>
      <w:r w:rsidR="00143F79">
        <w:rPr>
          <w:rtl/>
        </w:rPr>
        <w:t xml:space="preserve"> </w:t>
      </w:r>
      <w:r>
        <w:rPr>
          <w:rtl/>
        </w:rPr>
        <w:t xml:space="preserve">هارون وهو يقول: يا هارون أطلق عن موسى بن جعفر وإلّا ضربت علاوتك بسيفي </w:t>
      </w:r>
      <w:r w:rsidR="00143F79">
        <w:rPr>
          <w:rtl/>
        </w:rPr>
        <w:t xml:space="preserve"> </w:t>
      </w:r>
      <w:r>
        <w:rPr>
          <w:rtl/>
        </w:rPr>
        <w:t xml:space="preserve">هذا، فخاف هارون من هيبته ثم دعا الحاجب فجاء الحاجب، فقال له: إذهب إلى </w:t>
      </w:r>
      <w:r w:rsidR="00143F79">
        <w:rPr>
          <w:rtl/>
        </w:rPr>
        <w:t xml:space="preserve"> </w:t>
      </w:r>
      <w:r>
        <w:rPr>
          <w:rtl/>
        </w:rPr>
        <w:t xml:space="preserve">السجن فأطلق عن موسى بن جعفر. قال: فخرج الحاجب فقرع باب السجن فأجابه </w:t>
      </w:r>
      <w:r w:rsidR="00143F79">
        <w:rPr>
          <w:rtl/>
        </w:rPr>
        <w:t xml:space="preserve"> </w:t>
      </w:r>
      <w:r>
        <w:rPr>
          <w:rtl/>
        </w:rPr>
        <w:t xml:space="preserve">صاحب السجن، فقال: من ذا؟ قال: إنّ الخليفة يدعو موسى بن جعفر فأخرجه من </w:t>
      </w:r>
      <w:r w:rsidR="00143F79">
        <w:rPr>
          <w:rtl/>
        </w:rPr>
        <w:t xml:space="preserve"> </w:t>
      </w:r>
      <w:r>
        <w:rPr>
          <w:rtl/>
        </w:rPr>
        <w:t xml:space="preserve">سجنك وأطلق عنه، فصاح السجّان: يا موسى أن الخليفة يدعوك، فقام الموسى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وهو يقول لا يدعوني في جوف الليل إلّا لشرّ يريد بي، فقام باكياً حزيناً مغموماً </w:t>
      </w:r>
      <w:r w:rsidR="00143F79">
        <w:rPr>
          <w:rtl/>
        </w:rPr>
        <w:t xml:space="preserve"> </w:t>
      </w:r>
      <w:r>
        <w:rPr>
          <w:rtl/>
        </w:rPr>
        <w:t xml:space="preserve">آيساً من حياته فجاء إلى هارون... فقال: سلام على هارون، فردّ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ثم قال له </w:t>
      </w:r>
      <w:r w:rsidR="00143F79">
        <w:rPr>
          <w:rtl/>
        </w:rPr>
        <w:t xml:space="preserve"> </w:t>
      </w:r>
      <w:r>
        <w:rPr>
          <w:rtl/>
        </w:rPr>
        <w:t xml:space="preserve">هارون: ناشدتك بالله هل دعوتَ في جوف هذه الليلة بدعوات؟ فقال نعم، قال وما </w:t>
      </w:r>
      <w:r w:rsidR="00143F79">
        <w:rPr>
          <w:rtl/>
        </w:rPr>
        <w:t xml:space="preserve"> </w:t>
      </w:r>
      <w:r>
        <w:rPr>
          <w:rtl/>
        </w:rPr>
        <w:t xml:space="preserve">هنّ؟ فقال: جدّدت طهوراً وصلّيت لله عزّ وجلّ أربع ركعات ورفعت طرفي إلى </w:t>
      </w:r>
      <w:r w:rsidR="00143F79">
        <w:rPr>
          <w:rtl/>
        </w:rPr>
        <w:t xml:space="preserve"> </w:t>
      </w:r>
      <w:r>
        <w:rPr>
          <w:rtl/>
        </w:rPr>
        <w:t xml:space="preserve">السماء وقلت يا سيّدي «خلصني من يد هارون وشرّه» وذكر له من دعائه، فقال </w:t>
      </w:r>
      <w:r w:rsidR="00143F79">
        <w:rPr>
          <w:rtl/>
        </w:rPr>
        <w:t xml:space="preserve"> </w:t>
      </w:r>
      <w:r>
        <w:rPr>
          <w:rtl/>
        </w:rPr>
        <w:t xml:space="preserve">هارون: قد استجاب الله دعوتك يا حاجب أطلق عن هذا، ثم دعا بخلع فخلع عليه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ثلاثاً وحمله على فرسه وأكرمهُ وصيّره نديماً لنفسه، ثم قال: هات الكلمات، فعلّمه، </w:t>
      </w:r>
      <w:r w:rsidR="00143F79">
        <w:rPr>
          <w:rtl/>
        </w:rPr>
        <w:t xml:space="preserve"> </w:t>
      </w:r>
      <w:r>
        <w:rPr>
          <w:rtl/>
        </w:rPr>
        <w:t xml:space="preserve">فأطلق عنه وسلّمه إلى الحاجب ليسلّمه إلى الدار ويكون معه، فصار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كريماً شريفاً عند هارون، وكان يدخل عليه في كلّ خميس إلى أن </w:t>
      </w:r>
      <w:r w:rsidR="00143F79">
        <w:rPr>
          <w:rtl/>
        </w:rPr>
        <w:t xml:space="preserve"> </w:t>
      </w:r>
      <w:r>
        <w:rPr>
          <w:rtl/>
        </w:rPr>
        <w:t>حبسه الثانية فلم يطلق عنه حتّى سلّمه إلى السندي بن شاهك وقتله بالسمّ.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مبلغ الإسلام أنَّ زعيمه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مات في سجن الرشيد سميماً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ملقىً على جسر الرصفاة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فيه الملائك أحدقوا تعظيماً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والد الدفنو برض طوس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اشذنبك گضيت اسنين محبوس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فوگ السجن والهظم والهم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اشذنبك يبحر الجود تنسم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حگ تجري ليك العين من دم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يبن النبي الهادي الأكرم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اعلى الجسر نعشك يا مشيّم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جابوا والمنادي تجدّم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ناده او ندا للدين هدّم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لاچن عگب هذا تخزّم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اسليمان والتشييع الك 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بعد الدفن نصبوا الماتم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 السبط بالطف تخذّم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جسمه ولا واحد اِله اهتم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حرگوا عگب عينه المخيّم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وابحزن زينب الله يعلم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 مثل يومكم بعرصة كربلا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 سالفات الدهر يوم شجون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A1155A" w:rsidRDefault="008F239C" w:rsidP="00423904">
      <w:pPr>
        <w:pStyle w:val="libNormal"/>
        <w:rPr>
          <w:rtl/>
        </w:rPr>
      </w:pPr>
      <w:r w:rsidRPr="00A1155A">
        <w:rPr>
          <w:rtl/>
        </w:rPr>
        <w:br w:type="page"/>
      </w:r>
    </w:p>
    <w:p w:rsidR="008F239C" w:rsidRPr="00A1155A" w:rsidRDefault="008F239C" w:rsidP="008F239C">
      <w:pPr>
        <w:pStyle w:val="Heading1"/>
        <w:rPr>
          <w:rtl/>
        </w:rPr>
      </w:pPr>
      <w:r>
        <w:rPr>
          <w:rtl/>
        </w:rPr>
        <w:lastRenderedPageBreak/>
        <w:br w:type="page"/>
      </w:r>
      <w:bookmarkStart w:id="26" w:name="_Toc57828330"/>
      <w:r w:rsidRPr="00A1155A">
        <w:rPr>
          <w:rtl/>
        </w:rPr>
        <w:lastRenderedPageBreak/>
        <w:t>المجلس الخامس</w:t>
      </w:r>
      <w:bookmarkEnd w:id="26"/>
    </w:p>
    <w:p w:rsidR="008F239C" w:rsidRPr="00A1155A" w:rsidRDefault="008F239C" w:rsidP="008F239C">
      <w:pPr>
        <w:pStyle w:val="Heading2"/>
        <w:rPr>
          <w:rtl/>
        </w:rPr>
      </w:pPr>
      <w:bookmarkStart w:id="27" w:name="_Toc57828331"/>
      <w:r w:rsidRPr="00A1155A">
        <w:rPr>
          <w:rtl/>
        </w:rPr>
        <w:t xml:space="preserve">الموضوع: علم الإمام موسى بن جعفر </w:t>
      </w:r>
      <w:r w:rsidRPr="00423904">
        <w:rPr>
          <w:rStyle w:val="libAlaemChar"/>
          <w:rtl/>
        </w:rPr>
        <w:t>عليه‌السلام</w:t>
      </w:r>
      <w:bookmarkEnd w:id="2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كمثل كظوم الغيظ موسى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أبي الحسن المسموم مستودع السر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فكم انست منه السجون بمعبدٍ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بأنواره يمسي كما هالة البدر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وما زال منها في السجون رهينة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يعالج فيها لاعج البؤس والضر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تقاذفه أيدي الطغاة عداوة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بسجن إلى سجن ومصر إلى مصر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فطوراً ببغداد وطوراً ببصرة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بقيد ثقيل موهن قوة العمر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قضى وهو مسموم فأيُّ موحد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ثوى بمحياه الورى شمة البشر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فلهفي على باب الحوائج قد بقي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برغم العُلى ملقىً ثلاثاً على الجسر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الف وسفه من بعد سجنه الشدّيد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طَلِعوا وابرجله وايديه الحديد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مدري هارون الرّجس منّه اشيريد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طلّعه امن السّجن من دون احترام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عالجسر خلّاه والمنادي يصيح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إمام الرافضة اجنازه طريح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صدگ ما مش بالبلد مخلص صحيح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اِيصيح يا وسفه او عليه يلطم الهام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اربع حماميل بس الشالته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بعض لحديدهَ او بعض لجنازته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اشچان ذنبه ابن النبي و ...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فريته خلو علاجسر ركن الاسلام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A1155A" w:rsidRDefault="008F239C" w:rsidP="00423904">
      <w:pPr>
        <w:pStyle w:val="libNormal"/>
        <w:rPr>
          <w:rtl/>
        </w:rPr>
      </w:pPr>
      <w:r w:rsidRPr="00A1155A">
        <w:rPr>
          <w:rtl/>
        </w:rP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چف الدهر ريته اليوم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جرح گلبي ولا أظن بعد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نعش موسى على احماميل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يظل فوگ الجسر ثاوي رميه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A1155A" w:rsidRDefault="008F239C" w:rsidP="0094659A">
      <w:pPr>
        <w:pStyle w:val="libCenterBold2"/>
        <w:rPr>
          <w:rtl/>
        </w:rPr>
      </w:pPr>
      <w:r w:rsidRPr="00A1155A">
        <w:t>*</w:t>
      </w:r>
      <w:r w:rsidRPr="00A1155A">
        <w:rPr>
          <w:rtl/>
        </w:rPr>
        <w:t xml:space="preserve"> </w:t>
      </w:r>
      <w:r w:rsidRPr="00A1155A">
        <w:rPr>
          <w:rtl/>
        </w:rPr>
        <w:tab/>
        <w:t xml:space="preserve"> </w:t>
      </w:r>
      <w:r w:rsidRPr="00A1155A">
        <w:t>*</w:t>
      </w:r>
      <w:r w:rsidRPr="00A1155A">
        <w:rPr>
          <w:rtl/>
        </w:rPr>
        <w:t xml:space="preserve"> </w:t>
      </w:r>
      <w:r w:rsidRPr="00A1155A">
        <w:rPr>
          <w:rtl/>
        </w:rPr>
        <w:tab/>
        <w:t xml:space="preserve"> </w:t>
      </w:r>
      <w:r w:rsidRPr="00A1155A"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وضعوا على جسر الرصافة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وعليه نادى بالهوان منادي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الإمام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لعيسى الشلقاني: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«إن ابني هذا (موسى بن جعفر) لو سألته عمّا بين دفتي المصحف لأجابك فيه </w:t>
      </w:r>
      <w:r w:rsidR="00143F79">
        <w:rPr>
          <w:rtl/>
        </w:rPr>
        <w:t xml:space="preserve"> </w:t>
      </w:r>
      <w:r>
        <w:rPr>
          <w:rtl/>
        </w:rPr>
        <w:t>بعلم...»</w:t>
      </w:r>
    </w:p>
    <w:p w:rsidR="008F239C" w:rsidRPr="00A1155A" w:rsidRDefault="008F239C" w:rsidP="008F239C">
      <w:pPr>
        <w:pStyle w:val="Heading2"/>
        <w:rPr>
          <w:rtl/>
        </w:rPr>
      </w:pPr>
      <w:bookmarkStart w:id="28" w:name="_Toc57828332"/>
      <w:r w:rsidRPr="00A1155A">
        <w:rPr>
          <w:rtl/>
        </w:rPr>
        <w:t>المقدمة:</w:t>
      </w:r>
      <w:bookmarkEnd w:id="2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ان من الواضحات والمسلّمات الله عزَّ وجلَّ يؤتي العلم والحكمة لأنبياءه </w:t>
      </w:r>
      <w:r w:rsidR="00143F79">
        <w:rPr>
          <w:rtl/>
        </w:rPr>
        <w:t xml:space="preserve"> </w:t>
      </w:r>
      <w:r>
        <w:rPr>
          <w:rtl/>
        </w:rPr>
        <w:t xml:space="preserve">وأولياءه وهم صغار، فهذا عيسى بن مريم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أتاه الله الكتاب وهو في المهد قال </w:t>
      </w:r>
      <w:r w:rsidR="00143F79">
        <w:rPr>
          <w:rtl/>
        </w:rPr>
        <w:t xml:space="preserve"> </w:t>
      </w:r>
      <w:r>
        <w:rPr>
          <w:rtl/>
        </w:rPr>
        <w:t>تعالى: «</w:t>
      </w:r>
      <w:r w:rsidRPr="00423904">
        <w:rPr>
          <w:rStyle w:val="libAieChar"/>
          <w:rtl/>
        </w:rPr>
        <w:t>قَالَ إِنِّي عَبْدُ اللَّهِ آتَانِيَ الْكِتَابَ وَجَعَلَنِي نَبِيًّا...</w:t>
      </w:r>
      <w:r>
        <w:rPr>
          <w:rtl/>
        </w:rPr>
        <w:t xml:space="preserve">» فقال حاكياً عن يحيى </w:t>
      </w:r>
      <w:r w:rsidR="00143F79">
        <w:rPr>
          <w:rtl/>
        </w:rPr>
        <w:t xml:space="preserve"> </w:t>
      </w:r>
      <w:r>
        <w:rPr>
          <w:rtl/>
        </w:rPr>
        <w:t>«</w:t>
      </w:r>
      <w:r w:rsidRPr="00423904">
        <w:rPr>
          <w:rStyle w:val="libAieChar"/>
          <w:rtl/>
        </w:rPr>
        <w:t>وَآتَيْنَاهُ الْحُكْمَ صَبِيًّا</w:t>
      </w:r>
      <w:r>
        <w:rPr>
          <w:rtl/>
        </w:rPr>
        <w:t xml:space="preserve">» وهكذا بالنسبة للأئمة المعصومين الذين جعلهم الله خلفاء </w:t>
      </w:r>
      <w:r w:rsidR="00143F79">
        <w:rPr>
          <w:rtl/>
        </w:rPr>
        <w:t xml:space="preserve"> </w:t>
      </w:r>
      <w:r>
        <w:rPr>
          <w:rtl/>
        </w:rPr>
        <w:t xml:space="preserve">في أرضه وحججاً على بريّته وهم الذين خلّفهم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في هذه الأمة وهم عدل </w:t>
      </w:r>
      <w:r w:rsidR="00143F79">
        <w:rPr>
          <w:rtl/>
        </w:rPr>
        <w:t xml:space="preserve"> </w:t>
      </w:r>
      <w:r>
        <w:rPr>
          <w:rtl/>
        </w:rPr>
        <w:t xml:space="preserve">الكتاب قال «إني تاركٌ فيكم الثقلين كتاب الله وعترتي أهل بيتي ما إنْ تمسكتم </w:t>
      </w:r>
      <w:r w:rsidR="00143F79">
        <w:rPr>
          <w:rtl/>
        </w:rPr>
        <w:t xml:space="preserve"> </w:t>
      </w:r>
      <w:r>
        <w:rPr>
          <w:rtl/>
        </w:rPr>
        <w:t>بهما لن تضلّوا بعدي أبداً وإنهما لن يفترقا حتى يردا عليَّ الحوض».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ومن هنا قال الإمام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لعيسى ان ابني هذا لو سألته عمّا بين دفتي </w:t>
      </w:r>
      <w:r w:rsidR="00143F79">
        <w:rPr>
          <w:rtl/>
        </w:rPr>
        <w:t xml:space="preserve"> </w:t>
      </w:r>
      <w:r>
        <w:rPr>
          <w:rtl/>
        </w:rPr>
        <w:t xml:space="preserve">المصحف لأجابك فيه بعلم، لان الإمام عنده علم الكتاب، والكتاب هو تبيان لكل </w:t>
      </w:r>
      <w:r w:rsidR="00143F79">
        <w:rPr>
          <w:rtl/>
        </w:rPr>
        <w:t xml:space="preserve"> </w:t>
      </w:r>
      <w:r>
        <w:rPr>
          <w:rtl/>
        </w:rPr>
        <w:t xml:space="preserve">شيء. ولأنقل لكم كيفية إصدار الإمام لهذه الكلمة في حقِّ ولده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[كان </w:t>
      </w:r>
      <w:r w:rsidR="00143F79">
        <w:rPr>
          <w:rtl/>
        </w:rPr>
        <w:t xml:space="preserve"> </w:t>
      </w:r>
      <w:r>
        <w:rPr>
          <w:rtl/>
        </w:rPr>
        <w:t xml:space="preserve">أحدُ المنحرفين المعروف بأبي الخطاب (وهو محمد بن مقلاص الأسدي)] وكان </w:t>
      </w:r>
      <w:r w:rsidR="00143F79">
        <w:rPr>
          <w:rtl/>
        </w:rPr>
        <w:t xml:space="preserve"> </w:t>
      </w:r>
      <w:r>
        <w:rPr>
          <w:rtl/>
        </w:rPr>
        <w:t xml:space="preserve">من البدع التي ابتدعها أن أصحابه كلما ثقل عليهم أداء فريضة أتوه وقالوا يا أبا </w:t>
      </w:r>
      <w:r w:rsidR="00143F79">
        <w:rPr>
          <w:rtl/>
        </w:rPr>
        <w:t xml:space="preserve"> </w:t>
      </w:r>
      <w:r>
        <w:rPr>
          <w:rtl/>
        </w:rPr>
        <w:t xml:space="preserve">الخطاب خفف علينا فيأمرهم بتركها حتى تركوا جميع الفرائض واستحلوا جميع </w:t>
      </w:r>
      <w:r w:rsidR="00143F79">
        <w:rPr>
          <w:rtl/>
        </w:rPr>
        <w:t xml:space="preserve"> </w:t>
      </w:r>
      <w:r>
        <w:rPr>
          <w:rtl/>
        </w:rPr>
        <w:t xml:space="preserve">المحارم وارتكبوا المحظورات وأباح لهم أن يشهد بعضهم لبعض بالزور، وقال من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عرف الإمام فقد حل له كل شيء كان حرم عليه»</w:t>
      </w:r>
      <w:r w:rsidRPr="006B2A57">
        <w:rPr>
          <w:rtl/>
        </w:rPr>
        <w:t>(1)</w:t>
      </w:r>
      <w:r>
        <w:rPr>
          <w:rtl/>
        </w:rPr>
        <w:t xml:space="preserve">. ولمّا بلغت بدعه والحاده </w:t>
      </w:r>
      <w:r w:rsidR="00143F79">
        <w:rPr>
          <w:rtl/>
        </w:rPr>
        <w:t xml:space="preserve"> </w:t>
      </w:r>
      <w:r>
        <w:rPr>
          <w:rtl/>
        </w:rPr>
        <w:t xml:space="preserve">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تبرأ منه، ولعنه على رؤوس الاشهاد لانه كان من أصحابه وأتباعه </w:t>
      </w:r>
      <w:r w:rsidR="00143F79">
        <w:rPr>
          <w:rtl/>
        </w:rPr>
        <w:t xml:space="preserve"> </w:t>
      </w:r>
      <w:r>
        <w:rPr>
          <w:rtl/>
        </w:rPr>
        <w:t xml:space="preserve">ثم ارتدَّ بعد ذلك، وقد هرع عيسى الشلقاني إلى الإمام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يسأله عن رأيه </w:t>
      </w:r>
      <w:r w:rsidR="00143F79">
        <w:rPr>
          <w:rtl/>
        </w:rPr>
        <w:t xml:space="preserve"> </w:t>
      </w:r>
      <w:r>
        <w:rPr>
          <w:rtl/>
        </w:rPr>
        <w:t xml:space="preserve">في هذا الملحد الخطير، فقال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«يا عيسى ما منعك أن تلقى ابني ـ </w:t>
      </w:r>
      <w:r w:rsidR="00143F79">
        <w:rPr>
          <w:rtl/>
        </w:rPr>
        <w:t xml:space="preserve"> </w:t>
      </w:r>
      <w:r>
        <w:rPr>
          <w:rtl/>
        </w:rPr>
        <w:t xml:space="preserve">يعني الامام موسى ـ فتسأله عن جميع ما تريد؟» فانعطف عيسى نحو الامام الكاظم </w:t>
      </w:r>
      <w:r w:rsidR="00143F79">
        <w:rPr>
          <w:rtl/>
        </w:rPr>
        <w:t xml:space="preserve"> </w:t>
      </w:r>
      <w:r>
        <w:rPr>
          <w:rtl/>
        </w:rPr>
        <w:t xml:space="preserve">وكان آنذاك صبياً في المكتب فلما رآه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انبرى إليه مجيباً قبل أن يسأله قائلا له: </w:t>
      </w:r>
      <w:r w:rsidR="00143F79">
        <w:rPr>
          <w:rtl/>
        </w:rPr>
        <w:t xml:space="preserve"> </w:t>
      </w:r>
      <w:r>
        <w:rPr>
          <w:rtl/>
        </w:rPr>
        <w:t xml:space="preserve">«يا عيسى، ان الله تبارك وتعالى أخذ ميثاق النبيين على النبوة فلم يتحولوا عنها أبداً، </w:t>
      </w:r>
      <w:r w:rsidR="00143F79">
        <w:rPr>
          <w:rtl/>
        </w:rPr>
        <w:t xml:space="preserve"> </w:t>
      </w:r>
      <w:r>
        <w:rPr>
          <w:rtl/>
        </w:rPr>
        <w:t xml:space="preserve">وأخذ ميثاق الوصين على الوصية فلم يتحولوا عنها أبداً، وأعار قوماً الايمان زماناً </w:t>
      </w:r>
      <w:r w:rsidR="00143F79">
        <w:rPr>
          <w:rtl/>
        </w:rPr>
        <w:t xml:space="preserve"> </w:t>
      </w:r>
      <w:r>
        <w:rPr>
          <w:rtl/>
        </w:rPr>
        <w:t>ثم سلبهم إياه، وإن أبا الخطاب ممن أعير الايمان ثم سلبه إياه...».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وأكبر عيسى جواب الإمام فقام إليه وضمَّه وقبّل ما بين عينيه وانطلق يقول: </w:t>
      </w:r>
      <w:r w:rsidR="00143F79">
        <w:rPr>
          <w:rtl/>
        </w:rPr>
        <w:t xml:space="preserve"> </w:t>
      </w:r>
      <w:r>
        <w:rPr>
          <w:rtl/>
        </w:rPr>
        <w:t xml:space="preserve">«بأبي أنت وأمي، ذرية بعضها من بعض والله سميعٌ عليم». ثم قفل راجعاً إلى الامام </w:t>
      </w:r>
      <w:r w:rsidR="00143F79">
        <w:rPr>
          <w:rtl/>
        </w:rPr>
        <w:t xml:space="preserve"> </w:t>
      </w:r>
      <w:r>
        <w:rPr>
          <w:rtl/>
        </w:rPr>
        <w:t xml:space="preserve">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فأخبره بالعجب الذي رآه من مواهب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فقال له أبو </w:t>
      </w:r>
      <w:r w:rsidR="00143F79">
        <w:rPr>
          <w:rtl/>
        </w:rPr>
        <w:t xml:space="preserve"> </w:t>
      </w:r>
      <w:r>
        <w:rPr>
          <w:rtl/>
        </w:rPr>
        <w:t xml:space="preserve">عبدالله: «يا عيسى، ان ابني هذا لو سألته عمّا بين دفتي المصحف لأجابك فيه </w:t>
      </w:r>
      <w:r w:rsidR="00143F79">
        <w:rPr>
          <w:rtl/>
        </w:rPr>
        <w:t xml:space="preserve"> </w:t>
      </w:r>
      <w:r>
        <w:rPr>
          <w:rtl/>
        </w:rPr>
        <w:t>بعلم...»</w:t>
      </w:r>
      <w:r w:rsidRPr="006B2A57">
        <w:rPr>
          <w:rtl/>
        </w:rPr>
        <w:t>(2)</w:t>
      </w:r>
      <w:r>
        <w:rPr>
          <w:rtl/>
        </w:rPr>
        <w:t>.</w:t>
      </w:r>
    </w:p>
    <w:p w:rsidR="008F239C" w:rsidRPr="002A64EB" w:rsidRDefault="008F239C" w:rsidP="008F239C">
      <w:pPr>
        <w:pStyle w:val="Heading2"/>
        <w:rPr>
          <w:rtl/>
        </w:rPr>
      </w:pPr>
      <w:bookmarkStart w:id="29" w:name="_Toc57828333"/>
      <w:r w:rsidRPr="002A64EB">
        <w:rPr>
          <w:rtl/>
        </w:rPr>
        <w:t>ذكاء مفرط</w:t>
      </w:r>
      <w:bookmarkEnd w:id="29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جاء الإمام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أبيه فأجلسه في حجره وكان معه لوح فقال له: يا بني </w:t>
      </w:r>
      <w:r w:rsidR="00143F79">
        <w:rPr>
          <w:rtl/>
        </w:rPr>
        <w:t xml:space="preserve"> </w:t>
      </w:r>
      <w:r>
        <w:rPr>
          <w:rtl/>
        </w:rPr>
        <w:t xml:space="preserve">اكتب «تنح عن القبيح ولا ترده» فلما رسم ذلك قال له يا بني اجزه، فاندفع فوراً </w:t>
      </w:r>
      <w:r w:rsidR="00143F79">
        <w:rPr>
          <w:rtl/>
        </w:rPr>
        <w:t xml:space="preserve"> </w:t>
      </w:r>
      <w:r>
        <w:rPr>
          <w:rtl/>
        </w:rPr>
        <w:t xml:space="preserve">يقول: «ومن أوليته حسناً فزده» ثم ألقى الإمام شطراً آخر يطلب منه اجازته وهو </w:t>
      </w:r>
      <w:r w:rsidR="00143F79">
        <w:rPr>
          <w:rtl/>
        </w:rPr>
        <w:t xml:space="preserve"> </w:t>
      </w:r>
      <w:r>
        <w:rPr>
          <w:rtl/>
        </w:rPr>
        <w:t xml:space="preserve">«ستلقى من عدوك كل كيد» فأجازه: «إذا كادَ العدو فلا تكده» وفرح الامام </w:t>
      </w:r>
      <w:r w:rsidR="00143F79">
        <w:rPr>
          <w:rtl/>
        </w:rPr>
        <w:t xml:space="preserve"> </w:t>
      </w:r>
      <w:r>
        <w:rPr>
          <w:rtl/>
        </w:rPr>
        <w:t xml:space="preserve">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بمواهب ولده وعبقريته فضمه إليه قائلاً: «ذرية بعضها من بعض»</w:t>
      </w:r>
      <w:r w:rsidRPr="006B2A57">
        <w:rPr>
          <w:rtl/>
        </w:rPr>
        <w:t>(3)</w:t>
      </w:r>
      <w:r>
        <w:rPr>
          <w:rtl/>
        </w:rPr>
        <w:t>.</w:t>
      </w:r>
    </w:p>
    <w:p w:rsidR="008F239C" w:rsidRPr="002A64EB" w:rsidRDefault="008F239C" w:rsidP="0094659A">
      <w:pPr>
        <w:pStyle w:val="libLine"/>
        <w:rPr>
          <w:rtl/>
        </w:rPr>
      </w:pPr>
      <w:r w:rsidRPr="002A64EB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حياة الامام موسى بن جعفر باقر القرشي ص 66.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المناقب: 2 / 380.</w:t>
      </w:r>
    </w:p>
    <w:p w:rsidR="008F239C" w:rsidRPr="009F3010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30" w:name="_Toc57828334"/>
      <w:r w:rsidRPr="009F3010">
        <w:rPr>
          <w:rtl/>
        </w:rPr>
        <w:lastRenderedPageBreak/>
        <w:t>مع أبي حنيفة</w:t>
      </w:r>
      <w:bookmarkEnd w:id="3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كان أبو حنيفة من الذاهبين إلى القول «بالجبر» والداعين إليه، وينص هذا الرأي </w:t>
      </w:r>
      <w:r w:rsidR="00143F79">
        <w:rPr>
          <w:rtl/>
        </w:rPr>
        <w:t xml:space="preserve"> </w:t>
      </w:r>
      <w:r>
        <w:rPr>
          <w:rtl/>
        </w:rPr>
        <w:t xml:space="preserve">على أن الفعل الصادر من الإنسان ليس مخلوقاً له، وليس صادراً منه باختياره، وانما </w:t>
      </w:r>
      <w:r w:rsidR="00143F79">
        <w:rPr>
          <w:rtl/>
        </w:rPr>
        <w:t xml:space="preserve"> </w:t>
      </w:r>
      <w:r>
        <w:rPr>
          <w:rtl/>
        </w:rPr>
        <w:t xml:space="preserve">هو مخلوق لله، وصادر عن إرادة الله، وإن إرادة الانسان وقدرته لا مدخل لها في </w:t>
      </w:r>
      <w:r w:rsidR="00143F79">
        <w:rPr>
          <w:rtl/>
        </w:rPr>
        <w:t xml:space="preserve"> </w:t>
      </w:r>
      <w:r>
        <w:rPr>
          <w:rtl/>
        </w:rPr>
        <w:t xml:space="preserve">ايجاد أي فعل سواء أكان صادراً منه باختياره أم مكرهاً عليه، وقد أجمعت الشيعة </w:t>
      </w:r>
      <w:r w:rsidR="00143F79">
        <w:rPr>
          <w:rtl/>
        </w:rPr>
        <w:t xml:space="preserve"> </w:t>
      </w:r>
      <w:r>
        <w:rPr>
          <w:rtl/>
        </w:rPr>
        <w:t xml:space="preserve">على بطلان ذلك. وقد سافر أبو حنيفة إلى يثرب ليحاجج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الذي </w:t>
      </w:r>
      <w:r w:rsidR="00143F79">
        <w:rPr>
          <w:rtl/>
        </w:rPr>
        <w:t xml:space="preserve"> </w:t>
      </w:r>
      <w:r>
        <w:rPr>
          <w:rtl/>
        </w:rPr>
        <w:t xml:space="preserve">عرف بانه من خصوم هذه الفكرة، ولما انتهى اليها قصد دار الامام، وجلس في </w:t>
      </w:r>
      <w:r w:rsidR="00143F79">
        <w:rPr>
          <w:rtl/>
        </w:rPr>
        <w:t xml:space="preserve"> </w:t>
      </w:r>
      <w:r>
        <w:rPr>
          <w:rtl/>
        </w:rPr>
        <w:t xml:space="preserve">دهليز الدار ينتظر الأذن وبينما هو جالس إذ خرج صبي يدرج فبادره أبو حنيفة </w:t>
      </w:r>
      <w:r w:rsidR="00143F79">
        <w:rPr>
          <w:rtl/>
        </w:rPr>
        <w:t xml:space="preserve"> </w:t>
      </w:r>
      <w:r>
        <w:rPr>
          <w:rtl/>
        </w:rPr>
        <w:t>قائلا: «أين يضعُ الغريبُ حاجته؟».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فالتفت إليه قائلاً يا شيخ أسأت الأدب أين السلام، السلام قبل الكلام ولمّا سلّم </w:t>
      </w:r>
      <w:r w:rsidR="00143F79">
        <w:rPr>
          <w:rtl/>
        </w:rPr>
        <w:t xml:space="preserve"> </w:t>
      </w:r>
      <w:r>
        <w:rPr>
          <w:rtl/>
        </w:rPr>
        <w:t xml:space="preserve">وأعاد السؤال فأجابه: «توق شطوط الأنهار، ومساقط الثمار، وأفنية المساجد، </w:t>
      </w:r>
      <w:r w:rsidR="00143F79">
        <w:rPr>
          <w:rtl/>
        </w:rPr>
        <w:t xml:space="preserve"> </w:t>
      </w:r>
      <w:r>
        <w:rPr>
          <w:rtl/>
        </w:rPr>
        <w:t xml:space="preserve">وقارعة الطريق، وتوار خلف الجدار، ولا تستقبل القبلة ولا تستدبرها، وضع أين </w:t>
      </w:r>
      <w:r w:rsidR="00143F79">
        <w:rPr>
          <w:rtl/>
        </w:rPr>
        <w:t xml:space="preserve"> </w:t>
      </w:r>
      <w:r>
        <w:rPr>
          <w:rtl/>
        </w:rPr>
        <w:t>شئت».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وسأله مسألة ثانية قائلاً: (يا غلام، ممّن المعصية؟ هل هي من الله أو من العبد؟) </w:t>
      </w:r>
      <w:r w:rsidR="00143F79">
        <w:rPr>
          <w:rtl/>
        </w:rPr>
        <w:t xml:space="preserve"> </w:t>
      </w:r>
      <w:r>
        <w:rPr>
          <w:rtl/>
        </w:rPr>
        <w:t xml:space="preserve">وانطلق الامام فأجابه: «لا تخلو أما أن تكون من الله، وليس من العبد شيء، فليس </w:t>
      </w:r>
      <w:r w:rsidR="00143F79">
        <w:rPr>
          <w:rtl/>
        </w:rPr>
        <w:t xml:space="preserve"> </w:t>
      </w:r>
      <w:r>
        <w:rPr>
          <w:rtl/>
        </w:rPr>
        <w:t xml:space="preserve">لله أن يأخذ العبد، بما لم يفعل، وأما أن تكون من العبد ومن الله، والله أقوى </w:t>
      </w:r>
      <w:r w:rsidR="00143F79">
        <w:rPr>
          <w:rtl/>
        </w:rPr>
        <w:t xml:space="preserve"> </w:t>
      </w:r>
      <w:r>
        <w:rPr>
          <w:rtl/>
        </w:rPr>
        <w:t xml:space="preserve">الشريكين فليس للشريك القوي أن يأخذ الضعيف بذنب هو فيه سواء، وإما أن </w:t>
      </w:r>
      <w:r w:rsidR="00143F79">
        <w:rPr>
          <w:rtl/>
        </w:rPr>
        <w:t xml:space="preserve"> </w:t>
      </w:r>
      <w:r>
        <w:rPr>
          <w:rtl/>
        </w:rPr>
        <w:t>تكون من العبد، وليست من الله فان شاء عفا، وإن شاء عاقب وهو المستعين...».</w:t>
      </w:r>
    </w:p>
    <w:p w:rsidR="008F239C" w:rsidRPr="009F3010" w:rsidRDefault="008F239C" w:rsidP="008F239C">
      <w:pPr>
        <w:pStyle w:val="Heading2"/>
        <w:rPr>
          <w:rtl/>
        </w:rPr>
      </w:pPr>
      <w:bookmarkStart w:id="31" w:name="_Toc57828335"/>
      <w:r w:rsidRPr="009F3010">
        <w:rPr>
          <w:rtl/>
        </w:rPr>
        <w:t>سرعة بديهة</w:t>
      </w:r>
      <w:bookmarkEnd w:id="3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أبو حنيفة معترضاً على الإمام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لمّا كان صغيراً، فقال وهو </w:t>
      </w:r>
      <w:r w:rsidR="00143F79">
        <w:rPr>
          <w:rtl/>
        </w:rPr>
        <w:t xml:space="preserve"> </w:t>
      </w:r>
      <w:r>
        <w:rPr>
          <w:rtl/>
        </w:rPr>
        <w:t xml:space="preserve">يُحدّث الإمام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ان ابنك موسى يُصلّي والناس تمرُّ من بين يديه؟! فقال </w:t>
      </w:r>
      <w:r w:rsidR="00143F79">
        <w:rPr>
          <w:rtl/>
        </w:rPr>
        <w:t xml:space="preserve"> </w:t>
      </w:r>
      <w:r>
        <w:rPr>
          <w:rtl/>
        </w:rPr>
        <w:t xml:space="preserve">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سَلْهُ يُجبك؟ فلمّا سأله، فقال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لأبي حنيفة، يا هذا إنَّ </w:t>
      </w:r>
      <w:r w:rsidR="00143F79">
        <w:rPr>
          <w:rtl/>
        </w:rPr>
        <w:t xml:space="preserve"> </w:t>
      </w:r>
      <w:r>
        <w:rPr>
          <w:rtl/>
        </w:rPr>
        <w:t>الذي أُصلّي إليه أقرب إليَّ منهم ثم تلا قوله تعالى: «</w:t>
      </w:r>
      <w:r w:rsidRPr="00423904">
        <w:rPr>
          <w:rStyle w:val="libAieChar"/>
          <w:rtl/>
        </w:rPr>
        <w:t xml:space="preserve">وَنَحْنُ أَقْرَبُ إِلَيْهِ مِنْ حَبْلِ </w:t>
      </w:r>
      <w:r w:rsidRPr="00423904">
        <w:rPr>
          <w:rStyle w:val="libAieChar"/>
          <w:rtl/>
        </w:rPr>
        <w:br/>
        <w:t>الْوَرِيدِ</w:t>
      </w:r>
      <w:r>
        <w:rPr>
          <w:rtl/>
        </w:rPr>
        <w:t>».</w:t>
      </w:r>
    </w:p>
    <w:p w:rsidR="008F239C" w:rsidRPr="00046CDA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32" w:name="_Toc57828336"/>
      <w:r w:rsidRPr="00046CDA">
        <w:rPr>
          <w:rtl/>
        </w:rPr>
        <w:lastRenderedPageBreak/>
        <w:t>بعض أجوبته</w:t>
      </w:r>
      <w:bookmarkEnd w:id="3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سأله راهب: كيف طوبى اصلها في دار عيسى، وعندكم في دار محمد </w:t>
      </w:r>
      <w:r w:rsidR="00143F79">
        <w:rPr>
          <w:rtl/>
        </w:rPr>
        <w:t xml:space="preserve"> </w:t>
      </w:r>
      <w:r>
        <w:rPr>
          <w:rtl/>
        </w:rPr>
        <w:t>وأغصانها في كل دار؟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الشمس قد وصل ضوءها إلى كل مكان، وكل موضع وهي في </w:t>
      </w:r>
      <w:r w:rsidR="00143F79">
        <w:rPr>
          <w:rtl/>
        </w:rPr>
        <w:t xml:space="preserve"> </w:t>
      </w:r>
      <w:r>
        <w:rPr>
          <w:rtl/>
        </w:rPr>
        <w:t xml:space="preserve">السماء. قال: وفي الجنة لا ينفذ طعامها وان اكلوا منه ولا ينقص منه شيء؟ </w:t>
      </w:r>
      <w:r w:rsidR="00143F79">
        <w:rPr>
          <w:rtl/>
        </w:rPr>
        <w:t xml:space="preserve"> </w:t>
      </w:r>
      <w:r>
        <w:rPr>
          <w:rtl/>
        </w:rPr>
        <w:t xml:space="preserve">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السراج في الدنيا يقتبس منه ولا ينقص منه شيء، قال: وفي الجنة ظل </w:t>
      </w:r>
      <w:r w:rsidR="00143F79">
        <w:rPr>
          <w:rtl/>
        </w:rPr>
        <w:t xml:space="preserve"> </w:t>
      </w:r>
      <w:r>
        <w:rPr>
          <w:rtl/>
        </w:rPr>
        <w:t xml:space="preserve">ممدود؟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الوقت الذي قبل طلوع الشمس كله ظل ممدود، قول تعالى: </w:t>
      </w:r>
      <w:r w:rsidR="00143F79">
        <w:rPr>
          <w:rtl/>
        </w:rPr>
        <w:t xml:space="preserve">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>أَلَمْ تَرَ إِلَىٰ رَبِّكَ كَيْفَ مَدَّ الظِّلَّ</w:t>
      </w:r>
      <w:r w:rsidRPr="00423904">
        <w:rPr>
          <w:rStyle w:val="libAlaemChar"/>
          <w:rtl/>
        </w:rPr>
        <w:t>)</w:t>
      </w:r>
      <w:r>
        <w:rPr>
          <w:rtl/>
        </w:rPr>
        <w:t xml:space="preserve"> قال: ما يؤكل ويشرب في الجنة لا يكون بولاً ولا </w:t>
      </w:r>
      <w:r w:rsidR="00143F79">
        <w:rPr>
          <w:rtl/>
        </w:rPr>
        <w:t xml:space="preserve"> </w:t>
      </w:r>
      <w:r>
        <w:rPr>
          <w:rtl/>
        </w:rPr>
        <w:t xml:space="preserve">غايطاً؟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 الجنين في بطن أمه... الخ.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قال الراهب صدقت، وأسلم، والجماعة معه</w:t>
      </w:r>
      <w:r w:rsidRPr="006B2A57">
        <w:rPr>
          <w:rtl/>
        </w:rPr>
        <w:t>(1)</w:t>
      </w:r>
      <w:r>
        <w:rPr>
          <w:rtl/>
        </w:rPr>
        <w:t>.</w:t>
      </w:r>
    </w:p>
    <w:p w:rsidR="008F239C" w:rsidRPr="00046CDA" w:rsidRDefault="008F239C" w:rsidP="008F239C">
      <w:pPr>
        <w:pStyle w:val="Heading2"/>
        <w:rPr>
          <w:rtl/>
        </w:rPr>
      </w:pPr>
      <w:bookmarkStart w:id="33" w:name="_Toc57828337"/>
      <w:r w:rsidRPr="00046CDA">
        <w:rPr>
          <w:rtl/>
        </w:rPr>
        <w:t>من كتابٍ له إلى هارون الرشيد</w:t>
      </w:r>
      <w:bookmarkEnd w:id="3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كتب إليه من داخل السجن (انه لن ينقضي عني يوم من البلاء إلّا انقضى معه </w:t>
      </w:r>
      <w:r w:rsidR="00143F79">
        <w:rPr>
          <w:rtl/>
        </w:rPr>
        <w:t xml:space="preserve"> </w:t>
      </w:r>
      <w:r>
        <w:rPr>
          <w:rtl/>
        </w:rPr>
        <w:t xml:space="preserve">عنك يوم من الرخاء، حتى نمضي جميعاً إلى يوم ليس فيه انقضاء، هناك يخسر </w:t>
      </w:r>
      <w:r w:rsidR="00143F79">
        <w:rPr>
          <w:rtl/>
        </w:rPr>
        <w:t xml:space="preserve"> </w:t>
      </w:r>
      <w:r>
        <w:rPr>
          <w:rtl/>
        </w:rPr>
        <w:t>المبطلون)</w:t>
      </w:r>
      <w:r w:rsidRPr="006B2A57">
        <w:rPr>
          <w:rtl/>
        </w:rPr>
        <w:t>(2)</w:t>
      </w:r>
      <w:r>
        <w:rPr>
          <w:rtl/>
        </w:rPr>
        <w:t>.</w:t>
      </w:r>
    </w:p>
    <w:p w:rsidR="008F239C" w:rsidRPr="00046CDA" w:rsidRDefault="008F239C" w:rsidP="008F239C">
      <w:pPr>
        <w:pStyle w:val="Heading2"/>
        <w:rPr>
          <w:rtl/>
        </w:rPr>
      </w:pPr>
      <w:bookmarkStart w:id="34" w:name="_Toc57828338"/>
      <w:r w:rsidRPr="00046CDA">
        <w:rPr>
          <w:rtl/>
        </w:rPr>
        <w:t>مع السندي بن شاهك</w:t>
      </w:r>
      <w:bookmarkEnd w:id="34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كان السندي بن شاهك ناصبياً وكان يضيق على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غاية </w:t>
      </w:r>
      <w:r>
        <w:rPr>
          <w:rtl/>
        </w:rPr>
        <w:br/>
        <w:t xml:space="preserve">التضييق. بحيث لا يُطيق اللسان على بيانه، أنزله في قعر داره وظلم المطامير وقيّده </w:t>
      </w:r>
      <w:r>
        <w:rPr>
          <w:rtl/>
        </w:rPr>
        <w:br/>
        <w:t xml:space="preserve">بقيود ثلاث ووكل عليه جماعة وأغلق وقفل عليه الأبواب، إلى ان سقاه السم </w:t>
      </w:r>
      <w:r>
        <w:rPr>
          <w:rtl/>
        </w:rPr>
        <w:br/>
        <w:t xml:space="preserve">ومرض وبقي في السجن، ثم ان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دعا بالمسيب وذلك قبل وفاته </w:t>
      </w:r>
      <w:r>
        <w:rPr>
          <w:rtl/>
        </w:rPr>
        <w:br/>
        <w:t xml:space="preserve">بثلاثة أيام وكان موكّلاً به فقال له يا مسيب فقال لبيك يا مولاي، قال إني ظاعن في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المناقب: 2 / 374.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الفصول المهمة 227.</w:t>
      </w:r>
    </w:p>
    <w:p w:rsidR="008F239C" w:rsidRPr="0094659A" w:rsidRDefault="008F239C" w:rsidP="0094659A">
      <w:pPr>
        <w:pStyle w:val="libNormal0"/>
        <w:rPr>
          <w:rStyle w:val="libPoemTiniChar0"/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هذه الليلة إلى المدينة مدينة جدي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لأعهد إلى علي ابني ما عهده </w:t>
      </w:r>
      <w:r w:rsidR="00143F79">
        <w:rPr>
          <w:rtl/>
        </w:rPr>
        <w:t xml:space="preserve"> </w:t>
      </w:r>
      <w:r>
        <w:rPr>
          <w:rtl/>
        </w:rPr>
        <w:t xml:space="preserve">إليَّ أبي واجعله وصيّي وخليفتي وامره بأمري، قال المسيب فقلت يا مولاي كيف </w:t>
      </w:r>
      <w:r w:rsidR="00143F79">
        <w:rPr>
          <w:rtl/>
        </w:rPr>
        <w:t xml:space="preserve"> </w:t>
      </w:r>
      <w:r>
        <w:rPr>
          <w:rtl/>
        </w:rPr>
        <w:t xml:space="preserve">تأمرني ان افتح لك الأبواب والحرس معي على الأبواب، فقال يا مسيّب ضعف </w:t>
      </w:r>
      <w:r w:rsidR="00143F79">
        <w:rPr>
          <w:rtl/>
        </w:rPr>
        <w:t xml:space="preserve"> </w:t>
      </w:r>
      <w:r>
        <w:rPr>
          <w:rtl/>
        </w:rPr>
        <w:t xml:space="preserve">يقينك في الله عزَّ وجلَّ وفينا فقلت لا يا سيّدي ادع الله أن يثبتني، فقال اللهم ثبّته ثم </w:t>
      </w:r>
      <w:r w:rsidR="00143F79">
        <w:rPr>
          <w:rtl/>
        </w:rPr>
        <w:t xml:space="preserve"> </w:t>
      </w:r>
      <w:r>
        <w:rPr>
          <w:rtl/>
        </w:rPr>
        <w:t xml:space="preserve">قال اني ادعوا الله عز وجل باسمه العظيم الذي دعا به اصف حتى جاء بسرير </w:t>
      </w:r>
      <w:r w:rsidR="00143F79">
        <w:rPr>
          <w:rtl/>
        </w:rPr>
        <w:t xml:space="preserve"> </w:t>
      </w:r>
      <w:r>
        <w:rPr>
          <w:rtl/>
        </w:rPr>
        <w:t xml:space="preserve">بلقيس فوضعه بين يدي سليمان قبل ان يرتد عليه طرفه حتى يجمع بيني وبين ابني </w:t>
      </w:r>
      <w:r w:rsidR="00143F79">
        <w:rPr>
          <w:rtl/>
        </w:rPr>
        <w:t xml:space="preserve"> </w:t>
      </w:r>
      <w:r>
        <w:rPr>
          <w:rtl/>
        </w:rPr>
        <w:t xml:space="preserve">علي بالمدينة قال المسيب فسمعته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يدعو ففقدته عن مصلاه فلم أزل قائماً على </w:t>
      </w:r>
      <w:r w:rsidR="00143F79">
        <w:rPr>
          <w:rtl/>
        </w:rPr>
        <w:t xml:space="preserve"> </w:t>
      </w:r>
      <w:r>
        <w:rPr>
          <w:rtl/>
        </w:rPr>
        <w:t xml:space="preserve">قدمي حتى رأيته قد عاد إلى مكانه وأعاد الحديد إلى رجليه فخررت لله ساجداً </w:t>
      </w:r>
      <w:r w:rsidR="00143F79">
        <w:rPr>
          <w:rtl/>
        </w:rPr>
        <w:t xml:space="preserve"> </w:t>
      </w:r>
      <w:r>
        <w:rPr>
          <w:rtl/>
        </w:rPr>
        <w:t xml:space="preserve">لوجهي شكراً على ما أنعم به عليَّ من معرفته، فقال لي ارفع رأسك يا مسيب واعلم </w:t>
      </w:r>
      <w:r w:rsidR="00143F79">
        <w:rPr>
          <w:rtl/>
        </w:rPr>
        <w:t xml:space="preserve"> </w:t>
      </w:r>
      <w:r>
        <w:rPr>
          <w:rtl/>
        </w:rPr>
        <w:t xml:space="preserve">اني راحلٌ إلى الله عز وجل في ثالث هذا اليوم قال فبكيت، فقال لي لا تبك يا </w:t>
      </w:r>
      <w:r w:rsidR="00143F79">
        <w:rPr>
          <w:rtl/>
        </w:rPr>
        <w:t xml:space="preserve"> </w:t>
      </w:r>
      <w:r>
        <w:rPr>
          <w:rtl/>
        </w:rPr>
        <w:t xml:space="preserve">مسيب فان علياً ابني هو إمامك ومولاك بعدي فاستمسك بولايته فانّك لا تضل </w:t>
      </w:r>
      <w:r w:rsidR="00143F79">
        <w:rPr>
          <w:rtl/>
        </w:rPr>
        <w:t xml:space="preserve"> </w:t>
      </w:r>
      <w:r>
        <w:rPr>
          <w:rtl/>
        </w:rPr>
        <w:t xml:space="preserve">مالزمته فقلت الحمدلله. قال ثم ان سيّدي دعاني في ليلة اليوم الثالث فقال لي اني </w:t>
      </w:r>
      <w:r w:rsidR="00143F79">
        <w:rPr>
          <w:rtl/>
        </w:rPr>
        <w:t xml:space="preserve"> </w:t>
      </w:r>
      <w:r>
        <w:rPr>
          <w:rtl/>
        </w:rPr>
        <w:t xml:space="preserve">على ما عرفتك من الرحيل إلى الله عز وجل فاذا دعوت بشربة من ماء فشربتها </w:t>
      </w:r>
      <w:r w:rsidR="00143F79">
        <w:rPr>
          <w:rtl/>
        </w:rPr>
        <w:t xml:space="preserve"> </w:t>
      </w:r>
      <w:r>
        <w:rPr>
          <w:rtl/>
        </w:rPr>
        <w:t xml:space="preserve">ورأيتني قد انتفخت وارتفع بطني واصفر لوني واحمرَّ واخضرَّ وتلوَّن ألوناً فخبِّر </w:t>
      </w:r>
      <w:r w:rsidR="00143F79">
        <w:rPr>
          <w:rtl/>
        </w:rPr>
        <w:t xml:space="preserve"> </w:t>
      </w:r>
      <w:r>
        <w:rPr>
          <w:rtl/>
        </w:rPr>
        <w:t xml:space="preserve">الطاغية بوفاتي، فاذا رأيت بي هذا الحديث فاياك ان تظهر عليه أحداً ولا على من </w:t>
      </w:r>
      <w:r w:rsidR="00143F79">
        <w:rPr>
          <w:rtl/>
        </w:rPr>
        <w:t xml:space="preserve"> </w:t>
      </w:r>
      <w:r>
        <w:rPr>
          <w:rtl/>
        </w:rPr>
        <w:t xml:space="preserve">عندي إلا بعد وفاتي، قال المسيّب بن زهير فلم ازل ارقب وعده حتى دعا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بالشربة فشربها ثم دعاني فقال لي يا مسيب ان هذا الرجس السندي بن شاهك </w:t>
      </w:r>
      <w:r w:rsidR="00143F79">
        <w:rPr>
          <w:rtl/>
        </w:rPr>
        <w:t xml:space="preserve"> </w:t>
      </w:r>
      <w:r>
        <w:rPr>
          <w:rtl/>
        </w:rPr>
        <w:t xml:space="preserve">سيزعم انه يتولى غسلي ودفني هيهات هيهات ان يكون ذلك أبداً، فاذا حملت إلى </w:t>
      </w:r>
      <w:r w:rsidR="00143F79">
        <w:rPr>
          <w:rtl/>
        </w:rPr>
        <w:t xml:space="preserve"> </w:t>
      </w:r>
      <w:r>
        <w:rPr>
          <w:rtl/>
        </w:rPr>
        <w:t xml:space="preserve">المقبرة المعروفة بمقابر قريش فالحدوني بها ولا ترفعوا قبري فوق أربع أصابع </w:t>
      </w:r>
      <w:r w:rsidR="00143F79">
        <w:rPr>
          <w:rtl/>
        </w:rPr>
        <w:t xml:space="preserve"> </w:t>
      </w:r>
      <w:r>
        <w:rPr>
          <w:rtl/>
        </w:rPr>
        <w:t xml:space="preserve">مضربات ولا تأخذوا من تربتي شيئاً لتتبركوا به فان كل تربة لنا محرمة إلّا تربة </w:t>
      </w:r>
      <w:r w:rsidR="00143F79">
        <w:rPr>
          <w:rtl/>
        </w:rPr>
        <w:t xml:space="preserve"> </w:t>
      </w:r>
      <w:r>
        <w:rPr>
          <w:rtl/>
        </w:rPr>
        <w:t xml:space="preserve">جدّي الحسين بن علي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فان الله عز وجل جعلها شفاء لشيعتنا وأولياءنا قال ثم </w:t>
      </w:r>
      <w:r w:rsidR="00143F79">
        <w:rPr>
          <w:rtl/>
        </w:rPr>
        <w:t xml:space="preserve"> </w:t>
      </w:r>
      <w:r>
        <w:rPr>
          <w:rtl/>
        </w:rPr>
        <w:t xml:space="preserve">رأيت شخصاً أشبه الأشخاص به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جالساً إلى جانبه وكان عهدي بسيدي </w:t>
      </w:r>
      <w:r w:rsidR="00143F79">
        <w:rPr>
          <w:rtl/>
        </w:rPr>
        <w:t xml:space="preserve"> </w:t>
      </w:r>
      <w:r>
        <w:rPr>
          <w:rtl/>
        </w:rPr>
        <w:t xml:space="preserve">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وهو غلام فأردت سؤاله فصاح بي سيدي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وقال لي أليس قد </w:t>
      </w:r>
      <w:r w:rsidR="00143F79">
        <w:rPr>
          <w:rtl/>
        </w:rPr>
        <w:t xml:space="preserve"> </w:t>
      </w:r>
      <w:r>
        <w:rPr>
          <w:rtl/>
        </w:rPr>
        <w:t xml:space="preserve">نهيتك يا مسيب فلم ازل صابراً حتى مضى وغاب الشخص ثم انهيت الخبر إلى </w:t>
      </w:r>
      <w:r w:rsidR="00143F79">
        <w:rPr>
          <w:rtl/>
        </w:rPr>
        <w:t xml:space="preserve"> </w:t>
      </w:r>
      <w:r>
        <w:rPr>
          <w:rtl/>
        </w:rPr>
        <w:t xml:space="preserve">الرشيد فوافى السندي بن شاهك، وفي بحار الأنوار، عن عمر بن واقد قال ارسل </w:t>
      </w:r>
      <w:r w:rsidR="00143F79">
        <w:rPr>
          <w:rtl/>
        </w:rPr>
        <w:t xml:space="preserve"> </w:t>
      </w:r>
      <w:r>
        <w:rPr>
          <w:rtl/>
        </w:rPr>
        <w:t xml:space="preserve">اليَّ السندي بن شاهك في بعض الليل وأنا ببغداد سيتحضرني فخشيت ان يكون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ذلك لسوء يريده بي فأوصيت عيالي بما احتجت إليه وقلت انا لله وإنا إليه راجعون </w:t>
      </w:r>
      <w:r w:rsidR="00143F79">
        <w:rPr>
          <w:rtl/>
        </w:rPr>
        <w:t xml:space="preserve"> </w:t>
      </w:r>
      <w:r>
        <w:rPr>
          <w:rtl/>
        </w:rPr>
        <w:t xml:space="preserve">ثم ركبت إليه فلما رآني مقبلا قال يا أبا حفص لعلّنا ارعبناك وافزعناك قلت نعم </w:t>
      </w:r>
      <w:r w:rsidR="00143F79">
        <w:rPr>
          <w:rtl/>
        </w:rPr>
        <w:t xml:space="preserve"> </w:t>
      </w:r>
      <w:r>
        <w:rPr>
          <w:rtl/>
        </w:rPr>
        <w:t xml:space="preserve">قال فليس هناك إلا خير قلت فرسول تبعثه إلى منزلي ليخبرهم بخبري وسلامتي </w:t>
      </w:r>
      <w:r w:rsidR="00143F79">
        <w:rPr>
          <w:rtl/>
        </w:rPr>
        <w:t xml:space="preserve"> </w:t>
      </w:r>
      <w:r>
        <w:rPr>
          <w:rtl/>
        </w:rPr>
        <w:t xml:space="preserve">فقال نعم ثم قال يا أبا حفص أتدري لم أرسلت اليك فقلت لا فقال أتعرف موسى </w:t>
      </w:r>
      <w:r w:rsidR="00143F79">
        <w:rPr>
          <w:rtl/>
        </w:rPr>
        <w:t xml:space="preserve"> </w:t>
      </w:r>
      <w:r>
        <w:rPr>
          <w:rtl/>
        </w:rPr>
        <w:t xml:space="preserve">بن جعفر فقلت اي والله اني لأعرفه وبيني وبينه صداقة منذ دهر فقال من هاهنا </w:t>
      </w:r>
      <w:r w:rsidR="00143F79">
        <w:rPr>
          <w:rtl/>
        </w:rPr>
        <w:t xml:space="preserve"> </w:t>
      </w:r>
      <w:r>
        <w:rPr>
          <w:rtl/>
        </w:rPr>
        <w:t xml:space="preserve">يعرفه ممن يقبل قوله فسميِّتْ له أقواماً ووقع في نفسي أنه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قد مات قال فبعث </w:t>
      </w:r>
      <w:r w:rsidR="00143F79">
        <w:rPr>
          <w:rtl/>
        </w:rPr>
        <w:t xml:space="preserve"> </w:t>
      </w:r>
      <w:r>
        <w:rPr>
          <w:rtl/>
        </w:rPr>
        <w:t xml:space="preserve">وجاء بهم كما جاء بي فقال لهم هل تعرفون قوماً يعرفون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فسموا له قوماً فجاء بهم فاصبحنا ونحن في الدار نيف وخمسون رجلاً ممن يعرف </w:t>
      </w:r>
      <w:r w:rsidR="00143F79">
        <w:rPr>
          <w:rtl/>
        </w:rPr>
        <w:t xml:space="preserve"> </w:t>
      </w:r>
      <w:r>
        <w:rPr>
          <w:rtl/>
        </w:rPr>
        <w:t xml:space="preserve">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وقد صحبه قال ثم قام ودخل وصلينا فخرج كاتبه ومعه </w:t>
      </w:r>
      <w:r w:rsidR="00143F79">
        <w:rPr>
          <w:rtl/>
        </w:rPr>
        <w:t xml:space="preserve"> </w:t>
      </w:r>
      <w:r>
        <w:rPr>
          <w:rtl/>
        </w:rPr>
        <w:t xml:space="preserve">طوماراً فكتب اسماءنا ومنازلنا وأعمالنا وخلّانا ثم دخل إلى السندي قال فخرج </w:t>
      </w:r>
      <w:r w:rsidR="00143F79">
        <w:rPr>
          <w:rtl/>
        </w:rPr>
        <w:t xml:space="preserve"> </w:t>
      </w:r>
      <w:r>
        <w:rPr>
          <w:rtl/>
        </w:rPr>
        <w:t xml:space="preserve">السندي فضرب يده إليَّ فقال لي قم يا ابا حفص اكشف الثوب عن وجه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فكشفته فرأيته ميتاً فبكيت واسترجعت ثم قال للقوم انظروا اليه فأتوا </w:t>
      </w:r>
      <w:r w:rsidR="00143F79">
        <w:rPr>
          <w:rtl/>
        </w:rPr>
        <w:t xml:space="preserve"> </w:t>
      </w:r>
      <w:r>
        <w:rPr>
          <w:rtl/>
        </w:rPr>
        <w:t xml:space="preserve">واحد بعد واحد فنظروا اليه قال تشهدون كلكم ان هذا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ثم قال </w:t>
      </w:r>
      <w:r w:rsidR="00143F79">
        <w:rPr>
          <w:rtl/>
        </w:rPr>
        <w:t xml:space="preserve"> </w:t>
      </w:r>
      <w:r>
        <w:rPr>
          <w:rtl/>
        </w:rPr>
        <w:t xml:space="preserve">يا غلام اطرح على عورته منديلاً واكشفه ففعل فقال اترون به أثراً تنكرونه فقلنا لا </w:t>
      </w:r>
      <w:r w:rsidR="00143F79">
        <w:rPr>
          <w:rtl/>
        </w:rPr>
        <w:t xml:space="preserve"> </w:t>
      </w:r>
      <w:r>
        <w:rPr>
          <w:rtl/>
        </w:rPr>
        <w:t xml:space="preserve">ما نرى به شيئاً ولا نراه إلّا ميتاً قال فلا تبرحوا حتى تغسلوه وتكفنوه وتدفنوه، قال </w:t>
      </w:r>
      <w:r w:rsidR="00143F79">
        <w:rPr>
          <w:rtl/>
        </w:rPr>
        <w:t xml:space="preserve"> </w:t>
      </w:r>
      <w:r>
        <w:rPr>
          <w:rtl/>
        </w:rPr>
        <w:t>فلم نبرح حتى غسل وكفن وحمل فصلّى عليه السندي بن شاهك ودفناه</w:t>
      </w:r>
      <w:r w:rsidRPr="007F74F7">
        <w:rPr>
          <w:rtl/>
        </w:rPr>
        <w:t>(1)</w:t>
      </w:r>
      <w:r>
        <w:rPr>
          <w:rtl/>
        </w:rPr>
        <w:t>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ضاگ الهوه أو مل من حياته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يعرف وكت بيه الصلاته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لمن سموا أو بيه صارت وفاته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عگب ما ذاب چبده وخلصب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ثلثتيام ظل من غير تغسيل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عنده عشيرة النعشه اتشيل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شالوا للجسر أربع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بي سمعت الناس أو غدت تلتم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AA13F3" w:rsidRDefault="008F239C" w:rsidP="0094659A">
      <w:pPr>
        <w:pStyle w:val="libLine"/>
        <w:rPr>
          <w:rtl/>
        </w:rPr>
      </w:pPr>
      <w:r w:rsidRPr="00AA13F3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نور الابصار ص 172 ـ 173.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يهاشم لا حله بعيونكم نوم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يحگ لي اعتب عليكم واكثر اللوم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بغداد ما وصلتكم اعلوم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تخبركم الكاظم راح مسموم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بنفسي الذي لاقى من القوم صابراً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أذىً لو يلاقى أذيً ساخَ يذبك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AA13F3" w:rsidRDefault="008F239C" w:rsidP="00423904">
      <w:pPr>
        <w:pStyle w:val="libNormal"/>
        <w:rPr>
          <w:rtl/>
        </w:rPr>
      </w:pPr>
      <w:r w:rsidRPr="00AA13F3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E064D1" w:rsidRDefault="008F239C" w:rsidP="008F239C">
      <w:pPr>
        <w:pStyle w:val="Heading1"/>
        <w:rPr>
          <w:rtl/>
        </w:rPr>
      </w:pPr>
      <w:bookmarkStart w:id="35" w:name="_Toc57828339"/>
      <w:r w:rsidRPr="00E064D1">
        <w:rPr>
          <w:rtl/>
        </w:rPr>
        <w:t>المجلس السادس</w:t>
      </w:r>
      <w:bookmarkEnd w:id="35"/>
    </w:p>
    <w:p w:rsidR="008F239C" w:rsidRPr="00E064D1" w:rsidRDefault="008F239C" w:rsidP="008F239C">
      <w:pPr>
        <w:pStyle w:val="Heading2"/>
        <w:rPr>
          <w:rtl/>
        </w:rPr>
      </w:pPr>
      <w:bookmarkStart w:id="36" w:name="_Toc57828340"/>
      <w:r w:rsidRPr="00E064D1">
        <w:rPr>
          <w:rtl/>
        </w:rPr>
        <w:t>الموضوع: اخباره بالمغيّبات</w:t>
      </w:r>
      <w:bookmarkEnd w:id="3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للسيد مهدي الاعرجي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رحلوا وما رحلوا أُهيل ودادي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إلا بحسن تصبّري وفؤادي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ساروا ولكن خلّفوني بعدهم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حزناً أصوب الدمع صوب عهاد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وسرت بقلبي المستهام ركابهم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تعلوا به جبلاً وتهبط وادي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وخلت منازلهم فها هي بعدهم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قفرى وما فيها سوى الأوتاد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تأوي الوحوش بها فسربٌ رائحٌ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بفناء ساحتها وسرب غادي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ولقد وقفت بها وقوف مولّهٍ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وبمهجتي للوجد قدح زنادِ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 بها طوراً لفرط صبابتي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وأصيح فيها تارة وأُنادي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دار قد ذكّرتني بعراصك الـ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ـقفرا عراص بني النبيّ الهادي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لمّا سرى عنها ابن بنت محمّد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بالأهل والأصحاب والأولادِ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مذ كاتبوه بنو الشقا اقدم فليـ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سَ سواك نعرفُ من إمام هادي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لكنّه مذ جاءهم غدروا 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واستقبلوه في ضبأ وصحادِ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تباً لهم من أمّةٍ لم يحفظوا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عهد النبيّ بآله الأمجادِ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شتتوهم بين مقهور ومأ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سورٍ ومنحورٍ بسيفِ عنادِ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بسامرا وذاك بكربلا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وبطوس ذاك وذاك في بغداد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لهفي وهل يُجدي أسىً لهفي على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موسى بن جعفر علّة الايجاد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مازال ينقلُ في السجون معانياً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عضّ القيود ومثقل الأصفاد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قطع الرشيد عليه فرض صلاته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قسراً وأظهر كامن الأحقاد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إليه دسَّ سمّاً قاتلاً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فأصابَ أقصى منيةٍ ومراد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وضعوا على جسر الرصافة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وعليه نادى بالهوان منادي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E064D1" w:rsidRDefault="008F239C" w:rsidP="00423904">
      <w:pPr>
        <w:pStyle w:val="libNormal"/>
      </w:pPr>
      <w:r w:rsidRPr="00E064D1"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يا عين سيلي الدمع غدران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يا گلب ذوب ابتار الأحزان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الباب الحوايج سر الأكوان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وسافه اعله موسى ماله أعوان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محبوس گضّه العمر ما بان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حبس ابن شاهك السجان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لمّن سمّه وچبده صار نيران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وخلاه يلوج اوحيد نحلان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لمّن گضه والچبد خلصان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فقضى سميماً حيث لا متعطف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ولا حان هناك يعلل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8563E8" w:rsidRDefault="008F239C" w:rsidP="008F239C">
      <w:pPr>
        <w:pStyle w:val="Heading2"/>
        <w:rPr>
          <w:rtl/>
        </w:rPr>
      </w:pPr>
      <w:bookmarkStart w:id="37" w:name="_Toc57828341"/>
      <w:r w:rsidRPr="008563E8">
        <w:rPr>
          <w:rtl/>
        </w:rPr>
        <w:t>المقدمة:</w:t>
      </w:r>
      <w:bookmarkEnd w:id="37"/>
    </w:p>
    <w:p w:rsidR="008F239C" w:rsidRDefault="008F239C" w:rsidP="00423904">
      <w:pPr>
        <w:pStyle w:val="libNormal"/>
        <w:rPr>
          <w:rtl/>
        </w:rPr>
      </w:pP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عَالِمُ الْغَيْبِ فَلَا يُظْهِرُ عَلَىٰ غَيْبِهِ أَحَدًا </w:t>
      </w:r>
      <w:r w:rsidRPr="00423904">
        <w:rPr>
          <w:rStyle w:val="libAieChar"/>
        </w:rPr>
        <w:t>*</w:t>
      </w:r>
      <w:r w:rsidRPr="00423904">
        <w:rPr>
          <w:rStyle w:val="libAieChar"/>
          <w:rtl/>
        </w:rPr>
        <w:t xml:space="preserve"> إِلَّا مَنِ ارْتَضَىٰ مِن رَّسُولٍ ...</w:t>
      </w:r>
      <w:r w:rsidRPr="00423904">
        <w:rPr>
          <w:rStyle w:val="libAlaemChar"/>
          <w:rtl/>
        </w:rPr>
        <w:t>)</w:t>
      </w:r>
      <w:r w:rsidRPr="00395121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ممّا لا شك فيه أن الله عزَّ وجلَّ اطلع أنبياءه ورسله على بعض هذه المغيّبات، فمثلاً </w:t>
      </w:r>
      <w:r w:rsidR="00143F79">
        <w:rPr>
          <w:rtl/>
        </w:rPr>
        <w:t xml:space="preserve"> </w:t>
      </w:r>
      <w:r>
        <w:rPr>
          <w:rtl/>
        </w:rPr>
        <w:t xml:space="preserve">عيسى روح الله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يُحدِّث قومه كما حكى عنه القرآن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... وَأُنَبِّئُكُم بِمَا تَأْكُلُونَ </w:t>
      </w:r>
      <w:r w:rsidRPr="00423904">
        <w:rPr>
          <w:rStyle w:val="libAieChar"/>
          <w:rtl/>
        </w:rPr>
        <w:br/>
        <w:t>وَمَا تَدَّخِرُونَ فِي بُيُوتِكُمْ ...</w:t>
      </w:r>
      <w:r w:rsidRPr="00423904">
        <w:rPr>
          <w:rStyle w:val="libAlaemChar"/>
          <w:rtl/>
        </w:rPr>
        <w:t>)</w:t>
      </w:r>
      <w:r w:rsidRPr="00395121">
        <w:rPr>
          <w:rtl/>
        </w:rPr>
        <w:t>(2)</w:t>
      </w:r>
      <w:r>
        <w:rPr>
          <w:rtl/>
        </w:rPr>
        <w:t xml:space="preserve"> وهكذا بالنسبة لنبيّنا محمد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حينما أطلعه الله </w:t>
      </w:r>
      <w:r w:rsidR="00143F79">
        <w:rPr>
          <w:rtl/>
        </w:rPr>
        <w:t xml:space="preserve"> </w:t>
      </w:r>
      <w:r>
        <w:rPr>
          <w:rtl/>
        </w:rPr>
        <w:t xml:space="preserve">عزَّ وجلَّ كما في سورة الروم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الم </w:t>
      </w:r>
      <w:r w:rsidRPr="00423904">
        <w:rPr>
          <w:rStyle w:val="libAieChar"/>
        </w:rPr>
        <w:t>*</w:t>
      </w:r>
      <w:r w:rsidRPr="00423904">
        <w:rPr>
          <w:rStyle w:val="libAieChar"/>
          <w:rtl/>
        </w:rPr>
        <w:t xml:space="preserve"> غُلِبَتِ الرُّومُ </w:t>
      </w:r>
      <w:r w:rsidRPr="00423904">
        <w:rPr>
          <w:rStyle w:val="libAieChar"/>
        </w:rPr>
        <w:t>*</w:t>
      </w:r>
      <w:r w:rsidRPr="00423904">
        <w:rPr>
          <w:rStyle w:val="libAieChar"/>
          <w:rtl/>
        </w:rPr>
        <w:t xml:space="preserve"> فِي أَدْنَى الْأَرْضِ وَهُم مِّن </w:t>
      </w:r>
      <w:r w:rsidRPr="00423904">
        <w:rPr>
          <w:rStyle w:val="libAieChar"/>
          <w:rtl/>
        </w:rPr>
        <w:br/>
        <w:t xml:space="preserve">بَعْدِ غَلَبِهِمْ سَيَغْلِبُونَ </w:t>
      </w:r>
      <w:r w:rsidRPr="00423904">
        <w:rPr>
          <w:rStyle w:val="libAieChar"/>
        </w:rPr>
        <w:t>*</w:t>
      </w:r>
      <w:r w:rsidRPr="00423904">
        <w:rPr>
          <w:rStyle w:val="libAieChar"/>
          <w:rtl/>
        </w:rPr>
        <w:t xml:space="preserve"> فِي بِضْعِ سِنِينَ لِلَّـهِ الْأَمْرُ مِن قَبْلُ وَمِن بَعْدُ وَيَوْمَئِذٍ </w:t>
      </w:r>
      <w:r w:rsidRPr="00423904">
        <w:rPr>
          <w:rStyle w:val="libAieChar"/>
          <w:rtl/>
        </w:rPr>
        <w:br/>
        <w:t xml:space="preserve">يَفْرَحُ الْمُؤْمِنُونَ </w:t>
      </w:r>
      <w:r w:rsidRPr="00423904">
        <w:rPr>
          <w:rStyle w:val="libAieChar"/>
        </w:rPr>
        <w:t>*</w:t>
      </w:r>
      <w:r w:rsidRPr="00423904">
        <w:rPr>
          <w:rStyle w:val="libAieChar"/>
          <w:rtl/>
        </w:rPr>
        <w:t xml:space="preserve"> بِنَصْرِ اللَّـهِ</w:t>
      </w:r>
      <w:r w:rsidRPr="00423904">
        <w:rPr>
          <w:rStyle w:val="libAlaemChar"/>
          <w:rtl/>
        </w:rPr>
        <w:t>)</w:t>
      </w:r>
      <w:r w:rsidRPr="00395121">
        <w:rPr>
          <w:rtl/>
        </w:rPr>
        <w:t>(3)</w:t>
      </w:r>
      <w:r>
        <w:rPr>
          <w:rtl/>
        </w:rPr>
        <w:t xml:space="preserve"> وغيرها من الآيات المباركات كما في فتح </w:t>
      </w:r>
      <w:r w:rsidR="00143F79">
        <w:rPr>
          <w:rtl/>
        </w:rPr>
        <w:t xml:space="preserve"> </w:t>
      </w:r>
      <w:r>
        <w:rPr>
          <w:rtl/>
        </w:rPr>
        <w:t xml:space="preserve">مكة وغيرها من الإخبار بالأمور المستقبلية. ولا مانع من ذلك ان الله عزّ وجلّ يُطلع </w:t>
      </w:r>
      <w:r w:rsidR="00143F79">
        <w:rPr>
          <w:rtl/>
        </w:rPr>
        <w:t xml:space="preserve"> </w:t>
      </w:r>
      <w:r>
        <w:rPr>
          <w:rtl/>
        </w:rPr>
        <w:t xml:space="preserve">انبياءه ورسله عن بعض هذه المُغيّبات، لذلك ورد في الآية الشريفة من سورة الجن، </w:t>
      </w:r>
      <w:r w:rsidR="00143F79">
        <w:rPr>
          <w:rtl/>
        </w:rPr>
        <w:t xml:space="preserve"> </w:t>
      </w:r>
      <w:r>
        <w:rPr>
          <w:rtl/>
        </w:rPr>
        <w:t xml:space="preserve">الاستثناء «عالم الغيب فلا يظهرُ على غيبه أحداً إلّا من ارتضى من رسول» ونبيّنا </w:t>
      </w:r>
      <w:r w:rsidR="00143F79">
        <w:rPr>
          <w:rtl/>
        </w:rPr>
        <w:t xml:space="preserve"> </w:t>
      </w:r>
      <w:r>
        <w:rPr>
          <w:rtl/>
        </w:rPr>
        <w:t xml:space="preserve">الاكرم ارتضاه الله لدينه فاطلعه على بعض هذه المغيّبات، وكذلك الائمة المعصومين </w:t>
      </w:r>
      <w:r w:rsidR="00143F79">
        <w:rPr>
          <w:rtl/>
        </w:rPr>
        <w:t xml:space="preserve"> </w:t>
      </w:r>
      <w:r>
        <w:rPr>
          <w:rtl/>
        </w:rPr>
        <w:t xml:space="preserve">فهم ورثة الرسول الاكرم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، فقد روي عن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«قد ورثنا رسول </w:t>
      </w:r>
      <w:r w:rsidR="00143F79">
        <w:rPr>
          <w:rtl/>
        </w:rPr>
        <w:t xml:space="preserve"> </w:t>
      </w:r>
      <w:r>
        <w:rPr>
          <w:rtl/>
        </w:rPr>
        <w:t>الله في كل شيء ما عدا النبوّة والأزواج». فلا مانع من إخبارهم ببعض المُغيّبات.</w:t>
      </w:r>
    </w:p>
    <w:p w:rsidR="008F239C" w:rsidRPr="00E64CDA" w:rsidRDefault="008F239C" w:rsidP="0094659A">
      <w:pPr>
        <w:pStyle w:val="libLine"/>
        <w:rPr>
          <w:rtl/>
        </w:rPr>
      </w:pPr>
      <w:r w:rsidRPr="00E64CDA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سورة الجن: 26 ـ 27.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سورة آل عمران: 49.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سورة الروم: 1 ـ 5.</w:t>
      </w:r>
    </w:p>
    <w:p w:rsidR="008F239C" w:rsidRPr="00E64CDA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38" w:name="_Toc57828342"/>
      <w:r w:rsidRPr="00E64CDA">
        <w:rPr>
          <w:rtl/>
        </w:rPr>
        <w:lastRenderedPageBreak/>
        <w:t xml:space="preserve">بعض ما أخبر به الإمام موسى بن جعفر </w:t>
      </w:r>
      <w:r w:rsidRPr="00423904">
        <w:rPr>
          <w:rStyle w:val="libAlaemChar"/>
          <w:rtl/>
        </w:rPr>
        <w:t>عليه‌السلام</w:t>
      </w:r>
      <w:bookmarkEnd w:id="3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1 ـ روى العلامة المجلسي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في بحار الأنوار ج 48 ص 32 عن الوشّاء الحسن </w:t>
      </w:r>
      <w:r w:rsidR="00143F79">
        <w:rPr>
          <w:rtl/>
        </w:rPr>
        <w:t xml:space="preserve"> </w:t>
      </w:r>
      <w:r>
        <w:rPr>
          <w:rtl/>
        </w:rPr>
        <w:t xml:space="preserve">بن عليّ قال: حججتُ أنا وخالي إسماعيل بن إلياس فكتبت إلى أبي الحسن الأوَّل </w:t>
      </w:r>
      <w:r w:rsidR="00143F79">
        <w:rPr>
          <w:rtl/>
        </w:rPr>
        <w:t xml:space="preserve"> </w:t>
      </w:r>
      <w:r>
        <w:rPr>
          <w:rtl/>
        </w:rPr>
        <w:t xml:space="preserve">وكتب خالي: إنَّ لي بنات وليسَ لي ذكر، وقد قُتل رجالنا، وقد خلّفتُ امرأتي </w:t>
      </w:r>
      <w:r w:rsidR="00143F79">
        <w:rPr>
          <w:rtl/>
        </w:rPr>
        <w:t xml:space="preserve"> </w:t>
      </w:r>
      <w:r>
        <w:rPr>
          <w:rtl/>
        </w:rPr>
        <w:t xml:space="preserve">حاملاً فادع الله أن يجعله غلاماً وسمّه، فوقّع في الكتاب قد قضى الله حاجتك فسمّه </w:t>
      </w:r>
      <w:r w:rsidR="00143F79">
        <w:rPr>
          <w:rtl/>
        </w:rPr>
        <w:t xml:space="preserve"> </w:t>
      </w:r>
      <w:r>
        <w:rPr>
          <w:rtl/>
        </w:rPr>
        <w:t xml:space="preserve">محمّداً، فقدمنا إلى الكوفة وقد وُلد له غلام قبل وصولنا الكوفة بستّة أيّام، دخلنا </w:t>
      </w:r>
      <w:r w:rsidR="00143F79">
        <w:rPr>
          <w:rtl/>
        </w:rPr>
        <w:t xml:space="preserve"> </w:t>
      </w:r>
      <w:r>
        <w:rPr>
          <w:rtl/>
        </w:rPr>
        <w:t>يوم سابعه، فقال أبو محمد هو والله اليوم رجل وله أولاد.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أقول: الإمام المعصوم ليس بينه وبين الله حجاب، ووعاءه يستوعب ويتلقى </w:t>
      </w:r>
      <w:r w:rsidR="00143F79">
        <w:rPr>
          <w:rtl/>
        </w:rPr>
        <w:t xml:space="preserve"> </w:t>
      </w:r>
      <w:r>
        <w:rPr>
          <w:rtl/>
        </w:rPr>
        <w:t xml:space="preserve">الفيض من الله سبحانه مباشرة، والإمام هو خليفة الله في أرضه ولا بدَّ ان يطّلع على </w:t>
      </w:r>
      <w:r w:rsidR="00143F79">
        <w:rPr>
          <w:rtl/>
        </w:rPr>
        <w:t xml:space="preserve"> </w:t>
      </w:r>
      <w:r>
        <w:rPr>
          <w:rtl/>
        </w:rPr>
        <w:t>أحوال رعيّته... الخ.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2 ـ روى هشام بن أحمر أنّه ورد تاجر من المغرب ومعه جوار، فعرضهنَّ على </w:t>
      </w:r>
      <w:r w:rsidR="00143F79">
        <w:rPr>
          <w:rtl/>
        </w:rPr>
        <w:t xml:space="preserve"> </w:t>
      </w:r>
      <w:r>
        <w:rPr>
          <w:rtl/>
        </w:rPr>
        <w:t xml:space="preserve">أبي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فلم يختر منهنَّ شيئاً وقال: أرنا؟ فقال عندي أُخرى وهي مريضة </w:t>
      </w:r>
      <w:r w:rsidR="00143F79">
        <w:rPr>
          <w:rtl/>
        </w:rPr>
        <w:t xml:space="preserve"> </w:t>
      </w:r>
      <w:r>
        <w:rPr>
          <w:rtl/>
        </w:rPr>
        <w:t xml:space="preserve">فقال: ما عليك أن تعرضها، فأبى فانصرف ثم إنّه أرسلني من الغد إليه وقال: قل له: </w:t>
      </w:r>
      <w:r w:rsidR="00143F79">
        <w:rPr>
          <w:rtl/>
        </w:rPr>
        <w:t xml:space="preserve"> </w:t>
      </w:r>
      <w:r>
        <w:rPr>
          <w:rtl/>
        </w:rPr>
        <w:t xml:space="preserve">كم غايتك فيها؟ فقال: ما أنقصها من كذا وكذا فقلت قد أخذتها وهو لك، فقال: </w:t>
      </w:r>
      <w:r w:rsidR="00143F79">
        <w:rPr>
          <w:rtl/>
        </w:rPr>
        <w:t xml:space="preserve"> </w:t>
      </w:r>
      <w:r>
        <w:rPr>
          <w:rtl/>
        </w:rPr>
        <w:t xml:space="preserve">وهي لك ولكن من الرجل؟ فقلت: رجل من بني هاشم فقال: من أي بني هاشم؟ </w:t>
      </w:r>
      <w:r w:rsidR="00143F79">
        <w:rPr>
          <w:rtl/>
        </w:rPr>
        <w:t xml:space="preserve"> </w:t>
      </w:r>
      <w:r>
        <w:rPr>
          <w:rtl/>
        </w:rPr>
        <w:t>قلت: ما عندي أكثر من هذا.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 أُخبرك عن هذه الوصيفة إني اشترتيها من أقصى المغرب فلقيتني امرأة </w:t>
      </w:r>
      <w:r w:rsidR="00143F79">
        <w:rPr>
          <w:rtl/>
        </w:rPr>
        <w:t xml:space="preserve"> </w:t>
      </w:r>
      <w:r>
        <w:rPr>
          <w:rtl/>
        </w:rPr>
        <w:t xml:space="preserve">من أهل الكتاب فقالت: ما هذه الوصيفة معك؟ فقلت اشتريتها لنفسي فقالت: ما </w:t>
      </w:r>
      <w:r w:rsidR="00143F79">
        <w:rPr>
          <w:rtl/>
        </w:rPr>
        <w:t xml:space="preserve"> </w:t>
      </w:r>
      <w:r>
        <w:rPr>
          <w:rtl/>
        </w:rPr>
        <w:t xml:space="preserve">ينبغي أن تكون هذه عند مثلك، إنّ هذه الجارية ينبغي أن تكون عند خير أهل </w:t>
      </w:r>
      <w:r w:rsidR="00143F79">
        <w:rPr>
          <w:rtl/>
        </w:rPr>
        <w:t xml:space="preserve"> </w:t>
      </w:r>
      <w:r>
        <w:rPr>
          <w:rtl/>
        </w:rPr>
        <w:t xml:space="preserve">الأرض، ولا تلبث عنده إلّا قليلاً حتى تلد منه غلاماً ما يولد بشرق الأرض ولا </w:t>
      </w:r>
      <w:r w:rsidR="00143F79">
        <w:rPr>
          <w:rtl/>
        </w:rPr>
        <w:t xml:space="preserve"> </w:t>
      </w:r>
      <w:r>
        <w:rPr>
          <w:rtl/>
        </w:rPr>
        <w:t xml:space="preserve">غربها مثله، يدين له شرق الأرض وغربها، قال فأتيته بها فلم يلبث إلّا قليلاً حتّى </w:t>
      </w:r>
      <w:r w:rsidR="00143F79">
        <w:rPr>
          <w:rtl/>
        </w:rPr>
        <w:t xml:space="preserve"> </w:t>
      </w:r>
      <w:r>
        <w:rPr>
          <w:rtl/>
        </w:rPr>
        <w:t xml:space="preserve">ولدت عليّا الرِّضا </w:t>
      </w:r>
      <w:r w:rsidRPr="00423904">
        <w:rPr>
          <w:rStyle w:val="libAlaemChar"/>
          <w:rtl/>
        </w:rPr>
        <w:t>عليه‌السلام</w:t>
      </w:r>
      <w:r w:rsidRPr="00395121">
        <w:rPr>
          <w:rtl/>
        </w:rPr>
        <w:t>(1)</w:t>
      </w:r>
      <w:r>
        <w:rPr>
          <w:rtl/>
        </w:rPr>
        <w:t>.</w:t>
      </w:r>
    </w:p>
    <w:p w:rsidR="008F239C" w:rsidRPr="00E64CDA" w:rsidRDefault="008F239C" w:rsidP="0094659A">
      <w:pPr>
        <w:pStyle w:val="libLine"/>
        <w:rPr>
          <w:rtl/>
        </w:rPr>
      </w:pPr>
      <w:r w:rsidRPr="00E64CDA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بحار الأنوار: ج 48، ص 33.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3 ـ خير شطيطة: روى العلامة المجلسي في بحاره ج 48، ص 73 في خبر </w:t>
      </w:r>
      <w:r w:rsidR="00143F79">
        <w:rPr>
          <w:rtl/>
        </w:rPr>
        <w:t xml:space="preserve"> </w:t>
      </w:r>
      <w:r>
        <w:rPr>
          <w:rtl/>
        </w:rPr>
        <w:t xml:space="preserve">طويل: انه اجتمعت عصابة الشيعة بنيسابور واختاروا محمد بن عليِّ النيسابوري </w:t>
      </w:r>
      <w:r w:rsidR="00143F79">
        <w:rPr>
          <w:rtl/>
        </w:rPr>
        <w:t xml:space="preserve"> </w:t>
      </w:r>
      <w:r>
        <w:rPr>
          <w:rtl/>
        </w:rPr>
        <w:t xml:space="preserve">فدفعوا إليه ثلاثين ألف دينار وخمسين ألف درهم وشقّة من الثياب، وأتت شطيطة </w:t>
      </w:r>
      <w:r w:rsidR="00143F79">
        <w:rPr>
          <w:rtl/>
        </w:rPr>
        <w:t xml:space="preserve"> </w:t>
      </w:r>
      <w:r>
        <w:rPr>
          <w:rtl/>
        </w:rPr>
        <w:t xml:space="preserve">بدرهم صحيح وشقّة خام من غزل يدها تساوي أربعة دراهم فقالت: إنَّ الله لا </w:t>
      </w:r>
      <w:r w:rsidR="00143F79">
        <w:rPr>
          <w:rtl/>
        </w:rPr>
        <w:t xml:space="preserve"> </w:t>
      </w:r>
      <w:r>
        <w:rPr>
          <w:rtl/>
        </w:rPr>
        <w:t xml:space="preserve">يستحي من الحقِّ، قال: فثنيت درهمها وجاءوا بجزء فيه مسائل ملئ سبعين ورقة في </w:t>
      </w:r>
      <w:r w:rsidR="00143F79">
        <w:rPr>
          <w:rtl/>
        </w:rPr>
        <w:t xml:space="preserve"> </w:t>
      </w:r>
      <w:r>
        <w:rPr>
          <w:rtl/>
        </w:rPr>
        <w:t xml:space="preserve">كل ورقة مسألة وباقي الورق بياض ليكتب الجواب تحتها وقد حزمت كلّ ورقتين </w:t>
      </w:r>
      <w:r w:rsidR="00143F79">
        <w:rPr>
          <w:rtl/>
        </w:rPr>
        <w:t xml:space="preserve"> </w:t>
      </w:r>
      <w:r>
        <w:rPr>
          <w:rtl/>
        </w:rPr>
        <w:t xml:space="preserve">بثلاث حزم وختم عليها بثلاث خواتيم على كلّ حزام خاتم، وقالوا: ادفع إلى </w:t>
      </w:r>
      <w:r w:rsidR="00143F79">
        <w:rPr>
          <w:rtl/>
        </w:rPr>
        <w:t xml:space="preserve"> </w:t>
      </w:r>
      <w:r>
        <w:rPr>
          <w:rtl/>
        </w:rPr>
        <w:t xml:space="preserve">الإمام ليلة وخذ منه في غد، فان وجدت الجزء صحيح الخواتم فاكسر منها خمسة </w:t>
      </w:r>
      <w:r w:rsidR="00143F79">
        <w:rPr>
          <w:rtl/>
        </w:rPr>
        <w:t xml:space="preserve"> </w:t>
      </w:r>
      <w:r>
        <w:rPr>
          <w:rtl/>
        </w:rPr>
        <w:t xml:space="preserve">وانظر هل أجاب عن المسائل فان لم تنكسر الخواتيم فهو الإمام المستحقّ للمال </w:t>
      </w:r>
      <w:r w:rsidR="00143F79">
        <w:rPr>
          <w:rtl/>
        </w:rPr>
        <w:t xml:space="preserve"> </w:t>
      </w:r>
      <w:r>
        <w:rPr>
          <w:rtl/>
        </w:rPr>
        <w:t xml:space="preserve">فادفع إليه، وإلا فردّ إلينا أموالنا، فدخل على الأفطح عبدالله بن جعفر وجرَّبه وخرج </w:t>
      </w:r>
      <w:r w:rsidR="00143F79">
        <w:rPr>
          <w:rtl/>
        </w:rPr>
        <w:t xml:space="preserve"> </w:t>
      </w:r>
      <w:r>
        <w:rPr>
          <w:rtl/>
        </w:rPr>
        <w:t xml:space="preserve">عنه قائلاً ربّ اهدني إلى سواء الصراط، قال: فبينما أنا واقف إذا أنا بغلام يقول: </w:t>
      </w:r>
      <w:r w:rsidR="00143F79">
        <w:rPr>
          <w:rtl/>
        </w:rPr>
        <w:t xml:space="preserve"> </w:t>
      </w:r>
      <w:r>
        <w:rPr>
          <w:rtl/>
        </w:rPr>
        <w:t xml:space="preserve">أجب من تريد، فأتى بي دار موسى بن جعفر فلمّا رآني قال لي لِمَ تقنط يا أبا </w:t>
      </w:r>
      <w:r w:rsidR="00143F79">
        <w:rPr>
          <w:rtl/>
        </w:rPr>
        <w:t xml:space="preserve"> </w:t>
      </w:r>
      <w:r>
        <w:rPr>
          <w:rtl/>
        </w:rPr>
        <w:t xml:space="preserve">جعفر؟ ولِمَ تفزع إلى اليهود والنصارى؟ إليَّ فأنا حجّة الله ووليّه، ألم يعرِّفك أبو </w:t>
      </w:r>
      <w:r w:rsidR="00143F79">
        <w:rPr>
          <w:rtl/>
        </w:rPr>
        <w:t xml:space="preserve"> </w:t>
      </w:r>
      <w:r>
        <w:rPr>
          <w:rtl/>
        </w:rPr>
        <w:t xml:space="preserve">حمزة على باب مسجد جدِّي، وقد أجبتُك عمّا في الجزء من المسائل بجميع ما </w:t>
      </w:r>
      <w:r w:rsidR="00143F79">
        <w:rPr>
          <w:rtl/>
        </w:rPr>
        <w:t xml:space="preserve"> </w:t>
      </w:r>
      <w:r>
        <w:rPr>
          <w:rtl/>
        </w:rPr>
        <w:t xml:space="preserve">تحتاج إليه منذ أمس فجئني به وبدرهم شطيطة الذي وزنه درهم ودانقان الذي في </w:t>
      </w:r>
      <w:r w:rsidR="00143F79">
        <w:rPr>
          <w:rtl/>
        </w:rPr>
        <w:t xml:space="preserve"> </w:t>
      </w:r>
      <w:r>
        <w:rPr>
          <w:rtl/>
        </w:rPr>
        <w:t xml:space="preserve">الكيس الذي فيه أربعمائة درهم للوازوري، والشُقّة التي في رزمة الأخوين </w:t>
      </w:r>
      <w:r w:rsidR="00143F79">
        <w:rPr>
          <w:rtl/>
        </w:rPr>
        <w:t xml:space="preserve"> </w:t>
      </w:r>
      <w:r>
        <w:rPr>
          <w:rtl/>
        </w:rPr>
        <w:t xml:space="preserve">البلخيّين، قال: فطار عقلي من مقاله، وأتيت بما أمرني ووضعت ذلك قبله فأخذ </w:t>
      </w:r>
      <w:r w:rsidR="00143F79">
        <w:rPr>
          <w:rtl/>
        </w:rPr>
        <w:t xml:space="preserve"> </w:t>
      </w:r>
      <w:r>
        <w:rPr>
          <w:rtl/>
        </w:rPr>
        <w:t xml:space="preserve">درهم شطيطة وإزارها ثم استقبلني وقال: إن الله لا يستحيي من الحقّ يا أبا جعفر </w:t>
      </w:r>
      <w:r w:rsidR="00143F79">
        <w:rPr>
          <w:rtl/>
        </w:rPr>
        <w:t xml:space="preserve"> </w:t>
      </w:r>
      <w:r>
        <w:rPr>
          <w:rtl/>
        </w:rPr>
        <w:t xml:space="preserve">أبلغ شطيطة سلامي وأعطها هذه الصّرة وكانت أربعين درهماً ثم قال: وأهديتُ لها </w:t>
      </w:r>
      <w:r w:rsidR="00143F79">
        <w:rPr>
          <w:rtl/>
        </w:rPr>
        <w:t xml:space="preserve"> </w:t>
      </w:r>
      <w:r>
        <w:rPr>
          <w:rtl/>
        </w:rPr>
        <w:t xml:space="preserve">شقة من أكفاني من قطن قريتنا صيدا قرية فاطمة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 وغزل أُختي حليمة ابنة أبي </w:t>
      </w:r>
      <w:r w:rsidR="00143F79">
        <w:rPr>
          <w:rtl/>
        </w:rPr>
        <w:t xml:space="preserve"> </w:t>
      </w:r>
      <w:r>
        <w:rPr>
          <w:rtl/>
        </w:rPr>
        <w:t xml:space="preserve">عبدالله جعفر بن محمد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ثمَّ قال: وقل لها ستعيشين تسعة عشر يوماً من </w:t>
      </w:r>
      <w:r w:rsidR="00143F79">
        <w:rPr>
          <w:rtl/>
        </w:rPr>
        <w:t xml:space="preserve"> </w:t>
      </w:r>
      <w:r>
        <w:rPr>
          <w:rtl/>
        </w:rPr>
        <w:t xml:space="preserve">وصول أبي جعفر ووصول الشقّة والدراهم فانفقي على نفسك منها ستّة عشر </w:t>
      </w:r>
      <w:r w:rsidR="00143F79">
        <w:rPr>
          <w:rtl/>
        </w:rPr>
        <w:t xml:space="preserve"> </w:t>
      </w:r>
      <w:r>
        <w:rPr>
          <w:rtl/>
        </w:rPr>
        <w:t xml:space="preserve">درهماً، وأجعلي أربعة وعشرين صدقة عنكِ وما يلزم عنكِ، وأنا أتولّى الصلاة </w:t>
      </w:r>
      <w:r w:rsidR="00143F79">
        <w:rPr>
          <w:rtl/>
        </w:rPr>
        <w:t xml:space="preserve"> </w:t>
      </w:r>
      <w:r>
        <w:rPr>
          <w:rtl/>
        </w:rPr>
        <w:t xml:space="preserve">عليك، فاذا رأيتني يا أبا جعفر فاكتم عليّ، فانّه أبقى لنفسكِ، ثمَّ قال: وأردد الأموال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إلى أصحابها، وافكك هذه الخواتيم عن الجزء وانظر هل أجبناك عن المسائل أم </w:t>
      </w:r>
      <w:r w:rsidR="00143F79">
        <w:rPr>
          <w:rtl/>
        </w:rPr>
        <w:t xml:space="preserve"> </w:t>
      </w:r>
      <w:r>
        <w:rPr>
          <w:rtl/>
        </w:rPr>
        <w:t>لا، مِن قبل أن تجيئنا بالجزء؟ فوجدت الخواتيم الصحيحة.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ففتحت منها واحداً من وسطها فوجدتُ فيه مكتوباً: ما يقول العالم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رجل </w:t>
      </w:r>
      <w:r w:rsidR="00143F79">
        <w:rPr>
          <w:rtl/>
        </w:rPr>
        <w:t xml:space="preserve"> </w:t>
      </w:r>
      <w:r>
        <w:rPr>
          <w:rtl/>
        </w:rPr>
        <w:t xml:space="preserve">قال: نذرتُ لله لأعتقنَّ كلَّ مملوك كان في رقّي قديماً وكان له جماعة من العبيد؟ </w:t>
      </w:r>
      <w:r w:rsidR="00143F79">
        <w:rPr>
          <w:rtl/>
        </w:rPr>
        <w:t xml:space="preserve"> </w:t>
      </w:r>
      <w:r>
        <w:rPr>
          <w:rtl/>
        </w:rPr>
        <w:t xml:space="preserve">الجواب بخطّه: ليعتقنّ من كان في ملكه من قبل ستة أشهر والدليل على صحة </w:t>
      </w:r>
      <w:r w:rsidR="00143F79">
        <w:rPr>
          <w:rtl/>
        </w:rPr>
        <w:t xml:space="preserve"> </w:t>
      </w:r>
      <w:r>
        <w:rPr>
          <w:rtl/>
        </w:rPr>
        <w:t>ذلك قوله تعالى: «</w:t>
      </w:r>
      <w:r w:rsidRPr="00423904">
        <w:rPr>
          <w:rStyle w:val="libAieChar"/>
          <w:rtl/>
        </w:rPr>
        <w:t>وَالْقَمَرَ قَدَّرْنَاهُ مَنَازِلَ حَتَّىٰ عَادَ كَالْعُرْجُونِ الْقَدِيمِ</w:t>
      </w:r>
      <w:r>
        <w:rPr>
          <w:rtl/>
        </w:rPr>
        <w:t xml:space="preserve">» وكل مملوك </w:t>
      </w:r>
      <w:r w:rsidR="00143F79">
        <w:rPr>
          <w:rtl/>
        </w:rPr>
        <w:t xml:space="preserve"> </w:t>
      </w:r>
      <w:r>
        <w:rPr>
          <w:rtl/>
        </w:rPr>
        <w:t xml:space="preserve">لستة أشهر فما فوق فهو قديم وفككت الختام الثاني فوجدت ما تحته: ما يقول </w:t>
      </w:r>
      <w:r w:rsidR="00143F79">
        <w:rPr>
          <w:rtl/>
        </w:rPr>
        <w:t xml:space="preserve"> </w:t>
      </w:r>
      <w:r>
        <w:rPr>
          <w:rtl/>
        </w:rPr>
        <w:t xml:space="preserve">العالم في رجل قال: والله لأتصدَّقنّ بمالٍ كثير فيما يتصدَّق؟ الجواب تحته بخطّه: </w:t>
      </w:r>
      <w:r w:rsidR="00143F79">
        <w:rPr>
          <w:rtl/>
        </w:rPr>
        <w:t xml:space="preserve"> </w:t>
      </w:r>
      <w:r>
        <w:rPr>
          <w:rtl/>
        </w:rPr>
        <w:t xml:space="preserve">إن كان الذي حلف من أرباب شياه فليتصدَّق بأربع وثمانين شاة، وإن كان </w:t>
      </w:r>
      <w:r w:rsidR="00143F79">
        <w:rPr>
          <w:rtl/>
        </w:rPr>
        <w:t xml:space="preserve"> </w:t>
      </w:r>
      <w:r>
        <w:rPr>
          <w:rtl/>
        </w:rPr>
        <w:t xml:space="preserve">من أصحاب النعم فليتصدَّق بأربع وثمانين بعيراً، وإن كان من أرباب الدراهم </w:t>
      </w:r>
      <w:r w:rsidR="00143F79">
        <w:rPr>
          <w:rtl/>
        </w:rPr>
        <w:t xml:space="preserve"> </w:t>
      </w:r>
      <w:r>
        <w:rPr>
          <w:rtl/>
        </w:rPr>
        <w:t>فليتصدَّق بأربع وثمانين درهماً والدليل عليه قوله تعالى «</w:t>
      </w:r>
      <w:r w:rsidRPr="00423904">
        <w:rPr>
          <w:rStyle w:val="libAieChar"/>
          <w:rtl/>
        </w:rPr>
        <w:t xml:space="preserve">لَقَدْ نَصَرَكُمُ اللَّهُ فِي </w:t>
      </w:r>
      <w:r w:rsidRPr="00423904">
        <w:rPr>
          <w:rStyle w:val="libAieChar"/>
          <w:rtl/>
        </w:rPr>
        <w:br/>
        <w:t>مَوَاطِنَ كَثِيرَةٍ</w:t>
      </w:r>
      <w:r>
        <w:rPr>
          <w:rtl/>
        </w:rPr>
        <w:t xml:space="preserve">» فعددت مواطن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قبل نزول تلك الآية فكانت أربع </w:t>
      </w:r>
      <w:r w:rsidR="00143F79">
        <w:rPr>
          <w:rtl/>
        </w:rPr>
        <w:t xml:space="preserve"> </w:t>
      </w:r>
      <w:r>
        <w:rPr>
          <w:rtl/>
        </w:rPr>
        <w:t>وثمانين موطناً.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... فلمّا وافى خراسان وجد الذين ردّ عليهم أموالهم ارتدّوا إلى الفطحيّة وشطيطة </w:t>
      </w:r>
      <w:r w:rsidR="00143F79">
        <w:rPr>
          <w:rtl/>
        </w:rPr>
        <w:t xml:space="preserve"> </w:t>
      </w:r>
      <w:r>
        <w:rPr>
          <w:rtl/>
        </w:rPr>
        <w:t xml:space="preserve">على الحقِّ فبلّغها سلامه وأعطاها صرّته وشقّته، فعاشت كما 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فلمّا توفيت </w:t>
      </w:r>
      <w:r w:rsidR="00143F79">
        <w:rPr>
          <w:rtl/>
        </w:rPr>
        <w:t xml:space="preserve"> </w:t>
      </w:r>
      <w:r>
        <w:rPr>
          <w:rtl/>
        </w:rPr>
        <w:t xml:space="preserve">شطيطة جاء الإمام على بعيرٍ له فلمّا فرغ من تجهيزها ركب بعيره وانثنى نحو </w:t>
      </w:r>
      <w:r w:rsidR="00143F79">
        <w:rPr>
          <w:rtl/>
        </w:rPr>
        <w:t xml:space="preserve"> </w:t>
      </w:r>
      <w:r>
        <w:rPr>
          <w:rtl/>
        </w:rPr>
        <w:t xml:space="preserve">البرية، وقال: عرّف أصحابك واقرأهم منّي السلام وقل لهم: إنّي ومن يجري </w:t>
      </w:r>
      <w:r w:rsidR="00143F79">
        <w:rPr>
          <w:rtl/>
        </w:rPr>
        <w:t xml:space="preserve"> </w:t>
      </w:r>
      <w:r>
        <w:rPr>
          <w:rtl/>
        </w:rPr>
        <w:t xml:space="preserve">مجراي من الأئمة لا بدَّ لنا من حضور جنائزكم في أيّ بلد كنتم، فاتقوا الله في </w:t>
      </w:r>
      <w:r w:rsidR="00143F79">
        <w:rPr>
          <w:rtl/>
        </w:rPr>
        <w:t xml:space="preserve"> </w:t>
      </w:r>
      <w:r>
        <w:rPr>
          <w:rtl/>
        </w:rPr>
        <w:t>أنفسكم</w:t>
      </w:r>
      <w:r w:rsidRPr="0093316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أقول: الإمام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روحي فداه حضر عندها مع بعد المسافة وجهَّزها </w:t>
      </w:r>
      <w:r w:rsidR="00143F79">
        <w:rPr>
          <w:rtl/>
        </w:rPr>
        <w:t xml:space="preserve"> </w:t>
      </w:r>
      <w:r>
        <w:rPr>
          <w:rtl/>
        </w:rPr>
        <w:t>أسفي عليك يا غريب كربلا مَن الذي جهّزك مَنْ الذي شيّعَك.</w:t>
      </w:r>
    </w:p>
    <w:p w:rsidR="008F239C" w:rsidRPr="000F22AE" w:rsidRDefault="008F239C" w:rsidP="0094659A">
      <w:pPr>
        <w:pStyle w:val="libLine"/>
        <w:rPr>
          <w:rtl/>
        </w:rPr>
      </w:pPr>
      <w:r w:rsidRPr="000F22AE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البحار نقلاً عن المناقب ج 3 ص 409.</w:t>
      </w:r>
    </w:p>
    <w:p w:rsidR="008F239C" w:rsidRDefault="008F239C" w:rsidP="0094659A">
      <w:pPr>
        <w:pStyle w:val="libCenterBold2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بالله هل رفعت جنازته وهل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صلّى صلاة الميتين إمامها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بالله هل واريتموها في الثرى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وهل استقرَّت في اللحود رمامها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جثة ما شيّعت يوماً ولا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نحو القبور سعت بها أقدامها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يقول أديب آخر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شيعت نعشه أيدي أحبته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جنازته شيلت بتوقيرِ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تهابه الوحش أن تدنو لمصرعه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وقد أقام ثلاثاً غير مقبور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وكأني بالحوراء زينب </w:t>
      </w:r>
      <w:r w:rsidRPr="00423904">
        <w:rPr>
          <w:rStyle w:val="libAlaemChar"/>
          <w:rtl/>
        </w:rPr>
        <w:t>عليها‌السلام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نادت الحوره ابصوت يرض الغاضريه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عنچ اشلون امشي وأخوتي على الوطيه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هذي عليَّ اعظم رزية من زماني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بيها ابچتل احسين بربوعچ رماني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اوتاه الفكر مني اوآنه المعروفه شاني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ابجسمه اليظل عاري او على اترابچ رميّه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منچ اريد اتغسِلِّيْ واتكفّنينه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واتشيعيه او وسط لحده اتوسّدينه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نصبيله ماتم بعد دفنه لو مشينه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خل بيه تنعى الناعيه صبح او مسيّه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عنها لسان الحال رد اعلى العقيلة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الي الدفن ابن النبي چاره وحيله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جسمه اموزع بالفله واشلون اشيله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نادي بني هاشم الدفنه ابها لمسيّة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وانچان گلتيلي بني هاشم بعيدين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يسمعون الصوت ودّي طارش الحسين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خلي يصيح ابصوت عالي ذبحوا احسين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داسوا على جسمه ابخيل الاعوجيه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گالت الحوره امتين الى طارش او مرسول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وآنه بگيت ابدار غربه او كل هلي اچتول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مـا عندي غير اعليل فكري اعليه مذهول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جذبوا افراشه او فرهدوه اجلاف اميه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كربلا آنه الدهر ما انصف اوياي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خلاني ما بين الأعادي اخلاف ولياي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فوگ الهزل واحسين مرمي اگبال عيناي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هاي الرزيّه البيها هانت كل رزيه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انه الدهر طگني على اعيوني او عماني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آنه الدهر بفراگ اهل بيتي دهاني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ريت ميته من گبل موته اخواني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أهل الشرف واهل المعالي والحميه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p w:rsidR="008F239C" w:rsidRPr="000B537C" w:rsidRDefault="008F239C" w:rsidP="00423904">
      <w:pPr>
        <w:pStyle w:val="libNormal"/>
        <w:rPr>
          <w:rtl/>
        </w:rPr>
      </w:pPr>
      <w:r w:rsidRPr="000B537C">
        <w:rPr>
          <w:rtl/>
        </w:rPr>
        <w:br w:type="page"/>
      </w:r>
    </w:p>
    <w:p w:rsidR="008F239C" w:rsidRDefault="008F239C" w:rsidP="00423904">
      <w:pPr>
        <w:pStyle w:val="libBold1"/>
        <w:rPr>
          <w:rtl/>
        </w:rPr>
      </w:pPr>
      <w:r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5E1339" w:rsidRDefault="008F239C" w:rsidP="008F239C">
      <w:pPr>
        <w:pStyle w:val="Heading1"/>
        <w:rPr>
          <w:rtl/>
        </w:rPr>
      </w:pPr>
      <w:bookmarkStart w:id="39" w:name="_Toc57828343"/>
      <w:r w:rsidRPr="005E1339">
        <w:rPr>
          <w:rtl/>
        </w:rPr>
        <w:t>المجلس السابع</w:t>
      </w:r>
      <w:bookmarkEnd w:id="39"/>
    </w:p>
    <w:p w:rsidR="008F239C" w:rsidRPr="005E1339" w:rsidRDefault="008F239C" w:rsidP="008F239C">
      <w:pPr>
        <w:pStyle w:val="Heading2"/>
        <w:rPr>
          <w:rtl/>
        </w:rPr>
      </w:pPr>
      <w:bookmarkStart w:id="40" w:name="_Toc57828344"/>
      <w:r w:rsidRPr="005E1339">
        <w:rPr>
          <w:rtl/>
        </w:rPr>
        <w:t>الموضوع: باب الحوائج</w:t>
      </w:r>
      <w:bookmarkEnd w:id="4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للشيخ عبد المنعم الفرطوسي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لكليم الأحشاء موسى بكائي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وهو روح من خاتم الأنبياء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تداعى من الهدى فيه ركن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فتداعى للدين أسمى بناءِ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وتوارى نجم الإمامة خَسْفاً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فتوارى للحقّ أسنى ضياءِ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أودعوهُ طامورةً قطّ فيها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 يُميّز بين الدّجى والضيّاء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فسقاهُ السّندي في رطباتٍ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شرّ سمّ سقاهُ مرّ الفناءِ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وتبقّى ثلاثة دون دفن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وهو مُلقىً ما بينهم بالعراءِ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فلهُ أُسوة البقاء ثلاثاً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دون دفنٍ بسيّد الشهداءِ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حملوه والحديد ضجيج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بين رجليه من قيود البلاءِ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سمع ويلي گبل هذا الشهيد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ميتٍ شالوه وابرجله الحديد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لچن ابغربه وماله من عضيد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وأظهرت اشرارها المكتومها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ألف يا حيف ألف وأكثر وسافه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يظل نعشك على جسر الرصافه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وطبيب الگلب ابچفك وشافه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ايگول اولا عشيرة الهاذ تظهر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5E1339" w:rsidRDefault="008F239C" w:rsidP="00423904">
      <w:pPr>
        <w:pStyle w:val="libNormal"/>
        <w:rPr>
          <w:rtl/>
        </w:rPr>
      </w:pPr>
      <w:r w:rsidRPr="005E1339">
        <w:rPr>
          <w:rtl/>
        </w:rPr>
        <w:br w:type="page"/>
      </w:r>
    </w:p>
    <w:p w:rsidR="008F239C" w:rsidRDefault="008F239C" w:rsidP="0094659A">
      <w:pPr>
        <w:pStyle w:val="libCenterBold2"/>
        <w:rPr>
          <w:rtl/>
        </w:rPr>
      </w:pPr>
      <w:r>
        <w:lastRenderedPageBreak/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وگف يم اجنازته ابن سويد وياه الطبيب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 چف ايده او شمه وارتفع منه النحيب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 هذا من عشيرة لو ابلدتكم غريب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انچان تسأل عن سبب موته تره بالسم گضه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الجسر ملقىً برمضائها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به أشفت القوم أضغانها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8527EF" w:rsidRDefault="008F239C" w:rsidP="008F239C">
      <w:pPr>
        <w:pStyle w:val="Heading2"/>
        <w:rPr>
          <w:rtl/>
        </w:rPr>
      </w:pPr>
      <w:bookmarkStart w:id="41" w:name="_Toc57828345"/>
      <w:r w:rsidRPr="008527EF">
        <w:rPr>
          <w:rtl/>
        </w:rPr>
        <w:t>موضوع المجلس السابع: باب الحوائج</w:t>
      </w:r>
      <w:bookmarkEnd w:id="4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شيخ الحنابلة «ما همّني أمر فقصدت قبر موسى بن جعفر إلّا سهل الله تعالى </w:t>
      </w:r>
      <w:r w:rsidR="00143F79">
        <w:rPr>
          <w:rtl/>
        </w:rPr>
        <w:t xml:space="preserve"> </w:t>
      </w:r>
      <w:r>
        <w:rPr>
          <w:rtl/>
        </w:rPr>
        <w:t>لي ما أُحب»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من أبرز الألقاب وأكثرها شيوعاً للامام الكاظم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هو باب </w:t>
      </w:r>
      <w:r w:rsidR="00143F79">
        <w:rPr>
          <w:rtl/>
        </w:rPr>
        <w:t xml:space="preserve"> </w:t>
      </w:r>
      <w:r>
        <w:rPr>
          <w:rtl/>
        </w:rPr>
        <w:t xml:space="preserve">الحوائج، فقد اشتهر بين الخاص والعام أنه ما قصده مكروب أو حزين إلّا فرّج الله </w:t>
      </w:r>
      <w:r w:rsidR="00143F79">
        <w:rPr>
          <w:rtl/>
        </w:rPr>
        <w:t xml:space="preserve"> </w:t>
      </w:r>
      <w:r>
        <w:rPr>
          <w:rtl/>
        </w:rPr>
        <w:t xml:space="preserve">آلامه وأحزانه، وما استجار أحد بضريحه المقدّس إلّا قضيت حوائجه ورجع إلى </w:t>
      </w:r>
      <w:r w:rsidR="00143F79">
        <w:rPr>
          <w:rtl/>
        </w:rPr>
        <w:t xml:space="preserve"> </w:t>
      </w:r>
      <w:r>
        <w:rPr>
          <w:rtl/>
        </w:rPr>
        <w:t>أهله مثلوج القلب، يقول السيد عبد الباقي العمري: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لذ واستجر متوسلاً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إن ضاق أمرك أو تعسّر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بأبي الرضا جد الجواد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محمد موسى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ومناقبٌ شهد العدو بفضلها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والفضل ما شهدت به الاعداء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فهذا شيخ الحنابلة وعميدهم الروحي أبو علي الخلال يقول «ما همّني أمر </w:t>
      </w:r>
      <w:r w:rsidR="00143F79">
        <w:rPr>
          <w:rtl/>
        </w:rPr>
        <w:t xml:space="preserve"> </w:t>
      </w:r>
      <w:r>
        <w:rPr>
          <w:rtl/>
        </w:rPr>
        <w:t>فقصدت قبر موسى بن جعفر إلّا سهل الله تعالى لي ما أحب...»</w:t>
      </w:r>
      <w:r w:rsidRPr="006A4689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وقال الامام الشافعي «قبر موسى بن جعفر الترياق المجرّب».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وقد روى الخطيب البغدادي في تأريخ بغداد قصة، كان فيها شاهد عيان فقد </w:t>
      </w:r>
      <w:r>
        <w:rPr>
          <w:rtl/>
        </w:rPr>
        <w:br/>
        <w:t xml:space="preserve">رأى امرأة مذهولة قد فقدت رشدها لأنها أخبرت أن ولدها اعتقلته السلطة المحلية </w:t>
      </w:r>
      <w:r>
        <w:rPr>
          <w:rtl/>
        </w:rPr>
        <w:br/>
        <w:t xml:space="preserve">وأودعته السجنَ، فأخذت تهرول نحو ضريح الإمام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مستجيرةً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باقر شريف القرشي ج 1، ص 51.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به، فرآها بعض الأوغاد ممّن لا يؤمن بالإمام فقال لها إلى أين؟ فقالت إلى موسى </w:t>
      </w:r>
      <w:r w:rsidR="00143F79">
        <w:rPr>
          <w:rtl/>
        </w:rPr>
        <w:t xml:space="preserve"> </w:t>
      </w:r>
      <w:r>
        <w:rPr>
          <w:rtl/>
        </w:rPr>
        <w:t xml:space="preserve">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، فانّه قد حبس ابني، فقال لها بسخرية واستهزاء «إنه قد مات بالحبس» </w:t>
      </w:r>
      <w:r w:rsidR="00143F79">
        <w:rPr>
          <w:rtl/>
        </w:rPr>
        <w:t xml:space="preserve"> </w:t>
      </w:r>
      <w:r>
        <w:rPr>
          <w:rtl/>
        </w:rPr>
        <w:t xml:space="preserve">فاندفعت تقول بحرارة وقد لذعها قوله «اللهمَّ بحقِّ المقتول في الحبس اسألك أن </w:t>
      </w:r>
      <w:r w:rsidR="00143F79">
        <w:rPr>
          <w:rtl/>
        </w:rPr>
        <w:t xml:space="preserve"> </w:t>
      </w:r>
      <w:r>
        <w:rPr>
          <w:rtl/>
        </w:rPr>
        <w:t xml:space="preserve">تريني القدرة» فاستجاب الله لدعاءها فأطلق سراح ولدها، وأودع ابن المستهزئ في </w:t>
      </w:r>
      <w:r w:rsidR="00143F79">
        <w:rPr>
          <w:rtl/>
        </w:rPr>
        <w:t xml:space="preserve"> </w:t>
      </w:r>
      <w:r>
        <w:rPr>
          <w:rtl/>
        </w:rPr>
        <w:t>ظلمات السجون بجرم ذلك الشخص.</w:t>
      </w:r>
    </w:p>
    <w:p w:rsidR="008F239C" w:rsidRPr="008527EF" w:rsidRDefault="008F239C" w:rsidP="008F239C">
      <w:pPr>
        <w:pStyle w:val="Heading2"/>
        <w:rPr>
          <w:rtl/>
        </w:rPr>
      </w:pPr>
      <w:bookmarkStart w:id="42" w:name="_Toc57828346"/>
      <w:r w:rsidRPr="008527EF">
        <w:rPr>
          <w:rtl/>
        </w:rPr>
        <w:t xml:space="preserve">شفاء أحمد بن ربيعة ببركة الإمام موسى بن جعفر </w:t>
      </w:r>
      <w:r w:rsidRPr="00423904">
        <w:rPr>
          <w:rStyle w:val="libAlaemChar"/>
          <w:rtl/>
        </w:rPr>
        <w:t>عليه‌السلام</w:t>
      </w:r>
      <w:bookmarkEnd w:id="4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نقل الشيخ الحائري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في نور الأبصار نقلاً عن البحار، أن أحمد بن ربيعة كان </w:t>
      </w:r>
      <w:r w:rsidR="00143F79">
        <w:rPr>
          <w:rtl/>
        </w:rPr>
        <w:t xml:space="preserve"> </w:t>
      </w:r>
      <w:r>
        <w:rPr>
          <w:rtl/>
        </w:rPr>
        <w:t xml:space="preserve">أحد كتّاب الخليفة المقتدر بالله ظهر جرح في إحدى يديه ولم تزل تُزاد العلّة حتى </w:t>
      </w:r>
      <w:r w:rsidR="00143F79">
        <w:rPr>
          <w:rtl/>
        </w:rPr>
        <w:t xml:space="preserve"> </w:t>
      </w:r>
      <w:r>
        <w:rPr>
          <w:rtl/>
        </w:rPr>
        <w:t xml:space="preserve">اسودّت يده ونتنت وظهرت منها رائحة كريهة وأمر المعالج بقطعها استمهلهم ليلة </w:t>
      </w:r>
      <w:r w:rsidR="00143F79">
        <w:rPr>
          <w:rtl/>
        </w:rPr>
        <w:t xml:space="preserve"> </w:t>
      </w:r>
      <w:r>
        <w:rPr>
          <w:rtl/>
        </w:rPr>
        <w:t xml:space="preserve">ثم لجأ إلى أمير المؤمنين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واستدعى منه الخلاص فنام فرأى أمير المؤمنين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فيما يراه النائم وقال له يا أحمد إني لمشغول عنك إذهب إلى ولدي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وسله حتى تبرئ من علتك فلمّا انتبه اغتسل وتطيّب وأمر بأن يحملوه في </w:t>
      </w:r>
      <w:r w:rsidR="00143F79">
        <w:rPr>
          <w:rtl/>
        </w:rPr>
        <w:t xml:space="preserve"> </w:t>
      </w:r>
      <w:r>
        <w:rPr>
          <w:rtl/>
        </w:rPr>
        <w:t xml:space="preserve">محمل إلى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ففعلوا ذلك وجاءوا به إلى القبر الشريف فرمى </w:t>
      </w:r>
      <w:r w:rsidR="00143F79">
        <w:rPr>
          <w:rtl/>
        </w:rPr>
        <w:t xml:space="preserve"> </w:t>
      </w:r>
      <w:r>
        <w:rPr>
          <w:rtl/>
        </w:rPr>
        <w:t xml:space="preserve">بنفسه على القبر وجعل يبكي ويتضرع ويتمسح بتراب القبر ويطلب الشفاء ثمّ مدَّ </w:t>
      </w:r>
      <w:r w:rsidR="00143F79">
        <w:rPr>
          <w:rtl/>
        </w:rPr>
        <w:t xml:space="preserve"> </w:t>
      </w:r>
      <w:r>
        <w:rPr>
          <w:rtl/>
        </w:rPr>
        <w:t xml:space="preserve">يده فلما أصبح جاءوا إليه وكشفوا عنها فإذا هي بأحسن ما يكون كأن لم يكن فيها </w:t>
      </w:r>
      <w:r w:rsidR="00143F79">
        <w:rPr>
          <w:rtl/>
        </w:rPr>
        <w:t xml:space="preserve"> </w:t>
      </w:r>
      <w:r>
        <w:rPr>
          <w:rtl/>
        </w:rPr>
        <w:t>جرح ببركة تربة موسى بن جعفر والتوسل به.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يقول الشاعر: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زر ببغداد قبر موسى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قبر موسى مديحه ليس ينكر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هو بابٌ إلى المهيمن تقضى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منه حاجاتنا وتُحبى وتحبر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هو حصني وعدّتي وغياثي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وملاذي وموئلي يوم أحشر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كم مريضٍ وافى إليه فعافاه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وأعمى أتاه صحَّ وأبصر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وفي الزيارة الجامعة الكبيرة «... مستجيرٌ بكم، زائرٌ لكم لائذٌ عائذٌ بقبوركم </w:t>
      </w:r>
      <w:r w:rsidR="00143F79">
        <w:rPr>
          <w:rtl/>
        </w:rPr>
        <w:t xml:space="preserve"> </w:t>
      </w:r>
      <w:r>
        <w:rPr>
          <w:rtl/>
        </w:rPr>
        <w:t>مستشفعٌ إلى الله عزَّ وجلَّ بكم ومُتقرّبٌ بكم إليه ومُقدِّمكم اَمام طلبتي وحوائجي...».</w:t>
      </w:r>
    </w:p>
    <w:p w:rsidR="008F239C" w:rsidRPr="00820A54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43" w:name="_Toc57828347"/>
      <w:r w:rsidRPr="00820A54">
        <w:rPr>
          <w:rtl/>
        </w:rPr>
        <w:lastRenderedPageBreak/>
        <w:t>الإمام في سجن السندي بن شاهك</w:t>
      </w:r>
      <w:bookmarkEnd w:id="4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كان من أشدّ السجون على إمامنا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سجن السندي بن شاهك </w:t>
      </w:r>
      <w:r w:rsidR="00143F79">
        <w:rPr>
          <w:rtl/>
        </w:rPr>
        <w:t xml:space="preserve"> </w:t>
      </w:r>
      <w:r>
        <w:rPr>
          <w:rtl/>
        </w:rPr>
        <w:t xml:space="preserve">وكان طامورةً لا يُعرف فيها الليل من النهار، وفي هذا السجن زاره ابن سويد ولما </w:t>
      </w:r>
      <w:r w:rsidR="00143F79">
        <w:rPr>
          <w:rtl/>
        </w:rPr>
        <w:t xml:space="preserve"> </w:t>
      </w:r>
      <w:r>
        <w:rPr>
          <w:rtl/>
        </w:rPr>
        <w:t xml:space="preserve">أراد النزول قال له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لحظة يا بن سويد لأسرج لك، يقول فلما نظرت وإذا </w:t>
      </w:r>
      <w:r w:rsidR="00143F79">
        <w:rPr>
          <w:rtl/>
        </w:rPr>
        <w:t xml:space="preserve"> </w:t>
      </w:r>
      <w:r>
        <w:rPr>
          <w:rtl/>
        </w:rPr>
        <w:t xml:space="preserve">بسلاسل الحديد والقيود في رجلي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وقد أشار السيد ابن طاووس في </w:t>
      </w:r>
      <w:r w:rsidR="00143F79">
        <w:rPr>
          <w:rtl/>
        </w:rPr>
        <w:t xml:space="preserve"> </w:t>
      </w:r>
      <w:r>
        <w:rPr>
          <w:rtl/>
        </w:rPr>
        <w:t xml:space="preserve">زيارة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«... والمعذَّب في قعر السجون وظلم المطامير، ذي الساق </w:t>
      </w:r>
      <w:r w:rsidR="00143F79">
        <w:rPr>
          <w:rtl/>
        </w:rPr>
        <w:t xml:space="preserve"> </w:t>
      </w:r>
      <w:r>
        <w:rPr>
          <w:rtl/>
        </w:rPr>
        <w:t>المرضوض بعَلَق القيود»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وكذلك ورد في زيارة الجامعة لأئمة المؤمنين: «ومُكبَّل في السجن قد رُضَّت </w:t>
      </w:r>
      <w:r w:rsidR="00143F79">
        <w:rPr>
          <w:rtl/>
        </w:rPr>
        <w:t xml:space="preserve"> </w:t>
      </w:r>
      <w:r>
        <w:rPr>
          <w:rtl/>
        </w:rPr>
        <w:t xml:space="preserve">بالحديد أعضائه». يقول ابن سويد فسألت الامام بمسائل فأجاب عنها وقلت له </w:t>
      </w:r>
      <w:r w:rsidR="00143F79">
        <w:rPr>
          <w:rtl/>
        </w:rPr>
        <w:t xml:space="preserve"> </w:t>
      </w:r>
      <w:r>
        <w:rPr>
          <w:rtl/>
        </w:rPr>
        <w:t xml:space="preserve">مسألة واحدة يا سيّدي، فقال لي سَل؟ قلتَ متى الفرج لقد ضاقت صدورنا؟ </w:t>
      </w:r>
      <w:r w:rsidR="00143F79">
        <w:rPr>
          <w:rtl/>
        </w:rPr>
        <w:t xml:space="preserve"> </w:t>
      </w:r>
      <w:r>
        <w:rPr>
          <w:rtl/>
        </w:rPr>
        <w:t xml:space="preserve">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 الفرجَ قريب متى؟ قال يوم الجمعة، وأين؟ قال ضحىً على الجسر </w:t>
      </w:r>
      <w:r w:rsidR="00143F79">
        <w:rPr>
          <w:rtl/>
        </w:rPr>
        <w:t xml:space="preserve"> </w:t>
      </w:r>
      <w:r>
        <w:rPr>
          <w:rtl/>
        </w:rPr>
        <w:t xml:space="preserve">ببغداد، يقول ابن سويد خرجت وأنا لا تكاد تحملني رجلاي من الفرح والسرور </w:t>
      </w:r>
      <w:r w:rsidR="00143F79">
        <w:rPr>
          <w:rtl/>
        </w:rPr>
        <w:t xml:space="preserve"> </w:t>
      </w:r>
      <w:r>
        <w:rPr>
          <w:rtl/>
        </w:rPr>
        <w:t xml:space="preserve">وأقبلتُ إلى الشيعة أقولُ لهم البشارة البشارة، إمامكم سوف يخرج يوم الجمعة </w:t>
      </w:r>
      <w:r w:rsidR="00143F79">
        <w:rPr>
          <w:rtl/>
        </w:rPr>
        <w:t xml:space="preserve"> </w:t>
      </w:r>
      <w:r>
        <w:rPr>
          <w:rtl/>
        </w:rPr>
        <w:t xml:space="preserve">ضحىً على الجسر ببغداد، قال ابن سويد وبينما نحن وقوف بيوم الجمعة على </w:t>
      </w:r>
      <w:r w:rsidR="00143F79">
        <w:rPr>
          <w:rtl/>
        </w:rPr>
        <w:t xml:space="preserve"> </w:t>
      </w:r>
      <w:r>
        <w:rPr>
          <w:rtl/>
        </w:rPr>
        <w:t>الجسر وإذا بجنازة يحملها أربع من السجانين والمنادي ينادي هذا إمام الرافضة.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تحل جسمي وغده ينلظم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وثغري بالفرح ما يوم بسم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المات ابسجن هارون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ونعشه على الجسر خلوه رميه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عالجسر خلوه فرجه لليروح ولليرد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والمنادي عليه ينادي والنده ايذوب الچبد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مر طبيب البلد شافه وگام ينشد والنشد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مال هالميت عشيرة ابثاره تطلب لا تهيد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گالوله غريب أهله امبينين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لچن بالمدينة اعليه بعيدين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ابن عمّك الكاظم گال هالحين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انزلوا واخذوه نعشه او لا تخافون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PoemTini"/>
        <w:rPr>
          <w:rtl/>
        </w:rPr>
      </w:pPr>
    </w:p>
    <w:p w:rsidR="008F239C" w:rsidRDefault="008F239C" w:rsidP="0094659A">
      <w:pPr>
        <w:pStyle w:val="libCenterBold2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جابه أو غسّله او حنّطه او لفّه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ابحبرته او شال تابوته اعلى چتفه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مشه مكشوف راسه حافي خلفه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كثر تشييعهم والناس يبچون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واحد حضر لحسين ذاك اليوم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يخلّص جثته من سحگ خيل الگوم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يواريه أو يخلص زينب او چلثوم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يخلص اطفال تبچي اولا يهيدون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لهفي على الجسم المعظمّ يشتكي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بعد رشق النبل رضّ جياد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DB519B" w:rsidRDefault="008F239C" w:rsidP="00423904">
      <w:pPr>
        <w:pStyle w:val="libNormal"/>
        <w:rPr>
          <w:rtl/>
        </w:rPr>
      </w:pPr>
      <w:r w:rsidRPr="00DB519B">
        <w:rPr>
          <w:rtl/>
        </w:rPr>
        <w:br w:type="page"/>
      </w:r>
    </w:p>
    <w:p w:rsidR="008F239C" w:rsidRPr="00337CF7" w:rsidRDefault="008F239C" w:rsidP="00423904">
      <w:pPr>
        <w:pStyle w:val="libNormal"/>
        <w:rPr>
          <w:rtl/>
        </w:rPr>
      </w:pPr>
      <w:r w:rsidRPr="00337CF7"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Default="008F239C" w:rsidP="008F239C">
      <w:pPr>
        <w:pStyle w:val="Heading1"/>
        <w:rPr>
          <w:rtl/>
        </w:rPr>
      </w:pPr>
      <w:bookmarkStart w:id="44" w:name="_Toc57828348"/>
      <w:r>
        <w:rPr>
          <w:rtl/>
        </w:rPr>
        <w:t>المجلس الثامن</w:t>
      </w:r>
      <w:bookmarkEnd w:id="44"/>
    </w:p>
    <w:p w:rsidR="008F239C" w:rsidRPr="00A47991" w:rsidRDefault="008F239C" w:rsidP="008F239C">
      <w:pPr>
        <w:pStyle w:val="Heading2"/>
        <w:rPr>
          <w:rtl/>
        </w:rPr>
      </w:pPr>
      <w:bookmarkStart w:id="45" w:name="_Toc57828349"/>
      <w:r w:rsidRPr="00A47991">
        <w:rPr>
          <w:rtl/>
        </w:rPr>
        <w:t xml:space="preserve">الموضوع: كرامات الامام موسى بن جعفر </w:t>
      </w:r>
      <w:r w:rsidRPr="00423904">
        <w:rPr>
          <w:rStyle w:val="libAlaemChar"/>
          <w:rtl/>
        </w:rPr>
        <w:t>عليه‌السلام</w:t>
      </w:r>
      <w:bookmarkEnd w:id="4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للشيخ محمّد الملّا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 تجر ذكرى يومهم في مسمع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إلّا وغادرت السّلوّ هشيما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فمن الّذي يهدي المضلّ إلى الهدى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بعدهم أو ينصف المظلوما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وبلطفه يغني الورى وبسيفه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يجلو عن الدّين الحنيف هموما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قضى قتلاً وذاك مغيّبا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خوف الطّغاة وذا قضى مسموما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مبلغ الإسلام أنّ زعيمه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مات في سجن الرّشيد سميما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فالغيّ بات بموته طرب الحشا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وغدا لمأتمه الرّشاد مقيما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ملقىً على جسر الرّصافة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فيه الملائك أحدقوا تعظيما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ويل قلبي على الذي أمسى وَحيد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بالحبس لمن گضة بسمّ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الرشيد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عالجسر جابوه وبرجله الحديد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بالعبا ملفوف مسلوب الثياب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ياگلب ذوب وتفسّر وانفطِرْ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واجذب الونّة لعد يوم الحشر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الذي بالحبس مات وعَلجسر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جنازته ظلّت على وجه التراب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B01C30" w:rsidRDefault="008F239C" w:rsidP="00423904">
      <w:pPr>
        <w:pStyle w:val="libNormal"/>
        <w:rPr>
          <w:rtl/>
        </w:rPr>
      </w:pPr>
      <w:r w:rsidRPr="00B01C30">
        <w:rPr>
          <w:rtl/>
        </w:rPr>
        <w:br w:type="page"/>
      </w:r>
    </w:p>
    <w:p w:rsidR="008F239C" w:rsidRPr="00337CF7" w:rsidRDefault="008F239C" w:rsidP="008F239C">
      <w:pPr>
        <w:pStyle w:val="Heading2"/>
        <w:rPr>
          <w:rtl/>
        </w:rPr>
      </w:pPr>
      <w:bookmarkStart w:id="46" w:name="_Toc57828350"/>
      <w:r w:rsidRPr="00337CF7">
        <w:rPr>
          <w:rtl/>
        </w:rPr>
        <w:lastRenderedPageBreak/>
        <w:t xml:space="preserve">كرامات الإمام موسى بن جعفر </w:t>
      </w:r>
      <w:r w:rsidRPr="00423904">
        <w:rPr>
          <w:rStyle w:val="libAlaemChar"/>
          <w:rtl/>
        </w:rPr>
        <w:t>عليه‌السلام</w:t>
      </w:r>
      <w:r w:rsidRPr="00337CF7">
        <w:rPr>
          <w:rtl/>
        </w:rPr>
        <w:t xml:space="preserve"> كثيرة نذكر بعضها:</w:t>
      </w:r>
      <w:bookmarkEnd w:id="4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مع شقيق البلخي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شقيق البلخي: خرجتُ حاجّاً في سنة تسع وأربعين ومائة فنزلت القادسية، </w:t>
      </w:r>
      <w:r w:rsidR="00143F79">
        <w:rPr>
          <w:rtl/>
        </w:rPr>
        <w:t xml:space="preserve"> </w:t>
      </w:r>
      <w:r>
        <w:rPr>
          <w:rtl/>
        </w:rPr>
        <w:t xml:space="preserve">فبينا أن أنظر إلى الناس في زينتهم وكثرتهم، فنظرتُ إلى فتى حسن الوجه شديد </w:t>
      </w:r>
      <w:r w:rsidR="00143F79">
        <w:rPr>
          <w:rtl/>
        </w:rPr>
        <w:t xml:space="preserve"> </w:t>
      </w:r>
      <w:r>
        <w:rPr>
          <w:rtl/>
        </w:rPr>
        <w:t xml:space="preserve">السمرة ضعيف، فوق ثيابه ثوب من صوف مشتمل بشملة في رجليه نعلان وقد </w:t>
      </w:r>
      <w:r w:rsidR="00143F79">
        <w:rPr>
          <w:rtl/>
        </w:rPr>
        <w:t xml:space="preserve"> </w:t>
      </w:r>
      <w:r>
        <w:rPr>
          <w:rtl/>
        </w:rPr>
        <w:t xml:space="preserve">جلس منفرداً، فقلت في نفسي، هذا الفتى من الصوفية يريدُ أن يكون كلّاً على </w:t>
      </w:r>
      <w:r w:rsidR="00143F79">
        <w:rPr>
          <w:rtl/>
        </w:rPr>
        <w:t xml:space="preserve"> </w:t>
      </w:r>
      <w:r>
        <w:rPr>
          <w:rtl/>
        </w:rPr>
        <w:t xml:space="preserve">الناس في طريقهم والله لأمضينّ إليه ولأُوبخنّه، فدنوت منه، فلمّا رآني مقبلاً قال: يا </w:t>
      </w:r>
      <w:r w:rsidR="00143F79">
        <w:rPr>
          <w:rtl/>
        </w:rPr>
        <w:t xml:space="preserve"> </w:t>
      </w:r>
      <w:r>
        <w:rPr>
          <w:rtl/>
        </w:rPr>
        <w:t xml:space="preserve">شقيق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>اجْتَنِبُوا كَثِيرًا مِّنَ الظَّنِّ إِنَّ بَعْضَ الظَّنِّ إِثْمٌ</w:t>
      </w:r>
      <w:r w:rsidRPr="00423904">
        <w:rPr>
          <w:rStyle w:val="libAlaemChar"/>
          <w:rtl/>
        </w:rPr>
        <w:t>)</w:t>
      </w:r>
      <w:r w:rsidRPr="0025673D">
        <w:rPr>
          <w:rtl/>
        </w:rPr>
        <w:t>(1)</w:t>
      </w:r>
      <w:r>
        <w:rPr>
          <w:rtl/>
        </w:rPr>
        <w:t xml:space="preserve"> ثم تركني ومضى، </w:t>
      </w:r>
      <w:r w:rsidR="00143F79">
        <w:rPr>
          <w:rtl/>
        </w:rPr>
        <w:t xml:space="preserve"> </w:t>
      </w:r>
      <w:r>
        <w:rPr>
          <w:rtl/>
        </w:rPr>
        <w:t xml:space="preserve">فقلت في نفسي إن هذا الأمر عظيم قد تكلّم بما في نفسي ونطق باسمي، وما هذا </w:t>
      </w:r>
      <w:r w:rsidR="00143F79">
        <w:rPr>
          <w:rtl/>
        </w:rPr>
        <w:t xml:space="preserve"> </w:t>
      </w:r>
      <w:r>
        <w:rPr>
          <w:rtl/>
        </w:rPr>
        <w:t xml:space="preserve">إلّا عبدٌ صالح لألحقنّه ولأسألنّه أن يحلّلني فأسرعت في أثره فلم ألحقهُ وغاب من </w:t>
      </w:r>
      <w:r w:rsidR="00143F79">
        <w:rPr>
          <w:rtl/>
        </w:rPr>
        <w:t xml:space="preserve"> </w:t>
      </w:r>
      <w:r>
        <w:rPr>
          <w:rtl/>
        </w:rPr>
        <w:t xml:space="preserve">عيني، فلمّا نزلنا واقصة وإذا به يُصلّي وأعضاؤه تضطرب ودموعه تجري، فقلت: </w:t>
      </w:r>
      <w:r w:rsidR="00143F79">
        <w:rPr>
          <w:rtl/>
        </w:rPr>
        <w:t xml:space="preserve"> </w:t>
      </w:r>
      <w:r>
        <w:rPr>
          <w:rtl/>
        </w:rPr>
        <w:t xml:space="preserve">هذا صاحبي أمضي إليه وأستحلّه، فصبرتُ حتّى جلس، وأقبلت نحوه فلمّا رآني </w:t>
      </w:r>
      <w:r w:rsidR="00143F79">
        <w:rPr>
          <w:rtl/>
        </w:rPr>
        <w:t xml:space="preserve"> </w:t>
      </w:r>
      <w:r>
        <w:rPr>
          <w:rtl/>
        </w:rPr>
        <w:t xml:space="preserve">مقبلاً قال: يا شقيق اتل «وإنّي لغفّار لمن تاب وآمن وعمل صالحاً ثمَّ اهتدى» ثمَّ </w:t>
      </w:r>
      <w:r w:rsidR="00143F79">
        <w:rPr>
          <w:rtl/>
        </w:rPr>
        <w:t xml:space="preserve"> </w:t>
      </w:r>
      <w:r>
        <w:rPr>
          <w:rtl/>
        </w:rPr>
        <w:t xml:space="preserve">تركني ومضى، فقلت: إنَّ هذا الفتى لمن الأبدال، لقد تكلَّم على سرّي مرَّتين فلما </w:t>
      </w:r>
      <w:r w:rsidR="00143F79">
        <w:rPr>
          <w:rtl/>
        </w:rPr>
        <w:t xml:space="preserve"> </w:t>
      </w:r>
      <w:r>
        <w:rPr>
          <w:rtl/>
        </w:rPr>
        <w:t xml:space="preserve">نزلنا زُبالة إذا بالفتى قائم على البئر وبيده ركوة يريد أن يستقي ماءاً فسقطت </w:t>
      </w:r>
      <w:r w:rsidR="00143F79">
        <w:rPr>
          <w:rtl/>
        </w:rPr>
        <w:t xml:space="preserve"> </w:t>
      </w:r>
      <w:r>
        <w:rPr>
          <w:rtl/>
        </w:rPr>
        <w:t>الركوة من يده في البئر وأنا أنظر إليه، فرأيته قد رمق السماء وسمعته يقول: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أنت شربي إذا ظمئت إلى الماء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وقوتي إذا أردت الطعاما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«اللهمَّ سيّدي مالي غيرها فلا تعدمنيها»، قال شقيق: فوالله لقد رأيت البئر وقد </w:t>
      </w:r>
      <w:r>
        <w:rPr>
          <w:rtl/>
        </w:rPr>
        <w:br/>
        <w:t xml:space="preserve">ارتفع ماؤها فمدَّ يده وأخذ الركوة وملؤها ماء، فتوضأ وصلّى أربع ركعات، ثمَّ مال </w:t>
      </w:r>
      <w:r>
        <w:rPr>
          <w:rtl/>
        </w:rPr>
        <w:br/>
        <w:t xml:space="preserve">إلى كثيب رمل فجعل يقبض بيده ويطرحه في الركوة ويحرّكه ويشرب، فأقبلت </w:t>
      </w:r>
      <w:r>
        <w:rPr>
          <w:rtl/>
        </w:rPr>
        <w:br/>
        <w:t xml:space="preserve">إليه وسلّمت عليه فردَّ عليَّ السلام فقلت أطعمني من فضل ما أنعم الله عليك، فقال </w:t>
      </w:r>
      <w:r>
        <w:rPr>
          <w:rtl/>
        </w:rPr>
        <w:br/>
        <w:t xml:space="preserve">يا شقيق لم تزل نعمة الله علينا ظاهرة وباطنة فأحسن ظنّك بربّك ثمَّ ناولني الركوة </w:t>
      </w:r>
      <w:r>
        <w:rPr>
          <w:rtl/>
        </w:rPr>
        <w:br/>
        <w:t>فشربت منها فاذا هو سويق وسكّر فوالله ما شربتُ قط ألذّ منه ولا أطيب ريحاً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سورة الحجرات: 12.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فشبعت ورويت وأقمت أيّاماً لا أشتهي طعاماً ولا شراباً، ثمَّ لم أره حتّى دخلنا مكّة، </w:t>
      </w:r>
      <w:r w:rsidR="00143F79">
        <w:rPr>
          <w:rtl/>
        </w:rPr>
        <w:t xml:space="preserve"> </w:t>
      </w:r>
      <w:r>
        <w:rPr>
          <w:rtl/>
        </w:rPr>
        <w:t xml:space="preserve">فرأيته ليلةً إلى جنب قبّة الشراب في نصف الليل قائماً يُصلّي بخشوع وأنين وبكاء </w:t>
      </w:r>
      <w:r w:rsidR="00143F79">
        <w:rPr>
          <w:rtl/>
        </w:rPr>
        <w:t xml:space="preserve"> </w:t>
      </w:r>
      <w:r>
        <w:rPr>
          <w:rtl/>
        </w:rPr>
        <w:t xml:space="preserve">فلم يزل كذلك حتّى ذهب اللّيل، فلمّا رأى الفجر جلس في مصلّاه يسبّح ثمَّ قام </w:t>
      </w:r>
      <w:r w:rsidR="00143F79">
        <w:rPr>
          <w:rtl/>
        </w:rPr>
        <w:t xml:space="preserve"> </w:t>
      </w:r>
      <w:r>
        <w:rPr>
          <w:rtl/>
        </w:rPr>
        <w:t xml:space="preserve">فصلّى الغداة، وطاف بالبيت اسبوعاً وخرج فتبعته وإذا له غاشية وموال وهو على </w:t>
      </w:r>
      <w:r w:rsidR="00143F79">
        <w:rPr>
          <w:rtl/>
        </w:rPr>
        <w:t xml:space="preserve"> </w:t>
      </w:r>
      <w:r>
        <w:rPr>
          <w:rtl/>
        </w:rPr>
        <w:t xml:space="preserve">خلاف ما رأيته في الطريق، ودار به الناس من حوله يسلّمون عليه، فقلت لبعض من </w:t>
      </w:r>
      <w:r w:rsidR="00143F79">
        <w:rPr>
          <w:rtl/>
        </w:rPr>
        <w:t xml:space="preserve"> </w:t>
      </w:r>
      <w:r>
        <w:rPr>
          <w:rtl/>
        </w:rPr>
        <w:t xml:space="preserve">رأيته يقرب منه: من هذا الفتى؟ فقال: هذا موسى بن جعفر بن محمد بن علي بن </w:t>
      </w:r>
      <w:r w:rsidR="00143F79">
        <w:rPr>
          <w:rtl/>
        </w:rPr>
        <w:t xml:space="preserve"> </w:t>
      </w:r>
      <w:r>
        <w:rPr>
          <w:rtl/>
        </w:rPr>
        <w:t xml:space="preserve">الحسين بن علي بن أبي طالب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فقلت: قد عجبت أن يكون هذه العجائب إلّا </w:t>
      </w:r>
      <w:r w:rsidR="00143F79">
        <w:rPr>
          <w:rtl/>
        </w:rPr>
        <w:t xml:space="preserve"> </w:t>
      </w:r>
      <w:r>
        <w:rPr>
          <w:rtl/>
        </w:rPr>
        <w:t>لمثل هذا السيّد ولقد نظم بعض المتقدّمين واقعة شقيق معه في أبيات شعرية: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سل شقيق البلخيّ عنه وما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عاين منه وما الذي كان أبصر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قال لمّا حججت عاينت شخصاً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شاحب اللون ناحل الجسم أسمر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سائراً وحده وليس له زاد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فما زلت دائماً أتفكّر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وتوهَّمت أنه يسأل الناس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ولم أدر أنّه الحجُّ الأكبر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ثم عاينته ونحن نزولُ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دون فيدٍ على الكثيب الأحمر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يضع الرمل في الأناء ويشربه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فناديته وعقلي محيّر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اسقني شربة فناولني منه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فعاينته سويقاً وسكّر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فسألت الحجيج من يك هذا؟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قيل هذا الامام موسى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6C7F8C" w:rsidRDefault="008F239C" w:rsidP="008F239C">
      <w:pPr>
        <w:pStyle w:val="Heading2"/>
        <w:rPr>
          <w:rtl/>
        </w:rPr>
      </w:pPr>
      <w:bookmarkStart w:id="47" w:name="_Toc57828351"/>
      <w:r w:rsidRPr="006C7F8C">
        <w:rPr>
          <w:rtl/>
        </w:rPr>
        <w:t>مع علي بن يقطين وابراهيم الجمّال</w:t>
      </w:r>
      <w:bookmarkEnd w:id="47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روى العلامة المجلسي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في بحاره ج 48: ص 85، عن محمد بن علي الصوفي: </w:t>
      </w:r>
      <w:r w:rsidR="00143F79">
        <w:rPr>
          <w:rtl/>
        </w:rPr>
        <w:t xml:space="preserve"> </w:t>
      </w:r>
      <w:r>
        <w:rPr>
          <w:rtl/>
        </w:rPr>
        <w:t xml:space="preserve">استأذن إبراهيم الجمّال </w:t>
      </w:r>
      <w:r w:rsidRPr="00423904">
        <w:rPr>
          <w:rStyle w:val="libAlaemChar"/>
          <w:rtl/>
        </w:rPr>
        <w:t>رضي‌الله‌عنه</w:t>
      </w:r>
      <w:r>
        <w:rPr>
          <w:rtl/>
        </w:rPr>
        <w:t xml:space="preserve"> على أبي الحسن علي بن يقطين الوزير فحجبه، فحجَّ </w:t>
      </w:r>
      <w:r w:rsidR="00143F79">
        <w:rPr>
          <w:rtl/>
        </w:rPr>
        <w:t xml:space="preserve"> </w:t>
      </w:r>
      <w:r>
        <w:rPr>
          <w:rtl/>
        </w:rPr>
        <w:t xml:space="preserve">عليُّ بن يقطين في تلك السنة فاستأذن بالمدينة على مولانا موسى بن جعفر فحجبه، </w:t>
      </w:r>
      <w:r w:rsidR="00143F79">
        <w:rPr>
          <w:rtl/>
        </w:rPr>
        <w:t xml:space="preserve"> </w:t>
      </w:r>
      <w:r>
        <w:rPr>
          <w:rtl/>
        </w:rPr>
        <w:t xml:space="preserve">فرآه ثاني يومه فقال عليُّ بن يقطين: يا سيّدي ما ذنبي؟ فقال: حجبتك لأنّك </w:t>
      </w:r>
      <w:r w:rsidR="00143F79">
        <w:rPr>
          <w:rtl/>
        </w:rPr>
        <w:t xml:space="preserve"> </w:t>
      </w:r>
      <w:r>
        <w:rPr>
          <w:rtl/>
        </w:rPr>
        <w:t xml:space="preserve">حجبت أخاك إبراهيم الجمّال وقد أبى الله ان يشكر سعيك أو يغفر لك إبراهيم </w:t>
      </w:r>
      <w:r w:rsidR="00143F79">
        <w:rPr>
          <w:rtl/>
        </w:rPr>
        <w:t xml:space="preserve"> </w:t>
      </w:r>
      <w:r>
        <w:rPr>
          <w:rtl/>
        </w:rPr>
        <w:t xml:space="preserve">الجمّال فقلت: سيّدي ومولاي مَن لي بابراهيم الجمّال في هذا الوقت وأنا بالمدينة </w:t>
      </w:r>
      <w:r w:rsidR="00143F79">
        <w:rPr>
          <w:rtl/>
        </w:rPr>
        <w:t xml:space="preserve"> </w:t>
      </w:r>
      <w:r>
        <w:rPr>
          <w:rtl/>
        </w:rPr>
        <w:t xml:space="preserve">وهو بالكوفة؟ فقال إذا كان اللّيل فامض إلى البقيع وحدك من غير أن يعلم بك </w:t>
      </w:r>
      <w:r w:rsidR="00143F79">
        <w:rPr>
          <w:rtl/>
        </w:rPr>
        <w:t xml:space="preserve"> </w:t>
      </w:r>
      <w:r>
        <w:rPr>
          <w:rtl/>
        </w:rPr>
        <w:t xml:space="preserve">أحد من أصحابك وغلمانك واركب نجيباً هناك مُسرَّجاً قال: فوافى البقيع وركب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النجيب ولم يلبث أن أناخهُ على باب إبراهيم الجمّال بالكوفة فقرع الباب وقال: أنا </w:t>
      </w:r>
      <w:r w:rsidR="00143F79">
        <w:rPr>
          <w:rtl/>
        </w:rPr>
        <w:t xml:space="preserve"> </w:t>
      </w:r>
      <w:r>
        <w:rPr>
          <w:rtl/>
        </w:rPr>
        <w:t>علي بن يقطين.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 إبراهيم الجمّال من داخل الدار: وما يعمل عليُّ بن يقطين الوزير ببابي؟! </w:t>
      </w:r>
      <w:r w:rsidR="00143F79">
        <w:rPr>
          <w:rtl/>
        </w:rPr>
        <w:t xml:space="preserve"> </w:t>
      </w:r>
      <w:r>
        <w:rPr>
          <w:rtl/>
        </w:rPr>
        <w:t xml:space="preserve">فقال عليُّ بن يقطين: يا هذا إنَّ أمري عظيم وآلى عليه أن يأذن له: فلمّا دخل قال: </w:t>
      </w:r>
      <w:r w:rsidR="00143F79">
        <w:rPr>
          <w:rtl/>
        </w:rPr>
        <w:t xml:space="preserve"> </w:t>
      </w:r>
      <w:r>
        <w:rPr>
          <w:rtl/>
        </w:rPr>
        <w:t xml:space="preserve">يا ابراهيم إنَّ المولى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أبى أن يقبلني أو يغفر لي، فقال: يغفر الله لك فآلى عليُّ </w:t>
      </w:r>
      <w:r w:rsidR="00143F79">
        <w:rPr>
          <w:rtl/>
        </w:rPr>
        <w:t xml:space="preserve"> </w:t>
      </w:r>
      <w:r>
        <w:rPr>
          <w:rtl/>
        </w:rPr>
        <w:t xml:space="preserve">بن يقطين على إبراهيم الجمّال أن يطأ خدّه فامتنع إبراهيم من ذلك فآلى عليه ثانياً </w:t>
      </w:r>
      <w:r w:rsidR="00143F79">
        <w:rPr>
          <w:rtl/>
        </w:rPr>
        <w:t xml:space="preserve"> </w:t>
      </w:r>
      <w:r>
        <w:rPr>
          <w:rtl/>
        </w:rPr>
        <w:t xml:space="preserve">ففعل، فلم يزل إبراهيم يطأ خدَّه وعليُّ بن يقطين يقول: «اللهمَّ اشهد، ثمَّ انصرف </w:t>
      </w:r>
      <w:r w:rsidR="00143F79">
        <w:rPr>
          <w:rtl/>
        </w:rPr>
        <w:t xml:space="preserve"> </w:t>
      </w:r>
      <w:r>
        <w:rPr>
          <w:rtl/>
        </w:rPr>
        <w:t xml:space="preserve">وركب النجيب وأناخه من ليلته بباب المولى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بالمدينة، فأذن له </w:t>
      </w:r>
      <w:r w:rsidR="00143F79">
        <w:rPr>
          <w:rtl/>
        </w:rPr>
        <w:t xml:space="preserve"> </w:t>
      </w:r>
      <w:r>
        <w:rPr>
          <w:rtl/>
        </w:rPr>
        <w:t>ودخل عليه فقبله»</w:t>
      </w:r>
      <w:r w:rsidRPr="007B4EC0">
        <w:rPr>
          <w:rtl/>
        </w:rPr>
        <w:t>(1)</w:t>
      </w:r>
      <w:r>
        <w:rPr>
          <w:rtl/>
        </w:rPr>
        <w:t>.</w:t>
      </w:r>
    </w:p>
    <w:p w:rsidR="008F239C" w:rsidRPr="00FB29FD" w:rsidRDefault="008F239C" w:rsidP="008F239C">
      <w:pPr>
        <w:pStyle w:val="Heading2"/>
        <w:rPr>
          <w:rtl/>
        </w:rPr>
      </w:pPr>
      <w:bookmarkStart w:id="48" w:name="_Toc57828352"/>
      <w:r w:rsidRPr="00FB29FD">
        <w:rPr>
          <w:rtl/>
        </w:rPr>
        <w:t>خبر دراعة خزسوداء</w:t>
      </w:r>
      <w:bookmarkEnd w:id="4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روى ابن شهرآشوب في المناقب الجزء السابع ص 289: قال: حمل الرشيد في </w:t>
      </w:r>
      <w:r w:rsidR="00143F79">
        <w:rPr>
          <w:rtl/>
        </w:rPr>
        <w:t xml:space="preserve"> </w:t>
      </w:r>
      <w:r>
        <w:rPr>
          <w:rtl/>
        </w:rPr>
        <w:t xml:space="preserve">بعض الأيام إلى علي بن يقطين ثياباً أكرمه بها وفيها دراعة خزسوداء من لباس </w:t>
      </w:r>
      <w:r w:rsidR="00143F79">
        <w:rPr>
          <w:rtl/>
        </w:rPr>
        <w:t xml:space="preserve"> </w:t>
      </w:r>
      <w:r>
        <w:rPr>
          <w:rtl/>
        </w:rPr>
        <w:t xml:space="preserve">الملوك مثقلة بالذهب، فأنفذ ابن يقطين بها إلى موسى بن جعفر مع مال كثير، فلما </w:t>
      </w:r>
      <w:r w:rsidR="00143F79">
        <w:rPr>
          <w:rtl/>
        </w:rPr>
        <w:t xml:space="preserve"> </w:t>
      </w:r>
      <w:r>
        <w:rPr>
          <w:rtl/>
        </w:rPr>
        <w:t xml:space="preserve">وصل إلى أبي الحسن قبل المال وردَّ الدراعة وكتب إليه احتفظ بها ولا تخرجها </w:t>
      </w:r>
      <w:r w:rsidR="00143F79">
        <w:rPr>
          <w:rtl/>
        </w:rPr>
        <w:t xml:space="preserve"> </w:t>
      </w:r>
      <w:r>
        <w:rPr>
          <w:rtl/>
        </w:rPr>
        <w:t xml:space="preserve">من بيتك فسيكون لك بها شأن تحتاج اليها معه، فلمّا كان بعد أيام تغيّر علي بن </w:t>
      </w:r>
      <w:r w:rsidR="00143F79">
        <w:rPr>
          <w:rtl/>
        </w:rPr>
        <w:t xml:space="preserve"> </w:t>
      </w:r>
      <w:r>
        <w:rPr>
          <w:rtl/>
        </w:rPr>
        <w:t xml:space="preserve">يقطين على غلام له فصرفه عن خدمته، فسعى الغلام به إلى الرشيد فقال انه يقول </w:t>
      </w:r>
      <w:r w:rsidR="00143F79">
        <w:rPr>
          <w:rtl/>
        </w:rPr>
        <w:t xml:space="preserve"> </w:t>
      </w:r>
      <w:r>
        <w:rPr>
          <w:rtl/>
        </w:rPr>
        <w:t xml:space="preserve">بامامة موسى بن جعفر ويحمل اليه خمس ماله في كل سنة وقد حمل إليه الدراعة </w:t>
      </w:r>
      <w:r w:rsidR="00143F79">
        <w:rPr>
          <w:rtl/>
        </w:rPr>
        <w:t xml:space="preserve"> </w:t>
      </w:r>
      <w:r>
        <w:rPr>
          <w:rtl/>
        </w:rPr>
        <w:t xml:space="preserve">التي أكرمه بها أمير المؤمنين فغضب الرشيد غضباً شديداً وقال: ان كان الأمر على </w:t>
      </w:r>
      <w:r w:rsidR="00143F79">
        <w:rPr>
          <w:rtl/>
        </w:rPr>
        <w:t xml:space="preserve"> </w:t>
      </w:r>
      <w:r>
        <w:rPr>
          <w:rtl/>
        </w:rPr>
        <w:t xml:space="preserve">ما تقول أزهقت نفسه فانفذ باحضار ابن يقطين وقال: عليَّ بالدراعة التي كسوتك </w:t>
      </w:r>
      <w:r w:rsidR="00143F79">
        <w:rPr>
          <w:rtl/>
        </w:rPr>
        <w:t xml:space="preserve"> </w:t>
      </w:r>
      <w:r>
        <w:rPr>
          <w:rtl/>
        </w:rPr>
        <w:t xml:space="preserve">بها إليَّ الساعة فانفذ خادماً وقال آتيني بالسفط الفلاني، فلما جاء به وضعه بين يدي </w:t>
      </w:r>
      <w:r w:rsidR="00143F79">
        <w:rPr>
          <w:rtl/>
        </w:rPr>
        <w:t xml:space="preserve"> </w:t>
      </w:r>
      <w:r>
        <w:rPr>
          <w:rtl/>
        </w:rPr>
        <w:t xml:space="preserve">الرشيد وفتحه فنظر إلى الدراعة بحالها مطوية مدفونه في الطيب فسكن الرشيد من </w:t>
      </w:r>
      <w:r w:rsidR="00143F79">
        <w:rPr>
          <w:rtl/>
        </w:rPr>
        <w:t xml:space="preserve"> </w:t>
      </w:r>
      <w:r>
        <w:rPr>
          <w:rtl/>
        </w:rPr>
        <w:t xml:space="preserve">غضبه وقال: انصرف راشداً فلن أصدِّق بعدها ساعياً، وأمر أن يُتبع بجائزة سنية </w:t>
      </w:r>
      <w:r w:rsidR="00143F79">
        <w:rPr>
          <w:rtl/>
        </w:rPr>
        <w:t xml:space="preserve"> </w:t>
      </w:r>
      <w:r>
        <w:rPr>
          <w:rtl/>
        </w:rPr>
        <w:t>وتقدّم بضرب الساعي حتى مات منه.</w:t>
      </w:r>
    </w:p>
    <w:p w:rsidR="008F239C" w:rsidRPr="00FB29FD" w:rsidRDefault="008F239C" w:rsidP="0094659A">
      <w:pPr>
        <w:pStyle w:val="libLine"/>
        <w:rPr>
          <w:rtl/>
        </w:rPr>
      </w:pPr>
      <w:r w:rsidRPr="00FB29FD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بحار: ج 48، نقلاً عن عيون المعجزات ص 90.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أقول: كما سُعي بعلي بن يقطين كذلك سُعي بالامام موسى بن جعفر، وكان </w:t>
      </w:r>
      <w:r w:rsidR="00143F79">
        <w:rPr>
          <w:rtl/>
        </w:rPr>
        <w:t xml:space="preserve"> </w:t>
      </w:r>
      <w:r>
        <w:rPr>
          <w:rtl/>
        </w:rPr>
        <w:t xml:space="preserve">محمد بن اسماعيل بن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سعى بعمه موسى إلى الرشيد، وذلك لمّا ورد </w:t>
      </w:r>
      <w:r w:rsidR="00143F79">
        <w:rPr>
          <w:rtl/>
        </w:rPr>
        <w:t xml:space="preserve"> </w:t>
      </w:r>
      <w:r>
        <w:rPr>
          <w:rtl/>
        </w:rPr>
        <w:t xml:space="preserve">الرشيد إلى الحجاز فقال: أما علمت ان في الارض خليفتين يُجبى اليهما الخراج </w:t>
      </w:r>
      <w:r w:rsidR="00143F79">
        <w:rPr>
          <w:rtl/>
        </w:rPr>
        <w:t xml:space="preserve"> </w:t>
      </w:r>
      <w:r>
        <w:rPr>
          <w:rtl/>
        </w:rPr>
        <w:t xml:space="preserve">فقال الرشيد: ويلك أنا ومن؟ قال موسى بن جعفر وأظهر أسراره، فقبض عليه (اي </w:t>
      </w:r>
      <w:r w:rsidR="00143F79">
        <w:rPr>
          <w:rtl/>
        </w:rPr>
        <w:t xml:space="preserve"> </w:t>
      </w:r>
      <w:r>
        <w:rPr>
          <w:rtl/>
        </w:rPr>
        <w:t xml:space="preserve">على الامام موسى الكاظم) وكان قائماً يُصلّي عند رأس النبي فقطع عليه صلاته </w:t>
      </w:r>
      <w:r w:rsidR="00143F79">
        <w:rPr>
          <w:rtl/>
        </w:rPr>
        <w:t xml:space="preserve"> </w:t>
      </w:r>
      <w:r>
        <w:rPr>
          <w:rtl/>
        </w:rPr>
        <w:t>وحمل ولم يزل ينقل من سجن إلى سجن آخر.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سعى بابن خيرِ الرُسلِ يا خابَ سَعْيُهُ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فغادَرَهُ رَهنَ الحبوس مُقيّدا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ودسَّ له سُمّاً فأورى فؤادَهُ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وكُلَّ فُؤادٍ منهُ حُزناً تَوقَّدا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عجيبه مصيبته والله عجيبه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سجن السجن الظالم يجيبه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وچبده من الألم زايد لهيبه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گلب ذوب وتفطر وانكسر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واجذب الحسرة لعد يوم الحشر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الذي بالحبس مات وعَلجسر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جنازته ظلّت على وجه التراب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86"/>
        <w:gridCol w:w="624"/>
        <w:gridCol w:w="3586"/>
      </w:tblGrid>
      <w:tr w:rsidR="008F239C" w:rsidTr="00423904">
        <w:tc>
          <w:tcPr>
            <w:tcW w:w="230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اصبح الناعي يحيدر شابچ العشرة ويون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4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30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عالگبر يفتر ودَمعه يشب لصبَّ المِزن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30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گوم شوف ابنك ينادي اليوم گوَّض بالسجن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4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30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وتم ثلث تيام ميّت بالسجن لچن وحيد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بأبي ثاوياً ببغداد قاسى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كُرباتٍ حتى قضى محبوسا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</w:p>
    <w:p w:rsidR="008F239C" w:rsidRPr="00BD3670" w:rsidRDefault="008F239C" w:rsidP="00423904">
      <w:pPr>
        <w:pStyle w:val="libNormal"/>
        <w:rPr>
          <w:rtl/>
        </w:rPr>
      </w:pPr>
      <w:r w:rsidRPr="00BD3670">
        <w:rPr>
          <w:rtl/>
        </w:rPr>
        <w:br w:type="page"/>
      </w:r>
    </w:p>
    <w:p w:rsidR="008F239C" w:rsidRPr="001969B8" w:rsidRDefault="008F239C" w:rsidP="00423904">
      <w:pPr>
        <w:pStyle w:val="libNormal"/>
        <w:rPr>
          <w:rtl/>
        </w:rPr>
      </w:pPr>
      <w:r w:rsidRPr="001969B8"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1969B8" w:rsidRDefault="008F239C" w:rsidP="008F239C">
      <w:pPr>
        <w:pStyle w:val="Heading1"/>
        <w:rPr>
          <w:rtl/>
        </w:rPr>
      </w:pPr>
      <w:bookmarkStart w:id="49" w:name="_Toc57828353"/>
      <w:r w:rsidRPr="001969B8">
        <w:rPr>
          <w:rtl/>
        </w:rPr>
        <w:t>المجلس التاسع</w:t>
      </w:r>
      <w:bookmarkEnd w:id="49"/>
    </w:p>
    <w:p w:rsidR="008F239C" w:rsidRPr="001969B8" w:rsidRDefault="008F239C" w:rsidP="008F239C">
      <w:pPr>
        <w:pStyle w:val="Heading2"/>
        <w:rPr>
          <w:rtl/>
        </w:rPr>
      </w:pPr>
      <w:bookmarkStart w:id="50" w:name="_Toc57828354"/>
      <w:r w:rsidRPr="001969B8">
        <w:rPr>
          <w:rtl/>
        </w:rPr>
        <w:t>الموضوع</w:t>
      </w:r>
      <w:r>
        <w:rPr>
          <w:rFonts w:hint="cs"/>
          <w:rtl/>
        </w:rPr>
        <w:t xml:space="preserve"> </w:t>
      </w:r>
      <w:r w:rsidRPr="001969B8">
        <w:rPr>
          <w:rtl/>
        </w:rPr>
        <w:t xml:space="preserve">: الامام الكاظم </w:t>
      </w:r>
      <w:r w:rsidRPr="00423904">
        <w:rPr>
          <w:rStyle w:val="libAlaemChar"/>
          <w:rtl/>
        </w:rPr>
        <w:t>عليه‌السلام</w:t>
      </w:r>
      <w:r w:rsidRPr="001969B8">
        <w:rPr>
          <w:rtl/>
        </w:rPr>
        <w:t xml:space="preserve"> والتقية وتحرزه عنها في مقام اتمام الحجة</w:t>
      </w:r>
      <w:bookmarkEnd w:id="5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للسيد مهدي الأعرجي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جنة الفردوس ما بال الحشى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بات يصلي منكِ ذاتَ وقودِ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ذهبت بزهرتكِ الليالي السوديا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تباً لهاتيكَ الليالي السودِ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 تحتفل لكِ في عهودٍ مثل 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لأبن (الرضا) لم تحتفل بعهودِ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جلبوه قسراً من مدينة جدّه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نحو المدائن موثقاً بقيود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حبسوه في (طامورةٍ) لم ينفجر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ليلَ الشقا عن صبحها بعمود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تبّت يد الرجس (الرشيد) بفعله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إذ ليس فيها قد جنى برشيدِ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أوحى إلى (سنديّة) يسمّه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سمّاً تذوب به صخو</w:t>
            </w:r>
            <w:r>
              <w:rPr>
                <w:rFonts w:hint="cs"/>
                <w:rtl/>
              </w:rPr>
              <w:t>ر</w:t>
            </w:r>
            <w:r>
              <w:rPr>
                <w:rtl/>
              </w:rPr>
              <w:t xml:space="preserve"> البيد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فقضى سميماً في السجون مُشرّداً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 منزل عمّن يحبُّ بعيد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شنهو الذنب سواه حتى ايبعدونه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عن الوطن وابسجن مظلم يذبونه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هارون آمر بعد سجنه يسمّونه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گضّه عليه او بعد ما اتفيد الندامه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آمر يشيلون النعش اربع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واعلى الجسر خلوه وابرجله الزناجيل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rPr>
          <w:trHeight w:val="70"/>
        </w:trPr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صاح المنادي ابصوت خله المدمع ايسيل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يالشيعة هذا ايمامكم خلصت أيّامه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1969B8" w:rsidRDefault="008F239C" w:rsidP="00423904">
      <w:pPr>
        <w:pStyle w:val="libNormal"/>
        <w:rPr>
          <w:rtl/>
        </w:rPr>
      </w:pPr>
      <w:r w:rsidRPr="001969B8">
        <w:rPr>
          <w:rtl/>
        </w:rPr>
        <w:br w:type="page"/>
      </w:r>
    </w:p>
    <w:p w:rsidR="008F239C" w:rsidRPr="001969B8" w:rsidRDefault="008F239C" w:rsidP="008F239C">
      <w:pPr>
        <w:pStyle w:val="Heading2"/>
        <w:rPr>
          <w:rtl/>
        </w:rPr>
      </w:pPr>
      <w:bookmarkStart w:id="51" w:name="_Toc57828355"/>
      <w:r w:rsidRPr="001969B8">
        <w:rPr>
          <w:rtl/>
        </w:rPr>
        <w:lastRenderedPageBreak/>
        <w:t>المقدمة</w:t>
      </w:r>
      <w:bookmarkEnd w:id="5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كان هارون الرشيد طاغوت زمانه وقد بلغ هارون إلى اوج قدرة الخلافة </w:t>
      </w:r>
      <w:r w:rsidR="00143F79">
        <w:rPr>
          <w:rtl/>
        </w:rPr>
        <w:t xml:space="preserve"> </w:t>
      </w:r>
      <w:r>
        <w:rPr>
          <w:rtl/>
        </w:rPr>
        <w:t xml:space="preserve">وصارت سعة الممالك التي تحت حكومته إلى حيث نقل انه خاطب السحاب في </w:t>
      </w:r>
      <w:r w:rsidR="00143F79">
        <w:rPr>
          <w:rtl/>
        </w:rPr>
        <w:t xml:space="preserve"> </w:t>
      </w:r>
      <w:r>
        <w:rPr>
          <w:rtl/>
        </w:rPr>
        <w:t xml:space="preserve">السماء بقوله «أينما تمطرين يأتيني خراجك» وكان من شدّة حرصه على الخلافة </w:t>
      </w:r>
      <w:r w:rsidR="00143F79">
        <w:rPr>
          <w:rtl/>
        </w:rPr>
        <w:t xml:space="preserve"> </w:t>
      </w:r>
      <w:r>
        <w:rPr>
          <w:rtl/>
        </w:rPr>
        <w:t xml:space="preserve">والإمارة أن خاطب ولده المأمون «والله لو نازعتني في هذا الأمر أخذتُ الذي فيه </w:t>
      </w:r>
      <w:r w:rsidR="00143F79">
        <w:rPr>
          <w:rtl/>
        </w:rPr>
        <w:t xml:space="preserve"> </w:t>
      </w:r>
      <w:r>
        <w:rPr>
          <w:rtl/>
        </w:rPr>
        <w:t>عيناك فانَّ الملك عقيم».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وقد كانت شدّة التقية حول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بحيث يحتشم التصريح </w:t>
      </w:r>
      <w:r w:rsidR="00143F79">
        <w:rPr>
          <w:rtl/>
        </w:rPr>
        <w:t xml:space="preserve"> </w:t>
      </w:r>
      <w:r>
        <w:rPr>
          <w:rtl/>
        </w:rPr>
        <w:t xml:space="preserve">باسمه الشريف بين عامة الناس حتى أن في الروايات المروية عنه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ربّما </w:t>
      </w:r>
      <w:r w:rsidR="00143F79">
        <w:rPr>
          <w:rtl/>
        </w:rPr>
        <w:t xml:space="preserve"> </w:t>
      </w:r>
      <w:r>
        <w:rPr>
          <w:rtl/>
        </w:rPr>
        <w:t>اقتصرت عند التسمية عنه بالفقيه، والعالم، والعبد الصالح والشيخ</w:t>
      </w:r>
      <w:r w:rsidRPr="005C0F29">
        <w:rPr>
          <w:rtl/>
        </w:rPr>
        <w:t>(1)</w:t>
      </w:r>
      <w:r>
        <w:rPr>
          <w:rtl/>
        </w:rPr>
        <w:t xml:space="preserve"> وأمثالها حذراً </w:t>
      </w:r>
      <w:r w:rsidR="00143F79">
        <w:rPr>
          <w:rtl/>
        </w:rPr>
        <w:t xml:space="preserve"> </w:t>
      </w:r>
      <w:r>
        <w:rPr>
          <w:rtl/>
        </w:rPr>
        <w:t>عن التصريح به بما لا يوجد مثله في روايات آبائه الكرام وأبنائه المعصومين.</w:t>
      </w:r>
    </w:p>
    <w:p w:rsidR="008F239C" w:rsidRPr="001969B8" w:rsidRDefault="008F239C" w:rsidP="008F239C">
      <w:pPr>
        <w:pStyle w:val="Heading2"/>
        <w:rPr>
          <w:rtl/>
        </w:rPr>
      </w:pPr>
      <w:bookmarkStart w:id="52" w:name="_Toc57828356"/>
      <w:r w:rsidRPr="001969B8">
        <w:rPr>
          <w:rtl/>
        </w:rPr>
        <w:t xml:space="preserve">الامام الكاظم </w:t>
      </w:r>
      <w:r w:rsidRPr="00423904">
        <w:rPr>
          <w:rStyle w:val="libAlaemChar"/>
          <w:rtl/>
        </w:rPr>
        <w:t>عليه‌السلام</w:t>
      </w:r>
      <w:r w:rsidRPr="001969B8">
        <w:rPr>
          <w:rtl/>
        </w:rPr>
        <w:t xml:space="preserve"> والتقية وتحرزه عنها في مقام اتمام الحجة</w:t>
      </w:r>
      <w:bookmarkEnd w:id="5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لقد ورد عنه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التقية: «أن أكرم الناس عند الله أعملهم بالتقية». وروى في </w:t>
      </w:r>
      <w:r w:rsidR="00143F79">
        <w:rPr>
          <w:rtl/>
        </w:rPr>
        <w:t xml:space="preserve"> </w:t>
      </w:r>
      <w:r>
        <w:rPr>
          <w:rtl/>
        </w:rPr>
        <w:t xml:space="preserve">المحاسن للبرقي ص 258 بسنده عن عبدالله بن حبيب عن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</w:t>
      </w:r>
      <w:r w:rsidR="00143F79">
        <w:rPr>
          <w:rtl/>
        </w:rPr>
        <w:t xml:space="preserve"> </w:t>
      </w:r>
      <w:r>
        <w:rPr>
          <w:rtl/>
        </w:rPr>
        <w:t>قول الله عز وجل «</w:t>
      </w:r>
      <w:r w:rsidRPr="00423904">
        <w:rPr>
          <w:rStyle w:val="libAieChar"/>
          <w:rtl/>
        </w:rPr>
        <w:t>إِنَّ أَكْرَمَكُمْ عِندَ اللَّهِ أَتْقَاكُمْ</w:t>
      </w:r>
      <w:r>
        <w:rPr>
          <w:rtl/>
        </w:rPr>
        <w:t xml:space="preserve">»، 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اشدّكم تقية. والظاهر ان </w:t>
      </w:r>
      <w:r w:rsidR="00143F79">
        <w:rPr>
          <w:rtl/>
        </w:rPr>
        <w:t xml:space="preserve"> </w:t>
      </w:r>
      <w:r>
        <w:rPr>
          <w:rtl/>
        </w:rPr>
        <w:t xml:space="preserve">مورد التقية كانت في غير مقام اتمام الحجة، واما في بيان العقائد الحقة والاحكام </w:t>
      </w:r>
      <w:r w:rsidR="00143F79">
        <w:rPr>
          <w:rtl/>
        </w:rPr>
        <w:t xml:space="preserve"> </w:t>
      </w:r>
      <w:r>
        <w:rPr>
          <w:rtl/>
        </w:rPr>
        <w:t xml:space="preserve">الالهية، فانما تسوغ اذا حصل اتمام الحجة ببيان آخر صدر منه او من امام آخر </w:t>
      </w:r>
      <w:r w:rsidR="00143F79">
        <w:rPr>
          <w:rtl/>
        </w:rPr>
        <w:t xml:space="preserve"> </w:t>
      </w:r>
      <w:r>
        <w:rPr>
          <w:rtl/>
        </w:rPr>
        <w:t xml:space="preserve">تمت به الحجة. ولذلك ترى ان الحمل على التقية انما يجوز عند الفقهاء اذا كان </w:t>
      </w:r>
      <w:r w:rsidR="00143F79">
        <w:rPr>
          <w:rtl/>
        </w:rPr>
        <w:t xml:space="preserve"> </w:t>
      </w:r>
      <w:r>
        <w:rPr>
          <w:rtl/>
        </w:rPr>
        <w:t xml:space="preserve">هناك حديث معارض له، وعند ذلك ورد الأمر بالأخذ بما خالف العامة والغاء ما </w:t>
      </w:r>
      <w:r w:rsidR="00143F79">
        <w:rPr>
          <w:rtl/>
        </w:rPr>
        <w:t xml:space="preserve"> </w:t>
      </w:r>
      <w:r>
        <w:rPr>
          <w:rtl/>
        </w:rPr>
        <w:t>وافقهم واسقاطه عن الحجية.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ملاحظة: نقل عن آية الله العظمى الكوهكمري </w:t>
      </w:r>
      <w:r w:rsidRPr="00423904">
        <w:rPr>
          <w:rStyle w:val="libAlaemChar"/>
          <w:rtl/>
        </w:rPr>
        <w:t>قدس‌سره</w:t>
      </w:r>
      <w:r>
        <w:rPr>
          <w:rtl/>
        </w:rPr>
        <w:t xml:space="preserve"> انه يقول في ابحاثه الفقهية </w:t>
      </w:r>
      <w:r>
        <w:rPr>
          <w:rtl/>
        </w:rPr>
        <w:br/>
        <w:t xml:space="preserve">اني لم أجد مورداً صدَرَ عنهم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في مقام التقية كلام يخالف الواقع بل كل ما </w:t>
      </w:r>
      <w:r>
        <w:rPr>
          <w:rtl/>
        </w:rPr>
        <w:br/>
        <w:t>صدر عنهم في مقام التقية فله محل صحيح، والتقية مجرد إيهام الخلاف وبالدقة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وهذا الأخير ورد في حديث ابن مسكان في الكافي ج 1 ص 373.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معنى كلامهم يُعرف معناه الصحيح على طبق الواقع، مثال ذلك: ان المنصور </w:t>
      </w:r>
      <w:r w:rsidR="00143F79">
        <w:rPr>
          <w:rtl/>
        </w:rPr>
        <w:t xml:space="preserve"> </w:t>
      </w:r>
      <w:r>
        <w:rPr>
          <w:rtl/>
        </w:rPr>
        <w:t xml:space="preserve">سأل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عن يوم الفطر وحيث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المحذور من الحكم بيوم </w:t>
      </w:r>
      <w:r w:rsidR="00143F79">
        <w:rPr>
          <w:rtl/>
        </w:rPr>
        <w:t xml:space="preserve"> </w:t>
      </w:r>
      <w:r>
        <w:rPr>
          <w:rtl/>
        </w:rPr>
        <w:t xml:space="preserve">الفطر في قبال المنصور، الذي كان يدعى امامة الامة وخلافة الرسول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قال في </w:t>
      </w:r>
      <w:r w:rsidR="00143F79">
        <w:rPr>
          <w:rtl/>
        </w:rPr>
        <w:t xml:space="preserve"> </w:t>
      </w:r>
      <w:r>
        <w:rPr>
          <w:rtl/>
        </w:rPr>
        <w:t xml:space="preserve">جوابه «ذلك للإمام ان افطرت افطرنا» فأوهم للمنصور انه يقول: ان المنصور هو </w:t>
      </w:r>
      <w:r w:rsidR="00143F79">
        <w:rPr>
          <w:rtl/>
        </w:rPr>
        <w:t xml:space="preserve"> </w:t>
      </w:r>
      <w:r>
        <w:rPr>
          <w:rtl/>
        </w:rPr>
        <w:t xml:space="preserve">الإمام وانه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لا يفطر إلا بحكم المنصور لانه الإمام، ولكن الدقة في معنى كلامه </w:t>
      </w:r>
      <w:r w:rsidR="00143F79">
        <w:rPr>
          <w:rtl/>
        </w:rPr>
        <w:t xml:space="preserve"> </w:t>
      </w:r>
      <w:r>
        <w:rPr>
          <w:rtl/>
        </w:rPr>
        <w:t xml:space="preserve">تعطي الاذعان بانه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لم يقل إلا الحق، فانه يقوله ذلك للإمام. كلام كلي معناه ان </w:t>
      </w:r>
      <w:r w:rsidR="00143F79">
        <w:rPr>
          <w:rtl/>
        </w:rPr>
        <w:t xml:space="preserve"> </w:t>
      </w:r>
      <w:r>
        <w:rPr>
          <w:rtl/>
        </w:rPr>
        <w:t xml:space="preserve">الحكم يختص بالامام، واما ان الامام هو المنصور فهو خارج من معناه، وانما التقية </w:t>
      </w:r>
      <w:r w:rsidR="00143F79">
        <w:rPr>
          <w:rtl/>
        </w:rPr>
        <w:t xml:space="preserve"> </w:t>
      </w:r>
      <w:r>
        <w:rPr>
          <w:rtl/>
        </w:rPr>
        <w:t xml:space="preserve">في مقام العمل ولذلك صح قوله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 افطرت افطرنا.</w:t>
      </w:r>
    </w:p>
    <w:p w:rsidR="008F239C" w:rsidRPr="000E1AD3" w:rsidRDefault="008F239C" w:rsidP="008F239C">
      <w:pPr>
        <w:pStyle w:val="Heading2"/>
        <w:rPr>
          <w:rtl/>
        </w:rPr>
      </w:pPr>
      <w:bookmarkStart w:id="53" w:name="_Toc57828357"/>
      <w:r w:rsidRPr="000E1AD3">
        <w:rPr>
          <w:rtl/>
        </w:rPr>
        <w:t>«ووصية لعلي بن يقطين بان يتوضأ على وضوء العامة»</w:t>
      </w:r>
      <w:bookmarkEnd w:id="5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روى المفيد في الإرشاد عن محمد بن اسماعيل عن محمد بن الفضل قال: </w:t>
      </w:r>
      <w:r w:rsidR="00143F79">
        <w:rPr>
          <w:rtl/>
        </w:rPr>
        <w:t xml:space="preserve"> </w:t>
      </w:r>
      <w:r>
        <w:rPr>
          <w:rtl/>
        </w:rPr>
        <w:t xml:space="preserve">اختلفت الرواية بين أصحابنا في مسح الرجلين في الوضوء أهو من الأصابع إلى </w:t>
      </w:r>
      <w:r w:rsidR="00143F79">
        <w:rPr>
          <w:rtl/>
        </w:rPr>
        <w:t xml:space="preserve"> </w:t>
      </w:r>
      <w:r>
        <w:rPr>
          <w:rtl/>
        </w:rPr>
        <w:t xml:space="preserve">الكعبين أم من الكعبين إلى الإصابع فكتب علي بن يقطين إلى أبي الحسن </w:t>
      </w:r>
      <w:r w:rsidR="00143F79">
        <w:rPr>
          <w:rtl/>
        </w:rPr>
        <w:t xml:space="preserve"> </w:t>
      </w:r>
      <w:r>
        <w:rPr>
          <w:rtl/>
        </w:rPr>
        <w:t xml:space="preserve">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جعلت فداك ان اصحابنا قد اختلفوا في مسح الرجلين فان رأيت ان </w:t>
      </w:r>
      <w:r w:rsidR="00143F79">
        <w:rPr>
          <w:rtl/>
        </w:rPr>
        <w:t xml:space="preserve"> </w:t>
      </w:r>
      <w:r>
        <w:rPr>
          <w:rtl/>
        </w:rPr>
        <w:t>تكتب إليّ بخطك ما يكون عملي عليه فعلت انشاءالله تعالى.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«فكتب إليه أبو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فهمت ما ذكرت من الاختلاف في الوضوء والذي </w:t>
      </w:r>
      <w:r w:rsidR="00143F79">
        <w:rPr>
          <w:rtl/>
        </w:rPr>
        <w:t xml:space="preserve"> </w:t>
      </w:r>
      <w:r>
        <w:rPr>
          <w:rtl/>
        </w:rPr>
        <w:t xml:space="preserve">آمرك به في ذلك ان تتمضمض ثلثا وتستنشق ثلثا وتغسل وجهك ثلثا وتخلل شعر </w:t>
      </w:r>
      <w:r w:rsidR="00143F79">
        <w:rPr>
          <w:rtl/>
        </w:rPr>
        <w:t xml:space="preserve"> </w:t>
      </w:r>
      <w:r>
        <w:rPr>
          <w:rtl/>
        </w:rPr>
        <w:t xml:space="preserve">لحيتك وتغسل يدك من اصابعك إلى المرفقين وتمسح راسك كله وتمسح ظاهر </w:t>
      </w:r>
      <w:r w:rsidR="00143F79">
        <w:rPr>
          <w:rtl/>
        </w:rPr>
        <w:t xml:space="preserve"> </w:t>
      </w:r>
      <w:r>
        <w:rPr>
          <w:rtl/>
        </w:rPr>
        <w:t>اذنيك وباطنها وتغسل رجليك إلى الكعبين ثلاثاً ولا تخالف ذلك إلى غيره».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فلما وصل الكتاب إلى علي بن يقطين تعجب مما رسم له فيه مما أجمع </w:t>
      </w:r>
      <w:r w:rsidR="00143F79">
        <w:rPr>
          <w:rtl/>
        </w:rPr>
        <w:t xml:space="preserve"> </w:t>
      </w:r>
      <w:r>
        <w:rPr>
          <w:rtl/>
        </w:rPr>
        <w:t xml:space="preserve">العصابة على خلافه. ثم قال: مولاي اعلم بما قال وانا ممتثل لامره فكان يعمل في </w:t>
      </w:r>
      <w:r w:rsidR="00143F79">
        <w:rPr>
          <w:rtl/>
        </w:rPr>
        <w:t xml:space="preserve"> </w:t>
      </w:r>
      <w:r>
        <w:rPr>
          <w:rtl/>
        </w:rPr>
        <w:t xml:space="preserve">وضوءه على هذا الحد ويخالف ما عليه جميع الشيعة امتثالاً لأمر ابي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وسعى بعلي بن يقطين إلى الرشيد وقيل له انه رافضي مخالف لك. فقال الرشيد </w:t>
      </w:r>
      <w:r w:rsidR="00143F79">
        <w:rPr>
          <w:rtl/>
        </w:rPr>
        <w:t xml:space="preserve"> </w:t>
      </w:r>
      <w:r>
        <w:rPr>
          <w:rtl/>
        </w:rPr>
        <w:t xml:space="preserve">لبعض خاصته قد كثر عندي القول في علي بن يقطين والقرف له بخلافنا وميله إلى </w:t>
      </w:r>
      <w:r w:rsidR="00143F79">
        <w:rPr>
          <w:rtl/>
        </w:rPr>
        <w:t xml:space="preserve"> </w:t>
      </w:r>
      <w:r>
        <w:rPr>
          <w:rtl/>
        </w:rPr>
        <w:t xml:space="preserve">الرفض ولست أرى في خدمته لي تقصيراً وقد امتحنته مراراً فما ظهرت منه على ما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يقرف به واحبّ ان استبرئ امره من حيث لا يشعر بذلك فيحترز مني فقيل له ان </w:t>
      </w:r>
      <w:r w:rsidR="00143F79">
        <w:rPr>
          <w:rtl/>
        </w:rPr>
        <w:t xml:space="preserve"> </w:t>
      </w:r>
      <w:r>
        <w:rPr>
          <w:rtl/>
        </w:rPr>
        <w:t xml:space="preserve">الرافضة يا أمير المؤمنين يخالف الجماعة في الوضوء فتخففه ولا ترى غسل </w:t>
      </w:r>
      <w:r w:rsidR="00143F79">
        <w:rPr>
          <w:rtl/>
        </w:rPr>
        <w:t xml:space="preserve"> </w:t>
      </w:r>
      <w:r>
        <w:rPr>
          <w:rtl/>
        </w:rPr>
        <w:t>الرجلين فامتحنه من حيث لا يعلم بالوقوف على وضوئه.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فقال: اجل ان هذا الوجه يظهر به امره ثم تركه مدة وناطه بشيء من الشغل في </w:t>
      </w:r>
      <w:r w:rsidR="00143F79">
        <w:rPr>
          <w:rtl/>
        </w:rPr>
        <w:t xml:space="preserve"> </w:t>
      </w:r>
      <w:r>
        <w:rPr>
          <w:rtl/>
        </w:rPr>
        <w:t xml:space="preserve">الدار حتى دخل وقت الصلاة وكان علي بن يقطين يخلوا إلى حجرة في الدار </w:t>
      </w:r>
      <w:r w:rsidR="00143F79">
        <w:rPr>
          <w:rtl/>
        </w:rPr>
        <w:t xml:space="preserve"> </w:t>
      </w:r>
      <w:r>
        <w:rPr>
          <w:rtl/>
        </w:rPr>
        <w:t xml:space="preserve">لوضوئه وصلاته فلما دخل وقت الصلاة وقف الرشيد من وراء الحائط بحيث يرى </w:t>
      </w:r>
      <w:r w:rsidR="00143F79">
        <w:rPr>
          <w:rtl/>
        </w:rPr>
        <w:t xml:space="preserve"> </w:t>
      </w:r>
      <w:r>
        <w:rPr>
          <w:rtl/>
        </w:rPr>
        <w:t xml:space="preserve">علي بن يقطين ولا يراه هو فدعى بالماء فتمضمض ثلاثاً واستنشق ثلاثاً وغسل </w:t>
      </w:r>
      <w:r w:rsidR="00143F79">
        <w:rPr>
          <w:rtl/>
        </w:rPr>
        <w:t xml:space="preserve"> </w:t>
      </w:r>
      <w:r>
        <w:rPr>
          <w:rtl/>
        </w:rPr>
        <w:t xml:space="preserve">وجهه ثلاثاً وخلل شعر لحيته وغسل يديه الى المرفقين ثلاثا ومسح رأسه واذنيه </w:t>
      </w:r>
      <w:r w:rsidR="00143F79">
        <w:rPr>
          <w:rtl/>
        </w:rPr>
        <w:t xml:space="preserve"> </w:t>
      </w:r>
      <w:r>
        <w:rPr>
          <w:rtl/>
        </w:rPr>
        <w:t xml:space="preserve">وغسل رجليه ثلاثاً والرشيد ينظر إليه. فلما رآه قد فعل ذلك لم يملك نفسه حتى </w:t>
      </w:r>
      <w:r w:rsidR="00143F79">
        <w:rPr>
          <w:rtl/>
        </w:rPr>
        <w:t xml:space="preserve"> </w:t>
      </w:r>
      <w:r>
        <w:rPr>
          <w:rtl/>
        </w:rPr>
        <w:t xml:space="preserve">أشرف عليه من حيث يراه ثم ناداه كذب يا علي بن يقطين من زعم انك من </w:t>
      </w:r>
      <w:r w:rsidR="00143F79">
        <w:rPr>
          <w:rtl/>
        </w:rPr>
        <w:t xml:space="preserve"> </w:t>
      </w:r>
      <w:r>
        <w:rPr>
          <w:rtl/>
        </w:rPr>
        <w:t xml:space="preserve">الرافضة وصلحت حاله عنده وورد عليه كتاب أبي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ابتدأ «من الآن يا </w:t>
      </w:r>
      <w:r w:rsidR="00143F79">
        <w:rPr>
          <w:rtl/>
        </w:rPr>
        <w:t xml:space="preserve"> </w:t>
      </w:r>
      <w:r>
        <w:rPr>
          <w:rtl/>
        </w:rPr>
        <w:t xml:space="preserve">علي بن يقطين توضأ كما أمر الله غسل وجهك مرة فريضة واخرى اسباغاً واغسل </w:t>
      </w:r>
      <w:r w:rsidR="00143F79">
        <w:rPr>
          <w:rtl/>
        </w:rPr>
        <w:t xml:space="preserve"> </w:t>
      </w:r>
      <w:r>
        <w:rPr>
          <w:rtl/>
        </w:rPr>
        <w:t xml:space="preserve">يديك من المرفقين كذلك وامسح راسك وظاهر قدميك من فضل نداوة وضوئك </w:t>
      </w:r>
      <w:r w:rsidR="00143F79">
        <w:rPr>
          <w:rtl/>
        </w:rPr>
        <w:t xml:space="preserve"> </w:t>
      </w:r>
      <w:r>
        <w:rPr>
          <w:rtl/>
        </w:rPr>
        <w:t>فقد زال ما كان يخاف عليك والسلام».</w:t>
      </w:r>
    </w:p>
    <w:p w:rsidR="008F239C" w:rsidRPr="000E1AD3" w:rsidRDefault="008F239C" w:rsidP="008F239C">
      <w:pPr>
        <w:pStyle w:val="Heading2"/>
        <w:rPr>
          <w:rtl/>
        </w:rPr>
      </w:pPr>
      <w:bookmarkStart w:id="54" w:name="_Toc57828358"/>
      <w:r w:rsidRPr="000E1AD3">
        <w:rPr>
          <w:rtl/>
        </w:rPr>
        <w:t xml:space="preserve">عدم مبالاة الإمام الكاظم </w:t>
      </w:r>
      <w:r w:rsidRPr="00423904">
        <w:rPr>
          <w:rStyle w:val="libAlaemChar"/>
          <w:rtl/>
        </w:rPr>
        <w:t>عليه‌السلام</w:t>
      </w:r>
      <w:r w:rsidRPr="000E1AD3">
        <w:rPr>
          <w:rtl/>
        </w:rPr>
        <w:t xml:space="preserve"> بسطوة هارون في مقام إتمام الحجة</w:t>
      </w:r>
      <w:bookmarkEnd w:id="54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قال الشيخ الجليل الحسن بن علي الحرّاني: ان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دخل اليه </w:t>
      </w:r>
      <w:r w:rsidR="00143F79">
        <w:rPr>
          <w:rtl/>
        </w:rPr>
        <w:t xml:space="preserve"> </w:t>
      </w:r>
      <w:r>
        <w:rPr>
          <w:rtl/>
        </w:rPr>
        <w:t xml:space="preserve">وقد عمد على القبض عليه، لاشياء كذبت عليه عنده، فاعطاه طوماراً طويلاً فيه </w:t>
      </w:r>
      <w:r w:rsidR="00143F79">
        <w:rPr>
          <w:rtl/>
        </w:rPr>
        <w:t xml:space="preserve"> </w:t>
      </w:r>
      <w:r>
        <w:rPr>
          <w:rtl/>
        </w:rPr>
        <w:t xml:space="preserve">مذاهب وشنعة نسبتها إلى شيعته (فقرأه) ثم قال له «يا أمير المؤمنين نحن أهل </w:t>
      </w:r>
      <w:r w:rsidR="00143F79">
        <w:rPr>
          <w:rtl/>
        </w:rPr>
        <w:t xml:space="preserve"> </w:t>
      </w:r>
      <w:r>
        <w:rPr>
          <w:rtl/>
        </w:rPr>
        <w:t xml:space="preserve">البيت منينا بالتقوّل علينا، وربنا غفور ستور أبى أن يكشف اسرار عباده إلّا في وقت </w:t>
      </w:r>
      <w:r w:rsidR="00143F79">
        <w:rPr>
          <w:rtl/>
        </w:rPr>
        <w:t xml:space="preserve"> </w:t>
      </w:r>
      <w:r>
        <w:rPr>
          <w:rtl/>
        </w:rPr>
        <w:t xml:space="preserve">محاسبته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>يَوْمَ لَا يَنفَعُ مَالٌ وَلَا بَنُونَ إِلَّا مَنْ أَتَى اللَّهَ بِقَلْبٍ سَلِيمٍ</w:t>
      </w:r>
      <w:r w:rsidRPr="00423904">
        <w:rPr>
          <w:rStyle w:val="libAlaemChar"/>
          <w:rFonts w:hint="cs"/>
          <w:rtl/>
        </w:rPr>
        <w:t>)</w:t>
      </w:r>
      <w:r>
        <w:rPr>
          <w:rtl/>
        </w:rPr>
        <w:t xml:space="preserve">. إلى أن قال: ثم قال </w:t>
      </w:r>
      <w:r w:rsidR="00143F79">
        <w:rPr>
          <w:rtl/>
        </w:rPr>
        <w:t xml:space="preserve"> </w:t>
      </w:r>
      <w:r>
        <w:rPr>
          <w:rtl/>
        </w:rPr>
        <w:t xml:space="preserve">له اني اريد أن اسألك عن العباس وعليّ بما صار عليّ أولى بميراث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من العباس، والعباس عم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وصنو أبيه «فقال له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اعفني. قال: </w:t>
      </w:r>
      <w:r w:rsidR="00143F79">
        <w:rPr>
          <w:rtl/>
        </w:rPr>
        <w:t xml:space="preserve"> </w:t>
      </w:r>
      <w:r>
        <w:rPr>
          <w:rtl/>
        </w:rPr>
        <w:t xml:space="preserve">والله لا اعفينك، فاجبني. قال: فان لم تعفني فآمنّي. قال: آمنتك. قال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ان </w:t>
      </w:r>
      <w:r w:rsidR="00143F79">
        <w:rPr>
          <w:rtl/>
        </w:rPr>
        <w:t xml:space="preserve"> </w:t>
      </w:r>
      <w:r>
        <w:rPr>
          <w:rtl/>
        </w:rPr>
        <w:t xml:space="preserve">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لم يورث من قدر على الهجرة فلم يهاجر، ان اباك العباس آمن ولم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يهاجر وان عليّاً آمن وهاجر وقال الله تعالى: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الَّذِينَ آمَنُوا وَلَمْ يُهَاجِرُوا مَا لَكُم </w:t>
      </w:r>
      <w:r w:rsidRPr="00423904">
        <w:rPr>
          <w:rStyle w:val="libAieChar"/>
          <w:rtl/>
        </w:rPr>
        <w:br/>
        <w:t>مِّن وَلَايَتِهِم مِّن شَيْءٍ حَتَّىٰ يُهَاجِرُوا</w:t>
      </w:r>
      <w:r w:rsidRPr="00423904">
        <w:rPr>
          <w:rStyle w:val="libAlaemChar"/>
          <w:rtl/>
        </w:rPr>
        <w:t>)</w:t>
      </w:r>
      <w:r>
        <w:rPr>
          <w:rtl/>
        </w:rPr>
        <w:t xml:space="preserve">، فالتمع لون هارون وتغيّر وقال: مالكم لا </w:t>
      </w:r>
      <w:r w:rsidR="00143F79">
        <w:rPr>
          <w:rtl/>
        </w:rPr>
        <w:t xml:space="preserve"> </w:t>
      </w:r>
      <w:r>
        <w:rPr>
          <w:rtl/>
        </w:rPr>
        <w:t xml:space="preserve">تنسبون إلى علي وهو أبوكم وتنسبون إلى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وهو جدّكم؟ فقال </w:t>
      </w:r>
      <w:r w:rsidR="00143F79">
        <w:rPr>
          <w:rtl/>
        </w:rPr>
        <w:t xml:space="preserve"> </w:t>
      </w:r>
      <w:r>
        <w:rPr>
          <w:rtl/>
        </w:rPr>
        <w:t xml:space="preserve">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ان الله نسب المسيح عيسى بن مريم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خليله ابراهيم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بامه مريم </w:t>
      </w:r>
      <w:r w:rsidR="00143F79">
        <w:rPr>
          <w:rtl/>
        </w:rPr>
        <w:t xml:space="preserve"> </w:t>
      </w:r>
      <w:r>
        <w:rPr>
          <w:rtl/>
        </w:rPr>
        <w:t xml:space="preserve">البكر البتول التي لم يمسها بشر في قوله: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وَمِن ذُرِّيَّتِهِ دَاوُودَ وَسُلَيْمَانَ وَأَيُّوبَ </w:t>
      </w:r>
      <w:r w:rsidRPr="00423904">
        <w:rPr>
          <w:rStyle w:val="libAieChar"/>
          <w:rtl/>
        </w:rPr>
        <w:br/>
        <w:t xml:space="preserve">وَيُوسُفَ وَمُوسَىٰ وَهَارُونَ وَكَذَٰلِكَ نَجْزِي الْمُحْسِنِينَ * وَزَكَرِيَّا وَيَحْيَىٰ </w:t>
      </w:r>
      <w:r w:rsidRPr="00423904">
        <w:rPr>
          <w:rStyle w:val="libAieChar"/>
          <w:rtl/>
        </w:rPr>
        <w:br/>
        <w:t>وَعِيسَىٰ وَإِلْيَاسَ كُلٌّ مِّنَ الصَّالِحِينَ</w:t>
      </w:r>
      <w:r w:rsidRPr="00423904">
        <w:rPr>
          <w:rStyle w:val="libAlaemChar"/>
          <w:rtl/>
        </w:rPr>
        <w:t>)</w:t>
      </w:r>
      <w:r>
        <w:rPr>
          <w:rtl/>
        </w:rPr>
        <w:t xml:space="preserve"> فنسبه بأمه وحدها إلى خليله ابراهيم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كما نسب داود وسليمان وايوب وموسى وهارون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بابائهم وامهاتهم فضيلة </w:t>
      </w:r>
      <w:r w:rsidR="00143F79">
        <w:rPr>
          <w:rtl/>
        </w:rPr>
        <w:t xml:space="preserve"> </w:t>
      </w:r>
      <w:r>
        <w:rPr>
          <w:rtl/>
        </w:rPr>
        <w:t xml:space="preserve">لعيسى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ومنزلة رفيعة بأمه وحدها. وذلك قوله في قصة مريم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: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إِنَّ اللَّـهَ </w:t>
      </w:r>
      <w:r w:rsidRPr="00423904">
        <w:rPr>
          <w:rStyle w:val="libAieChar"/>
          <w:rtl/>
        </w:rPr>
        <w:br/>
        <w:t>اصْطَفَاكِ وَطَهَّرَكِ وَاصْطَفَاكِ عَلَىٰ نِسَاءِ الْعَالَمِينَ</w:t>
      </w:r>
      <w:r w:rsidRPr="00423904">
        <w:rPr>
          <w:rStyle w:val="libAlaemChar"/>
          <w:rtl/>
        </w:rPr>
        <w:t>)</w:t>
      </w:r>
      <w:r>
        <w:rPr>
          <w:rtl/>
        </w:rPr>
        <w:t xml:space="preserve"> بالمسيح من غير بشر وكذلك </w:t>
      </w:r>
      <w:r w:rsidR="00143F79">
        <w:rPr>
          <w:rtl/>
        </w:rPr>
        <w:t xml:space="preserve"> </w:t>
      </w:r>
      <w:r>
        <w:rPr>
          <w:rtl/>
        </w:rPr>
        <w:t xml:space="preserve">اصطفى ربنا فاطمة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 وطهرها وفضلها على نساء العالمين بالحسن والحسين سيدي </w:t>
      </w:r>
      <w:r w:rsidR="00143F79">
        <w:rPr>
          <w:rtl/>
        </w:rPr>
        <w:t xml:space="preserve"> </w:t>
      </w:r>
      <w:r>
        <w:rPr>
          <w:rtl/>
        </w:rPr>
        <w:t>شباب أهل الجنة».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 له هارون وقد اضطرب وساءه ما سمع:</w:t>
      </w:r>
    </w:p>
    <w:p w:rsidR="008F239C" w:rsidRPr="00BB0F39" w:rsidRDefault="008F239C" w:rsidP="008F239C">
      <w:pPr>
        <w:pStyle w:val="Heading2"/>
        <w:rPr>
          <w:rtl/>
        </w:rPr>
      </w:pPr>
      <w:bookmarkStart w:id="55" w:name="_Toc57828359"/>
      <w:r w:rsidRPr="00BB0F39">
        <w:rPr>
          <w:rtl/>
        </w:rPr>
        <w:t xml:space="preserve">«ما ورد عن الامام الكاظم </w:t>
      </w:r>
      <w:r w:rsidRPr="00423904">
        <w:rPr>
          <w:rStyle w:val="libAlaemChar"/>
          <w:rtl/>
        </w:rPr>
        <w:t>عليه‌السلام</w:t>
      </w:r>
      <w:r w:rsidRPr="00BB0F39">
        <w:rPr>
          <w:rtl/>
        </w:rPr>
        <w:t xml:space="preserve"> في ابطال القياس»</w:t>
      </w:r>
      <w:bookmarkEnd w:id="5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عن محمد بن حكيم، قال: قلت لابي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انا نتلاقى فيما بيننا فلا يكاد يرد </w:t>
      </w:r>
      <w:r w:rsidR="00143F79">
        <w:rPr>
          <w:rtl/>
        </w:rPr>
        <w:t xml:space="preserve"> </w:t>
      </w:r>
      <w:r>
        <w:rPr>
          <w:rtl/>
        </w:rPr>
        <w:t xml:space="preserve">علينا شيء إلا وعندنا فيه شيء وذلك شيء أنعم الله به علينا بكم، وقد يرد علينا الشيء </w:t>
      </w:r>
      <w:r w:rsidR="00143F79">
        <w:rPr>
          <w:rtl/>
        </w:rPr>
        <w:t xml:space="preserve"> </w:t>
      </w:r>
      <w:r>
        <w:rPr>
          <w:rtl/>
        </w:rPr>
        <w:t xml:space="preserve">وليس عندنا فيه شيء وعندنا ما يشبهه فنقيس على أحسنه؟ فقال: لا، وما لكم للقياس، </w:t>
      </w:r>
      <w:r w:rsidR="00143F79">
        <w:rPr>
          <w:rtl/>
        </w:rPr>
        <w:t xml:space="preserve"> </w:t>
      </w:r>
      <w:r>
        <w:rPr>
          <w:rtl/>
        </w:rPr>
        <w:t>ثم قال لعن الله أبا فلان، كان يقول: قال علي وقلت، وقالت الصحابة وقلت.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ثم قال: كنت تجلس إليه؟ قلت: لا ولكن هذا قوله، فقال أبو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إذا </w:t>
      </w:r>
      <w:r w:rsidR="00143F79">
        <w:rPr>
          <w:rtl/>
        </w:rPr>
        <w:t xml:space="preserve"> </w:t>
      </w:r>
      <w:r>
        <w:rPr>
          <w:rtl/>
        </w:rPr>
        <w:t xml:space="preserve">جاءكم ما تعلمون فقولوا، وإذا جاءكم ما لا تعلمون فها (ووضع يده على فمه) </w:t>
      </w:r>
      <w:r w:rsidR="00143F79">
        <w:rPr>
          <w:rtl/>
        </w:rPr>
        <w:t xml:space="preserve"> </w:t>
      </w:r>
      <w:r>
        <w:rPr>
          <w:rtl/>
        </w:rPr>
        <w:t xml:space="preserve">فقلتُ ولم ذاك؟ قال: لان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أتى الناس بما اكتفوا به على عهده وما </w:t>
      </w:r>
      <w:r w:rsidR="00143F79">
        <w:rPr>
          <w:rtl/>
        </w:rPr>
        <w:t xml:space="preserve"> </w:t>
      </w:r>
      <w:r>
        <w:rPr>
          <w:rtl/>
        </w:rPr>
        <w:t>يحتاجون إليه من بعده إلى يوم القيامة</w:t>
      </w:r>
      <w:r w:rsidRPr="005C0F29">
        <w:rPr>
          <w:rtl/>
        </w:rPr>
        <w:t>(1)</w:t>
      </w:r>
      <w:r>
        <w:rPr>
          <w:rtl/>
        </w:rPr>
        <w:t>.</w:t>
      </w:r>
    </w:p>
    <w:p w:rsidR="008F239C" w:rsidRPr="00BB0F39" w:rsidRDefault="008F239C" w:rsidP="0094659A">
      <w:pPr>
        <w:pStyle w:val="libLine"/>
        <w:rPr>
          <w:rtl/>
        </w:rPr>
      </w:pPr>
      <w:r w:rsidRPr="00BB0F3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المحاسن ص 2012 ـ 2013.</w:t>
      </w:r>
    </w:p>
    <w:p w:rsidR="008F239C" w:rsidRPr="00476705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56" w:name="_Toc57828360"/>
      <w:r w:rsidRPr="00476705">
        <w:rPr>
          <w:rtl/>
        </w:rPr>
        <w:lastRenderedPageBreak/>
        <w:t xml:space="preserve">تعريضه </w:t>
      </w:r>
      <w:r w:rsidRPr="00423904">
        <w:rPr>
          <w:rStyle w:val="libAlaemChar"/>
          <w:rtl/>
        </w:rPr>
        <w:t>عليه‌السلام</w:t>
      </w:r>
      <w:r w:rsidRPr="00476705">
        <w:rPr>
          <w:rtl/>
        </w:rPr>
        <w:t xml:space="preserve"> لفقهاء أهل العامة على فتواهم بغير علم</w:t>
      </w:r>
      <w:bookmarkEnd w:id="5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ومما صدر عن الامام السابع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قبال فقهاء أهل العامة تعريضهم بالفتوى </w:t>
      </w:r>
      <w:r w:rsidR="00143F79">
        <w:rPr>
          <w:rtl/>
        </w:rPr>
        <w:t xml:space="preserve"> </w:t>
      </w:r>
      <w:r>
        <w:rPr>
          <w:rtl/>
        </w:rPr>
        <w:t xml:space="preserve">بغير علم قال ابوالحسن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«من أفتى الناس بغير علم لعنته ملائكة الارض </w:t>
      </w:r>
      <w:r w:rsidR="00143F79">
        <w:rPr>
          <w:rtl/>
        </w:rPr>
        <w:t xml:space="preserve"> </w:t>
      </w:r>
      <w:r>
        <w:rPr>
          <w:rtl/>
        </w:rPr>
        <w:t>وملائكة السماء»</w:t>
      </w:r>
      <w:r w:rsidRPr="005C0F29">
        <w:rPr>
          <w:rtl/>
        </w:rPr>
        <w:t>(1)</w:t>
      </w:r>
      <w:r>
        <w:rPr>
          <w:rtl/>
        </w:rPr>
        <w:t>.</w:t>
      </w:r>
    </w:p>
    <w:p w:rsidR="008F239C" w:rsidRPr="00476705" w:rsidRDefault="008F239C" w:rsidP="008F239C">
      <w:pPr>
        <w:pStyle w:val="Heading2"/>
        <w:rPr>
          <w:rtl/>
        </w:rPr>
      </w:pPr>
      <w:bookmarkStart w:id="57" w:name="_Toc57828361"/>
      <w:r w:rsidRPr="00476705">
        <w:rPr>
          <w:rtl/>
        </w:rPr>
        <w:t xml:space="preserve">تعريضه </w:t>
      </w:r>
      <w:r w:rsidRPr="00423904">
        <w:rPr>
          <w:rStyle w:val="libAlaemChar"/>
          <w:rtl/>
        </w:rPr>
        <w:t>عليه‌السلام</w:t>
      </w:r>
      <w:r w:rsidRPr="00476705">
        <w:rPr>
          <w:rtl/>
        </w:rPr>
        <w:t xml:space="preserve"> لفقهاء أهل العامة على عملهم في الاحكام الشرعية بالرأي</w:t>
      </w:r>
      <w:bookmarkEnd w:id="5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بيّن الامام السابع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 العمل بالرأي في الاحكام بدعة ومستلزم للهلاك وانّ </w:t>
      </w:r>
      <w:r w:rsidR="00143F79">
        <w:rPr>
          <w:rtl/>
        </w:rPr>
        <w:t xml:space="preserve"> </w:t>
      </w:r>
      <w:r>
        <w:rPr>
          <w:rtl/>
        </w:rPr>
        <w:t xml:space="preserve">ترك الرجوع إلى أهل البيت في استعلام الاحكام الشرعية ضلالة. وفي ذلك روى </w:t>
      </w:r>
      <w:r w:rsidR="00143F79">
        <w:rPr>
          <w:rtl/>
        </w:rPr>
        <w:t xml:space="preserve"> </w:t>
      </w:r>
      <w:r>
        <w:rPr>
          <w:rtl/>
        </w:rPr>
        <w:t xml:space="preserve">الكليني عن يونس بن عبدالرحمن قال قلت لابي الحسن الأول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«بما أوحّد الله؟ </w:t>
      </w:r>
      <w:r w:rsidR="00143F79">
        <w:rPr>
          <w:rtl/>
        </w:rPr>
        <w:t xml:space="preserve"> </w:t>
      </w:r>
      <w:r>
        <w:rPr>
          <w:rtl/>
        </w:rPr>
        <w:t xml:space="preserve">فقال: يا يونس لا تكونن مبتدعاً، مَنْ نَظَر برأيه هلك، ومن ترك أهل بيت نبيّه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>ضل، ومن ترك كتاب الله وقول نبيه كفر»</w:t>
      </w:r>
      <w:r w:rsidRPr="005C0F29">
        <w:rPr>
          <w:rtl/>
        </w:rPr>
        <w:t>(2)</w:t>
      </w:r>
      <w:r>
        <w:rPr>
          <w:rtl/>
        </w:rPr>
        <w:t>.</w:t>
      </w:r>
    </w:p>
    <w:p w:rsidR="008F239C" w:rsidRPr="00476705" w:rsidRDefault="008F239C" w:rsidP="008F239C">
      <w:pPr>
        <w:pStyle w:val="Heading2"/>
        <w:rPr>
          <w:rtl/>
        </w:rPr>
      </w:pPr>
      <w:bookmarkStart w:id="58" w:name="_Toc57828362"/>
      <w:r w:rsidRPr="00476705">
        <w:rPr>
          <w:rtl/>
        </w:rPr>
        <w:t xml:space="preserve">إفحامه </w:t>
      </w:r>
      <w:r w:rsidRPr="00423904">
        <w:rPr>
          <w:rStyle w:val="libAlaemChar"/>
          <w:rtl/>
        </w:rPr>
        <w:t>عليه‌السلام</w:t>
      </w:r>
      <w:r w:rsidRPr="00476705">
        <w:rPr>
          <w:rtl/>
        </w:rPr>
        <w:t xml:space="preserve"> للفقيه المعروف بـ (ابي يوسف القاضي)</w:t>
      </w:r>
      <w:bookmarkEnd w:id="5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ابو يوسف للمهدي وعنده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تأذن لي ان اسأله عن </w:t>
      </w:r>
      <w:r w:rsidR="00143F79">
        <w:rPr>
          <w:rtl/>
        </w:rPr>
        <w:t xml:space="preserve"> </w:t>
      </w:r>
      <w:r>
        <w:rPr>
          <w:rtl/>
        </w:rPr>
        <w:t xml:space="preserve">مسائل ليس عنده فيها شيء؟ فقال له: نعم، فقال لموسى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اسألك؟ قال: </w:t>
      </w:r>
      <w:r w:rsidR="00143F79">
        <w:rPr>
          <w:rtl/>
        </w:rPr>
        <w:t xml:space="preserve"> </w:t>
      </w:r>
      <w:r>
        <w:rPr>
          <w:rtl/>
        </w:rPr>
        <w:t xml:space="preserve">نعم، قال: ما تقول في التظليل للمحرم، قال: لا يصلح، قال: فيضرب الخباء في </w:t>
      </w:r>
      <w:r w:rsidR="00143F79">
        <w:rPr>
          <w:rtl/>
        </w:rPr>
        <w:t xml:space="preserve"> </w:t>
      </w:r>
      <w:r>
        <w:rPr>
          <w:rtl/>
        </w:rPr>
        <w:t xml:space="preserve">الأرض ويدخل البيت؟ قال: نعم، قال: فما الفرق بين هذين؟ قال ابو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ما </w:t>
      </w:r>
      <w:r w:rsidR="00143F79">
        <w:rPr>
          <w:rtl/>
        </w:rPr>
        <w:t xml:space="preserve"> </w:t>
      </w:r>
      <w:r>
        <w:rPr>
          <w:rtl/>
        </w:rPr>
        <w:t xml:space="preserve">تقول في الطامث أتقضي الصلاة؟ قال: لا، قال: فتقضي الصوم؟ قال: نعم، قال: </w:t>
      </w:r>
      <w:r w:rsidR="00143F79">
        <w:rPr>
          <w:rtl/>
        </w:rPr>
        <w:t xml:space="preserve"> </w:t>
      </w:r>
      <w:r>
        <w:rPr>
          <w:rtl/>
        </w:rPr>
        <w:t xml:space="preserve">ولم؟ قال: هكذا جاء، قال أبو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وهكذا جاء، فقال المهدي لابي يوسف: </w:t>
      </w:r>
      <w:r w:rsidR="00143F79">
        <w:rPr>
          <w:rtl/>
        </w:rPr>
        <w:t xml:space="preserve"> </w:t>
      </w:r>
      <w:r>
        <w:rPr>
          <w:rtl/>
        </w:rPr>
        <w:t>ما أراك صنعت شيئاً؟ قال: رماني بحجر دامغ.</w:t>
      </w:r>
    </w:p>
    <w:p w:rsidR="008F239C" w:rsidRPr="007B35BA" w:rsidRDefault="008F239C" w:rsidP="008F239C">
      <w:pPr>
        <w:pStyle w:val="Heading2"/>
        <w:rPr>
          <w:rtl/>
        </w:rPr>
      </w:pPr>
      <w:bookmarkStart w:id="59" w:name="_Toc57828363"/>
      <w:r w:rsidRPr="007B35BA">
        <w:rPr>
          <w:rtl/>
        </w:rPr>
        <w:t>هارون الرشيد للإمام حد فدكاً حتى أردها اليك</w:t>
      </w:r>
      <w:bookmarkEnd w:id="59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فقال </w:t>
      </w:r>
      <w:r>
        <w:rPr>
          <w:rFonts w:hint="cs"/>
          <w:rtl/>
        </w:rPr>
        <w:t xml:space="preserve">الامام </w:t>
      </w:r>
      <w:r w:rsidRPr="00423904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</w:t>
      </w:r>
      <w:r>
        <w:rPr>
          <w:rtl/>
        </w:rPr>
        <w:t xml:space="preserve"> أحدَّها إلا بحدودها قال وما حدودها؟ قال إن حددتها لم </w:t>
      </w:r>
      <w:r>
        <w:rPr>
          <w:rtl/>
        </w:rPr>
        <w:br/>
        <w:t xml:space="preserve">تردها قال بحقِّ جدِّك إلا فعلت؟! 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أما الاحد الأول فعدن فتغير وجه الرشيد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المحاسن 205.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الكافي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56.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ايهاً قال والحد الثاني سمرقند فاربدَّ وجهه قال والحد الثالث افريقيا فاسودَّ </w:t>
      </w:r>
      <w:r w:rsidR="00143F79">
        <w:rPr>
          <w:rtl/>
        </w:rPr>
        <w:t xml:space="preserve"> </w:t>
      </w:r>
      <w:r>
        <w:rPr>
          <w:rtl/>
        </w:rPr>
        <w:t xml:space="preserve">وجهه وقال هيه قال والرابع سيف البحر مما يلي الجزر وارمينيه قال الرشيد فلم يبق </w:t>
      </w:r>
      <w:r w:rsidR="00143F79">
        <w:rPr>
          <w:rtl/>
        </w:rPr>
        <w:t xml:space="preserve"> </w:t>
      </w:r>
      <w:r>
        <w:rPr>
          <w:rtl/>
        </w:rPr>
        <w:t xml:space="preserve">لنا شيء فتحوّل إلى مجلسي قال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قد علمتك انني ان حددتها لم تردَّها </w:t>
      </w:r>
      <w:r w:rsidR="00143F79">
        <w:rPr>
          <w:rtl/>
        </w:rPr>
        <w:t xml:space="preserve"> </w:t>
      </w:r>
      <w:r>
        <w:rPr>
          <w:rtl/>
        </w:rPr>
        <w:t xml:space="preserve">فعند ذلك عزم على قتله، فقال بحقِّ القبر والمنبر وبحق قرابتك من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أخبرني أنت تموت قبلي أو أنا أموت قبلك لأنك تعرف هذا من علم النجوم فقال </w:t>
      </w:r>
      <w:r w:rsidR="00143F79">
        <w:rPr>
          <w:rtl/>
        </w:rPr>
        <w:t xml:space="preserve"> </w:t>
      </w:r>
      <w:r>
        <w:rPr>
          <w:rtl/>
        </w:rPr>
        <w:t xml:space="preserve">له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آمني حتى أخبرك فقال لك الأمان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انا أموت قبلك وما </w:t>
      </w:r>
      <w:r w:rsidR="00143F79">
        <w:rPr>
          <w:rtl/>
        </w:rPr>
        <w:t xml:space="preserve"> </w:t>
      </w:r>
      <w:r>
        <w:rPr>
          <w:rtl/>
        </w:rPr>
        <w:t xml:space="preserve">كذبت ولا أكذب ووفاتي قريب ثم ان هارون اذن له في الانصراف فتوجه إلى </w:t>
      </w:r>
      <w:r w:rsidR="00143F79">
        <w:rPr>
          <w:rtl/>
        </w:rPr>
        <w:t xml:space="preserve"> </w:t>
      </w:r>
      <w:r>
        <w:rPr>
          <w:rtl/>
        </w:rPr>
        <w:t>الرقة ثم تقولوا عليه شيئاً فاستعاده هارون واطعمه السم فتوفى (</w:t>
      </w:r>
      <w:r w:rsidRPr="009B2948">
        <w:rPr>
          <w:rtl/>
        </w:rPr>
        <w:t>عليه 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وصلوات الله عليه) في حبس السندي بعد ما كان يضيق عليه غاية التضييق إلى ان </w:t>
      </w:r>
      <w:r w:rsidR="00143F79">
        <w:rPr>
          <w:rtl/>
        </w:rPr>
        <w:t xml:space="preserve"> </w:t>
      </w:r>
      <w:r>
        <w:rPr>
          <w:rtl/>
        </w:rPr>
        <w:t xml:space="preserve">سقاه السم بأمر الرشيد في رطبات مسمومة فلما أكل عشر رطبات تغير لونه فقال </w:t>
      </w:r>
      <w:r w:rsidR="00143F79">
        <w:rPr>
          <w:rtl/>
        </w:rPr>
        <w:t xml:space="preserve"> </w:t>
      </w:r>
      <w:r>
        <w:rPr>
          <w:rtl/>
        </w:rPr>
        <w:t xml:space="preserve">كل منها قال حسبك قد بلغت ما تحتاج اليه فيما أمرت به ثم أنه احضر القضاة </w:t>
      </w:r>
      <w:r w:rsidR="00143F79">
        <w:rPr>
          <w:rtl/>
        </w:rPr>
        <w:t xml:space="preserve"> </w:t>
      </w:r>
      <w:r>
        <w:rPr>
          <w:rtl/>
        </w:rPr>
        <w:t xml:space="preserve">والعدول قبل وفاة بأيّام وأخرجه اليهم وقال إن الناس يقولون إن ابا الحسن موسى </w:t>
      </w:r>
      <w:r w:rsidR="00143F79">
        <w:rPr>
          <w:rtl/>
        </w:rPr>
        <w:t xml:space="preserve"> </w:t>
      </w:r>
      <w:r>
        <w:rPr>
          <w:rtl/>
        </w:rPr>
        <w:t xml:space="preserve">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ضنك شديد وها هو ذا لا علّة به ولا مرض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ايتها الجماعة </w:t>
      </w:r>
      <w:r w:rsidR="00143F79">
        <w:rPr>
          <w:rtl/>
        </w:rPr>
        <w:t xml:space="preserve"> </w:t>
      </w:r>
      <w:r>
        <w:rPr>
          <w:rtl/>
        </w:rPr>
        <w:t xml:space="preserve">اعلموا اني مقتول بالسم وسأحمر في آخر هذا اليوم حمرة شديدة واصفر غداً </w:t>
      </w:r>
      <w:r w:rsidR="00143F79">
        <w:rPr>
          <w:rtl/>
        </w:rPr>
        <w:t xml:space="preserve"> </w:t>
      </w:r>
      <w:r>
        <w:rPr>
          <w:rtl/>
        </w:rPr>
        <w:t xml:space="preserve">وابيض بعد غد وامضي إلى رحمة الله ورضوانه. رحم الله مَن نادى وا اماماه وا </w:t>
      </w:r>
      <w:r w:rsidR="00143F79">
        <w:rPr>
          <w:rtl/>
        </w:rPr>
        <w:t xml:space="preserve"> </w:t>
      </w:r>
      <w:r>
        <w:rPr>
          <w:rtl/>
        </w:rPr>
        <w:t>كاظماه واسيّداه.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للقيدِ في رجليه خشخشة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وبه أضرّ السّجن والدّنفُ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زال تقذفه السّجون فمن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سجن لأضيق منه ينقذفُ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حتّى قضى بالسمّ محتدماً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حزناً بكاه المجد والشرف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حملته حمّالون أربعه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إذ لا وقار به مذ انصرفوا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ضاگ الهوه أو مل من حياته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يعرف وكت بيه الصلاته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لمن سموا أو بيه صارت وفاته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عگب ما ذاب چبده وخلص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Default="008F239C" w:rsidP="00423904">
      <w:pPr>
        <w:pStyle w:val="libNormal"/>
      </w:pPr>
      <w: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ثلث تيام ظل من غير تغسيل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عنده عشيره النعشه اتشيل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شالوا للجسر أربع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بي سمعت الناس أو عدت تلتم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وضعوه فوق الجسر مطر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وحاً على نهج العبور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C966D0" w:rsidRDefault="008F239C" w:rsidP="00423904">
      <w:pPr>
        <w:pStyle w:val="libNormal"/>
        <w:rPr>
          <w:rtl/>
        </w:rPr>
      </w:pPr>
      <w:r w:rsidRPr="00C966D0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E95059" w:rsidRDefault="008F239C" w:rsidP="008F239C">
      <w:pPr>
        <w:pStyle w:val="Heading1"/>
        <w:rPr>
          <w:rtl/>
        </w:rPr>
      </w:pPr>
      <w:bookmarkStart w:id="60" w:name="_Toc57828364"/>
      <w:r w:rsidRPr="00E95059">
        <w:rPr>
          <w:rtl/>
        </w:rPr>
        <w:t>المجلس العاشر</w:t>
      </w:r>
      <w:bookmarkEnd w:id="60"/>
    </w:p>
    <w:p w:rsidR="008F239C" w:rsidRPr="00E95059" w:rsidRDefault="008F239C" w:rsidP="008F239C">
      <w:pPr>
        <w:pStyle w:val="Heading2"/>
        <w:rPr>
          <w:rtl/>
        </w:rPr>
      </w:pPr>
      <w:bookmarkStart w:id="61" w:name="_Toc57828365"/>
      <w:r w:rsidRPr="00E95059">
        <w:rPr>
          <w:rtl/>
        </w:rPr>
        <w:t>الموضوع</w:t>
      </w:r>
      <w:r>
        <w:rPr>
          <w:rFonts w:hint="cs"/>
          <w:rtl/>
        </w:rPr>
        <w:t xml:space="preserve"> </w:t>
      </w:r>
      <w:r w:rsidRPr="00E95059">
        <w:rPr>
          <w:rtl/>
        </w:rPr>
        <w:t>: علي بن يقطين وبعض نشاطاته</w:t>
      </w:r>
      <w:bookmarkEnd w:id="6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عبدالمجيد البغدادي الحلّي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وأمضّ الخطوب أن يقطع الأد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نون أو يقتفوا الدنيّ الخسيسا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خلفت عصبة الشقاق بنو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العم فنالوا من ابن جعفر موسى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بلغوا من أبي الرّضا أن سقوه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الس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م عند اغترابه مدسوسا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بأبي ثاوياً ببغداد قاسى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كربات حتّى قضى محبوسا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شي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عت نعشه النفوس ولكن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رزؤه شيّع الأسى والنفوسا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كيف نامت على الهوان حمولاً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على الضّيم لا تطيق الجلوسا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أتناست باب الحوائج فهر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وهو في قيده يعاني الحبوسا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أفك القوم بالنّداء عليه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فانجلى ما تقوّلوا معكوسا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حيث كان الرشيد في الظّلم فرعو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 وموسى فيها تحمّل موسى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فتولّى منه سليمان أمراً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كان من دون الرشيد يؤوسا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اولن من الگصر مشرف اسليمان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نعش باب الحوايج لاح إله وبات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يگلهم هالجنازة مالها اعوان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غريبه اولا وراها ناس يمشون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گالوله غريب اهله امبينين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لاچن بالمدينة اعله بعيدين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ابن عمّك الكاظم گال هالحين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انزلوا واخذوا نعشه او لا تخافون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C966D0" w:rsidRDefault="008F239C" w:rsidP="00423904">
      <w:pPr>
        <w:pStyle w:val="libNormal"/>
      </w:pPr>
      <w:r w:rsidRPr="00C966D0"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جابه وغسّله او حنّطه او لفّه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ابحبرته او شال تابوته اعلى چتفه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مشه مكشوف راسه حافي خلفه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كثر تشييعهم والناس يبچون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واحد حضر لحسين ذاك اليوم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يخلّص جثته من سحك خيل الگوم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يواريه او يخلّص زينب او چلثوم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يخلص أطفال تبچي ولا يهيدون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286941" w:rsidRDefault="008F239C" w:rsidP="008F239C">
      <w:pPr>
        <w:pStyle w:val="Heading2"/>
        <w:rPr>
          <w:rtl/>
        </w:rPr>
      </w:pPr>
      <w:bookmarkStart w:id="62" w:name="_Toc57828366"/>
      <w:r w:rsidRPr="00286941">
        <w:rPr>
          <w:rtl/>
        </w:rPr>
        <w:t>ترجمته</w:t>
      </w:r>
      <w:bookmarkEnd w:id="6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علي بن يقطين، كوفي الأصل بغدادي المسكن، ثقةٌ جليل القدر من أجلّاء </w:t>
      </w:r>
      <w:r w:rsidR="00143F79">
        <w:rPr>
          <w:rtl/>
        </w:rPr>
        <w:t xml:space="preserve"> </w:t>
      </w:r>
      <w:r>
        <w:rPr>
          <w:rtl/>
        </w:rPr>
        <w:t xml:space="preserve">الأصحاب، وجيهاً عند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، وكان أبوه يقطين من الدعاة </w:t>
      </w:r>
      <w:r w:rsidR="00143F79">
        <w:rPr>
          <w:rtl/>
        </w:rPr>
        <w:t xml:space="preserve"> </w:t>
      </w:r>
      <w:r>
        <w:rPr>
          <w:rtl/>
        </w:rPr>
        <w:t xml:space="preserve">للعباسيين ووقع في محنةٍ عظيمة أيام مروان الحمار، لأنَّ مروان طلبه ففرَّ من وطنه </w:t>
      </w:r>
      <w:r w:rsidR="00143F79">
        <w:rPr>
          <w:rtl/>
        </w:rPr>
        <w:t xml:space="preserve"> </w:t>
      </w:r>
      <w:r>
        <w:rPr>
          <w:rtl/>
        </w:rPr>
        <w:t xml:space="preserve">واختفى ووُلد علي ابنه بالكوفة عام (124 هـ) وفرّت زوجة يقطين أيضاً مع ولديها </w:t>
      </w:r>
      <w:r w:rsidR="00143F79">
        <w:rPr>
          <w:rtl/>
        </w:rPr>
        <w:t xml:space="preserve"> </w:t>
      </w:r>
      <w:r>
        <w:rPr>
          <w:rtl/>
        </w:rPr>
        <w:t xml:space="preserve">علي وعبيد أولاد يقطين من خوف مروان إلى المدينة، وما زالوا مختفين حتى قُتل </w:t>
      </w:r>
      <w:r w:rsidR="00143F79">
        <w:rPr>
          <w:rtl/>
        </w:rPr>
        <w:t xml:space="preserve"> </w:t>
      </w:r>
      <w:r>
        <w:rPr>
          <w:rtl/>
        </w:rPr>
        <w:t xml:space="preserve">مروان واستولى العباسيون على الحكم فخرج يقطين وجاءت زوجته مع أولاده إلى </w:t>
      </w:r>
      <w:r w:rsidR="00143F79">
        <w:rPr>
          <w:rtl/>
        </w:rPr>
        <w:t xml:space="preserve"> </w:t>
      </w:r>
      <w:r>
        <w:rPr>
          <w:rtl/>
        </w:rPr>
        <w:t xml:space="preserve">الكوفة وطنهم وصار يقطين من أعوان السفاح والمنصور ومع هذا كان شيعيّاً وقائلاً </w:t>
      </w:r>
      <w:r w:rsidR="00143F79">
        <w:rPr>
          <w:rtl/>
        </w:rPr>
        <w:t xml:space="preserve"> </w:t>
      </w:r>
      <w:r>
        <w:rPr>
          <w:rtl/>
        </w:rPr>
        <w:t xml:space="preserve">بالإمامة وهكذا أبناؤه، وفي بعض الأحيان كان يحمل الأموال إلى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فوُشِيَ به عند المنصور والمهدي لكنّ اللهُ نجّاه من كيدهم وبقي يقطين بعد ولادة </w:t>
      </w:r>
      <w:r w:rsidR="00143F79">
        <w:rPr>
          <w:rtl/>
        </w:rPr>
        <w:t xml:space="preserve"> </w:t>
      </w:r>
      <w:r>
        <w:rPr>
          <w:rtl/>
        </w:rPr>
        <w:t>ابنه علي تسع سنين وتوفي 133 ه</w:t>
      </w:r>
      <w:r>
        <w:rPr>
          <w:rFonts w:hint="cs"/>
          <w:rtl/>
        </w:rPr>
        <w:t>ـ</w:t>
      </w:r>
      <w:r>
        <w:rPr>
          <w:rtl/>
        </w:rPr>
        <w:t xml:space="preserve"> وكان يقطين يبيع الأبزار (التوابل).</w:t>
      </w:r>
    </w:p>
    <w:p w:rsidR="008F239C" w:rsidRPr="00286941" w:rsidRDefault="008F239C" w:rsidP="008F239C">
      <w:pPr>
        <w:pStyle w:val="Heading2"/>
        <w:rPr>
          <w:rtl/>
        </w:rPr>
      </w:pPr>
      <w:bookmarkStart w:id="63" w:name="_Toc57828367"/>
      <w:r w:rsidRPr="00286941">
        <w:rPr>
          <w:rtl/>
        </w:rPr>
        <w:t xml:space="preserve">بشَّرهُ الامام الكاظم </w:t>
      </w:r>
      <w:r w:rsidRPr="00423904">
        <w:rPr>
          <w:rStyle w:val="libAlaemChar"/>
          <w:rtl/>
        </w:rPr>
        <w:t>عليه‌السلام</w:t>
      </w:r>
      <w:bookmarkEnd w:id="6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عن عبدالله بن يحيى الكاهلي قال: كنت عند أبي إبراهيم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إذ أقبل علي بن </w:t>
      </w:r>
      <w:r w:rsidR="00143F79">
        <w:rPr>
          <w:rtl/>
        </w:rPr>
        <w:t xml:space="preserve"> </w:t>
      </w:r>
      <w:r>
        <w:rPr>
          <w:rtl/>
        </w:rPr>
        <w:t xml:space="preserve">يقطين فالتفت إلى أصحابه فقال: من سره أن يرى رجلاً من أصحاب رسول </w:t>
      </w:r>
      <w:r w:rsidR="00143F79">
        <w:rPr>
          <w:rtl/>
        </w:rPr>
        <w:t xml:space="preserve"> </w:t>
      </w:r>
      <w:r>
        <w:rPr>
          <w:rtl/>
        </w:rPr>
        <w:t xml:space="preserve">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فلينظر إلى هذا المقيل! فقال له رجل من القوم: هو إذن من أهل الجنة؟ </w:t>
      </w:r>
      <w:r w:rsidR="00143F79">
        <w:rPr>
          <w:rtl/>
        </w:rPr>
        <w:t xml:space="preserve"> </w:t>
      </w:r>
      <w:r>
        <w:rPr>
          <w:rtl/>
        </w:rPr>
        <w:t xml:space="preserve">فقال أبو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أما أنا فأشهد أنه من أهل الجنة</w:t>
      </w:r>
      <w:r w:rsidRPr="00FB68CA">
        <w:rPr>
          <w:rtl/>
        </w:rPr>
        <w:t>(1)</w:t>
      </w:r>
      <w:r>
        <w:rPr>
          <w:rtl/>
        </w:rPr>
        <w:t>.</w:t>
      </w:r>
    </w:p>
    <w:p w:rsidR="008F239C" w:rsidRPr="00286941" w:rsidRDefault="008F239C" w:rsidP="0094659A">
      <w:pPr>
        <w:pStyle w:val="libLine"/>
        <w:rPr>
          <w:rtl/>
        </w:rPr>
      </w:pPr>
      <w:r w:rsidRPr="00286941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اختصار رجال الطوسي: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730.</w:t>
      </w:r>
    </w:p>
    <w:p w:rsidR="008F239C" w:rsidRPr="00286941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64" w:name="_Toc57828368"/>
      <w:r w:rsidRPr="00286941">
        <w:rPr>
          <w:rtl/>
        </w:rPr>
        <w:lastRenderedPageBreak/>
        <w:t xml:space="preserve">علي بن يقطين بذل ماله ومودته للإمام الكاظم </w:t>
      </w:r>
      <w:r w:rsidRPr="00423904">
        <w:rPr>
          <w:rStyle w:val="libAlaemChar"/>
          <w:rtl/>
        </w:rPr>
        <w:t>عليه‌السلام</w:t>
      </w:r>
      <w:bookmarkEnd w:id="6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روى بكر بن محمد الأشعري أن أبا الحسن الأول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قال: إني استوهبت علي </w:t>
      </w:r>
      <w:r w:rsidR="00143F79">
        <w:rPr>
          <w:rtl/>
        </w:rPr>
        <w:t xml:space="preserve"> </w:t>
      </w:r>
      <w:r>
        <w:rPr>
          <w:rtl/>
        </w:rPr>
        <w:t xml:space="preserve">بن يقطين من ربي عزّ وجلّ البارحة فوهبه لي، إن علي بن يقطين بذل ماله ومودته، </w:t>
      </w:r>
      <w:r w:rsidR="00143F79">
        <w:rPr>
          <w:rtl/>
        </w:rPr>
        <w:t xml:space="preserve"> </w:t>
      </w:r>
      <w:r>
        <w:rPr>
          <w:rtl/>
        </w:rPr>
        <w:t>فكان لذلك منّا مستوجباً</w:t>
      </w:r>
      <w:r w:rsidRPr="00FB68CA">
        <w:rPr>
          <w:rtl/>
        </w:rPr>
        <w:t>(1)</w:t>
      </w:r>
      <w:r>
        <w:rPr>
          <w:rtl/>
        </w:rPr>
        <w:t>.</w:t>
      </w:r>
    </w:p>
    <w:p w:rsidR="008F239C" w:rsidRPr="00286941" w:rsidRDefault="008F239C" w:rsidP="008F239C">
      <w:pPr>
        <w:pStyle w:val="Heading2"/>
        <w:rPr>
          <w:rtl/>
        </w:rPr>
      </w:pPr>
      <w:bookmarkStart w:id="65" w:name="_Toc57828369"/>
      <w:r w:rsidRPr="00286941">
        <w:rPr>
          <w:rtl/>
        </w:rPr>
        <w:t xml:space="preserve">دعاء الامام الكاظم </w:t>
      </w:r>
      <w:r w:rsidRPr="00423904">
        <w:rPr>
          <w:rStyle w:val="libAlaemChar"/>
          <w:rtl/>
        </w:rPr>
        <w:t>عليه‌السلام</w:t>
      </w:r>
      <w:r w:rsidRPr="00286941">
        <w:rPr>
          <w:rtl/>
        </w:rPr>
        <w:t xml:space="preserve"> في موقف عرفة لعلي بن يقطين</w:t>
      </w:r>
      <w:bookmarkEnd w:id="6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روي عن داود الرقي إنّه قال: دخلتُ على أبي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يوم النحر، فقال </w:t>
      </w:r>
      <w:r w:rsidR="00143F79">
        <w:rPr>
          <w:rtl/>
        </w:rPr>
        <w:t xml:space="preserve"> </w:t>
      </w:r>
      <w:r>
        <w:rPr>
          <w:rtl/>
        </w:rPr>
        <w:t xml:space="preserve">مبتدئاً ما عَرَضَ في قلبي أحد وأنا على الموقف إلّا علي بن يقطين، فانّه ما زال </w:t>
      </w:r>
      <w:r w:rsidR="00143F79">
        <w:rPr>
          <w:rtl/>
        </w:rPr>
        <w:t xml:space="preserve"> </w:t>
      </w:r>
      <w:r>
        <w:rPr>
          <w:rtl/>
        </w:rPr>
        <w:t>معي وما فارقني حتى أفضتُ</w:t>
      </w:r>
      <w:r w:rsidRPr="00FB68CA">
        <w:rPr>
          <w:rtl/>
        </w:rPr>
        <w:t>(2)</w:t>
      </w:r>
      <w:r>
        <w:rPr>
          <w:rtl/>
        </w:rPr>
        <w:t>.</w:t>
      </w:r>
    </w:p>
    <w:p w:rsidR="008F239C" w:rsidRPr="00286941" w:rsidRDefault="008F239C" w:rsidP="008F239C">
      <w:pPr>
        <w:pStyle w:val="Heading2"/>
        <w:rPr>
          <w:rtl/>
        </w:rPr>
      </w:pPr>
      <w:bookmarkStart w:id="66" w:name="_Toc57828370"/>
      <w:r w:rsidRPr="00286941">
        <w:rPr>
          <w:rtl/>
        </w:rPr>
        <w:t>مائة وخمسين رجلاً حجّوا عنه في عام واحد</w:t>
      </w:r>
      <w:bookmarkEnd w:id="6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سليمان بن الحسين، كاتب علي بن يقطين: «أحصيت لعلي بن يقطين من </w:t>
      </w:r>
      <w:r w:rsidR="00143F79">
        <w:rPr>
          <w:rtl/>
        </w:rPr>
        <w:t xml:space="preserve"> </w:t>
      </w:r>
      <w:r>
        <w:rPr>
          <w:rtl/>
        </w:rPr>
        <w:t xml:space="preserve">وافى عنه في عام واحد مائة وخمسين رجلاً، أقل من أعطاه منهم سبع مائة درهم، </w:t>
      </w:r>
      <w:r w:rsidR="00143F79">
        <w:rPr>
          <w:rtl/>
        </w:rPr>
        <w:t xml:space="preserve"> </w:t>
      </w:r>
      <w:r>
        <w:rPr>
          <w:rtl/>
        </w:rPr>
        <w:t>وأكثر من أعطاه عشرة آلاف درهم»</w:t>
      </w:r>
      <w:r w:rsidRPr="00FB68CA">
        <w:rPr>
          <w:rtl/>
        </w:rPr>
        <w:t>(3)</w:t>
      </w:r>
      <w:r>
        <w:rPr>
          <w:rtl/>
        </w:rPr>
        <w:t>.</w:t>
      </w:r>
    </w:p>
    <w:p w:rsidR="008F239C" w:rsidRPr="00286941" w:rsidRDefault="008F239C" w:rsidP="008F239C">
      <w:pPr>
        <w:pStyle w:val="Heading2"/>
        <w:rPr>
          <w:rtl/>
        </w:rPr>
      </w:pPr>
      <w:bookmarkStart w:id="67" w:name="_Toc57828371"/>
      <w:r w:rsidRPr="00286941">
        <w:rPr>
          <w:rtl/>
        </w:rPr>
        <w:t xml:space="preserve">كان يرسل أمواله إلى الامام الكاظم </w:t>
      </w:r>
      <w:r w:rsidRPr="00423904">
        <w:rPr>
          <w:rStyle w:val="libAlaemChar"/>
          <w:rtl/>
        </w:rPr>
        <w:t>عليه‌السلام</w:t>
      </w:r>
      <w:bookmarkEnd w:id="67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>في معجم السيد الخوئي 13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 xml:space="preserve">247 عن إسماعيل بن سلام، وإسماعيل بن جميل، </w:t>
      </w:r>
      <w:r>
        <w:rPr>
          <w:rtl/>
        </w:rPr>
        <w:br/>
        <w:t xml:space="preserve">قالا: بعث إلينا علي بن يقطين فقال: اشتريا راحلتين وتجنبا الطريق، ودفع إلينا </w:t>
      </w:r>
      <w:r>
        <w:rPr>
          <w:rtl/>
        </w:rPr>
        <w:br/>
        <w:t xml:space="preserve">أموالاً وكتباً حتى توصلا ما معكما من المال والكتب إلى أبي الحسن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tl/>
        </w:rPr>
        <w:br/>
        <w:t xml:space="preserve">ولا يعلم بكما أحد، قالا: فأتينا الكوفة فاشترينا راحلتين ووضعنا لها العلف وقعدنا </w:t>
      </w:r>
      <w:r>
        <w:rPr>
          <w:rtl/>
        </w:rPr>
        <w:br/>
        <w:t>نأكل، فبينا نحن كذلك إذ راكب قد أقبل ومعه شاكري فلما قرب منا فإذا هو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رجال الطوسي: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732.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منتهى الآمال للمحدث القمي: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388.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اختصار معرفة لرجال الطوسي: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332.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أبوالحسن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فقمنا إليه وسلمنا عليه، ودفعنا إليه الكتب وما كان معنا، فأخرج من </w:t>
      </w:r>
      <w:r w:rsidR="00143F79">
        <w:rPr>
          <w:rtl/>
        </w:rPr>
        <w:t xml:space="preserve"> </w:t>
      </w:r>
      <w:r>
        <w:rPr>
          <w:rtl/>
        </w:rPr>
        <w:t xml:space="preserve">كمّه كتباً فناولنا إياها فقال: هذه جوابات كتبكم، فقلنا إن زادنا قد فنيَ فلو أذنت </w:t>
      </w:r>
      <w:r w:rsidR="00143F79">
        <w:rPr>
          <w:rtl/>
        </w:rPr>
        <w:t xml:space="preserve"> </w:t>
      </w:r>
      <w:r>
        <w:rPr>
          <w:rtl/>
        </w:rPr>
        <w:t xml:space="preserve">لنا فدخلنا المدينة فزرنا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وتزودنا بزاد، فقال: هاتا ما معكما من الزاد، </w:t>
      </w:r>
      <w:r w:rsidR="00143F79">
        <w:rPr>
          <w:rtl/>
        </w:rPr>
        <w:t xml:space="preserve"> </w:t>
      </w:r>
      <w:r>
        <w:rPr>
          <w:rtl/>
        </w:rPr>
        <w:t xml:space="preserve">فأخرجنا الزاد فقلّبه بيده، فقال: هذا يبلغكما إلى الكوفة، وأما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فقد </w:t>
      </w:r>
      <w:r w:rsidR="00143F79">
        <w:rPr>
          <w:rtl/>
        </w:rPr>
        <w:t xml:space="preserve"> </w:t>
      </w:r>
      <w:r>
        <w:rPr>
          <w:rtl/>
        </w:rPr>
        <w:t xml:space="preserve">رأيتماه، وإني صليتُ معهم الفجر، وإني أريد أن أُصلي معهم الظهر، إنصرفا في </w:t>
      </w:r>
      <w:r w:rsidR="00143F79">
        <w:rPr>
          <w:rtl/>
        </w:rPr>
        <w:t xml:space="preserve"> </w:t>
      </w:r>
      <w:r>
        <w:rPr>
          <w:rtl/>
        </w:rPr>
        <w:t>حفظ الله!</w:t>
      </w:r>
    </w:p>
    <w:p w:rsidR="008F239C" w:rsidRPr="00286941" w:rsidRDefault="008F239C" w:rsidP="008F239C">
      <w:pPr>
        <w:pStyle w:val="Heading2"/>
        <w:rPr>
          <w:rtl/>
        </w:rPr>
      </w:pPr>
      <w:bookmarkStart w:id="68" w:name="_Toc57828372"/>
      <w:r w:rsidRPr="00286941">
        <w:rPr>
          <w:rtl/>
        </w:rPr>
        <w:t xml:space="preserve">الامام الكاظم </w:t>
      </w:r>
      <w:r w:rsidRPr="00423904">
        <w:rPr>
          <w:rStyle w:val="libAlaemChar"/>
          <w:rtl/>
        </w:rPr>
        <w:t>عليه‌السلام</w:t>
      </w:r>
      <w:r w:rsidRPr="00286941">
        <w:rPr>
          <w:rtl/>
        </w:rPr>
        <w:t xml:space="preserve"> أجازه في عمله مع هارون</w:t>
      </w:r>
      <w:bookmarkEnd w:id="6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علي بن يقطين للامام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أما ترى حالي وما أنا فيه؟ فقال: يا علي </w:t>
      </w:r>
      <w:r w:rsidR="00143F79">
        <w:rPr>
          <w:rtl/>
        </w:rPr>
        <w:t xml:space="preserve"> </w:t>
      </w:r>
      <w:r>
        <w:rPr>
          <w:rtl/>
        </w:rPr>
        <w:t>إنّ لله تعالى أولياء مع أولياء الظلمة ليدفع بهم عن أوليائه وأنت منهم يا علي</w:t>
      </w:r>
      <w:r w:rsidRPr="00FB68CA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وفي البحار استأذن علي بن يقطين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ترك عمل السلطان </w:t>
      </w:r>
      <w:r w:rsidR="00143F79">
        <w:rPr>
          <w:rtl/>
        </w:rPr>
        <w:t xml:space="preserve"> </w:t>
      </w:r>
      <w:r>
        <w:rPr>
          <w:rtl/>
        </w:rPr>
        <w:t xml:space="preserve">فلم يأذن له وقال: لا تفعل فانَّ لنا بك أنساً ولإخوانك بك عزّاً وعسى أن يجبر الله </w:t>
      </w:r>
      <w:r w:rsidR="00143F79">
        <w:rPr>
          <w:rtl/>
        </w:rPr>
        <w:t xml:space="preserve"> </w:t>
      </w:r>
      <w:r>
        <w:rPr>
          <w:rtl/>
        </w:rPr>
        <w:t>بك كسراً ويكسر بك نائرةَ المخالفين عن أوليائه.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يا علي كفّارة أعمالكم الإحسان إلى إخوانكم. إضمن لي واحدة وأضمن لك </w:t>
      </w:r>
      <w:r w:rsidR="00143F79">
        <w:rPr>
          <w:rtl/>
        </w:rPr>
        <w:t xml:space="preserve"> </w:t>
      </w:r>
      <w:r>
        <w:rPr>
          <w:rtl/>
        </w:rPr>
        <w:t xml:space="preserve">ثلاثاً: إضمن لي أن لا تلقي أحداً من أوليائنا إلّا قضيت حاجته وأكرمته وأضمن </w:t>
      </w:r>
      <w:r w:rsidR="00143F79">
        <w:rPr>
          <w:rtl/>
        </w:rPr>
        <w:t xml:space="preserve"> </w:t>
      </w:r>
      <w:r>
        <w:rPr>
          <w:rtl/>
        </w:rPr>
        <w:t xml:space="preserve">لك ان لا يظلّك سقف سجن أبداً ولا ينالك حدّ سيف أبداً ولا يدخل الفقر بيتك </w:t>
      </w:r>
      <w:r w:rsidR="00143F79">
        <w:rPr>
          <w:rtl/>
        </w:rPr>
        <w:t xml:space="preserve"> </w:t>
      </w:r>
      <w:r>
        <w:rPr>
          <w:rtl/>
        </w:rPr>
        <w:t xml:space="preserve">أبداً، يا علي من سرَّ مؤمناً فبالله بدأ وبالنبي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ثنّى وبنا ثلّث</w:t>
      </w:r>
      <w:r w:rsidRPr="00FB68CA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أقول: من أدخل سروراً على مؤمن أدخله على الله سبحانه والرسول والأئمة </w:t>
      </w:r>
      <w:r w:rsidR="00143F79">
        <w:rPr>
          <w:rtl/>
        </w:rPr>
        <w:t xml:space="preserve"> </w:t>
      </w:r>
      <w:r>
        <w:rPr>
          <w:rtl/>
        </w:rPr>
        <w:t xml:space="preserve">فكيف بمن أدخلَ السرور على فاطمة الزهراء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، وذلك من خلال إسعادها في </w:t>
      </w:r>
      <w:r w:rsidR="00143F79">
        <w:rPr>
          <w:rtl/>
        </w:rPr>
        <w:t xml:space="preserve"> </w:t>
      </w:r>
      <w:r>
        <w:rPr>
          <w:rtl/>
        </w:rPr>
        <w:t xml:space="preserve">بكاءها على ولدها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المظلوم الشهيد وإقامة مجالسه وإبكاء الناس على </w:t>
      </w:r>
      <w:r w:rsidR="00143F79">
        <w:rPr>
          <w:rtl/>
        </w:rPr>
        <w:t xml:space="preserve"> </w:t>
      </w:r>
      <w:r>
        <w:rPr>
          <w:rtl/>
        </w:rPr>
        <w:t>مصيبته.</w:t>
      </w:r>
    </w:p>
    <w:p w:rsidR="008F239C" w:rsidRPr="00F92FC8" w:rsidRDefault="008F239C" w:rsidP="0094659A">
      <w:pPr>
        <w:pStyle w:val="libLine"/>
        <w:rPr>
          <w:rtl/>
        </w:rPr>
      </w:pPr>
      <w:r w:rsidRPr="00F92FC8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</w:t>
      </w:r>
      <w:r>
        <w:rPr>
          <w:rFonts w:hint="cs"/>
          <w:rtl/>
        </w:rPr>
        <w:t xml:space="preserve"> </w:t>
      </w: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730 ـ 731.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البحار: 48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136.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وكأني بلسان حال مولاتي الزهراء </w:t>
      </w:r>
      <w:r w:rsidRPr="00423904">
        <w:rPr>
          <w:rStyle w:val="libAlaemChar"/>
          <w:rtl/>
        </w:rPr>
        <w:t>عليها‌السلام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وينه اليواسيني ابدمعته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ابني الذي حزوا رگبته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وظلت ثلث تيام جثته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اويلاه يبني الماحضرته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غسلت جسمه او دفنته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Default="008F239C" w:rsidP="00423904">
      <w:pPr>
        <w:pStyle w:val="libNormal"/>
        <w:rPr>
          <w:rtl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أفاطم لو خلت الحسين مجدلاً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وقد مات عطشاناً بشط فرات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>المصدر: شعراء القطيف ص 229</w:t>
      </w:r>
    </w:p>
    <w:p w:rsidR="008F239C" w:rsidRDefault="008F239C" w:rsidP="0094659A">
      <w:pPr>
        <w:pStyle w:val="libCenterBold2"/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E95059" w:rsidRDefault="008F239C" w:rsidP="00423904">
      <w:pPr>
        <w:pStyle w:val="libNormal"/>
      </w:pPr>
      <w:r w:rsidRPr="00E95059">
        <w:br w:type="page"/>
      </w:r>
    </w:p>
    <w:p w:rsidR="008F239C" w:rsidRDefault="008F239C" w:rsidP="0094659A">
      <w:pPr>
        <w:pStyle w:val="libCenterBold2"/>
        <w:rPr>
          <w:rtl/>
        </w:rPr>
      </w:pPr>
      <w:r w:rsidRPr="0097419D"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B27867" w:rsidRDefault="008F239C" w:rsidP="008F239C">
      <w:pPr>
        <w:pStyle w:val="Heading1"/>
        <w:rPr>
          <w:rtl/>
        </w:rPr>
      </w:pPr>
      <w:bookmarkStart w:id="69" w:name="_Toc57828373"/>
      <w:r w:rsidRPr="00B27867">
        <w:rPr>
          <w:rtl/>
        </w:rPr>
        <w:t>المجلس الحادي عشر</w:t>
      </w:r>
      <w:bookmarkEnd w:id="69"/>
    </w:p>
    <w:p w:rsidR="008F239C" w:rsidRPr="00B27867" w:rsidRDefault="008F239C" w:rsidP="008F239C">
      <w:pPr>
        <w:pStyle w:val="Heading2"/>
        <w:rPr>
          <w:rtl/>
        </w:rPr>
      </w:pPr>
      <w:bookmarkStart w:id="70" w:name="_Toc57828374"/>
      <w:r w:rsidRPr="00B27867">
        <w:rPr>
          <w:rtl/>
        </w:rPr>
        <w:t xml:space="preserve">الموضوع: السجون التي مَرَّ بها الامام موسى بن جعفر </w:t>
      </w:r>
      <w:r w:rsidRPr="00423904">
        <w:rPr>
          <w:rStyle w:val="libAlaemChar"/>
          <w:rtl/>
        </w:rPr>
        <w:t>عليه‌السلام</w:t>
      </w:r>
      <w:bookmarkEnd w:id="7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للشاعر الحاج منصور الجشي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مُصابٌ أطلَّ على الكائنات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فأوحشَ بالثكلِ أزمانَها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وأفجعنا وجمع الورى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وأوقد في القلب نيرانَها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فلله سهمٌ رمى المكرمات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فهدّ عُلاها وبنيانَها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ألم تدر يا دهر من ذا رميت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أصبتَ بسهمك فرقانَها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أصبتَ بسهمكَ قلبَ الوجودِ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وهدَّمتَ واللهِ أركانَها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غداة ابن جعفر موسى قضى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مُذابَ الحشاشة حرَّانها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قضى مُستضاماً بضيق السجون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يُكابدُ بالهمِّ أشجانَها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أيهنى لعينيَّ طيبَ الكرى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وهل تألفُ النفس سلوانَها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وبابُ الحوائج في مهلكٍ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عليه الفضا ضاق حيرانَها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أتاحَ لهُ السمّ أشقى الورى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فألهبَ أحشاهُ نيرانَها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وألمه بثقل القيود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ولم يرع في الحقّ ديّانها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الجسر مُلقىً برمضائها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به أشفت القومُ أضغانَها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ظل مطروح والسندي ينادي اعليه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ابذاك النده الما واحد گدر يطريه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حميت النسب بسليمان هاجت بيه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اجه يمه او فل وجها وبچه وشمه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F21E13" w:rsidRDefault="008F239C" w:rsidP="00423904">
      <w:pPr>
        <w:pStyle w:val="libNormal"/>
        <w:rPr>
          <w:rtl/>
        </w:rPr>
      </w:pPr>
      <w:r w:rsidRPr="00F21E13">
        <w:rPr>
          <w:rtl/>
        </w:rPr>
        <w:br w:type="page"/>
      </w:r>
    </w:p>
    <w:p w:rsidR="008F239C" w:rsidRDefault="008F239C" w:rsidP="0094659A">
      <w:pPr>
        <w:pStyle w:val="libCenterBold2"/>
        <w:rPr>
          <w:rtl/>
        </w:rPr>
      </w:pPr>
      <w:r>
        <w:lastRenderedPageBreak/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ناده غلمانه او ويلاده اريد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اتشيعونه ابرغم هارون الرشيد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شيعوه او نزعوا منه الحديد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وصار للوادم عليه نوح وعويل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وبعد تشييعه ابوسط لحده اندفن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والدموع عليه من دم اذرفن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آه بس احسين ظل ابلا چفن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عالترب مطروح وابدمّه غسيل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أبيات الحسچه للاستاذ المرحوم الشيخ محمد سعيد المنصوري </w:t>
      </w:r>
      <w:r w:rsidRPr="00423904">
        <w:rPr>
          <w:rStyle w:val="libAlaemChar"/>
          <w:rtl/>
        </w:rPr>
        <w:t>رحمه‌الله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سائلاً وشظايا القلب في شجن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هل جهّزوا لقتيلٍ ماتَ ممتحنِ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أجبته بقلبٍ والهٍ حَزَن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غسلوه ولا لقوهُ في كفن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1D1C38" w:rsidRDefault="008F239C" w:rsidP="008F239C">
      <w:pPr>
        <w:pStyle w:val="Heading2"/>
        <w:rPr>
          <w:rtl/>
        </w:rPr>
      </w:pPr>
      <w:bookmarkStart w:id="71" w:name="_Toc57828375"/>
      <w:r w:rsidRPr="001D1C38">
        <w:rPr>
          <w:rtl/>
        </w:rPr>
        <w:t>يوم الطفوفِ ولا مدّوا عليه ردا</w:t>
      </w:r>
      <w:bookmarkEnd w:id="7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من دعاء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«يا سيّدي نجني من حبس هارون وخلصني من يده يا </w:t>
      </w:r>
      <w:r w:rsidR="00143F79">
        <w:rPr>
          <w:rtl/>
        </w:rPr>
        <w:t xml:space="preserve"> </w:t>
      </w:r>
      <w:r>
        <w:rPr>
          <w:rtl/>
        </w:rPr>
        <w:t xml:space="preserve">مخلص الشجر من بين رملٍ وطين، ويا مخلص اللبن من بين فرث ودم ويا مخلص </w:t>
      </w:r>
      <w:r w:rsidR="00143F79">
        <w:rPr>
          <w:rtl/>
        </w:rPr>
        <w:t xml:space="preserve"> </w:t>
      </w:r>
      <w:r>
        <w:rPr>
          <w:rtl/>
        </w:rPr>
        <w:t xml:space="preserve">الولد من بين مشيمةٍ ورحم، ويا مخلص النار من الحديد والحجر... خلصني من يد </w:t>
      </w:r>
      <w:r w:rsidR="00143F79">
        <w:rPr>
          <w:rtl/>
        </w:rPr>
        <w:t xml:space="preserve"> </w:t>
      </w:r>
      <w:r>
        <w:rPr>
          <w:rtl/>
        </w:rPr>
        <w:t>هارون».</w:t>
      </w:r>
    </w:p>
    <w:p w:rsidR="008F239C" w:rsidRPr="001D1C38" w:rsidRDefault="008F239C" w:rsidP="008F239C">
      <w:pPr>
        <w:pStyle w:val="Heading2"/>
        <w:rPr>
          <w:rtl/>
        </w:rPr>
      </w:pPr>
      <w:bookmarkStart w:id="72" w:name="_Toc57828376"/>
      <w:r w:rsidRPr="001D1C38">
        <w:rPr>
          <w:rtl/>
        </w:rPr>
        <w:t xml:space="preserve">المقدمة: الأسباب التي دعت هارون لسجن الامام </w:t>
      </w:r>
      <w:r w:rsidRPr="00423904">
        <w:rPr>
          <w:rStyle w:val="libAlaemChar"/>
          <w:rtl/>
        </w:rPr>
        <w:t>عليه‌السلام</w:t>
      </w:r>
      <w:bookmarkEnd w:id="72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سمو شخصية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من ألمع الشخصيات </w:t>
      </w:r>
      <w:r w:rsidR="00143F79">
        <w:rPr>
          <w:rtl/>
        </w:rPr>
        <w:t xml:space="preserve"> </w:t>
      </w:r>
      <w:r>
        <w:rPr>
          <w:rtl/>
        </w:rPr>
        <w:t xml:space="preserve">الإسلامية في ذلك العصر، فهو أحد أوصياء الرسول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، كما دان بإمامته جمهورٌ </w:t>
      </w:r>
      <w:r w:rsidR="00143F79">
        <w:rPr>
          <w:rtl/>
        </w:rPr>
        <w:t xml:space="preserve"> </w:t>
      </w:r>
      <w:r>
        <w:rPr>
          <w:rtl/>
        </w:rPr>
        <w:t xml:space="preserve">كبيرٌ من المسلمين، وقد أجمع المسلمون على اختلاف مذاهبهم على إكبار الامام </w:t>
      </w:r>
      <w:r w:rsidR="00143F79">
        <w:rPr>
          <w:rtl/>
        </w:rPr>
        <w:t xml:space="preserve"> </w:t>
      </w:r>
      <w:r>
        <w:rPr>
          <w:rtl/>
        </w:rPr>
        <w:t xml:space="preserve">وتقديره وقد تحدَّث الناس في عصره عن علومه وتقواه وورعه ومكارمه، وكان </w:t>
      </w:r>
      <w:r w:rsidR="00143F79">
        <w:rPr>
          <w:rtl/>
        </w:rPr>
        <w:t xml:space="preserve"> </w:t>
      </w:r>
      <w:r>
        <w:rPr>
          <w:rtl/>
        </w:rPr>
        <w:t xml:space="preserve">هارون نفسه ممّن يجلّه ويعتقد بأن الخلافة الإسلامية هو أولى بها منه، كما حدَّث </w:t>
      </w:r>
      <w:r w:rsidR="00143F79">
        <w:rPr>
          <w:rtl/>
        </w:rPr>
        <w:t xml:space="preserve"> </w:t>
      </w:r>
      <w:r>
        <w:rPr>
          <w:rtl/>
        </w:rPr>
        <w:t xml:space="preserve">بذلك المأمون، فقد قال لندمائه، أتدرون من علّمني التشيّع؟ فانبروا جميعاً قائلين: لا </w:t>
      </w:r>
      <w:r w:rsidR="00143F79">
        <w:rPr>
          <w:rtl/>
        </w:rPr>
        <w:t xml:space="preserve"> </w:t>
      </w:r>
      <w:r>
        <w:rPr>
          <w:rtl/>
        </w:rPr>
        <w:t xml:space="preserve">والله ما نعلم، علّمني ذلك الرشيد، فقالوا كيف ذلك؟ والرشيد كان يقتل أهل هذا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البيت؟ قال: كان يقتلهم على الملك لانَّ المُلك عقيم ثم أخد يحدثهم عن ذلك </w:t>
      </w:r>
      <w:r w:rsidR="00143F79">
        <w:rPr>
          <w:rtl/>
        </w:rPr>
        <w:t xml:space="preserve"> </w:t>
      </w:r>
      <w:r>
        <w:rPr>
          <w:rtl/>
        </w:rPr>
        <w:t xml:space="preserve">قائلاً: لقد حججت معه سنة فلما انتهى إلى المدينة قال لا يدخل عليَّ رجل من </w:t>
      </w:r>
      <w:r w:rsidR="00143F79">
        <w:rPr>
          <w:rtl/>
        </w:rPr>
        <w:t xml:space="preserve"> </w:t>
      </w:r>
      <w:r>
        <w:rPr>
          <w:rtl/>
        </w:rPr>
        <w:t xml:space="preserve">أهلها أمن المكيين سواء كان من أبناء المهاجرين والأنصار أو من بني هاشم حتى </w:t>
      </w:r>
      <w:r w:rsidR="00143F79">
        <w:rPr>
          <w:rtl/>
        </w:rPr>
        <w:t xml:space="preserve"> </w:t>
      </w:r>
      <w:r>
        <w:rPr>
          <w:rtl/>
        </w:rPr>
        <w:t xml:space="preserve">يعرفني بنسبه وأسرته، فأقبلت إليه الوفود تترى وهي تعرّف الحاجب بأنسابها، </w:t>
      </w:r>
      <w:r w:rsidR="00143F79">
        <w:rPr>
          <w:rtl/>
        </w:rPr>
        <w:t xml:space="preserve"> </w:t>
      </w:r>
      <w:r>
        <w:rPr>
          <w:rtl/>
        </w:rPr>
        <w:t xml:space="preserve">فيأذن لها، وكان يمنحها العطاء حسب مكانتها ومنزلتها، وفي ذات يوم اقبل الفضل </w:t>
      </w:r>
      <w:r w:rsidR="00143F79">
        <w:rPr>
          <w:rtl/>
        </w:rPr>
        <w:t xml:space="preserve"> </w:t>
      </w:r>
      <w:r>
        <w:rPr>
          <w:rtl/>
        </w:rPr>
        <w:t xml:space="preserve">بن الربيع حاجبه وهو يقول له: رجل على الباب، زعم أنه موسى بن جعفر بن </w:t>
      </w:r>
      <w:r w:rsidR="00143F79">
        <w:rPr>
          <w:rtl/>
        </w:rPr>
        <w:t xml:space="preserve"> </w:t>
      </w:r>
      <w:r>
        <w:rPr>
          <w:rtl/>
        </w:rPr>
        <w:t xml:space="preserve">محمد بن علي بن الحسين بن علي بن أبي طالب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، فلما سمع ذلك هارون أمر </w:t>
      </w:r>
      <w:r w:rsidR="00143F79">
        <w:rPr>
          <w:rtl/>
        </w:rPr>
        <w:t xml:space="preserve"> </w:t>
      </w:r>
      <w:r>
        <w:rPr>
          <w:rtl/>
        </w:rPr>
        <w:t xml:space="preserve">جلساءه بالوقار والهدوء ثم قال لرئيس تشريفاته إئذن له، ولا ينزل إلا على بساطي. </w:t>
      </w:r>
      <w:r w:rsidR="00143F79">
        <w:rPr>
          <w:rtl/>
        </w:rPr>
        <w:t xml:space="preserve"> </w:t>
      </w:r>
      <w:r>
        <w:rPr>
          <w:rtl/>
        </w:rPr>
        <w:t xml:space="preserve">وأقبل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وقد وصفه المأمون فقال إنه شيخٌ قد انهكته العبادة كأنه شن بال </w:t>
      </w:r>
      <w:r w:rsidR="00143F79">
        <w:rPr>
          <w:rtl/>
        </w:rPr>
        <w:t xml:space="preserve"> </w:t>
      </w:r>
      <w:r>
        <w:rPr>
          <w:rtl/>
        </w:rPr>
        <w:t xml:space="preserve">قد كلمَّ السجود وجهه، فلما رآه هارون قام إليه وأراد الامام أن ينزل عن دابته، </w:t>
      </w:r>
      <w:r w:rsidR="00143F79">
        <w:rPr>
          <w:rtl/>
        </w:rPr>
        <w:t xml:space="preserve"> </w:t>
      </w:r>
      <w:r>
        <w:rPr>
          <w:rtl/>
        </w:rPr>
        <w:t xml:space="preserve">فصاح الرشيد لا والله إلا على بساطي فمنعه الحجاب من الترجل ونظرنا إليه </w:t>
      </w:r>
      <w:r w:rsidR="00143F79">
        <w:rPr>
          <w:rtl/>
        </w:rPr>
        <w:t xml:space="preserve"> </w:t>
      </w:r>
      <w:r>
        <w:rPr>
          <w:rtl/>
        </w:rPr>
        <w:t xml:space="preserve">بالإجلال والإكبار والاعظام، وسار راكب إلى البساط، والحجاب وكبار القوم </w:t>
      </w:r>
      <w:r w:rsidR="00143F79">
        <w:rPr>
          <w:rtl/>
        </w:rPr>
        <w:t xml:space="preserve"> </w:t>
      </w:r>
      <w:r>
        <w:rPr>
          <w:rtl/>
        </w:rPr>
        <w:t xml:space="preserve">محدقون به، واستقبله هارون فقبل وجهه وعينيه، وأخذ بيده حتى صيّره في صدر </w:t>
      </w:r>
      <w:r w:rsidR="00143F79">
        <w:rPr>
          <w:rtl/>
        </w:rPr>
        <w:t xml:space="preserve"> </w:t>
      </w:r>
      <w:r>
        <w:rPr>
          <w:rtl/>
        </w:rPr>
        <w:t>مجلسه وأقبل يسأله عن أحواله ويحدّثه ثم قال له:</w:t>
      </w:r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يا أبا الحسن ما عليك من العيال؟ قال الامام يزيدون على الخمسمائة. قال </w:t>
      </w:r>
      <w:r w:rsidR="00143F79">
        <w:rPr>
          <w:rtl/>
        </w:rPr>
        <w:t xml:space="preserve"> </w:t>
      </w:r>
      <w:r>
        <w:rPr>
          <w:rtl/>
        </w:rPr>
        <w:t xml:space="preserve">هارون: أولاد كلهم؟ قال الامام: لا أكثرهم موالي وحشمي وأما الولد فلي نيف </w:t>
      </w:r>
      <w:r w:rsidR="00143F79">
        <w:rPr>
          <w:rtl/>
        </w:rPr>
        <w:t xml:space="preserve"> </w:t>
      </w:r>
      <w:r>
        <w:rPr>
          <w:rtl/>
        </w:rPr>
        <w:t xml:space="preserve">وثلاثون ثم بين له عدد الذكور والإناث، فقال هارون: لم لا تتزوج النسوة من بني </w:t>
      </w:r>
      <w:r w:rsidR="00143F79">
        <w:rPr>
          <w:rtl/>
        </w:rPr>
        <w:t xml:space="preserve"> </w:t>
      </w:r>
      <w:r>
        <w:rPr>
          <w:rtl/>
        </w:rPr>
        <w:t xml:space="preserve">عمومتهن؟ فقال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اليد تقصر عن ذلك. فقال هارون: ما حالُ الضيعة؟ قال </w:t>
      </w:r>
      <w:r w:rsidR="00143F79">
        <w:rPr>
          <w:rtl/>
        </w:rPr>
        <w:t xml:space="preserve"> </w:t>
      </w:r>
      <w:r>
        <w:rPr>
          <w:rtl/>
        </w:rPr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تعطي في وقت وتمنع في آخر، قال هارون: فهل عليك دين؟ قال </w:t>
      </w:r>
      <w:r w:rsidR="00143F79">
        <w:rPr>
          <w:rtl/>
        </w:rPr>
        <w:t xml:space="preserve"> </w:t>
      </w:r>
      <w:r>
        <w:rPr>
          <w:rtl/>
        </w:rPr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نعم، قال هارون: كم؟ 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نحو من عشرة آلاف دينار، قال </w:t>
      </w:r>
      <w:r w:rsidR="00143F79">
        <w:rPr>
          <w:rtl/>
        </w:rPr>
        <w:t xml:space="preserve"> </w:t>
      </w:r>
      <w:r>
        <w:rPr>
          <w:rtl/>
        </w:rPr>
        <w:t xml:space="preserve">هارون: يا بن عم، أنا أعطيك من المال ما تزوج به أولادك وتعمر به الضياع. قال </w:t>
      </w:r>
      <w:r w:rsidR="00143F79">
        <w:rPr>
          <w:rtl/>
        </w:rPr>
        <w:t xml:space="preserve"> </w:t>
      </w:r>
      <w:r>
        <w:rPr>
          <w:rtl/>
        </w:rPr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وصلتك رحم يا بن العم، وشكر الله لك هذه النية الجميلة، والرحم ماسة </w:t>
      </w:r>
      <w:r w:rsidR="00143F79">
        <w:rPr>
          <w:rtl/>
        </w:rPr>
        <w:t xml:space="preserve"> </w:t>
      </w:r>
      <w:r>
        <w:rPr>
          <w:rtl/>
        </w:rPr>
        <w:t xml:space="preserve">واشجة، والنسب واحد، والعباس عم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وصِنو أبيه وعم علي بن أبي </w:t>
      </w:r>
      <w:r w:rsidR="00143F79">
        <w:rPr>
          <w:rtl/>
        </w:rPr>
        <w:t xml:space="preserve"> </w:t>
      </w:r>
      <w:r>
        <w:rPr>
          <w:rtl/>
        </w:rPr>
        <w:t xml:space="preserve">طالب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وصنو أبيه، وما أبعدك الله من أن تفعل ذلك وقد بسط يدك وأكرم </w:t>
      </w:r>
      <w:r w:rsidR="00143F79">
        <w:rPr>
          <w:rtl/>
        </w:rPr>
        <w:t xml:space="preserve"> </w:t>
      </w:r>
      <w:r>
        <w:rPr>
          <w:rtl/>
        </w:rPr>
        <w:t xml:space="preserve">عنصرك وأعلى محتدك، فقال هارون: أفعل ذلك يا أبا الحسن وكرامة، فقال له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إنَّ الله عزَّ وجلَّ قد فرض على ولاة العهد أن ينعشوا فقراء الأمة، </w:t>
      </w:r>
      <w:r w:rsidR="00143F79">
        <w:rPr>
          <w:rtl/>
        </w:rPr>
        <w:t xml:space="preserve"> </w:t>
      </w:r>
      <w:r>
        <w:rPr>
          <w:rtl/>
        </w:rPr>
        <w:t xml:space="preserve">ويقضوا على الغارمين، ويؤدوا عن المثقل ويكسو العاري وأنت أولى من يفعل </w:t>
      </w:r>
      <w:r w:rsidR="00143F79">
        <w:rPr>
          <w:rtl/>
        </w:rPr>
        <w:t xml:space="preserve"> </w:t>
      </w:r>
      <w:r>
        <w:rPr>
          <w:rtl/>
        </w:rPr>
        <w:t>ذلك. قال هارون: أفعل ذلك يا أبا الحسن.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ثم انصرف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فقام هارون تكريماً له فقبل ما بين عينيه ووجهه ثم التفت </w:t>
      </w:r>
      <w:r w:rsidR="00143F79">
        <w:rPr>
          <w:rtl/>
        </w:rPr>
        <w:t xml:space="preserve"> </w:t>
      </w:r>
      <w:r>
        <w:rPr>
          <w:rtl/>
        </w:rPr>
        <w:t xml:space="preserve">إلى أولاده فقال لهم: قوموا بين يدي عمكم وسيدكم، وخذوا بركابه وسووا عليه </w:t>
      </w:r>
      <w:r w:rsidR="00143F79">
        <w:rPr>
          <w:rtl/>
        </w:rPr>
        <w:t xml:space="preserve"> </w:t>
      </w:r>
      <w:r>
        <w:rPr>
          <w:rtl/>
        </w:rPr>
        <w:t xml:space="preserve">ثيابه وشيعوه إلى منزله، فانطلقوا مع الامام بخدمته وأسر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المأمون فبشَّرهُ </w:t>
      </w:r>
      <w:r w:rsidR="00143F79">
        <w:rPr>
          <w:rtl/>
        </w:rPr>
        <w:t xml:space="preserve"> </w:t>
      </w:r>
      <w:r>
        <w:rPr>
          <w:rtl/>
        </w:rPr>
        <w:t xml:space="preserve">بالخلافة وأوصاه بالإحسان إلى ولده، ولمّا فرغوا من القيام بخدمة الامام وإيصاله </w:t>
      </w:r>
      <w:r w:rsidR="00143F79">
        <w:rPr>
          <w:rtl/>
        </w:rPr>
        <w:t xml:space="preserve"> </w:t>
      </w:r>
      <w:r>
        <w:rPr>
          <w:rtl/>
        </w:rPr>
        <w:t xml:space="preserve">إلى داره قال المأمون: كنتُ أجراُ ولد أبي عليه، فلما خلا المجلس قلت له: يا أمير </w:t>
      </w:r>
      <w:r w:rsidR="00143F79">
        <w:rPr>
          <w:rtl/>
        </w:rPr>
        <w:t xml:space="preserve"> </w:t>
      </w:r>
      <w:r>
        <w:rPr>
          <w:rtl/>
        </w:rPr>
        <w:t xml:space="preserve">المؤمنين، من هذا الرجل؟ الذي عظمته وقمت من مجلسك إليه فاستقبلته وأقعدته </w:t>
      </w:r>
      <w:r w:rsidR="00143F79">
        <w:rPr>
          <w:rtl/>
        </w:rPr>
        <w:t xml:space="preserve"> </w:t>
      </w:r>
      <w:r>
        <w:rPr>
          <w:rtl/>
        </w:rPr>
        <w:t xml:space="preserve">في صدر المجلس، وجلست دونه ثم أمرتنا بأخذ الركاب له. قال هارون: هذا إمام </w:t>
      </w:r>
      <w:r w:rsidR="00143F79">
        <w:rPr>
          <w:rtl/>
        </w:rPr>
        <w:t xml:space="preserve"> </w:t>
      </w:r>
      <w:r>
        <w:rPr>
          <w:rtl/>
        </w:rPr>
        <w:t xml:space="preserve">الناس وحجة الله على خلقه وخليفته على عباده، قال المأمون: يا أمير المؤمنين أو </w:t>
      </w:r>
      <w:r w:rsidR="00143F79">
        <w:rPr>
          <w:rtl/>
        </w:rPr>
        <w:t xml:space="preserve"> </w:t>
      </w:r>
      <w:r>
        <w:rPr>
          <w:rtl/>
        </w:rPr>
        <w:t>ليست هذه الصفات كلها لك وفيك؟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هارون: أنا إمام الجماعة في الظاهر بالغلبة والقهر وموسى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إمام </w:t>
      </w:r>
      <w:r w:rsidR="00143F79">
        <w:rPr>
          <w:rtl/>
        </w:rPr>
        <w:t xml:space="preserve"> </w:t>
      </w:r>
      <w:r>
        <w:rPr>
          <w:rtl/>
        </w:rPr>
        <w:t xml:space="preserve">حق، والله يا بني إنّه لأحق بمقام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منّي ومن الخلق جميعاً والله لو </w:t>
      </w:r>
      <w:r w:rsidR="00143F79">
        <w:rPr>
          <w:rtl/>
        </w:rPr>
        <w:t xml:space="preserve"> </w:t>
      </w:r>
      <w:r>
        <w:rPr>
          <w:rtl/>
        </w:rPr>
        <w:t>نازعتني هذا الأمر لأخذتُ الذي فيه عينيك فان المُلك عقيم... الخ</w:t>
      </w:r>
      <w:r w:rsidRPr="00F4261E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حقد هارون: كان الحقدُ من مقومات ذات الرشيد، ومن أبرز صفاته النفسية </w:t>
      </w:r>
      <w:r w:rsidR="00143F79">
        <w:rPr>
          <w:rtl/>
        </w:rPr>
        <w:t xml:space="preserve"> </w:t>
      </w:r>
      <w:r>
        <w:rPr>
          <w:rtl/>
        </w:rPr>
        <w:t xml:space="preserve">لقد حَسَدَ الرشيد البرامكة لما ذاع اسمهم وتحدثت الناس عن مكارمهم فقد أخذ </w:t>
      </w:r>
      <w:r w:rsidR="00143F79">
        <w:rPr>
          <w:rtl/>
        </w:rPr>
        <w:t xml:space="preserve"> </w:t>
      </w:r>
      <w:r>
        <w:rPr>
          <w:rtl/>
        </w:rPr>
        <w:t>الحقد ينخر في قلبه حتى أنزل بهم العقاب الأليم فمحا وجودهم وأزال ظلهم.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وكذلك لم يرق لهارون أن يرى في المجتمع من هو أفضل منه، والجماهير </w:t>
      </w:r>
      <w:r w:rsidR="00143F79">
        <w:rPr>
          <w:rtl/>
        </w:rPr>
        <w:t xml:space="preserve"> </w:t>
      </w:r>
      <w:r>
        <w:rPr>
          <w:rtl/>
        </w:rPr>
        <w:t xml:space="preserve">تؤمن بأن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هو أولى بالأمر من غيره، وانه في القمة العليا علماً </w:t>
      </w:r>
      <w:r w:rsidR="00143F79">
        <w:rPr>
          <w:rtl/>
        </w:rPr>
        <w:t xml:space="preserve"> </w:t>
      </w:r>
      <w:r>
        <w:rPr>
          <w:rtl/>
        </w:rPr>
        <w:t xml:space="preserve">وفضلاً وأن المسلمين أجمعوا على تعظيمه، فساءه ذلك فقدم على ارتكاب </w:t>
      </w:r>
      <w:r w:rsidR="00143F79">
        <w:rPr>
          <w:rtl/>
        </w:rPr>
        <w:t xml:space="preserve"> </w:t>
      </w:r>
      <w:r>
        <w:rPr>
          <w:rtl/>
        </w:rPr>
        <w:t>الجريمة فأودع الامام في ظلمات السجون</w:t>
      </w:r>
      <w:r w:rsidRPr="00F4261E">
        <w:rPr>
          <w:rtl/>
        </w:rPr>
        <w:t>(2)</w:t>
      </w:r>
      <w:r>
        <w:rPr>
          <w:rtl/>
        </w:rPr>
        <w:t>.</w:t>
      </w:r>
    </w:p>
    <w:p w:rsidR="008F239C" w:rsidRPr="007958C9" w:rsidRDefault="008F239C" w:rsidP="0094659A">
      <w:pPr>
        <w:pStyle w:val="libLine"/>
        <w:rPr>
          <w:rtl/>
        </w:rPr>
      </w:pPr>
      <w:r w:rsidRPr="007958C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(1) حياة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للشيخ باقر شريف القرشي: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443 ـ 446.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(2) حياة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للقرشي: 449 ـ 450.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حرصه على الملك: كان هارون حريصاً على ملكه متفانياً في حب سلطانه </w:t>
      </w:r>
      <w:r w:rsidR="00143F79">
        <w:rPr>
          <w:rtl/>
        </w:rPr>
        <w:t xml:space="preserve"> </w:t>
      </w:r>
      <w:r>
        <w:rPr>
          <w:rtl/>
        </w:rPr>
        <w:t xml:space="preserve">فهو يُضحى في سبيله جميع المقدسات والقيم، وقد عبَّر عن مدى حرصه على </w:t>
      </w:r>
      <w:r w:rsidR="00143F79">
        <w:rPr>
          <w:rtl/>
        </w:rPr>
        <w:t xml:space="preserve"> </w:t>
      </w:r>
      <w:r>
        <w:rPr>
          <w:rtl/>
        </w:rPr>
        <w:t xml:space="preserve">سلطته بكلمته المعروفه: «لو نازعني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لأخذتُ الذي فيه عيناه»</w:t>
      </w:r>
      <w:r w:rsidRPr="00F4261E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بغضه للعلويين: لقد ورث هارون عداء العلويين وبغضهم من آبائه وسلفه </w:t>
      </w:r>
      <w:r w:rsidR="00143F79">
        <w:rPr>
          <w:rtl/>
        </w:rPr>
        <w:t xml:space="preserve"> </w:t>
      </w:r>
      <w:r>
        <w:rPr>
          <w:rtl/>
        </w:rPr>
        <w:t xml:space="preserve">الذين نكلوا بالعلويين، وصبوا عليهم وابلاً من العذاب الأليم، وساقوهم إلى القبور </w:t>
      </w:r>
      <w:r w:rsidR="00143F79">
        <w:rPr>
          <w:rtl/>
        </w:rPr>
        <w:t xml:space="preserve"> </w:t>
      </w:r>
      <w:r>
        <w:rPr>
          <w:rtl/>
        </w:rPr>
        <w:t xml:space="preserve">والسجون، وطاردوهم حتى هربوا خائفين هائمين على وجوههم، وزاد هارون على </w:t>
      </w:r>
      <w:r w:rsidR="00143F79">
        <w:rPr>
          <w:rtl/>
        </w:rPr>
        <w:t xml:space="preserve"> </w:t>
      </w:r>
      <w:r>
        <w:rPr>
          <w:rtl/>
        </w:rPr>
        <w:t xml:space="preserve">أسلافه، فدفن العلويين وهم أحياء وأشاع في بيوتهم الثكل والحزن والحداد، </w:t>
      </w:r>
      <w:r w:rsidR="00143F79">
        <w:rPr>
          <w:rtl/>
        </w:rPr>
        <w:t xml:space="preserve"> </w:t>
      </w:r>
      <w:r>
        <w:rPr>
          <w:rtl/>
        </w:rPr>
        <w:t xml:space="preserve">وفرض عليهم الإقامة الإجبارية في بغداد، وجعلهم تحت المراقبة، ولم يسمح </w:t>
      </w:r>
      <w:r w:rsidR="00143F79">
        <w:rPr>
          <w:rtl/>
        </w:rPr>
        <w:t xml:space="preserve"> </w:t>
      </w:r>
      <w:r>
        <w:rPr>
          <w:rtl/>
        </w:rPr>
        <w:t xml:space="preserve">للاتصال بهم وحرمهم من جميع حقوقهم الطبيعية. وكان أبغض شيء عليه أن يرى </w:t>
      </w:r>
      <w:r w:rsidR="00143F79">
        <w:rPr>
          <w:rtl/>
        </w:rPr>
        <w:t xml:space="preserve"> </w:t>
      </w:r>
      <w:r>
        <w:rPr>
          <w:rtl/>
        </w:rPr>
        <w:t xml:space="preserve">عميد العلويين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دعة واطمئنان وأمان، فعَمَد إلى سجنه </w:t>
      </w:r>
      <w:r w:rsidR="00143F79">
        <w:rPr>
          <w:rtl/>
        </w:rPr>
        <w:t xml:space="preserve"> </w:t>
      </w:r>
      <w:r>
        <w:rPr>
          <w:rtl/>
        </w:rPr>
        <w:t>وحرمان الامة الاسلامية من علومه ومن الاستفادة من نصائحه</w:t>
      </w:r>
      <w:r w:rsidRPr="00F4261E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الوشاية به: وعَمدَ فريقٌ من باعة الضمير إلى السعي بالامام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والوشاية به </w:t>
      </w:r>
      <w:r w:rsidR="00143F79">
        <w:rPr>
          <w:rtl/>
        </w:rPr>
        <w:t xml:space="preserve"> </w:t>
      </w:r>
      <w:r>
        <w:rPr>
          <w:rtl/>
        </w:rPr>
        <w:t xml:space="preserve">عند الطاغية هارون ليتزلفوا إليه بذلك، وكانت وشاية هؤلاء المجرمين بالامام ذات </w:t>
      </w:r>
      <w:r w:rsidR="00143F79">
        <w:rPr>
          <w:rtl/>
        </w:rPr>
        <w:t xml:space="preserve"> </w:t>
      </w:r>
      <w:r>
        <w:rPr>
          <w:rtl/>
        </w:rPr>
        <w:t>طوابع متعددة وهي: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أ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جباية الأموال له: انطلق بعض الأشرار، فأخبر هارون بأن الامام تُجبى له </w:t>
      </w:r>
      <w:r w:rsidR="00143F79">
        <w:rPr>
          <w:rtl/>
        </w:rPr>
        <w:t xml:space="preserve"> </w:t>
      </w:r>
      <w:r>
        <w:rPr>
          <w:rtl/>
        </w:rPr>
        <w:t xml:space="preserve">الأموال الطائلة من شتى الأقطار الإسلامية وإنّه اشترى بها ضيعة تسمى «البسرية» </w:t>
      </w:r>
      <w:r w:rsidR="00143F79">
        <w:rPr>
          <w:rtl/>
        </w:rPr>
        <w:t xml:space="preserve"> </w:t>
      </w:r>
      <w:r>
        <w:rPr>
          <w:rtl/>
        </w:rPr>
        <w:t xml:space="preserve">اشتراها بثلاثين ألف دينار، فأشار ذلك كوامن الغيظ والحقد في نفس هارون، فان </w:t>
      </w:r>
      <w:r w:rsidR="00143F79">
        <w:rPr>
          <w:rtl/>
        </w:rPr>
        <w:t xml:space="preserve"> </w:t>
      </w:r>
      <w:r>
        <w:rPr>
          <w:rtl/>
        </w:rPr>
        <w:t xml:space="preserve">سياسته كانت تجاه العلويين تقضي بفقرهم ووضع الحصار الاقتصادي عليهم، فان </w:t>
      </w:r>
      <w:r w:rsidR="00143F79">
        <w:rPr>
          <w:rtl/>
        </w:rPr>
        <w:t xml:space="preserve"> </w:t>
      </w:r>
      <w:r>
        <w:rPr>
          <w:rtl/>
        </w:rPr>
        <w:t>فقرهم أحب إليه من غناهم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كما قال لولده المأمون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وقد ذهب ابن الصباغ إلى </w:t>
      </w:r>
      <w:r w:rsidR="00143F79">
        <w:rPr>
          <w:rtl/>
        </w:rPr>
        <w:t xml:space="preserve"> </w:t>
      </w:r>
      <w:r>
        <w:rPr>
          <w:rtl/>
        </w:rPr>
        <w:t xml:space="preserve">أن هذه الوشاية من جملة الأسباب التي دعت إلى سجن الامام </w:t>
      </w:r>
      <w:r w:rsidRPr="00423904">
        <w:rPr>
          <w:rStyle w:val="libAlaemChar"/>
          <w:rtl/>
        </w:rPr>
        <w:t>عليه‌السلام</w:t>
      </w:r>
      <w:r w:rsidRPr="00F4261E">
        <w:rPr>
          <w:rtl/>
        </w:rPr>
        <w:t>(3)</w:t>
      </w:r>
      <w:r>
        <w:rPr>
          <w:rtl/>
        </w:rPr>
        <w:t>.</w:t>
      </w:r>
    </w:p>
    <w:p w:rsidR="008F239C" w:rsidRPr="007958C9" w:rsidRDefault="008F239C" w:rsidP="0094659A">
      <w:pPr>
        <w:pStyle w:val="libLine"/>
        <w:rPr>
          <w:rtl/>
        </w:rPr>
      </w:pPr>
      <w:r w:rsidRPr="007958C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 450.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</w:t>
      </w:r>
      <w:r w:rsidRPr="00F4261E">
        <w:rPr>
          <w:rtl/>
        </w:rPr>
        <w:t xml:space="preserve"> </w:t>
      </w:r>
      <w:r>
        <w:rPr>
          <w:rtl/>
        </w:rPr>
        <w:t>نفس المصدر السابق: 251 ـ 252.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طلب الخلافة: وهناك مجموعة من السعاة لهارون على إمامنا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بحجة انه يطلب الخلافة قد سخّرهم بعض أعوان هارون ليتقرّب من هارون مثل </w:t>
      </w:r>
      <w:r w:rsidR="00143F79">
        <w:rPr>
          <w:rtl/>
        </w:rPr>
        <w:t xml:space="preserve"> </w:t>
      </w:r>
      <w:r>
        <w:rPr>
          <w:rtl/>
        </w:rPr>
        <w:t>يحيى البرمكي وغيره.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احتجاج الامام: من الأسباب التي حفزت هارون لاعتقال الإمام وزجّهُ في </w:t>
      </w:r>
      <w:r w:rsidR="00143F79">
        <w:rPr>
          <w:rtl/>
        </w:rPr>
        <w:t xml:space="preserve"> </w:t>
      </w:r>
      <w:r>
        <w:rPr>
          <w:rtl/>
        </w:rPr>
        <w:t xml:space="preserve">غياهب السجون، احتجاجه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عليه بأنه أولى بالنبي العظيم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جميع </w:t>
      </w:r>
      <w:r w:rsidR="00143F79">
        <w:rPr>
          <w:rtl/>
        </w:rPr>
        <w:t xml:space="preserve"> </w:t>
      </w:r>
      <w:r>
        <w:rPr>
          <w:rtl/>
        </w:rPr>
        <w:t xml:space="preserve">المسلمين فهو أحد أسباطه ووريثه وأنّه أحقُّ بالخلافة مِن غيره وقد جرى </w:t>
      </w:r>
      <w:r w:rsidR="00143F79">
        <w:rPr>
          <w:rtl/>
        </w:rPr>
        <w:t xml:space="preserve"> </w:t>
      </w:r>
      <w:r>
        <w:rPr>
          <w:rtl/>
        </w:rPr>
        <w:t xml:space="preserve">احتجاجه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معه في مرقد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وذلك حينما زاره هارون وقد احتفَّ به </w:t>
      </w:r>
      <w:r w:rsidR="00143F79">
        <w:rPr>
          <w:rtl/>
        </w:rPr>
        <w:t xml:space="preserve"> </w:t>
      </w:r>
      <w:r>
        <w:rPr>
          <w:rtl/>
        </w:rPr>
        <w:t xml:space="preserve">الوجوه والأشراف وقادة الجيش وكبار الموظفين بالدولة فقد أقبل بوجهه على </w:t>
      </w:r>
      <w:r w:rsidR="00143F79">
        <w:rPr>
          <w:rtl/>
        </w:rPr>
        <w:t xml:space="preserve"> </w:t>
      </w:r>
      <w:r>
        <w:rPr>
          <w:rtl/>
        </w:rPr>
        <w:t xml:space="preserve">الضريح المقدَّس وسلّم عَلى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قائلاً: «السلام عليك يا بن العم» وقد اعتزَّ </w:t>
      </w:r>
      <w:r w:rsidR="00143F79">
        <w:rPr>
          <w:rtl/>
        </w:rPr>
        <w:t xml:space="preserve"> </w:t>
      </w:r>
      <w:r>
        <w:rPr>
          <w:rtl/>
        </w:rPr>
        <w:t xml:space="preserve">بذلك على من سواه وافتخر على غيره برحمه الماسّة من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وإنّه إنّما نال </w:t>
      </w:r>
      <w:r w:rsidR="00143F79">
        <w:rPr>
          <w:rtl/>
        </w:rPr>
        <w:t xml:space="preserve"> </w:t>
      </w:r>
      <w:r>
        <w:rPr>
          <w:rtl/>
        </w:rPr>
        <w:t xml:space="preserve">الخلافة لقربه من الرسول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وكان الإمام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آنذاك حاضراً فسلّمَ على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قائلاً: «السلام عليك يا أبتِ» ففقد الرشيد صوابه واستولّت عليه موجات من </w:t>
      </w:r>
      <w:r w:rsidR="00143F79">
        <w:rPr>
          <w:rtl/>
        </w:rPr>
        <w:t xml:space="preserve"> </w:t>
      </w:r>
      <w:r>
        <w:rPr>
          <w:rtl/>
        </w:rPr>
        <w:t xml:space="preserve">الأستياء حيث قد سبقه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ذلك المجد والفخر فاندفع قائلاً بنبرات تقطرُ </w:t>
      </w:r>
      <w:r w:rsidR="00143F79">
        <w:rPr>
          <w:rtl/>
        </w:rPr>
        <w:t xml:space="preserve"> </w:t>
      </w:r>
      <w:r>
        <w:rPr>
          <w:rtl/>
        </w:rPr>
        <w:t xml:space="preserve">غضباً: «لِمَ قلت أنّك أقرب إلى رسول الله منّا؟؟» فأجابهُ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بجواب لم يتمكن </w:t>
      </w:r>
      <w:r w:rsidR="00143F79">
        <w:rPr>
          <w:rtl/>
        </w:rPr>
        <w:t xml:space="preserve"> </w:t>
      </w:r>
      <w:r>
        <w:rPr>
          <w:rtl/>
        </w:rPr>
        <w:t xml:space="preserve">الرشيد من الردَّ عليه أو المناقشة فيه قائلاً: «لو بُعث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حيّاً فخطبَ منك </w:t>
      </w:r>
      <w:r w:rsidR="00143F79">
        <w:rPr>
          <w:rtl/>
        </w:rPr>
        <w:t xml:space="preserve"> </w:t>
      </w:r>
      <w:r>
        <w:rPr>
          <w:rtl/>
        </w:rPr>
        <w:t xml:space="preserve">كريمتك هل كنت تجيبهُ إلى ذلك؟» فقال هارون سبحان الله وكنتُ أفتخر بذلك </w:t>
      </w:r>
      <w:r w:rsidR="00143F79">
        <w:rPr>
          <w:rtl/>
        </w:rPr>
        <w:t xml:space="preserve"> </w:t>
      </w:r>
      <w:r>
        <w:rPr>
          <w:rtl/>
        </w:rPr>
        <w:t>على العرب والعجم.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«لكنّه لا يخطب منّي ولا أزوّجه لانّه والدنا لا والدكم فلذلك </w:t>
      </w:r>
      <w:r w:rsidR="00143F79">
        <w:rPr>
          <w:rtl/>
        </w:rPr>
        <w:t xml:space="preserve"> </w:t>
      </w:r>
      <w:r>
        <w:rPr>
          <w:rtl/>
        </w:rPr>
        <w:t xml:space="preserve">نحن أقربُ إليه منكم». اذن فالإمام أولى بالنبي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هارون وأحقَّ بالخلافة فهو </w:t>
      </w:r>
      <w:r w:rsidR="00143F79">
        <w:rPr>
          <w:rtl/>
        </w:rPr>
        <w:t xml:space="preserve"> </w:t>
      </w:r>
      <w:r>
        <w:rPr>
          <w:rtl/>
        </w:rPr>
        <w:t>سبطه ووارثه. لذلك ازداد هارون غيظاً على الامام وزجَّ به في السجن.</w:t>
      </w:r>
    </w:p>
    <w:p w:rsidR="008F239C" w:rsidRPr="006A50DB" w:rsidRDefault="008F239C" w:rsidP="008F239C">
      <w:pPr>
        <w:pStyle w:val="Heading2"/>
        <w:rPr>
          <w:rtl/>
        </w:rPr>
      </w:pPr>
      <w:bookmarkStart w:id="73" w:name="_Toc57828377"/>
      <w:r w:rsidRPr="006A50DB">
        <w:rPr>
          <w:rtl/>
        </w:rPr>
        <w:t xml:space="preserve">القبض على الإمام </w:t>
      </w:r>
      <w:r w:rsidRPr="00423904">
        <w:rPr>
          <w:rStyle w:val="libAlaemChar"/>
          <w:rtl/>
        </w:rPr>
        <w:t>عليه‌السلام</w:t>
      </w:r>
      <w:bookmarkEnd w:id="73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وفي اليوم الثاني ألقى القبض على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فالقت الشرطة القبض على </w:t>
      </w:r>
      <w:r w:rsidR="00143F79">
        <w:rPr>
          <w:rtl/>
        </w:rPr>
        <w:t xml:space="preserve"> </w:t>
      </w:r>
      <w:r>
        <w:rPr>
          <w:rtl/>
        </w:rPr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وهو قائمٌ يُصلّي لربّه عند رأس جدّه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فقطعوا عليه صلاته ولم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يمهلوه من إتمامها، وكان إعتقاله في شهر شوال لعشر بقين منه عام 179 هـ وخاف </w:t>
      </w:r>
      <w:r w:rsidR="00143F79">
        <w:rPr>
          <w:rtl/>
        </w:rPr>
        <w:t xml:space="preserve"> </w:t>
      </w:r>
      <w:r>
        <w:rPr>
          <w:rtl/>
        </w:rPr>
        <w:t xml:space="preserve">الرشيد من وقوع الفتنة وحدوث الاضطراب، فأمر بتهيأة قبتين فأوعز بحمل </w:t>
      </w:r>
      <w:r w:rsidR="00143F79">
        <w:rPr>
          <w:rtl/>
        </w:rPr>
        <w:t xml:space="preserve"> </w:t>
      </w:r>
      <w:r>
        <w:rPr>
          <w:rtl/>
        </w:rPr>
        <w:t xml:space="preserve">إحديهما إلى الكوفة والأخرى إلى البصرة ليوهم على الناس أمر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ويخفي </w:t>
      </w:r>
      <w:r w:rsidR="00143F79">
        <w:rPr>
          <w:rtl/>
        </w:rPr>
        <w:t xml:space="preserve"> </w:t>
      </w:r>
      <w:r>
        <w:rPr>
          <w:rtl/>
        </w:rPr>
        <w:t xml:space="preserve">عليهم خبر إعتقاله، وأمر بحمل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البصرة في غلس الليل البهيم.</w:t>
      </w:r>
    </w:p>
    <w:p w:rsidR="008F239C" w:rsidRPr="006A50DB" w:rsidRDefault="008F239C" w:rsidP="008F239C">
      <w:pPr>
        <w:pStyle w:val="Heading2"/>
        <w:rPr>
          <w:rtl/>
        </w:rPr>
      </w:pPr>
      <w:bookmarkStart w:id="74" w:name="_Toc57828378"/>
      <w:r w:rsidRPr="006A50DB">
        <w:rPr>
          <w:rtl/>
        </w:rPr>
        <w:t>سجنه في البصرة</w:t>
      </w:r>
      <w:bookmarkEnd w:id="7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وسارت القافلة بقيادة «حسان السروي» الذي وكِّل بحراسة الامام والمحافظة </w:t>
      </w:r>
      <w:r w:rsidR="00143F79">
        <w:rPr>
          <w:rtl/>
        </w:rPr>
        <w:t xml:space="preserve"> </w:t>
      </w:r>
      <w:r>
        <w:rPr>
          <w:rtl/>
        </w:rPr>
        <w:t xml:space="preserve">عليه، حتى سلّمه إلى عيسى بن جعفر في البصرة قبل التروية بيوم، فحبسه عيسى </w:t>
      </w:r>
      <w:r w:rsidR="00143F79">
        <w:rPr>
          <w:rtl/>
        </w:rPr>
        <w:t xml:space="preserve"> </w:t>
      </w:r>
      <w:r>
        <w:rPr>
          <w:rtl/>
        </w:rPr>
        <w:t xml:space="preserve">في بيت من بيوت المحبس، وأقفل عليه أبواب السجن، فكان لا يفتحها إلّا في </w:t>
      </w:r>
      <w:r w:rsidR="00143F79">
        <w:rPr>
          <w:rtl/>
        </w:rPr>
        <w:t xml:space="preserve"> </w:t>
      </w:r>
      <w:r>
        <w:rPr>
          <w:rtl/>
        </w:rPr>
        <w:t>حالتين، إحداهم في حالة خروجه إلى الطهور، والأخرى لإدخال الطعام له.</w:t>
      </w:r>
    </w:p>
    <w:p w:rsidR="008F239C" w:rsidRPr="006A50DB" w:rsidRDefault="008F239C" w:rsidP="008F239C">
      <w:pPr>
        <w:pStyle w:val="Heading2"/>
        <w:rPr>
          <w:rtl/>
        </w:rPr>
      </w:pPr>
      <w:bookmarkStart w:id="75" w:name="_Toc57828379"/>
      <w:r w:rsidRPr="006A50DB">
        <w:rPr>
          <w:rtl/>
        </w:rPr>
        <w:t xml:space="preserve">ما قام به الامام </w:t>
      </w:r>
      <w:r w:rsidRPr="00423904">
        <w:rPr>
          <w:rStyle w:val="libAlaemChar"/>
          <w:rtl/>
        </w:rPr>
        <w:t>عليه‌السلام</w:t>
      </w:r>
      <w:r w:rsidRPr="006A50DB">
        <w:rPr>
          <w:rtl/>
        </w:rPr>
        <w:t xml:space="preserve"> في سجن البصرة</w:t>
      </w:r>
      <w:bookmarkEnd w:id="7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أ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تفرغه للعبادة: وأقبل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على عبادة الله فحيّر الألباب وأبهر العقول </w:t>
      </w:r>
      <w:r w:rsidR="00143F79">
        <w:rPr>
          <w:rtl/>
        </w:rPr>
        <w:t xml:space="preserve"> </w:t>
      </w:r>
      <w:r>
        <w:rPr>
          <w:rtl/>
        </w:rPr>
        <w:t xml:space="preserve">بعبادته وانقطاعه إلى الله فكان يصوم في النهار ويقوم في الليل، وكان يدعو بهذا </w:t>
      </w:r>
      <w:r w:rsidR="00143F79">
        <w:rPr>
          <w:rtl/>
        </w:rPr>
        <w:t xml:space="preserve"> </w:t>
      </w:r>
      <w:r>
        <w:rPr>
          <w:rtl/>
        </w:rPr>
        <w:t xml:space="preserve">الدعاء: «اللهم انك تعلمُ أنّي كنتُ أسألكَ أن تفرغني لعبادتك، اللهمَّ وقد فعلت </w:t>
      </w:r>
      <w:r w:rsidR="00143F79">
        <w:rPr>
          <w:rtl/>
        </w:rPr>
        <w:t xml:space="preserve"> </w:t>
      </w:r>
      <w:r>
        <w:rPr>
          <w:rtl/>
        </w:rPr>
        <w:t>فلك الحمد».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اتصال العلماء به: أقبل علماء البصرة ورواة الحديث إلى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فاتصلوا </w:t>
      </w:r>
      <w:r w:rsidR="00143F79">
        <w:rPr>
          <w:rtl/>
        </w:rPr>
        <w:t xml:space="preserve"> </w:t>
      </w:r>
      <w:r>
        <w:rPr>
          <w:rtl/>
        </w:rPr>
        <w:t xml:space="preserve">به من طريقٍ خفيٍ وكان منهم ياسين الزياتي وروى عنه. (حياة الام موسى بن </w:t>
      </w:r>
      <w:r w:rsidR="00143F79">
        <w:rPr>
          <w:rtl/>
        </w:rPr>
        <w:t xml:space="preserve"> </w:t>
      </w:r>
      <w:r>
        <w:rPr>
          <w:rtl/>
        </w:rPr>
        <w:t>جعفر للقرشي)</w:t>
      </w:r>
    </w:p>
    <w:p w:rsidR="008F239C" w:rsidRPr="006A50DB" w:rsidRDefault="008F239C" w:rsidP="008F239C">
      <w:pPr>
        <w:pStyle w:val="Heading2"/>
        <w:rPr>
          <w:rtl/>
        </w:rPr>
      </w:pPr>
      <w:bookmarkStart w:id="76" w:name="_Toc57828380"/>
      <w:r w:rsidRPr="006A50DB">
        <w:rPr>
          <w:rtl/>
        </w:rPr>
        <w:t xml:space="preserve">أوعز هارون لعيسى بقتل الامام </w:t>
      </w:r>
      <w:r w:rsidRPr="00423904">
        <w:rPr>
          <w:rStyle w:val="libAlaemChar"/>
          <w:rtl/>
        </w:rPr>
        <w:t>عليه‌السلام</w:t>
      </w:r>
      <w:bookmarkEnd w:id="76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ولما وصلت رسالة هارون الرشيد لعيسى بقتل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ثقل عليه الأمر وجمع </w:t>
      </w:r>
      <w:r w:rsidR="00143F79">
        <w:rPr>
          <w:rtl/>
        </w:rPr>
        <w:t xml:space="preserve"> </w:t>
      </w:r>
      <w:r>
        <w:rPr>
          <w:rtl/>
        </w:rPr>
        <w:t xml:space="preserve">خواصه وثقاته فعرض عليهم الأمر فاشاروا إليه بالتحذير من ارتكاب الجريمة </w:t>
      </w:r>
      <w:r w:rsidR="00143F79">
        <w:rPr>
          <w:rtl/>
        </w:rPr>
        <w:t xml:space="preserve"> </w:t>
      </w:r>
      <w:r>
        <w:rPr>
          <w:rtl/>
        </w:rPr>
        <w:t xml:space="preserve">فكتب إلى الرشيد: «يا أمير المؤمنين كتبتَ إليَّ في هذا الرجل وقد اختبرته طول </w:t>
      </w:r>
      <w:r w:rsidR="00143F79">
        <w:rPr>
          <w:rtl/>
        </w:rPr>
        <w:t xml:space="preserve"> </w:t>
      </w:r>
      <w:r>
        <w:rPr>
          <w:rtl/>
        </w:rPr>
        <w:t xml:space="preserve">مقامه بمن حسبته عيناً عليه لينظروا جبلته وأمره وطويّته ممّن له المعرفة والدراية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فلم يكن منه سوء قط ولم يذكر أمير المؤمنين إلّا بخير ولم يكن له تطلّع إلى </w:t>
      </w:r>
      <w:r w:rsidR="00143F79">
        <w:rPr>
          <w:rtl/>
        </w:rPr>
        <w:t xml:space="preserve"> </w:t>
      </w:r>
      <w:r>
        <w:rPr>
          <w:rtl/>
        </w:rPr>
        <w:t xml:space="preserve">ولاية ولا خروج ولا شيء من أمر الدنيا ولا دعا قط على أمير المؤمنين، فان رأى </w:t>
      </w:r>
      <w:r w:rsidR="00143F79">
        <w:rPr>
          <w:rtl/>
        </w:rPr>
        <w:t xml:space="preserve"> </w:t>
      </w:r>
      <w:r>
        <w:rPr>
          <w:rtl/>
        </w:rPr>
        <w:t xml:space="preserve">اميرالمؤمنين من أن يعفيني من أمره أو ينفذ من يتسلّمه منّي وإلا أطلقت سراحه». </w:t>
      </w:r>
      <w:r w:rsidR="00143F79">
        <w:rPr>
          <w:rtl/>
        </w:rPr>
        <w:t xml:space="preserve"> </w:t>
      </w:r>
      <w:r>
        <w:rPr>
          <w:rtl/>
        </w:rPr>
        <w:t>وقد بقي في سجن عيسى سنة كاملة.</w:t>
      </w:r>
    </w:p>
    <w:p w:rsidR="008F239C" w:rsidRPr="006A50DB" w:rsidRDefault="008F239C" w:rsidP="008F239C">
      <w:pPr>
        <w:pStyle w:val="Heading2"/>
        <w:rPr>
          <w:rtl/>
        </w:rPr>
      </w:pPr>
      <w:bookmarkStart w:id="77" w:name="_Toc57828381"/>
      <w:r w:rsidRPr="006A50DB">
        <w:rPr>
          <w:rtl/>
        </w:rPr>
        <w:t xml:space="preserve">نقل الامام </w:t>
      </w:r>
      <w:r w:rsidRPr="00423904">
        <w:rPr>
          <w:rStyle w:val="libAlaemChar"/>
          <w:rtl/>
        </w:rPr>
        <w:t>عليه‌السلام</w:t>
      </w:r>
      <w:r w:rsidRPr="006A50DB">
        <w:rPr>
          <w:rtl/>
        </w:rPr>
        <w:t xml:space="preserve"> إلى بغداد</w:t>
      </w:r>
      <w:bookmarkEnd w:id="7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فحُمِلَ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مُقيّداً إلى بغداد تحفُّ به الشرطة والحراس، فأمر الرشيد </w:t>
      </w:r>
      <w:r w:rsidR="00143F79">
        <w:rPr>
          <w:rtl/>
        </w:rPr>
        <w:t xml:space="preserve"> </w:t>
      </w:r>
      <w:r>
        <w:rPr>
          <w:rtl/>
        </w:rPr>
        <w:t xml:space="preserve">باعتقاله عند الفضل ابن الربيع فحبسه في بيته، ولم يعتقله في السجون العامة </w:t>
      </w:r>
      <w:r w:rsidR="00143F79">
        <w:rPr>
          <w:rtl/>
        </w:rPr>
        <w:t xml:space="preserve"> </w:t>
      </w:r>
      <w:r>
        <w:rPr>
          <w:rtl/>
        </w:rPr>
        <w:t xml:space="preserve">«كالمطبق» وغيره نظراً لخطورة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وسمو مكانته وعظم شخصيته.</w:t>
      </w:r>
    </w:p>
    <w:p w:rsidR="008F239C" w:rsidRPr="006A50DB" w:rsidRDefault="008F239C" w:rsidP="008F239C">
      <w:pPr>
        <w:pStyle w:val="Heading2"/>
        <w:rPr>
          <w:rtl/>
        </w:rPr>
      </w:pPr>
      <w:bookmarkStart w:id="78" w:name="_Toc57828382"/>
      <w:r w:rsidRPr="006A50DB">
        <w:rPr>
          <w:rtl/>
        </w:rPr>
        <w:t>إنشغاله بالعبادة في سجن الفضل بن الربيع</w:t>
      </w:r>
      <w:bookmarkEnd w:id="7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كان هارون يُراقب بنفسه ما يقوم به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ويتطلّع على شؤونه خوفاً من أن </w:t>
      </w:r>
      <w:r w:rsidR="00143F79">
        <w:rPr>
          <w:rtl/>
        </w:rPr>
        <w:t xml:space="preserve"> </w:t>
      </w:r>
      <w:r>
        <w:rPr>
          <w:rtl/>
        </w:rPr>
        <w:t>يتصل به أحد من الناس، أو يكون الفضل قد رف</w:t>
      </w:r>
      <w:r>
        <w:rPr>
          <w:rFonts w:hint="cs"/>
          <w:rtl/>
        </w:rPr>
        <w:t>ّ</w:t>
      </w:r>
      <w:r>
        <w:rPr>
          <w:rtl/>
        </w:rPr>
        <w:t xml:space="preserve">هَ عليه، فأطلَّ من أعلى القصر على </w:t>
      </w:r>
      <w:r w:rsidR="00143F79">
        <w:rPr>
          <w:rtl/>
        </w:rPr>
        <w:t xml:space="preserve"> </w:t>
      </w:r>
      <w:r>
        <w:rPr>
          <w:rtl/>
        </w:rPr>
        <w:t>السجن فرأى ثوباً مطروحاً في مكان خاص لم يتغير عن موضعه، فقال للفضل: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ما ذاك الثوب الذي أراه كل يوم في ذلك الموضع؟! فقال الفضل: يا أمير </w:t>
      </w:r>
      <w:r w:rsidR="00143F79">
        <w:rPr>
          <w:rtl/>
        </w:rPr>
        <w:t xml:space="preserve"> </w:t>
      </w:r>
      <w:r>
        <w:rPr>
          <w:rtl/>
        </w:rPr>
        <w:t xml:space="preserve">المؤمنين ما ذاك بثوبٍ، وإنما هو موسى بن جعفر له في كل يوم سجدة بعد طلوع </w:t>
      </w:r>
      <w:r w:rsidR="00143F79">
        <w:rPr>
          <w:rtl/>
        </w:rPr>
        <w:t xml:space="preserve"> </w:t>
      </w:r>
      <w:r>
        <w:rPr>
          <w:rtl/>
        </w:rPr>
        <w:t>الشمس إلى وقت الزوال، فقال هارون: أما إنَّ هذا من رهبان بني هاشم؟!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 الفضل: يا أمير المؤمنين مالكَ قد ضيقت عليه في الحبس؟!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 هارون: هيهات لا بدَّ من ذلك.</w:t>
      </w:r>
    </w:p>
    <w:p w:rsidR="008F239C" w:rsidRPr="006A50DB" w:rsidRDefault="008F239C" w:rsidP="008F239C">
      <w:pPr>
        <w:pStyle w:val="Heading2"/>
        <w:rPr>
          <w:rtl/>
        </w:rPr>
      </w:pPr>
      <w:bookmarkStart w:id="79" w:name="_Toc57828383"/>
      <w:r w:rsidRPr="006A50DB">
        <w:rPr>
          <w:rtl/>
        </w:rPr>
        <w:t>دعاء الامام في السجن</w:t>
      </w:r>
      <w:bookmarkEnd w:id="79"/>
    </w:p>
    <w:p w:rsidR="008F239C" w:rsidRPr="0094659A" w:rsidRDefault="008F239C" w:rsidP="00423904">
      <w:pPr>
        <w:pStyle w:val="libNormal"/>
        <w:rPr>
          <w:rStyle w:val="libPoemTiniChar0"/>
          <w:rtl/>
        </w:rPr>
      </w:pPr>
      <w:r>
        <w:rPr>
          <w:rtl/>
        </w:rPr>
        <w:t xml:space="preserve">لقد حُجب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عن عياله وأطفاله وشيعته، ينقل من حبس إلى حبس، </w:t>
      </w:r>
      <w:r w:rsidR="00143F79">
        <w:rPr>
          <w:rtl/>
        </w:rPr>
        <w:t xml:space="preserve"> </w:t>
      </w:r>
      <w:r>
        <w:rPr>
          <w:rtl/>
        </w:rPr>
        <w:t xml:space="preserve">فالتجأ إلى الله سبحانه يخلّصهُ من سجن هارون، فجدّد طهوره وصلّى لربّه أربع </w:t>
      </w:r>
      <w:r w:rsidR="00143F79">
        <w:rPr>
          <w:rtl/>
        </w:rPr>
        <w:t xml:space="preserve"> </w:t>
      </w:r>
      <w:r>
        <w:rPr>
          <w:rtl/>
        </w:rPr>
        <w:t xml:space="preserve">ركعات ثم دعا في غلس الليل البهيم: «يا سيّدي: نجني من حبس هارون وخلصني </w:t>
      </w:r>
      <w:r w:rsidR="00143F79">
        <w:rPr>
          <w:rtl/>
        </w:rPr>
        <w:t xml:space="preserve"> </w:t>
      </w:r>
      <w:r>
        <w:rPr>
          <w:rtl/>
        </w:rPr>
        <w:t xml:space="preserve">من يده، يا مخلص الشجر من بين رملٍ وطين، ويا مخلص النار من بين الحديد </w:t>
      </w:r>
      <w:r w:rsidR="00143F79">
        <w:rPr>
          <w:rtl/>
        </w:rPr>
        <w:t xml:space="preserve"> 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والحجر، ويا مخلص اللبن من بين فرث ودم ويا مخلص الولد من بين مشيمة </w:t>
      </w:r>
      <w:r w:rsidR="00143F79">
        <w:rPr>
          <w:rtl/>
        </w:rPr>
        <w:t xml:space="preserve"> </w:t>
      </w:r>
      <w:r>
        <w:rPr>
          <w:rtl/>
        </w:rPr>
        <w:t>ورحم ويا مخلص الروح من بين الأحشاء والأمعاء خلصني من يد هارون»</w:t>
      </w:r>
      <w:r w:rsidRPr="00441121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استجاب الله دعاءه وأطلق سراحه في غلس الليل بسبب رؤيا رآها هارون </w:t>
      </w:r>
      <w:r w:rsidR="00143F79">
        <w:rPr>
          <w:rtl/>
        </w:rPr>
        <w:t xml:space="preserve"> </w:t>
      </w:r>
      <w:r>
        <w:rPr>
          <w:rtl/>
        </w:rPr>
        <w:t xml:space="preserve">فخاف وأطلق سراح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وأعطاه ثلاثين ألف درهم.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وكان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قد رأى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وقال له يا موسى لقد سُجنت </w:t>
      </w:r>
      <w:r w:rsidR="00143F79">
        <w:rPr>
          <w:rtl/>
        </w:rPr>
        <w:t xml:space="preserve"> </w:t>
      </w:r>
      <w:r>
        <w:rPr>
          <w:rtl/>
        </w:rPr>
        <w:t xml:space="preserve">مظلوماً، قل هذه الكلمات فانّك لا تبقى في الحبس هذه الليلة، فقلت له بأبي أنت </w:t>
      </w:r>
      <w:r w:rsidR="00143F79">
        <w:rPr>
          <w:rtl/>
        </w:rPr>
        <w:t xml:space="preserve"> </w:t>
      </w:r>
      <w:r>
        <w:rPr>
          <w:rtl/>
        </w:rPr>
        <w:t xml:space="preserve">وأمي ما أقول فقال قل: «يا سامع كل صوت ويا سابق الفوت، ويا كاسي العظام </w:t>
      </w:r>
      <w:r w:rsidR="00143F79">
        <w:rPr>
          <w:rtl/>
        </w:rPr>
        <w:t xml:space="preserve"> </w:t>
      </w:r>
      <w:r>
        <w:rPr>
          <w:rtl/>
        </w:rPr>
        <w:t xml:space="preserve">لحماً ومنشرها بعد الموت أسألك باسمائك الحسنى وباسمك الاعظم الأكبر </w:t>
      </w:r>
      <w:r w:rsidR="00143F79">
        <w:rPr>
          <w:rtl/>
        </w:rPr>
        <w:t xml:space="preserve"> </w:t>
      </w:r>
      <w:r>
        <w:rPr>
          <w:rtl/>
        </w:rPr>
        <w:t xml:space="preserve">المخزون المكنون الذي لم يطّلع عليه أحدٌ من المخلوقين، يا حليماً ذا أناة لا يقوى </w:t>
      </w:r>
      <w:r w:rsidR="00143F79">
        <w:rPr>
          <w:rtl/>
        </w:rPr>
        <w:t xml:space="preserve"> </w:t>
      </w:r>
      <w:r>
        <w:rPr>
          <w:rtl/>
        </w:rPr>
        <w:t>على أناته ياذا المعروف الذي لا ينقطع أبداً، ولا يحصى عدداً، فرّج عنّي».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وفرّج الله عنه، فخلى هارون سبيله، وقد مكث في سجن الفضل مدة طويلة من </w:t>
      </w:r>
      <w:r w:rsidR="00143F79">
        <w:rPr>
          <w:rtl/>
        </w:rPr>
        <w:t xml:space="preserve"> </w:t>
      </w:r>
      <w:r>
        <w:rPr>
          <w:rtl/>
        </w:rPr>
        <w:t>الزمن لم يعينها التأريخ.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وبقيَ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بعد اطلاق سراحه في بغداد لم ينزح عنها إلى يثرب وكان </w:t>
      </w:r>
      <w:r w:rsidR="00143F79">
        <w:rPr>
          <w:rtl/>
        </w:rPr>
        <w:t xml:space="preserve"> </w:t>
      </w:r>
      <w:r>
        <w:rPr>
          <w:rtl/>
        </w:rPr>
        <w:t>يدخل على هارون الرشيد في كل اسبوع مرّة في يوم الخميس</w:t>
      </w:r>
      <w:r w:rsidRPr="00441121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وأكبر الظن ان الرشيد فرض عليه الاقامة الجبرية. وقد ذهب لذلك السيد مير </w:t>
      </w:r>
      <w:r w:rsidR="00143F79">
        <w:rPr>
          <w:rtl/>
        </w:rPr>
        <w:t xml:space="preserve"> </w:t>
      </w:r>
      <w:r>
        <w:rPr>
          <w:rtl/>
        </w:rPr>
        <w:t xml:space="preserve">علي الهندي فقال: «وقد حدث مرتين ان سمح الرشيد لهذا الامام الوديع بالرجوع </w:t>
      </w:r>
      <w:r w:rsidR="00143F79">
        <w:rPr>
          <w:rtl/>
        </w:rPr>
        <w:t xml:space="preserve"> </w:t>
      </w:r>
      <w:r>
        <w:rPr>
          <w:rtl/>
        </w:rPr>
        <w:t>إلى الحجاز ولكن شكوكه تستولي عليه فيبقيه في الحبس»</w:t>
      </w:r>
      <w:r w:rsidRPr="00441121">
        <w:rPr>
          <w:rtl/>
        </w:rPr>
        <w:t>(3)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بذل جهوده وهو في بغداد لإرشاد الناس وهدايتهم إلى طريق </w:t>
      </w:r>
      <w:r w:rsidR="00143F79">
        <w:rPr>
          <w:rtl/>
        </w:rPr>
        <w:t xml:space="preserve"> </w:t>
      </w:r>
      <w:r>
        <w:rPr>
          <w:rtl/>
        </w:rPr>
        <w:t xml:space="preserve">الحق، فقد اهتدى بشر الحافي وتاب على يده حتى صار من عيون الصالحين </w:t>
      </w:r>
      <w:r w:rsidR="00143F79">
        <w:rPr>
          <w:rtl/>
        </w:rPr>
        <w:t xml:space="preserve"> </w:t>
      </w:r>
      <w:r>
        <w:rPr>
          <w:rtl/>
        </w:rPr>
        <w:t>والمتقين.</w:t>
      </w:r>
    </w:p>
    <w:p w:rsidR="008F239C" w:rsidRPr="00725838" w:rsidRDefault="008F239C" w:rsidP="0094659A">
      <w:pPr>
        <w:pStyle w:val="libLine"/>
        <w:rPr>
          <w:rtl/>
        </w:rPr>
      </w:pPr>
      <w:r w:rsidRPr="00725838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 472 ـ 473.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السابق: 475.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نفس المصدر السابق: 476 نقلاً عن مختصر تاريخ العرب: 209.</w:t>
      </w:r>
    </w:p>
    <w:p w:rsidR="008F239C" w:rsidRPr="00EA50EF" w:rsidRDefault="008F239C" w:rsidP="008F239C">
      <w:pPr>
        <w:pStyle w:val="Heading2"/>
        <w:rPr>
          <w:rtl/>
        </w:rPr>
      </w:pPr>
      <w:r>
        <w:rPr>
          <w:rtl/>
        </w:rPr>
        <w:br w:type="page"/>
      </w:r>
      <w:bookmarkStart w:id="80" w:name="_Toc57828384"/>
      <w:r w:rsidRPr="00EA50EF">
        <w:rPr>
          <w:rtl/>
        </w:rPr>
        <w:lastRenderedPageBreak/>
        <w:t>سجن الفضل بن يحيى البرمكي</w:t>
      </w:r>
      <w:bookmarkEnd w:id="8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ولما ذاع صيت الامام وانتشر فضله وعلمه وحب الناس له، خاف هارون على </w:t>
      </w:r>
      <w:r w:rsidR="00143F79">
        <w:rPr>
          <w:rtl/>
        </w:rPr>
        <w:t xml:space="preserve"> </w:t>
      </w:r>
      <w:r>
        <w:rPr>
          <w:rtl/>
        </w:rPr>
        <w:t xml:space="preserve">ملكه فأوعز إلى اعتقال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عند الفضل بن يحيى البرمكي، وذات يوم أرسل </w:t>
      </w:r>
      <w:r w:rsidR="00143F79">
        <w:rPr>
          <w:rtl/>
        </w:rPr>
        <w:t xml:space="preserve"> </w:t>
      </w:r>
      <w:r>
        <w:rPr>
          <w:rtl/>
        </w:rPr>
        <w:t xml:space="preserve">هارون على الفضل وهو غضبان يطلب منه أن يأتي بالامام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وكان هارون يريد </w:t>
      </w:r>
      <w:r w:rsidR="00143F79">
        <w:rPr>
          <w:rtl/>
        </w:rPr>
        <w:t xml:space="preserve"> </w:t>
      </w:r>
      <w:r>
        <w:rPr>
          <w:rtl/>
        </w:rPr>
        <w:t xml:space="preserve">قتله، فدعا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بدعاء جدّه أمير المؤمنين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«اللهمَّ بك أساور وبك أحاول </w:t>
      </w:r>
      <w:r w:rsidR="00143F79">
        <w:rPr>
          <w:rtl/>
        </w:rPr>
        <w:t xml:space="preserve"> </w:t>
      </w:r>
      <w:r>
        <w:rPr>
          <w:rtl/>
        </w:rPr>
        <w:t xml:space="preserve">وبك أجاور وبك أصول وبك انتصر وبك أموت وبك أحيى أسلمتُ نفسي إليك </w:t>
      </w:r>
      <w:r w:rsidR="00143F79">
        <w:rPr>
          <w:rtl/>
        </w:rPr>
        <w:t xml:space="preserve"> </w:t>
      </w:r>
      <w:r>
        <w:rPr>
          <w:rtl/>
        </w:rPr>
        <w:t xml:space="preserve">وفوضت أمري إليك ولا حول ولا قوة إلا بالله العلي العظيم اللهم إنّك خلقتني </w:t>
      </w:r>
      <w:r w:rsidR="00143F79">
        <w:rPr>
          <w:rtl/>
        </w:rPr>
        <w:t xml:space="preserve"> </w:t>
      </w:r>
      <w:r>
        <w:rPr>
          <w:rtl/>
        </w:rPr>
        <w:t xml:space="preserve">ورزقتني وسترتني عن العباد بلطف ما خولتني اغنيتني، فاذا هويت رددتني وإذا </w:t>
      </w:r>
      <w:r w:rsidR="00143F79">
        <w:rPr>
          <w:rtl/>
        </w:rPr>
        <w:t xml:space="preserve"> </w:t>
      </w:r>
      <w:r>
        <w:rPr>
          <w:rtl/>
        </w:rPr>
        <w:t xml:space="preserve">عثرت قومتني وإذا مرضت شفيتني وإذا دعوت أجبتني يا سيدي: ارض عني فقد </w:t>
      </w:r>
      <w:r w:rsidR="00143F79">
        <w:rPr>
          <w:rtl/>
        </w:rPr>
        <w:t xml:space="preserve"> </w:t>
      </w:r>
      <w:r>
        <w:rPr>
          <w:rtl/>
        </w:rPr>
        <w:t>أرضيتني»</w:t>
      </w:r>
      <w:r w:rsidRPr="00441121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هارون للفضل فرأيتُ أقواماً قد أحدقوا بداري بأيديهم حراب قد غرسوها </w:t>
      </w:r>
      <w:r w:rsidR="00143F79">
        <w:rPr>
          <w:rtl/>
        </w:rPr>
        <w:t xml:space="preserve"> </w:t>
      </w:r>
      <w:r>
        <w:rPr>
          <w:rtl/>
        </w:rPr>
        <w:t xml:space="preserve">في أصل الدار يقولون إن آذى ابن رسول الله خسفنا به وبداره الأرض وإن أحسن </w:t>
      </w:r>
      <w:r w:rsidR="00143F79">
        <w:rPr>
          <w:rtl/>
        </w:rPr>
        <w:t xml:space="preserve"> </w:t>
      </w:r>
      <w:r>
        <w:rPr>
          <w:rtl/>
        </w:rPr>
        <w:t xml:space="preserve">اليه انصرفنا عنه وتركناه. لذلك خاف هارون وأمر أن يأتي بغالية، فأتيَ بها، فطيَّب </w:t>
      </w:r>
      <w:r w:rsidR="00143F79">
        <w:rPr>
          <w:rtl/>
        </w:rPr>
        <w:t xml:space="preserve"> </w:t>
      </w:r>
      <w:r>
        <w:rPr>
          <w:rtl/>
        </w:rPr>
        <w:t xml:space="preserve">الامام بيده وأمر أن يحمل بين يديه خلع وبدرتان ودنانير فقال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لولا أني </w:t>
      </w:r>
      <w:r w:rsidR="00143F79">
        <w:rPr>
          <w:rtl/>
        </w:rPr>
        <w:t xml:space="preserve"> </w:t>
      </w:r>
      <w:r>
        <w:rPr>
          <w:rtl/>
        </w:rPr>
        <w:t xml:space="preserve">أرى أزوّج بها من عزاب بني أبي طالب لئلا ينقطع نسله ما قبلتها أبداً. ومرّةً ثانية </w:t>
      </w:r>
      <w:r w:rsidR="00143F79">
        <w:rPr>
          <w:rtl/>
        </w:rPr>
        <w:t xml:space="preserve"> </w:t>
      </w:r>
      <w:r>
        <w:rPr>
          <w:rtl/>
        </w:rPr>
        <w:t xml:space="preserve">اصدر هارون أوامره باعتقال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عند الفضل بن يحيى وأوعز إليه أن يقتل </w:t>
      </w:r>
      <w:r w:rsidR="00143F79">
        <w:rPr>
          <w:rtl/>
        </w:rPr>
        <w:t xml:space="preserve"> </w:t>
      </w:r>
      <w:r>
        <w:rPr>
          <w:rtl/>
        </w:rPr>
        <w:t xml:space="preserve">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فامتنع الفضل وخاف من الله ولانه كان ممن يذهب إلى الامامة ويدين </w:t>
      </w:r>
      <w:r w:rsidR="00143F79">
        <w:rPr>
          <w:rtl/>
        </w:rPr>
        <w:t xml:space="preserve"> </w:t>
      </w:r>
      <w:r>
        <w:rPr>
          <w:rtl/>
        </w:rPr>
        <w:t>بها، وهذا هو السبب في اتهام البرامكة بالتشيع</w:t>
      </w:r>
      <w:r w:rsidRPr="00441121">
        <w:rPr>
          <w:rtl/>
        </w:rPr>
        <w:t>(2)</w:t>
      </w:r>
      <w:r>
        <w:rPr>
          <w:rtl/>
        </w:rPr>
        <w:t xml:space="preserve">. ثم إنَّ هارون نكل بالفضل وأمر </w:t>
      </w:r>
      <w:r w:rsidR="00143F79">
        <w:rPr>
          <w:rtl/>
        </w:rPr>
        <w:t xml:space="preserve"> </w:t>
      </w:r>
      <w:r>
        <w:rPr>
          <w:rtl/>
        </w:rPr>
        <w:t>أن يضرب مائة سوط.</w:t>
      </w:r>
    </w:p>
    <w:p w:rsidR="008F239C" w:rsidRPr="00EA50EF" w:rsidRDefault="008F239C" w:rsidP="008F239C">
      <w:pPr>
        <w:pStyle w:val="Heading2"/>
        <w:rPr>
          <w:rtl/>
        </w:rPr>
      </w:pPr>
      <w:bookmarkStart w:id="81" w:name="_Toc57828385"/>
      <w:r w:rsidRPr="00EA50EF">
        <w:rPr>
          <w:rtl/>
        </w:rPr>
        <w:t>في سجن السندي بن شاهك</w:t>
      </w:r>
      <w:bookmarkEnd w:id="81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وأخيراً لم يجد هارون من ينفّذ رغباته في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سوى هذا </w:t>
      </w:r>
      <w:r>
        <w:rPr>
          <w:rtl/>
        </w:rPr>
        <w:br/>
        <w:t>الشرير الوغد اللئيم فنقله إلى سجنه وأمره بالتضييق عليه، فاستجاب الأثيم لذلك،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 479.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السابق: 480.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فقابل الامام بكل جفوة وقسوة، والامام صابر محتسب في محبس بدار المسيب </w:t>
      </w:r>
      <w:r w:rsidR="00143F79">
        <w:rPr>
          <w:rtl/>
        </w:rPr>
        <w:t xml:space="preserve"> </w:t>
      </w:r>
      <w:r>
        <w:rPr>
          <w:rtl/>
        </w:rPr>
        <w:t xml:space="preserve">الواقع قرب باب الكوفة وفيه كانت وفاته، وقال بعض المؤرخين إنّه حبس في بيت </w:t>
      </w:r>
      <w:r w:rsidR="00143F79">
        <w:rPr>
          <w:rtl/>
        </w:rPr>
        <w:t xml:space="preserve"> </w:t>
      </w:r>
      <w:r>
        <w:rPr>
          <w:rtl/>
        </w:rPr>
        <w:t xml:space="preserve">السندي وإنه كان مع أهله وعياله ولم نعلم أن دار السندي هل هي دار المسيب أم </w:t>
      </w:r>
      <w:r w:rsidR="00143F79">
        <w:rPr>
          <w:rtl/>
        </w:rPr>
        <w:t xml:space="preserve"> </w:t>
      </w:r>
      <w:r>
        <w:rPr>
          <w:rtl/>
        </w:rPr>
        <w:t>غيرها؟</w:t>
      </w:r>
      <w:r w:rsidRPr="00262BF7">
        <w:rPr>
          <w:rtl/>
        </w:rPr>
        <w:t>(1)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وقد ضيَّق عليه السندي وقيّده بثلاثين رطلاً من الحديد وكان يقفل الباب في </w:t>
      </w:r>
      <w:r w:rsidR="00143F79">
        <w:rPr>
          <w:rtl/>
        </w:rPr>
        <w:t xml:space="preserve"> </w:t>
      </w:r>
      <w:r>
        <w:rPr>
          <w:rtl/>
        </w:rPr>
        <w:t xml:space="preserve">وجهه ولا يدعه يخرج إلا للوضوء، وكان السندي من أشد الناس بغضاً لأبي </w:t>
      </w:r>
      <w:r w:rsidR="00143F79">
        <w:rPr>
          <w:rtl/>
        </w:rPr>
        <w:t xml:space="preserve"> </w:t>
      </w:r>
      <w:r>
        <w:rPr>
          <w:rtl/>
        </w:rPr>
        <w:t xml:space="preserve">طالب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8F239C" w:rsidRPr="00EA50EF" w:rsidRDefault="008F239C" w:rsidP="008F239C">
      <w:pPr>
        <w:pStyle w:val="Heading2"/>
        <w:rPr>
          <w:rtl/>
        </w:rPr>
      </w:pPr>
      <w:bookmarkStart w:id="82" w:name="_Toc57828386"/>
      <w:r w:rsidRPr="00EA50EF">
        <w:rPr>
          <w:rtl/>
        </w:rPr>
        <w:t xml:space="preserve">سم الامام </w:t>
      </w:r>
      <w:r w:rsidRPr="00423904">
        <w:rPr>
          <w:rStyle w:val="libAlaemChar"/>
          <w:rtl/>
        </w:rPr>
        <w:t>عليه‌السلام</w:t>
      </w:r>
      <w:bookmarkEnd w:id="8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ثم ان الرشيد عمد إلى رطب فوضع فيه سماً فاتكاً وأمر السندي أن يقدمه إلى </w:t>
      </w:r>
      <w:r w:rsidR="00143F79">
        <w:rPr>
          <w:rtl/>
        </w:rPr>
        <w:t xml:space="preserve"> </w:t>
      </w:r>
      <w:r>
        <w:rPr>
          <w:rtl/>
        </w:rPr>
        <w:t xml:space="preserve">الامام ويحتم عليه أن يتناول منه، وقيل ان الرشيد أوعز إلى السندي في ذلك فأخذ </w:t>
      </w:r>
      <w:r w:rsidR="00143F79">
        <w:rPr>
          <w:rtl/>
        </w:rPr>
        <w:t xml:space="preserve"> </w:t>
      </w:r>
      <w:r>
        <w:rPr>
          <w:rtl/>
        </w:rPr>
        <w:t xml:space="preserve">رطباً ووضع فيه السم وقدَّمه للامام فأكل منه عشر رطبات، فقال له السندي زد على </w:t>
      </w:r>
      <w:r w:rsidR="00143F79">
        <w:rPr>
          <w:rtl/>
        </w:rPr>
        <w:t xml:space="preserve"> </w:t>
      </w:r>
      <w:r>
        <w:rPr>
          <w:rtl/>
        </w:rPr>
        <w:t xml:space="preserve">ذلك، فرمقه الامام بطرفه وقال له حسبك قد بلغت ما تحتاج إليه. فسرى السم في </w:t>
      </w:r>
      <w:r w:rsidR="00143F79">
        <w:rPr>
          <w:rtl/>
        </w:rPr>
        <w:t xml:space="preserve"> </w:t>
      </w:r>
      <w:r>
        <w:rPr>
          <w:rtl/>
        </w:rPr>
        <w:t>جسد إمامنا رحم الله المنادي وا إماماه واسيّداه.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قضى نحبه وافجعتاه لوحده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غريباً بقعر السجن وهو مصفّدُ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الكاظم عگب ابوه امعذّبينه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مدّه بالسجون امغيبينَه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شنهو اللي عمل ويّاه هارون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خلّه الكاظم ابچم سجن مسجون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ابطوامير الذي متشوفه العيون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عليه تسئل الشيعة راح وينه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تالي صار عدهم خَبَر عَنّه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ابسجن هارون ريّسها المچنّه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گالوا عسى الباري ايعوده النه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من يرجع اله ننصب الزينه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ضلّوا يرتجون ايعود ليهم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لنه الطارش ايحشّم عليهم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ابجسر بغداد كاظمهم يجيهم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افرحوا گالوا عسى سالم يجينه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اطلعوا طلعه طبگ نسوه او رجاجيل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اولن هذه الجنازه اعلى الحماميل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ثلاث ارطال في رجله الزناجيل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الحديد اويه الجنازه شايلينه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EA50EF" w:rsidRDefault="008F239C" w:rsidP="0094659A">
      <w:pPr>
        <w:pStyle w:val="libLine"/>
        <w:rPr>
          <w:rtl/>
        </w:rPr>
      </w:pPr>
      <w:r w:rsidRPr="00EA50E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 487.</w:t>
      </w:r>
    </w:p>
    <w:p w:rsidR="008F239C" w:rsidRDefault="008F239C" w:rsidP="0094659A">
      <w:pPr>
        <w:pStyle w:val="libCenterBold2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ارتجت شيعته من علم الاگشر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گالوا هذا ريسنه بن جعفر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اسليمان انتهض بيها او عليه طر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ابن عمّه يگول الحاملينه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الطيّب المن صلبه طيبين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الجدّه المصطفى المختار ياسين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بن حيدر علي والد السبطين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اومه فا</w:t>
            </w:r>
            <w:r>
              <w:rPr>
                <w:rFonts w:hint="cs"/>
                <w:rtl/>
              </w:rPr>
              <w:t>طم</w:t>
            </w:r>
            <w:r>
              <w:rPr>
                <w:rtl/>
              </w:rPr>
              <w:t>ه الزهره الحزينه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الشيعة انتهضت ابذمّة اسليمان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شيّعت بالمعزّة عالي الشأن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 جدّه البگه اعلى الترب عريان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امجرّد بالحوافر ساحگينه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F21E13" w:rsidRDefault="008F239C" w:rsidP="00423904">
      <w:pPr>
        <w:pStyle w:val="libNormal"/>
        <w:rPr>
          <w:rtl/>
        </w:rPr>
      </w:pPr>
      <w:r w:rsidRPr="00F21E13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710F88" w:rsidRDefault="008F239C" w:rsidP="008F239C">
      <w:pPr>
        <w:pStyle w:val="Heading1"/>
        <w:rPr>
          <w:rtl/>
        </w:rPr>
      </w:pPr>
      <w:bookmarkStart w:id="83" w:name="_Toc57828387"/>
      <w:r w:rsidRPr="00710F88">
        <w:rPr>
          <w:rtl/>
        </w:rPr>
        <w:t>المجلس الثاني عشر</w:t>
      </w:r>
      <w:bookmarkEnd w:id="83"/>
    </w:p>
    <w:p w:rsidR="008F239C" w:rsidRPr="00710F88" w:rsidRDefault="008F239C" w:rsidP="008F239C">
      <w:pPr>
        <w:pStyle w:val="Heading2"/>
        <w:rPr>
          <w:rtl/>
        </w:rPr>
      </w:pPr>
      <w:bookmarkStart w:id="84" w:name="_Toc57828388"/>
      <w:r w:rsidRPr="00710F88">
        <w:rPr>
          <w:rtl/>
        </w:rPr>
        <w:t>الموضوع</w:t>
      </w:r>
      <w:r>
        <w:rPr>
          <w:rFonts w:hint="cs"/>
          <w:rtl/>
        </w:rPr>
        <w:t xml:space="preserve"> </w:t>
      </w:r>
      <w:r w:rsidRPr="00710F88">
        <w:rPr>
          <w:rtl/>
        </w:rPr>
        <w:t>: مراسيم الغسل والتكفين والتشييع</w:t>
      </w:r>
      <w:bookmarkEnd w:id="8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مُصابٌ له طاشت عقولُ ذوي الحجا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إذا ما تعفّى كلُّ رزءٍ تجددا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فَعَنْ رشدِهِ تاهَ الرشيدُ غوايةً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وفارقَ نهجَ الحقِّ بغياً وأبعدا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سعى بابن خيرِ الر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وس يا خابَ سعيُهُ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فغادرَهُ رهنَ الحبوس مقيّدا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ودسَّ لهُ سمّاً فأورى فؤاده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وكُلَّ فؤادٍ منهُ حزناً توقّدا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وهاكَ استمعْ ما يُعقبُ القلبَ لوعةً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ويُنضحهُ دماً على الخدِّ خدّدا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غداةَ المنادي اعلنَ الشتمَ شامتاً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النعشِ ياللناس ما أفضَعَ النِّدا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أيحملُ موسى والحديدُ برجله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كَما حُمِلَ السّجادُ عانٍ مقيّداً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710F88" w:rsidRDefault="008F239C" w:rsidP="0094659A">
      <w:pPr>
        <w:pStyle w:val="libCenterBold2"/>
        <w:rPr>
          <w:rtl/>
        </w:rPr>
      </w:pPr>
      <w:r w:rsidRPr="00710F88">
        <w:t>*</w:t>
      </w:r>
      <w:r w:rsidRPr="00710F88">
        <w:rPr>
          <w:rtl/>
        </w:rPr>
        <w:t xml:space="preserve"> </w:t>
      </w:r>
      <w:r w:rsidRPr="00710F88">
        <w:rPr>
          <w:rFonts w:hint="cs"/>
          <w:rtl/>
        </w:rPr>
        <w:tab/>
        <w:t xml:space="preserve"> </w:t>
      </w:r>
      <w:r w:rsidRPr="00710F88">
        <w:t>*</w:t>
      </w:r>
      <w:r w:rsidRPr="00710F88">
        <w:rPr>
          <w:rFonts w:hint="cs"/>
          <w:rtl/>
        </w:rPr>
        <w:t xml:space="preserve"> </w:t>
      </w:r>
      <w:r w:rsidRPr="00710F88">
        <w:rPr>
          <w:rFonts w:hint="cs"/>
          <w:rtl/>
        </w:rPr>
        <w:tab/>
      </w:r>
      <w:r w:rsidRPr="00710F88">
        <w:rPr>
          <w:rtl/>
        </w:rPr>
        <w:t xml:space="preserve"> </w:t>
      </w:r>
      <w:r w:rsidRPr="00710F88"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بالحبس گضه العمر لمّن گضه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طاح ركن الدين واسودّ الفضا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يوم نادوا هذا امام الرافضه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العجب كل العجب منع العذاب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گلب ذوب او تفطّر وانفطر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واجذب الحسره لعد يوم الحشر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اعله الذي بالحبس مات او عالجـ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سر اجنازته ظلّت على وجه التراب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عالج اولاج اوگضه نحبه غريب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اولا حضر موته گرابه او لا صحيب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ويل گلبي يوم جس نبضه الطبيب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 مسموم انحرم ماي الشراب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بأبي ثاوياً ببغداد قاسى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كرباتٍ حتى قضى محبوسا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B3716A" w:rsidRDefault="008F239C" w:rsidP="00423904">
      <w:pPr>
        <w:pStyle w:val="libNormal"/>
        <w:rPr>
          <w:rtl/>
        </w:rPr>
      </w:pPr>
      <w:r w:rsidRPr="00B3716A">
        <w:rPr>
          <w:rtl/>
        </w:rPr>
        <w:br w:type="page"/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lastRenderedPageBreak/>
        <w:t xml:space="preserve">لقد مات أبرّ الناس بالناس، وأعطفهم على الضعفاء والفقراء الذي أثلج قلوبهم </w:t>
      </w:r>
      <w:r w:rsidR="00143F79">
        <w:rPr>
          <w:rtl/>
        </w:rPr>
        <w:t xml:space="preserve"> </w:t>
      </w:r>
      <w:r>
        <w:rPr>
          <w:rtl/>
        </w:rPr>
        <w:t xml:space="preserve">بصراره وهباته وعطاياه، وكشف عنهم مرارة العيش لقد مات أحلم الناس، </w:t>
      </w:r>
      <w:r w:rsidR="00143F79">
        <w:rPr>
          <w:rtl/>
        </w:rPr>
        <w:t xml:space="preserve"> </w:t>
      </w:r>
      <w:r>
        <w:rPr>
          <w:rtl/>
        </w:rPr>
        <w:t xml:space="preserve">وأكظمهم للغيظ والمكروه... ففي ذمة الله أيُّها الامام العظيم، لقد مضيت إلى الله </w:t>
      </w:r>
      <w:r w:rsidR="00143F79">
        <w:rPr>
          <w:rtl/>
        </w:rPr>
        <w:t xml:space="preserve"> </w:t>
      </w:r>
      <w:r>
        <w:rPr>
          <w:rtl/>
        </w:rPr>
        <w:t xml:space="preserve">شهيداً سعيداً، فسلامٌ عليك يابن رسول الله يوم ولدت ويوم مت واستشهدت، ويوم </w:t>
      </w:r>
      <w:r w:rsidR="00143F79">
        <w:rPr>
          <w:rtl/>
        </w:rPr>
        <w:t xml:space="preserve"> </w:t>
      </w:r>
      <w:r>
        <w:rPr>
          <w:rtl/>
        </w:rPr>
        <w:t>تبعث حيا.</w:t>
      </w:r>
    </w:p>
    <w:p w:rsidR="008F239C" w:rsidRPr="00710F88" w:rsidRDefault="008F239C" w:rsidP="008F239C">
      <w:pPr>
        <w:pStyle w:val="Heading2"/>
        <w:rPr>
          <w:rtl/>
        </w:rPr>
      </w:pPr>
      <w:bookmarkStart w:id="85" w:name="_Toc57828389"/>
      <w:r w:rsidRPr="00710F88">
        <w:rPr>
          <w:rtl/>
        </w:rPr>
        <w:t xml:space="preserve">تحقيق الشرطة في موت الامام </w:t>
      </w:r>
      <w:r w:rsidRPr="00423904">
        <w:rPr>
          <w:rStyle w:val="libAlaemChar"/>
          <w:rtl/>
        </w:rPr>
        <w:t>عليه‌السلام</w:t>
      </w:r>
      <w:bookmarkEnd w:id="85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قامت الشرطة بدورها في التحقيق في هذا الحادث الذي تعرض له الامام لتبرأ </w:t>
      </w:r>
      <w:r w:rsidR="00143F79">
        <w:rPr>
          <w:rtl/>
        </w:rPr>
        <w:t xml:space="preserve"> </w:t>
      </w:r>
      <w:r>
        <w:rPr>
          <w:rtl/>
        </w:rPr>
        <w:t xml:space="preserve">ساحة هارون من المسؤولية، أما التحقيق فقد قام به السندي أولاً والرشيد ثانياً، أما </w:t>
      </w:r>
      <w:r w:rsidR="00143F79">
        <w:rPr>
          <w:rtl/>
        </w:rPr>
        <w:t xml:space="preserve"> </w:t>
      </w:r>
      <w:r>
        <w:rPr>
          <w:rtl/>
        </w:rPr>
        <w:t>ما قام به السندي فكان في مواضع ثلاثة: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الأول: ما حدث به عمرو بن واقد، قال أرسل إلى السندي ابن شاهك في بعض </w:t>
      </w:r>
      <w:r w:rsidR="00143F79">
        <w:rPr>
          <w:rtl/>
        </w:rPr>
        <w:t xml:space="preserve"> </w:t>
      </w:r>
      <w:r>
        <w:rPr>
          <w:rtl/>
        </w:rPr>
        <w:t xml:space="preserve">الليل وأنا ببغداد سيحضرني، فخشيت أن يكون لسوءٍ يريدهُ بي، فأوصيت عيالي بما </w:t>
      </w:r>
      <w:r w:rsidR="00143F79">
        <w:rPr>
          <w:rtl/>
        </w:rPr>
        <w:t xml:space="preserve"> </w:t>
      </w:r>
      <w:r>
        <w:rPr>
          <w:rtl/>
        </w:rPr>
        <w:t>احتجت إليه وقلت إنّا لله وإنّا إليه راجعون، ثم ركبت إليه، فلما رآني مقبلاً قال لي: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يا أبا حفص، لعلنا أرعبناك وأزعجناك؟ فقال: نعم.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فقال: ليس هنا إلّا الخير.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فرسول تبعثه إلى منزلي ليخبرهم خيري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فقال: نعم.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ولما هدأ روعه وذهب عنه الخوف، قال له السندي: يا أبا حفص أتدري لم </w:t>
      </w:r>
      <w:r w:rsidR="00143F79">
        <w:rPr>
          <w:rtl/>
        </w:rPr>
        <w:t xml:space="preserve"> </w:t>
      </w:r>
      <w:r>
        <w:rPr>
          <w:rtl/>
        </w:rPr>
        <w:t>أرسلت إليك؟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فقال: لا.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فقال: أتعرف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فقال: اي والله إني أعرفه وبيني وبينه صداقة منذ دهر.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فقال: هل ببغداد ممن يقبل قوله تعرفه أنه يعرفه؟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فقال: نعم، ثم أنه سمى له أشخاصاً ممن يعرفون الامام، فبعث خلفهم، فقال لهم </w:t>
      </w:r>
      <w:r w:rsidR="00143F79">
        <w:rPr>
          <w:rtl/>
        </w:rPr>
        <w:t xml:space="preserve"> </w:t>
      </w:r>
      <w:r>
        <w:rPr>
          <w:rtl/>
        </w:rPr>
        <w:t xml:space="preserve">هل تعرفون قوماً يعرفون موسى بن جعفر؟ فسموا له قوماً فأحضرهم وقد استوعب </w:t>
      </w:r>
      <w:r w:rsidR="00143F79">
        <w:rPr>
          <w:rtl/>
        </w:rPr>
        <w:t xml:space="preserve"> </w:t>
      </w:r>
      <w:r>
        <w:rPr>
          <w:rtl/>
        </w:rPr>
        <w:t xml:space="preserve">الليل بفعله حتى انبلج نور الصبح، ولما كمل عنده الشهود نيف وخمسون رجلا </w:t>
      </w:r>
      <w:r w:rsidR="00143F79">
        <w:rPr>
          <w:rtl/>
        </w:rPr>
        <w:t xml:space="preserve"> </w:t>
      </w:r>
      <w:r>
        <w:rPr>
          <w:rtl/>
        </w:rPr>
        <w:t>أمر باحضار كاتبه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ويعرف اليوم بكاتب الضبط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فأخذ بتسجيل أسماءهم </w:t>
      </w:r>
      <w:r w:rsidR="00143F79">
        <w:rPr>
          <w:rtl/>
        </w:rPr>
        <w:t xml:space="preserve"> </w:t>
      </w:r>
      <w:r>
        <w:rPr>
          <w:rtl/>
        </w:rPr>
        <w:t xml:space="preserve">ومنازلهم وأعمالهم وصفاتهم وبعد انتهائه من الضبط دخل على السندي فعرفه </w:t>
      </w:r>
      <w:r w:rsidR="00143F79">
        <w:rPr>
          <w:rtl/>
        </w:rPr>
        <w:t xml:space="preserve"> </w:t>
      </w:r>
      <w:r>
        <w:rPr>
          <w:rtl/>
        </w:rPr>
        <w:t xml:space="preserve">بذلك، فخرج من محله والتفت إلى عمر: «قم يا أبا حفص: فاكشف الثوب عن </w:t>
      </w:r>
      <w:r w:rsidR="00143F79">
        <w:rPr>
          <w:rtl/>
        </w:rPr>
        <w:t xml:space="preserve"> </w:t>
      </w:r>
      <w:r>
        <w:rPr>
          <w:rtl/>
        </w:rPr>
        <w:t>وجه موسى بن جعفر».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عمرو: فكشفت الثوب عن وجه الامام وإذا به قد مات والتفت السندي إلى </w:t>
      </w:r>
      <w:r w:rsidR="00143F79">
        <w:rPr>
          <w:rtl/>
        </w:rPr>
        <w:t xml:space="preserve"> </w:t>
      </w:r>
      <w:r>
        <w:rPr>
          <w:rtl/>
        </w:rPr>
        <w:t xml:space="preserve">الجماعة فقال لهم: انظروا إليه، فدنا واحد بعد واحد فنظروا إليه ثم قال لهم: </w:t>
      </w:r>
      <w:r w:rsidR="00143F79">
        <w:rPr>
          <w:rtl/>
        </w:rPr>
        <w:t xml:space="preserve"> </w:t>
      </w:r>
      <w:r>
        <w:rPr>
          <w:rtl/>
        </w:rPr>
        <w:t>«تشهدون كلكم أن هذا موسى بن جعفر؟».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نعم.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ثم أمر غلامه بتجريد الامام من ملابسه، ففعل الغلام ذلك ثم التفتَ إلى القوم </w:t>
      </w:r>
      <w:r w:rsidR="00143F79">
        <w:rPr>
          <w:rtl/>
        </w:rPr>
        <w:t xml:space="preserve"> </w:t>
      </w:r>
      <w:r>
        <w:rPr>
          <w:rtl/>
        </w:rPr>
        <w:t>فقال لهم: «أترونَ به أثراً تنكرونه؟».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فقالوا: لا، ثم سجل شهادتهم وانصرفوا</w:t>
      </w:r>
      <w:r w:rsidRPr="000800D8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الموضع الثاني: انه استدعى الفقهاء ووجوه أهل بغداد وفيهم الهيثم </w:t>
      </w:r>
      <w:r w:rsidR="00143F79">
        <w:rPr>
          <w:rtl/>
        </w:rPr>
        <w:t xml:space="preserve"> </w:t>
      </w:r>
      <w:r>
        <w:rPr>
          <w:rtl/>
        </w:rPr>
        <w:t xml:space="preserve">بن عدي وغيره فنظروا إلى الامام وهو ميت لا أثر به وشهدوا على </w:t>
      </w:r>
      <w:r w:rsidR="00143F79">
        <w:rPr>
          <w:rtl/>
        </w:rPr>
        <w:t xml:space="preserve"> </w:t>
      </w:r>
      <w:r>
        <w:rPr>
          <w:rtl/>
        </w:rPr>
        <w:t>ذلك</w:t>
      </w:r>
      <w:r w:rsidRPr="000800D8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الموضع الثالث: انه لما وضع الجثمان المقدَّس على حافة القبر جاء </w:t>
      </w:r>
      <w:r w:rsidR="00143F79">
        <w:rPr>
          <w:rtl/>
        </w:rPr>
        <w:t xml:space="preserve"> </w:t>
      </w:r>
      <w:r>
        <w:rPr>
          <w:rtl/>
        </w:rPr>
        <w:t xml:space="preserve">رسول من قبل السندي فأمر بكشف وجه الامام للناس ليروه أنه </w:t>
      </w:r>
      <w:r w:rsidR="00143F79">
        <w:rPr>
          <w:rtl/>
        </w:rPr>
        <w:t xml:space="preserve"> </w:t>
      </w:r>
      <w:r>
        <w:rPr>
          <w:rtl/>
        </w:rPr>
        <w:t>صحيح لم يحدث به حدث</w:t>
      </w:r>
      <w:r w:rsidRPr="000800D8">
        <w:rPr>
          <w:rtl/>
        </w:rPr>
        <w:t>(3)</w:t>
      </w:r>
      <w:r>
        <w:rPr>
          <w:rtl/>
        </w:rPr>
        <w:t>.</w:t>
      </w:r>
    </w:p>
    <w:p w:rsidR="008F239C" w:rsidRPr="000105FF" w:rsidRDefault="008F239C" w:rsidP="0094659A">
      <w:pPr>
        <w:pStyle w:val="libLine"/>
        <w:rPr>
          <w:rtl/>
        </w:rPr>
      </w:pPr>
      <w:r w:rsidRPr="000105F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بحار الأنوار.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519 ـ 520.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نفس المصدر السابق.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هذه الاجراءات المهمة التي اتخذها السندي بن شاهك انما جاءت لتبرير ساحة </w:t>
      </w:r>
      <w:r w:rsidR="00143F79">
        <w:rPr>
          <w:rtl/>
        </w:rPr>
        <w:t xml:space="preserve"> </w:t>
      </w:r>
      <w:r>
        <w:rPr>
          <w:rtl/>
        </w:rPr>
        <w:t xml:space="preserve">الحكومة من المسؤلية، وتنزيهها عن ارتكاب الجريمة، ولكنَّ الامام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قد أفسد عليه صنعه وكشف للناس ان هارون هو الذي اغتاله بالسم.</w:t>
      </w:r>
    </w:p>
    <w:p w:rsidR="008F239C" w:rsidRPr="000105FF" w:rsidRDefault="008F239C" w:rsidP="008F239C">
      <w:pPr>
        <w:pStyle w:val="Heading2"/>
        <w:rPr>
          <w:rtl/>
        </w:rPr>
      </w:pPr>
      <w:bookmarkStart w:id="86" w:name="_Toc57828390"/>
      <w:r w:rsidRPr="000105FF">
        <w:rPr>
          <w:rtl/>
        </w:rPr>
        <w:t>الأمور التي قام بها هارون لرفع الشبهة</w:t>
      </w:r>
      <w:bookmarkEnd w:id="8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أولاً: إنّه جمع شيوخ الطالبيين والعباسيين، وسائر أهل مملكته، والحكام فقال </w:t>
      </w:r>
      <w:r w:rsidR="00143F79">
        <w:rPr>
          <w:rtl/>
        </w:rPr>
        <w:t xml:space="preserve"> </w:t>
      </w:r>
      <w:r>
        <w:rPr>
          <w:rtl/>
        </w:rPr>
        <w:t xml:space="preserve">لهم: «هذا موسى بن جعفر قد مات حتف أنفه، وما كان بيني وبينه ما استغفر الله منه </w:t>
      </w:r>
      <w:r w:rsidR="00143F79">
        <w:rPr>
          <w:rtl/>
        </w:rPr>
        <w:t xml:space="preserve"> </w:t>
      </w:r>
      <w:r>
        <w:rPr>
          <w:rtl/>
        </w:rPr>
        <w:t>ـ يعني في قتله ـ فانظروا إليه».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فدخل على الامام سبعون رجلاً من شيعته، فنظروا إليه وليس به أثر جراحة ولا </w:t>
      </w:r>
      <w:r w:rsidR="00143F79">
        <w:rPr>
          <w:rtl/>
        </w:rPr>
        <w:t xml:space="preserve"> </w:t>
      </w:r>
      <w:r>
        <w:rPr>
          <w:rtl/>
        </w:rPr>
        <w:t>خنق</w:t>
      </w:r>
      <w:r w:rsidRPr="00DD01FE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 يُجدِ ذلك هارون فانَّ الحق لابدَّ أن يظهر، وقد عرف الخاص والعام ان </w:t>
      </w:r>
      <w:r w:rsidR="00143F79">
        <w:rPr>
          <w:rtl/>
        </w:rPr>
        <w:t xml:space="preserve"> </w:t>
      </w:r>
      <w:r>
        <w:rPr>
          <w:rtl/>
        </w:rPr>
        <w:t>هارون هو الذي اغتال الامام وهو المسؤول عن دمه.</w:t>
      </w:r>
    </w:p>
    <w:p w:rsidR="008F239C" w:rsidRPr="000105FF" w:rsidRDefault="008F239C" w:rsidP="008F239C">
      <w:pPr>
        <w:pStyle w:val="Heading2"/>
        <w:rPr>
          <w:rtl/>
        </w:rPr>
      </w:pPr>
      <w:bookmarkStart w:id="87" w:name="_Toc57828391"/>
      <w:r w:rsidRPr="000105FF">
        <w:rPr>
          <w:rtl/>
        </w:rPr>
        <w:t>وضعه على الجسر</w:t>
      </w:r>
      <w:bookmarkEnd w:id="8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بالله يا يا للمسلمين، مثل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، إمام المسلمين وسيد المتقين </w:t>
      </w:r>
      <w:r w:rsidR="00143F79">
        <w:rPr>
          <w:rtl/>
        </w:rPr>
        <w:t xml:space="preserve"> </w:t>
      </w:r>
      <w:r>
        <w:rPr>
          <w:rtl/>
        </w:rPr>
        <w:t xml:space="preserve">والعابدين وعملاق الفكر الاسلامي يلقى على جسر الرصافة وهو ميت ينظر اليه </w:t>
      </w:r>
      <w:r w:rsidR="00143F79">
        <w:rPr>
          <w:rtl/>
        </w:rPr>
        <w:t xml:space="preserve"> </w:t>
      </w:r>
      <w:r>
        <w:rPr>
          <w:rtl/>
        </w:rPr>
        <w:t xml:space="preserve">القريب والبعيد وتتفرج عليه المارة، قد أحاطت بجثمانه المقدس الشرطة، وكشفت </w:t>
      </w:r>
      <w:r w:rsidR="00143F79">
        <w:rPr>
          <w:rtl/>
        </w:rPr>
        <w:t xml:space="preserve"> </w:t>
      </w:r>
      <w:r>
        <w:rPr>
          <w:rtl/>
        </w:rPr>
        <w:t>وجهه للناس قاصدين بذلك انتهاك حرمته.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لقد حاول الرشيد يفعله هذا إذلال الشيعة واهانتهم، وقد أثر ذلك في نفوسهم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>فظلوا يذكرونه في جميع مراحل تأريخهم مقروناً باللوعة والحزن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يقول المرحوم </w:t>
      </w:r>
      <w:r w:rsidR="00143F79">
        <w:rPr>
          <w:rtl/>
        </w:rPr>
        <w:t xml:space="preserve"> </w:t>
      </w:r>
      <w:r>
        <w:rPr>
          <w:rtl/>
        </w:rPr>
        <w:t>الشيخ محمد ملة: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مبلغ الاسلام أن زعيمه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مات في سجن الرشيد سميما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ملقى على جسر الرصافة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فيه الملائك أحدقوا تعظيما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0105FF" w:rsidRDefault="008F239C" w:rsidP="0094659A">
      <w:pPr>
        <w:pStyle w:val="libLine"/>
        <w:rPr>
          <w:rtl/>
        </w:rPr>
      </w:pPr>
      <w:r w:rsidRPr="000105F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بحار الأنوار.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ويقول الخطيب الفذ المرحوم الشيخ محمد علي اليعقوبي: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مثل موسى يرمى على الجسر ميتاً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لم يشيعه للقبور موحد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حملوه وللحديد برجليه هز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يج له الأهاضب تنهد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0105FF" w:rsidRDefault="008F239C" w:rsidP="008F239C">
      <w:pPr>
        <w:pStyle w:val="Heading2"/>
        <w:rPr>
          <w:rtl/>
        </w:rPr>
      </w:pPr>
      <w:bookmarkStart w:id="88" w:name="_Toc57828392"/>
      <w:r w:rsidRPr="000105FF">
        <w:rPr>
          <w:rtl/>
        </w:rPr>
        <w:t>النداء الفظيع</w:t>
      </w:r>
      <w:bookmarkEnd w:id="8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يالروعة الخطب، يالهول المصاب، فقد أمر السندي جلاوزته أن ينادوا </w:t>
      </w:r>
      <w:r w:rsidR="00143F79">
        <w:rPr>
          <w:rtl/>
        </w:rPr>
        <w:t xml:space="preserve"> </w:t>
      </w:r>
      <w:r>
        <w:rPr>
          <w:rtl/>
        </w:rPr>
        <w:t xml:space="preserve">على جثمان الإمام بذل النداء المؤلم الذي تذهب النفوس لهوله أسىً وحسرات، </w:t>
      </w:r>
      <w:r w:rsidR="00143F79">
        <w:rPr>
          <w:rtl/>
        </w:rPr>
        <w:t xml:space="preserve"> </w:t>
      </w:r>
      <w:r>
        <w:rPr>
          <w:rtl/>
        </w:rPr>
        <w:t xml:space="preserve">فبدل أن يأمرهم بالحضور لجنازة الطيب ابن الطيب أمرهم أن ينادوا وابعكس </w:t>
      </w:r>
      <w:r w:rsidR="00143F79">
        <w:rPr>
          <w:rtl/>
        </w:rPr>
        <w:t xml:space="preserve"> </w:t>
      </w:r>
      <w:r>
        <w:rPr>
          <w:rtl/>
        </w:rPr>
        <w:t>ذلك</w:t>
      </w:r>
      <w:r w:rsidRPr="000800D8">
        <w:rPr>
          <w:rtl/>
        </w:rPr>
        <w:t>(1)</w:t>
      </w:r>
      <w:r>
        <w:rPr>
          <w:rtl/>
        </w:rPr>
        <w:t>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وضعوا على جسر الرصافة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وعليه نادى بالهوان مُنادِ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والاعظم والأشد من مات شالوه أربع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وعلى الجسر مرو بيه او نعشه امن الحديد ايميل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امام الرافضة اينادون والوادم دمعها ايسيل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ويروط الجسر منها او كل الناس ملتمه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حكيم الروم من شافه تغيّر ونخطف لونه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فرك چفه وعرف سمّه أو سالت دمعة اعيونه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عشر انچان اله ايگلهم هلمّيت يحضرونه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تشهر للسمر والبيض كلها او تطلب أبدمه أو تشهر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D06303" w:rsidRDefault="008F239C" w:rsidP="0094659A">
      <w:pPr>
        <w:pStyle w:val="libLine"/>
        <w:rPr>
          <w:rtl/>
        </w:rPr>
      </w:pPr>
      <w:r w:rsidRPr="00D06303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522.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ماجت كل أرض بغداد من گوّض شديد الباس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وبچتله استقر هارون وستافت بني العباس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يدري اشجره اسليمان بس يسمع ضجيج الناس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گالوله او شهر سيفه او صال او طشر اللّمه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خله اعليه المنادي ينادي والدمع ساجم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الطيّب الماصوف وبن الطيب الكاظم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خلّه الوادم اتشيله او شالت نعشه الوادم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والشيعه اطلعت تبچي او كلها ابنحره اتشمّه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گام أو غسّله اسليمان بيده او يسچب العبرة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خلف اجنازته اتحفه او شگ زيچه او حفر گبره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من هال التراب اعليه حن گلبه وجذب حسره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سوه الماتم ابداره او هل دمعه اعلى بن عمه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عاده او جرت عند الناس حين اللي يموت إنسان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كل إخوته ايشيلونه او لا يبگه على التربان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هم ميت ثلث تيام شفتوا يضل بلايه اچفان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750" w:type="pct"/>
            <w:gridSpan w:val="2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 ابلا چفن مطروح بالطف ضل ابو اليمّه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تهابه الوحش أن تدنو لمصرعه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وقد أقامَ ثلاثاً غير مقبور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t>*</w:t>
      </w:r>
    </w:p>
    <w:p w:rsidR="008F239C" w:rsidRPr="00B3716A" w:rsidRDefault="008F239C" w:rsidP="00423904">
      <w:pPr>
        <w:pStyle w:val="libNormal"/>
        <w:rPr>
          <w:rtl/>
        </w:rPr>
      </w:pPr>
      <w:r w:rsidRPr="00B3716A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6F4D59" w:rsidRDefault="008F239C" w:rsidP="008F239C">
      <w:pPr>
        <w:pStyle w:val="Heading1"/>
        <w:rPr>
          <w:rtl/>
        </w:rPr>
      </w:pPr>
      <w:bookmarkStart w:id="89" w:name="_Toc57828393"/>
      <w:r w:rsidRPr="006F4D59">
        <w:rPr>
          <w:rtl/>
        </w:rPr>
        <w:t>المجلس الثالث عشر</w:t>
      </w:r>
      <w:bookmarkEnd w:id="89"/>
    </w:p>
    <w:p w:rsidR="008F239C" w:rsidRPr="006F4D59" w:rsidRDefault="008F239C" w:rsidP="008F239C">
      <w:pPr>
        <w:pStyle w:val="Heading2"/>
        <w:rPr>
          <w:rtl/>
        </w:rPr>
      </w:pPr>
      <w:bookmarkStart w:id="90" w:name="_Toc57828394"/>
      <w:r w:rsidRPr="006F4D59">
        <w:rPr>
          <w:rtl/>
        </w:rPr>
        <w:t>الموضوع</w:t>
      </w:r>
      <w:r w:rsidRPr="006F4D59">
        <w:rPr>
          <w:rFonts w:hint="cs"/>
          <w:rtl/>
        </w:rPr>
        <w:t xml:space="preserve"> </w:t>
      </w:r>
      <w:r w:rsidRPr="006F4D59">
        <w:rPr>
          <w:rtl/>
        </w:rPr>
        <w:t xml:space="preserve">: أبناء الإمام موسى بن جعفر </w:t>
      </w:r>
      <w:r w:rsidRPr="00423904">
        <w:rPr>
          <w:rStyle w:val="libAlaemChar"/>
          <w:rtl/>
        </w:rPr>
        <w:t>عليه‌السلام</w:t>
      </w:r>
      <w:bookmarkEnd w:id="9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للسيد محسن الأمين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المجالس السنة مجلد 2 ص 552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خلها تطوي الفلاطياً يداها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 تعفها فلقد طاب سراها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قصدها الزوراء تنحو تربة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طاب من مثوى الجوادين شذاها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بأريج المسك يزري نشرها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وعلى شهب السما يسمو حصاها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فاذا لاحت لعينيك فقف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واخلع النعلين في وادي طواها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تر أنواراً لموسى لمعت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نار موسى قبسات من سناها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واذا كف الجواد انبجست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لك كان الغيث في فيض نداها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تفخر الزوراء في موسى على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طور سيناء وتسمو في علاها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قف بها وقفة عبد وأطل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وقفة العيس بها والثم ثراها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واذر دمع العين في ساحاتها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فلمن تدخر العين بكاها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وابك فيها كاظم الغيظ الذي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مات مسموماً بأيدي أشقياها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الكاظم ينوح ويبجي الدين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وگع بالحبس وحده وماله امعين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بس ما طاح سدّوا بابه اعليه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ظل وحده ولا واحد گرب 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تگبّل مدد أيده وعدل رجليه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گضت روحه يويلي او فرگ البين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6F4D59" w:rsidRDefault="008F239C" w:rsidP="00423904">
      <w:pPr>
        <w:pStyle w:val="libNormal"/>
        <w:rPr>
          <w:rtl/>
        </w:rPr>
      </w:pPr>
      <w:r w:rsidRPr="006F4D59">
        <w:rPr>
          <w:rtl/>
        </w:rPr>
        <w:br w:type="page"/>
      </w:r>
    </w:p>
    <w:p w:rsidR="008F239C" w:rsidRDefault="008F239C" w:rsidP="0094659A">
      <w:pPr>
        <w:pStyle w:val="libCenterBold2"/>
        <w:rPr>
          <w:rtl/>
        </w:rPr>
      </w:pPr>
      <w:r>
        <w:lastRenderedPageBreak/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نهض نهضة فرح من تالي الليل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بعد باب الحوائج عازم ايشيل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 اجنازته اعله اربع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فوگ الجسر تتفرّج الصوبين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 السمّ يقضي حيثُ لا مِن راحمٍ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مُشفقٍ او مَنْ به يتلطّفُ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فبكى له الرّوحُ الأمينُ كما غدى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محرابه يَبكي ويبكي المُصحَفُ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أنجب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الذرية الطاهرة والنسل الطيّب فكانوا من خيرة أبناء </w:t>
      </w:r>
      <w:r w:rsidR="00143F79">
        <w:rPr>
          <w:rtl/>
        </w:rPr>
        <w:t xml:space="preserve"> </w:t>
      </w:r>
      <w:r>
        <w:rPr>
          <w:rtl/>
        </w:rPr>
        <w:t>المسلمين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في ذلك العصر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تقوى وصلاحاً وهدياً وورعاً وابتعاداً من مآثم الحياة </w:t>
      </w:r>
      <w:r w:rsidR="00143F79">
        <w:rPr>
          <w:rtl/>
        </w:rPr>
        <w:t xml:space="preserve"> </w:t>
      </w:r>
      <w:r>
        <w:rPr>
          <w:rtl/>
        </w:rPr>
        <w:t xml:space="preserve">وأباطيلها، وقد نشأ الكثيرون منهم نشأة دينية كاملة لأن الإمام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قد وجههم </w:t>
      </w:r>
      <w:r w:rsidR="00143F79">
        <w:rPr>
          <w:rtl/>
        </w:rPr>
        <w:t xml:space="preserve"> </w:t>
      </w:r>
      <w:r>
        <w:rPr>
          <w:rtl/>
        </w:rPr>
        <w:t xml:space="preserve">الوجهة الصالحة، فسكبَ في نفوسهم المثل العليا والايمان بالله والتفاني في سبيل </w:t>
      </w:r>
      <w:r w:rsidR="00143F79">
        <w:rPr>
          <w:rtl/>
        </w:rPr>
        <w:t xml:space="preserve"> </w:t>
      </w:r>
      <w:r>
        <w:rPr>
          <w:rtl/>
        </w:rPr>
        <w:t xml:space="preserve">العقيدة قال ابن الصباغ في حقّهم: «ان لكل واحد من أولاد أبي الحسن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>فضلاً مشهوداً»</w:t>
      </w:r>
      <w:r w:rsidRPr="000800D8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وقال الشيخ الطبرسي: «إن لكل واحد من أولاد أبي الحسن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فضلاً </w:t>
      </w:r>
      <w:r w:rsidR="00143F79">
        <w:rPr>
          <w:rtl/>
        </w:rPr>
        <w:t xml:space="preserve"> </w:t>
      </w:r>
      <w:r>
        <w:rPr>
          <w:rtl/>
        </w:rPr>
        <w:t>ومنقبةً مشهودة»</w:t>
      </w:r>
      <w:r w:rsidRPr="000800D8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لقد ورثوا الفضل والشرف والمجد عن آبائهم فكانوا في سلوكهم وهديهم </w:t>
      </w:r>
      <w:r w:rsidR="00143F79">
        <w:rPr>
          <w:rtl/>
        </w:rPr>
        <w:t xml:space="preserve"> </w:t>
      </w:r>
      <w:r>
        <w:rPr>
          <w:rtl/>
        </w:rPr>
        <w:t>أمثلة رائعة للفضيلة والكمال</w:t>
      </w:r>
      <w:r w:rsidRPr="000800D8">
        <w:rPr>
          <w:rtl/>
        </w:rPr>
        <w:t>(3)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ورواة الأثر قد اختلفوا في عددهم اختلافاً كثيراً وفيما يلي ذلك: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الأول: انهم ثلاثة وثلاثون الذكور منهم 16 والاناث 17.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الثاني: سبعة وثلاثون الذكور 18 والاناث 19.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الثالث: ثمانية وثلاثون الذكور 20 والاناث 18.</w:t>
      </w:r>
    </w:p>
    <w:p w:rsidR="008F239C" w:rsidRPr="00EC4586" w:rsidRDefault="008F239C" w:rsidP="0094659A">
      <w:pPr>
        <w:pStyle w:val="libLine"/>
        <w:rPr>
          <w:rtl/>
        </w:rPr>
      </w:pPr>
      <w:r w:rsidRPr="00EC4586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الفصول المهمة: ص 256 ط.ايران.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أعلام الورى.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377.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الرابع: أربعون الذكور منهم 18 والاناث 22.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الخامس: ستون الذكور 23 والاناث 37.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وسوف نذكر عرضاً موجزاً لقسمٍ منهم.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1 ـ الامام علي بن موسى الرضا </w:t>
      </w:r>
      <w:r w:rsidRPr="00423904">
        <w:rPr>
          <w:rStyle w:val="libAlaemChar"/>
          <w:rtl/>
        </w:rPr>
        <w:t>عليه‌السلام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هو الإمام الثامن من أئمة أهل البيت الذين أذهب الله عنهم الرجس وطهرهم </w:t>
      </w:r>
      <w:r w:rsidR="00143F79">
        <w:rPr>
          <w:rtl/>
        </w:rPr>
        <w:t xml:space="preserve"> </w:t>
      </w:r>
      <w:r>
        <w:rPr>
          <w:rtl/>
        </w:rPr>
        <w:t xml:space="preserve">تطهيرا. ولد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يثرب سنة 148 هـ واستشهد على يد المأمون العباسي في طوس </w:t>
      </w:r>
      <w:r w:rsidR="00143F79">
        <w:rPr>
          <w:rtl/>
        </w:rPr>
        <w:t xml:space="preserve"> </w:t>
      </w:r>
      <w:r>
        <w:rPr>
          <w:rtl/>
        </w:rPr>
        <w:t xml:space="preserve">عام 203 هـ وقد تحدّث ابراهيم بن عباس عن سمو أخلاق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«ما رأيتُ ولا </w:t>
      </w:r>
      <w:r w:rsidR="00143F79">
        <w:rPr>
          <w:rtl/>
        </w:rPr>
        <w:t xml:space="preserve"> </w:t>
      </w:r>
      <w:r>
        <w:rPr>
          <w:rtl/>
        </w:rPr>
        <w:t xml:space="preserve">سمعتُ بأحد أفضل من علي بن موسى الرضا، وشهدتُ منه مالم أشاهد من أحدٍ، </w:t>
      </w:r>
      <w:r w:rsidR="00143F79">
        <w:rPr>
          <w:rtl/>
        </w:rPr>
        <w:t xml:space="preserve"> </w:t>
      </w:r>
      <w:r>
        <w:rPr>
          <w:rtl/>
        </w:rPr>
        <w:t xml:space="preserve">ما رأيته جفا أحداً بكلامٍ قط ولا رأيته قطع على أحد كلامه حتى يفرغُ منه، وما ردَّ </w:t>
      </w:r>
      <w:r w:rsidR="00143F79">
        <w:rPr>
          <w:rtl/>
        </w:rPr>
        <w:t xml:space="preserve"> </w:t>
      </w:r>
      <w:r>
        <w:rPr>
          <w:rtl/>
        </w:rPr>
        <w:t xml:space="preserve">أحداً عن حاجةٍ قدر عليها، ولا مدَّ رجليه بين يدي جليس قط، ولا اتكأ بين يدي </w:t>
      </w:r>
      <w:r w:rsidR="00143F79">
        <w:rPr>
          <w:rtl/>
        </w:rPr>
        <w:t xml:space="preserve"> </w:t>
      </w:r>
      <w:r>
        <w:rPr>
          <w:rtl/>
        </w:rPr>
        <w:t xml:space="preserve">جليس قط، ولا رأيته يشتم أحداً من مواليه ومماليكه، ولا رأيته تفل قط، ولا رأيته </w:t>
      </w:r>
      <w:r w:rsidR="00143F79">
        <w:rPr>
          <w:rtl/>
        </w:rPr>
        <w:t xml:space="preserve"> </w:t>
      </w:r>
      <w:r>
        <w:rPr>
          <w:rtl/>
        </w:rPr>
        <w:t xml:space="preserve">يقهقه في ضحكه، بل كان ضحكه التبسم، وكان إذا خلا ونصبت الموائد أجلس </w:t>
      </w:r>
      <w:r w:rsidR="00143F79">
        <w:rPr>
          <w:rtl/>
        </w:rPr>
        <w:t xml:space="preserve"> </w:t>
      </w:r>
      <w:r>
        <w:rPr>
          <w:rtl/>
        </w:rPr>
        <w:t xml:space="preserve">على مائدته مماليكه ومواليه حتى البواب والسائس، وكان قليل النوم بالليل كثير </w:t>
      </w:r>
      <w:r w:rsidR="00143F79">
        <w:rPr>
          <w:rtl/>
        </w:rPr>
        <w:t xml:space="preserve"> </w:t>
      </w:r>
      <w:r>
        <w:rPr>
          <w:rtl/>
        </w:rPr>
        <w:t xml:space="preserve">الصوم ولا يفوته صيام ثلاثة أيام في الشهر ويقول ان ذلك يعدل صيام الدهر وكان </w:t>
      </w:r>
      <w:r w:rsidR="00143F79">
        <w:rPr>
          <w:rtl/>
        </w:rPr>
        <w:t xml:space="preserve"> </w:t>
      </w:r>
      <w:r>
        <w:rPr>
          <w:rtl/>
        </w:rPr>
        <w:t xml:space="preserve">كثير المعروف والصدقة في السر، وأكثر ذلك منه لا يكون إلا في الليالي المظلمة، </w:t>
      </w:r>
      <w:r w:rsidR="00143F79">
        <w:rPr>
          <w:rtl/>
        </w:rPr>
        <w:t xml:space="preserve"> </w:t>
      </w:r>
      <w:r>
        <w:rPr>
          <w:rtl/>
        </w:rPr>
        <w:t>فمن زعم أنه رأى مثله في فضله فلا تصدقوه...»</w:t>
      </w:r>
      <w:r w:rsidRPr="00C433F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وقال عبدالسلام بن صالح الهروي: «ما رأيت أعلم من علي بن موسى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ولا رآه عالم إلا شهد له بمثل شهادتي، ولقد جمع له المأمون في مجالس له عدداً </w:t>
      </w:r>
      <w:r w:rsidR="00143F79">
        <w:rPr>
          <w:rtl/>
        </w:rPr>
        <w:t xml:space="preserve"> </w:t>
      </w:r>
      <w:r>
        <w:rPr>
          <w:rtl/>
        </w:rPr>
        <w:t xml:space="preserve">من علماء الأديان، وفقهاء الشريعة والمتكلمين، فغلبهم عن آخرهم حتى ما بقي </w:t>
      </w:r>
      <w:r w:rsidR="00143F79">
        <w:rPr>
          <w:rtl/>
        </w:rPr>
        <w:t xml:space="preserve"> </w:t>
      </w:r>
      <w:r>
        <w:rPr>
          <w:rtl/>
        </w:rPr>
        <w:t xml:space="preserve">منهم أحد إلّا أقرَّ له بالفضل، وأقر على نفسه بالقصور ولقد سمعته يقول: كنت </w:t>
      </w:r>
      <w:r w:rsidR="00143F79">
        <w:rPr>
          <w:rtl/>
        </w:rPr>
        <w:t xml:space="preserve"> </w:t>
      </w:r>
      <w:r>
        <w:rPr>
          <w:rtl/>
        </w:rPr>
        <w:t xml:space="preserve">أجلس في (الروضة) والعلماء بالمدينة متوافرون فاذا ... الواحد منهم عن مسألة </w:t>
      </w:r>
      <w:r w:rsidR="00143F79">
        <w:rPr>
          <w:rtl/>
        </w:rPr>
        <w:t xml:space="preserve"> </w:t>
      </w:r>
      <w:r>
        <w:rPr>
          <w:rtl/>
        </w:rPr>
        <w:t>أشاروا لي بأجمعهم، وبعثوا إليَّ المسائل فأجيب عنها...»</w:t>
      </w:r>
      <w:r w:rsidRPr="000800D8">
        <w:rPr>
          <w:rtl/>
        </w:rPr>
        <w:t>(</w:t>
      </w:r>
      <w:r>
        <w:rPr>
          <w:rtl/>
        </w:rPr>
        <w:t>2</w:t>
      </w:r>
      <w:r w:rsidRPr="000800D8">
        <w:rPr>
          <w:rtl/>
        </w:rPr>
        <w:t>)</w:t>
      </w:r>
      <w:r>
        <w:rPr>
          <w:rtl/>
        </w:rPr>
        <w:t>.</w:t>
      </w:r>
    </w:p>
    <w:p w:rsidR="008F239C" w:rsidRPr="00EC4586" w:rsidRDefault="008F239C" w:rsidP="0094659A">
      <w:pPr>
        <w:pStyle w:val="libLine"/>
        <w:rPr>
          <w:rtl/>
        </w:rPr>
      </w:pPr>
      <w:r w:rsidRPr="00EC4586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380 نقلاً عن كشف الغمة: 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106.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كشف الغمة: 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107.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وقد أشاد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بمواهب ولده الرضا وعلمه لبنيه: «هذا أخوكم علي </w:t>
      </w:r>
      <w:r w:rsidR="00143F79">
        <w:rPr>
          <w:rtl/>
        </w:rPr>
        <w:t xml:space="preserve"> </w:t>
      </w:r>
      <w:r>
        <w:rPr>
          <w:rtl/>
        </w:rPr>
        <w:t xml:space="preserve">بن موسى عالم آل محمد فأسألوه عن أديانكم واحفظوا ما يقول لكم فإني سمعت </w:t>
      </w:r>
      <w:r w:rsidR="00143F79">
        <w:rPr>
          <w:rtl/>
        </w:rPr>
        <w:t xml:space="preserve"> </w:t>
      </w:r>
      <w:r>
        <w:rPr>
          <w:rtl/>
        </w:rPr>
        <w:t xml:space="preserve">جعفر بن محمد يقول لي (إن عالم آل محمد لفي صلبك وليتني أدركته فانه سمي </w:t>
      </w:r>
      <w:r w:rsidR="00143F79">
        <w:rPr>
          <w:rtl/>
        </w:rPr>
        <w:t xml:space="preserve"> </w:t>
      </w:r>
      <w:r>
        <w:rPr>
          <w:rtl/>
        </w:rPr>
        <w:t>أمير المؤمنين علي بن أبي طالب)»</w:t>
      </w:r>
      <w:r w:rsidRPr="000800D8">
        <w:rPr>
          <w:rtl/>
        </w:rPr>
        <w:t>(</w:t>
      </w:r>
      <w:r>
        <w:rPr>
          <w:rtl/>
        </w:rPr>
        <w:t>1</w:t>
      </w:r>
      <w:r w:rsidRPr="000800D8">
        <w:rPr>
          <w:rtl/>
        </w:rPr>
        <w:t>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ـ وكان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يرعى الفقراء كثيراً.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كثيراً ما يبادر إلى التصدّق ولا سيّما في الليالي الحالكة وفي الخفاء.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يجلس إلى المائدة مع مواليه ويأكل معهم.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يميز بين المماليك والأشراف، ولا بين الأقرباء والغرباء إلّا بالتقوى.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يُقسّم أفضل طعامه للجائعين قبل التناول.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يجالس الفقراء.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يشترك في تشييع الجنائز.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يضحك عالياً ولا يقهقه في ضحكه أبداً بل كان ضحكه التبسم.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يقدّم قضاء الحوائج (حوائج المؤمنين) على سائر الأعمال.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ـ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متواضعاً ويجلس على الحصير.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يكسر قلب أحد بكلامه.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يقطع كلام أحدٍ أبداً.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يردّ طالب حاجة وهو يقدر عليها.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لا يمدّ رجله بين يدي جلسائه.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لسانه لا يفتر عن ذكر الله عز وجل.</w:t>
      </w:r>
    </w:p>
    <w:p w:rsidR="008F239C" w:rsidRPr="00091A56" w:rsidRDefault="008F239C" w:rsidP="0094659A">
      <w:pPr>
        <w:pStyle w:val="libLine"/>
        <w:rPr>
          <w:rtl/>
        </w:rPr>
      </w:pPr>
      <w:r w:rsidRPr="00091A56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ـ يحترز من الإسراف.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يعود المرضى.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حليم في غاية الحلم.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ـ 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يتلو القرآن كثيراً.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ـ ينام في الليل قليلاً ويقضي أكثره بالعبادة.</w:t>
      </w:r>
    </w:p>
    <w:p w:rsidR="008F239C" w:rsidRPr="00091A56" w:rsidRDefault="008F239C" w:rsidP="008F239C">
      <w:pPr>
        <w:pStyle w:val="Heading2"/>
        <w:rPr>
          <w:rtl/>
        </w:rPr>
      </w:pPr>
      <w:bookmarkStart w:id="91" w:name="_Toc57828395"/>
      <w:r w:rsidRPr="00091A56">
        <w:rPr>
          <w:rtl/>
        </w:rPr>
        <w:t>من المدينة إلى «مَرْو»</w:t>
      </w:r>
      <w:bookmarkEnd w:id="9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وبعد أن اعتلى المأمون كرسيّ الحكم بعث كتاباً إلى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استدعاه </w:t>
      </w:r>
      <w:r w:rsidR="00143F79">
        <w:rPr>
          <w:rtl/>
        </w:rPr>
        <w:t xml:space="preserve"> </w:t>
      </w:r>
      <w:r>
        <w:rPr>
          <w:rtl/>
        </w:rPr>
        <w:t xml:space="preserve">إلى خراسان، فامتنع الامام من الذهاب، إلّا أنّ المأمون أصرَّ على ذلك، وأرسل إليه </w:t>
      </w:r>
      <w:r w:rsidR="00143F79">
        <w:rPr>
          <w:rtl/>
        </w:rPr>
        <w:t xml:space="preserve"> </w:t>
      </w:r>
      <w:r>
        <w:rPr>
          <w:rtl/>
        </w:rPr>
        <w:t xml:space="preserve">الكتب تَترى لكي يُعلِمه أنه لا يكفّ عنه وبعث المأمون إثر الكتب المتواترة </w:t>
      </w:r>
      <w:r w:rsidR="00143F79">
        <w:rPr>
          <w:rtl/>
        </w:rPr>
        <w:t xml:space="preserve"> </w:t>
      </w:r>
      <w:r>
        <w:rPr>
          <w:rtl/>
        </w:rPr>
        <w:t xml:space="preserve">رسولين إلى المدينة. هما رجاء بن أبي الضحّاك وياسر الخادم. فدخلا على الإمام </w:t>
      </w:r>
      <w:r w:rsidR="00143F79">
        <w:rPr>
          <w:rtl/>
        </w:rPr>
        <w:t xml:space="preserve"> </w:t>
      </w:r>
      <w:r>
        <w:rPr>
          <w:rtl/>
        </w:rPr>
        <w:t xml:space="preserve">فور وصولهما إلى المدينة وبيّنا له فحوى مهمتهما بالقول: إنَّ المأمون أمرنا </w:t>
      </w:r>
      <w:r w:rsidR="00143F79">
        <w:rPr>
          <w:rtl/>
        </w:rPr>
        <w:t xml:space="preserve"> </w:t>
      </w:r>
      <w:r>
        <w:rPr>
          <w:rtl/>
        </w:rPr>
        <w:t>بإشخاصك إلى خراسان.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ولمّا وصل إلى خراسان عرض عليه المأمون الخلافة فأبى الإمام أن يقبلها، </w:t>
      </w:r>
      <w:r w:rsidR="00143F79">
        <w:rPr>
          <w:rtl/>
        </w:rPr>
        <w:t xml:space="preserve"> </w:t>
      </w:r>
      <w:r>
        <w:rPr>
          <w:rtl/>
        </w:rPr>
        <w:t xml:space="preserve">وبعد ذلك عرض عليه ولاية العهد فأبى الامام ان يقبلها طائعاً ولمّا هدده بالقتل </w:t>
      </w:r>
      <w:r w:rsidR="00143F79">
        <w:rPr>
          <w:rtl/>
        </w:rPr>
        <w:t xml:space="preserve"> </w:t>
      </w:r>
      <w:r>
        <w:rPr>
          <w:rtl/>
        </w:rPr>
        <w:t xml:space="preserve">على قبولها قبلها الامام كارهاً بشروط وكان ذلك في عام 201هـ، وفي عام 203هـ </w:t>
      </w:r>
      <w:r w:rsidR="00143F79">
        <w:rPr>
          <w:rtl/>
        </w:rPr>
        <w:t xml:space="preserve"> </w:t>
      </w:r>
      <w:r>
        <w:rPr>
          <w:rtl/>
        </w:rPr>
        <w:t xml:space="preserve">قضى امامنا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شهيداً مسموماً من قبل المأمون العباسي، وقد روي عن </w:t>
      </w:r>
      <w:r w:rsidR="00143F79">
        <w:rPr>
          <w:rtl/>
        </w:rPr>
        <w:t xml:space="preserve"> </w:t>
      </w:r>
      <w:r>
        <w:rPr>
          <w:rtl/>
        </w:rPr>
        <w:t xml:space="preserve">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قال: «والله ما منّا إلا مقتول شهيد».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فقيل له: ومَن يقتلك يابن رسول الله؟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قال: «شرُّ خلقِ الله في زماني، يقتلني بالسمّ»</w:t>
      </w:r>
      <w:r w:rsidRPr="00C433F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ودفن في طوس، فسلامٌ عليه يوم ولد ويوم استشهد ويوم يبعث حياً.</w:t>
      </w:r>
    </w:p>
    <w:p w:rsidR="008F239C" w:rsidRPr="00091A56" w:rsidRDefault="008F239C" w:rsidP="0094659A">
      <w:pPr>
        <w:pStyle w:val="libLine"/>
        <w:rPr>
          <w:rtl/>
        </w:rPr>
      </w:pPr>
      <w:r w:rsidRPr="00091A56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عيون أخبار الرضا: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256.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فاطمة المعصومة: وهي شقيقة الامام علي بن موسى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وكانت تحب </w:t>
      </w:r>
      <w:r w:rsidR="00143F79">
        <w:rPr>
          <w:rtl/>
        </w:rPr>
        <w:t xml:space="preserve"> </w:t>
      </w:r>
      <w:r>
        <w:rPr>
          <w:rtl/>
        </w:rPr>
        <w:t xml:space="preserve">أخاها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حباً شديداً، وكما حمله المأمون إلى مرو ليعهد له بولاية العهد </w:t>
      </w:r>
      <w:r w:rsidR="00143F79">
        <w:rPr>
          <w:rtl/>
        </w:rPr>
        <w:t xml:space="preserve"> </w:t>
      </w:r>
      <w:r>
        <w:rPr>
          <w:rtl/>
        </w:rPr>
        <w:t xml:space="preserve">خرجت فاطمة في اثره وذلك في سنة 201 هـ فلما وصلت إلى «ساوه» مرضت </w:t>
      </w:r>
      <w:r w:rsidR="00143F79">
        <w:rPr>
          <w:rtl/>
        </w:rPr>
        <w:t xml:space="preserve"> </w:t>
      </w:r>
      <w:r>
        <w:rPr>
          <w:rtl/>
        </w:rPr>
        <w:t xml:space="preserve">فسألت عن المسافة التي بينها وبين قم فقالوا لها عشر فراسخ فأمرت بحملها إلى قم </w:t>
      </w:r>
      <w:r w:rsidR="00143F79">
        <w:rPr>
          <w:rtl/>
        </w:rPr>
        <w:t xml:space="preserve"> </w:t>
      </w:r>
      <w:r>
        <w:rPr>
          <w:rtl/>
        </w:rPr>
        <w:t xml:space="preserve">فحملت اليها ونزلت في بيت موسى بن خزرج الأشعري، وقيل أن أهالي قم </w:t>
      </w:r>
      <w:r w:rsidR="00143F79">
        <w:rPr>
          <w:rtl/>
        </w:rPr>
        <w:t xml:space="preserve"> </w:t>
      </w:r>
      <w:r>
        <w:rPr>
          <w:rtl/>
        </w:rPr>
        <w:t xml:space="preserve">استقبلوها فلما وصلت أخذ موسى بن خزرج بزمام ناقتها واقدمها إلى داره وكانت </w:t>
      </w:r>
      <w:r w:rsidR="00143F79">
        <w:rPr>
          <w:rtl/>
        </w:rPr>
        <w:t xml:space="preserve"> </w:t>
      </w:r>
      <w:r>
        <w:rPr>
          <w:rtl/>
        </w:rPr>
        <w:t xml:space="preserve">عنده سبعة عشر يوماً ثم توفيت، فأمر بتغسيلها وتكفينها وذكر المحدّث القمي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والعلامة المجلسي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: (أقبلا شخصين ملثمين مسرعين أخذا الجنازة ودفناها وغابا </w:t>
      </w:r>
      <w:r w:rsidR="00143F79">
        <w:rPr>
          <w:rtl/>
        </w:rPr>
        <w:t xml:space="preserve"> </w:t>
      </w:r>
      <w:r>
        <w:rPr>
          <w:rtl/>
        </w:rPr>
        <w:t xml:space="preserve">عن الأبصار) وبنى موسى على قبرها سقيفة من البواري إلى أن بنت عليها زينب </w:t>
      </w:r>
      <w:r w:rsidR="00143F79">
        <w:rPr>
          <w:rtl/>
        </w:rPr>
        <w:t xml:space="preserve"> </w:t>
      </w:r>
      <w:r>
        <w:rPr>
          <w:rtl/>
        </w:rPr>
        <w:t xml:space="preserve">بنت محمد بن علي الجواد عليها قبة. وحدث الحسن بن محمد القمي عن فضل </w:t>
      </w:r>
      <w:r w:rsidR="00143F79">
        <w:rPr>
          <w:rtl/>
        </w:rPr>
        <w:t xml:space="preserve"> </w:t>
      </w:r>
      <w:r>
        <w:rPr>
          <w:rtl/>
        </w:rPr>
        <w:t xml:space="preserve">زيارتها قال: كنت عند الامام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فقال: «ان لله حرماً وهو مكة ولرسوله </w:t>
      </w:r>
      <w:r w:rsidR="00143F79">
        <w:rPr>
          <w:rtl/>
        </w:rPr>
        <w:t xml:space="preserve"> </w:t>
      </w:r>
      <w:r>
        <w:rPr>
          <w:rtl/>
        </w:rPr>
        <w:t xml:space="preserve">حرماً وهو المدينة ولأمير المؤمنين حرماً وهو الكوفة ولنا حرماً وهو قم، وستدفن </w:t>
      </w:r>
      <w:r w:rsidR="00143F79">
        <w:rPr>
          <w:rtl/>
        </w:rPr>
        <w:t xml:space="preserve"> </w:t>
      </w:r>
      <w:r>
        <w:rPr>
          <w:rtl/>
        </w:rPr>
        <w:t>فيه امرأة من ولدي تسمى فاطمة من زارها وجبت له الجنة»</w:t>
      </w:r>
      <w:r w:rsidRPr="00C433F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قال ذلك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قبل ولادة الامام موسى</w:t>
      </w:r>
      <w:r w:rsidRPr="00C433FB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وكذلك ورد عن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أنه قال: «من زارها عارفاً بحقّها وجبت له </w:t>
      </w:r>
      <w:r w:rsidR="00143F79">
        <w:rPr>
          <w:rtl/>
        </w:rPr>
        <w:t xml:space="preserve"> </w:t>
      </w:r>
      <w:r>
        <w:rPr>
          <w:rtl/>
        </w:rPr>
        <w:t>الجنة».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وذكر صاحب ناسخ التواريخ عن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«من زار قبر المعصومة بقم </w:t>
      </w:r>
      <w:r w:rsidR="00143F79">
        <w:rPr>
          <w:rtl/>
        </w:rPr>
        <w:t xml:space="preserve"> </w:t>
      </w:r>
      <w:r>
        <w:rPr>
          <w:rtl/>
        </w:rPr>
        <w:t xml:space="preserve">كان كمن زارني» وروي عن الامام الجواد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أنه قال: «من زار قبر عمتي بقم </w:t>
      </w:r>
      <w:r w:rsidR="00143F79">
        <w:rPr>
          <w:rtl/>
        </w:rPr>
        <w:t xml:space="preserve"> </w:t>
      </w:r>
      <w:r>
        <w:rPr>
          <w:rtl/>
        </w:rPr>
        <w:t>وجبت له الجنة»</w:t>
      </w:r>
      <w:r w:rsidRPr="00C433FB">
        <w:rPr>
          <w:rtl/>
        </w:rPr>
        <w:t>(3)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القاسم: وحيد عصره في تقواه وصلاحه، وكان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يكن في </w:t>
      </w:r>
      <w:r w:rsidR="00143F79">
        <w:rPr>
          <w:rtl/>
        </w:rPr>
        <w:t xml:space="preserve"> </w:t>
      </w:r>
      <w:r>
        <w:rPr>
          <w:rtl/>
        </w:rPr>
        <w:t>نفسه أعظم الحب والود لولده القاسم لما يراه منه من الهدي والصلاح</w:t>
      </w:r>
      <w:r w:rsidRPr="00C433FB">
        <w:rPr>
          <w:rtl/>
        </w:rPr>
        <w:t>(4)</w:t>
      </w:r>
      <w:r>
        <w:rPr>
          <w:rtl/>
        </w:rPr>
        <w:t>.</w:t>
      </w:r>
    </w:p>
    <w:p w:rsidR="008F239C" w:rsidRPr="009133B4" w:rsidRDefault="008F239C" w:rsidP="0094659A">
      <w:pPr>
        <w:pStyle w:val="libLine"/>
        <w:rPr>
          <w:rtl/>
        </w:rPr>
      </w:pPr>
      <w:r w:rsidRPr="009133B4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حياة موسى بن جعفر للقرشي: 439.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تحفة العالم: 36.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راجع كامل الزيارات لابن قولويه القمي.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(4)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429.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فكان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يثني عليه ويشيد به ويقومه على سائر أبناءه ما عدا ولده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فقد روى يزيد بن سليط قال: طلبت من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 يعيّن لي الامام من </w:t>
      </w:r>
      <w:r w:rsidR="00143F79">
        <w:rPr>
          <w:rtl/>
        </w:rPr>
        <w:t xml:space="preserve"> </w:t>
      </w:r>
      <w:r>
        <w:rPr>
          <w:rtl/>
        </w:rPr>
        <w:t xml:space="preserve">بعده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«أخبرك يا أبا عمارة إني خرجت فأوصيت إلى ابني علي، ولو كان </w:t>
      </w:r>
      <w:r w:rsidR="00143F79">
        <w:rPr>
          <w:rtl/>
        </w:rPr>
        <w:t xml:space="preserve"> </w:t>
      </w:r>
      <w:r>
        <w:rPr>
          <w:rtl/>
        </w:rPr>
        <w:t>الأمر لي لجعلته في القاسم ابني لحبي ورأفتي عليه، ولكن ذلك إلى الله تعالى...»</w:t>
      </w:r>
      <w:r w:rsidRPr="00C433F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ومن مظاهر تكريمه له انه كان ينتبه للقيام ببعض مهامه، فقد روى سليمان </w:t>
      </w:r>
      <w:r w:rsidR="00143F79">
        <w:rPr>
          <w:rtl/>
        </w:rPr>
        <w:t xml:space="preserve"> </w:t>
      </w:r>
      <w:r>
        <w:rPr>
          <w:rtl/>
        </w:rPr>
        <w:t xml:space="preserve">الجعفري، قال رأيت أبا الحسن يقول لابنه القاسم: قم يا بني فاقرأ عند رأس أخيك </w:t>
      </w:r>
      <w:r w:rsidR="00143F79">
        <w:rPr>
          <w:rtl/>
        </w:rPr>
        <w:t xml:space="preserve"> </w:t>
      </w:r>
      <w:r>
        <w:rPr>
          <w:rtl/>
        </w:rPr>
        <w:t>سورة «الصافات» حتى تتمها، فلما أخذ القاسم في قرائتها فلما بلغ قوله تعالى: «</w:t>
      </w:r>
      <w:r w:rsidRPr="00423904">
        <w:rPr>
          <w:rStyle w:val="libAieChar"/>
          <w:rtl/>
        </w:rPr>
        <w:t xml:space="preserve">أَهُمْ </w:t>
      </w:r>
      <w:r w:rsidRPr="00423904">
        <w:rPr>
          <w:rStyle w:val="libAieChar"/>
          <w:rFonts w:hint="cs"/>
          <w:rtl/>
        </w:rPr>
        <w:br/>
      </w:r>
      <w:r w:rsidRPr="00423904">
        <w:rPr>
          <w:rStyle w:val="libAieChar"/>
          <w:rtl/>
        </w:rPr>
        <w:t>أَشَدُّ خَلْقًا أَم مَّنْ خَلَقْنَا</w:t>
      </w:r>
      <w:r>
        <w:rPr>
          <w:rtl/>
        </w:rPr>
        <w:t xml:space="preserve">» لفظ الفتى نفسه الأخير وأخذ القوم في تجهيزه فانبرى </w:t>
      </w:r>
      <w:r w:rsidR="00143F79">
        <w:rPr>
          <w:rtl/>
        </w:rPr>
        <w:t xml:space="preserve"> </w:t>
      </w:r>
      <w:r>
        <w:rPr>
          <w:rtl/>
        </w:rPr>
        <w:t xml:space="preserve">يعقوب بن جعفر إلى الامام فقال له: كنا نعهد الشخص إذا نزل به الموت يقرأ عنده </w:t>
      </w:r>
      <w:r w:rsidR="00143F79">
        <w:rPr>
          <w:rtl/>
        </w:rPr>
        <w:t xml:space="preserve"> </w:t>
      </w:r>
      <w:r>
        <w:rPr>
          <w:rtl/>
        </w:rPr>
        <w:t xml:space="preserve">سورة «يس» فصرت تأمرنا بقراءة سورة «الصافات»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«لم تقرأ عند </w:t>
      </w:r>
      <w:r w:rsidR="00143F79">
        <w:rPr>
          <w:rtl/>
        </w:rPr>
        <w:t xml:space="preserve"> </w:t>
      </w:r>
      <w:r>
        <w:rPr>
          <w:rtl/>
        </w:rPr>
        <w:t>مكروب من موت قط إلا عجل الله راحته»</w:t>
      </w:r>
      <w:r w:rsidRPr="00C433FB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ولما أمعن هارون في تتبع العلويين وقتلهم وارهاقهم نزح القاسم من يثرب </w:t>
      </w:r>
      <w:r w:rsidR="00143F79">
        <w:rPr>
          <w:rtl/>
        </w:rPr>
        <w:t xml:space="preserve"> </w:t>
      </w:r>
      <w:r>
        <w:rPr>
          <w:rtl/>
        </w:rPr>
        <w:t xml:space="preserve">متخفياً كاتماً لاسمه حتى لا يُعرف، فانتهى إلى «سورى» فأقام فيها غريباً مشرّداً </w:t>
      </w:r>
      <w:r w:rsidR="00143F79">
        <w:rPr>
          <w:rtl/>
        </w:rPr>
        <w:t xml:space="preserve"> </w:t>
      </w:r>
      <w:r>
        <w:rPr>
          <w:rtl/>
        </w:rPr>
        <w:t xml:space="preserve">عن أهله ووطنه، وقد نَخَرَ الحزن قلبه وأضناه السقام حتى دنا اليه الموت وهو في </w:t>
      </w:r>
      <w:r w:rsidR="00143F79">
        <w:rPr>
          <w:rtl/>
        </w:rPr>
        <w:t xml:space="preserve"> </w:t>
      </w:r>
      <w:r>
        <w:rPr>
          <w:rtl/>
        </w:rPr>
        <w:t xml:space="preserve">فجر الصبا وفي ذلك الوقت عرَّف نفسه، ومضى غريباً ومرقده الشريف يق في </w:t>
      </w:r>
      <w:r w:rsidR="00143F79">
        <w:rPr>
          <w:rtl/>
        </w:rPr>
        <w:t xml:space="preserve"> </w:t>
      </w:r>
      <w:r>
        <w:rPr>
          <w:rtl/>
        </w:rPr>
        <w:t xml:space="preserve">«سورى» وتعرف البقعة الطيبة في هذا الوقت بـ (ناحية القاسم) وهي احدى نواحي </w:t>
      </w:r>
      <w:r w:rsidR="00143F79">
        <w:rPr>
          <w:rtl/>
        </w:rPr>
        <w:t xml:space="preserve"> </w:t>
      </w:r>
      <w:r>
        <w:rPr>
          <w:rtl/>
        </w:rPr>
        <w:t xml:space="preserve">قضاء الهاشمية التابع إلى محافظة بابل «الحلة» ونسب إلى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أنه قال: </w:t>
      </w:r>
      <w:r w:rsidR="00143F79">
        <w:rPr>
          <w:rtl/>
        </w:rPr>
        <w:t xml:space="preserve"> </w:t>
      </w:r>
      <w:r>
        <w:rPr>
          <w:rtl/>
        </w:rPr>
        <w:t>«من لم يقدر على زيارتي فليزر أخي القاسم»</w:t>
      </w:r>
      <w:r w:rsidRPr="00C433FB">
        <w:rPr>
          <w:rtl/>
        </w:rPr>
        <w:t>(3)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ونص السيد الجليل علي بن طاووس على استحباب زيارة المرقد الطاهر وذكر </w:t>
      </w:r>
      <w:r w:rsidR="00143F79">
        <w:rPr>
          <w:rtl/>
        </w:rPr>
        <w:t xml:space="preserve"> </w:t>
      </w:r>
      <w:r>
        <w:rPr>
          <w:rtl/>
        </w:rPr>
        <w:t>له زيارة خاصة</w:t>
      </w:r>
      <w:r w:rsidRPr="00C433FB">
        <w:rPr>
          <w:rtl/>
        </w:rPr>
        <w:t>(4)</w:t>
      </w:r>
      <w:r>
        <w:rPr>
          <w:rtl/>
        </w:rPr>
        <w:t>. وله كرامات كثيرة يعرفها كثير من العراقيين.</w:t>
      </w:r>
    </w:p>
    <w:p w:rsidR="008F239C" w:rsidRPr="009133B4" w:rsidRDefault="008F239C" w:rsidP="0094659A">
      <w:pPr>
        <w:pStyle w:val="libLine"/>
        <w:rPr>
          <w:rtl/>
        </w:rPr>
      </w:pPr>
      <w:r w:rsidRPr="009133B4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اصول الكافي.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اصول الكافي.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433.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(4) مصباح الزائرين لابن طاووس.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>
        <w:rPr>
          <w:rtl/>
        </w:rPr>
        <w:t xml:space="preserve">ـ أحمد: أمه أم ولد وكانت من السيدات المحترمات تدعى «أم أحمد» وكان </w:t>
      </w:r>
      <w:r w:rsidR="00143F79">
        <w:rPr>
          <w:rtl/>
        </w:rPr>
        <w:t xml:space="preserve"> </w:t>
      </w:r>
      <w:r>
        <w:rPr>
          <w:rtl/>
        </w:rPr>
        <w:t xml:space="preserve">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شديد التلطف بها، ولما توجه من المدينة إلى بغداد أودع عندها </w:t>
      </w:r>
      <w:r w:rsidR="00143F79">
        <w:rPr>
          <w:rtl/>
        </w:rPr>
        <w:t xml:space="preserve"> </w:t>
      </w:r>
      <w:r>
        <w:rPr>
          <w:rtl/>
        </w:rPr>
        <w:t xml:space="preserve">مواريث الامامة وقال لها: كل من جاءك وطلب منك هذه الأمانة في أي وقت من </w:t>
      </w:r>
      <w:r w:rsidR="00143F79">
        <w:rPr>
          <w:rtl/>
        </w:rPr>
        <w:t xml:space="preserve"> </w:t>
      </w:r>
      <w:r>
        <w:rPr>
          <w:rtl/>
        </w:rPr>
        <w:t xml:space="preserve">الأوقات فاعلمي بأني قد استشهدت وانه هو الخليفة من بعدي والامام المفترض </w:t>
      </w:r>
      <w:r w:rsidR="00143F79">
        <w:rPr>
          <w:rtl/>
        </w:rPr>
        <w:t xml:space="preserve"> </w:t>
      </w:r>
      <w:r>
        <w:rPr>
          <w:rtl/>
        </w:rPr>
        <w:t xml:space="preserve">الطاعة عليك وعلى سائر الناس وأمر ابنه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بحفظ الدار، ولما سمه الرشيد </w:t>
      </w:r>
      <w:r w:rsidR="00143F79">
        <w:rPr>
          <w:rtl/>
        </w:rPr>
        <w:t xml:space="preserve"> </w:t>
      </w:r>
      <w:r>
        <w:rPr>
          <w:rtl/>
        </w:rPr>
        <w:t xml:space="preserve">في بغداد، جاء اليها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فطالبها بالأمانة، فقالت له أم أحمد: لقد </w:t>
      </w:r>
      <w:r w:rsidR="00143F79">
        <w:rPr>
          <w:rtl/>
        </w:rPr>
        <w:t xml:space="preserve"> </w:t>
      </w:r>
      <w:r>
        <w:rPr>
          <w:rtl/>
        </w:rPr>
        <w:t xml:space="preserve">استشهد والد فقال بلى والآن فرغت من دفنه فاعطيني الأمانة التي سلَّمها إليك أبي </w:t>
      </w:r>
      <w:r w:rsidR="00143F79">
        <w:rPr>
          <w:rtl/>
        </w:rPr>
        <w:t xml:space="preserve"> </w:t>
      </w:r>
      <w:r>
        <w:rPr>
          <w:rtl/>
        </w:rPr>
        <w:t xml:space="preserve">حين خروجه إلى بغداد وأنا خليفته والإمام الحق على جميع الأنس والجن فشقّت </w:t>
      </w:r>
      <w:r w:rsidR="00143F79">
        <w:rPr>
          <w:rtl/>
        </w:rPr>
        <w:t xml:space="preserve"> </w:t>
      </w:r>
      <w:r>
        <w:rPr>
          <w:rtl/>
        </w:rPr>
        <w:t>أم أحمد جيبها وردت عليه الأمانة وبايعته بالأمامة</w:t>
      </w:r>
      <w:r w:rsidRPr="00C433FB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وكان أحمد من عيون المتقين والصالحين، وقد أعتق ألف مملوك متقرباً بها </w:t>
      </w:r>
      <w:r w:rsidR="00143F79">
        <w:rPr>
          <w:rtl/>
        </w:rPr>
        <w:t xml:space="preserve"> </w:t>
      </w:r>
      <w:r>
        <w:rPr>
          <w:rtl/>
        </w:rPr>
        <w:t>إلى الله تعالى.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ومما يدلُّ على صلاحه وورعه أنه لما شاع خبر وفاة الامام موسى في المدينة </w:t>
      </w:r>
      <w:r w:rsidR="00143F79">
        <w:rPr>
          <w:rtl/>
        </w:rPr>
        <w:t xml:space="preserve"> </w:t>
      </w:r>
      <w:r>
        <w:rPr>
          <w:rtl/>
        </w:rPr>
        <w:t xml:space="preserve">اجتمع أهلها على باب «أم أحمد» وخرج الناس ومعهم أحمد وقد ظنوا أنه الامام </w:t>
      </w:r>
      <w:r w:rsidR="00143F79">
        <w:rPr>
          <w:rtl/>
        </w:rPr>
        <w:t xml:space="preserve"> </w:t>
      </w:r>
      <w:r>
        <w:rPr>
          <w:rtl/>
        </w:rPr>
        <w:t xml:space="preserve">من بعد أبيه وذلك لما عليه من الجلاة ووفور العبادة وإظهار تعاليم الإسلام فظنوا </w:t>
      </w:r>
      <w:r w:rsidR="00143F79">
        <w:rPr>
          <w:rtl/>
        </w:rPr>
        <w:t xml:space="preserve"> </w:t>
      </w:r>
      <w:r>
        <w:rPr>
          <w:rtl/>
        </w:rPr>
        <w:t xml:space="preserve">أنه هو الخليفة والإمام بعد أبيه فبايعوه بالإمامة فأخذ منهم البيعة. وصعد المنبر </w:t>
      </w:r>
      <w:r w:rsidR="00143F79">
        <w:rPr>
          <w:rtl/>
        </w:rPr>
        <w:t xml:space="preserve"> </w:t>
      </w:r>
      <w:r>
        <w:rPr>
          <w:rtl/>
        </w:rPr>
        <w:t xml:space="preserve">وخطب الناس خطبة بليغة وكان منها: «أيها الناس، كما أنكم جميعاً في بيعتي فاني </w:t>
      </w:r>
      <w:r w:rsidR="00143F79">
        <w:rPr>
          <w:rtl/>
        </w:rPr>
        <w:t xml:space="preserve"> </w:t>
      </w:r>
      <w:r>
        <w:rPr>
          <w:rtl/>
        </w:rPr>
        <w:t xml:space="preserve">في بيعة أخي علي بن موسى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وأعلموا أنه الامام والخليفة من بعد أبي </w:t>
      </w:r>
      <w:r w:rsidR="00143F79">
        <w:rPr>
          <w:rtl/>
        </w:rPr>
        <w:t xml:space="preserve"> </w:t>
      </w:r>
      <w:r>
        <w:rPr>
          <w:rtl/>
        </w:rPr>
        <w:t xml:space="preserve">وهو ولي الله، والفرض عليَّ وعليكم من الله والرسول طاعته بكل ما يأمرنا، فكل </w:t>
      </w:r>
      <w:r w:rsidR="00143F79">
        <w:rPr>
          <w:rtl/>
        </w:rPr>
        <w:t xml:space="preserve"> </w:t>
      </w:r>
      <w:r>
        <w:rPr>
          <w:rtl/>
        </w:rPr>
        <w:t xml:space="preserve">من كان حاضراً فخضع لكلامه، وخرجوا من المسجد يقدمهم أحمد وحضروا عند </w:t>
      </w:r>
      <w:r w:rsidR="00143F79">
        <w:rPr>
          <w:rtl/>
        </w:rPr>
        <w:t xml:space="preserve"> </w:t>
      </w:r>
      <w:r>
        <w:rPr>
          <w:rtl/>
        </w:rPr>
        <w:t xml:space="preserve">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فأقروا بامامته</w:t>
      </w:r>
      <w:r w:rsidRPr="00C433FB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والمشهور انه توفي في شيراز أيام المأمون بعد وفاة أخيه علي الرضا</w:t>
      </w:r>
      <w:r w:rsidRPr="00C433FB">
        <w:rPr>
          <w:rtl/>
        </w:rPr>
        <w:t>(3)</w:t>
      </w:r>
      <w:r>
        <w:rPr>
          <w:rtl/>
        </w:rPr>
        <w:t>.</w:t>
      </w:r>
    </w:p>
    <w:p w:rsidR="008F239C" w:rsidRPr="008C310F" w:rsidRDefault="008F239C" w:rsidP="0094659A">
      <w:pPr>
        <w:pStyle w:val="libLine"/>
        <w:rPr>
          <w:rtl/>
        </w:rPr>
      </w:pPr>
      <w:r w:rsidRPr="008C310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410 نقلاً عن تحفة العالم: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87.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411.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الكنى والألقاب: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317.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ويعرف قبره قبل بسيد السادات ويعرف الآن «شاه چراغ» وبقي قبره مخفياً، </w:t>
      </w:r>
      <w:r w:rsidR="00143F79">
        <w:rPr>
          <w:rtl/>
        </w:rPr>
        <w:t xml:space="preserve"> </w:t>
      </w:r>
      <w:r>
        <w:rPr>
          <w:rtl/>
        </w:rPr>
        <w:t xml:space="preserve">ولكنه ظهر في عهد الأمير مقرب الدين مسعود بن بدر فبنى عليه بناءاً، وقيل وجد </w:t>
      </w:r>
      <w:r w:rsidR="00143F79">
        <w:rPr>
          <w:rtl/>
        </w:rPr>
        <w:t xml:space="preserve"> </w:t>
      </w:r>
      <w:r>
        <w:rPr>
          <w:rtl/>
        </w:rPr>
        <w:t xml:space="preserve">في قبره كما هو صحيحاً طرياً لم يتغير وفي يده خاتم نقش عليه «العزة لله، أحمد </w:t>
      </w:r>
      <w:r w:rsidR="00143F79">
        <w:rPr>
          <w:rtl/>
        </w:rPr>
        <w:t xml:space="preserve"> </w:t>
      </w:r>
      <w:r>
        <w:rPr>
          <w:rtl/>
        </w:rPr>
        <w:t>بن موسى» فعرفوه به.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الحسين: يلقب بالسيد علاء الدين</w:t>
      </w:r>
      <w:r w:rsidRPr="00C433FB">
        <w:rPr>
          <w:rtl/>
        </w:rPr>
        <w:t>(1)</w:t>
      </w:r>
      <w:r>
        <w:rPr>
          <w:rtl/>
        </w:rPr>
        <w:t xml:space="preserve"> وكان سيداً جليل القدر رفيع الشأن </w:t>
      </w:r>
      <w:r w:rsidR="00143F79">
        <w:rPr>
          <w:rtl/>
        </w:rPr>
        <w:t xml:space="preserve"> </w:t>
      </w:r>
      <w:r>
        <w:rPr>
          <w:rtl/>
        </w:rPr>
        <w:t xml:space="preserve">ومما يدل على سمو مكانته رواية البزنطي، فقد جاء فيها أنه سئل الامام الجواد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أي عمومتك أبرّ بك؟ فقال: الحسين قال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صدق والله، هو والله </w:t>
      </w:r>
      <w:r w:rsidR="00143F79">
        <w:rPr>
          <w:rtl/>
        </w:rPr>
        <w:t xml:space="preserve"> </w:t>
      </w:r>
      <w:r>
        <w:rPr>
          <w:rtl/>
        </w:rPr>
        <w:t>أبرهم به وأخيرهم.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وقال المرحوم السيد جعفر آل بحر العلوم، إن قبره بشيراز.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حمزة: يكنى أبا القاسم، أمه أم ولد، كان عالماً فاضلاً كاملاً مهيباً جليلاً رفيع </w:t>
      </w:r>
      <w:r w:rsidR="00143F79">
        <w:rPr>
          <w:rtl/>
        </w:rPr>
        <w:t xml:space="preserve"> </w:t>
      </w:r>
      <w:r>
        <w:rPr>
          <w:rtl/>
        </w:rPr>
        <w:t xml:space="preserve">المنزلة، عالي الرتبة، مقدراً عند الخاصة والعامة سافر مع أخيه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إلى </w:t>
      </w:r>
      <w:r w:rsidR="00143F79">
        <w:rPr>
          <w:rtl/>
        </w:rPr>
        <w:t xml:space="preserve"> </w:t>
      </w:r>
      <w:r>
        <w:rPr>
          <w:rtl/>
        </w:rPr>
        <w:t xml:space="preserve">خراسان، وكان واقفاً في خدمته ساعياً في مآريه طالباً لرضائه ممتثلاً لأمره، فلما </w:t>
      </w:r>
      <w:r w:rsidR="00143F79">
        <w:rPr>
          <w:rtl/>
        </w:rPr>
        <w:t xml:space="preserve"> </w:t>
      </w:r>
      <w:r>
        <w:rPr>
          <w:rtl/>
        </w:rPr>
        <w:t xml:space="preserve">وصل إلى «سوسعد» إحدى قرى «ترشير» خرج عليهم قوم من أتباع المأمون </w:t>
      </w:r>
      <w:r w:rsidR="00143F79">
        <w:rPr>
          <w:rtl/>
        </w:rPr>
        <w:t xml:space="preserve"> </w:t>
      </w:r>
      <w:r>
        <w:rPr>
          <w:rtl/>
        </w:rPr>
        <w:t xml:space="preserve">فقتلوه، وقبره في «بسنتان» وقد أعقب ولدين، أحدهما علي والآخر القاسم أبا </w:t>
      </w:r>
      <w:r w:rsidR="00143F79">
        <w:rPr>
          <w:rtl/>
        </w:rPr>
        <w:t xml:space="preserve"> </w:t>
      </w:r>
      <w:r>
        <w:rPr>
          <w:rtl/>
        </w:rPr>
        <w:t xml:space="preserve">محمد وإليه تنتمي السادة الصفوية، وصرحت بعض المصادر أن قبره في الري </w:t>
      </w:r>
      <w:r w:rsidR="00143F79">
        <w:rPr>
          <w:rtl/>
        </w:rPr>
        <w:t xml:space="preserve"> </w:t>
      </w:r>
      <w:r>
        <w:rPr>
          <w:rtl/>
        </w:rPr>
        <w:t>بالقرب من قبر السيد الجليل شاه عبدالعظيم</w:t>
      </w:r>
      <w:r w:rsidRPr="00C433FB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7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محمد: يكنى أبا ابراهيم، كان كريماً جليلاً موقراً يعرف بالعابد لكثرة </w:t>
      </w:r>
      <w:r w:rsidR="00143F79">
        <w:rPr>
          <w:rtl/>
        </w:rPr>
        <w:t xml:space="preserve"> </w:t>
      </w:r>
      <w:r>
        <w:rPr>
          <w:rtl/>
        </w:rPr>
        <w:t xml:space="preserve">وضوئه وصلاته، فكان في كل ليلة يتوضأ ويصلي ويرقد قليلاً ثم يقوم لعبادة الله </w:t>
      </w:r>
      <w:r w:rsidR="00143F79">
        <w:rPr>
          <w:rtl/>
        </w:rPr>
        <w:t xml:space="preserve"> </w:t>
      </w:r>
      <w:r>
        <w:rPr>
          <w:rtl/>
        </w:rPr>
        <w:t xml:space="preserve">تعالى حتى يتبلج نور الصبح، قال بعض شيعة أبيه ما رأيته قط إلا ذكرت قول الله </w:t>
      </w:r>
      <w:r w:rsidR="00143F79">
        <w:rPr>
          <w:rtl/>
        </w:rPr>
        <w:t xml:space="preserve"> </w:t>
      </w:r>
      <w:r>
        <w:rPr>
          <w:rtl/>
        </w:rPr>
        <w:t>تعالى: «</w:t>
      </w:r>
      <w:r w:rsidRPr="00423904">
        <w:rPr>
          <w:rStyle w:val="libAieChar"/>
          <w:rtl/>
        </w:rPr>
        <w:t>كَانُوا قَلِيلًا مِّنَ اللَّيْلِ مَا يَهْجَعُونَ</w:t>
      </w:r>
      <w:r>
        <w:rPr>
          <w:rtl/>
        </w:rPr>
        <w:t>».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وقال الرواة إنه دخل شيراز واختفى بها وأخذ يستنسخ القرآن الكريم ومن </w:t>
      </w:r>
      <w:r w:rsidR="00143F79">
        <w:rPr>
          <w:rtl/>
        </w:rPr>
        <w:t xml:space="preserve"> </w:t>
      </w:r>
      <w:r>
        <w:rPr>
          <w:rtl/>
        </w:rPr>
        <w:t>أجرته أعتق الف مملوك.</w:t>
      </w:r>
    </w:p>
    <w:p w:rsidR="008F239C" w:rsidRPr="008C310F" w:rsidRDefault="008F239C" w:rsidP="0094659A">
      <w:pPr>
        <w:pStyle w:val="libLine"/>
        <w:rPr>
          <w:rtl/>
        </w:rPr>
      </w:pPr>
      <w:r w:rsidRPr="008C310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تحفة العالم: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حياة موسى بن جعفر للقرشي: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419 ـ 420.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أعقب سبعة أولاد منهم أربع بنات وهن: السيدة حكيمة وكلثم وبريهة وفاطمة، </w:t>
      </w:r>
      <w:r w:rsidR="00143F79">
        <w:rPr>
          <w:rtl/>
        </w:rPr>
        <w:t xml:space="preserve"> </w:t>
      </w:r>
      <w:r>
        <w:rPr>
          <w:rtl/>
        </w:rPr>
        <w:t>والرجال: جعفر ومحمد وابراهيم الذي يُعرف بالمجاب وسبب تلقيبه بذلك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فيما </w:t>
      </w:r>
      <w:r w:rsidR="00143F79">
        <w:rPr>
          <w:rtl/>
        </w:rPr>
        <w:t xml:space="preserve"> </w:t>
      </w:r>
      <w:r>
        <w:rPr>
          <w:rtl/>
        </w:rPr>
        <w:t>يقول المؤرخون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انه سلم على قبر جده الامام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فسمع صوت من القبر </w:t>
      </w:r>
      <w:r w:rsidR="00143F79">
        <w:rPr>
          <w:rtl/>
        </w:rPr>
        <w:t xml:space="preserve"> </w:t>
      </w:r>
      <w:r>
        <w:rPr>
          <w:rtl/>
        </w:rPr>
        <w:t xml:space="preserve">الشريف: وعليك السلام يا ولدي، وقد دفن بجار جده الامام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وفيه </w:t>
      </w:r>
      <w:r w:rsidR="00143F79">
        <w:rPr>
          <w:rtl/>
        </w:rPr>
        <w:t xml:space="preserve"> </w:t>
      </w:r>
      <w:r>
        <w:rPr>
          <w:rtl/>
        </w:rPr>
        <w:t xml:space="preserve">يقول بعض ولده مفتخراً به وبجده الامام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rPr>
          <w:trHeight w:val="284"/>
        </w:trPr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اين للناس مثل جدي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موسى وابنه المجاب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اذ خاطب السيد وهو رمس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اجابه اكرم الجواب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توفي السيد محمد العابد بشيراز ودفن فيها وكان قبره مخفياً إلى زمان بك بن </w:t>
      </w:r>
      <w:r w:rsidR="00143F79">
        <w:rPr>
          <w:rtl/>
        </w:rPr>
        <w:t xml:space="preserve"> </w:t>
      </w:r>
      <w:r>
        <w:rPr>
          <w:rtl/>
        </w:rPr>
        <w:t xml:space="preserve">سعد بن زنكي فبنى له قبة في محلة «باغ قتلغ» وقد جدد بناؤه عدة مرات في زمان </w:t>
      </w:r>
      <w:r w:rsidR="00143F79">
        <w:rPr>
          <w:rtl/>
        </w:rPr>
        <w:t xml:space="preserve"> </w:t>
      </w:r>
      <w:r>
        <w:rPr>
          <w:rtl/>
        </w:rPr>
        <w:t>السلطان نادر</w:t>
      </w:r>
      <w:r>
        <w:rPr>
          <w:rFonts w:hint="cs"/>
          <w:rtl/>
        </w:rPr>
        <w:t xml:space="preserve"> </w:t>
      </w:r>
      <w:r>
        <w:rPr>
          <w:rtl/>
        </w:rPr>
        <w:t>خان...</w:t>
      </w:r>
      <w:r w:rsidRPr="00822C3E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8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صالح: أعقب السادة الشهرين بالشجعان، ولهم شجرة، وقد توفي في </w:t>
      </w:r>
      <w:r w:rsidR="00143F79">
        <w:rPr>
          <w:rtl/>
        </w:rPr>
        <w:t xml:space="preserve"> </w:t>
      </w:r>
      <w:r>
        <w:rPr>
          <w:rtl/>
        </w:rPr>
        <w:t>تجريش، وقبره مشيد وعليه بناية ضخمة</w:t>
      </w:r>
      <w:r w:rsidRPr="00822C3E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9 ـ آمنة: توفيت في مصر، وقبرها هناك يزار.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10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حكيمة: أمرها أخوها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بأن تحضر عند الخيزران (أم الامام </w:t>
      </w:r>
      <w:r w:rsidR="00143F79">
        <w:rPr>
          <w:rtl/>
        </w:rPr>
        <w:t xml:space="preserve"> </w:t>
      </w:r>
      <w:r>
        <w:rPr>
          <w:rtl/>
        </w:rPr>
        <w:t xml:space="preserve">الجواد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) عند ولادتها به، وقد روت كيفية ولادته وما جرى له من المعجز آنذاك.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11 ـ فاطمة الصغرة: قبرها في «بادكوبه» يقع في وسط مسجد بناؤه قديم.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ابراهيم الاصغر: يلقب بالمرتضى وهو المشهور بابراهيم المجاب وهو </w:t>
      </w:r>
      <w:r w:rsidR="00143F79">
        <w:rPr>
          <w:rtl/>
        </w:rPr>
        <w:t xml:space="preserve"> </w:t>
      </w:r>
      <w:r>
        <w:rPr>
          <w:rtl/>
        </w:rPr>
        <w:t xml:space="preserve">أصغر ولد أبيه، وأمه نوبية اسمها بخية وذكر العبيدلي النسابة ان ابراهيم الصغير بن </w:t>
      </w:r>
      <w:r w:rsidR="00143F79">
        <w:rPr>
          <w:rtl/>
        </w:rPr>
        <w:t xml:space="preserve"> </w:t>
      </w:r>
      <w:r>
        <w:rPr>
          <w:rtl/>
        </w:rPr>
        <w:t xml:space="preserve">الكاظم كان عالماً عابداً وهو المعقب المكثر جد المرتضى والرضي قيل دفن في </w:t>
      </w:r>
      <w:r w:rsidR="00143F79">
        <w:rPr>
          <w:rtl/>
        </w:rPr>
        <w:t xml:space="preserve"> </w:t>
      </w:r>
      <w:r>
        <w:rPr>
          <w:rtl/>
        </w:rPr>
        <w:t>كربلاء بالحائر الحسيني.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>13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إبراهيم الأكبر: وكان سخياً شجاعاً كريماً، تقلد الإمرة على اليمن في أيام </w:t>
      </w:r>
      <w:r>
        <w:rPr>
          <w:rtl/>
        </w:rPr>
        <w:br/>
        <w:t>المأمون من قبل محمد بن محمد بن زيد بن علي الذي بايعه أبو السرايا بالكوفة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السابق: 435.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كنز الانساب.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ومضى إليها ففتحها وأقام بها مدّة إلى أن كان من أمر أبي السرايا ما كان، فأخذ له </w:t>
      </w:r>
      <w:r w:rsidR="00143F79">
        <w:rPr>
          <w:rtl/>
        </w:rPr>
        <w:t xml:space="preserve"> </w:t>
      </w:r>
      <w:r>
        <w:rPr>
          <w:rtl/>
        </w:rPr>
        <w:t>الأمان من المأمون</w:t>
      </w:r>
      <w:r w:rsidRPr="00822C3E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اسحق: ذكره الشيخ في رجاله في أصحاب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وكان يلقب بالأمين </w:t>
      </w:r>
      <w:r w:rsidR="00143F79">
        <w:rPr>
          <w:rtl/>
        </w:rPr>
        <w:t xml:space="preserve"> </w:t>
      </w:r>
      <w:r>
        <w:rPr>
          <w:rtl/>
        </w:rPr>
        <w:t>وتوفي سنة 240ه</w:t>
      </w:r>
      <w:r>
        <w:rPr>
          <w:rFonts w:hint="cs"/>
          <w:rtl/>
        </w:rPr>
        <w:t>ـ</w:t>
      </w:r>
      <w:r>
        <w:rPr>
          <w:rtl/>
        </w:rPr>
        <w:t xml:space="preserve"> في المدينة</w:t>
      </w:r>
      <w:r w:rsidRPr="00822C3E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إسماعيل: وهو صاحب الجعفريات، وقبره في مصر، قال النجاشي، </w:t>
      </w:r>
      <w:r w:rsidR="00143F79">
        <w:rPr>
          <w:rtl/>
        </w:rPr>
        <w:t xml:space="preserve"> </w:t>
      </w:r>
      <w:r>
        <w:rPr>
          <w:rtl/>
        </w:rPr>
        <w:t xml:space="preserve">سكن مصر وولده بها، وله كتب يرويها عن أبيه عن آبائه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. منها: كتاب الطهارة، </w:t>
      </w:r>
      <w:r w:rsidR="00143F79">
        <w:rPr>
          <w:rtl/>
        </w:rPr>
        <w:t xml:space="preserve"> </w:t>
      </w:r>
      <w:r>
        <w:rPr>
          <w:rtl/>
        </w:rPr>
        <w:t xml:space="preserve">كتاب الصلاة، كتاب الزكاة، كتاب الصوم، كتاب الحج، كتاب الجنائز، كتاب </w:t>
      </w:r>
      <w:r w:rsidR="00143F79">
        <w:rPr>
          <w:rtl/>
        </w:rPr>
        <w:t xml:space="preserve"> </w:t>
      </w:r>
      <w:r>
        <w:rPr>
          <w:rtl/>
        </w:rPr>
        <w:t xml:space="preserve">الطلاق، كتاب النكاح، كتاب الحدود، كتاب الدعاء، كتاب السنن والآداب، </w:t>
      </w:r>
      <w:r w:rsidR="00143F79">
        <w:rPr>
          <w:rtl/>
        </w:rPr>
        <w:t xml:space="preserve"> </w:t>
      </w:r>
      <w:r>
        <w:rPr>
          <w:rtl/>
        </w:rPr>
        <w:t>كتاب الرؤيا</w:t>
      </w:r>
      <w:r w:rsidRPr="00822C3E">
        <w:rPr>
          <w:rtl/>
        </w:rPr>
        <w:t>(3)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جعفر: ويقال له الخواري، ويقال لولده الخواريون والشجريون لأن أكثرهم </w:t>
      </w:r>
      <w:r w:rsidR="00143F79">
        <w:rPr>
          <w:rtl/>
        </w:rPr>
        <w:t xml:space="preserve"> </w:t>
      </w:r>
      <w:r>
        <w:rPr>
          <w:rtl/>
        </w:rPr>
        <w:t xml:space="preserve">بادية حول المدينة يرعون الشجر، وفي مشجر العميدي، كان جعفر موصوفاً </w:t>
      </w:r>
      <w:r w:rsidR="00143F79">
        <w:rPr>
          <w:rtl/>
        </w:rPr>
        <w:t xml:space="preserve"> </w:t>
      </w:r>
      <w:r>
        <w:rPr>
          <w:rtl/>
        </w:rPr>
        <w:t xml:space="preserve">بالشجاعة والفروسية، وعده أبو نصر البخاري من خلص الموسوية الذين لم يجد </w:t>
      </w:r>
      <w:r w:rsidR="00143F79">
        <w:rPr>
          <w:rtl/>
        </w:rPr>
        <w:t xml:space="preserve"> </w:t>
      </w:r>
      <w:r>
        <w:rPr>
          <w:rtl/>
        </w:rPr>
        <w:t>أحداً يشك فيهم من النساب</w:t>
      </w:r>
      <w:r w:rsidRPr="00822C3E">
        <w:rPr>
          <w:rtl/>
        </w:rPr>
        <w:t>(4)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17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زيد: وهو الخارج بالبصرة أيام الأمين والمأمون، عقد له محمد بن محمد </w:t>
      </w:r>
      <w:r w:rsidR="00143F79">
        <w:rPr>
          <w:rtl/>
        </w:rPr>
        <w:t xml:space="preserve"> </w:t>
      </w:r>
      <w:r>
        <w:rPr>
          <w:rtl/>
        </w:rPr>
        <w:t xml:space="preserve">ابنه زيد بن علي على الأهواز أيام أبي السرايا، ولما دخل البصرة وغلب عليها </w:t>
      </w:r>
      <w:r w:rsidR="00143F79">
        <w:rPr>
          <w:rtl/>
        </w:rPr>
        <w:t xml:space="preserve"> </w:t>
      </w:r>
      <w:r>
        <w:rPr>
          <w:rtl/>
        </w:rPr>
        <w:t xml:space="preserve">أحرق دور بني العباس فقيل له زيد النار، وحاربه الحسن بن سهل فظفر به. وأرسله </w:t>
      </w:r>
      <w:r w:rsidR="00143F79">
        <w:rPr>
          <w:rtl/>
        </w:rPr>
        <w:t xml:space="preserve"> </w:t>
      </w:r>
      <w:r>
        <w:rPr>
          <w:rtl/>
        </w:rPr>
        <w:t>إلى مرو مقيداً، فعفا عنه المأمون، ثم سقاه السم وقتله وقبره بمرو</w:t>
      </w:r>
      <w:r w:rsidRPr="00822C3E">
        <w:rPr>
          <w:rtl/>
        </w:rPr>
        <w:t>(5)</w:t>
      </w:r>
      <w:r>
        <w:rPr>
          <w:rtl/>
        </w:rPr>
        <w:t>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وذكر الشيخ عباس القمي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في منتهى الآمال، وعظم فعل زيد على الامام </w:t>
      </w:r>
      <w:r>
        <w:rPr>
          <w:rtl/>
        </w:rPr>
        <w:br/>
        <w:t xml:space="preserve">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فحلف أن لا يكلّمه أبداً، ومن جملة ما قاله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لزيد: يا زيد أغرّك قول سفلة </w:t>
      </w:r>
      <w:r>
        <w:rPr>
          <w:rtl/>
        </w:rPr>
        <w:br/>
        <w:t xml:space="preserve">أهل الكوفة: إنّ فاطمة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 أحصنت فرجها فحرّم الله ذريتها على النار؟ ذلك للحسن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الارشاد: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245 الامام موسى بن جعفر سيرة وتأريخ ص 100.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بحار الأنوار: 48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284 الامام موسى بن جعفر سيرة وتأريخ: ص 101.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</w:t>
      </w:r>
      <w:r w:rsidRPr="003A74E1">
        <w:rPr>
          <w:rtl/>
        </w:rPr>
        <w:t xml:space="preserve"> </w:t>
      </w:r>
      <w:r>
        <w:rPr>
          <w:rtl/>
        </w:rPr>
        <w:t>نفس المصدر: 48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314 الامام موسى بن جعفر سيرة وتأريخ: ص 102.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(4) بحار الأنوار: 48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284 الامام موسى بن جعفر سيرة وتأريخ: ص 102.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(5) تاريخ الطبري: 10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231.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والحسين </w:t>
      </w:r>
      <w:r w:rsidRPr="00423904">
        <w:rPr>
          <w:rStyle w:val="libAlaemChar"/>
          <w:rtl/>
        </w:rPr>
        <w:t>عليهما‌السلام</w:t>
      </w:r>
      <w:r>
        <w:rPr>
          <w:rtl/>
        </w:rPr>
        <w:t xml:space="preserve"> خاصّة إن كنت ترى انّك تعصي الله عز وجل وتدخل الجنة وموسى </w:t>
      </w:r>
      <w:r w:rsidR="00143F79">
        <w:rPr>
          <w:rtl/>
        </w:rPr>
        <w:t xml:space="preserve"> </w:t>
      </w:r>
      <w:r>
        <w:rPr>
          <w:rtl/>
        </w:rPr>
        <w:t xml:space="preserve">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أطاع الله ودخل الجنّة، فأنت إذن اكرم على الله تعالى من موسى بن </w:t>
      </w:r>
      <w:r w:rsidR="00143F79">
        <w:rPr>
          <w:rtl/>
        </w:rPr>
        <w:t xml:space="preserve"> </w:t>
      </w:r>
      <w:r>
        <w:rPr>
          <w:rtl/>
        </w:rPr>
        <w:t xml:space="preserve">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والله ما ينال أحد ما عند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تعالى إلّا بطاعته وزعمت انّك تناله بمعصيته؟! </w:t>
      </w:r>
      <w:r w:rsidR="00143F79">
        <w:rPr>
          <w:rtl/>
        </w:rPr>
        <w:t xml:space="preserve"> </w:t>
      </w:r>
      <w:r>
        <w:rPr>
          <w:rtl/>
        </w:rPr>
        <w:t xml:space="preserve">فبئس ما زعمت، فقال له زيد: أنا أخوك وابن أبيك، فقال له أبوالحسن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أنت </w:t>
      </w:r>
      <w:r w:rsidR="00143F79">
        <w:rPr>
          <w:rtl/>
        </w:rPr>
        <w:t xml:space="preserve"> </w:t>
      </w:r>
      <w:r>
        <w:rPr>
          <w:rtl/>
        </w:rPr>
        <w:t xml:space="preserve">أخي ما أطعت الله عزَّ وجلَّ انّ نوحاً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قال: «</w:t>
      </w:r>
      <w:r w:rsidRPr="00423904">
        <w:rPr>
          <w:rStyle w:val="libAieChar"/>
          <w:rtl/>
        </w:rPr>
        <w:t xml:space="preserve">رَبِّ إِنَّ ابْنِي مِنْ أَهْلِي وَإِنَّ وَعْدَكَ </w:t>
      </w:r>
      <w:r w:rsidRPr="00423904">
        <w:rPr>
          <w:rStyle w:val="libAieChar"/>
          <w:rFonts w:hint="cs"/>
          <w:rtl/>
        </w:rPr>
        <w:br/>
      </w:r>
      <w:r w:rsidRPr="00423904">
        <w:rPr>
          <w:rStyle w:val="libAieChar"/>
          <w:rtl/>
        </w:rPr>
        <w:t>الْحَقُّ وَأَنتَ أَحْكَمُ الْحَاكِمِينَ</w:t>
      </w:r>
      <w:r>
        <w:rPr>
          <w:rtl/>
        </w:rPr>
        <w:t>» فقال الله تعالى: «</w:t>
      </w:r>
      <w:r w:rsidRPr="00423904">
        <w:rPr>
          <w:rStyle w:val="libAieChar"/>
          <w:rtl/>
        </w:rPr>
        <w:t xml:space="preserve">يَا نُوحُ إِنَّهُ لَيْسَ مِنْ أَهْلِكَ إِنَّهُ عَمَلٌ </w:t>
      </w:r>
      <w:r w:rsidRPr="00423904">
        <w:rPr>
          <w:rStyle w:val="libAieChar"/>
          <w:rFonts w:hint="cs"/>
          <w:rtl/>
        </w:rPr>
        <w:br/>
      </w:r>
      <w:r w:rsidRPr="00423904">
        <w:rPr>
          <w:rStyle w:val="libAieChar"/>
          <w:rtl/>
        </w:rPr>
        <w:t>غَيْرُ صَالِحٍ</w:t>
      </w:r>
      <w:r>
        <w:rPr>
          <w:rtl/>
        </w:rPr>
        <w:t>...» فأخرجه الله تعالى عز وجل من أن يكون من أهله بمعصيته</w:t>
      </w:r>
      <w:r w:rsidRPr="00685AA6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وذكر الشيخ المفيد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من جملة أولاده العباس وهارون وعبدالله وعبيدالله </w:t>
      </w:r>
      <w:r w:rsidR="00143F79">
        <w:rPr>
          <w:rtl/>
        </w:rPr>
        <w:t xml:space="preserve"> </w:t>
      </w:r>
      <w:r>
        <w:rPr>
          <w:rtl/>
        </w:rPr>
        <w:t xml:space="preserve">والفضل وسليمان والحسن ورقية وأم أبيها ورقية الصغرة (كلثوم) وأم جعفر ولبابة </w:t>
      </w:r>
      <w:r w:rsidR="00143F79">
        <w:rPr>
          <w:rtl/>
        </w:rPr>
        <w:t xml:space="preserve"> </w:t>
      </w:r>
      <w:r>
        <w:rPr>
          <w:rtl/>
        </w:rPr>
        <w:t xml:space="preserve">وزينب وخديجة وعليّة وحسنة وبريهة وعبّاسة وأم سلمة وميمونة وأم كلثوم، وقال </w:t>
      </w:r>
      <w:r w:rsidR="00143F79">
        <w:rPr>
          <w:rtl/>
        </w:rPr>
        <w:t xml:space="preserve"> </w:t>
      </w:r>
      <w:r>
        <w:rPr>
          <w:rtl/>
        </w:rPr>
        <w:t xml:space="preserve">الشيخ المفيد </w:t>
      </w:r>
      <w:r w:rsidRPr="00423904">
        <w:rPr>
          <w:rStyle w:val="libAlaemChar"/>
          <w:rtl/>
        </w:rPr>
        <w:t>رحمه‌الله</w:t>
      </w:r>
      <w:r>
        <w:rPr>
          <w:rtl/>
        </w:rPr>
        <w:t xml:space="preserve"> ولكلّ واحد من ولد أبي الحسن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فضلٌ ومنقبة مشهورة.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أقول: أولاد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ظلموا، قتلوا، شرّدوا، كما صنعوا بالائمة </w:t>
      </w:r>
      <w:r w:rsidR="00143F79">
        <w:rPr>
          <w:rtl/>
        </w:rPr>
        <w:t xml:space="preserve"> </w:t>
      </w:r>
      <w:r>
        <w:rPr>
          <w:rtl/>
        </w:rPr>
        <w:t xml:space="preserve">الطاهرين من أبناء الزهرا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 وقبورهم شتى والعزاء لمولاتي الزهراء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. نعزّيها </w:t>
      </w:r>
      <w:r w:rsidR="00143F79">
        <w:rPr>
          <w:rtl/>
        </w:rPr>
        <w:t xml:space="preserve"> </w:t>
      </w:r>
      <w:r>
        <w:rPr>
          <w:rtl/>
        </w:rPr>
        <w:t>بأبناءها على لسان الشاعر: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هالنوح يا فاطم على منهو توحين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نوحچ على المسموم لو نوحچ على احسين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نادت ودمع العين على الخد بادي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لو تسألوني يا خلگ كلهم أولادي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لچن مصاب احسين ساطي في فؤادي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أعظم مصيبة هوَّنتها امصيبة 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دهري رماني بالرزايا بكل غالي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وشتّت اولادي عن يميني وعن شمالي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شوف يوم من الحزن مرتاح بالي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البعيد عني والذي مني قريبين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منهم ابسامرا ومنهم في خراسان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ومنهم بارض طيبه ومنهم بارض كوفان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اعظم مصيبة مصيبة المذبوح عطشان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حسين وينه اللي يواسيني على احسين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 تحسبوني للرضا في طوس ما جيت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ولا إلى بغداد ما رحت أو تعنّيت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كلهم عليهم نوَّحت والدمع هلّيت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واعظم عليَّ لو نعى الناعي على احسين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D32F80" w:rsidRDefault="008F239C" w:rsidP="0094659A">
      <w:pPr>
        <w:pStyle w:val="libLine"/>
        <w:rPr>
          <w:rtl/>
        </w:rPr>
      </w:pPr>
      <w:r w:rsidRPr="00D32F80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منتهى الآمال: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377 ـ 378.</w:t>
      </w:r>
    </w:p>
    <w:p w:rsidR="008F239C" w:rsidRDefault="008F239C" w:rsidP="0094659A">
      <w:pPr>
        <w:pStyle w:val="libCenterBold2"/>
        <w:rPr>
          <w:rtl/>
        </w:rPr>
      </w:pPr>
      <w:r>
        <w:rPr>
          <w:rtl/>
        </w:rPr>
        <w:br w:type="page"/>
      </w:r>
      <w:r>
        <w:lastRenderedPageBreak/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أبچي على اولادي ذبايح يوم عاشور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لنصب عليهم ماتمي في وسط الگبور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وانسيت ضلعي اللي ابسد الباب مكسور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كل البچه والنوح والصيحة على احسين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هذا بسامرا وذاك بكربلا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وبطوس ذاك وذاك في بغداد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Default="008F239C" w:rsidP="00423904">
      <w:pPr>
        <w:pStyle w:val="libNormal"/>
        <w:rPr>
          <w:rtl/>
        </w:rPr>
      </w:pPr>
      <w:r w:rsidRPr="006F4D59">
        <w:rPr>
          <w:rtl/>
        </w:rPr>
        <w:br w:type="page"/>
      </w:r>
      <w:r>
        <w:rPr>
          <w:rtl/>
        </w:rPr>
        <w:lastRenderedPageBreak/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D2250A" w:rsidRDefault="008F239C" w:rsidP="008F239C">
      <w:pPr>
        <w:pStyle w:val="Heading1"/>
        <w:rPr>
          <w:rtl/>
        </w:rPr>
      </w:pPr>
      <w:bookmarkStart w:id="92" w:name="_Toc57828396"/>
      <w:r w:rsidRPr="00D2250A">
        <w:rPr>
          <w:rtl/>
        </w:rPr>
        <w:t>المجلس الرابع عشر</w:t>
      </w:r>
      <w:bookmarkEnd w:id="92"/>
    </w:p>
    <w:p w:rsidR="008F239C" w:rsidRPr="00D2250A" w:rsidRDefault="008F239C" w:rsidP="008F239C">
      <w:pPr>
        <w:pStyle w:val="Heading2"/>
        <w:rPr>
          <w:rtl/>
        </w:rPr>
      </w:pPr>
      <w:bookmarkStart w:id="93" w:name="_Toc57828397"/>
      <w:r w:rsidRPr="00D2250A">
        <w:rPr>
          <w:rtl/>
        </w:rPr>
        <w:t>الموضوع</w:t>
      </w:r>
      <w:r>
        <w:rPr>
          <w:rFonts w:hint="cs"/>
          <w:rtl/>
        </w:rPr>
        <w:t xml:space="preserve"> </w:t>
      </w:r>
      <w:r w:rsidRPr="00D2250A">
        <w:rPr>
          <w:rtl/>
        </w:rPr>
        <w:t xml:space="preserve">: أسباب استدعاء الامام الكاظم </w:t>
      </w:r>
      <w:r w:rsidRPr="00423904">
        <w:rPr>
          <w:rStyle w:val="libAlaemChar"/>
          <w:rtl/>
        </w:rPr>
        <w:t>عليه‌السلام</w:t>
      </w:r>
      <w:r w:rsidRPr="00D2250A">
        <w:rPr>
          <w:rtl/>
        </w:rPr>
        <w:t xml:space="preserve"> وسجنه</w:t>
      </w:r>
      <w:bookmarkEnd w:id="9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للشيخ اليعقوبي ديون الذخائر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أنصفتك بنو الأعمام إذ قطعت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أواصراً برسول الله تتحد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أبكيكَ رهن السجون المظلمات وقد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ضاق الفضا وتوالى حولك الرصدُ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لبثت فيهن أعواماً ثمانيةً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بارحتك القيود الدهم والصفد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تُمسي وتغدو بنو العباس في مرحٍ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وأنت في محبس السندي مضطهدُ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دسوا إليك نقيع السم في رطب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فاخضرَّ لونك مذ ذابت به الكبدُ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قضيت غريب الدار منفرداً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لله ناءٍ غريب الدار منفردُ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 لنعشِكَ والأبصار ترمقه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ملقىً على الجسر لا يدنو له أحدُ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أبكيكَ ما بين حمالين أربعة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تشال جهراً وكل الناس قد شهدوا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يگلبي على الكاظم تولم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يعيني اعليه سحّي الدمع من دم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غريب وبالحبس ويولج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يتگلب يسار ونوبه ايمين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عالج ولاج وگضى نحبه غريب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لا حضر موته صحابه اولا قريب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ويل گلبي يوم جس نبضة الطبيب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گال مسموم او مَضْ بيه الصواب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أيُحملُ موسى والحديدُ برجلهِ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كما حُمِلَ السجّاد عان مُقيّدا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D2250A" w:rsidRDefault="008F239C" w:rsidP="00423904">
      <w:pPr>
        <w:pStyle w:val="libNormal"/>
        <w:rPr>
          <w:rtl/>
        </w:rPr>
      </w:pPr>
      <w:r w:rsidRPr="00D2250A">
        <w:rPr>
          <w:rtl/>
        </w:rPr>
        <w:br w:type="page"/>
      </w:r>
    </w:p>
    <w:p w:rsidR="008F239C" w:rsidRPr="00FF539F" w:rsidRDefault="008F239C" w:rsidP="008F239C">
      <w:pPr>
        <w:pStyle w:val="Heading2"/>
        <w:rPr>
          <w:rtl/>
        </w:rPr>
      </w:pPr>
      <w:bookmarkStart w:id="94" w:name="_Toc57828398"/>
      <w:r w:rsidRPr="00FF539F">
        <w:rPr>
          <w:rtl/>
        </w:rPr>
        <w:lastRenderedPageBreak/>
        <w:t>المقدمة</w:t>
      </w:r>
      <w:bookmarkEnd w:id="94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مجمع الفضائل ومكارم الأخلاق الحسنة والتُقى </w:t>
      </w:r>
      <w:r w:rsidR="00143F79">
        <w:rPr>
          <w:rtl/>
        </w:rPr>
        <w:t xml:space="preserve"> </w:t>
      </w:r>
      <w:r>
        <w:rPr>
          <w:rtl/>
        </w:rPr>
        <w:t xml:space="preserve">والكرم. فالقلوب تهوي إليه وتتوجه نحو ومن هنا قال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لهارون: </w:t>
      </w:r>
      <w:r w:rsidR="00143F79">
        <w:rPr>
          <w:rtl/>
        </w:rPr>
        <w:t xml:space="preserve"> </w:t>
      </w:r>
      <w:r>
        <w:rPr>
          <w:rtl/>
        </w:rPr>
        <w:t>«أنا إمام القلوب، وأنت إمام الجسوم»</w:t>
      </w:r>
      <w:r w:rsidRPr="00053DCA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والعباسيون تعاملوا مع أهل البيت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وفق معايير ثابتة تقوم على أساس التصدّي </w:t>
      </w:r>
      <w:r w:rsidR="00143F79">
        <w:rPr>
          <w:rtl/>
        </w:rPr>
        <w:t xml:space="preserve"> </w:t>
      </w:r>
      <w:r>
        <w:rPr>
          <w:rtl/>
        </w:rPr>
        <w:t xml:space="preserve">لمدرسة أهل البيت ومطاردة شيعتهم وقمع الطالبين والنكاية بهم بسبب هاجس </w:t>
      </w:r>
      <w:r w:rsidR="00143F79">
        <w:rPr>
          <w:rtl/>
        </w:rPr>
        <w:t xml:space="preserve"> </w:t>
      </w:r>
      <w:r>
        <w:rPr>
          <w:rtl/>
        </w:rPr>
        <w:t xml:space="preserve">الخوف من نشاط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والغيرة من دوره الفاعل والمحرّك في الحياة </w:t>
      </w:r>
      <w:r w:rsidR="00143F79">
        <w:rPr>
          <w:rtl/>
        </w:rPr>
        <w:t xml:space="preserve"> </w:t>
      </w:r>
      <w:r>
        <w:rPr>
          <w:rtl/>
        </w:rPr>
        <w:t>الاسلامية.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لذلك هناك مجموعة من الأسباب التي أدَّت إلى استدعاء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وسجنه </w:t>
      </w:r>
      <w:r w:rsidR="00143F79">
        <w:rPr>
          <w:rtl/>
        </w:rPr>
        <w:t xml:space="preserve"> </w:t>
      </w:r>
      <w:r>
        <w:rPr>
          <w:rtl/>
        </w:rPr>
        <w:t>وهي: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الخوف من عمل الأمام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ولعلَّ من أبرز الشواهد على ذلك ماروي أن </w:t>
      </w:r>
      <w:r w:rsidR="00143F79">
        <w:rPr>
          <w:rtl/>
        </w:rPr>
        <w:t xml:space="preserve"> </w:t>
      </w:r>
      <w:r>
        <w:rPr>
          <w:rtl/>
        </w:rPr>
        <w:t xml:space="preserve">هارون العباسي (لعنه الله) لمّا صار إلى المدينة وَصَلَ كل هاشمي أو قرشي أو </w:t>
      </w:r>
      <w:r w:rsidR="00143F79">
        <w:rPr>
          <w:rtl/>
        </w:rPr>
        <w:t xml:space="preserve"> </w:t>
      </w:r>
      <w:r>
        <w:rPr>
          <w:rtl/>
        </w:rPr>
        <w:t xml:space="preserve">مهاجري أو أنصاري ممن دَخَلَ عليه بخمسة آلاف درهم وما دونها إلى مائتي </w:t>
      </w:r>
      <w:r w:rsidR="00143F79">
        <w:rPr>
          <w:rtl/>
        </w:rPr>
        <w:t xml:space="preserve"> </w:t>
      </w:r>
      <w:r>
        <w:rPr>
          <w:rtl/>
        </w:rPr>
        <w:t xml:space="preserve">دينار، على قدر شرفه وهجرة آبائه، وحين دخل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رحّب به، وعند </w:t>
      </w:r>
      <w:r w:rsidR="00143F79">
        <w:rPr>
          <w:rtl/>
        </w:rPr>
        <w:t xml:space="preserve"> </w:t>
      </w:r>
      <w:r>
        <w:rPr>
          <w:rtl/>
        </w:rPr>
        <w:t xml:space="preserve">منصرفه من الحج أمر بصرّة سوداء فيها مائتا دينار أرسلها إليه، فسأله المأمون وكان </w:t>
      </w:r>
      <w:r w:rsidR="00143F79">
        <w:rPr>
          <w:rtl/>
        </w:rPr>
        <w:t xml:space="preserve"> </w:t>
      </w:r>
      <w:r>
        <w:rPr>
          <w:rtl/>
        </w:rPr>
        <w:t xml:space="preserve">جريئا عليه: يا أمير المؤمنين، تعطي أبناء المهاجرين والأنصار وسائر قريش وبني </w:t>
      </w:r>
      <w:r w:rsidR="00143F79">
        <w:rPr>
          <w:rtl/>
        </w:rPr>
        <w:t xml:space="preserve"> </w:t>
      </w:r>
      <w:r>
        <w:rPr>
          <w:rtl/>
        </w:rPr>
        <w:t xml:space="preserve">هاشم ومن لا يعرف حسبه ونسبه خمسة آلاف دينار إلى مادونها، وتعطي موسى </w:t>
      </w:r>
      <w:r w:rsidR="00143F79">
        <w:rPr>
          <w:rtl/>
        </w:rPr>
        <w:t xml:space="preserve"> </w:t>
      </w:r>
      <w:r>
        <w:rPr>
          <w:rtl/>
        </w:rPr>
        <w:t xml:space="preserve">بن جعفر وقد أعظمته وأجللته مائتي دينار؟! أخسّ عطيّة أعطيتها أحداً من الناس، </w:t>
      </w:r>
      <w:r w:rsidR="00143F79">
        <w:rPr>
          <w:rtl/>
        </w:rPr>
        <w:t xml:space="preserve"> </w:t>
      </w:r>
      <w:r>
        <w:rPr>
          <w:rtl/>
        </w:rPr>
        <w:t xml:space="preserve">فقال: اسكت لا أمّ لك، فاني لو أعطيت هذا ما ضمنته له، ما كنت آمنه أن يضرب </w:t>
      </w:r>
      <w:r w:rsidR="00143F79">
        <w:rPr>
          <w:rtl/>
        </w:rPr>
        <w:t xml:space="preserve"> </w:t>
      </w:r>
      <w:r>
        <w:rPr>
          <w:rtl/>
        </w:rPr>
        <w:t xml:space="preserve">وجهي غداً بمائة ألف سيف من شيعته ومواليه، وفقر هذا وأهل بيته أسلم لي ولكم </w:t>
      </w:r>
      <w:r w:rsidR="00143F79">
        <w:rPr>
          <w:rtl/>
        </w:rPr>
        <w:t xml:space="preserve"> </w:t>
      </w:r>
      <w:r>
        <w:rPr>
          <w:rtl/>
        </w:rPr>
        <w:t>من بسط أيديهم وأعينهم</w:t>
      </w:r>
      <w:r w:rsidRPr="00053DCA">
        <w:rPr>
          <w:rtl/>
        </w:rPr>
        <w:t>(2)</w:t>
      </w:r>
      <w:r>
        <w:rPr>
          <w:rtl/>
        </w:rPr>
        <w:t>.</w:t>
      </w:r>
    </w:p>
    <w:p w:rsidR="008F239C" w:rsidRPr="00FF539F" w:rsidRDefault="008F239C" w:rsidP="0094659A">
      <w:pPr>
        <w:pStyle w:val="libLine"/>
        <w:rPr>
          <w:rtl/>
        </w:rPr>
      </w:pPr>
      <w:r w:rsidRPr="00FF539F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ينابيع المودة القندوزي: 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120.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(2) عيون أخبار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88.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الحقد والغيرة: إنَّ دأبَ الطغاة في كل عصر هو احتكار أسباب العظمة </w:t>
      </w:r>
      <w:r w:rsidR="00143F79">
        <w:rPr>
          <w:rtl/>
        </w:rPr>
        <w:t xml:space="preserve"> </w:t>
      </w:r>
      <w:r>
        <w:rPr>
          <w:rtl/>
        </w:rPr>
        <w:t xml:space="preserve">والتعالي لذواتهم، فتستعر نفوسهم غيرةً وحقداً على كل شخصية مرموقةٍ في </w:t>
      </w:r>
      <w:r w:rsidR="00143F79">
        <w:rPr>
          <w:rtl/>
        </w:rPr>
        <w:t xml:space="preserve"> </w:t>
      </w:r>
      <w:r>
        <w:rPr>
          <w:rtl/>
        </w:rPr>
        <w:t>المجتمع تتميّز برجاحة العلم والحلم والزهد والكرم الشجاعة وغيرها.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ومن أوضح الأمثلة على غيرة هارون اللئيم من الإمام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موقف </w:t>
      </w:r>
      <w:r w:rsidR="00143F79">
        <w:rPr>
          <w:rtl/>
        </w:rPr>
        <w:t xml:space="preserve"> </w:t>
      </w:r>
      <w:r>
        <w:rPr>
          <w:rtl/>
        </w:rPr>
        <w:t xml:space="preserve">افتخر فيه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على هارون حين جاء مكة حاجاً، فأتى قبر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زائراً له </w:t>
      </w:r>
      <w:r w:rsidR="00143F79">
        <w:rPr>
          <w:rtl/>
        </w:rPr>
        <w:t xml:space="preserve"> </w:t>
      </w:r>
      <w:r>
        <w:rPr>
          <w:rtl/>
        </w:rPr>
        <w:t xml:space="preserve">وحوله قريش وأفياء القبائل ومعه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، فلما انتهى إلى القبر قال: </w:t>
      </w:r>
      <w:r w:rsidR="00143F79">
        <w:rPr>
          <w:rtl/>
        </w:rPr>
        <w:t xml:space="preserve"> </w:t>
      </w:r>
      <w:r>
        <w:rPr>
          <w:rtl/>
        </w:rPr>
        <w:t xml:space="preserve">«السلام عليك يا رسول الله يا بن عمي، افتخاراً على مَنْ حوله، لأنه كان في مقام </w:t>
      </w:r>
      <w:r w:rsidR="00143F79">
        <w:rPr>
          <w:rtl/>
        </w:rPr>
        <w:t xml:space="preserve"> </w:t>
      </w:r>
      <w:r>
        <w:rPr>
          <w:rtl/>
        </w:rPr>
        <w:t xml:space="preserve">استعراض لذلك يريد التضليل على الناس بالايحاء بأنه أقربهم إلى الرسول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>وبذلك فهو أحق بالخلافة.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فدنا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فقال: السلام عليك يا أبة، أسألكُ الله الذي </w:t>
      </w:r>
      <w:r w:rsidR="00143F79">
        <w:rPr>
          <w:rtl/>
        </w:rPr>
        <w:t xml:space="preserve"> </w:t>
      </w:r>
      <w:r>
        <w:rPr>
          <w:rtl/>
        </w:rPr>
        <w:t xml:space="preserve">اصطفاك واجتباك وهداك وهدى أن يصلّي عليك فتغيّر وجه هارون وتبيَّن </w:t>
      </w:r>
      <w:r w:rsidR="00143F79">
        <w:rPr>
          <w:rtl/>
        </w:rPr>
        <w:t xml:space="preserve"> </w:t>
      </w:r>
      <w:r>
        <w:rPr>
          <w:rtl/>
        </w:rPr>
        <w:t xml:space="preserve">فيه الغضب، وقال: هذا الفخر يا أباالحسن حقاً، ولم يحتملها هارون، فلم يزل </w:t>
      </w:r>
      <w:r w:rsidR="00143F79">
        <w:rPr>
          <w:rtl/>
        </w:rPr>
        <w:t xml:space="preserve"> </w:t>
      </w:r>
      <w:r>
        <w:rPr>
          <w:rtl/>
        </w:rPr>
        <w:t xml:space="preserve">ذلك في نفسه حتى استدعاه وسجنه فأطال سجنه، فلم يخرج إلّا ميتاً مقيداً </w:t>
      </w:r>
      <w:r w:rsidR="00143F79">
        <w:rPr>
          <w:rtl/>
        </w:rPr>
        <w:t xml:space="preserve"> </w:t>
      </w:r>
      <w:r>
        <w:rPr>
          <w:rtl/>
        </w:rPr>
        <w:t>مسموماً»</w:t>
      </w:r>
      <w:r w:rsidRPr="00053DCA">
        <w:rPr>
          <w:rtl/>
        </w:rPr>
        <w:t>(1)</w:t>
      </w:r>
      <w:r>
        <w:rPr>
          <w:rtl/>
        </w:rPr>
        <w:t>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الوشاية: ومن الذين وشوا بالإمام هو محمد بن إسماعيل بن جعفر </w:t>
      </w:r>
      <w:r>
        <w:rPr>
          <w:rtl/>
        </w:rPr>
        <w:br/>
        <w:t xml:space="preserve">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وفي هذه الرواية أن محمد بن إسماعيل بن جعفر استأذن الإمام </w:t>
      </w:r>
      <w:r>
        <w:rPr>
          <w:rtl/>
        </w:rPr>
        <w:br/>
        <w:t xml:space="preserve">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في الخروج إلى العراق فأذن له، وقال له: «أوصيك أن تتقي الله في </w:t>
      </w:r>
      <w:r>
        <w:rPr>
          <w:rtl/>
        </w:rPr>
        <w:br/>
        <w:t xml:space="preserve">دمي، فقال: لعن الله من يعسى في دمك، ثم ناوله أبو الحسن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(450) ديناراً </w:t>
      </w:r>
      <w:r>
        <w:rPr>
          <w:rtl/>
        </w:rPr>
        <w:br/>
        <w:t xml:space="preserve">فقبضها محمد، ثم أمر لف بألف وخمسمائة درهم كانت عنده، فقلت له في ذلك </w:t>
      </w:r>
      <w:r>
        <w:rPr>
          <w:rtl/>
        </w:rPr>
        <w:br/>
        <w:t xml:space="preserve">واستكثرته، فقال هذا ليكون أوكد لحجتي إذا قطعني ووصلته. قال: فخرج إلى </w:t>
      </w:r>
      <w:r>
        <w:rPr>
          <w:rtl/>
        </w:rPr>
        <w:br/>
        <w:t xml:space="preserve">العراق واستأذن على هارون فأمر بدخوله، وقال يا أمير المؤمنين، خليفتان في </w:t>
      </w:r>
      <w:r>
        <w:rPr>
          <w:rtl/>
        </w:rPr>
        <w:br/>
        <w:t>الأرض موسى بن جعفر بالمدينة يُجبى له الخراج، وأنت بالعراق يُجبى لك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تاريخ بغداد: 13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31.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الخراج، فقال والله: فقال: والله، قال فأمر له بمائة ألف درهم، فلمّا قبضها وحملت </w:t>
      </w:r>
      <w:r w:rsidR="00143F79">
        <w:rPr>
          <w:rtl/>
        </w:rPr>
        <w:t xml:space="preserve"> </w:t>
      </w:r>
      <w:r>
        <w:rPr>
          <w:rtl/>
        </w:rPr>
        <w:t xml:space="preserve">إلى منزله أخذته الذبحة في جوف ليلته فمات، وحُوِّل من الغد المال الذي حمل </w:t>
      </w:r>
      <w:r w:rsidR="00143F79">
        <w:rPr>
          <w:rtl/>
        </w:rPr>
        <w:t xml:space="preserve"> </w:t>
      </w:r>
      <w:r>
        <w:rPr>
          <w:rtl/>
        </w:rPr>
        <w:t>إليه إلى الرشيد»</w:t>
      </w:r>
      <w:r w:rsidRPr="00053DCA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وقال ابن شهرآشوب: «كان محمد بن إسماعيل بن الصادق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عند عمه </w:t>
      </w:r>
      <w:r w:rsidR="00143F79">
        <w:rPr>
          <w:rtl/>
        </w:rPr>
        <w:t xml:space="preserve"> </w:t>
      </w:r>
      <w:r>
        <w:rPr>
          <w:rtl/>
        </w:rPr>
        <w:t xml:space="preserve">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يكتب له الكتب إلى شيعته في الآفاق، فلما ورد هارون الحجاز </w:t>
      </w:r>
      <w:r w:rsidR="00143F79">
        <w:rPr>
          <w:rtl/>
        </w:rPr>
        <w:t xml:space="preserve"> </w:t>
      </w:r>
      <w:r>
        <w:rPr>
          <w:rtl/>
        </w:rPr>
        <w:t xml:space="preserve">سعى بعمه إلى هارون، فقال الرشيد: ويلك أنا ومن؟ قال: موسى بن جعفر، وأظهر </w:t>
      </w:r>
      <w:r w:rsidR="00143F79">
        <w:rPr>
          <w:rtl/>
        </w:rPr>
        <w:t xml:space="preserve"> </w:t>
      </w:r>
      <w:r>
        <w:rPr>
          <w:rtl/>
        </w:rPr>
        <w:t xml:space="preserve">أسراره، فقبض عليه، وحظي محمد عند هارون، ودعا عليه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>بدعاء استجابه الله فيه وفي أولاده</w:t>
      </w:r>
      <w:r w:rsidRPr="00053DCA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4 ـ مناظرة الرشيد في مسألة فدك: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فدك هو رَمْز لحق مغتصب وخلافة مسلوبة، روى المؤرخون أن هارون الرشيد </w:t>
      </w:r>
      <w:r w:rsidR="00143F79">
        <w:rPr>
          <w:rtl/>
        </w:rPr>
        <w:t xml:space="preserve"> </w:t>
      </w:r>
      <w:r>
        <w:rPr>
          <w:rtl/>
        </w:rPr>
        <w:t xml:space="preserve">قال لموسى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«حدّ فدكاً حتى أردها إليك، فيأبى الإمام حتى ألحَّ عليه </w:t>
      </w:r>
      <w:r w:rsidR="00143F79">
        <w:rPr>
          <w:rtl/>
        </w:rPr>
        <w:t xml:space="preserve"> </w:t>
      </w:r>
      <w:r>
        <w:rPr>
          <w:rtl/>
        </w:rPr>
        <w:t xml:space="preserve">هارون، فقال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لا آخذها إلّا بحدودها، قال: وما حدودها؟ قال: إن حددتها لم </w:t>
      </w:r>
      <w:r w:rsidR="00143F79">
        <w:rPr>
          <w:rtl/>
        </w:rPr>
        <w:t xml:space="preserve"> </w:t>
      </w:r>
      <w:r>
        <w:rPr>
          <w:rtl/>
        </w:rPr>
        <w:t xml:space="preserve">تردها؟ قال: بحق جدك إلا فعلت، قال أما الحد الأول فعدن، فتغير وجه الرشيد </w:t>
      </w:r>
      <w:r w:rsidR="00143F79">
        <w:rPr>
          <w:rtl/>
        </w:rPr>
        <w:t xml:space="preserve"> </w:t>
      </w:r>
      <w:r>
        <w:rPr>
          <w:rtl/>
        </w:rPr>
        <w:t xml:space="preserve">وقال: إيهاً، قال والحد الثاني سمرقند، فاربدّ وجهه، والحد الثالث افريقية، فاسودّ </w:t>
      </w:r>
      <w:r w:rsidR="00143F79">
        <w:rPr>
          <w:rtl/>
        </w:rPr>
        <w:t xml:space="preserve"> </w:t>
      </w:r>
      <w:r>
        <w:rPr>
          <w:rtl/>
        </w:rPr>
        <w:t xml:space="preserve">وجهه وقال: هيه، قال: والرابع سيف البحر مما يلي الجزر وأرمينية قال الرشيد، فلم </w:t>
      </w:r>
      <w:r w:rsidR="00143F79">
        <w:rPr>
          <w:rtl/>
        </w:rPr>
        <w:t xml:space="preserve"> </w:t>
      </w:r>
      <w:r>
        <w:rPr>
          <w:rtl/>
        </w:rPr>
        <w:t xml:space="preserve">يبقَ لنا شيء، فتحول إلى مجلسي، قال موسى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قد أعلمتك أنني إن حددتها لم </w:t>
      </w:r>
      <w:r w:rsidR="00143F79">
        <w:rPr>
          <w:rtl/>
        </w:rPr>
        <w:t xml:space="preserve"> </w:t>
      </w:r>
      <w:r>
        <w:rPr>
          <w:rtl/>
        </w:rPr>
        <w:t>تردها، فعند ذلك عزم على قتله».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إنَّ موقف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كان مع هارون موقفاً صريحاً لا لين فيه، فانه يراه </w:t>
      </w:r>
      <w:r>
        <w:rPr>
          <w:rtl/>
        </w:rPr>
        <w:br/>
        <w:t xml:space="preserve">غاصباً لمنصب الخلافة ومختلساً للسلطة والحكم مما دعا هارون ان يودع الامام </w:t>
      </w:r>
      <w:r>
        <w:rPr>
          <w:rtl/>
        </w:rPr>
        <w:br/>
        <w:t xml:space="preserve">السجن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وذلك بعد أن أصدر أوامره بإلقاء القبض على الامام، فألقت الشرطة </w:t>
      </w:r>
      <w:r>
        <w:rPr>
          <w:rtl/>
        </w:rPr>
        <w:br/>
        <w:t xml:space="preserve">عليه القبض وهو قائم يصلّي لربّه عند رأس جده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فقطعوا عليه صلاته ولم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رجال الكشي: 263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478.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مناقب اكابي طالب: 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440.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يمهلوه من اتمامها فحمل من ذلك المكان الشريف، وقيد وهو يذرف الدموع </w:t>
      </w:r>
      <w:r w:rsidR="00143F79">
        <w:rPr>
          <w:rtl/>
        </w:rPr>
        <w:t xml:space="preserve"> </w:t>
      </w:r>
      <w:r>
        <w:rPr>
          <w:rtl/>
        </w:rPr>
        <w:t xml:space="preserve">ويوجه شكواه إلى جده الرسول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قائلاً: «إليك أشكوا يا رسول الله»</w:t>
      </w:r>
      <w:r w:rsidRPr="00053DCA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 يحترم هارون قداسة القبر الشريف، فهتك حرمته، وحرمة أبناءه التي هي </w:t>
      </w:r>
      <w:r w:rsidR="00143F79">
        <w:rPr>
          <w:rtl/>
        </w:rPr>
        <w:t xml:space="preserve"> </w:t>
      </w:r>
      <w:r>
        <w:rPr>
          <w:rtl/>
        </w:rPr>
        <w:t xml:space="preserve">أولى بالرعاية والمودة من كل شيء، كما لم يحترم الصلاة التي هي أقدس عبادة </w:t>
      </w:r>
      <w:r w:rsidR="00143F79">
        <w:rPr>
          <w:rtl/>
        </w:rPr>
        <w:t xml:space="preserve"> </w:t>
      </w:r>
      <w:r>
        <w:rPr>
          <w:rtl/>
        </w:rPr>
        <w:t xml:space="preserve">في الإسلام فقطع عليه صلاته وأمر بتقييده وحمل إليه الامام وهو يرسف في ذل </w:t>
      </w:r>
      <w:r w:rsidR="00143F79">
        <w:rPr>
          <w:rtl/>
        </w:rPr>
        <w:t xml:space="preserve"> </w:t>
      </w:r>
      <w:r>
        <w:rPr>
          <w:rtl/>
        </w:rPr>
        <w:t xml:space="preserve">القيود فلما مثل عنده جفاه وأغلظ له في القول، وكان اعتقاله في سنة (179هـ) في </w:t>
      </w:r>
      <w:r w:rsidR="00143F79">
        <w:rPr>
          <w:rtl/>
        </w:rPr>
        <w:t xml:space="preserve"> </w:t>
      </w:r>
      <w:r>
        <w:rPr>
          <w:rtl/>
        </w:rPr>
        <w:t>شهر شوال لعشرٍ بقين منه</w:t>
      </w:r>
      <w:r w:rsidRPr="00053DCA">
        <w:rPr>
          <w:rtl/>
        </w:rPr>
        <w:t>(2)</w:t>
      </w:r>
      <w:r>
        <w:rPr>
          <w:rtl/>
        </w:rPr>
        <w:t>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قطع الرشيد عليه فرض صلاته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قسراً وأظهر كامن الأحقاد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إليه دسَّ سمّاً قاتلاً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فأصاب أقصى منيةٍ ومراد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عجيب امصيبته والله عجيبه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سجن السجن ظالم يجيبه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او چبده امن الولم زايد لهيبه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ولم يزل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يُنقل من سجن إلى سجن حتى قضى إمامنا نحبه صابراً محتسباً </w:t>
      </w:r>
      <w:r w:rsidR="00143F79">
        <w:rPr>
          <w:rtl/>
        </w:rPr>
        <w:t xml:space="preserve"> </w:t>
      </w:r>
      <w:r>
        <w:rPr>
          <w:rtl/>
        </w:rPr>
        <w:t>مسموماً في سجن السندي بن شاهك.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هلن دمه ابدال الدمع يعيون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الگظه غريب ابسجن هارون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امگيد بالحديد أو زرگ المتون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أجل چا وين هاشم ما يحضرون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83"/>
        <w:gridCol w:w="3508"/>
        <w:gridCol w:w="2105"/>
      </w:tblGrid>
      <w:tr w:rsidR="008F239C" w:rsidTr="00423904">
        <w:tc>
          <w:tcPr>
            <w:tcW w:w="1400" w:type="pct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الجثة الكاظم خل يشيعون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350" w:type="pct"/>
          </w:tcPr>
          <w:p w:rsidR="008F239C" w:rsidRDefault="008F239C" w:rsidP="00423904">
            <w:pPr>
              <w:rPr>
                <w:rtl/>
              </w:rPr>
            </w:pPr>
          </w:p>
        </w:tc>
      </w:tr>
    </w:tbl>
    <w:p w:rsidR="008F239C" w:rsidRPr="004473E9" w:rsidRDefault="008F239C" w:rsidP="0094659A">
      <w:pPr>
        <w:pStyle w:val="libLine"/>
        <w:rPr>
          <w:rtl/>
        </w:rPr>
      </w:pPr>
      <w:r w:rsidRPr="004473E9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(1) حياة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لمحقق الشيخ باقر شريف القرشي ج 2 ص 264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br/>
        <w:t>265 نقلاً عن المناقب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385.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(2) حياة الامام موسى بن جعفر للشيخ باقر شريف القرشي ج 2 ص 465 نقلاً عن البحار </w:t>
      </w:r>
      <w:r>
        <w:rPr>
          <w:rtl/>
        </w:rPr>
        <w:br/>
        <w:t>11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296 ط.</w:t>
      </w:r>
      <w:r>
        <w:rPr>
          <w:rFonts w:hint="cs"/>
          <w:rtl/>
        </w:rPr>
        <w:t xml:space="preserve"> </w:t>
      </w:r>
      <w:r>
        <w:rPr>
          <w:rtl/>
        </w:rPr>
        <w:t>القديمة.</w:t>
      </w:r>
    </w:p>
    <w:p w:rsidR="008F239C" w:rsidRDefault="008F239C" w:rsidP="0094659A">
      <w:pPr>
        <w:pStyle w:val="libFootnote0"/>
      </w:pPr>
      <w:r w:rsidRPr="00C97741"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چف الدهر ريته اليوم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جرح گلبي ولا أظن بعد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نعش موسى على احماميل ينشال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يظل فوگ الجسر ثاوي رميه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ونادوا على جسر الرصافة حوله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نداءً له السبع الطباق تزلزلُ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D2250A" w:rsidRDefault="008F239C" w:rsidP="00423904">
      <w:pPr>
        <w:pStyle w:val="libNormal"/>
        <w:rPr>
          <w:rtl/>
        </w:rPr>
      </w:pPr>
      <w:r w:rsidRPr="00D2250A"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4473E9" w:rsidRDefault="008F239C" w:rsidP="008F239C">
      <w:pPr>
        <w:pStyle w:val="Heading1"/>
        <w:rPr>
          <w:rtl/>
        </w:rPr>
      </w:pPr>
      <w:bookmarkStart w:id="95" w:name="_Toc57828399"/>
      <w:r w:rsidRPr="004473E9">
        <w:rPr>
          <w:rtl/>
        </w:rPr>
        <w:t>المجلس الخامس عشر</w:t>
      </w:r>
      <w:bookmarkEnd w:id="95"/>
    </w:p>
    <w:p w:rsidR="008F239C" w:rsidRPr="004473E9" w:rsidRDefault="008F239C" w:rsidP="008F239C">
      <w:pPr>
        <w:pStyle w:val="Heading2"/>
        <w:rPr>
          <w:rtl/>
        </w:rPr>
      </w:pPr>
      <w:bookmarkStart w:id="96" w:name="_Toc57828400"/>
      <w:r w:rsidRPr="004473E9">
        <w:rPr>
          <w:rtl/>
        </w:rPr>
        <w:t>الموضوع</w:t>
      </w:r>
      <w:r w:rsidRPr="004473E9">
        <w:rPr>
          <w:rFonts w:hint="cs"/>
          <w:rtl/>
        </w:rPr>
        <w:t xml:space="preserve"> </w:t>
      </w:r>
      <w:r w:rsidRPr="004473E9">
        <w:rPr>
          <w:rtl/>
        </w:rPr>
        <w:t xml:space="preserve">: مواقف الإمام </w:t>
      </w:r>
      <w:r w:rsidRPr="00423904">
        <w:rPr>
          <w:rStyle w:val="libAlaemChar"/>
          <w:rtl/>
        </w:rPr>
        <w:t>عليه‌السلام</w:t>
      </w:r>
      <w:r w:rsidRPr="004473E9">
        <w:rPr>
          <w:rtl/>
        </w:rPr>
        <w:t xml:space="preserve"> إزاء تصرفات السلطة</w:t>
      </w:r>
      <w:bookmarkEnd w:id="96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القصيدة: للسيد مهدي الأعرجي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جلبوهُ قسراً من مدينة جدّهِ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نحو المدائنِ موثقاً بقيود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حبسوهُ في «طامورةٍ» لم يَنفجرْ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ليلَ الشقا عنْ صبحها بعمودِ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تبتْ يد الرجس (الرشيد) بفعلهِ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إذْ ليسَ فيما قد جنى برشيدِ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أوحى إلى (سنديّه) ليسمهُ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سماً تذوب به صخور البيدِ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فقضى سميماً في السجون مشرَّداً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في منزل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عمَّن يحبُ بعيدِ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وضعوا على جسر الرصافةِ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وعليه جهراً بالإهانةِ نودي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ثلثتيام ظل من غير تغسيل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عنده عشيرة النعشه اتشيل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شالوا للجسر أربع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بي سمعت الناس أو غدت تلتم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اشحال ابنه الرضا لمن گصد 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أو عاين للحديد أو شاف رجليه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ظل يبچي إعلى حاله أو ينحب اعليه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حتى انچتل بخريسان بالسم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مبلغ الإسلام أنَّ زعيمهُ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مات في سجن الرشيد سميما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Pr="008D3CCE" w:rsidRDefault="008F239C" w:rsidP="00423904">
      <w:pPr>
        <w:pStyle w:val="libNormal"/>
        <w:rPr>
          <w:rtl/>
        </w:rPr>
      </w:pPr>
      <w:r w:rsidRPr="008D3CCE">
        <w:rPr>
          <w:rtl/>
        </w:rPr>
        <w:br w:type="page"/>
      </w:r>
    </w:p>
    <w:p w:rsidR="008F239C" w:rsidRPr="008D3CCE" w:rsidRDefault="008F239C" w:rsidP="008F239C">
      <w:pPr>
        <w:pStyle w:val="Heading2"/>
        <w:rPr>
          <w:rtl/>
        </w:rPr>
      </w:pPr>
      <w:bookmarkStart w:id="97" w:name="_Toc57828401"/>
      <w:r w:rsidRPr="008D3CCE">
        <w:rPr>
          <w:rtl/>
        </w:rPr>
        <w:lastRenderedPageBreak/>
        <w:t>1 ـ موقفه في السجن:</w:t>
      </w:r>
      <w:bookmarkEnd w:id="97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بعث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برسالة وهو في السجن إلى هارون: «إنه لن </w:t>
      </w:r>
      <w:r w:rsidR="00143F79">
        <w:rPr>
          <w:rtl/>
        </w:rPr>
        <w:t xml:space="preserve"> </w:t>
      </w:r>
      <w:r>
        <w:rPr>
          <w:rtl/>
        </w:rPr>
        <w:t xml:space="preserve">ينقضي عني يوم من البلاء إلّا انقضى عنك معه يوم من الرخاء حتى نفضي جميعاً </w:t>
      </w:r>
      <w:r w:rsidR="00143F79">
        <w:rPr>
          <w:rtl/>
        </w:rPr>
        <w:t xml:space="preserve"> </w:t>
      </w:r>
      <w:r>
        <w:rPr>
          <w:rtl/>
        </w:rPr>
        <w:t>إلى يوم ليس له انقضاء يخسر فيه المبطلون»</w:t>
      </w:r>
      <w:r w:rsidRPr="008723A9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السجن عند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مدرسة للعبادة والطاعة والصبر يسخرها الانسان </w:t>
      </w:r>
      <w:r w:rsidR="00143F79">
        <w:rPr>
          <w:rtl/>
        </w:rPr>
        <w:t xml:space="preserve"> </w:t>
      </w:r>
      <w:r>
        <w:rPr>
          <w:rtl/>
        </w:rPr>
        <w:t xml:space="preserve">العارف لبلوغ مدارج الكمال، فصَبَرَ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راضياً بما قضاه الله حتى </w:t>
      </w:r>
      <w:r w:rsidR="00143F79">
        <w:rPr>
          <w:rtl/>
        </w:rPr>
        <w:t xml:space="preserve"> </w:t>
      </w:r>
      <w:r>
        <w:rPr>
          <w:rtl/>
        </w:rPr>
        <w:t>سمّي الكاظم لما تحمّل من صعاب وما كظم من غيظ عما فعله الظالمون به.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لذلك كان يشكر الله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ويقول: «اللهمَّ إنّك تعلم أني كنت أسألكَ أن </w:t>
      </w:r>
      <w:r w:rsidR="00143F79">
        <w:rPr>
          <w:rtl/>
        </w:rPr>
        <w:t xml:space="preserve"> </w:t>
      </w:r>
      <w:r>
        <w:rPr>
          <w:rtl/>
        </w:rPr>
        <w:t>تفرّغني لعبادتك اللهمَّ وقد فعلت، فلك الحمد»</w:t>
      </w:r>
      <w:r w:rsidRPr="008723A9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لقد واجه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السجن بروح ملؤها الصبر، فلم يهن ولم ينكل، ولم </w:t>
      </w:r>
      <w:r w:rsidR="00143F79">
        <w:rPr>
          <w:rtl/>
        </w:rPr>
        <w:t xml:space="preserve"> </w:t>
      </w:r>
      <w:r>
        <w:rPr>
          <w:rtl/>
        </w:rPr>
        <w:t xml:space="preserve">يظهر الإذعان والخضوع إلى السلطان الجائر فقد قيل له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وهو في الحبس: «لو </w:t>
      </w:r>
      <w:r w:rsidR="00143F79">
        <w:rPr>
          <w:rtl/>
        </w:rPr>
        <w:t xml:space="preserve"> </w:t>
      </w:r>
      <w:r>
        <w:rPr>
          <w:rtl/>
        </w:rPr>
        <w:t xml:space="preserve">كتبت إلى فلان يكلم فيك الرشيد؟ فقال: حدثني أبي عن آبائه: إن الله عز وجل </w:t>
      </w:r>
      <w:r w:rsidR="00143F79">
        <w:rPr>
          <w:rtl/>
        </w:rPr>
        <w:t xml:space="preserve"> </w:t>
      </w:r>
      <w:r>
        <w:rPr>
          <w:rtl/>
        </w:rPr>
        <w:t xml:space="preserve">أوحى إلى داود، يا داود، إنه ما اعتصم عبد من عبادي بأحد من خلقي دوني... إلّا </w:t>
      </w:r>
      <w:r w:rsidR="00143F79">
        <w:rPr>
          <w:rtl/>
        </w:rPr>
        <w:t xml:space="preserve"> </w:t>
      </w:r>
      <w:r>
        <w:rPr>
          <w:rtl/>
        </w:rPr>
        <w:t>وقطعتُ عنه أسباب السماء وأسخت الأرض من تحته»</w:t>
      </w:r>
      <w:r w:rsidRPr="008723A9">
        <w:rPr>
          <w:rtl/>
        </w:rPr>
        <w:t>(3)</w:t>
      </w:r>
      <w:r>
        <w:rPr>
          <w:rtl/>
        </w:rPr>
        <w:t>.</w:t>
      </w:r>
    </w:p>
    <w:p w:rsidR="008F239C" w:rsidRPr="002537F1" w:rsidRDefault="008F239C" w:rsidP="008F239C">
      <w:pPr>
        <w:pStyle w:val="Heading2"/>
        <w:rPr>
          <w:rtl/>
        </w:rPr>
      </w:pPr>
      <w:bookmarkStart w:id="98" w:name="_Toc57828402"/>
      <w:r w:rsidRPr="002537F1">
        <w:rPr>
          <w:rtl/>
        </w:rPr>
        <w:t>2 ـ موقفه من الرشيد:</w:t>
      </w:r>
      <w:bookmarkEnd w:id="98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للإمام حالات معينة مع الرشيد حسب متطلبات المرحلة والوقت الذي يملي </w:t>
      </w:r>
      <w:r w:rsidR="00143F79">
        <w:rPr>
          <w:rtl/>
        </w:rPr>
        <w:t xml:space="preserve"> </w:t>
      </w:r>
      <w:r>
        <w:rPr>
          <w:rtl/>
        </w:rPr>
        <w:t>عليه الموقف، ففي بعض الأحيان يكون الموقف: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أ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الموعظة: فقد روي عن إسماعيل بن بشر بن عمّار، قال: كتب هارون الرشيد </w:t>
      </w:r>
      <w:r w:rsidR="00143F79">
        <w:rPr>
          <w:rtl/>
        </w:rPr>
        <w:t xml:space="preserve"> </w:t>
      </w:r>
      <w:r>
        <w:rPr>
          <w:rtl/>
        </w:rPr>
        <w:t xml:space="preserve">إلى أبي الحسن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عِظني وأوجز قال: فكتب إليه: ما من شيءٍ </w:t>
      </w:r>
      <w:r w:rsidR="00143F79">
        <w:rPr>
          <w:rtl/>
        </w:rPr>
        <w:t xml:space="preserve"> </w:t>
      </w:r>
      <w:r>
        <w:rPr>
          <w:rtl/>
        </w:rPr>
        <w:t>تراه عينك إلّا وفيه موعظةُ</w:t>
      </w:r>
      <w:r w:rsidRPr="008723A9">
        <w:rPr>
          <w:rtl/>
        </w:rPr>
        <w:t>(4)</w:t>
      </w:r>
      <w:r>
        <w:rPr>
          <w:rtl/>
        </w:rPr>
        <w:t>.</w:t>
      </w:r>
    </w:p>
    <w:p w:rsidR="008F239C" w:rsidRPr="002537F1" w:rsidRDefault="008F239C" w:rsidP="0094659A">
      <w:pPr>
        <w:pStyle w:val="libLine"/>
        <w:rPr>
          <w:rtl/>
        </w:rPr>
      </w:pPr>
      <w:r w:rsidRPr="002537F1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(1)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سيرة وتأريخ ص 73 عن تذكرة الخواص ص 360.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 ص 74 نقلاً عن الإرشاد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240.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نفس المصدر السابق نقلاً عن تأريخ اليعقوبي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414.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(4) نفس المصدر السابق نقلاً عن أمالي الصدوق: 599.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وروى عن عبد العظيم الحسني عن محمد بن علي عن أبيه، قال: «دخل موسى </w:t>
      </w:r>
      <w:r w:rsidR="00143F79">
        <w:rPr>
          <w:rtl/>
        </w:rPr>
        <w:t xml:space="preserve"> </w:t>
      </w:r>
      <w:r>
        <w:rPr>
          <w:rtl/>
        </w:rPr>
        <w:t xml:space="preserve">ابن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على هارون الرشيد، وقد استخفه الغضب على رجلٍ، فقال له الامام </w:t>
      </w:r>
      <w:r w:rsidR="00143F79">
        <w:rPr>
          <w:rtl/>
        </w:rPr>
        <w:t xml:space="preserve"> </w:t>
      </w:r>
      <w:r>
        <w:rPr>
          <w:rtl/>
        </w:rPr>
        <w:t xml:space="preserve">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>: إنّما تغضب لله عزّ وجل، فلا تغضب له بأكثر مما غضب لنفسه»</w:t>
      </w:r>
      <w:r w:rsidRPr="008723A9">
        <w:rPr>
          <w:rtl/>
        </w:rPr>
        <w:t>(1)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وكذلك قال الرشيد للإمام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«إنّي قاتلك! فقال الامام: لا تفعل، فإني </w:t>
      </w:r>
      <w:r w:rsidR="00143F79">
        <w:rPr>
          <w:rtl/>
        </w:rPr>
        <w:t xml:space="preserve"> </w:t>
      </w:r>
      <w:r>
        <w:rPr>
          <w:rtl/>
        </w:rPr>
        <w:t xml:space="preserve">سمعت أبي يقول: قال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إنّ العبد يكون واصلاً لرحمه وقد بقي من </w:t>
      </w:r>
      <w:r w:rsidR="00143F79">
        <w:rPr>
          <w:rtl/>
        </w:rPr>
        <w:t xml:space="preserve"> </w:t>
      </w:r>
      <w:r>
        <w:rPr>
          <w:rtl/>
        </w:rPr>
        <w:t xml:space="preserve">أجله ثلاث سنين فيمدها الله حتى ثلاثين سنة، ويكون العبد قاطعاً لرحمه وقد بقي </w:t>
      </w:r>
      <w:r w:rsidR="00143F79">
        <w:rPr>
          <w:rtl/>
        </w:rPr>
        <w:t xml:space="preserve"> </w:t>
      </w:r>
      <w:r>
        <w:rPr>
          <w:rtl/>
        </w:rPr>
        <w:t>من أجله ثلاثون سنة فيصيرها الله حتى يجعلها ثلاث سنين»</w:t>
      </w:r>
      <w:r w:rsidRPr="008723A9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قد تكون المواجهة أشد وأكثر وقعاً كما في المناظرات التي ردّ الامام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شبهات الرشيد ومنها كيفية انتسابهم إلى جدهم المصطفى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وفضلهم على بني </w:t>
      </w:r>
      <w:r w:rsidR="00143F79">
        <w:rPr>
          <w:rtl/>
        </w:rPr>
        <w:t xml:space="preserve"> </w:t>
      </w:r>
      <w:r>
        <w:rPr>
          <w:rtl/>
        </w:rPr>
        <w:t>العباس. وهذا نص الحوار: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دَخَلَ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ذات يوم على الرشيد فقال الرشيد للإمام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: </w:t>
      </w:r>
      <w:r w:rsidR="00143F79">
        <w:rPr>
          <w:rtl/>
        </w:rPr>
        <w:t xml:space="preserve"> </w:t>
      </w:r>
      <w:r>
        <w:rPr>
          <w:rtl/>
        </w:rPr>
        <w:t xml:space="preserve">لِمَ جوزتم للعامة والخاصة أن ينسبوكم إلى رسول الله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ويقولون لكم: يا بني </w:t>
      </w:r>
      <w:r w:rsidR="00143F79">
        <w:rPr>
          <w:rtl/>
        </w:rPr>
        <w:t xml:space="preserve"> </w:t>
      </w:r>
      <w:r>
        <w:rPr>
          <w:rtl/>
        </w:rPr>
        <w:t xml:space="preserve">رسول الله وأنتم بنو علي، وإنما ينسبُ المرءُ إلى أبيه، وفاطمة إنما هي وعاء، والنبيّ </w:t>
      </w:r>
      <w:r w:rsidR="00143F79">
        <w:rPr>
          <w:rtl/>
        </w:rPr>
        <w:t xml:space="preserve"> </w:t>
      </w:r>
      <w:r>
        <w:rPr>
          <w:rtl/>
        </w:rPr>
        <w:t xml:space="preserve">جدكم من قبل أمكم؟ فقلت يا أمير المؤمنين، لو أن </w:t>
      </w:r>
      <w:r>
        <w:rPr>
          <w:rFonts w:hint="cs"/>
          <w:rtl/>
        </w:rPr>
        <w:t xml:space="preserve">النبي </w:t>
      </w:r>
      <w:r w:rsidRPr="00423904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نشر</w:t>
      </w:r>
      <w:r>
        <w:rPr>
          <w:rtl/>
        </w:rPr>
        <w:t xml:space="preserve"> فخطب إليك </w:t>
      </w:r>
      <w:r w:rsidR="00143F79">
        <w:rPr>
          <w:rtl/>
        </w:rPr>
        <w:t xml:space="preserve"> </w:t>
      </w:r>
      <w:r>
        <w:rPr>
          <w:rtl/>
        </w:rPr>
        <w:t xml:space="preserve">كريمتك هل كنت تجيبه؟ فقال: سبحان الله! ولم لا أجيبه؟ بل أفتخر على العرب </w:t>
      </w:r>
      <w:r w:rsidR="00143F79">
        <w:rPr>
          <w:rtl/>
        </w:rPr>
        <w:t xml:space="preserve"> </w:t>
      </w:r>
      <w:r>
        <w:rPr>
          <w:rtl/>
        </w:rPr>
        <w:t xml:space="preserve">والعجم وقريش بذلك، فقلت: لكنه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لا يخطب إليَّ ولا أُزوجه فقال ولِمَ؟ </w:t>
      </w:r>
      <w:r w:rsidR="00143F79">
        <w:rPr>
          <w:rtl/>
        </w:rPr>
        <w:t xml:space="preserve"> </w:t>
      </w:r>
      <w:r>
        <w:rPr>
          <w:rtl/>
        </w:rPr>
        <w:t>فقلت: لأنه ولدني ولم يلدك، فقال أحسنت يا موسى.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ثم قال: كيف قلتم: إنا ذرية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والنبي لم يعقب، وإنما العقب للذكر لا </w:t>
      </w:r>
      <w:r w:rsidR="00143F79">
        <w:rPr>
          <w:rtl/>
        </w:rPr>
        <w:t xml:space="preserve"> </w:t>
      </w:r>
      <w:r>
        <w:rPr>
          <w:rtl/>
        </w:rPr>
        <w:t>للأنثى، أنتم ولد البنت، ولا يكون لها عقب؟</w:t>
      </w:r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فقلت: أسألك بحق القرابة والقبر تومن فيه إلّا ما أعفيتني عن هذه المسألة، </w:t>
      </w:r>
      <w:r>
        <w:rPr>
          <w:rtl/>
        </w:rPr>
        <w:br/>
        <w:t xml:space="preserve">فقال: لا أو تخبرني بحجتكم فيه يا ولد علي، وأنت يا موسى يعسوبهم وإمام </w:t>
      </w:r>
      <w:r>
        <w:rPr>
          <w:rtl/>
        </w:rPr>
        <w:br/>
        <w:t>زمانهم، كذا أُنهي إليَّ، ولستُ أعفيك في كل ما أسألك عنه، حتى تأتيني فيه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نفس المصدر السابق ص 75 نقلاً عن عيون أخبار الرضا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292.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نفس المصدر السابق ص 75 نقلاً عن ربيع الأبرار للزمخشري 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553.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بحجة من كتاب الله تعالى، وأنتم تدّعون معشر ولد علي أنه لا يسقط عنكم منه </w:t>
      </w:r>
      <w:r w:rsidR="00143F79">
        <w:rPr>
          <w:rtl/>
        </w:rPr>
        <w:t xml:space="preserve"> </w:t>
      </w:r>
      <w:r>
        <w:rPr>
          <w:rtl/>
        </w:rPr>
        <w:t xml:space="preserve">شيء ألف ولا واو إلّا تأويله عندكم واحتججتم بقوله عزّ وجل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مَّا فَرَّطْنَا فِي </w:t>
      </w:r>
      <w:r w:rsidRPr="00423904">
        <w:rPr>
          <w:rStyle w:val="libAieChar"/>
          <w:rtl/>
        </w:rPr>
        <w:br/>
        <w:t>الْكِتَابِ مِن شَيْءٍ</w:t>
      </w:r>
      <w:r w:rsidRPr="00423904">
        <w:rPr>
          <w:rStyle w:val="libAlaemChar"/>
          <w:rtl/>
        </w:rPr>
        <w:t>)</w:t>
      </w:r>
      <w:r w:rsidRPr="00A63E83">
        <w:rPr>
          <w:rtl/>
        </w:rPr>
        <w:t>(1)</w:t>
      </w:r>
      <w:r>
        <w:rPr>
          <w:rtl/>
        </w:rPr>
        <w:t xml:space="preserve"> وقد استغنيتم عن رأي العلماء وقياسهم، فقلت: تأذن لي </w:t>
      </w:r>
      <w:r w:rsidR="00143F79">
        <w:rPr>
          <w:rtl/>
        </w:rPr>
        <w:t xml:space="preserve"> </w:t>
      </w:r>
      <w:r>
        <w:rPr>
          <w:rtl/>
        </w:rPr>
        <w:t>في الجواب؟ فقال: هات! فقلت أعوذ بالله من الشيطان الرجيم «</w:t>
      </w:r>
      <w:r w:rsidRPr="00423904">
        <w:rPr>
          <w:rStyle w:val="libAieChar"/>
          <w:rtl/>
        </w:rPr>
        <w:t xml:space="preserve">بِسْمِ اللَّهِ الرَّحْمَٰنِ </w:t>
      </w:r>
      <w:r w:rsidRPr="00423904">
        <w:rPr>
          <w:rStyle w:val="libAieChar"/>
          <w:rFonts w:hint="cs"/>
          <w:rtl/>
        </w:rPr>
        <w:br/>
      </w:r>
      <w:r w:rsidRPr="00423904">
        <w:rPr>
          <w:rStyle w:val="libAieChar"/>
          <w:rtl/>
        </w:rPr>
        <w:t xml:space="preserve">الرَّحِيمِ... وَمِن ذُرِّيَّتِهِ دَاوُودَ وَسُلَيْمَانَ وَأَيُّوبَ وَيُوسُفَ وَمُوسَىٰ وَهَارُونَ وَكَذَٰلِكَ </w:t>
      </w:r>
      <w:r w:rsidRPr="00423904">
        <w:rPr>
          <w:rStyle w:val="libAieChar"/>
          <w:rFonts w:hint="cs"/>
          <w:rtl/>
        </w:rPr>
        <w:br/>
      </w:r>
      <w:r w:rsidRPr="00423904">
        <w:rPr>
          <w:rStyle w:val="libAieChar"/>
          <w:rtl/>
        </w:rPr>
        <w:t>نَجْزِي الْمُحْسِنِينَ ، وَزَكَرِيَّا وَيَحْيَىٰ وَعِيسَىٰ</w:t>
      </w:r>
      <w:r>
        <w:rPr>
          <w:rtl/>
        </w:rPr>
        <w:t xml:space="preserve"> مَن أبو عيسى يا أميرَ المؤمنين؟ فقال: </w:t>
      </w:r>
      <w:r w:rsidR="00143F79">
        <w:rPr>
          <w:rtl/>
        </w:rPr>
        <w:t xml:space="preserve"> </w:t>
      </w:r>
      <w:r>
        <w:rPr>
          <w:rtl/>
        </w:rPr>
        <w:t xml:space="preserve">ليس لعيسى أب، فقلت إنما ألحقناه بذراري الأنبياء </w:t>
      </w:r>
      <w:r w:rsidRPr="00423904">
        <w:rPr>
          <w:rStyle w:val="libAlaemChar"/>
          <w:rtl/>
        </w:rPr>
        <w:t>عليهم‌السلام</w:t>
      </w:r>
      <w:r>
        <w:rPr>
          <w:rtl/>
        </w:rPr>
        <w:t xml:space="preserve"> من طريق مريم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وكذكل أُلحقنا بذراري النبي </w:t>
      </w:r>
      <w:r w:rsidRPr="00423904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 قبل أمنا فاطمة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أزيدك يا أمير المؤمنين؟ قال: هات! قلت: قول الله عز وجل </w:t>
      </w:r>
      <w:r w:rsidRPr="00423904">
        <w:rPr>
          <w:rStyle w:val="libAlaemChar"/>
          <w:rtl/>
        </w:rPr>
        <w:t>(</w:t>
      </w:r>
      <w:r w:rsidRPr="00423904">
        <w:rPr>
          <w:rStyle w:val="libAieChar"/>
          <w:rtl/>
        </w:rPr>
        <w:t xml:space="preserve">فَمَنْ حَاجَّكَ فِيهِ </w:t>
      </w:r>
      <w:r w:rsidRPr="00423904">
        <w:rPr>
          <w:rStyle w:val="libAieChar"/>
          <w:rtl/>
        </w:rPr>
        <w:br/>
        <w:t xml:space="preserve">مِن بَعْدِ مَا جَاءَكَ مِنَ الْعِلْمِ فَقُلْ تَعَالَوْا نَدْعُ أَبْنَاءَنَا وَأَبْنَاءَكُمْ وَنِسَاءَنَا وَنِسَاءَكُمْ </w:t>
      </w:r>
      <w:r w:rsidRPr="00423904">
        <w:rPr>
          <w:rStyle w:val="libAieChar"/>
          <w:rtl/>
        </w:rPr>
        <w:br/>
        <w:t>وَأَنفُسَنَا وَأَنفُسَكُمْ ثُمَّ نَبْتَهِلْ فَنَجْعَل لَّعْنَتَ اللَّـهِ عَلَى الْكَاذِبِينَ</w:t>
      </w:r>
      <w:r w:rsidRPr="00423904">
        <w:rPr>
          <w:rStyle w:val="libAlaemChar"/>
          <w:rtl/>
        </w:rPr>
        <w:t>)</w:t>
      </w:r>
      <w:r w:rsidRPr="00A63E83">
        <w:rPr>
          <w:rtl/>
        </w:rPr>
        <w:t>(2)</w:t>
      </w:r>
      <w:r>
        <w:rPr>
          <w:rtl/>
        </w:rPr>
        <w:t>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فكان تأويل قوله (أبناءنا) الحسن والحسين، ونساءنا (فاطمة </w:t>
      </w:r>
      <w:r w:rsidRPr="00423904">
        <w:rPr>
          <w:rStyle w:val="libAlaemChar"/>
          <w:rtl/>
        </w:rPr>
        <w:t>عليها‌السلام</w:t>
      </w:r>
      <w:r>
        <w:rPr>
          <w:rtl/>
        </w:rPr>
        <w:t xml:space="preserve">) وأنفسنا (علي </w:t>
      </w:r>
      <w:r w:rsidR="00143F79">
        <w:rPr>
          <w:rtl/>
        </w:rPr>
        <w:t xml:space="preserve"> </w:t>
      </w:r>
      <w:r>
        <w:rPr>
          <w:rtl/>
        </w:rPr>
        <w:t>بن أبي طالب)</w:t>
      </w:r>
      <w:r w:rsidRPr="00A63E83">
        <w:rPr>
          <w:rtl/>
        </w:rPr>
        <w:t>(3)</w:t>
      </w:r>
      <w:r>
        <w:rPr>
          <w:rtl/>
        </w:rPr>
        <w:t>.</w:t>
      </w:r>
    </w:p>
    <w:p w:rsidR="008F239C" w:rsidRPr="00664AF8" w:rsidRDefault="008F239C" w:rsidP="008F239C">
      <w:pPr>
        <w:pStyle w:val="Heading2"/>
        <w:rPr>
          <w:rtl/>
        </w:rPr>
      </w:pPr>
      <w:bookmarkStart w:id="99" w:name="_Toc57828403"/>
      <w:r w:rsidRPr="00664AF8">
        <w:rPr>
          <w:rtl/>
        </w:rPr>
        <w:t>3 ـ مقاطعة الدولة:</w:t>
      </w:r>
      <w:bookmarkEnd w:id="99"/>
    </w:p>
    <w:p w:rsidR="008F239C" w:rsidRPr="00296D77" w:rsidRDefault="008F239C" w:rsidP="0094659A">
      <w:pPr>
        <w:pStyle w:val="libLine"/>
        <w:rPr>
          <w:rtl/>
        </w:rPr>
      </w:pPr>
      <w:r>
        <w:rPr>
          <w:rtl/>
        </w:rPr>
        <w:t xml:space="preserve">من جملة المواقف التي اتخذها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مقاطعة الدولة وتحريم </w:t>
      </w:r>
      <w:r>
        <w:rPr>
          <w:rtl/>
        </w:rPr>
        <w:br/>
        <w:t xml:space="preserve">الانضواء في أجهزتها إلّا في حالات خاصة (كما بالنسبة لعلي بن يقطين) وهذا ما </w:t>
      </w:r>
      <w:r>
        <w:rPr>
          <w:rtl/>
        </w:rPr>
        <w:br/>
        <w:t xml:space="preserve">نلمسه بشكل واضح بالنسبة لصفوان بن مهران الجمّال من أصحابه قال صفوان </w:t>
      </w:r>
      <w:r>
        <w:rPr>
          <w:rtl/>
        </w:rPr>
        <w:br/>
        <w:t xml:space="preserve">«دخلت على أبي الحسن الأول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فقال لي يا صفوان كل شيء منك حسن </w:t>
      </w:r>
      <w:r>
        <w:rPr>
          <w:rtl/>
        </w:rPr>
        <w:br/>
        <w:t xml:space="preserve">وجميل ما خلا شيئاً واحداً، قلت: جعلت فداك، أي شيء؟ قال: اكراؤك جمالك </w:t>
      </w:r>
      <w:r>
        <w:rPr>
          <w:rtl/>
        </w:rPr>
        <w:br/>
        <w:t>من هذا الرجل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يعني هارون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قال والله ما أكريته أشراً ولا بطراً ولا للصيد ولا </w:t>
      </w:r>
      <w:r>
        <w:rPr>
          <w:rtl/>
        </w:rPr>
        <w:br/>
        <w:t>للهو، ولكنّي أكريته لهذا الطريق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يعني طريق مكة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ولا أتولاه بنفسي، ولكن</w:t>
      </w:r>
      <w:r>
        <w:rPr>
          <w:rFonts w:hint="cs"/>
          <w:rtl/>
        </w:rPr>
        <w:t xml:space="preserve"> </w:t>
      </w:r>
      <w:r>
        <w:rPr>
          <w:rtl/>
        </w:rPr>
        <w:br/>
      </w:r>
      <w:r w:rsidRPr="00296D77">
        <w:rPr>
          <w:rtl/>
        </w:rPr>
        <w:t>__</w:t>
      </w:r>
      <w:r>
        <w:rPr>
          <w:rtl/>
        </w:rPr>
        <w:t>_______</w:t>
      </w:r>
      <w:r w:rsidRPr="00296D77">
        <w:rPr>
          <w:rtl/>
        </w:rPr>
        <w:t>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(1) سورة الانعام: 38.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(2) سورة آل عمران: 61.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>(3) عيون أخبار الرضا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83.</w:t>
      </w:r>
    </w:p>
    <w:p w:rsidR="008F239C" w:rsidRDefault="008F239C" w:rsidP="0094659A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أبعث معه غلماني فقال يا صفوان، أيقع كراؤك عليهم؟ قلت: نعم، جعلت فداك، </w:t>
      </w:r>
      <w:r w:rsidR="00143F79">
        <w:rPr>
          <w:rtl/>
        </w:rPr>
        <w:t xml:space="preserve"> </w:t>
      </w:r>
      <w:r>
        <w:rPr>
          <w:rtl/>
        </w:rPr>
        <w:t xml:space="preserve">قال: فقال لي: أتحبّ بقاءهم حتى يخرج كراؤك؟ قلت نعم، قال: مَن أحبّ بقاءهم </w:t>
      </w:r>
      <w:r w:rsidR="00143F79">
        <w:rPr>
          <w:rtl/>
        </w:rPr>
        <w:t xml:space="preserve"> </w:t>
      </w:r>
      <w:r>
        <w:rPr>
          <w:rtl/>
        </w:rPr>
        <w:t>فهو منهم، ومن كان منهم ورد النار، قال صفوان فذهبت فبعت جمالي عن آخرها.</w:t>
      </w:r>
    </w:p>
    <w:p w:rsidR="008F239C" w:rsidRPr="00664AF8" w:rsidRDefault="008F239C" w:rsidP="008F239C">
      <w:pPr>
        <w:pStyle w:val="Heading2"/>
        <w:rPr>
          <w:rtl/>
        </w:rPr>
      </w:pPr>
      <w:bookmarkStart w:id="100" w:name="_Toc57828404"/>
      <w:r w:rsidRPr="00664AF8">
        <w:rPr>
          <w:rtl/>
        </w:rPr>
        <w:t>ولهذا الموقف أسباب أهمّها</w:t>
      </w:r>
      <w:bookmarkEnd w:id="100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أنَّ السلطة العباسية قد أمعنت في إقصاء الأمّة عن قيادة الامة ومارست معهم </w:t>
      </w:r>
      <w:r w:rsidR="00143F79">
        <w:rPr>
          <w:rtl/>
        </w:rPr>
        <w:t xml:space="preserve"> </w:t>
      </w:r>
      <w:r>
        <w:rPr>
          <w:rtl/>
        </w:rPr>
        <w:t xml:space="preserve">شتّى أساليب الظلم والجور والقتل والسجن وغيرها، لذلك فإنَّ التعاون مع تلك </w:t>
      </w:r>
      <w:r w:rsidR="00143F79">
        <w:rPr>
          <w:rtl/>
        </w:rPr>
        <w:t xml:space="preserve"> </w:t>
      </w:r>
      <w:r>
        <w:rPr>
          <w:rtl/>
        </w:rPr>
        <w:t>السلطات هو تعبير عن حالة الرضا عن ذلك الموقف.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العمل في أجهزة الدولة العباسية يغيِّر عن الاعتراف والإقرار بشرعيتها </w:t>
      </w:r>
      <w:r w:rsidR="00143F79">
        <w:rPr>
          <w:rtl/>
        </w:rPr>
        <w:t xml:space="preserve"> </w:t>
      </w:r>
      <w:r>
        <w:rPr>
          <w:rtl/>
        </w:rPr>
        <w:t>وأحقيّة ممارستها.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هذا الموقف بمثابة دعوة صريحة للأمة إلى الأنفتاح على مبادئها الرسالية </w:t>
      </w:r>
      <w:r w:rsidR="00143F79">
        <w:rPr>
          <w:rtl/>
        </w:rPr>
        <w:t xml:space="preserve"> </w:t>
      </w:r>
      <w:r>
        <w:rPr>
          <w:rtl/>
        </w:rPr>
        <w:t>وتوعيتها على واقع الظلم والفساد</w:t>
      </w:r>
      <w:r w:rsidRPr="00A63E83">
        <w:rPr>
          <w:rtl/>
        </w:rPr>
        <w:t>(1)</w:t>
      </w:r>
      <w:r>
        <w:rPr>
          <w:rtl/>
        </w:rPr>
        <w:t>.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تباً لهم من أمةٍ لم يحفظوا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عهد النبي بآله الأمجاد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قد شتتوهم بين مقهور ومأ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سورٍ ومتخورٍ بسيف عناد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لهفي وهل يجدي أسىً لهفي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على موسى بن جعفر علة الايجاد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ما زال ينقل في السجون معانياً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عضَّ القيود ومثقل الأصفاد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يا گلبي ذوب أو يا دمع عيني تفجّر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للي گضه ابسجن الرجس گلبه تفطر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امر الطاغي اتشيل ابن جعفر حماميل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شالوا الجنازه او لا مشت خلفه رياجيل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واعله الجسر ذبوه وابرجله زناجيل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واگلوب شيعتهم عليه ابنار تسعر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Pr="00664AF8" w:rsidRDefault="008F239C" w:rsidP="0094659A">
      <w:pPr>
        <w:pStyle w:val="libLine"/>
        <w:rPr>
          <w:rtl/>
        </w:rPr>
      </w:pPr>
      <w:r w:rsidRPr="00664AF8">
        <w:rPr>
          <w:rtl/>
        </w:rPr>
        <w:t>_________________________</w:t>
      </w:r>
    </w:p>
    <w:p w:rsidR="008F239C" w:rsidRDefault="008F239C" w:rsidP="0094659A">
      <w:pPr>
        <w:pStyle w:val="libFootnote0"/>
        <w:rPr>
          <w:rtl/>
        </w:rPr>
      </w:pPr>
      <w:r>
        <w:rPr>
          <w:rtl/>
        </w:rPr>
        <w:t xml:space="preserve">(1) الامام موسی الكاظم </w:t>
      </w:r>
      <w:r w:rsidRPr="00423904">
        <w:rPr>
          <w:rStyle w:val="libAlaemChar"/>
          <w:rtl/>
        </w:rPr>
        <w:t>عليه‌السلام</w:t>
      </w:r>
      <w:r w:rsidRPr="00690384">
        <w:rPr>
          <w:rtl/>
        </w:rPr>
        <w:t xml:space="preserve"> سير</w:t>
      </w:r>
      <w:r>
        <w:rPr>
          <w:rtl/>
        </w:rPr>
        <w:t>ة وتأريخ علی موسی الكعبي ص 78 ـ 79.</w:t>
      </w:r>
    </w:p>
    <w:p w:rsidR="008F239C" w:rsidRDefault="008F239C" w:rsidP="00423904">
      <w:pPr>
        <w:pStyle w:val="libNormal"/>
      </w:pPr>
      <w:r>
        <w:br w:type="page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شيعة علي الكرار فجعتهم شديدة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من عاينوه امغلل او بالساگ گيده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مطروح فوگ الجسر ما فكوا حديده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صاحت يبوا ابراهيم يومك صاير أگشر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508"/>
        <w:gridCol w:w="780"/>
        <w:gridCol w:w="3508"/>
      </w:tblGrid>
      <w:tr w:rsidR="008F239C" w:rsidTr="00423904"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وضعوا على جسر الرصافة نعشه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250" w:type="pct"/>
            <w:shd w:val="clear" w:color="auto" w:fill="auto"/>
          </w:tcPr>
          <w:p w:rsidR="008F239C" w:rsidRDefault="008F239C" w:rsidP="0094659A">
            <w:pPr>
              <w:pStyle w:val="libPoem"/>
              <w:rPr>
                <w:rtl/>
              </w:rPr>
            </w:pPr>
            <w:r>
              <w:rPr>
                <w:rtl/>
              </w:rPr>
              <w:t>وعليه نادى بالهوان منادي</w:t>
            </w:r>
            <w:r w:rsidRPr="0094659A">
              <w:rPr>
                <w:rStyle w:val="libPoemTiniChar0"/>
                <w:rtl/>
              </w:rPr>
              <w:br/>
              <w:t> </w:t>
            </w:r>
          </w:p>
        </w:tc>
      </w:tr>
    </w:tbl>
    <w:p w:rsidR="008F239C" w:rsidRDefault="008F239C" w:rsidP="0094659A">
      <w:pPr>
        <w:pStyle w:val="libCenterBold2"/>
        <w:rPr>
          <w:rtl/>
        </w:rPr>
      </w:pP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 </w:t>
      </w:r>
      <w:r>
        <w:t>*</w:t>
      </w:r>
    </w:p>
    <w:p w:rsidR="008F239C" w:rsidRDefault="008F239C" w:rsidP="00423904">
      <w:pPr>
        <w:pStyle w:val="libBold1"/>
        <w:rPr>
          <w:rtl/>
        </w:rPr>
      </w:pPr>
      <w:r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664AF8" w:rsidRDefault="008F239C" w:rsidP="008F239C">
      <w:pPr>
        <w:pStyle w:val="Heading1"/>
        <w:rPr>
          <w:rtl/>
        </w:rPr>
      </w:pPr>
      <w:bookmarkStart w:id="101" w:name="_Toc57828405"/>
      <w:r w:rsidRPr="00664AF8">
        <w:rPr>
          <w:rtl/>
        </w:rPr>
        <w:t>الخاتمه</w:t>
      </w:r>
      <w:bookmarkEnd w:id="101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اللهمَّ لك الحمدُ ولك الشكر على ما وفقتنا من كتابة هذه المجالس، وأعنتنا </w:t>
      </w:r>
      <w:r w:rsidR="00143F79">
        <w:rPr>
          <w:rtl/>
        </w:rPr>
        <w:t xml:space="preserve"> </w:t>
      </w:r>
      <w:r>
        <w:rPr>
          <w:rtl/>
        </w:rPr>
        <w:t>على ذلك، فلك الحمد.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وبعد فهذه المجالس مع اختصارها لا تفي بسيرة الامام العظيم موسى بن جعفر </w:t>
      </w:r>
      <w:r w:rsidR="00143F79">
        <w:rPr>
          <w:rtl/>
        </w:rPr>
        <w:t xml:space="preserve"> </w:t>
      </w:r>
      <w:r>
        <w:rPr>
          <w:rtl/>
        </w:rPr>
        <w:t xml:space="preserve">(عليه الاف التحية والثناء) ولكن أحببنا أن نكتب في سيرة الامام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143F79">
        <w:rPr>
          <w:rtl/>
        </w:rPr>
        <w:t xml:space="preserve"> </w:t>
      </w:r>
      <w:r>
        <w:rPr>
          <w:rtl/>
        </w:rPr>
        <w:t xml:space="preserve">الصابر، وأسأل الله سبحانه أن يمدَّ في أعمارنا لنكمل هذه المجالس في طبعةٍ </w:t>
      </w:r>
      <w:r w:rsidR="00143F79">
        <w:rPr>
          <w:rtl/>
        </w:rPr>
        <w:t xml:space="preserve"> </w:t>
      </w:r>
      <w:r>
        <w:rPr>
          <w:rtl/>
        </w:rPr>
        <w:t xml:space="preserve">جديدة لغير هذه الطبعة لنضيف لها ما لم يتسع المجال لكتابته في هذه الطبعة والله </w:t>
      </w:r>
      <w:r w:rsidR="00143F79">
        <w:rPr>
          <w:rtl/>
        </w:rPr>
        <w:t xml:space="preserve"> </w:t>
      </w:r>
      <w:r>
        <w:rPr>
          <w:rtl/>
        </w:rPr>
        <w:t>من وراء القصد وهو وليُّ التوفيق «</w:t>
      </w:r>
      <w:r w:rsidRPr="00423904">
        <w:rPr>
          <w:rStyle w:val="libAieChar"/>
          <w:rtl/>
        </w:rPr>
        <w:t>وَمَا تَوْفِيقِي إِلَّا بِاللَّهِ عَلَيْهِ تَوَكَّلْتُ وَإِلَيْهِ أُنِيبُ</w:t>
      </w:r>
      <w:r>
        <w:rPr>
          <w:rtl/>
        </w:rPr>
        <w:t>»</w:t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678"/>
        <w:gridCol w:w="3118"/>
      </w:tblGrid>
      <w:tr w:rsidR="008F239C" w:rsidTr="00423904">
        <w:tc>
          <w:tcPr>
            <w:tcW w:w="3000" w:type="pct"/>
            <w:shd w:val="clear" w:color="auto" w:fill="auto"/>
          </w:tcPr>
          <w:p w:rsidR="008F239C" w:rsidRDefault="008F239C" w:rsidP="00423904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8F239C" w:rsidRDefault="008F239C" w:rsidP="00423904">
            <w:pPr>
              <w:pStyle w:val="libCenter"/>
              <w:rPr>
                <w:rtl/>
              </w:rPr>
            </w:pPr>
            <w:r>
              <w:rPr>
                <w:rtl/>
              </w:rPr>
              <w:t xml:space="preserve">يوم الأربعاء </w:t>
            </w:r>
            <w:r w:rsidR="00143F79">
              <w:rPr>
                <w:rtl/>
              </w:rPr>
              <w:t xml:space="preserve"> </w:t>
            </w:r>
            <w:r>
              <w:rPr>
                <w:rtl/>
              </w:rPr>
              <w:t>العاشر من شهر شعبان 1434</w:t>
            </w:r>
            <w:r>
              <w:rPr>
                <w:rFonts w:hint="cs"/>
                <w:rtl/>
              </w:rPr>
              <w:t>هـ</w:t>
            </w:r>
          </w:p>
        </w:tc>
      </w:tr>
    </w:tbl>
    <w:p w:rsidR="008F239C" w:rsidRDefault="008F239C" w:rsidP="00423904">
      <w:pPr>
        <w:pStyle w:val="libBold1"/>
        <w:rPr>
          <w:rtl/>
        </w:rPr>
      </w:pPr>
      <w:r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E30CD7" w:rsidRDefault="008F239C" w:rsidP="008F239C">
      <w:pPr>
        <w:pStyle w:val="Heading1"/>
        <w:rPr>
          <w:rtl/>
        </w:rPr>
      </w:pPr>
      <w:bookmarkStart w:id="102" w:name="_Toc57828406"/>
      <w:r w:rsidRPr="00E30CD7">
        <w:rPr>
          <w:rtl/>
        </w:rPr>
        <w:t>شكر وتقدير</w:t>
      </w:r>
      <w:bookmarkEnd w:id="102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إلى كل مَن رفدنا بكتابٍ أو خدمةٍ أو معروفٍ في إصدار هذا الكتاب، لا سيما </w:t>
      </w:r>
      <w:r w:rsidR="00143F79">
        <w:rPr>
          <w:rtl/>
        </w:rPr>
        <w:t xml:space="preserve"> </w:t>
      </w:r>
      <w:r>
        <w:rPr>
          <w:rtl/>
        </w:rPr>
        <w:t xml:space="preserve">من أشرف على صف الحروف وتنضيدها وإخراج الكتاب ومن صمّم الغلاف </w:t>
      </w:r>
      <w:r w:rsidR="00143F79">
        <w:rPr>
          <w:rtl/>
        </w:rPr>
        <w:t xml:space="preserve"> </w:t>
      </w:r>
      <w:r>
        <w:rPr>
          <w:rtl/>
        </w:rPr>
        <w:t xml:space="preserve">ومن طبعه وشكراً لناشر الكتاب، وقد روي عن الامام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أنّه قال «مَن لم </w:t>
      </w:r>
      <w:r w:rsidR="00143F79">
        <w:rPr>
          <w:rtl/>
        </w:rPr>
        <w:t xml:space="preserve"> </w:t>
      </w:r>
      <w:r>
        <w:rPr>
          <w:rtl/>
        </w:rPr>
        <w:t xml:space="preserve">يشكر المنعم من المخلوقين لم يشكر الخالق» فالشكر لجميع من ساهم في إخراج </w:t>
      </w:r>
      <w:r w:rsidR="00143F79">
        <w:rPr>
          <w:rtl/>
        </w:rPr>
        <w:t xml:space="preserve"> </w:t>
      </w:r>
      <w:r>
        <w:rPr>
          <w:rtl/>
        </w:rPr>
        <w:t xml:space="preserve">وإصدار هذا الكتاب ومنهم الشاب الموفّق السيد محمد شبّر على عناءه واهتمامه </w:t>
      </w:r>
      <w:r w:rsidR="00143F79">
        <w:rPr>
          <w:rtl/>
        </w:rPr>
        <w:t xml:space="preserve"> </w:t>
      </w:r>
      <w:r>
        <w:rPr>
          <w:rtl/>
        </w:rPr>
        <w:t>ومثابرته فجزاه الله خير جزاء المحسنين.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كما لا يفوتني أن أشكر الأخ العزيز الأستاذ الحاج عادل المياحي على جهوده </w:t>
      </w:r>
      <w:r w:rsidR="00143F79">
        <w:rPr>
          <w:rtl/>
        </w:rPr>
        <w:t xml:space="preserve"> </w:t>
      </w:r>
      <w:r>
        <w:rPr>
          <w:rtl/>
        </w:rPr>
        <w:t xml:space="preserve">والحاج الأستاذ ابو رضوان والشاب الموَّفق الحاج محمّد مهدي الغفوري وكل مَن </w:t>
      </w:r>
      <w:r w:rsidR="00143F79">
        <w:rPr>
          <w:rtl/>
        </w:rPr>
        <w:t xml:space="preserve"> </w:t>
      </w:r>
      <w:r>
        <w:rPr>
          <w:rtl/>
        </w:rPr>
        <w:t>ساهم فجزى الله جميعاً خير الجزاء.</w:t>
      </w:r>
    </w:p>
    <w:p w:rsidR="008F239C" w:rsidRDefault="008F239C" w:rsidP="00423904">
      <w:pPr>
        <w:pStyle w:val="libBold1"/>
        <w:rPr>
          <w:rtl/>
        </w:rPr>
      </w:pPr>
      <w:r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Pr="00E30CD7" w:rsidRDefault="008F239C" w:rsidP="008F239C">
      <w:pPr>
        <w:pStyle w:val="Heading1"/>
        <w:rPr>
          <w:rtl/>
        </w:rPr>
      </w:pPr>
      <w:bookmarkStart w:id="103" w:name="_Toc57828407"/>
      <w:r w:rsidRPr="00E30CD7">
        <w:rPr>
          <w:rtl/>
        </w:rPr>
        <w:t>المصادر</w:t>
      </w:r>
      <w:bookmarkEnd w:id="103"/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 ـ القرآن الكريم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2 ـ بحار الأنوار للعلامة المجلسي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3 ـ نور الابصار للشيخ محمد مهدي المازندراني الحائري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4 ـ حياة الامام موسى بن جعفر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للشيخ باقر شريف القرشي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5 ـ الامام موسى الكاظم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سيرة وتأريخ الاستاذ علي موسى الكعبي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6 ـ حياة الامام علي بن موسى الرضا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للشيخ باقر شريف القرشي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7 ـ ديوان محمد علي اليعقوبي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 xml:space="preserve">8 ـ ديوان شعراء الامام الحسين </w:t>
      </w:r>
      <w:r w:rsidRPr="00423904">
        <w:rPr>
          <w:rStyle w:val="libAlaemChar"/>
          <w:rtl/>
        </w:rPr>
        <w:t>عليه‌السلام</w:t>
      </w:r>
      <w:r>
        <w:rPr>
          <w:rtl/>
        </w:rPr>
        <w:t xml:space="preserve"> جمع المرحوم محمد باقر الايرواني النجفي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9 ـ فلك النجاة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10 ـ وسيلة الدارين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11 ـ رياض المدح والرثاء للشيخ سلمان البحراني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12 ـ مجمع المصائب للهنداوي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13 ـ الروضة الدكسنية محمد حسن الدكسن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14 ـ ديوان الجمرات الودية ملا عطية الجمري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15 ـ ديوان الفائزيات الكبرى</w:t>
      </w:r>
    </w:p>
    <w:p w:rsidR="008F239C" w:rsidRDefault="008F239C" w:rsidP="00423904">
      <w:pPr>
        <w:pStyle w:val="libNormal"/>
        <w:rPr>
          <w:rtl/>
        </w:rPr>
      </w:pPr>
      <w:r>
        <w:rPr>
          <w:rtl/>
        </w:rPr>
        <w:t>16 ـ سيرة الأئمة الشيخ مهدي بيشوائي</w:t>
      </w:r>
    </w:p>
    <w:p w:rsidR="008F239C" w:rsidRDefault="008F239C" w:rsidP="00423904">
      <w:pPr>
        <w:pStyle w:val="libBold1"/>
        <w:rPr>
          <w:rtl/>
        </w:rPr>
      </w:pPr>
      <w:r>
        <w:rPr>
          <w:rtl/>
        </w:rPr>
        <w:br w:type="page"/>
      </w:r>
    </w:p>
    <w:p w:rsidR="008F239C" w:rsidRDefault="008F239C" w:rsidP="0094659A">
      <w:pPr>
        <w:pStyle w:val="libPoemTini"/>
        <w:rPr>
          <w:rtl/>
        </w:rPr>
      </w:pPr>
    </w:p>
    <w:p w:rsidR="008F239C" w:rsidRDefault="008F239C" w:rsidP="008F239C">
      <w:pPr>
        <w:pStyle w:val="Heading1"/>
      </w:pPr>
      <w:bookmarkStart w:id="104" w:name="_Toc57828408"/>
      <w:r w:rsidRPr="00E30CD7">
        <w:rPr>
          <w:rtl/>
        </w:rPr>
        <w:t>الفهرست</w:t>
      </w:r>
      <w:bookmarkEnd w:id="104"/>
    </w:p>
    <w:sdt>
      <w:sdtPr>
        <w:id w:val="-99248402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noProof/>
          <w:color w:val="000000"/>
          <w:sz w:val="24"/>
          <w:szCs w:val="32"/>
          <w:rtl/>
        </w:rPr>
      </w:sdtEndPr>
      <w:sdtContent>
        <w:p w:rsidR="004F0B76" w:rsidRDefault="004F0B76" w:rsidP="004F0B76">
          <w:pPr>
            <w:pStyle w:val="TOCHeading"/>
          </w:pPr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828304" w:history="1">
            <w:r w:rsidRPr="00211E6F">
              <w:rPr>
                <w:rStyle w:val="Hyperlink"/>
                <w:noProof/>
                <w:rtl/>
              </w:rPr>
              <w:t>المقدمة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05" w:history="1">
            <w:r w:rsidRPr="00211E6F">
              <w:rPr>
                <w:rStyle w:val="Hyperlink"/>
                <w:noProof/>
                <w:rtl/>
              </w:rPr>
              <w:t>المجلس الأول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06" w:history="1">
            <w:r w:rsidRPr="00211E6F">
              <w:rPr>
                <w:rStyle w:val="Hyperlink"/>
                <w:noProof/>
                <w:rtl/>
              </w:rPr>
              <w:t xml:space="preserve">الموضوع: ـ في ولادة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07" w:history="1">
            <w:r w:rsidRPr="00211E6F">
              <w:rPr>
                <w:rStyle w:val="Hyperlink"/>
                <w:noProof/>
                <w:rtl/>
              </w:rPr>
              <w:t>«آيات ودلالات الإمام منذ ولادته»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08" w:history="1">
            <w:r w:rsidRPr="00211E6F">
              <w:rPr>
                <w:rStyle w:val="Hyperlink"/>
                <w:noProof/>
                <w:rtl/>
              </w:rPr>
              <w:t xml:space="preserve">«ابتهاج الإمام الصادق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بالوليد المبارك»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09" w:history="1">
            <w:r w:rsidRPr="00211E6F">
              <w:rPr>
                <w:rStyle w:val="Hyperlink"/>
                <w:noProof/>
                <w:rtl/>
              </w:rPr>
              <w:t xml:space="preserve">محبّةُ الإمام الصادق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لولده موسى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0" w:history="1">
            <w:r w:rsidRPr="00211E6F">
              <w:rPr>
                <w:rStyle w:val="Hyperlink"/>
                <w:noProof/>
                <w:rtl/>
              </w:rPr>
              <w:t>نبوغ الإمام الكاظم وعلمه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1" w:history="1">
            <w:r w:rsidRPr="00211E6F">
              <w:rPr>
                <w:rStyle w:val="Hyperlink"/>
                <w:noProof/>
                <w:rtl/>
              </w:rPr>
              <w:t xml:space="preserve">الإمام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لا يلهو ولا يلعب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12" w:history="1">
            <w:r w:rsidRPr="00211E6F">
              <w:rPr>
                <w:rStyle w:val="Hyperlink"/>
                <w:noProof/>
                <w:rtl/>
              </w:rPr>
              <w:t>المجلس الثاني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3" w:history="1">
            <w:r w:rsidRPr="00211E6F">
              <w:rPr>
                <w:rStyle w:val="Hyperlink"/>
                <w:noProof/>
                <w:rtl/>
              </w:rPr>
              <w:t xml:space="preserve">الموضوع: أخلاق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وإحسانه إلى الناس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14" w:history="1">
            <w:r w:rsidRPr="00211E6F">
              <w:rPr>
                <w:rStyle w:val="Hyperlink"/>
                <w:noProof/>
                <w:rtl/>
              </w:rPr>
              <w:t>المجلس الثالث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5" w:history="1">
            <w:r w:rsidRPr="00211E6F">
              <w:rPr>
                <w:rStyle w:val="Hyperlink"/>
                <w:noProof/>
                <w:rtl/>
              </w:rPr>
              <w:t xml:space="preserve">الموضوع: بين هارون وموسى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6" w:history="1">
            <w:r w:rsidRPr="00211E6F">
              <w:rPr>
                <w:rStyle w:val="Hyperlink"/>
                <w:noProof/>
                <w:rtl/>
              </w:rPr>
              <w:t>لمن هذا القصر؟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7" w:history="1">
            <w:r w:rsidRPr="00211E6F">
              <w:rPr>
                <w:rStyle w:val="Hyperlink"/>
                <w:noProof/>
                <w:rtl/>
              </w:rPr>
              <w:t>هارون رجل الشهوات والملذّات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8" w:history="1">
            <w:r w:rsidRPr="00211E6F">
              <w:rPr>
                <w:rStyle w:val="Hyperlink"/>
                <w:noProof/>
                <w:rtl/>
              </w:rPr>
              <w:t>الإسراف في الموائد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19" w:history="1">
            <w:r w:rsidRPr="00211E6F">
              <w:rPr>
                <w:rStyle w:val="Hyperlink"/>
                <w:noProof/>
                <w:rtl/>
              </w:rPr>
              <w:t>الإسراف في الجواري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0" w:history="1">
            <w:r w:rsidRPr="00211E6F">
              <w:rPr>
                <w:rStyle w:val="Hyperlink"/>
                <w:noProof/>
                <w:rtl/>
              </w:rPr>
              <w:t>ولعه بالجواهر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1" w:history="1">
            <w:r w:rsidRPr="00211E6F">
              <w:rPr>
                <w:rStyle w:val="Hyperlink"/>
                <w:noProof/>
                <w:rtl/>
              </w:rPr>
              <w:t>ولعه بالغناء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2" w:history="1">
            <w:r w:rsidRPr="00211E6F">
              <w:rPr>
                <w:rStyle w:val="Hyperlink"/>
                <w:noProof/>
                <w:rtl/>
              </w:rPr>
              <w:t>شربه للخمر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3" w:history="1">
            <w:r w:rsidRPr="00211E6F">
              <w:rPr>
                <w:rStyle w:val="Hyperlink"/>
                <w:noProof/>
                <w:rtl/>
              </w:rPr>
              <w:t>لعبه بالنرد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4" w:history="1">
            <w:r w:rsidRPr="00211E6F">
              <w:rPr>
                <w:rStyle w:val="Hyperlink"/>
                <w:noProof/>
                <w:rtl/>
              </w:rPr>
              <w:t>موقف الإمام الكاظم من هارون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bidi w:val="0"/>
            <w:ind w:firstLine="289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5" w:history="1">
            <w:r w:rsidRPr="00211E6F">
              <w:rPr>
                <w:rStyle w:val="Hyperlink"/>
                <w:noProof/>
                <w:rtl/>
              </w:rPr>
              <w:t>كيفية سجن الإمام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26" w:history="1">
            <w:r w:rsidRPr="00211E6F">
              <w:rPr>
                <w:rStyle w:val="Hyperlink"/>
                <w:noProof/>
                <w:rtl/>
              </w:rPr>
              <w:t>المجلس الرابع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7" w:history="1">
            <w:r w:rsidRPr="00211E6F">
              <w:rPr>
                <w:rStyle w:val="Hyperlink"/>
                <w:noProof/>
                <w:rtl/>
              </w:rPr>
              <w:t xml:space="preserve">الموضوع : قبس من عبادة الامام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8" w:history="1">
            <w:r w:rsidRPr="00211E6F">
              <w:rPr>
                <w:rStyle w:val="Hyperlink"/>
                <w:noProof/>
                <w:rtl/>
              </w:rPr>
              <w:t>المقدمة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29" w:history="1">
            <w:r w:rsidRPr="00211E6F">
              <w:rPr>
                <w:rStyle w:val="Hyperlink"/>
                <w:noProof/>
                <w:rtl/>
              </w:rPr>
              <w:t>الفضل بن الربيع يتحدَّث عن سجوده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30" w:history="1">
            <w:r w:rsidRPr="00211E6F">
              <w:rPr>
                <w:rStyle w:val="Hyperlink"/>
                <w:noProof/>
                <w:rtl/>
              </w:rPr>
              <w:t>المجلس الخامس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1" w:history="1">
            <w:r w:rsidRPr="00211E6F">
              <w:rPr>
                <w:rStyle w:val="Hyperlink"/>
                <w:noProof/>
                <w:rtl/>
              </w:rPr>
              <w:t xml:space="preserve">الموضوع: علم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2" w:history="1">
            <w:r w:rsidRPr="00211E6F">
              <w:rPr>
                <w:rStyle w:val="Hyperlink"/>
                <w:noProof/>
                <w:rtl/>
              </w:rPr>
              <w:t>المقدمة: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3" w:history="1">
            <w:r w:rsidRPr="00211E6F">
              <w:rPr>
                <w:rStyle w:val="Hyperlink"/>
                <w:noProof/>
                <w:rtl/>
              </w:rPr>
              <w:t>ذكاء مفرط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4" w:history="1">
            <w:r w:rsidRPr="00211E6F">
              <w:rPr>
                <w:rStyle w:val="Hyperlink"/>
                <w:noProof/>
                <w:rtl/>
              </w:rPr>
              <w:t>مع أبي حنيفة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5" w:history="1">
            <w:r w:rsidRPr="00211E6F">
              <w:rPr>
                <w:rStyle w:val="Hyperlink"/>
                <w:noProof/>
                <w:rtl/>
              </w:rPr>
              <w:t>سرعة بديهة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6" w:history="1">
            <w:r w:rsidRPr="00211E6F">
              <w:rPr>
                <w:rStyle w:val="Hyperlink"/>
                <w:noProof/>
                <w:rtl/>
              </w:rPr>
              <w:t>بعض أجوبته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7" w:history="1">
            <w:r w:rsidRPr="00211E6F">
              <w:rPr>
                <w:rStyle w:val="Hyperlink"/>
                <w:noProof/>
                <w:rtl/>
              </w:rPr>
              <w:t>من كتابٍ له إلى هارون الرشيد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38" w:history="1">
            <w:r w:rsidRPr="00211E6F">
              <w:rPr>
                <w:rStyle w:val="Hyperlink"/>
                <w:noProof/>
                <w:rtl/>
              </w:rPr>
              <w:t>مع السندي بن شاهك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39" w:history="1">
            <w:r w:rsidRPr="00211E6F">
              <w:rPr>
                <w:rStyle w:val="Hyperlink"/>
                <w:noProof/>
                <w:rtl/>
              </w:rPr>
              <w:t>المجلس السادس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0" w:history="1">
            <w:r w:rsidRPr="00211E6F">
              <w:rPr>
                <w:rStyle w:val="Hyperlink"/>
                <w:noProof/>
                <w:rtl/>
              </w:rPr>
              <w:t>الموضوع: اخباره بالمغيّبات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1" w:history="1">
            <w:r w:rsidRPr="00211E6F">
              <w:rPr>
                <w:rStyle w:val="Hyperlink"/>
                <w:noProof/>
                <w:rtl/>
              </w:rPr>
              <w:t>المقدمة: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2" w:history="1">
            <w:r w:rsidRPr="00211E6F">
              <w:rPr>
                <w:rStyle w:val="Hyperlink"/>
                <w:noProof/>
                <w:rtl/>
              </w:rPr>
              <w:t xml:space="preserve">بعض ما أخبر به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43" w:history="1">
            <w:r w:rsidRPr="00211E6F">
              <w:rPr>
                <w:rStyle w:val="Hyperlink"/>
                <w:noProof/>
                <w:rtl/>
              </w:rPr>
              <w:t>المجلس السابع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4" w:history="1">
            <w:r w:rsidRPr="00211E6F">
              <w:rPr>
                <w:rStyle w:val="Hyperlink"/>
                <w:noProof/>
                <w:rtl/>
              </w:rPr>
              <w:t>الموضوع: باب الحوائج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5" w:history="1">
            <w:r w:rsidRPr="00211E6F">
              <w:rPr>
                <w:rStyle w:val="Hyperlink"/>
                <w:noProof/>
                <w:rtl/>
              </w:rPr>
              <w:t>موضوع المجلس السابع: باب الحوائج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6" w:history="1">
            <w:r w:rsidRPr="00211E6F">
              <w:rPr>
                <w:rStyle w:val="Hyperlink"/>
                <w:noProof/>
                <w:rtl/>
              </w:rPr>
              <w:t xml:space="preserve">شفاء أحمد بن ربيعة ببركة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7" w:history="1">
            <w:r w:rsidRPr="00211E6F">
              <w:rPr>
                <w:rStyle w:val="Hyperlink"/>
                <w:noProof/>
                <w:rtl/>
              </w:rPr>
              <w:t>الإمام في سجن السندي بن شاهك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48" w:history="1">
            <w:r w:rsidRPr="00211E6F">
              <w:rPr>
                <w:rStyle w:val="Hyperlink"/>
                <w:noProof/>
                <w:rtl/>
              </w:rPr>
              <w:t>المجلس الثامن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bidi w:val="0"/>
            <w:ind w:firstLine="289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49" w:history="1">
            <w:r w:rsidRPr="00211E6F">
              <w:rPr>
                <w:rStyle w:val="Hyperlink"/>
                <w:noProof/>
                <w:rtl/>
              </w:rPr>
              <w:t xml:space="preserve">الموضوع: كرامات الامام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0" w:history="1">
            <w:r w:rsidRPr="00211E6F">
              <w:rPr>
                <w:rStyle w:val="Hyperlink"/>
                <w:noProof/>
                <w:rtl/>
              </w:rPr>
              <w:t xml:space="preserve">كرامات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كثيرة نذكر بعضها: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1" w:history="1">
            <w:r w:rsidRPr="00211E6F">
              <w:rPr>
                <w:rStyle w:val="Hyperlink"/>
                <w:noProof/>
                <w:rtl/>
              </w:rPr>
              <w:t>مع علي بن يقطين وابراهيم الجمّال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2" w:history="1">
            <w:r w:rsidRPr="00211E6F">
              <w:rPr>
                <w:rStyle w:val="Hyperlink"/>
                <w:noProof/>
                <w:rtl/>
              </w:rPr>
              <w:t>خبر دراعة خزسوداء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53" w:history="1">
            <w:r w:rsidRPr="00211E6F">
              <w:rPr>
                <w:rStyle w:val="Hyperlink"/>
                <w:noProof/>
                <w:rtl/>
              </w:rPr>
              <w:t>المجلس التاسع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4" w:history="1">
            <w:r w:rsidRPr="00211E6F">
              <w:rPr>
                <w:rStyle w:val="Hyperlink"/>
                <w:noProof/>
                <w:rtl/>
              </w:rPr>
              <w:t xml:space="preserve">الموضوع :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والتقية وتحرزه عنها في مقام اتمام الحجة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5" w:history="1">
            <w:r w:rsidRPr="00211E6F">
              <w:rPr>
                <w:rStyle w:val="Hyperlink"/>
                <w:noProof/>
                <w:rtl/>
              </w:rPr>
              <w:t>المقدمة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6" w:history="1">
            <w:r w:rsidRPr="00211E6F">
              <w:rPr>
                <w:rStyle w:val="Hyperlink"/>
                <w:noProof/>
                <w:rtl/>
              </w:rPr>
              <w:t xml:space="preserve">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والتقية وتحرزه عنها في مقام اتمام الحجة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7" w:history="1">
            <w:r w:rsidRPr="00211E6F">
              <w:rPr>
                <w:rStyle w:val="Hyperlink"/>
                <w:noProof/>
                <w:rtl/>
              </w:rPr>
              <w:t>«ووصية لعلي بن يقطين بان يتوضأ على وضوء العامة»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8" w:history="1">
            <w:r w:rsidRPr="00211E6F">
              <w:rPr>
                <w:rStyle w:val="Hyperlink"/>
                <w:noProof/>
                <w:rtl/>
              </w:rPr>
              <w:t xml:space="preserve">عدم مبالاة الإمام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بسطوة هارون في مقام إتمام الحجة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59" w:history="1">
            <w:r w:rsidRPr="00211E6F">
              <w:rPr>
                <w:rStyle w:val="Hyperlink"/>
                <w:noProof/>
                <w:rtl/>
              </w:rPr>
              <w:t xml:space="preserve">«ما ورد عن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في ابطال القياس»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0" w:history="1">
            <w:r w:rsidRPr="00211E6F">
              <w:rPr>
                <w:rStyle w:val="Hyperlink"/>
                <w:noProof/>
                <w:rtl/>
              </w:rPr>
              <w:t xml:space="preserve">تعريضه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لفقهاء أهل العامة على فتواهم بغير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1" w:history="1">
            <w:r w:rsidRPr="00211E6F">
              <w:rPr>
                <w:rStyle w:val="Hyperlink"/>
                <w:noProof/>
                <w:rtl/>
              </w:rPr>
              <w:t xml:space="preserve">تعريضه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لفقهاء أهل العامة على عملهم في الاحكام الشرعية بالرأي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2" w:history="1">
            <w:r w:rsidRPr="00211E6F">
              <w:rPr>
                <w:rStyle w:val="Hyperlink"/>
                <w:noProof/>
                <w:rtl/>
              </w:rPr>
              <w:t xml:space="preserve">إفحامه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للفقيه المعروف بـ (ابي يوسف القاضي)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3" w:history="1">
            <w:r w:rsidRPr="00211E6F">
              <w:rPr>
                <w:rStyle w:val="Hyperlink"/>
                <w:noProof/>
                <w:rtl/>
              </w:rPr>
              <w:t>هارون الرشيد للإمام حد فدكاً حتى أردها اليك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64" w:history="1">
            <w:r w:rsidRPr="00211E6F">
              <w:rPr>
                <w:rStyle w:val="Hyperlink"/>
                <w:noProof/>
                <w:rtl/>
              </w:rPr>
              <w:t>المجلس العاشر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5" w:history="1">
            <w:r w:rsidRPr="00211E6F">
              <w:rPr>
                <w:rStyle w:val="Hyperlink"/>
                <w:noProof/>
                <w:rtl/>
              </w:rPr>
              <w:t>الموضوع : علي بن يقطين وبعض نشاطاته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6" w:history="1">
            <w:r w:rsidRPr="00211E6F">
              <w:rPr>
                <w:rStyle w:val="Hyperlink"/>
                <w:noProof/>
                <w:rtl/>
              </w:rPr>
              <w:t>ترجمته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7" w:history="1">
            <w:r w:rsidRPr="00211E6F">
              <w:rPr>
                <w:rStyle w:val="Hyperlink"/>
                <w:noProof/>
                <w:rtl/>
              </w:rPr>
              <w:t xml:space="preserve">بشَّرهُ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8" w:history="1">
            <w:r w:rsidRPr="00211E6F">
              <w:rPr>
                <w:rStyle w:val="Hyperlink"/>
                <w:noProof/>
                <w:rtl/>
              </w:rPr>
              <w:t xml:space="preserve">علي بن يقطين بذل ماله ومودته للإمام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69" w:history="1">
            <w:r w:rsidRPr="00211E6F">
              <w:rPr>
                <w:rStyle w:val="Hyperlink"/>
                <w:noProof/>
                <w:rtl/>
              </w:rPr>
              <w:t xml:space="preserve">دعاء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في موقف عرفة لعلي بن يقطين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0" w:history="1">
            <w:r w:rsidRPr="00211E6F">
              <w:rPr>
                <w:rStyle w:val="Hyperlink"/>
                <w:noProof/>
                <w:rtl/>
              </w:rPr>
              <w:t>مائة وخمسين رجلاً حجّوا عنه في عام واحد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1" w:history="1">
            <w:r w:rsidRPr="00211E6F">
              <w:rPr>
                <w:rStyle w:val="Hyperlink"/>
                <w:noProof/>
                <w:rtl/>
              </w:rPr>
              <w:t xml:space="preserve">كان يرسل أمواله إلى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2" w:history="1">
            <w:r w:rsidRPr="00211E6F">
              <w:rPr>
                <w:rStyle w:val="Hyperlink"/>
                <w:noProof/>
                <w:rtl/>
              </w:rPr>
              <w:t xml:space="preserve">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أجازه في عمله مع هارون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bidi w:val="0"/>
            <w:ind w:firstLine="289"/>
            <w:rPr>
              <w:rStyle w:val="Hyperlink"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73" w:history="1">
            <w:r w:rsidRPr="00211E6F">
              <w:rPr>
                <w:rStyle w:val="Hyperlink"/>
                <w:noProof/>
                <w:rtl/>
              </w:rPr>
              <w:t>المجلس الحادي عشر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4" w:history="1">
            <w:r w:rsidRPr="00211E6F">
              <w:rPr>
                <w:rStyle w:val="Hyperlink"/>
                <w:noProof/>
                <w:rtl/>
              </w:rPr>
              <w:t xml:space="preserve">الموضوع: السجون التي مَرَّ بها الامام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5" w:history="1">
            <w:r w:rsidRPr="00211E6F">
              <w:rPr>
                <w:rStyle w:val="Hyperlink"/>
                <w:noProof/>
                <w:rtl/>
              </w:rPr>
              <w:t>يوم الطفوفِ ولا مدّوا عليه ردا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6" w:history="1">
            <w:r w:rsidRPr="00211E6F">
              <w:rPr>
                <w:rStyle w:val="Hyperlink"/>
                <w:noProof/>
                <w:rtl/>
              </w:rPr>
              <w:t xml:space="preserve">المقدمة: الأسباب التي دعت هارون لسجن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7" w:history="1">
            <w:r w:rsidRPr="00211E6F">
              <w:rPr>
                <w:rStyle w:val="Hyperlink"/>
                <w:noProof/>
                <w:rtl/>
              </w:rPr>
              <w:t xml:space="preserve">القبض على الإمام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8" w:history="1">
            <w:r w:rsidRPr="00211E6F">
              <w:rPr>
                <w:rStyle w:val="Hyperlink"/>
                <w:noProof/>
                <w:rtl/>
              </w:rPr>
              <w:t>سجنه في البصرة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79" w:history="1">
            <w:r w:rsidRPr="00211E6F">
              <w:rPr>
                <w:rStyle w:val="Hyperlink"/>
                <w:noProof/>
                <w:rtl/>
              </w:rPr>
              <w:t xml:space="preserve">ما قام به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في سجن البصرة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0" w:history="1">
            <w:r w:rsidRPr="00211E6F">
              <w:rPr>
                <w:rStyle w:val="Hyperlink"/>
                <w:noProof/>
                <w:rtl/>
              </w:rPr>
              <w:t xml:space="preserve">أوعز هارون لعيسى بقتل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1" w:history="1">
            <w:r w:rsidRPr="00211E6F">
              <w:rPr>
                <w:rStyle w:val="Hyperlink"/>
                <w:noProof/>
                <w:rtl/>
              </w:rPr>
              <w:t xml:space="preserve">نقل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إلى بغداد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2" w:history="1">
            <w:r w:rsidRPr="00211E6F">
              <w:rPr>
                <w:rStyle w:val="Hyperlink"/>
                <w:noProof/>
                <w:rtl/>
              </w:rPr>
              <w:t>إنشغاله بالعبادة في سجن الفضل بن الربيع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3" w:history="1">
            <w:r w:rsidRPr="00211E6F">
              <w:rPr>
                <w:rStyle w:val="Hyperlink"/>
                <w:noProof/>
                <w:rtl/>
              </w:rPr>
              <w:t>دعاء الامام في السجن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4" w:history="1">
            <w:r w:rsidRPr="00211E6F">
              <w:rPr>
                <w:rStyle w:val="Hyperlink"/>
                <w:noProof/>
                <w:rtl/>
              </w:rPr>
              <w:t>سجن الفضل بن يحيى البرمكي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5" w:history="1">
            <w:r w:rsidRPr="00211E6F">
              <w:rPr>
                <w:rStyle w:val="Hyperlink"/>
                <w:noProof/>
                <w:rtl/>
              </w:rPr>
              <w:t>في سجن السندي بن شاهك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6" w:history="1">
            <w:r w:rsidRPr="00211E6F">
              <w:rPr>
                <w:rStyle w:val="Hyperlink"/>
                <w:noProof/>
                <w:rtl/>
              </w:rPr>
              <w:t xml:space="preserve">سم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87" w:history="1">
            <w:r w:rsidRPr="00211E6F">
              <w:rPr>
                <w:rStyle w:val="Hyperlink"/>
                <w:noProof/>
                <w:rtl/>
              </w:rPr>
              <w:t>المجلس الثاني عشر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8" w:history="1">
            <w:r w:rsidRPr="00211E6F">
              <w:rPr>
                <w:rStyle w:val="Hyperlink"/>
                <w:noProof/>
                <w:rtl/>
              </w:rPr>
              <w:t>الموضوع : مراسيم الغسل والتكفين والتشييع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89" w:history="1">
            <w:r w:rsidRPr="00211E6F">
              <w:rPr>
                <w:rStyle w:val="Hyperlink"/>
                <w:noProof/>
                <w:rtl/>
              </w:rPr>
              <w:t xml:space="preserve">تحقيق الشرطة في موت الامام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0" w:history="1">
            <w:r w:rsidRPr="00211E6F">
              <w:rPr>
                <w:rStyle w:val="Hyperlink"/>
                <w:noProof/>
                <w:rtl/>
              </w:rPr>
              <w:t>الأمور التي قام بها هارون لرفع الشبهة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1" w:history="1">
            <w:r w:rsidRPr="00211E6F">
              <w:rPr>
                <w:rStyle w:val="Hyperlink"/>
                <w:noProof/>
                <w:rtl/>
              </w:rPr>
              <w:t>وضعه على الجسر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2" w:history="1">
            <w:r w:rsidRPr="00211E6F">
              <w:rPr>
                <w:rStyle w:val="Hyperlink"/>
                <w:noProof/>
                <w:rtl/>
              </w:rPr>
              <w:t>النداء الفظيع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93" w:history="1">
            <w:r w:rsidRPr="00211E6F">
              <w:rPr>
                <w:rStyle w:val="Hyperlink"/>
                <w:noProof/>
                <w:rtl/>
              </w:rPr>
              <w:t>المجلس الثالث عشر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4" w:history="1">
            <w:r w:rsidRPr="00211E6F">
              <w:rPr>
                <w:rStyle w:val="Hyperlink"/>
                <w:noProof/>
                <w:rtl/>
              </w:rPr>
              <w:t xml:space="preserve">الموضوع : أبناء الإمام موسى بن جعفر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5" w:history="1">
            <w:r w:rsidRPr="00211E6F">
              <w:rPr>
                <w:rStyle w:val="Hyperlink"/>
                <w:noProof/>
                <w:rtl/>
              </w:rPr>
              <w:t>من المدينة إلى «مَرْو»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bidi w:val="0"/>
            <w:ind w:firstLine="289"/>
            <w:rPr>
              <w:rStyle w:val="Hyperlink"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bookmarkStart w:id="105" w:name="_GoBack"/>
        <w:bookmarkEnd w:id="105"/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211E6F">
            <w:rPr>
              <w:rStyle w:val="Hyperlink"/>
              <w:noProof/>
            </w:rPr>
            <w:fldChar w:fldCharType="begin"/>
          </w:r>
          <w:r w:rsidRPr="00211E6F">
            <w:rPr>
              <w:rStyle w:val="Hyperlink"/>
              <w:noProof/>
              <w:rtl/>
            </w:rPr>
            <w:instrText xml:space="preserve"> </w:instrText>
          </w:r>
          <w:r>
            <w:rPr>
              <w:noProof/>
            </w:rPr>
            <w:instrText>HYPERLINK \l "_Toc57828396</w:instrText>
          </w:r>
          <w:r>
            <w:rPr>
              <w:noProof/>
              <w:rtl/>
            </w:rPr>
            <w:instrText>"</w:instrText>
          </w:r>
          <w:r w:rsidRPr="00211E6F">
            <w:rPr>
              <w:rStyle w:val="Hyperlink"/>
              <w:noProof/>
              <w:rtl/>
            </w:rPr>
            <w:instrText xml:space="preserve"> </w:instrText>
          </w:r>
          <w:r w:rsidRPr="00211E6F">
            <w:rPr>
              <w:rStyle w:val="Hyperlink"/>
              <w:noProof/>
            </w:rPr>
          </w:r>
          <w:r w:rsidRPr="00211E6F">
            <w:rPr>
              <w:rStyle w:val="Hyperlink"/>
              <w:noProof/>
            </w:rPr>
            <w:fldChar w:fldCharType="separate"/>
          </w:r>
          <w:r w:rsidRPr="00211E6F">
            <w:rPr>
              <w:rStyle w:val="Hyperlink"/>
              <w:noProof/>
              <w:rtl/>
            </w:rPr>
            <w:t>المجلس الرابع عشر</w:t>
          </w:r>
          <w:r>
            <w:rPr>
              <w:noProof/>
              <w:webHidden/>
              <w:rtl/>
            </w:rPr>
            <w:tab/>
          </w:r>
          <w:r>
            <w:rPr>
              <w:noProof/>
              <w:webHidden/>
              <w:rtl/>
            </w:rPr>
            <w:fldChar w:fldCharType="begin"/>
          </w:r>
          <w:r>
            <w:rPr>
              <w:noProof/>
              <w:webHidden/>
              <w:rtl/>
            </w:rPr>
            <w:instrText xml:space="preserve"> </w:instrText>
          </w:r>
          <w:r>
            <w:rPr>
              <w:noProof/>
              <w:webHidden/>
            </w:rPr>
            <w:instrText>PAGEREF</w:instrText>
          </w:r>
          <w:r>
            <w:rPr>
              <w:noProof/>
              <w:webHidden/>
              <w:rtl/>
            </w:rPr>
            <w:instrText xml:space="preserve"> _</w:instrText>
          </w:r>
          <w:r>
            <w:rPr>
              <w:noProof/>
              <w:webHidden/>
            </w:rPr>
            <w:instrText>Toc57828396 \h</w:instrText>
          </w:r>
          <w:r>
            <w:rPr>
              <w:noProof/>
              <w:webHidden/>
              <w:rtl/>
            </w:rPr>
            <w:instrText xml:space="preserve"> </w:instrText>
          </w:r>
          <w:r>
            <w:rPr>
              <w:noProof/>
              <w:webHidden/>
              <w:rtl/>
            </w:rPr>
          </w:r>
          <w:r>
            <w:rPr>
              <w:noProof/>
              <w:webHidden/>
              <w:rtl/>
            </w:rPr>
            <w:fldChar w:fldCharType="separate"/>
          </w:r>
          <w:r>
            <w:rPr>
              <w:noProof/>
              <w:webHidden/>
              <w:rtl/>
            </w:rPr>
            <w:t>107</w:t>
          </w:r>
          <w:r>
            <w:rPr>
              <w:noProof/>
              <w:webHidden/>
              <w:rtl/>
            </w:rPr>
            <w:fldChar w:fldCharType="end"/>
          </w:r>
          <w:r w:rsidRPr="00211E6F">
            <w:rPr>
              <w:rStyle w:val="Hyperlink"/>
              <w:noProof/>
            </w:rPr>
            <w:fldChar w:fldCharType="end"/>
          </w:r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7" w:history="1">
            <w:r w:rsidRPr="00211E6F">
              <w:rPr>
                <w:rStyle w:val="Hyperlink"/>
                <w:noProof/>
                <w:rtl/>
              </w:rPr>
              <w:t xml:space="preserve">الموضوع : أسباب استدعاء الامام الكاظم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وسجنه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398" w:history="1">
            <w:r w:rsidRPr="00211E6F">
              <w:rPr>
                <w:rStyle w:val="Hyperlink"/>
                <w:noProof/>
                <w:rtl/>
              </w:rPr>
              <w:t>المقدمة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399" w:history="1">
            <w:r w:rsidRPr="00211E6F">
              <w:rPr>
                <w:rStyle w:val="Hyperlink"/>
                <w:noProof/>
                <w:rtl/>
              </w:rPr>
              <w:t>المجلس الخامس عشر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400" w:history="1">
            <w:r w:rsidRPr="00211E6F">
              <w:rPr>
                <w:rStyle w:val="Hyperlink"/>
                <w:noProof/>
                <w:rtl/>
              </w:rPr>
              <w:t xml:space="preserve">الموضوع : مواقف الإمام </w:t>
            </w:r>
            <w:r w:rsidRPr="00211E6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211E6F">
              <w:rPr>
                <w:rStyle w:val="Hyperlink"/>
                <w:noProof/>
                <w:rtl/>
              </w:rPr>
              <w:t xml:space="preserve"> إزاء تصرفات السلطة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401" w:history="1">
            <w:r w:rsidRPr="00211E6F">
              <w:rPr>
                <w:rStyle w:val="Hyperlink"/>
                <w:noProof/>
                <w:rtl/>
              </w:rPr>
              <w:t>1 ـ موقفه في السجن: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402" w:history="1">
            <w:r w:rsidRPr="00211E6F">
              <w:rPr>
                <w:rStyle w:val="Hyperlink"/>
                <w:noProof/>
                <w:rtl/>
              </w:rPr>
              <w:t>2 ـ موقفه من الرشيد: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403" w:history="1">
            <w:r w:rsidRPr="00211E6F">
              <w:rPr>
                <w:rStyle w:val="Hyperlink"/>
                <w:noProof/>
                <w:rtl/>
              </w:rPr>
              <w:t>3 ـ مقاطعة الدولة: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7828404" w:history="1">
            <w:r w:rsidRPr="00211E6F">
              <w:rPr>
                <w:rStyle w:val="Hyperlink"/>
                <w:noProof/>
                <w:rtl/>
              </w:rPr>
              <w:t>ولهذا الموقف أسباب أهمّها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405" w:history="1">
            <w:r w:rsidRPr="00211E6F">
              <w:rPr>
                <w:rStyle w:val="Hyperlink"/>
                <w:noProof/>
                <w:rtl/>
              </w:rPr>
              <w:t>الخاتمه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406" w:history="1">
            <w:r w:rsidRPr="00211E6F">
              <w:rPr>
                <w:rStyle w:val="Hyperlink"/>
                <w:noProof/>
                <w:rtl/>
              </w:rPr>
              <w:t>شكر وتقدير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407" w:history="1">
            <w:r w:rsidRPr="00211E6F">
              <w:rPr>
                <w:rStyle w:val="Hyperlink"/>
                <w:noProof/>
                <w:rtl/>
              </w:rPr>
              <w:t>المصادر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57828408" w:history="1">
            <w:r w:rsidRPr="00211E6F">
              <w:rPr>
                <w:rStyle w:val="Hyperlink"/>
                <w:noProof/>
                <w:rtl/>
              </w:rPr>
              <w:t>الفهرست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Toc57828408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F0B76" w:rsidRDefault="004F0B76">
          <w:r>
            <w:rPr>
              <w:b/>
              <w:bCs/>
              <w:noProof/>
            </w:rPr>
            <w:fldChar w:fldCharType="end"/>
          </w:r>
        </w:p>
      </w:sdtContent>
    </w:sdt>
    <w:p w:rsidR="004F0B76" w:rsidRPr="004F0B76" w:rsidRDefault="004F0B76" w:rsidP="004F0B76">
      <w:pPr>
        <w:pStyle w:val="libNormal"/>
        <w:rPr>
          <w:szCs w:val="24"/>
          <w:rtl/>
        </w:rPr>
      </w:pPr>
    </w:p>
    <w:sectPr w:rsidR="004F0B76" w:rsidRPr="004F0B76" w:rsidSect="007148AF">
      <w:footerReference w:type="even" r:id="rId11"/>
      <w:footerReference w:type="default" r:id="rId12"/>
      <w:footerReference w:type="first" r:id="rId13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904" w:rsidRDefault="00423904">
      <w:r>
        <w:separator/>
      </w:r>
    </w:p>
  </w:endnote>
  <w:endnote w:type="continuationSeparator" w:id="0">
    <w:p w:rsidR="00423904" w:rsidRDefault="0042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Uthman Taha Naskh">
    <w:altName w:val="Arial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04" w:rsidRPr="00460435" w:rsidRDefault="0042390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F0B76">
      <w:rPr>
        <w:rFonts w:ascii="Traditional Arabic" w:hAnsi="Traditional Arabic"/>
        <w:noProof/>
        <w:sz w:val="28"/>
        <w:szCs w:val="28"/>
        <w:rtl/>
      </w:rPr>
      <w:t>124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04" w:rsidRPr="00460435" w:rsidRDefault="0042390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F0B76">
      <w:rPr>
        <w:rFonts w:ascii="Traditional Arabic" w:hAnsi="Traditional Arabic"/>
        <w:noProof/>
        <w:sz w:val="28"/>
        <w:szCs w:val="28"/>
        <w:rtl/>
      </w:rPr>
      <w:t>125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04" w:rsidRPr="00460435" w:rsidRDefault="00423904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F0B76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904" w:rsidRDefault="00423904">
      <w:r>
        <w:separator/>
      </w:r>
    </w:p>
  </w:footnote>
  <w:footnote w:type="continuationSeparator" w:id="0">
    <w:p w:rsidR="00423904" w:rsidRDefault="00423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9C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6401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3F79"/>
    <w:rsid w:val="00147ED8"/>
    <w:rsid w:val="00151C03"/>
    <w:rsid w:val="001531AC"/>
    <w:rsid w:val="00153917"/>
    <w:rsid w:val="00157306"/>
    <w:rsid w:val="00160F76"/>
    <w:rsid w:val="001627FA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038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24B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25F1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2F65B9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082"/>
    <w:rsid w:val="00407D56"/>
    <w:rsid w:val="004142DF"/>
    <w:rsid w:val="004146B4"/>
    <w:rsid w:val="00416E2B"/>
    <w:rsid w:val="004170C4"/>
    <w:rsid w:val="004209BA"/>
    <w:rsid w:val="00420C44"/>
    <w:rsid w:val="00423904"/>
    <w:rsid w:val="0042502E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0B76"/>
    <w:rsid w:val="004F58BA"/>
    <w:rsid w:val="004F6137"/>
    <w:rsid w:val="005022E5"/>
    <w:rsid w:val="00505A04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326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55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6C5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51D9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3019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39C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659A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B795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9C1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0E8F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4C19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070BF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6ACB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15E5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E4C16D-536C-441A-81EC-B373208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39C"/>
    <w:pPr>
      <w:bidi/>
      <w:ind w:firstLine="284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  <w:lang w:bidi="ar-SA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  <w:lang w:bidi="ar-SA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  <w:lang w:bidi="ar-SA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  <w:lang w:bidi="ar-SA"/>
    </w:rPr>
  </w:style>
  <w:style w:type="paragraph" w:styleId="Footer">
    <w:name w:val="footer"/>
    <w:basedOn w:val="Normal"/>
    <w:link w:val="FooterChar"/>
    <w:uiPriority w:val="99"/>
    <w:rsid w:val="008F239C"/>
    <w:pPr>
      <w:tabs>
        <w:tab w:val="center" w:pos="4153"/>
        <w:tab w:val="right" w:pos="8306"/>
      </w:tabs>
      <w:ind w:firstLine="0"/>
      <w:jc w:val="center"/>
    </w:pPr>
    <w:rPr>
      <w:sz w:val="26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F239C"/>
    <w:rPr>
      <w:rFonts w:cs="Traditional Arabic"/>
      <w:color w:val="000000"/>
      <w:sz w:val="26"/>
      <w:szCs w:val="28"/>
      <w:lang w:bidi="ar-SA"/>
    </w:rPr>
  </w:style>
  <w:style w:type="paragraph" w:styleId="Header">
    <w:name w:val="header"/>
    <w:basedOn w:val="Normal"/>
    <w:link w:val="HeaderChar"/>
    <w:rsid w:val="008F239C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F239C"/>
    <w:rPr>
      <w:rFonts w:cs="Traditional Arabic"/>
      <w:color w:val="000000"/>
      <w:sz w:val="26"/>
      <w:szCs w:val="26"/>
      <w:lang w:bidi="ar-SA"/>
    </w:rPr>
  </w:style>
  <w:style w:type="paragraph" w:styleId="BalloonText">
    <w:name w:val="Balloon Text"/>
    <w:basedOn w:val="Normal"/>
    <w:link w:val="BalloonTextChar"/>
    <w:rsid w:val="008F2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39C"/>
    <w:rPr>
      <w:rFonts w:ascii="Tahoma" w:hAnsi="Tahoma" w:cs="Tahoma"/>
      <w:color w:val="000000"/>
      <w:sz w:val="16"/>
      <w:szCs w:val="16"/>
      <w:lang w:bidi="ar-SA"/>
    </w:rPr>
  </w:style>
  <w:style w:type="character" w:customStyle="1" w:styleId="highlight">
    <w:name w:val="highlight"/>
    <w:basedOn w:val="DefaultParagraphFont"/>
    <w:rsid w:val="008F2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emplates\Template%20Arabic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A88C-07FF-4BC8-95CD-02F69946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Arabic.dotx</Template>
  <TotalTime>27</TotalTime>
  <Pages>126</Pages>
  <Words>23581</Words>
  <Characters>118168</Characters>
  <Application>Microsoft Office Word</Application>
  <DocSecurity>0</DocSecurity>
  <Lines>984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hasan</cp:lastModifiedBy>
  <cp:revision>4</cp:revision>
  <cp:lastPrinted>2014-01-25T18:18:00Z</cp:lastPrinted>
  <dcterms:created xsi:type="dcterms:W3CDTF">2020-12-02T15:07:00Z</dcterms:created>
  <dcterms:modified xsi:type="dcterms:W3CDTF">2020-12-02T15:35:00Z</dcterms:modified>
</cp:coreProperties>
</file>