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A5A" w:rsidRPr="000B1C6C" w:rsidRDefault="002D7A5A" w:rsidP="002D7A5A">
      <w:pPr>
        <w:pStyle w:val="libCenterBold1"/>
      </w:pPr>
      <w:r>
        <w:rPr>
          <w:rtl/>
        </w:rPr>
        <w:t>عقيلة بني هاشم</w:t>
      </w:r>
    </w:p>
    <w:p w:rsidR="002D7A5A" w:rsidRDefault="002D7A5A" w:rsidP="002D7A5A">
      <w:pPr>
        <w:pStyle w:val="libCenterBold1"/>
        <w:rPr>
          <w:rtl/>
        </w:rPr>
      </w:pPr>
    </w:p>
    <w:p w:rsidR="002D7A5A" w:rsidRPr="000B1C6C" w:rsidRDefault="002D7A5A" w:rsidP="002D7A5A">
      <w:pPr>
        <w:pStyle w:val="libCenterBold1"/>
      </w:pPr>
      <w:r>
        <w:rPr>
          <w:rtl/>
        </w:rPr>
        <w:t>المؤلِّف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>
        <w:rPr>
          <w:rtl/>
        </w:rPr>
        <w:t>علي بن الحس</w:t>
      </w:r>
      <w:r w:rsidR="00E66C4D">
        <w:rPr>
          <w:rFonts w:hint="cs"/>
          <w:rtl/>
        </w:rPr>
        <w:t>ي</w:t>
      </w:r>
      <w:r>
        <w:rPr>
          <w:rtl/>
        </w:rPr>
        <w:t>ن الهاشمي الخطيب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2D7A5A">
      <w:pPr>
        <w:pStyle w:val="libCenterBold1"/>
      </w:pPr>
      <w:r>
        <w:rPr>
          <w:rtl/>
        </w:rPr>
        <w:lastRenderedPageBreak/>
        <w:t>هوية الكتاب</w:t>
      </w:r>
    </w:p>
    <w:p w:rsidR="002D7A5A" w:rsidRDefault="002D7A5A" w:rsidP="000B1C6C">
      <w:pPr>
        <w:pStyle w:val="libNormal"/>
        <w:rPr>
          <w:rtl/>
        </w:rPr>
      </w:pPr>
    </w:p>
    <w:p w:rsidR="002D7A5A" w:rsidRPr="000B1C6C" w:rsidRDefault="002D7A5A" w:rsidP="002D7A5A">
      <w:pPr>
        <w:pStyle w:val="libBold1"/>
      </w:pPr>
      <w:r>
        <w:rPr>
          <w:rtl/>
        </w:rPr>
        <w:t>الشابك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t>isrn 964 - 6390 - 24 - 2</w:t>
      </w:r>
    </w:p>
    <w:p w:rsidR="002D7A5A" w:rsidRPr="000B1C6C" w:rsidRDefault="002D7A5A" w:rsidP="002D7A5A">
      <w:pPr>
        <w:pStyle w:val="libBold1"/>
      </w:pPr>
      <w:r>
        <w:rPr>
          <w:rtl/>
        </w:rPr>
        <w:t>الكتاب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>
        <w:rPr>
          <w:rtl/>
        </w:rPr>
        <w:t xml:space="preserve">عقيلة بني هاشم </w:t>
      </w:r>
      <w:r w:rsidR="00FB26B1" w:rsidRPr="00FB26B1">
        <w:rPr>
          <w:rStyle w:val="libAlaemChar"/>
          <w:rtl/>
        </w:rPr>
        <w:t>عليها‌السلام</w:t>
      </w:r>
    </w:p>
    <w:p w:rsidR="002D7A5A" w:rsidRPr="000B1C6C" w:rsidRDefault="002D7A5A" w:rsidP="002D7A5A">
      <w:pPr>
        <w:pStyle w:val="libBold1"/>
      </w:pPr>
      <w:r>
        <w:rPr>
          <w:rtl/>
        </w:rPr>
        <w:t>المؤلِّف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>
        <w:rPr>
          <w:rtl/>
        </w:rPr>
        <w:t>السيد علي الهاشمي الخطيب</w:t>
      </w:r>
    </w:p>
    <w:p w:rsidR="002D7A5A" w:rsidRPr="000B1C6C" w:rsidRDefault="002D7A5A" w:rsidP="002D7A5A">
      <w:pPr>
        <w:pStyle w:val="libBold1"/>
      </w:pPr>
      <w:r>
        <w:rPr>
          <w:rtl/>
        </w:rPr>
        <w:t>الناشر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>
        <w:rPr>
          <w:rtl/>
        </w:rPr>
        <w:t>انتشارات المكتبة الحيدريّة</w:t>
      </w:r>
    </w:p>
    <w:p w:rsidR="002D7A5A" w:rsidRPr="000B1C6C" w:rsidRDefault="002D7A5A" w:rsidP="002D7A5A">
      <w:pPr>
        <w:pStyle w:val="libBold1"/>
      </w:pPr>
      <w:r>
        <w:rPr>
          <w:rtl/>
        </w:rPr>
        <w:t>عدد الصفحات والقطع</w:t>
      </w:r>
      <w:r w:rsidR="000B1C6C">
        <w:rPr>
          <w:rtl/>
        </w:rPr>
        <w:t>:</w:t>
      </w:r>
      <w:r w:rsidRPr="000B1C6C">
        <w:rPr>
          <w:rtl/>
        </w:rPr>
        <w:t xml:space="preserve"> 80 </w:t>
      </w:r>
      <w:r>
        <w:rPr>
          <w:rtl/>
        </w:rPr>
        <w:t>صفحة وزيري</w:t>
      </w:r>
    </w:p>
    <w:p w:rsidR="002D7A5A" w:rsidRPr="000B1C6C" w:rsidRDefault="002D7A5A" w:rsidP="002D7A5A">
      <w:pPr>
        <w:pStyle w:val="libBold1"/>
      </w:pPr>
      <w:r>
        <w:rPr>
          <w:rtl/>
        </w:rPr>
        <w:t>عدد المطبوع</w:t>
      </w:r>
      <w:r w:rsidR="000B1C6C">
        <w:rPr>
          <w:rtl/>
        </w:rPr>
        <w:t>:</w:t>
      </w:r>
      <w:r w:rsidRPr="000B1C6C">
        <w:rPr>
          <w:rtl/>
        </w:rPr>
        <w:t xml:space="preserve"> 1000 </w:t>
      </w:r>
      <w:r>
        <w:rPr>
          <w:rtl/>
        </w:rPr>
        <w:t>نسخة</w:t>
      </w:r>
    </w:p>
    <w:p w:rsidR="002D7A5A" w:rsidRPr="000B1C6C" w:rsidRDefault="002D7A5A" w:rsidP="002D7A5A">
      <w:pPr>
        <w:pStyle w:val="libBold1"/>
      </w:pPr>
      <w:r>
        <w:rPr>
          <w:rtl/>
        </w:rPr>
        <w:t>سنة الطبع</w:t>
      </w:r>
      <w:r w:rsidR="000B1C6C">
        <w:rPr>
          <w:rtl/>
        </w:rPr>
        <w:t>:</w:t>
      </w:r>
      <w:r w:rsidRPr="000B1C6C">
        <w:rPr>
          <w:rtl/>
        </w:rPr>
        <w:t xml:space="preserve"> 1377</w:t>
      </w:r>
    </w:p>
    <w:p w:rsidR="002D7A5A" w:rsidRPr="000B1C6C" w:rsidRDefault="002D7A5A" w:rsidP="002D7A5A">
      <w:pPr>
        <w:pStyle w:val="libBold1"/>
      </w:pPr>
      <w:r>
        <w:rPr>
          <w:rtl/>
        </w:rPr>
        <w:t>الطبعة</w:t>
      </w:r>
      <w:r w:rsidR="000B1C6C">
        <w:rPr>
          <w:rtl/>
        </w:rPr>
        <w:t>:</w:t>
      </w:r>
      <w:r>
        <w:rPr>
          <w:rtl/>
        </w:rPr>
        <w:t xml:space="preserve"> الاُولى</w:t>
      </w:r>
    </w:p>
    <w:p w:rsidR="002D7A5A" w:rsidRPr="000B1C6C" w:rsidRDefault="002D7A5A" w:rsidP="002D7A5A">
      <w:pPr>
        <w:pStyle w:val="libBold1"/>
      </w:pPr>
      <w:r>
        <w:rPr>
          <w:rtl/>
        </w:rPr>
        <w:t>المطبعة</w:t>
      </w:r>
      <w:r w:rsidR="000B1C6C">
        <w:rPr>
          <w:rtl/>
        </w:rPr>
        <w:t>:</w:t>
      </w:r>
      <w:r>
        <w:rPr>
          <w:rtl/>
        </w:rPr>
        <w:t xml:space="preserve"> أمير</w:t>
      </w:r>
      <w:r w:rsidR="00E66C4D">
        <w:rPr>
          <w:rtl/>
        </w:rPr>
        <w:t xml:space="preserve"> - </w:t>
      </w:r>
      <w:r>
        <w:rPr>
          <w:rtl/>
        </w:rPr>
        <w:t>قم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2D7A5A">
      <w:pPr>
        <w:pStyle w:val="libCenterBold1"/>
      </w:pPr>
      <w:r>
        <w:rPr>
          <w:rtl/>
        </w:rPr>
        <w:lastRenderedPageBreak/>
        <w:t>بسم الله الرحمن الرحيم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الحمد لله الواحد الأحد</w:t>
      </w:r>
      <w:r w:rsidR="000B1C6C">
        <w:rPr>
          <w:rtl/>
        </w:rPr>
        <w:t>،</w:t>
      </w:r>
      <w:r>
        <w:rPr>
          <w:rtl/>
        </w:rPr>
        <w:t xml:space="preserve"> الفرد الصمد</w:t>
      </w:r>
      <w:r w:rsidR="000B1C6C">
        <w:rPr>
          <w:rtl/>
        </w:rPr>
        <w:t>،</w:t>
      </w:r>
      <w:r>
        <w:rPr>
          <w:rtl/>
        </w:rPr>
        <w:t xml:space="preserve"> الذي لم يكن له ندٌّ ولا ولد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ثمَّ</w:t>
      </w:r>
      <w:r w:rsidRPr="000B1C6C">
        <w:rPr>
          <w:rtl/>
        </w:rPr>
        <w:t xml:space="preserve"> </w:t>
      </w:r>
      <w:r>
        <w:rPr>
          <w:rtl/>
        </w:rPr>
        <w:t>الصلاة على نبيه المصطفى</w:t>
      </w:r>
      <w:r w:rsidR="000B1C6C">
        <w:rPr>
          <w:rtl/>
        </w:rPr>
        <w:t>،</w:t>
      </w:r>
      <w:r>
        <w:rPr>
          <w:rtl/>
        </w:rPr>
        <w:t xml:space="preserve"> وآله الميامين الشرفا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الذين خصّهم الله بآية التطهير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  <w:r>
        <w:rPr>
          <w:rtl/>
        </w:rPr>
        <w:t>يقول تعالى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FB26B1">
        <w:rPr>
          <w:rStyle w:val="libAlaemChar"/>
          <w:rFonts w:hint="cs"/>
          <w:rtl/>
        </w:rPr>
        <w:t>(</w:t>
      </w:r>
      <w:r w:rsidRPr="002D7A5A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Pr="00FB26B1">
        <w:rPr>
          <w:rStyle w:val="libAlaemChar"/>
          <w:rFonts w:hint="cs"/>
          <w:rtl/>
        </w:rPr>
        <w:t>)</w:t>
      </w:r>
      <w:r w:rsidR="000B1C6C">
        <w:rPr>
          <w:rStyle w:val="libAieChar"/>
          <w:rFonts w:hint="cs"/>
          <w:rtl/>
        </w:rPr>
        <w:t>.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2D7A5A">
      <w:pPr>
        <w:pStyle w:val="libCenterBold1"/>
      </w:pPr>
      <w:r>
        <w:rPr>
          <w:rtl/>
        </w:rPr>
        <w:lastRenderedPageBreak/>
        <w:t>بسم الله الرحمن الرحيم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2D7A5A">
      <w:pPr>
        <w:pStyle w:val="Heading1Center"/>
      </w:pPr>
      <w:bookmarkStart w:id="0" w:name="_Toc387220684"/>
      <w:r>
        <w:rPr>
          <w:rtl/>
        </w:rPr>
        <w:lastRenderedPageBreak/>
        <w:t>عقيلة بني هاشم</w:t>
      </w:r>
      <w:bookmarkEnd w:id="0"/>
    </w:p>
    <w:p w:rsidR="002D7A5A" w:rsidRPr="000B1C6C" w:rsidRDefault="002D7A5A" w:rsidP="002D7A5A">
      <w:pPr>
        <w:pStyle w:val="Heading1Center"/>
      </w:pPr>
      <w:bookmarkStart w:id="1" w:name="_Toc387220685"/>
      <w:r>
        <w:rPr>
          <w:rtl/>
        </w:rPr>
        <w:t>زينب الكبرى</w:t>
      </w:r>
      <w:bookmarkEnd w:id="1"/>
    </w:p>
    <w:p w:rsidR="002D7A5A" w:rsidRPr="000B1C6C" w:rsidRDefault="002D7A5A" w:rsidP="002D7A5A">
      <w:pPr>
        <w:pStyle w:val="Heading2"/>
      </w:pPr>
      <w:bookmarkStart w:id="2" w:name="_Toc387220686"/>
      <w:r w:rsidRPr="002D7A5A">
        <w:rPr>
          <w:rtl/>
        </w:rPr>
        <w:t>ولادتها</w:t>
      </w:r>
      <w:bookmarkStart w:id="3" w:name="ولادتها"/>
      <w:bookmarkEnd w:id="2"/>
      <w:bookmarkEnd w:id="3"/>
    </w:p>
    <w:p w:rsidR="002D7A5A" w:rsidRPr="000B1C6C" w:rsidRDefault="002D7A5A" w:rsidP="000B1C6C">
      <w:pPr>
        <w:pStyle w:val="libNormal"/>
      </w:pPr>
      <w:r>
        <w:rPr>
          <w:rtl/>
        </w:rPr>
        <w:t xml:space="preserve">ولدت زينب الكبرى بنت أمير المؤمنين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في الخامس من جمادى الأولى في السنة</w:t>
      </w:r>
      <w:r w:rsidRPr="000B1C6C">
        <w:rPr>
          <w:rtl/>
        </w:rPr>
        <w:t xml:space="preserve"> </w:t>
      </w:r>
      <w:r>
        <w:rPr>
          <w:rtl/>
        </w:rPr>
        <w:t>الخامسة من الهجرة</w:t>
      </w:r>
      <w:r w:rsidR="000B1C6C">
        <w:rPr>
          <w:rtl/>
        </w:rPr>
        <w:t>،</w:t>
      </w:r>
      <w:r>
        <w:rPr>
          <w:rtl/>
        </w:rPr>
        <w:t xml:space="preserve"> وذكر جلال الدين السيوطي في رسالته (الزينبية) قال</w:t>
      </w:r>
      <w:r w:rsidR="000B1C6C">
        <w:rPr>
          <w:rtl/>
        </w:rPr>
        <w:t>:</w:t>
      </w:r>
      <w:r>
        <w:rPr>
          <w:rtl/>
        </w:rPr>
        <w:t xml:space="preserve"> ولدت</w:t>
      </w:r>
      <w:r w:rsidRPr="000B1C6C">
        <w:rPr>
          <w:rtl/>
        </w:rPr>
        <w:t xml:space="preserve"> </w:t>
      </w:r>
      <w:r>
        <w:rPr>
          <w:rtl/>
        </w:rPr>
        <w:t xml:space="preserve">زينب في حياة جدِّها رسول الله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Heading2"/>
      </w:pPr>
      <w:bookmarkStart w:id="4" w:name="_Toc387220687"/>
      <w:r w:rsidRPr="002D7A5A">
        <w:rPr>
          <w:rtl/>
        </w:rPr>
        <w:t>تسميتها وكنيتها</w:t>
      </w:r>
      <w:bookmarkEnd w:id="4"/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 xml:space="preserve">سماها جدّها رسول الله </w:t>
      </w:r>
      <w:r w:rsidR="00FB26B1" w:rsidRPr="00FB26B1">
        <w:rPr>
          <w:rStyle w:val="libAlaemChar"/>
          <w:rtl/>
        </w:rPr>
        <w:t>صلى‌الله‌عليه‌وآله</w:t>
      </w:r>
      <w:r>
        <w:rPr>
          <w:rtl/>
        </w:rPr>
        <w:t xml:space="preserve"> زينب</w:t>
      </w:r>
      <w:r w:rsidR="000B1C6C">
        <w:rPr>
          <w:rtl/>
        </w:rPr>
        <w:t>.</w:t>
      </w:r>
      <w:r>
        <w:rPr>
          <w:rtl/>
        </w:rPr>
        <w:t xml:space="preserve"> اسم اختاره لها جدّها سيد البشر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وتكنى اُمّ كلثوم</w:t>
      </w:r>
      <w:r w:rsidR="000B1C6C">
        <w:rPr>
          <w:rtl/>
        </w:rPr>
        <w:t>،</w:t>
      </w:r>
      <w:r>
        <w:rPr>
          <w:rtl/>
        </w:rPr>
        <w:t xml:space="preserve"> واُمّ الحسن</w:t>
      </w:r>
      <w:r w:rsidR="000B1C6C">
        <w:rPr>
          <w:rtl/>
        </w:rPr>
        <w:t>.</w:t>
      </w:r>
      <w:r>
        <w:rPr>
          <w:rtl/>
        </w:rPr>
        <w:t xml:space="preserve"> ويقال لها</w:t>
      </w:r>
      <w:r w:rsidR="000B1C6C">
        <w:rPr>
          <w:rtl/>
        </w:rPr>
        <w:t>:</w:t>
      </w:r>
      <w:r>
        <w:rPr>
          <w:rtl/>
        </w:rPr>
        <w:t xml:space="preserve"> زينب الكبرى</w:t>
      </w:r>
      <w:r w:rsidR="000B1C6C">
        <w:rPr>
          <w:rtl/>
        </w:rPr>
        <w:t>؛</w:t>
      </w:r>
      <w:r>
        <w:rPr>
          <w:rtl/>
        </w:rPr>
        <w:t xml:space="preserve"> للفرق بينها وبين مَن سُمّيت باسمها من</w:t>
      </w:r>
      <w:r w:rsidRPr="000B1C6C">
        <w:rPr>
          <w:rtl/>
        </w:rPr>
        <w:t xml:space="preserve"> </w:t>
      </w:r>
      <w:r>
        <w:rPr>
          <w:rtl/>
        </w:rPr>
        <w:t>أخواتها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وتلقّب بالصدّيقة الصغرى</w:t>
      </w:r>
      <w:r w:rsidR="000B1C6C">
        <w:rPr>
          <w:rtl/>
        </w:rPr>
        <w:t>؛</w:t>
      </w:r>
      <w:r w:rsidRPr="000B1C6C">
        <w:rPr>
          <w:rtl/>
        </w:rPr>
        <w:t xml:space="preserve"> للفرق بينها وبين اُمّها الصدّيقة الكبرى فاطمة الزهراء سيدة نساء العالمين</w:t>
      </w:r>
      <w:r w:rsidR="000B1C6C">
        <w:rPr>
          <w:rtl/>
        </w:rPr>
        <w:t>.</w:t>
      </w:r>
      <w:r w:rsidRPr="000B1C6C">
        <w:rPr>
          <w:rtl/>
        </w:rPr>
        <w:t xml:space="preserve"> وتلقّب أيضاً بالعقيلة</w:t>
      </w:r>
      <w:r w:rsidRPr="000B1C6C">
        <w:rPr>
          <w:rStyle w:val="libFootnotenumChar"/>
          <w:rtl/>
        </w:rPr>
        <w:t>(1)</w:t>
      </w:r>
      <w:r w:rsidR="000B1C6C" w:rsidRPr="00FB26B1">
        <w:rPr>
          <w:rtl/>
        </w:rPr>
        <w:t>،</w:t>
      </w:r>
      <w:r w:rsidRPr="000B1C6C">
        <w:rPr>
          <w:rtl/>
        </w:rPr>
        <w:t xml:space="preserve"> وعقيلة بني هاشم</w:t>
      </w:r>
      <w:r w:rsidR="000B1C6C">
        <w:rPr>
          <w:rtl/>
        </w:rPr>
        <w:t>،</w:t>
      </w:r>
      <w:r w:rsidRPr="000B1C6C">
        <w:rPr>
          <w:rtl/>
        </w:rPr>
        <w:t xml:space="preserve"> وعقيلة </w:t>
      </w:r>
    </w:p>
    <w:p w:rsidR="000B1C6C" w:rsidRDefault="00FB26B1" w:rsidP="00FB26B1">
      <w:pPr>
        <w:pStyle w:val="libLine"/>
      </w:pPr>
      <w:r>
        <w:rPr>
          <w:rFonts w:hint="cs"/>
          <w:rtl/>
        </w:rPr>
        <w:t>____________________</w:t>
      </w:r>
    </w:p>
    <w:p w:rsidR="002D7A5A" w:rsidRPr="000B1C6C" w:rsidRDefault="002D7A5A" w:rsidP="002D7A5A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العقيلة</w:t>
      </w:r>
      <w:r w:rsidR="000B1C6C">
        <w:rPr>
          <w:rtl/>
        </w:rPr>
        <w:t>:</w:t>
      </w:r>
      <w:r>
        <w:rPr>
          <w:rtl/>
        </w:rPr>
        <w:t xml:space="preserve"> هي المرأة الكريمة على قومها</w:t>
      </w:r>
      <w:r w:rsidR="000B1C6C">
        <w:rPr>
          <w:rtl/>
        </w:rPr>
        <w:t>،</w:t>
      </w:r>
      <w:r>
        <w:rPr>
          <w:rtl/>
        </w:rPr>
        <w:t xml:space="preserve"> العزيزة في بيتها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FB26B1">
      <w:pPr>
        <w:pStyle w:val="libNormal0"/>
      </w:pPr>
      <w:r>
        <w:rPr>
          <w:rtl/>
        </w:rPr>
        <w:lastRenderedPageBreak/>
        <w:t>الطالبيِّين</w:t>
      </w:r>
      <w:r w:rsidR="000B1C6C">
        <w:rPr>
          <w:rtl/>
        </w:rPr>
        <w:t>،</w:t>
      </w:r>
      <w:r>
        <w:rPr>
          <w:rtl/>
        </w:rPr>
        <w:t xml:space="preserve"> وتلقب بالموثّقة</w:t>
      </w:r>
      <w:r w:rsidR="000B1C6C">
        <w:rPr>
          <w:rtl/>
        </w:rPr>
        <w:t>،</w:t>
      </w:r>
      <w:r>
        <w:rPr>
          <w:rtl/>
        </w:rPr>
        <w:t xml:space="preserve"> والعارفة</w:t>
      </w:r>
      <w:r w:rsidR="000B1C6C">
        <w:rPr>
          <w:rtl/>
        </w:rPr>
        <w:t>،</w:t>
      </w:r>
      <w:r>
        <w:rPr>
          <w:rtl/>
        </w:rPr>
        <w:t xml:space="preserve"> والعالمة غير المعلمة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والفاضلة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والكاملة</w:t>
      </w:r>
      <w:r w:rsidR="000B1C6C">
        <w:rPr>
          <w:rtl/>
        </w:rPr>
        <w:t>،</w:t>
      </w:r>
      <w:r>
        <w:rPr>
          <w:rtl/>
        </w:rPr>
        <w:t xml:space="preserve"> وعابدة آل علي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 xml:space="preserve">زينب اُولى بنات أمير المؤمنين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ولدتها فاطمة الزهراء بعد الحسنين السبطين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عليهما‌السلام</w:t>
      </w:r>
      <w:r w:rsidR="000B1C6C">
        <w:rPr>
          <w:rtl/>
        </w:rPr>
        <w:t>،</w:t>
      </w:r>
      <w:r>
        <w:rPr>
          <w:rtl/>
        </w:rPr>
        <w:t xml:space="preserve"> ومما</w:t>
      </w:r>
      <w:r w:rsidRPr="000B1C6C">
        <w:rPr>
          <w:rtl/>
        </w:rPr>
        <w:t xml:space="preserve"> </w:t>
      </w:r>
      <w:r>
        <w:rPr>
          <w:rtl/>
        </w:rPr>
        <w:t xml:space="preserve">يؤكّد ذلك أن الرواة في أيام الاضطهاد كانوا إذا رووا رواية عن علي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يقول الرجل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>
        <w:rPr>
          <w:rtl/>
        </w:rPr>
        <w:t>هذه الرواية عن أبي زينب</w:t>
      </w:r>
      <w:r w:rsidR="000B1C6C">
        <w:rPr>
          <w:rtl/>
        </w:rPr>
        <w:t>،</w:t>
      </w:r>
      <w:r>
        <w:rPr>
          <w:rtl/>
        </w:rPr>
        <w:t xml:space="preserve"> كما ذكر ذلك ابن أبي الحديد في شرح نهج البلاغة</w:t>
      </w:r>
      <w:r w:rsidR="000B1C6C">
        <w:rPr>
          <w:rtl/>
        </w:rPr>
        <w:t>،</w:t>
      </w:r>
      <w:r>
        <w:rPr>
          <w:rtl/>
        </w:rPr>
        <w:t xml:space="preserve"> وإنّما كنّوا</w:t>
      </w:r>
      <w:r w:rsidRPr="000B1C6C">
        <w:rPr>
          <w:rtl/>
        </w:rPr>
        <w:t xml:space="preserve"> </w:t>
      </w:r>
      <w:r>
        <w:rPr>
          <w:rtl/>
        </w:rPr>
        <w:t xml:space="preserve">أمير المؤمنين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بهذه الكنية</w:t>
      </w:r>
      <w:r w:rsidR="000B1C6C">
        <w:rPr>
          <w:rtl/>
        </w:rPr>
        <w:t>؛</w:t>
      </w:r>
      <w:r>
        <w:rPr>
          <w:rtl/>
        </w:rPr>
        <w:t xml:space="preserve"> لأنّ زينب كانت الأكبر من ولده بعد الحسنين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عليهما‌السلام</w:t>
      </w:r>
      <w:r w:rsidR="000B1C6C">
        <w:rPr>
          <w:rtl/>
        </w:rPr>
        <w:t>،</w:t>
      </w:r>
      <w:r>
        <w:rPr>
          <w:rtl/>
        </w:rPr>
        <w:t xml:space="preserve"> ولم يُعرف بهذه</w:t>
      </w:r>
      <w:r w:rsidRPr="000B1C6C">
        <w:rPr>
          <w:rtl/>
        </w:rPr>
        <w:t xml:space="preserve"> </w:t>
      </w:r>
      <w:r>
        <w:rPr>
          <w:rtl/>
        </w:rPr>
        <w:t>الكنية عند أعدائه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Heading2"/>
      </w:pPr>
      <w:bookmarkStart w:id="5" w:name="_Toc387220688"/>
      <w:r w:rsidRPr="002D7A5A">
        <w:rPr>
          <w:rtl/>
        </w:rPr>
        <w:t>أبوها</w:t>
      </w:r>
      <w:bookmarkStart w:id="6" w:name="أبوها"/>
      <w:bookmarkEnd w:id="5"/>
      <w:bookmarkEnd w:id="6"/>
    </w:p>
    <w:p w:rsidR="002D7A5A" w:rsidRPr="000B1C6C" w:rsidRDefault="002D7A5A" w:rsidP="000B1C6C">
      <w:pPr>
        <w:pStyle w:val="libNormal"/>
      </w:pPr>
      <w:r>
        <w:rPr>
          <w:rtl/>
        </w:rPr>
        <w:t xml:space="preserve">أبوها أمير المؤمنين علي بن أبي طالب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القرشي الهاشمي</w:t>
      </w:r>
      <w:r w:rsidR="000B1C6C">
        <w:rPr>
          <w:rtl/>
        </w:rPr>
        <w:t>،</w:t>
      </w:r>
      <w:r>
        <w:rPr>
          <w:rtl/>
        </w:rPr>
        <w:t xml:space="preserve"> أبو السبطين الحسن</w:t>
      </w:r>
      <w:r w:rsidRPr="000B1C6C">
        <w:rPr>
          <w:rtl/>
        </w:rPr>
        <w:t xml:space="preserve"> </w:t>
      </w:r>
      <w:r>
        <w:rPr>
          <w:rtl/>
        </w:rPr>
        <w:t xml:space="preserve">والحسين </w:t>
      </w:r>
      <w:r w:rsidR="00FB26B1" w:rsidRPr="00FB26B1">
        <w:rPr>
          <w:rStyle w:val="libAlaemChar"/>
          <w:rtl/>
        </w:rPr>
        <w:t>عليهما‌السلام</w:t>
      </w:r>
      <w:r w:rsidR="000B1C6C">
        <w:rPr>
          <w:rtl/>
        </w:rPr>
        <w:t>.</w:t>
      </w:r>
      <w:r>
        <w:rPr>
          <w:rtl/>
        </w:rPr>
        <w:t xml:space="preserve"> ولد في بيت الله الحرام في الثالث عشر من شهر رجب</w:t>
      </w:r>
      <w:r w:rsidRPr="000B1C6C">
        <w:rPr>
          <w:rtl/>
        </w:rPr>
        <w:t xml:space="preserve"> </w:t>
      </w:r>
      <w:r>
        <w:rPr>
          <w:rtl/>
        </w:rPr>
        <w:t>قبل المبعث بعشرة سنين</w:t>
      </w:r>
      <w:r w:rsidR="000B1C6C">
        <w:rPr>
          <w:rtl/>
        </w:rPr>
        <w:t>.</w:t>
      </w:r>
      <w:r>
        <w:rPr>
          <w:rtl/>
        </w:rPr>
        <w:t xml:space="preserve"> كان أوّل الناس إسلاماً</w:t>
      </w:r>
      <w:r w:rsidR="000B1C6C">
        <w:rPr>
          <w:rtl/>
        </w:rPr>
        <w:t>،</w:t>
      </w:r>
      <w:r>
        <w:rPr>
          <w:rtl/>
        </w:rPr>
        <w:t xml:space="preserve"> وأعظمهم إقداماً</w:t>
      </w:r>
      <w:r w:rsidR="000B1C6C">
        <w:rPr>
          <w:rtl/>
        </w:rPr>
        <w:t>،</w:t>
      </w:r>
      <w:r>
        <w:rPr>
          <w:rtl/>
        </w:rPr>
        <w:t xml:space="preserve"> وأقواهم شكيمة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وأشدّهم</w:t>
      </w:r>
      <w:r w:rsidRPr="000B1C6C">
        <w:rPr>
          <w:rtl/>
        </w:rPr>
        <w:t xml:space="preserve"> </w:t>
      </w:r>
      <w:r>
        <w:rPr>
          <w:rtl/>
        </w:rPr>
        <w:t>عزيمة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كيف لا يكون كذلك وقد تربّى في حجر الرسول الأعظم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،</w:t>
      </w:r>
      <w:r w:rsidRPr="000B1C6C">
        <w:rPr>
          <w:rtl/>
        </w:rPr>
        <w:t xml:space="preserve"> وآزره وحامى عنه وهو ابن عشر سنين</w:t>
      </w:r>
      <w:r w:rsidR="000B1C6C">
        <w:rPr>
          <w:rtl/>
        </w:rPr>
        <w:t>،</w:t>
      </w:r>
      <w:r w:rsidRPr="000B1C6C">
        <w:rPr>
          <w:rtl/>
        </w:rPr>
        <w:t xml:space="preserve"> وأخذ عن رسول الله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كلَّ العلوم</w:t>
      </w:r>
      <w:r w:rsidR="000B1C6C">
        <w:rPr>
          <w:rtl/>
        </w:rPr>
        <w:t>،</w:t>
      </w:r>
      <w:r w:rsidRPr="000B1C6C">
        <w:rPr>
          <w:rtl/>
        </w:rPr>
        <w:t xml:space="preserve"> واقتبس من قبس النبوة حتّى قال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 xml:space="preserve">خير أعمامي أبو طالب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وخير اُخواني علي</w:t>
      </w:r>
      <w:r w:rsidRPr="000B1C6C">
        <w:rPr>
          <w:rStyle w:val="libBold2Char"/>
          <w:rtl/>
        </w:rPr>
        <w:t xml:space="preserve">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وفداه بنفسه ليلة مبيته على الفراش</w:t>
      </w:r>
      <w:r w:rsidR="000B1C6C">
        <w:rPr>
          <w:rtl/>
        </w:rPr>
        <w:t>،</w:t>
      </w:r>
      <w:r>
        <w:rPr>
          <w:rtl/>
        </w:rPr>
        <w:t xml:space="preserve"> وشهد مع النبي </w:t>
      </w:r>
      <w:r w:rsidR="00FB26B1" w:rsidRPr="00FB26B1">
        <w:rPr>
          <w:rStyle w:val="libAlaemChar"/>
          <w:rtl/>
        </w:rPr>
        <w:t>صلى‌الله‌عليه‌وآله</w:t>
      </w:r>
      <w:r>
        <w:rPr>
          <w:rtl/>
        </w:rPr>
        <w:t xml:space="preserve"> مشاهده كلَّها</w:t>
      </w:r>
      <w:r w:rsidR="000B1C6C">
        <w:rPr>
          <w:rtl/>
        </w:rPr>
        <w:t>،</w:t>
      </w:r>
      <w:r>
        <w:rPr>
          <w:rtl/>
        </w:rPr>
        <w:t xml:space="preserve"> وقد زوّجه من ابنته فاطمة الزهراء </w:t>
      </w:r>
      <w:r w:rsidR="00FB26B1" w:rsidRPr="00FB26B1">
        <w:rPr>
          <w:rStyle w:val="libAlaemChar"/>
          <w:rtl/>
        </w:rPr>
        <w:t>عليها‌السلام</w:t>
      </w:r>
      <w:r w:rsidR="000B1C6C">
        <w:rPr>
          <w:rtl/>
        </w:rPr>
        <w:t>؛</w:t>
      </w:r>
      <w:r>
        <w:rPr>
          <w:rtl/>
        </w:rPr>
        <w:t xml:space="preserve"> إذ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0B1C6C" w:rsidP="00FB26B1">
      <w:pPr>
        <w:pStyle w:val="libNormal0"/>
      </w:pPr>
      <w:r>
        <w:rPr>
          <w:rtl/>
        </w:rPr>
        <w:lastRenderedPageBreak/>
        <w:t>ما كان لها كفواً إلاّ</w:t>
      </w:r>
      <w:r w:rsidR="002D7A5A">
        <w:rPr>
          <w:rtl/>
        </w:rPr>
        <w:t xml:space="preserve">َ ابن عمها علي بن أبي طالب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>،</w:t>
      </w:r>
      <w:r w:rsidR="002D7A5A">
        <w:rPr>
          <w:rtl/>
        </w:rPr>
        <w:t xml:space="preserve"> فولدت له الحسن والحسين</w:t>
      </w:r>
      <w:r>
        <w:rPr>
          <w:rtl/>
        </w:rPr>
        <w:t>،</w:t>
      </w:r>
      <w:r w:rsidR="002D7A5A" w:rsidRPr="000B1C6C">
        <w:rPr>
          <w:rtl/>
        </w:rPr>
        <w:t xml:space="preserve"> </w:t>
      </w:r>
      <w:r w:rsidR="002D7A5A">
        <w:rPr>
          <w:rtl/>
        </w:rPr>
        <w:t>ومحسن السقط</w:t>
      </w:r>
      <w:r>
        <w:rPr>
          <w:rtl/>
        </w:rPr>
        <w:t>،</w:t>
      </w:r>
      <w:r w:rsidR="002D7A5A">
        <w:rPr>
          <w:rtl/>
        </w:rPr>
        <w:t xml:space="preserve"> وزينب الكبرى</w:t>
      </w:r>
      <w:r>
        <w:rPr>
          <w:rtl/>
        </w:rPr>
        <w:t>،</w:t>
      </w:r>
      <w:r w:rsidR="002D7A5A">
        <w:rPr>
          <w:rtl/>
        </w:rPr>
        <w:t xml:space="preserve"> وزينب الصغرى اُمّ كلثوم </w:t>
      </w:r>
      <w:r w:rsidR="00FB26B1" w:rsidRPr="00FB26B1">
        <w:rPr>
          <w:rStyle w:val="libAlaemChar"/>
          <w:rtl/>
        </w:rPr>
        <w:t>عليهم‌السلام</w:t>
      </w:r>
      <w:r>
        <w:rPr>
          <w:rtl/>
        </w:rPr>
        <w:t>.</w:t>
      </w:r>
      <w:r w:rsidR="002D7A5A"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t xml:space="preserve">وكان علي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أشجع أصحاب</w:t>
      </w:r>
      <w:r w:rsidRPr="000B1C6C">
        <w:rPr>
          <w:rtl/>
        </w:rPr>
        <w:t xml:space="preserve"> </w:t>
      </w:r>
      <w:r>
        <w:rPr>
          <w:rtl/>
        </w:rPr>
        <w:t xml:space="preserve">رسول الله </w:t>
      </w:r>
      <w:r w:rsidR="00FB26B1" w:rsidRPr="00FB26B1">
        <w:rPr>
          <w:rStyle w:val="libAlaemChar"/>
          <w:rtl/>
        </w:rPr>
        <w:t>صلى‌الله‌عليه‌وآله</w:t>
      </w:r>
      <w:r>
        <w:rPr>
          <w:rtl/>
        </w:rPr>
        <w:t xml:space="preserve"> وأعلمهم بالفرائض والسنن</w:t>
      </w:r>
      <w:r w:rsidR="000B1C6C">
        <w:rPr>
          <w:rtl/>
        </w:rPr>
        <w:t>،</w:t>
      </w:r>
      <w:r>
        <w:rPr>
          <w:rtl/>
        </w:rPr>
        <w:t xml:space="preserve"> وما أشكلت على المسلمين قضية إلاّ وجدوا عند</w:t>
      </w:r>
      <w:r w:rsidRPr="000B1C6C">
        <w:rPr>
          <w:rtl/>
        </w:rPr>
        <w:t xml:space="preserve"> </w:t>
      </w:r>
      <w:r>
        <w:rPr>
          <w:rtl/>
        </w:rPr>
        <w:t xml:space="preserve">عليٍّ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حلّها</w:t>
      </w:r>
      <w:r w:rsidR="000B1C6C">
        <w:rPr>
          <w:rtl/>
        </w:rPr>
        <w:t>،</w:t>
      </w:r>
      <w:r>
        <w:rPr>
          <w:rtl/>
        </w:rPr>
        <w:t xml:space="preserve"> حتّى قال عمر بن الخطاب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2D7A5A">
        <w:rPr>
          <w:rStyle w:val="libBold2Char"/>
          <w:rtl/>
        </w:rPr>
        <w:t>لولا علي لهلك عمر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>وكان من الرسول</w:t>
      </w:r>
      <w:r w:rsidRPr="000B1C6C">
        <w:rPr>
          <w:rtl/>
        </w:rPr>
        <w:t xml:space="preserve"> </w:t>
      </w:r>
      <w:r>
        <w:rPr>
          <w:rtl/>
        </w:rPr>
        <w:t xml:space="preserve">الأعظم </w:t>
      </w:r>
      <w:r w:rsidR="00FB26B1" w:rsidRPr="00FB26B1">
        <w:rPr>
          <w:rStyle w:val="libAlaemChar"/>
          <w:rtl/>
        </w:rPr>
        <w:t>صلى‌الله‌عليه‌وآله</w:t>
      </w:r>
      <w:r>
        <w:rPr>
          <w:rtl/>
        </w:rPr>
        <w:t xml:space="preserve"> بمنزلة هارون من موسى</w:t>
      </w:r>
      <w:r w:rsidR="000B1C6C">
        <w:rPr>
          <w:rtl/>
        </w:rPr>
        <w:t>،</w:t>
      </w:r>
      <w:r>
        <w:rPr>
          <w:rtl/>
        </w:rPr>
        <w:t xml:space="preserve"> قال الحميري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D44192" w:rsidTr="00D44192">
        <w:trPr>
          <w:trHeight w:val="350"/>
        </w:trPr>
        <w:tc>
          <w:tcPr>
            <w:tcW w:w="3536" w:type="dxa"/>
            <w:shd w:val="clear" w:color="auto" w:fill="auto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سـائل قريشاً به إذ كنت ذا عمهٍ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D44192" w:rsidRDefault="00D44192" w:rsidP="00D44192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مَـن كان أثبتها في الدين أوتادا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  <w:tr w:rsidR="00D44192" w:rsidTr="00D44192">
        <w:tblPrEx>
          <w:tblLook w:val="04A0"/>
        </w:tblPrEx>
        <w:trPr>
          <w:trHeight w:val="350"/>
        </w:trPr>
        <w:tc>
          <w:tcPr>
            <w:tcW w:w="3536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مَـن كـان أقدم إسلاماً وأكثرها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44192" w:rsidRDefault="00D44192" w:rsidP="00D4419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عـلماً وأطـهرها أهلاً وأولادا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  <w:tr w:rsidR="00D44192" w:rsidTr="00D44192">
        <w:tblPrEx>
          <w:tblLook w:val="04A0"/>
        </w:tblPrEx>
        <w:trPr>
          <w:trHeight w:val="350"/>
        </w:trPr>
        <w:tc>
          <w:tcPr>
            <w:tcW w:w="3536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مَـن وحّـد الله إذ كانت مكذبةً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44192" w:rsidRDefault="00D44192" w:rsidP="00D4419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تـدعو مـع الله أوثاناً وأندادا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  <w:tr w:rsidR="00D44192" w:rsidTr="00D44192">
        <w:tblPrEx>
          <w:tblLook w:val="04A0"/>
        </w:tblPrEx>
        <w:trPr>
          <w:trHeight w:val="350"/>
        </w:trPr>
        <w:tc>
          <w:tcPr>
            <w:tcW w:w="3536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مَن كان يقدم في الهيجاء إذ نكلوا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44192" w:rsidRDefault="00D44192" w:rsidP="00D4419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عـنها وإن بخلوا في أزمةٍ جادا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  <w:tr w:rsidR="00D44192" w:rsidTr="00D44192">
        <w:tblPrEx>
          <w:tblLook w:val="04A0"/>
        </w:tblPrEx>
        <w:trPr>
          <w:trHeight w:val="350"/>
        </w:trPr>
        <w:tc>
          <w:tcPr>
            <w:tcW w:w="3536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مَـن كان أعدلها حكماً وأبسطها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44192" w:rsidRDefault="00D44192" w:rsidP="00D4419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كـفّاً وأصـدقها وعـداً وإيعادا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  <w:tr w:rsidR="00D44192" w:rsidTr="00D44192">
        <w:tblPrEx>
          <w:tblLook w:val="04A0"/>
        </w:tblPrEx>
        <w:trPr>
          <w:trHeight w:val="350"/>
        </w:trPr>
        <w:tc>
          <w:tcPr>
            <w:tcW w:w="3536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إن يصدقوك فلن يعدوا أبا حسنٍ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44192" w:rsidRDefault="00D44192" w:rsidP="00D4419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إن أنـت لم تلق للأبرار حسادا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D44192" w:rsidTr="00D44192">
        <w:trPr>
          <w:trHeight w:val="350"/>
        </w:trPr>
        <w:tc>
          <w:tcPr>
            <w:tcW w:w="3536" w:type="dxa"/>
            <w:shd w:val="clear" w:color="auto" w:fill="auto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إن أنت لم تلق أقواماً ذوي صلفٍ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D44192" w:rsidRDefault="00D44192" w:rsidP="00D44192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وذا عـنـادٍ لـحقِّ الله جـحّادا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Normal"/>
      </w:pPr>
      <w:r>
        <w:rPr>
          <w:rtl/>
        </w:rPr>
        <w:t xml:space="preserve">ضُرِبَ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على قرنه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ضربه عبد</w:t>
      </w:r>
      <w:r w:rsidRPr="000B1C6C">
        <w:rPr>
          <w:rtl/>
        </w:rPr>
        <w:t xml:space="preserve"> </w:t>
      </w:r>
      <w:r>
        <w:rPr>
          <w:rtl/>
        </w:rPr>
        <w:t>الرحمان بن ملجم المرادي الخارجي بسيفه وهو يؤدّي الفرض لله تعالى ليلة تسعة</w:t>
      </w:r>
      <w:r w:rsidRPr="000B1C6C">
        <w:rPr>
          <w:rtl/>
        </w:rPr>
        <w:t xml:space="preserve"> </w:t>
      </w:r>
      <w:r>
        <w:rPr>
          <w:rtl/>
        </w:rPr>
        <w:t>عشر من شهر رمضان</w:t>
      </w:r>
      <w:r w:rsidR="000B1C6C">
        <w:rPr>
          <w:rtl/>
        </w:rPr>
        <w:t>،</w:t>
      </w:r>
      <w:r>
        <w:rPr>
          <w:rtl/>
        </w:rPr>
        <w:t xml:space="preserve"> في أفضل الأماكن من القطر العراقي (مسجد الكوفة)</w:t>
      </w:r>
      <w:r w:rsidR="000B1C6C">
        <w:rPr>
          <w:rtl/>
        </w:rPr>
        <w:t>،</w:t>
      </w:r>
      <w:r>
        <w:rPr>
          <w:rtl/>
        </w:rPr>
        <w:t xml:space="preserve"> وفي أفضل</w:t>
      </w:r>
      <w:r w:rsidRPr="000B1C6C">
        <w:rPr>
          <w:rtl/>
        </w:rPr>
        <w:t xml:space="preserve"> </w:t>
      </w:r>
      <w:r>
        <w:rPr>
          <w:rtl/>
        </w:rPr>
        <w:t>الشهور (شهر رمضان المبارك)</w:t>
      </w:r>
      <w:r w:rsidR="000B1C6C">
        <w:rPr>
          <w:rtl/>
        </w:rPr>
        <w:t>،</w:t>
      </w:r>
      <w:r>
        <w:rPr>
          <w:rtl/>
        </w:rPr>
        <w:t xml:space="preserve"> وفي أفضل الأوقات (بين الطلوعين)</w:t>
      </w:r>
      <w:r w:rsidR="000B1C6C">
        <w:rPr>
          <w:rtl/>
        </w:rPr>
        <w:t>؛</w:t>
      </w:r>
      <w:r>
        <w:rPr>
          <w:rtl/>
        </w:rPr>
        <w:t xml:space="preserve"> طلوع الفجر</w:t>
      </w:r>
      <w:r w:rsidRPr="000B1C6C">
        <w:rPr>
          <w:rtl/>
        </w:rPr>
        <w:t xml:space="preserve"> </w:t>
      </w:r>
      <w:r>
        <w:rPr>
          <w:rtl/>
        </w:rPr>
        <w:t>وطلوع الشمس</w:t>
      </w:r>
      <w:r w:rsidR="000B1C6C">
        <w:rPr>
          <w:rtl/>
        </w:rPr>
        <w:t>،</w:t>
      </w:r>
      <w:r>
        <w:rPr>
          <w:rtl/>
        </w:rPr>
        <w:t xml:space="preserve"> وفي أفضل الأمكنة (محرابه</w:t>
      </w:r>
      <w:r w:rsidRPr="000B1C6C">
        <w:rPr>
          <w:rtl/>
        </w:rPr>
        <w:t>)</w:t>
      </w:r>
      <w:r w:rsidR="000B1C6C">
        <w:rPr>
          <w:rtl/>
        </w:rPr>
        <w:t>.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>ضربه وهو مشغول بالصلاة لله في أول</w:t>
      </w:r>
      <w:r w:rsidRPr="000B1C6C">
        <w:rPr>
          <w:rtl/>
        </w:rPr>
        <w:t xml:space="preserve"> </w:t>
      </w:r>
      <w:r>
        <w:rPr>
          <w:rtl/>
        </w:rPr>
        <w:t>ركعة من صلاة الفجر بين السجدتين</w:t>
      </w:r>
      <w:r w:rsidR="000B1C6C">
        <w:rPr>
          <w:rtl/>
        </w:rPr>
        <w:t>،</w:t>
      </w:r>
      <w:r>
        <w:rPr>
          <w:rtl/>
        </w:rPr>
        <w:t xml:space="preserve"> قال المغفور له السيد حيدر الحلي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D44192" w:rsidTr="00D44192">
        <w:trPr>
          <w:trHeight w:val="350"/>
        </w:trPr>
        <w:tc>
          <w:tcPr>
            <w:tcW w:w="3536" w:type="dxa"/>
            <w:shd w:val="clear" w:color="auto" w:fill="auto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قـتلتم الـصلاةَ فـي محرابِها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D44192" w:rsidRDefault="00D44192" w:rsidP="00D44192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يا قاتليه وهـو فـي مـحرابهِ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  <w:tr w:rsidR="00D44192" w:rsidTr="00D44192">
        <w:tblPrEx>
          <w:tblLook w:val="04A0"/>
        </w:tblPrEx>
        <w:trPr>
          <w:trHeight w:val="350"/>
        </w:trPr>
        <w:tc>
          <w:tcPr>
            <w:tcW w:w="3536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وشقّ رأسَ العدل سيفُ جورِكمْ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44192" w:rsidRDefault="00D44192" w:rsidP="00D4419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مُـذ شقّ منه الرأس في إهابهِ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  <w:tr w:rsidR="00D44192" w:rsidTr="00D44192">
        <w:tblPrEx>
          <w:tblLook w:val="04A0"/>
        </w:tblPrEx>
        <w:trPr>
          <w:trHeight w:val="350"/>
        </w:trPr>
        <w:tc>
          <w:tcPr>
            <w:tcW w:w="3536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فليبكِ جـبريلُ لـه ولينتحبْ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44192" w:rsidRDefault="00D44192" w:rsidP="00D4419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فـي الملأ الأعلى على مصابه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2D7A5A">
      <w:pPr>
        <w:pStyle w:val="Heading2"/>
      </w:pPr>
      <w:bookmarkStart w:id="7" w:name="_Toc387220689"/>
      <w:r w:rsidRPr="002D7A5A">
        <w:rPr>
          <w:rtl/>
        </w:rPr>
        <w:t>اُمّها</w:t>
      </w:r>
      <w:bookmarkStart w:id="8" w:name="أمها"/>
      <w:bookmarkEnd w:id="7"/>
      <w:bookmarkEnd w:id="8"/>
    </w:p>
    <w:p w:rsidR="002D7A5A" w:rsidRPr="000B1C6C" w:rsidRDefault="002D7A5A" w:rsidP="000B1C6C">
      <w:pPr>
        <w:pStyle w:val="libNormal"/>
      </w:pPr>
      <w:r>
        <w:rPr>
          <w:rtl/>
        </w:rPr>
        <w:t>اُمّها سيدة نساء العالمين فاطمة الزهراء بنت الرسول الأعظم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،</w:t>
      </w:r>
      <w:r>
        <w:rPr>
          <w:rtl/>
        </w:rPr>
        <w:t xml:space="preserve"> كانت تلقّب بالزهراء</w:t>
      </w:r>
      <w:r w:rsidR="000B1C6C">
        <w:rPr>
          <w:rtl/>
        </w:rPr>
        <w:t>،</w:t>
      </w:r>
      <w:r>
        <w:rPr>
          <w:rtl/>
        </w:rPr>
        <w:t xml:space="preserve"> واُمّ أبيها</w:t>
      </w:r>
      <w:r w:rsidR="000B1C6C">
        <w:rPr>
          <w:rtl/>
        </w:rPr>
        <w:t>،</w:t>
      </w:r>
      <w:r>
        <w:rPr>
          <w:rtl/>
        </w:rPr>
        <w:t xml:space="preserve"> والبتول</w:t>
      </w:r>
      <w:r w:rsidR="000B1C6C">
        <w:rPr>
          <w:rtl/>
        </w:rPr>
        <w:t>،</w:t>
      </w:r>
      <w:r>
        <w:rPr>
          <w:rtl/>
        </w:rPr>
        <w:t xml:space="preserve"> والصدّيقة</w:t>
      </w:r>
      <w:r w:rsidR="000B1C6C">
        <w:rPr>
          <w:rtl/>
        </w:rPr>
        <w:t>،</w:t>
      </w:r>
      <w:r>
        <w:rPr>
          <w:rtl/>
        </w:rPr>
        <w:t xml:space="preserve"> والطاهرة</w:t>
      </w:r>
      <w:r w:rsidR="000B1C6C">
        <w:rPr>
          <w:rtl/>
        </w:rPr>
        <w:t>،</w:t>
      </w:r>
      <w:r>
        <w:rPr>
          <w:rtl/>
        </w:rPr>
        <w:t xml:space="preserve"> والزكية</w:t>
      </w:r>
      <w:r w:rsidR="000B1C6C">
        <w:rPr>
          <w:rtl/>
        </w:rPr>
        <w:t>،</w:t>
      </w:r>
      <w:r>
        <w:rPr>
          <w:rtl/>
        </w:rPr>
        <w:t xml:space="preserve"> والمحدّثة</w:t>
      </w:r>
      <w:r w:rsidR="000B1C6C">
        <w:rPr>
          <w:rtl/>
        </w:rPr>
        <w:t>،</w:t>
      </w:r>
      <w:r>
        <w:rPr>
          <w:rtl/>
        </w:rPr>
        <w:t xml:space="preserve"> وهي أصغر بنات</w:t>
      </w:r>
      <w:r w:rsidRPr="000B1C6C">
        <w:rPr>
          <w:rtl/>
        </w:rPr>
        <w:t xml:space="preserve"> </w:t>
      </w:r>
      <w:r>
        <w:rPr>
          <w:rtl/>
        </w:rPr>
        <w:t xml:space="preserve">رسول الله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،</w:t>
      </w:r>
      <w:r>
        <w:rPr>
          <w:rtl/>
        </w:rPr>
        <w:t xml:space="preserve"> واُمّها خديجة بنت خويلد (رضوان الله عليها</w:t>
      </w:r>
      <w:r w:rsidRPr="000B1C6C">
        <w:rPr>
          <w:rtl/>
        </w:rPr>
        <w:t>)</w:t>
      </w:r>
      <w:r w:rsidR="000B1C6C">
        <w:rPr>
          <w:rtl/>
        </w:rPr>
        <w:t>.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0B1C6C">
      <w:pPr>
        <w:pStyle w:val="libNormal"/>
      </w:pPr>
      <w:r>
        <w:rPr>
          <w:rtl/>
        </w:rPr>
        <w:lastRenderedPageBreak/>
        <w:t xml:space="preserve">ولدت فاطمة </w:t>
      </w:r>
      <w:r w:rsidR="00FB26B1" w:rsidRPr="00FB26B1">
        <w:rPr>
          <w:rStyle w:val="libAlaemChar"/>
          <w:rtl/>
        </w:rPr>
        <w:t>عليها‌السلام</w:t>
      </w:r>
      <w:r>
        <w:rPr>
          <w:rtl/>
        </w:rPr>
        <w:t xml:space="preserve"> في جمادى الآخرة وعمر النبي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صلى‌الله‌عليه‌وآله</w:t>
      </w:r>
      <w:r>
        <w:rPr>
          <w:rtl/>
        </w:rPr>
        <w:t xml:space="preserve"> آنذاك خمس وثلاثين سنة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نشأت في حجر رسول الله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وتربّت في كنفه</w:t>
      </w:r>
      <w:r w:rsidR="000B1C6C">
        <w:rPr>
          <w:rtl/>
        </w:rPr>
        <w:t>،</w:t>
      </w:r>
      <w:r w:rsidRPr="000B1C6C">
        <w:rPr>
          <w:rtl/>
        </w:rPr>
        <w:t xml:space="preserve"> وزوّجها رسول الله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عليّاً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.</w:t>
      </w:r>
      <w:r w:rsidRPr="000B1C6C">
        <w:rPr>
          <w:rtl/>
        </w:rPr>
        <w:t xml:space="preserve"> ويروى أنها بكت يوم زواجها</w:t>
      </w:r>
      <w:r w:rsidR="000B1C6C">
        <w:rPr>
          <w:rtl/>
        </w:rPr>
        <w:t>،</w:t>
      </w:r>
      <w:r w:rsidRPr="000B1C6C">
        <w:rPr>
          <w:rtl/>
        </w:rPr>
        <w:t xml:space="preserve"> فقال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ما لكِ تبكين يا فاطمة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فوالله لقد أنكحتك أكثرهم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علماً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وأفضلهم حلماً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وأوّلهم سلماً</w:t>
      </w:r>
      <w:r w:rsidR="000B1C6C">
        <w:rPr>
          <w:rStyle w:val="libBold2Char"/>
          <w:rtl/>
        </w:rPr>
        <w:t>؟</w:t>
      </w:r>
      <w:r w:rsidRPr="000B1C6C">
        <w:rPr>
          <w:rStyle w:val="libBold2Char"/>
          <w:rtl/>
        </w:rPr>
        <w:t>! ))</w:t>
      </w:r>
      <w:r w:rsidR="000B1C6C">
        <w:rPr>
          <w:rtl/>
        </w:rPr>
        <w:t>.</w:t>
      </w:r>
      <w:r w:rsidRPr="000B1C6C">
        <w:rPr>
          <w:rtl/>
        </w:rPr>
        <w:t xml:space="preserve"> فولدت له الحسن والحسين وزينب الكبرى واُمّ كلثوم ومحسن السقط </w:t>
      </w:r>
      <w:r w:rsidR="00FB26B1" w:rsidRPr="00FB26B1">
        <w:rPr>
          <w:rStyle w:val="libAlaemChar"/>
          <w:rtl/>
        </w:rPr>
        <w:t>عليهم‌السلام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وقد انقطع نسل رسول الله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إلاّ من فاطمة</w:t>
      </w:r>
      <w:r w:rsidR="000B1C6C">
        <w:rPr>
          <w:rtl/>
        </w:rPr>
        <w:t>،</w:t>
      </w:r>
      <w:r w:rsidRPr="000B1C6C">
        <w:rPr>
          <w:rtl/>
        </w:rPr>
        <w:t xml:space="preserve"> وكان النبي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ينوّه على المنبر بفضلها وشرفها وحبّه لها</w:t>
      </w:r>
      <w:r w:rsidR="000B1C6C">
        <w:rPr>
          <w:rtl/>
        </w:rPr>
        <w:t>،</w:t>
      </w:r>
      <w:r w:rsidRPr="000B1C6C">
        <w:rPr>
          <w:rtl/>
        </w:rPr>
        <w:t xml:space="preserve"> وكان يقول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فاطمة بضعة منّي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يؤذيني ما يؤذيها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ويريبني ما يريبها</w:t>
      </w:r>
      <w:r w:rsidR="000B1C6C">
        <w:rPr>
          <w:rStyle w:val="libBold2Char"/>
          <w:rtl/>
        </w:rPr>
        <w:t>.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يرضى الله لرضا فاطمة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ويغضب لغضبها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 xml:space="preserve">توفّيت سيدة النساء فاطمة </w:t>
      </w:r>
      <w:r w:rsidR="00FB26B1" w:rsidRPr="00FB26B1">
        <w:rPr>
          <w:rStyle w:val="libAlaemChar"/>
          <w:rtl/>
        </w:rPr>
        <w:t>عليها‌السلام</w:t>
      </w:r>
      <w:r>
        <w:rPr>
          <w:rtl/>
        </w:rPr>
        <w:t xml:space="preserve"> بعد أبيها بخمسة وتسعين يوماً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واُلحدت ليلاً بوصية</w:t>
      </w:r>
      <w:r w:rsidRPr="000B1C6C">
        <w:rPr>
          <w:rtl/>
        </w:rPr>
        <w:t xml:space="preserve"> </w:t>
      </w:r>
      <w:r>
        <w:rPr>
          <w:rtl/>
        </w:rPr>
        <w:t>منها</w:t>
      </w:r>
      <w:r w:rsidR="000B1C6C">
        <w:rPr>
          <w:rtl/>
        </w:rPr>
        <w:t>،</w:t>
      </w:r>
      <w:r>
        <w:rPr>
          <w:rtl/>
        </w:rPr>
        <w:t xml:space="preserve"> ودفنها عند قبر أبيها رسول الله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،</w:t>
      </w:r>
      <w:r>
        <w:rPr>
          <w:rtl/>
        </w:rPr>
        <w:t xml:space="preserve"> واليوم يقال لموضع قبرها</w:t>
      </w:r>
      <w:r w:rsidR="000B1C6C">
        <w:rPr>
          <w:rtl/>
        </w:rPr>
        <w:t>:</w:t>
      </w:r>
      <w:r>
        <w:rPr>
          <w:rtl/>
        </w:rPr>
        <w:t xml:space="preserve"> بيت فاطمة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 xml:space="preserve">فقال علي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يرثيها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D44192" w:rsidTr="00D44192">
        <w:trPr>
          <w:trHeight w:val="350"/>
        </w:trPr>
        <w:tc>
          <w:tcPr>
            <w:tcW w:w="3536" w:type="dxa"/>
            <w:shd w:val="clear" w:color="auto" w:fill="auto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[ها] قد قبرتُك وانصرفتُ مودّعاً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D44192" w:rsidRDefault="00D44192" w:rsidP="00D44192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بأبي ونفسي جسمكِ المقبورُ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  <w:tr w:rsidR="00D44192" w:rsidTr="00D44192">
        <w:tblPrEx>
          <w:tblLook w:val="04A0"/>
        </w:tblPrEx>
        <w:trPr>
          <w:trHeight w:val="350"/>
        </w:trPr>
        <w:tc>
          <w:tcPr>
            <w:tcW w:w="3536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أَمّا القُبورُ فَإِنَّهُنَّ أَوانِسٌ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44192" w:rsidRDefault="00D44192" w:rsidP="00D4419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بِجُوارِ قَبرِكَ وَالدِيارُ قُبورُ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2D7A5A">
      <w:pPr>
        <w:pStyle w:val="Heading2"/>
      </w:pPr>
      <w:bookmarkStart w:id="9" w:name="_Toc387220690"/>
      <w:r w:rsidRPr="002D7A5A">
        <w:rPr>
          <w:rtl/>
        </w:rPr>
        <w:t>نشأتها</w:t>
      </w:r>
      <w:bookmarkStart w:id="10" w:name="نشأتها"/>
      <w:bookmarkEnd w:id="9"/>
      <w:bookmarkEnd w:id="10"/>
    </w:p>
    <w:p w:rsidR="002D7A5A" w:rsidRPr="000B1C6C" w:rsidRDefault="002D7A5A" w:rsidP="000B1C6C">
      <w:pPr>
        <w:pStyle w:val="libNormal"/>
      </w:pPr>
      <w:r>
        <w:rPr>
          <w:rtl/>
        </w:rPr>
        <w:t>نشأت هذه الكريمة في حضن النبوة</w:t>
      </w:r>
      <w:r w:rsidR="000B1C6C">
        <w:rPr>
          <w:rtl/>
        </w:rPr>
        <w:t>،</w:t>
      </w:r>
      <w:r>
        <w:rPr>
          <w:rtl/>
        </w:rPr>
        <w:t xml:space="preserve"> ودرجت في بيت الرسالة</w:t>
      </w:r>
      <w:r w:rsidR="000B1C6C">
        <w:rPr>
          <w:rtl/>
        </w:rPr>
        <w:t>،</w:t>
      </w:r>
      <w:r>
        <w:rPr>
          <w:rtl/>
        </w:rPr>
        <w:t xml:space="preserve"> ورضعت لبان الوحي</w:t>
      </w:r>
      <w:r w:rsidRPr="000B1C6C">
        <w:rPr>
          <w:rtl/>
        </w:rPr>
        <w:t xml:space="preserve"> </w:t>
      </w:r>
      <w:r>
        <w:rPr>
          <w:rtl/>
        </w:rPr>
        <w:t xml:space="preserve">من ثدي بضعة النبي </w:t>
      </w:r>
      <w:r w:rsidR="00FB26B1" w:rsidRPr="00FB26B1">
        <w:rPr>
          <w:rStyle w:val="libAlaemChar"/>
          <w:rtl/>
        </w:rPr>
        <w:t>صلى‌الله‌عليه‌وآله</w:t>
      </w:r>
      <w:r>
        <w:rPr>
          <w:rtl/>
        </w:rPr>
        <w:t xml:space="preserve"> الزهراء البتول </w:t>
      </w:r>
      <w:r w:rsidR="00FB26B1" w:rsidRPr="00FB26B1">
        <w:rPr>
          <w:rStyle w:val="libAlaemChar"/>
          <w:rtl/>
        </w:rPr>
        <w:t>عليها‌السلام</w:t>
      </w:r>
      <w:r w:rsidR="000B1C6C">
        <w:rPr>
          <w:rtl/>
        </w:rPr>
        <w:t>،</w:t>
      </w:r>
      <w:r>
        <w:rPr>
          <w:rtl/>
        </w:rPr>
        <w:t xml:space="preserve"> وغذيت بغذاء الكرامة من كفِّ والدها ابن</w:t>
      </w:r>
      <w:r w:rsidRPr="000B1C6C">
        <w:rPr>
          <w:rtl/>
        </w:rPr>
        <w:t xml:space="preserve"> </w:t>
      </w:r>
      <w:r>
        <w:rPr>
          <w:rtl/>
        </w:rPr>
        <w:t xml:space="preserve">عمِّ الرسول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؛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FB26B1">
      <w:pPr>
        <w:pStyle w:val="libNormal0"/>
      </w:pPr>
      <w:r>
        <w:rPr>
          <w:rtl/>
        </w:rPr>
        <w:lastRenderedPageBreak/>
        <w:t>فنشأت نشأة قدسية</w:t>
      </w:r>
      <w:r w:rsidR="000B1C6C">
        <w:rPr>
          <w:rtl/>
        </w:rPr>
        <w:t>،</w:t>
      </w:r>
      <w:r>
        <w:rPr>
          <w:rtl/>
        </w:rPr>
        <w:t xml:space="preserve"> وربيت تربية روحانية</w:t>
      </w:r>
      <w:r w:rsidR="000B1C6C">
        <w:rPr>
          <w:rtl/>
        </w:rPr>
        <w:t>،</w:t>
      </w:r>
      <w:r>
        <w:rPr>
          <w:rtl/>
        </w:rPr>
        <w:t xml:space="preserve"> متجلببة جلباب الجلال</w:t>
      </w:r>
      <w:r w:rsidRPr="000B1C6C">
        <w:rPr>
          <w:rtl/>
        </w:rPr>
        <w:t xml:space="preserve"> </w:t>
      </w:r>
      <w:r>
        <w:rPr>
          <w:rtl/>
        </w:rPr>
        <w:t>والعظمة</w:t>
      </w:r>
      <w:r w:rsidR="000B1C6C">
        <w:rPr>
          <w:rtl/>
        </w:rPr>
        <w:t>،</w:t>
      </w:r>
      <w:r>
        <w:rPr>
          <w:rtl/>
        </w:rPr>
        <w:t xml:space="preserve"> مرتدية رداء العفاف والحشمة</w:t>
      </w:r>
      <w:r w:rsidR="000B1C6C">
        <w:rPr>
          <w:rtl/>
        </w:rPr>
        <w:t>؛</w:t>
      </w:r>
      <w:r>
        <w:rPr>
          <w:rtl/>
        </w:rPr>
        <w:t xml:space="preserve"> فالخمسة أصحاب العبا </w:t>
      </w:r>
      <w:r w:rsidR="00FB26B1" w:rsidRPr="00FB26B1">
        <w:rPr>
          <w:rStyle w:val="libAlaemChar"/>
          <w:rtl/>
        </w:rPr>
        <w:t>عليهم‌السلام</w:t>
      </w:r>
      <w:r>
        <w:rPr>
          <w:rtl/>
        </w:rPr>
        <w:t xml:space="preserve"> هم</w:t>
      </w:r>
      <w:r w:rsidRPr="000B1C6C">
        <w:rPr>
          <w:rtl/>
        </w:rPr>
        <w:t xml:space="preserve"> </w:t>
      </w:r>
      <w:r>
        <w:rPr>
          <w:rtl/>
        </w:rPr>
        <w:t>الذين قاموا بتربيتها وتثقيفها وتهذيبها</w:t>
      </w:r>
      <w:r w:rsidR="000B1C6C">
        <w:rPr>
          <w:rtl/>
        </w:rPr>
        <w:t>،</w:t>
      </w:r>
      <w:r>
        <w:rPr>
          <w:rtl/>
        </w:rPr>
        <w:t xml:space="preserve"> وكفاك بهم مؤدّبين ومعلمين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ذكر العلامة محمد علي أحمد المصري في رسالته</w:t>
      </w:r>
      <w:r w:rsidR="000B1C6C">
        <w:rPr>
          <w:rtl/>
        </w:rPr>
        <w:t>،</w:t>
      </w:r>
      <w:r>
        <w:rPr>
          <w:rtl/>
        </w:rPr>
        <w:t xml:space="preserve"> قال</w:t>
      </w:r>
      <w:r w:rsidR="000B1C6C">
        <w:rPr>
          <w:rtl/>
        </w:rPr>
        <w:t>:</w:t>
      </w:r>
      <w:r>
        <w:rPr>
          <w:rtl/>
        </w:rPr>
        <w:t xml:space="preserve"> السيدة زينب</w:t>
      </w:r>
      <w:r w:rsidRPr="000B1C6C">
        <w:rPr>
          <w:rtl/>
        </w:rPr>
        <w:t xml:space="preserve"> </w:t>
      </w:r>
      <w:r>
        <w:rPr>
          <w:rtl/>
        </w:rPr>
        <w:t>نشأت نشأة حسنة</w:t>
      </w:r>
      <w:r w:rsidR="000B1C6C">
        <w:rPr>
          <w:rtl/>
        </w:rPr>
        <w:t>،</w:t>
      </w:r>
      <w:r>
        <w:rPr>
          <w:rtl/>
        </w:rPr>
        <w:t xml:space="preserve"> كاملة فاضلة عالمة</w:t>
      </w:r>
      <w:r w:rsidR="000B1C6C">
        <w:rPr>
          <w:rtl/>
        </w:rPr>
        <w:t>،</w:t>
      </w:r>
      <w:r>
        <w:rPr>
          <w:rtl/>
        </w:rPr>
        <w:t xml:space="preserve"> من شجرة أصلها ثابت وفرعها في السماء</w:t>
      </w:r>
      <w:r w:rsidR="000B1C6C">
        <w:rPr>
          <w:rtl/>
        </w:rPr>
        <w:t>،</w:t>
      </w:r>
      <w:r>
        <w:rPr>
          <w:rtl/>
        </w:rPr>
        <w:t xml:space="preserve"> وكانت</w:t>
      </w:r>
      <w:r w:rsidRPr="000B1C6C">
        <w:rPr>
          <w:rtl/>
        </w:rPr>
        <w:t xml:space="preserve"> </w:t>
      </w:r>
      <w:r>
        <w:rPr>
          <w:rtl/>
        </w:rPr>
        <w:t>على جانب عظيم من الحلم والعلم ومكارم الأخلاق</w:t>
      </w:r>
      <w:r w:rsidR="000B1C6C">
        <w:rPr>
          <w:rtl/>
        </w:rPr>
        <w:t>،</w:t>
      </w:r>
      <w:r>
        <w:rPr>
          <w:rtl/>
        </w:rPr>
        <w:t xml:space="preserve"> ذات فصاحة وبلاغة</w:t>
      </w:r>
      <w:r w:rsidR="000B1C6C">
        <w:rPr>
          <w:rtl/>
        </w:rPr>
        <w:t>،</w:t>
      </w:r>
      <w:r>
        <w:rPr>
          <w:rtl/>
        </w:rPr>
        <w:t xml:space="preserve"> تفيض من يدها</w:t>
      </w:r>
      <w:r w:rsidRPr="000B1C6C">
        <w:rPr>
          <w:rtl/>
        </w:rPr>
        <w:t xml:space="preserve"> </w:t>
      </w:r>
      <w:r>
        <w:rPr>
          <w:rtl/>
        </w:rPr>
        <w:t>عيون الجود والكرم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وقد جمعت بين جمال الطلعة وجمال الطوية حتّى أنها اشتهرت في بيت النبوة</w:t>
      </w:r>
      <w:r w:rsidR="000B1C6C">
        <w:rPr>
          <w:rtl/>
        </w:rPr>
        <w:t>.</w:t>
      </w:r>
      <w:r>
        <w:rPr>
          <w:rtl/>
        </w:rPr>
        <w:t xml:space="preserve"> ولقّبت بصاحبة الشورى</w:t>
      </w:r>
      <w:r w:rsidR="000B1C6C">
        <w:rPr>
          <w:rtl/>
        </w:rPr>
        <w:t>،</w:t>
      </w:r>
      <w:r>
        <w:rPr>
          <w:rtl/>
        </w:rPr>
        <w:t xml:space="preserve"> وكفاها فخراً</w:t>
      </w:r>
      <w:r w:rsidRPr="000B1C6C">
        <w:rPr>
          <w:rtl/>
        </w:rPr>
        <w:t xml:space="preserve"> </w:t>
      </w:r>
      <w:r>
        <w:rPr>
          <w:rtl/>
        </w:rPr>
        <w:t>أنها فرع من شجرة أهل بيت النبوة الذين مدحهم الله في كتابه العزيز</w:t>
      </w:r>
      <w:r w:rsidR="000B1C6C">
        <w:rPr>
          <w:rtl/>
        </w:rPr>
        <w:t>.</w:t>
      </w:r>
      <w:r>
        <w:rPr>
          <w:rtl/>
        </w:rPr>
        <w:t>.. إلى آخر ما</w:t>
      </w:r>
      <w:r w:rsidRPr="000B1C6C">
        <w:rPr>
          <w:rtl/>
        </w:rPr>
        <w:t xml:space="preserve"> </w:t>
      </w:r>
      <w:r>
        <w:rPr>
          <w:rtl/>
        </w:rPr>
        <w:t>كتب عنها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Heading2"/>
      </w:pPr>
      <w:bookmarkStart w:id="11" w:name="_Toc387220691"/>
      <w:r w:rsidRPr="002D7A5A">
        <w:rPr>
          <w:rtl/>
        </w:rPr>
        <w:t>شرف نسبها وفضلها</w:t>
      </w:r>
      <w:bookmarkStart w:id="12" w:name="شرف_نسبها_وفضلها"/>
      <w:bookmarkEnd w:id="11"/>
      <w:bookmarkEnd w:id="12"/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 xml:space="preserve">جدّها رسول الله </w:t>
      </w:r>
      <w:r w:rsidR="00FB26B1" w:rsidRPr="00FB26B1">
        <w:rPr>
          <w:rStyle w:val="libAlaemChar"/>
          <w:rtl/>
        </w:rPr>
        <w:t>صلى‌الله‌عليه‌وآله</w:t>
      </w:r>
      <w:r>
        <w:rPr>
          <w:rtl/>
        </w:rPr>
        <w:t xml:space="preserve"> سيّد المرسلين</w:t>
      </w:r>
      <w:r w:rsidR="000B1C6C">
        <w:rPr>
          <w:rtl/>
        </w:rPr>
        <w:t>،</w:t>
      </w:r>
      <w:r>
        <w:rPr>
          <w:rtl/>
        </w:rPr>
        <w:t xml:space="preserve"> ووالدها علي أمير المؤمنين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واُمّها فاطمة سيدة</w:t>
      </w:r>
      <w:r w:rsidRPr="000B1C6C">
        <w:rPr>
          <w:rtl/>
        </w:rPr>
        <w:t xml:space="preserve"> </w:t>
      </w:r>
      <w:r>
        <w:rPr>
          <w:rtl/>
        </w:rPr>
        <w:t xml:space="preserve">نساء العالمين </w:t>
      </w:r>
      <w:r w:rsidR="00FB26B1" w:rsidRPr="00FB26B1">
        <w:rPr>
          <w:rStyle w:val="libAlaemChar"/>
          <w:rtl/>
        </w:rPr>
        <w:t>عليها‌السلام</w:t>
      </w:r>
      <w:r w:rsidR="000B1C6C">
        <w:rPr>
          <w:rtl/>
        </w:rPr>
        <w:t>،</w:t>
      </w:r>
      <w:r>
        <w:rPr>
          <w:rtl/>
        </w:rPr>
        <w:t xml:space="preserve"> وجدتها خديجة الكبرى اُمّ المؤمنين </w:t>
      </w:r>
      <w:r w:rsidR="00FB26B1" w:rsidRPr="00FB26B1">
        <w:rPr>
          <w:rStyle w:val="libAlaemChar"/>
          <w:rtl/>
        </w:rPr>
        <w:t>عليها‌السلام</w:t>
      </w:r>
      <w:r w:rsidR="000B1C6C">
        <w:rPr>
          <w:rtl/>
        </w:rPr>
        <w:t>،</w:t>
      </w:r>
      <w:r>
        <w:rPr>
          <w:rtl/>
        </w:rPr>
        <w:t xml:space="preserve"> وأخواها الحسن والحسين </w:t>
      </w:r>
      <w:r w:rsidR="00FB26B1" w:rsidRPr="00FB26B1">
        <w:rPr>
          <w:rStyle w:val="libAlaemChar"/>
          <w:rtl/>
        </w:rPr>
        <w:t>عليهما‌السلام</w:t>
      </w:r>
      <w:r>
        <w:rPr>
          <w:rtl/>
        </w:rPr>
        <w:t xml:space="preserve"> سبطا</w:t>
      </w:r>
      <w:r w:rsidRPr="000B1C6C">
        <w:rPr>
          <w:rtl/>
        </w:rPr>
        <w:t xml:space="preserve"> </w:t>
      </w:r>
      <w:r>
        <w:rPr>
          <w:rtl/>
        </w:rPr>
        <w:t>رسول ربِّ العالمين</w:t>
      </w:r>
      <w:r w:rsidR="000B1C6C">
        <w:rPr>
          <w:rtl/>
        </w:rPr>
        <w:t>،</w:t>
      </w:r>
      <w:r>
        <w:rPr>
          <w:rtl/>
        </w:rPr>
        <w:t xml:space="preserve"> وأعمامها طالب وعقيل وجعفر فخر الهاشميين</w:t>
      </w:r>
      <w:r w:rsidR="000B1C6C">
        <w:rPr>
          <w:rtl/>
        </w:rPr>
        <w:t>،</w:t>
      </w:r>
      <w:r>
        <w:rPr>
          <w:rtl/>
        </w:rPr>
        <w:t xml:space="preserve"> والعمّة اُمّ هاني بنت</w:t>
      </w:r>
      <w:r w:rsidRPr="000B1C6C">
        <w:rPr>
          <w:rtl/>
        </w:rPr>
        <w:t xml:space="preserve"> </w:t>
      </w:r>
      <w:r>
        <w:rPr>
          <w:rtl/>
        </w:rPr>
        <w:t>عبد مناف شيخ الأباطح</w:t>
      </w:r>
      <w:r w:rsidR="000B1C6C">
        <w:rPr>
          <w:rtl/>
        </w:rPr>
        <w:t>،</w:t>
      </w:r>
      <w:r>
        <w:rPr>
          <w:rtl/>
        </w:rPr>
        <w:t xml:space="preserve"> وخالاتها أبناء رسول الله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44192" w:rsidTr="00D44192">
        <w:trPr>
          <w:trHeight w:val="350"/>
        </w:trPr>
        <w:tc>
          <w:tcPr>
            <w:tcW w:w="3536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نسبٌ كأنّ عليه من شمسِ الضحى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44192" w:rsidRDefault="00D44192" w:rsidP="00D4419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نـوراً ومـن فلقِ الصباح عمودا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p w:rsidR="002D7A5A" w:rsidRDefault="002D7A5A" w:rsidP="002D7A5A">
      <w:pPr>
        <w:pStyle w:val="libNormal"/>
        <w:rPr>
          <w:rtl/>
        </w:rPr>
      </w:pPr>
      <w:r>
        <w:rPr>
          <w:rtl/>
        </w:rPr>
        <w:lastRenderedPageBreak/>
        <w:t>وقال آخر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44192" w:rsidTr="00D44192">
        <w:trPr>
          <w:trHeight w:val="350"/>
        </w:trPr>
        <w:tc>
          <w:tcPr>
            <w:tcW w:w="3536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أبوها عليٌّ أثبت الناس في اللقا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44192" w:rsidRDefault="00D44192" w:rsidP="00D4419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44192" w:rsidRPr="006A238B" w:rsidRDefault="00D44192" w:rsidP="00D44192">
            <w:pPr>
              <w:pStyle w:val="libPoem"/>
            </w:pPr>
            <w:r w:rsidRPr="006A238B">
              <w:rPr>
                <w:rFonts w:hint="cs"/>
                <w:rtl/>
              </w:rPr>
              <w:t>وأشجعُ ممّن جاء من صلب آدمِ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Normal"/>
      </w:pPr>
      <w:r>
        <w:rPr>
          <w:rtl/>
        </w:rPr>
        <w:t>فماذا يكون هذا الشرف</w:t>
      </w:r>
      <w:r w:rsidR="000B1C6C">
        <w:rPr>
          <w:rtl/>
        </w:rPr>
        <w:t>،</w:t>
      </w:r>
      <w:r>
        <w:rPr>
          <w:rtl/>
        </w:rPr>
        <w:t xml:space="preserve"> وإلى أين ينتهي شأوه ويبلغ مداه</w:t>
      </w:r>
      <w:r w:rsidR="000B1C6C">
        <w:rPr>
          <w:rtl/>
        </w:rPr>
        <w:t>؟</w:t>
      </w:r>
      <w:r w:rsidRPr="000B1C6C">
        <w:rPr>
          <w:rtl/>
        </w:rPr>
        <w:t xml:space="preserve">! </w:t>
      </w:r>
    </w:p>
    <w:p w:rsidR="002D7A5A" w:rsidRPr="000B1C6C" w:rsidRDefault="002D7A5A" w:rsidP="000B1C6C">
      <w:pPr>
        <w:pStyle w:val="libNormal"/>
      </w:pPr>
      <w:r>
        <w:rPr>
          <w:rtl/>
        </w:rPr>
        <w:t>وإذا أضفنا إلى شرف</w:t>
      </w:r>
      <w:r w:rsidRPr="000B1C6C">
        <w:rPr>
          <w:rtl/>
        </w:rPr>
        <w:t xml:space="preserve"> </w:t>
      </w:r>
      <w:r>
        <w:rPr>
          <w:rtl/>
        </w:rPr>
        <w:t>نسبها علمَها وفضلَها</w:t>
      </w:r>
      <w:r w:rsidR="000B1C6C">
        <w:rPr>
          <w:rtl/>
        </w:rPr>
        <w:t>،</w:t>
      </w:r>
      <w:r>
        <w:rPr>
          <w:rtl/>
        </w:rPr>
        <w:t xml:space="preserve"> وتقواها وكمالَها</w:t>
      </w:r>
      <w:r w:rsidR="000B1C6C">
        <w:rPr>
          <w:rtl/>
        </w:rPr>
        <w:t>،</w:t>
      </w:r>
      <w:r>
        <w:rPr>
          <w:rtl/>
        </w:rPr>
        <w:t xml:space="preserve"> وزهدَها وورعها</w:t>
      </w:r>
      <w:r w:rsidR="000B1C6C">
        <w:rPr>
          <w:rtl/>
        </w:rPr>
        <w:t>،</w:t>
      </w:r>
      <w:r>
        <w:rPr>
          <w:rtl/>
        </w:rPr>
        <w:t xml:space="preserve"> وكثرة عبادتها ومعرفتها بالله</w:t>
      </w:r>
      <w:r w:rsidRPr="000B1C6C">
        <w:rPr>
          <w:rtl/>
        </w:rPr>
        <w:t xml:space="preserve"> </w:t>
      </w:r>
      <w:r>
        <w:rPr>
          <w:rtl/>
        </w:rPr>
        <w:t>تعالى كان هناك الشرف الذي لا يجاريه شرف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ذكر النيسابوري في رسالته العلوية قال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>
        <w:rPr>
          <w:rtl/>
        </w:rPr>
        <w:t xml:space="preserve">كانت زينب بنت علي </w:t>
      </w:r>
      <w:r w:rsidR="00FB26B1" w:rsidRPr="00FB26B1">
        <w:rPr>
          <w:rStyle w:val="libAlaemChar"/>
          <w:rtl/>
        </w:rPr>
        <w:t>عليهما‌السلام</w:t>
      </w:r>
      <w:r>
        <w:rPr>
          <w:rtl/>
        </w:rPr>
        <w:t xml:space="preserve"> في فصاحتها وبلاغتها</w:t>
      </w:r>
      <w:r w:rsidR="000B1C6C">
        <w:rPr>
          <w:rtl/>
        </w:rPr>
        <w:t>،</w:t>
      </w:r>
      <w:r>
        <w:rPr>
          <w:rtl/>
        </w:rPr>
        <w:t xml:space="preserve"> وزهدها وعبادتها كأبيها المرتضى واُمّها</w:t>
      </w:r>
      <w:r w:rsidRPr="000B1C6C">
        <w:rPr>
          <w:rtl/>
        </w:rPr>
        <w:t xml:space="preserve"> </w:t>
      </w:r>
      <w:r>
        <w:rPr>
          <w:rtl/>
        </w:rPr>
        <w:t xml:space="preserve">الزهراء </w:t>
      </w:r>
      <w:r w:rsidR="00FB26B1" w:rsidRPr="00FB26B1">
        <w:rPr>
          <w:rStyle w:val="libAlaemChar"/>
          <w:rtl/>
        </w:rPr>
        <w:t>عليهما‌السلام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واقرأ ما دبّجته يراعة البحاثة الكبير (فريد وجدي</w:t>
      </w:r>
      <w:r w:rsidRPr="000B1C6C">
        <w:rPr>
          <w:rtl/>
        </w:rPr>
        <w:t>)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يقول</w:t>
      </w:r>
      <w:r w:rsidR="000B1C6C">
        <w:rPr>
          <w:rtl/>
        </w:rPr>
        <w:t>:</w:t>
      </w:r>
      <w:r>
        <w:rPr>
          <w:rtl/>
        </w:rPr>
        <w:t xml:space="preserve"> السيدة زينب بنت علي </w:t>
      </w:r>
      <w:r w:rsidR="00FB26B1" w:rsidRPr="00FB26B1">
        <w:rPr>
          <w:rStyle w:val="libAlaemChar"/>
          <w:rtl/>
        </w:rPr>
        <w:t>رضي‌الله‌عنهما</w:t>
      </w:r>
      <w:r w:rsidR="000B1C6C">
        <w:rPr>
          <w:rtl/>
        </w:rPr>
        <w:t>،</w:t>
      </w:r>
      <w:r>
        <w:rPr>
          <w:rtl/>
        </w:rPr>
        <w:t xml:space="preserve"> كانت من فضليات النساء</w:t>
      </w:r>
      <w:r w:rsidR="000B1C6C">
        <w:rPr>
          <w:rtl/>
        </w:rPr>
        <w:t>،</w:t>
      </w:r>
      <w:r>
        <w:rPr>
          <w:rtl/>
        </w:rPr>
        <w:t xml:space="preserve"> وشريفات العقائل</w:t>
      </w:r>
      <w:r w:rsidR="000B1C6C">
        <w:rPr>
          <w:rtl/>
        </w:rPr>
        <w:t>،</w:t>
      </w:r>
      <w:r>
        <w:rPr>
          <w:rtl/>
        </w:rPr>
        <w:t xml:space="preserve"> ذات تقى وطهر وعبادة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وحسب القارئ ما أملاه الاُستاذ حسن قاسم في كتابه (السيدة زينب) قال</w:t>
      </w:r>
      <w:r w:rsidR="000B1C6C">
        <w:rPr>
          <w:rtl/>
        </w:rPr>
        <w:t>:</w:t>
      </w:r>
      <w:r>
        <w:rPr>
          <w:rtl/>
        </w:rPr>
        <w:t xml:space="preserve"> السيدة</w:t>
      </w:r>
      <w:r w:rsidRPr="000B1C6C">
        <w:rPr>
          <w:rtl/>
        </w:rPr>
        <w:t xml:space="preserve"> </w:t>
      </w:r>
      <w:r>
        <w:rPr>
          <w:rtl/>
        </w:rPr>
        <w:t xml:space="preserve">الطاهرة الزكية بنت الإمام علي بن أبي طالب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ابن عمّ الرسول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،</w:t>
      </w:r>
      <w:r>
        <w:rPr>
          <w:rtl/>
        </w:rPr>
        <w:t xml:space="preserve"> وشقيقة ريحانتيه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لها أشرف نسب</w:t>
      </w:r>
      <w:r w:rsidR="000B1C6C">
        <w:rPr>
          <w:rtl/>
        </w:rPr>
        <w:t>،</w:t>
      </w:r>
      <w:r>
        <w:rPr>
          <w:rtl/>
        </w:rPr>
        <w:t xml:space="preserve"> وأجلّ حسب</w:t>
      </w:r>
      <w:r w:rsidR="000B1C6C">
        <w:rPr>
          <w:rtl/>
        </w:rPr>
        <w:t>،</w:t>
      </w:r>
      <w:r>
        <w:rPr>
          <w:rtl/>
        </w:rPr>
        <w:t xml:space="preserve"> وأكمل نفس</w:t>
      </w:r>
      <w:r w:rsidR="000B1C6C">
        <w:rPr>
          <w:rtl/>
        </w:rPr>
        <w:t>،</w:t>
      </w:r>
      <w:r>
        <w:rPr>
          <w:rtl/>
        </w:rPr>
        <w:t xml:space="preserve"> وأطهر قلب</w:t>
      </w:r>
      <w:r w:rsidR="000B1C6C">
        <w:rPr>
          <w:rtl/>
        </w:rPr>
        <w:t>،</w:t>
      </w:r>
      <w:r>
        <w:rPr>
          <w:rtl/>
        </w:rPr>
        <w:t xml:space="preserve"> فكأنّها صيغت في قالب ضمّخ</w:t>
      </w:r>
      <w:r w:rsidRPr="000B1C6C">
        <w:rPr>
          <w:rtl/>
        </w:rPr>
        <w:t xml:space="preserve"> </w:t>
      </w:r>
      <w:r>
        <w:rPr>
          <w:rtl/>
        </w:rPr>
        <w:t>بعطر الفضائل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فالمستجلي آثارها يتمثّل أمام عينيه رمز الحق</w:t>
      </w:r>
      <w:r w:rsidR="000B1C6C">
        <w:rPr>
          <w:rtl/>
        </w:rPr>
        <w:t>،</w:t>
      </w:r>
      <w:r>
        <w:rPr>
          <w:rtl/>
        </w:rPr>
        <w:t xml:space="preserve"> رمز الفضيلة</w:t>
      </w:r>
      <w:r w:rsidR="000B1C6C">
        <w:rPr>
          <w:rtl/>
        </w:rPr>
        <w:t>،</w:t>
      </w:r>
      <w:r>
        <w:rPr>
          <w:rtl/>
        </w:rPr>
        <w:t xml:space="preserve"> رمز الشجاعة</w:t>
      </w:r>
      <w:r w:rsidR="000B1C6C">
        <w:rPr>
          <w:rtl/>
        </w:rPr>
        <w:t>،</w:t>
      </w:r>
      <w:r>
        <w:rPr>
          <w:rtl/>
        </w:rPr>
        <w:t xml:space="preserve"> رمز المروءة</w:t>
      </w:r>
      <w:r w:rsidR="000B1C6C">
        <w:rPr>
          <w:rtl/>
        </w:rPr>
        <w:t>،</w:t>
      </w:r>
      <w:r>
        <w:rPr>
          <w:rtl/>
        </w:rPr>
        <w:t xml:space="preserve"> فصاحة اللسان</w:t>
      </w:r>
      <w:r w:rsidR="000B1C6C">
        <w:rPr>
          <w:rtl/>
        </w:rPr>
        <w:t>،</w:t>
      </w:r>
      <w:r>
        <w:rPr>
          <w:rtl/>
        </w:rPr>
        <w:t xml:space="preserve"> قوة الجنان</w:t>
      </w:r>
      <w:r w:rsidR="000B1C6C">
        <w:rPr>
          <w:rtl/>
        </w:rPr>
        <w:t>،</w:t>
      </w:r>
      <w:r>
        <w:rPr>
          <w:rtl/>
        </w:rPr>
        <w:t xml:space="preserve"> مثال الزهد والورع</w:t>
      </w:r>
      <w:r w:rsidR="000B1C6C">
        <w:rPr>
          <w:rtl/>
        </w:rPr>
        <w:t>،</w:t>
      </w:r>
      <w:r>
        <w:rPr>
          <w:rtl/>
        </w:rPr>
        <w:t xml:space="preserve"> مثال العفاف</w:t>
      </w:r>
      <w:r w:rsidRPr="000B1C6C">
        <w:rPr>
          <w:rtl/>
        </w:rPr>
        <w:t xml:space="preserve"> </w:t>
      </w:r>
      <w:r>
        <w:rPr>
          <w:rtl/>
        </w:rPr>
        <w:t>والشهامة</w:t>
      </w:r>
      <w:r w:rsidR="000B1C6C">
        <w:rPr>
          <w:rtl/>
        </w:rPr>
        <w:t>،</w:t>
      </w:r>
      <w:r>
        <w:rPr>
          <w:rtl/>
        </w:rPr>
        <w:t xml:space="preserve"> إنّ في ذلك لعبرة</w:t>
      </w:r>
      <w:r w:rsidR="000B1C6C">
        <w:rPr>
          <w:rtl/>
        </w:rPr>
        <w:t>...</w:t>
      </w:r>
      <w:r>
        <w:rPr>
          <w:rtl/>
        </w:rPr>
        <w:t xml:space="preserve"> إلخ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0B1C6C">
      <w:pPr>
        <w:pStyle w:val="libNormal"/>
      </w:pPr>
      <w:r>
        <w:rPr>
          <w:rtl/>
        </w:rPr>
        <w:lastRenderedPageBreak/>
        <w:t>وذكر العلامة محمّد علي أحمد المصري في رسالته السيدة زينب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رضي‌الله‌عنها</w:t>
      </w:r>
      <w:r w:rsidR="000B1C6C">
        <w:rPr>
          <w:rtl/>
        </w:rPr>
        <w:t>:</w:t>
      </w:r>
      <w:r>
        <w:rPr>
          <w:rtl/>
        </w:rPr>
        <w:t xml:space="preserve"> هي</w:t>
      </w:r>
      <w:r w:rsidRPr="000B1C6C">
        <w:rPr>
          <w:rtl/>
        </w:rPr>
        <w:t xml:space="preserve"> </w:t>
      </w:r>
      <w:r>
        <w:rPr>
          <w:rtl/>
        </w:rPr>
        <w:t>بنت سيدي الإِمام علي (كرّم الله وجهه)</w:t>
      </w:r>
      <w:r w:rsidR="000B1C6C">
        <w:rPr>
          <w:rtl/>
        </w:rPr>
        <w:t>،</w:t>
      </w:r>
      <w:r>
        <w:rPr>
          <w:rtl/>
        </w:rPr>
        <w:t xml:space="preserve"> وبنت فاطمة الزهراء بنت رسول الله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،</w:t>
      </w:r>
      <w:r>
        <w:rPr>
          <w:rtl/>
        </w:rPr>
        <w:t xml:space="preserve"> وهي من</w:t>
      </w:r>
      <w:r w:rsidRPr="000B1C6C">
        <w:rPr>
          <w:rtl/>
        </w:rPr>
        <w:t xml:space="preserve"> </w:t>
      </w:r>
      <w:r>
        <w:rPr>
          <w:rtl/>
        </w:rPr>
        <w:t>أجلّ أهل البيت حسباً</w:t>
      </w:r>
      <w:r w:rsidR="000B1C6C">
        <w:rPr>
          <w:rtl/>
        </w:rPr>
        <w:t>،</w:t>
      </w:r>
      <w:r>
        <w:rPr>
          <w:rtl/>
        </w:rPr>
        <w:t xml:space="preserve"> وأعلاهم نسباً</w:t>
      </w:r>
      <w:r w:rsidR="000B1C6C">
        <w:rPr>
          <w:rtl/>
        </w:rPr>
        <w:t>،</w:t>
      </w:r>
      <w:r>
        <w:rPr>
          <w:rtl/>
        </w:rPr>
        <w:t xml:space="preserve"> خيرة السيدات الطاهرات</w:t>
      </w:r>
      <w:r w:rsidR="000B1C6C">
        <w:rPr>
          <w:rtl/>
        </w:rPr>
        <w:t>،</w:t>
      </w:r>
      <w:r>
        <w:rPr>
          <w:rtl/>
        </w:rPr>
        <w:t xml:space="preserve"> ومن فضليات النساء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وجليلات العقائل</w:t>
      </w:r>
      <w:r w:rsidR="000B1C6C">
        <w:rPr>
          <w:rtl/>
        </w:rPr>
        <w:t>،</w:t>
      </w:r>
      <w:r>
        <w:rPr>
          <w:rtl/>
        </w:rPr>
        <w:t xml:space="preserve"> التي فاقت الفوارس في الشجاعة</w:t>
      </w:r>
      <w:r w:rsidR="000B1C6C">
        <w:rPr>
          <w:rtl/>
        </w:rPr>
        <w:t>،</w:t>
      </w:r>
      <w:r>
        <w:rPr>
          <w:rtl/>
        </w:rPr>
        <w:t xml:space="preserve"> واتّخذت طول حياتها تقوى الله</w:t>
      </w:r>
      <w:r w:rsidRPr="000B1C6C">
        <w:rPr>
          <w:rtl/>
        </w:rPr>
        <w:t xml:space="preserve"> </w:t>
      </w:r>
      <w:r>
        <w:rPr>
          <w:rtl/>
        </w:rPr>
        <w:t>بضاعة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وكان لسانها الرطب بذكر الله على الظالمين عضباً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ولأهل الحق عيناً معيناً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كريمة الدارين</w:t>
      </w:r>
      <w:r w:rsidR="000B1C6C">
        <w:rPr>
          <w:rtl/>
        </w:rPr>
        <w:t>،</w:t>
      </w:r>
      <w:r>
        <w:rPr>
          <w:rtl/>
        </w:rPr>
        <w:t xml:space="preserve"> وشقيقة الحسنين</w:t>
      </w:r>
      <w:r w:rsidR="000B1C6C">
        <w:rPr>
          <w:rtl/>
        </w:rPr>
        <w:t>،</w:t>
      </w:r>
      <w:r>
        <w:rPr>
          <w:rtl/>
        </w:rPr>
        <w:t xml:space="preserve"> بنت الزهراء التي فضّلها الله على النساء</w:t>
      </w:r>
      <w:r w:rsidR="000B1C6C">
        <w:rPr>
          <w:rtl/>
        </w:rPr>
        <w:t>،</w:t>
      </w:r>
      <w:r>
        <w:rPr>
          <w:rtl/>
        </w:rPr>
        <w:t xml:space="preserve"> وجعلها</w:t>
      </w:r>
      <w:r w:rsidRPr="000B1C6C">
        <w:rPr>
          <w:rtl/>
        </w:rPr>
        <w:t xml:space="preserve"> </w:t>
      </w:r>
      <w:r>
        <w:rPr>
          <w:rtl/>
        </w:rPr>
        <w:t>عند أهل العزم اُمّ العزائم</w:t>
      </w:r>
      <w:r w:rsidR="000B1C6C">
        <w:rPr>
          <w:rtl/>
        </w:rPr>
        <w:t>،</w:t>
      </w:r>
      <w:r>
        <w:rPr>
          <w:rtl/>
        </w:rPr>
        <w:t xml:space="preserve"> وعند أهل الجود والكرم اُمّ هاشم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وإليك ما ذكره عمر أبو النصر في كتابه (فاطمة بنت محمّد) قال</w:t>
      </w:r>
      <w:r w:rsidR="000B1C6C">
        <w:rPr>
          <w:rtl/>
        </w:rPr>
        <w:t>:</w:t>
      </w:r>
      <w:r>
        <w:rPr>
          <w:rtl/>
        </w:rPr>
        <w:t xml:space="preserve"> وأمّا زينب بنت</w:t>
      </w:r>
      <w:r w:rsidRPr="000B1C6C">
        <w:rPr>
          <w:rtl/>
        </w:rPr>
        <w:t xml:space="preserve"> </w:t>
      </w:r>
      <w:r>
        <w:rPr>
          <w:rtl/>
        </w:rPr>
        <w:t>فاطمة فقد أظهرت أنها من أكثر أهل البيت جرأة وبلاغة وفصاحة</w:t>
      </w:r>
      <w:r w:rsidR="000B1C6C">
        <w:rPr>
          <w:rtl/>
        </w:rPr>
        <w:t>،</w:t>
      </w:r>
      <w:r>
        <w:rPr>
          <w:rtl/>
        </w:rPr>
        <w:t xml:space="preserve"> وقد استطارت شهرتها</w:t>
      </w:r>
      <w:r w:rsidRPr="000B1C6C">
        <w:rPr>
          <w:rtl/>
        </w:rPr>
        <w:t xml:space="preserve"> </w:t>
      </w:r>
      <w:r>
        <w:rPr>
          <w:rtl/>
        </w:rPr>
        <w:t>بما أظهرت يوم كربلاء وبعده من حجة وقوة</w:t>
      </w:r>
      <w:r w:rsidR="000B1C6C">
        <w:rPr>
          <w:rtl/>
        </w:rPr>
        <w:t>،</w:t>
      </w:r>
      <w:r>
        <w:rPr>
          <w:rtl/>
        </w:rPr>
        <w:t xml:space="preserve"> وجرأة وبلاغة حتّى ضُرب بها المثل</w:t>
      </w:r>
      <w:r w:rsidR="000B1C6C">
        <w:rPr>
          <w:rtl/>
        </w:rPr>
        <w:t>،</w:t>
      </w:r>
      <w:r>
        <w:rPr>
          <w:rtl/>
        </w:rPr>
        <w:t xml:space="preserve"> وشهد لها</w:t>
      </w:r>
      <w:r w:rsidRPr="000B1C6C">
        <w:rPr>
          <w:rtl/>
        </w:rPr>
        <w:t xml:space="preserve"> </w:t>
      </w:r>
      <w:r>
        <w:rPr>
          <w:rtl/>
        </w:rPr>
        <w:t>المؤرّخون والكتَّاب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ومن فضلها وشرفها أنّ الخمسة أهل العبا (عليهم سلام الله) كانوا يحبّونها حبّاً جمّاً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 xml:space="preserve">حتّى ورد في بعض الأخبار أنّ الحسين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كان إذا زارته زينب يقوم إجلالاً لها</w:t>
      </w:r>
      <w:r w:rsidR="000B1C6C">
        <w:rPr>
          <w:rtl/>
        </w:rPr>
        <w:t>،</w:t>
      </w:r>
      <w:r>
        <w:rPr>
          <w:rtl/>
        </w:rPr>
        <w:t xml:space="preserve"> وكان</w:t>
      </w:r>
      <w:r w:rsidRPr="000B1C6C">
        <w:rPr>
          <w:rtl/>
        </w:rPr>
        <w:t xml:space="preserve"> </w:t>
      </w:r>
      <w:r>
        <w:rPr>
          <w:rtl/>
        </w:rPr>
        <w:t>يجلسها بمكانه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lastRenderedPageBreak/>
        <w:t>ولقد حدّث يحيى المازني عن خفارتها وصونها</w:t>
      </w:r>
      <w:r w:rsidR="000B1C6C">
        <w:rPr>
          <w:rtl/>
        </w:rPr>
        <w:t>،</w:t>
      </w:r>
      <w:r w:rsidRPr="000B1C6C">
        <w:rPr>
          <w:rtl/>
        </w:rPr>
        <w:t xml:space="preserve"> قال</w:t>
      </w:r>
      <w:r w:rsidR="000B1C6C">
        <w:rPr>
          <w:rtl/>
        </w:rPr>
        <w:t>:</w:t>
      </w:r>
      <w:r w:rsidRPr="000B1C6C">
        <w:rPr>
          <w:rtl/>
        </w:rPr>
        <w:t xml:space="preserve"> كنت مجاوراً لأمير المؤمنين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في المدينة مدة مديدة</w:t>
      </w:r>
      <w:r w:rsidR="000B1C6C">
        <w:rPr>
          <w:rtl/>
        </w:rPr>
        <w:t>،</w:t>
      </w:r>
      <w:r w:rsidRPr="000B1C6C">
        <w:rPr>
          <w:rtl/>
        </w:rPr>
        <w:t xml:space="preserve"> وكنت بالقرب من البيت الذي تسكنه زينب ابنته</w:t>
      </w:r>
      <w:r w:rsidR="000B1C6C">
        <w:rPr>
          <w:rtl/>
        </w:rPr>
        <w:t>،</w:t>
      </w:r>
      <w:r w:rsidRPr="000B1C6C">
        <w:rPr>
          <w:rtl/>
        </w:rPr>
        <w:t xml:space="preserve"> فلا والله ما رأيت لها شخصاً</w:t>
      </w:r>
      <w:r w:rsidR="000B1C6C">
        <w:rPr>
          <w:rtl/>
        </w:rPr>
        <w:t>،</w:t>
      </w:r>
      <w:r w:rsidRPr="000B1C6C">
        <w:rPr>
          <w:rtl/>
        </w:rPr>
        <w:t xml:space="preserve"> ولا سمعت لها صوتاً</w:t>
      </w:r>
      <w:r w:rsidR="000B1C6C">
        <w:rPr>
          <w:rtl/>
        </w:rPr>
        <w:t>،</w:t>
      </w:r>
      <w:r w:rsidRPr="000B1C6C">
        <w:rPr>
          <w:rtl/>
        </w:rPr>
        <w:t xml:space="preserve"> وكانت إذا أرادت أن تزور قبر جدها رسول الله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تخرج ليلاً</w:t>
      </w:r>
      <w:r w:rsidR="000B1C6C">
        <w:rPr>
          <w:rtl/>
        </w:rPr>
        <w:t>؛</w:t>
      </w:r>
      <w:r w:rsidRPr="000B1C6C">
        <w:rPr>
          <w:rtl/>
        </w:rPr>
        <w:t xml:space="preserve"> الحسن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عن يمينها</w:t>
      </w:r>
      <w:r w:rsidR="000B1C6C">
        <w:rPr>
          <w:rtl/>
        </w:rPr>
        <w:t>،</w:t>
      </w:r>
      <w:r w:rsidRPr="000B1C6C">
        <w:rPr>
          <w:rtl/>
        </w:rPr>
        <w:t xml:space="preserve"> والحسين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عن شمالها</w:t>
      </w:r>
      <w:r w:rsidR="000B1C6C">
        <w:rPr>
          <w:rtl/>
        </w:rPr>
        <w:t>،</w:t>
      </w:r>
      <w:r w:rsidRPr="000B1C6C">
        <w:rPr>
          <w:rtl/>
        </w:rPr>
        <w:t xml:space="preserve"> وأبوها أمير المؤمنين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أمامها</w:t>
      </w:r>
      <w:r w:rsidR="000B1C6C">
        <w:rPr>
          <w:rtl/>
        </w:rPr>
        <w:t>،</w:t>
      </w:r>
      <w:r w:rsidRPr="000B1C6C">
        <w:rPr>
          <w:rtl/>
        </w:rPr>
        <w:t xml:space="preserve"> فإذا قربت من الروضة النبوية سبقها أبوها أمير المؤمنين فأخمد ضوء القناديل</w:t>
      </w:r>
      <w:r w:rsidR="000B1C6C">
        <w:rPr>
          <w:rtl/>
        </w:rPr>
        <w:t>،</w:t>
      </w:r>
      <w:r w:rsidRPr="000B1C6C">
        <w:rPr>
          <w:rtl/>
        </w:rPr>
        <w:t xml:space="preserve"> فسأله الحسن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عن ذلك مرة</w:t>
      </w:r>
      <w:r w:rsidR="000B1C6C">
        <w:rPr>
          <w:rtl/>
        </w:rPr>
        <w:t>،</w:t>
      </w:r>
      <w:r w:rsidRPr="000B1C6C">
        <w:rPr>
          <w:rtl/>
        </w:rPr>
        <w:t xml:space="preserve"> أجابه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أي بني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إنّي أخشى أنّ هناك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أحداً ينظر شخص اُختك زينب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هذا هو الشرف</w:t>
      </w:r>
      <w:r w:rsidR="000B1C6C">
        <w:rPr>
          <w:rtl/>
        </w:rPr>
        <w:t>،</w:t>
      </w:r>
      <w:r>
        <w:rPr>
          <w:rtl/>
        </w:rPr>
        <w:t xml:space="preserve"> وهذا هو الصون الذي حفظه التاريخ لهذه السيدة العقيلة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Heading2"/>
      </w:pPr>
      <w:bookmarkStart w:id="13" w:name="_Toc387220692"/>
      <w:r w:rsidRPr="002D7A5A">
        <w:rPr>
          <w:rtl/>
        </w:rPr>
        <w:t>عبادتها</w:t>
      </w:r>
      <w:bookmarkEnd w:id="13"/>
      <w:r w:rsidRPr="000B1C6C">
        <w:rPr>
          <w:rtl/>
        </w:rPr>
        <w:t xml:space="preserve"> </w:t>
      </w:r>
      <w:bookmarkStart w:id="14" w:name="عبادتها"/>
      <w:bookmarkEnd w:id="14"/>
    </w:p>
    <w:p w:rsidR="002D7A5A" w:rsidRPr="000B1C6C" w:rsidRDefault="002D7A5A" w:rsidP="000B1C6C">
      <w:pPr>
        <w:pStyle w:val="libNormal"/>
      </w:pPr>
      <w:r w:rsidRPr="000B1C6C">
        <w:rPr>
          <w:rtl/>
        </w:rPr>
        <w:t>قلنا</w:t>
      </w:r>
      <w:r w:rsidR="000B1C6C">
        <w:rPr>
          <w:rtl/>
        </w:rPr>
        <w:t>:</w:t>
      </w:r>
      <w:r w:rsidRPr="000B1C6C">
        <w:rPr>
          <w:rtl/>
        </w:rPr>
        <w:t xml:space="preserve"> إنّ السيدة زينب بنت الإمام علي </w:t>
      </w:r>
      <w:r w:rsidR="00FB26B1" w:rsidRPr="00FB26B1">
        <w:rPr>
          <w:rStyle w:val="libAlaemChar"/>
          <w:rtl/>
        </w:rPr>
        <w:t>عليهما‌السلام</w:t>
      </w:r>
      <w:r w:rsidRPr="000B1C6C">
        <w:rPr>
          <w:rtl/>
        </w:rPr>
        <w:t xml:space="preserve"> كانت تشبه أباها عليّاً واُمها الزهراء </w:t>
      </w:r>
      <w:r w:rsidR="00FB26B1" w:rsidRPr="00FB26B1">
        <w:rPr>
          <w:rStyle w:val="libAlaemChar"/>
          <w:rtl/>
        </w:rPr>
        <w:t>عليهما‌السلام</w:t>
      </w:r>
      <w:r w:rsidRPr="000B1C6C">
        <w:rPr>
          <w:rtl/>
        </w:rPr>
        <w:t xml:space="preserve"> بالعبادة</w:t>
      </w:r>
      <w:r w:rsidR="000B1C6C">
        <w:rPr>
          <w:rtl/>
        </w:rPr>
        <w:t>،</w:t>
      </w:r>
      <w:r w:rsidRPr="000B1C6C">
        <w:rPr>
          <w:rtl/>
        </w:rPr>
        <w:t xml:space="preserve"> كانت تؤدي النوافل كاملة في كلِّ أوقاتها</w:t>
      </w:r>
      <w:r w:rsidR="000B1C6C">
        <w:rPr>
          <w:rtl/>
        </w:rPr>
        <w:t>،</w:t>
      </w:r>
      <w:r w:rsidRPr="000B1C6C">
        <w:rPr>
          <w:rtl/>
        </w:rPr>
        <w:t xml:space="preserve"> حتّى إنّ الحسين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عندما أوصاها ليلة العاشرة من المحرم</w:t>
      </w:r>
      <w:r w:rsidR="000B1C6C">
        <w:rPr>
          <w:rtl/>
        </w:rPr>
        <w:t>،</w:t>
      </w:r>
      <w:r w:rsidRPr="000B1C6C">
        <w:rPr>
          <w:rtl/>
        </w:rPr>
        <w:t xml:space="preserve"> فمن جملة وصاياه أن قال لها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اُختاه يا زينب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واُوصيك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أن لا تنسيني في نافلة الليل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،</w:t>
      </w:r>
      <w:r w:rsidRPr="000B1C6C">
        <w:rPr>
          <w:rtl/>
        </w:rPr>
        <w:t xml:space="preserve"> كما ذكر ذلك الفاضل البيرجندي</w:t>
      </w:r>
      <w:r w:rsidR="000B1C6C">
        <w:rPr>
          <w:rtl/>
        </w:rPr>
        <w:t>،</w:t>
      </w:r>
      <w:r w:rsidRPr="000B1C6C">
        <w:rPr>
          <w:rtl/>
        </w:rPr>
        <w:t xml:space="preserve"> وهو مدوّن في كتب السير والمقاتل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ولم تغفل عن نافلة الليل قطّ حتّى ليلة العاشرة من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FB26B1">
      <w:pPr>
        <w:pStyle w:val="libNormal0"/>
      </w:pPr>
      <w:r>
        <w:rPr>
          <w:rtl/>
        </w:rPr>
        <w:lastRenderedPageBreak/>
        <w:t>المحرم</w:t>
      </w:r>
      <w:r w:rsidR="000B1C6C">
        <w:rPr>
          <w:rtl/>
        </w:rPr>
        <w:t>؛</w:t>
      </w:r>
      <w:r>
        <w:rPr>
          <w:rtl/>
        </w:rPr>
        <w:t xml:space="preserve"> فلقد جاءت الرواية عن فاطمة بنت الحسين </w:t>
      </w:r>
      <w:r w:rsidR="00FB26B1" w:rsidRPr="00FB26B1">
        <w:rPr>
          <w:rStyle w:val="libAlaemChar"/>
          <w:rtl/>
        </w:rPr>
        <w:t>عليهما‌السلام</w:t>
      </w:r>
      <w:r>
        <w:rPr>
          <w:rtl/>
        </w:rPr>
        <w:t xml:space="preserve"> قالت</w:t>
      </w:r>
      <w:r w:rsidR="000B1C6C">
        <w:rPr>
          <w:rtl/>
        </w:rPr>
        <w:t>:</w:t>
      </w:r>
      <w:r>
        <w:rPr>
          <w:rtl/>
        </w:rPr>
        <w:t xml:space="preserve"> أمّا عمتي زينب فإنها</w:t>
      </w:r>
      <w:r w:rsidRPr="000B1C6C">
        <w:rPr>
          <w:rtl/>
        </w:rPr>
        <w:t xml:space="preserve"> </w:t>
      </w:r>
      <w:r>
        <w:rPr>
          <w:rtl/>
        </w:rPr>
        <w:t>لم تزل قائمة في تلك الليلة</w:t>
      </w:r>
      <w:r w:rsidR="00E66C4D">
        <w:rPr>
          <w:rtl/>
        </w:rPr>
        <w:t xml:space="preserve"> - </w:t>
      </w:r>
      <w:r>
        <w:rPr>
          <w:rtl/>
        </w:rPr>
        <w:t>أي ليلة عاشوراء</w:t>
      </w:r>
      <w:r w:rsidR="00E66C4D">
        <w:rPr>
          <w:rtl/>
        </w:rPr>
        <w:t xml:space="preserve"> - </w:t>
      </w:r>
      <w:r>
        <w:rPr>
          <w:rtl/>
        </w:rPr>
        <w:t>في محرابها</w:t>
      </w:r>
      <w:r w:rsidR="000B1C6C">
        <w:rPr>
          <w:rtl/>
        </w:rPr>
        <w:t>،</w:t>
      </w:r>
      <w:r>
        <w:rPr>
          <w:rtl/>
        </w:rPr>
        <w:t xml:space="preserve"> تستغيث إلى ربها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والنساء ما هدأت لهنّ عين ولا سكنت لهنّ رنّة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كانت (سلام الله عليها) من القانتات العابدات اللواتي وقفن حركاتهنّ وسكناتهنّ وأنفاسهنّ للباري تعالى</w:t>
      </w:r>
      <w:r w:rsidR="000B1C6C">
        <w:rPr>
          <w:rtl/>
        </w:rPr>
        <w:t>،</w:t>
      </w:r>
      <w:r w:rsidRPr="000B1C6C">
        <w:rPr>
          <w:rtl/>
        </w:rPr>
        <w:t xml:space="preserve"> وبذلك حصلن على المنازل الرفيعة</w:t>
      </w:r>
      <w:r w:rsidR="000B1C6C">
        <w:rPr>
          <w:rtl/>
        </w:rPr>
        <w:t>،</w:t>
      </w:r>
      <w:r w:rsidRPr="000B1C6C">
        <w:rPr>
          <w:rtl/>
        </w:rPr>
        <w:t xml:space="preserve"> والدرجات العالية التي حكت برفعتها منازل المرسلين ودرجات الأوصياء (عليهم الصلاة والسّلام)</w:t>
      </w:r>
      <w:r w:rsidRPr="000B1C6C">
        <w:rPr>
          <w:rStyle w:val="libFootnotenumChar"/>
          <w:rtl/>
        </w:rPr>
        <w:t>(1)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Heading2"/>
      </w:pPr>
      <w:bookmarkStart w:id="15" w:name="_Toc387220693"/>
      <w:r w:rsidRPr="002D7A5A">
        <w:rPr>
          <w:rtl/>
        </w:rPr>
        <w:t>تهجّدها وأدعيتها</w:t>
      </w:r>
      <w:bookmarkStart w:id="16" w:name="5"/>
      <w:bookmarkEnd w:id="15"/>
      <w:bookmarkEnd w:id="16"/>
    </w:p>
    <w:p w:rsidR="002D7A5A" w:rsidRPr="000B1C6C" w:rsidRDefault="002D7A5A" w:rsidP="000B1C6C">
      <w:pPr>
        <w:pStyle w:val="libNormal"/>
      </w:pPr>
      <w:r>
        <w:rPr>
          <w:rtl/>
        </w:rPr>
        <w:t>كانت عقيلة بني هاشم كثيرة العبادة والتهجّد</w:t>
      </w:r>
      <w:r w:rsidR="000B1C6C">
        <w:rPr>
          <w:rtl/>
        </w:rPr>
        <w:t>،</w:t>
      </w:r>
      <w:r>
        <w:rPr>
          <w:rtl/>
        </w:rPr>
        <w:t xml:space="preserve"> تصلّي النوافل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ولا زالت تتلو القرآن</w:t>
      </w:r>
      <w:r w:rsidRPr="000B1C6C">
        <w:rPr>
          <w:rtl/>
        </w:rPr>
        <w:t xml:space="preserve"> </w:t>
      </w:r>
      <w:r>
        <w:rPr>
          <w:rtl/>
        </w:rPr>
        <w:t>الكريم</w:t>
      </w:r>
      <w:r w:rsidR="000B1C6C">
        <w:rPr>
          <w:rtl/>
        </w:rPr>
        <w:t>،</w:t>
      </w:r>
      <w:r>
        <w:rPr>
          <w:rtl/>
        </w:rPr>
        <w:t xml:space="preserve"> وملازمة له</w:t>
      </w:r>
      <w:r w:rsidR="000B1C6C">
        <w:rPr>
          <w:rtl/>
        </w:rPr>
        <w:t>،</w:t>
      </w:r>
      <w:r>
        <w:rPr>
          <w:rtl/>
        </w:rPr>
        <w:t xml:space="preserve"> ولن يفتر لسانها عن ذكر الله قط</w:t>
      </w:r>
      <w:r w:rsidR="000B1C6C">
        <w:rPr>
          <w:rtl/>
        </w:rPr>
        <w:t>،</w:t>
      </w:r>
      <w:r>
        <w:rPr>
          <w:rtl/>
        </w:rPr>
        <w:t xml:space="preserve"> تدعو الله بعد كلِّ صلاة وتسبّحهُ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فمن أدعيتها التي كانت تقرأها بعد صلاتها وحال القنوت</w:t>
      </w:r>
      <w:r w:rsidR="000B1C6C">
        <w:rPr>
          <w:rtl/>
        </w:rPr>
        <w:t>،</w:t>
      </w:r>
      <w:r w:rsidRPr="000B1C6C">
        <w:rPr>
          <w:rtl/>
        </w:rPr>
        <w:t xml:space="preserve"> وقد أخذت هذه الأدعية عن جدِّها المصطفى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،</w:t>
      </w:r>
      <w:r w:rsidRPr="000B1C6C">
        <w:rPr>
          <w:rtl/>
        </w:rPr>
        <w:t xml:space="preserve"> وأبيها المرتضى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 w:rsidRPr="000B1C6C">
        <w:rPr>
          <w:rtl/>
        </w:rPr>
        <w:t xml:space="preserve"> واُمّها الزهراء </w:t>
      </w:r>
      <w:r w:rsidR="00FB26B1" w:rsidRPr="00FB26B1">
        <w:rPr>
          <w:rStyle w:val="libAlaemChar"/>
          <w:rtl/>
        </w:rPr>
        <w:t>عليها‌السلام</w:t>
      </w:r>
      <w:r w:rsidR="000B1C6C">
        <w:rPr>
          <w:rtl/>
        </w:rPr>
        <w:t>،</w:t>
      </w:r>
      <w:r w:rsidRPr="000B1C6C">
        <w:rPr>
          <w:rtl/>
        </w:rPr>
        <w:t xml:space="preserve"> من الأدعية التي كانت زينب تدعو بها</w:t>
      </w:r>
      <w:r w:rsidRPr="000B1C6C">
        <w:rPr>
          <w:rStyle w:val="libFootnotenumChar"/>
          <w:rtl/>
        </w:rPr>
        <w:t>(2)</w:t>
      </w:r>
      <w:r w:rsidR="000B1C6C" w:rsidRPr="00FB26B1">
        <w:rPr>
          <w:rtl/>
        </w:rPr>
        <w:t>:</w:t>
      </w:r>
      <w:r w:rsidRPr="000B1C6C">
        <w:rPr>
          <w:rtl/>
        </w:rPr>
        <w:t xml:space="preserve"> </w:t>
      </w:r>
    </w:p>
    <w:p w:rsidR="00FB26B1" w:rsidRDefault="00FB26B1" w:rsidP="00FB26B1">
      <w:pPr>
        <w:pStyle w:val="libLine"/>
      </w:pPr>
      <w:r>
        <w:rPr>
          <w:rFonts w:hint="cs"/>
          <w:rtl/>
        </w:rPr>
        <w:t>____________________</w:t>
      </w:r>
    </w:p>
    <w:p w:rsidR="000B1C6C" w:rsidRDefault="002D7A5A" w:rsidP="00FB26B1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هذه الجملة نقلناها من كتاب (زينب الكبرى) لاُستاذنا الشيخ جعفر نقدي (رحمه</w:t>
      </w:r>
      <w:r w:rsidRPr="000B1C6C">
        <w:rPr>
          <w:rtl/>
        </w:rPr>
        <w:t xml:space="preserve"> </w:t>
      </w:r>
      <w:r>
        <w:rPr>
          <w:rtl/>
        </w:rPr>
        <w:t>الله</w:t>
      </w:r>
      <w:r w:rsidRPr="000B1C6C">
        <w:rPr>
          <w:rtl/>
        </w:rPr>
        <w:t>)</w:t>
      </w:r>
      <w:r w:rsidR="000B1C6C">
        <w:rPr>
          <w:rtl/>
        </w:rPr>
        <w:t>.</w:t>
      </w:r>
    </w:p>
    <w:p w:rsidR="002D7A5A" w:rsidRPr="000B1C6C" w:rsidRDefault="002D7A5A" w:rsidP="002D7A5A">
      <w:pPr>
        <w:pStyle w:val="libFootnote"/>
      </w:pPr>
      <w:r w:rsidRPr="000B1C6C">
        <w:rPr>
          <w:rtl/>
        </w:rPr>
        <w:t xml:space="preserve">(2) </w:t>
      </w:r>
      <w:r>
        <w:rPr>
          <w:rtl/>
        </w:rPr>
        <w:t>ورد في بعض الأخبار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FootnoteBoldChar"/>
          <w:rtl/>
        </w:rPr>
        <w:t xml:space="preserve">(( </w:t>
      </w:r>
      <w:r w:rsidRPr="002D7A5A">
        <w:rPr>
          <w:rStyle w:val="libFootnoteBoldChar"/>
          <w:rtl/>
        </w:rPr>
        <w:t>مَن واظب على قراءة هذا الدعاء كفاه الله هموم دنياه</w:t>
      </w:r>
      <w:r w:rsidR="000B1C6C">
        <w:rPr>
          <w:rStyle w:val="libFootnoteBoldChar"/>
          <w:rtl/>
        </w:rPr>
        <w:t>،</w:t>
      </w:r>
      <w:r w:rsidRPr="000B1C6C">
        <w:rPr>
          <w:rStyle w:val="libFootnoteBoldChar"/>
          <w:rtl/>
        </w:rPr>
        <w:t xml:space="preserve"> </w:t>
      </w:r>
      <w:r w:rsidRPr="002D7A5A">
        <w:rPr>
          <w:rStyle w:val="libFootnoteBoldChar"/>
          <w:rtl/>
        </w:rPr>
        <w:t>وكان له نوراً في اُخراه</w:t>
      </w:r>
      <w:r w:rsidRPr="000B1C6C">
        <w:rPr>
          <w:rStyle w:val="libFootnoteBoldChar"/>
          <w:rtl/>
        </w:rPr>
        <w:t xml:space="preserve"> ))</w:t>
      </w:r>
      <w:r w:rsidR="000B1C6C">
        <w:rPr>
          <w:rStyle w:val="libFootnoteBoldChar"/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FB26B1">
      <w:pPr>
        <w:pStyle w:val="libNormal0"/>
      </w:pPr>
      <w:r w:rsidRPr="00FB26B1">
        <w:rPr>
          <w:rStyle w:val="libBold2Char"/>
          <w:rtl/>
        </w:rPr>
        <w:lastRenderedPageBreak/>
        <w:t>(( يا عمادَ مَن لا عماد له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ويا ذُخر مَن لا ذُخر له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ويا سند مَن لا سند له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ويا حرز الضعفاء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ويا كنز الفقراء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ويا سميع الدعاء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ويا مجيب دعوة المضطرّين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ويا كاشف السوء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ويا عظيم الرجاء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ويا منجي الغرقى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ويا منقذ الهلكى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يا مُحسن يا مجمل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يا منعم يا مفضل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أنت الذي سجد لك سوادُ الليل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وضوءُ النهار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وشعاعُ الشمس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وحفيفُ الشجر</w:t>
      </w:r>
      <w:r w:rsidR="000B1C6C" w:rsidRPr="00FB26B1">
        <w:rPr>
          <w:rStyle w:val="libBold2Char"/>
          <w:rtl/>
        </w:rPr>
        <w:t>،</w:t>
      </w:r>
      <w:r w:rsidRPr="00FB26B1">
        <w:rPr>
          <w:rStyle w:val="libBold2Char"/>
          <w:rtl/>
        </w:rPr>
        <w:t xml:space="preserve"> ودوي الماء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2D7A5A">
        <w:rPr>
          <w:rStyle w:val="libBold2Char"/>
          <w:rtl/>
        </w:rPr>
        <w:t>يا الله يا الله الذي لم يكن قبله ولا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بعده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ولا نهاية ولا حدّ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ولا كفؤ ولا ندّ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بحرمة اسمك الذي في الآدميين معناه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المرتدي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بالكبرياء والنور والعظمة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محقق الحقائق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ومطلّ الشرك والبوائق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وبالاسم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الذي تدوم به الحياة الدائمة الأزلية التي لا موت معها ولا فناء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وبالروح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المقدّسة الكريمة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وبالسمع الحاضر النافذ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وتاج الوقار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وخاتم النبوة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وتوثيق العهد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ودار الحيوان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وقصور الجمال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يا الله لا شريك له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ومن الأدعية والتسبيحات التي كانت تواظب </w:t>
      </w:r>
      <w:r w:rsidR="00FB26B1" w:rsidRPr="00FB26B1">
        <w:rPr>
          <w:rStyle w:val="libAlaemChar"/>
          <w:rtl/>
        </w:rPr>
        <w:t>عليها‌السلام</w:t>
      </w:r>
      <w:r w:rsidRPr="000B1C6C">
        <w:rPr>
          <w:rtl/>
        </w:rPr>
        <w:t xml:space="preserve"> على قراءتها</w:t>
      </w:r>
      <w:r w:rsidR="000B1C6C">
        <w:rPr>
          <w:rtl/>
        </w:rPr>
        <w:t>،</w:t>
      </w:r>
      <w:r w:rsidRPr="000B1C6C">
        <w:rPr>
          <w:rtl/>
        </w:rPr>
        <w:t xml:space="preserve"> هو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سبحان مَن لبس العزَّ وتردّى به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سبحان مَن تعطّف بالمجد والكرم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سبحان مَن لا ينبغي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التسبيح إلاّ له (جلّ جلاله)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سبحان مَن أحصى كلَّ شيء عدداً بعلمه وخلقه وقدرته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سبحان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ذي العزّة والنعم</w:t>
      </w:r>
      <w:r w:rsidR="000B1C6C">
        <w:rPr>
          <w:rStyle w:val="libBold2Char"/>
          <w:rtl/>
        </w:rPr>
        <w:t>.</w:t>
      </w:r>
      <w:r w:rsidRPr="000B1C6C">
        <w:rPr>
          <w:rStyle w:val="libBold2Char"/>
          <w:rtl/>
        </w:rPr>
        <w:t xml:space="preserve"> </w:t>
      </w:r>
    </w:p>
    <w:p w:rsidR="002D7A5A" w:rsidRPr="000B1C6C" w:rsidRDefault="002D7A5A" w:rsidP="002D7A5A">
      <w:pPr>
        <w:pStyle w:val="libBold2"/>
      </w:pPr>
      <w:r>
        <w:rPr>
          <w:rtl/>
        </w:rPr>
        <w:t>اللهمَّ إنّي أسألك بمعاقد العزِّ من عرشك</w:t>
      </w:r>
      <w:r w:rsidR="000B1C6C">
        <w:rPr>
          <w:rtl/>
        </w:rPr>
        <w:t>،</w:t>
      </w:r>
      <w:r>
        <w:rPr>
          <w:rtl/>
        </w:rPr>
        <w:t xml:space="preserve"> ومنتهى الرحمة من كتابك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FB26B1">
      <w:pPr>
        <w:pStyle w:val="libNormal0"/>
      </w:pPr>
      <w:r w:rsidRPr="002D7A5A">
        <w:rPr>
          <w:rStyle w:val="libBold2Char"/>
          <w:rtl/>
        </w:rPr>
        <w:lastRenderedPageBreak/>
        <w:t>وباسمك الأعظم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وجدّك الأعلى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وكلماتك التامات التي تمّت صدقاً وعدلاً أن تصلّي على محمّد وآل محمّد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الطيبين الطاهرين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وأن تجمع لي خيرَ الدنيا والآخرة بعد عمر طويل</w:t>
      </w:r>
      <w:r w:rsidR="000B1C6C">
        <w:rPr>
          <w:rStyle w:val="libBold2Char"/>
          <w:rtl/>
        </w:rPr>
        <w:t>.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اللهمَّ أنت الحيّ القيوم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أنت هديتني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وأنت تطعمني وتسقيني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وأنت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تميتني وتحييني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برحمتك يا أرحم الراحمين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ومن أدعية أبيها الذي كانت تدعو به بعد صلاة العشاء</w:t>
      </w:r>
      <w:r w:rsidR="000B1C6C">
        <w:rPr>
          <w:rtl/>
        </w:rPr>
        <w:t>،</w:t>
      </w:r>
      <w:r w:rsidRPr="000B1C6C">
        <w:rPr>
          <w:rtl/>
        </w:rPr>
        <w:t xml:space="preserve"> وهو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اللهمَّ إنّي أسألك يا عالمَ الاُمور الخفيّة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ويا مَن الأرض بعزّته مدحيّة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ويا مَن الشمس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والقمر بنور جلاله مشرقة مضيئة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ويا مقبلاً على كلِّ نفس مؤمنة زكيّة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يا مسكّن رعب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الخائفين وأهل التقيّة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يا مَن حوائج الخلق عنده مقضيّة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يا مَن ليس له بوّاب يُنادي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ولا صاحب يُغشى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ولا وزير يُؤتى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ولا غير ربٍّ يُدعى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يا مَن لا يزداد على الإلحاح إلاّ كرماً وجوداً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صلِّ على محمّد وآلِ محمّد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وأعطني سؤلي إنّك على كلِّ شيء قدير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>وممّا كانت تناجي ربها به هذه الأبيات</w:t>
      </w:r>
      <w:r w:rsidR="000B1C6C">
        <w:rPr>
          <w:rtl/>
        </w:rPr>
        <w:t>،</w:t>
      </w:r>
      <w:r>
        <w:rPr>
          <w:rtl/>
        </w:rPr>
        <w:t xml:space="preserve"> وهي من مناجاة أبيها أمير المؤمنين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9B0" w:rsidTr="00FF6D3D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لك الحمدُ يا ذا الجود والمجد والعُلا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تـباركتَ تُـعطي مَن تشاءُ وتمنعُ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  <w:tr w:rsidR="00B629B0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وخـلاّقي وحرزي ومَوئلي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إلـيكَ لـدى الإعسار واليسرِ أفزعُ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9B0" w:rsidRPr="006A238B" w:rsidTr="00FF6D3D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إلـهي [لئن] جلّت وجمّت خـطيئتي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فـعوفك عـن ذنـبي أجلّ وأوسعُ</w:t>
            </w:r>
            <w:r w:rsidRPr="006A238B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لـئن اُعطيت نفسيَ سؤلها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فـها أنـا في روضِ الندامة أرتعُ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تـرى حالي وفقري وفاقتي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وأنـت مـناجاتي الـخفية تـسمعُ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فـلا تقطع رجائي ولا تزغْ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فـؤادي فلي في سيب جودك مطمعُ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لئن خيّـبتني أو طردتـني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فمن ذا الذي أرجو ومن ذا أشـفعُ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أجـرني مـن عذابك إنّني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أسـيرٌ ذلـيلٌ خـائف لك أخضعُ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فـآنسني بـتلقينِ حـجّتي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إذا كان لي في القبر مثوىً ومضجعُ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أذقـني طـعم عفوك يوم لا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بـنـونٌ ولا مـالٌ هـنالك يـنفعُ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لـئن لم ترعني كنت ضائعاً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وإن كـنت تـرعاني فلست اُضيّعُ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إذا لم تعفُ عن غير محسنٍ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فـمَـن لـمسيء بـالهوى يـتمتع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9B0" w:rsidRPr="006A238B" w:rsidTr="00FF6D3D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إلهي لئن فرّطت في طلب التقى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فـها أنـا أثـر العفو أقفو وأتبعُ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لئن أخطأت جهلاً فطالما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رجـوتك حتّى قيل ما هو يجزعُ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إلهي ذنوبي بذّت الطودَ واعتلتْ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وصـفحك عن ذنبي أجلّ وأرفعُ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ينحّي ذكر طولك لوعتي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وذكـر الخطايا العين منيَ يدمعُ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إلهي أقلني عثرتي وامحُ حوبتي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فـإنّي مُـقرٌّ خـائفٌ مـتضرعُ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أنـلني منك روحاً وراحةً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فـلست سوى أبوابِ فضلك أقرعُ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إلهي لئن أقصيتني أو أهنتني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فما حيلتي يـا ربِّ أم كيف أصنعُ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إلهي حليفُ الحبِّ في الليل ساهرٌ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يـناجي ويـدعو والمغفّل يهجعُ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وهـذا الخلقُ ما بين نائمٍ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ومـنـتبهٍ فـي لـيله يـتضرّعُ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وكـلهمُ يـرجو نـوالك راجـياً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لرحمتك العظمى وفي الخُلد يطمعُ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يـمنّيني رجـائي سلامةً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وقـبحُ خـطيئاتي عـليَّ يشنّعُ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9B0" w:rsidRPr="006A238B" w:rsidTr="00FF6D3D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إلـهي فإن تعفو فعفوك منقذي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وإلاّ فـبالذنب الـمدمّر اُصرعُ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بـحقِّ الـهاشميِّ محمّدٍ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وحـرمةِ أطهارٍ همُ لك خضّعُ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إلهي بحقِّ المصطفى وابنِ عمِّه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وحـرمةِ أبـرار همُ لك خشّعُ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إلـهي فأنشرني على دين أحمدٍ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مـنيباً تـقياً قـانتاً لك أخضعُ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ولاتـحرمنّي يـا إلهي وسيدي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شـفاعته الكبرى فذاك المشفّعُ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وصـلِّ عليهم ما دعاك موحّدٌ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ونـاجاك أخـيارٌ بـبابك ركّعُ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0B1C6C">
      <w:pPr>
        <w:pStyle w:val="libNormal"/>
        <w:rPr>
          <w:rtl/>
        </w:rPr>
      </w:pPr>
      <w:r>
        <w:rPr>
          <w:rtl/>
        </w:rPr>
        <w:t>وكانت لم تزل تلهج بهذه الأبيات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 xml:space="preserve">وهي لأبيها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629B0" w:rsidRPr="006A238B" w:rsidTr="00FF6D3D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وكـم لـله من لطفٍ خفيٍّ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يـدقّ خفاه عن فهمِ الذكيِّ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وكم يُسرٍ أتى من بعد عسرٍ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وفـرّج كربةَ القلبِ الشجيِّ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وكـم أمرٍ تساء به صباحاً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فـتأتيكَ الـمسرّة بـالعشيِّ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إذا ضاقت بك الأحوال يوماً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فـثق بـالواحدِ الفردِ العليِّ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تـوسّل بالنبيِّ فكلّ خطبٍ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يـهون إذا تـوسّل بالنبيِّ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B629B0" w:rsidRPr="006A238B" w:rsidTr="00B629B0">
        <w:trPr>
          <w:trHeight w:val="350"/>
        </w:trPr>
        <w:tc>
          <w:tcPr>
            <w:tcW w:w="3536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ولا تـجزع إذا ما ناب أمرٌ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629B0" w:rsidRDefault="00B629B0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629B0" w:rsidRPr="006A238B" w:rsidRDefault="00B629B0" w:rsidP="00FF6D3D">
            <w:pPr>
              <w:pStyle w:val="libPoem"/>
            </w:pPr>
            <w:r w:rsidRPr="006A238B">
              <w:rPr>
                <w:rFonts w:hint="cs"/>
                <w:rtl/>
              </w:rPr>
              <w:t>فـكم لـله مـن لطف خفيِّ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FB26B1">
      <w:pPr>
        <w:pStyle w:val="Heading2"/>
      </w:pPr>
      <w:bookmarkStart w:id="17" w:name="_Toc387220694"/>
      <w:r w:rsidRPr="002D7A5A">
        <w:rPr>
          <w:rtl/>
        </w:rPr>
        <w:t>من غُررِ كلامها</w:t>
      </w:r>
      <w:bookmarkEnd w:id="17"/>
      <w:r w:rsidRPr="000B1C6C">
        <w:rPr>
          <w:rtl/>
        </w:rPr>
        <w:t xml:space="preserve"> </w:t>
      </w:r>
      <w:bookmarkStart w:id="18" w:name="6"/>
      <w:bookmarkEnd w:id="18"/>
    </w:p>
    <w:p w:rsidR="002D7A5A" w:rsidRPr="000B1C6C" w:rsidRDefault="002D7A5A" w:rsidP="000B1C6C">
      <w:pPr>
        <w:pStyle w:val="libNormal"/>
      </w:pPr>
      <w:r>
        <w:rPr>
          <w:rtl/>
        </w:rPr>
        <w:t>ذكر أحمد بن أبي طاهر</w:t>
      </w:r>
      <w:r w:rsidR="00E66C4D">
        <w:rPr>
          <w:rtl/>
        </w:rPr>
        <w:t xml:space="preserve"> - </w:t>
      </w:r>
      <w:r>
        <w:rPr>
          <w:rtl/>
        </w:rPr>
        <w:t>طيفور</w:t>
      </w:r>
      <w:r w:rsidR="00E66C4D">
        <w:rPr>
          <w:rtl/>
        </w:rPr>
        <w:t xml:space="preserve"> - </w:t>
      </w:r>
      <w:r>
        <w:rPr>
          <w:rtl/>
        </w:rPr>
        <w:t>قال</w:t>
      </w:r>
      <w:r w:rsidR="000B1C6C">
        <w:rPr>
          <w:rtl/>
        </w:rPr>
        <w:t>:</w:t>
      </w:r>
      <w:r>
        <w:rPr>
          <w:rtl/>
        </w:rPr>
        <w:t xml:space="preserve"> كانت زينب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2D7A5A">
      <w:pPr>
        <w:pStyle w:val="libNormal0"/>
      </w:pPr>
      <w:r>
        <w:rPr>
          <w:rtl/>
        </w:rPr>
        <w:lastRenderedPageBreak/>
        <w:t xml:space="preserve">بنت علي </w:t>
      </w:r>
      <w:r w:rsidR="00FB26B1" w:rsidRPr="00FB26B1">
        <w:rPr>
          <w:rStyle w:val="libAlaemChar"/>
          <w:rtl/>
        </w:rPr>
        <w:t>عليهما‌السلام</w:t>
      </w:r>
      <w:r>
        <w:rPr>
          <w:rtl/>
        </w:rPr>
        <w:t xml:space="preserve"> تقول</w:t>
      </w:r>
      <w:r w:rsidR="000B1C6C">
        <w:rPr>
          <w:rtl/>
        </w:rPr>
        <w:t>:</w:t>
      </w:r>
      <w:r>
        <w:rPr>
          <w:rtl/>
        </w:rPr>
        <w:t xml:space="preserve"> مَن أراد أن لا يكون الخلق شفعاؤه إلى الله</w:t>
      </w:r>
      <w:r w:rsidRPr="000B1C6C">
        <w:rPr>
          <w:rtl/>
        </w:rPr>
        <w:t xml:space="preserve"> </w:t>
      </w:r>
      <w:r>
        <w:rPr>
          <w:rtl/>
        </w:rPr>
        <w:t>فليحمده</w:t>
      </w:r>
      <w:r w:rsidR="000B1C6C">
        <w:rPr>
          <w:rtl/>
        </w:rPr>
        <w:t>؛</w:t>
      </w:r>
      <w:r>
        <w:rPr>
          <w:rtl/>
        </w:rPr>
        <w:t xml:space="preserve"> ألم تسمع إلى قولهم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2D7A5A">
        <w:rPr>
          <w:rStyle w:val="libBold2Char"/>
          <w:rtl/>
        </w:rPr>
        <w:t>سمع الله لمن حمده</w:t>
      </w:r>
      <w:r w:rsidR="000B1C6C">
        <w:rPr>
          <w:rStyle w:val="libBold2Char"/>
          <w:rtl/>
        </w:rPr>
        <w:t>؟</w:t>
      </w:r>
      <w:r w:rsidRPr="000B1C6C">
        <w:rPr>
          <w:rtl/>
        </w:rPr>
        <w:t xml:space="preserve"> </w:t>
      </w:r>
      <w:r>
        <w:rPr>
          <w:rtl/>
        </w:rPr>
        <w:t>فخف الله لقدرته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واستحِ منه لقربه منك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Heading2"/>
      </w:pPr>
      <w:bookmarkStart w:id="19" w:name="_Toc387220695"/>
      <w:r w:rsidRPr="002D7A5A">
        <w:rPr>
          <w:rtl/>
        </w:rPr>
        <w:t>خطبتها في الكوفة</w:t>
      </w:r>
      <w:bookmarkEnd w:id="19"/>
    </w:p>
    <w:p w:rsidR="002D7A5A" w:rsidRPr="000B1C6C" w:rsidRDefault="002D7A5A" w:rsidP="000B1C6C">
      <w:pPr>
        <w:pStyle w:val="libNormal"/>
      </w:pPr>
      <w:r>
        <w:rPr>
          <w:rtl/>
        </w:rPr>
        <w:t>حدّث حذلم بن كثير قال</w:t>
      </w:r>
      <w:r w:rsidR="000B1C6C">
        <w:rPr>
          <w:rtl/>
        </w:rPr>
        <w:t>:</w:t>
      </w:r>
      <w:r>
        <w:rPr>
          <w:rtl/>
        </w:rPr>
        <w:t xml:space="preserve"> قدمتُ الكوفة في المحرم سنة</w:t>
      </w:r>
      <w:r w:rsidRPr="000B1C6C">
        <w:rPr>
          <w:rtl/>
        </w:rPr>
        <w:t xml:space="preserve"> </w:t>
      </w:r>
      <w:r>
        <w:rPr>
          <w:rtl/>
        </w:rPr>
        <w:t>إحدى وستّين</w:t>
      </w:r>
      <w:r w:rsidRPr="000B1C6C">
        <w:rPr>
          <w:rtl/>
        </w:rPr>
        <w:t xml:space="preserve"> </w:t>
      </w:r>
      <w:r>
        <w:rPr>
          <w:rtl/>
        </w:rPr>
        <w:t xml:space="preserve">عند منصرف علي بن الحسين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والسبايا من كربلاء</w:t>
      </w:r>
      <w:r w:rsidR="000B1C6C">
        <w:rPr>
          <w:rtl/>
        </w:rPr>
        <w:t>،</w:t>
      </w:r>
      <w:r>
        <w:rPr>
          <w:rtl/>
        </w:rPr>
        <w:t xml:space="preserve"> ومعهم الأجناد يحيطون</w:t>
      </w:r>
      <w:r w:rsidRPr="000B1C6C">
        <w:rPr>
          <w:rtl/>
        </w:rPr>
        <w:t xml:space="preserve"> </w:t>
      </w:r>
      <w:r>
        <w:rPr>
          <w:rtl/>
        </w:rPr>
        <w:t>بهم</w:t>
      </w:r>
      <w:r w:rsidR="000B1C6C">
        <w:rPr>
          <w:rtl/>
        </w:rPr>
        <w:t>،</w:t>
      </w:r>
      <w:r>
        <w:rPr>
          <w:rtl/>
        </w:rPr>
        <w:t xml:space="preserve"> وقد خرج الناس للنظر إليهم</w:t>
      </w:r>
      <w:r w:rsidR="000B1C6C">
        <w:rPr>
          <w:rtl/>
        </w:rPr>
        <w:t>،</w:t>
      </w:r>
      <w:r>
        <w:rPr>
          <w:rtl/>
        </w:rPr>
        <w:t xml:space="preserve"> فلمّا أقبل بهم على الجمال بغير وطاء</w:t>
      </w:r>
      <w:r w:rsidR="000B1C6C">
        <w:rPr>
          <w:rtl/>
        </w:rPr>
        <w:t>،</w:t>
      </w:r>
      <w:r>
        <w:rPr>
          <w:rtl/>
        </w:rPr>
        <w:t xml:space="preserve"> خرجن نسوة أهل الكوفة يبكين وينشدن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وذكر الجاحظ في (البيان والتبيين) عن خزيمة الأسدي قال</w:t>
      </w:r>
      <w:r w:rsidR="000B1C6C">
        <w:rPr>
          <w:rtl/>
        </w:rPr>
        <w:t>:</w:t>
      </w:r>
      <w:r>
        <w:rPr>
          <w:rtl/>
        </w:rPr>
        <w:t xml:space="preserve"> ورأيت</w:t>
      </w:r>
      <w:r w:rsidRPr="000B1C6C">
        <w:rPr>
          <w:rtl/>
        </w:rPr>
        <w:t xml:space="preserve"> </w:t>
      </w:r>
      <w:r>
        <w:rPr>
          <w:rtl/>
        </w:rPr>
        <w:t>نساء أهل الكوفة يومئذ قياماً يندبن</w:t>
      </w:r>
      <w:r w:rsidR="000B1C6C">
        <w:rPr>
          <w:rtl/>
        </w:rPr>
        <w:t>،</w:t>
      </w:r>
      <w:r>
        <w:rPr>
          <w:rtl/>
        </w:rPr>
        <w:t xml:space="preserve"> متهتّكات الجيوب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قال حذلم بن كثير</w:t>
      </w:r>
      <w:r w:rsidR="000B1C6C">
        <w:rPr>
          <w:rtl/>
        </w:rPr>
        <w:t>:</w:t>
      </w:r>
      <w:r w:rsidRPr="000B1C6C">
        <w:rPr>
          <w:rtl/>
        </w:rPr>
        <w:t xml:space="preserve"> فسمعت علي بن الحسين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يقول بصوت ضئيل ضعيف</w:t>
      </w:r>
      <w:r w:rsidR="000B1C6C">
        <w:rPr>
          <w:rtl/>
        </w:rPr>
        <w:t>،</w:t>
      </w:r>
      <w:r w:rsidRPr="000B1C6C">
        <w:rPr>
          <w:rtl/>
        </w:rPr>
        <w:t xml:space="preserve"> وقد أنهكته العلة</w:t>
      </w:r>
      <w:r w:rsidR="000B1C6C">
        <w:rPr>
          <w:rtl/>
        </w:rPr>
        <w:t>،</w:t>
      </w:r>
      <w:r w:rsidRPr="000B1C6C">
        <w:rPr>
          <w:rtl/>
        </w:rPr>
        <w:t xml:space="preserve"> والجامعة في عنقه</w:t>
      </w:r>
      <w:r w:rsidR="000B1C6C">
        <w:rPr>
          <w:rtl/>
        </w:rPr>
        <w:t>،</w:t>
      </w:r>
      <w:r w:rsidRPr="000B1C6C">
        <w:rPr>
          <w:rtl/>
        </w:rPr>
        <w:t xml:space="preserve"> والغل في يديه</w:t>
      </w:r>
      <w:r w:rsidR="000B1C6C">
        <w:rPr>
          <w:rtl/>
        </w:rPr>
        <w:t>،</w:t>
      </w:r>
      <w:r w:rsidRPr="000B1C6C">
        <w:rPr>
          <w:rtl/>
        </w:rPr>
        <w:t xml:space="preserve"> ويداه مغلولتان إلى عنقه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إنّ هؤلاء النسوة يبكين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إذاً فمن قتلنا</w:t>
      </w:r>
      <w:r w:rsidR="000B1C6C">
        <w:rPr>
          <w:rStyle w:val="libBold2Char"/>
          <w:rtl/>
        </w:rPr>
        <w:t>؟</w:t>
      </w:r>
      <w:r w:rsidRPr="000B1C6C">
        <w:rPr>
          <w:rStyle w:val="libBold2Char"/>
          <w:rtl/>
        </w:rPr>
        <w:t>! ))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قال</w:t>
      </w:r>
      <w:r w:rsidR="000B1C6C">
        <w:rPr>
          <w:rtl/>
        </w:rPr>
        <w:t>:</w:t>
      </w:r>
      <w:r w:rsidRPr="000B1C6C">
        <w:rPr>
          <w:rtl/>
        </w:rPr>
        <w:t xml:space="preserve"> ورأيت زينب بنت علي </w:t>
      </w:r>
      <w:r w:rsidR="00FB26B1" w:rsidRPr="00FB26B1">
        <w:rPr>
          <w:rStyle w:val="libAlaemChar"/>
          <w:rtl/>
        </w:rPr>
        <w:t>عليهما‌السلام</w:t>
      </w:r>
      <w:r w:rsidR="000B1C6C">
        <w:rPr>
          <w:rtl/>
        </w:rPr>
        <w:t>،</w:t>
      </w:r>
      <w:r w:rsidRPr="000B1C6C">
        <w:rPr>
          <w:rtl/>
        </w:rPr>
        <w:t xml:space="preserve"> ولم أرَ خفرة</w:t>
      </w:r>
      <w:r w:rsidRPr="000B1C6C">
        <w:rPr>
          <w:rStyle w:val="libFootnotenumChar"/>
          <w:rtl/>
        </w:rPr>
        <w:t xml:space="preserve">(1) </w:t>
      </w:r>
      <w:r w:rsidRPr="000B1C6C">
        <w:rPr>
          <w:rtl/>
        </w:rPr>
        <w:t>أنطق منها</w:t>
      </w:r>
      <w:r w:rsidR="000B1C6C">
        <w:rPr>
          <w:rtl/>
        </w:rPr>
        <w:t>،</w:t>
      </w:r>
      <w:r w:rsidRPr="000B1C6C">
        <w:rPr>
          <w:rtl/>
        </w:rPr>
        <w:t xml:space="preserve"> كأنها تفرغ عن لسان أمير المؤمنين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.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2D7A5A" w:rsidRP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الخفر (بالتحريك)</w:t>
      </w:r>
      <w:r w:rsidR="000B1C6C">
        <w:rPr>
          <w:rtl/>
        </w:rPr>
        <w:t>:</w:t>
      </w:r>
      <w:r>
        <w:rPr>
          <w:rtl/>
        </w:rPr>
        <w:t xml:space="preserve"> شدة الحياء</w:t>
      </w:r>
      <w:r w:rsidR="000B1C6C">
        <w:rPr>
          <w:rtl/>
        </w:rPr>
        <w:t>،</w:t>
      </w:r>
      <w:r>
        <w:rPr>
          <w:rtl/>
        </w:rPr>
        <w:t xml:space="preserve"> ومن قولهم</w:t>
      </w:r>
      <w:r w:rsidR="000B1C6C">
        <w:rPr>
          <w:rtl/>
        </w:rPr>
        <w:t>:</w:t>
      </w:r>
      <w:r>
        <w:rPr>
          <w:rtl/>
        </w:rPr>
        <w:t xml:space="preserve"> تخفّرت المرأة</w:t>
      </w:r>
      <w:r w:rsidR="000B1C6C">
        <w:rPr>
          <w:rtl/>
        </w:rPr>
        <w:t>،</w:t>
      </w:r>
      <w:r>
        <w:rPr>
          <w:rtl/>
        </w:rPr>
        <w:t xml:space="preserve"> اشتد</w:t>
      </w:r>
      <w:r w:rsidRPr="000B1C6C">
        <w:rPr>
          <w:rtl/>
        </w:rPr>
        <w:t xml:space="preserve"> </w:t>
      </w:r>
      <w:r>
        <w:rPr>
          <w:rtl/>
        </w:rPr>
        <w:t>حياؤها</w:t>
      </w:r>
      <w:r w:rsidR="000B1C6C">
        <w:rPr>
          <w:rtl/>
        </w:rPr>
        <w:t>.</w:t>
      </w:r>
      <w:r>
        <w:rPr>
          <w:rtl/>
        </w:rPr>
        <w:t xml:space="preserve"> (لسان العرب</w:t>
      </w:r>
      <w:r w:rsidRPr="000B1C6C">
        <w:rPr>
          <w:rtl/>
        </w:rPr>
        <w:t>)</w:t>
      </w:r>
    </w:p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p w:rsidR="002D7A5A" w:rsidRPr="000B1C6C" w:rsidRDefault="002D7A5A" w:rsidP="00D44192">
      <w:pPr>
        <w:pStyle w:val="libNormal"/>
      </w:pPr>
      <w:r>
        <w:rPr>
          <w:rtl/>
        </w:rPr>
        <w:lastRenderedPageBreak/>
        <w:t>قال</w:t>
      </w:r>
      <w:r w:rsidR="000B1C6C">
        <w:rPr>
          <w:rtl/>
        </w:rPr>
        <w:t>:</w:t>
      </w:r>
      <w:r>
        <w:rPr>
          <w:rtl/>
        </w:rPr>
        <w:t xml:space="preserve"> وقد أومأت إلى الناس أن اسكتوا</w:t>
      </w:r>
      <w:r w:rsidR="000B1C6C">
        <w:rPr>
          <w:rtl/>
        </w:rPr>
        <w:t>،</w:t>
      </w:r>
      <w:r>
        <w:rPr>
          <w:rtl/>
        </w:rPr>
        <w:t xml:space="preserve"> فارتدت الأنفاس وسكنت الأصوات</w:t>
      </w:r>
      <w:r w:rsidR="000B1C6C">
        <w:rPr>
          <w:rtl/>
        </w:rPr>
        <w:t>،</w:t>
      </w:r>
      <w:r>
        <w:rPr>
          <w:rtl/>
        </w:rPr>
        <w:t xml:space="preserve"> فقالت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>
        <w:rPr>
          <w:rtl/>
        </w:rPr>
        <w:t>الحمد لله والصلاة على محمّد وآله الطيبين الأخيار</w:t>
      </w:r>
      <w:r w:rsidR="000B1C6C">
        <w:rPr>
          <w:rtl/>
        </w:rPr>
        <w:t>،</w:t>
      </w:r>
      <w:r>
        <w:rPr>
          <w:rtl/>
        </w:rPr>
        <w:t xml:space="preserve"> أمّا بعد يا أهل الكوفة</w:t>
      </w:r>
      <w:r w:rsidR="000B1C6C">
        <w:rPr>
          <w:rtl/>
        </w:rPr>
        <w:t>،</w:t>
      </w:r>
      <w:r>
        <w:rPr>
          <w:rtl/>
        </w:rPr>
        <w:t xml:space="preserve"> يا أهل الختر</w:t>
      </w:r>
      <w:r w:rsidRPr="000B1C6C">
        <w:rPr>
          <w:rStyle w:val="libFootnotenumChar"/>
          <w:rtl/>
        </w:rPr>
        <w:t>(1)</w:t>
      </w:r>
      <w:r w:rsidRPr="000B1C6C">
        <w:rPr>
          <w:rtl/>
        </w:rPr>
        <w:t xml:space="preserve"> </w:t>
      </w:r>
      <w:r>
        <w:rPr>
          <w:rtl/>
        </w:rPr>
        <w:t>والغدر</w:t>
      </w:r>
      <w:r w:rsidR="000B1C6C">
        <w:rPr>
          <w:rtl/>
        </w:rPr>
        <w:t>!</w:t>
      </w:r>
      <w:r w:rsidRPr="000B1C6C">
        <w:rPr>
          <w:rtl/>
        </w:rPr>
        <w:t xml:space="preserve"> </w:t>
      </w:r>
      <w:r>
        <w:rPr>
          <w:rtl/>
        </w:rPr>
        <w:t>أتبكون</w:t>
      </w:r>
      <w:r w:rsidR="000B1C6C">
        <w:rPr>
          <w:rtl/>
        </w:rPr>
        <w:t>؟</w:t>
      </w:r>
      <w:r>
        <w:rPr>
          <w:rtl/>
        </w:rPr>
        <w:t>! فلا رقأت الدمعة</w:t>
      </w:r>
      <w:r w:rsidR="000B1C6C">
        <w:rPr>
          <w:rtl/>
        </w:rPr>
        <w:t>،</w:t>
      </w:r>
      <w:r>
        <w:rPr>
          <w:rtl/>
        </w:rPr>
        <w:t xml:space="preserve"> ولا هدأت الرنّة</w:t>
      </w:r>
      <w:r w:rsidR="000B1C6C">
        <w:rPr>
          <w:rtl/>
        </w:rPr>
        <w:t>،</w:t>
      </w:r>
      <w:r>
        <w:rPr>
          <w:rtl/>
        </w:rPr>
        <w:t xml:space="preserve"> إنما مثلكم كمثل التي</w:t>
      </w:r>
      <w:r w:rsidRPr="000B1C6C">
        <w:rPr>
          <w:rtl/>
        </w:rPr>
        <w:t xml:space="preserve"> </w:t>
      </w:r>
      <w:r>
        <w:rPr>
          <w:rtl/>
        </w:rPr>
        <w:t>نقضت غزلها من بعد قوة أنكاثاً</w:t>
      </w:r>
      <w:r w:rsidRPr="000B1C6C">
        <w:rPr>
          <w:rStyle w:val="libFootnotenumChar"/>
          <w:rtl/>
        </w:rPr>
        <w:t>(2)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تتخذون أيمانكم دخلاً بينكم</w:t>
      </w:r>
      <w:r w:rsidRPr="000B1C6C">
        <w:rPr>
          <w:rStyle w:val="libFootnotenumChar"/>
          <w:rtl/>
        </w:rPr>
        <w:t>(3)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ألا وهل [فيكم] إلاّ الصلف</w:t>
      </w:r>
      <w:r w:rsidRPr="000B1C6C">
        <w:rPr>
          <w:rStyle w:val="libFootnotenumChar"/>
          <w:rtl/>
        </w:rPr>
        <w:t>(4)</w:t>
      </w:r>
      <w:r w:rsidRPr="000B1C6C">
        <w:rPr>
          <w:rtl/>
        </w:rPr>
        <w:t xml:space="preserve"> والنطف</w:t>
      </w:r>
      <w:r w:rsidRPr="000B1C6C">
        <w:rPr>
          <w:rStyle w:val="libFootnotenumChar"/>
          <w:rtl/>
        </w:rPr>
        <w:t>(5)</w:t>
      </w:r>
      <w:r w:rsidR="000B1C6C">
        <w:rPr>
          <w:rtl/>
        </w:rPr>
        <w:t>،</w:t>
      </w:r>
      <w:r w:rsidRPr="000B1C6C">
        <w:rPr>
          <w:rtl/>
        </w:rPr>
        <w:t xml:space="preserve"> والكذب والشنف</w:t>
      </w:r>
      <w:r w:rsidRPr="000B1C6C">
        <w:rPr>
          <w:rStyle w:val="libFootnotenumChar"/>
          <w:rtl/>
        </w:rPr>
        <w:t>(6)</w:t>
      </w:r>
      <w:r w:rsidR="000B1C6C">
        <w:rPr>
          <w:rtl/>
        </w:rPr>
        <w:t>،</w:t>
      </w:r>
      <w:r w:rsidRPr="000B1C6C">
        <w:rPr>
          <w:rtl/>
        </w:rPr>
        <w:t xml:space="preserve"> وملق الإماء وغمز الأعداء</w:t>
      </w:r>
      <w:r w:rsidR="000B1C6C">
        <w:rPr>
          <w:rtl/>
        </w:rPr>
        <w:t>،</w:t>
      </w:r>
      <w:r w:rsidRPr="000B1C6C">
        <w:rPr>
          <w:rtl/>
        </w:rPr>
        <w:t xml:space="preserve"> أو كمرعى على دمنة</w:t>
      </w:r>
      <w:r w:rsidRPr="000B1C6C">
        <w:rPr>
          <w:rStyle w:val="libFootnotenumChar"/>
          <w:rtl/>
        </w:rPr>
        <w:t>(7)</w:t>
      </w:r>
      <w:r w:rsidR="000B1C6C">
        <w:rPr>
          <w:rtl/>
        </w:rPr>
        <w:t>،</w:t>
      </w:r>
      <w:r w:rsidRPr="000B1C6C">
        <w:rPr>
          <w:rtl/>
        </w:rPr>
        <w:t xml:space="preserve"> أو كقصة</w:t>
      </w:r>
      <w:r w:rsidRPr="000B1C6C">
        <w:rPr>
          <w:rStyle w:val="libFootnotenumChar"/>
          <w:rtl/>
        </w:rPr>
        <w:t>(8)</w:t>
      </w:r>
      <w:r w:rsidRPr="000B1C6C">
        <w:rPr>
          <w:rtl/>
        </w:rPr>
        <w:t xml:space="preserve"> على ملحودة</w:t>
      </w:r>
      <w:r w:rsidR="000B1C6C">
        <w:rPr>
          <w:rtl/>
        </w:rPr>
        <w:t>،</w:t>
      </w:r>
      <w:r w:rsidRPr="000B1C6C">
        <w:rPr>
          <w:rtl/>
        </w:rPr>
        <w:t xml:space="preserve"> ألا ساء ما قدّمت لكم أنفسكم أن سخط الله عليكم وفي العذاب أنتم خالدون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أتبكون وتنتحبون</w:t>
      </w:r>
      <w:r w:rsidR="000B1C6C">
        <w:rPr>
          <w:rtl/>
        </w:rPr>
        <w:t>؟</w:t>
      </w:r>
      <w:r>
        <w:rPr>
          <w:rtl/>
        </w:rPr>
        <w:t>! إي والله</w:t>
      </w:r>
      <w:r w:rsidR="000B1C6C">
        <w:rPr>
          <w:rtl/>
        </w:rPr>
        <w:t>،</w:t>
      </w:r>
      <w:r>
        <w:rPr>
          <w:rtl/>
        </w:rPr>
        <w:t xml:space="preserve"> فابكوا كثيراً واضحكوا قليلاً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الختر</w:t>
      </w:r>
      <w:r w:rsidR="000B1C6C">
        <w:rPr>
          <w:rtl/>
        </w:rPr>
        <w:t>:</w:t>
      </w:r>
      <w:r>
        <w:rPr>
          <w:rtl/>
        </w:rPr>
        <w:t xml:space="preserve"> الخديعة بعينها</w:t>
      </w:r>
      <w:r w:rsidR="000B1C6C">
        <w:rPr>
          <w:rtl/>
        </w:rPr>
        <w:t>،</w:t>
      </w:r>
      <w:r>
        <w:rPr>
          <w:rtl/>
        </w:rPr>
        <w:t xml:space="preserve"> وقيل</w:t>
      </w:r>
      <w:r w:rsidR="000B1C6C">
        <w:rPr>
          <w:rtl/>
        </w:rPr>
        <w:t>:</w:t>
      </w:r>
      <w:r>
        <w:rPr>
          <w:rtl/>
        </w:rPr>
        <w:t xml:space="preserve"> هو أسوء الغدر وأقبحه</w:t>
      </w:r>
      <w:r w:rsidR="000B1C6C">
        <w:rPr>
          <w:rtl/>
        </w:rPr>
        <w:t>.</w:t>
      </w:r>
      <w:r>
        <w:rPr>
          <w:rtl/>
        </w:rPr>
        <w:t xml:space="preserve"> وفي التنزيل العزيز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D44192">
        <w:rPr>
          <w:rStyle w:val="libFootnoteAlaemChar"/>
          <w:rtl/>
        </w:rPr>
        <w:t>(</w:t>
      </w:r>
      <w:r w:rsidRPr="002D7A5A">
        <w:rPr>
          <w:rStyle w:val="libFootnoteAieChar"/>
          <w:rFonts w:hint="cs"/>
          <w:rtl/>
        </w:rPr>
        <w:t>كُلُّ خَتَّارٍ كَفُورٍ</w:t>
      </w:r>
      <w:r w:rsidRPr="00D44192">
        <w:rPr>
          <w:rStyle w:val="libFootnoteAlaemChar"/>
          <w:rtl/>
        </w:rPr>
        <w:t>)</w:t>
      </w:r>
      <w:r w:rsidR="000B1C6C" w:rsidRPr="000B1C6C">
        <w:rPr>
          <w:rtl/>
        </w:rPr>
        <w:t>،</w:t>
      </w:r>
      <w:r>
        <w:rPr>
          <w:rtl/>
        </w:rPr>
        <w:t xml:space="preserve"> وفي الحديث</w:t>
      </w:r>
      <w:r w:rsidR="000B1C6C">
        <w:rPr>
          <w:rtl/>
        </w:rPr>
        <w:t>:</w:t>
      </w:r>
      <w:r w:rsidRPr="000B1C6C">
        <w:rPr>
          <w:rStyle w:val="libFootnoteBoldChar"/>
          <w:rtl/>
        </w:rPr>
        <w:t xml:space="preserve"> (( </w:t>
      </w:r>
      <w:r w:rsidRPr="002D7A5A">
        <w:rPr>
          <w:rStyle w:val="libFootnoteBoldChar"/>
          <w:rtl/>
        </w:rPr>
        <w:t>ما ختر قومٌ بالعهد إلاّ سلّط عليهم العدو</w:t>
      </w:r>
      <w:r w:rsidRPr="000B1C6C">
        <w:rPr>
          <w:rStyle w:val="libFootnoteBoldChar"/>
          <w:rtl/>
        </w:rPr>
        <w:t xml:space="preserve"> ))</w:t>
      </w:r>
      <w:r w:rsidR="000B1C6C">
        <w:rPr>
          <w:rtl/>
        </w:rPr>
        <w:t>.</w:t>
      </w:r>
      <w:r w:rsidRPr="000B1C6C">
        <w:rPr>
          <w:rtl/>
        </w:rPr>
        <w:t xml:space="preserve"> (</w:t>
      </w:r>
      <w:r>
        <w:rPr>
          <w:rtl/>
        </w:rPr>
        <w:t>لسان العرب</w:t>
      </w:r>
      <w:r w:rsidRPr="000B1C6C">
        <w:rPr>
          <w:rtl/>
        </w:rPr>
        <w:t xml:space="preserve">) 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(2) </w:t>
      </w:r>
      <w:r>
        <w:rPr>
          <w:rtl/>
        </w:rPr>
        <w:t>أي لا تكونوا كالتي غزلت ثمَّ نقضت غزلها</w:t>
      </w:r>
      <w:r w:rsidR="000B1C6C">
        <w:rPr>
          <w:rtl/>
        </w:rPr>
        <w:t>،</w:t>
      </w:r>
      <w:r>
        <w:rPr>
          <w:rtl/>
        </w:rPr>
        <w:t xml:space="preserve"> يقال</w:t>
      </w:r>
      <w:r w:rsidR="000B1C6C">
        <w:rPr>
          <w:rtl/>
        </w:rPr>
        <w:t>:</w:t>
      </w:r>
      <w:r>
        <w:rPr>
          <w:rtl/>
        </w:rPr>
        <w:t xml:space="preserve"> كانت امرأة حمقاء تغزل مع</w:t>
      </w:r>
      <w:r w:rsidRPr="000B1C6C">
        <w:rPr>
          <w:rtl/>
        </w:rPr>
        <w:t xml:space="preserve"> </w:t>
      </w:r>
      <w:r>
        <w:rPr>
          <w:rtl/>
        </w:rPr>
        <w:t>جواريها إلى انتصاف النهار</w:t>
      </w:r>
      <w:r w:rsidR="000B1C6C">
        <w:rPr>
          <w:rtl/>
        </w:rPr>
        <w:t>،</w:t>
      </w:r>
      <w:r>
        <w:rPr>
          <w:rtl/>
        </w:rPr>
        <w:t xml:space="preserve"> ثمّ تأمرهنّ أن ينقضن ما غزلن</w:t>
      </w:r>
      <w:r w:rsidR="000B1C6C">
        <w:rPr>
          <w:rtl/>
        </w:rPr>
        <w:t>،</w:t>
      </w:r>
      <w:r>
        <w:rPr>
          <w:rtl/>
        </w:rPr>
        <w:t xml:space="preserve"> ولا يزال ذلك دأبها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(3) </w:t>
      </w:r>
      <w:r>
        <w:rPr>
          <w:rtl/>
        </w:rPr>
        <w:t>أي خيانة ومكراً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(4) </w:t>
      </w:r>
      <w:r>
        <w:rPr>
          <w:rtl/>
        </w:rPr>
        <w:t>الصلف</w:t>
      </w:r>
      <w:r w:rsidR="000B1C6C">
        <w:rPr>
          <w:rtl/>
        </w:rPr>
        <w:t>:</w:t>
      </w:r>
      <w:r>
        <w:rPr>
          <w:rtl/>
        </w:rPr>
        <w:t xml:space="preserve"> الادّعاء تكبراً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(5) </w:t>
      </w:r>
      <w:r>
        <w:rPr>
          <w:rtl/>
        </w:rPr>
        <w:t>النطف</w:t>
      </w:r>
      <w:r w:rsidR="000B1C6C">
        <w:rPr>
          <w:rtl/>
        </w:rPr>
        <w:t>:</w:t>
      </w:r>
      <w:r>
        <w:rPr>
          <w:rtl/>
        </w:rPr>
        <w:t xml:space="preserve"> التلطّخ بالعيب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(6) </w:t>
      </w:r>
      <w:r>
        <w:rPr>
          <w:rtl/>
        </w:rPr>
        <w:t>الشَّنَف (بالتحريك)</w:t>
      </w:r>
      <w:r w:rsidR="000B1C6C">
        <w:rPr>
          <w:rtl/>
        </w:rPr>
        <w:t>:</w:t>
      </w:r>
      <w:r>
        <w:rPr>
          <w:rtl/>
        </w:rPr>
        <w:t xml:space="preserve"> البغض والتنكّر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(7 </w:t>
      </w:r>
      <w:r>
        <w:rPr>
          <w:rtl/>
        </w:rPr>
        <w:t>الدمنة</w:t>
      </w:r>
      <w:r w:rsidR="000B1C6C">
        <w:rPr>
          <w:rtl/>
        </w:rPr>
        <w:t>:</w:t>
      </w:r>
      <w:r>
        <w:rPr>
          <w:rtl/>
        </w:rPr>
        <w:t xml:space="preserve"> ما تدمنه الإبل والغنم بأبوالها وأبعارها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Footnote"/>
      </w:pPr>
      <w:r w:rsidRPr="000B1C6C">
        <w:rPr>
          <w:rtl/>
        </w:rPr>
        <w:t xml:space="preserve">(8) </w:t>
      </w:r>
      <w:r>
        <w:rPr>
          <w:rtl/>
        </w:rPr>
        <w:t>القَصَّة بالفتح</w:t>
      </w:r>
      <w:r w:rsidR="000B1C6C">
        <w:rPr>
          <w:rtl/>
        </w:rPr>
        <w:t>:</w:t>
      </w:r>
      <w:r>
        <w:rPr>
          <w:rtl/>
        </w:rPr>
        <w:t xml:space="preserve"> بناية مجصّصة على قبرٍ</w:t>
      </w:r>
      <w:r w:rsidR="000B1C6C">
        <w:rPr>
          <w:rtl/>
        </w:rPr>
        <w:t>.</w:t>
      </w:r>
      <w:r>
        <w:rPr>
          <w:rtl/>
        </w:rPr>
        <w:t xml:space="preserve"> كأنها تقول</w:t>
      </w:r>
      <w:r w:rsidR="000B1C6C">
        <w:rPr>
          <w:rtl/>
        </w:rPr>
        <w:t>:</w:t>
      </w:r>
      <w:r>
        <w:rPr>
          <w:rtl/>
        </w:rPr>
        <w:t xml:space="preserve"> أنتم كقصّة على جيفة</w:t>
      </w:r>
      <w:r w:rsidR="000B1C6C">
        <w:rPr>
          <w:rtl/>
        </w:rPr>
        <w:t>،</w:t>
      </w:r>
      <w:r>
        <w:rPr>
          <w:rtl/>
        </w:rPr>
        <w:t xml:space="preserve"> فشبّهت</w:t>
      </w:r>
      <w:r w:rsidRPr="000B1C6C">
        <w:rPr>
          <w:rtl/>
        </w:rPr>
        <w:t xml:space="preserve"> </w:t>
      </w:r>
      <w:r>
        <w:rPr>
          <w:rtl/>
        </w:rPr>
        <w:t>أجسامهم بالقصة المجصصة على الميتة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>
        <w:rPr>
          <w:rtl/>
        </w:rPr>
        <w:lastRenderedPageBreak/>
        <w:t>فلقد ذهبتم بعارها وشنارها</w:t>
      </w:r>
      <w:r w:rsidR="000B1C6C">
        <w:rPr>
          <w:rtl/>
        </w:rPr>
        <w:t>،</w:t>
      </w:r>
      <w:r>
        <w:rPr>
          <w:rtl/>
        </w:rPr>
        <w:t xml:space="preserve"> ولن ترحضوها بغسلٍ بعدها أبداً</w:t>
      </w:r>
      <w:r w:rsidR="000B1C6C">
        <w:rPr>
          <w:rtl/>
        </w:rPr>
        <w:t>،</w:t>
      </w:r>
      <w:r>
        <w:rPr>
          <w:rtl/>
        </w:rPr>
        <w:t xml:space="preserve"> وأنّى ترحضون قتلَ سليل</w:t>
      </w:r>
      <w:r w:rsidRPr="000B1C6C">
        <w:rPr>
          <w:rtl/>
        </w:rPr>
        <w:t xml:space="preserve"> </w:t>
      </w:r>
      <w:r>
        <w:rPr>
          <w:rtl/>
        </w:rPr>
        <w:t>خاتم النبوّة</w:t>
      </w:r>
      <w:r w:rsidR="000B1C6C">
        <w:rPr>
          <w:rtl/>
        </w:rPr>
        <w:t>،</w:t>
      </w:r>
      <w:r>
        <w:rPr>
          <w:rtl/>
        </w:rPr>
        <w:t xml:space="preserve"> ومعدن الرسالة</w:t>
      </w:r>
      <w:r w:rsidR="000B1C6C">
        <w:rPr>
          <w:rtl/>
        </w:rPr>
        <w:t>،</w:t>
      </w:r>
      <w:r>
        <w:rPr>
          <w:rtl/>
        </w:rPr>
        <w:t xml:space="preserve"> وسيّد شباب أهل الجنّة</w:t>
      </w:r>
      <w:r w:rsidR="000B1C6C">
        <w:rPr>
          <w:rtl/>
        </w:rPr>
        <w:t>،</w:t>
      </w:r>
      <w:r>
        <w:rPr>
          <w:rtl/>
        </w:rPr>
        <w:t xml:space="preserve"> وملاذ خيرتكم</w:t>
      </w:r>
      <w:r w:rsidR="000B1C6C">
        <w:rPr>
          <w:rtl/>
        </w:rPr>
        <w:t>،</w:t>
      </w:r>
      <w:r>
        <w:rPr>
          <w:rtl/>
        </w:rPr>
        <w:t xml:space="preserve"> ومفزع نازلتكم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ومنار محجّتكم</w:t>
      </w:r>
      <w:r w:rsidR="000B1C6C">
        <w:rPr>
          <w:rtl/>
        </w:rPr>
        <w:t>،</w:t>
      </w:r>
      <w:r>
        <w:rPr>
          <w:rtl/>
        </w:rPr>
        <w:t xml:space="preserve"> ومدره سنتكم</w:t>
      </w:r>
      <w:r w:rsidR="000B1C6C">
        <w:rPr>
          <w:rtl/>
        </w:rPr>
        <w:t>؟</w:t>
      </w:r>
      <w:r>
        <w:rPr>
          <w:rtl/>
        </w:rPr>
        <w:t>! ألا ساء ما تزرون</w:t>
      </w:r>
      <w:r w:rsidR="000B1C6C">
        <w:rPr>
          <w:rtl/>
        </w:rPr>
        <w:t>،</w:t>
      </w:r>
      <w:r>
        <w:rPr>
          <w:rtl/>
        </w:rPr>
        <w:t xml:space="preserve"> وبعداً لكم وسحقاً</w:t>
      </w:r>
      <w:r w:rsidR="000B1C6C">
        <w:rPr>
          <w:rtl/>
        </w:rPr>
        <w:t>!</w:t>
      </w:r>
      <w:r>
        <w:rPr>
          <w:rtl/>
        </w:rPr>
        <w:t xml:space="preserve"> فلقد خاب السعي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وتبّت الأيدي</w:t>
      </w:r>
      <w:r w:rsidR="000B1C6C">
        <w:rPr>
          <w:rtl/>
        </w:rPr>
        <w:t>،</w:t>
      </w:r>
      <w:r>
        <w:rPr>
          <w:rtl/>
        </w:rPr>
        <w:t xml:space="preserve"> وخسرت الصفقة</w:t>
      </w:r>
      <w:r w:rsidR="000B1C6C">
        <w:rPr>
          <w:rtl/>
        </w:rPr>
        <w:t>،</w:t>
      </w:r>
      <w:r>
        <w:rPr>
          <w:rtl/>
        </w:rPr>
        <w:t xml:space="preserve"> وبُؤتم بغضب من الله</w:t>
      </w:r>
      <w:r w:rsidR="000B1C6C">
        <w:rPr>
          <w:rtl/>
        </w:rPr>
        <w:t>،</w:t>
      </w:r>
      <w:r>
        <w:rPr>
          <w:rtl/>
        </w:rPr>
        <w:t xml:space="preserve"> وضُربت عليكم الذلة والمسكنة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ويلكم يا أهل الكوفة</w:t>
      </w:r>
      <w:r w:rsidR="000B1C6C">
        <w:rPr>
          <w:rtl/>
        </w:rPr>
        <w:t>!</w:t>
      </w:r>
      <w:r w:rsidRPr="000B1C6C">
        <w:rPr>
          <w:rtl/>
        </w:rPr>
        <w:t xml:space="preserve"> أتدرون أي كبد لرسول الله فريتم</w:t>
      </w:r>
      <w:r w:rsidR="000B1C6C">
        <w:rPr>
          <w:rtl/>
        </w:rPr>
        <w:t>،</w:t>
      </w:r>
      <w:r w:rsidRPr="000B1C6C">
        <w:rPr>
          <w:rtl/>
        </w:rPr>
        <w:t xml:space="preserve"> وأي كريمة له أبرزتم</w:t>
      </w:r>
      <w:r w:rsidR="000B1C6C">
        <w:rPr>
          <w:rtl/>
        </w:rPr>
        <w:t>،</w:t>
      </w:r>
      <w:r w:rsidRPr="000B1C6C">
        <w:rPr>
          <w:rtl/>
        </w:rPr>
        <w:t xml:space="preserve"> وأي دم له سفكتم</w:t>
      </w:r>
      <w:r w:rsidR="000B1C6C">
        <w:rPr>
          <w:rtl/>
        </w:rPr>
        <w:t>،</w:t>
      </w:r>
      <w:r w:rsidRPr="000B1C6C">
        <w:rPr>
          <w:rtl/>
        </w:rPr>
        <w:t xml:space="preserve"> وأي حرمة له انتهكتم</w:t>
      </w:r>
      <w:r w:rsidR="000B1C6C">
        <w:rPr>
          <w:rtl/>
        </w:rPr>
        <w:t>؟</w:t>
      </w:r>
      <w:r w:rsidRPr="000B1C6C">
        <w:rPr>
          <w:rtl/>
        </w:rPr>
        <w:t>! ولقد جئتم بها صلعاء</w:t>
      </w:r>
      <w:r w:rsidRPr="000B1C6C">
        <w:rPr>
          <w:rStyle w:val="libFootnotenumChar"/>
          <w:rtl/>
        </w:rPr>
        <w:t>(1)</w:t>
      </w:r>
      <w:r w:rsidRPr="000B1C6C">
        <w:rPr>
          <w:rtl/>
        </w:rPr>
        <w:t xml:space="preserve"> عنقاء</w:t>
      </w:r>
      <w:r w:rsidR="000B1C6C">
        <w:rPr>
          <w:rtl/>
        </w:rPr>
        <w:t>،</w:t>
      </w:r>
      <w:r w:rsidRPr="000B1C6C">
        <w:rPr>
          <w:rtl/>
        </w:rPr>
        <w:t xml:space="preserve"> سوداء فقماء</w:t>
      </w:r>
      <w:r w:rsidR="000B1C6C">
        <w:rPr>
          <w:rtl/>
        </w:rPr>
        <w:t>،</w:t>
      </w:r>
      <w:r w:rsidRPr="000B1C6C">
        <w:rPr>
          <w:rtl/>
        </w:rPr>
        <w:t xml:space="preserve"> خرقاء شوهاء</w:t>
      </w:r>
      <w:r w:rsidR="000B1C6C">
        <w:rPr>
          <w:rtl/>
        </w:rPr>
        <w:t>،</w:t>
      </w:r>
      <w:r w:rsidRPr="000B1C6C">
        <w:rPr>
          <w:rtl/>
        </w:rPr>
        <w:t xml:space="preserve"> كطلاع الأرض</w:t>
      </w:r>
      <w:r w:rsidRPr="000B1C6C">
        <w:rPr>
          <w:rStyle w:val="libFootnotenumChar"/>
          <w:rtl/>
        </w:rPr>
        <w:t>(2)</w:t>
      </w:r>
      <w:r w:rsidRPr="00D44192">
        <w:rPr>
          <w:rtl/>
        </w:rPr>
        <w:t xml:space="preserve"> </w:t>
      </w:r>
      <w:r w:rsidRPr="000B1C6C">
        <w:rPr>
          <w:rtl/>
        </w:rPr>
        <w:t>أو ملاء السماء</w:t>
      </w:r>
      <w:r w:rsidR="000B1C6C">
        <w:rPr>
          <w:rtl/>
        </w:rPr>
        <w:t>،</w:t>
      </w:r>
      <w:r w:rsidRPr="000B1C6C">
        <w:rPr>
          <w:rtl/>
        </w:rPr>
        <w:t xml:space="preserve"> أفعجبتم أن أمطرت السماء دماً</w:t>
      </w:r>
      <w:r w:rsidR="000B1C6C">
        <w:rPr>
          <w:rtl/>
        </w:rPr>
        <w:t>،</w:t>
      </w:r>
      <w:r w:rsidRPr="000B1C6C">
        <w:rPr>
          <w:rtl/>
        </w:rPr>
        <w:t xml:space="preserve"> ولعذاب الآخرة أخزى وأنتم لا تُنظرون</w:t>
      </w:r>
      <w:r w:rsidR="000B1C6C">
        <w:rPr>
          <w:rtl/>
        </w:rPr>
        <w:t>!</w:t>
      </w:r>
      <w:r w:rsidRPr="000B1C6C">
        <w:rPr>
          <w:rtl/>
        </w:rPr>
        <w:t xml:space="preserve"> فلا يستخفّنكم المهل</w:t>
      </w:r>
      <w:r w:rsidR="000B1C6C">
        <w:rPr>
          <w:rtl/>
        </w:rPr>
        <w:t>؛</w:t>
      </w:r>
      <w:r w:rsidRPr="000B1C6C">
        <w:rPr>
          <w:rtl/>
        </w:rPr>
        <w:t xml:space="preserve"> فإنّه لا يحفزه البدار</w:t>
      </w:r>
      <w:r w:rsidRPr="000B1C6C">
        <w:rPr>
          <w:rStyle w:val="libFootnotenumChar"/>
          <w:rtl/>
        </w:rPr>
        <w:t>(3)</w:t>
      </w:r>
      <w:r w:rsidR="000B1C6C">
        <w:rPr>
          <w:rtl/>
        </w:rPr>
        <w:t>،</w:t>
      </w:r>
      <w:r w:rsidRPr="000B1C6C">
        <w:rPr>
          <w:rtl/>
        </w:rPr>
        <w:t xml:space="preserve"> ولا يخاف فوت الثار</w:t>
      </w:r>
      <w:r w:rsidR="000B1C6C">
        <w:rPr>
          <w:rtl/>
        </w:rPr>
        <w:t>،</w:t>
      </w:r>
      <w:r w:rsidRPr="000B1C6C">
        <w:rPr>
          <w:rtl/>
        </w:rPr>
        <w:t xml:space="preserve"> وإنّ ربكم لبالمرصاد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قال الراوي</w:t>
      </w:r>
      <w:r w:rsidR="000B1C6C">
        <w:rPr>
          <w:rtl/>
        </w:rPr>
        <w:t>:</w:t>
      </w:r>
      <w:r>
        <w:rPr>
          <w:rtl/>
        </w:rPr>
        <w:t xml:space="preserve"> فوالله</w:t>
      </w:r>
      <w:r w:rsidR="000B1C6C">
        <w:rPr>
          <w:rtl/>
        </w:rPr>
        <w:t>،</w:t>
      </w:r>
      <w:r>
        <w:rPr>
          <w:rtl/>
        </w:rPr>
        <w:t xml:space="preserve"> لقد رأيت الناس يومئذ حيارى يبكون</w:t>
      </w:r>
      <w:r w:rsidR="000B1C6C">
        <w:rPr>
          <w:rtl/>
        </w:rPr>
        <w:t>،</w:t>
      </w:r>
      <w:r>
        <w:rPr>
          <w:rtl/>
        </w:rPr>
        <w:t xml:space="preserve"> وقد وضعوا أيديهم على</w:t>
      </w:r>
      <w:r w:rsidRPr="000B1C6C">
        <w:rPr>
          <w:rtl/>
        </w:rPr>
        <w:t xml:space="preserve"> </w:t>
      </w:r>
      <w:r>
        <w:rPr>
          <w:rtl/>
        </w:rPr>
        <w:t>أفواههم</w:t>
      </w:r>
      <w:r w:rsidR="000B1C6C">
        <w:rPr>
          <w:rtl/>
        </w:rPr>
        <w:t>،</w:t>
      </w:r>
      <w:r>
        <w:rPr>
          <w:rtl/>
        </w:rPr>
        <w:t xml:space="preserve"> ورأيت شيخاً واقفاً إلى جنبي يبكي حتّى اخضلّت لحيته بالدموع</w:t>
      </w:r>
      <w:r w:rsidR="000B1C6C">
        <w:rPr>
          <w:rtl/>
        </w:rPr>
        <w:t>،</w:t>
      </w:r>
      <w:r>
        <w:rPr>
          <w:rtl/>
        </w:rPr>
        <w:t xml:space="preserve"> وهو يقول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>
        <w:rPr>
          <w:rtl/>
        </w:rPr>
        <w:t>بأبي أنتم واُمّي</w:t>
      </w:r>
      <w:r w:rsidR="000B1C6C">
        <w:rPr>
          <w:rtl/>
        </w:rPr>
        <w:t>!</w:t>
      </w:r>
      <w:r>
        <w:rPr>
          <w:rtl/>
        </w:rPr>
        <w:t xml:space="preserve"> كهولكم خير [الكهول</w:t>
      </w:r>
      <w:r w:rsidR="000B1C6C">
        <w:rPr>
          <w:rtl/>
        </w:rPr>
        <w:t>،</w:t>
      </w:r>
      <w:r>
        <w:rPr>
          <w:rtl/>
        </w:rPr>
        <w:t xml:space="preserve"> وشبابكم خير] الشباب</w:t>
      </w:r>
      <w:r w:rsidR="000B1C6C">
        <w:rPr>
          <w:rtl/>
        </w:rPr>
        <w:t>،</w:t>
      </w:r>
      <w:r>
        <w:rPr>
          <w:rtl/>
        </w:rPr>
        <w:t xml:space="preserve"> ونساؤكم</w:t>
      </w:r>
      <w:r w:rsidRPr="000B1C6C">
        <w:rPr>
          <w:rtl/>
        </w:rPr>
        <w:t xml:space="preserve">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الصلعاء</w:t>
      </w:r>
      <w:r w:rsidR="000B1C6C">
        <w:rPr>
          <w:rtl/>
        </w:rPr>
        <w:t>:</w:t>
      </w:r>
      <w:r>
        <w:rPr>
          <w:rtl/>
        </w:rPr>
        <w:t xml:space="preserve"> الداهية</w:t>
      </w:r>
      <w:r w:rsidR="000B1C6C">
        <w:rPr>
          <w:rtl/>
        </w:rPr>
        <w:t>.</w:t>
      </w:r>
      <w:r>
        <w:rPr>
          <w:rtl/>
        </w:rPr>
        <w:t xml:space="preserve"> وما بعدها صفات لها في القبح والشدة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(2) </w:t>
      </w:r>
      <w:r>
        <w:rPr>
          <w:rtl/>
        </w:rPr>
        <w:t>طلاع الأرض</w:t>
      </w:r>
      <w:r w:rsidR="000B1C6C">
        <w:rPr>
          <w:rtl/>
        </w:rPr>
        <w:t>:</w:t>
      </w:r>
      <w:r>
        <w:rPr>
          <w:rtl/>
        </w:rPr>
        <w:t xml:space="preserve"> ملؤها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Footnote"/>
      </w:pPr>
      <w:r w:rsidRPr="000B1C6C">
        <w:rPr>
          <w:rtl/>
        </w:rPr>
        <w:t xml:space="preserve">(3) </w:t>
      </w:r>
      <w:r>
        <w:rPr>
          <w:rtl/>
        </w:rPr>
        <w:t>الحفز</w:t>
      </w:r>
      <w:r w:rsidR="000B1C6C">
        <w:rPr>
          <w:rtl/>
        </w:rPr>
        <w:t>:</w:t>
      </w:r>
      <w:r>
        <w:rPr>
          <w:rtl/>
        </w:rPr>
        <w:t xml:space="preserve"> الحث والإعجال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 w:rsidRPr="000B1C6C">
        <w:rPr>
          <w:rtl/>
        </w:rPr>
        <w:lastRenderedPageBreak/>
        <w:t>خير النساء</w:t>
      </w:r>
      <w:r w:rsidR="000B1C6C">
        <w:rPr>
          <w:rtl/>
        </w:rPr>
        <w:t>،</w:t>
      </w:r>
      <w:r w:rsidRPr="000B1C6C">
        <w:rPr>
          <w:rtl/>
        </w:rPr>
        <w:t xml:space="preserve"> ونسلكم خير نسلٍ لا يخزى ولا يبزى</w:t>
      </w:r>
      <w:r w:rsidRPr="000B1C6C">
        <w:rPr>
          <w:rStyle w:val="libFootnotenumChar"/>
          <w:rtl/>
        </w:rPr>
        <w:t>(1)</w:t>
      </w:r>
      <w:r w:rsidR="000B1C6C" w:rsidRPr="00D44192">
        <w:rPr>
          <w:rStyle w:val="libNormalChar"/>
          <w:rtl/>
        </w:rPr>
        <w:t>.</w:t>
      </w:r>
    </w:p>
    <w:p w:rsidR="002D7A5A" w:rsidRPr="000B1C6C" w:rsidRDefault="002D7A5A" w:rsidP="002D7A5A">
      <w:pPr>
        <w:pStyle w:val="Heading2"/>
      </w:pPr>
      <w:bookmarkStart w:id="20" w:name="_Toc387220696"/>
      <w:r w:rsidRPr="002D7A5A">
        <w:rPr>
          <w:rtl/>
        </w:rPr>
        <w:t>كلامها مع ابن زياد</w:t>
      </w:r>
      <w:bookmarkStart w:id="21" w:name="كلامها_مع_ابن_زياد"/>
      <w:bookmarkEnd w:id="20"/>
      <w:bookmarkEnd w:id="21"/>
    </w:p>
    <w:p w:rsidR="002D7A5A" w:rsidRPr="000B1C6C" w:rsidRDefault="002D7A5A" w:rsidP="000B1C6C">
      <w:pPr>
        <w:pStyle w:val="libNormal"/>
      </w:pPr>
      <w:r>
        <w:rPr>
          <w:rtl/>
        </w:rPr>
        <w:t>ذكر أرباب التاريخ كالسيد ابن طاووس وغيره أنّ ابن زياد جلس في القصر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وأذن</w:t>
      </w:r>
      <w:r w:rsidRPr="000B1C6C">
        <w:rPr>
          <w:rtl/>
        </w:rPr>
        <w:t xml:space="preserve"> </w:t>
      </w:r>
      <w:r>
        <w:rPr>
          <w:rtl/>
        </w:rPr>
        <w:t>للناس إذناً عامّاً</w:t>
      </w:r>
      <w:r w:rsidR="000B1C6C">
        <w:rPr>
          <w:rtl/>
        </w:rPr>
        <w:t>،</w:t>
      </w:r>
      <w:r>
        <w:rPr>
          <w:rtl/>
        </w:rPr>
        <w:t xml:space="preserve"> وجيء إليه برأس الحسين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فوُضع بين يديه في طشت</w:t>
      </w:r>
      <w:r w:rsidR="000B1C6C">
        <w:rPr>
          <w:rtl/>
        </w:rPr>
        <w:t>،</w:t>
      </w:r>
      <w:r>
        <w:rPr>
          <w:rtl/>
        </w:rPr>
        <w:t xml:space="preserve"> واُدخلت عليه</w:t>
      </w:r>
      <w:r w:rsidRPr="000B1C6C">
        <w:rPr>
          <w:rtl/>
        </w:rPr>
        <w:t xml:space="preserve"> </w:t>
      </w:r>
      <w:r>
        <w:rPr>
          <w:rtl/>
        </w:rPr>
        <w:t>نساء الحسين وصبيانه</w:t>
      </w:r>
      <w:r w:rsidR="000B1C6C">
        <w:rPr>
          <w:rtl/>
        </w:rPr>
        <w:t>،</w:t>
      </w:r>
      <w:r>
        <w:rPr>
          <w:rtl/>
        </w:rPr>
        <w:t xml:space="preserve"> وجاءت زينب ابنة علي أمامه وهي متنكرة</w:t>
      </w:r>
      <w:r w:rsidR="000B1C6C">
        <w:rPr>
          <w:rtl/>
        </w:rPr>
        <w:t>،</w:t>
      </w:r>
      <w:r>
        <w:rPr>
          <w:rtl/>
        </w:rPr>
        <w:t xml:space="preserve"> فسأل ابن زياد</w:t>
      </w:r>
      <w:r w:rsidR="000B1C6C">
        <w:rPr>
          <w:rtl/>
        </w:rPr>
        <w:t>:</w:t>
      </w:r>
      <w:r>
        <w:rPr>
          <w:rtl/>
        </w:rPr>
        <w:t xml:space="preserve"> مَن هذه</w:t>
      </w:r>
      <w:r w:rsidRPr="000B1C6C">
        <w:rPr>
          <w:rtl/>
        </w:rPr>
        <w:t xml:space="preserve"> </w:t>
      </w:r>
      <w:r>
        <w:rPr>
          <w:rtl/>
        </w:rPr>
        <w:t>المتنكرة</w:t>
      </w:r>
      <w:r w:rsidR="000B1C6C">
        <w:rPr>
          <w:rtl/>
        </w:rPr>
        <w:t>؟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فقيل له</w:t>
      </w:r>
      <w:r w:rsidR="000B1C6C">
        <w:rPr>
          <w:rtl/>
        </w:rPr>
        <w:t>:</w:t>
      </w:r>
      <w:r>
        <w:rPr>
          <w:rtl/>
        </w:rPr>
        <w:t xml:space="preserve"> هذه زينب ابنة علي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فأقبل عليها بوجهه</w:t>
      </w:r>
      <w:r w:rsidR="000B1C6C">
        <w:rPr>
          <w:rtl/>
        </w:rPr>
        <w:t>،</w:t>
      </w:r>
      <w:r w:rsidRPr="000B1C6C">
        <w:rPr>
          <w:rtl/>
        </w:rPr>
        <w:t xml:space="preserve"> فقال</w:t>
      </w:r>
      <w:r w:rsidR="000B1C6C">
        <w:rPr>
          <w:rtl/>
        </w:rPr>
        <w:t>:</w:t>
      </w:r>
      <w:r w:rsidRPr="000B1C6C">
        <w:rPr>
          <w:rtl/>
        </w:rPr>
        <w:t xml:space="preserve"> الحمد لله الذي فضحكم وأكذب اُحدوثتكم</w:t>
      </w:r>
      <w:r w:rsidRPr="000B1C6C">
        <w:rPr>
          <w:rStyle w:val="libFootnotenumChar"/>
          <w:rtl/>
        </w:rPr>
        <w:t>(2)</w:t>
      </w:r>
      <w:r w:rsidR="000B1C6C" w:rsidRPr="00D44192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 xml:space="preserve">فقالت </w:t>
      </w:r>
      <w:r w:rsidR="00FB26B1" w:rsidRPr="00FB26B1">
        <w:rPr>
          <w:rStyle w:val="libAlaemChar"/>
          <w:rtl/>
        </w:rPr>
        <w:t>عليها‌السلام</w:t>
      </w:r>
      <w:r w:rsidR="000B1C6C">
        <w:rPr>
          <w:rtl/>
        </w:rPr>
        <w:t>:</w:t>
      </w:r>
      <w:r>
        <w:rPr>
          <w:rtl/>
        </w:rPr>
        <w:t xml:space="preserve"> الحمد لله الذي أكرمنا بالنبوة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وطهّرنا من الرجس تطهيراً</w:t>
      </w:r>
      <w:r w:rsidR="000B1C6C">
        <w:rPr>
          <w:rtl/>
        </w:rPr>
        <w:t>،</w:t>
      </w:r>
      <w:r>
        <w:rPr>
          <w:rtl/>
        </w:rPr>
        <w:t xml:space="preserve"> إنما يُفتضح الفاجر</w:t>
      </w:r>
      <w:r w:rsidR="000B1C6C">
        <w:rPr>
          <w:rtl/>
        </w:rPr>
        <w:t>،</w:t>
      </w:r>
      <w:r>
        <w:rPr>
          <w:rtl/>
        </w:rPr>
        <w:t xml:space="preserve"> ويُكذب الفاسق</w:t>
      </w:r>
      <w:r w:rsidR="000B1C6C">
        <w:rPr>
          <w:rtl/>
        </w:rPr>
        <w:t>،</w:t>
      </w:r>
      <w:r>
        <w:rPr>
          <w:rtl/>
        </w:rPr>
        <w:t xml:space="preserve"> وهو غيرنا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فقال</w:t>
      </w:r>
      <w:r w:rsidR="000B1C6C">
        <w:rPr>
          <w:rtl/>
        </w:rPr>
        <w:t>:</w:t>
      </w:r>
      <w:r>
        <w:rPr>
          <w:rtl/>
        </w:rPr>
        <w:t xml:space="preserve"> كيف</w:t>
      </w:r>
      <w:r w:rsidRPr="000B1C6C">
        <w:rPr>
          <w:rtl/>
        </w:rPr>
        <w:t xml:space="preserve"> </w:t>
      </w:r>
      <w:r>
        <w:rPr>
          <w:rtl/>
        </w:rPr>
        <w:t>رأيت صنع الله بأخيك وأهل بيتك</w:t>
      </w:r>
      <w:r w:rsidR="000B1C6C">
        <w:rPr>
          <w:rtl/>
        </w:rPr>
        <w:t>؟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فقالت</w:t>
      </w:r>
      <w:r w:rsidR="000B1C6C">
        <w:rPr>
          <w:rtl/>
        </w:rPr>
        <w:t>:</w:t>
      </w:r>
      <w:r>
        <w:rPr>
          <w:rtl/>
        </w:rPr>
        <w:t xml:space="preserve"> ما رأيت إلاّ خيراً</w:t>
      </w:r>
      <w:r w:rsidR="000B1C6C">
        <w:rPr>
          <w:rtl/>
        </w:rPr>
        <w:t>،</w:t>
      </w:r>
      <w:r>
        <w:rPr>
          <w:rtl/>
        </w:rPr>
        <w:t xml:space="preserve"> هؤلاء قوم كُتب عليهم</w:t>
      </w:r>
      <w:r w:rsidRPr="000B1C6C">
        <w:rPr>
          <w:rtl/>
        </w:rPr>
        <w:t xml:space="preserve"> </w:t>
      </w:r>
      <w:r>
        <w:rPr>
          <w:rtl/>
        </w:rPr>
        <w:t>القتل فبرزوا على مضاجعهم</w:t>
      </w:r>
      <w:r w:rsidR="000B1C6C">
        <w:rPr>
          <w:rtl/>
        </w:rPr>
        <w:t>،</w:t>
      </w:r>
      <w:r>
        <w:rPr>
          <w:rtl/>
        </w:rPr>
        <w:t xml:space="preserve"> وسيجمع الله بينك وبينهم</w:t>
      </w:r>
      <w:r w:rsidR="000B1C6C">
        <w:rPr>
          <w:rtl/>
        </w:rPr>
        <w:t>،</w:t>
      </w:r>
      <w:r>
        <w:rPr>
          <w:rtl/>
        </w:rPr>
        <w:t xml:space="preserve"> فتحاج وتخاصم</w:t>
      </w:r>
      <w:r w:rsidR="000B1C6C">
        <w:rPr>
          <w:rtl/>
        </w:rPr>
        <w:t>،</w:t>
      </w:r>
      <w:r>
        <w:rPr>
          <w:rtl/>
        </w:rPr>
        <w:t xml:space="preserve"> فانظر لمن الفلج يومئذ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ثكلتك اُمّك يابن مرجانة</w:t>
      </w:r>
      <w:r w:rsidR="000B1C6C">
        <w:rPr>
          <w:rtl/>
        </w:rPr>
        <w:t>!</w:t>
      </w:r>
    </w:p>
    <w:p w:rsidR="002D7A5A" w:rsidRPr="000B1C6C" w:rsidRDefault="002D7A5A" w:rsidP="000B1C6C">
      <w:pPr>
        <w:pStyle w:val="libNormal"/>
      </w:pPr>
      <w:r>
        <w:rPr>
          <w:rtl/>
        </w:rPr>
        <w:t>فغضب اللعين وهم أن يضربها</w:t>
      </w:r>
      <w:r w:rsidR="000B1C6C">
        <w:rPr>
          <w:rtl/>
        </w:rPr>
        <w:t>،</w:t>
      </w:r>
      <w:r>
        <w:rPr>
          <w:rtl/>
        </w:rPr>
        <w:t xml:space="preserve"> فقال له عمرو بن حريث</w:t>
      </w:r>
      <w:r w:rsidR="000B1C6C">
        <w:rPr>
          <w:rtl/>
        </w:rPr>
        <w:t>:</w:t>
      </w:r>
      <w:r>
        <w:rPr>
          <w:rtl/>
        </w:rPr>
        <w:t xml:space="preserve"> إنّها امرأة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والمرأة لا تؤاخذ بشيء من منطقها</w:t>
      </w:r>
      <w:r w:rsidR="000B1C6C">
        <w:rPr>
          <w:rtl/>
        </w:rPr>
        <w:t>.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لا يبزى</w:t>
      </w:r>
      <w:r w:rsidR="000B1C6C">
        <w:rPr>
          <w:rtl/>
        </w:rPr>
        <w:t>:</w:t>
      </w:r>
      <w:r>
        <w:rPr>
          <w:rtl/>
        </w:rPr>
        <w:t xml:space="preserve"> أي لا يُغلب ولا يُقهر</w:t>
      </w:r>
      <w:r w:rsidR="000B1C6C">
        <w:rPr>
          <w:rtl/>
        </w:rPr>
        <w:t>.</w:t>
      </w:r>
    </w:p>
    <w:p w:rsidR="002D7A5A" w:rsidRPr="000B1C6C" w:rsidRDefault="002D7A5A" w:rsidP="002D7A5A">
      <w:pPr>
        <w:pStyle w:val="libFootnote"/>
      </w:pPr>
      <w:r w:rsidRPr="000B1C6C">
        <w:rPr>
          <w:rtl/>
        </w:rPr>
        <w:t xml:space="preserve">(2) </w:t>
      </w:r>
      <w:r>
        <w:rPr>
          <w:rtl/>
        </w:rPr>
        <w:t xml:space="preserve">يريد بالاُحدوثة دينَ جدِّها رسول الله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،</w:t>
      </w:r>
      <w:r>
        <w:rPr>
          <w:rtl/>
        </w:rPr>
        <w:t xml:space="preserve"> وما جاء به من عند الله تعالى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>
        <w:rPr>
          <w:rtl/>
        </w:rPr>
        <w:lastRenderedPageBreak/>
        <w:t>فقال لها ابن زياد</w:t>
      </w:r>
      <w:r w:rsidR="000B1C6C">
        <w:rPr>
          <w:rtl/>
        </w:rPr>
        <w:t>:</w:t>
      </w:r>
      <w:r>
        <w:rPr>
          <w:rtl/>
        </w:rPr>
        <w:t xml:space="preserve"> لقد شفى الله قلبي من طاغيتك الحسين</w:t>
      </w:r>
      <w:r w:rsidR="000B1C6C">
        <w:rPr>
          <w:rtl/>
        </w:rPr>
        <w:t>،</w:t>
      </w:r>
      <w:r>
        <w:rPr>
          <w:rtl/>
        </w:rPr>
        <w:t xml:space="preserve"> والعصاة المردة من أهل</w:t>
      </w:r>
      <w:r w:rsidRPr="000B1C6C">
        <w:rPr>
          <w:rtl/>
        </w:rPr>
        <w:t xml:space="preserve"> </w:t>
      </w:r>
      <w:r>
        <w:rPr>
          <w:rtl/>
        </w:rPr>
        <w:t>بيتك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فقالت</w:t>
      </w:r>
      <w:r w:rsidR="000B1C6C">
        <w:rPr>
          <w:rtl/>
        </w:rPr>
        <w:t>:</w:t>
      </w:r>
      <w:r>
        <w:rPr>
          <w:rtl/>
        </w:rPr>
        <w:t xml:space="preserve"> لعمري</w:t>
      </w:r>
      <w:r w:rsidR="000B1C6C">
        <w:rPr>
          <w:rtl/>
        </w:rPr>
        <w:t>،</w:t>
      </w:r>
      <w:r>
        <w:rPr>
          <w:rtl/>
        </w:rPr>
        <w:t xml:space="preserve"> لقد قتلت كهلي</w:t>
      </w:r>
      <w:r w:rsidR="000B1C6C">
        <w:rPr>
          <w:rtl/>
        </w:rPr>
        <w:t>،</w:t>
      </w:r>
      <w:r>
        <w:rPr>
          <w:rtl/>
        </w:rPr>
        <w:t xml:space="preserve"> وقطعت فرعي</w:t>
      </w:r>
      <w:r w:rsidR="000B1C6C">
        <w:rPr>
          <w:rtl/>
        </w:rPr>
        <w:t>،</w:t>
      </w:r>
      <w:r>
        <w:rPr>
          <w:rtl/>
        </w:rPr>
        <w:t xml:space="preserve"> واجتثثت أصلي</w:t>
      </w:r>
      <w:r w:rsidR="000B1C6C">
        <w:rPr>
          <w:rtl/>
        </w:rPr>
        <w:t>،</w:t>
      </w:r>
      <w:r>
        <w:rPr>
          <w:rtl/>
        </w:rPr>
        <w:t xml:space="preserve"> فان كان هذا شفاؤك</w:t>
      </w:r>
      <w:r w:rsidRPr="000B1C6C">
        <w:rPr>
          <w:rtl/>
        </w:rPr>
        <w:t xml:space="preserve"> </w:t>
      </w:r>
      <w:r>
        <w:rPr>
          <w:rtl/>
        </w:rPr>
        <w:t>فلقد اشتفيت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فقال (لعنه الله)</w:t>
      </w:r>
      <w:r w:rsidR="000B1C6C">
        <w:rPr>
          <w:rtl/>
        </w:rPr>
        <w:t>:</w:t>
      </w:r>
      <w:r>
        <w:rPr>
          <w:rtl/>
        </w:rPr>
        <w:t xml:space="preserve"> هذه سجّاعة</w:t>
      </w:r>
      <w:r w:rsidR="000B1C6C">
        <w:rPr>
          <w:rtl/>
        </w:rPr>
        <w:t>،</w:t>
      </w:r>
      <w:r>
        <w:rPr>
          <w:rtl/>
        </w:rPr>
        <w:t xml:space="preserve"> ولعمري لقد كان أبوها سجّاعاً شاعراً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فقالت</w:t>
      </w:r>
      <w:r w:rsidR="000B1C6C">
        <w:rPr>
          <w:rtl/>
        </w:rPr>
        <w:t>:</w:t>
      </w:r>
      <w:r>
        <w:rPr>
          <w:rtl/>
        </w:rPr>
        <w:t xml:space="preserve"> يابن زياد</w:t>
      </w:r>
      <w:r w:rsidR="000B1C6C">
        <w:rPr>
          <w:rtl/>
        </w:rPr>
        <w:t>،</w:t>
      </w:r>
      <w:r>
        <w:rPr>
          <w:rtl/>
        </w:rPr>
        <w:t xml:space="preserve"> ما للمرأة المسبية والسجاعة</w:t>
      </w:r>
      <w:r w:rsidR="000B1C6C">
        <w:rPr>
          <w:rtl/>
        </w:rPr>
        <w:t>!</w:t>
      </w:r>
      <w:r>
        <w:rPr>
          <w:rtl/>
        </w:rPr>
        <w:t xml:space="preserve"> وإنّ لي عن السجاعة لشغلاً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Heading2"/>
      </w:pPr>
      <w:bookmarkStart w:id="22" w:name="_Toc387220697"/>
      <w:r w:rsidRPr="002D7A5A">
        <w:rPr>
          <w:rtl/>
        </w:rPr>
        <w:t>خطبتها في مجلس يزيد</w:t>
      </w:r>
      <w:bookmarkEnd w:id="22"/>
      <w:r w:rsidRPr="000B1C6C">
        <w:rPr>
          <w:rtl/>
        </w:rPr>
        <w:t xml:space="preserve"> </w:t>
      </w:r>
    </w:p>
    <w:p w:rsidR="002D7A5A" w:rsidRDefault="002D7A5A" w:rsidP="00D44192">
      <w:pPr>
        <w:pStyle w:val="libNormal"/>
        <w:rPr>
          <w:rtl/>
        </w:rPr>
      </w:pPr>
      <w:r w:rsidRPr="000B1C6C">
        <w:rPr>
          <w:rtl/>
        </w:rPr>
        <w:t>واستمع الآن إلى خطبتها في مجلس يزيد بن معاوية</w:t>
      </w:r>
      <w:r w:rsidR="000B1C6C">
        <w:rPr>
          <w:rtl/>
        </w:rPr>
        <w:t>.</w:t>
      </w:r>
      <w:r w:rsidRPr="000B1C6C">
        <w:rPr>
          <w:rtl/>
        </w:rPr>
        <w:t xml:space="preserve"> روى الشيخ الصدوق</w:t>
      </w:r>
      <w:r w:rsidR="000B1C6C">
        <w:rPr>
          <w:rtl/>
        </w:rPr>
        <w:t>،</w:t>
      </w:r>
      <w:r w:rsidRPr="000B1C6C">
        <w:rPr>
          <w:rtl/>
        </w:rPr>
        <w:t xml:space="preserve"> وابن طيفور</w:t>
      </w:r>
      <w:r w:rsidR="000B1C6C">
        <w:rPr>
          <w:rtl/>
        </w:rPr>
        <w:t>،</w:t>
      </w:r>
      <w:r w:rsidRPr="000B1C6C">
        <w:rPr>
          <w:rtl/>
        </w:rPr>
        <w:t xml:space="preserve"> وغيره من أرباب التاريخ</w:t>
      </w:r>
      <w:r w:rsidR="000B1C6C">
        <w:rPr>
          <w:rtl/>
        </w:rPr>
        <w:t>،</w:t>
      </w:r>
      <w:r w:rsidRPr="000B1C6C">
        <w:rPr>
          <w:rtl/>
        </w:rPr>
        <w:t xml:space="preserve"> قال</w:t>
      </w:r>
      <w:r w:rsidR="000B1C6C">
        <w:rPr>
          <w:rtl/>
        </w:rPr>
        <w:t>:</w:t>
      </w:r>
      <w:r w:rsidRPr="000B1C6C">
        <w:rPr>
          <w:rtl/>
        </w:rPr>
        <w:t xml:space="preserve"> لما اُدخل علي بن الحسين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وحرمه على يزيد (لعنه الله)</w:t>
      </w:r>
      <w:r w:rsidR="000B1C6C">
        <w:rPr>
          <w:rtl/>
        </w:rPr>
        <w:t>،</w:t>
      </w:r>
      <w:r w:rsidRPr="000B1C6C">
        <w:rPr>
          <w:rtl/>
        </w:rPr>
        <w:t xml:space="preserve"> وجيء برأس الحسين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ووُضع بين يديه في طشت</w:t>
      </w:r>
      <w:r w:rsidR="000B1C6C">
        <w:rPr>
          <w:rtl/>
        </w:rPr>
        <w:t>،</w:t>
      </w:r>
      <w:r w:rsidRPr="000B1C6C">
        <w:rPr>
          <w:rtl/>
        </w:rPr>
        <w:t xml:space="preserve"> وجعل يضرب ثناياه بمخصرة كانت في يده</w:t>
      </w:r>
      <w:r w:rsidR="000B1C6C">
        <w:rPr>
          <w:rtl/>
        </w:rPr>
        <w:t>،</w:t>
      </w:r>
      <w:r w:rsidRPr="000B1C6C">
        <w:rPr>
          <w:rtl/>
        </w:rPr>
        <w:t xml:space="preserve"> وهو يتمثّل بأبيات ابن الزبعري المشرك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يـا غرابَ البين ما شئت فقلْ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إنّـما تـذكر شيئاً قـد فُعلْ</w:t>
            </w:r>
            <w:r w:rsidRPr="00B629B0">
              <w:rPr>
                <w:rStyle w:val="libPoemTiniChar0"/>
                <w:rtl/>
              </w:rPr>
              <w:br/>
              <w:t> </w:t>
            </w:r>
          </w:p>
        </w:tc>
      </w:tr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لـيت أشـياخي ببدرٍ شهدوا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جزعَ الخزرج من وقع الأسلْ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حـين حـكّت بقباء بركَها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واستحرَّ القتلُ في عبد الأشلْ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لأهـلّـوا واسـتهلوا فـرحاً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ثـمّ قـالوا يـا يزيدَ لا تُشلْ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لـعبت هـاشمُ بـالملك فلا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خـبرٌ جـاء ولا وحيٌ نزلْ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لـستُ من خندف إن لم أنتقمْ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مـن بـني أحمدَ ما كان فعلْ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قـد قـتلنا الفخر من ساداتهمْ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وعـدلنا مـيلَ بـدرٍ فاعتدلْ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وأخـذنا مـن عـليٍّ ثـأرنا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وقتلنا الفارس الشهم البطلْ</w:t>
            </w:r>
            <w:r>
              <w:rPr>
                <w:rFonts w:hint="cs"/>
                <w:rtl/>
              </w:rPr>
              <w:t xml:space="preserve"> </w:t>
            </w:r>
            <w:r w:rsidRPr="00FB5C01">
              <w:rPr>
                <w:rStyle w:val="libFootnotenumChar"/>
                <w:rFonts w:hint="cs"/>
                <w:rtl/>
              </w:rPr>
              <w:t>(1)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فقامت زينب بنت علي بن أبي طالب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 w:rsidRPr="000B1C6C">
        <w:rPr>
          <w:rtl/>
        </w:rPr>
        <w:t xml:space="preserve"> واُمّها فاطمة بنت رسول الله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وقالت</w:t>
      </w:r>
      <w:r w:rsidR="000B1C6C">
        <w:rPr>
          <w:rtl/>
        </w:rPr>
        <w:t>:</w:t>
      </w:r>
      <w:r w:rsidRPr="000B1C6C">
        <w:rPr>
          <w:rtl/>
        </w:rPr>
        <w:t xml:space="preserve"> الحمد لله ربِّ العالمين</w:t>
      </w:r>
      <w:r w:rsidR="000B1C6C">
        <w:rPr>
          <w:rtl/>
        </w:rPr>
        <w:t>،</w:t>
      </w:r>
      <w:r w:rsidRPr="000B1C6C">
        <w:rPr>
          <w:rtl/>
        </w:rPr>
        <w:t xml:space="preserve"> وصلّى الله على رسوله محمّد وآله أجمعين</w:t>
      </w:r>
      <w:r w:rsidR="000B1C6C">
        <w:rPr>
          <w:rtl/>
        </w:rPr>
        <w:t>.</w:t>
      </w:r>
      <w:r w:rsidRPr="000B1C6C">
        <w:rPr>
          <w:rtl/>
        </w:rPr>
        <w:t xml:space="preserve"> صدق الله سبحانه حيث يقول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FB26B1">
        <w:rPr>
          <w:rStyle w:val="libAlaemChar"/>
          <w:rFonts w:hint="cs"/>
          <w:rtl/>
        </w:rPr>
        <w:t>(</w:t>
      </w:r>
      <w:r w:rsidRPr="002D7A5A">
        <w:rPr>
          <w:rStyle w:val="libAieChar"/>
          <w:rFonts w:hint="cs"/>
          <w:rtl/>
        </w:rPr>
        <w:t>ثُمَّ كَانَ عَاقِبَةَ الَّذِينَ أَسَاءُوا السُّوءَى أَنْ كَذَّبُوا بِآيَاتِ اللَّهِ وَكَانُوا بِهَا يَسْتَهْزِئُون</w:t>
      </w:r>
      <w:r w:rsidRPr="00FB26B1">
        <w:rPr>
          <w:rStyle w:val="libAlaemChar"/>
          <w:rFonts w:hint="cs"/>
          <w:rtl/>
        </w:rPr>
        <w:t>)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أظننت يا يزيد</w:t>
      </w:r>
      <w:r w:rsidR="000B1C6C">
        <w:rPr>
          <w:rtl/>
        </w:rPr>
        <w:t>،</w:t>
      </w:r>
      <w:r w:rsidRPr="000B1C6C">
        <w:rPr>
          <w:rtl/>
        </w:rPr>
        <w:t xml:space="preserve"> حيث أخذت علينا أقطار الأرض</w:t>
      </w:r>
      <w:r w:rsidR="000B1C6C">
        <w:rPr>
          <w:rtl/>
        </w:rPr>
        <w:t>،</w:t>
      </w:r>
      <w:r w:rsidRPr="000B1C6C">
        <w:rPr>
          <w:rtl/>
        </w:rPr>
        <w:t xml:space="preserve"> وآفاق السماء</w:t>
      </w:r>
      <w:r w:rsidR="000B1C6C">
        <w:rPr>
          <w:rtl/>
        </w:rPr>
        <w:t>،</w:t>
      </w:r>
      <w:r w:rsidRPr="000B1C6C">
        <w:rPr>
          <w:rtl/>
        </w:rPr>
        <w:t xml:space="preserve"> فأصبحنا نُساق كما تُساق الإماء</w:t>
      </w:r>
      <w:r w:rsidR="000B1C6C">
        <w:rPr>
          <w:rtl/>
        </w:rPr>
        <w:t>،</w:t>
      </w:r>
      <w:r w:rsidRPr="000B1C6C">
        <w:rPr>
          <w:rtl/>
        </w:rPr>
        <w:t xml:space="preserve"> أنّ بنا على الله هواناً</w:t>
      </w:r>
      <w:r w:rsidR="000B1C6C">
        <w:rPr>
          <w:rtl/>
        </w:rPr>
        <w:t>،</w:t>
      </w:r>
      <w:r w:rsidRPr="000B1C6C">
        <w:rPr>
          <w:rtl/>
        </w:rPr>
        <w:t xml:space="preserve"> وبك عليه كرامة</w:t>
      </w:r>
      <w:r w:rsidR="000B1C6C">
        <w:rPr>
          <w:rtl/>
        </w:rPr>
        <w:t>،</w:t>
      </w:r>
      <w:r w:rsidRPr="000B1C6C">
        <w:rPr>
          <w:rtl/>
        </w:rPr>
        <w:t xml:space="preserve"> وأنّ ذلك لعظم خطرك عنده</w:t>
      </w:r>
      <w:r w:rsidR="000B1C6C">
        <w:rPr>
          <w:rtl/>
        </w:rPr>
        <w:t>،</w:t>
      </w:r>
      <w:r w:rsidRPr="000B1C6C">
        <w:rPr>
          <w:rtl/>
        </w:rPr>
        <w:t xml:space="preserve"> فشمخت بأنفك</w:t>
      </w:r>
      <w:r w:rsidR="000B1C6C">
        <w:rPr>
          <w:rtl/>
        </w:rPr>
        <w:t>،</w:t>
      </w:r>
      <w:r w:rsidRPr="000B1C6C">
        <w:rPr>
          <w:rtl/>
        </w:rPr>
        <w:t xml:space="preserve"> ونظرت في عطفك</w:t>
      </w:r>
      <w:r w:rsidR="000B1C6C">
        <w:rPr>
          <w:rtl/>
        </w:rPr>
        <w:t>،</w:t>
      </w:r>
      <w:r w:rsidRPr="000B1C6C">
        <w:rPr>
          <w:rtl/>
        </w:rPr>
        <w:t xml:space="preserve"> تضرب أصدريك فرحاً</w:t>
      </w:r>
      <w:r w:rsidR="000B1C6C">
        <w:rPr>
          <w:rtl/>
        </w:rPr>
        <w:t>،</w:t>
      </w:r>
      <w:r w:rsidRPr="000B1C6C">
        <w:rPr>
          <w:rtl/>
        </w:rPr>
        <w:t xml:space="preserve"> وتنفض مذوريك مرحا</w:t>
      </w:r>
      <w:r w:rsidRPr="00D44192">
        <w:rPr>
          <w:rtl/>
        </w:rPr>
        <w:t>ً</w:t>
      </w:r>
      <w:r w:rsidRPr="002D7A5A">
        <w:rPr>
          <w:rStyle w:val="libFootnotenumChar"/>
          <w:rtl/>
        </w:rPr>
        <w:t>(2</w:t>
      </w:r>
      <w:r w:rsidRPr="000B1C6C">
        <w:rPr>
          <w:rStyle w:val="libFootnotenumChar"/>
          <w:rtl/>
        </w:rPr>
        <w:t>)</w:t>
      </w:r>
      <w:r w:rsidRPr="000B1C6C">
        <w:rPr>
          <w:rtl/>
        </w:rPr>
        <w:t xml:space="preserve"> جذلان مسروراً</w:t>
      </w:r>
      <w:r w:rsidR="000B1C6C">
        <w:rPr>
          <w:rtl/>
        </w:rPr>
        <w:t>،</w:t>
      </w:r>
      <w:r w:rsidRPr="000B1C6C">
        <w:rPr>
          <w:rtl/>
        </w:rPr>
        <w:t xml:space="preserve"> حين رأيت الدنيا لك مستوسقة</w:t>
      </w:r>
      <w:r w:rsidRPr="000B1C6C">
        <w:rPr>
          <w:rStyle w:val="libFootnotenumChar"/>
          <w:rtl/>
        </w:rPr>
        <w:t>(3)</w:t>
      </w:r>
      <w:r w:rsidR="000B1C6C">
        <w:rPr>
          <w:rtl/>
        </w:rPr>
        <w:t>،</w:t>
      </w:r>
      <w:r w:rsidRPr="000B1C6C">
        <w:rPr>
          <w:rtl/>
        </w:rPr>
        <w:t xml:space="preserve"> والاُمور متّسقة</w:t>
      </w:r>
      <w:r w:rsidR="000B1C6C">
        <w:rPr>
          <w:rtl/>
        </w:rPr>
        <w:t>،</w:t>
      </w:r>
      <w:r w:rsidRPr="000B1C6C">
        <w:rPr>
          <w:rtl/>
        </w:rPr>
        <w:t xml:space="preserve"> وحين صفا لك ملكنا وسلطاننا</w:t>
      </w:r>
      <w:r w:rsidR="000B1C6C">
        <w:rPr>
          <w:rtl/>
        </w:rPr>
        <w:t>؟</w:t>
      </w:r>
      <w:r w:rsidRPr="000B1C6C">
        <w:rPr>
          <w:rtl/>
        </w:rPr>
        <w:t xml:space="preserve">!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فمهلاً مهلاً</w:t>
      </w:r>
      <w:r w:rsidRPr="000B1C6C">
        <w:rPr>
          <w:rStyle w:val="libFootnotenumChar"/>
          <w:rtl/>
        </w:rPr>
        <w:t>(4)</w:t>
      </w:r>
      <w:r w:rsidR="000B1C6C">
        <w:rPr>
          <w:rtl/>
        </w:rPr>
        <w:t>،</w:t>
      </w:r>
      <w:r w:rsidRPr="000B1C6C">
        <w:rPr>
          <w:rtl/>
        </w:rPr>
        <w:t xml:space="preserve"> لا تطش جهلاً</w:t>
      </w:r>
      <w:r w:rsidR="000B1C6C">
        <w:rPr>
          <w:rtl/>
        </w:rPr>
        <w:t>،</w:t>
      </w:r>
      <w:r w:rsidRPr="000B1C6C">
        <w:rPr>
          <w:rtl/>
        </w:rPr>
        <w:t xml:space="preserve"> أنسيت قول الله تعالى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FB26B1">
        <w:rPr>
          <w:rStyle w:val="libAlaemChar"/>
          <w:rFonts w:hint="cs"/>
          <w:rtl/>
        </w:rPr>
        <w:t>(</w:t>
      </w:r>
      <w:r w:rsidRPr="002D7A5A">
        <w:rPr>
          <w:rStyle w:val="libAieChar"/>
          <w:rFonts w:hint="cs"/>
          <w:rtl/>
        </w:rPr>
        <w:t xml:space="preserve">وَلاَ يَحْسَبَنَّ الَّذِينَ كَفَرُوا أَنَّمَا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ذكر ابن هاشم في سيرته قصيدة ابن الزبعري بكاملها</w:t>
      </w:r>
      <w:r w:rsidR="000B1C6C">
        <w:rPr>
          <w:rtl/>
        </w:rPr>
        <w:t>.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(2) </w:t>
      </w:r>
      <w:r>
        <w:rPr>
          <w:rtl/>
        </w:rPr>
        <w:t>تضرب أصدريك</w:t>
      </w:r>
      <w:r w:rsidR="000B1C6C">
        <w:rPr>
          <w:rtl/>
        </w:rPr>
        <w:t>:</w:t>
      </w:r>
      <w:r>
        <w:rPr>
          <w:rtl/>
        </w:rPr>
        <w:t xml:space="preserve"> أي منكبيك</w:t>
      </w:r>
      <w:r w:rsidR="000B1C6C">
        <w:rPr>
          <w:rtl/>
        </w:rPr>
        <w:t>،</w:t>
      </w:r>
      <w:r>
        <w:rPr>
          <w:rtl/>
        </w:rPr>
        <w:t xml:space="preserve"> وتنفض مذوريك</w:t>
      </w:r>
      <w:r w:rsidR="000B1C6C">
        <w:rPr>
          <w:rtl/>
        </w:rPr>
        <w:t>:</w:t>
      </w:r>
      <w:r>
        <w:rPr>
          <w:rtl/>
        </w:rPr>
        <w:t xml:space="preserve"> المذوران جانبا الأليتين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ولاواحد لهما</w:t>
      </w:r>
      <w:r w:rsidR="000B1C6C">
        <w:rPr>
          <w:rtl/>
        </w:rPr>
        <w:t>،</w:t>
      </w:r>
      <w:r>
        <w:rPr>
          <w:rtl/>
        </w:rPr>
        <w:t xml:space="preserve"> وقيل هما طرفا كل شيء</w:t>
      </w:r>
      <w:r w:rsidR="000B1C6C">
        <w:rPr>
          <w:rtl/>
        </w:rPr>
        <w:t>،</w:t>
      </w:r>
      <w:r>
        <w:rPr>
          <w:rtl/>
        </w:rPr>
        <w:t xml:space="preserve"> كما يقال</w:t>
      </w:r>
      <w:r w:rsidR="000B1C6C">
        <w:rPr>
          <w:rtl/>
        </w:rPr>
        <w:t>:</w:t>
      </w:r>
      <w:r>
        <w:rPr>
          <w:rtl/>
        </w:rPr>
        <w:t xml:space="preserve"> جاء فلان ينفض مذوريه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إذا جاء باغيا يتهدد</w:t>
      </w:r>
      <w:r w:rsidR="000B1C6C">
        <w:rPr>
          <w:rtl/>
        </w:rPr>
        <w:t>،</w:t>
      </w:r>
      <w:r>
        <w:rPr>
          <w:rtl/>
        </w:rPr>
        <w:t>وكذلك</w:t>
      </w:r>
      <w:r w:rsidR="000B1C6C">
        <w:rPr>
          <w:rtl/>
        </w:rPr>
        <w:t>،</w:t>
      </w:r>
      <w:r>
        <w:rPr>
          <w:rtl/>
        </w:rPr>
        <w:t xml:space="preserve"> اذا جاء فارغا من غير شغل</w:t>
      </w:r>
      <w:r w:rsidR="000B1C6C">
        <w:rPr>
          <w:rtl/>
        </w:rPr>
        <w:t>.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(3) </w:t>
      </w:r>
      <w:r>
        <w:rPr>
          <w:rtl/>
        </w:rPr>
        <w:t>مستوسقة</w:t>
      </w:r>
      <w:r w:rsidR="000B1C6C">
        <w:rPr>
          <w:rtl/>
        </w:rPr>
        <w:t>:</w:t>
      </w:r>
      <w:r>
        <w:rPr>
          <w:rtl/>
        </w:rPr>
        <w:t xml:space="preserve"> أي مجتمعة</w:t>
      </w:r>
      <w:r w:rsidR="000B1C6C">
        <w:rPr>
          <w:rtl/>
        </w:rPr>
        <w:t>،</w:t>
      </w:r>
      <w:r>
        <w:rPr>
          <w:rtl/>
        </w:rPr>
        <w:t xml:space="preserve"> ومتسقة أي منتظمة</w:t>
      </w:r>
      <w:r w:rsidR="000B1C6C">
        <w:rPr>
          <w:rtl/>
        </w:rPr>
        <w:t>.</w:t>
      </w:r>
    </w:p>
    <w:p w:rsidR="002D7A5A" w:rsidRPr="000B1C6C" w:rsidRDefault="002D7A5A" w:rsidP="002D7A5A">
      <w:pPr>
        <w:pStyle w:val="libFootnote"/>
      </w:pPr>
      <w:r w:rsidRPr="000B1C6C">
        <w:rPr>
          <w:rtl/>
        </w:rPr>
        <w:t xml:space="preserve">(4) </w:t>
      </w:r>
      <w:r>
        <w:rPr>
          <w:rtl/>
        </w:rPr>
        <w:t>يقال</w:t>
      </w:r>
      <w:r w:rsidR="000B1C6C">
        <w:rPr>
          <w:rtl/>
        </w:rPr>
        <w:t>:</w:t>
      </w:r>
      <w:r>
        <w:rPr>
          <w:rtl/>
        </w:rPr>
        <w:t xml:space="preserve"> مهلا للرجل</w:t>
      </w:r>
      <w:r w:rsidR="000B1C6C">
        <w:rPr>
          <w:rtl/>
        </w:rPr>
        <w:t>،</w:t>
      </w:r>
      <w:r>
        <w:rPr>
          <w:rtl/>
        </w:rPr>
        <w:t xml:space="preserve"> وكذا للانثى والجمع بمعنى امهل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 w:rsidRPr="002D7A5A">
        <w:rPr>
          <w:rStyle w:val="libAieChar"/>
          <w:rFonts w:hint="cs"/>
          <w:rtl/>
        </w:rPr>
        <w:lastRenderedPageBreak/>
        <w:t>نُمْلِي لَهُمْ خَيْرٌ لأَنْفُسِهِمْ إِنَّمَا نُمْلِي لَهُمْ لِيَزْدَادُوا إِثْماً وَلَهُمْ عَذَابٌ مُهِينٌ</w:t>
      </w:r>
      <w:r w:rsidRPr="00FB26B1">
        <w:rPr>
          <w:rStyle w:val="libAlaemChar"/>
          <w:rFonts w:hint="cs"/>
          <w:rtl/>
        </w:rPr>
        <w:t>)</w:t>
      </w:r>
      <w:r w:rsidRPr="000B1C6C">
        <w:rPr>
          <w:rStyle w:val="libFootnotenumChar"/>
          <w:rtl/>
        </w:rPr>
        <w:t>(1)</w:t>
      </w:r>
      <w:r w:rsidR="000B1C6C">
        <w:rPr>
          <w:rtl/>
        </w:rPr>
        <w:t>؟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أمن العدل يابن الطلقاء</w:t>
      </w:r>
      <w:r w:rsidRPr="000B1C6C">
        <w:rPr>
          <w:rStyle w:val="libFootnotenumChar"/>
          <w:rtl/>
        </w:rPr>
        <w:t>(2)</w:t>
      </w:r>
      <w:r w:rsidRPr="000B1C6C">
        <w:rPr>
          <w:rtl/>
        </w:rPr>
        <w:t xml:space="preserve"> تخديرك حرائرك وإماءك</w:t>
      </w:r>
      <w:r w:rsidR="000B1C6C">
        <w:rPr>
          <w:rtl/>
        </w:rPr>
        <w:t>،</w:t>
      </w:r>
      <w:r w:rsidRPr="000B1C6C">
        <w:rPr>
          <w:rtl/>
        </w:rPr>
        <w:t xml:space="preserve"> وسوقك بنات رسول الله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سبايا</w:t>
      </w:r>
      <w:r w:rsidR="000B1C6C">
        <w:rPr>
          <w:rtl/>
        </w:rPr>
        <w:t>،</w:t>
      </w:r>
      <w:r w:rsidRPr="000B1C6C">
        <w:rPr>
          <w:rtl/>
        </w:rPr>
        <w:t xml:space="preserve"> قد هتكت ستورهنّ</w:t>
      </w:r>
      <w:r w:rsidR="000B1C6C">
        <w:rPr>
          <w:rtl/>
        </w:rPr>
        <w:t>،</w:t>
      </w:r>
      <w:r w:rsidRPr="000B1C6C">
        <w:rPr>
          <w:rtl/>
        </w:rPr>
        <w:t xml:space="preserve"> وأبديت وجوههنّ</w:t>
      </w:r>
      <w:r w:rsidR="000B1C6C">
        <w:rPr>
          <w:rtl/>
        </w:rPr>
        <w:t>،</w:t>
      </w:r>
      <w:r w:rsidRPr="000B1C6C">
        <w:rPr>
          <w:rtl/>
        </w:rPr>
        <w:t xml:space="preserve"> وصحلت أصواتهن</w:t>
      </w:r>
      <w:r w:rsidRPr="00D44192">
        <w:rPr>
          <w:rtl/>
        </w:rPr>
        <w:t>ّ</w:t>
      </w:r>
      <w:r w:rsidRPr="002D7A5A">
        <w:rPr>
          <w:rStyle w:val="libFootnotenumChar"/>
          <w:rtl/>
        </w:rPr>
        <w:t>(3</w:t>
      </w:r>
      <w:r w:rsidRPr="000B1C6C">
        <w:rPr>
          <w:rStyle w:val="libFootnotenumChar"/>
          <w:rtl/>
        </w:rPr>
        <w:t>)</w:t>
      </w:r>
      <w:r w:rsidR="000B1C6C">
        <w:rPr>
          <w:rtl/>
        </w:rPr>
        <w:t>،</w:t>
      </w:r>
      <w:r w:rsidRPr="000B1C6C">
        <w:rPr>
          <w:rtl/>
        </w:rPr>
        <w:t xml:space="preserve"> تحدو بهنّ الأعداء من بلد إلى بلد</w:t>
      </w:r>
      <w:r w:rsidR="000B1C6C">
        <w:rPr>
          <w:rtl/>
        </w:rPr>
        <w:t>،</w:t>
      </w:r>
      <w:r w:rsidRPr="000B1C6C">
        <w:rPr>
          <w:rtl/>
        </w:rPr>
        <w:t xml:space="preserve"> ويستشرفهنّ أهل المناهل والمناقل</w:t>
      </w:r>
      <w:r w:rsidR="000B1C6C">
        <w:rPr>
          <w:rtl/>
        </w:rPr>
        <w:t>،</w:t>
      </w:r>
      <w:r w:rsidRPr="000B1C6C">
        <w:rPr>
          <w:rtl/>
        </w:rPr>
        <w:t xml:space="preserve"> ويتصفّح وجوههنّ القريب والبعيد</w:t>
      </w:r>
      <w:r w:rsidR="000B1C6C">
        <w:rPr>
          <w:rtl/>
        </w:rPr>
        <w:t>،</w:t>
      </w:r>
      <w:r w:rsidRPr="000B1C6C">
        <w:rPr>
          <w:rtl/>
        </w:rPr>
        <w:t xml:space="preserve"> والشريف والدني</w:t>
      </w:r>
      <w:r w:rsidR="000B1C6C">
        <w:rPr>
          <w:rtl/>
        </w:rPr>
        <w:t>،</w:t>
      </w:r>
      <w:r w:rsidRPr="000B1C6C">
        <w:rPr>
          <w:rtl/>
        </w:rPr>
        <w:t xml:space="preserve"> ليس معهنّ من رجالهنّ ولي</w:t>
      </w:r>
      <w:r w:rsidR="000B1C6C">
        <w:rPr>
          <w:rtl/>
        </w:rPr>
        <w:t>،</w:t>
      </w:r>
      <w:r w:rsidRPr="000B1C6C">
        <w:rPr>
          <w:rtl/>
        </w:rPr>
        <w:t xml:space="preserve"> ولا من حماتهن حمي</w:t>
      </w:r>
      <w:r w:rsidR="000B1C6C">
        <w:rPr>
          <w:rtl/>
        </w:rPr>
        <w:t>؟</w:t>
      </w:r>
      <w:r w:rsidRPr="000B1C6C">
        <w:rPr>
          <w:rtl/>
        </w:rPr>
        <w:t xml:space="preserve">!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وكيف يُرتجى مراقبة ابن مَن لفظ فوه أكباد الأزكياء</w:t>
      </w:r>
      <w:r w:rsidRPr="000B1C6C">
        <w:rPr>
          <w:rStyle w:val="libFootnotenumChar"/>
          <w:rtl/>
        </w:rPr>
        <w:t>(4)</w:t>
      </w:r>
      <w:r w:rsidR="000B1C6C">
        <w:rPr>
          <w:rtl/>
        </w:rPr>
        <w:t>،</w:t>
      </w:r>
      <w:r w:rsidRPr="000B1C6C">
        <w:rPr>
          <w:rtl/>
        </w:rPr>
        <w:t xml:space="preserve"> ونبت لحمه من دماء الشهداء</w:t>
      </w:r>
      <w:r w:rsidR="000B1C6C">
        <w:rPr>
          <w:rtl/>
        </w:rPr>
        <w:t>؟</w:t>
      </w:r>
      <w:r w:rsidRPr="000B1C6C">
        <w:rPr>
          <w:rtl/>
        </w:rPr>
        <w:t>! وكيف يستبطأ في بغضنا أهل البيت مَن نظر إلينا بالشَّنف والشنآن</w:t>
      </w:r>
      <w:r w:rsidR="000B1C6C">
        <w:rPr>
          <w:rtl/>
        </w:rPr>
        <w:t>،</w:t>
      </w:r>
      <w:r w:rsidRPr="000B1C6C">
        <w:rPr>
          <w:rtl/>
        </w:rPr>
        <w:t xml:space="preserve"> والإِحن والأضغان</w:t>
      </w:r>
      <w:r w:rsidR="000B1C6C">
        <w:rPr>
          <w:rtl/>
        </w:rPr>
        <w:t>؟</w:t>
      </w:r>
      <w:r w:rsidRPr="000B1C6C">
        <w:rPr>
          <w:rtl/>
        </w:rPr>
        <w:t xml:space="preserve">!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ثمَّ تقول غير متأثّم ولا مستعظم</w:t>
      </w:r>
      <w:r w:rsidR="000B1C6C">
        <w:rPr>
          <w:rtl/>
        </w:rPr>
        <w:t>،</w:t>
      </w:r>
      <w:r w:rsidRPr="000B1C6C">
        <w:rPr>
          <w:rtl/>
        </w:rPr>
        <w:t xml:space="preserve"> داعيا بأشياخك</w:t>
      </w:r>
      <w:r w:rsidR="000B1C6C">
        <w:rPr>
          <w:rtl/>
        </w:rPr>
        <w:t>: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ليت أشياخي ببدر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شهدوا</w:t>
      </w:r>
      <w:r w:rsidR="000B1C6C">
        <w:rPr>
          <w:rtl/>
        </w:rPr>
        <w:t>،</w:t>
      </w:r>
      <w:r w:rsidRPr="000B1C6C">
        <w:rPr>
          <w:rtl/>
        </w:rPr>
        <w:t xml:space="preserve"> منحنياً على ثنايا أبي عبد الله سيد شباب أهل الجنّة تنكثها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سورة آل عمران / 178</w:t>
      </w:r>
      <w:r w:rsidR="000B1C6C">
        <w:rPr>
          <w:rtl/>
        </w:rPr>
        <w:t>.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(2) </w:t>
      </w:r>
      <w:r>
        <w:rPr>
          <w:rtl/>
        </w:rPr>
        <w:t>الطلقاء</w:t>
      </w:r>
      <w:r w:rsidR="000B1C6C">
        <w:rPr>
          <w:rtl/>
        </w:rPr>
        <w:t>:</w:t>
      </w:r>
      <w:r>
        <w:rPr>
          <w:rtl/>
        </w:rPr>
        <w:t xml:space="preserve"> هم أبو سفيان</w:t>
      </w:r>
      <w:r w:rsidR="000B1C6C">
        <w:rPr>
          <w:rtl/>
        </w:rPr>
        <w:t>،</w:t>
      </w:r>
      <w:r>
        <w:rPr>
          <w:rtl/>
        </w:rPr>
        <w:t xml:space="preserve"> ومعاوية</w:t>
      </w:r>
      <w:r w:rsidR="000B1C6C">
        <w:rPr>
          <w:rtl/>
        </w:rPr>
        <w:t>،</w:t>
      </w:r>
      <w:r>
        <w:rPr>
          <w:rtl/>
        </w:rPr>
        <w:t xml:space="preserve"> وبقية الاُمويِّين الذين أطلقهم رسول</w:t>
      </w:r>
      <w:r w:rsidRPr="000B1C6C">
        <w:rPr>
          <w:rtl/>
        </w:rPr>
        <w:t xml:space="preserve"> </w:t>
      </w:r>
      <w:r>
        <w:rPr>
          <w:rtl/>
        </w:rPr>
        <w:t xml:space="preserve">الله </w:t>
      </w:r>
      <w:r w:rsidR="00FB26B1" w:rsidRPr="00FB26B1">
        <w:rPr>
          <w:rStyle w:val="libAlaemChar"/>
          <w:rtl/>
        </w:rPr>
        <w:t>صلى‌الله‌عليه‌وآله</w:t>
      </w:r>
      <w:r>
        <w:rPr>
          <w:rtl/>
        </w:rPr>
        <w:t xml:space="preserve"> عام الفتح</w:t>
      </w:r>
      <w:r w:rsidR="000B1C6C">
        <w:rPr>
          <w:rtl/>
        </w:rPr>
        <w:t>،</w:t>
      </w:r>
      <w:r>
        <w:rPr>
          <w:rtl/>
        </w:rPr>
        <w:t xml:space="preserve"> يوم ورد </w:t>
      </w:r>
      <w:r w:rsidR="00FB26B1" w:rsidRPr="00FB26B1">
        <w:rPr>
          <w:rStyle w:val="libAlaemChar"/>
          <w:rtl/>
        </w:rPr>
        <w:t>صلى‌الله‌عليه‌وآله</w:t>
      </w:r>
      <w:r>
        <w:rPr>
          <w:rtl/>
        </w:rPr>
        <w:t xml:space="preserve"> مكة المكرمة فاتحاً</w:t>
      </w:r>
      <w:r w:rsidR="000B1C6C">
        <w:rPr>
          <w:rtl/>
        </w:rPr>
        <w:t>،</w:t>
      </w:r>
      <w:r>
        <w:rPr>
          <w:rtl/>
        </w:rPr>
        <w:t xml:space="preserve"> وقد أيسوا من أنفسهم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 xml:space="preserve">وما يدرون ما يصنع بهم رسول الله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،</w:t>
      </w:r>
      <w:r>
        <w:rPr>
          <w:rtl/>
        </w:rPr>
        <w:t xml:space="preserve"> فأمرهم أن يجتمعوا وخطبهم</w:t>
      </w:r>
      <w:r w:rsidR="000B1C6C">
        <w:rPr>
          <w:rtl/>
        </w:rPr>
        <w:t>،</w:t>
      </w:r>
      <w:r>
        <w:rPr>
          <w:rtl/>
        </w:rPr>
        <w:t xml:space="preserve"> وقال في آخر خطبته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FootnoteBoldChar"/>
          <w:rtl/>
        </w:rPr>
        <w:t xml:space="preserve">(( </w:t>
      </w:r>
      <w:r w:rsidRPr="002D7A5A">
        <w:rPr>
          <w:rStyle w:val="libFootnoteBoldChar"/>
          <w:rtl/>
        </w:rPr>
        <w:t>اذهبوا فأنتم الطلقاء</w:t>
      </w:r>
      <w:r w:rsidRPr="000B1C6C">
        <w:rPr>
          <w:rStyle w:val="libFootnoteBoldChar"/>
          <w:rtl/>
        </w:rPr>
        <w:t xml:space="preserve"> ))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  <w:r>
        <w:rPr>
          <w:rtl/>
        </w:rPr>
        <w:t>فهكذا صاروا عبيداً لرسول الله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صلى‌الله‌عليه‌وآله</w:t>
      </w:r>
      <w:r>
        <w:rPr>
          <w:rtl/>
        </w:rPr>
        <w:t xml:space="preserve"> هم وذرّيتهم</w:t>
      </w:r>
      <w:r w:rsidRPr="000B1C6C">
        <w:rPr>
          <w:rtl/>
        </w:rPr>
        <w:t xml:space="preserve"> </w:t>
      </w:r>
      <w:r>
        <w:rPr>
          <w:rtl/>
        </w:rPr>
        <w:t>إلى يوم القيامة</w:t>
      </w:r>
      <w:r w:rsidR="000B1C6C">
        <w:rPr>
          <w:rtl/>
        </w:rPr>
        <w:t>.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(3) </w:t>
      </w:r>
      <w:r>
        <w:rPr>
          <w:rtl/>
        </w:rPr>
        <w:t>صحل صوته</w:t>
      </w:r>
      <w:r w:rsidR="000B1C6C">
        <w:rPr>
          <w:rtl/>
        </w:rPr>
        <w:t>:</w:t>
      </w:r>
      <w:r>
        <w:rPr>
          <w:rtl/>
        </w:rPr>
        <w:t xml:space="preserve"> بُح وحسن</w:t>
      </w:r>
      <w:r w:rsidR="000B1C6C">
        <w:rPr>
          <w:rtl/>
        </w:rPr>
        <w:t>،</w:t>
      </w:r>
      <w:r>
        <w:rPr>
          <w:rtl/>
        </w:rPr>
        <w:t xml:space="preserve"> فهو صحِل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Footnote"/>
      </w:pPr>
      <w:r w:rsidRPr="000B1C6C">
        <w:rPr>
          <w:rtl/>
        </w:rPr>
        <w:t xml:space="preserve">(4) </w:t>
      </w:r>
      <w:r>
        <w:rPr>
          <w:rtl/>
        </w:rPr>
        <w:t>إشارة إلى هند اُمِّ معاوية حين شقّت بطن حمزة وهو قتيل</w:t>
      </w:r>
      <w:r w:rsidR="000B1C6C">
        <w:rPr>
          <w:rtl/>
        </w:rPr>
        <w:t>،</w:t>
      </w:r>
      <w:r>
        <w:rPr>
          <w:rtl/>
        </w:rPr>
        <w:t xml:space="preserve"> ولاكت بأسنانها</w:t>
      </w:r>
      <w:r w:rsidRPr="000B1C6C">
        <w:rPr>
          <w:rtl/>
        </w:rPr>
        <w:t xml:space="preserve"> </w:t>
      </w:r>
      <w:r>
        <w:rPr>
          <w:rtl/>
        </w:rPr>
        <w:t>أمعاءه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 w:rsidRPr="000B1C6C">
        <w:rPr>
          <w:rtl/>
        </w:rPr>
        <w:lastRenderedPageBreak/>
        <w:t>بمخصرتك</w:t>
      </w:r>
      <w:r w:rsidRPr="000B1C6C">
        <w:rPr>
          <w:rStyle w:val="libFootnotenumChar"/>
          <w:rtl/>
        </w:rPr>
        <w:t>(1)</w:t>
      </w:r>
      <w:r w:rsidR="000B1C6C">
        <w:rPr>
          <w:rtl/>
        </w:rPr>
        <w:t>،</w:t>
      </w:r>
      <w:r w:rsidRPr="000B1C6C">
        <w:rPr>
          <w:rtl/>
        </w:rPr>
        <w:t xml:space="preserve"> وكيف لا تقول ذلك وقد نكأت القرحة</w:t>
      </w:r>
      <w:r w:rsidRPr="000B1C6C">
        <w:rPr>
          <w:rStyle w:val="libFootnotenumChar"/>
          <w:rtl/>
        </w:rPr>
        <w:t>(2)</w:t>
      </w:r>
      <w:r w:rsidR="000B1C6C">
        <w:rPr>
          <w:rtl/>
        </w:rPr>
        <w:t>،</w:t>
      </w:r>
      <w:r w:rsidRPr="000B1C6C">
        <w:rPr>
          <w:rtl/>
        </w:rPr>
        <w:t xml:space="preserve"> واستأصلت الشأفة</w:t>
      </w:r>
      <w:r w:rsidRPr="000B1C6C">
        <w:rPr>
          <w:rStyle w:val="libFootnotenumChar"/>
          <w:rtl/>
        </w:rPr>
        <w:t>(3)</w:t>
      </w:r>
      <w:r w:rsidRPr="000B1C6C">
        <w:rPr>
          <w:rtl/>
        </w:rPr>
        <w:t xml:space="preserve"> بإراقتك دماء ذرّية محمّد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،</w:t>
      </w:r>
      <w:r w:rsidRPr="000B1C6C">
        <w:rPr>
          <w:rtl/>
        </w:rPr>
        <w:t xml:space="preserve"> ونجوم الأرض من آل عبد المطلب</w:t>
      </w:r>
      <w:r w:rsidR="000B1C6C">
        <w:rPr>
          <w:rtl/>
        </w:rPr>
        <w:t>؟</w:t>
      </w:r>
      <w:r w:rsidRPr="000B1C6C">
        <w:rPr>
          <w:rtl/>
        </w:rPr>
        <w:t>!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أتهتف بأشياخك زعمت أنك تناديهم</w:t>
      </w:r>
      <w:r w:rsidR="000B1C6C">
        <w:rPr>
          <w:rtl/>
        </w:rPr>
        <w:t>؟</w:t>
      </w:r>
      <w:r w:rsidRPr="000B1C6C">
        <w:rPr>
          <w:rtl/>
        </w:rPr>
        <w:t>! فلتردن وشيكاً</w:t>
      </w:r>
      <w:r w:rsidRPr="000B1C6C">
        <w:rPr>
          <w:rStyle w:val="libFootnotenumChar"/>
          <w:rtl/>
        </w:rPr>
        <w:t>(4)</w:t>
      </w:r>
      <w:r w:rsidRPr="000B1C6C">
        <w:rPr>
          <w:rtl/>
        </w:rPr>
        <w:t xml:space="preserve"> موردهم</w:t>
      </w:r>
      <w:r w:rsidR="000B1C6C">
        <w:rPr>
          <w:rtl/>
        </w:rPr>
        <w:t>،</w:t>
      </w:r>
      <w:r w:rsidRPr="000B1C6C">
        <w:rPr>
          <w:rtl/>
        </w:rPr>
        <w:t xml:space="preserve"> ولتودّن أنك شُللت وبُكمت</w:t>
      </w:r>
      <w:r w:rsidR="000B1C6C">
        <w:rPr>
          <w:rtl/>
        </w:rPr>
        <w:t>،</w:t>
      </w:r>
      <w:r w:rsidRPr="000B1C6C">
        <w:rPr>
          <w:rtl/>
        </w:rPr>
        <w:t xml:space="preserve"> ولم تكن قلت ما قلت</w:t>
      </w:r>
      <w:r w:rsidR="000B1C6C">
        <w:rPr>
          <w:rtl/>
        </w:rPr>
        <w:t>،</w:t>
      </w:r>
      <w:r w:rsidRPr="000B1C6C">
        <w:rPr>
          <w:rtl/>
        </w:rPr>
        <w:t xml:space="preserve"> وفعلت ما فعلت</w:t>
      </w:r>
      <w:r w:rsidR="000B1C6C">
        <w:rPr>
          <w:rtl/>
        </w:rPr>
        <w:t>.</w:t>
      </w:r>
      <w:r w:rsidRPr="000B1C6C">
        <w:rPr>
          <w:rtl/>
        </w:rPr>
        <w:t xml:space="preserve"> اللهمَّ خذ لنا بحقّنا</w:t>
      </w:r>
      <w:r w:rsidR="000B1C6C">
        <w:rPr>
          <w:rtl/>
        </w:rPr>
        <w:t>،</w:t>
      </w:r>
      <w:r w:rsidRPr="000B1C6C">
        <w:rPr>
          <w:rtl/>
        </w:rPr>
        <w:t xml:space="preserve"> وانتقم ممّن ظلمنا</w:t>
      </w:r>
      <w:r w:rsidR="000B1C6C">
        <w:rPr>
          <w:rtl/>
        </w:rPr>
        <w:t>،</w:t>
      </w:r>
      <w:r w:rsidRPr="000B1C6C">
        <w:rPr>
          <w:rtl/>
        </w:rPr>
        <w:t xml:space="preserve"> واحلُل غضبك بمَن سفك دماءنا</w:t>
      </w:r>
      <w:r w:rsidR="000B1C6C">
        <w:rPr>
          <w:rtl/>
        </w:rPr>
        <w:t>،</w:t>
      </w:r>
      <w:r w:rsidRPr="000B1C6C">
        <w:rPr>
          <w:rtl/>
        </w:rPr>
        <w:t xml:space="preserve"> وقتل حماتنا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فوالله يا يزيد</w:t>
      </w:r>
      <w:r w:rsidR="000B1C6C">
        <w:rPr>
          <w:rtl/>
        </w:rPr>
        <w:t>،</w:t>
      </w:r>
      <w:r w:rsidRPr="000B1C6C">
        <w:rPr>
          <w:rtl/>
        </w:rPr>
        <w:t xml:space="preserve"> ما فريت</w:t>
      </w:r>
      <w:r w:rsidRPr="000B1C6C">
        <w:rPr>
          <w:rStyle w:val="libFootnotenumChar"/>
          <w:rtl/>
        </w:rPr>
        <w:t>(5)</w:t>
      </w:r>
      <w:r w:rsidRPr="000B1C6C">
        <w:rPr>
          <w:rtl/>
        </w:rPr>
        <w:t xml:space="preserve"> إلاّ جلدك</w:t>
      </w:r>
      <w:r w:rsidR="000B1C6C">
        <w:rPr>
          <w:rtl/>
        </w:rPr>
        <w:t>،</w:t>
      </w:r>
      <w:r w:rsidRPr="000B1C6C">
        <w:rPr>
          <w:rtl/>
        </w:rPr>
        <w:t xml:space="preserve"> ولا حززت إلاّ لحمك</w:t>
      </w:r>
      <w:r w:rsidR="000B1C6C">
        <w:rPr>
          <w:rtl/>
        </w:rPr>
        <w:t>،</w:t>
      </w:r>
      <w:r w:rsidRPr="000B1C6C">
        <w:rPr>
          <w:rtl/>
        </w:rPr>
        <w:t xml:space="preserve"> ولتردنّ على رسول الله بما تحمّلت من دماء ذرّيته</w:t>
      </w:r>
      <w:r w:rsidR="000B1C6C">
        <w:rPr>
          <w:rtl/>
        </w:rPr>
        <w:t>،</w:t>
      </w:r>
      <w:r w:rsidRPr="000B1C6C">
        <w:rPr>
          <w:rtl/>
        </w:rPr>
        <w:t xml:space="preserve"> وانتهكت من حرمته في عترته ولحمته</w:t>
      </w:r>
      <w:r w:rsidR="000B1C6C">
        <w:rPr>
          <w:rtl/>
        </w:rPr>
        <w:t>،</w:t>
      </w:r>
      <w:r w:rsidRPr="000B1C6C">
        <w:rPr>
          <w:rtl/>
        </w:rPr>
        <w:t xml:space="preserve"> حيث يجمع الله تعالى شملهم</w:t>
      </w:r>
      <w:r w:rsidR="000B1C6C">
        <w:rPr>
          <w:rtl/>
        </w:rPr>
        <w:t>،</w:t>
      </w:r>
      <w:r w:rsidRPr="000B1C6C">
        <w:rPr>
          <w:rtl/>
        </w:rPr>
        <w:t xml:space="preserve"> ويلمّ شعثهم</w:t>
      </w:r>
      <w:r w:rsidR="000B1C6C">
        <w:rPr>
          <w:rtl/>
        </w:rPr>
        <w:t>،</w:t>
      </w:r>
      <w:r w:rsidRPr="000B1C6C">
        <w:rPr>
          <w:rtl/>
        </w:rPr>
        <w:t xml:space="preserve"> ويأخذ بحقّهم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 w:rsidRPr="00FB26B1">
        <w:rPr>
          <w:rStyle w:val="libAlaemChar"/>
          <w:rFonts w:hint="cs"/>
          <w:rtl/>
        </w:rPr>
        <w:t>(</w:t>
      </w:r>
      <w:r w:rsidRPr="002D7A5A">
        <w:rPr>
          <w:rStyle w:val="libAieChar"/>
          <w:rFonts w:hint="cs"/>
          <w:rtl/>
        </w:rPr>
        <w:t>وَلاَ تَحْسَبَنَّ الَّذِينَ قُتِلُوا فِي سَبِيلِ اللَّهِ أَمْوَاتاً بَلْ أَحْيَاءٌ عِنْدَ رَبِّهِمْ يُرْزَقُونَ</w:t>
      </w:r>
      <w:r w:rsidRPr="00FB26B1">
        <w:rPr>
          <w:rStyle w:val="libAlaemChar"/>
          <w:rFonts w:hint="cs"/>
          <w:rtl/>
        </w:rPr>
        <w:t>)</w:t>
      </w:r>
      <w:r w:rsidRPr="000B1C6C">
        <w:rPr>
          <w:rStyle w:val="libFootnotenumChar"/>
          <w:rtl/>
        </w:rPr>
        <w:t>(6)</w:t>
      </w:r>
      <w:r w:rsidR="000B1C6C">
        <w:rPr>
          <w:rtl/>
        </w:rPr>
        <w:t>.</w:t>
      </w:r>
      <w:r w:rsidRPr="000B1C6C">
        <w:rPr>
          <w:rtl/>
        </w:rPr>
        <w:t xml:space="preserve"> وحسبك بالله حاكماً</w:t>
      </w:r>
      <w:r w:rsidR="000B1C6C">
        <w:rPr>
          <w:rtl/>
        </w:rPr>
        <w:t>،</w:t>
      </w:r>
      <w:r w:rsidRPr="000B1C6C">
        <w:rPr>
          <w:rtl/>
        </w:rPr>
        <w:t xml:space="preserve"> وبمحمّد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خصيماً</w:t>
      </w:r>
      <w:r w:rsidR="000B1C6C">
        <w:rPr>
          <w:rtl/>
        </w:rPr>
        <w:t>،</w:t>
      </w:r>
      <w:r w:rsidRPr="000B1C6C">
        <w:rPr>
          <w:rtl/>
        </w:rPr>
        <w:t xml:space="preserve"> وبجبرئيل ظهيراً</w:t>
      </w:r>
      <w:r w:rsidR="000B1C6C">
        <w:rPr>
          <w:rtl/>
        </w:rPr>
        <w:t>،</w:t>
      </w:r>
      <w:r w:rsidRPr="000B1C6C">
        <w:rPr>
          <w:rtl/>
        </w:rPr>
        <w:t xml:space="preserve"> وسيعلم مَن سوّل لك ومكّنك من رقاب المسلمين </w:t>
      </w:r>
      <w:r w:rsidRPr="00FB26B1">
        <w:rPr>
          <w:rStyle w:val="libAlaemChar"/>
          <w:rFonts w:hint="cs"/>
          <w:rtl/>
        </w:rPr>
        <w:t>(</w:t>
      </w:r>
      <w:r w:rsidRPr="002D7A5A">
        <w:rPr>
          <w:rStyle w:val="libAieChar"/>
          <w:rFonts w:hint="cs"/>
          <w:rtl/>
        </w:rPr>
        <w:t>بِئْسَ لِلظَّالِمِينَ بَدَلاً</w:t>
      </w:r>
      <w:r w:rsidRPr="00FB26B1">
        <w:rPr>
          <w:rStyle w:val="libAlaemChar"/>
          <w:rFonts w:hint="cs"/>
          <w:rtl/>
        </w:rPr>
        <w:t>)</w:t>
      </w:r>
      <w:r w:rsidRPr="000B1C6C">
        <w:rPr>
          <w:rStyle w:val="libFootnotenumChar"/>
          <w:rtl/>
        </w:rPr>
        <w:t>(7)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المخصرة (بكسر الميم)</w:t>
      </w:r>
      <w:r w:rsidR="000B1C6C">
        <w:rPr>
          <w:rtl/>
        </w:rPr>
        <w:t>:</w:t>
      </w:r>
      <w:r>
        <w:rPr>
          <w:rtl/>
        </w:rPr>
        <w:t xml:space="preserve"> كالوسط</w:t>
      </w:r>
      <w:r w:rsidR="000B1C6C">
        <w:rPr>
          <w:rtl/>
        </w:rPr>
        <w:t>،</w:t>
      </w:r>
      <w:r>
        <w:rPr>
          <w:rtl/>
        </w:rPr>
        <w:t xml:space="preserve"> أو كلّما اختصره الإنسان بيده فأمسكه من عصا</w:t>
      </w:r>
      <w:r w:rsidRPr="000B1C6C">
        <w:rPr>
          <w:rtl/>
        </w:rPr>
        <w:t xml:space="preserve"> </w:t>
      </w:r>
      <w:r>
        <w:rPr>
          <w:rtl/>
        </w:rPr>
        <w:t>ونحوها</w:t>
      </w:r>
      <w:r w:rsidR="000B1C6C">
        <w:rPr>
          <w:rtl/>
        </w:rPr>
        <w:t>.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(2) </w:t>
      </w:r>
      <w:r>
        <w:rPr>
          <w:rtl/>
        </w:rPr>
        <w:t>نكأت القرحة</w:t>
      </w:r>
      <w:r w:rsidR="000B1C6C">
        <w:rPr>
          <w:rtl/>
        </w:rPr>
        <w:t>:</w:t>
      </w:r>
      <w:r>
        <w:rPr>
          <w:rtl/>
        </w:rPr>
        <w:t xml:space="preserve"> أي وسعت مكان جراحها</w:t>
      </w:r>
      <w:r w:rsidR="000B1C6C">
        <w:rPr>
          <w:rtl/>
        </w:rPr>
        <w:t>.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(3) </w:t>
      </w:r>
      <w:r>
        <w:rPr>
          <w:rtl/>
        </w:rPr>
        <w:t>الشأفة</w:t>
      </w:r>
      <w:r w:rsidR="000B1C6C">
        <w:rPr>
          <w:rtl/>
        </w:rPr>
        <w:t>:</w:t>
      </w:r>
      <w:r>
        <w:rPr>
          <w:rtl/>
        </w:rPr>
        <w:t xml:space="preserve"> قرحة تخرج في أسفل القدم فتكون وتذهب</w:t>
      </w:r>
      <w:r w:rsidR="000B1C6C">
        <w:rPr>
          <w:rtl/>
        </w:rPr>
        <w:t>،</w:t>
      </w:r>
      <w:r>
        <w:rPr>
          <w:rtl/>
        </w:rPr>
        <w:t xml:space="preserve"> والأصل استأصل الله شافته</w:t>
      </w:r>
      <w:r w:rsidR="000B1C6C">
        <w:rPr>
          <w:rtl/>
        </w:rPr>
        <w:t>،</w:t>
      </w:r>
      <w:r>
        <w:rPr>
          <w:rtl/>
        </w:rPr>
        <w:t xml:space="preserve"> أذهبه كما تذهب تلك القرحة</w:t>
      </w:r>
      <w:r w:rsidR="000B1C6C">
        <w:rPr>
          <w:rtl/>
        </w:rPr>
        <w:t>،</w:t>
      </w:r>
      <w:r>
        <w:rPr>
          <w:rtl/>
        </w:rPr>
        <w:t xml:space="preserve"> أو أزاله من أصله</w:t>
      </w:r>
      <w:r w:rsidR="000B1C6C">
        <w:rPr>
          <w:rtl/>
        </w:rPr>
        <w:t>.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(4) </w:t>
      </w:r>
      <w:r>
        <w:rPr>
          <w:rtl/>
        </w:rPr>
        <w:t>وشيكاً</w:t>
      </w:r>
      <w:r w:rsidR="000B1C6C">
        <w:rPr>
          <w:rtl/>
        </w:rPr>
        <w:t>:</w:t>
      </w:r>
      <w:r>
        <w:rPr>
          <w:rtl/>
        </w:rPr>
        <w:t xml:space="preserve"> أي سريعاً</w:t>
      </w:r>
      <w:r w:rsidR="000B1C6C">
        <w:rPr>
          <w:rtl/>
        </w:rPr>
        <w:t>.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(5) </w:t>
      </w:r>
      <w:r>
        <w:rPr>
          <w:rtl/>
        </w:rPr>
        <w:t>الفري</w:t>
      </w:r>
      <w:r w:rsidR="000B1C6C">
        <w:rPr>
          <w:rtl/>
        </w:rPr>
        <w:t>:</w:t>
      </w:r>
      <w:r>
        <w:rPr>
          <w:rtl/>
        </w:rPr>
        <w:t xml:space="preserve"> القطع</w:t>
      </w:r>
      <w:r w:rsidR="000B1C6C">
        <w:rPr>
          <w:rtl/>
        </w:rPr>
        <w:t>.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(6) </w:t>
      </w:r>
      <w:r>
        <w:rPr>
          <w:rtl/>
        </w:rPr>
        <w:t>سورة آل عمران / 169</w:t>
      </w:r>
      <w:r w:rsidR="000B1C6C">
        <w:rPr>
          <w:rtl/>
        </w:rPr>
        <w:t>.</w:t>
      </w:r>
    </w:p>
    <w:p w:rsidR="002D7A5A" w:rsidRPr="000B1C6C" w:rsidRDefault="002D7A5A" w:rsidP="002D7A5A">
      <w:pPr>
        <w:pStyle w:val="libFootnote"/>
      </w:pPr>
      <w:r w:rsidRPr="000B1C6C">
        <w:rPr>
          <w:rtl/>
        </w:rPr>
        <w:t xml:space="preserve">(7) </w:t>
      </w:r>
      <w:r>
        <w:rPr>
          <w:rtl/>
        </w:rPr>
        <w:t>سورة الكهف / 50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D44192" w:rsidRDefault="002D7A5A" w:rsidP="00D44192">
      <w:pPr>
        <w:pStyle w:val="libNormal0"/>
      </w:pPr>
      <w:r w:rsidRPr="00D44192">
        <w:rPr>
          <w:rtl/>
        </w:rPr>
        <w:lastRenderedPageBreak/>
        <w:t xml:space="preserve">وأيّكم </w:t>
      </w:r>
      <w:r w:rsidRPr="00D44192">
        <w:rPr>
          <w:rFonts w:hint="cs"/>
          <w:rtl/>
        </w:rPr>
        <w:t>شَرٌّ مَكَاناً وَأَضْعَفُ جُنداً</w:t>
      </w:r>
      <w:r w:rsidR="000B1C6C" w:rsidRPr="00D44192">
        <w:rPr>
          <w:rtl/>
        </w:rPr>
        <w:t>.</w:t>
      </w:r>
      <w:r w:rsidRPr="00D44192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يزيد</w:t>
      </w:r>
      <w:r w:rsidR="000B1C6C">
        <w:rPr>
          <w:rtl/>
        </w:rPr>
        <w:t>،</w:t>
      </w:r>
      <w:r w:rsidRPr="000B1C6C">
        <w:rPr>
          <w:rtl/>
        </w:rPr>
        <w:t xml:space="preserve"> ولئن جرّت عليّ الدواهي مخاطبتك</w:t>
      </w:r>
      <w:r w:rsidRPr="000B1C6C">
        <w:rPr>
          <w:rStyle w:val="libFootnotenumChar"/>
          <w:rtl/>
        </w:rPr>
        <w:t>(1)</w:t>
      </w:r>
      <w:r w:rsidR="000B1C6C">
        <w:rPr>
          <w:rtl/>
        </w:rPr>
        <w:t>،</w:t>
      </w:r>
      <w:r w:rsidRPr="000B1C6C">
        <w:rPr>
          <w:rtl/>
        </w:rPr>
        <w:t xml:space="preserve"> إني لاستصغر قدرك</w:t>
      </w:r>
      <w:r w:rsidR="000B1C6C">
        <w:rPr>
          <w:rtl/>
        </w:rPr>
        <w:t>،</w:t>
      </w:r>
      <w:r w:rsidRPr="000B1C6C">
        <w:rPr>
          <w:rtl/>
        </w:rPr>
        <w:t xml:space="preserve"> واستعظم تقريعك</w:t>
      </w:r>
      <w:r w:rsidR="000B1C6C">
        <w:rPr>
          <w:rtl/>
        </w:rPr>
        <w:t>،</w:t>
      </w:r>
      <w:r w:rsidRPr="000B1C6C">
        <w:rPr>
          <w:rtl/>
        </w:rPr>
        <w:t xml:space="preserve"> واستكثر توبيخك</w:t>
      </w:r>
      <w:r w:rsidR="000B1C6C">
        <w:rPr>
          <w:rtl/>
        </w:rPr>
        <w:t>،</w:t>
      </w:r>
      <w:r w:rsidRPr="000B1C6C">
        <w:rPr>
          <w:rtl/>
        </w:rPr>
        <w:t xml:space="preserve"> لكن العيون عبرى</w:t>
      </w:r>
      <w:r w:rsidR="000B1C6C">
        <w:rPr>
          <w:rtl/>
        </w:rPr>
        <w:t>،</w:t>
      </w:r>
      <w:r w:rsidRPr="000B1C6C">
        <w:rPr>
          <w:rtl/>
        </w:rPr>
        <w:t xml:space="preserve"> والصدور حرى</w:t>
      </w:r>
      <w:r w:rsidR="000B1C6C">
        <w:rPr>
          <w:rtl/>
        </w:rPr>
        <w:t>.</w:t>
      </w:r>
      <w:r w:rsidRPr="000B1C6C">
        <w:rPr>
          <w:rtl/>
        </w:rPr>
        <w:t xml:space="preserve"> ألا فالعجب كلّ العجب لقتل حزب الله النجباء بحزب الشيطان الطلقاء</w:t>
      </w:r>
      <w:r w:rsidR="000B1C6C">
        <w:rPr>
          <w:rtl/>
        </w:rPr>
        <w:t>!</w:t>
      </w:r>
      <w:r w:rsidRPr="000B1C6C">
        <w:rPr>
          <w:rtl/>
        </w:rPr>
        <w:t xml:space="preserve"> فهذه الأيدي تنطف</w:t>
      </w:r>
      <w:r w:rsidRPr="000B1C6C">
        <w:rPr>
          <w:rStyle w:val="libFootnotenumChar"/>
          <w:rtl/>
        </w:rPr>
        <w:t>(2)</w:t>
      </w:r>
      <w:r w:rsidRPr="000B1C6C">
        <w:rPr>
          <w:rtl/>
        </w:rPr>
        <w:t xml:space="preserve"> من دمائنا</w:t>
      </w:r>
      <w:r w:rsidR="000B1C6C">
        <w:rPr>
          <w:rtl/>
        </w:rPr>
        <w:t>،</w:t>
      </w:r>
      <w:r w:rsidRPr="000B1C6C">
        <w:rPr>
          <w:rtl/>
        </w:rPr>
        <w:t xml:space="preserve"> والأفواه تتحلب من لحومنا</w:t>
      </w:r>
      <w:r w:rsidRPr="000B1C6C">
        <w:rPr>
          <w:rStyle w:val="libFootnotenumChar"/>
          <w:rtl/>
        </w:rPr>
        <w:t>(3)</w:t>
      </w:r>
      <w:r w:rsidR="000B1C6C">
        <w:rPr>
          <w:rtl/>
        </w:rPr>
        <w:t>،</w:t>
      </w:r>
      <w:r w:rsidRPr="000B1C6C">
        <w:rPr>
          <w:rtl/>
        </w:rPr>
        <w:t xml:space="preserve"> وتلك الجثث الطواهر الزواكي تنتابها العواسل</w:t>
      </w:r>
      <w:r w:rsidRPr="000B1C6C">
        <w:rPr>
          <w:rStyle w:val="libFootnotenumChar"/>
          <w:rtl/>
        </w:rPr>
        <w:t>(4)</w:t>
      </w:r>
      <w:r w:rsidR="000B1C6C">
        <w:rPr>
          <w:rtl/>
        </w:rPr>
        <w:t>،</w:t>
      </w:r>
      <w:r w:rsidRPr="000B1C6C">
        <w:rPr>
          <w:rtl/>
        </w:rPr>
        <w:t xml:space="preserve"> وتعفرها اُمّهات الفراعل</w:t>
      </w:r>
      <w:r w:rsidRPr="000B1C6C">
        <w:rPr>
          <w:rStyle w:val="libFootnotenumChar"/>
          <w:rtl/>
        </w:rPr>
        <w:t>(5)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ولئن اتّخذتنا مغنماً لتجدنا وشيكاً مغرماً</w:t>
      </w:r>
      <w:r w:rsidR="000B1C6C">
        <w:rPr>
          <w:rtl/>
        </w:rPr>
        <w:t>،</w:t>
      </w:r>
      <w:r w:rsidRPr="000B1C6C">
        <w:rPr>
          <w:rtl/>
        </w:rPr>
        <w:t xml:space="preserve"> حين لا تجد إلاّ ما قدمت يداك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 w:rsidRPr="00FB26B1">
        <w:rPr>
          <w:rStyle w:val="libAlaemChar"/>
          <w:rtl/>
        </w:rPr>
        <w:t>(</w:t>
      </w:r>
      <w:r w:rsidRPr="002D7A5A">
        <w:rPr>
          <w:rStyle w:val="libAieChar"/>
          <w:rtl/>
        </w:rPr>
        <w:t>وما ربّك بظلاّمٍ للعبيدِ</w:t>
      </w:r>
      <w:r w:rsidRPr="00FB26B1">
        <w:rPr>
          <w:rStyle w:val="libAlaemChar"/>
          <w:rtl/>
        </w:rPr>
        <w:t>)</w:t>
      </w:r>
      <w:r w:rsidRPr="000B1C6C">
        <w:rPr>
          <w:rStyle w:val="libFootnotenumChar"/>
          <w:rtl/>
        </w:rPr>
        <w:t>(6)</w:t>
      </w:r>
      <w:r w:rsidR="000B1C6C" w:rsidRPr="000B1C6C">
        <w:rPr>
          <w:rtl/>
        </w:rPr>
        <w:t>،</w:t>
      </w:r>
      <w:r w:rsidRPr="000B1C6C">
        <w:rPr>
          <w:rtl/>
        </w:rPr>
        <w:t xml:space="preserve"> وإلى الله المشتكى</w:t>
      </w:r>
      <w:r w:rsidR="000B1C6C">
        <w:rPr>
          <w:rtl/>
        </w:rPr>
        <w:t>،</w:t>
      </w:r>
      <w:r w:rsidRPr="000B1C6C">
        <w:rPr>
          <w:rtl/>
        </w:rPr>
        <w:t xml:space="preserve"> وعليه المعوّل</w:t>
      </w:r>
      <w:r w:rsidR="000B1C6C">
        <w:rPr>
          <w:rtl/>
        </w:rPr>
        <w:t>.</w:t>
      </w:r>
      <w:r w:rsidRPr="000B1C6C">
        <w:rPr>
          <w:rtl/>
        </w:rPr>
        <w:t xml:space="preserve"> فكد كيدك</w:t>
      </w:r>
      <w:r w:rsidR="000B1C6C">
        <w:rPr>
          <w:rtl/>
        </w:rPr>
        <w:t>،</w:t>
      </w:r>
      <w:r w:rsidRPr="000B1C6C">
        <w:rPr>
          <w:rtl/>
        </w:rPr>
        <w:t xml:space="preserve"> واسعَ سعيك</w:t>
      </w:r>
      <w:r w:rsidR="000B1C6C">
        <w:rPr>
          <w:rtl/>
        </w:rPr>
        <w:t>،</w:t>
      </w:r>
      <w:r w:rsidRPr="000B1C6C">
        <w:rPr>
          <w:rtl/>
        </w:rPr>
        <w:t xml:space="preserve"> وناصب جهدك</w:t>
      </w:r>
      <w:r w:rsidR="000B1C6C">
        <w:rPr>
          <w:rtl/>
        </w:rPr>
        <w:t>،</w:t>
      </w:r>
      <w:r w:rsidRPr="000B1C6C">
        <w:rPr>
          <w:rtl/>
        </w:rPr>
        <w:t xml:space="preserve"> فوالله لا تمحو ذكرنا</w:t>
      </w:r>
      <w:r w:rsidR="000B1C6C">
        <w:rPr>
          <w:rtl/>
        </w:rPr>
        <w:t>،</w:t>
      </w:r>
      <w:r w:rsidRPr="000B1C6C">
        <w:rPr>
          <w:rtl/>
        </w:rPr>
        <w:t xml:space="preserve"> ولا تميت وحينا</w:t>
      </w:r>
      <w:r w:rsidR="000B1C6C">
        <w:rPr>
          <w:rtl/>
        </w:rPr>
        <w:t>،</w:t>
      </w:r>
      <w:r w:rsidRPr="000B1C6C">
        <w:rPr>
          <w:rtl/>
        </w:rPr>
        <w:t xml:space="preserve"> ولا تدرك أمدنا</w:t>
      </w:r>
      <w:r w:rsidR="000B1C6C">
        <w:rPr>
          <w:rtl/>
        </w:rPr>
        <w:t>،</w:t>
      </w:r>
      <w:r w:rsidRPr="000B1C6C">
        <w:rPr>
          <w:rtl/>
        </w:rPr>
        <w:t xml:space="preserve"> ولا ترحض عنك عارها</w:t>
      </w:r>
      <w:r w:rsidR="000B1C6C">
        <w:rPr>
          <w:rtl/>
        </w:rPr>
        <w:t>،</w:t>
      </w:r>
      <w:r w:rsidRPr="000B1C6C">
        <w:rPr>
          <w:rtl/>
        </w:rPr>
        <w:t xml:space="preserve"> وهل رأيك إلاّ فند</w:t>
      </w:r>
      <w:r w:rsidRPr="000B1C6C">
        <w:rPr>
          <w:rStyle w:val="libFootnotenumChar"/>
          <w:rtl/>
        </w:rPr>
        <w:t>(7)</w:t>
      </w:r>
      <w:r w:rsidR="000B1C6C">
        <w:rPr>
          <w:rtl/>
        </w:rPr>
        <w:t>،</w:t>
      </w:r>
      <w:r w:rsidRPr="000B1C6C">
        <w:rPr>
          <w:rtl/>
        </w:rPr>
        <w:t xml:space="preserve"> وأيامك إلاّ عدد</w:t>
      </w:r>
      <w:r w:rsidR="000B1C6C">
        <w:rPr>
          <w:rtl/>
        </w:rPr>
        <w:t>،</w:t>
      </w:r>
      <w:r w:rsidRPr="000B1C6C">
        <w:rPr>
          <w:rtl/>
        </w:rPr>
        <w:t xml:space="preserve"> وجمعك إلاّ بدد</w:t>
      </w:r>
      <w:r w:rsidR="000B1C6C">
        <w:rPr>
          <w:rtl/>
        </w:rPr>
        <w:t>،</w:t>
      </w:r>
      <w:r w:rsidRPr="000B1C6C">
        <w:rPr>
          <w:rtl/>
        </w:rPr>
        <w:t xml:space="preserve"> يوم ينادي المنادي ألا لعنة الله على الظالمين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فالحمد لله ربِّ العالمين الذي ختم لأوّلنا</w:t>
      </w:r>
      <w:r w:rsidRPr="000B1C6C">
        <w:rPr>
          <w:rtl/>
        </w:rPr>
        <w:t xml:space="preserve"> </w:t>
      </w:r>
      <w:r>
        <w:rPr>
          <w:rtl/>
        </w:rPr>
        <w:t>بالسعادة والمغفرة</w:t>
      </w:r>
      <w:r w:rsidR="000B1C6C">
        <w:rPr>
          <w:rtl/>
        </w:rPr>
        <w:t>،</w:t>
      </w:r>
      <w:r>
        <w:rPr>
          <w:rtl/>
        </w:rPr>
        <w:t xml:space="preserve"> ولآخرنا بالشهادة</w:t>
      </w:r>
      <w:r w:rsidRPr="000B1C6C">
        <w:rPr>
          <w:rtl/>
        </w:rPr>
        <w:t xml:space="preserve">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الدواهي</w:t>
      </w:r>
      <w:r w:rsidR="000B1C6C">
        <w:rPr>
          <w:rtl/>
        </w:rPr>
        <w:t>:</w:t>
      </w:r>
      <w:r>
        <w:rPr>
          <w:rtl/>
        </w:rPr>
        <w:t xml:space="preserve"> جمع داهية</w:t>
      </w:r>
      <w:r w:rsidR="000B1C6C">
        <w:rPr>
          <w:rtl/>
        </w:rPr>
        <w:t>،</w:t>
      </w:r>
      <w:r>
        <w:rPr>
          <w:rtl/>
        </w:rPr>
        <w:t xml:space="preserve"> وهي النازلة بالإنسان من بلاء وغيره</w:t>
      </w:r>
      <w:r w:rsidR="000B1C6C">
        <w:rPr>
          <w:rtl/>
        </w:rPr>
        <w:t>.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(2) </w:t>
      </w:r>
      <w:r>
        <w:rPr>
          <w:rtl/>
        </w:rPr>
        <w:t>تنطف (بكسر الطاء وضمها)</w:t>
      </w:r>
      <w:r w:rsidR="000B1C6C">
        <w:rPr>
          <w:rtl/>
        </w:rPr>
        <w:t>:</w:t>
      </w:r>
      <w:r>
        <w:rPr>
          <w:rtl/>
        </w:rPr>
        <w:t xml:space="preserve"> أي تقطر</w:t>
      </w:r>
      <w:r w:rsidR="000B1C6C">
        <w:rPr>
          <w:rtl/>
        </w:rPr>
        <w:t>.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(3) </w:t>
      </w:r>
      <w:r>
        <w:rPr>
          <w:rtl/>
        </w:rPr>
        <w:t>تنحلب عينه وفوه</w:t>
      </w:r>
      <w:r w:rsidR="000B1C6C">
        <w:rPr>
          <w:rtl/>
        </w:rPr>
        <w:t>:</w:t>
      </w:r>
      <w:r>
        <w:rPr>
          <w:rtl/>
        </w:rPr>
        <w:t xml:space="preserve"> أي سالا</w:t>
      </w:r>
      <w:r w:rsidR="000B1C6C">
        <w:rPr>
          <w:rtl/>
        </w:rPr>
        <w:t>.</w:t>
      </w:r>
      <w:r>
        <w:rPr>
          <w:rtl/>
        </w:rPr>
        <w:t xml:space="preserve"> (القاموس</w:t>
      </w:r>
      <w:r w:rsidRPr="000B1C6C">
        <w:rPr>
          <w:rtl/>
        </w:rPr>
        <w:t>)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(4) </w:t>
      </w:r>
      <w:r>
        <w:rPr>
          <w:rtl/>
        </w:rPr>
        <w:t>العواسل</w:t>
      </w:r>
      <w:r w:rsidR="000B1C6C">
        <w:rPr>
          <w:rtl/>
        </w:rPr>
        <w:t>:</w:t>
      </w:r>
      <w:r>
        <w:rPr>
          <w:rtl/>
        </w:rPr>
        <w:t xml:space="preserve"> الذئاب السريعة العدو</w:t>
      </w:r>
      <w:r w:rsidR="000B1C6C">
        <w:rPr>
          <w:rtl/>
        </w:rPr>
        <w:t>.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(5) </w:t>
      </w:r>
      <w:r>
        <w:rPr>
          <w:rtl/>
        </w:rPr>
        <w:t>اُمّهات الفراعل</w:t>
      </w:r>
      <w:r w:rsidR="000B1C6C">
        <w:rPr>
          <w:rtl/>
        </w:rPr>
        <w:t>:</w:t>
      </w:r>
      <w:r>
        <w:rPr>
          <w:rtl/>
        </w:rPr>
        <w:t xml:space="preserve"> تريد بها الضباع</w:t>
      </w:r>
      <w:r w:rsidR="000B1C6C">
        <w:rPr>
          <w:rtl/>
        </w:rPr>
        <w:t>،</w:t>
      </w:r>
      <w:r>
        <w:rPr>
          <w:rtl/>
        </w:rPr>
        <w:t xml:space="preserve"> جمع فرعل</w:t>
      </w:r>
      <w:r w:rsidR="000B1C6C">
        <w:rPr>
          <w:rtl/>
        </w:rPr>
        <w:t>،</w:t>
      </w:r>
      <w:r>
        <w:rPr>
          <w:rtl/>
        </w:rPr>
        <w:t xml:space="preserve"> وهو ولد الضبع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0B1C6C" w:rsidRDefault="002D7A5A" w:rsidP="002D7A5A">
      <w:pPr>
        <w:pStyle w:val="libFootnote"/>
      </w:pPr>
      <w:r w:rsidRPr="000B1C6C">
        <w:rPr>
          <w:rtl/>
        </w:rPr>
        <w:t xml:space="preserve">(6) </w:t>
      </w:r>
      <w:r>
        <w:rPr>
          <w:rtl/>
        </w:rPr>
        <w:t>سورة فصلّت / 46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Footnote"/>
      </w:pPr>
      <w:r w:rsidRPr="000B1C6C">
        <w:rPr>
          <w:rtl/>
        </w:rPr>
        <w:t xml:space="preserve">(7) </w:t>
      </w:r>
      <w:r>
        <w:rPr>
          <w:rtl/>
        </w:rPr>
        <w:t>الفند</w:t>
      </w:r>
      <w:r w:rsidR="000B1C6C">
        <w:rPr>
          <w:rtl/>
        </w:rPr>
        <w:t>:</w:t>
      </w:r>
      <w:r>
        <w:rPr>
          <w:rtl/>
        </w:rPr>
        <w:t xml:space="preserve"> الكذب</w:t>
      </w:r>
      <w:r w:rsidR="000B1C6C">
        <w:rPr>
          <w:rtl/>
        </w:rPr>
        <w:t>،</w:t>
      </w:r>
      <w:r>
        <w:rPr>
          <w:rtl/>
        </w:rPr>
        <w:t xml:space="preserve"> ويقال لضعف الرأي</w:t>
      </w:r>
      <w:r w:rsidR="000B1C6C">
        <w:rPr>
          <w:rtl/>
        </w:rPr>
        <w:t>:</w:t>
      </w:r>
      <w:r>
        <w:rPr>
          <w:rtl/>
        </w:rPr>
        <w:t xml:space="preserve"> الفند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0B1C6C" w:rsidRDefault="002D7A5A" w:rsidP="00D44192">
      <w:pPr>
        <w:pStyle w:val="libNormal0"/>
      </w:pPr>
      <w:r>
        <w:rPr>
          <w:rtl/>
        </w:rPr>
        <w:lastRenderedPageBreak/>
        <w:t>والرحمة</w:t>
      </w:r>
      <w:r w:rsidR="000B1C6C">
        <w:rPr>
          <w:rtl/>
        </w:rPr>
        <w:t>،</w:t>
      </w:r>
      <w:r>
        <w:rPr>
          <w:rtl/>
        </w:rPr>
        <w:t xml:space="preserve"> ونسأل الله أن يكمل لهم الثواب</w:t>
      </w:r>
      <w:r w:rsidR="000B1C6C">
        <w:rPr>
          <w:rtl/>
        </w:rPr>
        <w:t>،</w:t>
      </w:r>
      <w:r>
        <w:rPr>
          <w:rtl/>
        </w:rPr>
        <w:t xml:space="preserve"> ويوجب لهم المزيد</w:t>
      </w:r>
      <w:r w:rsidR="000B1C6C">
        <w:rPr>
          <w:rtl/>
        </w:rPr>
        <w:t>،</w:t>
      </w:r>
      <w:r>
        <w:rPr>
          <w:rtl/>
        </w:rPr>
        <w:t xml:space="preserve"> ويحسن علينا</w:t>
      </w:r>
      <w:r w:rsidRPr="000B1C6C">
        <w:rPr>
          <w:rtl/>
        </w:rPr>
        <w:t xml:space="preserve"> </w:t>
      </w:r>
      <w:r>
        <w:rPr>
          <w:rtl/>
        </w:rPr>
        <w:t>الخلافة</w:t>
      </w:r>
      <w:r w:rsidR="000B1C6C">
        <w:rPr>
          <w:rtl/>
        </w:rPr>
        <w:t>،</w:t>
      </w:r>
      <w:r>
        <w:rPr>
          <w:rtl/>
        </w:rPr>
        <w:t xml:space="preserve"> إنه رحيم ودود</w:t>
      </w:r>
      <w:r w:rsidR="000B1C6C">
        <w:rPr>
          <w:rtl/>
        </w:rPr>
        <w:t>،</w:t>
      </w:r>
      <w:r>
        <w:rPr>
          <w:rtl/>
        </w:rPr>
        <w:t xml:space="preserve"> وهو حسبنا ونعم الوكيل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>فقال يزيد في جوابها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يا صيحةً تُحمد من صوائحِ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ما أهون النوح على النوائحِ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2D7A5A">
      <w:pPr>
        <w:pStyle w:val="Heading2"/>
      </w:pPr>
      <w:bookmarkStart w:id="23" w:name="_Toc387220698"/>
      <w:r w:rsidRPr="002D7A5A">
        <w:rPr>
          <w:rtl/>
        </w:rPr>
        <w:t>جوابها ليزيد في مجلسه</w:t>
      </w:r>
      <w:bookmarkStart w:id="24" w:name="جوابها_ليزيد_في_مجلسه"/>
      <w:bookmarkEnd w:id="23"/>
      <w:bookmarkEnd w:id="24"/>
    </w:p>
    <w:p w:rsidR="002D7A5A" w:rsidRPr="000B1C6C" w:rsidRDefault="002D7A5A" w:rsidP="000B1C6C">
      <w:pPr>
        <w:pStyle w:val="libNormal"/>
      </w:pPr>
      <w:r>
        <w:rPr>
          <w:rtl/>
        </w:rPr>
        <w:t>لما أدخلوا سبايا أهل البيت على يزيد (لعنه الله)</w:t>
      </w:r>
      <w:r w:rsidR="000B1C6C">
        <w:rPr>
          <w:rtl/>
        </w:rPr>
        <w:t>،</w:t>
      </w:r>
      <w:r>
        <w:rPr>
          <w:rtl/>
        </w:rPr>
        <w:t xml:space="preserve"> دعا بنساء أهل البيت</w:t>
      </w:r>
      <w:r w:rsidRPr="000B1C6C">
        <w:rPr>
          <w:rtl/>
        </w:rPr>
        <w:t xml:space="preserve"> </w:t>
      </w:r>
      <w:r>
        <w:rPr>
          <w:rtl/>
        </w:rPr>
        <w:t>والصبايا فاُجلسوا بين يديه</w:t>
      </w:r>
      <w:r w:rsidR="000B1C6C">
        <w:rPr>
          <w:rtl/>
        </w:rPr>
        <w:t>،</w:t>
      </w:r>
      <w:r>
        <w:rPr>
          <w:rtl/>
        </w:rPr>
        <w:t xml:space="preserve"> في مجلسه المشؤوم</w:t>
      </w:r>
      <w:r w:rsidR="000B1C6C">
        <w:rPr>
          <w:rtl/>
        </w:rPr>
        <w:t>،</w:t>
      </w:r>
      <w:r>
        <w:rPr>
          <w:rtl/>
        </w:rPr>
        <w:t xml:space="preserve"> فنظر شامي إلى فاطمة بنت</w:t>
      </w:r>
      <w:r w:rsidRPr="000B1C6C">
        <w:rPr>
          <w:rtl/>
        </w:rPr>
        <w:t xml:space="preserve"> </w:t>
      </w:r>
      <w:r>
        <w:rPr>
          <w:rtl/>
        </w:rPr>
        <w:t xml:space="preserve">الحسين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فقام إلى يزيد وقال</w:t>
      </w:r>
      <w:r w:rsidR="000B1C6C">
        <w:rPr>
          <w:rtl/>
        </w:rPr>
        <w:t>:</w:t>
      </w:r>
      <w:r>
        <w:rPr>
          <w:rtl/>
        </w:rPr>
        <w:t xml:space="preserve"> يا أمير</w:t>
      </w:r>
      <w:r w:rsidR="000B1C6C">
        <w:rPr>
          <w:rtl/>
        </w:rPr>
        <w:t>،</w:t>
      </w:r>
      <w:r>
        <w:rPr>
          <w:rtl/>
        </w:rPr>
        <w:t xml:space="preserve"> هب لي هذه الجارية لتكون خادمة</w:t>
      </w:r>
      <w:r w:rsidRPr="000B1C6C">
        <w:rPr>
          <w:rtl/>
        </w:rPr>
        <w:t xml:space="preserve"> </w:t>
      </w:r>
      <w:r>
        <w:rPr>
          <w:rtl/>
        </w:rPr>
        <w:t>عندي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D44192">
      <w:pPr>
        <w:pStyle w:val="libNormal"/>
      </w:pPr>
      <w:r w:rsidRPr="000B1C6C">
        <w:rPr>
          <w:rtl/>
        </w:rPr>
        <w:t xml:space="preserve">قالت فاطمة بنت الحسين </w:t>
      </w:r>
      <w:r w:rsidR="00FB26B1" w:rsidRPr="00FB26B1">
        <w:rPr>
          <w:rStyle w:val="libAlaemChar"/>
          <w:rtl/>
        </w:rPr>
        <w:t>عليهما‌السلام</w:t>
      </w:r>
      <w:r w:rsidR="000B1C6C">
        <w:rPr>
          <w:rtl/>
        </w:rPr>
        <w:t>:</w:t>
      </w:r>
      <w:r w:rsidRPr="000B1C6C">
        <w:rPr>
          <w:rtl/>
        </w:rPr>
        <w:t xml:space="preserve"> فارتعدت فرائصي</w:t>
      </w:r>
      <w:r w:rsidR="000B1C6C">
        <w:rPr>
          <w:rtl/>
        </w:rPr>
        <w:t>،</w:t>
      </w:r>
      <w:r w:rsidRPr="000B1C6C">
        <w:rPr>
          <w:rtl/>
        </w:rPr>
        <w:t xml:space="preserve"> وظننت أن ذلك جائز لهم</w:t>
      </w:r>
      <w:r w:rsidR="000B1C6C">
        <w:rPr>
          <w:rtl/>
        </w:rPr>
        <w:t>،</w:t>
      </w:r>
      <w:r w:rsidRPr="000B1C6C">
        <w:rPr>
          <w:rtl/>
        </w:rPr>
        <w:t xml:space="preserve"> فأخذت بثياب عمتي زينب </w:t>
      </w:r>
      <w:r w:rsidR="00FB26B1" w:rsidRPr="00FB26B1">
        <w:rPr>
          <w:rStyle w:val="libAlaemChar"/>
          <w:rtl/>
        </w:rPr>
        <w:t>عليها‌السلام</w:t>
      </w:r>
      <w:r w:rsidRPr="000B1C6C">
        <w:rPr>
          <w:rtl/>
        </w:rPr>
        <w:t xml:space="preserve"> وقلت لها</w:t>
      </w:r>
      <w:r w:rsidR="000B1C6C">
        <w:rPr>
          <w:rtl/>
        </w:rPr>
        <w:t>:</w:t>
      </w:r>
      <w:r w:rsidRPr="000B1C6C">
        <w:rPr>
          <w:rtl/>
        </w:rPr>
        <w:t xml:space="preserve"> عمّة</w:t>
      </w:r>
      <w:r w:rsidR="000B1C6C">
        <w:rPr>
          <w:rtl/>
        </w:rPr>
        <w:t>،</w:t>
      </w:r>
      <w:r w:rsidRPr="000B1C6C">
        <w:rPr>
          <w:rtl/>
        </w:rPr>
        <w:t xml:space="preserve"> اُوتمت على صغر سني واُستخدم لأهل الشام</w:t>
      </w:r>
      <w:r w:rsidR="000B1C6C">
        <w:rPr>
          <w:rtl/>
        </w:rPr>
        <w:t>!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فقالت عمتي للشامي</w:t>
      </w:r>
      <w:r w:rsidR="000B1C6C">
        <w:rPr>
          <w:rtl/>
        </w:rPr>
        <w:t>:</w:t>
      </w:r>
      <w:r>
        <w:rPr>
          <w:rtl/>
        </w:rPr>
        <w:t xml:space="preserve"> ما جعل الله ذلك لك ولا لأميرك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فغضب يزيد</w:t>
      </w:r>
      <w:r w:rsidRPr="000B1C6C">
        <w:rPr>
          <w:rtl/>
        </w:rPr>
        <w:t xml:space="preserve"> </w:t>
      </w:r>
      <w:r>
        <w:rPr>
          <w:rtl/>
        </w:rPr>
        <w:t>وقال</w:t>
      </w:r>
      <w:r w:rsidR="000B1C6C">
        <w:rPr>
          <w:rtl/>
        </w:rPr>
        <w:t>:</w:t>
      </w:r>
      <w:r>
        <w:rPr>
          <w:rtl/>
        </w:rPr>
        <w:t xml:space="preserve"> إنّ ذلك لي</w:t>
      </w:r>
      <w:r w:rsidR="000B1C6C">
        <w:rPr>
          <w:rtl/>
        </w:rPr>
        <w:t>،</w:t>
      </w:r>
      <w:r>
        <w:rPr>
          <w:rtl/>
        </w:rPr>
        <w:t xml:space="preserve"> ولو شئت أن أفعل لفعلت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 xml:space="preserve">فقالت زينب </w:t>
      </w:r>
      <w:r w:rsidR="00FB26B1" w:rsidRPr="00FB26B1">
        <w:rPr>
          <w:rStyle w:val="libAlaemChar"/>
          <w:rtl/>
        </w:rPr>
        <w:t>عليها‌السلام</w:t>
      </w:r>
      <w:r w:rsidR="000B1C6C">
        <w:rPr>
          <w:rtl/>
        </w:rPr>
        <w:t>:</w:t>
      </w:r>
      <w:r>
        <w:rPr>
          <w:rtl/>
        </w:rPr>
        <w:t xml:space="preserve"> كلاّ والله</w:t>
      </w:r>
      <w:r w:rsidR="000B1C6C">
        <w:rPr>
          <w:rtl/>
        </w:rPr>
        <w:t>،</w:t>
      </w:r>
      <w:r>
        <w:rPr>
          <w:rtl/>
        </w:rPr>
        <w:t xml:space="preserve"> ما</w:t>
      </w:r>
      <w:r w:rsidRPr="000B1C6C">
        <w:rPr>
          <w:rtl/>
        </w:rPr>
        <w:t xml:space="preserve"> </w:t>
      </w:r>
      <w:r>
        <w:rPr>
          <w:rtl/>
        </w:rPr>
        <w:t>جعل الله ذلك لك إلاّ أن تخرج عن ملّتنا وتدين بغير ديننا</w:t>
      </w:r>
      <w:r w:rsidR="000B1C6C">
        <w:rPr>
          <w:rtl/>
        </w:rPr>
        <w:t>.</w:t>
      </w:r>
      <w:r>
        <w:rPr>
          <w:rtl/>
        </w:rPr>
        <w:t xml:space="preserve"> فاستطار يزيد</w:t>
      </w:r>
      <w:r w:rsidRPr="000B1C6C">
        <w:rPr>
          <w:rtl/>
        </w:rPr>
        <w:t xml:space="preserve"> </w:t>
      </w:r>
      <w:r>
        <w:rPr>
          <w:rtl/>
        </w:rPr>
        <w:t>غضباً وقال</w:t>
      </w:r>
      <w:r w:rsidR="000B1C6C">
        <w:rPr>
          <w:rtl/>
        </w:rPr>
        <w:t>:</w:t>
      </w:r>
      <w:r>
        <w:rPr>
          <w:rtl/>
        </w:rPr>
        <w:t xml:space="preserve"> إيّاي تستقبليني بهذا الكلام</w:t>
      </w:r>
      <w:r w:rsidR="000B1C6C">
        <w:rPr>
          <w:rtl/>
        </w:rPr>
        <w:t>!</w:t>
      </w:r>
      <w:r>
        <w:rPr>
          <w:rtl/>
        </w:rPr>
        <w:t xml:space="preserve"> إنّما خرج عن الدين أبوك وأخوك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 xml:space="preserve">فقالت زينب </w:t>
      </w:r>
      <w:r w:rsidR="00FB26B1" w:rsidRPr="00FB26B1">
        <w:rPr>
          <w:rStyle w:val="libAlaemChar"/>
          <w:rtl/>
        </w:rPr>
        <w:t>عليها‌السلام</w:t>
      </w:r>
      <w:r w:rsidR="000B1C6C">
        <w:rPr>
          <w:rtl/>
        </w:rPr>
        <w:t>:</w:t>
      </w:r>
      <w:r>
        <w:rPr>
          <w:rtl/>
        </w:rPr>
        <w:t xml:space="preserve"> بدين الله ودين جدّي وأبي اهتديت أنت وأبوك إن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>
        <w:rPr>
          <w:rtl/>
        </w:rPr>
        <w:lastRenderedPageBreak/>
        <w:t>كنت مسلماً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قال</w:t>
      </w:r>
      <w:r w:rsidR="000B1C6C">
        <w:rPr>
          <w:rtl/>
        </w:rPr>
        <w:t>:</w:t>
      </w:r>
      <w:r>
        <w:rPr>
          <w:rtl/>
        </w:rPr>
        <w:t xml:space="preserve"> كذبت يا عدوة الله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قالت</w:t>
      </w:r>
      <w:r w:rsidR="000B1C6C">
        <w:rPr>
          <w:rtl/>
        </w:rPr>
        <w:t>:</w:t>
      </w:r>
      <w:r>
        <w:rPr>
          <w:rtl/>
        </w:rPr>
        <w:t xml:space="preserve"> يزيد</w:t>
      </w:r>
      <w:r w:rsidR="000B1C6C">
        <w:rPr>
          <w:rtl/>
        </w:rPr>
        <w:t>،</w:t>
      </w:r>
      <w:r>
        <w:rPr>
          <w:rtl/>
        </w:rPr>
        <w:t xml:space="preserve"> أنت أمير</w:t>
      </w:r>
      <w:r w:rsidR="000B1C6C">
        <w:rPr>
          <w:rtl/>
        </w:rPr>
        <w:t>،</w:t>
      </w:r>
      <w:r>
        <w:rPr>
          <w:rtl/>
        </w:rPr>
        <w:t xml:space="preserve"> تشتم ظالماً</w:t>
      </w:r>
      <w:r w:rsidRPr="000B1C6C">
        <w:rPr>
          <w:rtl/>
        </w:rPr>
        <w:t xml:space="preserve"> </w:t>
      </w:r>
      <w:r>
        <w:rPr>
          <w:rtl/>
        </w:rPr>
        <w:t>وتقهر بسلطانك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فكأنه استحى وسكت</w:t>
      </w:r>
      <w:r w:rsidR="000B1C6C">
        <w:rPr>
          <w:rtl/>
        </w:rPr>
        <w:t>،</w:t>
      </w:r>
      <w:r>
        <w:rPr>
          <w:rtl/>
        </w:rPr>
        <w:t xml:space="preserve"> فأعاد الشامي كلامه</w:t>
      </w:r>
      <w:r w:rsidR="000B1C6C">
        <w:rPr>
          <w:rtl/>
        </w:rPr>
        <w:t>:</w:t>
      </w:r>
      <w:r>
        <w:rPr>
          <w:rtl/>
        </w:rPr>
        <w:t xml:space="preserve"> هب لي هذه الجارية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فقال له يزيد</w:t>
      </w:r>
      <w:r w:rsidR="000B1C6C">
        <w:rPr>
          <w:rtl/>
        </w:rPr>
        <w:t>:</w:t>
      </w:r>
      <w:r>
        <w:rPr>
          <w:rtl/>
        </w:rPr>
        <w:t xml:space="preserve"> اسكت</w:t>
      </w:r>
      <w:r w:rsidR="000B1C6C">
        <w:rPr>
          <w:rtl/>
        </w:rPr>
        <w:t>!</w:t>
      </w:r>
      <w:r>
        <w:rPr>
          <w:rtl/>
        </w:rPr>
        <w:t xml:space="preserve"> وهب الله لك حتفاً قاضياً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>وللمرحوم السيد حسن الخطيب البغدادي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يا قلب زيـنب مـا لاقيت من محنٍ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فـيك الـرزايا وكلّ الصبر قد جمعا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لو كان ما فيك من صبرٍ ومن محنٍ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في قلب أقوى جبال الأرض لانصدعا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[يكفيك] صـبراً قـلوب الـناس كلهمُ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FF6D3D" w:rsidP="00FF6D3D">
            <w:pPr>
              <w:pStyle w:val="libPoem"/>
            </w:pPr>
            <w:r w:rsidRPr="006A238B">
              <w:rPr>
                <w:rFonts w:hint="cs"/>
                <w:rtl/>
              </w:rPr>
              <w:t>تـفـطّرت لـلذي لاقـيته جـزعا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2D7A5A">
      <w:pPr>
        <w:pStyle w:val="libBold1"/>
      </w:pPr>
      <w:r>
        <w:rPr>
          <w:rtl/>
        </w:rPr>
        <w:t>شعرها</w:t>
      </w:r>
      <w:bookmarkStart w:id="25" w:name="شعرها"/>
      <w:bookmarkEnd w:id="25"/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>جاء في بطون الكتب والأسفار أنّ هذه الأبيات لزينب الكبرى حين رأت شقيقها</w:t>
      </w:r>
      <w:r w:rsidRPr="000B1C6C">
        <w:rPr>
          <w:rtl/>
        </w:rPr>
        <w:t xml:space="preserve"> </w:t>
      </w:r>
      <w:r>
        <w:rPr>
          <w:rtl/>
        </w:rPr>
        <w:t xml:space="preserve">الحسين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سيد شباب أهل الجنّة [مطروحاً] على صعيد كربلاء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594EDB" w:rsidP="00FF6D3D">
            <w:pPr>
              <w:pStyle w:val="libPoem"/>
            </w:pPr>
            <w:r w:rsidRPr="006A238B">
              <w:rPr>
                <w:rFonts w:hint="cs"/>
                <w:rtl/>
              </w:rPr>
              <w:t>لـقد حـطّ فينا من زماني نوائبُهْ</w:t>
            </w:r>
            <w:r w:rsidR="00FF6D3D"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594EDB" w:rsidP="00FF6D3D">
            <w:pPr>
              <w:pStyle w:val="libPoem"/>
            </w:pPr>
            <w:r w:rsidRPr="006A238B">
              <w:rPr>
                <w:rFonts w:hint="cs"/>
                <w:rtl/>
              </w:rPr>
              <w:t>وفـرّقـنا أنـيـابه ومـخـالبهْ</w:t>
            </w:r>
            <w:r w:rsidR="00FF6D3D"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594EDB" w:rsidP="00FF6D3D">
            <w:pPr>
              <w:pStyle w:val="libPoem"/>
            </w:pPr>
            <w:r w:rsidRPr="006A238B">
              <w:rPr>
                <w:rFonts w:hint="cs"/>
                <w:rtl/>
              </w:rPr>
              <w:t>وجار علينا الدهرُ في أرض غربةٍ</w:t>
            </w:r>
            <w:r w:rsidR="00FF6D3D"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594EDB" w:rsidP="00FF6D3D">
            <w:pPr>
              <w:pStyle w:val="libPoem"/>
            </w:pPr>
            <w:r w:rsidRPr="006A238B">
              <w:rPr>
                <w:rFonts w:hint="cs"/>
                <w:rtl/>
              </w:rPr>
              <w:t>ودبّـت عـلينا بـالرزايا عقاربهْ</w:t>
            </w:r>
            <w:r w:rsidR="00FF6D3D"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FF6D3D" w:rsidRPr="006A238B" w:rsidTr="00FF6D3D">
        <w:trPr>
          <w:trHeight w:val="350"/>
        </w:trPr>
        <w:tc>
          <w:tcPr>
            <w:tcW w:w="3536" w:type="dxa"/>
          </w:tcPr>
          <w:p w:rsidR="00FF6D3D" w:rsidRPr="006A238B" w:rsidRDefault="00594EDB" w:rsidP="00FF6D3D">
            <w:pPr>
              <w:pStyle w:val="libPoem"/>
            </w:pPr>
            <w:r w:rsidRPr="006A238B">
              <w:rPr>
                <w:rFonts w:hint="cs"/>
                <w:rtl/>
              </w:rPr>
              <w:t>وأردوا أخـي بالقتل غدراً وغيلةً</w:t>
            </w:r>
            <w:r w:rsidR="00FF6D3D"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F6D3D" w:rsidRDefault="00FF6D3D" w:rsidP="00FF6D3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FF6D3D" w:rsidRPr="006A238B" w:rsidRDefault="00594EDB" w:rsidP="00FF6D3D">
            <w:pPr>
              <w:pStyle w:val="libPoem"/>
            </w:pPr>
            <w:r w:rsidRPr="006A238B">
              <w:rPr>
                <w:rFonts w:hint="cs"/>
                <w:rtl/>
              </w:rPr>
              <w:t>ومـا خـلّفوا إلاّ الأسـى ونوائبهْ</w:t>
            </w:r>
            <w:r w:rsidR="00FF6D3D" w:rsidRPr="00FF6D3D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94EDB" w:rsidRPr="006A238B" w:rsidTr="00881F1D">
        <w:trPr>
          <w:trHeight w:val="350"/>
        </w:trPr>
        <w:tc>
          <w:tcPr>
            <w:tcW w:w="3536" w:type="dxa"/>
          </w:tcPr>
          <w:p w:rsidR="00594EDB" w:rsidRPr="006A238B" w:rsidRDefault="00594EDB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وجـار علينا الدهر والقومُ شهّدٌ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94EDB" w:rsidRDefault="00594EDB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94EDB" w:rsidRPr="006A238B" w:rsidRDefault="00594EDB" w:rsidP="00881F1D">
            <w:pPr>
              <w:pStyle w:val="libPoem"/>
            </w:pPr>
            <w:r w:rsidRPr="006A238B">
              <w:rPr>
                <w:rFonts w:hint="cs"/>
                <w:rtl/>
              </w:rPr>
              <w:t>وطـمّت رزاياه وحلّت مصائبهْ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594EDB" w:rsidRPr="006A238B" w:rsidTr="00594EDB">
        <w:trPr>
          <w:trHeight w:val="350"/>
        </w:trPr>
        <w:tc>
          <w:tcPr>
            <w:tcW w:w="3536" w:type="dxa"/>
          </w:tcPr>
          <w:p w:rsidR="00594EDB" w:rsidRPr="006A238B" w:rsidRDefault="00594EDB" w:rsidP="00881F1D">
            <w:pPr>
              <w:pStyle w:val="libPoem"/>
            </w:pPr>
            <w:r w:rsidRPr="006A238B">
              <w:rPr>
                <w:rFonts w:hint="cs"/>
                <w:rtl/>
              </w:rPr>
              <w:t>حـسينٌ لـقد أمسى قتيلاً مجدّلاً</w:t>
            </w:r>
            <w:r w:rsidRPr="00594ED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94EDB" w:rsidRDefault="00594EDB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94EDB" w:rsidRPr="006A238B" w:rsidRDefault="00594EDB" w:rsidP="00881F1D">
            <w:pPr>
              <w:pStyle w:val="libPoem"/>
            </w:pPr>
            <w:r w:rsidRPr="006A238B">
              <w:rPr>
                <w:rFonts w:hint="cs"/>
                <w:rtl/>
              </w:rPr>
              <w:t>وأظـلم مـن ديـن الإله مذاهبهْ</w:t>
            </w:r>
            <w:r w:rsidRPr="00594EDB">
              <w:rPr>
                <w:rStyle w:val="libPoemTiniChar0"/>
                <w:rtl/>
              </w:rPr>
              <w:br/>
              <w:t> </w:t>
            </w:r>
          </w:p>
        </w:tc>
      </w:tr>
      <w:tr w:rsidR="00594EDB" w:rsidRPr="006A238B" w:rsidTr="00594EDB">
        <w:trPr>
          <w:trHeight w:val="350"/>
        </w:trPr>
        <w:tc>
          <w:tcPr>
            <w:tcW w:w="3536" w:type="dxa"/>
          </w:tcPr>
          <w:p w:rsidR="00594EDB" w:rsidRPr="006A238B" w:rsidRDefault="00594EDB" w:rsidP="00881F1D">
            <w:pPr>
              <w:pStyle w:val="libPoem"/>
            </w:pPr>
            <w:r w:rsidRPr="006A238B">
              <w:rPr>
                <w:rFonts w:hint="cs"/>
                <w:rtl/>
              </w:rPr>
              <w:t>فـلم يـبقَ لـي ركنٌ ألوذ بظلِّه</w:t>
            </w:r>
            <w:r w:rsidRPr="00594ED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94EDB" w:rsidRDefault="00594EDB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94EDB" w:rsidRPr="006A238B" w:rsidRDefault="00594EDB" w:rsidP="00881F1D">
            <w:pPr>
              <w:pStyle w:val="libPoem"/>
            </w:pPr>
            <w:r w:rsidRPr="006A238B">
              <w:rPr>
                <w:rFonts w:hint="cs"/>
                <w:rtl/>
              </w:rPr>
              <w:t>ومَن ذا يعاني الدهر من ذا يغالبهْ</w:t>
            </w:r>
            <w:r w:rsidRPr="00594EDB">
              <w:rPr>
                <w:rStyle w:val="libPoemTiniChar0"/>
                <w:rtl/>
              </w:rPr>
              <w:br/>
              <w:t> </w:t>
            </w:r>
          </w:p>
        </w:tc>
      </w:tr>
      <w:tr w:rsidR="00594EDB" w:rsidRPr="006A238B" w:rsidTr="00594EDB">
        <w:trPr>
          <w:trHeight w:val="350"/>
        </w:trPr>
        <w:tc>
          <w:tcPr>
            <w:tcW w:w="3536" w:type="dxa"/>
          </w:tcPr>
          <w:p w:rsidR="00594EDB" w:rsidRPr="006A238B" w:rsidRDefault="00594EDB" w:rsidP="00881F1D">
            <w:pPr>
              <w:pStyle w:val="libPoem"/>
            </w:pPr>
            <w:r w:rsidRPr="006A238B">
              <w:rPr>
                <w:rFonts w:hint="cs"/>
                <w:rtl/>
              </w:rPr>
              <w:t>وفـرّقنا هـذا الـزمان مـشتتاً</w:t>
            </w:r>
            <w:r w:rsidRPr="00594ED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94EDB" w:rsidRDefault="00594EDB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94EDB" w:rsidRPr="006A238B" w:rsidRDefault="00594EDB" w:rsidP="00881F1D">
            <w:pPr>
              <w:pStyle w:val="libPoem"/>
            </w:pPr>
            <w:r w:rsidRPr="006A238B">
              <w:rPr>
                <w:rFonts w:hint="cs"/>
                <w:rtl/>
              </w:rPr>
              <w:t>وأرحـت علينا الفاجعات نكائبهْ</w:t>
            </w:r>
            <w:r w:rsidRPr="00594EDB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Center"/>
      </w:pPr>
      <w:r w:rsidRPr="000B1C6C">
        <w:rPr>
          <w:rtl/>
        </w:rPr>
        <w:t>* * *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 xml:space="preserve">ولها </w:t>
      </w:r>
      <w:r w:rsidR="00FB26B1" w:rsidRPr="00FB26B1">
        <w:rPr>
          <w:rStyle w:val="libAlaemChar"/>
          <w:rtl/>
        </w:rPr>
        <w:t>عليها‌السلام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94EDB" w:rsidRPr="006A238B" w:rsidTr="00881F1D">
        <w:trPr>
          <w:trHeight w:val="350"/>
        </w:trPr>
        <w:tc>
          <w:tcPr>
            <w:tcW w:w="3536" w:type="dxa"/>
          </w:tcPr>
          <w:p w:rsidR="00594EDB" w:rsidRPr="006A238B" w:rsidRDefault="00594EDB" w:rsidP="00881F1D">
            <w:pPr>
              <w:pStyle w:val="libPoem"/>
            </w:pPr>
            <w:r w:rsidRPr="006A238B">
              <w:rPr>
                <w:rFonts w:hint="cs"/>
                <w:rtl/>
              </w:rPr>
              <w:t>مـاذا تـقولون إن قال النبيُّ لكمْ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94EDB" w:rsidRDefault="00594EDB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94EDB" w:rsidRPr="006A238B" w:rsidRDefault="00594EDB" w:rsidP="00881F1D">
            <w:pPr>
              <w:pStyle w:val="libPoem"/>
            </w:pPr>
            <w:r w:rsidRPr="006A238B">
              <w:rPr>
                <w:rFonts w:hint="cs"/>
                <w:rtl/>
              </w:rPr>
              <w:t>مـاذا فـعلتم وأنـتم آخـر الاُممِ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594EDB" w:rsidRPr="006A238B" w:rsidTr="00594EDB">
        <w:trPr>
          <w:trHeight w:val="350"/>
        </w:trPr>
        <w:tc>
          <w:tcPr>
            <w:tcW w:w="3536" w:type="dxa"/>
          </w:tcPr>
          <w:p w:rsidR="00594EDB" w:rsidRPr="006A238B" w:rsidRDefault="00594EDB" w:rsidP="00881F1D">
            <w:pPr>
              <w:pStyle w:val="libPoem"/>
            </w:pPr>
            <w:r w:rsidRPr="006A238B">
              <w:rPr>
                <w:rFonts w:hint="cs"/>
                <w:rtl/>
              </w:rPr>
              <w:t>بـعترتي أهـلِ بيتي بعد مفتقدي</w:t>
            </w:r>
            <w:r w:rsidRPr="00594ED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94EDB" w:rsidRDefault="00594EDB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94EDB" w:rsidRPr="006A238B" w:rsidRDefault="00594EDB" w:rsidP="00881F1D">
            <w:pPr>
              <w:pStyle w:val="libPoem"/>
            </w:pPr>
            <w:r w:rsidRPr="006A238B">
              <w:rPr>
                <w:rFonts w:hint="cs"/>
                <w:rtl/>
              </w:rPr>
              <w:t>مـنهم اُسارى ومنهم ضرّجوا بدمِ</w:t>
            </w:r>
            <w:r w:rsidRPr="00594EDB">
              <w:rPr>
                <w:rStyle w:val="libPoemTiniChar0"/>
                <w:rtl/>
              </w:rPr>
              <w:br/>
              <w:t> </w:t>
            </w:r>
          </w:p>
        </w:tc>
      </w:tr>
      <w:tr w:rsidR="00594EDB" w:rsidRPr="006A238B" w:rsidTr="00594EDB">
        <w:trPr>
          <w:trHeight w:val="350"/>
        </w:trPr>
        <w:tc>
          <w:tcPr>
            <w:tcW w:w="3536" w:type="dxa"/>
          </w:tcPr>
          <w:p w:rsidR="00594EDB" w:rsidRPr="006A238B" w:rsidRDefault="00594EDB" w:rsidP="00881F1D">
            <w:pPr>
              <w:pStyle w:val="libPoem"/>
            </w:pPr>
            <w:r w:rsidRPr="006A238B">
              <w:rPr>
                <w:rFonts w:hint="cs"/>
                <w:rtl/>
              </w:rPr>
              <w:t>مـا كـان [هذا] جزائي إذ نصحت لكمْ</w:t>
            </w:r>
            <w:r w:rsidRPr="00594ED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94EDB" w:rsidRDefault="00594EDB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94EDB" w:rsidRPr="006A238B" w:rsidRDefault="00594EDB" w:rsidP="00881F1D">
            <w:pPr>
              <w:pStyle w:val="libPoem"/>
            </w:pPr>
            <w:r w:rsidRPr="006A238B">
              <w:rPr>
                <w:rFonts w:hint="cs"/>
                <w:rtl/>
              </w:rPr>
              <w:t>أن تخلفوني بسوءٍ في ذوي رحمي</w:t>
            </w:r>
            <w:r w:rsidRPr="00594EDB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2D7A5A">
      <w:pPr>
        <w:pStyle w:val="Heading2"/>
      </w:pPr>
      <w:bookmarkStart w:id="26" w:name="_Toc387220699"/>
      <w:r w:rsidRPr="002D7A5A">
        <w:rPr>
          <w:rtl/>
        </w:rPr>
        <w:t>تزويجها</w:t>
      </w:r>
      <w:bookmarkStart w:id="27" w:name="تزويجها"/>
      <w:bookmarkEnd w:id="26"/>
      <w:bookmarkEnd w:id="27"/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إنّ العقيلة زينب بنت علي </w:t>
      </w:r>
      <w:r w:rsidR="00FB26B1" w:rsidRPr="00FB26B1">
        <w:rPr>
          <w:rStyle w:val="libAlaemChar"/>
          <w:rtl/>
        </w:rPr>
        <w:t>عليهما‌السلام</w:t>
      </w:r>
      <w:r w:rsidRPr="000B1C6C">
        <w:rPr>
          <w:rtl/>
        </w:rPr>
        <w:t xml:space="preserve"> خطبها الأشراف من قريش والرؤساء من القبائل</w:t>
      </w:r>
      <w:r w:rsidR="000B1C6C">
        <w:rPr>
          <w:rtl/>
        </w:rPr>
        <w:t>،</w:t>
      </w:r>
      <w:r w:rsidRPr="000B1C6C">
        <w:rPr>
          <w:rtl/>
        </w:rPr>
        <w:t xml:space="preserve"> فكان علي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يردهم ويقول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بناتي لأولاد إخوتي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ويُروى أنّه خطبها الأشعث بن قيس</w:t>
      </w:r>
      <w:r w:rsidR="000B1C6C">
        <w:rPr>
          <w:rtl/>
        </w:rPr>
        <w:t>،</w:t>
      </w:r>
      <w:r w:rsidRPr="000B1C6C">
        <w:rPr>
          <w:rtl/>
        </w:rPr>
        <w:t xml:space="preserve"> وكان من ملوك كندة</w:t>
      </w:r>
      <w:r w:rsidR="000B1C6C">
        <w:rPr>
          <w:rtl/>
        </w:rPr>
        <w:t>،</w:t>
      </w:r>
      <w:r w:rsidRPr="000B1C6C">
        <w:rPr>
          <w:rtl/>
        </w:rPr>
        <w:t xml:space="preserve"> فزبره علي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وردّه وقال له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يابن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 w:rsidRPr="002D7A5A">
        <w:rPr>
          <w:rStyle w:val="libBold2Char"/>
          <w:rtl/>
        </w:rPr>
        <w:lastRenderedPageBreak/>
        <w:t>الحائك</w:t>
      </w:r>
      <w:r w:rsidRPr="000B1C6C">
        <w:rPr>
          <w:rStyle w:val="libFootnotenumChar"/>
          <w:rtl/>
        </w:rPr>
        <w:t>(1)</w:t>
      </w:r>
      <w:r w:rsidR="000B1C6C">
        <w:rPr>
          <w:rtl/>
        </w:rPr>
        <w:t>!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أغرّك ابنُ أبي قحافة حين زوّجك اخته</w:t>
      </w:r>
      <w:r w:rsidR="000B1C6C">
        <w:rPr>
          <w:rStyle w:val="libBold2Char"/>
          <w:rtl/>
        </w:rPr>
        <w:t>؟</w:t>
      </w:r>
      <w:r w:rsidRPr="000B1C6C">
        <w:rPr>
          <w:rStyle w:val="libBold2Char"/>
          <w:rtl/>
        </w:rPr>
        <w:t>! ))</w:t>
      </w:r>
      <w:r w:rsidR="000B1C6C">
        <w:rPr>
          <w:rStyle w:val="libBold2Char"/>
          <w:rtl/>
        </w:rPr>
        <w:t>.</w:t>
      </w:r>
      <w:r w:rsidRPr="000B1C6C">
        <w:rPr>
          <w:rtl/>
        </w:rPr>
        <w:t xml:space="preserve"> فخاب الأشعث مما به ورجع آيساً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ولكن أمير المؤمنين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كان بودّه أن يزوج بناته من أبناء أخيه</w:t>
      </w:r>
      <w:r w:rsidR="000B1C6C">
        <w:rPr>
          <w:rtl/>
        </w:rPr>
        <w:t>؛</w:t>
      </w:r>
      <w:r w:rsidRPr="000B1C6C">
        <w:rPr>
          <w:rtl/>
        </w:rPr>
        <w:t xml:space="preserve"> اقتداءً بقول النبي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عندما نظر ذات يوم إلى أولاد علي وجعفر</w:t>
      </w:r>
      <w:r w:rsidR="000B1C6C">
        <w:rPr>
          <w:rtl/>
        </w:rPr>
        <w:t>،</w:t>
      </w:r>
      <w:r w:rsidRPr="000B1C6C">
        <w:rPr>
          <w:rtl/>
        </w:rPr>
        <w:t xml:space="preserve"> قال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بناتنا لبنينا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وبنونا لبناتنا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  <w:r w:rsidRPr="000B1C6C">
        <w:rPr>
          <w:rtl/>
        </w:rPr>
        <w:t xml:space="preserve"> فأعطى علي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رقية لابن أخيه مسلم بن عقيل</w:t>
      </w:r>
      <w:r w:rsidRPr="000B1C6C">
        <w:rPr>
          <w:rStyle w:val="libFootnotenumChar"/>
          <w:rtl/>
        </w:rPr>
        <w:t>(2)</w:t>
      </w:r>
      <w:r w:rsidR="000B1C6C">
        <w:rPr>
          <w:rtl/>
        </w:rPr>
        <w:t>،</w:t>
      </w:r>
      <w:r w:rsidRPr="000B1C6C">
        <w:rPr>
          <w:rtl/>
        </w:rPr>
        <w:t xml:space="preserve"> وزوّج السيدة زينب </w:t>
      </w:r>
      <w:r w:rsidR="00FB26B1" w:rsidRPr="00FB26B1">
        <w:rPr>
          <w:rStyle w:val="libAlaemChar"/>
          <w:rtl/>
        </w:rPr>
        <w:t>عليها‌السلام</w:t>
      </w:r>
      <w:r w:rsidRPr="000B1C6C">
        <w:rPr>
          <w:rtl/>
        </w:rPr>
        <w:t xml:space="preserve"> من ابن أخيه عبد الله بن جعفر بن أبي طالب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على صداق اُمّها سيدة النساء فاطمة </w:t>
      </w:r>
      <w:r w:rsidR="00FB26B1" w:rsidRPr="00FB26B1">
        <w:rPr>
          <w:rStyle w:val="libAlaemChar"/>
          <w:rtl/>
        </w:rPr>
        <w:t>عليها‌السلام</w:t>
      </w:r>
      <w:r w:rsidRPr="000B1C6C">
        <w:rPr>
          <w:rtl/>
        </w:rPr>
        <w:t xml:space="preserve"> على أربعمئة وثمانين درهماً</w:t>
      </w:r>
      <w:r w:rsidR="000B1C6C">
        <w:rPr>
          <w:rtl/>
        </w:rPr>
        <w:t>،</w:t>
      </w:r>
      <w:r w:rsidRPr="000B1C6C">
        <w:rPr>
          <w:rtl/>
        </w:rPr>
        <w:t xml:space="preserve"> ووهب المهر علي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إيّاه من خالص ماله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Heading2"/>
      </w:pPr>
      <w:bookmarkStart w:id="28" w:name="_Toc387220700"/>
      <w:r w:rsidRPr="002D7A5A">
        <w:rPr>
          <w:rtl/>
        </w:rPr>
        <w:t>زوجها</w:t>
      </w:r>
      <w:bookmarkStart w:id="29" w:name="زوجها"/>
      <w:bookmarkEnd w:id="28"/>
      <w:bookmarkEnd w:id="29"/>
    </w:p>
    <w:p w:rsidR="002D7A5A" w:rsidRPr="000B1C6C" w:rsidRDefault="002D7A5A" w:rsidP="000B1C6C">
      <w:pPr>
        <w:pStyle w:val="libNormal"/>
      </w:pPr>
      <w:r>
        <w:rPr>
          <w:rtl/>
        </w:rPr>
        <w:t>عبد الله بن جعفر هو أوّل مولود ولد في الإسلام بأرض الحبشة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ونشأ وترعرع في</w:t>
      </w:r>
      <w:r w:rsidRPr="000B1C6C">
        <w:rPr>
          <w:rtl/>
        </w:rPr>
        <w:t xml:space="preserve"> </w:t>
      </w:r>
      <w:r>
        <w:rPr>
          <w:rtl/>
        </w:rPr>
        <w:t xml:space="preserve">حجر عمّه أمير المؤمنين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إلى أن زوّجه ابنته زينب الكبرى</w:t>
      </w:r>
      <w:r w:rsidR="000B1C6C">
        <w:rPr>
          <w:rtl/>
        </w:rPr>
        <w:t>.</w:t>
      </w:r>
      <w:r>
        <w:rPr>
          <w:rtl/>
        </w:rPr>
        <w:t xml:space="preserve"> وكان عبد الله بن</w:t>
      </w:r>
      <w:r w:rsidRPr="000B1C6C">
        <w:rPr>
          <w:rtl/>
        </w:rPr>
        <w:t xml:space="preserve"> </w:t>
      </w:r>
      <w:r>
        <w:rPr>
          <w:rtl/>
        </w:rPr>
        <w:t>جعفر بن</w:t>
      </w:r>
      <w:r w:rsidRPr="000B1C6C">
        <w:rPr>
          <w:rtl/>
        </w:rPr>
        <w:t xml:space="preserve">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الحائك هنا</w:t>
      </w:r>
      <w:r w:rsidR="000B1C6C">
        <w:rPr>
          <w:rtl/>
        </w:rPr>
        <w:t>:</w:t>
      </w:r>
      <w:r>
        <w:rPr>
          <w:rtl/>
        </w:rPr>
        <w:t xml:space="preserve"> يريد به المحتال</w:t>
      </w:r>
      <w:r w:rsidR="000B1C6C">
        <w:rPr>
          <w:rtl/>
        </w:rPr>
        <w:t>،</w:t>
      </w:r>
      <w:r>
        <w:rPr>
          <w:rtl/>
        </w:rPr>
        <w:t xml:space="preserve"> أو الذي يحوك الكلام كذباً</w:t>
      </w:r>
      <w:r w:rsidR="000B1C6C">
        <w:rPr>
          <w:rtl/>
        </w:rPr>
        <w:t>،</w:t>
      </w:r>
      <w:r>
        <w:rPr>
          <w:rtl/>
        </w:rPr>
        <w:t xml:space="preserve"> وكان أبو بكر</w:t>
      </w:r>
      <w:r w:rsidRPr="000B1C6C">
        <w:rPr>
          <w:rtl/>
        </w:rPr>
        <w:t xml:space="preserve"> </w:t>
      </w:r>
      <w:r>
        <w:rPr>
          <w:rtl/>
        </w:rPr>
        <w:t>قد زوّج اُخته اُمّ فروة بنت أبي قحافة من الأشعث</w:t>
      </w:r>
      <w:r w:rsidR="000B1C6C">
        <w:rPr>
          <w:rtl/>
        </w:rPr>
        <w:t>؛</w:t>
      </w:r>
      <w:r>
        <w:rPr>
          <w:rtl/>
        </w:rPr>
        <w:t xml:space="preserve"> وذلك إنّ الأشعث ارتدّ فيمن ارتد</w:t>
      </w:r>
      <w:r w:rsidRPr="000B1C6C">
        <w:rPr>
          <w:rtl/>
        </w:rPr>
        <w:t xml:space="preserve"> </w:t>
      </w:r>
      <w:r>
        <w:rPr>
          <w:rtl/>
        </w:rPr>
        <w:t>من الكنديِّين</w:t>
      </w:r>
      <w:r w:rsidR="000B1C6C">
        <w:rPr>
          <w:rtl/>
        </w:rPr>
        <w:t>،</w:t>
      </w:r>
      <w:r>
        <w:rPr>
          <w:rtl/>
        </w:rPr>
        <w:t xml:space="preserve"> واُسر فاُحضر إلى أبي بكر</w:t>
      </w:r>
      <w:r w:rsidR="000B1C6C">
        <w:rPr>
          <w:rtl/>
        </w:rPr>
        <w:t>،</w:t>
      </w:r>
      <w:r>
        <w:rPr>
          <w:rtl/>
        </w:rPr>
        <w:t xml:space="preserve"> فأسلم</w:t>
      </w:r>
      <w:r w:rsidR="000B1C6C">
        <w:rPr>
          <w:rtl/>
        </w:rPr>
        <w:t>،</w:t>
      </w:r>
      <w:r>
        <w:rPr>
          <w:rtl/>
        </w:rPr>
        <w:t xml:space="preserve"> وأطلقه وزوّجه اُخته اُمّ</w:t>
      </w:r>
      <w:r w:rsidRPr="000B1C6C">
        <w:rPr>
          <w:rtl/>
        </w:rPr>
        <w:t xml:space="preserve"> </w:t>
      </w:r>
      <w:r>
        <w:rPr>
          <w:rtl/>
        </w:rPr>
        <w:t>فروة</w:t>
      </w:r>
      <w:r w:rsidR="000B1C6C">
        <w:rPr>
          <w:rtl/>
        </w:rPr>
        <w:t>،</w:t>
      </w:r>
      <w:r>
        <w:rPr>
          <w:rtl/>
        </w:rPr>
        <w:t xml:space="preserve"> فأولدها</w:t>
      </w:r>
      <w:r w:rsidRPr="000B1C6C">
        <w:rPr>
          <w:rtl/>
        </w:rPr>
        <w:t xml:space="preserve"> </w:t>
      </w:r>
      <w:r>
        <w:rPr>
          <w:rtl/>
        </w:rPr>
        <w:t>محمّد بن الأشعث</w:t>
      </w:r>
      <w:r w:rsidR="000B1C6C">
        <w:rPr>
          <w:rtl/>
        </w:rPr>
        <w:t>،</w:t>
      </w:r>
      <w:r>
        <w:rPr>
          <w:rtl/>
        </w:rPr>
        <w:t xml:space="preserve"> وكان محمّد من قوّاد جيش ابن زياد</w:t>
      </w:r>
      <w:r w:rsidR="000B1C6C">
        <w:rPr>
          <w:rtl/>
        </w:rPr>
        <w:t>،</w:t>
      </w:r>
      <w:r>
        <w:rPr>
          <w:rtl/>
        </w:rPr>
        <w:t xml:space="preserve"> وممّن حارب الحسين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يوم الطفِّ</w:t>
      </w:r>
      <w:r w:rsidR="000B1C6C">
        <w:rPr>
          <w:rtl/>
        </w:rPr>
        <w:t>.</w:t>
      </w:r>
    </w:p>
    <w:p w:rsidR="002D7A5A" w:rsidRPr="000B1C6C" w:rsidRDefault="002D7A5A" w:rsidP="002D7A5A">
      <w:pPr>
        <w:pStyle w:val="libFootnote"/>
      </w:pPr>
      <w:r w:rsidRPr="000B1C6C">
        <w:rPr>
          <w:rtl/>
        </w:rPr>
        <w:t xml:space="preserve">(2) </w:t>
      </w:r>
      <w:r>
        <w:rPr>
          <w:rtl/>
        </w:rPr>
        <w:t xml:space="preserve">مسلم بن عقيل ابن عم الحسين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ورسوله إلى أهل الكوفة</w:t>
      </w:r>
      <w:r w:rsidR="000B1C6C">
        <w:rPr>
          <w:rtl/>
        </w:rPr>
        <w:t>،</w:t>
      </w:r>
      <w:r>
        <w:rPr>
          <w:rtl/>
        </w:rPr>
        <w:t xml:space="preserve"> قتله ابن زياد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وأمر به فرموا جسده من على سطح قصر الإمارة إلى الأرض</w:t>
      </w:r>
      <w:r w:rsidR="000B1C6C">
        <w:rPr>
          <w:rtl/>
        </w:rPr>
        <w:t>،</w:t>
      </w:r>
      <w:r>
        <w:rPr>
          <w:rtl/>
        </w:rPr>
        <w:t xml:space="preserve"> وسحبوه بأسواق الكوفة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وقبره اليوم إلى جنب المسجد الأعظم بالكوفة يُزار ويُتبرك به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>
        <w:rPr>
          <w:rtl/>
        </w:rPr>
        <w:lastRenderedPageBreak/>
        <w:t xml:space="preserve">أبي طالب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جواداً كريماً تتغنى بذكره الركبان</w:t>
      </w:r>
      <w:r w:rsidR="000B1C6C">
        <w:rPr>
          <w:rtl/>
        </w:rPr>
        <w:t>،</w:t>
      </w:r>
      <w:r>
        <w:rPr>
          <w:rtl/>
        </w:rPr>
        <w:t xml:space="preserve"> وكان يكنى بأبي</w:t>
      </w:r>
      <w:r w:rsidRPr="000B1C6C">
        <w:rPr>
          <w:rtl/>
        </w:rPr>
        <w:t xml:space="preserve"> </w:t>
      </w:r>
      <w:r>
        <w:rPr>
          <w:rtl/>
        </w:rPr>
        <w:t>محمّد</w:t>
      </w:r>
      <w:r w:rsidR="000B1C6C">
        <w:rPr>
          <w:rtl/>
        </w:rPr>
        <w:t>،</w:t>
      </w:r>
      <w:r>
        <w:rPr>
          <w:rtl/>
        </w:rPr>
        <w:t xml:space="preserve"> وأبي</w:t>
      </w:r>
      <w:r w:rsidRPr="000B1C6C">
        <w:rPr>
          <w:rtl/>
        </w:rPr>
        <w:t xml:space="preserve"> </w:t>
      </w:r>
      <w:r>
        <w:rPr>
          <w:rtl/>
        </w:rPr>
        <w:t>جعفر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أبوه جعفر الطيار بالجنّة مع الملائكة</w:t>
      </w:r>
      <w:r w:rsidR="000B1C6C">
        <w:rPr>
          <w:rtl/>
        </w:rPr>
        <w:t>،</w:t>
      </w:r>
      <w:r w:rsidRPr="000B1C6C">
        <w:rPr>
          <w:rtl/>
        </w:rPr>
        <w:t xml:space="preserve"> وهو قتيل مؤتة</w:t>
      </w:r>
      <w:r w:rsidR="000B1C6C">
        <w:rPr>
          <w:rtl/>
        </w:rPr>
        <w:t>.</w:t>
      </w:r>
      <w:r w:rsidRPr="000B1C6C">
        <w:rPr>
          <w:rtl/>
        </w:rPr>
        <w:t xml:space="preserve"> واُمّه أسماء بنت عميس الخثعمية</w:t>
      </w:r>
      <w:r w:rsidR="000B1C6C">
        <w:rPr>
          <w:rtl/>
        </w:rPr>
        <w:t>،</w:t>
      </w:r>
      <w:r w:rsidRPr="000B1C6C">
        <w:rPr>
          <w:rtl/>
        </w:rPr>
        <w:t xml:space="preserve"> وهي اُخت ميمونة بنت الحرث اُمّ المؤمنين</w:t>
      </w:r>
      <w:r w:rsidR="000B1C6C">
        <w:rPr>
          <w:rtl/>
        </w:rPr>
        <w:t>.</w:t>
      </w:r>
      <w:r w:rsidRPr="000B1C6C">
        <w:rPr>
          <w:rtl/>
        </w:rPr>
        <w:t xml:space="preserve"> كانت تحت جعفر بن أبي طالب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فقُتل عنها</w:t>
      </w:r>
      <w:r w:rsidR="000B1C6C">
        <w:rPr>
          <w:rtl/>
        </w:rPr>
        <w:t>،</w:t>
      </w:r>
      <w:r w:rsidRPr="000B1C6C">
        <w:rPr>
          <w:rtl/>
        </w:rPr>
        <w:t xml:space="preserve"> وبعده تزوّجها أبو بكر فأولدها محمداً</w:t>
      </w:r>
      <w:r w:rsidR="000B1C6C">
        <w:rPr>
          <w:rtl/>
        </w:rPr>
        <w:t>،</w:t>
      </w:r>
      <w:r w:rsidRPr="000B1C6C">
        <w:rPr>
          <w:rtl/>
        </w:rPr>
        <w:t xml:space="preserve"> أنبل فتى في قريش</w:t>
      </w:r>
      <w:r w:rsidR="000B1C6C">
        <w:rPr>
          <w:rtl/>
        </w:rPr>
        <w:t>،</w:t>
      </w:r>
      <w:r w:rsidRPr="000B1C6C">
        <w:rPr>
          <w:rtl/>
        </w:rPr>
        <w:t xml:space="preserve"> ولمّا توفي عنها أبو بكر تزوجها أمير المؤمنين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فولدت له يحيى بن علي</w:t>
      </w:r>
      <w:r w:rsidR="000B1C6C">
        <w:rPr>
          <w:rtl/>
        </w:rPr>
        <w:t>،</w:t>
      </w:r>
      <w:r w:rsidRPr="000B1C6C">
        <w:rPr>
          <w:rtl/>
        </w:rPr>
        <w:t xml:space="preserve"> [وقد] توفي في حياة أبيه أمير المؤمنين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Style w:val="libFootnotenumChar"/>
          <w:rtl/>
        </w:rPr>
        <w:t>(1)</w:t>
      </w:r>
      <w:r w:rsidRPr="000B1C6C">
        <w:rPr>
          <w:rtl/>
        </w:rPr>
        <w:t xml:space="preserve"> على أشهر الروايات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وكان عبد الله بن جعفر ممن صحب النبي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وحفظ عنه أحاديث كثيرة</w:t>
      </w:r>
      <w:r w:rsidR="000B1C6C">
        <w:rPr>
          <w:rtl/>
        </w:rPr>
        <w:t>،</w:t>
      </w:r>
      <w:r w:rsidRPr="000B1C6C">
        <w:rPr>
          <w:rtl/>
        </w:rPr>
        <w:t xml:space="preserve"> وجاء في الإصابة لابن حجر</w:t>
      </w:r>
      <w:r w:rsidR="000B1C6C">
        <w:rPr>
          <w:rtl/>
        </w:rPr>
        <w:t>:</w:t>
      </w:r>
      <w:r w:rsidRPr="000B1C6C">
        <w:rPr>
          <w:rtl/>
        </w:rPr>
        <w:t xml:space="preserve"> قال ابن جريح</w:t>
      </w:r>
      <w:r w:rsidR="000B1C6C">
        <w:rPr>
          <w:rtl/>
        </w:rPr>
        <w:t>:</w:t>
      </w:r>
      <w:r w:rsidRPr="000B1C6C">
        <w:rPr>
          <w:rtl/>
        </w:rPr>
        <w:t xml:space="preserve"> أنبأنا جعفر بن خالد بن سارة أنّ أباه أخبره عن عبد الله بن جعفر</w:t>
      </w:r>
      <w:r w:rsidR="000B1C6C">
        <w:rPr>
          <w:rtl/>
        </w:rPr>
        <w:t>،</w:t>
      </w:r>
      <w:r w:rsidRPr="000B1C6C">
        <w:rPr>
          <w:rtl/>
        </w:rPr>
        <w:t xml:space="preserve"> قال</w:t>
      </w:r>
      <w:r w:rsidR="000B1C6C">
        <w:rPr>
          <w:rtl/>
        </w:rPr>
        <w:t>:</w:t>
      </w:r>
      <w:r w:rsidRPr="000B1C6C">
        <w:rPr>
          <w:rtl/>
        </w:rPr>
        <w:t xml:space="preserve"> مسح رسول الله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رأسي وقال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اللهمَّ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اخلف جعفراً في ولده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  <w:r w:rsidRPr="000B1C6C">
        <w:rPr>
          <w:rtl/>
        </w:rPr>
        <w:t xml:space="preserve"> وقد أخذه بيده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اللهمَّ اخلف جعفراً في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أهله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وبارك لعبد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الله في صفقة يمينه</w:t>
      </w:r>
      <w:r w:rsidR="00E66C4D">
        <w:rPr>
          <w:rStyle w:val="libBold2Char"/>
          <w:rtl/>
        </w:rPr>
        <w:t xml:space="preserve"> - </w:t>
      </w:r>
      <w:r w:rsidRPr="000B1C6C">
        <w:rPr>
          <w:rtl/>
        </w:rPr>
        <w:t>قالها ثلاثاً ـ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وأنا وليّهم في الدنيا والآخرة</w:t>
      </w:r>
      <w:r w:rsidRPr="000B1C6C">
        <w:rPr>
          <w:rStyle w:val="libBold2Char"/>
          <w:rtl/>
        </w:rPr>
        <w:t xml:space="preserve"> ))</w:t>
      </w:r>
      <w:r w:rsidR="000B1C6C">
        <w:rPr>
          <w:rStyle w:val="libBold2Char"/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 xml:space="preserve">ثمّ إنّ عبد الله لازم عمّه أمير المؤمنين وولديه الحسنين </w:t>
      </w:r>
      <w:r w:rsidR="00FB26B1" w:rsidRPr="00FB26B1">
        <w:rPr>
          <w:rStyle w:val="libAlaemChar"/>
          <w:rtl/>
        </w:rPr>
        <w:t>عليهم‌السلام</w:t>
      </w:r>
      <w:r w:rsidR="000B1C6C">
        <w:rPr>
          <w:rtl/>
        </w:rPr>
        <w:t>،</w:t>
      </w:r>
      <w:r>
        <w:rPr>
          <w:rtl/>
        </w:rPr>
        <w:t xml:space="preserve"> وأخذ منهم العلم</w:t>
      </w:r>
      <w:r w:rsidRPr="000B1C6C">
        <w:rPr>
          <w:rtl/>
        </w:rPr>
        <w:t xml:space="preserve"> </w:t>
      </w:r>
      <w:r>
        <w:rPr>
          <w:rtl/>
        </w:rPr>
        <w:t>الكثير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2D7A5A" w:rsidRP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هذه رواية أبي الفرج الإصبهاني في مقاتل الطالبيِّين</w:t>
      </w:r>
      <w:r w:rsidR="000B1C6C">
        <w:rPr>
          <w:rtl/>
        </w:rPr>
        <w:t>.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0B1C6C">
      <w:pPr>
        <w:pStyle w:val="libNormal"/>
      </w:pPr>
      <w:r>
        <w:rPr>
          <w:rtl/>
        </w:rPr>
        <w:lastRenderedPageBreak/>
        <w:t>وجاء في كتاب (الاستيعاب) أنّ عبد الله بن جعفر كان كريماً جواداً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ظريفاً</w:t>
      </w:r>
      <w:r w:rsidRPr="000B1C6C">
        <w:rPr>
          <w:rtl/>
        </w:rPr>
        <w:t xml:space="preserve"> </w:t>
      </w:r>
      <w:r>
        <w:rPr>
          <w:rtl/>
        </w:rPr>
        <w:t>خليقاً</w:t>
      </w:r>
      <w:r w:rsidR="000B1C6C">
        <w:rPr>
          <w:rtl/>
        </w:rPr>
        <w:t>،</w:t>
      </w:r>
      <w:r>
        <w:rPr>
          <w:rtl/>
        </w:rPr>
        <w:t xml:space="preserve"> عفيفاً سخياً يسمّى بحر الجود</w:t>
      </w:r>
      <w:r w:rsidR="000B1C6C">
        <w:rPr>
          <w:rtl/>
        </w:rPr>
        <w:t>،</w:t>
      </w:r>
      <w:r>
        <w:rPr>
          <w:rtl/>
        </w:rPr>
        <w:t xml:space="preserve"> وذكر ابن عساكر قال</w:t>
      </w:r>
      <w:r w:rsidR="000B1C6C">
        <w:rPr>
          <w:rtl/>
        </w:rPr>
        <w:t>:</w:t>
      </w:r>
      <w:r>
        <w:rPr>
          <w:rtl/>
        </w:rPr>
        <w:t xml:space="preserve"> روى الحافظ أنّ معاوية</w:t>
      </w:r>
      <w:r w:rsidRPr="000B1C6C">
        <w:rPr>
          <w:rtl/>
        </w:rPr>
        <w:t xml:space="preserve"> </w:t>
      </w:r>
      <w:r>
        <w:rPr>
          <w:rtl/>
        </w:rPr>
        <w:t>كان يقول</w:t>
      </w:r>
      <w:r w:rsidR="000B1C6C">
        <w:rPr>
          <w:rtl/>
        </w:rPr>
        <w:t>:</w:t>
      </w:r>
      <w:r>
        <w:rPr>
          <w:rtl/>
        </w:rPr>
        <w:t xml:space="preserve"> بنو هاشم رجلان</w:t>
      </w:r>
      <w:r w:rsidR="000B1C6C">
        <w:rPr>
          <w:rtl/>
        </w:rPr>
        <w:t>؛</w:t>
      </w:r>
      <w:r>
        <w:rPr>
          <w:rtl/>
        </w:rPr>
        <w:t xml:space="preserve"> رسول الله </w:t>
      </w:r>
      <w:r w:rsidR="00FB26B1" w:rsidRPr="00FB26B1">
        <w:rPr>
          <w:rStyle w:val="libAlaemChar"/>
          <w:rtl/>
        </w:rPr>
        <w:t>صلى‌الله‌عليه‌وآله</w:t>
      </w:r>
      <w:r>
        <w:rPr>
          <w:rtl/>
        </w:rPr>
        <w:t xml:space="preserve"> لكلِّ خير ذُكر</w:t>
      </w:r>
      <w:r w:rsidR="000B1C6C">
        <w:rPr>
          <w:rtl/>
        </w:rPr>
        <w:t>،</w:t>
      </w:r>
      <w:r>
        <w:rPr>
          <w:rtl/>
        </w:rPr>
        <w:t xml:space="preserve"> وعبد الله بن جعفر لكلِّ</w:t>
      </w:r>
      <w:r w:rsidRPr="000B1C6C">
        <w:rPr>
          <w:rtl/>
        </w:rPr>
        <w:t xml:space="preserve"> </w:t>
      </w:r>
      <w:r>
        <w:rPr>
          <w:rtl/>
        </w:rPr>
        <w:t>شرف</w:t>
      </w:r>
      <w:r w:rsidR="000B1C6C">
        <w:rPr>
          <w:rtl/>
        </w:rPr>
        <w:t>.</w:t>
      </w:r>
      <w:r>
        <w:rPr>
          <w:rtl/>
        </w:rPr>
        <w:t xml:space="preserve"> والله لكأنّ المجد نازل منزلاً لا يبلغه أحد</w:t>
      </w:r>
      <w:r w:rsidR="000B1C6C">
        <w:rPr>
          <w:rtl/>
        </w:rPr>
        <w:t>،</w:t>
      </w:r>
      <w:r>
        <w:rPr>
          <w:rtl/>
        </w:rPr>
        <w:t xml:space="preserve"> وعبد الله بن جعفر نازل وسطه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وقال الشعبي</w:t>
      </w:r>
      <w:r w:rsidR="000B1C6C">
        <w:rPr>
          <w:rtl/>
        </w:rPr>
        <w:t>:</w:t>
      </w:r>
      <w:r>
        <w:rPr>
          <w:rtl/>
        </w:rPr>
        <w:t xml:space="preserve"> دخل عبد الله بن جعفر على معاوية وعنده يزيد ابنه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فجعل يزيد يعرّض</w:t>
      </w:r>
      <w:r w:rsidRPr="000B1C6C">
        <w:rPr>
          <w:rtl/>
        </w:rPr>
        <w:t xml:space="preserve"> </w:t>
      </w:r>
      <w:r>
        <w:rPr>
          <w:rtl/>
        </w:rPr>
        <w:t>بعبد الله في كلامه وينسبه إلى الإسراف في غير مرضاة الله</w:t>
      </w:r>
      <w:r w:rsidR="000B1C6C">
        <w:rPr>
          <w:rtl/>
        </w:rPr>
        <w:t>،</w:t>
      </w:r>
      <w:r>
        <w:rPr>
          <w:rtl/>
        </w:rPr>
        <w:t xml:space="preserve"> فقال عبد الله</w:t>
      </w:r>
      <w:r w:rsidRPr="000B1C6C">
        <w:rPr>
          <w:rtl/>
        </w:rPr>
        <w:t xml:space="preserve"> </w:t>
      </w:r>
      <w:r>
        <w:rPr>
          <w:rtl/>
        </w:rPr>
        <w:t>ليزيد</w:t>
      </w:r>
      <w:r w:rsidR="000B1C6C">
        <w:rPr>
          <w:rtl/>
        </w:rPr>
        <w:t>:</w:t>
      </w:r>
      <w:r>
        <w:rPr>
          <w:rtl/>
        </w:rPr>
        <w:t xml:space="preserve"> إنّي لأرفع نفسي عن جوابك</w:t>
      </w:r>
      <w:r w:rsidR="000B1C6C">
        <w:rPr>
          <w:rtl/>
        </w:rPr>
        <w:t>،</w:t>
      </w:r>
      <w:r>
        <w:rPr>
          <w:rtl/>
        </w:rPr>
        <w:t xml:space="preserve"> ولو صاحب السرير [يكلّمني] لأجبته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فقال معاوية</w:t>
      </w:r>
      <w:r w:rsidR="000B1C6C">
        <w:rPr>
          <w:rtl/>
        </w:rPr>
        <w:t>:</w:t>
      </w:r>
      <w:r>
        <w:rPr>
          <w:rtl/>
        </w:rPr>
        <w:t xml:space="preserve"> كأنك</w:t>
      </w:r>
      <w:r w:rsidRPr="000B1C6C">
        <w:rPr>
          <w:rtl/>
        </w:rPr>
        <w:t xml:space="preserve"> </w:t>
      </w:r>
      <w:r>
        <w:rPr>
          <w:rtl/>
        </w:rPr>
        <w:t>تظن أنك أشرف منه</w:t>
      </w:r>
      <w:r w:rsidR="000B1C6C">
        <w:rPr>
          <w:rtl/>
        </w:rPr>
        <w:t>!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قال</w:t>
      </w:r>
      <w:r w:rsidR="000B1C6C">
        <w:rPr>
          <w:rtl/>
        </w:rPr>
        <w:t>:</w:t>
      </w:r>
      <w:r>
        <w:rPr>
          <w:rtl/>
        </w:rPr>
        <w:t xml:space="preserve"> إي والله</w:t>
      </w:r>
      <w:r w:rsidR="000B1C6C">
        <w:rPr>
          <w:rtl/>
        </w:rPr>
        <w:t>،</w:t>
      </w:r>
      <w:r>
        <w:rPr>
          <w:rtl/>
        </w:rPr>
        <w:t xml:space="preserve"> ومنك ومن أبيك وجدّك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فقال معاوية</w:t>
      </w:r>
      <w:r w:rsidR="000B1C6C">
        <w:rPr>
          <w:rtl/>
        </w:rPr>
        <w:t>:</w:t>
      </w:r>
      <w:r>
        <w:rPr>
          <w:rtl/>
        </w:rPr>
        <w:t xml:space="preserve"> ما</w:t>
      </w:r>
      <w:r w:rsidRPr="000B1C6C">
        <w:rPr>
          <w:rtl/>
        </w:rPr>
        <w:t xml:space="preserve"> </w:t>
      </w:r>
      <w:r>
        <w:rPr>
          <w:rtl/>
        </w:rPr>
        <w:t>كنت أحسب أنّ أحداً في عصر حرب بن اُميّة أشرف من حرب بن اُميّة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فقال عبد الله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>
        <w:rPr>
          <w:rtl/>
        </w:rPr>
        <w:t>بلى والله يا معاوية</w:t>
      </w:r>
      <w:r w:rsidR="000B1C6C">
        <w:rPr>
          <w:rtl/>
        </w:rPr>
        <w:t>،</w:t>
      </w:r>
      <w:r>
        <w:rPr>
          <w:rtl/>
        </w:rPr>
        <w:t xml:space="preserve"> إنّ أشرف من حرب مَن أكفأ عليه إناءه وأجاره بردائه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قال</w:t>
      </w:r>
      <w:r w:rsidR="000B1C6C">
        <w:rPr>
          <w:rtl/>
        </w:rPr>
        <w:t>:</w:t>
      </w:r>
      <w:r>
        <w:rPr>
          <w:rtl/>
        </w:rPr>
        <w:t xml:space="preserve"> صدقت يا أبا جعفر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ثمّ ذكر الشعبي معنى قول عبد الله (مَن أكفأ عليه</w:t>
      </w:r>
      <w:r w:rsidRPr="000B1C6C">
        <w:rPr>
          <w:rtl/>
        </w:rPr>
        <w:t xml:space="preserve"> </w:t>
      </w:r>
      <w:r>
        <w:rPr>
          <w:rtl/>
        </w:rPr>
        <w:t>إناءه)</w:t>
      </w:r>
      <w:r w:rsidR="000B1C6C">
        <w:rPr>
          <w:rtl/>
        </w:rPr>
        <w:t>،</w:t>
      </w:r>
      <w:r>
        <w:rPr>
          <w:rtl/>
        </w:rPr>
        <w:t xml:space="preserve"> وأنه عبد المطلب بن هاشم</w:t>
      </w:r>
      <w:r w:rsidR="000B1C6C">
        <w:rPr>
          <w:rtl/>
        </w:rPr>
        <w:t>،</w:t>
      </w:r>
      <w:r>
        <w:rPr>
          <w:rtl/>
        </w:rPr>
        <w:t xml:space="preserve"> في قضية ذكرها المؤرّخون في ما دوّنوه</w:t>
      </w:r>
      <w:r w:rsidR="000B1C6C">
        <w:rPr>
          <w:rtl/>
        </w:rPr>
        <w:t>.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>ونذكر من جود ابن جعفر وكرمه ما ذكره ابن عساكر في تاريخه</w:t>
      </w:r>
      <w:r w:rsidR="000B1C6C">
        <w:rPr>
          <w:rtl/>
        </w:rPr>
        <w:t>،</w:t>
      </w:r>
      <w:r>
        <w:rPr>
          <w:rtl/>
        </w:rPr>
        <w:t xml:space="preserve"> قال</w:t>
      </w:r>
      <w:r w:rsidR="000B1C6C">
        <w:rPr>
          <w:rtl/>
        </w:rPr>
        <w:t>:</w:t>
      </w:r>
      <w:r>
        <w:rPr>
          <w:rtl/>
        </w:rPr>
        <w:t xml:space="preserve"> جاء شاعر</w:t>
      </w:r>
      <w:r w:rsidRPr="000B1C6C">
        <w:rPr>
          <w:rtl/>
        </w:rPr>
        <w:t xml:space="preserve"> </w:t>
      </w:r>
      <w:r>
        <w:rPr>
          <w:rtl/>
        </w:rPr>
        <w:t>إلى</w:t>
      </w:r>
      <w:r w:rsidRPr="000B1C6C">
        <w:rPr>
          <w:rtl/>
        </w:rPr>
        <w:t xml:space="preserve"> </w:t>
      </w:r>
      <w:r>
        <w:rPr>
          <w:rtl/>
        </w:rPr>
        <w:t>عبد الله بن جعفر فأنشده هذه الأبيات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A1A2A" w:rsidRPr="006A238B" w:rsidTr="00881F1D">
        <w:trPr>
          <w:trHeight w:val="350"/>
        </w:trPr>
        <w:tc>
          <w:tcPr>
            <w:tcW w:w="3536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رأيت أبا جعفرٍ في المنام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كـساني من الخزِّ درّاعهْ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0B1C6C">
      <w:pPr>
        <w:pStyle w:val="libNormal"/>
      </w:pPr>
      <w:r>
        <w:rPr>
          <w:rtl/>
        </w:rPr>
        <w:lastRenderedPageBreak/>
        <w:t>فقال عبد الله لغلامه</w:t>
      </w:r>
      <w:r w:rsidR="000B1C6C">
        <w:rPr>
          <w:rtl/>
        </w:rPr>
        <w:t>:</w:t>
      </w:r>
      <w:r>
        <w:rPr>
          <w:rtl/>
        </w:rPr>
        <w:t xml:space="preserve"> ادفع إليه جبّتي الخز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  <w:r>
        <w:rPr>
          <w:rtl/>
        </w:rPr>
        <w:t>ثمّ قال له</w:t>
      </w:r>
      <w:r w:rsidR="000B1C6C">
        <w:rPr>
          <w:rtl/>
        </w:rPr>
        <w:t>:</w:t>
      </w:r>
      <w:r>
        <w:rPr>
          <w:rtl/>
        </w:rPr>
        <w:t xml:space="preserve"> ويحك</w:t>
      </w:r>
      <w:r w:rsidR="000B1C6C">
        <w:rPr>
          <w:rtl/>
        </w:rPr>
        <w:t>!</w:t>
      </w:r>
      <w:r>
        <w:rPr>
          <w:rtl/>
        </w:rPr>
        <w:t xml:space="preserve"> كيف لم ترَ</w:t>
      </w:r>
      <w:r w:rsidRPr="000B1C6C">
        <w:rPr>
          <w:rtl/>
        </w:rPr>
        <w:t xml:space="preserve"> </w:t>
      </w:r>
      <w:r>
        <w:rPr>
          <w:rtl/>
        </w:rPr>
        <w:t>جبتي الوشي التي اشتريتها بثلاثمئة دينار منسوجة بالذهب</w:t>
      </w:r>
      <w:r w:rsidR="000B1C6C">
        <w:rPr>
          <w:rtl/>
        </w:rPr>
        <w:t>؟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فقال</w:t>
      </w:r>
      <w:r w:rsidR="000B1C6C">
        <w:rPr>
          <w:rtl/>
        </w:rPr>
        <w:t>:</w:t>
      </w:r>
      <w:r>
        <w:rPr>
          <w:rtl/>
        </w:rPr>
        <w:t xml:space="preserve"> أغفى غفية اُخرى</w:t>
      </w:r>
      <w:r w:rsidRPr="000B1C6C">
        <w:rPr>
          <w:rtl/>
        </w:rPr>
        <w:t xml:space="preserve"> </w:t>
      </w:r>
      <w:r>
        <w:rPr>
          <w:rtl/>
        </w:rPr>
        <w:t>فلعلّي أراها في المنام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فضحك منه عبد الله وقال لغلامه</w:t>
      </w:r>
      <w:r w:rsidR="000B1C6C">
        <w:rPr>
          <w:rtl/>
        </w:rPr>
        <w:t>:</w:t>
      </w:r>
      <w:r>
        <w:rPr>
          <w:rtl/>
        </w:rPr>
        <w:t xml:space="preserve"> ادفع إليه جبّتي الوشي</w:t>
      </w:r>
      <w:r w:rsidRPr="000B1C6C">
        <w:rPr>
          <w:rtl/>
        </w:rPr>
        <w:t xml:space="preserve"> </w:t>
      </w:r>
      <w:r>
        <w:rPr>
          <w:rtl/>
        </w:rPr>
        <w:t>أيضاً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ويروى أنّ أحد الخلفاء أرسل</w:t>
      </w:r>
      <w:r w:rsidRPr="000B1C6C">
        <w:rPr>
          <w:rtl/>
        </w:rPr>
        <w:t xml:space="preserve"> </w:t>
      </w:r>
      <w:r>
        <w:rPr>
          <w:rtl/>
        </w:rPr>
        <w:t>إلى عبد الله بن جعفر ثلاثة آلاف</w:t>
      </w:r>
      <w:r w:rsidR="000B1C6C">
        <w:rPr>
          <w:rtl/>
        </w:rPr>
        <w:t>،</w:t>
      </w:r>
      <w:r>
        <w:rPr>
          <w:rtl/>
        </w:rPr>
        <w:t xml:space="preserve"> فلامه بعض الناس</w:t>
      </w:r>
      <w:r w:rsidRPr="000B1C6C">
        <w:rPr>
          <w:rtl/>
        </w:rPr>
        <w:t xml:space="preserve"> </w:t>
      </w:r>
      <w:r>
        <w:rPr>
          <w:rtl/>
        </w:rPr>
        <w:t>على عطائه هذا</w:t>
      </w:r>
      <w:r w:rsidR="000B1C6C">
        <w:rPr>
          <w:rtl/>
        </w:rPr>
        <w:t>،</w:t>
      </w:r>
      <w:r>
        <w:rPr>
          <w:rtl/>
        </w:rPr>
        <w:t xml:space="preserve"> فقال</w:t>
      </w:r>
      <w:r w:rsidR="000B1C6C">
        <w:rPr>
          <w:rtl/>
        </w:rPr>
        <w:t>:</w:t>
      </w:r>
      <w:r>
        <w:rPr>
          <w:rtl/>
        </w:rPr>
        <w:t xml:space="preserve"> والله</w:t>
      </w:r>
      <w:r w:rsidR="000B1C6C">
        <w:rPr>
          <w:rtl/>
        </w:rPr>
        <w:t>،</w:t>
      </w:r>
      <w:r>
        <w:rPr>
          <w:rtl/>
        </w:rPr>
        <w:t xml:space="preserve"> ما أعطيته هذا المال إلاّ لجميع أهل المدينة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  <w:r>
        <w:rPr>
          <w:rtl/>
        </w:rPr>
        <w:t>ثمّ لازم الرجل له من صحبه</w:t>
      </w:r>
      <w:r w:rsidR="000B1C6C">
        <w:rPr>
          <w:rtl/>
        </w:rPr>
        <w:t>،</w:t>
      </w:r>
      <w:r>
        <w:rPr>
          <w:rtl/>
        </w:rPr>
        <w:t xml:space="preserve"> وابن جعفر لا يعرفه</w:t>
      </w:r>
      <w:r w:rsidR="000B1C6C">
        <w:rPr>
          <w:rtl/>
        </w:rPr>
        <w:t>؛</w:t>
      </w:r>
      <w:r>
        <w:rPr>
          <w:rtl/>
        </w:rPr>
        <w:t xml:space="preserve"> لينظر ما يفعل</w:t>
      </w:r>
      <w:r w:rsidR="000B1C6C">
        <w:rPr>
          <w:rtl/>
        </w:rPr>
        <w:t>،</w:t>
      </w:r>
      <w:r>
        <w:rPr>
          <w:rtl/>
        </w:rPr>
        <w:t xml:space="preserve"> فرآه صار يفرّق</w:t>
      </w:r>
      <w:r w:rsidRPr="000B1C6C">
        <w:rPr>
          <w:rtl/>
        </w:rPr>
        <w:t xml:space="preserve"> </w:t>
      </w:r>
      <w:r>
        <w:rPr>
          <w:rtl/>
        </w:rPr>
        <w:t>ذلك المال على فقراء أهل المدينة</w:t>
      </w:r>
      <w:r w:rsidR="000B1C6C">
        <w:rPr>
          <w:rtl/>
        </w:rPr>
        <w:t>،</w:t>
      </w:r>
      <w:r>
        <w:rPr>
          <w:rtl/>
        </w:rPr>
        <w:t xml:space="preserve"> وزاد عليه من خالص أمواله أضعافه</w:t>
      </w:r>
      <w:r w:rsidR="000B1C6C">
        <w:rPr>
          <w:rtl/>
        </w:rPr>
        <w:t>.</w:t>
      </w:r>
      <w:r>
        <w:rPr>
          <w:rtl/>
        </w:rPr>
        <w:t xml:space="preserve"> وعوتب عبد</w:t>
      </w:r>
      <w:r w:rsidRPr="000B1C6C">
        <w:rPr>
          <w:rtl/>
        </w:rPr>
        <w:t xml:space="preserve"> </w:t>
      </w:r>
      <w:r>
        <w:rPr>
          <w:rtl/>
        </w:rPr>
        <w:t>الله في ذلك</w:t>
      </w:r>
      <w:r w:rsidR="000B1C6C">
        <w:rPr>
          <w:rtl/>
        </w:rPr>
        <w:t>،</w:t>
      </w:r>
      <w:r>
        <w:rPr>
          <w:rtl/>
        </w:rPr>
        <w:t xml:space="preserve"> فقال</w:t>
      </w:r>
      <w:r w:rsidR="000B1C6C">
        <w:rPr>
          <w:rtl/>
        </w:rPr>
        <w:t>:</w:t>
      </w:r>
      <w:r>
        <w:rPr>
          <w:rtl/>
        </w:rPr>
        <w:t xml:space="preserve"> إنّ الله عوّدني عادة</w:t>
      </w:r>
      <w:r w:rsidR="000B1C6C">
        <w:rPr>
          <w:rtl/>
        </w:rPr>
        <w:t>،</w:t>
      </w:r>
      <w:r>
        <w:rPr>
          <w:rtl/>
        </w:rPr>
        <w:t xml:space="preserve"> وعودت الناس عادة</w:t>
      </w:r>
      <w:r w:rsidR="000B1C6C">
        <w:rPr>
          <w:rtl/>
        </w:rPr>
        <w:t>،</w:t>
      </w:r>
      <w:r>
        <w:rPr>
          <w:rtl/>
        </w:rPr>
        <w:t xml:space="preserve"> فأنا أخاف إن</w:t>
      </w:r>
      <w:r w:rsidRPr="000B1C6C">
        <w:rPr>
          <w:rtl/>
        </w:rPr>
        <w:t xml:space="preserve"> </w:t>
      </w:r>
      <w:r>
        <w:rPr>
          <w:rtl/>
        </w:rPr>
        <w:t>قطعتُها قُطعت عنّي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قيل ومدحه نصيبٌ فأعطاه إبلاً وخيلاً وثياباً ودنانير ودراهم</w:t>
      </w:r>
      <w:r w:rsidR="000B1C6C">
        <w:rPr>
          <w:rtl/>
        </w:rPr>
        <w:t>،</w:t>
      </w:r>
      <w:r>
        <w:rPr>
          <w:rtl/>
        </w:rPr>
        <w:t xml:space="preserve"> فقيل له</w:t>
      </w:r>
      <w:r w:rsidR="000B1C6C">
        <w:rPr>
          <w:rtl/>
        </w:rPr>
        <w:t>:</w:t>
      </w:r>
      <w:r>
        <w:rPr>
          <w:rtl/>
        </w:rPr>
        <w:t xml:space="preserve"> تعطي لهذا الأسود مثل هذا</w:t>
      </w:r>
      <w:r w:rsidR="000B1C6C">
        <w:rPr>
          <w:rtl/>
        </w:rPr>
        <w:t>؟</w:t>
      </w:r>
      <w:r w:rsidRPr="000B1C6C">
        <w:rPr>
          <w:rtl/>
        </w:rPr>
        <w:t>!</w:t>
      </w:r>
    </w:p>
    <w:p w:rsidR="002D7A5A" w:rsidRPr="000B1C6C" w:rsidRDefault="002D7A5A" w:rsidP="000B1C6C">
      <w:pPr>
        <w:pStyle w:val="libNormal"/>
      </w:pPr>
      <w:r>
        <w:rPr>
          <w:rtl/>
        </w:rPr>
        <w:t>فقال</w:t>
      </w:r>
      <w:r w:rsidR="000B1C6C">
        <w:rPr>
          <w:rtl/>
        </w:rPr>
        <w:t>:</w:t>
      </w:r>
      <w:r>
        <w:rPr>
          <w:rtl/>
        </w:rPr>
        <w:t xml:space="preserve"> إن كان أسودَ فشعره أبيض</w:t>
      </w:r>
      <w:r w:rsidR="000B1C6C">
        <w:rPr>
          <w:rtl/>
        </w:rPr>
        <w:t>،</w:t>
      </w:r>
      <w:r>
        <w:rPr>
          <w:rtl/>
        </w:rPr>
        <w:t xml:space="preserve"> ولقد</w:t>
      </w:r>
      <w:r w:rsidRPr="000B1C6C">
        <w:rPr>
          <w:rtl/>
        </w:rPr>
        <w:t xml:space="preserve"> </w:t>
      </w:r>
      <w:r>
        <w:rPr>
          <w:rtl/>
        </w:rPr>
        <w:t>استحق بما قال أكثر ممّا نال</w:t>
      </w:r>
      <w:r w:rsidR="000B1C6C">
        <w:rPr>
          <w:rtl/>
        </w:rPr>
        <w:t>،</w:t>
      </w:r>
      <w:r>
        <w:rPr>
          <w:rtl/>
        </w:rPr>
        <w:t xml:space="preserve"> وهل أعطيناه إلاّ ما يبلى ويفنى</w:t>
      </w:r>
      <w:r w:rsidR="000B1C6C">
        <w:rPr>
          <w:rtl/>
        </w:rPr>
        <w:t>،</w:t>
      </w:r>
      <w:r>
        <w:rPr>
          <w:rtl/>
        </w:rPr>
        <w:t xml:space="preserve"> وأعطانا مِدَحاً</w:t>
      </w:r>
      <w:r w:rsidRPr="000B1C6C">
        <w:rPr>
          <w:rtl/>
        </w:rPr>
        <w:t xml:space="preserve"> </w:t>
      </w:r>
      <w:r>
        <w:rPr>
          <w:rtl/>
        </w:rPr>
        <w:t>تُروى وثناءً يبقى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ولم يكن في أيامّه أجود منه إلاّ ابن عمّه الحسن بن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>
        <w:rPr>
          <w:rtl/>
        </w:rPr>
        <w:lastRenderedPageBreak/>
        <w:t xml:space="preserve">علي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أول السبطين</w:t>
      </w:r>
      <w:r w:rsidR="000B1C6C">
        <w:rPr>
          <w:rtl/>
        </w:rPr>
        <w:t>.</w:t>
      </w:r>
      <w:r>
        <w:rPr>
          <w:rtl/>
        </w:rPr>
        <w:t xml:space="preserve"> هذه نبذة من أخبار جوده</w:t>
      </w:r>
      <w:r w:rsidR="000B1C6C">
        <w:rPr>
          <w:rtl/>
        </w:rPr>
        <w:t>،</w:t>
      </w:r>
      <w:r>
        <w:rPr>
          <w:rtl/>
        </w:rPr>
        <w:t xml:space="preserve"> ولنكتفي بها هنا خشية الإطالة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Heading2"/>
      </w:pPr>
      <w:bookmarkStart w:id="30" w:name="_Toc387220701"/>
      <w:r w:rsidRPr="002D7A5A">
        <w:rPr>
          <w:rtl/>
        </w:rPr>
        <w:t>وفاته</w:t>
      </w:r>
      <w:bookmarkStart w:id="31" w:name="وفاته"/>
      <w:bookmarkEnd w:id="30"/>
      <w:bookmarkEnd w:id="31"/>
    </w:p>
    <w:p w:rsidR="002D7A5A" w:rsidRPr="000B1C6C" w:rsidRDefault="002D7A5A" w:rsidP="000B1C6C">
      <w:pPr>
        <w:pStyle w:val="libNormal"/>
      </w:pPr>
      <w:r>
        <w:rPr>
          <w:rtl/>
        </w:rPr>
        <w:t>توفي عبد الله بن جعفر بالمدينة المنورة سنة ثمانين</w:t>
      </w:r>
      <w:r w:rsidR="000B1C6C">
        <w:rPr>
          <w:rtl/>
        </w:rPr>
        <w:t>،</w:t>
      </w:r>
      <w:r>
        <w:rPr>
          <w:rtl/>
        </w:rPr>
        <w:t xml:space="preserve"> وصلّى عليه</w:t>
      </w:r>
      <w:r w:rsidRPr="000B1C6C">
        <w:rPr>
          <w:rtl/>
        </w:rPr>
        <w:t xml:space="preserve"> </w:t>
      </w:r>
      <w:r>
        <w:rPr>
          <w:rtl/>
        </w:rPr>
        <w:t>أبان بن</w:t>
      </w:r>
      <w:r w:rsidRPr="000B1C6C">
        <w:rPr>
          <w:rtl/>
        </w:rPr>
        <w:t xml:space="preserve"> </w:t>
      </w:r>
      <w:r>
        <w:rPr>
          <w:rtl/>
        </w:rPr>
        <w:t>عثمان بن عفان</w:t>
      </w:r>
      <w:r w:rsidR="000B1C6C">
        <w:rPr>
          <w:rtl/>
        </w:rPr>
        <w:t>،</w:t>
      </w:r>
      <w:r>
        <w:rPr>
          <w:rtl/>
        </w:rPr>
        <w:t xml:space="preserve"> ودفن بالبقيع</w:t>
      </w:r>
      <w:r w:rsidR="000B1C6C">
        <w:rPr>
          <w:rtl/>
        </w:rPr>
        <w:t>.</w:t>
      </w:r>
      <w:r>
        <w:rPr>
          <w:rtl/>
        </w:rPr>
        <w:t xml:space="preserve"> هكذا ذكره الداودي في كتابه عمدة الطالب في</w:t>
      </w:r>
      <w:r w:rsidRPr="000B1C6C">
        <w:rPr>
          <w:rtl/>
        </w:rPr>
        <w:t xml:space="preserve"> </w:t>
      </w:r>
      <w:r>
        <w:rPr>
          <w:rtl/>
        </w:rPr>
        <w:t>أنساب آل أبي طالب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ويروى أنه توفي عام الجحّاف</w:t>
      </w:r>
      <w:r w:rsidR="00E66C4D">
        <w:rPr>
          <w:rtl/>
        </w:rPr>
        <w:t xml:space="preserve"> - </w:t>
      </w:r>
      <w:r>
        <w:rPr>
          <w:rtl/>
        </w:rPr>
        <w:t>سيل كان ببطن مكة جحف بالناس فذهب بالحاج وأمتعتهم</w:t>
      </w:r>
      <w:r w:rsidR="000B1C6C">
        <w:rPr>
          <w:rtl/>
        </w:rPr>
        <w:t>،</w:t>
      </w:r>
      <w:r>
        <w:rPr>
          <w:rtl/>
        </w:rPr>
        <w:t xml:space="preserve"> والجمال بأحمالها</w:t>
      </w:r>
      <w:r w:rsidR="00E66C4D">
        <w:rPr>
          <w:rtl/>
        </w:rPr>
        <w:t xml:space="preserve"> - </w:t>
      </w:r>
      <w:r>
        <w:rPr>
          <w:rtl/>
        </w:rPr>
        <w:t>وذلك في خلافة عبد الملك بن مروان</w:t>
      </w:r>
      <w:r w:rsidR="000B1C6C">
        <w:rPr>
          <w:rtl/>
        </w:rPr>
        <w:t>،</w:t>
      </w:r>
      <w:r>
        <w:rPr>
          <w:rtl/>
        </w:rPr>
        <w:t xml:space="preserve"> وصلّى على جنازة عبد</w:t>
      </w:r>
      <w:r w:rsidRPr="000B1C6C">
        <w:rPr>
          <w:rtl/>
        </w:rPr>
        <w:t xml:space="preserve"> </w:t>
      </w:r>
      <w:r>
        <w:rPr>
          <w:rtl/>
        </w:rPr>
        <w:t xml:space="preserve">الله الإمامُ السجّاد أو الباقر </w:t>
      </w:r>
      <w:r w:rsidR="00FB26B1" w:rsidRPr="00FB26B1">
        <w:rPr>
          <w:rStyle w:val="libAlaemChar"/>
          <w:rtl/>
        </w:rPr>
        <w:t>عليهما‌السلام</w:t>
      </w:r>
      <w:r w:rsidR="000B1C6C">
        <w:rPr>
          <w:rtl/>
        </w:rPr>
        <w:t>،</w:t>
      </w:r>
      <w:r>
        <w:rPr>
          <w:rtl/>
        </w:rPr>
        <w:t xml:space="preserve"> وأمير المدينة يومئذ أبان بن عثمان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Heading2"/>
      </w:pPr>
      <w:bookmarkStart w:id="32" w:name="_Toc387220702"/>
      <w:r w:rsidRPr="002D7A5A">
        <w:rPr>
          <w:rtl/>
        </w:rPr>
        <w:t>أولاده وأولادها</w:t>
      </w:r>
      <w:bookmarkStart w:id="33" w:name="أولاده_وأولادها"/>
      <w:bookmarkEnd w:id="32"/>
      <w:bookmarkEnd w:id="33"/>
    </w:p>
    <w:p w:rsidR="002D7A5A" w:rsidRPr="000B1C6C" w:rsidRDefault="002D7A5A" w:rsidP="000B1C6C">
      <w:pPr>
        <w:pStyle w:val="libNormal"/>
      </w:pPr>
      <w:r>
        <w:rPr>
          <w:rtl/>
        </w:rPr>
        <w:t>خلّف عبد الله بن جعفر عدّة أولاد</w:t>
      </w:r>
      <w:r w:rsidR="000B1C6C">
        <w:rPr>
          <w:rtl/>
        </w:rPr>
        <w:t>،</w:t>
      </w:r>
      <w:r>
        <w:rPr>
          <w:rtl/>
        </w:rPr>
        <w:t xml:space="preserve"> وذكر أسماءهم صاحب</w:t>
      </w:r>
      <w:r w:rsidRPr="000B1C6C">
        <w:rPr>
          <w:rtl/>
        </w:rPr>
        <w:t xml:space="preserve"> </w:t>
      </w:r>
      <w:r>
        <w:rPr>
          <w:rtl/>
        </w:rPr>
        <w:t>العمدة</w:t>
      </w:r>
      <w:r w:rsidR="000B1C6C">
        <w:rPr>
          <w:rtl/>
        </w:rPr>
        <w:t>،</w:t>
      </w:r>
      <w:r>
        <w:rPr>
          <w:rtl/>
        </w:rPr>
        <w:t xml:space="preserve"> قيل</w:t>
      </w:r>
      <w:r w:rsidR="000B1C6C">
        <w:rPr>
          <w:rtl/>
        </w:rPr>
        <w:t>:</w:t>
      </w:r>
      <w:r>
        <w:rPr>
          <w:rtl/>
        </w:rPr>
        <w:t xml:space="preserve"> عشرين</w:t>
      </w:r>
      <w:r w:rsidRPr="000B1C6C">
        <w:rPr>
          <w:rtl/>
        </w:rPr>
        <w:t xml:space="preserve"> </w:t>
      </w:r>
      <w:r>
        <w:rPr>
          <w:rtl/>
        </w:rPr>
        <w:t>ولداً</w:t>
      </w:r>
      <w:r w:rsidR="000B1C6C">
        <w:rPr>
          <w:rtl/>
        </w:rPr>
        <w:t>،</w:t>
      </w:r>
      <w:r>
        <w:rPr>
          <w:rtl/>
        </w:rPr>
        <w:t xml:space="preserve"> وقيل</w:t>
      </w:r>
      <w:r w:rsidR="000B1C6C">
        <w:rPr>
          <w:rtl/>
        </w:rPr>
        <w:t>:</w:t>
      </w:r>
      <w:r>
        <w:rPr>
          <w:rtl/>
        </w:rPr>
        <w:t xml:space="preserve"> أربعة وعشرين لاُمّهات شتى</w:t>
      </w:r>
      <w:r w:rsidR="000B1C6C">
        <w:rPr>
          <w:rtl/>
        </w:rPr>
        <w:t>،</w:t>
      </w:r>
      <w:r>
        <w:rPr>
          <w:rtl/>
        </w:rPr>
        <w:t xml:space="preserve"> ولكن المشهور عند أرباب التاريخ أنّ له من</w:t>
      </w:r>
      <w:r w:rsidRPr="000B1C6C">
        <w:rPr>
          <w:rtl/>
        </w:rPr>
        <w:t xml:space="preserve"> </w:t>
      </w:r>
      <w:r>
        <w:rPr>
          <w:rtl/>
        </w:rPr>
        <w:t>زينب أولاد أربعة</w:t>
      </w:r>
      <w:r w:rsidR="000B1C6C">
        <w:rPr>
          <w:rtl/>
        </w:rPr>
        <w:t>؛</w:t>
      </w:r>
      <w:r>
        <w:rPr>
          <w:rtl/>
        </w:rPr>
        <w:t xml:space="preserve"> عون الأكبر</w:t>
      </w:r>
      <w:r w:rsidR="000B1C6C">
        <w:rPr>
          <w:rtl/>
        </w:rPr>
        <w:t>،</w:t>
      </w:r>
      <w:r>
        <w:rPr>
          <w:rtl/>
        </w:rPr>
        <w:t xml:space="preserve"> ومحمد</w:t>
      </w:r>
      <w:r w:rsidR="000B1C6C">
        <w:rPr>
          <w:rtl/>
        </w:rPr>
        <w:t>،</w:t>
      </w:r>
      <w:r>
        <w:rPr>
          <w:rtl/>
        </w:rPr>
        <w:t xml:space="preserve"> وعلي</w:t>
      </w:r>
      <w:r w:rsidR="000B1C6C">
        <w:rPr>
          <w:rtl/>
        </w:rPr>
        <w:t>،</w:t>
      </w:r>
      <w:r>
        <w:rPr>
          <w:rtl/>
        </w:rPr>
        <w:t xml:space="preserve"> واُمّ كلثوم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أما محمّد وأخوه عون ابنا عبد الله بن جعفر الطيّار فقد خرجا مع خالهما الحسين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واُمّهما زينب الكبرى إلى العراق</w:t>
      </w:r>
      <w:r w:rsidR="000B1C6C">
        <w:rPr>
          <w:rtl/>
        </w:rPr>
        <w:t>،</w:t>
      </w:r>
      <w:r>
        <w:rPr>
          <w:rtl/>
        </w:rPr>
        <w:t xml:space="preserve"> وقد أوصاهما أبوهما بخالهما</w:t>
      </w:r>
      <w:r w:rsidR="000B1C6C">
        <w:rPr>
          <w:rtl/>
        </w:rPr>
        <w:t>،</w:t>
      </w:r>
      <w:r>
        <w:rPr>
          <w:rtl/>
        </w:rPr>
        <w:t xml:space="preserve"> وأن لا يفارقاه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 xml:space="preserve">فأقبلا في ركب الحسين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إلى الطفِّ</w:t>
      </w:r>
      <w:r w:rsidR="000B1C6C">
        <w:rPr>
          <w:rtl/>
        </w:rPr>
        <w:t>،</w:t>
      </w:r>
      <w:r>
        <w:rPr>
          <w:rtl/>
        </w:rPr>
        <w:t xml:space="preserve"> وجاهدا بين يديه يوم عاشوراء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>
        <w:rPr>
          <w:rtl/>
        </w:rPr>
        <w:lastRenderedPageBreak/>
        <w:t>وقُتلا</w:t>
      </w:r>
      <w:r w:rsidR="000B1C6C">
        <w:rPr>
          <w:rtl/>
        </w:rPr>
        <w:t>،</w:t>
      </w:r>
      <w:r>
        <w:rPr>
          <w:rtl/>
        </w:rPr>
        <w:t xml:space="preserve"> واُمّهما زينب تنظر إليهما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>وكان قد تقدّم في ذلك اليوم محمّد بن عبد الله</w:t>
      </w:r>
      <w:r w:rsidRPr="000B1C6C">
        <w:rPr>
          <w:rtl/>
        </w:rPr>
        <w:t xml:space="preserve"> </w:t>
      </w:r>
      <w:r>
        <w:rPr>
          <w:rtl/>
        </w:rPr>
        <w:t xml:space="preserve">إلى خاله الحسين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وأستأذن منه</w:t>
      </w:r>
      <w:r w:rsidRPr="000B1C6C">
        <w:rPr>
          <w:rtl/>
        </w:rPr>
        <w:t xml:space="preserve"> </w:t>
      </w:r>
      <w:r>
        <w:rPr>
          <w:rtl/>
        </w:rPr>
        <w:t xml:space="preserve">للبراز فأذن له الحسين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فحمل وهو يرتجز قائلاً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A1A2A" w:rsidRPr="006A238B" w:rsidTr="00881F1D">
        <w:trPr>
          <w:trHeight w:val="350"/>
        </w:trPr>
        <w:tc>
          <w:tcPr>
            <w:tcW w:w="3536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أشكو إلى الله من العدوانِ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فعالَ قومٍ في الردى عميانِ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3A1A2A" w:rsidRPr="006A238B" w:rsidTr="003A1A2A">
        <w:trPr>
          <w:trHeight w:val="350"/>
        </w:trPr>
        <w:tc>
          <w:tcPr>
            <w:tcW w:w="3536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قـد بـدّلوا معالم القرآنِ</w:t>
            </w:r>
            <w:r w:rsidRPr="003A1A2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ومُـحكمِ التنزيلِ و التبيانِ</w:t>
            </w:r>
            <w:r w:rsidRPr="003A1A2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0B1C6C">
      <w:pPr>
        <w:pStyle w:val="libNormal"/>
        <w:rPr>
          <w:rtl/>
        </w:rPr>
      </w:pPr>
      <w:r>
        <w:rPr>
          <w:rtl/>
        </w:rPr>
        <w:t>فقتل عشرة من أهل الكوفة</w:t>
      </w:r>
      <w:r w:rsidR="000B1C6C">
        <w:rPr>
          <w:rtl/>
        </w:rPr>
        <w:t>،</w:t>
      </w:r>
      <w:r>
        <w:rPr>
          <w:rtl/>
        </w:rPr>
        <w:t xml:space="preserve"> وحمل عليه عامر بن نهشل التميمي فقتله</w:t>
      </w:r>
      <w:r w:rsidR="000B1C6C">
        <w:rPr>
          <w:rtl/>
        </w:rPr>
        <w:t>،</w:t>
      </w:r>
      <w:r>
        <w:rPr>
          <w:rtl/>
        </w:rPr>
        <w:t xml:space="preserve"> ومشى</w:t>
      </w:r>
      <w:r w:rsidRPr="000B1C6C">
        <w:rPr>
          <w:rtl/>
        </w:rPr>
        <w:t xml:space="preserve"> </w:t>
      </w:r>
      <w:r>
        <w:rPr>
          <w:rtl/>
        </w:rPr>
        <w:t xml:space="preserve">لمصرعه خاله الحسين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ومَن معه</w:t>
      </w:r>
      <w:r w:rsidR="000B1C6C">
        <w:rPr>
          <w:rtl/>
        </w:rPr>
        <w:t>،</w:t>
      </w:r>
      <w:r>
        <w:rPr>
          <w:rtl/>
        </w:rPr>
        <w:t xml:space="preserve"> فحملوه من الميدان وجاؤوا به قتيلاً إلى الخيمة</w:t>
      </w:r>
      <w:r w:rsidR="000B1C6C">
        <w:rPr>
          <w:rtl/>
        </w:rPr>
        <w:t>،</w:t>
      </w:r>
      <w:r>
        <w:rPr>
          <w:rtl/>
        </w:rPr>
        <w:t xml:space="preserve"> وفيه يقول سليمان بن قتّة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A1A2A" w:rsidRPr="006A238B" w:rsidTr="00881F1D">
        <w:trPr>
          <w:trHeight w:val="350"/>
        </w:trPr>
        <w:tc>
          <w:tcPr>
            <w:tcW w:w="3536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وسـميِّ النبيِّ غودر فيهم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قـد علوه بصارمٍ مصقولِ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3A1A2A" w:rsidRPr="006A238B" w:rsidTr="003A1A2A">
        <w:trPr>
          <w:trHeight w:val="350"/>
        </w:trPr>
        <w:tc>
          <w:tcPr>
            <w:tcW w:w="3536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فإذا ما بكت عيني فجودي</w:t>
            </w:r>
            <w:r w:rsidRPr="003A1A2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بـدموعٍ تـسيلُ كل مسيلِ</w:t>
            </w:r>
            <w:r w:rsidRPr="003A1A2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0B1C6C">
      <w:pPr>
        <w:pStyle w:val="libNormal"/>
        <w:rPr>
          <w:rtl/>
        </w:rPr>
      </w:pPr>
      <w:r>
        <w:rPr>
          <w:rtl/>
        </w:rPr>
        <w:t>قال أرباب المقاتل</w:t>
      </w:r>
      <w:r w:rsidR="000B1C6C">
        <w:rPr>
          <w:rtl/>
        </w:rPr>
        <w:t>:</w:t>
      </w:r>
      <w:r>
        <w:rPr>
          <w:rtl/>
        </w:rPr>
        <w:t xml:space="preserve"> واستأذن الحسين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من بعده أخوه عون بن عبد الله</w:t>
      </w:r>
      <w:r w:rsidRPr="000B1C6C">
        <w:rPr>
          <w:rtl/>
        </w:rPr>
        <w:t xml:space="preserve"> </w:t>
      </w:r>
      <w:r>
        <w:rPr>
          <w:rtl/>
        </w:rPr>
        <w:t>للبراز فأذن له</w:t>
      </w:r>
      <w:r w:rsidR="000B1C6C">
        <w:rPr>
          <w:rtl/>
        </w:rPr>
        <w:t>،</w:t>
      </w:r>
      <w:r>
        <w:rPr>
          <w:rtl/>
        </w:rPr>
        <w:t xml:space="preserve"> فحمل وهو يقول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A1A2A" w:rsidRPr="006A238B" w:rsidTr="00881F1D">
        <w:trPr>
          <w:trHeight w:val="350"/>
        </w:trPr>
        <w:tc>
          <w:tcPr>
            <w:tcW w:w="3536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إن تـنكروني فأنا ابنُ جعفر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شهيدِ صدقٍ في الجنان أزهر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FB5C01" w:rsidRDefault="002D7A5A" w:rsidP="00FB5C01">
      <w:pPr>
        <w:pStyle w:val="libNormal"/>
        <w:rPr>
          <w:rtl/>
        </w:rPr>
      </w:pPr>
      <w:r w:rsidRPr="00FB5C01">
        <w:rPr>
          <w:rtl/>
        </w:rPr>
        <w:br w:type="page"/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A1A2A" w:rsidRPr="006A238B" w:rsidTr="00881F1D">
        <w:trPr>
          <w:trHeight w:val="350"/>
        </w:trPr>
        <w:tc>
          <w:tcPr>
            <w:tcW w:w="3536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يطير فيها بجناح أخضر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كفا بهذا شرفاً في المحشر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0B1C6C">
      <w:pPr>
        <w:pStyle w:val="libNormal"/>
        <w:rPr>
          <w:rtl/>
        </w:rPr>
      </w:pPr>
      <w:r>
        <w:rPr>
          <w:rtl/>
        </w:rPr>
        <w:t>وصار يقاتلهم حتّى قتل منهم ثلاثة فوارس وثمانية عشر راجلاً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ثمّ علاه</w:t>
      </w:r>
      <w:r w:rsidRPr="000B1C6C">
        <w:rPr>
          <w:rtl/>
        </w:rPr>
        <w:t xml:space="preserve"> </w:t>
      </w:r>
      <w:r>
        <w:rPr>
          <w:rtl/>
        </w:rPr>
        <w:t>بسيفه عبد الله بن قطنة الطائي فقتله</w:t>
      </w:r>
      <w:r w:rsidR="000B1C6C">
        <w:rPr>
          <w:rtl/>
        </w:rPr>
        <w:t>،</w:t>
      </w:r>
      <w:r>
        <w:rPr>
          <w:rtl/>
        </w:rPr>
        <w:t xml:space="preserve"> وفيه يقول سليمان بن قتة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A1A2A" w:rsidRPr="006A238B" w:rsidTr="00881F1D">
        <w:trPr>
          <w:trHeight w:val="350"/>
        </w:trPr>
        <w:tc>
          <w:tcPr>
            <w:tcW w:w="3536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عـين جودي بعبرةٍ وعويلِ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واندبي إن ندبت آلَ الرسولِ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3A1A2A" w:rsidRPr="006A238B" w:rsidTr="003A1A2A">
        <w:trPr>
          <w:trHeight w:val="350"/>
        </w:trPr>
        <w:tc>
          <w:tcPr>
            <w:tcW w:w="3536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سـتّةٌ كـلُّهم لـصلبِ عليٍّ</w:t>
            </w:r>
            <w:r w:rsidRPr="003A1A2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قـد اُصـيبوا وسبعةٌ لعقيلِ</w:t>
            </w:r>
            <w:r w:rsidRPr="003A1A2A">
              <w:rPr>
                <w:rStyle w:val="libPoemTiniChar0"/>
                <w:rtl/>
              </w:rPr>
              <w:br/>
              <w:t> </w:t>
            </w:r>
          </w:p>
        </w:tc>
      </w:tr>
      <w:tr w:rsidR="003A1A2A" w:rsidRPr="006A238B" w:rsidTr="003A1A2A">
        <w:trPr>
          <w:trHeight w:val="350"/>
        </w:trPr>
        <w:tc>
          <w:tcPr>
            <w:tcW w:w="3536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واندُبي إن ندبت عوناً أخاهمْ</w:t>
            </w:r>
            <w:r w:rsidRPr="003A1A2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لـيس فـيما ينوبهم بخذولِ</w:t>
            </w:r>
            <w:r w:rsidRPr="003A1A2A">
              <w:rPr>
                <w:rStyle w:val="libPoemTiniChar0"/>
                <w:rtl/>
              </w:rPr>
              <w:br/>
              <w:t> </w:t>
            </w:r>
          </w:p>
        </w:tc>
      </w:tr>
      <w:tr w:rsidR="003A1A2A" w:rsidRPr="006A238B" w:rsidTr="003A1A2A">
        <w:trPr>
          <w:trHeight w:val="350"/>
        </w:trPr>
        <w:tc>
          <w:tcPr>
            <w:tcW w:w="3536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فلعمري لقد اُصيب ذو القربى</w:t>
            </w:r>
            <w:r w:rsidRPr="003A1A2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فـبكي على المصاب الجليلِ</w:t>
            </w:r>
            <w:r w:rsidRPr="003A1A2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Normal"/>
      </w:pPr>
      <w:r w:rsidRPr="000B1C6C">
        <w:rPr>
          <w:rtl/>
        </w:rPr>
        <w:t>ودُفنا مع شهداء الطالبيِّين</w:t>
      </w:r>
      <w:r w:rsidRPr="000B1C6C">
        <w:rPr>
          <w:rStyle w:val="libFootnotenumChar"/>
          <w:rtl/>
        </w:rPr>
        <w:t>(1)</w:t>
      </w:r>
      <w:r w:rsidRPr="00D44192">
        <w:rPr>
          <w:rtl/>
        </w:rPr>
        <w:t xml:space="preserve"> </w:t>
      </w:r>
      <w:r w:rsidRPr="000B1C6C">
        <w:rPr>
          <w:rtl/>
        </w:rPr>
        <w:t xml:space="preserve">في حفرة واحدة عند رجلي الحسين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وربما يتوهم البعض أنّ المرقد الذي بالقرب من كربلاء هو مرقد</w:t>
      </w:r>
      <w:r w:rsidRPr="000B1C6C">
        <w:rPr>
          <w:rtl/>
        </w:rPr>
        <w:t xml:space="preserve"> </w:t>
      </w:r>
      <w:r>
        <w:rPr>
          <w:rtl/>
        </w:rPr>
        <w:t>عون بن عبد الله</w:t>
      </w:r>
      <w:r w:rsidR="000B1C6C">
        <w:rPr>
          <w:rtl/>
        </w:rPr>
        <w:t>،</w:t>
      </w:r>
      <w:r>
        <w:rPr>
          <w:rtl/>
        </w:rPr>
        <w:t xml:space="preserve"> أو يزعم البعض أنه مرقد عون بن علي بن أبي طالب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واُمّه فاطمة</w:t>
      </w:r>
      <w:r w:rsidRPr="000B1C6C">
        <w:rPr>
          <w:rtl/>
        </w:rPr>
        <w:t xml:space="preserve">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2D7A5A" w:rsidRP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انظر السيد جعفر بن السيد محمد الأعرجي المتوفّى سنة 1333 هـ</w:t>
      </w:r>
      <w:r w:rsidRPr="000B1C6C">
        <w:rPr>
          <w:rtl/>
        </w:rPr>
        <w:t xml:space="preserve"> [</w:t>
      </w:r>
      <w:r>
        <w:rPr>
          <w:rtl/>
        </w:rPr>
        <w:t>في] مناهل الضرب في أنساب العرب (مخطوط)</w:t>
      </w:r>
      <w:r w:rsidR="000B1C6C">
        <w:rPr>
          <w:rtl/>
        </w:rPr>
        <w:t>،</w:t>
      </w:r>
      <w:r>
        <w:rPr>
          <w:rtl/>
        </w:rPr>
        <w:t xml:space="preserve"> وتوجد نسخة منه لدى حفيده</w:t>
      </w:r>
      <w:r w:rsidRPr="000B1C6C">
        <w:rPr>
          <w:rtl/>
        </w:rPr>
        <w:t xml:space="preserve"> </w:t>
      </w:r>
      <w:r>
        <w:rPr>
          <w:rtl/>
        </w:rPr>
        <w:t>الاُستاذ السيد باقر الأعرجي حاكم [بلدية] البصرة اليوم</w:t>
      </w:r>
      <w:r w:rsidR="000B1C6C">
        <w:rPr>
          <w:rtl/>
        </w:rPr>
        <w:t>،</w:t>
      </w:r>
      <w:r>
        <w:rPr>
          <w:rtl/>
        </w:rPr>
        <w:t xml:space="preserve"> واُخرى عند</w:t>
      </w:r>
      <w:r w:rsidRPr="000B1C6C">
        <w:rPr>
          <w:rtl/>
        </w:rPr>
        <w:t xml:space="preserve"> </w:t>
      </w:r>
      <w:r>
        <w:rPr>
          <w:rtl/>
        </w:rPr>
        <w:t>العلامة آقا بزرك الطهراني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>
        <w:rPr>
          <w:rtl/>
        </w:rPr>
        <w:lastRenderedPageBreak/>
        <w:t>بنت حزام الكلابية أحد إخوة العباس الثلاثة</w:t>
      </w:r>
      <w:r w:rsidR="000B1C6C">
        <w:rPr>
          <w:rtl/>
        </w:rPr>
        <w:t>،</w:t>
      </w:r>
      <w:r>
        <w:rPr>
          <w:rtl/>
        </w:rPr>
        <w:t xml:space="preserve"> وكلا القولين وهمُ</w:t>
      </w:r>
      <w:r w:rsidRPr="000B1C6C">
        <w:rPr>
          <w:rtl/>
        </w:rPr>
        <w:t xml:space="preserve"> </w:t>
      </w:r>
      <w:r>
        <w:rPr>
          <w:rtl/>
        </w:rPr>
        <w:t>صرف واشتباه</w:t>
      </w:r>
      <w:r w:rsidR="000B1C6C">
        <w:rPr>
          <w:rtl/>
        </w:rPr>
        <w:t>،</w:t>
      </w:r>
      <w:r>
        <w:rPr>
          <w:rtl/>
        </w:rPr>
        <w:t xml:space="preserve"> وإنّما هو قبر عون بن عبد الله بن جعفر بن مرعي بن</w:t>
      </w:r>
      <w:r w:rsidRPr="000B1C6C">
        <w:rPr>
          <w:rtl/>
        </w:rPr>
        <w:t xml:space="preserve"> </w:t>
      </w:r>
      <w:r>
        <w:rPr>
          <w:rtl/>
        </w:rPr>
        <w:t>علي بن الحسن البنفسج بن إدريس بن داود بن أحمد المسوّر بن عبد الله</w:t>
      </w:r>
      <w:r w:rsidRPr="000B1C6C">
        <w:rPr>
          <w:rtl/>
        </w:rPr>
        <w:t xml:space="preserve"> </w:t>
      </w:r>
      <w:r>
        <w:rPr>
          <w:rtl/>
        </w:rPr>
        <w:t>بن موسى الجون بن عبد الله المحض بن الحسن المثنى بن الحسن السبط</w:t>
      </w:r>
      <w:r w:rsidRPr="000B1C6C">
        <w:rPr>
          <w:rtl/>
        </w:rPr>
        <w:t xml:space="preserve"> </w:t>
      </w:r>
      <w:r>
        <w:rPr>
          <w:rtl/>
        </w:rPr>
        <w:t xml:space="preserve">بن علي بن أبي طالب </w:t>
      </w:r>
      <w:r w:rsidR="00D44192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كان في الحائر المقدس الحسيني</w:t>
      </w:r>
      <w:r w:rsidR="000B1C6C">
        <w:rPr>
          <w:rtl/>
        </w:rPr>
        <w:t>،</w:t>
      </w:r>
      <w:r>
        <w:rPr>
          <w:rtl/>
        </w:rPr>
        <w:t xml:space="preserve"> وكانت له</w:t>
      </w:r>
      <w:r w:rsidRPr="000B1C6C">
        <w:rPr>
          <w:rtl/>
        </w:rPr>
        <w:t xml:space="preserve"> </w:t>
      </w:r>
      <w:r>
        <w:rPr>
          <w:rtl/>
        </w:rPr>
        <w:t>ضيعة على ثلاثة فراسخ عن بلد كربلاء</w:t>
      </w:r>
      <w:r w:rsidR="000B1C6C">
        <w:rPr>
          <w:rtl/>
        </w:rPr>
        <w:t>،</w:t>
      </w:r>
      <w:r>
        <w:rPr>
          <w:rtl/>
        </w:rPr>
        <w:t xml:space="preserve"> فخرج إليها وأدركه الموت</w:t>
      </w:r>
      <w:r w:rsidRPr="000B1C6C">
        <w:rPr>
          <w:rtl/>
        </w:rPr>
        <w:t xml:space="preserve"> </w:t>
      </w:r>
      <w:r>
        <w:rPr>
          <w:rtl/>
        </w:rPr>
        <w:t>فدُفن في ضيعته</w:t>
      </w:r>
      <w:r w:rsidR="000B1C6C">
        <w:rPr>
          <w:rtl/>
        </w:rPr>
        <w:t>،</w:t>
      </w:r>
      <w:r>
        <w:rPr>
          <w:rtl/>
        </w:rPr>
        <w:t xml:space="preserve"> فكان له مزار مشهور وقبّة عالية</w:t>
      </w:r>
      <w:r w:rsidR="000B1C6C">
        <w:rPr>
          <w:rtl/>
        </w:rPr>
        <w:t>،</w:t>
      </w:r>
      <w:r>
        <w:rPr>
          <w:rtl/>
        </w:rPr>
        <w:t xml:space="preserve"> والناس يقصدونه</w:t>
      </w:r>
      <w:r w:rsidRPr="000B1C6C">
        <w:rPr>
          <w:rtl/>
        </w:rPr>
        <w:t xml:space="preserve"> </w:t>
      </w:r>
      <w:r>
        <w:rPr>
          <w:rtl/>
        </w:rPr>
        <w:t>بالنذور وقضاء الحاجات</w:t>
      </w:r>
      <w:r w:rsidR="000B1C6C">
        <w:rPr>
          <w:rtl/>
        </w:rPr>
        <w:t>.</w:t>
      </w:r>
      <w:r>
        <w:rPr>
          <w:rtl/>
        </w:rPr>
        <w:t>.. إلخ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واليوم صار مرقده على الطريق العام الطريق المعبّد</w:t>
      </w:r>
      <w:r w:rsidR="000B1C6C">
        <w:rPr>
          <w:rtl/>
        </w:rPr>
        <w:t>،</w:t>
      </w:r>
      <w:r>
        <w:rPr>
          <w:rtl/>
        </w:rPr>
        <w:t xml:space="preserve"> يقع على</w:t>
      </w:r>
      <w:r w:rsidRPr="000B1C6C">
        <w:rPr>
          <w:rtl/>
        </w:rPr>
        <w:t xml:space="preserve"> </w:t>
      </w:r>
      <w:r>
        <w:rPr>
          <w:rtl/>
        </w:rPr>
        <w:t>الجانب</w:t>
      </w:r>
      <w:r w:rsidRPr="000B1C6C">
        <w:rPr>
          <w:rtl/>
        </w:rPr>
        <w:t xml:space="preserve"> </w:t>
      </w:r>
      <w:r>
        <w:rPr>
          <w:rtl/>
        </w:rPr>
        <w:t>الأيسر لمن يقصد كربلاء المقدسة للقادم من قضاء المسيب</w:t>
      </w:r>
      <w:r w:rsidR="000B1C6C">
        <w:rPr>
          <w:rtl/>
        </w:rPr>
        <w:t>،</w:t>
      </w:r>
      <w:r>
        <w:rPr>
          <w:rtl/>
        </w:rPr>
        <w:t xml:space="preserve"> ويبعد عن</w:t>
      </w:r>
      <w:r w:rsidRPr="000B1C6C">
        <w:rPr>
          <w:rtl/>
        </w:rPr>
        <w:t xml:space="preserve"> </w:t>
      </w:r>
      <w:r>
        <w:rPr>
          <w:rtl/>
        </w:rPr>
        <w:t>كربلاء خمسة أميال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وذكر المؤرّخون أنه لمّا ورد نعي الحسين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ونعيهما إلى المدينة كان</w:t>
      </w:r>
      <w:r w:rsidRPr="000B1C6C">
        <w:rPr>
          <w:rtl/>
        </w:rPr>
        <w:t xml:space="preserve"> </w:t>
      </w:r>
      <w:r>
        <w:rPr>
          <w:rtl/>
        </w:rPr>
        <w:t>عبد الله بن جعفر جالساً في بيته</w:t>
      </w:r>
      <w:r w:rsidR="000B1C6C">
        <w:rPr>
          <w:rtl/>
        </w:rPr>
        <w:t>،</w:t>
      </w:r>
      <w:r>
        <w:rPr>
          <w:rtl/>
        </w:rPr>
        <w:t xml:space="preserve"> والناس يدخلون عليه يعزّونه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فقال غلامه أبو اللسلاس</w:t>
      </w:r>
      <w:r w:rsidR="000B1C6C">
        <w:rPr>
          <w:rtl/>
        </w:rPr>
        <w:t>:</w:t>
      </w:r>
      <w:r>
        <w:rPr>
          <w:rtl/>
        </w:rPr>
        <w:t xml:space="preserve"> هذا ما لقيناه ودخل علينا من الحسين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!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فحذفه عبد الله بنعله</w:t>
      </w:r>
      <w:r w:rsidR="000B1C6C">
        <w:rPr>
          <w:rtl/>
        </w:rPr>
        <w:t>،</w:t>
      </w:r>
      <w:r>
        <w:rPr>
          <w:rtl/>
        </w:rPr>
        <w:t xml:space="preserve"> وقال له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>
        <w:rPr>
          <w:rtl/>
        </w:rPr>
        <w:t>يابن اللخناء</w:t>
      </w:r>
      <w:r w:rsidR="000B1C6C">
        <w:rPr>
          <w:rtl/>
        </w:rPr>
        <w:t>!</w:t>
      </w:r>
      <w:r>
        <w:rPr>
          <w:rtl/>
        </w:rPr>
        <w:t xml:space="preserve"> أللحسين تقول هذا</w:t>
      </w:r>
      <w:r w:rsidR="000B1C6C">
        <w:rPr>
          <w:rtl/>
        </w:rPr>
        <w:t>؟</w:t>
      </w:r>
      <w:r>
        <w:rPr>
          <w:rtl/>
        </w:rPr>
        <w:t>! والله</w:t>
      </w:r>
      <w:r w:rsidR="000B1C6C">
        <w:rPr>
          <w:rtl/>
        </w:rPr>
        <w:t>،</w:t>
      </w:r>
      <w:r>
        <w:rPr>
          <w:rtl/>
        </w:rPr>
        <w:t xml:space="preserve"> لو شهدته لما فارقته حتّى اُقتل معه</w:t>
      </w:r>
      <w:r w:rsidR="000B1C6C">
        <w:rPr>
          <w:rtl/>
        </w:rPr>
        <w:t>.</w:t>
      </w:r>
      <w:r>
        <w:rPr>
          <w:rtl/>
        </w:rPr>
        <w:t xml:space="preserve"> والله</w:t>
      </w:r>
      <w:r w:rsidR="000B1C6C">
        <w:rPr>
          <w:rtl/>
        </w:rPr>
        <w:t>،</w:t>
      </w:r>
      <w:r>
        <w:rPr>
          <w:rtl/>
        </w:rPr>
        <w:t xml:space="preserve"> إنه لممّا يسخي</w:t>
      </w:r>
      <w:r w:rsidRPr="000B1C6C">
        <w:rPr>
          <w:rtl/>
        </w:rPr>
        <w:t xml:space="preserve"> </w:t>
      </w:r>
      <w:r>
        <w:rPr>
          <w:rtl/>
        </w:rPr>
        <w:t>بالنفس عنهما ويهون عليّ المصاب بهما أنهما اُصيبا مع أخي وابن عمي</w:t>
      </w:r>
      <w:r w:rsidR="000B1C6C">
        <w:rPr>
          <w:rtl/>
        </w:rPr>
        <w:t>،</w:t>
      </w:r>
      <w:r>
        <w:rPr>
          <w:rtl/>
        </w:rPr>
        <w:t xml:space="preserve"> مواسين له صابرين معه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ثمّ أقبل على جلسائه</w:t>
      </w:r>
      <w:r w:rsidR="000B1C6C">
        <w:rPr>
          <w:rtl/>
        </w:rPr>
        <w:t>،</w:t>
      </w:r>
      <w:r>
        <w:rPr>
          <w:rtl/>
        </w:rPr>
        <w:t xml:space="preserve"> وقال</w:t>
      </w:r>
      <w:r w:rsidR="000B1C6C">
        <w:rPr>
          <w:rtl/>
        </w:rPr>
        <w:t>:</w:t>
      </w:r>
      <w:r>
        <w:rPr>
          <w:rtl/>
        </w:rPr>
        <w:t xml:space="preserve"> الحمد</w:t>
      </w:r>
      <w:r w:rsidRPr="000B1C6C">
        <w:rPr>
          <w:rtl/>
        </w:rPr>
        <w:t xml:space="preserve"> </w:t>
      </w:r>
      <w:r>
        <w:rPr>
          <w:rtl/>
        </w:rPr>
        <w:t>لله</w:t>
      </w:r>
      <w:r w:rsidR="000B1C6C">
        <w:rPr>
          <w:rtl/>
        </w:rPr>
        <w:t>،</w:t>
      </w:r>
      <w:r>
        <w:rPr>
          <w:rtl/>
        </w:rPr>
        <w:t xml:space="preserve"> أعزز عليِّ بمصرع الحسين أن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>
        <w:rPr>
          <w:rtl/>
        </w:rPr>
        <w:lastRenderedPageBreak/>
        <w:t>لا أكن آسيت حسيناً بيدي فقد آسيته بولدي محمّد وعون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وأمّا علي بن عبد الله فهو المعروف بالزينبي</w:t>
      </w:r>
      <w:r w:rsidR="000B1C6C">
        <w:rPr>
          <w:rtl/>
        </w:rPr>
        <w:t>،</w:t>
      </w:r>
      <w:r>
        <w:rPr>
          <w:rtl/>
        </w:rPr>
        <w:t xml:space="preserve"> نسبة</w:t>
      </w:r>
      <w:r w:rsidRPr="000B1C6C">
        <w:rPr>
          <w:rtl/>
        </w:rPr>
        <w:t xml:space="preserve"> </w:t>
      </w:r>
      <w:r>
        <w:rPr>
          <w:rtl/>
        </w:rPr>
        <w:t>إلى اُمّه زينب</w:t>
      </w:r>
      <w:r w:rsidRPr="000B1C6C">
        <w:rPr>
          <w:rtl/>
        </w:rPr>
        <w:t xml:space="preserve"> </w:t>
      </w:r>
      <w:r>
        <w:rPr>
          <w:rtl/>
        </w:rPr>
        <w:t xml:space="preserve">بنت علي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.</w:t>
      </w:r>
      <w:r>
        <w:rPr>
          <w:rtl/>
        </w:rPr>
        <w:t xml:space="preserve"> ذكروا أنه كان ثلاثة في عصر واحد</w:t>
      </w:r>
      <w:r w:rsidR="000B1C6C">
        <w:rPr>
          <w:rtl/>
        </w:rPr>
        <w:t>،</w:t>
      </w:r>
      <w:r>
        <w:rPr>
          <w:rtl/>
        </w:rPr>
        <w:t xml:space="preserve"> بني عمٍّ</w:t>
      </w:r>
      <w:r w:rsidR="000B1C6C">
        <w:rPr>
          <w:rtl/>
        </w:rPr>
        <w:t>،</w:t>
      </w:r>
      <w:r>
        <w:rPr>
          <w:rtl/>
        </w:rPr>
        <w:t xml:space="preserve"> يرجعون</w:t>
      </w:r>
      <w:r w:rsidRPr="000B1C6C">
        <w:rPr>
          <w:rtl/>
        </w:rPr>
        <w:t xml:space="preserve"> </w:t>
      </w:r>
      <w:r>
        <w:rPr>
          <w:rtl/>
        </w:rPr>
        <w:t>إلى أصل قريب كلّهم يسمى علياً</w:t>
      </w:r>
      <w:r w:rsidR="000B1C6C">
        <w:rPr>
          <w:rtl/>
        </w:rPr>
        <w:t>،</w:t>
      </w:r>
      <w:r>
        <w:rPr>
          <w:rtl/>
        </w:rPr>
        <w:t xml:space="preserve"> وكلّهم يصلح للخلافة</w:t>
      </w:r>
      <w:r w:rsidR="000B1C6C">
        <w:rPr>
          <w:rtl/>
        </w:rPr>
        <w:t>،</w:t>
      </w:r>
      <w:r>
        <w:rPr>
          <w:rtl/>
        </w:rPr>
        <w:t xml:space="preserve"> وهم</w:t>
      </w:r>
      <w:r w:rsidR="000B1C6C">
        <w:rPr>
          <w:rtl/>
        </w:rPr>
        <w:t>:</w:t>
      </w:r>
      <w:r>
        <w:rPr>
          <w:rtl/>
        </w:rPr>
        <w:t xml:space="preserve"> علي</w:t>
      </w:r>
      <w:r w:rsidRPr="000B1C6C">
        <w:rPr>
          <w:rtl/>
        </w:rPr>
        <w:t xml:space="preserve"> </w:t>
      </w:r>
      <w:r>
        <w:rPr>
          <w:rtl/>
        </w:rPr>
        <w:t xml:space="preserve">بن الحسين بن علي بن أبي طالب </w:t>
      </w:r>
      <w:r w:rsidR="00FB26B1" w:rsidRPr="00FB26B1">
        <w:rPr>
          <w:rStyle w:val="libAlaemChar"/>
          <w:rtl/>
        </w:rPr>
        <w:t>عليه‌السلام</w:t>
      </w:r>
      <w:r w:rsidR="00E66C4D">
        <w:rPr>
          <w:rtl/>
        </w:rPr>
        <w:t xml:space="preserve"> - </w:t>
      </w:r>
      <w:r>
        <w:rPr>
          <w:rtl/>
        </w:rPr>
        <w:t xml:space="preserve">السجاد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ـ</w:t>
      </w:r>
      <w:r w:rsidR="000B1C6C">
        <w:rPr>
          <w:rtl/>
        </w:rPr>
        <w:t>،</w:t>
      </w:r>
      <w:r>
        <w:rPr>
          <w:rtl/>
        </w:rPr>
        <w:t xml:space="preserve"> وعلي بن عبد الله بن</w:t>
      </w:r>
      <w:r w:rsidRPr="000B1C6C">
        <w:rPr>
          <w:rtl/>
        </w:rPr>
        <w:t xml:space="preserve"> </w:t>
      </w:r>
      <w:r>
        <w:rPr>
          <w:rtl/>
        </w:rPr>
        <w:t>العباس</w:t>
      </w:r>
      <w:r w:rsidR="000B1C6C">
        <w:rPr>
          <w:rtl/>
        </w:rPr>
        <w:t>،</w:t>
      </w:r>
      <w:r>
        <w:rPr>
          <w:rtl/>
        </w:rPr>
        <w:t xml:space="preserve"> وعلي بن عبد الله بن جعفر الطيار</w:t>
      </w:r>
      <w:r w:rsidR="000B1C6C">
        <w:rPr>
          <w:rtl/>
        </w:rPr>
        <w:t>.</w:t>
      </w:r>
      <w:r>
        <w:rPr>
          <w:rtl/>
        </w:rPr>
        <w:t xml:space="preserve"> ولكن إمام المسلمين</w:t>
      </w:r>
      <w:r w:rsidRPr="000B1C6C">
        <w:rPr>
          <w:rtl/>
        </w:rPr>
        <w:t xml:space="preserve"> </w:t>
      </w:r>
      <w:r>
        <w:rPr>
          <w:rtl/>
        </w:rPr>
        <w:t xml:space="preserve">وقتئذ كان السجاد زين العابدين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؛</w:t>
      </w:r>
      <w:r>
        <w:rPr>
          <w:rtl/>
        </w:rPr>
        <w:t xml:space="preserve"> يعظّمه القريب والبعيد</w:t>
      </w:r>
      <w:r w:rsidR="000B1C6C">
        <w:rPr>
          <w:rtl/>
        </w:rPr>
        <w:t>،</w:t>
      </w:r>
      <w:r>
        <w:rPr>
          <w:rtl/>
        </w:rPr>
        <w:t xml:space="preserve"> وتعنوا له</w:t>
      </w:r>
      <w:r w:rsidRPr="000B1C6C">
        <w:rPr>
          <w:rtl/>
        </w:rPr>
        <w:t xml:space="preserve"> </w:t>
      </w:r>
      <w:r>
        <w:rPr>
          <w:rtl/>
        </w:rPr>
        <w:t>كبار المسلمين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وقد تزوّج علي بن عبد الله لبابة بنت عبد الله بن</w:t>
      </w:r>
      <w:r w:rsidRPr="000B1C6C">
        <w:rPr>
          <w:rtl/>
        </w:rPr>
        <w:t xml:space="preserve"> </w:t>
      </w:r>
      <w:r>
        <w:rPr>
          <w:rtl/>
        </w:rPr>
        <w:t>عباس حبر الاُمّة</w:t>
      </w:r>
      <w:r w:rsidR="000B1C6C">
        <w:rPr>
          <w:rtl/>
        </w:rPr>
        <w:t>،</w:t>
      </w:r>
      <w:r>
        <w:rPr>
          <w:rtl/>
        </w:rPr>
        <w:t xml:space="preserve"> وكان نسل عبد الله بن جعفر منه</w:t>
      </w:r>
      <w:r w:rsidR="000B1C6C">
        <w:rPr>
          <w:rtl/>
        </w:rPr>
        <w:t>.</w:t>
      </w:r>
      <w:r>
        <w:rPr>
          <w:rtl/>
        </w:rPr>
        <w:t xml:space="preserve"> والسادة</w:t>
      </w:r>
      <w:r w:rsidRPr="000B1C6C">
        <w:rPr>
          <w:rtl/>
        </w:rPr>
        <w:t xml:space="preserve"> </w:t>
      </w:r>
      <w:r>
        <w:rPr>
          <w:rtl/>
        </w:rPr>
        <w:t>الزينبيّة كثيرون في العراق وفارس</w:t>
      </w:r>
      <w:r w:rsidR="000B1C6C">
        <w:rPr>
          <w:rtl/>
        </w:rPr>
        <w:t>،</w:t>
      </w:r>
      <w:r>
        <w:rPr>
          <w:rtl/>
        </w:rPr>
        <w:t xml:space="preserve"> ومصر والحجاز</w:t>
      </w:r>
      <w:r w:rsidR="000B1C6C">
        <w:rPr>
          <w:rtl/>
        </w:rPr>
        <w:t>،</w:t>
      </w:r>
      <w:r>
        <w:rPr>
          <w:rtl/>
        </w:rPr>
        <w:t xml:space="preserve"> والأفغان والهند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وقد جعل الله البركة في نسل هذه السيدة الطاهرة وطيّب سلالتها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وذكر السيد الزبيدي في تاج العروس قال</w:t>
      </w:r>
      <w:r w:rsidR="000B1C6C">
        <w:rPr>
          <w:rtl/>
        </w:rPr>
        <w:t>:</w:t>
      </w:r>
      <w:r>
        <w:rPr>
          <w:rtl/>
        </w:rPr>
        <w:t xml:space="preserve"> والزينبيّون بطن من</w:t>
      </w:r>
      <w:r w:rsidRPr="000B1C6C">
        <w:rPr>
          <w:rtl/>
        </w:rPr>
        <w:t xml:space="preserve"> </w:t>
      </w:r>
      <w:r>
        <w:rPr>
          <w:rtl/>
        </w:rPr>
        <w:t>ولد علي الزينبي ابن عبد الله الجواد ابن جعفر الطيار</w:t>
      </w:r>
      <w:r w:rsidR="000B1C6C">
        <w:rPr>
          <w:rtl/>
        </w:rPr>
        <w:t>،</w:t>
      </w:r>
      <w:r>
        <w:rPr>
          <w:rtl/>
        </w:rPr>
        <w:t xml:space="preserve"> نسبة إلى</w:t>
      </w:r>
      <w:r w:rsidRPr="000B1C6C">
        <w:rPr>
          <w:rtl/>
        </w:rPr>
        <w:t xml:space="preserve"> </w:t>
      </w:r>
      <w:r>
        <w:rPr>
          <w:rtl/>
        </w:rPr>
        <w:t>اُمّه</w:t>
      </w:r>
      <w:r w:rsidRPr="000B1C6C">
        <w:rPr>
          <w:rtl/>
        </w:rPr>
        <w:t xml:space="preserve"> </w:t>
      </w:r>
      <w:r>
        <w:rPr>
          <w:rtl/>
        </w:rPr>
        <w:t xml:space="preserve">زينب بنت سيدنا علي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واُمّها فاطمة </w:t>
      </w:r>
      <w:r w:rsidR="00FB26B1" w:rsidRPr="00FB26B1">
        <w:rPr>
          <w:rStyle w:val="libAlaemChar"/>
          <w:rtl/>
        </w:rPr>
        <w:t>عليها‌السلام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وولد علي هذا أحد أرحام لآل</w:t>
      </w:r>
      <w:r w:rsidRPr="000B1C6C">
        <w:rPr>
          <w:rtl/>
        </w:rPr>
        <w:t xml:space="preserve"> </w:t>
      </w:r>
      <w:r>
        <w:rPr>
          <w:rtl/>
        </w:rPr>
        <w:t>أبي طالب الثلاثة</w:t>
      </w:r>
      <w:r w:rsidR="000B1C6C">
        <w:rPr>
          <w:rtl/>
        </w:rPr>
        <w:t>،</w:t>
      </w:r>
      <w:r>
        <w:rPr>
          <w:rtl/>
        </w:rPr>
        <w:t xml:space="preserve"> أعقب من ابنه محمّد والحسن</w:t>
      </w:r>
      <w:r w:rsidR="000B1C6C">
        <w:rPr>
          <w:rtl/>
        </w:rPr>
        <w:t>،</w:t>
      </w:r>
      <w:r>
        <w:rPr>
          <w:rtl/>
        </w:rPr>
        <w:t xml:space="preserve"> وعيسى ويعقوب</w:t>
      </w:r>
      <w:r w:rsidR="000B1C6C">
        <w:rPr>
          <w:rtl/>
        </w:rPr>
        <w:t>،</w:t>
      </w:r>
      <w:r>
        <w:rPr>
          <w:rtl/>
        </w:rPr>
        <w:t xml:space="preserve"> ومن</w:t>
      </w:r>
      <w:r w:rsidRPr="000B1C6C">
        <w:rPr>
          <w:rtl/>
        </w:rPr>
        <w:t xml:space="preserve"> </w:t>
      </w:r>
      <w:r>
        <w:rPr>
          <w:rtl/>
        </w:rPr>
        <w:t>عقبه أبو الحسن علي بن طلحة بن علي بن محمّد الزينبي</w:t>
      </w:r>
      <w:r w:rsidR="000B1C6C">
        <w:rPr>
          <w:rtl/>
        </w:rPr>
        <w:t>،</w:t>
      </w:r>
      <w:r>
        <w:rPr>
          <w:rtl/>
        </w:rPr>
        <w:t xml:space="preserve"> تولى الخطابة</w:t>
      </w:r>
      <w:r w:rsidRPr="000B1C6C">
        <w:rPr>
          <w:rtl/>
        </w:rPr>
        <w:t xml:space="preserve"> </w:t>
      </w:r>
      <w:r>
        <w:rPr>
          <w:rtl/>
        </w:rPr>
        <w:t>والنيابة بعد أبيه في زمن المستنجد</w:t>
      </w:r>
      <w:r w:rsidR="000B1C6C">
        <w:rPr>
          <w:rtl/>
        </w:rPr>
        <w:t>،</w:t>
      </w:r>
      <w:r>
        <w:rPr>
          <w:rtl/>
        </w:rPr>
        <w:t xml:space="preserve"> وتوفي سنة 561 هـ</w:t>
      </w:r>
      <w:r w:rsidR="000B1C6C">
        <w:rPr>
          <w:rtl/>
        </w:rPr>
        <w:t>.</w:t>
      </w:r>
    </w:p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p w:rsidR="002D7A5A" w:rsidRPr="000B1C6C" w:rsidRDefault="002D7A5A" w:rsidP="002D7A5A">
      <w:pPr>
        <w:pStyle w:val="libNormal0"/>
      </w:pPr>
      <w:r>
        <w:rPr>
          <w:rtl/>
        </w:rPr>
        <w:lastRenderedPageBreak/>
        <w:t>وأمّا اُمّ كلثوم بنت زينب فهي التي خطبها معاوية لولده يزيد كما ذكر ذلك ابن شهر آشوب</w:t>
      </w:r>
      <w:r w:rsidRPr="000B1C6C">
        <w:rPr>
          <w:rStyle w:val="libFootnotenumChar"/>
          <w:rtl/>
        </w:rPr>
        <w:t>(1)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وذلك لما طلب معاوية بن أبي سفيان من مروان بن الحكم</w:t>
      </w:r>
      <w:r w:rsidR="00E66C4D">
        <w:rPr>
          <w:rtl/>
        </w:rPr>
        <w:t xml:space="preserve"> - </w:t>
      </w:r>
      <w:r>
        <w:rPr>
          <w:rtl/>
        </w:rPr>
        <w:t>وكان والياً</w:t>
      </w:r>
      <w:r w:rsidRPr="000B1C6C">
        <w:rPr>
          <w:rtl/>
        </w:rPr>
        <w:t xml:space="preserve"> </w:t>
      </w:r>
      <w:r>
        <w:rPr>
          <w:rtl/>
        </w:rPr>
        <w:t>على المدينة من قبله</w:t>
      </w:r>
      <w:r w:rsidR="00E66C4D">
        <w:rPr>
          <w:rtl/>
        </w:rPr>
        <w:t xml:space="preserve"> - </w:t>
      </w:r>
      <w:r>
        <w:rPr>
          <w:rtl/>
        </w:rPr>
        <w:t>أن يخطب اُمّ كلثوم بنت زينب</w:t>
      </w:r>
      <w:r w:rsidR="000B1C6C">
        <w:rPr>
          <w:rtl/>
        </w:rPr>
        <w:t>،</w:t>
      </w:r>
      <w:r>
        <w:rPr>
          <w:rtl/>
        </w:rPr>
        <w:t xml:space="preserve"> فقال أبوها عبد الله</w:t>
      </w:r>
      <w:r w:rsidRPr="000B1C6C">
        <w:rPr>
          <w:rtl/>
        </w:rPr>
        <w:t xml:space="preserve"> </w:t>
      </w:r>
      <w:r>
        <w:rPr>
          <w:rtl/>
        </w:rPr>
        <w:t>بن جعفر</w:t>
      </w:r>
      <w:r w:rsidR="000B1C6C">
        <w:rPr>
          <w:rtl/>
        </w:rPr>
        <w:t>؛</w:t>
      </w:r>
      <w:r>
        <w:rPr>
          <w:rtl/>
        </w:rPr>
        <w:t xml:space="preserve"> إنّ أمرها ليس إليّ</w:t>
      </w:r>
      <w:r w:rsidR="000B1C6C">
        <w:rPr>
          <w:rtl/>
        </w:rPr>
        <w:t>،</w:t>
      </w:r>
      <w:r>
        <w:rPr>
          <w:rtl/>
        </w:rPr>
        <w:t xml:space="preserve"> إنّما هو إلى سيدنا الحسين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وهو</w:t>
      </w:r>
      <w:r w:rsidRPr="000B1C6C">
        <w:rPr>
          <w:rtl/>
        </w:rPr>
        <w:t xml:space="preserve"> </w:t>
      </w:r>
      <w:r>
        <w:rPr>
          <w:rtl/>
        </w:rPr>
        <w:t>خالها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فأخبر الحسين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بذلك</w:t>
      </w:r>
      <w:r w:rsidR="000B1C6C">
        <w:rPr>
          <w:rtl/>
        </w:rPr>
        <w:t>،</w:t>
      </w:r>
      <w:r w:rsidRPr="000B1C6C">
        <w:rPr>
          <w:rtl/>
        </w:rPr>
        <w:t xml:space="preserve"> فقال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استخير الله تعالى</w:t>
      </w:r>
      <w:r w:rsidR="000B1C6C">
        <w:rPr>
          <w:rStyle w:val="libBold2Char"/>
          <w:rtl/>
        </w:rPr>
        <w:t>.</w:t>
      </w:r>
      <w:r w:rsidRPr="002D7A5A">
        <w:rPr>
          <w:rStyle w:val="libBold2Char"/>
          <w:rtl/>
        </w:rPr>
        <w:t xml:space="preserve"> اللهمَّ وفّق لهذه الجارية رضاك من آل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محمّد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 xml:space="preserve">فلما اجتمع الناس في مسجد رسول الله </w:t>
      </w:r>
      <w:r w:rsidR="00FB26B1" w:rsidRPr="00FB26B1">
        <w:rPr>
          <w:rStyle w:val="libAlaemChar"/>
          <w:rtl/>
        </w:rPr>
        <w:t>صلى‌الله‌عليه‌وآله</w:t>
      </w:r>
      <w:r>
        <w:rPr>
          <w:rtl/>
        </w:rPr>
        <w:t xml:space="preserve"> أقبل مروان حتّى جلس</w:t>
      </w:r>
      <w:r w:rsidRPr="000B1C6C">
        <w:rPr>
          <w:rtl/>
        </w:rPr>
        <w:t xml:space="preserve"> </w:t>
      </w:r>
      <w:r>
        <w:rPr>
          <w:rtl/>
        </w:rPr>
        <w:t xml:space="preserve">إلى الحسين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وقال</w:t>
      </w:r>
      <w:r w:rsidR="000B1C6C">
        <w:rPr>
          <w:rtl/>
        </w:rPr>
        <w:t>:</w:t>
      </w:r>
      <w:r>
        <w:rPr>
          <w:rtl/>
        </w:rPr>
        <w:t xml:space="preserve"> إن أمير المؤمنين</w:t>
      </w:r>
      <w:r w:rsidR="00E66C4D">
        <w:rPr>
          <w:rtl/>
        </w:rPr>
        <w:t xml:space="preserve"> - </w:t>
      </w:r>
      <w:r>
        <w:rPr>
          <w:rtl/>
        </w:rPr>
        <w:t>يعني معاوية</w:t>
      </w:r>
      <w:r w:rsidR="00E66C4D">
        <w:rPr>
          <w:rtl/>
        </w:rPr>
        <w:t xml:space="preserve"> - </w:t>
      </w:r>
      <w:r>
        <w:rPr>
          <w:rtl/>
        </w:rPr>
        <w:t>أمرني بذلك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وأن أجعل مهرها حكم أبيها بالغاً ما بلغ</w:t>
      </w:r>
      <w:r w:rsidR="000B1C6C">
        <w:rPr>
          <w:rtl/>
        </w:rPr>
        <w:t>،</w:t>
      </w:r>
      <w:r>
        <w:rPr>
          <w:rtl/>
        </w:rPr>
        <w:t xml:space="preserve"> مع صلح ما بين هذين الحيِّين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مع قضاء دينه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واعلم أنّ من يغبطكم بيزيد [أكثر ممّن يغبطه بكم</w:t>
      </w:r>
      <w:r w:rsidR="000B1C6C">
        <w:rPr>
          <w:rtl/>
        </w:rPr>
        <w:t>.</w:t>
      </w:r>
      <w:r w:rsidRPr="000B1C6C">
        <w:rPr>
          <w:rtl/>
        </w:rPr>
        <w:t xml:space="preserve"> والعجب كيف يستمهر يزيد]</w:t>
      </w:r>
      <w:r w:rsidRPr="000B1C6C">
        <w:rPr>
          <w:rStyle w:val="libFootnotenumChar"/>
          <w:rtl/>
        </w:rPr>
        <w:t>(*)</w:t>
      </w:r>
      <w:r w:rsidRPr="000B1C6C">
        <w:rPr>
          <w:rtl/>
        </w:rPr>
        <w:t xml:space="preserve"> وهو كفؤ من لا كفؤ له</w:t>
      </w:r>
      <w:r w:rsidR="000B1C6C">
        <w:rPr>
          <w:rtl/>
        </w:rPr>
        <w:t>،</w:t>
      </w:r>
      <w:r w:rsidRPr="000B1C6C">
        <w:rPr>
          <w:rtl/>
        </w:rPr>
        <w:t xml:space="preserve"> وبوجهه يستسقى الغمام</w:t>
      </w:r>
      <w:r w:rsidR="000B1C6C">
        <w:rPr>
          <w:rtl/>
        </w:rPr>
        <w:t>!</w:t>
      </w:r>
      <w:r w:rsidRPr="000B1C6C">
        <w:rPr>
          <w:rtl/>
        </w:rPr>
        <w:t xml:space="preserve"> فرد خيراً يا أبا عبد الله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فقال الحسين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الحمد لله الذي اختارنا لنفسه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وارتضانا لدينه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واصطفانا على خلقه</w:t>
      </w:r>
      <w:r w:rsidR="000B1C6C">
        <w:rPr>
          <w:rStyle w:val="libBold2Char"/>
          <w:rtl/>
        </w:rPr>
        <w:t>.</w:t>
      </w:r>
      <w:r w:rsidRPr="000B1C6C">
        <w:rPr>
          <w:rStyle w:val="libBold2Char"/>
          <w:rtl/>
        </w:rPr>
        <w:t>..</w:t>
      </w:r>
      <w:r w:rsidRPr="000B1C6C">
        <w:rPr>
          <w:rtl/>
        </w:rPr>
        <w:t xml:space="preserve"> إلى آخر كلامه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 w:rsidRPr="000B1C6C">
        <w:rPr>
          <w:rtl/>
        </w:rPr>
        <w:t xml:space="preserve"> ثمّ قال</w:t>
      </w:r>
      <w:r w:rsidR="000B1C6C">
        <w:rPr>
          <w:rtl/>
        </w:rPr>
        <w:t>: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يا مروان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قد قلت فسمعنا</w:t>
      </w:r>
      <w:r w:rsidR="000B1C6C">
        <w:rPr>
          <w:rStyle w:val="libBold2Char"/>
          <w:rtl/>
        </w:rPr>
        <w:t>؛</w:t>
      </w:r>
      <w:r w:rsidRPr="002D7A5A">
        <w:rPr>
          <w:rStyle w:val="libBold2Char"/>
          <w:rtl/>
        </w:rPr>
        <w:t xml:space="preserve"> أمّا قولك</w:t>
      </w:r>
      <w:r w:rsidR="000B1C6C">
        <w:rPr>
          <w:rStyle w:val="libBold2Char"/>
          <w:rtl/>
        </w:rPr>
        <w:t>:</w:t>
      </w:r>
      <w:r w:rsidRPr="002D7A5A">
        <w:rPr>
          <w:rStyle w:val="libBold2Char"/>
          <w:rtl/>
        </w:rPr>
        <w:t xml:space="preserve"> مهرها حكم أبيها بالغاً ما بلغ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فلعمري لو أردنا ذلك ما عدونا سنة رسول الله</w:t>
      </w:r>
      <w:r w:rsidRPr="000B1C6C">
        <w:rPr>
          <w:rStyle w:val="libBold2Char"/>
          <w:rtl/>
        </w:rPr>
        <w:t xml:space="preserve"> </w:t>
      </w:r>
      <w:r w:rsidR="00FB26B1" w:rsidRPr="00FB26B1">
        <w:rPr>
          <w:rStyle w:val="libAlaemChar"/>
          <w:rtl/>
        </w:rPr>
        <w:t>صلى‌الله‌عليه‌وآله</w:t>
      </w:r>
      <w:r w:rsidRPr="002D7A5A">
        <w:rPr>
          <w:rStyle w:val="libBold2Char"/>
          <w:rtl/>
        </w:rPr>
        <w:t xml:space="preserve"> في بناته ونسائه وأهل بيته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وهو اثنتا عشرة أوقية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يكون أربعمئة وثمانين درهماً</w:t>
      </w:r>
      <w:r w:rsidR="000B1C6C">
        <w:rPr>
          <w:rStyle w:val="libBold2Char"/>
          <w:rtl/>
        </w:rPr>
        <w:t>.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2D7A5A" w:rsidRP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انظر المناقب لابن</w:t>
      </w:r>
      <w:r w:rsidRPr="000B1C6C">
        <w:rPr>
          <w:rtl/>
        </w:rPr>
        <w:t xml:space="preserve"> </w:t>
      </w:r>
      <w:r>
        <w:rPr>
          <w:rtl/>
        </w:rPr>
        <w:t>شهر آشوب 2 / 171</w:t>
      </w:r>
      <w:r w:rsidR="000B1C6C">
        <w:rPr>
          <w:rtl/>
        </w:rPr>
        <w:t>،</w:t>
      </w:r>
      <w:r>
        <w:rPr>
          <w:rtl/>
        </w:rPr>
        <w:t xml:space="preserve"> الطبعة الاُولى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Footnote"/>
      </w:pPr>
      <w:r w:rsidRPr="000B1C6C">
        <w:rPr>
          <w:rtl/>
        </w:rPr>
        <w:t xml:space="preserve">(*) </w:t>
      </w:r>
      <w:r>
        <w:rPr>
          <w:rtl/>
        </w:rPr>
        <w:t>ما بين المعقوفتين ساقط من الأصل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وقد جئنا به من المناقب نفسها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  <w:r w:rsidRPr="000B1C6C">
        <w:rPr>
          <w:rStyle w:val="libFootnoteBoldChar"/>
          <w:rtl/>
        </w:rPr>
        <w:t>(</w:t>
      </w:r>
      <w:r w:rsidRPr="002D7A5A">
        <w:rPr>
          <w:rStyle w:val="libFootnoteBoldChar"/>
          <w:rtl/>
        </w:rPr>
        <w:t>موقع معهد</w:t>
      </w:r>
      <w:r w:rsidRPr="000B1C6C">
        <w:rPr>
          <w:rStyle w:val="libFootnoteBoldChar"/>
          <w:rtl/>
        </w:rPr>
        <w:t xml:space="preserve"> </w:t>
      </w:r>
      <w:r w:rsidRPr="002D7A5A">
        <w:rPr>
          <w:rStyle w:val="libFootnoteBoldChar"/>
          <w:rtl/>
        </w:rPr>
        <w:t>الإمامين الحسنَين</w:t>
      </w:r>
      <w:r w:rsidRPr="000B1C6C">
        <w:rPr>
          <w:rStyle w:val="libFootnoteBoldChar"/>
          <w:rtl/>
        </w:rPr>
        <w:t>)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2D7A5A">
      <w:pPr>
        <w:pStyle w:val="libBold2"/>
      </w:pPr>
      <w:r>
        <w:rPr>
          <w:rtl/>
        </w:rPr>
        <w:lastRenderedPageBreak/>
        <w:t>وأمّا قولك</w:t>
      </w:r>
      <w:r w:rsidR="000B1C6C">
        <w:rPr>
          <w:rtl/>
        </w:rPr>
        <w:t>:</w:t>
      </w:r>
      <w:r>
        <w:rPr>
          <w:rtl/>
        </w:rPr>
        <w:t xml:space="preserve"> مع قضاء دين أبيها</w:t>
      </w:r>
      <w:r w:rsidR="000B1C6C">
        <w:rPr>
          <w:rtl/>
        </w:rPr>
        <w:t>،</w:t>
      </w:r>
      <w:r>
        <w:rPr>
          <w:rtl/>
        </w:rPr>
        <w:t xml:space="preserve"> فمتى كنّ نساؤنا يقضين عنّا ديوننا</w:t>
      </w:r>
      <w:r w:rsidR="000B1C6C">
        <w:rPr>
          <w:rtl/>
        </w:rPr>
        <w:t>؟</w:t>
      </w:r>
      <w:r w:rsidRPr="000B1C6C">
        <w:rPr>
          <w:rtl/>
        </w:rPr>
        <w:t xml:space="preserve">! </w:t>
      </w:r>
    </w:p>
    <w:p w:rsidR="002D7A5A" w:rsidRPr="000B1C6C" w:rsidRDefault="002D7A5A" w:rsidP="002D7A5A">
      <w:pPr>
        <w:pStyle w:val="libBold2"/>
      </w:pPr>
      <w:r>
        <w:rPr>
          <w:rtl/>
        </w:rPr>
        <w:t>وأمّا</w:t>
      </w:r>
      <w:r w:rsidRPr="000B1C6C">
        <w:rPr>
          <w:rtl/>
        </w:rPr>
        <w:t xml:space="preserve"> </w:t>
      </w:r>
      <w:r>
        <w:rPr>
          <w:rtl/>
        </w:rPr>
        <w:t>قولك</w:t>
      </w:r>
      <w:r w:rsidR="000B1C6C">
        <w:rPr>
          <w:rtl/>
        </w:rPr>
        <w:t>:</w:t>
      </w:r>
      <w:r>
        <w:rPr>
          <w:rtl/>
        </w:rPr>
        <w:t xml:space="preserve"> صلح ما بين هذين الحيِّين</w:t>
      </w:r>
      <w:r w:rsidR="000B1C6C">
        <w:rPr>
          <w:rtl/>
        </w:rPr>
        <w:t>،</w:t>
      </w:r>
      <w:r>
        <w:rPr>
          <w:rtl/>
        </w:rPr>
        <w:t xml:space="preserve"> فإنّا قوم عاديناكم في الله</w:t>
      </w:r>
      <w:r w:rsidR="000B1C6C">
        <w:rPr>
          <w:rtl/>
        </w:rPr>
        <w:t>،</w:t>
      </w:r>
      <w:r>
        <w:rPr>
          <w:rtl/>
        </w:rPr>
        <w:t xml:space="preserve"> ولم نكن</w:t>
      </w:r>
      <w:r w:rsidRPr="000B1C6C">
        <w:rPr>
          <w:rtl/>
        </w:rPr>
        <w:t xml:space="preserve"> </w:t>
      </w:r>
      <w:r>
        <w:rPr>
          <w:rtl/>
        </w:rPr>
        <w:t>نصالحكم للدنيا</w:t>
      </w:r>
      <w:r w:rsidR="000B1C6C">
        <w:rPr>
          <w:rtl/>
        </w:rPr>
        <w:t>؛</w:t>
      </w:r>
      <w:r>
        <w:rPr>
          <w:rtl/>
        </w:rPr>
        <w:t xml:space="preserve"> فلعمري لقد أعيا النسب</w:t>
      </w:r>
      <w:r w:rsidR="000B1C6C">
        <w:rPr>
          <w:rtl/>
        </w:rPr>
        <w:t>،</w:t>
      </w:r>
      <w:r>
        <w:rPr>
          <w:rtl/>
        </w:rPr>
        <w:t xml:space="preserve"> فكيف السبب</w:t>
      </w:r>
      <w:r w:rsidR="000B1C6C">
        <w:rPr>
          <w:rtl/>
        </w:rPr>
        <w:t>؟</w:t>
      </w:r>
      <w:r w:rsidRPr="000B1C6C">
        <w:rPr>
          <w:rtl/>
        </w:rPr>
        <w:t xml:space="preserve">! </w:t>
      </w:r>
    </w:p>
    <w:p w:rsidR="002D7A5A" w:rsidRPr="000B1C6C" w:rsidRDefault="002D7A5A" w:rsidP="002D7A5A">
      <w:pPr>
        <w:pStyle w:val="libBold2"/>
      </w:pPr>
      <w:r>
        <w:rPr>
          <w:rtl/>
        </w:rPr>
        <w:t>وأمّا قولك</w:t>
      </w:r>
      <w:r w:rsidR="000B1C6C">
        <w:rPr>
          <w:rtl/>
        </w:rPr>
        <w:t>:</w:t>
      </w:r>
      <w:r>
        <w:rPr>
          <w:rtl/>
        </w:rPr>
        <w:t xml:space="preserve"> والعجب</w:t>
      </w:r>
      <w:r w:rsidRPr="000B1C6C">
        <w:rPr>
          <w:rtl/>
        </w:rPr>
        <w:t xml:space="preserve"> </w:t>
      </w:r>
      <w:r>
        <w:rPr>
          <w:rtl/>
        </w:rPr>
        <w:t>كيف يستمهر يزيد</w:t>
      </w:r>
      <w:r w:rsidR="000B1C6C">
        <w:rPr>
          <w:rtl/>
        </w:rPr>
        <w:t>!</w:t>
      </w:r>
      <w:r>
        <w:rPr>
          <w:rtl/>
        </w:rPr>
        <w:t xml:space="preserve"> فقد استمهر مَن هو خير من يزيد</w:t>
      </w:r>
      <w:r w:rsidR="000B1C6C">
        <w:rPr>
          <w:rtl/>
        </w:rPr>
        <w:t>،</w:t>
      </w:r>
      <w:r>
        <w:rPr>
          <w:rtl/>
        </w:rPr>
        <w:t xml:space="preserve"> ومن أبِ يزيد</w:t>
      </w:r>
      <w:r w:rsidR="000B1C6C">
        <w:rPr>
          <w:rtl/>
        </w:rPr>
        <w:t>،</w:t>
      </w:r>
      <w:r>
        <w:rPr>
          <w:rtl/>
        </w:rPr>
        <w:t xml:space="preserve"> ومن جدِّ</w:t>
      </w:r>
      <w:r w:rsidRPr="000B1C6C">
        <w:rPr>
          <w:rtl/>
        </w:rPr>
        <w:t xml:space="preserve"> </w:t>
      </w:r>
      <w:r>
        <w:rPr>
          <w:rtl/>
        </w:rPr>
        <w:t>يزيد</w:t>
      </w:r>
      <w:r w:rsidR="000B1C6C">
        <w:rPr>
          <w:rtl/>
        </w:rPr>
        <w:t>.</w:t>
      </w:r>
    </w:p>
    <w:p w:rsidR="002D7A5A" w:rsidRPr="000B1C6C" w:rsidRDefault="002D7A5A" w:rsidP="002D7A5A">
      <w:pPr>
        <w:pStyle w:val="libBold2"/>
      </w:pPr>
      <w:r>
        <w:rPr>
          <w:rtl/>
        </w:rPr>
        <w:t>وأمّا قولك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>
        <w:rPr>
          <w:rtl/>
        </w:rPr>
        <w:t>إنّ يزيد كفؤ مَن لا كفؤ له</w:t>
      </w:r>
      <w:r w:rsidR="000B1C6C">
        <w:rPr>
          <w:rtl/>
        </w:rPr>
        <w:t>،</w:t>
      </w:r>
      <w:r>
        <w:rPr>
          <w:rtl/>
        </w:rPr>
        <w:t xml:space="preserve"> فمَن كان له كفؤ قبل اليوم فهو كفؤه اليوم</w:t>
      </w:r>
      <w:r w:rsidR="000B1C6C">
        <w:rPr>
          <w:rtl/>
        </w:rPr>
        <w:t>،</w:t>
      </w:r>
      <w:r>
        <w:rPr>
          <w:rtl/>
        </w:rPr>
        <w:t xml:space="preserve"> ما زادته</w:t>
      </w:r>
      <w:r w:rsidRPr="000B1C6C">
        <w:rPr>
          <w:rtl/>
        </w:rPr>
        <w:t xml:space="preserve"> </w:t>
      </w:r>
      <w:r>
        <w:rPr>
          <w:rtl/>
        </w:rPr>
        <w:t>إمارته في الكفاءة شيئاً</w:t>
      </w:r>
      <w:r w:rsidR="000B1C6C">
        <w:rPr>
          <w:rtl/>
        </w:rPr>
        <w:t>.</w:t>
      </w:r>
    </w:p>
    <w:p w:rsidR="002D7A5A" w:rsidRPr="000B1C6C" w:rsidRDefault="002D7A5A" w:rsidP="002D7A5A">
      <w:pPr>
        <w:pStyle w:val="libBold2"/>
      </w:pPr>
      <w:r>
        <w:rPr>
          <w:rtl/>
        </w:rPr>
        <w:t>وأمّا قولك</w:t>
      </w:r>
      <w:r w:rsidR="000B1C6C">
        <w:rPr>
          <w:rtl/>
        </w:rPr>
        <w:t>:</w:t>
      </w:r>
      <w:r>
        <w:rPr>
          <w:rtl/>
        </w:rPr>
        <w:t xml:space="preserve"> وجهه يستسقى به الغمام</w:t>
      </w:r>
      <w:r w:rsidR="000B1C6C">
        <w:rPr>
          <w:rtl/>
        </w:rPr>
        <w:t>،</w:t>
      </w:r>
      <w:r>
        <w:rPr>
          <w:rtl/>
        </w:rPr>
        <w:t xml:space="preserve"> فإنما كان ذلك وجه رسول الله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2D7A5A">
        <w:rPr>
          <w:rStyle w:val="libBold2Char"/>
          <w:rtl/>
        </w:rPr>
        <w:t>وأمّا قولك</w:t>
      </w:r>
      <w:r w:rsidR="000B1C6C">
        <w:rPr>
          <w:rStyle w:val="libBold2Char"/>
          <w:rtl/>
        </w:rPr>
        <w:t>:</w:t>
      </w:r>
      <w:r w:rsidRPr="002D7A5A">
        <w:rPr>
          <w:rStyle w:val="libBold2Char"/>
          <w:rtl/>
        </w:rPr>
        <w:t xml:space="preserve"> مَن يغبطنا به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أكثر ممّن يغبطه بنا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فإنّما يغبطنا به أهلُ الجهل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ويغبطه بنا أهلُ العقل</w:t>
      </w:r>
      <w:r w:rsidRPr="000B1C6C">
        <w:rPr>
          <w:rStyle w:val="libBold2Char"/>
          <w:rtl/>
        </w:rPr>
        <w:t xml:space="preserve"> ))</w:t>
      </w:r>
      <w:r w:rsidR="000B1C6C">
        <w:rPr>
          <w:rStyle w:val="libBold2Char"/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ثمّ قال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:</w:t>
      </w:r>
      <w:r w:rsidRPr="000B1C6C">
        <w:rPr>
          <w:rStyle w:val="libBold2Char"/>
          <w:rtl/>
        </w:rPr>
        <w:t xml:space="preserve"> (( </w:t>
      </w:r>
      <w:r w:rsidRPr="002D7A5A">
        <w:rPr>
          <w:rStyle w:val="libBold2Char"/>
          <w:rtl/>
        </w:rPr>
        <w:t>فاشهدوا جميعاً أني قد زوّجت اُمّ كلثوم بنت عبد الله بن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جعفر من ابن عمِّها القاسم بن جعفر على أربعمئة وثمانين درهماً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وقد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نحلتها ضيعتين بالمدينة</w:t>
      </w:r>
      <w:r w:rsidR="00E66C4D">
        <w:rPr>
          <w:rStyle w:val="libBold2Char"/>
          <w:rtl/>
        </w:rPr>
        <w:t xml:space="preserve"> - </w:t>
      </w:r>
      <w:r w:rsidRPr="000B1C6C">
        <w:rPr>
          <w:rtl/>
        </w:rPr>
        <w:t>أو قال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2D7A5A">
        <w:rPr>
          <w:rStyle w:val="libBold2Char"/>
          <w:rtl/>
        </w:rPr>
        <w:t>أرضي بالعقيق</w:t>
      </w:r>
      <w:r w:rsidRPr="000B1C6C">
        <w:rPr>
          <w:rStyle w:val="libBold2Char"/>
          <w:rtl/>
        </w:rPr>
        <w:t xml:space="preserve"> </w:t>
      </w:r>
      <w:r w:rsidRPr="000B1C6C">
        <w:rPr>
          <w:rtl/>
        </w:rPr>
        <w:t>ـ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وإنّ غلتها بالسنة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ثمانية آلاف دينار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ففيها لها غنى إن شاء الله تعالى</w:t>
      </w:r>
      <w:r w:rsidRPr="000B1C6C">
        <w:rPr>
          <w:rStyle w:val="libBold2Char"/>
          <w:rtl/>
        </w:rPr>
        <w:t xml:space="preserve"> ))</w:t>
      </w:r>
      <w:r w:rsidRPr="000B1C6C">
        <w:rPr>
          <w:rStyle w:val="libFootnotenumChar"/>
          <w:rtl/>
        </w:rPr>
        <w:t>(1)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قال الراوي</w:t>
      </w:r>
      <w:r w:rsidR="000B1C6C">
        <w:rPr>
          <w:rtl/>
        </w:rPr>
        <w:t>:</w:t>
      </w:r>
      <w:r>
        <w:rPr>
          <w:rtl/>
        </w:rPr>
        <w:t xml:space="preserve"> فتغيّر وجه مروان</w:t>
      </w:r>
      <w:r w:rsidR="000B1C6C">
        <w:rPr>
          <w:rtl/>
        </w:rPr>
        <w:t>،</w:t>
      </w:r>
      <w:r>
        <w:rPr>
          <w:rtl/>
        </w:rPr>
        <w:t xml:space="preserve"> وقال</w:t>
      </w:r>
      <w:r w:rsidR="000B1C6C">
        <w:rPr>
          <w:rtl/>
        </w:rPr>
        <w:t>:</w:t>
      </w:r>
      <w:r>
        <w:rPr>
          <w:rtl/>
        </w:rPr>
        <w:t xml:space="preserve"> أغدراً يا بني هاشم</w:t>
      </w:r>
      <w:r w:rsidR="000B1C6C">
        <w:rPr>
          <w:rtl/>
        </w:rPr>
        <w:t>؟</w:t>
      </w:r>
      <w:r>
        <w:rPr>
          <w:rtl/>
        </w:rPr>
        <w:t xml:space="preserve"> تأبون إلاّ</w:t>
      </w:r>
      <w:r w:rsidRPr="000B1C6C">
        <w:rPr>
          <w:rtl/>
        </w:rPr>
        <w:t xml:space="preserve"> </w:t>
      </w:r>
      <w:r>
        <w:rPr>
          <w:rtl/>
        </w:rPr>
        <w:t>العداوة</w:t>
      </w:r>
      <w:r w:rsidR="000B1C6C">
        <w:rPr>
          <w:rtl/>
        </w:rPr>
        <w:t>!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فذكّره الحسين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خطبة الحسن عائشة وفعله</w:t>
      </w:r>
      <w:r w:rsidR="000B1C6C">
        <w:rPr>
          <w:rtl/>
        </w:rPr>
        <w:t>،</w:t>
      </w:r>
      <w:r w:rsidRPr="000B1C6C">
        <w:rPr>
          <w:rtl/>
        </w:rPr>
        <w:t xml:space="preserve"> ثمّ قال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فأين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موضع الغدر يا مروان</w:t>
      </w:r>
      <w:r w:rsidR="000B1C6C">
        <w:rPr>
          <w:rStyle w:val="libBold2Char"/>
          <w:rtl/>
        </w:rPr>
        <w:t>؟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2D7A5A" w:rsidRP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وروي أنّه أنحلها ( البغيبغات )</w:t>
      </w:r>
      <w:r w:rsidR="000B1C6C">
        <w:rPr>
          <w:rtl/>
        </w:rPr>
        <w:t>،</w:t>
      </w:r>
      <w:r>
        <w:rPr>
          <w:rtl/>
        </w:rPr>
        <w:t xml:space="preserve"> وهي ثلاث عيون في ينبع</w:t>
      </w:r>
      <w:r w:rsidR="000B1C6C">
        <w:rPr>
          <w:rtl/>
        </w:rPr>
        <w:t>،</w:t>
      </w:r>
      <w:r>
        <w:rPr>
          <w:rtl/>
        </w:rPr>
        <w:t xml:space="preserve"> يقال لإحداها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>
        <w:rPr>
          <w:rtl/>
        </w:rPr>
        <w:t>خيف ليلى</w:t>
      </w:r>
      <w:r w:rsidR="000B1C6C">
        <w:rPr>
          <w:rtl/>
        </w:rPr>
        <w:t>،</w:t>
      </w:r>
      <w:r>
        <w:rPr>
          <w:rtl/>
        </w:rPr>
        <w:t xml:space="preserve"> وللثانية</w:t>
      </w:r>
      <w:r w:rsidR="000B1C6C">
        <w:rPr>
          <w:rtl/>
        </w:rPr>
        <w:t>:</w:t>
      </w:r>
      <w:r>
        <w:rPr>
          <w:rtl/>
        </w:rPr>
        <w:t xml:space="preserve"> خيف الأراك</w:t>
      </w:r>
      <w:r w:rsidR="000B1C6C">
        <w:rPr>
          <w:rtl/>
        </w:rPr>
        <w:t>،</w:t>
      </w:r>
      <w:r>
        <w:rPr>
          <w:rtl/>
        </w:rPr>
        <w:t xml:space="preserve"> وللثالثة</w:t>
      </w:r>
      <w:r w:rsidR="000B1C6C">
        <w:rPr>
          <w:rtl/>
        </w:rPr>
        <w:t>:</w:t>
      </w:r>
      <w:r>
        <w:rPr>
          <w:rtl/>
        </w:rPr>
        <w:t xml:space="preserve"> خيف البعاس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lastRenderedPageBreak/>
        <w:t>فقال مروان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A1A2A" w:rsidRPr="006A238B" w:rsidTr="00881F1D">
        <w:trPr>
          <w:trHeight w:val="350"/>
        </w:trPr>
        <w:tc>
          <w:tcPr>
            <w:tcW w:w="3536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أردنـا ودّكـمْ لـنجدّ ودّاً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قد اخلقهُ به حدثُ الزمانِ</w:t>
            </w:r>
            <w:r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3A1A2A" w:rsidRPr="006A238B" w:rsidTr="003A1A2A">
        <w:trPr>
          <w:trHeight w:val="350"/>
        </w:trPr>
        <w:tc>
          <w:tcPr>
            <w:tcW w:w="3536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فـلمّا جـئتكمْ فجبهتموني</w:t>
            </w:r>
            <w:r w:rsidRPr="003A1A2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3A1A2A" w:rsidP="00881F1D">
            <w:pPr>
              <w:pStyle w:val="libPoem"/>
            </w:pPr>
            <w:r w:rsidRPr="006A238B">
              <w:rPr>
                <w:rFonts w:hint="cs"/>
                <w:rtl/>
              </w:rPr>
              <w:t>وبحتم بالضمير من الشنانِ</w:t>
            </w:r>
            <w:r w:rsidRPr="003A1A2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0B1C6C">
      <w:pPr>
        <w:pStyle w:val="libNormal"/>
        <w:rPr>
          <w:rtl/>
        </w:rPr>
      </w:pPr>
      <w:r>
        <w:rPr>
          <w:rtl/>
        </w:rPr>
        <w:t>فأجابه ذكوان مولى بني هاشم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A1A2A" w:rsidRPr="006A238B" w:rsidTr="00881F1D">
        <w:trPr>
          <w:trHeight w:val="350"/>
        </w:trPr>
        <w:tc>
          <w:tcPr>
            <w:tcW w:w="3536" w:type="dxa"/>
          </w:tcPr>
          <w:p w:rsidR="003A1A2A" w:rsidRPr="006A238B" w:rsidRDefault="005219CD" w:rsidP="00881F1D">
            <w:pPr>
              <w:pStyle w:val="libPoem"/>
            </w:pPr>
            <w:r w:rsidRPr="006A238B">
              <w:rPr>
                <w:rFonts w:hint="cs"/>
                <w:rtl/>
              </w:rPr>
              <w:t>أمـاط اللهُ عنهم كلَّ رجسٍ</w:t>
            </w:r>
            <w:r w:rsidR="003A1A2A"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5219CD" w:rsidP="00881F1D">
            <w:pPr>
              <w:pStyle w:val="libPoem"/>
            </w:pPr>
            <w:r w:rsidRPr="006A238B">
              <w:rPr>
                <w:rFonts w:hint="cs"/>
                <w:rtl/>
              </w:rPr>
              <w:t>وطـهّرهم بذلك في المثاني</w:t>
            </w:r>
            <w:r w:rsidR="003A1A2A"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3A1A2A" w:rsidRPr="006A238B" w:rsidTr="003A1A2A">
        <w:trPr>
          <w:trHeight w:val="350"/>
        </w:trPr>
        <w:tc>
          <w:tcPr>
            <w:tcW w:w="3536" w:type="dxa"/>
          </w:tcPr>
          <w:p w:rsidR="003A1A2A" w:rsidRPr="006A238B" w:rsidRDefault="005219CD" w:rsidP="00881F1D">
            <w:pPr>
              <w:pStyle w:val="libPoem"/>
            </w:pPr>
            <w:r w:rsidRPr="006A238B">
              <w:rPr>
                <w:rFonts w:hint="cs"/>
                <w:rtl/>
              </w:rPr>
              <w:t>فـمالهمُ سـواهم من نظيرٍ</w:t>
            </w:r>
            <w:r w:rsidR="003A1A2A" w:rsidRPr="003A1A2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5219CD" w:rsidP="00881F1D">
            <w:pPr>
              <w:pStyle w:val="libPoem"/>
            </w:pPr>
            <w:r w:rsidRPr="006A238B">
              <w:rPr>
                <w:rFonts w:hint="cs"/>
                <w:rtl/>
              </w:rPr>
              <w:t>ولاكـفؤٍ هـناك ولا مداني</w:t>
            </w:r>
            <w:r w:rsidR="003A1A2A" w:rsidRPr="003A1A2A">
              <w:rPr>
                <w:rStyle w:val="libPoemTiniChar0"/>
                <w:rtl/>
              </w:rPr>
              <w:br/>
              <w:t> </w:t>
            </w:r>
          </w:p>
        </w:tc>
      </w:tr>
      <w:tr w:rsidR="003A1A2A" w:rsidRPr="006A238B" w:rsidTr="003A1A2A">
        <w:trPr>
          <w:trHeight w:val="350"/>
        </w:trPr>
        <w:tc>
          <w:tcPr>
            <w:tcW w:w="3536" w:type="dxa"/>
          </w:tcPr>
          <w:p w:rsidR="003A1A2A" w:rsidRPr="006A238B" w:rsidRDefault="005219CD" w:rsidP="00881F1D">
            <w:pPr>
              <w:pStyle w:val="libPoem"/>
            </w:pPr>
            <w:r w:rsidRPr="006A238B">
              <w:rPr>
                <w:rFonts w:hint="cs"/>
                <w:rtl/>
              </w:rPr>
              <w:t>أتـجعل كـلَّ جـبّارٍ عنيدٍ</w:t>
            </w:r>
            <w:r w:rsidR="003A1A2A" w:rsidRPr="003A1A2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5219CD" w:rsidP="00881F1D">
            <w:pPr>
              <w:pStyle w:val="libPoem"/>
            </w:pPr>
            <w:r w:rsidRPr="006A238B">
              <w:rPr>
                <w:rFonts w:hint="cs"/>
                <w:rtl/>
              </w:rPr>
              <w:t>إلى الأخيار من أهل الجنانِ</w:t>
            </w:r>
            <w:r w:rsidR="003A1A2A" w:rsidRPr="003A1A2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Normal"/>
      </w:pPr>
      <w:r>
        <w:rPr>
          <w:rtl/>
        </w:rPr>
        <w:t>فتزوّج اُمَّ كلثوم القاسمُ بن محمّد بن جعفر وأولدها فاطمة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قال أحمد بن طيفور</w:t>
      </w:r>
      <w:r w:rsidRPr="000B1C6C">
        <w:rPr>
          <w:rStyle w:val="libFootnotenumChar"/>
          <w:rtl/>
        </w:rPr>
        <w:t>(1)</w:t>
      </w:r>
      <w:r w:rsidR="000B1C6C">
        <w:rPr>
          <w:rtl/>
        </w:rPr>
        <w:t>:</w:t>
      </w:r>
      <w:r w:rsidRPr="000B1C6C">
        <w:rPr>
          <w:rtl/>
        </w:rPr>
        <w:t xml:space="preserve"> فاطمة بنت القاسم تزوجت طلحة بن عمر بن عبيد الله بن معمر فولدت له رملة</w:t>
      </w:r>
      <w:r w:rsidR="000B1C6C">
        <w:rPr>
          <w:rtl/>
        </w:rPr>
        <w:t>،</w:t>
      </w:r>
      <w:r w:rsidRPr="000B1C6C">
        <w:rPr>
          <w:rtl/>
        </w:rPr>
        <w:t xml:space="preserve"> تزوّجها هشام بن عبد الملك فلم تلد له</w:t>
      </w:r>
      <w:r w:rsidR="000B1C6C">
        <w:rPr>
          <w:rtl/>
        </w:rPr>
        <w:t>،</w:t>
      </w:r>
      <w:r w:rsidRPr="000B1C6C">
        <w:rPr>
          <w:rtl/>
        </w:rPr>
        <w:t xml:space="preserve"> فقال لها هشام</w:t>
      </w:r>
      <w:r w:rsidR="000B1C6C">
        <w:rPr>
          <w:rtl/>
        </w:rPr>
        <w:t>:</w:t>
      </w:r>
      <w:r w:rsidRPr="000B1C6C">
        <w:rPr>
          <w:rtl/>
        </w:rPr>
        <w:t xml:space="preserve"> أنت بغلة لا تلدين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فقالت له رملة</w:t>
      </w:r>
      <w:r w:rsidR="000B1C6C">
        <w:rPr>
          <w:rtl/>
        </w:rPr>
        <w:t>:</w:t>
      </w:r>
      <w:r>
        <w:rPr>
          <w:rtl/>
        </w:rPr>
        <w:t xml:space="preserve"> يأبى كرمي</w:t>
      </w:r>
      <w:r w:rsidRPr="000B1C6C">
        <w:rPr>
          <w:rtl/>
        </w:rPr>
        <w:t xml:space="preserve"> </w:t>
      </w:r>
      <w:r>
        <w:rPr>
          <w:rtl/>
        </w:rPr>
        <w:t>أن يدنّسه لؤمك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Heading2"/>
      </w:pPr>
      <w:bookmarkStart w:id="34" w:name="_Toc387220703"/>
      <w:r w:rsidRPr="002D7A5A">
        <w:rPr>
          <w:rtl/>
        </w:rPr>
        <w:t>أسفارها</w:t>
      </w:r>
      <w:bookmarkEnd w:id="34"/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أجمع المؤرّخون على أنّ السيدة زينب بنت الإمام علي بن أبي طالب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سافرت أوّلاً مع أبيها أمير المؤمنين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من المدينة إلى عاصمة</w:t>
      </w:r>
      <w:r w:rsidRPr="000B1C6C">
        <w:rPr>
          <w:rtl/>
        </w:rPr>
        <w:t xml:space="preserve"> </w:t>
      </w:r>
      <w:r>
        <w:rPr>
          <w:rtl/>
        </w:rPr>
        <w:t>حكمه الكوفة (العراق</w:t>
      </w:r>
      <w:r w:rsidRPr="000B1C6C">
        <w:rPr>
          <w:rtl/>
        </w:rPr>
        <w:t>)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ورجعت إلى مسقط رأسها المدينة المنورة مع أخيها</w:t>
      </w:r>
      <w:r w:rsidRPr="000B1C6C">
        <w:rPr>
          <w:rtl/>
        </w:rPr>
        <w:t xml:space="preserve">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2D7A5A" w:rsidRP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انظر أحمد بن أبي طاهر بن طيفور</w:t>
      </w:r>
      <w:r w:rsidR="00E66C4D">
        <w:rPr>
          <w:rtl/>
        </w:rPr>
        <w:t xml:space="preserve"> - </w:t>
      </w:r>
      <w:r>
        <w:rPr>
          <w:rtl/>
        </w:rPr>
        <w:t>بلاغات النساء / 143</w:t>
      </w:r>
      <w:r w:rsidR="000B1C6C">
        <w:rPr>
          <w:rtl/>
        </w:rPr>
        <w:t>،</w:t>
      </w:r>
      <w:r>
        <w:rPr>
          <w:rtl/>
        </w:rPr>
        <w:t xml:space="preserve"> طبع مصر</w:t>
      </w:r>
      <w:r w:rsidR="000B1C6C">
        <w:rPr>
          <w:rtl/>
        </w:rPr>
        <w:t>.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>
        <w:rPr>
          <w:rtl/>
        </w:rPr>
        <w:lastRenderedPageBreak/>
        <w:t>الحسن سيد شباب أهل الجنة وأول السبطين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عليهما‌السلام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 xml:space="preserve">وفي عام ستّين للهجرة سافرت مع أخيها الحسين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</w:t>
      </w:r>
      <w:r>
        <w:rPr>
          <w:rtl/>
        </w:rPr>
        <w:t>ريحانة رسول الله إلى كربلاء</w:t>
      </w:r>
      <w:r w:rsidR="00E66C4D">
        <w:rPr>
          <w:rtl/>
        </w:rPr>
        <w:t xml:space="preserve"> - </w:t>
      </w:r>
      <w:r>
        <w:rPr>
          <w:rtl/>
        </w:rPr>
        <w:t>العراق</w:t>
      </w:r>
      <w:r w:rsidR="00E66C4D">
        <w:rPr>
          <w:rtl/>
        </w:rPr>
        <w:t xml:space="preserve"> - </w:t>
      </w:r>
      <w:r>
        <w:rPr>
          <w:rtl/>
        </w:rPr>
        <w:t>للمرة الثانية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واُخذت من العراق بعد واقعة الطفِّ إلى الكوفة أسيرة مع السجاد زين</w:t>
      </w:r>
      <w:r w:rsidRPr="000B1C6C">
        <w:rPr>
          <w:rtl/>
        </w:rPr>
        <w:t xml:space="preserve"> </w:t>
      </w:r>
      <w:r>
        <w:rPr>
          <w:rtl/>
        </w:rPr>
        <w:t xml:space="preserve">العابدين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وعيالات الحسين ومَن معهنّ من نساء الهاشميِّين والأنصار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ومنها سيّرت إلى دمشق الشام</w:t>
      </w:r>
      <w:r w:rsidR="000B1C6C">
        <w:rPr>
          <w:rtl/>
        </w:rPr>
        <w:t>،</w:t>
      </w:r>
      <w:r>
        <w:rPr>
          <w:rtl/>
        </w:rPr>
        <w:t xml:space="preserve"> ومكثت بالشام أسيرة</w:t>
      </w:r>
      <w:r w:rsidR="000B1C6C">
        <w:rPr>
          <w:rtl/>
        </w:rPr>
        <w:t>،</w:t>
      </w:r>
      <w:r>
        <w:rPr>
          <w:rtl/>
        </w:rPr>
        <w:t xml:space="preserve"> وبعدها رجعت إلى العراق مع السجاد زين العابدين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عليه‌السلام</w:t>
      </w:r>
      <w:r w:rsidR="00E66C4D">
        <w:rPr>
          <w:rtl/>
        </w:rPr>
        <w:t xml:space="preserve"> - </w:t>
      </w:r>
      <w:r>
        <w:rPr>
          <w:rtl/>
        </w:rPr>
        <w:t>إلى كربلاء</w:t>
      </w:r>
      <w:r w:rsidR="00E66C4D">
        <w:rPr>
          <w:rtl/>
        </w:rPr>
        <w:t xml:space="preserve"> - </w:t>
      </w:r>
      <w:r>
        <w:rPr>
          <w:rtl/>
        </w:rPr>
        <w:t>لتجديد العهد بزيارة</w:t>
      </w:r>
      <w:r w:rsidRPr="000B1C6C">
        <w:rPr>
          <w:rtl/>
        </w:rPr>
        <w:t xml:space="preserve"> </w:t>
      </w:r>
      <w:r>
        <w:rPr>
          <w:rtl/>
        </w:rPr>
        <w:t>أخيها الحسين والشهداء معه من آل رسول الله (صلوات الله عليهم أجمعين)</w:t>
      </w:r>
      <w:r w:rsidR="000B1C6C">
        <w:rPr>
          <w:rtl/>
        </w:rPr>
        <w:t>،</w:t>
      </w:r>
      <w:r>
        <w:rPr>
          <w:rtl/>
        </w:rPr>
        <w:t xml:space="preserve"> ورجعت منها إلى المدينة</w:t>
      </w:r>
      <w:r w:rsidRPr="000B1C6C">
        <w:rPr>
          <w:rtl/>
        </w:rPr>
        <w:t xml:space="preserve"> </w:t>
      </w:r>
      <w:r>
        <w:rPr>
          <w:rtl/>
        </w:rPr>
        <w:t>في حالة مشجية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والسفرة الأخيرة كانت مع زوجها عبد الله بن جعفر (رحمه الله) حين جاء بها إلى دمشق ليتعاهد</w:t>
      </w:r>
      <w:r w:rsidRPr="000B1C6C">
        <w:rPr>
          <w:rtl/>
        </w:rPr>
        <w:t xml:space="preserve"> </w:t>
      </w:r>
      <w:r>
        <w:rPr>
          <w:rtl/>
        </w:rPr>
        <w:t>اُمور ملكه في قرية راوية</w:t>
      </w:r>
      <w:r w:rsidR="000B1C6C">
        <w:rPr>
          <w:rtl/>
        </w:rPr>
        <w:t>،</w:t>
      </w:r>
      <w:r>
        <w:rPr>
          <w:rtl/>
        </w:rPr>
        <w:t xml:space="preserve"> وفي هذه السفرة توفّيت</w:t>
      </w:r>
      <w:r w:rsidRPr="000B1C6C">
        <w:rPr>
          <w:rtl/>
        </w:rPr>
        <w:t xml:space="preserve"> </w:t>
      </w:r>
      <w:r>
        <w:rPr>
          <w:rtl/>
        </w:rPr>
        <w:t>ودفنت في راوية من أعمال دمشق</w:t>
      </w:r>
      <w:r w:rsidR="000B1C6C">
        <w:rPr>
          <w:rtl/>
        </w:rPr>
        <w:t>،</w:t>
      </w:r>
      <w:r>
        <w:rPr>
          <w:rtl/>
        </w:rPr>
        <w:t xml:space="preserve"> والتي تبعد عنها من الجهة الشرقية</w:t>
      </w:r>
      <w:r w:rsidRPr="000B1C6C">
        <w:rPr>
          <w:rtl/>
        </w:rPr>
        <w:t xml:space="preserve"> </w:t>
      </w:r>
      <w:r>
        <w:rPr>
          <w:rtl/>
        </w:rPr>
        <w:t>الجنوبية ما يقرب من سبعة كيلو مترات</w:t>
      </w:r>
      <w:r w:rsidR="000B1C6C">
        <w:rPr>
          <w:rtl/>
        </w:rPr>
        <w:t>،</w:t>
      </w:r>
      <w:r>
        <w:rPr>
          <w:rtl/>
        </w:rPr>
        <w:t xml:space="preserve"> وتُعرف اليوم بقرية قبر الست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 xml:space="preserve">ولم يحدّثنا التاريخ عن غير هذه السفرات للسيدة زينب </w:t>
      </w:r>
      <w:r w:rsidR="00FB26B1" w:rsidRPr="00FB26B1">
        <w:rPr>
          <w:rStyle w:val="libAlaemChar"/>
          <w:rtl/>
        </w:rPr>
        <w:t>عليها‌السلام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2D7A5A">
      <w:pPr>
        <w:pStyle w:val="Heading2"/>
      </w:pPr>
      <w:bookmarkStart w:id="35" w:name="_Toc387220704"/>
      <w:r>
        <w:rPr>
          <w:rtl/>
        </w:rPr>
        <w:lastRenderedPageBreak/>
        <w:t>بعض ما قيل فيها شعراً</w:t>
      </w:r>
      <w:bookmarkStart w:id="36" w:name="8"/>
      <w:bookmarkEnd w:id="35"/>
      <w:bookmarkEnd w:id="36"/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>قصيدة للاُستاذ الكبير الشاعر الفحل السيد محمود الحبوبي نظمها أثناء</w:t>
      </w:r>
      <w:r w:rsidRPr="000B1C6C">
        <w:rPr>
          <w:rtl/>
        </w:rPr>
        <w:t xml:space="preserve"> </w:t>
      </w:r>
      <w:r>
        <w:rPr>
          <w:rtl/>
        </w:rPr>
        <w:t>طوافه حول ضريح السيدة الجليلة عقيلة الهاشميِّين زينب</w:t>
      </w:r>
      <w:r w:rsidRPr="000B1C6C">
        <w:rPr>
          <w:rtl/>
        </w:rPr>
        <w:t xml:space="preserve"> </w:t>
      </w:r>
      <w:r>
        <w:rPr>
          <w:rtl/>
        </w:rPr>
        <w:t xml:space="preserve">ابنة أمير المؤمنين علي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وذلك عام 1950 هـ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3A1A2A" w:rsidRPr="006A238B" w:rsidTr="00881F1D">
        <w:trPr>
          <w:trHeight w:val="350"/>
        </w:trPr>
        <w:tc>
          <w:tcPr>
            <w:tcW w:w="3536" w:type="dxa"/>
          </w:tcPr>
          <w:p w:rsidR="003A1A2A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هذا ضريحكِ يابنتِ الزهراءِ</w:t>
            </w:r>
            <w:r w:rsidR="003A1A2A" w:rsidRPr="00FF6D3D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أم روضــةٌ قـدسـيةُ الأشـذاءِ</w:t>
            </w:r>
            <w:r w:rsidR="003A1A2A" w:rsidRPr="00FF6D3D">
              <w:rPr>
                <w:rStyle w:val="libPoemTiniChar0"/>
                <w:rtl/>
              </w:rPr>
              <w:br/>
              <w:t> </w:t>
            </w:r>
          </w:p>
        </w:tc>
      </w:tr>
      <w:tr w:rsidR="003A1A2A" w:rsidRPr="006A238B" w:rsidTr="003A1A2A">
        <w:trPr>
          <w:trHeight w:val="350"/>
        </w:trPr>
        <w:tc>
          <w:tcPr>
            <w:tcW w:w="3536" w:type="dxa"/>
          </w:tcPr>
          <w:p w:rsidR="003A1A2A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جـئـنا لــه مـتبرّكين بـلثمهِ</w:t>
            </w:r>
            <w:r w:rsidR="003A1A2A" w:rsidRPr="003A1A2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وبـه حـططنا الـيوم كلَّ رجاءِ</w:t>
            </w:r>
            <w:r w:rsidR="003A1A2A" w:rsidRPr="003A1A2A">
              <w:rPr>
                <w:rStyle w:val="libPoemTiniChar0"/>
                <w:rtl/>
              </w:rPr>
              <w:br/>
              <w:t> </w:t>
            </w:r>
          </w:p>
        </w:tc>
      </w:tr>
      <w:tr w:rsidR="003A1A2A" w:rsidRPr="006A238B" w:rsidTr="003A1A2A">
        <w:trPr>
          <w:trHeight w:val="350"/>
        </w:trPr>
        <w:tc>
          <w:tcPr>
            <w:tcW w:w="3536" w:type="dxa"/>
          </w:tcPr>
          <w:p w:rsidR="003A1A2A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حـرمٌ عـليه مـن الـنبوة هيبةٌ</w:t>
            </w:r>
            <w:r w:rsidR="003A1A2A" w:rsidRPr="003A1A2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تـحنى لـديها أرؤسُ الـعظماءِ</w:t>
            </w:r>
            <w:r w:rsidR="003A1A2A" w:rsidRPr="003A1A2A">
              <w:rPr>
                <w:rStyle w:val="libPoemTiniChar0"/>
                <w:rtl/>
              </w:rPr>
              <w:br/>
              <w:t> </w:t>
            </w:r>
          </w:p>
        </w:tc>
      </w:tr>
      <w:tr w:rsidR="003A1A2A" w:rsidRPr="006A238B" w:rsidTr="003A1A2A">
        <w:trPr>
          <w:trHeight w:val="350"/>
        </w:trPr>
        <w:tc>
          <w:tcPr>
            <w:tcW w:w="3536" w:type="dxa"/>
          </w:tcPr>
          <w:p w:rsidR="003A1A2A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مـهـما سـعينا حـوله فـكأننا</w:t>
            </w:r>
            <w:r w:rsidR="003A1A2A" w:rsidRPr="003A1A2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نـسعى حـيال الكعبةِ الـغرّاءِ</w:t>
            </w:r>
            <w:r w:rsidR="003A1A2A" w:rsidRPr="003A1A2A">
              <w:rPr>
                <w:rStyle w:val="libPoemTiniChar0"/>
                <w:rtl/>
              </w:rPr>
              <w:br/>
              <w:t> </w:t>
            </w:r>
          </w:p>
        </w:tc>
      </w:tr>
      <w:tr w:rsidR="003A1A2A" w:rsidRPr="006A238B" w:rsidTr="003A1A2A">
        <w:trPr>
          <w:trHeight w:val="350"/>
        </w:trPr>
        <w:tc>
          <w:tcPr>
            <w:tcW w:w="3536" w:type="dxa"/>
          </w:tcPr>
          <w:p w:rsidR="003A1A2A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ولـقد نـجا الـمتمسكون بـبابهِ</w:t>
            </w:r>
            <w:r w:rsidR="003A1A2A" w:rsidRPr="003A1A2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A1A2A" w:rsidRDefault="003A1A2A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A1A2A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مـن كـلِّ شـرٍّ طـارقٍ وبلاءِ</w:t>
            </w:r>
            <w:r w:rsidR="003A1A2A" w:rsidRPr="003A1A2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41D82" w:rsidRPr="006A238B" w:rsidTr="00881F1D">
        <w:trPr>
          <w:trHeight w:val="350"/>
        </w:trPr>
        <w:tc>
          <w:tcPr>
            <w:tcW w:w="353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غـمرت جوانبَه القداسةُ فاعتلى</w:t>
            </w:r>
            <w:r w:rsidRPr="003A1A2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شـرفاً تـجاوز موطن الجوزاءِ</w:t>
            </w:r>
            <w:r w:rsidRPr="003A1A2A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نـورُ الـرسالة والإمامة ساطعٌ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مـنه سـطوعُ الكوكب الوضّاءِ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طـفنا به فأعاد ذكرى كربلا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مـخضوبة مـنكم بـخير دماءِ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لـله يـوم الطفِّ قلبك بعدما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شـاهدتِ مـصرع سيّدَ الشهداءِ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وبـجـنبه أبـناؤه وصـحابه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كـالبدر حـاطته نـجوم سماءِ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وحُملتِ بعدُ إلى دمشق أسيرةً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وأجـلّ مـن اُنـجبن من حواءِ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ولـقيتِ صـابرةً أمضّ فجيعة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بـالإخـوة الأطـهار والأبـناءِ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خُلقٌ من الهادي الأمينِ ورثتِهِ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ومـن الوصي وآلك الاُمناءِ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فتركتِ يا فخر العقائلِ في الملا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أسـمى فـخارٍ خـالدٍ وعـلاء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ترعاه عينُ الله فهو على المدى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بــاقٍ بـروعته بـقاء ذُكـاءِ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وعـليك مـنه صلاتُه وسلامُه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فـي كـلِّ صبحٍ مشرق ومساءِ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Default="002D7A5A" w:rsidP="002D7A5A">
      <w:pPr>
        <w:pStyle w:val="Heading2"/>
        <w:rPr>
          <w:rtl/>
        </w:rPr>
      </w:pPr>
      <w:bookmarkStart w:id="37" w:name="_Toc387220705"/>
      <w:r w:rsidRPr="002D7A5A">
        <w:rPr>
          <w:rtl/>
        </w:rPr>
        <w:lastRenderedPageBreak/>
        <w:t>تيهي جلالاً يا بقاع الراوية</w:t>
      </w:r>
      <w:bookmarkEnd w:id="37"/>
      <w:r w:rsidRPr="000B1C6C">
        <w:rPr>
          <w:rtl/>
        </w:rPr>
        <w:t xml:space="preserve"> 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تـيـهي جـلالاً يـا بـقاع ( الـراويه)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وتـطاولي شـرفاً بـمثوى ( الـزاكيه)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أدريــتِ مَـن حـلّت ربـاكِ فـطهّرتْ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مـنك الربوعَ مـن الـكلابِ الـعاويه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تـلـك مـن حـلت العقيلة «زيـنب »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241D82">
            <w:pPr>
              <w:pStyle w:val="libPoem"/>
            </w:pPr>
            <w:r w:rsidRPr="006A238B">
              <w:rPr>
                <w:rFonts w:hint="cs"/>
                <w:rtl/>
              </w:rPr>
              <w:t>تنمى إلى شرف يطول على السماء الساميه</w:t>
            </w:r>
            <w:r w:rsidRPr="00FB5C01">
              <w:rPr>
                <w:rStyle w:val="libFootnotenumChar"/>
                <w:rFonts w:hint="cs"/>
                <w:rtl/>
              </w:rPr>
              <w:t>*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فـلَـبضعة الـزهراء كـانت اُمّـها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حـدبت عـليها وهـي تُـدعى الـحانيه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وإلـى عـليٍّ وهـو خـيرُ اُرومـةٍ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نـسـبٌ تـبـلّج كـالـسماء الـضاحيه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والـجدّ أحـمدُ مـن أتـى بـشريعةٍ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تـهـدي الـبـرايا لـلـقيامة بـاقـيه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</w:tbl>
    <w:p w:rsidR="00241D82" w:rsidRPr="00241D82" w:rsidRDefault="00241D82" w:rsidP="00241D82">
      <w:pPr>
        <w:pStyle w:val="libNormal"/>
      </w:pP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2D7A5A" w:rsidRPr="000B1C6C" w:rsidRDefault="002D7A5A" w:rsidP="00D44192">
      <w:pPr>
        <w:pStyle w:val="libFootnote"/>
      </w:pPr>
      <w:r w:rsidRPr="000B1C6C">
        <w:rPr>
          <w:rtl/>
        </w:rPr>
        <w:t xml:space="preserve">(*) </w:t>
      </w:r>
      <w:r>
        <w:rPr>
          <w:rtl/>
        </w:rPr>
        <w:t>هكذا ورد البيت في</w:t>
      </w:r>
      <w:r w:rsidRPr="000B1C6C">
        <w:rPr>
          <w:rtl/>
        </w:rPr>
        <w:t xml:space="preserve"> </w:t>
      </w:r>
      <w:r>
        <w:rPr>
          <w:rtl/>
        </w:rPr>
        <w:t>النسخة التي بين أيدينا</w:t>
      </w:r>
      <w:r w:rsidR="000B1C6C">
        <w:rPr>
          <w:rtl/>
        </w:rPr>
        <w:t>،</w:t>
      </w:r>
      <w:r>
        <w:rPr>
          <w:rtl/>
        </w:rPr>
        <w:t xml:space="preserve"> ولا يخفى ما فيه من خلل عروضي</w:t>
      </w:r>
      <w:r w:rsidRPr="000B1C6C">
        <w:rPr>
          <w:rtl/>
        </w:rPr>
        <w:t xml:space="preserve"> </w:t>
      </w:r>
      <w:r>
        <w:rPr>
          <w:rtl/>
        </w:rPr>
        <w:t>واضح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  <w:r w:rsidRPr="000B1C6C">
        <w:rPr>
          <w:rStyle w:val="libFootnoteBoldChar"/>
          <w:rtl/>
        </w:rPr>
        <w:t>(</w:t>
      </w:r>
      <w:r w:rsidRPr="002D7A5A">
        <w:rPr>
          <w:rStyle w:val="libFootnoteBoldChar"/>
          <w:rtl/>
        </w:rPr>
        <w:t>موقع معهد</w:t>
      </w:r>
      <w:r w:rsidRPr="000B1C6C">
        <w:rPr>
          <w:rStyle w:val="libFootnoteBoldChar"/>
          <w:rtl/>
        </w:rPr>
        <w:t xml:space="preserve"> </w:t>
      </w:r>
      <w:r w:rsidRPr="002D7A5A">
        <w:rPr>
          <w:rStyle w:val="libFootnoteBoldChar"/>
          <w:rtl/>
        </w:rPr>
        <w:t>الإمامين الحسنَين</w:t>
      </w:r>
      <w:r w:rsidRPr="000B1C6C">
        <w:rPr>
          <w:rStyle w:val="libFootnoteBoldChar"/>
          <w:rtl/>
        </w:rPr>
        <w:t>)</w:t>
      </w:r>
    </w:p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241D82" w:rsidRPr="006A238B" w:rsidTr="00881F1D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اِروي الـحديث وأنت بعضُ شهودِه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فـالقول منك مصدّق يا «راويه»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وتـحدّثي لـلجيل عن قومٍ مضوا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فـالجيل هـذا العصر اُذنٌ صاغيه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كـم بـالشئام عـجائبٌ مرت بها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بـالنافعات عـن القرون الماضيه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تـلك اللـظات تقصّ بعض حديثها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عـن زمـرةٍ حكمت فكانت طاغيه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قـرن مـن الأعـوام أثقل كاهلي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بـالفادحات فـعدتُ مـنها خـاويه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كـم ذا لـقيت مـن الإساءة والعنا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مـن صـبية ذرئـت لـنار حاميه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فـالخمرة الـصهباء مـلءُ بطونِها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وأكـفّها خـضبت دمـاءً زاكيه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نـزو القرود على منابر أحمدٍ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جهدت تـعيد الـشرك فيهم ثـانيه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قصرت بها الأنساب أقصى فخرها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شـيخٌ كـفور أو عـجوزٌ زانيه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صـخر وهـند والـفروع بأصلِها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هذا النجار وذي الاُصول كما هيه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241D82" w:rsidRPr="006A238B" w:rsidTr="00241D82">
        <w:trPr>
          <w:trHeight w:val="350"/>
        </w:trPr>
        <w:tc>
          <w:tcPr>
            <w:tcW w:w="3535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يـا «راويـة» فاروي الحديثَ لاُمّةٍ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1D82" w:rsidRDefault="00241D82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241D82" w:rsidRPr="006A238B" w:rsidRDefault="00241D82" w:rsidP="00881F1D">
            <w:pPr>
              <w:pStyle w:val="libPoem"/>
            </w:pPr>
            <w:r w:rsidRPr="006A238B">
              <w:rPr>
                <w:rFonts w:hint="cs"/>
                <w:rtl/>
              </w:rPr>
              <w:t>مـكبوتةٍ وتـعيش ظـمأى صاديه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503315" w:rsidRPr="006A238B" w:rsidTr="00881F1D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وتـحدّثي عـن ذي القصور ولهوِها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أيـن الـقصورُ مضت وأين اللاهيه</w:t>
            </w:r>
            <w:r w:rsidRPr="00241D82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قـالت مـعالمها دويـنك مـا ترى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يـكـفيك مـنّي مـا تـراها بـاقيه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فـاضرب بـطرفك أين بانيَ مجدها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ثــاوٍ بـأيـةِ حـفرة أو زاويه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فـإذا الـقصور ولا بـقاء لـرسمها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وإذا الــرؤوس ولا رمـيم بـاليه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وانـظر إلى القبر المشيد ضريحه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سامي الضراح علا بمثوى الزاكيه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ذيّــاك حـكـمُ الله يـأبي عـدله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إلاّ الإطـاحة بـالعروش الـخاويه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وتـكون عـقبى الـدار تـبقى دائماً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لـلـمـتّقين ولـلـعتاة الـهـاويه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0B1C6C">
      <w:pPr>
        <w:pStyle w:val="libCenter"/>
        <w:rPr>
          <w:rtl/>
        </w:rPr>
      </w:pPr>
      <w:r w:rsidRPr="000B1C6C">
        <w:rPr>
          <w:rtl/>
        </w:rPr>
        <w:t>* * *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503315" w:rsidRPr="006A238B" w:rsidTr="00881F1D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يـا« راويـة» والقلب ماضٍ جرحُه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بـالفادحاتِ مـن الـمآسي الـقاسيه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وأشـدها وقـعاً مـصائب كـربلا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شــمُّ الـجبال لـهولها مـتداعيه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شاد الحسينُ صروح دين هُدّمت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وزيـنبٌ أوصـت تـتم الـباقيه!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503315" w:rsidRPr="006A238B" w:rsidTr="00881F1D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فشقيقة السبطين خفّت بالذي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عن حمله كلُّ الرواسي واهيه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قد قابلت كلَّ الخطوب بصبرها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مهما تحيط بها الظروف العاتيه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وأتـمّت الـصرح الذي لبناتهُ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قـامت عليها فهي اُسُّ الزاويه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بـدماء زمـرتها تـشيّد اُسّه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وتـشيد أعـلاه دموعٌ جاريه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فـمحت بـها أثـار ملك أميةٍ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من دارها طرّاً فأضحت خاليه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كم موقفٍ بالشام لم تضرع به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صكّت به أسماع ذاك الطاغيه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وأذلّـت الـنفر الـلئام بقيلها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فـعنت لها بالذلِّ تلك الناصيه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وسـمتهمُ الـعار الشنار بسبّةٍ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حتّى هووا أعجاز نخلٍ خاويه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فصل الخطاب ويا له من حجةٍ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صـعقت لها تلك الجباه العاتيه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فحروف خطبتِها حروفٌ زاهية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وبـليغ حجتها صواعقُ داويه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503315" w:rsidRPr="006A238B" w:rsidTr="00881F1D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إيها ربوع الشام هذي زينبٌ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وطئت ثراك وهي ليست راضيه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فـتعجّلت كـفُّ المنون بقبضها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لـمّا دعـت أن لا تـراكِ ثانيه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فـتُعيدي للنفس الجريحة مشهداً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يـحكي لها ذكرى المآسي الداميه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لـكنّ ربّـك وهـو عـدلٌ حاكمٌ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يقضي لتقضي في جوارك ناحيه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كـم حـكمةٍ لـله فـي تـقديرِه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فـتبين واضـحة واُخرى خافيه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فـأسيرة الـماضي تحطّم هيكلاً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ذرّ الـرماد فـماله مـن بـاقيه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وتـقـيم قـبّتها بـرغمِ اُنـوفهمْ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في أرضهم حيث القطوف الدانيه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وتدرّ زينب حيث يهمي فضلها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ثـرّاً عليك فعدت منها «راويه»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وتخط زينبُ للخلود سطورَها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ومـدادها تـلك الـدموع الغاليه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وطـوت يـدٌ بيضاء كلَّ صحيفةٍ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لاُمـيةٍ قـد سـوّدتها عـاصيه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503315" w:rsidRPr="006A238B" w:rsidTr="00503315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هـذا هـو الفتح المبين بنصرةِ الـ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ـدين الحنيف وتلك عقبى الباقيه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503315" w:rsidRPr="006A238B" w:rsidTr="00881F1D">
        <w:trPr>
          <w:trHeight w:val="350"/>
        </w:trPr>
        <w:tc>
          <w:tcPr>
            <w:tcW w:w="3535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وختامُ شعري في نشيد القافيه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03315" w:rsidRDefault="0050331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503315" w:rsidRPr="006A238B" w:rsidRDefault="00503315" w:rsidP="00881F1D">
            <w:pPr>
              <w:pStyle w:val="libPoem"/>
            </w:pPr>
            <w:r w:rsidRPr="006A238B">
              <w:rPr>
                <w:rFonts w:hint="cs"/>
                <w:rtl/>
              </w:rPr>
              <w:t>تيهي جلالاً يا بقاع «الراويه»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2D7A5A">
      <w:pPr>
        <w:pStyle w:val="Heading2"/>
      </w:pPr>
      <w:bookmarkStart w:id="38" w:name="_Toc387220706"/>
      <w:r w:rsidRPr="002D7A5A">
        <w:rPr>
          <w:rtl/>
        </w:rPr>
        <w:lastRenderedPageBreak/>
        <w:t>كلمة الاُستاذ الكبير أحمد فهمي محمّد المصري وشعره</w:t>
      </w:r>
      <w:bookmarkEnd w:id="38"/>
      <w:r w:rsidRPr="000B1C6C">
        <w:rPr>
          <w:rtl/>
        </w:rPr>
        <w:t xml:space="preserve"> 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 xml:space="preserve">السيدة زينب بنت علي </w:t>
      </w:r>
      <w:r w:rsidR="00FB26B1" w:rsidRPr="00FB26B1">
        <w:rPr>
          <w:rStyle w:val="libAlaemChar"/>
          <w:rtl/>
        </w:rPr>
        <w:t>عليهما‌السلام</w:t>
      </w:r>
      <w:r w:rsidR="000B1C6C">
        <w:rPr>
          <w:rtl/>
        </w:rPr>
        <w:t>،</w:t>
      </w:r>
      <w:r>
        <w:rPr>
          <w:rtl/>
        </w:rPr>
        <w:t xml:space="preserve"> العقيلة الطاهرة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والزهرة الناضرة</w:t>
      </w:r>
      <w:r w:rsidR="000B1C6C">
        <w:rPr>
          <w:rtl/>
        </w:rPr>
        <w:t>،</w:t>
      </w:r>
      <w:r>
        <w:rPr>
          <w:rtl/>
        </w:rPr>
        <w:t xml:space="preserve"> والكريمة الباتعة</w:t>
      </w:r>
      <w:r w:rsidR="000B1C6C">
        <w:rPr>
          <w:rtl/>
        </w:rPr>
        <w:t>،</w:t>
      </w:r>
      <w:r>
        <w:rPr>
          <w:rtl/>
        </w:rPr>
        <w:t xml:space="preserve"> والروضة اليانعة</w:t>
      </w:r>
      <w:r w:rsidR="000B1C6C">
        <w:rPr>
          <w:rtl/>
        </w:rPr>
        <w:t>،</w:t>
      </w:r>
      <w:r>
        <w:rPr>
          <w:rtl/>
        </w:rPr>
        <w:t xml:space="preserve"> سبطة</w:t>
      </w:r>
      <w:r w:rsidRPr="000B1C6C">
        <w:rPr>
          <w:rtl/>
        </w:rPr>
        <w:t xml:space="preserve"> </w:t>
      </w:r>
      <w:r>
        <w:rPr>
          <w:rtl/>
        </w:rPr>
        <w:t xml:space="preserve">الرسول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،</w:t>
      </w:r>
      <w:r>
        <w:rPr>
          <w:rtl/>
        </w:rPr>
        <w:t xml:space="preserve"> وبضعة البتول</w:t>
      </w:r>
      <w:r w:rsidR="000B1C6C">
        <w:rPr>
          <w:rtl/>
        </w:rPr>
        <w:t>،</w:t>
      </w:r>
      <w:r>
        <w:rPr>
          <w:rtl/>
        </w:rPr>
        <w:t xml:space="preserve"> ونجيبة سيف الله المسلول</w:t>
      </w:r>
      <w:r w:rsidR="000B1C6C">
        <w:rPr>
          <w:rtl/>
        </w:rPr>
        <w:t>،</w:t>
      </w:r>
      <w:r>
        <w:rPr>
          <w:rtl/>
        </w:rPr>
        <w:t xml:space="preserve"> السيدة</w:t>
      </w:r>
      <w:r w:rsidRPr="000B1C6C">
        <w:rPr>
          <w:rtl/>
        </w:rPr>
        <w:t xml:space="preserve"> </w:t>
      </w:r>
      <w:r>
        <w:rPr>
          <w:rtl/>
        </w:rPr>
        <w:t xml:space="preserve">المباركة زينب بنت علي بن أبي طالب </w:t>
      </w:r>
      <w:r w:rsidR="00FB26B1" w:rsidRPr="00FB26B1">
        <w:rPr>
          <w:rStyle w:val="libAlaemChar"/>
          <w:rtl/>
        </w:rPr>
        <w:t>عليهم‌السلام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FB5C01" w:rsidRPr="006A238B" w:rsidTr="00881F1D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هـي زيـنب الـمفاخر والـعلا</w:t>
            </w:r>
            <w:r w:rsidRPr="00FB5C01">
              <w:rPr>
                <w:rStyle w:val="libFootnotenumChar"/>
                <w:rFonts w:hint="cs"/>
                <w:rtl/>
              </w:rPr>
              <w:t>(*)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وكـريـمةٌ آبـاؤهـا كُـرمـاءُ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هي ربّة الشورى وغوث ضريعها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وهـي الـعياذ ولـلعفاة رجـاءُ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0B1C6C">
      <w:pPr>
        <w:pStyle w:val="libNormal"/>
        <w:rPr>
          <w:rtl/>
        </w:rPr>
      </w:pPr>
      <w:r>
        <w:rPr>
          <w:rtl/>
        </w:rPr>
        <w:t>وله أيضاً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FB5C01" w:rsidRPr="006A238B" w:rsidTr="00881F1D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لـذ بالعقيلة بضعة الزهراءِ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مـتـوسّلاً بـكريمة الآبـاءِ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فهناك مهبطُ رحمة تحظى بها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وهـناك ما ترجو من الآلاءِ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</w:tbl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2D7A5A" w:rsidRPr="000B1C6C" w:rsidRDefault="002D7A5A" w:rsidP="00D44192">
      <w:pPr>
        <w:pStyle w:val="libFootnote"/>
      </w:pPr>
      <w:r w:rsidRPr="000B1C6C">
        <w:rPr>
          <w:rtl/>
        </w:rPr>
        <w:t xml:space="preserve">(*) </w:t>
      </w:r>
      <w:r>
        <w:rPr>
          <w:rtl/>
        </w:rPr>
        <w:t>لا يخفى ما في</w:t>
      </w:r>
      <w:r w:rsidRPr="000B1C6C">
        <w:rPr>
          <w:rtl/>
        </w:rPr>
        <w:t xml:space="preserve"> </w:t>
      </w:r>
      <w:r>
        <w:rPr>
          <w:rtl/>
        </w:rPr>
        <w:t>المصراع من خلل عروضي بيّن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  <w:r w:rsidRPr="000B1C6C">
        <w:rPr>
          <w:rStyle w:val="libFootnoteBoldChar"/>
          <w:rtl/>
        </w:rPr>
        <w:t>(</w:t>
      </w:r>
      <w:r w:rsidRPr="002D7A5A">
        <w:rPr>
          <w:rStyle w:val="libFootnoteBoldChar"/>
          <w:rtl/>
        </w:rPr>
        <w:t>موقع معهد الإمامين</w:t>
      </w:r>
      <w:r w:rsidRPr="000B1C6C">
        <w:rPr>
          <w:rStyle w:val="libFootnoteBoldChar"/>
          <w:rtl/>
        </w:rPr>
        <w:t xml:space="preserve"> </w:t>
      </w:r>
      <w:r w:rsidRPr="002D7A5A">
        <w:rPr>
          <w:rStyle w:val="libFootnoteBoldChar"/>
          <w:rtl/>
        </w:rPr>
        <w:t>الحسنين</w:t>
      </w:r>
      <w:r w:rsidRPr="000B1C6C">
        <w:rPr>
          <w:rStyle w:val="libFootnoteBoldChar"/>
          <w:rtl/>
        </w:rPr>
        <w:t>)</w:t>
      </w:r>
    </w:p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FB5C01" w:rsidRPr="006A238B" w:rsidTr="00881F1D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وافتح بفاتحةِ الكتاب ضريحَها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واقـرأ سلامك ضارعاً بدعاءِ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حـتّى تنال الخير من نفحاتها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وتـرى شـعاعَ جلالةٍ وبهاءِ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فمزارها حرمٌ ومهبطها حمىً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وهـي الـلياذ لنا من اللأواءِ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فجوارحي تصبو لزورة قبرِها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وجـوانحي تـهفو لها بولاءِ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فالله شـرّف قـدرها ومقامَها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والله يـوفي الـخير للسعداءِ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0B1C6C">
      <w:pPr>
        <w:pStyle w:val="libNormal"/>
        <w:rPr>
          <w:rtl/>
        </w:rPr>
      </w:pPr>
      <w:r>
        <w:rPr>
          <w:rtl/>
        </w:rPr>
        <w:t>وله أيضاً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FB5C01" w:rsidRPr="006A238B" w:rsidTr="00881F1D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نـورُ الـعقيلة في الآفاق وضّاءُ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حـلّت دمشق فعم القطر أضواءُ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نـورُ الـنبوّة موصولٌ بمهبطها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والـنور فـي جنبات القبرِ لألاءُ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حـفّت بـه بركاتٌ فاض صيّبها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ونـفحةُ الله بـالروضات فيحاءُ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يا ساكني الشام بشراكمْ بمهبطِها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فـفي حـفافـيه لـلعافين آلاءُ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وقـبرُها حـرمٌ من يستجير به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تـنجاب عـنه بفضلِ الله لأواءُ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Center"/>
      </w:pPr>
      <w:r w:rsidRPr="000B1C6C">
        <w:rPr>
          <w:rtl/>
        </w:rPr>
        <w:t>* * *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Default="002D7A5A" w:rsidP="002D7A5A">
      <w:pPr>
        <w:pStyle w:val="libBold1"/>
        <w:rPr>
          <w:rtl/>
        </w:rPr>
      </w:pPr>
      <w:r>
        <w:rPr>
          <w:rtl/>
        </w:rPr>
        <w:lastRenderedPageBreak/>
        <w:t>ولبعضهم</w:t>
      </w:r>
      <w:r w:rsidR="000B1C6C">
        <w:rPr>
          <w:rtl/>
        </w:rPr>
        <w:t>: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FB5C01" w:rsidRPr="006A238B" w:rsidTr="00881F1D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هـذا ضـريح شقيقةِ القمرينِ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بـنتِ الإمـامِ شريفة الأبوينِ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وسـليلةِ الزهراء بضعة أحمدٍ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نـورُ الـوجود وسيّد الثقلينِ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نـسبٌ كريم للفصيحة زينبٌ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شمس الضحى وكريمة الدارينِ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Center"/>
      </w:pPr>
      <w:r w:rsidRPr="000B1C6C">
        <w:rPr>
          <w:rtl/>
        </w:rPr>
        <w:t>* * *</w:t>
      </w:r>
    </w:p>
    <w:p w:rsidR="002D7A5A" w:rsidRDefault="002D7A5A" w:rsidP="002D7A5A">
      <w:pPr>
        <w:pStyle w:val="libBold1"/>
        <w:rPr>
          <w:rtl/>
        </w:rPr>
      </w:pPr>
      <w:r>
        <w:rPr>
          <w:rtl/>
        </w:rPr>
        <w:t>للمرحوم الشيخ</w:t>
      </w:r>
      <w:r w:rsidRPr="000B1C6C">
        <w:rPr>
          <w:rtl/>
        </w:rPr>
        <w:t xml:space="preserve"> </w:t>
      </w:r>
      <w:r>
        <w:rPr>
          <w:rtl/>
        </w:rPr>
        <w:t>حسن سبتي</w:t>
      </w:r>
      <w:r w:rsidR="000B1C6C">
        <w:rPr>
          <w:rtl/>
        </w:rPr>
        <w:t>: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FB5C01" w:rsidRPr="006A238B" w:rsidTr="00881F1D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عـيـبةُ عـلمٍ غـير أنّ عـلمَها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غـريـزةٌ ولـم يـكن مـكتسبا</w:t>
            </w:r>
            <w:r w:rsidRPr="00503315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عـالـمـةٌ عـامـلـةٌ لـربِّـها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FB5C01" w:rsidP="00881F1D">
            <w:pPr>
              <w:pStyle w:val="libPoem"/>
            </w:pPr>
            <w:r w:rsidRPr="006A238B">
              <w:rPr>
                <w:rFonts w:hint="cs"/>
                <w:rtl/>
              </w:rPr>
              <w:t>طول المدى سوى التقى لن تصحبا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D7638E" w:rsidP="00881F1D">
            <w:pPr>
              <w:pStyle w:val="libPoem"/>
            </w:pPr>
            <w:r w:rsidRPr="006A238B">
              <w:rPr>
                <w:rFonts w:hint="cs"/>
                <w:rtl/>
              </w:rPr>
              <w:t>تـقيةٌ مـن أهـل بـيت عصمةٍ</w:t>
            </w:r>
            <w:r w:rsidR="00FB5C01"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D7638E" w:rsidP="00881F1D">
            <w:pPr>
              <w:pStyle w:val="libPoem"/>
            </w:pPr>
            <w:r w:rsidRPr="006A238B">
              <w:rPr>
                <w:rFonts w:hint="cs"/>
                <w:rtl/>
              </w:rPr>
              <w:t>شـقيقةُ الـسبط الحسينِ المجتبى</w:t>
            </w:r>
            <w:r w:rsidR="00FB5C01" w:rsidRPr="00FB5C01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D7638E" w:rsidP="00881F1D">
            <w:pPr>
              <w:pStyle w:val="libPoem"/>
            </w:pPr>
            <w:r w:rsidRPr="006A238B">
              <w:rPr>
                <w:rFonts w:hint="cs"/>
                <w:rtl/>
              </w:rPr>
              <w:t>صـدّيقةٌ كـبرى وجـمّ عـلمِها</w:t>
            </w:r>
            <w:r w:rsidR="00FB5C01"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D7638E" w:rsidP="00881F1D">
            <w:pPr>
              <w:pStyle w:val="libPoem"/>
            </w:pPr>
            <w:r w:rsidRPr="006A238B">
              <w:rPr>
                <w:rFonts w:hint="cs"/>
                <w:rtl/>
              </w:rPr>
              <w:t>طـاشت بـها الألبابُ والفكر لبا</w:t>
            </w:r>
            <w:r w:rsidR="00FB5C01" w:rsidRPr="00FB5C01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D7638E" w:rsidP="00881F1D">
            <w:pPr>
              <w:pStyle w:val="libPoem"/>
            </w:pPr>
            <w:r w:rsidRPr="006A238B">
              <w:rPr>
                <w:rFonts w:hint="cs"/>
                <w:rtl/>
              </w:rPr>
              <w:t>فـيا لـها داعـيةٌ إلى الـهدى</w:t>
            </w:r>
            <w:r w:rsidR="00FB5C01"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D7638E" w:rsidP="00881F1D">
            <w:pPr>
              <w:pStyle w:val="libPoem"/>
            </w:pPr>
            <w:r w:rsidRPr="006A238B">
              <w:rPr>
                <w:rFonts w:hint="cs"/>
                <w:rtl/>
              </w:rPr>
              <w:t>فـي حـلِّ كـلِّ مشكلٍ قد صعبا</w:t>
            </w:r>
            <w:r w:rsidR="00FB5C01" w:rsidRPr="00FB5C01">
              <w:rPr>
                <w:rStyle w:val="libPoemTiniChar0"/>
                <w:rtl/>
              </w:rPr>
              <w:br/>
              <w:t> </w:t>
            </w:r>
          </w:p>
        </w:tc>
      </w:tr>
      <w:tr w:rsidR="00FB5C01" w:rsidRPr="006A238B" w:rsidTr="00FB5C01">
        <w:trPr>
          <w:trHeight w:val="350"/>
        </w:trPr>
        <w:tc>
          <w:tcPr>
            <w:tcW w:w="3535" w:type="dxa"/>
          </w:tcPr>
          <w:p w:rsidR="00FB5C01" w:rsidRPr="006A238B" w:rsidRDefault="00D7638E" w:rsidP="00881F1D">
            <w:pPr>
              <w:pStyle w:val="libPoem"/>
            </w:pPr>
            <w:r w:rsidRPr="006A238B">
              <w:rPr>
                <w:rFonts w:hint="cs"/>
                <w:rtl/>
              </w:rPr>
              <w:t>ذات فـصـاحةٍ إذا مـا نـطقتْ</w:t>
            </w:r>
            <w:r w:rsidR="00FB5C01"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B5C01" w:rsidRDefault="00FB5C01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FB5C01" w:rsidRPr="006A238B" w:rsidRDefault="00D7638E" w:rsidP="00881F1D">
            <w:pPr>
              <w:pStyle w:val="libPoem"/>
            </w:pPr>
            <w:r w:rsidRPr="006A238B">
              <w:rPr>
                <w:rFonts w:hint="cs"/>
                <w:rtl/>
              </w:rPr>
              <w:t>حـيناً تـخال المرتضى قد خطبا</w:t>
            </w:r>
            <w:r w:rsidR="00FB5C01" w:rsidRPr="00FB5C01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D7638E" w:rsidRPr="006A238B" w:rsidTr="00881F1D">
        <w:trPr>
          <w:trHeight w:val="350"/>
        </w:trPr>
        <w:tc>
          <w:tcPr>
            <w:tcW w:w="3535" w:type="dxa"/>
          </w:tcPr>
          <w:p w:rsidR="00D7638E" w:rsidRPr="006A238B" w:rsidRDefault="00D7638E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سـل مجلس الشام وما حلَّ به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7638E" w:rsidRDefault="00D7638E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D7638E" w:rsidRPr="006A238B" w:rsidRDefault="00D7638E" w:rsidP="00881F1D">
            <w:pPr>
              <w:pStyle w:val="libPoem"/>
            </w:pPr>
            <w:r w:rsidRPr="006A238B">
              <w:rPr>
                <w:rFonts w:hint="cs"/>
                <w:rtl/>
              </w:rPr>
              <w:t>مُذ خطبت ماج بهم واضطربا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Center"/>
      </w:pPr>
      <w:r w:rsidRPr="000B1C6C">
        <w:rPr>
          <w:rtl/>
        </w:rPr>
        <w:t>* * *</w:t>
      </w:r>
    </w:p>
    <w:p w:rsidR="002D7A5A" w:rsidRDefault="002D7A5A" w:rsidP="002D7A5A">
      <w:pPr>
        <w:pStyle w:val="libBold1"/>
        <w:rPr>
          <w:rtl/>
        </w:rPr>
      </w:pPr>
      <w:r>
        <w:rPr>
          <w:rtl/>
        </w:rPr>
        <w:t>وللمرحوم الشيخ أحمد الكناني من مقطوعة</w:t>
      </w:r>
      <w:r w:rsidR="000B1C6C">
        <w:rPr>
          <w:rtl/>
        </w:rPr>
        <w:t>: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CE6055" w:rsidRPr="006A238B" w:rsidTr="00881F1D">
        <w:trPr>
          <w:trHeight w:val="350"/>
        </w:trPr>
        <w:tc>
          <w:tcPr>
            <w:tcW w:w="3535" w:type="dxa"/>
          </w:tcPr>
          <w:p w:rsidR="00CE6055" w:rsidRPr="006A238B" w:rsidRDefault="00CE6055" w:rsidP="00881F1D">
            <w:pPr>
              <w:pStyle w:val="libPoem"/>
            </w:pPr>
            <w:r w:rsidRPr="006A238B">
              <w:rPr>
                <w:rFonts w:hint="cs"/>
                <w:rtl/>
              </w:rPr>
              <w:t>لـذ فـي الـشدائد بابنةِ الزهراءِ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E6055" w:rsidRDefault="00CE605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CE6055" w:rsidRPr="006A238B" w:rsidRDefault="00CE6055" w:rsidP="00881F1D">
            <w:pPr>
              <w:pStyle w:val="libPoem"/>
            </w:pPr>
            <w:r w:rsidRPr="006A238B">
              <w:rPr>
                <w:rFonts w:hint="cs"/>
                <w:rtl/>
              </w:rPr>
              <w:t>واقـصد حـماها فـوق كلِّ عناءِ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  <w:tr w:rsidR="00CE6055" w:rsidRPr="006A238B" w:rsidTr="00CE6055">
        <w:trPr>
          <w:trHeight w:val="350"/>
        </w:trPr>
        <w:tc>
          <w:tcPr>
            <w:tcW w:w="3535" w:type="dxa"/>
          </w:tcPr>
          <w:p w:rsidR="00CE6055" w:rsidRPr="006A238B" w:rsidRDefault="00CE6055" w:rsidP="00881F1D">
            <w:pPr>
              <w:pStyle w:val="libPoem"/>
            </w:pPr>
            <w:r w:rsidRPr="006A238B">
              <w:rPr>
                <w:rFonts w:hint="cs"/>
                <w:rtl/>
              </w:rPr>
              <w:t>هـي زيـنبٌ ذات المقامات العلا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E6055" w:rsidRDefault="00CE605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CE6055" w:rsidRPr="006A238B" w:rsidRDefault="00CE6055" w:rsidP="00881F1D">
            <w:pPr>
              <w:pStyle w:val="libPoem"/>
            </w:pPr>
            <w:r w:rsidRPr="006A238B">
              <w:rPr>
                <w:rFonts w:hint="cs"/>
                <w:rtl/>
              </w:rPr>
              <w:t>وكـريـمةُ الأجــداد والآبــاءِ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</w:tr>
      <w:tr w:rsidR="00CE6055" w:rsidRPr="006A238B" w:rsidTr="00CE6055">
        <w:trPr>
          <w:trHeight w:val="350"/>
        </w:trPr>
        <w:tc>
          <w:tcPr>
            <w:tcW w:w="3535" w:type="dxa"/>
          </w:tcPr>
          <w:p w:rsidR="00CE6055" w:rsidRPr="006A238B" w:rsidRDefault="00CE6055" w:rsidP="00881F1D">
            <w:pPr>
              <w:pStyle w:val="libPoem"/>
            </w:pPr>
            <w:r w:rsidRPr="006A238B">
              <w:rPr>
                <w:rFonts w:hint="cs"/>
                <w:rtl/>
              </w:rPr>
              <w:t>هي ربةُ الشورى وغوث مَن التجى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E6055" w:rsidRDefault="00CE605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CE6055" w:rsidRPr="006A238B" w:rsidRDefault="00CE6055" w:rsidP="00881F1D">
            <w:pPr>
              <w:pStyle w:val="libPoem"/>
            </w:pPr>
            <w:r w:rsidRPr="006A238B">
              <w:rPr>
                <w:rFonts w:hint="cs"/>
                <w:rtl/>
              </w:rPr>
              <w:t>بـنت الإمـام وفـارس الـهيجاءِ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</w:tr>
      <w:tr w:rsidR="00CE6055" w:rsidRPr="006A238B" w:rsidTr="00CE6055">
        <w:trPr>
          <w:trHeight w:val="350"/>
        </w:trPr>
        <w:tc>
          <w:tcPr>
            <w:tcW w:w="3535" w:type="dxa"/>
          </w:tcPr>
          <w:p w:rsidR="00CE6055" w:rsidRPr="006A238B" w:rsidRDefault="00CE6055" w:rsidP="00881F1D">
            <w:pPr>
              <w:pStyle w:val="libPoem"/>
            </w:pPr>
            <w:r w:rsidRPr="006A238B">
              <w:rPr>
                <w:rFonts w:hint="cs"/>
                <w:rtl/>
              </w:rPr>
              <w:t>اُخـت الحسين وجدُّها خيرُ الورى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E6055" w:rsidRDefault="00CE605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CE6055" w:rsidRPr="006A238B" w:rsidRDefault="00CE6055" w:rsidP="00881F1D">
            <w:pPr>
              <w:pStyle w:val="libPoem"/>
            </w:pPr>
            <w:r w:rsidRPr="006A238B">
              <w:rPr>
                <w:rFonts w:hint="cs"/>
                <w:rtl/>
              </w:rPr>
              <w:t>وهـمُ إذا عـزَّ الـرجاءُ رجـائي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2D7A5A">
      <w:pPr>
        <w:pStyle w:val="libCenter"/>
      </w:pPr>
      <w:r w:rsidRPr="000B1C6C">
        <w:rPr>
          <w:rtl/>
        </w:rPr>
        <w:t xml:space="preserve">* * * </w:t>
      </w:r>
    </w:p>
    <w:p w:rsidR="002D7A5A" w:rsidRDefault="002D7A5A" w:rsidP="002D7A5A">
      <w:pPr>
        <w:pStyle w:val="libBold1"/>
        <w:rPr>
          <w:rtl/>
        </w:rPr>
      </w:pPr>
      <w:r>
        <w:rPr>
          <w:rtl/>
        </w:rPr>
        <w:t>للمغفور له الشيخ حسن سبتي</w:t>
      </w:r>
      <w:r w:rsidR="000B1C6C">
        <w:rPr>
          <w:rtl/>
        </w:rPr>
        <w:t>: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CE6055" w:rsidRPr="006A238B" w:rsidTr="00881F1D">
        <w:trPr>
          <w:trHeight w:val="350"/>
        </w:trPr>
        <w:tc>
          <w:tcPr>
            <w:tcW w:w="3535" w:type="dxa"/>
          </w:tcPr>
          <w:p w:rsidR="00CE6055" w:rsidRPr="006A238B" w:rsidRDefault="00CE6055" w:rsidP="00881F1D">
            <w:pPr>
              <w:pStyle w:val="libPoem"/>
            </w:pPr>
            <w:r>
              <w:rPr>
                <w:rFonts w:hint="cs"/>
                <w:rtl/>
              </w:rPr>
              <w:t>لم</w:t>
            </w:r>
            <w:r w:rsidRPr="006A238B">
              <w:rPr>
                <w:rFonts w:hint="cs"/>
                <w:rtl/>
              </w:rPr>
              <w:t>ا أصابت ( يثرباً) مجاعةٌ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E6055" w:rsidRDefault="00CE605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CE6055" w:rsidRPr="006A238B" w:rsidRDefault="00CE6055" w:rsidP="00881F1D">
            <w:pPr>
              <w:pStyle w:val="libPoem"/>
            </w:pPr>
            <w:r w:rsidRPr="006A238B">
              <w:rPr>
                <w:rFonts w:hint="cs"/>
                <w:rtl/>
              </w:rPr>
              <w:t>وشـدةٌ وعـامهم قـد قطبا</w:t>
            </w:r>
            <w:r w:rsidRPr="00FB5C01">
              <w:rPr>
                <w:rStyle w:val="libPoemTiniChar0"/>
                <w:rtl/>
              </w:rPr>
              <w:br/>
              <w:t> </w:t>
            </w:r>
          </w:p>
        </w:tc>
      </w:tr>
      <w:tr w:rsidR="00CE6055" w:rsidRPr="006A238B" w:rsidTr="00CE6055">
        <w:trPr>
          <w:trHeight w:val="350"/>
        </w:trPr>
        <w:tc>
          <w:tcPr>
            <w:tcW w:w="3535" w:type="dxa"/>
          </w:tcPr>
          <w:p w:rsidR="00CE6055" w:rsidRPr="006A238B" w:rsidRDefault="00CE6055" w:rsidP="00881F1D">
            <w:pPr>
              <w:pStyle w:val="libPoem"/>
            </w:pPr>
            <w:r w:rsidRPr="006A238B">
              <w:rPr>
                <w:rFonts w:hint="cs"/>
                <w:rtl/>
              </w:rPr>
              <w:t>فسار عبد الله ينحو الشام في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E6055" w:rsidRDefault="00CE605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CE6055" w:rsidRPr="006A238B" w:rsidRDefault="00CE6055" w:rsidP="00881F1D">
            <w:pPr>
              <w:pStyle w:val="libPoem"/>
            </w:pPr>
            <w:r w:rsidRPr="006A238B">
              <w:rPr>
                <w:rFonts w:hint="cs"/>
                <w:rtl/>
              </w:rPr>
              <w:t>عـياله يـحملهم و (زينبا )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</w:tr>
      <w:tr w:rsidR="00CE6055" w:rsidRPr="006A238B" w:rsidTr="00CE6055">
        <w:trPr>
          <w:trHeight w:val="350"/>
        </w:trPr>
        <w:tc>
          <w:tcPr>
            <w:tcW w:w="3535" w:type="dxa"/>
          </w:tcPr>
          <w:p w:rsidR="00CE6055" w:rsidRPr="006A238B" w:rsidRDefault="00CE6055" w:rsidP="00881F1D">
            <w:pPr>
              <w:pStyle w:val="libPoem"/>
            </w:pPr>
            <w:r w:rsidRPr="006A238B">
              <w:rPr>
                <w:rFonts w:hint="cs"/>
                <w:rtl/>
              </w:rPr>
              <w:t>لـكنّ وعثاءَ الطريق أثّرت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E6055" w:rsidRDefault="00CE6055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CE6055" w:rsidRPr="006A238B" w:rsidRDefault="00CE6055" w:rsidP="00881F1D">
            <w:pPr>
              <w:pStyle w:val="libPoem"/>
            </w:pPr>
            <w:r w:rsidRPr="006A238B">
              <w:rPr>
                <w:rFonts w:hint="cs"/>
                <w:rtl/>
              </w:rPr>
              <w:t>بـها فـكابدت عناءً نصبا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040D40" w:rsidRPr="006A238B" w:rsidTr="00881F1D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وعـنـدما تـذكّـرت دخـولَها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للشام حسرى وهي في أسر السبا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حـمت ومـا زالت تعاني سقماً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وسـقمها فـي جسمها قد نشبا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وعـام خـمسةٍ وخمسين قضت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صـابرةً بـالصبر حـازت رتبا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وقـد قـضت في رجب بنصفِه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يـاليت أنّـا لـم نـشاهد رجبا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D44192">
      <w:pPr>
        <w:pStyle w:val="libCenter"/>
      </w:pPr>
      <w:r w:rsidRPr="000B1C6C">
        <w:rPr>
          <w:rtl/>
        </w:rPr>
        <w:t xml:space="preserve">* * * * </w:t>
      </w:r>
    </w:p>
    <w:p w:rsidR="002D7A5A" w:rsidRDefault="002D7A5A" w:rsidP="002D7A5A">
      <w:pPr>
        <w:pStyle w:val="libBold1"/>
        <w:rPr>
          <w:rtl/>
        </w:rPr>
      </w:pPr>
      <w:r>
        <w:rPr>
          <w:rtl/>
        </w:rPr>
        <w:t>ولبعضهم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040D40" w:rsidRPr="006A238B" w:rsidTr="00881F1D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نـفسي الفداء لمشهدٍ أسرارُه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مـن دونها سترُ النبوّة مسبلُ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ورواقُ عـزٍّ فيه أشرف بقعةٍ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ظلت تحار لها العقولُ وتُذهلُ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تغضي لبهجته النواظر هيبةً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ويـردّ عـنه طرفه المتأمّلُ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حسدت مكانته النجوم فودّ لو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أمسى يجاوره السماك الأعزلُ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وسـما عـلوّاً أن تقبّل تربَه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شـفةٌ فـأضحى بالجباه يُقبّلُ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Default="002D7A5A" w:rsidP="002D7A5A">
      <w:pPr>
        <w:pStyle w:val="libBold1"/>
        <w:rPr>
          <w:rtl/>
        </w:rPr>
      </w:pPr>
      <w:r>
        <w:rPr>
          <w:rtl/>
        </w:rPr>
        <w:lastRenderedPageBreak/>
        <w:t>للعلامة السيد</w:t>
      </w:r>
      <w:r w:rsidRPr="000B1C6C">
        <w:rPr>
          <w:rtl/>
        </w:rPr>
        <w:t xml:space="preserve"> </w:t>
      </w:r>
      <w:r>
        <w:rPr>
          <w:rtl/>
        </w:rPr>
        <w:t>مسلم الحلي (أيّده الله</w:t>
      </w:r>
      <w:r w:rsidRPr="000B1C6C">
        <w:rPr>
          <w:rtl/>
        </w:rPr>
        <w:t>)</w:t>
      </w:r>
      <w:r w:rsidR="000B1C6C">
        <w:rPr>
          <w:rtl/>
        </w:rPr>
        <w:t>: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040D40" w:rsidRPr="006A238B" w:rsidTr="00881F1D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أزيـنب هـذي نـدبةٌ عزّ وقعها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على منطقي إذ موقع الرزء هائلُ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أذاقـكِ أنـواعَ المصائب موقفٌ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بـه الـسبط مـثكولٌ وإنك ثاكلُ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فـيا مـوقفاً ما كان أسماه موقفاً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بـه لـذوي الألباب لاحت دلائلُ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جـهادُ لـسانٍ قد حكى في جلالِه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جـهادَ سـنان والـجهادُ مراحلُ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رميت بني حرب بحرب صواعقٍ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قـنابلُ قـولٍ دونـهنّ الـقنابلُ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تـحطّم فـيه عـرشُهم وعريشهمْ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وهُـدّت حـصونٌ منهمُ ومعاقلُ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كـذا فليكن مَن كان للدين ناصراً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تـهونُ عـليه نـفسه والعواملُ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2D7A5A">
      <w:pPr>
        <w:pStyle w:val="libCenter"/>
      </w:pPr>
      <w:r w:rsidRPr="000B1C6C">
        <w:rPr>
          <w:rtl/>
        </w:rPr>
        <w:t>* * * *</w:t>
      </w:r>
    </w:p>
    <w:p w:rsidR="002D7A5A" w:rsidRPr="000B1C6C" w:rsidRDefault="002D7A5A" w:rsidP="002D7A5A">
      <w:pPr>
        <w:pStyle w:val="libBold1"/>
      </w:pPr>
      <w:r>
        <w:rPr>
          <w:rtl/>
        </w:rPr>
        <w:t>للعلامة</w:t>
      </w:r>
      <w:r w:rsidRPr="000B1C6C">
        <w:rPr>
          <w:rtl/>
        </w:rPr>
        <w:t xml:space="preserve"> </w:t>
      </w:r>
      <w:r>
        <w:rPr>
          <w:rtl/>
        </w:rPr>
        <w:t>الشيخ حسن</w:t>
      </w:r>
      <w:r w:rsidRPr="000B1C6C">
        <w:rPr>
          <w:rtl/>
        </w:rPr>
        <w:t xml:space="preserve"> </w:t>
      </w:r>
      <w:r>
        <w:rPr>
          <w:rtl/>
        </w:rPr>
        <w:t>نجل الحجة</w:t>
      </w:r>
      <w:r w:rsidRPr="000B1C6C">
        <w:rPr>
          <w:rtl/>
        </w:rPr>
        <w:t xml:space="preserve"> </w:t>
      </w:r>
      <w:r>
        <w:rPr>
          <w:rtl/>
        </w:rPr>
        <w:t>الشيخ مرتضى</w:t>
      </w:r>
      <w:r w:rsidRPr="000B1C6C">
        <w:rPr>
          <w:rtl/>
        </w:rPr>
        <w:t xml:space="preserve"> </w:t>
      </w:r>
      <w:r>
        <w:rPr>
          <w:rtl/>
        </w:rPr>
        <w:t>أسد الله</w:t>
      </w:r>
      <w:r w:rsidRPr="000B1C6C">
        <w:rPr>
          <w:rtl/>
        </w:rPr>
        <w:t xml:space="preserve"> </w:t>
      </w:r>
      <w:r>
        <w:rPr>
          <w:rtl/>
        </w:rPr>
        <w:t>الكاظمي</w:t>
      </w:r>
      <w:r w:rsidR="000B1C6C">
        <w:rPr>
          <w:rtl/>
        </w:rPr>
        <w:t>:</w:t>
      </w:r>
    </w:p>
    <w:p w:rsidR="002D7A5A" w:rsidRDefault="002D7A5A" w:rsidP="002D7A5A">
      <w:pPr>
        <w:pStyle w:val="Heading2"/>
        <w:rPr>
          <w:rtl/>
        </w:rPr>
      </w:pPr>
      <w:bookmarkStart w:id="39" w:name="_Toc387220707"/>
      <w:r w:rsidRPr="002D7A5A">
        <w:rPr>
          <w:rtl/>
        </w:rPr>
        <w:t>زينب بنت علي</w:t>
      </w:r>
      <w:r w:rsidRPr="000B1C6C">
        <w:rPr>
          <w:rtl/>
        </w:rPr>
        <w:t xml:space="preserve"> </w:t>
      </w:r>
      <w:r w:rsidR="00FB26B1" w:rsidRPr="00D44192">
        <w:rPr>
          <w:rStyle w:val="libAlaemHeading2Char"/>
          <w:rtl/>
        </w:rPr>
        <w:t>عليهما‌السلام</w:t>
      </w:r>
      <w:bookmarkEnd w:id="39"/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040D40" w:rsidRPr="006A238B" w:rsidTr="00881F1D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تسيل دموعُ العين حزناً وتسكبُ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إذا ذُكـرت اُمُّ المصائب زينبُ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040D40" w:rsidRPr="006A238B" w:rsidTr="00881F1D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هـي الـمثل الأعـلى لـكلِّ فضيلةٍ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وفي فضلها الأمثال في الناس تضربُ</w:t>
            </w:r>
            <w:r w:rsidRPr="00CE6055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تـقـوم لـها الـعليا وتـقعد كـلّما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تـبين لـها الـذكر الـحميد وتعربُ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وكـم حـيّرت فـي ذكرها كلَّ كاتبٍ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ومَـن أخـذته حـيرةٌ كـيف يكتبُ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وكـم أعـجزتْ في مدحها كلَّ شاعرٍ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وإن كـان يـحلو الشعر فيه ويعذبُ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فـمَن جـدّها أو مَـن أبـوها واُمّها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ومَـن أخـواها حـين تنمى وتنسبُ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قــد اكـتسبت أخـلاقها وتـأدّبتْ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بـآدابـهم يـا نـعم هـذا الـتأدّبُ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مـبـاركةٌ فـي كـلِّ أرض تـحلّها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فـتخضرّ منها الأرض يمناً وتخصبُ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وعـالـمةٌ لـكـن بـغـيرِ تـعـلّمٍ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وذا خـبرٍ يـروى ولـيس يُـكذّبُ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لـقـد أودعـت أسـرار آل محمّدٍ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فـتأخذ مـنها كـلَّ عـلم وتـكسبُ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وتـحبو بـها عـلماً وتوهب حكمةً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وطـوبى لـمن يُـحبا بهذا ويوهبُ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040D40" w:rsidRPr="006A238B" w:rsidTr="00040D40">
        <w:trPr>
          <w:trHeight w:val="350"/>
        </w:trPr>
        <w:tc>
          <w:tcPr>
            <w:tcW w:w="3535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تـفـوق نـساء الـعالمين شـجاعةً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40D40" w:rsidRDefault="00040D40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040D40" w:rsidRPr="006A238B" w:rsidRDefault="00040D40" w:rsidP="00881F1D">
            <w:pPr>
              <w:pStyle w:val="libPoem"/>
            </w:pPr>
            <w:r w:rsidRPr="006A238B">
              <w:rPr>
                <w:rFonts w:hint="cs"/>
                <w:rtl/>
              </w:rPr>
              <w:t>ومـنها رجـال الـعالمين تـعجبّوا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 xml:space="preserve">فـمـا تـرتاب الـبلايا </w:t>
            </w:r>
            <w:r w:rsidRPr="00A91FEA">
              <w:rPr>
                <w:rFonts w:hint="cs"/>
                <w:rtl/>
              </w:rPr>
              <w:t>جـميعها!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ولا هـي من أعيائها تتهيبُ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تـشقّ عـلى الـناس الـصعاب وإنّما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يهون عـليها ما يشقّ ويصعبُ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ألـمّت بـها الأرزاء وهي كثيرةٌ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كـقطر السما ليست تُعدّ وتحسبُ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ولـله مـن قـلبٍ تـحمّل ثـقلَها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ولـو حـلّ قـلباً دونـه يتشعبُ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وما حُصرت في خطبة يوم روعِها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ويحصر يوم الروعِ مَن فيه يخطبُ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لـقد حـملت يوم الطفوفِ رسالةً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يـنوء بـها حـملاً سواها وينصبُ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فـأعطت جميعَ الواجبات حقوقَها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ومـا قـصرت فيها يحقُّ ويوجبُ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فـقامت بـأعباء الـرعاية كـلِّها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ومـا فـاتها فـي الأمر ما يتطلّبُ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لـها وقـفاتٌ صـامداتٌ صـليبةٌ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أشـد مـن الطود العظيم وأصلبُ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ولـيست تـبالي لـو تلوم عدوَّها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ولـو هـو مغتاظ عليها ومغضبُ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ومـا أظهرت شكوى إلى أحد ولو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ألـمّ بـها مـا لا يظن ويحسبُ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ولـم نـر مـغلوباً على كلِّ أمره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يـغالب بـالقول الـعدو فـيغلبُ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وإنّ وقـوع الـقول فوق نفوسِهمْ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أشـدّ عـليهم من سهامٍ وأصعبُ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تـجنبت الـشيء الـمخلّ بشأنها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وإنّ الـكريم الـحرَّ مَـن يتجنبُ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وكـم أغلظت بالقول دون تريّبٍ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أمـام الـذي مـن أمرها متريّبُ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أمـام عـبيدِ الله طـوراً وتـارةً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أمـام يـزيدٍ حـين قامت تؤنّبُ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فـيالَ مـقامٍ لـو يـقوم مـقامها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سواها قضى رعباً به حين يرعبُ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فـتلهب بـاللفظ النفوسِ حماسةً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وما هـي إلا جـمـرة تـتلهبُ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لـقد أنـشبت حرباً عليهم طويلةً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مداها وما زالت مدى الدهر تنشبُ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ولـو لـم يـكن إقدامُها وجهادُها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لـما كـان شـيء للوقيعة ينسبُ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ويـعجب مـن إقدامها كلُّ معشرٍ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ولا عـجبٌ مـنه إذا منه يعجبُ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تـقلّبت الأحـداثُ نصب عيونِها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ومـا أعـظم الأحداث إذ تتقلّبُ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فـمـنظر قـتلاها أمـام عـيونِها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وهـل مـنظرٌ مـنه أشـدّ وأرهبُ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فـهذا عـلى وجـه الـصعيدِ معفّرٌ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تـريبٌ وهـذا بـالدماء مـخضبُ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ومـا بـرحت طـول الحياة حزينةً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تـنوح عـلى قتلى الطفوف وتندبُ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فما الرزء ينسى لا ولا الحزن ينتهي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ولا النفس تسلو لا ولا الدمع ينضبُ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فـفي كـلِّ يـوم فـي السماء مآتمٌ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وفـي كـلِّ عـينٍ عـبرةٌ تتصبّبُ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وإنّ بـعـين الله كــلَّ وقـيـعةٍ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يـطيح بـها آلُ الـرسول ويعطبوا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فـتطعن بـالسمر العوالي صدورها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وأعـنـاقها بـالمشرفية تـضربُ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وإنّ بـعـين الله كــلَّ عـقـيلةٍ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لـهمُ فـي يد الأعداء تُسبى وتسلبُ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Center"/>
        <w:rPr>
          <w:rtl/>
        </w:rPr>
      </w:pPr>
      <w:r w:rsidRPr="000B1C6C">
        <w:rPr>
          <w:rtl/>
        </w:rPr>
        <w:t xml:space="preserve">* * * 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فطوبى لأرضِ الشام حيث تنزّلت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بـها بـركاتٌ تربها ليس يجدبُ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تـحلّ بـها من نسوةِ الوحي حرّةٌ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مـباركةٌ مـيمونةٌ هي «زينبُ»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تطيّب تُربُ الأرضِ من طيبها وكمْ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تـضوّع طـيباً تـربُها المتطيّبُ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فـمرقـدُها فـي كلِّ قلبٍ معظّمٍ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ومـشهدُها فـي كـلِّ نفسٍ محببُ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وتـختلف الـزوّارُ نـحو مزارِها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تـجيء إلـيه كـلَّ يـوم وتذهبُ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فـلا فـاته روحٌ مـن الله طـيّبٌ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ولا جـازه قطرٌ من السحب صيّبُ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Center"/>
      </w:pPr>
      <w:r w:rsidRPr="000B1C6C">
        <w:rPr>
          <w:rtl/>
        </w:rPr>
        <w:t>* * *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2D7A5A">
      <w:pPr>
        <w:pStyle w:val="Heading2"/>
      </w:pPr>
      <w:bookmarkStart w:id="40" w:name="_Toc387220708"/>
      <w:r>
        <w:rPr>
          <w:rtl/>
        </w:rPr>
        <w:lastRenderedPageBreak/>
        <w:t>تحقيق حول مشهدها الشريف في الشام أو في مصر</w:t>
      </w:r>
      <w:bookmarkStart w:id="41" w:name="تحقيق_حول_مشهدها_الشريف"/>
      <w:bookmarkEnd w:id="40"/>
      <w:bookmarkEnd w:id="41"/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>لا ريب أنّ الفاطميِّين هم من السلالة الطاهرة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ومن أبناء</w:t>
      </w:r>
      <w:r w:rsidRPr="000B1C6C">
        <w:rPr>
          <w:rtl/>
        </w:rPr>
        <w:t xml:space="preserve"> </w:t>
      </w:r>
      <w:r>
        <w:rPr>
          <w:rtl/>
        </w:rPr>
        <w:t xml:space="preserve">العلويِّين الذين ينتمون إلى الإمام علي بن أبي طالب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وعلى رغم ما فعلته السلطة الجائرة من إنكار نسبهم الشريف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وقد قيل</w:t>
      </w:r>
      <w:r w:rsidR="000B1C6C">
        <w:rPr>
          <w:rtl/>
        </w:rPr>
        <w:t>: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ولا تضرّ كلابُ السود أن نبحتْ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على الاُسود وأبدت كامنَ الضغنِ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0B1C6C">
      <w:pPr>
        <w:pStyle w:val="libNormal"/>
        <w:rPr>
          <w:rtl/>
        </w:rPr>
      </w:pPr>
      <w:r>
        <w:rPr>
          <w:rtl/>
        </w:rPr>
        <w:t>فهذا ابن عمهم الشريف الرضي</w:t>
      </w:r>
      <w:r w:rsidRPr="000B1C6C">
        <w:rPr>
          <w:rtl/>
        </w:rPr>
        <w:t xml:space="preserve"> (</w:t>
      </w:r>
      <w:r>
        <w:rPr>
          <w:rtl/>
        </w:rPr>
        <w:t>رضوان الله عليه</w:t>
      </w:r>
      <w:r w:rsidRPr="000B1C6C">
        <w:rPr>
          <w:rtl/>
        </w:rPr>
        <w:t xml:space="preserve">) </w:t>
      </w:r>
      <w:r>
        <w:rPr>
          <w:rtl/>
        </w:rPr>
        <w:t>يصدّق نسبهم بقوله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أَلبَسُ الذُلَّ في دِيارِ الأَعادي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وَبِمِصرَ الخَليفَةُ العَلَوِيُّ</w:t>
            </w:r>
            <w:r w:rsidRPr="00040D40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مَن أَبوهُ أَبي وَمَولاهُ مَولا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يَ إِذا ضامَني البَعيدُ القَصِيُّ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لَفَّ عِرقي بِعِرقِهِ سَيِّدا النا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سِ جَميعاً مُحَمَّدٌ وَعَلِيُّ</w:t>
            </w:r>
            <w:r w:rsidRPr="00FB5C01">
              <w:rPr>
                <w:rStyle w:val="libFootnotenumChar"/>
                <w:rFonts w:hint="cs"/>
                <w:rtl/>
              </w:rPr>
              <w:t>(*)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Normal"/>
      </w:pPr>
      <w:r>
        <w:rPr>
          <w:rtl/>
        </w:rPr>
        <w:t>وقد جهد الفاطميّون في عهدهم على أن</w:t>
      </w:r>
      <w:r w:rsidRPr="000B1C6C">
        <w:rPr>
          <w:rtl/>
        </w:rPr>
        <w:t xml:space="preserve"> </w:t>
      </w:r>
      <w:r>
        <w:rPr>
          <w:rtl/>
        </w:rPr>
        <w:t>يجعلوا مصر شيعية محضة موالية لآل الرسول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صلى‌الله‌عليه‌وآله</w:t>
      </w:r>
      <w:r>
        <w:rPr>
          <w:rtl/>
        </w:rPr>
        <w:t xml:space="preserve"> ومَن وجبت على الخلق محبتهم</w:t>
      </w:r>
      <w:r w:rsidR="000B1C6C">
        <w:rPr>
          <w:rtl/>
        </w:rPr>
        <w:t>،</w:t>
      </w:r>
      <w:r>
        <w:rPr>
          <w:rtl/>
        </w:rPr>
        <w:t xml:space="preserve"> وقاموا بأشياء</w:t>
      </w:r>
      <w:r w:rsidRPr="000B1C6C">
        <w:rPr>
          <w:rtl/>
        </w:rPr>
        <w:t xml:space="preserve"> </w:t>
      </w:r>
      <w:r>
        <w:rPr>
          <w:rtl/>
        </w:rPr>
        <w:t>توطئة لقصدهم</w:t>
      </w:r>
      <w:r w:rsidR="000B1C6C">
        <w:rPr>
          <w:rtl/>
        </w:rPr>
        <w:t>،</w:t>
      </w:r>
      <w:r>
        <w:rPr>
          <w:rtl/>
        </w:rPr>
        <w:t xml:space="preserve"> منها جلبهم</w:t>
      </w:r>
      <w:r w:rsidRPr="000B1C6C">
        <w:rPr>
          <w:rtl/>
        </w:rPr>
        <w:t xml:space="preserve">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2D7A5A" w:rsidRPr="000B1C6C" w:rsidRDefault="002D7A5A" w:rsidP="00D44192">
      <w:pPr>
        <w:pStyle w:val="libFootnote"/>
      </w:pPr>
      <w:r w:rsidRPr="000B1C6C">
        <w:rPr>
          <w:rtl/>
        </w:rPr>
        <w:t xml:space="preserve">(*) </w:t>
      </w:r>
      <w:r>
        <w:rPr>
          <w:rtl/>
        </w:rPr>
        <w:t>وردت</w:t>
      </w:r>
      <w:r w:rsidRPr="000B1C6C">
        <w:rPr>
          <w:rtl/>
        </w:rPr>
        <w:t xml:space="preserve"> </w:t>
      </w:r>
      <w:r>
        <w:rPr>
          <w:rtl/>
        </w:rPr>
        <w:t>الأبيات هنا في غير هذا النحو</w:t>
      </w:r>
      <w:r w:rsidR="000B1C6C">
        <w:rPr>
          <w:rtl/>
        </w:rPr>
        <w:t>،</w:t>
      </w:r>
      <w:r>
        <w:rPr>
          <w:rtl/>
        </w:rPr>
        <w:t xml:space="preserve"> وفيها من</w:t>
      </w:r>
      <w:r w:rsidRPr="000B1C6C">
        <w:rPr>
          <w:rtl/>
        </w:rPr>
        <w:t xml:space="preserve"> </w:t>
      </w:r>
      <w:r>
        <w:rPr>
          <w:rtl/>
        </w:rPr>
        <w:t>الأخطاء العروضية والتغيير والتبديل الشيء</w:t>
      </w:r>
      <w:r w:rsidRPr="000B1C6C">
        <w:rPr>
          <w:rtl/>
        </w:rPr>
        <w:t xml:space="preserve"> </w:t>
      </w:r>
      <w:r>
        <w:rPr>
          <w:rtl/>
        </w:rPr>
        <w:t>الكثير</w:t>
      </w:r>
      <w:r w:rsidR="000B1C6C">
        <w:rPr>
          <w:rtl/>
        </w:rPr>
        <w:t>،</w:t>
      </w:r>
      <w:r>
        <w:rPr>
          <w:rtl/>
        </w:rPr>
        <w:t xml:space="preserve"> وقد أثبتنا ما هو موجود من أصل</w:t>
      </w:r>
      <w:r w:rsidRPr="000B1C6C">
        <w:rPr>
          <w:rtl/>
        </w:rPr>
        <w:t xml:space="preserve"> </w:t>
      </w:r>
      <w:r>
        <w:rPr>
          <w:rtl/>
        </w:rPr>
        <w:t>الديوان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  <w:r w:rsidRPr="000B1C6C">
        <w:rPr>
          <w:rStyle w:val="libFootnoteBoldChar"/>
          <w:rtl/>
        </w:rPr>
        <w:t>(</w:t>
      </w:r>
      <w:r w:rsidRPr="002D7A5A">
        <w:rPr>
          <w:rStyle w:val="libFootnoteBoldChar"/>
          <w:rtl/>
        </w:rPr>
        <w:t>موقع معهد</w:t>
      </w:r>
      <w:r w:rsidRPr="000B1C6C">
        <w:rPr>
          <w:rStyle w:val="libFootnoteBoldChar"/>
          <w:rtl/>
        </w:rPr>
        <w:t xml:space="preserve"> </w:t>
      </w:r>
      <w:r w:rsidRPr="002D7A5A">
        <w:rPr>
          <w:rStyle w:val="libFootnoteBoldChar"/>
          <w:rtl/>
        </w:rPr>
        <w:t>الإمامين الحسنَين</w:t>
      </w:r>
      <w:r w:rsidRPr="000B1C6C">
        <w:rPr>
          <w:rStyle w:val="libFootnoteBoldChar"/>
          <w:rtl/>
        </w:rPr>
        <w:t>)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 w:rsidRPr="000B1C6C">
        <w:rPr>
          <w:rtl/>
        </w:rPr>
        <w:lastRenderedPageBreak/>
        <w:t xml:space="preserve">الصندوق الذي فيه رأس الحسين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من عسقلان</w:t>
      </w:r>
      <w:r w:rsidRPr="000B1C6C">
        <w:rPr>
          <w:rStyle w:val="libFootnotenumChar"/>
          <w:rtl/>
        </w:rPr>
        <w:t>(1)</w:t>
      </w:r>
      <w:r w:rsidRPr="00D44192">
        <w:rPr>
          <w:rtl/>
        </w:rPr>
        <w:t xml:space="preserve"> </w:t>
      </w:r>
      <w:r w:rsidRPr="000B1C6C">
        <w:rPr>
          <w:rtl/>
        </w:rPr>
        <w:t>إلى مصر</w:t>
      </w:r>
      <w:r w:rsidR="000B1C6C">
        <w:rPr>
          <w:rtl/>
        </w:rPr>
        <w:t>،</w:t>
      </w:r>
      <w:r w:rsidRPr="000B1C6C">
        <w:rPr>
          <w:rtl/>
        </w:rPr>
        <w:t xml:space="preserve"> وبنو عليه مسجداً فخماً</w:t>
      </w:r>
      <w:r w:rsidR="000B1C6C">
        <w:rPr>
          <w:rtl/>
        </w:rPr>
        <w:t>،</w:t>
      </w:r>
      <w:r w:rsidRPr="000B1C6C">
        <w:rPr>
          <w:rtl/>
        </w:rPr>
        <w:t xml:space="preserve"> وحتّى اليوم يزار مسجد رأس الحسين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ذكر الشيخ عبد الوهاب الشعراني في طبقات</w:t>
      </w:r>
      <w:r w:rsidRPr="000B1C6C">
        <w:rPr>
          <w:rtl/>
        </w:rPr>
        <w:t xml:space="preserve"> </w:t>
      </w:r>
      <w:r>
        <w:rPr>
          <w:rtl/>
        </w:rPr>
        <w:t xml:space="preserve">الأولياء عند ترجمته للحسين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قال</w:t>
      </w:r>
      <w:r w:rsidR="000B1C6C">
        <w:rPr>
          <w:rtl/>
        </w:rPr>
        <w:t>:</w:t>
      </w:r>
      <w:r>
        <w:rPr>
          <w:rtl/>
        </w:rPr>
        <w:t xml:space="preserve"> دفنوا</w:t>
      </w:r>
      <w:r w:rsidRPr="000B1C6C">
        <w:rPr>
          <w:rtl/>
        </w:rPr>
        <w:t xml:space="preserve"> </w:t>
      </w:r>
      <w:r>
        <w:rPr>
          <w:rtl/>
        </w:rPr>
        <w:t>رأسه ببلاد المشرق</w:t>
      </w:r>
      <w:r w:rsidR="000B1C6C">
        <w:rPr>
          <w:rtl/>
        </w:rPr>
        <w:t>،</w:t>
      </w:r>
      <w:r>
        <w:rPr>
          <w:rtl/>
        </w:rPr>
        <w:t xml:space="preserve"> ثمّ رشى عليه طلايع بن</w:t>
      </w:r>
      <w:r w:rsidRPr="000B1C6C">
        <w:rPr>
          <w:rtl/>
        </w:rPr>
        <w:t xml:space="preserve"> </w:t>
      </w:r>
      <w:r>
        <w:rPr>
          <w:rtl/>
        </w:rPr>
        <w:t>رزيك بثلاثين ألف دينار ونقله على مصر</w:t>
      </w:r>
      <w:r w:rsidR="000B1C6C">
        <w:rPr>
          <w:rtl/>
        </w:rPr>
        <w:t>،</w:t>
      </w:r>
      <w:r>
        <w:rPr>
          <w:rtl/>
        </w:rPr>
        <w:t xml:space="preserve"> وبنى</w:t>
      </w:r>
      <w:r w:rsidRPr="000B1C6C">
        <w:rPr>
          <w:rtl/>
        </w:rPr>
        <w:t xml:space="preserve"> </w:t>
      </w:r>
      <w:r>
        <w:rPr>
          <w:rtl/>
        </w:rPr>
        <w:t>عليه المشهد الحسيني</w:t>
      </w:r>
      <w:r w:rsidR="000B1C6C">
        <w:rPr>
          <w:rtl/>
        </w:rPr>
        <w:t>،</w:t>
      </w:r>
      <w:r>
        <w:rPr>
          <w:rtl/>
        </w:rPr>
        <w:t xml:space="preserve"> وخرج هو وعسكره حفاة</w:t>
      </w:r>
      <w:r w:rsidRPr="000B1C6C">
        <w:rPr>
          <w:rtl/>
        </w:rPr>
        <w:t xml:space="preserve"> </w:t>
      </w:r>
      <w:r>
        <w:rPr>
          <w:rtl/>
        </w:rPr>
        <w:t>إليه نحو الصالحية من طريق الشام ينقلون الرأس</w:t>
      </w:r>
      <w:r w:rsidRPr="000B1C6C">
        <w:rPr>
          <w:rtl/>
        </w:rPr>
        <w:t xml:space="preserve"> </w:t>
      </w:r>
      <w:r>
        <w:rPr>
          <w:rtl/>
        </w:rPr>
        <w:t>الشريف</w:t>
      </w:r>
      <w:r w:rsidR="000B1C6C">
        <w:rPr>
          <w:rtl/>
        </w:rPr>
        <w:t>،</w:t>
      </w:r>
      <w:r>
        <w:rPr>
          <w:rtl/>
        </w:rPr>
        <w:t xml:space="preserve"> ثمّ وضعه طلايع في كيس من الحرير أخضر</w:t>
      </w:r>
      <w:r w:rsidRPr="000B1C6C">
        <w:rPr>
          <w:rtl/>
        </w:rPr>
        <w:t xml:space="preserve"> </w:t>
      </w:r>
      <w:r>
        <w:rPr>
          <w:rtl/>
        </w:rPr>
        <w:t>على كرسي آبنوس وفرشوا تحته المسك والعنبر</w:t>
      </w:r>
      <w:r w:rsidRPr="000B1C6C">
        <w:rPr>
          <w:rtl/>
        </w:rPr>
        <w:t xml:space="preserve"> </w:t>
      </w:r>
      <w:r>
        <w:rPr>
          <w:rtl/>
        </w:rPr>
        <w:t>والطيب قدر وزنه مراراً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وممن قال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>
        <w:rPr>
          <w:rtl/>
        </w:rPr>
        <w:t>إنّ الرأس الشريف بالمشهد الذي</w:t>
      </w:r>
      <w:r w:rsidRPr="000B1C6C">
        <w:rPr>
          <w:rtl/>
        </w:rPr>
        <w:t xml:space="preserve"> </w:t>
      </w:r>
      <w:r>
        <w:rPr>
          <w:rtl/>
        </w:rPr>
        <w:t>بالقاهرة اليوم</w:t>
      </w:r>
      <w:r w:rsidR="000B1C6C">
        <w:rPr>
          <w:rtl/>
        </w:rPr>
        <w:t>،</w:t>
      </w:r>
      <w:r>
        <w:rPr>
          <w:rtl/>
        </w:rPr>
        <w:t xml:space="preserve"> نقل إليها من عسقلان</w:t>
      </w:r>
      <w:r w:rsidR="000B1C6C">
        <w:rPr>
          <w:rtl/>
        </w:rPr>
        <w:t>،</w:t>
      </w:r>
      <w:r>
        <w:rPr>
          <w:rtl/>
        </w:rPr>
        <w:t xml:space="preserve"> علي</w:t>
      </w:r>
      <w:r w:rsidRPr="000B1C6C">
        <w:rPr>
          <w:rtl/>
        </w:rPr>
        <w:t xml:space="preserve"> </w:t>
      </w:r>
      <w:r>
        <w:rPr>
          <w:rtl/>
        </w:rPr>
        <w:t>بن أبي بكر المشهور بالسائح الهروي</w:t>
      </w:r>
      <w:r w:rsidR="000B1C6C">
        <w:rPr>
          <w:rtl/>
        </w:rPr>
        <w:t>،</w:t>
      </w:r>
      <w:r>
        <w:rPr>
          <w:rtl/>
        </w:rPr>
        <w:t xml:space="preserve"> المتوفّى</w:t>
      </w:r>
      <w:r w:rsidRPr="000B1C6C">
        <w:rPr>
          <w:rtl/>
        </w:rPr>
        <w:t xml:space="preserve"> </w:t>
      </w:r>
      <w:r>
        <w:rPr>
          <w:rtl/>
        </w:rPr>
        <w:t>سنة 611 هـ</w:t>
      </w:r>
      <w:r w:rsidR="000B1C6C">
        <w:rPr>
          <w:rtl/>
        </w:rPr>
        <w:t>،</w:t>
      </w:r>
      <w:r>
        <w:rPr>
          <w:rtl/>
        </w:rPr>
        <w:t xml:space="preserve"> قال [في] الإشارات إلى أماكن</w:t>
      </w:r>
      <w:r w:rsidRPr="000B1C6C">
        <w:rPr>
          <w:rtl/>
        </w:rPr>
        <w:t xml:space="preserve"> </w:t>
      </w:r>
      <w:r>
        <w:rPr>
          <w:rtl/>
        </w:rPr>
        <w:t>الزيارات عند كلامه على عسقلان</w:t>
      </w:r>
      <w:r w:rsidR="000B1C6C">
        <w:rPr>
          <w:rtl/>
        </w:rPr>
        <w:t>:</w:t>
      </w:r>
      <w:r>
        <w:rPr>
          <w:rtl/>
        </w:rPr>
        <w:t xml:space="preserve"> وبها مشهد الحسين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رضي‌الله‌عنه</w:t>
      </w:r>
      <w:r w:rsidR="000B1C6C">
        <w:rPr>
          <w:rtl/>
        </w:rPr>
        <w:t>،</w:t>
      </w:r>
      <w:r>
        <w:rPr>
          <w:rtl/>
        </w:rPr>
        <w:t xml:space="preserve"> كان رأسه بها</w:t>
      </w:r>
      <w:r w:rsidR="000B1C6C">
        <w:rPr>
          <w:rtl/>
        </w:rPr>
        <w:t>،</w:t>
      </w:r>
      <w:r>
        <w:rPr>
          <w:rtl/>
        </w:rPr>
        <w:t xml:space="preserve"> فلما أخذتها الفرنج</w:t>
      </w:r>
      <w:r w:rsidRPr="000B1C6C">
        <w:rPr>
          <w:rtl/>
        </w:rPr>
        <w:t xml:space="preserve"> </w:t>
      </w:r>
      <w:r>
        <w:rPr>
          <w:rtl/>
        </w:rPr>
        <w:t>نقله المسلمون إلى مدينة القاهرة سنة 549 هـ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وذكر مجير</w:t>
      </w:r>
      <w:r w:rsidRPr="000B1C6C">
        <w:rPr>
          <w:rtl/>
        </w:rPr>
        <w:t xml:space="preserve">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2D7A5A" w:rsidRP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عسقلان</w:t>
      </w:r>
      <w:r w:rsidR="000B1C6C">
        <w:rPr>
          <w:rtl/>
        </w:rPr>
        <w:t>:</w:t>
      </w:r>
      <w:r>
        <w:rPr>
          <w:rtl/>
        </w:rPr>
        <w:t xml:space="preserve"> مدينة كانت على ساحل بحر الشام</w:t>
      </w:r>
      <w:r w:rsidRPr="000B1C6C">
        <w:rPr>
          <w:rtl/>
        </w:rPr>
        <w:t xml:space="preserve"> </w:t>
      </w:r>
      <w:r>
        <w:rPr>
          <w:rtl/>
        </w:rPr>
        <w:t>من أعمال فلسطين</w:t>
      </w:r>
      <w:r w:rsidR="000B1C6C">
        <w:rPr>
          <w:rtl/>
        </w:rPr>
        <w:t>،</w:t>
      </w:r>
      <w:r>
        <w:rPr>
          <w:rtl/>
        </w:rPr>
        <w:t xml:space="preserve"> وكان يقال لها</w:t>
      </w:r>
      <w:r w:rsidR="000B1C6C">
        <w:rPr>
          <w:rtl/>
        </w:rPr>
        <w:t>:</w:t>
      </w:r>
      <w:r>
        <w:rPr>
          <w:rtl/>
        </w:rPr>
        <w:t xml:space="preserve"> عروس الشام</w:t>
      </w:r>
      <w:r w:rsidR="000B1C6C">
        <w:rPr>
          <w:rtl/>
        </w:rPr>
        <w:t>؛</w:t>
      </w:r>
      <w:r>
        <w:rPr>
          <w:rtl/>
        </w:rPr>
        <w:t xml:space="preserve"> لحسنها</w:t>
      </w:r>
      <w:r w:rsidR="000B1C6C">
        <w:rPr>
          <w:rtl/>
        </w:rPr>
        <w:t>،</w:t>
      </w:r>
      <w:r>
        <w:rPr>
          <w:rtl/>
        </w:rPr>
        <w:t xml:space="preserve"> وهي ذات بساتين وضياع</w:t>
      </w:r>
      <w:r w:rsidR="000B1C6C">
        <w:rPr>
          <w:rtl/>
        </w:rPr>
        <w:t>،</w:t>
      </w:r>
      <w:r>
        <w:rPr>
          <w:rtl/>
        </w:rPr>
        <w:t xml:space="preserve"> بها مشهد رأس</w:t>
      </w:r>
      <w:r w:rsidRPr="000B1C6C">
        <w:rPr>
          <w:rtl/>
        </w:rPr>
        <w:t xml:space="preserve"> </w:t>
      </w:r>
      <w:r>
        <w:rPr>
          <w:rtl/>
        </w:rPr>
        <w:t xml:space="preserve">الحسين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وهو مشهد عظيم</w:t>
      </w:r>
      <w:r w:rsidR="000B1C6C">
        <w:rPr>
          <w:rtl/>
        </w:rPr>
        <w:t>،</w:t>
      </w:r>
      <w:r>
        <w:rPr>
          <w:rtl/>
        </w:rPr>
        <w:t xml:space="preserve"> وفيه ضريح الرأس</w:t>
      </w:r>
      <w:r w:rsidRPr="000B1C6C">
        <w:rPr>
          <w:rtl/>
        </w:rPr>
        <w:t xml:space="preserve"> </w:t>
      </w:r>
      <w:r>
        <w:rPr>
          <w:rtl/>
        </w:rPr>
        <w:t>والناس يتبركون به</w:t>
      </w:r>
      <w:r w:rsidR="000B1C6C">
        <w:rPr>
          <w:rtl/>
        </w:rPr>
        <w:t>،</w:t>
      </w:r>
      <w:r>
        <w:rPr>
          <w:rtl/>
        </w:rPr>
        <w:t xml:space="preserve"> وقد نقل الفاطميّون رأس</w:t>
      </w:r>
      <w:r w:rsidRPr="000B1C6C">
        <w:rPr>
          <w:rtl/>
        </w:rPr>
        <w:t xml:space="preserve"> </w:t>
      </w:r>
      <w:r>
        <w:rPr>
          <w:rtl/>
        </w:rPr>
        <w:t>الحسين منها إلى مصر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>
        <w:rPr>
          <w:rtl/>
        </w:rPr>
        <w:lastRenderedPageBreak/>
        <w:t>الدين الحنبلي في (الأنس الجليل) عند ذكر ه</w:t>
      </w:r>
      <w:r w:rsidRPr="000B1C6C">
        <w:rPr>
          <w:rtl/>
        </w:rPr>
        <w:t xml:space="preserve"> </w:t>
      </w:r>
      <w:r>
        <w:rPr>
          <w:rtl/>
        </w:rPr>
        <w:t>لعسقلان</w:t>
      </w:r>
      <w:r w:rsidR="000B1C6C">
        <w:rPr>
          <w:rtl/>
        </w:rPr>
        <w:t>،</w:t>
      </w:r>
      <w:r>
        <w:rPr>
          <w:rtl/>
        </w:rPr>
        <w:t xml:space="preserve"> قال</w:t>
      </w:r>
      <w:r w:rsidR="000B1C6C">
        <w:rPr>
          <w:rtl/>
        </w:rPr>
        <w:t>:</w:t>
      </w:r>
      <w:r>
        <w:rPr>
          <w:rtl/>
        </w:rPr>
        <w:t xml:space="preserve"> وبها</w:t>
      </w:r>
      <w:r w:rsidR="00E66C4D">
        <w:rPr>
          <w:rtl/>
        </w:rPr>
        <w:t xml:space="preserve"> - </w:t>
      </w:r>
      <w:r>
        <w:rPr>
          <w:rtl/>
        </w:rPr>
        <w:t>أي بعسقلان</w:t>
      </w:r>
      <w:r w:rsidR="00E66C4D">
        <w:rPr>
          <w:rtl/>
        </w:rPr>
        <w:t xml:space="preserve"> - </w:t>
      </w:r>
      <w:r>
        <w:rPr>
          <w:rtl/>
        </w:rPr>
        <w:t>مشهد عظيم بناه</w:t>
      </w:r>
      <w:r w:rsidRPr="000B1C6C">
        <w:rPr>
          <w:rtl/>
        </w:rPr>
        <w:t xml:space="preserve"> </w:t>
      </w:r>
      <w:r>
        <w:rPr>
          <w:rtl/>
        </w:rPr>
        <w:t>بعض الفاطميِّين من خلفاء مصر على مكان زعموا أنّ فيه رأس</w:t>
      </w:r>
      <w:r w:rsidRPr="000B1C6C">
        <w:rPr>
          <w:rtl/>
        </w:rPr>
        <w:t xml:space="preserve"> </w:t>
      </w:r>
      <w:r>
        <w:rPr>
          <w:rtl/>
        </w:rPr>
        <w:t xml:space="preserve">الحسين بن علي بن أبي طالب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كما وأنّهم شيّدوا مرقد السيدة نفيسة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ونوهوا بنسبها وعظم</w:t>
      </w:r>
      <w:r w:rsidRPr="000B1C6C">
        <w:rPr>
          <w:rtl/>
        </w:rPr>
        <w:t xml:space="preserve"> </w:t>
      </w:r>
      <w:r>
        <w:rPr>
          <w:rtl/>
        </w:rPr>
        <w:t>شأنها</w:t>
      </w:r>
      <w:r w:rsidR="000B1C6C">
        <w:rPr>
          <w:rtl/>
        </w:rPr>
        <w:t>،</w:t>
      </w:r>
      <w:r>
        <w:rPr>
          <w:rtl/>
        </w:rPr>
        <w:t xml:space="preserve"> وهو يزار حتّى اليوم</w:t>
      </w:r>
      <w:r w:rsidR="000B1C6C">
        <w:rPr>
          <w:rtl/>
        </w:rPr>
        <w:t>،</w:t>
      </w:r>
      <w:r>
        <w:rPr>
          <w:rtl/>
        </w:rPr>
        <w:t xml:space="preserve"> وكذلك شيدوا أيضاً قبر اُمّ كلثوم الملقّبة بزينب الصغرى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ونوّهوا بأنّ هذا هو مرقد</w:t>
      </w:r>
      <w:r w:rsidRPr="000B1C6C">
        <w:rPr>
          <w:rtl/>
        </w:rPr>
        <w:t xml:space="preserve"> </w:t>
      </w:r>
      <w:r>
        <w:rPr>
          <w:rtl/>
        </w:rPr>
        <w:t>السيدة زينب عقيلة بني هاشم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وهاك ما كتب على باب المرقد</w:t>
      </w:r>
      <w:r w:rsidR="000B1C6C">
        <w:rPr>
          <w:rtl/>
        </w:rPr>
        <w:t>:</w:t>
      </w:r>
      <w:r w:rsidRPr="000B1C6C">
        <w:rPr>
          <w:rtl/>
        </w:rPr>
        <w:t xml:space="preserve"> بسم الله الرحم الرحيم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 w:rsidRPr="00FB26B1">
        <w:rPr>
          <w:rStyle w:val="libAlaemChar"/>
          <w:rtl/>
        </w:rPr>
        <w:t>(</w:t>
      </w:r>
      <w:r w:rsidRPr="002D7A5A">
        <w:rPr>
          <w:rStyle w:val="libAieChar"/>
          <w:rFonts w:hint="cs"/>
          <w:rtl/>
        </w:rPr>
        <w:t>وَأَنَّ الْمَسَاجِدَ لِلَّهِ فَلاَ تَدْعُوا مَعَ اللَّهِ أَحَداً</w:t>
      </w:r>
      <w:r w:rsidRPr="00FB26B1">
        <w:rPr>
          <w:rStyle w:val="libAlaemChar"/>
          <w:rFonts w:hint="cs"/>
          <w:rtl/>
        </w:rPr>
        <w:t>)</w:t>
      </w:r>
      <w:r w:rsidR="000B1C6C">
        <w:rPr>
          <w:rtl/>
        </w:rPr>
        <w:t>،</w:t>
      </w:r>
      <w:r w:rsidRPr="000B1C6C">
        <w:rPr>
          <w:rtl/>
        </w:rPr>
        <w:t xml:space="preserve"> هذا ما أمر به عبد الله ووليه أبو تميم أمير المؤمنين الإمام العزيز بالله (صلوات الله تعالى عليه وعلى آبائه الطاهرين</w:t>
      </w:r>
      <w:r w:rsidR="000B1C6C">
        <w:rPr>
          <w:rtl/>
        </w:rPr>
        <w:t>،</w:t>
      </w:r>
      <w:r w:rsidRPr="000B1C6C">
        <w:rPr>
          <w:rtl/>
        </w:rPr>
        <w:t xml:space="preserve"> وأبنائه المكرمين)</w:t>
      </w:r>
      <w:r w:rsidR="000B1C6C">
        <w:rPr>
          <w:rtl/>
        </w:rPr>
        <w:t>،</w:t>
      </w:r>
      <w:r w:rsidRPr="000B1C6C">
        <w:rPr>
          <w:rtl/>
        </w:rPr>
        <w:t xml:space="preserve"> أمر بعمارة هذا المشهد على مقام السيدة الطاهرة بنت الزهراء البتول</w:t>
      </w:r>
      <w:r w:rsidR="000B1C6C">
        <w:rPr>
          <w:rtl/>
        </w:rPr>
        <w:t>،</w:t>
      </w:r>
      <w:r w:rsidRPr="000B1C6C">
        <w:rPr>
          <w:rtl/>
        </w:rPr>
        <w:t xml:space="preserve"> زينب بنت الإمام علي بن أبي طالب (صلوات الله تعالى عليها وعلى آبائها الطاهرين</w:t>
      </w:r>
      <w:r w:rsidR="000B1C6C">
        <w:rPr>
          <w:rtl/>
        </w:rPr>
        <w:t>،</w:t>
      </w:r>
      <w:r w:rsidRPr="000B1C6C">
        <w:rPr>
          <w:rtl/>
        </w:rPr>
        <w:t xml:space="preserve"> وأبنائها المكرمين)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وقد أخذ المؤرّخون على ما وجدوا من الكتابات على جدران</w:t>
      </w:r>
      <w:r w:rsidRPr="000B1C6C">
        <w:rPr>
          <w:rtl/>
        </w:rPr>
        <w:t xml:space="preserve"> </w:t>
      </w:r>
      <w:r>
        <w:rPr>
          <w:rtl/>
        </w:rPr>
        <w:t>مرقدها</w:t>
      </w:r>
      <w:r w:rsidR="000B1C6C">
        <w:rPr>
          <w:rtl/>
        </w:rPr>
        <w:t>،</w:t>
      </w:r>
      <w:r>
        <w:rPr>
          <w:rtl/>
        </w:rPr>
        <w:t xml:space="preserve"> والتي رقمت في أيام الفاطميِّين بعين الاعتبار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وجاء مؤلف كتاب (العدل الشاهد في تحقيق المشاهد</w:t>
      </w:r>
      <w:r w:rsidRPr="000B1C6C">
        <w:rPr>
          <w:rtl/>
        </w:rPr>
        <w:t>)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مشاهد مصر</w:t>
      </w:r>
      <w:r w:rsidR="000B1C6C">
        <w:rPr>
          <w:rtl/>
        </w:rPr>
        <w:t>،</w:t>
      </w:r>
      <w:r>
        <w:rPr>
          <w:rtl/>
        </w:rPr>
        <w:t xml:space="preserve"> فذكر أنّ هذا هو قبر زينب الكبرى</w:t>
      </w:r>
      <w:r w:rsidR="000B1C6C">
        <w:rPr>
          <w:rtl/>
        </w:rPr>
        <w:t>،</w:t>
      </w:r>
      <w:r>
        <w:rPr>
          <w:rtl/>
        </w:rPr>
        <w:t xml:space="preserve"> وتبعه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 w:rsidRPr="000B1C6C">
        <w:rPr>
          <w:rtl/>
        </w:rPr>
        <w:lastRenderedPageBreak/>
        <w:t>المتأخّرون وأثبتوا ذلك في مؤلفاتهم</w:t>
      </w:r>
      <w:r w:rsidR="000B1C6C">
        <w:rPr>
          <w:rtl/>
        </w:rPr>
        <w:t>،</w:t>
      </w:r>
      <w:r w:rsidRPr="000B1C6C">
        <w:rPr>
          <w:rtl/>
        </w:rPr>
        <w:t xml:space="preserve"> وهذا المقريزي</w:t>
      </w:r>
      <w:r w:rsidRPr="000B1C6C">
        <w:rPr>
          <w:rStyle w:val="libFootnotenumChar"/>
          <w:rtl/>
        </w:rPr>
        <w:t>(1)</w:t>
      </w:r>
      <w:r w:rsidRPr="000B1C6C">
        <w:rPr>
          <w:rtl/>
        </w:rPr>
        <w:t xml:space="preserve"> لم يذكر لزينب الكبرى مشهداً في مصر</w:t>
      </w:r>
      <w:r w:rsidR="000B1C6C">
        <w:rPr>
          <w:rtl/>
        </w:rPr>
        <w:t>،</w:t>
      </w:r>
      <w:r w:rsidRPr="000B1C6C">
        <w:rPr>
          <w:rtl/>
        </w:rPr>
        <w:t xml:space="preserve"> وجلّ قوله في ما كان يعمل في يوم عاشوراء من سنة ثلاث وستين وثلاثمئة</w:t>
      </w:r>
      <w:r w:rsidR="000B1C6C">
        <w:rPr>
          <w:rtl/>
        </w:rPr>
        <w:t>،</w:t>
      </w:r>
      <w:r w:rsidRPr="000B1C6C">
        <w:rPr>
          <w:rtl/>
        </w:rPr>
        <w:t xml:space="preserve"> قال</w:t>
      </w:r>
      <w:r w:rsidR="000B1C6C">
        <w:rPr>
          <w:rtl/>
        </w:rPr>
        <w:t>:</w:t>
      </w:r>
      <w:r w:rsidRPr="000B1C6C">
        <w:rPr>
          <w:rtl/>
        </w:rPr>
        <w:t xml:space="preserve"> انصرف خلق من الشيعة وأشياعهم إلى المشهدين</w:t>
      </w:r>
      <w:r w:rsidR="000B1C6C">
        <w:rPr>
          <w:rtl/>
        </w:rPr>
        <w:t>؛</w:t>
      </w:r>
      <w:r w:rsidRPr="000B1C6C">
        <w:rPr>
          <w:rtl/>
        </w:rPr>
        <w:t xml:space="preserve"> قبر اُمِّ كلثوم ونفيسة</w:t>
      </w:r>
      <w:r w:rsidR="000B1C6C">
        <w:rPr>
          <w:rtl/>
        </w:rPr>
        <w:t>،</w:t>
      </w:r>
      <w:r w:rsidRPr="000B1C6C">
        <w:rPr>
          <w:rtl/>
        </w:rPr>
        <w:t xml:space="preserve"> ومعهم جماعة من فرسان المغاربة ورجالاتهم بالنياحة والبكاء على الحسين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.</w:t>
      </w:r>
      <w:r w:rsidRPr="000B1C6C">
        <w:rPr>
          <w:rtl/>
        </w:rPr>
        <w:t>.. إلخ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وعند ذكره للشيعة</w:t>
      </w:r>
      <w:r w:rsidRPr="000B1C6C">
        <w:rPr>
          <w:rStyle w:val="libFootnotenumChar"/>
          <w:rtl/>
        </w:rPr>
        <w:t>(2)</w:t>
      </w:r>
      <w:r w:rsidR="000B1C6C">
        <w:rPr>
          <w:rtl/>
        </w:rPr>
        <w:t>،</w:t>
      </w:r>
      <w:r w:rsidRPr="000B1C6C">
        <w:rPr>
          <w:rtl/>
        </w:rPr>
        <w:t xml:space="preserve"> وقد كانت مصر لا تخلو منهم في أيام الإخشيدية والكافورية في يوم عاشوراء عند قبر اُمّ كلثوم وقبر نفيسة</w:t>
      </w:r>
      <w:r w:rsidR="000B1C6C">
        <w:rPr>
          <w:rtl/>
        </w:rPr>
        <w:t>.</w:t>
      </w:r>
      <w:r w:rsidRPr="000B1C6C">
        <w:rPr>
          <w:rtl/>
        </w:rPr>
        <w:t>.. إلخ</w:t>
      </w:r>
      <w:r w:rsidR="000B1C6C">
        <w:rPr>
          <w:rtl/>
        </w:rPr>
        <w:t>،</w:t>
      </w:r>
      <w:r w:rsidRPr="000B1C6C">
        <w:rPr>
          <w:rtl/>
        </w:rPr>
        <w:t xml:space="preserve"> ذكر واقعة الطفِّ ومقتل الحسين في نفس المصدر</w:t>
      </w:r>
      <w:r w:rsidR="000B1C6C">
        <w:rPr>
          <w:rtl/>
        </w:rPr>
        <w:t>،</w:t>
      </w:r>
      <w:r w:rsidRPr="000B1C6C">
        <w:rPr>
          <w:rtl/>
        </w:rPr>
        <w:t xml:space="preserve"> ويذكر زينب الكبرى ومواقفها يوم عاشوراء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فالحقيقة هي أنّ المشهد الذي في مصر هو مشهد اُمّ كلثوم</w:t>
      </w:r>
      <w:r w:rsidRPr="000B1C6C">
        <w:rPr>
          <w:rtl/>
        </w:rPr>
        <w:t xml:space="preserve"> </w:t>
      </w:r>
      <w:r>
        <w:rPr>
          <w:rtl/>
        </w:rPr>
        <w:t xml:space="preserve">بنت علي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والمشهد الذي بالشام هو مشهد زينب الكبرى</w:t>
      </w:r>
      <w:r w:rsidR="000B1C6C">
        <w:rPr>
          <w:rtl/>
        </w:rPr>
        <w:t>،</w:t>
      </w:r>
      <w:r>
        <w:rPr>
          <w:rtl/>
        </w:rPr>
        <w:t xml:space="preserve"> وقد تسلمته الشيعة عن بعيد</w:t>
      </w:r>
      <w:r w:rsidR="000B1C6C">
        <w:rPr>
          <w:rtl/>
        </w:rPr>
        <w:t>،</w:t>
      </w:r>
      <w:r>
        <w:rPr>
          <w:rtl/>
        </w:rPr>
        <w:t xml:space="preserve"> وجيلاً عن جيل</w:t>
      </w:r>
      <w:r w:rsidR="000B1C6C">
        <w:rPr>
          <w:rtl/>
        </w:rPr>
        <w:t>،</w:t>
      </w:r>
      <w:r>
        <w:rPr>
          <w:rtl/>
        </w:rPr>
        <w:t xml:space="preserve"> إذاً لا</w:t>
      </w:r>
      <w:r w:rsidRPr="000B1C6C">
        <w:rPr>
          <w:rtl/>
        </w:rPr>
        <w:t xml:space="preserve"> </w:t>
      </w:r>
      <w:r>
        <w:rPr>
          <w:rtl/>
        </w:rPr>
        <w:t>يرتاب أحد في ذلك أبداً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وهذا الحجة الأكبر وإمام عصره</w:t>
      </w:r>
      <w:r w:rsidRPr="000B1C6C">
        <w:rPr>
          <w:rtl/>
        </w:rPr>
        <w:t xml:space="preserve"> </w:t>
      </w:r>
      <w:r>
        <w:rPr>
          <w:rtl/>
        </w:rPr>
        <w:t>سيدنا السيد عبد الحسين شرف الدين</w:t>
      </w:r>
      <w:r w:rsidR="000B1C6C">
        <w:rPr>
          <w:rtl/>
        </w:rPr>
        <w:t>،</w:t>
      </w:r>
      <w:r>
        <w:rPr>
          <w:rtl/>
        </w:rPr>
        <w:t xml:space="preserve"> فإنّ رأيه الصواب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وقوله الفصل يرى أنّ هذا هو مشهد العقيلة زينب الكبرى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وله مقالة مسهبة بمناسبة وصول الضريح الأثري الذي</w:t>
      </w:r>
      <w:r w:rsidRPr="000B1C6C">
        <w:rPr>
          <w:rtl/>
        </w:rPr>
        <w:t xml:space="preserve"> </w:t>
      </w:r>
      <w:r>
        <w:rPr>
          <w:rtl/>
        </w:rPr>
        <w:t>تبرّع به المرحوم محمّد حبيب الباكستاني</w:t>
      </w:r>
      <w:r w:rsidR="000B1C6C">
        <w:rPr>
          <w:rtl/>
        </w:rPr>
        <w:t>،</w:t>
      </w:r>
      <w:r>
        <w:rPr>
          <w:rtl/>
        </w:rPr>
        <w:t xml:space="preserve"> ونصب</w:t>
      </w:r>
      <w:r w:rsidRPr="000B1C6C">
        <w:rPr>
          <w:rtl/>
        </w:rPr>
        <w:t xml:space="preserve">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انظر الخطط المقريزيّة 2 / 289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Footnote"/>
      </w:pPr>
      <w:r w:rsidRPr="000B1C6C">
        <w:rPr>
          <w:rtl/>
        </w:rPr>
        <w:t xml:space="preserve">(2) </w:t>
      </w:r>
      <w:r>
        <w:rPr>
          <w:rtl/>
        </w:rPr>
        <w:t>المصدر نفسه / 290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>
        <w:rPr>
          <w:rtl/>
        </w:rPr>
        <w:lastRenderedPageBreak/>
        <w:t>على قبر السيدة زينب في قرية الست من ضواحي الشام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وذلك بعد أن ذكر (عطّر الله مرقده) طرفاً من ترجمتها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والمقالة ذات فصول</w:t>
      </w:r>
      <w:r w:rsidR="000B1C6C">
        <w:rPr>
          <w:rtl/>
        </w:rPr>
        <w:t>،</w:t>
      </w:r>
      <w:r>
        <w:rPr>
          <w:rtl/>
        </w:rPr>
        <w:t xml:space="preserve"> وهذا عنوان مشهدها (مشهد العقيلة</w:t>
      </w:r>
      <w:r w:rsidRPr="000B1C6C">
        <w:rPr>
          <w:rtl/>
        </w:rPr>
        <w:t>)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وهذه اُمّ المصائب عقيلة الوحي والنبوة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وخفرة علي</w:t>
      </w:r>
      <w:r w:rsidRPr="000B1C6C">
        <w:rPr>
          <w:rtl/>
        </w:rPr>
        <w:t xml:space="preserve"> </w:t>
      </w:r>
      <w:r>
        <w:rPr>
          <w:rtl/>
        </w:rPr>
        <w:t xml:space="preserve">وفاطمة </w:t>
      </w:r>
      <w:r w:rsidR="00FB26B1" w:rsidRPr="00FB26B1">
        <w:rPr>
          <w:rStyle w:val="libAlaemChar"/>
          <w:rtl/>
        </w:rPr>
        <w:t>عليهما‌السلام</w:t>
      </w:r>
      <w:r w:rsidR="000B1C6C">
        <w:rPr>
          <w:rtl/>
        </w:rPr>
        <w:t>،</w:t>
      </w:r>
      <w:r>
        <w:rPr>
          <w:rtl/>
        </w:rPr>
        <w:t xml:space="preserve"> زينب</w:t>
      </w:r>
      <w:r w:rsidR="000B1C6C">
        <w:rPr>
          <w:rtl/>
        </w:rPr>
        <w:t>،</w:t>
      </w:r>
      <w:r>
        <w:rPr>
          <w:rtl/>
        </w:rPr>
        <w:t xml:space="preserve"> بلغ من عناية الله تعالى بها</w:t>
      </w:r>
      <w:r w:rsidRPr="000B1C6C">
        <w:rPr>
          <w:rtl/>
        </w:rPr>
        <w:t xml:space="preserve"> </w:t>
      </w:r>
      <w:r>
        <w:rPr>
          <w:rtl/>
        </w:rPr>
        <w:t>وكرامتها عليه أن كان مشهدها هذا منذ حلّت رمسه</w:t>
      </w:r>
      <w:r w:rsidR="000B1C6C">
        <w:rPr>
          <w:rtl/>
        </w:rPr>
        <w:t>،</w:t>
      </w:r>
      <w:r>
        <w:rPr>
          <w:rtl/>
        </w:rPr>
        <w:t xml:space="preserve"> كلّ سنة هو</w:t>
      </w:r>
      <w:r w:rsidRPr="000B1C6C">
        <w:rPr>
          <w:rtl/>
        </w:rPr>
        <w:t xml:space="preserve"> </w:t>
      </w:r>
      <w:r>
        <w:rPr>
          <w:rtl/>
        </w:rPr>
        <w:t>أفخم وأعظم منه في سابقتها</w:t>
      </w:r>
      <w:r w:rsidR="000B1C6C">
        <w:rPr>
          <w:rtl/>
        </w:rPr>
        <w:t>،</w:t>
      </w:r>
      <w:r>
        <w:rPr>
          <w:rtl/>
        </w:rPr>
        <w:t xml:space="preserve"> حتّى بلغ اليوم أوج العظمة</w:t>
      </w:r>
      <w:r w:rsidRPr="000B1C6C">
        <w:rPr>
          <w:rtl/>
        </w:rPr>
        <w:t xml:space="preserve"> </w:t>
      </w:r>
      <w:r>
        <w:rPr>
          <w:rtl/>
        </w:rPr>
        <w:t>والعلاء</w:t>
      </w:r>
      <w:r w:rsidR="000B1C6C">
        <w:rPr>
          <w:rtl/>
        </w:rPr>
        <w:t>،</w:t>
      </w:r>
      <w:r>
        <w:rPr>
          <w:rtl/>
        </w:rPr>
        <w:t xml:space="preserve"> يطوف المسلمون بهذا المشهد</w:t>
      </w:r>
      <w:r w:rsidR="000B1C6C">
        <w:rPr>
          <w:rtl/>
        </w:rPr>
        <w:t>،</w:t>
      </w:r>
      <w:r>
        <w:rPr>
          <w:rtl/>
        </w:rPr>
        <w:t xml:space="preserve"> ويعتصمون به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فإذا هو على الدوام أمل الراغب الراجي عفو ربّه [عن] ذنوبه</w:t>
      </w:r>
      <w:r w:rsidR="000B1C6C">
        <w:rPr>
          <w:rtl/>
        </w:rPr>
        <w:t>،</w:t>
      </w:r>
      <w:r>
        <w:rPr>
          <w:rtl/>
        </w:rPr>
        <w:t xml:space="preserve"> وأمن الراهب التائب الراجي في ستر عيوبه</w:t>
      </w:r>
      <w:r w:rsidR="000B1C6C">
        <w:rPr>
          <w:rtl/>
        </w:rPr>
        <w:t>،</w:t>
      </w:r>
      <w:r>
        <w:rPr>
          <w:rtl/>
        </w:rPr>
        <w:t xml:space="preserve"> ويقضي</w:t>
      </w:r>
      <w:r w:rsidRPr="000B1C6C">
        <w:rPr>
          <w:rtl/>
        </w:rPr>
        <w:t xml:space="preserve"> </w:t>
      </w:r>
      <w:r>
        <w:rPr>
          <w:rtl/>
        </w:rPr>
        <w:t>حوائجه</w:t>
      </w:r>
      <w:r w:rsidR="000B1C6C">
        <w:rPr>
          <w:rtl/>
        </w:rPr>
        <w:t>،</w:t>
      </w:r>
      <w:r>
        <w:rPr>
          <w:rtl/>
        </w:rPr>
        <w:t xml:space="preserve"> متوسلاً إليه تعالى باُمّ المصائب في سبيله (عزّ</w:t>
      </w:r>
      <w:r w:rsidRPr="000B1C6C">
        <w:rPr>
          <w:rtl/>
        </w:rPr>
        <w:t xml:space="preserve"> </w:t>
      </w:r>
      <w:r>
        <w:rPr>
          <w:rtl/>
        </w:rPr>
        <w:t>وجلّ</w:t>
      </w:r>
      <w:r w:rsidRPr="000B1C6C">
        <w:rPr>
          <w:rtl/>
        </w:rPr>
        <w:t>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D44192">
      <w:pPr>
        <w:pStyle w:val="libNormal"/>
      </w:pPr>
      <w:r w:rsidRPr="000B1C6C">
        <w:rPr>
          <w:rtl/>
        </w:rPr>
        <w:t xml:space="preserve">هذا شأن المخلصين لله تعالى في حفظ رسول الله </w:t>
      </w:r>
      <w:r w:rsidR="00D44192" w:rsidRPr="00FB26B1">
        <w:rPr>
          <w:rStyle w:val="libAlaemChar"/>
          <w:rtl/>
        </w:rPr>
        <w:t>صلى‌الله‌عليه‌وآله</w:t>
      </w:r>
      <w:r w:rsidR="00D44192" w:rsidRPr="000B1C6C">
        <w:rPr>
          <w:rtl/>
        </w:rPr>
        <w:t xml:space="preserve"> </w:t>
      </w:r>
      <w:r w:rsidRPr="000B1C6C">
        <w:rPr>
          <w:rtl/>
        </w:rPr>
        <w:t>في عترته من بعده</w:t>
      </w:r>
      <w:r w:rsidR="000B1C6C">
        <w:rPr>
          <w:rtl/>
        </w:rPr>
        <w:t>،</w:t>
      </w:r>
      <w:r w:rsidRPr="000B1C6C">
        <w:rPr>
          <w:rtl/>
        </w:rPr>
        <w:t xml:space="preserve"> يعظمون شعائر الله تعالى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FB26B1">
        <w:rPr>
          <w:rStyle w:val="libAlaemChar"/>
          <w:rFonts w:hint="cs"/>
          <w:rtl/>
        </w:rPr>
        <w:t>(</w:t>
      </w:r>
      <w:r w:rsidRPr="002D7A5A">
        <w:rPr>
          <w:rStyle w:val="libAieChar"/>
          <w:rFonts w:hint="cs"/>
          <w:rtl/>
        </w:rPr>
        <w:t>ذَلِكَ وَمَنْ يُعَظِّمْ شَعَائِرَ اللَّهِ فَإِنَّهَا مِنْ تَقْوَى الْقُلُوبِ</w:t>
      </w:r>
      <w:r w:rsidRPr="00FB26B1">
        <w:rPr>
          <w:rStyle w:val="libAlaemChar"/>
          <w:rFonts w:hint="cs"/>
          <w:rtl/>
        </w:rPr>
        <w:t>)</w:t>
      </w:r>
      <w:r w:rsidRPr="000B1C6C">
        <w:rPr>
          <w:rStyle w:val="libFootnotenumChar"/>
          <w:rtl/>
        </w:rPr>
        <w:t>(1)</w:t>
      </w:r>
      <w:r w:rsidR="000B1C6C" w:rsidRPr="00D44192">
        <w:rPr>
          <w:rtl/>
        </w:rPr>
        <w:t>.</w:t>
      </w:r>
      <w:r w:rsidRPr="000B1C6C">
        <w:rPr>
          <w:rtl/>
        </w:rPr>
        <w:t xml:space="preserve">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2D7A5A" w:rsidRP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سورة الحج / 32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0B1C6C">
      <w:pPr>
        <w:pStyle w:val="libNormal"/>
      </w:pPr>
      <w:r>
        <w:rPr>
          <w:rtl/>
        </w:rPr>
        <w:lastRenderedPageBreak/>
        <w:t>وذكر المغفور له الحجة السيد حسن الصدر</w:t>
      </w:r>
      <w:r w:rsidRPr="000B1C6C">
        <w:rPr>
          <w:rtl/>
        </w:rPr>
        <w:t xml:space="preserve"> (</w:t>
      </w:r>
      <w:r>
        <w:rPr>
          <w:rtl/>
        </w:rPr>
        <w:t>نوّر الله</w:t>
      </w:r>
      <w:r w:rsidRPr="000B1C6C">
        <w:rPr>
          <w:rtl/>
        </w:rPr>
        <w:t xml:space="preserve"> </w:t>
      </w:r>
      <w:r>
        <w:rPr>
          <w:rtl/>
        </w:rPr>
        <w:t>رمسه)</w:t>
      </w:r>
      <w:r w:rsidR="000B1C6C">
        <w:rPr>
          <w:rtl/>
        </w:rPr>
        <w:t>،</w:t>
      </w:r>
      <w:r>
        <w:rPr>
          <w:rtl/>
        </w:rPr>
        <w:t xml:space="preserve"> في كتاب (نزهة أهل الحرمين)</w:t>
      </w:r>
      <w:r w:rsidR="000B1C6C">
        <w:rPr>
          <w:rtl/>
        </w:rPr>
        <w:t>،</w:t>
      </w:r>
      <w:r>
        <w:rPr>
          <w:rtl/>
        </w:rPr>
        <w:t xml:space="preserve"> زينب الكبرى</w:t>
      </w:r>
      <w:r w:rsidRPr="000B1C6C">
        <w:rPr>
          <w:rtl/>
        </w:rPr>
        <w:t xml:space="preserve"> </w:t>
      </w:r>
      <w:r>
        <w:rPr>
          <w:rtl/>
        </w:rPr>
        <w:t xml:space="preserve">بنت أمير المؤمنين </w:t>
      </w:r>
      <w:r w:rsidR="00FB26B1" w:rsidRPr="00FB26B1">
        <w:rPr>
          <w:rStyle w:val="libAlaemChar"/>
          <w:rtl/>
        </w:rPr>
        <w:t>عليه‌السلام</w:t>
      </w:r>
      <w:r w:rsidR="000B1C6C">
        <w:rPr>
          <w:rtl/>
        </w:rPr>
        <w:t>،</w:t>
      </w:r>
      <w:r>
        <w:rPr>
          <w:rtl/>
        </w:rPr>
        <w:t xml:space="preserve"> وكنيتها اُمّ كلثوم</w:t>
      </w:r>
      <w:r w:rsidR="000B1C6C">
        <w:rPr>
          <w:rtl/>
        </w:rPr>
        <w:t>،</w:t>
      </w:r>
      <w:r>
        <w:rPr>
          <w:rtl/>
        </w:rPr>
        <w:t xml:space="preserve"> قبرها قرب</w:t>
      </w:r>
      <w:r w:rsidRPr="000B1C6C">
        <w:rPr>
          <w:rtl/>
        </w:rPr>
        <w:t xml:space="preserve"> </w:t>
      </w:r>
      <w:r>
        <w:rPr>
          <w:rtl/>
        </w:rPr>
        <w:t>زوجها عبد الله بن جعفر الطيار خارج دمشق الشام</w:t>
      </w:r>
      <w:r w:rsidRPr="000B1C6C">
        <w:rPr>
          <w:rtl/>
        </w:rPr>
        <w:t xml:space="preserve"> </w:t>
      </w:r>
      <w:r>
        <w:rPr>
          <w:rtl/>
        </w:rPr>
        <w:t>معروف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جاءت مع زوجها عبد الله بن جعفر أيام عبد الملك بن</w:t>
      </w:r>
      <w:r w:rsidRPr="000B1C6C">
        <w:rPr>
          <w:rtl/>
        </w:rPr>
        <w:t xml:space="preserve"> </w:t>
      </w:r>
      <w:r>
        <w:rPr>
          <w:rtl/>
        </w:rPr>
        <w:t>مروان إلى الشام سنة المجاعة</w:t>
      </w:r>
      <w:r w:rsidR="000B1C6C">
        <w:rPr>
          <w:rtl/>
        </w:rPr>
        <w:t>،</w:t>
      </w:r>
      <w:r>
        <w:rPr>
          <w:rtl/>
        </w:rPr>
        <w:t xml:space="preserve"> ليقوم عبد الله بن جعفر</w:t>
      </w:r>
      <w:r w:rsidRPr="000B1C6C">
        <w:rPr>
          <w:rtl/>
        </w:rPr>
        <w:t xml:space="preserve"> </w:t>
      </w:r>
      <w:r>
        <w:rPr>
          <w:rtl/>
        </w:rPr>
        <w:t>في ما كان له من القرى والمزارع خارج الشام حتّى تنقضي</w:t>
      </w:r>
      <w:r w:rsidRPr="000B1C6C">
        <w:rPr>
          <w:rtl/>
        </w:rPr>
        <w:t xml:space="preserve"> </w:t>
      </w:r>
      <w:r>
        <w:rPr>
          <w:rtl/>
        </w:rPr>
        <w:t>المجاعة</w:t>
      </w:r>
      <w:r w:rsidR="000B1C6C">
        <w:rPr>
          <w:rtl/>
        </w:rPr>
        <w:t>،</w:t>
      </w:r>
      <w:r>
        <w:rPr>
          <w:rtl/>
        </w:rPr>
        <w:t xml:space="preserve"> فماتت زينب هناك</w:t>
      </w:r>
      <w:r w:rsidR="000B1C6C">
        <w:rPr>
          <w:rtl/>
        </w:rPr>
        <w:t>،</w:t>
      </w:r>
      <w:r>
        <w:rPr>
          <w:rtl/>
        </w:rPr>
        <w:t xml:space="preserve"> ودُفنت في بعض تلك القرى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قلت</w:t>
      </w:r>
      <w:r w:rsidR="000B1C6C">
        <w:rPr>
          <w:rtl/>
        </w:rPr>
        <w:t>:</w:t>
      </w:r>
      <w:r>
        <w:rPr>
          <w:rtl/>
        </w:rPr>
        <w:t xml:space="preserve"> واليوم تعرف القرية التي فيها مرقدها باسمها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قرية الست زينب</w:t>
      </w:r>
      <w:r w:rsidR="000B1C6C">
        <w:rPr>
          <w:rtl/>
        </w:rPr>
        <w:t>.</w:t>
      </w:r>
      <w:r>
        <w:rPr>
          <w:rtl/>
        </w:rPr>
        <w:t xml:space="preserve"> انتهى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وجاء في كتاب (لواقح الأنوار</w:t>
      </w:r>
      <w:r w:rsidRPr="000B1C6C">
        <w:rPr>
          <w:rtl/>
        </w:rPr>
        <w:t>)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>
        <w:rPr>
          <w:rtl/>
        </w:rPr>
        <w:t xml:space="preserve">توفيت زينب بنت علي بن أبي طالب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بدمشق الشام في</w:t>
      </w:r>
      <w:r w:rsidRPr="000B1C6C">
        <w:rPr>
          <w:rtl/>
        </w:rPr>
        <w:t xml:space="preserve"> </w:t>
      </w:r>
      <w:r>
        <w:rPr>
          <w:rtl/>
        </w:rPr>
        <w:t>سنة أربع وسبعين هجرية</w:t>
      </w:r>
      <w:r w:rsidR="000B1C6C">
        <w:rPr>
          <w:rtl/>
        </w:rPr>
        <w:t>.</w:t>
      </w:r>
      <w:r>
        <w:rPr>
          <w:rtl/>
        </w:rPr>
        <w:t xml:space="preserve"> انتهى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وذكر ياقوت الحموي في معجم البلدان 4</w:t>
      </w:r>
      <w:r w:rsidRPr="000B1C6C">
        <w:rPr>
          <w:rtl/>
        </w:rPr>
        <w:t xml:space="preserve"> / 216 </w:t>
      </w:r>
      <w:r>
        <w:rPr>
          <w:rtl/>
        </w:rPr>
        <w:t>عند ذكر</w:t>
      </w:r>
      <w:r w:rsidRPr="000B1C6C">
        <w:rPr>
          <w:rtl/>
        </w:rPr>
        <w:t xml:space="preserve"> (</w:t>
      </w:r>
      <w:r>
        <w:rPr>
          <w:rtl/>
        </w:rPr>
        <w:t>راوية)</w:t>
      </w:r>
      <w:r w:rsidR="000B1C6C">
        <w:rPr>
          <w:rtl/>
        </w:rPr>
        <w:t>:</w:t>
      </w:r>
      <w:r>
        <w:rPr>
          <w:rtl/>
        </w:rPr>
        <w:t xml:space="preserve"> قرية من غوطة دمشق</w:t>
      </w:r>
      <w:r w:rsidR="000B1C6C">
        <w:rPr>
          <w:rtl/>
        </w:rPr>
        <w:t>،</w:t>
      </w:r>
      <w:r>
        <w:rPr>
          <w:rtl/>
        </w:rPr>
        <w:t xml:space="preserve"> بها قبر اُمّ كلثوم</w:t>
      </w:r>
      <w:r w:rsidR="000B1C6C">
        <w:rPr>
          <w:rtl/>
        </w:rPr>
        <w:t>.</w:t>
      </w:r>
      <w:r w:rsidRPr="000B1C6C">
        <w:rPr>
          <w:rtl/>
        </w:rPr>
        <w:t xml:space="preserve">.. </w:t>
      </w:r>
      <w:r>
        <w:rPr>
          <w:rtl/>
        </w:rPr>
        <w:t>إلخ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وجاء في رحلة ابن بطوطة عند سرده للقبور التي حوالي</w:t>
      </w:r>
      <w:r w:rsidRPr="000B1C6C">
        <w:rPr>
          <w:rtl/>
        </w:rPr>
        <w:t xml:space="preserve"> </w:t>
      </w:r>
      <w:r>
        <w:rPr>
          <w:rtl/>
        </w:rPr>
        <w:t>دمشق الشام</w:t>
      </w:r>
      <w:r w:rsidR="000B1C6C">
        <w:rPr>
          <w:rtl/>
        </w:rPr>
        <w:t>،</w:t>
      </w:r>
      <w:r>
        <w:rPr>
          <w:rtl/>
        </w:rPr>
        <w:t xml:space="preserve"> قال</w:t>
      </w:r>
      <w:r w:rsidR="000B1C6C">
        <w:rPr>
          <w:rtl/>
        </w:rPr>
        <w:t>:</w:t>
      </w:r>
      <w:r>
        <w:rPr>
          <w:rtl/>
        </w:rPr>
        <w:t xml:space="preserve"> وبقربه قبلي البلد</w:t>
      </w:r>
      <w:r w:rsidR="000B1C6C">
        <w:rPr>
          <w:rtl/>
        </w:rPr>
        <w:t>،</w:t>
      </w:r>
      <w:r>
        <w:rPr>
          <w:rtl/>
        </w:rPr>
        <w:t xml:space="preserve"> وعلى فرسخ منها</w:t>
      </w:r>
      <w:r w:rsidRPr="000B1C6C">
        <w:rPr>
          <w:rtl/>
        </w:rPr>
        <w:t xml:space="preserve"> </w:t>
      </w:r>
      <w:r>
        <w:rPr>
          <w:rtl/>
        </w:rPr>
        <w:t xml:space="preserve">مشهد اُمّ كلثوم بنت علي بن أبي طالب من فاطمة </w:t>
      </w:r>
      <w:r w:rsidR="00FB26B1" w:rsidRPr="00FB26B1">
        <w:rPr>
          <w:rStyle w:val="libAlaemChar"/>
          <w:rtl/>
        </w:rPr>
        <w:t>عليهم‌السلام</w:t>
      </w:r>
      <w:r w:rsidR="000B1C6C">
        <w:rPr>
          <w:rtl/>
        </w:rPr>
        <w:t>،</w:t>
      </w:r>
      <w:r>
        <w:rPr>
          <w:rtl/>
        </w:rPr>
        <w:t xml:space="preserve"> ويقال</w:t>
      </w:r>
      <w:r w:rsidR="000B1C6C">
        <w:rPr>
          <w:rtl/>
        </w:rPr>
        <w:t>:</w:t>
      </w:r>
      <w:r>
        <w:rPr>
          <w:rtl/>
        </w:rPr>
        <w:t xml:space="preserve"> إنّ اسمها زينب</w:t>
      </w:r>
      <w:r w:rsidR="000B1C6C">
        <w:rPr>
          <w:rtl/>
        </w:rPr>
        <w:t>،</w:t>
      </w:r>
      <w:r>
        <w:rPr>
          <w:rtl/>
        </w:rPr>
        <w:t xml:space="preserve"> وكنّاها النبي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</w:t>
      </w:r>
      <w:r>
        <w:rPr>
          <w:rtl/>
        </w:rPr>
        <w:t>اُمّ كلثوم</w:t>
      </w:r>
      <w:r w:rsidR="000B1C6C">
        <w:rPr>
          <w:rtl/>
        </w:rPr>
        <w:t>؛</w:t>
      </w:r>
      <w:r>
        <w:rPr>
          <w:rtl/>
        </w:rPr>
        <w:t xml:space="preserve"> لشبهها بخالتها اُمّ</w:t>
      </w:r>
      <w:r w:rsidRPr="000B1C6C">
        <w:rPr>
          <w:rtl/>
        </w:rPr>
        <w:t xml:space="preserve"> </w:t>
      </w:r>
      <w:r>
        <w:rPr>
          <w:rtl/>
        </w:rPr>
        <w:t>كلثوم بنت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>
        <w:rPr>
          <w:rtl/>
        </w:rPr>
        <w:lastRenderedPageBreak/>
        <w:t xml:space="preserve">رسول الله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،</w:t>
      </w:r>
      <w:r>
        <w:rPr>
          <w:rtl/>
        </w:rPr>
        <w:t xml:space="preserve"> وعليه مسجد كريم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وحوله مساكن</w:t>
      </w:r>
      <w:r w:rsidR="000B1C6C">
        <w:rPr>
          <w:rtl/>
        </w:rPr>
        <w:t>،</w:t>
      </w:r>
      <w:r>
        <w:rPr>
          <w:rtl/>
        </w:rPr>
        <w:t xml:space="preserve"> وله أوقاف</w:t>
      </w:r>
      <w:r w:rsidR="000B1C6C">
        <w:rPr>
          <w:rtl/>
        </w:rPr>
        <w:t>،</w:t>
      </w:r>
      <w:r>
        <w:rPr>
          <w:rtl/>
        </w:rPr>
        <w:t xml:space="preserve"> ويسمّيه أهل دمشق قبر الست اُمّ كلثوم</w:t>
      </w:r>
      <w:r w:rsidR="000B1C6C">
        <w:rPr>
          <w:rtl/>
        </w:rPr>
        <w:t>.</w:t>
      </w:r>
      <w:r w:rsidRPr="000B1C6C">
        <w:rPr>
          <w:rtl/>
        </w:rPr>
        <w:t xml:space="preserve">... </w:t>
      </w:r>
      <w:r>
        <w:rPr>
          <w:rtl/>
        </w:rPr>
        <w:t>إلخ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وذكر ابن جبير في رحلته عند عرض ذكره للمشاهد</w:t>
      </w:r>
      <w:r w:rsidRPr="000B1C6C">
        <w:rPr>
          <w:rtl/>
        </w:rPr>
        <w:t xml:space="preserve"> </w:t>
      </w:r>
      <w:r>
        <w:rPr>
          <w:rtl/>
        </w:rPr>
        <w:t>والقبور في دمشق الشام</w:t>
      </w:r>
      <w:r w:rsidR="000B1C6C">
        <w:rPr>
          <w:rtl/>
        </w:rPr>
        <w:t>،</w:t>
      </w:r>
      <w:r>
        <w:rPr>
          <w:rtl/>
        </w:rPr>
        <w:t xml:space="preserve"> قال</w:t>
      </w:r>
      <w:r w:rsidR="000B1C6C">
        <w:rPr>
          <w:rtl/>
        </w:rPr>
        <w:t>:</w:t>
      </w:r>
      <w:r>
        <w:rPr>
          <w:rtl/>
        </w:rPr>
        <w:t xml:space="preserve"> ومن مشاهد أهل البيت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رضي‌الله‌عنهم</w:t>
      </w:r>
      <w:r>
        <w:rPr>
          <w:rtl/>
        </w:rPr>
        <w:t xml:space="preserve"> مشهد اُمّ كلثوم ابنة علي بن أبي طالب</w:t>
      </w:r>
      <w:r w:rsidRPr="000B1C6C">
        <w:rPr>
          <w:rtl/>
        </w:rPr>
        <w:t xml:space="preserve"> </w:t>
      </w:r>
      <w:r w:rsidR="00FB26B1" w:rsidRPr="00FB26B1">
        <w:rPr>
          <w:rStyle w:val="libAlaemChar"/>
          <w:rtl/>
        </w:rPr>
        <w:t>رضي‌الله‌عنهما</w:t>
      </w:r>
      <w:r w:rsidR="000B1C6C">
        <w:rPr>
          <w:rtl/>
        </w:rPr>
        <w:t>،</w:t>
      </w:r>
      <w:r>
        <w:rPr>
          <w:rtl/>
        </w:rPr>
        <w:t xml:space="preserve"> ويقال لها</w:t>
      </w:r>
      <w:r w:rsidR="000B1C6C">
        <w:rPr>
          <w:rtl/>
        </w:rPr>
        <w:t>:</w:t>
      </w:r>
      <w:r>
        <w:rPr>
          <w:rtl/>
        </w:rPr>
        <w:t xml:space="preserve"> زينب الصغرى</w:t>
      </w:r>
      <w:r w:rsidR="000B1C6C">
        <w:rPr>
          <w:rtl/>
        </w:rPr>
        <w:t>،</w:t>
      </w:r>
      <w:r>
        <w:rPr>
          <w:rtl/>
        </w:rPr>
        <w:t xml:space="preserve"> واُمّ كلثوم</w:t>
      </w:r>
      <w:r w:rsidRPr="000B1C6C">
        <w:rPr>
          <w:rtl/>
        </w:rPr>
        <w:t xml:space="preserve"> </w:t>
      </w:r>
      <w:r>
        <w:rPr>
          <w:rtl/>
        </w:rPr>
        <w:t xml:space="preserve">كنية أوقعها عليها النبي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؛</w:t>
      </w:r>
      <w:r>
        <w:rPr>
          <w:rtl/>
        </w:rPr>
        <w:t xml:space="preserve"> لشبهها</w:t>
      </w:r>
      <w:r w:rsidRPr="000B1C6C">
        <w:rPr>
          <w:rtl/>
        </w:rPr>
        <w:t xml:space="preserve"> </w:t>
      </w:r>
      <w:r>
        <w:rPr>
          <w:rtl/>
        </w:rPr>
        <w:t xml:space="preserve">بابنته اُمّ كلثوم </w:t>
      </w:r>
      <w:r w:rsidR="00FB26B1" w:rsidRPr="00FB26B1">
        <w:rPr>
          <w:rStyle w:val="libAlaemChar"/>
          <w:rtl/>
        </w:rPr>
        <w:t>رضي‌الله‌عنها</w:t>
      </w:r>
      <w:r w:rsidR="000B1C6C">
        <w:rPr>
          <w:rtl/>
        </w:rPr>
        <w:t>،</w:t>
      </w:r>
      <w:r>
        <w:rPr>
          <w:rtl/>
        </w:rPr>
        <w:t xml:space="preserve"> والله أعلم بذلك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ومشهدها الكريم بقرية قبلي البلد تُعرف بـ</w:t>
      </w:r>
      <w:r w:rsidRPr="000B1C6C">
        <w:rPr>
          <w:rtl/>
        </w:rPr>
        <w:t xml:space="preserve"> (</w:t>
      </w:r>
      <w:r>
        <w:rPr>
          <w:rtl/>
        </w:rPr>
        <w:t>راوية)</w:t>
      </w:r>
      <w:r w:rsidR="000B1C6C">
        <w:rPr>
          <w:rtl/>
        </w:rPr>
        <w:t>،</w:t>
      </w:r>
      <w:r>
        <w:rPr>
          <w:rtl/>
        </w:rPr>
        <w:t xml:space="preserve"> على</w:t>
      </w:r>
      <w:r w:rsidRPr="000B1C6C">
        <w:rPr>
          <w:rtl/>
        </w:rPr>
        <w:t xml:space="preserve"> </w:t>
      </w:r>
      <w:r>
        <w:rPr>
          <w:rtl/>
        </w:rPr>
        <w:t>مقدار فرسخ</w:t>
      </w:r>
      <w:r w:rsidR="000B1C6C">
        <w:rPr>
          <w:rtl/>
        </w:rPr>
        <w:t>،</w:t>
      </w:r>
      <w:r>
        <w:rPr>
          <w:rtl/>
        </w:rPr>
        <w:t xml:space="preserve"> وعليه مسجد كبير</w:t>
      </w:r>
      <w:r w:rsidR="000B1C6C">
        <w:rPr>
          <w:rtl/>
        </w:rPr>
        <w:t>،</w:t>
      </w:r>
      <w:r>
        <w:rPr>
          <w:rtl/>
        </w:rPr>
        <w:t xml:space="preserve"> وخارجه مساكن</w:t>
      </w:r>
      <w:r w:rsidR="000B1C6C">
        <w:rPr>
          <w:rtl/>
        </w:rPr>
        <w:t>،</w:t>
      </w:r>
      <w:r>
        <w:rPr>
          <w:rtl/>
        </w:rPr>
        <w:t xml:space="preserve"> وله أوقاف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وأهل هذه الجهات يعرفونه بقبر الست اُمّ كلثوم</w:t>
      </w:r>
      <w:r w:rsidR="000B1C6C">
        <w:rPr>
          <w:rtl/>
        </w:rPr>
        <w:t>.</w:t>
      </w:r>
      <w:r>
        <w:rPr>
          <w:rtl/>
        </w:rPr>
        <w:t xml:space="preserve"> مشينا</w:t>
      </w:r>
      <w:r w:rsidRPr="000B1C6C">
        <w:rPr>
          <w:rtl/>
        </w:rPr>
        <w:t xml:space="preserve"> </w:t>
      </w:r>
      <w:r>
        <w:rPr>
          <w:rtl/>
        </w:rPr>
        <w:t>إليه وبتنا به</w:t>
      </w:r>
      <w:r w:rsidR="000B1C6C">
        <w:rPr>
          <w:rtl/>
        </w:rPr>
        <w:t>،</w:t>
      </w:r>
      <w:r>
        <w:rPr>
          <w:rtl/>
        </w:rPr>
        <w:t xml:space="preserve"> وتبرّكنا برؤيته نفعنا الله بذلك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وذكر الشيخ الشبلنجي في كتابه القيّم</w:t>
      </w:r>
      <w:r w:rsidRPr="000B1C6C">
        <w:rPr>
          <w:rtl/>
        </w:rPr>
        <w:t xml:space="preserve"> (</w:t>
      </w:r>
      <w:r>
        <w:rPr>
          <w:rtl/>
        </w:rPr>
        <w:t>نور الأبصار</w:t>
      </w:r>
      <w:r w:rsidRPr="000B1C6C">
        <w:rPr>
          <w:rtl/>
        </w:rPr>
        <w:t xml:space="preserve">/ 238) </w:t>
      </w:r>
      <w:r>
        <w:rPr>
          <w:rtl/>
        </w:rPr>
        <w:t>ط العثمانية</w:t>
      </w:r>
      <w:r w:rsidR="000B1C6C">
        <w:rPr>
          <w:rtl/>
        </w:rPr>
        <w:t>،</w:t>
      </w:r>
      <w:r>
        <w:rPr>
          <w:rtl/>
        </w:rPr>
        <w:t xml:space="preserve"> في مناقب السيدة رقية المدفونة بدمشق</w:t>
      </w:r>
      <w:r w:rsidRPr="000B1C6C">
        <w:rPr>
          <w:rtl/>
        </w:rPr>
        <w:t xml:space="preserve"> </w:t>
      </w:r>
      <w:r>
        <w:rPr>
          <w:rtl/>
        </w:rPr>
        <w:t>الشام</w:t>
      </w:r>
      <w:r w:rsidR="000B1C6C">
        <w:rPr>
          <w:rtl/>
        </w:rPr>
        <w:t>،</w:t>
      </w:r>
      <w:r>
        <w:rPr>
          <w:rtl/>
        </w:rPr>
        <w:t xml:space="preserve"> قال</w:t>
      </w:r>
      <w:r w:rsidR="000B1C6C">
        <w:rPr>
          <w:rtl/>
        </w:rPr>
        <w:t>:</w:t>
      </w:r>
      <w:r>
        <w:rPr>
          <w:rtl/>
        </w:rPr>
        <w:t xml:space="preserve"> وقد أخبرني بعض الشوام أنّ للسيدة رقية بنت الإمام</w:t>
      </w:r>
      <w:r w:rsidRPr="000B1C6C">
        <w:rPr>
          <w:rtl/>
        </w:rPr>
        <w:t xml:space="preserve"> </w:t>
      </w:r>
      <w:r>
        <w:rPr>
          <w:rtl/>
        </w:rPr>
        <w:t>علي (كرّم الله وجهه) ضريحاً بدمشق الشام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وأنّ جدران قبرها كانت قد تعيبت</w:t>
      </w:r>
      <w:r w:rsidR="000B1C6C">
        <w:rPr>
          <w:rtl/>
        </w:rPr>
        <w:t>،</w:t>
      </w:r>
      <w:r>
        <w:rPr>
          <w:rtl/>
        </w:rPr>
        <w:t xml:space="preserve"> فأرادوا إخراجها منه</w:t>
      </w:r>
      <w:r w:rsidRPr="000B1C6C">
        <w:rPr>
          <w:rtl/>
        </w:rPr>
        <w:t xml:space="preserve"> </w:t>
      </w:r>
      <w:r>
        <w:rPr>
          <w:rtl/>
        </w:rPr>
        <w:t>لتجديده</w:t>
      </w:r>
      <w:r w:rsidR="000B1C6C">
        <w:rPr>
          <w:rtl/>
        </w:rPr>
        <w:t>،</w:t>
      </w:r>
      <w:r>
        <w:rPr>
          <w:rtl/>
        </w:rPr>
        <w:t xml:space="preserve"> فلم يتجاسر أحد أن ينزل من الهيبة</w:t>
      </w:r>
      <w:r w:rsidR="000B1C6C">
        <w:rPr>
          <w:rtl/>
        </w:rPr>
        <w:t>،</w:t>
      </w:r>
      <w:r>
        <w:rPr>
          <w:rtl/>
        </w:rPr>
        <w:t xml:space="preserve"> فحضر شخص</w:t>
      </w:r>
      <w:r w:rsidRPr="000B1C6C">
        <w:rPr>
          <w:rtl/>
        </w:rPr>
        <w:t xml:space="preserve"> </w:t>
      </w:r>
      <w:r>
        <w:rPr>
          <w:rtl/>
        </w:rPr>
        <w:t>من أهل البيت يدعى السيد ابن مرتضى</w:t>
      </w:r>
      <w:r w:rsidR="000B1C6C">
        <w:rPr>
          <w:rtl/>
        </w:rPr>
        <w:t>،</w:t>
      </w:r>
      <w:r>
        <w:rPr>
          <w:rtl/>
        </w:rPr>
        <w:t xml:space="preserve"> فنزل في</w:t>
      </w:r>
    </w:p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p w:rsidR="002D7A5A" w:rsidRPr="000B1C6C" w:rsidRDefault="002D7A5A" w:rsidP="002D7A5A">
      <w:pPr>
        <w:pStyle w:val="libNormal0"/>
      </w:pPr>
      <w:r>
        <w:rPr>
          <w:rtl/>
        </w:rPr>
        <w:lastRenderedPageBreak/>
        <w:t>قبرها</w:t>
      </w:r>
      <w:r w:rsidR="000B1C6C">
        <w:rPr>
          <w:rtl/>
        </w:rPr>
        <w:t>،</w:t>
      </w:r>
      <w:r>
        <w:rPr>
          <w:rtl/>
        </w:rPr>
        <w:t xml:space="preserve"> ووضع عليها ثوباً لفّها فيه</w:t>
      </w:r>
      <w:r w:rsidR="000B1C6C">
        <w:rPr>
          <w:rtl/>
        </w:rPr>
        <w:t>،</w:t>
      </w:r>
      <w:r>
        <w:rPr>
          <w:rtl/>
        </w:rPr>
        <w:t xml:space="preserve"> وأخرجها فإذا هي بنت صغيرة دون البلوغ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  <w:r>
        <w:rPr>
          <w:rtl/>
        </w:rPr>
        <w:t>وقد</w:t>
      </w:r>
      <w:r w:rsidRPr="000B1C6C">
        <w:rPr>
          <w:rtl/>
        </w:rPr>
        <w:t xml:space="preserve"> </w:t>
      </w:r>
      <w:r>
        <w:rPr>
          <w:rtl/>
        </w:rPr>
        <w:t>ذكرت ذلك لبعض الأفاضل</w:t>
      </w:r>
      <w:r w:rsidR="000B1C6C">
        <w:rPr>
          <w:rtl/>
        </w:rPr>
        <w:t>،</w:t>
      </w:r>
      <w:r>
        <w:rPr>
          <w:rtl/>
        </w:rPr>
        <w:t xml:space="preserve"> فحدّثني به ناقلاً عن أشياخه</w:t>
      </w:r>
      <w:r w:rsidR="000B1C6C">
        <w:rPr>
          <w:rtl/>
        </w:rPr>
        <w:t>.</w:t>
      </w:r>
      <w:r>
        <w:rPr>
          <w:rtl/>
        </w:rPr>
        <w:t xml:space="preserve"> انتهى كلام الشبلنجي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>
        <w:rPr>
          <w:rtl/>
        </w:rPr>
        <w:t>قلت</w:t>
      </w:r>
      <w:r w:rsidR="000B1C6C">
        <w:rPr>
          <w:rtl/>
        </w:rPr>
        <w:t>:</w:t>
      </w:r>
      <w:r>
        <w:rPr>
          <w:rtl/>
        </w:rPr>
        <w:t xml:space="preserve"> لم</w:t>
      </w:r>
      <w:r w:rsidRPr="000B1C6C">
        <w:rPr>
          <w:rtl/>
        </w:rPr>
        <w:t xml:space="preserve"> </w:t>
      </w:r>
      <w:r>
        <w:rPr>
          <w:rtl/>
        </w:rPr>
        <w:t xml:space="preserve">يذكر التاريخ أن رقية بنت علي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مدفونة بالشام</w:t>
      </w:r>
      <w:r w:rsidR="000B1C6C">
        <w:rPr>
          <w:rtl/>
        </w:rPr>
        <w:t>،</w:t>
      </w:r>
      <w:r>
        <w:rPr>
          <w:rtl/>
        </w:rPr>
        <w:t xml:space="preserve"> وإنّما المأثور والمنقول</w:t>
      </w:r>
      <w:r w:rsidRPr="000B1C6C">
        <w:rPr>
          <w:rtl/>
        </w:rPr>
        <w:t xml:space="preserve"> </w:t>
      </w:r>
      <w:r>
        <w:rPr>
          <w:rtl/>
        </w:rPr>
        <w:t>أنّ هذه هي</w:t>
      </w:r>
      <w:r w:rsidRPr="000B1C6C">
        <w:rPr>
          <w:rtl/>
        </w:rPr>
        <w:t xml:space="preserve"> </w:t>
      </w:r>
      <w:r>
        <w:rPr>
          <w:rtl/>
        </w:rPr>
        <w:t xml:space="preserve">الطفلة رقية بنت الحسين بن علي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التي توفيت بالخربة</w:t>
      </w:r>
      <w:r w:rsidR="000B1C6C">
        <w:rPr>
          <w:rtl/>
        </w:rPr>
        <w:t>،</w:t>
      </w:r>
      <w:r>
        <w:rPr>
          <w:rtl/>
        </w:rPr>
        <w:t xml:space="preserve"> والذي يؤكّد ذلك قول الشبلنجي نفسه</w:t>
      </w:r>
      <w:r w:rsidR="000B1C6C">
        <w:rPr>
          <w:rtl/>
        </w:rPr>
        <w:t>:</w:t>
      </w:r>
      <w:r w:rsidRPr="000B1C6C">
        <w:rPr>
          <w:rtl/>
        </w:rPr>
        <w:t xml:space="preserve"> (</w:t>
      </w:r>
      <w:r>
        <w:rPr>
          <w:rtl/>
        </w:rPr>
        <w:t>إذاً هي بنت صغيرة)</w:t>
      </w:r>
      <w:r w:rsidR="000B1C6C">
        <w:rPr>
          <w:rtl/>
        </w:rPr>
        <w:t>،</w:t>
      </w:r>
      <w:r>
        <w:rPr>
          <w:rtl/>
        </w:rPr>
        <w:t xml:space="preserve"> وقبرها اليوم في سوق الشام في الجامع</w:t>
      </w:r>
      <w:r w:rsidRPr="000B1C6C">
        <w:rPr>
          <w:rtl/>
        </w:rPr>
        <w:t xml:space="preserve"> </w:t>
      </w:r>
      <w:r>
        <w:rPr>
          <w:rtl/>
        </w:rPr>
        <w:t>المعروف باسمها</w:t>
      </w:r>
      <w:r w:rsidR="000B1C6C">
        <w:rPr>
          <w:rtl/>
        </w:rPr>
        <w:t>،</w:t>
      </w:r>
      <w:r>
        <w:rPr>
          <w:rtl/>
        </w:rPr>
        <w:t xml:space="preserve"> يزار ويتبرك به</w:t>
      </w:r>
      <w:r w:rsidR="000B1C6C">
        <w:rPr>
          <w:rtl/>
        </w:rPr>
        <w:t>،</w:t>
      </w:r>
      <w:r>
        <w:rPr>
          <w:rtl/>
        </w:rPr>
        <w:t xml:space="preserve"> وقد جدّدوا ضريحه قبل أعوام</w:t>
      </w:r>
      <w:r w:rsidR="000B1C6C">
        <w:rPr>
          <w:rtl/>
        </w:rPr>
        <w:t>،</w:t>
      </w:r>
      <w:r>
        <w:rPr>
          <w:rtl/>
        </w:rPr>
        <w:t xml:space="preserve"> وأرّخت عام تجديده (حول ضريح رقية</w:t>
      </w:r>
      <w:r w:rsidRPr="000B1C6C">
        <w:rPr>
          <w:rtl/>
        </w:rPr>
        <w:t>)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وأمّا السيد [الذي] نزل في قبرها وأخرجها</w:t>
      </w:r>
      <w:r w:rsidR="000B1C6C">
        <w:rPr>
          <w:rtl/>
        </w:rPr>
        <w:t>،</w:t>
      </w:r>
      <w:r>
        <w:rPr>
          <w:rtl/>
        </w:rPr>
        <w:t xml:space="preserve"> ووضع عليها ثوباً لفّها فيه ثمّ دفنها بمكانها</w:t>
      </w:r>
      <w:r w:rsidR="000B1C6C">
        <w:rPr>
          <w:rtl/>
        </w:rPr>
        <w:t>،</w:t>
      </w:r>
      <w:r>
        <w:rPr>
          <w:rtl/>
        </w:rPr>
        <w:t xml:space="preserve"> هو</w:t>
      </w:r>
      <w:r w:rsidRPr="000B1C6C">
        <w:rPr>
          <w:rtl/>
        </w:rPr>
        <w:t xml:space="preserve"> </w:t>
      </w:r>
      <w:r>
        <w:rPr>
          <w:rtl/>
        </w:rPr>
        <w:t>جد الأسرة السادة آل مرتضى</w:t>
      </w:r>
      <w:r w:rsidR="000B1C6C">
        <w:rPr>
          <w:rtl/>
        </w:rPr>
        <w:t>،</w:t>
      </w:r>
      <w:r>
        <w:rPr>
          <w:rtl/>
        </w:rPr>
        <w:t xml:space="preserve"> وهم سدنة مرقد السيدة زينب بنت الإمام علي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المدفونة</w:t>
      </w:r>
      <w:r w:rsidRPr="000B1C6C">
        <w:rPr>
          <w:rtl/>
        </w:rPr>
        <w:t xml:space="preserve"> </w:t>
      </w:r>
      <w:r>
        <w:rPr>
          <w:rtl/>
        </w:rPr>
        <w:t>في قرية (راوية)</w:t>
      </w:r>
      <w:r w:rsidR="000B1C6C">
        <w:rPr>
          <w:rtl/>
        </w:rPr>
        <w:t>،</w:t>
      </w:r>
      <w:r>
        <w:rPr>
          <w:rtl/>
        </w:rPr>
        <w:t xml:space="preserve"> وتُعرف اليوم بقرية الست زينب </w:t>
      </w:r>
      <w:r w:rsidR="00FB26B1" w:rsidRPr="00FB26B1">
        <w:rPr>
          <w:rStyle w:val="libAlaemChar"/>
          <w:rtl/>
        </w:rPr>
        <w:t>عليها‌السلام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وسدانة هذا المرقد تقوم به اليوم</w:t>
      </w:r>
      <w:r w:rsidRPr="000B1C6C">
        <w:rPr>
          <w:rtl/>
        </w:rPr>
        <w:t xml:space="preserve"> </w:t>
      </w:r>
      <w:r>
        <w:rPr>
          <w:rtl/>
        </w:rPr>
        <w:t>هذه الأسرة العلوية والدوحة الهاشمية منذ مئات الأعوام</w:t>
      </w:r>
      <w:r w:rsidR="000B1C6C">
        <w:rPr>
          <w:rtl/>
        </w:rPr>
        <w:t>،</w:t>
      </w:r>
      <w:r>
        <w:rPr>
          <w:rtl/>
        </w:rPr>
        <w:t xml:space="preserve"> السادة أل مرتضى يتوارثون</w:t>
      </w:r>
      <w:r w:rsidRPr="000B1C6C">
        <w:rPr>
          <w:rtl/>
        </w:rPr>
        <w:t xml:space="preserve"> </w:t>
      </w:r>
      <w:r>
        <w:rPr>
          <w:rtl/>
        </w:rPr>
        <w:t>هذه السدانة وخدمة هذه العتبة المشرفة يداً عن يد</w:t>
      </w:r>
      <w:r w:rsidR="000B1C6C">
        <w:rPr>
          <w:rtl/>
        </w:rPr>
        <w:t>،</w:t>
      </w:r>
      <w:r>
        <w:rPr>
          <w:rtl/>
        </w:rPr>
        <w:t xml:space="preserve"> ويتسلّم مفاتيح هذه الروضة المباركة</w:t>
      </w:r>
      <w:r w:rsidRPr="000B1C6C">
        <w:rPr>
          <w:rtl/>
        </w:rPr>
        <w:t xml:space="preserve"> </w:t>
      </w:r>
      <w:r>
        <w:rPr>
          <w:rtl/>
        </w:rPr>
        <w:t>الخلف بعد السلف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ولقد وفّق الله تعالى في الآونة الأخيرة حضرة الوجيه</w:t>
      </w:r>
      <w:r w:rsidR="000B1C6C">
        <w:rPr>
          <w:rtl/>
        </w:rPr>
        <w:t>،</w:t>
      </w:r>
      <w:r>
        <w:rPr>
          <w:rtl/>
        </w:rPr>
        <w:t xml:space="preserve"> والتاجر الشهير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المحب للخير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>
        <w:rPr>
          <w:rtl/>
        </w:rPr>
        <w:t>والقائم بشعائر الدين الحاج مهدي البهبهاني فكرّس أوقاته لتشييد وتعمير هذه</w:t>
      </w:r>
      <w:r w:rsidRPr="000B1C6C">
        <w:rPr>
          <w:rtl/>
        </w:rPr>
        <w:t xml:space="preserve"> </w:t>
      </w:r>
      <w:r>
        <w:rPr>
          <w:rtl/>
        </w:rPr>
        <w:t>العتبة</w:t>
      </w:r>
      <w:r w:rsidR="000B1C6C">
        <w:rPr>
          <w:rtl/>
        </w:rPr>
        <w:t>،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>
        <w:rPr>
          <w:rtl/>
        </w:rPr>
        <w:lastRenderedPageBreak/>
        <w:t>وأمره مطاع لدى أرباب الخير وأبناء الإسلام</w:t>
      </w:r>
      <w:r w:rsidR="000B1C6C">
        <w:rPr>
          <w:rtl/>
        </w:rPr>
        <w:t>،</w:t>
      </w:r>
      <w:r>
        <w:rPr>
          <w:rtl/>
        </w:rPr>
        <w:t xml:space="preserve"> وتلّمذ عليه بهذه الخدمة الشريفة</w:t>
      </w:r>
      <w:r w:rsidRPr="000B1C6C">
        <w:rPr>
          <w:rtl/>
        </w:rPr>
        <w:t xml:space="preserve"> </w:t>
      </w:r>
      <w:r>
        <w:rPr>
          <w:rtl/>
        </w:rPr>
        <w:t>السيد الجليل السيد رضا الكاظمي</w:t>
      </w:r>
      <w:r w:rsidR="000B1C6C">
        <w:rPr>
          <w:rtl/>
        </w:rPr>
        <w:t>،</w:t>
      </w:r>
      <w:r>
        <w:rPr>
          <w:rtl/>
        </w:rPr>
        <w:t xml:space="preserve"> فحيّا الله منه هذه الشهامة الهاشمية</w:t>
      </w:r>
      <w:r w:rsidR="000B1C6C">
        <w:rPr>
          <w:rtl/>
        </w:rPr>
        <w:t>،</w:t>
      </w:r>
      <w:r>
        <w:rPr>
          <w:rtl/>
        </w:rPr>
        <w:t xml:space="preserve"> ووفّقه إلى</w:t>
      </w:r>
      <w:r w:rsidRPr="000B1C6C">
        <w:rPr>
          <w:rtl/>
        </w:rPr>
        <w:t xml:space="preserve"> </w:t>
      </w:r>
      <w:r>
        <w:rPr>
          <w:rtl/>
        </w:rPr>
        <w:t>أعمال البر والخير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Heading2"/>
      </w:pPr>
      <w:bookmarkStart w:id="42" w:name="_Toc387220709"/>
      <w:r w:rsidRPr="002D7A5A">
        <w:rPr>
          <w:rtl/>
        </w:rPr>
        <w:t xml:space="preserve">موالاة آل البيت </w:t>
      </w:r>
      <w:r w:rsidR="00FB26B1" w:rsidRPr="00D44192">
        <w:rPr>
          <w:rStyle w:val="libAlaemHeading2Char"/>
          <w:rtl/>
        </w:rPr>
        <w:t>عليهم‌السلام</w:t>
      </w:r>
      <w:bookmarkEnd w:id="42"/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 xml:space="preserve">قال أبو الأسود الدؤلي </w:t>
      </w:r>
      <w:r w:rsidR="00FB26B1" w:rsidRPr="00FB26B1">
        <w:rPr>
          <w:rStyle w:val="libAlaemChar"/>
          <w:rtl/>
        </w:rPr>
        <w:t>رضي‌الله‌عنه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اُحـبّ مـحمّداً حـبّاً شديداً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وعـباساً وحـمزة والوصيّا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هوىً اُعطيته منذ استدارت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رحى الإسلام لم يعدل سويّا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بـنو عـمِّ الـنبي وأقربوه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أحـب الـناس كـلهمُ إليّا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فـإن يك حبُّهم رُشداً اُصبه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ولست بمخطئٍ إن كان غيّا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0B1C6C">
      <w:pPr>
        <w:pStyle w:val="libNormal"/>
        <w:rPr>
          <w:rtl/>
        </w:rPr>
      </w:pPr>
      <w:r>
        <w:rPr>
          <w:rtl/>
        </w:rPr>
        <w:t>وقال الكعبي (رحمة الله عليه</w:t>
      </w:r>
      <w:r w:rsidRPr="000B1C6C">
        <w:rPr>
          <w:rtl/>
        </w:rPr>
        <w:t>)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آلُ الرسول ونعم أكفاء الـ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ـعـلا آلُ الـرسولِ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خـيرُ الفروع فروعُهم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واُصولُهم خيرُ الاُصولِ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Normal"/>
      </w:pPr>
      <w:r w:rsidRPr="000B1C6C">
        <w:rPr>
          <w:rtl/>
        </w:rPr>
        <w:t>هم حبل الله</w:t>
      </w:r>
      <w:r w:rsidR="000B1C6C">
        <w:rPr>
          <w:rtl/>
        </w:rPr>
        <w:t>،</w:t>
      </w:r>
      <w:r w:rsidRPr="000B1C6C">
        <w:rPr>
          <w:rtl/>
        </w:rPr>
        <w:t xml:space="preserve"> مَن اعتصم بهم نجا</w:t>
      </w:r>
      <w:r w:rsidR="000B1C6C">
        <w:rPr>
          <w:rtl/>
        </w:rPr>
        <w:t>،</w:t>
      </w:r>
      <w:r w:rsidRPr="000B1C6C">
        <w:rPr>
          <w:rtl/>
        </w:rPr>
        <w:t xml:space="preserve"> وهم سفن النجاة لمحبيهم</w:t>
      </w:r>
      <w:r w:rsidR="000B1C6C">
        <w:rPr>
          <w:rtl/>
        </w:rPr>
        <w:t>،</w:t>
      </w:r>
      <w:r w:rsidRPr="000B1C6C">
        <w:rPr>
          <w:rtl/>
        </w:rPr>
        <w:t xml:space="preserve"> يصل المحب لهم إلى شاطئ السعادة</w:t>
      </w:r>
      <w:r w:rsidR="000B1C6C">
        <w:rPr>
          <w:rtl/>
        </w:rPr>
        <w:t>،</w:t>
      </w:r>
      <w:r w:rsidRPr="000B1C6C">
        <w:rPr>
          <w:rtl/>
        </w:rPr>
        <w:t xml:space="preserve"> وقد قال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مثلُ أهل بيتي كسفينة نوح</w:t>
      </w:r>
      <w:r w:rsidR="000B1C6C">
        <w:rPr>
          <w:rStyle w:val="libBold2Char"/>
          <w:rtl/>
        </w:rPr>
        <w:t>؛</w:t>
      </w:r>
      <w:r w:rsidRPr="002D7A5A">
        <w:rPr>
          <w:rStyle w:val="libBold2Char"/>
          <w:rtl/>
        </w:rPr>
        <w:t xml:space="preserve"> مَن ركبها نجا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ومَن تخلّف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عنها غرق وهوى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وزجّ في النار زجاً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وهم الذين مدحوا بآية التطهير</w:t>
      </w:r>
      <w:r w:rsidR="000B1C6C">
        <w:rPr>
          <w:rtl/>
        </w:rPr>
        <w:t>،</w:t>
      </w:r>
      <w:r w:rsidRPr="000B1C6C">
        <w:rPr>
          <w:rtl/>
        </w:rPr>
        <w:t xml:space="preserve"> قال (جلَّت آلآؤه)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FB26B1">
        <w:rPr>
          <w:rStyle w:val="libAlaemChar"/>
          <w:rFonts w:hint="cs"/>
          <w:rtl/>
        </w:rPr>
        <w:t>(</w:t>
      </w:r>
      <w:r w:rsidRPr="002D7A5A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Pr="00FB26B1">
        <w:rPr>
          <w:rStyle w:val="libAlaemChar"/>
          <w:rFonts w:hint="cs"/>
          <w:rtl/>
        </w:rPr>
        <w:t>)</w:t>
      </w:r>
      <w:r w:rsidRPr="000B1C6C">
        <w:rPr>
          <w:rStyle w:val="libFootnotenumChar"/>
          <w:rtl/>
        </w:rPr>
        <w:t>(1)</w:t>
      </w:r>
      <w:r w:rsidR="000B1C6C">
        <w:rPr>
          <w:rtl/>
        </w:rPr>
        <w:t>،</w:t>
      </w:r>
      <w:r w:rsidRPr="000B1C6C">
        <w:rPr>
          <w:rtl/>
        </w:rPr>
        <w:t xml:space="preserve"> والمراد بأهل البيت فاطمة وبعلها علي</w:t>
      </w:r>
      <w:r w:rsidR="000B1C6C">
        <w:rPr>
          <w:rtl/>
        </w:rPr>
        <w:t>،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2D7A5A" w:rsidRP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سورة الأحزاب / 33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>
        <w:rPr>
          <w:rtl/>
        </w:rPr>
        <w:lastRenderedPageBreak/>
        <w:t xml:space="preserve">وولداهما الحسن والحسين </w:t>
      </w:r>
      <w:r w:rsidR="00FB26B1" w:rsidRPr="00FB26B1">
        <w:rPr>
          <w:rStyle w:val="libAlaemChar"/>
          <w:rtl/>
        </w:rPr>
        <w:t>عليهم‌السلام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ولقد ذكر أرباب التفسير أن آية التطهير نزلت على الرسول الأعظم وهو في بيت اُمِّ سلمة</w:t>
      </w:r>
      <w:r w:rsidR="000B1C6C">
        <w:rPr>
          <w:rtl/>
        </w:rPr>
        <w:t>،</w:t>
      </w:r>
      <w:r w:rsidRPr="000B1C6C">
        <w:rPr>
          <w:rtl/>
        </w:rPr>
        <w:t xml:space="preserve"> ويروى عن اُمّ سلمة قالت</w:t>
      </w:r>
      <w:r w:rsidR="000B1C6C">
        <w:rPr>
          <w:rtl/>
        </w:rPr>
        <w:t>:</w:t>
      </w:r>
      <w:r w:rsidRPr="000B1C6C">
        <w:rPr>
          <w:rtl/>
        </w:rPr>
        <w:t xml:space="preserve"> لما نزلت هذه الآية الشريفة على النبي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جلل على الحسن والحسين وعلي وفاطمة كساءً</w:t>
      </w:r>
      <w:r w:rsidR="000B1C6C">
        <w:rPr>
          <w:rtl/>
        </w:rPr>
        <w:t>،</w:t>
      </w:r>
      <w:r w:rsidRPr="000B1C6C">
        <w:rPr>
          <w:rtl/>
        </w:rPr>
        <w:t xml:space="preserve"> وقال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اللهمَّ هؤلاء أهل بيتي وحامّتي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اذهب عنهم الرجس وطهّرهم تطهيراً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فقلت</w:t>
      </w:r>
      <w:r w:rsidR="000B1C6C">
        <w:rPr>
          <w:rtl/>
        </w:rPr>
        <w:t>:</w:t>
      </w:r>
      <w:r>
        <w:rPr>
          <w:rtl/>
        </w:rPr>
        <w:t xml:space="preserve"> يا رسول الله</w:t>
      </w:r>
      <w:r w:rsidR="000B1C6C">
        <w:rPr>
          <w:rtl/>
        </w:rPr>
        <w:t>،</w:t>
      </w:r>
      <w:r>
        <w:rPr>
          <w:rtl/>
        </w:rPr>
        <w:t xml:space="preserve"> وأنا</w:t>
      </w:r>
      <w:r w:rsidRPr="000B1C6C">
        <w:rPr>
          <w:rtl/>
        </w:rPr>
        <w:t xml:space="preserve"> </w:t>
      </w:r>
      <w:r>
        <w:rPr>
          <w:rtl/>
        </w:rPr>
        <w:t>معهم</w:t>
      </w:r>
      <w:r w:rsidR="000B1C6C">
        <w:rPr>
          <w:rtl/>
        </w:rPr>
        <w:t>؟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قال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أنت مكانك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وأنت على خير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وذكر الفخر الرازي في تفسيره قال</w:t>
      </w:r>
      <w:r w:rsidR="000B1C6C">
        <w:rPr>
          <w:rtl/>
        </w:rPr>
        <w:t>:</w:t>
      </w:r>
      <w:r w:rsidRPr="000B1C6C">
        <w:rPr>
          <w:rtl/>
        </w:rPr>
        <w:t xml:space="preserve"> إنّ أهل بيته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ساووه في خمسة أشياء</w:t>
      </w:r>
      <w:r w:rsidR="000B1C6C">
        <w:rPr>
          <w:rtl/>
        </w:rPr>
        <w:t>؛</w:t>
      </w:r>
      <w:r w:rsidRPr="000B1C6C">
        <w:rPr>
          <w:rtl/>
        </w:rPr>
        <w:t xml:space="preserve"> في الصلاة عليه وعليهم في التشهّد</w:t>
      </w:r>
      <w:r w:rsidR="000B1C6C">
        <w:rPr>
          <w:rtl/>
        </w:rPr>
        <w:t>،</w:t>
      </w:r>
      <w:r w:rsidRPr="000B1C6C">
        <w:rPr>
          <w:rtl/>
        </w:rPr>
        <w:t xml:space="preserve"> وفي السّلام</w:t>
      </w:r>
      <w:r w:rsidR="000B1C6C">
        <w:rPr>
          <w:rtl/>
        </w:rPr>
        <w:t>،</w:t>
      </w:r>
      <w:r w:rsidRPr="000B1C6C">
        <w:rPr>
          <w:rtl/>
        </w:rPr>
        <w:t xml:space="preserve"> يقال في التشهد</w:t>
      </w:r>
      <w:r w:rsidR="000B1C6C">
        <w:rPr>
          <w:rtl/>
        </w:rPr>
        <w:t>:</w:t>
      </w:r>
      <w:r w:rsidRPr="000B1C6C">
        <w:rPr>
          <w:rtl/>
        </w:rPr>
        <w:t xml:space="preserve"> السلام عليك أيها النبي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،</w:t>
      </w:r>
      <w:r w:rsidRPr="000B1C6C">
        <w:rPr>
          <w:rtl/>
        </w:rPr>
        <w:t xml:space="preserve"> وقال تعالى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FB26B1">
        <w:rPr>
          <w:rStyle w:val="libAlaemChar"/>
          <w:rFonts w:hint="cs"/>
          <w:rtl/>
        </w:rPr>
        <w:t>(</w:t>
      </w:r>
      <w:r w:rsidRPr="002D7A5A">
        <w:rPr>
          <w:rStyle w:val="libAieChar"/>
          <w:rFonts w:hint="cs"/>
          <w:rtl/>
        </w:rPr>
        <w:t>سَلاَمٌ عَلَى إِلْ يَاسِينَ</w:t>
      </w:r>
      <w:r w:rsidRPr="00FB26B1">
        <w:rPr>
          <w:rStyle w:val="libAlaemChar"/>
          <w:rFonts w:hint="cs"/>
          <w:rtl/>
        </w:rPr>
        <w:t>)</w:t>
      </w:r>
      <w:r w:rsidR="000B1C6C">
        <w:rPr>
          <w:rtl/>
        </w:rPr>
        <w:t>،</w:t>
      </w:r>
      <w:r w:rsidRPr="000B1C6C">
        <w:rPr>
          <w:rtl/>
        </w:rPr>
        <w:t xml:space="preserve"> وفي الطهارة</w:t>
      </w:r>
      <w:r w:rsidR="000B1C6C">
        <w:rPr>
          <w:rtl/>
        </w:rPr>
        <w:t>،</w:t>
      </w:r>
      <w:r w:rsidRPr="000B1C6C">
        <w:rPr>
          <w:rtl/>
        </w:rPr>
        <w:t xml:space="preserve"> قال تعالى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FB26B1">
        <w:rPr>
          <w:rStyle w:val="libAlaemChar"/>
          <w:rtl/>
        </w:rPr>
        <w:t>(</w:t>
      </w:r>
      <w:r w:rsidRPr="002D7A5A">
        <w:rPr>
          <w:rStyle w:val="libAieChar"/>
          <w:rtl/>
        </w:rPr>
        <w:t>طه</w:t>
      </w:r>
      <w:r w:rsidRPr="00FB26B1">
        <w:rPr>
          <w:rStyle w:val="libAlaemChar"/>
          <w:rtl/>
        </w:rPr>
        <w:t>)</w:t>
      </w:r>
      <w:r w:rsidR="000B1C6C" w:rsidRPr="000B1C6C">
        <w:rPr>
          <w:rtl/>
        </w:rPr>
        <w:t>،</w:t>
      </w:r>
      <w:r w:rsidRPr="000B1C6C">
        <w:rPr>
          <w:rtl/>
        </w:rPr>
        <w:t xml:space="preserve"> أي طاهر</w:t>
      </w:r>
      <w:r w:rsidR="000B1C6C">
        <w:rPr>
          <w:rtl/>
        </w:rPr>
        <w:t>،</w:t>
      </w:r>
      <w:r w:rsidRPr="000B1C6C">
        <w:rPr>
          <w:rtl/>
        </w:rPr>
        <w:t xml:space="preserve"> وقال تعالى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FB26B1">
        <w:rPr>
          <w:rStyle w:val="libAlaemChar"/>
          <w:rFonts w:hint="cs"/>
          <w:rtl/>
        </w:rPr>
        <w:t>(</w:t>
      </w:r>
      <w:r w:rsidRPr="002D7A5A">
        <w:rPr>
          <w:rStyle w:val="libAieChar"/>
          <w:rFonts w:hint="cs"/>
          <w:rtl/>
        </w:rPr>
        <w:t>وَيُطَهِّرَكُمْ تَطْهِيراً</w:t>
      </w:r>
      <w:r w:rsidRPr="00FB26B1">
        <w:rPr>
          <w:rStyle w:val="libAlaemChar"/>
          <w:rFonts w:hint="cs"/>
          <w:rtl/>
        </w:rPr>
        <w:t>)</w:t>
      </w:r>
      <w:r w:rsidR="000B1C6C">
        <w:rPr>
          <w:rtl/>
        </w:rPr>
        <w:t>،</w:t>
      </w:r>
      <w:r w:rsidRPr="000B1C6C">
        <w:rPr>
          <w:rtl/>
        </w:rPr>
        <w:t xml:space="preserve"> وفي تحريم الصدقة</w:t>
      </w:r>
      <w:r w:rsidR="000B1C6C">
        <w:rPr>
          <w:rtl/>
        </w:rPr>
        <w:t>،</w:t>
      </w:r>
      <w:r w:rsidRPr="000B1C6C">
        <w:rPr>
          <w:rtl/>
        </w:rPr>
        <w:t xml:space="preserve"> وفي المحبة</w:t>
      </w:r>
      <w:r w:rsidR="000B1C6C">
        <w:rPr>
          <w:rtl/>
        </w:rPr>
        <w:t>،</w:t>
      </w:r>
      <w:r w:rsidRPr="000B1C6C">
        <w:rPr>
          <w:rtl/>
        </w:rPr>
        <w:t xml:space="preserve"> قال تعالى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FB26B1">
        <w:rPr>
          <w:rStyle w:val="libAlaemChar"/>
          <w:rFonts w:hint="cs"/>
          <w:rtl/>
        </w:rPr>
        <w:t>(</w:t>
      </w:r>
      <w:r w:rsidRPr="002D7A5A">
        <w:rPr>
          <w:rStyle w:val="libAieChar"/>
          <w:rFonts w:hint="cs"/>
          <w:rtl/>
        </w:rPr>
        <w:t>فَاتَّبِعُونِي يُحْبِبْكُمْ اللَّهُ</w:t>
      </w:r>
      <w:r w:rsidRPr="00FB26B1">
        <w:rPr>
          <w:rStyle w:val="libAlaemChar"/>
          <w:rFonts w:hint="cs"/>
          <w:rtl/>
        </w:rPr>
        <w:t>)</w:t>
      </w:r>
      <w:r w:rsidR="000B1C6C">
        <w:rPr>
          <w:rStyle w:val="libAieChar"/>
          <w:rFonts w:hint="cs"/>
          <w:rtl/>
        </w:rPr>
        <w:t>،</w:t>
      </w:r>
      <w:r w:rsidRPr="000B1C6C">
        <w:rPr>
          <w:rtl/>
        </w:rPr>
        <w:t xml:space="preserve"> وقال تعالى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FB26B1">
        <w:rPr>
          <w:rStyle w:val="libAlaemChar"/>
          <w:rFonts w:hint="cs"/>
          <w:rtl/>
        </w:rPr>
        <w:t>(</w:t>
      </w:r>
      <w:r w:rsidRPr="002D7A5A">
        <w:rPr>
          <w:rStyle w:val="libAieChar"/>
          <w:rFonts w:hint="cs"/>
          <w:rtl/>
        </w:rPr>
        <w:t>قُلْ لاَ أَسْأَلُكُمْ عَلَيْهِ أَجْراً إِلاَّ الْمَوَدَّةَ فِي الْقُرْبَى</w:t>
      </w:r>
      <w:r w:rsidRPr="00FB26B1">
        <w:rPr>
          <w:rStyle w:val="libAlaemChar"/>
          <w:rFonts w:hint="cs"/>
          <w:rtl/>
        </w:rPr>
        <w:t>)</w:t>
      </w:r>
      <w:r w:rsidRPr="000B1C6C">
        <w:rPr>
          <w:rStyle w:val="libFootnotenumChar"/>
          <w:rtl/>
        </w:rPr>
        <w:t>(1)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وقال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أحبوا الله لما يغذوكم به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وأحبوني لحبِّ الله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وأحبوا أهل بيتي بحبي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وقال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لا يحبّنا أهل البيت إلاّ مؤمن تقي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ولا يبغضنا إلاّ منافق شقي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D44192" w:rsidRDefault="00D44192" w:rsidP="00D44192">
      <w:pPr>
        <w:pStyle w:val="libLine"/>
      </w:pPr>
      <w:r>
        <w:rPr>
          <w:rFonts w:hint="cs"/>
          <w:rtl/>
        </w:rPr>
        <w:t>____________________</w:t>
      </w:r>
    </w:p>
    <w:p w:rsidR="002D7A5A" w:rsidRPr="000B1C6C" w:rsidRDefault="002D7A5A" w:rsidP="00D44192">
      <w:pPr>
        <w:pStyle w:val="libFootnote"/>
      </w:pPr>
      <w:r w:rsidRPr="000B1C6C">
        <w:rPr>
          <w:rtl/>
        </w:rPr>
        <w:t xml:space="preserve">(1) </w:t>
      </w:r>
      <w:r>
        <w:rPr>
          <w:rtl/>
        </w:rPr>
        <w:t>سورة الشورى / 23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lastRenderedPageBreak/>
        <w:t xml:space="preserve">ولقد كان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يمرّ بباب فاطمة إذا خرج إلى صلاة الفجر</w:t>
      </w:r>
      <w:r w:rsidR="000B1C6C">
        <w:rPr>
          <w:rtl/>
        </w:rPr>
        <w:t>،</w:t>
      </w:r>
      <w:r w:rsidRPr="000B1C6C">
        <w:rPr>
          <w:rtl/>
        </w:rPr>
        <w:t xml:space="preserve"> ويقول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الصلاة يا أهل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البيت</w:t>
      </w:r>
      <w:r w:rsidR="000B1C6C">
        <w:rPr>
          <w:rStyle w:val="libBold2Char"/>
          <w:rtl/>
        </w:rPr>
        <w:t>،</w:t>
      </w:r>
      <w:r w:rsidRPr="000B1C6C">
        <w:rPr>
          <w:rtl/>
        </w:rPr>
        <w:t xml:space="preserve"> </w:t>
      </w:r>
      <w:r w:rsidRPr="002D7A5A">
        <w:rPr>
          <w:rStyle w:val="libAieChar"/>
          <w:rFonts w:hint="cs"/>
          <w:rtl/>
        </w:rPr>
        <w:t xml:space="preserve">إِنَّمَا يُرِيدُ اللَّهُ لِيُذْهِبَ عَنْكُمْ الرِّجْسَ أَهْلَ الْبَيْتِ وَيُطَهِّرَكُمْ تَطْهِيراً </w:t>
      </w:r>
      <w:r w:rsidRPr="002D7A5A">
        <w:rPr>
          <w:rStyle w:val="libBold2Char"/>
          <w:rFonts w:hint="cs"/>
          <w:rtl/>
        </w:rPr>
        <w:t>))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وقد قال علي </w:t>
      </w:r>
      <w:r w:rsidR="00FB26B1" w:rsidRPr="00FB26B1">
        <w:rPr>
          <w:rStyle w:val="libAlaemChar"/>
          <w:rtl/>
        </w:rPr>
        <w:t>عليه‌السلام</w:t>
      </w:r>
      <w:r w:rsidRPr="000B1C6C">
        <w:rPr>
          <w:rtl/>
        </w:rPr>
        <w:t xml:space="preserve"> في بعض خطبه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نحن شجرة النبوة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ومحط الرسالة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ومختلف الملائكة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ومعادن العلم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وينابيع الحكم</w:t>
      </w:r>
      <w:r w:rsidR="000B1C6C">
        <w:rPr>
          <w:rStyle w:val="libBold2Char"/>
          <w:rtl/>
        </w:rPr>
        <w:t>؛</w:t>
      </w:r>
      <w:r w:rsidRPr="002D7A5A">
        <w:rPr>
          <w:rStyle w:val="libBold2Char"/>
          <w:rtl/>
        </w:rPr>
        <w:t xml:space="preserve"> ناصرنا ومحبّنا ينتظر الرحمة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وعدوّنا ومبغضنا ينتظر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السطوة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>وإليك ما نظمه الشافعي محمّد بن إدريس (رحمه الله</w:t>
      </w:r>
      <w:r w:rsidRPr="000B1C6C">
        <w:rPr>
          <w:rtl/>
        </w:rPr>
        <w:t>)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يـا آل بـيت رسولِ الله حبكمُ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فرضٌ من الله في القرآن أنزلهُ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كـفاكمُ مـن عظيم الفخر أنّكمُ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مَن لم يصلِّ عليكم لا صلاة لهُ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Center"/>
      </w:pPr>
      <w:r w:rsidRPr="000B1C6C">
        <w:rPr>
          <w:rtl/>
        </w:rPr>
        <w:t>* * *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>وله أيضاً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همُ القوم مَن أصفاهم الودَّ مخلصاً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تمسّك في اُخراه بالسبب الأقوى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مـوالاتهمُ فـرضٌ وحبُّهم هدىً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مـحاسنهمْ تُحكى وآياتهم تُروى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0B1C6C">
      <w:pPr>
        <w:pStyle w:val="libNormal"/>
        <w:rPr>
          <w:rtl/>
        </w:rPr>
      </w:pPr>
      <w:r>
        <w:rPr>
          <w:rtl/>
        </w:rPr>
        <w:t>وله أيضاً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يا راكباً قفْ بالمحصبِّ من منى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واهتف بساكنِ خيفها والناهضِ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Default="002D7A5A" w:rsidP="002D7A5A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lastRenderedPageBreak/>
              <w:t>سحراً إذا فاض الحجيجُ إلى منى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فـيضاً كملتطم الفراتِ الفائضِ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إنْ كـان رفـضاً حبُّ آل محمّدٍ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فـليشهد الـثقلان أنّي رافضي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Center"/>
      </w:pPr>
      <w:r w:rsidRPr="000B1C6C">
        <w:rPr>
          <w:rtl/>
        </w:rPr>
        <w:t>* * *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>ولزبينا بن إسحاق النصراني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Center"/>
      </w:pPr>
      <w:r w:rsidRPr="000B1C6C">
        <w:rPr>
          <w:rtl/>
        </w:rPr>
        <w:t>* * *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وهذا ابن عباس حبر الاُمّة</w:t>
      </w:r>
      <w:r w:rsidR="000B1C6C">
        <w:rPr>
          <w:rtl/>
        </w:rPr>
        <w:t>،</w:t>
      </w:r>
      <w:r w:rsidR="00FB26B1">
        <w:rPr>
          <w:rtl/>
        </w:rPr>
        <w:t xml:space="preserve"> جاء من طريقه أنه لم</w:t>
      </w:r>
      <w:r w:rsidRPr="000B1C6C">
        <w:rPr>
          <w:rtl/>
        </w:rPr>
        <w:t>ا نزل قوله تعالى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FB26B1">
        <w:rPr>
          <w:rStyle w:val="libAlaemChar"/>
          <w:rFonts w:hint="cs"/>
          <w:rtl/>
        </w:rPr>
        <w:t>(</w:t>
      </w:r>
      <w:r w:rsidRPr="002D7A5A">
        <w:rPr>
          <w:rStyle w:val="libAieChar"/>
          <w:rFonts w:hint="cs"/>
          <w:rtl/>
        </w:rPr>
        <w:t>قُلْ لاَ أَسْأَلُكُمْ عَلَيْهِ أَجْراً إِلاَّ الْمَوَدَّةَ فِي الْقُرْبَى</w:t>
      </w:r>
      <w:r w:rsidRPr="00FB26B1">
        <w:rPr>
          <w:rStyle w:val="libAlaemChar"/>
          <w:rFonts w:hint="cs"/>
          <w:rtl/>
        </w:rPr>
        <w:t>)</w:t>
      </w:r>
      <w:r w:rsidR="000B1C6C" w:rsidRPr="00D44192">
        <w:rPr>
          <w:rFonts w:hint="cs"/>
          <w:rtl/>
        </w:rPr>
        <w:t>،</w:t>
      </w:r>
      <w:r w:rsidRPr="000B1C6C">
        <w:rPr>
          <w:rtl/>
        </w:rPr>
        <w:t xml:space="preserve"> قالوا</w:t>
      </w:r>
      <w:r w:rsidR="000B1C6C">
        <w:rPr>
          <w:rtl/>
        </w:rPr>
        <w:t>:</w:t>
      </w:r>
      <w:r w:rsidRPr="000B1C6C">
        <w:rPr>
          <w:rtl/>
        </w:rPr>
        <w:t xml:space="preserve"> يا رسول الله</w:t>
      </w:r>
      <w:r w:rsidR="000B1C6C">
        <w:rPr>
          <w:rtl/>
        </w:rPr>
        <w:t>،</w:t>
      </w:r>
      <w:r w:rsidRPr="000B1C6C">
        <w:rPr>
          <w:rtl/>
        </w:rPr>
        <w:t xml:space="preserve"> مَن قرابتك هؤلاء الذين وجبت علينا مودتهم</w:t>
      </w:r>
      <w:r w:rsidR="000B1C6C">
        <w:rPr>
          <w:rtl/>
        </w:rPr>
        <w:t>؟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قال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عليٌّ وفاطمة وابناهما</w:t>
      </w:r>
      <w:r w:rsidRPr="000B1C6C">
        <w:rPr>
          <w:rStyle w:val="libBold2Char"/>
          <w:rtl/>
        </w:rPr>
        <w:t xml:space="preserve"> ))</w:t>
      </w:r>
      <w:r w:rsidR="000B1C6C">
        <w:rPr>
          <w:rStyle w:val="libBold2Char"/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وقد قال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:</w:t>
      </w:r>
      <w:r w:rsidRPr="000B1C6C">
        <w:rPr>
          <w:rStyle w:val="libBold2Char"/>
          <w:rtl/>
        </w:rPr>
        <w:t xml:space="preserve"> (( </w:t>
      </w:r>
      <w:r w:rsidRPr="002D7A5A">
        <w:rPr>
          <w:rStyle w:val="libBold2Char"/>
          <w:rtl/>
        </w:rPr>
        <w:t>إنّ الله جعل أجري عليكم المودة في أهل بيتي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وإنّي سائلكم غداً عنهم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وقال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الزموا</w:t>
      </w:r>
      <w:r w:rsidRPr="000B1C6C">
        <w:rPr>
          <w:rStyle w:val="libBold2Char"/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 w:rsidRPr="002D7A5A">
        <w:rPr>
          <w:rStyle w:val="libBold2Char"/>
          <w:rtl/>
        </w:rPr>
        <w:lastRenderedPageBreak/>
        <w:t>مودتنا أهل البيت</w:t>
      </w:r>
      <w:r w:rsidR="000B1C6C">
        <w:rPr>
          <w:rStyle w:val="libBold2Char"/>
          <w:rtl/>
        </w:rPr>
        <w:t>؛</w:t>
      </w:r>
      <w:r w:rsidRPr="002D7A5A">
        <w:rPr>
          <w:rStyle w:val="libBold2Char"/>
          <w:rtl/>
        </w:rPr>
        <w:t xml:space="preserve"> فإنّه مَن لقي الله (عزّ وجلّ) وهو يودّنا دخل الجنة بشفاعتنا</w:t>
      </w:r>
      <w:r w:rsidR="000B1C6C">
        <w:rPr>
          <w:rStyle w:val="libBold2Char"/>
          <w:rtl/>
        </w:rPr>
        <w:t>.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والذي نفسي بيده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لا ينفع عبداً عمله إلاّ بمعرفة حقّنا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>وللشيخ محي الدين بن عربي (قدّس سره</w:t>
      </w:r>
      <w:r w:rsidRPr="000B1C6C">
        <w:rPr>
          <w:rtl/>
        </w:rPr>
        <w:t>)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رأيـت ولائـي آلَ طـه فريضةً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على رغمِ أهل البُعد يورثني القُربا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فما طلب المبعوث أجراً على الهدى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بـتبليغه إلاّ الـمودة فـي القربى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0B1C6C">
      <w:pPr>
        <w:pStyle w:val="libCenter"/>
      </w:pPr>
      <w:r w:rsidRPr="000B1C6C">
        <w:rPr>
          <w:rtl/>
        </w:rPr>
        <w:t>* * *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>والحديث المأثور ذكره أرباب الحديث والصحاح</w:t>
      </w:r>
      <w:r w:rsidR="000B1C6C">
        <w:rPr>
          <w:rtl/>
        </w:rPr>
        <w:t>،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مَن حفظني في أهل بيتي فقد اتّخذ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عند الله عهداً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وقال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استوصوا بأهل بيتي خيراً</w:t>
      </w:r>
      <w:r w:rsidR="000B1C6C">
        <w:rPr>
          <w:rStyle w:val="libBold2Char"/>
          <w:rtl/>
        </w:rPr>
        <w:t>؛</w:t>
      </w:r>
      <w:r w:rsidRPr="002D7A5A">
        <w:rPr>
          <w:rStyle w:val="libBold2Char"/>
          <w:rtl/>
        </w:rPr>
        <w:t xml:space="preserve"> فإني اُخاصمكم عنهم غداً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ومَن أكن خصمه أخصمه</w:t>
      </w:r>
      <w:r w:rsidR="000B1C6C">
        <w:rPr>
          <w:rStyle w:val="libBold2Char"/>
          <w:rtl/>
        </w:rPr>
        <w:t>،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ومَن أخصمه دخل النار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هؤلاء هم آل رسول الله الذين وجبت على الناس محبتهم وولاؤهم والصلاة عليهم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كان جابر بن عبد الله الأنصاري (رحمه الله) يقول</w:t>
      </w:r>
      <w:r w:rsidR="000B1C6C">
        <w:rPr>
          <w:rtl/>
        </w:rPr>
        <w:t>:</w:t>
      </w:r>
      <w:r>
        <w:rPr>
          <w:rtl/>
        </w:rPr>
        <w:t xml:space="preserve"> لو صلّيت صلاةً لم</w:t>
      </w:r>
      <w:r w:rsidRPr="000B1C6C">
        <w:rPr>
          <w:rtl/>
        </w:rPr>
        <w:t xml:space="preserve"> </w:t>
      </w:r>
      <w:r>
        <w:rPr>
          <w:rtl/>
        </w:rPr>
        <w:t>اُصلِّ فيها على</w:t>
      </w:r>
      <w:r w:rsidRPr="000B1C6C">
        <w:rPr>
          <w:rtl/>
        </w:rPr>
        <w:t xml:space="preserve"> </w:t>
      </w:r>
      <w:r>
        <w:rPr>
          <w:rtl/>
        </w:rPr>
        <w:t>محمّد وعلى آل محمّد ما رأيت أنها تُقبل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Pr="000B1C6C" w:rsidRDefault="002D7A5A" w:rsidP="000B1C6C">
      <w:pPr>
        <w:pStyle w:val="libNormal"/>
      </w:pPr>
      <w:r w:rsidRPr="000B1C6C">
        <w:rPr>
          <w:rtl/>
        </w:rPr>
        <w:t xml:space="preserve">وقد سُئل رسول الله </w:t>
      </w:r>
      <w:r w:rsidR="00FB26B1" w:rsidRPr="00FB26B1">
        <w:rPr>
          <w:rStyle w:val="libAlaemChar"/>
          <w:rtl/>
        </w:rPr>
        <w:t>صلى‌الله‌عليه‌وآله</w:t>
      </w:r>
      <w:r w:rsidRPr="000B1C6C">
        <w:rPr>
          <w:rtl/>
        </w:rPr>
        <w:t xml:space="preserve"> كيف الصلاة على أهل البيت</w:t>
      </w:r>
      <w:r w:rsidR="000B1C6C">
        <w:rPr>
          <w:rtl/>
        </w:rPr>
        <w:t>،</w:t>
      </w:r>
      <w:r w:rsidRPr="000B1C6C">
        <w:rPr>
          <w:rtl/>
        </w:rPr>
        <w:t xml:space="preserve"> قال </w:t>
      </w:r>
      <w:r w:rsidR="00FB26B1" w:rsidRPr="00FB26B1">
        <w:rPr>
          <w:rStyle w:val="libAlaemChar"/>
          <w:rtl/>
        </w:rPr>
        <w:t>صلى‌الله‌عليه‌وآله</w:t>
      </w:r>
      <w:r w:rsidR="000B1C6C">
        <w:rPr>
          <w:rtl/>
        </w:rPr>
        <w:t>:</w:t>
      </w:r>
      <w:r w:rsidRPr="000B1C6C">
        <w:rPr>
          <w:rtl/>
        </w:rPr>
        <w:t xml:space="preserve"> </w:t>
      </w:r>
      <w:r w:rsidRPr="000B1C6C">
        <w:rPr>
          <w:rStyle w:val="libBold2Char"/>
          <w:rtl/>
        </w:rPr>
        <w:t xml:space="preserve">(( </w:t>
      </w:r>
      <w:r w:rsidRPr="002D7A5A">
        <w:rPr>
          <w:rStyle w:val="libBold2Char"/>
          <w:rtl/>
        </w:rPr>
        <w:t>قولوا</w:t>
      </w:r>
      <w:r w:rsidR="000B1C6C">
        <w:rPr>
          <w:rStyle w:val="libBold2Char"/>
          <w:rtl/>
        </w:rPr>
        <w:t>:</w:t>
      </w:r>
      <w:r w:rsidRPr="002D7A5A">
        <w:rPr>
          <w:rStyle w:val="libBold2Char"/>
          <w:rtl/>
        </w:rPr>
        <w:t xml:space="preserve"> اللهمَّ صلِّ على محمّد وعلى آل محمّد كما صلّيت على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إبراهيم وآل</w:t>
      </w:r>
      <w:r w:rsidRPr="000B1C6C">
        <w:rPr>
          <w:rStyle w:val="libBold2Char"/>
          <w:rtl/>
        </w:rPr>
        <w:t xml:space="preserve"> </w:t>
      </w:r>
      <w:r w:rsidRPr="002D7A5A">
        <w:rPr>
          <w:rStyle w:val="libBold2Char"/>
          <w:rtl/>
        </w:rPr>
        <w:t>إبراهيم إنّك حميد مجيد</w:t>
      </w:r>
      <w:r w:rsidR="000B1C6C">
        <w:rPr>
          <w:rStyle w:val="libBold2Char"/>
          <w:rtl/>
        </w:rPr>
        <w:t>،</w:t>
      </w:r>
      <w:r w:rsidRPr="002D7A5A">
        <w:rPr>
          <w:rStyle w:val="libBold2Char"/>
          <w:rtl/>
        </w:rPr>
        <w:t xml:space="preserve"> وبارك على محمّد وعلى آل</w:t>
      </w:r>
      <w:r w:rsidRPr="000B1C6C">
        <w:rPr>
          <w:rStyle w:val="libBold2Char"/>
          <w:rtl/>
        </w:rPr>
        <w:t xml:space="preserve"> </w:t>
      </w:r>
    </w:p>
    <w:p w:rsidR="002D7A5A" w:rsidRPr="000B1C6C" w:rsidRDefault="002D7A5A" w:rsidP="002D7A5A">
      <w:pPr>
        <w:pStyle w:val="libNormal"/>
      </w:pPr>
      <w:r>
        <w:rPr>
          <w:rtl/>
        </w:rPr>
        <w:br w:type="page"/>
      </w:r>
    </w:p>
    <w:p w:rsidR="002D7A5A" w:rsidRPr="000B1C6C" w:rsidRDefault="002D7A5A" w:rsidP="00D44192">
      <w:pPr>
        <w:pStyle w:val="libNormal0"/>
      </w:pPr>
      <w:r w:rsidRPr="002D7A5A">
        <w:rPr>
          <w:rStyle w:val="libBold2Char"/>
          <w:rtl/>
        </w:rPr>
        <w:lastRenderedPageBreak/>
        <w:t>محمّد كما باركت على إبراهيم وعلى آل إبراهيم إنك حميد مجيد</w:t>
      </w:r>
      <w:r w:rsidRPr="000B1C6C">
        <w:rPr>
          <w:rStyle w:val="libBold2Char"/>
          <w:rtl/>
        </w:rPr>
        <w:t xml:space="preserve"> ))</w:t>
      </w:r>
      <w:r w:rsidR="000B1C6C">
        <w:rPr>
          <w:rtl/>
        </w:rPr>
        <w:t>.</w:t>
      </w:r>
    </w:p>
    <w:p w:rsidR="002D7A5A" w:rsidRPr="000B1C6C" w:rsidRDefault="002D7A5A" w:rsidP="000B1C6C">
      <w:pPr>
        <w:pStyle w:val="libNormal"/>
      </w:pPr>
      <w:r>
        <w:rPr>
          <w:rtl/>
        </w:rPr>
        <w:t>فسلام الله على آل</w:t>
      </w:r>
      <w:r w:rsidRPr="000B1C6C">
        <w:rPr>
          <w:rtl/>
        </w:rPr>
        <w:t xml:space="preserve"> </w:t>
      </w:r>
      <w:r>
        <w:rPr>
          <w:rtl/>
        </w:rPr>
        <w:t>رسول الله الطيّبين الطاهرين</w:t>
      </w:r>
      <w:r w:rsidR="000B1C6C">
        <w:rPr>
          <w:rtl/>
        </w:rPr>
        <w:t>،</w:t>
      </w:r>
      <w:r>
        <w:rPr>
          <w:rtl/>
        </w:rPr>
        <w:t xml:space="preserve"> وسلام الله على عقيلة آل النبي الأمين</w:t>
      </w:r>
      <w:r w:rsidR="000B1C6C">
        <w:rPr>
          <w:rtl/>
        </w:rPr>
        <w:t>،</w:t>
      </w:r>
      <w:r>
        <w:rPr>
          <w:rtl/>
        </w:rPr>
        <w:t xml:space="preserve"> وابنة علي بن</w:t>
      </w:r>
      <w:r w:rsidRPr="000B1C6C">
        <w:rPr>
          <w:rtl/>
        </w:rPr>
        <w:t xml:space="preserve"> </w:t>
      </w:r>
      <w:r>
        <w:rPr>
          <w:rtl/>
        </w:rPr>
        <w:t xml:space="preserve">أبي طالب </w:t>
      </w:r>
      <w:r w:rsidR="00FB26B1" w:rsidRPr="00FB26B1">
        <w:rPr>
          <w:rStyle w:val="libAlaemChar"/>
          <w:rtl/>
        </w:rPr>
        <w:t>عليه‌السلام</w:t>
      </w:r>
      <w:r>
        <w:rPr>
          <w:rtl/>
        </w:rPr>
        <w:t xml:space="preserve"> أمير المؤمنين</w:t>
      </w:r>
      <w:r w:rsidR="000B1C6C">
        <w:rPr>
          <w:rtl/>
        </w:rPr>
        <w:t>،</w:t>
      </w:r>
      <w:r>
        <w:rPr>
          <w:rtl/>
        </w:rPr>
        <w:t xml:space="preserve"> زينب الكبرى ورحمة الله وبركاته</w:t>
      </w:r>
      <w:r w:rsidR="000B1C6C">
        <w:rPr>
          <w:rtl/>
        </w:rPr>
        <w:t>.</w:t>
      </w:r>
      <w:r w:rsidRPr="000B1C6C">
        <w:rPr>
          <w:rtl/>
        </w:rPr>
        <w:t xml:space="preserve"> </w:t>
      </w:r>
    </w:p>
    <w:p w:rsidR="002D7A5A" w:rsidRDefault="002D7A5A" w:rsidP="000B1C6C">
      <w:pPr>
        <w:pStyle w:val="libNormal"/>
        <w:rPr>
          <w:rtl/>
        </w:rPr>
      </w:pPr>
      <w:r>
        <w:rPr>
          <w:rtl/>
        </w:rPr>
        <w:t xml:space="preserve">تاريخ الباب الذهبي لحرم العقيلة زينب الكبرى </w:t>
      </w:r>
      <w:r w:rsidR="00FB26B1" w:rsidRPr="00FB26B1">
        <w:rPr>
          <w:rStyle w:val="libAlaemChar"/>
          <w:rtl/>
        </w:rPr>
        <w:t>عليها‌السلام</w:t>
      </w:r>
      <w:r w:rsidRPr="000B1C6C">
        <w:rPr>
          <w:rtl/>
        </w:rPr>
        <w:t xml:space="preserve"> </w:t>
      </w:r>
    </w:p>
    <w:tbl>
      <w:tblPr>
        <w:bidiVisual/>
        <w:tblW w:w="4782" w:type="pct"/>
        <w:tblInd w:w="249" w:type="dxa"/>
        <w:tblLook w:val="04A0"/>
      </w:tblPr>
      <w:tblGrid>
        <w:gridCol w:w="3535"/>
        <w:gridCol w:w="272"/>
        <w:gridCol w:w="3856"/>
      </w:tblGrid>
      <w:tr w:rsidR="00A91FEA" w:rsidRPr="006A238B" w:rsidTr="00881F1D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حرمُ العقيلة زينبٍ حرمُ الهدى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بـفنائهِ زمـرُ الملائك عكّفُ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  <w:tr w:rsidR="00A91FEA" w:rsidRPr="006A238B" w:rsidTr="00A91FEA">
        <w:trPr>
          <w:trHeight w:val="350"/>
        </w:trPr>
        <w:tc>
          <w:tcPr>
            <w:tcW w:w="3535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والـناسُ تـلثم منه عتبةَ بابِه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91FEA" w:rsidRDefault="00A91FEA" w:rsidP="00881F1D">
            <w:pPr>
              <w:pStyle w:val="libPoem"/>
              <w:rPr>
                <w:rtl/>
              </w:rPr>
            </w:pPr>
          </w:p>
        </w:tc>
        <w:tc>
          <w:tcPr>
            <w:tcW w:w="3856" w:type="dxa"/>
          </w:tcPr>
          <w:p w:rsidR="00A91FEA" w:rsidRPr="006A238B" w:rsidRDefault="00A91FEA" w:rsidP="00881F1D">
            <w:pPr>
              <w:pStyle w:val="libPoem"/>
            </w:pPr>
            <w:r w:rsidRPr="006A238B">
              <w:rPr>
                <w:rFonts w:hint="cs"/>
                <w:rtl/>
              </w:rPr>
              <w:t>وجميعهم أرّخ « به تتشرفُ »</w:t>
            </w:r>
            <w:r w:rsidRPr="00A91FEA">
              <w:rPr>
                <w:rStyle w:val="libPoemTiniChar0"/>
                <w:rtl/>
              </w:rPr>
              <w:br/>
              <w:t> </w:t>
            </w:r>
          </w:p>
        </w:tc>
      </w:tr>
    </w:tbl>
    <w:p w:rsidR="002D7A5A" w:rsidRPr="000B1C6C" w:rsidRDefault="002D7A5A" w:rsidP="00D44192">
      <w:pPr>
        <w:pStyle w:val="libLeftBold"/>
      </w:pPr>
      <w:r>
        <w:rPr>
          <w:rtl/>
        </w:rPr>
        <w:t>الكاظمية</w:t>
      </w:r>
      <w:r w:rsidR="00E66C4D">
        <w:rPr>
          <w:rtl/>
        </w:rPr>
        <w:t xml:space="preserve"> - </w:t>
      </w:r>
      <w:r>
        <w:rPr>
          <w:rtl/>
        </w:rPr>
        <w:t>علي الهاشمي الخطيب</w:t>
      </w:r>
    </w:p>
    <w:p w:rsidR="00CC3DBC" w:rsidRDefault="002D7A5A" w:rsidP="002D7A5A">
      <w:pPr>
        <w:pStyle w:val="libCenterBold2"/>
        <w:rPr>
          <w:rtl/>
        </w:rPr>
      </w:pPr>
      <w:r>
        <w:rPr>
          <w:rtl/>
        </w:rPr>
        <w:t>والحمد لله ربِّ العالمين</w:t>
      </w:r>
      <w:r w:rsidRPr="000B1C6C">
        <w:rPr>
          <w:rtl/>
        </w:rPr>
        <w:t xml:space="preserve"> </w:t>
      </w:r>
      <w:r>
        <w:rPr>
          <w:rtl/>
        </w:rPr>
        <w:t>والصلاة والسّلام على محمّد وآله الطاهرين</w:t>
      </w:r>
    </w:p>
    <w:p w:rsidR="00CC3DBC" w:rsidRPr="00CC3DBC" w:rsidRDefault="00CC3DBC" w:rsidP="00CC3DBC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 w:val="0"/>
          <w:bCs w:val="0"/>
          <w:rtl/>
        </w:rPr>
        <w:id w:val="2410793"/>
        <w:docPartObj>
          <w:docPartGallery w:val="Table of Contents"/>
          <w:docPartUnique/>
        </w:docPartObj>
      </w:sdtPr>
      <w:sdtContent>
        <w:p w:rsidR="00CC3DBC" w:rsidRDefault="00CC3DBC" w:rsidP="00CC3DBC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CC3DBC" w:rsidRDefault="00072E29" w:rsidP="00CC3DBC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 w:rsidRPr="00072E29">
            <w:fldChar w:fldCharType="begin"/>
          </w:r>
          <w:r w:rsidR="00CC3DBC">
            <w:instrText xml:space="preserve"> TOC \o "1-3" \h \z \u </w:instrText>
          </w:r>
          <w:r w:rsidRPr="00072E29">
            <w:fldChar w:fldCharType="separate"/>
          </w:r>
          <w:hyperlink w:anchor="_Toc387220684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عقيلة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بني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هاشم</w:t>
            </w:r>
            <w:r w:rsidR="00CC3DBC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387220685" w:history="1">
            <w:r w:rsidR="00CC3DBC">
              <w:rPr>
                <w:rStyle w:val="Hyperlink"/>
                <w:rFonts w:hint="cs"/>
                <w:noProof/>
                <w:rtl/>
              </w:rPr>
              <w:t>(ز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ينب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الكبرى</w:t>
            </w:r>
            <w:r w:rsidR="00CC3DBC">
              <w:rPr>
                <w:rStyle w:val="Hyperlink"/>
                <w:rFonts w:hint="cs"/>
                <w:noProof/>
                <w:rtl/>
              </w:rPr>
              <w:t>)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Toc387220685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686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ولادتها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Toc387220686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687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تسميتها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وكنيتها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Toc387220687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688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أبوها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Toc387220688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689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اُمّها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Toc387220689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690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نشأتها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Toc387220690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691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شرف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نسبها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وفضلها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Toc387220691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692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عبادتها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Toc387220692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13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693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تهجّدها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وأدعيتها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Toc387220693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694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من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غُررِ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كلامها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Toc387220694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695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خطبتها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في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الكوفة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Toc387220695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20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696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كلامها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مع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ابن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زياد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Toc387220696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23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697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خطبتها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في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مجلس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يزيد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Toc387220697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24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698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جوابها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ليزيد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في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مجلسه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Toc387220698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29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699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تزويجها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Toc387220699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31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700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زوجها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Toc387220700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32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701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وفاته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Toc387220701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36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702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أولاده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وأولادها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Toc387220702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36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703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أسفارها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Toc387220703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43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704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بعض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ما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قيل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فيها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شعراً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Toc387220704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45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705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تيهي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جلالاً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يا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بقاع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الراوية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Toc387220705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47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706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كلمة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الاُستاذ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الكبير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أحمد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فهمي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محمّد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المصري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وشعره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Toc387220706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707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زينب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بنت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علي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cs="Rafed Alaem" w:hint="eastAsia"/>
                <w:noProof/>
                <w:rtl/>
              </w:rPr>
              <w:t>عليهما‌السلام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Toc387220707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708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تحقيق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حول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مشهدها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الشريف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في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الشام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أو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في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مصر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Toc387220708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64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CC3DBC" w:rsidRDefault="00072E2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7220709" w:history="1">
            <w:r w:rsidR="00CC3DBC" w:rsidRPr="00A2149E">
              <w:rPr>
                <w:rStyle w:val="Hyperlink"/>
                <w:rFonts w:hint="eastAsia"/>
                <w:noProof/>
                <w:rtl/>
              </w:rPr>
              <w:t>موالاة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آل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hint="eastAsia"/>
                <w:noProof/>
                <w:rtl/>
              </w:rPr>
              <w:t>البيت</w:t>
            </w:r>
            <w:r w:rsidR="00CC3DBC" w:rsidRPr="00A2149E">
              <w:rPr>
                <w:rStyle w:val="Hyperlink"/>
                <w:noProof/>
                <w:rtl/>
              </w:rPr>
              <w:t xml:space="preserve"> </w:t>
            </w:r>
            <w:r w:rsidR="00CC3DBC" w:rsidRPr="00A2149E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CC3DBC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 w:rsidR="00CC3DBC">
              <w:rPr>
                <w:noProof/>
                <w:webHidden/>
              </w:rPr>
              <w:instrText>PAGEREF</w:instrText>
            </w:r>
            <w:r w:rsidR="00CC3DBC">
              <w:rPr>
                <w:noProof/>
                <w:webHidden/>
                <w:rtl/>
              </w:rPr>
              <w:instrText xml:space="preserve"> _</w:instrText>
            </w:r>
            <w:r w:rsidR="00CC3DBC">
              <w:rPr>
                <w:noProof/>
                <w:webHidden/>
              </w:rPr>
              <w:instrText>Toc387220709 \h</w:instrText>
            </w:r>
            <w:r w:rsidR="00CC3DBC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E66C4D">
              <w:rPr>
                <w:noProof/>
                <w:webHidden/>
                <w:rtl/>
              </w:rPr>
              <w:t>72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171D4" w:rsidRPr="00276F64" w:rsidRDefault="00072E29" w:rsidP="00CC3DBC">
          <w:pPr>
            <w:pStyle w:val="libNormal"/>
            <w:rPr>
              <w:rtl/>
            </w:rPr>
          </w:pPr>
          <w:r>
            <w:fldChar w:fldCharType="end"/>
          </w:r>
        </w:p>
      </w:sdtContent>
    </w:sdt>
    <w:sectPr w:rsidR="00B171D4" w:rsidRPr="00276F64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203" w:rsidRDefault="006A5203">
      <w:r>
        <w:separator/>
      </w:r>
    </w:p>
  </w:endnote>
  <w:endnote w:type="continuationSeparator" w:id="0">
    <w:p w:rsidR="006A5203" w:rsidRDefault="006A5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3D" w:rsidRPr="000B1C6C" w:rsidRDefault="00072E29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FF6D3D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E66C4D">
      <w:rPr>
        <w:rFonts w:ascii="Traditional Arabic" w:hAnsi="Traditional Arabic"/>
        <w:noProof/>
        <w:sz w:val="28"/>
        <w:szCs w:val="28"/>
        <w:rtl/>
      </w:rPr>
      <w:t>78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3D" w:rsidRPr="000B1C6C" w:rsidRDefault="00072E29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FF6D3D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E66C4D">
      <w:rPr>
        <w:rFonts w:ascii="Traditional Arabic" w:hAnsi="Traditional Arabic"/>
        <w:noProof/>
        <w:sz w:val="28"/>
        <w:szCs w:val="28"/>
        <w:rtl/>
      </w:rPr>
      <w:t>77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3D" w:rsidRPr="000B1C6C" w:rsidRDefault="00072E29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FF6D3D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E66C4D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203" w:rsidRDefault="006A5203">
      <w:r>
        <w:separator/>
      </w:r>
    </w:p>
  </w:footnote>
  <w:footnote w:type="continuationSeparator" w:id="0">
    <w:p w:rsidR="006A5203" w:rsidRDefault="006A52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B1C6C"/>
    <w:rsid w:val="00005A19"/>
    <w:rsid w:val="00024DBC"/>
    <w:rsid w:val="000267FE"/>
    <w:rsid w:val="00034DB7"/>
    <w:rsid w:val="00040798"/>
    <w:rsid w:val="00040D40"/>
    <w:rsid w:val="00042F45"/>
    <w:rsid w:val="00043023"/>
    <w:rsid w:val="00054406"/>
    <w:rsid w:val="0006216A"/>
    <w:rsid w:val="00066C43"/>
    <w:rsid w:val="00067F84"/>
    <w:rsid w:val="00071C97"/>
    <w:rsid w:val="00072E29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1C6C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657EF"/>
    <w:rsid w:val="001712E1"/>
    <w:rsid w:val="001767EE"/>
    <w:rsid w:val="00182258"/>
    <w:rsid w:val="00182CD3"/>
    <w:rsid w:val="0018664D"/>
    <w:rsid w:val="00187017"/>
    <w:rsid w:val="00187246"/>
    <w:rsid w:val="001937F7"/>
    <w:rsid w:val="00193E3D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41D82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D7A5A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1A2A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03315"/>
    <w:rsid w:val="00511B0E"/>
    <w:rsid w:val="00514000"/>
    <w:rsid w:val="005219CD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4EDB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5285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238B"/>
    <w:rsid w:val="006A5203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93F79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1FEA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B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3DBC"/>
    <w:rsid w:val="00CC546F"/>
    <w:rsid w:val="00CD72D4"/>
    <w:rsid w:val="00CE30CD"/>
    <w:rsid w:val="00CE6055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4192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7638E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66C4D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26B1"/>
    <w:rsid w:val="00FB329A"/>
    <w:rsid w:val="00FB3EBB"/>
    <w:rsid w:val="00FB5C01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  <w:rsid w:val="00FF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7A5A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paragraph" w:styleId="Heading6">
    <w:name w:val="heading 6"/>
    <w:basedOn w:val="Normal"/>
    <w:next w:val="Normal"/>
    <w:link w:val="Heading6Char"/>
    <w:rsid w:val="002D7A5A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Heading6Char">
    <w:name w:val="Heading 6 Char"/>
    <w:basedOn w:val="DefaultParagraphFont"/>
    <w:link w:val="Heading6"/>
    <w:rsid w:val="002D7A5A"/>
    <w:rPr>
      <w:rFonts w:eastAsia="Calibri"/>
      <w:b/>
      <w:bCs/>
      <w:sz w:val="22"/>
      <w:szCs w:val="22"/>
      <w:lang w:bidi="ar-SA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A238B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6A238B"/>
    <w:rPr>
      <w:rFonts w:cs="Traditional Arabic"/>
      <w:color w:val="000000"/>
      <w:sz w:val="24"/>
      <w:szCs w:val="32"/>
      <w:lang w:bidi="ar-SA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paragraph" w:styleId="BalloonText">
    <w:name w:val="Balloon Text"/>
    <w:basedOn w:val="Normal"/>
    <w:link w:val="BalloonTextChar"/>
    <w:uiPriority w:val="99"/>
    <w:rsid w:val="00CC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C3DBC"/>
    <w:rPr>
      <w:rFonts w:ascii="Tahoma" w:eastAsia="Calibri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0B93F-E219-4798-A294-56C9C8010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131</TotalTime>
  <Pages>78</Pages>
  <Words>10076</Words>
  <Characters>57439</Characters>
  <Application>Microsoft Office Word</Application>
  <DocSecurity>0</DocSecurity>
  <Lines>478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Erfan</dc:creator>
  <cp:lastModifiedBy>B4</cp:lastModifiedBy>
  <cp:revision>13</cp:revision>
  <cp:lastPrinted>2014-05-07T05:40:00Z</cp:lastPrinted>
  <dcterms:created xsi:type="dcterms:W3CDTF">2014-04-25T16:19:00Z</dcterms:created>
  <dcterms:modified xsi:type="dcterms:W3CDTF">2015-07-14T08:02:00Z</dcterms:modified>
</cp:coreProperties>
</file>