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4D17" w:rsidRPr="00C00C6E" w:rsidRDefault="00F04D17" w:rsidP="00F04D17">
      <w:pPr>
        <w:pStyle w:val="libCenterBold1"/>
      </w:pPr>
      <w:r w:rsidRPr="00C00C6E">
        <w:rPr>
          <w:rtl/>
        </w:rPr>
        <w:t>خلاصة الاقوال</w:t>
      </w:r>
    </w:p>
    <w:p w:rsidR="00F04D17" w:rsidRPr="00F04D17" w:rsidRDefault="00F04D17" w:rsidP="00F04D17">
      <w:pPr>
        <w:pStyle w:val="libCenterBold1"/>
        <w:rPr>
          <w:rtl/>
        </w:rPr>
      </w:pPr>
      <w:r w:rsidRPr="00C00C6E">
        <w:rPr>
          <w:rtl/>
        </w:rPr>
        <w:t>رجال العلامة الحلى</w:t>
      </w:r>
    </w:p>
    <w:p w:rsidR="00F04D17" w:rsidRPr="00F04D17" w:rsidRDefault="00F04D17" w:rsidP="00F04D17">
      <w:pPr>
        <w:pStyle w:val="libCenterBold1"/>
        <w:rPr>
          <w:rtl/>
        </w:rPr>
      </w:pPr>
      <w:r w:rsidRPr="00C00C6E">
        <w:rPr>
          <w:rtl/>
        </w:rPr>
        <w:t>تأليف الحسن بن يوسف بن علي بن المطهر الحلي المعروف بالعلامة</w:t>
      </w:r>
    </w:p>
    <w:p w:rsidR="00F04D17" w:rsidRDefault="00F04D17" w:rsidP="00F04D17">
      <w:pPr>
        <w:pStyle w:val="libCenterBold2"/>
        <w:rPr>
          <w:rtl/>
        </w:rPr>
      </w:pPr>
      <w:r w:rsidRPr="00C00C6E">
        <w:rPr>
          <w:rtl/>
        </w:rPr>
        <w:t>المتولد 648 هج</w:t>
      </w:r>
      <w:r>
        <w:rPr>
          <w:rtl/>
        </w:rPr>
        <w:t>ـ</w:t>
      </w:r>
      <w:r w:rsidRPr="00C00C6E">
        <w:rPr>
          <w:rtl/>
        </w:rPr>
        <w:t xml:space="preserve"> والمتوفى 726 هجري</w:t>
      </w:r>
    </w:p>
    <w:p w:rsidR="00F04D17" w:rsidRDefault="00F04D17" w:rsidP="00F04D17">
      <w:pPr>
        <w:pStyle w:val="libNormal"/>
        <w:rPr>
          <w:rtl/>
        </w:rPr>
      </w:pPr>
      <w:r>
        <w:rPr>
          <w:rtl/>
        </w:rPr>
        <w:br w:type="page"/>
      </w:r>
    </w:p>
    <w:p w:rsidR="00F04D17" w:rsidRPr="00F04D17" w:rsidRDefault="00F04D17" w:rsidP="00F04D17">
      <w:pPr>
        <w:pStyle w:val="libCenterBold1"/>
        <w:rPr>
          <w:rtl/>
        </w:rPr>
      </w:pPr>
      <w:r w:rsidRPr="00C00C6E">
        <w:rPr>
          <w:rtl/>
        </w:rPr>
        <w:lastRenderedPageBreak/>
        <w:t>بسم الله الرحمن الرحيم</w:t>
      </w:r>
    </w:p>
    <w:p w:rsidR="00F04D17" w:rsidRPr="00C00C6E" w:rsidRDefault="00F04D17" w:rsidP="00F04D17">
      <w:pPr>
        <w:pStyle w:val="libNormal"/>
        <w:rPr>
          <w:rtl/>
        </w:rPr>
      </w:pPr>
      <w:r w:rsidRPr="00C00C6E">
        <w:rPr>
          <w:rtl/>
        </w:rPr>
        <w:t>الحمد لله مرشد عباده إلى سبيل السداد، وهاديهم إلى طريق النفع في المعاش والمعاد، وصلى الله على أشرف العباد محمد النبى المصطفى الهاد، وعلى آله الغر الامجاد، صلاة تتعاقب عليهم تعاقب الاعصار والاباد.</w:t>
      </w:r>
    </w:p>
    <w:p w:rsidR="00F04D17" w:rsidRPr="00C00C6E" w:rsidRDefault="00F04D17" w:rsidP="00F04D17">
      <w:pPr>
        <w:pStyle w:val="libNormal"/>
        <w:rPr>
          <w:rtl/>
        </w:rPr>
      </w:pPr>
      <w:r w:rsidRPr="00C00C6E">
        <w:rPr>
          <w:rtl/>
        </w:rPr>
        <w:t>اما بعد: فان العلم بحال الرواة من اساس الاحكام الشرعية، وعليه تبنى القواعد السمعية، يجب على كل مجتهد معرفته وعلمه، ولا يسوغ له تركه وجهله، اذ اكثر الاحكام تستفاد من الاخبار النبوية والروايات عن الائمة المهدية عليهم افضل الصلات واكرم التحيات، فلا بد من معرفتة الطريق اليهم، حيث روي؟ مشايخنا رحمهم الله عن الثقة وغيره، ومن يعمل بروايته ومن لا يجوز الاعتماد على نقله.</w:t>
      </w:r>
    </w:p>
    <w:p w:rsidR="00F04D17" w:rsidRDefault="00F04D17" w:rsidP="00F04D17">
      <w:pPr>
        <w:pStyle w:val="libNormal"/>
        <w:rPr>
          <w:rtl/>
        </w:rPr>
      </w:pPr>
      <w:r w:rsidRPr="00C00C6E">
        <w:rPr>
          <w:rtl/>
        </w:rPr>
        <w:t>فدعانا ذلك إلى تصنيف مختصر في بيان حال رواة ومن يعتمد عليه، ومن تترك روايتة، مع ان مشايخنا السابقين رضوان الله عليهم أجمعين صنفوا كتبا متعددة في هذا الفن، إلا ان بعضهم طول غاية التطويل مع اجمال الحال فيما نقله، وبعضهم اختصر غاية الاختصار، ولم يسلك أحد النهج الذي سلكناه في هذا الكتاب، ومن وقف عليه عرف منزلته وقدره وتميزه عما صنفه المتقدمون، ولم يطل الكتاب بذكر جميع الرواة، بل اقتصرنا على قسمين منهم، وهم الذين اعتمد على روايتهم والذين أتوقف عن العمل بنقلهم، اما لضعفه او لاختلاف الجماعة في توثيقه وضعفه أو لكونه مجهولا عندي، ولم نذكر كل مصنفات الرواة ولا طولنا في نقل سيرتهم، اذ جعلنا ذلك موكولا إلى كتابنا الكبير المسمى ب</w:t>
      </w:r>
      <w:r>
        <w:rPr>
          <w:rtl/>
        </w:rPr>
        <w:t>ـ</w:t>
      </w:r>
      <w:r w:rsidRPr="00C00C6E">
        <w:rPr>
          <w:rtl/>
        </w:rPr>
        <w:t xml:space="preserve"> (كشف المقال في معرفه الرجال) فإنا ذكرنا فيه كلما نقل عن الرواة والمصنفين، مما وصل الينا عن المتقدمين، وذكرنا أحوال المتأخرين والمعاصرين</w:t>
      </w:r>
    </w:p>
    <w:p w:rsidR="00F04D17" w:rsidRDefault="00F04D17" w:rsidP="00F04D17">
      <w:pPr>
        <w:pStyle w:val="libNormal"/>
        <w:rPr>
          <w:rtl/>
        </w:rPr>
      </w:pPr>
      <w:r>
        <w:rPr>
          <w:rtl/>
        </w:rPr>
        <w:br w:type="page"/>
      </w:r>
    </w:p>
    <w:p w:rsidR="00F04D17" w:rsidRPr="00C00C6E" w:rsidRDefault="00F04D17" w:rsidP="00F04D17">
      <w:pPr>
        <w:pStyle w:val="libNormal"/>
        <w:rPr>
          <w:rtl/>
        </w:rPr>
      </w:pPr>
      <w:r w:rsidRPr="00C00C6E">
        <w:rPr>
          <w:rtl/>
        </w:rPr>
        <w:lastRenderedPageBreak/>
        <w:t>فمن أراد الاستقصاء فعليه به، فانه كاف في بابه، وقد سمينا هذا الكتاب ب</w:t>
      </w:r>
      <w:r>
        <w:rPr>
          <w:rtl/>
        </w:rPr>
        <w:t>ـ</w:t>
      </w:r>
      <w:r w:rsidRPr="00C00C6E">
        <w:rPr>
          <w:rtl/>
        </w:rPr>
        <w:t xml:space="preserve"> (خلاصه الاقوال في معرفه الرجال) ورتبته على قسمين وخاتمة.</w:t>
      </w:r>
    </w:p>
    <w:p w:rsidR="00F04D17" w:rsidRPr="00C00C6E" w:rsidRDefault="00F04D17" w:rsidP="00F04D17">
      <w:pPr>
        <w:pStyle w:val="libNormal"/>
        <w:rPr>
          <w:rtl/>
        </w:rPr>
      </w:pPr>
      <w:r w:rsidRPr="00C00C6E">
        <w:rPr>
          <w:rtl/>
        </w:rPr>
        <w:t>الاول - فيمن اعتمد على روايته أو يترجح عندي قبول قوله.</w:t>
      </w:r>
    </w:p>
    <w:p w:rsidR="00F04D17" w:rsidRDefault="00F04D17" w:rsidP="00F04D17">
      <w:pPr>
        <w:pStyle w:val="libNormal"/>
        <w:rPr>
          <w:rtl/>
        </w:rPr>
      </w:pPr>
      <w:r w:rsidRPr="00C00C6E">
        <w:rPr>
          <w:rtl/>
        </w:rPr>
        <w:t>الثانى - فيمن تركت روايته أو توقفت فيه ورتبت كل قسم على حروف المعجم للتقريب والتسهيل، والله حسبي ونعم الوكيل.</w:t>
      </w:r>
    </w:p>
    <w:p w:rsidR="00F04D17" w:rsidRPr="00F04D17" w:rsidRDefault="00F04D17" w:rsidP="00F04D17">
      <w:pPr>
        <w:pStyle w:val="Heading1Center"/>
        <w:rPr>
          <w:rtl/>
        </w:rPr>
      </w:pPr>
      <w:bookmarkStart w:id="0" w:name="02"/>
      <w:bookmarkStart w:id="1" w:name="_Toc418411922"/>
      <w:r w:rsidRPr="00C00C6E">
        <w:rPr>
          <w:rtl/>
        </w:rPr>
        <w:t>القسم الاول</w:t>
      </w:r>
      <w:bookmarkEnd w:id="0"/>
      <w:bookmarkEnd w:id="1"/>
    </w:p>
    <w:p w:rsidR="00F04D17" w:rsidRDefault="00F04D17" w:rsidP="00F04D17">
      <w:pPr>
        <w:pStyle w:val="libNormal"/>
        <w:rPr>
          <w:rtl/>
        </w:rPr>
      </w:pPr>
      <w:r w:rsidRPr="00C00C6E">
        <w:rPr>
          <w:rtl/>
        </w:rPr>
        <w:t>فيمن اعتمد عليه. وفيه سبعة وعشرون فصلا.</w:t>
      </w:r>
    </w:p>
    <w:p w:rsidR="00F04D17" w:rsidRPr="00F04D17" w:rsidRDefault="00F04D17" w:rsidP="00F04D17">
      <w:pPr>
        <w:pStyle w:val="Heading2Center"/>
        <w:rPr>
          <w:rtl/>
        </w:rPr>
      </w:pPr>
      <w:bookmarkStart w:id="2" w:name="03"/>
      <w:bookmarkStart w:id="3" w:name="_Toc418411923"/>
      <w:r w:rsidRPr="00C00C6E">
        <w:rPr>
          <w:rtl/>
        </w:rPr>
        <w:t>الفصل الاول في الهمزة</w:t>
      </w:r>
      <w:bookmarkEnd w:id="2"/>
      <w:bookmarkEnd w:id="3"/>
    </w:p>
    <w:p w:rsidR="00F04D17" w:rsidRPr="00C00C6E" w:rsidRDefault="00F04D17" w:rsidP="00F04D17">
      <w:pPr>
        <w:pStyle w:val="libNormal"/>
        <w:rPr>
          <w:rtl/>
        </w:rPr>
      </w:pPr>
      <w:r w:rsidRPr="00C00C6E">
        <w:rPr>
          <w:rtl/>
        </w:rPr>
        <w:t>وفيه ثلاثة عشر بابا:</w:t>
      </w:r>
    </w:p>
    <w:p w:rsidR="00F04D17" w:rsidRPr="00F04D17" w:rsidRDefault="00F04D17" w:rsidP="00F04D17">
      <w:pPr>
        <w:pStyle w:val="Heading3Center"/>
        <w:rPr>
          <w:rtl/>
        </w:rPr>
      </w:pPr>
      <w:bookmarkStart w:id="4" w:name="04"/>
      <w:bookmarkStart w:id="5" w:name="_Toc418411924"/>
      <w:r w:rsidRPr="00C00C6E">
        <w:rPr>
          <w:rtl/>
        </w:rPr>
        <w:t>الباب الاول ابراهيم وفيه ثمانيه وعشرون رجلا</w:t>
      </w:r>
      <w:bookmarkEnd w:id="4"/>
      <w:bookmarkEnd w:id="5"/>
    </w:p>
    <w:p w:rsidR="00F04D17" w:rsidRPr="00C00C6E" w:rsidRDefault="00F04D17" w:rsidP="00F04D17">
      <w:pPr>
        <w:pStyle w:val="libNormal"/>
        <w:rPr>
          <w:rtl/>
        </w:rPr>
      </w:pPr>
      <w:r w:rsidRPr="00C00C6E">
        <w:rPr>
          <w:rtl/>
        </w:rPr>
        <w:t>1 - (ابراهيم) بن نعيم - بضم النون وفتح العين غير المعجمة واسكان الياء المنقطة تحتها نقطتين - العبدي الكناني، ثقه أعمل على قوله، سماه الصادق عليه السلام الميزان قال له: أنت ميزان لا عين فيه، يكنى بالصباح - بفتح الصاد غير المعجمة وتشديدها وتشديد الباء المنقطة تحتها نقطة - كان كوفيا ومنزله في كنانه تعرف به، وكان عبديا رأي أبا جعفر عليه السلام وروي عن أبي ابراهيم موسى عليه السلام.</w:t>
      </w:r>
    </w:p>
    <w:p w:rsidR="00F04D17" w:rsidRPr="00C00C6E" w:rsidRDefault="00F04D17" w:rsidP="00F04D17">
      <w:pPr>
        <w:pStyle w:val="libNormal"/>
        <w:rPr>
          <w:rtl/>
        </w:rPr>
      </w:pPr>
      <w:r w:rsidRPr="00C00C6E">
        <w:rPr>
          <w:rtl/>
        </w:rPr>
        <w:t>2 - (ابراهيم) أبورافع - بالراء غير المعجمة والفاء والعين غير المعجمة - عتيق رسول الله صلى الله عليه وآله، ثقة شهد مع رسول الله صلى الله عليه وآله ولزم أميرالمؤمنين عليه السلام بعده، وكان من خيار الشيعة، أعمل على روايته.</w:t>
      </w:r>
    </w:p>
    <w:p w:rsidR="00F04D17" w:rsidRPr="00C00C6E" w:rsidRDefault="00F04D17" w:rsidP="00F04D17">
      <w:pPr>
        <w:pStyle w:val="libNormal"/>
        <w:rPr>
          <w:rtl/>
        </w:rPr>
      </w:pPr>
      <w:r w:rsidRPr="00C00C6E">
        <w:rPr>
          <w:rtl/>
        </w:rPr>
        <w:t>3 - (ابراهيم) بن أبي محمود الخراسانى مولى، روى عن الرضا عليه السلام، ثقة اعتمد على روايته.</w:t>
      </w:r>
    </w:p>
    <w:p w:rsidR="00F04D17" w:rsidRDefault="00F04D17" w:rsidP="00F04D17">
      <w:pPr>
        <w:pStyle w:val="libNormal"/>
        <w:rPr>
          <w:rtl/>
        </w:rPr>
      </w:pPr>
      <w:r w:rsidRPr="00C00C6E">
        <w:rPr>
          <w:rtl/>
        </w:rPr>
        <w:t>4 - (ابراهيم) بن ابى البلاد - بالباء المنقطة تحتها نقطه المكسوره واللام المخففة والدال غير المعجمة - واسم ابي البلاد يحيي بن سليم.</w:t>
      </w:r>
    </w:p>
    <w:p w:rsidR="00F04D17" w:rsidRDefault="00F04D17" w:rsidP="00F04D17">
      <w:pPr>
        <w:pStyle w:val="libNormal"/>
        <w:rPr>
          <w:rtl/>
        </w:rPr>
      </w:pPr>
      <w:r>
        <w:rPr>
          <w:rtl/>
        </w:rPr>
        <w:br w:type="page"/>
      </w:r>
    </w:p>
    <w:p w:rsidR="00F04D17" w:rsidRPr="00C00C6E" w:rsidRDefault="00F04D17" w:rsidP="00F04D17">
      <w:pPr>
        <w:pStyle w:val="libNormal"/>
        <w:rPr>
          <w:rtl/>
        </w:rPr>
      </w:pPr>
      <w:r w:rsidRPr="00C00C6E">
        <w:rPr>
          <w:rtl/>
        </w:rPr>
        <w:lastRenderedPageBreak/>
        <w:t>وقيل: ابن سليمان مولى بني عبدالله بن غطفان، يكنى أبا الحسن.</w:t>
      </w:r>
    </w:p>
    <w:p w:rsidR="00F04D17" w:rsidRPr="00C00C6E" w:rsidRDefault="00F04D17" w:rsidP="00F04D17">
      <w:pPr>
        <w:pStyle w:val="libNormal"/>
        <w:rPr>
          <w:rtl/>
        </w:rPr>
      </w:pPr>
      <w:r w:rsidRPr="00C00C6E">
        <w:rPr>
          <w:rtl/>
        </w:rPr>
        <w:t>وقال ابن بابويه في كتاب (من لا يحضره الفقيه) انه يكنى أبا اسماعيل، روى عن الصادق والكاظم والرضا عليهم السلام وعمر دهرا، وكان الرضا عليه السلام اليه رسالة وأثنى عليه، ثقة أعمل على روايته.</w:t>
      </w:r>
    </w:p>
    <w:p w:rsidR="00F04D17" w:rsidRPr="00C00C6E" w:rsidRDefault="00F04D17" w:rsidP="00F04D17">
      <w:pPr>
        <w:pStyle w:val="libNormal"/>
        <w:rPr>
          <w:rtl/>
        </w:rPr>
      </w:pPr>
      <w:r w:rsidRPr="00C00C6E">
        <w:rPr>
          <w:rtl/>
        </w:rPr>
        <w:t>5 - (ابراهيم) بن سلامه نيشابوري وكيل من أصحاب الكاظم عليه السلام، لم يقل الشيخ فيه غير ذلك، والاقوى عندي قبول روايته.</w:t>
      </w:r>
    </w:p>
    <w:p w:rsidR="00F04D17" w:rsidRPr="00C00C6E" w:rsidRDefault="00F04D17" w:rsidP="00F04D17">
      <w:pPr>
        <w:pStyle w:val="libNormal"/>
        <w:rPr>
          <w:rtl/>
        </w:rPr>
      </w:pPr>
      <w:r w:rsidRPr="00C00C6E">
        <w:rPr>
          <w:rtl/>
        </w:rPr>
        <w:t>6 - (ابراهيم) بن محمد ابن ابى يحيي ابواسحاق مولى أسلم مدنى.</w:t>
      </w:r>
    </w:p>
    <w:p w:rsidR="00F04D17" w:rsidRPr="00C00C6E" w:rsidRDefault="00F04D17" w:rsidP="00F04D17">
      <w:pPr>
        <w:pStyle w:val="libNormal"/>
        <w:rPr>
          <w:rtl/>
        </w:rPr>
      </w:pPr>
      <w:r w:rsidRPr="00C00C6E">
        <w:rPr>
          <w:rtl/>
        </w:rPr>
        <w:t>وقيل: ابوالحسن، روى عن أبى جعفر وأبى عبدالله عليهما السلام وكان خصيصا به خاصا بحديثنا، والعامة تضعفه لذلك.</w:t>
      </w:r>
    </w:p>
    <w:p w:rsidR="00F04D17" w:rsidRPr="00C00C6E" w:rsidRDefault="00F04D17" w:rsidP="00F04D17">
      <w:pPr>
        <w:pStyle w:val="libNormal"/>
        <w:rPr>
          <w:rtl/>
        </w:rPr>
      </w:pPr>
      <w:r w:rsidRPr="00C00C6E">
        <w:rPr>
          <w:rtl/>
        </w:rPr>
        <w:t>7 - (ابراهيم) بن رجا - بالراء غير المعجمة والجيم - الجحدري - بالجيم المفتوحة والحاء غير المعجمة الساكنة والدال غير المعجمة المفتوحة والراء غير المعجمة - من بني قيس بن ثعلبة رجل ثقة من أصحابنا البصريين.</w:t>
      </w:r>
    </w:p>
    <w:p w:rsidR="00F04D17" w:rsidRPr="00C00C6E" w:rsidRDefault="00F04D17" w:rsidP="00F04D17">
      <w:pPr>
        <w:pStyle w:val="libNormal"/>
        <w:rPr>
          <w:rtl/>
        </w:rPr>
      </w:pPr>
      <w:r w:rsidRPr="00C00C6E">
        <w:rPr>
          <w:rtl/>
        </w:rPr>
        <w:t>8 - (ابراهيم) بن سليمان بن أبي داحة - بالدال غير المعجمة - ايضا المدني المزنى ست. وداحة امه.</w:t>
      </w:r>
    </w:p>
    <w:p w:rsidR="00F04D17" w:rsidRPr="00C00C6E" w:rsidRDefault="00F04D17" w:rsidP="00F04D17">
      <w:pPr>
        <w:pStyle w:val="libNormal"/>
        <w:rPr>
          <w:rtl/>
        </w:rPr>
      </w:pPr>
      <w:r w:rsidRPr="00C00C6E">
        <w:rPr>
          <w:rtl/>
        </w:rPr>
        <w:t>وقيل: كانت جارية لابيه ربته، فنسب اليها.</w:t>
      </w:r>
    </w:p>
    <w:p w:rsidR="00F04D17" w:rsidRPr="00C00C6E" w:rsidRDefault="00F04D17" w:rsidP="00F04D17">
      <w:pPr>
        <w:pStyle w:val="libNormal"/>
        <w:rPr>
          <w:rtl/>
        </w:rPr>
      </w:pPr>
      <w:r w:rsidRPr="00C00C6E">
        <w:rPr>
          <w:rtl/>
        </w:rPr>
        <w:t>وقيل: ابوه اسحاق بن أبى سليمان، فوقع الاشتباه، فحول لفظة أبى سليمان إلى داحة مولى آل طلحة بن عبدالله أبواسحاق.</w:t>
      </w:r>
    </w:p>
    <w:p w:rsidR="00F04D17" w:rsidRPr="00C00C6E" w:rsidRDefault="00F04D17" w:rsidP="00F04D17">
      <w:pPr>
        <w:pStyle w:val="libNormal"/>
        <w:rPr>
          <w:rtl/>
        </w:rPr>
      </w:pPr>
      <w:r w:rsidRPr="00C00C6E">
        <w:rPr>
          <w:rtl/>
        </w:rPr>
        <w:t>قال الشيخ (ره): ذكروا انه روى عن أبى عبدالله عليه السلام، وكان وجه أصحابنا بالبصرة فقها وأدبا وكلاما وشعرا.</w:t>
      </w:r>
    </w:p>
    <w:p w:rsidR="00F04D17" w:rsidRDefault="00F04D17" w:rsidP="00F04D17">
      <w:pPr>
        <w:pStyle w:val="libNormal"/>
        <w:rPr>
          <w:rtl/>
        </w:rPr>
      </w:pPr>
      <w:r w:rsidRPr="00C00C6E">
        <w:rPr>
          <w:rtl/>
        </w:rPr>
        <w:t>9 - (ابراهيم) بن هاشم أبواسحاق القمي أصله من كوفة وانتقل إلى قم، وأصحابنا يقولون: انه أول من نشر حديث الكوفيين بقم، وذكروا انه لقى الرضا عليه السلام وهو تلميذ يونس بن عبدالرحمان من أصحاب الرضا عليه السلام ولم أقف لاحد من أصحابنا على قول في القدح فيه، ولا على تعديله بالتنصيص والروايات عنه كثيرة، والارجح قبول قوله.</w:t>
      </w:r>
    </w:p>
    <w:p w:rsidR="00F04D17" w:rsidRDefault="00F04D17" w:rsidP="00F04D17">
      <w:pPr>
        <w:pStyle w:val="libNormal"/>
        <w:rPr>
          <w:rtl/>
        </w:rPr>
      </w:pPr>
      <w:r>
        <w:rPr>
          <w:rtl/>
        </w:rPr>
        <w:br w:type="page"/>
      </w:r>
    </w:p>
    <w:p w:rsidR="00F04D17" w:rsidRPr="00C00C6E" w:rsidRDefault="00F04D17" w:rsidP="00F04D17">
      <w:pPr>
        <w:pStyle w:val="libNormal"/>
        <w:rPr>
          <w:rtl/>
        </w:rPr>
      </w:pPr>
      <w:r w:rsidRPr="00C00C6E">
        <w:rPr>
          <w:rtl/>
        </w:rPr>
        <w:lastRenderedPageBreak/>
        <w:t>10 - (ابراهيم) بن محمد بن سعيد بن هلال بن عاصم بن سعد بن مسعود أبواسحاق الثقفي أصله كوفي وانتقل إلى أصفهان واقام بها، وكان زيديا اولا، ثم انتقل إلى القول بالامامة وصنف فيها وفي غيرها، ذكرنا كتبه في كتابنا الكبير، ومات سنه ثلاث وثمانين ومأتين.</w:t>
      </w:r>
    </w:p>
    <w:p w:rsidR="00F04D17" w:rsidRPr="00C00C6E" w:rsidRDefault="00F04D17" w:rsidP="00F04D17">
      <w:pPr>
        <w:pStyle w:val="libNormal"/>
        <w:rPr>
          <w:rtl/>
        </w:rPr>
      </w:pPr>
      <w:r w:rsidRPr="00C00C6E">
        <w:rPr>
          <w:rtl/>
        </w:rPr>
        <w:t>11 - (ابراهيم) بن سليمان بن عبدالله بن حيان - بالحاء غير المعجمة والياء المنقطة تحتها نقطتين المشددة والنون بعد الالف - الهمي - بكسر النون وإسكان الهاء - بطن من همدان - باسكان الميم والدال غير المعجمة والنون بعد الالف - الخزاز - بالخاء المعجمة والزاي بعدها وبعد الالف - الكوفي أبواسحاق.</w:t>
      </w:r>
    </w:p>
    <w:p w:rsidR="00F04D17" w:rsidRPr="00C00C6E" w:rsidRDefault="00F04D17" w:rsidP="00F04D17">
      <w:pPr>
        <w:pStyle w:val="libNormal"/>
        <w:rPr>
          <w:rtl/>
        </w:rPr>
      </w:pPr>
      <w:r w:rsidRPr="00C00C6E">
        <w:rPr>
          <w:rtl/>
        </w:rPr>
        <w:t>قال الشيخ (ره): انه كان ثقه في الحديث، سكن الكوفة في بنى تيم، فربما قيل التيمى، ثم سكن في بني هلاك، فربما قالوا الهلالي ونسبته في بني نهم.</w:t>
      </w:r>
    </w:p>
    <w:p w:rsidR="00F04D17" w:rsidRPr="00C00C6E" w:rsidRDefault="00F04D17" w:rsidP="00F04D17">
      <w:pPr>
        <w:pStyle w:val="libNormal"/>
        <w:rPr>
          <w:rtl/>
        </w:rPr>
      </w:pPr>
      <w:r w:rsidRPr="00C00C6E">
        <w:rPr>
          <w:rtl/>
        </w:rPr>
        <w:t>وضعفه ابن الغضايري قال: انه يروي عن الضعفاء وفي مذهيه ضعف والنجاشي وثقه ايضا كالشيخ، فحينئذ يقوي عندي العمل بما يرويه.</w:t>
      </w:r>
    </w:p>
    <w:p w:rsidR="00F04D17" w:rsidRPr="00C00C6E" w:rsidRDefault="00F04D17" w:rsidP="00F04D17">
      <w:pPr>
        <w:pStyle w:val="libNormal"/>
        <w:rPr>
          <w:rtl/>
        </w:rPr>
      </w:pPr>
      <w:r w:rsidRPr="00C00C6E">
        <w:rPr>
          <w:rtl/>
        </w:rPr>
        <w:t>12 - (ابراهيم) بن ابى حفص أبواسحاق الكاتب شيخ من أصحاب أبي محمد العسگري عليه السلام ثقة أعمل على روايته.</w:t>
      </w:r>
    </w:p>
    <w:p w:rsidR="00F04D17" w:rsidRPr="00C00C6E" w:rsidRDefault="00F04D17" w:rsidP="00F04D17">
      <w:pPr>
        <w:pStyle w:val="libNormal"/>
        <w:rPr>
          <w:rtl/>
        </w:rPr>
      </w:pPr>
      <w:r w:rsidRPr="00C00C6E">
        <w:rPr>
          <w:rtl/>
        </w:rPr>
        <w:t xml:space="preserve">13 - (ابراهيم) بن عيسى بن </w:t>
      </w:r>
      <w:r w:rsidR="00CD27DE">
        <w:rPr>
          <w:rtl/>
        </w:rPr>
        <w:t>(</w:t>
      </w:r>
      <w:r w:rsidR="00CD27DE" w:rsidRPr="00C00C6E">
        <w:rPr>
          <w:rtl/>
        </w:rPr>
        <w:t xml:space="preserve"> ابو </w:t>
      </w:r>
      <w:r w:rsidR="00CD27DE">
        <w:rPr>
          <w:rtl/>
        </w:rPr>
        <w:t>)</w:t>
      </w:r>
      <w:r w:rsidRPr="00C00C6E">
        <w:rPr>
          <w:rtl/>
        </w:rPr>
        <w:t xml:space="preserve"> أيوب الخراز - بالخاء المعجمة والراء بعدها والزاي بعد الالف - وقيل: قبلها، أيضا كوفي، ثقة كبير المنزلة.</w:t>
      </w:r>
    </w:p>
    <w:p w:rsidR="00F04D17" w:rsidRPr="00C00C6E" w:rsidRDefault="00F04D17" w:rsidP="00F04D17">
      <w:pPr>
        <w:pStyle w:val="libNormal"/>
        <w:rPr>
          <w:rtl/>
        </w:rPr>
      </w:pPr>
      <w:r w:rsidRPr="00C00C6E">
        <w:rPr>
          <w:rtl/>
        </w:rPr>
        <w:t>وقيل: ابراهيم بن عثمان، روي عن أبي عبدالله عليه السلام وأبى الحسن عليه السلام.</w:t>
      </w:r>
    </w:p>
    <w:p w:rsidR="00F04D17" w:rsidRDefault="00F04D17" w:rsidP="00F04D17">
      <w:pPr>
        <w:pStyle w:val="libNormal"/>
        <w:rPr>
          <w:rtl/>
        </w:rPr>
      </w:pPr>
      <w:r w:rsidRPr="00C00C6E">
        <w:rPr>
          <w:rtl/>
        </w:rPr>
        <w:t>14 - (ابراهيم) بن محمد بن معروف أبواسحاق المذاري - بالميم المفتوحة والذال المعجمة والراء بعد الالف - شيخ من أصحابنا ثقة، روي عن ابي علي محمد بن همام وكان في طبقته.</w:t>
      </w:r>
    </w:p>
    <w:p w:rsidR="00F04D17" w:rsidRDefault="00F04D17" w:rsidP="00F04D17">
      <w:pPr>
        <w:pStyle w:val="libNormal"/>
        <w:rPr>
          <w:rtl/>
        </w:rPr>
      </w:pPr>
      <w:r>
        <w:rPr>
          <w:rtl/>
        </w:rPr>
        <w:br w:type="page"/>
      </w:r>
    </w:p>
    <w:p w:rsidR="00F04D17" w:rsidRPr="00C00C6E" w:rsidRDefault="00F04D17" w:rsidP="00F04D17">
      <w:pPr>
        <w:pStyle w:val="libNormal"/>
        <w:rPr>
          <w:rtl/>
        </w:rPr>
      </w:pPr>
      <w:r w:rsidRPr="00C00C6E">
        <w:rPr>
          <w:rtl/>
        </w:rPr>
        <w:lastRenderedPageBreak/>
        <w:t>15 - (ابراهيم) بن عمرو اليمانى الصنمائى.</w:t>
      </w:r>
    </w:p>
    <w:p w:rsidR="00F04D17" w:rsidRPr="00C00C6E" w:rsidRDefault="00F04D17" w:rsidP="00F04D17">
      <w:pPr>
        <w:pStyle w:val="libNormal"/>
        <w:rPr>
          <w:rtl/>
        </w:rPr>
      </w:pPr>
      <w:r w:rsidRPr="00C00C6E">
        <w:rPr>
          <w:rtl/>
        </w:rPr>
        <w:t>قال النجاشي (ره): انه شيخ من أصحابنا ثقة روي عن أبى جعفر عليه السلام وأبى عبدالله عليه السلام، ذكر ذلك أبوالعباس وغيره.</w:t>
      </w:r>
    </w:p>
    <w:p w:rsidR="00F04D17" w:rsidRPr="00C00C6E" w:rsidRDefault="00F04D17" w:rsidP="00F04D17">
      <w:pPr>
        <w:pStyle w:val="libNormal"/>
        <w:rPr>
          <w:rtl/>
        </w:rPr>
      </w:pPr>
      <w:r w:rsidRPr="00C00C6E">
        <w:rPr>
          <w:rtl/>
        </w:rPr>
        <w:t>وقال ابن الغضايري: انه ضعيف جدا روي عن أبى جعفر وأبي عبدالله عليهما السلام له كتاب ويكنى أبا اسحاق، والارجح عندي قبول روايته وان حصل بعض الشك بالطن فيه.</w:t>
      </w:r>
    </w:p>
    <w:p w:rsidR="00F04D17" w:rsidRPr="00C00C6E" w:rsidRDefault="00F04D17" w:rsidP="00F04D17">
      <w:pPr>
        <w:pStyle w:val="libNormal"/>
        <w:rPr>
          <w:rtl/>
        </w:rPr>
      </w:pPr>
      <w:r w:rsidRPr="00C00C6E">
        <w:rPr>
          <w:rtl/>
        </w:rPr>
        <w:t>16 - (ابراهيم) بن نصر بن القعقاع - بالقاف المفتوحة قبل العين غير المعجمة وبعدها والعين غير المعجمة - اخيرا الجعفي كوفى روي عن أبي عبدالله وأبي الحسن عليهما السلام ثقة صحيح الحديث.</w:t>
      </w:r>
    </w:p>
    <w:p w:rsidR="00F04D17" w:rsidRPr="00C00C6E" w:rsidRDefault="00F04D17" w:rsidP="00F04D17">
      <w:pPr>
        <w:pStyle w:val="libNormal"/>
        <w:rPr>
          <w:rtl/>
        </w:rPr>
      </w:pPr>
      <w:r w:rsidRPr="00C00C6E">
        <w:rPr>
          <w:rtl/>
        </w:rPr>
        <w:t>17 - (ابراهيم) بن مهزيار روي الكشي عن محمد بن ابراهيم بن مهزيار ان أباه لما حضره الموت دفع اليه ما لا واعطاه لمن يسلم اليه المال علامة. فدخل اليه شيخ فقال انا العمرى، فأعطاه المال، وفي طريق ضعف.</w:t>
      </w:r>
    </w:p>
    <w:p w:rsidR="00F04D17" w:rsidRPr="00C00C6E" w:rsidRDefault="00F04D17" w:rsidP="00F04D17">
      <w:pPr>
        <w:pStyle w:val="libNormal"/>
        <w:rPr>
          <w:rtl/>
        </w:rPr>
      </w:pPr>
      <w:r w:rsidRPr="00C00C6E">
        <w:rPr>
          <w:rtl/>
        </w:rPr>
        <w:t>18 - (ابراهيم) بن ابي الكرام - بفتح الكاف وتشديد الراء - الجعفري (ره) كان خيرا روي عن الرضا عليه السلام.</w:t>
      </w:r>
    </w:p>
    <w:p w:rsidR="00F04D17" w:rsidRPr="00C00C6E" w:rsidRDefault="00F04D17" w:rsidP="00F04D17">
      <w:pPr>
        <w:pStyle w:val="libNormal"/>
        <w:rPr>
          <w:rtl/>
        </w:rPr>
      </w:pPr>
      <w:r w:rsidRPr="00C00C6E">
        <w:rPr>
          <w:rtl/>
        </w:rPr>
        <w:t>19 - (ابراهيم) بن مهزم - بفتح الزاي - الاسدي من بني نصر يعرف بابن ابي برده ثقة ثقة.</w:t>
      </w:r>
    </w:p>
    <w:p w:rsidR="00F04D17" w:rsidRPr="00C00C6E" w:rsidRDefault="00F04D17" w:rsidP="00F04D17">
      <w:pPr>
        <w:pStyle w:val="libNormal"/>
        <w:rPr>
          <w:rtl/>
        </w:rPr>
      </w:pPr>
      <w:r w:rsidRPr="00C00C6E">
        <w:rPr>
          <w:rtl/>
        </w:rPr>
        <w:t>روي عن الصادق والكاظم عليهما السلام وعمر عمرا طويلا.</w:t>
      </w:r>
    </w:p>
    <w:p w:rsidR="00F04D17" w:rsidRPr="00C00C6E" w:rsidRDefault="00F04D17" w:rsidP="00F04D17">
      <w:pPr>
        <w:pStyle w:val="libNormal"/>
        <w:rPr>
          <w:rtl/>
        </w:rPr>
      </w:pPr>
      <w:r w:rsidRPr="00C00C6E">
        <w:rPr>
          <w:rtl/>
        </w:rPr>
        <w:t>20 - (ابراهيم) بن محمد الاشعري قمي ثقة، روي عن الكاظم والرضا عليهما السلام.</w:t>
      </w:r>
    </w:p>
    <w:p w:rsidR="00F04D17" w:rsidRPr="00C00C6E" w:rsidRDefault="00F04D17" w:rsidP="00F04D17">
      <w:pPr>
        <w:pStyle w:val="libNormal"/>
        <w:rPr>
          <w:rtl/>
        </w:rPr>
      </w:pPr>
      <w:r w:rsidRPr="00C00C6E">
        <w:rPr>
          <w:rtl/>
        </w:rPr>
        <w:t>21 - (ابراهيم) بن مسلم بن هلال الضرير كوفي ثقة، ذكره شيوخنا في أصحاب الاصول.</w:t>
      </w:r>
    </w:p>
    <w:p w:rsidR="00F04D17" w:rsidRPr="00C00C6E" w:rsidRDefault="00F04D17" w:rsidP="00F04D17">
      <w:pPr>
        <w:pStyle w:val="libNormal"/>
        <w:rPr>
          <w:rtl/>
        </w:rPr>
      </w:pPr>
      <w:r w:rsidRPr="00C00C6E">
        <w:rPr>
          <w:rtl/>
        </w:rPr>
        <w:t>22 - (ابراهيم) بن يوسف بن ابراهيم الكندي الطحان روي عن أبي الحسن الكاظم عليه السلام ثقة.</w:t>
      </w:r>
    </w:p>
    <w:p w:rsidR="00F04D17" w:rsidRDefault="00F04D17" w:rsidP="00F04D17">
      <w:pPr>
        <w:pStyle w:val="libNormal"/>
        <w:rPr>
          <w:rtl/>
        </w:rPr>
      </w:pPr>
      <w:r w:rsidRPr="00C00C6E">
        <w:rPr>
          <w:rtl/>
        </w:rPr>
        <w:t>23 - (ابراهيم) بن محمد الهمداني وكيل كان حج أربعين حجة.</w:t>
      </w:r>
    </w:p>
    <w:p w:rsidR="00F04D17" w:rsidRDefault="00F04D17" w:rsidP="00F04D17">
      <w:pPr>
        <w:pStyle w:val="libNormal"/>
        <w:rPr>
          <w:rtl/>
        </w:rPr>
      </w:pPr>
      <w:r>
        <w:rPr>
          <w:rtl/>
        </w:rPr>
        <w:br w:type="page"/>
      </w:r>
    </w:p>
    <w:p w:rsidR="00F04D17" w:rsidRPr="00C00C6E" w:rsidRDefault="00F04D17" w:rsidP="00F04D17">
      <w:pPr>
        <w:pStyle w:val="libNormal"/>
        <w:rPr>
          <w:rtl/>
        </w:rPr>
      </w:pPr>
      <w:r w:rsidRPr="00C00C6E">
        <w:rPr>
          <w:rtl/>
        </w:rPr>
        <w:lastRenderedPageBreak/>
        <w:t>روي الكشي في سند ذكرته في الكتاب الكبير عن أبي محمد الرازي قال: كنت أنا وأحمد بن أبى عبدالله البرقي بالعسكر، فورد علينا رسول من الرجل فقال لنا العامل ثقة وأيوب بن نوح وابراهيم بن محمد الهمدانى وأحمد بن حمزه وأحمد بن اسحاق ثقات جميعا.</w:t>
      </w:r>
    </w:p>
    <w:p w:rsidR="00F04D17" w:rsidRPr="00C00C6E" w:rsidRDefault="00F04D17" w:rsidP="00F04D17">
      <w:pPr>
        <w:pStyle w:val="libNormal"/>
        <w:rPr>
          <w:rtl/>
        </w:rPr>
      </w:pPr>
      <w:r w:rsidRPr="00C00C6E">
        <w:rPr>
          <w:rtl/>
        </w:rPr>
        <w:t>24 - (ابراهيم) بن عبدة قال ابوعمرو الكشي حكي عن بعض الثقات بنيشابور، وذكر توقيعا فيه طول يتضمن العتب على اسحاق بن اسماعيل وذم سيرته، واقامة ابراهيم بن عبده والدعاء له وامرابن عبده ان يحمل ما يحمل اليه من حقوقه إلى الرازي.</w:t>
      </w:r>
    </w:p>
    <w:p w:rsidR="00F04D17" w:rsidRPr="00C00C6E" w:rsidRDefault="00F04D17" w:rsidP="00F04D17">
      <w:pPr>
        <w:pStyle w:val="libNormal"/>
        <w:rPr>
          <w:rtl/>
        </w:rPr>
      </w:pPr>
      <w:r w:rsidRPr="00C00C6E">
        <w:rPr>
          <w:rtl/>
        </w:rPr>
        <w:t>25 - (ابراهيم) بن محمد بن فارس لا بأس به في نفسه ولكن بعض من يروي عنه.</w:t>
      </w:r>
    </w:p>
    <w:p w:rsidR="00F04D17" w:rsidRPr="00C00C6E" w:rsidRDefault="00F04D17" w:rsidP="00F04D17">
      <w:pPr>
        <w:pStyle w:val="libNormal"/>
        <w:rPr>
          <w:rtl/>
        </w:rPr>
      </w:pPr>
      <w:r w:rsidRPr="00C00C6E">
        <w:rPr>
          <w:rtl/>
        </w:rPr>
        <w:t>26 - (ابراهيم) بن علي الكوفي لم يرو عن الائمة عليهم السلام. قال الشيخ أبوجعفر الطوسي (ره) انه راو مصنف زاهد عالم قطن بسمرقند وكان نصر بن أحمد صاحب خراسان يكرمه ومن بعده من الملوك.</w:t>
      </w:r>
    </w:p>
    <w:p w:rsidR="00F04D17" w:rsidRPr="00C00C6E" w:rsidRDefault="00F04D17" w:rsidP="00F04D17">
      <w:pPr>
        <w:pStyle w:val="libNormal"/>
        <w:rPr>
          <w:rtl/>
        </w:rPr>
      </w:pPr>
      <w:r w:rsidRPr="00C00C6E">
        <w:rPr>
          <w:rtl/>
        </w:rPr>
        <w:t>27 - (ابراهيم) بن نصير - بضم النون وفتح الصاد غير المعجمة وتسكين الياء المنقطة تحتها نقطتين بعدها راء - الكشي ثقة مأمون كثير الرواية، لم يرو من الائمة عليهم السلام.</w:t>
      </w:r>
    </w:p>
    <w:p w:rsidR="00F04D17" w:rsidRDefault="00F04D17" w:rsidP="00F04D17">
      <w:pPr>
        <w:pStyle w:val="libNormal"/>
        <w:rPr>
          <w:rtl/>
        </w:rPr>
      </w:pPr>
      <w:r w:rsidRPr="00C00C6E">
        <w:rPr>
          <w:rtl/>
        </w:rPr>
        <w:t>28 - (ابراهيم) بن محمد بن العباس الختلي - بضم الخاء المعجمة بعدها تاء منقطة فوقها نقطتين - يروي عن سعد بن عبدالله وغيره من القميين وعن علي بن الحسن بن علي بن فضال، ولم يرو عن الائمة عليهم السلام وكان رجلا صالحا.</w:t>
      </w:r>
    </w:p>
    <w:p w:rsidR="00F04D17" w:rsidRPr="00C00C6E" w:rsidRDefault="00F04D17" w:rsidP="00F04D17">
      <w:pPr>
        <w:pStyle w:val="Heading3Center"/>
        <w:rPr>
          <w:rtl/>
        </w:rPr>
      </w:pPr>
      <w:bookmarkStart w:id="6" w:name="05"/>
      <w:bookmarkStart w:id="7" w:name="_Toc418411925"/>
      <w:r w:rsidRPr="00C00C6E">
        <w:rPr>
          <w:rtl/>
        </w:rPr>
        <w:t>الباب الثانى اسماعيل اثنان وعشرون رجلا.</w:t>
      </w:r>
      <w:bookmarkEnd w:id="6"/>
      <w:bookmarkEnd w:id="7"/>
    </w:p>
    <w:p w:rsidR="00F04D17" w:rsidRDefault="00F04D17" w:rsidP="00F04D17">
      <w:pPr>
        <w:pStyle w:val="libNormal"/>
        <w:rPr>
          <w:rtl/>
        </w:rPr>
      </w:pPr>
      <w:r w:rsidRPr="00C00C6E">
        <w:rPr>
          <w:rtl/>
        </w:rPr>
        <w:t>1 - (اسماعيل) بن الفضل بن يعقوب بن الفضل بن عبدالله بن الحارث بن نوفل ابن الحارث بن عبدالمطلب من أصحاب أبي جعفر الباقر عليه السلام ثقة من أهل البصرة روي: ان الصادق عليه السلام قال: هو كهل من كهولنا وسيد من ساداتنا، وكفاه بهذا شرفا مع صحة الرواية.</w:t>
      </w:r>
    </w:p>
    <w:p w:rsidR="00F04D17" w:rsidRDefault="00F04D17" w:rsidP="00F04D17">
      <w:pPr>
        <w:pStyle w:val="libNormal"/>
        <w:rPr>
          <w:rtl/>
        </w:rPr>
      </w:pPr>
      <w:r>
        <w:rPr>
          <w:rtl/>
        </w:rPr>
        <w:br w:type="page"/>
      </w:r>
    </w:p>
    <w:p w:rsidR="00F04D17" w:rsidRPr="00C00C6E" w:rsidRDefault="00F04D17" w:rsidP="00F04D17">
      <w:pPr>
        <w:pStyle w:val="libNormal"/>
        <w:rPr>
          <w:rtl/>
        </w:rPr>
      </w:pPr>
      <w:r w:rsidRPr="00C00C6E">
        <w:rPr>
          <w:rtl/>
        </w:rPr>
        <w:lastRenderedPageBreak/>
        <w:t>2 - (اسماعيل) بن جابر الجعفي الكوفي ثقة ممدوح، وما ورد فيه من الذم فقد بينا ضعفه في كتابنا الكبير، وكان من أصحاب الباقر عليه السلام وحديثه أعتمد عليه.</w:t>
      </w:r>
    </w:p>
    <w:p w:rsidR="00F04D17" w:rsidRPr="00C00C6E" w:rsidRDefault="00F04D17" w:rsidP="00F04D17">
      <w:pPr>
        <w:pStyle w:val="libNormal"/>
        <w:rPr>
          <w:rtl/>
        </w:rPr>
      </w:pPr>
      <w:r w:rsidRPr="00C00C6E">
        <w:rPr>
          <w:rtl/>
        </w:rPr>
        <w:t>3 - (اسماعيل) بن عبدالرحمان الجعفي الكوفي تابعي من أصحاب أبى عبدالله الصادق عليه السلام سمع من ابى الطفيل، ومات في حياة ابى عبدالله عليه السلام وكان فقيها وروى عن أبى جعفر الباقر عليه السلام ايضا.</w:t>
      </w:r>
    </w:p>
    <w:p w:rsidR="00F04D17" w:rsidRPr="00C00C6E" w:rsidRDefault="00F04D17" w:rsidP="00F04D17">
      <w:pPr>
        <w:pStyle w:val="libNormal"/>
        <w:rPr>
          <w:rtl/>
        </w:rPr>
      </w:pPr>
      <w:r w:rsidRPr="00C00C6E">
        <w:rPr>
          <w:rtl/>
        </w:rPr>
        <w:t>ونقل ابن عقده ان الصادق عليه السلام ترحم عليه.</w:t>
      </w:r>
    </w:p>
    <w:p w:rsidR="00F04D17" w:rsidRPr="00C00C6E" w:rsidRDefault="00F04D17" w:rsidP="00F04D17">
      <w:pPr>
        <w:pStyle w:val="libNormal"/>
        <w:rPr>
          <w:rtl/>
        </w:rPr>
      </w:pPr>
      <w:r w:rsidRPr="00C00C6E">
        <w:rPr>
          <w:rtl/>
        </w:rPr>
        <w:t>وحكى عن ابى نمير انه قال: انه ثقة. وبالجمله فان حديثه أعتمد عليه.</w:t>
      </w:r>
    </w:p>
    <w:p w:rsidR="00F04D17" w:rsidRPr="00C00C6E" w:rsidRDefault="00F04D17" w:rsidP="00F04D17">
      <w:pPr>
        <w:pStyle w:val="libNormal"/>
        <w:rPr>
          <w:rtl/>
        </w:rPr>
      </w:pPr>
      <w:r w:rsidRPr="00C00C6E">
        <w:rPr>
          <w:rtl/>
        </w:rPr>
        <w:t>4 - (اسماعيل) بن سعد الاحوص - بالحاء والصاد المهملتين بينها واو - الاشعري القمي ثقة من أصحاب الرضا عليه السلام.</w:t>
      </w:r>
    </w:p>
    <w:p w:rsidR="00F04D17" w:rsidRPr="00C00C6E" w:rsidRDefault="00F04D17" w:rsidP="00F04D17">
      <w:pPr>
        <w:pStyle w:val="libNormal"/>
        <w:rPr>
          <w:rtl/>
        </w:rPr>
      </w:pPr>
      <w:r w:rsidRPr="00C00C6E">
        <w:rPr>
          <w:rtl/>
        </w:rPr>
        <w:t>5 - (اسماعيل) بن ابى خالد بن محمد بن مهاجر بن عبيد - بضم العين - الازدي روى ابوه عن أبى جعفر عليه السلام وروى هو عن أبى عبدالله (ع) وهما ثقتان من اهل الكوفة من أصحابنا.</w:t>
      </w:r>
    </w:p>
    <w:p w:rsidR="00F04D17" w:rsidRPr="00C00C6E" w:rsidRDefault="00F04D17" w:rsidP="00F04D17">
      <w:pPr>
        <w:pStyle w:val="libNormal"/>
        <w:rPr>
          <w:rtl/>
        </w:rPr>
      </w:pPr>
      <w:r w:rsidRPr="00C00C6E">
        <w:rPr>
          <w:rtl/>
        </w:rPr>
        <w:t>6 - (اسماعيل) بن مهران - بكسرالميم وسكون الهاء بعدها راء ثم الف ثم نون - ابن محمد بن ابى نصر السكوني، واسم ابى نصر زيد مولى كوفى يكنى ابايعقوب ثقة نعتمد عليه.</w:t>
      </w:r>
    </w:p>
    <w:p w:rsidR="00F04D17" w:rsidRPr="00C00C6E" w:rsidRDefault="00F04D17" w:rsidP="00F04D17">
      <w:pPr>
        <w:pStyle w:val="libNormal"/>
        <w:rPr>
          <w:rtl/>
        </w:rPr>
      </w:pPr>
      <w:r w:rsidRPr="00C00C6E">
        <w:rPr>
          <w:rtl/>
        </w:rPr>
        <w:t>وروى عن جماعة من أصحابنا عن أبى عبدالله عليه السلام، ذكره ابوعمرو في أصحاب الرضا عليه السلام.</w:t>
      </w:r>
    </w:p>
    <w:p w:rsidR="00F04D17" w:rsidRPr="00C00C6E" w:rsidRDefault="00F04D17" w:rsidP="00F04D17">
      <w:pPr>
        <w:pStyle w:val="libNormal"/>
        <w:rPr>
          <w:rtl/>
        </w:rPr>
      </w:pPr>
      <w:r w:rsidRPr="00C00C6E">
        <w:rPr>
          <w:rtl/>
        </w:rPr>
        <w:t>وقال الشيخ أبوالحسين أحمد بن الحسين بن عبيدالله الغضايري (ره) انه يكنى أبا محمد ليس حديثه بالنقي، يضطرب تارة ويصلح اخري ويروي عن الضعفاء كثيرا ويجوز ان يخرج شاهدا.</w:t>
      </w:r>
    </w:p>
    <w:p w:rsidR="00F04D17" w:rsidRDefault="00F04D17" w:rsidP="00F04D17">
      <w:pPr>
        <w:pStyle w:val="libNormal"/>
        <w:rPr>
          <w:rtl/>
        </w:rPr>
      </w:pPr>
      <w:r w:rsidRPr="00C00C6E">
        <w:rPr>
          <w:rtl/>
        </w:rPr>
        <w:t>والاقوي عندي قبول روايته، لشهادة الشيخ أبي جعفر الطوسي والنجاشي له بالثقة.</w:t>
      </w:r>
    </w:p>
    <w:p w:rsidR="00F04D17" w:rsidRDefault="00F04D17" w:rsidP="00F04D17">
      <w:pPr>
        <w:pStyle w:val="libNormal"/>
        <w:rPr>
          <w:rtl/>
        </w:rPr>
      </w:pPr>
      <w:r>
        <w:rPr>
          <w:rtl/>
        </w:rPr>
        <w:br w:type="page"/>
      </w:r>
    </w:p>
    <w:p w:rsidR="00F04D17" w:rsidRPr="00C00C6E" w:rsidRDefault="00F04D17" w:rsidP="00F04D17">
      <w:pPr>
        <w:pStyle w:val="libNormal"/>
        <w:rPr>
          <w:rtl/>
        </w:rPr>
      </w:pPr>
      <w:r w:rsidRPr="00C00C6E">
        <w:rPr>
          <w:rtl/>
        </w:rPr>
        <w:lastRenderedPageBreak/>
        <w:t>قال الكشي: حدثني محمد بن مسعود قال: سألت علي بن الحسين عن اسماعيل بن مهراز؟ قال: رمي بالغلو، قال محمد بن مسعود: يكذبون عليه، كان ثقة خيرا فاضلا.</w:t>
      </w:r>
    </w:p>
    <w:p w:rsidR="00F04D17" w:rsidRPr="00C00C6E" w:rsidRDefault="00F04D17" w:rsidP="00F04D17">
      <w:pPr>
        <w:pStyle w:val="libNormal"/>
        <w:rPr>
          <w:rtl/>
        </w:rPr>
      </w:pPr>
      <w:r w:rsidRPr="00C00C6E">
        <w:rPr>
          <w:rtl/>
        </w:rPr>
        <w:t>7 - (اسماعيل) بن شعيب العريشي - بالعين المهملة المفتوحة وبعد الراء ياء منقطة تحتها نقطتين وبعدها شين معجمة - قليل الحديث، إلا انه ثقة سالم فيما يرويه منه، روى عنه عبدالله بن جعفر.</w:t>
      </w:r>
    </w:p>
    <w:p w:rsidR="00F04D17" w:rsidRPr="00C00C6E" w:rsidRDefault="00F04D17" w:rsidP="00F04D17">
      <w:pPr>
        <w:pStyle w:val="libNormal"/>
        <w:rPr>
          <w:rtl/>
        </w:rPr>
      </w:pPr>
      <w:r w:rsidRPr="00C00C6E">
        <w:rPr>
          <w:rtl/>
        </w:rPr>
        <w:t>8 - (اسماعيل) بن علي العمى اسم طائفة، - بالعين غير المعجمة المفتوحة والميم المخففة - أبوعلي البصري أحد شيوخنا البصريين ثقة.</w:t>
      </w:r>
    </w:p>
    <w:p w:rsidR="00F04D17" w:rsidRPr="00C00C6E" w:rsidRDefault="00F04D17" w:rsidP="00F04D17">
      <w:pPr>
        <w:pStyle w:val="libNormal"/>
        <w:rPr>
          <w:rtl/>
        </w:rPr>
      </w:pPr>
      <w:r w:rsidRPr="00C00C6E">
        <w:rPr>
          <w:rtl/>
        </w:rPr>
        <w:t>9 - (اسماعيل) بن محمد بن اسماعيل بن هلال المخزومي أبومحمد وجه أصحابنا المكيين، كان ثقة فيما يرويه، قدم العراق وسمع أصحابنا منه، مثل ايوب بن نوح والحسن بن معاوية ومحمد بن الحسين وعلي بن الحسن بن فضال.</w:t>
      </w:r>
    </w:p>
    <w:p w:rsidR="00F04D17" w:rsidRPr="00C00C6E" w:rsidRDefault="00F04D17" w:rsidP="00F04D17">
      <w:pPr>
        <w:pStyle w:val="libNormal"/>
        <w:rPr>
          <w:rtl/>
        </w:rPr>
      </w:pPr>
      <w:r w:rsidRPr="00C00C6E">
        <w:rPr>
          <w:rtl/>
        </w:rPr>
        <w:t>10 - (اسماعيل) بن علي بن اسحاق بن أبي سهل بن نوبخت أبوسهل كان شيخ المتكلمين من أصحابنا ببغداد ووجههم ومتقدم النوبختين في زمانه، له جلالة في الدين والدنيا يجري مجرى الوزراء صنف كتبا كثيرة، ذكرناها في الكتاب الكبير.</w:t>
      </w:r>
    </w:p>
    <w:p w:rsidR="00F04D17" w:rsidRPr="00C00C6E" w:rsidRDefault="00F04D17" w:rsidP="00F04D17">
      <w:pPr>
        <w:pStyle w:val="libNormal"/>
        <w:rPr>
          <w:rtl/>
        </w:rPr>
      </w:pPr>
      <w:r w:rsidRPr="00C00C6E">
        <w:rPr>
          <w:rtl/>
        </w:rPr>
        <w:t>11 - (اسماعيل) بن عبدالخالق بن عبد ربه بن أبي ميمونه بن يسار - بالياء المنقطة تحتها نقطتين والسين غير المعجمة - مولى بني أسد، وجه من وجوه أصحابنا وفقيه من فقهائنا وهو من بيت الشيعة، عمومته شهاب، وعبدالرحيم ووهب وأبوه عبدالخالق، كلهم ثقات، روى عن أبى جعفر الباقر عليهما السلام.</w:t>
      </w:r>
    </w:p>
    <w:p w:rsidR="00F04D17" w:rsidRPr="00C00C6E" w:rsidRDefault="00F04D17" w:rsidP="00F04D17">
      <w:pPr>
        <w:pStyle w:val="libNormal"/>
        <w:rPr>
          <w:rtl/>
        </w:rPr>
      </w:pPr>
      <w:r w:rsidRPr="00C00C6E">
        <w:rPr>
          <w:rtl/>
        </w:rPr>
        <w:t>وأما اسماعيل فانه روى عن الصادق عليه السلام والكاظم عليه السلام.</w:t>
      </w:r>
    </w:p>
    <w:p w:rsidR="00F04D17" w:rsidRPr="00C00C6E" w:rsidRDefault="00F04D17" w:rsidP="00F04D17">
      <w:pPr>
        <w:pStyle w:val="libNormal"/>
        <w:rPr>
          <w:rtl/>
        </w:rPr>
      </w:pPr>
      <w:r w:rsidRPr="00C00C6E">
        <w:rPr>
          <w:rtl/>
        </w:rPr>
        <w:t>12 - (اسماعيل) بن ابي زياد السلمي كوفي ثقة روى عن أبى عبدالله عليه السلام ذكره أصحاب (الرجال).</w:t>
      </w:r>
    </w:p>
    <w:p w:rsidR="00F04D17" w:rsidRPr="00C00C6E" w:rsidRDefault="00F04D17" w:rsidP="00F04D17">
      <w:pPr>
        <w:pStyle w:val="libNormal"/>
        <w:rPr>
          <w:rtl/>
        </w:rPr>
      </w:pPr>
      <w:r w:rsidRPr="00C00C6E">
        <w:rPr>
          <w:rtl/>
        </w:rPr>
        <w:t>13 - (اسماعيل) بن آدم بن عبدالله بن سعد الاشعري وجه من القميين ثقة.</w:t>
      </w:r>
    </w:p>
    <w:p w:rsidR="00F04D17" w:rsidRDefault="00F04D17" w:rsidP="00F04D17">
      <w:pPr>
        <w:pStyle w:val="libNormal"/>
        <w:rPr>
          <w:rtl/>
        </w:rPr>
      </w:pPr>
      <w:r w:rsidRPr="00C00C6E">
        <w:rPr>
          <w:rtl/>
        </w:rPr>
        <w:t>14 - (اسماعيل) بن زيد الطحان كوفي ثقة، روى عن محمد بن مروان ومعاوية ابن عمار ويعقوب بن شعيب عن أبى عبدالله عليه السلام.</w:t>
      </w:r>
    </w:p>
    <w:p w:rsidR="00F04D17" w:rsidRDefault="00F04D17" w:rsidP="00F04D17">
      <w:pPr>
        <w:pStyle w:val="libNormal"/>
        <w:rPr>
          <w:rtl/>
        </w:rPr>
      </w:pPr>
      <w:r>
        <w:rPr>
          <w:rtl/>
        </w:rPr>
        <w:br w:type="page"/>
      </w:r>
    </w:p>
    <w:p w:rsidR="00F04D17" w:rsidRPr="00C00C6E" w:rsidRDefault="00F04D17" w:rsidP="00F04D17">
      <w:pPr>
        <w:pStyle w:val="libNormal"/>
        <w:rPr>
          <w:rtl/>
        </w:rPr>
      </w:pPr>
      <w:r w:rsidRPr="00C00C6E">
        <w:rPr>
          <w:rtl/>
        </w:rPr>
        <w:lastRenderedPageBreak/>
        <w:t>15 - (اسماعيل) في كتاب ابن أبى داود بكير بن بكر كوفى ثقة.</w:t>
      </w:r>
    </w:p>
    <w:p w:rsidR="00F04D17" w:rsidRPr="00C00C6E" w:rsidRDefault="00F04D17" w:rsidP="00F04D17">
      <w:pPr>
        <w:pStyle w:val="libNormal"/>
        <w:rPr>
          <w:rtl/>
        </w:rPr>
      </w:pPr>
      <w:r w:rsidRPr="00C00C6E">
        <w:rPr>
          <w:rtl/>
        </w:rPr>
        <w:t>16 - (اسماعيل) بن دينار كوفى ثقة.</w:t>
      </w:r>
    </w:p>
    <w:p w:rsidR="00F04D17" w:rsidRPr="00C00C6E" w:rsidRDefault="00F04D17" w:rsidP="00F04D17">
      <w:pPr>
        <w:pStyle w:val="libNormal"/>
        <w:rPr>
          <w:rtl/>
        </w:rPr>
      </w:pPr>
      <w:r w:rsidRPr="00C00C6E">
        <w:rPr>
          <w:rtl/>
        </w:rPr>
        <w:t>17 - (اسماعيل) بن محمد بن اسحاق بن جعفر بن محمد بن علي بن الحسين ثقة روى عن جده اسحاق بن جعفر وعن عم أبيه علي بن جعفر.</w:t>
      </w:r>
    </w:p>
    <w:p w:rsidR="00F04D17" w:rsidRPr="00C00C6E" w:rsidRDefault="00F04D17" w:rsidP="00F04D17">
      <w:pPr>
        <w:pStyle w:val="libNormal"/>
        <w:rPr>
          <w:rtl/>
        </w:rPr>
      </w:pPr>
      <w:r w:rsidRPr="00C00C6E">
        <w:rPr>
          <w:rtl/>
        </w:rPr>
        <w:t>18 - (اسماعيل) القصير بن ابراهيم بن بره كوفي ثقة.</w:t>
      </w:r>
    </w:p>
    <w:p w:rsidR="00F04D17" w:rsidRPr="00C00C6E" w:rsidRDefault="00F04D17" w:rsidP="00F04D17">
      <w:pPr>
        <w:pStyle w:val="libNormal"/>
        <w:rPr>
          <w:rtl/>
        </w:rPr>
      </w:pPr>
      <w:r w:rsidRPr="00C00C6E">
        <w:rPr>
          <w:rtl/>
        </w:rPr>
        <w:t>19 - (اسماعيل) بن همام بن عبدالرحمان بن أبى عبدالله ميمون البصري مولى كندة، واسماعيل يكنى أبا همام، روى اسماعيل عن الرضا عليه السلام ثقة هو وأبوه وجده.</w:t>
      </w:r>
    </w:p>
    <w:p w:rsidR="00F04D17" w:rsidRPr="00C00C6E" w:rsidRDefault="00F04D17" w:rsidP="00F04D17">
      <w:pPr>
        <w:pStyle w:val="libNormal"/>
        <w:rPr>
          <w:rtl/>
        </w:rPr>
      </w:pPr>
      <w:r w:rsidRPr="00C00C6E">
        <w:rPr>
          <w:rtl/>
        </w:rPr>
        <w:t>20 - (اسماعيل) حقيبة - بالحاء المهملة المفتوحة والقاف والياء المنقطة تحتها نقطتين والباء المنقطة تحتها نقطة -. وقيل: جفينة - بالجيم المضمومة والفاء المفتوحة والنون بعد الياء.</w:t>
      </w:r>
    </w:p>
    <w:p w:rsidR="00F04D17" w:rsidRPr="00C00C6E" w:rsidRDefault="00F04D17" w:rsidP="00F04D17">
      <w:pPr>
        <w:pStyle w:val="libNormal"/>
        <w:rPr>
          <w:rtl/>
        </w:rPr>
      </w:pPr>
      <w:r w:rsidRPr="00C00C6E">
        <w:rPr>
          <w:rtl/>
        </w:rPr>
        <w:t>قال محمد بن مسعود سألت علي بن الحسن بن فضال عن اسماعيل جفينة؟ قال: صالح وهو قليل الرواية.</w:t>
      </w:r>
    </w:p>
    <w:p w:rsidR="00F04D17" w:rsidRPr="00C00C6E" w:rsidRDefault="00F04D17" w:rsidP="00F04D17">
      <w:pPr>
        <w:pStyle w:val="libNormal"/>
        <w:rPr>
          <w:rtl/>
        </w:rPr>
      </w:pPr>
      <w:r w:rsidRPr="00C00C6E">
        <w:rPr>
          <w:rtl/>
        </w:rPr>
        <w:t>21 - (اسماعيل) بن الخطاب قال الكشي: حدثني محمد بن قولويه شيخ الفقهاء عن سعد عن أيوب بن نوح عن جعفر بن محمد بن اسماعيل قال اخبرنى معمر بن خلاد؟ قال: رفعت إلى الرضا (ع) ما خرج من غلة اسماعيل بن الخطاب بما اوصى به إلى صفوان؟ فقال: رحم الله اسماعيل بن الخطاب ورحم صفوان، فانهما من حزب آبائي عليهما السلام، ومن كان من حزب آبائي أدخله الله الجنة.</w:t>
      </w:r>
    </w:p>
    <w:p w:rsidR="00F04D17" w:rsidRPr="00C00C6E" w:rsidRDefault="00F04D17" w:rsidP="00F04D17">
      <w:pPr>
        <w:pStyle w:val="libNormal"/>
        <w:rPr>
          <w:rtl/>
        </w:rPr>
      </w:pPr>
      <w:r w:rsidRPr="00C00C6E">
        <w:rPr>
          <w:rtl/>
        </w:rPr>
        <w:t>ولم يثبت عندي صحة هذا الخبر ولا بطلانه، فالاقوى في روايته.</w:t>
      </w:r>
    </w:p>
    <w:p w:rsidR="00F04D17" w:rsidRDefault="00F04D17" w:rsidP="00F04D17">
      <w:pPr>
        <w:pStyle w:val="libNormal"/>
        <w:rPr>
          <w:rtl/>
        </w:rPr>
      </w:pPr>
      <w:r w:rsidRPr="00C00C6E">
        <w:rPr>
          <w:rtl/>
        </w:rPr>
        <w:t>22 - (اسماعيل) بن محمد الحميرى - بالحاء غير المعجمة المكسورة والميم الساكنة والياء المنقطة تحتها نقطتين بعدها راء - ثقة جليل القدر عظيم الشأن والمنزلة رحمة الله تعالى.</w:t>
      </w:r>
    </w:p>
    <w:p w:rsidR="00F04D17" w:rsidRDefault="00F04D17" w:rsidP="00F04D17">
      <w:pPr>
        <w:pStyle w:val="libNormal"/>
        <w:rPr>
          <w:rtl/>
        </w:rPr>
      </w:pPr>
      <w:r>
        <w:rPr>
          <w:rtl/>
        </w:rPr>
        <w:br w:type="page"/>
      </w:r>
    </w:p>
    <w:p w:rsidR="00F04D17" w:rsidRPr="00C00C6E" w:rsidRDefault="00F04D17" w:rsidP="00F04D17">
      <w:pPr>
        <w:pStyle w:val="Heading3Center"/>
        <w:rPr>
          <w:rtl/>
        </w:rPr>
      </w:pPr>
      <w:bookmarkStart w:id="8" w:name="06"/>
      <w:bookmarkStart w:id="9" w:name="_Toc418411926"/>
      <w:r w:rsidRPr="00C00C6E">
        <w:rPr>
          <w:rtl/>
        </w:rPr>
        <w:lastRenderedPageBreak/>
        <w:t>الباب الثالث اسحاق سبعة رجال</w:t>
      </w:r>
      <w:bookmarkEnd w:id="8"/>
      <w:bookmarkEnd w:id="9"/>
    </w:p>
    <w:p w:rsidR="00F04D17" w:rsidRPr="00C00C6E" w:rsidRDefault="00F04D17" w:rsidP="00F04D17">
      <w:pPr>
        <w:pStyle w:val="libNormal"/>
        <w:rPr>
          <w:rtl/>
        </w:rPr>
      </w:pPr>
      <w:r w:rsidRPr="00C00C6E">
        <w:rPr>
          <w:rtl/>
        </w:rPr>
        <w:t>1 - (اسحاق) بن محمد من أصحاب الكاظم عليه السلام ثقة.</w:t>
      </w:r>
    </w:p>
    <w:p w:rsidR="00F04D17" w:rsidRPr="00C00C6E" w:rsidRDefault="00F04D17" w:rsidP="00F04D17">
      <w:pPr>
        <w:pStyle w:val="libNormal"/>
        <w:rPr>
          <w:rtl/>
        </w:rPr>
      </w:pPr>
      <w:r w:rsidRPr="00C00C6E">
        <w:rPr>
          <w:rtl/>
        </w:rPr>
        <w:t>2 - (اسحاق) بن ابراهيم الحضيني - بالحاء المهملة المضمومة والضاد المعجمة المفتوحة وبعدها ياء منقطة تحتها نقطتين ساكنة وبعدها نون - جرت الخدمة على يده للرضا عليه السلام، وكان الحسن بن سعيد الذى أوصل اسحاق بن ابراهيم إلى الرضا عليه السلام، حتى جرت الخدمة على يده، وعلى بن مهزيار بعد اسحاق بن ابراهيم وكان سبب معرفتهم لهذا الامر، فمنه سمعوا الحديث وبه يعرفون، وكذلك فعل لعبد الله بن محمد الحضيضي. هذا جملة ما وصل الينا في معنى هذا الرجل، والاقرب قبول قوله.</w:t>
      </w:r>
    </w:p>
    <w:p w:rsidR="00F04D17" w:rsidRPr="00C00C6E" w:rsidRDefault="00F04D17" w:rsidP="00F04D17">
      <w:pPr>
        <w:pStyle w:val="libNormal"/>
        <w:rPr>
          <w:rtl/>
        </w:rPr>
      </w:pPr>
      <w:r w:rsidRPr="00C00C6E">
        <w:rPr>
          <w:rtl/>
        </w:rPr>
        <w:t>3 - (اسحاق) بن اسماعيل النيشابورى من أصحاب أبي محمد العسكري عليه السلام ثقة.</w:t>
      </w:r>
    </w:p>
    <w:p w:rsidR="00F04D17" w:rsidRPr="00C00C6E" w:rsidRDefault="00F04D17" w:rsidP="00F04D17">
      <w:pPr>
        <w:pStyle w:val="libNormal"/>
        <w:rPr>
          <w:rtl/>
        </w:rPr>
      </w:pPr>
      <w:r w:rsidRPr="00C00C6E">
        <w:rPr>
          <w:rtl/>
        </w:rPr>
        <w:t>4 - (اسحاق) بن يزيد - بالزاء ابن اسماعيل الطائى ابويعقوب مولى كوفي ثقة روي عن ابى عبدالله وروى أبوه عن أبى جعفر عليهما السلام.</w:t>
      </w:r>
    </w:p>
    <w:p w:rsidR="00F04D17" w:rsidRPr="00C00C6E" w:rsidRDefault="00F04D17" w:rsidP="00F04D17">
      <w:pPr>
        <w:pStyle w:val="libNormal"/>
        <w:rPr>
          <w:rtl/>
        </w:rPr>
      </w:pPr>
      <w:r w:rsidRPr="00C00C6E">
        <w:rPr>
          <w:rtl/>
        </w:rPr>
        <w:t>5 - (اسحاق) بن غالب الاسدى والبي عربي صليب ثقة وأخوه عبدالله كذلك كانا شاعرين رويا عن أبي عبدالله عليه السلام.</w:t>
      </w:r>
    </w:p>
    <w:p w:rsidR="00F04D17" w:rsidRPr="00C00C6E" w:rsidRDefault="00F04D17" w:rsidP="00F04D17">
      <w:pPr>
        <w:pStyle w:val="libNormal"/>
        <w:rPr>
          <w:rtl/>
        </w:rPr>
      </w:pPr>
      <w:r w:rsidRPr="00C00C6E">
        <w:rPr>
          <w:rtl/>
        </w:rPr>
        <w:t>6 - (اسحاق) بن عبدالله بن سعد بن مالك الاشعرى قمي ثقة روى عن أبي عبدالله عليه السلام وأبي الحسن عليه السلام وابنه أحمد بن اسحاق مشهور.</w:t>
      </w:r>
    </w:p>
    <w:p w:rsidR="00F04D17" w:rsidRDefault="00F04D17" w:rsidP="00F04D17">
      <w:pPr>
        <w:pStyle w:val="libNormal"/>
        <w:rPr>
          <w:rtl/>
        </w:rPr>
      </w:pPr>
      <w:r w:rsidRPr="00C00C6E">
        <w:rPr>
          <w:rtl/>
        </w:rPr>
        <w:t>7 - (اسحاق) بن جندب - بالجيم المضمومة والنون الساكنة والدال غير المعجمة المفتوحة والباء المنقطة تحتها نقطة - أبواسماعيل الفرائضى روى عن أبى عبدالله عليه السلام ثقة ثقة.</w:t>
      </w:r>
    </w:p>
    <w:p w:rsidR="00F04D17" w:rsidRDefault="00F04D17" w:rsidP="00F04D17">
      <w:pPr>
        <w:pStyle w:val="libNormal"/>
        <w:rPr>
          <w:rtl/>
        </w:rPr>
      </w:pPr>
      <w:r>
        <w:rPr>
          <w:rtl/>
        </w:rPr>
        <w:br w:type="page"/>
      </w:r>
    </w:p>
    <w:p w:rsidR="00F04D17" w:rsidRPr="00C00C6E" w:rsidRDefault="00F04D17" w:rsidP="00F04D17">
      <w:pPr>
        <w:pStyle w:val="Heading3Center"/>
        <w:rPr>
          <w:rtl/>
        </w:rPr>
      </w:pPr>
      <w:bookmarkStart w:id="10" w:name="07"/>
      <w:bookmarkStart w:id="11" w:name="_Toc418411927"/>
      <w:r w:rsidRPr="00C00C6E">
        <w:rPr>
          <w:rtl/>
        </w:rPr>
        <w:lastRenderedPageBreak/>
        <w:t>الباب الرابع ايوب ثلاثة رجال</w:t>
      </w:r>
      <w:bookmarkEnd w:id="10"/>
      <w:bookmarkEnd w:id="11"/>
    </w:p>
    <w:p w:rsidR="00F04D17" w:rsidRPr="00C00C6E" w:rsidRDefault="00F04D17" w:rsidP="00F04D17">
      <w:pPr>
        <w:pStyle w:val="libNormal"/>
        <w:rPr>
          <w:rtl/>
        </w:rPr>
      </w:pPr>
      <w:r w:rsidRPr="00C00C6E">
        <w:rPr>
          <w:rtl/>
        </w:rPr>
        <w:t>1 - (ايوب) بن نوح بن دراج النخعي أبوالحسين ثقة له كتب وروايات ومسائل عن أبى الحسن الثالث عليه السلام وكان وكيلا لابي الحسن وأبي محمد عليهما السلام عظيم المنزلة عندهما مأمونا شديد الورع كثير العبادة ثقة في رواياته وأبوه نوح بن دراج كان قاضيا بالكوفة وكان صحيح الاعتقاد وأخوه جميل ابن دراج.</w:t>
      </w:r>
    </w:p>
    <w:p w:rsidR="00F04D17" w:rsidRPr="00C00C6E" w:rsidRDefault="00F04D17" w:rsidP="00F04D17">
      <w:pPr>
        <w:pStyle w:val="libNormal"/>
        <w:rPr>
          <w:rtl/>
        </w:rPr>
      </w:pPr>
      <w:r w:rsidRPr="00C00C6E">
        <w:rPr>
          <w:rtl/>
        </w:rPr>
        <w:t>2 - (ايوب) بن الحر - بالراء بعد الحاء المهملة - الجعفي مولي ثقة روى عن أبي عبدالله عليه السلام.</w:t>
      </w:r>
    </w:p>
    <w:p w:rsidR="00F04D17" w:rsidRDefault="00F04D17" w:rsidP="00F04D17">
      <w:pPr>
        <w:pStyle w:val="libNormal"/>
        <w:rPr>
          <w:rtl/>
        </w:rPr>
      </w:pPr>
      <w:r w:rsidRPr="00C00C6E">
        <w:rPr>
          <w:rtl/>
        </w:rPr>
        <w:t>3 - (ايوب) بن عطية أبوعبدالرحمن الحذاء ثقة روى عن أبي عبدالله عليه السلام.</w:t>
      </w:r>
    </w:p>
    <w:p w:rsidR="00F04D17" w:rsidRPr="00C00C6E" w:rsidRDefault="00F04D17" w:rsidP="00F04D17">
      <w:pPr>
        <w:pStyle w:val="Heading3Center"/>
        <w:rPr>
          <w:rtl/>
        </w:rPr>
      </w:pPr>
      <w:bookmarkStart w:id="12" w:name="08"/>
      <w:bookmarkStart w:id="13" w:name="_Toc418411928"/>
      <w:r w:rsidRPr="00C00C6E">
        <w:rPr>
          <w:rtl/>
        </w:rPr>
        <w:t>الباب الخامس إدريس ثلاثة رجال</w:t>
      </w:r>
      <w:bookmarkEnd w:id="12"/>
      <w:bookmarkEnd w:id="13"/>
    </w:p>
    <w:p w:rsidR="00F04D17" w:rsidRPr="00C00C6E" w:rsidRDefault="00F04D17" w:rsidP="00F04D17">
      <w:pPr>
        <w:pStyle w:val="libNormal"/>
        <w:rPr>
          <w:rtl/>
        </w:rPr>
      </w:pPr>
      <w:r w:rsidRPr="00C00C6E">
        <w:rPr>
          <w:rtl/>
        </w:rPr>
        <w:t>1 - (ادريس) بن عيسى الاشعرى القمي، دخل إلى مولانا أبي الحسن الرضا عليه السلام وروى عنه حديثا واحدا، ثقة.</w:t>
      </w:r>
    </w:p>
    <w:p w:rsidR="00F04D17" w:rsidRDefault="00F04D17" w:rsidP="00F04D17">
      <w:pPr>
        <w:pStyle w:val="libNormal"/>
        <w:rPr>
          <w:rtl/>
        </w:rPr>
      </w:pPr>
      <w:r w:rsidRPr="00C00C6E">
        <w:rPr>
          <w:rtl/>
        </w:rPr>
        <w:t>2 - (ادريس) بن زياد الكفر ثوثاني - بالفاء بعد الكاف والراء بعدها والثاء المنقطة فوقهاثلاث نقط وبعد الواو ثاء ايضا - يكنى أباالفضل ثقة أدراك أصحاب أبى عبدالله عليه السلام وروى عنهم.</w:t>
      </w:r>
    </w:p>
    <w:p w:rsidR="00F04D17" w:rsidRDefault="00F04D17" w:rsidP="00F04D17">
      <w:pPr>
        <w:pStyle w:val="libNormal"/>
        <w:rPr>
          <w:rtl/>
        </w:rPr>
      </w:pPr>
      <w:r>
        <w:rPr>
          <w:rtl/>
        </w:rPr>
        <w:br w:type="page"/>
      </w:r>
    </w:p>
    <w:p w:rsidR="00F04D17" w:rsidRPr="00C00C6E" w:rsidRDefault="00F04D17" w:rsidP="00F04D17">
      <w:pPr>
        <w:pStyle w:val="libNormal"/>
        <w:rPr>
          <w:rtl/>
        </w:rPr>
      </w:pPr>
      <w:r w:rsidRPr="00C00C6E">
        <w:rPr>
          <w:rtl/>
        </w:rPr>
        <w:lastRenderedPageBreak/>
        <w:t>وقال ابن الغضايرى: انه خوزى الام، يروى عن الضعفاء والاقرب عندي قبول روايته لتعديل النجاشي له، وقول ابن الغضايري لا يعارضه، لانه لم يجرحه في نفسه ولا طعن في عدالته.</w:t>
      </w:r>
    </w:p>
    <w:p w:rsidR="00F04D17" w:rsidRDefault="00F04D17" w:rsidP="00F04D17">
      <w:pPr>
        <w:pStyle w:val="libNormal"/>
        <w:rPr>
          <w:rtl/>
        </w:rPr>
      </w:pPr>
      <w:r w:rsidRPr="00C00C6E">
        <w:rPr>
          <w:rtl/>
        </w:rPr>
        <w:t>3 - (ادريس) بن عبدالله بن سعد الاشعرى ثقة، له كتاب، وأبوحرير القمي وزكريا بن ادريس هذا، كان وجها يروى عن الرضا عليه السلام.</w:t>
      </w:r>
    </w:p>
    <w:p w:rsidR="00F04D17" w:rsidRPr="00C00C6E" w:rsidRDefault="00F04D17" w:rsidP="00F04D17">
      <w:pPr>
        <w:pStyle w:val="Heading3Center"/>
        <w:rPr>
          <w:rtl/>
        </w:rPr>
      </w:pPr>
      <w:bookmarkStart w:id="14" w:name="09"/>
      <w:bookmarkStart w:id="15" w:name="_Toc418411929"/>
      <w:r w:rsidRPr="00C00C6E">
        <w:rPr>
          <w:rtl/>
        </w:rPr>
        <w:t>الباب السادس آدم رجلانه</w:t>
      </w:r>
      <w:bookmarkEnd w:id="14"/>
      <w:bookmarkEnd w:id="15"/>
    </w:p>
    <w:p w:rsidR="00F04D17" w:rsidRPr="00C00C6E" w:rsidRDefault="00F04D17" w:rsidP="00F04D17">
      <w:pPr>
        <w:pStyle w:val="libNormal"/>
        <w:rPr>
          <w:rtl/>
        </w:rPr>
      </w:pPr>
      <w:r w:rsidRPr="00C00C6E">
        <w:rPr>
          <w:rtl/>
        </w:rPr>
        <w:t>1 - (آدم) بن الحسين النحاس كوفى ثقة.</w:t>
      </w:r>
    </w:p>
    <w:p w:rsidR="00F04D17" w:rsidRDefault="00F04D17" w:rsidP="00F04D17">
      <w:pPr>
        <w:pStyle w:val="libNormal"/>
        <w:rPr>
          <w:rtl/>
        </w:rPr>
      </w:pPr>
      <w:r w:rsidRPr="00C00C6E">
        <w:rPr>
          <w:rtl/>
        </w:rPr>
        <w:t>2 - (آدم) بن اسحاق بن آدم بن عبدالله بن سعد الاشعرى قمي ثقة.</w:t>
      </w:r>
    </w:p>
    <w:p w:rsidR="00F04D17" w:rsidRPr="00C00C6E" w:rsidRDefault="00F04D17" w:rsidP="00F04D17">
      <w:pPr>
        <w:pStyle w:val="Heading3Center"/>
        <w:rPr>
          <w:rtl/>
        </w:rPr>
      </w:pPr>
      <w:bookmarkStart w:id="16" w:name="10"/>
      <w:bookmarkStart w:id="17" w:name="_Toc418411930"/>
      <w:r w:rsidRPr="00C00C6E">
        <w:rPr>
          <w:rtl/>
        </w:rPr>
        <w:t>الباب السابع أحمد ثلاثه وخمسون رجلا</w:t>
      </w:r>
      <w:bookmarkEnd w:id="16"/>
      <w:bookmarkEnd w:id="17"/>
    </w:p>
    <w:p w:rsidR="00F04D17" w:rsidRPr="00C00C6E" w:rsidRDefault="00F04D17" w:rsidP="00F04D17">
      <w:pPr>
        <w:pStyle w:val="libNormal"/>
        <w:rPr>
          <w:rtl/>
        </w:rPr>
      </w:pPr>
      <w:r w:rsidRPr="00C00C6E">
        <w:rPr>
          <w:rtl/>
        </w:rPr>
        <w:t>1 - (أحمد) بن محمد بن ابي نصر، واسم ابي نصر زيد مولى السكوني ابوجعفر وقيل: ابوعلى المعروف بالبزنطي - بالباء المنقطة تحتها نقطة والزاى بعدها مفتوحة ايضا والنون الساكنة ثم الطاء غير المعجمة - كوفى لقى الرضا عليه السلام وكان عظيم المنزلة عنده وهو ثقة جليل القدر، وكان له اختصاص بأبي الحسن الرضا عليه السلام وأبي جعفر عليه السلام، أجمع أصحابنا على تصحيح ما يصح عنه وأقروا له بالفقه، مات رحمه الله سنة إحدى وعشرين ومأتين بعد وفات الحسن بن علي بن فضال بثمانية أشهر.</w:t>
      </w:r>
    </w:p>
    <w:p w:rsidR="00F04D17" w:rsidRDefault="00F04D17" w:rsidP="00F04D17">
      <w:pPr>
        <w:pStyle w:val="libNormal"/>
        <w:rPr>
          <w:rtl/>
        </w:rPr>
      </w:pPr>
      <w:r w:rsidRPr="00C00C6E">
        <w:rPr>
          <w:rtl/>
        </w:rPr>
        <w:t>2 - (أحمد) بن محمد بن عيسى بن عبدالله بن سعد بن مالك بن الاحوص - بالحاء غير المعجمة - ابن السايب بن مالك بن عامر الاشعرى من بني ذخران - بالذال المعجمة المضمومة</w:t>
      </w:r>
    </w:p>
    <w:p w:rsidR="00F04D17" w:rsidRDefault="00F04D17" w:rsidP="00F04D17">
      <w:pPr>
        <w:pStyle w:val="libNormal"/>
        <w:rPr>
          <w:rtl/>
        </w:rPr>
      </w:pPr>
      <w:r>
        <w:rPr>
          <w:rtl/>
        </w:rPr>
        <w:br w:type="page"/>
      </w:r>
    </w:p>
    <w:p w:rsidR="00F04D17" w:rsidRPr="00C00C6E" w:rsidRDefault="00F04D17" w:rsidP="00F04D17">
      <w:pPr>
        <w:pStyle w:val="libNormal"/>
        <w:rPr>
          <w:rtl/>
        </w:rPr>
      </w:pPr>
      <w:r w:rsidRPr="00C00C6E">
        <w:rPr>
          <w:rtl/>
        </w:rPr>
        <w:lastRenderedPageBreak/>
        <w:t>والحاء المعجمة والراء بعدها والنون بعد الالف - ابن عوف بن الجماهر - بالجيم والراء أخيرا - ابن الاشعث يكنى أبا جعفر القمى أول من سكن قم، من آبائه سعد بن مالك ابن الاحوص وأبوجعفر شيخ قم ووجهها وفقيهها غير مدافع وكان ايضا الرئيس الذي يلقى السلطان بها، ولقى أبا الحسن الرضا عليه السلام وأبا جعفر الثاني وأبا الحسن العسكري عليهما السلام وكان ثقة وله كتب ذكرناها في الكتاب الكبير.</w:t>
      </w:r>
    </w:p>
    <w:p w:rsidR="00F04D17" w:rsidRPr="00C00C6E" w:rsidRDefault="00F04D17" w:rsidP="00F04D17">
      <w:pPr>
        <w:pStyle w:val="libNormal"/>
        <w:rPr>
          <w:rtl/>
        </w:rPr>
      </w:pPr>
      <w:r w:rsidRPr="00C00C6E">
        <w:rPr>
          <w:rtl/>
        </w:rPr>
        <w:t>3 - (أحمد) بن يوسف مولى ني تيم الله، كوفي كان منزله بالبصرة ومات ببغداد ثقة من أصحاب الرضا (ع)</w:t>
      </w:r>
    </w:p>
    <w:p w:rsidR="00F04D17" w:rsidRPr="00C00C6E" w:rsidRDefault="00F04D17" w:rsidP="00F04D17">
      <w:pPr>
        <w:pStyle w:val="libNormal"/>
        <w:rPr>
          <w:rtl/>
        </w:rPr>
      </w:pPr>
      <w:r w:rsidRPr="00C00C6E">
        <w:rPr>
          <w:rtl/>
        </w:rPr>
        <w:t>4 - (أحمد) بن عمر الحلال - بالحاء غير المعجمة واللام المشددة - كان يبيع الحل - وهو الشير ج - ثقة.</w:t>
      </w:r>
    </w:p>
    <w:p w:rsidR="00F04D17" w:rsidRPr="00C00C6E" w:rsidRDefault="00F04D17" w:rsidP="00F04D17">
      <w:pPr>
        <w:pStyle w:val="libNormal"/>
        <w:rPr>
          <w:rtl/>
        </w:rPr>
      </w:pPr>
      <w:r w:rsidRPr="00C00C6E">
        <w:rPr>
          <w:rtl/>
        </w:rPr>
        <w:t>قاله الشيخ الطوسي (ره) وقال: انه ردئ الاصل، فعندي توقف في قبول روايته، لقوله هذا، وكان كوفيا انماطيا من أصحاب الرضا (ع).</w:t>
      </w:r>
    </w:p>
    <w:p w:rsidR="00F04D17" w:rsidRPr="00C00C6E" w:rsidRDefault="00F04D17" w:rsidP="00F04D17">
      <w:pPr>
        <w:pStyle w:val="libNormal"/>
        <w:rPr>
          <w:rtl/>
        </w:rPr>
      </w:pPr>
      <w:r w:rsidRPr="00C00C6E">
        <w:rPr>
          <w:rtl/>
        </w:rPr>
        <w:t>5 - (أحمد) بن حمزة بن اليسع بن عبدالله القمي روى ابوه عن الرضاعليه السلام ثقة ثقة.</w:t>
      </w:r>
    </w:p>
    <w:p w:rsidR="00F04D17" w:rsidRPr="00C00C6E" w:rsidRDefault="00F04D17" w:rsidP="00F04D17">
      <w:pPr>
        <w:pStyle w:val="libNormal"/>
        <w:rPr>
          <w:rtl/>
        </w:rPr>
      </w:pPr>
      <w:r w:rsidRPr="00C00C6E">
        <w:rPr>
          <w:rtl/>
        </w:rPr>
        <w:t>6 - (أحمد) بن إسحاق الرازي من أصحاب أبي الحسن الثالث علي بن محمد الهادي عليهما السلام، ثقة أورد الكشي ما يدل على إختصاصه بالجهة المقدسة، وقد ذكرته في الكتاب الكبير.</w:t>
      </w:r>
    </w:p>
    <w:p w:rsidR="00F04D17" w:rsidRDefault="00F04D17" w:rsidP="00F04D17">
      <w:pPr>
        <w:pStyle w:val="libNormal"/>
        <w:rPr>
          <w:rtl/>
        </w:rPr>
      </w:pPr>
      <w:r w:rsidRPr="00C00C6E">
        <w:rPr>
          <w:rtl/>
        </w:rPr>
        <w:t>7 - (أحمد) بن محمد بن خالد بن عبدالرحمان بن محمد بن علي البرقي، منسوب إلى برقة قم، ابوجعفر أصله كوفي ثقة، غير انه كثير الرواية عن الضعفاء واعتمد المراسيل قال ابن الغضايري: طعن عليه القميون، وليس الطعن فيه، وإنما الطعن فيمن يروي عنه، فانه كان لا يبالي عمن اخذ على طريقة اهل الاخبار وكان أحمد بن محمد بن عيسى أبعده عن قم ثم اعاده اليها واعتذر اليه.</w:t>
      </w:r>
    </w:p>
    <w:p w:rsidR="00F04D17" w:rsidRDefault="00F04D17" w:rsidP="00F04D17">
      <w:pPr>
        <w:pStyle w:val="libNormal"/>
        <w:rPr>
          <w:rtl/>
        </w:rPr>
      </w:pPr>
      <w:r>
        <w:rPr>
          <w:rtl/>
        </w:rPr>
        <w:br w:type="page"/>
      </w:r>
    </w:p>
    <w:p w:rsidR="00F04D17" w:rsidRPr="00C00C6E" w:rsidRDefault="00F04D17" w:rsidP="00F04D17">
      <w:pPr>
        <w:pStyle w:val="libNormal"/>
        <w:rPr>
          <w:rtl/>
        </w:rPr>
      </w:pPr>
      <w:r w:rsidRPr="00C00C6E">
        <w:rPr>
          <w:rtl/>
        </w:rPr>
        <w:lastRenderedPageBreak/>
        <w:t>وقال: وجدت كتابا فيه وساطة بين أحمد بن محمد بن عيسى وأحمد بن محمد بن خالد لما توفى مشى أحمد بن عيسى في جنازته حاسرا، ليبرء نفسه مما قذفه به. وعندي ان روايته مقبوله.</w:t>
      </w:r>
    </w:p>
    <w:p w:rsidR="00F04D17" w:rsidRPr="00C00C6E" w:rsidRDefault="00F04D17" w:rsidP="00F04D17">
      <w:pPr>
        <w:pStyle w:val="libNormal"/>
        <w:rPr>
          <w:rtl/>
        </w:rPr>
      </w:pPr>
      <w:r w:rsidRPr="00C00C6E">
        <w:rPr>
          <w:rtl/>
        </w:rPr>
        <w:t>8 - (أحمد) بن إسحاق بن عبدالله بن سعد بن مالك بن الاحوص الاشعري ابو علي القمي ثقة كان وافد القميين، روى عن أبي جعفر الثاني عليه السلام وأبي الحسن عليه السلام، وكان خاصة أبي محمد عليه السلام وهو شيخ القميين، رأى صاحب الزمان عليه السلام.</w:t>
      </w:r>
    </w:p>
    <w:p w:rsidR="00F04D17" w:rsidRPr="00C00C6E" w:rsidRDefault="00F04D17" w:rsidP="00F04D17">
      <w:pPr>
        <w:pStyle w:val="libNormal"/>
        <w:rPr>
          <w:rtl/>
        </w:rPr>
      </w:pPr>
      <w:r w:rsidRPr="00C00C6E">
        <w:rPr>
          <w:rtl/>
        </w:rPr>
        <w:t>9 - (أحمد) بن صبيح - بالصاد غير المعجمة المفتوحة والباء المنقطة تحتها نقطة وبالحاء غير المعجمة بعد الياء المنقطة تحتها نقطتين - ابوعبدالله الاسدي كوفي ثقة. الزيدية تدعيه وليس منهم.</w:t>
      </w:r>
    </w:p>
    <w:p w:rsidR="00F04D17" w:rsidRPr="00C00C6E" w:rsidRDefault="00F04D17" w:rsidP="00F04D17">
      <w:pPr>
        <w:pStyle w:val="libNormal"/>
        <w:rPr>
          <w:rtl/>
        </w:rPr>
      </w:pPr>
      <w:r w:rsidRPr="00C00C6E">
        <w:rPr>
          <w:rtl/>
        </w:rPr>
        <w:t>10 - (أحمد) بن الحسن بن الحسين اللؤلؤي ثقة وليس هو يابن المعروف بالحسن ابن الحسين اللؤلؤي، كوفي.</w:t>
      </w:r>
    </w:p>
    <w:p w:rsidR="00F04D17" w:rsidRPr="00C00C6E" w:rsidRDefault="00F04D17" w:rsidP="00F04D17">
      <w:pPr>
        <w:pStyle w:val="libNormal"/>
        <w:rPr>
          <w:rtl/>
        </w:rPr>
      </w:pPr>
      <w:r w:rsidRPr="00C00C6E">
        <w:rPr>
          <w:rtl/>
        </w:rPr>
        <w:t>11 - (أحمد) بن الحسين بن عبدالملك ابوجعفر الازدي كوفي ثقة مرجوع اليه أعتمد على روايته.</w:t>
      </w:r>
    </w:p>
    <w:p w:rsidR="00F04D17" w:rsidRPr="00C00C6E" w:rsidRDefault="00F04D17" w:rsidP="00F04D17">
      <w:pPr>
        <w:pStyle w:val="libNormal"/>
        <w:rPr>
          <w:rtl/>
        </w:rPr>
      </w:pPr>
      <w:r w:rsidRPr="00C00C6E">
        <w:rPr>
          <w:rtl/>
        </w:rPr>
        <w:t>12 - (أحمد) بن ميثم - بالياء المنقطة تحتها نقطتين الساكنه بعد الميم المفتوحة ثم بعدها الثاء المنقطة فوقها ثلاث نقط - ابن ابي نعيم - بضم النون وفتح العين غير المعجمة - واسم ابي نعيم الفضل بن عمر ولقبه دكين - بالدال غير المعجمة المضمومة - ابن حماد بن زهير مولى آل طلحة بن عبيدالله ابوالحسن، كان من ثقات أصحابنا الكوفيين وفقائهم.</w:t>
      </w:r>
    </w:p>
    <w:p w:rsidR="00F04D17" w:rsidRDefault="00F04D17" w:rsidP="00F04D17">
      <w:pPr>
        <w:pStyle w:val="libNormal"/>
        <w:rPr>
          <w:rtl/>
        </w:rPr>
      </w:pPr>
      <w:r w:rsidRPr="00C00C6E">
        <w:rPr>
          <w:rtl/>
        </w:rPr>
        <w:t>13 - (أحمد) بن عبدالله بن مهران المعروف يابن خانبة - بالخاء المعجمة والنون بعد الالف المكسورة والباء المنقطة تحتها نقطة المفتوحة - يكنى ابا جعفر كان من أصحابنا الثقات، وما ظهرت له رواية، صنف كتاب (التأديب) وهو كتاب يوم وليلة وكان كاتب اسحاق بن ابراهيم، فتاب وأقبل على تصنيف ذلك الكتاب، وكان احمد غلمان يونس بن عبدالرحمان وكان من العجم.</w:t>
      </w:r>
    </w:p>
    <w:p w:rsidR="00F04D17" w:rsidRDefault="00F04D17" w:rsidP="00F04D17">
      <w:pPr>
        <w:pStyle w:val="libNormal"/>
        <w:rPr>
          <w:rtl/>
        </w:rPr>
      </w:pPr>
      <w:r>
        <w:rPr>
          <w:rtl/>
        </w:rPr>
        <w:br w:type="page"/>
      </w:r>
    </w:p>
    <w:p w:rsidR="00F04D17" w:rsidRPr="00C00C6E" w:rsidRDefault="00F04D17" w:rsidP="00F04D17">
      <w:pPr>
        <w:pStyle w:val="libNormal"/>
        <w:rPr>
          <w:rtl/>
        </w:rPr>
      </w:pPr>
      <w:r w:rsidRPr="00C00C6E">
        <w:rPr>
          <w:rtl/>
        </w:rPr>
        <w:lastRenderedPageBreak/>
        <w:t>14 - (أحمد) بن إدريس ابوعلي الاشعري القمي كان ثقة في أصحابنا فقيها كثير الحديث صحيح الرواية، مات بالفرعاء في طريق مكة على طريق الكوفة سنة ست وثلاثمأئة رحمه الله، أعتمد على روايته.</w:t>
      </w:r>
    </w:p>
    <w:p w:rsidR="00F04D17" w:rsidRPr="00C00C6E" w:rsidRDefault="00F04D17" w:rsidP="00F04D17">
      <w:pPr>
        <w:pStyle w:val="libNormal"/>
        <w:rPr>
          <w:rtl/>
        </w:rPr>
      </w:pPr>
      <w:r w:rsidRPr="00C00C6E">
        <w:rPr>
          <w:rtl/>
        </w:rPr>
        <w:t>15 - (أحمد) بن ابراهيم بن اسماعيل بن داود بن حمدون الكاتب النديم ابوعبدالله وشيخ اهل اللغة ووجههم واستاد ابي العباس ثعلب قرأ عليه قبل ابن الاعرابي وتخرج من يده وكان خصيصا بأبي محمد الحسن بن علي عليهما السلام وأبي الحسن قبله.</w:t>
      </w:r>
    </w:p>
    <w:p w:rsidR="00F04D17" w:rsidRPr="00C00C6E" w:rsidRDefault="00F04D17" w:rsidP="00F04D17">
      <w:pPr>
        <w:pStyle w:val="libNormal"/>
        <w:rPr>
          <w:rtl/>
        </w:rPr>
      </w:pPr>
      <w:r w:rsidRPr="00C00C6E">
        <w:rPr>
          <w:rtl/>
        </w:rPr>
        <w:t>16 - (أحمد) بن محمد بن طلحة بنعاصم ابوعبدالله وهو ابن اخي علي بن عاصم المحدث، ويقال له العاصمي ثقة في الحديث سالم الجنبة اصله الكوفة وسكن بغداد روى عن جميع شيوخ الكوفيين.</w:t>
      </w:r>
    </w:p>
    <w:p w:rsidR="00F04D17" w:rsidRPr="00C00C6E" w:rsidRDefault="00F04D17" w:rsidP="00F04D17">
      <w:pPr>
        <w:pStyle w:val="libNormal"/>
        <w:rPr>
          <w:rtl/>
        </w:rPr>
      </w:pPr>
      <w:r w:rsidRPr="00C00C6E">
        <w:rPr>
          <w:rtl/>
        </w:rPr>
        <w:t>17 - (أحمد) بن داود بن علي ابوالحسين القمي كان ثقة كثير الحديث وصحب علي بن الحسين بن بابويه.</w:t>
      </w:r>
    </w:p>
    <w:p w:rsidR="00F04D17" w:rsidRPr="00C00C6E" w:rsidRDefault="00F04D17" w:rsidP="00F04D17">
      <w:pPr>
        <w:pStyle w:val="libNormal"/>
        <w:rPr>
          <w:rtl/>
        </w:rPr>
      </w:pPr>
      <w:r w:rsidRPr="00C00C6E">
        <w:rPr>
          <w:rtl/>
        </w:rPr>
        <w:t>18 - (أحمد) بن محمد بن عمار ابوعلي الكوفى شيخ من اصحابنا ثقة جليل كثير الحديث والاصول، توفى سنة ست واربعين وثلثمأئة، روى عنه ابوحاتم الهروي (القزويني خ ل).</w:t>
      </w:r>
    </w:p>
    <w:p w:rsidR="00F04D17" w:rsidRPr="00C00C6E" w:rsidRDefault="00F04D17" w:rsidP="00F04D17">
      <w:pPr>
        <w:pStyle w:val="libNormal"/>
        <w:rPr>
          <w:rtl/>
        </w:rPr>
      </w:pPr>
      <w:r w:rsidRPr="00C00C6E">
        <w:rPr>
          <w:rtl/>
        </w:rPr>
        <w:t>19 - (أحمد) بن علي الفايدي - بالفاء والياء المنقطة تحتها نقطتين بعد الالف والدال غير المعجمة - ابوعمرو القزويني شيخ ثقة من اصحابنا وجيه في بلده.</w:t>
      </w:r>
    </w:p>
    <w:p w:rsidR="00F04D17" w:rsidRPr="00C00C6E" w:rsidRDefault="00F04D17" w:rsidP="00F04D17">
      <w:pPr>
        <w:pStyle w:val="libNormal"/>
        <w:rPr>
          <w:rtl/>
        </w:rPr>
      </w:pPr>
      <w:r w:rsidRPr="00C00C6E">
        <w:rPr>
          <w:rtl/>
        </w:rPr>
        <w:t>20 - (أحمد) بن محمد بن ابراهيم بن احمد بن المعلى بن اسد - بالسين غير المعجمة بعد الالف المهموز - القمى البصري ابوبشر كان ثقة من اصحابنا، في حديثه حسن التصنيف واكثر الرواية عن العامة والاخباريين، روى عنه التلعكبري ولم يلقه.</w:t>
      </w:r>
    </w:p>
    <w:p w:rsidR="00F04D17" w:rsidRDefault="00F04D17" w:rsidP="00F04D17">
      <w:pPr>
        <w:pStyle w:val="libNormal"/>
        <w:rPr>
          <w:rtl/>
        </w:rPr>
      </w:pPr>
      <w:r w:rsidRPr="00C00C6E">
        <w:rPr>
          <w:rtl/>
        </w:rPr>
        <w:t>21 - (أحمد) بن اسماعيل بن سمكة بن عبدالله ابوعلي البجلي عربي من اهل قم، كان من اهل الفضل والادب والعلم وعليه قرأ ابوالفضل محمد بن الحسين بن العميد وله كتب عدة لم يصنف مثلها، وكان اسماعيل بن عبدالله من اصحاب محمد بن ابي عبدالله البرقي وممن تأدب عليه، فمن كتبه كتاب العباسي وهو كتاب عظيم نحو عشرة آلاف ورقة في اخبار الخلفاء والدولة العباسية مستوفى لم يصنف مثله.</w:t>
      </w:r>
    </w:p>
    <w:p w:rsidR="00F04D17" w:rsidRDefault="00F04D17" w:rsidP="00F04D17">
      <w:pPr>
        <w:pStyle w:val="libNormal"/>
        <w:rPr>
          <w:rtl/>
        </w:rPr>
      </w:pPr>
      <w:r>
        <w:rPr>
          <w:rtl/>
        </w:rPr>
        <w:br w:type="page"/>
      </w:r>
    </w:p>
    <w:p w:rsidR="00F04D17" w:rsidRPr="00C00C6E" w:rsidRDefault="00F04D17" w:rsidP="00F04D17">
      <w:pPr>
        <w:pStyle w:val="libNormal"/>
        <w:rPr>
          <w:rtl/>
        </w:rPr>
      </w:pPr>
      <w:r w:rsidRPr="00C00C6E">
        <w:rPr>
          <w:rtl/>
        </w:rPr>
        <w:lastRenderedPageBreak/>
        <w:t>هذا خلاصة ما وصل الينا في معناه ولم ينص علماؤنا عليه بتعديل ولم يرو فيه جرح، فالاقوى قبول روايتة مع سلامتها من المعارض.</w:t>
      </w:r>
    </w:p>
    <w:p w:rsidR="00F04D17" w:rsidRPr="00C00C6E" w:rsidRDefault="00F04D17" w:rsidP="00F04D17">
      <w:pPr>
        <w:pStyle w:val="libNormal"/>
        <w:rPr>
          <w:rtl/>
        </w:rPr>
      </w:pPr>
      <w:r w:rsidRPr="00C00C6E">
        <w:rPr>
          <w:rtl/>
        </w:rPr>
        <w:t>22 - (أحمد) بن محمد بن سليمان بن الحسن ن الجهم بن بكير بن اعين بن سنسن - بالسين غير المعجمة المضمومة قبل النون الساكنة وبعدها والنون الاخرى اخيرا - ابوغالب الزراري وهم البكريون، وبذلك كان يعرف، إلى ان خرج توقيع من ابي محمد عليه السلام فيه ذكر ابي طاهر الزراري وما الزراري رعاه الله فذلك انفعهم بذلك، وكان شيخ اصحابنا في عصره واستادهم ونقيبهم، ومات (ره) سنة ثمان وستين وثلثمأئة.</w:t>
      </w:r>
    </w:p>
    <w:p w:rsidR="00F04D17" w:rsidRPr="00C00C6E" w:rsidRDefault="00F04D17" w:rsidP="00F04D17">
      <w:pPr>
        <w:pStyle w:val="libNormal"/>
        <w:rPr>
          <w:rtl/>
        </w:rPr>
      </w:pPr>
      <w:r w:rsidRPr="00C00C6E">
        <w:rPr>
          <w:rtl/>
        </w:rPr>
        <w:t>23 - (أحمد) بن محمد بن جعفر ابوعلى الصولي، صحب الجلودي - بالجيم المفتوحة واللام الساكنة والواو المفتوحة -. وقيل: - بضم اللام وإسكان الواو والدال غير المعجمة بعد الواو - وصحبه عمره، قدم بغداد سنة ثلاث وخمسين وثلاثمأئة وسمع منه الناس، وكان ثقة في حديثه مسكونا إلى روايته، غير انه قيل يروي عن الضعفاء.</w:t>
      </w:r>
    </w:p>
    <w:p w:rsidR="00F04D17" w:rsidRPr="00C00C6E" w:rsidRDefault="00F04D17" w:rsidP="00F04D17">
      <w:pPr>
        <w:pStyle w:val="libNormal"/>
        <w:rPr>
          <w:rtl/>
        </w:rPr>
      </w:pPr>
      <w:r w:rsidRPr="00C00C6E">
        <w:rPr>
          <w:rtl/>
        </w:rPr>
        <w:t>24 - (أحمد) بن ابراهيم بن ابي رافع الصيمري - بفتح الصاد غير المعجمة واسكان الياء المنقطة تحتها نقطتين بعدها وبضم الميم وبعدها راء يكنى ابا عبدالله من ولد عبدالله بن عازب اخي البراء من عازب الانصاري اصله الكوفة وسكن بغداد ثقة في الحديث صحيح العقيدة.</w:t>
      </w:r>
    </w:p>
    <w:p w:rsidR="00F04D17" w:rsidRPr="00C00C6E" w:rsidRDefault="00F04D17" w:rsidP="00F04D17">
      <w:pPr>
        <w:pStyle w:val="libNormal"/>
        <w:rPr>
          <w:rtl/>
        </w:rPr>
      </w:pPr>
      <w:r w:rsidRPr="00C00C6E">
        <w:rPr>
          <w:rtl/>
        </w:rPr>
        <w:t>25 - (أحمد) بن عبدالله بن احمد بن جلين - بضم الجيم وتشديد اللام المكسورة وإسكان الياء المنقطة تحتها نقطتين والنون بعد الياء - الدوري ابوبكير الوراق كان من اصحابنا ثقة في حديثه مسكونا إلى روايته، روى عنه الغضايري.</w:t>
      </w:r>
    </w:p>
    <w:p w:rsidR="00F04D17" w:rsidRDefault="00F04D17" w:rsidP="00F04D17">
      <w:pPr>
        <w:pStyle w:val="libNormal"/>
        <w:rPr>
          <w:rtl/>
        </w:rPr>
      </w:pPr>
      <w:r w:rsidRPr="00C00C6E">
        <w:rPr>
          <w:rtl/>
        </w:rPr>
        <w:t>26 - (أحمد) بن داود بن سعيد الغزاري يكنى ابا يحنى الجرجاني كان من جملة اصحاب الحديث من العامة ورزقه الله الامر، وله كتب كثيرة ذكرناها في كتابنا الكبير، وصنف في الرد على اهل الحشو، كتبا متعددة.</w:t>
      </w:r>
    </w:p>
    <w:p w:rsidR="00F04D17" w:rsidRDefault="00F04D17" w:rsidP="00F04D17">
      <w:pPr>
        <w:pStyle w:val="libNormal"/>
        <w:rPr>
          <w:rtl/>
        </w:rPr>
      </w:pPr>
      <w:r>
        <w:rPr>
          <w:rtl/>
        </w:rPr>
        <w:br w:type="page"/>
      </w:r>
    </w:p>
    <w:p w:rsidR="00F04D17" w:rsidRPr="00C00C6E" w:rsidRDefault="00F04D17" w:rsidP="00F04D17">
      <w:pPr>
        <w:pStyle w:val="libNormal"/>
        <w:rPr>
          <w:rtl/>
        </w:rPr>
      </w:pPr>
      <w:r w:rsidRPr="00C00C6E">
        <w:rPr>
          <w:rtl/>
        </w:rPr>
        <w:lastRenderedPageBreak/>
        <w:t>27 - (أحمد) بن محمد بن نوح يكنى ابا العباس السيرافي سكن البصرة واسع الرواية ثقة في روايته، غير انه حكي عنه مذاهب فاسدة في الاصول، مثل القول بالرواية وغيرها.</w:t>
      </w:r>
    </w:p>
    <w:p w:rsidR="00F04D17" w:rsidRPr="00C00C6E" w:rsidRDefault="00F04D17" w:rsidP="00F04D17">
      <w:pPr>
        <w:pStyle w:val="libNormal"/>
        <w:rPr>
          <w:rtl/>
        </w:rPr>
      </w:pPr>
      <w:r w:rsidRPr="00C00C6E">
        <w:rPr>
          <w:rtl/>
        </w:rPr>
        <w:t>28 - (أحمد) بن عائذ - بالذال المعجمة - ابوحبيب الاحمسي البجلي مولى ثقة، كان صحب ابا خديجة سالم بن مكرم واخذ عنه وعرف به، وكان حلالا.</w:t>
      </w:r>
    </w:p>
    <w:p w:rsidR="00F04D17" w:rsidRPr="00C00C6E" w:rsidRDefault="00F04D17" w:rsidP="00F04D17">
      <w:pPr>
        <w:pStyle w:val="libNormal"/>
        <w:rPr>
          <w:rtl/>
        </w:rPr>
      </w:pPr>
      <w:r w:rsidRPr="00C00C6E">
        <w:rPr>
          <w:rtl/>
        </w:rPr>
        <w:t>قال الكشي: قال محمد بن مسعود سألت ابا الحسن على بن الحسن بن فضال عن أحمد بن عائذ كيف هو؟ فقال: هو صالح كان يسكن بغداد، وقال ابوالحسن انا لم ألقه.</w:t>
      </w:r>
    </w:p>
    <w:p w:rsidR="00F04D17" w:rsidRPr="00C00C6E" w:rsidRDefault="00F04D17" w:rsidP="00F04D17">
      <w:pPr>
        <w:pStyle w:val="libNormal"/>
        <w:rPr>
          <w:rtl/>
        </w:rPr>
      </w:pPr>
      <w:r w:rsidRPr="00C00C6E">
        <w:rPr>
          <w:rtl/>
        </w:rPr>
        <w:t>29 - (أحمد) بن ابراهيم ابوحامد المراغي، روى الكشي عن علي بن محمد بن قتيبة قال: حدثني ابوحامد أحمد بن ابراهيم المراغي قال: كتب ابوجعفر محمد بن احمد بن جعفر القمى العطار وليس له ثالث في الارض في القرب من الاصل (أي الامام (ع)</w:t>
      </w:r>
      <w:r>
        <w:rPr>
          <w:rFonts w:hint="cs"/>
          <w:rtl/>
        </w:rPr>
        <w:t xml:space="preserve"> </w:t>
      </w:r>
      <w:r w:rsidRPr="00C00C6E">
        <w:rPr>
          <w:rtl/>
        </w:rPr>
        <w:t>) بصفنا لصاحب الناحية عليه السلام فخرج (ووقفت على ما وصف به ابا حامد أعزه الله بطاعة، وفهمت ما هو عليه تمم الله ذلك بأحسنه ولا أخلاه من تفضله عليه وكان الله وليه اكثر السلام وأخصه).</w:t>
      </w:r>
    </w:p>
    <w:p w:rsidR="00F04D17" w:rsidRPr="00C00C6E" w:rsidRDefault="00F04D17" w:rsidP="00F04D17">
      <w:pPr>
        <w:pStyle w:val="libNormal"/>
        <w:rPr>
          <w:rtl/>
        </w:rPr>
      </w:pPr>
      <w:r w:rsidRPr="00C00C6E">
        <w:rPr>
          <w:rtl/>
        </w:rPr>
        <w:t>30 - (أحمد) بن حمزة، روى الكشي عن حمدويه عن أشياخه قال: كان في عداد الوزراء، وهذا لا يثبت عندي عدالته.</w:t>
      </w:r>
    </w:p>
    <w:p w:rsidR="00F04D17" w:rsidRPr="00C00C6E" w:rsidRDefault="00F04D17" w:rsidP="00F04D17">
      <w:pPr>
        <w:pStyle w:val="libNormal"/>
        <w:rPr>
          <w:rtl/>
        </w:rPr>
      </w:pPr>
      <w:r w:rsidRPr="00C00C6E">
        <w:rPr>
          <w:rtl/>
        </w:rPr>
        <w:t>31 - (أحمد) بن ابراهيم المعروف بعلان - بالعين غير المجمة - الكليني - مضموم الكاف مخفف اللام - منسوب إلى كلين قرية من الري، خير فاضل من أهل الدين.</w:t>
      </w:r>
    </w:p>
    <w:p w:rsidR="00F04D17" w:rsidRPr="00C00C6E" w:rsidRDefault="00F04D17" w:rsidP="00F04D17">
      <w:pPr>
        <w:pStyle w:val="libNormal"/>
        <w:rPr>
          <w:rtl/>
        </w:rPr>
      </w:pPr>
      <w:r w:rsidRPr="00C00C6E">
        <w:rPr>
          <w:rtl/>
        </w:rPr>
        <w:t>32 - (أحمد) بن عيسى بن جعفر العلوى العمرى ثقة من اصحاب العياشي.</w:t>
      </w:r>
    </w:p>
    <w:p w:rsidR="00F04D17" w:rsidRPr="00C00C6E" w:rsidRDefault="00F04D17" w:rsidP="00F04D17">
      <w:pPr>
        <w:pStyle w:val="libNormal"/>
        <w:rPr>
          <w:rtl/>
        </w:rPr>
      </w:pPr>
      <w:r w:rsidRPr="00C00C6E">
        <w:rPr>
          <w:rtl/>
        </w:rPr>
        <w:t>33 - (أحمد) بن ابي عوف يكنى ابا عوف من اهل بخارى لا بأس به.</w:t>
      </w:r>
    </w:p>
    <w:p w:rsidR="00F04D17" w:rsidRDefault="00F04D17" w:rsidP="00F04D17">
      <w:pPr>
        <w:pStyle w:val="libNormal"/>
        <w:rPr>
          <w:rtl/>
        </w:rPr>
      </w:pPr>
      <w:r w:rsidRPr="00C00C6E">
        <w:rPr>
          <w:rtl/>
        </w:rPr>
        <w:t>34 - (احمد) بن محمد بن عيسى النسوي - بالنون المفتوحة والسين غير المعجمة المفتوحة يكنى ابا الحسن روى عن محمد بن العلا بشيراز، وكان اديبا فاضلا، بالتوقيع الذي خرج في سنة إحدى وثمانين ومأتين في الصلاة على النبي صلى الله عليه وآله وسلم</w:t>
      </w:r>
    </w:p>
    <w:p w:rsidR="00F04D17" w:rsidRDefault="00F04D17" w:rsidP="00F04D17">
      <w:pPr>
        <w:pStyle w:val="libNormal"/>
        <w:rPr>
          <w:rtl/>
        </w:rPr>
      </w:pPr>
      <w:r>
        <w:rPr>
          <w:rtl/>
        </w:rPr>
        <w:br w:type="page"/>
      </w:r>
    </w:p>
    <w:p w:rsidR="00F04D17" w:rsidRPr="00C00C6E" w:rsidRDefault="00F04D17" w:rsidP="00F04D17">
      <w:pPr>
        <w:pStyle w:val="libNormal"/>
        <w:rPr>
          <w:rtl/>
        </w:rPr>
      </w:pPr>
      <w:r w:rsidRPr="00C00C6E">
        <w:rPr>
          <w:rtl/>
        </w:rPr>
        <w:lastRenderedPageBreak/>
        <w:t>35 - (احمد) بن على البخلي الرجل الصالح أجاز التلعكبري.</w:t>
      </w:r>
    </w:p>
    <w:p w:rsidR="00F04D17" w:rsidRPr="00C00C6E" w:rsidRDefault="00F04D17" w:rsidP="00F04D17">
      <w:pPr>
        <w:pStyle w:val="libNormal"/>
        <w:rPr>
          <w:rtl/>
        </w:rPr>
      </w:pPr>
      <w:r w:rsidRPr="00C00C6E">
        <w:rPr>
          <w:rtl/>
        </w:rPr>
        <w:t xml:space="preserve">36 - (احمد) بن اسماعيل بن الفقيه صاحب كتاب </w:t>
      </w:r>
      <w:r w:rsidR="00CD27DE">
        <w:rPr>
          <w:rtl/>
        </w:rPr>
        <w:t>(</w:t>
      </w:r>
      <w:r w:rsidR="00CD27DE" w:rsidRPr="00C00C6E">
        <w:rPr>
          <w:rtl/>
        </w:rPr>
        <w:t xml:space="preserve"> الامامة </w:t>
      </w:r>
      <w:r w:rsidR="00CD27DE">
        <w:rPr>
          <w:rtl/>
        </w:rPr>
        <w:t>)</w:t>
      </w:r>
      <w:r w:rsidRPr="00C00C6E">
        <w:rPr>
          <w:rtl/>
        </w:rPr>
        <w:t>.</w:t>
      </w:r>
    </w:p>
    <w:p w:rsidR="00F04D17" w:rsidRPr="00C00C6E" w:rsidRDefault="00F04D17" w:rsidP="00F04D17">
      <w:pPr>
        <w:pStyle w:val="libNormal"/>
        <w:rPr>
          <w:rtl/>
        </w:rPr>
      </w:pPr>
      <w:r w:rsidRPr="00C00C6E">
        <w:rPr>
          <w:rtl/>
        </w:rPr>
        <w:t>37 - (احمد) بن زياد بن جعفر الهمذاني - بالذال المعجمة - كان رجلا ثقة دينا فاضلا رضى الله عنه.</w:t>
      </w:r>
    </w:p>
    <w:p w:rsidR="00F04D17" w:rsidRPr="00C00C6E" w:rsidRDefault="00F04D17" w:rsidP="00F04D17">
      <w:pPr>
        <w:pStyle w:val="libNormal"/>
        <w:rPr>
          <w:rtl/>
        </w:rPr>
      </w:pPr>
      <w:r w:rsidRPr="00C00C6E">
        <w:rPr>
          <w:rtl/>
        </w:rPr>
        <w:t>38 - (احمد) بن عبدالله بن جعفر الحميرى له مكاتبة.</w:t>
      </w:r>
    </w:p>
    <w:p w:rsidR="00F04D17" w:rsidRPr="00C00C6E" w:rsidRDefault="00F04D17" w:rsidP="00F04D17">
      <w:pPr>
        <w:pStyle w:val="libNormal"/>
        <w:rPr>
          <w:rtl/>
        </w:rPr>
      </w:pPr>
      <w:r w:rsidRPr="00C00C6E">
        <w:rPr>
          <w:rtl/>
        </w:rPr>
        <w:t>39 - (احمد) بن محمد بن عبدالله الاشعرى الاقمي شيخ من اصحابنا ثقة روى عن أبي الحسن الثالث عليه السلام.</w:t>
      </w:r>
    </w:p>
    <w:p w:rsidR="00F04D17" w:rsidRPr="00C00C6E" w:rsidRDefault="00F04D17" w:rsidP="00F04D17">
      <w:pPr>
        <w:pStyle w:val="libNormal"/>
        <w:rPr>
          <w:rtl/>
        </w:rPr>
      </w:pPr>
      <w:r w:rsidRPr="00C00C6E">
        <w:rPr>
          <w:rtl/>
        </w:rPr>
        <w:t>40 - (احمد) بن يحيي بن الحكيم الاودى - بالدال المهملة بعد الواو الساكنة - الصوفي كوفى ابوجعفر ابن اخي ذبيان - بالذال المعجمة بعدها باء منقطة تحتها نقطة ساكنة - ثقة.</w:t>
      </w:r>
    </w:p>
    <w:p w:rsidR="00F04D17" w:rsidRPr="00C00C6E" w:rsidRDefault="00F04D17" w:rsidP="00F04D17">
      <w:pPr>
        <w:pStyle w:val="libNormal"/>
        <w:rPr>
          <w:rtl/>
        </w:rPr>
      </w:pPr>
      <w:r w:rsidRPr="00C00C6E">
        <w:rPr>
          <w:rtl/>
        </w:rPr>
        <w:t>41 - (احمد) بن الحسين بن عمر بن يزيد الصيقل ابوجعفر كوفي ثقة من اصحابنا وجد عمر بن يزيد بياع السابري، روى عن ابي عبدالله وابي الحسن عليهما السلام.</w:t>
      </w:r>
    </w:p>
    <w:p w:rsidR="00F04D17" w:rsidRPr="00C00C6E" w:rsidRDefault="00F04D17" w:rsidP="00F04D17">
      <w:pPr>
        <w:pStyle w:val="libNormal"/>
        <w:rPr>
          <w:rtl/>
        </w:rPr>
      </w:pPr>
      <w:r w:rsidRPr="00C00C6E">
        <w:rPr>
          <w:rtl/>
        </w:rPr>
        <w:t>42 - (احمد) بن علي بن شاذان ابوالعباس القاضي 1.</w:t>
      </w:r>
    </w:p>
    <w:p w:rsidR="00F04D17" w:rsidRPr="00C00C6E" w:rsidRDefault="00F04D17" w:rsidP="00F04D17">
      <w:pPr>
        <w:pStyle w:val="libNormal"/>
        <w:rPr>
          <w:rtl/>
        </w:rPr>
      </w:pPr>
      <w:r w:rsidRPr="00C00C6E">
        <w:rPr>
          <w:rtl/>
        </w:rPr>
        <w:t>43 - (احمد) بن محمد بن عمران بن موسى ابوالحسن المعروف بابن الجندي - بالجيم المضمومة قبل النون -.</w:t>
      </w:r>
    </w:p>
    <w:p w:rsidR="00F04D17" w:rsidRPr="00C00C6E" w:rsidRDefault="00F04D17" w:rsidP="00F04D17">
      <w:pPr>
        <w:pStyle w:val="libNormal"/>
        <w:rPr>
          <w:rtl/>
        </w:rPr>
      </w:pPr>
      <w:r w:rsidRPr="00C00C6E">
        <w:rPr>
          <w:rtl/>
        </w:rPr>
        <w:t>قال النجاشي: انه استادنا رحمه الله، ألحقنا بالشيوخ في زمانه. وليس هذا نص</w:t>
      </w:r>
      <w:r w:rsidR="00CD27DE">
        <w:rPr>
          <w:rtl/>
        </w:rPr>
        <w:t>اً</w:t>
      </w:r>
      <w:r w:rsidRPr="00C00C6E">
        <w:rPr>
          <w:rtl/>
        </w:rPr>
        <w:t xml:space="preserve"> في تعديله.</w:t>
      </w:r>
    </w:p>
    <w:p w:rsidR="00F04D17" w:rsidRDefault="00F04D17" w:rsidP="00F04D17">
      <w:pPr>
        <w:pStyle w:val="libNormal"/>
        <w:rPr>
          <w:rtl/>
        </w:rPr>
      </w:pPr>
      <w:r w:rsidRPr="00C00C6E">
        <w:rPr>
          <w:rtl/>
        </w:rPr>
        <w:t>44 - (احمد) بن محمد بن احمد ابوعلي الجرجاني نزيل مصر، كان ثقة في حديثه ورع</w:t>
      </w:r>
      <w:r w:rsidR="00CD27DE">
        <w:rPr>
          <w:rtl/>
        </w:rPr>
        <w:t>اً</w:t>
      </w:r>
      <w:r w:rsidRPr="00C00C6E">
        <w:rPr>
          <w:rtl/>
        </w:rPr>
        <w:t xml:space="preserve"> لا يطعن عليه.</w:t>
      </w:r>
    </w:p>
    <w:p w:rsidR="00F04D17" w:rsidRDefault="00F04D17" w:rsidP="00F04D17">
      <w:pPr>
        <w:pStyle w:val="libNormal"/>
        <w:rPr>
          <w:rtl/>
        </w:rPr>
      </w:pPr>
      <w:r>
        <w:rPr>
          <w:rtl/>
        </w:rPr>
        <w:br w:type="page"/>
      </w:r>
    </w:p>
    <w:p w:rsidR="00F04D17" w:rsidRPr="00C00C6E" w:rsidRDefault="00F04D17" w:rsidP="00F04D17">
      <w:pPr>
        <w:pStyle w:val="libNormal"/>
        <w:rPr>
          <w:rtl/>
        </w:rPr>
      </w:pPr>
      <w:r w:rsidRPr="00C00C6E">
        <w:rPr>
          <w:rtl/>
        </w:rPr>
        <w:lastRenderedPageBreak/>
        <w:t>45 - (احمد) بن علي بن العباس بن نوح السيرافي، نزيل البصرة، كان ثقة في حديثه، متقنا لما يرويه فقيها بصير</w:t>
      </w:r>
      <w:r w:rsidR="00CD27DE">
        <w:rPr>
          <w:rtl/>
        </w:rPr>
        <w:t>اً</w:t>
      </w:r>
      <w:r w:rsidRPr="00C00C6E">
        <w:rPr>
          <w:rtl/>
        </w:rPr>
        <w:t xml:space="preserve"> بالحديث والرواية. قال النجاشي: هو استادنا وشيخنا ومن استفدنا منه.</w:t>
      </w:r>
    </w:p>
    <w:p w:rsidR="00F04D17" w:rsidRPr="00C00C6E" w:rsidRDefault="00F04D17" w:rsidP="00F04D17">
      <w:pPr>
        <w:pStyle w:val="libNormal"/>
        <w:rPr>
          <w:rtl/>
        </w:rPr>
      </w:pPr>
      <w:r w:rsidRPr="00C00C6E">
        <w:rPr>
          <w:rtl/>
        </w:rPr>
        <w:t>46 - (احمد) بن محمد بن احمد بن طرخان الكندي ابوالحسين الجرجاني الكاتب ثقة صحيح السماع.</w:t>
      </w:r>
    </w:p>
    <w:p w:rsidR="00F04D17" w:rsidRPr="00C00C6E" w:rsidRDefault="00F04D17" w:rsidP="00F04D17">
      <w:pPr>
        <w:pStyle w:val="libNormal"/>
        <w:rPr>
          <w:rtl/>
        </w:rPr>
      </w:pPr>
      <w:r w:rsidRPr="00C00C6E">
        <w:rPr>
          <w:rtl/>
        </w:rPr>
        <w:t>47 - (احمد) بن عبدالواحد بن احمد البزاز - بالزاى قبل الالف وبعده - ابو عبدالله.</w:t>
      </w:r>
    </w:p>
    <w:p w:rsidR="00F04D17" w:rsidRPr="00C00C6E" w:rsidRDefault="00F04D17" w:rsidP="00F04D17">
      <w:pPr>
        <w:pStyle w:val="libNormal"/>
        <w:rPr>
          <w:rtl/>
        </w:rPr>
      </w:pPr>
      <w:r w:rsidRPr="00C00C6E">
        <w:rPr>
          <w:rtl/>
        </w:rPr>
        <w:t>قال النجاشى: كان شيخنا المعروف بابن عبدون.</w:t>
      </w:r>
    </w:p>
    <w:p w:rsidR="00F04D17" w:rsidRPr="00C00C6E" w:rsidRDefault="00F04D17" w:rsidP="00F04D17">
      <w:pPr>
        <w:pStyle w:val="libNormal"/>
        <w:rPr>
          <w:rtl/>
        </w:rPr>
      </w:pPr>
      <w:r w:rsidRPr="00C00C6E">
        <w:rPr>
          <w:rtl/>
        </w:rPr>
        <w:t>قال الشيخ الطوسي (ره): احمد بن عبدون، ويعرف بابن الخاسر.</w:t>
      </w:r>
    </w:p>
    <w:p w:rsidR="00F04D17" w:rsidRPr="00C00C6E" w:rsidRDefault="00F04D17" w:rsidP="00F04D17">
      <w:pPr>
        <w:pStyle w:val="libNormal"/>
        <w:rPr>
          <w:rtl/>
        </w:rPr>
      </w:pPr>
      <w:r w:rsidRPr="00C00C6E">
        <w:rPr>
          <w:rtl/>
        </w:rPr>
        <w:t>48 - (احمد) بن زرق الغشاني - بالغين المعجمة المضمومة والشين المعجمة والنون بعد الالف - بجلي ثقة.</w:t>
      </w:r>
    </w:p>
    <w:p w:rsidR="00F04D17" w:rsidRPr="00C00C6E" w:rsidRDefault="00F04D17" w:rsidP="00F04D17">
      <w:pPr>
        <w:pStyle w:val="libNormal"/>
        <w:rPr>
          <w:rtl/>
        </w:rPr>
      </w:pPr>
      <w:r w:rsidRPr="00C00C6E">
        <w:rPr>
          <w:rtl/>
        </w:rPr>
        <w:t>49 - (احمد) بن النضر - بالنون والضاد المعجمة - ابوالحسن الجعفي مولى كوفي ثقة.</w:t>
      </w:r>
    </w:p>
    <w:p w:rsidR="00F04D17" w:rsidRPr="00C00C6E" w:rsidRDefault="00F04D17" w:rsidP="00F04D17">
      <w:pPr>
        <w:pStyle w:val="libNormal"/>
        <w:rPr>
          <w:rtl/>
        </w:rPr>
      </w:pPr>
      <w:r w:rsidRPr="00C00C6E">
        <w:rPr>
          <w:rtl/>
        </w:rPr>
        <w:t>50 - (احمد) بن عمر بن ابي شعبة الحلبي ثقة روى عن أبي الحسن الرضا عليه السلام وعن أبيه من قبل، وهو إبن عم عبيدالله وعبدالاعلى وعمران ومحمد الحلبيين، روى ابوهم عن أبي عبدالله عليه السلام وكانوا ثقات.</w:t>
      </w:r>
    </w:p>
    <w:p w:rsidR="00F04D17" w:rsidRPr="00C00C6E" w:rsidRDefault="00F04D17" w:rsidP="00F04D17">
      <w:pPr>
        <w:pStyle w:val="libNormal"/>
        <w:rPr>
          <w:rtl/>
        </w:rPr>
      </w:pPr>
      <w:r w:rsidRPr="00C00C6E">
        <w:rPr>
          <w:rtl/>
        </w:rPr>
        <w:t>51 - (احمد) بن عبدالله بن عيسى بن مصقلة بن سعد القمي الاشعري ثقة له نسخة عن أبي جعفر الثاني عليه السلام.</w:t>
      </w:r>
    </w:p>
    <w:p w:rsidR="00F04D17" w:rsidRPr="00C00C6E" w:rsidRDefault="00F04D17" w:rsidP="00F04D17">
      <w:pPr>
        <w:pStyle w:val="libNormal"/>
        <w:rPr>
          <w:rtl/>
        </w:rPr>
      </w:pPr>
      <w:r w:rsidRPr="00C00C6E">
        <w:rPr>
          <w:rtl/>
        </w:rPr>
        <w:t>52 - (احمد) بن محمد بن الهيثم العجلي ثقة.</w:t>
      </w:r>
    </w:p>
    <w:p w:rsidR="00F04D17" w:rsidRDefault="00F04D17" w:rsidP="00F04D17">
      <w:pPr>
        <w:pStyle w:val="libNormal"/>
        <w:rPr>
          <w:rtl/>
        </w:rPr>
      </w:pPr>
      <w:r w:rsidRPr="00C00C6E">
        <w:rPr>
          <w:rtl/>
        </w:rPr>
        <w:t>53 - (احمد) بن علي بن احمد بن العباس بن محمد بن عبدالله بن ابراهيم بن محمد ابن عبدالله بن ابراهيم بن محمد بن عبدالله النجاشى الذى ولى الاهواز وكتب إلى أبي عبدالله عليه السلام يسأله؟ وكتب اليه رسالة عبدالله النجاشى المعروفة، وكان احمد يكنى ابا العباس رحمه الله، ثقة معتمد عليه.</w:t>
      </w:r>
    </w:p>
    <w:p w:rsidR="00F04D17" w:rsidRDefault="00F04D17" w:rsidP="00F04D17">
      <w:pPr>
        <w:pStyle w:val="libNormal"/>
        <w:rPr>
          <w:rtl/>
        </w:rPr>
      </w:pPr>
      <w:r>
        <w:rPr>
          <w:rtl/>
        </w:rPr>
        <w:br w:type="page"/>
      </w:r>
    </w:p>
    <w:p w:rsidR="00F04D17" w:rsidRDefault="00F04D17" w:rsidP="00F04D17">
      <w:pPr>
        <w:pStyle w:val="libNormal"/>
        <w:rPr>
          <w:rtl/>
        </w:rPr>
      </w:pPr>
      <w:r w:rsidRPr="00C00C6E">
        <w:rPr>
          <w:rtl/>
        </w:rPr>
        <w:lastRenderedPageBreak/>
        <w:t>له كتاب (الرجال) نقلنا منه في كتابنا هذا وغيره، اشياء كثيرة، وله كتب اخر ذكرناها في الكتاب الكبير، وتوفي ابوالعباس (ره) بمطر اباد في جمادى الاول سنة خمسين واربعمأتة، وكان مولده في صفر سنة اثنتين وسبعين وثلاثمائة.</w:t>
      </w:r>
    </w:p>
    <w:p w:rsidR="00F04D17" w:rsidRPr="00C00C6E" w:rsidRDefault="00F04D17" w:rsidP="00F04D17">
      <w:pPr>
        <w:pStyle w:val="Heading3Center"/>
        <w:rPr>
          <w:rtl/>
        </w:rPr>
      </w:pPr>
      <w:bookmarkStart w:id="18" w:name="11"/>
      <w:bookmarkStart w:id="19" w:name="_Toc418411931"/>
      <w:r w:rsidRPr="00C00C6E">
        <w:rPr>
          <w:rtl/>
        </w:rPr>
        <w:t>الباب الثامن ابان ثلاثة رجال</w:t>
      </w:r>
      <w:bookmarkEnd w:id="18"/>
      <w:bookmarkEnd w:id="19"/>
    </w:p>
    <w:p w:rsidR="00F04D17" w:rsidRPr="00C00C6E" w:rsidRDefault="00F04D17" w:rsidP="00F04D17">
      <w:pPr>
        <w:pStyle w:val="libNormal"/>
        <w:rPr>
          <w:rtl/>
        </w:rPr>
      </w:pPr>
      <w:r w:rsidRPr="00C00C6E">
        <w:rPr>
          <w:rtl/>
        </w:rPr>
        <w:t>1 - (ابان) بن تغلب - بالتاء المنقطة فوقها نقطتين المفتوحة والغين المعجمة الساكنة - ابن رياح بن سعيد البكري الجريري - بالجيم المضمومة والراء قبل الياء المنقطة تحتها نقطتين وبعدها - مولى بني جرير بن عباد بن ضبيعة بن قيص بن ثعلبة بن عكاشة ابن صعب بن علي بن بكر بن وائل (ره) ثقة جليل القدر عظيم الشأن في اصحابنا، لقي ابا محمد علي بن الحسين وأبا جعفر وأبا عبدالله عليهم السلام وقد روى عنهم.</w:t>
      </w:r>
    </w:p>
    <w:p w:rsidR="00F04D17" w:rsidRPr="00C00C6E" w:rsidRDefault="00F04D17" w:rsidP="00F04D17">
      <w:pPr>
        <w:pStyle w:val="libNormal"/>
        <w:rPr>
          <w:rtl/>
        </w:rPr>
      </w:pPr>
      <w:r w:rsidRPr="00C00C6E">
        <w:rPr>
          <w:rtl/>
        </w:rPr>
        <w:t>وقال له الباقر عليه السلام: اجلس في مسجد المدينة وأفت الناس، فاني أحب ان يرى في شيعتي مثلك.</w:t>
      </w:r>
    </w:p>
    <w:p w:rsidR="00F04D17" w:rsidRPr="00C00C6E" w:rsidRDefault="00F04D17" w:rsidP="00F04D17">
      <w:pPr>
        <w:pStyle w:val="libNormal"/>
        <w:rPr>
          <w:rtl/>
        </w:rPr>
      </w:pPr>
      <w:r w:rsidRPr="00C00C6E">
        <w:rPr>
          <w:rtl/>
        </w:rPr>
        <w:t>ومات في حياة أبي عبدالله عليه السلام.</w:t>
      </w:r>
    </w:p>
    <w:p w:rsidR="00F04D17" w:rsidRPr="00C00C6E" w:rsidRDefault="00F04D17" w:rsidP="00F04D17">
      <w:pPr>
        <w:pStyle w:val="libNormal"/>
        <w:rPr>
          <w:rtl/>
        </w:rPr>
      </w:pPr>
      <w:r w:rsidRPr="00C00C6E">
        <w:rPr>
          <w:rtl/>
        </w:rPr>
        <w:t>وقال الصادق عليه السلام لما أتاه نعيه: أما والله لقد أوجع قلبي موت ابان.</w:t>
      </w:r>
    </w:p>
    <w:p w:rsidR="00F04D17" w:rsidRPr="00C00C6E" w:rsidRDefault="00F04D17" w:rsidP="00F04D17">
      <w:pPr>
        <w:pStyle w:val="libNormal"/>
        <w:rPr>
          <w:rtl/>
        </w:rPr>
      </w:pPr>
      <w:r w:rsidRPr="00C00C6E">
        <w:rPr>
          <w:rtl/>
        </w:rPr>
        <w:t>ومات في سنة احدى واربعين ومائة.</w:t>
      </w:r>
    </w:p>
    <w:p w:rsidR="00F04D17" w:rsidRPr="00C00C6E" w:rsidRDefault="00F04D17" w:rsidP="00F04D17">
      <w:pPr>
        <w:pStyle w:val="libNormal"/>
        <w:rPr>
          <w:rtl/>
        </w:rPr>
      </w:pPr>
      <w:r w:rsidRPr="00C00C6E">
        <w:rPr>
          <w:rtl/>
        </w:rPr>
        <w:t>وروي: ان الصادق عليه السلام قال: يا ابان ناظر اهل المدينة، فاني أحب ان يكون مثلك من رواتي ورجالي.</w:t>
      </w:r>
    </w:p>
    <w:p w:rsidR="00F04D17" w:rsidRPr="00C00C6E" w:rsidRDefault="00F04D17" w:rsidP="00F04D17">
      <w:pPr>
        <w:pStyle w:val="libNormal"/>
        <w:rPr>
          <w:rtl/>
        </w:rPr>
      </w:pPr>
      <w:r w:rsidRPr="00C00C6E">
        <w:rPr>
          <w:rtl/>
        </w:rPr>
        <w:t>2 - (ابان) بن عمرالاسدي ختن آل ميثم ابن يحيي التمار شيخ من اصحابنا ثقة 3 - (ابان) بن عثمان الاحمر.</w:t>
      </w:r>
    </w:p>
    <w:p w:rsidR="00F04D17" w:rsidRDefault="00F04D17" w:rsidP="00F04D17">
      <w:pPr>
        <w:pStyle w:val="libNormal"/>
        <w:rPr>
          <w:rtl/>
        </w:rPr>
      </w:pPr>
      <w:r w:rsidRPr="00C00C6E">
        <w:rPr>
          <w:rtl/>
        </w:rPr>
        <w:t>قال الكشي (ره): قال محمد بن مسعود حدثني ابن الحسن بن فضال قال: كان ابان من الناووسية وكان مولى لبجيلة وكان يسكن الكوفة.</w:t>
      </w:r>
    </w:p>
    <w:p w:rsidR="00F04D17" w:rsidRDefault="00F04D17" w:rsidP="00F04D17">
      <w:pPr>
        <w:pStyle w:val="libNormal"/>
        <w:rPr>
          <w:rtl/>
        </w:rPr>
      </w:pPr>
      <w:r>
        <w:rPr>
          <w:rtl/>
        </w:rPr>
        <w:br w:type="page"/>
      </w:r>
    </w:p>
    <w:p w:rsidR="00F04D17" w:rsidRDefault="00F04D17" w:rsidP="00F04D17">
      <w:pPr>
        <w:pStyle w:val="libNormal"/>
        <w:rPr>
          <w:rtl/>
        </w:rPr>
      </w:pPr>
      <w:r w:rsidRPr="00C00C6E">
        <w:rPr>
          <w:rtl/>
        </w:rPr>
        <w:lastRenderedPageBreak/>
        <w:t>ثم قال ابوعمرو الكشي: ان العصابة اجمعت على تصحيح ما يصح عن ابان بن عثمان والاقرار له بالفقه، فالاقرب عندي قبول روايته وان كان فاسد المذهب، للاجماع المذكور.</w:t>
      </w:r>
    </w:p>
    <w:p w:rsidR="00F04D17" w:rsidRPr="00C00C6E" w:rsidRDefault="00F04D17" w:rsidP="00F04D17">
      <w:pPr>
        <w:pStyle w:val="Heading3Center"/>
        <w:rPr>
          <w:rtl/>
        </w:rPr>
      </w:pPr>
      <w:bookmarkStart w:id="20" w:name="12"/>
      <w:bookmarkStart w:id="21" w:name="_Toc418411932"/>
      <w:r w:rsidRPr="00C00C6E">
        <w:rPr>
          <w:rtl/>
        </w:rPr>
        <w:t>الباب التاسع ابي أربعة رجال</w:t>
      </w:r>
      <w:bookmarkEnd w:id="20"/>
      <w:bookmarkEnd w:id="21"/>
    </w:p>
    <w:p w:rsidR="00F04D17" w:rsidRPr="00C00C6E" w:rsidRDefault="00F04D17" w:rsidP="00F04D17">
      <w:pPr>
        <w:pStyle w:val="libNormal"/>
        <w:rPr>
          <w:rtl/>
        </w:rPr>
      </w:pPr>
      <w:r w:rsidRPr="00C00C6E">
        <w:rPr>
          <w:rtl/>
        </w:rPr>
        <w:t>1 - (ابي) بن ثابت - بالثاء المنقطة فوقها ثلاث نقط - ابن المنذر بن حزام أخو حسان بن ثابت، شهد بدر</w:t>
      </w:r>
      <w:r w:rsidR="00CD27DE">
        <w:rPr>
          <w:rtl/>
        </w:rPr>
        <w:t>اً</w:t>
      </w:r>
      <w:r w:rsidRPr="00C00C6E">
        <w:rPr>
          <w:rtl/>
        </w:rPr>
        <w:t xml:space="preserve"> او احد</w:t>
      </w:r>
      <w:r w:rsidR="00CD27DE">
        <w:rPr>
          <w:rtl/>
        </w:rPr>
        <w:t>اً</w:t>
      </w:r>
      <w:r w:rsidRPr="00C00C6E">
        <w:rPr>
          <w:rtl/>
        </w:rPr>
        <w:t>.</w:t>
      </w:r>
    </w:p>
    <w:p w:rsidR="00F04D17" w:rsidRPr="00C00C6E" w:rsidRDefault="00F04D17" w:rsidP="00F04D17">
      <w:pPr>
        <w:pStyle w:val="libNormal"/>
        <w:rPr>
          <w:rtl/>
        </w:rPr>
      </w:pPr>
      <w:r w:rsidRPr="00C00C6E">
        <w:rPr>
          <w:rtl/>
        </w:rPr>
        <w:t>2 - (ابي) بن كعب شهد العقبة مع السعبين وكان يكتب الوحي، آخى رسول الله صلى الله عليه وآله بينه وبين سعيد بن زيد بن عمر بن نفيل، شهد بدر</w:t>
      </w:r>
      <w:r w:rsidR="00CD27DE">
        <w:rPr>
          <w:rtl/>
        </w:rPr>
        <w:t>اً</w:t>
      </w:r>
      <w:r w:rsidRPr="00C00C6E">
        <w:rPr>
          <w:rtl/>
        </w:rPr>
        <w:t xml:space="preserve"> او العقبة الثانية وبايع لرسول الله صلى الله عليه وآله.</w:t>
      </w:r>
    </w:p>
    <w:p w:rsidR="00F04D17" w:rsidRPr="00C00C6E" w:rsidRDefault="00F04D17" w:rsidP="00F04D17">
      <w:pPr>
        <w:pStyle w:val="libNormal"/>
        <w:rPr>
          <w:rtl/>
        </w:rPr>
      </w:pPr>
      <w:r w:rsidRPr="00C00C6E">
        <w:rPr>
          <w:rtl/>
        </w:rPr>
        <w:t>3 - (ابي) بن عمارة انصاري صلى مع النبي صلى الله عليه وآله.</w:t>
      </w:r>
    </w:p>
    <w:p w:rsidR="00F04D17" w:rsidRDefault="00F04D17" w:rsidP="00F04D17">
      <w:pPr>
        <w:pStyle w:val="libNormal"/>
        <w:rPr>
          <w:rtl/>
        </w:rPr>
      </w:pPr>
      <w:r w:rsidRPr="00C00C6E">
        <w:rPr>
          <w:rtl/>
        </w:rPr>
        <w:t>4 - (ابي) بن قيس، قتل يوم صفين.</w:t>
      </w:r>
    </w:p>
    <w:p w:rsidR="00F04D17" w:rsidRPr="00C00C6E" w:rsidRDefault="00F04D17" w:rsidP="00F04D17">
      <w:pPr>
        <w:pStyle w:val="Heading3Center"/>
        <w:rPr>
          <w:rtl/>
        </w:rPr>
      </w:pPr>
      <w:bookmarkStart w:id="22" w:name="13"/>
      <w:bookmarkStart w:id="23" w:name="_Toc418411933"/>
      <w:r w:rsidRPr="00C00C6E">
        <w:rPr>
          <w:rtl/>
        </w:rPr>
        <w:t>الباب العاشر انس ثلاثة رجال</w:t>
      </w:r>
      <w:bookmarkEnd w:id="22"/>
      <w:bookmarkEnd w:id="23"/>
    </w:p>
    <w:p w:rsidR="00F04D17" w:rsidRPr="00C00C6E" w:rsidRDefault="00F04D17" w:rsidP="00F04D17">
      <w:pPr>
        <w:pStyle w:val="libNormal"/>
        <w:rPr>
          <w:rtl/>
        </w:rPr>
      </w:pPr>
      <w:r w:rsidRPr="00C00C6E">
        <w:rPr>
          <w:rtl/>
        </w:rPr>
        <w:t>1 - (أنس) بن الحرث قتل مع الحسين عليه السلام.</w:t>
      </w:r>
    </w:p>
    <w:p w:rsidR="00F04D17" w:rsidRPr="00C00C6E" w:rsidRDefault="00F04D17" w:rsidP="00F04D17">
      <w:pPr>
        <w:pStyle w:val="libNormal"/>
        <w:rPr>
          <w:rtl/>
        </w:rPr>
      </w:pPr>
      <w:r w:rsidRPr="00C00C6E">
        <w:rPr>
          <w:rtl/>
        </w:rPr>
        <w:t>2 - (أنس) بن معاذ بن أنس بن قيس الانصاري شهد بدر</w:t>
      </w:r>
      <w:r w:rsidR="00CD27DE">
        <w:rPr>
          <w:rtl/>
        </w:rPr>
        <w:t>اً</w:t>
      </w:r>
      <w:r w:rsidRPr="00C00C6E">
        <w:rPr>
          <w:rtl/>
        </w:rPr>
        <w:t xml:space="preserve"> واحد</w:t>
      </w:r>
      <w:r w:rsidR="00CD27DE">
        <w:rPr>
          <w:rtl/>
        </w:rPr>
        <w:t>اً</w:t>
      </w:r>
      <w:r w:rsidRPr="00C00C6E">
        <w:rPr>
          <w:rtl/>
        </w:rPr>
        <w:t>.</w:t>
      </w:r>
    </w:p>
    <w:p w:rsidR="00F04D17" w:rsidRDefault="00F04D17" w:rsidP="00F04D17">
      <w:pPr>
        <w:pStyle w:val="libNormal"/>
        <w:rPr>
          <w:rtl/>
        </w:rPr>
      </w:pPr>
      <w:r w:rsidRPr="00C00C6E">
        <w:rPr>
          <w:rtl/>
        </w:rPr>
        <w:t>3 - (أنس) بن عياض - بالعين غير المعجمة المكسورة والضاد المعجمة - يكنى ابا ضمير حمزة الليثي عربي من بني ليث بن بكر بن عبد مناة بن كنانة مدني ثقة صحيح الحديث.</w:t>
      </w:r>
    </w:p>
    <w:p w:rsidR="00F04D17" w:rsidRPr="00C00C6E" w:rsidRDefault="00F04D17" w:rsidP="00F04D17">
      <w:pPr>
        <w:pStyle w:val="Heading3Center"/>
        <w:rPr>
          <w:rtl/>
        </w:rPr>
      </w:pPr>
      <w:bookmarkStart w:id="24" w:name="14"/>
      <w:bookmarkStart w:id="25" w:name="_Toc418411934"/>
      <w:r w:rsidRPr="00C00C6E">
        <w:rPr>
          <w:rtl/>
        </w:rPr>
        <w:t>الباب الحادي عشر الياس رجلان</w:t>
      </w:r>
      <w:bookmarkEnd w:id="24"/>
      <w:bookmarkEnd w:id="25"/>
    </w:p>
    <w:p w:rsidR="00F04D17" w:rsidRDefault="00F04D17" w:rsidP="00F04D17">
      <w:pPr>
        <w:pStyle w:val="libNormal"/>
        <w:rPr>
          <w:rtl/>
        </w:rPr>
      </w:pPr>
      <w:r w:rsidRPr="00C00C6E">
        <w:rPr>
          <w:rtl/>
        </w:rPr>
        <w:t>1 - (الياس) بن عمرو البجلي شيخ من اصحاب ابي عبدالله عليه السلام متحقق بهذا الامر وهو جدالحسن بن علي بن بنت الياس ثقة.</w:t>
      </w:r>
    </w:p>
    <w:p w:rsidR="00F04D17" w:rsidRDefault="00F04D17" w:rsidP="00F04D17">
      <w:pPr>
        <w:pStyle w:val="libNormal"/>
        <w:rPr>
          <w:rtl/>
        </w:rPr>
      </w:pPr>
      <w:r>
        <w:rPr>
          <w:rtl/>
        </w:rPr>
        <w:br w:type="page"/>
      </w:r>
    </w:p>
    <w:p w:rsidR="00F04D17" w:rsidRDefault="00F04D17" w:rsidP="00F04D17">
      <w:pPr>
        <w:pStyle w:val="libNormal"/>
        <w:rPr>
          <w:rtl/>
        </w:rPr>
      </w:pPr>
      <w:r w:rsidRPr="00C00C6E">
        <w:rPr>
          <w:rtl/>
        </w:rPr>
        <w:lastRenderedPageBreak/>
        <w:t>2 - (الياس) الصيرفي خير من اصحاب الرضا عليه السلام.</w:t>
      </w:r>
    </w:p>
    <w:p w:rsidR="00F04D17" w:rsidRPr="00C00C6E" w:rsidRDefault="00F04D17" w:rsidP="00F04D17">
      <w:pPr>
        <w:pStyle w:val="Heading3Center"/>
        <w:rPr>
          <w:rtl/>
        </w:rPr>
      </w:pPr>
      <w:bookmarkStart w:id="26" w:name="15"/>
      <w:bookmarkStart w:id="27" w:name="_Toc418411935"/>
      <w:r w:rsidRPr="00C00C6E">
        <w:rPr>
          <w:rtl/>
        </w:rPr>
        <w:t>الباب الثاني عشر اسامة رجلان</w:t>
      </w:r>
      <w:bookmarkEnd w:id="26"/>
      <w:bookmarkEnd w:id="27"/>
    </w:p>
    <w:p w:rsidR="00F04D17" w:rsidRPr="00C00C6E" w:rsidRDefault="00F04D17" w:rsidP="00F04D17">
      <w:pPr>
        <w:pStyle w:val="libNormal"/>
        <w:rPr>
          <w:rtl/>
        </w:rPr>
      </w:pPr>
      <w:r w:rsidRPr="00C00C6E">
        <w:rPr>
          <w:rtl/>
        </w:rPr>
        <w:t>1 - (اسامة) بن زيد، قال الكشي: روى انه رجع ونهينا ان نقول إلا خير</w:t>
      </w:r>
      <w:r w:rsidR="00CD27DE">
        <w:rPr>
          <w:rtl/>
        </w:rPr>
        <w:t>اً</w:t>
      </w:r>
      <w:r w:rsidRPr="00C00C6E">
        <w:rPr>
          <w:rtl/>
        </w:rPr>
        <w:t xml:space="preserve"> في طريق ضعيف ذكرناه في كتابنا الكبير، والاولي عندي التوقف (الوقف خ ل) عن روايته.</w:t>
      </w:r>
    </w:p>
    <w:p w:rsidR="00F04D17" w:rsidRDefault="00F04D17" w:rsidP="00F04D17">
      <w:pPr>
        <w:pStyle w:val="libNormal"/>
        <w:rPr>
          <w:rtl/>
        </w:rPr>
      </w:pPr>
      <w:r w:rsidRPr="00C00C6E">
        <w:rPr>
          <w:rtl/>
        </w:rPr>
        <w:t>2 - (اسامة) بن حفص، كان قيم</w:t>
      </w:r>
      <w:r w:rsidR="00CD27DE">
        <w:rPr>
          <w:rtl/>
        </w:rPr>
        <w:t>اً</w:t>
      </w:r>
      <w:r w:rsidRPr="00C00C6E">
        <w:rPr>
          <w:rtl/>
        </w:rPr>
        <w:t xml:space="preserve"> للكاظم عليه السلام.</w:t>
      </w:r>
    </w:p>
    <w:p w:rsidR="00F04D17" w:rsidRPr="00C00C6E" w:rsidRDefault="00F04D17" w:rsidP="00F04D17">
      <w:pPr>
        <w:pStyle w:val="Heading3Center"/>
        <w:rPr>
          <w:rtl/>
        </w:rPr>
      </w:pPr>
      <w:bookmarkStart w:id="28" w:name="16"/>
      <w:bookmarkStart w:id="29" w:name="_Toc418411936"/>
      <w:r w:rsidRPr="00C00C6E">
        <w:rPr>
          <w:rtl/>
        </w:rPr>
        <w:t>الباب الثالث عشر في الآحاد اثنى عشر رجلا</w:t>
      </w:r>
      <w:bookmarkEnd w:id="28"/>
      <w:bookmarkEnd w:id="29"/>
    </w:p>
    <w:p w:rsidR="00F04D17" w:rsidRPr="00C00C6E" w:rsidRDefault="00F04D17" w:rsidP="00F04D17">
      <w:pPr>
        <w:pStyle w:val="libNormal"/>
        <w:rPr>
          <w:rtl/>
        </w:rPr>
      </w:pPr>
      <w:r w:rsidRPr="00C00C6E">
        <w:rPr>
          <w:rtl/>
        </w:rPr>
        <w:t>1 - (اياس) من اصحاب رسول الله صلى الله عليه وآله شهد بدر</w:t>
      </w:r>
      <w:r w:rsidR="00CD27DE">
        <w:rPr>
          <w:rtl/>
        </w:rPr>
        <w:t>اً</w:t>
      </w:r>
      <w:r w:rsidRPr="00C00C6E">
        <w:rPr>
          <w:rtl/>
        </w:rPr>
        <w:t xml:space="preserve"> واحد</w:t>
      </w:r>
      <w:r w:rsidR="00CD27DE">
        <w:rPr>
          <w:rtl/>
        </w:rPr>
        <w:t>اً</w:t>
      </w:r>
      <w:r w:rsidRPr="00C00C6E">
        <w:rPr>
          <w:rtl/>
        </w:rPr>
        <w:t xml:space="preserve"> وقتل هو وأنس وابي بن ثابت يوم بئر معونه.</w:t>
      </w:r>
    </w:p>
    <w:p w:rsidR="00F04D17" w:rsidRPr="00C00C6E" w:rsidRDefault="00F04D17" w:rsidP="00F04D17">
      <w:pPr>
        <w:pStyle w:val="libNormal"/>
        <w:rPr>
          <w:rtl/>
        </w:rPr>
      </w:pPr>
      <w:r w:rsidRPr="00C00C6E">
        <w:rPr>
          <w:rtl/>
        </w:rPr>
        <w:t>2 - (اسيد) بن حضير - بالحاء غير المعجمة المضمومة والضاد المعجمة المفتوحة - ابن سماك - بالكاف - ابويحيى سكن المدينة، يقال له حصين الكتائب قتل يوم بغات.</w:t>
      </w:r>
    </w:p>
    <w:p w:rsidR="00F04D17" w:rsidRPr="00C00C6E" w:rsidRDefault="00F04D17" w:rsidP="00F04D17">
      <w:pPr>
        <w:pStyle w:val="libNormal"/>
        <w:rPr>
          <w:rtl/>
        </w:rPr>
      </w:pPr>
      <w:r w:rsidRPr="00C00C6E">
        <w:rPr>
          <w:rtl/>
        </w:rPr>
        <w:t>3 - (اويس) بن ثابت من اصحاب رسول الله صلى الله عليه وآله شهد بدر</w:t>
      </w:r>
      <w:r w:rsidR="00CD27DE">
        <w:rPr>
          <w:rtl/>
        </w:rPr>
        <w:t>اً</w:t>
      </w:r>
      <w:r w:rsidRPr="00C00C6E">
        <w:rPr>
          <w:rtl/>
        </w:rPr>
        <w:t xml:space="preserve"> والعقبة مع السبعين، وآخى رسول الله صلى الله عليه وآله بينه وبين عثمان بن عفان.</w:t>
      </w:r>
    </w:p>
    <w:p w:rsidR="00F04D17" w:rsidRPr="00C00C6E" w:rsidRDefault="00F04D17" w:rsidP="00F04D17">
      <w:pPr>
        <w:pStyle w:val="libNormal"/>
        <w:rPr>
          <w:rtl/>
        </w:rPr>
      </w:pPr>
      <w:r w:rsidRPr="00C00C6E">
        <w:rPr>
          <w:rtl/>
        </w:rPr>
        <w:t>4 - (أسعد) بن زرارة ابوامامة الخزرجي وهو من النقباء الثلاثة ليلة العقبة.</w:t>
      </w:r>
    </w:p>
    <w:p w:rsidR="00F04D17" w:rsidRPr="00C00C6E" w:rsidRDefault="00F04D17" w:rsidP="00F04D17">
      <w:pPr>
        <w:pStyle w:val="libNormal"/>
        <w:rPr>
          <w:rtl/>
        </w:rPr>
      </w:pPr>
      <w:r w:rsidRPr="00C00C6E">
        <w:rPr>
          <w:rtl/>
        </w:rPr>
        <w:t>5 - (انسه) مولى النبي صلى الله عليه وآله شهد بدر</w:t>
      </w:r>
      <w:r w:rsidR="00CD27DE">
        <w:rPr>
          <w:rtl/>
        </w:rPr>
        <w:t>اً</w:t>
      </w:r>
      <w:r w:rsidRPr="00C00C6E">
        <w:rPr>
          <w:rtl/>
        </w:rPr>
        <w:t>، وقيل: قتل بها، وقيل بقى إلى احد.</w:t>
      </w:r>
    </w:p>
    <w:p w:rsidR="00F04D17" w:rsidRPr="00C00C6E" w:rsidRDefault="00F04D17" w:rsidP="00F04D17">
      <w:pPr>
        <w:pStyle w:val="libNormal"/>
        <w:rPr>
          <w:rtl/>
        </w:rPr>
      </w:pPr>
      <w:r w:rsidRPr="00C00C6E">
        <w:rPr>
          <w:rtl/>
        </w:rPr>
        <w:t xml:space="preserve">6 - (أرقم) بن ابي الارقم المخزومي شهد </w:t>
      </w:r>
      <w:r w:rsidR="00CD27DE">
        <w:rPr>
          <w:rtl/>
        </w:rPr>
        <w:t>بدراً</w:t>
      </w:r>
      <w:r w:rsidRPr="00C00C6E">
        <w:rPr>
          <w:rtl/>
        </w:rPr>
        <w:t>، كنيته ابوعبدالله واسم ابيه عبد مناف.</w:t>
      </w:r>
    </w:p>
    <w:p w:rsidR="00F04D17" w:rsidRDefault="00F04D17" w:rsidP="00F04D17">
      <w:pPr>
        <w:pStyle w:val="libNormal"/>
        <w:rPr>
          <w:rtl/>
        </w:rPr>
      </w:pPr>
      <w:r w:rsidRPr="00C00C6E">
        <w:rPr>
          <w:rtl/>
        </w:rPr>
        <w:t>7 - (أيمن) بن ام أيمن قتل يوم احد وهو من الثمانيه الصابرين.</w:t>
      </w:r>
    </w:p>
    <w:p w:rsidR="00F04D17" w:rsidRDefault="00F04D17" w:rsidP="00F04D17">
      <w:pPr>
        <w:pStyle w:val="libNormal"/>
        <w:rPr>
          <w:rtl/>
        </w:rPr>
      </w:pPr>
      <w:r>
        <w:rPr>
          <w:rtl/>
        </w:rPr>
        <w:br w:type="page"/>
      </w:r>
    </w:p>
    <w:p w:rsidR="00F04D17" w:rsidRPr="00C00C6E" w:rsidRDefault="00F04D17" w:rsidP="00F04D17">
      <w:pPr>
        <w:pStyle w:val="libNormal"/>
        <w:rPr>
          <w:rtl/>
        </w:rPr>
      </w:pPr>
      <w:r w:rsidRPr="00C00C6E">
        <w:rPr>
          <w:rtl/>
        </w:rPr>
        <w:lastRenderedPageBreak/>
        <w:t>8 - (اويس) القرني - بفتح الراء - أحد الزهاد الثمانية، قاله الفضل بن شاذان 9 - (الاصبغ) بن نباته كان من خاصة أميرالمؤمنين عليه السلام وعمر بعده وهو مشكور.</w:t>
      </w:r>
    </w:p>
    <w:p w:rsidR="00F04D17" w:rsidRPr="00C00C6E" w:rsidRDefault="00F04D17" w:rsidP="00F04D17">
      <w:pPr>
        <w:pStyle w:val="libNormal"/>
        <w:rPr>
          <w:rtl/>
        </w:rPr>
      </w:pPr>
      <w:r w:rsidRPr="00C00C6E">
        <w:rPr>
          <w:rtl/>
        </w:rPr>
        <w:t>10 - (اديم - بضم الهمزة - ابن الحر الجعفي مولاهم الحذا صاحب أبي عبدالله عليه السلام يروي نيف</w:t>
      </w:r>
      <w:r w:rsidR="00CD27DE">
        <w:rPr>
          <w:rtl/>
        </w:rPr>
        <w:t>اً</w:t>
      </w:r>
      <w:r w:rsidRPr="00C00C6E">
        <w:rPr>
          <w:rtl/>
        </w:rPr>
        <w:t xml:space="preserve"> وأربعين حديثا عنه (ع) كوفى ثقة له الاصل.</w:t>
      </w:r>
    </w:p>
    <w:p w:rsidR="00F04D17" w:rsidRDefault="00F04D17" w:rsidP="00F04D17">
      <w:pPr>
        <w:pStyle w:val="libNormal"/>
        <w:rPr>
          <w:rtl/>
        </w:rPr>
      </w:pPr>
      <w:r w:rsidRPr="00C00C6E">
        <w:rPr>
          <w:rtl/>
        </w:rPr>
        <w:t>11 - (ارطاة) بن حبيب الاسدي كوفي ثقة روى عن أبي عبدالله عليه السلام 12 - (أسد) بن عفر - بالعين غير المعجمة المضمومة - من شيوخ اصحاب الحديث الثقات.</w:t>
      </w:r>
    </w:p>
    <w:p w:rsidR="00F04D17" w:rsidRDefault="00F04D17" w:rsidP="000F2669">
      <w:pPr>
        <w:pStyle w:val="Heading2Center"/>
      </w:pPr>
      <w:bookmarkStart w:id="30" w:name="17"/>
      <w:bookmarkStart w:id="31" w:name="_Toc418411937"/>
      <w:r>
        <w:rPr>
          <w:rtl/>
        </w:rPr>
        <w:t>الفصل الثانى في الباء</w:t>
      </w:r>
      <w:bookmarkEnd w:id="30"/>
      <w:bookmarkEnd w:id="31"/>
    </w:p>
    <w:p w:rsidR="00F04D17" w:rsidRDefault="00F04D17" w:rsidP="00F04D17">
      <w:pPr>
        <w:pStyle w:val="libNormal"/>
        <w:rPr>
          <w:rtl/>
        </w:rPr>
      </w:pPr>
      <w:r>
        <w:rPr>
          <w:rtl/>
        </w:rPr>
        <w:t>وفيه سبعة أبواب:</w:t>
      </w:r>
    </w:p>
    <w:p w:rsidR="00F04D17" w:rsidRDefault="00F04D17" w:rsidP="00F04D17">
      <w:pPr>
        <w:pStyle w:val="Heading3Center"/>
        <w:rPr>
          <w:rtl/>
        </w:rPr>
      </w:pPr>
      <w:bookmarkStart w:id="32" w:name="18"/>
      <w:bookmarkStart w:id="33" w:name="_Toc418411938"/>
      <w:r>
        <w:rPr>
          <w:rtl/>
        </w:rPr>
        <w:t>الباب الاول البراء أربعة رجال</w:t>
      </w:r>
      <w:bookmarkEnd w:id="32"/>
      <w:bookmarkEnd w:id="33"/>
    </w:p>
    <w:p w:rsidR="00F04D17" w:rsidRDefault="00F04D17" w:rsidP="00F04D17">
      <w:pPr>
        <w:pStyle w:val="libNormal"/>
        <w:rPr>
          <w:rtl/>
        </w:rPr>
      </w:pPr>
      <w:r>
        <w:rPr>
          <w:rtl/>
        </w:rPr>
        <w:t>1 - (البراء) بن مالك الانصاري أخو أنس بن مالك شهدا احد</w:t>
      </w:r>
      <w:r w:rsidR="00CD27DE">
        <w:rPr>
          <w:rtl/>
        </w:rPr>
        <w:t>اً</w:t>
      </w:r>
      <w:r>
        <w:rPr>
          <w:rtl/>
        </w:rPr>
        <w:t xml:space="preserve"> والخندق وقتل يوم تستر.</w:t>
      </w:r>
    </w:p>
    <w:p w:rsidR="00F04D17" w:rsidRDefault="00F04D17" w:rsidP="00F04D17">
      <w:pPr>
        <w:pStyle w:val="libNormal"/>
        <w:rPr>
          <w:rtl/>
        </w:rPr>
      </w:pPr>
      <w:r>
        <w:rPr>
          <w:rtl/>
        </w:rPr>
        <w:t>2 - (البراء) بن معرور الخزرجي توفي على عهد رسول الله صلى الله عليه وآله وهو من النقباء ليلة العقبة.</w:t>
      </w:r>
    </w:p>
    <w:p w:rsidR="00F04D17" w:rsidRDefault="00F04D17" w:rsidP="00F04D17">
      <w:pPr>
        <w:pStyle w:val="libNormal"/>
        <w:rPr>
          <w:rtl/>
        </w:rPr>
      </w:pPr>
      <w:r>
        <w:rPr>
          <w:rtl/>
        </w:rPr>
        <w:t>3 - (البراء) بن عازب مشكور بعد ان اصابته دعوة أميرالمؤمنين عليه السلام في كتمان حديث غدير خم ! فعمى.</w:t>
      </w:r>
    </w:p>
    <w:p w:rsidR="00F04D17" w:rsidRDefault="00F04D17" w:rsidP="00F04D17">
      <w:pPr>
        <w:pStyle w:val="libNormal"/>
        <w:rPr>
          <w:rtl/>
        </w:rPr>
      </w:pPr>
      <w:r>
        <w:rPr>
          <w:rtl/>
        </w:rPr>
        <w:t>4 - (البراء) بن محمد كوفي ثقة.</w:t>
      </w:r>
    </w:p>
    <w:p w:rsidR="00F04D17" w:rsidRDefault="00F04D17" w:rsidP="00F04D17">
      <w:pPr>
        <w:pStyle w:val="libNormal"/>
        <w:rPr>
          <w:rtl/>
        </w:rPr>
      </w:pPr>
      <w:r>
        <w:rPr>
          <w:rtl/>
        </w:rPr>
        <w:br w:type="page"/>
      </w:r>
    </w:p>
    <w:p w:rsidR="00F04D17" w:rsidRDefault="00F04D17" w:rsidP="00F04D17">
      <w:pPr>
        <w:pStyle w:val="Heading3Center"/>
        <w:rPr>
          <w:rtl/>
        </w:rPr>
      </w:pPr>
      <w:bookmarkStart w:id="34" w:name="19"/>
      <w:bookmarkStart w:id="35" w:name="_Toc418411939"/>
      <w:r>
        <w:rPr>
          <w:rtl/>
        </w:rPr>
        <w:lastRenderedPageBreak/>
        <w:t>الباب الثانى بشير أربعة رجال</w:t>
      </w:r>
      <w:bookmarkEnd w:id="34"/>
      <w:bookmarkEnd w:id="35"/>
    </w:p>
    <w:p w:rsidR="00F04D17" w:rsidRDefault="00F04D17" w:rsidP="00F04D17">
      <w:pPr>
        <w:pStyle w:val="libNormal"/>
        <w:rPr>
          <w:rtl/>
        </w:rPr>
      </w:pPr>
      <w:r>
        <w:rPr>
          <w:rtl/>
        </w:rPr>
        <w:t xml:space="preserve">1 - (بشير) بن عبدالمنذر ابولبابة الانصاري شهد </w:t>
      </w:r>
      <w:r w:rsidR="00CD27DE">
        <w:rPr>
          <w:rtl/>
        </w:rPr>
        <w:t>بدراً</w:t>
      </w:r>
      <w:r>
        <w:rPr>
          <w:rtl/>
        </w:rPr>
        <w:t xml:space="preserve"> والعقبة الاخيرة.</w:t>
      </w:r>
    </w:p>
    <w:p w:rsidR="00F04D17" w:rsidRDefault="00F04D17" w:rsidP="00F04D17">
      <w:pPr>
        <w:pStyle w:val="libNormal"/>
        <w:rPr>
          <w:rtl/>
        </w:rPr>
      </w:pPr>
      <w:r>
        <w:rPr>
          <w:rtl/>
        </w:rPr>
        <w:t xml:space="preserve">2 - (بشير) بن سعيد الانصاري شهد </w:t>
      </w:r>
      <w:r w:rsidR="00CD27DE">
        <w:rPr>
          <w:rtl/>
        </w:rPr>
        <w:t>بدراً</w:t>
      </w:r>
      <w:r>
        <w:rPr>
          <w:rtl/>
        </w:rPr>
        <w:t xml:space="preserve"> وقتل في خلافة ابي بكر باليمن في امارة خالد بن الوليد.</w:t>
      </w:r>
    </w:p>
    <w:p w:rsidR="00F04D17" w:rsidRDefault="00F04D17" w:rsidP="00F04D17">
      <w:pPr>
        <w:pStyle w:val="libNormal"/>
        <w:rPr>
          <w:rtl/>
        </w:rPr>
      </w:pPr>
      <w:r>
        <w:rPr>
          <w:rtl/>
        </w:rPr>
        <w:t>3 - (بشير) بن ابي مسعود الانصاري من أصحاب أميرالمؤمنين عليه السلام قتل يوم الحرة.</w:t>
      </w:r>
    </w:p>
    <w:p w:rsidR="00F04D17" w:rsidRDefault="00F04D17" w:rsidP="00F04D17">
      <w:pPr>
        <w:pStyle w:val="libNormal"/>
        <w:rPr>
          <w:rtl/>
        </w:rPr>
      </w:pPr>
      <w:r>
        <w:rPr>
          <w:rtl/>
        </w:rPr>
        <w:t>4 - (بشير) النبال، روى الكشي حديث</w:t>
      </w:r>
      <w:r w:rsidR="00CD27DE">
        <w:rPr>
          <w:rtl/>
        </w:rPr>
        <w:t>اً</w:t>
      </w:r>
      <w:r>
        <w:rPr>
          <w:rtl/>
        </w:rPr>
        <w:t xml:space="preserve"> في طريقه محمد بن سنان وصالح بن ابي حماد وليس صريح</w:t>
      </w:r>
      <w:r w:rsidR="00CD27DE">
        <w:rPr>
          <w:rtl/>
        </w:rPr>
        <w:t>اً</w:t>
      </w:r>
      <w:r>
        <w:rPr>
          <w:rtl/>
        </w:rPr>
        <w:t xml:space="preserve"> في تعديله، فأنا في روايته متوقف.</w:t>
      </w:r>
    </w:p>
    <w:p w:rsidR="00F04D17" w:rsidRDefault="00F04D17" w:rsidP="00F04D17">
      <w:pPr>
        <w:pStyle w:val="Heading3Center"/>
        <w:rPr>
          <w:rtl/>
        </w:rPr>
      </w:pPr>
      <w:bookmarkStart w:id="36" w:name="20"/>
      <w:bookmarkStart w:id="37" w:name="_Toc418411940"/>
      <w:r>
        <w:rPr>
          <w:rtl/>
        </w:rPr>
        <w:t>الباب الثالث بشر ثلاثة رجال</w:t>
      </w:r>
      <w:bookmarkEnd w:id="36"/>
      <w:bookmarkEnd w:id="37"/>
    </w:p>
    <w:p w:rsidR="00F04D17" w:rsidRDefault="00F04D17" w:rsidP="00F04D17">
      <w:pPr>
        <w:pStyle w:val="libNormal"/>
        <w:rPr>
          <w:rtl/>
        </w:rPr>
      </w:pPr>
      <w:r>
        <w:rPr>
          <w:rtl/>
        </w:rPr>
        <w:t xml:space="preserve">1 - (بشر) بشر بن البراء بن معرور، آخى رسول الله صلى الله عليه وآله بينه وبين واقد بن عبدالله التميمي حليف بني عدي، شهد </w:t>
      </w:r>
      <w:r w:rsidR="00CD27DE">
        <w:rPr>
          <w:rtl/>
        </w:rPr>
        <w:t>بدراً</w:t>
      </w:r>
      <w:r>
        <w:rPr>
          <w:rtl/>
        </w:rPr>
        <w:t xml:space="preserve"> واحد</w:t>
      </w:r>
      <w:r w:rsidR="00CD27DE">
        <w:rPr>
          <w:rtl/>
        </w:rPr>
        <w:t>اً</w:t>
      </w:r>
      <w:r>
        <w:rPr>
          <w:rtl/>
        </w:rPr>
        <w:t xml:space="preserve"> والخندق والحديبية وخيبر، وأكل مع رسول الله صلى الله عليه وآله من الشاة المضمومة، وقيل انه مات منه.</w:t>
      </w:r>
    </w:p>
    <w:p w:rsidR="00F04D17" w:rsidRDefault="00F04D17" w:rsidP="00F04D17">
      <w:pPr>
        <w:pStyle w:val="libNormal"/>
        <w:rPr>
          <w:rtl/>
        </w:rPr>
      </w:pPr>
      <w:r>
        <w:rPr>
          <w:rtl/>
        </w:rPr>
        <w:t>2 - (بشر) بن مسلمة يكنى أبا صدقه كوفى روى أبى عبدالله عليه السلام ثقة.</w:t>
      </w:r>
    </w:p>
    <w:p w:rsidR="00F04D17" w:rsidRDefault="00F04D17" w:rsidP="00F04D17">
      <w:pPr>
        <w:pStyle w:val="libNormal"/>
        <w:rPr>
          <w:rtl/>
        </w:rPr>
      </w:pPr>
      <w:r>
        <w:rPr>
          <w:rtl/>
        </w:rPr>
        <w:t xml:space="preserve">3 - (بشر) بن طرخان النحاس، روى الكشي في كتابه </w:t>
      </w:r>
      <w:r w:rsidR="00CD27DE">
        <w:rPr>
          <w:rtl/>
        </w:rPr>
        <w:t>حديثاً</w:t>
      </w:r>
      <w:r>
        <w:rPr>
          <w:rtl/>
        </w:rPr>
        <w:t xml:space="preserve"> في طريقه محمد بن عيسى: ان أبا عبدالله عليه السلام دعا له بكثرة المال والولد.</w:t>
      </w:r>
    </w:p>
    <w:p w:rsidR="00F04D17" w:rsidRDefault="00F04D17" w:rsidP="00F04D17">
      <w:pPr>
        <w:pStyle w:val="Heading3Center"/>
        <w:rPr>
          <w:rtl/>
        </w:rPr>
      </w:pPr>
      <w:bookmarkStart w:id="38" w:name="21"/>
      <w:bookmarkStart w:id="39" w:name="_Toc418411941"/>
      <w:r>
        <w:rPr>
          <w:rtl/>
        </w:rPr>
        <w:t>الباب الرابع بكرخمسة رجال</w:t>
      </w:r>
      <w:bookmarkEnd w:id="38"/>
      <w:bookmarkEnd w:id="39"/>
    </w:p>
    <w:p w:rsidR="00F04D17" w:rsidRDefault="00F04D17" w:rsidP="00F04D17">
      <w:pPr>
        <w:pStyle w:val="libNormal"/>
        <w:rPr>
          <w:rtl/>
        </w:rPr>
      </w:pPr>
      <w:r>
        <w:rPr>
          <w:rtl/>
        </w:rPr>
        <w:t>1 - (بكر) بن محمد بن عبدالرحمان بن نعيم الازدي الغ أ امدي ابومحمد، وجه في هذه الطائفة من بيت جليل في الكوفة وكان ثقة وعمر عمرا طويلا.</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2 - (بكر) بن محمد الازدي ابن أخى سدير الصيرفي.</w:t>
      </w:r>
    </w:p>
    <w:p w:rsidR="00F04D17" w:rsidRDefault="00F04D17" w:rsidP="00F04D17">
      <w:pPr>
        <w:pStyle w:val="libNormal"/>
        <w:rPr>
          <w:rtl/>
        </w:rPr>
      </w:pPr>
      <w:r>
        <w:rPr>
          <w:rtl/>
        </w:rPr>
        <w:t>قال الكشي قال حمدويه: ذكر محمد بن عيسى العبيدي بكر بن محمد الازدي؟ فقال: خير فاضل، وعندي في محمد بن عيسى وقف.</w:t>
      </w:r>
    </w:p>
    <w:p w:rsidR="00F04D17" w:rsidRDefault="00F04D17" w:rsidP="00F04D17">
      <w:pPr>
        <w:pStyle w:val="libNormal"/>
        <w:rPr>
          <w:rtl/>
        </w:rPr>
      </w:pPr>
      <w:r>
        <w:rPr>
          <w:rtl/>
        </w:rPr>
        <w:t>3 - (بكر) بن جناح ابومحمد كوفي ثقة مولى.</w:t>
      </w:r>
    </w:p>
    <w:p w:rsidR="00F04D17" w:rsidRDefault="00F04D17" w:rsidP="00F04D17">
      <w:pPr>
        <w:pStyle w:val="libNormal"/>
        <w:rPr>
          <w:rtl/>
        </w:rPr>
      </w:pPr>
      <w:r>
        <w:rPr>
          <w:rtl/>
        </w:rPr>
        <w:t>4 - (بكر) بن الاشعث ابواسماعيل كوفى ثقة روى عن موسى بن جعفر عليهما السلام.</w:t>
      </w:r>
    </w:p>
    <w:p w:rsidR="00F04D17" w:rsidRDefault="00F04D17" w:rsidP="00F04D17">
      <w:pPr>
        <w:pStyle w:val="libNormal"/>
        <w:rPr>
          <w:rtl/>
        </w:rPr>
      </w:pPr>
      <w:r>
        <w:rPr>
          <w:rtl/>
        </w:rPr>
        <w:t>5 - (بكر) بن محمد بن حبيب بن بقية ابوعثمان المازني مازن بني شيبان، كان سيد أهل العلم بالنحو والعربية واللغة بالبصرة ومقدمته مشهورة بذلك كان من علماء الامامية ثقة، وهو من غلمان اسماعيل بن ميثم في الادب، مات ابوعثمان رحمه الله سنة ثمان وأربعين ومأتين.</w:t>
      </w:r>
    </w:p>
    <w:p w:rsidR="00F04D17" w:rsidRDefault="00F04D17" w:rsidP="00F04D17">
      <w:pPr>
        <w:pStyle w:val="Heading3Center"/>
        <w:rPr>
          <w:rtl/>
        </w:rPr>
      </w:pPr>
      <w:bookmarkStart w:id="40" w:name="22"/>
      <w:bookmarkStart w:id="41" w:name="_Toc418411942"/>
      <w:r>
        <w:rPr>
          <w:rtl/>
        </w:rPr>
        <w:t>الباب الخامس بسطام ثلاثة رجال</w:t>
      </w:r>
      <w:bookmarkEnd w:id="40"/>
      <w:bookmarkEnd w:id="41"/>
    </w:p>
    <w:p w:rsidR="00F04D17" w:rsidRDefault="00F04D17" w:rsidP="00F04D17">
      <w:pPr>
        <w:pStyle w:val="libNormal"/>
        <w:rPr>
          <w:rtl/>
        </w:rPr>
      </w:pPr>
      <w:r>
        <w:rPr>
          <w:rtl/>
        </w:rPr>
        <w:t>1 - (بسطام) بن سابور الزيات ابوالحسن الواسطي مولى ثقة واخوته زكريا وزياد وحفص كلهم ثقات رووا عن أبي عبدالله وأبى الحسن عليهما السلام، ذكرهم ابوالعباس وغيره.</w:t>
      </w:r>
    </w:p>
    <w:p w:rsidR="00F04D17" w:rsidRDefault="00F04D17" w:rsidP="00F04D17">
      <w:pPr>
        <w:pStyle w:val="libNormal"/>
        <w:rPr>
          <w:rtl/>
        </w:rPr>
      </w:pPr>
      <w:r>
        <w:rPr>
          <w:rtl/>
        </w:rPr>
        <w:t>2 - (بسطام) بن الحصين بن عبدالرحمان الجعفي بن أخي خيثمة واسماعيل كان وجيه</w:t>
      </w:r>
      <w:r w:rsidR="00CD27DE">
        <w:rPr>
          <w:rtl/>
        </w:rPr>
        <w:t>اً</w:t>
      </w:r>
      <w:r>
        <w:rPr>
          <w:rtl/>
        </w:rPr>
        <w:t xml:space="preserve"> في أصحابنا وأبوه وعمومته وكان أوجههم اسماعيل.</w:t>
      </w:r>
    </w:p>
    <w:p w:rsidR="00F04D17" w:rsidRDefault="00F04D17" w:rsidP="00F04D17">
      <w:pPr>
        <w:pStyle w:val="libNormal"/>
        <w:rPr>
          <w:rtl/>
        </w:rPr>
      </w:pPr>
      <w:r>
        <w:rPr>
          <w:rtl/>
        </w:rPr>
        <w:t>3 - (بسطام) بن علي ابوعلي وكيل من أهل همدان.</w:t>
      </w:r>
    </w:p>
    <w:p w:rsidR="00F04D17" w:rsidRDefault="00F04D17" w:rsidP="00F04D17">
      <w:pPr>
        <w:pStyle w:val="Heading3Center"/>
        <w:rPr>
          <w:rtl/>
        </w:rPr>
      </w:pPr>
      <w:bookmarkStart w:id="42" w:name="23"/>
      <w:bookmarkStart w:id="43" w:name="_Toc418411943"/>
      <w:r>
        <w:rPr>
          <w:rtl/>
        </w:rPr>
        <w:t>الباب السادس بريد رجلان</w:t>
      </w:r>
      <w:bookmarkEnd w:id="42"/>
      <w:bookmarkEnd w:id="43"/>
    </w:p>
    <w:p w:rsidR="00F04D17" w:rsidRDefault="00F04D17" w:rsidP="00F04D17">
      <w:pPr>
        <w:pStyle w:val="libNormal"/>
        <w:rPr>
          <w:rtl/>
        </w:rPr>
      </w:pPr>
      <w:r>
        <w:rPr>
          <w:rtl/>
        </w:rPr>
        <w:t>1 - (بريد) بضم الباء وفتح الراء ابن معاوية العجلي ابوالقاسم عربي.</w:t>
      </w:r>
    </w:p>
    <w:p w:rsidR="00F04D17" w:rsidRDefault="00F04D17" w:rsidP="00F04D17">
      <w:pPr>
        <w:pStyle w:val="libNormal"/>
        <w:rPr>
          <w:rtl/>
        </w:rPr>
      </w:pPr>
      <w:r>
        <w:rPr>
          <w:rtl/>
        </w:rPr>
        <w:t>روي: انه من حواري الباقر والصادق عليهما السلام، وروى عنهما، ومات في</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حياة أبي عبدالله عليه السلام وهو وجه من وجوه أصحابنا ثقة فقيه، له محل عند الائمة عليهم السلام.</w:t>
      </w:r>
    </w:p>
    <w:p w:rsidR="00F04D17" w:rsidRDefault="00F04D17" w:rsidP="00F04D17">
      <w:pPr>
        <w:pStyle w:val="libNormal"/>
        <w:rPr>
          <w:rtl/>
        </w:rPr>
      </w:pPr>
      <w:r>
        <w:rPr>
          <w:rtl/>
        </w:rPr>
        <w:t>قال ابوعمرو الكشي: انه ممن اتفقت العصابة على تصديقه وممن انقادوا له بالفقه.</w:t>
      </w:r>
    </w:p>
    <w:p w:rsidR="00F04D17" w:rsidRDefault="00F04D17" w:rsidP="00F04D17">
      <w:pPr>
        <w:pStyle w:val="libNormal"/>
        <w:rPr>
          <w:rtl/>
        </w:rPr>
      </w:pPr>
      <w:r>
        <w:rPr>
          <w:rtl/>
        </w:rPr>
        <w:t>وروي في حديث صحيح عن جميل بن دراج قال: سمعت أبا عبدالله عليه السلام يقول: بشر المخبتين بالجنة، بريد بن معاوية العجلي وذكر آخرين، ومات في سنة مائة وخمسين.</w:t>
      </w:r>
    </w:p>
    <w:p w:rsidR="00F04D17" w:rsidRDefault="00F04D17" w:rsidP="00F04D17">
      <w:pPr>
        <w:pStyle w:val="libNormal"/>
        <w:rPr>
          <w:rtl/>
        </w:rPr>
      </w:pPr>
      <w:r>
        <w:rPr>
          <w:rtl/>
        </w:rPr>
        <w:t>2 - (بريد) الاسلمي من السابقين الذين رجعوا إلى أميرالمؤمنين عليه السلام هو والبراء بن مالك، قاله الفضل بن شاذان.</w:t>
      </w:r>
    </w:p>
    <w:p w:rsidR="00F04D17" w:rsidRDefault="00F04D17" w:rsidP="00F04D17">
      <w:pPr>
        <w:pStyle w:val="Heading3Center"/>
        <w:rPr>
          <w:rtl/>
        </w:rPr>
      </w:pPr>
      <w:bookmarkStart w:id="44" w:name="24"/>
      <w:bookmarkStart w:id="45" w:name="_Toc418411944"/>
      <w:r>
        <w:rPr>
          <w:rtl/>
        </w:rPr>
        <w:t>الباب السابع في الآحاد أربعة رجال</w:t>
      </w:r>
      <w:bookmarkEnd w:id="44"/>
      <w:bookmarkEnd w:id="45"/>
    </w:p>
    <w:p w:rsidR="00F04D17" w:rsidRDefault="00F04D17" w:rsidP="00F04D17">
      <w:pPr>
        <w:pStyle w:val="libNormal"/>
        <w:rPr>
          <w:rtl/>
        </w:rPr>
      </w:pPr>
      <w:r>
        <w:rPr>
          <w:rtl/>
        </w:rPr>
        <w:t>1 - (بلال) روى الكشي عن أبى عبدالله محمد بن ابراهيم قال: حدثني علي بن محمد بن زيد قال: حدثي عبدالله بن محمد بن عيسى عن ابن ابي عمير عن هشام بن سالم عن أبي عبدالله عليه السلام: كان بلال عبد</w:t>
      </w:r>
      <w:r w:rsidR="00CD27DE">
        <w:rPr>
          <w:rtl/>
        </w:rPr>
        <w:t>اً</w:t>
      </w:r>
      <w:r>
        <w:rPr>
          <w:rtl/>
        </w:rPr>
        <w:t xml:space="preserve"> صالحا، وكان صهبب عبد سوء.</w:t>
      </w:r>
    </w:p>
    <w:p w:rsidR="00F04D17" w:rsidRDefault="00F04D17" w:rsidP="00F04D17">
      <w:pPr>
        <w:pStyle w:val="libNormal"/>
        <w:rPr>
          <w:rtl/>
        </w:rPr>
      </w:pPr>
      <w:r>
        <w:rPr>
          <w:rtl/>
        </w:rPr>
        <w:t>2 - (بندار) بضم الباء وإسكان النون والالف بعد الدال غير المعجمة والراء أخير</w:t>
      </w:r>
      <w:r w:rsidR="00CD27DE">
        <w:rPr>
          <w:rtl/>
        </w:rPr>
        <w:t>اً</w:t>
      </w:r>
      <w:r>
        <w:rPr>
          <w:rtl/>
        </w:rPr>
        <w:t xml:space="preserve"> ابن محمد بن عبدالله إمامي متقدم (في نسخة: ثقة) بن بشار بن يسار الضبيعي، أخو سعيد مولى بني ضبيعة بن عجل ابوعمرو.</w:t>
      </w:r>
    </w:p>
    <w:p w:rsidR="00F04D17" w:rsidRDefault="00F04D17" w:rsidP="00F04D17">
      <w:pPr>
        <w:pStyle w:val="libNormal"/>
        <w:rPr>
          <w:rtl/>
        </w:rPr>
      </w:pPr>
      <w:r>
        <w:rPr>
          <w:rtl/>
        </w:rPr>
        <w:t>قال النجاشي: انه ثقة، روى هو وأخوه عن أبي عبدالله وأبي الحسن عليهما السلام.</w:t>
      </w:r>
    </w:p>
    <w:p w:rsidR="00F04D17" w:rsidRDefault="00F04D17" w:rsidP="00F04D17">
      <w:pPr>
        <w:pStyle w:val="libNormal"/>
        <w:rPr>
          <w:rtl/>
        </w:rPr>
      </w:pPr>
      <w:r>
        <w:rPr>
          <w:rtl/>
        </w:rPr>
        <w:t>قال الكشي: حدثني محمد بن مسعود قال: سألت علي بن الحسن عن بشار بن يسار الذي يروي عن ابان بن عفان؟ قال: هو خير من ابان، وليس به بأس.</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3 - (بيان) الخرزي كوفي ابومحمد مولى، قال محمد بن عبدالحميد: كان خير</w:t>
      </w:r>
      <w:r w:rsidR="00CD27DE">
        <w:rPr>
          <w:rtl/>
        </w:rPr>
        <w:t>اً</w:t>
      </w:r>
      <w:r>
        <w:rPr>
          <w:rtl/>
        </w:rPr>
        <w:t xml:space="preserve"> فاضلا.</w:t>
      </w:r>
    </w:p>
    <w:p w:rsidR="00F04D17" w:rsidRDefault="00F04D17" w:rsidP="00F04D17">
      <w:pPr>
        <w:pStyle w:val="libNormal"/>
        <w:rPr>
          <w:rtl/>
        </w:rPr>
      </w:pPr>
      <w:r>
        <w:rPr>
          <w:rtl/>
        </w:rPr>
        <w:t>4 - (بكير) بن أعين مشكور مات على الاستقامة.</w:t>
      </w:r>
    </w:p>
    <w:p w:rsidR="00F04D17" w:rsidRDefault="00F04D17" w:rsidP="00F04D17">
      <w:pPr>
        <w:pStyle w:val="libNormal"/>
        <w:rPr>
          <w:rtl/>
        </w:rPr>
      </w:pPr>
      <w:r>
        <w:rPr>
          <w:rtl/>
        </w:rPr>
        <w:t>روى الكشي: عن حمدويه عن يعقوب بن يزيد عن ابن أبي عمير والفضل وابراهيم ابن محمد الاشعري: ان الصادق عليه السلام ال فيه بعد موته: لقد أنزله الله بين رسوله وبين أميرالمؤمنين عليهما السلام.</w:t>
      </w:r>
    </w:p>
    <w:p w:rsidR="00F04D17" w:rsidRDefault="00F04D17" w:rsidP="000F2669">
      <w:pPr>
        <w:pStyle w:val="Heading2Center"/>
        <w:rPr>
          <w:rtl/>
        </w:rPr>
      </w:pPr>
      <w:bookmarkStart w:id="46" w:name="25"/>
      <w:bookmarkStart w:id="47" w:name="_Toc418411945"/>
      <w:r>
        <w:rPr>
          <w:rtl/>
        </w:rPr>
        <w:t>الفصل الثالث في التاء</w:t>
      </w:r>
      <w:bookmarkEnd w:id="46"/>
      <w:bookmarkEnd w:id="47"/>
    </w:p>
    <w:p w:rsidR="00F04D17" w:rsidRDefault="00F04D17" w:rsidP="00F04D17">
      <w:pPr>
        <w:pStyle w:val="libNormal"/>
        <w:rPr>
          <w:rtl/>
        </w:rPr>
      </w:pPr>
      <w:r>
        <w:rPr>
          <w:rtl/>
        </w:rPr>
        <w:t>وفيه بابان:</w:t>
      </w:r>
    </w:p>
    <w:p w:rsidR="00F04D17" w:rsidRPr="00F04D17" w:rsidRDefault="00F04D17" w:rsidP="00F04D17">
      <w:pPr>
        <w:pStyle w:val="Heading3Center"/>
        <w:rPr>
          <w:rtl/>
        </w:rPr>
      </w:pPr>
      <w:bookmarkStart w:id="48" w:name="26"/>
      <w:bookmarkStart w:id="49" w:name="_Toc418411946"/>
      <w:r>
        <w:rPr>
          <w:rtl/>
        </w:rPr>
        <w:t>الباب الاول تميم ثلاثة رجال</w:t>
      </w:r>
      <w:bookmarkEnd w:id="48"/>
      <w:bookmarkEnd w:id="49"/>
    </w:p>
    <w:p w:rsidR="00F04D17" w:rsidRDefault="00F04D17" w:rsidP="00F04D17">
      <w:pPr>
        <w:pStyle w:val="libNormal"/>
        <w:rPr>
          <w:rtl/>
        </w:rPr>
      </w:pPr>
      <w:r>
        <w:rPr>
          <w:rtl/>
        </w:rPr>
        <w:t>1 - (تميم) مولى خداش بكسر الخاء المعجمة وبعدها دال غير معجمة والشين المنقطة فوقها ثلاث نقط أخير</w:t>
      </w:r>
      <w:r w:rsidR="00CD27DE">
        <w:rPr>
          <w:rtl/>
        </w:rPr>
        <w:t>اً</w:t>
      </w:r>
      <w:r>
        <w:rPr>
          <w:rtl/>
        </w:rPr>
        <w:t xml:space="preserve"> ابن الصمه شهد </w:t>
      </w:r>
      <w:r w:rsidR="00CD27DE">
        <w:rPr>
          <w:rtl/>
        </w:rPr>
        <w:t>بدراً</w:t>
      </w:r>
      <w:r>
        <w:rPr>
          <w:rtl/>
        </w:rPr>
        <w:t xml:space="preserve"> واحد</w:t>
      </w:r>
      <w:r w:rsidR="00CD27DE">
        <w:rPr>
          <w:rtl/>
        </w:rPr>
        <w:t>اً</w:t>
      </w:r>
      <w:r>
        <w:rPr>
          <w:rtl/>
        </w:rPr>
        <w:t>.</w:t>
      </w:r>
    </w:p>
    <w:p w:rsidR="00F04D17" w:rsidRDefault="00F04D17" w:rsidP="00F04D17">
      <w:pPr>
        <w:pStyle w:val="libNormal"/>
        <w:rPr>
          <w:rtl/>
        </w:rPr>
      </w:pPr>
      <w:r>
        <w:rPr>
          <w:rtl/>
        </w:rPr>
        <w:t>2 - (تميم) بن حذلم بالحاء غير المعجمة والذال المعجمة الباحي شهد مع علي عليه السلام.</w:t>
      </w:r>
    </w:p>
    <w:p w:rsidR="00F04D17" w:rsidRDefault="00F04D17" w:rsidP="00F04D17">
      <w:pPr>
        <w:pStyle w:val="libNormal"/>
        <w:rPr>
          <w:rtl/>
        </w:rPr>
      </w:pPr>
      <w:r>
        <w:rPr>
          <w:rtl/>
        </w:rPr>
        <w:t>3 - (تميم) بن عمرو يكنى أبا حبش كان عامل أميرالمؤمنين عليه السلام على مدينة رسول الله صلى الله عليه وآله حتى قدم سهل بن حنيف.</w:t>
      </w:r>
    </w:p>
    <w:p w:rsidR="00F04D17" w:rsidRPr="00F04D17" w:rsidRDefault="00F04D17" w:rsidP="00F04D17">
      <w:pPr>
        <w:pStyle w:val="Heading3Center"/>
        <w:rPr>
          <w:rtl/>
        </w:rPr>
      </w:pPr>
      <w:bookmarkStart w:id="50" w:name="27"/>
      <w:bookmarkStart w:id="51" w:name="_Toc418411947"/>
      <w:r>
        <w:rPr>
          <w:rtl/>
        </w:rPr>
        <w:t>الباب الثانى في الآحاد واحد</w:t>
      </w:r>
      <w:bookmarkEnd w:id="50"/>
      <w:bookmarkEnd w:id="51"/>
    </w:p>
    <w:p w:rsidR="00FF6DC3" w:rsidRDefault="00F04D17" w:rsidP="00F04D17">
      <w:pPr>
        <w:pStyle w:val="libNormal"/>
        <w:rPr>
          <w:rtl/>
        </w:rPr>
      </w:pPr>
      <w:r>
        <w:rPr>
          <w:rtl/>
        </w:rPr>
        <w:t>1 - (تقي) بن نجم الحلبي ابوالصلاح رحمه الله ثقة عين له تصانيف حسنة، ذكرناها في الكتاب الكبير، قرأ على الشيخ رحمه الله وعلى المرتضى قدس الله روحه</w:t>
      </w:r>
    </w:p>
    <w:p w:rsidR="00FF6DC3" w:rsidRDefault="00FF6DC3" w:rsidP="00FF6DC3">
      <w:pPr>
        <w:pStyle w:val="libNormal"/>
        <w:rPr>
          <w:rtl/>
        </w:rPr>
      </w:pPr>
      <w:r>
        <w:rPr>
          <w:rtl/>
        </w:rPr>
        <w:br w:type="page"/>
      </w:r>
    </w:p>
    <w:p w:rsidR="00F04D17" w:rsidRPr="00F04D17" w:rsidRDefault="00F04D17" w:rsidP="000F2669">
      <w:pPr>
        <w:pStyle w:val="Heading2Center"/>
        <w:rPr>
          <w:rtl/>
        </w:rPr>
      </w:pPr>
      <w:bookmarkStart w:id="52" w:name="28"/>
      <w:bookmarkStart w:id="53" w:name="_Toc418411948"/>
      <w:r>
        <w:rPr>
          <w:rtl/>
        </w:rPr>
        <w:lastRenderedPageBreak/>
        <w:t>الفصل الرابع في الثاء</w:t>
      </w:r>
      <w:bookmarkEnd w:id="52"/>
      <w:bookmarkEnd w:id="53"/>
    </w:p>
    <w:p w:rsidR="00F04D17" w:rsidRDefault="00F04D17" w:rsidP="00F04D17">
      <w:pPr>
        <w:pStyle w:val="libNormal"/>
        <w:rPr>
          <w:rtl/>
        </w:rPr>
      </w:pPr>
      <w:r>
        <w:rPr>
          <w:rtl/>
        </w:rPr>
        <w:t>وفيه بابان:</w:t>
      </w:r>
    </w:p>
    <w:p w:rsidR="00F04D17" w:rsidRPr="00F04D17" w:rsidRDefault="00F04D17" w:rsidP="00F04D17">
      <w:pPr>
        <w:pStyle w:val="Heading3Center"/>
        <w:rPr>
          <w:rtl/>
        </w:rPr>
      </w:pPr>
      <w:bookmarkStart w:id="54" w:name="29"/>
      <w:bookmarkStart w:id="55" w:name="_Toc418411949"/>
      <w:r>
        <w:rPr>
          <w:rtl/>
        </w:rPr>
        <w:t>الباب الاول ثابت ستة رجال</w:t>
      </w:r>
      <w:bookmarkEnd w:id="54"/>
      <w:bookmarkEnd w:id="55"/>
    </w:p>
    <w:p w:rsidR="00F04D17" w:rsidRDefault="00F04D17" w:rsidP="00F04D17">
      <w:pPr>
        <w:pStyle w:val="libNormal"/>
        <w:rPr>
          <w:rtl/>
        </w:rPr>
      </w:pPr>
      <w:r>
        <w:rPr>
          <w:rtl/>
        </w:rPr>
        <w:t>1 - (ثابت) بن قيس بن الشمايل (الشمال خ ل) الخزرجي خطيب الانصار، قتل يوم اليمامة.</w:t>
      </w:r>
    </w:p>
    <w:p w:rsidR="00F04D17" w:rsidRDefault="00F04D17" w:rsidP="00F04D17">
      <w:pPr>
        <w:pStyle w:val="libNormal"/>
        <w:rPr>
          <w:rtl/>
        </w:rPr>
      </w:pPr>
      <w:r>
        <w:rPr>
          <w:rtl/>
        </w:rPr>
        <w:t>2 - (ثابت) بن الضحاك بايع تحت الشجرة.</w:t>
      </w:r>
    </w:p>
    <w:p w:rsidR="00F04D17" w:rsidRDefault="00F04D17" w:rsidP="00F04D17">
      <w:pPr>
        <w:pStyle w:val="libNormal"/>
        <w:rPr>
          <w:rtl/>
        </w:rPr>
      </w:pPr>
      <w:r>
        <w:rPr>
          <w:rtl/>
        </w:rPr>
        <w:t>3 - (ثابت) بن زيد احد الستة الذين جمعوا القرآن على عهد رسول الله صلى الله عليه وآله.</w:t>
      </w:r>
    </w:p>
    <w:p w:rsidR="00F04D17" w:rsidRDefault="00F04D17" w:rsidP="00F04D17">
      <w:pPr>
        <w:pStyle w:val="libNormal"/>
        <w:rPr>
          <w:rtl/>
        </w:rPr>
      </w:pPr>
      <w:r>
        <w:rPr>
          <w:rtl/>
        </w:rPr>
        <w:t>4 - (ثابت) البنائي يكنى أبا فضالة من أهل بدر من أصحاب أميرالمؤمنين عليه السلام قتل بصفين.</w:t>
      </w:r>
    </w:p>
    <w:p w:rsidR="00F04D17" w:rsidRDefault="00F04D17" w:rsidP="00F04D17">
      <w:pPr>
        <w:pStyle w:val="libNormal"/>
        <w:rPr>
          <w:rtl/>
        </w:rPr>
      </w:pPr>
      <w:r>
        <w:rPr>
          <w:rtl/>
        </w:rPr>
        <w:t>5 - (ثابت) بن دينار يكنى دينار أبا صفيه وكنيته ثابت أبوحمزة الثمالي، روى عن علي بن الحسين عليه السلام ومن بعده، واختلف في بقائه إلى وقت أبي الحسن موسى عليه السلام، وكان ثقة، وكان عربي</w:t>
      </w:r>
      <w:r w:rsidR="00CD27DE">
        <w:rPr>
          <w:rtl/>
        </w:rPr>
        <w:t>اً</w:t>
      </w:r>
      <w:r>
        <w:rPr>
          <w:rtl/>
        </w:rPr>
        <w:t xml:space="preserve"> أزدي</w:t>
      </w:r>
      <w:r w:rsidR="00CD27DE">
        <w:rPr>
          <w:rtl/>
        </w:rPr>
        <w:t>اً</w:t>
      </w:r>
      <w:r>
        <w:rPr>
          <w:rtl/>
        </w:rPr>
        <w:t>.</w:t>
      </w:r>
    </w:p>
    <w:p w:rsidR="00F04D17" w:rsidRDefault="00F04D17" w:rsidP="00F04D17">
      <w:pPr>
        <w:pStyle w:val="libNormal"/>
        <w:rPr>
          <w:rtl/>
        </w:rPr>
      </w:pPr>
      <w:r>
        <w:rPr>
          <w:rtl/>
        </w:rPr>
        <w:t>قال الكشي: وجدت بخط أبي عبدالله محمد بن نعيم الشاذاني قال: سمعت الفضل ابن شاذان قال: سمعت الثقة يقول: سمعت الرضا عليه السلام يقول: أبوحمزة في زمانه، كلقمان في زمانه، وذلك انه خدم أربعة منا: علي بن الحسين ومحمد بن علي وجعفر بن محمد وبرهة من عصر موسى بن جعفر عليهم السلام، ويونس بن عبدالرحمان هو سلمان في زمانه، روى عنه العامة، ومات في سنة خمسين ومائة، وأولاده: نوح ومنصور وحمزة، قتلوا مع زيد بن علي بن الحسين عليهم السلام.</w:t>
      </w:r>
    </w:p>
    <w:p w:rsidR="00F04D17" w:rsidRDefault="00F04D17" w:rsidP="00F04D17">
      <w:pPr>
        <w:pStyle w:val="libNormal"/>
        <w:rPr>
          <w:rtl/>
        </w:rPr>
      </w:pPr>
      <w:r>
        <w:rPr>
          <w:rtl/>
        </w:rPr>
        <w:t>6 - (ثابت) بن شريح بالشين المعجمة والحاء غير المعجمة ابواسماعيل الصانع</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الانباري مولى الازد، ثقة روى عن أبي عبدالله عليه السلام وأكثر عن أبي بصير، وعن الحسين بن أبي العلاء.</w:t>
      </w:r>
    </w:p>
    <w:p w:rsidR="00F04D17" w:rsidRPr="00F04D17" w:rsidRDefault="00F04D17" w:rsidP="00F04D17">
      <w:pPr>
        <w:pStyle w:val="Heading3Center"/>
        <w:rPr>
          <w:rtl/>
        </w:rPr>
      </w:pPr>
      <w:bookmarkStart w:id="56" w:name="30"/>
      <w:bookmarkStart w:id="57" w:name="_Toc418411950"/>
      <w:r>
        <w:rPr>
          <w:rtl/>
        </w:rPr>
        <w:t>الباب الثانى في الآحاد ثلاثة رجال</w:t>
      </w:r>
      <w:bookmarkEnd w:id="56"/>
      <w:bookmarkEnd w:id="57"/>
    </w:p>
    <w:p w:rsidR="00F04D17" w:rsidRDefault="00F04D17" w:rsidP="00F04D17">
      <w:pPr>
        <w:pStyle w:val="libNormal"/>
        <w:rPr>
          <w:rtl/>
        </w:rPr>
      </w:pPr>
      <w:r>
        <w:rPr>
          <w:rtl/>
        </w:rPr>
        <w:t>1 - (ثعلبة) بن ميمون مولى بني أسد ثم مولى بني سلامة، كان وجه</w:t>
      </w:r>
      <w:r w:rsidR="00CD27DE">
        <w:rPr>
          <w:rtl/>
        </w:rPr>
        <w:t>اً</w:t>
      </w:r>
      <w:r>
        <w:rPr>
          <w:rtl/>
        </w:rPr>
        <w:t xml:space="preserve"> في أصحابنا قارئ</w:t>
      </w:r>
      <w:r w:rsidR="00CD27DE">
        <w:rPr>
          <w:rtl/>
        </w:rPr>
        <w:t>اً</w:t>
      </w:r>
      <w:r>
        <w:rPr>
          <w:rtl/>
        </w:rPr>
        <w:t xml:space="preserve"> فقيه</w:t>
      </w:r>
      <w:r w:rsidR="00CD27DE">
        <w:rPr>
          <w:rtl/>
        </w:rPr>
        <w:t>اً</w:t>
      </w:r>
      <w:r>
        <w:rPr>
          <w:rtl/>
        </w:rPr>
        <w:t xml:space="preserve"> نحوي</w:t>
      </w:r>
      <w:r w:rsidR="00CD27DE">
        <w:rPr>
          <w:rtl/>
        </w:rPr>
        <w:t>اً</w:t>
      </w:r>
      <w:r>
        <w:rPr>
          <w:rtl/>
        </w:rPr>
        <w:t xml:space="preserve"> لغوي</w:t>
      </w:r>
      <w:r w:rsidR="00CD27DE">
        <w:rPr>
          <w:rtl/>
        </w:rPr>
        <w:t>اً</w:t>
      </w:r>
      <w:r>
        <w:rPr>
          <w:rtl/>
        </w:rPr>
        <w:t xml:space="preserve"> راويه، وكان حسن العمل كثير العبادة والزهد، روى عن الصادق عليه السلام والكاظم عليه السلام وكان فاضلا متقدم</w:t>
      </w:r>
      <w:r w:rsidR="00CD27DE">
        <w:rPr>
          <w:rtl/>
        </w:rPr>
        <w:t>اً</w:t>
      </w:r>
      <w:r>
        <w:rPr>
          <w:rtl/>
        </w:rPr>
        <w:t xml:space="preserve"> معدود</w:t>
      </w:r>
      <w:r w:rsidR="00CD27DE">
        <w:rPr>
          <w:rtl/>
        </w:rPr>
        <w:t>اً</w:t>
      </w:r>
      <w:r>
        <w:rPr>
          <w:rtl/>
        </w:rPr>
        <w:t xml:space="preserve"> في العلماء والفضلاء (القضاة خ ل) الاجلة في هذه العصابة، سمعه هارون الرشيد يدعو في الوتر فاعجبه.</w:t>
      </w:r>
    </w:p>
    <w:p w:rsidR="00F04D17" w:rsidRDefault="00F04D17" w:rsidP="00F04D17">
      <w:pPr>
        <w:pStyle w:val="libNormal"/>
        <w:rPr>
          <w:rtl/>
        </w:rPr>
      </w:pPr>
      <w:r>
        <w:rPr>
          <w:rtl/>
        </w:rPr>
        <w:t>2 - (ثوير) بن ابى فاختة واسم أبى فاختة سعيد بن علاقة.</w:t>
      </w:r>
    </w:p>
    <w:p w:rsidR="00F04D17" w:rsidRDefault="00F04D17" w:rsidP="00F04D17">
      <w:pPr>
        <w:pStyle w:val="libNormal"/>
        <w:rPr>
          <w:rtl/>
        </w:rPr>
      </w:pPr>
      <w:r>
        <w:rPr>
          <w:rtl/>
        </w:rPr>
        <w:t>روى الكشي: عن محمد بن قولوية عن محمد بن عباد بن بشير عن ثوير قال: أشفقت على ابي جعفر من مسائل هيأها له عمرو بن ذروه ابن قيس الماصر والصلت بن بهرام، وهذا لايقتضي مدح</w:t>
      </w:r>
      <w:r w:rsidR="00CD27DE">
        <w:rPr>
          <w:rtl/>
        </w:rPr>
        <w:t>اً</w:t>
      </w:r>
      <w:r>
        <w:rPr>
          <w:rtl/>
        </w:rPr>
        <w:t xml:space="preserve"> ولا قدح</w:t>
      </w:r>
      <w:r w:rsidR="00CD27DE">
        <w:rPr>
          <w:rtl/>
        </w:rPr>
        <w:t>اً</w:t>
      </w:r>
      <w:r>
        <w:rPr>
          <w:rtl/>
        </w:rPr>
        <w:t>.</w:t>
      </w:r>
    </w:p>
    <w:p w:rsidR="00F04D17" w:rsidRDefault="00F04D17" w:rsidP="00F04D17">
      <w:pPr>
        <w:pStyle w:val="libNormal"/>
        <w:rPr>
          <w:rtl/>
        </w:rPr>
      </w:pPr>
      <w:r>
        <w:rPr>
          <w:rtl/>
        </w:rPr>
        <w:t>فنحن في روايته من المتوقفين.</w:t>
      </w:r>
    </w:p>
    <w:p w:rsidR="00F04D17" w:rsidRDefault="00F04D17" w:rsidP="00F04D17">
      <w:pPr>
        <w:pStyle w:val="libNormal"/>
        <w:rPr>
          <w:rtl/>
        </w:rPr>
      </w:pPr>
      <w:r>
        <w:rPr>
          <w:rtl/>
        </w:rPr>
        <w:t>3 - (ثبيت) بن محمد أبومحمد العسكري صاحب ابي عيسى الوراق، متكلم حاذق من أصحابنا العسكريين، وكان له أيض</w:t>
      </w:r>
      <w:r w:rsidR="00CD27DE">
        <w:rPr>
          <w:rtl/>
        </w:rPr>
        <w:t>اً</w:t>
      </w:r>
      <w:r>
        <w:rPr>
          <w:rtl/>
        </w:rPr>
        <w:t xml:space="preserve"> إطلاع بالحديث والرواية والفقه والكتاب الذي يعزي إلى ابى عيسى الوارق في نقض العثمانية له وله كتاب تولدات بني امية في الحديث.</w:t>
      </w:r>
    </w:p>
    <w:p w:rsidR="00F04D17" w:rsidRPr="00F04D17" w:rsidRDefault="00F04D17" w:rsidP="000F2669">
      <w:pPr>
        <w:pStyle w:val="Heading2Center"/>
        <w:rPr>
          <w:rtl/>
        </w:rPr>
      </w:pPr>
      <w:bookmarkStart w:id="58" w:name="31"/>
      <w:bookmarkStart w:id="59" w:name="_Toc418411951"/>
      <w:r>
        <w:rPr>
          <w:rtl/>
        </w:rPr>
        <w:t>الفصل الخامس في الجيم</w:t>
      </w:r>
      <w:bookmarkEnd w:id="58"/>
      <w:bookmarkEnd w:id="59"/>
    </w:p>
    <w:p w:rsidR="00F04D17" w:rsidRDefault="00F04D17" w:rsidP="00F04D17">
      <w:pPr>
        <w:pStyle w:val="libNormal"/>
        <w:rPr>
          <w:rtl/>
        </w:rPr>
      </w:pPr>
      <w:r>
        <w:rPr>
          <w:rtl/>
        </w:rPr>
        <w:t>وفيه أربعة أبواب:</w:t>
      </w:r>
    </w:p>
    <w:p w:rsidR="00F04D17" w:rsidRPr="00F04D17" w:rsidRDefault="00F04D17" w:rsidP="00F04D17">
      <w:pPr>
        <w:pStyle w:val="Heading3Center"/>
        <w:rPr>
          <w:rtl/>
        </w:rPr>
      </w:pPr>
      <w:bookmarkStart w:id="60" w:name="32"/>
      <w:bookmarkStart w:id="61" w:name="_Toc418411952"/>
      <w:r>
        <w:rPr>
          <w:rtl/>
        </w:rPr>
        <w:t>الباب الاول جعفر خمسة وعشرون رجلا</w:t>
      </w:r>
      <w:bookmarkEnd w:id="60"/>
      <w:bookmarkEnd w:id="61"/>
    </w:p>
    <w:p w:rsidR="00F04D17" w:rsidRDefault="00F04D17" w:rsidP="00F04D17">
      <w:pPr>
        <w:pStyle w:val="libNormal"/>
        <w:rPr>
          <w:rtl/>
        </w:rPr>
      </w:pPr>
      <w:r>
        <w:rPr>
          <w:rtl/>
        </w:rPr>
        <w:t>1 - (جعفر) بن أبى طالب قتل بموتة رضى الله عنه وأرضاه.</w:t>
      </w:r>
    </w:p>
    <w:p w:rsidR="00F04D17" w:rsidRDefault="00F04D17" w:rsidP="00F04D17">
      <w:pPr>
        <w:pStyle w:val="libNormal"/>
        <w:rPr>
          <w:rtl/>
        </w:rPr>
      </w:pPr>
      <w:r>
        <w:rPr>
          <w:rtl/>
        </w:rPr>
        <w:t>2 - (جعفر) بن هارون الكوفى يكنى أبا عبدالله من رجال الصادق عليه السلام ثقة</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3 - (جعفر) بن محمد بن يونس الاحول من أصحاب أبى الحسن الرضا عليه السلام، ثقة.</w:t>
      </w:r>
    </w:p>
    <w:p w:rsidR="00F04D17" w:rsidRDefault="00F04D17" w:rsidP="00F04D17">
      <w:pPr>
        <w:pStyle w:val="libNormal"/>
        <w:rPr>
          <w:rtl/>
        </w:rPr>
      </w:pPr>
      <w:r>
        <w:rPr>
          <w:rtl/>
        </w:rPr>
        <w:t>4 - (جعفر) بن سهيل الصيقل من أصحاب أبى محمد العسكري، وكيل أبى الحسن وأبى محمد وصاحب الدار عليهم السلام.</w:t>
      </w:r>
    </w:p>
    <w:p w:rsidR="00F04D17" w:rsidRDefault="00F04D17" w:rsidP="00F04D17">
      <w:pPr>
        <w:pStyle w:val="libNormal"/>
        <w:rPr>
          <w:rtl/>
        </w:rPr>
      </w:pPr>
      <w:r>
        <w:rPr>
          <w:rtl/>
        </w:rPr>
        <w:t>5 - (جعفر) بن معروف يكنى ابا محمد من أهل كش، كان مكاتب</w:t>
      </w:r>
      <w:r w:rsidR="00CD27DE">
        <w:rPr>
          <w:rtl/>
        </w:rPr>
        <w:t>اً</w:t>
      </w:r>
      <w:r>
        <w:rPr>
          <w:rtl/>
        </w:rPr>
        <w:t>، لم يرو عن الائمة عليهم السلام.</w:t>
      </w:r>
    </w:p>
    <w:p w:rsidR="00F04D17" w:rsidRDefault="00F04D17" w:rsidP="00F04D17">
      <w:pPr>
        <w:pStyle w:val="libNormal"/>
        <w:rPr>
          <w:rtl/>
        </w:rPr>
      </w:pPr>
      <w:r>
        <w:rPr>
          <w:rtl/>
        </w:rPr>
        <w:t>قال الشيخ رحمه الله: والظاهر انه ليس جعفر بن معروف السمرقندي الذمي قال: فيه ابن الغضايري: انه مرتفع المذهب يعرف حديثه تارة وينكر اخرى لان ابن الغضايري قال: انه يكنى اباالفضل.</w:t>
      </w:r>
    </w:p>
    <w:p w:rsidR="00F04D17" w:rsidRDefault="00F04D17" w:rsidP="00F04D17">
      <w:pPr>
        <w:pStyle w:val="libNormal"/>
        <w:rPr>
          <w:rtl/>
        </w:rPr>
      </w:pPr>
      <w:r>
        <w:rPr>
          <w:rtl/>
        </w:rPr>
        <w:t>قال وكان يروي عن العياشي كثير</w:t>
      </w:r>
      <w:r w:rsidR="00CD27DE">
        <w:rPr>
          <w:rtl/>
        </w:rPr>
        <w:t>اً</w:t>
      </w:r>
      <w:r>
        <w:rPr>
          <w:rtl/>
        </w:rPr>
        <w:t>.</w:t>
      </w:r>
    </w:p>
    <w:p w:rsidR="00F04D17" w:rsidRDefault="00F04D17" w:rsidP="00F04D17">
      <w:pPr>
        <w:pStyle w:val="libNormal"/>
        <w:rPr>
          <w:rtl/>
        </w:rPr>
      </w:pPr>
      <w:r>
        <w:rPr>
          <w:rtl/>
        </w:rPr>
        <w:t>6 - (جعفر) بن محمد بن جعفر بن موسى بن قولويه يكنى اباالقاسم، وكان ابوه يلقب مسلمة بفتح الميم وسكون السين وفتح اللام والميم ايضا والتاء من خيار أصحاب سعد، وكان ابوالقاسم من ثقات أصحابنا وأجلائهم في الحديث والفقه، روى عن أبيه وأخيه عن سعد وقال: ما سمعت من سعد إلا أربعة أحاديث، وهو استاد الشيخ المفيد رحمه الله، ومنه حمل العلم والحديث، وكلما يوصف به الناس من جميل وثقه وفقه، فهو فوقه، له تصانيف ذكرناها في كتابنا الكبير، توفي رحمه الله سنة تسع وستين وثلثمائة.</w:t>
      </w:r>
    </w:p>
    <w:p w:rsidR="00F04D17" w:rsidRDefault="00F04D17" w:rsidP="00F04D17">
      <w:pPr>
        <w:pStyle w:val="libNormal"/>
        <w:rPr>
          <w:rtl/>
        </w:rPr>
      </w:pPr>
      <w:r>
        <w:rPr>
          <w:rtl/>
        </w:rPr>
        <w:t>7 - (جعفر) بن بشير بفتح الباء المنقطة تحتها نقطة وبعدها الشين المعجمة ابومحمد البجلي الوشاء من زهاد أصحابنا وعبادهم ونساكهم وكان ثقة.</w:t>
      </w:r>
    </w:p>
    <w:p w:rsidR="00F04D17" w:rsidRDefault="00F04D17" w:rsidP="00F04D17">
      <w:pPr>
        <w:pStyle w:val="libNormal"/>
        <w:rPr>
          <w:rtl/>
        </w:rPr>
      </w:pPr>
      <w:r>
        <w:rPr>
          <w:rtl/>
        </w:rPr>
        <w:t>قال النجاشي (ره): ان مسجد</w:t>
      </w:r>
      <w:r w:rsidR="00CD27DE">
        <w:rPr>
          <w:rtl/>
        </w:rPr>
        <w:t>اً</w:t>
      </w:r>
      <w:r>
        <w:rPr>
          <w:rtl/>
        </w:rPr>
        <w:t xml:space="preserve"> بالكوفة باقي</w:t>
      </w:r>
      <w:r w:rsidR="00CD27DE">
        <w:rPr>
          <w:rtl/>
        </w:rPr>
        <w:t>اً</w:t>
      </w:r>
      <w:r>
        <w:rPr>
          <w:rtl/>
        </w:rPr>
        <w:t xml:space="preserve"> في بجيله إلى اليوم وأنا وكثير من أصحابنا اذا وردنا الكوفة نصلي فيه مع المساجد التي يرغب في الصلاه فيها، وكان ثقه جليل القدر.</w:t>
      </w:r>
    </w:p>
    <w:p w:rsidR="00F04D17" w:rsidRDefault="00F04D17" w:rsidP="00F04D17">
      <w:pPr>
        <w:pStyle w:val="libNormal"/>
        <w:rPr>
          <w:rtl/>
        </w:rPr>
      </w:pPr>
      <w:r>
        <w:rPr>
          <w:rtl/>
        </w:rPr>
        <w:t>قال الكشي: قال نصر: اخذ جعفر بن بشير فضرب ولقى شدة حتى خلصه</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الله تعالى، ومات في طريق مكة، وصاحب المأمون بعد موت الرضا عليه السلام وكان يعرف بفقه العلم، لانه كان كثير العلم ثقة روى عن الثقات ورووا عنه، له كتاب المشيخة مثل كتاب الحسن بن محبوب، إلا انه أصغر منه، وله كتب اخرى ذكرناها في الكتاب الكبير، ومات بالابوآء سنة ثمان ومائتين (ره).</w:t>
      </w:r>
    </w:p>
    <w:p w:rsidR="00F04D17" w:rsidRDefault="00F04D17" w:rsidP="00F04D17">
      <w:pPr>
        <w:pStyle w:val="libNormal"/>
        <w:rPr>
          <w:rtl/>
        </w:rPr>
      </w:pPr>
      <w:r>
        <w:rPr>
          <w:rtl/>
        </w:rPr>
        <w:t xml:space="preserve">8 - (جعفر) بن عفان الطائى، روى الكشي </w:t>
      </w:r>
      <w:r w:rsidR="00CD27DE">
        <w:rPr>
          <w:rtl/>
        </w:rPr>
        <w:t>حديثاً</w:t>
      </w:r>
      <w:r>
        <w:rPr>
          <w:rtl/>
        </w:rPr>
        <w:t xml:space="preserve"> في سنده نصر بن الصياح ومحمد بن - سنان وهما ضعيفان: ان الصادق عليه السلام شهد له بالجنة، ولم يثبت عندي غير ذلك، والوجه التوقف في روايته.</w:t>
      </w:r>
    </w:p>
    <w:p w:rsidR="00F04D17" w:rsidRDefault="00F04D17" w:rsidP="00F04D17">
      <w:pPr>
        <w:pStyle w:val="libNormal"/>
        <w:rPr>
          <w:rtl/>
        </w:rPr>
      </w:pPr>
      <w:r>
        <w:rPr>
          <w:rtl/>
        </w:rPr>
        <w:t>9 - (جعفر) بن عمرو المعروف بالعمري، روى الكشي: عن محمد بن ابراهيم بن مهزيار: ان اباه لما حضره الموت دفع اليه مالا وأعطاه علامة، لمن يسلم اليه المال، فدخل اليه شيخ فقال انا العمري فاعطاه المال.</w:t>
      </w:r>
    </w:p>
    <w:p w:rsidR="00F04D17" w:rsidRDefault="00F04D17" w:rsidP="00F04D17">
      <w:pPr>
        <w:pStyle w:val="libNormal"/>
        <w:rPr>
          <w:rtl/>
        </w:rPr>
      </w:pPr>
      <w:r>
        <w:rPr>
          <w:rtl/>
        </w:rPr>
        <w:t>وسند الرواية ذكرناه في كتابنا الكبير وفيه ضعف.</w:t>
      </w:r>
    </w:p>
    <w:p w:rsidR="00F04D17" w:rsidRDefault="00F04D17" w:rsidP="00F04D17">
      <w:pPr>
        <w:pStyle w:val="libNormal"/>
        <w:rPr>
          <w:rtl/>
        </w:rPr>
      </w:pPr>
      <w:r>
        <w:rPr>
          <w:rtl/>
        </w:rPr>
        <w:t>10 - (جعفر) بن عيسى بن يقطين، روى الكشي عن حمدويه وابراهيم قالا: حدثنا ابوجعفر محمد بن علي العبيدي عن هشام بن ابراهيم الختلي المشرقي وهو أحد من أثني عليه في الحديث: ان أبا الحسن عليه السلام قال: فيه خير</w:t>
      </w:r>
      <w:r w:rsidR="00CD27DE">
        <w:rPr>
          <w:rtl/>
        </w:rPr>
        <w:t>اً</w:t>
      </w:r>
      <w:r>
        <w:rPr>
          <w:rtl/>
        </w:rPr>
        <w:t>.</w:t>
      </w:r>
    </w:p>
    <w:p w:rsidR="00F04D17" w:rsidRDefault="00F04D17" w:rsidP="00F04D17">
      <w:pPr>
        <w:pStyle w:val="libNormal"/>
        <w:rPr>
          <w:rtl/>
        </w:rPr>
      </w:pPr>
      <w:r>
        <w:rPr>
          <w:rtl/>
        </w:rPr>
        <w:t>11 - (جعفر) بن عثمان بن زياد الرواس، روى الكشي (ره) عن حمدويه عن أشياخه: انه ثقة فاضل خير.</w:t>
      </w:r>
    </w:p>
    <w:p w:rsidR="00F04D17" w:rsidRDefault="00F04D17" w:rsidP="00F04D17">
      <w:pPr>
        <w:pStyle w:val="libNormal"/>
        <w:rPr>
          <w:rtl/>
        </w:rPr>
      </w:pPr>
      <w:r>
        <w:rPr>
          <w:rtl/>
        </w:rPr>
        <w:t>12 - (جعفر) بن عبدالله رأس المدري بن جعفر الثاني بن عبدالله بن جعفر ابن محمد بن علي بن أبي طالب (ع) أبوعبدالله كان وجه</w:t>
      </w:r>
      <w:r w:rsidR="00CD27DE">
        <w:rPr>
          <w:rtl/>
        </w:rPr>
        <w:t>اً</w:t>
      </w:r>
      <w:r>
        <w:rPr>
          <w:rtl/>
        </w:rPr>
        <w:t xml:space="preserve"> في أصحابنا وفقيه</w:t>
      </w:r>
      <w:r w:rsidR="00CD27DE">
        <w:rPr>
          <w:rtl/>
        </w:rPr>
        <w:t>اً</w:t>
      </w:r>
      <w:r>
        <w:rPr>
          <w:rtl/>
        </w:rPr>
        <w:t xml:space="preserve"> وأوثق الناس في حديثه.</w:t>
      </w:r>
    </w:p>
    <w:p w:rsidR="00F04D17" w:rsidRDefault="00F04D17" w:rsidP="00F04D17">
      <w:pPr>
        <w:pStyle w:val="libNormal"/>
        <w:rPr>
          <w:rtl/>
        </w:rPr>
      </w:pPr>
      <w:r>
        <w:rPr>
          <w:rtl/>
        </w:rPr>
        <w:t>13 - (جعفر) بن المثنى بن عبدالسلام بن عبدالرحمان بن نعيم الازدي العطا ثقة من وجوه أصحابنا الكوفيين.</w:t>
      </w:r>
    </w:p>
    <w:p w:rsidR="00F04D17" w:rsidRDefault="00F04D17" w:rsidP="00F04D17">
      <w:pPr>
        <w:pStyle w:val="libNormal"/>
        <w:rPr>
          <w:rtl/>
        </w:rPr>
      </w:pPr>
      <w:r>
        <w:rPr>
          <w:rtl/>
        </w:rPr>
        <w:t>14 - (جعفر) بن أحمد بن أيوب السمرقندي ابوسعيد يقال له ابن العاجز، بالجيم والزاي كان صحيح الحديث والمذهب، روى عنه محمد بن مسعود العياشي</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15 - (جعفر) بن محمد بن اسحاق رباط ابوالقاسم البجلي شيخ ثقة من أصحابنا.</w:t>
      </w:r>
    </w:p>
    <w:p w:rsidR="00F04D17" w:rsidRDefault="00F04D17" w:rsidP="00F04D17">
      <w:pPr>
        <w:pStyle w:val="libNormal"/>
        <w:rPr>
          <w:rtl/>
        </w:rPr>
      </w:pPr>
      <w:r>
        <w:rPr>
          <w:rtl/>
        </w:rPr>
        <w:t>16 - (جعفر) بن سليمان القمي ابو محمد ثقه من أصحابنا.</w:t>
      </w:r>
    </w:p>
    <w:p w:rsidR="00F04D17" w:rsidRDefault="00F04D17" w:rsidP="00F04D17">
      <w:pPr>
        <w:pStyle w:val="libNormal"/>
        <w:rPr>
          <w:rtl/>
        </w:rPr>
      </w:pPr>
      <w:r>
        <w:rPr>
          <w:rtl/>
        </w:rPr>
        <w:t>17 - (جعفر) بن محمد بن جعفر بن الحسن بن جعفر بن الحسن بن الحسن بن علي بن أبي طالب عليهما السلام كان وجيه</w:t>
      </w:r>
      <w:r w:rsidR="00CD27DE">
        <w:rPr>
          <w:rtl/>
        </w:rPr>
        <w:t>اً</w:t>
      </w:r>
      <w:r>
        <w:rPr>
          <w:rtl/>
        </w:rPr>
        <w:t xml:space="preserve"> في الطالبيين مقدم</w:t>
      </w:r>
      <w:r w:rsidR="00CD27DE">
        <w:rPr>
          <w:rtl/>
        </w:rPr>
        <w:t>اً</w:t>
      </w:r>
      <w:r>
        <w:rPr>
          <w:rtl/>
        </w:rPr>
        <w:t xml:space="preserve"> وكان ثقة من أصحابنا مات في ذي القعدة سنة ثمانين وثلثمائة وله نيف وتسعون سنة.</w:t>
      </w:r>
    </w:p>
    <w:p w:rsidR="00F04D17" w:rsidRDefault="00F04D17" w:rsidP="00F04D17">
      <w:pPr>
        <w:pStyle w:val="libNormal"/>
        <w:rPr>
          <w:rtl/>
        </w:rPr>
      </w:pPr>
      <w:r>
        <w:rPr>
          <w:rtl/>
        </w:rPr>
        <w:t>18 - (جعفر) بن أحمد بن يوسف الاودي ابوعبدالله شيخ من أصحابنا الكوفيين ثقه.</w:t>
      </w:r>
    </w:p>
    <w:p w:rsidR="00F04D17" w:rsidRDefault="00F04D17" w:rsidP="00F04D17">
      <w:pPr>
        <w:pStyle w:val="libNormal"/>
        <w:rPr>
          <w:rtl/>
        </w:rPr>
      </w:pPr>
      <w:r>
        <w:rPr>
          <w:rtl/>
        </w:rPr>
        <w:t>19 - (جعفر) بن أحمد بن وندك بالنون والدال غير المعجمة والكاف الرازي ابوعبدالله من أصحابنا المتكلمين والمحدثين، له كتاب في الامامة كبير.</w:t>
      </w:r>
    </w:p>
    <w:p w:rsidR="00F04D17" w:rsidRDefault="00F04D17" w:rsidP="00F04D17">
      <w:pPr>
        <w:pStyle w:val="libNormal"/>
        <w:rPr>
          <w:rtl/>
        </w:rPr>
      </w:pPr>
      <w:r>
        <w:rPr>
          <w:rtl/>
        </w:rPr>
        <w:t>20 - (جعفر) بن الحسن بن علي بن شهريار بالشين المعجمة والراء بعد الهاء وبعد الالف والياء المنقطة تحتها نقطتين قبل الالف ابومحمد المؤمن القمي شيخ من أصحابنا القميين ثقة، إنتقل إلى الكوفة ومات بها سنة اربعين وثلثمائة.</w:t>
      </w:r>
    </w:p>
    <w:p w:rsidR="00F04D17" w:rsidRDefault="00F04D17" w:rsidP="00F04D17">
      <w:pPr>
        <w:pStyle w:val="libNormal"/>
        <w:rPr>
          <w:rtl/>
        </w:rPr>
      </w:pPr>
      <w:r>
        <w:rPr>
          <w:rtl/>
        </w:rPr>
        <w:t>21 - (جعفر) بن ورقاء بالراء والقاف ابن محمد بن ورقاء بن صلة بن عمير يكنى ابا محمد أمير بني شيبان بالعراق ووجهم وكان عظيما عند السلطان، صحيح المذهب، وله كتاب في (إمامة أميرالمؤمنين عليه السلام).</w:t>
      </w:r>
    </w:p>
    <w:p w:rsidR="00F04D17" w:rsidRDefault="00F04D17" w:rsidP="00F04D17">
      <w:pPr>
        <w:pStyle w:val="libNormal"/>
        <w:rPr>
          <w:rtl/>
        </w:rPr>
      </w:pPr>
      <w:r>
        <w:rPr>
          <w:rtl/>
        </w:rPr>
        <w:t>22 - (جعفر) بن يحيى بن العلا ابومحمد الرازي ثقة وأبوه أيض</w:t>
      </w:r>
      <w:r w:rsidR="00CD27DE">
        <w:rPr>
          <w:rtl/>
        </w:rPr>
        <w:t>اً</w:t>
      </w:r>
      <w:r>
        <w:rPr>
          <w:rtl/>
        </w:rPr>
        <w:t xml:space="preserve"> روى عن أبي عبدالله عليه السلام وهو اخلط ابنا من ابيه وادخل فينا وكان ابوه يحيى بن العلا قاضي</w:t>
      </w:r>
      <w:r w:rsidR="00CD27DE">
        <w:rPr>
          <w:rtl/>
        </w:rPr>
        <w:t>اً</w:t>
      </w:r>
      <w:r>
        <w:rPr>
          <w:rtl/>
        </w:rPr>
        <w:t xml:space="preserve"> بالري.</w:t>
      </w:r>
    </w:p>
    <w:p w:rsidR="00F04D17" w:rsidRDefault="00F04D17" w:rsidP="00F04D17">
      <w:pPr>
        <w:pStyle w:val="libNormal"/>
        <w:rPr>
          <w:rtl/>
        </w:rPr>
      </w:pPr>
      <w:r>
        <w:rPr>
          <w:rtl/>
        </w:rPr>
        <w:t>23 - (جعفر) بن عبدالله بن جعفر، له مكاتبة.</w:t>
      </w:r>
    </w:p>
    <w:p w:rsidR="00F04D17" w:rsidRDefault="00F04D17" w:rsidP="00F04D17">
      <w:pPr>
        <w:pStyle w:val="libNormal"/>
        <w:rPr>
          <w:rtl/>
        </w:rPr>
      </w:pPr>
      <w:r>
        <w:rPr>
          <w:rtl/>
        </w:rPr>
        <w:t>24 - (جعفر) بن ابراهيم بن محمد بن علي بن عبدالله بن جعفر الطيار، روى عن أبي عبدالله عليه السلام ثقة.</w:t>
      </w:r>
    </w:p>
    <w:p w:rsidR="00F04D17" w:rsidRDefault="00F04D17" w:rsidP="00F04D17">
      <w:pPr>
        <w:pStyle w:val="libNormal"/>
        <w:rPr>
          <w:rtl/>
        </w:rPr>
      </w:pPr>
      <w:r>
        <w:rPr>
          <w:rtl/>
        </w:rPr>
        <w:t>25 - (جعفر) بن محمد بن عون الاسدي وجه، روى عنه أحمد بن محمد ابن عيسى،</w:t>
      </w:r>
    </w:p>
    <w:p w:rsidR="00F04D17" w:rsidRDefault="00F04D17" w:rsidP="00F04D17">
      <w:pPr>
        <w:pStyle w:val="libNormal"/>
        <w:rPr>
          <w:rtl/>
        </w:rPr>
      </w:pPr>
      <w:r>
        <w:rPr>
          <w:rtl/>
        </w:rPr>
        <w:br w:type="page"/>
      </w:r>
    </w:p>
    <w:p w:rsidR="00F04D17" w:rsidRDefault="00F04D17" w:rsidP="00F04D17">
      <w:pPr>
        <w:pStyle w:val="Heading3Center"/>
        <w:rPr>
          <w:rtl/>
        </w:rPr>
      </w:pPr>
      <w:bookmarkStart w:id="62" w:name="33"/>
      <w:bookmarkStart w:id="63" w:name="_Toc418411953"/>
      <w:r>
        <w:rPr>
          <w:rtl/>
        </w:rPr>
        <w:lastRenderedPageBreak/>
        <w:t>الباب الثانى جميل ثلاثة رجال</w:t>
      </w:r>
      <w:bookmarkEnd w:id="62"/>
      <w:bookmarkEnd w:id="63"/>
    </w:p>
    <w:p w:rsidR="00F04D17" w:rsidRDefault="00F04D17" w:rsidP="00F04D17">
      <w:pPr>
        <w:pStyle w:val="libNormal"/>
        <w:rPr>
          <w:rtl/>
        </w:rPr>
      </w:pPr>
      <w:r>
        <w:rPr>
          <w:rtl/>
        </w:rPr>
        <w:t>1 - (جميل) بن دراج بالدال غير المعجمة والراء المشددة والجيم ودراج يكنى بأبي صبيح بن عبدالله ابوعلي النخعي.</w:t>
      </w:r>
    </w:p>
    <w:p w:rsidR="00F04D17" w:rsidRDefault="00F04D17" w:rsidP="00F04D17">
      <w:pPr>
        <w:pStyle w:val="libNormal"/>
        <w:rPr>
          <w:rtl/>
        </w:rPr>
      </w:pPr>
      <w:r>
        <w:rPr>
          <w:rtl/>
        </w:rPr>
        <w:t>وقال ابن فضال ابومحمد شيخنا ووجه الطائفة ثقة روى عن أبي عبدالله وأبي الحسن عليهما السلام وأخوه نوح بن دراج القاضي ايض</w:t>
      </w:r>
      <w:r w:rsidR="00CD27DE">
        <w:rPr>
          <w:rtl/>
        </w:rPr>
        <w:t>اً</w:t>
      </w:r>
      <w:r>
        <w:rPr>
          <w:rtl/>
        </w:rPr>
        <w:t xml:space="preserve"> من أصحابنا وكان بخفي أمره وكان اكبر من نوح، وعمى في آخر عمره ومات في أيام الرضا (ع) اخذ عن زراره، له اصل.</w:t>
      </w:r>
    </w:p>
    <w:p w:rsidR="00F04D17" w:rsidRDefault="00F04D17" w:rsidP="00F04D17">
      <w:pPr>
        <w:pStyle w:val="libNormal"/>
        <w:rPr>
          <w:rtl/>
        </w:rPr>
      </w:pPr>
      <w:r>
        <w:rPr>
          <w:rtl/>
        </w:rPr>
        <w:t>قال الكشي: انه ممن اجتمعت العصابة على تصحيح ما يصح عنه فيما يقول والاقرار له بالفقه.</w:t>
      </w:r>
    </w:p>
    <w:p w:rsidR="00F04D17" w:rsidRDefault="00F04D17" w:rsidP="00F04D17">
      <w:pPr>
        <w:pStyle w:val="libNormal"/>
        <w:rPr>
          <w:rtl/>
        </w:rPr>
      </w:pPr>
      <w:r>
        <w:rPr>
          <w:rtl/>
        </w:rPr>
        <w:t>2 - (جميل) بن صالح الاسدي ثقة وجه، روى عن أبي عبدالله وأبي الحسن عليهما السلام، ذكره ابوالعباس في كتاب (الرجال).</w:t>
      </w:r>
    </w:p>
    <w:p w:rsidR="00F04D17" w:rsidRDefault="00F04D17" w:rsidP="00F04D17">
      <w:pPr>
        <w:pStyle w:val="libNormal"/>
        <w:rPr>
          <w:rtl/>
        </w:rPr>
      </w:pPr>
      <w:r>
        <w:rPr>
          <w:rtl/>
        </w:rPr>
        <w:t>3 - (جميل) بن عبدالله بن نافع الخثعمي الخياط الكوفى لم أر فيه مدح</w:t>
      </w:r>
      <w:r w:rsidR="00CD27DE">
        <w:rPr>
          <w:rtl/>
        </w:rPr>
        <w:t>اً</w:t>
      </w:r>
      <w:r>
        <w:rPr>
          <w:rtl/>
        </w:rPr>
        <w:t xml:space="preserve"> من طرق أصحابنا، غير ان ابن عقدة روى عن محمد بن عبدالله بن ابي حكيمة قال: سألت ابن نمير عن محمد بن جميل بن عبدالله بن نافع الخياط؟ فقال: ثقة، قد رايته وأبوه ثقة. وهذه الرواية لاتقتضي عندي التعديل، لكنها من المرجحات.</w:t>
      </w:r>
    </w:p>
    <w:p w:rsidR="00F04D17" w:rsidRDefault="00F04D17" w:rsidP="00F04D17">
      <w:pPr>
        <w:pStyle w:val="Heading3Center"/>
        <w:rPr>
          <w:rtl/>
        </w:rPr>
      </w:pPr>
      <w:bookmarkStart w:id="64" w:name="34"/>
      <w:bookmarkStart w:id="65" w:name="_Toc418411954"/>
      <w:r>
        <w:rPr>
          <w:rtl/>
        </w:rPr>
        <w:t>الباب الثالث جابر ثلاثة رجال</w:t>
      </w:r>
      <w:bookmarkEnd w:id="64"/>
      <w:bookmarkEnd w:id="65"/>
    </w:p>
    <w:p w:rsidR="00F04D17" w:rsidRDefault="00F04D17" w:rsidP="00F04D17">
      <w:pPr>
        <w:pStyle w:val="libNormal"/>
        <w:rPr>
          <w:rtl/>
        </w:rPr>
      </w:pPr>
      <w:r>
        <w:rPr>
          <w:rtl/>
        </w:rPr>
        <w:t xml:space="preserve">1 - (جابر) بن عبدالله من أصحاب رسول الله صلى الله عليه وآله شهد </w:t>
      </w:r>
      <w:r w:rsidR="00CD27DE">
        <w:rPr>
          <w:rtl/>
        </w:rPr>
        <w:t>بدراً</w:t>
      </w:r>
      <w:r>
        <w:rPr>
          <w:rtl/>
        </w:rPr>
        <w:t>.</w:t>
      </w:r>
    </w:p>
    <w:p w:rsidR="00F04D17" w:rsidRDefault="00F04D17" w:rsidP="00F04D17">
      <w:pPr>
        <w:pStyle w:val="libNormal"/>
        <w:rPr>
          <w:rtl/>
        </w:rPr>
      </w:pPr>
      <w:r>
        <w:rPr>
          <w:rtl/>
        </w:rPr>
        <w:t>أورد الكشي في مدحه روايات كثيرة من غير ان يورد ما يخالفها، وقد ذكرناها في الكتاب الكبير.</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قال الفضل بن شاذان: انه من السابقين الذين رجعوا إلى أميرالمؤمنين عليه السلام وقال ابن عقدة: ان جابر بن عبدالله منقطع أهل البيت عليهم السلام.</w:t>
      </w:r>
    </w:p>
    <w:p w:rsidR="00F04D17" w:rsidRDefault="00F04D17" w:rsidP="00F04D17">
      <w:pPr>
        <w:pStyle w:val="libNormal"/>
        <w:rPr>
          <w:rtl/>
        </w:rPr>
      </w:pPr>
      <w:r>
        <w:rPr>
          <w:rtl/>
        </w:rPr>
        <w:t>وروي مدحه عن محمد بن مفضل عن محمد بن سنان عن حريز عن الصادق عليه السلام.</w:t>
      </w:r>
    </w:p>
    <w:p w:rsidR="00F04D17" w:rsidRDefault="00F04D17" w:rsidP="00F04D17">
      <w:pPr>
        <w:pStyle w:val="libNormal"/>
        <w:rPr>
          <w:rtl/>
        </w:rPr>
      </w:pPr>
      <w:r>
        <w:rPr>
          <w:rtl/>
        </w:rPr>
        <w:t>2 - (جابر) بن يزيد، روى الكشي فيه مدح</w:t>
      </w:r>
      <w:r w:rsidR="00CD27DE">
        <w:rPr>
          <w:rtl/>
        </w:rPr>
        <w:t>اً</w:t>
      </w:r>
      <w:r>
        <w:rPr>
          <w:rtl/>
        </w:rPr>
        <w:t xml:space="preserve"> وبعض الذم، والطريقان ضعيفان ذكرناهما في الكتاب الكبير.</w:t>
      </w:r>
    </w:p>
    <w:p w:rsidR="00F04D17" w:rsidRDefault="00F04D17" w:rsidP="00F04D17">
      <w:pPr>
        <w:pStyle w:val="libNormal"/>
        <w:rPr>
          <w:rtl/>
        </w:rPr>
      </w:pPr>
      <w:r>
        <w:rPr>
          <w:rtl/>
        </w:rPr>
        <w:t>وقال السيد علي بن أحمد العقيقي العلوي روى عن ابي عمار بن ابان عن الحسين ابن أبي العلا: ان الصادق عليه السلام ترحم عليه وقال انه كان يصدق علينا.</w:t>
      </w:r>
    </w:p>
    <w:p w:rsidR="00F04D17" w:rsidRDefault="00F04D17" w:rsidP="00F04D17">
      <w:pPr>
        <w:pStyle w:val="libNormal"/>
        <w:rPr>
          <w:rtl/>
        </w:rPr>
      </w:pPr>
      <w:r>
        <w:rPr>
          <w:rtl/>
        </w:rPr>
        <w:t>وقال ابن عقدة: روى أحمد بن محمد بن البراء الصايغ عن أحمد بن الفضل بن حنان بن سدير عن زياد بن أبي الجلال: ان الصادق عليه السلام ترحم على جابر وقال: انه كان يصدق علينا، ولعن المغيرة، وقال: انه كان يكذب علينا !.</w:t>
      </w:r>
    </w:p>
    <w:p w:rsidR="00F04D17" w:rsidRDefault="00F04D17" w:rsidP="00F04D17">
      <w:pPr>
        <w:pStyle w:val="libNormal"/>
        <w:rPr>
          <w:rtl/>
        </w:rPr>
      </w:pPr>
      <w:r>
        <w:rPr>
          <w:rtl/>
        </w:rPr>
        <w:t>وقال ابن الغضايري: ان جابر من يزيد الجعفي الكوفي في نفسه، ولكن جل من روى عنه ضعيف، فمن اكثر عنه من الضعفاء عمرو بن شمر الجعفى ومفضل بن صالح والسكوني ومنخل بن جميل الاسدي.</w:t>
      </w:r>
    </w:p>
    <w:p w:rsidR="00F04D17" w:rsidRDefault="00F04D17" w:rsidP="00F04D17">
      <w:pPr>
        <w:pStyle w:val="libNormal"/>
        <w:rPr>
          <w:rtl/>
        </w:rPr>
      </w:pPr>
      <w:r>
        <w:rPr>
          <w:rtl/>
        </w:rPr>
        <w:t>وأرى الترك، لما روى هؤلاء عنه، والوقف في الباقى إلا ما خرج شاهد</w:t>
      </w:r>
      <w:r w:rsidR="00CD27DE">
        <w:rPr>
          <w:rtl/>
        </w:rPr>
        <w:t>اً</w:t>
      </w:r>
      <w:r>
        <w:rPr>
          <w:rtl/>
        </w:rPr>
        <w:t>.</w:t>
      </w:r>
    </w:p>
    <w:p w:rsidR="00F04D17" w:rsidRDefault="00F04D17" w:rsidP="00F04D17">
      <w:pPr>
        <w:pStyle w:val="libNormal"/>
        <w:rPr>
          <w:rtl/>
        </w:rPr>
      </w:pPr>
      <w:r>
        <w:rPr>
          <w:rtl/>
        </w:rPr>
        <w:t>وقال النجاشي: جابر بن يزيد الجعفي لقى أبا جعفر وأبا عبدالله عليهما السلام، ومات في أيامه سنة ثمان وعشرين ومائة، روى عنه جماعة غمز فيهم وضعفعوا.</w:t>
      </w:r>
    </w:p>
    <w:p w:rsidR="00F04D17" w:rsidRDefault="00F04D17" w:rsidP="00F04D17">
      <w:pPr>
        <w:pStyle w:val="libNormal"/>
        <w:rPr>
          <w:rtl/>
        </w:rPr>
      </w:pPr>
      <w:r>
        <w:rPr>
          <w:rtl/>
        </w:rPr>
        <w:t>منهم: عمرو بن شمر ومفضل بن صالح ومنخل بن جميل ويوسف بن يعقوب، وكان في نفسه مختلط</w:t>
      </w:r>
      <w:r w:rsidR="00CD27DE">
        <w:rPr>
          <w:rtl/>
        </w:rPr>
        <w:t>اً</w:t>
      </w:r>
      <w:r>
        <w:rPr>
          <w:rtl/>
        </w:rPr>
        <w:t>، وكان شيخنا محمد بن محمد بن النعمان ينشدنا أشعار</w:t>
      </w:r>
      <w:r w:rsidR="00CD27DE">
        <w:rPr>
          <w:rtl/>
        </w:rPr>
        <w:t>اً</w:t>
      </w:r>
      <w:r>
        <w:rPr>
          <w:rtl/>
        </w:rPr>
        <w:t xml:space="preserve"> كثيرة في معناه تدل على الاختلاط ليس هذا موضع</w:t>
      </w:r>
      <w:r w:rsidR="00CD27DE">
        <w:rPr>
          <w:rtl/>
        </w:rPr>
        <w:t>اً</w:t>
      </w:r>
      <w:r>
        <w:rPr>
          <w:rtl/>
        </w:rPr>
        <w:t xml:space="preserve"> لذكرها، والاقوى عندي التوقف فيما برويه هؤلاء، كما قاله الشيخ ابن الغضايري (ره).</w:t>
      </w:r>
    </w:p>
    <w:p w:rsidR="00F04D17" w:rsidRDefault="00F04D17" w:rsidP="00F04D17">
      <w:pPr>
        <w:pStyle w:val="libNormal"/>
        <w:rPr>
          <w:rtl/>
        </w:rPr>
      </w:pPr>
      <w:r>
        <w:rPr>
          <w:rtl/>
        </w:rPr>
        <w:t>3 - (جابر) المكفوف الكوفى، روى الكشي عن محمد بن مسعود عن علي بن الحسن عن العباس عن جابر المكفوف: ان الصادق عليه السلام وصله بثلاثين دينار</w:t>
      </w:r>
      <w:r w:rsidR="00CD27DE">
        <w:rPr>
          <w:rtl/>
        </w:rPr>
        <w:t>اً</w:t>
      </w:r>
      <w:r>
        <w:rPr>
          <w:rtl/>
        </w:rPr>
        <w:t>، وعرض بمدحه</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وروى ابن عقدة: عن أبي الحسن قال: حدثنا عباس بن عامر عن جابر المكوف عن أبى عبدالله قال: دخلت عليه، فقال: أما يصلونك؟ فقلت: ربما فعلوا، فوصلني بثلاثين دينار</w:t>
      </w:r>
      <w:r w:rsidR="00CD27DE">
        <w:rPr>
          <w:rtl/>
        </w:rPr>
        <w:t>اً</w:t>
      </w:r>
      <w:r>
        <w:rPr>
          <w:rtl/>
        </w:rPr>
        <w:t>.</w:t>
      </w:r>
    </w:p>
    <w:p w:rsidR="00F04D17" w:rsidRDefault="00F04D17" w:rsidP="00F04D17">
      <w:pPr>
        <w:pStyle w:val="libNormal"/>
        <w:rPr>
          <w:rtl/>
        </w:rPr>
      </w:pPr>
      <w:r>
        <w:rPr>
          <w:rtl/>
        </w:rPr>
        <w:t>ثم قال: يا جابركم من عبد إن غاب لم يفقدوه ! وان شهد لم يعرفوه في إطمار ! لو أقسم على الله، لابر قسمه.</w:t>
      </w:r>
    </w:p>
    <w:p w:rsidR="00F04D17" w:rsidRDefault="00F04D17" w:rsidP="00F04D17">
      <w:pPr>
        <w:pStyle w:val="Heading3Center"/>
        <w:rPr>
          <w:rtl/>
        </w:rPr>
      </w:pPr>
      <w:bookmarkStart w:id="66" w:name="35"/>
      <w:bookmarkStart w:id="67" w:name="_Toc418411955"/>
      <w:r>
        <w:rPr>
          <w:rtl/>
        </w:rPr>
        <w:t>الباب الرابع في الآحاد سبعة رجال</w:t>
      </w:r>
      <w:bookmarkEnd w:id="66"/>
      <w:bookmarkEnd w:id="67"/>
    </w:p>
    <w:p w:rsidR="00F04D17" w:rsidRDefault="00F04D17" w:rsidP="00F04D17">
      <w:pPr>
        <w:pStyle w:val="libNormal"/>
        <w:rPr>
          <w:rtl/>
        </w:rPr>
      </w:pPr>
      <w:r>
        <w:rPr>
          <w:rtl/>
        </w:rPr>
        <w:t>1 - (جندب) بالجيم المضمومة والنون الساكنة والدال غير المعجمة المفتوحة والباء المنقطة تحتها نقطة ابن جنادة بالجيم المضمومة والنون والدال بعد الالف غير المعجمة الغفاري أبوذر.</w:t>
      </w:r>
    </w:p>
    <w:p w:rsidR="00F04D17" w:rsidRDefault="00F04D17" w:rsidP="00F04D17">
      <w:pPr>
        <w:pStyle w:val="libNormal"/>
        <w:rPr>
          <w:rtl/>
        </w:rPr>
      </w:pPr>
      <w:r>
        <w:rPr>
          <w:rtl/>
        </w:rPr>
        <w:t>وقيل: جندب بن السكن. وقيل اسمه ثوير بن جنادة مهاجر، أحد الاركان الاربعة.</w:t>
      </w:r>
    </w:p>
    <w:p w:rsidR="00F04D17" w:rsidRDefault="00F04D17" w:rsidP="00F04D17">
      <w:pPr>
        <w:pStyle w:val="libNormal"/>
        <w:rPr>
          <w:rtl/>
        </w:rPr>
      </w:pPr>
      <w:r>
        <w:rPr>
          <w:rtl/>
        </w:rPr>
        <w:t>روي عن الباقر عليه السلام: انه لم يرتد، مات (ره) في زمن عثمان بالربذة، له خطبة يشرح فيها الامور بعد النبي صلى الله عليه وآله.</w:t>
      </w:r>
    </w:p>
    <w:p w:rsidR="00F04D17" w:rsidRDefault="00F04D17" w:rsidP="00F04D17">
      <w:pPr>
        <w:pStyle w:val="libNormal"/>
        <w:rPr>
          <w:rtl/>
        </w:rPr>
      </w:pPr>
      <w:r>
        <w:rPr>
          <w:rtl/>
        </w:rPr>
        <w:t>2 - (جرير) بن عبدالله البجلي قدم الشام برسالة أميرالمؤمنين عليه السلام إلى معاوية.</w:t>
      </w:r>
    </w:p>
    <w:p w:rsidR="00F04D17" w:rsidRDefault="00F04D17" w:rsidP="00F04D17">
      <w:pPr>
        <w:pStyle w:val="libNormal"/>
        <w:rPr>
          <w:rtl/>
        </w:rPr>
      </w:pPr>
      <w:r>
        <w:rPr>
          <w:rtl/>
        </w:rPr>
        <w:t>3 - (جبير) بن معطم، روى الكشي عن محمد بن قولويه قال: حدثني سعد بن عبدالله بن أبي خلف قال: حدثني علي بن سليمان بن داود الرازي قال: حدثني علي ابن اسباط عن أبيه اسباط بن سالم عن أبى الحسن الكاظم عليه السلام: انه كان من حواري علي بن الحسين عليهما السلام.</w:t>
      </w:r>
    </w:p>
    <w:p w:rsidR="00F04D17" w:rsidRDefault="00F04D17" w:rsidP="00F04D17">
      <w:pPr>
        <w:pStyle w:val="libNormal"/>
        <w:rPr>
          <w:rtl/>
        </w:rPr>
      </w:pPr>
      <w:r>
        <w:rPr>
          <w:rtl/>
        </w:rPr>
        <w:t>4 - (جلبة) بن عياض بالعين غير المعجمة والياء المنقطة تحتها نقطتين والضاد المعجمة ابوالحسن الليثي أخو أبي ضمرة ثقة قليل الحديث.</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5 - (جهم) بالجيم المفتوحة والميم بعد الهاء ابن حكيم كوفي ثقة قليل الحديث.</w:t>
      </w:r>
    </w:p>
    <w:p w:rsidR="00F04D17" w:rsidRDefault="00F04D17" w:rsidP="00F04D17">
      <w:pPr>
        <w:pStyle w:val="libNormal"/>
        <w:rPr>
          <w:rtl/>
        </w:rPr>
      </w:pPr>
      <w:r>
        <w:rPr>
          <w:rtl/>
        </w:rPr>
        <w:t>6 - (جارود) بن المنذر الكندي ابوالمنذر النخاس كوفي روى عن أبي عبدالله عليه السلام ثقة ثقة.</w:t>
      </w:r>
    </w:p>
    <w:p w:rsidR="00F04D17" w:rsidRDefault="00F04D17" w:rsidP="00F04D17">
      <w:pPr>
        <w:pStyle w:val="libNormal"/>
        <w:rPr>
          <w:rtl/>
        </w:rPr>
      </w:pPr>
      <w:r>
        <w:rPr>
          <w:rtl/>
        </w:rPr>
        <w:t>7 - (جفير) بالفاء بعد الجيم ابن الحكم العبدي ابوالمنذر عربي ثقة روى عن جعفر بن محمد عليه السلام.</w:t>
      </w:r>
    </w:p>
    <w:p w:rsidR="00F04D17" w:rsidRPr="00F04D17" w:rsidRDefault="00F04D17" w:rsidP="000F2669">
      <w:pPr>
        <w:pStyle w:val="Heading2Center"/>
        <w:rPr>
          <w:rtl/>
        </w:rPr>
      </w:pPr>
      <w:bookmarkStart w:id="68" w:name="36"/>
      <w:bookmarkStart w:id="69" w:name="_Toc418411956"/>
      <w:r>
        <w:rPr>
          <w:rtl/>
        </w:rPr>
        <w:t>الفصل السادس في الحاء</w:t>
      </w:r>
      <w:bookmarkEnd w:id="68"/>
      <w:bookmarkEnd w:id="69"/>
    </w:p>
    <w:p w:rsidR="00F04D17" w:rsidRDefault="00F04D17" w:rsidP="00F04D17">
      <w:pPr>
        <w:pStyle w:val="libNormal"/>
        <w:rPr>
          <w:rtl/>
        </w:rPr>
      </w:pPr>
      <w:r>
        <w:rPr>
          <w:rtl/>
        </w:rPr>
        <w:t>وفيه أربعة عشر باباً:</w:t>
      </w:r>
    </w:p>
    <w:p w:rsidR="00F04D17" w:rsidRPr="00F04D17" w:rsidRDefault="00F04D17" w:rsidP="00F04D17">
      <w:pPr>
        <w:pStyle w:val="Heading3Center"/>
        <w:rPr>
          <w:rtl/>
        </w:rPr>
      </w:pPr>
      <w:bookmarkStart w:id="70" w:name="37"/>
      <w:bookmarkStart w:id="71" w:name="_Toc418411957"/>
      <w:r>
        <w:rPr>
          <w:rtl/>
        </w:rPr>
        <w:t>الباب الاول الحسن ثلاثة وخمسون رجلا</w:t>
      </w:r>
      <w:bookmarkEnd w:id="70"/>
      <w:bookmarkEnd w:id="71"/>
    </w:p>
    <w:p w:rsidR="00F04D17" w:rsidRDefault="00F04D17" w:rsidP="00F04D17">
      <w:pPr>
        <w:pStyle w:val="libNormal"/>
        <w:rPr>
          <w:rtl/>
        </w:rPr>
      </w:pPr>
      <w:r>
        <w:rPr>
          <w:rtl/>
        </w:rPr>
        <w:t>1 - (الحسن) بن محبوب السراد، ويقال الزراد، يكنى ابا علي مولى بجيلة كوفي ثقة عين روى عن الرضا عليه السلام وكان جليل القدر يعد في الاركان الاربعة في عصره.</w:t>
      </w:r>
    </w:p>
    <w:p w:rsidR="00F04D17" w:rsidRDefault="00F04D17" w:rsidP="00F04D17">
      <w:pPr>
        <w:pStyle w:val="libNormal"/>
        <w:rPr>
          <w:rtl/>
        </w:rPr>
      </w:pPr>
      <w:r>
        <w:rPr>
          <w:rtl/>
        </w:rPr>
        <w:t>قال الكشي: أجمع أصحابنا على تصحيح ما يصح عن هؤلاء وتصديقهم وأقروا لهم بالفقه والعلم.</w:t>
      </w:r>
    </w:p>
    <w:p w:rsidR="00F04D17" w:rsidRDefault="00F04D17" w:rsidP="00F04D17">
      <w:pPr>
        <w:pStyle w:val="libNormal"/>
        <w:rPr>
          <w:rtl/>
        </w:rPr>
      </w:pPr>
      <w:r>
        <w:rPr>
          <w:rtl/>
        </w:rPr>
        <w:t>وذكر الحسن بن محبوب من الجماعة قال: وقال بعضهم: موضع الحسن بن محبوب بن الحسن بن علي بن فضال ومات الحسن بن محبوب (ره) في آخر سنة أربع وعشرين ومائتين، وكان من ابناء خمس وسبعين سنة.</w:t>
      </w:r>
    </w:p>
    <w:p w:rsidR="00F04D17" w:rsidRDefault="00F04D17" w:rsidP="00F04D17">
      <w:pPr>
        <w:pStyle w:val="libNormal"/>
        <w:rPr>
          <w:rtl/>
        </w:rPr>
      </w:pPr>
      <w:r>
        <w:rPr>
          <w:rtl/>
        </w:rPr>
        <w:t>2 - (الحسن) بن علي بن فضال التيملي بن ربيعة بن بكر مولى بني تميم بن ثعلبة يكنى ابا محمد روى عن الرضا عليه السلام وكان خصيص</w:t>
      </w:r>
      <w:r w:rsidR="00CD27DE">
        <w:rPr>
          <w:rtl/>
        </w:rPr>
        <w:t>اً</w:t>
      </w:r>
      <w:r>
        <w:rPr>
          <w:rtl/>
        </w:rPr>
        <w:t xml:space="preserve"> به وكان جليل القدر عظيم المنزلة زاهد</w:t>
      </w:r>
      <w:r w:rsidR="00CD27DE">
        <w:rPr>
          <w:rtl/>
        </w:rPr>
        <w:t>اً</w:t>
      </w:r>
      <w:r>
        <w:rPr>
          <w:rtl/>
        </w:rPr>
        <w:t xml:space="preserve"> ورع</w:t>
      </w:r>
      <w:r w:rsidR="00CD27DE">
        <w:rPr>
          <w:rtl/>
        </w:rPr>
        <w:t>اً</w:t>
      </w:r>
      <w:r>
        <w:rPr>
          <w:rtl/>
        </w:rPr>
        <w:t xml:space="preserve"> ثقة في رواياته.</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روى الكشي عن محمد بن قولويه عن سعد بن عبدالله القمي عن علي بن الزيان عن محمد بن عبدالله بن زرارة بن أعين قال: كنا في جنازة الحسن بن علي بن فضال فالتفت إلي والى محمد بن الهيثم التميمي فقال: ألا أبشركما؟ فقلنا له: وما ذاك؟ قال: حضرت الحسن بن علي بن فضال وهو في تلك الغمرات وعنده محمد بن الحسن بن جهم فسمعته يقول: يا أبا محمد تشهد فتشهد، فعبر عبدالله وصار إلى أبي الحسن (ع) فقال له محمد بن الحسن: وأين عبدالله؟ فسكت، ثم عاد الثانية؟ فقال له: تشهد فتشهد، وصار إلى أبي الحسن عليه السلام، فقال له محمد: فأين عبدالله؟ فقال له الحسن بن علي: لقد نظرنا في الكتب، فلم نجد لعبد الله شيئ</w:t>
      </w:r>
      <w:r w:rsidR="00CD27DE">
        <w:rPr>
          <w:rtl/>
        </w:rPr>
        <w:t>اً</w:t>
      </w:r>
      <w:r>
        <w:rPr>
          <w:rtl/>
        </w:rPr>
        <w:t>، وكان الحسن بن علي بن فضال فطحي</w:t>
      </w:r>
      <w:r w:rsidR="00CD27DE">
        <w:rPr>
          <w:rtl/>
        </w:rPr>
        <w:t>اً</w:t>
      </w:r>
      <w:r>
        <w:rPr>
          <w:rtl/>
        </w:rPr>
        <w:t xml:space="preserve"> يقول بعبد الله بن جعفر ! قبل أبي الحسن عليه السلام ! فرجع.</w:t>
      </w:r>
    </w:p>
    <w:p w:rsidR="00F04D17" w:rsidRDefault="00F04D17" w:rsidP="00F04D17">
      <w:pPr>
        <w:pStyle w:val="libNormal"/>
        <w:rPr>
          <w:rtl/>
        </w:rPr>
      </w:pPr>
      <w:r>
        <w:rPr>
          <w:rtl/>
        </w:rPr>
        <w:t>قال الفضل بن شاذان: كنت في قطيعة الربيع في مسجد الربيع أقرأ على مقرئ يقال له اسماعيل بن عباد، فرأيت قوم</w:t>
      </w:r>
      <w:r w:rsidR="00CD27DE">
        <w:rPr>
          <w:rtl/>
        </w:rPr>
        <w:t>اً</w:t>
      </w:r>
      <w:r>
        <w:rPr>
          <w:rtl/>
        </w:rPr>
        <w:t xml:space="preserve"> يتناجون، فقال احدهم: رجل بالجبل يقال له ابن فضال، أعبد من رأينا وسمعنا به.</w:t>
      </w:r>
    </w:p>
    <w:p w:rsidR="00F04D17" w:rsidRDefault="00F04D17" w:rsidP="00F04D17">
      <w:pPr>
        <w:pStyle w:val="libNormal"/>
        <w:rPr>
          <w:rtl/>
        </w:rPr>
      </w:pPr>
      <w:r>
        <w:rPr>
          <w:rtl/>
        </w:rPr>
        <w:t>قال: فانه ليخرج إلى الصحراء فيسجد السجده، فيجئ الطير فيقع عليه، فما نظن إلا انه ثوب أو خرقة، وان الوحش لترعى حوله فما تنفر منه، لما قد آنست به وان عسكر الصعاليك ليجيئون يريدون الغارة، أو مال قوم، فاذا رأوا شخصه طاروا في الدنيا.</w:t>
      </w:r>
    </w:p>
    <w:p w:rsidR="00F04D17" w:rsidRDefault="00F04D17" w:rsidP="00F04D17">
      <w:pPr>
        <w:pStyle w:val="libNormal"/>
        <w:rPr>
          <w:rtl/>
        </w:rPr>
      </w:pPr>
      <w:r>
        <w:rPr>
          <w:rtl/>
        </w:rPr>
        <w:t>قال ابومحمد: فظننت ان هذا رجل كان في الزمان الاول، فبينا أنا بعد ذلك بيسير قاعد في قطعية الربيع مع أبي (ره) إذا جاء شيخ حلو الوجه حسن الشمائل عليه قميص برسي ورداء برسي وفي رجليه نعل محضر، فسلم على أبي فقام اليه فرحب به وبجله، فلما ان مضى يريد ابن أبي عمير، قلت: من هذا الشيخ؟ قال: هذا الحصن ابن علي بن فضال.</w:t>
      </w:r>
    </w:p>
    <w:p w:rsidR="00F04D17" w:rsidRDefault="00F04D17" w:rsidP="00F04D17">
      <w:pPr>
        <w:pStyle w:val="libNormal"/>
        <w:rPr>
          <w:rtl/>
        </w:rPr>
      </w:pPr>
      <w:r>
        <w:rPr>
          <w:rtl/>
        </w:rPr>
        <w:t>قلت: هذا ذاك العابد الفاضل؟ قال: هو ذاك.</w:t>
      </w:r>
    </w:p>
    <w:p w:rsidR="00F04D17" w:rsidRDefault="00F04D17" w:rsidP="00F04D17">
      <w:pPr>
        <w:pStyle w:val="libNormal"/>
        <w:rPr>
          <w:rtl/>
        </w:rPr>
      </w:pPr>
      <w:r>
        <w:rPr>
          <w:rtl/>
        </w:rPr>
        <w:t>قلت: ليس هو ذلك بالجبل؟ قال: هو ذاك كان يكون في الجبل، قال ما اغفل</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عقلك من غلام فأخبرته بما سمعته من القوم، قال هو ذاك: فكان بعد ذلك يختلف إلى أبي وكان مصلاه في الكوفة بالجامع عند الا سطوانة السابعة، ويقال لها إسطوانة إبراهيم الخليل عليه السلام، مات سنة أربع وعشرين ومائتين.</w:t>
      </w:r>
    </w:p>
    <w:p w:rsidR="00F04D17" w:rsidRDefault="00F04D17" w:rsidP="00F04D17">
      <w:pPr>
        <w:pStyle w:val="libNormal"/>
        <w:rPr>
          <w:rtl/>
        </w:rPr>
      </w:pPr>
      <w:r>
        <w:rPr>
          <w:rtl/>
        </w:rPr>
        <w:t>3 - (الحسن) بن سعيد بن حماد بن مهران مولى علي بن الحسين عليه السلام كوفي اهوازي يكنى ابا محمد، هو الذي أوصل علي بن مهزيار واسحاق بن ابراهيم الحصيني إلى الرضا عليه السلام حتى جرت الخدمة على أيديهما، ثم أوصل بعد اسحاق بن علي ابن الريان وكان سبب معرفة الثلاثة لهذا الامر ومنه سمعوا الحديث وبه عرفوا، وكذلك فعل بعبدالله بن محمد الحصيني وصنف الكتب الكثيرة.</w:t>
      </w:r>
    </w:p>
    <w:p w:rsidR="00F04D17" w:rsidRDefault="00F04D17" w:rsidP="00F04D17">
      <w:pPr>
        <w:pStyle w:val="libNormal"/>
        <w:rPr>
          <w:rtl/>
        </w:rPr>
      </w:pPr>
      <w:r>
        <w:rPr>
          <w:rtl/>
        </w:rPr>
        <w:t>ويقال: ان الحسن صنف خمسين مصنف</w:t>
      </w:r>
      <w:r w:rsidR="00CD27DE">
        <w:rPr>
          <w:rtl/>
        </w:rPr>
        <w:t>اً</w:t>
      </w:r>
      <w:r>
        <w:rPr>
          <w:rtl/>
        </w:rPr>
        <w:t>، وسعيد كان يعرف بدندان، وشارك الحسن أخاه الحسين في كتبه الثلاثين وكان شريك أخيه في جميع رجاله إلا في زرعة بن محمد الحضرمي وفضالة بن أبوب.</w:t>
      </w:r>
    </w:p>
    <w:p w:rsidR="00F04D17" w:rsidRDefault="00F04D17" w:rsidP="00F04D17">
      <w:pPr>
        <w:pStyle w:val="libNormal"/>
        <w:rPr>
          <w:rtl/>
        </w:rPr>
      </w:pPr>
      <w:r>
        <w:rPr>
          <w:rtl/>
        </w:rPr>
        <w:t>فأن الحسين: كان يروي عن أخيه عنهما، وكان الحسن ثقة، وكذلك الحسين أخوه.</w:t>
      </w:r>
    </w:p>
    <w:p w:rsidR="00F04D17" w:rsidRDefault="00F04D17" w:rsidP="00F04D17">
      <w:pPr>
        <w:pStyle w:val="libNormal"/>
        <w:rPr>
          <w:rtl/>
        </w:rPr>
      </w:pPr>
      <w:r>
        <w:rPr>
          <w:rtl/>
        </w:rPr>
        <w:t>4 - (الحسن) بن علي بن يقطين بن موسى مولى بني هاشم.</w:t>
      </w:r>
    </w:p>
    <w:p w:rsidR="00F04D17" w:rsidRDefault="00F04D17" w:rsidP="00F04D17">
      <w:pPr>
        <w:pStyle w:val="libNormal"/>
        <w:rPr>
          <w:rtl/>
        </w:rPr>
      </w:pPr>
      <w:r>
        <w:rPr>
          <w:rtl/>
        </w:rPr>
        <w:t>وقيل: مولى بني أسد: كان ثقة فقيه</w:t>
      </w:r>
      <w:r w:rsidR="00CD27DE">
        <w:rPr>
          <w:rtl/>
        </w:rPr>
        <w:t>اً</w:t>
      </w:r>
      <w:r>
        <w:rPr>
          <w:rtl/>
        </w:rPr>
        <w:t xml:space="preserve"> متكلم</w:t>
      </w:r>
      <w:r w:rsidR="00CD27DE">
        <w:rPr>
          <w:rtl/>
        </w:rPr>
        <w:t>اً</w:t>
      </w:r>
      <w:r>
        <w:rPr>
          <w:rtl/>
        </w:rPr>
        <w:t xml:space="preserve"> روى عن أبى الحسن موسى والرضا عليهما السلام.</w:t>
      </w:r>
    </w:p>
    <w:p w:rsidR="00F04D17" w:rsidRDefault="00F04D17" w:rsidP="00F04D17">
      <w:pPr>
        <w:pStyle w:val="libNormal"/>
        <w:rPr>
          <w:rtl/>
        </w:rPr>
      </w:pPr>
      <w:r>
        <w:rPr>
          <w:rtl/>
        </w:rPr>
        <w:t>5 - (الحسن) بن راشد يكنى أبا علي مولى آل المهلب بغدادي روى عن أبي جعفر الجواد عليه السلام ثقة.</w:t>
      </w:r>
    </w:p>
    <w:p w:rsidR="00F04D17" w:rsidRDefault="00F04D17" w:rsidP="00F04D17">
      <w:pPr>
        <w:pStyle w:val="libNormal"/>
        <w:rPr>
          <w:rtl/>
        </w:rPr>
      </w:pPr>
      <w:r>
        <w:rPr>
          <w:rtl/>
        </w:rPr>
        <w:t>6 - (الحسن) بن مالك القمي من أصحاب أبى الحسن الثالث الهادي (ع) ثقة.</w:t>
      </w:r>
    </w:p>
    <w:p w:rsidR="00F04D17" w:rsidRDefault="00F04D17" w:rsidP="00F04D17">
      <w:pPr>
        <w:pStyle w:val="libNormal"/>
        <w:rPr>
          <w:rtl/>
        </w:rPr>
      </w:pPr>
      <w:r>
        <w:rPr>
          <w:rtl/>
        </w:rPr>
        <w:t>7 - (الحسن) بن موسى النوبختي ابن اخت ابن أبي سهل بن نوبخت يكنى أبا محمد متكلم فيلسوف وكان إمامي</w:t>
      </w:r>
      <w:r w:rsidR="00CD27DE">
        <w:rPr>
          <w:rtl/>
        </w:rPr>
        <w:t>اً</w:t>
      </w:r>
      <w:r>
        <w:rPr>
          <w:rtl/>
        </w:rPr>
        <w:t xml:space="preserve"> حسن الاعتقاد ثقة شيخنا المتكلم المبرز على نظرائه في زمانه قبل الثلثمائة وبعدها له على الاوائل كتب كثيرة ذكرناها في كتابنا الكبير.</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8 - (الحسن) بن حمزة بن علي بن عبدالله بن محمد بن الحسن بن الحسين بن علي ابن الحسين بن علي بن أبي طالب عليهم السلام أبومحمد الطبري يعرف بالمرعشي من أجلاء هذه الطايفة وفقهائها كان فاضلا دين</w:t>
      </w:r>
      <w:r w:rsidR="00CD27DE">
        <w:rPr>
          <w:rtl/>
        </w:rPr>
        <w:t>اً</w:t>
      </w:r>
      <w:r>
        <w:rPr>
          <w:rtl/>
        </w:rPr>
        <w:t xml:space="preserve"> عارف</w:t>
      </w:r>
      <w:r w:rsidR="00CD27DE">
        <w:rPr>
          <w:rtl/>
        </w:rPr>
        <w:t>اً</w:t>
      </w:r>
      <w:r>
        <w:rPr>
          <w:rtl/>
        </w:rPr>
        <w:t xml:space="preserve"> فقيه</w:t>
      </w:r>
      <w:r w:rsidR="00CD27DE">
        <w:rPr>
          <w:rtl/>
        </w:rPr>
        <w:t>اً</w:t>
      </w:r>
      <w:r>
        <w:rPr>
          <w:rtl/>
        </w:rPr>
        <w:t xml:space="preserve"> زاهد</w:t>
      </w:r>
      <w:r w:rsidR="00CD27DE">
        <w:rPr>
          <w:rtl/>
        </w:rPr>
        <w:t>اً</w:t>
      </w:r>
      <w:r>
        <w:rPr>
          <w:rtl/>
        </w:rPr>
        <w:t xml:space="preserve"> ورع</w:t>
      </w:r>
      <w:r w:rsidR="00CD27DE">
        <w:rPr>
          <w:rtl/>
        </w:rPr>
        <w:t>اً</w:t>
      </w:r>
      <w:r>
        <w:rPr>
          <w:rtl/>
        </w:rPr>
        <w:t xml:space="preserve"> كثير المحاسن أديب</w:t>
      </w:r>
      <w:r w:rsidR="00CD27DE">
        <w:rPr>
          <w:rtl/>
        </w:rPr>
        <w:t>اً</w:t>
      </w:r>
      <w:r>
        <w:rPr>
          <w:rtl/>
        </w:rPr>
        <w:t xml:space="preserve"> روى عنه التلعكبري وكان سماعه منه أولا سنة ثمان وعشرين وثلثمائة، وله منه إجازة لجميع كتبه ورواياته.</w:t>
      </w:r>
    </w:p>
    <w:p w:rsidR="00F04D17" w:rsidRDefault="00F04D17" w:rsidP="00F04D17">
      <w:pPr>
        <w:pStyle w:val="libNormal"/>
        <w:rPr>
          <w:rtl/>
        </w:rPr>
      </w:pPr>
      <w:r>
        <w:rPr>
          <w:rtl/>
        </w:rPr>
        <w:t>قال الشيخ (ره) أخبرنا جماعة، منهم الحسين بن عبيد الله وأحمد بن عبدون ومحمد بن محمد بن النعمان وكان سماعهم منه سنة أربع وستين وثلثمائة. وقال النجاشي: مات (ره) سنة ثمان وخمسين وثلثمائة.</w:t>
      </w:r>
    </w:p>
    <w:p w:rsidR="00F04D17" w:rsidRDefault="00F04D17" w:rsidP="00F04D17">
      <w:pPr>
        <w:pStyle w:val="libNormal"/>
        <w:rPr>
          <w:rtl/>
        </w:rPr>
      </w:pPr>
      <w:r>
        <w:rPr>
          <w:rtl/>
        </w:rPr>
        <w:t>وهذا لايجامع قول الشيخ الطوسي (ره).</w:t>
      </w:r>
    </w:p>
    <w:p w:rsidR="00F04D17" w:rsidRDefault="00F04D17" w:rsidP="00F04D17">
      <w:pPr>
        <w:pStyle w:val="libNormal"/>
        <w:rPr>
          <w:rtl/>
        </w:rPr>
      </w:pPr>
      <w:r>
        <w:rPr>
          <w:rtl/>
        </w:rPr>
        <w:t>9 - (الحسن) بن علي بن أبي عقيل ابومحمد العماني، هكذا قال النجاشي.</w:t>
      </w:r>
    </w:p>
    <w:p w:rsidR="00F04D17" w:rsidRDefault="00F04D17" w:rsidP="00F04D17">
      <w:pPr>
        <w:pStyle w:val="libNormal"/>
        <w:rPr>
          <w:rtl/>
        </w:rPr>
      </w:pPr>
      <w:r>
        <w:rPr>
          <w:rtl/>
        </w:rPr>
        <w:t>وقال الشيخ الطوسي (ره): الحسن بن عيسى أبوعلي المعروف بابن أبي عقيل العماني، وهما عبارة عن شخص واحد، يقال له ابن أبي عقيل العماني الحذا فقيه ثقة متكلم، له كتب في الفقه والكلام، منها كتاب (النمسك بحبل آل الرسول) كتاب مشهور عندنا. ونحن نقلنا أقواله في كتبنا الفقهيه، وهو من جملة المتكلمين وفضلاء الامامية (ره) قال النجاشي: سمعت شيخنا أبا عبدالله (ره) يكثر الثناء على هذا الرجل.</w:t>
      </w:r>
    </w:p>
    <w:p w:rsidR="00F04D17" w:rsidRDefault="00F04D17" w:rsidP="00F04D17">
      <w:pPr>
        <w:pStyle w:val="libNormal"/>
        <w:rPr>
          <w:rtl/>
        </w:rPr>
      </w:pPr>
      <w:r>
        <w:rPr>
          <w:rtl/>
        </w:rPr>
        <w:t>10 - (الحسن) بن علي بن سفيان بن خالد بن سفيان البزوفري خاص يكنى أبا عبدالله لم يرو عن الائمة عليهم السلام وكان شيخ</w:t>
      </w:r>
      <w:r w:rsidR="00CD27DE">
        <w:rPr>
          <w:rtl/>
        </w:rPr>
        <w:t>اً</w:t>
      </w:r>
      <w:r>
        <w:rPr>
          <w:rtl/>
        </w:rPr>
        <w:t xml:space="preserve"> ثقة جليلا من أصحابنا.</w:t>
      </w:r>
    </w:p>
    <w:p w:rsidR="00F04D17" w:rsidRDefault="00F04D17" w:rsidP="00F04D17">
      <w:pPr>
        <w:pStyle w:val="libNormal"/>
        <w:rPr>
          <w:rtl/>
        </w:rPr>
      </w:pPr>
      <w:r>
        <w:rPr>
          <w:rtl/>
        </w:rPr>
        <w:t>11 - (الحسن) بن الحسين اللؤلؤي كوفي روى عنه محمد بن احمد بن يحيى.</w:t>
      </w:r>
    </w:p>
    <w:p w:rsidR="00F04D17" w:rsidRDefault="00F04D17" w:rsidP="00F04D17">
      <w:pPr>
        <w:pStyle w:val="libNormal"/>
        <w:rPr>
          <w:rtl/>
        </w:rPr>
      </w:pPr>
      <w:r>
        <w:rPr>
          <w:rtl/>
        </w:rPr>
        <w:t>قال النجاشي: انه ثقة كثير الرواية له كتاب.</w:t>
      </w:r>
    </w:p>
    <w:p w:rsidR="00F04D17" w:rsidRDefault="00F04D17" w:rsidP="00F04D17">
      <w:pPr>
        <w:pStyle w:val="libNormal"/>
        <w:rPr>
          <w:rtl/>
        </w:rPr>
      </w:pPr>
      <w:r>
        <w:rPr>
          <w:rtl/>
        </w:rPr>
        <w:t>وقال الشيخ الطوسي (ره): ان ابن بابويه ضعفه.</w:t>
      </w:r>
    </w:p>
    <w:p w:rsidR="00F04D17" w:rsidRDefault="00F04D17" w:rsidP="00F04D17">
      <w:pPr>
        <w:pStyle w:val="libNormal"/>
        <w:rPr>
          <w:rtl/>
        </w:rPr>
      </w:pPr>
      <w:r>
        <w:rPr>
          <w:rtl/>
        </w:rPr>
        <w:t>وقال النجاشي: كان محمد بن الحسن بن الوليد يستثنى من رواية محمد بن احمد بن يحيى ما رواه عن جماعة، وعد في جملتهم ما تفرد به الحسن بن الحسين اللؤلؤي وتبعه ابوجعفر بن بابويه (ره) على ذلك.</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12 - (الحسن) بن حبيش بالحاء المضمومة غير المعجمة والباء المنقطة تحتها نقطة والياء المنقطة تحتها نقطتين والشين المعجمة.</w:t>
      </w:r>
    </w:p>
    <w:p w:rsidR="00F04D17" w:rsidRDefault="00F04D17" w:rsidP="00F04D17">
      <w:pPr>
        <w:pStyle w:val="libNormal"/>
        <w:rPr>
          <w:rtl/>
        </w:rPr>
      </w:pPr>
      <w:r>
        <w:rPr>
          <w:rtl/>
        </w:rPr>
        <w:t>روى الكشي عن محمد بن مسعود قال: حدثي حمدويه قال: حدثي الحسن بن موسى عن جعفر عن محمد الخثعمي عن ابراهيم بن عبدالحميد الصنعاني عن أبي اسامة زيد الشحام قال: كنت عند أبي عبدالله عليه السلام إذ مرالحسن بن حبيش، فقال أبوعبدالله: تحب هذا، هذا من أصحاب أبي (عليه السلام).</w:t>
      </w:r>
    </w:p>
    <w:p w:rsidR="00F04D17" w:rsidRDefault="00F04D17" w:rsidP="00F04D17">
      <w:pPr>
        <w:pStyle w:val="libNormal"/>
        <w:rPr>
          <w:rtl/>
        </w:rPr>
      </w:pPr>
      <w:r>
        <w:rPr>
          <w:rtl/>
        </w:rPr>
        <w:t>وروى السيد علي بن أحمد العقيقي العلوي عن أبيه عن ابراهيم بن هاشم عن ابن ابي عمير عن ابراهيم بن عبدالحميد عن أبي عبدالله عليه السلام مثل ما روي الكشي.</w:t>
      </w:r>
    </w:p>
    <w:p w:rsidR="00F04D17" w:rsidRDefault="00F04D17" w:rsidP="00F04D17">
      <w:pPr>
        <w:pStyle w:val="libNormal"/>
        <w:rPr>
          <w:rtl/>
        </w:rPr>
      </w:pPr>
      <w:r>
        <w:rPr>
          <w:rtl/>
        </w:rPr>
        <w:t>13 - (الحسن) بن زياد العطار وقيل: الطائي الضبي مولى بني ضبة، ثقة روى عن أبي عبدالله عليه السلام.</w:t>
      </w:r>
    </w:p>
    <w:p w:rsidR="00F04D17" w:rsidRDefault="00F04D17" w:rsidP="00F04D17">
      <w:pPr>
        <w:pStyle w:val="libNormal"/>
        <w:rPr>
          <w:rtl/>
        </w:rPr>
      </w:pPr>
      <w:r>
        <w:rPr>
          <w:rtl/>
        </w:rPr>
        <w:t>14 - (الحسن) بن القاسم، روى الكشي عن حمدويه عن الحسن بن موسى قال، بعد ان حكى قصة، ذكرناها في الكتاب الكبير: ان الحسن بن القاسم يعرف الحق بعد ذلك ويقول به.</w:t>
      </w:r>
    </w:p>
    <w:p w:rsidR="00F04D17" w:rsidRDefault="00F04D17" w:rsidP="00F04D17">
      <w:pPr>
        <w:pStyle w:val="libNormal"/>
        <w:rPr>
          <w:rtl/>
        </w:rPr>
      </w:pPr>
      <w:r>
        <w:rPr>
          <w:rtl/>
        </w:rPr>
        <w:t>15 - (الحسن) بن النضر، قال الكشي: انه من أجلاء اخواننا.</w:t>
      </w:r>
    </w:p>
    <w:p w:rsidR="00F04D17" w:rsidRDefault="00F04D17" w:rsidP="00F04D17">
      <w:pPr>
        <w:pStyle w:val="libNormal"/>
        <w:rPr>
          <w:rtl/>
        </w:rPr>
      </w:pPr>
      <w:r>
        <w:rPr>
          <w:rtl/>
        </w:rPr>
        <w:t>16 - (الحسن) بن علي بن زياد الوشاء بجلي كوفي.</w:t>
      </w:r>
    </w:p>
    <w:p w:rsidR="00F04D17" w:rsidRDefault="00F04D17" w:rsidP="00F04D17">
      <w:pPr>
        <w:pStyle w:val="libNormal"/>
        <w:rPr>
          <w:rtl/>
        </w:rPr>
      </w:pPr>
      <w:r>
        <w:rPr>
          <w:rtl/>
        </w:rPr>
        <w:t>قال الكشي: يكنى بأبي محمد الوشاء وهو ابن بنت الياس الصيرفي خير(1) من أصحاب الرضا عليه السلام وكان من وجوه هذه الطائفة.</w:t>
      </w:r>
    </w:p>
    <w:p w:rsidR="00F04D17" w:rsidRDefault="00F04D17" w:rsidP="00F04D17">
      <w:pPr>
        <w:pStyle w:val="libNormal"/>
        <w:rPr>
          <w:rtl/>
        </w:rPr>
      </w:pPr>
      <w:r>
        <w:rPr>
          <w:rtl/>
        </w:rPr>
        <w:t>17 - (الحسن) بن علي بن النعمان مولى بني هاشم أبوه علي بن النعمان الاعلم، ثبت (ثقة).</w:t>
      </w:r>
    </w:p>
    <w:p w:rsidR="00F04D17" w:rsidRDefault="00F04D17" w:rsidP="00F04D17">
      <w:pPr>
        <w:pStyle w:val="libNormal"/>
        <w:rPr>
          <w:rtl/>
        </w:rPr>
      </w:pPr>
      <w:r>
        <w:rPr>
          <w:rtl/>
        </w:rPr>
        <w:t>18 - (الحسن) بن علي بن بقاح بالباء المنقطة تحتها نقطة والقاف المشددة والحاء غير المعجمة كوفي ثقة مشهور صحيح الحديث روى عن أصحاب أبي عبدالله عليه السلام.</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19 - (الحسن) بن موسى الخشاب من وجوه أصحابنا مشهور كثير العلم والحديث.</w:t>
      </w:r>
    </w:p>
    <w:p w:rsidR="00F04D17" w:rsidRDefault="00F04D17" w:rsidP="00F04D17">
      <w:pPr>
        <w:pStyle w:val="libNormal"/>
        <w:rPr>
          <w:rtl/>
        </w:rPr>
      </w:pPr>
      <w:r>
        <w:rPr>
          <w:rtl/>
        </w:rPr>
        <w:t>20 - (الحسن) بن جعفر بن الحسن بن الحسن بن علي بن أبى طالب عليه السلام أبومحمد المدني روى عن جعفر بن محمد عليه السلام وحدث عن الاعمش وكان ثقة.</w:t>
      </w:r>
    </w:p>
    <w:p w:rsidR="00F04D17" w:rsidRDefault="00F04D17" w:rsidP="00F04D17">
      <w:pPr>
        <w:pStyle w:val="libNormal"/>
        <w:rPr>
          <w:rtl/>
        </w:rPr>
      </w:pPr>
      <w:r>
        <w:rPr>
          <w:rtl/>
        </w:rPr>
        <w:t>21 - (الحسن) بن عطبه الحناط بالحاء غير المعجمة المحاربي الكوفي مولى ثقة وأخواه أيض</w:t>
      </w:r>
      <w:r w:rsidR="00CD27DE">
        <w:rPr>
          <w:rtl/>
        </w:rPr>
        <w:t>اً</w:t>
      </w:r>
      <w:r>
        <w:rPr>
          <w:rtl/>
        </w:rPr>
        <w:t xml:space="preserve"> محمد وعلي كلهم رووا عن أبي عبدالله عليه السلام وهو الحسن بن عطية الدغشي بالدال غير المعجمة والغين المعجمة والشين المعجمة.</w:t>
      </w:r>
    </w:p>
    <w:p w:rsidR="00F04D17" w:rsidRDefault="00F04D17" w:rsidP="00F04D17">
      <w:pPr>
        <w:pStyle w:val="libNormal"/>
        <w:rPr>
          <w:rtl/>
        </w:rPr>
      </w:pPr>
      <w:r>
        <w:rPr>
          <w:rtl/>
        </w:rPr>
        <w:t>22 - (الحسن) بن الحسين بن الحسن الجحدري بالجيم المفتوحة والحاء المهملة الساكنة والدال المهملة والراء الكندي عربي ثقة روى عن أبي عبدالله عليه السلام.</w:t>
      </w:r>
    </w:p>
    <w:p w:rsidR="00F04D17" w:rsidRDefault="00F04D17" w:rsidP="00F04D17">
      <w:pPr>
        <w:pStyle w:val="libNormal"/>
        <w:rPr>
          <w:rtl/>
        </w:rPr>
      </w:pPr>
      <w:r>
        <w:rPr>
          <w:rtl/>
        </w:rPr>
        <w:t>23 - (الحسن) بن السري الكاتب الكرخي ثقة وأخوه علي بن السري، رويا عن أبي عبدالله (ع).</w:t>
      </w:r>
    </w:p>
    <w:p w:rsidR="00F04D17" w:rsidRDefault="00F04D17" w:rsidP="00F04D17">
      <w:pPr>
        <w:pStyle w:val="libNormal"/>
        <w:rPr>
          <w:rtl/>
        </w:rPr>
      </w:pPr>
      <w:r>
        <w:rPr>
          <w:rtl/>
        </w:rPr>
        <w:t>24 - (الحسن) بن قدامة بالقاف المضمومة الكناني الحنفي روى عن أبي عبدالله عليه السلام وكان ثقة وتأخر موته.</w:t>
      </w:r>
    </w:p>
    <w:p w:rsidR="00F04D17" w:rsidRDefault="00F04D17" w:rsidP="00F04D17">
      <w:pPr>
        <w:pStyle w:val="libNormal"/>
        <w:rPr>
          <w:rtl/>
        </w:rPr>
      </w:pPr>
      <w:r>
        <w:rPr>
          <w:rtl/>
        </w:rPr>
        <w:t>25 - (الحسن) بن محمد بن أحمد الصفار البصري أبوعلي شيخ من أصحابنا ثقة روى عن الحسن بن محمد بن سماعة ومحمد بن تسليم وعباد الرواجني ومحمد بن الحسين ومعاوية بن الحكم، له كتاب (دلائل خروج القائم عليه السلام وملاحم).</w:t>
      </w:r>
    </w:p>
    <w:p w:rsidR="00F04D17" w:rsidRDefault="00F04D17" w:rsidP="00F04D17">
      <w:pPr>
        <w:pStyle w:val="libNormal"/>
        <w:rPr>
          <w:rtl/>
        </w:rPr>
      </w:pPr>
      <w:r>
        <w:rPr>
          <w:rtl/>
        </w:rPr>
        <w:t>26 - (الحسن) بن محمد النهاوندي أبوعلي متكلم جيد الكلام له كتب منها: (كتاب النقض) على سعيد بن هارون الخارجي في الحكمين، و (كتاب الاحتجاج في الامامة) و (كتاب الكافي في فساد الاختيار).</w:t>
      </w:r>
    </w:p>
    <w:p w:rsidR="00F04D17" w:rsidRDefault="00F04D17" w:rsidP="00F04D17">
      <w:pPr>
        <w:pStyle w:val="libNormal"/>
        <w:rPr>
          <w:rtl/>
        </w:rPr>
      </w:pPr>
      <w:r>
        <w:rPr>
          <w:rtl/>
        </w:rPr>
        <w:t>27 - (الحسن) بن متيل بالميم المفتوحة والتاء المنقطة فوقها نقطتين المشددة والياء المنقطة تحتها نقطتين المشددة وجه من وجوه أصحابنا كثير الحديث له كتاب (نوادر).</w:t>
      </w:r>
    </w:p>
    <w:p w:rsidR="00F04D17" w:rsidRDefault="00F04D17" w:rsidP="00F04D17">
      <w:pPr>
        <w:pStyle w:val="libNormal"/>
        <w:rPr>
          <w:rtl/>
        </w:rPr>
      </w:pPr>
      <w:r>
        <w:rPr>
          <w:rtl/>
        </w:rPr>
        <w:t>28 - (الحسن) بن علي أبومحمد الحجاك من أصحابنا القميين ثقة كان شريك</w:t>
      </w:r>
      <w:r w:rsidR="00CD27DE">
        <w:rPr>
          <w:rtl/>
        </w:rPr>
        <w:t>اً</w:t>
      </w:r>
      <w:r>
        <w:rPr>
          <w:rtl/>
        </w:rPr>
        <w:t xml:space="preserve"> لمحمد بن الحسن بن الوليد في التجارة، له كتاب (الجامع في أبواب الشريعة) كبير وسحي الحجال: لانه كان دائم</w:t>
      </w:r>
      <w:r w:rsidR="00CD27DE">
        <w:rPr>
          <w:rtl/>
        </w:rPr>
        <w:t>اً</w:t>
      </w:r>
      <w:r>
        <w:rPr>
          <w:rtl/>
        </w:rPr>
        <w:t xml:space="preserve"> يعادل الحجال الكوفي، الذي كان يبيع الحجل فسمي باسمه.</w:t>
      </w:r>
    </w:p>
    <w:p w:rsidR="00F04D17" w:rsidRDefault="00F04D17" w:rsidP="00F04D17">
      <w:pPr>
        <w:pStyle w:val="libNormal"/>
      </w:pPr>
      <w:r>
        <w:rPr>
          <w:rtl/>
        </w:rPr>
        <w:br w:type="page"/>
      </w:r>
    </w:p>
    <w:p w:rsidR="00F04D17" w:rsidRDefault="00F04D17" w:rsidP="00F04D17">
      <w:pPr>
        <w:pStyle w:val="libNormal"/>
        <w:rPr>
          <w:rtl/>
        </w:rPr>
      </w:pPr>
      <w:r>
        <w:rPr>
          <w:rtl/>
        </w:rPr>
        <w:lastRenderedPageBreak/>
        <w:t>29 - (الحسن) بن علي ابى المغيرة الزبيدي الكوفى ثقة هو وأبوه روى عن أبي جعفر وأبي عبدالله عليهما السلام.</w:t>
      </w:r>
    </w:p>
    <w:p w:rsidR="00F04D17" w:rsidRDefault="00F04D17" w:rsidP="00F04D17">
      <w:pPr>
        <w:pStyle w:val="libNormal"/>
        <w:rPr>
          <w:rtl/>
        </w:rPr>
      </w:pPr>
      <w:r>
        <w:rPr>
          <w:rtl/>
        </w:rPr>
        <w:t>30 - (الحسن) بن الجهم بن بكير بن أعين أبومحمد الشيباني ثقة روى عن أبى الحسن موسى والرضا عليهما السلام.</w:t>
      </w:r>
    </w:p>
    <w:p w:rsidR="00F04D17" w:rsidRDefault="00F04D17" w:rsidP="00F04D17">
      <w:pPr>
        <w:pStyle w:val="libNormal"/>
        <w:rPr>
          <w:rtl/>
        </w:rPr>
      </w:pPr>
      <w:r>
        <w:rPr>
          <w:rtl/>
        </w:rPr>
        <w:t>31 - (الحسن) بن محمد بن الفضل بن يعقوب بن سعيد بن نوفل بن الحرث بن عبدالمطلب أبومحمد ثقة جليل القدر روى عن الرضا عليه السلام نسخة وعن أبيه عن أبي عبدالله وأبي الحسن موسى عليهما السلام، وعمومته كذلك اسحاق ويعقوب وإسماعيل، وكان ثقة.</w:t>
      </w:r>
    </w:p>
    <w:p w:rsidR="00F04D17" w:rsidRDefault="00F04D17" w:rsidP="00F04D17">
      <w:pPr>
        <w:pStyle w:val="libNormal"/>
        <w:rPr>
          <w:rtl/>
        </w:rPr>
      </w:pPr>
      <w:r>
        <w:rPr>
          <w:rtl/>
        </w:rPr>
        <w:t>32 - (الحسن) بن الحسين السكوني عربي كوفي ثقة.</w:t>
      </w:r>
    </w:p>
    <w:p w:rsidR="00F04D17" w:rsidRDefault="00F04D17" w:rsidP="00F04D17">
      <w:pPr>
        <w:pStyle w:val="libNormal"/>
        <w:rPr>
          <w:rtl/>
        </w:rPr>
      </w:pPr>
      <w:r>
        <w:rPr>
          <w:rtl/>
        </w:rPr>
        <w:t>33 - (الحسن) بن علوان الكلبي مولاهم كوفي ثقة روى عن أبي عبدالله عليه السلام هو وأخوه الحسين، وكان الحسين عامي</w:t>
      </w:r>
      <w:r w:rsidR="00CD27DE">
        <w:rPr>
          <w:rtl/>
        </w:rPr>
        <w:t>اً</w:t>
      </w:r>
      <w:r>
        <w:rPr>
          <w:rtl/>
        </w:rPr>
        <w:t xml:space="preserve"> وكان الحسن أخص بنا وأولى.</w:t>
      </w:r>
    </w:p>
    <w:p w:rsidR="00F04D17" w:rsidRDefault="00F04D17" w:rsidP="00F04D17">
      <w:pPr>
        <w:pStyle w:val="libNormal"/>
        <w:rPr>
          <w:rtl/>
        </w:rPr>
      </w:pPr>
      <w:r>
        <w:rPr>
          <w:rtl/>
        </w:rPr>
        <w:t>34 - (الحسن) بن مرفق كوفي شيخ من أصحابنا قليل الحديث ثقة.</w:t>
      </w:r>
    </w:p>
    <w:p w:rsidR="00F04D17" w:rsidRDefault="00F04D17" w:rsidP="00F04D17">
      <w:pPr>
        <w:pStyle w:val="libNormal"/>
        <w:rPr>
          <w:rtl/>
        </w:rPr>
      </w:pPr>
      <w:r>
        <w:rPr>
          <w:rtl/>
        </w:rPr>
        <w:t>35 - (الحسن) بن محمد بن هارون بن عمران الهمداني وكيل.</w:t>
      </w:r>
    </w:p>
    <w:p w:rsidR="00F04D17" w:rsidRDefault="00F04D17" w:rsidP="00F04D17">
      <w:pPr>
        <w:pStyle w:val="libNormal"/>
        <w:rPr>
          <w:rtl/>
        </w:rPr>
      </w:pPr>
      <w:r>
        <w:rPr>
          <w:rtl/>
        </w:rPr>
        <w:t>36 - (الحسن) بن عمرو بن منهال كوفي ثقة هو وأبوه أيض</w:t>
      </w:r>
      <w:r w:rsidR="00CD27DE">
        <w:rPr>
          <w:rtl/>
        </w:rPr>
        <w:t>اً</w:t>
      </w:r>
      <w:r>
        <w:rPr>
          <w:rtl/>
        </w:rPr>
        <w:t>.</w:t>
      </w:r>
    </w:p>
    <w:p w:rsidR="00F04D17" w:rsidRDefault="00F04D17" w:rsidP="00F04D17">
      <w:pPr>
        <w:pStyle w:val="libNormal"/>
        <w:rPr>
          <w:rtl/>
        </w:rPr>
      </w:pPr>
      <w:r>
        <w:rPr>
          <w:rtl/>
        </w:rPr>
        <w:t>37 - (الحسن) بن خالد بن محمد بن علي البرقي أبوعلي أخو محمد بن خالد كان ثقة.</w:t>
      </w:r>
    </w:p>
    <w:p w:rsidR="00F04D17" w:rsidRDefault="00F04D17" w:rsidP="00F04D17">
      <w:pPr>
        <w:pStyle w:val="libNormal"/>
        <w:rPr>
          <w:rtl/>
        </w:rPr>
      </w:pPr>
      <w:r>
        <w:rPr>
          <w:rtl/>
        </w:rPr>
        <w:t>38 - (الحسن) بن ظريف بن ناصح كوفي يكنى أبا محمد ثقة، كان يسكن بغداد وأبوه قبل.</w:t>
      </w:r>
    </w:p>
    <w:p w:rsidR="00F04D17" w:rsidRDefault="00F04D17" w:rsidP="00F04D17">
      <w:pPr>
        <w:pStyle w:val="libNormal"/>
        <w:rPr>
          <w:rtl/>
        </w:rPr>
      </w:pPr>
      <w:r>
        <w:rPr>
          <w:rtl/>
        </w:rPr>
        <w:t>39 - (الحسن) بن عنبسة بالعين غير المعجمة المفتوحة والنون الساكنة والباء المنقطة تحتها نقطة والسين غير المعجمة الصوفي كوفي ثقة.</w:t>
      </w:r>
    </w:p>
    <w:p w:rsidR="00F04D17" w:rsidRDefault="00F04D17" w:rsidP="00F04D17">
      <w:pPr>
        <w:pStyle w:val="libNormal"/>
        <w:rPr>
          <w:rtl/>
        </w:rPr>
      </w:pPr>
      <w:r>
        <w:rPr>
          <w:rtl/>
        </w:rPr>
        <w:t>40 - (الحسن) بن محمد بن جمهور العمي أبومحمد بصري ثقة في نفسه، ينسب إلى نبي العم من بني تميم بروي عن الضعفاء ويعتمد المراسيل، ذكره أصحابنا بذلك، وقالوا: كان أوثق من إبنه.</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41 - (الحسن) بن أحمد بن ريذويه بالراء غير المعجمة المكسورة والياء المنقطة تحتها نقطتين الساكنة والذال المعجمة المفتوحة والواو الساكنة والياء المنقطة تحتها نقطتين المفتوحة القمي ثقة من أصحابنا القميين له كتاب (المزار).</w:t>
      </w:r>
    </w:p>
    <w:p w:rsidR="00F04D17" w:rsidRDefault="00F04D17" w:rsidP="00F04D17">
      <w:pPr>
        <w:pStyle w:val="libNormal"/>
        <w:rPr>
          <w:rtl/>
        </w:rPr>
      </w:pPr>
      <w:r>
        <w:rPr>
          <w:rtl/>
        </w:rPr>
        <w:t>42 - (الحسن) بن عبدالصمد بن محمد بن عبيد الله الاشعري شيخ ثقة من أصحابنا.</w:t>
      </w:r>
    </w:p>
    <w:p w:rsidR="00F04D17" w:rsidRDefault="00F04D17" w:rsidP="00F04D17">
      <w:pPr>
        <w:pStyle w:val="libNormal"/>
        <w:rPr>
          <w:rtl/>
        </w:rPr>
      </w:pPr>
      <w:r>
        <w:rPr>
          <w:rtl/>
        </w:rPr>
        <w:t>43 - (الحسن) بن علي بن عبدالله بن المغيرة بن المغيرة البجلي مولى جندب بن عبدالله ابومحمد من أصحابنا الكوفيين ثقة ثقة.</w:t>
      </w:r>
    </w:p>
    <w:p w:rsidR="00F04D17" w:rsidRDefault="00F04D17" w:rsidP="00F04D17">
      <w:pPr>
        <w:pStyle w:val="libNormal"/>
        <w:rPr>
          <w:rtl/>
        </w:rPr>
      </w:pPr>
      <w:r>
        <w:rPr>
          <w:rtl/>
        </w:rPr>
        <w:t>44 - (الحسن) بن أبي عبدالله محمد بن خالد بن نجم الطيالسي أبوالعباس التميمي أبومحمد ثقة.</w:t>
      </w:r>
    </w:p>
    <w:p w:rsidR="00F04D17" w:rsidRDefault="00F04D17" w:rsidP="00F04D17">
      <w:pPr>
        <w:pStyle w:val="libNormal"/>
        <w:rPr>
          <w:rtl/>
        </w:rPr>
      </w:pPr>
      <w:r>
        <w:rPr>
          <w:rtl/>
        </w:rPr>
        <w:t>45 - (الحسن) بن شجرة بن ميمون بن أبي إراكة ثقة.</w:t>
      </w:r>
    </w:p>
    <w:p w:rsidR="00F04D17" w:rsidRDefault="00F04D17" w:rsidP="00F04D17">
      <w:pPr>
        <w:pStyle w:val="libNormal"/>
        <w:rPr>
          <w:rtl/>
        </w:rPr>
      </w:pPr>
      <w:r>
        <w:rPr>
          <w:rtl/>
        </w:rPr>
        <w:t>46 - (الحسن) بن أحمد بن محمد بن الهيثم العجلي أبومحمد ثقة من وجوه أصحابنا وأبوه وجده ثقتان وهم من اهل الري.</w:t>
      </w:r>
    </w:p>
    <w:p w:rsidR="00F04D17" w:rsidRDefault="00F04D17" w:rsidP="00F04D17">
      <w:pPr>
        <w:pStyle w:val="libNormal"/>
        <w:rPr>
          <w:rtl/>
        </w:rPr>
      </w:pPr>
      <w:r>
        <w:rPr>
          <w:rtl/>
        </w:rPr>
        <w:t>47 - (الحسن) بن أحمد بن القاسم بن محمد بن علي بن أبي طالب (ع) الشريف النقيب أبومحمد سيد في هذه الطائفة.</w:t>
      </w:r>
    </w:p>
    <w:p w:rsidR="00F04D17" w:rsidRDefault="00F04D17" w:rsidP="00F04D17">
      <w:pPr>
        <w:pStyle w:val="libNormal"/>
        <w:rPr>
          <w:rtl/>
        </w:rPr>
      </w:pPr>
      <w:r>
        <w:rPr>
          <w:rtl/>
        </w:rPr>
        <w:t>قاله النجاشي: ثم قال: غيراني رأيت بعض أصحابنا يغمز عليه في بعض رواياته، له كتب ذكرناها في كتابنا الكبير.</w:t>
      </w:r>
    </w:p>
    <w:p w:rsidR="00F04D17" w:rsidRDefault="00F04D17" w:rsidP="00F04D17">
      <w:pPr>
        <w:pStyle w:val="libNormal"/>
        <w:rPr>
          <w:rtl/>
        </w:rPr>
      </w:pPr>
      <w:r>
        <w:rPr>
          <w:rtl/>
        </w:rPr>
        <w:t>48 - (الحسن) بن أبي سارة ثقة روى عن أبي عبدالله عليه السلام(1).</w:t>
      </w:r>
    </w:p>
    <w:p w:rsidR="00F04D17" w:rsidRDefault="00F04D17" w:rsidP="00F04D17">
      <w:pPr>
        <w:pStyle w:val="libNormal"/>
        <w:rPr>
          <w:rtl/>
        </w:rPr>
      </w:pPr>
      <w:r>
        <w:rPr>
          <w:rtl/>
        </w:rPr>
        <w:t>49 - (الحسن) بن سيف بن سليمان التمار.</w:t>
      </w:r>
    </w:p>
    <w:p w:rsidR="00F04D17" w:rsidRDefault="00F04D17" w:rsidP="00F04D17">
      <w:pPr>
        <w:pStyle w:val="libNormal"/>
        <w:rPr>
          <w:rtl/>
        </w:rPr>
      </w:pPr>
      <w:r>
        <w:rPr>
          <w:rtl/>
        </w:rPr>
        <w:t>قال ابن عقدة: عن علي بن الحسن انه ثقة قليل الحديث.</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ولم أقف له على مدح ولاجرح من طرقنا، سوى هذا، والاولى التوقف فيما ينفرد به حتى تثبت عدالته.</w:t>
      </w:r>
    </w:p>
    <w:p w:rsidR="00F04D17" w:rsidRDefault="00F04D17" w:rsidP="00F04D17">
      <w:pPr>
        <w:pStyle w:val="libNormal"/>
        <w:rPr>
          <w:rtl/>
        </w:rPr>
      </w:pPr>
      <w:r>
        <w:rPr>
          <w:rtl/>
        </w:rPr>
        <w:t>50 - (الحسن) بن محمد ابوعلى القطان الكوفي.</w:t>
      </w:r>
    </w:p>
    <w:p w:rsidR="00F04D17" w:rsidRDefault="00F04D17" w:rsidP="00F04D17">
      <w:pPr>
        <w:pStyle w:val="libNormal"/>
        <w:rPr>
          <w:rtl/>
        </w:rPr>
      </w:pPr>
      <w:r>
        <w:rPr>
          <w:rtl/>
        </w:rPr>
        <w:t>قال ابوعقدة: قال علي بن الحسن انه ثقة والكلام فيه كالسابق.</w:t>
      </w:r>
    </w:p>
    <w:p w:rsidR="00F04D17" w:rsidRDefault="00F04D17" w:rsidP="00F04D17">
      <w:pPr>
        <w:pStyle w:val="libNormal"/>
        <w:rPr>
          <w:rtl/>
        </w:rPr>
      </w:pPr>
      <w:r>
        <w:rPr>
          <w:rtl/>
        </w:rPr>
        <w:t>51 - (الحسن) بن صدقة المدايني.</w:t>
      </w:r>
    </w:p>
    <w:p w:rsidR="00F04D17" w:rsidRDefault="00F04D17" w:rsidP="00F04D17">
      <w:pPr>
        <w:pStyle w:val="libNormal"/>
        <w:rPr>
          <w:rtl/>
        </w:rPr>
      </w:pPr>
      <w:r>
        <w:rPr>
          <w:rtl/>
        </w:rPr>
        <w:t>قال ابن عقدة اخبرنا علي بن الحسن قال: الحسن بن صدقة المدايني أحسبه أزدي</w:t>
      </w:r>
      <w:r w:rsidR="00CD27DE">
        <w:rPr>
          <w:rtl/>
        </w:rPr>
        <w:t>اً</w:t>
      </w:r>
      <w:r>
        <w:rPr>
          <w:rtl/>
        </w:rPr>
        <w:t>، واخوه مصدق، رويا عن أبي عبدالله وأبي الحسن عليهما السلام وكانوا ثقات وفي تعديله بذلك نظر والاولى التوقف.</w:t>
      </w:r>
    </w:p>
    <w:p w:rsidR="00F04D17" w:rsidRDefault="00F04D17" w:rsidP="00F04D17">
      <w:pPr>
        <w:pStyle w:val="libNormal"/>
        <w:rPr>
          <w:rtl/>
        </w:rPr>
      </w:pPr>
      <w:r>
        <w:rPr>
          <w:rtl/>
        </w:rPr>
        <w:t>ترجمه المصنف رحمه الله.</w:t>
      </w:r>
    </w:p>
    <w:p w:rsidR="00F04D17" w:rsidRDefault="00F04D17" w:rsidP="00F04D17">
      <w:pPr>
        <w:pStyle w:val="libNormal"/>
        <w:rPr>
          <w:rtl/>
        </w:rPr>
      </w:pPr>
      <w:r>
        <w:rPr>
          <w:rtl/>
        </w:rPr>
        <w:t>52 - (الحسن) بن يوسف بن علي بن مطهر بالميم المضمومة والطاء غير المعجمة والهاء المشددة والراء ابومنصور الحلي مولد</w:t>
      </w:r>
      <w:r w:rsidR="00CD27DE">
        <w:rPr>
          <w:rtl/>
        </w:rPr>
        <w:t>اً</w:t>
      </w:r>
      <w:r>
        <w:rPr>
          <w:rtl/>
        </w:rPr>
        <w:t xml:space="preserve"> ومسكم</w:t>
      </w:r>
      <w:r w:rsidR="00CD27DE">
        <w:rPr>
          <w:rtl/>
        </w:rPr>
        <w:t>اً</w:t>
      </w:r>
      <w:r>
        <w:rPr>
          <w:rtl/>
        </w:rPr>
        <w:t>.</w:t>
      </w:r>
    </w:p>
    <w:p w:rsidR="00F04D17" w:rsidRDefault="00F04D17" w:rsidP="00F04D17">
      <w:pPr>
        <w:pStyle w:val="libNormal"/>
        <w:rPr>
          <w:rtl/>
        </w:rPr>
      </w:pPr>
      <w:r>
        <w:rPr>
          <w:rtl/>
        </w:rPr>
        <w:t>مصنف هذا الكتاب له كتب:</w:t>
      </w:r>
    </w:p>
    <w:p w:rsidR="00F04D17" w:rsidRDefault="00CD27DE" w:rsidP="00F04D17">
      <w:pPr>
        <w:pStyle w:val="libNormal"/>
        <w:rPr>
          <w:rtl/>
        </w:rPr>
      </w:pPr>
      <w:r>
        <w:rPr>
          <w:rtl/>
        </w:rPr>
        <w:t>( كتاب منتهى المطلب في تحقيق المذهب )</w:t>
      </w:r>
      <w:r w:rsidR="00F04D17">
        <w:rPr>
          <w:rtl/>
        </w:rPr>
        <w:t xml:space="preserve"> لم يعمل مثله، ذكرنا فيه جميع مذاهب المسلمين في الفقه، ورجحنا ما نعتقده، بعد إبطال حجج من خالفنا فيه، يم إن شاء الله تعالى، عملنا منه إلى هذا التأريخ وهو شهر ربيع الاخر سنة ثلاث وتسعين وستمائة سبع مجلدات.</w:t>
      </w:r>
    </w:p>
    <w:p w:rsidR="00F04D17" w:rsidRDefault="00CD27DE" w:rsidP="00F04D17">
      <w:pPr>
        <w:pStyle w:val="libNormal"/>
        <w:rPr>
          <w:rtl/>
        </w:rPr>
      </w:pPr>
      <w:r>
        <w:rPr>
          <w:rtl/>
        </w:rPr>
        <w:t>( كتاب تلخيص المرام في معرفة الاحكام )</w:t>
      </w:r>
      <w:r w:rsidR="00F04D17">
        <w:rPr>
          <w:rtl/>
        </w:rPr>
        <w:t>.</w:t>
      </w:r>
    </w:p>
    <w:p w:rsidR="00F04D17" w:rsidRDefault="00CD27DE" w:rsidP="00F04D17">
      <w:pPr>
        <w:pStyle w:val="libNormal"/>
        <w:rPr>
          <w:rtl/>
        </w:rPr>
      </w:pPr>
      <w:r>
        <w:rPr>
          <w:rtl/>
        </w:rPr>
        <w:t>( كتاب غاية الاحكام في تصحيح تلخيص المرام )</w:t>
      </w:r>
      <w:r w:rsidR="00F04D17">
        <w:rPr>
          <w:rtl/>
        </w:rPr>
        <w:t>.</w:t>
      </w:r>
    </w:p>
    <w:p w:rsidR="00F04D17" w:rsidRDefault="00CD27DE" w:rsidP="00F04D17">
      <w:pPr>
        <w:pStyle w:val="libNormal"/>
        <w:rPr>
          <w:rtl/>
        </w:rPr>
      </w:pPr>
      <w:r>
        <w:rPr>
          <w:rtl/>
        </w:rPr>
        <w:t>( كتاب تحرير الاحكام الشرعية على مذهب الامامية )</w:t>
      </w:r>
      <w:r w:rsidR="00F04D17">
        <w:rPr>
          <w:rtl/>
        </w:rPr>
        <w:t xml:space="preserve"> حسن جيد، إستخرجنا فيه فروع</w:t>
      </w:r>
      <w:r>
        <w:rPr>
          <w:rtl/>
        </w:rPr>
        <w:t>اً</w:t>
      </w:r>
      <w:r w:rsidR="00F04D17">
        <w:rPr>
          <w:rtl/>
        </w:rPr>
        <w:t xml:space="preserve"> لم نسبق اليها مع إختصاره.</w:t>
      </w:r>
    </w:p>
    <w:p w:rsidR="00F04D17" w:rsidRDefault="00CD27DE" w:rsidP="00F04D17">
      <w:pPr>
        <w:pStyle w:val="libNormal"/>
        <w:rPr>
          <w:rtl/>
        </w:rPr>
      </w:pPr>
      <w:r>
        <w:rPr>
          <w:rtl/>
        </w:rPr>
        <w:t>( كتاب مختلف الشيعة في أحكام الشريعة )</w:t>
      </w:r>
      <w:r w:rsidR="00F04D17">
        <w:rPr>
          <w:rtl/>
        </w:rPr>
        <w:t xml:space="preserve"> ذكرنا فيه خلاف علمائنا خاصة وحجة كل شخص، والترجيح لما نصير اليه.</w:t>
      </w:r>
    </w:p>
    <w:p w:rsidR="00F04D17" w:rsidRDefault="00CD27DE" w:rsidP="00F04D17">
      <w:pPr>
        <w:pStyle w:val="libNormal"/>
        <w:rPr>
          <w:rtl/>
        </w:rPr>
      </w:pPr>
      <w:r>
        <w:rPr>
          <w:rtl/>
        </w:rPr>
        <w:t>( كتاب تبصرة المتعلمين في أحكام الدين )</w:t>
      </w:r>
      <w:r w:rsidR="00F04D17">
        <w:rPr>
          <w:rtl/>
        </w:rPr>
        <w:t xml:space="preserve"> </w:t>
      </w:r>
    </w:p>
    <w:p w:rsidR="00F04D17" w:rsidRDefault="00F04D17" w:rsidP="00F04D17">
      <w:pPr>
        <w:pStyle w:val="libNormal"/>
        <w:rPr>
          <w:rtl/>
        </w:rPr>
      </w:pPr>
      <w:r>
        <w:rPr>
          <w:rtl/>
        </w:rPr>
        <w:br w:type="page"/>
      </w:r>
    </w:p>
    <w:p w:rsidR="00F04D17" w:rsidRDefault="00CD27DE" w:rsidP="00F04D17">
      <w:pPr>
        <w:pStyle w:val="libNormal"/>
        <w:rPr>
          <w:rtl/>
        </w:rPr>
      </w:pPr>
      <w:r>
        <w:rPr>
          <w:rtl/>
        </w:rPr>
        <w:lastRenderedPageBreak/>
        <w:t>( كتاب إستقصاء الاعتبار في تحرير معاني الاخبار )</w:t>
      </w:r>
      <w:r w:rsidR="00F04D17">
        <w:rPr>
          <w:rtl/>
        </w:rPr>
        <w:t xml:space="preserve"> ذكرنا فيه كل حديث، وصل الينا وبحثنا في كل حديث منه على صحة السند او إبطاله وكون متنه محكم</w:t>
      </w:r>
      <w:r>
        <w:rPr>
          <w:rtl/>
        </w:rPr>
        <w:t>اً</w:t>
      </w:r>
      <w:r w:rsidR="00F04D17">
        <w:rPr>
          <w:rtl/>
        </w:rPr>
        <w:t xml:space="preserve"> او متشابه</w:t>
      </w:r>
      <w:r>
        <w:rPr>
          <w:rtl/>
        </w:rPr>
        <w:t>اً</w:t>
      </w:r>
      <w:r w:rsidR="00F04D17">
        <w:rPr>
          <w:rtl/>
        </w:rPr>
        <w:t xml:space="preserve"> وما إشتمل عليه المتن من المباحث الاصولية والادبيه وما يستنبط من المتن من الاحكام الشرعية وغيرها، وهو كتاب لم يعمل مثله.</w:t>
      </w:r>
    </w:p>
    <w:p w:rsidR="00F04D17" w:rsidRDefault="00CD27DE" w:rsidP="00F04D17">
      <w:pPr>
        <w:pStyle w:val="libNormal"/>
        <w:rPr>
          <w:rtl/>
        </w:rPr>
      </w:pPr>
      <w:r>
        <w:rPr>
          <w:rtl/>
        </w:rPr>
        <w:t>( كتاب مصابيح الانوار )</w:t>
      </w:r>
      <w:r w:rsidR="00F04D17">
        <w:rPr>
          <w:rtl/>
        </w:rPr>
        <w:t xml:space="preserve"> ذكرنا فيه كل أحاديث علمائنا، وجعلنا كل حديث يتعلق بفن في بابه ورتبنا كل فن على أبواب إبتدأنا فيها بما روي عن النبي صلى الله عليه وآله ثم بعده ما روي عن علي عليه السلام، وهكذا إلى آخر الائمة عليهم السلام.</w:t>
      </w:r>
    </w:p>
    <w:p w:rsidR="00F04D17" w:rsidRDefault="00CD27DE" w:rsidP="00F04D17">
      <w:pPr>
        <w:pStyle w:val="libNormal"/>
        <w:rPr>
          <w:rtl/>
        </w:rPr>
      </w:pPr>
      <w:r>
        <w:rPr>
          <w:rtl/>
        </w:rPr>
        <w:t>( كتاب الدر والمرجان في الاحاديث الصحاح والحسان )</w:t>
      </w:r>
      <w:r w:rsidR="00F04D17">
        <w:rPr>
          <w:rtl/>
        </w:rPr>
        <w:t>.</w:t>
      </w:r>
    </w:p>
    <w:p w:rsidR="00F04D17" w:rsidRDefault="00CD27DE" w:rsidP="00F04D17">
      <w:pPr>
        <w:pStyle w:val="libNormal"/>
        <w:rPr>
          <w:rtl/>
        </w:rPr>
      </w:pPr>
      <w:r>
        <w:rPr>
          <w:rtl/>
        </w:rPr>
        <w:t>( كتاب التناسب بين الاشعرية وفرق السوفسطائية )</w:t>
      </w:r>
      <w:r w:rsidR="00F04D17">
        <w:rPr>
          <w:rtl/>
        </w:rPr>
        <w:t>.</w:t>
      </w:r>
    </w:p>
    <w:p w:rsidR="00F04D17" w:rsidRDefault="00CD27DE" w:rsidP="00F04D17">
      <w:pPr>
        <w:pStyle w:val="libNormal"/>
        <w:rPr>
          <w:rtl/>
        </w:rPr>
      </w:pPr>
      <w:r>
        <w:rPr>
          <w:rtl/>
        </w:rPr>
        <w:t>( كتاب نهج الايمان في تفسير القرآن، ذكرنا فيه ملخص الكشاف والتبيان وغيرهما</w:t>
      </w:r>
      <w:r>
        <w:rPr>
          <w:rFonts w:hint="cs"/>
          <w:rtl/>
        </w:rPr>
        <w:t xml:space="preserve"> </w:t>
      </w:r>
      <w:r>
        <w:rPr>
          <w:rtl/>
        </w:rPr>
        <w:t>)</w:t>
      </w:r>
      <w:r w:rsidR="00F04D17">
        <w:rPr>
          <w:rtl/>
        </w:rPr>
        <w:t xml:space="preserve"> </w:t>
      </w:r>
      <w:r>
        <w:rPr>
          <w:rtl/>
        </w:rPr>
        <w:t>( كتاب القول الوجيز في تفسير الكتاب العزيز )</w:t>
      </w:r>
      <w:r w:rsidR="00F04D17">
        <w:rPr>
          <w:rtl/>
        </w:rPr>
        <w:t>.</w:t>
      </w:r>
    </w:p>
    <w:p w:rsidR="00F04D17" w:rsidRDefault="00CD27DE" w:rsidP="00F04D17">
      <w:pPr>
        <w:pStyle w:val="libNormal"/>
        <w:rPr>
          <w:rtl/>
        </w:rPr>
      </w:pPr>
      <w:r>
        <w:rPr>
          <w:rtl/>
        </w:rPr>
        <w:t>( كتاب الادعية الفاخرة المنقولة عن الائمة الطاهرة )</w:t>
      </w:r>
      <w:r w:rsidR="00F04D17">
        <w:rPr>
          <w:rtl/>
        </w:rPr>
        <w:t>.</w:t>
      </w:r>
    </w:p>
    <w:p w:rsidR="00F04D17" w:rsidRDefault="00CD27DE" w:rsidP="00F04D17">
      <w:pPr>
        <w:pStyle w:val="libNormal"/>
        <w:rPr>
          <w:rtl/>
        </w:rPr>
      </w:pPr>
      <w:r>
        <w:rPr>
          <w:rtl/>
        </w:rPr>
        <w:t>( كتاب النكت البديعة في تحرير الذريعة )</w:t>
      </w:r>
      <w:r w:rsidR="00F04D17">
        <w:rPr>
          <w:rtl/>
        </w:rPr>
        <w:t xml:space="preserve"> في اصول الفقه.</w:t>
      </w:r>
    </w:p>
    <w:p w:rsidR="00F04D17" w:rsidRDefault="00CD27DE" w:rsidP="00F04D17">
      <w:pPr>
        <w:pStyle w:val="libNormal"/>
        <w:rPr>
          <w:rtl/>
        </w:rPr>
      </w:pPr>
      <w:r>
        <w:rPr>
          <w:rtl/>
        </w:rPr>
        <w:t>( كتاب غاية الوصول وإيضاح السبل في شرح مختصر منتهى السؤل والامل</w:t>
      </w:r>
      <w:r>
        <w:rPr>
          <w:rFonts w:hint="cs"/>
          <w:rtl/>
        </w:rPr>
        <w:t xml:space="preserve"> </w:t>
      </w:r>
      <w:r>
        <w:rPr>
          <w:rtl/>
        </w:rPr>
        <w:t>)</w:t>
      </w:r>
      <w:r w:rsidR="00F04D17">
        <w:rPr>
          <w:rtl/>
        </w:rPr>
        <w:t>، في اصول الفقه.</w:t>
      </w:r>
    </w:p>
    <w:p w:rsidR="00F04D17" w:rsidRDefault="00CD27DE" w:rsidP="00F04D17">
      <w:pPr>
        <w:pStyle w:val="libNormal"/>
        <w:rPr>
          <w:rtl/>
        </w:rPr>
      </w:pPr>
      <w:r>
        <w:rPr>
          <w:rtl/>
        </w:rPr>
        <w:t>( كتاب مبادئ الاصول )</w:t>
      </w:r>
      <w:r w:rsidR="00F04D17">
        <w:rPr>
          <w:rtl/>
        </w:rPr>
        <w:t>.</w:t>
      </w:r>
    </w:p>
    <w:p w:rsidR="00F04D17" w:rsidRDefault="00CD27DE" w:rsidP="00F04D17">
      <w:pPr>
        <w:pStyle w:val="libNormal"/>
        <w:rPr>
          <w:rtl/>
        </w:rPr>
      </w:pPr>
      <w:r>
        <w:rPr>
          <w:rtl/>
        </w:rPr>
        <w:t>( كتاب منهاج اليقين في اصول الدين )</w:t>
      </w:r>
      <w:r w:rsidR="00F04D17">
        <w:rPr>
          <w:rtl/>
        </w:rPr>
        <w:t>.</w:t>
      </w:r>
    </w:p>
    <w:p w:rsidR="00F04D17" w:rsidRDefault="00CD27DE" w:rsidP="00F04D17">
      <w:pPr>
        <w:pStyle w:val="libNormal"/>
        <w:rPr>
          <w:rtl/>
        </w:rPr>
      </w:pPr>
      <w:r>
        <w:rPr>
          <w:rtl/>
        </w:rPr>
        <w:t>( كتاب منتهى الوصول إلى علمي الكلام والاصول )</w:t>
      </w:r>
      <w:r w:rsidR="00F04D17">
        <w:rPr>
          <w:rtl/>
        </w:rPr>
        <w:t>.</w:t>
      </w:r>
    </w:p>
    <w:p w:rsidR="00F04D17" w:rsidRDefault="00CD27DE" w:rsidP="00F04D17">
      <w:pPr>
        <w:pStyle w:val="libNormal"/>
        <w:rPr>
          <w:rtl/>
        </w:rPr>
      </w:pPr>
      <w:r>
        <w:rPr>
          <w:rtl/>
        </w:rPr>
        <w:t>( كتاب كشف المراد في شرح تجريد الاعتقاد )</w:t>
      </w:r>
      <w:r w:rsidR="00F04D17">
        <w:rPr>
          <w:rtl/>
        </w:rPr>
        <w:t xml:space="preserve"> في الكلام.</w:t>
      </w:r>
    </w:p>
    <w:p w:rsidR="00F04D17" w:rsidRDefault="00CD27DE" w:rsidP="00F04D17">
      <w:pPr>
        <w:pStyle w:val="libNormal"/>
        <w:rPr>
          <w:rtl/>
        </w:rPr>
      </w:pPr>
      <w:r>
        <w:rPr>
          <w:rtl/>
        </w:rPr>
        <w:t>( كتاب أنوار الملكوت في شرح فص الياقوت )</w:t>
      </w:r>
      <w:r w:rsidR="00F04D17">
        <w:rPr>
          <w:rtl/>
        </w:rPr>
        <w:t xml:space="preserve"> في الكلام.</w:t>
      </w:r>
    </w:p>
    <w:p w:rsidR="00F04D17" w:rsidRDefault="00CD27DE" w:rsidP="00F04D17">
      <w:pPr>
        <w:pStyle w:val="libNormal"/>
        <w:rPr>
          <w:rtl/>
        </w:rPr>
      </w:pPr>
      <w:r>
        <w:rPr>
          <w:rtl/>
        </w:rPr>
        <w:t>( كتاب نظم البراهين في اصول الدين )</w:t>
      </w:r>
      <w:r w:rsidR="00F04D17">
        <w:rPr>
          <w:rtl/>
        </w:rPr>
        <w:t>.</w:t>
      </w:r>
    </w:p>
    <w:p w:rsidR="00F04D17" w:rsidRDefault="00CD27DE" w:rsidP="00F04D17">
      <w:pPr>
        <w:pStyle w:val="libNormal"/>
        <w:rPr>
          <w:rtl/>
        </w:rPr>
      </w:pPr>
      <w:r>
        <w:rPr>
          <w:rtl/>
        </w:rPr>
        <w:t>( كتاب معارج الفهم في شرح النظم )</w:t>
      </w:r>
      <w:r w:rsidR="00F04D17">
        <w:rPr>
          <w:rtl/>
        </w:rPr>
        <w:t xml:space="preserve"> في الكلام.</w:t>
      </w:r>
    </w:p>
    <w:p w:rsidR="00F04D17" w:rsidRDefault="00CD27DE" w:rsidP="00F04D17">
      <w:pPr>
        <w:pStyle w:val="libNormal"/>
        <w:rPr>
          <w:rtl/>
        </w:rPr>
      </w:pPr>
      <w:r>
        <w:rPr>
          <w:rtl/>
        </w:rPr>
        <w:t>( كتاب الابحاث المفيدة في تحصيل العقيدة )</w:t>
      </w:r>
      <w:r w:rsidR="00F04D17">
        <w:rPr>
          <w:rtl/>
        </w:rPr>
        <w:t>.</w:t>
      </w:r>
    </w:p>
    <w:p w:rsidR="00F04D17" w:rsidRDefault="00F04D17" w:rsidP="00F04D17">
      <w:pPr>
        <w:pStyle w:val="libNormal"/>
        <w:rPr>
          <w:rtl/>
        </w:rPr>
      </w:pPr>
      <w:r>
        <w:rPr>
          <w:rtl/>
        </w:rPr>
        <w:br w:type="page"/>
      </w:r>
    </w:p>
    <w:p w:rsidR="00F04D17" w:rsidRDefault="00CD27DE" w:rsidP="00F04D17">
      <w:pPr>
        <w:pStyle w:val="libNormal"/>
        <w:rPr>
          <w:rtl/>
        </w:rPr>
      </w:pPr>
      <w:r>
        <w:rPr>
          <w:rtl/>
        </w:rPr>
        <w:lastRenderedPageBreak/>
        <w:t>( كتاب نهاية المرام في علم الكلام )</w:t>
      </w:r>
      <w:r w:rsidR="00F04D17">
        <w:rPr>
          <w:rtl/>
        </w:rPr>
        <w:t>.</w:t>
      </w:r>
    </w:p>
    <w:p w:rsidR="00F04D17" w:rsidRDefault="00CD27DE" w:rsidP="00CD27DE">
      <w:pPr>
        <w:pStyle w:val="libNormal"/>
        <w:rPr>
          <w:rtl/>
        </w:rPr>
      </w:pPr>
      <w:r>
        <w:rPr>
          <w:rtl/>
        </w:rPr>
        <w:t>( كتاب كشف الفوائد في شرح قواعد العقائد )</w:t>
      </w:r>
      <w:r w:rsidR="00F04D17">
        <w:rPr>
          <w:rtl/>
        </w:rPr>
        <w:t xml:space="preserve"> في الكلام.</w:t>
      </w:r>
    </w:p>
    <w:p w:rsidR="00F04D17" w:rsidRDefault="00CD27DE" w:rsidP="00F04D17">
      <w:pPr>
        <w:pStyle w:val="libNormal"/>
        <w:rPr>
          <w:rtl/>
        </w:rPr>
      </w:pPr>
      <w:r>
        <w:rPr>
          <w:rtl/>
        </w:rPr>
        <w:t>( كتاب المنهاج في مناسك الحج )</w:t>
      </w:r>
      <w:r w:rsidR="00F04D17">
        <w:rPr>
          <w:rtl/>
        </w:rPr>
        <w:t>.</w:t>
      </w:r>
    </w:p>
    <w:p w:rsidR="00F04D17" w:rsidRDefault="00CD27DE" w:rsidP="00F04D17">
      <w:pPr>
        <w:pStyle w:val="libNormal"/>
        <w:rPr>
          <w:rtl/>
        </w:rPr>
      </w:pPr>
      <w:r>
        <w:rPr>
          <w:rtl/>
        </w:rPr>
        <w:t>( كتاب تذكرة الفقهاء )</w:t>
      </w:r>
      <w:r w:rsidR="00F04D17">
        <w:rPr>
          <w:rtl/>
        </w:rPr>
        <w:t>.</w:t>
      </w:r>
    </w:p>
    <w:p w:rsidR="00F04D17" w:rsidRDefault="00CD27DE" w:rsidP="00F04D17">
      <w:pPr>
        <w:pStyle w:val="libNormal"/>
        <w:rPr>
          <w:rtl/>
        </w:rPr>
      </w:pPr>
      <w:r>
        <w:rPr>
          <w:rtl/>
        </w:rPr>
        <w:t>( كتاب تهذيب الوصول إلى علم الاصول )</w:t>
      </w:r>
      <w:r w:rsidR="00F04D17">
        <w:rPr>
          <w:rtl/>
        </w:rPr>
        <w:t>.</w:t>
      </w:r>
    </w:p>
    <w:p w:rsidR="00F04D17" w:rsidRDefault="00CD27DE" w:rsidP="00F04D17">
      <w:pPr>
        <w:pStyle w:val="libNormal"/>
        <w:rPr>
          <w:rtl/>
        </w:rPr>
      </w:pPr>
      <w:r>
        <w:rPr>
          <w:rtl/>
        </w:rPr>
        <w:t>( كتاب القواعد والمقاصد في المنطق والطبيعي والالهي )</w:t>
      </w:r>
      <w:r w:rsidR="00F04D17">
        <w:rPr>
          <w:rtl/>
        </w:rPr>
        <w:t>.</w:t>
      </w:r>
    </w:p>
    <w:p w:rsidR="00F04D17" w:rsidRDefault="00CD27DE" w:rsidP="00F04D17">
      <w:pPr>
        <w:pStyle w:val="libNormal"/>
        <w:rPr>
          <w:rtl/>
        </w:rPr>
      </w:pPr>
      <w:r>
        <w:rPr>
          <w:rtl/>
        </w:rPr>
        <w:t>( كتاب الاسرار الخفية في العلوم العقلية )</w:t>
      </w:r>
      <w:r w:rsidR="00F04D17">
        <w:rPr>
          <w:rtl/>
        </w:rPr>
        <w:t>.</w:t>
      </w:r>
    </w:p>
    <w:p w:rsidR="00F04D17" w:rsidRDefault="00CD27DE" w:rsidP="00F04D17">
      <w:pPr>
        <w:pStyle w:val="libNormal"/>
        <w:rPr>
          <w:rtl/>
        </w:rPr>
      </w:pPr>
      <w:r>
        <w:rPr>
          <w:rtl/>
        </w:rPr>
        <w:t>( كتاب كاشف الاستار في شرح كشف الاسرار )</w:t>
      </w:r>
      <w:r w:rsidR="00F04D17">
        <w:rPr>
          <w:rtl/>
        </w:rPr>
        <w:t>.</w:t>
      </w:r>
    </w:p>
    <w:p w:rsidR="00F04D17" w:rsidRDefault="00CD27DE" w:rsidP="00F04D17">
      <w:pPr>
        <w:pStyle w:val="libNormal"/>
        <w:rPr>
          <w:rtl/>
        </w:rPr>
      </w:pPr>
      <w:r>
        <w:rPr>
          <w:rtl/>
        </w:rPr>
        <w:t>( كتاب الدر المكنون في علم القانون )</w:t>
      </w:r>
      <w:r w:rsidR="00F04D17">
        <w:rPr>
          <w:rtl/>
        </w:rPr>
        <w:t xml:space="preserve"> في المنطق.</w:t>
      </w:r>
    </w:p>
    <w:p w:rsidR="00F04D17" w:rsidRDefault="00CD27DE" w:rsidP="00F04D17">
      <w:pPr>
        <w:pStyle w:val="libNormal"/>
        <w:rPr>
          <w:rtl/>
        </w:rPr>
      </w:pPr>
      <w:r>
        <w:rPr>
          <w:rtl/>
        </w:rPr>
        <w:t>( كتاب المباحث السنية والمعارضات النصرية )</w:t>
      </w:r>
      <w:r w:rsidR="00F04D17">
        <w:rPr>
          <w:rtl/>
        </w:rPr>
        <w:t>.</w:t>
      </w:r>
    </w:p>
    <w:p w:rsidR="00F04D17" w:rsidRDefault="00CD27DE" w:rsidP="00F04D17">
      <w:pPr>
        <w:pStyle w:val="libNormal"/>
        <w:rPr>
          <w:rtl/>
        </w:rPr>
      </w:pPr>
      <w:r>
        <w:rPr>
          <w:rtl/>
        </w:rPr>
        <w:t>( كتاب المقاومات )</w:t>
      </w:r>
      <w:r w:rsidR="00F04D17">
        <w:rPr>
          <w:rtl/>
        </w:rPr>
        <w:t xml:space="preserve"> باحثنا فيه الحكماء السابقين، وهو يتم مع تمام عمرنا.</w:t>
      </w:r>
    </w:p>
    <w:p w:rsidR="00F04D17" w:rsidRDefault="00CD27DE" w:rsidP="00F04D17">
      <w:pPr>
        <w:pStyle w:val="libNormal"/>
        <w:rPr>
          <w:rtl/>
        </w:rPr>
      </w:pPr>
      <w:r>
        <w:rPr>
          <w:rtl/>
        </w:rPr>
        <w:t>( كتاب حل المشكلات من كتاب التلويحات )</w:t>
      </w:r>
      <w:r w:rsidR="00F04D17">
        <w:rPr>
          <w:rtl/>
        </w:rPr>
        <w:t>.</w:t>
      </w:r>
    </w:p>
    <w:p w:rsidR="00F04D17" w:rsidRDefault="00CD27DE" w:rsidP="00F04D17">
      <w:pPr>
        <w:pStyle w:val="libNormal"/>
        <w:rPr>
          <w:rtl/>
        </w:rPr>
      </w:pPr>
      <w:r>
        <w:rPr>
          <w:rtl/>
        </w:rPr>
        <w:t>( كتاب إيضاح التلبيس من كلام الرئيس )</w:t>
      </w:r>
      <w:r w:rsidR="00F04D17">
        <w:rPr>
          <w:rtl/>
        </w:rPr>
        <w:t xml:space="preserve"> باحثن</w:t>
      </w:r>
      <w:r>
        <w:rPr>
          <w:rtl/>
        </w:rPr>
        <w:t>ا</w:t>
      </w:r>
      <w:r w:rsidR="00F04D17">
        <w:rPr>
          <w:rtl/>
        </w:rPr>
        <w:t xml:space="preserve"> فيه الشيخ ابن سينا.</w:t>
      </w:r>
    </w:p>
    <w:p w:rsidR="00F04D17" w:rsidRDefault="00CD27DE" w:rsidP="00F04D17">
      <w:pPr>
        <w:pStyle w:val="libNormal"/>
        <w:rPr>
          <w:rtl/>
        </w:rPr>
      </w:pPr>
      <w:r>
        <w:rPr>
          <w:rtl/>
        </w:rPr>
        <w:t>( كتاب كشف المكنون من كتاب القانون )</w:t>
      </w:r>
      <w:r w:rsidR="00F04D17">
        <w:rPr>
          <w:rtl/>
        </w:rPr>
        <w:t xml:space="preserve"> وهو إختصار شرح الجزولية في النحو.</w:t>
      </w:r>
    </w:p>
    <w:p w:rsidR="00F04D17" w:rsidRDefault="00CD27DE" w:rsidP="00F04D17">
      <w:pPr>
        <w:pStyle w:val="libNormal"/>
        <w:rPr>
          <w:rtl/>
        </w:rPr>
      </w:pPr>
      <w:r>
        <w:rPr>
          <w:rtl/>
        </w:rPr>
        <w:t>( كتاب بسط الكافية )</w:t>
      </w:r>
      <w:r w:rsidR="00F04D17">
        <w:rPr>
          <w:rtl/>
        </w:rPr>
        <w:t xml:space="preserve"> وهو إختصار شرح الكافية في النحو.</w:t>
      </w:r>
    </w:p>
    <w:p w:rsidR="00F04D17" w:rsidRDefault="00CD27DE" w:rsidP="00F04D17">
      <w:pPr>
        <w:pStyle w:val="libNormal"/>
        <w:rPr>
          <w:rtl/>
        </w:rPr>
      </w:pPr>
      <w:r>
        <w:rPr>
          <w:rtl/>
        </w:rPr>
        <w:t>( كتاب المقاصد الوافية بفوائد القانون والكافية )</w:t>
      </w:r>
      <w:r w:rsidR="00F04D17">
        <w:rPr>
          <w:rtl/>
        </w:rPr>
        <w:t xml:space="preserve"> جمعنا فيه بين الجرولية والكافية في النحو، مع تمثيل ما يحتاج إلى المثال.</w:t>
      </w:r>
    </w:p>
    <w:p w:rsidR="00F04D17" w:rsidRDefault="00CD27DE" w:rsidP="00F04D17">
      <w:pPr>
        <w:pStyle w:val="libNormal"/>
        <w:rPr>
          <w:rtl/>
        </w:rPr>
      </w:pPr>
      <w:r>
        <w:rPr>
          <w:rtl/>
        </w:rPr>
        <w:t>( كتاب المطالب العلية في معرفة العربية )</w:t>
      </w:r>
      <w:r w:rsidR="00F04D17">
        <w:rPr>
          <w:rtl/>
        </w:rPr>
        <w:t>.</w:t>
      </w:r>
    </w:p>
    <w:p w:rsidR="00F04D17" w:rsidRDefault="00CD27DE" w:rsidP="00F04D17">
      <w:pPr>
        <w:pStyle w:val="libNormal"/>
        <w:rPr>
          <w:rtl/>
        </w:rPr>
      </w:pPr>
      <w:r>
        <w:rPr>
          <w:rtl/>
        </w:rPr>
        <w:t>( كتاب القواعد الجلية في شرح الرسالة الشمسية )</w:t>
      </w:r>
      <w:r w:rsidR="00F04D17">
        <w:rPr>
          <w:rtl/>
        </w:rPr>
        <w:t xml:space="preserve"> في المنطق.</w:t>
      </w:r>
    </w:p>
    <w:p w:rsidR="00F04D17" w:rsidRDefault="00CD27DE" w:rsidP="00F04D17">
      <w:pPr>
        <w:pStyle w:val="libNormal"/>
        <w:rPr>
          <w:rtl/>
        </w:rPr>
      </w:pPr>
      <w:r>
        <w:rPr>
          <w:rtl/>
        </w:rPr>
        <w:t>( كتاب الجوهر النضيد في شرح كتاب التجريد )</w:t>
      </w:r>
      <w:r w:rsidR="00F04D17">
        <w:rPr>
          <w:rtl/>
        </w:rPr>
        <w:t xml:space="preserve"> في المنطق.</w:t>
      </w:r>
    </w:p>
    <w:p w:rsidR="00F04D17" w:rsidRDefault="00CD27DE" w:rsidP="00F04D17">
      <w:pPr>
        <w:pStyle w:val="libNormal"/>
        <w:rPr>
          <w:rtl/>
        </w:rPr>
      </w:pPr>
      <w:r>
        <w:rPr>
          <w:rtl/>
        </w:rPr>
        <w:t>( كتاب مختصر نهج البلاغة )</w:t>
      </w:r>
      <w:r w:rsidR="00F04D17">
        <w:rPr>
          <w:rtl/>
        </w:rPr>
        <w:t xml:space="preserve"> .</w:t>
      </w:r>
    </w:p>
    <w:p w:rsidR="00F04D17" w:rsidRDefault="00CD27DE" w:rsidP="00F04D17">
      <w:pPr>
        <w:pStyle w:val="libNormal"/>
        <w:rPr>
          <w:rtl/>
        </w:rPr>
      </w:pPr>
      <w:r>
        <w:rPr>
          <w:rtl/>
        </w:rPr>
        <w:t>( كتاب إيضاح المقاصد من حكمة عين القواعد )</w:t>
      </w:r>
      <w:r w:rsidR="00F04D17">
        <w:rPr>
          <w:rtl/>
        </w:rPr>
        <w:t>.</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(كتاب نهج العرفان في علم الميزان) في المنطق.</w:t>
      </w:r>
    </w:p>
    <w:p w:rsidR="00F04D17" w:rsidRDefault="00F04D17" w:rsidP="00F04D17">
      <w:pPr>
        <w:pStyle w:val="libNormal"/>
        <w:rPr>
          <w:rtl/>
        </w:rPr>
      </w:pPr>
      <w:r>
        <w:rPr>
          <w:rtl/>
        </w:rPr>
        <w:t>(كتاب إرشاد الاذهان في أحكام الايمان) في الفقه.</w:t>
      </w:r>
    </w:p>
    <w:p w:rsidR="00F04D17" w:rsidRDefault="00F04D17" w:rsidP="00F04D17">
      <w:pPr>
        <w:pStyle w:val="libNormal"/>
        <w:rPr>
          <w:rtl/>
        </w:rPr>
      </w:pPr>
      <w:r>
        <w:rPr>
          <w:rtl/>
        </w:rPr>
        <w:t>(كتاب مدارك الاحكام) في الفقه.</w:t>
      </w:r>
    </w:p>
    <w:p w:rsidR="00F04D17" w:rsidRDefault="00F04D17" w:rsidP="00F04D17">
      <w:pPr>
        <w:pStyle w:val="libNormal"/>
        <w:rPr>
          <w:rtl/>
        </w:rPr>
      </w:pPr>
      <w:r>
        <w:rPr>
          <w:rtl/>
        </w:rPr>
        <w:t>(كتاب تسليك الافهام إلى معرفة الاحكام) في الفقه.</w:t>
      </w:r>
    </w:p>
    <w:p w:rsidR="00F04D17" w:rsidRDefault="00F04D17" w:rsidP="00F04D17">
      <w:pPr>
        <w:pStyle w:val="libNormal"/>
        <w:rPr>
          <w:rtl/>
        </w:rPr>
      </w:pPr>
      <w:r>
        <w:rPr>
          <w:rtl/>
        </w:rPr>
        <w:t>(كتاب نهاية الوصول في علم الاصول).</w:t>
      </w:r>
    </w:p>
    <w:p w:rsidR="00F04D17" w:rsidRDefault="00F04D17" w:rsidP="00F04D17">
      <w:pPr>
        <w:pStyle w:val="libNormal"/>
        <w:rPr>
          <w:rtl/>
        </w:rPr>
      </w:pPr>
      <w:r>
        <w:rPr>
          <w:rtl/>
        </w:rPr>
        <w:t>(كتاب قواعد الاحكام في معرفة الحلاك والحرام).</w:t>
      </w:r>
    </w:p>
    <w:p w:rsidR="00F04D17" w:rsidRDefault="00F04D17" w:rsidP="00F04D17">
      <w:pPr>
        <w:pStyle w:val="libNormal"/>
        <w:rPr>
          <w:rtl/>
        </w:rPr>
      </w:pPr>
      <w:r>
        <w:rPr>
          <w:rtl/>
        </w:rPr>
        <w:t>(كتاب كشف الخفا من كتاب الشفا) في الحكمة.</w:t>
      </w:r>
    </w:p>
    <w:p w:rsidR="00F04D17" w:rsidRDefault="00F04D17" w:rsidP="00F04D17">
      <w:pPr>
        <w:pStyle w:val="libNormal"/>
        <w:rPr>
          <w:rtl/>
        </w:rPr>
      </w:pPr>
      <w:r>
        <w:rPr>
          <w:rtl/>
        </w:rPr>
        <w:t>(كتاب مقصد الواصلين في اصول الدين).</w:t>
      </w:r>
    </w:p>
    <w:p w:rsidR="00F04D17" w:rsidRDefault="00F04D17" w:rsidP="00F04D17">
      <w:pPr>
        <w:pStyle w:val="libNormal"/>
        <w:rPr>
          <w:rtl/>
        </w:rPr>
      </w:pPr>
      <w:r>
        <w:rPr>
          <w:rtl/>
        </w:rPr>
        <w:t>كتاب تسليك النفس إلى حظيرة القدس) في الكلام.</w:t>
      </w:r>
    </w:p>
    <w:p w:rsidR="00F04D17" w:rsidRDefault="00F04D17" w:rsidP="00F04D17">
      <w:pPr>
        <w:pStyle w:val="libNormal"/>
        <w:rPr>
          <w:rtl/>
        </w:rPr>
      </w:pPr>
      <w:r>
        <w:rPr>
          <w:rtl/>
        </w:rPr>
        <w:t>(كتاب نهج المسترشدين في اصول الدين).</w:t>
      </w:r>
    </w:p>
    <w:p w:rsidR="00F04D17" w:rsidRDefault="00F04D17" w:rsidP="00F04D17">
      <w:pPr>
        <w:pStyle w:val="libNormal"/>
        <w:rPr>
          <w:rtl/>
        </w:rPr>
      </w:pPr>
      <w:r>
        <w:rPr>
          <w:rtl/>
        </w:rPr>
        <w:t>(كتاب مراصد التدقيق ومقاصد التحقيق) في المنطق والطبيعي والالهي (كتاب النهج الوضاح في الاحاديث الصحاح).</w:t>
      </w:r>
    </w:p>
    <w:p w:rsidR="00F04D17" w:rsidRDefault="00F04D17" w:rsidP="00F04D17">
      <w:pPr>
        <w:pStyle w:val="libNormal"/>
        <w:rPr>
          <w:rtl/>
        </w:rPr>
      </w:pPr>
      <w:r>
        <w:rPr>
          <w:rtl/>
        </w:rPr>
        <w:t>(كتاب نهاية الاحكام في معرفة الاحكام).</w:t>
      </w:r>
    </w:p>
    <w:p w:rsidR="00F04D17" w:rsidRDefault="00F04D17" w:rsidP="00F04D17">
      <w:pPr>
        <w:pStyle w:val="libNormal"/>
        <w:rPr>
          <w:rtl/>
        </w:rPr>
      </w:pPr>
      <w:r>
        <w:rPr>
          <w:rtl/>
        </w:rPr>
        <w:t>(كتاب المحاكمات بين شراح الاشارات).</w:t>
      </w:r>
    </w:p>
    <w:p w:rsidR="00F04D17" w:rsidRDefault="00F04D17" w:rsidP="00F04D17">
      <w:pPr>
        <w:pStyle w:val="libNormal"/>
        <w:rPr>
          <w:rtl/>
        </w:rPr>
      </w:pPr>
      <w:r>
        <w:rPr>
          <w:rtl/>
        </w:rPr>
        <w:t>(كتاب نهج الوصول إلى علم الاصول).</w:t>
      </w:r>
    </w:p>
    <w:p w:rsidR="00F04D17" w:rsidRDefault="00F04D17" w:rsidP="00F04D17">
      <w:pPr>
        <w:pStyle w:val="libNormal"/>
        <w:rPr>
          <w:rtl/>
        </w:rPr>
      </w:pPr>
      <w:r>
        <w:rPr>
          <w:rtl/>
        </w:rPr>
        <w:t>(كتاب مناهج الهداية ومعارج الدراية) في الكلام.</w:t>
      </w:r>
    </w:p>
    <w:p w:rsidR="00F04D17" w:rsidRDefault="00F04D17" w:rsidP="00F04D17">
      <w:pPr>
        <w:pStyle w:val="libNormal"/>
        <w:rPr>
          <w:rtl/>
        </w:rPr>
      </w:pPr>
      <w:r>
        <w:rPr>
          <w:rtl/>
        </w:rPr>
        <w:t>(كتاب منهاج الكرامة في الامامة).</w:t>
      </w:r>
    </w:p>
    <w:p w:rsidR="00F04D17" w:rsidRDefault="00F04D17" w:rsidP="00F04D17">
      <w:pPr>
        <w:pStyle w:val="libNormal"/>
        <w:rPr>
          <w:rtl/>
        </w:rPr>
      </w:pPr>
      <w:r>
        <w:rPr>
          <w:rtl/>
        </w:rPr>
        <w:t>(كتاب منهاج الكرامة في الامامة).</w:t>
      </w:r>
    </w:p>
    <w:p w:rsidR="00F04D17" w:rsidRDefault="00F04D17" w:rsidP="00F04D17">
      <w:pPr>
        <w:pStyle w:val="libNormal"/>
        <w:rPr>
          <w:rtl/>
        </w:rPr>
      </w:pPr>
      <w:r>
        <w:rPr>
          <w:rtl/>
        </w:rPr>
        <w:t xml:space="preserve">(كتاب إستقصاء النظر في القضاء والقدر) الرسالة السعدية </w:t>
      </w:r>
      <w:r w:rsidR="00CD27DE">
        <w:rPr>
          <w:rtl/>
        </w:rPr>
        <w:t>( رسالة واجب الاعتقاد )</w:t>
      </w:r>
      <w:r>
        <w:rPr>
          <w:rtl/>
        </w:rPr>
        <w:t>.</w:t>
      </w:r>
    </w:p>
    <w:p w:rsidR="00F04D17" w:rsidRDefault="00F04D17" w:rsidP="00F04D17">
      <w:pPr>
        <w:pStyle w:val="libNormal"/>
        <w:rPr>
          <w:rtl/>
        </w:rPr>
      </w:pPr>
      <w:r>
        <w:rPr>
          <w:rtl/>
        </w:rPr>
        <w:t>(كتاب الالفين الفارق بين الصدق والمتين) وهذه الكتب فيها كثير لم يتم، نرجو من الله تعالى إتمامه.</w:t>
      </w:r>
    </w:p>
    <w:p w:rsidR="00F04D17" w:rsidRDefault="00F04D17" w:rsidP="00F04D17">
      <w:pPr>
        <w:pStyle w:val="libNormal"/>
        <w:rPr>
          <w:rtl/>
        </w:rPr>
      </w:pPr>
      <w:r>
        <w:rPr>
          <w:rtl/>
        </w:rPr>
        <w:t>والمولد: تاسع عشر شهر رمضان سنة ثمان وأربعين وسمائة، ونسئل الله تعالى خاتمة الخير بمنه وكرمه.</w:t>
      </w:r>
    </w:p>
    <w:p w:rsidR="00F04D17" w:rsidRDefault="00F04D17" w:rsidP="00F04D17">
      <w:pPr>
        <w:pStyle w:val="libNormal"/>
        <w:rPr>
          <w:rtl/>
        </w:rPr>
      </w:pPr>
      <w:r>
        <w:rPr>
          <w:rtl/>
        </w:rPr>
        <w:br w:type="page"/>
      </w:r>
    </w:p>
    <w:p w:rsidR="00F04D17" w:rsidRDefault="00F04D17" w:rsidP="00F04D17">
      <w:pPr>
        <w:pStyle w:val="Heading3Center"/>
        <w:rPr>
          <w:rtl/>
        </w:rPr>
      </w:pPr>
      <w:bookmarkStart w:id="72" w:name="38"/>
      <w:bookmarkStart w:id="73" w:name="_Toc418411958"/>
      <w:r>
        <w:rPr>
          <w:rtl/>
        </w:rPr>
        <w:lastRenderedPageBreak/>
        <w:t>الباب الثاني في الحسين تسعة وعشرون رجلا</w:t>
      </w:r>
      <w:bookmarkEnd w:id="72"/>
      <w:bookmarkEnd w:id="73"/>
    </w:p>
    <w:p w:rsidR="00F04D17" w:rsidRDefault="00F04D17" w:rsidP="00F04D17">
      <w:pPr>
        <w:pStyle w:val="libNormal"/>
        <w:rPr>
          <w:rtl/>
        </w:rPr>
      </w:pPr>
      <w:r>
        <w:rPr>
          <w:rtl/>
        </w:rPr>
        <w:t>1 - (الحسين) بن الجهم بن بكير بن أعين من أصحاب الكاظم عليه السلام ثقة.</w:t>
      </w:r>
    </w:p>
    <w:p w:rsidR="00F04D17" w:rsidRDefault="00F04D17" w:rsidP="00F04D17">
      <w:pPr>
        <w:pStyle w:val="libNormal"/>
        <w:rPr>
          <w:rtl/>
        </w:rPr>
      </w:pPr>
      <w:r>
        <w:rPr>
          <w:rtl/>
        </w:rPr>
        <w:t>2 - (الحسين) بن صدقة من أصحاب الكاظم عليه السلام ثقة.</w:t>
      </w:r>
    </w:p>
    <w:p w:rsidR="00F04D17" w:rsidRDefault="00F04D17" w:rsidP="00F04D17">
      <w:pPr>
        <w:pStyle w:val="libNormal"/>
        <w:rPr>
          <w:rtl/>
        </w:rPr>
      </w:pPr>
      <w:r>
        <w:rPr>
          <w:rtl/>
        </w:rPr>
        <w:t>3 - (الحسين) بن علي بن يقطين من أصحاب أبى الحسن الرضا عليه السلام ثقة.</w:t>
      </w:r>
    </w:p>
    <w:p w:rsidR="00F04D17" w:rsidRDefault="00F04D17" w:rsidP="00F04D17">
      <w:pPr>
        <w:pStyle w:val="libNormal"/>
        <w:rPr>
          <w:rtl/>
        </w:rPr>
      </w:pPr>
      <w:r>
        <w:rPr>
          <w:rtl/>
        </w:rPr>
        <w:t>4 - (الحسين) بن سعيد بن حماد بن مهران الاهوازي مولى علي بن الحسين عليهما السلام ثقة عين جليل القدر روى عن الرضا عليه السلام وعن أبي جعفر وعن أبى الحسن الثالث عليهما السلام اصله كوفي وانتقل مع أخيه الحسن إلى الاهواز، ثم تحول إلى قم فنزل على الحسن بن ابان وتوفى بقم رحمه الله.</w:t>
      </w:r>
    </w:p>
    <w:p w:rsidR="00F04D17" w:rsidRDefault="00F04D17" w:rsidP="00F04D17">
      <w:pPr>
        <w:pStyle w:val="libNormal"/>
        <w:rPr>
          <w:rtl/>
        </w:rPr>
      </w:pPr>
      <w:r>
        <w:rPr>
          <w:rtl/>
        </w:rPr>
        <w:t>5 - (الحسين) بن عمر بن يزيد من أصحاب أبي الحسن الرضا عليه السلام ثقة.</w:t>
      </w:r>
    </w:p>
    <w:p w:rsidR="00F04D17" w:rsidRDefault="00F04D17" w:rsidP="00F04D17">
      <w:pPr>
        <w:pStyle w:val="libNormal"/>
        <w:rPr>
          <w:rtl/>
        </w:rPr>
      </w:pPr>
      <w:r>
        <w:rPr>
          <w:rtl/>
        </w:rPr>
        <w:t>6 - (الحسين) بن بشار بالباء المنقطة تحتها نقطة والشين المعجمة المشددة مدايني مولى زياد من اصحاب الرضا عليه السلام.</w:t>
      </w:r>
    </w:p>
    <w:p w:rsidR="00F04D17" w:rsidRDefault="00F04D17" w:rsidP="00F04D17">
      <w:pPr>
        <w:pStyle w:val="libNormal"/>
        <w:rPr>
          <w:rtl/>
        </w:rPr>
      </w:pPr>
      <w:r>
        <w:rPr>
          <w:rtl/>
        </w:rPr>
        <w:t>قال الشيخ الطوسي رحمه الله: انه ثقة صحيح روى عن أبى الحسن عليه السلام وقال الكشي: انه رجع عن القول بالوقف وقال بالحق. فأنا أعتمد على ما يرويه بشهادة الشيخين له، وإن كان طريق الكشي إلى الرجوع عن الوقف، فيه نظر، لكنه عاضد لنص الشيخ عليه.</w:t>
      </w:r>
    </w:p>
    <w:p w:rsidR="00F04D17" w:rsidRDefault="00F04D17" w:rsidP="00F04D17">
      <w:pPr>
        <w:pStyle w:val="libNormal"/>
        <w:rPr>
          <w:rtl/>
        </w:rPr>
      </w:pPr>
      <w:r>
        <w:rPr>
          <w:rtl/>
        </w:rPr>
        <w:t>7 - (الحسين) بن أسد بالسين غير المعجمة من أصحاب أبي جعفر الثاني الجواد عليه السلام ثقة.</w:t>
      </w:r>
    </w:p>
    <w:p w:rsidR="00F04D17" w:rsidRDefault="00F04D17" w:rsidP="00F04D17">
      <w:pPr>
        <w:pStyle w:val="libNormal"/>
        <w:rPr>
          <w:rtl/>
        </w:rPr>
      </w:pPr>
      <w:r>
        <w:rPr>
          <w:rtl/>
        </w:rPr>
        <w:t>8 - (الحسين) بن اسكيب بالسين غير المعجمة والكاف المكسورة والياء المنقطة</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تحتها نقطتين والباء المنقطة تحتها نقطة المروزي المقيم بسمرقند وكش، من أصحاب أبي محمد العسكري عليه السلام ثقة ثقة ثبت عالم متكلم مصنف الكتب، له كتب ذكرناها في كتابنا الكبير.</w:t>
      </w:r>
    </w:p>
    <w:p w:rsidR="00F04D17" w:rsidRDefault="00F04D17" w:rsidP="00F04D17">
      <w:pPr>
        <w:pStyle w:val="libNormal"/>
        <w:rPr>
          <w:rtl/>
        </w:rPr>
      </w:pPr>
      <w:r>
        <w:rPr>
          <w:rtl/>
        </w:rPr>
        <w:t>قال الشيخ الطوسي (ره): انه فاضل جليل القدر متكلم فقيه مناظر صاحب تصانيف لطيف الكلام جيد النظر ونحوه.</w:t>
      </w:r>
    </w:p>
    <w:p w:rsidR="00F04D17" w:rsidRDefault="00F04D17" w:rsidP="00F04D17">
      <w:pPr>
        <w:pStyle w:val="libNormal"/>
        <w:rPr>
          <w:rtl/>
        </w:rPr>
      </w:pPr>
      <w:r>
        <w:rPr>
          <w:rtl/>
        </w:rPr>
        <w:t>قال الكشي والنجاشي: لم يرو عن الائمة عليهم السلام لكنه من اصحاب العسكري عليه السلام.</w:t>
      </w:r>
    </w:p>
    <w:p w:rsidR="00F04D17" w:rsidRDefault="00F04D17" w:rsidP="00F04D17">
      <w:pPr>
        <w:pStyle w:val="libNormal"/>
        <w:rPr>
          <w:rtl/>
        </w:rPr>
      </w:pPr>
      <w:r>
        <w:rPr>
          <w:rtl/>
        </w:rPr>
        <w:t>قال الكشي: هو القمي خادم القبر.</w:t>
      </w:r>
    </w:p>
    <w:p w:rsidR="00F04D17" w:rsidRDefault="00F04D17" w:rsidP="00F04D17">
      <w:pPr>
        <w:pStyle w:val="libNormal"/>
        <w:rPr>
          <w:rtl/>
        </w:rPr>
      </w:pPr>
      <w:r>
        <w:rPr>
          <w:rtl/>
        </w:rPr>
        <w:t>9 - (الحسين) بن علي بن سفيان بن خالد بن سفيان أبوعبدالله البزوفري شيخ ثقة جليل من أصحابنا خاص.</w:t>
      </w:r>
    </w:p>
    <w:p w:rsidR="00F04D17" w:rsidRDefault="00F04D17" w:rsidP="00F04D17">
      <w:pPr>
        <w:pStyle w:val="libNormal"/>
        <w:rPr>
          <w:rtl/>
        </w:rPr>
      </w:pPr>
      <w:r>
        <w:rPr>
          <w:rtl/>
        </w:rPr>
        <w:t>10 - (الحسين) بن علي بن الحسين بن موسى بن بابويه كثير الرواية يروي عن جماعة وعن ابيه وعن اخيه محمد بن علي ثقة.</w:t>
      </w:r>
    </w:p>
    <w:p w:rsidR="00F04D17" w:rsidRDefault="00F04D17" w:rsidP="00F04D17">
      <w:pPr>
        <w:pStyle w:val="libNormal"/>
        <w:rPr>
          <w:rtl/>
        </w:rPr>
      </w:pPr>
      <w:r>
        <w:rPr>
          <w:rtl/>
        </w:rPr>
        <w:t>11 - (الحسين) بن عبيد الله بن ابراهيم الغضايري يكنى ابا عبدالله كثير السماع عارف بالرجال وله تصانيف ذكرناها في كتابنا الكبير. شيخ الطائفة سمع الشيخ الطوسي (ره) منه وأجاز جميع رواياته، مات رحمه الله في منتصف صفر سنة إحدى عشرة واربعمائة، وكذا أجاز للنجاشي.</w:t>
      </w:r>
    </w:p>
    <w:p w:rsidR="00F04D17" w:rsidRDefault="00F04D17" w:rsidP="00F04D17">
      <w:pPr>
        <w:pStyle w:val="libNormal"/>
        <w:rPr>
          <w:rtl/>
        </w:rPr>
      </w:pPr>
      <w:r>
        <w:rPr>
          <w:rtl/>
        </w:rPr>
        <w:t>12 - (الحسين) بن المنذر، روى الكشي: عن الصادق عليه السلام: انه من فراخ الشيعة، وفي الطريق محمد بن سنان عن الحسين بن منذر عن الصادق عليه السلام وهذه الرواية لاتثبت عندي عدالته، لكنها مرجحة، لقبول قوله.</w:t>
      </w:r>
    </w:p>
    <w:p w:rsidR="00F04D17" w:rsidRDefault="00F04D17" w:rsidP="00F04D17">
      <w:pPr>
        <w:pStyle w:val="libNormal"/>
        <w:rPr>
          <w:rtl/>
        </w:rPr>
      </w:pPr>
      <w:r>
        <w:rPr>
          <w:rtl/>
        </w:rPr>
        <w:t>13 - (الحسين) بن أبي حمزة.</w:t>
      </w:r>
    </w:p>
    <w:p w:rsidR="00F04D17" w:rsidRDefault="00F04D17" w:rsidP="00F04D17">
      <w:pPr>
        <w:pStyle w:val="libNormal"/>
        <w:rPr>
          <w:rtl/>
        </w:rPr>
      </w:pPr>
      <w:r>
        <w:rPr>
          <w:rtl/>
        </w:rPr>
        <w:t>قال الكشي: سألت أبا الحسن حمدويه بن نضير عن علي بن أبي حمزة الثمالي والحسين ابن أبي حمزة ومحمد أخويه؟ قال: كلهم ثقات فاضلون. وهذا سند صحيح أعمل عليه وأقبل روايته ورواية أخويه.</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وقال النجاشى: أسماء ولد أبي حمزة: نوح ومنصور وحمزة قتلوا مع زيد، ولم يذكر الحسين من عدد أولاده.</w:t>
      </w:r>
    </w:p>
    <w:p w:rsidR="00F04D17" w:rsidRDefault="00F04D17" w:rsidP="00F04D17">
      <w:pPr>
        <w:pStyle w:val="libNormal"/>
        <w:rPr>
          <w:rtl/>
        </w:rPr>
      </w:pPr>
      <w:r>
        <w:rPr>
          <w:rtl/>
        </w:rPr>
        <w:t>وقال ابن عقدة: حسين بن بنت أبي حمزة الثمالي خال محمد بن أبي حمزة، وان الحسين بن أبي حمزة بن ابنة الحسين بن أبي حمزة الثمالي، وان الحسين ابن حمزة الليثي ابن بنت أبي حمزة الثمالي.</w:t>
      </w:r>
    </w:p>
    <w:p w:rsidR="00F04D17" w:rsidRDefault="00F04D17" w:rsidP="00F04D17">
      <w:pPr>
        <w:pStyle w:val="libNormal"/>
        <w:rPr>
          <w:rtl/>
        </w:rPr>
      </w:pPr>
      <w:r>
        <w:rPr>
          <w:rtl/>
        </w:rPr>
        <w:t>وقال النجاشي أيض</w:t>
      </w:r>
      <w:r w:rsidR="00CD27DE">
        <w:rPr>
          <w:rtl/>
        </w:rPr>
        <w:t>اً</w:t>
      </w:r>
      <w:r>
        <w:rPr>
          <w:rtl/>
        </w:rPr>
        <w:t>: الحسين بن حمزة اللبثي الكوفي وهو ابن بنت أبي حمزة الثمالي ثقة.</w:t>
      </w:r>
    </w:p>
    <w:p w:rsidR="00F04D17" w:rsidRDefault="00F04D17" w:rsidP="00F04D17">
      <w:pPr>
        <w:pStyle w:val="libNormal"/>
        <w:rPr>
          <w:rtl/>
        </w:rPr>
      </w:pPr>
      <w:r>
        <w:rPr>
          <w:rtl/>
        </w:rPr>
        <w:t>روي عن أبي عبدالله عليه السلام: وأسقط لفظة أبي، بين الحسين وحمزة.</w:t>
      </w:r>
    </w:p>
    <w:p w:rsidR="00F04D17" w:rsidRDefault="00F04D17" w:rsidP="00F04D17">
      <w:pPr>
        <w:pStyle w:val="libNormal"/>
        <w:rPr>
          <w:rtl/>
        </w:rPr>
      </w:pPr>
      <w:r>
        <w:rPr>
          <w:rtl/>
        </w:rPr>
        <w:t>وبالجملة: فهذا الرجل عندي مقبول الرواية، ويجوز ان يكون ابن إبنة أبي حمزة وغلبت عليه النسبة إلى أبي حمزة، بالبنوة.</w:t>
      </w:r>
    </w:p>
    <w:p w:rsidR="00F04D17" w:rsidRDefault="00F04D17" w:rsidP="00F04D17">
      <w:pPr>
        <w:pStyle w:val="libNormal"/>
        <w:rPr>
          <w:rtl/>
        </w:rPr>
      </w:pPr>
      <w:r>
        <w:rPr>
          <w:rtl/>
        </w:rPr>
        <w:t>14 - (الحسين) بن عبد ربه. روى الكشي: عن محمد بن مسمود قال: حدثني محمد بن نصير قال: حدثني أحمد ابن محمد بن عيسى: انه كان وكيلا، وهذا سند صحيح.</w:t>
      </w:r>
    </w:p>
    <w:p w:rsidR="00F04D17" w:rsidRDefault="00F04D17" w:rsidP="00F04D17">
      <w:pPr>
        <w:pStyle w:val="libNormal"/>
        <w:rPr>
          <w:rtl/>
        </w:rPr>
      </w:pPr>
      <w:r>
        <w:rPr>
          <w:rtl/>
        </w:rPr>
        <w:t>15 - (الحسين) بن عثمان بن شريك بن عدي العامري الوحيدي ثقة روى عن أبي عبدالله عليه السلام وأبي الحسن عليه السلام له كتاب يرويه محمد بن أبي عمير عن الحسين بن عثمان.</w:t>
      </w:r>
    </w:p>
    <w:p w:rsidR="00F04D17" w:rsidRDefault="00F04D17" w:rsidP="00F04D17">
      <w:pPr>
        <w:pStyle w:val="libNormal"/>
        <w:rPr>
          <w:rtl/>
        </w:rPr>
      </w:pPr>
      <w:r>
        <w:rPr>
          <w:rtl/>
        </w:rPr>
        <w:t>قال الكشي: عن حمدويه عن أشياخه: ان الحسين بن عثمان خير فاضل ثقة.</w:t>
      </w:r>
    </w:p>
    <w:p w:rsidR="00F04D17" w:rsidRDefault="00F04D17" w:rsidP="00F04D17">
      <w:pPr>
        <w:pStyle w:val="libNormal"/>
        <w:rPr>
          <w:rtl/>
        </w:rPr>
      </w:pPr>
      <w:r>
        <w:rPr>
          <w:rtl/>
        </w:rPr>
        <w:t>16 - (الحسين) بن زيد بن علي بن الحسين عليهم السلام أبوعبدالله يلقب ذا الدمعة كان أبوعبدالله تبناه ورباه وزوجه بنت الاقط، روى عن أبي عبدالله عليه السلام وأبي الحسن عليه السلام وكتابه مختلف الرواية.</w:t>
      </w:r>
    </w:p>
    <w:p w:rsidR="00F04D17" w:rsidRDefault="00F04D17" w:rsidP="00F04D17">
      <w:pPr>
        <w:pStyle w:val="libNormal"/>
        <w:rPr>
          <w:rtl/>
        </w:rPr>
      </w:pPr>
      <w:r>
        <w:rPr>
          <w:rtl/>
        </w:rPr>
        <w:t>17 - (الحسين) بن نعيم بضم النون وفتح العين غير المعجمة الصحاف مولى بني أسد ثقة وأخواه علي ومحمد رووا عن أبي عبدالله عليه السلام.</w:t>
      </w:r>
    </w:p>
    <w:p w:rsidR="00F04D17" w:rsidRDefault="00F04D17" w:rsidP="00F04D17">
      <w:pPr>
        <w:pStyle w:val="libNormal"/>
        <w:rPr>
          <w:rtl/>
        </w:rPr>
      </w:pPr>
      <w:r>
        <w:rPr>
          <w:rtl/>
        </w:rPr>
        <w:t>18 - (الحسين) بن عثمان الاحمسي البجلي كوفي ثقة ذكره أبوالعباس في رجال أبي عبدالله عليه السلام.</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19 - (الحسين) بن ثور بالثاء المنقطة فوقها ثلاث نقط ابن أبي فاختة سعيد ابن حمران مولى ام هاني بنت أبي طالب، روى عن أبي جعفر عليه السلام وأبي عبدالله عليه السلام ثقة.</w:t>
      </w:r>
    </w:p>
    <w:p w:rsidR="00F04D17" w:rsidRDefault="00F04D17" w:rsidP="00F04D17">
      <w:pPr>
        <w:pStyle w:val="libNormal"/>
        <w:rPr>
          <w:rtl/>
        </w:rPr>
      </w:pPr>
      <w:r>
        <w:rPr>
          <w:rtl/>
        </w:rPr>
        <w:t>20 - (الحسين) بن عبيد الله بضم العين والياء بعد الباء ابن حمران الهمداني المعروف بالسكوني من أصحابنا الكوفيين ثقة.</w:t>
      </w:r>
    </w:p>
    <w:p w:rsidR="00F04D17" w:rsidRDefault="00F04D17" w:rsidP="00F04D17">
      <w:pPr>
        <w:pStyle w:val="libNormal"/>
        <w:rPr>
          <w:rtl/>
        </w:rPr>
      </w:pPr>
      <w:r>
        <w:rPr>
          <w:rtl/>
        </w:rPr>
        <w:t>21 - (الحسين) بن شاذوبه بالشين المعجمة والذال المعجمة أبوعبدالله الصفار وكان صحاف</w:t>
      </w:r>
      <w:r w:rsidR="00CD27DE">
        <w:rPr>
          <w:rtl/>
        </w:rPr>
        <w:t>اً</w:t>
      </w:r>
      <w:r>
        <w:rPr>
          <w:rtl/>
        </w:rPr>
        <w:t xml:space="preserve"> فيقال له الصحاف. قال النجاشي: انه كان ثقة قليل الحديث وقال الغضايري: يروى انه قمي، زعم القميون انه كان غالي</w:t>
      </w:r>
      <w:r w:rsidR="00CD27DE">
        <w:rPr>
          <w:rtl/>
        </w:rPr>
        <w:t>اً</w:t>
      </w:r>
      <w:r>
        <w:rPr>
          <w:rtl/>
        </w:rPr>
        <w:t>، وقال: رأيت له كتاب</w:t>
      </w:r>
      <w:r w:rsidR="00CD27DE">
        <w:rPr>
          <w:rtl/>
        </w:rPr>
        <w:t>اً</w:t>
      </w:r>
      <w:r>
        <w:rPr>
          <w:rtl/>
        </w:rPr>
        <w:t xml:space="preserve"> في الصلاة سديد</w:t>
      </w:r>
      <w:r w:rsidR="00CD27DE">
        <w:rPr>
          <w:rtl/>
        </w:rPr>
        <w:t>اً</w:t>
      </w:r>
      <w:r>
        <w:rPr>
          <w:rtl/>
        </w:rPr>
        <w:t>. والذي أعمل عليه قبول روايته، حيث عدله النجاشي، ولم يذكر ابن الغضايري ما يدل على ضعفه نص</w:t>
      </w:r>
      <w:r w:rsidR="00CD27DE">
        <w:rPr>
          <w:rtl/>
        </w:rPr>
        <w:t>اً</w:t>
      </w:r>
      <w:r>
        <w:rPr>
          <w:rtl/>
        </w:rPr>
        <w:t>.</w:t>
      </w:r>
    </w:p>
    <w:p w:rsidR="00F04D17" w:rsidRDefault="00F04D17" w:rsidP="00F04D17">
      <w:pPr>
        <w:pStyle w:val="libNormal"/>
        <w:rPr>
          <w:rtl/>
        </w:rPr>
      </w:pPr>
      <w:r>
        <w:rPr>
          <w:rtl/>
        </w:rPr>
        <w:t>22 - (الحسين) بن محمد بن علي الازدي أبوعبدالله ثقة من أصحابنا كوفي.</w:t>
      </w:r>
    </w:p>
    <w:p w:rsidR="00F04D17" w:rsidRDefault="00F04D17" w:rsidP="00F04D17">
      <w:pPr>
        <w:pStyle w:val="libNormal"/>
        <w:rPr>
          <w:rtl/>
        </w:rPr>
      </w:pPr>
      <w:r>
        <w:rPr>
          <w:rtl/>
        </w:rPr>
        <w:t>23 - (الحسين) بن علي أبوعبدالله المصري فقيه متكلم سكن مصر.</w:t>
      </w:r>
    </w:p>
    <w:p w:rsidR="00F04D17" w:rsidRDefault="00F04D17" w:rsidP="00F04D17">
      <w:pPr>
        <w:pStyle w:val="libNormal"/>
        <w:rPr>
          <w:rtl/>
        </w:rPr>
      </w:pPr>
      <w:r>
        <w:rPr>
          <w:rtl/>
        </w:rPr>
        <w:t>24 - (الحسين) الاشعري القمي أبوعبدالله ثقة.</w:t>
      </w:r>
    </w:p>
    <w:p w:rsidR="00F04D17" w:rsidRDefault="00F04D17" w:rsidP="00F04D17">
      <w:pPr>
        <w:pStyle w:val="libNormal"/>
        <w:rPr>
          <w:rtl/>
        </w:rPr>
      </w:pPr>
      <w:r>
        <w:rPr>
          <w:rtl/>
        </w:rPr>
        <w:t>25 - (الحسين) بن القاسم بن محمد بن أيوب بن شمون أبوعبدالله الكاتب. قال النجاشي: كان أبوه القاسم من أجلة أصحابنا. ولم ينص على تعديل الحسين.</w:t>
      </w:r>
    </w:p>
    <w:p w:rsidR="00F04D17" w:rsidRDefault="00F04D17" w:rsidP="00F04D17">
      <w:pPr>
        <w:pStyle w:val="libNormal"/>
        <w:rPr>
          <w:rtl/>
        </w:rPr>
      </w:pPr>
      <w:r>
        <w:rPr>
          <w:rtl/>
        </w:rPr>
        <w:t>وقال ابن الغضايري: الحسين بن القاسم بن محمد بن أيوب بن شمون، ضعفوه وهو عندي ثقة.</w:t>
      </w:r>
    </w:p>
    <w:p w:rsidR="00F04D17" w:rsidRDefault="00F04D17" w:rsidP="00F04D17">
      <w:pPr>
        <w:pStyle w:val="libNormal"/>
        <w:rPr>
          <w:rtl/>
        </w:rPr>
      </w:pPr>
      <w:r>
        <w:rPr>
          <w:rtl/>
        </w:rPr>
        <w:t>قال: ولكن بحث في من يروي عنه.</w:t>
      </w:r>
    </w:p>
    <w:p w:rsidR="00F04D17" w:rsidRDefault="00F04D17" w:rsidP="00F04D17">
      <w:pPr>
        <w:pStyle w:val="libNormal"/>
        <w:rPr>
          <w:rtl/>
        </w:rPr>
      </w:pPr>
      <w:r>
        <w:rPr>
          <w:rtl/>
        </w:rPr>
        <w:t>قال: وكان أبوه القاسم من وجوه الشيعة، ولكن لم يرو شيئ</w:t>
      </w:r>
      <w:r w:rsidR="00CD27DE">
        <w:rPr>
          <w:rtl/>
        </w:rPr>
        <w:t>اً</w:t>
      </w:r>
      <w:r>
        <w:rPr>
          <w:rtl/>
        </w:rPr>
        <w:t>.</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26 - (الحسين) بن محمد بن الفرزدق بن بحير بن زياد الفزاري ابوعبدالله المعروف بالقطعي، كان يبيع الخرق، ثقة.</w:t>
      </w:r>
    </w:p>
    <w:p w:rsidR="00F04D17" w:rsidRDefault="00F04D17" w:rsidP="00F04D17">
      <w:pPr>
        <w:pStyle w:val="libNormal"/>
        <w:rPr>
          <w:rtl/>
        </w:rPr>
      </w:pPr>
      <w:r>
        <w:rPr>
          <w:rtl/>
        </w:rPr>
        <w:t>27 - (الحسين) بن خالويه بالخاء المعجمة والياء المنقطة تحتها نقطتين بعد الواو وأبوعبدالله النحوي، سكن حلب ومات بها، وكان عارف</w:t>
      </w:r>
      <w:r w:rsidR="00CD27DE">
        <w:rPr>
          <w:rtl/>
        </w:rPr>
        <w:t>اً</w:t>
      </w:r>
      <w:r>
        <w:rPr>
          <w:rtl/>
        </w:rPr>
        <w:t xml:space="preserve"> بمذهبنا، وله كتب منها كتاب (إمامة أميرالمؤمنين عليه السلام).</w:t>
      </w:r>
    </w:p>
    <w:p w:rsidR="00F04D17" w:rsidRDefault="00F04D17" w:rsidP="00F04D17">
      <w:pPr>
        <w:pStyle w:val="libNormal"/>
        <w:rPr>
          <w:rtl/>
        </w:rPr>
      </w:pPr>
      <w:r>
        <w:rPr>
          <w:rtl/>
        </w:rPr>
        <w:t>28 - (الحسين) بن عبدالله بن جعفر له مكاتبة.</w:t>
      </w:r>
    </w:p>
    <w:p w:rsidR="00F04D17" w:rsidRDefault="00F04D17" w:rsidP="00F04D17">
      <w:pPr>
        <w:pStyle w:val="libNormal"/>
        <w:rPr>
          <w:rtl/>
        </w:rPr>
      </w:pPr>
      <w:r>
        <w:rPr>
          <w:rtl/>
        </w:rPr>
        <w:t>29 - (الحسين) بن علي بن الحسين بن محمد بن يوسف الوزير المغربي ابوالقاسم من ولد بلاس بن بهرام جور، وامه فاطمة بنت ابي عبدالله محمد بن ابراهيم بن جعفر النعماني، شيخنا توفى رحمه الله يوم النصف من شهر رمضان المبارك سنة ثمان عشرة و أربعمائة.</w:t>
      </w:r>
    </w:p>
    <w:p w:rsidR="00F04D17" w:rsidRDefault="00F04D17" w:rsidP="00F04D17">
      <w:pPr>
        <w:pStyle w:val="Heading3Center"/>
        <w:rPr>
          <w:rtl/>
        </w:rPr>
      </w:pPr>
      <w:bookmarkStart w:id="74" w:name="39"/>
      <w:bookmarkStart w:id="75" w:name="_Toc418411959"/>
      <w:r>
        <w:rPr>
          <w:rtl/>
        </w:rPr>
        <w:t>الباب الثالث حمزة خمسة رجال</w:t>
      </w:r>
      <w:bookmarkEnd w:id="74"/>
      <w:bookmarkEnd w:id="75"/>
    </w:p>
    <w:p w:rsidR="00F04D17" w:rsidRDefault="00F04D17" w:rsidP="00F04D17">
      <w:pPr>
        <w:pStyle w:val="libNormal"/>
        <w:rPr>
          <w:rtl/>
        </w:rPr>
      </w:pPr>
      <w:r>
        <w:rPr>
          <w:rtl/>
        </w:rPr>
        <w:t>1 - (حمزة) بن عبدالمطلب من أصحاب رسول الله صلى الله عليه وآله قتل باحد (ره) ثقة.</w:t>
      </w:r>
    </w:p>
    <w:p w:rsidR="00F04D17" w:rsidRDefault="00F04D17" w:rsidP="00F04D17">
      <w:pPr>
        <w:pStyle w:val="libNormal"/>
        <w:rPr>
          <w:rtl/>
        </w:rPr>
      </w:pPr>
      <w:r>
        <w:rPr>
          <w:rtl/>
        </w:rPr>
        <w:t>2 - (حمزة) بن الطيار، روى الكشي: عن حمدويه وابراهيم عن محمد بن عيسى عن ابن ابي عمير عن هشام بن الحكم عن أبي عبدالله عليه السلام: الترحم عليه بعد موته والدعاء له بالنصرة والسرور، وانه كان شديد الخصومة عن أهل البيت عليهم السلام ومحمد بن عيسى وان كان فيه قول، لكن الارجح عندي قبول روايته.</w:t>
      </w:r>
    </w:p>
    <w:p w:rsidR="00F04D17" w:rsidRDefault="00F04D17" w:rsidP="00F04D17">
      <w:pPr>
        <w:pStyle w:val="libNormal"/>
        <w:rPr>
          <w:rtl/>
        </w:rPr>
      </w:pPr>
      <w:r>
        <w:rPr>
          <w:rtl/>
        </w:rPr>
        <w:t>3 - (حمزة) بن القاسم بن علي بن حمزة بن الحسن بن عبدالله بن العباس بن علي بن أبي طالب (ع) أبو يعلي ثقة جليل القدر من أصحابنا كثير الحديث له كتاب من روى عن جعفر بن محمد بن محمد من الرجال.</w:t>
      </w:r>
    </w:p>
    <w:p w:rsidR="00F04D17" w:rsidRDefault="00F04D17" w:rsidP="00F04D17">
      <w:pPr>
        <w:pStyle w:val="libNormal"/>
        <w:rPr>
          <w:rtl/>
        </w:rPr>
      </w:pPr>
      <w:r>
        <w:rPr>
          <w:rtl/>
        </w:rPr>
        <w:t>4 - (حمزة) بن يعلي الاشعري ابويعلى القمي روى عن الرضا وأبي جعفر الثاني عليهما السلام ثقة وجه.</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5 - (حمزة) بن بزيع، من صالحي هذه الطائفة وثقاتهم كثير العلم.</w:t>
      </w:r>
    </w:p>
    <w:p w:rsidR="00F04D17" w:rsidRDefault="00F04D17" w:rsidP="00F04D17">
      <w:pPr>
        <w:pStyle w:val="libNormal"/>
        <w:rPr>
          <w:rtl/>
        </w:rPr>
      </w:pPr>
      <w:r>
        <w:rPr>
          <w:rtl/>
        </w:rPr>
        <w:t>قال الكشي: روى أصحابنا: عن الفضل بن كثير عن علي بن عبدالغفار المكفوف عن الحسن بن الحسين بن صالح الخثعمي قال: ذكر بين يدي أبى الحسن الرضا عليه السلام حمزة بن بزيع؟ فترحم عليه، فقيل: أنه كان يقول بموسى؟ فترحم عليه ساعة، ثم قال: من جحد حقي ! كان كمن جحد حق آبائي.</w:t>
      </w:r>
    </w:p>
    <w:p w:rsidR="00F04D17" w:rsidRDefault="00F04D17" w:rsidP="00F04D17">
      <w:pPr>
        <w:pStyle w:val="libNormal"/>
        <w:rPr>
          <w:rtl/>
        </w:rPr>
      </w:pPr>
      <w:r>
        <w:rPr>
          <w:rtl/>
        </w:rPr>
        <w:t>وهذا الطريق لم يثبت صحته عندي.</w:t>
      </w:r>
    </w:p>
    <w:p w:rsidR="00F04D17" w:rsidRDefault="00F04D17" w:rsidP="00F04D17">
      <w:pPr>
        <w:pStyle w:val="Heading3Center"/>
        <w:rPr>
          <w:rtl/>
        </w:rPr>
      </w:pPr>
      <w:bookmarkStart w:id="76" w:name="40"/>
      <w:bookmarkStart w:id="77" w:name="_Toc418411960"/>
      <w:r>
        <w:rPr>
          <w:rtl/>
        </w:rPr>
        <w:t>الباب الرابع الحرث ثلاث عشر رجلا</w:t>
      </w:r>
      <w:bookmarkEnd w:id="76"/>
      <w:bookmarkEnd w:id="77"/>
    </w:p>
    <w:p w:rsidR="00F04D17" w:rsidRDefault="00F04D17" w:rsidP="00F04D17">
      <w:pPr>
        <w:pStyle w:val="libNormal"/>
        <w:rPr>
          <w:rtl/>
        </w:rPr>
      </w:pPr>
      <w:r>
        <w:rPr>
          <w:rtl/>
        </w:rPr>
        <w:t>1 - (الحرث) بن هشام من أصحاب رسول الله صلى الله عليه وآله، وقيل: مات بالشام.</w:t>
      </w:r>
    </w:p>
    <w:p w:rsidR="00F04D17" w:rsidRDefault="00F04D17" w:rsidP="00F04D17">
      <w:pPr>
        <w:pStyle w:val="libNormal"/>
        <w:rPr>
          <w:rtl/>
        </w:rPr>
      </w:pPr>
      <w:r>
        <w:rPr>
          <w:rtl/>
        </w:rPr>
        <w:t>وقيل: قتل يوم اليرموك.</w:t>
      </w:r>
    </w:p>
    <w:p w:rsidR="00F04D17" w:rsidRDefault="00F04D17" w:rsidP="00F04D17">
      <w:pPr>
        <w:pStyle w:val="libNormal"/>
        <w:rPr>
          <w:rtl/>
        </w:rPr>
      </w:pPr>
      <w:r>
        <w:rPr>
          <w:rtl/>
        </w:rPr>
        <w:t>2 - (الحرث) بن أنس الاشهل بالشين المعجمة أنصاري، قتل يوم احد.</w:t>
      </w:r>
    </w:p>
    <w:p w:rsidR="00F04D17" w:rsidRDefault="00F04D17" w:rsidP="00F04D17">
      <w:pPr>
        <w:pStyle w:val="libNormal"/>
        <w:rPr>
          <w:rtl/>
        </w:rPr>
      </w:pPr>
      <w:r>
        <w:rPr>
          <w:rtl/>
        </w:rPr>
        <w:t xml:space="preserve">3 - (الحرث) بن النعمان شهد </w:t>
      </w:r>
      <w:r w:rsidR="00CD27DE">
        <w:rPr>
          <w:rtl/>
        </w:rPr>
        <w:t>بدراً</w:t>
      </w:r>
      <w:r>
        <w:rPr>
          <w:rtl/>
        </w:rPr>
        <w:t>.</w:t>
      </w:r>
    </w:p>
    <w:p w:rsidR="00F04D17" w:rsidRDefault="00F04D17" w:rsidP="00F04D17">
      <w:pPr>
        <w:pStyle w:val="libNormal"/>
        <w:rPr>
          <w:rtl/>
        </w:rPr>
      </w:pPr>
      <w:r>
        <w:rPr>
          <w:rtl/>
        </w:rPr>
        <w:t xml:space="preserve">4 - (الحرث) بن قيس شهد العقبة في السبعين وشهد </w:t>
      </w:r>
      <w:r w:rsidR="00CD27DE">
        <w:rPr>
          <w:rtl/>
        </w:rPr>
        <w:t>بدراً</w:t>
      </w:r>
      <w:r>
        <w:rPr>
          <w:rtl/>
        </w:rPr>
        <w:t xml:space="preserve"> وما بعدها من الغزوات واليمامة ومات في خلافة عمر.</w:t>
      </w:r>
    </w:p>
    <w:p w:rsidR="00F04D17" w:rsidRDefault="00F04D17" w:rsidP="00F04D17">
      <w:pPr>
        <w:pStyle w:val="libNormal"/>
        <w:rPr>
          <w:rtl/>
        </w:rPr>
      </w:pPr>
      <w:r>
        <w:rPr>
          <w:rtl/>
        </w:rPr>
        <w:t>5 - (الحرث) بن همام من أصحاب أميرامؤمنين عليه السلام صاحب لواء الاشتر يوم صفين.</w:t>
      </w:r>
    </w:p>
    <w:p w:rsidR="00F04D17" w:rsidRDefault="00F04D17" w:rsidP="00F04D17">
      <w:pPr>
        <w:pStyle w:val="libNormal"/>
        <w:rPr>
          <w:rtl/>
        </w:rPr>
      </w:pPr>
      <w:r>
        <w:rPr>
          <w:rtl/>
        </w:rPr>
        <w:t>6 - (الحرث) بن الربيع يكنى ابا زياد، كان عامل أميرالمؤمنين عليه السلام على المدينة احد بني مازن بن البحار.</w:t>
      </w:r>
    </w:p>
    <w:p w:rsidR="00F04D17" w:rsidRDefault="00F04D17" w:rsidP="00F04D17">
      <w:pPr>
        <w:pStyle w:val="libNormal"/>
        <w:rPr>
          <w:rtl/>
        </w:rPr>
      </w:pPr>
      <w:r>
        <w:rPr>
          <w:rtl/>
        </w:rPr>
        <w:t>7 - (الحرث) بن قيس من أصحاب أميرالمؤمنين عليه السلام قطعت رجله بصفين.</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8 - (الحرث) الاعور، قال الكشي في طريق فيه الشعي انه قال لعلي عليه السلام: اني احبك.</w:t>
      </w:r>
    </w:p>
    <w:p w:rsidR="00F04D17" w:rsidRDefault="00F04D17" w:rsidP="00F04D17">
      <w:pPr>
        <w:pStyle w:val="libNormal"/>
        <w:rPr>
          <w:rtl/>
        </w:rPr>
      </w:pPr>
      <w:r>
        <w:rPr>
          <w:rtl/>
        </w:rPr>
        <w:t>ولا تثبت بها عندي عدالته، بل ترجيح ما.</w:t>
      </w:r>
    </w:p>
    <w:p w:rsidR="00F04D17" w:rsidRDefault="00F04D17" w:rsidP="00F04D17">
      <w:pPr>
        <w:pStyle w:val="libNormal"/>
        <w:rPr>
          <w:rtl/>
        </w:rPr>
      </w:pPr>
      <w:r>
        <w:rPr>
          <w:rtl/>
        </w:rPr>
        <w:t>9 - (الحرث) بن قيص، قال الكشي: انه كان جليلا فقيه</w:t>
      </w:r>
      <w:r w:rsidR="00CD27DE">
        <w:rPr>
          <w:rtl/>
        </w:rPr>
        <w:t>اً</w:t>
      </w:r>
      <w:r>
        <w:rPr>
          <w:rtl/>
        </w:rPr>
        <w:t xml:space="preserve"> وكان اعور.</w:t>
      </w:r>
    </w:p>
    <w:p w:rsidR="00F04D17" w:rsidRDefault="00F04D17" w:rsidP="00F04D17">
      <w:pPr>
        <w:pStyle w:val="libNormal"/>
        <w:rPr>
          <w:rtl/>
        </w:rPr>
      </w:pPr>
      <w:r>
        <w:rPr>
          <w:rtl/>
        </w:rPr>
        <w:t>10 - (الحرث) بن المغيرة النصري بالنون والصاد غير المعجمة.</w:t>
      </w:r>
    </w:p>
    <w:p w:rsidR="00F04D17" w:rsidRDefault="00F04D17" w:rsidP="00F04D17">
      <w:pPr>
        <w:pStyle w:val="libNormal"/>
        <w:rPr>
          <w:rtl/>
        </w:rPr>
      </w:pPr>
      <w:r>
        <w:rPr>
          <w:rtl/>
        </w:rPr>
        <w:t>روى الكشي: عن محمد بن قولويه قال: حدثنا سعد بن عبدالله عن احمد بن محمد ابن عيسى عن عبدالله بن محمد الحجال عن يونس بن يعقوب قال: كنا عند أبي عبدالله عليه السلام فقال: ما لكم من مفزع اما لكم من مستراح تستريحون اليه ما يمنعكم من الحرث بن المغيرة النصري.</w:t>
      </w:r>
    </w:p>
    <w:p w:rsidR="00F04D17" w:rsidRDefault="00F04D17" w:rsidP="00F04D17">
      <w:pPr>
        <w:pStyle w:val="libNormal"/>
        <w:rPr>
          <w:rtl/>
        </w:rPr>
      </w:pPr>
      <w:r>
        <w:rPr>
          <w:rtl/>
        </w:rPr>
        <w:t>وروى ايض</w:t>
      </w:r>
      <w:r w:rsidR="00CD27DE">
        <w:rPr>
          <w:rtl/>
        </w:rPr>
        <w:t>اً</w:t>
      </w:r>
      <w:r>
        <w:rPr>
          <w:rtl/>
        </w:rPr>
        <w:t xml:space="preserve">: </w:t>
      </w:r>
      <w:r w:rsidR="00CD27DE">
        <w:rPr>
          <w:rtl/>
        </w:rPr>
        <w:t>حديثاً</w:t>
      </w:r>
      <w:r>
        <w:rPr>
          <w:rtl/>
        </w:rPr>
        <w:t xml:space="preserve"> في طريقه سجادة: انه من أهل الجنة.</w:t>
      </w:r>
    </w:p>
    <w:p w:rsidR="00F04D17" w:rsidRDefault="00F04D17" w:rsidP="00F04D17">
      <w:pPr>
        <w:pStyle w:val="libNormal"/>
        <w:rPr>
          <w:rtl/>
        </w:rPr>
      </w:pPr>
      <w:r>
        <w:rPr>
          <w:rtl/>
        </w:rPr>
        <w:t>وقال النجاشي: حارث بن المغيرة النصري من بني نصر بن معاوية بصري عربي روى عن أبى جعفر الباقر والصادق والكاظم عليهم السلام وعن زيد بن علي عليه السلام و هو ثقة ثقة.</w:t>
      </w:r>
    </w:p>
    <w:p w:rsidR="00F04D17" w:rsidRDefault="00F04D17" w:rsidP="00F04D17">
      <w:pPr>
        <w:pStyle w:val="libNormal"/>
        <w:rPr>
          <w:rtl/>
        </w:rPr>
      </w:pPr>
      <w:r>
        <w:rPr>
          <w:rtl/>
        </w:rPr>
        <w:t>11 - (الحرث) بن عمران الجعفري الكلبي كوفي ثقة روى عن جعفر بن محمد عليه السلام.</w:t>
      </w:r>
    </w:p>
    <w:p w:rsidR="00F04D17" w:rsidRDefault="00F04D17" w:rsidP="00F04D17">
      <w:pPr>
        <w:pStyle w:val="libNormal"/>
        <w:rPr>
          <w:rtl/>
        </w:rPr>
      </w:pPr>
      <w:r>
        <w:rPr>
          <w:rtl/>
        </w:rPr>
        <w:t>12 - (الحرث) بن ابي رسن الاودي بالواو الكوفي. قال ابن عقدة: انه اول من ألقى التشيع في بني اود.</w:t>
      </w:r>
    </w:p>
    <w:p w:rsidR="00F04D17" w:rsidRDefault="00F04D17" w:rsidP="00F04D17">
      <w:pPr>
        <w:pStyle w:val="libNormal"/>
        <w:rPr>
          <w:rtl/>
        </w:rPr>
      </w:pPr>
      <w:r>
        <w:rPr>
          <w:rtl/>
        </w:rPr>
        <w:t>13 - (الحرث) بن غصين بضم الغين المعجمة وفتح الصاد المهملة ابووهب الثقفي الكوفي.</w:t>
      </w:r>
    </w:p>
    <w:p w:rsidR="00F04D17" w:rsidRDefault="00F04D17" w:rsidP="00F04D17">
      <w:pPr>
        <w:pStyle w:val="libNormal"/>
        <w:rPr>
          <w:rtl/>
        </w:rPr>
      </w:pPr>
      <w:r>
        <w:rPr>
          <w:rtl/>
        </w:rPr>
        <w:t>قال ابن عقدة: عن محمد بن عبدالله بن ابى حكيمة عن ابن نمير: انه ثقة خيار وتوفي سنة ثلاث و اربعين ومائة.</w:t>
      </w:r>
    </w:p>
    <w:p w:rsidR="00F04D17" w:rsidRDefault="00F04D17" w:rsidP="00F04D17">
      <w:pPr>
        <w:pStyle w:val="Heading3Center"/>
        <w:rPr>
          <w:rtl/>
        </w:rPr>
      </w:pPr>
      <w:bookmarkStart w:id="78" w:name="41"/>
      <w:bookmarkStart w:id="79" w:name="_Toc418411961"/>
      <w:r>
        <w:rPr>
          <w:rtl/>
        </w:rPr>
        <w:t>الباب الخامس حماد سبعة رجال</w:t>
      </w:r>
      <w:bookmarkEnd w:id="78"/>
      <w:bookmarkEnd w:id="79"/>
    </w:p>
    <w:p w:rsidR="00F04D17" w:rsidRDefault="00F04D17" w:rsidP="00F04D17">
      <w:pPr>
        <w:pStyle w:val="libNormal"/>
        <w:rPr>
          <w:rtl/>
        </w:rPr>
      </w:pPr>
      <w:r>
        <w:rPr>
          <w:rtl/>
        </w:rPr>
        <w:t>1 - (حماد) بن ضمخة بالضاد المعجمة المفتوحة والخاء المعجمة بعد الميم الكوفي روى عنه وهيب بن حفص وكان ثقة.</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2 - (حماد) بن عيسى ابومحمد الجهني البصري مولى.</w:t>
      </w:r>
    </w:p>
    <w:p w:rsidR="00F04D17" w:rsidRDefault="00F04D17" w:rsidP="00F04D17">
      <w:pPr>
        <w:pStyle w:val="libNormal"/>
        <w:rPr>
          <w:rtl/>
        </w:rPr>
      </w:pPr>
      <w:r>
        <w:rPr>
          <w:rtl/>
        </w:rPr>
        <w:t>وقيل: عربي اصله الكوفة وسكن البصرة، كان متحرز</w:t>
      </w:r>
      <w:r w:rsidR="00CD27DE">
        <w:rPr>
          <w:rtl/>
        </w:rPr>
        <w:t>اً</w:t>
      </w:r>
      <w:r>
        <w:rPr>
          <w:rtl/>
        </w:rPr>
        <w:t xml:space="preserve"> في الحديث روى عن أبي عبدالله عليه السلام عشرين </w:t>
      </w:r>
      <w:r w:rsidR="00CD27DE">
        <w:rPr>
          <w:rtl/>
        </w:rPr>
        <w:t>حديثاً</w:t>
      </w:r>
      <w:r>
        <w:rPr>
          <w:rtl/>
        </w:rPr>
        <w:t xml:space="preserve"> وعن أبي الحسن والرضا عليهما السلام، ومات في حياة أبي جعفر الثاني، ولم يحفظ عنه رواية عن الرضا (ع) ولا عن أبي جعفر، وكان ثقة في حديثه صدوق</w:t>
      </w:r>
      <w:r w:rsidR="00CD27DE">
        <w:rPr>
          <w:rtl/>
        </w:rPr>
        <w:t>اً</w:t>
      </w:r>
      <w:r>
        <w:rPr>
          <w:rtl/>
        </w:rPr>
        <w:t>.</w:t>
      </w:r>
    </w:p>
    <w:p w:rsidR="00F04D17" w:rsidRDefault="00F04D17" w:rsidP="00F04D17">
      <w:pPr>
        <w:pStyle w:val="libNormal"/>
        <w:rPr>
          <w:rtl/>
        </w:rPr>
      </w:pPr>
      <w:r>
        <w:rPr>
          <w:rtl/>
        </w:rPr>
        <w:t xml:space="preserve">قال: سمعت من أبى عبدالله عليه السلام سبعين </w:t>
      </w:r>
      <w:r w:rsidR="00CD27DE">
        <w:rPr>
          <w:rtl/>
        </w:rPr>
        <w:t>حديثاً</w:t>
      </w:r>
      <w:r>
        <w:rPr>
          <w:rtl/>
        </w:rPr>
        <w:t>، فلم ازل ادخل الشك على نفسي حتى اقتصرت على هذه العشرين. دماله أبو عبدالله عليه السلام بان تحج خمسين حجة؟ فحجها، وغرق بعد ذلك وتوفي سنة تسع ومأتين. وقيل: ثمان ومأتين، وكان من جهينة ومات بوادي فناة بالمدينة، وهو واد يسيل من الشجرة إلى المدينة، وهو عريق الجحفة وله نيف وتسعين سنة رحمه الله.</w:t>
      </w:r>
    </w:p>
    <w:p w:rsidR="00F04D17" w:rsidRDefault="00F04D17" w:rsidP="00F04D17">
      <w:pPr>
        <w:pStyle w:val="libNormal"/>
        <w:rPr>
          <w:rtl/>
        </w:rPr>
      </w:pPr>
      <w:r>
        <w:rPr>
          <w:rtl/>
        </w:rPr>
        <w:t>قال الكشي: أجمعت العصابة على تصحيح ما يصح عنه وأقروا له بالفقه، في آخرين.</w:t>
      </w:r>
    </w:p>
    <w:p w:rsidR="00F04D17" w:rsidRDefault="00F04D17" w:rsidP="00F04D17">
      <w:pPr>
        <w:pStyle w:val="libNormal"/>
        <w:rPr>
          <w:rtl/>
        </w:rPr>
      </w:pPr>
      <w:r>
        <w:rPr>
          <w:rtl/>
        </w:rPr>
        <w:t>3 - (حماد) بن عثمان الباب ثقة جليل القدر من أصحاب الرضا عليه السلام ومن أصحاب الكاظم عليه السلام والحسين أخوه وجعفر اولاد عثمان بن زياد الرواسي، فاضلون خيار ثقات.</w:t>
      </w:r>
    </w:p>
    <w:p w:rsidR="00F04D17" w:rsidRDefault="00F04D17" w:rsidP="00F04D17">
      <w:pPr>
        <w:pStyle w:val="libNormal"/>
        <w:rPr>
          <w:rtl/>
        </w:rPr>
      </w:pPr>
      <w:r>
        <w:rPr>
          <w:rtl/>
        </w:rPr>
        <w:t>قال الكشي: عن حمدويه عن أشياخه قال: حماد ممن أجمعت العصابة على تصحيح ما يصح عنه والاقرار له بالفقه.</w:t>
      </w:r>
    </w:p>
    <w:p w:rsidR="00F04D17" w:rsidRDefault="00F04D17" w:rsidP="00F04D17">
      <w:pPr>
        <w:pStyle w:val="libNormal"/>
        <w:rPr>
          <w:rtl/>
        </w:rPr>
      </w:pPr>
      <w:r>
        <w:rPr>
          <w:rtl/>
        </w:rPr>
        <w:t>4 - (حماد) بن عثمان بن عمرو بن خالد الفزارى مولاهم كوفى، وكان يسكن عرزم فذهب اليها و أ أخوه عبدالله ثقتان رويا عن أبى عبدالله عليه السلام وروى حماد عن أبى الحسن والرضا عليهما السلام، ومات حماد بالكوفة رحمه الله سنة تسعين ومائة، ذكرهما ابوالعباس في كتابه.</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5 - (حماد) السمندري بالسين المهملة والنون بعد الميم والدال المهملة.</w:t>
      </w:r>
    </w:p>
    <w:p w:rsidR="00F04D17" w:rsidRDefault="00F04D17" w:rsidP="00F04D17">
      <w:pPr>
        <w:pStyle w:val="libNormal"/>
        <w:rPr>
          <w:rtl/>
        </w:rPr>
      </w:pPr>
      <w:r>
        <w:rPr>
          <w:rtl/>
        </w:rPr>
        <w:t xml:space="preserve">روى الكشى </w:t>
      </w:r>
      <w:r w:rsidR="00CD27DE">
        <w:rPr>
          <w:rtl/>
        </w:rPr>
        <w:t>حديثاً</w:t>
      </w:r>
      <w:r>
        <w:rPr>
          <w:rtl/>
        </w:rPr>
        <w:t xml:space="preserve"> عن الصادق عليه السلام في طريقه شريف بن سابق التفليسي وقد ضعفه ابن الغضايري: انه كان يذكر أمر أهل البيت عليهم السلام ببلاد الشرك ولا يذكر ببلاد الاسلام (حشر امة واحدة) وسعا نوره بين يديه. وهذا حديث من المرجحات، لا انه من الدلائل على التعديل.</w:t>
      </w:r>
    </w:p>
    <w:p w:rsidR="00F04D17" w:rsidRDefault="00F04D17" w:rsidP="00F04D17">
      <w:pPr>
        <w:pStyle w:val="libNormal"/>
        <w:rPr>
          <w:rtl/>
        </w:rPr>
      </w:pPr>
      <w:r>
        <w:rPr>
          <w:rtl/>
        </w:rPr>
        <w:t>6 - (حماد) بن ابى طلحة بياع السابري كوفي ثقة.</w:t>
      </w:r>
    </w:p>
    <w:p w:rsidR="00F04D17" w:rsidRDefault="00F04D17" w:rsidP="00F04D17">
      <w:pPr>
        <w:pStyle w:val="libNormal"/>
        <w:rPr>
          <w:rtl/>
        </w:rPr>
      </w:pPr>
      <w:r>
        <w:rPr>
          <w:rtl/>
        </w:rPr>
        <w:t>7 - (حماد) بن شعيب ابوشعيب الحماني بالحاء المهملة والميم المشددة والنون بعد الالف الكوفى.</w:t>
      </w:r>
    </w:p>
    <w:p w:rsidR="00F04D17" w:rsidRDefault="00F04D17" w:rsidP="00F04D17">
      <w:pPr>
        <w:pStyle w:val="libNormal"/>
        <w:rPr>
          <w:rtl/>
        </w:rPr>
      </w:pPr>
      <w:r>
        <w:rPr>
          <w:rtl/>
        </w:rPr>
        <w:t>قال ابن عقدة عن محمد بن عبدالله بن ابي حكيمة عن ابى نمير: انه صدوق. وهذه الرواية من المرجحات ايض</w:t>
      </w:r>
      <w:r w:rsidR="00CD27DE">
        <w:rPr>
          <w:rtl/>
        </w:rPr>
        <w:t>اً</w:t>
      </w:r>
    </w:p>
    <w:p w:rsidR="00F04D17" w:rsidRDefault="00F04D17" w:rsidP="00F04D17">
      <w:pPr>
        <w:pStyle w:val="Heading3Center"/>
        <w:rPr>
          <w:rtl/>
        </w:rPr>
      </w:pPr>
      <w:bookmarkStart w:id="80" w:name="42"/>
      <w:bookmarkStart w:id="81" w:name="_Toc418411962"/>
      <w:r>
        <w:rPr>
          <w:rtl/>
        </w:rPr>
        <w:t>الباب السادس حارثة رجلان</w:t>
      </w:r>
      <w:bookmarkEnd w:id="80"/>
      <w:bookmarkEnd w:id="81"/>
    </w:p>
    <w:p w:rsidR="00F04D17" w:rsidRDefault="00F04D17" w:rsidP="00F04D17">
      <w:pPr>
        <w:pStyle w:val="libNormal"/>
        <w:rPr>
          <w:rtl/>
        </w:rPr>
      </w:pPr>
      <w:r>
        <w:rPr>
          <w:rtl/>
        </w:rPr>
        <w:t>1 - (حارثه) بن النعمان الانصاري شهد بدرا واحدا وما بعدهما، وذكر انه رأى جبرئيل عليه السلام في صورة دحية دفعتين، وشهد مع أميرالمؤمنين عليه السلام القتال، وتوفي في زمن معاوية.</w:t>
      </w:r>
    </w:p>
    <w:p w:rsidR="00F04D17" w:rsidRDefault="00F04D17" w:rsidP="00F04D17">
      <w:pPr>
        <w:pStyle w:val="libNormal"/>
        <w:rPr>
          <w:rtl/>
        </w:rPr>
      </w:pPr>
      <w:r>
        <w:rPr>
          <w:rtl/>
        </w:rPr>
        <w:t>2 - (حارثة) بن سراقة - بالسين المهملة المضمومة - شهد بدرا.</w:t>
      </w:r>
    </w:p>
    <w:p w:rsidR="00F04D17" w:rsidRDefault="00F04D17" w:rsidP="00F04D17">
      <w:pPr>
        <w:pStyle w:val="Heading3Center"/>
        <w:rPr>
          <w:rtl/>
        </w:rPr>
      </w:pPr>
      <w:bookmarkStart w:id="82" w:name="43"/>
      <w:bookmarkStart w:id="83" w:name="_Toc418411963"/>
      <w:r>
        <w:rPr>
          <w:rtl/>
        </w:rPr>
        <w:t>الباب السابع حيدر رجلان</w:t>
      </w:r>
      <w:bookmarkEnd w:id="82"/>
      <w:bookmarkEnd w:id="83"/>
    </w:p>
    <w:p w:rsidR="00F04D17" w:rsidRDefault="00F04D17" w:rsidP="00F04D17">
      <w:pPr>
        <w:pStyle w:val="libNormal"/>
        <w:rPr>
          <w:rtl/>
        </w:rPr>
      </w:pPr>
      <w:r>
        <w:rPr>
          <w:rtl/>
        </w:rPr>
        <w:t>1 - (حيدر) بن نعيم بن محمد السمرقندي عالم جليل القدر ثقة فاضل من غلمان محمد بن مسعود العياشي يكنى ابا أحمد يروي جميع مصنفات الشيعة واصولهم روى عنه التلعكبري وسمع منه سنة اربعين وثلثمائة وله منه إجازة.</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2 - (حيدر) بن شعيب الطالقاني خاصي.</w:t>
      </w:r>
    </w:p>
    <w:p w:rsidR="00F04D17" w:rsidRDefault="00F04D17" w:rsidP="00F04D17">
      <w:pPr>
        <w:pStyle w:val="Heading3Center"/>
        <w:rPr>
          <w:rtl/>
        </w:rPr>
      </w:pPr>
      <w:bookmarkStart w:id="84" w:name="44"/>
      <w:bookmarkStart w:id="85" w:name="_Toc418411964"/>
      <w:r>
        <w:rPr>
          <w:rtl/>
        </w:rPr>
        <w:t>الباب الثامن حفص سبعة رجال</w:t>
      </w:r>
      <w:bookmarkEnd w:id="84"/>
      <w:bookmarkEnd w:id="85"/>
    </w:p>
    <w:p w:rsidR="00F04D17" w:rsidRDefault="00F04D17" w:rsidP="00F04D17">
      <w:pPr>
        <w:pStyle w:val="libNormal"/>
        <w:rPr>
          <w:rtl/>
        </w:rPr>
      </w:pPr>
      <w:r>
        <w:rPr>
          <w:rtl/>
        </w:rPr>
        <w:t>1 - (حفص) بن سالم يكنى ابا ولاد الحناط بتشديد اللام وتشديد النون بعد الحاء المهملة ثقة كوفى مولي جعفي، له اصل. وقال ابن فضال: انه حفص بن يونس المخزومي روى عن أبى عبدالله عليه السلام ثقة لابأس به. وقال ابن عقدة: حفص بن سالم خرج مع زيد بن علي، وظهر من الصادق عليه السلام تصويبه لذلك.</w:t>
      </w:r>
    </w:p>
    <w:p w:rsidR="00F04D17" w:rsidRDefault="00F04D17" w:rsidP="00F04D17">
      <w:pPr>
        <w:pStyle w:val="libNormal"/>
        <w:rPr>
          <w:rtl/>
        </w:rPr>
      </w:pPr>
      <w:r>
        <w:rPr>
          <w:rtl/>
        </w:rPr>
        <w:t>2 - (حفص) بن عمرو المعروف بالعمرى وكيل أبى محمد العسكري عليه السلام.</w:t>
      </w:r>
    </w:p>
    <w:p w:rsidR="00F04D17" w:rsidRDefault="00F04D17" w:rsidP="00F04D17">
      <w:pPr>
        <w:pStyle w:val="libNormal"/>
        <w:rPr>
          <w:rtl/>
        </w:rPr>
      </w:pPr>
      <w:r>
        <w:rPr>
          <w:rtl/>
        </w:rPr>
        <w:t>3 - (حفص) بن البختري بالحاء المعجمة بعد الباء الوحدانية مولى بغدادي اصله كوفى ثقة روى عن أبى عبدالله وأبى الحسن عليهما السلام، ذكره ابوالعباس. وإنما كان بينه وبين آل أعين نبوة، فغمزوا عليه بلعب الشطرنج !.</w:t>
      </w:r>
    </w:p>
    <w:p w:rsidR="00F04D17" w:rsidRDefault="00F04D17" w:rsidP="00F04D17">
      <w:pPr>
        <w:pStyle w:val="libNormal"/>
        <w:rPr>
          <w:rtl/>
        </w:rPr>
      </w:pPr>
      <w:r>
        <w:rPr>
          <w:rtl/>
        </w:rPr>
        <w:t>4 - (حفص) بن العلا كوفي ثقة.</w:t>
      </w:r>
    </w:p>
    <w:p w:rsidR="00F04D17" w:rsidRDefault="00F04D17" w:rsidP="00F04D17">
      <w:pPr>
        <w:pStyle w:val="libNormal"/>
        <w:rPr>
          <w:rtl/>
        </w:rPr>
      </w:pPr>
      <w:r>
        <w:rPr>
          <w:rtl/>
        </w:rPr>
        <w:t>5 - (حفص) بن سوقة العمرى مولى عمر بن حريث المخزومي روى عن أبى عبدالله وأبي الحسن عليهما السلام ذكره ابوالعباس وابن نوح في رجالهما، وأخوه زياد ومحمد بن سوقة اكثر منه رواية عن أبي جعفر وأبي عبدالله عليهما السلام ثقات.</w:t>
      </w:r>
    </w:p>
    <w:p w:rsidR="00F04D17" w:rsidRDefault="00F04D17" w:rsidP="00F04D17">
      <w:pPr>
        <w:pStyle w:val="libNormal"/>
        <w:rPr>
          <w:rtl/>
        </w:rPr>
      </w:pPr>
      <w:r>
        <w:rPr>
          <w:rtl/>
        </w:rPr>
        <w:t>6 - (حفص) بن عاصم ابوعاصم السلمي المدني روى عن جعفر بن محمد ثقة.</w:t>
      </w:r>
    </w:p>
    <w:p w:rsidR="00F04D17" w:rsidRDefault="00F04D17" w:rsidP="00F04D17">
      <w:pPr>
        <w:pStyle w:val="libNormal"/>
        <w:rPr>
          <w:rtl/>
        </w:rPr>
      </w:pPr>
      <w:r>
        <w:rPr>
          <w:rtl/>
        </w:rPr>
        <w:t>7 - (حفص) اخو بسطام بن سابور ثقة.</w:t>
      </w:r>
    </w:p>
    <w:p w:rsidR="00F04D17" w:rsidRDefault="00F04D17" w:rsidP="00F04D17">
      <w:pPr>
        <w:pStyle w:val="Heading3Center"/>
        <w:rPr>
          <w:rtl/>
        </w:rPr>
      </w:pPr>
      <w:bookmarkStart w:id="86" w:name="45"/>
      <w:bookmarkStart w:id="87" w:name="_Toc418411965"/>
      <w:r>
        <w:rPr>
          <w:rtl/>
        </w:rPr>
        <w:t>الباب التاسع حميد بضم الحاء ثلاثة رجال</w:t>
      </w:r>
      <w:bookmarkEnd w:id="86"/>
      <w:bookmarkEnd w:id="87"/>
    </w:p>
    <w:p w:rsidR="00F04D17" w:rsidRDefault="00F04D17" w:rsidP="00F04D17">
      <w:pPr>
        <w:pStyle w:val="libNormal"/>
        <w:rPr>
          <w:rtl/>
        </w:rPr>
      </w:pPr>
      <w:r>
        <w:rPr>
          <w:rtl/>
        </w:rPr>
        <w:t>1 - (حميد) بن المثنى بالثاء المنقطة فوقها ثلاث نقط والنون بعدها المشددة العجلي الكوفي يكنى ابا المعزي الصيرفي ثقة له اصل.</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قال النجاشى: انه روى عن أبي عبدالله وأبي الحسن عليهما السلام وكان كوفي</w:t>
      </w:r>
      <w:r w:rsidR="00CD27DE">
        <w:rPr>
          <w:rtl/>
        </w:rPr>
        <w:t>اً</w:t>
      </w:r>
      <w:r>
        <w:rPr>
          <w:rtl/>
        </w:rPr>
        <w:t xml:space="preserve"> مولى بني عجل ثقة ثقة، ووثقه ايض</w:t>
      </w:r>
      <w:r w:rsidR="00CD27DE">
        <w:rPr>
          <w:rtl/>
        </w:rPr>
        <w:t>اً</w:t>
      </w:r>
      <w:r>
        <w:rPr>
          <w:rtl/>
        </w:rPr>
        <w:t xml:space="preserve"> محمد بن علي بن بابويه (ره).</w:t>
      </w:r>
    </w:p>
    <w:p w:rsidR="00F04D17" w:rsidRDefault="00F04D17" w:rsidP="00F04D17">
      <w:pPr>
        <w:pStyle w:val="libNormal"/>
        <w:rPr>
          <w:rtl/>
        </w:rPr>
      </w:pPr>
      <w:r>
        <w:rPr>
          <w:rtl/>
        </w:rPr>
        <w:t>2 - (حميد) بن زياد من اهل نينوى قرية الي جانب الحائر، على ساكنه السلام ثقة عالم جليل واسع العلم كثير التصانيف، قاله الطوسى (ره).</w:t>
      </w:r>
    </w:p>
    <w:p w:rsidR="00F04D17" w:rsidRDefault="00F04D17" w:rsidP="00F04D17">
      <w:pPr>
        <w:pStyle w:val="libNormal"/>
        <w:rPr>
          <w:rtl/>
        </w:rPr>
      </w:pPr>
      <w:r>
        <w:rPr>
          <w:rtl/>
        </w:rPr>
        <w:t>وقال النجاشي: حميد بن زياد بن حماد بن زياد الدهقان ابوالقاسم كوفي سكن سوراء وانتقل إلى نينوى قرية على العلقمي إلى جانب الحائر على صاحبه السلام، كان ثقة واقف</w:t>
      </w:r>
      <w:r w:rsidR="00CD27DE">
        <w:rPr>
          <w:rtl/>
        </w:rPr>
        <w:t>اً</w:t>
      </w:r>
      <w:r>
        <w:rPr>
          <w:rtl/>
        </w:rPr>
        <w:t xml:space="preserve"> وجه</w:t>
      </w:r>
      <w:r w:rsidR="00CD27DE">
        <w:rPr>
          <w:rtl/>
        </w:rPr>
        <w:t>اً</w:t>
      </w:r>
      <w:r>
        <w:rPr>
          <w:rtl/>
        </w:rPr>
        <w:t xml:space="preserve"> فيهم، مات سنة عشر وثلثمائة.</w:t>
      </w:r>
    </w:p>
    <w:p w:rsidR="00F04D17" w:rsidRDefault="00F04D17" w:rsidP="00F04D17">
      <w:pPr>
        <w:pStyle w:val="libNormal"/>
        <w:rPr>
          <w:rtl/>
        </w:rPr>
      </w:pPr>
      <w:r>
        <w:rPr>
          <w:rtl/>
        </w:rPr>
        <w:t>فالوجه عندي قبول روايته، إذا خلت عن المعارض.</w:t>
      </w:r>
    </w:p>
    <w:p w:rsidR="00F04D17" w:rsidRDefault="00F04D17" w:rsidP="00F04D17">
      <w:pPr>
        <w:pStyle w:val="libNormal"/>
        <w:rPr>
          <w:rtl/>
        </w:rPr>
      </w:pPr>
      <w:r>
        <w:rPr>
          <w:rtl/>
        </w:rPr>
        <w:t>3 - (حميد) بن حماد بن حوار بضم الحاء غير المعجمة والراء بعد الالف التميمي الكوفى.</w:t>
      </w:r>
    </w:p>
    <w:p w:rsidR="00F04D17" w:rsidRDefault="00F04D17" w:rsidP="00F04D17">
      <w:pPr>
        <w:pStyle w:val="libNormal"/>
        <w:rPr>
          <w:rtl/>
        </w:rPr>
      </w:pPr>
      <w:r>
        <w:rPr>
          <w:rtl/>
        </w:rPr>
        <w:t>روى ابن عقدة: عن محمد بن عبدالله بن أبي حكيمة عن ابن نمير: انه ثقة</w:t>
      </w:r>
    </w:p>
    <w:p w:rsidR="00F04D17" w:rsidRDefault="00F04D17" w:rsidP="00F04D17">
      <w:pPr>
        <w:pStyle w:val="Heading3Center"/>
        <w:rPr>
          <w:rtl/>
        </w:rPr>
      </w:pPr>
      <w:bookmarkStart w:id="88" w:name="46"/>
      <w:bookmarkStart w:id="89" w:name="_Toc418411966"/>
      <w:r>
        <w:rPr>
          <w:rtl/>
        </w:rPr>
        <w:t>الباب العاشر حجر بضم الحاء رجلان</w:t>
      </w:r>
      <w:bookmarkEnd w:id="88"/>
      <w:bookmarkEnd w:id="89"/>
    </w:p>
    <w:p w:rsidR="00F04D17" w:rsidRDefault="00F04D17" w:rsidP="00F04D17">
      <w:pPr>
        <w:pStyle w:val="libNormal"/>
        <w:rPr>
          <w:rtl/>
        </w:rPr>
      </w:pPr>
      <w:r>
        <w:rPr>
          <w:rtl/>
        </w:rPr>
        <w:t>1 - (حجر) بضم الحاء ابن عدي من أصحاب أميرالمؤمنين عليه السلام وكان من الابدال.</w:t>
      </w:r>
    </w:p>
    <w:p w:rsidR="00F04D17" w:rsidRDefault="00F04D17" w:rsidP="00F04D17">
      <w:pPr>
        <w:pStyle w:val="libNormal"/>
        <w:rPr>
          <w:rtl/>
        </w:rPr>
      </w:pPr>
      <w:r>
        <w:rPr>
          <w:rtl/>
        </w:rPr>
        <w:t>2 - (حجر) بن زائدة و حمران بن أعين.</w:t>
      </w:r>
    </w:p>
    <w:p w:rsidR="00F04D17" w:rsidRDefault="00F04D17" w:rsidP="00F04D17">
      <w:pPr>
        <w:pStyle w:val="libNormal"/>
        <w:rPr>
          <w:rtl/>
        </w:rPr>
      </w:pPr>
      <w:r>
        <w:rPr>
          <w:rtl/>
        </w:rPr>
        <w:t>روى الكشى: عن محمد بن قولويه قال: حدثني سعد بن عبدالله بن أبي خلف قال: حدثني علي بن سليمان بن داود الرازي قال: حدثني على بن اسباط عن أبيه اسباط بن سالم قال: قال ابوالحسن موسى بن جعفر عليه السلام: انهما من حواري محمد بن علي وجعفر بن محمد (ع).</w:t>
      </w:r>
    </w:p>
    <w:p w:rsidR="00F04D17" w:rsidRDefault="00F04D17" w:rsidP="00F04D17">
      <w:pPr>
        <w:pStyle w:val="libNormal"/>
        <w:rPr>
          <w:rtl/>
        </w:rPr>
      </w:pPr>
      <w:r>
        <w:rPr>
          <w:rtl/>
        </w:rPr>
        <w:t>وروي: ان أبا عبدالله عليه السلام قال: لا غفر الله له، يعني حجر بن زائدة إلا ان الراوي الحسين بن سعيد رفعه إلى أبي عبدالله عليه السلام.</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وقال النجاشي: حجر بن زائدة الخضرمي ابو عبدالله يروي عن أبي جعفر وأبي عبدالله، ثقة صحيح المذهب صالح، من هذه الطائفة.</w:t>
      </w:r>
    </w:p>
    <w:p w:rsidR="00F04D17" w:rsidRDefault="00F04D17" w:rsidP="00F04D17">
      <w:pPr>
        <w:pStyle w:val="Heading3Center"/>
        <w:rPr>
          <w:rtl/>
        </w:rPr>
      </w:pPr>
      <w:bookmarkStart w:id="90" w:name="47"/>
      <w:bookmarkStart w:id="91" w:name="_Toc418411967"/>
      <w:r>
        <w:rPr>
          <w:rtl/>
        </w:rPr>
        <w:t>الباب الحادي عشر الحكم أربعة رجال</w:t>
      </w:r>
      <w:bookmarkEnd w:id="90"/>
      <w:bookmarkEnd w:id="91"/>
    </w:p>
    <w:p w:rsidR="00F04D17" w:rsidRDefault="00F04D17" w:rsidP="00F04D17">
      <w:pPr>
        <w:pStyle w:val="libNormal"/>
        <w:rPr>
          <w:rtl/>
        </w:rPr>
      </w:pPr>
      <w:r>
        <w:rPr>
          <w:rtl/>
        </w:rPr>
        <w:t>1 - (الحكم) بن عيص، روى الكشي عن محمد بن الحسن الرازي عن اسماعيل ابن محمد بن موسى بن سلام عن الحكم عيص ابن خالة سليمان بن خالد قال لابي عبدالله عليه السلام انه يعرف هذا الامر.</w:t>
      </w:r>
    </w:p>
    <w:p w:rsidR="00F04D17" w:rsidRDefault="00F04D17" w:rsidP="00F04D17">
      <w:pPr>
        <w:pStyle w:val="libNormal"/>
        <w:rPr>
          <w:rtl/>
        </w:rPr>
      </w:pPr>
      <w:r>
        <w:rPr>
          <w:rtl/>
        </w:rPr>
        <w:t xml:space="preserve">2 - (الحكم) بن حكيم بضم الحاء ابوخلاد الصيرفي الكوفي ثقة مولى روى عن أبي عبدالله عليه السلام، ذكر ذلك ابوالعباس في كتاب </w:t>
      </w:r>
      <w:r w:rsidR="00CD27DE">
        <w:rPr>
          <w:rtl/>
        </w:rPr>
        <w:t>( رجال )</w:t>
      </w:r>
      <w:r>
        <w:rPr>
          <w:rtl/>
        </w:rPr>
        <w:t>. وقال ابن عقدة: انه الحكم بن حكيم ابن اخي خلاد.</w:t>
      </w:r>
    </w:p>
    <w:p w:rsidR="00F04D17" w:rsidRDefault="00F04D17" w:rsidP="00F04D17">
      <w:pPr>
        <w:pStyle w:val="libNormal"/>
        <w:rPr>
          <w:rtl/>
        </w:rPr>
      </w:pPr>
      <w:r>
        <w:rPr>
          <w:rtl/>
        </w:rPr>
        <w:t>3 - (الحكم) القتات كوفي ثقة قليل الحديث.</w:t>
      </w:r>
    </w:p>
    <w:p w:rsidR="00F04D17" w:rsidRDefault="00F04D17" w:rsidP="00F04D17">
      <w:pPr>
        <w:pStyle w:val="libNormal"/>
        <w:rPr>
          <w:rtl/>
        </w:rPr>
      </w:pPr>
      <w:r>
        <w:rPr>
          <w:rtl/>
        </w:rPr>
        <w:t>4 - (الحكم) بن عبدالرحمان بن أبي نعيم. روى ابن عقدة عن الفضل بن يوسف قال: الحكم بن عبدالرحمان خيار ثقة ثقة. وهذا الحديث عندي لا اعتمد عليه في التعديل، لكنه مرجح.</w:t>
      </w:r>
    </w:p>
    <w:p w:rsidR="00F04D17" w:rsidRDefault="00F04D17" w:rsidP="00F04D17">
      <w:pPr>
        <w:pStyle w:val="Heading3Center"/>
        <w:rPr>
          <w:rtl/>
        </w:rPr>
      </w:pPr>
      <w:bookmarkStart w:id="92" w:name="48"/>
      <w:bookmarkStart w:id="93" w:name="_Toc418411968"/>
      <w:r>
        <w:rPr>
          <w:rtl/>
        </w:rPr>
        <w:t>الباب الثاني عشر حذيفة رجلان</w:t>
      </w:r>
      <w:bookmarkEnd w:id="92"/>
      <w:bookmarkEnd w:id="93"/>
    </w:p>
    <w:p w:rsidR="00F04D17" w:rsidRDefault="00F04D17" w:rsidP="00F04D17">
      <w:pPr>
        <w:pStyle w:val="libNormal"/>
        <w:rPr>
          <w:rtl/>
        </w:rPr>
      </w:pPr>
      <w:r>
        <w:rPr>
          <w:rtl/>
        </w:rPr>
        <w:t>1 - (حذيفة) بن اليمان العبسي رحمه الله، عداده في الانصار، أحد الاركان الاربعة، من أصحاب أميرالمؤمنين عليه السلام.</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 xml:space="preserve">2 - (حذيفة) بن منصور، روى الكشي </w:t>
      </w:r>
      <w:r w:rsidR="00CD27DE">
        <w:rPr>
          <w:rtl/>
        </w:rPr>
        <w:t>حديثاً</w:t>
      </w:r>
      <w:r>
        <w:rPr>
          <w:rtl/>
        </w:rPr>
        <w:t xml:space="preserve"> في مدحه أحد رواته محمد بن عيسى وفيه قول ووثقه شيخنا المفيد (ره) ومدحه.</w:t>
      </w:r>
    </w:p>
    <w:p w:rsidR="00F04D17" w:rsidRDefault="00F04D17" w:rsidP="00F04D17">
      <w:pPr>
        <w:pStyle w:val="libNormal"/>
        <w:rPr>
          <w:rtl/>
        </w:rPr>
      </w:pPr>
      <w:r>
        <w:rPr>
          <w:rtl/>
        </w:rPr>
        <w:t>وقال ابن الغضايري: حذيفة بن منصور بن كثير بن سلمة الخزاعي ابومحمد، روى عن أبي عبدالله وأبي الحسن موسى عليهما السلام حديثه غير نقي، يروي الصحيح والسقيم وامره ملتبس ويخرج شاهد</w:t>
      </w:r>
      <w:r w:rsidR="00CD27DE">
        <w:rPr>
          <w:rtl/>
        </w:rPr>
        <w:t>اً</w:t>
      </w:r>
      <w:r>
        <w:rPr>
          <w:rtl/>
        </w:rPr>
        <w:t>.</w:t>
      </w:r>
    </w:p>
    <w:p w:rsidR="00F04D17" w:rsidRDefault="00F04D17" w:rsidP="00F04D17">
      <w:pPr>
        <w:pStyle w:val="libNormal"/>
        <w:rPr>
          <w:rtl/>
        </w:rPr>
      </w:pPr>
      <w:r>
        <w:rPr>
          <w:rtl/>
        </w:rPr>
        <w:t>والظاهر عندي: التوقف فيه، لما قاله هذا الشيخ، ولما نقل عنه: انه كان والي</w:t>
      </w:r>
      <w:r w:rsidR="00CD27DE">
        <w:rPr>
          <w:rtl/>
        </w:rPr>
        <w:t>اً</w:t>
      </w:r>
      <w:r>
        <w:rPr>
          <w:rtl/>
        </w:rPr>
        <w:t xml:space="preserve"> من قبل بني امية ويبعد إنفكاكه عن القبيح. وقال النجاشي: انه ثقة.</w:t>
      </w:r>
    </w:p>
    <w:p w:rsidR="00F04D17" w:rsidRDefault="00F04D17" w:rsidP="00F04D17">
      <w:pPr>
        <w:pStyle w:val="Heading3Center"/>
        <w:rPr>
          <w:rtl/>
        </w:rPr>
      </w:pPr>
      <w:bookmarkStart w:id="94" w:name="49"/>
      <w:bookmarkStart w:id="95" w:name="_Toc418411969"/>
      <w:r>
        <w:rPr>
          <w:rtl/>
        </w:rPr>
        <w:t>الباب الثالث عشر حبيب أربعة رجال</w:t>
      </w:r>
      <w:bookmarkEnd w:id="94"/>
      <w:bookmarkEnd w:id="95"/>
    </w:p>
    <w:p w:rsidR="00F04D17" w:rsidRDefault="00F04D17" w:rsidP="00F04D17">
      <w:pPr>
        <w:pStyle w:val="libNormal"/>
        <w:rPr>
          <w:rtl/>
        </w:rPr>
      </w:pPr>
      <w:r>
        <w:rPr>
          <w:rtl/>
        </w:rPr>
        <w:t>1 - (حبيب) السجستاني، قال الكشي: قال محمد بن مسعود: حبيب السجستاني كان اولا شاري</w:t>
      </w:r>
      <w:r w:rsidR="00CD27DE">
        <w:rPr>
          <w:rtl/>
        </w:rPr>
        <w:t>اً</w:t>
      </w:r>
      <w:r>
        <w:rPr>
          <w:rtl/>
        </w:rPr>
        <w:t xml:space="preserve"> ثم دخل في هذا المذهب وكان من أصحاب أبي جعفر وأبي عبدالله عليهما السلام منقطع</w:t>
      </w:r>
      <w:r w:rsidR="00CD27DE">
        <w:rPr>
          <w:rtl/>
        </w:rPr>
        <w:t>اً</w:t>
      </w:r>
      <w:r>
        <w:rPr>
          <w:rtl/>
        </w:rPr>
        <w:t xml:space="preserve"> اليهما.</w:t>
      </w:r>
    </w:p>
    <w:p w:rsidR="00F04D17" w:rsidRDefault="00F04D17" w:rsidP="00F04D17">
      <w:pPr>
        <w:pStyle w:val="libNormal"/>
        <w:rPr>
          <w:rtl/>
        </w:rPr>
      </w:pPr>
      <w:r>
        <w:rPr>
          <w:rtl/>
        </w:rPr>
        <w:t>2 - (حبيب) بن مظهر الاسدي بضم الميم وفتح الظاء المعجمة وتشديد الهاء والراء أخير</w:t>
      </w:r>
      <w:r w:rsidR="00CD27DE">
        <w:rPr>
          <w:rtl/>
        </w:rPr>
        <w:t>اً</w:t>
      </w:r>
      <w:r>
        <w:rPr>
          <w:rtl/>
        </w:rPr>
        <w:t>.</w:t>
      </w:r>
    </w:p>
    <w:p w:rsidR="00F04D17" w:rsidRDefault="00F04D17" w:rsidP="00F04D17">
      <w:pPr>
        <w:pStyle w:val="libNormal"/>
        <w:rPr>
          <w:rtl/>
        </w:rPr>
      </w:pPr>
      <w:r>
        <w:rPr>
          <w:rtl/>
        </w:rPr>
        <w:t>وقيل: مظاهر، مشكور رحمه الله قتل مع الحسين عليه السلام بكربلا.</w:t>
      </w:r>
    </w:p>
    <w:p w:rsidR="00F04D17" w:rsidRDefault="00F04D17" w:rsidP="00F04D17">
      <w:pPr>
        <w:pStyle w:val="libNormal"/>
        <w:rPr>
          <w:rtl/>
        </w:rPr>
      </w:pPr>
      <w:r>
        <w:rPr>
          <w:rtl/>
        </w:rPr>
        <w:t>3 - (حبيب) بن اوس ابوتمام الطائي كان إمامي</w:t>
      </w:r>
      <w:r w:rsidR="00CD27DE">
        <w:rPr>
          <w:rtl/>
        </w:rPr>
        <w:t>اً</w:t>
      </w:r>
      <w:r>
        <w:rPr>
          <w:rtl/>
        </w:rPr>
        <w:t xml:space="preserve"> وله شعر في أهل البيت عليهم السلام كثير.</w:t>
      </w:r>
    </w:p>
    <w:p w:rsidR="00F04D17" w:rsidRDefault="00F04D17" w:rsidP="00F04D17">
      <w:pPr>
        <w:pStyle w:val="libNormal"/>
        <w:rPr>
          <w:rtl/>
        </w:rPr>
      </w:pPr>
      <w:r>
        <w:rPr>
          <w:rtl/>
        </w:rPr>
        <w:t>وقد ذكر احمد بن الحسين رحمه الله انه رأى نسخة عتيقة، قال: لعلها كتب له في أيامه او قريب</w:t>
      </w:r>
      <w:r w:rsidR="00CD27DE">
        <w:rPr>
          <w:rtl/>
        </w:rPr>
        <w:t>اً</w:t>
      </w:r>
      <w:r>
        <w:rPr>
          <w:rtl/>
        </w:rPr>
        <w:t xml:space="preserve"> منها، فيها قصيدة يذكر فيها الائمة عليهم السلام، حتى انتهى إلى أبي جعفر الثاني عليه السلام لانه توفي في أيامه.</w:t>
      </w:r>
    </w:p>
    <w:p w:rsidR="00F04D17" w:rsidRDefault="00F04D17" w:rsidP="00F04D17">
      <w:pPr>
        <w:pStyle w:val="libNormal"/>
        <w:rPr>
          <w:rtl/>
        </w:rPr>
      </w:pPr>
      <w:r>
        <w:rPr>
          <w:rtl/>
        </w:rPr>
        <w:t xml:space="preserve">وقال الجاحظ في كتاب </w:t>
      </w:r>
      <w:r w:rsidR="00CD27DE">
        <w:rPr>
          <w:rtl/>
        </w:rPr>
        <w:t>( الحيوان )</w:t>
      </w:r>
      <w:r>
        <w:rPr>
          <w:rtl/>
        </w:rPr>
        <w:t>: وحدثني ابوتمام الطائى وكان من رؤساء الرافضة.</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4 - (حبيب) بن المعلل بالميم المضمومة والعين المهملة الخثعمي المدايني روى عن أبي عبدالله وأبى الحسن والرضا عليهم السلام. وقال النجاشي: انه ثقة ثقة صحيح.</w:t>
      </w:r>
    </w:p>
    <w:p w:rsidR="00F04D17" w:rsidRDefault="00F04D17" w:rsidP="00F04D17">
      <w:pPr>
        <w:pStyle w:val="libNormal"/>
        <w:rPr>
          <w:rtl/>
        </w:rPr>
      </w:pPr>
      <w:r>
        <w:rPr>
          <w:rtl/>
        </w:rPr>
        <w:t>وروى ابن عقدة: عن محمد بن أحمد بن خاقان النهدي قال: حدثنا حسن بن الحسين اللؤلؤي قال: حدثنا عبدالله بن محمد الحجال عن حبيب الخثعمي عن أبي عبدالله عليه السلام مضمونه: انه كان يكذب علي ! مع انه لايزال لنا كذاب. وهذه الرواية لا اعتمد عليها والمرجع فيه إلى قول النجاشي فيه.</w:t>
      </w:r>
    </w:p>
    <w:p w:rsidR="00F04D17" w:rsidRDefault="00F04D17" w:rsidP="00F04D17">
      <w:pPr>
        <w:pStyle w:val="Heading3Center"/>
        <w:rPr>
          <w:rtl/>
        </w:rPr>
      </w:pPr>
      <w:bookmarkStart w:id="96" w:name="50"/>
      <w:bookmarkStart w:id="97" w:name="_Toc418411970"/>
      <w:r>
        <w:rPr>
          <w:rtl/>
        </w:rPr>
        <w:t>الباب الرابع عشر حمدان رجلان</w:t>
      </w:r>
      <w:bookmarkEnd w:id="96"/>
      <w:bookmarkEnd w:id="97"/>
    </w:p>
    <w:p w:rsidR="00F04D17" w:rsidRDefault="00F04D17" w:rsidP="00F04D17">
      <w:pPr>
        <w:pStyle w:val="libNormal"/>
        <w:rPr>
          <w:rtl/>
        </w:rPr>
      </w:pPr>
      <w:r>
        <w:rPr>
          <w:rtl/>
        </w:rPr>
        <w:t>1 - (حمدان) بن المعاقي ابوجعفر الصبيحي من قصر صبيح مولى جعفر بن محمد عليه السلام.</w:t>
      </w:r>
    </w:p>
    <w:p w:rsidR="00F04D17" w:rsidRDefault="00F04D17" w:rsidP="00F04D17">
      <w:pPr>
        <w:pStyle w:val="libNormal"/>
        <w:rPr>
          <w:rtl/>
        </w:rPr>
      </w:pPr>
      <w:r>
        <w:rPr>
          <w:rtl/>
        </w:rPr>
        <w:t>روي عن الكاظم والرضا عليهما السلام: دعوا له.</w:t>
      </w:r>
    </w:p>
    <w:p w:rsidR="00F04D17" w:rsidRDefault="00F04D17" w:rsidP="00F04D17">
      <w:pPr>
        <w:pStyle w:val="libNormal"/>
        <w:rPr>
          <w:rtl/>
        </w:rPr>
      </w:pPr>
      <w:r>
        <w:rPr>
          <w:rtl/>
        </w:rPr>
        <w:t>2 - (حمدان) بن سليمان ابوسعيد النيشابوري ثقة من وجوه أصحابنا.</w:t>
      </w:r>
    </w:p>
    <w:p w:rsidR="00F04D17" w:rsidRDefault="00F04D17" w:rsidP="00F04D17">
      <w:pPr>
        <w:pStyle w:val="Heading3Center"/>
        <w:rPr>
          <w:rtl/>
        </w:rPr>
      </w:pPr>
      <w:bookmarkStart w:id="98" w:name="51"/>
      <w:bookmarkStart w:id="99" w:name="_Toc418411971"/>
      <w:r>
        <w:rPr>
          <w:rtl/>
        </w:rPr>
        <w:t>الباب الخامس عشر في الآحاد عشرة رجال</w:t>
      </w:r>
      <w:bookmarkEnd w:id="98"/>
      <w:bookmarkEnd w:id="99"/>
    </w:p>
    <w:p w:rsidR="00F04D17" w:rsidRDefault="00F04D17" w:rsidP="00F04D17">
      <w:pPr>
        <w:pStyle w:val="libNormal"/>
        <w:rPr>
          <w:rtl/>
        </w:rPr>
      </w:pPr>
      <w:r>
        <w:rPr>
          <w:rtl/>
        </w:rPr>
        <w:t xml:space="preserve">1 - (حريث) بن زيد الانصاري شهد </w:t>
      </w:r>
      <w:r w:rsidR="00CD27DE">
        <w:rPr>
          <w:rtl/>
        </w:rPr>
        <w:t>بدراً</w:t>
      </w:r>
      <w:r>
        <w:rPr>
          <w:rtl/>
        </w:rPr>
        <w:t xml:space="preserve"> واحد</w:t>
      </w:r>
      <w:r w:rsidR="00CD27DE">
        <w:rPr>
          <w:rtl/>
        </w:rPr>
        <w:t>اً</w:t>
      </w:r>
      <w:r>
        <w:rPr>
          <w:rtl/>
        </w:rPr>
        <w:t>.</w:t>
      </w:r>
    </w:p>
    <w:p w:rsidR="00F04D17" w:rsidRDefault="00F04D17" w:rsidP="00F04D17">
      <w:pPr>
        <w:pStyle w:val="libNormal"/>
        <w:rPr>
          <w:rtl/>
        </w:rPr>
      </w:pPr>
      <w:r>
        <w:rPr>
          <w:rtl/>
        </w:rPr>
        <w:t>2 - (حصين) بالحاء المهملة المضمومة والصاد غير المعجمة ابن المنذر يكنى ابا ساسان الرقاشي صاحب راية علي عليه السلام.</w:t>
      </w:r>
    </w:p>
    <w:p w:rsidR="00F04D17" w:rsidRDefault="00F04D17" w:rsidP="00F04D17">
      <w:pPr>
        <w:pStyle w:val="libNormal"/>
        <w:rPr>
          <w:rtl/>
        </w:rPr>
      </w:pPr>
      <w:r>
        <w:rPr>
          <w:rtl/>
        </w:rPr>
        <w:t>3 - (حمدويه) بن نصير بن شاهي بالشين المعجمة. سمع يعقوب بن يزيد روى عن العياشي يكنى ابا الحسن عديم النظير في زمانه كثير العلم والفقه والرواية، ثقة حسن المذهب.</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4 - (حريز) بالحاء المفتوحة المهملة والراء قبل الياء المنقطة تحتها نقطتين والزاي اخير</w:t>
      </w:r>
      <w:r w:rsidR="00CD27DE">
        <w:rPr>
          <w:rtl/>
        </w:rPr>
        <w:t>اً</w:t>
      </w:r>
      <w:r>
        <w:rPr>
          <w:rtl/>
        </w:rPr>
        <w:t xml:space="preserve"> ابن عبدالله السجستاني ابومحمد الازدي من اهل الكوفة كثير السفر والتجارة إلى سجستان، فعرف بها، وكانت تجارته في السمن والزيت. قيل: روى عن أبي عبدالله عليه السلام.</w:t>
      </w:r>
    </w:p>
    <w:p w:rsidR="00F04D17" w:rsidRDefault="00F04D17" w:rsidP="00F04D17">
      <w:pPr>
        <w:pStyle w:val="libNormal"/>
        <w:rPr>
          <w:rtl/>
        </w:rPr>
      </w:pPr>
      <w:r>
        <w:rPr>
          <w:rtl/>
        </w:rPr>
        <w:t>وقال يونس: لم يسمع من أبي عبدالله عليه السلام إلا حديثين. وقيل: روى عن أبي الحسن موسى بن جعفر عليه السلام. قال النجاشي: ولم يثبت ذلك. قال الشيخ الطوسي (ره) انه ثقة.</w:t>
      </w:r>
    </w:p>
    <w:p w:rsidR="00F04D17" w:rsidRDefault="00F04D17" w:rsidP="00F04D17">
      <w:pPr>
        <w:pStyle w:val="libNormal"/>
        <w:rPr>
          <w:rtl/>
        </w:rPr>
      </w:pPr>
      <w:r>
        <w:rPr>
          <w:rtl/>
        </w:rPr>
        <w:t>وقال النجاشي: كان حريز ممن شهر السيف في قتال الخوارج في سجستان في حياة أبي عبدالله عليه السلام.</w:t>
      </w:r>
    </w:p>
    <w:p w:rsidR="00F04D17" w:rsidRDefault="00F04D17" w:rsidP="00F04D17">
      <w:pPr>
        <w:pStyle w:val="libNormal"/>
        <w:rPr>
          <w:rtl/>
        </w:rPr>
      </w:pPr>
      <w:r>
        <w:rPr>
          <w:rtl/>
        </w:rPr>
        <w:t>وروي: انه جفاه وحجبه عنه. وهذا القول من النجاشي لايقتضى الطعن، لعدم العلم بتعديل الراوي للجفاء.</w:t>
      </w:r>
    </w:p>
    <w:p w:rsidR="00F04D17" w:rsidRDefault="00F04D17" w:rsidP="00F04D17">
      <w:pPr>
        <w:pStyle w:val="libNormal"/>
        <w:rPr>
          <w:rtl/>
        </w:rPr>
      </w:pPr>
      <w:r>
        <w:rPr>
          <w:rtl/>
        </w:rPr>
        <w:t>وروى الكشي: ان أبا عبدالله عليه السلام حجبه عنه، وفي طريقه محمد بن عيسى مع قول وفيه ان الحجب لايستلزم الجرح، لعدم العلم بالسر فيه.</w:t>
      </w:r>
    </w:p>
    <w:p w:rsidR="00F04D17" w:rsidRDefault="00F04D17" w:rsidP="00F04D17">
      <w:pPr>
        <w:pStyle w:val="libNormal"/>
        <w:rPr>
          <w:rtl/>
        </w:rPr>
      </w:pPr>
      <w:r>
        <w:rPr>
          <w:rtl/>
        </w:rPr>
        <w:t>5 - (حمران) بن أعين الشيباني كوفي مولى تابعي مشكور.</w:t>
      </w:r>
    </w:p>
    <w:p w:rsidR="00F04D17" w:rsidRDefault="00F04D17" w:rsidP="00F04D17">
      <w:pPr>
        <w:pStyle w:val="libNormal"/>
        <w:rPr>
          <w:rtl/>
        </w:rPr>
      </w:pPr>
      <w:r>
        <w:rPr>
          <w:rtl/>
        </w:rPr>
        <w:t>وروى الكشي: عن محمد بن الحسن عن أيوب بن نوح عن سعيد العطار عن حمزة الزيات عن حمران بن أعين عن أبي جعفر عليه السلام انه قال له: أنت من شيعتنا في الدنيا والاخرة.</w:t>
      </w:r>
    </w:p>
    <w:p w:rsidR="00F04D17" w:rsidRDefault="00F04D17" w:rsidP="00F04D17">
      <w:pPr>
        <w:pStyle w:val="libNormal"/>
        <w:rPr>
          <w:rtl/>
        </w:rPr>
      </w:pPr>
      <w:r>
        <w:rPr>
          <w:rtl/>
        </w:rPr>
        <w:t>وروي: انه من حواري محمد بن علي وجعفر بن محمد عليهما السلام، وقد سبق في ذكر حجر بن زائدة.</w:t>
      </w:r>
    </w:p>
    <w:p w:rsidR="00F04D17" w:rsidRDefault="00F04D17" w:rsidP="00F04D17">
      <w:pPr>
        <w:pStyle w:val="libNormal"/>
        <w:rPr>
          <w:rtl/>
        </w:rPr>
      </w:pPr>
      <w:r>
        <w:rPr>
          <w:rtl/>
        </w:rPr>
        <w:t>وقال علي بن احمد العقيقي: انه عارف.</w:t>
      </w:r>
    </w:p>
    <w:p w:rsidR="00F04D17" w:rsidRDefault="00F04D17" w:rsidP="00F04D17">
      <w:pPr>
        <w:pStyle w:val="libNormal"/>
        <w:rPr>
          <w:rtl/>
        </w:rPr>
      </w:pPr>
      <w:r>
        <w:rPr>
          <w:rtl/>
        </w:rPr>
        <w:t>وروى ابن عقدة عن جعفر بن عبدالله قال: حدثنا حسن بن علي قال حدثني عبدالله بن بكير عن زرارة عن شهاب بن عبد ربه قال: جرى ذكر حمران عند أبي عبدالله عليه السلام فقال: مات والله مؤمن</w:t>
      </w:r>
      <w:r w:rsidR="00CD27DE">
        <w:rPr>
          <w:rtl/>
        </w:rPr>
        <w:t>اً</w:t>
      </w:r>
      <w:r>
        <w:rPr>
          <w:rtl/>
        </w:rPr>
        <w:t>.</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6 - (حجاج) بن رفاعة ابورفاعة.</w:t>
      </w:r>
    </w:p>
    <w:p w:rsidR="00F04D17" w:rsidRDefault="00F04D17" w:rsidP="00F04D17">
      <w:pPr>
        <w:pStyle w:val="libNormal"/>
        <w:rPr>
          <w:rtl/>
        </w:rPr>
      </w:pPr>
      <w:r>
        <w:rPr>
          <w:rtl/>
        </w:rPr>
        <w:t>وقيل: ابوعلي الخشاب كوفي، روى عن أبي عبدالله عليه السلام ثقة ثقة، ذكره ابوالعباس.</w:t>
      </w:r>
    </w:p>
    <w:p w:rsidR="00F04D17" w:rsidRDefault="00F04D17" w:rsidP="00F04D17">
      <w:pPr>
        <w:pStyle w:val="libNormal"/>
        <w:rPr>
          <w:rtl/>
        </w:rPr>
      </w:pPr>
      <w:r>
        <w:rPr>
          <w:rtl/>
        </w:rPr>
        <w:t>7 - (حبيش) وقيل: حبش مكبر ابن مبشر اخو جعفر بن مبشر ابوعبدالله، كان من أصحابنا وروى من أحاديث العامة وأكثر.</w:t>
      </w:r>
    </w:p>
    <w:p w:rsidR="00F04D17" w:rsidRDefault="00F04D17" w:rsidP="00F04D17">
      <w:pPr>
        <w:pStyle w:val="libNormal"/>
        <w:rPr>
          <w:rtl/>
        </w:rPr>
      </w:pPr>
      <w:r>
        <w:rPr>
          <w:rtl/>
        </w:rPr>
        <w:t>8 - (حسان) بن مهران الجمال مولي بني كاهل من بني أسد.</w:t>
      </w:r>
    </w:p>
    <w:p w:rsidR="00F04D17" w:rsidRDefault="00F04D17" w:rsidP="00F04D17">
      <w:pPr>
        <w:pStyle w:val="libNormal"/>
        <w:rPr>
          <w:rtl/>
        </w:rPr>
      </w:pPr>
      <w:r>
        <w:rPr>
          <w:rtl/>
        </w:rPr>
        <w:t>وقيل: مولى لغني اخو صفوان روى عن أبي عبدالله وأبي الحسن عليهما السلام ثقة ثقة أصح من صفوان وأوجه.</w:t>
      </w:r>
    </w:p>
    <w:p w:rsidR="00F04D17" w:rsidRDefault="00F04D17" w:rsidP="00F04D17">
      <w:pPr>
        <w:pStyle w:val="libNormal"/>
        <w:rPr>
          <w:rtl/>
        </w:rPr>
      </w:pPr>
      <w:r>
        <w:rPr>
          <w:rtl/>
        </w:rPr>
        <w:t>9 - (حديد) بن حكيم ابوعلي الازدي المدايني ثقة وجه متكلم روى عن أبي عبدالله وأبي الحسن عليهما السلام.</w:t>
      </w:r>
    </w:p>
    <w:p w:rsidR="00F04D17" w:rsidRDefault="00F04D17" w:rsidP="00F04D17">
      <w:pPr>
        <w:pStyle w:val="libNormal"/>
        <w:rPr>
          <w:rtl/>
        </w:rPr>
      </w:pPr>
      <w:r>
        <w:rPr>
          <w:rtl/>
        </w:rPr>
        <w:t>10 - (حيان) بالياء المنقطة تحتها نقطتين ابن علي العنزي روى عن أبي عبدالله عليه السلام ثقة.</w:t>
      </w:r>
    </w:p>
    <w:p w:rsidR="00F04D17" w:rsidRDefault="00F04D17" w:rsidP="000F2669">
      <w:pPr>
        <w:pStyle w:val="Heading2Center"/>
      </w:pPr>
      <w:bookmarkStart w:id="100" w:name="52"/>
      <w:bookmarkStart w:id="101" w:name="_Toc418411972"/>
      <w:r>
        <w:rPr>
          <w:rtl/>
        </w:rPr>
        <w:t>الفصل السابع في الخاء</w:t>
      </w:r>
      <w:bookmarkEnd w:id="100"/>
      <w:bookmarkEnd w:id="101"/>
    </w:p>
    <w:p w:rsidR="00F04D17" w:rsidRDefault="00F04D17" w:rsidP="00F04D17">
      <w:pPr>
        <w:pStyle w:val="libNormal"/>
        <w:rPr>
          <w:rtl/>
        </w:rPr>
      </w:pPr>
      <w:r>
        <w:rPr>
          <w:rtl/>
        </w:rPr>
        <w:t>وفيه بابان:</w:t>
      </w:r>
    </w:p>
    <w:p w:rsidR="00F04D17" w:rsidRDefault="00F04D17" w:rsidP="00F04D17">
      <w:pPr>
        <w:pStyle w:val="Heading3Center"/>
        <w:rPr>
          <w:rtl/>
        </w:rPr>
      </w:pPr>
      <w:bookmarkStart w:id="102" w:name="53"/>
      <w:bookmarkStart w:id="103" w:name="_Toc418411973"/>
      <w:r>
        <w:rPr>
          <w:rtl/>
        </w:rPr>
        <w:t>الباب الاول خالد أحد عشر رجلا</w:t>
      </w:r>
      <w:bookmarkEnd w:id="102"/>
      <w:bookmarkEnd w:id="103"/>
    </w:p>
    <w:p w:rsidR="00F04D17" w:rsidRDefault="00F04D17" w:rsidP="00F04D17">
      <w:pPr>
        <w:pStyle w:val="libNormal"/>
        <w:rPr>
          <w:rtl/>
        </w:rPr>
      </w:pPr>
      <w:r>
        <w:rPr>
          <w:rtl/>
        </w:rPr>
        <w:t>1 - (خالد) بن أبي دجانة بالدال غير المعجمة المضمومة والجيم والنون بعد الالف من أصحاب أميرالمؤمنين عليه السلام بدري.</w:t>
      </w:r>
    </w:p>
    <w:p w:rsidR="00F04D17" w:rsidRDefault="00F04D17" w:rsidP="00F04D17">
      <w:pPr>
        <w:pStyle w:val="libNormal"/>
        <w:rPr>
          <w:rtl/>
        </w:rPr>
      </w:pPr>
      <w:r>
        <w:rPr>
          <w:rtl/>
        </w:rPr>
        <w:t>2 - (خالد) بن جرير بالجيم والراء قبل الياء المنقطة تحتها نقطتين وبعدها راء البجلي.</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روى الكشي: عن محمد بن مسعود قال: سألت أبا الحسن علي بن الحسن عن خالد بن جرير الذى يروي عنه الحسن بن محبوب؟ فقال: كان من بجيلة وكان صالح</w:t>
      </w:r>
      <w:r w:rsidR="00CD27DE">
        <w:rPr>
          <w:rtl/>
        </w:rPr>
        <w:t>اً</w:t>
      </w:r>
      <w:r>
        <w:rPr>
          <w:rtl/>
        </w:rPr>
        <w:t>.</w:t>
      </w:r>
    </w:p>
    <w:p w:rsidR="00F04D17" w:rsidRDefault="00F04D17" w:rsidP="00F04D17">
      <w:pPr>
        <w:pStyle w:val="libNormal"/>
        <w:rPr>
          <w:rtl/>
        </w:rPr>
      </w:pPr>
      <w:r>
        <w:rPr>
          <w:rtl/>
        </w:rPr>
        <w:t>وعن جعفر بن أحمد بن أيوب عن صفوان عن منصور عن أبي سلمة الجمال قال: دخل خالد البجلي علي أبي عبدالله عليه السلام وأنا عنده.. ثم ذكر ما يدك على إيمانه.</w:t>
      </w:r>
    </w:p>
    <w:p w:rsidR="00F04D17" w:rsidRDefault="00F04D17" w:rsidP="00F04D17">
      <w:pPr>
        <w:pStyle w:val="libNormal"/>
        <w:rPr>
          <w:rtl/>
        </w:rPr>
      </w:pPr>
      <w:r>
        <w:rPr>
          <w:rtl/>
        </w:rPr>
        <w:t>3 - (خالد) بن زيد ابوأيوب الانصارى مشكور.</w:t>
      </w:r>
    </w:p>
    <w:p w:rsidR="00F04D17" w:rsidRDefault="00F04D17" w:rsidP="00F04D17">
      <w:pPr>
        <w:pStyle w:val="libNormal"/>
        <w:rPr>
          <w:rtl/>
        </w:rPr>
      </w:pPr>
      <w:r>
        <w:rPr>
          <w:rtl/>
        </w:rPr>
        <w:t>4 - (خالد) الحوار، روى الكشي عن حمدويه قال الحسن بن موسى كان نشيط وخالد يخدمان أبا الحسن عليه السلام.</w:t>
      </w:r>
    </w:p>
    <w:p w:rsidR="00F04D17" w:rsidRDefault="00F04D17" w:rsidP="00F04D17">
      <w:pPr>
        <w:pStyle w:val="libNormal"/>
        <w:rPr>
          <w:rtl/>
        </w:rPr>
      </w:pPr>
      <w:r>
        <w:rPr>
          <w:rtl/>
        </w:rPr>
        <w:t>قال: فذكر الحسين عن يحيى بن ابراهيم عن نشيط عن خالد الحوار؟ قال: لما اختلف الناس في أمر أبي الحسن عليه السلام ! قلت لخالد: أما ترى ما قد وقعنا فيه من اختلاف الناس؟ فقال لي: خالد قال لي ابوالحسن عهدي إلى ابني على اكبر ولدي وخيرهم وأفضلهم.</w:t>
      </w:r>
    </w:p>
    <w:p w:rsidR="00F04D17" w:rsidRDefault="00F04D17" w:rsidP="00F04D17">
      <w:pPr>
        <w:pStyle w:val="libNormal"/>
        <w:rPr>
          <w:rtl/>
        </w:rPr>
      </w:pPr>
      <w:r>
        <w:rPr>
          <w:rtl/>
        </w:rPr>
        <w:t>وهذا الحديث لا يدل صريح</w:t>
      </w:r>
      <w:r w:rsidR="00CD27DE">
        <w:rPr>
          <w:rtl/>
        </w:rPr>
        <w:t>اً</w:t>
      </w:r>
      <w:r>
        <w:rPr>
          <w:rtl/>
        </w:rPr>
        <w:t xml:space="preserve"> على عقيدة الرجلين، لكنه يونس بحال خالد.</w:t>
      </w:r>
    </w:p>
    <w:p w:rsidR="00F04D17" w:rsidRDefault="00F04D17" w:rsidP="00F04D17">
      <w:pPr>
        <w:pStyle w:val="libNormal"/>
        <w:rPr>
          <w:rtl/>
        </w:rPr>
      </w:pPr>
      <w:r>
        <w:rPr>
          <w:rtl/>
        </w:rPr>
        <w:t>5 - (خالد) بن سعيد ابوسعيد القماط كوفي ثقة روى عن الصادق عليه السلام.</w:t>
      </w:r>
    </w:p>
    <w:p w:rsidR="00F04D17" w:rsidRDefault="00F04D17" w:rsidP="00F04D17">
      <w:pPr>
        <w:pStyle w:val="libNormal"/>
        <w:rPr>
          <w:rtl/>
        </w:rPr>
      </w:pPr>
      <w:r>
        <w:rPr>
          <w:rtl/>
        </w:rPr>
        <w:t>وفي كتاب الكشي: قال حمدويه: اسم أبي خالد القماط يزيد.</w:t>
      </w:r>
    </w:p>
    <w:p w:rsidR="00F04D17" w:rsidRDefault="00F04D17" w:rsidP="00F04D17">
      <w:pPr>
        <w:pStyle w:val="libNormal"/>
        <w:rPr>
          <w:rtl/>
        </w:rPr>
      </w:pPr>
      <w:r>
        <w:rPr>
          <w:rtl/>
        </w:rPr>
        <w:t>وقال الشيخ الطوسي رحمه الله: خالد بن يزيد يكنى ابا خالد القماط.</w:t>
      </w:r>
    </w:p>
    <w:p w:rsidR="00F04D17" w:rsidRDefault="00F04D17" w:rsidP="00F04D17">
      <w:pPr>
        <w:pStyle w:val="libNormal"/>
        <w:rPr>
          <w:rtl/>
        </w:rPr>
      </w:pPr>
      <w:r>
        <w:rPr>
          <w:rtl/>
        </w:rPr>
        <w:t>وقيل: انه ناظر زيديا، فظهر عليه، فأعجب الصادق عليه السلام ذلك.</w:t>
      </w:r>
    </w:p>
    <w:p w:rsidR="00F04D17" w:rsidRDefault="00F04D17" w:rsidP="00F04D17">
      <w:pPr>
        <w:pStyle w:val="libNormal"/>
        <w:rPr>
          <w:rtl/>
        </w:rPr>
      </w:pPr>
      <w:r>
        <w:rPr>
          <w:rtl/>
        </w:rPr>
        <w:t>6 - (خالد) بن زياد بالزاي قبل الياء المنقطة تحتها نقتطين -..</w:t>
      </w:r>
    </w:p>
    <w:p w:rsidR="00F04D17" w:rsidRDefault="00F04D17" w:rsidP="00F04D17">
      <w:pPr>
        <w:pStyle w:val="libNormal"/>
        <w:rPr>
          <w:rtl/>
        </w:rPr>
      </w:pPr>
      <w:r>
        <w:rPr>
          <w:rtl/>
        </w:rPr>
        <w:t>وقيل: ابن باد - بغير زاء - وعوض الياء - باء منقطة تحتها نقطة واحدة القلانسي روى عن أبي عبدالله عليه السلام وأبي الحسن عليه السلام ثقة.</w:t>
      </w:r>
    </w:p>
    <w:p w:rsidR="00F04D17" w:rsidRDefault="00F04D17" w:rsidP="00F04D17">
      <w:pPr>
        <w:pStyle w:val="libNormal"/>
        <w:rPr>
          <w:rtl/>
        </w:rPr>
      </w:pPr>
      <w:r>
        <w:rPr>
          <w:rtl/>
        </w:rPr>
        <w:t>7 - (خالد) بن اسماعيل كوفي ثقة.</w:t>
      </w:r>
    </w:p>
    <w:p w:rsidR="00F04D17" w:rsidRDefault="00F04D17" w:rsidP="00F04D17">
      <w:pPr>
        <w:pStyle w:val="libNormal"/>
        <w:rPr>
          <w:rtl/>
        </w:rPr>
      </w:pPr>
      <w:r>
        <w:rPr>
          <w:rtl/>
        </w:rPr>
        <w:t>8 - (خالد) بن صبيح بالصاد المهملة المفتوحة كوفي ثقة له كتاب عن أبي عبدالله عليه السلام.</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9 - (خالد) بن يزيد بالزاي ابن جبل كوفي ثقة روى عن موسى عليه السلام.</w:t>
      </w:r>
    </w:p>
    <w:p w:rsidR="00F04D17" w:rsidRDefault="00F04D17" w:rsidP="00F04D17">
      <w:pPr>
        <w:pStyle w:val="libNormal"/>
        <w:rPr>
          <w:rtl/>
        </w:rPr>
      </w:pPr>
      <w:r>
        <w:rPr>
          <w:rtl/>
        </w:rPr>
        <w:t>10 - (خالد) بن يزيد بالزاي ابويزيد العكلي كوفي ثقة روى عن الصادق عليه السلام.</w:t>
      </w:r>
    </w:p>
    <w:p w:rsidR="00F04D17" w:rsidRDefault="00F04D17" w:rsidP="00F04D17">
      <w:pPr>
        <w:pStyle w:val="libNormal"/>
        <w:rPr>
          <w:rtl/>
        </w:rPr>
      </w:pPr>
      <w:r>
        <w:rPr>
          <w:rtl/>
        </w:rPr>
        <w:t>11 - (خالد) بن عبدالرحمان. قال ابن عقدة: عن محمد بن عبدالله بن أبي حكيمة عن ابن نمير: انه ثقة ثقة</w:t>
      </w:r>
    </w:p>
    <w:p w:rsidR="00F04D17" w:rsidRDefault="00F04D17" w:rsidP="00F04D17">
      <w:pPr>
        <w:pStyle w:val="Heading3Center"/>
        <w:rPr>
          <w:rtl/>
        </w:rPr>
      </w:pPr>
      <w:bookmarkStart w:id="104" w:name="54"/>
      <w:bookmarkStart w:id="105" w:name="_Toc418411974"/>
      <w:r>
        <w:rPr>
          <w:rtl/>
        </w:rPr>
        <w:t>الباب الثانى في الآحاد عشرة رجال</w:t>
      </w:r>
      <w:bookmarkEnd w:id="104"/>
      <w:bookmarkEnd w:id="105"/>
    </w:p>
    <w:p w:rsidR="00F04D17" w:rsidRDefault="00F04D17" w:rsidP="00F04D17">
      <w:pPr>
        <w:pStyle w:val="libNormal"/>
        <w:rPr>
          <w:rtl/>
        </w:rPr>
      </w:pPr>
      <w:r>
        <w:rPr>
          <w:rtl/>
        </w:rPr>
        <w:t>1 - (خوات) بتشديد الواو والتاء المنقطة فوقها نقطتين بعد الالف ابن جبير بضم الجيم من أصحاب أميرالمؤمنين عليه السلام بدري.</w:t>
      </w:r>
    </w:p>
    <w:p w:rsidR="00F04D17" w:rsidRDefault="00F04D17" w:rsidP="00F04D17">
      <w:pPr>
        <w:pStyle w:val="libNormal"/>
        <w:rPr>
          <w:rtl/>
        </w:rPr>
      </w:pPr>
      <w:r>
        <w:rPr>
          <w:rtl/>
        </w:rPr>
        <w:t>2 - (خيران) الخادم من أصحاب أبي الحسن الثالث عليه السلام ثقة.</w:t>
      </w:r>
    </w:p>
    <w:p w:rsidR="00F04D17" w:rsidRDefault="00F04D17" w:rsidP="00F04D17">
      <w:pPr>
        <w:pStyle w:val="libNormal"/>
        <w:rPr>
          <w:rtl/>
        </w:rPr>
      </w:pPr>
      <w:r>
        <w:rPr>
          <w:rtl/>
        </w:rPr>
        <w:t>3 - (خزيمة) بضم الخاء وفتح الزاي ابن ثابت من السابقين الذين رجعوا إلى أميرالمؤمنين عليه السلام، قاله الفضل بن شاذان.</w:t>
      </w:r>
    </w:p>
    <w:p w:rsidR="00F04D17" w:rsidRDefault="00F04D17" w:rsidP="00F04D17">
      <w:pPr>
        <w:pStyle w:val="libNormal"/>
        <w:rPr>
          <w:rtl/>
        </w:rPr>
      </w:pPr>
      <w:r>
        <w:rPr>
          <w:rtl/>
        </w:rPr>
        <w:t>4 - (خلف) بن حماد بن ناشر بن المسيب كوفي.</w:t>
      </w:r>
    </w:p>
    <w:p w:rsidR="00F04D17" w:rsidRDefault="00F04D17" w:rsidP="00F04D17">
      <w:pPr>
        <w:pStyle w:val="libNormal"/>
        <w:rPr>
          <w:rtl/>
        </w:rPr>
      </w:pPr>
      <w:r>
        <w:rPr>
          <w:rtl/>
        </w:rPr>
        <w:t>قال النجاشي: انه ثقة، سمع من موسى بن جعفر عليه السلام.</w:t>
      </w:r>
    </w:p>
    <w:p w:rsidR="00F04D17" w:rsidRDefault="00F04D17" w:rsidP="00F04D17">
      <w:pPr>
        <w:pStyle w:val="libNormal"/>
        <w:rPr>
          <w:rtl/>
        </w:rPr>
      </w:pPr>
      <w:r>
        <w:rPr>
          <w:rtl/>
        </w:rPr>
        <w:t>وقال ابن الغضايري: ان امره مختلط يعرف حديثه تارة وينكر اخرى، ويجوز ان يخرج شاهد</w:t>
      </w:r>
      <w:r w:rsidR="00CD27DE">
        <w:rPr>
          <w:rtl/>
        </w:rPr>
        <w:t>اً</w:t>
      </w:r>
      <w:r>
        <w:rPr>
          <w:rtl/>
        </w:rPr>
        <w:t>.</w:t>
      </w:r>
    </w:p>
    <w:p w:rsidR="00F04D17" w:rsidRDefault="00F04D17" w:rsidP="00F04D17">
      <w:pPr>
        <w:pStyle w:val="libNormal"/>
        <w:rPr>
          <w:rtl/>
        </w:rPr>
      </w:pPr>
      <w:r>
        <w:rPr>
          <w:rtl/>
        </w:rPr>
        <w:t>5 - (خضر) بالضاد المعجمة ابن عيسى. قال النجاشي: رجل من اهل الجبل لابأس به.</w:t>
      </w:r>
    </w:p>
    <w:p w:rsidR="00F04D17" w:rsidRDefault="00F04D17" w:rsidP="00F04D17">
      <w:pPr>
        <w:pStyle w:val="libNormal"/>
        <w:rPr>
          <w:rtl/>
        </w:rPr>
      </w:pPr>
      <w:r>
        <w:rPr>
          <w:rtl/>
        </w:rPr>
        <w:t>6 - (خليل) العبدي كوفي روى أبي عبدالله عليه السلام ثقة.</w:t>
      </w:r>
    </w:p>
    <w:p w:rsidR="00F04D17" w:rsidRDefault="00F04D17" w:rsidP="00F04D17">
      <w:pPr>
        <w:pStyle w:val="libNormal"/>
        <w:rPr>
          <w:rtl/>
        </w:rPr>
      </w:pPr>
      <w:r>
        <w:rPr>
          <w:rtl/>
        </w:rPr>
        <w:t>7 - (خطاب) بن مسلمة بفتح الميم كوفي روى عن أبي عبدالله عليه السلام ثقة.</w:t>
      </w:r>
    </w:p>
    <w:p w:rsidR="00F04D17" w:rsidRDefault="00F04D17" w:rsidP="00F04D17">
      <w:pPr>
        <w:pStyle w:val="libNormal"/>
        <w:rPr>
          <w:rtl/>
        </w:rPr>
      </w:pPr>
      <w:r>
        <w:rPr>
          <w:rtl/>
        </w:rPr>
        <w:t>8 - (خيثسة) بالثاء المنقطة فوقها ثلاث نقط بعد الياء ابن عبدالرحمان الجعفي.</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قال علي بن أحمد العقيقي: انه كان فاضلا. وهذا لايقتضي التعديل، وان كان من المرجحات.</w:t>
      </w:r>
    </w:p>
    <w:p w:rsidR="00F04D17" w:rsidRDefault="00F04D17" w:rsidP="00F04D17">
      <w:pPr>
        <w:pStyle w:val="libNormal"/>
        <w:rPr>
          <w:rtl/>
        </w:rPr>
      </w:pPr>
      <w:r>
        <w:rPr>
          <w:rtl/>
        </w:rPr>
        <w:t>9 - (خلاد) الصفار، قال ابن عقدة: عن عبدالله بن إبراهيم بن قتيبة عن ابن نمير: انه ثقة ثقة.</w:t>
      </w:r>
    </w:p>
    <w:p w:rsidR="00F04D17" w:rsidRDefault="00F04D17" w:rsidP="00F04D17">
      <w:pPr>
        <w:pStyle w:val="libNormal"/>
        <w:rPr>
          <w:rtl/>
        </w:rPr>
      </w:pPr>
      <w:r>
        <w:rPr>
          <w:rtl/>
        </w:rPr>
        <w:t>وهو أيض</w:t>
      </w:r>
      <w:r w:rsidR="00CD27DE">
        <w:rPr>
          <w:rtl/>
        </w:rPr>
        <w:t>اً</w:t>
      </w:r>
      <w:r>
        <w:rPr>
          <w:rtl/>
        </w:rPr>
        <w:t xml:space="preserve"> من المرجحات عندي.</w:t>
      </w:r>
    </w:p>
    <w:p w:rsidR="00F04D17" w:rsidRDefault="00F04D17" w:rsidP="00F04D17">
      <w:pPr>
        <w:pStyle w:val="libNormal"/>
        <w:rPr>
          <w:rtl/>
        </w:rPr>
      </w:pPr>
      <w:r>
        <w:rPr>
          <w:rtl/>
        </w:rPr>
        <w:t>10 - (الخليل) بن أحمد كان أفضل الناس في الادب وقوله حجة فيه وإخترع علم العروض، وفضله أشهر من أن يذكر وكان إمامي المذهب.</w:t>
      </w:r>
    </w:p>
    <w:p w:rsidR="00F04D17" w:rsidRDefault="00F04D17" w:rsidP="000F2669">
      <w:pPr>
        <w:pStyle w:val="Heading2Center"/>
        <w:rPr>
          <w:rtl/>
        </w:rPr>
      </w:pPr>
      <w:bookmarkStart w:id="106" w:name="55"/>
      <w:bookmarkStart w:id="107" w:name="_Toc418411975"/>
      <w:r>
        <w:rPr>
          <w:rtl/>
        </w:rPr>
        <w:t>الفصل الثامن في الدال</w:t>
      </w:r>
      <w:bookmarkEnd w:id="106"/>
      <w:bookmarkEnd w:id="107"/>
    </w:p>
    <w:p w:rsidR="00F04D17" w:rsidRDefault="00F04D17" w:rsidP="00F04D17">
      <w:pPr>
        <w:pStyle w:val="libNormal"/>
        <w:rPr>
          <w:rtl/>
        </w:rPr>
      </w:pPr>
      <w:r>
        <w:rPr>
          <w:rtl/>
        </w:rPr>
        <w:t>وفيه بابان:</w:t>
      </w:r>
    </w:p>
    <w:p w:rsidR="00F04D17" w:rsidRPr="00F04D17" w:rsidRDefault="00F04D17" w:rsidP="00F04D17">
      <w:pPr>
        <w:pStyle w:val="Heading3Center"/>
        <w:rPr>
          <w:rtl/>
        </w:rPr>
      </w:pPr>
      <w:bookmarkStart w:id="108" w:name="56"/>
      <w:bookmarkStart w:id="109" w:name="_Toc418411976"/>
      <w:r>
        <w:rPr>
          <w:rtl/>
        </w:rPr>
        <w:t>الباب الاول داود ثلاثة عشر رجلا</w:t>
      </w:r>
      <w:bookmarkEnd w:id="108"/>
      <w:bookmarkEnd w:id="109"/>
    </w:p>
    <w:p w:rsidR="00F04D17" w:rsidRDefault="00F04D17" w:rsidP="00F04D17">
      <w:pPr>
        <w:pStyle w:val="libNormal"/>
        <w:rPr>
          <w:rtl/>
        </w:rPr>
      </w:pPr>
      <w:r>
        <w:rPr>
          <w:rtl/>
        </w:rPr>
        <w:t>1 - (داود) بن كثير الرقي مولى بني اسد وأبوه كثير يكنى ابا خالد، وهو يكنى ابا سليمان من أصحاب موسى بن جعفر عليه السلام. قال الشيخ الطوسي: انه ثقة.</w:t>
      </w:r>
    </w:p>
    <w:p w:rsidR="00F04D17" w:rsidRDefault="00F04D17" w:rsidP="00F04D17">
      <w:pPr>
        <w:pStyle w:val="libNormal"/>
        <w:rPr>
          <w:rtl/>
        </w:rPr>
      </w:pPr>
      <w:r>
        <w:rPr>
          <w:rtl/>
        </w:rPr>
        <w:t>وروى الكشي من طريق فيه يونس بن عبدالرحمان عمن ذكره: عن أبي عبدالله عليه السلام انه أمر أصحابه ان ينزلوه منزلة المقداد من رسول الله صلى الله عليه وآله وكذا في حديث آخر بهذا السند: انه من أصحاب القائم عجل الله فرجه.</w:t>
      </w:r>
    </w:p>
    <w:p w:rsidR="00F04D17" w:rsidRDefault="00F04D17" w:rsidP="00F04D17">
      <w:pPr>
        <w:pStyle w:val="libNormal"/>
        <w:rPr>
          <w:rtl/>
        </w:rPr>
      </w:pPr>
      <w:r>
        <w:rPr>
          <w:rtl/>
        </w:rPr>
        <w:t>قال ابوعمرو الكشي: (ره) وتذكر الغلاة انه من أركانهم وتروى عنه المناكير من الغلو وتنسب اليه اقاويلهم، ولم أسمع احد</w:t>
      </w:r>
      <w:r w:rsidR="00CD27DE">
        <w:rPr>
          <w:rtl/>
        </w:rPr>
        <w:t>اً</w:t>
      </w:r>
      <w:r>
        <w:rPr>
          <w:rtl/>
        </w:rPr>
        <w:t xml:space="preserve"> من مشايخ العصابة يطعن عليه، وعاش إلى زمان الرضا عليه السلام.</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وقال النجاشي: انه ضعيف والغلاة تروي عنه.</w:t>
      </w:r>
    </w:p>
    <w:p w:rsidR="00F04D17" w:rsidRDefault="00F04D17" w:rsidP="00F04D17">
      <w:pPr>
        <w:pStyle w:val="libNormal"/>
        <w:rPr>
          <w:rtl/>
        </w:rPr>
      </w:pPr>
      <w:r>
        <w:rPr>
          <w:rtl/>
        </w:rPr>
        <w:t xml:space="preserve">وقال أحمد بن عبدالواحد: قل ما رأيت له </w:t>
      </w:r>
      <w:r w:rsidR="00CD27DE">
        <w:rPr>
          <w:rtl/>
        </w:rPr>
        <w:t>حديثاً</w:t>
      </w:r>
      <w:r>
        <w:rPr>
          <w:rtl/>
        </w:rPr>
        <w:t xml:space="preserve"> شديد</w:t>
      </w:r>
      <w:r w:rsidR="00CD27DE">
        <w:rPr>
          <w:rtl/>
        </w:rPr>
        <w:t>اً</w:t>
      </w:r>
      <w:r>
        <w:rPr>
          <w:rtl/>
        </w:rPr>
        <w:t xml:space="preserve"> وقال ابن الغضايري: انه كان فاسد المذهب ضعيف الرواية لايلتفت اليه. وعندى في امره توقف، والاقوى قبول روايته، لقول الشيخ وقول الكشي أيض</w:t>
      </w:r>
      <w:r w:rsidR="00CD27DE">
        <w:rPr>
          <w:rtl/>
        </w:rPr>
        <w:t>اً</w:t>
      </w:r>
      <w:r>
        <w:rPr>
          <w:rtl/>
        </w:rPr>
        <w:t xml:space="preserve"> وقال ابوجعفر بن بابويه روي عن الصادق عليه السلام انه قال: إنزلوا داود الرقي مني: منزلة المقداد من رسول الله صلى الله عليه وآله.</w:t>
      </w:r>
    </w:p>
    <w:p w:rsidR="00F04D17" w:rsidRDefault="00F04D17" w:rsidP="00F04D17">
      <w:pPr>
        <w:pStyle w:val="libNormal"/>
        <w:rPr>
          <w:rtl/>
        </w:rPr>
      </w:pPr>
      <w:r>
        <w:rPr>
          <w:rtl/>
        </w:rPr>
        <w:t>2 - (داود) بن فرقد مولى بني السماك الازدي النضري بالنون وفرقد يكنى ابا يزيد كوفى ثقة روى عن أبي عبدالله وأبي الحسن عليهما السلام واخوته يزيد وعبدالرحمان وعبدالحميد. قال ابن فضال: داود ثقة ثقة.</w:t>
      </w:r>
    </w:p>
    <w:p w:rsidR="00F04D17" w:rsidRDefault="00F04D17" w:rsidP="00F04D17">
      <w:pPr>
        <w:pStyle w:val="libNormal"/>
        <w:rPr>
          <w:rtl/>
        </w:rPr>
      </w:pPr>
      <w:r>
        <w:rPr>
          <w:rtl/>
        </w:rPr>
        <w:t>3 - (داود) بن القاسم بن اسحاق بن عبدالله بن جعفر بن أبي طالب (ره) يكنى أبا هاشم الجعفري (ره) من أهل بغداد ثقة جليل القدر عظيم المنزلة عند الائمة عليهم السلام شاهد أبا جعفر وأبا الحسن وأبا محمد عليهم السلام، وكان شريف</w:t>
      </w:r>
      <w:r w:rsidR="00CD27DE">
        <w:rPr>
          <w:rtl/>
        </w:rPr>
        <w:t>اً</w:t>
      </w:r>
      <w:r>
        <w:rPr>
          <w:rtl/>
        </w:rPr>
        <w:t xml:space="preserve"> عندهم، له موقع و جليل عندهم، روى أبوه عن الصادق عليه السلام.</w:t>
      </w:r>
    </w:p>
    <w:p w:rsidR="00F04D17" w:rsidRDefault="00F04D17" w:rsidP="00F04D17">
      <w:pPr>
        <w:pStyle w:val="libNormal"/>
        <w:rPr>
          <w:rtl/>
        </w:rPr>
      </w:pPr>
      <w:r>
        <w:rPr>
          <w:rtl/>
        </w:rPr>
        <w:t>4 - (داود) بن أبي زيد اسمه زنكار بالزاي أولا والنون بعده والكاف بعد النون والراء بعد الالف يكنى ابا سليمان النيسابورى من النجارين في سكة طرخان في دار سختويه، صادق اللهجة.</w:t>
      </w:r>
    </w:p>
    <w:p w:rsidR="00F04D17" w:rsidRDefault="00F04D17" w:rsidP="00F04D17">
      <w:pPr>
        <w:pStyle w:val="libNormal"/>
        <w:rPr>
          <w:rtl/>
        </w:rPr>
      </w:pPr>
      <w:r>
        <w:rPr>
          <w:rtl/>
        </w:rPr>
        <w:t>وقال البرقي: داود بن بيورد يكنى بأبي سليمان ونزل نيسابور في النجارين عند سكة طرخان في دار سختويه، معروف بصدق اللهجة، والظاهر انهما واحد.</w:t>
      </w:r>
    </w:p>
    <w:p w:rsidR="00F04D17" w:rsidRDefault="00F04D17" w:rsidP="00F04D17">
      <w:pPr>
        <w:pStyle w:val="libNormal"/>
        <w:rPr>
          <w:rtl/>
        </w:rPr>
      </w:pPr>
      <w:r>
        <w:rPr>
          <w:rtl/>
        </w:rPr>
        <w:t>قال الشيخ الطوسي (ره): انه من أصحاب أبي الحسن الثالث علي بن محمد ومن أصحاب أبي محمد الحسن عليهما السلام.</w:t>
      </w:r>
    </w:p>
    <w:p w:rsidR="00F04D17" w:rsidRDefault="00F04D17" w:rsidP="00F04D17">
      <w:pPr>
        <w:pStyle w:val="libNormal"/>
        <w:rPr>
          <w:rtl/>
        </w:rPr>
      </w:pPr>
      <w:r>
        <w:rPr>
          <w:rtl/>
        </w:rPr>
        <w:t>5 - (داود) بن زربي بالزاي المضمومة والراء الساكنة والياء المنقطة تحتها نقطة ابوسليمان الخندقي بالخاء المعجمة والنون والدال المهملة والقاف كان أخص الناس بالرشيد. وأورد الكشي ما يشهد بسلامه عقيدته.</w:t>
      </w:r>
    </w:p>
    <w:p w:rsidR="00F04D17" w:rsidRDefault="00F04D17" w:rsidP="00F04D17">
      <w:pPr>
        <w:pStyle w:val="libNormal"/>
        <w:rPr>
          <w:rtl/>
        </w:rPr>
      </w:pPr>
      <w:r>
        <w:rPr>
          <w:rtl/>
        </w:rPr>
        <w:t>وقال النجاشي: انه ثقة، ذكره ابن عقدة.</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6 - (داود) بن النعمان أخو علي بن النعمان، ثقة عين قال الكشي: (ره) عن حمدويه عن أشياخه انه خير فاضل وهو عم الحسن بن علي بن النعمان واوصي بكتبه لحمد بن إسماعيل بن بزيع.</w:t>
      </w:r>
    </w:p>
    <w:p w:rsidR="00F04D17" w:rsidRDefault="00F04D17" w:rsidP="00F04D17">
      <w:pPr>
        <w:pStyle w:val="libNormal"/>
        <w:rPr>
          <w:rtl/>
        </w:rPr>
      </w:pPr>
      <w:r>
        <w:rPr>
          <w:rtl/>
        </w:rPr>
        <w:t>7 - (داود) بن أسد بن عفير بضم العين ابوالاحوص البصري (ره) شيخ جليل فقيه متكلم من أصحاب الحديث ثقة ثقة وابوه اسد بن عفير من شيوخ اصحاب الحديث الثقات.</w:t>
      </w:r>
    </w:p>
    <w:p w:rsidR="00F04D17" w:rsidRDefault="00F04D17" w:rsidP="00F04D17">
      <w:pPr>
        <w:pStyle w:val="libNormal"/>
        <w:rPr>
          <w:rtl/>
        </w:rPr>
      </w:pPr>
      <w:r>
        <w:rPr>
          <w:rtl/>
        </w:rPr>
        <w:t>8 - (داود) بن يحيى بن بشر الدهقان كوفي يكنى ابا سليمان ثقة.</w:t>
      </w:r>
    </w:p>
    <w:p w:rsidR="00F04D17" w:rsidRDefault="00F04D17" w:rsidP="00F04D17">
      <w:pPr>
        <w:pStyle w:val="libNormal"/>
        <w:rPr>
          <w:rtl/>
        </w:rPr>
      </w:pPr>
      <w:r>
        <w:rPr>
          <w:rtl/>
        </w:rPr>
        <w:t>9 - (داود) بن أبي يزيد الكوفي العطار مولى ثقة روى عن أبي عبدالله عليه السلام وأبي الحسن عليه السلام.</w:t>
      </w:r>
    </w:p>
    <w:p w:rsidR="00F04D17" w:rsidRDefault="00F04D17" w:rsidP="00F04D17">
      <w:pPr>
        <w:pStyle w:val="libNormal"/>
        <w:rPr>
          <w:rtl/>
        </w:rPr>
      </w:pPr>
      <w:r>
        <w:rPr>
          <w:rtl/>
        </w:rPr>
        <w:t>10 - (داود) بن سرحان بالسين المهملة والراء والحاء المهملتين والنون بعد الالف العطار كوفي ثقة روى عن أبي عبدالله وأبي الحسن عليهما السلام، ذكره ابن نوح.</w:t>
      </w:r>
    </w:p>
    <w:p w:rsidR="00F04D17" w:rsidRDefault="00F04D17" w:rsidP="00F04D17">
      <w:pPr>
        <w:pStyle w:val="libNormal"/>
        <w:rPr>
          <w:rtl/>
        </w:rPr>
      </w:pPr>
      <w:r>
        <w:rPr>
          <w:rtl/>
        </w:rPr>
        <w:t>11 - (داود) بن علي اليعقوبي الهاشمي ابوعلي بن داود روى عن أبي الحسن موسى عليه السلام.</w:t>
      </w:r>
    </w:p>
    <w:p w:rsidR="00F04D17" w:rsidRDefault="00F04D17" w:rsidP="00F04D17">
      <w:pPr>
        <w:pStyle w:val="libNormal"/>
        <w:rPr>
          <w:rtl/>
        </w:rPr>
      </w:pPr>
      <w:r>
        <w:rPr>
          <w:rtl/>
        </w:rPr>
        <w:t>وقيل: روى عن الرضا عليه السلام ثقة.</w:t>
      </w:r>
    </w:p>
    <w:p w:rsidR="00F04D17" w:rsidRDefault="00F04D17" w:rsidP="00F04D17">
      <w:pPr>
        <w:pStyle w:val="libNormal"/>
        <w:rPr>
          <w:rtl/>
        </w:rPr>
      </w:pPr>
      <w:r>
        <w:rPr>
          <w:rtl/>
        </w:rPr>
        <w:t>12 - (داود) بن سليمان ابوسليمان الحمار كوفي ثقة روى عن أبي عبدالله عليه السلام.</w:t>
      </w:r>
    </w:p>
    <w:p w:rsidR="00F04D17" w:rsidRDefault="00F04D17" w:rsidP="00F04D17">
      <w:pPr>
        <w:pStyle w:val="libNormal"/>
        <w:rPr>
          <w:rtl/>
        </w:rPr>
      </w:pPr>
      <w:r>
        <w:rPr>
          <w:rtl/>
        </w:rPr>
        <w:t>13 - (داود) بن محمد النهدي ابن عم الهيثم بن أبي مسروق كوفي ثقة، متأخر الموت.</w:t>
      </w:r>
    </w:p>
    <w:p w:rsidR="00F04D17" w:rsidRDefault="00F04D17" w:rsidP="00F04D17">
      <w:pPr>
        <w:pStyle w:val="libNormal"/>
        <w:rPr>
          <w:rtl/>
        </w:rPr>
      </w:pPr>
      <w:r>
        <w:rPr>
          <w:rtl/>
        </w:rPr>
        <w:br w:type="page"/>
      </w:r>
    </w:p>
    <w:p w:rsidR="00F04D17" w:rsidRPr="00F04D17" w:rsidRDefault="00F04D17" w:rsidP="00F04D17">
      <w:pPr>
        <w:pStyle w:val="Heading3Center"/>
        <w:rPr>
          <w:rtl/>
        </w:rPr>
      </w:pPr>
      <w:bookmarkStart w:id="110" w:name="57"/>
      <w:bookmarkStart w:id="111" w:name="_Toc418411977"/>
      <w:r>
        <w:rPr>
          <w:rtl/>
        </w:rPr>
        <w:lastRenderedPageBreak/>
        <w:t>الباب الثانى في الآحاد رجل واحد</w:t>
      </w:r>
      <w:bookmarkEnd w:id="110"/>
      <w:bookmarkEnd w:id="111"/>
    </w:p>
    <w:p w:rsidR="00F04D17" w:rsidRDefault="00F04D17" w:rsidP="00F04D17">
      <w:pPr>
        <w:pStyle w:val="libNormal"/>
        <w:rPr>
          <w:rtl/>
        </w:rPr>
      </w:pPr>
      <w:r>
        <w:rPr>
          <w:rtl/>
        </w:rPr>
        <w:t>1 - (دعبل) بكسر الدال المهملة وإسكان العين المهمله وكسر الباء المنقطة تحتها نقطه بعدها لام أبوعلي الخزاعي الشاعر مشهور في أصحابنا، حاله مشهور في الايمان وعلو المنزلة عظيم الشأن، صنف كتاب (طبقات الشعراء) رحمه الله تعالى.</w:t>
      </w:r>
    </w:p>
    <w:p w:rsidR="00F04D17" w:rsidRPr="00F04D17" w:rsidRDefault="00F04D17" w:rsidP="000F2669">
      <w:pPr>
        <w:pStyle w:val="Heading2Center"/>
        <w:rPr>
          <w:rtl/>
        </w:rPr>
      </w:pPr>
      <w:bookmarkStart w:id="112" w:name="58"/>
      <w:bookmarkStart w:id="113" w:name="_Toc418411978"/>
      <w:r>
        <w:rPr>
          <w:rtl/>
        </w:rPr>
        <w:t>الفصل التاسع في الذال</w:t>
      </w:r>
      <w:bookmarkEnd w:id="112"/>
      <w:bookmarkEnd w:id="113"/>
    </w:p>
    <w:p w:rsidR="00F04D17" w:rsidRDefault="00F04D17" w:rsidP="00F04D17">
      <w:pPr>
        <w:pStyle w:val="libNormal"/>
        <w:rPr>
          <w:rtl/>
        </w:rPr>
      </w:pPr>
      <w:r>
        <w:rPr>
          <w:rtl/>
        </w:rPr>
        <w:t>رجل واحد:</w:t>
      </w:r>
    </w:p>
    <w:p w:rsidR="00F04D17" w:rsidRDefault="00F04D17" w:rsidP="00F04D17">
      <w:pPr>
        <w:pStyle w:val="libNormal"/>
        <w:rPr>
          <w:rtl/>
        </w:rPr>
      </w:pPr>
      <w:r>
        <w:rPr>
          <w:rtl/>
        </w:rPr>
        <w:t>1 - (ذريح) بالراء المسكورة بعد الذال المفتوحة والياء المنقطة تحتها نقطتين والحاء المهملة ابن محمد بن يزيد ابوالوليد المحاربي عربي من بني محارب بن حفص روى عن أبي عبدالله عليه السلام وأبي الحسن عليه السلام. قال الشيخ (ره): انه ثقة له اصل.</w:t>
      </w:r>
    </w:p>
    <w:p w:rsidR="00F04D17" w:rsidRPr="00F04D17" w:rsidRDefault="00F04D17" w:rsidP="000F2669">
      <w:pPr>
        <w:pStyle w:val="Heading2Center"/>
        <w:rPr>
          <w:rtl/>
        </w:rPr>
      </w:pPr>
      <w:bookmarkStart w:id="114" w:name="59"/>
      <w:bookmarkStart w:id="115" w:name="_Toc418411979"/>
      <w:r>
        <w:rPr>
          <w:rtl/>
        </w:rPr>
        <w:t>الفصل العاشر في الراء</w:t>
      </w:r>
      <w:bookmarkEnd w:id="114"/>
      <w:bookmarkEnd w:id="115"/>
    </w:p>
    <w:p w:rsidR="00F04D17" w:rsidRDefault="00F04D17" w:rsidP="00F04D17">
      <w:pPr>
        <w:pStyle w:val="libNormal"/>
        <w:rPr>
          <w:rtl/>
        </w:rPr>
      </w:pPr>
      <w:r>
        <w:rPr>
          <w:rtl/>
        </w:rPr>
        <w:t>وفيه ثلاثة أبواب:</w:t>
      </w:r>
    </w:p>
    <w:p w:rsidR="00F04D17" w:rsidRPr="00F04D17" w:rsidRDefault="00F04D17" w:rsidP="00F04D17">
      <w:pPr>
        <w:pStyle w:val="Heading3Center"/>
        <w:rPr>
          <w:rtl/>
        </w:rPr>
      </w:pPr>
      <w:bookmarkStart w:id="116" w:name="60"/>
      <w:bookmarkStart w:id="117" w:name="_Toc418411980"/>
      <w:r>
        <w:rPr>
          <w:rtl/>
        </w:rPr>
        <w:t>الباب الاول الريان رجلان</w:t>
      </w:r>
      <w:bookmarkEnd w:id="116"/>
      <w:bookmarkEnd w:id="117"/>
    </w:p>
    <w:p w:rsidR="00F04D17" w:rsidRDefault="00F04D17" w:rsidP="00F04D17">
      <w:pPr>
        <w:pStyle w:val="libNormal"/>
        <w:rPr>
          <w:rtl/>
        </w:rPr>
      </w:pPr>
      <w:r>
        <w:rPr>
          <w:rtl/>
        </w:rPr>
        <w:t>1 - (الريان) بالياء المنقطة تحتها نقطتين المشددة بعد الراء المفتوحة ابن الصلت البغدادي الاشعري القمي خراساني الاصل ابوعلي، روى عن الرضا عليه السلام كان ثقة صدوق</w:t>
      </w:r>
      <w:r w:rsidR="00CD27DE">
        <w:rPr>
          <w:rtl/>
        </w:rPr>
        <w:t>اً</w:t>
      </w:r>
      <w:r>
        <w:rPr>
          <w:rtl/>
        </w:rPr>
        <w:t>.</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2 - (الريان) بن شبيب بالشين المعجمة وبعدها باء منقطة خال المعتصم ثقة.</w:t>
      </w:r>
    </w:p>
    <w:p w:rsidR="00F04D17" w:rsidRDefault="00F04D17" w:rsidP="00F04D17">
      <w:pPr>
        <w:pStyle w:val="Heading3Center"/>
        <w:rPr>
          <w:rtl/>
        </w:rPr>
      </w:pPr>
      <w:bookmarkStart w:id="118" w:name="61"/>
      <w:bookmarkStart w:id="119" w:name="_Toc418411981"/>
      <w:r>
        <w:rPr>
          <w:rtl/>
        </w:rPr>
        <w:t>الباب الثاني الربيع ثلاثة رجال</w:t>
      </w:r>
      <w:bookmarkEnd w:id="118"/>
      <w:bookmarkEnd w:id="119"/>
    </w:p>
    <w:p w:rsidR="00F04D17" w:rsidRDefault="00F04D17" w:rsidP="00F04D17">
      <w:pPr>
        <w:pStyle w:val="libNormal"/>
        <w:rPr>
          <w:rtl/>
        </w:rPr>
      </w:pPr>
      <w:r>
        <w:rPr>
          <w:rtl/>
        </w:rPr>
        <w:t>1 - (الربيع) بن خثيم بالخاء المعجمة المضمومة والثاء المنقطة فوقها ثلاث نقط قبل الياء المنقطة تحتها نقطتين أحد الزهاد الثمانية، قاله الكشي عن علي بن محمد بن قتيبة عن الفضل بن شاذان.</w:t>
      </w:r>
    </w:p>
    <w:p w:rsidR="00F04D17" w:rsidRDefault="00F04D17" w:rsidP="00F04D17">
      <w:pPr>
        <w:pStyle w:val="libNormal"/>
        <w:rPr>
          <w:rtl/>
        </w:rPr>
      </w:pPr>
      <w:r>
        <w:rPr>
          <w:rtl/>
        </w:rPr>
        <w:t>2 - (الربيع) بن أبي مدرك ابوسعيد كوفي، يقال له المصلوب، كان صلب بالكوفة على التشيع، ثقة روى عن أبي عبدالله عليه السلام.</w:t>
      </w:r>
    </w:p>
    <w:p w:rsidR="00F04D17" w:rsidRDefault="00F04D17" w:rsidP="00F04D17">
      <w:pPr>
        <w:pStyle w:val="libNormal"/>
        <w:rPr>
          <w:rtl/>
        </w:rPr>
      </w:pPr>
      <w:r>
        <w:rPr>
          <w:rtl/>
        </w:rPr>
        <w:t>3 - (الربيع) بن سليمان بن عمرو كوفي صحب السكوني وأخذ عنه وأكثر، وهو قريب الامر في الحديث.</w:t>
      </w:r>
    </w:p>
    <w:p w:rsidR="00F04D17" w:rsidRDefault="00F04D17" w:rsidP="00F04D17">
      <w:pPr>
        <w:pStyle w:val="libNormal"/>
        <w:rPr>
          <w:rtl/>
        </w:rPr>
      </w:pPr>
      <w:r>
        <w:rPr>
          <w:rtl/>
        </w:rPr>
        <w:t>قال ابن الغضايري: أمره قريب، قد طعن عليه، ويجوز ان يخرج شاهد</w:t>
      </w:r>
      <w:r w:rsidR="00CD27DE">
        <w:rPr>
          <w:rtl/>
        </w:rPr>
        <w:t>اً</w:t>
      </w:r>
      <w:r>
        <w:rPr>
          <w:rtl/>
        </w:rPr>
        <w:t>.</w:t>
      </w:r>
    </w:p>
    <w:p w:rsidR="00F04D17" w:rsidRDefault="00F04D17" w:rsidP="00F04D17">
      <w:pPr>
        <w:pStyle w:val="Heading3Center"/>
        <w:rPr>
          <w:rtl/>
        </w:rPr>
      </w:pPr>
      <w:bookmarkStart w:id="120" w:name="62"/>
      <w:bookmarkStart w:id="121" w:name="_Toc418411982"/>
      <w:r>
        <w:rPr>
          <w:rtl/>
        </w:rPr>
        <w:t>الباب الثالث في الآحاد اثنا عشر رجلا</w:t>
      </w:r>
      <w:bookmarkEnd w:id="120"/>
      <w:bookmarkEnd w:id="121"/>
    </w:p>
    <w:p w:rsidR="00F04D17" w:rsidRDefault="00F04D17" w:rsidP="00F04D17">
      <w:pPr>
        <w:pStyle w:val="libNormal"/>
        <w:rPr>
          <w:rtl/>
        </w:rPr>
      </w:pPr>
      <w:r>
        <w:rPr>
          <w:rtl/>
        </w:rPr>
        <w:t>1 - (رفاعة) بكسر الراء وبعدها الفاء والعين المهملة بعد الالف ابن موسى النخاس بالنون والخاء المعجمة والسين المهملة روى عن أبي عبدالله عليه السلام وأبي الحسن عليه السلام كان ثقة في حديثه مسكون</w:t>
      </w:r>
      <w:r w:rsidR="00CD27DE">
        <w:rPr>
          <w:rtl/>
        </w:rPr>
        <w:t>اً</w:t>
      </w:r>
      <w:r>
        <w:rPr>
          <w:rtl/>
        </w:rPr>
        <w:t xml:space="preserve"> إلى روايته لابعترض عليه بشئ من الغمز حسن الطريقة.</w:t>
      </w:r>
    </w:p>
    <w:p w:rsidR="00F04D17" w:rsidRDefault="00F04D17" w:rsidP="00F04D17">
      <w:pPr>
        <w:pStyle w:val="libNormal"/>
        <w:rPr>
          <w:rtl/>
        </w:rPr>
      </w:pPr>
      <w:r>
        <w:rPr>
          <w:rtl/>
        </w:rPr>
        <w:t>2 - (رميلة) من أصحاب أميرالمؤمنين عليه السلام.</w:t>
      </w:r>
    </w:p>
    <w:p w:rsidR="00F04D17" w:rsidRDefault="00F04D17" w:rsidP="00F04D17">
      <w:pPr>
        <w:pStyle w:val="libNormal"/>
        <w:rPr>
          <w:rtl/>
        </w:rPr>
      </w:pPr>
      <w:r>
        <w:rPr>
          <w:rtl/>
        </w:rPr>
        <w:t>3 - (ربعي) بالباء المنقطة تحتها نقطة والعين المهملة بعدها ابن عبدالله بن الجارود بن أبي سبرة الهذلي ابونعيم بصري ثقة روى عن أبي عبدالله عليه السلام وأبي الحسن عليه السلام وصحب الفضل بن يسار وأكثر الاخذ عنه وكان خصيص</w:t>
      </w:r>
      <w:r w:rsidR="00CD27DE">
        <w:rPr>
          <w:rtl/>
        </w:rPr>
        <w:t>اً</w:t>
      </w:r>
      <w:r>
        <w:rPr>
          <w:rtl/>
        </w:rPr>
        <w:t xml:space="preserve"> به.</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4 - (رهم) بضم الراء الانصاري.</w:t>
      </w:r>
    </w:p>
    <w:p w:rsidR="00F04D17" w:rsidRDefault="00F04D17" w:rsidP="00F04D17">
      <w:pPr>
        <w:pStyle w:val="libNormal"/>
        <w:rPr>
          <w:rtl/>
        </w:rPr>
      </w:pPr>
      <w:r>
        <w:rPr>
          <w:rtl/>
        </w:rPr>
        <w:t>قال الكشي: قال ابوالحسن حمدويه قال حدثنا محمد بن عيسى عن الحسن بن علي بن يقطين عن رهم قال حمدويه فسألته عنه؟ فقال: شيخ من الانصار كان يقول بقولنا.</w:t>
      </w:r>
    </w:p>
    <w:p w:rsidR="00F04D17" w:rsidRDefault="00F04D17" w:rsidP="00F04D17">
      <w:pPr>
        <w:pStyle w:val="libNormal"/>
        <w:rPr>
          <w:rtl/>
        </w:rPr>
      </w:pPr>
      <w:r w:rsidRPr="00F04D17">
        <w:rPr>
          <w:rtl/>
        </w:rPr>
        <w:t>5 - (رشيد) بضم الراء الهجري مشكور</w:t>
      </w:r>
      <w:r w:rsidRPr="00F04D17">
        <w:rPr>
          <w:rStyle w:val="libFootnotenumChar"/>
          <w:rtl/>
        </w:rPr>
        <w:t>(1)</w:t>
      </w:r>
      <w:r w:rsidRPr="00F04D17">
        <w:rPr>
          <w:rtl/>
        </w:rPr>
        <w:t>.</w:t>
      </w:r>
    </w:p>
    <w:p w:rsidR="00F04D17" w:rsidRDefault="00F04D17" w:rsidP="00F04D17">
      <w:pPr>
        <w:pStyle w:val="libNormal"/>
        <w:rPr>
          <w:rtl/>
        </w:rPr>
      </w:pPr>
      <w:r>
        <w:rPr>
          <w:rtl/>
        </w:rPr>
        <w:t>6 - (رجا) بالجيم ابن يحيي بن سامان بالسين المهملة ابوالحسين العبرتائي بالعين المفتوحة والباء المنقطة تحتها نقطة والراء والتاء المنقطة فوقها نقطتين الكتاب روى عن أبي الحسن علي بن محمد صاحب العسكر عليه السلام. وقيل ان سبب وصلته كانت به(2) ان يحيى بن سامان وكل برفع خبر أبي الحسن ! وكان إمامي</w:t>
      </w:r>
      <w:r w:rsidR="00CD27DE">
        <w:rPr>
          <w:rtl/>
        </w:rPr>
        <w:t>اً</w:t>
      </w:r>
      <w:r>
        <w:rPr>
          <w:rtl/>
        </w:rPr>
        <w:t>، فحظيت منزلته.</w:t>
      </w:r>
    </w:p>
    <w:p w:rsidR="00F04D17" w:rsidRDefault="00F04D17" w:rsidP="00F04D17">
      <w:pPr>
        <w:pStyle w:val="libNormal"/>
        <w:rPr>
          <w:rtl/>
        </w:rPr>
      </w:pPr>
      <w:r>
        <w:rPr>
          <w:rtl/>
        </w:rPr>
        <w:t>7 - (رومي) بن زرارة بن أعين الشيباني روى عن أبي عبدالله عليه السلام وأبي الحسن عليه السلام ثقة قليل الحديث.</w:t>
      </w:r>
    </w:p>
    <w:p w:rsidR="00F04D17" w:rsidRDefault="00F04D17" w:rsidP="00F04D17">
      <w:pPr>
        <w:pStyle w:val="libLine"/>
        <w:rPr>
          <w:rtl/>
        </w:rPr>
      </w:pPr>
      <w:r>
        <w:rPr>
          <w:rtl/>
        </w:rPr>
        <w:t>____________________</w:t>
      </w:r>
    </w:p>
    <w:p w:rsidR="00F04D17" w:rsidRDefault="00F04D17" w:rsidP="00F04D17">
      <w:pPr>
        <w:pStyle w:val="libFootnote0"/>
        <w:rPr>
          <w:rtl/>
        </w:rPr>
      </w:pPr>
      <w:r>
        <w:rPr>
          <w:rtl/>
        </w:rPr>
        <w:t>(1) (رشيد) صاحب أميرالمؤمنين عليه السلام وكان يسميه (ع) رشيد البلايا قال له أنت معي في الدنيا والاخرة، وأخبره بما يجري عليه مع عبيدالله بن زياد.</w:t>
      </w:r>
    </w:p>
    <w:p w:rsidR="00F04D17" w:rsidRDefault="00F04D17" w:rsidP="00F04D17">
      <w:pPr>
        <w:pStyle w:val="libFootnote0"/>
        <w:rPr>
          <w:rtl/>
        </w:rPr>
      </w:pPr>
      <w:r>
        <w:rPr>
          <w:rtl/>
        </w:rPr>
        <w:t>فاما قبضه عبيدالله بن زياد ! قال له بأي ميتة قال لك علي انك تموت؟ ! قال انك تدعوني إلى البراء‌ة منه ! فلا أتبرأ، فتقطع يدي ورجلي ولساني ! فقال عبيدالله في نفسه والله لاكذبنه ! اقطع أطرافه ! وابقي لسانه ! فامر به ! فقطعت أطرافه ! وأبقى لسانه ورمى به على احد الطرق !.</w:t>
      </w:r>
    </w:p>
    <w:p w:rsidR="00F04D17" w:rsidRDefault="00F04D17" w:rsidP="00F04D17">
      <w:pPr>
        <w:pStyle w:val="libFootnote0"/>
        <w:rPr>
          <w:rtl/>
        </w:rPr>
      </w:pPr>
      <w:r>
        <w:rPr>
          <w:rtl/>
        </w:rPr>
        <w:t>فقالت له إبنته كنت أنظر هل يؤلمك ذلك ! فقال كما يؤلم الزحام الناس. فلم يزل يحدث الناس بفضائل أهل البيت وغيرهم. فاما سمع عبيدالله بذلك ارسل الحجام وقطع لسانه ! فكان كما قال (ع).</w:t>
      </w:r>
    </w:p>
    <w:p w:rsidR="00F04D17" w:rsidRDefault="00F04D17" w:rsidP="00F04D17">
      <w:pPr>
        <w:pStyle w:val="libFootnote0"/>
        <w:rPr>
          <w:rtl/>
        </w:rPr>
      </w:pPr>
      <w:r>
        <w:rPr>
          <w:rtl/>
        </w:rPr>
        <w:t>(2) الظاهر ان الظرف متعلق بوصلته.</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9 - (رزيق) بن مرزوق كوفي ثقة.</w:t>
      </w:r>
    </w:p>
    <w:p w:rsidR="00F04D17" w:rsidRDefault="00F04D17" w:rsidP="00F04D17">
      <w:pPr>
        <w:pStyle w:val="libNormal"/>
        <w:rPr>
          <w:rtl/>
        </w:rPr>
      </w:pPr>
      <w:r>
        <w:rPr>
          <w:rtl/>
        </w:rPr>
        <w:t>10 - (روح) بن عبدالرحيم شريك العلي بن خنيس كوفي ثقة روى عن أبي عبدالله عليه السلام.</w:t>
      </w:r>
    </w:p>
    <w:p w:rsidR="00F04D17" w:rsidRDefault="00F04D17" w:rsidP="00F04D17">
      <w:pPr>
        <w:pStyle w:val="libNormal"/>
        <w:rPr>
          <w:rtl/>
        </w:rPr>
      </w:pPr>
      <w:r>
        <w:rPr>
          <w:rtl/>
        </w:rPr>
        <w:t>11 - (رقيم) بن الياس بن عمر البجلي كوفي ثقة روي هو وابوه واخواه يعقوب وعمرو عن أبي عبدالله عليه السلام.</w:t>
      </w:r>
    </w:p>
    <w:p w:rsidR="00F04D17" w:rsidRDefault="00F04D17" w:rsidP="00F04D17">
      <w:pPr>
        <w:pStyle w:val="libNormal"/>
        <w:rPr>
          <w:rtl/>
        </w:rPr>
      </w:pPr>
      <w:r>
        <w:rPr>
          <w:rtl/>
        </w:rPr>
        <w:t>12 - (رقيم) بن الياس بن عمر البحلي كوفى ثقة روي هو وابوه واخواه يعقوب وعمر وعن أبي عبدالله عليه السلام.</w:t>
      </w:r>
    </w:p>
    <w:p w:rsidR="00F04D17" w:rsidRDefault="00F04D17" w:rsidP="00F04D17">
      <w:pPr>
        <w:pStyle w:val="libNormal"/>
        <w:rPr>
          <w:rtl/>
        </w:rPr>
      </w:pPr>
      <w:r>
        <w:rPr>
          <w:rtl/>
        </w:rPr>
        <w:t>12 - (رشيد) بفتح الراء ابن زيد الجعفي كوفي ثقة قليل الحديث له كتاب 13 - (رافع) بالفاء قبل العين المهملة ابن سلمة بن زياد بن أبي الجعد الاشجعي مولاهم كوفي روى عن الباقر والصادق عليهما السلام ثقة من بيت الثقات وعيونهم</w:t>
      </w:r>
    </w:p>
    <w:p w:rsidR="00F04D17" w:rsidRPr="00F04D17" w:rsidRDefault="00F04D17" w:rsidP="000F2669">
      <w:pPr>
        <w:pStyle w:val="Heading2Center"/>
        <w:rPr>
          <w:rtl/>
        </w:rPr>
      </w:pPr>
      <w:bookmarkStart w:id="122" w:name="63"/>
      <w:bookmarkStart w:id="123" w:name="_Toc418411983"/>
      <w:r>
        <w:rPr>
          <w:rtl/>
        </w:rPr>
        <w:t>الفصل الحادى عشر في الزاي</w:t>
      </w:r>
      <w:bookmarkEnd w:id="122"/>
      <w:bookmarkEnd w:id="123"/>
    </w:p>
    <w:p w:rsidR="00F04D17" w:rsidRDefault="00F04D17" w:rsidP="00F04D17">
      <w:pPr>
        <w:pStyle w:val="libNormal"/>
        <w:rPr>
          <w:rtl/>
        </w:rPr>
      </w:pPr>
      <w:r>
        <w:rPr>
          <w:rtl/>
        </w:rPr>
        <w:t>وفيه أربعة أبواب:</w:t>
      </w:r>
    </w:p>
    <w:p w:rsidR="00F04D17" w:rsidRPr="00F04D17" w:rsidRDefault="00F04D17" w:rsidP="00F04D17">
      <w:pPr>
        <w:pStyle w:val="Heading3Center"/>
        <w:rPr>
          <w:rtl/>
        </w:rPr>
      </w:pPr>
      <w:bookmarkStart w:id="124" w:name="64"/>
      <w:bookmarkStart w:id="125" w:name="_Toc418411984"/>
      <w:r>
        <w:rPr>
          <w:rtl/>
        </w:rPr>
        <w:t>الباب الاول زيد أربعة رجال</w:t>
      </w:r>
      <w:bookmarkEnd w:id="124"/>
      <w:bookmarkEnd w:id="125"/>
    </w:p>
    <w:p w:rsidR="00F04D17" w:rsidRDefault="00F04D17" w:rsidP="00F04D17">
      <w:pPr>
        <w:pStyle w:val="libNormal"/>
        <w:rPr>
          <w:rtl/>
        </w:rPr>
      </w:pPr>
      <w:r>
        <w:rPr>
          <w:rtl/>
        </w:rPr>
        <w:t>1 - (زيد) بن صوحان بضم الصاد المهملة واسكان الواو قبل الحاء المهمله والنون بعد الالف كان من الابدال قتل يوم الجمل من أصحاب أميرالمؤمنين عليه السلام قال له أميرالمؤمنين عليه السلام عندما صرح يوم الجمل رحمك الله يا زيد كنت خفيف المؤنه عظيم المعونه.</w:t>
      </w:r>
    </w:p>
    <w:p w:rsidR="00F04D17" w:rsidRDefault="00F04D17" w:rsidP="00F04D17">
      <w:pPr>
        <w:pStyle w:val="libNormal"/>
        <w:rPr>
          <w:rtl/>
        </w:rPr>
      </w:pPr>
      <w:r>
        <w:rPr>
          <w:rtl/>
        </w:rPr>
        <w:t>2 - (زيد) بن عبدالله الخياط روى عنه ابان يكنى ابا حكيم كوفي جمحى اصله مدنى ثقة.</w:t>
      </w:r>
    </w:p>
    <w:p w:rsidR="00F04D17" w:rsidRDefault="00F04D17" w:rsidP="00F04D17">
      <w:pPr>
        <w:pStyle w:val="libNormal"/>
        <w:rPr>
          <w:rtl/>
        </w:rPr>
      </w:pPr>
      <w:r>
        <w:rPr>
          <w:rtl/>
        </w:rPr>
        <w:t>3 - (زيد) يونس وقيل بن موسى ابواسامه الشحام بالشين المعجمة وألحاء المهملة المشددة مولى شديد بن عبد الرحمن بن نعيم الازدي الغامدي كوفي روى عن أبي عبدالله وأبي الحسن عليهما السلام ثقة عين.</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4 - (زيد) بن ارقم من الجماعة السابقين الذين رجعوا إلى أميرالمؤمنين عليه السلام قاله الفضل بن شاذان.</w:t>
      </w:r>
    </w:p>
    <w:p w:rsidR="00F04D17" w:rsidRDefault="00F04D17" w:rsidP="00F04D17">
      <w:pPr>
        <w:pStyle w:val="Heading3Center"/>
        <w:rPr>
          <w:rtl/>
        </w:rPr>
      </w:pPr>
      <w:bookmarkStart w:id="126" w:name="65"/>
      <w:bookmarkStart w:id="127" w:name="_Toc418411985"/>
      <w:r>
        <w:rPr>
          <w:rtl/>
        </w:rPr>
        <w:t>الباب الثانى زياد ثمانية رجال</w:t>
      </w:r>
      <w:bookmarkEnd w:id="126"/>
      <w:bookmarkEnd w:id="127"/>
    </w:p>
    <w:p w:rsidR="00F04D17" w:rsidRDefault="00F04D17" w:rsidP="00F04D17">
      <w:pPr>
        <w:pStyle w:val="libNormal"/>
        <w:rPr>
          <w:rtl/>
        </w:rPr>
      </w:pPr>
      <w:r>
        <w:rPr>
          <w:rtl/>
        </w:rPr>
        <w:t>1 - (زياد) بن كعب بن مرحب من رجال أميرالمؤمنين عليه السلام قال الشيخ الطوسي (ره) ينظر في امره وما كان منه في امر الحسين عليه السلام وهو رسوله إلى الاشعث بن قيس إلى آذربيجان.</w:t>
      </w:r>
    </w:p>
    <w:p w:rsidR="00F04D17" w:rsidRDefault="00F04D17" w:rsidP="00F04D17">
      <w:pPr>
        <w:pStyle w:val="libNormal"/>
        <w:rPr>
          <w:rtl/>
        </w:rPr>
      </w:pPr>
      <w:r>
        <w:rPr>
          <w:rtl/>
        </w:rPr>
        <w:t>2 - (زياد) بن عبيد عامل على عليه السلام على البصرة.</w:t>
      </w:r>
    </w:p>
    <w:p w:rsidR="00F04D17" w:rsidRDefault="00F04D17" w:rsidP="00F04D17">
      <w:pPr>
        <w:pStyle w:val="libNormal"/>
        <w:rPr>
          <w:rtl/>
        </w:rPr>
      </w:pPr>
      <w:r>
        <w:rPr>
          <w:rtl/>
        </w:rPr>
        <w:t>3 - (زياد) بن أبي رجا بالجيم بعد الراء واسم أبي رجا منذر كوفي ثقة صحيح.</w:t>
      </w:r>
    </w:p>
    <w:p w:rsidR="00F04D17" w:rsidRDefault="00F04D17" w:rsidP="00F04D17">
      <w:pPr>
        <w:pStyle w:val="libNormal"/>
        <w:rPr>
          <w:rtl/>
        </w:rPr>
      </w:pPr>
      <w:r>
        <w:rPr>
          <w:rtl/>
        </w:rPr>
        <w:t>4 - (زياد) بن عيسى أبوعبيدة الحذاء كوفي مولى ثقة روى عن أبي جعفر وأبي عبدالله عليهما السلام وقال الحسن بن علي بن فضال إنه مات في حياة أبي عبدالله عليه السلام وقال الكشي حدثني احمد بن محمد بن يعقوب قال أخبرني عبدالله بن حمديوه قال حدثني محمد بن عيسى عن بشر عن الارقط عن أبي عبدالله عليه السلام قال لما دفن أبوعبيدة الحذآء قال انطلق بنا حتى يصل على أبي عبيدة قال فانطلقنا فلما اتينا إلى قبره لم يزد على ان دعاله فقال اللهم برد على أبي عبيدة اللهم نور له قبره اللهم إلحقه بنبيه ولم يصل عليه فقلت هل على الميت صلاة بعد الدفن فقال لا انما هو الدعاء وقال السيد على بن احمد العقيقى العلوي ابوعبيدة زياد الحذاء حسن المنزلة عند آل محمد عليهما السلام وكان زامل أبا جعفر (ع) إلى مكة.</w:t>
      </w:r>
    </w:p>
    <w:p w:rsidR="00F04D17" w:rsidRDefault="00F04D17" w:rsidP="00F04D17">
      <w:pPr>
        <w:pStyle w:val="libNormal"/>
        <w:rPr>
          <w:rtl/>
        </w:rPr>
      </w:pPr>
      <w:r>
        <w:rPr>
          <w:rtl/>
        </w:rPr>
        <w:t>5 - (زياد) بن سوقة ثقة.</w:t>
      </w:r>
    </w:p>
    <w:p w:rsidR="00F04D17" w:rsidRDefault="00F04D17" w:rsidP="00F04D17">
      <w:pPr>
        <w:pStyle w:val="libNormal"/>
        <w:rPr>
          <w:rtl/>
        </w:rPr>
      </w:pPr>
      <w:r>
        <w:rPr>
          <w:rtl/>
        </w:rPr>
        <w:t>6 - (زياد) اخو بسطام بن سابور ثقة.</w:t>
      </w:r>
    </w:p>
    <w:p w:rsidR="00F04D17" w:rsidRDefault="00F04D17" w:rsidP="00F04D17">
      <w:pPr>
        <w:pStyle w:val="libNormal"/>
        <w:rPr>
          <w:rtl/>
        </w:rPr>
      </w:pPr>
      <w:r>
        <w:rPr>
          <w:rtl/>
        </w:rPr>
        <w:t>7 - (زياد) بن أبي الحلال بالحاء المهملة كوفي مولى ثقة روى عن أبي عبدالله عليه السلام.</w:t>
      </w:r>
    </w:p>
    <w:p w:rsidR="00F04D17" w:rsidRDefault="00F04D17" w:rsidP="00F04D17">
      <w:pPr>
        <w:pStyle w:val="libNormal"/>
        <w:rPr>
          <w:rtl/>
        </w:rPr>
      </w:pPr>
      <w:r>
        <w:rPr>
          <w:rtl/>
        </w:rPr>
        <w:t>8 - (زياد) بن أبي غياث بالغين المعجمة والثاء المنقطة فوقها ثلاث نقط اخير</w:t>
      </w:r>
      <w:r w:rsidR="00CD27DE">
        <w:rPr>
          <w:rtl/>
        </w:rPr>
        <w:t>اً</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وإسم أبي غياث مسلم مولى آل دغش من محارب بن خصفة روى عن أبي عبدالله عليه السلام ذكره ابن عقدة وابن نوح ثقة سليم.</w:t>
      </w:r>
    </w:p>
    <w:p w:rsidR="00F04D17" w:rsidRDefault="00F04D17" w:rsidP="00F04D17">
      <w:pPr>
        <w:pStyle w:val="Heading3Center"/>
        <w:rPr>
          <w:rtl/>
        </w:rPr>
      </w:pPr>
      <w:bookmarkStart w:id="128" w:name="66"/>
      <w:bookmarkStart w:id="129" w:name="_Toc418411986"/>
      <w:r>
        <w:rPr>
          <w:rtl/>
        </w:rPr>
        <w:t>الباب الثالث زكريا ثمانية رجال</w:t>
      </w:r>
      <w:bookmarkEnd w:id="128"/>
      <w:bookmarkEnd w:id="129"/>
    </w:p>
    <w:p w:rsidR="00F04D17" w:rsidRDefault="00F04D17" w:rsidP="00F04D17">
      <w:pPr>
        <w:pStyle w:val="libNormal"/>
        <w:rPr>
          <w:rtl/>
        </w:rPr>
      </w:pPr>
      <w:r>
        <w:rPr>
          <w:rtl/>
        </w:rPr>
        <w:t>1 - (زكريا) بن عبدالصمد القمي يكنى أبا جرير بالجيم من أصحاب أبي الحسن موسى عليه السلام ومن اصحاب الرضا عليه السلام ثقة.</w:t>
      </w:r>
    </w:p>
    <w:p w:rsidR="00F04D17" w:rsidRDefault="00F04D17" w:rsidP="00F04D17">
      <w:pPr>
        <w:pStyle w:val="libNormal"/>
        <w:rPr>
          <w:rtl/>
        </w:rPr>
      </w:pPr>
      <w:r>
        <w:rPr>
          <w:rtl/>
        </w:rPr>
        <w:t>2 - (زكريا) بن سابور ثقة.</w:t>
      </w:r>
    </w:p>
    <w:p w:rsidR="00F04D17" w:rsidRDefault="00F04D17" w:rsidP="00F04D17">
      <w:pPr>
        <w:pStyle w:val="libNormal"/>
        <w:rPr>
          <w:rtl/>
        </w:rPr>
      </w:pPr>
      <w:r>
        <w:rPr>
          <w:rtl/>
        </w:rPr>
        <w:t>3 - (زكريا) بن سابق روى الكشي عن جعفر وفضاله عن ابن الصباح عن زكريا بن سابق حيث وصف الائمة لابي عبدالله عليه السلام وما يشهد بصحة الايمان منه، وفي ابن الصباح طعن فالوقف متوجه على هذه الرواية ولم يثبت عندي عدالة المشار اليه.</w:t>
      </w:r>
    </w:p>
    <w:p w:rsidR="00F04D17" w:rsidRDefault="00F04D17" w:rsidP="00F04D17">
      <w:pPr>
        <w:pStyle w:val="libNormal"/>
        <w:rPr>
          <w:rtl/>
        </w:rPr>
      </w:pPr>
      <w:r>
        <w:rPr>
          <w:rtl/>
        </w:rPr>
        <w:t>4 - (زكريا) بن آدم بن عبدالله بن سعد الاشعري ثقة جليل القدر وكان له وجه عند الرضا عليه السلام روى الكشي عن محمد بن قولويه عن سعد بن عبدالله بن أبي خلف عن محمد بن حمزة عن زكريا بن آدم قال قلت للرضا عليه السلام اني اريد الخروج عن أهل بيتي فقد كثر السفهاء فيهم فقال لاتفعل فان اهل بيتك يدفع عنهم بك كما يدفع عن أهل بغداد بأبى الحسن عليه السلام وقال الرضا عليه السلام انه المأمون على الدين والدنيا وعن محمد بن قولويه عن سعد بن عبدالله عن محمد بن عيسى عن محمد بن الوليد عن ابن المسيب الهمداني قال قلت الرضا عليه السلام شقتي بعيدة ولست اصل اليك في كل وقت فممن اخذ معالم دينى قال من زكريا بن آدم القمي المامون على الدين والدنيا وحج الرضا عليه السلام سنة من المدينة وكان زكريا بن آدم زميله إلى مكة.</w:t>
      </w:r>
    </w:p>
    <w:p w:rsidR="00F04D17" w:rsidRDefault="00F04D17" w:rsidP="00F04D17">
      <w:pPr>
        <w:pStyle w:val="libNormal"/>
        <w:rPr>
          <w:rtl/>
        </w:rPr>
      </w:pPr>
      <w:r>
        <w:rPr>
          <w:rtl/>
        </w:rPr>
        <w:t>5 - (زكريا) ابويحي الموصلي لقبه كوكب الدم قال الكشي قال حمدويه عن العبيدي عن يونس قال ابويحي الموصلي لقبه كوكب الدم كان شيخا من الاخيار قال العبيدي اخبرني الحسن بن علي بن يقطين انه كان يعرفه ايام أبيه له فضل ودين وروي ان ابا جعفر عليه السلام سأل الله تعالى ان يجزيه خير</w:t>
      </w:r>
      <w:r w:rsidR="00CD27DE">
        <w:rPr>
          <w:rtl/>
        </w:rPr>
        <w:t>اً</w:t>
      </w:r>
      <w:r>
        <w:rPr>
          <w:rtl/>
        </w:rPr>
        <w:t>.</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هذا ما قاله الكشي لكنه ذكره بكنيته ولقبه ولم يذكره باسمه زكريا وقال ابن الغضايري زكريا أبويحي كوكب الدم كوفي ضعيف روى عن أبي عبدالله عليه السلام ويحتمل انهما متغايران لان الكشي لم يذكره باسمه بل قال ابويحى كوكب الدم الموصلي وابن الغضايري قال انه كوفي وبالجملة فالاقرب التوقف فيه.</w:t>
      </w:r>
    </w:p>
    <w:p w:rsidR="00F04D17" w:rsidRDefault="00F04D17" w:rsidP="00F04D17">
      <w:pPr>
        <w:pStyle w:val="libNormal"/>
        <w:rPr>
          <w:rtl/>
        </w:rPr>
      </w:pPr>
      <w:r>
        <w:rPr>
          <w:rtl/>
        </w:rPr>
        <w:t>6 - (زكريا) بن يحى النميمي كوفي ثقة.</w:t>
      </w:r>
    </w:p>
    <w:p w:rsidR="00F04D17" w:rsidRDefault="00F04D17" w:rsidP="00F04D17">
      <w:pPr>
        <w:pStyle w:val="libNormal"/>
        <w:rPr>
          <w:rtl/>
        </w:rPr>
      </w:pPr>
      <w:r>
        <w:rPr>
          <w:rtl/>
        </w:rPr>
        <w:t>7 - (زكريا) بن يحى الواسطي ثقة روى عن أبي عبدالله عليه السلام ذكره ابو نوح.</w:t>
      </w:r>
    </w:p>
    <w:p w:rsidR="00F04D17" w:rsidRDefault="00F04D17" w:rsidP="00F04D17">
      <w:pPr>
        <w:pStyle w:val="libNormal"/>
        <w:rPr>
          <w:rtl/>
        </w:rPr>
      </w:pPr>
      <w:r>
        <w:rPr>
          <w:rtl/>
        </w:rPr>
        <w:t>8 - (زكريا) بن ادريس ابوجرير بضم الجيم القمي كان وجها يروى عن الرضا عليه السلام.</w:t>
      </w:r>
    </w:p>
    <w:p w:rsidR="00F04D17" w:rsidRDefault="00F04D17" w:rsidP="00F04D17">
      <w:pPr>
        <w:pStyle w:val="Heading3Center"/>
        <w:rPr>
          <w:rtl/>
        </w:rPr>
      </w:pPr>
      <w:bookmarkStart w:id="130" w:name="67"/>
      <w:bookmarkStart w:id="131" w:name="_Toc418411987"/>
      <w:r>
        <w:rPr>
          <w:rtl/>
        </w:rPr>
        <w:t>الباب الرابع في الآحاد اربعة رجال</w:t>
      </w:r>
      <w:bookmarkEnd w:id="130"/>
      <w:bookmarkEnd w:id="131"/>
    </w:p>
    <w:p w:rsidR="00F04D17" w:rsidRDefault="00F04D17" w:rsidP="00F04D17">
      <w:pPr>
        <w:pStyle w:val="libNormal"/>
        <w:rPr>
          <w:rtl/>
        </w:rPr>
      </w:pPr>
      <w:r>
        <w:rPr>
          <w:rtl/>
        </w:rPr>
        <w:t>1 - (زر) بن الحبيس بضم الحاء المهملة وفتح الباء المنقطه تحتها نقطة وبعد الياء المنقطة تحتها نقطتين سين مهمله من رجال اميرالمؤمنين عليه السلام وكان فاضلا.</w:t>
      </w:r>
    </w:p>
    <w:p w:rsidR="00F04D17" w:rsidRDefault="00F04D17" w:rsidP="00F04D17">
      <w:pPr>
        <w:pStyle w:val="libNormal"/>
        <w:rPr>
          <w:rtl/>
        </w:rPr>
      </w:pPr>
      <w:r>
        <w:rPr>
          <w:rtl/>
        </w:rPr>
        <w:t>2 - (زرارة) بن اعين بن سنس بضم السين المهملة واسكان النون وبعدها سين مهمله وبعدها نون الشيباني شيخ من اصحابنا في زمانه ومتقدمهم وكان فقيها قارئ</w:t>
      </w:r>
      <w:r w:rsidR="00CD27DE">
        <w:rPr>
          <w:rtl/>
        </w:rPr>
        <w:t>اً</w:t>
      </w:r>
      <w:r>
        <w:rPr>
          <w:rtl/>
        </w:rPr>
        <w:t xml:space="preserve"> متكلم</w:t>
      </w:r>
      <w:r w:rsidR="00CD27DE">
        <w:rPr>
          <w:rtl/>
        </w:rPr>
        <w:t>اً</w:t>
      </w:r>
      <w:r>
        <w:rPr>
          <w:rtl/>
        </w:rPr>
        <w:t xml:space="preserve"> شاعر</w:t>
      </w:r>
      <w:r w:rsidR="00CD27DE">
        <w:rPr>
          <w:rtl/>
        </w:rPr>
        <w:t>اً</w:t>
      </w:r>
      <w:r>
        <w:rPr>
          <w:rtl/>
        </w:rPr>
        <w:t xml:space="preserve"> اديب</w:t>
      </w:r>
      <w:r w:rsidR="00CD27DE">
        <w:rPr>
          <w:rtl/>
        </w:rPr>
        <w:t>اً</w:t>
      </w:r>
      <w:r>
        <w:rPr>
          <w:rtl/>
        </w:rPr>
        <w:t xml:space="preserve"> قد اجتمعت فيه خصال الفضل والدين ثقة صادق فيما يرويه وقد ذكر الكشي احاديث تدل على عدالته وعارضت تلك الاحاديث اخبار اخر تدل على القدح فيه قد ذكرناها في كتابنا الكبير وذكرنا وجه الخلاص عنها والرجل عندي مقبول الرواية مات رحمه الله سنة خمسين ومائة.</w:t>
      </w:r>
    </w:p>
    <w:p w:rsidR="00F04D17" w:rsidRDefault="00F04D17" w:rsidP="00F04D17">
      <w:pPr>
        <w:pStyle w:val="libNormal"/>
        <w:rPr>
          <w:rtl/>
        </w:rPr>
      </w:pPr>
      <w:r>
        <w:rPr>
          <w:rtl/>
        </w:rPr>
        <w:t>3 - (زكار) بن الحسن الدينوري بالدال المهمله والياء المنقطة تحتها نقطتين والنون وبعدها الواو والرآء والياء شيخ من أصحابنا ثقة.</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4 - (زحر) بفتح الزاي وإسكان الحاء المهملة والراء أخير</w:t>
      </w:r>
      <w:r w:rsidR="00CD27DE">
        <w:rPr>
          <w:rtl/>
        </w:rPr>
        <w:t>اً</w:t>
      </w:r>
      <w:r>
        <w:rPr>
          <w:rtl/>
        </w:rPr>
        <w:t xml:space="preserve"> ابن عبدالله ابوالحصين الاسدي ثقة روى عن أبي جعفر وأبي عبدالله عليهما السلام.</w:t>
      </w:r>
    </w:p>
    <w:p w:rsidR="00F04D17" w:rsidRPr="00F04D17" w:rsidRDefault="00F04D17" w:rsidP="000F2669">
      <w:pPr>
        <w:pStyle w:val="Heading2Center"/>
        <w:rPr>
          <w:rtl/>
        </w:rPr>
      </w:pPr>
      <w:bookmarkStart w:id="132" w:name="68"/>
      <w:bookmarkStart w:id="133" w:name="_Toc418411988"/>
      <w:r>
        <w:rPr>
          <w:rtl/>
        </w:rPr>
        <w:t>الفصل الثانى عشر في السين</w:t>
      </w:r>
      <w:bookmarkEnd w:id="132"/>
      <w:bookmarkEnd w:id="133"/>
    </w:p>
    <w:p w:rsidR="00F04D17" w:rsidRDefault="00F04D17" w:rsidP="00F04D17">
      <w:pPr>
        <w:pStyle w:val="libNormal"/>
        <w:rPr>
          <w:rtl/>
        </w:rPr>
      </w:pPr>
      <w:r>
        <w:rPr>
          <w:rtl/>
        </w:rPr>
        <w:t>وفيه عشرة أبواب:</w:t>
      </w:r>
    </w:p>
    <w:p w:rsidR="00F04D17" w:rsidRPr="00F04D17" w:rsidRDefault="00F04D17" w:rsidP="00F04D17">
      <w:pPr>
        <w:pStyle w:val="Heading3Center"/>
        <w:rPr>
          <w:rtl/>
        </w:rPr>
      </w:pPr>
      <w:bookmarkStart w:id="134" w:name="69"/>
      <w:bookmarkStart w:id="135" w:name="_Toc418411989"/>
      <w:r>
        <w:rPr>
          <w:rtl/>
        </w:rPr>
        <w:t>الباب الاول سليمان ستة رجال</w:t>
      </w:r>
      <w:bookmarkEnd w:id="134"/>
      <w:bookmarkEnd w:id="135"/>
    </w:p>
    <w:p w:rsidR="00F04D17" w:rsidRDefault="00F04D17" w:rsidP="00F04D17">
      <w:pPr>
        <w:pStyle w:val="libNormal"/>
        <w:rPr>
          <w:rtl/>
        </w:rPr>
      </w:pPr>
      <w:r>
        <w:rPr>
          <w:rtl/>
        </w:rPr>
        <w:t>1 - (سليمان) بن مسهر من أصحاب أميرالمؤمنين عليه السلام كان يروي عن حرشة بن الحر الحارثي وكانوا جميع</w:t>
      </w:r>
      <w:r w:rsidR="00CD27DE">
        <w:rPr>
          <w:rtl/>
        </w:rPr>
        <w:t>اً</w:t>
      </w:r>
      <w:r>
        <w:rPr>
          <w:rtl/>
        </w:rPr>
        <w:t xml:space="preserve"> مستقيمين.</w:t>
      </w:r>
    </w:p>
    <w:p w:rsidR="00F04D17" w:rsidRDefault="00F04D17" w:rsidP="00F04D17">
      <w:pPr>
        <w:pStyle w:val="libNormal"/>
        <w:rPr>
          <w:rtl/>
        </w:rPr>
      </w:pPr>
      <w:r>
        <w:rPr>
          <w:rtl/>
        </w:rPr>
        <w:t>2 - (سليمان) بن خالد بن دهقان بن نافلة مولي عفيف ابوالربيع الاقطع خرج مع زيد فقطعت اصبعه، لم يخرج من أصحاب أبي جعفر عليه السلام غيره ثقة صاحب قرآن.</w:t>
      </w:r>
    </w:p>
    <w:p w:rsidR="00F04D17" w:rsidRDefault="00F04D17" w:rsidP="00F04D17">
      <w:pPr>
        <w:pStyle w:val="libNormal"/>
        <w:rPr>
          <w:rtl/>
        </w:rPr>
      </w:pPr>
      <w:r>
        <w:rPr>
          <w:rtl/>
        </w:rPr>
        <w:t>وقال البرقي: سليمان بن خالد البجلي الاقطع كوفي، خرج مع زيد بن علي فأفلت.</w:t>
      </w:r>
    </w:p>
    <w:p w:rsidR="00F04D17" w:rsidRDefault="00F04D17" w:rsidP="00F04D17">
      <w:pPr>
        <w:pStyle w:val="libNormal"/>
        <w:rPr>
          <w:rtl/>
        </w:rPr>
      </w:pPr>
      <w:r>
        <w:rPr>
          <w:rtl/>
        </w:rPr>
        <w:t>وفي كتاب سعد: انه خرج مع زيد فأفلت، فمن الله عليه وتاب ورجع بعد ذلك، وكان فقيه</w:t>
      </w:r>
      <w:r w:rsidR="00CD27DE">
        <w:rPr>
          <w:rtl/>
        </w:rPr>
        <w:t>اً</w:t>
      </w:r>
      <w:r>
        <w:rPr>
          <w:rtl/>
        </w:rPr>
        <w:t xml:space="preserve"> وجه</w:t>
      </w:r>
      <w:r w:rsidR="00CD27DE">
        <w:rPr>
          <w:rtl/>
        </w:rPr>
        <w:t>اً</w:t>
      </w:r>
      <w:r>
        <w:rPr>
          <w:rtl/>
        </w:rPr>
        <w:t xml:space="preserve"> روى عن الصادق والباقر عليهما السلام وكان الذي قطع يده يوسف بن عمر بنفسه ! مات في حياة أبي عبدالله عليه السلام. ورويت في معناه أحاديث، ذكرناها في الكتاب الكبير.</w:t>
      </w:r>
    </w:p>
    <w:p w:rsidR="00F04D17" w:rsidRDefault="00F04D17" w:rsidP="00F04D17">
      <w:pPr>
        <w:pStyle w:val="libNormal"/>
        <w:rPr>
          <w:rtl/>
        </w:rPr>
      </w:pPr>
      <w:r>
        <w:rPr>
          <w:rtl/>
        </w:rPr>
        <w:t>3 - (سليمان) بن جعفر بن إبراهيم بن محمد بن علي بن عبدالله بن جعفر الطيار أبومحمد الطالبي الجعفري روى عن الرضا عليه السلام وروى أبوه عن أبي عبدالله عليه السلام وأبي الحسن عليه السلام وكانا ثقتين.</w:t>
      </w:r>
    </w:p>
    <w:p w:rsidR="00F04D17" w:rsidRDefault="00F04D17" w:rsidP="00F04D17">
      <w:pPr>
        <w:pStyle w:val="libNormal"/>
        <w:rPr>
          <w:rtl/>
        </w:rPr>
      </w:pPr>
      <w:r>
        <w:rPr>
          <w:rtl/>
        </w:rPr>
        <w:t>روى الكشي: عن الحسن بن علي عن سليمان بن جعفر الجعفري قال: قال العبد الصالح عليه السلام لسليمان</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بن جعفر: يا سليمان ولدك رسول الله صلى الله عليه وآله و قال: نعم، قال: وولدك علي (ع) مرتين؟ قال نعم وأنت لجعفر رحمه الله؟ قال: نعم، قال: لو لا الذي أنت عليه، ما إنتفعت.</w:t>
      </w:r>
    </w:p>
    <w:p w:rsidR="00F04D17" w:rsidRDefault="00F04D17" w:rsidP="00F04D17">
      <w:pPr>
        <w:pStyle w:val="libNormal"/>
        <w:rPr>
          <w:rtl/>
        </w:rPr>
      </w:pPr>
      <w:r>
        <w:rPr>
          <w:rtl/>
        </w:rPr>
        <w:t>4 - (سليمان) بن سفيان المسترق ابوداود وهو المنشد وكان ثقة. قال حمدويه: هو سليمان بن سفيان السمط المسترق وشدده مولى بني اعين بن كندة، وإنما سمى المسترق: لانه كان رواية لشعر السيد، وكان تستخفه الناس لانشاده اي يرق على افئدتهم، وكان يسمى المنشد، وعاش سبعين سنة ومات سنة ثلاثين ومائة.</w:t>
      </w:r>
    </w:p>
    <w:p w:rsidR="00F04D17" w:rsidRDefault="00F04D17" w:rsidP="00F04D17">
      <w:pPr>
        <w:pStyle w:val="libNormal"/>
        <w:rPr>
          <w:rtl/>
        </w:rPr>
      </w:pPr>
      <w:r>
        <w:rPr>
          <w:rtl/>
        </w:rPr>
        <w:t>5 - (سليمان) بن صالح الجصاص روى عن أبي عبدالله عليه السلام كوفي ثقة.</w:t>
      </w:r>
    </w:p>
    <w:p w:rsidR="00F04D17" w:rsidRDefault="00F04D17" w:rsidP="00F04D17">
      <w:pPr>
        <w:pStyle w:val="libNormal"/>
        <w:rPr>
          <w:rtl/>
        </w:rPr>
      </w:pPr>
      <w:r>
        <w:rPr>
          <w:rtl/>
        </w:rPr>
        <w:t>6 - (سليمان) بن سماعة الضبي الكوزي من بني الكوز كوفي حذاء ثقة.</w:t>
      </w:r>
    </w:p>
    <w:p w:rsidR="00F04D17" w:rsidRDefault="00F04D17" w:rsidP="00F04D17">
      <w:pPr>
        <w:pStyle w:val="Heading3Center"/>
        <w:rPr>
          <w:rtl/>
        </w:rPr>
      </w:pPr>
      <w:bookmarkStart w:id="136" w:name="70"/>
      <w:bookmarkStart w:id="137" w:name="_Toc418411990"/>
      <w:r>
        <w:rPr>
          <w:rtl/>
        </w:rPr>
        <w:t>الباب الثانى سعد ثلاثة رجال</w:t>
      </w:r>
      <w:bookmarkEnd w:id="136"/>
      <w:bookmarkEnd w:id="137"/>
    </w:p>
    <w:p w:rsidR="00F04D17" w:rsidRDefault="00F04D17" w:rsidP="00F04D17">
      <w:pPr>
        <w:pStyle w:val="libNormal"/>
        <w:rPr>
          <w:rtl/>
        </w:rPr>
      </w:pPr>
      <w:r>
        <w:rPr>
          <w:rtl/>
        </w:rPr>
        <w:t>1 - (سعد) بن أبي خلف يعرف بالزام، مولى بني زهرة بن كلاب كوفي ثقة روى عن أبي عبدالله وأبى الحسن عليهما السلام.</w:t>
      </w:r>
    </w:p>
    <w:p w:rsidR="00F04D17" w:rsidRDefault="00F04D17" w:rsidP="00F04D17">
      <w:pPr>
        <w:pStyle w:val="libNormal"/>
        <w:rPr>
          <w:rtl/>
        </w:rPr>
      </w:pPr>
      <w:r>
        <w:rPr>
          <w:rtl/>
        </w:rPr>
        <w:t>2 - (سعد) بن سعد بن الاحوص بن سعد بن مالك الاشعري القمي ثقة روى عن الرضا وأبي جعفر عليهما السلام. وروى الكشي عن أصحابنا عن أبي طالب عبدالله بن الصلت القمي: ان أبا جعفر عليه السلام سأل ان يجزيه خير</w:t>
      </w:r>
      <w:r w:rsidR="00CD27DE">
        <w:rPr>
          <w:rtl/>
        </w:rPr>
        <w:t>اً</w:t>
      </w:r>
      <w:r>
        <w:rPr>
          <w:rtl/>
        </w:rPr>
        <w:t>.</w:t>
      </w:r>
    </w:p>
    <w:p w:rsidR="00F04D17" w:rsidRDefault="00F04D17" w:rsidP="00F04D17">
      <w:pPr>
        <w:pStyle w:val="libNormal"/>
        <w:rPr>
          <w:rtl/>
        </w:rPr>
      </w:pPr>
      <w:r>
        <w:rPr>
          <w:rtl/>
        </w:rPr>
        <w:t>3 - (سعد) بن عبدالله بن أبي خلف الاشعري القمي يكنى أبا القاسم، جليل القدر واسع الاخبار كثير التصانيف ثقة شيخ هذه الطائفة وفقيهها ووجيهها، ولقي مولانا أبا محمد العسكري عليه السلام.</w:t>
      </w:r>
    </w:p>
    <w:p w:rsidR="00F04D17" w:rsidRDefault="00F04D17" w:rsidP="00F04D17">
      <w:pPr>
        <w:pStyle w:val="libNormal"/>
        <w:rPr>
          <w:rtl/>
        </w:rPr>
      </w:pPr>
      <w:r>
        <w:rPr>
          <w:rtl/>
        </w:rPr>
        <w:t>قال النجاشي: ورأيت بعض أصحابنا يضعفون لقاء‌ه لابي محمد ويقولون: هذه حكاية موضوعة عليه، والله أعلم. توفي سعد رحمه الله سنة إحدى وثلاثمائة. وقيل: سنة تسع وتسعين وماثتين.</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وقيل: مات (ره) يوم الاربعاء لسبع وعشرين من شوال سنة ثلاثمائة، في ولاية رستم (رستمدار خ ل).</w:t>
      </w:r>
    </w:p>
    <w:p w:rsidR="00F04D17" w:rsidRDefault="00F04D17" w:rsidP="00F04D17">
      <w:pPr>
        <w:pStyle w:val="Heading3Center"/>
        <w:rPr>
          <w:rtl/>
        </w:rPr>
      </w:pPr>
      <w:bookmarkStart w:id="138" w:name="71"/>
      <w:bookmarkStart w:id="139" w:name="_Toc418411991"/>
      <w:r>
        <w:rPr>
          <w:rtl/>
        </w:rPr>
        <w:t>الباب الثالث سعيد ثمانية رجال</w:t>
      </w:r>
      <w:bookmarkEnd w:id="138"/>
      <w:bookmarkEnd w:id="139"/>
    </w:p>
    <w:p w:rsidR="00F04D17" w:rsidRDefault="00F04D17" w:rsidP="00F04D17">
      <w:pPr>
        <w:pStyle w:val="libNormal"/>
        <w:rPr>
          <w:rtl/>
        </w:rPr>
      </w:pPr>
      <w:r>
        <w:rPr>
          <w:rtl/>
        </w:rPr>
        <w:t>1 - (سعيد) بن المسيب، روى الكشي عن محمد بن قولويه عن سعد بن عبدالله ابن أبي خلف قال: حدثني علي بن سليمان بن داود الرازي قال: حدثني علي بن اسباط عن أبيه اسباط بن سالم عن أبى الحسن عليه السلام وذكر ما يدل على انه من حواري علي بن الحسين عليهما السلام.</w:t>
      </w:r>
    </w:p>
    <w:p w:rsidR="00F04D17" w:rsidRDefault="00F04D17" w:rsidP="00F04D17">
      <w:pPr>
        <w:pStyle w:val="libNormal"/>
        <w:rPr>
          <w:rtl/>
        </w:rPr>
      </w:pPr>
      <w:r>
        <w:rPr>
          <w:rtl/>
        </w:rPr>
        <w:t>ويقال: أن أميرالمؤمنين عليه السلام رباه. وهذه الرواية فيها توقف.</w:t>
      </w:r>
    </w:p>
    <w:p w:rsidR="00F04D17" w:rsidRDefault="00F04D17" w:rsidP="00F04D17">
      <w:pPr>
        <w:pStyle w:val="libNormal"/>
        <w:rPr>
          <w:rtl/>
        </w:rPr>
      </w:pPr>
      <w:r>
        <w:rPr>
          <w:rtl/>
        </w:rPr>
        <w:t>2 - (سعيد) بن جبير بالجيم المضمومة.</w:t>
      </w:r>
    </w:p>
    <w:p w:rsidR="00F04D17" w:rsidRDefault="00F04D17" w:rsidP="00F04D17">
      <w:pPr>
        <w:pStyle w:val="libNormal"/>
        <w:rPr>
          <w:rtl/>
        </w:rPr>
      </w:pPr>
      <w:r>
        <w:rPr>
          <w:rtl/>
        </w:rPr>
        <w:t>قال الفضل بن شاذان: ولم يكن في زمن علي بن الحسين عليهما السلام في أول أمره، إلا خمسة أنفس: سعيد بن جبير سعيد بن المسيب محمد بن جبير يحي ان أم الطويل ابوخالد الكابلي وإسمه وردان ولقبه كنكر بالنون بين الكافين والراء أخير</w:t>
      </w:r>
      <w:r w:rsidR="00CD27DE">
        <w:rPr>
          <w:rtl/>
        </w:rPr>
        <w:t>اً</w:t>
      </w:r>
      <w:r>
        <w:rPr>
          <w:rtl/>
        </w:rPr>
        <w:t xml:space="preserve"> وكان حرب (حزن خ ل) أوصى إلى أميرالمؤمنين عليه السلام.</w:t>
      </w:r>
    </w:p>
    <w:p w:rsidR="00F04D17" w:rsidRDefault="00F04D17" w:rsidP="00F04D17">
      <w:pPr>
        <w:pStyle w:val="libNormal"/>
        <w:rPr>
          <w:rtl/>
        </w:rPr>
      </w:pPr>
      <w:r>
        <w:rPr>
          <w:rtl/>
        </w:rPr>
        <w:t>روى الكشي عن سعيد بن المسيب مدح</w:t>
      </w:r>
      <w:r w:rsidR="00CD27DE">
        <w:rPr>
          <w:rtl/>
        </w:rPr>
        <w:t>اً</w:t>
      </w:r>
      <w:r>
        <w:rPr>
          <w:rtl/>
        </w:rPr>
        <w:t xml:space="preserve"> في مولانا زين العابدين عليه السلام عن سعيد بن جبير حدثنى أبوالمغيرة قال: حدثني الفضل عن ابن أبي عمير عن هشام ابن سالم عن أبي عبدالله (ع): ان سعيد بن جبير كان يأنم بعلي بن الحسين (ع) وكان يثني عليه، وما كان سبب قتل الحجاج له ! إلا على هذا الامر ! وكان مستقيم</w:t>
      </w:r>
      <w:r w:rsidR="00CD27DE">
        <w:rPr>
          <w:rtl/>
        </w:rPr>
        <w:t>اً</w:t>
      </w:r>
      <w:r>
        <w:rPr>
          <w:rtl/>
        </w:rPr>
        <w:t>.</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3 - (سعيد) بن أبى الجهم القابوسي اللخمي ابوالحسين من ولد قابوس بن النعمان ابن المنذر، كان سعيد ثقة في حديثه وجه</w:t>
      </w:r>
      <w:r w:rsidR="00CD27DE">
        <w:rPr>
          <w:rtl/>
        </w:rPr>
        <w:t>اً</w:t>
      </w:r>
      <w:r>
        <w:rPr>
          <w:rtl/>
        </w:rPr>
        <w:t xml:space="preserve"> بالكوفة، روى عن آبان بن تغلب واكثر عنه، وروى عن أبي عبدالله وأبى الحسن عليهما السلام.</w:t>
      </w:r>
    </w:p>
    <w:p w:rsidR="00F04D17" w:rsidRDefault="00F04D17" w:rsidP="00F04D17">
      <w:pPr>
        <w:pStyle w:val="libNormal"/>
        <w:rPr>
          <w:rtl/>
        </w:rPr>
      </w:pPr>
      <w:r>
        <w:rPr>
          <w:rtl/>
        </w:rPr>
        <w:t>4 - (سعيد) بن أحمد بن موسى أبوالقاسم الغزاد الكوفي كان ثقة صدوق</w:t>
      </w:r>
      <w:r w:rsidR="00CD27DE">
        <w:rPr>
          <w:rtl/>
        </w:rPr>
        <w:t>اً</w:t>
      </w:r>
      <w:r>
        <w:rPr>
          <w:rtl/>
        </w:rPr>
        <w:t>.</w:t>
      </w:r>
    </w:p>
    <w:p w:rsidR="00F04D17" w:rsidRDefault="00F04D17" w:rsidP="00F04D17">
      <w:pPr>
        <w:pStyle w:val="libNormal"/>
        <w:rPr>
          <w:rtl/>
        </w:rPr>
      </w:pPr>
      <w:r>
        <w:rPr>
          <w:rtl/>
        </w:rPr>
        <w:t>5 - (سعيد) بن بيان بالياء المنقطة تحتها نقطة ثم الياء المنقطة تحتها نقطتين والنون بعد الالف أبوحنيفة سايق الحاج الهمداني. قال النجاشي: انه ثقة روى عن أبي عبدالله عليه السلام.</w:t>
      </w:r>
    </w:p>
    <w:p w:rsidR="00F04D17" w:rsidRDefault="00F04D17" w:rsidP="00F04D17">
      <w:pPr>
        <w:pStyle w:val="libNormal"/>
        <w:rPr>
          <w:rtl/>
        </w:rPr>
      </w:pPr>
      <w:r>
        <w:rPr>
          <w:rtl/>
        </w:rPr>
        <w:t>قال الكشي: حدثنى محمد بن الحسن الزراري (الرازي خ ل) وعثمان بن حامد قالا: حدثنا محمد بن يزداد عن محمد بن الحسين عن المزخرف عن عبدالله بن عثمان قال: ذكر عند أبي عبدالله أبوحنيفة سايق الحجاج وانه يسير في اربعة عشر؟ فقال: لا صلاة له.</w:t>
      </w:r>
    </w:p>
    <w:p w:rsidR="00F04D17" w:rsidRDefault="00F04D17" w:rsidP="00F04D17">
      <w:pPr>
        <w:pStyle w:val="libNormal"/>
        <w:rPr>
          <w:rtl/>
        </w:rPr>
      </w:pPr>
      <w:r>
        <w:rPr>
          <w:rtl/>
        </w:rPr>
        <w:t>6 - (سعيد) بن عيد الرحمان. وقيل: ابن عبدالله الاعرج السمان أبوعبدالله التميمي مولاهم كوفي ثقة روى عن أبي عبدالله عليه السلام، ذكره ابن عقدة وابن نوح.</w:t>
      </w:r>
    </w:p>
    <w:p w:rsidR="00F04D17" w:rsidRDefault="00F04D17" w:rsidP="00F04D17">
      <w:pPr>
        <w:pStyle w:val="libNormal"/>
        <w:rPr>
          <w:rtl/>
        </w:rPr>
      </w:pPr>
      <w:r>
        <w:rPr>
          <w:rtl/>
        </w:rPr>
        <w:t>7 - (سعيد) بن يسار بالسين المهملة الضبيعي مولى بنى ضبيعة بن عجل بن لجيم الحناط كوفي روى عن أبي عبدالله وأبي الحسن عليهما السلام ثقة له كتاب.</w:t>
      </w:r>
    </w:p>
    <w:p w:rsidR="00F04D17" w:rsidRDefault="00F04D17" w:rsidP="00F04D17">
      <w:pPr>
        <w:pStyle w:val="libNormal"/>
        <w:rPr>
          <w:rtl/>
        </w:rPr>
      </w:pPr>
      <w:r>
        <w:rPr>
          <w:rtl/>
        </w:rPr>
        <w:t>8 - (سعيد) بن جناح أصله كوفي نشأ ببغداد ومات بها مولى الازد.</w:t>
      </w:r>
    </w:p>
    <w:p w:rsidR="00F04D17" w:rsidRDefault="00F04D17" w:rsidP="00F04D17">
      <w:pPr>
        <w:pStyle w:val="libNormal"/>
        <w:rPr>
          <w:rtl/>
        </w:rPr>
      </w:pPr>
      <w:r>
        <w:rPr>
          <w:rtl/>
        </w:rPr>
        <w:t>ويقال: مولى جهينة، وأخوه ابوعامر روى عن أبي الحسن والرضا عليهما السلام وكانا ثقتين.</w:t>
      </w:r>
    </w:p>
    <w:p w:rsidR="00F04D17" w:rsidRDefault="00F04D17" w:rsidP="00F04D17">
      <w:pPr>
        <w:pStyle w:val="Heading3Center"/>
        <w:rPr>
          <w:rtl/>
        </w:rPr>
      </w:pPr>
      <w:bookmarkStart w:id="140" w:name="72"/>
      <w:bookmarkStart w:id="141" w:name="_Toc418411992"/>
      <w:r>
        <w:rPr>
          <w:rtl/>
        </w:rPr>
        <w:t>الباب الرابع سهل خمسة رجال</w:t>
      </w:r>
      <w:bookmarkEnd w:id="140"/>
      <w:bookmarkEnd w:id="141"/>
    </w:p>
    <w:p w:rsidR="00F04D17" w:rsidRDefault="00F04D17" w:rsidP="00F04D17">
      <w:pPr>
        <w:pStyle w:val="libNormal"/>
        <w:rPr>
          <w:rtl/>
        </w:rPr>
      </w:pPr>
      <w:r>
        <w:rPr>
          <w:rtl/>
        </w:rPr>
        <w:t>1 - (سهل) بن حنيف بالحاء المهملة المضمومة كبر عليه أميرالمؤمنين عليه السلام خمس</w:t>
      </w:r>
      <w:r w:rsidR="00CD27DE">
        <w:rPr>
          <w:rtl/>
        </w:rPr>
        <w:t>اً</w:t>
      </w:r>
      <w:r>
        <w:rPr>
          <w:rtl/>
        </w:rPr>
        <w:t xml:space="preserve"> وعشرين تكبيرة في صلاته عليه. ورواه الكشى عن علي بن الحكم عن سيف بن عميرة عن أبي بكر الحضرمي.</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2 - (سهل) بن الهرمزان بالراء قبل الميم والزاي بعدهما قمي ثقة قليل الحديث.</w:t>
      </w:r>
    </w:p>
    <w:p w:rsidR="00F04D17" w:rsidRDefault="00F04D17" w:rsidP="00F04D17">
      <w:pPr>
        <w:pStyle w:val="libNormal"/>
        <w:rPr>
          <w:rtl/>
        </w:rPr>
      </w:pPr>
      <w:r>
        <w:rPr>
          <w:rtl/>
        </w:rPr>
        <w:t>3 - (سهل) بن زاذويه بالزاي أولا والذال المعجمة بعد الالف أبومحمد القمي ثقة جيد الحديث نقي الرواية معتمد عليه، ذكر ذلك ابن نوح.</w:t>
      </w:r>
    </w:p>
    <w:p w:rsidR="00F04D17" w:rsidRDefault="00F04D17" w:rsidP="00F04D17">
      <w:pPr>
        <w:pStyle w:val="libNormal"/>
        <w:rPr>
          <w:rtl/>
        </w:rPr>
      </w:pPr>
      <w:r>
        <w:rPr>
          <w:rtl/>
        </w:rPr>
        <w:t>4 - (سهل) بن أحمد بن عبدالله بن أحمد بن سهل الديباجي أبومحمد.</w:t>
      </w:r>
    </w:p>
    <w:p w:rsidR="00F04D17" w:rsidRDefault="00F04D17" w:rsidP="00F04D17">
      <w:pPr>
        <w:pStyle w:val="libNormal"/>
        <w:rPr>
          <w:rtl/>
        </w:rPr>
      </w:pPr>
      <w:r>
        <w:rPr>
          <w:rtl/>
        </w:rPr>
        <w:t>قال النجاشي لابأس به كان يخفي أمره كثير</w:t>
      </w:r>
      <w:r w:rsidR="00CD27DE">
        <w:rPr>
          <w:rtl/>
        </w:rPr>
        <w:t>اً</w:t>
      </w:r>
      <w:r>
        <w:rPr>
          <w:rtl/>
        </w:rPr>
        <w:t>، ثم ظاهر بالدين في آخر عمره.</w:t>
      </w:r>
    </w:p>
    <w:p w:rsidR="00F04D17" w:rsidRDefault="00F04D17" w:rsidP="00F04D17">
      <w:pPr>
        <w:pStyle w:val="libNormal"/>
        <w:rPr>
          <w:rtl/>
        </w:rPr>
      </w:pPr>
      <w:r>
        <w:rPr>
          <w:rtl/>
        </w:rPr>
        <w:t>وقال ابن الغضايري انه كان يضع الاحاديث ويروي عن المجاهيل ولا بأس بما بروي من الاشعبيات وما يجري مجراها مما يرويه غيره.</w:t>
      </w:r>
    </w:p>
    <w:p w:rsidR="00F04D17" w:rsidRDefault="00F04D17" w:rsidP="00F04D17">
      <w:pPr>
        <w:pStyle w:val="libNormal"/>
        <w:rPr>
          <w:rtl/>
        </w:rPr>
      </w:pPr>
      <w:r>
        <w:rPr>
          <w:rtl/>
        </w:rPr>
        <w:t>5 - (سهل) بن اليسع بن عبدالله بن سعد الاشعري قمي ثقة روى عن موسى الكاظم والرضا عليهما السلام.</w:t>
      </w:r>
    </w:p>
    <w:p w:rsidR="00F04D17" w:rsidRDefault="00F04D17" w:rsidP="00F04D17">
      <w:pPr>
        <w:pStyle w:val="Heading3Center"/>
        <w:rPr>
          <w:rtl/>
        </w:rPr>
      </w:pPr>
      <w:bookmarkStart w:id="142" w:name="73"/>
      <w:bookmarkStart w:id="143" w:name="_Toc418411993"/>
      <w:r>
        <w:rPr>
          <w:rtl/>
        </w:rPr>
        <w:t>الباب الخامس سفيان رجلان</w:t>
      </w:r>
      <w:bookmarkEnd w:id="142"/>
      <w:bookmarkEnd w:id="143"/>
    </w:p>
    <w:p w:rsidR="00F04D17" w:rsidRDefault="00F04D17" w:rsidP="00F04D17">
      <w:pPr>
        <w:pStyle w:val="libNormal"/>
        <w:rPr>
          <w:rtl/>
        </w:rPr>
      </w:pPr>
      <w:r>
        <w:rPr>
          <w:rtl/>
        </w:rPr>
        <w:t>1 - (سفيان) بن يزيد من أصحاب أميرالمؤمنين عليه السلام أخذ الراية ثم أخوه عبيد بن يزيد، ثم أخوه حرب بن يزيد، ثم أخذ الراية عميرة بن بشر، ثم الحارث بن بشر، فقتلوا.</w:t>
      </w:r>
    </w:p>
    <w:p w:rsidR="00F04D17" w:rsidRDefault="00F04D17" w:rsidP="00F04D17">
      <w:pPr>
        <w:pStyle w:val="libNormal"/>
        <w:rPr>
          <w:rtl/>
        </w:rPr>
      </w:pPr>
      <w:r>
        <w:rPr>
          <w:rtl/>
        </w:rPr>
        <w:t>2 - (سفيان) بن أبي ليلى. روى الكشى عن علي بن الحسن الطويل عن علي بن النعمان عن عبدالله بن مسكان عن أبي حمزة عن أبي جعفر عليه السلام: ان سفيان عاقب الحسن عليه السلام بقوله يا مذل المؤمنين.</w:t>
      </w:r>
    </w:p>
    <w:p w:rsidR="00F04D17" w:rsidRDefault="00F04D17" w:rsidP="00F04D17">
      <w:pPr>
        <w:pStyle w:val="libNormal"/>
        <w:rPr>
          <w:rtl/>
        </w:rPr>
      </w:pPr>
      <w:r>
        <w:rPr>
          <w:rtl/>
        </w:rPr>
        <w:t>والظاهر انه قاله عن محبة. وقال له الحسن عليه السلام ان حبنا ليساقط الذنوب من بني آدم، كما تساقط الريح، الورق من الشجرة. ولم يثبت عندي بهذا عدالة المشار اليه، بل هو من المرجحات.</w:t>
      </w:r>
    </w:p>
    <w:p w:rsidR="00F04D17" w:rsidRDefault="00F04D17" w:rsidP="00F04D17">
      <w:pPr>
        <w:pStyle w:val="libNormal"/>
        <w:rPr>
          <w:rtl/>
        </w:rPr>
      </w:pPr>
      <w:r>
        <w:rPr>
          <w:rtl/>
        </w:rPr>
        <w:br w:type="page"/>
      </w:r>
    </w:p>
    <w:p w:rsidR="00F04D17" w:rsidRDefault="00F04D17" w:rsidP="00F04D17">
      <w:pPr>
        <w:pStyle w:val="Heading3Center"/>
        <w:rPr>
          <w:rtl/>
        </w:rPr>
      </w:pPr>
      <w:bookmarkStart w:id="144" w:name="74"/>
      <w:bookmarkStart w:id="145" w:name="_Toc418411994"/>
      <w:r>
        <w:rPr>
          <w:rtl/>
        </w:rPr>
        <w:lastRenderedPageBreak/>
        <w:t>الباب السادس سيف ثلاثة رجال</w:t>
      </w:r>
      <w:bookmarkEnd w:id="144"/>
      <w:bookmarkEnd w:id="145"/>
    </w:p>
    <w:p w:rsidR="00F04D17" w:rsidRDefault="00F04D17" w:rsidP="00F04D17">
      <w:pPr>
        <w:pStyle w:val="libNormal"/>
        <w:rPr>
          <w:rtl/>
        </w:rPr>
      </w:pPr>
      <w:r>
        <w:rPr>
          <w:rtl/>
        </w:rPr>
        <w:t>1 - (سيف) بن عميرة بفتح العين المهملة النخعي عربي كوفي روى عن الصادق والكاظم عليهما السلام.</w:t>
      </w:r>
    </w:p>
    <w:p w:rsidR="00F04D17" w:rsidRDefault="00F04D17" w:rsidP="00F04D17">
      <w:pPr>
        <w:pStyle w:val="libNormal"/>
        <w:rPr>
          <w:rtl/>
        </w:rPr>
      </w:pPr>
      <w:r>
        <w:rPr>
          <w:rtl/>
        </w:rPr>
        <w:t>2 - (سيف) بن مصعب العبدي أبومحمد.</w:t>
      </w:r>
    </w:p>
    <w:p w:rsidR="00F04D17" w:rsidRDefault="00F04D17" w:rsidP="00F04D17">
      <w:pPr>
        <w:pStyle w:val="libNormal"/>
        <w:rPr>
          <w:rtl/>
        </w:rPr>
      </w:pPr>
      <w:r>
        <w:rPr>
          <w:rtl/>
        </w:rPr>
        <w:t>روى الكشي من طريق ضعيف، ذكرنا سنده في كتابنا الكبير، عن الصادق عليه السلام انه قال علموا أولادكم شعر العبدي، يشير إلى الشيعة. وهذا لايثبت عندي عدالته.</w:t>
      </w:r>
    </w:p>
    <w:p w:rsidR="00F04D17" w:rsidRDefault="00F04D17" w:rsidP="00F04D17">
      <w:pPr>
        <w:pStyle w:val="libNormal"/>
        <w:rPr>
          <w:rtl/>
        </w:rPr>
      </w:pPr>
      <w:r>
        <w:rPr>
          <w:rtl/>
        </w:rPr>
        <w:t>3 - (سيف) بن سليمان التمار ابوالحسن كوفي، روى عن أبي عبدالله عليه السلام ثقة.</w:t>
      </w:r>
    </w:p>
    <w:p w:rsidR="00F04D17" w:rsidRDefault="00F04D17" w:rsidP="00F04D17">
      <w:pPr>
        <w:pStyle w:val="Heading3Center"/>
        <w:rPr>
          <w:rtl/>
        </w:rPr>
      </w:pPr>
      <w:bookmarkStart w:id="146" w:name="75"/>
      <w:bookmarkStart w:id="147" w:name="_Toc418411995"/>
      <w:r>
        <w:rPr>
          <w:rtl/>
        </w:rPr>
        <w:t>الباب السابع سندي رجلان</w:t>
      </w:r>
      <w:bookmarkEnd w:id="146"/>
      <w:bookmarkEnd w:id="147"/>
    </w:p>
    <w:p w:rsidR="00F04D17" w:rsidRDefault="00F04D17" w:rsidP="00F04D17">
      <w:pPr>
        <w:pStyle w:val="libNormal"/>
        <w:rPr>
          <w:rtl/>
        </w:rPr>
      </w:pPr>
      <w:r>
        <w:rPr>
          <w:rtl/>
        </w:rPr>
        <w:t>1 - (سندي) بالنون قبل الدال المهملة ابن عيسى الهمداني كوفي ثقة.</w:t>
      </w:r>
    </w:p>
    <w:p w:rsidR="00F04D17" w:rsidRDefault="00F04D17" w:rsidP="00F04D17">
      <w:pPr>
        <w:pStyle w:val="libNormal"/>
        <w:rPr>
          <w:rtl/>
        </w:rPr>
      </w:pPr>
      <w:r>
        <w:rPr>
          <w:rtl/>
        </w:rPr>
        <w:t>2 - (سندي) بن محمد واسمه آبان يكنى أبا بشير صليب من جهينة. وقيل من بجيلة، وهو الاشهر، وهو إبن اخت صفوان بن يحيى، كان ثقة وجه</w:t>
      </w:r>
      <w:r w:rsidR="00CD27DE">
        <w:rPr>
          <w:rtl/>
        </w:rPr>
        <w:t>اً</w:t>
      </w:r>
      <w:r>
        <w:rPr>
          <w:rtl/>
        </w:rPr>
        <w:t xml:space="preserve"> في أصحابنا الكوفيين.</w:t>
      </w:r>
    </w:p>
    <w:p w:rsidR="00F04D17" w:rsidRDefault="00F04D17" w:rsidP="00F04D17">
      <w:pPr>
        <w:pStyle w:val="Heading3Center"/>
        <w:rPr>
          <w:rtl/>
        </w:rPr>
      </w:pPr>
      <w:bookmarkStart w:id="148" w:name="76"/>
      <w:bookmarkStart w:id="149" w:name="_Toc418411996"/>
      <w:r>
        <w:rPr>
          <w:rtl/>
        </w:rPr>
        <w:t>الباب الثامن سليم رجلان</w:t>
      </w:r>
      <w:bookmarkEnd w:id="148"/>
      <w:bookmarkEnd w:id="149"/>
    </w:p>
    <w:p w:rsidR="00F04D17" w:rsidRDefault="00F04D17" w:rsidP="00F04D17">
      <w:pPr>
        <w:pStyle w:val="libNormal"/>
        <w:rPr>
          <w:rtl/>
        </w:rPr>
      </w:pPr>
      <w:r>
        <w:rPr>
          <w:rtl/>
        </w:rPr>
        <w:t>1 - (سليم) بضم السين ابن قيس الهلالي.</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روى الكشي أحاديث تشهد بشكره وصحة كتابه، وفي الطريق قول، وقد ذكرناها في كتابنا الكبير.</w:t>
      </w:r>
    </w:p>
    <w:p w:rsidR="00F04D17" w:rsidRDefault="00F04D17" w:rsidP="00F04D17">
      <w:pPr>
        <w:pStyle w:val="libNormal"/>
        <w:rPr>
          <w:rtl/>
        </w:rPr>
      </w:pPr>
      <w:r>
        <w:rPr>
          <w:rtl/>
        </w:rPr>
        <w:t>وقال النجاشي: سليم بن قيس الهلالي يكنى أبا صادق له كتاب أخبرني علي بن أحمد القمي قال: حدثنا محمد بن الحسن بن الوليد قال: حدثنا محمد بن أبى القاسم ماجيلويه عن محمد بن علي الصيرفي عن حماد بن عيسى وعثمان بن عيسى قال حماد بن عيسى، وحدثنا إبراهيم بن عمر اليماني عن سليم بن قيس: بالكتاب.</w:t>
      </w:r>
    </w:p>
    <w:p w:rsidR="00F04D17" w:rsidRDefault="00F04D17" w:rsidP="00F04D17">
      <w:pPr>
        <w:pStyle w:val="libNormal"/>
        <w:rPr>
          <w:rtl/>
        </w:rPr>
      </w:pPr>
      <w:r>
        <w:rPr>
          <w:rtl/>
        </w:rPr>
        <w:t>وقال السيد علي بن أحمد العقيقي: كان سليم بن قيس من أصحاب أميرالمؤمنين عليه السلام طلبه الحجاج ليقتله ! فهرب وآوى إلى ابان بن أبي عياش. فلما حضرته الوفاة قال لابان: ان لك علي حق</w:t>
      </w:r>
      <w:r w:rsidR="00CD27DE">
        <w:rPr>
          <w:rtl/>
        </w:rPr>
        <w:t>اً</w:t>
      </w:r>
      <w:r>
        <w:rPr>
          <w:rtl/>
        </w:rPr>
        <w:t xml:space="preserve"> وقد حضرني الموت يابن أخي انه كان من الامر بعد رسول الله صلى الله عليه وآله كيت وكيت، وأعطاه كتاب</w:t>
      </w:r>
      <w:r w:rsidR="00CD27DE">
        <w:rPr>
          <w:rtl/>
        </w:rPr>
        <w:t>اً</w:t>
      </w:r>
      <w:r>
        <w:rPr>
          <w:rtl/>
        </w:rPr>
        <w:t>، فلم يرو عن سليم بن قيس أحد من الناس، سوى ابان بن أبي عياش.</w:t>
      </w:r>
    </w:p>
    <w:p w:rsidR="00F04D17" w:rsidRDefault="00F04D17" w:rsidP="00F04D17">
      <w:pPr>
        <w:pStyle w:val="libNormal"/>
        <w:rPr>
          <w:rtl/>
        </w:rPr>
      </w:pPr>
      <w:r>
        <w:rPr>
          <w:rtl/>
        </w:rPr>
        <w:t>وذكر ابان في حديثه قال: كان شيخ</w:t>
      </w:r>
      <w:r w:rsidR="00CD27DE">
        <w:rPr>
          <w:rtl/>
        </w:rPr>
        <w:t>اً</w:t>
      </w:r>
      <w:r>
        <w:rPr>
          <w:rtl/>
        </w:rPr>
        <w:t xml:space="preserve"> متعبد</w:t>
      </w:r>
      <w:r w:rsidR="00CD27DE">
        <w:rPr>
          <w:rtl/>
        </w:rPr>
        <w:t>اً</w:t>
      </w:r>
      <w:r>
        <w:rPr>
          <w:rtl/>
        </w:rPr>
        <w:t>، له نور يعلوه.</w:t>
      </w:r>
    </w:p>
    <w:p w:rsidR="00F04D17" w:rsidRDefault="00F04D17" w:rsidP="00F04D17">
      <w:pPr>
        <w:pStyle w:val="libNormal"/>
        <w:rPr>
          <w:rtl/>
        </w:rPr>
      </w:pPr>
      <w:r>
        <w:rPr>
          <w:rtl/>
        </w:rPr>
        <w:t>وقال ابن الغضايري: سليم بن قيس الهلالي العامري روى عن أبي عبدالله والحسن والحسين وعلي بن الحسين عليهم السلام وينسب اليه هذا الكتاب المشهور، وكان أصحابنا يقولون: ان سليما لايعرف ولا ذكر في خبر، وقد وجدت ذكره في مواضع من غير جهة كتابه ولا رواية ابان بن أبي عياش.</w:t>
      </w:r>
    </w:p>
    <w:p w:rsidR="00F04D17" w:rsidRDefault="00F04D17" w:rsidP="00F04D17">
      <w:pPr>
        <w:pStyle w:val="libNormal"/>
        <w:rPr>
          <w:rtl/>
        </w:rPr>
      </w:pPr>
      <w:r>
        <w:rPr>
          <w:rtl/>
        </w:rPr>
        <w:t>وقد ذكر له ابن عقدة في رجال أميرالمؤمنين عليه السلام أحاديث عنه والكتاب موضوع لا مرية فيه، وعلى ذلك علامات تدل على ما ذكرنا.</w:t>
      </w:r>
    </w:p>
    <w:p w:rsidR="00F04D17" w:rsidRDefault="00F04D17" w:rsidP="00F04D17">
      <w:pPr>
        <w:pStyle w:val="libNormal"/>
        <w:rPr>
          <w:rtl/>
        </w:rPr>
      </w:pPr>
      <w:r>
        <w:rPr>
          <w:rtl/>
        </w:rPr>
        <w:t>[ منها ] ما ذكر ان محمد بن أبي بكر وعظ اباه عند الموت.</w:t>
      </w:r>
    </w:p>
    <w:p w:rsidR="00F04D17" w:rsidRDefault="00F04D17" w:rsidP="00F04D17">
      <w:pPr>
        <w:pStyle w:val="libNormal"/>
        <w:rPr>
          <w:rtl/>
        </w:rPr>
      </w:pPr>
      <w:r>
        <w:rPr>
          <w:rtl/>
        </w:rPr>
        <w:t>[ ومنها ] ان الائمة ثلاثة عشر ! وغير ذلك، وأسانيد هذا الكتاب تختلف تارة برواية عمر بن اذينة عن ابراهيم بن عمر الصنعاني عن ابان بن أبي عياش عن سليم، وتارة يروي عن عمر عن ابان بلا واسطة.</w:t>
      </w:r>
    </w:p>
    <w:p w:rsidR="00F04D17" w:rsidRDefault="00F04D17" w:rsidP="00F04D17">
      <w:pPr>
        <w:pStyle w:val="libNormal"/>
        <w:rPr>
          <w:rtl/>
        </w:rPr>
      </w:pPr>
      <w:r>
        <w:rPr>
          <w:rtl/>
        </w:rPr>
        <w:t>والوجه عندي: الحكم بتعديل المشار اليه، والتوقف في الفاسد من كتابة،</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2 - (سليم) الفراء كوفي روى عن أبي عبدالله وأبى الحسن عليهما السلام ثقة، ذكره أصحابنا في الرجال.</w:t>
      </w:r>
    </w:p>
    <w:p w:rsidR="00F04D17" w:rsidRDefault="00F04D17" w:rsidP="00F04D17">
      <w:pPr>
        <w:pStyle w:val="Heading3Center"/>
        <w:rPr>
          <w:rtl/>
        </w:rPr>
      </w:pPr>
      <w:bookmarkStart w:id="150" w:name="77"/>
      <w:bookmarkStart w:id="151" w:name="_Toc418411997"/>
      <w:r>
        <w:rPr>
          <w:rtl/>
        </w:rPr>
        <w:t>الباب التاسع سويد رجلان</w:t>
      </w:r>
      <w:bookmarkEnd w:id="150"/>
      <w:bookmarkEnd w:id="151"/>
    </w:p>
    <w:p w:rsidR="00F04D17" w:rsidRDefault="00F04D17" w:rsidP="00F04D17">
      <w:pPr>
        <w:pStyle w:val="libNormal"/>
        <w:rPr>
          <w:rtl/>
        </w:rPr>
      </w:pPr>
      <w:r>
        <w:rPr>
          <w:rtl/>
        </w:rPr>
        <w:t>1 - (سويد) بن غفلة الجعفي، قال البرقي: انه من أولياء أميرالمؤمنين عليه السلام.</w:t>
      </w:r>
    </w:p>
    <w:p w:rsidR="00F04D17" w:rsidRDefault="00F04D17" w:rsidP="00F04D17">
      <w:pPr>
        <w:pStyle w:val="libNormal"/>
        <w:rPr>
          <w:rtl/>
        </w:rPr>
      </w:pPr>
      <w:r>
        <w:rPr>
          <w:rtl/>
        </w:rPr>
        <w:t>2 - (سويد) بن مسلم القلا مولى شهاب بن عبد ربه، روى عن أبي عبدالله عليه السلام ثقة، ذكره ابوالعباس في الرجال.</w:t>
      </w:r>
    </w:p>
    <w:p w:rsidR="00F04D17" w:rsidRDefault="00F04D17" w:rsidP="00F04D17">
      <w:pPr>
        <w:pStyle w:val="Heading3Center"/>
        <w:rPr>
          <w:rtl/>
        </w:rPr>
      </w:pPr>
      <w:bookmarkStart w:id="152" w:name="78"/>
      <w:bookmarkStart w:id="153" w:name="_Toc418411998"/>
      <w:r>
        <w:rPr>
          <w:rtl/>
        </w:rPr>
        <w:t>الباب العاشر في الآحاد عشره رجال</w:t>
      </w:r>
      <w:bookmarkEnd w:id="152"/>
      <w:bookmarkEnd w:id="153"/>
    </w:p>
    <w:p w:rsidR="00F04D17" w:rsidRDefault="00F04D17" w:rsidP="00F04D17">
      <w:pPr>
        <w:pStyle w:val="libNormal"/>
        <w:rPr>
          <w:rtl/>
        </w:rPr>
      </w:pPr>
      <w:r>
        <w:rPr>
          <w:rtl/>
        </w:rPr>
        <w:t>1 - (سلمان) الفارسي رحمة الله عليه مولى رسول الله صلى الله عليه وآله يكنى أبا عبدالله، أول الاركان الابعة، حاله عظيم جد</w:t>
      </w:r>
      <w:r w:rsidR="00CD27DE">
        <w:rPr>
          <w:rtl/>
        </w:rPr>
        <w:t>اً</w:t>
      </w:r>
      <w:r>
        <w:rPr>
          <w:rtl/>
        </w:rPr>
        <w:t xml:space="preserve"> مشكور لم يرتد.</w:t>
      </w:r>
    </w:p>
    <w:p w:rsidR="00F04D17" w:rsidRDefault="00F04D17" w:rsidP="00F04D17">
      <w:pPr>
        <w:pStyle w:val="libNormal"/>
        <w:rPr>
          <w:rtl/>
        </w:rPr>
      </w:pPr>
      <w:r>
        <w:rPr>
          <w:rtl/>
        </w:rPr>
        <w:t>2 - (سنان) أبوعبدالله، لم يذكر الكشي غير ذلك.</w:t>
      </w:r>
    </w:p>
    <w:p w:rsidR="00F04D17" w:rsidRDefault="00F04D17" w:rsidP="00F04D17">
      <w:pPr>
        <w:pStyle w:val="libNormal"/>
        <w:rPr>
          <w:rtl/>
        </w:rPr>
      </w:pPr>
      <w:r>
        <w:rPr>
          <w:rtl/>
        </w:rPr>
        <w:t>روي عن أبى الحسن بن أبي ظاهر عن محمد بن يحيى الفارسي عن مكرم بن بشر عن الفضل بن شاذان عن أبيه عن يونس بن عبدالرحمان عن عبدالله بن سنان عن أبي عبدالله عليه السلام انه قال في سنان: انه لايزداد على الكبر إلا خير</w:t>
      </w:r>
      <w:r w:rsidR="00CD27DE">
        <w:rPr>
          <w:rtl/>
        </w:rPr>
        <w:t>اً</w:t>
      </w:r>
      <w:r>
        <w:rPr>
          <w:rtl/>
        </w:rPr>
        <w:t>.</w:t>
      </w:r>
    </w:p>
    <w:p w:rsidR="00F04D17" w:rsidRDefault="00F04D17" w:rsidP="00F04D17">
      <w:pPr>
        <w:pStyle w:val="libNormal"/>
        <w:rPr>
          <w:rtl/>
        </w:rPr>
      </w:pPr>
      <w:r>
        <w:rPr>
          <w:rtl/>
        </w:rPr>
        <w:t>وقال السيد علي بن أحمد العقيقى العلوي: سنان بن عبدالرحمان روى أبي عن علي بن الحسن عن علي بن اسباط عن محمد بن اسحاق بن عمار عن أبيه عن أبي عبدالله عليه السلام: ان سنان بن عبدالرحمان من أهل قوله تعالى: (ان الذين سبقت لهم منا الحسنى).</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ويحتمل ان يكون هذا الرجل هو الذي ذكره الكشي وان يكون غيره. (سدير) بن حكيم يكنى أبا الفضل.</w:t>
      </w:r>
    </w:p>
    <w:p w:rsidR="00F04D17" w:rsidRDefault="00F04D17" w:rsidP="00F04D17">
      <w:pPr>
        <w:pStyle w:val="libNormal"/>
        <w:rPr>
          <w:rtl/>
        </w:rPr>
      </w:pPr>
      <w:r>
        <w:rPr>
          <w:rtl/>
        </w:rPr>
        <w:t>روى الكشي عن علي بن محمد القتيبي قال حدثنا الفضل بن شاذان عن ابن أبي عمير عن بكر بن محمد الازدي قال وزعم لي زيد الشحام قال اني لاطوف حول الكعبة وكفي في كف أبي عبدالله (ع) ودموعه تجري على خديه فقال يا شحام ما رأيت ما صنع ربي إلي، ثم بكى ودعا.</w:t>
      </w:r>
    </w:p>
    <w:p w:rsidR="00F04D17" w:rsidRDefault="00F04D17" w:rsidP="00F04D17">
      <w:pPr>
        <w:pStyle w:val="libNormal"/>
        <w:rPr>
          <w:rtl/>
        </w:rPr>
      </w:pPr>
      <w:r>
        <w:rPr>
          <w:rtl/>
        </w:rPr>
        <w:t>ثم قال يا شحام اني طلبت إلى إلهي في سدير وعبدالسلام بن عبدالرحمان، وكانا في السجن، فوهبهما لي وخلى سبيلهما. وهذا حديث معتبر يدل على علو مرتبتهما.</w:t>
      </w:r>
    </w:p>
    <w:p w:rsidR="00F04D17" w:rsidRDefault="00F04D17" w:rsidP="00F04D17">
      <w:pPr>
        <w:pStyle w:val="libNormal"/>
        <w:rPr>
          <w:rtl/>
        </w:rPr>
      </w:pPr>
      <w:r>
        <w:rPr>
          <w:rtl/>
        </w:rPr>
        <w:t>روى الكشي عن محمد بن مسعود عن علي بن محمد بن مروان عن محمد بن أحمد ابن يحيى عن ابراهيم بن هاشم عن عمرو بن عثمان عن محمد بن عذافر ان الصادق عليه السلام قال: سدير عصيدة بكل لون.</w:t>
      </w:r>
    </w:p>
    <w:p w:rsidR="00F04D17" w:rsidRDefault="00F04D17" w:rsidP="00F04D17">
      <w:pPr>
        <w:pStyle w:val="libNormal"/>
        <w:rPr>
          <w:rtl/>
        </w:rPr>
      </w:pPr>
      <w:r>
        <w:rPr>
          <w:rtl/>
        </w:rPr>
        <w:t>وقال السيد علي بن أحمد العقيقي: سدير بن الصيرفي وكان اسمه سلمة، كان مخلط</w:t>
      </w:r>
      <w:r w:rsidR="00CD27DE">
        <w:rPr>
          <w:rtl/>
        </w:rPr>
        <w:t>اً</w:t>
      </w:r>
      <w:r>
        <w:rPr>
          <w:rtl/>
        </w:rPr>
        <w:t>.</w:t>
      </w:r>
    </w:p>
    <w:p w:rsidR="00F04D17" w:rsidRDefault="00F04D17" w:rsidP="00F04D17">
      <w:pPr>
        <w:pStyle w:val="libNormal"/>
        <w:rPr>
          <w:rtl/>
        </w:rPr>
      </w:pPr>
      <w:r>
        <w:rPr>
          <w:rtl/>
        </w:rPr>
        <w:t>3 - (سورة) - بالراء - ابن كليب. روى الكشي حديثا يشهد بصحة عقيدتة في الباقر والصادق عليهما السلام وكان معاصرهما، وفي الطريق حذيفة بن منصور، وقد ضعفه ابن الغضايري.</w:t>
      </w:r>
    </w:p>
    <w:p w:rsidR="00F04D17" w:rsidRDefault="00F04D17" w:rsidP="00F04D17">
      <w:pPr>
        <w:pStyle w:val="libNormal"/>
        <w:rPr>
          <w:rtl/>
        </w:rPr>
      </w:pPr>
      <w:r>
        <w:rPr>
          <w:rtl/>
        </w:rPr>
        <w:t>4 - (سلام) قال الكشي قال أبوالنصر محمد بن مسعود قال علي بن الحسين. سلام والمثنى بن الوليد والمثنى بن عبدالكريم كلهم حناطون كوفيون لابأس بهم. وقال النجاشي سلام بن أبي عمرة الخراساني ثقة روى عن أبي جعفر وأبي عبدالله عليهما السلام. ويمكن ان يكون هذا هو الذي ذكره الكشي.</w:t>
      </w:r>
    </w:p>
    <w:p w:rsidR="00F04D17" w:rsidRDefault="00F04D17" w:rsidP="00F04D17">
      <w:pPr>
        <w:pStyle w:val="libNormal"/>
        <w:rPr>
          <w:rtl/>
        </w:rPr>
      </w:pPr>
      <w:r>
        <w:rPr>
          <w:rtl/>
        </w:rPr>
        <w:t>5 - (سكين) بضم السين والنون أخير</w:t>
      </w:r>
      <w:r w:rsidR="00CD27DE">
        <w:rPr>
          <w:rtl/>
        </w:rPr>
        <w:t>اً</w:t>
      </w:r>
      <w:r>
        <w:rPr>
          <w:rtl/>
        </w:rPr>
        <w:t xml:space="preserve"> النخعي.</w:t>
      </w:r>
    </w:p>
    <w:p w:rsidR="00F04D17" w:rsidRDefault="00F04D17" w:rsidP="00F04D17">
      <w:pPr>
        <w:pStyle w:val="libNormal"/>
        <w:rPr>
          <w:rtl/>
        </w:rPr>
      </w:pPr>
      <w:r>
        <w:rPr>
          <w:rtl/>
        </w:rPr>
        <w:t xml:space="preserve">روى الكشي </w:t>
      </w:r>
      <w:r w:rsidR="00CD27DE">
        <w:rPr>
          <w:rtl/>
        </w:rPr>
        <w:t>حديثاً</w:t>
      </w:r>
      <w:r>
        <w:rPr>
          <w:rtl/>
        </w:rPr>
        <w:t xml:space="preserve"> يصف فيه تعبده.</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6 - (سلم) الحناط بالحاء المهمله والنون ابوالفضل كوفي مولى ثقة روى عن أبي عبدالله عليه السلام، ذكره ابوالعباس.</w:t>
      </w:r>
    </w:p>
    <w:p w:rsidR="00F04D17" w:rsidRDefault="00F04D17" w:rsidP="00F04D17">
      <w:pPr>
        <w:pStyle w:val="libNormal"/>
        <w:rPr>
          <w:rtl/>
        </w:rPr>
      </w:pPr>
      <w:r>
        <w:rPr>
          <w:rtl/>
        </w:rPr>
        <w:t>7 - (سلامة) بن محمد بن إسماعيل بن عبدالله بن موسى بن ابي الاكرم ابوالحسن الارزني بالراء قبل الزاي ثم النون شيخ من أصحابنا جليل القدر روى عن أبي الوليد وعلي بن الحسين بن بابويه.</w:t>
      </w:r>
    </w:p>
    <w:p w:rsidR="00F04D17" w:rsidRDefault="00F04D17" w:rsidP="00F04D17">
      <w:pPr>
        <w:pStyle w:val="libNormal"/>
        <w:rPr>
          <w:rtl/>
        </w:rPr>
      </w:pPr>
      <w:r>
        <w:rPr>
          <w:rtl/>
        </w:rPr>
        <w:t>8 - (سري) بالراء ابن عبدالله بن يعقوب السلمي كوفي ثقة روى عن أبي عبدالله عليه السلام ذكره أصحابنا في الرجال.</w:t>
      </w:r>
    </w:p>
    <w:p w:rsidR="00F04D17" w:rsidRDefault="00F04D17" w:rsidP="00F04D17">
      <w:pPr>
        <w:pStyle w:val="libNormal"/>
        <w:rPr>
          <w:rtl/>
        </w:rPr>
      </w:pPr>
      <w:r>
        <w:rPr>
          <w:rtl/>
        </w:rPr>
        <w:t>9 - (سلمة) بن محمد ثقة.</w:t>
      </w:r>
    </w:p>
    <w:p w:rsidR="00F04D17" w:rsidRDefault="00F04D17" w:rsidP="00F04D17">
      <w:pPr>
        <w:pStyle w:val="libNormal"/>
        <w:rPr>
          <w:rtl/>
        </w:rPr>
      </w:pPr>
      <w:r>
        <w:rPr>
          <w:rtl/>
        </w:rPr>
        <w:t>10 - (سلار) بن عبدالعزيز الديلمي ابويعلي قدس الله روحه شيخنا المقدم في الفقه والادب وغيرهما، كان ثقة وجه</w:t>
      </w:r>
      <w:r w:rsidR="00CD27DE">
        <w:rPr>
          <w:rtl/>
        </w:rPr>
        <w:t>اً</w:t>
      </w:r>
      <w:r>
        <w:rPr>
          <w:rtl/>
        </w:rPr>
        <w:t xml:space="preserve"> له المقنع في المذهب والتقريب في اصول الفقه والمراسم في الفقه والرد على أبى الحسن البصري في </w:t>
      </w:r>
      <w:r w:rsidR="00CD27DE">
        <w:rPr>
          <w:rtl/>
        </w:rPr>
        <w:t>( نقض الشافي والتذكرة في حقيقة الجوهر )</w:t>
      </w:r>
      <w:r>
        <w:rPr>
          <w:rtl/>
        </w:rPr>
        <w:t xml:space="preserve"> قرأ على المفيد رحمه الله وعلى السيد المرتضى رحمه الله.</w:t>
      </w:r>
    </w:p>
    <w:p w:rsidR="00F04D17" w:rsidRDefault="00F04D17" w:rsidP="000F2669">
      <w:pPr>
        <w:pStyle w:val="Heading2Center"/>
      </w:pPr>
      <w:bookmarkStart w:id="154" w:name="79"/>
      <w:bookmarkStart w:id="155" w:name="_Toc418411999"/>
      <w:r>
        <w:rPr>
          <w:rtl/>
        </w:rPr>
        <w:t>الفصل الثالث عشر في الشين</w:t>
      </w:r>
      <w:bookmarkEnd w:id="154"/>
      <w:bookmarkEnd w:id="155"/>
    </w:p>
    <w:p w:rsidR="00F04D17" w:rsidRDefault="00F04D17" w:rsidP="00F04D17">
      <w:pPr>
        <w:pStyle w:val="libNormal"/>
        <w:rPr>
          <w:rtl/>
        </w:rPr>
      </w:pPr>
      <w:r>
        <w:rPr>
          <w:rtl/>
        </w:rPr>
        <w:t>وفيه بابان:</w:t>
      </w:r>
    </w:p>
    <w:p w:rsidR="00F04D17" w:rsidRDefault="00F04D17" w:rsidP="00F04D17">
      <w:pPr>
        <w:pStyle w:val="Heading3Center"/>
        <w:rPr>
          <w:rtl/>
        </w:rPr>
      </w:pPr>
      <w:bookmarkStart w:id="156" w:name="80"/>
      <w:bookmarkStart w:id="157" w:name="_Toc418412000"/>
      <w:r>
        <w:rPr>
          <w:rtl/>
        </w:rPr>
        <w:t>الباب الاول شعيب ثلاثة رجال</w:t>
      </w:r>
      <w:bookmarkEnd w:id="156"/>
      <w:bookmarkEnd w:id="157"/>
    </w:p>
    <w:p w:rsidR="00F04D17" w:rsidRDefault="00F04D17" w:rsidP="00F04D17">
      <w:pPr>
        <w:pStyle w:val="libNormal"/>
        <w:rPr>
          <w:rtl/>
        </w:rPr>
      </w:pPr>
      <w:r>
        <w:rPr>
          <w:rtl/>
        </w:rPr>
        <w:t>1 - (شعيب) العقر قوفي ابويعقوب ابن اخت أبي بصير يحيى بن القاسم روى عن أبي عبدالله وأبى الحسن عليهما السلام ثقة عين.</w:t>
      </w:r>
    </w:p>
    <w:p w:rsidR="00F04D17" w:rsidRDefault="00F04D17" w:rsidP="00F04D17">
      <w:pPr>
        <w:pStyle w:val="libNormal"/>
        <w:rPr>
          <w:rtl/>
        </w:rPr>
      </w:pPr>
      <w:r>
        <w:rPr>
          <w:rtl/>
        </w:rPr>
        <w:t>2 - (شعيب) بن أعين الحداد كوفي ثقة روى عن أبي عبدالله (ع) ذكره أصحابنا في الرجال.</w:t>
      </w:r>
    </w:p>
    <w:p w:rsidR="00F04D17" w:rsidRDefault="00F04D17" w:rsidP="00F04D17">
      <w:pPr>
        <w:pStyle w:val="libNormal"/>
        <w:rPr>
          <w:rtl/>
        </w:rPr>
      </w:pPr>
      <w:r>
        <w:rPr>
          <w:rtl/>
        </w:rPr>
        <w:t>قال الكشي: قال محمد بن مسعود سألت علي بن الحسن بن فضال عن شعيب الذي يروى عنه سيف بن عميرة ! فقال هو ثقة.</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3 - (شعيب) مولى علي بن الحسين عليه السلام.</w:t>
      </w:r>
    </w:p>
    <w:p w:rsidR="00F04D17" w:rsidRDefault="00F04D17" w:rsidP="00F04D17">
      <w:pPr>
        <w:pStyle w:val="libNormal"/>
        <w:rPr>
          <w:rtl/>
        </w:rPr>
      </w:pPr>
      <w:r>
        <w:rPr>
          <w:rtl/>
        </w:rPr>
        <w:t>روى الكشي في سند ضعيف جد</w:t>
      </w:r>
      <w:r w:rsidR="00CD27DE">
        <w:rPr>
          <w:rtl/>
        </w:rPr>
        <w:t>اً</w:t>
      </w:r>
      <w:r>
        <w:rPr>
          <w:rtl/>
        </w:rPr>
        <w:t>، ذكرناه في كتابنا الكبير: عن أبي عبدالله عليه السلام انه قال: شعيب مولى علي بن الحسين، وكان فيما علمناه خيار</w:t>
      </w:r>
      <w:r w:rsidR="00CD27DE">
        <w:rPr>
          <w:rtl/>
        </w:rPr>
        <w:t>اً</w:t>
      </w:r>
      <w:r>
        <w:rPr>
          <w:rtl/>
        </w:rPr>
        <w:t>.</w:t>
      </w:r>
    </w:p>
    <w:p w:rsidR="00F04D17" w:rsidRDefault="00F04D17" w:rsidP="00F04D17">
      <w:pPr>
        <w:pStyle w:val="Heading3Center"/>
        <w:rPr>
          <w:rtl/>
        </w:rPr>
      </w:pPr>
      <w:bookmarkStart w:id="158" w:name="81"/>
      <w:bookmarkStart w:id="159" w:name="_Toc418412001"/>
      <w:r>
        <w:rPr>
          <w:rtl/>
        </w:rPr>
        <w:t>الباب الثانى في الآحاد أربعه رجال</w:t>
      </w:r>
      <w:bookmarkEnd w:id="158"/>
      <w:bookmarkEnd w:id="159"/>
    </w:p>
    <w:p w:rsidR="00F04D17" w:rsidRDefault="00F04D17" w:rsidP="00F04D17">
      <w:pPr>
        <w:pStyle w:val="libNormal"/>
        <w:rPr>
          <w:rtl/>
        </w:rPr>
      </w:pPr>
      <w:r>
        <w:rPr>
          <w:rtl/>
        </w:rPr>
        <w:t>1 - (شرحبيل) وهبيرة وكريب وبريد وشمير. ويقال: شنير، هؤلاء اخوة من أصحاب أميرالمؤمنين عليه السلام، قتلوا بصفين، كل واحد يأخذ الراية بعد آخر حتى قتلوا.</w:t>
      </w:r>
    </w:p>
    <w:p w:rsidR="00F04D17" w:rsidRDefault="00F04D17" w:rsidP="00F04D17">
      <w:pPr>
        <w:pStyle w:val="libNormal"/>
        <w:rPr>
          <w:rtl/>
        </w:rPr>
      </w:pPr>
      <w:r>
        <w:rPr>
          <w:rtl/>
        </w:rPr>
        <w:t>2 - (شهاب) بن عبد ربه. قال أبوعمرو الكشي عن شهاب وعبدالرحيم وعبدالخالق ووهب ولد عبد ربه من موالي بني أسد، من صلحاء الموالي. وقد ذكرنا ما يتعلق بذمه ومدحه، وبيناه في كتابنا الكبير.</w:t>
      </w:r>
    </w:p>
    <w:p w:rsidR="00F04D17" w:rsidRDefault="00F04D17" w:rsidP="00F04D17">
      <w:pPr>
        <w:pStyle w:val="libNormal"/>
        <w:rPr>
          <w:rtl/>
        </w:rPr>
      </w:pPr>
      <w:r>
        <w:rPr>
          <w:rtl/>
        </w:rPr>
        <w:t>3 - (شاذان) بن الخليل من اصحاب يونس.</w:t>
      </w:r>
    </w:p>
    <w:p w:rsidR="00F04D17" w:rsidRDefault="00F04D17" w:rsidP="00F04D17">
      <w:pPr>
        <w:pStyle w:val="libNormal"/>
        <w:rPr>
          <w:rtl/>
        </w:rPr>
      </w:pPr>
      <w:r>
        <w:rPr>
          <w:rtl/>
        </w:rPr>
        <w:t>4 - (شجرة) بن ميمون بن ابي اراكة ثقة.</w:t>
      </w:r>
    </w:p>
    <w:p w:rsidR="00F04D17" w:rsidRDefault="00F04D17" w:rsidP="000F2669">
      <w:pPr>
        <w:pStyle w:val="Heading2Center"/>
        <w:rPr>
          <w:rtl/>
        </w:rPr>
      </w:pPr>
      <w:bookmarkStart w:id="160" w:name="82"/>
      <w:bookmarkStart w:id="161" w:name="_Toc418412002"/>
      <w:r>
        <w:rPr>
          <w:rtl/>
        </w:rPr>
        <w:t>الفصل الرابع عشر في الصاد</w:t>
      </w:r>
      <w:bookmarkEnd w:id="160"/>
      <w:bookmarkEnd w:id="161"/>
    </w:p>
    <w:p w:rsidR="00F04D17" w:rsidRDefault="00F04D17" w:rsidP="00F04D17">
      <w:pPr>
        <w:pStyle w:val="libNormal"/>
        <w:rPr>
          <w:rtl/>
        </w:rPr>
      </w:pPr>
      <w:r>
        <w:rPr>
          <w:rtl/>
        </w:rPr>
        <w:t>وفيه أربعة أبواب:</w:t>
      </w:r>
    </w:p>
    <w:p w:rsidR="00F04D17" w:rsidRPr="00F04D17" w:rsidRDefault="00F04D17" w:rsidP="00F04D17">
      <w:pPr>
        <w:pStyle w:val="Heading3Center"/>
        <w:rPr>
          <w:rtl/>
        </w:rPr>
      </w:pPr>
      <w:bookmarkStart w:id="162" w:name="83"/>
      <w:bookmarkStart w:id="163" w:name="_Toc418412003"/>
      <w:r>
        <w:rPr>
          <w:rtl/>
        </w:rPr>
        <w:t>الباب الاول صالح ثلاثة رجال</w:t>
      </w:r>
      <w:bookmarkEnd w:id="162"/>
      <w:bookmarkEnd w:id="163"/>
    </w:p>
    <w:p w:rsidR="00F04D17" w:rsidRDefault="00F04D17" w:rsidP="00F04D17">
      <w:pPr>
        <w:pStyle w:val="libNormal"/>
        <w:rPr>
          <w:rtl/>
        </w:rPr>
      </w:pPr>
      <w:r>
        <w:rPr>
          <w:rtl/>
        </w:rPr>
        <w:t>1 - (صالح) بن موسى الخواري من أصحاب الصادق عليه السلام أحد أركان حفيظ النسب.</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2 - (صالح) بن محمد الهمداني من أصحاب أبى الحسن الثالث عليه السلام ثقة.</w:t>
      </w:r>
    </w:p>
    <w:p w:rsidR="00F04D17" w:rsidRDefault="00F04D17" w:rsidP="00F04D17">
      <w:pPr>
        <w:pStyle w:val="libNormal"/>
        <w:rPr>
          <w:rtl/>
        </w:rPr>
      </w:pPr>
      <w:r>
        <w:rPr>
          <w:rtl/>
        </w:rPr>
        <w:t>3 - (صالح) بن ميثم، روى علي بن أحمد العقيقي عن أبيه عن محمد بن الحسين عن صفوان بن يحيى عن يعقوب بن شعيب بن ميثم عن صالح قال له أبوجعفر (ع) اني أحبك وأحب أباك حب</w:t>
      </w:r>
      <w:r w:rsidR="00CD27DE">
        <w:rPr>
          <w:rtl/>
        </w:rPr>
        <w:t>اً</w:t>
      </w:r>
      <w:r>
        <w:rPr>
          <w:rtl/>
        </w:rPr>
        <w:t xml:space="preserve"> شديد</w:t>
      </w:r>
      <w:r w:rsidR="00CD27DE">
        <w:rPr>
          <w:rtl/>
        </w:rPr>
        <w:t>اً</w:t>
      </w:r>
      <w:r>
        <w:rPr>
          <w:rtl/>
        </w:rPr>
        <w:t>.</w:t>
      </w:r>
    </w:p>
    <w:p w:rsidR="00F04D17" w:rsidRDefault="00F04D17" w:rsidP="00F04D17">
      <w:pPr>
        <w:pStyle w:val="Heading3Center"/>
        <w:rPr>
          <w:rtl/>
        </w:rPr>
      </w:pPr>
      <w:bookmarkStart w:id="164" w:name="84"/>
      <w:bookmarkStart w:id="165" w:name="_Toc418412004"/>
      <w:r>
        <w:rPr>
          <w:rtl/>
        </w:rPr>
        <w:t>الباب الثانى صباح رجلان</w:t>
      </w:r>
      <w:bookmarkEnd w:id="164"/>
      <w:bookmarkEnd w:id="165"/>
    </w:p>
    <w:p w:rsidR="00F04D17" w:rsidRDefault="00F04D17" w:rsidP="00F04D17">
      <w:pPr>
        <w:pStyle w:val="libNormal"/>
        <w:rPr>
          <w:rtl/>
        </w:rPr>
      </w:pPr>
      <w:r>
        <w:rPr>
          <w:rtl/>
        </w:rPr>
        <w:t>1 - (صباح) بن صبيح الحذآء الفزاري، مولاهم امام مسجد دار اللؤلؤ بالكوفة ثقة عين روى عن أبي عبدالله عليه السلام.</w:t>
      </w:r>
    </w:p>
    <w:p w:rsidR="00F04D17" w:rsidRDefault="00F04D17" w:rsidP="00F04D17">
      <w:pPr>
        <w:pStyle w:val="libNormal"/>
        <w:rPr>
          <w:rtl/>
        </w:rPr>
      </w:pPr>
      <w:r>
        <w:rPr>
          <w:rtl/>
        </w:rPr>
        <w:t>2 - (صباح) أخو عمار الساباطي ثقة.</w:t>
      </w:r>
    </w:p>
    <w:p w:rsidR="00F04D17" w:rsidRDefault="00F04D17" w:rsidP="00F04D17">
      <w:pPr>
        <w:pStyle w:val="Heading3Center"/>
        <w:rPr>
          <w:rtl/>
        </w:rPr>
      </w:pPr>
      <w:bookmarkStart w:id="166" w:name="85"/>
      <w:bookmarkStart w:id="167" w:name="_Toc418412005"/>
      <w:r>
        <w:rPr>
          <w:rtl/>
        </w:rPr>
        <w:t>الباب الثالث صفوان رجلان</w:t>
      </w:r>
      <w:bookmarkEnd w:id="166"/>
      <w:bookmarkEnd w:id="167"/>
    </w:p>
    <w:p w:rsidR="00F04D17" w:rsidRDefault="00F04D17" w:rsidP="00F04D17">
      <w:pPr>
        <w:pStyle w:val="libNormal"/>
        <w:rPr>
          <w:rtl/>
        </w:rPr>
      </w:pPr>
      <w:r>
        <w:rPr>
          <w:rtl/>
        </w:rPr>
        <w:t>1 - (صفوان) بن يحيى أبومحمد البجلي مولى بني بجيلة بياع السابري كوفى قال الشيخ الطوسي (ره): انه أوثق أهل زمانه، عند أصحاب الحديث وغيرهم، وكان يصلي كل يوم خمسين ومائة ركعة ويصوم في السنة ثلاثة أشهر وبخرج زكاة ماله كل سنة ثلاث مرات وذلك انه إشترك هو وعبدالله بن جندب وعلي بن النعمان في بيت الله الحرام وتعاقدوا جميع</w:t>
      </w:r>
      <w:r w:rsidR="00CD27DE">
        <w:rPr>
          <w:rtl/>
        </w:rPr>
        <w:t>اً</w:t>
      </w:r>
      <w:r>
        <w:rPr>
          <w:rtl/>
        </w:rPr>
        <w:t>: ان من مات منهم، يصلي من بقى صلاته ويصوم عنه ويزكي عنه مادام حي</w:t>
      </w:r>
      <w:r w:rsidR="00CD27DE">
        <w:rPr>
          <w:rtl/>
        </w:rPr>
        <w:t>اً</w:t>
      </w:r>
      <w:r>
        <w:rPr>
          <w:rtl/>
        </w:rPr>
        <w:t>. فمات صاحباه، وبقي صفوان بعدهما، وكان بقي لهما بذلك، فيصلي عنهما ويحج عنهما ويزكي عنهما ويصوم عنهما وكل شئ من البر والصلاح يفعله لنفسه، كذلك يفعله عن صاحبيه، وكان وكيل الرضا عليه السلام.</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وقال أبوعمرو الكشي: أجمع أصحابنا على تصحيح ما يصح عن صفوان بن يحيى يباع السابري والاقرار له بالفقه في آخرين يأتي ذكرهم في مواضعهم إن شاء الله تعالى.</w:t>
      </w:r>
    </w:p>
    <w:p w:rsidR="00F04D17" w:rsidRDefault="00F04D17" w:rsidP="00F04D17">
      <w:pPr>
        <w:pStyle w:val="libNormal"/>
        <w:rPr>
          <w:rtl/>
        </w:rPr>
      </w:pPr>
      <w:r>
        <w:rPr>
          <w:rtl/>
        </w:rPr>
        <w:t>وروي عن محمد بن قولويه عن أحمد بن محمد بن الحسين بن سعيد عن معمر بن خلاد قال: قال أبوالحسن عليه السلام: ما ذئبان ضاريان في غنم قد غاب عنها رعاؤها، بأضر في دين المسلم من حب الرياسة.</w:t>
      </w:r>
    </w:p>
    <w:p w:rsidR="00F04D17" w:rsidRDefault="00F04D17" w:rsidP="00F04D17">
      <w:pPr>
        <w:pStyle w:val="libNormal"/>
        <w:rPr>
          <w:rtl/>
        </w:rPr>
      </w:pPr>
      <w:r>
        <w:rPr>
          <w:rtl/>
        </w:rPr>
        <w:t>ثم قال عليه السلام: لكن صفوان لايحب الرياسة.</w:t>
      </w:r>
    </w:p>
    <w:p w:rsidR="00F04D17" w:rsidRDefault="00F04D17" w:rsidP="00F04D17">
      <w:pPr>
        <w:pStyle w:val="libNormal"/>
        <w:rPr>
          <w:rtl/>
        </w:rPr>
      </w:pPr>
      <w:r>
        <w:rPr>
          <w:rtl/>
        </w:rPr>
        <w:t>وكان له عند الرضا عليه السلام منزلة شريفة، وتوكل للرضا عل أ ه السلام وأبي جعفر عليه السلام، وسلم مذهبه من الوقف، وكانت له منزلة من الزهد والعبادة.</w:t>
      </w:r>
    </w:p>
    <w:p w:rsidR="00F04D17" w:rsidRDefault="00F04D17" w:rsidP="00F04D17">
      <w:pPr>
        <w:pStyle w:val="libNormal"/>
        <w:rPr>
          <w:rtl/>
        </w:rPr>
      </w:pPr>
      <w:r>
        <w:rPr>
          <w:rtl/>
        </w:rPr>
        <w:t>2 - (صفوان) بن مهران بن المغيرة الاسدي مولاهم ثم مولى بني كاهل منهم كوفي يكنى أبا محمد الجمال ثقة.</w:t>
      </w:r>
    </w:p>
    <w:p w:rsidR="00F04D17" w:rsidRDefault="00F04D17" w:rsidP="00F04D17">
      <w:pPr>
        <w:pStyle w:val="Heading3Center"/>
        <w:rPr>
          <w:rtl/>
        </w:rPr>
      </w:pPr>
      <w:bookmarkStart w:id="168" w:name="86"/>
      <w:bookmarkStart w:id="169" w:name="_Toc418412006"/>
      <w:r>
        <w:rPr>
          <w:rtl/>
        </w:rPr>
        <w:t>الباب الرابع في الآحاد ثلاثة رجال</w:t>
      </w:r>
      <w:bookmarkEnd w:id="168"/>
      <w:bookmarkEnd w:id="169"/>
    </w:p>
    <w:p w:rsidR="00F04D17" w:rsidRDefault="00F04D17" w:rsidP="00F04D17">
      <w:pPr>
        <w:pStyle w:val="libNormal"/>
        <w:rPr>
          <w:rtl/>
        </w:rPr>
      </w:pPr>
      <w:r>
        <w:rPr>
          <w:rtl/>
        </w:rPr>
        <w:t>1 - (صعصعة) بالصاد المهملة المفتوحة قبل العين المهملة وبعدها والعين المهملة قبل الهاء أيض</w:t>
      </w:r>
      <w:r w:rsidR="00CD27DE">
        <w:rPr>
          <w:rtl/>
        </w:rPr>
        <w:t>اً</w:t>
      </w:r>
      <w:r>
        <w:rPr>
          <w:rtl/>
        </w:rPr>
        <w:t xml:space="preserve"> ابن صوحان بضم الصاد المهمله وإسكان الواو عظيم القدر من أصحاب أميرالمؤمنين عليه السلام.</w:t>
      </w:r>
    </w:p>
    <w:p w:rsidR="00F04D17" w:rsidRDefault="00F04D17" w:rsidP="00F04D17">
      <w:pPr>
        <w:pStyle w:val="libNormal"/>
        <w:rPr>
          <w:rtl/>
        </w:rPr>
      </w:pPr>
      <w:r>
        <w:rPr>
          <w:rtl/>
        </w:rPr>
        <w:t>روي عن الصادق عليه السلام انه قال: ما كان مع أميرالمؤمنين من يعرف حقه إلا صعصعة وأصحابه.</w:t>
      </w:r>
    </w:p>
    <w:p w:rsidR="00F04D17" w:rsidRDefault="00F04D17" w:rsidP="00F04D17">
      <w:pPr>
        <w:pStyle w:val="libNormal"/>
        <w:rPr>
          <w:rtl/>
        </w:rPr>
      </w:pPr>
      <w:r>
        <w:rPr>
          <w:rtl/>
        </w:rPr>
        <w:t>2 - (صبيح) بالياء المنقطة تحتها نقطتين بعد الباء المنقطة تحتها نقطة الصانع ابوعلي كوفي ثقة.</w:t>
      </w:r>
    </w:p>
    <w:p w:rsidR="00FF6DC3" w:rsidRDefault="00F04D17" w:rsidP="00F04D17">
      <w:pPr>
        <w:pStyle w:val="libNormal"/>
        <w:rPr>
          <w:rtl/>
        </w:rPr>
      </w:pPr>
      <w:r>
        <w:rPr>
          <w:rtl/>
        </w:rPr>
        <w:t>3 - (صدقة) بن بندار بالنون بعد الباء المنقطة تحتها نقطة والدال المهملة والراء المهملة القمي ابوسهل قديم السماع وكان ثقة خير</w:t>
      </w:r>
      <w:r w:rsidR="00CD27DE">
        <w:rPr>
          <w:rtl/>
        </w:rPr>
        <w:t>اً</w:t>
      </w:r>
      <w:r>
        <w:rPr>
          <w:rtl/>
        </w:rPr>
        <w:t xml:space="preserve"> وله كتاب (التجمل والمرؤة) حسن صحيح الحديث.</w:t>
      </w:r>
    </w:p>
    <w:p w:rsidR="00FF6DC3" w:rsidRDefault="00FF6DC3" w:rsidP="00FF6DC3">
      <w:pPr>
        <w:pStyle w:val="libNormal"/>
        <w:rPr>
          <w:rtl/>
        </w:rPr>
      </w:pPr>
      <w:r>
        <w:rPr>
          <w:rtl/>
        </w:rPr>
        <w:br w:type="page"/>
      </w:r>
    </w:p>
    <w:p w:rsidR="00F04D17" w:rsidRPr="00F04D17" w:rsidRDefault="00F04D17" w:rsidP="000F2669">
      <w:pPr>
        <w:pStyle w:val="Heading2Center"/>
        <w:rPr>
          <w:rtl/>
        </w:rPr>
      </w:pPr>
      <w:bookmarkStart w:id="170" w:name="87"/>
      <w:bookmarkStart w:id="171" w:name="_Toc418412007"/>
      <w:r>
        <w:rPr>
          <w:rtl/>
        </w:rPr>
        <w:lastRenderedPageBreak/>
        <w:t>الفصل الخامس عشر في الضاد</w:t>
      </w:r>
      <w:bookmarkEnd w:id="170"/>
      <w:bookmarkEnd w:id="171"/>
    </w:p>
    <w:p w:rsidR="00F04D17" w:rsidRDefault="00F04D17" w:rsidP="00F04D17">
      <w:pPr>
        <w:pStyle w:val="libNormal"/>
        <w:rPr>
          <w:rtl/>
        </w:rPr>
      </w:pPr>
      <w:r>
        <w:rPr>
          <w:rtl/>
        </w:rPr>
        <w:t>وفيه رجلان.</w:t>
      </w:r>
    </w:p>
    <w:p w:rsidR="00F04D17" w:rsidRDefault="00F04D17" w:rsidP="00F04D17">
      <w:pPr>
        <w:pStyle w:val="libNormal"/>
        <w:rPr>
          <w:rtl/>
        </w:rPr>
      </w:pPr>
      <w:r>
        <w:rPr>
          <w:rtl/>
        </w:rPr>
        <w:t>1 - (ضريس) بن عبدالملك بن أعين الشيباني.</w:t>
      </w:r>
    </w:p>
    <w:p w:rsidR="00F04D17" w:rsidRDefault="00F04D17" w:rsidP="00F04D17">
      <w:pPr>
        <w:pStyle w:val="libNormal"/>
        <w:rPr>
          <w:rtl/>
        </w:rPr>
      </w:pPr>
      <w:r>
        <w:rPr>
          <w:rtl/>
        </w:rPr>
        <w:t>روى الكشي: عن حمدويه قال: سمعت أشياخي يقولون: ضريس انما سمعي الكناسي، لان بحارته بالكناسة، وكانت تحته بنت حمران وهو خير فاضل ثقة.</w:t>
      </w:r>
    </w:p>
    <w:p w:rsidR="00F04D17" w:rsidRDefault="00F04D17" w:rsidP="00F04D17">
      <w:pPr>
        <w:pStyle w:val="libNormal"/>
        <w:rPr>
          <w:rtl/>
        </w:rPr>
      </w:pPr>
      <w:r>
        <w:rPr>
          <w:rtl/>
        </w:rPr>
        <w:t>2 - (الضحاك) ابومالك الحضرمي كوفي عربي أدرك أبا عبدالله عليه السلام. وقال قوم من أصحابنا: روى عنه. وقال آخرون: لم يرو عنه وروى عن أبى الحسن عليه السلام وكان متكلم</w:t>
      </w:r>
      <w:r w:rsidR="00CD27DE">
        <w:rPr>
          <w:rtl/>
        </w:rPr>
        <w:t>اً</w:t>
      </w:r>
      <w:r>
        <w:rPr>
          <w:rtl/>
        </w:rPr>
        <w:t xml:space="preserve"> ثقة في الحديث.</w:t>
      </w:r>
    </w:p>
    <w:p w:rsidR="00F04D17" w:rsidRPr="00F04D17" w:rsidRDefault="00F04D17" w:rsidP="000F2669">
      <w:pPr>
        <w:pStyle w:val="Heading2Center"/>
        <w:rPr>
          <w:rtl/>
        </w:rPr>
      </w:pPr>
      <w:bookmarkStart w:id="172" w:name="88"/>
      <w:bookmarkStart w:id="173" w:name="_Toc418412008"/>
      <w:r>
        <w:rPr>
          <w:rtl/>
        </w:rPr>
        <w:t>الفصل السادس عشر في الطاء</w:t>
      </w:r>
      <w:bookmarkEnd w:id="172"/>
      <w:bookmarkEnd w:id="173"/>
    </w:p>
    <w:p w:rsidR="00F04D17" w:rsidRDefault="00F04D17" w:rsidP="00F04D17">
      <w:pPr>
        <w:pStyle w:val="libNormal"/>
        <w:rPr>
          <w:rtl/>
        </w:rPr>
      </w:pPr>
      <w:r>
        <w:rPr>
          <w:rtl/>
        </w:rPr>
        <w:t>رجلانه:</w:t>
      </w:r>
    </w:p>
    <w:p w:rsidR="00F04D17" w:rsidRDefault="00F04D17" w:rsidP="00F04D17">
      <w:pPr>
        <w:pStyle w:val="libNormal"/>
        <w:rPr>
          <w:rtl/>
        </w:rPr>
      </w:pPr>
      <w:r>
        <w:rPr>
          <w:rtl/>
        </w:rPr>
        <w:t>1 - (طلاب) بتشديد اللام ابن حوشب بالشين المعجمة ابن يزيد بن الحرث كوفي ثقة روى عن جعفر بن محمد عليه السلام كتاب</w:t>
      </w:r>
      <w:r w:rsidR="00CD27DE">
        <w:rPr>
          <w:rtl/>
        </w:rPr>
        <w:t>اً</w:t>
      </w:r>
      <w:r>
        <w:rPr>
          <w:rtl/>
        </w:rPr>
        <w:t>.</w:t>
      </w:r>
    </w:p>
    <w:p w:rsidR="00F04D17" w:rsidRDefault="00F04D17" w:rsidP="00F04D17">
      <w:pPr>
        <w:pStyle w:val="libNormal"/>
        <w:rPr>
          <w:rtl/>
        </w:rPr>
      </w:pPr>
      <w:r>
        <w:rPr>
          <w:rtl/>
        </w:rPr>
        <w:t>2 - (طاهر) غلام ابى الحبيش كان متكلم</w:t>
      </w:r>
      <w:r w:rsidR="00CD27DE">
        <w:rPr>
          <w:rtl/>
        </w:rPr>
        <w:t>اً</w:t>
      </w:r>
      <w:r>
        <w:rPr>
          <w:rtl/>
        </w:rPr>
        <w:t xml:space="preserve"> وكان عليه ابتداء قرائة شيخنا أبي عبدالله المفيد رحمه الله.</w:t>
      </w:r>
    </w:p>
    <w:p w:rsidR="00F04D17" w:rsidRPr="00F04D17" w:rsidRDefault="00F04D17" w:rsidP="000F2669">
      <w:pPr>
        <w:pStyle w:val="Heading2Center"/>
        <w:rPr>
          <w:rtl/>
        </w:rPr>
      </w:pPr>
      <w:bookmarkStart w:id="174" w:name="89"/>
      <w:bookmarkStart w:id="175" w:name="_Toc418412009"/>
      <w:r>
        <w:rPr>
          <w:rtl/>
        </w:rPr>
        <w:t>الفصل السابع عشر في الظاء</w:t>
      </w:r>
      <w:bookmarkEnd w:id="174"/>
      <w:bookmarkEnd w:id="175"/>
    </w:p>
    <w:p w:rsidR="00F04D17" w:rsidRDefault="00F04D17" w:rsidP="00F04D17">
      <w:pPr>
        <w:pStyle w:val="libNormal"/>
        <w:rPr>
          <w:rtl/>
        </w:rPr>
      </w:pPr>
      <w:r>
        <w:rPr>
          <w:rtl/>
        </w:rPr>
        <w:t>ثلاثة رجال:</w:t>
      </w:r>
    </w:p>
    <w:p w:rsidR="00F04D17" w:rsidRDefault="00F04D17" w:rsidP="00F04D17">
      <w:pPr>
        <w:pStyle w:val="libNormal"/>
        <w:rPr>
          <w:rtl/>
        </w:rPr>
      </w:pPr>
      <w:r>
        <w:rPr>
          <w:rtl/>
        </w:rPr>
        <w:t>1 - (ظالم) بن سراق يكنى أبا الصفرة والد والد المهلب من رجال أميرالمؤمنين عليه السلام وكان شيعي</w:t>
      </w:r>
      <w:r w:rsidR="00CD27DE">
        <w:rPr>
          <w:rtl/>
        </w:rPr>
        <w:t>اً</w:t>
      </w:r>
      <w:r>
        <w:rPr>
          <w:rtl/>
        </w:rPr>
        <w:t>، وقدم يوم الجمل فقال لعلي عليه السلام: أما والله لو شهدتك ما قاتلك ازدي، فمات بالبصرة وصلى عليه علي عليه السلام.</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2 - (ظريف) بن ناصح أصله كوفي نشأ ببغداد وكان ثقة في حديثه صدوق</w:t>
      </w:r>
      <w:r w:rsidR="00CD27DE">
        <w:rPr>
          <w:rtl/>
        </w:rPr>
        <w:t>اً</w:t>
      </w:r>
      <w:r>
        <w:rPr>
          <w:rtl/>
        </w:rPr>
        <w:t>.</w:t>
      </w:r>
    </w:p>
    <w:p w:rsidR="00F04D17" w:rsidRDefault="00F04D17" w:rsidP="00F04D17">
      <w:pPr>
        <w:pStyle w:val="libNormal"/>
        <w:rPr>
          <w:rtl/>
        </w:rPr>
      </w:pPr>
      <w:r>
        <w:rPr>
          <w:rtl/>
        </w:rPr>
        <w:t>3 - (ظفر) بن حمدون ابومنصور البادراي. قال النجاشي: انه من أصحابنا. وقال ابن الغضايري: ظفر بن حمدون بن شداد البادرائي أبومنصور. روى إبراهيم الاحمري: انه كان في مذهبه ضعف.</w:t>
      </w:r>
    </w:p>
    <w:p w:rsidR="00F04D17" w:rsidRDefault="00F04D17" w:rsidP="00F04D17">
      <w:pPr>
        <w:pStyle w:val="libNormal"/>
        <w:rPr>
          <w:rtl/>
        </w:rPr>
      </w:pPr>
      <w:r>
        <w:rPr>
          <w:rtl/>
        </w:rPr>
        <w:t>والاقوى عندي التوقف في روايته، لطعن هذا الشيخ فيه.</w:t>
      </w:r>
    </w:p>
    <w:p w:rsidR="00F04D17" w:rsidRPr="00F04D17" w:rsidRDefault="00F04D17" w:rsidP="000F2669">
      <w:pPr>
        <w:pStyle w:val="Heading2Center"/>
        <w:rPr>
          <w:rtl/>
        </w:rPr>
      </w:pPr>
      <w:bookmarkStart w:id="176" w:name="90"/>
      <w:bookmarkStart w:id="177" w:name="_Toc418412010"/>
      <w:r>
        <w:rPr>
          <w:rtl/>
        </w:rPr>
        <w:t>الفصل الثامن عشر في العين</w:t>
      </w:r>
      <w:bookmarkEnd w:id="176"/>
      <w:bookmarkEnd w:id="177"/>
    </w:p>
    <w:p w:rsidR="00F04D17" w:rsidRDefault="00F04D17" w:rsidP="00F04D17">
      <w:pPr>
        <w:pStyle w:val="libNormal"/>
        <w:rPr>
          <w:rtl/>
        </w:rPr>
      </w:pPr>
      <w:r>
        <w:rPr>
          <w:rtl/>
        </w:rPr>
        <w:t>وفيه خمسة وعشرون بابا:</w:t>
      </w:r>
    </w:p>
    <w:p w:rsidR="00F04D17" w:rsidRPr="00F04D17" w:rsidRDefault="00F04D17" w:rsidP="00F04D17">
      <w:pPr>
        <w:pStyle w:val="Heading3Center"/>
        <w:rPr>
          <w:rtl/>
        </w:rPr>
      </w:pPr>
      <w:bookmarkStart w:id="178" w:name="91"/>
      <w:bookmarkStart w:id="179" w:name="_Toc418412011"/>
      <w:r>
        <w:rPr>
          <w:rtl/>
        </w:rPr>
        <w:t>الباب الاول علي أربعة وسبعون رجلا</w:t>
      </w:r>
      <w:bookmarkEnd w:id="178"/>
      <w:bookmarkEnd w:id="179"/>
    </w:p>
    <w:p w:rsidR="00F04D17" w:rsidRDefault="00F04D17" w:rsidP="00F04D17">
      <w:pPr>
        <w:pStyle w:val="libNormal"/>
        <w:rPr>
          <w:rtl/>
        </w:rPr>
      </w:pPr>
      <w:r>
        <w:rPr>
          <w:rtl/>
        </w:rPr>
        <w:t>1 - (علي) بن ربيعة الوالبي من أصحاب أميرالمؤمنين عليه السلام، وكان من العباد.</w:t>
      </w:r>
    </w:p>
    <w:p w:rsidR="00F04D17" w:rsidRDefault="00F04D17" w:rsidP="00F04D17">
      <w:pPr>
        <w:pStyle w:val="libNormal"/>
        <w:rPr>
          <w:rtl/>
        </w:rPr>
      </w:pPr>
      <w:r>
        <w:rPr>
          <w:rtl/>
        </w:rPr>
        <w:t>2 - (علي) بن الحسين (ع) الاصغر، قتل معه بالطف.</w:t>
      </w:r>
    </w:p>
    <w:p w:rsidR="00F04D17" w:rsidRDefault="00F04D17" w:rsidP="00F04D17">
      <w:pPr>
        <w:pStyle w:val="libNormal"/>
        <w:rPr>
          <w:rtl/>
        </w:rPr>
      </w:pPr>
      <w:r>
        <w:rPr>
          <w:rtl/>
        </w:rPr>
        <w:t xml:space="preserve">3 - (علي) بن يقطين بن موسى البغدادي سكن بغداد وهو كوفي الاصل روى عن أبي عبدالله عليه السلام </w:t>
      </w:r>
      <w:r w:rsidR="00CD27DE">
        <w:rPr>
          <w:rtl/>
        </w:rPr>
        <w:t>حديثاً</w:t>
      </w:r>
      <w:r>
        <w:rPr>
          <w:rtl/>
        </w:rPr>
        <w:t xml:space="preserve"> واحد</w:t>
      </w:r>
      <w:r w:rsidR="00CD27DE">
        <w:rPr>
          <w:rtl/>
        </w:rPr>
        <w:t>اً</w:t>
      </w:r>
      <w:r>
        <w:rPr>
          <w:rtl/>
        </w:rPr>
        <w:t>، وروى عن أبى الحسن موسى عليه السلام فأكثر، وكان ثقة جليل القدر له منزلة عظيمة عند أبى الحسن عليه السلام عظيم المكان في هذه الطائفة.</w:t>
      </w:r>
    </w:p>
    <w:p w:rsidR="00F04D17" w:rsidRDefault="00F04D17" w:rsidP="00F04D17">
      <w:pPr>
        <w:pStyle w:val="libNormal"/>
        <w:rPr>
          <w:rtl/>
        </w:rPr>
      </w:pPr>
      <w:r>
        <w:rPr>
          <w:rtl/>
        </w:rPr>
        <w:t>قال أبوعمرو الكشي: علي بن يقطين مولى بني أسد وكان يبيع الابزار وهي التوابل ومات في زمن أبى الحسن موسى عليه السلام وأبوالحسن محبوس سنة ثمانين ومائة ! وبقي أبوالحسن عليه السلام في الحبس اربع سنين !.</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وروى الكشي عن محمد بن قولويه قال حدثنا سعد بن عبدالله بن أبى خلف قال حدثنا محمد بن إسماعيل عن محمد بن عمرو بن سعيد عن داود الرقي قال دخلت على أبى الحسن عليه السلام يوم النحر، فقال مبتدء‌</w:t>
      </w:r>
      <w:r w:rsidR="00CD27DE">
        <w:rPr>
          <w:rtl/>
        </w:rPr>
        <w:t>اً</w:t>
      </w:r>
      <w:r>
        <w:rPr>
          <w:rtl/>
        </w:rPr>
        <w:t>: ما عرض في قلبي أحد وأنا في الموقف، إلا علي بن يقطين، فانه مازال معي وما فارقني حتى أفضت.</w:t>
      </w:r>
    </w:p>
    <w:p w:rsidR="00F04D17" w:rsidRDefault="00F04D17" w:rsidP="00F04D17">
      <w:pPr>
        <w:pStyle w:val="libNormal"/>
        <w:rPr>
          <w:rtl/>
        </w:rPr>
      </w:pPr>
      <w:r>
        <w:rPr>
          <w:rtl/>
        </w:rPr>
        <w:t>4 - (علي) بن جعفر أخو موسى بن جعفر الكاظم عليهما السلام من أصحاب الرضا عليه السلام ثقة.</w:t>
      </w:r>
    </w:p>
    <w:p w:rsidR="00F04D17" w:rsidRDefault="00F04D17" w:rsidP="00F04D17">
      <w:pPr>
        <w:pStyle w:val="libNormal"/>
        <w:rPr>
          <w:rtl/>
        </w:rPr>
      </w:pPr>
      <w:r>
        <w:rPr>
          <w:rtl/>
        </w:rPr>
        <w:t>روى الكشي عنه ما يشهد بصحة عقيدته وتأدبه مع أبي جعفر الثاني عليه السلام وحاله أجل من ذلك، سكن العريض بالسين المهملة من نواحي المدينة فنسب ولده اليها.</w:t>
      </w:r>
    </w:p>
    <w:p w:rsidR="00F04D17" w:rsidRDefault="00F04D17" w:rsidP="00F04D17">
      <w:pPr>
        <w:pStyle w:val="libNormal"/>
        <w:rPr>
          <w:rtl/>
        </w:rPr>
      </w:pPr>
      <w:r>
        <w:rPr>
          <w:rtl/>
        </w:rPr>
        <w:t xml:space="preserve">5 - (علي) بن سويد السائي بالسين المهملة منسوب إلى ساية قرية بالمدينة ثقة من أصحاب الرضا عليه السلام. روى الكشي عن حمدويه عن الحسن بن موسى عن اسماعيل بن مهران عن محمد ابن منصور الخزاعي عن علي بن سويد السائي قال كتبت إلى أبي الحسن عليه السلام.. وذكر </w:t>
      </w:r>
      <w:r w:rsidR="00CD27DE">
        <w:rPr>
          <w:rtl/>
        </w:rPr>
        <w:t>حديثاً</w:t>
      </w:r>
      <w:r>
        <w:rPr>
          <w:rtl/>
        </w:rPr>
        <w:t xml:space="preserve"> عن أبى الحسن موسى ما يشهد بأنه من آل محمد عليهم السلام وغير ذلك من إلهام الرشد والبصيرة في أمر دينه.</w:t>
      </w:r>
    </w:p>
    <w:p w:rsidR="00F04D17" w:rsidRDefault="00F04D17" w:rsidP="00F04D17">
      <w:pPr>
        <w:pStyle w:val="libNormal"/>
        <w:rPr>
          <w:rtl/>
        </w:rPr>
      </w:pPr>
      <w:r>
        <w:rPr>
          <w:rtl/>
        </w:rPr>
        <w:t>6 - (علي) بن مهزيار بالزاي قبل الياء المنقطة تحتها نقطتين والراء أخير</w:t>
      </w:r>
      <w:r w:rsidR="00CD27DE">
        <w:rPr>
          <w:rtl/>
        </w:rPr>
        <w:t>اً</w:t>
      </w:r>
      <w:r>
        <w:rPr>
          <w:rtl/>
        </w:rPr>
        <w:t xml:space="preserve"> الاهوازي ابوالحسن دورقي الاصل مولى كان أبوه نصراني</w:t>
      </w:r>
      <w:r w:rsidR="00CD27DE">
        <w:rPr>
          <w:rtl/>
        </w:rPr>
        <w:t>اً</w:t>
      </w:r>
      <w:r>
        <w:rPr>
          <w:rtl/>
        </w:rPr>
        <w:t xml:space="preserve"> فأسلم.</w:t>
      </w:r>
    </w:p>
    <w:p w:rsidR="00F04D17" w:rsidRDefault="00F04D17" w:rsidP="00F04D17">
      <w:pPr>
        <w:pStyle w:val="libNormal"/>
        <w:rPr>
          <w:rtl/>
        </w:rPr>
      </w:pPr>
      <w:r>
        <w:rPr>
          <w:rtl/>
        </w:rPr>
        <w:t>وقد قيل ان علي</w:t>
      </w:r>
      <w:r w:rsidR="00CD27DE">
        <w:rPr>
          <w:rtl/>
        </w:rPr>
        <w:t>اً</w:t>
      </w:r>
      <w:r>
        <w:rPr>
          <w:rtl/>
        </w:rPr>
        <w:t xml:space="preserve"> أيض</w:t>
      </w:r>
      <w:r w:rsidR="00CD27DE">
        <w:rPr>
          <w:rtl/>
        </w:rPr>
        <w:t>اً</w:t>
      </w:r>
      <w:r>
        <w:rPr>
          <w:rtl/>
        </w:rPr>
        <w:t xml:space="preserve"> أسلم وهو صغير ومن الله عليه بمعرفة هذا الامر، تفقه وروى عن الرضا عليه السلام وأبي جعفر عليه السلام فأختص بأبي جعفر الثاني عليه السلام وتوكل له وعظم محله وكذلك أبوالحسن الثالث عليه السلام وتوكل في بعض النواحي وخرجت إلى الشيعة فيه وقيعات بكل خير، وكان ثقة في روايته لايطعن عليه، صحيح الاعتقاد. قال حمدويه بن نصير: لما مات عبدالله بن جندب، قام علي بن مهزيار مقامه.</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7 - (علي) بن يحيى بن الحسين مولى علي بن الحسين كوفي وهو خال الحسين بن سعيد ثقة.</w:t>
      </w:r>
    </w:p>
    <w:p w:rsidR="00F04D17" w:rsidRDefault="00F04D17" w:rsidP="00F04D17">
      <w:pPr>
        <w:pStyle w:val="libNormal"/>
        <w:rPr>
          <w:rtl/>
        </w:rPr>
      </w:pPr>
      <w:r>
        <w:rPr>
          <w:rtl/>
        </w:rPr>
        <w:t>8 - (علي) بن المسيب عربي من أهل همدان من أصحاب الرضا عليه السلام ثقة.</w:t>
      </w:r>
    </w:p>
    <w:p w:rsidR="00F04D17" w:rsidRDefault="00F04D17" w:rsidP="00F04D17">
      <w:pPr>
        <w:pStyle w:val="libNormal"/>
        <w:rPr>
          <w:rtl/>
        </w:rPr>
      </w:pPr>
      <w:r>
        <w:rPr>
          <w:rtl/>
        </w:rPr>
        <w:t>9 - (علي) بن اسماعيل بن شعيب بن ميثم بن يحيى التمار ابوالحسن الميثمي اول من تكلم على مذهب الامامية وصنف كتاب</w:t>
      </w:r>
      <w:r w:rsidR="00CD27DE">
        <w:rPr>
          <w:rtl/>
        </w:rPr>
        <w:t>اً</w:t>
      </w:r>
      <w:r>
        <w:rPr>
          <w:rtl/>
        </w:rPr>
        <w:t xml:space="preserve"> في (الامامة) كان كوفي</w:t>
      </w:r>
      <w:r w:rsidR="00CD27DE">
        <w:rPr>
          <w:rtl/>
        </w:rPr>
        <w:t>اً</w:t>
      </w:r>
      <w:r>
        <w:rPr>
          <w:rtl/>
        </w:rPr>
        <w:t xml:space="preserve"> وسكن البصرة وكان من وجوه المتكلمين من أصحابنا، كلم ابوالهذيل العلاف والنظام.</w:t>
      </w:r>
    </w:p>
    <w:p w:rsidR="00F04D17" w:rsidRDefault="00F04D17" w:rsidP="00F04D17">
      <w:pPr>
        <w:pStyle w:val="libNormal"/>
        <w:rPr>
          <w:rtl/>
        </w:rPr>
      </w:pPr>
      <w:r>
        <w:rPr>
          <w:rtl/>
        </w:rPr>
        <w:t>10 - (علي) بن بلاك بغدادي من أصحاب أبي جعفر الثاني محمد الجواد عليه السلام ثقة.</w:t>
      </w:r>
    </w:p>
    <w:p w:rsidR="00F04D17" w:rsidRDefault="00F04D17" w:rsidP="00F04D17">
      <w:pPr>
        <w:pStyle w:val="libNormal"/>
        <w:rPr>
          <w:rtl/>
        </w:rPr>
      </w:pPr>
      <w:r>
        <w:rPr>
          <w:rtl/>
        </w:rPr>
        <w:t>11 - (علي) بن الحسين الهمداني من أصحاب أبي جعفر الجواد عليه السلام ثقة.</w:t>
      </w:r>
    </w:p>
    <w:p w:rsidR="00F04D17" w:rsidRDefault="00F04D17" w:rsidP="00F04D17">
      <w:pPr>
        <w:pStyle w:val="libNormal"/>
        <w:rPr>
          <w:rtl/>
        </w:rPr>
      </w:pPr>
      <w:r>
        <w:rPr>
          <w:rtl/>
        </w:rPr>
        <w:t>12 - (علي) بن جعفر من أصحاب أبي محمد الحسن عليه السلام قيم لابى الحسن ثقة.</w:t>
      </w:r>
    </w:p>
    <w:p w:rsidR="00F04D17" w:rsidRDefault="00F04D17" w:rsidP="00F04D17">
      <w:pPr>
        <w:pStyle w:val="libNormal"/>
        <w:rPr>
          <w:rtl/>
        </w:rPr>
      </w:pPr>
      <w:r>
        <w:rPr>
          <w:rtl/>
        </w:rPr>
        <w:t>13 - (علي) بن رئاب الكوفي له أصل كبير وهو ثقة جليل القدر.</w:t>
      </w:r>
    </w:p>
    <w:p w:rsidR="00F04D17" w:rsidRDefault="00F04D17" w:rsidP="00F04D17">
      <w:pPr>
        <w:pStyle w:val="libNormal"/>
        <w:rPr>
          <w:rtl/>
        </w:rPr>
      </w:pPr>
      <w:r>
        <w:rPr>
          <w:rtl/>
        </w:rPr>
        <w:t>14 - (علي) بن الحكم الكوفي ثقة جليل القدر.</w:t>
      </w:r>
    </w:p>
    <w:p w:rsidR="00F04D17" w:rsidRDefault="00F04D17" w:rsidP="00F04D17">
      <w:pPr>
        <w:pStyle w:val="libNormal"/>
        <w:rPr>
          <w:rtl/>
        </w:rPr>
      </w:pPr>
      <w:r>
        <w:rPr>
          <w:rtl/>
        </w:rPr>
        <w:t>15 - (علي) بن الحسن بن علي بن فضال بن عمر بن فضال بن عمر بن أيمن، مولى عكرمة بن ربعى الفياض ابوالحسن الكوفي كان فقيه أصحابنا بالكوفة ووجههم وثقتهم وعارفهم بالحديث والمسسوع قوله فيه سمع منه شيئ</w:t>
      </w:r>
      <w:r w:rsidR="00CD27DE">
        <w:rPr>
          <w:rtl/>
        </w:rPr>
        <w:t>اً</w:t>
      </w:r>
      <w:r>
        <w:rPr>
          <w:rtl/>
        </w:rPr>
        <w:t xml:space="preserve"> كثير</w:t>
      </w:r>
      <w:r w:rsidR="00CD27DE">
        <w:rPr>
          <w:rtl/>
        </w:rPr>
        <w:t>اً</w:t>
      </w:r>
      <w:r>
        <w:rPr>
          <w:rtl/>
        </w:rPr>
        <w:t>.</w:t>
      </w:r>
    </w:p>
    <w:p w:rsidR="00F04D17" w:rsidRDefault="00F04D17" w:rsidP="00F04D17">
      <w:pPr>
        <w:pStyle w:val="libNormal"/>
        <w:rPr>
          <w:rtl/>
        </w:rPr>
      </w:pPr>
      <w:r>
        <w:rPr>
          <w:rtl/>
        </w:rPr>
        <w:t>قال النجاشي: لم يعثر له على زلة فيه ولا ما يشينه وقل ما روى عن ضعيف ولم يرو عن أبيه شيئ</w:t>
      </w:r>
      <w:r w:rsidR="00CD27DE">
        <w:rPr>
          <w:rtl/>
        </w:rPr>
        <w:t>اً</w:t>
      </w:r>
      <w:r>
        <w:rPr>
          <w:rtl/>
        </w:rPr>
        <w:t>.</w:t>
      </w:r>
    </w:p>
    <w:p w:rsidR="00F04D17" w:rsidRDefault="00F04D17" w:rsidP="00F04D17">
      <w:pPr>
        <w:pStyle w:val="libNormal"/>
        <w:rPr>
          <w:rtl/>
        </w:rPr>
      </w:pPr>
      <w:r>
        <w:rPr>
          <w:rtl/>
        </w:rPr>
        <w:t>وقال: كنت أقابله وسني ثمانى عشرة سنة بكتبه ولا أفهم، إذ ذاك ولا استحل ان أرويها عنه.</w:t>
      </w:r>
    </w:p>
    <w:p w:rsidR="00F04D17" w:rsidRDefault="00F04D17" w:rsidP="00F04D17">
      <w:pPr>
        <w:pStyle w:val="libNormal"/>
        <w:rPr>
          <w:rtl/>
        </w:rPr>
      </w:pPr>
      <w:r>
        <w:rPr>
          <w:rtl/>
        </w:rPr>
        <w:t>وروى عن أخويه عن أبيها، وكان فطحي المذهب ! وقد اثنى عليه محمد بن مسعود ابوالنصر كثير</w:t>
      </w:r>
      <w:r w:rsidR="00CD27DE">
        <w:rPr>
          <w:rtl/>
        </w:rPr>
        <w:t>اً</w:t>
      </w:r>
      <w:r>
        <w:rPr>
          <w:rtl/>
        </w:rPr>
        <w:t xml:space="preserve"> وقال: انه ثقة، وكذا شهد له بالثقة الشيخ الطوسي والنجاشي فأنا أعتمد على روايته وان كان مذهبه فاسد</w:t>
      </w:r>
      <w:r w:rsidR="00CD27DE">
        <w:rPr>
          <w:rtl/>
        </w:rPr>
        <w:t>اً</w:t>
      </w:r>
      <w:r>
        <w:rPr>
          <w:rtl/>
        </w:rPr>
        <w:t>.</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16 - (علي) بن محمد بن قتيبة ويعرف بالقتيبي النيسابوري ابوالحسن، تلميذ الفضل بن شاذان فاضل، عليه أعتمد أبوعمرو الكشي في كتاب الرجال.</w:t>
      </w:r>
    </w:p>
    <w:p w:rsidR="00F04D17" w:rsidRDefault="00F04D17" w:rsidP="00F04D17">
      <w:pPr>
        <w:pStyle w:val="libNormal"/>
        <w:rPr>
          <w:rtl/>
        </w:rPr>
      </w:pPr>
      <w:r>
        <w:rPr>
          <w:rtl/>
        </w:rPr>
        <w:t>17 - (علي) بن محمد الخلقي من أهل سمرقند ثقة فاضل.</w:t>
      </w:r>
    </w:p>
    <w:p w:rsidR="00F04D17" w:rsidRDefault="00F04D17" w:rsidP="00F04D17">
      <w:pPr>
        <w:pStyle w:val="libNormal"/>
        <w:rPr>
          <w:rtl/>
        </w:rPr>
      </w:pPr>
      <w:r>
        <w:rPr>
          <w:rtl/>
        </w:rPr>
        <w:t>18 - (علي) بن الحسين بن علي يكنى أبا الحسن بن أبي طاهر الطبري من أهل سمرقند ثقة وكيل يروي عن جعفر بن محمد بن مالك وعن أبى الحسن الاسدي.</w:t>
      </w:r>
    </w:p>
    <w:p w:rsidR="00F04D17" w:rsidRDefault="00F04D17" w:rsidP="00F04D17">
      <w:pPr>
        <w:pStyle w:val="libNormal"/>
        <w:rPr>
          <w:rtl/>
        </w:rPr>
      </w:pPr>
      <w:r>
        <w:rPr>
          <w:rtl/>
        </w:rPr>
        <w:t>19 - (علي) بن إسماعيل الدهقان زاهد خير فاضل من أصحاب العياشي.</w:t>
      </w:r>
    </w:p>
    <w:p w:rsidR="00F04D17" w:rsidRDefault="00F04D17" w:rsidP="00F04D17">
      <w:pPr>
        <w:pStyle w:val="libNormal"/>
        <w:rPr>
          <w:rtl/>
        </w:rPr>
      </w:pPr>
      <w:r>
        <w:rPr>
          <w:rtl/>
        </w:rPr>
        <w:t>20 - (علي) بن الحسين بن موسى بن بابويه القمي ابوالحسن شيخ القميين وفقيههم في عصره وثقتهم.</w:t>
      </w:r>
    </w:p>
    <w:p w:rsidR="00F04D17" w:rsidRDefault="00F04D17" w:rsidP="00F04D17">
      <w:pPr>
        <w:pStyle w:val="libNormal"/>
        <w:rPr>
          <w:rtl/>
        </w:rPr>
      </w:pPr>
      <w:r>
        <w:rPr>
          <w:rtl/>
        </w:rPr>
        <w:t>كان قدم العراق واجتمع مع أبى القاسم الحسين بن روح رحمه الله وسأله مسائل ثم كاتبه بعد ذلك على يد علي بن جعفر بن الاسود يسأله ان يوصل اليه رقعة إلى الصاحب عليه السلام ويسئله فيها الولد؟ فكتب اليه: قد دعونا الله لك بذلك وسترزق ولدين ذكرين خيرين. فولد له أبوجعفر وأبو عبدالله من أم ولد، وكان أبوعبدالله الحسين بن عبيد الله يقول: سمعت أبا جعفر يقول: أنا ولدت بدعوة صاحب الامر عليه السلام ويفتخر بذلك، له كتب كثيرة ذكرناها في كتابنا الكبير، ومات علي قدس الله روحه سنة تسع وعشرين و ثلمثمائة، وهي السنة التي تناثرت فيها النجوم. وقال جماعة من أصحابنا: سمعنا أصحابنا يقولون: كنا عند أبي الحسن علي بن محمد السمري وكيل الصاحب عليه السلام رحمه الله فقال: رحم الله علي بن الحسين بن بابويه، فقيل له: هو حي؟ فقال: انه رحمه الله مات في يومنا هذا، فكتب اليوم فجاه الخبر بأنه مات فيه.</w:t>
      </w:r>
    </w:p>
    <w:p w:rsidR="00F04D17" w:rsidRDefault="00F04D17" w:rsidP="00F04D17">
      <w:pPr>
        <w:pStyle w:val="libNormal"/>
        <w:rPr>
          <w:rtl/>
        </w:rPr>
      </w:pPr>
      <w:r>
        <w:rPr>
          <w:rtl/>
        </w:rPr>
        <w:t>21 - (علي) بن الحسن بن الحجاج كوفي خاص يكنى أبا الحسن.</w:t>
      </w:r>
    </w:p>
    <w:p w:rsidR="00F04D17" w:rsidRDefault="00F04D17" w:rsidP="00F04D17">
      <w:pPr>
        <w:pStyle w:val="libNormal"/>
        <w:rPr>
          <w:rtl/>
        </w:rPr>
      </w:pPr>
      <w:r>
        <w:rPr>
          <w:rtl/>
        </w:rPr>
        <w:t>روى عنه التلعكبري وقال: سمعت منه بالكوفة في الجامع سنة ثلاث وثلاثين وثلثمائة.</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22 - (علي) بن الحسين بن موسى بن محمد بن موسى بن إبراهيم بن موسى بن جعفر بن محمد بن علي بن الحسين بن علي بن أبي طالب عليه السلام أبوالقاسم المرتضى ذوالمجدين علم الهدى رضي الله عنه متوحد في علوم كثيرة مجمع على فضله مقدم في علوم مثل علم الكلام والفقه واصول الفقه والادب من النحو والشعر واللغة وغير ذلك، وله ديوان شعر يزيد على عشرين ألف بيت، وتوفي رحمه الله تعالى في شهر ربيع الاول سنة ست وثلاثين وأربعمائه في رجب وكان مولده سنة خمس وخمسين وثلثمائة ويوم توفي كان عمره ثمانين سنة وثمانية أشهر وأيام، نضر الله وجهه، وصلى عليه إبنه في داره ودفن فيها، وتولى غسله أبوأحمد الحسين بن العباس النجاشي ومعه الشريف أبويعلي محمد بن الحسن الجعفري وسلار بن عبدالعزيز الديلمي، وله مصنعات كثيرة ذكرناها في كتابنا الكبير، وبكتبه إستفادت الامامية منذزمنه رحمه الله إلى زماننا هذا، وهو سنة ثلاث وتسعين و سمائة، وهو ركنهم ومعلمهم قدس الله روحه وجزاء عن أجداده خير</w:t>
      </w:r>
      <w:r w:rsidR="00CD27DE">
        <w:rPr>
          <w:rtl/>
        </w:rPr>
        <w:t>اً</w:t>
      </w:r>
      <w:r>
        <w:rPr>
          <w:rtl/>
        </w:rPr>
        <w:t>.</w:t>
      </w:r>
    </w:p>
    <w:p w:rsidR="00F04D17" w:rsidRDefault="00F04D17" w:rsidP="00F04D17">
      <w:pPr>
        <w:pStyle w:val="libNormal"/>
        <w:rPr>
          <w:rtl/>
        </w:rPr>
      </w:pPr>
      <w:r>
        <w:rPr>
          <w:rtl/>
        </w:rPr>
        <w:t>23 - (علي) بن حاتم بالحاء المهملة القزويني ابن أبي حاتم ويكنى حاتم ابوه بأبي سهل ويكنى علي بأبي الحسن قال النجاشي: انه ثقة من أصحابنا في نفسه، يروي عن الضعفاء.</w:t>
      </w:r>
    </w:p>
    <w:p w:rsidR="00F04D17" w:rsidRDefault="00F04D17" w:rsidP="00F04D17">
      <w:pPr>
        <w:pStyle w:val="libNormal"/>
        <w:rPr>
          <w:rtl/>
        </w:rPr>
      </w:pPr>
      <w:r>
        <w:rPr>
          <w:rtl/>
        </w:rPr>
        <w:t>وقال الشيخ الطوسي (ره): علي بن حاتم القزويني، له كتب كثيرة جيدة معتمدة.</w:t>
      </w:r>
    </w:p>
    <w:p w:rsidR="00F04D17" w:rsidRDefault="00F04D17" w:rsidP="00F04D17">
      <w:pPr>
        <w:pStyle w:val="libNormal"/>
        <w:rPr>
          <w:rtl/>
        </w:rPr>
      </w:pPr>
      <w:r>
        <w:rPr>
          <w:rtl/>
        </w:rPr>
        <w:t>24 - (على) بن الخزاز الرازي متكلم جليل له كتب في الكلام وله أنس بالفقه كان مقيما بالري وبها مات.</w:t>
      </w:r>
    </w:p>
    <w:p w:rsidR="00F04D17" w:rsidRDefault="00F04D17" w:rsidP="00F04D17">
      <w:pPr>
        <w:pStyle w:val="libNormal"/>
        <w:rPr>
          <w:rtl/>
        </w:rPr>
      </w:pPr>
      <w:r>
        <w:rPr>
          <w:rtl/>
        </w:rPr>
        <w:t>25 - (على) بن النعمان الا علم النخعي ابوالحسن مولاهم كوفي روى عن الرضا عليه السلام وأخوه داود أعلى منه وإبنه الحسن بن علي وإبنه أحمد رويا الحديث وكان علي ثقة وجه</w:t>
      </w:r>
      <w:r w:rsidR="00CD27DE">
        <w:rPr>
          <w:rtl/>
        </w:rPr>
        <w:t>اً</w:t>
      </w:r>
      <w:r>
        <w:rPr>
          <w:rtl/>
        </w:rPr>
        <w:t xml:space="preserve"> ثبت</w:t>
      </w:r>
      <w:r w:rsidR="00CD27DE">
        <w:rPr>
          <w:rtl/>
        </w:rPr>
        <w:t>اً</w:t>
      </w:r>
      <w:r>
        <w:rPr>
          <w:rtl/>
        </w:rPr>
        <w:t xml:space="preserve"> صحيح</w:t>
      </w:r>
      <w:r w:rsidR="00CD27DE">
        <w:rPr>
          <w:rtl/>
        </w:rPr>
        <w:t>اً</w:t>
      </w:r>
      <w:r>
        <w:rPr>
          <w:rtl/>
        </w:rPr>
        <w:t xml:space="preserve"> واضح الطريقة.</w:t>
      </w:r>
    </w:p>
    <w:p w:rsidR="00F04D17" w:rsidRDefault="00F04D17" w:rsidP="00F04D17">
      <w:pPr>
        <w:pStyle w:val="libNormal"/>
        <w:rPr>
          <w:rtl/>
        </w:rPr>
      </w:pPr>
      <w:r>
        <w:rPr>
          <w:rtl/>
        </w:rPr>
        <w:t>26 - (على) بن خليد بالخاء المعجمة المضمومة والياء لمنقطة تحتها نقطتين وبعدها دال مهملة.</w:t>
      </w:r>
    </w:p>
    <w:p w:rsidR="00F04D17" w:rsidRDefault="00F04D17" w:rsidP="00F04D17">
      <w:pPr>
        <w:pStyle w:val="libNormal"/>
        <w:rPr>
          <w:rtl/>
        </w:rPr>
      </w:pPr>
      <w:r>
        <w:rPr>
          <w:rtl/>
        </w:rPr>
        <w:t>قال الكشي عن محمد بن مسعود قال: سألت عليا عن الحسن بن علي بن خليد؟ قال: يعرف بأبي الحسن المكوفف بغدادي ليس به بأس.</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27 - (على) بن ميمون ابوالحسن لقب أبا الاكراد الصائغ بالغين المعجمة كوفي.</w:t>
      </w:r>
    </w:p>
    <w:p w:rsidR="00F04D17" w:rsidRDefault="00F04D17" w:rsidP="00F04D17">
      <w:pPr>
        <w:pStyle w:val="libNormal"/>
        <w:rPr>
          <w:rtl/>
        </w:rPr>
      </w:pPr>
      <w:r>
        <w:rPr>
          <w:rtl/>
        </w:rPr>
        <w:t>قال الكشي: عن محمد بن مسعود قال حدثني محمد بن نصر قال حدثني محمد بن إسحاق عن جعفر بن بشير عن علي بن ميمون الصائغ قال دخلت عليه يعني أبا عبدالله عليه السلام أسئله فقلت اني أدين الله بولايتك وولاية آبائك وأجدادك عليهم السلام فأدع الله ان يثبتني؟ فقال: رحمك الله رحمك الله.</w:t>
      </w:r>
    </w:p>
    <w:p w:rsidR="00F04D17" w:rsidRDefault="00F04D17" w:rsidP="00F04D17">
      <w:pPr>
        <w:pStyle w:val="libNormal"/>
        <w:rPr>
          <w:rtl/>
        </w:rPr>
      </w:pPr>
      <w:r>
        <w:rPr>
          <w:rtl/>
        </w:rPr>
        <w:t>وقال ابن الغضايري: حديثه يعرف وينكر، ويجوز ان يخرج شاهد</w:t>
      </w:r>
      <w:r w:rsidR="00CD27DE">
        <w:rPr>
          <w:rtl/>
        </w:rPr>
        <w:t>اً</w:t>
      </w:r>
      <w:r>
        <w:rPr>
          <w:rtl/>
        </w:rPr>
        <w:t>، روى عن أبي عبدالله وأبي الحسن عليهما السلام. والاقرب عندي قبول روايته، لعدم طعن الشيخ ابن الغضايري فيه صريح</w:t>
      </w:r>
      <w:r w:rsidR="00CD27DE">
        <w:rPr>
          <w:rtl/>
        </w:rPr>
        <w:t>اً</w:t>
      </w:r>
      <w:r>
        <w:rPr>
          <w:rtl/>
        </w:rPr>
        <w:t xml:space="preserve"> مع دعاء الصادق عليه السلام له.</w:t>
      </w:r>
    </w:p>
    <w:p w:rsidR="00F04D17" w:rsidRDefault="00F04D17" w:rsidP="00F04D17">
      <w:pPr>
        <w:pStyle w:val="libNormal"/>
        <w:rPr>
          <w:rtl/>
        </w:rPr>
      </w:pPr>
      <w:r>
        <w:rPr>
          <w:rtl/>
        </w:rPr>
        <w:t>28 - (على) بن السري الكرخى. روي عن أبي عبدالله عليه السلام: ثقة قال النجاشي وابن عقدة ورواية الكشى لاتدل على الطعن فيه مع ضعفها وقد ذكرناها في كتابنا الكبير.</w:t>
      </w:r>
    </w:p>
    <w:p w:rsidR="00F04D17" w:rsidRDefault="00F04D17" w:rsidP="00F04D17">
      <w:pPr>
        <w:pStyle w:val="libNormal"/>
        <w:rPr>
          <w:rtl/>
        </w:rPr>
      </w:pPr>
      <w:r>
        <w:rPr>
          <w:rtl/>
        </w:rPr>
        <w:t>وقال الكشي في موضع آخر قال نصر بن الصباح علي بن إسماعيل ثقة وهو علي ابن السري، فلقب اسماعيل بالسري، ونصر بن الصباح ضعيف عندي لا أعتبر بقوله لكن الاعتماد على تعديل النجاشي له.</w:t>
      </w:r>
    </w:p>
    <w:p w:rsidR="00F04D17" w:rsidRDefault="00F04D17" w:rsidP="00F04D17">
      <w:pPr>
        <w:pStyle w:val="libNormal"/>
        <w:rPr>
          <w:rtl/>
        </w:rPr>
      </w:pPr>
      <w:r>
        <w:rPr>
          <w:rtl/>
        </w:rPr>
        <w:t>29 - (على) بن أبي حمزة الثمالي وليس هو علي بن أبي حمزة البطائي، لان ابن أبي حمزة البطائى ضعيف جد</w:t>
      </w:r>
      <w:r w:rsidR="00CD27DE">
        <w:rPr>
          <w:rtl/>
        </w:rPr>
        <w:t>اً</w:t>
      </w:r>
      <w:r>
        <w:rPr>
          <w:rtl/>
        </w:rPr>
        <w:t>، وهذا ابن أبي حمزة الثمالي.</w:t>
      </w:r>
    </w:p>
    <w:p w:rsidR="00F04D17" w:rsidRDefault="00F04D17" w:rsidP="00F04D17">
      <w:pPr>
        <w:pStyle w:val="libNormal"/>
        <w:rPr>
          <w:rtl/>
        </w:rPr>
      </w:pPr>
      <w:r>
        <w:rPr>
          <w:rtl/>
        </w:rPr>
        <w:t>قال الكشي سألت أبا الحسن حمدويه بن نصير عن علي بن أبى حمزة الثمالي والحسين بن أبي حمزة ومحمد أخويه وأبيه؟ فقال كلهم ثقات فاضلون.</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30 - (على) بن حسان الواسطى ابوالحسين القصير المعروف بالمنمس بالنون بالنون والسين المهملة عمر اكثر من مائة سنة وكان لابأس به روى عن أبي عبدالله عليه السلام.</w:t>
      </w:r>
    </w:p>
    <w:p w:rsidR="00F04D17" w:rsidRDefault="00F04D17" w:rsidP="00F04D17">
      <w:pPr>
        <w:pStyle w:val="libNormal"/>
        <w:rPr>
          <w:rtl/>
        </w:rPr>
      </w:pPr>
      <w:r>
        <w:rPr>
          <w:rtl/>
        </w:rPr>
        <w:t>قال الكشي: قال محمد بن مسعود سألت علي بن الحسن بن فضال عن علي بن حسان؟ قال عن أيهما سألت؟ أما الواسطي فهو ثقة، وأما الذي عندنا يشير إلى علي بن حسان الهاشمي يروي عن عمه عبدالرحمان بن كثير فهو كذاب وهو واقفي ايض</w:t>
      </w:r>
      <w:r w:rsidR="00CD27DE">
        <w:rPr>
          <w:rtl/>
        </w:rPr>
        <w:t>اً</w:t>
      </w:r>
      <w:r>
        <w:rPr>
          <w:rtl/>
        </w:rPr>
        <w:t xml:space="preserve"> لم يدرك أبا الحسن عليه السلام.</w:t>
      </w:r>
    </w:p>
    <w:p w:rsidR="00F04D17" w:rsidRDefault="00F04D17" w:rsidP="00F04D17">
      <w:pPr>
        <w:pStyle w:val="libNormal"/>
        <w:rPr>
          <w:rtl/>
        </w:rPr>
      </w:pPr>
      <w:r>
        <w:rPr>
          <w:rtl/>
        </w:rPr>
        <w:t>قال ابن الغضايري بعد تضعيف علي بن حسان بن كثير: ومن أصحابنا علي بن حسان الواسطي ثقة ثقة.</w:t>
      </w:r>
    </w:p>
    <w:p w:rsidR="00F04D17" w:rsidRDefault="00F04D17" w:rsidP="00F04D17">
      <w:pPr>
        <w:pStyle w:val="libNormal"/>
        <w:rPr>
          <w:rtl/>
        </w:rPr>
      </w:pPr>
      <w:r>
        <w:rPr>
          <w:rtl/>
        </w:rPr>
        <w:t>وذكر ابن بابويه (ره) في اسناده إلى عبدالرحمان بن كثير الهاشمي روايته عن محمد بن الحسن عن علي بن حسان الواسطي عن عمه عبدالرحمان بن كثير الهاشمي وهو يعطي ان الواسطي هو ابن اخي عبدالرحمان.</w:t>
      </w:r>
    </w:p>
    <w:p w:rsidR="00F04D17" w:rsidRDefault="00F04D17" w:rsidP="00F04D17">
      <w:pPr>
        <w:pStyle w:val="libNormal"/>
        <w:rPr>
          <w:rtl/>
        </w:rPr>
      </w:pPr>
      <w:r>
        <w:rPr>
          <w:rtl/>
        </w:rPr>
        <w:t>وأظنه سهو من قلم الشيخ ابن بابويه القمي أو الناسخ.</w:t>
      </w:r>
    </w:p>
    <w:p w:rsidR="00F04D17" w:rsidRDefault="00F04D17" w:rsidP="00F04D17">
      <w:pPr>
        <w:pStyle w:val="libNormal"/>
        <w:rPr>
          <w:rtl/>
        </w:rPr>
      </w:pPr>
      <w:r>
        <w:rPr>
          <w:rtl/>
        </w:rPr>
        <w:t>31 - (علي) بن ابراهيم بن محمد بن الحسن بن محمد بن عبيد الله بن الحسين بن علي بن الحسين بن علي بن أبى طالب ابوالحسن الجوانبي بفتح الجيم وتشديد الواو ثقة صحيح الحديث خرج مع أبي الحسن عليه السلام إلى خراسان.</w:t>
      </w:r>
    </w:p>
    <w:p w:rsidR="00F04D17" w:rsidRDefault="00F04D17" w:rsidP="00F04D17">
      <w:pPr>
        <w:pStyle w:val="libNormal"/>
        <w:rPr>
          <w:rtl/>
        </w:rPr>
      </w:pPr>
      <w:r>
        <w:rPr>
          <w:rtl/>
        </w:rPr>
        <w:t>32 - (علي) بن عبيد الله بن الحسين بن علي بن الحسين ابوالحسن الروح الصالح.</w:t>
      </w:r>
    </w:p>
    <w:p w:rsidR="00F04D17" w:rsidRDefault="00F04D17" w:rsidP="00F04D17">
      <w:pPr>
        <w:pStyle w:val="libNormal"/>
        <w:rPr>
          <w:rtl/>
        </w:rPr>
      </w:pPr>
      <w:r>
        <w:rPr>
          <w:rtl/>
        </w:rPr>
        <w:t>قال النجاشي: كان أزهد آل أبي طالب وأعبدهم في زمانه وإختص بموسى والرضا عليهما السلام واختلط بأصحابنا الامامية وكان لما اراده محمد بن إبراهيم طباطبا لان يبايع له ابوالسرايا بعده أبي عليه ورد الامر إلى محمد بن محمد بن زيد بن علي.</w:t>
      </w:r>
    </w:p>
    <w:p w:rsidR="00F04D17" w:rsidRDefault="00F04D17" w:rsidP="00F04D17">
      <w:pPr>
        <w:pStyle w:val="libNormal"/>
        <w:rPr>
          <w:rtl/>
        </w:rPr>
      </w:pPr>
      <w:r>
        <w:rPr>
          <w:rtl/>
        </w:rPr>
        <w:t>وقال الكشي: قرأت في كتاب محمد بن الحسين بن بندار بخطه حدثني محمد ابن يحيى العطار قال حدثنى أحمد بن محمد بن عيسى عن علي بن الحكم عن سليمان بن جعفر قال: قال لي علي بن عبيد الله بن الحسين بن علي بن الحسين بن علي بن أبي طالب اشتهي ان ادخل علي أبي الحسن الرضا عليه السلام أسلم عليه، قلت: فما يمنعك من ذلك؟ قال الاجلال والهيبة له واتقى عليه.</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قال: فاعتل ابوالحسن عليه السلام علة خفيفة وقد عاده الناس، فلقيت على بن عبيد الله فقلت قد جائك ماتريد وقد إعتل أبوالحسن عليه السلام علة خفيفة وقد عاده الناس، فان اردت الدخول عليه فاليوم. قال: فجاء إلى أبي الحسن عليه السلام عائد</w:t>
      </w:r>
      <w:r w:rsidR="00CD27DE">
        <w:rPr>
          <w:rtl/>
        </w:rPr>
        <w:t>اً</w:t>
      </w:r>
      <w:r>
        <w:rPr>
          <w:rtl/>
        </w:rPr>
        <w:t>، فلقيه أبوالحسن عليه السلام بكل مايحب من المنزلة والتعظيم، ففرح بذلك علي بن عبيد الله فرح</w:t>
      </w:r>
      <w:r w:rsidR="00CD27DE">
        <w:rPr>
          <w:rtl/>
        </w:rPr>
        <w:t>اً</w:t>
      </w:r>
      <w:r>
        <w:rPr>
          <w:rtl/>
        </w:rPr>
        <w:t xml:space="preserve"> شديد</w:t>
      </w:r>
      <w:r w:rsidR="00CD27DE">
        <w:rPr>
          <w:rtl/>
        </w:rPr>
        <w:t>اً</w:t>
      </w:r>
      <w:r>
        <w:rPr>
          <w:rtl/>
        </w:rPr>
        <w:t>. ثم مرض علي بن عبيد الله فعاده أبوالحسن عليه السلام وأنا معه فجلس حتى خرج من كان في البيت. فاما خرجنا أخبرتنى مولاة لنا أن ام سامة امرأة علي بن عبيد الله كانت من وراء الستر تنظر اليه، فلما خرج خرجت وأنكبت على الموضع الذي كان أبوالحسن عليه السلام جالس</w:t>
      </w:r>
      <w:r w:rsidR="00CD27DE">
        <w:rPr>
          <w:rtl/>
        </w:rPr>
        <w:t>اً</w:t>
      </w:r>
      <w:r>
        <w:rPr>
          <w:rtl/>
        </w:rPr>
        <w:t xml:space="preserve"> فيه تقبله وتتمسح به. قال سليمان: ثم دخلت على ابن عبيد الله، فأخبرني بما فعلت ام سلمة فخبرت به أبا الحسن عليه السلام؟ فقال: يا سليمان ان علي بن عبيد الله وامرأته وولده من أهل الجنه، يا سليمان ان ولد علي وفاطمة عليهما السلام إذا عرفهما الله هذاالامر، لم يكونوا كالناس.</w:t>
      </w:r>
    </w:p>
    <w:p w:rsidR="00F04D17" w:rsidRDefault="00F04D17" w:rsidP="00F04D17">
      <w:pPr>
        <w:pStyle w:val="libNormal"/>
        <w:rPr>
          <w:rtl/>
        </w:rPr>
      </w:pPr>
      <w:r>
        <w:rPr>
          <w:rtl/>
        </w:rPr>
        <w:t>33 - (على) بن الحكم من أهل الانبار.</w:t>
      </w:r>
    </w:p>
    <w:p w:rsidR="00F04D17" w:rsidRDefault="00F04D17" w:rsidP="00F04D17">
      <w:pPr>
        <w:pStyle w:val="libNormal"/>
        <w:rPr>
          <w:rtl/>
        </w:rPr>
      </w:pPr>
      <w:r>
        <w:rPr>
          <w:rtl/>
        </w:rPr>
        <w:t>قال الكشي عن حمدويه عن محمد بن عيسى: ان على بن الحكم هو ابن اخت داود بن النعمان بياع الانماط وهو نسيب بنى الزبير الصيارفة، وعلي بن الحكم تلميذ ابن أبي عمير، ولقي من أصحاب أبي عبدالله عليه السلام الكبير وهو مثل ابن فضال وإبن بكير.</w:t>
      </w:r>
    </w:p>
    <w:p w:rsidR="00F04D17" w:rsidRDefault="00F04D17" w:rsidP="00F04D17">
      <w:pPr>
        <w:pStyle w:val="libNormal"/>
        <w:rPr>
          <w:rtl/>
        </w:rPr>
      </w:pPr>
      <w:r>
        <w:rPr>
          <w:rtl/>
        </w:rPr>
        <w:t>34 - (على) بن الحسين بن عبدالله.</w:t>
      </w:r>
    </w:p>
    <w:p w:rsidR="00F04D17" w:rsidRDefault="00F04D17" w:rsidP="00F04D17">
      <w:pPr>
        <w:pStyle w:val="libNormal"/>
        <w:rPr>
          <w:rtl/>
        </w:rPr>
      </w:pPr>
      <w:r>
        <w:rPr>
          <w:rtl/>
        </w:rPr>
        <w:t>قال الكشي: عن محمد بن مسعود قال حدثنا محمد بن نصير قال حدثنا أحمد بن محمد بن عيسى قال كتب اليه علي بن الحسين بن عبدالله يسأله الزيادة في عمره حتى يرى ما يحب؟. فكتب اليه في جوابه تصير إلى رحمة الله تعالى خير لك، فتوفي الرجل بالخزيمية. والظاهر ان المسؤل بالدعاء بعض الائمة عليهم السلام، وهذه الرواية لاتدل نص</w:t>
      </w:r>
      <w:r w:rsidR="00CD27DE">
        <w:rPr>
          <w:rtl/>
        </w:rPr>
        <w:t>اً</w:t>
      </w:r>
      <w:r>
        <w:rPr>
          <w:rtl/>
        </w:rPr>
        <w:t xml:space="preserve"> على عدالة الرجل، لكنها من المرجحات.</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35 - (علي) بن جعفر.</w:t>
      </w:r>
    </w:p>
    <w:p w:rsidR="00F04D17" w:rsidRDefault="00F04D17" w:rsidP="00F04D17">
      <w:pPr>
        <w:pStyle w:val="libNormal"/>
        <w:rPr>
          <w:rtl/>
        </w:rPr>
      </w:pPr>
      <w:r>
        <w:rPr>
          <w:rtl/>
        </w:rPr>
        <w:t>قال الكشي محمد بن مسعود قال يوسف بن السخت: كان علي بن جعفر وكيلا لابي الحسن صلوات الله عليه وكان في حبس المتوكل ! وخاف القتل والشك في دينه فوعده بان يقصد الله فيه، فحم المتوكل، فامر بتخلية من في السجن مطلق</w:t>
      </w:r>
      <w:r w:rsidR="00CD27DE">
        <w:rPr>
          <w:rtl/>
        </w:rPr>
        <w:t>اً</w:t>
      </w:r>
      <w:r>
        <w:rPr>
          <w:rtl/>
        </w:rPr>
        <w:t xml:space="preserve"> وتخليته عين</w:t>
      </w:r>
      <w:r w:rsidR="00CD27DE">
        <w:rPr>
          <w:rtl/>
        </w:rPr>
        <w:t>اً</w:t>
      </w:r>
      <w:r>
        <w:rPr>
          <w:rtl/>
        </w:rPr>
        <w:t>.</w:t>
      </w:r>
    </w:p>
    <w:p w:rsidR="00F04D17" w:rsidRDefault="00F04D17" w:rsidP="00F04D17">
      <w:pPr>
        <w:pStyle w:val="libNormal"/>
        <w:rPr>
          <w:rtl/>
        </w:rPr>
      </w:pPr>
      <w:r>
        <w:rPr>
          <w:rtl/>
        </w:rPr>
        <w:t>36 - (علي) بن عبدالله بن مروان.</w:t>
      </w:r>
    </w:p>
    <w:p w:rsidR="00F04D17" w:rsidRDefault="00F04D17" w:rsidP="00F04D17">
      <w:pPr>
        <w:pStyle w:val="libNormal"/>
        <w:rPr>
          <w:rtl/>
        </w:rPr>
      </w:pPr>
      <w:r>
        <w:rPr>
          <w:rtl/>
        </w:rPr>
        <w:t>قال الكشي: قال النصر لم نسمع فيه إلا خير</w:t>
      </w:r>
      <w:r w:rsidR="00CD27DE">
        <w:rPr>
          <w:rtl/>
        </w:rPr>
        <w:t>اً</w:t>
      </w:r>
      <w:r>
        <w:rPr>
          <w:rtl/>
        </w:rPr>
        <w:t>.</w:t>
      </w:r>
    </w:p>
    <w:p w:rsidR="00F04D17" w:rsidRDefault="00F04D17" w:rsidP="00F04D17">
      <w:pPr>
        <w:pStyle w:val="libNormal"/>
        <w:rPr>
          <w:rtl/>
        </w:rPr>
      </w:pPr>
      <w:r>
        <w:rPr>
          <w:rtl/>
        </w:rPr>
        <w:t>37 - (علي) بن الريان بالراء والياء المنقطة تحتها نقطتين المشددة والنون أخير</w:t>
      </w:r>
      <w:r w:rsidR="00CD27DE">
        <w:rPr>
          <w:rtl/>
        </w:rPr>
        <w:t>اً</w:t>
      </w:r>
      <w:r>
        <w:rPr>
          <w:rtl/>
        </w:rPr>
        <w:t xml:space="preserve"> ابن الصلت بالصاد المهملة والتاء المنقطة فوقها نقطتين الاشعري القمي ثقة له عن أبى الحسن الثالث عليه السلام نسخة، وكان وكيلا.</w:t>
      </w:r>
    </w:p>
    <w:p w:rsidR="00F04D17" w:rsidRDefault="00F04D17" w:rsidP="00F04D17">
      <w:pPr>
        <w:pStyle w:val="libNormal"/>
        <w:rPr>
          <w:rtl/>
        </w:rPr>
      </w:pPr>
      <w:r>
        <w:rPr>
          <w:rtl/>
        </w:rPr>
        <w:t>38 - (علي) بن اسباط بن سالم بياع الزطي ابوالحسن كوفي.</w:t>
      </w:r>
    </w:p>
    <w:p w:rsidR="00F04D17" w:rsidRDefault="00F04D17" w:rsidP="00F04D17">
      <w:pPr>
        <w:pStyle w:val="libNormal"/>
        <w:rPr>
          <w:rtl/>
        </w:rPr>
      </w:pPr>
      <w:r>
        <w:rPr>
          <w:rtl/>
        </w:rPr>
        <w:t>قال الكشي: انه كان فطحي</w:t>
      </w:r>
      <w:r w:rsidR="00CD27DE">
        <w:rPr>
          <w:rtl/>
        </w:rPr>
        <w:t>اً</w:t>
      </w:r>
      <w:r>
        <w:rPr>
          <w:rtl/>
        </w:rPr>
        <w:t>، ولعلى بن مهزيار اليه رسالة في النقض عليه مقدار جزء صغيره قالوا فلم ينجع ذلك ومات على مذهبه. وقال النجاشي: انه كان فطحي</w:t>
      </w:r>
      <w:r w:rsidR="00CD27DE">
        <w:rPr>
          <w:rtl/>
        </w:rPr>
        <w:t>اً</w:t>
      </w:r>
      <w:r>
        <w:rPr>
          <w:rtl/>
        </w:rPr>
        <w:t xml:space="preserve"> جرى بينه وبين علي بن مهزيار رسائل في ذلك فرجعوا فيها إلى أبي جعفر الثاني عليه السلام؟ فرجع علي بن اسباط عن ذلك القول.</w:t>
      </w:r>
    </w:p>
    <w:p w:rsidR="00F04D17" w:rsidRDefault="00F04D17" w:rsidP="00F04D17">
      <w:pPr>
        <w:pStyle w:val="libNormal"/>
        <w:rPr>
          <w:rtl/>
        </w:rPr>
      </w:pPr>
      <w:r>
        <w:rPr>
          <w:rtl/>
        </w:rPr>
        <w:t>وقد روى عن الرضا عليه السلام من قبل ذلك وكان ثقة أوثق الناس وأصدقهم لهجة، فأنا اعتمد على روايته.</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39 - (علي) بن الحسن بن رباط بالراء تحتها نقطة واحدة والطاء المهملة أخير</w:t>
      </w:r>
      <w:r w:rsidR="00CD27DE">
        <w:rPr>
          <w:rtl/>
        </w:rPr>
        <w:t>اً</w:t>
      </w:r>
      <w:r>
        <w:rPr>
          <w:rtl/>
        </w:rPr>
        <w:t xml:space="preserve"> البجلى ابوالحسن كوفي ثقة يعول عليه. قال الكشي: انه من أصحاب الرضا عليه السلام.</w:t>
      </w:r>
    </w:p>
    <w:p w:rsidR="00F04D17" w:rsidRDefault="00F04D17" w:rsidP="00F04D17">
      <w:pPr>
        <w:pStyle w:val="libNormal"/>
        <w:rPr>
          <w:rtl/>
        </w:rPr>
      </w:pPr>
      <w:r>
        <w:rPr>
          <w:rtl/>
        </w:rPr>
        <w:t xml:space="preserve">40 - (علي) بن الحسين بن علي المسعودي ابوالحسن الهذلي له كتب في الامامة وغيرها، منها (كتاب في إثبات الوصية لعلي بن أبي طالب عليه السلام) وهو صاحب </w:t>
      </w:r>
      <w:r w:rsidR="00CD27DE">
        <w:rPr>
          <w:rtl/>
        </w:rPr>
        <w:t>( كتاب مروج الذهب )</w:t>
      </w:r>
      <w:r>
        <w:rPr>
          <w:rtl/>
        </w:rPr>
        <w:t>.</w:t>
      </w:r>
    </w:p>
    <w:p w:rsidR="00F04D17" w:rsidRDefault="00F04D17" w:rsidP="00F04D17">
      <w:pPr>
        <w:pStyle w:val="libNormal"/>
        <w:rPr>
          <w:rtl/>
        </w:rPr>
      </w:pPr>
      <w:r>
        <w:rPr>
          <w:rtl/>
        </w:rPr>
        <w:t>41 - (علي) بن عبدالله ابوالحسن العطار القمي ثقة من أصحابنا.</w:t>
      </w:r>
    </w:p>
    <w:p w:rsidR="00F04D17" w:rsidRDefault="00F04D17" w:rsidP="00F04D17">
      <w:pPr>
        <w:pStyle w:val="libNormal"/>
        <w:rPr>
          <w:rtl/>
        </w:rPr>
      </w:pPr>
      <w:r>
        <w:rPr>
          <w:rtl/>
        </w:rPr>
        <w:t>42 - (علي) بن محمد المقري كوفي ثقة.</w:t>
      </w:r>
    </w:p>
    <w:p w:rsidR="00F04D17" w:rsidRDefault="00F04D17" w:rsidP="00F04D17">
      <w:pPr>
        <w:pStyle w:val="libNormal"/>
        <w:rPr>
          <w:rtl/>
        </w:rPr>
      </w:pPr>
      <w:r>
        <w:rPr>
          <w:rtl/>
        </w:rPr>
        <w:t>43 - (علي) بن سعيد بالسين المفتوحة ابن رزام بالراء المكسورة والزاي القاسانى بالسين المهملة ابوالحسن من قريه من سواد قاسان ثقة في الحديث مأمون يروي عن أحمد بن محمد بن عيسى وابن أبى الخطاب.</w:t>
      </w:r>
    </w:p>
    <w:p w:rsidR="00F04D17" w:rsidRDefault="00F04D17" w:rsidP="00F04D17">
      <w:pPr>
        <w:pStyle w:val="libNormal"/>
        <w:rPr>
          <w:rtl/>
        </w:rPr>
      </w:pPr>
      <w:r>
        <w:rPr>
          <w:rtl/>
        </w:rPr>
        <w:t>44 - (على) بن محمد بن علي بن عمر بن رباح بالراء المفتوحة والباء المنقطة تحتها نقطة أبوالحسن السواق، ويقال القلا. وقيل في كنيته ابوالقاسم كان ثقة في الحديث وافق</w:t>
      </w:r>
      <w:r w:rsidR="00CD27DE">
        <w:rPr>
          <w:rtl/>
        </w:rPr>
        <w:t>اً</w:t>
      </w:r>
      <w:r>
        <w:rPr>
          <w:rtl/>
        </w:rPr>
        <w:t xml:space="preserve"> في المذهب صحيح الرواية ثبت</w:t>
      </w:r>
      <w:r w:rsidR="00CD27DE">
        <w:rPr>
          <w:rtl/>
        </w:rPr>
        <w:t>اً</w:t>
      </w:r>
      <w:r>
        <w:rPr>
          <w:rtl/>
        </w:rPr>
        <w:t xml:space="preserve"> معتمد</w:t>
      </w:r>
      <w:r w:rsidR="00CD27DE">
        <w:rPr>
          <w:rtl/>
        </w:rPr>
        <w:t>اً</w:t>
      </w:r>
      <w:r>
        <w:rPr>
          <w:rtl/>
        </w:rPr>
        <w:t xml:space="preserve"> على مايرويه.</w:t>
      </w:r>
    </w:p>
    <w:p w:rsidR="00F04D17" w:rsidRDefault="00F04D17" w:rsidP="00F04D17">
      <w:pPr>
        <w:pStyle w:val="libNormal"/>
        <w:rPr>
          <w:rtl/>
        </w:rPr>
      </w:pPr>
      <w:r>
        <w:rPr>
          <w:rtl/>
        </w:rPr>
        <w:t>45 - (على) بن إبراهيم بن هاشم القمي ابوالحسن ثقة في الحديث ثبت معتمد صحيح المذهب سمع واكثر وصنف كتب</w:t>
      </w:r>
      <w:r w:rsidR="00CD27DE">
        <w:rPr>
          <w:rtl/>
        </w:rPr>
        <w:t>اً</w:t>
      </w:r>
      <w:r>
        <w:rPr>
          <w:rtl/>
        </w:rPr>
        <w:t xml:space="preserve"> وأضر في وسط عمره.</w:t>
      </w:r>
    </w:p>
    <w:p w:rsidR="00F04D17" w:rsidRDefault="00F04D17" w:rsidP="00F04D17">
      <w:pPr>
        <w:pStyle w:val="libNormal"/>
        <w:rPr>
          <w:rtl/>
        </w:rPr>
      </w:pPr>
      <w:r>
        <w:rPr>
          <w:rtl/>
        </w:rPr>
        <w:t>46 - (على) بن سليمان بن الحسن بن الجهم بن بكير بن أعين ابوالحسن الرازي كان له إتصال بصاحب الامر عجل الله فرجه، وخرجت اليه توقيعات وكان له منزلة في أصحابنا وكان ورع</w:t>
      </w:r>
      <w:r w:rsidR="00CD27DE">
        <w:rPr>
          <w:rtl/>
        </w:rPr>
        <w:t>اً</w:t>
      </w:r>
      <w:r>
        <w:rPr>
          <w:rtl/>
        </w:rPr>
        <w:t xml:space="preserve"> ثقة فقيه</w:t>
      </w:r>
      <w:r w:rsidR="00CD27DE">
        <w:rPr>
          <w:rtl/>
        </w:rPr>
        <w:t>اً</w:t>
      </w:r>
      <w:r>
        <w:rPr>
          <w:rtl/>
        </w:rPr>
        <w:t xml:space="preserve"> لايطعن عليه في شئ.</w:t>
      </w:r>
    </w:p>
    <w:p w:rsidR="00F04D17" w:rsidRDefault="00F04D17" w:rsidP="00F04D17">
      <w:pPr>
        <w:pStyle w:val="libNormal"/>
        <w:rPr>
          <w:rtl/>
        </w:rPr>
      </w:pPr>
      <w:r>
        <w:rPr>
          <w:rtl/>
        </w:rPr>
        <w:t>47 - (على) بن محمد بن إبراهيم بن ابان الرازي الكلبي المعروف بعلان بالعين المهملة يكنى أبا الحسن ثقة عين.</w:t>
      </w:r>
    </w:p>
    <w:p w:rsidR="00F04D17" w:rsidRDefault="00F04D17" w:rsidP="00F04D17">
      <w:pPr>
        <w:pStyle w:val="libNormal"/>
        <w:rPr>
          <w:rtl/>
        </w:rPr>
      </w:pPr>
      <w:r>
        <w:rPr>
          <w:rtl/>
        </w:rPr>
        <w:t>48 - (على) بن محمد بن أبي القاسم عبدالله بن عمران البرقي، المعروف ابوه بماجيلويه بالجيم والياء المنقطة تحتها نقطتين قبل اللام وبعد الواو يكني أبا الحسن ثقة فاضل فقيه أديب.</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49 - (علي) بن محمد العدوي الشمشاطي ابوالحسن من عدي تغلب عدي بن عمرو بن عثمان بن تغلب كان شيخ</w:t>
      </w:r>
      <w:r w:rsidR="00CD27DE">
        <w:rPr>
          <w:rtl/>
        </w:rPr>
        <w:t>اً</w:t>
      </w:r>
      <w:r>
        <w:rPr>
          <w:rtl/>
        </w:rPr>
        <w:t xml:space="preserve"> بالجزيرة فاضل أهل زمانه وأديبهم له تصانيف كثيرة ذكرناها في كتابنا الكبير.</w:t>
      </w:r>
    </w:p>
    <w:p w:rsidR="00F04D17" w:rsidRDefault="00F04D17" w:rsidP="00F04D17">
      <w:pPr>
        <w:pStyle w:val="libNormal"/>
        <w:rPr>
          <w:rtl/>
        </w:rPr>
      </w:pPr>
      <w:r>
        <w:rPr>
          <w:rtl/>
        </w:rPr>
        <w:t>قال النجاشي: كان سلامة بن زكريا ابوالحسن الموصلي (ره) يذكره بالفضل والعلم والدين والتحقيق لهذا الامر رحمه الله.</w:t>
      </w:r>
    </w:p>
    <w:p w:rsidR="00F04D17" w:rsidRDefault="00F04D17" w:rsidP="00F04D17">
      <w:pPr>
        <w:pStyle w:val="libNormal"/>
        <w:rPr>
          <w:rtl/>
        </w:rPr>
      </w:pPr>
      <w:r>
        <w:rPr>
          <w:rtl/>
        </w:rPr>
        <w:t>50 - (علي) بن بلال بن أبي معاوية ابوالحسن المهلي الازدي شيخ أصحابنا بالبصرة ثقة سمع الحديث وأكثر.</w:t>
      </w:r>
    </w:p>
    <w:p w:rsidR="00F04D17" w:rsidRDefault="00F04D17" w:rsidP="00F04D17">
      <w:pPr>
        <w:pStyle w:val="libNormal"/>
        <w:rPr>
          <w:rtl/>
        </w:rPr>
      </w:pPr>
      <w:r>
        <w:rPr>
          <w:rtl/>
        </w:rPr>
        <w:t>51 - (علي) بن محمد بن عبدالله ابوالحسن القزويني القاضي وجه من أصحابنا ثقة في الحديث قدم بغداد سنة ست وخمسين وثلثمائة ومعه من كتب العياشي قطعة، وهو أول من أوردها بغداد ورواها عن أبي جعفر أحمد بن عيسى الزاهد عن العياشي.</w:t>
      </w:r>
    </w:p>
    <w:p w:rsidR="00F04D17" w:rsidRDefault="00F04D17" w:rsidP="00F04D17">
      <w:pPr>
        <w:pStyle w:val="libNormal"/>
        <w:rPr>
          <w:rtl/>
        </w:rPr>
      </w:pPr>
      <w:r>
        <w:rPr>
          <w:rtl/>
        </w:rPr>
        <w:t>52 - (علي) بن محمد بن يوسف بن مهجور أبوالحسن الفارسي المعروف بابن خالويه بالخاء المعجمة شيخ من أصحابنا ثقة سمع الحديث وأكثر.</w:t>
      </w:r>
    </w:p>
    <w:p w:rsidR="00F04D17" w:rsidRDefault="00F04D17" w:rsidP="00F04D17">
      <w:pPr>
        <w:pStyle w:val="libNormal"/>
        <w:rPr>
          <w:rtl/>
        </w:rPr>
      </w:pPr>
      <w:r>
        <w:rPr>
          <w:rtl/>
        </w:rPr>
        <w:t>53 - (علي) بن محمد بن علي الخزاز بالخاء المعجمة والزاي قبل الالف وبعدها يكنى أبا القاسم كان ثقة من أصحابنا فقيه</w:t>
      </w:r>
      <w:r w:rsidR="00CD27DE">
        <w:rPr>
          <w:rtl/>
        </w:rPr>
        <w:t>اً</w:t>
      </w:r>
      <w:r>
        <w:rPr>
          <w:rtl/>
        </w:rPr>
        <w:t xml:space="preserve"> وجه</w:t>
      </w:r>
      <w:r w:rsidR="00CD27DE">
        <w:rPr>
          <w:rtl/>
        </w:rPr>
        <w:t>اً</w:t>
      </w:r>
      <w:r>
        <w:rPr>
          <w:rtl/>
        </w:rPr>
        <w:t>.</w:t>
      </w:r>
    </w:p>
    <w:p w:rsidR="00F04D17" w:rsidRDefault="00F04D17" w:rsidP="00F04D17">
      <w:pPr>
        <w:pStyle w:val="libNormal"/>
        <w:rPr>
          <w:rtl/>
        </w:rPr>
      </w:pPr>
      <w:r>
        <w:rPr>
          <w:rtl/>
        </w:rPr>
        <w:t>54 - (علي) بن محمد الكرخي ابوالحسن كان فقيه</w:t>
      </w:r>
      <w:r w:rsidR="00CD27DE">
        <w:rPr>
          <w:rtl/>
        </w:rPr>
        <w:t>اً</w:t>
      </w:r>
      <w:r>
        <w:rPr>
          <w:rtl/>
        </w:rPr>
        <w:t xml:space="preserve"> متكلم</w:t>
      </w:r>
      <w:r w:rsidR="00CD27DE">
        <w:rPr>
          <w:rtl/>
        </w:rPr>
        <w:t>اً</w:t>
      </w:r>
      <w:r>
        <w:rPr>
          <w:rtl/>
        </w:rPr>
        <w:t xml:space="preserve"> من وجوه أصحابنا.</w:t>
      </w:r>
    </w:p>
    <w:p w:rsidR="00F04D17" w:rsidRDefault="00F04D17" w:rsidP="00F04D17">
      <w:pPr>
        <w:pStyle w:val="libNormal"/>
        <w:rPr>
          <w:rtl/>
        </w:rPr>
      </w:pPr>
      <w:r>
        <w:rPr>
          <w:rtl/>
        </w:rPr>
        <w:t>55 - (علي) بن أحمد بن الحسين الطبري الاملي ابوالحسن شيخ كثير الحديث من أصحابنا ثقة.</w:t>
      </w:r>
    </w:p>
    <w:p w:rsidR="00F04D17" w:rsidRDefault="00F04D17" w:rsidP="00F04D17">
      <w:pPr>
        <w:pStyle w:val="libNormal"/>
        <w:rPr>
          <w:rtl/>
        </w:rPr>
      </w:pPr>
      <w:r>
        <w:rPr>
          <w:rtl/>
        </w:rPr>
        <w:t>56 - (علي) بن محمد بن العباس بن فسان بالسين المهملة بعد الفاء والنون بعد الالف ابوالحسن رضي الله عنه كان عالم</w:t>
      </w:r>
      <w:r w:rsidR="00CD27DE">
        <w:rPr>
          <w:rtl/>
        </w:rPr>
        <w:t>اً</w:t>
      </w:r>
      <w:r>
        <w:rPr>
          <w:rtl/>
        </w:rPr>
        <w:t xml:space="preserve"> بالاخبار والشعر والنسب والاثار والسير، وما رؤي في زمانه مثله وكان مجرد</w:t>
      </w:r>
      <w:r w:rsidR="00CD27DE">
        <w:rPr>
          <w:rtl/>
        </w:rPr>
        <w:t>اً</w:t>
      </w:r>
      <w:r>
        <w:rPr>
          <w:rtl/>
        </w:rPr>
        <w:t xml:space="preserve"> في مذهب الامامية وكان قبل ذلك معتزليا، وعاد إلينا وهو أشهر من ان يشرح أمره.</w:t>
      </w:r>
    </w:p>
    <w:p w:rsidR="00F04D17" w:rsidRDefault="00F04D17" w:rsidP="00F04D17">
      <w:pPr>
        <w:pStyle w:val="libNormal"/>
        <w:rPr>
          <w:rtl/>
        </w:rPr>
      </w:pPr>
      <w:r>
        <w:rPr>
          <w:rtl/>
        </w:rPr>
        <w:t>57 - (علي) بن محمد شيرن بالشين المعجمة والراء بعد الياء المنقطة تحتها نقطتين والنون ابوالحسن الابلي كان اصله من كازرون وسكن ابوه الابلة، شيخ من أصحابنا ثقة صدوق.</w:t>
      </w:r>
    </w:p>
    <w:p w:rsidR="00F04D17" w:rsidRDefault="00F04D17" w:rsidP="00F04D17">
      <w:pPr>
        <w:pStyle w:val="libNormal"/>
        <w:rPr>
          <w:rtl/>
        </w:rPr>
      </w:pPr>
      <w:r>
        <w:rPr>
          <w:rtl/>
        </w:rPr>
        <w:br w:type="page"/>
      </w:r>
    </w:p>
    <w:p w:rsidR="00F04D17" w:rsidRDefault="00F04D17" w:rsidP="00CD27DE">
      <w:pPr>
        <w:pStyle w:val="libNormal"/>
        <w:rPr>
          <w:rtl/>
        </w:rPr>
      </w:pPr>
      <w:r>
        <w:rPr>
          <w:rtl/>
        </w:rPr>
        <w:lastRenderedPageBreak/>
        <w:t xml:space="preserve">58 - (علي) بن عبدالرحمان بن عيسى بن عروة بن الجراح القناني </w:t>
      </w:r>
      <w:r w:rsidR="00CD27DE">
        <w:rPr>
          <w:rFonts w:hint="cs"/>
          <w:rtl/>
        </w:rPr>
        <w:t>(</w:t>
      </w:r>
      <w:r>
        <w:rPr>
          <w:rtl/>
        </w:rPr>
        <w:t xml:space="preserve"> الفتاني خ ل) ابوالحسن الكاتب كان سليم الاعتقاد كثير الحديث صحيح الرواية مات سنة ثلاث عشرة وأربع مائة.</w:t>
      </w:r>
    </w:p>
    <w:p w:rsidR="00F04D17" w:rsidRDefault="00F04D17" w:rsidP="00F04D17">
      <w:pPr>
        <w:pStyle w:val="libNormal"/>
        <w:rPr>
          <w:rtl/>
        </w:rPr>
      </w:pPr>
      <w:r>
        <w:rPr>
          <w:rtl/>
        </w:rPr>
        <w:t>59 - (علي) بن عقبة بضم العين المهملة ابن خالد الاسدي ابوالحسن مولى كوفي ثقة ثقة روى عن أبي عبدالله عليه السلام.</w:t>
      </w:r>
    </w:p>
    <w:p w:rsidR="00F04D17" w:rsidRDefault="00F04D17" w:rsidP="00F04D17">
      <w:pPr>
        <w:pStyle w:val="libNormal"/>
        <w:rPr>
          <w:rtl/>
        </w:rPr>
      </w:pPr>
      <w:r>
        <w:rPr>
          <w:rtl/>
        </w:rPr>
        <w:t>60 - (علي) بن عمران الخزاز بالزاي بعد الخاء المعجمة وبعد الالف المعروف بشفا ثقة قليل الحديث.</w:t>
      </w:r>
    </w:p>
    <w:p w:rsidR="00F04D17" w:rsidRDefault="00F04D17" w:rsidP="00F04D17">
      <w:pPr>
        <w:pStyle w:val="libNormal"/>
        <w:rPr>
          <w:rtl/>
        </w:rPr>
      </w:pPr>
      <w:r>
        <w:rPr>
          <w:rtl/>
        </w:rPr>
        <w:t>61 - (علي) بن محمد بن حفص الاشعري ابوقتادة القمي روى عن أبي عبدالله عليه السلام وعمر، وكان ثقة وابنه ابوالحسن بن قتادة الشاعر وأحمد بن أبي قتادة أعقب.</w:t>
      </w:r>
    </w:p>
    <w:p w:rsidR="00F04D17" w:rsidRDefault="00F04D17" w:rsidP="00F04D17">
      <w:pPr>
        <w:pStyle w:val="libNormal"/>
        <w:rPr>
          <w:rtl/>
        </w:rPr>
      </w:pPr>
      <w:r>
        <w:rPr>
          <w:rtl/>
        </w:rPr>
        <w:t>62 - (علي) بن حمزة بن الحسن بن عبيد الله بن العباس بن علي بن أبي طالب أبو محمد ثقة.</w:t>
      </w:r>
    </w:p>
    <w:p w:rsidR="00F04D17" w:rsidRDefault="00F04D17" w:rsidP="00F04D17">
      <w:pPr>
        <w:pStyle w:val="libNormal"/>
        <w:rPr>
          <w:rtl/>
        </w:rPr>
      </w:pPr>
      <w:r>
        <w:rPr>
          <w:rtl/>
        </w:rPr>
        <w:t>63 - (علي) بن شجرة بن ميمون بن أبي أراكة مولى كندة روى ابوه عن أبي جعفر وأبي عبدالله عليهما السلام واخوه الحسن بن شجرة روى، وكلهم ثقات وجوه أعيان أجلة.</w:t>
      </w:r>
    </w:p>
    <w:p w:rsidR="00F04D17" w:rsidRDefault="00F04D17" w:rsidP="00F04D17">
      <w:pPr>
        <w:pStyle w:val="libNormal"/>
        <w:rPr>
          <w:rtl/>
        </w:rPr>
      </w:pPr>
      <w:r>
        <w:rPr>
          <w:rtl/>
        </w:rPr>
        <w:t>64 - (علي) بن أبي جهمة بفتح الجيم كوفي مولى ثقة.</w:t>
      </w:r>
    </w:p>
    <w:p w:rsidR="00F04D17" w:rsidRDefault="00F04D17" w:rsidP="00F04D17">
      <w:pPr>
        <w:pStyle w:val="libNormal"/>
        <w:rPr>
          <w:rtl/>
        </w:rPr>
      </w:pPr>
      <w:r>
        <w:rPr>
          <w:rtl/>
        </w:rPr>
        <w:t>65 - (علي) بن عبدالله بن غالب القيسي ثقة صدوق كوفي.</w:t>
      </w:r>
    </w:p>
    <w:p w:rsidR="00F04D17" w:rsidRDefault="00F04D17" w:rsidP="00F04D17">
      <w:pPr>
        <w:pStyle w:val="libNormal"/>
        <w:rPr>
          <w:rtl/>
        </w:rPr>
      </w:pPr>
      <w:r>
        <w:rPr>
          <w:rtl/>
        </w:rPr>
        <w:t>66 - (علي) بن سيف بن عميرة النخعي ابوالحسن كوفي مولى ثقة هو أكبر من أخيه الحسين، روى عن الرضا عليه السلام.</w:t>
      </w:r>
    </w:p>
    <w:p w:rsidR="00F04D17" w:rsidRDefault="00F04D17" w:rsidP="00F04D17">
      <w:pPr>
        <w:pStyle w:val="libNormal"/>
        <w:rPr>
          <w:rtl/>
        </w:rPr>
      </w:pPr>
      <w:r>
        <w:rPr>
          <w:rtl/>
        </w:rPr>
        <w:t>67 - (علي) بن إسحاق بن عبدالله بن سعد الاشعري ابوالحسن ثقة.</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68 - (علي) بن أبى رافع تابعي ومن خيار الشيعة، كانت له صحبة مع أميرالمؤمنين عليه السلام وكان كاتب</w:t>
      </w:r>
      <w:r w:rsidR="00CD27DE">
        <w:rPr>
          <w:rtl/>
        </w:rPr>
        <w:t>اً</w:t>
      </w:r>
      <w:r>
        <w:rPr>
          <w:rtl/>
        </w:rPr>
        <w:t xml:space="preserve"> له.</w:t>
      </w:r>
    </w:p>
    <w:p w:rsidR="00F04D17" w:rsidRDefault="00F04D17" w:rsidP="00F04D17">
      <w:pPr>
        <w:pStyle w:val="libNormal"/>
        <w:rPr>
          <w:rtl/>
        </w:rPr>
      </w:pPr>
      <w:r>
        <w:rPr>
          <w:rtl/>
        </w:rPr>
        <w:t>69 - (علي) بن أبى المغيرة ثقة.</w:t>
      </w:r>
    </w:p>
    <w:p w:rsidR="00F04D17" w:rsidRDefault="00F04D17" w:rsidP="00F04D17">
      <w:pPr>
        <w:pStyle w:val="libNormal"/>
        <w:rPr>
          <w:rtl/>
        </w:rPr>
      </w:pPr>
      <w:r>
        <w:rPr>
          <w:rtl/>
        </w:rPr>
        <w:t>70 - (علي) بن نعيم ثقة.</w:t>
      </w:r>
    </w:p>
    <w:p w:rsidR="00F04D17" w:rsidRDefault="00F04D17" w:rsidP="00F04D17">
      <w:pPr>
        <w:pStyle w:val="libNormal"/>
        <w:rPr>
          <w:rtl/>
        </w:rPr>
      </w:pPr>
      <w:r>
        <w:rPr>
          <w:rtl/>
        </w:rPr>
        <w:t>71 - (علي) بن أبي شعبة الحلبي ثقة.</w:t>
      </w:r>
    </w:p>
    <w:p w:rsidR="00F04D17" w:rsidRDefault="00F04D17" w:rsidP="00F04D17">
      <w:pPr>
        <w:pStyle w:val="libNormal"/>
        <w:rPr>
          <w:rtl/>
        </w:rPr>
      </w:pPr>
      <w:r>
        <w:rPr>
          <w:rtl/>
        </w:rPr>
        <w:t>72 - (علي) بن عطية ثقة.</w:t>
      </w:r>
    </w:p>
    <w:p w:rsidR="00F04D17" w:rsidRDefault="00F04D17" w:rsidP="00F04D17">
      <w:pPr>
        <w:pStyle w:val="libNormal"/>
        <w:rPr>
          <w:rtl/>
        </w:rPr>
      </w:pPr>
      <w:r>
        <w:rPr>
          <w:rtl/>
        </w:rPr>
        <w:t>73 - (علي) بن بشير ثقة.</w:t>
      </w:r>
    </w:p>
    <w:p w:rsidR="00F04D17" w:rsidRDefault="00F04D17" w:rsidP="00F04D17">
      <w:pPr>
        <w:pStyle w:val="libNormal"/>
        <w:rPr>
          <w:rtl/>
        </w:rPr>
      </w:pPr>
      <w:r>
        <w:rPr>
          <w:rtl/>
        </w:rPr>
        <w:t>74 - (علي) بن محمد بن إبراهيم بن محمد الهمداني وكيل الناحية.</w:t>
      </w:r>
    </w:p>
    <w:p w:rsidR="00F04D17" w:rsidRDefault="00F04D17" w:rsidP="00F04D17">
      <w:pPr>
        <w:pStyle w:val="Heading3Center"/>
        <w:rPr>
          <w:rtl/>
        </w:rPr>
      </w:pPr>
      <w:bookmarkStart w:id="180" w:name="92"/>
      <w:bookmarkStart w:id="181" w:name="_Toc418412012"/>
      <w:r>
        <w:rPr>
          <w:rtl/>
        </w:rPr>
        <w:t>الباب الثانى عبدالله سبعة وخمسون رجلا</w:t>
      </w:r>
      <w:bookmarkEnd w:id="180"/>
      <w:bookmarkEnd w:id="181"/>
    </w:p>
    <w:p w:rsidR="00F04D17" w:rsidRDefault="00F04D17" w:rsidP="00F04D17">
      <w:pPr>
        <w:pStyle w:val="libNormal"/>
        <w:rPr>
          <w:rtl/>
        </w:rPr>
      </w:pPr>
      <w:r>
        <w:rPr>
          <w:rtl/>
        </w:rPr>
        <w:t>1 - (عبدالله) بن العباس من أصحاب رسول الله صلى الله عليه وآله كان محب</w:t>
      </w:r>
      <w:r w:rsidR="00CD27DE">
        <w:rPr>
          <w:rtl/>
        </w:rPr>
        <w:t>اً</w:t>
      </w:r>
      <w:r>
        <w:rPr>
          <w:rtl/>
        </w:rPr>
        <w:t xml:space="preserve"> لعلي عليه السلام وتلميذه، حاله في الجلالة والاخلاص لاميرالمؤمنين عليه السلام أشهر من أن يخفى، وقد ذكر الكشي أحاديث تتضمن قدحا فيه ! وهو أجل من ذلك، وقد ذكرناها في كتابنا الكبير وأجبنا عنها، رضى الله تعالى عنه.</w:t>
      </w:r>
    </w:p>
    <w:p w:rsidR="00F04D17" w:rsidRDefault="00F04D17" w:rsidP="00F04D17">
      <w:pPr>
        <w:pStyle w:val="libNormal"/>
        <w:rPr>
          <w:rtl/>
        </w:rPr>
      </w:pPr>
      <w:r>
        <w:rPr>
          <w:rtl/>
        </w:rPr>
        <w:t>2 - (عبدالله) بن جعفر من أصحاب رسول الله صلى الله عليه وآله كان جليلا قليل الرواية.</w:t>
      </w:r>
    </w:p>
    <w:p w:rsidR="00F04D17" w:rsidRDefault="00F04D17" w:rsidP="00F04D17">
      <w:pPr>
        <w:pStyle w:val="libNormal"/>
        <w:rPr>
          <w:rtl/>
        </w:rPr>
      </w:pPr>
      <w:r>
        <w:rPr>
          <w:rtl/>
        </w:rPr>
        <w:t>3 - (عبدالله وعبدالرحمان) إبنا بديل بالباء المنقطة تحتها نقطة قبل الدال المهملة ابن ورقاء وأخوهما محمد من أصحاب أميرالمؤمنين عليه السلام، وهم رسل النبي صلى الله عليه وآله إلى اليمن، قتلا بصفين مع أميرالمؤمنين عليه السلام.</w:t>
      </w:r>
    </w:p>
    <w:p w:rsidR="00F04D17" w:rsidRDefault="00F04D17" w:rsidP="00F04D17">
      <w:pPr>
        <w:pStyle w:val="libNormal"/>
        <w:rPr>
          <w:rtl/>
        </w:rPr>
      </w:pPr>
      <w:r>
        <w:rPr>
          <w:rtl/>
        </w:rPr>
        <w:t>4 - (عبدالله) بن خباب بالخاء المعجمة والباء المنقطة تحتها نقطة قبل الالف وبعدها ابن الارت بالراء والتاء المنقطة فوقها نقطتين من أصحاب أميرالمؤمنين عليه السلام قتله الخوارج قبل وقعه النهروان !.</w:t>
      </w:r>
    </w:p>
    <w:p w:rsidR="00F04D17" w:rsidRDefault="00F04D17" w:rsidP="00F04D17">
      <w:pPr>
        <w:pStyle w:val="libNormal"/>
        <w:rPr>
          <w:rtl/>
        </w:rPr>
      </w:pPr>
      <w:r>
        <w:rPr>
          <w:rtl/>
        </w:rPr>
        <w:t>5 - (عبدالله) بن زيد بن أصحاب أميرالمؤمنين عليه السلام قتل يوم الحرة.</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6 - (عبدالله) بن أبي طلحة من أصحاب أميرالمؤمنين عليه السلام وهو الذي دعا له رسول الله صلى الله عليه وآله وسلم يوم حملت به امه.</w:t>
      </w:r>
    </w:p>
    <w:p w:rsidR="00F04D17" w:rsidRDefault="00F04D17" w:rsidP="00F04D17">
      <w:pPr>
        <w:pStyle w:val="libNormal"/>
        <w:rPr>
          <w:rtl/>
        </w:rPr>
      </w:pPr>
      <w:r>
        <w:rPr>
          <w:rtl/>
        </w:rPr>
        <w:t>7 - (عبدالله) بن سلمة من أصحاب أميرالمؤمنين عليه السلام الذي قال له: ما يسرني اني لم أشهد صفين ولوددت اني كل مشهد تشهده شهدته.</w:t>
      </w:r>
    </w:p>
    <w:p w:rsidR="00F04D17" w:rsidRDefault="00F04D17" w:rsidP="00F04D17">
      <w:pPr>
        <w:pStyle w:val="libNormal"/>
        <w:rPr>
          <w:rtl/>
        </w:rPr>
      </w:pPr>
      <w:r>
        <w:rPr>
          <w:rtl/>
        </w:rPr>
        <w:t>8 - (عبدالله) بن يحيى الحضرمي قال له علي عليه السلام يوم الجمل: إبشر يابن يحيى فانك وأباك من شرطة الخمسين حق</w:t>
      </w:r>
      <w:r w:rsidR="00CD27DE">
        <w:rPr>
          <w:rtl/>
        </w:rPr>
        <w:t>اً</w:t>
      </w:r>
      <w:r>
        <w:rPr>
          <w:rtl/>
        </w:rPr>
        <w:t>، لقد أخبرني رسول الله صلى الله عليه وآله باسمك وإسم أبيك في شرطة الخميس، والله سماكم في السماء شرطة الخميس على لسان نبيه صلى الله عليه وآله.</w:t>
      </w:r>
    </w:p>
    <w:p w:rsidR="00F04D17" w:rsidRDefault="00F04D17" w:rsidP="00F04D17">
      <w:pPr>
        <w:pStyle w:val="libNormal"/>
        <w:rPr>
          <w:rtl/>
        </w:rPr>
      </w:pPr>
      <w:r>
        <w:rPr>
          <w:rtl/>
        </w:rPr>
        <w:t>9 - (عبدالله) بن يقطر بالقاف الساكنة بعد الياء المنقطة تحتها نقطتين والطاء المهملة والراء رضيع الحسين بن علي عليهما السلام قتل بالكوفة، فقام اليه عمرو الازدي فذبحه !.</w:t>
      </w:r>
    </w:p>
    <w:p w:rsidR="00F04D17" w:rsidRDefault="00F04D17" w:rsidP="00F04D17">
      <w:pPr>
        <w:pStyle w:val="libNormal"/>
        <w:rPr>
          <w:rtl/>
        </w:rPr>
      </w:pPr>
      <w:r>
        <w:rPr>
          <w:rtl/>
        </w:rPr>
        <w:t>ويقال: بل فعل ذلك عبدالملك بن عمير اللخمي.</w:t>
      </w:r>
    </w:p>
    <w:p w:rsidR="00F04D17" w:rsidRDefault="00F04D17" w:rsidP="00F04D17">
      <w:pPr>
        <w:pStyle w:val="libNormal"/>
        <w:rPr>
          <w:rtl/>
        </w:rPr>
      </w:pPr>
      <w:r>
        <w:rPr>
          <w:rtl/>
        </w:rPr>
        <w:t>10 - (عبدالله) بن علي أخو الحسين عليه السلام قتل بكربلا.</w:t>
      </w:r>
    </w:p>
    <w:p w:rsidR="00F04D17" w:rsidRDefault="00F04D17" w:rsidP="00F04D17">
      <w:pPr>
        <w:pStyle w:val="libNormal"/>
        <w:rPr>
          <w:rtl/>
        </w:rPr>
      </w:pPr>
      <w:r>
        <w:rPr>
          <w:rtl/>
        </w:rPr>
        <w:t>11 - (عبدالله) بن الحسن بن علي بن أبي طالب عليهما السلام قتل مع.</w:t>
      </w:r>
    </w:p>
    <w:p w:rsidR="00F04D17" w:rsidRDefault="00F04D17" w:rsidP="00F04D17">
      <w:pPr>
        <w:pStyle w:val="libNormal"/>
        <w:rPr>
          <w:rtl/>
        </w:rPr>
      </w:pPr>
      <w:r>
        <w:rPr>
          <w:rtl/>
        </w:rPr>
        <w:t>12 - (عبدالله) بن مسلم بن عقيل قتل معه (ع).</w:t>
      </w:r>
    </w:p>
    <w:p w:rsidR="00F04D17" w:rsidRDefault="00F04D17" w:rsidP="00F04D17">
      <w:pPr>
        <w:pStyle w:val="libNormal"/>
        <w:rPr>
          <w:rtl/>
        </w:rPr>
      </w:pPr>
      <w:r>
        <w:rPr>
          <w:rtl/>
        </w:rPr>
        <w:t>13 - (عبدالله) بن شداد مشكور.</w:t>
      </w:r>
    </w:p>
    <w:p w:rsidR="00F04D17" w:rsidRDefault="00F04D17" w:rsidP="00F04D17">
      <w:pPr>
        <w:pStyle w:val="libNormal"/>
        <w:rPr>
          <w:rtl/>
        </w:rPr>
      </w:pPr>
      <w:r>
        <w:rPr>
          <w:rtl/>
        </w:rPr>
        <w:t>14 - (عبدالله) بن غالب الاسدي الشاعر من أصحاب الباقر عليه السلام يكني أبا علي روى عن الباقر والصادق والكاظم عليهم السلام ثقة ثقة.</w:t>
      </w:r>
    </w:p>
    <w:p w:rsidR="00F04D17" w:rsidRDefault="00F04D17" w:rsidP="00F04D17">
      <w:pPr>
        <w:pStyle w:val="libNormal"/>
        <w:rPr>
          <w:rtl/>
        </w:rPr>
      </w:pPr>
      <w:r>
        <w:rPr>
          <w:rtl/>
        </w:rPr>
        <w:t>قال له أبوعبدالله الصادق عليه السلام: ان ملك</w:t>
      </w:r>
      <w:r w:rsidR="00CD27DE">
        <w:rPr>
          <w:rtl/>
        </w:rPr>
        <w:t>اً</w:t>
      </w:r>
      <w:r>
        <w:rPr>
          <w:rtl/>
        </w:rPr>
        <w:t xml:space="preserve"> يلقي الشمر عليك، واني لاعرف ذلك الملك.</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15 - (عبدالله) بن سنان بالسين المهملة والنون قبل الالف وبعدها ابن طريف مولى بني هاشم.</w:t>
      </w:r>
    </w:p>
    <w:p w:rsidR="00F04D17" w:rsidRDefault="00F04D17" w:rsidP="00F04D17">
      <w:pPr>
        <w:pStyle w:val="libNormal"/>
        <w:rPr>
          <w:rtl/>
        </w:rPr>
      </w:pPr>
      <w:r>
        <w:rPr>
          <w:rtl/>
        </w:rPr>
        <w:t>ويقال: مولى بني أبى طالب.</w:t>
      </w:r>
    </w:p>
    <w:p w:rsidR="00F04D17" w:rsidRDefault="00F04D17" w:rsidP="00F04D17">
      <w:pPr>
        <w:pStyle w:val="libNormal"/>
        <w:rPr>
          <w:rtl/>
        </w:rPr>
      </w:pPr>
      <w:r>
        <w:rPr>
          <w:rtl/>
        </w:rPr>
        <w:t>ويقال: مولى بنى العباس كان خازنا للمنصور والمهدي والهادي والرشيد وكان كوفي</w:t>
      </w:r>
      <w:r w:rsidR="00CD27DE">
        <w:rPr>
          <w:rtl/>
        </w:rPr>
        <w:t>اً</w:t>
      </w:r>
      <w:r>
        <w:rPr>
          <w:rtl/>
        </w:rPr>
        <w:t xml:space="preserve"> ثقة من أصحابنا جليلا لا يطعن عليه في شى ء روى عن الصادق عليه السلام.</w:t>
      </w:r>
    </w:p>
    <w:p w:rsidR="00F04D17" w:rsidRDefault="00F04D17" w:rsidP="00F04D17">
      <w:pPr>
        <w:pStyle w:val="libNormal"/>
        <w:rPr>
          <w:rtl/>
        </w:rPr>
      </w:pPr>
      <w:r>
        <w:rPr>
          <w:rtl/>
        </w:rPr>
        <w:t>وقيل: روى عن أبى الحسن موسى عليه السلام ولم يثبت.</w:t>
      </w:r>
    </w:p>
    <w:p w:rsidR="00F04D17" w:rsidRDefault="00F04D17" w:rsidP="00F04D17">
      <w:pPr>
        <w:pStyle w:val="libNormal"/>
        <w:rPr>
          <w:rtl/>
        </w:rPr>
      </w:pPr>
      <w:r>
        <w:rPr>
          <w:rtl/>
        </w:rPr>
        <w:t>قال فيه الصادق عليه السلام: اما انه يزيد على السن خير</w:t>
      </w:r>
      <w:r w:rsidR="00CD27DE">
        <w:rPr>
          <w:rtl/>
        </w:rPr>
        <w:t>اً</w:t>
      </w:r>
      <w:r>
        <w:rPr>
          <w:rtl/>
        </w:rPr>
        <w:t>، رواه الكشي في حديث مرسل.</w:t>
      </w:r>
    </w:p>
    <w:p w:rsidR="00F04D17" w:rsidRDefault="00F04D17" w:rsidP="00F04D17">
      <w:pPr>
        <w:pStyle w:val="libNormal"/>
        <w:rPr>
          <w:rtl/>
        </w:rPr>
      </w:pPr>
      <w:r>
        <w:rPr>
          <w:rtl/>
        </w:rPr>
        <w:t>16 - (عبدالله) بن جندب بالجيم المضمومة والنون الساكنة والدال المهملة المفتوحة والباء المنقطة تحتها نقطة البجلي عربي كوفي من أصحاب الكاظم عليه السلام والرضا عليه السلام ثقة.</w:t>
      </w:r>
    </w:p>
    <w:p w:rsidR="00F04D17" w:rsidRDefault="00F04D17" w:rsidP="00F04D17">
      <w:pPr>
        <w:pStyle w:val="libNormal"/>
        <w:rPr>
          <w:rtl/>
        </w:rPr>
      </w:pPr>
      <w:r>
        <w:rPr>
          <w:rtl/>
        </w:rPr>
        <w:t>روى الكشي ان أبا الحسن عليه السلام أقسم انه عنه راض ورسول الله صلى الله عليه وآله والله تعالى عنه راضيان. وقال فيه أبوالحسن عليه السلام: ان عبدالله بن جندب لمن المخبتين.</w:t>
      </w:r>
    </w:p>
    <w:p w:rsidR="00F04D17" w:rsidRDefault="00F04D17" w:rsidP="00F04D17">
      <w:pPr>
        <w:pStyle w:val="libNormal"/>
        <w:rPr>
          <w:rtl/>
        </w:rPr>
      </w:pPr>
      <w:r>
        <w:rPr>
          <w:rtl/>
        </w:rPr>
        <w:t>قال الشيخ الطوسي (ره): انه كان وكيلا لابي إبراهيم عليه السلام وأبي الحسن الرضا عليه السلام وكان عابد</w:t>
      </w:r>
      <w:r w:rsidR="00CD27DE">
        <w:rPr>
          <w:rtl/>
        </w:rPr>
        <w:t>اً</w:t>
      </w:r>
      <w:r>
        <w:rPr>
          <w:rtl/>
        </w:rPr>
        <w:t xml:space="preserve"> رفيع المنزلة لديهما. قال حمدويه بن نصير: لما مات عبدالله بن جندب قام علي بن مهزيار مقامه.</w:t>
      </w:r>
    </w:p>
    <w:p w:rsidR="00F04D17" w:rsidRDefault="00F04D17" w:rsidP="00F04D17">
      <w:pPr>
        <w:pStyle w:val="libNormal"/>
        <w:rPr>
          <w:rtl/>
        </w:rPr>
      </w:pPr>
      <w:r>
        <w:rPr>
          <w:rtl/>
        </w:rPr>
        <w:t>17 - (عبدالله) بن الصلت بالصاد للمهملة المفتوحة والتاء المنقطة فوقها نقطتين يكني أبا طالب القمي مولى تيم الله بن ثعلبة ثقة مسكون إلى روايته روى عن الرضا عليه السلام.</w:t>
      </w:r>
    </w:p>
    <w:p w:rsidR="00F04D17" w:rsidRDefault="00F04D17" w:rsidP="00F04D17">
      <w:pPr>
        <w:pStyle w:val="libNormal"/>
        <w:rPr>
          <w:rtl/>
        </w:rPr>
      </w:pPr>
      <w:r>
        <w:rPr>
          <w:rtl/>
        </w:rPr>
        <w:t>18 - (عبدالله) بن محمد الحجال بالحاء المهملة والجيم الاسدي مولاهم كوفي المزخرف ابومحمد.</w:t>
      </w:r>
    </w:p>
    <w:p w:rsidR="00F04D17" w:rsidRDefault="00F04D17" w:rsidP="00F04D17">
      <w:pPr>
        <w:pStyle w:val="libNormal"/>
        <w:rPr>
          <w:rtl/>
        </w:rPr>
      </w:pPr>
      <w:r>
        <w:rPr>
          <w:rtl/>
        </w:rPr>
        <w:t>وقيل: انه مولى بني تيم ثقة ثقة ثبت.</w:t>
      </w:r>
    </w:p>
    <w:p w:rsidR="00F04D17" w:rsidRDefault="00F04D17" w:rsidP="00F04D17">
      <w:pPr>
        <w:pStyle w:val="libNormal"/>
        <w:rPr>
          <w:rtl/>
        </w:rPr>
      </w:pPr>
      <w:r>
        <w:rPr>
          <w:rtl/>
        </w:rPr>
        <w:t>19 - (عبدالله) بن طاووس من أصحاب الرضا عليه السلام عاش ماته سنة، باخبار الرضا عليه السلام، ولم أظفر له على تعديل ظاهر ولا على جرح، بل على ما يترجح به، انه من الشيعة.</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20 - (عبدالله) بن جعفر بن الحسين بن مالك بن جامع الحميري بالحاء المهملة ابوالعباس القمي شيخ القميين ووجههم، قدم الكوفة سنة نيف وتسعين ومائتين ثقة من أصحاب أبي محمد العسكري عليه السلام.</w:t>
      </w:r>
    </w:p>
    <w:p w:rsidR="00F04D17" w:rsidRDefault="00F04D17" w:rsidP="00F04D17">
      <w:pPr>
        <w:pStyle w:val="libNormal"/>
        <w:rPr>
          <w:rtl/>
        </w:rPr>
      </w:pPr>
      <w:r>
        <w:rPr>
          <w:rtl/>
        </w:rPr>
        <w:t>21 - (عبدالله) بن طاهر الثقاب ثقة.</w:t>
      </w:r>
    </w:p>
    <w:p w:rsidR="00F04D17" w:rsidRDefault="00F04D17" w:rsidP="00F04D17">
      <w:pPr>
        <w:pStyle w:val="libNormal"/>
        <w:rPr>
          <w:rtl/>
        </w:rPr>
      </w:pPr>
      <w:r>
        <w:rPr>
          <w:rtl/>
        </w:rPr>
        <w:t>22 - (عبدالله) بن مسكان بالميم المضمومة والسين الساكنة المهملة والنون بعد الالف ابومحمد مولى عنزة ثقة عين روى عن أبي الحسن موسى عليه السلام.</w:t>
      </w:r>
    </w:p>
    <w:p w:rsidR="00F04D17" w:rsidRDefault="00F04D17" w:rsidP="00F04D17">
      <w:pPr>
        <w:pStyle w:val="libNormal"/>
        <w:rPr>
          <w:rtl/>
        </w:rPr>
      </w:pPr>
      <w:r>
        <w:rPr>
          <w:rtl/>
        </w:rPr>
        <w:t>قال النجاشي: وقيل: انه روى عن أبي عبدالله، وليس ثبت.</w:t>
      </w:r>
    </w:p>
    <w:p w:rsidR="00F04D17" w:rsidRDefault="00F04D17" w:rsidP="00F04D17">
      <w:pPr>
        <w:pStyle w:val="libNormal"/>
        <w:rPr>
          <w:rtl/>
        </w:rPr>
      </w:pPr>
      <w:r>
        <w:rPr>
          <w:rtl/>
        </w:rPr>
        <w:t>وقال النجاشي: روى انه لم يسمع من الصادق إلا حديث من أدرك مشعر فقد أدرك الحج.</w:t>
      </w:r>
    </w:p>
    <w:p w:rsidR="00F04D17" w:rsidRDefault="00F04D17" w:rsidP="00F04D17">
      <w:pPr>
        <w:pStyle w:val="libNormal"/>
        <w:rPr>
          <w:rtl/>
        </w:rPr>
      </w:pPr>
      <w:r>
        <w:rPr>
          <w:rtl/>
        </w:rPr>
        <w:t>قال: وكان من أروى أصحاب أبي عبدالله عليه السلام.</w:t>
      </w:r>
    </w:p>
    <w:p w:rsidR="00F04D17" w:rsidRDefault="00F04D17" w:rsidP="00F04D17">
      <w:pPr>
        <w:pStyle w:val="libNormal"/>
        <w:rPr>
          <w:rtl/>
        </w:rPr>
      </w:pPr>
      <w:r>
        <w:rPr>
          <w:rtl/>
        </w:rPr>
        <w:t>وزعم ابوالنصر محمد بن مسعود: ان ابن مسكان كان لايدخل على أبي عبدالله شفقة ان لا يوفيه حق إجلاله وكان يسمع من أصحابه ويأبي ان يدخل عليه إجلالا له وإعظام</w:t>
      </w:r>
      <w:r w:rsidR="00CD27DE">
        <w:rPr>
          <w:rtl/>
        </w:rPr>
        <w:t>اً</w:t>
      </w:r>
      <w:r>
        <w:rPr>
          <w:rtl/>
        </w:rPr>
        <w:t>.</w:t>
      </w:r>
    </w:p>
    <w:p w:rsidR="00F04D17" w:rsidRDefault="00F04D17" w:rsidP="00F04D17">
      <w:pPr>
        <w:pStyle w:val="libNormal"/>
        <w:rPr>
          <w:rtl/>
        </w:rPr>
      </w:pPr>
      <w:r>
        <w:rPr>
          <w:rtl/>
        </w:rPr>
        <w:t>23 - (عبدالله) بن أبي زيد أحمد بن يعقوب بن نصر الانباري، كذا قال النجاشي.</w:t>
      </w:r>
    </w:p>
    <w:p w:rsidR="00F04D17" w:rsidRDefault="00F04D17" w:rsidP="00F04D17">
      <w:pPr>
        <w:pStyle w:val="libNormal"/>
        <w:rPr>
          <w:rtl/>
        </w:rPr>
      </w:pPr>
      <w:r>
        <w:rPr>
          <w:rtl/>
        </w:rPr>
        <w:t>وقال الشيخ الطوسي: عبدالله بن أحمد بن أبي زيد. والظاهر ان لفظة ابن بعد أحمد زيادة من الناسخ، يكنى أبا طالب ثقة في الحديث عالم به كان قديم</w:t>
      </w:r>
      <w:r w:rsidR="00CD27DE">
        <w:rPr>
          <w:rtl/>
        </w:rPr>
        <w:t>اً</w:t>
      </w:r>
      <w:r>
        <w:rPr>
          <w:rtl/>
        </w:rPr>
        <w:t xml:space="preserve"> من الواقفة.</w:t>
      </w:r>
    </w:p>
    <w:p w:rsidR="00F04D17" w:rsidRDefault="00F04D17" w:rsidP="00F04D17">
      <w:pPr>
        <w:pStyle w:val="libNormal"/>
        <w:rPr>
          <w:rtl/>
        </w:rPr>
      </w:pPr>
      <w:r>
        <w:rPr>
          <w:rtl/>
        </w:rPr>
        <w:t>وقال الطوسي (ره): كان مقيما بواسط. قال: وقيل: انه كان من الناووسية.</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24 - (عبدالله) بن بكير.</w:t>
      </w:r>
    </w:p>
    <w:p w:rsidR="00F04D17" w:rsidRDefault="00F04D17" w:rsidP="00F04D17">
      <w:pPr>
        <w:pStyle w:val="libNormal"/>
        <w:rPr>
          <w:rtl/>
        </w:rPr>
      </w:pPr>
      <w:r>
        <w:rPr>
          <w:rtl/>
        </w:rPr>
        <w:t>قال الشيخ الطوسي (ره) انه فطحي المذهب إلا انه ثقة.</w:t>
      </w:r>
    </w:p>
    <w:p w:rsidR="00F04D17" w:rsidRDefault="00F04D17" w:rsidP="00F04D17">
      <w:pPr>
        <w:pStyle w:val="libNormal"/>
        <w:rPr>
          <w:rtl/>
        </w:rPr>
      </w:pPr>
      <w:r>
        <w:rPr>
          <w:rtl/>
        </w:rPr>
        <w:t>وقال الكشي: قال محمد بن مسعود: عبدالله بن بكير وجماعة من الفطحية هم فقهاء أصحابنا، وذكر جماعة منهم عمار الساباطى وعلي بن اسباط وبنو الحسن بن علي ابن فضال علي وأخواه.</w:t>
      </w:r>
    </w:p>
    <w:p w:rsidR="00F04D17" w:rsidRDefault="00F04D17" w:rsidP="00F04D17">
      <w:pPr>
        <w:pStyle w:val="libNormal"/>
        <w:rPr>
          <w:rtl/>
        </w:rPr>
      </w:pPr>
      <w:r>
        <w:rPr>
          <w:rtl/>
        </w:rPr>
        <w:t>وقال في موضع آخر: ان عبدالله بن بكير ممن إجتمعت العصابة على تصحيح مايصح عنه وأقروا له بالفقه.</w:t>
      </w:r>
    </w:p>
    <w:p w:rsidR="00F04D17" w:rsidRDefault="00F04D17" w:rsidP="00F04D17">
      <w:pPr>
        <w:pStyle w:val="libNormal"/>
        <w:rPr>
          <w:rtl/>
        </w:rPr>
      </w:pPr>
      <w:r>
        <w:rPr>
          <w:rtl/>
        </w:rPr>
        <w:t>فأنا أعتمد على روايته وان كان مذهبه فاسد.</w:t>
      </w:r>
    </w:p>
    <w:p w:rsidR="00F04D17" w:rsidRDefault="00F04D17" w:rsidP="00F04D17">
      <w:pPr>
        <w:pStyle w:val="libNormal"/>
        <w:rPr>
          <w:rtl/>
        </w:rPr>
      </w:pPr>
      <w:r>
        <w:rPr>
          <w:rtl/>
        </w:rPr>
        <w:t>25 - (عبدالله) بن أبي يعفور بالياء المنقطة تحتها نقطتين والعين المهملة الساكنة والفاء والراء بعد الواو وإسم أبي يعفور واقد بالقاف.</w:t>
      </w:r>
    </w:p>
    <w:p w:rsidR="00F04D17" w:rsidRDefault="00F04D17" w:rsidP="00F04D17">
      <w:pPr>
        <w:pStyle w:val="libNormal"/>
        <w:rPr>
          <w:rtl/>
        </w:rPr>
      </w:pPr>
      <w:r>
        <w:rPr>
          <w:rtl/>
        </w:rPr>
        <w:t>وقيل: وقدان يكنى أبا محمد ثقة ثقة جليل في أصحابنا، كريم على أبي عبدالله عليه السلام ومات في أيامه وكان قارئ</w:t>
      </w:r>
      <w:r w:rsidR="00CD27DE">
        <w:rPr>
          <w:rtl/>
        </w:rPr>
        <w:t>اً</w:t>
      </w:r>
      <w:r>
        <w:rPr>
          <w:rtl/>
        </w:rPr>
        <w:t xml:space="preserve"> يقرأ في مسجد الكوفة. وروى الكشي عن محمد بن قولويه عن سعد عن علي بن سليمان بن داود الرازي عن علي بن اسباط عن أبيه اسباط بن سالم عن أبي الحسن موسى عليه السلام ان عبدالله بن أبي يعفور من حواري أبي جعفر بن محمد بن علي عليهم السلام وحواري جعفر بن محمد.</w:t>
      </w:r>
    </w:p>
    <w:p w:rsidR="00F04D17" w:rsidRDefault="00F04D17" w:rsidP="00F04D17">
      <w:pPr>
        <w:pStyle w:val="libNormal"/>
        <w:rPr>
          <w:rtl/>
        </w:rPr>
      </w:pPr>
      <w:r>
        <w:rPr>
          <w:rtl/>
        </w:rPr>
        <w:t>وعن علي القتيبي عن الفضل بن شاذان عن ابن أبي عمير عن عدة من أصحابنا قال: كان أبوعبدالله (ع) يقول: ما وجدت أحد</w:t>
      </w:r>
      <w:r w:rsidR="00CD27DE">
        <w:rPr>
          <w:rtl/>
        </w:rPr>
        <w:t>اً</w:t>
      </w:r>
      <w:r>
        <w:rPr>
          <w:rtl/>
        </w:rPr>
        <w:t xml:space="preserve"> يقبل وصيتي يطيع أمري إلا عبدالله بن أبي يعفور.</w:t>
      </w:r>
    </w:p>
    <w:p w:rsidR="00F04D17" w:rsidRDefault="00F04D17" w:rsidP="00F04D17">
      <w:pPr>
        <w:pStyle w:val="libNormal"/>
        <w:rPr>
          <w:rtl/>
        </w:rPr>
      </w:pPr>
      <w:r>
        <w:rPr>
          <w:rtl/>
        </w:rPr>
        <w:t>وروى ابن عقدة: ان الصادق عليه السلام ترحم عليه، وقال: انه كان يصدق علينا.</w:t>
      </w:r>
    </w:p>
    <w:p w:rsidR="00F04D17" w:rsidRDefault="00F04D17" w:rsidP="00F04D17">
      <w:pPr>
        <w:pStyle w:val="libNormal"/>
        <w:rPr>
          <w:rtl/>
        </w:rPr>
      </w:pPr>
      <w:r>
        <w:rPr>
          <w:rtl/>
        </w:rPr>
        <w:t>26 - (عبدالله) بن عطا.</w:t>
      </w:r>
    </w:p>
    <w:p w:rsidR="00F04D17" w:rsidRDefault="00F04D17" w:rsidP="00F04D17">
      <w:pPr>
        <w:pStyle w:val="libNormal"/>
        <w:rPr>
          <w:rtl/>
        </w:rPr>
      </w:pPr>
      <w:r>
        <w:rPr>
          <w:rtl/>
        </w:rPr>
        <w:t>قال الكشي: قال نصر بن صباح: ولد عطا بن أبي رياح تليمذ ابن عباس عبدالملك وعبدالله وعريق</w:t>
      </w:r>
      <w:r w:rsidR="00CD27DE">
        <w:rPr>
          <w:rtl/>
        </w:rPr>
        <w:t>اً</w:t>
      </w:r>
      <w:r>
        <w:rPr>
          <w:rtl/>
        </w:rPr>
        <w:t>، تجباء من أصحاب أبي جعفر وأبي عبدالله عليهما السلام ونصر بن الصباح عندي ضعيف فلا يثبت بقوله عندي عدالته.</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27 - (عبدالله) بن شريك العامري يكنى أبا المحجل روى عن علي بن الحسين وأبي جعفر عليهما السلام وكان عندهما وجيه</w:t>
      </w:r>
      <w:r w:rsidR="00CD27DE">
        <w:rPr>
          <w:rtl/>
        </w:rPr>
        <w:t>اً</w:t>
      </w:r>
      <w:r>
        <w:rPr>
          <w:rtl/>
        </w:rPr>
        <w:t xml:space="preserve"> مقدم</w:t>
      </w:r>
      <w:r w:rsidR="00CD27DE">
        <w:rPr>
          <w:rtl/>
        </w:rPr>
        <w:t>اً</w:t>
      </w:r>
      <w:r>
        <w:rPr>
          <w:rtl/>
        </w:rPr>
        <w:t>.</w:t>
      </w:r>
    </w:p>
    <w:p w:rsidR="00F04D17" w:rsidRDefault="00F04D17" w:rsidP="00F04D17">
      <w:pPr>
        <w:pStyle w:val="libNormal"/>
        <w:rPr>
          <w:rtl/>
        </w:rPr>
      </w:pPr>
      <w:r>
        <w:rPr>
          <w:rtl/>
        </w:rPr>
        <w:t>وروى الكشي حديثين ذكرناهما في كتابنا الكبير، في طريقهما ضعف يقتضيان مدحه، وروى أيض</w:t>
      </w:r>
      <w:r w:rsidR="00CD27DE">
        <w:rPr>
          <w:rtl/>
        </w:rPr>
        <w:t>اً</w:t>
      </w:r>
      <w:r>
        <w:rPr>
          <w:rtl/>
        </w:rPr>
        <w:t>: انه من حواري الصادق والباقر عليهما السلام.</w:t>
      </w:r>
    </w:p>
    <w:p w:rsidR="00F04D17" w:rsidRDefault="00F04D17" w:rsidP="00F04D17">
      <w:pPr>
        <w:pStyle w:val="libNormal"/>
        <w:rPr>
          <w:rtl/>
        </w:rPr>
      </w:pPr>
      <w:r>
        <w:rPr>
          <w:rtl/>
        </w:rPr>
        <w:t>وروى السيد علي بن أحمد العقبقي ثناء‌</w:t>
      </w:r>
      <w:r w:rsidR="00CD27DE">
        <w:rPr>
          <w:rtl/>
        </w:rPr>
        <w:t>اً</w:t>
      </w:r>
      <w:r>
        <w:rPr>
          <w:rtl/>
        </w:rPr>
        <w:t xml:space="preserve"> عظيما في حقه.</w:t>
      </w:r>
    </w:p>
    <w:p w:rsidR="00F04D17" w:rsidRDefault="00F04D17" w:rsidP="00F04D17">
      <w:pPr>
        <w:pStyle w:val="libNormal"/>
        <w:rPr>
          <w:rtl/>
        </w:rPr>
      </w:pPr>
      <w:r>
        <w:rPr>
          <w:rtl/>
        </w:rPr>
        <w:t>28 - (عبدالله) بن عجلان أوردنا في كتابنا الكبير روايات عن الكشي تقتضى مدحه والثناء عليه، وكذا عن علي بن أحمد العقيقي، ولم نر ما ينافيها.</w:t>
      </w:r>
    </w:p>
    <w:p w:rsidR="00F04D17" w:rsidRDefault="00F04D17" w:rsidP="00F04D17">
      <w:pPr>
        <w:pStyle w:val="libNormal"/>
        <w:rPr>
          <w:rtl/>
        </w:rPr>
      </w:pPr>
      <w:r>
        <w:rPr>
          <w:rtl/>
        </w:rPr>
        <w:t>29 - (عبدالله) بن ميمون الاسود القداح يبري القداح مولى بني محزوم روى ابوه عن أبي جعفر وأبي عبدالله عليهما السلام وروى هو عن أبي عبدالله عليه السلام وكان ثقة.</w:t>
      </w:r>
    </w:p>
    <w:p w:rsidR="00F04D17" w:rsidRDefault="00F04D17" w:rsidP="00F04D17">
      <w:pPr>
        <w:pStyle w:val="libNormal"/>
        <w:rPr>
          <w:rtl/>
        </w:rPr>
      </w:pPr>
      <w:r>
        <w:rPr>
          <w:rtl/>
        </w:rPr>
        <w:t>روى الكشي عن حمدويه عن أيوب بن نوح عن صفوان بن يحيى عن أبي خالد القماط عن عبدالله بن ميمون عن أبي جعفر عليه السلام قال يابن ميمون كم أنتم بمكة؟ قلت نحن أربعة، قال انكم نور الله في ظلمات الارض. وهذا لايفيد العدالة لانه شهادة منه لنفسه، لكن الاعتماد على ما قاله النجاشي وروى الكشي عن جبريل بن أحمد قال سمعت محمد بن عيسى يقول كان عبدالله ابن ميمون يقول بالتزيد. وفي هذا الطريق ضعف.</w:t>
      </w:r>
    </w:p>
    <w:p w:rsidR="00F04D17" w:rsidRDefault="00F04D17" w:rsidP="00F04D17">
      <w:pPr>
        <w:pStyle w:val="libNormal"/>
        <w:rPr>
          <w:rtl/>
        </w:rPr>
      </w:pPr>
      <w:r>
        <w:rPr>
          <w:rtl/>
        </w:rPr>
        <w:t>30 - (عبدالله) بن النجاشي ابوبحير بضم الباء المنقطة تحتها نقطة واحدة وفتح الجيم والراء بعد الياء المنقطة تحتها نقطتين.</w:t>
      </w:r>
    </w:p>
    <w:p w:rsidR="00F04D17" w:rsidRDefault="00F04D17" w:rsidP="00F04D17">
      <w:pPr>
        <w:pStyle w:val="libNormal"/>
        <w:rPr>
          <w:rtl/>
        </w:rPr>
      </w:pPr>
      <w:r>
        <w:rPr>
          <w:rtl/>
        </w:rPr>
        <w:t xml:space="preserve">روي الكشي </w:t>
      </w:r>
      <w:r w:rsidR="00CD27DE">
        <w:rPr>
          <w:rtl/>
        </w:rPr>
        <w:t>حديثاً</w:t>
      </w:r>
      <w:r>
        <w:rPr>
          <w:rtl/>
        </w:rPr>
        <w:t xml:space="preserve"> في طريقه الحسن بن خوزاذ، يدل على انه كان يرى رأي الزيدية ثم رجع إلى القول بامامة الصادق عليه السلام وكان قد ولي الاهواز من قبل المنصور، وكتب إلى أبي عبدالله عليه السلام يسأله وكتب إليه رسالة معروفة.</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31 - (عبدالله) بن يحيى الكاهلي ابومحمد عربي أخو إسحاق، رويا عن أبي عبدالله عليه السلام وأبي الحسن عليه السلام وكان عبدالله وجيه</w:t>
      </w:r>
      <w:r w:rsidR="00CD27DE">
        <w:rPr>
          <w:rtl/>
        </w:rPr>
        <w:t>اً</w:t>
      </w:r>
      <w:r>
        <w:rPr>
          <w:rtl/>
        </w:rPr>
        <w:t xml:space="preserve"> عند أبي الحسن (ع) ووصى به علي بن يقطين فقال: إضمن لي الكاهلي وعياله، أضمن لك الجنة. فلم يزل علي بن يقطين يجري لهم الطعام والدراهم وجميع النفقات مستغنين، حتى مات الكاهلي، وان نفعتهم كانت تعم عيال الكاهلي وقراباته، ولم أجد ما ينافي مدحه رحمه الله.</w:t>
      </w:r>
    </w:p>
    <w:p w:rsidR="00F04D17" w:rsidRDefault="00F04D17" w:rsidP="00F04D17">
      <w:pPr>
        <w:pStyle w:val="libNormal"/>
        <w:rPr>
          <w:rtl/>
        </w:rPr>
      </w:pPr>
      <w:r>
        <w:rPr>
          <w:rtl/>
        </w:rPr>
        <w:t>32 - (عبدالله) بن محمد بن حصين الحصيني بالحاء المهملة والنون قبل الياء وبعدها.</w:t>
      </w:r>
    </w:p>
    <w:p w:rsidR="00F04D17" w:rsidRDefault="00F04D17" w:rsidP="00F04D17">
      <w:pPr>
        <w:pStyle w:val="libNormal"/>
        <w:rPr>
          <w:rtl/>
        </w:rPr>
      </w:pPr>
      <w:r>
        <w:rPr>
          <w:rtl/>
        </w:rPr>
        <w:t>وقيل: الحصيبي بالباء المنقطة تحتها نقطة بين اليائين الاهوازي روى عن أبي عبدالله عليه السلام ثقة ثقة جرت الخدمة على يده للرضا عليه السلام.</w:t>
      </w:r>
    </w:p>
    <w:p w:rsidR="00F04D17" w:rsidRDefault="00F04D17" w:rsidP="00F04D17">
      <w:pPr>
        <w:pStyle w:val="libNormal"/>
        <w:rPr>
          <w:rtl/>
        </w:rPr>
      </w:pPr>
      <w:r>
        <w:rPr>
          <w:rtl/>
        </w:rPr>
        <w:t>33 - (عبدالله) بن خداش بالخاء المعجمة والدال المهملة والشين المعجمة ابو خداش المهري بفتح الميم وإسكان الهاء وبعدها راء ومهرة محلة بالبصرة.</w:t>
      </w:r>
    </w:p>
    <w:p w:rsidR="00F04D17" w:rsidRDefault="00F04D17" w:rsidP="00F04D17">
      <w:pPr>
        <w:pStyle w:val="libNormal"/>
        <w:rPr>
          <w:rtl/>
        </w:rPr>
      </w:pPr>
      <w:r>
        <w:rPr>
          <w:rtl/>
        </w:rPr>
        <w:t>قال الكشي: قال محمد بن مسعود قال أبومحمد بن عبدالله بن محمد بن خالد أبوخداش عبدالله بن خداش ثقة.</w:t>
      </w:r>
    </w:p>
    <w:p w:rsidR="00F04D17" w:rsidRDefault="00F04D17" w:rsidP="00F04D17">
      <w:pPr>
        <w:pStyle w:val="libNormal"/>
        <w:rPr>
          <w:rtl/>
        </w:rPr>
      </w:pPr>
      <w:r>
        <w:rPr>
          <w:rtl/>
        </w:rPr>
        <w:t>قال محمد بن مسعود: حدثني يوسف بن السخت قال سمعت أبا خداش يقول: ما صافحت ذمي</w:t>
      </w:r>
      <w:r w:rsidR="00CD27DE">
        <w:rPr>
          <w:rtl/>
        </w:rPr>
        <w:t>اً</w:t>
      </w:r>
      <w:r>
        <w:rPr>
          <w:rtl/>
        </w:rPr>
        <w:t xml:space="preserve"> قط، ولا دخلت بيت ذمي قط، ولا شربت دواء قط، ولا إفتصدت ولا تركت غسل يوم الجمعة قط، ولا دخلت على قاض قط، ولا دخلت على وال قط، وقال النجاشي: انه ضعيف جد</w:t>
      </w:r>
      <w:r w:rsidR="00CD27DE">
        <w:rPr>
          <w:rtl/>
        </w:rPr>
        <w:t>اً</w:t>
      </w:r>
      <w:r>
        <w:rPr>
          <w:rtl/>
        </w:rPr>
        <w:t>، في مذهبه ارتفاع.</w:t>
      </w:r>
    </w:p>
    <w:p w:rsidR="00F04D17" w:rsidRDefault="00F04D17" w:rsidP="00F04D17">
      <w:pPr>
        <w:pStyle w:val="libNormal"/>
        <w:rPr>
          <w:rtl/>
        </w:rPr>
      </w:pPr>
      <w:r>
        <w:rPr>
          <w:rtl/>
        </w:rPr>
        <w:t>والاقرب عندي التوقف في ما يرويه، لان عبدالله بن محمد بن خالد الذي زكاة الظاهر انه ليس هو الطيالسي، لان النجاشي نقل ان كنية ابوالعباس، ومحمد بن مسعود نقل عن أبي محمد عبدالله.</w:t>
      </w:r>
    </w:p>
    <w:p w:rsidR="00F04D17" w:rsidRDefault="00F04D17" w:rsidP="00F04D17">
      <w:pPr>
        <w:pStyle w:val="libNormal"/>
        <w:rPr>
          <w:rtl/>
        </w:rPr>
      </w:pPr>
      <w:r>
        <w:rPr>
          <w:rtl/>
        </w:rPr>
        <w:t>34 - (عبدالله) بن المغيرة بضم الميم وكسر الغين المعجمة قبل الياء المنقطة تحتها نقطتين ابومحمد البجلي مولى جندب بن عبدالله بن سفيان العلقي كوفي ثقة ثقة لا يعدل به احد من جلالته ودينه وورعه روى عن أبي الحسن موسى عليه السلام. قال الكشي: روي انه كان واقفي</w:t>
      </w:r>
      <w:r w:rsidR="00CD27DE">
        <w:rPr>
          <w:rtl/>
        </w:rPr>
        <w:t>اً</w:t>
      </w:r>
      <w:r>
        <w:rPr>
          <w:rtl/>
        </w:rPr>
        <w:t xml:space="preserve"> ثم رجع.</w:t>
      </w:r>
    </w:p>
    <w:p w:rsidR="00F04D17" w:rsidRDefault="00F04D17" w:rsidP="00F04D17">
      <w:pPr>
        <w:pStyle w:val="libNormal"/>
        <w:rPr>
          <w:rtl/>
        </w:rPr>
      </w:pPr>
      <w:r>
        <w:rPr>
          <w:rtl/>
        </w:rPr>
        <w:t>ثم قال: انه ممن أجمعت العصابة على تصحيح ما يصح عنه والاقرار له بالفقه.</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35 - (عبدالله) بن محمد بن خالد بن عمر الطيالسي أبوالعباس ويكنى أبوه أبا عبدالله التميمي رجل من أصحابنا ثقة سليم الجنبة وكذلك اخوه أبومحمد الحسن.</w:t>
      </w:r>
    </w:p>
    <w:p w:rsidR="00F04D17" w:rsidRDefault="00F04D17" w:rsidP="00F04D17">
      <w:pPr>
        <w:pStyle w:val="libNormal"/>
        <w:rPr>
          <w:rtl/>
        </w:rPr>
      </w:pPr>
      <w:r>
        <w:rPr>
          <w:rtl/>
        </w:rPr>
        <w:t>قال الكشي عن أبي النضر محمد بن مسعود: ما علمت عبدالله بن محمد بن خالد الطيالسي إلا ثقة خير.</w:t>
      </w:r>
    </w:p>
    <w:p w:rsidR="00F04D17" w:rsidRDefault="00F04D17" w:rsidP="00F04D17">
      <w:pPr>
        <w:pStyle w:val="libNormal"/>
        <w:rPr>
          <w:rtl/>
        </w:rPr>
      </w:pPr>
      <w:r>
        <w:rPr>
          <w:rtl/>
        </w:rPr>
        <w:t>36 - (عبدالله) بن محمد ابوبكر الحضرمي.</w:t>
      </w:r>
    </w:p>
    <w:p w:rsidR="00F04D17" w:rsidRDefault="00F04D17" w:rsidP="00F04D17">
      <w:pPr>
        <w:pStyle w:val="libNormal"/>
        <w:rPr>
          <w:rtl/>
        </w:rPr>
      </w:pPr>
      <w:r>
        <w:rPr>
          <w:rtl/>
        </w:rPr>
        <w:t>روى الكشي له مناظرةجرت له مع زيد جيدة، وروى عنه حديثين: ان جعفر ابن محمد عليه السلام قال: ان النار لاتمس من مات وهو يقول بهذا الامر.</w:t>
      </w:r>
    </w:p>
    <w:p w:rsidR="00F04D17" w:rsidRDefault="00F04D17" w:rsidP="00F04D17">
      <w:pPr>
        <w:pStyle w:val="libNormal"/>
        <w:rPr>
          <w:rtl/>
        </w:rPr>
      </w:pPr>
      <w:r>
        <w:rPr>
          <w:rtl/>
        </w:rPr>
        <w:t>37 - (عبدالله) بن وضاح بتشديد الضاد المعجمة والحاء المهملة أخير</w:t>
      </w:r>
      <w:r w:rsidR="00CD27DE">
        <w:rPr>
          <w:rtl/>
        </w:rPr>
        <w:t>اً</w:t>
      </w:r>
      <w:r>
        <w:rPr>
          <w:rtl/>
        </w:rPr>
        <w:t xml:space="preserve"> ابومحمد كوفي من الموالي ثقة صاحب أبا بصير يحيى بن القاسم كثير</w:t>
      </w:r>
      <w:r w:rsidR="00CD27DE">
        <w:rPr>
          <w:rtl/>
        </w:rPr>
        <w:t>اً</w:t>
      </w:r>
      <w:r>
        <w:rPr>
          <w:rtl/>
        </w:rPr>
        <w:t xml:space="preserve"> وعرف به.</w:t>
      </w:r>
    </w:p>
    <w:p w:rsidR="00F04D17" w:rsidRDefault="00F04D17" w:rsidP="00F04D17">
      <w:pPr>
        <w:pStyle w:val="libNormal"/>
        <w:rPr>
          <w:rtl/>
        </w:rPr>
      </w:pPr>
      <w:r>
        <w:rPr>
          <w:rtl/>
        </w:rPr>
        <w:t>38 - (عبدالله) بن إبراهيم بن محمد بن علي بن عبدالله بن جعفر بن أبي طالب ثقة صدوق روى أبوه عن أبي جعفر وأبي عبدالله عليهما السلام وروى أخوه عن أبي عبدالله عليه السلام ولم تشهر روايته.</w:t>
      </w:r>
    </w:p>
    <w:p w:rsidR="00F04D17" w:rsidRDefault="00F04D17" w:rsidP="00F04D17">
      <w:pPr>
        <w:pStyle w:val="libNormal"/>
        <w:rPr>
          <w:rtl/>
        </w:rPr>
      </w:pPr>
      <w:r>
        <w:rPr>
          <w:rtl/>
        </w:rPr>
        <w:t>39 - (عبدالله) بن سعد بن حيان بالياء ابن أبجر بالجيم بعد الباء المنقطة تحتها نقطة قبل الراء الكناني أبوعمرو الطبيب شيخ من أصحابنا ثقة، وأخوه عبدالملك بن سعيد ثقة، عمر إلى سنة اربعين ومائتين له كتاب (الديات) رواه عن آبائه (وعرضه على خ ل) ورواه عن الرضا عليه السلام والكتاب يعرف بين أصحابنا بكتاب عبدالله بن أبجر.</w:t>
      </w:r>
    </w:p>
    <w:p w:rsidR="00F04D17" w:rsidRDefault="00F04D17" w:rsidP="00F04D17">
      <w:pPr>
        <w:pStyle w:val="libNormal"/>
        <w:rPr>
          <w:rtl/>
        </w:rPr>
      </w:pPr>
      <w:r>
        <w:rPr>
          <w:rtl/>
        </w:rPr>
        <w:t>40 - (عبدالله) بن حماد الانصاري.</w:t>
      </w:r>
    </w:p>
    <w:p w:rsidR="00F04D17" w:rsidRDefault="00F04D17" w:rsidP="00F04D17">
      <w:pPr>
        <w:pStyle w:val="libNormal"/>
        <w:rPr>
          <w:rtl/>
        </w:rPr>
      </w:pPr>
      <w:r>
        <w:rPr>
          <w:rtl/>
        </w:rPr>
        <w:t>قال النجاشي: انه من شيوخ أصحابنا. وقال ابن الغضايري: انه يكني أبا محمد، نزل قم لم يرو عن أحد من الائمة عليهم السلام وحديثه نعرفه تارة ونكره اخرى ويخرج شاهد</w:t>
      </w:r>
      <w:r w:rsidR="00CD27DE">
        <w:rPr>
          <w:rtl/>
        </w:rPr>
        <w:t>اً</w:t>
      </w:r>
      <w:r>
        <w:rPr>
          <w:rtl/>
        </w:rPr>
        <w:t>.</w:t>
      </w:r>
    </w:p>
    <w:p w:rsidR="00F04D17" w:rsidRDefault="00F04D17" w:rsidP="00F04D17">
      <w:pPr>
        <w:pStyle w:val="libNormal"/>
      </w:pPr>
      <w:r>
        <w:rPr>
          <w:rtl/>
        </w:rPr>
        <w:br w:type="page"/>
      </w:r>
    </w:p>
    <w:p w:rsidR="00F04D17" w:rsidRDefault="00F04D17" w:rsidP="00F04D17">
      <w:pPr>
        <w:pStyle w:val="libNormal"/>
        <w:rPr>
          <w:rtl/>
        </w:rPr>
      </w:pPr>
      <w:r>
        <w:rPr>
          <w:rtl/>
        </w:rPr>
        <w:lastRenderedPageBreak/>
        <w:t>41 - (عبدالله) بن أحمد بن حرب بن مهزم بالزاي بعد الهاء الساكنة بن خالد الفزر بالزاي بعد الفاء والراء أخير</w:t>
      </w:r>
      <w:r w:rsidR="00CD27DE">
        <w:rPr>
          <w:rtl/>
        </w:rPr>
        <w:t>اً</w:t>
      </w:r>
      <w:r>
        <w:rPr>
          <w:rtl/>
        </w:rPr>
        <w:t xml:space="preserve"> العبدي أبوهفان بكسر الهاء والفاء والنون مشهور في أصحابنا وله شعر في المذهب.</w:t>
      </w:r>
    </w:p>
    <w:p w:rsidR="00F04D17" w:rsidRDefault="00F04D17" w:rsidP="00F04D17">
      <w:pPr>
        <w:pStyle w:val="libNormal"/>
        <w:rPr>
          <w:rtl/>
        </w:rPr>
      </w:pPr>
      <w:r>
        <w:rPr>
          <w:rtl/>
        </w:rPr>
        <w:t>42 - (عبدالله) بن عامر بن عمران بن أبي عمر الاشعري أبومحمد شيخ من وجوه أصحابنا ثقة.</w:t>
      </w:r>
    </w:p>
    <w:p w:rsidR="00F04D17" w:rsidRDefault="00F04D17" w:rsidP="00F04D17">
      <w:pPr>
        <w:pStyle w:val="libNormal"/>
        <w:rPr>
          <w:rtl/>
        </w:rPr>
      </w:pPr>
      <w:r>
        <w:rPr>
          <w:rtl/>
        </w:rPr>
        <w:t>43 - (عبدالله) بن أبي العلا المذاري بالذال المعجمة أبومحمد ثقة من وجوه أصحابنا.</w:t>
      </w:r>
    </w:p>
    <w:p w:rsidR="00F04D17" w:rsidRDefault="00F04D17" w:rsidP="00F04D17">
      <w:pPr>
        <w:pStyle w:val="libNormal"/>
        <w:rPr>
          <w:rtl/>
        </w:rPr>
      </w:pPr>
      <w:r>
        <w:rPr>
          <w:rtl/>
        </w:rPr>
        <w:t>44 - (عبدالله) بن الوليد السمان بالسين المهملة والنون أخير</w:t>
      </w:r>
      <w:r w:rsidR="00CD27DE">
        <w:rPr>
          <w:rtl/>
        </w:rPr>
        <w:t>اً</w:t>
      </w:r>
      <w:r>
        <w:rPr>
          <w:rtl/>
        </w:rPr>
        <w:t xml:space="preserve"> + النخعي مولى كوفي روى عن أبي عبدالله عليه السلام ثقة.</w:t>
      </w:r>
    </w:p>
    <w:p w:rsidR="00F04D17" w:rsidRDefault="00F04D17" w:rsidP="00F04D17">
      <w:pPr>
        <w:pStyle w:val="libNormal"/>
        <w:rPr>
          <w:rtl/>
        </w:rPr>
      </w:pPr>
      <w:r>
        <w:rPr>
          <w:rtl/>
        </w:rPr>
        <w:t>45 - (عبدالله) بن عبدالرحمان بن عتيبة بالتاء المنقطة فوقها نقطتين بعد العين المهملة المضمومة الاسدي كوفي يكنى أبا امية بالياء ثقة روى عن أبي عبدالله عليه السلام.</w:t>
      </w:r>
    </w:p>
    <w:p w:rsidR="00F04D17" w:rsidRDefault="00F04D17" w:rsidP="00F04D17">
      <w:pPr>
        <w:pStyle w:val="libNormal"/>
        <w:rPr>
          <w:rtl/>
        </w:rPr>
      </w:pPr>
      <w:r>
        <w:rPr>
          <w:rtl/>
        </w:rPr>
        <w:t>46 - (عبدالله) بن زرارة بن أعين الشيباني روى عن أبي عبدالله عليه السلام ثقة.</w:t>
      </w:r>
    </w:p>
    <w:p w:rsidR="00F04D17" w:rsidRDefault="00F04D17" w:rsidP="00F04D17">
      <w:pPr>
        <w:pStyle w:val="libNormal"/>
        <w:rPr>
          <w:rtl/>
        </w:rPr>
      </w:pPr>
      <w:r>
        <w:rPr>
          <w:rtl/>
        </w:rPr>
        <w:t>47 - (عبدالله) بن سعيد ابوشبل الاسدي مولاهم كوفي بباع الوشي، روى عن أبي عبدالله عليه السلام ثقة.</w:t>
      </w:r>
    </w:p>
    <w:p w:rsidR="00F04D17" w:rsidRDefault="00F04D17" w:rsidP="00F04D17">
      <w:pPr>
        <w:pStyle w:val="libNormal"/>
        <w:rPr>
          <w:rtl/>
        </w:rPr>
      </w:pPr>
      <w:r>
        <w:rPr>
          <w:rtl/>
        </w:rPr>
        <w:t>48 - (عبدالله) بن الفضل بن عبدالله بئبه بالباء المنقطة تحتها نقطة واحدة المفتوحة والباء المنقطة تحتها نقطة المشددة ابن الحرث بن نوفل بن الحرث بن عبدالمطلب ابومحمد النوفلي روى عن أبي عبدالله ثقة.</w:t>
      </w:r>
    </w:p>
    <w:p w:rsidR="00F04D17" w:rsidRDefault="00F04D17" w:rsidP="00F04D17">
      <w:pPr>
        <w:pStyle w:val="libNormal"/>
        <w:rPr>
          <w:rtl/>
        </w:rPr>
      </w:pPr>
      <w:r>
        <w:rPr>
          <w:rtl/>
        </w:rPr>
        <w:t>49 - (عبدالله) بن الحجاج البجلي أخو عبدالرحمان مولى ثقة.</w:t>
      </w:r>
    </w:p>
    <w:p w:rsidR="00F04D17" w:rsidRDefault="00F04D17" w:rsidP="00F04D17">
      <w:pPr>
        <w:pStyle w:val="libNormal"/>
        <w:rPr>
          <w:rtl/>
        </w:rPr>
      </w:pPr>
      <w:r>
        <w:rPr>
          <w:rtl/>
        </w:rPr>
        <w:t>50 - (عبدالله) بن عمر بن بكار الحباط بالحاء المهملة كوفي ثقة.</w:t>
      </w:r>
    </w:p>
    <w:p w:rsidR="00F04D17" w:rsidRDefault="00F04D17" w:rsidP="00F04D17">
      <w:pPr>
        <w:pStyle w:val="libNormal"/>
        <w:rPr>
          <w:rtl/>
        </w:rPr>
      </w:pPr>
      <w:r>
        <w:rPr>
          <w:rtl/>
        </w:rPr>
        <w:t>51 - (عبدالله) بن محمد النهيكي بالنون قبل الهاء والياء المنقطة تحتها نقطتين بعدها ثقة قليل الحديث.</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52 - (عبدالله) بن الحسين بن سعيد القطر نيلي بالقاف والطاء المهملة والراء أبومحمد الكاتب، كان من خواص سيدنا أبي محمد عليه السلام.</w:t>
      </w:r>
    </w:p>
    <w:p w:rsidR="00F04D17" w:rsidRDefault="00F04D17" w:rsidP="00F04D17">
      <w:pPr>
        <w:pStyle w:val="libNormal"/>
        <w:rPr>
          <w:rtl/>
        </w:rPr>
      </w:pPr>
      <w:r>
        <w:rPr>
          <w:rtl/>
        </w:rPr>
        <w:t>53 - (عبدالله) بن محمد بن عبدالله أبومحمد الحذآء الدعلجي منسوب إلى موضع خلف باب الكوفة ببغداد يقال له الدعالجة كان فقيه</w:t>
      </w:r>
      <w:r w:rsidR="00CD27DE">
        <w:rPr>
          <w:rtl/>
        </w:rPr>
        <w:t>اً</w:t>
      </w:r>
      <w:r>
        <w:rPr>
          <w:rtl/>
        </w:rPr>
        <w:t xml:space="preserve"> عارف</w:t>
      </w:r>
      <w:r w:rsidR="00CD27DE">
        <w:rPr>
          <w:rtl/>
        </w:rPr>
        <w:t>اً</w:t>
      </w:r>
      <w:r>
        <w:rPr>
          <w:rtl/>
        </w:rPr>
        <w:t>، وعليه تعلم النجاشى المواريث.</w:t>
      </w:r>
    </w:p>
    <w:p w:rsidR="00F04D17" w:rsidRDefault="00F04D17" w:rsidP="00F04D17">
      <w:pPr>
        <w:pStyle w:val="libNormal"/>
        <w:rPr>
          <w:rtl/>
        </w:rPr>
      </w:pPr>
      <w:r>
        <w:rPr>
          <w:rtl/>
        </w:rPr>
        <w:t>54 - (عبدالله) بن عثمان بن عمرو بن خالد الفزاري ثقة روى عن أبي عبدالله عليه السلام.</w:t>
      </w:r>
    </w:p>
    <w:p w:rsidR="00F04D17" w:rsidRDefault="00F04D17" w:rsidP="00F04D17">
      <w:pPr>
        <w:pStyle w:val="libNormal"/>
        <w:rPr>
          <w:rtl/>
        </w:rPr>
      </w:pPr>
      <w:r>
        <w:rPr>
          <w:rtl/>
        </w:rPr>
        <w:t>55 - (عبدالله) بن الحسين بن محمد بن يعقوب الفارسي أبومحمد شيخ من شيوخ أصحابنا ومحدثيهم وفقهائهم.</w:t>
      </w:r>
    </w:p>
    <w:p w:rsidR="00F04D17" w:rsidRDefault="00F04D17" w:rsidP="00F04D17">
      <w:pPr>
        <w:pStyle w:val="libNormal"/>
        <w:rPr>
          <w:rtl/>
        </w:rPr>
      </w:pPr>
      <w:r>
        <w:rPr>
          <w:rtl/>
        </w:rPr>
        <w:t>قال النجاشي: رأيته ولم أسمع منه.</w:t>
      </w:r>
    </w:p>
    <w:p w:rsidR="00F04D17" w:rsidRDefault="00F04D17" w:rsidP="00F04D17">
      <w:pPr>
        <w:pStyle w:val="libNormal"/>
        <w:rPr>
          <w:rtl/>
        </w:rPr>
      </w:pPr>
      <w:r>
        <w:rPr>
          <w:rtl/>
        </w:rPr>
        <w:t>56 - (عبدالله) بن رباط بالراء المكسورة والباء المنقطة تحتها نقطة والطاء المهملة ثقة.</w:t>
      </w:r>
    </w:p>
    <w:p w:rsidR="00F04D17" w:rsidRDefault="00F04D17" w:rsidP="00F04D17">
      <w:pPr>
        <w:pStyle w:val="libNormal"/>
        <w:rPr>
          <w:rtl/>
        </w:rPr>
      </w:pPr>
      <w:r>
        <w:rPr>
          <w:rtl/>
        </w:rPr>
        <w:t>57 - (عبدالله) بن أحمد بن نهيك بالنون قبل الهاء المنقطة تحتها نقطة والطاء المهملة ثقة.</w:t>
      </w:r>
    </w:p>
    <w:p w:rsidR="00F04D17" w:rsidRDefault="00F04D17" w:rsidP="00F04D17">
      <w:pPr>
        <w:pStyle w:val="libNormal"/>
        <w:rPr>
          <w:rtl/>
        </w:rPr>
      </w:pPr>
      <w:r>
        <w:rPr>
          <w:rtl/>
        </w:rPr>
        <w:t>57 - (عبدالله) بن أحمد بن نهيك بالنون قبل الهاء والياء المنقطة تحتها نقطتين أبوالعباس النخعي الشيخ الصدوق ثقة وآل نهيك بالكوفة بيت من أصحابنا منهم عبد بن محمد وعبدالرحمان السمربان وغيرهما.</w:t>
      </w:r>
    </w:p>
    <w:p w:rsidR="00F04D17" w:rsidRDefault="00F04D17" w:rsidP="00F04D17">
      <w:pPr>
        <w:pStyle w:val="Heading3Center"/>
        <w:rPr>
          <w:rtl/>
        </w:rPr>
      </w:pPr>
      <w:bookmarkStart w:id="182" w:name="93"/>
      <w:bookmarkStart w:id="183" w:name="_Toc418412013"/>
      <w:r>
        <w:rPr>
          <w:rtl/>
        </w:rPr>
        <w:t>الباب الثالث عبيد الله ثلاثة رجال</w:t>
      </w:r>
      <w:bookmarkEnd w:id="182"/>
      <w:bookmarkEnd w:id="183"/>
    </w:p>
    <w:p w:rsidR="00F04D17" w:rsidRDefault="00F04D17" w:rsidP="00F04D17">
      <w:pPr>
        <w:pStyle w:val="libNormal"/>
        <w:rPr>
          <w:rtl/>
        </w:rPr>
      </w:pPr>
      <w:r>
        <w:rPr>
          <w:rtl/>
        </w:rPr>
        <w:t>1 - (عبيدالله) بن أبي رافع كاتب أميرالمؤمنين عليه السلام.</w:t>
      </w:r>
    </w:p>
    <w:p w:rsidR="00F04D17" w:rsidRDefault="00F04D17" w:rsidP="00F04D17">
      <w:pPr>
        <w:pStyle w:val="libNormal"/>
        <w:rPr>
          <w:rtl/>
        </w:rPr>
      </w:pPr>
      <w:r>
        <w:rPr>
          <w:rtl/>
        </w:rPr>
        <w:t>2 - (عبيدالله) بن علي بن أبي شعبه الحلبي مولى بني تيم الله بن ثعلبة ابوعلي كوفي كان يتجر هو وأبوه واخوته إلى حلب، فغلب عليهم النسبة إلى حلب، وآل أبي شعبة بيت مذكور في أصحابنا، روى جدهم او شعبة عن الحسن والحسين عليهما السلام وكانوا جميعهم ثقات مرجوع</w:t>
      </w:r>
      <w:r w:rsidR="00CD27DE">
        <w:rPr>
          <w:rtl/>
        </w:rPr>
        <w:t>اً</w:t>
      </w:r>
      <w:r>
        <w:rPr>
          <w:rtl/>
        </w:rPr>
        <w:t xml:space="preserve"> إليهم فيما يقولون، وكان عبيدالله كبيرهم ووجههم وصنف الكتاب المنسوب اليه وعرضه على الصادق عليه السلام وصححه واستحسنه، وقال عند قرائته: ليس لهؤلاء في الفقه مثله، وهو أول كتاب صنفه الشيعه.</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3 - (عبيدالله) بن الوليد بالياء بعد اللام الوضافي بالضاد المعجمة والفاء يكنى أبا سعيد عربي ثقة روى عن أبي جعفر وأبي عبدالله عليهما السلام ذكره أصحاب كتب الرجال.</w:t>
      </w:r>
    </w:p>
    <w:p w:rsidR="00F04D17" w:rsidRDefault="00F04D17" w:rsidP="00F04D17">
      <w:pPr>
        <w:pStyle w:val="Heading3Center"/>
        <w:rPr>
          <w:rtl/>
        </w:rPr>
      </w:pPr>
      <w:bookmarkStart w:id="184" w:name="94"/>
      <w:bookmarkStart w:id="185" w:name="_Toc418412014"/>
      <w:r>
        <w:rPr>
          <w:rtl/>
        </w:rPr>
        <w:t>الباب الرابع عبدالرحمان أحد عشر رجلا</w:t>
      </w:r>
      <w:bookmarkEnd w:id="184"/>
      <w:bookmarkEnd w:id="185"/>
    </w:p>
    <w:p w:rsidR="00F04D17" w:rsidRDefault="00F04D17" w:rsidP="00F04D17">
      <w:pPr>
        <w:pStyle w:val="libNormal"/>
        <w:rPr>
          <w:rtl/>
        </w:rPr>
      </w:pPr>
      <w:r>
        <w:rPr>
          <w:rtl/>
        </w:rPr>
        <w:t>1 - (عبدالرحمان) بن بديل بالباء المنقطة تحتها نقطة قبل الدال المهملة ابن ورقاء من أصحاب أميرالمؤمنين عليه السلام رسول رسول الله صلى الله عليه وآله إلى اليمن قتل مع علي عليه السلام بصفين.</w:t>
      </w:r>
    </w:p>
    <w:p w:rsidR="00F04D17" w:rsidRDefault="00F04D17" w:rsidP="00F04D17">
      <w:pPr>
        <w:pStyle w:val="libNormal"/>
        <w:rPr>
          <w:rtl/>
        </w:rPr>
      </w:pPr>
      <w:r>
        <w:rPr>
          <w:rtl/>
        </w:rPr>
        <w:t>2 - (عبدالرحمان) بن أبي ليلى الانصاري من أصحاب أميرالمؤمنين عليه السلام شهد مع علي عليه السلام، عربي كوفي، ضربه الحجاج حتى إسود كتفاه ! على سب علي عليه السلام.</w:t>
      </w:r>
    </w:p>
    <w:p w:rsidR="00F04D17" w:rsidRDefault="00F04D17" w:rsidP="00F04D17">
      <w:pPr>
        <w:pStyle w:val="libNormal"/>
        <w:rPr>
          <w:rtl/>
        </w:rPr>
      </w:pPr>
      <w:r>
        <w:rPr>
          <w:rtl/>
        </w:rPr>
        <w:t>3 - (عبدالرحمان) بن أبي عبدالله وإسم ابي عبدالله ميمون البصري وعبدالرحمان ثقة وهو ختن فضيل بن يسار.</w:t>
      </w:r>
    </w:p>
    <w:p w:rsidR="00F04D17" w:rsidRDefault="00F04D17" w:rsidP="00F04D17">
      <w:pPr>
        <w:pStyle w:val="libNormal"/>
        <w:rPr>
          <w:rtl/>
        </w:rPr>
      </w:pPr>
      <w:r>
        <w:rPr>
          <w:rtl/>
        </w:rPr>
        <w:t>قال علي بن احمد العقيقي: انه روى عن ابي عبدالله عليه السلام سبعمائة مسألة وهو بصري اصله من الكوفة.</w:t>
      </w:r>
    </w:p>
    <w:p w:rsidR="00F04D17" w:rsidRDefault="00F04D17" w:rsidP="00F04D17">
      <w:pPr>
        <w:pStyle w:val="libNormal"/>
        <w:rPr>
          <w:rtl/>
        </w:rPr>
      </w:pPr>
      <w:r>
        <w:rPr>
          <w:rtl/>
        </w:rPr>
        <w:t>4 - (عبدالرحمان) بن عبد ربه.</w:t>
      </w:r>
    </w:p>
    <w:p w:rsidR="00F04D17" w:rsidRDefault="00F04D17" w:rsidP="00F04D17">
      <w:pPr>
        <w:pStyle w:val="libNormal"/>
        <w:rPr>
          <w:rtl/>
        </w:rPr>
      </w:pPr>
      <w:r>
        <w:rPr>
          <w:rtl/>
        </w:rPr>
        <w:t>قال الكشي عن أبي الحسن حمدويه بن نصير عن بعض المشايخ: انه خير فاضل كوفي 5 - (عبدالرحمان) بن الحجاج البجلي مولاهم ابو عبدالله الكوفي بياع السابري سكن بغداد ورمي بالكيسانية روى عن أبي عبدالله وأبي الحسن عليهما السلام وبقى بعد أبي الحسن عليه السلام ورجع إلى الحق، ولقى الرضا عليه السلام وكان ثقة ثقة ثبت</w:t>
      </w:r>
      <w:r w:rsidR="00CD27DE">
        <w:rPr>
          <w:rtl/>
        </w:rPr>
        <w:t>اً</w:t>
      </w:r>
      <w:r>
        <w:rPr>
          <w:rtl/>
        </w:rPr>
        <w:t xml:space="preserve"> وجه</w:t>
      </w:r>
      <w:r w:rsidR="00CD27DE">
        <w:rPr>
          <w:rtl/>
        </w:rPr>
        <w:t>اً</w:t>
      </w:r>
      <w:r>
        <w:rPr>
          <w:rtl/>
        </w:rPr>
        <w:t xml:space="preserve"> وكان وكيلا لابي عبدالله عليه السلام ومات في عصر الرضا عليه السلام على ولايته.</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6 - (عبدالرحمان) بن أعين.</w:t>
      </w:r>
    </w:p>
    <w:p w:rsidR="00F04D17" w:rsidRDefault="00F04D17" w:rsidP="00F04D17">
      <w:pPr>
        <w:pStyle w:val="libNormal"/>
        <w:rPr>
          <w:rtl/>
        </w:rPr>
      </w:pPr>
      <w:r>
        <w:rPr>
          <w:rtl/>
        </w:rPr>
        <w:t xml:space="preserve">روى الكشي </w:t>
      </w:r>
      <w:r w:rsidR="00CD27DE">
        <w:rPr>
          <w:rtl/>
        </w:rPr>
        <w:t>حديثاً</w:t>
      </w:r>
      <w:r>
        <w:rPr>
          <w:rtl/>
        </w:rPr>
        <w:t xml:space="preserve"> في طريقه محمد بن عيسى انه مات على الاستقامة.</w:t>
      </w:r>
    </w:p>
    <w:p w:rsidR="00F04D17" w:rsidRDefault="00F04D17" w:rsidP="00F04D17">
      <w:pPr>
        <w:pStyle w:val="libNormal"/>
        <w:rPr>
          <w:rtl/>
        </w:rPr>
      </w:pPr>
      <w:r>
        <w:rPr>
          <w:rtl/>
        </w:rPr>
        <w:t>وقال علي بن أحمد العقيقى: انه عارف.</w:t>
      </w:r>
    </w:p>
    <w:p w:rsidR="00F04D17" w:rsidRDefault="00F04D17" w:rsidP="00F04D17">
      <w:pPr>
        <w:pStyle w:val="libNormal"/>
        <w:rPr>
          <w:rtl/>
        </w:rPr>
      </w:pPr>
      <w:r>
        <w:rPr>
          <w:rtl/>
        </w:rPr>
        <w:t>7 - (عبدالرحمان) بن أبي نجران بالنون والجيم والراء والنون اخير</w:t>
      </w:r>
      <w:r w:rsidR="00CD27DE">
        <w:rPr>
          <w:rtl/>
        </w:rPr>
        <w:t>اً</w:t>
      </w:r>
      <w:r>
        <w:rPr>
          <w:rtl/>
        </w:rPr>
        <w:t xml:space="preserve"> واسمه عمرو بن مسلم التميمي مولى كوفي ابوالفضل روى عن الرضا عليه السلام وروى ابوه ابونجران عن أبي عبدالله عليه السلام وكان عبدالرحمان ثقة ثقة معتمد</w:t>
      </w:r>
      <w:r w:rsidR="00CD27DE">
        <w:rPr>
          <w:rtl/>
        </w:rPr>
        <w:t>اً</w:t>
      </w:r>
      <w:r>
        <w:rPr>
          <w:rtl/>
        </w:rPr>
        <w:t xml:space="preserve"> على ما يروية.</w:t>
      </w:r>
    </w:p>
    <w:p w:rsidR="00F04D17" w:rsidRDefault="00F04D17" w:rsidP="00F04D17">
      <w:pPr>
        <w:pStyle w:val="libNormal"/>
        <w:rPr>
          <w:rtl/>
        </w:rPr>
      </w:pPr>
      <w:r>
        <w:rPr>
          <w:rtl/>
        </w:rPr>
        <w:t>8 - (عبدالرحمان) بن محمد بن أبي هاشم بن أبي هاشم البجلي أبومحمد جليل من أصحابنا ثقة ثقة.</w:t>
      </w:r>
    </w:p>
    <w:p w:rsidR="00F04D17" w:rsidRDefault="00F04D17" w:rsidP="00F04D17">
      <w:pPr>
        <w:pStyle w:val="libNormal"/>
        <w:rPr>
          <w:rtl/>
        </w:rPr>
      </w:pPr>
      <w:r>
        <w:rPr>
          <w:rtl/>
        </w:rPr>
        <w:t>9 - (عبدالرحمان) بن احمد بن جبرويه بالجيم قبل الباء المنقطة تحتها نقطة ثم الراء أبومحمد العسكري متكلم من أصحابنا حسن التصنيف جيد الكلام، وعلى يده رجع محمد بن عبدالله بن مملك (ملك خ ل) الاصفهاني عن مذهب المعتزلة إلى القول بالامامة.</w:t>
      </w:r>
    </w:p>
    <w:p w:rsidR="00F04D17" w:rsidRDefault="00F04D17" w:rsidP="00F04D17">
      <w:pPr>
        <w:pStyle w:val="libNormal"/>
        <w:rPr>
          <w:rtl/>
        </w:rPr>
      </w:pPr>
      <w:r>
        <w:rPr>
          <w:rtl/>
        </w:rPr>
        <w:t>10 - (عبدالرحمان) بن حسن الكاشاني بالشين المعجمة أبومحمد الضرير المفسر.</w:t>
      </w:r>
    </w:p>
    <w:p w:rsidR="00F04D17" w:rsidRDefault="00F04D17" w:rsidP="00F04D17">
      <w:pPr>
        <w:pStyle w:val="libNormal"/>
        <w:rPr>
          <w:rtl/>
        </w:rPr>
      </w:pPr>
      <w:r>
        <w:rPr>
          <w:rtl/>
        </w:rPr>
        <w:t>قال النجاشي: انه حافظ حسن الحفظ. وهذا لا يقتضي التعديل، بل هو مرجح.</w:t>
      </w:r>
    </w:p>
    <w:p w:rsidR="00F04D17" w:rsidRDefault="00F04D17" w:rsidP="00F04D17">
      <w:pPr>
        <w:pStyle w:val="libNormal"/>
        <w:rPr>
          <w:rtl/>
        </w:rPr>
      </w:pPr>
      <w:r>
        <w:rPr>
          <w:rtl/>
        </w:rPr>
        <w:t>11 - (عبدالرحمان) بن محمد بن عبيدالله الرزمي بالزاي بعد الراء الفزاري أبومحمد روى عن أبي عبدالله عليه السلام ثقة، ذكره أصحاب كتب الرجال.</w:t>
      </w:r>
    </w:p>
    <w:p w:rsidR="00F04D17" w:rsidRDefault="00F04D17" w:rsidP="00F04D17">
      <w:pPr>
        <w:pStyle w:val="Heading3Center"/>
        <w:rPr>
          <w:rtl/>
        </w:rPr>
      </w:pPr>
      <w:bookmarkStart w:id="186" w:name="95"/>
      <w:bookmarkStart w:id="187" w:name="_Toc418412015"/>
      <w:r>
        <w:rPr>
          <w:rtl/>
        </w:rPr>
        <w:t>الباب الخامس عبدالملك ثمانية رجال</w:t>
      </w:r>
      <w:bookmarkEnd w:id="186"/>
      <w:bookmarkEnd w:id="187"/>
    </w:p>
    <w:p w:rsidR="00F04D17" w:rsidRDefault="00F04D17" w:rsidP="00F04D17">
      <w:pPr>
        <w:pStyle w:val="libNormal"/>
        <w:rPr>
          <w:rtl/>
        </w:rPr>
      </w:pPr>
      <w:r>
        <w:rPr>
          <w:rtl/>
        </w:rPr>
        <w:t>1 - (عبدالملك) بن عتبة النخعي الصيرفي كوفي ثقة روى عن أبي عبدالله وأبي الحسن عليهما السلام له كتاب ينسب إلى عبدالملك بن عتبة الهاشمي اللهي بالباء المنقطة تحتها نقطة بعد الهاء وليس الكتاب له، بل للنخعي، وهذا الهاشمي ليس له كتاب ويروي عن الباقر عليه السلام والصادق عليه السلام.</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2 - (عبدالملك) بن حكم الخثعمي كوفي ثقة عين روى عن أبي عبدالله وأبي الحسن عليهما السلام.</w:t>
      </w:r>
    </w:p>
    <w:p w:rsidR="00F04D17" w:rsidRDefault="00F04D17" w:rsidP="00F04D17">
      <w:pPr>
        <w:pStyle w:val="libNormal"/>
        <w:rPr>
          <w:rtl/>
        </w:rPr>
      </w:pPr>
      <w:r>
        <w:rPr>
          <w:rtl/>
        </w:rPr>
        <w:t>3 - (عبدالملك) بن سعيد ثقة عمر إلى سنة أربعين ومائتين.</w:t>
      </w:r>
    </w:p>
    <w:p w:rsidR="00F04D17" w:rsidRDefault="00F04D17" w:rsidP="00F04D17">
      <w:pPr>
        <w:pStyle w:val="libNormal"/>
        <w:rPr>
          <w:rtl/>
        </w:rPr>
      </w:pPr>
      <w:r>
        <w:rPr>
          <w:rtl/>
        </w:rPr>
        <w:t>4 - (عبدالملك) بن الوليد كوفي ثقة قليل الحديث.</w:t>
      </w:r>
    </w:p>
    <w:p w:rsidR="00F04D17" w:rsidRDefault="00F04D17" w:rsidP="00F04D17">
      <w:pPr>
        <w:pStyle w:val="libNormal"/>
        <w:rPr>
          <w:rtl/>
        </w:rPr>
      </w:pPr>
      <w:r>
        <w:rPr>
          <w:rtl/>
        </w:rPr>
        <w:t>5 - (عبدالملك) بن أعين.</w:t>
      </w:r>
    </w:p>
    <w:p w:rsidR="00F04D17" w:rsidRDefault="00F04D17" w:rsidP="00F04D17">
      <w:pPr>
        <w:pStyle w:val="libNormal"/>
        <w:rPr>
          <w:rtl/>
        </w:rPr>
      </w:pPr>
      <w:r>
        <w:rPr>
          <w:rtl/>
        </w:rPr>
        <w:t>قال علي بن أحمد العقيقي: انه عارف. قال الكشي: يكني أبا ضريس بالضاد المعجمة والراء والسين المهملة بعد الياء وروي: ترحم الصادق عليه السلام عليه. ثم روي: ان الصادق قال له: لم سميت ابنك ضريس</w:t>
      </w:r>
      <w:r w:rsidR="00CD27DE">
        <w:rPr>
          <w:rtl/>
        </w:rPr>
        <w:t>اً</w:t>
      </w:r>
      <w:r>
        <w:rPr>
          <w:rtl/>
        </w:rPr>
        <w:t>؟ فقال له: لم سماك أبوك جعفر</w:t>
      </w:r>
      <w:r w:rsidR="00CD27DE">
        <w:rPr>
          <w:rtl/>
        </w:rPr>
        <w:t>اً</w:t>
      </w:r>
      <w:r>
        <w:rPr>
          <w:rtl/>
        </w:rPr>
        <w:t>؟ وروى أبوجعفر بن بابويه: ان الصادق عليه السلام زار قبره بالمدينة مع أصحابه.</w:t>
      </w:r>
    </w:p>
    <w:p w:rsidR="00F04D17" w:rsidRDefault="00F04D17" w:rsidP="00F04D17">
      <w:pPr>
        <w:pStyle w:val="libNormal"/>
        <w:rPr>
          <w:rtl/>
        </w:rPr>
      </w:pPr>
      <w:r>
        <w:rPr>
          <w:rtl/>
        </w:rPr>
        <w:t>6 - (عبدالملك) بن عطا من أصحاب الباقر والصادق عليهما السلام.</w:t>
      </w:r>
    </w:p>
    <w:p w:rsidR="00F04D17" w:rsidRDefault="00F04D17" w:rsidP="00F04D17">
      <w:pPr>
        <w:pStyle w:val="libNormal"/>
        <w:rPr>
          <w:rtl/>
        </w:rPr>
      </w:pPr>
      <w:r>
        <w:rPr>
          <w:rtl/>
        </w:rPr>
        <w:t>قال نصر بن الصباح: انه نجيب. ولا تثبت عندي بهذا عدالته، خصوص</w:t>
      </w:r>
      <w:r w:rsidR="00CD27DE">
        <w:rPr>
          <w:rtl/>
        </w:rPr>
        <w:t>اً</w:t>
      </w:r>
      <w:r>
        <w:rPr>
          <w:rtl/>
        </w:rPr>
        <w:t xml:space="preserve"> مع ضعف نصر بن الصباح.</w:t>
      </w:r>
    </w:p>
    <w:p w:rsidR="00F04D17" w:rsidRDefault="00F04D17" w:rsidP="00F04D17">
      <w:pPr>
        <w:pStyle w:val="libNormal"/>
        <w:rPr>
          <w:rtl/>
        </w:rPr>
      </w:pPr>
      <w:r>
        <w:rPr>
          <w:rtl/>
        </w:rPr>
        <w:t>7 - (عبدالملك) بن عمرو.</w:t>
      </w:r>
    </w:p>
    <w:p w:rsidR="00F04D17" w:rsidRDefault="00F04D17" w:rsidP="00F04D17">
      <w:pPr>
        <w:pStyle w:val="libNormal"/>
        <w:rPr>
          <w:rtl/>
        </w:rPr>
      </w:pPr>
      <w:r>
        <w:rPr>
          <w:rtl/>
        </w:rPr>
        <w:t>روى الكشي: عن حمدويه عن يعقوب بن يزيد عن ابن أبي عمير عن جميل بن صالح عن عبدالملك بن عمرو قال: قال أبوعبدالله عليه السلام: اني لادعو لك، حتى اسمي دايتك، أو قال: أدعو لدابتك.</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8 - (عبدالملك) بن عبدالله.</w:t>
      </w:r>
    </w:p>
    <w:p w:rsidR="00F04D17" w:rsidRDefault="00F04D17" w:rsidP="00F04D17">
      <w:pPr>
        <w:pStyle w:val="libNormal"/>
        <w:rPr>
          <w:rtl/>
        </w:rPr>
      </w:pPr>
      <w:r>
        <w:rPr>
          <w:rtl/>
        </w:rPr>
        <w:t>روى علي بن أحمد العقيقي: عن الصادق عليه السلام بسند ذكرناه في كتابنا الكبير: انه قوي الايمان.</w:t>
      </w:r>
    </w:p>
    <w:p w:rsidR="00F04D17" w:rsidRDefault="00F04D17" w:rsidP="00F04D17">
      <w:pPr>
        <w:pStyle w:val="Heading3Center"/>
        <w:rPr>
          <w:rtl/>
        </w:rPr>
      </w:pPr>
      <w:bookmarkStart w:id="188" w:name="96"/>
      <w:bookmarkStart w:id="189" w:name="_Toc418412016"/>
      <w:r>
        <w:rPr>
          <w:rtl/>
        </w:rPr>
        <w:t>الباب السادس عبدالحميد ثلاثة رجال</w:t>
      </w:r>
      <w:bookmarkEnd w:id="188"/>
      <w:bookmarkEnd w:id="189"/>
    </w:p>
    <w:p w:rsidR="00F04D17" w:rsidRDefault="00F04D17" w:rsidP="00F04D17">
      <w:pPr>
        <w:pStyle w:val="libNormal"/>
        <w:rPr>
          <w:rtl/>
        </w:rPr>
      </w:pPr>
      <w:r>
        <w:rPr>
          <w:rtl/>
        </w:rPr>
        <w:t>1 - (عبدالحميد) بن عواض بالضاد المعجمة الطائي من أصحاب أبي الحسن موسى عليه السلام ثقة.</w:t>
      </w:r>
    </w:p>
    <w:p w:rsidR="00F04D17" w:rsidRDefault="00F04D17" w:rsidP="00F04D17">
      <w:pPr>
        <w:pStyle w:val="libNormal"/>
        <w:rPr>
          <w:rtl/>
        </w:rPr>
      </w:pPr>
      <w:r>
        <w:rPr>
          <w:rtl/>
        </w:rPr>
        <w:t>2 - (عبدالحميد) بن أبي العلا بن عبدالملك الازدي ثقة، يقال له السمين روى عن أبي عبدالله عليه السلام.</w:t>
      </w:r>
    </w:p>
    <w:p w:rsidR="00F04D17" w:rsidRDefault="00F04D17" w:rsidP="00F04D17">
      <w:pPr>
        <w:pStyle w:val="libNormal"/>
        <w:rPr>
          <w:rtl/>
        </w:rPr>
      </w:pPr>
      <w:r>
        <w:rPr>
          <w:rtl/>
        </w:rPr>
        <w:t>3 - (عبدالحميد) بن سالم العطار روى عن موسى عليه السلام وكان ثقة.</w:t>
      </w:r>
    </w:p>
    <w:p w:rsidR="00F04D17" w:rsidRDefault="00F04D17" w:rsidP="00F04D17">
      <w:pPr>
        <w:pStyle w:val="Heading3Center"/>
        <w:rPr>
          <w:rtl/>
        </w:rPr>
      </w:pPr>
      <w:bookmarkStart w:id="190" w:name="97"/>
      <w:bookmarkStart w:id="191" w:name="_Toc418412017"/>
      <w:r>
        <w:rPr>
          <w:rtl/>
        </w:rPr>
        <w:t>الباب السابع عبدالعزيز ثلاثة رجال</w:t>
      </w:r>
      <w:bookmarkEnd w:id="190"/>
      <w:bookmarkEnd w:id="191"/>
    </w:p>
    <w:p w:rsidR="00F04D17" w:rsidRDefault="00F04D17" w:rsidP="00F04D17">
      <w:pPr>
        <w:pStyle w:val="libNormal"/>
        <w:rPr>
          <w:rtl/>
        </w:rPr>
      </w:pPr>
      <w:r>
        <w:rPr>
          <w:rtl/>
        </w:rPr>
        <w:t>1 - (عبدالعزيز) بن عبدالله بن يونس الموصلي الاكبر يكنى أبا الحسن روى عنه التلعكبري وسمع منه سنة ست وعشرين وثلثمائة أجاز له، وذكر انه كان فاضلا ثقة.</w:t>
      </w:r>
    </w:p>
    <w:p w:rsidR="00F04D17" w:rsidRDefault="00F04D17" w:rsidP="00F04D17">
      <w:pPr>
        <w:pStyle w:val="libNormal"/>
        <w:rPr>
          <w:rtl/>
        </w:rPr>
      </w:pPr>
      <w:r>
        <w:rPr>
          <w:rtl/>
        </w:rPr>
        <w:t>2 - (عبدالعزيز) بن يحيى بن أحمد بن عيسى الجلودي أبوأحمد بصري ثقة إمامي المذهب وكان شيخ البصرة واخباريها وكان عيسى الجلودي من أصحاب أبي جعفر عليه السلام وهو المنسوب إلى جلود بالجيم المفتوحة واللام الساكنة والدال المهملة بعد الواو المفتوحة قرية في البحر.</w:t>
      </w:r>
    </w:p>
    <w:p w:rsidR="00F04D17" w:rsidRDefault="00F04D17" w:rsidP="00F04D17">
      <w:pPr>
        <w:pStyle w:val="libNormal"/>
        <w:rPr>
          <w:rtl/>
        </w:rPr>
      </w:pPr>
      <w:r>
        <w:rPr>
          <w:rtl/>
        </w:rPr>
        <w:t>وقال قوم: آل الجلود بطن من الازد، ولا يعرف النسابون ذلك.</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3 - (عبدالعزيز) بن المهتدي بن محمد بن عبدالعزيز الاشعري القمي ثقة روى عن الرضا عليه السلام.</w:t>
      </w:r>
    </w:p>
    <w:p w:rsidR="00F04D17" w:rsidRDefault="00F04D17" w:rsidP="00F04D17">
      <w:pPr>
        <w:pStyle w:val="libNormal"/>
        <w:rPr>
          <w:rtl/>
        </w:rPr>
      </w:pPr>
      <w:r>
        <w:rPr>
          <w:rtl/>
        </w:rPr>
        <w:t>قال الكشي: قال علي بن محمد القتيبي قال حدثني الفضل قال حدثنا عبدالعزيز وكان خير قمي رأيته وكان وكيلا للرضا عليه السلام. قال الشيخ الطوسي (ره) خرج فيه غفر الله لك ذنبك ورحمنا وإياك ورضى عنك برضاي عنك.</w:t>
      </w:r>
    </w:p>
    <w:p w:rsidR="00F04D17" w:rsidRDefault="00F04D17" w:rsidP="00F04D17">
      <w:pPr>
        <w:pStyle w:val="Heading3Center"/>
        <w:rPr>
          <w:rtl/>
        </w:rPr>
      </w:pPr>
      <w:bookmarkStart w:id="192" w:name="98"/>
      <w:bookmarkStart w:id="193" w:name="_Toc418412018"/>
      <w:r>
        <w:rPr>
          <w:rtl/>
        </w:rPr>
        <w:t>الباب الثامن عبدالسلام ثلاثة رجال</w:t>
      </w:r>
      <w:bookmarkEnd w:id="192"/>
      <w:bookmarkEnd w:id="193"/>
    </w:p>
    <w:p w:rsidR="00F04D17" w:rsidRDefault="00F04D17" w:rsidP="00F04D17">
      <w:pPr>
        <w:pStyle w:val="libNormal"/>
        <w:rPr>
          <w:rtl/>
        </w:rPr>
      </w:pPr>
      <w:r>
        <w:rPr>
          <w:rtl/>
        </w:rPr>
        <w:t>1 - (عبدالسلام) بن عبدالرحمان.</w:t>
      </w:r>
    </w:p>
    <w:p w:rsidR="00F04D17" w:rsidRDefault="00F04D17" w:rsidP="00F04D17">
      <w:pPr>
        <w:pStyle w:val="libNormal"/>
        <w:rPr>
          <w:rtl/>
        </w:rPr>
      </w:pPr>
      <w:r>
        <w:rPr>
          <w:rtl/>
        </w:rPr>
        <w:t>قال الكشي: حدثنا علي بن محمد القتيبي حدثنا الفضل بن شاذان عنابن أبى عمير عن بكر بن محمد الازدي قال: وزعم لي زيد الشحام قال: اني لاطوف حول الكعبة وكفي في كف أبي عبدالله عليه السلام ودموعه تجري على خديه، فقال: يا شحام ما رأيت ما صنع إلي ربي؟ ثم بكى ودعا.</w:t>
      </w:r>
    </w:p>
    <w:p w:rsidR="00F04D17" w:rsidRDefault="00F04D17" w:rsidP="00F04D17">
      <w:pPr>
        <w:pStyle w:val="libNormal"/>
        <w:rPr>
          <w:rtl/>
        </w:rPr>
      </w:pPr>
      <w:r>
        <w:rPr>
          <w:rtl/>
        </w:rPr>
        <w:t>ثم قال: يا شحام اني طلبت إلى إلهي في سدير وعبدالسلام بن عبدالرحمان، وكانا في السجن، فوهبهما لى وخلا سبيلهما. وهذا سند معتبر، والحديث، يدل على شرفهما.</w:t>
      </w:r>
    </w:p>
    <w:p w:rsidR="00F04D17" w:rsidRDefault="00F04D17" w:rsidP="00F04D17">
      <w:pPr>
        <w:pStyle w:val="libNormal"/>
        <w:rPr>
          <w:rtl/>
        </w:rPr>
      </w:pPr>
      <w:r>
        <w:rPr>
          <w:rtl/>
        </w:rPr>
        <w:t>2 - (عبدالسلام) بن صالح أبوالصلت الهروي روى عن الرضا عليه السلام ثقة صحيح الحديث.</w:t>
      </w:r>
    </w:p>
    <w:p w:rsidR="00F04D17" w:rsidRDefault="00F04D17" w:rsidP="00F04D17">
      <w:pPr>
        <w:pStyle w:val="libNormal"/>
        <w:rPr>
          <w:rtl/>
        </w:rPr>
      </w:pPr>
      <w:r>
        <w:rPr>
          <w:rtl/>
        </w:rPr>
        <w:t>3 - (عبدالسلام) بن سالم البجلي كوفي ثقة.</w:t>
      </w:r>
    </w:p>
    <w:p w:rsidR="00F04D17" w:rsidRDefault="00F04D17" w:rsidP="00F04D17">
      <w:pPr>
        <w:pStyle w:val="Heading3Center"/>
        <w:rPr>
          <w:rtl/>
        </w:rPr>
      </w:pPr>
      <w:bookmarkStart w:id="194" w:name="99"/>
      <w:bookmarkStart w:id="195" w:name="_Toc418412019"/>
      <w:r>
        <w:rPr>
          <w:rtl/>
        </w:rPr>
        <w:t>الباب التاسع عبد الغفار رجلان.</w:t>
      </w:r>
      <w:bookmarkEnd w:id="194"/>
      <w:bookmarkEnd w:id="195"/>
    </w:p>
    <w:p w:rsidR="00F04D17" w:rsidRDefault="00F04D17" w:rsidP="00F04D17">
      <w:pPr>
        <w:pStyle w:val="libNormal"/>
        <w:rPr>
          <w:rtl/>
        </w:rPr>
      </w:pPr>
      <w:r>
        <w:rPr>
          <w:rtl/>
        </w:rPr>
        <w:t>1 - (عبدالغفار) بن القسم بن قيس بن قيس بن قهد القاف أبو مريم الانصاري روى عن أبي جعفر وأبي عبدالله عليهما السلام ثقة.</w:t>
      </w:r>
    </w:p>
    <w:p w:rsidR="00F04D17" w:rsidRDefault="00F04D17" w:rsidP="00F04D17">
      <w:pPr>
        <w:pStyle w:val="libNormal"/>
        <w:rPr>
          <w:rtl/>
        </w:rPr>
      </w:pPr>
      <w:r>
        <w:rPr>
          <w:rtl/>
        </w:rPr>
        <w:t>2 - (عبدالغفار) بن حبيب الطائي الجازي بالجيم والزاي من أهل الجازية قرية بالنهرين روى عن أبي عبدالله عليه السلام ثقة.</w:t>
      </w:r>
    </w:p>
    <w:p w:rsidR="00F04D17" w:rsidRDefault="00F04D17" w:rsidP="00F04D17">
      <w:pPr>
        <w:pStyle w:val="libNormal"/>
        <w:rPr>
          <w:rtl/>
        </w:rPr>
      </w:pPr>
      <w:r>
        <w:rPr>
          <w:rtl/>
        </w:rPr>
        <w:br w:type="page"/>
      </w:r>
    </w:p>
    <w:p w:rsidR="00F04D17" w:rsidRDefault="00F04D17" w:rsidP="00F04D17">
      <w:pPr>
        <w:pStyle w:val="Heading3Center"/>
        <w:rPr>
          <w:rtl/>
        </w:rPr>
      </w:pPr>
      <w:bookmarkStart w:id="196" w:name="100"/>
      <w:bookmarkStart w:id="197" w:name="_Toc418412020"/>
      <w:r>
        <w:rPr>
          <w:rtl/>
        </w:rPr>
        <w:lastRenderedPageBreak/>
        <w:t>الباب العاشر العباس عشرة رجال</w:t>
      </w:r>
      <w:bookmarkEnd w:id="196"/>
      <w:bookmarkEnd w:id="197"/>
    </w:p>
    <w:p w:rsidR="00F04D17" w:rsidRDefault="00F04D17" w:rsidP="00F04D17">
      <w:pPr>
        <w:pStyle w:val="libNormal"/>
        <w:rPr>
          <w:rtl/>
        </w:rPr>
      </w:pPr>
      <w:r>
        <w:rPr>
          <w:rtl/>
        </w:rPr>
        <w:t>1 - (العباس) بن عبدالمطلب عم رسول الله صلى الله عليه وآله سيد من سادات أصحابه وهو من أصحاب علي عليه السلام أيض</w:t>
      </w:r>
      <w:r w:rsidR="00CD27DE">
        <w:rPr>
          <w:rtl/>
        </w:rPr>
        <w:t>اً</w:t>
      </w:r>
      <w:r>
        <w:rPr>
          <w:rtl/>
        </w:rPr>
        <w:t>.</w:t>
      </w:r>
    </w:p>
    <w:p w:rsidR="00F04D17" w:rsidRDefault="00F04D17" w:rsidP="00F04D17">
      <w:pPr>
        <w:pStyle w:val="libNormal"/>
        <w:rPr>
          <w:rtl/>
        </w:rPr>
      </w:pPr>
      <w:r>
        <w:rPr>
          <w:rtl/>
        </w:rPr>
        <w:t>2 - (العباس) بن علي بن أبي طالب عليه السلام من أصحاب أخيه الحسين عليه السلام قتل معه بكربلا قتله حكيم بن الطفيل !.</w:t>
      </w:r>
    </w:p>
    <w:p w:rsidR="00F04D17" w:rsidRDefault="00F04D17" w:rsidP="00F04D17">
      <w:pPr>
        <w:pStyle w:val="libNormal"/>
        <w:rPr>
          <w:rtl/>
        </w:rPr>
      </w:pPr>
      <w:r>
        <w:rPr>
          <w:rtl/>
        </w:rPr>
        <w:t>3 - (العباس) بن موسى النخاس كوفي من أصحاب الرضا عليه السلام ثقة.</w:t>
      </w:r>
    </w:p>
    <w:p w:rsidR="00F04D17" w:rsidRDefault="00F04D17" w:rsidP="00F04D17">
      <w:pPr>
        <w:pStyle w:val="libNormal"/>
        <w:rPr>
          <w:rtl/>
        </w:rPr>
      </w:pPr>
      <w:r>
        <w:rPr>
          <w:rtl/>
        </w:rPr>
        <w:t>4 - (العباس) بن معروف مولى جعفر بن عمران بن عبدالله الاشعري قمي ثقة صحيح.</w:t>
      </w:r>
    </w:p>
    <w:p w:rsidR="00F04D17" w:rsidRDefault="00F04D17" w:rsidP="00F04D17">
      <w:pPr>
        <w:pStyle w:val="libNormal"/>
        <w:rPr>
          <w:rtl/>
        </w:rPr>
      </w:pPr>
      <w:r>
        <w:rPr>
          <w:rtl/>
        </w:rPr>
        <w:t>5 - (العباس) بن هشام ابوالفضل الناشري بالشين المعجمة بعد الالف التي هي بعد النون الاسدي عربي ثقة جليل في أصحابنا كثير الرواية، كسر اسمه، فقيل: عبيس.</w:t>
      </w:r>
    </w:p>
    <w:p w:rsidR="00F04D17" w:rsidRDefault="00F04D17" w:rsidP="00F04D17">
      <w:pPr>
        <w:pStyle w:val="libNormal"/>
        <w:rPr>
          <w:rtl/>
        </w:rPr>
      </w:pPr>
      <w:r>
        <w:rPr>
          <w:rtl/>
        </w:rPr>
        <w:t>6 - (العباس) بن موسى أبوالفضل الوراق ثقة نزل بغداد، وكان من أصحاب يونس.</w:t>
      </w:r>
    </w:p>
    <w:p w:rsidR="00F04D17" w:rsidRDefault="00F04D17" w:rsidP="00F04D17">
      <w:pPr>
        <w:pStyle w:val="libNormal"/>
        <w:rPr>
          <w:rtl/>
        </w:rPr>
      </w:pPr>
      <w:r>
        <w:rPr>
          <w:rtl/>
        </w:rPr>
        <w:t>7 - (العباس) بن عامر بن رياح أبوالفضل الثقفي القصباني (القصاني خ ل) الشيخ الصدوق الثقة كثير الحديث.</w:t>
      </w:r>
    </w:p>
    <w:p w:rsidR="00F04D17" w:rsidRDefault="00F04D17" w:rsidP="00F04D17">
      <w:pPr>
        <w:pStyle w:val="libNormal"/>
        <w:rPr>
          <w:rtl/>
        </w:rPr>
      </w:pPr>
      <w:r>
        <w:rPr>
          <w:rtl/>
        </w:rPr>
        <w:t>8 - (العباس) بن يزيد الخريزي بالخاء المعجمة والراء والياء المنقطة تحتها نقطتين والزاى كوفي ثقة.</w:t>
      </w:r>
    </w:p>
    <w:p w:rsidR="00F04D17" w:rsidRDefault="00F04D17" w:rsidP="00F04D17">
      <w:pPr>
        <w:pStyle w:val="libNormal"/>
        <w:rPr>
          <w:rtl/>
        </w:rPr>
      </w:pPr>
      <w:r>
        <w:rPr>
          <w:rtl/>
        </w:rPr>
        <w:t>9 - (العباس) بن علي بن أبي سارة كوفي ثقة.</w:t>
      </w:r>
    </w:p>
    <w:p w:rsidR="00F04D17" w:rsidRDefault="00F04D17" w:rsidP="00F04D17">
      <w:pPr>
        <w:pStyle w:val="libNormal"/>
        <w:rPr>
          <w:rtl/>
        </w:rPr>
      </w:pPr>
      <w:r>
        <w:rPr>
          <w:rtl/>
        </w:rPr>
        <w:t>10 - (العباس) بن الوليد بن صبيح كوفي ثقة روى عن أبي عبدالله عليه السلام</w:t>
      </w:r>
    </w:p>
    <w:p w:rsidR="00F04D17" w:rsidRDefault="00F04D17" w:rsidP="00F04D17">
      <w:pPr>
        <w:pStyle w:val="libNormal"/>
        <w:rPr>
          <w:rtl/>
        </w:rPr>
      </w:pPr>
      <w:r>
        <w:rPr>
          <w:rtl/>
        </w:rPr>
        <w:br w:type="page"/>
      </w:r>
    </w:p>
    <w:p w:rsidR="00F04D17" w:rsidRDefault="00F04D17" w:rsidP="00F04D17">
      <w:pPr>
        <w:pStyle w:val="Heading3Center"/>
        <w:rPr>
          <w:rtl/>
        </w:rPr>
      </w:pPr>
      <w:bookmarkStart w:id="198" w:name="101"/>
      <w:bookmarkStart w:id="199" w:name="_Toc418412021"/>
      <w:r>
        <w:rPr>
          <w:rtl/>
        </w:rPr>
        <w:lastRenderedPageBreak/>
        <w:t>الباب الحادي عشر عمر تسعة رجال</w:t>
      </w:r>
      <w:bookmarkEnd w:id="198"/>
      <w:bookmarkEnd w:id="199"/>
    </w:p>
    <w:p w:rsidR="00F04D17" w:rsidRDefault="00F04D17" w:rsidP="00F04D17">
      <w:pPr>
        <w:pStyle w:val="libNormal"/>
        <w:rPr>
          <w:rtl/>
        </w:rPr>
      </w:pPr>
      <w:r>
        <w:rPr>
          <w:rtl/>
        </w:rPr>
        <w:t>1 - (عمر) بن محمد بن يزيد ابوالاسود بياع السابري مولى ثقيف كوفي ثقة جليل أحد من كان يفد في كل سنة، روى عن أبي عبدالله وأبي الحسن عليهما السلام وأثنى عليه الصادق عليه السلام شفاه</w:t>
      </w:r>
      <w:r w:rsidR="00CD27DE">
        <w:rPr>
          <w:rtl/>
        </w:rPr>
        <w:t>اً</w:t>
      </w:r>
      <w:r>
        <w:rPr>
          <w:rtl/>
        </w:rPr>
        <w:t>.</w:t>
      </w:r>
    </w:p>
    <w:p w:rsidR="00F04D17" w:rsidRDefault="00F04D17" w:rsidP="00F04D17">
      <w:pPr>
        <w:pStyle w:val="libNormal"/>
        <w:rPr>
          <w:rtl/>
        </w:rPr>
      </w:pPr>
      <w:r>
        <w:rPr>
          <w:rtl/>
        </w:rPr>
        <w:t>2 - (عمر) بن محمد بن اذينه بضم الهمزة وفتح الذال المعجمة وسكون الياء المنقطة تحتها نقطتين وفتح النون شيخ من أصحابنا البصريين ووجهم روى عن أبي عبدالله عليه السلام مكاتبته، له كتاب (الفرائض) وكان ثقة صحيح</w:t>
      </w:r>
      <w:r w:rsidR="00CD27DE">
        <w:rPr>
          <w:rtl/>
        </w:rPr>
        <w:t>اً</w:t>
      </w:r>
      <w:r>
        <w:rPr>
          <w:rtl/>
        </w:rPr>
        <w:t>.</w:t>
      </w:r>
    </w:p>
    <w:p w:rsidR="00F04D17" w:rsidRDefault="00F04D17" w:rsidP="00F04D17">
      <w:pPr>
        <w:pStyle w:val="libNormal"/>
        <w:rPr>
          <w:rtl/>
        </w:rPr>
      </w:pPr>
      <w:r>
        <w:rPr>
          <w:rtl/>
        </w:rPr>
        <w:t>قال الكشي: قال حمدويه: سمعت أشياخي، منهم العبيدي وغيره: ان ابن اذينة كوفي، وكان هرب من المهدي ومات باليمن، فلذلك لم يرو عنه كثير.</w:t>
      </w:r>
    </w:p>
    <w:p w:rsidR="00F04D17" w:rsidRDefault="00F04D17" w:rsidP="00F04D17">
      <w:pPr>
        <w:pStyle w:val="libNormal"/>
        <w:rPr>
          <w:rtl/>
        </w:rPr>
      </w:pPr>
      <w:r>
        <w:rPr>
          <w:rtl/>
        </w:rPr>
        <w:t>ويقال: اسمه محمد بن عمر بن اذينة، غلب عليه اسم ابيه، وهو كوفي مولى لعبد القيس.</w:t>
      </w:r>
    </w:p>
    <w:p w:rsidR="00F04D17" w:rsidRDefault="00F04D17" w:rsidP="00F04D17">
      <w:pPr>
        <w:pStyle w:val="libNormal"/>
        <w:rPr>
          <w:rtl/>
        </w:rPr>
      </w:pPr>
      <w:r>
        <w:rPr>
          <w:rtl/>
        </w:rPr>
        <w:t>3 - (عمر) بن محمد بن سليم البرا يكنى أبا بكر المعروف بابن الجعابي، خرج الي سيف الدولة فقر به وإختص به، وكان حفظة عارف</w:t>
      </w:r>
      <w:r w:rsidR="00CD27DE">
        <w:rPr>
          <w:rtl/>
        </w:rPr>
        <w:t>اً</w:t>
      </w:r>
      <w:r>
        <w:rPr>
          <w:rtl/>
        </w:rPr>
        <w:t xml:space="preserve"> بالرجال من العامة والخاصة.</w:t>
      </w:r>
    </w:p>
    <w:p w:rsidR="00F04D17" w:rsidRDefault="00F04D17" w:rsidP="00F04D17">
      <w:pPr>
        <w:pStyle w:val="libNormal"/>
        <w:rPr>
          <w:rtl/>
        </w:rPr>
      </w:pPr>
      <w:r>
        <w:rPr>
          <w:rtl/>
        </w:rPr>
        <w:t>هذا قول الشيخ الطوسي (ره) وهو لايوجب التعديل، لكنه من المرجحات 4 - (عمر) بن أبى زياد الابزاري بالزاى بعد الباء المنقطة تحتها نقطة والراء بعد الالف روى عن أبي عبدالله عليه السلام ثقة.</w:t>
      </w:r>
    </w:p>
    <w:p w:rsidR="00F04D17" w:rsidRDefault="00F04D17" w:rsidP="00F04D17">
      <w:pPr>
        <w:pStyle w:val="libNormal"/>
        <w:rPr>
          <w:rtl/>
        </w:rPr>
      </w:pPr>
      <w:r>
        <w:rPr>
          <w:rtl/>
        </w:rPr>
        <w:t>5 - (عمر) بن الربيع ابوأحمد البصري ثقة روى عن أبي عبدالله عليه السلام.</w:t>
      </w:r>
    </w:p>
    <w:p w:rsidR="00F04D17" w:rsidRDefault="00F04D17" w:rsidP="00F04D17">
      <w:pPr>
        <w:pStyle w:val="libNormal"/>
        <w:rPr>
          <w:rtl/>
        </w:rPr>
      </w:pPr>
      <w:r>
        <w:rPr>
          <w:rtl/>
        </w:rPr>
        <w:t>6 - (عمر) بن حفص الرماني ثقة روى عن أبي عبدالله عليه السلام وعن رجل عن أبي عبدالله عليه السلام.</w:t>
      </w:r>
    </w:p>
    <w:p w:rsidR="00F04D17" w:rsidRDefault="00F04D17" w:rsidP="00F04D17">
      <w:pPr>
        <w:pStyle w:val="libNormal"/>
        <w:rPr>
          <w:rtl/>
        </w:rPr>
      </w:pPr>
      <w:r>
        <w:rPr>
          <w:rtl/>
        </w:rPr>
        <w:t>7 - (عمر) بن سالم صاحب السابري كوفي وأخوه حفص رويا عن أبي عبدالله عليه السلام وكانا ثقتين.</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8 - (عمر) بن ابان الكلبي أبوحفص مولى كوفي ثقة روى عن أبي عبدالله عليه السلام.</w:t>
      </w:r>
    </w:p>
    <w:p w:rsidR="00F04D17" w:rsidRDefault="00F04D17" w:rsidP="00F04D17">
      <w:pPr>
        <w:pStyle w:val="libNormal"/>
        <w:rPr>
          <w:rtl/>
        </w:rPr>
      </w:pPr>
      <w:r>
        <w:rPr>
          <w:rtl/>
        </w:rPr>
        <w:t>9 - (عمر) بن خالد الحناط بالنون لقبه الافرق بالقاف أخير</w:t>
      </w:r>
      <w:r w:rsidR="00CD27DE">
        <w:rPr>
          <w:rtl/>
        </w:rPr>
        <w:t>اً</w:t>
      </w:r>
      <w:r>
        <w:rPr>
          <w:rtl/>
        </w:rPr>
        <w:t xml:space="preserve"> والفاء أولا مولى ثقة عين.</w:t>
      </w:r>
    </w:p>
    <w:p w:rsidR="00F04D17" w:rsidRDefault="00F04D17" w:rsidP="00F04D17">
      <w:pPr>
        <w:pStyle w:val="Heading3Center"/>
        <w:rPr>
          <w:rtl/>
        </w:rPr>
      </w:pPr>
      <w:bookmarkStart w:id="200" w:name="102"/>
      <w:bookmarkStart w:id="201" w:name="_Toc418412022"/>
      <w:r>
        <w:rPr>
          <w:rtl/>
        </w:rPr>
        <w:t>الباب الثاني عشر عمرو أحد عشر رجلا</w:t>
      </w:r>
      <w:bookmarkEnd w:id="200"/>
      <w:bookmarkEnd w:id="201"/>
    </w:p>
    <w:p w:rsidR="00F04D17" w:rsidRDefault="00F04D17" w:rsidP="00F04D17">
      <w:pPr>
        <w:pStyle w:val="libNormal"/>
        <w:rPr>
          <w:rtl/>
        </w:rPr>
      </w:pPr>
      <w:r>
        <w:rPr>
          <w:rtl/>
        </w:rPr>
        <w:t>1 - (عمرو) بن محصن يكنى أبا حجة (احنجة خ ل) من أصحاب أميرالمؤمنين عليه السلام اصيب بصفين، وهو الذي جهز أميرالمؤمنين عليه السلام بمائة ألف درهم فبمسيره إلى الجمل.</w:t>
      </w:r>
    </w:p>
    <w:p w:rsidR="00F04D17" w:rsidRDefault="00F04D17" w:rsidP="00F04D17">
      <w:pPr>
        <w:pStyle w:val="libNormal"/>
        <w:rPr>
          <w:rtl/>
        </w:rPr>
      </w:pPr>
      <w:r>
        <w:rPr>
          <w:rtl/>
        </w:rPr>
        <w:t>2 - (عمرو) بن أبي المقدام.</w:t>
      </w:r>
    </w:p>
    <w:p w:rsidR="00F04D17" w:rsidRDefault="00F04D17" w:rsidP="00F04D17">
      <w:pPr>
        <w:pStyle w:val="libNormal"/>
        <w:rPr>
          <w:rtl/>
        </w:rPr>
      </w:pPr>
      <w:r>
        <w:rPr>
          <w:rtl/>
        </w:rPr>
        <w:t>روى الكشي باسناد متصل إلى أبي العرندس عن رجل من قريش: ان الصادق عليه السلام قال عنه: هذا أمير الحاج. وهذه الرواية من المرجحات، ولعل الذي وثقة ابن الغضايري ونقل عن بعض أصحابنا تضعيفه، هو هذا.</w:t>
      </w:r>
    </w:p>
    <w:p w:rsidR="00F04D17" w:rsidRDefault="00F04D17" w:rsidP="00F04D17">
      <w:pPr>
        <w:pStyle w:val="libNormal"/>
        <w:rPr>
          <w:rtl/>
        </w:rPr>
      </w:pPr>
      <w:r>
        <w:rPr>
          <w:rtl/>
        </w:rPr>
        <w:t>3 - (عمرو) بن سعيد المدايني.</w:t>
      </w:r>
    </w:p>
    <w:p w:rsidR="00F04D17" w:rsidRDefault="00F04D17" w:rsidP="00F04D17">
      <w:pPr>
        <w:pStyle w:val="libNormal"/>
        <w:rPr>
          <w:rtl/>
        </w:rPr>
      </w:pPr>
      <w:r>
        <w:rPr>
          <w:rtl/>
        </w:rPr>
        <w:t>قال النجاشي: انه ثقة روى عن الرضا عليه السلام. وقال الكشي: قال نصر بن الصباح: عمرو بن سعيد فطحي. ونصر لا أعتمد على قوله.</w:t>
      </w:r>
    </w:p>
    <w:p w:rsidR="00F04D17" w:rsidRDefault="00F04D17" w:rsidP="00F04D17">
      <w:pPr>
        <w:pStyle w:val="libNormal"/>
        <w:rPr>
          <w:rtl/>
        </w:rPr>
      </w:pPr>
      <w:r>
        <w:rPr>
          <w:rtl/>
        </w:rPr>
        <w:t>4 - (عمرو) بن الحمق بالحاء المهملة والقاف بعد الميم.</w:t>
      </w:r>
    </w:p>
    <w:p w:rsidR="00F04D17" w:rsidRDefault="00F04D17" w:rsidP="00F04D17">
      <w:pPr>
        <w:pStyle w:val="libNormal"/>
        <w:rPr>
          <w:rtl/>
        </w:rPr>
      </w:pPr>
      <w:r>
        <w:rPr>
          <w:rtl/>
        </w:rPr>
        <w:t>قال الكشي عن الفضل بن شاذان: انه من الذين رجعوا إلى أميرالمؤمنين عليه السلام.</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5 - (عمرو) بن حريث بالحاء المضمومة المهملة والثاء المنقطة فوقها ثلاث نقط بعد الياء المنقطة تحتها نقطتين.</w:t>
      </w:r>
    </w:p>
    <w:p w:rsidR="00F04D17" w:rsidRDefault="00F04D17" w:rsidP="00F04D17">
      <w:pPr>
        <w:pStyle w:val="libNormal"/>
        <w:rPr>
          <w:rtl/>
        </w:rPr>
      </w:pPr>
      <w:r>
        <w:rPr>
          <w:rtl/>
        </w:rPr>
        <w:t>روى الكشي عن جعفر بن أحمد بن أيوب عن صفوان عن عمرو بن حريث ما يشهد بصحة عقيدته وإيمانه، وهذا طريق مشكور. وقال النجاشي: عمرو بن حريث أبوأحمد الصيرفي الاسدي كوفي ثقة مولى، روى عن أبي عبدالله الصادق عليه السلام. والذي يظهر لنا انه ليس هو الذي ذكره الشيخ الطوسي (ره) في أصحاب أميرالمؤمنين عليه السلام، وذكر انه عدو الله ملعون.</w:t>
      </w:r>
    </w:p>
    <w:p w:rsidR="00F04D17" w:rsidRDefault="00F04D17" w:rsidP="00F04D17">
      <w:pPr>
        <w:pStyle w:val="libNormal"/>
        <w:rPr>
          <w:rtl/>
        </w:rPr>
      </w:pPr>
      <w:r>
        <w:rPr>
          <w:rtl/>
        </w:rPr>
        <w:t>6 - (عمرو) بن عثمان الثقفى الخزاز.</w:t>
      </w:r>
    </w:p>
    <w:p w:rsidR="00F04D17" w:rsidRDefault="00F04D17" w:rsidP="00F04D17">
      <w:pPr>
        <w:pStyle w:val="libNormal"/>
        <w:rPr>
          <w:rtl/>
        </w:rPr>
      </w:pPr>
      <w:r>
        <w:rPr>
          <w:rtl/>
        </w:rPr>
        <w:t>وقيل: الازدي أبوعلي كوفي ثقة روى عن أبيه عن سعد بن يسار، وله ابن اسمه محمد روى عنه ابن عقدة، وكان عمرو بن عثمان نقي الحديث صحيح الحكايات.</w:t>
      </w:r>
    </w:p>
    <w:p w:rsidR="00F04D17" w:rsidRDefault="00F04D17" w:rsidP="00F04D17">
      <w:pPr>
        <w:pStyle w:val="libNormal"/>
        <w:rPr>
          <w:rtl/>
        </w:rPr>
      </w:pPr>
      <w:r>
        <w:rPr>
          <w:rtl/>
        </w:rPr>
        <w:t>7 - (عمرو) بن الياس بن عمرو بن الياس البجلي أيض</w:t>
      </w:r>
      <w:r w:rsidR="00CD27DE">
        <w:rPr>
          <w:rtl/>
        </w:rPr>
        <w:t>اً</w:t>
      </w:r>
      <w:r>
        <w:rPr>
          <w:rtl/>
        </w:rPr>
        <w:t xml:space="preserve"> ابن ابن ذاك، روى عن أبي عبدالله عليه السلام روى عنه الطاطري وهو ثقة هو وأخواه يعقوب ورقبم.</w:t>
      </w:r>
    </w:p>
    <w:p w:rsidR="00F04D17" w:rsidRDefault="00F04D17" w:rsidP="00F04D17">
      <w:pPr>
        <w:pStyle w:val="libNormal"/>
        <w:rPr>
          <w:rtl/>
        </w:rPr>
      </w:pPr>
      <w:r>
        <w:rPr>
          <w:rtl/>
        </w:rPr>
        <w:t>8 - (عمرو) بن إبراهيم الازدي كوفي ثقة روى عن أبي عبدالله عليه السلام.</w:t>
      </w:r>
    </w:p>
    <w:p w:rsidR="00F04D17" w:rsidRDefault="00F04D17" w:rsidP="00F04D17">
      <w:pPr>
        <w:pStyle w:val="libNormal"/>
        <w:rPr>
          <w:rtl/>
        </w:rPr>
      </w:pPr>
      <w:r>
        <w:rPr>
          <w:rtl/>
        </w:rPr>
        <w:t>9 - (عمرو) بن مروان ثقة.</w:t>
      </w:r>
    </w:p>
    <w:p w:rsidR="00F04D17" w:rsidRDefault="00F04D17" w:rsidP="00F04D17">
      <w:pPr>
        <w:pStyle w:val="libNormal"/>
        <w:rPr>
          <w:rtl/>
        </w:rPr>
      </w:pPr>
      <w:r>
        <w:rPr>
          <w:rtl/>
        </w:rPr>
        <w:t>10 - (عمرو) بن أبي نصر واسمه زيد.</w:t>
      </w:r>
    </w:p>
    <w:p w:rsidR="00F04D17" w:rsidRDefault="00F04D17" w:rsidP="00F04D17">
      <w:pPr>
        <w:pStyle w:val="libNormal"/>
        <w:rPr>
          <w:rtl/>
        </w:rPr>
      </w:pPr>
      <w:r>
        <w:rPr>
          <w:rtl/>
        </w:rPr>
        <w:t>وقيل: زياد مولى السكون ثم مولى يزيد بن فرات الشرعي ثقة روى عن أبي عبدالله عليه السلام.</w:t>
      </w:r>
    </w:p>
    <w:p w:rsidR="00F04D17" w:rsidRDefault="00F04D17" w:rsidP="00F04D17">
      <w:pPr>
        <w:pStyle w:val="libNormal"/>
        <w:rPr>
          <w:rtl/>
        </w:rPr>
      </w:pPr>
      <w:r>
        <w:rPr>
          <w:rtl/>
        </w:rPr>
        <w:t>11 - (عمرو) بن منهال باللام كوفي ثقة.</w:t>
      </w:r>
    </w:p>
    <w:p w:rsidR="00F04D17" w:rsidRDefault="00F04D17" w:rsidP="00F04D17">
      <w:pPr>
        <w:pStyle w:val="Heading3Center"/>
        <w:rPr>
          <w:rtl/>
        </w:rPr>
      </w:pPr>
      <w:bookmarkStart w:id="202" w:name="103"/>
      <w:bookmarkStart w:id="203" w:name="_Toc418412023"/>
      <w:r>
        <w:rPr>
          <w:rtl/>
        </w:rPr>
        <w:t>الباب الثالث عشر عيسى سبعة رجال</w:t>
      </w:r>
      <w:bookmarkEnd w:id="202"/>
      <w:bookmarkEnd w:id="203"/>
    </w:p>
    <w:p w:rsidR="00F04D17" w:rsidRDefault="00F04D17" w:rsidP="00F04D17">
      <w:pPr>
        <w:pStyle w:val="libNormal"/>
        <w:rPr>
          <w:rtl/>
        </w:rPr>
      </w:pPr>
      <w:r>
        <w:rPr>
          <w:rtl/>
        </w:rPr>
        <w:t>1 - (عيسى) بن جعفر بن عاصم.</w:t>
      </w:r>
    </w:p>
    <w:p w:rsidR="00F04D17" w:rsidRDefault="00F04D17" w:rsidP="00F04D17">
      <w:pPr>
        <w:pStyle w:val="libNormal"/>
        <w:rPr>
          <w:rtl/>
        </w:rPr>
      </w:pPr>
      <w:r>
        <w:rPr>
          <w:rtl/>
        </w:rPr>
        <w:t>روى الكشي: ان أبا الحسن عليه السلام دعا له، وفي الطريق أحمد بن هلال.</w:t>
      </w:r>
    </w:p>
    <w:p w:rsidR="00F04D17" w:rsidRDefault="00F04D17" w:rsidP="00F04D17">
      <w:pPr>
        <w:pStyle w:val="libNormal"/>
        <w:rPr>
          <w:rtl/>
        </w:rPr>
      </w:pPr>
      <w:r>
        <w:rPr>
          <w:rtl/>
        </w:rPr>
        <w:t>وهو عندي ضعيف، فهذه الرواية لاتوجب تعديلا، لكنها عندي من المرجحات.</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2 - (عيسى) بن أبي منصور شلقان بالشين المعجمة والقاف والنون وإسم أبي منصور صبيح.</w:t>
      </w:r>
    </w:p>
    <w:p w:rsidR="00F04D17" w:rsidRDefault="00F04D17" w:rsidP="00F04D17">
      <w:pPr>
        <w:pStyle w:val="libNormal"/>
        <w:rPr>
          <w:rtl/>
        </w:rPr>
      </w:pPr>
      <w:r>
        <w:rPr>
          <w:rtl/>
        </w:rPr>
        <w:t>قال ابن بابويه: وكنية عيسى أبوصالح. روى الكشي: عن محمد بن عيسى قال كتب إلى أبومحمد الفضل بن شاذان يذكر عن محمد بن أبي عمير عن إبراهيم بن عبدالحميد عن سعيد بن يسار عن عبدالله ابن أبي يعفور: ان الصادق عليه السلام قال في عيسى: من أحب ان يرى رجلا من أهل الجنة فلينظر إلى هذا.</w:t>
      </w:r>
    </w:p>
    <w:p w:rsidR="00F04D17" w:rsidRDefault="00F04D17" w:rsidP="00F04D17">
      <w:pPr>
        <w:pStyle w:val="libNormal"/>
        <w:rPr>
          <w:rtl/>
        </w:rPr>
      </w:pPr>
      <w:r>
        <w:rPr>
          <w:rtl/>
        </w:rPr>
        <w:t>وعن الصادق عليه السلام: انه خيار في الدنيا وخيار في الاخرة. وروى أبوجعفر بن بابويه في ثبت أسماء رجاله: عن محمد بن الحسن بن الوليد عن محمد بن الحسن الصفار عن يعقوب بن يزيد عن ابن أبي عمير عن إبراهيم بن عبدالحميد عن عبدالله بن سنان عن ابن أبي يعفور قال كنت عند أبي عبدالله عليه السلام إذ أقبل عيسى بن أبي منصور فقال له إذا أردت ان تنظر إلى خيار في الدنيا وخيار في الاخرة فلتنظر إليه.</w:t>
      </w:r>
    </w:p>
    <w:p w:rsidR="00F04D17" w:rsidRDefault="00F04D17" w:rsidP="00F04D17">
      <w:pPr>
        <w:pStyle w:val="libNormal"/>
        <w:rPr>
          <w:rtl/>
        </w:rPr>
      </w:pPr>
      <w:r>
        <w:rPr>
          <w:rtl/>
        </w:rPr>
        <w:t>وهذا الطريق حسن.</w:t>
      </w:r>
    </w:p>
    <w:p w:rsidR="00F04D17" w:rsidRDefault="00F04D17" w:rsidP="00F04D17">
      <w:pPr>
        <w:pStyle w:val="libNormal"/>
        <w:rPr>
          <w:rtl/>
        </w:rPr>
      </w:pPr>
      <w:r>
        <w:rPr>
          <w:rtl/>
        </w:rPr>
        <w:t>قال أبوعمرو الكشي سألت حمدويه بن نصير عن عيسى؟ فقال خير فاضل هو المعروف بشلقان وهو ابن أبي منصور وإسم أبي منصور صبيح. وقال النجاشي: عيسى بن صبيح العرزمي عربي صليب ثقة روى عن أبي عبدالله عليه السلام.</w:t>
      </w:r>
    </w:p>
    <w:p w:rsidR="00F04D17" w:rsidRDefault="00F04D17" w:rsidP="00F04D17">
      <w:pPr>
        <w:pStyle w:val="libNormal"/>
        <w:rPr>
          <w:rtl/>
        </w:rPr>
      </w:pPr>
      <w:r>
        <w:rPr>
          <w:rtl/>
        </w:rPr>
        <w:t>3 - (عيسى) بن عبدالله القمي.</w:t>
      </w:r>
    </w:p>
    <w:p w:rsidR="00F04D17" w:rsidRDefault="00F04D17" w:rsidP="00F04D17">
      <w:pPr>
        <w:pStyle w:val="libNormal"/>
        <w:rPr>
          <w:rtl/>
        </w:rPr>
      </w:pPr>
      <w:r>
        <w:rPr>
          <w:rtl/>
        </w:rPr>
        <w:t>روى الكشي عن حمدويه بن نصير عن محمد بن الحسين بن أبي الخطاب عن أحمد أبن محمد بن عيسى عن يونس بن يعقوب ان الصادق عليه السلام قبل بين عينيه، وقال أنت منا أهل البيت. وهذا الطريق واضح.</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4 - (عيسى) بن السري أبواليسع الكرخي بغدادي مولى ثقة روى عن أبي عبدالله عليه السلام.</w:t>
      </w:r>
    </w:p>
    <w:p w:rsidR="00F04D17" w:rsidRDefault="00F04D17" w:rsidP="00F04D17">
      <w:pPr>
        <w:pStyle w:val="libNormal"/>
        <w:rPr>
          <w:rtl/>
        </w:rPr>
      </w:pPr>
      <w:r>
        <w:rPr>
          <w:rtl/>
        </w:rPr>
        <w:t>5 - (عيسى) بن أعين الجريزي بالجيم والراء قبل الياء وبعدها الاسدي مولى كوفي ثقة روى عن أبي عبدالله.</w:t>
      </w:r>
    </w:p>
    <w:p w:rsidR="00F04D17" w:rsidRDefault="00F04D17" w:rsidP="00F04D17">
      <w:pPr>
        <w:pStyle w:val="libNormal"/>
        <w:rPr>
          <w:rtl/>
        </w:rPr>
      </w:pPr>
      <w:r>
        <w:rPr>
          <w:rtl/>
        </w:rPr>
        <w:t>6 - (عيسى) بن صبيح بفتح الصاد المهملة العرزمي بالزاي بعد الراء عربي صليب ثقة، وقد تقدم ذكره، روى عن أبي عبدالله عليه السلام.</w:t>
      </w:r>
    </w:p>
    <w:p w:rsidR="00F04D17" w:rsidRDefault="00F04D17" w:rsidP="00F04D17">
      <w:pPr>
        <w:pStyle w:val="libNormal"/>
        <w:rPr>
          <w:rtl/>
        </w:rPr>
      </w:pPr>
      <w:r>
        <w:rPr>
          <w:rtl/>
        </w:rPr>
        <w:t>7 - (عيسى) بن عبدالله بن سعد، قال علي بن أحمد العقيقي: انه يشبه أباه وكان وجه</w:t>
      </w:r>
      <w:r w:rsidR="00CD27DE">
        <w:rPr>
          <w:rtl/>
        </w:rPr>
        <w:t>اً</w:t>
      </w:r>
      <w:r>
        <w:rPr>
          <w:rtl/>
        </w:rPr>
        <w:t xml:space="preserve"> عند أبي عبدالله عليه السلام مختص</w:t>
      </w:r>
      <w:r w:rsidR="00CD27DE">
        <w:rPr>
          <w:rtl/>
        </w:rPr>
        <w:t>اً</w:t>
      </w:r>
      <w:r>
        <w:rPr>
          <w:rtl/>
        </w:rPr>
        <w:t xml:space="preserve"> به.</w:t>
      </w:r>
    </w:p>
    <w:p w:rsidR="00F04D17" w:rsidRDefault="00F04D17" w:rsidP="00F04D17">
      <w:pPr>
        <w:pStyle w:val="Heading3Center"/>
        <w:rPr>
          <w:rtl/>
        </w:rPr>
      </w:pPr>
      <w:bookmarkStart w:id="204" w:name="104"/>
      <w:bookmarkStart w:id="205" w:name="_Toc418412024"/>
      <w:r>
        <w:rPr>
          <w:rtl/>
        </w:rPr>
        <w:t>الباب الرابع عشر العلا أربعة رجال</w:t>
      </w:r>
      <w:bookmarkEnd w:id="204"/>
      <w:bookmarkEnd w:id="205"/>
    </w:p>
    <w:p w:rsidR="00F04D17" w:rsidRDefault="00F04D17" w:rsidP="00F04D17">
      <w:pPr>
        <w:pStyle w:val="libNormal"/>
        <w:rPr>
          <w:rtl/>
        </w:rPr>
      </w:pPr>
      <w:r>
        <w:rPr>
          <w:rtl/>
        </w:rPr>
        <w:t>1 - (العلا) بن فضل بن يسار بالسين المهملة أبوالقاسم النهدي منسوب إلى نهد بن زيد بن سود بن أسلم بن اطاف بن قضاعة مولى بصري ثقة.</w:t>
      </w:r>
    </w:p>
    <w:p w:rsidR="00F04D17" w:rsidRDefault="00F04D17" w:rsidP="00F04D17">
      <w:pPr>
        <w:pStyle w:val="libNormal"/>
        <w:rPr>
          <w:rtl/>
        </w:rPr>
      </w:pPr>
      <w:r>
        <w:rPr>
          <w:rtl/>
        </w:rPr>
        <w:t>2 - (العلا) بن رزين بتقديم الراء المفتوحة على الزاي والنون بعد الياء المنقطة تحتها نقطتين الفلا ثقفي مولى، قاله ابن فضال.</w:t>
      </w:r>
    </w:p>
    <w:p w:rsidR="00F04D17" w:rsidRDefault="00F04D17" w:rsidP="00F04D17">
      <w:pPr>
        <w:pStyle w:val="libNormal"/>
        <w:rPr>
          <w:rtl/>
        </w:rPr>
      </w:pPr>
      <w:r>
        <w:rPr>
          <w:rtl/>
        </w:rPr>
        <w:t>وقال ابن عبدة الناسب: مولى يشكر كان يقلي السويق، روى عن أبي عبدالله عليه السلام وصحب محمد بن مسلم وتفقه عليه وكان ثقة جليل القدر وجه</w:t>
      </w:r>
      <w:r w:rsidR="00CD27DE">
        <w:rPr>
          <w:rtl/>
        </w:rPr>
        <w:t>اً</w:t>
      </w:r>
      <w:r>
        <w:rPr>
          <w:rtl/>
        </w:rPr>
        <w:t>.</w:t>
      </w:r>
    </w:p>
    <w:p w:rsidR="00F04D17" w:rsidRDefault="00F04D17" w:rsidP="00F04D17">
      <w:pPr>
        <w:pStyle w:val="libNormal"/>
        <w:rPr>
          <w:rtl/>
        </w:rPr>
      </w:pPr>
      <w:r>
        <w:rPr>
          <w:rtl/>
        </w:rPr>
        <w:t>3 - (العلا) بن القعد كوفي ثقة روى عن أبي عبدالله عليه السلام.</w:t>
      </w:r>
    </w:p>
    <w:p w:rsidR="00F04D17" w:rsidRDefault="00F04D17" w:rsidP="00F04D17">
      <w:pPr>
        <w:pStyle w:val="libNormal"/>
        <w:rPr>
          <w:rtl/>
        </w:rPr>
      </w:pPr>
      <w:r>
        <w:rPr>
          <w:rtl/>
        </w:rPr>
        <w:t>4 - (العلا) بن يحيى المكفوف كوفي ثقة.</w:t>
      </w:r>
    </w:p>
    <w:p w:rsidR="00F04D17" w:rsidRDefault="00F04D17" w:rsidP="00F04D17">
      <w:pPr>
        <w:pStyle w:val="libNormal"/>
        <w:rPr>
          <w:rtl/>
        </w:rPr>
      </w:pPr>
      <w:r>
        <w:rPr>
          <w:rtl/>
        </w:rPr>
        <w:br w:type="page"/>
      </w:r>
    </w:p>
    <w:p w:rsidR="00F04D17" w:rsidRDefault="00F04D17" w:rsidP="00F04D17">
      <w:pPr>
        <w:pStyle w:val="Heading3Center"/>
        <w:rPr>
          <w:rtl/>
        </w:rPr>
      </w:pPr>
      <w:bookmarkStart w:id="206" w:name="105"/>
      <w:bookmarkStart w:id="207" w:name="_Toc418412025"/>
      <w:r>
        <w:rPr>
          <w:rtl/>
        </w:rPr>
        <w:lastRenderedPageBreak/>
        <w:t>الباب الخامس عشر عامر رجلان</w:t>
      </w:r>
      <w:bookmarkEnd w:id="206"/>
      <w:bookmarkEnd w:id="207"/>
    </w:p>
    <w:p w:rsidR="00F04D17" w:rsidRDefault="00F04D17" w:rsidP="00F04D17">
      <w:pPr>
        <w:pStyle w:val="libNormal"/>
        <w:rPr>
          <w:rtl/>
        </w:rPr>
      </w:pPr>
      <w:r>
        <w:rPr>
          <w:rtl/>
        </w:rPr>
        <w:t>1 - (عامر) بن عبدالله بن جذاعة.</w:t>
      </w:r>
    </w:p>
    <w:p w:rsidR="00F04D17" w:rsidRDefault="00F04D17" w:rsidP="00F04D17">
      <w:pPr>
        <w:pStyle w:val="libNormal"/>
        <w:rPr>
          <w:rtl/>
        </w:rPr>
      </w:pPr>
      <w:r>
        <w:rPr>
          <w:rtl/>
        </w:rPr>
        <w:t xml:space="preserve">روى الكشي: عن محمد بن قولويه عن سعيد عن علي بن سليمان بن داود الرازي عن علي بن اسباط عن أبيه اسباط عن أبي الحسن موسى عليه السلام: ان عامر بن عبدالله بن جذاعة من حواري أبي جعفر محمد بن علي وحواري جعفر بن محمد عليهما السلام وروى </w:t>
      </w:r>
      <w:r w:rsidR="00CD27DE">
        <w:rPr>
          <w:rtl/>
        </w:rPr>
        <w:t>حديثاً</w:t>
      </w:r>
      <w:r>
        <w:rPr>
          <w:rtl/>
        </w:rPr>
        <w:t xml:space="preserve"> مرسلا ينافي ذلك والتعديل أرجح.</w:t>
      </w:r>
    </w:p>
    <w:p w:rsidR="00F04D17" w:rsidRDefault="00F04D17" w:rsidP="00F04D17">
      <w:pPr>
        <w:pStyle w:val="libNormal"/>
        <w:rPr>
          <w:rtl/>
        </w:rPr>
      </w:pPr>
      <w:r>
        <w:rPr>
          <w:rtl/>
        </w:rPr>
        <w:t>2 - (عامر) بن عبد قيس من الزهاد الثمانية كان مع علي عليه السلام.</w:t>
      </w:r>
    </w:p>
    <w:p w:rsidR="00F04D17" w:rsidRDefault="00F04D17" w:rsidP="00F04D17">
      <w:pPr>
        <w:pStyle w:val="Heading3Center"/>
        <w:rPr>
          <w:rtl/>
        </w:rPr>
      </w:pPr>
      <w:bookmarkStart w:id="208" w:name="106"/>
      <w:bookmarkStart w:id="209" w:name="_Toc418412026"/>
      <w:r>
        <w:rPr>
          <w:rtl/>
        </w:rPr>
        <w:t>الباب السادس عشر عمران سبعة رجال</w:t>
      </w:r>
      <w:bookmarkEnd w:id="208"/>
      <w:bookmarkEnd w:id="209"/>
    </w:p>
    <w:p w:rsidR="00F04D17" w:rsidRDefault="00F04D17" w:rsidP="00F04D17">
      <w:pPr>
        <w:pStyle w:val="libNormal"/>
        <w:rPr>
          <w:rtl/>
        </w:rPr>
      </w:pPr>
      <w:r>
        <w:rPr>
          <w:rtl/>
        </w:rPr>
        <w:t>1 - (عمران) بن محمد بن عمران بن عبدالله الاشعري من اصحاب الرضا عليه السلام ثقة.</w:t>
      </w:r>
    </w:p>
    <w:p w:rsidR="00F04D17" w:rsidRDefault="00F04D17" w:rsidP="00F04D17">
      <w:pPr>
        <w:pStyle w:val="libNormal"/>
        <w:rPr>
          <w:rtl/>
        </w:rPr>
      </w:pPr>
      <w:r>
        <w:rPr>
          <w:rtl/>
        </w:rPr>
        <w:t>2 - (عمران) بن الحصين.</w:t>
      </w:r>
    </w:p>
    <w:p w:rsidR="00F04D17" w:rsidRDefault="00F04D17" w:rsidP="00F04D17">
      <w:pPr>
        <w:pStyle w:val="libNormal"/>
        <w:rPr>
          <w:rtl/>
        </w:rPr>
      </w:pPr>
      <w:r>
        <w:rPr>
          <w:rtl/>
        </w:rPr>
        <w:t>روى الكشي عن الفضل بن شاذان: انه من الذين رجعوا إلى أميرالمؤمنين عليه السلام.</w:t>
      </w:r>
    </w:p>
    <w:p w:rsidR="00F04D17" w:rsidRDefault="00F04D17" w:rsidP="00F04D17">
      <w:pPr>
        <w:pStyle w:val="libNormal"/>
        <w:rPr>
          <w:rtl/>
        </w:rPr>
      </w:pPr>
      <w:r>
        <w:rPr>
          <w:rtl/>
        </w:rPr>
        <w:t>3 - (عمران) بن عبدالقمي.</w:t>
      </w:r>
    </w:p>
    <w:p w:rsidR="00F04D17" w:rsidRDefault="00F04D17" w:rsidP="00F04D17">
      <w:pPr>
        <w:pStyle w:val="libNormal"/>
        <w:rPr>
          <w:rtl/>
        </w:rPr>
      </w:pPr>
      <w:r>
        <w:rPr>
          <w:rtl/>
        </w:rPr>
        <w:t>روى الكشي عن محمد بن مسعود عن الحسين بن علي عن عبيدالله عن عبدالله ابن علي عن أحمد بن حمزة بن عمران القمي عن حماد الباب: ان الصادق عليه السلام بره وبشه. وقال: هذا من أهل بيت المختار.</w:t>
      </w:r>
    </w:p>
    <w:p w:rsidR="00F04D17" w:rsidRDefault="00F04D17" w:rsidP="00F04D17">
      <w:pPr>
        <w:pStyle w:val="libNormal"/>
        <w:rPr>
          <w:rtl/>
        </w:rPr>
      </w:pPr>
      <w:r>
        <w:rPr>
          <w:rtl/>
        </w:rPr>
        <w:t>وروى أيض</w:t>
      </w:r>
      <w:r w:rsidR="00CD27DE">
        <w:rPr>
          <w:rtl/>
        </w:rPr>
        <w:t>اً</w:t>
      </w:r>
      <w:r>
        <w:rPr>
          <w:rtl/>
        </w:rPr>
        <w:t xml:space="preserve"> عن محمد بن مسعود وعلي بن محمد عن الحسين بن عبيدالله عن عبدالله بن علي عن أحمد بن حمزة عم المرزبان بن عمران عن أبان بن عمارة: ان الصادق عليه السلام قال: عنه: هذا نجيب من قوم نجباء، يعني أهل قم.</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ثم قال الكشي: قال الحسين: عرضت هذين الحديثين على أحمد بن حمزة؟ فقال لا اعرفهما ولا احفظ من رواهما. قال النجاشي: عبدالله بن علي بن عمران القرشي أبوالحسن المخزومي الذي يعرف بالميمون، فاسد المذهب والرواية. ويمكن ان يكون هوالراوي لهذين الحديثين.</w:t>
      </w:r>
    </w:p>
    <w:p w:rsidR="00F04D17" w:rsidRDefault="00F04D17" w:rsidP="00F04D17">
      <w:pPr>
        <w:pStyle w:val="libNormal"/>
        <w:rPr>
          <w:rtl/>
        </w:rPr>
      </w:pPr>
      <w:r>
        <w:rPr>
          <w:rtl/>
        </w:rPr>
        <w:t>وبالجملة: فالتوقف لازم ولا يثبت عندي بهذين الحديثين، تعديل المشار اليه مع ما ذكرت، بل هما من المرجحات.</w:t>
      </w:r>
    </w:p>
    <w:p w:rsidR="00F04D17" w:rsidRDefault="00F04D17" w:rsidP="00F04D17">
      <w:pPr>
        <w:pStyle w:val="libNormal"/>
        <w:rPr>
          <w:rtl/>
        </w:rPr>
      </w:pPr>
      <w:r>
        <w:rPr>
          <w:rtl/>
        </w:rPr>
        <w:t>4 - (عمران) بن مسكان أبومحمد كوفي ثقة.</w:t>
      </w:r>
    </w:p>
    <w:p w:rsidR="00F04D17" w:rsidRDefault="00F04D17" w:rsidP="00F04D17">
      <w:pPr>
        <w:pStyle w:val="libNormal"/>
        <w:rPr>
          <w:rtl/>
        </w:rPr>
      </w:pPr>
      <w:r>
        <w:rPr>
          <w:rtl/>
        </w:rPr>
        <w:t>5 - (عمران) بن موسى الزيتوني قمي ثقة.</w:t>
      </w:r>
    </w:p>
    <w:p w:rsidR="00F04D17" w:rsidRDefault="00F04D17" w:rsidP="00F04D17">
      <w:pPr>
        <w:pStyle w:val="libNormal"/>
        <w:rPr>
          <w:rtl/>
        </w:rPr>
      </w:pPr>
      <w:r>
        <w:rPr>
          <w:rtl/>
        </w:rPr>
        <w:t>6 - (عمران) بن ميثم أبويحيى الاسدي مولى ثقة روى عن أبي جعفر وأبي عبدالله عليهما السلام.</w:t>
      </w:r>
    </w:p>
    <w:p w:rsidR="00F04D17" w:rsidRDefault="00F04D17" w:rsidP="00F04D17">
      <w:pPr>
        <w:pStyle w:val="libNormal"/>
        <w:rPr>
          <w:rtl/>
        </w:rPr>
      </w:pPr>
      <w:r>
        <w:rPr>
          <w:rtl/>
        </w:rPr>
        <w:t>7 - (عمران) بن علي بن أبى شعبة الحلبي ثقة لايطعن عليه وكنيته أبوالفضل</w:t>
      </w:r>
    </w:p>
    <w:p w:rsidR="00F04D17" w:rsidRDefault="00F04D17" w:rsidP="00F04D17">
      <w:pPr>
        <w:pStyle w:val="Heading3Center"/>
        <w:rPr>
          <w:rtl/>
        </w:rPr>
      </w:pPr>
      <w:bookmarkStart w:id="210" w:name="107"/>
      <w:bookmarkStart w:id="211" w:name="_Toc418412027"/>
      <w:r>
        <w:rPr>
          <w:rtl/>
        </w:rPr>
        <w:t>الباب السابع عشر عاصم رجلان</w:t>
      </w:r>
      <w:bookmarkEnd w:id="210"/>
      <w:bookmarkEnd w:id="211"/>
    </w:p>
    <w:p w:rsidR="00F04D17" w:rsidRDefault="00F04D17" w:rsidP="00F04D17">
      <w:pPr>
        <w:pStyle w:val="libNormal"/>
        <w:rPr>
          <w:rtl/>
        </w:rPr>
      </w:pPr>
      <w:r>
        <w:rPr>
          <w:rtl/>
        </w:rPr>
        <w:t>1 - (عاصم) الكوزي من كوز ضبة.</w:t>
      </w:r>
    </w:p>
    <w:p w:rsidR="00F04D17" w:rsidRDefault="00F04D17" w:rsidP="00F04D17">
      <w:pPr>
        <w:pStyle w:val="libNormal"/>
        <w:rPr>
          <w:rtl/>
        </w:rPr>
      </w:pPr>
      <w:r>
        <w:rPr>
          <w:rtl/>
        </w:rPr>
        <w:t>وقيل: انه من كوز بني مالك بن أسد ثقة روى عن جعفر بن محمد عليه السلام 2 - (عاصم) بن حيمد بضم الحاء الحناط بالنون الحنفي أبوالفضل مولى كوفي ثقة عين صدوق روى عن أبي عبدالله عليه السلام.</w:t>
      </w:r>
    </w:p>
    <w:p w:rsidR="00F04D17" w:rsidRDefault="00F04D17" w:rsidP="00F04D17">
      <w:pPr>
        <w:pStyle w:val="Heading3Center"/>
        <w:rPr>
          <w:rtl/>
        </w:rPr>
      </w:pPr>
      <w:bookmarkStart w:id="212" w:name="108"/>
      <w:bookmarkStart w:id="213" w:name="_Toc418412028"/>
      <w:r>
        <w:rPr>
          <w:rtl/>
        </w:rPr>
        <w:t>الباب الثامن عشر عثمان ثلاثة رجال</w:t>
      </w:r>
      <w:bookmarkEnd w:id="212"/>
      <w:bookmarkEnd w:id="213"/>
    </w:p>
    <w:p w:rsidR="00F04D17" w:rsidRDefault="00F04D17" w:rsidP="00F04D17">
      <w:pPr>
        <w:pStyle w:val="libNormal"/>
        <w:rPr>
          <w:rtl/>
        </w:rPr>
      </w:pPr>
      <w:r>
        <w:rPr>
          <w:rtl/>
        </w:rPr>
        <w:t>1 - (عثمان) بن حنيف بالحاء المهملة المضمومة والنون المفتوحة والفاء بعد الياء المنقطة تحتها نقطتين من السابقين الذين رجعوا إلى أميرالمؤمنين عليه السلام، قاله الفضل بن شاذان.</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2 - (عثمان) بن سعيد بفتح السين العمري بفتح العين يكنى أبا عمرو السمان.</w:t>
      </w:r>
    </w:p>
    <w:p w:rsidR="00F04D17" w:rsidRDefault="00F04D17" w:rsidP="00F04D17">
      <w:pPr>
        <w:pStyle w:val="libNormal"/>
        <w:rPr>
          <w:rtl/>
        </w:rPr>
      </w:pPr>
      <w:r>
        <w:rPr>
          <w:rtl/>
        </w:rPr>
        <w:t>يقال له: الزيات الاسدي من أصحاب أبي جعفر محمد بن علي الثاني عليه السلام خدمه وله أحدى عشرة سنة وله اليه عهد معروف وهو ثقة جليل القدر وكيل أبي محمد عليه السلام. واختلف في تسميته بالعمري. فقيل انه ابن بنت أبي جعفر العمري (ره) فنسب إلى جده، فقيل العمري وقيل ان أبا محمد العسكري عليه السلام قال: لايجمع على امرئ بين عثمان وأبي عمرو، وأمر بكسر كنيته، فقيل العمري.</w:t>
      </w:r>
    </w:p>
    <w:p w:rsidR="00F04D17" w:rsidRDefault="00F04D17" w:rsidP="00F04D17">
      <w:pPr>
        <w:pStyle w:val="libNormal"/>
        <w:rPr>
          <w:rtl/>
        </w:rPr>
      </w:pPr>
      <w:r>
        <w:rPr>
          <w:rtl/>
        </w:rPr>
        <w:t>3 - (عثمان) بن حامد يكنى أبا سعيد الرجينى عن ابن داود ضبط بضم الراء وفتح الجيم والنون بعد الياء الاولى والاخيرة من أهل كش ثقة.</w:t>
      </w:r>
    </w:p>
    <w:p w:rsidR="00F04D17" w:rsidRDefault="00F04D17" w:rsidP="00F04D17">
      <w:pPr>
        <w:pStyle w:val="Heading3Center"/>
        <w:rPr>
          <w:rtl/>
        </w:rPr>
      </w:pPr>
      <w:bookmarkStart w:id="214" w:name="109"/>
      <w:bookmarkStart w:id="215" w:name="_Toc418412029"/>
      <w:r>
        <w:rPr>
          <w:rtl/>
        </w:rPr>
        <w:t>الباب التاسع عشر عقبة رجلان</w:t>
      </w:r>
      <w:bookmarkEnd w:id="214"/>
      <w:bookmarkEnd w:id="215"/>
    </w:p>
    <w:p w:rsidR="00F04D17" w:rsidRDefault="00F04D17" w:rsidP="00F04D17">
      <w:pPr>
        <w:pStyle w:val="libNormal"/>
        <w:rPr>
          <w:rtl/>
        </w:rPr>
      </w:pPr>
      <w:r>
        <w:rPr>
          <w:rtl/>
        </w:rPr>
        <w:t>1 - (عقبة) بضم العين وإسكان القاف أبوعمرو الانصاري صاحب رسول الله صلى الله عليه وآله وخليفة علي عليه السلام بالكوفة.</w:t>
      </w:r>
    </w:p>
    <w:p w:rsidR="00F04D17" w:rsidRDefault="00F04D17" w:rsidP="00F04D17">
      <w:pPr>
        <w:pStyle w:val="libNormal"/>
        <w:rPr>
          <w:rtl/>
        </w:rPr>
      </w:pPr>
      <w:r>
        <w:rPr>
          <w:rtl/>
        </w:rPr>
        <w:t>2 - (عقبة) بن خالد.</w:t>
      </w:r>
    </w:p>
    <w:p w:rsidR="00F04D17" w:rsidRDefault="00F04D17" w:rsidP="00F04D17">
      <w:pPr>
        <w:pStyle w:val="libNormal"/>
        <w:rPr>
          <w:rtl/>
        </w:rPr>
      </w:pPr>
      <w:r>
        <w:rPr>
          <w:rtl/>
        </w:rPr>
        <w:t>روى الكشي عن محمد بن مسعود قال حدثني عبدالله بن محمد عن الوشا قال حدثنى علي بن عقبة عن أبيه قال قلت لابي عبدالله عليه السلام: ان لنا خادم</w:t>
      </w:r>
      <w:r w:rsidR="00CD27DE">
        <w:rPr>
          <w:rtl/>
        </w:rPr>
        <w:t>اً</w:t>
      </w:r>
      <w:r>
        <w:rPr>
          <w:rtl/>
        </w:rPr>
        <w:t xml:space="preserve"> لاتعرف ما نحن عليه فاذا اذنبت ذنب</w:t>
      </w:r>
      <w:r w:rsidR="00CD27DE">
        <w:rPr>
          <w:rtl/>
        </w:rPr>
        <w:t>اً</w:t>
      </w:r>
      <w:r>
        <w:rPr>
          <w:rtl/>
        </w:rPr>
        <w:t xml:space="preserve"> وأرادت ان تحلف بيمين قالت لا وحق الذي اذا ذكرتموه بكيثم؟ فقال: رحمكم الله من أهل البيت. هكذا وجدت في ثلاث نسخ، والظاهر إسقاط لام البيت.</w:t>
      </w:r>
    </w:p>
    <w:p w:rsidR="00F04D17" w:rsidRDefault="00F04D17" w:rsidP="00F04D17">
      <w:pPr>
        <w:pStyle w:val="libNormal"/>
        <w:rPr>
          <w:rtl/>
        </w:rPr>
      </w:pPr>
      <w:r>
        <w:rPr>
          <w:rtl/>
        </w:rPr>
        <w:br w:type="page"/>
      </w:r>
    </w:p>
    <w:p w:rsidR="00F04D17" w:rsidRDefault="00F04D17" w:rsidP="00F04D17">
      <w:pPr>
        <w:pStyle w:val="Heading3Center"/>
        <w:rPr>
          <w:rtl/>
        </w:rPr>
      </w:pPr>
      <w:bookmarkStart w:id="216" w:name="110"/>
      <w:bookmarkStart w:id="217" w:name="_Toc418412030"/>
      <w:r>
        <w:rPr>
          <w:rtl/>
        </w:rPr>
        <w:lastRenderedPageBreak/>
        <w:t>الباب العشرون عبدالاعلى رجلان</w:t>
      </w:r>
      <w:bookmarkEnd w:id="216"/>
      <w:bookmarkEnd w:id="217"/>
    </w:p>
    <w:p w:rsidR="00F04D17" w:rsidRDefault="00F04D17" w:rsidP="00F04D17">
      <w:pPr>
        <w:pStyle w:val="libNormal"/>
        <w:rPr>
          <w:rtl/>
        </w:rPr>
      </w:pPr>
      <w:r>
        <w:rPr>
          <w:rtl/>
        </w:rPr>
        <w:t>1 - (عبدالاعلى) بن علي بن أبي شعبة أخو محمد بن علي الحلبي ثقة لايطعن عليه.</w:t>
      </w:r>
    </w:p>
    <w:p w:rsidR="00F04D17" w:rsidRDefault="00F04D17" w:rsidP="00F04D17">
      <w:pPr>
        <w:pStyle w:val="libNormal"/>
        <w:rPr>
          <w:rtl/>
        </w:rPr>
      </w:pPr>
      <w:r>
        <w:rPr>
          <w:rtl/>
        </w:rPr>
        <w:t>2 - (عبدالاعلى) مولى آل سام.</w:t>
      </w:r>
    </w:p>
    <w:p w:rsidR="00F04D17" w:rsidRDefault="00F04D17" w:rsidP="00F04D17">
      <w:pPr>
        <w:pStyle w:val="libNormal"/>
        <w:rPr>
          <w:rtl/>
        </w:rPr>
      </w:pPr>
      <w:r>
        <w:rPr>
          <w:rtl/>
        </w:rPr>
        <w:t>نقل الكشي: ان الصادق عليه السلام اذن له في الكلام، لانه يقع ويطير</w:t>
      </w:r>
    </w:p>
    <w:p w:rsidR="00F04D17" w:rsidRDefault="00F04D17" w:rsidP="00F04D17">
      <w:pPr>
        <w:pStyle w:val="Heading3Center"/>
        <w:rPr>
          <w:rtl/>
        </w:rPr>
      </w:pPr>
      <w:bookmarkStart w:id="218" w:name="111"/>
      <w:bookmarkStart w:id="219" w:name="_Toc418412031"/>
      <w:r>
        <w:rPr>
          <w:rtl/>
        </w:rPr>
        <w:t>الباب الحادي والعشرون عبيد ثلاثة رجال</w:t>
      </w:r>
      <w:bookmarkEnd w:id="218"/>
      <w:bookmarkEnd w:id="219"/>
    </w:p>
    <w:p w:rsidR="00F04D17" w:rsidRDefault="00F04D17" w:rsidP="00F04D17">
      <w:pPr>
        <w:pStyle w:val="libNormal"/>
        <w:rPr>
          <w:rtl/>
        </w:rPr>
      </w:pPr>
      <w:r>
        <w:rPr>
          <w:rtl/>
        </w:rPr>
        <w:t>1 - (عبيد) بن زرارة بن أعين الشيباني روى عن أبي عبدالله عليه السلام ثقة ثقة عين لا لبس فيه ولا شك وكان احول.</w:t>
      </w:r>
    </w:p>
    <w:p w:rsidR="00F04D17" w:rsidRDefault="00F04D17" w:rsidP="00F04D17">
      <w:pPr>
        <w:pStyle w:val="libNormal"/>
        <w:rPr>
          <w:rtl/>
        </w:rPr>
      </w:pPr>
      <w:r>
        <w:rPr>
          <w:rtl/>
        </w:rPr>
        <w:t>2 - (عبيد) بن الحسن كوفي ثقة قليل الحديث.</w:t>
      </w:r>
    </w:p>
    <w:p w:rsidR="00F04D17" w:rsidRDefault="00F04D17" w:rsidP="00F04D17">
      <w:pPr>
        <w:pStyle w:val="libNormal"/>
        <w:rPr>
          <w:rtl/>
        </w:rPr>
      </w:pPr>
      <w:r>
        <w:rPr>
          <w:rtl/>
        </w:rPr>
        <w:t>3 - (عبيد) بن عبد بالباء المنقطة تحتها نقطة ويكني أبا عبدالله الجدلي بالجيم من أصحاب أميرالمؤمنين عليه السلام. قيل: كان تحت راية المختار.</w:t>
      </w:r>
    </w:p>
    <w:p w:rsidR="00F04D17" w:rsidRDefault="00F04D17" w:rsidP="00F04D17">
      <w:pPr>
        <w:pStyle w:val="Heading3Center"/>
        <w:rPr>
          <w:rtl/>
        </w:rPr>
      </w:pPr>
      <w:bookmarkStart w:id="220" w:name="112"/>
      <w:bookmarkStart w:id="221" w:name="_Toc418412032"/>
      <w:r>
        <w:rPr>
          <w:rtl/>
        </w:rPr>
        <w:t>الباب الثاني والعشرون عبدالكريم رجلان</w:t>
      </w:r>
      <w:bookmarkEnd w:id="220"/>
      <w:bookmarkEnd w:id="221"/>
    </w:p>
    <w:p w:rsidR="00F04D17" w:rsidRDefault="00F04D17" w:rsidP="00F04D17">
      <w:pPr>
        <w:pStyle w:val="libNormal"/>
        <w:rPr>
          <w:rtl/>
        </w:rPr>
      </w:pPr>
      <w:r>
        <w:rPr>
          <w:rtl/>
        </w:rPr>
        <w:t>1 - (عبدالكريم) بن عتبة بضم العين المهملة والتاء المنقطة فوقها نقطتين والباء المنقطة تحتها نقطة الهاشمي من أصحاب أبي الحسن الكاظم عليه السلام ثقة.</w:t>
      </w:r>
    </w:p>
    <w:p w:rsidR="00F04D17" w:rsidRDefault="00F04D17" w:rsidP="00F04D17">
      <w:pPr>
        <w:pStyle w:val="libNormal"/>
        <w:rPr>
          <w:rtl/>
        </w:rPr>
      </w:pPr>
      <w:r>
        <w:rPr>
          <w:rtl/>
        </w:rPr>
        <w:t>2 - (عبدالكريم) بن هليل الجعفي الخزاز بالخاء المعجمة والزاي قبل الالف وبعدها مولى كوفي ثقة عين، يقال له الخلقاني بلقاف روى عن أبي عبدالله عليه السلام.</w:t>
      </w:r>
    </w:p>
    <w:p w:rsidR="00F04D17" w:rsidRDefault="00F04D17" w:rsidP="00F04D17">
      <w:pPr>
        <w:pStyle w:val="libNormal"/>
        <w:rPr>
          <w:rtl/>
        </w:rPr>
      </w:pPr>
      <w:r>
        <w:rPr>
          <w:rtl/>
        </w:rPr>
        <w:br w:type="page"/>
      </w:r>
    </w:p>
    <w:p w:rsidR="00F04D17" w:rsidRDefault="00F04D17" w:rsidP="00F04D17">
      <w:pPr>
        <w:pStyle w:val="Heading3Center"/>
        <w:rPr>
          <w:rtl/>
        </w:rPr>
      </w:pPr>
      <w:bookmarkStart w:id="222" w:name="113"/>
      <w:bookmarkStart w:id="223" w:name="_Toc418412033"/>
      <w:r>
        <w:rPr>
          <w:rtl/>
        </w:rPr>
        <w:lastRenderedPageBreak/>
        <w:t>الباب الثالث والعشرون عون رجلان</w:t>
      </w:r>
      <w:bookmarkEnd w:id="222"/>
      <w:bookmarkEnd w:id="223"/>
    </w:p>
    <w:p w:rsidR="00F04D17" w:rsidRDefault="00F04D17" w:rsidP="00F04D17">
      <w:pPr>
        <w:pStyle w:val="libNormal"/>
        <w:rPr>
          <w:rtl/>
        </w:rPr>
      </w:pPr>
      <w:r>
        <w:rPr>
          <w:rtl/>
        </w:rPr>
        <w:t>1 - (عون) بن عبدالله بن جعفر بن أبي طالب من أصحاب الحسين عليه السلام قتل معه بالطف.</w:t>
      </w:r>
    </w:p>
    <w:p w:rsidR="00F04D17" w:rsidRDefault="00F04D17" w:rsidP="00F04D17">
      <w:pPr>
        <w:pStyle w:val="libNormal"/>
        <w:rPr>
          <w:rtl/>
        </w:rPr>
      </w:pPr>
      <w:r>
        <w:rPr>
          <w:rtl/>
        </w:rPr>
        <w:t>2 - (عون) بن سالم كوفي ثقة قليل الحديث.</w:t>
      </w:r>
    </w:p>
    <w:p w:rsidR="00F04D17" w:rsidRDefault="00F04D17" w:rsidP="00F04D17">
      <w:pPr>
        <w:pStyle w:val="Heading3Center"/>
        <w:rPr>
          <w:rtl/>
        </w:rPr>
      </w:pPr>
      <w:bookmarkStart w:id="224" w:name="114"/>
      <w:bookmarkStart w:id="225" w:name="_Toc418412034"/>
      <w:r>
        <w:rPr>
          <w:rtl/>
        </w:rPr>
        <w:t>الباب الرابع والعشرون عمار رجلان</w:t>
      </w:r>
      <w:bookmarkEnd w:id="224"/>
      <w:bookmarkEnd w:id="225"/>
    </w:p>
    <w:p w:rsidR="00F04D17" w:rsidRDefault="00F04D17" w:rsidP="00F04D17">
      <w:pPr>
        <w:pStyle w:val="libNormal"/>
        <w:rPr>
          <w:rtl/>
        </w:rPr>
      </w:pPr>
      <w:r>
        <w:rPr>
          <w:rtl/>
        </w:rPr>
        <w:t>1 - (عمار) بن ياسر رحمه الله.</w:t>
      </w:r>
    </w:p>
    <w:p w:rsidR="00F04D17" w:rsidRDefault="00F04D17" w:rsidP="00F04D17">
      <w:pPr>
        <w:pStyle w:val="libNormal"/>
        <w:rPr>
          <w:rtl/>
        </w:rPr>
      </w:pPr>
      <w:r>
        <w:rPr>
          <w:rtl/>
        </w:rPr>
        <w:t>روى الكشي عن علي بن الحكم عن سيف بن عميرة عن أبي بكر الحضرمي قال: قال أبوجعفر عليه السلام: إرتد الناس إلا ثلاثة أنفس: سلمان الفارسي وأبوذر والمقداد قلت فعمار؟ قال: كان خاص حيصة ثم رجع.</w:t>
      </w:r>
    </w:p>
    <w:p w:rsidR="00F04D17" w:rsidRDefault="00F04D17" w:rsidP="00F04D17">
      <w:pPr>
        <w:pStyle w:val="libNormal"/>
        <w:rPr>
          <w:rtl/>
        </w:rPr>
      </w:pPr>
      <w:r>
        <w:rPr>
          <w:rtl/>
        </w:rPr>
        <w:t>ثم قال ان اردت الذي لم يشك ولم يدخله شئ فالمقداد.</w:t>
      </w:r>
    </w:p>
    <w:p w:rsidR="00F04D17" w:rsidRDefault="00F04D17" w:rsidP="00F04D17">
      <w:pPr>
        <w:pStyle w:val="libNormal"/>
        <w:rPr>
          <w:rtl/>
        </w:rPr>
      </w:pPr>
      <w:r>
        <w:rPr>
          <w:rtl/>
        </w:rPr>
        <w:t>2 - (عمار) بن مروان مولى بني ثوبان بن سالم مولى يشكر وأخوه عمرو ثقتان روى عن أبي عبدالله عليه السلام.</w:t>
      </w:r>
    </w:p>
    <w:p w:rsidR="00F04D17" w:rsidRDefault="00F04D17" w:rsidP="00F04D17">
      <w:pPr>
        <w:pStyle w:val="Heading3Center"/>
        <w:rPr>
          <w:rtl/>
        </w:rPr>
      </w:pPr>
      <w:bookmarkStart w:id="226" w:name="115"/>
      <w:bookmarkStart w:id="227" w:name="_Toc418412035"/>
      <w:r>
        <w:rPr>
          <w:rtl/>
        </w:rPr>
        <w:t>الباب الخامس والعشرون في الآحاد اثنان وعشرون رجلا</w:t>
      </w:r>
      <w:bookmarkEnd w:id="226"/>
      <w:bookmarkEnd w:id="227"/>
    </w:p>
    <w:p w:rsidR="00F04D17" w:rsidRDefault="00F04D17" w:rsidP="00F04D17">
      <w:pPr>
        <w:pStyle w:val="libNormal"/>
        <w:rPr>
          <w:rtl/>
        </w:rPr>
      </w:pPr>
      <w:r>
        <w:rPr>
          <w:rtl/>
        </w:rPr>
        <w:t>1 - (عبدالواحد) بن عبدالله بن يونس الموصلي أخو عبدالعزيز يكنى أباالقاسم سمع منه التلعكبري سنة ست وعشرين وثلثمائة وذكر انه كان ثقة.</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2 - (عروة) القتات بالقاف والتاء المنقطة فوقها نقطتين قبل الالف وبعدها أقعد قاضي</w:t>
      </w:r>
      <w:r w:rsidR="00CD27DE">
        <w:rPr>
          <w:rtl/>
        </w:rPr>
        <w:t>اً</w:t>
      </w:r>
      <w:r>
        <w:rPr>
          <w:rtl/>
        </w:rPr>
        <w:t xml:space="preserve"> بالكناسة.</w:t>
      </w:r>
    </w:p>
    <w:p w:rsidR="00F04D17" w:rsidRDefault="00F04D17" w:rsidP="00F04D17">
      <w:pPr>
        <w:pStyle w:val="libNormal"/>
        <w:rPr>
          <w:rtl/>
        </w:rPr>
      </w:pPr>
      <w:r>
        <w:rPr>
          <w:rtl/>
        </w:rPr>
        <w:t>ووصف للصادق عليه السلام انهم يجتمعون عنده ويرد ذلك إليكم؟ قال: لا بأس روى ذلك الكشي عن محمد بن مسعود عن أحمد بن منصور عن أحمد بن الفضل الكناسي.</w:t>
      </w:r>
    </w:p>
    <w:p w:rsidR="00F04D17" w:rsidRDefault="00F04D17" w:rsidP="00F04D17">
      <w:pPr>
        <w:pStyle w:val="libNormal"/>
        <w:rPr>
          <w:rtl/>
        </w:rPr>
      </w:pPr>
      <w:r>
        <w:rPr>
          <w:rtl/>
        </w:rPr>
        <w:t>3 - (عنبسة) بالنون قبل الباء المنقطة تحتها نقطة ثم السين المهملة ابن بجاد بالجيم بعد الباء المنقطة تحتها نقطة.</w:t>
      </w:r>
    </w:p>
    <w:p w:rsidR="00F04D17" w:rsidRDefault="00F04D17" w:rsidP="00F04D17">
      <w:pPr>
        <w:pStyle w:val="libNormal"/>
        <w:rPr>
          <w:rtl/>
        </w:rPr>
      </w:pPr>
      <w:r>
        <w:rPr>
          <w:rtl/>
        </w:rPr>
        <w:t>قال الكشي عن حمدويه: سمعت أشياخي يقولون: عنبسة بن بجاد، كان خير</w:t>
      </w:r>
      <w:r w:rsidR="00CD27DE">
        <w:rPr>
          <w:rtl/>
        </w:rPr>
        <w:t>اً</w:t>
      </w:r>
      <w:r>
        <w:rPr>
          <w:rtl/>
        </w:rPr>
        <w:t xml:space="preserve"> فاضلا.</w:t>
      </w:r>
    </w:p>
    <w:p w:rsidR="00F04D17" w:rsidRDefault="00F04D17" w:rsidP="00F04D17">
      <w:pPr>
        <w:pStyle w:val="libNormal"/>
        <w:rPr>
          <w:rtl/>
        </w:rPr>
      </w:pPr>
      <w:r>
        <w:rPr>
          <w:rtl/>
        </w:rPr>
        <w:t>وقال النجاشي: عنبسة بن بجاد العابد مولى بني أسد كان قاضي</w:t>
      </w:r>
      <w:r w:rsidR="00CD27DE">
        <w:rPr>
          <w:rtl/>
        </w:rPr>
        <w:t>اً</w:t>
      </w:r>
      <w:r>
        <w:rPr>
          <w:rtl/>
        </w:rPr>
        <w:t xml:space="preserve"> ثقة روى عن أبي عبدالله عليه السلام.</w:t>
      </w:r>
    </w:p>
    <w:p w:rsidR="00F04D17" w:rsidRDefault="00F04D17" w:rsidP="00F04D17">
      <w:pPr>
        <w:pStyle w:val="libNormal"/>
        <w:rPr>
          <w:rtl/>
        </w:rPr>
      </w:pPr>
      <w:r>
        <w:rPr>
          <w:rtl/>
        </w:rPr>
        <w:t>4 - (عبادة) بن الصامت بن أخي أبي ذر، ممن اقام بالبصرة وكان شيعي</w:t>
      </w:r>
      <w:r w:rsidR="00CD27DE">
        <w:rPr>
          <w:rtl/>
        </w:rPr>
        <w:t>اً</w:t>
      </w:r>
      <w:r>
        <w:rPr>
          <w:rtl/>
        </w:rPr>
        <w:t xml:space="preserve"> من السابقين الذين رجعوا إلى أميرالمؤمنين عليه السلام.</w:t>
      </w:r>
    </w:p>
    <w:p w:rsidR="00F04D17" w:rsidRDefault="00F04D17" w:rsidP="00F04D17">
      <w:pPr>
        <w:pStyle w:val="libNormal"/>
        <w:rPr>
          <w:rtl/>
        </w:rPr>
      </w:pPr>
      <w:r>
        <w:rPr>
          <w:rtl/>
        </w:rPr>
        <w:t>5 - (علقمة) بالقاف ابن قيس قتل بصفين مع علي عليه السلام وأخوه أبي ابن قيس.</w:t>
      </w:r>
    </w:p>
    <w:p w:rsidR="00F04D17" w:rsidRDefault="00F04D17" w:rsidP="00F04D17">
      <w:pPr>
        <w:pStyle w:val="libNormal"/>
        <w:rPr>
          <w:rtl/>
        </w:rPr>
      </w:pPr>
      <w:r>
        <w:rPr>
          <w:rtl/>
        </w:rPr>
        <w:t>6 - (عجلان) أبوصالح.</w:t>
      </w:r>
    </w:p>
    <w:p w:rsidR="00F04D17" w:rsidRDefault="00F04D17" w:rsidP="00F04D17">
      <w:pPr>
        <w:pStyle w:val="libNormal"/>
        <w:rPr>
          <w:rtl/>
        </w:rPr>
      </w:pPr>
      <w:r>
        <w:rPr>
          <w:rtl/>
        </w:rPr>
        <w:t>قال الكشي: قال محمد بن مسعود: سمعت علي بن الحسن بن على بن فضال يقول عجلان أبوصالح ثقة.</w:t>
      </w:r>
    </w:p>
    <w:p w:rsidR="00F04D17" w:rsidRDefault="00F04D17" w:rsidP="00F04D17">
      <w:pPr>
        <w:pStyle w:val="libNormal"/>
        <w:rPr>
          <w:rtl/>
        </w:rPr>
      </w:pPr>
      <w:r>
        <w:rPr>
          <w:rtl/>
        </w:rPr>
        <w:t>قال: قال أبوعبدالله عليه السلام: يا عجلان كأني أنظر اليك إلى جنبي والناس يعرضون علي.</w:t>
      </w:r>
    </w:p>
    <w:p w:rsidR="00F04D17" w:rsidRDefault="00F04D17" w:rsidP="00F04D17">
      <w:pPr>
        <w:pStyle w:val="libNormal"/>
        <w:rPr>
          <w:rtl/>
        </w:rPr>
      </w:pPr>
      <w:r>
        <w:rPr>
          <w:rtl/>
        </w:rPr>
        <w:t>7 - (عبدالخالق) بن عبد ربه من موالي بني أسد من صلحاء الموالي.</w:t>
      </w:r>
    </w:p>
    <w:p w:rsidR="00F04D17" w:rsidRDefault="00F04D17" w:rsidP="00F04D17">
      <w:pPr>
        <w:pStyle w:val="libNormal"/>
        <w:rPr>
          <w:rtl/>
        </w:rPr>
      </w:pPr>
      <w:r>
        <w:rPr>
          <w:rtl/>
        </w:rPr>
        <w:t>روى الكشي عن محمد بن مسعود عن عبدالله بن محمد عن أبيه عن إسماعيل بن عبدالخالق قال ذكر أبوعبدالله أبي فقال: صلى الله على أبيك ثلاث</w:t>
      </w:r>
      <w:r w:rsidR="00CD27DE">
        <w:rPr>
          <w:rtl/>
        </w:rPr>
        <w:t>اً</w:t>
      </w:r>
      <w:r>
        <w:rPr>
          <w:rtl/>
        </w:rPr>
        <w:t>. والظاهر أن أبا عبدالله، هوالصادق عليه السلام.</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8 - (عبدالرحيم) بن عبد ربه.</w:t>
      </w:r>
    </w:p>
    <w:p w:rsidR="00F04D17" w:rsidRDefault="00F04D17" w:rsidP="00F04D17">
      <w:pPr>
        <w:pStyle w:val="libNormal"/>
        <w:rPr>
          <w:rtl/>
        </w:rPr>
      </w:pPr>
      <w:r>
        <w:rPr>
          <w:rtl/>
        </w:rPr>
        <w:t>قال الكشي: شهاب وعبدالرحيم وعبدالخالق ووهب ولد عبد ربه من موالي بني أسد من صلحاء الموالي.</w:t>
      </w:r>
    </w:p>
    <w:p w:rsidR="00F04D17" w:rsidRDefault="00F04D17" w:rsidP="00F04D17">
      <w:pPr>
        <w:pStyle w:val="libNormal"/>
        <w:rPr>
          <w:rtl/>
        </w:rPr>
      </w:pPr>
      <w:r>
        <w:rPr>
          <w:rtl/>
        </w:rPr>
        <w:t>قال: وحدثني أبوالحسن حمدويه بن نصير قال سمعت بعض المشايخ يقول وسألته عن وهب وشهاب وعبدالرحيم بن عبد ربه وإسماعيل بن عبدالخالق بن عبد ربه؟ فقال كلهم خيار فاضلون كوفيون.</w:t>
      </w:r>
    </w:p>
    <w:p w:rsidR="00F04D17" w:rsidRDefault="00F04D17" w:rsidP="00F04D17">
      <w:pPr>
        <w:pStyle w:val="libNormal"/>
        <w:rPr>
          <w:rtl/>
        </w:rPr>
      </w:pPr>
      <w:r>
        <w:rPr>
          <w:rtl/>
        </w:rPr>
        <w:t>9 - (عبدالجبار) بن المبارك النهاوندي.</w:t>
      </w:r>
    </w:p>
    <w:p w:rsidR="00F04D17" w:rsidRDefault="00F04D17" w:rsidP="00F04D17">
      <w:pPr>
        <w:pStyle w:val="libNormal"/>
        <w:rPr>
          <w:rtl/>
        </w:rPr>
      </w:pPr>
      <w:r>
        <w:rPr>
          <w:rtl/>
        </w:rPr>
        <w:t>روى الكشي من طريق فيه ضعف انه كتب له محمد بن علي الجواد عليه السلام كتاب</w:t>
      </w:r>
      <w:r w:rsidR="00CD27DE">
        <w:rPr>
          <w:rtl/>
        </w:rPr>
        <w:t>اً</w:t>
      </w:r>
      <w:r>
        <w:rPr>
          <w:rtl/>
        </w:rPr>
        <w:t xml:space="preserve"> بعتقه، وكان قد سباه أهل الضلال.</w:t>
      </w:r>
    </w:p>
    <w:p w:rsidR="00F04D17" w:rsidRDefault="00F04D17" w:rsidP="00F04D17">
      <w:pPr>
        <w:pStyle w:val="libNormal"/>
        <w:rPr>
          <w:rtl/>
        </w:rPr>
      </w:pPr>
      <w:r>
        <w:rPr>
          <w:rtl/>
        </w:rPr>
        <w:t>10 - (علباء) بالباء المنقطة تحتها نقطة ابن دراع بالدال المهملة الاسدي.</w:t>
      </w:r>
    </w:p>
    <w:p w:rsidR="00F04D17" w:rsidRDefault="00F04D17" w:rsidP="00F04D17">
      <w:pPr>
        <w:pStyle w:val="libNormal"/>
        <w:rPr>
          <w:rtl/>
        </w:rPr>
      </w:pPr>
      <w:r>
        <w:rPr>
          <w:rtl/>
        </w:rPr>
        <w:t>روى الكشي عن أحمد بن منصور عن أحمد بن الفضل عن ابن أبي عمير عن شعيب العقر قوفي عن الباقر عليه السلام وعن محمد بن مسعود عن إبراهيم بن محمد بن فارس عن يعقوب بن يزيد عن ابن أبي عمير عن شهاب بن عبد ربه عن الصادق عليه السلام: انهما ضمنا لعلباء بن دراع ولابى بصير الجنة.</w:t>
      </w:r>
    </w:p>
    <w:p w:rsidR="00F04D17" w:rsidRDefault="00F04D17" w:rsidP="00F04D17">
      <w:pPr>
        <w:pStyle w:val="libNormal"/>
        <w:rPr>
          <w:rtl/>
        </w:rPr>
      </w:pPr>
      <w:r>
        <w:rPr>
          <w:rtl/>
        </w:rPr>
        <w:t>وفي طريق الاول أحمد بن الفضل وهو واقفي.</w:t>
      </w:r>
    </w:p>
    <w:p w:rsidR="00F04D17" w:rsidRDefault="00F04D17" w:rsidP="00F04D17">
      <w:pPr>
        <w:pStyle w:val="libNormal"/>
        <w:rPr>
          <w:rtl/>
        </w:rPr>
      </w:pPr>
      <w:r>
        <w:rPr>
          <w:rtl/>
        </w:rPr>
        <w:t>وروى علي بن أحمد العقيقي عن أبيه عن أيوب بن نوح عن صفوان بن يحيى عن شعيب بن أعين عن أبي بصير ان الصادق عليه السلام ضمن لعلياء بن دراع الجنة و ليس شعيب أخا بكير وزرارة.</w:t>
      </w:r>
    </w:p>
    <w:p w:rsidR="00F04D17" w:rsidRDefault="00F04D17" w:rsidP="00F04D17">
      <w:pPr>
        <w:pStyle w:val="libNormal"/>
        <w:rPr>
          <w:rtl/>
        </w:rPr>
      </w:pPr>
      <w:r>
        <w:rPr>
          <w:rtl/>
        </w:rPr>
        <w:t>11 - (عدي) بالدال المهملة ابن حاتم.</w:t>
      </w:r>
    </w:p>
    <w:p w:rsidR="00F04D17" w:rsidRDefault="00F04D17" w:rsidP="00F04D17">
      <w:pPr>
        <w:pStyle w:val="libNormal"/>
        <w:rPr>
          <w:rtl/>
        </w:rPr>
      </w:pPr>
      <w:r>
        <w:rPr>
          <w:rtl/>
        </w:rPr>
        <w:t>قال الفضل بن شاذان انه من الذين رجعوا إلى أميرالمؤمنين عليه السلام.</w:t>
      </w:r>
    </w:p>
    <w:p w:rsidR="00F04D17" w:rsidRDefault="00F04D17" w:rsidP="00F04D17">
      <w:pPr>
        <w:pStyle w:val="libNormal"/>
        <w:rPr>
          <w:rtl/>
        </w:rPr>
      </w:pPr>
      <w:r>
        <w:rPr>
          <w:rtl/>
        </w:rPr>
        <w:t>12 - (عبدالعظيم) بن عبدالله بن علي بن الحسن بن زيد بن الحسن بن علي بن أبى طالب عليه السلام أبوالقاسم.</w:t>
      </w:r>
    </w:p>
    <w:p w:rsidR="00F04D17" w:rsidRDefault="00F04D17" w:rsidP="00F04D17">
      <w:pPr>
        <w:pStyle w:val="libNormal"/>
        <w:rPr>
          <w:rtl/>
        </w:rPr>
      </w:pPr>
      <w:r>
        <w:rPr>
          <w:rtl/>
        </w:rPr>
        <w:t>له كتاب خطب أميرالمؤمنين عليه السلام كان عابد</w:t>
      </w:r>
      <w:r w:rsidR="00CD27DE">
        <w:rPr>
          <w:rtl/>
        </w:rPr>
        <w:t>اً</w:t>
      </w:r>
      <w:r>
        <w:rPr>
          <w:rtl/>
        </w:rPr>
        <w:t xml:space="preserve"> ورع</w:t>
      </w:r>
      <w:r w:rsidR="00CD27DE">
        <w:rPr>
          <w:rtl/>
        </w:rPr>
        <w:t>اً</w:t>
      </w:r>
      <w:r>
        <w:rPr>
          <w:rtl/>
        </w:rPr>
        <w:t>، له حكاية تدل على حسن حاله، ذكرناها في كتابنا الكبير. قال محمد بن بابويه انه كان مرضي</w:t>
      </w:r>
      <w:r w:rsidR="00CD27DE">
        <w:rPr>
          <w:rtl/>
        </w:rPr>
        <w:t>اً</w:t>
      </w:r>
      <w:r>
        <w:rPr>
          <w:rtl/>
        </w:rPr>
        <w:t>.</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13 - (عبدالصمد) بن بشير بالياء قبل الراء العرامي بضم العين المهملة العبدي مولاهم كوفي ثقة ثقة روى عن أبي عبدالله عليه السلام.</w:t>
      </w:r>
    </w:p>
    <w:p w:rsidR="00F04D17" w:rsidRDefault="00F04D17" w:rsidP="00F04D17">
      <w:pPr>
        <w:pStyle w:val="libNormal"/>
        <w:rPr>
          <w:rtl/>
        </w:rPr>
      </w:pPr>
      <w:r>
        <w:rPr>
          <w:rtl/>
        </w:rPr>
        <w:t>14 - (عبدالمؤمن) بن القاسم بن قيس بن قهد بفتح القاف وإسكان الهاء الانصارى روى عن أبي عبدالله وأبي جعفر عليهما السلام ثقة هو وأخوه وهو أخو أبي مريم عبدالغفار بن القاسم وقيس ابن قهد صحابي.</w:t>
      </w:r>
    </w:p>
    <w:p w:rsidR="00F04D17" w:rsidRDefault="00F04D17" w:rsidP="00F04D17">
      <w:pPr>
        <w:pStyle w:val="libNormal"/>
        <w:rPr>
          <w:rtl/>
        </w:rPr>
      </w:pPr>
      <w:r>
        <w:rPr>
          <w:rtl/>
        </w:rPr>
        <w:t>15 - (عرفة) الازدي من أصحاب أميرالمؤمنين عليه السلام، كان رسول الله صلى الله عليه وآله دعا له، فقال اللهم بارك له في صفقة يمينه.</w:t>
      </w:r>
    </w:p>
    <w:p w:rsidR="00F04D17" w:rsidRDefault="00F04D17" w:rsidP="00F04D17">
      <w:pPr>
        <w:pStyle w:val="libNormal"/>
        <w:rPr>
          <w:rtl/>
        </w:rPr>
      </w:pPr>
      <w:r>
        <w:rPr>
          <w:rtl/>
        </w:rPr>
        <w:t>16 - (عوف) بن الحرث من أصحاب أميرالمؤمنين عليه السلام بدري.</w:t>
      </w:r>
    </w:p>
    <w:p w:rsidR="00F04D17" w:rsidRDefault="00F04D17" w:rsidP="00F04D17">
      <w:pPr>
        <w:pStyle w:val="libNormal"/>
        <w:rPr>
          <w:rtl/>
        </w:rPr>
      </w:pPr>
      <w:r>
        <w:rPr>
          <w:rtl/>
        </w:rPr>
        <w:t>17 - (عتيق) بالتاء المنقطة فوقها نقطتين ثم الياء المنقطة تحتها نقطتين ثم القاف - ابن معاوية بن الصامت فارس رسول الله صلى الله عليه وآله.</w:t>
      </w:r>
    </w:p>
    <w:p w:rsidR="00F04D17" w:rsidRDefault="00F04D17" w:rsidP="00F04D17">
      <w:pPr>
        <w:pStyle w:val="libNormal"/>
        <w:rPr>
          <w:rtl/>
        </w:rPr>
      </w:pPr>
      <w:r>
        <w:rPr>
          <w:rtl/>
        </w:rPr>
        <w:t>18 - (عيص) - بكسر العين والصاد المهملة أخيرا ابن القاسم بن ثابت بالثاء البجلي كوفي عربي يكنى أباالقاسم ثقة عين روى عن أبي عبدالله وأبي الحسن موسى عليهما السلام هو وأخوه الربيع إبنا اخت سليمان بن خالد الاقطع.</w:t>
      </w:r>
    </w:p>
    <w:p w:rsidR="00F04D17" w:rsidRDefault="00F04D17" w:rsidP="00F04D17">
      <w:pPr>
        <w:pStyle w:val="libNormal"/>
        <w:rPr>
          <w:rtl/>
        </w:rPr>
      </w:pPr>
      <w:r>
        <w:rPr>
          <w:rtl/>
        </w:rPr>
        <w:t>19 - (العزيز) بن زهير احد بني كشمرد من اهل همدان وكيل.</w:t>
      </w:r>
    </w:p>
    <w:p w:rsidR="00F04D17" w:rsidRDefault="00F04D17" w:rsidP="00F04D17">
      <w:pPr>
        <w:pStyle w:val="libNormal"/>
        <w:rPr>
          <w:rtl/>
        </w:rPr>
      </w:pPr>
      <w:r>
        <w:rPr>
          <w:rtl/>
        </w:rPr>
        <w:t>20 - (عتيبة) بضم العين وفتح التاء المنقطة فوقها نقطتين ابن ميمون بياع القصب ثقة عين مولى بجيلة.</w:t>
      </w:r>
    </w:p>
    <w:p w:rsidR="00F04D17" w:rsidRDefault="00F04D17" w:rsidP="00F04D17">
      <w:pPr>
        <w:pStyle w:val="libNormal"/>
        <w:rPr>
          <w:rtl/>
        </w:rPr>
      </w:pPr>
      <w:r>
        <w:rPr>
          <w:rtl/>
        </w:rPr>
        <w:t>21 - (العمركي) بن علي ابومحمد البوفكي وبوفك قرية من قرى نيشابور - شيخ من أصحابنا ثقة.</w:t>
      </w:r>
    </w:p>
    <w:p w:rsidR="00F04D17" w:rsidRDefault="00F04D17" w:rsidP="00F04D17">
      <w:pPr>
        <w:pStyle w:val="libNormal"/>
        <w:rPr>
          <w:rtl/>
        </w:rPr>
      </w:pPr>
      <w:r>
        <w:rPr>
          <w:rtl/>
        </w:rPr>
        <w:t>22 - (عطية) بن الحرث أبوروق الهمداني الكوفي تابعي.</w:t>
      </w:r>
    </w:p>
    <w:p w:rsidR="00FF6DC3" w:rsidRDefault="00F04D17" w:rsidP="00F04D17">
      <w:pPr>
        <w:pStyle w:val="libNormal"/>
        <w:rPr>
          <w:rtl/>
        </w:rPr>
      </w:pPr>
      <w:r>
        <w:rPr>
          <w:rtl/>
        </w:rPr>
        <w:t>قال ابن عقدة: انه كان ممن يقول بولاية أهل البيت عليهم السلام.</w:t>
      </w:r>
    </w:p>
    <w:p w:rsidR="00FF6DC3" w:rsidRDefault="00FF6DC3" w:rsidP="00FF6DC3">
      <w:pPr>
        <w:pStyle w:val="libNormal"/>
        <w:rPr>
          <w:rtl/>
        </w:rPr>
      </w:pPr>
      <w:r>
        <w:rPr>
          <w:rtl/>
        </w:rPr>
        <w:br w:type="page"/>
      </w:r>
    </w:p>
    <w:p w:rsidR="00F04D17" w:rsidRDefault="00F04D17" w:rsidP="000F2669">
      <w:pPr>
        <w:pStyle w:val="Heading2Center"/>
      </w:pPr>
      <w:bookmarkStart w:id="228" w:name="116"/>
      <w:bookmarkStart w:id="229" w:name="_Toc418412036"/>
      <w:r>
        <w:rPr>
          <w:rtl/>
        </w:rPr>
        <w:lastRenderedPageBreak/>
        <w:t>الفصل التاسع عشر في الفاء</w:t>
      </w:r>
      <w:bookmarkEnd w:id="228"/>
      <w:bookmarkEnd w:id="229"/>
    </w:p>
    <w:p w:rsidR="00F04D17" w:rsidRDefault="00F04D17" w:rsidP="00F04D17">
      <w:pPr>
        <w:pStyle w:val="libNormal"/>
        <w:rPr>
          <w:rtl/>
        </w:rPr>
      </w:pPr>
      <w:r>
        <w:rPr>
          <w:rtl/>
        </w:rPr>
        <w:t>وفيه ثلاثة أبواب:</w:t>
      </w:r>
    </w:p>
    <w:p w:rsidR="00F04D17" w:rsidRDefault="00F04D17" w:rsidP="00F04D17">
      <w:pPr>
        <w:pStyle w:val="Heading3Center"/>
        <w:rPr>
          <w:rtl/>
        </w:rPr>
      </w:pPr>
      <w:bookmarkStart w:id="230" w:name="117"/>
      <w:bookmarkStart w:id="231" w:name="_Toc418412037"/>
      <w:r>
        <w:rPr>
          <w:rtl/>
        </w:rPr>
        <w:t>الباب الاول الفضيل رجلان</w:t>
      </w:r>
      <w:bookmarkEnd w:id="230"/>
      <w:bookmarkEnd w:id="231"/>
    </w:p>
    <w:p w:rsidR="00F04D17" w:rsidRDefault="00F04D17" w:rsidP="00F04D17">
      <w:pPr>
        <w:pStyle w:val="libNormal"/>
        <w:rPr>
          <w:rtl/>
        </w:rPr>
      </w:pPr>
      <w:r>
        <w:rPr>
          <w:rtl/>
        </w:rPr>
        <w:t>1 - (الفضيل) بن يسار بالسين المهملة بعد الياء المنقطة تحتها نقطتين النهدي أبوالقاسم عربي صميم بصري ثقة عين جليل القدر روى عن الباقر والصادق عليهما السلام ومات في أيام الصادق عليه السلام.</w:t>
      </w:r>
    </w:p>
    <w:p w:rsidR="00F04D17" w:rsidRDefault="00F04D17" w:rsidP="00F04D17">
      <w:pPr>
        <w:pStyle w:val="libNormal"/>
        <w:rPr>
          <w:rtl/>
        </w:rPr>
      </w:pPr>
      <w:r>
        <w:rPr>
          <w:rtl/>
        </w:rPr>
        <w:t>قال الكشي حدثني علي بن محمد بن قتيبة عن الفضل بن شاذان ومحمد بن مسعود قال كتب إلى الفضل بن شاذان عن أبي عمر عن عدة من أصحابنا قال كان أبوعبدالله عليه السلام إذا نظر إلى الفضيل بن يسار مقبلا قال بشر المخبتين. وكان يقول ان فضيلا من أصحاب أبي واني لاحب الرجل ان يحب أصحاب أبيه.</w:t>
      </w:r>
    </w:p>
    <w:p w:rsidR="00F04D17" w:rsidRDefault="00F04D17" w:rsidP="00F04D17">
      <w:pPr>
        <w:pStyle w:val="libNormal"/>
        <w:rPr>
          <w:rtl/>
        </w:rPr>
      </w:pPr>
      <w:r>
        <w:rPr>
          <w:rtl/>
        </w:rPr>
        <w:t>وقال الكشي أيض</w:t>
      </w:r>
      <w:r w:rsidR="00CD27DE">
        <w:rPr>
          <w:rtl/>
        </w:rPr>
        <w:t>اً</w:t>
      </w:r>
      <w:r>
        <w:rPr>
          <w:rtl/>
        </w:rPr>
        <w:t xml:space="preserve"> انه ممن إجتمعت العصابة على تصديقه والاقرار له بالفقه.</w:t>
      </w:r>
    </w:p>
    <w:p w:rsidR="00F04D17" w:rsidRDefault="00F04D17" w:rsidP="00F04D17">
      <w:pPr>
        <w:pStyle w:val="libNormal"/>
        <w:rPr>
          <w:rtl/>
        </w:rPr>
      </w:pPr>
      <w:r>
        <w:rPr>
          <w:rtl/>
        </w:rPr>
        <w:t>2 - (فضيل) بن محمد بن راشد مولى الفضل البقباق أبوالعباس كوفي له كتاب ثقة قاله البرقي.</w:t>
      </w:r>
    </w:p>
    <w:p w:rsidR="00F04D17" w:rsidRDefault="00F04D17" w:rsidP="00F04D17">
      <w:pPr>
        <w:pStyle w:val="Heading3Center"/>
        <w:rPr>
          <w:rtl/>
        </w:rPr>
      </w:pPr>
      <w:bookmarkStart w:id="232" w:name="118"/>
      <w:bookmarkStart w:id="233" w:name="_Toc418412038"/>
      <w:r>
        <w:rPr>
          <w:rtl/>
        </w:rPr>
        <w:t>الباب الثانى فضل ستة رجال</w:t>
      </w:r>
      <w:bookmarkEnd w:id="232"/>
      <w:bookmarkEnd w:id="233"/>
    </w:p>
    <w:p w:rsidR="00F04D17" w:rsidRDefault="00F04D17" w:rsidP="00F04D17">
      <w:pPr>
        <w:pStyle w:val="libNormal"/>
        <w:rPr>
          <w:rtl/>
        </w:rPr>
      </w:pPr>
      <w:r>
        <w:rPr>
          <w:rtl/>
        </w:rPr>
        <w:t>1 - (الفضل) بن سنان نيسابوري من أصحاب الرضا عليه السلام وكيل.</w:t>
      </w:r>
    </w:p>
    <w:p w:rsidR="00F04D17" w:rsidRDefault="00F04D17" w:rsidP="00F04D17">
      <w:pPr>
        <w:pStyle w:val="libNormal"/>
        <w:rPr>
          <w:rtl/>
        </w:rPr>
      </w:pPr>
      <w:r>
        <w:rPr>
          <w:rtl/>
        </w:rPr>
        <w:t>2 - (الفضل) بن شاذان بالشين المعجمة والذال المعجمة والنون ابن الخليل بالخاء المعجمة أبومحمد الازدى النيسابوري كان أبوه من أصحاب يونس، وروى عن أبي جعفر الثاني عليه السلام.</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وقيل: عن الرضا عليه السلام أيض</w:t>
      </w:r>
      <w:r w:rsidR="00CD27DE">
        <w:rPr>
          <w:rtl/>
        </w:rPr>
        <w:t>اً</w:t>
      </w:r>
      <w:r>
        <w:rPr>
          <w:rtl/>
        </w:rPr>
        <w:t xml:space="preserve"> وكان ثقة جليلا فقيه</w:t>
      </w:r>
      <w:r w:rsidR="00CD27DE">
        <w:rPr>
          <w:rtl/>
        </w:rPr>
        <w:t>اً</w:t>
      </w:r>
      <w:r>
        <w:rPr>
          <w:rtl/>
        </w:rPr>
        <w:t xml:space="preserve"> متكلم</w:t>
      </w:r>
      <w:r w:rsidR="00CD27DE">
        <w:rPr>
          <w:rtl/>
        </w:rPr>
        <w:t>اً</w:t>
      </w:r>
      <w:r>
        <w:rPr>
          <w:rtl/>
        </w:rPr>
        <w:t xml:space="preserve"> له عظم شأن في هذه الطائفة.</w:t>
      </w:r>
    </w:p>
    <w:p w:rsidR="00F04D17" w:rsidRDefault="00F04D17" w:rsidP="00F04D17">
      <w:pPr>
        <w:pStyle w:val="libNormal"/>
        <w:rPr>
          <w:rtl/>
        </w:rPr>
      </w:pPr>
      <w:r>
        <w:rPr>
          <w:rtl/>
        </w:rPr>
        <w:t>قيل: انه صنف مائة وثمانين كتاب</w:t>
      </w:r>
      <w:r w:rsidR="00CD27DE">
        <w:rPr>
          <w:rtl/>
        </w:rPr>
        <w:t>اً</w:t>
      </w:r>
      <w:r>
        <w:rPr>
          <w:rtl/>
        </w:rPr>
        <w:t xml:space="preserve"> وترحم عليه أبومحمد عليه السلام مرتين، وروى ثلاث</w:t>
      </w:r>
      <w:r w:rsidR="00CD27DE">
        <w:rPr>
          <w:rtl/>
        </w:rPr>
        <w:t>اً</w:t>
      </w:r>
      <w:r>
        <w:rPr>
          <w:rtl/>
        </w:rPr>
        <w:t xml:space="preserve"> ولاء.</w:t>
      </w:r>
    </w:p>
    <w:p w:rsidR="00F04D17" w:rsidRDefault="00F04D17" w:rsidP="00F04D17">
      <w:pPr>
        <w:pStyle w:val="libNormal"/>
        <w:rPr>
          <w:rtl/>
        </w:rPr>
      </w:pPr>
      <w:r>
        <w:rPr>
          <w:rtl/>
        </w:rPr>
        <w:t>ونقل الكشي عن الائمة عليهم السلام مدحه، ثم ذكر ما ينافيه، وقد أجبنا عنه في كتابنا الكبير.</w:t>
      </w:r>
    </w:p>
    <w:p w:rsidR="00F04D17" w:rsidRDefault="00F04D17" w:rsidP="00F04D17">
      <w:pPr>
        <w:pStyle w:val="libNormal"/>
        <w:rPr>
          <w:rtl/>
        </w:rPr>
      </w:pPr>
      <w:r>
        <w:rPr>
          <w:rtl/>
        </w:rPr>
        <w:t>وهذاالشيخ أجل من أن يغمز عليه، فانه رئيس طائفتنا، رضي الله عنه.</w:t>
      </w:r>
    </w:p>
    <w:p w:rsidR="00F04D17" w:rsidRDefault="00F04D17" w:rsidP="00F04D17">
      <w:pPr>
        <w:pStyle w:val="libNormal"/>
        <w:rPr>
          <w:rtl/>
        </w:rPr>
      </w:pPr>
      <w:r>
        <w:rPr>
          <w:rtl/>
        </w:rPr>
        <w:t>3 - (الفضل) بن عبدالرحمان بغدادي متكلم جيد الكلام.</w:t>
      </w:r>
    </w:p>
    <w:p w:rsidR="00F04D17" w:rsidRDefault="00F04D17" w:rsidP="00F04D17">
      <w:pPr>
        <w:pStyle w:val="libNormal"/>
        <w:rPr>
          <w:rtl/>
        </w:rPr>
      </w:pPr>
      <w:r>
        <w:rPr>
          <w:rtl/>
        </w:rPr>
        <w:t>4 - (الفضل) بن إسماعيل الكندي رجل من أصحابنا ثقة قليل الحديث.</w:t>
      </w:r>
    </w:p>
    <w:p w:rsidR="00F04D17" w:rsidRDefault="00F04D17" w:rsidP="00F04D17">
      <w:pPr>
        <w:pStyle w:val="libNormal"/>
        <w:rPr>
          <w:rtl/>
        </w:rPr>
      </w:pPr>
      <w:r>
        <w:rPr>
          <w:rtl/>
        </w:rPr>
        <w:t>5 - (الفضل) بن عثمان المرادي الصائغ بالغين المعجمة الانباري أبومحمد الاعور ثقة ثقة روى عن أبي عبدالله عليه السلام.</w:t>
      </w:r>
    </w:p>
    <w:p w:rsidR="00F04D17" w:rsidRDefault="00F04D17" w:rsidP="00F04D17">
      <w:pPr>
        <w:pStyle w:val="libNormal"/>
        <w:rPr>
          <w:rtl/>
        </w:rPr>
      </w:pPr>
      <w:r>
        <w:rPr>
          <w:rtl/>
        </w:rPr>
        <w:t>6 - (الفضل) بن عبدالملك أبوالعباس البقباق مولى كوفي عين روى عن أبي عبدالله عليه السلام.</w:t>
      </w:r>
    </w:p>
    <w:p w:rsidR="00F04D17" w:rsidRDefault="00F04D17" w:rsidP="00F04D17">
      <w:pPr>
        <w:pStyle w:val="Heading3Center"/>
        <w:rPr>
          <w:rtl/>
        </w:rPr>
      </w:pPr>
      <w:bookmarkStart w:id="234" w:name="119"/>
      <w:bookmarkStart w:id="235" w:name="_Toc418412039"/>
      <w:r>
        <w:rPr>
          <w:rtl/>
        </w:rPr>
        <w:t>الباب الثالث في الآحاد ثلاثة رجال</w:t>
      </w:r>
      <w:bookmarkEnd w:id="234"/>
      <w:bookmarkEnd w:id="235"/>
    </w:p>
    <w:p w:rsidR="00F04D17" w:rsidRDefault="00F04D17" w:rsidP="00F04D17">
      <w:pPr>
        <w:pStyle w:val="libNormal"/>
        <w:rPr>
          <w:rtl/>
        </w:rPr>
      </w:pPr>
      <w:r>
        <w:rPr>
          <w:rtl/>
        </w:rPr>
        <w:t>1 - (فضالة) بن أيوب الازدي من أصحاب أبي إبراهيم موسى الكاظم عليه السلام سكن الاهواز روى عن الكاظم عليه السلام وكان ثقة في حديثه مستقيما في دينه.</w:t>
      </w:r>
    </w:p>
    <w:p w:rsidR="00F04D17" w:rsidRDefault="00F04D17" w:rsidP="00F04D17">
      <w:pPr>
        <w:pStyle w:val="libNormal"/>
        <w:rPr>
          <w:rtl/>
        </w:rPr>
      </w:pPr>
      <w:r>
        <w:rPr>
          <w:rtl/>
        </w:rPr>
        <w:t>2 - (فيض) بن المختار الخثعمي الكوفى روى عن أبي عبدالله وأبي جعفر وأبي الحسن عليهم السلام أيض</w:t>
      </w:r>
      <w:r w:rsidR="00CD27DE">
        <w:rPr>
          <w:rtl/>
        </w:rPr>
        <w:t>اً</w:t>
      </w:r>
      <w:r>
        <w:rPr>
          <w:rtl/>
        </w:rPr>
        <w:t xml:space="preserve"> ثقة عين.</w:t>
      </w:r>
    </w:p>
    <w:p w:rsidR="00FF6DC3" w:rsidRDefault="00F04D17" w:rsidP="00F04D17">
      <w:pPr>
        <w:pStyle w:val="libNormal"/>
        <w:rPr>
          <w:rtl/>
        </w:rPr>
      </w:pPr>
      <w:r>
        <w:rPr>
          <w:rtl/>
        </w:rPr>
        <w:t>3 - (فارس) بن سليمان أبوشجاع الارجاني بفتح الهمزة وإسكان الراء وفتح الجيم والنون بعد الالف شيخ من أصحابنا كثير الادب.</w:t>
      </w:r>
    </w:p>
    <w:p w:rsidR="00FF6DC3" w:rsidRDefault="00FF6DC3" w:rsidP="00FF6DC3">
      <w:pPr>
        <w:pStyle w:val="libNormal"/>
        <w:rPr>
          <w:rtl/>
        </w:rPr>
      </w:pPr>
      <w:r>
        <w:rPr>
          <w:rtl/>
        </w:rPr>
        <w:br w:type="page"/>
      </w:r>
    </w:p>
    <w:p w:rsidR="00F04D17" w:rsidRDefault="00F04D17" w:rsidP="000F2669">
      <w:pPr>
        <w:pStyle w:val="Heading2Center"/>
        <w:rPr>
          <w:rtl/>
        </w:rPr>
      </w:pPr>
      <w:bookmarkStart w:id="236" w:name="120"/>
      <w:bookmarkStart w:id="237" w:name="_Toc418412040"/>
      <w:r>
        <w:rPr>
          <w:rtl/>
        </w:rPr>
        <w:lastRenderedPageBreak/>
        <w:t>الفصل العشرون في القاف</w:t>
      </w:r>
      <w:bookmarkEnd w:id="236"/>
      <w:bookmarkEnd w:id="237"/>
    </w:p>
    <w:p w:rsidR="00F04D17" w:rsidRDefault="00F04D17" w:rsidP="00F04D17">
      <w:pPr>
        <w:pStyle w:val="libNormal"/>
        <w:rPr>
          <w:rtl/>
        </w:rPr>
      </w:pPr>
      <w:r>
        <w:rPr>
          <w:rtl/>
        </w:rPr>
        <w:t>وفيه ثلاثة أبواب:</w:t>
      </w:r>
    </w:p>
    <w:p w:rsidR="00F04D17" w:rsidRPr="00F04D17" w:rsidRDefault="00F04D17" w:rsidP="00F04D17">
      <w:pPr>
        <w:pStyle w:val="Heading3Center"/>
        <w:rPr>
          <w:rtl/>
        </w:rPr>
      </w:pPr>
      <w:bookmarkStart w:id="238" w:name="121"/>
      <w:bookmarkStart w:id="239" w:name="_Toc418412041"/>
      <w:r>
        <w:rPr>
          <w:rtl/>
        </w:rPr>
        <w:t>الباب الاول القاسم سبعة رجال</w:t>
      </w:r>
      <w:bookmarkEnd w:id="238"/>
      <w:bookmarkEnd w:id="239"/>
    </w:p>
    <w:p w:rsidR="00F04D17" w:rsidRDefault="00F04D17" w:rsidP="00F04D17">
      <w:pPr>
        <w:pStyle w:val="libNormal"/>
        <w:rPr>
          <w:rtl/>
        </w:rPr>
      </w:pPr>
      <w:r>
        <w:rPr>
          <w:rtl/>
        </w:rPr>
        <w:t>1 - (القاسم) بن الفضيل بن يسار النهدي البصري أبومحمد ثقة روى عن أبي عبدالله عليه السلام.</w:t>
      </w:r>
    </w:p>
    <w:p w:rsidR="00F04D17" w:rsidRDefault="00F04D17" w:rsidP="00F04D17">
      <w:pPr>
        <w:pStyle w:val="libNormal"/>
        <w:rPr>
          <w:rtl/>
        </w:rPr>
      </w:pPr>
      <w:r>
        <w:rPr>
          <w:rtl/>
        </w:rPr>
        <w:t>2 - (القاسم) بن هشام.</w:t>
      </w:r>
    </w:p>
    <w:p w:rsidR="00F04D17" w:rsidRDefault="00F04D17" w:rsidP="00F04D17">
      <w:pPr>
        <w:pStyle w:val="libNormal"/>
        <w:rPr>
          <w:rtl/>
        </w:rPr>
      </w:pPr>
      <w:r>
        <w:rPr>
          <w:rtl/>
        </w:rPr>
        <w:t>قال الكشي: عن أبي النصر لقد رأيته فاضلا خير</w:t>
      </w:r>
      <w:r w:rsidR="00CD27DE">
        <w:rPr>
          <w:rtl/>
        </w:rPr>
        <w:t>اً</w:t>
      </w:r>
      <w:r>
        <w:rPr>
          <w:rtl/>
        </w:rPr>
        <w:t xml:space="preserve"> يروي عن الحسن بن محبوب.</w:t>
      </w:r>
    </w:p>
    <w:p w:rsidR="00F04D17" w:rsidRDefault="00F04D17" w:rsidP="00F04D17">
      <w:pPr>
        <w:pStyle w:val="libNormal"/>
        <w:rPr>
          <w:rtl/>
        </w:rPr>
      </w:pPr>
      <w:r>
        <w:rPr>
          <w:rtl/>
        </w:rPr>
        <w:t>3 - (القاسم) بن بريد بالباء المنقطة تحتها نقطة المضمومة ابن معاوية العجلي ثقة روى عن أبي عبدالله عليه السلام.</w:t>
      </w:r>
    </w:p>
    <w:p w:rsidR="00F04D17" w:rsidRDefault="00F04D17" w:rsidP="00F04D17">
      <w:pPr>
        <w:pStyle w:val="libNormal"/>
        <w:rPr>
          <w:rtl/>
        </w:rPr>
      </w:pPr>
      <w:r>
        <w:rPr>
          <w:rtl/>
        </w:rPr>
        <w:t>4 - (القاسم) بن خليفة كوفي ثقة قليل الحديث.</w:t>
      </w:r>
    </w:p>
    <w:p w:rsidR="00F04D17" w:rsidRDefault="00F04D17" w:rsidP="00F04D17">
      <w:pPr>
        <w:pStyle w:val="libNormal"/>
        <w:rPr>
          <w:rtl/>
        </w:rPr>
      </w:pPr>
      <w:r>
        <w:rPr>
          <w:rtl/>
        </w:rPr>
        <w:t>5 - (القاسم) بن محمد بن أيوب بن ميمون من أجلة أصحابنا وليس هو كاسولا.</w:t>
      </w:r>
    </w:p>
    <w:p w:rsidR="00F04D17" w:rsidRDefault="00F04D17" w:rsidP="00F04D17">
      <w:pPr>
        <w:pStyle w:val="libNormal"/>
        <w:rPr>
          <w:rtl/>
        </w:rPr>
      </w:pPr>
      <w:r>
        <w:rPr>
          <w:rtl/>
        </w:rPr>
        <w:t>6 - (القاسم) بن محمد بن علي بن إبراهيم بن محمد الهمداني وكيل الناحية.</w:t>
      </w:r>
    </w:p>
    <w:p w:rsidR="00F04D17" w:rsidRDefault="00F04D17" w:rsidP="00F04D17">
      <w:pPr>
        <w:pStyle w:val="libNormal"/>
        <w:rPr>
          <w:rtl/>
        </w:rPr>
      </w:pPr>
      <w:r>
        <w:rPr>
          <w:rtl/>
        </w:rPr>
        <w:t>7 - (القاسم) بن محمد الخقاني بضم الخاء والقاف والنون بعد الالف كوفي قريب الامر.</w:t>
      </w:r>
    </w:p>
    <w:p w:rsidR="00F04D17" w:rsidRDefault="00F04D17" w:rsidP="00F04D17">
      <w:pPr>
        <w:pStyle w:val="Heading3Center"/>
        <w:rPr>
          <w:rtl/>
        </w:rPr>
      </w:pPr>
      <w:bookmarkStart w:id="240" w:name="122"/>
      <w:bookmarkStart w:id="241" w:name="_Toc418412042"/>
      <w:r>
        <w:rPr>
          <w:rtl/>
        </w:rPr>
        <w:t>الباب الثانى قيس أربعة رجال</w:t>
      </w:r>
      <w:bookmarkEnd w:id="240"/>
      <w:bookmarkEnd w:id="241"/>
    </w:p>
    <w:p w:rsidR="00F04D17" w:rsidRDefault="00F04D17" w:rsidP="00F04D17">
      <w:pPr>
        <w:pStyle w:val="libNormal"/>
        <w:rPr>
          <w:rtl/>
        </w:rPr>
      </w:pPr>
      <w:r>
        <w:rPr>
          <w:rtl/>
        </w:rPr>
        <w:t>1 - (قيس) بن سعد بن عبادة من السابقين الذين رجعوا إلى أميرالمؤمنين عليه السلام وهو مشكور، لم يبايع أبابكر.</w:t>
      </w:r>
    </w:p>
    <w:p w:rsidR="00F04D17" w:rsidRDefault="00F04D17" w:rsidP="00F04D17">
      <w:pPr>
        <w:pStyle w:val="libNormal"/>
        <w:rPr>
          <w:rtl/>
        </w:rPr>
      </w:pPr>
      <w:r>
        <w:rPr>
          <w:rtl/>
        </w:rPr>
        <w:t>2 - (قيس) بن عباد البكري مشكور.</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3 - (قيس) أخو عمار الساباطي ثقة.</w:t>
      </w:r>
    </w:p>
    <w:p w:rsidR="00F04D17" w:rsidRDefault="00F04D17" w:rsidP="00F04D17">
      <w:pPr>
        <w:pStyle w:val="libNormal"/>
        <w:rPr>
          <w:rtl/>
        </w:rPr>
      </w:pPr>
      <w:r>
        <w:rPr>
          <w:rtl/>
        </w:rPr>
        <w:t>4 - (قيس) بن عمار بن حيان قريب الامر.</w:t>
      </w:r>
    </w:p>
    <w:p w:rsidR="00F04D17" w:rsidRDefault="00F04D17" w:rsidP="00F04D17">
      <w:pPr>
        <w:pStyle w:val="Heading3Center"/>
        <w:rPr>
          <w:rtl/>
        </w:rPr>
      </w:pPr>
      <w:bookmarkStart w:id="242" w:name="123"/>
      <w:bookmarkStart w:id="243" w:name="_Toc418412043"/>
      <w:r>
        <w:rPr>
          <w:rtl/>
        </w:rPr>
        <w:t>الباب الثالث في الآحاد رجلان</w:t>
      </w:r>
      <w:bookmarkEnd w:id="242"/>
      <w:bookmarkEnd w:id="243"/>
    </w:p>
    <w:p w:rsidR="00F04D17" w:rsidRDefault="00F04D17" w:rsidP="00F04D17">
      <w:pPr>
        <w:pStyle w:val="libNormal"/>
        <w:rPr>
          <w:rtl/>
        </w:rPr>
      </w:pPr>
      <w:r>
        <w:rPr>
          <w:rtl/>
        </w:rPr>
        <w:t>1 - (قنبر) مولى أميرالمؤمنين عليه السلام مشكور.</w:t>
      </w:r>
    </w:p>
    <w:p w:rsidR="00F04D17" w:rsidRDefault="00F04D17" w:rsidP="00F04D17">
      <w:pPr>
        <w:pStyle w:val="libNormal"/>
        <w:rPr>
          <w:rtl/>
        </w:rPr>
      </w:pPr>
      <w:r>
        <w:rPr>
          <w:rtl/>
        </w:rPr>
        <w:t>2 - (قتيبة) بن محمد الاعشى المؤدب أبومحمد المقري مولى الازد ثقة عين روى عن أبي عبدالله عليه السلام.</w:t>
      </w:r>
    </w:p>
    <w:p w:rsidR="00F04D17" w:rsidRPr="00F04D17" w:rsidRDefault="00F04D17" w:rsidP="000F2669">
      <w:pPr>
        <w:pStyle w:val="Heading2Center"/>
        <w:rPr>
          <w:rtl/>
        </w:rPr>
      </w:pPr>
      <w:bookmarkStart w:id="244" w:name="124"/>
      <w:bookmarkStart w:id="245" w:name="_Toc418412044"/>
      <w:r>
        <w:rPr>
          <w:rtl/>
        </w:rPr>
        <w:t>الفصل الحادى والعشرون في الكاف</w:t>
      </w:r>
      <w:bookmarkEnd w:id="244"/>
      <w:bookmarkEnd w:id="245"/>
    </w:p>
    <w:p w:rsidR="00F04D17" w:rsidRDefault="00F04D17" w:rsidP="00F04D17">
      <w:pPr>
        <w:pStyle w:val="libNormal"/>
        <w:rPr>
          <w:rtl/>
        </w:rPr>
      </w:pPr>
      <w:r>
        <w:rPr>
          <w:rtl/>
        </w:rPr>
        <w:t>وفيه سبعة رجال:</w:t>
      </w:r>
    </w:p>
    <w:p w:rsidR="00F04D17" w:rsidRDefault="00F04D17" w:rsidP="00F04D17">
      <w:pPr>
        <w:pStyle w:val="libNormal"/>
        <w:rPr>
          <w:rtl/>
        </w:rPr>
      </w:pPr>
      <w:r>
        <w:rPr>
          <w:rtl/>
        </w:rPr>
        <w:t>1 - (الكلج) الضبي كان على رجالة أميرالمؤمنين عليه السلام يوم صفين.</w:t>
      </w:r>
    </w:p>
    <w:p w:rsidR="00F04D17" w:rsidRDefault="00F04D17" w:rsidP="00F04D17">
      <w:pPr>
        <w:pStyle w:val="libNormal"/>
        <w:rPr>
          <w:rtl/>
        </w:rPr>
      </w:pPr>
      <w:r>
        <w:rPr>
          <w:rtl/>
        </w:rPr>
        <w:t>2 - (كعب) بن عبدالله كان مع علي عليه السلام في يوم الجمل وصفين وغيرهما.</w:t>
      </w:r>
    </w:p>
    <w:p w:rsidR="00F04D17" w:rsidRDefault="00F04D17" w:rsidP="00F04D17">
      <w:pPr>
        <w:pStyle w:val="libNormal"/>
        <w:rPr>
          <w:rtl/>
        </w:rPr>
      </w:pPr>
      <w:r>
        <w:rPr>
          <w:rtl/>
        </w:rPr>
        <w:t>3 - (الكميت) بن زيد الاسدي رحمه الله مشكور.</w:t>
      </w:r>
    </w:p>
    <w:p w:rsidR="00F04D17" w:rsidRDefault="00F04D17" w:rsidP="00F04D17">
      <w:pPr>
        <w:pStyle w:val="libNormal"/>
        <w:rPr>
          <w:rtl/>
        </w:rPr>
      </w:pPr>
      <w:r>
        <w:rPr>
          <w:rtl/>
        </w:rPr>
        <w:t>4 - (كليب) بن معاوية الصيداوي.</w:t>
      </w:r>
    </w:p>
    <w:p w:rsidR="00F04D17" w:rsidRDefault="00F04D17" w:rsidP="00F04D17">
      <w:pPr>
        <w:pStyle w:val="libNormal"/>
        <w:rPr>
          <w:rtl/>
        </w:rPr>
      </w:pPr>
      <w:r>
        <w:rPr>
          <w:rtl/>
        </w:rPr>
        <w:t>روى الكشي: عن علي بن إسماعيل عن حماد بن عيسى عن حسين بن مختار عن أبي اسامة: ان الصادق عليه السلام ترحم عليه. وعن أيوب بن نوح عن صفوان بن يحيى عن كليب بن معاوية عن أبي عبدالله عليه السلام.. وذكر ما يشهد بصحة عقيدته. وفي الاول حسين بن المختار واقفي، والثاني شهادة لنفسه، فنحن في تعديله من المتوقفين.</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5 - (كعيب) بن عبدالله مولى طرفه كوفي ثقة روى عن أبي عبدالله عليه السلام ذكره أصحاب الرجال.</w:t>
      </w:r>
    </w:p>
    <w:p w:rsidR="00F04D17" w:rsidRDefault="00F04D17" w:rsidP="00F04D17">
      <w:pPr>
        <w:pStyle w:val="libNormal"/>
        <w:rPr>
          <w:rtl/>
        </w:rPr>
      </w:pPr>
      <w:r>
        <w:rPr>
          <w:rtl/>
        </w:rPr>
        <w:t>6 - (كثير) بن كلثم أبوالحرث.</w:t>
      </w:r>
    </w:p>
    <w:p w:rsidR="00F04D17" w:rsidRDefault="00F04D17" w:rsidP="00F04D17">
      <w:pPr>
        <w:pStyle w:val="libNormal"/>
        <w:rPr>
          <w:rtl/>
        </w:rPr>
      </w:pPr>
      <w:r>
        <w:rPr>
          <w:rtl/>
        </w:rPr>
        <w:t>وقيل: أبوالفضل كوفي روى عن أبي عبدالله وأبي جعفر عليهما السلام ثقة.</w:t>
      </w:r>
    </w:p>
    <w:p w:rsidR="00F04D17" w:rsidRDefault="00F04D17" w:rsidP="00F04D17">
      <w:pPr>
        <w:pStyle w:val="libNormal"/>
        <w:rPr>
          <w:rtl/>
        </w:rPr>
      </w:pPr>
      <w:r>
        <w:rPr>
          <w:rtl/>
        </w:rPr>
        <w:t>7 - (كثير) الطويل، قال علي بن أحمد الحقيقي: انه عرف هذا الامر.</w:t>
      </w:r>
    </w:p>
    <w:p w:rsidR="00F04D17" w:rsidRDefault="00F04D17" w:rsidP="00F04D17">
      <w:pPr>
        <w:pStyle w:val="libNormal"/>
        <w:rPr>
          <w:rtl/>
        </w:rPr>
      </w:pPr>
      <w:r>
        <w:rPr>
          <w:rtl/>
        </w:rPr>
        <w:t>وسند ما رواه ضعيف جد</w:t>
      </w:r>
      <w:r w:rsidR="00CD27DE">
        <w:rPr>
          <w:rtl/>
        </w:rPr>
        <w:t>اً</w:t>
      </w:r>
      <w:r>
        <w:rPr>
          <w:rtl/>
        </w:rPr>
        <w:t>، فلا تعويل على ذلك.</w:t>
      </w:r>
    </w:p>
    <w:p w:rsidR="00F04D17" w:rsidRPr="00F04D17" w:rsidRDefault="00F04D17" w:rsidP="000F2669">
      <w:pPr>
        <w:pStyle w:val="Heading2Center"/>
        <w:rPr>
          <w:rtl/>
        </w:rPr>
      </w:pPr>
      <w:bookmarkStart w:id="246" w:name="125"/>
      <w:bookmarkStart w:id="247" w:name="_Toc418412045"/>
      <w:r>
        <w:rPr>
          <w:rtl/>
        </w:rPr>
        <w:t>الفصل الثانى والعشرون في اللام</w:t>
      </w:r>
      <w:bookmarkEnd w:id="246"/>
      <w:bookmarkEnd w:id="247"/>
    </w:p>
    <w:p w:rsidR="00F04D17" w:rsidRDefault="00F04D17" w:rsidP="00F04D17">
      <w:pPr>
        <w:pStyle w:val="libNormal"/>
        <w:rPr>
          <w:rtl/>
        </w:rPr>
      </w:pPr>
      <w:r>
        <w:rPr>
          <w:rtl/>
        </w:rPr>
        <w:t>رجلان:</w:t>
      </w:r>
    </w:p>
    <w:p w:rsidR="00F04D17" w:rsidRDefault="00F04D17" w:rsidP="00F04D17">
      <w:pPr>
        <w:pStyle w:val="libNormal"/>
        <w:rPr>
          <w:rtl/>
        </w:rPr>
      </w:pPr>
      <w:r>
        <w:rPr>
          <w:rtl/>
        </w:rPr>
        <w:t>1 - (لوط) بن يحيى بن سعيد بن مخنف بن أسلم الازدي الغامدي بالغين المعجمة والدال أبومخنف رحمه الله شيخ أصحاب الاخيار بالكوفة ووجههم، وكان يسكن إلى ما يرويه روى عن جعفر بن محمد عليه السلام.</w:t>
      </w:r>
    </w:p>
    <w:p w:rsidR="00F04D17" w:rsidRDefault="00F04D17" w:rsidP="00F04D17">
      <w:pPr>
        <w:pStyle w:val="libNormal"/>
        <w:rPr>
          <w:rtl/>
        </w:rPr>
      </w:pPr>
      <w:r>
        <w:rPr>
          <w:rtl/>
        </w:rPr>
        <w:t>قال النجاشي: وقيل: انه روى عن أبي جعفر عليه السلام، ولم يصح. وقال الشيخ الطوسي رحمه الله والكشي: انه من أصحاب أميرالمؤمنين عليه السلام والظاهر خلافه. وأما ابوه يحيى فانه كان من أصحابه (ع). فلعل قول الشيخ (الطوسي) والكشي إشارة إلى الاب، والله أعلم.</w:t>
      </w:r>
    </w:p>
    <w:p w:rsidR="00F04D17" w:rsidRDefault="00F04D17" w:rsidP="00F04D17">
      <w:pPr>
        <w:pStyle w:val="libNormal"/>
        <w:rPr>
          <w:rtl/>
        </w:rPr>
      </w:pPr>
      <w:r>
        <w:rPr>
          <w:rtl/>
        </w:rPr>
        <w:t>2 - (ليث) بن البختري بالباء المنقطة تحتها نقطة المفتوحة والخاء المعجمة الساكنة والتاء المنقطة فوقها نقطتين المفتوحة والراء المكسورة المرادي أبوبصير ويكنى أبا محمد.</w:t>
      </w:r>
    </w:p>
    <w:p w:rsidR="00F04D17" w:rsidRDefault="00F04D17" w:rsidP="00F04D17">
      <w:pPr>
        <w:pStyle w:val="libNormal"/>
        <w:rPr>
          <w:rtl/>
        </w:rPr>
      </w:pPr>
      <w:r>
        <w:rPr>
          <w:rtl/>
        </w:rPr>
        <w:t>روى الكشي: عن حمدويه عن نصير عن يعقوب بن يزيد عن محمد بن أبي عمير عن جميل بن دراج قال: سمعت أبا عبدالله عليه السلام يقول: بشر المخبتين بالجنة: بريد بن معاوية العجلي وأبوبصير ليث بن البختري المرادي ومحمد بن مسلم وزرارة بن أعين أربعة نجباء أمناء الله على حلاله وحرامه، ولو لا هؤلاء لانقطعت آثار النبوة و اندرست.</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وقال الشكي: ان أبا بصير الاسدي أحد من إجتمعت العصابة على تصديقه والاقرار له بالفقه.</w:t>
      </w:r>
    </w:p>
    <w:p w:rsidR="00F04D17" w:rsidRDefault="00F04D17" w:rsidP="00F04D17">
      <w:pPr>
        <w:pStyle w:val="libNormal"/>
        <w:rPr>
          <w:rtl/>
        </w:rPr>
      </w:pPr>
      <w:r>
        <w:rPr>
          <w:rtl/>
        </w:rPr>
        <w:t>وقال بعضهم: موضع أبي بصير الاسدي، أبوبصير المرادي. وهو: ليث المرادي.</w:t>
      </w:r>
    </w:p>
    <w:p w:rsidR="00F04D17" w:rsidRDefault="00F04D17" w:rsidP="00F04D17">
      <w:pPr>
        <w:pStyle w:val="libNormal"/>
        <w:rPr>
          <w:rtl/>
        </w:rPr>
      </w:pPr>
      <w:r>
        <w:rPr>
          <w:rtl/>
        </w:rPr>
        <w:t>وروى أحاديث في مدحه وجرحه، ذكرناها في كتابنا الكبير وأجبنا عنها.</w:t>
      </w:r>
    </w:p>
    <w:p w:rsidR="00F04D17" w:rsidRDefault="00F04D17" w:rsidP="00F04D17">
      <w:pPr>
        <w:pStyle w:val="libNormal"/>
        <w:rPr>
          <w:rtl/>
        </w:rPr>
      </w:pPr>
      <w:r>
        <w:rPr>
          <w:rtl/>
        </w:rPr>
        <w:t>وقال ابن الغضايري: ليث بن البختري المرادي أبوبصير يكنى أبا احمد، كان أبوعبدالله عليه السلام يتضجر به ويتبرم، وأصحابه مختلفون في شأنه. قال: وعندي ان الطعن إنما وقع على دينه لا على حديثه.</w:t>
      </w:r>
    </w:p>
    <w:p w:rsidR="00F04D17" w:rsidRDefault="00F04D17" w:rsidP="00F04D17">
      <w:pPr>
        <w:pStyle w:val="libNormal"/>
        <w:rPr>
          <w:rtl/>
        </w:rPr>
      </w:pPr>
      <w:r>
        <w:rPr>
          <w:rtl/>
        </w:rPr>
        <w:t>وهو عندي ثقة، والذي أعتمد عليه قبول روايته وانه من أصحابنا الامامية للحديث الصحيح الذي ذكرناه أولا، وقول ابن الغضايرى: ان الطعن في دينه، لا يوجب الطعن.</w:t>
      </w:r>
    </w:p>
    <w:p w:rsidR="00F04D17" w:rsidRPr="00F04D17" w:rsidRDefault="00F04D17" w:rsidP="000F2669">
      <w:pPr>
        <w:pStyle w:val="Heading2Center"/>
        <w:rPr>
          <w:rtl/>
        </w:rPr>
      </w:pPr>
      <w:bookmarkStart w:id="248" w:name="126"/>
      <w:bookmarkStart w:id="249" w:name="_Toc418412046"/>
      <w:r>
        <w:rPr>
          <w:rtl/>
        </w:rPr>
        <w:t>الفصل الثالث والعشرون في الميم</w:t>
      </w:r>
      <w:bookmarkEnd w:id="248"/>
      <w:bookmarkEnd w:id="249"/>
    </w:p>
    <w:p w:rsidR="00F04D17" w:rsidRDefault="00F04D17" w:rsidP="00F04D17">
      <w:pPr>
        <w:pStyle w:val="libNormal"/>
        <w:rPr>
          <w:rtl/>
        </w:rPr>
      </w:pPr>
      <w:r>
        <w:rPr>
          <w:rtl/>
        </w:rPr>
        <w:t>وفيه عشرة أبواب:</w:t>
      </w:r>
    </w:p>
    <w:p w:rsidR="00F04D17" w:rsidRPr="00F04D17" w:rsidRDefault="00F04D17" w:rsidP="00F04D17">
      <w:pPr>
        <w:pStyle w:val="Heading3Center"/>
        <w:rPr>
          <w:rtl/>
        </w:rPr>
      </w:pPr>
      <w:bookmarkStart w:id="250" w:name="127"/>
      <w:bookmarkStart w:id="251" w:name="_Toc418412047"/>
      <w:r>
        <w:rPr>
          <w:rtl/>
        </w:rPr>
        <w:t>الباب الاول محمد مائة وتسعة وثمانون رجلا</w:t>
      </w:r>
      <w:bookmarkEnd w:id="250"/>
      <w:bookmarkEnd w:id="251"/>
    </w:p>
    <w:p w:rsidR="00F04D17" w:rsidRDefault="00F04D17" w:rsidP="00F04D17">
      <w:pPr>
        <w:pStyle w:val="libNormal"/>
        <w:rPr>
          <w:rtl/>
        </w:rPr>
      </w:pPr>
      <w:r>
        <w:rPr>
          <w:rtl/>
        </w:rPr>
        <w:t>1 - (محمد) بن عمرو بن حزم من أصحاب رسول الله صلى الله عليه وآله شهد مع علي عليه السلام.</w:t>
      </w:r>
    </w:p>
    <w:p w:rsidR="00F04D17" w:rsidRDefault="00F04D17" w:rsidP="00F04D17">
      <w:pPr>
        <w:pStyle w:val="libNormal"/>
        <w:rPr>
          <w:rtl/>
        </w:rPr>
      </w:pPr>
      <w:r>
        <w:rPr>
          <w:rtl/>
        </w:rPr>
        <w:t>2 - (محمد) بن بديل بن ورقاء من أصحاب رسول الله صلى الله عليه وآله شهد مع علي عليه السلام قتلا معه بصفين وهما رسولا رسول الله صلى الله عليه وآله إلى اليمن، ومحمد قتل مع رعآء رسول الله صلى الله عليه وآله ببطن قناة.</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3 - (محمد) بن أبي بكر جليل القدر عظيم المنزلة من خواص علي عليه السلام.</w:t>
      </w:r>
    </w:p>
    <w:p w:rsidR="00F04D17" w:rsidRDefault="00F04D17" w:rsidP="00F04D17">
      <w:pPr>
        <w:pStyle w:val="libNormal"/>
        <w:rPr>
          <w:rtl/>
        </w:rPr>
      </w:pPr>
      <w:r>
        <w:rPr>
          <w:rtl/>
        </w:rPr>
        <w:t>4 - (محمد) بن أبي سلمة شهد مع علي عليه السلام هو وأخوه سلمه، تصدقت بهما امهما ام سلمة على علي عليه السلام وقالت: لو يصلح لي الخروج لخرجت معك.</w:t>
      </w:r>
    </w:p>
    <w:p w:rsidR="00F04D17" w:rsidRDefault="00F04D17" w:rsidP="00F04D17">
      <w:pPr>
        <w:pStyle w:val="libNormal"/>
        <w:rPr>
          <w:rtl/>
        </w:rPr>
      </w:pPr>
      <w:r>
        <w:rPr>
          <w:rtl/>
        </w:rPr>
        <w:t>5 - (محمد) بن فضيل بن غزوان بالغين المعجمة والزاي والنون أخير</w:t>
      </w:r>
      <w:r w:rsidR="00CD27DE">
        <w:rPr>
          <w:rtl/>
        </w:rPr>
        <w:t>اً</w:t>
      </w:r>
      <w:r>
        <w:rPr>
          <w:rtl/>
        </w:rPr>
        <w:t xml:space="preserve"> الضبي مولاهم أبوعبدالرحمان من أصحاب الصادق عليه السلام ثقة.</w:t>
      </w:r>
    </w:p>
    <w:p w:rsidR="00F04D17" w:rsidRDefault="00F04D17" w:rsidP="00F04D17">
      <w:pPr>
        <w:pStyle w:val="libNormal"/>
        <w:rPr>
          <w:rtl/>
        </w:rPr>
      </w:pPr>
      <w:r>
        <w:rPr>
          <w:rtl/>
        </w:rPr>
        <w:t>6 - (محمد) بن قيس أبونصير بالنون الاسدى من أصحاب الصادق عليه السلام ثقة ثقة.</w:t>
      </w:r>
    </w:p>
    <w:p w:rsidR="00F04D17" w:rsidRDefault="00F04D17" w:rsidP="00F04D17">
      <w:pPr>
        <w:pStyle w:val="libNormal"/>
        <w:rPr>
          <w:rtl/>
        </w:rPr>
      </w:pPr>
      <w:r>
        <w:rPr>
          <w:rtl/>
        </w:rPr>
        <w:t>7 - (محمد) بن سالم بن شريح الاشجعي الحذاء الكوفي أبوإسماعيل أسند عنه، مات سنة اثنتين وتسعين ومائة وهو ابن تسع وخمسين سنة من أصحاب الصادق عليه السلام يقال له: سالم الحذاء وسالم الاشجعي وسالم بن أبى واصل وسالم بن شريح بالشين المعجمة وهو ثقة.</w:t>
      </w:r>
    </w:p>
    <w:p w:rsidR="00F04D17" w:rsidRDefault="00F04D17" w:rsidP="00F04D17">
      <w:pPr>
        <w:pStyle w:val="libNormal"/>
        <w:rPr>
          <w:rtl/>
        </w:rPr>
      </w:pPr>
      <w:r>
        <w:rPr>
          <w:rtl/>
        </w:rPr>
        <w:t>8 - (محمد) بن عمرو بن عبيد بضم العين الانصاري العطار الكوفي مولاهم وهو ابن أبي حفص من أصحاب الصادق عليه السلام أسند عنه. قيل: انه كان يعدل بألف رجل مات سنة ست وسبعين ومائة.</w:t>
      </w:r>
    </w:p>
    <w:p w:rsidR="00F04D17" w:rsidRDefault="00F04D17" w:rsidP="00F04D17">
      <w:pPr>
        <w:pStyle w:val="libNormal"/>
        <w:rPr>
          <w:rtl/>
        </w:rPr>
      </w:pPr>
      <w:r>
        <w:rPr>
          <w:rtl/>
        </w:rPr>
        <w:t>9 - (محمد) بن عذافر بالعين المضمومة المهملة والذال المعجمة والفاء والراء ابن عيسى الصيرفي المدايني ثقة روى عن أبي عبدالله وأبي الحسن عليهما السلام وعمر إلى أيام الرضا عليه السلام ومات وله ثلاث وتسعون سنة.</w:t>
      </w:r>
    </w:p>
    <w:p w:rsidR="00F04D17" w:rsidRDefault="00F04D17" w:rsidP="00F04D17">
      <w:pPr>
        <w:pStyle w:val="libNormal"/>
        <w:rPr>
          <w:rtl/>
        </w:rPr>
      </w:pPr>
      <w:r>
        <w:rPr>
          <w:rtl/>
        </w:rPr>
        <w:t>10 - (محمد) بن يونس من أصحاب الكاظم عليه السلام ثقة.</w:t>
      </w:r>
    </w:p>
    <w:p w:rsidR="00F04D17" w:rsidRDefault="00F04D17" w:rsidP="00F04D17">
      <w:pPr>
        <w:pStyle w:val="libNormal"/>
        <w:rPr>
          <w:rtl/>
        </w:rPr>
      </w:pPr>
      <w:r>
        <w:rPr>
          <w:rtl/>
        </w:rPr>
        <w:t>11 - (محمد) بن علي بن النعمان ابوجعفر الملقب بمؤمن الطاق مولى بجيلة من أصحاب الكاظم عليه السلام ثقة وكان يلقب بالاحوال، والمخالفون يلقبونه بشيطان الطاق ! وكان دكانه في طاق المحامل بالكوفة، يرجع اليه في النقد، فيخرج كما ينقد، فيقال شيطان الطاق ! وكان كثير العلم حسن الخاطر. (محمد) بن جبير بن مطعم.</w:t>
      </w:r>
    </w:p>
    <w:p w:rsidR="00F04D17" w:rsidRDefault="00F04D17" w:rsidP="00F04D17">
      <w:pPr>
        <w:pStyle w:val="libNormal"/>
        <w:rPr>
          <w:rtl/>
        </w:rPr>
      </w:pPr>
      <w:r>
        <w:rPr>
          <w:rtl/>
        </w:rPr>
        <w:t>قال الفضل بن شاذان: لم يكن في زمان علي بن الحسين عليه السلام في أول أمره إلا خمسة ذر من جملتهم محمد بن جبير.</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12 - (محمد) بن الفضل الازدى كوفي من أصحاب أبي الحسن الرضا عليه السلام في أول أمره إلا خمسة ذكر من جملتهم محمد بن جبير.</w:t>
      </w:r>
    </w:p>
    <w:p w:rsidR="00F04D17" w:rsidRDefault="00F04D17" w:rsidP="00F04D17">
      <w:pPr>
        <w:pStyle w:val="libNormal"/>
        <w:rPr>
          <w:rtl/>
        </w:rPr>
      </w:pPr>
      <w:r>
        <w:rPr>
          <w:rtl/>
        </w:rPr>
        <w:t>13 - (محمد) بن الفضل الازدى كوفي من أصحاب أبي الحسن الرضا عليه السلام ثقة.</w:t>
      </w:r>
    </w:p>
    <w:p w:rsidR="00F04D17" w:rsidRDefault="00F04D17" w:rsidP="00F04D17">
      <w:pPr>
        <w:pStyle w:val="libNormal"/>
        <w:rPr>
          <w:rtl/>
        </w:rPr>
      </w:pPr>
      <w:r>
        <w:rPr>
          <w:rtl/>
        </w:rPr>
        <w:t>14 - (محمد) بن خالد بن عبدالرحمان بن محمد بن علي البرقي أبوعبدالله مولى أبى موسى الاشعرى من أصحاب الرضا عليه السلام ثقة.</w:t>
      </w:r>
    </w:p>
    <w:p w:rsidR="00F04D17" w:rsidRDefault="00F04D17" w:rsidP="00F04D17">
      <w:pPr>
        <w:pStyle w:val="libNormal"/>
        <w:rPr>
          <w:rtl/>
        </w:rPr>
      </w:pPr>
      <w:r>
        <w:rPr>
          <w:rtl/>
        </w:rPr>
        <w:t>وقال ابن الغضايرى: انه مولى جرير بن عبدالله حديثه يعرف وينكر ويروي عن الضعفاء ويعتمد المراسيل. وقال النجاشي: انه ضعيف الحديث. والاعتماد عندى على قول الشيخ أبى جعفر الطوسي (ره) من تعديله. وقال الكشي: قال نصر بن الصباح لم يلق البرقي أبا بصير بينهما القاسم بن حمزة ولا إسحاق بن عمار.</w:t>
      </w:r>
    </w:p>
    <w:p w:rsidR="00F04D17" w:rsidRDefault="00F04D17" w:rsidP="00F04D17">
      <w:pPr>
        <w:pStyle w:val="libNormal"/>
        <w:rPr>
          <w:rtl/>
        </w:rPr>
      </w:pPr>
      <w:r>
        <w:rPr>
          <w:rtl/>
        </w:rPr>
        <w:t>15 - (محمد) بن إسماعيل بن بزيع بالباء المنقطة تحتها نقطة المفتوحة والزاي والياء المنقطة تحتها نقطتين والعين المهملة أبوجعفر مولى أبي جعفر المنصور، ولد بزيع ثلاث: منهم حمزة بن بزيع وكان من صالحي هذه الطائفة وثقاتهم كثير العمل.</w:t>
      </w:r>
    </w:p>
    <w:p w:rsidR="00F04D17" w:rsidRDefault="00F04D17" w:rsidP="00F04D17">
      <w:pPr>
        <w:pStyle w:val="libNormal"/>
        <w:rPr>
          <w:rtl/>
        </w:rPr>
      </w:pPr>
      <w:r>
        <w:rPr>
          <w:rtl/>
        </w:rPr>
        <w:t>وقال الشيخ الطوسي رحمه الله: ان محمد بن إسماعيل بن بزيع ثقة صحيح مولى منصور. وقال محمد بن عمر الكشي: كان محمد بن إسماعيل من رجال أبي الحسن موسى عليه السلام وأدر أبا جعفر الثاني عليه السلام. قال حمدويه عن أشياخه: انه وأحمد بن حمزة كانا في عداد الوزراء وكان علي ابن النعمان وصى بكتبه لحمد بن إسماعيل. وقال علي بن الحسن انه ثقة ثقة عين.</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وحكى بعض أصحابنا عن ابن الوليد قال وفي رواية محمد بن إبراهيم بن بزيع قال الرضا عليه السلام ان الله تعالى بابواب الظالمين من نور الله به البرهان ومكن له في البلاد ليدفع بهم عن أوليائه ويصلح الله تعالى بهم امور المسلمين اليهم ملجأ المؤمنين من الضرر وإليهم يفزع ذوالحاجة من شيعتنا، بهم يؤمن الله روعة المؤمن في دار الظلمة، اولئك المؤمنون حق</w:t>
      </w:r>
      <w:r w:rsidR="00CD27DE">
        <w:rPr>
          <w:rtl/>
        </w:rPr>
        <w:t>اً</w:t>
      </w:r>
      <w:r>
        <w:rPr>
          <w:rtl/>
        </w:rPr>
        <w:t xml:space="preserve"> اولئك أمناء الله في ارضه اولئك نور الله في رعيتهم يوم القيامة ويزهر نورهم لاهل السماوات كما تزهر الكواكب الزهرية لاهل الارض، اولئك من نورهم نور القيامة وتضيئ منهم القيامة، خلقوا والله للجنة وخلقت الجنة لهم، فهنيئ</w:t>
      </w:r>
      <w:r w:rsidR="00CD27DE">
        <w:rPr>
          <w:rtl/>
        </w:rPr>
        <w:t>اً</w:t>
      </w:r>
      <w:r>
        <w:rPr>
          <w:rtl/>
        </w:rPr>
        <w:t xml:space="preserve"> لهم، ما على أحدكم ان لو شاء لنال هذا كله. قلت و بماذا جعلني الله فداك؟ قال تكون معهم فتسرنا بادخاك السرور على المؤمنين من شيعتنا، فكن منهم يا محمد.</w:t>
      </w:r>
    </w:p>
    <w:p w:rsidR="00F04D17" w:rsidRDefault="00F04D17" w:rsidP="00F04D17">
      <w:pPr>
        <w:pStyle w:val="libNormal"/>
        <w:rPr>
          <w:rtl/>
        </w:rPr>
      </w:pPr>
      <w:r>
        <w:rPr>
          <w:rtl/>
        </w:rPr>
        <w:t>وروى الكشي عن علي بن محمد قال حدثني بنان بن محمد بن علي بن مهزيار عن محمد بن إسماعيل بن بزيع قال سألت أبا جعفر عليه السلام ان يأمر لي بقميص من قمصه أعده لكفني؟ فبعث به إلي.</w:t>
      </w:r>
    </w:p>
    <w:p w:rsidR="00F04D17" w:rsidRDefault="00F04D17" w:rsidP="00F04D17">
      <w:pPr>
        <w:pStyle w:val="libNormal"/>
        <w:rPr>
          <w:rtl/>
        </w:rPr>
      </w:pPr>
      <w:r>
        <w:rPr>
          <w:rtl/>
        </w:rPr>
        <w:t>قال قلت كيف أصنع به جعلت فداك؟ قال إنزع أزراره.</w:t>
      </w:r>
    </w:p>
    <w:p w:rsidR="00F04D17" w:rsidRDefault="00F04D17" w:rsidP="00F04D17">
      <w:pPr>
        <w:pStyle w:val="libNormal"/>
        <w:rPr>
          <w:rtl/>
        </w:rPr>
      </w:pPr>
      <w:r>
        <w:rPr>
          <w:rtl/>
        </w:rPr>
        <w:t>16 - (محمد) بن الفرج الرخجي من أصحاب أبي الحسن الرضا عليه السلام ثقة.</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17 - (محمد) بن أبي عمير وإسم أبي عمير زياد بن عيسى ويكنى أبا محمد مولى الازد من موالي المهلب بن أبي صفرة.</w:t>
      </w:r>
    </w:p>
    <w:p w:rsidR="00F04D17" w:rsidRDefault="00F04D17" w:rsidP="00F04D17">
      <w:pPr>
        <w:pStyle w:val="libNormal"/>
        <w:rPr>
          <w:rtl/>
        </w:rPr>
      </w:pPr>
      <w:r>
        <w:rPr>
          <w:rtl/>
        </w:rPr>
        <w:t>وقيل مولى بني امية. والاول أصح، بغدادى الاصل والمقام، لقي أبا الحسن موسى عليه السلام وسمع منه أحاديث كناه في بعضها، فقال يا أبا أحمد. وروى عن الرضا عليه السلام كان جليل القدر عظيم المنزلة عندنا وعند المخالفين قال الكشي: انه ممن أجمع أصحابنا على تححيح ما يصح عنه وأقروا له بالفقه والعلم.</w:t>
      </w:r>
    </w:p>
    <w:p w:rsidR="00F04D17" w:rsidRDefault="00F04D17" w:rsidP="00F04D17">
      <w:pPr>
        <w:pStyle w:val="libNormal"/>
        <w:rPr>
          <w:rtl/>
        </w:rPr>
      </w:pPr>
      <w:r>
        <w:rPr>
          <w:rtl/>
        </w:rPr>
        <w:t>وقال الشيخ الطوسي (ره): انه كان أوثق الناس عند الخاصة والعامة وألسكهم نسك</w:t>
      </w:r>
      <w:r w:rsidR="00CD27DE">
        <w:rPr>
          <w:rtl/>
        </w:rPr>
        <w:t>اً</w:t>
      </w:r>
      <w:r>
        <w:rPr>
          <w:rtl/>
        </w:rPr>
        <w:t xml:space="preserve"> وأورعهم وأعبدهم، ادرك من الائمة ثلاثه: أبا إبراهيم موسى بن جعفر عليه السلام ولم يرو عنه وروى عن أبي الحسن الرضا عليه السلام. قال أبوعمرو الكشى: قال محمد بن مسعود حدثني علي بن الحسن قال ابن أبي عمير: أفقه من يونس بن عبدالرحمان واصلح وافضل. وله حكاية ذكرناها في الكتاب الكبير، مات رحمه الله سنة سبع عشرة ومئتين.</w:t>
      </w:r>
    </w:p>
    <w:p w:rsidR="00F04D17" w:rsidRDefault="00F04D17" w:rsidP="00F04D17">
      <w:pPr>
        <w:pStyle w:val="libNormal"/>
        <w:rPr>
          <w:rtl/>
        </w:rPr>
      </w:pPr>
      <w:r>
        <w:rPr>
          <w:rtl/>
        </w:rPr>
        <w:t>18 - (محمد) بن احمد بن قيس بن غيلان مولى كوفي له كتاب من أصحاب الرضا عليه السلام ثقة.</w:t>
      </w:r>
    </w:p>
    <w:p w:rsidR="00F04D17" w:rsidRDefault="00F04D17" w:rsidP="00F04D17">
      <w:pPr>
        <w:pStyle w:val="libNormal"/>
        <w:rPr>
          <w:rtl/>
        </w:rPr>
      </w:pPr>
      <w:r>
        <w:rPr>
          <w:rtl/>
        </w:rPr>
        <w:t>19 - (محمد) بن الحسين بن أبي الخطاب وإسم أبي الخطاب زيد ويكنى محمد بأبي جعفر الزيات الهمداني جليل من أصحابنا عظيم القدر كثير الرواية ثقة عين حسن التصانيف مسكون إلى روايته، له تصانيف ذكرناها في كتابنا الكبير من أصحاب الجواد عليه السلام.</w:t>
      </w:r>
    </w:p>
    <w:p w:rsidR="00F04D17" w:rsidRDefault="00F04D17" w:rsidP="00F04D17">
      <w:pPr>
        <w:pStyle w:val="libNormal"/>
        <w:rPr>
          <w:rtl/>
        </w:rPr>
      </w:pPr>
      <w:r>
        <w:rPr>
          <w:rtl/>
        </w:rPr>
        <w:t>20 - (محمد) بن علي بن مهزيار بالزاي بعد الهاء والياء المنقطة تحتها نقطتين والراء اخير</w:t>
      </w:r>
      <w:r w:rsidR="00CD27DE">
        <w:rPr>
          <w:rtl/>
        </w:rPr>
        <w:t>اً</w:t>
      </w:r>
      <w:r>
        <w:rPr>
          <w:rtl/>
        </w:rPr>
        <w:t xml:space="preserve"> من أصحاب أبي الحسن الثالث الهادي عليه السلام ثقة.</w:t>
      </w:r>
    </w:p>
    <w:p w:rsidR="00F04D17" w:rsidRDefault="00F04D17" w:rsidP="00F04D17">
      <w:pPr>
        <w:pStyle w:val="libNormal"/>
        <w:rPr>
          <w:rtl/>
        </w:rPr>
      </w:pPr>
      <w:r>
        <w:rPr>
          <w:rtl/>
        </w:rPr>
        <w:t>21 - (محمد) بن جزك بالجيم والزاي والكاف الجمال من أصحاب الهادي عليه السلام ثقة.</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22 - (محمد) بن عيسى بن عبيد بن يقطين مولى بني أسد بن خزيمة أبوجعفر العبيدي اليقطيني يونسي.</w:t>
      </w:r>
    </w:p>
    <w:p w:rsidR="00F04D17" w:rsidRDefault="00F04D17" w:rsidP="00F04D17">
      <w:pPr>
        <w:pStyle w:val="libNormal"/>
        <w:rPr>
          <w:rtl/>
        </w:rPr>
      </w:pPr>
      <w:r>
        <w:rPr>
          <w:rtl/>
        </w:rPr>
        <w:t>إختلف علماؤنا في شأنه. فقال شيخنا الطوسي (ره): انه ضعيف، إستثناء أبوجعفر بن بابويه من رجال نوادر الحكمة. وقال: لا اروى ما يختص بروايته. قال الشيخ: وقيل انه كان يذهب مذهب الغلاة.</w:t>
      </w:r>
    </w:p>
    <w:p w:rsidR="00F04D17" w:rsidRDefault="00F04D17" w:rsidP="00F04D17">
      <w:pPr>
        <w:pStyle w:val="libNormal"/>
        <w:rPr>
          <w:rtl/>
        </w:rPr>
      </w:pPr>
      <w:r>
        <w:rPr>
          <w:rtl/>
        </w:rPr>
        <w:t>وقال الكشي: حدثني علي بن محمد القتيبي قال: كان الفضل بن شاذان يحب العبيدي ويثني عليه ويميل اليه ويقول: ليس في أقرانه مثله.</w:t>
      </w:r>
    </w:p>
    <w:p w:rsidR="00F04D17" w:rsidRDefault="00F04D17" w:rsidP="00F04D17">
      <w:pPr>
        <w:pStyle w:val="libNormal"/>
        <w:rPr>
          <w:rtl/>
        </w:rPr>
      </w:pPr>
      <w:r>
        <w:rPr>
          <w:rtl/>
        </w:rPr>
        <w:t>وعن جعفر بن معروف: انه ندم إذ لم يستكثر منه.</w:t>
      </w:r>
    </w:p>
    <w:p w:rsidR="00F04D17" w:rsidRDefault="00F04D17" w:rsidP="00CD27DE">
      <w:pPr>
        <w:pStyle w:val="libNormal"/>
        <w:rPr>
          <w:rtl/>
        </w:rPr>
      </w:pPr>
      <w:r>
        <w:rPr>
          <w:rtl/>
        </w:rPr>
        <w:t>وقال النجاشي: انه جليل في اصحابنا ثقة عين كثير الرواية حسن التصانيف وروى عن أبي جعفر الثاني عليه السلام مكاتبة ومشافهة.</w:t>
      </w:r>
    </w:p>
    <w:p w:rsidR="00F04D17" w:rsidRDefault="00F04D17" w:rsidP="00F04D17">
      <w:pPr>
        <w:pStyle w:val="libNormal"/>
        <w:rPr>
          <w:rtl/>
        </w:rPr>
      </w:pPr>
      <w:r>
        <w:rPr>
          <w:rtl/>
        </w:rPr>
        <w:t>وذكر أبوجعفر بن بابويه عن ابن الوليد قال: ما تفرد به محمد بن عيسى من كتب يونس، وحديثه لايعتمد عليه.</w:t>
      </w:r>
    </w:p>
    <w:p w:rsidR="00F04D17" w:rsidRDefault="00F04D17" w:rsidP="00F04D17">
      <w:pPr>
        <w:pStyle w:val="libNormal"/>
        <w:rPr>
          <w:rtl/>
        </w:rPr>
      </w:pPr>
      <w:r>
        <w:rPr>
          <w:rtl/>
        </w:rPr>
        <w:t>قال: ورأيت أصحابنا ينكرون هذا القول ويقولون: من مثل أبي جعفر محمد بن عيسى.</w:t>
      </w:r>
    </w:p>
    <w:p w:rsidR="00F04D17" w:rsidRDefault="00F04D17" w:rsidP="00F04D17">
      <w:pPr>
        <w:pStyle w:val="libNormal"/>
        <w:rPr>
          <w:rtl/>
        </w:rPr>
      </w:pPr>
      <w:r>
        <w:rPr>
          <w:rtl/>
        </w:rPr>
        <w:t>سكن بغداد وله كتب ذكرناها في كتابنا الكبير، والاقوى عندي قبول روايته.</w:t>
      </w:r>
    </w:p>
    <w:p w:rsidR="00F04D17" w:rsidRDefault="00F04D17" w:rsidP="00F04D17">
      <w:pPr>
        <w:pStyle w:val="libNormal"/>
        <w:rPr>
          <w:rtl/>
        </w:rPr>
      </w:pPr>
      <w:r>
        <w:rPr>
          <w:rtl/>
        </w:rPr>
        <w:t>23 - (محمد) بن مروان الجلاب من أصحاب أبي الحسن الثالث الهادي عليه السلام ثقة: 24 - (محمد) بن الريان بالراء والياء المنقطة تحتها نقطتين المشددة والنون ابن الصلت بالصاد المهملة والتاء المنقطة فوقها نقطتين من أصحاب أبي الحسن الثالث الهادي عليه السلام ثقة.</w:t>
      </w:r>
    </w:p>
    <w:p w:rsidR="00F04D17" w:rsidRDefault="00F04D17" w:rsidP="00F04D17">
      <w:pPr>
        <w:pStyle w:val="libNormal"/>
        <w:rPr>
          <w:rtl/>
        </w:rPr>
      </w:pPr>
      <w:r>
        <w:rPr>
          <w:rtl/>
        </w:rPr>
        <w:t>25 - (محمد) بن عبدالجبار وهو ابن أبي الصهبان بالصاد المهملة المضمومة والباء المنقطة تحتها نقطة والنون اخير</w:t>
      </w:r>
      <w:r w:rsidR="00CD27DE">
        <w:rPr>
          <w:rtl/>
        </w:rPr>
        <w:t>اً</w:t>
      </w:r>
      <w:r>
        <w:rPr>
          <w:rtl/>
        </w:rPr>
        <w:t xml:space="preserve"> قمي من أصحاب أبي الحسن الثالث الهادي عليه السلام ثقة.</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26 - (محمد) بن علي بن بلال من أصحاب أبي محمد العسكري عليه السلام ثقة.</w:t>
      </w:r>
    </w:p>
    <w:p w:rsidR="00F04D17" w:rsidRDefault="00F04D17" w:rsidP="00F04D17">
      <w:pPr>
        <w:pStyle w:val="libNormal"/>
        <w:rPr>
          <w:rtl/>
        </w:rPr>
      </w:pPr>
      <w:r>
        <w:rPr>
          <w:rtl/>
        </w:rPr>
        <w:t>وقال الشيخ في كتاب (الغيبة): من المذمومين أبوطاهر محمد بن علي ابن بلال.</w:t>
      </w:r>
    </w:p>
    <w:p w:rsidR="00F04D17" w:rsidRDefault="00F04D17" w:rsidP="00F04D17">
      <w:pPr>
        <w:pStyle w:val="libNormal"/>
        <w:rPr>
          <w:rtl/>
        </w:rPr>
      </w:pPr>
      <w:r>
        <w:rPr>
          <w:rtl/>
        </w:rPr>
        <w:t>فنحن في روايته من المتوقفين.</w:t>
      </w:r>
    </w:p>
    <w:p w:rsidR="00F04D17" w:rsidRDefault="00F04D17" w:rsidP="00F04D17">
      <w:pPr>
        <w:pStyle w:val="libNormal"/>
        <w:rPr>
          <w:rtl/>
        </w:rPr>
      </w:pPr>
      <w:r>
        <w:rPr>
          <w:rtl/>
        </w:rPr>
        <w:t>27 - (محمد) بن بلال من أصحاب العسكري عليه السلام ثقة.</w:t>
      </w:r>
    </w:p>
    <w:p w:rsidR="00F04D17" w:rsidRDefault="00F04D17" w:rsidP="00F04D17">
      <w:pPr>
        <w:pStyle w:val="libNormal"/>
        <w:rPr>
          <w:rtl/>
        </w:rPr>
      </w:pPr>
      <w:r>
        <w:rPr>
          <w:rtl/>
        </w:rPr>
        <w:t>28 - (محمد) بن أحمد بن جعفر القمي العطار.</w:t>
      </w:r>
    </w:p>
    <w:p w:rsidR="00F04D17" w:rsidRDefault="00F04D17" w:rsidP="00F04D17">
      <w:pPr>
        <w:pStyle w:val="libNormal"/>
        <w:rPr>
          <w:rtl/>
        </w:rPr>
      </w:pPr>
      <w:r>
        <w:rPr>
          <w:rtl/>
        </w:rPr>
        <w:t>روى الكشي عن على بن محمد بن قتيبة عن حامد بن أحمد المراغي: انه ليس له ثالث في الارض وهو وكيل العسكري عليه السلام ادرك أبا الحسن عليه السلام.</w:t>
      </w:r>
    </w:p>
    <w:p w:rsidR="00F04D17" w:rsidRDefault="00F04D17" w:rsidP="00F04D17">
      <w:pPr>
        <w:pStyle w:val="libNormal"/>
        <w:rPr>
          <w:rtl/>
        </w:rPr>
      </w:pPr>
      <w:r>
        <w:rPr>
          <w:rtl/>
        </w:rPr>
        <w:t>29 - (محمد) بن صالح بن محمد الهمداني الدهقان من أصحاب العسكري عليه السلام وكيل.</w:t>
      </w:r>
    </w:p>
    <w:p w:rsidR="00F04D17" w:rsidRDefault="00F04D17" w:rsidP="00F04D17">
      <w:pPr>
        <w:pStyle w:val="libNormal"/>
        <w:rPr>
          <w:rtl/>
        </w:rPr>
      </w:pPr>
      <w:r>
        <w:rPr>
          <w:rtl/>
        </w:rPr>
        <w:t>30 - (محمد) بن علي بن أبي شعبة الحلبي أبوجعفر وجه أصحابنا وفقيههم والثقة الذي لايطعن عليه، هو واخوته عبدالله وعمران و عبدالعلي له كتاب.</w:t>
      </w:r>
    </w:p>
    <w:p w:rsidR="00F04D17" w:rsidRDefault="00F04D17" w:rsidP="00F04D17">
      <w:pPr>
        <w:pStyle w:val="libNormal"/>
        <w:rPr>
          <w:rtl/>
        </w:rPr>
      </w:pPr>
      <w:r>
        <w:rPr>
          <w:rtl/>
        </w:rPr>
        <w:t>31 - (محمد) بن عبدالرحمان بن قبه بالقاف المكسورة والباء المنقطة تحتها نقطة المفتوحة الرازى أبوجعفر متكلم عظيم القدر حسن العقيدة قوي في الكلام كان قديم</w:t>
      </w:r>
      <w:r w:rsidR="00CD27DE">
        <w:rPr>
          <w:rtl/>
        </w:rPr>
        <w:t>اً</w:t>
      </w:r>
      <w:r>
        <w:rPr>
          <w:rtl/>
        </w:rPr>
        <w:t xml:space="preserve"> من المعتزلة وتبصر وانتقل وكان حاذق</w:t>
      </w:r>
      <w:r w:rsidR="00CD27DE">
        <w:rPr>
          <w:rtl/>
        </w:rPr>
        <w:t>اً</w:t>
      </w:r>
      <w:r>
        <w:rPr>
          <w:rtl/>
        </w:rPr>
        <w:t xml:space="preserve"> شيخ الامامية في زمانه، له كتاب في (الامامة).</w:t>
      </w:r>
    </w:p>
    <w:p w:rsidR="00F04D17" w:rsidRDefault="00F04D17" w:rsidP="00F04D17">
      <w:pPr>
        <w:pStyle w:val="libNormal"/>
        <w:rPr>
          <w:rtl/>
        </w:rPr>
      </w:pPr>
      <w:r>
        <w:rPr>
          <w:rtl/>
        </w:rPr>
        <w:t>قال أبوالحسين السوسنجردى بالسين المهملة قبل الواو وبعدها والجيم والزاى والدال المهملة وكان هذا أبوالحسين من عيون أصحابنا وصالحيهم المتكلمين له كتاب في (الامامة) ايض</w:t>
      </w:r>
      <w:r w:rsidR="00CD27DE">
        <w:rPr>
          <w:rtl/>
        </w:rPr>
        <w:t>اً</w:t>
      </w:r>
      <w:r>
        <w:rPr>
          <w:rtl/>
        </w:rPr>
        <w:t>، وكان قد حج على قدميه خمسين حجة.</w:t>
      </w:r>
    </w:p>
    <w:p w:rsidR="00F04D17" w:rsidRDefault="00F04D17" w:rsidP="00F04D17">
      <w:pPr>
        <w:pStyle w:val="libNormal"/>
        <w:rPr>
          <w:rtl/>
        </w:rPr>
      </w:pPr>
      <w:r>
        <w:rPr>
          <w:rtl/>
        </w:rPr>
        <w:t>قال أبوالحسين: مضيت إلى أبي القاسم البلخي إلى بلخ، بعد زيارتي للرضا عليه السلام بطوس فسلمت عليه وكان عارف</w:t>
      </w:r>
      <w:r w:rsidR="00CD27DE">
        <w:rPr>
          <w:rtl/>
        </w:rPr>
        <w:t>اً</w:t>
      </w:r>
      <w:r>
        <w:rPr>
          <w:rtl/>
        </w:rPr>
        <w:t xml:space="preserve"> بي ومعي كتاب أبي جعفر بن قبة في (الامامة) المعروف بالانصاف، فوقف عليه ونقضه (بالمسترشد في الامامة). فعدت إلى الري فدفعت الكتاب إلى ابن قبة، فنقضه (بالمستثبت في الامامة) فحملته إلى أبي القاسم فنقضه بنقض (المستثبت) فعدت إلى الري فوجدت أبا جعفر قد مات رحمه الله.</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32 - (محمد) بن الخليل بالخاء المعجمة المعروف بالسكاك أبوجعفر.</w:t>
      </w:r>
    </w:p>
    <w:p w:rsidR="00F04D17" w:rsidRDefault="00F04D17" w:rsidP="00F04D17">
      <w:pPr>
        <w:pStyle w:val="libNormal"/>
        <w:rPr>
          <w:rtl/>
        </w:rPr>
      </w:pPr>
      <w:r>
        <w:rPr>
          <w:rtl/>
        </w:rPr>
        <w:t>قال الشيخ الطوسي (ره): انه صاحب هشام بن الحكم وكان متكلماء من أصحاب هشام وخالفه في أشياء إلا في أصل الامامة. وكلام الشيخ يعطي انه كان إمامي</w:t>
      </w:r>
      <w:r w:rsidR="00CD27DE">
        <w:rPr>
          <w:rtl/>
        </w:rPr>
        <w:t>اً</w:t>
      </w:r>
      <w:r>
        <w:rPr>
          <w:rtl/>
        </w:rPr>
        <w:t>. وقال النجاشي: ان له كتاب</w:t>
      </w:r>
      <w:r w:rsidR="00CD27DE">
        <w:rPr>
          <w:rtl/>
        </w:rPr>
        <w:t>اً</w:t>
      </w:r>
      <w:r>
        <w:rPr>
          <w:rtl/>
        </w:rPr>
        <w:t xml:space="preserve"> سماه (التوحيد) وهو تشبيه.</w:t>
      </w:r>
    </w:p>
    <w:p w:rsidR="00F04D17" w:rsidRDefault="00F04D17" w:rsidP="00F04D17">
      <w:pPr>
        <w:pStyle w:val="libNormal"/>
        <w:rPr>
          <w:rtl/>
        </w:rPr>
      </w:pPr>
      <w:r>
        <w:rPr>
          <w:rtl/>
        </w:rPr>
        <w:t>33 - (محمد) بن احمد بن قضاعه بالقاف المضمومة والضاد المعجمة ابن صفوان بن مهران الجمال مولى بني اسد أبوعبدالله شيخ الطائفة ثقة فقيه فاضل وكانت له منزلة من السلطان، بسبب مناظرته لقاضي الموصل في الامامة بين يدي ابن حمدان فانتهى القول بينهما إلى ان قال القاضي تباهلني؟ ! فوعده إلى غد.</w:t>
      </w:r>
    </w:p>
    <w:p w:rsidR="00F04D17" w:rsidRDefault="00F04D17" w:rsidP="00F04D17">
      <w:pPr>
        <w:pStyle w:val="libNormal"/>
        <w:rPr>
          <w:rtl/>
        </w:rPr>
      </w:pPr>
      <w:r>
        <w:rPr>
          <w:rtl/>
        </w:rPr>
        <w:t>ثم حضر وباهله، وجعل كفه في كفه، ثم قاما من المجلس. وكان القاضى يحضر دار الامير بن حمدان في كل يوم فتأخر ذلك اليوم، ومن غده. فقال الامير: اعرفوا خبر القاضي؟ فعاد الرسول فقال: انه قام منذ المباهلة من موضع المباهلة حم وانتفخ الكف الذي مده للمباهلة وقد إسود ثم مات من الغد فانتشر لابي عبدالله الصفواني لهذا، ذكر عند الملوك وحظي منهم، وكان له منزلة.</w:t>
      </w:r>
    </w:p>
    <w:p w:rsidR="00F04D17" w:rsidRDefault="00F04D17" w:rsidP="00F04D17">
      <w:pPr>
        <w:pStyle w:val="libNormal"/>
        <w:rPr>
          <w:rtl/>
        </w:rPr>
      </w:pPr>
      <w:r>
        <w:rPr>
          <w:rtl/>
        </w:rPr>
        <w:t>وقال الشيخ الطوسي رحمه الله: انه كان حفظه كثير العلم جيد اللسان قال: وقيل: انه كان امي</w:t>
      </w:r>
      <w:r w:rsidR="00CD27DE">
        <w:rPr>
          <w:rtl/>
        </w:rPr>
        <w:t>اً</w:t>
      </w:r>
      <w:r>
        <w:rPr>
          <w:rtl/>
        </w:rPr>
        <w:t xml:space="preserve"> وله كتب أملاها من ظهر قلبه.</w:t>
      </w:r>
    </w:p>
    <w:p w:rsidR="00F04D17" w:rsidRDefault="00F04D17" w:rsidP="00F04D17">
      <w:pPr>
        <w:pStyle w:val="libNormal"/>
        <w:rPr>
          <w:rtl/>
        </w:rPr>
      </w:pPr>
      <w:r>
        <w:rPr>
          <w:rtl/>
        </w:rPr>
        <w:t>34 - (محمد) بن إبراهيم بن يوسف الكاتب يكنى أباالحسن، وقال أحمد بن عبدون: هو أبوبكر الشافعي مولده سنة إحدى وثمانين ومائتين بالحسينية وكان على الظاهر يتفقه على مذهب الشافعي ويرى رأي الشيعة الامامية في الباطن وكان فقيه</w:t>
      </w:r>
      <w:r w:rsidR="00CD27DE">
        <w:rPr>
          <w:rtl/>
        </w:rPr>
        <w:t>اً</w:t>
      </w:r>
      <w:r>
        <w:rPr>
          <w:rtl/>
        </w:rPr>
        <w:t xml:space="preserve"> على المذهبين وله على المذهبين كتب.</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35 - (محمد) بن احمد بن الجشد الكاتب الاسكافي كان، شيخ الامامية جيد التصنيف حسنه وجه في اصحابنا ثقة جليل القدر صنف فأكثر.</w:t>
      </w:r>
    </w:p>
    <w:p w:rsidR="00F04D17" w:rsidRDefault="00F04D17" w:rsidP="00F04D17">
      <w:pPr>
        <w:pStyle w:val="libNormal"/>
        <w:rPr>
          <w:rtl/>
        </w:rPr>
      </w:pPr>
      <w:r>
        <w:rPr>
          <w:rtl/>
        </w:rPr>
        <w:t>قيل: انه كان عنده مال للصاحب عليه السلام وسيف ايض</w:t>
      </w:r>
      <w:r w:rsidR="00CD27DE">
        <w:rPr>
          <w:rtl/>
        </w:rPr>
        <w:t>اً</w:t>
      </w:r>
      <w:r>
        <w:rPr>
          <w:rtl/>
        </w:rPr>
        <w:t xml:space="preserve"> وانه أوصي به إلى جاريته ! فهلك ذلك. وقد ذكرت خلافه في كتبي. قال الشيخ الطوسي رحمه الله: انه كان برى القول بالقياس ! فترك لذلك كتبه ولم يعول عليها.</w:t>
      </w:r>
    </w:p>
    <w:p w:rsidR="00F04D17" w:rsidRDefault="00F04D17" w:rsidP="00F04D17">
      <w:pPr>
        <w:pStyle w:val="libNormal"/>
        <w:rPr>
          <w:rtl/>
        </w:rPr>
      </w:pPr>
      <w:r>
        <w:rPr>
          <w:rtl/>
        </w:rPr>
        <w:t>36 - (محمد) بن يعقوب بن إسحاق أبوجعفر الكليني بالنون بعد الياء وكان خاله علان الكليني الرازي، ومحمد شيخ أصحابنا في وقته بالري ووجههم، وكان أوثق الناس في الحديث وأثيتهم، صنف كتاب (الكافي) في عشرين سنة ومات ببغداد في سنة ثمان وعشرين وثلثمائة.</w:t>
      </w:r>
    </w:p>
    <w:p w:rsidR="00F04D17" w:rsidRDefault="00F04D17" w:rsidP="00F04D17">
      <w:pPr>
        <w:pStyle w:val="libNormal"/>
        <w:rPr>
          <w:rtl/>
        </w:rPr>
      </w:pPr>
      <w:r>
        <w:rPr>
          <w:rtl/>
        </w:rPr>
        <w:t>قال الشيخ الطوسي وقال النجاشي: في سنة تسع وعشرين وثلثمائة سنة تناثر النجوم وصلى عليه محمد بن جعفر الحسينى أبوقيراط ودفن بباب الكوفة في مقرتها.</w:t>
      </w:r>
    </w:p>
    <w:p w:rsidR="00F04D17" w:rsidRDefault="00F04D17" w:rsidP="00F04D17">
      <w:pPr>
        <w:pStyle w:val="libNormal"/>
        <w:rPr>
          <w:rtl/>
        </w:rPr>
      </w:pPr>
      <w:r>
        <w:rPr>
          <w:rtl/>
        </w:rPr>
        <w:t>قال ابن عبدون: رأيت قبره في صراة الطائي وعليه لوح مكتوب عليه إسمه وإسم ابيه.</w:t>
      </w:r>
    </w:p>
    <w:p w:rsidR="00F04D17" w:rsidRDefault="00F04D17" w:rsidP="00F04D17">
      <w:pPr>
        <w:pStyle w:val="libNormal"/>
        <w:rPr>
          <w:rtl/>
        </w:rPr>
      </w:pPr>
      <w:r>
        <w:rPr>
          <w:rtl/>
        </w:rPr>
        <w:t>37 - (محمد) بن مسعود بن محمد بن عياش بالشين المعجمة السلمي السمرقندي ابوالنضر بالضاد المعجمة المعروف بالعياشي ثقة صدوق عين من عيون هذه الطائفة وكبيرها.</w:t>
      </w:r>
    </w:p>
    <w:p w:rsidR="00F04D17" w:rsidRDefault="00F04D17" w:rsidP="00F04D17">
      <w:pPr>
        <w:pStyle w:val="libNormal"/>
        <w:rPr>
          <w:rtl/>
        </w:rPr>
      </w:pPr>
      <w:r>
        <w:rPr>
          <w:rtl/>
        </w:rPr>
        <w:t>وقيل: انه من بني تيم (في نسخة تميم) جليل القدر واسع الاخبار بصير بالرواية مضطلع ما له كتب كثيرة تزيد على مائني مصنف وكان يروي عن الضعفاء كثير</w:t>
      </w:r>
      <w:r w:rsidR="00CD27DE">
        <w:rPr>
          <w:rtl/>
        </w:rPr>
        <w:t>اً</w:t>
      </w:r>
      <w:r>
        <w:rPr>
          <w:rtl/>
        </w:rPr>
        <w:t xml:space="preserve"> وكان في اول امره عامي المذهب وسمع حديث العامة واكثر منه، ثم تبصر وعاد إلينا أنفق على العلم والحديث تركة أبيه سائرها وكانت ثلثمائة الف دينار.</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38 - (محمد) بن همام بن سهل ويكنى همام أبابكر ويكنى محمد أبا علي البغدادي الكاتب الاسكاني شيخ اصحابنا ومتقدمهم له منزلة عظيمة كثير الحديث جليل القدر ثقة.</w:t>
      </w:r>
    </w:p>
    <w:p w:rsidR="00F04D17" w:rsidRDefault="00F04D17" w:rsidP="00F04D17">
      <w:pPr>
        <w:pStyle w:val="libNormal"/>
        <w:rPr>
          <w:rtl/>
        </w:rPr>
      </w:pPr>
      <w:r>
        <w:rPr>
          <w:rtl/>
        </w:rPr>
        <w:t>قال أبومحمد هارون بن موسى: قال أبوعلى محمد بن همام كتب أبي إلى أبي محمد الحسن العسكري عليه السلام يعرفه انه ما يصح له ان له حملا بولد ويعرفه انه حملا وسأله ان يدعو له في تصحيحه وسلامته وان يجعله ذكر</w:t>
      </w:r>
      <w:r w:rsidR="00CD27DE">
        <w:rPr>
          <w:rtl/>
        </w:rPr>
        <w:t>اً</w:t>
      </w:r>
      <w:r>
        <w:rPr>
          <w:rtl/>
        </w:rPr>
        <w:t xml:space="preserve"> نجيب</w:t>
      </w:r>
      <w:r w:rsidR="00CD27DE">
        <w:rPr>
          <w:rtl/>
        </w:rPr>
        <w:t>اً</w:t>
      </w:r>
      <w:r>
        <w:rPr>
          <w:rtl/>
        </w:rPr>
        <w:t xml:space="preserve"> من مواليهم؟. فوقع عليه السلام على رأس الرقعه بخط يده قد فعل ذلك، فصح الحمل ذكر</w:t>
      </w:r>
      <w:r w:rsidR="00CD27DE">
        <w:rPr>
          <w:rtl/>
        </w:rPr>
        <w:t>اً</w:t>
      </w:r>
      <w:r>
        <w:rPr>
          <w:rtl/>
        </w:rPr>
        <w:t>. قال هارون بن موسى: أراني أبوعلي بن همام الرقعة والخط، وكان محقق</w:t>
      </w:r>
      <w:r w:rsidR="00CD27DE">
        <w:rPr>
          <w:rtl/>
        </w:rPr>
        <w:t>اً</w:t>
      </w:r>
      <w:r>
        <w:rPr>
          <w:rtl/>
        </w:rPr>
        <w:t>، ومات أبوعلي بن همام يوم الخميس لاحدى عشرة ليلة مضت من جمادى الاخرة سنة ست وثلاثين وثلثمائة وكان مولده يوم الاثنين لست خلون من ذي الحجة سنة ثمان وخمسين ومأتين.</w:t>
      </w:r>
    </w:p>
    <w:p w:rsidR="00F04D17" w:rsidRDefault="00F04D17" w:rsidP="00F04D17">
      <w:pPr>
        <w:pStyle w:val="libNormal"/>
        <w:rPr>
          <w:rtl/>
        </w:rPr>
      </w:pPr>
      <w:r>
        <w:rPr>
          <w:rtl/>
        </w:rPr>
        <w:t>39 - (محمد) بن عمر بضم العين ابن عبدالعزيز الكشي يكنى أبا عمرو بفتح العين بصير بالاخبار وبالرجال حسن الاعتقاد وكان ثقة عين</w:t>
      </w:r>
      <w:r w:rsidR="00CD27DE">
        <w:rPr>
          <w:rtl/>
        </w:rPr>
        <w:t>اً</w:t>
      </w:r>
      <w:r>
        <w:rPr>
          <w:rtl/>
        </w:rPr>
        <w:t xml:space="preserve"> روى عن الضعفاء وصحب العياشي وأخذ منه وتخرج عليه، له كتاب الرجال كثير العلم، إلا انه فيه اغلاط</w:t>
      </w:r>
      <w:r w:rsidR="00CD27DE">
        <w:rPr>
          <w:rtl/>
        </w:rPr>
        <w:t>اً</w:t>
      </w:r>
      <w:r>
        <w:rPr>
          <w:rtl/>
        </w:rPr>
        <w:t xml:space="preserve"> كثيرة.</w:t>
      </w:r>
    </w:p>
    <w:p w:rsidR="00F04D17" w:rsidRDefault="00F04D17" w:rsidP="00F04D17">
      <w:pPr>
        <w:pStyle w:val="libNormal"/>
        <w:rPr>
          <w:rtl/>
        </w:rPr>
      </w:pPr>
      <w:r>
        <w:rPr>
          <w:rtl/>
        </w:rPr>
        <w:t>40 - (محمد) بن أحمد بن يحيى بن عمران بن عبدالله (سعد الله خ ل) بن سعد ابن مالك الاشعري القمي أبوجعفر كان ثقة في الحديث جليل القدر كثير الرواية، إلا ان أصحابنا قالوا: انه يروي عن الضعفاء ويعتمد المراسيل ولا يبالي عمن اخذ وما عليه في نفسه طعن في شئ.</w:t>
      </w:r>
    </w:p>
    <w:p w:rsidR="00F04D17" w:rsidRDefault="00F04D17" w:rsidP="00F04D17">
      <w:pPr>
        <w:pStyle w:val="libNormal"/>
        <w:rPr>
          <w:rtl/>
        </w:rPr>
      </w:pPr>
      <w:r>
        <w:rPr>
          <w:rtl/>
        </w:rPr>
        <w:t>41 - (محمد) بن عمر بن محمد بن سلم بغير ميم قبل السين ابن البراء بن سبرة ابن سيار بالراء النميمي أبوبكر المعروف بالجعابي بالجيم والعين المهملة والباء المنقطة تحتها نقطة بعد الالف الحافظ القاضي كان من حفاظ الحديث وأجلاء أهل العلم والناقدين للحديث.</w:t>
      </w:r>
    </w:p>
    <w:p w:rsidR="00F04D17" w:rsidRDefault="00F04D17" w:rsidP="00F04D17">
      <w:pPr>
        <w:pStyle w:val="libNormal"/>
        <w:rPr>
          <w:rtl/>
        </w:rPr>
      </w:pPr>
      <w:r>
        <w:rPr>
          <w:rtl/>
        </w:rPr>
        <w:t>42 - (محمد) بن عمر الزيدي له كتاب (الفرائض) عن الصادق عليه السلام.</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43 - (محمد) بن الحسن بن احمد بن الوليد أبوجعفر شيخ القميين وفقيههم ومتقدمهم ووجههم.</w:t>
      </w:r>
    </w:p>
    <w:p w:rsidR="00F04D17" w:rsidRDefault="00F04D17" w:rsidP="00F04D17">
      <w:pPr>
        <w:pStyle w:val="libNormal"/>
        <w:rPr>
          <w:rtl/>
        </w:rPr>
      </w:pPr>
      <w:r>
        <w:rPr>
          <w:rtl/>
        </w:rPr>
        <w:t>ويقال: انه نزل قم وما كان اصله منها ثقة ثقة عين مسكون اليه جليل القدر عظيم المنزلة عارف بالرجال موثوق به يروي عن الصفار وسعد وروى عنه التلعكبري. وذكر: انه لم يلقه.</w:t>
      </w:r>
    </w:p>
    <w:p w:rsidR="00F04D17" w:rsidRDefault="00F04D17" w:rsidP="00F04D17">
      <w:pPr>
        <w:pStyle w:val="libNormal"/>
        <w:rPr>
          <w:rtl/>
        </w:rPr>
      </w:pPr>
      <w:r>
        <w:rPr>
          <w:rtl/>
        </w:rPr>
        <w:t>بل وردت عليه إجازته على يد صاحبه جعفر بن الحسن المؤمن بجميع رواياته.</w:t>
      </w:r>
    </w:p>
    <w:p w:rsidR="00F04D17" w:rsidRDefault="00F04D17" w:rsidP="00F04D17">
      <w:pPr>
        <w:pStyle w:val="libNormal"/>
        <w:rPr>
          <w:rtl/>
        </w:rPr>
      </w:pPr>
      <w:r>
        <w:rPr>
          <w:rtl/>
        </w:rPr>
        <w:t>44 - (محمد) بن علي بن الحسين بن موسى بن بابويه القمي أبوجعفر نزيل الري شيخنا وفقيهنا ووجه الطائفة بخراسان، ورد بغداد سنة خمس وخمسين وثلثمائة وسمع منه شيوخ الطائفة وهو حدث السن كان جليلا حافظ</w:t>
      </w:r>
      <w:r w:rsidR="00CD27DE">
        <w:rPr>
          <w:rtl/>
        </w:rPr>
        <w:t>اً</w:t>
      </w:r>
      <w:r>
        <w:rPr>
          <w:rtl/>
        </w:rPr>
        <w:t xml:space="preserve"> الاحاديث بصير</w:t>
      </w:r>
      <w:r w:rsidR="00CD27DE">
        <w:rPr>
          <w:rtl/>
        </w:rPr>
        <w:t>اً</w:t>
      </w:r>
      <w:r>
        <w:rPr>
          <w:rtl/>
        </w:rPr>
        <w:t xml:space="preserve"> بالرجال ناقد</w:t>
      </w:r>
      <w:r w:rsidR="00CD27DE">
        <w:rPr>
          <w:rtl/>
        </w:rPr>
        <w:t>اً</w:t>
      </w:r>
      <w:r>
        <w:rPr>
          <w:rtl/>
        </w:rPr>
        <w:t xml:space="preserve"> للاخبار لم ير في القميين مثله في حفظه وكثرة علمه، له نحو ثلثمائة مصنف ذكرنا أكثرها في كتابنا الكبير، مات رضى الله عنه في الري سنة إحدى وثمانين وثلثمائة.</w:t>
      </w:r>
    </w:p>
    <w:p w:rsidR="00F04D17" w:rsidRDefault="00F04D17" w:rsidP="00F04D17">
      <w:pPr>
        <w:pStyle w:val="libNormal"/>
        <w:rPr>
          <w:rtl/>
        </w:rPr>
      </w:pPr>
      <w:r>
        <w:rPr>
          <w:rtl/>
        </w:rPr>
        <w:t>45 - (محمد) بن محمد بن النعمان يكنى أبا عبدالله يلقب بالمفيد وله حكاية في سبب تسميته بالمفيد، ذكرناها في كتابنا الكبير، ويعرف بابن المعلم، من أجل مشايخ الشيعه ورئيسهم واستاذهم وكل من تأخر عنه إستفاد منه، وفضله أشهر من ان يوصف في الفقه والكلام والرواية، أوثق أهل زمانه وأعلمهم، إنتهت رياسة الامامية اليه في وقته، وكان حسن الخاطر دقيق الفطنة حاضر الجواب له قريب من مائتي مصنف كبار وصغار، ومات قدس الله روحه ليلة الجمعة لثلاث خلون من شهر رمضان سنة ثلاث عشرة وأربعمائة، وكان مولده يوم الحادى عشر من ذى القعدة سنة ست وثلاثين وثلثمائة.</w:t>
      </w:r>
    </w:p>
    <w:p w:rsidR="00F04D17" w:rsidRDefault="00F04D17" w:rsidP="00F04D17">
      <w:pPr>
        <w:pStyle w:val="libNormal"/>
        <w:rPr>
          <w:rtl/>
        </w:rPr>
      </w:pPr>
      <w:r>
        <w:rPr>
          <w:rtl/>
        </w:rPr>
        <w:t>وقيل: سنة ثمان وثلاثين وثلثمائة وصلى الله عليه الشريف المرتضى أبوالقاسم علي بن الحسين بميدان الاشنان وضاق على الناس مع كبره ودفن في داره سنتين، ثم نقل إلى مقابر قريش بالقرب من السيد الامام أبي جعفر الجواد عليه السلام عند الرجلين إلى جانب قبر شيخه الصدوق أبى القاسم جعفر بن محمد بن قولويه.</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46 - (محمد) بن الحسن بن علي الطوسي أبوجعفر شيخ الامامية قدس الله روحه رئيس الطائفة جليل القدر عظيم المنزلة ثقة عين صدوق عارف بالاخبار والرجال والفقه والاصول والكلام والادب وجميع الفضائل تنسب اليه صنف في كل فنون الاسلام وهو المهذب للعقائد في الاصول والفروع والجامع لكمالات النفس في العلم والعمل وكان تلميذ الشيخ المفيد محمد بن محمد بن النعمان، ولد قدس الله روحه في شهر رمضان سنة خمس وثمانين وثلثمائة، وقدم في العراق شهور سنة ثمان واربعمائة وتوفي رضى الله عنه ليلة الاثنين الثاني والعشرين من المحرم سنة ستين واربعمائة بالمشهد المقدس الغروي على ساكنه السلام ودفن بداره.</w:t>
      </w:r>
    </w:p>
    <w:p w:rsidR="00F04D17" w:rsidRDefault="00F04D17" w:rsidP="00F04D17">
      <w:pPr>
        <w:pStyle w:val="libNormal"/>
        <w:rPr>
          <w:rtl/>
        </w:rPr>
      </w:pPr>
      <w:r>
        <w:rPr>
          <w:rtl/>
        </w:rPr>
        <w:t>قال الحسن بن مهدي السليقي: توليت أنا والشيخ أبوالحسن محمد بن عبدالواحد العين زربي والشيخ أبوالحسن اللؤلؤي غسله في تلك الليلة ودفه وكان يقول أولا بالوعيد. ثم رجع وهاجر إلى مشهد أميرالمؤمنين عليه السلام خوف</w:t>
      </w:r>
      <w:r w:rsidR="00CD27DE">
        <w:rPr>
          <w:rtl/>
        </w:rPr>
        <w:t>اً</w:t>
      </w:r>
      <w:r>
        <w:rPr>
          <w:rtl/>
        </w:rPr>
        <w:t xml:space="preserve"> من القتن التي تجددت ببغداد واحرمت كتبه وكرسي كان يجلس عليه للكلام.</w:t>
      </w:r>
    </w:p>
    <w:p w:rsidR="00F04D17" w:rsidRDefault="00F04D17" w:rsidP="00F04D17">
      <w:pPr>
        <w:pStyle w:val="libNormal"/>
        <w:rPr>
          <w:rtl/>
        </w:rPr>
      </w:pPr>
      <w:r>
        <w:rPr>
          <w:rtl/>
        </w:rPr>
        <w:t>47 - (محمد) بن مهاجر بن عبيد الازدي ثقة.</w:t>
      </w:r>
    </w:p>
    <w:p w:rsidR="00F04D17" w:rsidRDefault="00F04D17" w:rsidP="00F04D17">
      <w:pPr>
        <w:pStyle w:val="libNormal"/>
        <w:rPr>
          <w:rtl/>
        </w:rPr>
      </w:pPr>
      <w:r>
        <w:rPr>
          <w:rtl/>
        </w:rPr>
        <w:t>48 - (محمد) بن الحسن القمي، وليس بابن الوليد، إلا انه نظيره.</w:t>
      </w:r>
    </w:p>
    <w:p w:rsidR="00F04D17" w:rsidRDefault="00F04D17" w:rsidP="00F04D17">
      <w:pPr>
        <w:pStyle w:val="libNormal"/>
        <w:rPr>
          <w:rtl/>
        </w:rPr>
      </w:pPr>
      <w:r>
        <w:rPr>
          <w:rtl/>
        </w:rPr>
        <w:t>49 - (محمد) بن إبراهيم المعروف بعلان الكلينى خير فاضل.</w:t>
      </w:r>
    </w:p>
    <w:p w:rsidR="00F04D17" w:rsidRDefault="00F04D17" w:rsidP="00F04D17">
      <w:pPr>
        <w:pStyle w:val="libNormal"/>
        <w:rPr>
          <w:rtl/>
        </w:rPr>
      </w:pPr>
      <w:r>
        <w:rPr>
          <w:rtl/>
        </w:rPr>
        <w:t>50 - (محمد) بن نصير بالياء بعد الصاد المهملة من أهل كش ثقة جليل القدر كثير العلم روى عنه عمرو الكشي.</w:t>
      </w:r>
    </w:p>
    <w:p w:rsidR="00F04D17" w:rsidRDefault="00F04D17" w:rsidP="00F04D17">
      <w:pPr>
        <w:pStyle w:val="libNormal"/>
        <w:rPr>
          <w:rtl/>
        </w:rPr>
      </w:pPr>
      <w:r>
        <w:rPr>
          <w:rtl/>
        </w:rPr>
        <w:t>51 - (محمد) بن سعيد يكنى أبا الحسن من أهل كش صالح مستقيم المذهب.</w:t>
      </w:r>
    </w:p>
    <w:p w:rsidR="00F04D17" w:rsidRDefault="00F04D17" w:rsidP="00F04D17">
      <w:pPr>
        <w:pStyle w:val="libNormal"/>
        <w:rPr>
          <w:rtl/>
        </w:rPr>
      </w:pPr>
      <w:r>
        <w:rPr>
          <w:rtl/>
        </w:rPr>
        <w:t>52 - (محمد) بن أحمد بن أبي عوف من أهل بخاري لابأس به.</w:t>
      </w:r>
    </w:p>
    <w:p w:rsidR="00F04D17" w:rsidRDefault="00F04D17" w:rsidP="00F04D17">
      <w:pPr>
        <w:pStyle w:val="libNormal"/>
        <w:rPr>
          <w:rtl/>
        </w:rPr>
      </w:pPr>
      <w:r>
        <w:rPr>
          <w:rtl/>
        </w:rPr>
        <w:t>53 - (محمد) بن يوسف بن يعقوب الجعفري الدين الزاهد من أصحاب العياشي 54 - (محمد) بن أحمد بن محمد بن سعيد بن عقدة يكنى أبا نعيم جليل القدر عظيم الحفظ روى عنه التلعكبري وسمع منه في حياة أبيه وكان يروي عن حميد</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55 - (محمد) بن الحسين بالياء بعد السين ابن سعيد بن عبدالله بن سعيد الطبري يكني أبا جعفر خاص يروي عنه التلعكبري.</w:t>
      </w:r>
    </w:p>
    <w:p w:rsidR="00F04D17" w:rsidRDefault="00F04D17" w:rsidP="00F04D17">
      <w:pPr>
        <w:pStyle w:val="libNormal"/>
        <w:rPr>
          <w:rtl/>
        </w:rPr>
      </w:pPr>
      <w:r>
        <w:rPr>
          <w:rtl/>
        </w:rPr>
        <w:t>وقال: سمعت منه سنة ثلاثين وثلثمائة وفيما بعدها.</w:t>
      </w:r>
    </w:p>
    <w:p w:rsidR="00F04D17" w:rsidRDefault="00F04D17" w:rsidP="00F04D17">
      <w:pPr>
        <w:pStyle w:val="libNormal"/>
        <w:rPr>
          <w:rtl/>
        </w:rPr>
      </w:pPr>
      <w:r>
        <w:rPr>
          <w:rtl/>
        </w:rPr>
        <w:t>56 - (محمد) بن احمد يكنى أبا الحسين الزاهد من أهل طوس روى عنه التلعكبري إجازة.</w:t>
      </w:r>
    </w:p>
    <w:p w:rsidR="00F04D17" w:rsidRDefault="00F04D17" w:rsidP="00F04D17">
      <w:pPr>
        <w:pStyle w:val="libNormal"/>
        <w:rPr>
          <w:rtl/>
        </w:rPr>
      </w:pPr>
      <w:r>
        <w:rPr>
          <w:rtl/>
        </w:rPr>
        <w:t>57 - (محمد) بن عثمان بن سعيد العمري بفتح العين الاسدي يكنى أبا جعفر وأبوه يكنى أبا عمرو جميع</w:t>
      </w:r>
      <w:r w:rsidR="00CD27DE">
        <w:rPr>
          <w:rtl/>
        </w:rPr>
        <w:t>اً</w:t>
      </w:r>
      <w:r>
        <w:rPr>
          <w:rtl/>
        </w:rPr>
        <w:t xml:space="preserve"> وكيلان في خدمة صاحب الزمان عليه السلام ولهما منزلة جليلة عند هذه الطائفة، وكان محمد قد حفر لنفسه قبر</w:t>
      </w:r>
      <w:r w:rsidR="00CD27DE">
        <w:rPr>
          <w:rtl/>
        </w:rPr>
        <w:t>اً</w:t>
      </w:r>
      <w:r>
        <w:rPr>
          <w:rtl/>
        </w:rPr>
        <w:t xml:space="preserve"> وسواه بالساج. فسئل عن ذلك؟ فقال: للناس اسباب، ثم سئل بعد ذلك؟ فقال: قد امرت ان أجمع أمري.</w:t>
      </w:r>
    </w:p>
    <w:p w:rsidR="00F04D17" w:rsidRDefault="00F04D17" w:rsidP="00F04D17">
      <w:pPr>
        <w:pStyle w:val="libNormal"/>
        <w:rPr>
          <w:rtl/>
        </w:rPr>
      </w:pPr>
      <w:r>
        <w:rPr>
          <w:rtl/>
        </w:rPr>
        <w:t>فمات بعد شهرين من ذلك، في جمادى الاولى سنة خمس وثلثمائة.</w:t>
      </w:r>
    </w:p>
    <w:p w:rsidR="00F04D17" w:rsidRDefault="00F04D17" w:rsidP="00F04D17">
      <w:pPr>
        <w:pStyle w:val="libNormal"/>
        <w:rPr>
          <w:rtl/>
        </w:rPr>
      </w:pPr>
      <w:r>
        <w:rPr>
          <w:rtl/>
        </w:rPr>
        <w:t>وقيل: سنة أربع وثلثمائة، وكان يتولى هذا الامر نحو</w:t>
      </w:r>
      <w:r w:rsidR="00CD27DE">
        <w:rPr>
          <w:rtl/>
        </w:rPr>
        <w:t>اً</w:t>
      </w:r>
      <w:r>
        <w:rPr>
          <w:rtl/>
        </w:rPr>
        <w:t xml:space="preserve"> من خمسين سنة.</w:t>
      </w:r>
    </w:p>
    <w:p w:rsidR="00F04D17" w:rsidRDefault="00F04D17" w:rsidP="00F04D17">
      <w:pPr>
        <w:pStyle w:val="libNormal"/>
        <w:rPr>
          <w:rtl/>
        </w:rPr>
      </w:pPr>
      <w:r>
        <w:rPr>
          <w:rtl/>
        </w:rPr>
        <w:t>وقال عند موته: امرت ان أوصي إلى أبي القاسم الحسين بن روح وأوصى إليه وأوصى أبوالقاسم بن روح إلى أبي الحسن علي بن محمد السمري. فلما حضرت السمري الوفاة، سئل ان يوصي؟ فقال: لله أمر هو بالغه.</w:t>
      </w:r>
    </w:p>
    <w:p w:rsidR="00F04D17" w:rsidRDefault="00F04D17" w:rsidP="00F04D17">
      <w:pPr>
        <w:pStyle w:val="libNormal"/>
        <w:rPr>
          <w:rtl/>
        </w:rPr>
      </w:pPr>
      <w:r>
        <w:rPr>
          <w:rtl/>
        </w:rPr>
        <w:t>والغيبة الثانية هي التي وقعت بعد مضي السمري.</w:t>
      </w:r>
    </w:p>
    <w:p w:rsidR="00F04D17" w:rsidRDefault="00F04D17" w:rsidP="00F04D17">
      <w:pPr>
        <w:pStyle w:val="libNormal"/>
        <w:rPr>
          <w:rtl/>
        </w:rPr>
      </w:pPr>
      <w:r>
        <w:rPr>
          <w:rtl/>
        </w:rPr>
        <w:t>58 - (محمد) بن موسى بن المتوكل ثقة.</w:t>
      </w:r>
    </w:p>
    <w:p w:rsidR="00F04D17" w:rsidRDefault="00F04D17" w:rsidP="00F04D17">
      <w:pPr>
        <w:pStyle w:val="libNormal"/>
        <w:rPr>
          <w:rtl/>
        </w:rPr>
      </w:pPr>
      <w:r>
        <w:rPr>
          <w:rtl/>
        </w:rPr>
        <w:t>59 - (محمد) بن مسلم بن رياح أبوجعفر الاوقص الطحان مولى ثقيف الاعور وجه من أصحابنا بالكوفة ورع فقيه صاحب أبا جعفر وأبا عبدالله عليهما السلام وروى عنهما وكان من أوثق الناس.</w:t>
      </w:r>
    </w:p>
    <w:p w:rsidR="00F04D17" w:rsidRDefault="00F04D17" w:rsidP="00F04D17">
      <w:pPr>
        <w:pStyle w:val="libNormal"/>
        <w:rPr>
          <w:rtl/>
        </w:rPr>
      </w:pPr>
      <w:r>
        <w:rPr>
          <w:rtl/>
        </w:rPr>
        <w:t>روى الكشي عن محمد بن قولويه عن سعد بن عبدالله بن أبي خلف عن أحمد ابن محمد بن عيسى عن عبدالله بن محمد الحجال عن العلا بن رزين عن عبدالله بن أبي يعفور قال: قلت لابي عبدالله عليه السلام انه ليس كل ساعة ألقاك ولا يمكن القدوم عليك ويجبئ الرجل من أصحابنا فيسألني وليس عندي كل ما سألني عنه؟ فقال: ما يمنعك عن محمد بن مسلم فانه قد سمع من أبي وكان عنده وجيه</w:t>
      </w:r>
      <w:r w:rsidR="00CD27DE">
        <w:rPr>
          <w:rtl/>
        </w:rPr>
        <w:t>اً</w:t>
      </w:r>
      <w:r>
        <w:rPr>
          <w:rtl/>
        </w:rPr>
        <w:t>.</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وعن أبى جعفر بن قولويه عن سعد بن عبدالله عن علي بن سليمان بن داود الرازي عن علي بن اسباط عن أبيه اسباط بن سالم عن أبي الحسن موسى بن جعفر عليه السلام: ان محمد بن مسلم من حواري أبي جعفر محمد بن على وإبنه جعفر بن محمد الصادق عليهما السلام.</w:t>
      </w:r>
    </w:p>
    <w:p w:rsidR="00F04D17" w:rsidRDefault="00F04D17" w:rsidP="00F04D17">
      <w:pPr>
        <w:pStyle w:val="libNormal"/>
        <w:rPr>
          <w:rtl/>
        </w:rPr>
      </w:pPr>
      <w:r>
        <w:rPr>
          <w:rtl/>
        </w:rPr>
        <w:t>قال الكشي: انه ممن أجمعت العصابة على تصديقه من أصحاب أبي جعفر وأبي عبدالله عليهما السلام والانقياد له بالفقه.</w:t>
      </w:r>
    </w:p>
    <w:p w:rsidR="00F04D17" w:rsidRDefault="00F04D17" w:rsidP="00F04D17">
      <w:pPr>
        <w:pStyle w:val="libNormal"/>
        <w:rPr>
          <w:rtl/>
        </w:rPr>
      </w:pPr>
      <w:r>
        <w:rPr>
          <w:rtl/>
        </w:rPr>
        <w:t>60 - (محمد) بن قيس الاسدى أبوعبدالله مولى بنى نصر وكان خصيص</w:t>
      </w:r>
      <w:r w:rsidR="00CD27DE">
        <w:rPr>
          <w:rtl/>
        </w:rPr>
        <w:t>اً</w:t>
      </w:r>
      <w:r>
        <w:rPr>
          <w:rtl/>
        </w:rPr>
        <w:t xml:space="preserve"> ممدوح</w:t>
      </w:r>
      <w:r w:rsidR="00CD27DE">
        <w:rPr>
          <w:rtl/>
        </w:rPr>
        <w:t>اً</w:t>
      </w:r>
      <w:r>
        <w:rPr>
          <w:rtl/>
        </w:rPr>
        <w:t>.</w:t>
      </w:r>
    </w:p>
    <w:p w:rsidR="00F04D17" w:rsidRDefault="00F04D17" w:rsidP="00F04D17">
      <w:pPr>
        <w:pStyle w:val="libNormal"/>
        <w:rPr>
          <w:rtl/>
        </w:rPr>
      </w:pPr>
      <w:r>
        <w:rPr>
          <w:rtl/>
        </w:rPr>
        <w:t>61 - (محمد) بن قيس الاسدى أبونصر ثقة وجه من وجوه العرب روى عن الباقر والصادق عليهما السلام ذكرناه فيما مضى.</w:t>
      </w:r>
    </w:p>
    <w:p w:rsidR="00F04D17" w:rsidRDefault="00F04D17" w:rsidP="00F04D17">
      <w:pPr>
        <w:pStyle w:val="libNormal"/>
        <w:rPr>
          <w:rtl/>
        </w:rPr>
      </w:pPr>
      <w:r>
        <w:rPr>
          <w:rtl/>
        </w:rPr>
        <w:t>62 - (محمد) بن محمد بن قيس البجلي وله كتاب يساوي كتاب محمد بن قيس الاسدى أبي عبدالله.</w:t>
      </w:r>
    </w:p>
    <w:p w:rsidR="00F04D17" w:rsidRDefault="00F04D17" w:rsidP="00F04D17">
      <w:pPr>
        <w:pStyle w:val="libNormal"/>
        <w:rPr>
          <w:rtl/>
        </w:rPr>
      </w:pPr>
      <w:r>
        <w:rPr>
          <w:rtl/>
        </w:rPr>
        <w:t>وهذا محمد بن قيس البجلي يكنى أبا عبدالله أيض</w:t>
      </w:r>
      <w:r w:rsidR="00CD27DE">
        <w:rPr>
          <w:rtl/>
        </w:rPr>
        <w:t>اً</w:t>
      </w:r>
      <w:r>
        <w:rPr>
          <w:rtl/>
        </w:rPr>
        <w:t xml:space="preserve"> وهو ثقة عين كوفي روى عن أبي جعفر وأبي عبدالله عليهما السلام ولنا.</w:t>
      </w:r>
    </w:p>
    <w:p w:rsidR="00F04D17" w:rsidRDefault="00F04D17" w:rsidP="00F04D17">
      <w:pPr>
        <w:pStyle w:val="libNormal"/>
        <w:rPr>
          <w:rtl/>
        </w:rPr>
      </w:pPr>
      <w:r>
        <w:rPr>
          <w:rtl/>
        </w:rPr>
        <w:t>63 - (محمد) بن قيس بن احمد ضعيف روى عن أبي جعفر عليه السلام.</w:t>
      </w:r>
    </w:p>
    <w:p w:rsidR="00F04D17" w:rsidRDefault="00F04D17" w:rsidP="00F04D17">
      <w:pPr>
        <w:pStyle w:val="libNormal"/>
        <w:rPr>
          <w:rtl/>
        </w:rPr>
      </w:pPr>
      <w:r>
        <w:rPr>
          <w:rtl/>
        </w:rPr>
        <w:t>64 - (محمد) الطيار، روى الكشي عن محمد بن مسعود عن محمد بن نصير عن جعفر بن بشير عن ابن بكير عن حمزة بن الطيار عن أبي عبدالله عليه السلام: ان أبا جعفر عليه السلام كان يباهي بالطيار.</w:t>
      </w:r>
    </w:p>
    <w:p w:rsidR="00F04D17" w:rsidRDefault="00F04D17" w:rsidP="00F04D17">
      <w:pPr>
        <w:pStyle w:val="libNormal"/>
        <w:rPr>
          <w:rtl/>
        </w:rPr>
      </w:pPr>
      <w:r>
        <w:rPr>
          <w:rtl/>
        </w:rPr>
        <w:t>وعن طاهر بن عيسى عن جعفر بن أحمد عن الشجاعي عن محمد بن الحسين عن صفوان بن يحيى عن حمزة بن الطيار عن أبيه محمد: انه كان يقول بامامة أبي جعفر عليه السلام.</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65 - (محمد) بن حكيم، روى الكشي ان أبا الحسن عليه السلام كان يرضي كلامه عند ذكر أصحاب الكلام.</w:t>
      </w:r>
    </w:p>
    <w:p w:rsidR="00F04D17" w:rsidRDefault="00F04D17" w:rsidP="00F04D17">
      <w:pPr>
        <w:pStyle w:val="libNormal"/>
        <w:rPr>
          <w:rtl/>
        </w:rPr>
      </w:pPr>
      <w:r>
        <w:rPr>
          <w:rtl/>
        </w:rPr>
        <w:t>66 - (محمد) بن اسحاق اخو يزيد شعر بالشين المعجمة والعين المهملة والراء روى الكشي عن حمدويه عن الحسن بن موسى قال حدثنى يزيد بن اسحاق شعر ان محمد</w:t>
      </w:r>
      <w:r w:rsidR="00CD27DE">
        <w:rPr>
          <w:rtl/>
        </w:rPr>
        <w:t>اً</w:t>
      </w:r>
      <w:r>
        <w:rPr>
          <w:rtl/>
        </w:rPr>
        <w:t xml:space="preserve"> اخاه كان يقول بحياة الكاظم عليه السلام فدعا له الرضا عليه السلام حتى قال بالحق.</w:t>
      </w:r>
    </w:p>
    <w:p w:rsidR="00F04D17" w:rsidRDefault="00F04D17" w:rsidP="00F04D17">
      <w:pPr>
        <w:pStyle w:val="libNormal"/>
        <w:rPr>
          <w:rtl/>
        </w:rPr>
      </w:pPr>
      <w:r>
        <w:rPr>
          <w:rtl/>
        </w:rPr>
        <w:t>67 - (محمد) بن سعيد بن كلثوم المروزي.</w:t>
      </w:r>
    </w:p>
    <w:p w:rsidR="00F04D17" w:rsidRDefault="00F04D17" w:rsidP="00F04D17">
      <w:pPr>
        <w:pStyle w:val="libNormal"/>
        <w:rPr>
          <w:rtl/>
        </w:rPr>
      </w:pPr>
      <w:r>
        <w:rPr>
          <w:rtl/>
        </w:rPr>
        <w:t>قال الكشي: قال نصر بن الصباح: كان محمد بن سعيد بن كلثوم مروزي</w:t>
      </w:r>
      <w:r w:rsidR="00CD27DE">
        <w:rPr>
          <w:rtl/>
        </w:rPr>
        <w:t>اً</w:t>
      </w:r>
      <w:r>
        <w:rPr>
          <w:rtl/>
        </w:rPr>
        <w:t xml:space="preserve"> من أجلة المتكلمين نيسابورى.</w:t>
      </w:r>
    </w:p>
    <w:p w:rsidR="00F04D17" w:rsidRDefault="00F04D17" w:rsidP="00F04D17">
      <w:pPr>
        <w:pStyle w:val="libNormal"/>
        <w:rPr>
          <w:rtl/>
        </w:rPr>
      </w:pPr>
      <w:r>
        <w:rPr>
          <w:rtl/>
        </w:rPr>
        <w:t>وقال غيره: وهجم عبدالله بن طاهر على محمد بن سعيد بسبب خبثه، فحاجه محمد بن سعيد، فحلى سبيله.</w:t>
      </w:r>
    </w:p>
    <w:p w:rsidR="00F04D17" w:rsidRDefault="00F04D17" w:rsidP="00F04D17">
      <w:pPr>
        <w:pStyle w:val="libNormal"/>
        <w:rPr>
          <w:rtl/>
        </w:rPr>
      </w:pPr>
      <w:r>
        <w:rPr>
          <w:rtl/>
        </w:rPr>
        <w:t>68 - (محمد) بن الحسن الواسطي.</w:t>
      </w:r>
    </w:p>
    <w:p w:rsidR="00F04D17" w:rsidRDefault="00F04D17" w:rsidP="00F04D17">
      <w:pPr>
        <w:pStyle w:val="libNormal"/>
        <w:rPr>
          <w:rtl/>
        </w:rPr>
      </w:pPr>
      <w:r>
        <w:rPr>
          <w:rtl/>
        </w:rPr>
        <w:t>روى الكشي: عن علي بن محمد القتيبي قال الفضل بن شاذان: محمد بن الحسن كان كريم</w:t>
      </w:r>
      <w:r w:rsidR="00CD27DE">
        <w:rPr>
          <w:rtl/>
        </w:rPr>
        <w:t>اً</w:t>
      </w:r>
      <w:r>
        <w:rPr>
          <w:rtl/>
        </w:rPr>
        <w:t xml:space="preserve"> على أبى جعفر وان أبا الحسن عليهما السلام أنفذ نفقته في مرضه ولكفنه وأقام مأتمه عند موته.</w:t>
      </w:r>
    </w:p>
    <w:p w:rsidR="00F04D17" w:rsidRDefault="00F04D17" w:rsidP="00F04D17">
      <w:pPr>
        <w:pStyle w:val="libNormal"/>
        <w:rPr>
          <w:rtl/>
        </w:rPr>
      </w:pPr>
      <w:r>
        <w:rPr>
          <w:rtl/>
        </w:rPr>
        <w:t>69 - (محمد) بن الوليد الخزاز ومعاوية بن حكيم ومصدق بن صدقة ومحمد بن سالم بن عبدالحميد.</w:t>
      </w:r>
    </w:p>
    <w:p w:rsidR="00F04D17" w:rsidRDefault="00F04D17" w:rsidP="00F04D17">
      <w:pPr>
        <w:pStyle w:val="libNormal"/>
        <w:rPr>
          <w:rtl/>
        </w:rPr>
      </w:pPr>
      <w:r>
        <w:rPr>
          <w:rtl/>
        </w:rPr>
        <w:t>قال أبوعمرو الكشي: هؤلاء كلهم فطحية: وهم من اجلة العلماء والفقهاء والعدول بعضهم ادراك الرضا عليه السلام وكلهم كوفيون.</w:t>
      </w:r>
    </w:p>
    <w:p w:rsidR="00F04D17" w:rsidRDefault="00F04D17" w:rsidP="00F04D17">
      <w:pPr>
        <w:pStyle w:val="libNormal"/>
        <w:rPr>
          <w:rtl/>
        </w:rPr>
      </w:pPr>
      <w:r>
        <w:rPr>
          <w:rtl/>
        </w:rPr>
        <w:t>وقال النجاشي: محمد بن الوليد البجلي الخزاز بالزاى قبل الالف وبعدها أبوجعفر الكوفي ثقة عين نقي الحديث.</w:t>
      </w:r>
    </w:p>
    <w:p w:rsidR="00F04D17" w:rsidRDefault="00F04D17" w:rsidP="00F04D17">
      <w:pPr>
        <w:pStyle w:val="libNormal"/>
        <w:rPr>
          <w:rtl/>
        </w:rPr>
      </w:pPr>
      <w:r>
        <w:rPr>
          <w:rtl/>
        </w:rPr>
        <w:t>ذكره الجماعة بهذا. روى عن يونس بن يعقوب وحماد بن عثمان ومن كان من طبقتهما وعمن حتى لقيه محمد بن الحسن الصفار. والذي يظهر لي انه الذي ذكره الكشي.</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70 - (محمد) بن إبراهيم الحضيني بالحاء المضمومة المهملة والضاد المعجمة والنون بين اليائين الاهوازى.</w:t>
      </w:r>
    </w:p>
    <w:p w:rsidR="00F04D17" w:rsidRDefault="00F04D17" w:rsidP="00F04D17">
      <w:pPr>
        <w:pStyle w:val="libNormal"/>
        <w:rPr>
          <w:rtl/>
        </w:rPr>
      </w:pPr>
      <w:r>
        <w:rPr>
          <w:rtl/>
        </w:rPr>
        <w:t>روى الكشي: عن ابن مسعود عن حمدان بن أحمد القلانسي عن معاوية بن حكيم عن أحمد بن محمد بن أبي نصر عن الحضبني قال: قلت لابي جعفر (ع) ان أخي مات فقال: رحم الله أخاك، فانه كان من خصيص شيعتي. قال أبومسعود: حمدان بن أحمد الخصيص؟ قال: خاصة الخاصة.</w:t>
      </w:r>
    </w:p>
    <w:p w:rsidR="00F04D17" w:rsidRDefault="00F04D17" w:rsidP="00F04D17">
      <w:pPr>
        <w:pStyle w:val="libNormal"/>
        <w:rPr>
          <w:rtl/>
        </w:rPr>
      </w:pPr>
      <w:r>
        <w:rPr>
          <w:rtl/>
        </w:rPr>
        <w:t>وقال النجاشى: محمد بن أحمد بن خاقان النهدى أبوجعفر القلانسي المعروف بحمدان كوفي مضطرب.</w:t>
      </w:r>
    </w:p>
    <w:p w:rsidR="00F04D17" w:rsidRDefault="00F04D17" w:rsidP="00F04D17">
      <w:pPr>
        <w:pStyle w:val="libNormal"/>
        <w:rPr>
          <w:rtl/>
        </w:rPr>
      </w:pPr>
      <w:r>
        <w:rPr>
          <w:rtl/>
        </w:rPr>
        <w:t>فنحن في هذه الرواية من المتوقفين.</w:t>
      </w:r>
    </w:p>
    <w:p w:rsidR="00F04D17" w:rsidRDefault="00F04D17" w:rsidP="00F04D17">
      <w:pPr>
        <w:pStyle w:val="libNormal"/>
        <w:rPr>
          <w:rtl/>
        </w:rPr>
      </w:pPr>
      <w:r>
        <w:rPr>
          <w:rtl/>
        </w:rPr>
        <w:t>71 - (محمد) بن أبي حمزة ثقة فاضل.</w:t>
      </w:r>
    </w:p>
    <w:p w:rsidR="00F04D17" w:rsidRDefault="00F04D17" w:rsidP="00F04D17">
      <w:pPr>
        <w:pStyle w:val="libNormal"/>
        <w:rPr>
          <w:rtl/>
        </w:rPr>
      </w:pPr>
      <w:r>
        <w:rPr>
          <w:rtl/>
        </w:rPr>
        <w:t>قال الكشي: سألت أبا الحسن حمدويه من نصير عن علي بن أبي حمزة والحسين ابن أبي حمزة ومحمد أخويه؟ فقال: كلهم ثقات فاضلون.</w:t>
      </w:r>
    </w:p>
    <w:p w:rsidR="00F04D17" w:rsidRDefault="00F04D17" w:rsidP="00F04D17">
      <w:pPr>
        <w:pStyle w:val="libNormal"/>
        <w:rPr>
          <w:rtl/>
        </w:rPr>
      </w:pPr>
      <w:r>
        <w:rPr>
          <w:rtl/>
        </w:rPr>
        <w:t>72 - (محمد) بن احمد بن حماد أبوعلي المروزي المحمودي.</w:t>
      </w:r>
    </w:p>
    <w:p w:rsidR="00F04D17" w:rsidRDefault="00F04D17" w:rsidP="00F04D17">
      <w:pPr>
        <w:pStyle w:val="libNormal"/>
        <w:rPr>
          <w:rtl/>
        </w:rPr>
      </w:pPr>
      <w:r>
        <w:rPr>
          <w:rtl/>
        </w:rPr>
        <w:t>قال الكشي: قال ابن مسعود حدثني أبوعلي المحمودي قال: كتب إلى أبوجعفر عليه السلام بعد وفاة أبي قد مضى أبوك رضي الله عنه وعنك وهو عندنا على حال محمودة ولن تبعد أنت من تلك الحال.</w:t>
      </w:r>
    </w:p>
    <w:p w:rsidR="00F04D17" w:rsidRDefault="00F04D17" w:rsidP="00F04D17">
      <w:pPr>
        <w:pStyle w:val="libNormal"/>
        <w:rPr>
          <w:rtl/>
        </w:rPr>
      </w:pPr>
      <w:r>
        <w:rPr>
          <w:rtl/>
        </w:rPr>
        <w:t>73 - (محمد) بن أحمد بن خاقان بالخاء المعجمة والقاف والنون النهدي أبو جعفر القلانسي المعروف بحمدان.</w:t>
      </w:r>
    </w:p>
    <w:p w:rsidR="00F04D17" w:rsidRDefault="00F04D17" w:rsidP="00F04D17">
      <w:pPr>
        <w:pStyle w:val="libNormal"/>
        <w:rPr>
          <w:rtl/>
        </w:rPr>
      </w:pPr>
      <w:r>
        <w:rPr>
          <w:rtl/>
        </w:rPr>
        <w:t>قال الكشي: قال النضر انه كوفي ثقة خير. وقال النجاشي انه مضطرب. وقال ابن الغضايري انه كوفي ضعيف يروي عن الضعفاء. وعندي توقف في روايته، لقول هذين الشيخين فيه.</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74 - (محمد) بن بزداذ بالزاي بعد الياء المنقطة تحتها نقطتين والدال المهملة والذال المعجمة قال أبوعمرو الكشي: عن النضر: انه لا بأس به.</w:t>
      </w:r>
    </w:p>
    <w:p w:rsidR="00F04D17" w:rsidRDefault="00F04D17" w:rsidP="00F04D17">
      <w:pPr>
        <w:pStyle w:val="libNormal"/>
        <w:rPr>
          <w:rtl/>
        </w:rPr>
      </w:pPr>
      <w:r>
        <w:rPr>
          <w:rtl/>
        </w:rPr>
        <w:t>75 - (محمد) بن حفص بن عمرو أبوجعفر وهو ابن العمري وكان وكيل الناحية وكان الامر يدور عليه.</w:t>
      </w:r>
    </w:p>
    <w:p w:rsidR="00F04D17" w:rsidRDefault="00F04D17" w:rsidP="00F04D17">
      <w:pPr>
        <w:pStyle w:val="libNormal"/>
        <w:rPr>
          <w:rtl/>
        </w:rPr>
      </w:pPr>
      <w:r>
        <w:rPr>
          <w:rtl/>
        </w:rPr>
        <w:t>76 - (محمد) بن أحمد بن نعيم الشاذاني بالشين المعجمة والذال المعجمة والنون بعد الالف ابوعبدالله.</w:t>
      </w:r>
    </w:p>
    <w:p w:rsidR="00F04D17" w:rsidRDefault="00F04D17" w:rsidP="00F04D17">
      <w:pPr>
        <w:pStyle w:val="libNormal"/>
        <w:rPr>
          <w:rtl/>
        </w:rPr>
      </w:pPr>
      <w:r>
        <w:rPr>
          <w:rtl/>
        </w:rPr>
        <w:t>روى الكشي: عن آدم بن محمد قال سمعت محمد بن شاذان بن نعيم يقول: جمع عندي مال الغريم فانفذت به اليه وألقيت فيه شيئ</w:t>
      </w:r>
      <w:r w:rsidR="00CD27DE">
        <w:rPr>
          <w:rtl/>
        </w:rPr>
        <w:t>اً</w:t>
      </w:r>
      <w:r>
        <w:rPr>
          <w:rtl/>
        </w:rPr>
        <w:t xml:space="preserve"> من صلب مالي؟. قال فورد في الواب: قد وصل إلى ما انفذت من خاصة مالك فيها كذا وكذا تقبل الله منك.</w:t>
      </w:r>
    </w:p>
    <w:p w:rsidR="00F04D17" w:rsidRDefault="00F04D17" w:rsidP="00F04D17">
      <w:pPr>
        <w:pStyle w:val="libNormal"/>
        <w:rPr>
          <w:rtl/>
        </w:rPr>
      </w:pPr>
      <w:r>
        <w:rPr>
          <w:rtl/>
        </w:rPr>
        <w:t>77 - (محمد) بن أبي حذيفة مشكور.</w:t>
      </w:r>
    </w:p>
    <w:p w:rsidR="00F04D17" w:rsidRDefault="00F04D17" w:rsidP="00F04D17">
      <w:pPr>
        <w:pStyle w:val="libNormal"/>
        <w:rPr>
          <w:rtl/>
        </w:rPr>
      </w:pPr>
      <w:r>
        <w:rPr>
          <w:rtl/>
        </w:rPr>
        <w:t>78 - (محمد) بن الحسن بن أبي سارة أبوجعفر مولى الانصار، يعرف بالرواسي بالراء والسين المهملة اصله كوفي سكن هو وابوه قبله النيل، روى هو وأبوه عن أبي جعفر وأبي عبدالله عليهما السلام وابن عم محمد بن الحسن معاد بن مسلم بن أبي سارة، وهم أهل بيت فضل وأدب، وعلي معاد ومحمد تفقه الكسائي علم العرب واللسان والعراء يحكون في كتبهم كثير</w:t>
      </w:r>
      <w:r w:rsidR="00CD27DE">
        <w:rPr>
          <w:rtl/>
        </w:rPr>
        <w:t>اً</w:t>
      </w:r>
      <w:r>
        <w:rPr>
          <w:rtl/>
        </w:rPr>
        <w:t>.</w:t>
      </w:r>
    </w:p>
    <w:p w:rsidR="00F04D17" w:rsidRDefault="00F04D17" w:rsidP="00F04D17">
      <w:pPr>
        <w:pStyle w:val="libNormal"/>
        <w:rPr>
          <w:rtl/>
        </w:rPr>
      </w:pPr>
      <w:r>
        <w:rPr>
          <w:rtl/>
        </w:rPr>
        <w:t>قال أبوجعفر الرواسي: وهم ثقاة لايطعن عليهم بشئ.</w:t>
      </w:r>
    </w:p>
    <w:p w:rsidR="00F04D17" w:rsidRDefault="00F04D17" w:rsidP="00F04D17">
      <w:pPr>
        <w:pStyle w:val="libNormal"/>
        <w:rPr>
          <w:rtl/>
        </w:rPr>
      </w:pPr>
      <w:r>
        <w:rPr>
          <w:rtl/>
        </w:rPr>
        <w:t>79 - (محمد) بن سماعة بن موسى بن رويد بالراء المضمومة ابن نشيط بالنون قبل الشين المعجمة الحضرمي مولى عبدالجبار بن وائل بن حجر أبوعبدالله والد الحسن وإبراهيم وجعفر وجد محمد بن الحسن، وكان ثقة في أصحابنا وجها.</w:t>
      </w:r>
    </w:p>
    <w:p w:rsidR="00F04D17" w:rsidRDefault="00F04D17" w:rsidP="00F04D17">
      <w:pPr>
        <w:pStyle w:val="libNormal"/>
        <w:rPr>
          <w:rtl/>
        </w:rPr>
      </w:pPr>
      <w:r>
        <w:rPr>
          <w:rtl/>
        </w:rPr>
        <w:t>80 - (محمد) بن أبي يونس تسنيم بالتاء المنقطة فوقها نقطتين والسين المهملة والنون والياء المنقطة تحتها نقطتين بن الحسن بن يونس أبوطاهر الوارق الحضرمي الكوفي ثقة عين صحيح الحديث روى عنه العامة والخاصة وقد كاتب أبا الحسن العسكري عليه السلام.</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81 - (محمد) بن سلمة بغير ميم قبل السين ابن ارتبيل بالراء المهملة والتاء المنقطة فوقها نقطتين والباء المنقطة تحتها نقطتة والياء المنقطتة تحتها نقطتين ابوجعفر اليشكري - بالياء المنقطة تحتها نقطتين - جليل من أصحابنا الكوفيين عظيم القدر فقيه قارئ لغوي رواية.</w:t>
      </w:r>
    </w:p>
    <w:p w:rsidR="00F04D17" w:rsidRDefault="00F04D17" w:rsidP="00F04D17">
      <w:pPr>
        <w:pStyle w:val="libNormal"/>
        <w:rPr>
          <w:rtl/>
        </w:rPr>
      </w:pPr>
      <w:r>
        <w:rPr>
          <w:rtl/>
        </w:rPr>
        <w:t>82 - (محمد) بن أبي قتاده علي بن محمد بن حفص بن عبيد بن حميد يكنى أبا جعفر ثقة من القميين صدوق عين مولى السائب بن مالك الاشعري قتل حميد يوم المختار معه.</w:t>
      </w:r>
    </w:p>
    <w:p w:rsidR="00F04D17" w:rsidRDefault="00F04D17" w:rsidP="00F04D17">
      <w:pPr>
        <w:pStyle w:val="libNormal"/>
        <w:rPr>
          <w:rtl/>
        </w:rPr>
      </w:pPr>
      <w:r>
        <w:rPr>
          <w:rtl/>
        </w:rPr>
        <w:t>83 - (محمد) بن عيسى بن عبدالله بن سعد بن مالك الاشعري أبوعلي شيخ القميين ووجه الاشاعرة متقدم عند السلطان، ودخل على الرضا عليه السلام وسمع منه وروى عن أبي جعفر عليه السلام.</w:t>
      </w:r>
    </w:p>
    <w:p w:rsidR="00F04D17" w:rsidRDefault="00F04D17" w:rsidP="00F04D17">
      <w:pPr>
        <w:pStyle w:val="libNormal"/>
        <w:rPr>
          <w:rtl/>
        </w:rPr>
      </w:pPr>
      <w:r>
        <w:rPr>
          <w:rtl/>
        </w:rPr>
        <w:t>84 - (محمد) بن عبدالحميد بن سالم العطار أبوجعفر، روى عبدالحميد عن أبي الحسن موسى عليه السلام وكان ثقة من أصحابنا الكوفيين.</w:t>
      </w:r>
    </w:p>
    <w:p w:rsidR="00F04D17" w:rsidRDefault="00F04D17" w:rsidP="00F04D17">
      <w:pPr>
        <w:pStyle w:val="libNormal"/>
        <w:rPr>
          <w:rtl/>
        </w:rPr>
      </w:pPr>
      <w:r>
        <w:rPr>
          <w:rtl/>
        </w:rPr>
        <w:t>85 - (محمد) بن عبيد الكاتب وجه من الكوفيين ثقة عين.</w:t>
      </w:r>
    </w:p>
    <w:p w:rsidR="00F04D17" w:rsidRDefault="00F04D17" w:rsidP="00F04D17">
      <w:pPr>
        <w:pStyle w:val="libNormal"/>
        <w:rPr>
          <w:rtl/>
        </w:rPr>
      </w:pPr>
      <w:r>
        <w:rPr>
          <w:rtl/>
        </w:rPr>
        <w:t>86 - (محمد) بن عمرو (في نسخة ابن العصا) ابن عبدالله بن عمرو بن مصعب بن الزبير بن العوام متكلم حاذق من أصحابنا.</w:t>
      </w:r>
    </w:p>
    <w:p w:rsidR="00F04D17" w:rsidRDefault="00F04D17" w:rsidP="00F04D17">
      <w:pPr>
        <w:pStyle w:val="libNormal"/>
        <w:rPr>
          <w:rtl/>
        </w:rPr>
      </w:pPr>
      <w:r>
        <w:rPr>
          <w:rtl/>
        </w:rPr>
        <w:t>87 - (محمد) بن مفضل بن إبراهيم بن قيس بن رمانة الاشعرى عربي يكنى أبا جعفر ثقة من أصحابنا الكوفيين، ذكره أبوالعباس.</w:t>
      </w:r>
    </w:p>
    <w:p w:rsidR="00F04D17" w:rsidRDefault="00F04D17" w:rsidP="00F04D17">
      <w:pPr>
        <w:pStyle w:val="libNormal"/>
        <w:rPr>
          <w:rtl/>
        </w:rPr>
      </w:pPr>
      <w:r>
        <w:rPr>
          <w:rtl/>
        </w:rPr>
        <w:t>88 - (محمد) بن بندار بالباء المنقطة تحتها نقطة المضمومة والنون الساكنة والدال المهملة والراء بعد الالف ابن عاصم الدهلي أبوجعفر القمي ثقة عين.</w:t>
      </w:r>
    </w:p>
    <w:p w:rsidR="00F04D17" w:rsidRDefault="00F04D17" w:rsidP="00F04D17">
      <w:pPr>
        <w:pStyle w:val="libNormal"/>
        <w:rPr>
          <w:rtl/>
        </w:rPr>
      </w:pPr>
      <w:r>
        <w:rPr>
          <w:rtl/>
        </w:rPr>
        <w:t>89 - (محمد) بن إسماعيل بن أحمد بن بشير البرمكي المعروف بصاحب الصومعة أبوعبدالله سكن بقم وليس اصله منها، ذكر ذلك أبوالعباس بن نوح.</w:t>
      </w:r>
    </w:p>
    <w:p w:rsidR="00F04D17" w:rsidRDefault="00F04D17" w:rsidP="00F04D17">
      <w:pPr>
        <w:pStyle w:val="libNormal"/>
        <w:rPr>
          <w:rtl/>
        </w:rPr>
      </w:pPr>
      <w:r>
        <w:rPr>
          <w:rtl/>
        </w:rPr>
        <w:t>إختلف علماؤنا في شأنه. فقال النجاشي: انه ثقة مستقيم. وقال ابن الغضايري: انه ضعيف. وقول النجاشي عندي أرجح.</w:t>
      </w:r>
    </w:p>
    <w:p w:rsidR="00F04D17" w:rsidRDefault="00F04D17" w:rsidP="00F04D17">
      <w:pPr>
        <w:pStyle w:val="libNormal"/>
      </w:pPr>
      <w:r>
        <w:rPr>
          <w:rtl/>
        </w:rPr>
        <w:br w:type="page"/>
      </w:r>
    </w:p>
    <w:p w:rsidR="00F04D17" w:rsidRDefault="00F04D17" w:rsidP="00F04D17">
      <w:pPr>
        <w:pStyle w:val="libNormal"/>
        <w:rPr>
          <w:rtl/>
        </w:rPr>
      </w:pPr>
      <w:r>
        <w:rPr>
          <w:rtl/>
        </w:rPr>
        <w:lastRenderedPageBreak/>
        <w:t>90 - (محمد) بن عباس كان يسكن بني غاضرة ثقة روى عن أبيه والحسن بن علي بن حمزة.</w:t>
      </w:r>
    </w:p>
    <w:p w:rsidR="00F04D17" w:rsidRDefault="00F04D17" w:rsidP="00F04D17">
      <w:pPr>
        <w:pStyle w:val="libNormal"/>
        <w:rPr>
          <w:rtl/>
        </w:rPr>
      </w:pPr>
      <w:r>
        <w:rPr>
          <w:rtl/>
        </w:rPr>
        <w:t>91 - (محمد) بن إبراهيم بن أبي البلاد بتخفيف اللام وأخوه يحيى مولى بني عبدالله بن غطفان ثقة قليل الحديث.</w:t>
      </w:r>
    </w:p>
    <w:p w:rsidR="00F04D17" w:rsidRDefault="00F04D17" w:rsidP="00F04D17">
      <w:pPr>
        <w:pStyle w:val="libNormal"/>
        <w:rPr>
          <w:rtl/>
        </w:rPr>
      </w:pPr>
      <w:r>
        <w:rPr>
          <w:rtl/>
        </w:rPr>
        <w:t>92 - (محمد) بن موسى أبوجعفر لقبه الخوار بالخاء المعجمة المضمومة والراء بعد الواو كوفي ثقة.</w:t>
      </w:r>
    </w:p>
    <w:p w:rsidR="00F04D17" w:rsidRDefault="00F04D17" w:rsidP="00F04D17">
      <w:pPr>
        <w:pStyle w:val="libNormal"/>
        <w:rPr>
          <w:rtl/>
        </w:rPr>
      </w:pPr>
      <w:r>
        <w:rPr>
          <w:rtl/>
        </w:rPr>
        <w:t>93 - (محمد) بن علي بن جاك بالجيم والكاف تيمي يكنى بابي طاهر ثقة قليل الحديث، ذكر ذلك أبوالعباس من أهل القرآن فاضل.</w:t>
      </w:r>
    </w:p>
    <w:p w:rsidR="00F04D17" w:rsidRDefault="00F04D17" w:rsidP="00F04D17">
      <w:pPr>
        <w:pStyle w:val="libNormal"/>
        <w:rPr>
          <w:rtl/>
        </w:rPr>
      </w:pPr>
      <w:r>
        <w:rPr>
          <w:rtl/>
        </w:rPr>
        <w:t>94 - (محمد) بن الخليل بن اسد الثقفي.</w:t>
      </w:r>
    </w:p>
    <w:p w:rsidR="00F04D17" w:rsidRDefault="00F04D17" w:rsidP="00F04D17">
      <w:pPr>
        <w:pStyle w:val="libNormal"/>
        <w:rPr>
          <w:rtl/>
        </w:rPr>
      </w:pPr>
      <w:r>
        <w:rPr>
          <w:rtl/>
        </w:rPr>
        <w:t>وقيل: النخعي كوفي من أصحابنا ثقة يكنى أبا عبدالله.</w:t>
      </w:r>
    </w:p>
    <w:p w:rsidR="00F04D17" w:rsidRDefault="00F04D17" w:rsidP="00F04D17">
      <w:pPr>
        <w:pStyle w:val="libNormal"/>
        <w:rPr>
          <w:rtl/>
        </w:rPr>
      </w:pPr>
      <w:r>
        <w:rPr>
          <w:rtl/>
        </w:rPr>
        <w:t>95 - (محمد) بن نافع ثقة كوفي قليل الحديث.</w:t>
      </w:r>
    </w:p>
    <w:p w:rsidR="00F04D17" w:rsidRDefault="00F04D17" w:rsidP="00F04D17">
      <w:pPr>
        <w:pStyle w:val="libNormal"/>
        <w:rPr>
          <w:rtl/>
        </w:rPr>
      </w:pPr>
      <w:r>
        <w:rPr>
          <w:rtl/>
        </w:rPr>
        <w:t>96 - (محمد) بن عبدالله المسلي بالسين المهملة بعد الميم واللام بعد السين كوفي ومسلية بضم الميم قبيلة من مذحج، وهو مسلية بن عامر بن عمرة بن عكة ابن خالد بن مالك بن اددكان ثقة قليل الحديث.</w:t>
      </w:r>
    </w:p>
    <w:p w:rsidR="00F04D17" w:rsidRDefault="00F04D17" w:rsidP="00F04D17">
      <w:pPr>
        <w:pStyle w:val="libNormal"/>
        <w:rPr>
          <w:rtl/>
        </w:rPr>
      </w:pPr>
      <w:r>
        <w:rPr>
          <w:rtl/>
        </w:rPr>
        <w:t>97 - (محمد) بن خالد الاشعري قمي قريب الامر.</w:t>
      </w:r>
    </w:p>
    <w:p w:rsidR="00F04D17" w:rsidRDefault="00F04D17" w:rsidP="00F04D17">
      <w:pPr>
        <w:pStyle w:val="libNormal"/>
        <w:rPr>
          <w:rtl/>
        </w:rPr>
      </w:pPr>
      <w:r>
        <w:rPr>
          <w:rtl/>
        </w:rPr>
        <w:t>98 - (محمد) بن الاصبغ الهمداني كوفي ثقة.</w:t>
      </w:r>
    </w:p>
    <w:p w:rsidR="00F04D17" w:rsidRDefault="00F04D17" w:rsidP="00F04D17">
      <w:pPr>
        <w:pStyle w:val="libNormal"/>
        <w:rPr>
          <w:rtl/>
        </w:rPr>
      </w:pPr>
      <w:r>
        <w:rPr>
          <w:rtl/>
        </w:rPr>
        <w:t>99 - (محمد) بن بشير وأخوه علي ثقتان من روات الحديث مات بقم وقد ذكرنا في القسم الثاني ان محمد بن بشير ضعيف.</w:t>
      </w:r>
    </w:p>
    <w:p w:rsidR="00F04D17" w:rsidRDefault="00F04D17" w:rsidP="00F04D17">
      <w:pPr>
        <w:pStyle w:val="libNormal"/>
        <w:rPr>
          <w:rtl/>
        </w:rPr>
      </w:pPr>
      <w:r>
        <w:rPr>
          <w:rtl/>
        </w:rPr>
        <w:t>100 - (محمد) بن علي بن ابراهيم بن محمد الهمداني بالذال المعجمة روى عن أبيه عن جده عن الرضا عليه السلام وكان محمد وكيل الناحية وأبوه علي وكيل الناحية وجده إبراهيم بن محمد وكيل الناحية، وكان لمحمد بن علي ولد يسمى القاسم كان وكيل الناحية أيض</w:t>
      </w:r>
      <w:r w:rsidR="00CD27DE">
        <w:rPr>
          <w:rtl/>
        </w:rPr>
        <w:t>اً</w:t>
      </w:r>
      <w:r>
        <w:rPr>
          <w:rtl/>
        </w:rPr>
        <w:t>.</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101 - (محمد) بن إسماعيل بن ميمون الزعفراني أبوعبدالله ثقة عين روى عنه الثقاة وروى عنهم ولقي أصحاب أبي عبدالله عليه السلام.</w:t>
      </w:r>
    </w:p>
    <w:p w:rsidR="00F04D17" w:rsidRDefault="00F04D17" w:rsidP="00F04D17">
      <w:pPr>
        <w:pStyle w:val="libNormal"/>
        <w:rPr>
          <w:rtl/>
        </w:rPr>
      </w:pPr>
      <w:r>
        <w:rPr>
          <w:rtl/>
        </w:rPr>
        <w:t>102 - (محمد) بن بكر بن جناح أبوعبدالله كوفي مولى ثقة.</w:t>
      </w:r>
    </w:p>
    <w:p w:rsidR="00F04D17" w:rsidRDefault="00F04D17" w:rsidP="00F04D17">
      <w:pPr>
        <w:pStyle w:val="libNormal"/>
        <w:rPr>
          <w:rtl/>
        </w:rPr>
      </w:pPr>
      <w:r>
        <w:rPr>
          <w:rtl/>
        </w:rPr>
        <w:t>103 - (محمد) بن أحمد بن عبدالله بن مهران بن خانبة بالخاء المعجمة والنون قبل الباء المنقطة تحتها نقطة واحدة الكرخي أبوجعفر لوالده أحمد بن عبدالله مكاتبته إلى الرضا عليه السلام وهم بيت من أصحابنا كبير وكان ثقة سليما.</w:t>
      </w:r>
    </w:p>
    <w:p w:rsidR="00F04D17" w:rsidRDefault="00F04D17" w:rsidP="00F04D17">
      <w:pPr>
        <w:pStyle w:val="libNormal"/>
        <w:rPr>
          <w:rtl/>
        </w:rPr>
      </w:pPr>
      <w:r>
        <w:rPr>
          <w:rtl/>
        </w:rPr>
        <w:t>104 - (محمد) بن زكريا بن دينار مولى بني غلاب بالغين المعجمة والباء المنقطة تحتها نقطة واللام المخففة أبوعبدالله، وبنو غلاب قبيلة بالبصرة من بني نصر ابن معاوية.</w:t>
      </w:r>
    </w:p>
    <w:p w:rsidR="00F04D17" w:rsidRDefault="00F04D17" w:rsidP="00F04D17">
      <w:pPr>
        <w:pStyle w:val="libNormal"/>
        <w:rPr>
          <w:rtl/>
        </w:rPr>
      </w:pPr>
      <w:r>
        <w:rPr>
          <w:rtl/>
        </w:rPr>
        <w:t>قيل ليس بغير البصرة منهم احد. وكان هذا الرجل وجه</w:t>
      </w:r>
      <w:r w:rsidR="00CD27DE">
        <w:rPr>
          <w:rtl/>
        </w:rPr>
        <w:t>اً</w:t>
      </w:r>
      <w:r>
        <w:rPr>
          <w:rtl/>
        </w:rPr>
        <w:t xml:space="preserve"> من وجوه أصحابنا بالبصرة وكان اخباري</w:t>
      </w:r>
      <w:r w:rsidR="00CD27DE">
        <w:rPr>
          <w:rtl/>
        </w:rPr>
        <w:t>اً</w:t>
      </w:r>
      <w:r>
        <w:rPr>
          <w:rtl/>
        </w:rPr>
        <w:t xml:space="preserve"> واسع العلم وصنف كتب</w:t>
      </w:r>
      <w:r w:rsidR="00CD27DE">
        <w:rPr>
          <w:rtl/>
        </w:rPr>
        <w:t>اً</w:t>
      </w:r>
      <w:r>
        <w:rPr>
          <w:rtl/>
        </w:rPr>
        <w:t xml:space="preserve"> كثيرة ومات محمد بن زكريا سنة ثمان وتسعين ومائتين.</w:t>
      </w:r>
    </w:p>
    <w:p w:rsidR="00F04D17" w:rsidRDefault="00F04D17" w:rsidP="00F04D17">
      <w:pPr>
        <w:pStyle w:val="libNormal"/>
        <w:rPr>
          <w:rtl/>
        </w:rPr>
      </w:pPr>
      <w:r>
        <w:rPr>
          <w:rtl/>
        </w:rPr>
        <w:t>105 - (محمد) بن سليمان بن الحسن بن الجهم بن بكير بن أعين ابوطاهر الرازي حسن الطريقة ثقة عين، وله إلى مولانا أبي محمد عليه السلامخ مسائل وجوابات ومات محمد بن سليمان في سنة إحدى وثلثمائة وكان مولده سنه سبع وثلاثين ومائتين.</w:t>
      </w:r>
    </w:p>
    <w:p w:rsidR="00F04D17" w:rsidRDefault="00F04D17" w:rsidP="00F04D17">
      <w:pPr>
        <w:pStyle w:val="libNormal"/>
        <w:rPr>
          <w:rtl/>
        </w:rPr>
      </w:pPr>
      <w:r>
        <w:rPr>
          <w:rtl/>
        </w:rPr>
        <w:t>106 - (محمد) بن علي بن حمزة بن الحسن بن عبيدالله بن العباس بن علي بن أبي طالب عليه السلام أبوعبدالله ثقة عين في الحديث صحيح الاعتقاد.</w:t>
      </w:r>
    </w:p>
    <w:p w:rsidR="00F04D17" w:rsidRDefault="00F04D17" w:rsidP="00F04D17">
      <w:pPr>
        <w:pStyle w:val="libNormal"/>
        <w:rPr>
          <w:rtl/>
        </w:rPr>
      </w:pPr>
      <w:r>
        <w:rPr>
          <w:rtl/>
        </w:rPr>
        <w:t>107 - (محمد) بن علي بن محبوب الاشعرى القمي أبوجعفر شيخ القميين في زمانه ثقة عين فقيه صحيح المذهب.</w:t>
      </w:r>
    </w:p>
    <w:p w:rsidR="00F04D17" w:rsidRDefault="00F04D17" w:rsidP="00F04D17">
      <w:pPr>
        <w:pStyle w:val="libNormal"/>
        <w:rPr>
          <w:rtl/>
        </w:rPr>
      </w:pPr>
      <w:r>
        <w:rPr>
          <w:rtl/>
        </w:rPr>
        <w:t>108 - (محمد) بن عبدالله بن نجيح أبوعبدالله الكوفي المعروف بالشخير بالشين المعجمة والخاء المعجمة رجل من أصحابنا قليل الحديث.</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109 - (محمد) بن الحسن بن علي أبوعبدالله المحاربي بالحاء المهملة والباء المنقطة تحتها نقطة بعد الراء جليل من أصحابنا عظيم القدر خبير بامور أصحابنا في زمانه عالم ببواطن انسابهم.</w:t>
      </w:r>
    </w:p>
    <w:p w:rsidR="00F04D17" w:rsidRDefault="00F04D17" w:rsidP="00F04D17">
      <w:pPr>
        <w:pStyle w:val="libNormal"/>
        <w:rPr>
          <w:rtl/>
        </w:rPr>
      </w:pPr>
      <w:r>
        <w:rPr>
          <w:rtl/>
        </w:rPr>
        <w:t>110 - (محمد) بن يحيى أبوجعفر العطار القمى شيخ من أصحابنا في زمانه ثقة عين كثير الحديث.</w:t>
      </w:r>
    </w:p>
    <w:p w:rsidR="00F04D17" w:rsidRDefault="00F04D17" w:rsidP="00F04D17">
      <w:pPr>
        <w:pStyle w:val="libNormal"/>
        <w:rPr>
          <w:rtl/>
        </w:rPr>
      </w:pPr>
      <w:r>
        <w:rPr>
          <w:rtl/>
        </w:rPr>
        <w:t>111 - (محمد) بن أبي القاسم عبيدالله بالياء بعد الباء.</w:t>
      </w:r>
    </w:p>
    <w:p w:rsidR="00F04D17" w:rsidRDefault="00F04D17" w:rsidP="00F04D17">
      <w:pPr>
        <w:pStyle w:val="libNormal"/>
        <w:rPr>
          <w:rtl/>
        </w:rPr>
      </w:pPr>
      <w:r>
        <w:rPr>
          <w:rtl/>
        </w:rPr>
        <w:t>وقيل: عبدالله بغير ياء ابن عمران الخبابي بالخاء المعجمة المفتوحة والباء المنقطة تحتها نقطة قبل الالف وبعدها البرقي أبوعبدالله الملقب بما جيلوبه بالجيم والياء المنقطة تحتها نقطتين قبل اللام وبعد الواو ايض</w:t>
      </w:r>
      <w:r w:rsidR="00CD27DE">
        <w:rPr>
          <w:rtl/>
        </w:rPr>
        <w:t>اً</w:t>
      </w:r>
      <w:r>
        <w:rPr>
          <w:rtl/>
        </w:rPr>
        <w:t xml:space="preserve"> وأبوالقاسم يلقب بندار بالنون بعد الباء والدال المهملة والراء سيد من أصحابنا القميين ثقة عالم فقيه عارف بالادب والشعر.</w:t>
      </w:r>
    </w:p>
    <w:p w:rsidR="00F04D17" w:rsidRDefault="00F04D17" w:rsidP="00F04D17">
      <w:pPr>
        <w:pStyle w:val="libNormal"/>
        <w:rPr>
          <w:rtl/>
        </w:rPr>
      </w:pPr>
      <w:r>
        <w:rPr>
          <w:rtl/>
        </w:rPr>
        <w:t>112 - (محمد) بن الحسن بن فروخ بالفاء والراء والخاء المعجمة بعد الواو الصفار مولى عيسى بن موسى بن طلحه بن عبيد الله بن السائب بن مالك بن عامر الاشعرى أبوجعفر الاعرج كان وجه</w:t>
      </w:r>
      <w:r w:rsidR="00CD27DE">
        <w:rPr>
          <w:rtl/>
        </w:rPr>
        <w:t>اً</w:t>
      </w:r>
      <w:r>
        <w:rPr>
          <w:rtl/>
        </w:rPr>
        <w:t xml:space="preserve"> في أصحابنا القميين ثقة عظيم القدر راجح</w:t>
      </w:r>
      <w:r w:rsidR="00CD27DE">
        <w:rPr>
          <w:rtl/>
        </w:rPr>
        <w:t>اً</w:t>
      </w:r>
      <w:r>
        <w:rPr>
          <w:rtl/>
        </w:rPr>
        <w:t xml:space="preserve"> قليل السقط في الرواية، توفي رحمه الله بقم سنة تسعين وماتين.</w:t>
      </w:r>
    </w:p>
    <w:p w:rsidR="00F04D17" w:rsidRDefault="00F04D17" w:rsidP="00F04D17">
      <w:pPr>
        <w:pStyle w:val="libNormal"/>
        <w:rPr>
          <w:rtl/>
        </w:rPr>
      </w:pPr>
      <w:r>
        <w:rPr>
          <w:rtl/>
        </w:rPr>
        <w:t>113 - (محمد) بن عبدالله بن جعفر بن الحسين بن جامع بن مالك الحميري بالحاء المهملة أبوجعفر القمي كان ثقة وجه</w:t>
      </w:r>
      <w:r w:rsidR="00CD27DE">
        <w:rPr>
          <w:rtl/>
        </w:rPr>
        <w:t>اً</w:t>
      </w:r>
      <w:r>
        <w:rPr>
          <w:rtl/>
        </w:rPr>
        <w:t>، كاتب صاحب الامر عليه السلام وسأله مسائل في أبواب الشريعة.</w:t>
      </w:r>
    </w:p>
    <w:p w:rsidR="00F04D17" w:rsidRDefault="00F04D17" w:rsidP="00F04D17">
      <w:pPr>
        <w:pStyle w:val="libNormal"/>
        <w:rPr>
          <w:rtl/>
        </w:rPr>
      </w:pPr>
      <w:r>
        <w:rPr>
          <w:rtl/>
        </w:rPr>
        <w:t>قال النجاشي: قال لنا أحمد بن الحسين: وقعت هذه المسائل إلي في أصلها والتوقيعات بين السطور، وكان له اخوة جعفر والحسين وأحمد، كلهم كان لهم مكاتبة.</w:t>
      </w:r>
    </w:p>
    <w:p w:rsidR="00F04D17" w:rsidRDefault="00F04D17" w:rsidP="00F04D17">
      <w:pPr>
        <w:pStyle w:val="libNormal"/>
        <w:rPr>
          <w:rtl/>
        </w:rPr>
      </w:pPr>
      <w:r>
        <w:rPr>
          <w:rtl/>
        </w:rPr>
        <w:t>114 - (محمد) بن عوام بالعين المهملة الخلقاني بالخاء المعجمة والقاف روى عن أبي عبدالله عليه السلام كوفي ثقة قليل الحديث.</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115 - (محمد) بن عبدالله بن رباط بالراء المهملة والباء المنقطة تحتها نقطة والطاء المهملة بعد الالف البجلي روى أبوه عن أبي عبدالله عليه السلام وكان هو وأبوه ثقتين.</w:t>
      </w:r>
    </w:p>
    <w:p w:rsidR="00F04D17" w:rsidRDefault="00F04D17" w:rsidP="00F04D17">
      <w:pPr>
        <w:pStyle w:val="libNormal"/>
        <w:rPr>
          <w:rtl/>
        </w:rPr>
      </w:pPr>
      <w:r>
        <w:rPr>
          <w:rtl/>
        </w:rPr>
        <w:t>116 - (محمد) بن يوسف الصنعاني بالنون قبل العين المهملة وبعد الالف روى عن أبي عبدالله عليه السلام ثقة عين.</w:t>
      </w:r>
    </w:p>
    <w:p w:rsidR="00F04D17" w:rsidRDefault="00F04D17" w:rsidP="00F04D17">
      <w:pPr>
        <w:pStyle w:val="libNormal"/>
        <w:rPr>
          <w:rtl/>
        </w:rPr>
      </w:pPr>
      <w:r>
        <w:rPr>
          <w:rtl/>
        </w:rPr>
        <w:t>117 - (محمد) بن مارد بالراء والدال المهملة التميمي عربي صميم كوفي ختن محمد بن مسلم، روى عن أبي عبدالله عليه السلام ثقة عين.</w:t>
      </w:r>
    </w:p>
    <w:p w:rsidR="00F04D17" w:rsidRDefault="00F04D17" w:rsidP="00F04D17">
      <w:pPr>
        <w:pStyle w:val="libNormal"/>
        <w:rPr>
          <w:rtl/>
        </w:rPr>
      </w:pPr>
      <w:r>
        <w:rPr>
          <w:rtl/>
        </w:rPr>
        <w:t>118 - (محمد) بن مسعود الطائي كوفي عربي صميم ثقة روى عن أبي عبدالله وأبي الحسن عليهما السلام.</w:t>
      </w:r>
    </w:p>
    <w:p w:rsidR="00F04D17" w:rsidRDefault="00F04D17" w:rsidP="00F04D17">
      <w:pPr>
        <w:pStyle w:val="libNormal"/>
        <w:rPr>
          <w:rtl/>
        </w:rPr>
      </w:pPr>
      <w:r>
        <w:rPr>
          <w:rtl/>
        </w:rPr>
        <w:t>119 - (محمد) بن يحيى بن سليمان بالياء بعد اللام الخثعمي أخو مغلس كوفي ثقة روى عن أبي عبدالله عليه السلام.</w:t>
      </w:r>
    </w:p>
    <w:p w:rsidR="00F04D17" w:rsidRDefault="00F04D17" w:rsidP="00F04D17">
      <w:pPr>
        <w:pStyle w:val="libNormal"/>
        <w:rPr>
          <w:rtl/>
        </w:rPr>
      </w:pPr>
      <w:r>
        <w:rPr>
          <w:rtl/>
        </w:rPr>
        <w:t>120 - (محمد) بن يحيى الخزاز بالخاء المعجمة والزاي قبل الالف وبعدها كوفي روى عن أصحاب أبي عبدالله عليه السلام عين ثقة.</w:t>
      </w:r>
    </w:p>
    <w:p w:rsidR="00F04D17" w:rsidRDefault="00F04D17" w:rsidP="00F04D17">
      <w:pPr>
        <w:pStyle w:val="libNormal"/>
        <w:rPr>
          <w:rtl/>
        </w:rPr>
      </w:pPr>
      <w:r>
        <w:rPr>
          <w:rtl/>
        </w:rPr>
        <w:t>121 - (محمد) بن حمران النهدي أبوجعفر كوفي الاصل نزل جرجرايا، روى عن أبي عبدالله عليه السلام ثقة.</w:t>
      </w:r>
    </w:p>
    <w:p w:rsidR="00F04D17" w:rsidRDefault="00F04D17" w:rsidP="00F04D17">
      <w:pPr>
        <w:pStyle w:val="libNormal"/>
        <w:rPr>
          <w:rtl/>
        </w:rPr>
      </w:pPr>
      <w:r>
        <w:rPr>
          <w:rtl/>
        </w:rPr>
        <w:t>122 - (محمد) بن مروان الحناط بالحاء المهملة والنون المديني ثقة قليل الحديث.</w:t>
      </w:r>
    </w:p>
    <w:p w:rsidR="00F04D17" w:rsidRDefault="00F04D17" w:rsidP="00F04D17">
      <w:pPr>
        <w:pStyle w:val="libNormal"/>
        <w:rPr>
          <w:rtl/>
        </w:rPr>
      </w:pPr>
      <w:r>
        <w:rPr>
          <w:rtl/>
        </w:rPr>
        <w:t>123 - (محمد) بن إسحاق بن عمار بن حيان التغلبي بالغين المعجمة الصيرفي ثقة عين روى عن أبي الحسن موسى عليه السلام.</w:t>
      </w:r>
    </w:p>
    <w:p w:rsidR="00F04D17" w:rsidRDefault="00F04D17" w:rsidP="00F04D17">
      <w:pPr>
        <w:pStyle w:val="libNormal"/>
        <w:rPr>
          <w:rtl/>
        </w:rPr>
      </w:pPr>
      <w:r>
        <w:rPr>
          <w:rtl/>
        </w:rPr>
        <w:t>قاله النجاشي. وقال أبوجعفر بن بابويه: انه واقفى. فأنا في روايته من المتوففين.</w:t>
      </w:r>
    </w:p>
    <w:p w:rsidR="00F04D17" w:rsidRDefault="00F04D17" w:rsidP="00F04D17">
      <w:pPr>
        <w:pStyle w:val="libNormal"/>
        <w:rPr>
          <w:rtl/>
        </w:rPr>
      </w:pPr>
      <w:r>
        <w:rPr>
          <w:rtl/>
        </w:rPr>
        <w:t>124 - (محمد) بن سكين بالسين المهملة أولا ابن عمار النخعمي الجمال ثقة روى أبوه عن أبي عبدالله عليه السلام.</w:t>
      </w:r>
    </w:p>
    <w:p w:rsidR="00F04D17" w:rsidRDefault="00F04D17" w:rsidP="00F04D17">
      <w:pPr>
        <w:pStyle w:val="libNormal"/>
        <w:rPr>
          <w:rtl/>
        </w:rPr>
      </w:pPr>
      <w:r>
        <w:rPr>
          <w:rtl/>
        </w:rPr>
        <w:t>125 - (محمد) بن جميل بن صالح الاسدي عربي صميم ثقة.</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126 - (محمد) بن الهيثم بن عروة التميمي كوفي ثقة روى أبوه عن أبي عبدالله عليه السلام.</w:t>
      </w:r>
    </w:p>
    <w:p w:rsidR="00F04D17" w:rsidRDefault="00F04D17" w:rsidP="00F04D17">
      <w:pPr>
        <w:pStyle w:val="libNormal"/>
        <w:rPr>
          <w:rtl/>
        </w:rPr>
      </w:pPr>
      <w:r>
        <w:rPr>
          <w:rtl/>
        </w:rPr>
        <w:t>127 - (محمد) بن القاسم بن الفضيل بالياء بعد الضاد ابن يسار النهدي ثقة هو وأبوه وعمه العلاء وجده الفضيل روى عن الرضا عليه السلام.</w:t>
      </w:r>
    </w:p>
    <w:p w:rsidR="00F04D17" w:rsidRDefault="00F04D17" w:rsidP="00F04D17">
      <w:pPr>
        <w:pStyle w:val="libNormal"/>
        <w:rPr>
          <w:rtl/>
        </w:rPr>
      </w:pPr>
      <w:r>
        <w:rPr>
          <w:rtl/>
        </w:rPr>
        <w:t>128 - (محمد) يلقب ثوابا بالثاء المنقطة فوقها ثلاث نقط والواو والباء المنقطة تحتها نقطة بين الالفين كوفي ثقة قليل الحديث.</w:t>
      </w:r>
    </w:p>
    <w:p w:rsidR="00F04D17" w:rsidRDefault="00F04D17" w:rsidP="00F04D17">
      <w:pPr>
        <w:pStyle w:val="libNormal"/>
        <w:rPr>
          <w:rtl/>
        </w:rPr>
      </w:pPr>
      <w:r>
        <w:rPr>
          <w:rtl/>
        </w:rPr>
        <w:t>129 - (محمد) بن الحسن بن زياد الميثمي الاسدي مولاهم أبوجعفر عين ثقة روى عن الرضا عليه السلام.</w:t>
      </w:r>
    </w:p>
    <w:p w:rsidR="00F04D17" w:rsidRDefault="00F04D17" w:rsidP="00F04D17">
      <w:pPr>
        <w:pStyle w:val="libNormal"/>
        <w:rPr>
          <w:rtl/>
        </w:rPr>
      </w:pPr>
      <w:r>
        <w:rPr>
          <w:rtl/>
        </w:rPr>
        <w:t>130 - (محمد) بن خالد الاحمسي البجلي كوفي ثقة.</w:t>
      </w:r>
    </w:p>
    <w:p w:rsidR="00F04D17" w:rsidRDefault="00F04D17" w:rsidP="00F04D17">
      <w:pPr>
        <w:pStyle w:val="libNormal"/>
        <w:rPr>
          <w:rtl/>
        </w:rPr>
      </w:pPr>
      <w:r>
        <w:rPr>
          <w:rtl/>
        </w:rPr>
        <w:t>131 - (محمد) بن الصباح كوفي ثقة.</w:t>
      </w:r>
    </w:p>
    <w:p w:rsidR="00F04D17" w:rsidRDefault="00F04D17" w:rsidP="00F04D17">
      <w:pPr>
        <w:pStyle w:val="libNormal"/>
        <w:rPr>
          <w:rtl/>
        </w:rPr>
      </w:pPr>
      <w:r>
        <w:rPr>
          <w:rtl/>
        </w:rPr>
        <w:t>132 - (محمد) بن مرازم بالراء قبل الالف والزاي بعده ابن حكيم بالياء بعد الكاف الساباطي الازدي ثقة روى عن أبوه عن أبي عبدالله وأبي الحسن عليهما السلام.</w:t>
      </w:r>
    </w:p>
    <w:p w:rsidR="00F04D17" w:rsidRDefault="00F04D17" w:rsidP="00F04D17">
      <w:pPr>
        <w:pStyle w:val="libNormal"/>
        <w:rPr>
          <w:rtl/>
        </w:rPr>
      </w:pPr>
      <w:r>
        <w:rPr>
          <w:rtl/>
        </w:rPr>
        <w:t>133 - (محمد) بن منصور بن يونس بزرج بالباء المنقطة تحتها نقطة واحدة المضمومة والزاي المضمومة والراء الساكنة والجيم كوفي ثقة.</w:t>
      </w:r>
    </w:p>
    <w:p w:rsidR="00F04D17" w:rsidRDefault="00F04D17" w:rsidP="00F04D17">
      <w:pPr>
        <w:pStyle w:val="libNormal"/>
        <w:rPr>
          <w:rtl/>
        </w:rPr>
      </w:pPr>
      <w:r>
        <w:rPr>
          <w:rtl/>
        </w:rPr>
        <w:t>134 - (محمد) بن شريح الحضرمي أبوعبدالله ثقة روى عن أبي عبدالله عليه السلام.</w:t>
      </w:r>
    </w:p>
    <w:p w:rsidR="00F04D17" w:rsidRDefault="00F04D17" w:rsidP="00F04D17">
      <w:pPr>
        <w:pStyle w:val="libNormal"/>
        <w:rPr>
          <w:rtl/>
        </w:rPr>
      </w:pPr>
      <w:r>
        <w:rPr>
          <w:rtl/>
        </w:rPr>
        <w:t>135 - (محمد) بن ميسر بالسين المهملة بعد الياء المنقطة تحتها نقطتين ابن عبدالعزيز النخعي بياع الزطي كوفي ثقة روى أبوه عن أبي جعفر وأبي عبدالله عليهما السلام وروى هو عن أبي عبدالله عليه السلام.</w:t>
      </w:r>
    </w:p>
    <w:p w:rsidR="00F04D17" w:rsidRDefault="00F04D17" w:rsidP="00F04D17">
      <w:pPr>
        <w:pStyle w:val="libNormal"/>
        <w:rPr>
          <w:rtl/>
        </w:rPr>
      </w:pPr>
      <w:r>
        <w:rPr>
          <w:rtl/>
        </w:rPr>
        <w:t>136 - (محمد) بن مصبح بن الصباح كوفي ثقة.</w:t>
      </w:r>
    </w:p>
    <w:p w:rsidR="00F04D17" w:rsidRDefault="00F04D17" w:rsidP="00F04D17">
      <w:pPr>
        <w:pStyle w:val="libNormal"/>
        <w:rPr>
          <w:rtl/>
        </w:rPr>
      </w:pPr>
      <w:r>
        <w:rPr>
          <w:rtl/>
        </w:rPr>
        <w:t>137 - (محمد) بن سليمان الاصفهاني ثقة روى عن أبي عبدالله عليه السلام.</w:t>
      </w:r>
    </w:p>
    <w:p w:rsidR="00F04D17" w:rsidRDefault="00F04D17" w:rsidP="00F04D17">
      <w:pPr>
        <w:pStyle w:val="libNormal"/>
        <w:rPr>
          <w:rtl/>
        </w:rPr>
      </w:pPr>
      <w:r>
        <w:rPr>
          <w:rtl/>
        </w:rPr>
        <w:t>138 - (محمد) بن عمرو بفتح العين ابن سعيد الزيات المدايني ثقة عين روى عن الرضا عليه السلام.</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139 - (محمد) بن الحسن بن زياد العطار كوفي ثقة روى أبوه عن أبي عبدالله عليه السلام.</w:t>
      </w:r>
    </w:p>
    <w:p w:rsidR="00F04D17" w:rsidRDefault="00F04D17" w:rsidP="00F04D17">
      <w:pPr>
        <w:pStyle w:val="libNormal"/>
        <w:rPr>
          <w:rtl/>
        </w:rPr>
      </w:pPr>
      <w:r>
        <w:rPr>
          <w:rtl/>
        </w:rPr>
        <w:t>140 - (محمد) بن مسلمة بالميم المفتوحة قبل السين كوفي ثقة روى كتابه عنه الطاطري علي بن الحسن وغيره.</w:t>
      </w:r>
    </w:p>
    <w:p w:rsidR="00F04D17" w:rsidRDefault="00F04D17" w:rsidP="00F04D17">
      <w:pPr>
        <w:pStyle w:val="libNormal"/>
        <w:rPr>
          <w:rtl/>
        </w:rPr>
      </w:pPr>
      <w:r>
        <w:rPr>
          <w:rtl/>
        </w:rPr>
        <w:t>141 - (محمد) بن علي بن عيسى القمي كان وجه</w:t>
      </w:r>
      <w:r w:rsidR="00CD27DE">
        <w:rPr>
          <w:rtl/>
        </w:rPr>
        <w:t>اً</w:t>
      </w:r>
      <w:r>
        <w:rPr>
          <w:rtl/>
        </w:rPr>
        <w:t xml:space="preserve"> بقم وأمير</w:t>
      </w:r>
      <w:r w:rsidR="00CD27DE">
        <w:rPr>
          <w:rtl/>
        </w:rPr>
        <w:t>اً</w:t>
      </w:r>
      <w:r>
        <w:rPr>
          <w:rtl/>
        </w:rPr>
        <w:t xml:space="preserve"> عليها من قبل السلطان وكذلك كان أبوه يعرف بالطلحي له مسائل لابي محمد العسكري عليه السلام.</w:t>
      </w:r>
    </w:p>
    <w:p w:rsidR="00F04D17" w:rsidRDefault="00F04D17" w:rsidP="00F04D17">
      <w:pPr>
        <w:pStyle w:val="libNormal"/>
        <w:rPr>
          <w:rtl/>
        </w:rPr>
      </w:pPr>
      <w:r>
        <w:rPr>
          <w:rtl/>
        </w:rPr>
        <w:t>142 - (محمد) بن حماد بن يزيد (زيد خ ل) الحارثي أبوعبدالله ثقة روى أبوه عن أبي عبدالله عليه السلام.</w:t>
      </w:r>
    </w:p>
    <w:p w:rsidR="00F04D17" w:rsidRDefault="00F04D17" w:rsidP="00F04D17">
      <w:pPr>
        <w:pStyle w:val="libNormal"/>
        <w:rPr>
          <w:rtl/>
        </w:rPr>
      </w:pPr>
      <w:r>
        <w:rPr>
          <w:rtl/>
        </w:rPr>
        <w:t>143 - (محمد) بن المثنى بن القاسم كوفي ثقة.</w:t>
      </w:r>
    </w:p>
    <w:p w:rsidR="00F04D17" w:rsidRDefault="00F04D17" w:rsidP="00F04D17">
      <w:pPr>
        <w:pStyle w:val="libNormal"/>
        <w:rPr>
          <w:rtl/>
        </w:rPr>
      </w:pPr>
      <w:r>
        <w:rPr>
          <w:rtl/>
        </w:rPr>
        <w:t>144 - (محمد) بن جعفر بن أحمد بن بطة بالباء المنقطة تحتها نقطة المفتوحة والطاء المهملة المؤدب أبوجعفر القمي كان كبير المنزلة بقم كثير الادب والعلم والفضل يتساهل في الحديث ويعلق الاسانيد بالاجازات وفي فهرست ما رواه غلط كثير.</w:t>
      </w:r>
    </w:p>
    <w:p w:rsidR="00F04D17" w:rsidRDefault="00F04D17" w:rsidP="00F04D17">
      <w:pPr>
        <w:pStyle w:val="libNormal"/>
        <w:rPr>
          <w:rtl/>
        </w:rPr>
      </w:pPr>
      <w:r>
        <w:rPr>
          <w:rtl/>
        </w:rPr>
        <w:t>قال ابن الوليد: كان محمد بن جعفر بن بطة ضعيف</w:t>
      </w:r>
      <w:r w:rsidR="00CD27DE">
        <w:rPr>
          <w:rtl/>
        </w:rPr>
        <w:t>اً</w:t>
      </w:r>
      <w:r>
        <w:rPr>
          <w:rtl/>
        </w:rPr>
        <w:t xml:space="preserve"> مخلط</w:t>
      </w:r>
      <w:r w:rsidR="00CD27DE">
        <w:rPr>
          <w:rtl/>
        </w:rPr>
        <w:t>اً</w:t>
      </w:r>
      <w:r>
        <w:rPr>
          <w:rtl/>
        </w:rPr>
        <w:t xml:space="preserve"> فيما يسنده.</w:t>
      </w:r>
    </w:p>
    <w:p w:rsidR="00F04D17" w:rsidRDefault="00F04D17" w:rsidP="00F04D17">
      <w:pPr>
        <w:pStyle w:val="libNormal"/>
        <w:rPr>
          <w:rtl/>
        </w:rPr>
      </w:pPr>
      <w:r>
        <w:rPr>
          <w:rtl/>
        </w:rPr>
        <w:t>145 - (محمد) بن جعفر بن محمد بن عون الاسدي أبوالحسين الكوفي سكن الري، يقال له: محمد بن أبي عبدالله كان ثقة صحيح الحديث، إلا انه روى عن الضعفاء وكان يقول بالجبر والتشبيه، فأنا في حديثه من المتوقفين، وكان أبوه وجه</w:t>
      </w:r>
      <w:r w:rsidR="00CD27DE">
        <w:rPr>
          <w:rtl/>
        </w:rPr>
        <w:t>اً</w:t>
      </w:r>
      <w:r>
        <w:rPr>
          <w:rtl/>
        </w:rPr>
        <w:t xml:space="preserve"> روى عنه أحمد بن محمد بن عيسى.</w:t>
      </w:r>
    </w:p>
    <w:p w:rsidR="00F04D17" w:rsidRDefault="00F04D17" w:rsidP="00F04D17">
      <w:pPr>
        <w:pStyle w:val="libNormal"/>
        <w:rPr>
          <w:rtl/>
        </w:rPr>
      </w:pPr>
      <w:r>
        <w:rPr>
          <w:rtl/>
        </w:rPr>
        <w:t>146 - (محمد) بن أحمد بن عبدالله البصري الملقب بالمفجع جليل من أهل اللغة والادب والاحاديث (الحديث خ ل) وكان صحيح المذهب حسن الاعتقاد وله شعر كثير في أهل البيت عليهم السلام ويذكر فيه أسماء الائمة عليهم السلام ويتوجع على قتلهم، حتى سمي المفجع.</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147 - (محمد) بن أحمد بن إبراهيم بن سليمان أبوالفضل الجعفي الكوفي المعروف بالصابوني سكن مصر وكان زيدي</w:t>
      </w:r>
      <w:r w:rsidR="00CD27DE">
        <w:rPr>
          <w:rtl/>
        </w:rPr>
        <w:t>اً</w:t>
      </w:r>
      <w:r>
        <w:rPr>
          <w:rtl/>
        </w:rPr>
        <w:t xml:space="preserve"> ثم عاد إلينا وكانت له منزلة بمصر.</w:t>
      </w:r>
    </w:p>
    <w:p w:rsidR="00F04D17" w:rsidRDefault="00F04D17" w:rsidP="00F04D17">
      <w:pPr>
        <w:pStyle w:val="libNormal"/>
        <w:rPr>
          <w:rtl/>
        </w:rPr>
      </w:pPr>
      <w:r>
        <w:rPr>
          <w:rtl/>
        </w:rPr>
        <w:t>148 - (محمد) بن جرير بالجيم قبل الراء ابن رستم بالتاء المفتوحة المنقطة فوقها نقطتين بعد السين المهملة الطبري الاملي أبوجعفر جليل من أصحابنا كثير العلم حسن الكلام ثقة في الحديث.</w:t>
      </w:r>
    </w:p>
    <w:p w:rsidR="00F04D17" w:rsidRDefault="00F04D17" w:rsidP="00F04D17">
      <w:pPr>
        <w:pStyle w:val="libNormal"/>
        <w:rPr>
          <w:rtl/>
        </w:rPr>
      </w:pPr>
      <w:r>
        <w:rPr>
          <w:rtl/>
        </w:rPr>
        <w:t>149 - (محمد) بن القاسم بن زكريا المحاربي أبوعبدالله الكوفي المعروف بالسوادني بالسين المهملة والنون بعد الالف ثقة عمر.</w:t>
      </w:r>
    </w:p>
    <w:p w:rsidR="00F04D17" w:rsidRDefault="00F04D17" w:rsidP="00F04D17">
      <w:pPr>
        <w:pStyle w:val="libNormal"/>
        <w:rPr>
          <w:rtl/>
        </w:rPr>
      </w:pPr>
      <w:r>
        <w:rPr>
          <w:rtl/>
        </w:rPr>
        <w:t>150 - (محمد) بن عبدالمؤمن المؤدب ثقة قمي له كتاب.</w:t>
      </w:r>
    </w:p>
    <w:p w:rsidR="00F04D17" w:rsidRDefault="00F04D17" w:rsidP="00F04D17">
      <w:pPr>
        <w:pStyle w:val="libNormal"/>
        <w:rPr>
          <w:rtl/>
        </w:rPr>
      </w:pPr>
      <w:r>
        <w:rPr>
          <w:rtl/>
        </w:rPr>
        <w:t>151 - (محمد) بن العباس بن علي بن مروان بن الماهيار بالياء بعد الهاء والراء أخير</w:t>
      </w:r>
      <w:r w:rsidR="00CD27DE">
        <w:rPr>
          <w:rtl/>
        </w:rPr>
        <w:t>اً</w:t>
      </w:r>
      <w:r>
        <w:rPr>
          <w:rtl/>
        </w:rPr>
        <w:t xml:space="preserve"> أبوعبدالله البزاز بالزاى قبل الالف وبعدها المعروف بابن الجحام بالجيم المضمومة والحاء المهملة بعدها ثقة ثقة عين في أصحابنا سديد كثير الحديث له كتاب ما نزل من القرآن في أهل البيت عليهم السلام.</w:t>
      </w:r>
    </w:p>
    <w:p w:rsidR="00F04D17" w:rsidRDefault="00F04D17" w:rsidP="00F04D17">
      <w:pPr>
        <w:pStyle w:val="libNormal"/>
        <w:rPr>
          <w:rtl/>
        </w:rPr>
      </w:pPr>
      <w:r>
        <w:rPr>
          <w:rtl/>
        </w:rPr>
        <w:t>قال جماعة من أصحابنا: انه كتاب لم يصنف مثله في معناه. وقيل: انه ألف ورقة.</w:t>
      </w:r>
    </w:p>
    <w:p w:rsidR="00F04D17" w:rsidRDefault="00F04D17" w:rsidP="00F04D17">
      <w:pPr>
        <w:pStyle w:val="libNormal"/>
        <w:rPr>
          <w:rtl/>
        </w:rPr>
      </w:pPr>
      <w:r>
        <w:rPr>
          <w:rtl/>
        </w:rPr>
        <w:t>152 - (محمد) بن محمد بن الاشعث بالثاء المنقطة فوقها ثلاث نقط بعد اليعن المهملة أبوعلي الكوفي ثقة من أصحابنا سكن مصر.</w:t>
      </w:r>
    </w:p>
    <w:p w:rsidR="00F04D17" w:rsidRDefault="00F04D17" w:rsidP="00F04D17">
      <w:pPr>
        <w:pStyle w:val="libNormal"/>
        <w:rPr>
          <w:rtl/>
        </w:rPr>
      </w:pPr>
      <w:r>
        <w:rPr>
          <w:rtl/>
        </w:rPr>
        <w:t>153 - (محمد) بن عبدالله بن مملك بالميم بعد الميم وبعدها لام وكاف الاصبهاني اصله من جرجان وسكن اصفهان ابوعبدالله جليل في أصحابنا عظيم القدر والمنزلة كان معتزلي</w:t>
      </w:r>
      <w:r w:rsidR="00CD27DE">
        <w:rPr>
          <w:rtl/>
        </w:rPr>
        <w:t>اً</w:t>
      </w:r>
      <w:r>
        <w:rPr>
          <w:rtl/>
        </w:rPr>
        <w:t>، ورجع على يد عبدالرحمان بن أحمد بن جيرويه رحمه الله تعالى.</w:t>
      </w:r>
    </w:p>
    <w:p w:rsidR="00F04D17" w:rsidRDefault="00F04D17" w:rsidP="00F04D17">
      <w:pPr>
        <w:pStyle w:val="libNormal"/>
        <w:rPr>
          <w:rtl/>
        </w:rPr>
      </w:pPr>
      <w:r>
        <w:rPr>
          <w:rtl/>
        </w:rPr>
        <w:t>154 - (محمد) بن خلف أبوبكر الرازي متكلم جليل من أصحابنا له كتاب في (الامامة).</w:t>
      </w:r>
    </w:p>
    <w:p w:rsidR="00F04D17" w:rsidRDefault="00F04D17" w:rsidP="00F04D17">
      <w:pPr>
        <w:pStyle w:val="libNormal"/>
        <w:rPr>
          <w:rtl/>
        </w:rPr>
      </w:pPr>
      <w:r>
        <w:rPr>
          <w:rtl/>
        </w:rPr>
        <w:t>155 - (محمد) بن أحمد بن محمد بن عبدالله بن إسماعيل الكاتب أبوبكر ويعرف بابن أبي الثلج، وأبوالثلج هو عبدالله بن إسماعيل ثقة عين كثير الحديث.</w:t>
      </w:r>
    </w:p>
    <w:p w:rsidR="00F04D17" w:rsidRDefault="00F04D17" w:rsidP="00F04D17">
      <w:pPr>
        <w:pStyle w:val="libNormal"/>
        <w:rPr>
          <w:rtl/>
        </w:rPr>
      </w:pPr>
      <w:r>
        <w:rPr>
          <w:rtl/>
        </w:rPr>
        <w:t>156 - (محمد) بن بشر بالراء الشين الحمدوني ابوالحسين السوسنجردي بالسين قبل الواو وبعدها والجيم والزاى والدال المهملة رحمه الله كان من عيون أصحابنا وصالحيهم متكلم جيد الكلام صحيح الاعتقاد وكان يقول بالوعيد، حج على قدميه خمسين حجة رحمه الله.</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157 - (محمد) بن أحمد بن محمد بن الحرث الخطيب بساوة أبوالحسن المعروف بالحارثي وجه من أصحابنا ثقة.</w:t>
      </w:r>
    </w:p>
    <w:p w:rsidR="00F04D17" w:rsidRDefault="00F04D17" w:rsidP="00F04D17">
      <w:pPr>
        <w:pStyle w:val="libNormal"/>
        <w:rPr>
          <w:rtl/>
        </w:rPr>
      </w:pPr>
      <w:r>
        <w:rPr>
          <w:rtl/>
        </w:rPr>
        <w:t>158 - (محمد) بن الحسن بن علي أبوالمثنى كوفي ثقة عظيم المنزلة في أصحابنا.</w:t>
      </w:r>
    </w:p>
    <w:p w:rsidR="00F04D17" w:rsidRDefault="00F04D17" w:rsidP="00F04D17">
      <w:pPr>
        <w:pStyle w:val="libNormal"/>
        <w:rPr>
          <w:rtl/>
        </w:rPr>
      </w:pPr>
      <w:r>
        <w:rPr>
          <w:rtl/>
        </w:rPr>
        <w:t>159 - (محمد) بن علي بن عبدك بالكاف بعد الدال المهملة أبوجعفر الجرجاني جليل القدر من أصحابنا ثقة متكلم.</w:t>
      </w:r>
    </w:p>
    <w:p w:rsidR="00F04D17" w:rsidRDefault="00F04D17" w:rsidP="00F04D17">
      <w:pPr>
        <w:pStyle w:val="libNormal"/>
        <w:rPr>
          <w:rtl/>
        </w:rPr>
      </w:pPr>
      <w:r>
        <w:rPr>
          <w:rtl/>
        </w:rPr>
        <w:t>160 - (محمد) بن إبراهيم بن جعفر أبوعبدالله الكاتب النعماني المعروف بابن زينب شيخ من أصحابنا عظيم القدر شريف المنزلة صحيح العقيدة كثير الحديث قدم بغداد وخرج إلى الشام ومات بها.</w:t>
      </w:r>
    </w:p>
    <w:p w:rsidR="00F04D17" w:rsidRDefault="00F04D17" w:rsidP="00F04D17">
      <w:pPr>
        <w:pStyle w:val="libNormal"/>
        <w:rPr>
          <w:rtl/>
        </w:rPr>
      </w:pPr>
      <w:r>
        <w:rPr>
          <w:rtl/>
        </w:rPr>
        <w:t>161 - (محمد) بن أحمد بن داود بن علي أبوالحسن شيخ هذه الطائفة وعالمها وشيخ القميين في وقته وفقيههم.</w:t>
      </w:r>
    </w:p>
    <w:p w:rsidR="00F04D17" w:rsidRDefault="00F04D17" w:rsidP="00F04D17">
      <w:pPr>
        <w:pStyle w:val="libNormal"/>
        <w:rPr>
          <w:rtl/>
        </w:rPr>
      </w:pPr>
      <w:r>
        <w:rPr>
          <w:rtl/>
        </w:rPr>
        <w:t>حكى أبوعبدالله الحسين بن عبيدالله: انه لم ير أحد</w:t>
      </w:r>
      <w:r w:rsidR="00CD27DE">
        <w:rPr>
          <w:rtl/>
        </w:rPr>
        <w:t>اً</w:t>
      </w:r>
      <w:r>
        <w:rPr>
          <w:rtl/>
        </w:rPr>
        <w:t xml:space="preserve"> أحفظ منه ولا أفقه ولا أعرف بالحديث، وامه اخت سلامة بن محمد الارزني بالراء المتقدمة على الزاي والنون قبل الياء ورد بغداد وأقام بها، ومات أبوه الحسن بن داود سنة ثمان وستين وثلثمائة ودفن بمقابر قريش.</w:t>
      </w:r>
    </w:p>
    <w:p w:rsidR="00F04D17" w:rsidRDefault="00F04D17" w:rsidP="00F04D17">
      <w:pPr>
        <w:pStyle w:val="libNormal"/>
        <w:rPr>
          <w:rtl/>
        </w:rPr>
      </w:pPr>
      <w:r>
        <w:rPr>
          <w:rtl/>
        </w:rPr>
        <w:t>162 - (محمد) بن علي بن الفضل بن سكين بالسين المهملة والكاف والنون بعد الياء المنقطة تحتها نقطتين ابن بنذاذ بالنون الساكنة بعد الباء المنقطة تحتها نقطة المضمومة والدال المهملة والذال المعجمة بعد الالف ابن داذ مهر بالدال المهملة قبل الالف والذال المعجمة بعده والراء اخير</w:t>
      </w:r>
      <w:r w:rsidR="00CD27DE">
        <w:rPr>
          <w:rtl/>
        </w:rPr>
        <w:t>اً</w:t>
      </w:r>
      <w:r>
        <w:rPr>
          <w:rtl/>
        </w:rPr>
        <w:t xml:space="preserve"> ابن فرخ زاذ بالفاء قبل الراء والخاء المعجمة والزاي والذال المعجمة ابن مياذر ماه بالياء المنقطة تحتها نقطتين والذال المعجمة والراء ابن شهريار بالشين المعجمة والراء بعد الهاء والياء المنقطة تحتها نقطتين قبل الالف الاصغر كان ثقة صحيح الاعتقاد جيد التصنيف، وكان لقبه بسكين، بسبب إعظامهم له.</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163 - (محمد) بن الحسين بن سفر جلة أبوالحسن الخزاز بالخاء المعجمة والزاي قبل الالف وبعدها الكوفي ثقة عين واضح الرواية عظيم من أصحابنا.</w:t>
      </w:r>
    </w:p>
    <w:p w:rsidR="00F04D17" w:rsidRDefault="00F04D17" w:rsidP="00F04D17">
      <w:pPr>
        <w:pStyle w:val="libNormal"/>
        <w:rPr>
          <w:rtl/>
        </w:rPr>
      </w:pPr>
      <w:r>
        <w:rPr>
          <w:rtl/>
        </w:rPr>
        <w:t>164 - (محمد) بن محمد بن أحمد بن إسحاق بن رباط الكوفي البجلي، سكن بغداد وعظمت منزلته بها وكان ثقة ثقة صحيح العقيدة.</w:t>
      </w:r>
    </w:p>
    <w:p w:rsidR="00F04D17" w:rsidRDefault="00F04D17" w:rsidP="00F04D17">
      <w:pPr>
        <w:pStyle w:val="libNormal"/>
        <w:rPr>
          <w:rtl/>
        </w:rPr>
      </w:pPr>
      <w:r>
        <w:rPr>
          <w:rtl/>
        </w:rPr>
        <w:t>165 - (محمد) بن بدران بن عمران أبوجعفر الرازي سكن الكوفة وجاور بقية عمره يسكن إلى روايته وهو عين.</w:t>
      </w:r>
    </w:p>
    <w:p w:rsidR="00F04D17" w:rsidRDefault="00F04D17" w:rsidP="00F04D17">
      <w:pPr>
        <w:pStyle w:val="libNormal"/>
        <w:rPr>
          <w:rtl/>
        </w:rPr>
      </w:pPr>
      <w:r>
        <w:rPr>
          <w:rtl/>
        </w:rPr>
        <w:t>166 - (محمد) بن جعفر بن محمد أبوالفتح الهذاني بالذال المعجمة الوادعي المعروف بالمراعي، كان وجه</w:t>
      </w:r>
      <w:r w:rsidR="00CD27DE">
        <w:rPr>
          <w:rtl/>
        </w:rPr>
        <w:t>اً</w:t>
      </w:r>
      <w:r>
        <w:rPr>
          <w:rtl/>
        </w:rPr>
        <w:t xml:space="preserve"> في النحو واللغة ببغداد حسن الحفظ صحيح الرواية فيما لعلمه، وكان يتعاطى الكلام، وكان أبوالحسن السمسمي أحد غلمانه.</w:t>
      </w:r>
    </w:p>
    <w:p w:rsidR="00F04D17" w:rsidRDefault="00F04D17" w:rsidP="00F04D17">
      <w:pPr>
        <w:pStyle w:val="libNormal"/>
        <w:rPr>
          <w:rtl/>
        </w:rPr>
      </w:pPr>
      <w:r>
        <w:rPr>
          <w:rtl/>
        </w:rPr>
        <w:t>167 - (محمد) بن جعفر بن محمد بن عبدالله النحوي ابوبكر المؤدب حسن العلم بالعربية والمعرفة بالحديث، له كتاب (الموازنة لمن إستبصر في إمامة الاثني عشر).</w:t>
      </w:r>
    </w:p>
    <w:p w:rsidR="00F04D17" w:rsidRDefault="00F04D17" w:rsidP="00F04D17">
      <w:pPr>
        <w:pStyle w:val="libNormal"/>
        <w:rPr>
          <w:rtl/>
        </w:rPr>
      </w:pPr>
      <w:r>
        <w:rPr>
          <w:rtl/>
        </w:rPr>
        <w:t>168 - (محمد) بن أحمد النعيمي بضم النون وفتح العين المهملة قبل الياء أبو المظفر رجل من أصحابنا اخباري سمع الحديث والاخبار وأكثر.</w:t>
      </w:r>
    </w:p>
    <w:p w:rsidR="00F04D17" w:rsidRDefault="00F04D17" w:rsidP="00F04D17">
      <w:pPr>
        <w:pStyle w:val="libNormal"/>
        <w:rPr>
          <w:rtl/>
        </w:rPr>
      </w:pPr>
      <w:r>
        <w:rPr>
          <w:rtl/>
        </w:rPr>
        <w:t>169 - (محمد) بن المظفر أبودلف الازدي كان سمع الحديث كثير</w:t>
      </w:r>
      <w:r w:rsidR="00CD27DE">
        <w:rPr>
          <w:rtl/>
        </w:rPr>
        <w:t>اً</w:t>
      </w:r>
      <w:r>
        <w:rPr>
          <w:rtl/>
        </w:rPr>
        <w:t>، ثم إضطراب عقله.</w:t>
      </w:r>
    </w:p>
    <w:p w:rsidR="00F04D17" w:rsidRDefault="00F04D17" w:rsidP="00F04D17">
      <w:pPr>
        <w:pStyle w:val="libNormal"/>
        <w:rPr>
          <w:rtl/>
        </w:rPr>
      </w:pPr>
      <w:r>
        <w:rPr>
          <w:rtl/>
        </w:rPr>
        <w:t>170 - (محمد) بن الحسن بن عبدالله أبوعبدالله الجواني ساكن آمل طبرستان، كان فقيه</w:t>
      </w:r>
      <w:r w:rsidR="00CD27DE">
        <w:rPr>
          <w:rtl/>
        </w:rPr>
        <w:t>اً</w:t>
      </w:r>
      <w:r>
        <w:rPr>
          <w:rtl/>
        </w:rPr>
        <w:t xml:space="preserve"> وسمع الحديث.</w:t>
      </w:r>
    </w:p>
    <w:p w:rsidR="00F04D17" w:rsidRDefault="00F04D17" w:rsidP="00F04D17">
      <w:pPr>
        <w:pStyle w:val="libNormal"/>
        <w:rPr>
          <w:rtl/>
        </w:rPr>
      </w:pPr>
      <w:r>
        <w:rPr>
          <w:rtl/>
        </w:rPr>
        <w:t>171 - (محمد) بن وهبان بالباء المنقطة تحتها نقطة أبوعبدالله الدبيلي بالدال المهملة والباء المنقطة تحتها نقطة بعده والياء المنقطة تحتها نقطتين ساكن البصرة ثقة من أصحابنا واضح الرواية قليل التخليط.</w:t>
      </w:r>
    </w:p>
    <w:p w:rsidR="00F04D17" w:rsidRDefault="00F04D17" w:rsidP="00F04D17">
      <w:pPr>
        <w:pStyle w:val="libNormal"/>
        <w:rPr>
          <w:rtl/>
        </w:rPr>
      </w:pPr>
      <w:r>
        <w:rPr>
          <w:rtl/>
        </w:rPr>
        <w:t>172 - (محمد) بن محمد بن نصر بن منصور أبوعمرو السكوني المعروف بابن خرقة رجل من أصحابنا من أهل البصرة شيخ الطائفة في وقته فقيه ثقة.</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173 - (محمد) بن أبي عمران موسى بن علي بن عبدويه أبوالفرج القزويني الكاتب ثقة صحيح الرواية واضح الطريقة.</w:t>
      </w:r>
    </w:p>
    <w:p w:rsidR="00F04D17" w:rsidRDefault="00F04D17" w:rsidP="00F04D17">
      <w:pPr>
        <w:pStyle w:val="libNormal"/>
        <w:rPr>
          <w:rtl/>
        </w:rPr>
      </w:pPr>
      <w:r>
        <w:rPr>
          <w:rtl/>
        </w:rPr>
        <w:t>174 - (محمد) بن أحمد بن محمد أبوجعفر الجريري بالجيم والراء قبل الياء وبعدها المعروف بابن البصري بالباء رجل من أصحابنا.</w:t>
      </w:r>
    </w:p>
    <w:p w:rsidR="00F04D17" w:rsidRDefault="00F04D17" w:rsidP="00F04D17">
      <w:pPr>
        <w:pStyle w:val="libNormal"/>
        <w:rPr>
          <w:rtl/>
        </w:rPr>
      </w:pPr>
      <w:r>
        <w:rPr>
          <w:rtl/>
        </w:rPr>
        <w:t>175 - (محمد) بن عبيدالله بن أحمد بن محمد وهو ابن أبي غالب شيخنا.</w:t>
      </w:r>
    </w:p>
    <w:p w:rsidR="00F04D17" w:rsidRDefault="00F04D17" w:rsidP="00F04D17">
      <w:pPr>
        <w:pStyle w:val="libNormal"/>
        <w:rPr>
          <w:rtl/>
        </w:rPr>
      </w:pPr>
      <w:r>
        <w:rPr>
          <w:rtl/>
        </w:rPr>
        <w:t>176 - (محمد) بن الحسين الرضي الموسوي نقيب العلويين ببغداد أخو المرتضى كان شاعر</w:t>
      </w:r>
      <w:r w:rsidR="00CD27DE">
        <w:rPr>
          <w:rtl/>
        </w:rPr>
        <w:t>اً</w:t>
      </w:r>
      <w:r>
        <w:rPr>
          <w:rtl/>
        </w:rPr>
        <w:t xml:space="preserve"> مبرزا فاضلا عالما ورعا عظيم الشأن رفيع المنزلة، له حكاية في شرف النفس ذكرناها في الكتاب الكبير، كان ميلاده سنة تسع وخمسين وثلثمائة وتوفي في السادس من المحرم سنة ست وأربعمائة.</w:t>
      </w:r>
    </w:p>
    <w:p w:rsidR="00F04D17" w:rsidRDefault="00F04D17" w:rsidP="00F04D17">
      <w:pPr>
        <w:pStyle w:val="libNormal"/>
        <w:rPr>
          <w:rtl/>
        </w:rPr>
      </w:pPr>
      <w:r>
        <w:rPr>
          <w:rtl/>
        </w:rPr>
        <w:t>177 - (محمد) بن علي بن يعقوب بن إسحاق بن أبي قرة بالقاف المضمومة والراء القناني بالقاف المضمومة والنون قبل الالف الكاتب كان ثقة وسمع كثير</w:t>
      </w:r>
      <w:r w:rsidR="00CD27DE">
        <w:rPr>
          <w:rtl/>
        </w:rPr>
        <w:t>اً</w:t>
      </w:r>
      <w:r>
        <w:rPr>
          <w:rtl/>
        </w:rPr>
        <w:t xml:space="preserve"> وكتب كثير</w:t>
      </w:r>
      <w:r w:rsidR="00CD27DE">
        <w:rPr>
          <w:rtl/>
        </w:rPr>
        <w:t>اً</w:t>
      </w:r>
      <w:r>
        <w:rPr>
          <w:rtl/>
        </w:rPr>
        <w:t>.</w:t>
      </w:r>
    </w:p>
    <w:p w:rsidR="00F04D17" w:rsidRDefault="00F04D17" w:rsidP="00F04D17">
      <w:pPr>
        <w:pStyle w:val="libNormal"/>
        <w:rPr>
          <w:rtl/>
        </w:rPr>
      </w:pPr>
      <w:r>
        <w:rPr>
          <w:rtl/>
        </w:rPr>
        <w:t>178 - (محمد) بن عبدالملك بن محمد التبان بالتاء المنقطة فوقها نقطتين والباء المنقطة تحتها نقطة والنون بعد الالف يكنى أبا عبدالله كان معتزليا، ثم أظهر الانتقال، ولم يكن ساكن</w:t>
      </w:r>
      <w:r w:rsidR="00CD27DE">
        <w:rPr>
          <w:rtl/>
        </w:rPr>
        <w:t>اً</w:t>
      </w:r>
      <w:r>
        <w:rPr>
          <w:rtl/>
        </w:rPr>
        <w:t xml:space="preserve"> ومات لثلاث بقين من ذي القعدة سنة عشرة واربعمائة.</w:t>
      </w:r>
    </w:p>
    <w:p w:rsidR="00F04D17" w:rsidRDefault="00F04D17" w:rsidP="00F04D17">
      <w:pPr>
        <w:pStyle w:val="libNormal"/>
        <w:rPr>
          <w:rtl/>
        </w:rPr>
      </w:pPr>
      <w:r>
        <w:rPr>
          <w:rtl/>
        </w:rPr>
        <w:t>179 - (محمد) بن الحسن بن حمزة الجعفري أبويعلي خليفة الشيخ المفيد رحمه الله والجالس مجلسه، متكلم فقيه قيم بالامرين جميع</w:t>
      </w:r>
      <w:r w:rsidR="00CD27DE">
        <w:rPr>
          <w:rtl/>
        </w:rPr>
        <w:t>اً</w:t>
      </w:r>
      <w:r>
        <w:rPr>
          <w:rtl/>
        </w:rPr>
        <w:t xml:space="preserve"> مات رحمه الله يوم السبت سادس عشر شهر رمضان سنة ثلاث وستين واربعمائة ودفن في داره.</w:t>
      </w:r>
    </w:p>
    <w:p w:rsidR="00F04D17" w:rsidRDefault="00F04D17" w:rsidP="00F04D17">
      <w:pPr>
        <w:pStyle w:val="libNormal"/>
        <w:rPr>
          <w:rtl/>
        </w:rPr>
      </w:pPr>
      <w:r>
        <w:rPr>
          <w:rtl/>
        </w:rPr>
        <w:t>180 - (محمد) بن الهيثم العجلي ثقة.</w:t>
      </w:r>
    </w:p>
    <w:p w:rsidR="00F04D17" w:rsidRDefault="00F04D17" w:rsidP="00F04D17">
      <w:pPr>
        <w:pStyle w:val="libNormal"/>
        <w:rPr>
          <w:rtl/>
        </w:rPr>
      </w:pPr>
      <w:r>
        <w:rPr>
          <w:rtl/>
        </w:rPr>
        <w:t>181 - (محمد) بن قولويه من خيار أصحاب سعد.</w:t>
      </w:r>
    </w:p>
    <w:p w:rsidR="00F04D17" w:rsidRDefault="00F04D17" w:rsidP="00F04D17">
      <w:pPr>
        <w:pStyle w:val="libNormal"/>
        <w:rPr>
          <w:rtl/>
        </w:rPr>
      </w:pPr>
      <w:r>
        <w:rPr>
          <w:rtl/>
        </w:rPr>
        <w:t>182 - (محمد) بن عطية ثقة.</w:t>
      </w:r>
    </w:p>
    <w:p w:rsidR="00F04D17" w:rsidRDefault="00F04D17" w:rsidP="00F04D17">
      <w:pPr>
        <w:pStyle w:val="libNormal"/>
        <w:rPr>
          <w:rtl/>
        </w:rPr>
      </w:pPr>
      <w:r>
        <w:rPr>
          <w:rtl/>
        </w:rPr>
        <w:t>183 - (محمد) بن سوقة ثقة.</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184 - (محمد) بن عبدالله ابن عم الحسين بن أبي العلاء.</w:t>
      </w:r>
    </w:p>
    <w:p w:rsidR="00F04D17" w:rsidRDefault="00F04D17" w:rsidP="00F04D17">
      <w:pPr>
        <w:pStyle w:val="libNormal"/>
        <w:rPr>
          <w:rtl/>
        </w:rPr>
      </w:pPr>
      <w:r>
        <w:rPr>
          <w:rtl/>
        </w:rPr>
        <w:t>روى إبن عقدة: عن الحسن بن علي بن بزيع عن عبدالله بن محمد المزخرف أبو محمد قال: حدثني محمد بن عبدالله ابن عم الحسين بن العلا وكان خير</w:t>
      </w:r>
      <w:r w:rsidR="00CD27DE">
        <w:rPr>
          <w:rtl/>
        </w:rPr>
        <w:t>اً</w:t>
      </w:r>
      <w:r>
        <w:rPr>
          <w:rtl/>
        </w:rPr>
        <w:t>.</w:t>
      </w:r>
    </w:p>
    <w:p w:rsidR="00F04D17" w:rsidRDefault="00F04D17" w:rsidP="00F04D17">
      <w:pPr>
        <w:pStyle w:val="libNormal"/>
        <w:rPr>
          <w:rtl/>
        </w:rPr>
      </w:pPr>
      <w:r>
        <w:rPr>
          <w:rtl/>
        </w:rPr>
        <w:t>185 - (محمد) بن عبدالرحمان بن أبي ليلى الانصاري القاضي الكوفي.</w:t>
      </w:r>
    </w:p>
    <w:p w:rsidR="00F04D17" w:rsidRDefault="00F04D17" w:rsidP="00F04D17">
      <w:pPr>
        <w:pStyle w:val="libNormal"/>
        <w:rPr>
          <w:rtl/>
        </w:rPr>
      </w:pPr>
      <w:r>
        <w:rPr>
          <w:rtl/>
        </w:rPr>
        <w:t>روى ابن عقدة: عن عبدالله بن إبراهيم بن قتيبة عن ابن نمير وسئل عن ابن أبي ليلى؟ فقال: كان صدوق</w:t>
      </w:r>
      <w:r w:rsidR="00CD27DE">
        <w:rPr>
          <w:rtl/>
        </w:rPr>
        <w:t>اً</w:t>
      </w:r>
      <w:r>
        <w:rPr>
          <w:rtl/>
        </w:rPr>
        <w:t xml:space="preserve"> مأمون</w:t>
      </w:r>
      <w:r w:rsidR="00CD27DE">
        <w:rPr>
          <w:rtl/>
        </w:rPr>
        <w:t>اً</w:t>
      </w:r>
      <w:r>
        <w:rPr>
          <w:rtl/>
        </w:rPr>
        <w:t xml:space="preserve"> ولكنه سيئ الحفظ جد</w:t>
      </w:r>
      <w:r w:rsidR="00CD27DE">
        <w:rPr>
          <w:rtl/>
        </w:rPr>
        <w:t>اً</w:t>
      </w:r>
      <w:r>
        <w:rPr>
          <w:rtl/>
        </w:rPr>
        <w:t>. وهذه الرواية والتي قبلها عندي من المرجحات، لا انها توجب تعديلا.</w:t>
      </w:r>
    </w:p>
    <w:p w:rsidR="00F04D17" w:rsidRDefault="00F04D17" w:rsidP="00F04D17">
      <w:pPr>
        <w:pStyle w:val="libNormal"/>
        <w:rPr>
          <w:rtl/>
        </w:rPr>
      </w:pPr>
      <w:r>
        <w:rPr>
          <w:rtl/>
        </w:rPr>
        <w:t>186 - (محمد) بن عبدالرحمان السهمي البصري.</w:t>
      </w:r>
    </w:p>
    <w:p w:rsidR="00F04D17" w:rsidRDefault="00F04D17" w:rsidP="00F04D17">
      <w:pPr>
        <w:pStyle w:val="libNormal"/>
        <w:rPr>
          <w:rtl/>
        </w:rPr>
      </w:pPr>
      <w:r>
        <w:rPr>
          <w:rtl/>
        </w:rPr>
        <w:t>قال إبن عقدة عن محمد بن أحمد بن عبدالله بن زياد الزيات قال: حدثنا محمد ابن عبدالرحمان بن محمد بن عبدالله العرزمي قال: حدثني محمد بن عبدالرحمان السهمي البصري: وكان من الثقات.</w:t>
      </w:r>
    </w:p>
    <w:p w:rsidR="00F04D17" w:rsidRDefault="00F04D17" w:rsidP="00F04D17">
      <w:pPr>
        <w:pStyle w:val="libNormal"/>
        <w:rPr>
          <w:rtl/>
        </w:rPr>
      </w:pPr>
      <w:r>
        <w:rPr>
          <w:rtl/>
        </w:rPr>
        <w:t>وهذه الرواية من المرجحات أيض</w:t>
      </w:r>
      <w:r w:rsidR="00CD27DE">
        <w:rPr>
          <w:rtl/>
        </w:rPr>
        <w:t>اً</w:t>
      </w:r>
      <w:r>
        <w:rPr>
          <w:rtl/>
        </w:rPr>
        <w:t>.</w:t>
      </w:r>
    </w:p>
    <w:p w:rsidR="00F04D17" w:rsidRDefault="00F04D17" w:rsidP="00F04D17">
      <w:pPr>
        <w:pStyle w:val="libNormal"/>
        <w:rPr>
          <w:rtl/>
        </w:rPr>
      </w:pPr>
      <w:r>
        <w:rPr>
          <w:rtl/>
        </w:rPr>
        <w:t>187 - (محمد) بن عبدالعزيز الزهري، قال إبن عقدة عن عبدالرحمان بن يوسف عن محمد بن إسماعيل البخاري قال: محمد بن عبدالعزيز الزهري منكر الحديث.</w:t>
      </w:r>
    </w:p>
    <w:p w:rsidR="00F04D17" w:rsidRDefault="00F04D17" w:rsidP="00F04D17">
      <w:pPr>
        <w:pStyle w:val="libNormal"/>
        <w:rPr>
          <w:rtl/>
        </w:rPr>
      </w:pPr>
      <w:r>
        <w:rPr>
          <w:rtl/>
        </w:rPr>
        <w:t>188 - (محمد) بن عثمان أخو حماد.</w:t>
      </w:r>
    </w:p>
    <w:p w:rsidR="00F04D17" w:rsidRDefault="00F04D17" w:rsidP="00F04D17">
      <w:pPr>
        <w:pStyle w:val="libNormal"/>
        <w:rPr>
          <w:rtl/>
        </w:rPr>
      </w:pPr>
      <w:r>
        <w:rPr>
          <w:rtl/>
        </w:rPr>
        <w:t>قال إبن عقدة: عن علي بن الحسن: انه ثقة.</w:t>
      </w:r>
    </w:p>
    <w:p w:rsidR="00F04D17" w:rsidRDefault="00F04D17" w:rsidP="00F04D17">
      <w:pPr>
        <w:pStyle w:val="libNormal"/>
        <w:rPr>
          <w:rtl/>
        </w:rPr>
      </w:pPr>
      <w:r>
        <w:rPr>
          <w:rtl/>
        </w:rPr>
        <w:t>189 - (محمد) بن أحمد بن مطهر بغدادي يونسي.</w:t>
      </w:r>
    </w:p>
    <w:p w:rsidR="00F04D17" w:rsidRDefault="00F04D17" w:rsidP="00F04D17">
      <w:pPr>
        <w:pStyle w:val="Heading3Center"/>
        <w:rPr>
          <w:rtl/>
        </w:rPr>
      </w:pPr>
      <w:bookmarkStart w:id="252" w:name="128"/>
      <w:bookmarkStart w:id="253" w:name="_Toc418412048"/>
      <w:r>
        <w:rPr>
          <w:rtl/>
        </w:rPr>
        <w:t>الباب الثانى موسى سبعة رجال</w:t>
      </w:r>
      <w:bookmarkEnd w:id="252"/>
      <w:bookmarkEnd w:id="253"/>
    </w:p>
    <w:p w:rsidR="00F04D17" w:rsidRDefault="00F04D17" w:rsidP="00F04D17">
      <w:pPr>
        <w:pStyle w:val="libNormal"/>
        <w:rPr>
          <w:rtl/>
        </w:rPr>
      </w:pPr>
      <w:r>
        <w:rPr>
          <w:rtl/>
        </w:rPr>
        <w:t>1 - (موسى) بن القاسم بن معاوية بن وهب البجلي أبوعبدالله يلقب بالمجلي من أصحاب الرضا عليه السلام كوفي ثقة ثقة جليل واضح الحديث حسن الطريقة.</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2 - (موسى) بن عمر بضم العين ابن بزيع بالباء المنقطة تحتها نقطة والزاى والياء المنقطة تحتها نقطتين والعين المهملة مولى المنصور من أصحاب أبي جعفر الثاني عليه السلام ثقة كوفي.</w:t>
      </w:r>
    </w:p>
    <w:p w:rsidR="00F04D17" w:rsidRDefault="00F04D17" w:rsidP="00F04D17">
      <w:pPr>
        <w:pStyle w:val="libNormal"/>
        <w:rPr>
          <w:rtl/>
        </w:rPr>
      </w:pPr>
      <w:r>
        <w:rPr>
          <w:rtl/>
        </w:rPr>
        <w:t>3 - (موسى) بن طلحة القمي قريب الامر، ذكر ذلك أبوالعباس.</w:t>
      </w:r>
    </w:p>
    <w:p w:rsidR="00F04D17" w:rsidRDefault="00F04D17" w:rsidP="00F04D17">
      <w:pPr>
        <w:pStyle w:val="libNormal"/>
        <w:rPr>
          <w:rtl/>
        </w:rPr>
      </w:pPr>
      <w:r>
        <w:rPr>
          <w:rtl/>
        </w:rPr>
        <w:t>4 - (موسى) بن الحسن بن عامر بن عمران بن عبدالله بن سعد الاشعري القمي أبوالحسن ثقة عين جليل.</w:t>
      </w:r>
    </w:p>
    <w:p w:rsidR="00F04D17" w:rsidRDefault="00F04D17" w:rsidP="00F04D17">
      <w:pPr>
        <w:pStyle w:val="libNormal"/>
        <w:rPr>
          <w:rtl/>
        </w:rPr>
      </w:pPr>
      <w:r>
        <w:rPr>
          <w:rtl/>
        </w:rPr>
        <w:t>5 - (موسى) بن محمد الشعري القمي المؤدب ساكن شيراز ابن بنت سعد بن عبدالله ثقة من أصحابنا.</w:t>
      </w:r>
    </w:p>
    <w:p w:rsidR="00F04D17" w:rsidRDefault="00F04D17" w:rsidP="00F04D17">
      <w:pPr>
        <w:pStyle w:val="libNormal"/>
        <w:rPr>
          <w:rtl/>
        </w:rPr>
      </w:pPr>
      <w:r>
        <w:rPr>
          <w:rtl/>
        </w:rPr>
        <w:t>6 - (موسى) بن الحسن بن محمد بن العباس بن إسماعيل بن أبي سهل بن نوبخت أبوالحسن المعروف بابن كيرياء بالياء المنقطة تحتها نقطتين بعد الكاف وبعد الراء كان حسن المعرفة بالنجوم وله فيها كلام كثير وكان مفوه</w:t>
      </w:r>
      <w:r w:rsidR="00CD27DE">
        <w:rPr>
          <w:rtl/>
        </w:rPr>
        <w:t>اً</w:t>
      </w:r>
      <w:r>
        <w:rPr>
          <w:rtl/>
        </w:rPr>
        <w:t xml:space="preserve"> عالماء وكان مع هذا يتدين حسن الاعقتاد.</w:t>
      </w:r>
    </w:p>
    <w:p w:rsidR="00F04D17" w:rsidRDefault="00F04D17" w:rsidP="00F04D17">
      <w:pPr>
        <w:pStyle w:val="libNormal"/>
        <w:rPr>
          <w:rtl/>
        </w:rPr>
      </w:pPr>
      <w:r>
        <w:rPr>
          <w:rtl/>
        </w:rPr>
        <w:t>7 - (موسى) بن اكيل بالياء المنقطة تحتها نقطتين بعد الكاف قبل اللام النميري كوفي ثقة روى عن أبي عبدالله عليه السلام.</w:t>
      </w:r>
    </w:p>
    <w:p w:rsidR="00F04D17" w:rsidRDefault="00F04D17" w:rsidP="00F04D17">
      <w:pPr>
        <w:pStyle w:val="Heading3Center"/>
        <w:rPr>
          <w:rtl/>
        </w:rPr>
      </w:pPr>
      <w:bookmarkStart w:id="254" w:name="129"/>
      <w:bookmarkStart w:id="255" w:name="_Toc418412049"/>
      <w:r>
        <w:rPr>
          <w:rtl/>
        </w:rPr>
        <w:t>الباب الثالث معاوية ثلاثة رجال</w:t>
      </w:r>
      <w:bookmarkEnd w:id="254"/>
      <w:bookmarkEnd w:id="255"/>
    </w:p>
    <w:p w:rsidR="00F04D17" w:rsidRDefault="00F04D17" w:rsidP="00F04D17">
      <w:pPr>
        <w:pStyle w:val="libNormal"/>
        <w:rPr>
          <w:rtl/>
        </w:rPr>
      </w:pPr>
      <w:r>
        <w:rPr>
          <w:rtl/>
        </w:rPr>
        <w:t>1 - (معاوية) بن عمار بن أبي معاوية خباب بن عبدالله الدهنى بضم الدال المهملة وإسكان الهاء وفتحها والنون قبل الياء مولاهم كوفي ودهن من بجيلة وهو دهن بن معاوية بن أسلم بن خمس بن الغوث بن انمار كان وجه</w:t>
      </w:r>
      <w:r w:rsidR="00CD27DE">
        <w:rPr>
          <w:rtl/>
        </w:rPr>
        <w:t>اً</w:t>
      </w:r>
      <w:r>
        <w:rPr>
          <w:rtl/>
        </w:rPr>
        <w:t xml:space="preserve"> في أصحابنا ومتقدم</w:t>
      </w:r>
      <w:r w:rsidR="00CD27DE">
        <w:rPr>
          <w:rtl/>
        </w:rPr>
        <w:t>اً</w:t>
      </w:r>
      <w:r>
        <w:rPr>
          <w:rtl/>
        </w:rPr>
        <w:t xml:space="preserve"> كبير الشأن عظيم المحل ثقة، وكان أبوه عمار ثقة في العامة وجه</w:t>
      </w:r>
      <w:r w:rsidR="00CD27DE">
        <w:rPr>
          <w:rtl/>
        </w:rPr>
        <w:t>اً</w:t>
      </w:r>
      <w:r>
        <w:rPr>
          <w:rtl/>
        </w:rPr>
        <w:t xml:space="preserve"> يكنى أبا معاوية، وروى معاوية عن أبي عبدالله عليه السلام وأبي الحسن موسى عليه السلام ومات سنة خمس وسبعين ومائة.</w:t>
      </w:r>
    </w:p>
    <w:p w:rsidR="00F04D17" w:rsidRDefault="00F04D17" w:rsidP="00F04D17">
      <w:pPr>
        <w:pStyle w:val="libNormal"/>
        <w:rPr>
          <w:rtl/>
        </w:rPr>
      </w:pPr>
      <w:r>
        <w:rPr>
          <w:rtl/>
        </w:rPr>
        <w:t>قال الكشي: انه كان يبيع السابري وعاش مائه وخمس</w:t>
      </w:r>
      <w:r w:rsidR="00CD27DE">
        <w:rPr>
          <w:rtl/>
        </w:rPr>
        <w:t>اً</w:t>
      </w:r>
      <w:r>
        <w:rPr>
          <w:rtl/>
        </w:rPr>
        <w:t xml:space="preserve"> وسبعين سنة. وقال علي بن أحمد العقيقي: لم يكن معاوية بن عمار عند أصحابنا بمستقيم، كان ضعيف العقل مأمون</w:t>
      </w:r>
      <w:r w:rsidR="00CD27DE">
        <w:rPr>
          <w:rtl/>
        </w:rPr>
        <w:t>اً</w:t>
      </w:r>
      <w:r>
        <w:rPr>
          <w:rtl/>
        </w:rPr>
        <w:t xml:space="preserve"> في حديثه.</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2 - (معاوية) بن وهب البجلي أبوالحسن عربي صميم ثقة صحيح حسن الطريقة روى عن أبي عبدالله وأبي الحسن عليهما السلام.</w:t>
      </w:r>
    </w:p>
    <w:p w:rsidR="00F04D17" w:rsidRDefault="00F04D17" w:rsidP="00F04D17">
      <w:pPr>
        <w:pStyle w:val="libNormal"/>
        <w:rPr>
          <w:rtl/>
        </w:rPr>
      </w:pPr>
      <w:r>
        <w:rPr>
          <w:rtl/>
        </w:rPr>
        <w:t>3 - (معاوية) بن حكيم بن معاوية بن عمار الدهني ثقة جليل في أصحاب الرضا عليه السلام، قاله النجاشي.</w:t>
      </w:r>
    </w:p>
    <w:p w:rsidR="00F04D17" w:rsidRDefault="00F04D17" w:rsidP="00F04D17">
      <w:pPr>
        <w:pStyle w:val="libNormal"/>
        <w:rPr>
          <w:rtl/>
        </w:rPr>
      </w:pPr>
      <w:r>
        <w:rPr>
          <w:rtl/>
        </w:rPr>
        <w:t>وقال الكشي: انه فطحي وهو عدل عالم.</w:t>
      </w:r>
    </w:p>
    <w:p w:rsidR="00F04D17" w:rsidRDefault="00F04D17" w:rsidP="00F04D17">
      <w:pPr>
        <w:pStyle w:val="Heading3Center"/>
        <w:rPr>
          <w:rtl/>
        </w:rPr>
      </w:pPr>
      <w:bookmarkStart w:id="256" w:name="130"/>
      <w:bookmarkStart w:id="257" w:name="_Toc418412050"/>
      <w:r>
        <w:rPr>
          <w:rtl/>
        </w:rPr>
        <w:t>الباب الرابع مفضل رجلان</w:t>
      </w:r>
      <w:bookmarkEnd w:id="256"/>
      <w:bookmarkEnd w:id="257"/>
    </w:p>
    <w:p w:rsidR="00F04D17" w:rsidRDefault="00F04D17" w:rsidP="00F04D17">
      <w:pPr>
        <w:pStyle w:val="libNormal"/>
        <w:rPr>
          <w:rtl/>
        </w:rPr>
      </w:pPr>
      <w:r>
        <w:rPr>
          <w:rtl/>
        </w:rPr>
        <w:t>1 - (مفضل) بن قيس بن رمانة بضم الراء وتشديد الميم والنون بعد الالف.</w:t>
      </w:r>
    </w:p>
    <w:p w:rsidR="00F04D17" w:rsidRDefault="00F04D17" w:rsidP="00F04D17">
      <w:pPr>
        <w:pStyle w:val="libNormal"/>
        <w:rPr>
          <w:rtl/>
        </w:rPr>
      </w:pPr>
      <w:r>
        <w:rPr>
          <w:rtl/>
        </w:rPr>
        <w:t>قال الكشي: قال حمدويه: عن محمد بن عيسى عن ابن عمير عن مفضل بن قيس قال: وكان خير</w:t>
      </w:r>
      <w:r w:rsidR="00CD27DE">
        <w:rPr>
          <w:rtl/>
        </w:rPr>
        <w:t>اً</w:t>
      </w:r>
      <w:r>
        <w:rPr>
          <w:rtl/>
        </w:rPr>
        <w:t>.</w:t>
      </w:r>
    </w:p>
    <w:p w:rsidR="00F04D17" w:rsidRDefault="00F04D17" w:rsidP="00F04D17">
      <w:pPr>
        <w:pStyle w:val="libNormal"/>
        <w:rPr>
          <w:rtl/>
        </w:rPr>
      </w:pPr>
      <w:r>
        <w:rPr>
          <w:rtl/>
        </w:rPr>
        <w:t>2 - (مفضل) بن مزيد بالميم قبل الزاى أخو شعيب الكاتب.</w:t>
      </w:r>
    </w:p>
    <w:p w:rsidR="00F04D17" w:rsidRDefault="00F04D17" w:rsidP="00F04D17">
      <w:pPr>
        <w:pStyle w:val="libNormal"/>
        <w:rPr>
          <w:rtl/>
        </w:rPr>
      </w:pPr>
      <w:r>
        <w:rPr>
          <w:rtl/>
        </w:rPr>
        <w:t xml:space="preserve">روى الكشي </w:t>
      </w:r>
      <w:r w:rsidR="00CD27DE">
        <w:rPr>
          <w:rtl/>
        </w:rPr>
        <w:t>حديثاً</w:t>
      </w:r>
      <w:r>
        <w:rPr>
          <w:rtl/>
        </w:rPr>
        <w:t xml:space="preserve"> يعطي انه كان شيعي</w:t>
      </w:r>
      <w:r w:rsidR="00CD27DE">
        <w:rPr>
          <w:rtl/>
        </w:rPr>
        <w:t>اً</w:t>
      </w:r>
      <w:r>
        <w:rPr>
          <w:rtl/>
        </w:rPr>
        <w:t>.</w:t>
      </w:r>
    </w:p>
    <w:p w:rsidR="00F04D17" w:rsidRDefault="00F04D17" w:rsidP="00F04D17">
      <w:pPr>
        <w:pStyle w:val="Heading3Center"/>
        <w:rPr>
          <w:rtl/>
        </w:rPr>
      </w:pPr>
      <w:bookmarkStart w:id="258" w:name="131"/>
      <w:bookmarkStart w:id="259" w:name="_Toc418412051"/>
      <w:r>
        <w:rPr>
          <w:rtl/>
        </w:rPr>
        <w:t>الباب الخامس منصور رجلان</w:t>
      </w:r>
      <w:bookmarkEnd w:id="258"/>
      <w:bookmarkEnd w:id="259"/>
    </w:p>
    <w:p w:rsidR="00F04D17" w:rsidRDefault="00F04D17" w:rsidP="00F04D17">
      <w:pPr>
        <w:pStyle w:val="libNormal"/>
        <w:rPr>
          <w:rtl/>
        </w:rPr>
      </w:pPr>
      <w:r>
        <w:rPr>
          <w:rtl/>
        </w:rPr>
        <w:t>1 - (منصور) بن محمد بن عبدالله الخزاعي روى عن أبي عبدالله عليه السلام وهوالذي يقال لاخيه: سلمه بن محمد أخي منصور، ثقتان رويا عن أبي عبدالله عليه السلام.</w:t>
      </w:r>
    </w:p>
    <w:p w:rsidR="00F04D17" w:rsidRDefault="00F04D17" w:rsidP="00F04D17">
      <w:pPr>
        <w:pStyle w:val="libNormal"/>
        <w:rPr>
          <w:rtl/>
        </w:rPr>
      </w:pPr>
      <w:r>
        <w:rPr>
          <w:rtl/>
        </w:rPr>
        <w:t>2 - (منصور) بن حازم بالحاء المهملة والزاى بعد الالف أبوأيوب البجلي كوفي ثقة عين صدوق من أجلة أصحابنا وفقهائهم روى عن الصادق عليه السلام والكاظم عليه السلام.</w:t>
      </w:r>
    </w:p>
    <w:p w:rsidR="00F04D17" w:rsidRDefault="00F04D17" w:rsidP="00F04D17">
      <w:pPr>
        <w:pStyle w:val="libNormal"/>
        <w:rPr>
          <w:rtl/>
        </w:rPr>
      </w:pPr>
      <w:r>
        <w:rPr>
          <w:rtl/>
        </w:rPr>
        <w:br w:type="page"/>
      </w:r>
    </w:p>
    <w:p w:rsidR="00F04D17" w:rsidRDefault="00F04D17" w:rsidP="00F04D17">
      <w:pPr>
        <w:pStyle w:val="Heading3Center"/>
        <w:rPr>
          <w:rtl/>
        </w:rPr>
      </w:pPr>
      <w:bookmarkStart w:id="260" w:name="132"/>
      <w:bookmarkStart w:id="261" w:name="_Toc418412052"/>
      <w:r>
        <w:rPr>
          <w:rtl/>
        </w:rPr>
        <w:lastRenderedPageBreak/>
        <w:t>الباب السادس معلى رجلان</w:t>
      </w:r>
      <w:bookmarkEnd w:id="260"/>
      <w:bookmarkEnd w:id="261"/>
    </w:p>
    <w:p w:rsidR="00F04D17" w:rsidRDefault="00F04D17" w:rsidP="00F04D17">
      <w:pPr>
        <w:pStyle w:val="libNormal"/>
        <w:rPr>
          <w:rtl/>
        </w:rPr>
      </w:pPr>
      <w:r>
        <w:rPr>
          <w:rtl/>
        </w:rPr>
        <w:t>1 - (معلى) بن عثمان أبوعثمان.</w:t>
      </w:r>
    </w:p>
    <w:p w:rsidR="00F04D17" w:rsidRDefault="00F04D17" w:rsidP="00F04D17">
      <w:pPr>
        <w:pStyle w:val="libNormal"/>
        <w:rPr>
          <w:rtl/>
        </w:rPr>
      </w:pPr>
      <w:r>
        <w:rPr>
          <w:rtl/>
        </w:rPr>
        <w:t>وقيل: ابن زيد الاحول كوفي ثقة روى عن أبي عبدالله عليه السلام.</w:t>
      </w:r>
    </w:p>
    <w:p w:rsidR="00F04D17" w:rsidRDefault="00F04D17" w:rsidP="00F04D17">
      <w:pPr>
        <w:pStyle w:val="libNormal"/>
        <w:rPr>
          <w:rtl/>
        </w:rPr>
      </w:pPr>
      <w:r>
        <w:rPr>
          <w:rtl/>
        </w:rPr>
        <w:t>2 - (معلى) بن موسى الكندي كوفي ثقة عين وهو جد الحسن بن محمد بن سماعة وأخوه إبراهيم روى عن أبي عبدالله عليه السلام.</w:t>
      </w:r>
    </w:p>
    <w:p w:rsidR="00F04D17" w:rsidRDefault="00F04D17" w:rsidP="00F04D17">
      <w:pPr>
        <w:pStyle w:val="Heading3Center"/>
        <w:rPr>
          <w:rtl/>
        </w:rPr>
      </w:pPr>
      <w:bookmarkStart w:id="262" w:name="133"/>
      <w:bookmarkStart w:id="263" w:name="_Toc418412053"/>
      <w:r>
        <w:rPr>
          <w:rtl/>
        </w:rPr>
        <w:t>الباب السابع مثنى رجلان</w:t>
      </w:r>
      <w:bookmarkEnd w:id="262"/>
      <w:bookmarkEnd w:id="263"/>
    </w:p>
    <w:p w:rsidR="00F04D17" w:rsidRDefault="00F04D17" w:rsidP="00F04D17">
      <w:pPr>
        <w:pStyle w:val="libNormal"/>
        <w:rPr>
          <w:rtl/>
        </w:rPr>
      </w:pPr>
      <w:r>
        <w:rPr>
          <w:rtl/>
        </w:rPr>
        <w:t>1 - (مثنى) بن عبدالسلام.</w:t>
      </w:r>
    </w:p>
    <w:p w:rsidR="00F04D17" w:rsidRDefault="00F04D17" w:rsidP="00F04D17">
      <w:pPr>
        <w:pStyle w:val="libNormal"/>
        <w:rPr>
          <w:rtl/>
        </w:rPr>
      </w:pPr>
      <w:r>
        <w:rPr>
          <w:rtl/>
        </w:rPr>
        <w:t>قال الكشي: قال أبوالنضر محمد بن مسعود: قال علي بن الحسن: انه كوفي حناط لا بأس به.</w:t>
      </w:r>
    </w:p>
    <w:p w:rsidR="00F04D17" w:rsidRDefault="00F04D17" w:rsidP="00F04D17">
      <w:pPr>
        <w:pStyle w:val="libNormal"/>
        <w:rPr>
          <w:rtl/>
        </w:rPr>
      </w:pPr>
      <w:r>
        <w:rPr>
          <w:rtl/>
        </w:rPr>
        <w:t>2 - (مثنى) بن الوليد.</w:t>
      </w:r>
    </w:p>
    <w:p w:rsidR="00F04D17" w:rsidRDefault="00F04D17" w:rsidP="00F04D17">
      <w:pPr>
        <w:pStyle w:val="libNormal"/>
        <w:rPr>
          <w:rtl/>
        </w:rPr>
      </w:pPr>
      <w:r>
        <w:rPr>
          <w:rtl/>
        </w:rPr>
        <w:t>قال الكشي: قال أبوالنضر محمد بن مسعود: قال علي ابن الحسن: انه كوفي حناط لا بأس به.</w:t>
      </w:r>
    </w:p>
    <w:p w:rsidR="00F04D17" w:rsidRDefault="00F04D17" w:rsidP="00F04D17">
      <w:pPr>
        <w:pStyle w:val="Heading3Center"/>
        <w:rPr>
          <w:rtl/>
        </w:rPr>
      </w:pPr>
      <w:bookmarkStart w:id="264" w:name="134"/>
      <w:bookmarkStart w:id="265" w:name="_Toc418412054"/>
      <w:r>
        <w:rPr>
          <w:rtl/>
        </w:rPr>
        <w:t>الباب الثامن المختار رجلان</w:t>
      </w:r>
      <w:bookmarkEnd w:id="264"/>
      <w:bookmarkEnd w:id="265"/>
    </w:p>
    <w:p w:rsidR="00F04D17" w:rsidRDefault="00F04D17" w:rsidP="00F04D17">
      <w:pPr>
        <w:pStyle w:val="libNormal"/>
        <w:rPr>
          <w:rtl/>
        </w:rPr>
      </w:pPr>
      <w:r>
        <w:rPr>
          <w:rtl/>
        </w:rPr>
        <w:t>1 - (المختار) بن زياد العبدي بصري من أصحاب أبي جعفر الثاني محمد بن علي عليه السلام ثقة.</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2 - (المختار) بن أبي عبيدة.</w:t>
      </w:r>
    </w:p>
    <w:p w:rsidR="00F04D17" w:rsidRDefault="00F04D17" w:rsidP="00F04D17">
      <w:pPr>
        <w:pStyle w:val="libNormal"/>
        <w:rPr>
          <w:rtl/>
        </w:rPr>
      </w:pPr>
      <w:r>
        <w:rPr>
          <w:rtl/>
        </w:rPr>
        <w:t>روى الكشي: عن حمدويه عن يعقوب عن ابن أبي عمير عن هشام بن المثنى عن سدير عن أبي جعفر عليه السلام قال: لا تسبوا المختار، فانه قتل قتلتنا وطلب بثارنا وزوج أرامنا وقسم فينا المال على العسرة. وهذا الطريق حسن.</w:t>
      </w:r>
    </w:p>
    <w:p w:rsidR="00F04D17" w:rsidRDefault="00F04D17" w:rsidP="00F04D17">
      <w:pPr>
        <w:pStyle w:val="libNormal"/>
        <w:rPr>
          <w:rtl/>
        </w:rPr>
      </w:pPr>
      <w:r>
        <w:rPr>
          <w:rtl/>
        </w:rPr>
        <w:t>وروى ابن عقدة قال: ان الصادق عليه السلام ترحم على المختار.</w:t>
      </w:r>
    </w:p>
    <w:p w:rsidR="00F04D17" w:rsidRDefault="00F04D17" w:rsidP="00F04D17">
      <w:pPr>
        <w:pStyle w:val="libNormal"/>
        <w:rPr>
          <w:rtl/>
        </w:rPr>
      </w:pPr>
      <w:r>
        <w:rPr>
          <w:rtl/>
        </w:rPr>
        <w:t>وقد ذكر الكشي أحاديث تنافى ذلك ! ذكرناها في الكتاب الكبير:</w:t>
      </w:r>
    </w:p>
    <w:p w:rsidR="00F04D17" w:rsidRDefault="00F04D17" w:rsidP="00F04D17">
      <w:pPr>
        <w:pStyle w:val="Heading3Center"/>
        <w:rPr>
          <w:rtl/>
        </w:rPr>
      </w:pPr>
      <w:bookmarkStart w:id="266" w:name="135"/>
      <w:bookmarkStart w:id="267" w:name="_Toc418412055"/>
      <w:r>
        <w:rPr>
          <w:rtl/>
        </w:rPr>
        <w:t>الباب التاسع مالك رجلان</w:t>
      </w:r>
      <w:bookmarkEnd w:id="266"/>
      <w:bookmarkEnd w:id="267"/>
    </w:p>
    <w:p w:rsidR="00F04D17" w:rsidRDefault="00F04D17" w:rsidP="00F04D17">
      <w:pPr>
        <w:pStyle w:val="libNormal"/>
        <w:rPr>
          <w:rtl/>
        </w:rPr>
      </w:pPr>
      <w:r>
        <w:rPr>
          <w:rtl/>
        </w:rPr>
        <w:t>1 - (مالك) الاشتر قدس الله روحه ورضى الله عنه جليل القدر عظيم المنزلة، كان إختصاصه بعلي عليه السلام أظهر من ان يخفى، وتأسف أميرالمؤمنين عليه السلام بموته وقال: لقد كان لي، كما كنت لرسول الله صلى الله عليه وآله.</w:t>
      </w:r>
    </w:p>
    <w:p w:rsidR="00F04D17" w:rsidRDefault="00F04D17" w:rsidP="00F04D17">
      <w:pPr>
        <w:pStyle w:val="libNormal"/>
        <w:rPr>
          <w:rtl/>
        </w:rPr>
      </w:pPr>
      <w:r>
        <w:rPr>
          <w:rtl/>
        </w:rPr>
        <w:t>2 - (مالك) بن عطية الاحمسي أبوالحسن (في نسخة أبوالحسن) البجلي الكوفي ثقة روى عن أبي عبدالله عليه السلام.</w:t>
      </w:r>
    </w:p>
    <w:p w:rsidR="00F04D17" w:rsidRDefault="00F04D17" w:rsidP="00F04D17">
      <w:pPr>
        <w:pStyle w:val="Heading3Center"/>
        <w:rPr>
          <w:rtl/>
        </w:rPr>
      </w:pPr>
      <w:bookmarkStart w:id="268" w:name="136"/>
      <w:bookmarkStart w:id="269" w:name="_Toc418412056"/>
      <w:r>
        <w:rPr>
          <w:rtl/>
        </w:rPr>
        <w:t>الباب العاشر معمر رجلان</w:t>
      </w:r>
      <w:bookmarkEnd w:id="268"/>
      <w:bookmarkEnd w:id="269"/>
    </w:p>
    <w:p w:rsidR="00F04D17" w:rsidRDefault="00F04D17" w:rsidP="00F04D17">
      <w:pPr>
        <w:pStyle w:val="libNormal"/>
        <w:rPr>
          <w:rtl/>
        </w:rPr>
      </w:pPr>
      <w:r>
        <w:rPr>
          <w:rtl/>
        </w:rPr>
        <w:t>1 - (معمر) بتشديد الميم ابن خلاد بالخاء ابن ابي خلاد أبوخلاد بغدادي ثقة روى عن الرضا عليه السلام.</w:t>
      </w:r>
    </w:p>
    <w:p w:rsidR="00F04D17" w:rsidRDefault="00F04D17" w:rsidP="00F04D17">
      <w:pPr>
        <w:pStyle w:val="libNormal"/>
        <w:rPr>
          <w:rtl/>
        </w:rPr>
      </w:pPr>
      <w:r>
        <w:rPr>
          <w:rtl/>
        </w:rPr>
        <w:t>2 - (معمر) بن يحيى بن مسافر العجلي كوفي عربي صميم ثقة مقدم روى عن أبي جعفر وأبي عبدالله عليهما السلام.</w:t>
      </w:r>
    </w:p>
    <w:p w:rsidR="00F04D17" w:rsidRDefault="00F04D17" w:rsidP="00F04D17">
      <w:pPr>
        <w:pStyle w:val="Heading3Center"/>
        <w:rPr>
          <w:rtl/>
        </w:rPr>
      </w:pPr>
      <w:bookmarkStart w:id="270" w:name="137"/>
      <w:bookmarkStart w:id="271" w:name="_Toc418412057"/>
      <w:r>
        <w:rPr>
          <w:rtl/>
        </w:rPr>
        <w:t>الباب الحادي عشر في الآحاد ستة وعشرون رجلا</w:t>
      </w:r>
      <w:bookmarkEnd w:id="270"/>
      <w:bookmarkEnd w:id="271"/>
    </w:p>
    <w:p w:rsidR="00F04D17" w:rsidRDefault="00F04D17" w:rsidP="00F04D17">
      <w:pPr>
        <w:pStyle w:val="libNormal"/>
        <w:rPr>
          <w:rtl/>
        </w:rPr>
      </w:pPr>
      <w:r>
        <w:rPr>
          <w:rtl/>
        </w:rPr>
        <w:t>1 - (المقداد) بن الاسود واسم ابيه عمرو البهراني، وكان الاسود بن عبد يغوث قد تبناه فذهب اليه، يكنى أبا معبد من أصحاب علي عليه السلام ثاني الاركان الاربعة عظيم القدر شريف المنزلة جليل من خواص علي عليه السلام.</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2 - (المسور) بالسين المهملة والراء بعد الواو كان رسول علي عليه السلام إلى معاوية.</w:t>
      </w:r>
    </w:p>
    <w:p w:rsidR="00F04D17" w:rsidRDefault="00F04D17" w:rsidP="00F04D17">
      <w:pPr>
        <w:pStyle w:val="libNormal"/>
        <w:rPr>
          <w:rtl/>
        </w:rPr>
      </w:pPr>
      <w:r>
        <w:rPr>
          <w:rtl/>
        </w:rPr>
        <w:t>3 - (المسيب) بن حزن يكنى أبا سعيد، أوصى إلى أميرالمؤمنين عليه السلام.</w:t>
      </w:r>
    </w:p>
    <w:p w:rsidR="00F04D17" w:rsidRDefault="00F04D17" w:rsidP="00F04D17">
      <w:pPr>
        <w:pStyle w:val="libNormal"/>
        <w:rPr>
          <w:rtl/>
        </w:rPr>
      </w:pPr>
      <w:r>
        <w:rPr>
          <w:rtl/>
        </w:rPr>
        <w:t>4 - (المهدي) مولى عثمان من أصحاب أميرالمؤمنين عليه السلام بايعه ومحمد بن أبي بكر جالس، قال: أبايعك على ان الامر لك وأبرء من فلان وفلان فبايعه، وكان محمود</w:t>
      </w:r>
      <w:r w:rsidR="00CD27DE">
        <w:rPr>
          <w:rtl/>
        </w:rPr>
        <w:t>اً</w:t>
      </w:r>
      <w:r>
        <w:rPr>
          <w:rtl/>
        </w:rPr>
        <w:t>.</w:t>
      </w:r>
    </w:p>
    <w:p w:rsidR="00F04D17" w:rsidRDefault="00F04D17" w:rsidP="00F04D17">
      <w:pPr>
        <w:pStyle w:val="libNormal"/>
        <w:rPr>
          <w:rtl/>
        </w:rPr>
      </w:pPr>
      <w:r>
        <w:rPr>
          <w:rtl/>
        </w:rPr>
        <w:t>5 - (مسكين) بن الحكم ثقة.</w:t>
      </w:r>
    </w:p>
    <w:p w:rsidR="00F04D17" w:rsidRDefault="00F04D17" w:rsidP="00F04D17">
      <w:pPr>
        <w:pStyle w:val="libNormal"/>
        <w:rPr>
          <w:rtl/>
        </w:rPr>
      </w:pPr>
      <w:r>
        <w:rPr>
          <w:rtl/>
        </w:rPr>
        <w:t>6 - (معتب) بضم الميم وفتح العين المهملة وتشديد التاء المنقطة فوقها نقطتين المكسورة وبعدها الباء المنقطة تحتها نقطة مولى أبي عبدالله الصادق عليه السلام ثقة.</w:t>
      </w:r>
    </w:p>
    <w:p w:rsidR="00F04D17" w:rsidRDefault="00F04D17" w:rsidP="00F04D17">
      <w:pPr>
        <w:pStyle w:val="libNormal"/>
        <w:rPr>
          <w:rtl/>
        </w:rPr>
      </w:pPr>
      <w:r>
        <w:rPr>
          <w:rtl/>
        </w:rPr>
        <w:t>7 - (مرازم) بضم الميم والراء قبل الالف والزاى بعده ابن حكيم الازدي المدايني مولى ثقة وأخواه محمد بن حكيم وديد بن حكيم، يكنى أبا محمد روى عن أبي عبدالله وأبي الحسن موسى عليهما السلام ومات في أيام الرضا عليه السلام.</w:t>
      </w:r>
    </w:p>
    <w:p w:rsidR="00F04D17" w:rsidRDefault="00F04D17" w:rsidP="00F04D17">
      <w:pPr>
        <w:pStyle w:val="libNormal"/>
        <w:rPr>
          <w:rtl/>
        </w:rPr>
      </w:pPr>
      <w:r>
        <w:rPr>
          <w:rtl/>
        </w:rPr>
        <w:t>8 - (معن) بالنون بعد العين ابن خالد من أصحاب الرضا عليه السلام، له كتاب ثقة.</w:t>
      </w:r>
    </w:p>
    <w:p w:rsidR="00F04D17" w:rsidRDefault="00F04D17" w:rsidP="00F04D17">
      <w:pPr>
        <w:pStyle w:val="libNormal"/>
        <w:rPr>
          <w:rtl/>
        </w:rPr>
      </w:pPr>
      <w:r>
        <w:rPr>
          <w:rtl/>
        </w:rPr>
        <w:t>9 - (المظفر) بن محمد الخراسانى يكنى أباالجيس متكلم له كتب في الامامة، وكان عارف</w:t>
      </w:r>
      <w:r w:rsidR="00CD27DE">
        <w:rPr>
          <w:rtl/>
        </w:rPr>
        <w:t>اً</w:t>
      </w:r>
      <w:r>
        <w:rPr>
          <w:rtl/>
        </w:rPr>
        <w:t xml:space="preserve"> بالاخبار من غلمان أبي سهل النوبختي وكان مشهور الامر سمع الحديث وأكثر، مات سنة سبع وستين وثلثمائة.</w:t>
      </w:r>
    </w:p>
    <w:p w:rsidR="00F04D17" w:rsidRDefault="00F04D17" w:rsidP="00F04D17">
      <w:pPr>
        <w:pStyle w:val="libNormal"/>
        <w:rPr>
          <w:rtl/>
        </w:rPr>
      </w:pPr>
      <w:r>
        <w:rPr>
          <w:rtl/>
        </w:rPr>
        <w:t>10 - (معروف) بن خربوذ بالخاء المعجمة والراء المشددة والباء المنقطة تحتها نقطة والذال المعجمة بعد الواو المكي.</w:t>
      </w:r>
    </w:p>
    <w:p w:rsidR="00F04D17" w:rsidRDefault="00F04D17" w:rsidP="00F04D17">
      <w:pPr>
        <w:pStyle w:val="libNormal"/>
        <w:rPr>
          <w:rtl/>
        </w:rPr>
      </w:pPr>
      <w:r>
        <w:rPr>
          <w:rtl/>
        </w:rPr>
        <w:t>روى الكشي فيه مدح</w:t>
      </w:r>
      <w:r w:rsidR="00CD27DE">
        <w:rPr>
          <w:rtl/>
        </w:rPr>
        <w:t>اً</w:t>
      </w:r>
      <w:r>
        <w:rPr>
          <w:rtl/>
        </w:rPr>
        <w:t>، وقدحا والطريق فيها ضعف، وقد ذكرناها في الكتاب الكبير.</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11 - (ميسر) قيل: بفتح الميم وإسكان الياء المنقطة تحتها نقطتين. وقيل: بضم الميم وفتح الياء والراء بعد السين المهملة ابن عبدالعزيز.</w:t>
      </w:r>
    </w:p>
    <w:p w:rsidR="00F04D17" w:rsidRDefault="00F04D17" w:rsidP="00F04D17">
      <w:pPr>
        <w:pStyle w:val="libNormal"/>
        <w:rPr>
          <w:rtl/>
        </w:rPr>
      </w:pPr>
      <w:r>
        <w:rPr>
          <w:rtl/>
        </w:rPr>
        <w:t>ذكر الكشي روايات كثيرة، تدل على مدحه. وقال علي بن الحسن: ان ميسر بن عبدالعزيز كان كوفي</w:t>
      </w:r>
      <w:r w:rsidR="00CD27DE">
        <w:rPr>
          <w:rtl/>
        </w:rPr>
        <w:t>اً</w:t>
      </w:r>
      <w:r>
        <w:rPr>
          <w:rtl/>
        </w:rPr>
        <w:t xml:space="preserve"> وكان ثقة، قال له أبوجعفر عليه السلام: يا ميسر أما انه قد حضر اجلك غير مرة ولا مرتين، كل ذلك يؤخر الله تعالى بصلتك قرابتك. وقال العقيقي: أثنى عليه آل محمد عليهم السلام وهو ممن يجاهر في الرجعة.</w:t>
      </w:r>
    </w:p>
    <w:p w:rsidR="00F04D17" w:rsidRDefault="00F04D17" w:rsidP="00F04D17">
      <w:pPr>
        <w:pStyle w:val="libNormal"/>
        <w:rPr>
          <w:rtl/>
        </w:rPr>
      </w:pPr>
      <w:r>
        <w:rPr>
          <w:rtl/>
        </w:rPr>
        <w:t>12 - (معاذ) بن مسلم النحوي ثقة.</w:t>
      </w:r>
    </w:p>
    <w:p w:rsidR="00F04D17" w:rsidRDefault="00F04D17" w:rsidP="00F04D17">
      <w:pPr>
        <w:pStyle w:val="libNormal"/>
        <w:rPr>
          <w:rtl/>
        </w:rPr>
      </w:pPr>
      <w:r>
        <w:rPr>
          <w:rtl/>
        </w:rPr>
        <w:t>روى الكشي: عن حمدويه وإبراهيم إبني نصير قالا: حدثنا يعقوب بن يزيد عن ابن أبي عمير عن حسين بن معاذ عن أبيه معاذ بن مسلم النحوي: عن أبي عبدالله عليه السلام قال: بلغني انك تعقد في الجامع فتفتي الناس؟ قلت: نعم، وأردت ان أسئلك عن ذلك قبل ان اخرج: اني أقعد في المسجد فيجيئ الرجل فيسألني عن الشئ؟ فاذا عرفته بالخلاف لكم أخبرته بما يفعلون ! ويجيئ الرجل أعرفه بحبكم ومودتكم؟ فأخبره بما جاء عندكم، ويجيئ الرجل لا أعرفه ولا أدري من هو؟ فأقول: جاء عن فلان كذا وجاء عن فلان كذا، فأدخل قولكم فيما بين ذلك؟.</w:t>
      </w:r>
    </w:p>
    <w:p w:rsidR="00F04D17" w:rsidRDefault="00F04D17" w:rsidP="00F04D17">
      <w:pPr>
        <w:pStyle w:val="libNormal"/>
        <w:rPr>
          <w:rtl/>
        </w:rPr>
      </w:pPr>
      <w:r>
        <w:rPr>
          <w:rtl/>
        </w:rPr>
        <w:t>قال: فقال لي: إصنع كذا، فاني كذا أصنع.</w:t>
      </w:r>
    </w:p>
    <w:p w:rsidR="00F04D17" w:rsidRDefault="00F04D17" w:rsidP="00F04D17">
      <w:pPr>
        <w:pStyle w:val="libNormal"/>
        <w:rPr>
          <w:rtl/>
        </w:rPr>
      </w:pPr>
      <w:r>
        <w:rPr>
          <w:rtl/>
        </w:rPr>
        <w:t>13 - (مسمع) بن مالك.</w:t>
      </w:r>
    </w:p>
    <w:p w:rsidR="00F04D17" w:rsidRDefault="00F04D17" w:rsidP="00F04D17">
      <w:pPr>
        <w:pStyle w:val="libNormal"/>
        <w:rPr>
          <w:rtl/>
        </w:rPr>
      </w:pPr>
      <w:r>
        <w:rPr>
          <w:rtl/>
        </w:rPr>
        <w:t>وقيل: ابن عبدالملك أبوسيار بالسين المهملة بعدها الياء المنقطة تحتها نقطتين والراء بعد الالف المتقب كردين بالراء بعد الكاف المكسورة والدال المهملة المكسورة بعدها الياء المنقطة تحتها نقطتين قبل النون شيخ بكر بن وائل بالبصرة ووجهها وسيد المسامعة روى عن أبي جعفر عليه السلام رواية يسيرة وروى عن الصادق عليه السلام وأكثر وإختص به.</w:t>
      </w:r>
    </w:p>
    <w:p w:rsidR="00F04D17" w:rsidRDefault="00F04D17" w:rsidP="00F04D17">
      <w:pPr>
        <w:pStyle w:val="libNormal"/>
        <w:rPr>
          <w:rtl/>
        </w:rPr>
      </w:pPr>
      <w:r>
        <w:rPr>
          <w:rtl/>
        </w:rPr>
        <w:t>وقال له أبوعبدالله (ع): اني لاعدك لامر عظيم يا أبا سيار. وروى عن أبي الحسن موسى عليه السلام.</w:t>
      </w:r>
    </w:p>
    <w:p w:rsidR="00F04D17" w:rsidRDefault="00F04D17" w:rsidP="00F04D17">
      <w:pPr>
        <w:pStyle w:val="libNormal"/>
        <w:rPr>
          <w:rtl/>
        </w:rPr>
      </w:pPr>
      <w:r>
        <w:rPr>
          <w:rtl/>
        </w:rPr>
        <w:t>ويقال ان الصادق عليه السلام قال له اول ما رآه: ما اسمك؟ قال مسمع فقال: إبن من؟ فقال ابن مالك، فقال: بل انت مسمع بن عبدالملك.</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14 - (المغيرة) بن نوبة المخزومي.</w:t>
      </w:r>
    </w:p>
    <w:p w:rsidR="00F04D17" w:rsidRDefault="00F04D17" w:rsidP="00F04D17">
      <w:pPr>
        <w:pStyle w:val="libNormal"/>
        <w:rPr>
          <w:rtl/>
        </w:rPr>
      </w:pPr>
      <w:r>
        <w:rPr>
          <w:rtl/>
        </w:rPr>
        <w:t>روى الكشي: عن جعفر بن محمد بن أحمد بن أبي عمير عن حماد بن عثمان عن المغيرة ابن نوبة المخزومي قال قلت لابي الحسن موسى عليه السلام حملت هذا الفتى في امورك؟ فقال: اني حملته ما حملنيه أبي عليه السلام.</w:t>
      </w:r>
    </w:p>
    <w:p w:rsidR="00F04D17" w:rsidRDefault="00F04D17" w:rsidP="00F04D17">
      <w:pPr>
        <w:pStyle w:val="libNormal"/>
        <w:rPr>
          <w:rtl/>
        </w:rPr>
      </w:pPr>
      <w:r>
        <w:rPr>
          <w:rtl/>
        </w:rPr>
        <w:t>15 - (منذر) بالنون بعد الميم والذال المعجمة ابن محمد بن منذر بن سعيد بن أبي الجهم القابوسي بالقاف والباء المنقطة تحتها نقطة بعد الالف والسين المهملة بعد الواو - وناقله إلى الكوفة ثقة من أصحابنا من بيت جليل.</w:t>
      </w:r>
    </w:p>
    <w:p w:rsidR="00F04D17" w:rsidRDefault="00F04D17" w:rsidP="00F04D17">
      <w:pPr>
        <w:pStyle w:val="libNormal"/>
        <w:rPr>
          <w:rtl/>
        </w:rPr>
      </w:pPr>
      <w:r>
        <w:rPr>
          <w:rtl/>
        </w:rPr>
        <w:t>قال الكشي قال محمد بن مسعود حدثنا عبدالله بن محمد بن خالد قال حدثنا منذر ابن قابوس: وكان ثقة.</w:t>
      </w:r>
    </w:p>
    <w:p w:rsidR="00F04D17" w:rsidRDefault="00F04D17" w:rsidP="00F04D17">
      <w:pPr>
        <w:pStyle w:val="libNormal"/>
        <w:rPr>
          <w:rtl/>
        </w:rPr>
      </w:pPr>
      <w:r>
        <w:rPr>
          <w:rtl/>
        </w:rPr>
        <w:t>وهذا السند مشكور.</w:t>
      </w:r>
    </w:p>
    <w:p w:rsidR="00F04D17" w:rsidRDefault="00F04D17" w:rsidP="00F04D17">
      <w:pPr>
        <w:pStyle w:val="libNormal"/>
        <w:rPr>
          <w:rtl/>
        </w:rPr>
      </w:pPr>
      <w:r>
        <w:rPr>
          <w:rtl/>
        </w:rPr>
        <w:t>16 - (مرزبان) بفتح الميم وإسكان الراء وفتح الزاى والباء قبل الالف والنون أخير</w:t>
      </w:r>
      <w:r w:rsidR="00CD27DE">
        <w:rPr>
          <w:rtl/>
        </w:rPr>
        <w:t>اً</w:t>
      </w:r>
      <w:r>
        <w:rPr>
          <w:rtl/>
        </w:rPr>
        <w:t xml:space="preserve"> ابن عمران القمي.</w:t>
      </w:r>
    </w:p>
    <w:p w:rsidR="00F04D17" w:rsidRDefault="00F04D17" w:rsidP="00F04D17">
      <w:pPr>
        <w:pStyle w:val="libNormal"/>
        <w:rPr>
          <w:rtl/>
        </w:rPr>
      </w:pPr>
      <w:r>
        <w:rPr>
          <w:rtl/>
        </w:rPr>
        <w:t>روى الكشي عن إبراهيم بن محمد بن العباس الختلي قال حدثني احمد بن إدريس قال حدثني الحسين بن أحمد بن يحيى بن عمران قال حدثنى محمد بن عيسى عن الحسين ابن علي عن المرزبان بن عمران القمي الاشعري قال قلت لابي الحسن الرضا عليه السلام أسئلك عن أهم الامور إلى امن شيعتكم أنا؟ قال: نعم.</w:t>
      </w:r>
    </w:p>
    <w:p w:rsidR="00F04D17" w:rsidRDefault="00F04D17" w:rsidP="00F04D17">
      <w:pPr>
        <w:pStyle w:val="libNormal"/>
        <w:rPr>
          <w:rtl/>
        </w:rPr>
      </w:pPr>
      <w:r>
        <w:rPr>
          <w:rtl/>
        </w:rPr>
        <w:t>قلت إسمي مكتوب عندكم؟ قال نعم.</w:t>
      </w:r>
    </w:p>
    <w:p w:rsidR="00F04D17" w:rsidRDefault="00F04D17" w:rsidP="00F04D17">
      <w:pPr>
        <w:pStyle w:val="libNormal"/>
        <w:rPr>
          <w:rtl/>
        </w:rPr>
      </w:pPr>
      <w:r>
        <w:rPr>
          <w:rtl/>
        </w:rPr>
        <w:t>17 - (مروك) بفتح الميم وإسكان الراء وفتح الواو والكاف أخير</w:t>
      </w:r>
      <w:r w:rsidR="00CD27DE">
        <w:rPr>
          <w:rtl/>
        </w:rPr>
        <w:t>اً</w:t>
      </w:r>
      <w:r>
        <w:rPr>
          <w:rtl/>
        </w:rPr>
        <w:t xml:space="preserve"> اسمه ابن عبيد بن سالم بن أبي حفصة مولى بني عجل.</w:t>
      </w:r>
    </w:p>
    <w:p w:rsidR="00F04D17" w:rsidRDefault="00F04D17" w:rsidP="00F04D17">
      <w:pPr>
        <w:pStyle w:val="libNormal"/>
        <w:rPr>
          <w:rtl/>
        </w:rPr>
      </w:pPr>
      <w:r>
        <w:rPr>
          <w:rtl/>
        </w:rPr>
        <w:t>وقال بعض أصحابنا انه مولى عمار بن المبارك العجلي، وإسم مروك صالح، وإسم أبي حفصة زياد.</w:t>
      </w:r>
    </w:p>
    <w:p w:rsidR="00F04D17" w:rsidRDefault="00F04D17" w:rsidP="00F04D17">
      <w:pPr>
        <w:pStyle w:val="libNormal"/>
        <w:rPr>
          <w:rtl/>
        </w:rPr>
      </w:pPr>
      <w:r>
        <w:rPr>
          <w:rtl/>
        </w:rPr>
        <w:t>قال الكشي: قال محمد بن مسعود سألت علي بن الحسن عن مروك بن عبيد بن سالم بن أبي حفصة؟ فقال: ثقة شيخ صدوق.</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18 - (مسعدة) بن زياد الربعي ثقة عين روى عن أبي عبدالله عليه السلام.</w:t>
      </w:r>
    </w:p>
    <w:p w:rsidR="00F04D17" w:rsidRDefault="00F04D17" w:rsidP="00F04D17">
      <w:pPr>
        <w:pStyle w:val="libNormal"/>
        <w:rPr>
          <w:rtl/>
        </w:rPr>
      </w:pPr>
      <w:r>
        <w:rPr>
          <w:rtl/>
        </w:rPr>
        <w:t>19 - (مروان) بن موسى كوفي ثقة.</w:t>
      </w:r>
    </w:p>
    <w:p w:rsidR="00F04D17" w:rsidRDefault="00F04D17" w:rsidP="00F04D17">
      <w:pPr>
        <w:pStyle w:val="libNormal"/>
        <w:rPr>
          <w:rtl/>
        </w:rPr>
      </w:pPr>
      <w:r>
        <w:rPr>
          <w:rtl/>
        </w:rPr>
        <w:t>20 - (مشعل) بالشين المعجمة والعين المهملة ابن سعد الاسدي الناشري بالنون والشين المعجمة بعد الالف قبل الراء ثقة من أصحابنا لم يرو عنه إلا عبيس ابن هشام روى عن أبي عبدالله عليه السلام وروى عن أبي بصير.</w:t>
      </w:r>
    </w:p>
    <w:p w:rsidR="00F04D17" w:rsidRDefault="00F04D17" w:rsidP="00F04D17">
      <w:pPr>
        <w:pStyle w:val="libNormal"/>
        <w:rPr>
          <w:rtl/>
        </w:rPr>
      </w:pPr>
      <w:r>
        <w:rPr>
          <w:rtl/>
        </w:rPr>
        <w:t>21 - (مصبح) بن الهلقام بالقاف ابن علوان العجلي يكنى أبا محمد قريب الامر.</w:t>
      </w:r>
    </w:p>
    <w:p w:rsidR="00F04D17" w:rsidRDefault="00F04D17" w:rsidP="00F04D17">
      <w:pPr>
        <w:pStyle w:val="libNormal"/>
        <w:rPr>
          <w:rtl/>
        </w:rPr>
      </w:pPr>
      <w:r>
        <w:rPr>
          <w:rtl/>
        </w:rPr>
        <w:t>22 - (منبه) بالنون قبل الباء المنقطة تحتها نقطة ابن عبدالله الجوازاء بالجيم والزاي بعد الواو التميمي صحيح الحديث.</w:t>
      </w:r>
    </w:p>
    <w:p w:rsidR="00F04D17" w:rsidRDefault="00F04D17" w:rsidP="00F04D17">
      <w:pPr>
        <w:pStyle w:val="libNormal"/>
        <w:rPr>
          <w:rtl/>
        </w:rPr>
      </w:pPr>
      <w:r>
        <w:rPr>
          <w:rtl/>
        </w:rPr>
        <w:t>23 - (مطلب) بن زياد الزهري القرشي المدني ثقة روى عن جعفر بن محمد عليه السلام نسخة.</w:t>
      </w:r>
    </w:p>
    <w:p w:rsidR="00F04D17" w:rsidRDefault="00F04D17" w:rsidP="00F04D17">
      <w:pPr>
        <w:pStyle w:val="libNormal"/>
        <w:rPr>
          <w:rtl/>
        </w:rPr>
      </w:pPr>
      <w:r>
        <w:rPr>
          <w:rtl/>
        </w:rPr>
        <w:t>24 - (محفوظ) بن نصر الهمداني ثقة كوفي.</w:t>
      </w:r>
    </w:p>
    <w:p w:rsidR="00F04D17" w:rsidRDefault="00F04D17" w:rsidP="00F04D17">
      <w:pPr>
        <w:pStyle w:val="libNormal"/>
        <w:rPr>
          <w:rtl/>
        </w:rPr>
      </w:pPr>
      <w:r>
        <w:rPr>
          <w:rtl/>
        </w:rPr>
        <w:t>25 - (ميثم) مشكور، قال الكشي: وروى العقيقي: ان أبا جعفر عليه السلام كان بحبه حب</w:t>
      </w:r>
      <w:r w:rsidR="00CD27DE">
        <w:rPr>
          <w:rtl/>
        </w:rPr>
        <w:t>اً</w:t>
      </w:r>
      <w:r>
        <w:rPr>
          <w:rtl/>
        </w:rPr>
        <w:t xml:space="preserve"> شديد</w:t>
      </w:r>
      <w:r w:rsidR="00CD27DE">
        <w:rPr>
          <w:rtl/>
        </w:rPr>
        <w:t>اً</w:t>
      </w:r>
      <w:r>
        <w:rPr>
          <w:rtl/>
        </w:rPr>
        <w:t>، وانه كان مؤمن</w:t>
      </w:r>
      <w:r w:rsidR="00CD27DE">
        <w:rPr>
          <w:rtl/>
        </w:rPr>
        <w:t>اً</w:t>
      </w:r>
      <w:r>
        <w:rPr>
          <w:rtl/>
        </w:rPr>
        <w:t xml:space="preserve"> شاكر</w:t>
      </w:r>
      <w:r w:rsidR="00CD27DE">
        <w:rPr>
          <w:rtl/>
        </w:rPr>
        <w:t>اً</w:t>
      </w:r>
      <w:r>
        <w:rPr>
          <w:rtl/>
        </w:rPr>
        <w:t xml:space="preserve"> في الرخاء، صابر</w:t>
      </w:r>
      <w:r w:rsidR="00CD27DE">
        <w:rPr>
          <w:rtl/>
        </w:rPr>
        <w:t>اً</w:t>
      </w:r>
      <w:r>
        <w:rPr>
          <w:rtl/>
        </w:rPr>
        <w:t xml:space="preserve"> في البلاء.</w:t>
      </w:r>
    </w:p>
    <w:p w:rsidR="00F04D17" w:rsidRDefault="00F04D17" w:rsidP="00F04D17">
      <w:pPr>
        <w:pStyle w:val="libNormal"/>
        <w:rPr>
          <w:rtl/>
        </w:rPr>
      </w:pPr>
      <w:r>
        <w:rPr>
          <w:rtl/>
        </w:rPr>
        <w:t>26 - (مصدق) بن صدقة، قال الكشي: مصدق بن صدقة ومعاوية بن حكيم ومحمد بن الوليد الخزاز ومحمد بن سالم بن عبدالحميد هؤلاء كلهم فطحية ! وهم من اجلة العلماء والفقهاء والعدول ! بعضهم ادرك الرضا عليه السلام وكلهم كوفيون.</w:t>
      </w:r>
    </w:p>
    <w:p w:rsidR="00FF6DC3" w:rsidRDefault="00F04D17" w:rsidP="00F04D17">
      <w:pPr>
        <w:pStyle w:val="libNormal"/>
        <w:rPr>
          <w:rtl/>
        </w:rPr>
      </w:pPr>
      <w:r>
        <w:rPr>
          <w:rtl/>
        </w:rPr>
        <w:t>وروى ابن عقدة: عن علي بن الحسن قال الحسن بن صدقة المدايني احسبه أزدي</w:t>
      </w:r>
      <w:r w:rsidR="00CD27DE">
        <w:rPr>
          <w:rtl/>
        </w:rPr>
        <w:t>اً</w:t>
      </w:r>
      <w:r>
        <w:rPr>
          <w:rtl/>
        </w:rPr>
        <w:t xml:space="preserve"> وأخوه مصدق رويا عن أبي عبدالله وأبي الحسن عليهما السلام وكانوا ثقات.</w:t>
      </w:r>
    </w:p>
    <w:p w:rsidR="00FF6DC3" w:rsidRDefault="00FF6DC3" w:rsidP="00FF6DC3">
      <w:pPr>
        <w:pStyle w:val="libNormal"/>
        <w:rPr>
          <w:rtl/>
        </w:rPr>
      </w:pPr>
      <w:r>
        <w:rPr>
          <w:rtl/>
        </w:rPr>
        <w:br w:type="page"/>
      </w:r>
    </w:p>
    <w:p w:rsidR="00F04D17" w:rsidRDefault="00F04D17" w:rsidP="000F2669">
      <w:pPr>
        <w:pStyle w:val="Heading2Center"/>
      </w:pPr>
      <w:bookmarkStart w:id="272" w:name="138"/>
      <w:bookmarkStart w:id="273" w:name="_Toc418412058"/>
      <w:r>
        <w:rPr>
          <w:rtl/>
        </w:rPr>
        <w:lastRenderedPageBreak/>
        <w:t>الفصل الرابع والعشرون في النون</w:t>
      </w:r>
      <w:bookmarkEnd w:id="272"/>
      <w:bookmarkEnd w:id="273"/>
    </w:p>
    <w:p w:rsidR="00F04D17" w:rsidRDefault="00F04D17" w:rsidP="00F04D17">
      <w:pPr>
        <w:pStyle w:val="libNormal"/>
        <w:rPr>
          <w:rtl/>
        </w:rPr>
      </w:pPr>
      <w:r>
        <w:rPr>
          <w:rtl/>
        </w:rPr>
        <w:t>وفيه خمسة أبواب:</w:t>
      </w:r>
    </w:p>
    <w:p w:rsidR="00F04D17" w:rsidRDefault="00F04D17" w:rsidP="00F04D17">
      <w:pPr>
        <w:pStyle w:val="Heading3Center"/>
        <w:rPr>
          <w:rtl/>
        </w:rPr>
      </w:pPr>
      <w:bookmarkStart w:id="274" w:name="139"/>
      <w:bookmarkStart w:id="275" w:name="_Toc418412059"/>
      <w:r>
        <w:rPr>
          <w:rtl/>
        </w:rPr>
        <w:t>الباب الاول النعمان رجلان</w:t>
      </w:r>
      <w:bookmarkEnd w:id="274"/>
      <w:bookmarkEnd w:id="275"/>
    </w:p>
    <w:p w:rsidR="00F04D17" w:rsidRDefault="00F04D17" w:rsidP="00F04D17">
      <w:pPr>
        <w:pStyle w:val="libNormal"/>
        <w:rPr>
          <w:rtl/>
        </w:rPr>
      </w:pPr>
      <w:r>
        <w:rPr>
          <w:rtl/>
        </w:rPr>
        <w:t>1 - (النعمان) بن صهبان من رجال أميرالمؤمنين عليه السلام الذي قال أميرالمؤمنين عليه السلام يوم الجمل: من دخل داره فهو آمن.</w:t>
      </w:r>
    </w:p>
    <w:p w:rsidR="00F04D17" w:rsidRDefault="00F04D17" w:rsidP="00F04D17">
      <w:pPr>
        <w:pStyle w:val="libNormal"/>
        <w:rPr>
          <w:rtl/>
        </w:rPr>
      </w:pPr>
      <w:r>
        <w:rPr>
          <w:rtl/>
        </w:rPr>
        <w:t>2 - (النعمان) بن عجلان من بني رزيق بالراء المضمومة والزاي المفتوحة كان عامل علي عليه السلام على البحرين وعمان.</w:t>
      </w:r>
    </w:p>
    <w:p w:rsidR="00F04D17" w:rsidRDefault="00F04D17" w:rsidP="00F04D17">
      <w:pPr>
        <w:pStyle w:val="Heading3Center"/>
        <w:rPr>
          <w:rtl/>
        </w:rPr>
      </w:pPr>
      <w:bookmarkStart w:id="276" w:name="140"/>
      <w:bookmarkStart w:id="277" w:name="_Toc418412060"/>
      <w:r>
        <w:rPr>
          <w:rtl/>
        </w:rPr>
        <w:t>الباب الثاني النضر بالضاد المعجمة رجلان</w:t>
      </w:r>
      <w:bookmarkEnd w:id="276"/>
      <w:bookmarkEnd w:id="277"/>
    </w:p>
    <w:p w:rsidR="00F04D17" w:rsidRDefault="00F04D17" w:rsidP="00F04D17">
      <w:pPr>
        <w:pStyle w:val="libNormal"/>
        <w:rPr>
          <w:rtl/>
        </w:rPr>
      </w:pPr>
      <w:r>
        <w:rPr>
          <w:rtl/>
        </w:rPr>
        <w:t>1 - (النضر) بن سويد الصيرفي من أصحاب الكاظم عليه السلام ثقة كوفي صحيح الحديث إنتقل إلى بغداد، له كتاب.</w:t>
      </w:r>
    </w:p>
    <w:p w:rsidR="00F04D17" w:rsidRDefault="00F04D17" w:rsidP="00F04D17">
      <w:pPr>
        <w:pStyle w:val="libNormal"/>
        <w:rPr>
          <w:rtl/>
        </w:rPr>
      </w:pPr>
      <w:r>
        <w:rPr>
          <w:rtl/>
        </w:rPr>
        <w:t>2 - (النضر) بن محمد الهمداني ثقة من أصحاب أبي الحسن الثالث الهادي عليه السلام.</w:t>
      </w:r>
    </w:p>
    <w:p w:rsidR="00F04D17" w:rsidRDefault="00F04D17" w:rsidP="00F04D17">
      <w:pPr>
        <w:pStyle w:val="Heading3Center"/>
        <w:rPr>
          <w:rtl/>
        </w:rPr>
      </w:pPr>
      <w:bookmarkStart w:id="278" w:name="141"/>
      <w:bookmarkStart w:id="279" w:name="_Toc418412061"/>
      <w:r>
        <w:rPr>
          <w:rtl/>
        </w:rPr>
        <w:t>الباب الثالث نوح أربعة رجال</w:t>
      </w:r>
      <w:bookmarkEnd w:id="278"/>
      <w:bookmarkEnd w:id="279"/>
    </w:p>
    <w:p w:rsidR="00F04D17" w:rsidRDefault="00F04D17" w:rsidP="00F04D17">
      <w:pPr>
        <w:pStyle w:val="libNormal"/>
        <w:rPr>
          <w:rtl/>
        </w:rPr>
      </w:pPr>
      <w:r>
        <w:rPr>
          <w:rtl/>
        </w:rPr>
        <w:t>1 - (نوح) بن شعيب البغدادي من أصحاب أبي جعفر بن محمد بن علي الثاني عليهما السلام.</w:t>
      </w:r>
    </w:p>
    <w:p w:rsidR="00F04D17" w:rsidRDefault="00F04D17" w:rsidP="00F04D17">
      <w:pPr>
        <w:pStyle w:val="libNormal"/>
        <w:rPr>
          <w:rtl/>
        </w:rPr>
      </w:pPr>
      <w:r>
        <w:rPr>
          <w:rtl/>
        </w:rPr>
        <w:t>ذكر الفضل بن شاذان: انه كان فقيه</w:t>
      </w:r>
      <w:r w:rsidR="00CD27DE">
        <w:rPr>
          <w:rtl/>
        </w:rPr>
        <w:t>اً</w:t>
      </w:r>
      <w:r>
        <w:rPr>
          <w:rtl/>
        </w:rPr>
        <w:t>.</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2 - (نوح) بن صالح البغدادي.</w:t>
      </w:r>
    </w:p>
    <w:p w:rsidR="00F04D17" w:rsidRDefault="00F04D17" w:rsidP="00F04D17">
      <w:pPr>
        <w:pStyle w:val="libNormal"/>
        <w:rPr>
          <w:rtl/>
        </w:rPr>
      </w:pPr>
      <w:r>
        <w:rPr>
          <w:rtl/>
        </w:rPr>
        <w:t>ذكر الكشي: عن أبي عبدالله الشاذاني عن أبي محمد الفضل بن شاذان ما يشهد بأنه من شيعة أهل البيت عليهم السلام.</w:t>
      </w:r>
    </w:p>
    <w:p w:rsidR="00F04D17" w:rsidRDefault="00F04D17" w:rsidP="00F04D17">
      <w:pPr>
        <w:pStyle w:val="libNormal"/>
        <w:rPr>
          <w:rtl/>
        </w:rPr>
      </w:pPr>
      <w:r>
        <w:rPr>
          <w:rtl/>
        </w:rPr>
        <w:t>3 - (نوح) بن دراج كان من الشيعة وكان قاضي الكوفة واعتذر عن ذلك بانه سأل أخاه جميلا لم لا تأتي المسجد؟ فقال ليس لي أزار.</w:t>
      </w:r>
    </w:p>
    <w:p w:rsidR="00F04D17" w:rsidRDefault="00F04D17" w:rsidP="00F04D17">
      <w:pPr>
        <w:pStyle w:val="libNormal"/>
        <w:rPr>
          <w:rtl/>
        </w:rPr>
      </w:pPr>
      <w:r>
        <w:rPr>
          <w:rtl/>
        </w:rPr>
        <w:t>4 - (نوح) بن الحكم أبواليقظان كوفي ثقة روى عن أبي عبدالله عليه السلام</w:t>
      </w:r>
    </w:p>
    <w:p w:rsidR="00F04D17" w:rsidRDefault="00F04D17" w:rsidP="00F04D17">
      <w:pPr>
        <w:pStyle w:val="Heading3Center"/>
        <w:rPr>
          <w:rtl/>
        </w:rPr>
      </w:pPr>
      <w:bookmarkStart w:id="280" w:name="142"/>
      <w:bookmarkStart w:id="281" w:name="_Toc418412062"/>
      <w:r>
        <w:rPr>
          <w:rtl/>
        </w:rPr>
        <w:t>الباب الرابع نصر ثلاثة رجال</w:t>
      </w:r>
      <w:bookmarkEnd w:id="280"/>
      <w:bookmarkEnd w:id="281"/>
    </w:p>
    <w:p w:rsidR="00F04D17" w:rsidRDefault="00F04D17" w:rsidP="00F04D17">
      <w:pPr>
        <w:pStyle w:val="libNormal"/>
        <w:rPr>
          <w:rtl/>
        </w:rPr>
      </w:pPr>
      <w:r>
        <w:rPr>
          <w:rtl/>
        </w:rPr>
        <w:t>1 - (نصر) بن قابوس بالقاف والباء المنقطة تحتها نقطة والسينه المهملة بعد الواو اللخمي روى عن أبي عبدالله وأبي إبراهيم وأبي الحسن الرضا عليهم السلام وكان ذا منزلة عظيمة عندهم.</w:t>
      </w:r>
    </w:p>
    <w:p w:rsidR="00F04D17" w:rsidRDefault="00F04D17" w:rsidP="00F04D17">
      <w:pPr>
        <w:pStyle w:val="libNormal"/>
        <w:rPr>
          <w:rtl/>
        </w:rPr>
      </w:pPr>
      <w:r>
        <w:rPr>
          <w:rtl/>
        </w:rPr>
        <w:t>قال الشيخ الطوسي في كتاب (الغيبة) انه كان وكيلا لابي عبدالله عليه السلام عشرين سنة. ولم يعلم انه وكيل وكان خير</w:t>
      </w:r>
      <w:r w:rsidR="00CD27DE">
        <w:rPr>
          <w:rtl/>
        </w:rPr>
        <w:t>اً</w:t>
      </w:r>
      <w:r>
        <w:rPr>
          <w:rtl/>
        </w:rPr>
        <w:t xml:space="preserve"> فاضلا.</w:t>
      </w:r>
    </w:p>
    <w:p w:rsidR="00F04D17" w:rsidRDefault="00F04D17" w:rsidP="00F04D17">
      <w:pPr>
        <w:pStyle w:val="libNormal"/>
        <w:rPr>
          <w:rtl/>
        </w:rPr>
      </w:pPr>
      <w:r>
        <w:rPr>
          <w:rtl/>
        </w:rPr>
        <w:t>2 - (نصر) بن مزاحم المنقري العطار أبوالفضل كوفي مستقيم الطريقة صالح الامر، غير انه يروي عن الضعفاء، كتبه حسان.</w:t>
      </w:r>
    </w:p>
    <w:p w:rsidR="00F04D17" w:rsidRDefault="00F04D17" w:rsidP="00F04D17">
      <w:pPr>
        <w:pStyle w:val="libNormal"/>
        <w:rPr>
          <w:rtl/>
        </w:rPr>
      </w:pPr>
      <w:r>
        <w:rPr>
          <w:rtl/>
        </w:rPr>
        <w:t>3 - (نصر) بن عامر بن وهب أبوالحسن السنجاري من ثقات أصحابنا.</w:t>
      </w:r>
    </w:p>
    <w:p w:rsidR="00F04D17" w:rsidRDefault="00F04D17" w:rsidP="00F04D17">
      <w:pPr>
        <w:pStyle w:val="Heading3Center"/>
        <w:rPr>
          <w:rtl/>
        </w:rPr>
      </w:pPr>
      <w:bookmarkStart w:id="282" w:name="143"/>
      <w:bookmarkStart w:id="283" w:name="_Toc418412063"/>
      <w:r>
        <w:rPr>
          <w:rtl/>
        </w:rPr>
        <w:t>الباب الخامس في الآحاد خمسة رجال</w:t>
      </w:r>
      <w:bookmarkEnd w:id="282"/>
      <w:bookmarkEnd w:id="283"/>
    </w:p>
    <w:p w:rsidR="00F04D17" w:rsidRDefault="00F04D17" w:rsidP="00F04D17">
      <w:pPr>
        <w:pStyle w:val="libNormal"/>
        <w:rPr>
          <w:rtl/>
        </w:rPr>
      </w:pPr>
      <w:r>
        <w:rPr>
          <w:rtl/>
        </w:rPr>
        <w:t>1 - (ناجية) بن عمارة الصيداوي.</w:t>
      </w:r>
    </w:p>
    <w:p w:rsidR="00F04D17" w:rsidRDefault="00F04D17" w:rsidP="00F04D17">
      <w:pPr>
        <w:pStyle w:val="libNormal"/>
        <w:rPr>
          <w:rtl/>
        </w:rPr>
      </w:pPr>
      <w:r>
        <w:rPr>
          <w:rtl/>
        </w:rPr>
        <w:t>قال حمدويه بن نصير: قال الصيداء بطن من بني اسد. قال: وكان رجل من أصحابنا يقال له نجية القواس، وليس هو بمعروف.</w:t>
      </w:r>
    </w:p>
    <w:p w:rsidR="00F04D17" w:rsidRDefault="00F04D17" w:rsidP="00F04D17">
      <w:pPr>
        <w:pStyle w:val="libNormal"/>
        <w:rPr>
          <w:rtl/>
        </w:rPr>
      </w:pPr>
      <w:r>
        <w:rPr>
          <w:rtl/>
        </w:rPr>
        <w:t>قال محمد بن مسعود قال: سألت علي بن الحسين بن فضال عن نجية؟ قال: هو نجية إسم ناجية بن عمار الصيداوي. قال: وأخبرني بعض ولده ان أبا عبدالله (ع) كان يقول له: بح نجية. فسمي بهذا الاسم.</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2 - (نجية) بن الحارث.</w:t>
      </w:r>
    </w:p>
    <w:p w:rsidR="00F04D17" w:rsidRDefault="00F04D17" w:rsidP="00F04D17">
      <w:pPr>
        <w:pStyle w:val="libNormal"/>
        <w:rPr>
          <w:rtl/>
        </w:rPr>
      </w:pPr>
      <w:r>
        <w:rPr>
          <w:rtl/>
        </w:rPr>
        <w:t>قال حمدويه: قال محمد بن عيسى: نجية بن الحارث شيخ صادق كوفي صديق علي بن يقطين.</w:t>
      </w:r>
    </w:p>
    <w:p w:rsidR="00F04D17" w:rsidRDefault="00F04D17" w:rsidP="00F04D17">
      <w:pPr>
        <w:pStyle w:val="libNormal"/>
        <w:rPr>
          <w:rtl/>
        </w:rPr>
      </w:pPr>
      <w:r>
        <w:rPr>
          <w:rtl/>
        </w:rPr>
        <w:t>3 - (نشيط) بن صالح بن لفافة بكسر اللام والفاء بعد الالف وقبله مولى بني عجل روى عن أبي الحسن موسى عليه السلام وكان يخدمه، ثقة.</w:t>
      </w:r>
    </w:p>
    <w:p w:rsidR="00F04D17" w:rsidRDefault="00F04D17" w:rsidP="00F04D17">
      <w:pPr>
        <w:pStyle w:val="libNormal"/>
        <w:rPr>
          <w:rtl/>
        </w:rPr>
      </w:pPr>
      <w:r>
        <w:rPr>
          <w:rtl/>
        </w:rPr>
        <w:t>4 - (ناصح) البقال كوفي مولى ثقة روى عن أبي عبدالله عليه السلام.</w:t>
      </w:r>
    </w:p>
    <w:p w:rsidR="00F04D17" w:rsidRDefault="00F04D17" w:rsidP="00F04D17">
      <w:pPr>
        <w:pStyle w:val="libNormal"/>
        <w:rPr>
          <w:rtl/>
        </w:rPr>
      </w:pPr>
      <w:r>
        <w:rPr>
          <w:rtl/>
        </w:rPr>
        <w:t>5 - (نجم) بن أعين، روى العقيقي عن أبيه عن عمران بن ايان عن عبدالله بن بكير عن أبي عبدالله عليه السلام: انه يجاهر في الرجعة.</w:t>
      </w:r>
    </w:p>
    <w:p w:rsidR="00F04D17" w:rsidRDefault="00F04D17" w:rsidP="000F2669">
      <w:pPr>
        <w:pStyle w:val="Heading2Center"/>
        <w:rPr>
          <w:rtl/>
        </w:rPr>
      </w:pPr>
      <w:bookmarkStart w:id="284" w:name="144"/>
      <w:bookmarkStart w:id="285" w:name="_Toc418412064"/>
      <w:r>
        <w:rPr>
          <w:rtl/>
        </w:rPr>
        <w:t>الفصل الخامس والعشرون في الواو</w:t>
      </w:r>
      <w:bookmarkEnd w:id="284"/>
      <w:bookmarkEnd w:id="285"/>
    </w:p>
    <w:p w:rsidR="00F04D17" w:rsidRDefault="00F04D17" w:rsidP="00F04D17">
      <w:pPr>
        <w:pStyle w:val="libNormal"/>
        <w:rPr>
          <w:rtl/>
        </w:rPr>
      </w:pPr>
      <w:r>
        <w:rPr>
          <w:rtl/>
        </w:rPr>
        <w:t>وفيه بابان:</w:t>
      </w:r>
    </w:p>
    <w:p w:rsidR="00F04D17" w:rsidRPr="00F04D17" w:rsidRDefault="00F04D17" w:rsidP="00F04D17">
      <w:pPr>
        <w:pStyle w:val="Heading3Center"/>
        <w:rPr>
          <w:rtl/>
        </w:rPr>
      </w:pPr>
      <w:bookmarkStart w:id="286" w:name="145"/>
      <w:bookmarkStart w:id="287" w:name="_Toc418412065"/>
      <w:r>
        <w:rPr>
          <w:rtl/>
        </w:rPr>
        <w:t>الباب الاول وهب ثلاثة رجال</w:t>
      </w:r>
      <w:bookmarkEnd w:id="286"/>
      <w:bookmarkEnd w:id="287"/>
    </w:p>
    <w:p w:rsidR="00F04D17" w:rsidRDefault="00F04D17" w:rsidP="00F04D17">
      <w:pPr>
        <w:pStyle w:val="libNormal"/>
        <w:rPr>
          <w:rtl/>
        </w:rPr>
      </w:pPr>
      <w:r>
        <w:rPr>
          <w:rtl/>
        </w:rPr>
        <w:t>1 - (وهب) بن جميع مولى إسحاق بن عمار.</w:t>
      </w:r>
    </w:p>
    <w:p w:rsidR="00F04D17" w:rsidRDefault="00F04D17" w:rsidP="00F04D17">
      <w:pPr>
        <w:pStyle w:val="libNormal"/>
        <w:rPr>
          <w:rtl/>
        </w:rPr>
      </w:pPr>
      <w:r>
        <w:rPr>
          <w:rtl/>
        </w:rPr>
        <w:t>قال الكشي قال محمد بن مسعود حدثنا علي بن الحسن وسألته عن وهب بن جميع؟ فقال ما سمعت فيه إلا خير</w:t>
      </w:r>
      <w:r w:rsidR="00CD27DE">
        <w:rPr>
          <w:rtl/>
        </w:rPr>
        <w:t>اً</w:t>
      </w:r>
      <w:r>
        <w:rPr>
          <w:rtl/>
        </w:rPr>
        <w:t>.</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2 - (وهب) بن عبد ربه.</w:t>
      </w:r>
    </w:p>
    <w:p w:rsidR="00F04D17" w:rsidRDefault="00F04D17" w:rsidP="00F04D17">
      <w:pPr>
        <w:pStyle w:val="libNormal"/>
        <w:rPr>
          <w:rtl/>
        </w:rPr>
      </w:pPr>
      <w:r>
        <w:rPr>
          <w:rtl/>
        </w:rPr>
        <w:t>قال أبوعمرو: شهاب وعبدالرحيم وعبدالخالق ووهب ولد عبد ربه من صلحاء الموالي.</w:t>
      </w:r>
    </w:p>
    <w:p w:rsidR="00F04D17" w:rsidRDefault="00F04D17" w:rsidP="00F04D17">
      <w:pPr>
        <w:pStyle w:val="libNormal"/>
        <w:rPr>
          <w:rtl/>
        </w:rPr>
      </w:pPr>
      <w:r>
        <w:rPr>
          <w:rtl/>
        </w:rPr>
        <w:t>وعن حمدويه بن نصير قال: سمعت بعض المشايخ يقول: وسألته عن وهب وشهاب وعبدالرحمان بني عبد ربه وإسماعيل بن عبدالخالق بن عبد ربه؟ فقال: كلهم خيار فاضلون كوفيون.</w:t>
      </w:r>
    </w:p>
    <w:p w:rsidR="00F04D17" w:rsidRDefault="00F04D17" w:rsidP="00F04D17">
      <w:pPr>
        <w:pStyle w:val="libNormal"/>
        <w:rPr>
          <w:rtl/>
        </w:rPr>
      </w:pPr>
      <w:r>
        <w:rPr>
          <w:rtl/>
        </w:rPr>
        <w:t>قال النجاشي: وهب بن عبد ربه ابن أبي ميمونة بن يسار بالياء المنقطة تحتها نقطتين والسين المهملة والراء الاسدي مولى بني نصر بن قعين أخو شهاب بن عبد ربه وعبدالخالق ثقة روى عن أبي جعفر وأبي عبدالله عليهما السلام.</w:t>
      </w:r>
    </w:p>
    <w:p w:rsidR="00F04D17" w:rsidRDefault="00F04D17" w:rsidP="00F04D17">
      <w:pPr>
        <w:pStyle w:val="libNormal"/>
        <w:rPr>
          <w:rtl/>
        </w:rPr>
      </w:pPr>
      <w:r>
        <w:rPr>
          <w:rtl/>
        </w:rPr>
        <w:t>3 - (وهب) بن محمد البزاز بالزاي قبل الالف وبعدها أبونصر بالنون والراء بعد الصاد القمي ثقة عين.</w:t>
      </w:r>
    </w:p>
    <w:p w:rsidR="00F04D17" w:rsidRDefault="00F04D17" w:rsidP="00F04D17">
      <w:pPr>
        <w:pStyle w:val="Heading3Center"/>
        <w:rPr>
          <w:rtl/>
        </w:rPr>
      </w:pPr>
      <w:bookmarkStart w:id="288" w:name="146"/>
      <w:bookmarkStart w:id="289" w:name="_Toc418412066"/>
      <w:r>
        <w:rPr>
          <w:rtl/>
        </w:rPr>
        <w:t>الباب الثانى في الآحاد أربعة رجال</w:t>
      </w:r>
      <w:bookmarkEnd w:id="288"/>
      <w:bookmarkEnd w:id="289"/>
    </w:p>
    <w:p w:rsidR="00F04D17" w:rsidRDefault="00F04D17" w:rsidP="00F04D17">
      <w:pPr>
        <w:pStyle w:val="libNormal"/>
        <w:rPr>
          <w:rtl/>
        </w:rPr>
      </w:pPr>
      <w:r>
        <w:rPr>
          <w:rtl/>
        </w:rPr>
        <w:t>1 - (وهيب) بن خالد البصري ثقة روى عن أبي عبدالله عليه السلام.</w:t>
      </w:r>
    </w:p>
    <w:p w:rsidR="00F04D17" w:rsidRDefault="00F04D17" w:rsidP="00F04D17">
      <w:pPr>
        <w:pStyle w:val="libNormal"/>
        <w:rPr>
          <w:rtl/>
        </w:rPr>
      </w:pPr>
      <w:r>
        <w:rPr>
          <w:rtl/>
        </w:rPr>
        <w:t>2 - (وليد) بن صبيح أبوالعباس كوفي ثقة روى عن أبي عبدالله عليه السلام.</w:t>
      </w:r>
    </w:p>
    <w:p w:rsidR="00F04D17" w:rsidRDefault="00F04D17" w:rsidP="00F04D17">
      <w:pPr>
        <w:pStyle w:val="libNormal"/>
        <w:rPr>
          <w:rtl/>
        </w:rPr>
      </w:pPr>
      <w:r>
        <w:rPr>
          <w:rtl/>
        </w:rPr>
        <w:t>3 - (وردان) بالراء بعد الواو قبل الدال المهملة أبوخالد الكابلي ولقبه كنكر بالنون بين الكافين والراء اخير</w:t>
      </w:r>
      <w:r w:rsidR="00CD27DE">
        <w:rPr>
          <w:rtl/>
        </w:rPr>
        <w:t>اً</w:t>
      </w:r>
      <w:r>
        <w:rPr>
          <w:rtl/>
        </w:rPr>
        <w:t>.</w:t>
      </w:r>
    </w:p>
    <w:p w:rsidR="00F04D17" w:rsidRDefault="00F04D17" w:rsidP="00F04D17">
      <w:pPr>
        <w:pStyle w:val="libNormal"/>
        <w:rPr>
          <w:rtl/>
        </w:rPr>
      </w:pPr>
      <w:r>
        <w:rPr>
          <w:rtl/>
        </w:rPr>
        <w:t>روى الكشي: انه من حواري علي بن الحسين عليه السلام.</w:t>
      </w:r>
    </w:p>
    <w:p w:rsidR="00F04D17" w:rsidRDefault="00F04D17" w:rsidP="00F04D17">
      <w:pPr>
        <w:pStyle w:val="libNormal"/>
        <w:rPr>
          <w:rtl/>
        </w:rPr>
      </w:pPr>
      <w:r>
        <w:rPr>
          <w:rtl/>
        </w:rPr>
        <w:t>وقال أيض</w:t>
      </w:r>
      <w:r w:rsidR="00CD27DE">
        <w:rPr>
          <w:rtl/>
        </w:rPr>
        <w:t>اً</w:t>
      </w:r>
      <w:r>
        <w:rPr>
          <w:rtl/>
        </w:rPr>
        <w:t>: قال الفضل بن شاذان: ولم يكن في زمن علي بن الحسين عليه السلام في أول أمره الا خمسة نفر، وعد منهم أبا خالد الكابلي وإسمه وردان ولقبه كنكر.</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4 - (واصل) قال الكشي: قال محمد بن مسعود حدثني أبوعلي المحمودي قال حدثني واصل قال: طلبت أباالحسن عليه السلام بالنورة فسددت مخرج الماء من الحمام إلى البئر ثم جمعت ذلك الماء وتلك النورة وذلك الشعر فشربت كله. وهذا يدل على علو إعتقاده والسند صحيح، فان أبا علي المحمودي ظاهر الجلالة وشرف المنزلة وعلو القدر.</w:t>
      </w:r>
    </w:p>
    <w:p w:rsidR="00F04D17" w:rsidRPr="00F04D17" w:rsidRDefault="00F04D17" w:rsidP="000F2669">
      <w:pPr>
        <w:pStyle w:val="Heading2Center"/>
        <w:rPr>
          <w:rtl/>
        </w:rPr>
      </w:pPr>
      <w:bookmarkStart w:id="290" w:name="147"/>
      <w:bookmarkStart w:id="291" w:name="_Toc418412067"/>
      <w:r>
        <w:rPr>
          <w:rtl/>
        </w:rPr>
        <w:t>الفصل السادس والعشرون في الهاء</w:t>
      </w:r>
      <w:bookmarkEnd w:id="290"/>
      <w:bookmarkEnd w:id="291"/>
    </w:p>
    <w:p w:rsidR="00F04D17" w:rsidRDefault="00F04D17" w:rsidP="00F04D17">
      <w:pPr>
        <w:pStyle w:val="libNormal"/>
        <w:rPr>
          <w:rtl/>
        </w:rPr>
      </w:pPr>
      <w:r>
        <w:rPr>
          <w:rtl/>
        </w:rPr>
        <w:t>وفيه خمسة أبواب:</w:t>
      </w:r>
    </w:p>
    <w:p w:rsidR="00F04D17" w:rsidRPr="00F04D17" w:rsidRDefault="00F04D17" w:rsidP="00F04D17">
      <w:pPr>
        <w:pStyle w:val="Heading3Center"/>
        <w:rPr>
          <w:rtl/>
        </w:rPr>
      </w:pPr>
      <w:bookmarkStart w:id="292" w:name="148"/>
      <w:bookmarkStart w:id="293" w:name="_Toc418412068"/>
      <w:r>
        <w:rPr>
          <w:rtl/>
        </w:rPr>
        <w:t>الباب الاول هشام ثلاثة رجال</w:t>
      </w:r>
      <w:bookmarkEnd w:id="292"/>
      <w:bookmarkEnd w:id="293"/>
    </w:p>
    <w:p w:rsidR="00F04D17" w:rsidRDefault="00F04D17" w:rsidP="00F04D17">
      <w:pPr>
        <w:pStyle w:val="libNormal"/>
        <w:rPr>
          <w:rtl/>
        </w:rPr>
      </w:pPr>
      <w:r>
        <w:rPr>
          <w:rtl/>
        </w:rPr>
        <w:t>1 - (هشام) بن الحكم أبومحمد مولى كندة وكان بنزيل بيني شيبان بالكوفة، وانتقل إلى بغداد سنة تسع وتسعين ومائة.</w:t>
      </w:r>
    </w:p>
    <w:p w:rsidR="00F04D17" w:rsidRDefault="00F04D17" w:rsidP="00F04D17">
      <w:pPr>
        <w:pStyle w:val="libNormal"/>
        <w:rPr>
          <w:rtl/>
        </w:rPr>
      </w:pPr>
      <w:r>
        <w:rPr>
          <w:rtl/>
        </w:rPr>
        <w:t>ويقال: ان في هذه السنة مات، ومولده كان بالكوفة ومنشاؤه واسط وتجارته بغداد ثم إنتقل اليها في آخر عمره ونزل قصر وضاح، روى عن أبي عبدالله وأبي الحسن عليهما السلام وكان ثقة في الروايات حسن التحقيق بهذا الامر، ورويت مدائح له جليلة عن الامامين الصادق والكاظم عليهما السلام وكان ممن فتق الكلام في الامامة، وهذب المذهب بالنظر، وكان حاذق</w:t>
      </w:r>
      <w:r w:rsidR="00CD27DE">
        <w:rPr>
          <w:rtl/>
        </w:rPr>
        <w:t>اً</w:t>
      </w:r>
      <w:r>
        <w:rPr>
          <w:rtl/>
        </w:rPr>
        <w:t xml:space="preserve"> بصناعة الكلام حاضر الجواب.</w:t>
      </w:r>
    </w:p>
    <w:p w:rsidR="00F04D17" w:rsidRDefault="00F04D17" w:rsidP="00F04D17">
      <w:pPr>
        <w:pStyle w:val="libNormal"/>
        <w:rPr>
          <w:rtl/>
        </w:rPr>
      </w:pPr>
      <w:r>
        <w:rPr>
          <w:rtl/>
        </w:rPr>
        <w:t>وقال الكشي: انه مولى كندة، مات سنة تسع وسبعين ومائة بالكوفة في ايام الرشيد، وترحم عليه الرضا عليه السلام. وروى الكشي عن العياشي محمد بن مسعود عن جعفر عن العمركي عن الحسين بن أبى لبابة عن داود أبي هاشم الجعفري قال: قلت لابي جعفر عليه السلام ما تقول في هشام بن الحكم؟ فقال: رحمه الله ما كان أذبه عن هذه الناحية. ورويت روايات اخر في مدحه، وأورد في خلافه أحاديث ذكرناها في كتابنا الكبير وأجبنا عنها، وهذا الرجل عندي عظيم الشأن رفيع المنزلة.</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2 - (هشام) بن سالم الجواليقي مولى بشر بن مروان أبوالحكم، كان من سبي الجوزجان، روى عن أبي عبدالله وأبي الحسن عليهما السلام ثقة ثقة.</w:t>
      </w:r>
    </w:p>
    <w:p w:rsidR="00F04D17" w:rsidRDefault="00F04D17" w:rsidP="00F04D17">
      <w:pPr>
        <w:pStyle w:val="libNormal"/>
        <w:rPr>
          <w:rtl/>
        </w:rPr>
      </w:pPr>
      <w:r>
        <w:rPr>
          <w:rtl/>
        </w:rPr>
        <w:t>3 - (هشام) بن محمد بن الصائب ابوالمنذر الناسب المشهور العالم المشهور بالعلم والفضل العارف بالايام، كان مختص</w:t>
      </w:r>
      <w:r w:rsidR="00CD27DE">
        <w:rPr>
          <w:rtl/>
        </w:rPr>
        <w:t>اً</w:t>
      </w:r>
      <w:r>
        <w:rPr>
          <w:rtl/>
        </w:rPr>
        <w:t xml:space="preserve"> بمذهبنا.</w:t>
      </w:r>
    </w:p>
    <w:p w:rsidR="00F04D17" w:rsidRDefault="00F04D17" w:rsidP="00F04D17">
      <w:pPr>
        <w:pStyle w:val="libNormal"/>
        <w:rPr>
          <w:rtl/>
        </w:rPr>
      </w:pPr>
      <w:r>
        <w:rPr>
          <w:rtl/>
        </w:rPr>
        <w:t>قال: إعتلك علة عظيمة نسيت علمي، فجلست إلى جعفر بن محمد (ع)، فسقاني العلم في كأس، فعاد إلي علمي.</w:t>
      </w:r>
    </w:p>
    <w:p w:rsidR="00F04D17" w:rsidRDefault="00F04D17" w:rsidP="00F04D17">
      <w:pPr>
        <w:pStyle w:val="libNormal"/>
        <w:rPr>
          <w:rtl/>
        </w:rPr>
      </w:pPr>
      <w:r>
        <w:rPr>
          <w:rtl/>
        </w:rPr>
        <w:t>وكان أبوعبدالله عليه السلام يقر به وبدنيه ويبسطه.</w:t>
      </w:r>
    </w:p>
    <w:p w:rsidR="00F04D17" w:rsidRDefault="00F04D17" w:rsidP="00F04D17">
      <w:pPr>
        <w:pStyle w:val="Heading3Center"/>
        <w:rPr>
          <w:rtl/>
        </w:rPr>
      </w:pPr>
      <w:bookmarkStart w:id="294" w:name="149"/>
      <w:bookmarkStart w:id="295" w:name="_Toc418412069"/>
      <w:r>
        <w:rPr>
          <w:rtl/>
        </w:rPr>
        <w:t>الباب الثاني هاشم رجلان</w:t>
      </w:r>
      <w:bookmarkEnd w:id="294"/>
      <w:bookmarkEnd w:id="295"/>
    </w:p>
    <w:p w:rsidR="00F04D17" w:rsidRDefault="00F04D17" w:rsidP="00F04D17">
      <w:pPr>
        <w:pStyle w:val="libNormal"/>
        <w:rPr>
          <w:rtl/>
        </w:rPr>
      </w:pPr>
      <w:r>
        <w:rPr>
          <w:rtl/>
        </w:rPr>
        <w:t>1 - (هاشم) بن عتبة بضم العين المهملة والتاء المنقطة فوقها نقطتين ابن أبي وقاص المرقال من أصحاب أميرالمؤمنين عليه السلام وسمي المرقال لانه كان يرقل في الحرب.</w:t>
      </w:r>
    </w:p>
    <w:p w:rsidR="00F04D17" w:rsidRDefault="00F04D17" w:rsidP="00F04D17">
      <w:pPr>
        <w:pStyle w:val="libNormal"/>
        <w:rPr>
          <w:rtl/>
        </w:rPr>
      </w:pPr>
      <w:r>
        <w:rPr>
          <w:rtl/>
        </w:rPr>
        <w:t>2 - (هاشم) بن المثنى كوفي ثقة روى عن أبي عبدالله عليه السلام.</w:t>
      </w:r>
    </w:p>
    <w:p w:rsidR="00F04D17" w:rsidRDefault="00F04D17" w:rsidP="00F04D17">
      <w:pPr>
        <w:pStyle w:val="Heading3Center"/>
        <w:rPr>
          <w:rtl/>
        </w:rPr>
      </w:pPr>
      <w:bookmarkStart w:id="296" w:name="150"/>
      <w:bookmarkStart w:id="297" w:name="_Toc418412070"/>
      <w:r>
        <w:rPr>
          <w:rtl/>
        </w:rPr>
        <w:t>الباب الثالث هيثم ثلاثة رجال</w:t>
      </w:r>
      <w:bookmarkEnd w:id="296"/>
      <w:bookmarkEnd w:id="297"/>
    </w:p>
    <w:p w:rsidR="00F04D17" w:rsidRDefault="00F04D17" w:rsidP="00F04D17">
      <w:pPr>
        <w:pStyle w:val="libNormal"/>
        <w:rPr>
          <w:rtl/>
        </w:rPr>
      </w:pPr>
      <w:r>
        <w:rPr>
          <w:rtl/>
        </w:rPr>
        <w:t>1 - (هيثم) بتقديم الياء المنقطة تحتها نقطتين ابن محمد الثمالي كوفي ثقة.</w:t>
      </w:r>
    </w:p>
    <w:p w:rsidR="00F04D17" w:rsidRDefault="00F04D17" w:rsidP="00F04D17">
      <w:pPr>
        <w:pStyle w:val="libNormal"/>
        <w:rPr>
          <w:rtl/>
        </w:rPr>
      </w:pPr>
      <w:r>
        <w:rPr>
          <w:rtl/>
        </w:rPr>
        <w:t>2 - (هيثم) بن عروة التميمي كوفي ثقة روى عن أبي عبدالله عليه السلام.</w:t>
      </w:r>
    </w:p>
    <w:p w:rsidR="00F04D17" w:rsidRDefault="00F04D17" w:rsidP="00F04D17">
      <w:pPr>
        <w:pStyle w:val="libNormal"/>
        <w:rPr>
          <w:rtl/>
        </w:rPr>
      </w:pPr>
      <w:r>
        <w:rPr>
          <w:rtl/>
        </w:rPr>
        <w:t>3 - (هيثم) بن أبي مسروق وإسم أبي مسروق عبدالله أبومحمد النهدي قريب الامر قال الكشي: قال حمدويه عن أصحابنا انه فاضل.</w:t>
      </w:r>
    </w:p>
    <w:p w:rsidR="00F04D17" w:rsidRDefault="00F04D17" w:rsidP="00F04D17">
      <w:pPr>
        <w:pStyle w:val="libNormal"/>
        <w:rPr>
          <w:rtl/>
        </w:rPr>
      </w:pPr>
      <w:r>
        <w:rPr>
          <w:rtl/>
        </w:rPr>
        <w:t>وقال الكشي: قال حمدويه لابي مسروق إبن يقال له اليثم سمعت أصحابنا يذكرونهما كلاهما فاضل.</w:t>
      </w:r>
    </w:p>
    <w:p w:rsidR="00F04D17" w:rsidRDefault="00F04D17" w:rsidP="00F04D17">
      <w:pPr>
        <w:pStyle w:val="libNormal"/>
        <w:rPr>
          <w:rtl/>
        </w:rPr>
      </w:pPr>
      <w:r>
        <w:rPr>
          <w:rtl/>
        </w:rPr>
        <w:br w:type="page"/>
      </w:r>
    </w:p>
    <w:p w:rsidR="00F04D17" w:rsidRDefault="00F04D17" w:rsidP="00F04D17">
      <w:pPr>
        <w:pStyle w:val="Heading3Center"/>
        <w:rPr>
          <w:rtl/>
        </w:rPr>
      </w:pPr>
      <w:bookmarkStart w:id="298" w:name="151"/>
      <w:bookmarkStart w:id="299" w:name="_Toc418412071"/>
      <w:r>
        <w:rPr>
          <w:rtl/>
        </w:rPr>
        <w:lastRenderedPageBreak/>
        <w:t>الباب الرابع هارون سبعة رجال</w:t>
      </w:r>
      <w:bookmarkEnd w:id="298"/>
      <w:bookmarkEnd w:id="299"/>
    </w:p>
    <w:p w:rsidR="00F04D17" w:rsidRDefault="00F04D17" w:rsidP="00F04D17">
      <w:pPr>
        <w:pStyle w:val="libNormal"/>
        <w:rPr>
          <w:rtl/>
        </w:rPr>
      </w:pPr>
      <w:r>
        <w:rPr>
          <w:rtl/>
        </w:rPr>
        <w:t>1 - (هارون) بن موسى بن أحمد بن سعيد بن سعيد من بني شيبان التلعكبري يكنى أبا محمد جليل القدر عظيم المنزلة واسع الرواية عديم النظر ثقة وجه أصحابنا معتمد عليه لا يطعن عليه في شئ، مات سنة خمس وثمانين وثلثمائة رحمه الله.</w:t>
      </w:r>
    </w:p>
    <w:p w:rsidR="00F04D17" w:rsidRDefault="00F04D17" w:rsidP="00F04D17">
      <w:pPr>
        <w:pStyle w:val="libNormal"/>
        <w:rPr>
          <w:rtl/>
        </w:rPr>
      </w:pPr>
      <w:r>
        <w:rPr>
          <w:rtl/>
        </w:rPr>
        <w:t>2 - (هارون) بن خارجة بالخاء المعجمة اولا والجيم بعد الراء كوفي ثقة.</w:t>
      </w:r>
    </w:p>
    <w:p w:rsidR="00F04D17" w:rsidRDefault="00F04D17" w:rsidP="00F04D17">
      <w:pPr>
        <w:pStyle w:val="libNormal"/>
        <w:rPr>
          <w:rtl/>
        </w:rPr>
      </w:pPr>
      <w:r>
        <w:rPr>
          <w:rtl/>
        </w:rPr>
        <w:t>3 - (هارون) بن حمزة الغنوي بالغين المعجمة والنون الصيرفي كوفي ثقة عين روى عن أبي عبدالله عليه السلام كوفي ثقة.</w:t>
      </w:r>
    </w:p>
    <w:p w:rsidR="00F04D17" w:rsidRDefault="00F04D17" w:rsidP="00F04D17">
      <w:pPr>
        <w:pStyle w:val="libNormal"/>
        <w:rPr>
          <w:rtl/>
        </w:rPr>
      </w:pPr>
      <w:r>
        <w:rPr>
          <w:rtl/>
        </w:rPr>
        <w:t>4 - (هارون) بن الجهم بن ثوبر بن أبي فاختة سعيد بن جهمان مولى ام هاني بنت أبي طالب، وأبوالجهم روى عن أبي عبدالله عليه السلام كوفي ثقة.</w:t>
      </w:r>
    </w:p>
    <w:p w:rsidR="00F04D17" w:rsidRDefault="00F04D17" w:rsidP="00F04D17">
      <w:pPr>
        <w:pStyle w:val="libNormal"/>
        <w:rPr>
          <w:rtl/>
        </w:rPr>
      </w:pPr>
      <w:r>
        <w:rPr>
          <w:rtl/>
        </w:rPr>
        <w:t>5 - (هارون) بن مسلم بن سعدان الكاتب السر من رائي كان ينزلها وأصله الانبار يكنى أبا القاسم ثقة وجه كان له مذهب في الجبر والتشبيه، لقي أبا محمد وأبا الحسن عليهما السلام.</w:t>
      </w:r>
    </w:p>
    <w:p w:rsidR="00F04D17" w:rsidRDefault="00F04D17" w:rsidP="00F04D17">
      <w:pPr>
        <w:pStyle w:val="libNormal"/>
        <w:rPr>
          <w:rtl/>
        </w:rPr>
      </w:pPr>
      <w:r>
        <w:rPr>
          <w:rtl/>
        </w:rPr>
        <w:t>6 - (هارون) بن الحسن بن محبوب بن وهب بن جعفر بن وهب البجلي مولى حرث بن عبدالله ثقة صدوق روى عن أبيه وعن الرجال.</w:t>
      </w:r>
    </w:p>
    <w:p w:rsidR="00F04D17" w:rsidRDefault="00F04D17" w:rsidP="00F04D17">
      <w:pPr>
        <w:pStyle w:val="libNormal"/>
        <w:rPr>
          <w:rtl/>
        </w:rPr>
      </w:pPr>
      <w:r>
        <w:rPr>
          <w:rtl/>
        </w:rPr>
        <w:t>7 - (هارون) بن عبدالعزيز أبوعلي الاراجني الكاتب مصري كان وجه</w:t>
      </w:r>
      <w:r w:rsidR="00CD27DE">
        <w:rPr>
          <w:rtl/>
        </w:rPr>
        <w:t>اً</w:t>
      </w:r>
      <w:r>
        <w:rPr>
          <w:rtl/>
        </w:rPr>
        <w:t xml:space="preserve"> في زمانه، مدحه المتنئ وله ابن اسمه علي وكان حسن التخصيص بمذهبنا.</w:t>
      </w:r>
    </w:p>
    <w:p w:rsidR="00F04D17" w:rsidRDefault="00F04D17" w:rsidP="00F04D17">
      <w:pPr>
        <w:pStyle w:val="Heading3Center"/>
        <w:rPr>
          <w:rtl/>
        </w:rPr>
      </w:pPr>
      <w:bookmarkStart w:id="300" w:name="152"/>
      <w:bookmarkStart w:id="301" w:name="_Toc418412072"/>
      <w:r>
        <w:rPr>
          <w:rtl/>
        </w:rPr>
        <w:t>الباب الخامس في الآحاد ثلاثة رجال</w:t>
      </w:r>
      <w:bookmarkEnd w:id="300"/>
      <w:bookmarkEnd w:id="301"/>
    </w:p>
    <w:p w:rsidR="00F04D17" w:rsidRDefault="00F04D17" w:rsidP="00F04D17">
      <w:pPr>
        <w:pStyle w:val="libNormal"/>
        <w:rPr>
          <w:rtl/>
        </w:rPr>
      </w:pPr>
      <w:r>
        <w:rPr>
          <w:rtl/>
        </w:rPr>
        <w:t xml:space="preserve">1 - (هند) بن الحجاج، روى الكشي </w:t>
      </w:r>
      <w:r w:rsidR="00CD27DE">
        <w:rPr>
          <w:rtl/>
        </w:rPr>
        <w:t>حديثاً</w:t>
      </w:r>
      <w:r>
        <w:rPr>
          <w:rtl/>
        </w:rPr>
        <w:t xml:space="preserve"> في طريقه نظر، ذكرناه في كتابنا الكبير، يشهد بان له بالكاظم عليه السلام إختصاص</w:t>
      </w:r>
      <w:r w:rsidR="00CD27DE">
        <w:rPr>
          <w:rtl/>
        </w:rPr>
        <w:t>اً</w:t>
      </w:r>
      <w:r>
        <w:rPr>
          <w:rtl/>
        </w:rPr>
        <w:t>.</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2 - (هلال) بن إبراهيم أبوالفتح الدلفي الوراق رجل لا بأس به، سمع الحديث وكان ثقة.</w:t>
      </w:r>
    </w:p>
    <w:p w:rsidR="00F04D17" w:rsidRDefault="00F04D17" w:rsidP="00F04D17">
      <w:pPr>
        <w:pStyle w:val="libNormal"/>
        <w:rPr>
          <w:rtl/>
        </w:rPr>
      </w:pPr>
      <w:r>
        <w:rPr>
          <w:rtl/>
        </w:rPr>
        <w:t>3 - (همامة) بن عبدالرحمان بن أبي عبدالله ميمون البصري ثقة.</w:t>
      </w:r>
    </w:p>
    <w:p w:rsidR="00F04D17" w:rsidRPr="00F04D17" w:rsidRDefault="00F04D17" w:rsidP="000F2669">
      <w:pPr>
        <w:pStyle w:val="Heading2Center"/>
        <w:rPr>
          <w:rtl/>
        </w:rPr>
      </w:pPr>
      <w:bookmarkStart w:id="302" w:name="153"/>
      <w:bookmarkStart w:id="303" w:name="_Toc418412073"/>
      <w:r>
        <w:rPr>
          <w:rtl/>
        </w:rPr>
        <w:t>الفصل السابع والعشرون في الياء</w:t>
      </w:r>
      <w:bookmarkEnd w:id="302"/>
      <w:bookmarkEnd w:id="303"/>
    </w:p>
    <w:p w:rsidR="00F04D17" w:rsidRDefault="00F04D17" w:rsidP="00F04D17">
      <w:pPr>
        <w:pStyle w:val="libNormal"/>
        <w:rPr>
          <w:rtl/>
        </w:rPr>
      </w:pPr>
      <w:r>
        <w:rPr>
          <w:rtl/>
        </w:rPr>
        <w:t>وفيه خمسة أبواب:</w:t>
      </w:r>
    </w:p>
    <w:p w:rsidR="00F04D17" w:rsidRPr="00F04D17" w:rsidRDefault="00F04D17" w:rsidP="00F04D17">
      <w:pPr>
        <w:pStyle w:val="Heading3Center"/>
        <w:rPr>
          <w:rtl/>
        </w:rPr>
      </w:pPr>
      <w:bookmarkStart w:id="304" w:name="154"/>
      <w:bookmarkStart w:id="305" w:name="_Toc418412074"/>
      <w:r>
        <w:rPr>
          <w:rtl/>
        </w:rPr>
        <w:t>الباب الاول يحيى سبعة عشر رجلا</w:t>
      </w:r>
      <w:bookmarkEnd w:id="304"/>
      <w:bookmarkEnd w:id="305"/>
    </w:p>
    <w:p w:rsidR="00F04D17" w:rsidRDefault="00F04D17" w:rsidP="00F04D17">
      <w:pPr>
        <w:pStyle w:val="libNormal"/>
        <w:rPr>
          <w:rtl/>
        </w:rPr>
      </w:pPr>
      <w:r>
        <w:rPr>
          <w:rtl/>
        </w:rPr>
        <w:t>1 - (يحيى) بن وتاب بالثاء المنقطة فوقها ثلاث نقط بعد الواو والمشددة والباء المنقطة تحتها نقطة واحدة بعد الالف قرأ على عبيد بن نضلة كان يقرأ عليه كل يوم آية ففرغ من القرآن في سبع وأربعين سنة، وكان يحيى بن وثاب مستقيما، ذكره الاعمش.</w:t>
      </w:r>
    </w:p>
    <w:p w:rsidR="00F04D17" w:rsidRDefault="00F04D17" w:rsidP="00F04D17">
      <w:pPr>
        <w:pStyle w:val="libNormal"/>
        <w:rPr>
          <w:rtl/>
        </w:rPr>
      </w:pPr>
      <w:r>
        <w:rPr>
          <w:rtl/>
        </w:rPr>
        <w:t>2 - (يحيى) الجرار مولى بجيلة من أصحاب أميرالمؤمنين عليه السلام وهو الذي روى ان عثمان قتل بنت رسول الله صلى الله عليه وآله ! وروى عنه الاعمش وغيره وكان مستقيما.</w:t>
      </w:r>
    </w:p>
    <w:p w:rsidR="00F04D17" w:rsidRDefault="00F04D17" w:rsidP="00F04D17">
      <w:pPr>
        <w:pStyle w:val="libNormal"/>
        <w:rPr>
          <w:rtl/>
        </w:rPr>
      </w:pPr>
      <w:r>
        <w:rPr>
          <w:rtl/>
        </w:rPr>
        <w:t>3 - (يحيى) بن عمران الهمداني يونسي.</w:t>
      </w:r>
    </w:p>
    <w:p w:rsidR="00F04D17" w:rsidRDefault="00F04D17" w:rsidP="00F04D17">
      <w:pPr>
        <w:pStyle w:val="libNormal"/>
        <w:rPr>
          <w:rtl/>
        </w:rPr>
      </w:pPr>
      <w:r>
        <w:rPr>
          <w:rtl/>
        </w:rPr>
        <w:t>4 - (يحيى) العلوي المكنى أبا محمد من بنى زيارة من أهل نيشابور جليل القدر عظيم الرياسة متكلم حاذق زاهد ورع له كتب كثيرة في الامامة وغيرها.</w:t>
      </w:r>
    </w:p>
    <w:p w:rsidR="00F04D17" w:rsidRDefault="00F04D17" w:rsidP="00F04D17">
      <w:pPr>
        <w:pStyle w:val="libNormal"/>
        <w:rPr>
          <w:rtl/>
        </w:rPr>
      </w:pPr>
      <w:r>
        <w:rPr>
          <w:rtl/>
        </w:rPr>
        <w:t>5 - (يحيى) بن ام الطويل.</w:t>
      </w:r>
    </w:p>
    <w:p w:rsidR="00F04D17" w:rsidRDefault="00F04D17" w:rsidP="00F04D17">
      <w:pPr>
        <w:pStyle w:val="libNormal"/>
        <w:rPr>
          <w:rtl/>
        </w:rPr>
      </w:pPr>
      <w:r>
        <w:rPr>
          <w:rtl/>
        </w:rPr>
        <w:t>روى الكشي: انه من حواري علي بن الحسين عليه السلام. قال الفضل بن شاذان: لم يكن في زمن علي بن الحسين عليه السلام في أول أمره إلا خمسة أنفس. ذكر من جملتهم يحيى بن ام الطويل.</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6 - (يحيى) بن عليم بضم العين غير المعجمة والياء المنقطة تحتها نقطتين بعد اللام الكلبي العليمي.</w:t>
      </w:r>
    </w:p>
    <w:p w:rsidR="00F04D17" w:rsidRDefault="00F04D17" w:rsidP="00F04D17">
      <w:pPr>
        <w:pStyle w:val="libNormal"/>
        <w:rPr>
          <w:rtl/>
        </w:rPr>
      </w:pPr>
      <w:r>
        <w:rPr>
          <w:rtl/>
        </w:rPr>
        <w:t>قال النجاشي: انه ثقة عين روى عن أبي عبدالله عليه السلام. وقال ابن الغضايري: انه روى عن أبي عبدالله عليه السلام. وهو ضعيف وعندي في قبول روايته توقف وان كان الارجح القبول.</w:t>
      </w:r>
    </w:p>
    <w:p w:rsidR="00F04D17" w:rsidRDefault="00F04D17" w:rsidP="00F04D17">
      <w:pPr>
        <w:pStyle w:val="libNormal"/>
        <w:rPr>
          <w:rtl/>
        </w:rPr>
      </w:pPr>
      <w:r>
        <w:rPr>
          <w:rtl/>
        </w:rPr>
        <w:t>7 - (يحيى) بن الحسن بن جعفر بن عبدالله بن الحسين بن علي بن الحسين بن علي إبن أبي طالب عليهما السلام أبوالحسين العالم الفاضل الصدوق روى عن الرضا عليه السلام 8 - (يحيى) بن زكريا شيبان أبوعبدالله الكندي العلاف الشيخ الثقة الصدوق لايطعن عليه.</w:t>
      </w:r>
    </w:p>
    <w:p w:rsidR="00F04D17" w:rsidRDefault="00F04D17" w:rsidP="00F04D17">
      <w:pPr>
        <w:pStyle w:val="libNormal"/>
        <w:rPr>
          <w:rtl/>
        </w:rPr>
      </w:pPr>
      <w:r>
        <w:rPr>
          <w:rtl/>
        </w:rPr>
        <w:t>9 - (يحيى) بن محمد بن أحمد بن محمد بن عبدالله بن الحسن بن علي بن أبي طالب عليه السلام أبومحمد كان فقيه</w:t>
      </w:r>
      <w:r w:rsidR="00CD27DE">
        <w:rPr>
          <w:rtl/>
        </w:rPr>
        <w:t>اً</w:t>
      </w:r>
      <w:r>
        <w:rPr>
          <w:rtl/>
        </w:rPr>
        <w:t xml:space="preserve"> عالم</w:t>
      </w:r>
      <w:r w:rsidR="00CD27DE">
        <w:rPr>
          <w:rtl/>
        </w:rPr>
        <w:t>اً</w:t>
      </w:r>
      <w:r>
        <w:rPr>
          <w:rtl/>
        </w:rPr>
        <w:t xml:space="preserve"> متكلم</w:t>
      </w:r>
      <w:r w:rsidR="00CD27DE">
        <w:rPr>
          <w:rtl/>
        </w:rPr>
        <w:t>اً</w:t>
      </w:r>
      <w:r>
        <w:rPr>
          <w:rtl/>
        </w:rPr>
        <w:t xml:space="preserve"> يسكن نيسابور.</w:t>
      </w:r>
    </w:p>
    <w:p w:rsidR="00F04D17" w:rsidRDefault="00F04D17" w:rsidP="00F04D17">
      <w:pPr>
        <w:pStyle w:val="libNormal"/>
        <w:rPr>
          <w:rtl/>
        </w:rPr>
      </w:pPr>
      <w:r>
        <w:rPr>
          <w:rtl/>
        </w:rPr>
        <w:t>10 - (يحيى) بن خلف الوابشي بالباء المنقطة تحتها نقطة قبل الشين المعجمة الهمداني ثقة كوفي.</w:t>
      </w:r>
    </w:p>
    <w:p w:rsidR="00F04D17" w:rsidRDefault="00F04D17" w:rsidP="00F04D17">
      <w:pPr>
        <w:pStyle w:val="libNormal"/>
        <w:rPr>
          <w:rtl/>
        </w:rPr>
      </w:pPr>
      <w:r>
        <w:rPr>
          <w:rtl/>
        </w:rPr>
        <w:t>11 - (يحيى) بن العلا البجلي الرازي أبوجعفر ثقة اصله كوفي.</w:t>
      </w:r>
    </w:p>
    <w:p w:rsidR="00F04D17" w:rsidRDefault="00F04D17" w:rsidP="00F04D17">
      <w:pPr>
        <w:pStyle w:val="libNormal"/>
        <w:rPr>
          <w:rtl/>
        </w:rPr>
      </w:pPr>
      <w:r>
        <w:rPr>
          <w:rtl/>
        </w:rPr>
        <w:t>12 - (يحيى) بن عمران بن علي بن أبي شعبة الحلبي روى عن أبي عبدالله عليه السلام وعن أبي الحسن عليه السلام ثقة صحيح الحديث.</w:t>
      </w:r>
    </w:p>
    <w:p w:rsidR="00F04D17" w:rsidRDefault="00F04D17" w:rsidP="00F04D17">
      <w:pPr>
        <w:pStyle w:val="libNormal"/>
        <w:rPr>
          <w:rtl/>
        </w:rPr>
      </w:pPr>
      <w:r>
        <w:rPr>
          <w:rtl/>
        </w:rPr>
        <w:t>13 - (يحيى) بن عبدالرحمان الازرق كوفي ثقة روى عن أبي عبدالله وأبي الحسن عليهما السلام.</w:t>
      </w:r>
    </w:p>
    <w:p w:rsidR="00F04D17" w:rsidRDefault="00F04D17" w:rsidP="00F04D17">
      <w:pPr>
        <w:pStyle w:val="libNormal"/>
        <w:rPr>
          <w:rtl/>
        </w:rPr>
      </w:pPr>
      <w:r>
        <w:rPr>
          <w:rtl/>
        </w:rPr>
        <w:t>14 - (يحيى) اللحام بالحاء المهملة الكوفي، روى عن أبي عبدالله عليه السلام ثقة.</w:t>
      </w:r>
    </w:p>
    <w:p w:rsidR="00F04D17" w:rsidRDefault="00F04D17" w:rsidP="00F04D17">
      <w:pPr>
        <w:pStyle w:val="libNormal"/>
        <w:rPr>
          <w:rtl/>
        </w:rPr>
      </w:pPr>
      <w:r>
        <w:rPr>
          <w:rtl/>
        </w:rPr>
        <w:t>15 - (يحيى) بن الحجاج الكرخي البغدادي ثقة وأخوه خالد روى عن أبي عبدالله عليه السلام.</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16 - (يحيى) بن هاشم كوفي قليل الحديث ثقة.</w:t>
      </w:r>
    </w:p>
    <w:p w:rsidR="00F04D17" w:rsidRDefault="00F04D17" w:rsidP="00F04D17">
      <w:pPr>
        <w:pStyle w:val="libNormal"/>
        <w:rPr>
          <w:rtl/>
        </w:rPr>
      </w:pPr>
      <w:r>
        <w:rPr>
          <w:rtl/>
        </w:rPr>
        <w:t>17 - (يحيى) بن إبراهيم بن أبي البلاد وإسم أبي البلاد يحيى مولى عبدالله بن غطفان ثقة هو وأبوه أحد القراء وكان يتحقق بأمرنا هذا.</w:t>
      </w:r>
    </w:p>
    <w:p w:rsidR="00F04D17" w:rsidRDefault="00F04D17" w:rsidP="00F04D17">
      <w:pPr>
        <w:pStyle w:val="Heading3Center"/>
        <w:rPr>
          <w:rtl/>
        </w:rPr>
      </w:pPr>
      <w:bookmarkStart w:id="306" w:name="155"/>
      <w:bookmarkStart w:id="307" w:name="_Toc418412075"/>
      <w:r>
        <w:rPr>
          <w:rtl/>
        </w:rPr>
        <w:t>الباب الثانى يزيد أربعة رجال</w:t>
      </w:r>
      <w:bookmarkEnd w:id="306"/>
      <w:bookmarkEnd w:id="307"/>
    </w:p>
    <w:p w:rsidR="00F04D17" w:rsidRDefault="00F04D17" w:rsidP="00F04D17">
      <w:pPr>
        <w:pStyle w:val="libNormal"/>
        <w:rPr>
          <w:rtl/>
        </w:rPr>
      </w:pPr>
      <w:r>
        <w:rPr>
          <w:rtl/>
        </w:rPr>
        <w:t>1 - (يزيد) بن نويرة بالنون المضمومة والياء المنقطة تحتها نقطتين بعد الواو قبل الراء من أصحاب أميرالمؤمنين عليه السلام قتل يوم النهروان، الذي قال له رسول الله صلى الله عليه وآله: من جاوز هذا التل فله الجنة، فقال لرسول الله صلى الله عليه وآله:، ما بيني وبين الجنة إلا التل، فقال له رسول الله صلى الله عليه وآله: نعم فضرب بسيفه حتى جاوزه. ثم قال ابن عم له. ان أنا جاوزت فلي مثل ما لا إبن عمي؟ فقال له رسول الله صلى الله عليه وآله: نعم، فمضى حتى جاوزه. ثم أقبلا يختصمان في قتل قتلاه؟ فقال لهما رسول الله صلى الله عليه وآله. أبشركما كلاكما قد إستوجب الجنة.</w:t>
      </w:r>
    </w:p>
    <w:p w:rsidR="00F04D17" w:rsidRDefault="00F04D17" w:rsidP="00F04D17">
      <w:pPr>
        <w:pStyle w:val="libNormal"/>
        <w:rPr>
          <w:rtl/>
        </w:rPr>
      </w:pPr>
      <w:r>
        <w:rPr>
          <w:rtl/>
        </w:rPr>
        <w:t>2 - (يزيد) بن حماد الانباري السلمي أبويعقوب الكاتب ثقة.</w:t>
      </w:r>
    </w:p>
    <w:p w:rsidR="00F04D17" w:rsidRDefault="00F04D17" w:rsidP="00F04D17">
      <w:pPr>
        <w:pStyle w:val="libNormal"/>
        <w:rPr>
          <w:rtl/>
        </w:rPr>
      </w:pPr>
      <w:r>
        <w:rPr>
          <w:rtl/>
        </w:rPr>
        <w:t>3 - (يزيد) بن إسحاق شعر بالشين المعجمة والعين المهملة والراء.</w:t>
      </w:r>
    </w:p>
    <w:p w:rsidR="00F04D17" w:rsidRDefault="00F04D17" w:rsidP="00F04D17">
      <w:pPr>
        <w:pStyle w:val="libNormal"/>
        <w:rPr>
          <w:rtl/>
        </w:rPr>
      </w:pPr>
      <w:r>
        <w:rPr>
          <w:rtl/>
        </w:rPr>
        <w:t>روى الكشي عن حمدويه عن الحسن بن موسى عن يزيد بن إسحاق انه كان من أرفع الناس لهذا الامر، وان اخاه محمد كان يقول بحياة الكاظم عليه السلام، فدعا الرضا عليه السلام له، حتى قال بالحق.</w:t>
      </w:r>
    </w:p>
    <w:p w:rsidR="00F04D17" w:rsidRDefault="00F04D17" w:rsidP="00F04D17">
      <w:pPr>
        <w:pStyle w:val="libNormal"/>
        <w:rPr>
          <w:rtl/>
        </w:rPr>
      </w:pPr>
      <w:r>
        <w:rPr>
          <w:rtl/>
        </w:rPr>
        <w:t>4 - (يزيد) أبوخالد القماط.</w:t>
      </w:r>
    </w:p>
    <w:p w:rsidR="00F04D17" w:rsidRDefault="00F04D17" w:rsidP="00F04D17">
      <w:pPr>
        <w:pStyle w:val="libNormal"/>
        <w:rPr>
          <w:rtl/>
        </w:rPr>
      </w:pPr>
      <w:r>
        <w:rPr>
          <w:rtl/>
        </w:rPr>
        <w:t>قال حمدويه وإسم أبي خالد القماط يزيد مولى بني عجل بن لجيم كوفي ثقة روى عن أبي عبدالله عليه السلام ناظر زيدي</w:t>
      </w:r>
      <w:r w:rsidR="00CD27DE">
        <w:rPr>
          <w:rtl/>
        </w:rPr>
        <w:t>اً</w:t>
      </w:r>
      <w:r>
        <w:rPr>
          <w:rtl/>
        </w:rPr>
        <w:t xml:space="preserve"> ! فظهر عليه فأعجب الصادق عليه السلام.</w:t>
      </w:r>
    </w:p>
    <w:p w:rsidR="00F04D17" w:rsidRDefault="00F04D17" w:rsidP="00F04D17">
      <w:pPr>
        <w:pStyle w:val="libNormal"/>
        <w:rPr>
          <w:rtl/>
        </w:rPr>
      </w:pPr>
      <w:r>
        <w:rPr>
          <w:rtl/>
        </w:rPr>
        <w:br w:type="page"/>
      </w:r>
    </w:p>
    <w:p w:rsidR="00F04D17" w:rsidRDefault="00F04D17" w:rsidP="00F04D17">
      <w:pPr>
        <w:pStyle w:val="Heading3Center"/>
        <w:rPr>
          <w:rtl/>
        </w:rPr>
      </w:pPr>
      <w:bookmarkStart w:id="308" w:name="156"/>
      <w:bookmarkStart w:id="309" w:name="_Toc418412076"/>
      <w:r>
        <w:rPr>
          <w:rtl/>
        </w:rPr>
        <w:lastRenderedPageBreak/>
        <w:t>الباب الثالث يوسف ثلاثة رجال</w:t>
      </w:r>
      <w:bookmarkEnd w:id="308"/>
      <w:bookmarkEnd w:id="309"/>
    </w:p>
    <w:p w:rsidR="00F04D17" w:rsidRDefault="00F04D17" w:rsidP="00F04D17">
      <w:pPr>
        <w:pStyle w:val="libNormal"/>
        <w:rPr>
          <w:rtl/>
        </w:rPr>
      </w:pPr>
      <w:r>
        <w:rPr>
          <w:rtl/>
        </w:rPr>
        <w:t>1 - (يوسف) بن عقيل البجلي كوفي ثقة قليل الحديث.</w:t>
      </w:r>
    </w:p>
    <w:p w:rsidR="00F04D17" w:rsidRDefault="00F04D17" w:rsidP="00F04D17">
      <w:pPr>
        <w:pStyle w:val="libNormal"/>
        <w:rPr>
          <w:rtl/>
        </w:rPr>
      </w:pPr>
      <w:r>
        <w:rPr>
          <w:rtl/>
        </w:rPr>
        <w:t>يقول القميون ان له كتابا . والظاهر ان الكتاب لمحمد بن قيس.</w:t>
      </w:r>
    </w:p>
    <w:p w:rsidR="00F04D17" w:rsidRDefault="00F04D17" w:rsidP="00F04D17">
      <w:pPr>
        <w:pStyle w:val="libNormal"/>
        <w:rPr>
          <w:rtl/>
        </w:rPr>
      </w:pPr>
      <w:r>
        <w:rPr>
          <w:rtl/>
        </w:rPr>
        <w:t>2 - (يوسف) بن ثابت بالثاء المنقطة فوقها ثلاث نقط ابن أبي سعدة أبو امية كوفى ثقة روى عن ابي عبدالله عليه السلام.</w:t>
      </w:r>
    </w:p>
    <w:p w:rsidR="00F04D17" w:rsidRDefault="00F04D17" w:rsidP="00F04D17">
      <w:pPr>
        <w:pStyle w:val="libNormal"/>
        <w:rPr>
          <w:rtl/>
        </w:rPr>
      </w:pPr>
      <w:r>
        <w:rPr>
          <w:rtl/>
        </w:rPr>
        <w:t>3 - (يوسف) بن عمار بن حنان ثقة.</w:t>
      </w:r>
    </w:p>
    <w:p w:rsidR="00F04D17" w:rsidRDefault="00F04D17" w:rsidP="00F04D17">
      <w:pPr>
        <w:pStyle w:val="Heading3Center"/>
        <w:rPr>
          <w:rtl/>
        </w:rPr>
      </w:pPr>
      <w:bookmarkStart w:id="310" w:name="157"/>
      <w:bookmarkStart w:id="311" w:name="_Toc418412077"/>
      <w:r>
        <w:rPr>
          <w:rtl/>
        </w:rPr>
        <w:t>الباب الرابع يونس اربعة رجال</w:t>
      </w:r>
      <w:bookmarkEnd w:id="310"/>
      <w:bookmarkEnd w:id="311"/>
    </w:p>
    <w:p w:rsidR="00F04D17" w:rsidRDefault="00F04D17" w:rsidP="00F04D17">
      <w:pPr>
        <w:pStyle w:val="libNormal"/>
        <w:rPr>
          <w:rtl/>
        </w:rPr>
      </w:pPr>
      <w:r>
        <w:rPr>
          <w:rtl/>
        </w:rPr>
        <w:t>1 - (يونس) بن عبدالرحمان مولى علي بن يقطين أبومحمد كان وجه</w:t>
      </w:r>
      <w:r w:rsidR="00CD27DE">
        <w:rPr>
          <w:rtl/>
        </w:rPr>
        <w:t>اً</w:t>
      </w:r>
      <w:r>
        <w:rPr>
          <w:rtl/>
        </w:rPr>
        <w:t xml:space="preserve"> في أصحابنا متقدم</w:t>
      </w:r>
      <w:r w:rsidR="00CD27DE">
        <w:rPr>
          <w:rtl/>
        </w:rPr>
        <w:t>اً</w:t>
      </w:r>
      <w:r>
        <w:rPr>
          <w:rtl/>
        </w:rPr>
        <w:t xml:space="preserve"> عظيم المنزلة روى عن أبي الحسن موسى وعن الرضا عليهما السلام. وكان الرضا عليه السلام يشير إليه في العلم والفتيا وكان ممن بذل له على الوقف مال جليل، فامتنع من أخذه وثبت على الحق.</w:t>
      </w:r>
    </w:p>
    <w:p w:rsidR="00F04D17" w:rsidRDefault="00F04D17" w:rsidP="00F04D17">
      <w:pPr>
        <w:pStyle w:val="libNormal"/>
        <w:rPr>
          <w:rtl/>
        </w:rPr>
      </w:pPr>
      <w:r>
        <w:rPr>
          <w:rtl/>
        </w:rPr>
        <w:t>روى المفيد عن أبي القاسم جعفر بن محمد بن قولويه عن علي بن الحسين بن بابويه عن عبدالله بن جعفر الحميري رحمهم الله قال: قال لنا أبوهاشم داود بن القاسم الجعفري رحمه الله عرضت على أبي محمد صاحب العسكر عليه السلام كتاب يوم وليلة ليونس؟ فقال تصنيف من هذا؟ قلت تصنيف يونس مولى آل يقطين، فقال أعطاه الله بكل حرف نور</w:t>
      </w:r>
      <w:r w:rsidR="00CD27DE">
        <w:rPr>
          <w:rtl/>
        </w:rPr>
        <w:t>اً</w:t>
      </w:r>
      <w:r>
        <w:rPr>
          <w:rtl/>
        </w:rPr>
        <w:t xml:space="preserve"> يوم القيامة. مات يونس بن عبدالرحمان سنة ثمان ومأتين رحمه الله وقدس روحه.</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 xml:space="preserve">وروي الكشي </w:t>
      </w:r>
      <w:r w:rsidR="00CD27DE">
        <w:rPr>
          <w:rtl/>
        </w:rPr>
        <w:t>حديثاً</w:t>
      </w:r>
      <w:r>
        <w:rPr>
          <w:rtl/>
        </w:rPr>
        <w:t xml:space="preserve"> صحيح</w:t>
      </w:r>
      <w:r w:rsidR="00CD27DE">
        <w:rPr>
          <w:rtl/>
        </w:rPr>
        <w:t>اً</w:t>
      </w:r>
      <w:r>
        <w:rPr>
          <w:rtl/>
        </w:rPr>
        <w:t xml:space="preserve"> عن علي بن محمد القتيبي قال حدثني الفضل بن شاذان قال حدثني عبدالعزيز بن المهتدي وكان خير قمي رأيته وكان وكيل الرضا عليه السلام وخاصته قال سألت الرضا عليه السلام فقلت اني لا ألقاك كل وقت، فعن من آخذ معالم ديني؟ فقال: خذ من يونس بن عبدالرحمان.</w:t>
      </w:r>
    </w:p>
    <w:p w:rsidR="00F04D17" w:rsidRDefault="00F04D17" w:rsidP="00F04D17">
      <w:pPr>
        <w:pStyle w:val="libNormal"/>
        <w:rPr>
          <w:rtl/>
        </w:rPr>
      </w:pPr>
      <w:r>
        <w:rPr>
          <w:rtl/>
        </w:rPr>
        <w:t>وفي حديث صحيح عن علي بن محمد القتيبي عن الفضل بن شاذان عن محمد بن الحسن الواسطي وجعفر بن عيسى و محمد بن يونس: ان الرضا عليه السلام ضمن ليونس الجنة ثلاث مرات.</w:t>
      </w:r>
    </w:p>
    <w:p w:rsidR="00F04D17" w:rsidRDefault="00F04D17" w:rsidP="00F04D17">
      <w:pPr>
        <w:pStyle w:val="libNormal"/>
        <w:rPr>
          <w:rtl/>
        </w:rPr>
      </w:pPr>
      <w:r>
        <w:rPr>
          <w:rtl/>
        </w:rPr>
        <w:t>وقد روى الكشي ما ينافي ذلك، ذكرناه في كتابنا الكبير وأجبنا عنه.</w:t>
      </w:r>
    </w:p>
    <w:p w:rsidR="00F04D17" w:rsidRDefault="00F04D17" w:rsidP="00F04D17">
      <w:pPr>
        <w:pStyle w:val="libNormal"/>
        <w:rPr>
          <w:rtl/>
        </w:rPr>
      </w:pPr>
      <w:r>
        <w:rPr>
          <w:rtl/>
        </w:rPr>
        <w:t>2 - (يونس) بن يعقوب بن قيس أبوعلي الجلاب البجلي الدهني، إختلف علماؤنا فيه.</w:t>
      </w:r>
    </w:p>
    <w:p w:rsidR="00F04D17" w:rsidRDefault="00F04D17" w:rsidP="00F04D17">
      <w:pPr>
        <w:pStyle w:val="libNormal"/>
        <w:rPr>
          <w:rtl/>
        </w:rPr>
      </w:pPr>
      <w:r>
        <w:rPr>
          <w:rtl/>
        </w:rPr>
        <w:t>فقال الشيخ الطوسى رحمه الله: انه ثقة مولى شهد له وعد له في عدة مواضع وقال النجاشي: انه اختص بأبي عبدالله عليه السلام وأبي الحسن عليه السلام وكان يتوكل لابي الحسن عليه السلام ومات في المدينة قريب</w:t>
      </w:r>
      <w:r w:rsidR="00CD27DE">
        <w:rPr>
          <w:rtl/>
        </w:rPr>
        <w:t>اً</w:t>
      </w:r>
      <w:r>
        <w:rPr>
          <w:rtl/>
        </w:rPr>
        <w:t xml:space="preserve"> من الرضا علية السلام فتولى أمره وكان حظي</w:t>
      </w:r>
      <w:r w:rsidR="00CD27DE">
        <w:rPr>
          <w:rtl/>
        </w:rPr>
        <w:t>اً</w:t>
      </w:r>
      <w:r>
        <w:rPr>
          <w:rtl/>
        </w:rPr>
        <w:t xml:space="preserve"> عندهم موثق</w:t>
      </w:r>
      <w:r w:rsidR="00CD27DE">
        <w:rPr>
          <w:rtl/>
        </w:rPr>
        <w:t>اً</w:t>
      </w:r>
      <w:r>
        <w:rPr>
          <w:rtl/>
        </w:rPr>
        <w:t xml:space="preserve"> وكان قد قال بعبدالله ثم رجع.</w:t>
      </w:r>
    </w:p>
    <w:p w:rsidR="00F04D17" w:rsidRDefault="00F04D17" w:rsidP="00F04D17">
      <w:pPr>
        <w:pStyle w:val="libNormal"/>
        <w:rPr>
          <w:rtl/>
        </w:rPr>
      </w:pPr>
      <w:r>
        <w:rPr>
          <w:rtl/>
        </w:rPr>
        <w:t>وقال أبو جعفر بن بابويه: انه فطحي هو واخوه يوسف.</w:t>
      </w:r>
    </w:p>
    <w:p w:rsidR="00F04D17" w:rsidRDefault="00F04D17" w:rsidP="00F04D17">
      <w:pPr>
        <w:pStyle w:val="libNormal"/>
        <w:rPr>
          <w:rtl/>
        </w:rPr>
      </w:pPr>
      <w:r>
        <w:rPr>
          <w:rtl/>
        </w:rPr>
        <w:t>قال الكشي حدثني حمدويه عن بعض أصحابنا ان يونس بن يعقوب فطحي كوفي مات بالمدينة وكفنه الرضا عليه السلام. وروى الكشي أحاديث حسنة تدل على صحة عقيدة هذا الرجل والذي أعتمد عليه قبول روايته.</w:t>
      </w:r>
    </w:p>
    <w:p w:rsidR="00F04D17" w:rsidRDefault="00F04D17" w:rsidP="00F04D17">
      <w:pPr>
        <w:pStyle w:val="libNormal"/>
        <w:rPr>
          <w:rtl/>
        </w:rPr>
      </w:pPr>
      <w:r>
        <w:rPr>
          <w:rtl/>
        </w:rPr>
        <w:t>3 - (يونس) بن علي القطان أبوعبدالله كان ينزل بالكوفة طاق حيان هو بيطار حيان، قريب الامر.</w:t>
      </w:r>
    </w:p>
    <w:p w:rsidR="00F04D17" w:rsidRDefault="00F04D17" w:rsidP="00F04D17">
      <w:pPr>
        <w:pStyle w:val="libNormal"/>
        <w:rPr>
          <w:rtl/>
        </w:rPr>
      </w:pPr>
      <w:r>
        <w:rPr>
          <w:rtl/>
        </w:rPr>
        <w:t>4 - (يونس) بن رباط بالباء المنقطة تحتها نقطة بعد الراء والطاء المهملة اخير</w:t>
      </w:r>
      <w:r w:rsidR="00CD27DE">
        <w:rPr>
          <w:rtl/>
        </w:rPr>
        <w:t>اً</w:t>
      </w:r>
      <w:r>
        <w:rPr>
          <w:rtl/>
        </w:rPr>
        <w:t xml:space="preserve"> البجلي مولاهم كوفي ثقة روى عن أبي عبدالله عليه السلام.</w:t>
      </w:r>
    </w:p>
    <w:p w:rsidR="00F04D17" w:rsidRDefault="00F04D17" w:rsidP="00F04D17">
      <w:pPr>
        <w:pStyle w:val="libNormal"/>
        <w:rPr>
          <w:rtl/>
        </w:rPr>
      </w:pPr>
      <w:r>
        <w:rPr>
          <w:rtl/>
        </w:rPr>
        <w:br w:type="page"/>
      </w:r>
    </w:p>
    <w:p w:rsidR="00F04D17" w:rsidRDefault="00F04D17" w:rsidP="00F04D17">
      <w:pPr>
        <w:pStyle w:val="Heading3Center"/>
        <w:rPr>
          <w:rtl/>
        </w:rPr>
      </w:pPr>
      <w:bookmarkStart w:id="312" w:name="158"/>
      <w:bookmarkStart w:id="313" w:name="_Toc418412078"/>
      <w:r>
        <w:rPr>
          <w:rtl/>
        </w:rPr>
        <w:lastRenderedPageBreak/>
        <w:t>الباب الخامس يعقوب سبعة رجال</w:t>
      </w:r>
      <w:bookmarkEnd w:id="312"/>
      <w:bookmarkEnd w:id="313"/>
    </w:p>
    <w:p w:rsidR="00F04D17" w:rsidRDefault="00F04D17" w:rsidP="00F04D17">
      <w:pPr>
        <w:pStyle w:val="libNormal"/>
        <w:rPr>
          <w:rtl/>
        </w:rPr>
      </w:pPr>
      <w:r>
        <w:rPr>
          <w:rtl/>
        </w:rPr>
        <w:t>1 - (يعقوب) بن يزيد بن حماد الانباري السلمي أبويوسف الكاتب من كتاب المنتصر.</w:t>
      </w:r>
    </w:p>
    <w:p w:rsidR="00F04D17" w:rsidRDefault="00F04D17" w:rsidP="00F04D17">
      <w:pPr>
        <w:pStyle w:val="libNormal"/>
        <w:rPr>
          <w:rtl/>
        </w:rPr>
      </w:pPr>
      <w:r>
        <w:rPr>
          <w:rtl/>
        </w:rPr>
        <w:t>وقال الكشي عن ابن مسعود عن الحسن بن علي بن فضال انه كان كاتب</w:t>
      </w:r>
      <w:r w:rsidR="00CD27DE">
        <w:rPr>
          <w:rtl/>
        </w:rPr>
        <w:t>اً</w:t>
      </w:r>
      <w:r>
        <w:rPr>
          <w:rtl/>
        </w:rPr>
        <w:t xml:space="preserve"> لابي دلف القاسم وكان يعقوب من أصحاب الرضا عليه السلام وروى يعقوب عن أبي جعفر الثاني عليه السلام وانتقل إلى بغداد وكان ثقة صدوق</w:t>
      </w:r>
      <w:r w:rsidR="00CD27DE">
        <w:rPr>
          <w:rtl/>
        </w:rPr>
        <w:t>اً</w:t>
      </w:r>
      <w:r>
        <w:rPr>
          <w:rtl/>
        </w:rPr>
        <w:t xml:space="preserve"> وكذلك أبوه يعقوب بن يقطين من أصحاب الرضا عليه السلام ثقة.</w:t>
      </w:r>
    </w:p>
    <w:p w:rsidR="00F04D17" w:rsidRDefault="00F04D17" w:rsidP="00F04D17">
      <w:pPr>
        <w:pStyle w:val="libNormal"/>
        <w:rPr>
          <w:rtl/>
        </w:rPr>
      </w:pPr>
      <w:r>
        <w:rPr>
          <w:rtl/>
        </w:rPr>
        <w:t>2 - (يعقوب) بن سالم الاحمر اخو اسباط بن سالم ثقة من أصحاب أبي عبدالله عليه السلام.</w:t>
      </w:r>
    </w:p>
    <w:p w:rsidR="00F04D17" w:rsidRDefault="00F04D17" w:rsidP="00F04D17">
      <w:pPr>
        <w:pStyle w:val="libNormal"/>
        <w:rPr>
          <w:rtl/>
        </w:rPr>
      </w:pPr>
      <w:r>
        <w:rPr>
          <w:rtl/>
        </w:rPr>
        <w:t>3 - (يعقوب) بن الياس.</w:t>
      </w:r>
    </w:p>
    <w:p w:rsidR="00F04D17" w:rsidRDefault="00F04D17" w:rsidP="00F04D17">
      <w:pPr>
        <w:pStyle w:val="libNormal"/>
        <w:rPr>
          <w:rtl/>
        </w:rPr>
      </w:pPr>
      <w:r>
        <w:rPr>
          <w:rtl/>
        </w:rPr>
        <w:t>4 - (يعقوب) بن نعيم قرقارة بالقاف قبل الراء وبعدها والراء الاخرى بعد الالف الكاتب أبو يوسف كان جليلا في أصحابنا ثقة في الحديث روى عن الرضا عليه السلام.</w:t>
      </w:r>
    </w:p>
    <w:p w:rsidR="00F04D17" w:rsidRDefault="00F04D17" w:rsidP="00F04D17">
      <w:pPr>
        <w:pStyle w:val="libNormal"/>
        <w:rPr>
          <w:rtl/>
        </w:rPr>
      </w:pPr>
      <w:r>
        <w:rPr>
          <w:rtl/>
        </w:rPr>
        <w:t>5 - (يعقوب) بن إسحاق بن السكيت بالسين المهملة والكاف والياء المنقطة تحتها نقطتين أبويوسف كان متقدم</w:t>
      </w:r>
      <w:r w:rsidR="00CD27DE">
        <w:rPr>
          <w:rtl/>
        </w:rPr>
        <w:t>اً</w:t>
      </w:r>
      <w:r>
        <w:rPr>
          <w:rtl/>
        </w:rPr>
        <w:t xml:space="preserve"> عند أبي جعفر الثاني عليه السلام وأبي الحسن عليه السلام وكانا يختصان به، وله عن أبي جعفر (ع) رواية ومسائل، قتله المتوكل ! لاجل التشيع: وأمره مشهور وكان عالم</w:t>
      </w:r>
      <w:r w:rsidR="00CD27DE">
        <w:rPr>
          <w:rtl/>
        </w:rPr>
        <w:t>اً</w:t>
      </w:r>
      <w:r>
        <w:rPr>
          <w:rtl/>
        </w:rPr>
        <w:t xml:space="preserve"> بالعربية واللغة ثقة مصدق</w:t>
      </w:r>
      <w:r w:rsidR="00CD27DE">
        <w:rPr>
          <w:rtl/>
        </w:rPr>
        <w:t>اً</w:t>
      </w:r>
      <w:r>
        <w:rPr>
          <w:rtl/>
        </w:rPr>
        <w:t xml:space="preserve"> لا يطعن عليه.</w:t>
      </w:r>
    </w:p>
    <w:p w:rsidR="00F04D17" w:rsidRDefault="00F04D17" w:rsidP="00F04D17">
      <w:pPr>
        <w:pStyle w:val="libNormal"/>
        <w:rPr>
          <w:rtl/>
        </w:rPr>
      </w:pPr>
      <w:r>
        <w:rPr>
          <w:rtl/>
        </w:rPr>
        <w:t>6 - (يعقوب) بن شعيب بن ميثم بن يحيى التمار مولى بني أسد أبومحمد ثقة روى عن أبي عبدالله عليه السلام.</w:t>
      </w:r>
    </w:p>
    <w:p w:rsidR="00F04D17" w:rsidRDefault="00F04D17" w:rsidP="00F04D17">
      <w:pPr>
        <w:pStyle w:val="libNormal"/>
        <w:rPr>
          <w:rtl/>
        </w:rPr>
      </w:pPr>
      <w:r>
        <w:rPr>
          <w:rtl/>
        </w:rPr>
        <w:t>7 - (يعقوب) بن السراج كوفي ثقة، قاله النجاشي.</w:t>
      </w:r>
    </w:p>
    <w:p w:rsidR="00FF6DC3" w:rsidRDefault="00F04D17" w:rsidP="00F04D17">
      <w:pPr>
        <w:pStyle w:val="libNormal"/>
        <w:rPr>
          <w:rtl/>
        </w:rPr>
      </w:pPr>
      <w:r>
        <w:rPr>
          <w:rtl/>
        </w:rPr>
        <w:t>وقال ابن الغضايري: انه كوفي ضعيف. والاقرب عندي قبول روايته.</w:t>
      </w:r>
    </w:p>
    <w:p w:rsidR="00FF6DC3" w:rsidRDefault="00FF6DC3" w:rsidP="00FF6DC3">
      <w:pPr>
        <w:pStyle w:val="libNormal"/>
        <w:rPr>
          <w:rtl/>
        </w:rPr>
      </w:pPr>
      <w:r>
        <w:rPr>
          <w:rtl/>
        </w:rPr>
        <w:br w:type="page"/>
      </w:r>
    </w:p>
    <w:p w:rsidR="00F04D17" w:rsidRPr="00F04D17" w:rsidRDefault="00F04D17" w:rsidP="000F2669">
      <w:pPr>
        <w:pStyle w:val="Heading2Center"/>
        <w:rPr>
          <w:rtl/>
        </w:rPr>
      </w:pPr>
      <w:bookmarkStart w:id="314" w:name="159"/>
      <w:bookmarkStart w:id="315" w:name="_Toc418412079"/>
      <w:r>
        <w:rPr>
          <w:rtl/>
        </w:rPr>
        <w:lastRenderedPageBreak/>
        <w:t>الفصل الثامن والعشرون في الكنى</w:t>
      </w:r>
      <w:bookmarkEnd w:id="314"/>
      <w:bookmarkEnd w:id="315"/>
    </w:p>
    <w:p w:rsidR="00F04D17" w:rsidRDefault="00F04D17" w:rsidP="00F04D17">
      <w:pPr>
        <w:pStyle w:val="libNormal"/>
        <w:rPr>
          <w:rtl/>
        </w:rPr>
      </w:pPr>
      <w:r>
        <w:rPr>
          <w:rtl/>
        </w:rPr>
        <w:t>ثلاثة وأربعون رجلا:</w:t>
      </w:r>
    </w:p>
    <w:p w:rsidR="00F04D17" w:rsidRDefault="00F04D17" w:rsidP="00F04D17">
      <w:pPr>
        <w:pStyle w:val="libNormal"/>
        <w:rPr>
          <w:rtl/>
        </w:rPr>
      </w:pPr>
      <w:r>
        <w:rPr>
          <w:rtl/>
        </w:rPr>
        <w:t>1 - (ابوالسفاح) البجلي من أصحاب أميرالمؤمنين عليه السلام وهو أول قتيل يوم صفين.</w:t>
      </w:r>
    </w:p>
    <w:p w:rsidR="00F04D17" w:rsidRDefault="00F04D17" w:rsidP="00F04D17">
      <w:pPr>
        <w:pStyle w:val="libNormal"/>
        <w:rPr>
          <w:rtl/>
        </w:rPr>
      </w:pPr>
      <w:r>
        <w:rPr>
          <w:rtl/>
        </w:rPr>
        <w:t>رضوان الله تعالى عليه انشاء الله.</w:t>
      </w:r>
    </w:p>
    <w:p w:rsidR="00F04D17" w:rsidRDefault="00F04D17" w:rsidP="00F04D17">
      <w:pPr>
        <w:pStyle w:val="libNormal"/>
        <w:rPr>
          <w:rtl/>
        </w:rPr>
      </w:pPr>
      <w:r>
        <w:rPr>
          <w:rtl/>
        </w:rPr>
        <w:t>2 - (أبواليسر) بالياء المضمومة المنقطة تحتها نقطتين والسين المهملة والراء ابن عمر من أصحاب أميرالمؤمنين عليه السلام أنصاري ذكر الشيخ له قصة حسنة.</w:t>
      </w:r>
    </w:p>
    <w:p w:rsidR="00F04D17" w:rsidRDefault="00F04D17" w:rsidP="00F04D17">
      <w:pPr>
        <w:pStyle w:val="libNormal"/>
        <w:rPr>
          <w:rtl/>
        </w:rPr>
      </w:pPr>
      <w:r>
        <w:rPr>
          <w:rtl/>
        </w:rPr>
        <w:t>3 - (أبوزيد) مولى عمرو بن حريث من أصحاب أميرالمؤمنين عليه السلام. شهد معه.</w:t>
      </w:r>
    </w:p>
    <w:p w:rsidR="00F04D17" w:rsidRDefault="00F04D17" w:rsidP="00F04D17">
      <w:pPr>
        <w:pStyle w:val="libNormal"/>
        <w:rPr>
          <w:rtl/>
        </w:rPr>
      </w:pPr>
      <w:r>
        <w:rPr>
          <w:rtl/>
        </w:rPr>
        <w:t>4 - (ابوالمحتمل) بالحاء المهملة والتاء المنقطة فوقها نقطتين من أصحاب الكاظم عليه السلام ثقة كوفي.</w:t>
      </w:r>
    </w:p>
    <w:p w:rsidR="00F04D17" w:rsidRDefault="00F04D17" w:rsidP="00F04D17">
      <w:pPr>
        <w:pStyle w:val="libNormal"/>
        <w:rPr>
          <w:rtl/>
        </w:rPr>
      </w:pPr>
      <w:r>
        <w:rPr>
          <w:rtl/>
        </w:rPr>
        <w:t>5 - (أبوشعيب) المحاملي بالحاء المهملة كوفي من أصحاب الكاظم عليه السلام.</w:t>
      </w:r>
    </w:p>
    <w:p w:rsidR="00F04D17" w:rsidRDefault="00F04D17" w:rsidP="00F04D17">
      <w:pPr>
        <w:pStyle w:val="libNormal"/>
        <w:rPr>
          <w:rtl/>
        </w:rPr>
      </w:pPr>
      <w:r>
        <w:rPr>
          <w:rtl/>
        </w:rPr>
        <w:t>6 - (أبومصعب) الزيدي من أصحاب الكاظم عليه السلام ثقة.</w:t>
      </w:r>
    </w:p>
    <w:p w:rsidR="00F04D17" w:rsidRDefault="00F04D17" w:rsidP="00F04D17">
      <w:pPr>
        <w:pStyle w:val="libNormal"/>
        <w:rPr>
          <w:rtl/>
        </w:rPr>
      </w:pPr>
      <w:r>
        <w:rPr>
          <w:rtl/>
        </w:rPr>
        <w:t>7 - (أبوزكريا) الاعور ثقة روى عنه على بن رباط من أصحاب الكاظم عليه السلام.</w:t>
      </w:r>
    </w:p>
    <w:p w:rsidR="00F04D17" w:rsidRDefault="00F04D17" w:rsidP="00F04D17">
      <w:pPr>
        <w:pStyle w:val="libNormal"/>
        <w:rPr>
          <w:rtl/>
        </w:rPr>
      </w:pPr>
      <w:r>
        <w:rPr>
          <w:rtl/>
        </w:rPr>
        <w:t>8 - (أبوالحصين) بن الحصين الحسيني من أصحاب أبي جعفر الجواد عليه السلام ثقة، نزل الاهواز وهو من أصحاب أبي الحسن الثالث عليه السلام أيض</w:t>
      </w:r>
      <w:r w:rsidR="00CD27DE">
        <w:rPr>
          <w:rtl/>
        </w:rPr>
        <w:t>اً</w:t>
      </w:r>
      <w:r>
        <w:rPr>
          <w:rtl/>
        </w:rPr>
        <w:t>.</w:t>
      </w:r>
    </w:p>
    <w:p w:rsidR="00F04D17" w:rsidRDefault="00F04D17" w:rsidP="00F04D17">
      <w:pPr>
        <w:pStyle w:val="libNormal"/>
        <w:rPr>
          <w:rtl/>
        </w:rPr>
      </w:pPr>
      <w:r>
        <w:rPr>
          <w:rtl/>
        </w:rPr>
        <w:t>9 - (ابوطاهر) بن حمزة بن البسع الاشعري قمي ثقة من أصحاب الهادي عليه السلام.</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10 - (أبوالحسين) بن هلال من أصحاب أبي الحسن الثالث الهادي عليه السلام ثقة.</w:t>
      </w:r>
    </w:p>
    <w:p w:rsidR="00F04D17" w:rsidRDefault="00F04D17" w:rsidP="00F04D17">
      <w:pPr>
        <w:pStyle w:val="libNormal"/>
        <w:rPr>
          <w:rtl/>
        </w:rPr>
      </w:pPr>
      <w:r>
        <w:rPr>
          <w:rtl/>
        </w:rPr>
        <w:t>11 - (أبوعلي) العلوي وأخوه أبوالحسين إسمه محمد بن محمد بن يحيى من بني زيارة معروفان جليلان من أهل نيشابور.</w:t>
      </w:r>
    </w:p>
    <w:p w:rsidR="00F04D17" w:rsidRDefault="00F04D17" w:rsidP="00F04D17">
      <w:pPr>
        <w:pStyle w:val="libNormal"/>
        <w:rPr>
          <w:rtl/>
        </w:rPr>
      </w:pPr>
      <w:r>
        <w:rPr>
          <w:rtl/>
        </w:rPr>
        <w:t>12 - (أبونصر) بن يحيى الفقيه من أهل سمرقند ثقة خير فاضل كان يفتي العامة بفتياهم والحشوية بفتياهم والشيعة بفتياهم.</w:t>
      </w:r>
    </w:p>
    <w:p w:rsidR="00F04D17" w:rsidRDefault="00F04D17" w:rsidP="00F04D17">
      <w:pPr>
        <w:pStyle w:val="libNormal"/>
        <w:rPr>
          <w:rtl/>
        </w:rPr>
      </w:pPr>
      <w:r>
        <w:rPr>
          <w:rtl/>
        </w:rPr>
        <w:t>13 - (أبومنصور) الصرام بالراء بعد الصاد من جمله المتكلمين من أهل نيسابور وكان رئيس</w:t>
      </w:r>
      <w:r w:rsidR="00CD27DE">
        <w:rPr>
          <w:rtl/>
        </w:rPr>
        <w:t>اً</w:t>
      </w:r>
      <w:r>
        <w:rPr>
          <w:rtl/>
        </w:rPr>
        <w:t xml:space="preserve"> مقدم</w:t>
      </w:r>
      <w:r w:rsidR="00CD27DE">
        <w:rPr>
          <w:rtl/>
        </w:rPr>
        <w:t>اً</w:t>
      </w:r>
      <w:r>
        <w:rPr>
          <w:rtl/>
        </w:rPr>
        <w:t>.</w:t>
      </w:r>
    </w:p>
    <w:p w:rsidR="00F04D17" w:rsidRDefault="00F04D17" w:rsidP="00F04D17">
      <w:pPr>
        <w:pStyle w:val="libNormal"/>
        <w:rPr>
          <w:rtl/>
        </w:rPr>
      </w:pPr>
      <w:r>
        <w:rPr>
          <w:rtl/>
        </w:rPr>
        <w:t>14 - (أبوعمرو) بفتح العين ابن أخ السكوني البصري بالباء له مصنفات كثيرة وكان فقيه</w:t>
      </w:r>
      <w:r w:rsidR="00CD27DE">
        <w:rPr>
          <w:rtl/>
        </w:rPr>
        <w:t>اً</w:t>
      </w:r>
      <w:r>
        <w:rPr>
          <w:rtl/>
        </w:rPr>
        <w:t>.</w:t>
      </w:r>
    </w:p>
    <w:p w:rsidR="00F04D17" w:rsidRDefault="00F04D17" w:rsidP="00F04D17">
      <w:pPr>
        <w:pStyle w:val="libNormal"/>
        <w:rPr>
          <w:rtl/>
        </w:rPr>
      </w:pPr>
      <w:r>
        <w:rPr>
          <w:rtl/>
        </w:rPr>
        <w:t>15 - (أبوالاحوص) المصري من جملة متكلمي الامامية لقيه الحسن بن موسى النوبختي وأخذ عنه واجتمع معه في الحائر على ساكنه السلام وقد كان ورد للزيارة.</w:t>
      </w:r>
    </w:p>
    <w:p w:rsidR="00F04D17" w:rsidRDefault="00F04D17" w:rsidP="00F04D17">
      <w:pPr>
        <w:pStyle w:val="libNormal"/>
        <w:rPr>
          <w:rtl/>
        </w:rPr>
      </w:pPr>
      <w:r>
        <w:rPr>
          <w:rtl/>
        </w:rPr>
        <w:t>16 - (أبوالطيب) الرازي من جملة المتكلمين وله كتب كثيرة في الامامة والفقه وغيرهما من الاخبار، كان استاذ أبي محمد العلوي وكان مرجئ</w:t>
      </w:r>
      <w:r w:rsidR="00CD27DE">
        <w:rPr>
          <w:rtl/>
        </w:rPr>
        <w:t>اً</w:t>
      </w:r>
      <w:r>
        <w:rPr>
          <w:rtl/>
        </w:rPr>
        <w:t>، والصرام كان وعيدي</w:t>
      </w:r>
      <w:r w:rsidR="00CD27DE">
        <w:rPr>
          <w:rtl/>
        </w:rPr>
        <w:t>اً</w:t>
      </w:r>
      <w:r>
        <w:rPr>
          <w:rtl/>
        </w:rPr>
        <w:t xml:space="preserve"> قال الشيخ الطوسي رحمه الله: رأيت إبنه اباالقاسم وكان فقيه</w:t>
      </w:r>
      <w:r w:rsidR="00CD27DE">
        <w:rPr>
          <w:rtl/>
        </w:rPr>
        <w:t>اً</w:t>
      </w:r>
      <w:r>
        <w:rPr>
          <w:rtl/>
        </w:rPr>
        <w:t xml:space="preserve"> وسبطه ابا الحسن وكان من أهل العلم.</w:t>
      </w:r>
    </w:p>
    <w:p w:rsidR="00F04D17" w:rsidRDefault="00F04D17" w:rsidP="00F04D17">
      <w:pPr>
        <w:pStyle w:val="libNormal"/>
        <w:rPr>
          <w:rtl/>
        </w:rPr>
      </w:pPr>
      <w:r>
        <w:rPr>
          <w:rtl/>
        </w:rPr>
        <w:t>17 - (أبوعبدك) بالكاف بعد الدال من أهل جرجان يكنى أبا محمد، محمد بن علي العبدكي من كبار المتكلمين في الامامة، له تصانيف كثيرة وكان يذهب إلى الوعيد وكذلك أبومنصور بن الصرام على مذهب البغداديين.</w:t>
      </w:r>
    </w:p>
    <w:p w:rsidR="00F04D17" w:rsidRDefault="00F04D17" w:rsidP="00F04D17">
      <w:pPr>
        <w:pStyle w:val="libNormal"/>
        <w:rPr>
          <w:rtl/>
        </w:rPr>
      </w:pPr>
      <w:r>
        <w:rPr>
          <w:rtl/>
        </w:rPr>
        <w:t>18 - (ابن مملك) بالميم بعد الميم والكاف بعد اللام الاصفهاني يكنى أبا عبدالله من متكلمي الامامية وله مع أبي على الجبائي مجلس في الامامة، بحضرة ابي القاسم بن محمد الكرخي.</w:t>
      </w:r>
    </w:p>
    <w:p w:rsidR="00F04D17" w:rsidRDefault="00F04D17" w:rsidP="00F04D17">
      <w:pPr>
        <w:pStyle w:val="libNormal"/>
        <w:rPr>
          <w:rtl/>
        </w:rPr>
      </w:pPr>
      <w:r>
        <w:rPr>
          <w:rtl/>
        </w:rPr>
        <w:t>19 - (أبوأيوب) الانصاري مشكور إسمه خالد.</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20 - (أبوسعيد) الخدري من السابقين الذين رجعوا إلى أميرالمؤمنين عليه السلام.</w:t>
      </w:r>
    </w:p>
    <w:p w:rsidR="00F04D17" w:rsidRDefault="00F04D17" w:rsidP="00F04D17">
      <w:pPr>
        <w:pStyle w:val="libNormal"/>
        <w:rPr>
          <w:rtl/>
        </w:rPr>
      </w:pPr>
      <w:r>
        <w:rPr>
          <w:rtl/>
        </w:rPr>
        <w:t>21 - (أبوالهيثم) بن التيهان بالتاء المنقطة فوقها نقطتين قبل الياء المنقطة تحتها نقطتين والنون بعد الالف من السابقين الذين رجعوا إلى أميرالمؤمنين عليه السلام.</w:t>
      </w:r>
    </w:p>
    <w:p w:rsidR="00F04D17" w:rsidRDefault="00F04D17" w:rsidP="00F04D17">
      <w:pPr>
        <w:pStyle w:val="libNormal"/>
        <w:rPr>
          <w:rtl/>
        </w:rPr>
      </w:pPr>
      <w:r>
        <w:rPr>
          <w:rtl/>
        </w:rPr>
        <w:t>22 - (أبوطالب) القمي عبدالله بن الصلت.</w:t>
      </w:r>
    </w:p>
    <w:p w:rsidR="00F04D17" w:rsidRDefault="00F04D17" w:rsidP="00F04D17">
      <w:pPr>
        <w:pStyle w:val="libNormal"/>
        <w:rPr>
          <w:rtl/>
        </w:rPr>
      </w:pPr>
      <w:r>
        <w:rPr>
          <w:rtl/>
        </w:rPr>
        <w:t>قال له أبوجعفر عليه السلام لما مدح أباه وإستأذنه في مدحه: قد أحسنت فجزاك الله خير</w:t>
      </w:r>
      <w:r w:rsidR="00CD27DE">
        <w:rPr>
          <w:rtl/>
        </w:rPr>
        <w:t>اً</w:t>
      </w:r>
      <w:r>
        <w:rPr>
          <w:rtl/>
        </w:rPr>
        <w:t>.</w:t>
      </w:r>
    </w:p>
    <w:p w:rsidR="00F04D17" w:rsidRDefault="00F04D17" w:rsidP="00F04D17">
      <w:pPr>
        <w:pStyle w:val="libNormal"/>
        <w:rPr>
          <w:rtl/>
        </w:rPr>
      </w:pPr>
      <w:r>
        <w:rPr>
          <w:rtl/>
        </w:rPr>
        <w:t>وقال الشيخ الطوسي: روي عن أبي جعفر الثاني عليه السلام في آخر عمره انه قال: جزا الله صفوان بن يحيى ومحمد بن سنان وزكريا بن آدم وسعد بن سعد عني خير</w:t>
      </w:r>
      <w:r w:rsidR="00CD27DE">
        <w:rPr>
          <w:rtl/>
        </w:rPr>
        <w:t>اً</w:t>
      </w:r>
      <w:r>
        <w:rPr>
          <w:rtl/>
        </w:rPr>
        <w:t xml:space="preserve"> فقد وفوا لي.</w:t>
      </w:r>
    </w:p>
    <w:p w:rsidR="00F04D17" w:rsidRDefault="00F04D17" w:rsidP="00F04D17">
      <w:pPr>
        <w:pStyle w:val="libNormal"/>
        <w:rPr>
          <w:rtl/>
        </w:rPr>
      </w:pPr>
      <w:r>
        <w:rPr>
          <w:rtl/>
        </w:rPr>
        <w:t>23 - (أبومسروق) وإبنه الهيثم.</w:t>
      </w:r>
    </w:p>
    <w:p w:rsidR="00F04D17" w:rsidRDefault="00F04D17" w:rsidP="00F04D17">
      <w:pPr>
        <w:pStyle w:val="libNormal"/>
        <w:rPr>
          <w:rtl/>
        </w:rPr>
      </w:pPr>
      <w:r>
        <w:rPr>
          <w:rtl/>
        </w:rPr>
        <w:t>قال حمدويه: سمعت أصحابنا يذكرونهما وكلاهما فاضلان.</w:t>
      </w:r>
    </w:p>
    <w:p w:rsidR="00F04D17" w:rsidRDefault="00F04D17" w:rsidP="00F04D17">
      <w:pPr>
        <w:pStyle w:val="libNormal"/>
        <w:rPr>
          <w:rtl/>
        </w:rPr>
      </w:pPr>
      <w:r>
        <w:rPr>
          <w:rtl/>
        </w:rPr>
        <w:t>24 - (أبوبكر) بالراء بعد الكاف الحضرمي جرت له مناظرة حسنة مع زيد.</w:t>
      </w:r>
    </w:p>
    <w:p w:rsidR="00F04D17" w:rsidRDefault="00F04D17" w:rsidP="00F04D17">
      <w:pPr>
        <w:pStyle w:val="libNormal"/>
        <w:rPr>
          <w:rtl/>
        </w:rPr>
      </w:pPr>
      <w:r>
        <w:rPr>
          <w:rtl/>
        </w:rPr>
        <w:t>25 - (أبوالفضل) الخراسانى، روى الكشي عن محمد بن مسعود عن حمدان بن أحمد القلانسي عن معاوية بن حكيم بضم الحاء عن أبي الفضل الخراساني قال: وكان له إنقطاع إلى أبي الحسن عليه السلام وكان يخالط القراء، ثم إنقطع إلى أبي جعفر عليه السلام. وحمدان ضعيف، فهذه الرواية من المرجحات.</w:t>
      </w:r>
    </w:p>
    <w:p w:rsidR="00F04D17" w:rsidRDefault="00F04D17" w:rsidP="00F04D17">
      <w:pPr>
        <w:pStyle w:val="libNormal"/>
        <w:rPr>
          <w:rtl/>
        </w:rPr>
      </w:pPr>
      <w:r>
        <w:rPr>
          <w:rtl/>
        </w:rPr>
        <w:t>26 - (أبوجرير) القمي، روى الكشي: عن محمد بن قولويه عن سعد عن أحمد ابن محمد بن عيسى عن محمد بن حمزة بن اليسع عن زكريا بن آدم: ان الرضا عليه السلام ترحم عليه. ومحمد بن حمزة لا أعرفه.</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27 - (أبوهارون) شيخ من أصحاب أبي جعفر عليه السلام.</w:t>
      </w:r>
    </w:p>
    <w:p w:rsidR="00F04D17" w:rsidRDefault="00F04D17" w:rsidP="00F04D17">
      <w:pPr>
        <w:pStyle w:val="libNormal"/>
        <w:rPr>
          <w:rtl/>
        </w:rPr>
      </w:pPr>
      <w:r>
        <w:rPr>
          <w:rtl/>
        </w:rPr>
        <w:t>روى الكشي: عن جعفر بن محمد عن علي بن الحسن بن فضال عن عبدالرحمان ابن ابي نجران عمران عن أبي هارون: انه كان منقطع</w:t>
      </w:r>
      <w:r w:rsidR="00CD27DE">
        <w:rPr>
          <w:rtl/>
        </w:rPr>
        <w:t>اً</w:t>
      </w:r>
      <w:r>
        <w:rPr>
          <w:rtl/>
        </w:rPr>
        <w:t xml:space="preserve"> إلى أبي جعفر عليه السلام.</w:t>
      </w:r>
    </w:p>
    <w:p w:rsidR="00F04D17" w:rsidRDefault="00F04D17" w:rsidP="00F04D17">
      <w:pPr>
        <w:pStyle w:val="libNormal"/>
        <w:rPr>
          <w:rtl/>
        </w:rPr>
      </w:pPr>
      <w:r>
        <w:rPr>
          <w:rtl/>
        </w:rPr>
        <w:t>28 - (أبوجعفر) البصري، روى الكشي: عن علي بن محمد القتيبي قال حدثني الفضل بن شاذان قال حدثني أبوجعفر البصري وكان ثقة فاضلا صالح</w:t>
      </w:r>
      <w:r w:rsidR="00CD27DE">
        <w:rPr>
          <w:rtl/>
        </w:rPr>
        <w:t>اً</w:t>
      </w:r>
      <w:r>
        <w:rPr>
          <w:rtl/>
        </w:rPr>
        <w:t>.</w:t>
      </w:r>
    </w:p>
    <w:p w:rsidR="00F04D17" w:rsidRDefault="00F04D17" w:rsidP="00F04D17">
      <w:pPr>
        <w:pStyle w:val="libNormal"/>
        <w:rPr>
          <w:rtl/>
        </w:rPr>
      </w:pPr>
      <w:r>
        <w:rPr>
          <w:rtl/>
        </w:rPr>
        <w:t>29 - (أبوعلي) بن راشد كان وكيلا مقام الحسين بن عبد ربه مع ثناء عليه وشكر له.</w:t>
      </w:r>
    </w:p>
    <w:p w:rsidR="00F04D17" w:rsidRDefault="00F04D17" w:rsidP="00F04D17">
      <w:pPr>
        <w:pStyle w:val="libNormal"/>
        <w:rPr>
          <w:rtl/>
        </w:rPr>
      </w:pPr>
      <w:r>
        <w:rPr>
          <w:rtl/>
        </w:rPr>
        <w:t>30 - (أبوعبدالله) الجرجاني كان خارجي</w:t>
      </w:r>
      <w:r w:rsidR="00CD27DE">
        <w:rPr>
          <w:rtl/>
        </w:rPr>
        <w:t>اً</w:t>
      </w:r>
      <w:r>
        <w:rPr>
          <w:rtl/>
        </w:rPr>
        <w:t xml:space="preserve"> ثم رجع إلى التشيع، بعد ان كان بايع على الخروج واظهار السيف !.</w:t>
      </w:r>
    </w:p>
    <w:p w:rsidR="00F04D17" w:rsidRDefault="00F04D17" w:rsidP="00F04D17">
      <w:pPr>
        <w:pStyle w:val="libNormal"/>
        <w:rPr>
          <w:rtl/>
        </w:rPr>
      </w:pPr>
      <w:r>
        <w:rPr>
          <w:rtl/>
        </w:rPr>
        <w:t>31 - (أبوبندو) العاصمي وابنه دعا لهما أبوالحسن عليه السلام والعاصمي إسمه عيسى ابن جعفر بن عاصم.</w:t>
      </w:r>
    </w:p>
    <w:p w:rsidR="00F04D17" w:rsidRDefault="00F04D17" w:rsidP="00F04D17">
      <w:pPr>
        <w:pStyle w:val="libNormal"/>
        <w:rPr>
          <w:rtl/>
        </w:rPr>
      </w:pPr>
      <w:r>
        <w:rPr>
          <w:rtl/>
        </w:rPr>
        <w:t>32 - (أبوخالد) السجستاني وقف على موسى عليه السلام ثم قال بموته لنظره في نجومه وخالف أصحابه، ذكره الكشي عن حمدويه وإبراهيم إبني نصير عن محمد بن عثمان الرازي والبلالي والمحمودي والدهقان والعمري بفتح العين المهملة.</w:t>
      </w:r>
    </w:p>
    <w:p w:rsidR="00F04D17" w:rsidRDefault="00F04D17" w:rsidP="00F04D17">
      <w:pPr>
        <w:pStyle w:val="libNormal"/>
        <w:rPr>
          <w:rtl/>
        </w:rPr>
      </w:pPr>
      <w:r>
        <w:rPr>
          <w:rtl/>
        </w:rPr>
        <w:t>قال أبوعمرو الكشى حكى بعض ثقات نيشابور، وذكر توقيع</w:t>
      </w:r>
      <w:r w:rsidR="00CD27DE">
        <w:rPr>
          <w:rtl/>
        </w:rPr>
        <w:t>اً</w:t>
      </w:r>
      <w:r>
        <w:rPr>
          <w:rtl/>
        </w:rPr>
        <w:t xml:space="preserve"> مطولا يتضمن العتب على إسحاق بن إسماعيل وذم سيرته في ايام الماضي (ع) واقامة إبراهيم بن عبدة الدعاء وامر ابن عبدة ان يحمل من حقوقه إلى الرازي وفي الكتاب يا أبا إسحاق اقرأ كتابنا على البلالي رضى الله عنه فانه الثقة المأمون العارف بما يجب عليه وإقرأه على المحمودي عافاه الله فما أحمدنا له لطاعته واذا وردت بغداد فاقرأه على الدهقان وكيلنا وثقتنا والذي يقبض من موالينا.</w:t>
      </w:r>
    </w:p>
    <w:p w:rsidR="00F04D17" w:rsidRDefault="00F04D17" w:rsidP="00F04D17">
      <w:pPr>
        <w:pStyle w:val="libNormal"/>
        <w:rPr>
          <w:rtl/>
        </w:rPr>
      </w:pPr>
      <w:r>
        <w:rPr>
          <w:rtl/>
        </w:rPr>
        <w:t>وعنه: فلا تخرجن مو البلد حتى تلقى العمري رضى الله عنه برضائي عنه وتسلم عليه وتعرفه ويعرفك، فانه الطاهر الامين العفيف القريب منا وإلينا.</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33 و 34 - (أبوساسان وأبوعمرة) بالهاء بعد الراء الانصاري.</w:t>
      </w:r>
    </w:p>
    <w:p w:rsidR="00F04D17" w:rsidRDefault="00F04D17" w:rsidP="00F04D17">
      <w:pPr>
        <w:pStyle w:val="libNormal"/>
        <w:rPr>
          <w:rtl/>
        </w:rPr>
      </w:pPr>
      <w:r>
        <w:rPr>
          <w:rtl/>
        </w:rPr>
        <w:t>روى الكشي: عن محمد بن إسماعيل قال حدثني الفضل بن شاذان عن ابن أبي عمير عن إبراهيم بن عبدالحميد عن أبي بصير قال قلت لابي عبدالله عليه السلام إرتد الناس إلا ثلاثة: أبوذر والمقداد وسلمان؟ فقال أبوعبدالله عليه السلام: فأين أبوساسان وأبوعمرة الانصاري.</w:t>
      </w:r>
    </w:p>
    <w:p w:rsidR="00F04D17" w:rsidRDefault="00F04D17" w:rsidP="00F04D17">
      <w:pPr>
        <w:pStyle w:val="libNormal"/>
        <w:rPr>
          <w:rtl/>
        </w:rPr>
      </w:pPr>
      <w:r>
        <w:rPr>
          <w:rtl/>
        </w:rPr>
        <w:t>35 - (أبويحيى) الجرجاني قال الكشي: كامل من أجل أصحاب الحديث ورزقه الله هذا الامر وصنف في الرد على الحشوية تصينف</w:t>
      </w:r>
      <w:r w:rsidR="00CD27DE">
        <w:rPr>
          <w:rtl/>
        </w:rPr>
        <w:t>اً</w:t>
      </w:r>
      <w:r>
        <w:rPr>
          <w:rtl/>
        </w:rPr>
        <w:t xml:space="preserve"> كثير</w:t>
      </w:r>
      <w:r w:rsidR="00CD27DE">
        <w:rPr>
          <w:rtl/>
        </w:rPr>
        <w:t>اً</w:t>
      </w:r>
      <w:r>
        <w:rPr>
          <w:rtl/>
        </w:rPr>
        <w:t>.</w:t>
      </w:r>
    </w:p>
    <w:p w:rsidR="00F04D17" w:rsidRDefault="00F04D17" w:rsidP="00F04D17">
      <w:pPr>
        <w:pStyle w:val="libNormal"/>
        <w:rPr>
          <w:rtl/>
        </w:rPr>
      </w:pPr>
      <w:r>
        <w:rPr>
          <w:rtl/>
        </w:rPr>
        <w:t>36 - (أبوعبدالله) بن هارون وكيل.</w:t>
      </w:r>
    </w:p>
    <w:p w:rsidR="00F04D17" w:rsidRDefault="00F04D17" w:rsidP="00F04D17">
      <w:pPr>
        <w:pStyle w:val="libNormal"/>
        <w:rPr>
          <w:rtl/>
        </w:rPr>
      </w:pPr>
      <w:r>
        <w:rPr>
          <w:rtl/>
        </w:rPr>
        <w:t>37 - (أبوالشداخ) بالخاء المعجمة بعد الالف والشين المعجمة قبل الدال المهملة قال النجاشي: ذكر أحمد بن الحسين بن عبيد الله الغضايري رحمه الله انه قال: وقع اليه كتاب في الامامة موقع عليه بخط الاصل كتاب أبي الشداخ في الامامة يكون نحو</w:t>
      </w:r>
      <w:r w:rsidR="00CD27DE">
        <w:rPr>
          <w:rtl/>
        </w:rPr>
        <w:t>اً</w:t>
      </w:r>
      <w:r>
        <w:rPr>
          <w:rtl/>
        </w:rPr>
        <w:t xml:space="preserve"> من خمسين ورقة وانه أراه لابيه، فلم يعرف الرجل. وهذا لا يدل على جرح ولا على تعديل.</w:t>
      </w:r>
    </w:p>
    <w:p w:rsidR="00F04D17" w:rsidRDefault="00F04D17" w:rsidP="00F04D17">
      <w:pPr>
        <w:pStyle w:val="libNormal"/>
        <w:rPr>
          <w:rtl/>
        </w:rPr>
      </w:pPr>
      <w:r>
        <w:rPr>
          <w:rtl/>
        </w:rPr>
        <w:t>38 - (أبوجرير) القمي وجه يروي عن الرضا عليه السلام إسمه زكريا بن إدريس ابن عبدالله.</w:t>
      </w:r>
    </w:p>
    <w:p w:rsidR="00F04D17" w:rsidRDefault="00F04D17" w:rsidP="00F04D17">
      <w:pPr>
        <w:pStyle w:val="libNormal"/>
        <w:rPr>
          <w:rtl/>
        </w:rPr>
      </w:pPr>
      <w:r>
        <w:rPr>
          <w:rtl/>
        </w:rPr>
        <w:t>39 - (أبوعامر) بن جناح ثقة.</w:t>
      </w:r>
    </w:p>
    <w:p w:rsidR="00F04D17" w:rsidRDefault="00F04D17" w:rsidP="00F04D17">
      <w:pPr>
        <w:pStyle w:val="libNormal"/>
        <w:rPr>
          <w:rtl/>
        </w:rPr>
      </w:pPr>
      <w:r>
        <w:rPr>
          <w:rtl/>
        </w:rPr>
        <w:t>40 - (أبوشعبة) الحلبي ثقة.</w:t>
      </w:r>
    </w:p>
    <w:p w:rsidR="00F04D17" w:rsidRDefault="00F04D17" w:rsidP="00F04D17">
      <w:pPr>
        <w:pStyle w:val="libNormal"/>
        <w:rPr>
          <w:rtl/>
        </w:rPr>
      </w:pPr>
      <w:r>
        <w:rPr>
          <w:rtl/>
        </w:rPr>
        <w:t>41 - (ام الاسود) بنت أعين عارفة، قاله علي بن أحمد العقيقي، وهي التي أغمضت زرارة.</w:t>
      </w:r>
    </w:p>
    <w:p w:rsidR="00F04D17" w:rsidRDefault="00F04D17" w:rsidP="00F04D17">
      <w:pPr>
        <w:pStyle w:val="libNormal"/>
        <w:rPr>
          <w:rtl/>
        </w:rPr>
      </w:pPr>
      <w:r>
        <w:rPr>
          <w:rtl/>
        </w:rPr>
        <w:t>42 - (أبوهريرة) البزاز، قال العقيقى: ترحم عليه أبوعبدالله عليه السلام.</w:t>
      </w:r>
    </w:p>
    <w:p w:rsidR="00F04D17" w:rsidRDefault="00F04D17" w:rsidP="00F04D17">
      <w:pPr>
        <w:pStyle w:val="libNormal"/>
        <w:rPr>
          <w:rtl/>
        </w:rPr>
      </w:pPr>
      <w:r>
        <w:rPr>
          <w:rtl/>
        </w:rPr>
        <w:t>وقيل: انه كان يشرب النبيذ ! فقال ايعزز على الله ان يغفر لحمد بن علي شرب النبيذ والخمر !.</w:t>
      </w:r>
    </w:p>
    <w:p w:rsidR="00F04D17" w:rsidRDefault="00F04D17" w:rsidP="00F04D17">
      <w:pPr>
        <w:pStyle w:val="libNormal"/>
        <w:rPr>
          <w:rtl/>
        </w:rPr>
      </w:pPr>
      <w:r>
        <w:rPr>
          <w:rtl/>
        </w:rPr>
        <w:t>43 و 44 - (أبوحيان وأبوالجحاف) قال ابن عقدة: انهما ثقتان.</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45 - (أبوليلى) من أصحاب أميرالمؤمنين عليه السلام من الاصفياء.</w:t>
      </w:r>
    </w:p>
    <w:p w:rsidR="00F04D17" w:rsidRDefault="00F04D17" w:rsidP="00F04D17">
      <w:pPr>
        <w:pStyle w:val="libNormal"/>
        <w:rPr>
          <w:rtl/>
        </w:rPr>
      </w:pPr>
      <w:r>
        <w:rPr>
          <w:rtl/>
        </w:rPr>
        <w:t>ذكره البرقي وكذا قال عن ستير بضم السين المهملة والتاء المنقطة فوقها نقطتين والياء المنقطة تحتها نقطتين والراء وعن أبي سنان وعن أبي عمرة وعن أبي سعيد الخدري وعن أبي برزة الزاى بعد الراء وعن جابر بن عبدالله وعن البراء بن عازب وعن عرفة الازدي. ومن أوليائه (ع) جماعة ذكرنا بعضهم في أبوابه.</w:t>
      </w:r>
    </w:p>
    <w:p w:rsidR="00F04D17" w:rsidRDefault="00F04D17" w:rsidP="00F04D17">
      <w:pPr>
        <w:pStyle w:val="libBold1"/>
        <w:rPr>
          <w:rtl/>
        </w:rPr>
      </w:pPr>
      <w:r>
        <w:rPr>
          <w:rtl/>
        </w:rPr>
        <w:t>والباقي:</w:t>
      </w:r>
    </w:p>
    <w:p w:rsidR="00F04D17" w:rsidRDefault="00F04D17" w:rsidP="00F04D17">
      <w:pPr>
        <w:pStyle w:val="libNormal"/>
        <w:rPr>
          <w:rtl/>
        </w:rPr>
      </w:pPr>
      <w:r>
        <w:rPr>
          <w:rtl/>
        </w:rPr>
        <w:t>الاعلم الازدي.</w:t>
      </w:r>
    </w:p>
    <w:p w:rsidR="00F04D17" w:rsidRDefault="00F04D17" w:rsidP="00F04D17">
      <w:pPr>
        <w:pStyle w:val="libNormal"/>
        <w:rPr>
          <w:rtl/>
        </w:rPr>
      </w:pPr>
      <w:r>
        <w:rPr>
          <w:rtl/>
        </w:rPr>
        <w:t>وأبوعبدالله الجدلي بفتح الجيم والدال.</w:t>
      </w:r>
    </w:p>
    <w:p w:rsidR="00F04D17" w:rsidRDefault="00F04D17" w:rsidP="00F04D17">
      <w:pPr>
        <w:pStyle w:val="libNormal"/>
        <w:rPr>
          <w:rtl/>
        </w:rPr>
      </w:pPr>
      <w:r>
        <w:rPr>
          <w:rtl/>
        </w:rPr>
        <w:t>وأبويحيى حكيم بن سعيد الحنفي وكان من شرطة الخميس.</w:t>
      </w:r>
    </w:p>
    <w:p w:rsidR="00F04D17" w:rsidRDefault="00F04D17" w:rsidP="00F04D17">
      <w:pPr>
        <w:pStyle w:val="libNormal"/>
        <w:rPr>
          <w:rtl/>
        </w:rPr>
      </w:pPr>
      <w:r>
        <w:rPr>
          <w:rtl/>
        </w:rPr>
        <w:t>وأبوالرضا عبدالله بن يحيى الجرمي.</w:t>
      </w:r>
    </w:p>
    <w:p w:rsidR="00F04D17" w:rsidRDefault="00F04D17" w:rsidP="00F04D17">
      <w:pPr>
        <w:pStyle w:val="libNormal"/>
        <w:rPr>
          <w:rtl/>
        </w:rPr>
      </w:pPr>
      <w:r>
        <w:rPr>
          <w:rtl/>
        </w:rPr>
        <w:t>وسليم بن قيس الهلالي.</w:t>
      </w:r>
    </w:p>
    <w:p w:rsidR="00F04D17" w:rsidRDefault="00F04D17" w:rsidP="00F04D17">
      <w:pPr>
        <w:pStyle w:val="libNormal"/>
        <w:rPr>
          <w:rtl/>
        </w:rPr>
      </w:pPr>
      <w:r>
        <w:rPr>
          <w:rtl/>
        </w:rPr>
        <w:t>وعبيدة السلماني عربي ومن خواص أميرالمؤمنين عليه السلام من مضر.</w:t>
      </w:r>
    </w:p>
    <w:p w:rsidR="00F04D17" w:rsidRDefault="00F04D17" w:rsidP="00F04D17">
      <w:pPr>
        <w:pStyle w:val="libNormal"/>
        <w:rPr>
          <w:rtl/>
        </w:rPr>
      </w:pPr>
      <w:r>
        <w:rPr>
          <w:rtl/>
        </w:rPr>
        <w:t>وتميم بن خزيم بضم الخاء المعجمة والزاى والياء قبل الميم الناجي بالنون والجيم وقد شهد مع علي عليه السلام.</w:t>
      </w:r>
    </w:p>
    <w:p w:rsidR="00F04D17" w:rsidRDefault="00F04D17" w:rsidP="00F04D17">
      <w:pPr>
        <w:pStyle w:val="libNormal"/>
        <w:rPr>
          <w:rtl/>
        </w:rPr>
      </w:pPr>
      <w:r>
        <w:rPr>
          <w:rtl/>
        </w:rPr>
        <w:t>وقنبر مولى علي عليه السلام.</w:t>
      </w:r>
    </w:p>
    <w:p w:rsidR="00F04D17" w:rsidRDefault="00F04D17" w:rsidP="00F04D17">
      <w:pPr>
        <w:pStyle w:val="libNormal"/>
        <w:rPr>
          <w:rtl/>
        </w:rPr>
      </w:pPr>
      <w:r>
        <w:rPr>
          <w:rtl/>
        </w:rPr>
        <w:t>وأبوفاختة مولى بني هاشم.</w:t>
      </w:r>
    </w:p>
    <w:p w:rsidR="00F04D17" w:rsidRDefault="00F04D17" w:rsidP="00F04D17">
      <w:pPr>
        <w:pStyle w:val="libNormal"/>
        <w:rPr>
          <w:rtl/>
        </w:rPr>
      </w:pPr>
      <w:r>
        <w:rPr>
          <w:rtl/>
        </w:rPr>
        <w:t>وعبدالله بن رافع كاتب علي عليه السلام.</w:t>
      </w:r>
    </w:p>
    <w:p w:rsidR="00F04D17" w:rsidRDefault="00F04D17" w:rsidP="00F04D17">
      <w:pPr>
        <w:pStyle w:val="libNormal"/>
        <w:rPr>
          <w:rtl/>
        </w:rPr>
      </w:pPr>
      <w:r>
        <w:rPr>
          <w:rtl/>
        </w:rPr>
        <w:t>وزاذان بالزاى والذال المعجمة أبوعمرو الفارسي.</w:t>
      </w:r>
    </w:p>
    <w:p w:rsidR="00F04D17" w:rsidRDefault="00F04D17" w:rsidP="00F04D17">
      <w:pPr>
        <w:pStyle w:val="libNormal"/>
        <w:rPr>
          <w:rtl/>
        </w:rPr>
      </w:pPr>
      <w:r>
        <w:rPr>
          <w:rtl/>
        </w:rPr>
        <w:t>وسعد مولى علي عليه السلام.</w:t>
      </w:r>
    </w:p>
    <w:p w:rsidR="00F04D17" w:rsidRDefault="00F04D17" w:rsidP="00F04D17">
      <w:pPr>
        <w:pStyle w:val="libNormal"/>
        <w:rPr>
          <w:rtl/>
        </w:rPr>
      </w:pPr>
      <w:r>
        <w:rPr>
          <w:rtl/>
        </w:rPr>
        <w:t>وميمون بن مهران.</w:t>
      </w:r>
    </w:p>
    <w:p w:rsidR="00F04D17" w:rsidRDefault="00F04D17" w:rsidP="00F04D17">
      <w:pPr>
        <w:pStyle w:val="libNormal"/>
        <w:rPr>
          <w:rtl/>
        </w:rPr>
      </w:pPr>
      <w:r>
        <w:rPr>
          <w:rtl/>
        </w:rPr>
        <w:t>وسلمة بن كهيل.</w:t>
      </w:r>
    </w:p>
    <w:p w:rsidR="00F04D17" w:rsidRDefault="00F04D17" w:rsidP="00F04D17">
      <w:pPr>
        <w:pStyle w:val="libNormal"/>
        <w:rPr>
          <w:rtl/>
        </w:rPr>
      </w:pPr>
      <w:r>
        <w:rPr>
          <w:rtl/>
        </w:rPr>
        <w:t>وعامر بن واثلة الكناني.</w:t>
      </w:r>
    </w:p>
    <w:p w:rsidR="00F04D17" w:rsidRDefault="00F04D17" w:rsidP="00F04D17">
      <w:pPr>
        <w:pStyle w:val="libNormal"/>
        <w:rPr>
          <w:rtl/>
        </w:rPr>
      </w:pPr>
      <w:r>
        <w:rPr>
          <w:rtl/>
        </w:rPr>
        <w:t>وعبدالله بن شداد بن الهادي الليثي.</w:t>
      </w:r>
    </w:p>
    <w:p w:rsidR="00F04D17" w:rsidRDefault="00F04D17" w:rsidP="00F04D17">
      <w:pPr>
        <w:pStyle w:val="libNormal"/>
        <w:rPr>
          <w:rtl/>
        </w:rPr>
      </w:pPr>
      <w:r>
        <w:rPr>
          <w:rtl/>
        </w:rPr>
        <w:t>وابراهيم بن عبيدالله القارى من القار.</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وعباية بن ربعي الاسدي.</w:t>
      </w:r>
    </w:p>
    <w:p w:rsidR="00F04D17" w:rsidRDefault="00F04D17" w:rsidP="00F04D17">
      <w:pPr>
        <w:pStyle w:val="libNormal"/>
        <w:rPr>
          <w:rtl/>
        </w:rPr>
      </w:pPr>
      <w:r>
        <w:rPr>
          <w:rtl/>
        </w:rPr>
        <w:t>والاصبغ بن نباتة بضم النون أولا التميمي الحنظلي.</w:t>
      </w:r>
    </w:p>
    <w:p w:rsidR="00F04D17" w:rsidRDefault="00F04D17" w:rsidP="00F04D17">
      <w:pPr>
        <w:pStyle w:val="libNormal"/>
        <w:rPr>
          <w:rtl/>
        </w:rPr>
      </w:pPr>
      <w:r>
        <w:rPr>
          <w:rtl/>
        </w:rPr>
        <w:t>وأبوجحيفة بضم الجيم.</w:t>
      </w:r>
    </w:p>
    <w:p w:rsidR="00F04D17" w:rsidRDefault="00F04D17" w:rsidP="00F04D17">
      <w:pPr>
        <w:pStyle w:val="libNormal"/>
        <w:rPr>
          <w:rtl/>
        </w:rPr>
      </w:pPr>
      <w:r>
        <w:rPr>
          <w:rtl/>
        </w:rPr>
        <w:t>ووهب بن عبدالله السواني بالسين المهملة.</w:t>
      </w:r>
    </w:p>
    <w:p w:rsidR="00F04D17" w:rsidRDefault="00F04D17" w:rsidP="00F04D17">
      <w:pPr>
        <w:pStyle w:val="libNormal"/>
        <w:rPr>
          <w:rtl/>
        </w:rPr>
      </w:pPr>
      <w:r>
        <w:rPr>
          <w:rtl/>
        </w:rPr>
        <w:t>وعاصم بن ضمرة السلولي.</w:t>
      </w:r>
    </w:p>
    <w:p w:rsidR="00F04D17" w:rsidRDefault="00F04D17" w:rsidP="00F04D17">
      <w:pPr>
        <w:pStyle w:val="libNormal"/>
        <w:rPr>
          <w:rtl/>
        </w:rPr>
      </w:pPr>
      <w:r>
        <w:rPr>
          <w:rtl/>
        </w:rPr>
        <w:t>وسالم وعيبدة وزياد بنو الجعد الاسجعيون.</w:t>
      </w:r>
    </w:p>
    <w:p w:rsidR="00F04D17" w:rsidRDefault="00F04D17" w:rsidP="00F04D17">
      <w:pPr>
        <w:pStyle w:val="libNormal"/>
        <w:rPr>
          <w:rtl/>
        </w:rPr>
      </w:pPr>
      <w:r>
        <w:rPr>
          <w:rtl/>
        </w:rPr>
        <w:t>وربعي ومسعود إبنا خراش بالخاء المعجمة والراء والشين المعجمة.</w:t>
      </w:r>
    </w:p>
    <w:p w:rsidR="00F04D17" w:rsidRDefault="00F04D17" w:rsidP="00F04D17">
      <w:pPr>
        <w:pStyle w:val="libNormal"/>
        <w:rPr>
          <w:rtl/>
        </w:rPr>
      </w:pPr>
      <w:r>
        <w:rPr>
          <w:rtl/>
        </w:rPr>
        <w:t>والعبسان بالباء المنقطة تحتها نقطة واحدة.</w:t>
      </w:r>
    </w:p>
    <w:p w:rsidR="00F04D17" w:rsidRDefault="00F04D17" w:rsidP="00F04D17">
      <w:pPr>
        <w:pStyle w:val="libNormal"/>
        <w:rPr>
          <w:rtl/>
        </w:rPr>
      </w:pPr>
      <w:r>
        <w:rPr>
          <w:rtl/>
        </w:rPr>
        <w:t>وشبير بضم الشين المعجمة اولا والباء المنقطة تحتها نقطة والياء المنقطة تحتها نقطتين بعدها والراء اخير</w:t>
      </w:r>
      <w:r w:rsidR="00CD27DE">
        <w:rPr>
          <w:rtl/>
        </w:rPr>
        <w:t>اً</w:t>
      </w:r>
      <w:r>
        <w:rPr>
          <w:rtl/>
        </w:rPr>
        <w:t xml:space="preserve"> ابن شكل العبسي بالباء المنقطة تحتها نقطة.</w:t>
      </w:r>
    </w:p>
    <w:p w:rsidR="00F04D17" w:rsidRDefault="00F04D17" w:rsidP="00F04D17">
      <w:pPr>
        <w:pStyle w:val="libNormal"/>
        <w:rPr>
          <w:rtl/>
        </w:rPr>
      </w:pPr>
      <w:r>
        <w:rPr>
          <w:rtl/>
        </w:rPr>
        <w:t>أبوعبدالرحمان.</w:t>
      </w:r>
    </w:p>
    <w:p w:rsidR="00F04D17" w:rsidRDefault="00F04D17" w:rsidP="00F04D17">
      <w:pPr>
        <w:pStyle w:val="libNormal"/>
        <w:rPr>
          <w:rtl/>
        </w:rPr>
      </w:pPr>
      <w:r>
        <w:rPr>
          <w:rtl/>
        </w:rPr>
        <w:t>وعبدالله بن حبيب السلمي. قال: وبعض الرواة يطعن فيه.</w:t>
      </w:r>
    </w:p>
    <w:p w:rsidR="00F04D17" w:rsidRDefault="00F04D17" w:rsidP="00F04D17">
      <w:pPr>
        <w:pStyle w:val="libNormal"/>
        <w:rPr>
          <w:rtl/>
        </w:rPr>
      </w:pPr>
      <w:r>
        <w:rPr>
          <w:rtl/>
        </w:rPr>
        <w:t>وأبوعبدالله الجدلي وأصحابه من ربيعة.</w:t>
      </w:r>
    </w:p>
    <w:p w:rsidR="00F04D17" w:rsidRDefault="00F04D17" w:rsidP="00F04D17">
      <w:pPr>
        <w:pStyle w:val="libNormal"/>
        <w:rPr>
          <w:rtl/>
        </w:rPr>
      </w:pPr>
      <w:r>
        <w:rPr>
          <w:rtl/>
        </w:rPr>
        <w:t>زيد وصعصعة أبنا صوحان، وجويرية بن مسهر العبدي شهد مع أميرالمؤمنين عليه السلام.</w:t>
      </w:r>
    </w:p>
    <w:p w:rsidR="00F04D17" w:rsidRDefault="00F04D17" w:rsidP="00F04D17">
      <w:pPr>
        <w:pStyle w:val="libNormal"/>
        <w:rPr>
          <w:rtl/>
        </w:rPr>
      </w:pPr>
      <w:r>
        <w:rPr>
          <w:rtl/>
        </w:rPr>
        <w:t>وصيفي بن فسيل بالفاء والسين المهملة والياء المنقطة تحتها نقطتين وكان ممن خدم علي</w:t>
      </w:r>
      <w:r w:rsidR="00CD27DE">
        <w:rPr>
          <w:rtl/>
        </w:rPr>
        <w:t>اً</w:t>
      </w:r>
      <w:r>
        <w:rPr>
          <w:rtl/>
        </w:rPr>
        <w:t xml:space="preserve"> عليه السلام وهو جد عبدالملك بن هارون بن عنترة.</w:t>
      </w:r>
    </w:p>
    <w:p w:rsidR="00F04D17" w:rsidRDefault="00F04D17" w:rsidP="00F04D17">
      <w:pPr>
        <w:pStyle w:val="libNormal"/>
        <w:rPr>
          <w:rtl/>
        </w:rPr>
      </w:pPr>
      <w:r>
        <w:rPr>
          <w:rtl/>
        </w:rPr>
        <w:t>وأبوسعيد عقيصان بفتح العين المهملة والقاف قبل الياء المنقطة تحتها نقطتين والصاد المهملة والنون بعد الالف من بني تيم الله بن ثلعبة.</w:t>
      </w:r>
    </w:p>
    <w:p w:rsidR="00F04D17" w:rsidRDefault="00F04D17" w:rsidP="00F04D17">
      <w:pPr>
        <w:pStyle w:val="libNormal"/>
        <w:rPr>
          <w:rtl/>
        </w:rPr>
      </w:pPr>
      <w:r>
        <w:rPr>
          <w:rtl/>
        </w:rPr>
        <w:t>وعبدالله بن حجل.</w:t>
      </w:r>
    </w:p>
    <w:p w:rsidR="00F04D17" w:rsidRDefault="00F04D17" w:rsidP="00F04D17">
      <w:pPr>
        <w:pStyle w:val="libNormal"/>
        <w:rPr>
          <w:rtl/>
        </w:rPr>
      </w:pPr>
      <w:r>
        <w:rPr>
          <w:rtl/>
        </w:rPr>
        <w:t>وعبدالله ورياح إبنا الحرث بن بكر بن وائل وأصحابه من اليمن.</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هما يذبن رفاعة بكسر الراه المهملة والفاء بعدها والعين المهملة بعد الالف ابن رافع بن جديمة بالجيم الانصاري.</w:t>
      </w:r>
    </w:p>
    <w:p w:rsidR="00F04D17" w:rsidRDefault="00F04D17" w:rsidP="00F04D17">
      <w:pPr>
        <w:pStyle w:val="libNormal"/>
        <w:rPr>
          <w:rtl/>
        </w:rPr>
      </w:pPr>
      <w:r>
        <w:rPr>
          <w:rtl/>
        </w:rPr>
        <w:t>وعبدالرحمان بن أبي ليل الانصاري شهد معه.</w:t>
      </w:r>
    </w:p>
    <w:p w:rsidR="00F04D17" w:rsidRDefault="00F04D17" w:rsidP="00F04D17">
      <w:pPr>
        <w:pStyle w:val="libNormal"/>
        <w:rPr>
          <w:rtl/>
        </w:rPr>
      </w:pPr>
      <w:r>
        <w:rPr>
          <w:rtl/>
        </w:rPr>
        <w:t>وأبوبكر بن حزم الانصاري.</w:t>
      </w:r>
    </w:p>
    <w:p w:rsidR="00F04D17" w:rsidRDefault="00F04D17" w:rsidP="00F04D17">
      <w:pPr>
        <w:pStyle w:val="libNormal"/>
        <w:rPr>
          <w:rtl/>
        </w:rPr>
      </w:pPr>
      <w:r>
        <w:rPr>
          <w:rtl/>
        </w:rPr>
        <w:t>وحجر بن عدي الكندي.</w:t>
      </w:r>
    </w:p>
    <w:p w:rsidR="00F04D17" w:rsidRDefault="00F04D17" w:rsidP="00F04D17">
      <w:pPr>
        <w:pStyle w:val="libNormal"/>
        <w:rPr>
          <w:rtl/>
        </w:rPr>
      </w:pPr>
      <w:r>
        <w:rPr>
          <w:rtl/>
        </w:rPr>
        <w:t>والاصبغ بن نباتة.</w:t>
      </w:r>
    </w:p>
    <w:p w:rsidR="00F04D17" w:rsidRDefault="00F04D17" w:rsidP="00F04D17">
      <w:pPr>
        <w:pStyle w:val="libNormal"/>
        <w:rPr>
          <w:rtl/>
        </w:rPr>
      </w:pPr>
      <w:r>
        <w:rPr>
          <w:rtl/>
        </w:rPr>
        <w:t>وكميل بن زياد النخعي.</w:t>
      </w:r>
    </w:p>
    <w:p w:rsidR="00F04D17" w:rsidRDefault="00F04D17" w:rsidP="00F04D17">
      <w:pPr>
        <w:pStyle w:val="libNormal"/>
        <w:rPr>
          <w:rtl/>
        </w:rPr>
      </w:pPr>
      <w:r>
        <w:rPr>
          <w:rtl/>
        </w:rPr>
        <w:t>ومالك بن الحارث الاشتر النخعي.</w:t>
      </w:r>
    </w:p>
    <w:p w:rsidR="00F04D17" w:rsidRDefault="00F04D17" w:rsidP="00F04D17">
      <w:pPr>
        <w:pStyle w:val="libNormal"/>
        <w:rPr>
          <w:rtl/>
        </w:rPr>
      </w:pPr>
      <w:r>
        <w:rPr>
          <w:rtl/>
        </w:rPr>
        <w:t>وحبة بالحاء المهملة قبل الباء المنقطة تحتها نقطة ابن جوين بضم الجيم والنون بعد الياء المنقطة تحتها نقطتين العرني.</w:t>
      </w:r>
    </w:p>
    <w:p w:rsidR="00F04D17" w:rsidRDefault="00F04D17" w:rsidP="00F04D17">
      <w:pPr>
        <w:pStyle w:val="libNormal"/>
        <w:rPr>
          <w:rtl/>
        </w:rPr>
      </w:pPr>
      <w:r>
        <w:rPr>
          <w:rtl/>
        </w:rPr>
        <w:t>وأبوعبدالله البجلي.</w:t>
      </w:r>
    </w:p>
    <w:p w:rsidR="00F04D17" w:rsidRDefault="00F04D17" w:rsidP="00F04D17">
      <w:pPr>
        <w:pStyle w:val="libNormal"/>
        <w:rPr>
          <w:rtl/>
        </w:rPr>
      </w:pPr>
      <w:r>
        <w:rPr>
          <w:rtl/>
        </w:rPr>
        <w:t>وأبواراكة البجلي.</w:t>
      </w:r>
    </w:p>
    <w:p w:rsidR="00F04D17" w:rsidRDefault="00F04D17" w:rsidP="00F04D17">
      <w:pPr>
        <w:pStyle w:val="libNormal"/>
        <w:rPr>
          <w:rtl/>
        </w:rPr>
      </w:pPr>
      <w:r>
        <w:rPr>
          <w:rtl/>
        </w:rPr>
        <w:t>وأبوحية بالياء المنقطة تحتها نقطتين بعد الحاء المهملة.</w:t>
      </w:r>
    </w:p>
    <w:p w:rsidR="00F04D17" w:rsidRDefault="00F04D17" w:rsidP="00F04D17">
      <w:pPr>
        <w:pStyle w:val="libNormal"/>
        <w:rPr>
          <w:rtl/>
        </w:rPr>
      </w:pPr>
      <w:r>
        <w:rPr>
          <w:rtl/>
        </w:rPr>
        <w:t>وطارق بالقاف ابن شهاب الاحمسي.</w:t>
      </w:r>
    </w:p>
    <w:p w:rsidR="00F04D17" w:rsidRDefault="00F04D17" w:rsidP="00F04D17">
      <w:pPr>
        <w:pStyle w:val="libNormal"/>
        <w:rPr>
          <w:rtl/>
        </w:rPr>
      </w:pPr>
      <w:r>
        <w:rPr>
          <w:rtl/>
        </w:rPr>
        <w:t>ومخنف بن سليم الازدي.</w:t>
      </w:r>
    </w:p>
    <w:p w:rsidR="00F04D17" w:rsidRDefault="00F04D17" w:rsidP="00F04D17">
      <w:pPr>
        <w:pStyle w:val="libNormal"/>
        <w:rPr>
          <w:rtl/>
        </w:rPr>
      </w:pPr>
      <w:r>
        <w:rPr>
          <w:rtl/>
        </w:rPr>
        <w:t>وأبوظبيا بالباء المنقطة تحتها نقطة قبل الياء المنقطة تحتها نقطتين الجنبي بالجيم والنون قبل الباء المنقطة تحتها نقطة.</w:t>
      </w:r>
    </w:p>
    <w:p w:rsidR="00F04D17" w:rsidRDefault="00F04D17" w:rsidP="00F04D17">
      <w:pPr>
        <w:pStyle w:val="libNormal"/>
        <w:rPr>
          <w:rtl/>
        </w:rPr>
      </w:pPr>
      <w:r>
        <w:rPr>
          <w:rtl/>
        </w:rPr>
        <w:t>وزيد بن وهب الجهني.</w:t>
      </w:r>
    </w:p>
    <w:p w:rsidR="00F04D17" w:rsidRDefault="00F04D17" w:rsidP="00F04D17">
      <w:pPr>
        <w:pStyle w:val="libNormal"/>
        <w:rPr>
          <w:rtl/>
        </w:rPr>
      </w:pPr>
      <w:r>
        <w:rPr>
          <w:rtl/>
        </w:rPr>
        <w:t>وأبوصادق كليب الحرمي بالحاء المهملة والراء والميم.</w:t>
      </w:r>
    </w:p>
    <w:p w:rsidR="00F04D17" w:rsidRDefault="00F04D17" w:rsidP="00F04D17">
      <w:pPr>
        <w:pStyle w:val="libNormal"/>
        <w:rPr>
          <w:rtl/>
        </w:rPr>
      </w:pPr>
      <w:r>
        <w:rPr>
          <w:rtl/>
        </w:rPr>
        <w:t>وربيعة بن ناجذ بالنون والجيم والذال المعجمة الازدي.</w:t>
      </w:r>
    </w:p>
    <w:p w:rsidR="00F04D17" w:rsidRDefault="00F04D17" w:rsidP="00F04D17">
      <w:pPr>
        <w:pStyle w:val="libNormal"/>
        <w:rPr>
          <w:rtl/>
        </w:rPr>
      </w:pPr>
      <w:r>
        <w:rPr>
          <w:rtl/>
        </w:rPr>
        <w:t>وأبوبردة بضم الباء والدال المهملة بعد الراء الازدي.</w:t>
      </w:r>
    </w:p>
    <w:p w:rsidR="00F04D17" w:rsidRDefault="00F04D17" w:rsidP="00F04D17">
      <w:pPr>
        <w:pStyle w:val="libNormal"/>
        <w:rPr>
          <w:rtl/>
        </w:rPr>
      </w:pPr>
      <w:r>
        <w:rPr>
          <w:rtl/>
        </w:rPr>
        <w:t>وأبوالبختري بالباء المنقطة تحتها نقطة والخاء المعجمة والتاء المنقطة فوقها نقطتين والراء وسعيد بن فيروز بالفاء والزاء اخير</w:t>
      </w:r>
      <w:r w:rsidR="00CD27DE">
        <w:rPr>
          <w:rtl/>
        </w:rPr>
        <w:t>اً</w:t>
      </w:r>
      <w:r>
        <w:rPr>
          <w:rtl/>
        </w:rPr>
        <w:t>.</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وهبيرة بن بريم بضم الباء المنقطة تحتها نقطة والراء المهملة بعدها الياء المنقطة تحتها نقطتين الحميري.</w:t>
      </w:r>
    </w:p>
    <w:p w:rsidR="00F04D17" w:rsidRDefault="00F04D17" w:rsidP="00F04D17">
      <w:pPr>
        <w:pStyle w:val="libNormal"/>
        <w:rPr>
          <w:rtl/>
        </w:rPr>
      </w:pPr>
      <w:r>
        <w:rPr>
          <w:rtl/>
        </w:rPr>
        <w:t>وعبد خير الخيراني بالخاء المعجمة والياء المنقطة تحتها نقطتين والراء والنون بعد الالف.</w:t>
      </w:r>
    </w:p>
    <w:p w:rsidR="00F04D17" w:rsidRDefault="00F04D17" w:rsidP="00F04D17">
      <w:pPr>
        <w:pStyle w:val="libNormal"/>
        <w:rPr>
          <w:rtl/>
        </w:rPr>
      </w:pPr>
      <w:r>
        <w:rPr>
          <w:rtl/>
        </w:rPr>
        <w:t>وجعيد بضم الجيم والياء بعد العين المهملة.</w:t>
      </w:r>
    </w:p>
    <w:p w:rsidR="00F04D17" w:rsidRDefault="00F04D17" w:rsidP="00F04D17">
      <w:pPr>
        <w:pStyle w:val="libNormal"/>
        <w:rPr>
          <w:rtl/>
        </w:rPr>
      </w:pPr>
      <w:r>
        <w:rPr>
          <w:rtl/>
        </w:rPr>
        <w:t>وهمدان عمرو بن مر الهمداني، ونميلة الهمداني وهاني بن هاني الهمداني.</w:t>
      </w:r>
    </w:p>
    <w:p w:rsidR="00F04D17" w:rsidRDefault="00F04D17" w:rsidP="00F04D17">
      <w:pPr>
        <w:pStyle w:val="libNormal"/>
        <w:rPr>
          <w:rtl/>
        </w:rPr>
      </w:pPr>
      <w:r>
        <w:rPr>
          <w:rtl/>
        </w:rPr>
        <w:t>ثم قال: ومن المجهولين من أصحاب أميرالمؤمنين عليه السلام: أبوجميلة عنبسة بالنون بعد العين المهملة ابن جبير بالجيم المضمومة روى عنه عبدالاعلى.</w:t>
      </w:r>
    </w:p>
    <w:p w:rsidR="00F04D17" w:rsidRDefault="00F04D17" w:rsidP="00F04D17">
      <w:pPr>
        <w:pStyle w:val="libNormal"/>
        <w:rPr>
          <w:rtl/>
        </w:rPr>
      </w:pPr>
      <w:r>
        <w:rPr>
          <w:rtl/>
        </w:rPr>
        <w:t>وأبوماوية بالياء المنقطة تحتها نقطتين بعد الواو ابن وهب بن الاجدع بالجيم والدال المهملة ابن أسد.</w:t>
      </w:r>
    </w:p>
    <w:p w:rsidR="00F04D17" w:rsidRDefault="00F04D17" w:rsidP="00F04D17">
      <w:pPr>
        <w:pStyle w:val="libNormal"/>
        <w:rPr>
          <w:rtl/>
        </w:rPr>
      </w:pPr>
      <w:r>
        <w:rPr>
          <w:rtl/>
        </w:rPr>
        <w:t>وأبوسخيلة بضم السين والخاء المعجمة.</w:t>
      </w:r>
    </w:p>
    <w:p w:rsidR="00F04D17" w:rsidRDefault="00F04D17" w:rsidP="00F04D17">
      <w:pPr>
        <w:pStyle w:val="libNormal"/>
        <w:rPr>
          <w:rtl/>
        </w:rPr>
      </w:pPr>
      <w:r>
        <w:rPr>
          <w:rtl/>
        </w:rPr>
        <w:t>وعاصم بن طريف بفتح الطاء.</w:t>
      </w:r>
    </w:p>
    <w:p w:rsidR="00F04D17" w:rsidRDefault="00F04D17" w:rsidP="00F04D17">
      <w:pPr>
        <w:pStyle w:val="libNormal"/>
        <w:rPr>
          <w:rtl/>
        </w:rPr>
      </w:pPr>
      <w:r>
        <w:rPr>
          <w:rtl/>
        </w:rPr>
        <w:t>وميسرة بالسين المهملة بعد الياء المنقطة تحتها نقطتين.</w:t>
      </w:r>
    </w:p>
    <w:p w:rsidR="00F04D17" w:rsidRDefault="00F04D17" w:rsidP="00F04D17">
      <w:pPr>
        <w:pStyle w:val="libNormal"/>
        <w:rPr>
          <w:rtl/>
        </w:rPr>
      </w:pPr>
      <w:r>
        <w:rPr>
          <w:rtl/>
        </w:rPr>
        <w:t>وربيعة بن علي، وأبوإسحاق روي عنه.</w:t>
      </w:r>
    </w:p>
    <w:p w:rsidR="00FF6DC3" w:rsidRDefault="00F04D17" w:rsidP="00F04D17">
      <w:pPr>
        <w:pStyle w:val="libNormal"/>
        <w:rPr>
          <w:rtl/>
        </w:rPr>
      </w:pPr>
      <w:r>
        <w:rPr>
          <w:rtl/>
        </w:rPr>
        <w:t>فهذا ما أردت إثباته مما قاله البرقي، وبه يتم القسم الاول من هذا الكتاب، ويتلوه بحمد الله ومنه القسم الثاني في المجروحين ومن أتوقف في حديثه وصلى الله على محمد النبي الامي وآله الكرام.</w:t>
      </w:r>
    </w:p>
    <w:p w:rsidR="00FF6DC3" w:rsidRDefault="00FF6DC3" w:rsidP="00FF6DC3">
      <w:pPr>
        <w:pStyle w:val="libNormal"/>
        <w:rPr>
          <w:rtl/>
        </w:rPr>
      </w:pPr>
      <w:r>
        <w:rPr>
          <w:rtl/>
        </w:rPr>
        <w:br w:type="page"/>
      </w:r>
    </w:p>
    <w:p w:rsidR="00F04D17" w:rsidRDefault="00F04D17" w:rsidP="000F2669">
      <w:pPr>
        <w:pStyle w:val="Heading1Center"/>
      </w:pPr>
      <w:bookmarkStart w:id="316" w:name="160"/>
      <w:bookmarkStart w:id="317" w:name="_Toc418412080"/>
      <w:r>
        <w:rPr>
          <w:rtl/>
        </w:rPr>
        <w:lastRenderedPageBreak/>
        <w:t>القسم الثانى</w:t>
      </w:r>
      <w:bookmarkEnd w:id="316"/>
      <w:bookmarkEnd w:id="317"/>
    </w:p>
    <w:p w:rsidR="00F04D17" w:rsidRDefault="00F04D17" w:rsidP="00F04D17">
      <w:pPr>
        <w:pStyle w:val="libNormal"/>
        <w:rPr>
          <w:rtl/>
        </w:rPr>
      </w:pPr>
      <w:r>
        <w:rPr>
          <w:rtl/>
        </w:rPr>
        <w:t>من كتابنا الموسوم: (بخلاصة الاقوال في معرفة الرجال) وهذا القسم مختص بذكر الضعفاء ومن أرد قوله أو أقف فيه، وفيه سبعة وعشرون فصلا.</w:t>
      </w:r>
    </w:p>
    <w:p w:rsidR="00F04D17" w:rsidRDefault="00F04D17" w:rsidP="000F2669">
      <w:pPr>
        <w:pStyle w:val="Heading2Center"/>
        <w:rPr>
          <w:rtl/>
        </w:rPr>
      </w:pPr>
      <w:bookmarkStart w:id="318" w:name="161"/>
      <w:bookmarkStart w:id="319" w:name="_Toc418412081"/>
      <w:r>
        <w:rPr>
          <w:rtl/>
        </w:rPr>
        <w:t>الفصل الاول في الهمزة</w:t>
      </w:r>
      <w:bookmarkEnd w:id="318"/>
      <w:bookmarkEnd w:id="319"/>
    </w:p>
    <w:p w:rsidR="00F04D17" w:rsidRDefault="00F04D17" w:rsidP="00F04D17">
      <w:pPr>
        <w:pStyle w:val="libNormal"/>
        <w:rPr>
          <w:rtl/>
        </w:rPr>
      </w:pPr>
      <w:r>
        <w:rPr>
          <w:rtl/>
        </w:rPr>
        <w:t>وفيه ستة أبواب:</w:t>
      </w:r>
    </w:p>
    <w:p w:rsidR="00F04D17" w:rsidRPr="00F04D17" w:rsidRDefault="00F04D17" w:rsidP="00F04D17">
      <w:pPr>
        <w:pStyle w:val="Heading3Center"/>
        <w:rPr>
          <w:rtl/>
        </w:rPr>
      </w:pPr>
      <w:bookmarkStart w:id="320" w:name="162"/>
      <w:bookmarkStart w:id="321" w:name="_Toc418412082"/>
      <w:r>
        <w:rPr>
          <w:rtl/>
        </w:rPr>
        <w:t>الباب الاول ابراهيم ثمانية رجال</w:t>
      </w:r>
      <w:bookmarkEnd w:id="320"/>
      <w:bookmarkEnd w:id="321"/>
    </w:p>
    <w:p w:rsidR="00F04D17" w:rsidRDefault="00F04D17" w:rsidP="00F04D17">
      <w:pPr>
        <w:pStyle w:val="libNormal"/>
        <w:rPr>
          <w:rtl/>
        </w:rPr>
      </w:pPr>
      <w:r>
        <w:rPr>
          <w:rtl/>
        </w:rPr>
        <w:t>1 - (إبراهيم) بن عبدالحميد وثقة الشيخ في الفهرست.</w:t>
      </w:r>
    </w:p>
    <w:p w:rsidR="00F04D17" w:rsidRDefault="00F04D17" w:rsidP="00F04D17">
      <w:pPr>
        <w:pStyle w:val="libNormal"/>
        <w:rPr>
          <w:rtl/>
        </w:rPr>
      </w:pPr>
      <w:r>
        <w:rPr>
          <w:rtl/>
        </w:rPr>
        <w:t>قال في كتاب الرجال: انه واقفي من أصحاب الصادق عليه السلام. قال سعد بن عبدالله: انه أدرك الرضا عليه السلام ولم يسمع منه. فتركت روايته لذلك. وقال الفضل بن شاذان: انه صالح.</w:t>
      </w:r>
    </w:p>
    <w:p w:rsidR="00F04D17" w:rsidRDefault="00F04D17" w:rsidP="00F04D17">
      <w:pPr>
        <w:pStyle w:val="libNormal"/>
        <w:rPr>
          <w:rtl/>
        </w:rPr>
      </w:pPr>
      <w:r>
        <w:rPr>
          <w:rtl/>
        </w:rPr>
        <w:t>2 - (إبراهيم) بن شعيب من أصحاب الكاظم عليه السلام واقفي لااعتمد على روايته.</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3 - (إبراهيم) بن أبي سمال بالسين المهملة واللام واقفي لا اعتمد على روايته.</w:t>
      </w:r>
    </w:p>
    <w:p w:rsidR="00F04D17" w:rsidRDefault="00F04D17" w:rsidP="00F04D17">
      <w:pPr>
        <w:pStyle w:val="libNormal"/>
        <w:rPr>
          <w:rtl/>
        </w:rPr>
      </w:pPr>
      <w:r>
        <w:rPr>
          <w:rtl/>
        </w:rPr>
        <w:t>وقال النجاشي: انه ثقة.</w:t>
      </w:r>
    </w:p>
    <w:p w:rsidR="00F04D17" w:rsidRDefault="00F04D17" w:rsidP="00F04D17">
      <w:pPr>
        <w:pStyle w:val="libNormal"/>
        <w:rPr>
          <w:rtl/>
        </w:rPr>
      </w:pPr>
      <w:r>
        <w:rPr>
          <w:rtl/>
        </w:rPr>
        <w:t>4 - (إبراهيم) بن إسحاق أبواسحاق الاحمري النهاوندي كان ضعيف</w:t>
      </w:r>
      <w:r w:rsidR="00CD27DE">
        <w:rPr>
          <w:rtl/>
        </w:rPr>
        <w:t>اً</w:t>
      </w:r>
      <w:r>
        <w:rPr>
          <w:rtl/>
        </w:rPr>
        <w:t xml:space="preserve"> في حديثه متهم</w:t>
      </w:r>
      <w:r w:rsidR="00CD27DE">
        <w:rPr>
          <w:rtl/>
        </w:rPr>
        <w:t>اً</w:t>
      </w:r>
      <w:r>
        <w:rPr>
          <w:rtl/>
        </w:rPr>
        <w:t xml:space="preserve"> في دينه وفي مذهبه ارتفاع وامره مختلط لا اعمل على شئ مما يرويه، وقد ضعفه الشيخ (ره) في الفهرست.</w:t>
      </w:r>
    </w:p>
    <w:p w:rsidR="00F04D17" w:rsidRDefault="00F04D17" w:rsidP="00F04D17">
      <w:pPr>
        <w:pStyle w:val="libNormal"/>
        <w:rPr>
          <w:rtl/>
        </w:rPr>
      </w:pPr>
      <w:r>
        <w:rPr>
          <w:rtl/>
        </w:rPr>
        <w:t>وقال في (كتاب الرجال في أصحاب الهادي عليه السلام): ابراهيم بن اسحاق ثقة. فان يكن هو هذا فلا تعويل على روايته. وقال البرقي: ابراهيم بن اسحاق بن ازور شيخ لا بأس به.</w:t>
      </w:r>
    </w:p>
    <w:p w:rsidR="00F04D17" w:rsidRDefault="00F04D17" w:rsidP="00F04D17">
      <w:pPr>
        <w:pStyle w:val="libNormal"/>
        <w:rPr>
          <w:rtl/>
        </w:rPr>
      </w:pPr>
      <w:r>
        <w:rPr>
          <w:rtl/>
        </w:rPr>
        <w:t>5 - (إبراهيم) بن رجاء الشيباني أبواسحاق المعروف بابن أبي هراسه بالراء والسين المهملة وهراسة امه كان عامي</w:t>
      </w:r>
      <w:r w:rsidR="00CD27DE">
        <w:rPr>
          <w:rtl/>
        </w:rPr>
        <w:t>اً</w:t>
      </w:r>
      <w:r>
        <w:rPr>
          <w:rtl/>
        </w:rPr>
        <w:t xml:space="preserve"> لا اعتمد على ما يرويه.</w:t>
      </w:r>
    </w:p>
    <w:p w:rsidR="00F04D17" w:rsidRDefault="00F04D17" w:rsidP="00F04D17">
      <w:pPr>
        <w:pStyle w:val="libNormal"/>
        <w:rPr>
          <w:rtl/>
        </w:rPr>
      </w:pPr>
      <w:r>
        <w:rPr>
          <w:rtl/>
        </w:rPr>
        <w:t>6 - (إبراهيم) بن صالح الانماطي يكنى أبا اسحاق.</w:t>
      </w:r>
    </w:p>
    <w:p w:rsidR="00F04D17" w:rsidRDefault="00F04D17" w:rsidP="00F04D17">
      <w:pPr>
        <w:pStyle w:val="libNormal"/>
        <w:rPr>
          <w:rtl/>
        </w:rPr>
      </w:pPr>
      <w:r>
        <w:rPr>
          <w:rtl/>
        </w:rPr>
        <w:t>قال الشيخ أبوجعفر الطوسي (ره): انه ثقة، وكذا قال النجاشي. إلا ان النجاشي قال: انه ثقة لا بأس به. وقال في باب إبراهيم أيض</w:t>
      </w:r>
      <w:r w:rsidR="00CD27DE">
        <w:rPr>
          <w:rtl/>
        </w:rPr>
        <w:t>اً</w:t>
      </w:r>
      <w:r>
        <w:rPr>
          <w:rtl/>
        </w:rPr>
        <w:t>: إبراهيم بن صالح الانماطي الاسدي ثقة روى عن أبي الحسن عليه السلام ووقف. والظاهر انهما واحد، مع إحتمال تعددهما وعندي توقف فيما يرويه.</w:t>
      </w:r>
    </w:p>
    <w:p w:rsidR="00F04D17" w:rsidRDefault="00F04D17" w:rsidP="00F04D17">
      <w:pPr>
        <w:pStyle w:val="libNormal"/>
        <w:rPr>
          <w:rtl/>
        </w:rPr>
      </w:pPr>
      <w:r>
        <w:rPr>
          <w:rtl/>
        </w:rPr>
        <w:t>7 - (إبراهيم) بن يزيد المكوف ضعيف.</w:t>
      </w:r>
    </w:p>
    <w:p w:rsidR="00F04D17" w:rsidRDefault="00F04D17" w:rsidP="00F04D17">
      <w:pPr>
        <w:pStyle w:val="libNormal"/>
        <w:rPr>
          <w:rtl/>
        </w:rPr>
      </w:pPr>
      <w:r>
        <w:rPr>
          <w:rtl/>
        </w:rPr>
        <w:t>يقال: ان في مذهبه ارتفاعا !. فلا اعمل بروايته.</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8 - (إبراهيم) بن عبيد الله بن العلا المدني.</w:t>
      </w:r>
    </w:p>
    <w:p w:rsidR="00F04D17" w:rsidRDefault="00F04D17" w:rsidP="00F04D17">
      <w:pPr>
        <w:pStyle w:val="libNormal"/>
        <w:rPr>
          <w:rtl/>
        </w:rPr>
      </w:pPr>
      <w:r>
        <w:rPr>
          <w:rtl/>
        </w:rPr>
        <w:t>قال ابن الغضايري: لا نعرفه إلا بما ينسب اليه عبدالله بن محمد البلوي وينسب إلى أبيه عبيد الله بن العلا عمارة بن زيد وما يسند اليه إلا الفاسد المتهافت. قال وأظنه اسم</w:t>
      </w:r>
      <w:r w:rsidR="00CD27DE">
        <w:rPr>
          <w:rtl/>
        </w:rPr>
        <w:t>اً</w:t>
      </w:r>
      <w:r>
        <w:rPr>
          <w:rtl/>
        </w:rPr>
        <w:t xml:space="preserve"> موضوع</w:t>
      </w:r>
      <w:r w:rsidR="00CD27DE">
        <w:rPr>
          <w:rtl/>
        </w:rPr>
        <w:t>اً</w:t>
      </w:r>
      <w:r>
        <w:rPr>
          <w:rtl/>
        </w:rPr>
        <w:t xml:space="preserve"> على غير واحد.</w:t>
      </w:r>
    </w:p>
    <w:p w:rsidR="00F04D17" w:rsidRDefault="00F04D17" w:rsidP="00F04D17">
      <w:pPr>
        <w:pStyle w:val="libNormal"/>
        <w:rPr>
          <w:rtl/>
        </w:rPr>
      </w:pPr>
      <w:r>
        <w:rPr>
          <w:rtl/>
        </w:rPr>
        <w:t>أقول: وهذا الا اعتمد على روايته، لوجود طعن هذا الشيخ فيه، مع اني لم أقف له على تعديل من غيره.</w:t>
      </w:r>
    </w:p>
    <w:p w:rsidR="00F04D17" w:rsidRDefault="00F04D17" w:rsidP="00F04D17">
      <w:pPr>
        <w:pStyle w:val="Heading3Center"/>
        <w:rPr>
          <w:rtl/>
        </w:rPr>
      </w:pPr>
      <w:bookmarkStart w:id="322" w:name="163"/>
      <w:bookmarkStart w:id="323" w:name="_Toc418412083"/>
      <w:r>
        <w:rPr>
          <w:rtl/>
        </w:rPr>
        <w:t>الباب الثانى إسماعيل ثمانية رجال</w:t>
      </w:r>
      <w:bookmarkEnd w:id="322"/>
      <w:bookmarkEnd w:id="323"/>
    </w:p>
    <w:p w:rsidR="00F04D17" w:rsidRDefault="00F04D17" w:rsidP="00F04D17">
      <w:pPr>
        <w:pStyle w:val="libNormal"/>
        <w:rPr>
          <w:rtl/>
        </w:rPr>
      </w:pPr>
      <w:r>
        <w:rPr>
          <w:rtl/>
        </w:rPr>
        <w:t>1 - (إسماعيل) بن سماك بالسين غير المعجمة والكاف بعد الالف. وقيل: بلام بعد الالف.</w:t>
      </w:r>
    </w:p>
    <w:p w:rsidR="00F04D17" w:rsidRDefault="00F04D17" w:rsidP="00F04D17">
      <w:pPr>
        <w:pStyle w:val="libNormal"/>
        <w:rPr>
          <w:rtl/>
        </w:rPr>
      </w:pPr>
      <w:r>
        <w:rPr>
          <w:rtl/>
        </w:rPr>
        <w:t>وقيل: ابن أبي سماك وهو أخو إبراهيم كان واقفي</w:t>
      </w:r>
      <w:r w:rsidR="00CD27DE">
        <w:rPr>
          <w:rtl/>
        </w:rPr>
        <w:t>اً</w:t>
      </w:r>
      <w:r>
        <w:rPr>
          <w:rtl/>
        </w:rPr>
        <w:t>.</w:t>
      </w:r>
    </w:p>
    <w:p w:rsidR="00F04D17" w:rsidRDefault="00F04D17" w:rsidP="00F04D17">
      <w:pPr>
        <w:pStyle w:val="libNormal"/>
        <w:rPr>
          <w:rtl/>
        </w:rPr>
      </w:pPr>
      <w:r>
        <w:rPr>
          <w:rtl/>
        </w:rPr>
        <w:t>وقال النجاشي: انه ثقة واقفي، فلا أعتمد حينئذ على روايته.</w:t>
      </w:r>
    </w:p>
    <w:p w:rsidR="00F04D17" w:rsidRDefault="00F04D17" w:rsidP="00F04D17">
      <w:pPr>
        <w:pStyle w:val="libNormal"/>
        <w:rPr>
          <w:rtl/>
        </w:rPr>
      </w:pPr>
      <w:r>
        <w:rPr>
          <w:rtl/>
        </w:rPr>
        <w:t>2 - (إسماعيل) بن قتيبة بضم القاف وفتح التاء بعده المنقطة فوقها نقطتين ثم الياء المنقطة تحتها نقطتين الساكنة ثم الباء المنقطة تحتها نقطة واحدة المفتوحة مجهول من أصحاب الرضا عليه السلام.</w:t>
      </w:r>
    </w:p>
    <w:p w:rsidR="00F04D17" w:rsidRDefault="00F04D17" w:rsidP="00F04D17">
      <w:pPr>
        <w:pStyle w:val="libNormal"/>
        <w:rPr>
          <w:rtl/>
        </w:rPr>
      </w:pPr>
      <w:r>
        <w:rPr>
          <w:rtl/>
        </w:rPr>
        <w:t>3 - (إسماعيل) بن أبي زياد السكوني الشعيري كان عامي</w:t>
      </w:r>
      <w:r w:rsidR="00CD27DE">
        <w:rPr>
          <w:rtl/>
        </w:rPr>
        <w:t>اً</w:t>
      </w:r>
      <w:r>
        <w:rPr>
          <w:rtl/>
        </w:rPr>
        <w:t>.</w:t>
      </w:r>
    </w:p>
    <w:p w:rsidR="00F04D17" w:rsidRDefault="00F04D17" w:rsidP="00F04D17">
      <w:pPr>
        <w:pStyle w:val="libNormal"/>
        <w:rPr>
          <w:rtl/>
        </w:rPr>
      </w:pPr>
      <w:r>
        <w:rPr>
          <w:rtl/>
        </w:rPr>
        <w:t>4 - (إسماعيل) بن علي بن علي بن رزين بتقديم الراء على الزاى ابن عثمان بن عبدالرحمان بن عبدالله بن بديل بن ورقاء الخزاعي أبوالقاسم ابن أخي دعبل كان يواسط مقامه وولي الحسبة بها وكان مختلط الامر في الحديث يعرف وينكر.</w:t>
      </w:r>
    </w:p>
    <w:p w:rsidR="00F04D17" w:rsidRDefault="00F04D17" w:rsidP="00F04D17">
      <w:pPr>
        <w:pStyle w:val="libNormal"/>
        <w:rPr>
          <w:rtl/>
        </w:rPr>
      </w:pPr>
      <w:r>
        <w:rPr>
          <w:rtl/>
        </w:rPr>
        <w:t>وقال ابن الغضايري: انه كان كذاب</w:t>
      </w:r>
      <w:r w:rsidR="00CD27DE">
        <w:rPr>
          <w:rtl/>
        </w:rPr>
        <w:t>اً</w:t>
      </w:r>
      <w:r>
        <w:rPr>
          <w:rtl/>
        </w:rPr>
        <w:t xml:space="preserve"> وضاع</w:t>
      </w:r>
      <w:r w:rsidR="00CD27DE">
        <w:rPr>
          <w:rtl/>
        </w:rPr>
        <w:t>اً</w:t>
      </w:r>
      <w:r>
        <w:rPr>
          <w:rtl/>
        </w:rPr>
        <w:t xml:space="preserve"> للحديث لا يلتفت إلى ما يرويه عن أبيه عن الرضا عليه السلام ولا غير ذلك ولا ما صنف. وهذا لا اعتمد على روايته، لشهادة المشايخ عليه بالضعف والاختلال في الرواية 5 - (إسماعيل) بن عمر بن أبان الكلبي واقف، روى أبوه عن أبي عبدالله وأبي الحسن عليهما السلام وروى هو عن أبيه.</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6 - (إسماعيل) بن سهل الدهقان.</w:t>
      </w:r>
    </w:p>
    <w:p w:rsidR="00F04D17" w:rsidRDefault="00F04D17" w:rsidP="00F04D17">
      <w:pPr>
        <w:pStyle w:val="libNormal"/>
        <w:rPr>
          <w:rtl/>
        </w:rPr>
      </w:pPr>
      <w:r>
        <w:rPr>
          <w:rtl/>
        </w:rPr>
        <w:t>قال النجاشي: ضعفه أصحابنا.</w:t>
      </w:r>
    </w:p>
    <w:p w:rsidR="00F04D17" w:rsidRDefault="00F04D17" w:rsidP="00F04D17">
      <w:pPr>
        <w:pStyle w:val="libNormal"/>
        <w:rPr>
          <w:rtl/>
        </w:rPr>
      </w:pPr>
      <w:r>
        <w:rPr>
          <w:rtl/>
        </w:rPr>
        <w:t>7 - (إسماعيل) بن يسار الهاشمي مولى اسماعيل بن علي بن عبدالله بن عباس، ذكره أصحابنا بالضعف.</w:t>
      </w:r>
    </w:p>
    <w:p w:rsidR="00F04D17" w:rsidRDefault="00F04D17" w:rsidP="00F04D17">
      <w:pPr>
        <w:pStyle w:val="libNormal"/>
        <w:rPr>
          <w:rtl/>
        </w:rPr>
      </w:pPr>
      <w:r>
        <w:rPr>
          <w:rtl/>
        </w:rPr>
        <w:t>8 - (إسماعيل) بن عمار اخو إسحاق.</w:t>
      </w:r>
    </w:p>
    <w:p w:rsidR="00F04D17" w:rsidRDefault="00F04D17" w:rsidP="00F04D17">
      <w:pPr>
        <w:pStyle w:val="libNormal"/>
        <w:rPr>
          <w:rtl/>
        </w:rPr>
      </w:pPr>
      <w:r>
        <w:rPr>
          <w:rtl/>
        </w:rPr>
        <w:t xml:space="preserve">روى الكشي </w:t>
      </w:r>
      <w:r w:rsidR="00CD27DE">
        <w:rPr>
          <w:rtl/>
        </w:rPr>
        <w:t>حديثاً</w:t>
      </w:r>
      <w:r>
        <w:rPr>
          <w:rtl/>
        </w:rPr>
        <w:t xml:space="preserve"> في طريقه ضعف: ان الصادق عليه السلام كان إذا رآهما قال: وقد يجمعهما لا قوام يعني الدنيا والاخرة. وقد ذكرنا سند الحديث في الكتاب الكبير، والاقوى عندي التوقف في روايته حتى تثبت عدالته.</w:t>
      </w:r>
    </w:p>
    <w:p w:rsidR="00F04D17" w:rsidRDefault="00F04D17" w:rsidP="00F04D17">
      <w:pPr>
        <w:pStyle w:val="Heading3Center"/>
        <w:rPr>
          <w:rtl/>
        </w:rPr>
      </w:pPr>
      <w:bookmarkStart w:id="324" w:name="164"/>
      <w:bookmarkStart w:id="325" w:name="_Toc418412084"/>
      <w:r>
        <w:rPr>
          <w:rtl/>
        </w:rPr>
        <w:t>الباب الثالث اسحاق سبعة رجال</w:t>
      </w:r>
      <w:bookmarkEnd w:id="324"/>
      <w:bookmarkEnd w:id="325"/>
    </w:p>
    <w:p w:rsidR="00F04D17" w:rsidRDefault="00F04D17" w:rsidP="00F04D17">
      <w:pPr>
        <w:pStyle w:val="libNormal"/>
        <w:rPr>
          <w:rtl/>
        </w:rPr>
      </w:pPr>
      <w:r>
        <w:rPr>
          <w:rtl/>
        </w:rPr>
        <w:t>1 - (إسحاق) بن عمار بن حيان مولى بني تغلب أبويعقوب الصيرفي كان شيخ</w:t>
      </w:r>
      <w:r w:rsidR="00CD27DE">
        <w:rPr>
          <w:rtl/>
        </w:rPr>
        <w:t>اً</w:t>
      </w:r>
      <w:r>
        <w:rPr>
          <w:rtl/>
        </w:rPr>
        <w:t xml:space="preserve"> من أصحابنا ثقة روى عن الصادق عليه السلام والكاظم عليه السلام وكان فطحي</w:t>
      </w:r>
      <w:r w:rsidR="00CD27DE">
        <w:rPr>
          <w:rtl/>
        </w:rPr>
        <w:t>اً</w:t>
      </w:r>
      <w:r>
        <w:rPr>
          <w:rtl/>
        </w:rPr>
        <w:t xml:space="preserve"> !.</w:t>
      </w:r>
    </w:p>
    <w:p w:rsidR="00F04D17" w:rsidRDefault="00F04D17" w:rsidP="00F04D17">
      <w:pPr>
        <w:pStyle w:val="libNormal"/>
        <w:rPr>
          <w:rtl/>
        </w:rPr>
      </w:pPr>
      <w:r>
        <w:rPr>
          <w:rtl/>
        </w:rPr>
        <w:t>قال الشيخ: إلا انه ثقة واصلة، معتمد عليه، وكذا قال النجاشي. والاولى عندي التوقف فيما ينفرد به.</w:t>
      </w:r>
    </w:p>
    <w:p w:rsidR="00F04D17" w:rsidRDefault="00F04D17" w:rsidP="00F04D17">
      <w:pPr>
        <w:pStyle w:val="libNormal"/>
        <w:rPr>
          <w:rtl/>
        </w:rPr>
      </w:pPr>
      <w:r>
        <w:rPr>
          <w:rtl/>
        </w:rPr>
        <w:t>2 - (إسحاق) بن جرير بالجيم والراء والياء المنقطة تحتها نقطتين والراء بعدها ابن يزيد بن جرير بن عبدالله البجلي أبويعقوب كان ثقة روى عن أبي عبدالله عليه السلام وكان واقفي</w:t>
      </w:r>
      <w:r w:rsidR="00CD27DE">
        <w:rPr>
          <w:rtl/>
        </w:rPr>
        <w:t>اً</w:t>
      </w:r>
      <w:r>
        <w:rPr>
          <w:rtl/>
        </w:rPr>
        <w:t>.</w:t>
      </w:r>
    </w:p>
    <w:p w:rsidR="00F04D17" w:rsidRDefault="00F04D17" w:rsidP="00F04D17">
      <w:pPr>
        <w:pStyle w:val="libNormal"/>
        <w:rPr>
          <w:rtl/>
        </w:rPr>
      </w:pPr>
      <w:r>
        <w:rPr>
          <w:rtl/>
        </w:rPr>
        <w:t>والاقوى عندي التوقف في رواية ينفرد بها.</w:t>
      </w:r>
    </w:p>
    <w:p w:rsidR="00F04D17" w:rsidRDefault="00F04D17" w:rsidP="00F04D17">
      <w:pPr>
        <w:pStyle w:val="libNormal"/>
        <w:rPr>
          <w:rtl/>
        </w:rPr>
      </w:pPr>
      <w:r>
        <w:rPr>
          <w:rtl/>
        </w:rPr>
        <w:t>3 - (إسحاق) بن محمد البصري يرمي بالغلو من أصحاب الجواد عليه السلام.</w:t>
      </w:r>
    </w:p>
    <w:p w:rsidR="00F04D17" w:rsidRDefault="00F04D17" w:rsidP="00F04D17">
      <w:pPr>
        <w:pStyle w:val="libNormal"/>
        <w:rPr>
          <w:rtl/>
        </w:rPr>
      </w:pPr>
      <w:r>
        <w:rPr>
          <w:rtl/>
        </w:rPr>
        <w:t>4 - (إسحاق) بن بشر أبوحذيفة الكاهلي الخراساني روى عن أبي عبدالله عليه السلام وهو من العامة وكان ثقة ذكروه في أصحاب أبي عبدالله عليه السلام.</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5 - (إسحاق) بن محمد بن أحمد بن ابان بن مرار بالراء المشددة وبعد الالف راه أيض</w:t>
      </w:r>
      <w:r w:rsidR="00CD27DE">
        <w:rPr>
          <w:rtl/>
        </w:rPr>
        <w:t>اً</w:t>
      </w:r>
      <w:r>
        <w:rPr>
          <w:rtl/>
        </w:rPr>
        <w:t xml:space="preserve"> ابن عبدالله ويعرف عبدالله عقبه بالعين غير المعجمة المضمومة والقاف والباء المنقطة تحتها نقطة واحدة وعقاب بن الحرث النخعي أخو الاشتر ويكنى أبا يعقوب الاحمر معدن التخليط له كتب في التخليط لا أقبل روايته.</w:t>
      </w:r>
    </w:p>
    <w:p w:rsidR="00F04D17" w:rsidRDefault="00F04D17" w:rsidP="00F04D17">
      <w:pPr>
        <w:pStyle w:val="libNormal"/>
        <w:rPr>
          <w:rtl/>
        </w:rPr>
      </w:pPr>
      <w:r>
        <w:rPr>
          <w:rtl/>
        </w:rPr>
        <w:t>وقال ابن الغضايري: انه كان فاسد المذهب كذاب</w:t>
      </w:r>
      <w:r w:rsidR="00CD27DE">
        <w:rPr>
          <w:rtl/>
        </w:rPr>
        <w:t>اً</w:t>
      </w:r>
      <w:r>
        <w:rPr>
          <w:rtl/>
        </w:rPr>
        <w:t xml:space="preserve"> في الرواية وصناع</w:t>
      </w:r>
      <w:r w:rsidR="00CD27DE">
        <w:rPr>
          <w:rtl/>
        </w:rPr>
        <w:t>اً</w:t>
      </w:r>
      <w:r>
        <w:rPr>
          <w:rtl/>
        </w:rPr>
        <w:t xml:space="preserve"> للحديث لا يلتفت إلى ما رواه ولا ينتفع بحديثه. وللعياشي معه خبر في وضعه للحديث مشهور والاسحاقية تنسب اليه.</w:t>
      </w:r>
    </w:p>
    <w:p w:rsidR="00F04D17" w:rsidRDefault="00F04D17" w:rsidP="00F04D17">
      <w:pPr>
        <w:pStyle w:val="libNormal"/>
        <w:rPr>
          <w:rtl/>
        </w:rPr>
      </w:pPr>
      <w:r>
        <w:rPr>
          <w:rtl/>
        </w:rPr>
        <w:t>6 - (إسحاق) بن الحسن بن بكران أبوالحسن العقراني بالعين غير المعجمة المفتوحة والقاف الساكنة وبعدها راء النمار كثير السماع ضعيف في مذهبه، كذا قال النجاشي.</w:t>
      </w:r>
    </w:p>
    <w:p w:rsidR="00F04D17" w:rsidRDefault="00F04D17" w:rsidP="00F04D17">
      <w:pPr>
        <w:pStyle w:val="libNormal"/>
        <w:rPr>
          <w:rtl/>
        </w:rPr>
      </w:pPr>
      <w:r>
        <w:rPr>
          <w:rtl/>
        </w:rPr>
        <w:t>قال: ورأيته بالكوفة وهو مجاور.</w:t>
      </w:r>
    </w:p>
    <w:p w:rsidR="00F04D17" w:rsidRDefault="00F04D17" w:rsidP="00F04D17">
      <w:pPr>
        <w:pStyle w:val="libNormal"/>
        <w:rPr>
          <w:rtl/>
        </w:rPr>
      </w:pPr>
      <w:r>
        <w:rPr>
          <w:rtl/>
        </w:rPr>
        <w:t>7 - (إسحاق) بن عبدالعزيز البزاز كوفي يكنى أبا السفايح روى عن أبي عبدالله عليه السلام.</w:t>
      </w:r>
    </w:p>
    <w:p w:rsidR="00F04D17" w:rsidRDefault="00F04D17" w:rsidP="00F04D17">
      <w:pPr>
        <w:pStyle w:val="libNormal"/>
        <w:rPr>
          <w:rtl/>
        </w:rPr>
      </w:pPr>
      <w:r>
        <w:rPr>
          <w:rtl/>
        </w:rPr>
        <w:t>قال ابن الغضايري: يعرف حديثه تارة وينكر اخرى، ويجوز ان يخرج شاهد</w:t>
      </w:r>
      <w:r w:rsidR="00CD27DE">
        <w:rPr>
          <w:rtl/>
        </w:rPr>
        <w:t>اً</w:t>
      </w:r>
      <w:r>
        <w:rPr>
          <w:rtl/>
        </w:rPr>
        <w:t>.</w:t>
      </w:r>
    </w:p>
    <w:p w:rsidR="00F04D17" w:rsidRDefault="00F04D17" w:rsidP="00F04D17">
      <w:pPr>
        <w:pStyle w:val="Heading3Center"/>
        <w:rPr>
          <w:rtl/>
        </w:rPr>
      </w:pPr>
      <w:bookmarkStart w:id="326" w:name="165"/>
      <w:bookmarkStart w:id="327" w:name="_Toc418412085"/>
      <w:r>
        <w:rPr>
          <w:rtl/>
        </w:rPr>
        <w:t>الباب الرابع أحمد خمسة وعشرون رجلا</w:t>
      </w:r>
      <w:bookmarkEnd w:id="326"/>
      <w:bookmarkEnd w:id="327"/>
    </w:p>
    <w:p w:rsidR="00F04D17" w:rsidRDefault="00F04D17" w:rsidP="00F04D17">
      <w:pPr>
        <w:pStyle w:val="libNormal"/>
        <w:rPr>
          <w:rtl/>
        </w:rPr>
      </w:pPr>
      <w:r>
        <w:rPr>
          <w:rtl/>
        </w:rPr>
        <w:t>1 - (أحمد) بن زياد الخزاز من أصحاب الكاظم عليه السلام واقفي.</w:t>
      </w:r>
    </w:p>
    <w:p w:rsidR="00F04D17" w:rsidRDefault="00F04D17" w:rsidP="00F04D17">
      <w:pPr>
        <w:pStyle w:val="libNormal"/>
        <w:rPr>
          <w:rtl/>
        </w:rPr>
      </w:pPr>
      <w:r>
        <w:rPr>
          <w:rtl/>
        </w:rPr>
        <w:t>2 - (أحمد) بن السري من أصحاب الكاظم عليه السلام واقفي.</w:t>
      </w:r>
    </w:p>
    <w:p w:rsidR="00F04D17" w:rsidRDefault="00F04D17" w:rsidP="00F04D17">
      <w:pPr>
        <w:pStyle w:val="libNormal"/>
        <w:rPr>
          <w:rtl/>
        </w:rPr>
      </w:pPr>
      <w:r>
        <w:rPr>
          <w:rtl/>
        </w:rPr>
        <w:t>3 - (أحمد) بن الفضل الخزاعي من أصحاب الكاظم (ع) واقفي.</w:t>
      </w:r>
    </w:p>
    <w:p w:rsidR="00F04D17" w:rsidRDefault="00F04D17" w:rsidP="00F04D17">
      <w:pPr>
        <w:pStyle w:val="libNormal"/>
        <w:rPr>
          <w:rtl/>
        </w:rPr>
      </w:pPr>
      <w:r>
        <w:rPr>
          <w:rtl/>
        </w:rPr>
        <w:t>4 - (أحمد) بن الحسين بن إسماعيل بن شعيب بن ميثم التمار مولى بني أسد الميثمي من أصحاب الكاظم عليه السلام واقفي.</w:t>
      </w:r>
    </w:p>
    <w:p w:rsidR="00F04D17" w:rsidRDefault="00F04D17" w:rsidP="00F04D17">
      <w:pPr>
        <w:pStyle w:val="libNormal"/>
        <w:rPr>
          <w:rtl/>
        </w:rPr>
      </w:pPr>
      <w:r>
        <w:rPr>
          <w:rtl/>
        </w:rPr>
        <w:t>قال النجاشي: وهو على كل وجه ثقة صحيح الحديث معتمد عليه. وعندي فيه توقف.</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5 - (أحمد) بن الحارث الانماطي من أصحاب الكاظم عليه السلام واقفي وكان من أصحاب المفضل بن عمر وروى أبوه عن الصادق عليه السلام.</w:t>
      </w:r>
    </w:p>
    <w:p w:rsidR="00F04D17" w:rsidRDefault="00F04D17" w:rsidP="00F04D17">
      <w:pPr>
        <w:pStyle w:val="libNormal"/>
        <w:rPr>
          <w:rtl/>
        </w:rPr>
      </w:pPr>
      <w:r>
        <w:rPr>
          <w:rtl/>
        </w:rPr>
        <w:t>6 - (أحمد) بن هلال العبرتائي بالعين المهملة والباء المنقطة تحتها نقطة واحدة وبعدها راء ثم التاء المنقطة فوقها نقطتين منسوب إلى عبرتا قرية بناحية إسكاف بني خند من قرى النهروان غال ورد فيه ذم كثير من سيدنا أبي محمد العسكري عليه السلام.</w:t>
      </w:r>
    </w:p>
    <w:p w:rsidR="00F04D17" w:rsidRDefault="00F04D17" w:rsidP="00F04D17">
      <w:pPr>
        <w:pStyle w:val="libNormal"/>
        <w:rPr>
          <w:rtl/>
        </w:rPr>
      </w:pPr>
      <w:r>
        <w:rPr>
          <w:rtl/>
        </w:rPr>
        <w:t>قال أبوعلي بن همام ولد أحمد بن هلال سنة ثمانين ومائة ومات سنة تسع وستين ومائتين.</w:t>
      </w:r>
    </w:p>
    <w:p w:rsidR="00F04D17" w:rsidRDefault="00F04D17" w:rsidP="00F04D17">
      <w:pPr>
        <w:pStyle w:val="libNormal"/>
        <w:rPr>
          <w:rtl/>
        </w:rPr>
      </w:pPr>
      <w:r>
        <w:rPr>
          <w:rtl/>
        </w:rPr>
        <w:t>قال النجاشي: انه صالح الرواية يعرف منها وينكر. وتوقف ابن الغضايري في حديثة إلا في ما يروية عن الحسن بن محبوب من كتاب (المشيخة) ومحمد بن أبي عمير من نوادره، وقد سمع هذين الكتابين جل أصحاب الحديث واعتمدوه فيها. وعندي ان روايته غير مقبولة.</w:t>
      </w:r>
    </w:p>
    <w:p w:rsidR="00F04D17" w:rsidRDefault="00F04D17" w:rsidP="00F04D17">
      <w:pPr>
        <w:pStyle w:val="libNormal"/>
        <w:rPr>
          <w:rtl/>
        </w:rPr>
      </w:pPr>
      <w:r>
        <w:rPr>
          <w:rtl/>
        </w:rPr>
        <w:t>7 - (أحمد) بن أبي بشير السراج كوفي مولى يكنى أبا جعفر ثقة في الحديث واقفي المذهب روى عن موسى بن جعفر عليهما السلام.</w:t>
      </w:r>
    </w:p>
    <w:p w:rsidR="00F04D17" w:rsidRDefault="00F04D17" w:rsidP="00F04D17">
      <w:pPr>
        <w:pStyle w:val="libNormal"/>
        <w:rPr>
          <w:rtl/>
        </w:rPr>
      </w:pPr>
      <w:r>
        <w:rPr>
          <w:rtl/>
        </w:rPr>
        <w:t>8 - (أحمد) بن الحسين بن سعيد بن حماد بن سعد بن مهران مولى علي بن الحسين عليهما السلام أبوجعفر الاهوازي الملقب دندان بالدال غير المعجمة قبل النون وبعدها روى عن جميع شيوخ أبيه إلا عن حماد بن عيسى فيما زعم القميون وذكروا انه غال وحديثه ينكر ويعرف.</w:t>
      </w:r>
    </w:p>
    <w:p w:rsidR="00F04D17" w:rsidRDefault="00F04D17" w:rsidP="00F04D17">
      <w:pPr>
        <w:pStyle w:val="libNormal"/>
        <w:rPr>
          <w:rtl/>
        </w:rPr>
      </w:pPr>
      <w:r>
        <w:rPr>
          <w:rtl/>
        </w:rPr>
        <w:t>قال ابن الغضايري: وحديثه فيما رأيته سالم. والذي أعتمد عليه التوقف فيما يرويه.</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9 - (أحمد) بن سيار بالسين غير المعجمة والياء المنقطة تحتها نقطتين المشددة والراء بعد الالف أبوعبدالله الكاتب بصري كان من كتاب آل طاهر في زمن أبي محمد عليه السلام ويعرف بالسياري ضعيف الحديث فاسد المذهب مجفو الرواية كثير المراسيل.</w:t>
      </w:r>
    </w:p>
    <w:p w:rsidR="00F04D17" w:rsidRDefault="00F04D17" w:rsidP="00F04D17">
      <w:pPr>
        <w:pStyle w:val="libNormal"/>
        <w:rPr>
          <w:rtl/>
        </w:rPr>
      </w:pPr>
      <w:r>
        <w:rPr>
          <w:rtl/>
        </w:rPr>
        <w:t>حكى محمد بن علي بن محبوب عنه في كتاب (النوادر) للمصنف انه قال: بالتناسخ.</w:t>
      </w:r>
    </w:p>
    <w:p w:rsidR="00F04D17" w:rsidRDefault="00F04D17" w:rsidP="00F04D17">
      <w:pPr>
        <w:pStyle w:val="libNormal"/>
        <w:rPr>
          <w:rtl/>
        </w:rPr>
      </w:pPr>
      <w:r>
        <w:rPr>
          <w:rtl/>
        </w:rPr>
        <w:t>10 - (أحمد) بن الحسن بن علي بن محمد بن علي بن فضال بن عمرو بن أيمن مولى عكرمة بن ربعي الفياضي أبوعبدالله.</w:t>
      </w:r>
    </w:p>
    <w:p w:rsidR="00F04D17" w:rsidRDefault="00F04D17" w:rsidP="00F04D17">
      <w:pPr>
        <w:pStyle w:val="libNormal"/>
        <w:rPr>
          <w:rtl/>
        </w:rPr>
      </w:pPr>
      <w:r>
        <w:rPr>
          <w:rtl/>
        </w:rPr>
        <w:t>وقيل: أبوالحسين كان فطحي</w:t>
      </w:r>
      <w:r w:rsidR="00CD27DE">
        <w:rPr>
          <w:rtl/>
        </w:rPr>
        <w:t>اً</w:t>
      </w:r>
      <w:r>
        <w:rPr>
          <w:rtl/>
        </w:rPr>
        <w:t xml:space="preserve"> ! عيرانه ثقة في الحديث، ومات سنة ستين ومائتين. وأنا أتوقف في روايته.</w:t>
      </w:r>
    </w:p>
    <w:p w:rsidR="00F04D17" w:rsidRDefault="00F04D17" w:rsidP="00F04D17">
      <w:pPr>
        <w:pStyle w:val="libNormal"/>
        <w:rPr>
          <w:rtl/>
        </w:rPr>
      </w:pPr>
      <w:r>
        <w:rPr>
          <w:rtl/>
        </w:rPr>
        <w:t>11 - (أحمد) بن أبى زاهر وإسم ابي زاهر موسى أبوجعفر القمي الاشعري مولى كان وجه</w:t>
      </w:r>
      <w:r w:rsidR="00CD27DE">
        <w:rPr>
          <w:rtl/>
        </w:rPr>
        <w:t>اً</w:t>
      </w:r>
      <w:r>
        <w:rPr>
          <w:rtl/>
        </w:rPr>
        <w:t xml:space="preserve"> بقم وحديثه ليس بذلك النقي، وكان محمد بن يحيى العطار أخص أصحابه به.</w:t>
      </w:r>
    </w:p>
    <w:p w:rsidR="00F04D17" w:rsidRDefault="00F04D17" w:rsidP="00F04D17">
      <w:pPr>
        <w:pStyle w:val="libNormal"/>
        <w:rPr>
          <w:rtl/>
        </w:rPr>
      </w:pPr>
      <w:r>
        <w:rPr>
          <w:rtl/>
        </w:rPr>
        <w:t xml:space="preserve">12 - (أحمد) بن محمد بن علي بن عمر بن رياح بن قيس بن سالم القلا السواق أبو الحسن مولى سعد بن أبى وقاص، وهم ثلاثة اخوة أبوالحسن هذا وأبوالحسين محمد وهو الاوسط ولم يكن من أهل العلم وأبوالقاسم علي وهو الاصغر وهو أكثرهم </w:t>
      </w:r>
      <w:r w:rsidR="00CD27DE">
        <w:rPr>
          <w:rtl/>
        </w:rPr>
        <w:t>حديثاً</w:t>
      </w:r>
      <w:r>
        <w:rPr>
          <w:rtl/>
        </w:rPr>
        <w:t xml:space="preserve"> وجدهم عمر بن رياح القلا روى عن أبي عبدالله عليه السلام وأبي الحسن عليه السلام ووقف وكل ولده وافقه وآخر من بقي منهم أبو عبدالله محمد بن علي بن عمر بن رياح كان شديد العناد في المذهب وكان أبوالحسن أحمد بن محمد ثقة في الحديث ولست أرى قبول روايته منفرد</w:t>
      </w:r>
      <w:r w:rsidR="00CD27DE">
        <w:rPr>
          <w:rtl/>
        </w:rPr>
        <w:t>اً</w:t>
      </w:r>
      <w:r>
        <w:rPr>
          <w:rtl/>
        </w:rPr>
        <w:t>.</w:t>
      </w:r>
    </w:p>
    <w:p w:rsidR="00F04D17" w:rsidRDefault="00F04D17" w:rsidP="00F04D17">
      <w:pPr>
        <w:pStyle w:val="libNormal"/>
        <w:rPr>
          <w:rtl/>
        </w:rPr>
      </w:pPr>
      <w:r>
        <w:rPr>
          <w:rtl/>
        </w:rPr>
        <w:t>13 - (أحمد) بن محمد بن سعيد بن عبدالرحمان بن زياد بن عبدالله بن زياد بن عجلان بن سعيد بن قيس السبيعي الهمداني الكوفي المعروف بابن عقدة يكنى أبوالعباس جليل القدر عظيم المنزلة وكان زيدي</w:t>
      </w:r>
      <w:r w:rsidR="00CD27DE">
        <w:rPr>
          <w:rtl/>
        </w:rPr>
        <w:t>اً</w:t>
      </w:r>
      <w:r>
        <w:rPr>
          <w:rtl/>
        </w:rPr>
        <w:t xml:space="preserve"> جارودي</w:t>
      </w:r>
      <w:r w:rsidR="00CD27DE">
        <w:rPr>
          <w:rtl/>
        </w:rPr>
        <w:t>اً</w:t>
      </w:r>
      <w:r>
        <w:rPr>
          <w:rtl/>
        </w:rPr>
        <w:t xml:space="preserve"> وعلى ذلك مات ! وإنما ذكرناه من جملة أصحابنا لكثرة رواياته عنهم وخلطته بهم وتصنيفه لهم روى جميع كتب أصحابنا وصنف لهم وذكر اصولهم وكان حفظة.</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 xml:space="preserve">قال الشيخ (ره): سمعت جماعة يحكون عنه انه قال: أحفظ مائة وعشرين الف </w:t>
      </w:r>
      <w:r w:rsidR="00CD27DE">
        <w:rPr>
          <w:rtl/>
        </w:rPr>
        <w:t>حديثاً</w:t>
      </w:r>
      <w:r>
        <w:rPr>
          <w:rtl/>
        </w:rPr>
        <w:t xml:space="preserve"> باسانيدها واذاكر في ثلثمائة الف حديث له كتب ذكرناها في كتابنا الكبير، منها كتاب (أسماء الرجال) الذين رووا عن الصادق عليه السلام أربعة آلاف رجل واخرج فيه لكل رجل الحديث الذي رواه، مات بالكوفة سنة ثلاث وثلاثين وثلثمائة</w:t>
      </w:r>
    </w:p>
    <w:p w:rsidR="00F04D17" w:rsidRDefault="00F04D17" w:rsidP="00F04D17">
      <w:pPr>
        <w:pStyle w:val="libNormal"/>
        <w:rPr>
          <w:rtl/>
        </w:rPr>
      </w:pPr>
      <w:r>
        <w:rPr>
          <w:rtl/>
        </w:rPr>
        <w:t>14 - (أحمد) بن علي أبوالعباس.</w:t>
      </w:r>
    </w:p>
    <w:p w:rsidR="00F04D17" w:rsidRDefault="00F04D17" w:rsidP="00F04D17">
      <w:pPr>
        <w:pStyle w:val="libNormal"/>
        <w:rPr>
          <w:rtl/>
        </w:rPr>
      </w:pPr>
      <w:r>
        <w:rPr>
          <w:rtl/>
        </w:rPr>
        <w:t>وقيل: أبوعلي الرازي الخضيب بالخاء المعجمة والضاد المعجمة الايادي لم يكن بذلك الثقة في الحديث ويتهم بالغلو وله كتاب (الشفا والحلافي الغيبة) إستحسنه الشيخ الطوسي (ره).</w:t>
      </w:r>
    </w:p>
    <w:p w:rsidR="00F04D17" w:rsidRDefault="00F04D17" w:rsidP="00F04D17">
      <w:pPr>
        <w:pStyle w:val="libNormal"/>
        <w:rPr>
          <w:rtl/>
        </w:rPr>
      </w:pPr>
      <w:r>
        <w:rPr>
          <w:rtl/>
        </w:rPr>
        <w:t>قال ابن الغضايري: حدثني ابي انه كان في مذهبه ارتفاع وحديثه يعرف تارة وينكر اخرى.</w:t>
      </w:r>
    </w:p>
    <w:p w:rsidR="00F04D17" w:rsidRDefault="00F04D17" w:rsidP="00F04D17">
      <w:pPr>
        <w:pStyle w:val="libNormal"/>
        <w:rPr>
          <w:rtl/>
        </w:rPr>
      </w:pPr>
      <w:r>
        <w:rPr>
          <w:rtl/>
        </w:rPr>
        <w:t>15 - (أحمد) بن محمد بن عبيدالله بن الحسن بن عياش بالشين المعجمة ابن إبراهيم ابن أيوب الجوهري أبوعبدالله كان سمع الحديث وأكثر، وإختل واضطرب في آخر عمره، وله كتب منها كتاب (مقتضب الاثر في إمامة الائمة الاثنى عشر).</w:t>
      </w:r>
    </w:p>
    <w:p w:rsidR="00F04D17" w:rsidRDefault="00F04D17" w:rsidP="00F04D17">
      <w:pPr>
        <w:pStyle w:val="libNormal"/>
        <w:rPr>
          <w:rtl/>
        </w:rPr>
      </w:pPr>
      <w:r>
        <w:rPr>
          <w:rtl/>
        </w:rPr>
        <w:t>قال النجاشي: رأيت هذا الشيخ وكان صديق</w:t>
      </w:r>
      <w:r w:rsidR="00CD27DE">
        <w:rPr>
          <w:rtl/>
        </w:rPr>
        <w:t>اً</w:t>
      </w:r>
      <w:r>
        <w:rPr>
          <w:rtl/>
        </w:rPr>
        <w:t xml:space="preserve"> لي ولوالدي وسمعت منه شيئ</w:t>
      </w:r>
      <w:r w:rsidR="00CD27DE">
        <w:rPr>
          <w:rtl/>
        </w:rPr>
        <w:t>اً</w:t>
      </w:r>
      <w:r>
        <w:rPr>
          <w:rtl/>
        </w:rPr>
        <w:t xml:space="preserve"> كثير</w:t>
      </w:r>
      <w:r w:rsidR="00CD27DE">
        <w:rPr>
          <w:rtl/>
        </w:rPr>
        <w:t>اً</w:t>
      </w:r>
      <w:r>
        <w:rPr>
          <w:rtl/>
        </w:rPr>
        <w:t xml:space="preserve"> ورأيت شيوخنا يضعفونه، فلم أرو عنه وتجنبته، مات سنة إحدى وأربعمائة.</w:t>
      </w:r>
    </w:p>
    <w:p w:rsidR="00F04D17" w:rsidRDefault="00F04D17" w:rsidP="00F04D17">
      <w:pPr>
        <w:pStyle w:val="libNormal"/>
        <w:rPr>
          <w:rtl/>
        </w:rPr>
      </w:pPr>
      <w:r>
        <w:rPr>
          <w:rtl/>
        </w:rPr>
        <w:t>16 - (أحمد) بن سابق، روى الكشي بطريق غير معلوم الصحة: ان الرضا عليه السلام لعنه.</w:t>
      </w:r>
    </w:p>
    <w:p w:rsidR="00F04D17" w:rsidRDefault="00F04D17" w:rsidP="00F04D17">
      <w:pPr>
        <w:pStyle w:val="libNormal"/>
        <w:rPr>
          <w:rtl/>
        </w:rPr>
      </w:pPr>
      <w:r>
        <w:rPr>
          <w:rtl/>
        </w:rPr>
        <w:t>والوجه عندي التوقف فيما يرويه.</w:t>
      </w:r>
    </w:p>
    <w:p w:rsidR="00F04D17" w:rsidRDefault="00F04D17" w:rsidP="00F04D17">
      <w:pPr>
        <w:pStyle w:val="libNormal"/>
        <w:rPr>
          <w:rtl/>
        </w:rPr>
      </w:pPr>
      <w:r>
        <w:rPr>
          <w:rtl/>
        </w:rPr>
        <w:t>17 - (أحمد) بن حماد المروزي.</w:t>
      </w:r>
    </w:p>
    <w:p w:rsidR="00F04D17" w:rsidRDefault="00F04D17" w:rsidP="00F04D17">
      <w:pPr>
        <w:pStyle w:val="libNormal"/>
        <w:rPr>
          <w:rtl/>
        </w:rPr>
      </w:pPr>
      <w:r>
        <w:rPr>
          <w:rtl/>
        </w:rPr>
        <w:t>روى الكشي: ان الباقر عليه السلام كتب اليه يقول له: قد مضى أبوك رضي الله عنه وعنك وهو عندنا على حال محمودة ولن تبعد من تلك الحال. وروى عنه اشياء ردية تدل على ترك العمل بروايته وقد ذكرته في الكتاب الكبير والاولى عندي التوقف فيما برويه.</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18 - (أحمد) بن علي بن علي بن كلثوم من أهل سرخس متهم بالغلو.</w:t>
      </w:r>
    </w:p>
    <w:p w:rsidR="00F04D17" w:rsidRDefault="00F04D17" w:rsidP="00F04D17">
      <w:pPr>
        <w:pStyle w:val="libNormal"/>
        <w:rPr>
          <w:rtl/>
        </w:rPr>
      </w:pPr>
      <w:r>
        <w:rPr>
          <w:rtl/>
        </w:rPr>
        <w:t>قال الكشي: كان من القوم وكان مأمون</w:t>
      </w:r>
      <w:r w:rsidR="00CD27DE">
        <w:rPr>
          <w:rtl/>
        </w:rPr>
        <w:t>اً</w:t>
      </w:r>
      <w:r>
        <w:rPr>
          <w:rtl/>
        </w:rPr>
        <w:t xml:space="preserve"> على الحديث. والوجه عندي رد روايته.</w:t>
      </w:r>
    </w:p>
    <w:p w:rsidR="00F04D17" w:rsidRDefault="00F04D17" w:rsidP="00F04D17">
      <w:pPr>
        <w:pStyle w:val="libNormal"/>
        <w:rPr>
          <w:rtl/>
        </w:rPr>
      </w:pPr>
      <w:r>
        <w:rPr>
          <w:rtl/>
        </w:rPr>
        <w:t>19 - (أحمد) بن بشر وأحمد بن الحسين بن سعيد روى عنهما أحمد بن محمد بن يحيى ضعيفان.</w:t>
      </w:r>
    </w:p>
    <w:p w:rsidR="00F04D17" w:rsidRDefault="00F04D17" w:rsidP="00F04D17">
      <w:pPr>
        <w:pStyle w:val="libNormal"/>
        <w:rPr>
          <w:rtl/>
        </w:rPr>
      </w:pPr>
      <w:r>
        <w:rPr>
          <w:rtl/>
        </w:rPr>
        <w:t>قال الشيخ الطوسي (ره): ذكر ذلك ابن بابويه.</w:t>
      </w:r>
    </w:p>
    <w:p w:rsidR="00F04D17" w:rsidRDefault="00F04D17" w:rsidP="00F04D17">
      <w:pPr>
        <w:pStyle w:val="libNormal"/>
        <w:rPr>
          <w:rtl/>
        </w:rPr>
      </w:pPr>
      <w:r>
        <w:rPr>
          <w:rtl/>
        </w:rPr>
        <w:t>20 - (أحمد) بن محمد ابوعبدالله الخليلي الذي يقال له غلام خليل الاملى الطبري ضعيف جد</w:t>
      </w:r>
      <w:r w:rsidR="00CD27DE">
        <w:rPr>
          <w:rtl/>
        </w:rPr>
        <w:t>اً</w:t>
      </w:r>
      <w:r>
        <w:rPr>
          <w:rtl/>
        </w:rPr>
        <w:t xml:space="preserve"> لا يلتفت اليه كذاب وضاع للحديث فاسد المذهب.</w:t>
      </w:r>
    </w:p>
    <w:p w:rsidR="00F04D17" w:rsidRDefault="00F04D17" w:rsidP="00F04D17">
      <w:pPr>
        <w:pStyle w:val="libNormal"/>
        <w:rPr>
          <w:rtl/>
        </w:rPr>
      </w:pPr>
      <w:r>
        <w:rPr>
          <w:rtl/>
        </w:rPr>
        <w:t>21 - (أحمد) بن رشيد بن خيثم العامري الهلالي.</w:t>
      </w:r>
    </w:p>
    <w:p w:rsidR="00F04D17" w:rsidRDefault="00F04D17" w:rsidP="00F04D17">
      <w:pPr>
        <w:pStyle w:val="libNormal"/>
        <w:rPr>
          <w:rtl/>
        </w:rPr>
      </w:pPr>
      <w:r>
        <w:rPr>
          <w:rtl/>
        </w:rPr>
        <w:t>قال ابن الغضايري: انه زيدي يدخل حديثه في حديث أصحابنا ضعيف فاسد.</w:t>
      </w:r>
    </w:p>
    <w:p w:rsidR="00F04D17" w:rsidRDefault="00F04D17" w:rsidP="00F04D17">
      <w:pPr>
        <w:pStyle w:val="libNormal"/>
        <w:rPr>
          <w:rtl/>
        </w:rPr>
      </w:pPr>
      <w:r>
        <w:rPr>
          <w:rtl/>
        </w:rPr>
        <w:t>22 - (أحمد) بن مهران روي عنه في كتاب (الكافي).</w:t>
      </w:r>
    </w:p>
    <w:p w:rsidR="00F04D17" w:rsidRDefault="00F04D17" w:rsidP="00F04D17">
      <w:pPr>
        <w:pStyle w:val="libNormal"/>
        <w:rPr>
          <w:rtl/>
        </w:rPr>
      </w:pPr>
      <w:r>
        <w:rPr>
          <w:rtl/>
        </w:rPr>
        <w:t>قال ابن الغضايري: انه ضعيف.</w:t>
      </w:r>
    </w:p>
    <w:p w:rsidR="00F04D17" w:rsidRDefault="00F04D17" w:rsidP="00F04D17">
      <w:pPr>
        <w:pStyle w:val="libNormal"/>
        <w:rPr>
          <w:rtl/>
        </w:rPr>
      </w:pPr>
      <w:r>
        <w:rPr>
          <w:rtl/>
        </w:rPr>
        <w:t>23 - (أحمد) بن القاسم بن طرخان.</w:t>
      </w:r>
    </w:p>
    <w:p w:rsidR="00F04D17" w:rsidRDefault="00F04D17" w:rsidP="00F04D17">
      <w:pPr>
        <w:pStyle w:val="libNormal"/>
        <w:rPr>
          <w:rtl/>
        </w:rPr>
      </w:pPr>
      <w:r>
        <w:rPr>
          <w:rtl/>
        </w:rPr>
        <w:t>قال ابن الغضايري: انه ضعيف.</w:t>
      </w:r>
    </w:p>
    <w:p w:rsidR="00F04D17" w:rsidRDefault="00F04D17" w:rsidP="00F04D17">
      <w:pPr>
        <w:pStyle w:val="libNormal"/>
        <w:rPr>
          <w:rtl/>
        </w:rPr>
      </w:pPr>
      <w:r>
        <w:rPr>
          <w:rtl/>
        </w:rPr>
        <w:t>24 - (أحمد) بن عبيد الله الاصفهاني الحافظ أبونعيم بالنون المضمومة قال شيخنا محمد بن علي بن شهر آشوب: انه عامي.</w:t>
      </w:r>
    </w:p>
    <w:p w:rsidR="00F04D17" w:rsidRDefault="00F04D17" w:rsidP="00F04D17">
      <w:pPr>
        <w:pStyle w:val="libNormal"/>
        <w:rPr>
          <w:rtl/>
        </w:rPr>
      </w:pPr>
      <w:r>
        <w:rPr>
          <w:rtl/>
        </w:rPr>
        <w:t>25 - (أحمد) بن عبدالملك المؤذن أبوصالح.</w:t>
      </w:r>
    </w:p>
    <w:p w:rsidR="00F04D17" w:rsidRDefault="00F04D17" w:rsidP="00F04D17">
      <w:pPr>
        <w:pStyle w:val="libNormal"/>
        <w:rPr>
          <w:rtl/>
        </w:rPr>
      </w:pPr>
      <w:r>
        <w:rPr>
          <w:rtl/>
        </w:rPr>
        <w:t>قال محمد بن شهر آشوب: انه عامي.</w:t>
      </w:r>
    </w:p>
    <w:p w:rsidR="00F04D17" w:rsidRDefault="00F04D17" w:rsidP="00F04D17">
      <w:pPr>
        <w:pStyle w:val="Heading3Center"/>
        <w:rPr>
          <w:rtl/>
        </w:rPr>
      </w:pPr>
      <w:bookmarkStart w:id="328" w:name="166"/>
      <w:bookmarkStart w:id="329" w:name="_Toc418412086"/>
      <w:r>
        <w:rPr>
          <w:rtl/>
        </w:rPr>
        <w:t>الباب الخامس امية رجلان</w:t>
      </w:r>
      <w:bookmarkEnd w:id="328"/>
      <w:bookmarkEnd w:id="329"/>
    </w:p>
    <w:p w:rsidR="00F04D17" w:rsidRDefault="00F04D17" w:rsidP="00F04D17">
      <w:pPr>
        <w:pStyle w:val="libNormal"/>
        <w:rPr>
          <w:rtl/>
        </w:rPr>
      </w:pPr>
      <w:r>
        <w:rPr>
          <w:rtl/>
        </w:rPr>
        <w:t>1 - (امية) بن عمرو من أصحاب الكاظم عليه السلام واقفي.</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2 - (امية) بن علي القتيبي الشامي، ضعفه أصحابنا وقالوا: روى عن أبي جعفر الثاني عليه السلام.</w:t>
      </w:r>
    </w:p>
    <w:p w:rsidR="00F04D17" w:rsidRDefault="00F04D17" w:rsidP="00F04D17">
      <w:pPr>
        <w:pStyle w:val="libNormal"/>
        <w:rPr>
          <w:rtl/>
        </w:rPr>
      </w:pPr>
      <w:r>
        <w:rPr>
          <w:rtl/>
        </w:rPr>
        <w:t>قال ابن الغضايري: انه يكنى ابا محمد في عداد القميين ضعيف الرواة في مذهبه ارتفاع.</w:t>
      </w:r>
    </w:p>
    <w:p w:rsidR="00F04D17" w:rsidRDefault="00F04D17" w:rsidP="00F04D17">
      <w:pPr>
        <w:pStyle w:val="Heading3Center"/>
        <w:rPr>
          <w:rtl/>
        </w:rPr>
      </w:pPr>
      <w:bookmarkStart w:id="330" w:name="167"/>
      <w:bookmarkStart w:id="331" w:name="_Toc418412087"/>
      <w:r>
        <w:rPr>
          <w:rtl/>
        </w:rPr>
        <w:t>الباب السادس في الآحاد تسعة رجال</w:t>
      </w:r>
      <w:bookmarkEnd w:id="330"/>
      <w:bookmarkEnd w:id="331"/>
    </w:p>
    <w:p w:rsidR="00F04D17" w:rsidRDefault="00F04D17" w:rsidP="00F04D17">
      <w:pPr>
        <w:pStyle w:val="libNormal"/>
        <w:rPr>
          <w:rtl/>
        </w:rPr>
      </w:pPr>
      <w:r>
        <w:rPr>
          <w:rtl/>
        </w:rPr>
        <w:t>1 - (اشعث) بن قيس الكندي أبومحمد ارتد بعد النبي صلى الله عليه وآله في ردة أهل ياسر زوجه أبوبكر اخته ام فروه وكانت عوراء ! فولدت له محمد</w:t>
      </w:r>
      <w:r w:rsidR="00CD27DE">
        <w:rPr>
          <w:rtl/>
        </w:rPr>
        <w:t>اً</w:t>
      </w:r>
      <w:r>
        <w:rPr>
          <w:rtl/>
        </w:rPr>
        <w:t>، وكان من أصحاب علي عليه السلام ثم صار خارجي</w:t>
      </w:r>
      <w:r w:rsidR="00CD27DE">
        <w:rPr>
          <w:rtl/>
        </w:rPr>
        <w:t>اً</w:t>
      </w:r>
      <w:r>
        <w:rPr>
          <w:rtl/>
        </w:rPr>
        <w:t xml:space="preserve"> ملسون</w:t>
      </w:r>
      <w:r w:rsidR="00CD27DE">
        <w:rPr>
          <w:rtl/>
        </w:rPr>
        <w:t>اً</w:t>
      </w:r>
      <w:r>
        <w:rPr>
          <w:rtl/>
        </w:rPr>
        <w:t>. لعنة الله لعن اولاده.</w:t>
      </w:r>
    </w:p>
    <w:p w:rsidR="00F04D17" w:rsidRDefault="00F04D17" w:rsidP="00F04D17">
      <w:pPr>
        <w:pStyle w:val="libNormal"/>
        <w:rPr>
          <w:rtl/>
        </w:rPr>
      </w:pPr>
      <w:r>
        <w:rPr>
          <w:rtl/>
        </w:rPr>
        <w:t>2 - (اهبان) بضم الهمزة ابن صيفي سيئ الرأي في علي عليه السلام !.</w:t>
      </w:r>
    </w:p>
    <w:p w:rsidR="00F04D17" w:rsidRDefault="00F04D17" w:rsidP="00F04D17">
      <w:pPr>
        <w:pStyle w:val="libNormal"/>
        <w:rPr>
          <w:rtl/>
        </w:rPr>
      </w:pPr>
      <w:r>
        <w:rPr>
          <w:rtl/>
        </w:rPr>
        <w:t>3 - (ابان) بن أبي عياش بالعين غير المعجمة والشين المعجمة واسم أبي عياش فيروز بالفاء المفتوحة والياء المنقطة تحتها نقطتين الساكنة وبعدها راء وبعد الواو زاى تابعي ضعيف جد</w:t>
      </w:r>
      <w:r w:rsidR="00CD27DE">
        <w:rPr>
          <w:rtl/>
        </w:rPr>
        <w:t>اً</w:t>
      </w:r>
      <w:r>
        <w:rPr>
          <w:rtl/>
        </w:rPr>
        <w:t xml:space="preserve"> روى عن انس بن ملك وروى عن علي بن الحسين عليهما السلام لايلتفت اليه وينسب أصحابنا وضع كتاب سليم بن قيس اليه هكذا، قاله ابن الغضايري.</w:t>
      </w:r>
    </w:p>
    <w:p w:rsidR="00F04D17" w:rsidRDefault="00F04D17" w:rsidP="00F04D17">
      <w:pPr>
        <w:pStyle w:val="libNormal"/>
        <w:rPr>
          <w:rtl/>
        </w:rPr>
      </w:pPr>
      <w:r>
        <w:rPr>
          <w:rtl/>
        </w:rPr>
        <w:t>وقال السيد علي بن أحمد العقيقى في كتاب الرجال: ابان بن أبي عياش كان سبب تعريفه هذا الامر سليم بن قيس حيث طلبه الحجاج ليقتله حيث هو من أصحاب علي عليه السلام ! فهرب إلى ناحية من أرض فارس ولجأ إلى ابان بن أبى عياش. فلما حضرته الوفاة قال لابن أبي عياش: ان لك حق</w:t>
      </w:r>
      <w:r w:rsidR="00CD27DE">
        <w:rPr>
          <w:rtl/>
        </w:rPr>
        <w:t>اً</w:t>
      </w:r>
      <w:r>
        <w:rPr>
          <w:rtl/>
        </w:rPr>
        <w:t xml:space="preserve"> وقد حضرنى الموت يا ابن أخي انه كان من الامر بعد رسول الله صلى الله عليه وآله كيت وكيت واعطاه كتاب</w:t>
      </w:r>
      <w:r w:rsidR="00CD27DE">
        <w:rPr>
          <w:rtl/>
        </w:rPr>
        <w:t>اً</w:t>
      </w:r>
      <w:r>
        <w:rPr>
          <w:rtl/>
        </w:rPr>
        <w:t>، فلم يرو عن سليم بن قيس احد من الناس سوى ابان. وذكر ابان في حديثه قال: كان شيخ</w:t>
      </w:r>
      <w:r w:rsidR="00CD27DE">
        <w:rPr>
          <w:rtl/>
        </w:rPr>
        <w:t>اً</w:t>
      </w:r>
      <w:r>
        <w:rPr>
          <w:rtl/>
        </w:rPr>
        <w:t xml:space="preserve"> متعبد</w:t>
      </w:r>
      <w:r w:rsidR="00CD27DE">
        <w:rPr>
          <w:rtl/>
        </w:rPr>
        <w:t>اً</w:t>
      </w:r>
      <w:r>
        <w:rPr>
          <w:rtl/>
        </w:rPr>
        <w:t xml:space="preserve"> له نور ويعلوه. والاقوى عندي التوقف فيما برويه لشهادة ابن الغضايرى عليه بالضعف. وكذا قال شيخنا الطوسي (ره) في كتاب الرجال قال: انه ضعيف.</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4 - (افلح) بالفاء والحاء المهملة من أصحاب الرضا عليه السلام مجهول.</w:t>
      </w:r>
    </w:p>
    <w:p w:rsidR="00F04D17" w:rsidRDefault="00F04D17" w:rsidP="00F04D17">
      <w:pPr>
        <w:pStyle w:val="libNormal"/>
        <w:rPr>
          <w:rtl/>
        </w:rPr>
      </w:pPr>
      <w:r>
        <w:rPr>
          <w:rtl/>
        </w:rPr>
        <w:t>5 - (آدم) بن محمد القلانسي من اهل بلخ لم يرو عن الائمة عليهم السلام، قيل: انه كان يقول بالتفويض.</w:t>
      </w:r>
    </w:p>
    <w:p w:rsidR="00F04D17" w:rsidRDefault="00F04D17" w:rsidP="00F04D17">
      <w:pPr>
        <w:pStyle w:val="libNormal"/>
        <w:rPr>
          <w:rtl/>
        </w:rPr>
      </w:pPr>
      <w:r>
        <w:rPr>
          <w:rtl/>
        </w:rPr>
        <w:t>6 - (اسد) بن ابي العلا. قال الكشي (ره) انه يروي المناكير.</w:t>
      </w:r>
    </w:p>
    <w:p w:rsidR="00F04D17" w:rsidRDefault="00F04D17" w:rsidP="00F04D17">
      <w:pPr>
        <w:pStyle w:val="libNormal"/>
        <w:rPr>
          <w:rtl/>
        </w:rPr>
      </w:pPr>
      <w:r>
        <w:rPr>
          <w:rtl/>
        </w:rPr>
        <w:t>7 - (اسلم) المكي مولى محمد بن الحنفية.</w:t>
      </w:r>
    </w:p>
    <w:p w:rsidR="00F04D17" w:rsidRDefault="00F04D17" w:rsidP="00F04D17">
      <w:pPr>
        <w:pStyle w:val="libNormal"/>
        <w:rPr>
          <w:rtl/>
        </w:rPr>
      </w:pPr>
      <w:r>
        <w:rPr>
          <w:rtl/>
        </w:rPr>
        <w:t>روى: انه افشى سر محمد بن علي الباقر عليهما السلام ! وانه قال لو كان الناس كلهم لنا شيعة لكان ثلاثة ارباعهم شكاكا والربع الاخر احمق، رواه الكشي عن حمدويه عن أيوب بن نوح عن صفوان بن يحيى عن عاصم بن حميد عن سلار بن سعيد الجمحي ولا يحضرني الان حال سلار فان كان ثقة صح سند الحديث وإلا فالتوقف في روايته متعين.</w:t>
      </w:r>
    </w:p>
    <w:p w:rsidR="00F04D17" w:rsidRDefault="00F04D17" w:rsidP="00F04D17">
      <w:pPr>
        <w:pStyle w:val="libNormal"/>
        <w:rPr>
          <w:rtl/>
        </w:rPr>
      </w:pPr>
      <w:r>
        <w:rPr>
          <w:rtl/>
        </w:rPr>
        <w:t>8 - (احكم) بن بشار غال لاشي.</w:t>
      </w:r>
    </w:p>
    <w:p w:rsidR="00F04D17" w:rsidRDefault="00F04D17" w:rsidP="00F04D17">
      <w:pPr>
        <w:pStyle w:val="libNormal"/>
        <w:rPr>
          <w:rtl/>
        </w:rPr>
      </w:pPr>
      <w:r>
        <w:rPr>
          <w:rtl/>
        </w:rPr>
        <w:t>9 - (اصرم) بن حوشب البجلي عامي ثقة روى عن أبي عبدالله عليه السلام.</w:t>
      </w:r>
    </w:p>
    <w:p w:rsidR="00F04D17" w:rsidRPr="00F04D17" w:rsidRDefault="00F04D17" w:rsidP="000F2669">
      <w:pPr>
        <w:pStyle w:val="Heading2Center"/>
        <w:rPr>
          <w:rtl/>
        </w:rPr>
      </w:pPr>
      <w:bookmarkStart w:id="332" w:name="168"/>
      <w:bookmarkStart w:id="333" w:name="_Toc418412088"/>
      <w:r>
        <w:rPr>
          <w:rtl/>
        </w:rPr>
        <w:t>الفصل الثانى في الباء</w:t>
      </w:r>
      <w:bookmarkEnd w:id="332"/>
      <w:bookmarkEnd w:id="333"/>
    </w:p>
    <w:p w:rsidR="00F04D17" w:rsidRDefault="00F04D17" w:rsidP="00F04D17">
      <w:pPr>
        <w:pStyle w:val="libNormal"/>
        <w:rPr>
          <w:rtl/>
        </w:rPr>
      </w:pPr>
      <w:r>
        <w:rPr>
          <w:rtl/>
        </w:rPr>
        <w:t>وفيه ثلاثة أبواب:</w:t>
      </w:r>
    </w:p>
    <w:p w:rsidR="00F04D17" w:rsidRPr="00F04D17" w:rsidRDefault="00F04D17" w:rsidP="00F04D17">
      <w:pPr>
        <w:pStyle w:val="Heading3Center"/>
        <w:rPr>
          <w:rtl/>
        </w:rPr>
      </w:pPr>
      <w:bookmarkStart w:id="334" w:name="169"/>
      <w:bookmarkStart w:id="335" w:name="_Toc418412089"/>
      <w:r>
        <w:rPr>
          <w:rtl/>
        </w:rPr>
        <w:t>الباب الاول بكر أربعة رجال</w:t>
      </w:r>
      <w:bookmarkEnd w:id="334"/>
      <w:bookmarkEnd w:id="335"/>
    </w:p>
    <w:p w:rsidR="00F04D17" w:rsidRDefault="00F04D17" w:rsidP="00F04D17">
      <w:pPr>
        <w:pStyle w:val="libNormal"/>
        <w:rPr>
          <w:rtl/>
        </w:rPr>
      </w:pPr>
      <w:r>
        <w:rPr>
          <w:rtl/>
        </w:rPr>
        <w:t>1 - (بكر) بن محمد بن جناح من أصحاب الكاظم عليه السلام واقفي.</w:t>
      </w:r>
    </w:p>
    <w:p w:rsidR="00F04D17" w:rsidRDefault="00F04D17" w:rsidP="00F04D17">
      <w:pPr>
        <w:pStyle w:val="libNormal"/>
        <w:rPr>
          <w:rtl/>
        </w:rPr>
      </w:pPr>
      <w:r>
        <w:rPr>
          <w:rtl/>
        </w:rPr>
        <w:t>2 - (بكر) بن صالح الرازي مولى بني ضبة روى عن أبي الحسن الكاظم عليه السلام</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ضعيف جد</w:t>
      </w:r>
      <w:r w:rsidR="00CD27DE">
        <w:rPr>
          <w:rtl/>
        </w:rPr>
        <w:t>اً</w:t>
      </w:r>
      <w:r>
        <w:rPr>
          <w:rtl/>
        </w:rPr>
        <w:t xml:space="preserve"> كثير التفرد بالغرائب.</w:t>
      </w:r>
    </w:p>
    <w:p w:rsidR="00F04D17" w:rsidRDefault="00F04D17" w:rsidP="00F04D17">
      <w:pPr>
        <w:pStyle w:val="libNormal"/>
        <w:rPr>
          <w:rtl/>
        </w:rPr>
      </w:pPr>
      <w:r>
        <w:rPr>
          <w:rtl/>
        </w:rPr>
        <w:t>3 - (بكر) بن عبدالله بن حبيب المزني يعرف وينكر ويسكن الري.</w:t>
      </w:r>
    </w:p>
    <w:p w:rsidR="00F04D17" w:rsidRDefault="00F04D17" w:rsidP="00F04D17">
      <w:pPr>
        <w:pStyle w:val="libNormal"/>
        <w:rPr>
          <w:rtl/>
        </w:rPr>
      </w:pPr>
      <w:r>
        <w:rPr>
          <w:rtl/>
        </w:rPr>
        <w:t>4 - (بكر) بن احمد بن إبراهيم بن زياد بن موسى بن مالك بن يزيد بن الاشج أبوعبدالله محمد الذي يقال له: اشج بن عصر الوارد على النبي صلى الله عليه وآله في وفيه عبدالقيس، روى عن أبي جعفر الثاني عليه السلام يكنى أبا محمد العصري يزعم انه من ولد اشج بن عنصر يروي الغرائب ويعتمد المجاهيل وهو ضعيف وامره مظلم.</w:t>
      </w:r>
    </w:p>
    <w:p w:rsidR="00F04D17" w:rsidRDefault="00F04D17" w:rsidP="00F04D17">
      <w:pPr>
        <w:pStyle w:val="Heading3Center"/>
        <w:rPr>
          <w:rtl/>
        </w:rPr>
      </w:pPr>
      <w:bookmarkStart w:id="336" w:name="170"/>
      <w:bookmarkStart w:id="337" w:name="_Toc418412090"/>
      <w:r>
        <w:rPr>
          <w:rtl/>
        </w:rPr>
        <w:t>الباب الثاني بشار رجلان</w:t>
      </w:r>
      <w:bookmarkEnd w:id="336"/>
      <w:bookmarkEnd w:id="337"/>
    </w:p>
    <w:p w:rsidR="00F04D17" w:rsidRDefault="00F04D17" w:rsidP="00F04D17">
      <w:pPr>
        <w:pStyle w:val="libNormal"/>
        <w:rPr>
          <w:rtl/>
        </w:rPr>
      </w:pPr>
      <w:r>
        <w:rPr>
          <w:rtl/>
        </w:rPr>
        <w:t>1 - (بشار) بن يزيد بن نعمان من أصحاب أميرالمؤمنين عليه السلام مجهول.</w:t>
      </w:r>
    </w:p>
    <w:p w:rsidR="00F04D17" w:rsidRDefault="00F04D17" w:rsidP="00F04D17">
      <w:pPr>
        <w:pStyle w:val="libNormal"/>
        <w:rPr>
          <w:rtl/>
        </w:rPr>
      </w:pPr>
      <w:r>
        <w:rPr>
          <w:rtl/>
        </w:rPr>
        <w:t>2 - (بشار) الاشعري لعنه الصادق عليه السلام.</w:t>
      </w:r>
    </w:p>
    <w:p w:rsidR="00F04D17" w:rsidRDefault="00F04D17" w:rsidP="00F04D17">
      <w:pPr>
        <w:pStyle w:val="Heading3Center"/>
        <w:rPr>
          <w:rtl/>
        </w:rPr>
      </w:pPr>
      <w:bookmarkStart w:id="338" w:name="171"/>
      <w:bookmarkStart w:id="339" w:name="_Toc418412091"/>
      <w:r>
        <w:rPr>
          <w:rtl/>
        </w:rPr>
        <w:t>الباب الثالث في الآحاد خمسة رجال</w:t>
      </w:r>
      <w:bookmarkEnd w:id="338"/>
      <w:bookmarkEnd w:id="339"/>
    </w:p>
    <w:p w:rsidR="00F04D17" w:rsidRDefault="00F04D17" w:rsidP="00F04D17">
      <w:pPr>
        <w:pStyle w:val="libNormal"/>
        <w:rPr>
          <w:rtl/>
        </w:rPr>
      </w:pPr>
      <w:r>
        <w:rPr>
          <w:rtl/>
        </w:rPr>
        <w:t>1 - (بسر) بضم الباء المنقطة تحتها نقطة وإسكان السين غير المعجمة ابن ارطاة لعنه الله هو الذي قتل إبني عبيدالله بن العباس ! قتم وعبدالرحمان.</w:t>
      </w:r>
    </w:p>
    <w:p w:rsidR="00F04D17" w:rsidRDefault="00F04D17" w:rsidP="00F04D17">
      <w:pPr>
        <w:pStyle w:val="libNormal"/>
        <w:rPr>
          <w:rtl/>
        </w:rPr>
      </w:pPr>
      <w:r>
        <w:rPr>
          <w:rtl/>
        </w:rPr>
        <w:t>2 - (بشير) يكنى أبا محمد المستنير الجعفي الازرق بياع الطعام مجهول.</w:t>
      </w:r>
    </w:p>
    <w:p w:rsidR="00F04D17" w:rsidRDefault="00F04D17" w:rsidP="00F04D17">
      <w:pPr>
        <w:pStyle w:val="libNormal"/>
        <w:rPr>
          <w:rtl/>
        </w:rPr>
      </w:pPr>
      <w:r>
        <w:rPr>
          <w:rtl/>
        </w:rPr>
        <w:t>3 - (بشر) بن الربيع بتري.</w:t>
      </w:r>
    </w:p>
    <w:p w:rsidR="00F04D17" w:rsidRDefault="00F04D17" w:rsidP="00F04D17">
      <w:pPr>
        <w:pStyle w:val="libNormal"/>
        <w:rPr>
          <w:rtl/>
        </w:rPr>
      </w:pPr>
      <w:r>
        <w:rPr>
          <w:rtl/>
        </w:rPr>
        <w:t>4 - (بنان) بضم الباء بعدها النون قبل الالف وبعدها.</w:t>
      </w:r>
    </w:p>
    <w:p w:rsidR="00F04D17" w:rsidRDefault="00F04D17" w:rsidP="00F04D17">
      <w:pPr>
        <w:pStyle w:val="libNormal"/>
        <w:rPr>
          <w:rtl/>
        </w:rPr>
      </w:pPr>
      <w:r>
        <w:rPr>
          <w:rtl/>
        </w:rPr>
        <w:t>روى الكشي عن سعد بن عبدالله قال حدثني محمد بن خالد الطيالسي عن عبدالرحمان بن أبي نجران عن ابن سنان ان الصادق عليه السلام لعنه.</w:t>
      </w:r>
    </w:p>
    <w:p w:rsidR="00F04D17" w:rsidRDefault="00F04D17" w:rsidP="00F04D17">
      <w:pPr>
        <w:pStyle w:val="libNormal"/>
        <w:rPr>
          <w:rtl/>
        </w:rPr>
      </w:pPr>
      <w:r>
        <w:rPr>
          <w:rtl/>
        </w:rPr>
        <w:t>5 - (بزيع) بالزاى بعد الباء المفتوحة المنقطة تحتها نقطة والياء المنقطة تحتها نقطتين.</w:t>
      </w:r>
    </w:p>
    <w:p w:rsidR="00F04D17" w:rsidRDefault="00F04D17" w:rsidP="00F04D17">
      <w:pPr>
        <w:pStyle w:val="libNormal"/>
        <w:rPr>
          <w:rtl/>
        </w:rPr>
      </w:pPr>
      <w:r>
        <w:rPr>
          <w:rtl/>
        </w:rPr>
        <w:t>روي بهذا الطريق المتقدم: ان الصادق عليه السلام لعنه له ولبنان.</w:t>
      </w:r>
    </w:p>
    <w:p w:rsidR="00F04D17" w:rsidRPr="00F04D17" w:rsidRDefault="00F04D17" w:rsidP="000F2669">
      <w:pPr>
        <w:pStyle w:val="Heading2Center"/>
        <w:rPr>
          <w:rtl/>
        </w:rPr>
      </w:pPr>
      <w:bookmarkStart w:id="340" w:name="172"/>
      <w:bookmarkStart w:id="341" w:name="_Toc418412092"/>
      <w:r>
        <w:rPr>
          <w:rtl/>
        </w:rPr>
        <w:t>الفصل الثانى في الباء</w:t>
      </w:r>
      <w:bookmarkEnd w:id="340"/>
      <w:bookmarkEnd w:id="341"/>
    </w:p>
    <w:p w:rsidR="00F04D17" w:rsidRDefault="00F04D17" w:rsidP="00F04D17">
      <w:pPr>
        <w:pStyle w:val="libNormal"/>
        <w:rPr>
          <w:rtl/>
        </w:rPr>
      </w:pPr>
      <w:r>
        <w:rPr>
          <w:rtl/>
        </w:rPr>
        <w:t>وفيه ثلاثة أبواب:</w:t>
      </w:r>
    </w:p>
    <w:p w:rsidR="00F04D17" w:rsidRPr="00F04D17" w:rsidRDefault="00F04D17" w:rsidP="00F04D17">
      <w:pPr>
        <w:pStyle w:val="Heading3Center"/>
        <w:rPr>
          <w:rtl/>
        </w:rPr>
      </w:pPr>
      <w:bookmarkStart w:id="342" w:name="173"/>
      <w:bookmarkStart w:id="343" w:name="_Toc418412093"/>
      <w:r>
        <w:rPr>
          <w:rtl/>
        </w:rPr>
        <w:t>الباب الاول بكر أربعة رجال</w:t>
      </w:r>
      <w:bookmarkEnd w:id="342"/>
      <w:bookmarkEnd w:id="343"/>
    </w:p>
    <w:p w:rsidR="00F04D17" w:rsidRDefault="00F04D17" w:rsidP="00F04D17">
      <w:pPr>
        <w:pStyle w:val="libNormal"/>
        <w:rPr>
          <w:rtl/>
        </w:rPr>
      </w:pPr>
      <w:r>
        <w:rPr>
          <w:rtl/>
        </w:rPr>
        <w:t>1 - (بكر) بن محمد بن جناح من أصحاب الكاظم عليه السلام واقفي.</w:t>
      </w:r>
    </w:p>
    <w:p w:rsidR="00F04D17" w:rsidRDefault="00F04D17" w:rsidP="00F04D17">
      <w:pPr>
        <w:pStyle w:val="libNormal"/>
        <w:rPr>
          <w:rtl/>
        </w:rPr>
      </w:pPr>
      <w:r>
        <w:rPr>
          <w:rtl/>
        </w:rPr>
        <w:t>2 - (بكر) بن صالح الرازي مولى بني ضبة روى عن أبي الحسن الكاظم عليه السلام</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ضعيف جد</w:t>
      </w:r>
      <w:r w:rsidR="00CD27DE">
        <w:rPr>
          <w:rtl/>
        </w:rPr>
        <w:t>اً</w:t>
      </w:r>
      <w:r>
        <w:rPr>
          <w:rtl/>
        </w:rPr>
        <w:t xml:space="preserve"> كثير التفرد بالغرائب.</w:t>
      </w:r>
    </w:p>
    <w:p w:rsidR="00F04D17" w:rsidRDefault="00F04D17" w:rsidP="00F04D17">
      <w:pPr>
        <w:pStyle w:val="libNormal"/>
        <w:rPr>
          <w:rtl/>
        </w:rPr>
      </w:pPr>
      <w:r>
        <w:rPr>
          <w:rtl/>
        </w:rPr>
        <w:t>3 - (بكر) بن عبدالله بن حبيب المزني يعرف وينكر ويسكن الري.</w:t>
      </w:r>
    </w:p>
    <w:p w:rsidR="00F04D17" w:rsidRDefault="00F04D17" w:rsidP="00F04D17">
      <w:pPr>
        <w:pStyle w:val="libNormal"/>
        <w:rPr>
          <w:rtl/>
        </w:rPr>
      </w:pPr>
      <w:r>
        <w:rPr>
          <w:rtl/>
        </w:rPr>
        <w:t>4 - (بكر) بن احمد بن إبراهيم بن زياد بن موسى بن مالك بن يزيد بن الاشج أبوعبدالله محمد الذي يقال له: اشج بن عصر الوارد على النبي صلى الله عليه وآله في وفيه عبدالقيس، روى عن أبي جعفر الثاني عليه السلام يكنى أبا محمد العصري يزعم انه من ولد اشج بن عنصر يروي الغرائب ويعتمد المجاهيل وهو ضعيف وامره مظلم.</w:t>
      </w:r>
    </w:p>
    <w:p w:rsidR="00F04D17" w:rsidRDefault="00F04D17" w:rsidP="00F04D17">
      <w:pPr>
        <w:pStyle w:val="Heading3Center"/>
        <w:rPr>
          <w:rtl/>
        </w:rPr>
      </w:pPr>
      <w:bookmarkStart w:id="344" w:name="174"/>
      <w:bookmarkStart w:id="345" w:name="_Toc418412094"/>
      <w:r>
        <w:rPr>
          <w:rtl/>
        </w:rPr>
        <w:t>الباب الثاني بشار رجلان</w:t>
      </w:r>
      <w:bookmarkEnd w:id="344"/>
      <w:bookmarkEnd w:id="345"/>
    </w:p>
    <w:p w:rsidR="00F04D17" w:rsidRDefault="00F04D17" w:rsidP="00F04D17">
      <w:pPr>
        <w:pStyle w:val="libNormal"/>
        <w:rPr>
          <w:rtl/>
        </w:rPr>
      </w:pPr>
      <w:r>
        <w:rPr>
          <w:rtl/>
        </w:rPr>
        <w:t>1 - (بشار) بن يزيد بن نعمان من أصحاب أميرالمؤمنين عليه السلام مجهول.</w:t>
      </w:r>
    </w:p>
    <w:p w:rsidR="00F04D17" w:rsidRDefault="00F04D17" w:rsidP="00F04D17">
      <w:pPr>
        <w:pStyle w:val="libNormal"/>
        <w:rPr>
          <w:rtl/>
        </w:rPr>
      </w:pPr>
      <w:r>
        <w:rPr>
          <w:rtl/>
        </w:rPr>
        <w:t>2 - (بشار) الاشعري لعنه الصادق عليه السلام.</w:t>
      </w:r>
    </w:p>
    <w:p w:rsidR="00F04D17" w:rsidRDefault="00F04D17" w:rsidP="00F04D17">
      <w:pPr>
        <w:pStyle w:val="Heading3Center"/>
        <w:rPr>
          <w:rtl/>
        </w:rPr>
      </w:pPr>
      <w:bookmarkStart w:id="346" w:name="175"/>
      <w:bookmarkStart w:id="347" w:name="_Toc418412095"/>
      <w:r>
        <w:rPr>
          <w:rtl/>
        </w:rPr>
        <w:t>الباب الثالث في الآحاد خمسة رجال</w:t>
      </w:r>
      <w:bookmarkEnd w:id="346"/>
      <w:bookmarkEnd w:id="347"/>
    </w:p>
    <w:p w:rsidR="00F04D17" w:rsidRDefault="00F04D17" w:rsidP="00F04D17">
      <w:pPr>
        <w:pStyle w:val="libNormal"/>
        <w:rPr>
          <w:rtl/>
        </w:rPr>
      </w:pPr>
      <w:r>
        <w:rPr>
          <w:rtl/>
        </w:rPr>
        <w:t>1 - (بسر) بضم الباء المنقطة تحتها نقطة وإسكان السين غير المعجمة ابن ارطاة لعنه الله هو الذي قتل إبني عبيدالله بن العباس ! قتم وعبدالرحمان.</w:t>
      </w:r>
    </w:p>
    <w:p w:rsidR="00F04D17" w:rsidRDefault="00F04D17" w:rsidP="00F04D17">
      <w:pPr>
        <w:pStyle w:val="libNormal"/>
        <w:rPr>
          <w:rtl/>
        </w:rPr>
      </w:pPr>
      <w:r>
        <w:rPr>
          <w:rtl/>
        </w:rPr>
        <w:t>2 - (بشير) يكنى أبا محمد المستنير الجعفي الازرق بياع الطعام مجهول.</w:t>
      </w:r>
    </w:p>
    <w:p w:rsidR="00F04D17" w:rsidRDefault="00F04D17" w:rsidP="00F04D17">
      <w:pPr>
        <w:pStyle w:val="libNormal"/>
        <w:rPr>
          <w:rtl/>
        </w:rPr>
      </w:pPr>
      <w:r>
        <w:rPr>
          <w:rtl/>
        </w:rPr>
        <w:t>3 - (بشر) بن الربيع بتري.</w:t>
      </w:r>
    </w:p>
    <w:p w:rsidR="00F04D17" w:rsidRDefault="00F04D17" w:rsidP="00F04D17">
      <w:pPr>
        <w:pStyle w:val="libNormal"/>
        <w:rPr>
          <w:rtl/>
        </w:rPr>
      </w:pPr>
      <w:r>
        <w:rPr>
          <w:rtl/>
        </w:rPr>
        <w:t>4 - (بنان) بضم الباء بعدها النون قبل الالف وبعدها.</w:t>
      </w:r>
    </w:p>
    <w:p w:rsidR="00F04D17" w:rsidRDefault="00F04D17" w:rsidP="00F04D17">
      <w:pPr>
        <w:pStyle w:val="libNormal"/>
        <w:rPr>
          <w:rtl/>
        </w:rPr>
      </w:pPr>
      <w:r>
        <w:rPr>
          <w:rtl/>
        </w:rPr>
        <w:t>روى الكشي عن سعد بن عبدالله قال حدثني محمد بن خالد الطيالسي عن عبدالرحمان بن أبي نجران عن ابن سنان ان الصادق عليه السلام لعنه.</w:t>
      </w:r>
    </w:p>
    <w:p w:rsidR="00F04D17" w:rsidRDefault="00F04D17" w:rsidP="00F04D17">
      <w:pPr>
        <w:pStyle w:val="libNormal"/>
        <w:rPr>
          <w:rtl/>
        </w:rPr>
      </w:pPr>
      <w:r>
        <w:rPr>
          <w:rtl/>
        </w:rPr>
        <w:t>5 - (بزيع) بالزاى بعد الباء المفتوحة المنقطة تحتها نقطة والياء المنقطة تحتها نقطتين.</w:t>
      </w:r>
    </w:p>
    <w:p w:rsidR="00FF6DC3" w:rsidRDefault="00F04D17" w:rsidP="00F04D17">
      <w:pPr>
        <w:pStyle w:val="libNormal"/>
        <w:rPr>
          <w:rtl/>
        </w:rPr>
      </w:pPr>
      <w:r>
        <w:rPr>
          <w:rtl/>
        </w:rPr>
        <w:t>روي بهذا الطريق المتقدم: ان الصادق عليه السلام لعنه له ولبنان.</w:t>
      </w:r>
    </w:p>
    <w:p w:rsidR="00FF6DC3" w:rsidRDefault="00FF6DC3" w:rsidP="00FF6DC3">
      <w:pPr>
        <w:pStyle w:val="libNormal"/>
        <w:rPr>
          <w:rtl/>
        </w:rPr>
      </w:pPr>
      <w:r>
        <w:rPr>
          <w:rtl/>
        </w:rPr>
        <w:br w:type="page"/>
      </w:r>
    </w:p>
    <w:p w:rsidR="00F04D17" w:rsidRPr="00F04D17" w:rsidRDefault="00F04D17" w:rsidP="000F2669">
      <w:pPr>
        <w:pStyle w:val="Heading2Center"/>
        <w:rPr>
          <w:rtl/>
        </w:rPr>
      </w:pPr>
      <w:bookmarkStart w:id="348" w:name="176"/>
      <w:bookmarkStart w:id="349" w:name="_Toc418412096"/>
      <w:r>
        <w:rPr>
          <w:rtl/>
        </w:rPr>
        <w:lastRenderedPageBreak/>
        <w:t>الفصل الثالث في التاء</w:t>
      </w:r>
      <w:bookmarkEnd w:id="348"/>
      <w:bookmarkEnd w:id="349"/>
    </w:p>
    <w:p w:rsidR="00F04D17" w:rsidRDefault="00F04D17" w:rsidP="00F04D17">
      <w:pPr>
        <w:pStyle w:val="libNormal"/>
        <w:rPr>
          <w:rtl/>
        </w:rPr>
      </w:pPr>
      <w:r>
        <w:rPr>
          <w:rtl/>
        </w:rPr>
        <w:t>اسمان:</w:t>
      </w:r>
    </w:p>
    <w:p w:rsidR="00F04D17" w:rsidRDefault="00F04D17" w:rsidP="00F04D17">
      <w:pPr>
        <w:pStyle w:val="libNormal"/>
        <w:rPr>
          <w:rtl/>
        </w:rPr>
      </w:pPr>
      <w:r>
        <w:rPr>
          <w:rtl/>
        </w:rPr>
        <w:t>1 - (تميم) بن عبدالله بن تميم القرشى الذي روى عنه أبوجعفر محمد بن بابويه ضعيف.</w:t>
      </w:r>
    </w:p>
    <w:p w:rsidR="00F04D17" w:rsidRDefault="00F04D17" w:rsidP="00F04D17">
      <w:pPr>
        <w:pStyle w:val="libNormal"/>
        <w:rPr>
          <w:rtl/>
        </w:rPr>
      </w:pPr>
      <w:r>
        <w:rPr>
          <w:rtl/>
        </w:rPr>
        <w:t>2 - (تليد) بن سليمان أبوادريس المجاربي روى عن أبي عبدالله عليه السلام لم يقف أحد من علمائنا على جرحه ولا على تعديله، لكن قال ابن عقدة.</w:t>
      </w:r>
    </w:p>
    <w:p w:rsidR="00F04D17" w:rsidRDefault="00F04D17" w:rsidP="00F04D17">
      <w:pPr>
        <w:pStyle w:val="libNormal"/>
        <w:rPr>
          <w:rtl/>
        </w:rPr>
      </w:pPr>
      <w:r>
        <w:rPr>
          <w:rtl/>
        </w:rPr>
        <w:t>قال: حدثنا أحمد قال حدثنا محمد بن عبدالله بن سليمان قال سمعت ابن نمير يقول: أبوالجحاف ثقة.</w:t>
      </w:r>
    </w:p>
    <w:p w:rsidR="00F04D17" w:rsidRDefault="00F04D17" w:rsidP="00F04D17">
      <w:pPr>
        <w:pStyle w:val="libNormal"/>
        <w:rPr>
          <w:rtl/>
        </w:rPr>
      </w:pPr>
      <w:r>
        <w:rPr>
          <w:rtl/>
        </w:rPr>
        <w:t>ولست اعتمد بما يرو عنه تليد.</w:t>
      </w:r>
    </w:p>
    <w:p w:rsidR="00F04D17" w:rsidRPr="00F04D17" w:rsidRDefault="00F04D17" w:rsidP="000F2669">
      <w:pPr>
        <w:pStyle w:val="Heading2Center"/>
        <w:rPr>
          <w:rtl/>
        </w:rPr>
      </w:pPr>
      <w:bookmarkStart w:id="350" w:name="177"/>
      <w:bookmarkStart w:id="351" w:name="_Toc418412097"/>
      <w:r>
        <w:rPr>
          <w:rtl/>
        </w:rPr>
        <w:t>الفصل الرابع في الثاء</w:t>
      </w:r>
      <w:bookmarkEnd w:id="350"/>
      <w:bookmarkEnd w:id="351"/>
    </w:p>
    <w:p w:rsidR="00F04D17" w:rsidRDefault="00F04D17" w:rsidP="00F04D17">
      <w:pPr>
        <w:pStyle w:val="libNormal"/>
        <w:rPr>
          <w:rtl/>
        </w:rPr>
      </w:pPr>
      <w:r>
        <w:rPr>
          <w:rtl/>
        </w:rPr>
        <w:t>اسم واحد:</w:t>
      </w:r>
    </w:p>
    <w:p w:rsidR="00F04D17" w:rsidRDefault="00F04D17" w:rsidP="00F04D17">
      <w:pPr>
        <w:pStyle w:val="libNormal"/>
        <w:rPr>
          <w:rtl/>
        </w:rPr>
      </w:pPr>
      <w:r>
        <w:rPr>
          <w:rtl/>
        </w:rPr>
        <w:t>1 - (ثابت) الحداد أبوالمقدام زيدي بتري.</w:t>
      </w:r>
    </w:p>
    <w:p w:rsidR="00F04D17" w:rsidRPr="00F04D17" w:rsidRDefault="00F04D17" w:rsidP="000F2669">
      <w:pPr>
        <w:pStyle w:val="Heading2Center"/>
        <w:rPr>
          <w:rtl/>
        </w:rPr>
      </w:pPr>
      <w:bookmarkStart w:id="352" w:name="178"/>
      <w:bookmarkStart w:id="353" w:name="_Toc418412098"/>
      <w:r>
        <w:rPr>
          <w:rtl/>
        </w:rPr>
        <w:t>الفصل الخامس في الجيم</w:t>
      </w:r>
      <w:bookmarkEnd w:id="352"/>
      <w:bookmarkEnd w:id="353"/>
    </w:p>
    <w:p w:rsidR="00F04D17" w:rsidRDefault="00F04D17" w:rsidP="00F04D17">
      <w:pPr>
        <w:pStyle w:val="libNormal"/>
        <w:rPr>
          <w:rtl/>
        </w:rPr>
      </w:pPr>
      <w:r>
        <w:rPr>
          <w:rtl/>
        </w:rPr>
        <w:t>وفيه بابان:</w:t>
      </w:r>
    </w:p>
    <w:p w:rsidR="00F04D17" w:rsidRPr="00F04D17" w:rsidRDefault="00F04D17" w:rsidP="00F04D17">
      <w:pPr>
        <w:pStyle w:val="Heading3Center"/>
        <w:rPr>
          <w:rtl/>
        </w:rPr>
      </w:pPr>
      <w:bookmarkStart w:id="354" w:name="179"/>
      <w:bookmarkStart w:id="355" w:name="_Toc418412099"/>
      <w:r>
        <w:rPr>
          <w:rtl/>
        </w:rPr>
        <w:t>الباب الاول جعفر ثمانية رجال</w:t>
      </w:r>
      <w:bookmarkEnd w:id="354"/>
      <w:bookmarkEnd w:id="355"/>
    </w:p>
    <w:p w:rsidR="00F04D17" w:rsidRDefault="00F04D17" w:rsidP="00F04D17">
      <w:pPr>
        <w:pStyle w:val="libNormal"/>
        <w:rPr>
          <w:rtl/>
        </w:rPr>
      </w:pPr>
      <w:r>
        <w:rPr>
          <w:rtl/>
        </w:rPr>
        <w:t>1 - (جعفر) بن محمد بن سماعة ثقة في الحديث واقفي.</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2 - (جعفر) بن المثنى الخطيب مولى لثقيف كوفي واقفي.</w:t>
      </w:r>
    </w:p>
    <w:p w:rsidR="00F04D17" w:rsidRDefault="00F04D17" w:rsidP="00F04D17">
      <w:pPr>
        <w:pStyle w:val="libNormal"/>
        <w:rPr>
          <w:rtl/>
        </w:rPr>
      </w:pPr>
      <w:r>
        <w:rPr>
          <w:rtl/>
        </w:rPr>
        <w:t>3 - (جعفر) بن محمد بن مالك بن عيسى بن سابور مولى مالك بن اسما بن خارجة الفزاري أبوعبدالله كوفي.</w:t>
      </w:r>
    </w:p>
    <w:p w:rsidR="00F04D17" w:rsidRDefault="00F04D17" w:rsidP="00F04D17">
      <w:pPr>
        <w:pStyle w:val="libNormal"/>
        <w:rPr>
          <w:rtl/>
        </w:rPr>
      </w:pPr>
      <w:r>
        <w:rPr>
          <w:rtl/>
        </w:rPr>
        <w:t>قال النجاشي: كان ضعيف</w:t>
      </w:r>
      <w:r w:rsidR="00CD27DE">
        <w:rPr>
          <w:rtl/>
        </w:rPr>
        <w:t>اً</w:t>
      </w:r>
      <w:r>
        <w:rPr>
          <w:rtl/>
        </w:rPr>
        <w:t xml:space="preserve"> في الحديث. ثم قال: قال أحمد بن الحسين: كان يصنع الحديث وضع</w:t>
      </w:r>
      <w:r w:rsidR="00CD27DE">
        <w:rPr>
          <w:rtl/>
        </w:rPr>
        <w:t>اً</w:t>
      </w:r>
      <w:r>
        <w:rPr>
          <w:rtl/>
        </w:rPr>
        <w:t xml:space="preserve"> ويروي عن المجاهيل ! وسمعنا من قال كان ايض</w:t>
      </w:r>
      <w:r w:rsidR="00CD27DE">
        <w:rPr>
          <w:rtl/>
        </w:rPr>
        <w:t>اً</w:t>
      </w:r>
      <w:r>
        <w:rPr>
          <w:rtl/>
        </w:rPr>
        <w:t xml:space="preserve"> فاسد المذهب والرواية.</w:t>
      </w:r>
    </w:p>
    <w:p w:rsidR="00F04D17" w:rsidRDefault="00F04D17" w:rsidP="00F04D17">
      <w:pPr>
        <w:pStyle w:val="libNormal"/>
        <w:rPr>
          <w:rtl/>
        </w:rPr>
      </w:pPr>
      <w:r>
        <w:rPr>
          <w:rtl/>
        </w:rPr>
        <w:t>ولا أدري كيف روى عنه شيخنا النبيل الثقة أبوعلي بن همام وشيخنا الجليل الثقة أبوغالب الرازي رحمهما الله، له كتاب (غرر الاخبار) وكتاب (أخبار الائمة ومواليدهم عليهم السلام) وكتاب (الفتن والملاحم).</w:t>
      </w:r>
    </w:p>
    <w:p w:rsidR="00F04D17" w:rsidRDefault="00F04D17" w:rsidP="00F04D17">
      <w:pPr>
        <w:pStyle w:val="libNormal"/>
        <w:rPr>
          <w:rtl/>
        </w:rPr>
      </w:pPr>
      <w:r>
        <w:rPr>
          <w:rtl/>
        </w:rPr>
        <w:t>وقال ابن الغضايري رحمه الله: انه كان كذاب</w:t>
      </w:r>
      <w:r w:rsidR="00CD27DE">
        <w:rPr>
          <w:rtl/>
        </w:rPr>
        <w:t>اً</w:t>
      </w:r>
      <w:r>
        <w:rPr>
          <w:rtl/>
        </w:rPr>
        <w:t xml:space="preserve"> متروك الحديث جملة وكان في مذهبه ارتفاع ويروي عن الضعفاء والمجاهيل وكل عيوب الضعفاء مجتمعة فيه.</w:t>
      </w:r>
    </w:p>
    <w:p w:rsidR="00F04D17" w:rsidRDefault="00F04D17" w:rsidP="00F04D17">
      <w:pPr>
        <w:pStyle w:val="libNormal"/>
        <w:rPr>
          <w:rtl/>
        </w:rPr>
      </w:pPr>
      <w:r>
        <w:rPr>
          <w:rtl/>
        </w:rPr>
        <w:t>وقال الشيخ الطوسي (ره): جعفر بن محمد بن مالك كوفي ثقة، ويضعفه قوم. روى في موليد القائم عليه السلام أعاجيب، والظاهر انه هو هذا المشار اليه. فعندي في حديثه توقف ولا اعمل بروايته.</w:t>
      </w:r>
    </w:p>
    <w:p w:rsidR="00F04D17" w:rsidRDefault="00F04D17" w:rsidP="00F04D17">
      <w:pPr>
        <w:pStyle w:val="libNormal"/>
        <w:rPr>
          <w:rtl/>
        </w:rPr>
      </w:pPr>
      <w:r>
        <w:rPr>
          <w:rtl/>
        </w:rPr>
        <w:t>4 - (جعفر) بن معروف.</w:t>
      </w:r>
    </w:p>
    <w:p w:rsidR="00F04D17" w:rsidRDefault="00F04D17" w:rsidP="00F04D17">
      <w:pPr>
        <w:pStyle w:val="libNormal"/>
        <w:rPr>
          <w:rtl/>
        </w:rPr>
      </w:pPr>
      <w:r>
        <w:rPr>
          <w:rtl/>
        </w:rPr>
        <w:t>قال ابن الغضايري (ره): جعفر بن معروب أبوالفضل السمرقندي يروي عنه العياشي كثير</w:t>
      </w:r>
      <w:r w:rsidR="00CD27DE">
        <w:rPr>
          <w:rtl/>
        </w:rPr>
        <w:t>اً</w:t>
      </w:r>
      <w:r>
        <w:rPr>
          <w:rtl/>
        </w:rPr>
        <w:t>، كان في مذهبه ارتفاع وحديثه يعرف تارة وينكر اخرى. والوجه عندي التوقف في روايته، لقول هذا الشيخ ابن الغضايري عنه.</w:t>
      </w:r>
    </w:p>
    <w:p w:rsidR="00F04D17" w:rsidRDefault="00F04D17" w:rsidP="00F04D17">
      <w:pPr>
        <w:pStyle w:val="libNormal"/>
        <w:rPr>
          <w:rtl/>
        </w:rPr>
      </w:pPr>
      <w:r>
        <w:rPr>
          <w:rtl/>
        </w:rPr>
        <w:t>5 - (جعفر) بن واقد بالقاف.</w:t>
      </w:r>
    </w:p>
    <w:p w:rsidR="00F04D17" w:rsidRDefault="00F04D17" w:rsidP="00F04D17">
      <w:pPr>
        <w:pStyle w:val="libNormal"/>
        <w:rPr>
          <w:rtl/>
        </w:rPr>
      </w:pPr>
      <w:r>
        <w:rPr>
          <w:rtl/>
        </w:rPr>
        <w:t>روى الكشي (ره): عن محمد بن قولويه والحسين بن الحسن بن بندار قالا: حدثنا سعد بن عبدالله قال حدثنى ابراهيم بن مهزيار ومحمد بن عيسى عن علي بن مهزيار قال سمعت أبا جعفر عليه السلام يلعن جعفر بن واقد.</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6 - (جعفر) بن ميمون.</w:t>
      </w:r>
    </w:p>
    <w:p w:rsidR="00F04D17" w:rsidRDefault="00F04D17" w:rsidP="00F04D17">
      <w:pPr>
        <w:pStyle w:val="libNormal"/>
        <w:rPr>
          <w:rtl/>
        </w:rPr>
      </w:pPr>
      <w:r>
        <w:rPr>
          <w:rtl/>
        </w:rPr>
        <w:t>روى الكشي: عن حمدويه بن نصير قال حدثني أيوب بن نوح عن حنان بن سدير عن أبي عبدالله عليه السلام ما يدل على ان جعفر بن ميمون من أصحاب أبي الخطاب وانه من أهل النار.</w:t>
      </w:r>
    </w:p>
    <w:p w:rsidR="00F04D17" w:rsidRDefault="00F04D17" w:rsidP="00F04D17">
      <w:pPr>
        <w:pStyle w:val="libNormal"/>
        <w:rPr>
          <w:rtl/>
        </w:rPr>
      </w:pPr>
      <w:r>
        <w:rPr>
          <w:rtl/>
        </w:rPr>
        <w:t>7 - (جعفر) بن محمد بن مفضل كوفي تروي عنه الغلاة خاصة.</w:t>
      </w:r>
    </w:p>
    <w:p w:rsidR="00F04D17" w:rsidRDefault="00F04D17" w:rsidP="00F04D17">
      <w:pPr>
        <w:pStyle w:val="libNormal"/>
        <w:rPr>
          <w:rtl/>
        </w:rPr>
      </w:pPr>
      <w:r>
        <w:rPr>
          <w:rtl/>
        </w:rPr>
        <w:t>قال ابن الغضايري: ما رأيت له رواية صحيحة وهو متهم في كل احواله.</w:t>
      </w:r>
    </w:p>
    <w:p w:rsidR="00F04D17" w:rsidRDefault="00F04D17" w:rsidP="00F04D17">
      <w:pPr>
        <w:pStyle w:val="libNormal"/>
        <w:rPr>
          <w:rtl/>
        </w:rPr>
      </w:pPr>
      <w:r>
        <w:rPr>
          <w:rtl/>
        </w:rPr>
        <w:t>8 - (جعفر) بن إسماعيل المقري كوفي روى حميد بن زياد وابن رباح، قال ابن الغضايري: انه كان غالي</w:t>
      </w:r>
      <w:r w:rsidR="00CD27DE">
        <w:rPr>
          <w:rtl/>
        </w:rPr>
        <w:t>اً</w:t>
      </w:r>
      <w:r>
        <w:rPr>
          <w:rtl/>
        </w:rPr>
        <w:t xml:space="preserve"> كذاب</w:t>
      </w:r>
      <w:r w:rsidR="00CD27DE">
        <w:rPr>
          <w:rtl/>
        </w:rPr>
        <w:t>اً</w:t>
      </w:r>
      <w:r>
        <w:rPr>
          <w:rtl/>
        </w:rPr>
        <w:t>.</w:t>
      </w:r>
    </w:p>
    <w:p w:rsidR="00F04D17" w:rsidRDefault="00F04D17" w:rsidP="00F04D17">
      <w:pPr>
        <w:pStyle w:val="Heading3Center"/>
        <w:rPr>
          <w:rtl/>
        </w:rPr>
      </w:pPr>
      <w:bookmarkStart w:id="356" w:name="180"/>
      <w:bookmarkStart w:id="357" w:name="_Toc418412100"/>
      <w:r>
        <w:rPr>
          <w:rtl/>
        </w:rPr>
        <w:t>الباب الثاني في الآحاد خمسة رجال</w:t>
      </w:r>
      <w:bookmarkEnd w:id="356"/>
      <w:bookmarkEnd w:id="357"/>
    </w:p>
    <w:p w:rsidR="00F04D17" w:rsidRDefault="00F04D17" w:rsidP="00F04D17">
      <w:pPr>
        <w:pStyle w:val="libNormal"/>
        <w:rPr>
          <w:rtl/>
        </w:rPr>
      </w:pPr>
      <w:r>
        <w:rPr>
          <w:rtl/>
        </w:rPr>
        <w:t>1 - (جهم) بالجيم المضمومة ابن جعفر بن حيان واقفي.</w:t>
      </w:r>
    </w:p>
    <w:p w:rsidR="00F04D17" w:rsidRDefault="00F04D17" w:rsidP="00F04D17">
      <w:pPr>
        <w:pStyle w:val="libNormal"/>
        <w:rPr>
          <w:rtl/>
        </w:rPr>
      </w:pPr>
      <w:r>
        <w:rPr>
          <w:rtl/>
        </w:rPr>
        <w:t>2 - (جند) بن أيوب واقفي.</w:t>
      </w:r>
    </w:p>
    <w:p w:rsidR="00F04D17" w:rsidRDefault="00F04D17" w:rsidP="00F04D17">
      <w:pPr>
        <w:pStyle w:val="libNormal"/>
        <w:rPr>
          <w:rtl/>
        </w:rPr>
      </w:pPr>
      <w:r>
        <w:rPr>
          <w:rtl/>
        </w:rPr>
        <w:t>3 - (جويربة) بضم الجيم ابن اسماء.</w:t>
      </w:r>
    </w:p>
    <w:p w:rsidR="00F04D17" w:rsidRDefault="00F04D17" w:rsidP="00F04D17">
      <w:pPr>
        <w:pStyle w:val="libNormal"/>
        <w:rPr>
          <w:rtl/>
        </w:rPr>
      </w:pPr>
      <w:r>
        <w:rPr>
          <w:rtl/>
        </w:rPr>
        <w:t>روى عن الصادق عليه السلام انه قال فيه: انه زنديق لا يرجع أبد</w:t>
      </w:r>
      <w:r w:rsidR="00CD27DE">
        <w:rPr>
          <w:rtl/>
        </w:rPr>
        <w:t>اً</w:t>
      </w:r>
      <w:r>
        <w:rPr>
          <w:rtl/>
        </w:rPr>
        <w:t xml:space="preserve"> وحمران مؤمن لايرجع ابد</w:t>
      </w:r>
      <w:r w:rsidR="00CD27DE">
        <w:rPr>
          <w:rtl/>
        </w:rPr>
        <w:t>اً</w:t>
      </w:r>
      <w:r>
        <w:rPr>
          <w:rtl/>
        </w:rPr>
        <w:t>.</w:t>
      </w:r>
    </w:p>
    <w:p w:rsidR="00F04D17" w:rsidRDefault="00F04D17" w:rsidP="00F04D17">
      <w:pPr>
        <w:pStyle w:val="libNormal"/>
        <w:rPr>
          <w:rtl/>
        </w:rPr>
      </w:pPr>
      <w:r>
        <w:rPr>
          <w:rtl/>
        </w:rPr>
        <w:t>وفي الطريق إسحاق بن محمد البصري.</w:t>
      </w:r>
    </w:p>
    <w:p w:rsidR="00F04D17" w:rsidRDefault="00F04D17" w:rsidP="00F04D17">
      <w:pPr>
        <w:pStyle w:val="libNormal"/>
        <w:rPr>
          <w:rtl/>
        </w:rPr>
      </w:pPr>
      <w:r>
        <w:rPr>
          <w:rtl/>
        </w:rPr>
        <w:t>4 - (جحدر) بن المغيرة الطائي كوفي يروي عن أبي عبدالله عليه السلام وله عنه كتاب.</w:t>
      </w:r>
    </w:p>
    <w:p w:rsidR="00F04D17" w:rsidRDefault="00F04D17" w:rsidP="00F04D17">
      <w:pPr>
        <w:pStyle w:val="libNormal"/>
        <w:rPr>
          <w:rtl/>
        </w:rPr>
      </w:pPr>
      <w:r>
        <w:rPr>
          <w:rtl/>
        </w:rPr>
        <w:t>قال ابن الغضايري: انه كان خطابي</w:t>
      </w:r>
      <w:r w:rsidR="00CD27DE">
        <w:rPr>
          <w:rtl/>
        </w:rPr>
        <w:t>اً</w:t>
      </w:r>
      <w:r>
        <w:rPr>
          <w:rtl/>
        </w:rPr>
        <w:t xml:space="preserve"> في مذهبه ضعيف</w:t>
      </w:r>
      <w:r w:rsidR="00CD27DE">
        <w:rPr>
          <w:rtl/>
        </w:rPr>
        <w:t>اً</w:t>
      </w:r>
      <w:r>
        <w:rPr>
          <w:rtl/>
        </w:rPr>
        <w:t xml:space="preserve"> في حديثه، وكتابه لم يرو إلا من طريق واحد.</w:t>
      </w:r>
    </w:p>
    <w:p w:rsidR="00FF6DC3" w:rsidRDefault="00F04D17" w:rsidP="00F04D17">
      <w:pPr>
        <w:pStyle w:val="libNormal"/>
        <w:rPr>
          <w:rtl/>
        </w:rPr>
      </w:pPr>
      <w:r>
        <w:rPr>
          <w:rtl/>
        </w:rPr>
        <w:t>5 - (جماعة) بن سعد الجعفي الصائغ روى عن أبي عبدالله عليه السلام خرج مع أبي الخطاب وقتل وهو ضعيف في الحديث ومذهبه كما ذكرت.</w:t>
      </w:r>
    </w:p>
    <w:p w:rsidR="00FF6DC3" w:rsidRDefault="00FF6DC3" w:rsidP="00FF6DC3">
      <w:pPr>
        <w:pStyle w:val="libNormal"/>
      </w:pPr>
      <w:r>
        <w:rPr>
          <w:rtl/>
        </w:rPr>
        <w:br w:type="page"/>
      </w:r>
    </w:p>
    <w:p w:rsidR="00F04D17" w:rsidRDefault="00F04D17" w:rsidP="000F2669">
      <w:pPr>
        <w:pStyle w:val="Heading2Center"/>
      </w:pPr>
      <w:bookmarkStart w:id="358" w:name="181"/>
      <w:bookmarkStart w:id="359" w:name="_Toc418412101"/>
      <w:r>
        <w:rPr>
          <w:rtl/>
        </w:rPr>
        <w:lastRenderedPageBreak/>
        <w:t>الفصل السادس في الحاء</w:t>
      </w:r>
      <w:bookmarkEnd w:id="358"/>
      <w:bookmarkEnd w:id="359"/>
    </w:p>
    <w:p w:rsidR="00F04D17" w:rsidRDefault="00F04D17" w:rsidP="00F04D17">
      <w:pPr>
        <w:pStyle w:val="libNormal"/>
        <w:rPr>
          <w:rtl/>
        </w:rPr>
      </w:pPr>
      <w:r>
        <w:rPr>
          <w:rtl/>
        </w:rPr>
        <w:t>وفيه ستة أبواب:</w:t>
      </w:r>
    </w:p>
    <w:p w:rsidR="00F04D17" w:rsidRDefault="00F04D17" w:rsidP="00F04D17">
      <w:pPr>
        <w:pStyle w:val="Heading3Center"/>
        <w:rPr>
          <w:rtl/>
        </w:rPr>
      </w:pPr>
      <w:bookmarkStart w:id="360" w:name="182"/>
      <w:bookmarkStart w:id="361" w:name="_Toc418412102"/>
      <w:r>
        <w:rPr>
          <w:rtl/>
        </w:rPr>
        <w:t>الباب الاول الحسن ثمانية عشر رجلا</w:t>
      </w:r>
      <w:bookmarkEnd w:id="360"/>
      <w:bookmarkEnd w:id="361"/>
    </w:p>
    <w:p w:rsidR="00F04D17" w:rsidRDefault="00F04D17" w:rsidP="00F04D17">
      <w:pPr>
        <w:pStyle w:val="libNormal"/>
        <w:rPr>
          <w:rtl/>
        </w:rPr>
      </w:pPr>
      <w:r>
        <w:rPr>
          <w:rtl/>
        </w:rPr>
        <w:t>1 - (الحسن) بن عمارة من أصحاب الباقر عليه السلام عامي.</w:t>
      </w:r>
    </w:p>
    <w:p w:rsidR="00F04D17" w:rsidRDefault="00F04D17" w:rsidP="00F04D17">
      <w:pPr>
        <w:pStyle w:val="libNormal"/>
        <w:rPr>
          <w:rtl/>
        </w:rPr>
      </w:pPr>
      <w:r>
        <w:rPr>
          <w:rtl/>
        </w:rPr>
        <w:t>2 - (الحسن) بن محمد بن سماعة أبومحمد الكندي الصيرفي الكوفي واقفي المذهب الا انه جيد التصانيف نقي الفقه حسن الانتقاء كثير الحديث فقيه ثقة وكان من شيوخ الواقفية يعاند في الوقف ويتعصب وليس محمد بن سماعة ابوه من ولد سماعة من مهران، مات الحسن بن محمد بن سماعة ليلة الخميس لخمس خلون من جمادى الاول سنة ثلاث وستين ومائتين بالكوفة وصلى عليه إبراهيم بن محمد العلوي ودفن في جعفى.</w:t>
      </w:r>
    </w:p>
    <w:p w:rsidR="00F04D17" w:rsidRDefault="00F04D17" w:rsidP="00F04D17">
      <w:pPr>
        <w:pStyle w:val="libNormal"/>
        <w:rPr>
          <w:rtl/>
        </w:rPr>
      </w:pPr>
      <w:r>
        <w:rPr>
          <w:rtl/>
        </w:rPr>
        <w:t>3 - (الحسن) بن بشير من أصحاب الكاظم عليه السلام مجهول.</w:t>
      </w:r>
    </w:p>
    <w:p w:rsidR="00F04D17" w:rsidRDefault="00F04D17" w:rsidP="00F04D17">
      <w:pPr>
        <w:pStyle w:val="libNormal"/>
        <w:rPr>
          <w:rtl/>
        </w:rPr>
      </w:pPr>
      <w:r>
        <w:rPr>
          <w:rtl/>
        </w:rPr>
        <w:t>4 - (الحسن) بن علي بن أبي عثمان يلقب بسجادة يكنى أبا محمد من أصحاب أبي جعفر محمد الجواد عليه السلام غال ضعيف في عداد القميين.</w:t>
      </w:r>
    </w:p>
    <w:p w:rsidR="00F04D17" w:rsidRDefault="00F04D17" w:rsidP="00F04D17">
      <w:pPr>
        <w:pStyle w:val="libNormal"/>
        <w:rPr>
          <w:rtl/>
        </w:rPr>
      </w:pPr>
      <w:r>
        <w:rPr>
          <w:rtl/>
        </w:rPr>
        <w:t>قال الكشي: على السجادة لعنة الله ولعنة اللاعنون والملائكة والناس أجمعين، فلقد كان في الغليائية الذين يقعون في رسول الله صلى الله عليه وآله ليس له في الاسلام نصيب.</w:t>
      </w:r>
    </w:p>
    <w:p w:rsidR="00F04D17" w:rsidRDefault="00F04D17" w:rsidP="00F04D17">
      <w:pPr>
        <w:pStyle w:val="libNormal"/>
        <w:rPr>
          <w:rtl/>
        </w:rPr>
      </w:pPr>
      <w:r>
        <w:rPr>
          <w:rtl/>
        </w:rPr>
        <w:t>5 - (الحسن) بن عبدالله القمي يرمي بالغو.</w:t>
      </w:r>
    </w:p>
    <w:p w:rsidR="00F04D17" w:rsidRDefault="00F04D17" w:rsidP="00F04D17">
      <w:pPr>
        <w:pStyle w:val="libNormal"/>
        <w:rPr>
          <w:rtl/>
        </w:rPr>
      </w:pPr>
      <w:r>
        <w:rPr>
          <w:rtl/>
        </w:rPr>
        <w:t>6 - (الحسن) بن محمد بن بابا قمي غال.</w:t>
      </w:r>
    </w:p>
    <w:p w:rsidR="00F04D17" w:rsidRDefault="00F04D17" w:rsidP="00F04D17">
      <w:pPr>
        <w:pStyle w:val="libNormal"/>
        <w:rPr>
          <w:rtl/>
        </w:rPr>
      </w:pPr>
      <w:r>
        <w:rPr>
          <w:rtl/>
        </w:rPr>
        <w:t>ذكر أبومحمد الفضل بن شاذان في بعض كتبه: ان من الكذابين المشهورين ابن بابا القمي.</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7 - (الحسن) بن علي بن أبي حزة وإسم أبي حمزة سالم البطائني مولى الانصار أبومحمد واقف.</w:t>
      </w:r>
    </w:p>
    <w:p w:rsidR="00F04D17" w:rsidRDefault="00F04D17" w:rsidP="00F04D17">
      <w:pPr>
        <w:pStyle w:val="libNormal"/>
        <w:rPr>
          <w:rtl/>
        </w:rPr>
      </w:pPr>
      <w:r>
        <w:rPr>
          <w:rtl/>
        </w:rPr>
        <w:t xml:space="preserve">قال الكشي: حدثني محمد بن مسعود قال سألت علي بن الحسن بن فضال عن الحسن بن علي بن أبي حمزة البطائني؟ قال: كذاب ملعون رويت عنه احاديث كثيرة وكتبت عنه تفسير القرآن كله من أوله إلى آخره، إلا اننى لا أستحل ان أروي عنه </w:t>
      </w:r>
      <w:r w:rsidR="00CD27DE">
        <w:rPr>
          <w:rtl/>
        </w:rPr>
        <w:t>حديثاً</w:t>
      </w:r>
      <w:r>
        <w:rPr>
          <w:rtl/>
        </w:rPr>
        <w:t xml:space="preserve"> واحد</w:t>
      </w:r>
      <w:r w:rsidR="00CD27DE">
        <w:rPr>
          <w:rtl/>
        </w:rPr>
        <w:t>اً</w:t>
      </w:r>
      <w:r>
        <w:rPr>
          <w:rtl/>
        </w:rPr>
        <w:t>.</w:t>
      </w:r>
    </w:p>
    <w:p w:rsidR="00F04D17" w:rsidRDefault="00F04D17" w:rsidP="00F04D17">
      <w:pPr>
        <w:pStyle w:val="libNormal"/>
        <w:rPr>
          <w:rtl/>
        </w:rPr>
      </w:pPr>
      <w:r>
        <w:rPr>
          <w:rtl/>
        </w:rPr>
        <w:t>وحكى أبوالحسن حمدويه بن نصير عن بعض أشياخه انه قال: الحسن بن علي بن أبي حمزة رجل سوء.</w:t>
      </w:r>
    </w:p>
    <w:p w:rsidR="00F04D17" w:rsidRDefault="00F04D17" w:rsidP="00F04D17">
      <w:pPr>
        <w:pStyle w:val="libNormal"/>
        <w:rPr>
          <w:rtl/>
        </w:rPr>
      </w:pPr>
      <w:r>
        <w:rPr>
          <w:rtl/>
        </w:rPr>
        <w:t>قال ابن الغضايري: انه واقف ابن واقف ضعيف في نفسه وأبوه اوثق منه.</w:t>
      </w:r>
    </w:p>
    <w:p w:rsidR="00F04D17" w:rsidRDefault="00F04D17" w:rsidP="00F04D17">
      <w:pPr>
        <w:pStyle w:val="libNormal"/>
        <w:rPr>
          <w:rtl/>
        </w:rPr>
      </w:pPr>
      <w:r>
        <w:rPr>
          <w:rtl/>
        </w:rPr>
        <w:t>وقال على بن الحسن بن علي بن فضال: اني لاستحي من الله ان أروي عن الحسن بن علي.</w:t>
      </w:r>
    </w:p>
    <w:p w:rsidR="00F04D17" w:rsidRDefault="00F04D17" w:rsidP="00F04D17">
      <w:pPr>
        <w:pStyle w:val="libNormal"/>
        <w:rPr>
          <w:rtl/>
        </w:rPr>
      </w:pPr>
      <w:r>
        <w:rPr>
          <w:rtl/>
        </w:rPr>
        <w:t>وحديث الرضا عليه السلام فيه مشهور.</w:t>
      </w:r>
    </w:p>
    <w:p w:rsidR="00F04D17" w:rsidRDefault="00F04D17" w:rsidP="00F04D17">
      <w:pPr>
        <w:pStyle w:val="libNormal"/>
        <w:rPr>
          <w:rtl/>
        </w:rPr>
      </w:pPr>
      <w:r>
        <w:rPr>
          <w:rtl/>
        </w:rPr>
        <w:t>8 - (الحسن) بن سهل النوفلي ضعيف.</w:t>
      </w:r>
    </w:p>
    <w:p w:rsidR="00F04D17" w:rsidRDefault="00F04D17" w:rsidP="00F04D17">
      <w:pPr>
        <w:pStyle w:val="libNormal"/>
        <w:rPr>
          <w:rtl/>
        </w:rPr>
      </w:pPr>
      <w:r>
        <w:rPr>
          <w:rtl/>
        </w:rPr>
        <w:t>9 - (الحسن) بن راشد الطفاوي والطفاويون منسوبون إلى حبال بن منبه ومنبه هو اعصر بن سعد بن قيس بن غيلان بن مضر بن نزار بن معد بن عدنان ومسكنهم البصرة وامهم الطفاوة بنت حرم بن ريان، وولدت لحبال جري</w:t>
      </w:r>
      <w:r w:rsidR="00CD27DE">
        <w:rPr>
          <w:rtl/>
        </w:rPr>
        <w:t>اً</w:t>
      </w:r>
      <w:r>
        <w:rPr>
          <w:rtl/>
        </w:rPr>
        <w:t xml:space="preserve"> وسري</w:t>
      </w:r>
      <w:r w:rsidR="00CD27DE">
        <w:rPr>
          <w:rtl/>
        </w:rPr>
        <w:t>اً</w:t>
      </w:r>
      <w:r>
        <w:rPr>
          <w:rtl/>
        </w:rPr>
        <w:t xml:space="preserve"> وسنان</w:t>
      </w:r>
      <w:r w:rsidR="00CD27DE">
        <w:rPr>
          <w:rtl/>
        </w:rPr>
        <w:t>اً</w:t>
      </w:r>
      <w:r>
        <w:rPr>
          <w:rtl/>
        </w:rPr>
        <w:t xml:space="preserve"> وكان الحسن ضعيف</w:t>
      </w:r>
      <w:r w:rsidR="00CD27DE">
        <w:rPr>
          <w:rtl/>
        </w:rPr>
        <w:t>اً</w:t>
      </w:r>
      <w:r>
        <w:rPr>
          <w:rtl/>
        </w:rPr>
        <w:t xml:space="preserve"> في الرواية.</w:t>
      </w:r>
    </w:p>
    <w:p w:rsidR="00F04D17" w:rsidRDefault="00F04D17" w:rsidP="00F04D17">
      <w:pPr>
        <w:pStyle w:val="libNormal"/>
        <w:rPr>
          <w:rtl/>
        </w:rPr>
      </w:pPr>
      <w:r>
        <w:rPr>
          <w:rtl/>
        </w:rPr>
        <w:t>وقال ابن الغضايري: الحسن بن أسد الطفاوي أبومحمد يروي عن الضعفاء ويروون عنه وهو فاسد المذهب وما اعرف له شيئ</w:t>
      </w:r>
      <w:r w:rsidR="00CD27DE">
        <w:rPr>
          <w:rtl/>
        </w:rPr>
        <w:t>اً</w:t>
      </w:r>
      <w:r>
        <w:rPr>
          <w:rtl/>
        </w:rPr>
        <w:t xml:space="preserve"> اصلح فيه إلا روايته كتاب علي بن إسماعيل بن شعيب بن ميثم وقد رواه عنه غيره.</w:t>
      </w:r>
    </w:p>
    <w:p w:rsidR="00F04D17" w:rsidRDefault="00F04D17" w:rsidP="00F04D17">
      <w:pPr>
        <w:pStyle w:val="libNormal"/>
        <w:rPr>
          <w:rtl/>
        </w:rPr>
      </w:pPr>
      <w:r>
        <w:rPr>
          <w:rtl/>
        </w:rPr>
        <w:t>والظاهر ان هذا الذي ذكرناه وان الناسخ أسقط الراء من اول اسم أبيه.</w:t>
      </w:r>
    </w:p>
    <w:p w:rsidR="00F04D17" w:rsidRDefault="00F04D17" w:rsidP="00F04D17">
      <w:pPr>
        <w:pStyle w:val="libNormal"/>
        <w:rPr>
          <w:rtl/>
        </w:rPr>
      </w:pPr>
      <w:r>
        <w:rPr>
          <w:rtl/>
        </w:rPr>
        <w:t>وقال ابن الغضايري: الحسن بن راشد مولى المنصور أبومحمد روى عن أبي عبدالله وأبي الحسن موسى عليهما السلام ضعيف في روايته. وها هنا ذكر الراء في الاول.</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والظاهر ان هذا ليس هو ذاك وليس هو الذي ذكرناه في القسم الاول من كتابنا عن الشيخ الطوسي (ره) فانه قال: الحسن بن راشد يكنى أبا علي مولى آل المهلب بغدادي من أصحاب الجواد عليه السلام ثقة.</w:t>
      </w:r>
    </w:p>
    <w:p w:rsidR="00F04D17" w:rsidRDefault="00F04D17" w:rsidP="00F04D17">
      <w:pPr>
        <w:pStyle w:val="libNormal"/>
        <w:rPr>
          <w:rtl/>
        </w:rPr>
      </w:pPr>
      <w:r>
        <w:rPr>
          <w:rtl/>
        </w:rPr>
        <w:t>10 - (الحسن) بن أبي سعيد هاشم بن حيان بالياء المنقطة تحتها نقطتين المكاري أبوعبدالله كان هو وابوه وجهين في الواقفه وكان الحسن ثقة في حديثه، وذكره أبوعمرو الكشي في جملة الواقفة وذكر فيه ذموم</w:t>
      </w:r>
      <w:r w:rsidR="00CD27DE">
        <w:rPr>
          <w:rtl/>
        </w:rPr>
        <w:t>اً</w:t>
      </w:r>
      <w:r>
        <w:rPr>
          <w:rtl/>
        </w:rPr>
        <w:t>، وليس هذا موضع ذكرها.</w:t>
      </w:r>
    </w:p>
    <w:p w:rsidR="00F04D17" w:rsidRDefault="00F04D17" w:rsidP="00F04D17">
      <w:pPr>
        <w:pStyle w:val="libNormal"/>
        <w:rPr>
          <w:rtl/>
        </w:rPr>
      </w:pPr>
      <w:r>
        <w:rPr>
          <w:rtl/>
        </w:rPr>
        <w:t>11 - (الحسن) بن خرزاذ بالخاء المعجمة المضمومة والراء المشددة والزاى والذال المعجمة بعد الالف قمي كثير الحديث. وقيل: انه غلا في آخر عمره.</w:t>
      </w:r>
    </w:p>
    <w:p w:rsidR="00F04D17" w:rsidRDefault="00F04D17" w:rsidP="00F04D17">
      <w:pPr>
        <w:pStyle w:val="libNormal"/>
        <w:rPr>
          <w:rtl/>
        </w:rPr>
      </w:pPr>
      <w:r>
        <w:rPr>
          <w:rtl/>
        </w:rPr>
        <w:t>12 - (الحسن) بن الطيب بن حمزة الشجاعي غير خاص في اصحابنا.</w:t>
      </w:r>
    </w:p>
    <w:p w:rsidR="00F04D17" w:rsidRDefault="00F04D17" w:rsidP="00F04D17">
      <w:pPr>
        <w:pStyle w:val="libNormal"/>
        <w:rPr>
          <w:rtl/>
        </w:rPr>
      </w:pPr>
      <w:r>
        <w:rPr>
          <w:rtl/>
        </w:rPr>
        <w:t>13 - (الحسن) بن العباس بن الحريش بالحاء غير المعجمة والراء والياء المنقطة تحتها نقطتين والشين المعجمة ابوعلي روى عن أبي جعفر عليه السلام ضغيف جد</w:t>
      </w:r>
      <w:r w:rsidR="00CD27DE">
        <w:rPr>
          <w:rtl/>
        </w:rPr>
        <w:t>اً</w:t>
      </w:r>
      <w:r>
        <w:rPr>
          <w:rtl/>
        </w:rPr>
        <w:t>.</w:t>
      </w:r>
    </w:p>
    <w:p w:rsidR="00F04D17" w:rsidRDefault="00F04D17" w:rsidP="00F04D17">
      <w:pPr>
        <w:pStyle w:val="libNormal"/>
        <w:rPr>
          <w:rtl/>
        </w:rPr>
      </w:pPr>
      <w:r>
        <w:rPr>
          <w:rtl/>
        </w:rPr>
        <w:t>وقال ابن الغضايري: الحسن بن العباس بن الحريش أبومحمد ضعيف الرأى، روى عن أبي جعفر الثاني عليه السلام، فضل (إنا أنزلناه في ليلة القدر) كتاب</w:t>
      </w:r>
      <w:r w:rsidR="00CD27DE">
        <w:rPr>
          <w:rtl/>
        </w:rPr>
        <w:t>اً</w:t>
      </w:r>
      <w:r>
        <w:rPr>
          <w:rtl/>
        </w:rPr>
        <w:t xml:space="preserve"> مصنف</w:t>
      </w:r>
      <w:r w:rsidR="00CD27DE">
        <w:rPr>
          <w:rtl/>
        </w:rPr>
        <w:t>اً</w:t>
      </w:r>
      <w:r>
        <w:rPr>
          <w:rtl/>
        </w:rPr>
        <w:t xml:space="preserve"> فاسد الالفاظ مخايله تشهد على انه موضوع وهذا الرجل لا يلتفت اليه ولا يكتب حديثه.</w:t>
      </w:r>
    </w:p>
    <w:p w:rsidR="00F04D17" w:rsidRDefault="00F04D17" w:rsidP="00F04D17">
      <w:pPr>
        <w:pStyle w:val="libNormal"/>
        <w:rPr>
          <w:rtl/>
        </w:rPr>
      </w:pPr>
      <w:r>
        <w:rPr>
          <w:rtl/>
        </w:rPr>
        <w:t>14 - (الحسن) بن محمد بن يحيى بن الحسن بن جعفر بن عبدالله بن الحسين بن علي بن الحسين بن علي بن أبي طالب عليهم السلام أبومحمد المعروف بابن أخ طاهر روى عن جده يحيى بن الحسن وغيره وروى عن المجاهيل أحاديث منكرة !.</w:t>
      </w:r>
    </w:p>
    <w:p w:rsidR="00F04D17" w:rsidRDefault="00F04D17" w:rsidP="00F04D17">
      <w:pPr>
        <w:pStyle w:val="libNormal"/>
        <w:rPr>
          <w:rtl/>
        </w:rPr>
      </w:pPr>
      <w:r>
        <w:rPr>
          <w:rtl/>
        </w:rPr>
        <w:t>وقال النجاشي: رأيت أصحابنا يضعفونه. وقال ابن الغضايري: انه كان كذاب</w:t>
      </w:r>
      <w:r w:rsidR="00CD27DE">
        <w:rPr>
          <w:rtl/>
        </w:rPr>
        <w:t>اً</w:t>
      </w:r>
      <w:r>
        <w:rPr>
          <w:rtl/>
        </w:rPr>
        <w:t xml:space="preserve"> يضع ا لحديث مجاهرة ويدعي رجالا غرب</w:t>
      </w:r>
      <w:r w:rsidR="00CD27DE">
        <w:rPr>
          <w:rtl/>
        </w:rPr>
        <w:t>اً</w:t>
      </w:r>
      <w:r>
        <w:rPr>
          <w:rtl/>
        </w:rPr>
        <w:t xml:space="preserve"> لايعرفون ويعتمد مجاهيل لايذكرون وما تطيب الانفس من روايته، إلا فيما يرويه من كتب جده التي رواها عنه غيره. وعن علي بن أحمد بن علي العقيقي من كتبه المصنفة المشهورة.</w:t>
      </w:r>
    </w:p>
    <w:p w:rsidR="00F04D17" w:rsidRDefault="00F04D17" w:rsidP="00F04D17">
      <w:pPr>
        <w:pStyle w:val="libNormal"/>
        <w:rPr>
          <w:rtl/>
        </w:rPr>
      </w:pPr>
      <w:r>
        <w:rPr>
          <w:rtl/>
        </w:rPr>
        <w:t>والاقوى عندي التوقف في روايته مطلق</w:t>
      </w:r>
      <w:r w:rsidR="00CD27DE">
        <w:rPr>
          <w:rtl/>
        </w:rPr>
        <w:t>اً</w:t>
      </w:r>
      <w:r>
        <w:rPr>
          <w:rtl/>
        </w:rPr>
        <w:t>، ومات في شهر ربيع الاول سنة ثمان وخمسين وثلثمائة ودفن في منزلة في سوق العطش.</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15 - (الحسن) بن حذيفة بالحاء غير المعجمة المضمومة والذال المعجمة ابن منصور بن كثير بن سلمة الخزاعي.</w:t>
      </w:r>
    </w:p>
    <w:p w:rsidR="00F04D17" w:rsidRDefault="00F04D17" w:rsidP="00F04D17">
      <w:pPr>
        <w:pStyle w:val="libNormal"/>
        <w:rPr>
          <w:rtl/>
        </w:rPr>
      </w:pPr>
      <w:r>
        <w:rPr>
          <w:rtl/>
        </w:rPr>
        <w:t>قال ابن الغضايري: انه ضعيف جد</w:t>
      </w:r>
      <w:r w:rsidR="00CD27DE">
        <w:rPr>
          <w:rtl/>
        </w:rPr>
        <w:t>اً</w:t>
      </w:r>
      <w:r>
        <w:rPr>
          <w:rtl/>
        </w:rPr>
        <w:t xml:space="preserve"> لاينتفع به. والاقوى عندي رد قوله لطعن هذا الشيخ فيه، مع اني لم أقف على مدح من غيره.</w:t>
      </w:r>
    </w:p>
    <w:p w:rsidR="00F04D17" w:rsidRDefault="00F04D17" w:rsidP="00F04D17">
      <w:pPr>
        <w:pStyle w:val="libNormal"/>
        <w:rPr>
          <w:rtl/>
        </w:rPr>
      </w:pPr>
      <w:r>
        <w:rPr>
          <w:rtl/>
        </w:rPr>
        <w:t>16 - (الحسن) بن علي بن زكريان البزوفري العدوي من عدي الرباب ضعيف جد</w:t>
      </w:r>
      <w:r w:rsidR="00CD27DE">
        <w:rPr>
          <w:rtl/>
        </w:rPr>
        <w:t>اً</w:t>
      </w:r>
      <w:r>
        <w:rPr>
          <w:rtl/>
        </w:rPr>
        <w:t>.</w:t>
      </w:r>
    </w:p>
    <w:p w:rsidR="00F04D17" w:rsidRDefault="00F04D17" w:rsidP="00F04D17">
      <w:pPr>
        <w:pStyle w:val="libNormal"/>
        <w:rPr>
          <w:rtl/>
        </w:rPr>
      </w:pPr>
      <w:r>
        <w:rPr>
          <w:rtl/>
        </w:rPr>
        <w:t>قال ابن الغضايري: وروى نسخة عن محمد بن صدقة عن موسى بن جعفر عليه السلام وروى عن خراش عن أنس وامره أشهر من ان يذكر.</w:t>
      </w:r>
    </w:p>
    <w:p w:rsidR="00F04D17" w:rsidRDefault="00F04D17" w:rsidP="00F04D17">
      <w:pPr>
        <w:pStyle w:val="libNormal"/>
        <w:rPr>
          <w:rtl/>
        </w:rPr>
      </w:pPr>
      <w:r>
        <w:rPr>
          <w:rtl/>
        </w:rPr>
        <w:t>17 - (الحسن) بن صالح بن حي الهمداني الثوري الكوفي من أصحاب الباقر عليه السلام وهو صاحب المقالة وإليه تنسب الصالحية منهم.</w:t>
      </w:r>
    </w:p>
    <w:p w:rsidR="00F04D17" w:rsidRDefault="00F04D17" w:rsidP="00F04D17">
      <w:pPr>
        <w:pStyle w:val="libNormal"/>
        <w:rPr>
          <w:rtl/>
        </w:rPr>
      </w:pPr>
      <w:r>
        <w:rPr>
          <w:rtl/>
        </w:rPr>
        <w:t>18 - (الحسن) بن علي بن الحسن بن عمر بن علي بن الحسين بن علي بن أبي طالب عليهم السلام أبومحمد الاطرش كان يعتقد الامامة.</w:t>
      </w:r>
    </w:p>
    <w:p w:rsidR="00F04D17" w:rsidRDefault="00F04D17" w:rsidP="00F04D17">
      <w:pPr>
        <w:pStyle w:val="Heading3Center"/>
        <w:rPr>
          <w:rtl/>
        </w:rPr>
      </w:pPr>
      <w:bookmarkStart w:id="362" w:name="183"/>
      <w:bookmarkStart w:id="363" w:name="_Toc418412103"/>
      <w:r>
        <w:rPr>
          <w:rtl/>
        </w:rPr>
        <w:t>الباب الثاني الحسين أربعة عشر رجلا</w:t>
      </w:r>
      <w:bookmarkEnd w:id="362"/>
      <w:bookmarkEnd w:id="363"/>
    </w:p>
    <w:p w:rsidR="00F04D17" w:rsidRDefault="00F04D17" w:rsidP="00F04D17">
      <w:pPr>
        <w:pStyle w:val="libNormal"/>
        <w:rPr>
          <w:rtl/>
        </w:rPr>
      </w:pPr>
      <w:r>
        <w:rPr>
          <w:rtl/>
        </w:rPr>
        <w:t>1 - (الحسين) بن مختار القلانسي من أصحاب أبي الحسن موسى عليه السلام واقفي.</w:t>
      </w:r>
    </w:p>
    <w:p w:rsidR="00F04D17" w:rsidRDefault="00F04D17" w:rsidP="00F04D17">
      <w:pPr>
        <w:pStyle w:val="libNormal"/>
        <w:rPr>
          <w:rtl/>
        </w:rPr>
      </w:pPr>
      <w:r>
        <w:rPr>
          <w:rtl/>
        </w:rPr>
        <w:t>وقال ابن عقدة: عن علي بن الحسن انه كوفي ثقة. والاعتماد عندي على الاول.</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2 - (الحسين) بن أحمد المنقري النميمي أبوعبدالله من أصحاب أبي الحسن موسى عليه السلام روى رواية شاذة عن أبي عبدالله عليه السلام لا تثبت وكان ضعيف</w:t>
      </w:r>
      <w:r w:rsidR="00CD27DE">
        <w:rPr>
          <w:rtl/>
        </w:rPr>
        <w:t>اً</w:t>
      </w:r>
      <w:r>
        <w:rPr>
          <w:rtl/>
        </w:rPr>
        <w:t>.</w:t>
      </w:r>
    </w:p>
    <w:p w:rsidR="00F04D17" w:rsidRDefault="00F04D17" w:rsidP="00F04D17">
      <w:pPr>
        <w:pStyle w:val="libNormal"/>
        <w:rPr>
          <w:rtl/>
        </w:rPr>
      </w:pPr>
      <w:r>
        <w:rPr>
          <w:rtl/>
        </w:rPr>
        <w:t>3 - (الحسين) بن قياما بن موسى من أصحاب الكاظم عليه السلام واقفى.</w:t>
      </w:r>
    </w:p>
    <w:p w:rsidR="00F04D17" w:rsidRDefault="00F04D17" w:rsidP="00F04D17">
      <w:pPr>
        <w:pStyle w:val="libNormal"/>
        <w:rPr>
          <w:rtl/>
        </w:rPr>
      </w:pPr>
      <w:r>
        <w:rPr>
          <w:rtl/>
        </w:rPr>
        <w:t>4 - (الحسين) بن كسان من أصحاب الكاظم عليه السلام واقفى.</w:t>
      </w:r>
    </w:p>
    <w:p w:rsidR="00F04D17" w:rsidRDefault="00F04D17" w:rsidP="00F04D17">
      <w:pPr>
        <w:pStyle w:val="libNormal"/>
        <w:rPr>
          <w:rtl/>
        </w:rPr>
      </w:pPr>
      <w:r>
        <w:rPr>
          <w:rtl/>
        </w:rPr>
        <w:t>5 - (الحسين) من أصحاب الكاظم عليه السلام واقفى لا يقول بامامة الرضا عليه السلام.</w:t>
      </w:r>
    </w:p>
    <w:p w:rsidR="00F04D17" w:rsidRDefault="00F04D17" w:rsidP="00F04D17">
      <w:pPr>
        <w:pStyle w:val="libNormal"/>
        <w:rPr>
          <w:rtl/>
        </w:rPr>
      </w:pPr>
      <w:r>
        <w:rPr>
          <w:rtl/>
        </w:rPr>
        <w:t>6 - (الحسين) بن علوان الكلبي مولاهم كوفي عامي واخوه الحسن يكنى أبا محمد رويا عن الصادق عليه السلام والحسن أخص بنا وأولى.</w:t>
      </w:r>
    </w:p>
    <w:p w:rsidR="00F04D17" w:rsidRDefault="00F04D17" w:rsidP="00F04D17">
      <w:pPr>
        <w:pStyle w:val="libNormal"/>
        <w:rPr>
          <w:rtl/>
        </w:rPr>
      </w:pPr>
      <w:r>
        <w:rPr>
          <w:rtl/>
        </w:rPr>
        <w:t>قال ابن عقدة: ان الحسن كان اوثق من أخيه وأحمد عند أصحابنا.</w:t>
      </w:r>
    </w:p>
    <w:p w:rsidR="00F04D17" w:rsidRDefault="00F04D17" w:rsidP="00F04D17">
      <w:pPr>
        <w:pStyle w:val="libNormal"/>
        <w:rPr>
          <w:rtl/>
        </w:rPr>
      </w:pPr>
      <w:r>
        <w:rPr>
          <w:rtl/>
        </w:rPr>
        <w:t>7 - (الحسين) بن مهران بالراء والنون بعد الالف ابن محمد بن أبي نصر السكوني روى عن أبي الحسن موسى والرضا عليهما السلام وكان واقفي</w:t>
      </w:r>
      <w:r w:rsidR="00CD27DE">
        <w:rPr>
          <w:rtl/>
        </w:rPr>
        <w:t>اً</w:t>
      </w:r>
      <w:r>
        <w:rPr>
          <w:rtl/>
        </w:rPr>
        <w:t xml:space="preserve"> ضعيف</w:t>
      </w:r>
      <w:r w:rsidR="00CD27DE">
        <w:rPr>
          <w:rtl/>
        </w:rPr>
        <w:t>اً</w:t>
      </w:r>
      <w:r>
        <w:rPr>
          <w:rtl/>
        </w:rPr>
        <w:t xml:space="preserve"> قليل المعرفة بالرضا عليه السلام ضعيف اليقين ! له كتاب عن موسى عليه السلام لا أعتمد على روايته.</w:t>
      </w:r>
    </w:p>
    <w:p w:rsidR="00F04D17" w:rsidRDefault="00F04D17" w:rsidP="00F04D17">
      <w:pPr>
        <w:pStyle w:val="libNormal"/>
        <w:rPr>
          <w:rtl/>
        </w:rPr>
      </w:pPr>
      <w:r>
        <w:rPr>
          <w:rtl/>
        </w:rPr>
        <w:t>8 - (الحسين) بن عبيد الله السعدي أبوعبدالله بن عبيد الله بن سهل ممن أطعن عليه ورمي بالغلو.</w:t>
      </w:r>
    </w:p>
    <w:p w:rsidR="00F04D17" w:rsidRDefault="00F04D17" w:rsidP="00F04D17">
      <w:pPr>
        <w:pStyle w:val="libNormal"/>
        <w:rPr>
          <w:rtl/>
        </w:rPr>
      </w:pPr>
      <w:r>
        <w:rPr>
          <w:rtl/>
        </w:rPr>
        <w:t>وقال الكشي: الحسين بن عبيدالله المحرر، ذكره أبوعلي أحمد بن علي السكوني شفران قرابة الحسن بن خرزاذ وختنه على اخته، ان الحسين بن عبدالله القمي اخرج من قم في وقت كانوا يخرجون من إتهموه بالغلو.</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9 - (الحسين) بن يزيد بن محمد بن عبدالملك النوفلي نوفل النخع مولاهم كوفي أبوعبدالله كان شاعر</w:t>
      </w:r>
      <w:r w:rsidR="00CD27DE">
        <w:rPr>
          <w:rtl/>
        </w:rPr>
        <w:t>اً</w:t>
      </w:r>
      <w:r>
        <w:rPr>
          <w:rtl/>
        </w:rPr>
        <w:t xml:space="preserve"> أديب</w:t>
      </w:r>
      <w:r w:rsidR="00CD27DE">
        <w:rPr>
          <w:rtl/>
        </w:rPr>
        <w:t>اً</w:t>
      </w:r>
      <w:r>
        <w:rPr>
          <w:rtl/>
        </w:rPr>
        <w:t xml:space="preserve"> وسكن الري ومات بها.</w:t>
      </w:r>
    </w:p>
    <w:p w:rsidR="00F04D17" w:rsidRDefault="00F04D17" w:rsidP="00F04D17">
      <w:pPr>
        <w:pStyle w:val="libNormal"/>
        <w:rPr>
          <w:rtl/>
        </w:rPr>
      </w:pPr>
      <w:r>
        <w:rPr>
          <w:rtl/>
        </w:rPr>
        <w:t>وقال قوم من القميين: انه غلا في آخر عمره، والله أعلم. وقال: النجاشي وما رأينا له رواية تدل على هذا واما عندي في روايته لمجرد ما نقله عن القميين وعدم الظفر بتعديل الاصحاب له.</w:t>
      </w:r>
    </w:p>
    <w:p w:rsidR="00F04D17" w:rsidRDefault="00F04D17" w:rsidP="00F04D17">
      <w:pPr>
        <w:pStyle w:val="libNormal"/>
        <w:rPr>
          <w:rtl/>
        </w:rPr>
      </w:pPr>
      <w:r>
        <w:rPr>
          <w:rtl/>
        </w:rPr>
        <w:t>10 - (الحسين) بن حمدان الجنبلاني بالجيم المضمومة والنون الساكنة والباء المنقطة تحتها نقطة الحضيني بالحاء غير المعجمة لمضمومة والضاد المعجمة والنون بعد الياء وقبلها أبوعبدالله كان فاسد المذهب كذاب</w:t>
      </w:r>
      <w:r w:rsidR="00CD27DE">
        <w:rPr>
          <w:rtl/>
        </w:rPr>
        <w:t>اً</w:t>
      </w:r>
      <w:r>
        <w:rPr>
          <w:rtl/>
        </w:rPr>
        <w:t xml:space="preserve"> صاحب مقالة ملعون لايلتفت اليه.</w:t>
      </w:r>
    </w:p>
    <w:p w:rsidR="00F04D17" w:rsidRDefault="00F04D17" w:rsidP="00F04D17">
      <w:pPr>
        <w:pStyle w:val="libNormal"/>
        <w:rPr>
          <w:rtl/>
        </w:rPr>
      </w:pPr>
      <w:r>
        <w:rPr>
          <w:rtl/>
        </w:rPr>
        <w:t>11 - (الحسين) بن احمد بن المغيرة أبوعبدالله البوشنجي بالباء المنقطة تحتها نقطة والشين المعجمة والنون والجيم كان عراقيا مضطرب المذهب وكان ثقة فيما يرويه.</w:t>
      </w:r>
    </w:p>
    <w:p w:rsidR="00F04D17" w:rsidRDefault="00F04D17" w:rsidP="00F04D17">
      <w:pPr>
        <w:pStyle w:val="libNormal"/>
        <w:rPr>
          <w:rtl/>
        </w:rPr>
      </w:pPr>
      <w:r>
        <w:rPr>
          <w:rtl/>
        </w:rPr>
        <w:t>12 - (الحسين) بن مياح باليآء المنقطة تحتها نقطتين المشددة بعد الميم والحاء غير المعجمة بعد الالف المداينى روى عن أبيه قال ابن الغضايري انه غال ضعيف.</w:t>
      </w:r>
    </w:p>
    <w:p w:rsidR="00F04D17" w:rsidRDefault="00F04D17" w:rsidP="00F04D17">
      <w:pPr>
        <w:pStyle w:val="libNormal"/>
        <w:rPr>
          <w:rtl/>
        </w:rPr>
      </w:pPr>
      <w:r>
        <w:rPr>
          <w:rtl/>
        </w:rPr>
        <w:t>13 - (الحسين) بن مسكان قال: ابن الغضايري لا اعرفه الا ان جعفر بن محمد ابن مالك روى عنه احاديث فاسده وما عند أصحابنا من هذا الرجل علم.</w:t>
      </w:r>
    </w:p>
    <w:p w:rsidR="00F04D17" w:rsidRDefault="00F04D17" w:rsidP="00F04D17">
      <w:pPr>
        <w:pStyle w:val="libNormal"/>
        <w:rPr>
          <w:rtl/>
        </w:rPr>
      </w:pPr>
      <w:r>
        <w:rPr>
          <w:rtl/>
        </w:rPr>
        <w:t>14 - (الحسين) بن علي بن زكريا بن صالح بن زفر العدوي أبوسعيد البصري قال: ابن الغضايري انه ضعيف جدا كذاب.</w:t>
      </w:r>
    </w:p>
    <w:p w:rsidR="00F04D17" w:rsidRDefault="00F04D17" w:rsidP="00F04D17">
      <w:pPr>
        <w:pStyle w:val="Heading3Center"/>
        <w:rPr>
          <w:rtl/>
        </w:rPr>
      </w:pPr>
      <w:bookmarkStart w:id="364" w:name="184"/>
      <w:bookmarkStart w:id="365" w:name="_Toc418412104"/>
      <w:r>
        <w:rPr>
          <w:rtl/>
        </w:rPr>
        <w:t>الباب الثالث الحرث ثلاثة رجال</w:t>
      </w:r>
      <w:bookmarkEnd w:id="364"/>
      <w:bookmarkEnd w:id="365"/>
    </w:p>
    <w:p w:rsidR="00F04D17" w:rsidRDefault="00F04D17" w:rsidP="00F04D17">
      <w:pPr>
        <w:pStyle w:val="libNormal"/>
        <w:rPr>
          <w:rtl/>
        </w:rPr>
      </w:pPr>
      <w:r>
        <w:rPr>
          <w:rtl/>
        </w:rPr>
        <w:t>1 - (الحرث الشامي) روى الكشي عن سعد بن عبدالله قال: حدثني محمد بن خالد الطيالسي عن عبدالرحمن بن أبي نجران عن ابن سنان عن أبي عبدالله عليه السلام ان الحرث وحمزة البريري ملعونان.</w:t>
      </w:r>
    </w:p>
    <w:p w:rsidR="00F04D17" w:rsidRDefault="00F04D17" w:rsidP="00F04D17">
      <w:pPr>
        <w:pStyle w:val="libNormal"/>
        <w:rPr>
          <w:rtl/>
        </w:rPr>
      </w:pPr>
      <w:r>
        <w:rPr>
          <w:rtl/>
        </w:rPr>
        <w:t>2 - (الحرث) بن عبدالله التغلبي كوفي ضعيف.</w:t>
      </w:r>
    </w:p>
    <w:p w:rsidR="00F04D17" w:rsidRDefault="00F04D17" w:rsidP="00F04D17">
      <w:pPr>
        <w:pStyle w:val="libNormal"/>
        <w:rPr>
          <w:rtl/>
        </w:rPr>
      </w:pPr>
      <w:r>
        <w:rPr>
          <w:rtl/>
        </w:rPr>
        <w:t>3 - (الحرث) بن الحسن الطحان كوفي قريب الامر في الحديث له كتاب عامي الرواية.</w:t>
      </w:r>
    </w:p>
    <w:p w:rsidR="00F04D17" w:rsidRDefault="00F04D17" w:rsidP="00F04D17">
      <w:pPr>
        <w:pStyle w:val="libNormal"/>
        <w:rPr>
          <w:rtl/>
        </w:rPr>
      </w:pPr>
      <w:r>
        <w:rPr>
          <w:rtl/>
        </w:rPr>
        <w:br w:type="page"/>
      </w:r>
    </w:p>
    <w:p w:rsidR="00F04D17" w:rsidRDefault="00F04D17" w:rsidP="00F04D17">
      <w:pPr>
        <w:pStyle w:val="Heading3Center"/>
        <w:rPr>
          <w:rtl/>
        </w:rPr>
      </w:pPr>
      <w:bookmarkStart w:id="366" w:name="185"/>
      <w:bookmarkStart w:id="367" w:name="_Toc418412105"/>
      <w:r>
        <w:rPr>
          <w:rtl/>
        </w:rPr>
        <w:lastRenderedPageBreak/>
        <w:t>الباب الرابع حفص رجلان</w:t>
      </w:r>
      <w:bookmarkEnd w:id="366"/>
      <w:bookmarkEnd w:id="367"/>
    </w:p>
    <w:p w:rsidR="00F04D17" w:rsidRDefault="00F04D17" w:rsidP="00F04D17">
      <w:pPr>
        <w:pStyle w:val="libNormal"/>
        <w:rPr>
          <w:rtl/>
        </w:rPr>
      </w:pPr>
      <w:r>
        <w:rPr>
          <w:rtl/>
        </w:rPr>
        <w:t>1 - (حفص) بن غياث القاضي ولى القضاء لهرون وروى عن الصادق عليه السلام وكان عامي</w:t>
      </w:r>
      <w:r w:rsidR="00CD27DE">
        <w:rPr>
          <w:rtl/>
        </w:rPr>
        <w:t>اً</w:t>
      </w:r>
      <w:r>
        <w:rPr>
          <w:rtl/>
        </w:rPr>
        <w:t xml:space="preserve"> وله كتاب معتمد.</w:t>
      </w:r>
    </w:p>
    <w:p w:rsidR="00F04D17" w:rsidRDefault="00F04D17" w:rsidP="00F04D17">
      <w:pPr>
        <w:pStyle w:val="libNormal"/>
        <w:rPr>
          <w:rtl/>
        </w:rPr>
      </w:pPr>
      <w:r>
        <w:rPr>
          <w:rtl/>
        </w:rPr>
        <w:t>2 - (حفص) بن ميمون روى الكشي عن حمدويه بن نصير قال حدثني أيوب بن نوح عن حنان بن سدير عن أبي عبدالله عليه السلام قال اني لا نفس على اجساد اصيبت معه يعني أبا الخطاب ثم ذكر ابن اشيم قال كان يأتيني هو وصاحبه وحفص بن ميمون ويسئلونى فاخبرهم بالحق ويخرجون من عندي إلى أبي الخطاب فيخبرهم بخلاف قولي فيأخذون بقوله ويذرون قولي وفي هذا الطريق حنان وهو واقفي الا انه ثقة والوجه عندي التوقف عن روايته.</w:t>
      </w:r>
    </w:p>
    <w:p w:rsidR="00F04D17" w:rsidRDefault="00F04D17" w:rsidP="00F04D17">
      <w:pPr>
        <w:pStyle w:val="Heading3Center"/>
        <w:rPr>
          <w:rtl/>
        </w:rPr>
      </w:pPr>
      <w:bookmarkStart w:id="368" w:name="186"/>
      <w:bookmarkStart w:id="369" w:name="_Toc418412106"/>
      <w:r>
        <w:rPr>
          <w:rtl/>
        </w:rPr>
        <w:t>الباب الخامس الحكم رجلان</w:t>
      </w:r>
      <w:bookmarkEnd w:id="368"/>
      <w:bookmarkEnd w:id="369"/>
    </w:p>
    <w:p w:rsidR="00F04D17" w:rsidRDefault="00F04D17" w:rsidP="00F04D17">
      <w:pPr>
        <w:pStyle w:val="libNormal"/>
        <w:rPr>
          <w:rtl/>
        </w:rPr>
      </w:pPr>
      <w:r>
        <w:rPr>
          <w:rtl/>
        </w:rPr>
        <w:t>1 - (الحكم) بن عتيبة بضم العين المهملة مذموم وكان من فقهاء العامة وكان بتريا قال: الشيخ انه أبومحمد الكوفي الكندي مولى زيدى بتري.</w:t>
      </w:r>
    </w:p>
    <w:p w:rsidR="00F04D17" w:rsidRDefault="00F04D17" w:rsidP="00F04D17">
      <w:pPr>
        <w:pStyle w:val="libNormal"/>
        <w:rPr>
          <w:rtl/>
        </w:rPr>
      </w:pPr>
      <w:r>
        <w:rPr>
          <w:rtl/>
        </w:rPr>
        <w:t>2 - (الحكم) بن بشار غال لا شيئ</w:t>
      </w:r>
    </w:p>
    <w:p w:rsidR="00F04D17" w:rsidRDefault="00F04D17" w:rsidP="00F04D17">
      <w:pPr>
        <w:pStyle w:val="Heading3Center"/>
        <w:rPr>
          <w:rtl/>
        </w:rPr>
      </w:pPr>
      <w:bookmarkStart w:id="370" w:name="187"/>
      <w:bookmarkStart w:id="371" w:name="_Toc418412107"/>
      <w:r>
        <w:rPr>
          <w:rtl/>
        </w:rPr>
        <w:t>الباب السادس في الآحاد سبعة رجال</w:t>
      </w:r>
      <w:bookmarkEnd w:id="370"/>
      <w:bookmarkEnd w:id="371"/>
    </w:p>
    <w:p w:rsidR="00F04D17" w:rsidRDefault="00F04D17" w:rsidP="00F04D17">
      <w:pPr>
        <w:pStyle w:val="libNormal"/>
        <w:rPr>
          <w:rtl/>
        </w:rPr>
      </w:pPr>
      <w:r>
        <w:rPr>
          <w:rtl/>
        </w:rPr>
        <w:t>1 - (حبيب) بن جري بضم الجيم العبسي الكوفي قال: الشيخ فيه نظر وهو من أصحاب الباقر والصادق عليهما السلام وقال: في موضع آخر إنه مشكوك فيه.</w:t>
      </w:r>
    </w:p>
    <w:p w:rsidR="00F04D17" w:rsidRDefault="00F04D17" w:rsidP="00F04D17">
      <w:pPr>
        <w:pStyle w:val="libNormal"/>
        <w:rPr>
          <w:rtl/>
        </w:rPr>
      </w:pPr>
      <w:r>
        <w:rPr>
          <w:rtl/>
        </w:rPr>
        <w:t>2 - (حنان) بالنون قبل الالف وبعده ابن سدير الصيرفي من أصحاب الكاظم (ع) واقفي قاله الشيخ الطوسي (رحمه الله) وقال في موضع آخر انه ثقة وعندي في روايته توقف.</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3 - (الحضين) بضم الحاء وفتح الضاد المعجمة ابن المخارق ابن عبدالرحمن بن ورقاء ابن حبش أبوجنادة السلولي وحبش صاحب النبي صلى الله عليه وآله روى عنه ثلاثة احاديث احدها علي مني وانا منه وقيل في حضين بعض القول وضعف بعض التضعيف وقال الشيخ انه من أصحاب الكاظم عليه السلام وانه واقفي وقال: ابن الغضايري انه ضعيف ونقل هو عن ابن عقده انه كان يعنى حضينا يضع الحديث وهو من الزيديه لكن حديثه يجيئ في حديث اصحابنا يشير إلى ابن عقدة.</w:t>
      </w:r>
    </w:p>
    <w:p w:rsidR="00F04D17" w:rsidRDefault="00F04D17" w:rsidP="00F04D17">
      <w:pPr>
        <w:pStyle w:val="libNormal"/>
        <w:rPr>
          <w:rtl/>
        </w:rPr>
      </w:pPr>
      <w:r>
        <w:rPr>
          <w:rtl/>
        </w:rPr>
        <w:t>4 - (حمزة) بن عمارة البربري روى الكشي عن سعد بن أحمد بن محمد بن أبيه والحسين بن سعيد عن ابن أبي عمير عن محمد بن عيسى عن يونس ومحمد بن أبي عمير عن محمد بن عمر بن اذينه عن بريد العجلي عن أبي جعفر الباقر عليه السلام انه قال: انه ملعون وروى الكشي عن سعد بن عبدالله قال: حدثني محمد بن خالد الطيالسي عن عبدالرحمن بن أبي نجران عن ابن سنان ان الصادق عليه السلام لعنه له وللحرث الشامي.</w:t>
      </w:r>
    </w:p>
    <w:p w:rsidR="00F04D17" w:rsidRDefault="00F04D17" w:rsidP="00F04D17">
      <w:pPr>
        <w:pStyle w:val="libNormal"/>
        <w:rPr>
          <w:rtl/>
        </w:rPr>
      </w:pPr>
      <w:r>
        <w:rPr>
          <w:rtl/>
        </w:rPr>
        <w:t>5 - (حيان) بالياء المنقطة تحتها نقطتين السراج قال الكشي رحمه الله انه كان كيساني</w:t>
      </w:r>
      <w:r w:rsidR="00CD27DE">
        <w:rPr>
          <w:rtl/>
        </w:rPr>
        <w:t>اً</w:t>
      </w:r>
      <w:r>
        <w:rPr>
          <w:rtl/>
        </w:rPr>
        <w:t>.</w:t>
      </w:r>
    </w:p>
    <w:p w:rsidR="00F04D17" w:rsidRDefault="00F04D17" w:rsidP="00F04D17">
      <w:pPr>
        <w:pStyle w:val="libNormal"/>
        <w:rPr>
          <w:rtl/>
        </w:rPr>
      </w:pPr>
      <w:r>
        <w:rPr>
          <w:rtl/>
        </w:rPr>
        <w:t>6 - (حذيفة) بن شعيب السبعي الهمداني كوفي يعرف حديثه وينكر وأكثر تخليطه فيما يرويه عن جابر وامره مظلم.</w:t>
      </w:r>
    </w:p>
    <w:p w:rsidR="00FF6DC3" w:rsidRDefault="00F04D17" w:rsidP="00F04D17">
      <w:pPr>
        <w:pStyle w:val="libNormal"/>
        <w:rPr>
          <w:rtl/>
        </w:rPr>
      </w:pPr>
      <w:r>
        <w:rPr>
          <w:rtl/>
        </w:rPr>
        <w:t>7 - (حماد) بن يزيد من أصحاب الصادق عليه السلام عامي.</w:t>
      </w:r>
    </w:p>
    <w:p w:rsidR="00FF6DC3" w:rsidRDefault="00FF6DC3" w:rsidP="00FF6DC3">
      <w:pPr>
        <w:pStyle w:val="libNormal"/>
        <w:rPr>
          <w:rtl/>
        </w:rPr>
      </w:pPr>
      <w:r>
        <w:rPr>
          <w:rtl/>
        </w:rPr>
        <w:br w:type="page"/>
      </w:r>
    </w:p>
    <w:p w:rsidR="00F04D17" w:rsidRDefault="00F04D17" w:rsidP="000F2669">
      <w:pPr>
        <w:pStyle w:val="Heading2Center"/>
        <w:rPr>
          <w:rtl/>
        </w:rPr>
      </w:pPr>
      <w:bookmarkStart w:id="372" w:name="188"/>
      <w:bookmarkStart w:id="373" w:name="_Toc418412108"/>
      <w:r>
        <w:rPr>
          <w:rtl/>
        </w:rPr>
        <w:lastRenderedPageBreak/>
        <w:t>الفصل السابع في الخاء</w:t>
      </w:r>
      <w:bookmarkEnd w:id="372"/>
      <w:bookmarkEnd w:id="373"/>
    </w:p>
    <w:p w:rsidR="00F04D17" w:rsidRDefault="00F04D17" w:rsidP="00F04D17">
      <w:pPr>
        <w:pStyle w:val="libNormal"/>
        <w:rPr>
          <w:rtl/>
        </w:rPr>
      </w:pPr>
      <w:r>
        <w:rPr>
          <w:rtl/>
        </w:rPr>
        <w:t>وفيه ثلاثة أبواب:</w:t>
      </w:r>
    </w:p>
    <w:p w:rsidR="00F04D17" w:rsidRPr="00F04D17" w:rsidRDefault="00F04D17" w:rsidP="00F04D17">
      <w:pPr>
        <w:pStyle w:val="Heading3Center"/>
        <w:rPr>
          <w:rtl/>
        </w:rPr>
      </w:pPr>
      <w:bookmarkStart w:id="374" w:name="189"/>
      <w:bookmarkStart w:id="375" w:name="_Toc418412109"/>
      <w:r>
        <w:rPr>
          <w:rtl/>
        </w:rPr>
        <w:t>الباب الاول خلف رجلان</w:t>
      </w:r>
      <w:bookmarkEnd w:id="374"/>
      <w:bookmarkEnd w:id="375"/>
    </w:p>
    <w:p w:rsidR="00F04D17" w:rsidRDefault="00F04D17" w:rsidP="00F04D17">
      <w:pPr>
        <w:pStyle w:val="libNormal"/>
        <w:rPr>
          <w:rtl/>
        </w:rPr>
      </w:pPr>
      <w:r>
        <w:rPr>
          <w:rtl/>
        </w:rPr>
        <w:t>1 - (خلف) بن خلف من أصحاب موسى بن جعفر عليه السلام مجهول.</w:t>
      </w:r>
    </w:p>
    <w:p w:rsidR="00F04D17" w:rsidRDefault="00F04D17" w:rsidP="00F04D17">
      <w:pPr>
        <w:pStyle w:val="libNormal"/>
        <w:rPr>
          <w:rtl/>
        </w:rPr>
      </w:pPr>
      <w:r>
        <w:rPr>
          <w:rtl/>
        </w:rPr>
        <w:t>2 - (خلف) بن محمد بن أبي الحسن الماوردي البصري كان غالي</w:t>
      </w:r>
      <w:r w:rsidR="00CD27DE">
        <w:rPr>
          <w:rtl/>
        </w:rPr>
        <w:t>اً</w:t>
      </w:r>
      <w:r>
        <w:rPr>
          <w:rtl/>
        </w:rPr>
        <w:t xml:space="preserve"> في مذهبه ضعيفا لا يلتفت اليه قاله ابن الغضائري.</w:t>
      </w:r>
    </w:p>
    <w:p w:rsidR="00F04D17" w:rsidRDefault="00F04D17" w:rsidP="00F04D17">
      <w:pPr>
        <w:pStyle w:val="Heading3Center"/>
        <w:rPr>
          <w:rtl/>
        </w:rPr>
      </w:pPr>
      <w:bookmarkStart w:id="376" w:name="190"/>
      <w:bookmarkStart w:id="377" w:name="_Toc418412110"/>
      <w:r>
        <w:rPr>
          <w:rtl/>
        </w:rPr>
        <w:t>الباب الثاني خالد ثلاثة رجال</w:t>
      </w:r>
      <w:bookmarkEnd w:id="376"/>
      <w:bookmarkEnd w:id="377"/>
    </w:p>
    <w:p w:rsidR="00F04D17" w:rsidRDefault="00F04D17" w:rsidP="00F04D17">
      <w:pPr>
        <w:pStyle w:val="libNormal"/>
        <w:rPr>
          <w:rtl/>
        </w:rPr>
      </w:pPr>
      <w:r>
        <w:rPr>
          <w:rtl/>
        </w:rPr>
        <w:t>1 - (خالد) بن طهمان بالطاء المهملة أبوالعلى الخفاف كان من العامة.</w:t>
      </w:r>
    </w:p>
    <w:p w:rsidR="00F04D17" w:rsidRDefault="00F04D17" w:rsidP="00F04D17">
      <w:pPr>
        <w:pStyle w:val="libNormal"/>
        <w:rPr>
          <w:rtl/>
        </w:rPr>
      </w:pPr>
      <w:r>
        <w:rPr>
          <w:rtl/>
        </w:rPr>
        <w:t>2 - (خالد) بن عبدالله بن سدير قال: الشيخ الطوسي (ره) له كتاب ذكر أبوجعفر محمد بن علي بن بابويه عن محمد بن الحسن بن الوليد انه قال لا ارويه لانه موضوع وضعه محمد بن موسى الهمداني وهذا لا يدل على جرح الرجل الا ان كتابه المنسوب اليه لايعتمد عليه.</w:t>
      </w:r>
    </w:p>
    <w:p w:rsidR="00F04D17" w:rsidRDefault="00F04D17" w:rsidP="00F04D17">
      <w:pPr>
        <w:pStyle w:val="libNormal"/>
        <w:rPr>
          <w:rtl/>
        </w:rPr>
      </w:pPr>
      <w:r>
        <w:rPr>
          <w:rtl/>
        </w:rPr>
        <w:t>3 - (خالد) الخواتيمي قال: الكشي انه من أهل الارتفاع.</w:t>
      </w:r>
    </w:p>
    <w:p w:rsidR="00F04D17" w:rsidRDefault="00F04D17" w:rsidP="00F04D17">
      <w:pPr>
        <w:pStyle w:val="Heading3Center"/>
        <w:rPr>
          <w:rtl/>
        </w:rPr>
      </w:pPr>
      <w:bookmarkStart w:id="378" w:name="191"/>
      <w:bookmarkStart w:id="379" w:name="_Toc418412111"/>
      <w:r>
        <w:rPr>
          <w:rtl/>
        </w:rPr>
        <w:t>الباب الثالث في الآحاد رجل واحد</w:t>
      </w:r>
      <w:bookmarkEnd w:id="378"/>
      <w:bookmarkEnd w:id="379"/>
    </w:p>
    <w:p w:rsidR="00F04D17" w:rsidRDefault="00F04D17" w:rsidP="00F04D17">
      <w:pPr>
        <w:pStyle w:val="libNormal"/>
        <w:rPr>
          <w:rtl/>
        </w:rPr>
      </w:pPr>
      <w:r>
        <w:rPr>
          <w:rtl/>
        </w:rPr>
        <w:t>1 - (خيري بالياء المنقطة تحتها نقطتين بعد الخآء ابن علي الطحان كوفى ضعيف في مذهبه ضعيف في الحديث كان غاليا وكان يصحب يونس بن ضبيان ويكثر الرواية</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عنه وله كتاب عن أبي عبدالله عليه السلام لا يلتفت إلى حديثه وكان أيض</w:t>
      </w:r>
      <w:r w:rsidR="00CD27DE">
        <w:rPr>
          <w:rtl/>
        </w:rPr>
        <w:t>اً</w:t>
      </w:r>
      <w:r>
        <w:rPr>
          <w:rtl/>
        </w:rPr>
        <w:t xml:space="preserve"> يروي عن الحسن بن ثوبر عن الاصبغ.</w:t>
      </w:r>
    </w:p>
    <w:p w:rsidR="00F04D17" w:rsidRPr="00F04D17" w:rsidRDefault="00F04D17" w:rsidP="000F2669">
      <w:pPr>
        <w:pStyle w:val="Heading2Center"/>
        <w:rPr>
          <w:rtl/>
        </w:rPr>
      </w:pPr>
      <w:bookmarkStart w:id="380" w:name="192"/>
      <w:bookmarkStart w:id="381" w:name="_Toc418412112"/>
      <w:r>
        <w:rPr>
          <w:rtl/>
        </w:rPr>
        <w:t>الفصل الثامن في الدال</w:t>
      </w:r>
      <w:bookmarkEnd w:id="380"/>
      <w:bookmarkEnd w:id="381"/>
    </w:p>
    <w:p w:rsidR="00F04D17" w:rsidRDefault="00F04D17" w:rsidP="00F04D17">
      <w:pPr>
        <w:pStyle w:val="libNormal"/>
        <w:rPr>
          <w:rtl/>
        </w:rPr>
      </w:pPr>
      <w:r>
        <w:rPr>
          <w:rtl/>
        </w:rPr>
        <w:t>وفيه بابان:</w:t>
      </w:r>
    </w:p>
    <w:p w:rsidR="00F04D17" w:rsidRPr="00F04D17" w:rsidRDefault="00F04D17" w:rsidP="00F04D17">
      <w:pPr>
        <w:pStyle w:val="Heading3Center"/>
        <w:rPr>
          <w:rtl/>
        </w:rPr>
      </w:pPr>
      <w:bookmarkStart w:id="382" w:name="193"/>
      <w:bookmarkStart w:id="383" w:name="_Toc418412113"/>
      <w:r>
        <w:rPr>
          <w:rtl/>
        </w:rPr>
        <w:t>الباب الاول داود رجلان</w:t>
      </w:r>
      <w:bookmarkEnd w:id="382"/>
      <w:bookmarkEnd w:id="383"/>
    </w:p>
    <w:p w:rsidR="00F04D17" w:rsidRDefault="00F04D17" w:rsidP="00F04D17">
      <w:pPr>
        <w:pStyle w:val="libNormal"/>
        <w:rPr>
          <w:rtl/>
        </w:rPr>
      </w:pPr>
      <w:r>
        <w:rPr>
          <w:rtl/>
        </w:rPr>
        <w:t>1 - (داود) بن الحسين الاسدي مولاهم كوفي روى عن أبي عبدالله عليه السلام وأبي الحسن عليه السلام قال: الشيخ الطوسي (ره) انه واقفي وكذا قال ابن عقدة وقال النجاشي انه ثقة والاقوى عندي التوقف في روايته.</w:t>
      </w:r>
    </w:p>
    <w:p w:rsidR="00F04D17" w:rsidRDefault="00F04D17" w:rsidP="00F04D17">
      <w:pPr>
        <w:pStyle w:val="libNormal"/>
        <w:rPr>
          <w:rtl/>
        </w:rPr>
      </w:pPr>
      <w:r>
        <w:rPr>
          <w:rtl/>
        </w:rPr>
        <w:t>2 - (داوود) بن عطاء أبوسليمان المدني قال: ابن عقدة سمعت عبدالرحمن بن يوسف بن خداش يقول داوود بن عطاء المدني ليس بشئ.</w:t>
      </w:r>
    </w:p>
    <w:p w:rsidR="00F04D17" w:rsidRPr="00F04D17" w:rsidRDefault="00F04D17" w:rsidP="00F04D17">
      <w:pPr>
        <w:pStyle w:val="Heading3Center"/>
        <w:rPr>
          <w:rtl/>
        </w:rPr>
      </w:pPr>
      <w:bookmarkStart w:id="384" w:name="194"/>
      <w:bookmarkStart w:id="385" w:name="_Toc418412114"/>
      <w:r>
        <w:rPr>
          <w:rtl/>
        </w:rPr>
        <w:t>الباب الثاني في الآحاد رجلان</w:t>
      </w:r>
      <w:bookmarkEnd w:id="384"/>
      <w:bookmarkEnd w:id="385"/>
    </w:p>
    <w:p w:rsidR="00F04D17" w:rsidRDefault="00F04D17" w:rsidP="00F04D17">
      <w:pPr>
        <w:pStyle w:val="libNormal"/>
        <w:rPr>
          <w:rtl/>
        </w:rPr>
      </w:pPr>
      <w:r>
        <w:rPr>
          <w:rtl/>
        </w:rPr>
        <w:t>1 - (درست) بضم الدال وبعده راء وسين مهملة والتآء المنقطة فوقها نقطتين اخيرا ابن منصور قال: الكشي: ابن أبي منصور واسطي كان واقفي</w:t>
      </w:r>
      <w:r w:rsidR="00CD27DE">
        <w:rPr>
          <w:rtl/>
        </w:rPr>
        <w:t>اً</w:t>
      </w:r>
      <w:r>
        <w:rPr>
          <w:rtl/>
        </w:rPr>
        <w:t>.</w:t>
      </w:r>
    </w:p>
    <w:p w:rsidR="00FF6DC3" w:rsidRDefault="00F04D17" w:rsidP="00F04D17">
      <w:pPr>
        <w:pStyle w:val="libNormal"/>
        <w:rPr>
          <w:rtl/>
        </w:rPr>
      </w:pPr>
      <w:r>
        <w:rPr>
          <w:rtl/>
        </w:rPr>
        <w:t>2 - (دارم) بالراء بعد الالف ابن قبيصه بفتح القاف وكسر الباء المنقطة تحتها نقطة وبعدها ياء ساكنة وصاد مهملة ابن نهشل أبوالحسن السايح يروى عن الرضا عليه السلام قال: ابن الغضايري لا يؤنس بحديثه ولا يوثق به.</w:t>
      </w:r>
    </w:p>
    <w:p w:rsidR="00FF6DC3" w:rsidRDefault="00FF6DC3" w:rsidP="00FF6DC3">
      <w:pPr>
        <w:pStyle w:val="libNormal"/>
        <w:rPr>
          <w:rtl/>
        </w:rPr>
      </w:pPr>
      <w:r>
        <w:rPr>
          <w:rtl/>
        </w:rPr>
        <w:br w:type="page"/>
      </w:r>
    </w:p>
    <w:p w:rsidR="00F04D17" w:rsidRPr="00F04D17" w:rsidRDefault="00F04D17" w:rsidP="000F2669">
      <w:pPr>
        <w:pStyle w:val="Heading2Center"/>
        <w:rPr>
          <w:rtl/>
        </w:rPr>
      </w:pPr>
      <w:bookmarkStart w:id="386" w:name="195"/>
      <w:bookmarkStart w:id="387" w:name="_Toc418412115"/>
      <w:r>
        <w:rPr>
          <w:rtl/>
        </w:rPr>
        <w:lastRenderedPageBreak/>
        <w:t>الفصل التاسع في الراء</w:t>
      </w:r>
      <w:bookmarkEnd w:id="386"/>
      <w:bookmarkEnd w:id="387"/>
    </w:p>
    <w:p w:rsidR="00F04D17" w:rsidRDefault="00F04D17" w:rsidP="00F04D17">
      <w:pPr>
        <w:pStyle w:val="libNormal"/>
        <w:rPr>
          <w:rtl/>
        </w:rPr>
      </w:pPr>
      <w:r>
        <w:rPr>
          <w:rtl/>
        </w:rPr>
        <w:t>وفيه بابان:</w:t>
      </w:r>
    </w:p>
    <w:p w:rsidR="00F04D17" w:rsidRPr="00F04D17" w:rsidRDefault="00F04D17" w:rsidP="00F04D17">
      <w:pPr>
        <w:pStyle w:val="Heading3Center"/>
        <w:rPr>
          <w:rtl/>
        </w:rPr>
      </w:pPr>
      <w:bookmarkStart w:id="388" w:name="196"/>
      <w:bookmarkStart w:id="389" w:name="_Toc418412116"/>
      <w:r>
        <w:rPr>
          <w:rtl/>
        </w:rPr>
        <w:t>الباب الاول رزين رجلان</w:t>
      </w:r>
      <w:bookmarkEnd w:id="388"/>
      <w:bookmarkEnd w:id="389"/>
    </w:p>
    <w:p w:rsidR="00F04D17" w:rsidRDefault="00F04D17" w:rsidP="00F04D17">
      <w:pPr>
        <w:pStyle w:val="libNormal"/>
        <w:rPr>
          <w:rtl/>
        </w:rPr>
      </w:pPr>
      <w:r>
        <w:rPr>
          <w:rtl/>
        </w:rPr>
        <w:t>1 - (رزين) الابرازي من أصحاب أبي جعفر الباقر عليه السلام مجهول.</w:t>
      </w:r>
    </w:p>
    <w:p w:rsidR="00F04D17" w:rsidRDefault="00F04D17" w:rsidP="00F04D17">
      <w:pPr>
        <w:pStyle w:val="libNormal"/>
        <w:rPr>
          <w:rtl/>
        </w:rPr>
      </w:pPr>
      <w:r>
        <w:rPr>
          <w:rtl/>
        </w:rPr>
        <w:t>2 - (رزين) الانماطي من أصحاب الباقر (ع) مجهول.</w:t>
      </w:r>
    </w:p>
    <w:p w:rsidR="00F04D17" w:rsidRPr="00F04D17" w:rsidRDefault="00F04D17" w:rsidP="00F04D17">
      <w:pPr>
        <w:pStyle w:val="Heading3Center"/>
        <w:rPr>
          <w:rtl/>
        </w:rPr>
      </w:pPr>
      <w:bookmarkStart w:id="390" w:name="197"/>
      <w:bookmarkStart w:id="391" w:name="_Toc418412117"/>
      <w:r>
        <w:rPr>
          <w:rtl/>
        </w:rPr>
        <w:t>الباب الثاني في الآحاد رجلان</w:t>
      </w:r>
      <w:bookmarkEnd w:id="390"/>
      <w:bookmarkEnd w:id="391"/>
    </w:p>
    <w:p w:rsidR="00F04D17" w:rsidRDefault="00F04D17" w:rsidP="00F04D17">
      <w:pPr>
        <w:pStyle w:val="libNormal"/>
        <w:rPr>
          <w:rtl/>
        </w:rPr>
      </w:pPr>
      <w:r>
        <w:rPr>
          <w:rtl/>
        </w:rPr>
        <w:t>1 - (ربيعة الراي) من أصحاب الباقر عليه السلام عامي.</w:t>
      </w:r>
    </w:p>
    <w:p w:rsidR="00F04D17" w:rsidRDefault="00F04D17" w:rsidP="00F04D17">
      <w:pPr>
        <w:pStyle w:val="libNormal"/>
        <w:rPr>
          <w:rtl/>
        </w:rPr>
      </w:pPr>
      <w:r>
        <w:rPr>
          <w:rtl/>
        </w:rPr>
        <w:t>2 - (ربيع) بن زكريا الوراق طعن عليه بالغلوله كتاب فيه تخليط ذكر ذلك أبو العباس بن نوح وضعفه ابن الغضايري أيض</w:t>
      </w:r>
      <w:r w:rsidR="00CD27DE">
        <w:rPr>
          <w:rtl/>
        </w:rPr>
        <w:t>اً</w:t>
      </w:r>
      <w:r>
        <w:rPr>
          <w:rtl/>
        </w:rPr>
        <w:t>.</w:t>
      </w:r>
    </w:p>
    <w:p w:rsidR="00F04D17" w:rsidRPr="00F04D17" w:rsidRDefault="00F04D17" w:rsidP="000F2669">
      <w:pPr>
        <w:pStyle w:val="Heading2Center"/>
        <w:rPr>
          <w:rtl/>
        </w:rPr>
      </w:pPr>
      <w:bookmarkStart w:id="392" w:name="198"/>
      <w:bookmarkStart w:id="393" w:name="_Toc418412118"/>
      <w:r>
        <w:rPr>
          <w:rtl/>
        </w:rPr>
        <w:t>الفصل العاشر في الزاي</w:t>
      </w:r>
      <w:bookmarkEnd w:id="392"/>
      <w:bookmarkEnd w:id="393"/>
    </w:p>
    <w:p w:rsidR="00F04D17" w:rsidRDefault="00F04D17" w:rsidP="00F04D17">
      <w:pPr>
        <w:pStyle w:val="libNormal"/>
        <w:rPr>
          <w:rtl/>
        </w:rPr>
      </w:pPr>
      <w:r>
        <w:rPr>
          <w:rtl/>
        </w:rPr>
        <w:t>وفيه أربعة أبواب:</w:t>
      </w:r>
    </w:p>
    <w:p w:rsidR="00F04D17" w:rsidRPr="00F04D17" w:rsidRDefault="00F04D17" w:rsidP="00F04D17">
      <w:pPr>
        <w:pStyle w:val="Heading3Center"/>
        <w:rPr>
          <w:rtl/>
        </w:rPr>
      </w:pPr>
      <w:bookmarkStart w:id="394" w:name="199"/>
      <w:bookmarkStart w:id="395" w:name="_Toc418412119"/>
      <w:r>
        <w:rPr>
          <w:rtl/>
        </w:rPr>
        <w:t>الباب الاول زيد خمسة رجال</w:t>
      </w:r>
      <w:bookmarkEnd w:id="394"/>
      <w:bookmarkEnd w:id="395"/>
    </w:p>
    <w:p w:rsidR="00F04D17" w:rsidRDefault="00F04D17" w:rsidP="00F04D17">
      <w:pPr>
        <w:pStyle w:val="libNormal"/>
        <w:rPr>
          <w:rtl/>
        </w:rPr>
      </w:pPr>
      <w:r>
        <w:rPr>
          <w:rtl/>
        </w:rPr>
        <w:t>1 - (زيد) الاجرى من أصحاب الباقر عليه السلام مجهول.</w:t>
      </w:r>
    </w:p>
    <w:p w:rsidR="00F04D17" w:rsidRDefault="00F04D17" w:rsidP="00F04D17">
      <w:pPr>
        <w:pStyle w:val="libNormal"/>
        <w:rPr>
          <w:rtl/>
        </w:rPr>
      </w:pPr>
      <w:r>
        <w:rPr>
          <w:rtl/>
        </w:rPr>
        <w:t>2 - (زيد) بن اسلم مولى عمر بن الخطاب من أصحاب الصادق عليه السلام المدني العدوي قال: الشيخ الطوسي (رحمه الله) فيه نظر.</w:t>
      </w:r>
    </w:p>
    <w:p w:rsidR="00F04D17" w:rsidRDefault="00F04D17" w:rsidP="00F04D17">
      <w:pPr>
        <w:pStyle w:val="libNormal"/>
        <w:rPr>
          <w:rtl/>
        </w:rPr>
      </w:pPr>
      <w:r>
        <w:rPr>
          <w:rtl/>
        </w:rPr>
        <w:t>3 - (زيد) بن موسى من رجال الكاظم (ع) واقفي.</w:t>
      </w:r>
    </w:p>
    <w:p w:rsidR="00F04D17" w:rsidRDefault="00F04D17" w:rsidP="00F04D17">
      <w:pPr>
        <w:pStyle w:val="libNormal"/>
        <w:rPr>
          <w:rtl/>
        </w:rPr>
      </w:pPr>
      <w:r>
        <w:rPr>
          <w:rtl/>
        </w:rPr>
        <w:t>4 - (زيد) النرسي بالنون وزيد الزراد قال: الشيخ الطوسي رحمه الله لهما اصلان ليروهما محمد بن علي بن الحسين بن بابويه وقال: في فهرسته لم يروهما محمد بن الحسن بن</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الوليد وكان يقول هما موضوعان وكذلك كتاب خالد بن عبدالله بن سدير وكان يقول وضع هذه الاصول محمد بن موسى الهمداني قال: الشيخ الطوسى وكتاب زيد النرسي رواه ابن أبي عمير عنه وقال: ابن الغضايري في زيد الزراد كوفي وزيد النرسي رويا عن أبي عبدالله عليه السلام قال: أبوجعفر بن بابويه ان كتابهما موضوع وضعه محمد بن موسى السمان قال: وغلط أبوجعفر في هذا القول فاني رأيت كتبهما مسموعة عن محمد بن أبي عمير والذي قاله الشيخ عن ابن بابويه وابن الغضايري لا يدل على طعن في الرجلين فان كان توقف ففي رواية الكتابين ولما لم اجد لاصحابنا تعديلا لهما ولا طعنا فيهما توقفت عن قبول روايتهما.</w:t>
      </w:r>
    </w:p>
    <w:p w:rsidR="00F04D17" w:rsidRDefault="00F04D17" w:rsidP="00F04D17">
      <w:pPr>
        <w:pStyle w:val="Heading3Center"/>
        <w:rPr>
          <w:rtl/>
        </w:rPr>
      </w:pPr>
      <w:bookmarkStart w:id="396" w:name="200"/>
      <w:bookmarkStart w:id="397" w:name="_Toc418412120"/>
      <w:r>
        <w:rPr>
          <w:rtl/>
        </w:rPr>
        <w:t>الباب الثانى زياد ثلاثة رجال</w:t>
      </w:r>
      <w:bookmarkEnd w:id="396"/>
      <w:bookmarkEnd w:id="397"/>
    </w:p>
    <w:p w:rsidR="00F04D17" w:rsidRDefault="00F04D17" w:rsidP="00F04D17">
      <w:pPr>
        <w:pStyle w:val="libNormal"/>
        <w:rPr>
          <w:rtl/>
        </w:rPr>
      </w:pPr>
      <w:r>
        <w:rPr>
          <w:rtl/>
        </w:rPr>
        <w:t>1 - (زياد) بن المنذر أبوالجارود الهمدانى بالدال المهملة الخارقي بالخاء المعجمة بعدها الف وراء مهملة وقاف وقيل الحرقي بالحاء المضمومة المهملة والرآء والقاف الكوفي الاعمى التابعي زيدي المذهب واليه تنسب الجارودية من الزيدية كان من أصحاب أبي جعفر عليه السلام روى عن الصادق عليه السلام وتغير لما خرج زيد (رض) وروى عن زيد.</w:t>
      </w:r>
    </w:p>
    <w:p w:rsidR="00F04D17" w:rsidRDefault="00F04D17" w:rsidP="00F04D17">
      <w:pPr>
        <w:pStyle w:val="libNormal"/>
        <w:rPr>
          <w:rtl/>
        </w:rPr>
      </w:pPr>
      <w:r>
        <w:rPr>
          <w:rtl/>
        </w:rPr>
        <w:t>وقال: ابن الغضايري حديثه في حديث أصحابنا أكثر منه في الزبدية وأصحابنا يكرهون ما رواه محمد بن منان عنه ويعتمدون ما رواه محمد بن بكر الارجني وقال: الكشي زياد ابن المنذر ابوالجارود الاعمى السرحوب بالسين المهملة المضمومة والرآء والحاء المهملة والباء المنقطة تحتها نقطة واحده بعد الواو مذموم ولا شبهة في ذمه وسمى سرحوب</w:t>
      </w:r>
      <w:r w:rsidR="00CD27DE">
        <w:rPr>
          <w:rtl/>
        </w:rPr>
        <w:t>اً</w:t>
      </w:r>
      <w:r>
        <w:rPr>
          <w:rtl/>
        </w:rPr>
        <w:t xml:space="preserve"> باسم شيطان اعمى يسكن البحر.</w:t>
      </w:r>
    </w:p>
    <w:p w:rsidR="00F04D17" w:rsidRDefault="00F04D17" w:rsidP="00F04D17">
      <w:pPr>
        <w:pStyle w:val="libNormal"/>
        <w:rPr>
          <w:rtl/>
        </w:rPr>
      </w:pPr>
      <w:r>
        <w:rPr>
          <w:rtl/>
        </w:rPr>
        <w:t>2 - (زياد) الاسود النجار من اصحاب الباقر عليه السلام مجهول.</w:t>
      </w:r>
    </w:p>
    <w:p w:rsidR="00F04D17" w:rsidRDefault="00F04D17" w:rsidP="00F04D17">
      <w:pPr>
        <w:pStyle w:val="libNormal"/>
        <w:rPr>
          <w:rtl/>
        </w:rPr>
      </w:pPr>
      <w:r>
        <w:rPr>
          <w:rtl/>
        </w:rPr>
        <w:t>3 - (زياد) بن مروان القندي بالقاف والنون والدال المهملة يكنى أبا الفضل وقيل أبا عبدالله الانباري مولى بني هاشم روى عن أبي عبدالله عليه السلام وأبى الحسن عليه السلام ووقف في الرضا عليه السلام قال: الكشي عن حمدويه قال: حدثنا الحسن ابن موسى قال: زياد هو احد اركان الوقف وبالجملة فهو عندي مردود الرواية.</w:t>
      </w:r>
    </w:p>
    <w:p w:rsidR="00F04D17" w:rsidRDefault="00F04D17" w:rsidP="00F04D17">
      <w:pPr>
        <w:pStyle w:val="libNormal"/>
        <w:rPr>
          <w:rtl/>
        </w:rPr>
      </w:pPr>
      <w:r>
        <w:rPr>
          <w:rtl/>
        </w:rPr>
        <w:br w:type="page"/>
      </w:r>
    </w:p>
    <w:p w:rsidR="00F04D17" w:rsidRDefault="00F04D17" w:rsidP="00F04D17">
      <w:pPr>
        <w:pStyle w:val="Heading3Center"/>
        <w:rPr>
          <w:rtl/>
        </w:rPr>
      </w:pPr>
      <w:bookmarkStart w:id="398" w:name="201"/>
      <w:bookmarkStart w:id="399" w:name="_Toc418412121"/>
      <w:r>
        <w:rPr>
          <w:rtl/>
        </w:rPr>
        <w:lastRenderedPageBreak/>
        <w:t>الباب الثالث زكريا رجلان</w:t>
      </w:r>
      <w:bookmarkEnd w:id="398"/>
      <w:bookmarkEnd w:id="399"/>
    </w:p>
    <w:p w:rsidR="00F04D17" w:rsidRDefault="00F04D17" w:rsidP="00F04D17">
      <w:pPr>
        <w:pStyle w:val="libNormal"/>
        <w:rPr>
          <w:rtl/>
        </w:rPr>
      </w:pPr>
      <w:r>
        <w:rPr>
          <w:rtl/>
        </w:rPr>
        <w:t>1 - (زكريا) بن محمد ابوعبدالله المؤمن روى عن ابى عبدالله وابي الحسن موسى عليهما السلام ولقى الرضي صلوات الله عليه في المسجد الحرام وحكى عنه ما يدل على انه كان واقف</w:t>
      </w:r>
      <w:r w:rsidR="00CD27DE">
        <w:rPr>
          <w:rtl/>
        </w:rPr>
        <w:t>اً</w:t>
      </w:r>
      <w:r>
        <w:rPr>
          <w:rtl/>
        </w:rPr>
        <w:t xml:space="preserve"> وكان مختلط الامر في حديثه.</w:t>
      </w:r>
    </w:p>
    <w:p w:rsidR="00F04D17" w:rsidRDefault="00F04D17" w:rsidP="00F04D17">
      <w:pPr>
        <w:pStyle w:val="libNormal"/>
        <w:rPr>
          <w:rtl/>
        </w:rPr>
      </w:pPr>
      <w:r>
        <w:rPr>
          <w:rtl/>
        </w:rPr>
        <w:t>2 - (زكريا) أبويحيى كوكب الدم كوفى وقد ذكرناه في القسم الاول من كتابنا وضعفه ابن الغضايري روى عن ابي عبدالله عليه السلام وروى الكشي ما يقتضى مدح ابي يحيى كوكب الدم الموصلى فان يكن هذا تعين الوقف فيه لمعارضة قول ابن الغضايري لمدحه وان يكن غيره كان قوله مقبولا.</w:t>
      </w:r>
    </w:p>
    <w:p w:rsidR="00F04D17" w:rsidRDefault="00F04D17" w:rsidP="00F04D17">
      <w:pPr>
        <w:pStyle w:val="Heading3Center"/>
        <w:rPr>
          <w:rtl/>
        </w:rPr>
      </w:pPr>
      <w:bookmarkStart w:id="400" w:name="202"/>
      <w:bookmarkStart w:id="401" w:name="_Toc418412122"/>
      <w:r>
        <w:rPr>
          <w:rtl/>
        </w:rPr>
        <w:t>الباب الرابع في الآحاد ثلاثة رجال</w:t>
      </w:r>
      <w:bookmarkEnd w:id="400"/>
      <w:bookmarkEnd w:id="401"/>
    </w:p>
    <w:p w:rsidR="00F04D17" w:rsidRDefault="00F04D17" w:rsidP="00F04D17">
      <w:pPr>
        <w:pStyle w:val="libNormal"/>
        <w:rPr>
          <w:rtl/>
        </w:rPr>
      </w:pPr>
      <w:r>
        <w:rPr>
          <w:rtl/>
        </w:rPr>
        <w:t>1 - (زفر) بالفاء بعدها راء من اصحاب الصادق عليه السلام كوفي عامي.</w:t>
      </w:r>
    </w:p>
    <w:p w:rsidR="00F04D17" w:rsidRDefault="00F04D17" w:rsidP="00F04D17">
      <w:pPr>
        <w:pStyle w:val="libNormal"/>
        <w:rPr>
          <w:rtl/>
        </w:rPr>
      </w:pPr>
      <w:r>
        <w:rPr>
          <w:rtl/>
        </w:rPr>
        <w:t>2 - (زافر) بالفاء بعد الالف وبعدها راء ابن عبدالله الايادي من رجال الصادق عامي.</w:t>
      </w:r>
    </w:p>
    <w:p w:rsidR="00F04D17" w:rsidRDefault="00F04D17" w:rsidP="00F04D17">
      <w:pPr>
        <w:pStyle w:val="libNormal"/>
        <w:rPr>
          <w:rtl/>
        </w:rPr>
      </w:pPr>
      <w:r>
        <w:rPr>
          <w:rtl/>
        </w:rPr>
        <w:t>3 - (زرعه) بالعين المهملة بعد الرآء المهملة ابن محمد ابومحمد الحضرمي ثقة وكان واقفيا روى عن ابي عبدالله عليه السلام وابى الحسن عليه السلام ووقف وكان صحب سماعة واكثر عنه.</w:t>
      </w:r>
    </w:p>
    <w:p w:rsidR="00F04D17" w:rsidRPr="00F04D17" w:rsidRDefault="00F04D17" w:rsidP="000F2669">
      <w:pPr>
        <w:pStyle w:val="Heading2Center"/>
        <w:rPr>
          <w:rtl/>
        </w:rPr>
      </w:pPr>
      <w:bookmarkStart w:id="402" w:name="203"/>
      <w:bookmarkStart w:id="403" w:name="_Toc418412123"/>
      <w:r>
        <w:rPr>
          <w:rtl/>
        </w:rPr>
        <w:t>الفصل الحادي عشر في السين</w:t>
      </w:r>
      <w:bookmarkEnd w:id="402"/>
      <w:bookmarkEnd w:id="403"/>
    </w:p>
    <w:p w:rsidR="00F04D17" w:rsidRDefault="00F04D17" w:rsidP="00F04D17">
      <w:pPr>
        <w:pStyle w:val="libNormal"/>
        <w:rPr>
          <w:rtl/>
        </w:rPr>
      </w:pPr>
      <w:r>
        <w:rPr>
          <w:rtl/>
        </w:rPr>
        <w:t>وفيه سبعة أبواب:</w:t>
      </w:r>
    </w:p>
    <w:p w:rsidR="00F04D17" w:rsidRPr="00F04D17" w:rsidRDefault="00F04D17" w:rsidP="00F04D17">
      <w:pPr>
        <w:pStyle w:val="Heading3Center"/>
        <w:rPr>
          <w:rtl/>
        </w:rPr>
      </w:pPr>
      <w:bookmarkStart w:id="404" w:name="204"/>
      <w:bookmarkStart w:id="405" w:name="_Toc418412124"/>
      <w:r>
        <w:rPr>
          <w:rtl/>
        </w:rPr>
        <w:t>الباب الاول سليمان أربعة رجال</w:t>
      </w:r>
      <w:bookmarkEnd w:id="404"/>
      <w:bookmarkEnd w:id="405"/>
    </w:p>
    <w:p w:rsidR="00F04D17" w:rsidRDefault="00F04D17" w:rsidP="00F04D17">
      <w:pPr>
        <w:pStyle w:val="libNormal"/>
        <w:rPr>
          <w:rtl/>
        </w:rPr>
      </w:pPr>
      <w:r>
        <w:rPr>
          <w:rtl/>
        </w:rPr>
        <w:t>1 - (سليمان) الديلمي قال الشيخ رضى الله عنه عن محمد بن مسعود قال على بن محمد بن سليمان الديلمي من الغلاة الكبار.</w:t>
      </w:r>
    </w:p>
    <w:p w:rsidR="00F04D17" w:rsidRDefault="00F04D17" w:rsidP="00F04D17">
      <w:pPr>
        <w:pStyle w:val="libNormal"/>
        <w:rPr>
          <w:rtl/>
        </w:rPr>
      </w:pPr>
      <w:r>
        <w:rPr>
          <w:rtl/>
        </w:rPr>
        <w:t>وقال النجاشي سليمان بن عبدالله الديلمى ابومحمد قيل ان اصله من بجيلة الكوفة وكان يتجر إلى خراسان ويكثر شراء سبى الديلم فقل الديلمي غمز عليه وقيل كان غاليا كذابا وكذلك ابنه محمد لايعمل بما انفردا به من الرواية وقال ابن الغضايري سليمان ابن زكريا الديلمي روى عن ابي عبدالله (ع) كذاب غالل ويحتمل ان يكون اشارة الكشي إلى احد هذين الرجلين.</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2 - (سليمان) النخعى.</w:t>
      </w:r>
    </w:p>
    <w:p w:rsidR="00F04D17" w:rsidRDefault="00F04D17" w:rsidP="00F04D17">
      <w:pPr>
        <w:pStyle w:val="libNormal"/>
        <w:rPr>
          <w:rtl/>
        </w:rPr>
      </w:pPr>
      <w:r>
        <w:rPr>
          <w:rtl/>
        </w:rPr>
        <w:t>روى الكشي عن محمد بن مسعود قال كتب إلى الفضل ابن شاذان يذكر عن ابن ابى عمير عن ابراهيم بن عبدالحميد ان سليمان النخعى حج فتعبد وترك النساء والطيب والثياب والطعام الطيب وكان لايرفع رأسه داخل المسجد إلى السماء ولم يذكر الكشي ابا سليمان وقال ابن الغضايري سليمان بن هرون النخعي ابوداوود يقال له كذاب النخع روى عن ابي عبدالله عليه السلام ضعيف جدا، وقال في كتابه الآخر سليمان بن عمر ابوداوود النخعي يروى عن ابي عبدالله ع حدثني احمد بن محمد بن موسى قال حدثنا احمد بن محمد بن سعيد قال كان ابوداوود النخعي يلقبه المحدثون كذاب النخع ثم قال في هذا الكتاب حدثني محمد بن الحسين ابن محمد بن الفضل قال حدثني عبدالله بن جعفر بن درستويه قال: قال يعقوب بن سفيان كان سليمان بن يعقوب النخعي يكذب على الوقف.</w:t>
      </w:r>
    </w:p>
    <w:p w:rsidR="00F04D17" w:rsidRDefault="00F04D17" w:rsidP="00F04D17">
      <w:pPr>
        <w:pStyle w:val="libNormal"/>
        <w:rPr>
          <w:rtl/>
        </w:rPr>
      </w:pPr>
      <w:r>
        <w:rPr>
          <w:rtl/>
        </w:rPr>
        <w:t>3 - (سليمان) بن داوود المنقري منسوب إلى منقر بن عبيدالله بن مقاعس بن عمرو بن كعب بن زيد مناة بن تميم بن مرة بن اد بن طابخة بن الياس بن مضر ابوايوب الشاذ كوني الاصفهاني .</w:t>
      </w:r>
    </w:p>
    <w:p w:rsidR="00F04D17" w:rsidRDefault="00F04D17" w:rsidP="00F04D17">
      <w:pPr>
        <w:pStyle w:val="libNormal"/>
        <w:rPr>
          <w:rtl/>
        </w:rPr>
      </w:pPr>
      <w:r>
        <w:rPr>
          <w:rtl/>
        </w:rPr>
        <w:t>قال النجاشي ليس بالمتحقق بنا غير انه يروي عن جماعة أصحابنا من أصحاب أبي جعفر وكان ثقة وقال ابن الغضايري انه ضعيف جدا لايلتف اليه، يوضع كثيرا على المهمات.</w:t>
      </w:r>
    </w:p>
    <w:p w:rsidR="00F04D17" w:rsidRDefault="00F04D17" w:rsidP="00F04D17">
      <w:pPr>
        <w:pStyle w:val="libNormal"/>
        <w:rPr>
          <w:rtl/>
        </w:rPr>
      </w:pPr>
      <w:r>
        <w:rPr>
          <w:rtl/>
        </w:rPr>
        <w:t>4 - (سليمان) بن معلى بن خنيس قال ابن الغضايري انه ضعيف.</w:t>
      </w:r>
    </w:p>
    <w:p w:rsidR="00F04D17" w:rsidRDefault="00F04D17" w:rsidP="00F04D17">
      <w:pPr>
        <w:pStyle w:val="libNormal"/>
        <w:rPr>
          <w:rtl/>
        </w:rPr>
      </w:pPr>
      <w:r>
        <w:rPr>
          <w:rtl/>
        </w:rPr>
        <w:br w:type="page"/>
      </w:r>
    </w:p>
    <w:p w:rsidR="00F04D17" w:rsidRDefault="00F04D17" w:rsidP="00F04D17">
      <w:pPr>
        <w:pStyle w:val="Heading3Center"/>
        <w:rPr>
          <w:rtl/>
        </w:rPr>
      </w:pPr>
      <w:bookmarkStart w:id="406" w:name="205"/>
      <w:bookmarkStart w:id="407" w:name="_Toc418412125"/>
      <w:r>
        <w:rPr>
          <w:rtl/>
        </w:rPr>
        <w:lastRenderedPageBreak/>
        <w:t>الباب الثاني سعد خمسة رجال</w:t>
      </w:r>
      <w:bookmarkEnd w:id="406"/>
      <w:bookmarkEnd w:id="407"/>
    </w:p>
    <w:p w:rsidR="00F04D17" w:rsidRDefault="00F04D17" w:rsidP="00F04D17">
      <w:pPr>
        <w:pStyle w:val="libNormal"/>
        <w:rPr>
          <w:rtl/>
        </w:rPr>
      </w:pPr>
      <w:r>
        <w:rPr>
          <w:rtl/>
        </w:rPr>
        <w:t>1 - (سعد) بن طريف بالطاء المهملة الحنظلي الاسكاف مولى بني تميم الكوفي ويقال سعد الخفاف روى عن الاصغ بن نباتة قال الشيخ وهو صحيح وقال الكشي عن حمدويه ان سعد الاسكاف وسعد بن طريف واحد وكان ناووسيا وقف على ابي عبدالله عليه السلام وقال النجاشي انه يعرف وينكر روى عن الاصنغ وروى عن الباقر عليه السلام والصادق (ع) وكان قاضيا وقال ابن الغضايري انه ضعيف.</w:t>
      </w:r>
    </w:p>
    <w:p w:rsidR="00F04D17" w:rsidRDefault="00F04D17" w:rsidP="00F04D17">
      <w:pPr>
        <w:pStyle w:val="libNormal"/>
        <w:rPr>
          <w:rtl/>
        </w:rPr>
      </w:pPr>
      <w:r>
        <w:rPr>
          <w:rtl/>
        </w:rPr>
        <w:t>2 - (سعد) بن الحسن الكندي من اصحاب الباقر (ع) مجهول.</w:t>
      </w:r>
    </w:p>
    <w:p w:rsidR="00F04D17" w:rsidRDefault="00F04D17" w:rsidP="00F04D17">
      <w:pPr>
        <w:pStyle w:val="libNormal"/>
        <w:rPr>
          <w:rtl/>
        </w:rPr>
      </w:pPr>
      <w:r>
        <w:rPr>
          <w:rtl/>
        </w:rPr>
        <w:t>3 - (سعد) بن خلف من اصحاب الكاظم (ع) واقفى.</w:t>
      </w:r>
    </w:p>
    <w:p w:rsidR="00F04D17" w:rsidRDefault="00F04D17" w:rsidP="00F04D17">
      <w:pPr>
        <w:pStyle w:val="libNormal"/>
        <w:rPr>
          <w:rtl/>
        </w:rPr>
      </w:pPr>
      <w:r>
        <w:rPr>
          <w:rtl/>
        </w:rPr>
        <w:t>4 - (سعد) بن ابي عمران من اصحاب الكاظم (ع) واقفى انصاري.</w:t>
      </w:r>
    </w:p>
    <w:p w:rsidR="00F04D17" w:rsidRDefault="00F04D17" w:rsidP="00F04D17">
      <w:pPr>
        <w:pStyle w:val="libNormal"/>
        <w:rPr>
          <w:rtl/>
        </w:rPr>
      </w:pPr>
      <w:r>
        <w:rPr>
          <w:rtl/>
        </w:rPr>
        <w:t>5 - (سعد) بن مسلم الذي روى عن عمر بن توبة كتاب انا انزلناه لانعرفه.</w:t>
      </w:r>
    </w:p>
    <w:p w:rsidR="00F04D17" w:rsidRDefault="00F04D17" w:rsidP="00F04D17">
      <w:pPr>
        <w:pStyle w:val="Heading3Center"/>
        <w:rPr>
          <w:rtl/>
        </w:rPr>
      </w:pPr>
      <w:bookmarkStart w:id="408" w:name="206"/>
      <w:bookmarkStart w:id="409" w:name="_Toc418412126"/>
      <w:r>
        <w:rPr>
          <w:rtl/>
        </w:rPr>
        <w:t>الباب الثالث سعيد اربعة رجال</w:t>
      </w:r>
      <w:bookmarkEnd w:id="408"/>
      <w:bookmarkEnd w:id="409"/>
    </w:p>
    <w:p w:rsidR="00F04D17" w:rsidRDefault="00F04D17" w:rsidP="00F04D17">
      <w:pPr>
        <w:pStyle w:val="libNormal"/>
        <w:rPr>
          <w:rtl/>
        </w:rPr>
      </w:pPr>
      <w:r>
        <w:rPr>
          <w:rtl/>
        </w:rPr>
        <w:t>1 - (سعيد) الحداد من اصحاب الباقر (ع) مجهول.</w:t>
      </w:r>
    </w:p>
    <w:p w:rsidR="00F04D17" w:rsidRDefault="00F04D17" w:rsidP="00F04D17">
      <w:pPr>
        <w:pStyle w:val="libNormal"/>
        <w:rPr>
          <w:rtl/>
        </w:rPr>
      </w:pPr>
      <w:r>
        <w:rPr>
          <w:rtl/>
        </w:rPr>
        <w:t>2 - (سعيد) بن حماد من اصحاب ابي الحسن الرضا (ع) مجهول.</w:t>
      </w:r>
    </w:p>
    <w:p w:rsidR="00F04D17" w:rsidRDefault="00F04D17" w:rsidP="00F04D17">
      <w:pPr>
        <w:pStyle w:val="libNormal"/>
        <w:rPr>
          <w:rtl/>
        </w:rPr>
      </w:pPr>
      <w:r>
        <w:rPr>
          <w:rtl/>
        </w:rPr>
        <w:t>3 - (سعيد) بن منور زيدي.</w:t>
      </w:r>
    </w:p>
    <w:p w:rsidR="00F04D17" w:rsidRDefault="00F04D17" w:rsidP="00F04D17">
      <w:pPr>
        <w:pStyle w:val="libNormal"/>
        <w:rPr>
          <w:rtl/>
        </w:rPr>
      </w:pPr>
      <w:r>
        <w:rPr>
          <w:rtl/>
        </w:rPr>
        <w:t>4 - (سعيد) بن خيثم بالخاء المعجمة المفتوحة والثاء المنقطه فوقها ثلاث نقط بعد الياء المنقطة تحتها نقطتين ابو معمر الهلالى واخوه معمر ضعيف هو واخوه رويا عن ابي جعفر وابي عبدالله عليهما السلام وكانا من دعاة زيد وحديث سعيد في حديث اصحابنا وهو تابعي على ما زعم يروى عن جده عبيدة بن عمر الكلابى عن النبى صلى الله عليه وآله وهو ضعيف جد</w:t>
      </w:r>
      <w:r w:rsidR="00CD27DE">
        <w:rPr>
          <w:rtl/>
        </w:rPr>
        <w:t>اً</w:t>
      </w:r>
      <w:r>
        <w:rPr>
          <w:rtl/>
        </w:rPr>
        <w:t xml:space="preserve"> لايرتفع منه.</w:t>
      </w:r>
    </w:p>
    <w:p w:rsidR="00F04D17" w:rsidRDefault="00F04D17" w:rsidP="00F04D17">
      <w:pPr>
        <w:pStyle w:val="libNormal"/>
        <w:rPr>
          <w:rtl/>
        </w:rPr>
      </w:pPr>
      <w:r>
        <w:rPr>
          <w:rtl/>
        </w:rPr>
        <w:br w:type="page"/>
      </w:r>
    </w:p>
    <w:p w:rsidR="00F04D17" w:rsidRDefault="00F04D17" w:rsidP="00F04D17">
      <w:pPr>
        <w:pStyle w:val="Heading3Center"/>
        <w:rPr>
          <w:rtl/>
        </w:rPr>
      </w:pPr>
      <w:bookmarkStart w:id="410" w:name="207"/>
      <w:bookmarkStart w:id="411" w:name="_Toc418412127"/>
      <w:r>
        <w:rPr>
          <w:rtl/>
        </w:rPr>
        <w:lastRenderedPageBreak/>
        <w:t>الباب الرابع سلمة اربعة رجال</w:t>
      </w:r>
      <w:bookmarkEnd w:id="410"/>
      <w:bookmarkEnd w:id="411"/>
    </w:p>
    <w:p w:rsidR="00F04D17" w:rsidRDefault="00F04D17" w:rsidP="00F04D17">
      <w:pPr>
        <w:pStyle w:val="libNormal"/>
        <w:rPr>
          <w:rtl/>
        </w:rPr>
      </w:pPr>
      <w:r>
        <w:rPr>
          <w:rtl/>
        </w:rPr>
        <w:t>1 - (سلمة) بن صالح الاحمر الواسطى من اصحاب ابي عبدالله (ع) اصله كوفي مخلط.</w:t>
      </w:r>
    </w:p>
    <w:p w:rsidR="00F04D17" w:rsidRDefault="00F04D17" w:rsidP="00F04D17">
      <w:pPr>
        <w:pStyle w:val="libNormal"/>
        <w:rPr>
          <w:rtl/>
        </w:rPr>
      </w:pPr>
      <w:r>
        <w:rPr>
          <w:rtl/>
        </w:rPr>
        <w:t>2 - (سلمة) بن حنان من اصحاب موسى بن جعفر عليهما السلام واقفى.</w:t>
      </w:r>
    </w:p>
    <w:p w:rsidR="00F04D17" w:rsidRDefault="00F04D17" w:rsidP="00F04D17">
      <w:pPr>
        <w:pStyle w:val="libNormal"/>
        <w:rPr>
          <w:rtl/>
        </w:rPr>
      </w:pPr>
      <w:r>
        <w:rPr>
          <w:rtl/>
        </w:rPr>
        <w:t>3 - (سلمة) بن كهيل بضم الكاف بتري.</w:t>
      </w:r>
    </w:p>
    <w:p w:rsidR="00F04D17" w:rsidRDefault="00F04D17" w:rsidP="00F04D17">
      <w:pPr>
        <w:pStyle w:val="libNormal"/>
        <w:rPr>
          <w:rtl/>
        </w:rPr>
      </w:pPr>
      <w:r>
        <w:rPr>
          <w:rtl/>
        </w:rPr>
        <w:t>4 - (سلمة) بن الخطاب ابوالفضل البر او ستانى منسوب إلى بر اوستان قرية من قرى قم الازدور قاني قرية من سواد الري كان ضعيفا في حديثه وقال ابن الغضايري انه يكنى ابا محمد وضعفه.</w:t>
      </w:r>
    </w:p>
    <w:p w:rsidR="00F04D17" w:rsidRDefault="00F04D17" w:rsidP="00F04D17">
      <w:pPr>
        <w:pStyle w:val="Heading3Center"/>
        <w:rPr>
          <w:rtl/>
        </w:rPr>
      </w:pPr>
      <w:bookmarkStart w:id="412" w:name="208"/>
      <w:bookmarkStart w:id="413" w:name="_Toc418412128"/>
      <w:r>
        <w:rPr>
          <w:rtl/>
        </w:rPr>
        <w:t>الباب الخامس سالم اربعة رجال</w:t>
      </w:r>
      <w:bookmarkEnd w:id="412"/>
      <w:bookmarkEnd w:id="413"/>
    </w:p>
    <w:p w:rsidR="00F04D17" w:rsidRDefault="00F04D17" w:rsidP="00F04D17">
      <w:pPr>
        <w:pStyle w:val="libNormal"/>
        <w:rPr>
          <w:rtl/>
        </w:rPr>
      </w:pPr>
      <w:r>
        <w:rPr>
          <w:rtl/>
        </w:rPr>
        <w:t>1 - (سالم) من اصحاب ابي جعفر الباقر عليه السلام مجهول.</w:t>
      </w:r>
    </w:p>
    <w:p w:rsidR="00F04D17" w:rsidRDefault="00F04D17" w:rsidP="00F04D17">
      <w:pPr>
        <w:pStyle w:val="libNormal"/>
        <w:rPr>
          <w:rtl/>
        </w:rPr>
      </w:pPr>
      <w:r>
        <w:rPr>
          <w:rtl/>
        </w:rPr>
        <w:t>2 - (سالم) بن مكرم يكنى ابا خديجة ومكرم يكنى ابا سلمة قال الشيخ الطوسي رحمة الله انه ضعيف وقال في موضع اخر انه ثقه وروى الكشي عن محمد بن مسعود قال سألت ابا الحسن على بن الحسن عن اسم ابي خديجة فقال سالم بن مكرم فقلت له ثقة فقال صالح وكان من اهل الكوفة وكان حمالا ذكر انه حمل ابا عبدالله (ع) من مكة إلى المدينة قال أخيرنا عبدالرحمن بن ابي هاشم عن ابي خديجة قال قال: ابو عبدالله عليه السلام لايكنى بابي خديجة قلت فبم اكنى قال بابي سلمة قال الكشي وكان سالم من اصحاب ابى الخطاب وقال النجاشي انه ثقة ثقة روى عن ابي عبدالله وابي الحسن عليهما السلام والوجه عندي التوقف عن مايرويه لتعارض الا قوال فيه.</w:t>
      </w:r>
    </w:p>
    <w:p w:rsidR="00F04D17" w:rsidRDefault="00F04D17" w:rsidP="00F04D17">
      <w:pPr>
        <w:pStyle w:val="libNormal"/>
        <w:rPr>
          <w:rtl/>
        </w:rPr>
      </w:pPr>
      <w:r>
        <w:rPr>
          <w:rtl/>
        </w:rPr>
        <w:t>3 - (سالم) بن ابي حفصة لعنه الصادق (ع) وكذبه وكفرء.</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4 - (سالم) بن ابى سلمة الكندي السجستاني روى عنه ابنه محمد لايعري وروى عنه غيره وهو ضعيف واحاديثه مختلطة.</w:t>
      </w:r>
    </w:p>
    <w:p w:rsidR="00F04D17" w:rsidRDefault="00F04D17" w:rsidP="00F04D17">
      <w:pPr>
        <w:pStyle w:val="Heading3Center"/>
        <w:rPr>
          <w:rtl/>
        </w:rPr>
      </w:pPr>
      <w:bookmarkStart w:id="414" w:name="209"/>
      <w:bookmarkStart w:id="415" w:name="_Toc418412129"/>
      <w:r>
        <w:rPr>
          <w:rtl/>
        </w:rPr>
        <w:t>الباب السادس سفيان ثلاثة رجال</w:t>
      </w:r>
      <w:bookmarkEnd w:id="414"/>
      <w:bookmarkEnd w:id="415"/>
    </w:p>
    <w:p w:rsidR="00F04D17" w:rsidRDefault="00F04D17" w:rsidP="00F04D17">
      <w:pPr>
        <w:pStyle w:val="libNormal"/>
        <w:rPr>
          <w:rtl/>
        </w:rPr>
      </w:pPr>
      <w:r>
        <w:rPr>
          <w:rtl/>
        </w:rPr>
        <w:t>1 - (سفيان) بن عيينه بالعين المهملة المضمومة والياء المنقطة تحتها نقطتين ثم الياء المنقطة تحتها نقطتين والنون ليس من اصحابنا ولا من عدادنا.</w:t>
      </w:r>
    </w:p>
    <w:p w:rsidR="00F04D17" w:rsidRDefault="00F04D17" w:rsidP="00F04D17">
      <w:pPr>
        <w:pStyle w:val="libNormal"/>
        <w:rPr>
          <w:rtl/>
        </w:rPr>
      </w:pPr>
      <w:r>
        <w:rPr>
          <w:rtl/>
        </w:rPr>
        <w:t>2 - (سفيان) الثوري ليس من اصحابنا.</w:t>
      </w:r>
    </w:p>
    <w:p w:rsidR="00F04D17" w:rsidRDefault="00F04D17" w:rsidP="00F04D17">
      <w:pPr>
        <w:pStyle w:val="libNormal"/>
        <w:rPr>
          <w:rtl/>
        </w:rPr>
      </w:pPr>
      <w:r>
        <w:rPr>
          <w:rtl/>
        </w:rPr>
        <w:t>3 - (سفيان) بن مصعب العبدي قال ابوعمر وفي اشعاره مايدل على انه كان من الطياره وروى ان ابا عبدالله عليه السلام قال علموا اولاد كم شعرة ونحو ذلك من طريقين ضعيفين ولم يثبت عندي عدالة الرجل لاجرحه فنحن فيه من المتوقفين.</w:t>
      </w:r>
    </w:p>
    <w:p w:rsidR="00F04D17" w:rsidRDefault="00F04D17" w:rsidP="00F04D17">
      <w:pPr>
        <w:pStyle w:val="Heading3Center"/>
        <w:rPr>
          <w:rtl/>
        </w:rPr>
      </w:pPr>
      <w:bookmarkStart w:id="416" w:name="210"/>
      <w:bookmarkStart w:id="417" w:name="_Toc418412130"/>
      <w:r>
        <w:rPr>
          <w:rtl/>
        </w:rPr>
        <w:t>الباب السابع في الآحاد ثلاثه رجال</w:t>
      </w:r>
      <w:bookmarkEnd w:id="416"/>
      <w:bookmarkEnd w:id="417"/>
    </w:p>
    <w:p w:rsidR="00F04D17" w:rsidRDefault="00F04D17" w:rsidP="00F04D17">
      <w:pPr>
        <w:pStyle w:val="libNormal"/>
        <w:rPr>
          <w:rtl/>
        </w:rPr>
      </w:pPr>
      <w:r>
        <w:rPr>
          <w:rtl/>
        </w:rPr>
        <w:t>1 - (سماعة) بن مهران بن عبدالرحمن الحضرمي مولى عبد بن وايل بن حجر الحضرمي يكنى ابا ناشرة وقيل ابا محمد روى عن ابي عبدالله وابي الحسن عليهما السلام مات بالمدينة ثقة ثقة وكان واقفيا.</w:t>
      </w:r>
    </w:p>
    <w:p w:rsidR="00F04D17" w:rsidRDefault="00F04D17" w:rsidP="00F04D17">
      <w:pPr>
        <w:pStyle w:val="libNormal"/>
        <w:rPr>
          <w:rtl/>
        </w:rPr>
      </w:pPr>
      <w:r>
        <w:rPr>
          <w:rtl/>
        </w:rPr>
        <w:t>2 - (سهل) بغير ياء ابن زياد الادمى الرازي يكنى ابا سعيد من اصحاب أبي الحسن الثالث عليه السلام اختلف قول الشيخ الطوسي رحمه الله فيه فقال في موضع انه ثقة وقال في عدة مواضع انه ضعيف.</w:t>
      </w:r>
    </w:p>
    <w:p w:rsidR="00F04D17" w:rsidRDefault="00F04D17" w:rsidP="00F04D17">
      <w:pPr>
        <w:pStyle w:val="libNormal"/>
        <w:rPr>
          <w:rtl/>
        </w:rPr>
      </w:pPr>
      <w:r>
        <w:rPr>
          <w:rtl/>
        </w:rPr>
        <w:t>وقال النجاشي انه ضعيف في الحديث غير معتمد فيه وكان احمد بن محمد بن عيسى يشهد عليه بالغلو والكذب واخرجه من قم إلى الري وكان يسكنها وقد كاتب ابا محمد العسكري عليه السلام على يد محمد بن عبدالحميد العطار المنتصف من شهر ربيع الاخر سنة خمس وخمسين ومائتين ذكر ذلك أحمد بن على بن نوح وأحمد بن الحسين رحمهما الله.</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وقال ابن الغضايري: انه كان ضعيف</w:t>
      </w:r>
      <w:r w:rsidR="00CD27DE">
        <w:rPr>
          <w:rtl/>
        </w:rPr>
        <w:t>اً</w:t>
      </w:r>
      <w:r>
        <w:rPr>
          <w:rtl/>
        </w:rPr>
        <w:t xml:space="preserve"> جد</w:t>
      </w:r>
      <w:r w:rsidR="00CD27DE">
        <w:rPr>
          <w:rtl/>
        </w:rPr>
        <w:t>اً</w:t>
      </w:r>
      <w:r>
        <w:rPr>
          <w:rtl/>
        </w:rPr>
        <w:t xml:space="preserve"> فاسد الرواية والمذهب وكان احمد بن محمد بن عيسى الاشعري اخرجه عن قم واظهر البراء‌ة منه ونهى الناس عن السماع منه والرواية ويروى المرأسيل ويعتمد المجاهيل.</w:t>
      </w:r>
    </w:p>
    <w:p w:rsidR="00F04D17" w:rsidRDefault="00F04D17" w:rsidP="00F04D17">
      <w:pPr>
        <w:pStyle w:val="libNormal"/>
        <w:rPr>
          <w:rtl/>
        </w:rPr>
      </w:pPr>
      <w:r>
        <w:rPr>
          <w:rtl/>
        </w:rPr>
        <w:t>3 - (سهيل) بضم السين والياء بعد الهاء ابن زياد أبويحيى الواسطي لقى ابا محمد العسكري قال النجاشي انه شيخنا المتكلم رحمة الله قال وقال بعض اصحابنا لم يكن سهيل بكل الثبت في الحديث وقال ابن الغضايري امه بنت محمد بن النعمان مؤمن الطاق حديثه نعرفه تارة وننكره اخرى ويجوز ان يخرج شاهد</w:t>
      </w:r>
      <w:r w:rsidR="00CD27DE">
        <w:rPr>
          <w:rtl/>
        </w:rPr>
        <w:t>اً</w:t>
      </w:r>
      <w:r>
        <w:rPr>
          <w:rtl/>
        </w:rPr>
        <w:t>.</w:t>
      </w:r>
    </w:p>
    <w:p w:rsidR="00F04D17" w:rsidRDefault="00F04D17" w:rsidP="000F2669">
      <w:pPr>
        <w:pStyle w:val="Heading2Center"/>
      </w:pPr>
      <w:bookmarkStart w:id="418" w:name="211"/>
      <w:bookmarkStart w:id="419" w:name="_Toc418412131"/>
      <w:r>
        <w:rPr>
          <w:rtl/>
        </w:rPr>
        <w:t>الفصل الثانى عشر في الشين</w:t>
      </w:r>
      <w:bookmarkEnd w:id="418"/>
      <w:bookmarkEnd w:id="419"/>
    </w:p>
    <w:p w:rsidR="00F04D17" w:rsidRDefault="00F04D17" w:rsidP="00F04D17">
      <w:pPr>
        <w:pStyle w:val="libNormal"/>
        <w:rPr>
          <w:rtl/>
        </w:rPr>
      </w:pPr>
      <w:r>
        <w:rPr>
          <w:rtl/>
        </w:rPr>
        <w:t>وفيه رجلان :</w:t>
      </w:r>
    </w:p>
    <w:p w:rsidR="00F04D17" w:rsidRDefault="00F04D17" w:rsidP="00F04D17">
      <w:pPr>
        <w:pStyle w:val="libNormal"/>
        <w:rPr>
          <w:rtl/>
        </w:rPr>
      </w:pPr>
      <w:r>
        <w:rPr>
          <w:rtl/>
        </w:rPr>
        <w:t>1 - (شبت) بالباء المنقطة تحتها بعد الشين ابن ربعى رجع إلى الخوارج.</w:t>
      </w:r>
    </w:p>
    <w:p w:rsidR="00F04D17" w:rsidRDefault="00F04D17" w:rsidP="00F04D17">
      <w:pPr>
        <w:pStyle w:val="libNormal"/>
        <w:rPr>
          <w:rtl/>
        </w:rPr>
      </w:pPr>
      <w:r>
        <w:rPr>
          <w:rtl/>
        </w:rPr>
        <w:t>2 - (شريف) بن سابق بالباء المنقطة تحتها نقطة قبل القاف التفليسى ابومحمد روى عن الفضل بن ابي قرة السمندي عن ابي عبدالله عليه السلام وهو ضعيف مضطرب الامر.</w:t>
      </w:r>
    </w:p>
    <w:p w:rsidR="00F04D17" w:rsidRDefault="00F04D17" w:rsidP="000F2669">
      <w:pPr>
        <w:pStyle w:val="Heading2Center"/>
        <w:rPr>
          <w:rtl/>
        </w:rPr>
      </w:pPr>
      <w:bookmarkStart w:id="420" w:name="212"/>
      <w:bookmarkStart w:id="421" w:name="_Toc418412132"/>
      <w:r>
        <w:rPr>
          <w:rtl/>
        </w:rPr>
        <w:t>الفصل الثالث عشر في الصاد</w:t>
      </w:r>
      <w:bookmarkEnd w:id="420"/>
      <w:bookmarkEnd w:id="421"/>
    </w:p>
    <w:p w:rsidR="00F04D17" w:rsidRDefault="00F04D17" w:rsidP="00F04D17">
      <w:pPr>
        <w:pStyle w:val="libNormal"/>
        <w:rPr>
          <w:rtl/>
        </w:rPr>
      </w:pPr>
      <w:r>
        <w:rPr>
          <w:rtl/>
        </w:rPr>
        <w:t>وفيه بابان:</w:t>
      </w:r>
    </w:p>
    <w:p w:rsidR="00F04D17" w:rsidRPr="00F04D17" w:rsidRDefault="00F04D17" w:rsidP="00F04D17">
      <w:pPr>
        <w:pStyle w:val="Heading3Center"/>
        <w:rPr>
          <w:rtl/>
        </w:rPr>
      </w:pPr>
      <w:bookmarkStart w:id="422" w:name="213"/>
      <w:bookmarkStart w:id="423" w:name="_Toc418412133"/>
      <w:r>
        <w:rPr>
          <w:rtl/>
        </w:rPr>
        <w:t>الباب الاول صالح ستة رجال</w:t>
      </w:r>
      <w:bookmarkEnd w:id="422"/>
      <w:bookmarkEnd w:id="423"/>
    </w:p>
    <w:p w:rsidR="00F04D17" w:rsidRDefault="00F04D17" w:rsidP="00F04D17">
      <w:pPr>
        <w:pStyle w:val="libNormal"/>
        <w:rPr>
          <w:rtl/>
        </w:rPr>
      </w:pPr>
      <w:r>
        <w:rPr>
          <w:rtl/>
        </w:rPr>
        <w:t>1 - (صالح) بن سعيد الاحول من اصحاب موسى بن جعفر (ع) مجهول.</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2 - (صالح) بن سهل قال ابن الغضايري صالح بن سهل الهمداني كوفي غال كذاب وضاع للحديث روى عن ابي عبدالله عليه السلام لاخير فيه ولا في ساير مارواه.</w:t>
      </w:r>
    </w:p>
    <w:p w:rsidR="00F04D17" w:rsidRDefault="00F04D17" w:rsidP="00F04D17">
      <w:pPr>
        <w:pStyle w:val="libNormal"/>
        <w:rPr>
          <w:rtl/>
        </w:rPr>
      </w:pPr>
      <w:r>
        <w:rPr>
          <w:rtl/>
        </w:rPr>
        <w:t>وروى الكشي عن محمد بن احمد عن محمد بن الحسين عن الحسن بن على الصيرفي عن صالح ابن سهل انه ذكر عن نفسه انه كان يعتقد الربوبية في الصادق (ع) وانه دخل عليه فأقسم له انه ليس برب وذكر الشيخ الطوسي في كتاب الغيبة من المذمومين صالح بن محمد بن سهل الهمداني والظاهر انه هذا صالح بن ابي حماد ابوالخير الرازي واسم ابي الخير زاد به بالزاى والدال المهملة والباء المنقطة تحتها نقطة لقى اباالحسن العسكري (ع) قال النجاشي وكان امره ملتبسا يعرف وينكر وقال ابن الغضايري انه ضعيف وروى الكشي عن على بن محمد القتيبى قال سمعت الفضل بن شاذان يقول في ابي الخير وهو صالح بن سلمة ابي حماد الرازي كما كنى وقال على كان ابومحمد الفضل يرتضيه ويمدحه ولا يرتضى ابا سعيد الا دمى ويقول هو احمق والمعتمد عندي التوقف فيه لتردد النجاشي وتضعيف ابن الغضايري له.</w:t>
      </w:r>
    </w:p>
    <w:p w:rsidR="00F04D17" w:rsidRDefault="00F04D17" w:rsidP="00F04D17">
      <w:pPr>
        <w:pStyle w:val="libNormal"/>
        <w:rPr>
          <w:rtl/>
        </w:rPr>
      </w:pPr>
      <w:r>
        <w:rPr>
          <w:rtl/>
        </w:rPr>
        <w:t>3 - (صالح) بن الحكم النيلى الاحول ضعيف روى عن ابي عبدالله (ع).</w:t>
      </w:r>
    </w:p>
    <w:p w:rsidR="00F04D17" w:rsidRDefault="00F04D17" w:rsidP="00F04D17">
      <w:pPr>
        <w:pStyle w:val="libNormal"/>
        <w:rPr>
          <w:rtl/>
        </w:rPr>
      </w:pPr>
      <w:r>
        <w:rPr>
          <w:rtl/>
        </w:rPr>
        <w:t>4 - (صالح) بن عقبة بن قيس بن سمعان بن ابي ذبيحة مولى رسول الله صلى الله عليه وآله روى عن ابي عبدالله عليه السلام كذاب غال لايلتفت اليه.</w:t>
      </w:r>
    </w:p>
    <w:p w:rsidR="00F04D17" w:rsidRDefault="00F04D17" w:rsidP="00F04D17">
      <w:pPr>
        <w:pStyle w:val="libNormal"/>
        <w:rPr>
          <w:rtl/>
        </w:rPr>
      </w:pPr>
      <w:r>
        <w:rPr>
          <w:rtl/>
        </w:rPr>
        <w:t>5 - (صالح) بن على بن عطية الا ضخم ابومحمد بصري كان اخباريا وهو ضعيف</w:t>
      </w:r>
    </w:p>
    <w:p w:rsidR="00F04D17" w:rsidRDefault="00F04D17" w:rsidP="00F04D17">
      <w:pPr>
        <w:pStyle w:val="Heading3Center"/>
        <w:rPr>
          <w:rtl/>
        </w:rPr>
      </w:pPr>
      <w:bookmarkStart w:id="424" w:name="214"/>
      <w:bookmarkStart w:id="425" w:name="_Toc418412134"/>
      <w:r>
        <w:rPr>
          <w:rtl/>
        </w:rPr>
        <w:t>الباب الثانى في الآحاد رجلان</w:t>
      </w:r>
      <w:bookmarkEnd w:id="424"/>
      <w:bookmarkEnd w:id="425"/>
    </w:p>
    <w:p w:rsidR="00F04D17" w:rsidRDefault="00F04D17" w:rsidP="00F04D17">
      <w:pPr>
        <w:pStyle w:val="libNormal"/>
        <w:rPr>
          <w:rtl/>
        </w:rPr>
      </w:pPr>
      <w:r>
        <w:rPr>
          <w:rtl/>
        </w:rPr>
        <w:t>1 - (صايد) بن النهدي روى الكشي عن سعد بن عبدالله قال حدثني محمد بن خالد الطيالسي عن عبدالرحمن بن ابي نجران عن ابن سنان ابي عبدالله (ع) انه لعنه ومحمد بن خالد لايحضرن حاله.</w:t>
      </w:r>
    </w:p>
    <w:p w:rsidR="00FF6DC3" w:rsidRDefault="00F04D17" w:rsidP="00F04D17">
      <w:pPr>
        <w:pStyle w:val="libNormal"/>
        <w:rPr>
          <w:rtl/>
        </w:rPr>
      </w:pPr>
      <w:r>
        <w:rPr>
          <w:rtl/>
        </w:rPr>
        <w:t>2 - (صباح) بن قيس بن يحيى المزنى ابومحمد كوفي زيدي قاله ابن الغضايري وقال حديثه في حديث اصحابنا ضعيف يجوز ان يخرج شاهدا وقال النجاشي انه ثقة روى عن الباقر والصادق عليهما السلام</w:t>
      </w:r>
    </w:p>
    <w:p w:rsidR="00FF6DC3" w:rsidRDefault="00FF6DC3" w:rsidP="00FF6DC3">
      <w:pPr>
        <w:pStyle w:val="libNormal"/>
        <w:rPr>
          <w:rtl/>
        </w:rPr>
      </w:pPr>
      <w:r>
        <w:rPr>
          <w:rtl/>
        </w:rPr>
        <w:br w:type="page"/>
      </w:r>
    </w:p>
    <w:p w:rsidR="00F04D17" w:rsidRPr="00F04D17" w:rsidRDefault="00F04D17" w:rsidP="000F2669">
      <w:pPr>
        <w:pStyle w:val="Heading2Center"/>
        <w:rPr>
          <w:rtl/>
        </w:rPr>
      </w:pPr>
      <w:bookmarkStart w:id="426" w:name="215"/>
      <w:bookmarkStart w:id="427" w:name="_Toc418412135"/>
      <w:r>
        <w:rPr>
          <w:rtl/>
        </w:rPr>
        <w:lastRenderedPageBreak/>
        <w:t>الفصل الرابع عشر في الضاد</w:t>
      </w:r>
      <w:bookmarkEnd w:id="426"/>
      <w:bookmarkEnd w:id="427"/>
    </w:p>
    <w:p w:rsidR="00F04D17" w:rsidRDefault="00F04D17" w:rsidP="00F04D17">
      <w:pPr>
        <w:pStyle w:val="libNormal"/>
        <w:rPr>
          <w:rtl/>
        </w:rPr>
      </w:pPr>
      <w:r>
        <w:rPr>
          <w:rtl/>
        </w:rPr>
        <w:t>رجل واحد:</w:t>
      </w:r>
    </w:p>
    <w:p w:rsidR="00F04D17" w:rsidRDefault="00F04D17" w:rsidP="00F04D17">
      <w:pPr>
        <w:pStyle w:val="libNormal"/>
        <w:rPr>
          <w:rtl/>
        </w:rPr>
      </w:pPr>
      <w:r>
        <w:rPr>
          <w:rtl/>
        </w:rPr>
        <w:t>1 - (الضحاك) بن محمد بن شيبان ابوعاصم النبيل الشيباني البصري عامي.</w:t>
      </w:r>
    </w:p>
    <w:p w:rsidR="00F04D17" w:rsidRPr="00F04D17" w:rsidRDefault="00F04D17" w:rsidP="000F2669">
      <w:pPr>
        <w:pStyle w:val="Heading2Center"/>
        <w:rPr>
          <w:rtl/>
        </w:rPr>
      </w:pPr>
      <w:bookmarkStart w:id="428" w:name="216"/>
      <w:bookmarkStart w:id="429" w:name="_Toc418412136"/>
      <w:r>
        <w:rPr>
          <w:rtl/>
        </w:rPr>
        <w:t>الفصل الخامس عشر في الطاء</w:t>
      </w:r>
      <w:bookmarkEnd w:id="428"/>
      <w:bookmarkEnd w:id="429"/>
    </w:p>
    <w:p w:rsidR="00F04D17" w:rsidRDefault="00F04D17" w:rsidP="00F04D17">
      <w:pPr>
        <w:pStyle w:val="libNormal"/>
        <w:rPr>
          <w:rtl/>
        </w:rPr>
      </w:pPr>
      <w:r>
        <w:rPr>
          <w:rtl/>
        </w:rPr>
        <w:t>رجلان:</w:t>
      </w:r>
    </w:p>
    <w:p w:rsidR="00F04D17" w:rsidRDefault="00F04D17" w:rsidP="00F04D17">
      <w:pPr>
        <w:pStyle w:val="libNormal"/>
        <w:rPr>
          <w:rtl/>
        </w:rPr>
      </w:pPr>
      <w:r>
        <w:rPr>
          <w:rtl/>
        </w:rPr>
        <w:t>1 - (طلحة) بن زيد ابوالخزرج النهدي الشامي ويقال الحزري بالحاء المهملة والزاى ثم الراء روى عن جعفر الصادق عليه السلام عامي المذهب قال الشيخ الطوسي في موضع انه بتري وفي اخر انه عامى المذهب الا ان كتابه معتمد.</w:t>
      </w:r>
    </w:p>
    <w:p w:rsidR="00F04D17" w:rsidRDefault="00F04D17" w:rsidP="00F04D17">
      <w:pPr>
        <w:pStyle w:val="libNormal"/>
        <w:rPr>
          <w:rtl/>
        </w:rPr>
      </w:pPr>
      <w:r>
        <w:rPr>
          <w:rtl/>
        </w:rPr>
        <w:t>2 - (طاهر) بن حاتم قال الشيخ الطوسي رحمه الله انه غال كذاب اخو فارس وفي موضع اخر طاهر بن حاتم بن ماهويه روى عنه محمد بن عيسى بن يقطين غال وقال في كتاب اخر انه كان مستقيما ثم تغيروا ظهر القول بالغلو وقال ابن الغضايري طاهر بن حاتم بن ماهويه القزوبني اخو فارس كان فاسد المذهب ضعيفا وقد كانت له حالة استقامة كما كانت لاخيه ولكنها لاتثمر.</w:t>
      </w:r>
    </w:p>
    <w:p w:rsidR="00F04D17" w:rsidRPr="00F04D17" w:rsidRDefault="00F04D17" w:rsidP="000F2669">
      <w:pPr>
        <w:pStyle w:val="Heading2Center"/>
        <w:rPr>
          <w:rtl/>
        </w:rPr>
      </w:pPr>
      <w:bookmarkStart w:id="430" w:name="217"/>
      <w:bookmarkStart w:id="431" w:name="_Toc418412137"/>
      <w:r>
        <w:rPr>
          <w:rtl/>
        </w:rPr>
        <w:t>الفصل السادس عشر في العين</w:t>
      </w:r>
      <w:bookmarkEnd w:id="430"/>
      <w:bookmarkEnd w:id="431"/>
    </w:p>
    <w:p w:rsidR="00F04D17" w:rsidRDefault="00F04D17" w:rsidP="00F04D17">
      <w:pPr>
        <w:pStyle w:val="libNormal"/>
        <w:rPr>
          <w:rtl/>
        </w:rPr>
      </w:pPr>
      <w:r>
        <w:rPr>
          <w:rtl/>
        </w:rPr>
        <w:t>وفيه اثنا عشر بابا:</w:t>
      </w:r>
    </w:p>
    <w:p w:rsidR="00F04D17" w:rsidRPr="00F04D17" w:rsidRDefault="00F04D17" w:rsidP="00F04D17">
      <w:pPr>
        <w:pStyle w:val="Heading3Center"/>
        <w:rPr>
          <w:rtl/>
        </w:rPr>
      </w:pPr>
      <w:bookmarkStart w:id="432" w:name="218"/>
      <w:bookmarkStart w:id="433" w:name="_Toc418412138"/>
      <w:r>
        <w:rPr>
          <w:rtl/>
        </w:rPr>
        <w:t>الباب لاول في علي ثمانية عشر رجلا</w:t>
      </w:r>
      <w:bookmarkEnd w:id="432"/>
      <w:bookmarkEnd w:id="433"/>
    </w:p>
    <w:p w:rsidR="00F04D17" w:rsidRDefault="00F04D17" w:rsidP="00F04D17">
      <w:pPr>
        <w:pStyle w:val="libNormal"/>
        <w:rPr>
          <w:rtl/>
        </w:rPr>
      </w:pPr>
      <w:r>
        <w:rPr>
          <w:rtl/>
        </w:rPr>
        <w:t>1 - (علي) بن ابي حمزة واسم ابي حمزة سالم البطاينى ابوالحسن مولى الانصار كوفي وكان قايد أبي بصير يحيى بن القاسم وله اخ يسمى جعفر بن ابي حمزة روى عن ابي الحسن موسى عليه السلام وعن ابي عبدالله عليه السلام وهو احد عمد الواقفة قال الشيخ الطوسي رحمه الله في عدة مواضع انه واقفى، وقال أبوالحسن على بن الحسن ابن فضال على بن ابي حمزة كذاب واقفى متهم ملعون وقد رويت عنه احاديث كثير وكتبت عنه تفسير القرآن كله من اوله إلى اخره إلى انى لااستحل ان اروى عنه حديثا واحد</w:t>
      </w:r>
      <w:r w:rsidR="00CD27DE">
        <w:rPr>
          <w:rtl/>
        </w:rPr>
        <w:t>اً</w:t>
      </w:r>
      <w:r>
        <w:rPr>
          <w:rtl/>
        </w:rPr>
        <w:t xml:space="preserve"> وقال ابن الغضايري على بن ابي حمزة لعنه الله اصل الوقف واشد الخلق عداوة للوالى من بعد ابي ابراهيم عليه السلام.</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2 - (علي) بن الخطاب من اصحاب الكاظم (ع) واقفى قال الكشى عن حمدويه عن الحسن بن موسى عن على بن خطاب وكان واقفيا.</w:t>
      </w:r>
    </w:p>
    <w:p w:rsidR="00F04D17" w:rsidRDefault="00F04D17" w:rsidP="00F04D17">
      <w:pPr>
        <w:pStyle w:val="libNormal"/>
        <w:rPr>
          <w:rtl/>
        </w:rPr>
      </w:pPr>
      <w:r>
        <w:rPr>
          <w:rtl/>
        </w:rPr>
        <w:t>3 - (علي) بن سعيد المكاري من اصحاب الكاظم (ع) واقفي 4 علي بن الحسين الطاطري الحرمي ويسمى الطاطري لبيعة ثيابا يقال لها الطاطرية يكنى ابا الحسن وكان فقيه</w:t>
      </w:r>
      <w:r w:rsidR="00CD27DE">
        <w:rPr>
          <w:rtl/>
        </w:rPr>
        <w:t>اً</w:t>
      </w:r>
      <w:r>
        <w:rPr>
          <w:rtl/>
        </w:rPr>
        <w:t xml:space="preserve"> ثقة في حديثه من أصحاب الكاظم (ع) واقفى المذهب من وجوه الواقفية وهو استاد الحسن بن محمد بن سماعة الحضرمي ومنه تعلم وكان على شديد العناد في مذهبه صعب العبية على من خالفه من الامامية.</w:t>
      </w:r>
    </w:p>
    <w:p w:rsidR="00F04D17" w:rsidRDefault="00F04D17" w:rsidP="00F04D17">
      <w:pPr>
        <w:pStyle w:val="libNormal"/>
        <w:rPr>
          <w:rtl/>
        </w:rPr>
      </w:pPr>
      <w:r>
        <w:rPr>
          <w:rtl/>
        </w:rPr>
        <w:t>5 - (علي) بن احمد بن اشيم بفتح الهمزة وسكون الشين المعجمة وفتح الياء المنقطة تحتها نقطتين من اصحاب الرضا عليه السلام مجهول.</w:t>
      </w:r>
    </w:p>
    <w:p w:rsidR="00F04D17" w:rsidRDefault="00F04D17" w:rsidP="00F04D17">
      <w:pPr>
        <w:pStyle w:val="libNormal"/>
        <w:rPr>
          <w:rtl/>
        </w:rPr>
      </w:pPr>
      <w:r>
        <w:rPr>
          <w:rtl/>
        </w:rPr>
        <w:t>6 - (علي) بن محمد القاشانى اصبهانى من ولد زياد مولى عبيدالله بن عباس من آل خالد بن الازهر ضعيف قاله الشيخ ومن اصحاب ابي جعفر الثاني الجواد ثم قال علي بن شيره بالشين المكسورة والياء الساكنة المنقطة تحتها نقطتين والراء ثقة من اصحاب الجواد عليه السلام والذي يظهرلنا انهما واحد لان النجاشي قال على بن محمد ابن شيرة القاشاني ابوالحسن كان فقيها مكثر</w:t>
      </w:r>
      <w:r w:rsidR="00CD27DE">
        <w:rPr>
          <w:rtl/>
        </w:rPr>
        <w:t>اً</w:t>
      </w:r>
      <w:r>
        <w:rPr>
          <w:rtl/>
        </w:rPr>
        <w:t xml:space="preserve"> من الحديث فاضلا غمز عليه احمد بن محمد بن عيسى ذكر انه سمع منه مذاهب منكرة و ليس في كتبه ما يدل على ذلك له كتب اخبرنا علي بن محمد بن شيره القاشاني بكتبه.</w:t>
      </w:r>
    </w:p>
    <w:p w:rsidR="00F04D17" w:rsidRDefault="00F04D17" w:rsidP="00F04D17">
      <w:pPr>
        <w:pStyle w:val="libNormal"/>
        <w:rPr>
          <w:rtl/>
        </w:rPr>
      </w:pPr>
      <w:r>
        <w:rPr>
          <w:rtl/>
        </w:rPr>
        <w:t>7 - (علي) بن رميس بغدادي ضعيف.</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8 - (علي) بن جعفر بن العباس الخزاعي المروزي من أصحاب أبي محمد العسكري عليه السلام واقفى.</w:t>
      </w:r>
    </w:p>
    <w:p w:rsidR="00F04D17" w:rsidRDefault="00F04D17" w:rsidP="00F04D17">
      <w:pPr>
        <w:pStyle w:val="libNormal"/>
        <w:rPr>
          <w:rtl/>
        </w:rPr>
      </w:pPr>
      <w:r>
        <w:rPr>
          <w:rtl/>
        </w:rPr>
        <w:t>9 - (علي) بن وصيف أبوالحسن الناشي كان متكلما شاعرا مجودا وكان يتكلم على مذهب أهل الظاهر في الفقه.</w:t>
      </w:r>
    </w:p>
    <w:p w:rsidR="00F04D17" w:rsidRDefault="00F04D17" w:rsidP="00F04D17">
      <w:pPr>
        <w:pStyle w:val="libNormal"/>
        <w:rPr>
          <w:rtl/>
        </w:rPr>
      </w:pPr>
      <w:r>
        <w:rPr>
          <w:rtl/>
        </w:rPr>
        <w:t>10 - (علي) بن أحمد الكوفي يكنى أباالقاسم قال الشيخ الطوسي انه كان اماميا مستقيم الطريقة وصنف كتبا كثيرة سديدة وصنف كتاب</w:t>
      </w:r>
      <w:r w:rsidR="00CD27DE">
        <w:rPr>
          <w:rtl/>
        </w:rPr>
        <w:t>اً</w:t>
      </w:r>
      <w:r>
        <w:rPr>
          <w:rtl/>
        </w:rPr>
        <w:t xml:space="preserve"> في الغلو والتخليط وله مقالة تنسب اليه وقال النجاشي انه كان يقول انه من آل أبى طالب وغلا في آخر عمره وفسد مذهبه وصنف كتبا كثيرة أكثرها على الفساد توفي بموضع يقال له كرمي بينه وبين شيراز نيف وعشرون فرسخا في جمادي الاولي سنة اثنتين وخمسين وثلثمائة وهذا الرجل تدعي له الغلات منازل عظيمة وقال ابن الغضايري علي بن أحمد أبوالقاسم الكوفي المدعي العلوية كذاب غال صاحب بدعة ومقالة رايت له كتبا كثيرة لا يلتفت اليه أقول وهو المخمس صاحب البدع المحدثة وادعى انه من بني هارون ابن الكاظم عليه السلام ومعني التخميس عند الغلات لعنهم الله ان سلمان الفارسي والمقداد وعمار وأباذر وعمر بن امية الضمري هم الموكلون بمصالح العالم تعالى الله عن ذلك علو</w:t>
      </w:r>
      <w:r w:rsidR="00CD27DE">
        <w:rPr>
          <w:rtl/>
        </w:rPr>
        <w:t>اً</w:t>
      </w:r>
      <w:r>
        <w:rPr>
          <w:rtl/>
        </w:rPr>
        <w:t xml:space="preserve"> كبيرا.</w:t>
      </w:r>
    </w:p>
    <w:p w:rsidR="00F04D17" w:rsidRDefault="00F04D17" w:rsidP="00F04D17">
      <w:pPr>
        <w:pStyle w:val="libNormal"/>
        <w:rPr>
          <w:rtl/>
        </w:rPr>
      </w:pPr>
      <w:r>
        <w:rPr>
          <w:rtl/>
        </w:rPr>
        <w:t>11 - (علي) بن محمد المدايني عامي المذهب.</w:t>
      </w:r>
    </w:p>
    <w:p w:rsidR="00F04D17" w:rsidRDefault="00F04D17" w:rsidP="00F04D17">
      <w:pPr>
        <w:pStyle w:val="libNormal"/>
        <w:rPr>
          <w:rtl/>
        </w:rPr>
      </w:pPr>
      <w:r>
        <w:rPr>
          <w:rtl/>
        </w:rPr>
        <w:t>12 - (علي) بن أحمد العلوي العقيقي بالقاف بعد العين المهملة وبعد الياء المنقطة تحتها نقطتين قال الشيخ الطوسي رحمة الله أخبرنا أحمد بن عبدون عن العريف أبي محمد الحسن بن محمد بن يحيى عن علي بن أحمد العقيقي قال ابن عبدون في أحاديث العقيقي مناكير.</w:t>
      </w:r>
    </w:p>
    <w:p w:rsidR="00F04D17" w:rsidRDefault="00F04D17" w:rsidP="00F04D17">
      <w:pPr>
        <w:pStyle w:val="libNormal"/>
        <w:rPr>
          <w:rtl/>
        </w:rPr>
      </w:pPr>
      <w:r>
        <w:rPr>
          <w:rtl/>
        </w:rPr>
        <w:t>13 - (علي) بن حزور بالحاء المهملة والزاي المفتوحتين والواو المشددة والرآء أخير</w:t>
      </w:r>
      <w:r w:rsidR="00CD27DE">
        <w:rPr>
          <w:rtl/>
        </w:rPr>
        <w:t>اً</w:t>
      </w:r>
      <w:r>
        <w:rPr>
          <w:rtl/>
        </w:rPr>
        <w:t xml:space="preserve"> قال الكشي قال محمد بن مسعود سالت علي بن الحسن بن علي بن فضال عنه قال كان يقول بمحمد بن الحنفية الا انه كان من رواة الناس.</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14 - (علي) بن حسان بن كثير الهاشمي قال محمد بن مسعود سألت علي بن الحسن بن فضال عن علي بن حسان قال عن أيهما سئلت اما الواسطي فهو ثقة واما الذي عندنا يشير إلى الهاشمي فانه يروى عن عمه عبدالرحمن بن كثير فهو كذاب وهو واقفي ايضا لم يدرك ابا الحسن عليه السلام وقال ابن الغضايري علي بن حسان ابن كثير مولى أبي جعفر الباقر (ع) أبوالحسن يروى عن عمه عبدالرحمن غال ضعيف رأيت له كتابا سماه تفسير الباطن لايتعلق من الاسلام بسبب ولا يروي الا عن عمه وقال ابن الغضايري ومن أصحابنا علي بن حسان الواسطي ثقة ثقة وقال النجاشي على بن حسان بن كثير الهاشمي مولى عباس بن محمد بن علي بن عبدالله بن العباس ضعيف جدا ذكره بعض أصحابنا في الغلات فاسد الاعتقاد.</w:t>
      </w:r>
    </w:p>
    <w:p w:rsidR="00F04D17" w:rsidRDefault="00F04D17" w:rsidP="00F04D17">
      <w:pPr>
        <w:pStyle w:val="libNormal"/>
        <w:rPr>
          <w:rtl/>
        </w:rPr>
      </w:pPr>
      <w:r>
        <w:rPr>
          <w:rtl/>
        </w:rPr>
        <w:t>15 - (علي) بن حماد الازدي قال محمد بن مسعود انه متهم بالغلو الذي روى كتاب الاظلة.</w:t>
      </w:r>
    </w:p>
    <w:p w:rsidR="00F04D17" w:rsidRDefault="00F04D17" w:rsidP="00F04D17">
      <w:pPr>
        <w:pStyle w:val="libNormal"/>
        <w:rPr>
          <w:rtl/>
        </w:rPr>
      </w:pPr>
      <w:r>
        <w:rPr>
          <w:rtl/>
        </w:rPr>
        <w:t>16 - (علي) بن وهبان قال حمدويه حدثنا الحسن بن موسى قال علي بن وهبان كان واقفيا.</w:t>
      </w:r>
    </w:p>
    <w:p w:rsidR="00F04D17" w:rsidRDefault="00F04D17" w:rsidP="00F04D17">
      <w:pPr>
        <w:pStyle w:val="libNormal"/>
        <w:rPr>
          <w:rtl/>
        </w:rPr>
      </w:pPr>
      <w:r>
        <w:rPr>
          <w:rtl/>
        </w:rPr>
        <w:t>17 - (على) بن حسكه بالحاء والسين المهملتين ذكره الكشي في الغلات في وقت على بن محمد العسكري.</w:t>
      </w:r>
    </w:p>
    <w:p w:rsidR="00F04D17" w:rsidRDefault="00F04D17" w:rsidP="00F04D17">
      <w:pPr>
        <w:pStyle w:val="libNormal"/>
        <w:rPr>
          <w:rtl/>
        </w:rPr>
      </w:pPr>
      <w:r>
        <w:rPr>
          <w:rtl/>
        </w:rPr>
        <w:t>18 - (على) بن حديد بن حكيم ضعفه شيخنا في كتاب الاستبصار والتهذيب لايعول على ما ينفرد بنقله وقال الكشي قال نصر بن الصباح انه فطحي من أهل الكوفة وكان أدرك الرضا عليه السلام.</w:t>
      </w:r>
    </w:p>
    <w:p w:rsidR="00F04D17" w:rsidRDefault="00F04D17" w:rsidP="00F04D17">
      <w:pPr>
        <w:pStyle w:val="libNormal"/>
        <w:rPr>
          <w:rtl/>
        </w:rPr>
      </w:pPr>
      <w:r>
        <w:rPr>
          <w:rtl/>
        </w:rPr>
        <w:t>19 - (على) بن العباس الجراذيني بالراء بعد الجيم والذال المعجمة بعد الالف وقبل الياء المنقطة تحتها نقطتين وبعدها النون الرازى رمي بالغلو وغمز عليه ضعيف جد</w:t>
      </w:r>
      <w:r w:rsidR="00CD27DE">
        <w:rPr>
          <w:rtl/>
        </w:rPr>
        <w:t>اً</w:t>
      </w:r>
      <w:r>
        <w:rPr>
          <w:rtl/>
        </w:rPr>
        <w:t xml:space="preserve"> له تصنيف في الممدوحين والمذمومين يدل على خبثه وتهالك مذهبه لا يلتفت اليه ولا يعبا بما رواه.</w:t>
      </w:r>
    </w:p>
    <w:p w:rsidR="00F04D17" w:rsidRDefault="00F04D17" w:rsidP="00F04D17">
      <w:pPr>
        <w:pStyle w:val="libNormal"/>
        <w:rPr>
          <w:rtl/>
        </w:rPr>
      </w:pPr>
      <w:r>
        <w:rPr>
          <w:rtl/>
        </w:rPr>
        <w:t>20 - (على) بن عمر الاعرج أبوالحسن الكوفي كان صاحب زكريا المؤمن وكان واقفيا ضعيفا في الحديث.</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21 - (على) بن أبى صالح واسم أبي صالح محمد يلقب بزرج بالباء المنقطة تحتها نقطة المضمومة والزاي المضمومة والراء الساكنة والجيم يكنا أبا الحسن كوفي حناط بالحاء المهملة قال النجاشي لم يكن بذلك في المذهب والحديث والى الضعف ما هو على بن محمد بن جعفر بن عنبسة بالعين المهملة والنون قبل الباء المنقطة تحتها نقطة واحدة والسين المهملة الحداد بالحاء المهملة العسكري أبوالحسن قال أبوعبدالله بن عياش يقال له ابن ريذويه بالراء المكسورة والياء المنقطة تحتها نقطتين الساكنة والذال المعجمة المفتوحة والواو المفتوحة والياء المنقطة تحتها نقطتين الساكنة مضطرب المذهب ضعيف روى عن الضعفاء لايلتفت اليه.</w:t>
      </w:r>
    </w:p>
    <w:p w:rsidR="00F04D17" w:rsidRDefault="00F04D17" w:rsidP="00F04D17">
      <w:pPr>
        <w:pStyle w:val="libNormal"/>
        <w:rPr>
          <w:rtl/>
        </w:rPr>
      </w:pPr>
      <w:r>
        <w:rPr>
          <w:rtl/>
        </w:rPr>
        <w:t>22 - (على) بن عبدالله بن محمد بن عاصم بن زيد بن عمرو بن عوف بن الحارث ابن اهالة بن أبي اهالة النباش أبوالحسن المعروف بالخديجى وهو الاصغر ولنا الخديجي الاكبر.</w:t>
      </w:r>
    </w:p>
    <w:p w:rsidR="00F04D17" w:rsidRDefault="00F04D17" w:rsidP="00F04D17">
      <w:pPr>
        <w:pStyle w:val="libNormal"/>
        <w:rPr>
          <w:rtl/>
        </w:rPr>
      </w:pPr>
      <w:r>
        <w:rPr>
          <w:rtl/>
        </w:rPr>
        <w:t>23 - (على) بن عبدالمنعم بن هرون روي عنه وهذا علي بن عبدالله انما قيل له الخديجي لانه ينسب إلى ولد أبي أهالة النباش الاسدي الذي كان زوج خديجة قبل النبي صلى الله عليه وآله كان ضعيفا فاسد المذهب له مقالة لايلفت اليه ولا يرتفع به.</w:t>
      </w:r>
    </w:p>
    <w:p w:rsidR="00F04D17" w:rsidRDefault="00F04D17" w:rsidP="00F04D17">
      <w:pPr>
        <w:pStyle w:val="libNormal"/>
        <w:rPr>
          <w:rtl/>
        </w:rPr>
      </w:pPr>
      <w:r>
        <w:rPr>
          <w:rtl/>
        </w:rPr>
        <w:t>24 - (على) بن عبدالله بن عمران القرشي أبوالحسن المخزومي الملقب بالميموني كان غاليا ضعيفا فاسد المذهب والرواية.</w:t>
      </w:r>
    </w:p>
    <w:p w:rsidR="00F04D17" w:rsidRDefault="00F04D17" w:rsidP="00F04D17">
      <w:pPr>
        <w:pStyle w:val="libNormal"/>
        <w:rPr>
          <w:rtl/>
        </w:rPr>
      </w:pPr>
      <w:r>
        <w:rPr>
          <w:rtl/>
        </w:rPr>
        <w:t>25 - (على) بن صالح بن محمد بن يزداد بالزآى بعد الياء المنقطة تحتها نقطتين والدال المهمله بعدها ابن على بن جعفر الواسطي العجلي الرفا بالفاء المشددة ابوالحسن سمع وأكثر ثم خلط في مذهبه.</w:t>
      </w:r>
    </w:p>
    <w:p w:rsidR="00F04D17" w:rsidRDefault="00F04D17" w:rsidP="00F04D17">
      <w:pPr>
        <w:pStyle w:val="libNormal"/>
        <w:rPr>
          <w:rtl/>
        </w:rPr>
      </w:pPr>
      <w:r>
        <w:rPr>
          <w:rtl/>
        </w:rPr>
        <w:t>26 - (على) بن جعفر الهماني البرمكي يعرف منه وينكر له مسائل لابي الحسن العسكري عليه السلام.</w:t>
      </w:r>
    </w:p>
    <w:p w:rsidR="00F04D17" w:rsidRDefault="00F04D17" w:rsidP="00F04D17">
      <w:pPr>
        <w:pStyle w:val="libNormal"/>
        <w:rPr>
          <w:rtl/>
        </w:rPr>
      </w:pPr>
      <w:r>
        <w:rPr>
          <w:rtl/>
        </w:rPr>
        <w:t>27 - (على) بن أحمد بن نصر البندنجي أبوالحسن سكن الرملة ضعيف متهافت لايلتفت اليه.</w:t>
      </w:r>
    </w:p>
    <w:p w:rsidR="00F04D17" w:rsidRDefault="00F04D17" w:rsidP="00F04D17">
      <w:pPr>
        <w:pStyle w:val="libNormal"/>
        <w:rPr>
          <w:rtl/>
        </w:rPr>
      </w:pPr>
      <w:r>
        <w:rPr>
          <w:rtl/>
        </w:rPr>
        <w:t>28 - (علي) بن جعفر الهرمزداني أبوالحسن قمي ضعيف.</w:t>
      </w:r>
    </w:p>
    <w:p w:rsidR="00F04D17" w:rsidRDefault="00F04D17" w:rsidP="00F04D17">
      <w:pPr>
        <w:pStyle w:val="libNormal"/>
        <w:rPr>
          <w:rtl/>
        </w:rPr>
      </w:pPr>
      <w:r>
        <w:rPr>
          <w:rtl/>
        </w:rPr>
        <w:br w:type="page"/>
      </w:r>
    </w:p>
    <w:p w:rsidR="00F04D17" w:rsidRDefault="00F04D17" w:rsidP="00F04D17">
      <w:pPr>
        <w:pStyle w:val="Heading3Center"/>
        <w:rPr>
          <w:rtl/>
        </w:rPr>
      </w:pPr>
      <w:bookmarkStart w:id="434" w:name="219"/>
      <w:bookmarkStart w:id="435" w:name="_Toc418412139"/>
      <w:r>
        <w:rPr>
          <w:rtl/>
        </w:rPr>
        <w:lastRenderedPageBreak/>
        <w:t>الباب الثانى عبدالله أربعة وثلاثون رجلا</w:t>
      </w:r>
      <w:bookmarkEnd w:id="434"/>
      <w:bookmarkEnd w:id="435"/>
    </w:p>
    <w:p w:rsidR="00F04D17" w:rsidRDefault="00F04D17" w:rsidP="00F04D17">
      <w:pPr>
        <w:pStyle w:val="libNormal"/>
        <w:rPr>
          <w:rtl/>
        </w:rPr>
      </w:pPr>
      <w:r>
        <w:rPr>
          <w:rtl/>
        </w:rPr>
        <w:t>1 - (عبدالله) بن الكواء من أصحاب أميرالمؤمنين عليه السلام خارجي ملعون.</w:t>
      </w:r>
    </w:p>
    <w:p w:rsidR="00F04D17" w:rsidRDefault="00F04D17" w:rsidP="00F04D17">
      <w:pPr>
        <w:pStyle w:val="libNormal"/>
        <w:rPr>
          <w:rtl/>
        </w:rPr>
      </w:pPr>
      <w:r>
        <w:rPr>
          <w:rtl/>
        </w:rPr>
        <w:t>2 - (عبدالله) بن مسعود روى الكشي عن الفضل بن شاذان انه خلط.</w:t>
      </w:r>
    </w:p>
    <w:p w:rsidR="00F04D17" w:rsidRDefault="00F04D17" w:rsidP="00F04D17">
      <w:pPr>
        <w:pStyle w:val="libNormal"/>
        <w:rPr>
          <w:rtl/>
        </w:rPr>
      </w:pPr>
      <w:r>
        <w:rPr>
          <w:rtl/>
        </w:rPr>
        <w:t>3 - (عبدالله) من أصحاب أميرالمؤمنين عليه السلام الذي رجع إلى الكفر وأظهر الغلو.</w:t>
      </w:r>
    </w:p>
    <w:p w:rsidR="00F04D17" w:rsidRDefault="00F04D17" w:rsidP="00F04D17">
      <w:pPr>
        <w:pStyle w:val="libNormal"/>
        <w:rPr>
          <w:rtl/>
        </w:rPr>
      </w:pPr>
      <w:r>
        <w:rPr>
          <w:rtl/>
        </w:rPr>
        <w:t>4 - (عبدالله) بن وهب من أصحاب أميرالمؤمنين عليه السلام الراسبي بالرآء والسين المهملة والباء المنقطة تحتها نقطة كان رأس الخوارج.</w:t>
      </w:r>
    </w:p>
    <w:p w:rsidR="00F04D17" w:rsidRDefault="00F04D17" w:rsidP="00F04D17">
      <w:pPr>
        <w:pStyle w:val="libNormal"/>
        <w:rPr>
          <w:rtl/>
        </w:rPr>
      </w:pPr>
      <w:r>
        <w:rPr>
          <w:rtl/>
        </w:rPr>
        <w:t>5 - (عبدالله) بن شبرمه بالشين المعجمة وبعدها باء منقطة تحتها نقطة والراء قبل الميم من أصحاب علي بن الحسين عليه السلام كان قاضيا لابي جعفر المنصور على سواد الكوفة مات سنة أربع وأربعين ومائة.</w:t>
      </w:r>
    </w:p>
    <w:p w:rsidR="00F04D17" w:rsidRDefault="00F04D17" w:rsidP="00F04D17">
      <w:pPr>
        <w:pStyle w:val="libNormal"/>
        <w:rPr>
          <w:rtl/>
        </w:rPr>
      </w:pPr>
      <w:r>
        <w:rPr>
          <w:rtl/>
        </w:rPr>
        <w:t>6 - (عبدالله) بن جريح من أصحاب الباقر (ع) عامي.</w:t>
      </w:r>
    </w:p>
    <w:p w:rsidR="00F04D17" w:rsidRDefault="00F04D17" w:rsidP="00F04D17">
      <w:pPr>
        <w:pStyle w:val="libNormal"/>
        <w:rPr>
          <w:rtl/>
        </w:rPr>
      </w:pPr>
      <w:r>
        <w:rPr>
          <w:rtl/>
        </w:rPr>
        <w:t>7 - (عبدالله) بن عمر من أصحاب الباقر (ع) مجهول.</w:t>
      </w:r>
    </w:p>
    <w:p w:rsidR="00F04D17" w:rsidRDefault="00F04D17" w:rsidP="00F04D17">
      <w:pPr>
        <w:pStyle w:val="libNormal"/>
        <w:rPr>
          <w:rtl/>
        </w:rPr>
      </w:pPr>
      <w:r>
        <w:rPr>
          <w:rtl/>
        </w:rPr>
        <w:t>8 - (عبدالله) بن عثمان الخياط بالخاء المعجمة من أصحاب الكاظم (ع) واقفي.</w:t>
      </w:r>
    </w:p>
    <w:p w:rsidR="00F04D17" w:rsidRDefault="00F04D17" w:rsidP="00F04D17">
      <w:pPr>
        <w:pStyle w:val="libNormal"/>
        <w:rPr>
          <w:rtl/>
        </w:rPr>
      </w:pPr>
      <w:r>
        <w:rPr>
          <w:rtl/>
        </w:rPr>
        <w:t>9 - (عبدالله) بن القاسم الحضرمي من أصحاب الكاظم عليه السلام واقفي وهو يعرف بالبطل وكان كذابا روى عن الغلاة لاخير فيه ولا يعتد بروايته وليس بشئ ولا يرتفع به.</w:t>
      </w:r>
    </w:p>
    <w:p w:rsidR="00F04D17" w:rsidRDefault="00F04D17" w:rsidP="00F04D17">
      <w:pPr>
        <w:pStyle w:val="libNormal"/>
        <w:rPr>
          <w:rtl/>
        </w:rPr>
      </w:pPr>
      <w:r>
        <w:rPr>
          <w:rtl/>
        </w:rPr>
        <w:t>10 - (عبدالله) القصير من أصحاب الكاظم عليه السلام واقفي.</w:t>
      </w:r>
    </w:p>
    <w:p w:rsidR="00F04D17" w:rsidRDefault="00F04D17" w:rsidP="00F04D17">
      <w:pPr>
        <w:pStyle w:val="libNormal"/>
        <w:rPr>
          <w:rtl/>
        </w:rPr>
      </w:pPr>
      <w:r>
        <w:rPr>
          <w:rtl/>
        </w:rPr>
        <w:t>11 - (عبدالله) النجاشي من أصحاب الكاظم عليه السلام واقفى.</w:t>
      </w:r>
    </w:p>
    <w:p w:rsidR="00F04D17" w:rsidRDefault="00F04D17" w:rsidP="00F04D17">
      <w:pPr>
        <w:pStyle w:val="libNormal"/>
        <w:rPr>
          <w:rtl/>
        </w:rPr>
      </w:pPr>
      <w:r>
        <w:rPr>
          <w:rtl/>
        </w:rPr>
        <w:t>12 - (عبدالله) بن بشر السرخسي نفاه اسماعيل بن أحمد صاحب خراسان عن البلد.</w:t>
      </w:r>
    </w:p>
    <w:p w:rsidR="00F04D17" w:rsidRDefault="00F04D17" w:rsidP="00F04D17">
      <w:pPr>
        <w:pStyle w:val="libNormal"/>
        <w:rPr>
          <w:rtl/>
        </w:rPr>
      </w:pPr>
      <w:r>
        <w:rPr>
          <w:rtl/>
        </w:rPr>
        <w:t>13 - (عبدالله) بن أبي زيد الانصاري روى عنه ابن حاشر بالشين المعجمة ضعيف.</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14 - (عبدالله) بن محمد البلوي بالباء المنقطة تحتها نقطة من بلي قبيلة من أهل مصر قاله الشيخ الطوسي رحمه الله وقال غيره بلى قبيلة من قضاعة النسبة اليها بلوى، وقال الشيخ الطوسي كان واعظا فقيها ولم ينص على تعديله ولا على جرحه وقال النجاشي انه ضعيف وقال ابن الغضايري عبدالله بن محمد بن عمير بن محفوظ البلوي أبومحمد المصري كذاب وضاع للحديث لا يلتفت إلى حديثه ولا يعبا به.</w:t>
      </w:r>
    </w:p>
    <w:p w:rsidR="00F04D17" w:rsidRDefault="00F04D17" w:rsidP="00F04D17">
      <w:pPr>
        <w:pStyle w:val="libNormal"/>
        <w:rPr>
          <w:rtl/>
        </w:rPr>
      </w:pPr>
      <w:r>
        <w:rPr>
          <w:rtl/>
        </w:rPr>
        <w:t>15 - (عبدالله) بن محمد بن أبي الدنيا عامي المذهب.</w:t>
      </w:r>
    </w:p>
    <w:p w:rsidR="00F04D17" w:rsidRDefault="00F04D17" w:rsidP="00F04D17">
      <w:pPr>
        <w:pStyle w:val="libNormal"/>
        <w:rPr>
          <w:rtl/>
        </w:rPr>
      </w:pPr>
      <w:r>
        <w:rPr>
          <w:rtl/>
        </w:rPr>
        <w:t>16 - (عبدالله) بن الحارث روي الكشي عن أبي علي خلف بن حامد عن أبي محمد الحسن بن طلحة عن ابن فضال عن يونس عن يعقوب عن بريد العجلي عن أبي عبدالله عليه السلام أن قوله تعالى هل أنبئكم على من تنزل الشياطين نزلت في سبعة هو أحدهم وهذا الطريق وإن لم تثبت عندى عدالته لكنه يوجب التوقف في قبول روايته.</w:t>
      </w:r>
    </w:p>
    <w:p w:rsidR="00F04D17" w:rsidRDefault="00F04D17" w:rsidP="00F04D17">
      <w:pPr>
        <w:pStyle w:val="libNormal"/>
        <w:rPr>
          <w:rtl/>
        </w:rPr>
      </w:pPr>
      <w:r>
        <w:rPr>
          <w:rtl/>
        </w:rPr>
        <w:t>17 - (عبدالله) بن الزبير الرساني بالراء والسين المهملة المشددة روى الكشي عن إبراهيم بن محمد الختلى قال حدثنا أحمد بن أدريس القمي عن محمد بن أحمد بن يحيى عن أحمد بن محمد بن عيسى عن عبدالرحمن بن سيابه قال دفع إلى أبوعبدالله دنانير وأمرني أن أفرقها في عيالات من أصيب مع عمه زيد قال فقسمتها فأصاب عيال عبدالله بن الزبير الرسانى أربعة دنانير وهذه الرواية تعطى انه كان زيدي</w:t>
      </w:r>
      <w:r w:rsidR="00CD27DE">
        <w:rPr>
          <w:rtl/>
        </w:rPr>
        <w:t>اً</w:t>
      </w:r>
      <w:r>
        <w:rPr>
          <w:rtl/>
        </w:rPr>
        <w:t>.</w:t>
      </w:r>
    </w:p>
    <w:p w:rsidR="00F04D17" w:rsidRDefault="00F04D17" w:rsidP="00F04D17">
      <w:pPr>
        <w:pStyle w:val="libNormal"/>
        <w:rPr>
          <w:rtl/>
        </w:rPr>
      </w:pPr>
      <w:r>
        <w:rPr>
          <w:rtl/>
        </w:rPr>
        <w:t>18 - (عبدالله) الرقي عامي.</w:t>
      </w:r>
    </w:p>
    <w:p w:rsidR="00F04D17" w:rsidRDefault="00F04D17" w:rsidP="00F04D17">
      <w:pPr>
        <w:pStyle w:val="libNormal"/>
        <w:rPr>
          <w:rtl/>
        </w:rPr>
      </w:pPr>
      <w:r>
        <w:rPr>
          <w:rtl/>
        </w:rPr>
        <w:t>19 - (عبدالله) بن سبا بالسين المهملة والباء المنقطة تحتها نقطة واحده غال ملعون حرقه أميرالمؤمنين عليه السلام بالنار كان يزعم أن عليا عليه السلام إله وأنه نبي لعنه الله.</w:t>
      </w:r>
    </w:p>
    <w:p w:rsidR="00F04D17" w:rsidRDefault="00F04D17" w:rsidP="00F04D17">
      <w:pPr>
        <w:pStyle w:val="libNormal"/>
        <w:rPr>
          <w:rtl/>
        </w:rPr>
      </w:pPr>
      <w:r>
        <w:rPr>
          <w:rtl/>
        </w:rPr>
        <w:t>20 - (عبدالله) بن القاسم من أهل الارتفاع قاله الكشي.</w:t>
      </w:r>
    </w:p>
    <w:p w:rsidR="00F04D17" w:rsidRDefault="00F04D17" w:rsidP="00F04D17">
      <w:pPr>
        <w:pStyle w:val="libNormal"/>
        <w:rPr>
          <w:rtl/>
        </w:rPr>
      </w:pPr>
      <w:r>
        <w:rPr>
          <w:rtl/>
        </w:rPr>
        <w:t>21 - (عبدالله) بن جبلة بالجيم المفتوحة والباء المنقطة تحتها نقطة المفتوحة واللام المخففة ابن حيان بالياء ابن أبحر بالباء بعد الالف المنقطة تحتها نقطة والجيم والراء الكناني أبومحمد عربي صليب ثقة روى عن أبيه عن جده حيان بن ابحر أدرك الجاهلية وبيت جبله بيت مشهور بالكوفة وكان عبدالله واقفا وكان فقيها ثقة مشهور</w:t>
      </w:r>
      <w:r w:rsidR="00CD27DE">
        <w:rPr>
          <w:rtl/>
        </w:rPr>
        <w:t>اً</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22 - (عبدالله) بن عبدالرحمن الاصم المسمعي بصري ضعيف غال ليس بشيئ وله كتاب في الزيارات يدل على خبث عظيم ومذهب متهابت وكان من كذابة أهل البصرة وروى عن مسمع كردين وغيره.</w:t>
      </w:r>
    </w:p>
    <w:p w:rsidR="00F04D17" w:rsidRDefault="00F04D17" w:rsidP="00F04D17">
      <w:pPr>
        <w:pStyle w:val="libNormal"/>
        <w:rPr>
          <w:rtl/>
        </w:rPr>
      </w:pPr>
      <w:r>
        <w:rPr>
          <w:rtl/>
        </w:rPr>
        <w:t>23 - (عبدالله) بن أيوب بن راشد الزهري يباع الزطي روى عن جعفر بن محمد عليه السلام قال النجاشي أنه ثقة قال وقيل فيه تخليط وقال ابن الغضايري عبدالله ابن أيوب القمي ذكره الغلات رووا عنه لا نعرفه.</w:t>
      </w:r>
    </w:p>
    <w:p w:rsidR="00F04D17" w:rsidRDefault="00F04D17" w:rsidP="00F04D17">
      <w:pPr>
        <w:pStyle w:val="libNormal"/>
        <w:rPr>
          <w:rtl/>
        </w:rPr>
      </w:pPr>
      <w:r>
        <w:rPr>
          <w:rtl/>
        </w:rPr>
        <w:t>24 - (عبدالله) بن محمد الشامي نبه النجاشي على ضعفه.</w:t>
      </w:r>
    </w:p>
    <w:p w:rsidR="00F04D17" w:rsidRDefault="00F04D17" w:rsidP="00F04D17">
      <w:pPr>
        <w:pStyle w:val="libNormal"/>
        <w:rPr>
          <w:rtl/>
        </w:rPr>
      </w:pPr>
      <w:r>
        <w:rPr>
          <w:rtl/>
        </w:rPr>
        <w:t>25 - (عبدالله) بن محمد الدمشقي عندي فيه توقف.</w:t>
      </w:r>
    </w:p>
    <w:p w:rsidR="00F04D17" w:rsidRDefault="00F04D17" w:rsidP="00F04D17">
      <w:pPr>
        <w:pStyle w:val="libNormal"/>
        <w:rPr>
          <w:rtl/>
        </w:rPr>
      </w:pPr>
      <w:r>
        <w:rPr>
          <w:rtl/>
        </w:rPr>
        <w:t>26 - (عبدالله) بن أحمد الرازي عندي فيه توقف.</w:t>
      </w:r>
    </w:p>
    <w:p w:rsidR="00F04D17" w:rsidRDefault="00F04D17" w:rsidP="00F04D17">
      <w:pPr>
        <w:pStyle w:val="libNormal"/>
        <w:rPr>
          <w:rtl/>
        </w:rPr>
      </w:pPr>
      <w:r>
        <w:rPr>
          <w:rtl/>
        </w:rPr>
        <w:t>27 - (عبدالله) بن الحكم الارمني بالراء الساكنة ضعيف مرتفع القول يقال أنه روى عن أبي عبدالله عليه السلام.</w:t>
      </w:r>
    </w:p>
    <w:p w:rsidR="00F04D17" w:rsidRDefault="00F04D17" w:rsidP="00F04D17">
      <w:pPr>
        <w:pStyle w:val="libNormal"/>
        <w:rPr>
          <w:rtl/>
        </w:rPr>
      </w:pPr>
      <w:r>
        <w:rPr>
          <w:rtl/>
        </w:rPr>
        <w:t>28 - (عبدالله) بن القاسم الحارثي كان ضعيفا غاليا صحب معاوية بن عمار ثم خلط وقارقه وكان متروك الحديث معدولا عن ذكره.</w:t>
      </w:r>
    </w:p>
    <w:p w:rsidR="00F04D17" w:rsidRDefault="00F04D17" w:rsidP="00F04D17">
      <w:pPr>
        <w:pStyle w:val="libNormal"/>
        <w:rPr>
          <w:rtl/>
        </w:rPr>
      </w:pPr>
      <w:r>
        <w:rPr>
          <w:rtl/>
        </w:rPr>
        <w:t>29 - (عبدالله) بن داهر بالدال المهملة والرآء ابن يحيي الاحمري ضعيف.</w:t>
      </w:r>
    </w:p>
    <w:p w:rsidR="00F04D17" w:rsidRDefault="00F04D17" w:rsidP="00F04D17">
      <w:pPr>
        <w:pStyle w:val="libNormal"/>
        <w:rPr>
          <w:rtl/>
        </w:rPr>
      </w:pPr>
      <w:r>
        <w:rPr>
          <w:rtl/>
        </w:rPr>
        <w:t>30 - (عبدالله) بن محمد يقال له الجعفي ضعيف.</w:t>
      </w:r>
    </w:p>
    <w:p w:rsidR="00F04D17" w:rsidRDefault="00F04D17" w:rsidP="00F04D17">
      <w:pPr>
        <w:pStyle w:val="libNormal"/>
        <w:rPr>
          <w:rtl/>
        </w:rPr>
      </w:pPr>
      <w:r>
        <w:rPr>
          <w:rtl/>
        </w:rPr>
        <w:t>31 - (عبدالله) بن أبراهيم بن أبى عمير الغفاري بالغين المعجمة المكسورة أبومحمد مدني يقال عليه الفاسد كثيرا قال ابن الضغائري روى عن أبي عبدالله (ع) ويجوز ان يخرج شاهدا.</w:t>
      </w:r>
    </w:p>
    <w:p w:rsidR="00F04D17" w:rsidRDefault="00F04D17" w:rsidP="00F04D17">
      <w:pPr>
        <w:pStyle w:val="libNormal"/>
        <w:rPr>
          <w:rtl/>
        </w:rPr>
      </w:pPr>
      <w:r>
        <w:rPr>
          <w:rtl/>
        </w:rPr>
        <w:t>32 - (عبدالله) بن بكر الارجاني بالراء والجيم روى عن أبي عبدالله (ع) مرتفع القول ضعيف.</w:t>
      </w:r>
    </w:p>
    <w:p w:rsidR="00F04D17" w:rsidRDefault="00F04D17" w:rsidP="00F04D17">
      <w:pPr>
        <w:pStyle w:val="libNormal"/>
        <w:rPr>
          <w:rtl/>
        </w:rPr>
      </w:pPr>
      <w:r>
        <w:rPr>
          <w:rtl/>
        </w:rPr>
        <w:t>33 - (عبدالله) بن سالم الصيرفي يروي عن أبي عبدالله عليه السلام مرتفع القول لا يعبأبه.</w:t>
      </w:r>
    </w:p>
    <w:p w:rsidR="00F04D17" w:rsidRDefault="00F04D17" w:rsidP="00F04D17">
      <w:pPr>
        <w:pStyle w:val="libNormal"/>
        <w:rPr>
          <w:rtl/>
        </w:rPr>
      </w:pPr>
      <w:r>
        <w:rPr>
          <w:rtl/>
        </w:rPr>
        <w:t>34 - (عبدالله) بن بحر كوفي روي عن أبي بصير والرجل ضعيف مرتفع القول.</w:t>
      </w:r>
    </w:p>
    <w:p w:rsidR="00F04D17" w:rsidRDefault="00F04D17" w:rsidP="00F04D17">
      <w:pPr>
        <w:pStyle w:val="libNormal"/>
        <w:rPr>
          <w:rtl/>
        </w:rPr>
      </w:pPr>
      <w:r>
        <w:rPr>
          <w:rtl/>
        </w:rPr>
        <w:br w:type="page"/>
      </w:r>
    </w:p>
    <w:p w:rsidR="00F04D17" w:rsidRDefault="00F04D17" w:rsidP="00F04D17">
      <w:pPr>
        <w:pStyle w:val="Heading3Center"/>
        <w:rPr>
          <w:rtl/>
        </w:rPr>
      </w:pPr>
      <w:bookmarkStart w:id="436" w:name="220"/>
      <w:bookmarkStart w:id="437" w:name="_Toc418412140"/>
      <w:r>
        <w:rPr>
          <w:rtl/>
        </w:rPr>
        <w:lastRenderedPageBreak/>
        <w:t>الباب الثالث عبدالرحمن سبعة رجل</w:t>
      </w:r>
      <w:bookmarkEnd w:id="436"/>
      <w:bookmarkEnd w:id="437"/>
    </w:p>
    <w:p w:rsidR="00F04D17" w:rsidRDefault="00F04D17" w:rsidP="00F04D17">
      <w:pPr>
        <w:pStyle w:val="libNormal"/>
        <w:rPr>
          <w:rtl/>
        </w:rPr>
      </w:pPr>
      <w:r>
        <w:rPr>
          <w:rtl/>
        </w:rPr>
        <w:t>1 - (عبدالرحمن) بن زرعه بالزاى المضمومة ثم الراء من أصحاب أبي جعفر الباقر عليه السلام مجهول.</w:t>
      </w:r>
    </w:p>
    <w:p w:rsidR="00F04D17" w:rsidRDefault="00F04D17" w:rsidP="00F04D17">
      <w:pPr>
        <w:pStyle w:val="libNormal"/>
        <w:rPr>
          <w:rtl/>
        </w:rPr>
      </w:pPr>
      <w:r>
        <w:rPr>
          <w:rtl/>
        </w:rPr>
        <w:t>2 - (عبدالرحمن) بن الهلقام بالقاف أبومحمد العجلي من أصحاب الصادق (ع) ضعيف.</w:t>
      </w:r>
    </w:p>
    <w:p w:rsidR="00F04D17" w:rsidRDefault="00F04D17" w:rsidP="00F04D17">
      <w:pPr>
        <w:pStyle w:val="libNormal"/>
        <w:rPr>
          <w:rtl/>
        </w:rPr>
      </w:pPr>
      <w:r>
        <w:rPr>
          <w:rtl/>
        </w:rPr>
        <w:t>3 - (عبدالرحمن) بن كثير الهاشمي مولى عباس بن محمد بن على بن عبيدالله بن العباس ليس بشيئ كان ضعيفا غمز عليه أصحابنا وقالوا انه كان يضع الحديث.</w:t>
      </w:r>
    </w:p>
    <w:p w:rsidR="00F04D17" w:rsidRDefault="00F04D17" w:rsidP="00F04D17">
      <w:pPr>
        <w:pStyle w:val="libNormal"/>
        <w:rPr>
          <w:rtl/>
        </w:rPr>
      </w:pPr>
      <w:r>
        <w:rPr>
          <w:rtl/>
        </w:rPr>
        <w:t>4 - (عبدالرحمن) بن أحمد بن نهبك بالنون والياء المنقطة تحتها نقطتين قبل الكاف العمري الملقب دحان بالدال المهملة المضمومة والحاء المهملة والنون بعد الالف ضعيف مرتفع القول كان كوفي الاصل لم يكن في الحديث بذاك يعرف منه وينكر.</w:t>
      </w:r>
    </w:p>
    <w:p w:rsidR="00F04D17" w:rsidRDefault="00F04D17" w:rsidP="00F04D17">
      <w:pPr>
        <w:pStyle w:val="libNormal"/>
        <w:rPr>
          <w:rtl/>
        </w:rPr>
      </w:pPr>
      <w:r>
        <w:rPr>
          <w:rtl/>
        </w:rPr>
        <w:t>5 - (عبدالرحمن) بن بدر أبوادريس كوفي ثقة ليس بالمحقق عندنا.</w:t>
      </w:r>
    </w:p>
    <w:p w:rsidR="00F04D17" w:rsidRDefault="00F04D17" w:rsidP="00F04D17">
      <w:pPr>
        <w:pStyle w:val="libNormal"/>
        <w:rPr>
          <w:rtl/>
        </w:rPr>
      </w:pPr>
      <w:r>
        <w:rPr>
          <w:rtl/>
        </w:rPr>
        <w:t>6 - (عبدالرحمن) بن أبي حماد أبوالقاسم كوفي صيرفي انتقل إلى قم وسكنها وهو صاحب دار أحمد بن أبي عبدالله البرقي رمي بالضعف والغلو وقال ابن النضايري انه يكنى أبا محمد وهو ضعيف جدا لا يلتفت اليه في مذهبه غلو.</w:t>
      </w:r>
    </w:p>
    <w:p w:rsidR="00F04D17" w:rsidRDefault="00F04D17" w:rsidP="00F04D17">
      <w:pPr>
        <w:pStyle w:val="libNormal"/>
        <w:rPr>
          <w:rtl/>
        </w:rPr>
      </w:pPr>
      <w:r>
        <w:rPr>
          <w:rtl/>
        </w:rPr>
        <w:t>7 - (عبدالرحمن) بن سالم بن عبدالرحمن الاشل كوفي مولى روي عن أبي بصير ضعيف وأبوه ثقة روى عن أبي جعفر وأبى عبدالله عليهما السلام.</w:t>
      </w:r>
    </w:p>
    <w:p w:rsidR="00F04D17" w:rsidRDefault="00F04D17" w:rsidP="00F04D17">
      <w:pPr>
        <w:pStyle w:val="Heading3Center"/>
        <w:rPr>
          <w:rtl/>
        </w:rPr>
      </w:pPr>
      <w:bookmarkStart w:id="438" w:name="221"/>
      <w:bookmarkStart w:id="439" w:name="_Toc418412141"/>
      <w:r>
        <w:rPr>
          <w:rtl/>
        </w:rPr>
        <w:t>الباب الرابع عبدالملك ثلاثة رجال</w:t>
      </w:r>
      <w:bookmarkEnd w:id="438"/>
      <w:bookmarkEnd w:id="439"/>
    </w:p>
    <w:p w:rsidR="00F04D17" w:rsidRDefault="00F04D17" w:rsidP="00F04D17">
      <w:pPr>
        <w:pStyle w:val="libNormal"/>
        <w:rPr>
          <w:rtl/>
        </w:rPr>
      </w:pPr>
      <w:r>
        <w:rPr>
          <w:rtl/>
        </w:rPr>
        <w:t>1 - (عبدالملك) بن هارون بن عنترة الشيباني كوفي ثقة عين روى عن أصحابنا ورووا عنه ولم يكن متحققا بأمرنا.</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2 - (عبدالملك) بن منذر بالنون قبل الذال المعجمة العمي بصري ضعيف.</w:t>
      </w:r>
    </w:p>
    <w:p w:rsidR="00F04D17" w:rsidRDefault="00F04D17" w:rsidP="00F04D17">
      <w:pPr>
        <w:pStyle w:val="libNormal"/>
        <w:rPr>
          <w:rtl/>
        </w:rPr>
      </w:pPr>
      <w:r>
        <w:rPr>
          <w:rtl/>
        </w:rPr>
        <w:t>3 - (عبدالملك) بن جريح بالجيم قبل الراء وبعد الياء المنقطة تحتها نقطتين من من رجال العامة.</w:t>
      </w:r>
    </w:p>
    <w:p w:rsidR="00F04D17" w:rsidRDefault="00F04D17" w:rsidP="00F04D17">
      <w:pPr>
        <w:pStyle w:val="Heading3Center"/>
        <w:rPr>
          <w:rtl/>
        </w:rPr>
      </w:pPr>
      <w:bookmarkStart w:id="440" w:name="222"/>
      <w:bookmarkStart w:id="441" w:name="_Toc418412142"/>
      <w:r>
        <w:rPr>
          <w:rtl/>
        </w:rPr>
        <w:t>الباب الخامس عبدالعزيز ثلاثة رجال</w:t>
      </w:r>
      <w:bookmarkEnd w:id="440"/>
      <w:bookmarkEnd w:id="441"/>
    </w:p>
    <w:p w:rsidR="00F04D17" w:rsidRDefault="00F04D17" w:rsidP="00F04D17">
      <w:pPr>
        <w:pStyle w:val="libNormal"/>
        <w:rPr>
          <w:rtl/>
        </w:rPr>
      </w:pPr>
      <w:r>
        <w:rPr>
          <w:rtl/>
        </w:rPr>
        <w:t>1 - (عبدالعزيز) بن اسحاق بن جعفر الزبدي البقال كان زيديا يكني أبا القاسم سمع من التلعكبري سنة ست وعشرين وثلثمائة.</w:t>
      </w:r>
    </w:p>
    <w:p w:rsidR="00F04D17" w:rsidRDefault="00F04D17" w:rsidP="00F04D17">
      <w:pPr>
        <w:pStyle w:val="libNormal"/>
        <w:rPr>
          <w:rtl/>
        </w:rPr>
      </w:pPr>
      <w:r>
        <w:rPr>
          <w:rtl/>
        </w:rPr>
        <w:t>2 - (عبدالعزيز) العبدي كوفي روي عن أبي عبدالله (ع) ضعيف ذكره ابن نوح.</w:t>
      </w:r>
    </w:p>
    <w:p w:rsidR="00F04D17" w:rsidRDefault="00F04D17" w:rsidP="00F04D17">
      <w:pPr>
        <w:pStyle w:val="libNormal"/>
        <w:rPr>
          <w:rtl/>
        </w:rPr>
      </w:pPr>
      <w:r>
        <w:rPr>
          <w:rtl/>
        </w:rPr>
        <w:t>3 - (عبدالعزيز) بن أبي ذيب المدني وهو عبدالعزيز بن عمران ضعفه ابن أبي عمير وليس هذا عندي موجب</w:t>
      </w:r>
      <w:r w:rsidR="00CD27DE">
        <w:rPr>
          <w:rtl/>
        </w:rPr>
        <w:t>اً</w:t>
      </w:r>
      <w:r>
        <w:rPr>
          <w:rtl/>
        </w:rPr>
        <w:t xml:space="preserve"> للطعن لكنه من مرجحات الطعن.</w:t>
      </w:r>
    </w:p>
    <w:p w:rsidR="00F04D17" w:rsidRDefault="00F04D17" w:rsidP="00F04D17">
      <w:pPr>
        <w:pStyle w:val="Heading3Center"/>
        <w:rPr>
          <w:rtl/>
        </w:rPr>
      </w:pPr>
      <w:bookmarkStart w:id="442" w:name="223"/>
      <w:bookmarkStart w:id="443" w:name="_Toc418412143"/>
      <w:r>
        <w:rPr>
          <w:rtl/>
        </w:rPr>
        <w:t>الباب السادس عمر عشرة رجال</w:t>
      </w:r>
      <w:bookmarkEnd w:id="442"/>
      <w:bookmarkEnd w:id="443"/>
    </w:p>
    <w:p w:rsidR="00F04D17" w:rsidRDefault="00F04D17" w:rsidP="00F04D17">
      <w:pPr>
        <w:pStyle w:val="libNormal"/>
        <w:rPr>
          <w:rtl/>
        </w:rPr>
      </w:pPr>
      <w:r>
        <w:rPr>
          <w:rtl/>
        </w:rPr>
        <w:t>1 - (عمر) بن قيس الماصر ويقال عمرو بالواو بعد الراء وهو من اصحاب الباقر عليه السلام بتري.</w:t>
      </w:r>
    </w:p>
    <w:p w:rsidR="00F04D17" w:rsidRDefault="00F04D17" w:rsidP="00F04D17">
      <w:pPr>
        <w:pStyle w:val="libNormal"/>
        <w:rPr>
          <w:rtl/>
        </w:rPr>
      </w:pPr>
      <w:r>
        <w:rPr>
          <w:rtl/>
        </w:rPr>
        <w:t>2 - (عمر) بن يحيي من أصحاب الباقر عليه السلام مجهول.</w:t>
      </w:r>
    </w:p>
    <w:p w:rsidR="00F04D17" w:rsidRDefault="00F04D17" w:rsidP="00F04D17">
      <w:pPr>
        <w:pStyle w:val="libNormal"/>
        <w:rPr>
          <w:rtl/>
        </w:rPr>
      </w:pPr>
      <w:r>
        <w:rPr>
          <w:rtl/>
        </w:rPr>
        <w:t>3 - (عمر) بن هلال من أصحاب الباقر عليه السلام مجهول.</w:t>
      </w:r>
    </w:p>
    <w:p w:rsidR="00F04D17" w:rsidRDefault="00F04D17" w:rsidP="00F04D17">
      <w:pPr>
        <w:pStyle w:val="libNormal"/>
        <w:rPr>
          <w:rtl/>
        </w:rPr>
      </w:pPr>
      <w:r>
        <w:rPr>
          <w:rtl/>
        </w:rPr>
        <w:t>4 - (عمر) بن فرات بالفاء قبل الراء والتاء المنقطة فوقها نقطتين أخيرا من أصحاب الرضا عليه السلام كاتب الوجيهي زيدي.</w:t>
      </w:r>
    </w:p>
    <w:p w:rsidR="00F04D17" w:rsidRDefault="00F04D17" w:rsidP="00F04D17">
      <w:pPr>
        <w:pStyle w:val="libNormal"/>
        <w:rPr>
          <w:rtl/>
        </w:rPr>
      </w:pPr>
      <w:r>
        <w:rPr>
          <w:rtl/>
        </w:rPr>
        <w:t>5 - (عمر) بن موسى الوجيهي زيدي.</w:t>
      </w:r>
    </w:p>
    <w:p w:rsidR="00F04D17" w:rsidRDefault="00F04D17" w:rsidP="00F04D17">
      <w:pPr>
        <w:pStyle w:val="libNormal"/>
        <w:rPr>
          <w:rtl/>
        </w:rPr>
      </w:pPr>
      <w:r>
        <w:rPr>
          <w:rtl/>
        </w:rPr>
        <w:t>6 - (عمر) بن عبدالعزيز أبوحفص بن أبي بشار المعروف بزحل بالزاى والحاء المهملة قال الكشي قال محمد بن مسعود حدثني عبدالله بن حمدويه البيهقى قال سمعت الفضل بن شاذان يقول رجل أبو حفص يروى المناكير وليس بغال وقال النجاشي انه مختلط.</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7 - (عمر) بن رياح بتري.</w:t>
      </w:r>
    </w:p>
    <w:p w:rsidR="00F04D17" w:rsidRDefault="00F04D17" w:rsidP="00F04D17">
      <w:pPr>
        <w:pStyle w:val="libNormal"/>
        <w:rPr>
          <w:rtl/>
        </w:rPr>
      </w:pPr>
      <w:r>
        <w:rPr>
          <w:rtl/>
        </w:rPr>
        <w:t>8 - (عمر) بن توبة بالتاء المنقطة فوقها نقطتين والباء المنقطة تحتها نقطة بعد الواو وأبويحيى الصنعاني روي عن أبي عبدالله (ع) في الرجال ضعيف جد</w:t>
      </w:r>
      <w:r w:rsidR="00CD27DE">
        <w:rPr>
          <w:rtl/>
        </w:rPr>
        <w:t>اً</w:t>
      </w:r>
      <w:r>
        <w:rPr>
          <w:rtl/>
        </w:rPr>
        <w:t xml:space="preserve"> لا يلتفت اليه ولا اعتمد على شيئ مما يرويه.</w:t>
      </w:r>
    </w:p>
    <w:p w:rsidR="00F04D17" w:rsidRDefault="00F04D17" w:rsidP="00F04D17">
      <w:pPr>
        <w:pStyle w:val="libNormal"/>
        <w:rPr>
          <w:rtl/>
        </w:rPr>
      </w:pPr>
      <w:r>
        <w:rPr>
          <w:rtl/>
        </w:rPr>
        <w:t>9 - (عمر) بن المختار الخزاعي ذكره الغلات لا يعرف.</w:t>
      </w:r>
    </w:p>
    <w:p w:rsidR="00F04D17" w:rsidRDefault="00F04D17" w:rsidP="00F04D17">
      <w:pPr>
        <w:pStyle w:val="libNormal"/>
        <w:rPr>
          <w:rtl/>
        </w:rPr>
      </w:pPr>
      <w:r>
        <w:rPr>
          <w:rtl/>
        </w:rPr>
        <w:t>10 - (عمر) بن ثابت بالثاء اولا ابن هرم أبوالمقدام الحداد مولى بنى عجلان كوفي روى عن علي بن الحسين وأبي جعفر وأبي عبدالله صلوات الله وسلامه عليهم ضعيف جدا قاله ابن الغضايري وقال في كتابه الاخر عمر بن أبي المقدام ثابت العجلي موليهم الكوفي طعنوا عليه من جهة وليس عندي كما زعموا وهو ثقة.</w:t>
      </w:r>
    </w:p>
    <w:p w:rsidR="00F04D17" w:rsidRDefault="00F04D17" w:rsidP="00F04D17">
      <w:pPr>
        <w:pStyle w:val="Heading3Center"/>
        <w:rPr>
          <w:rtl/>
        </w:rPr>
      </w:pPr>
      <w:bookmarkStart w:id="444" w:name="224"/>
      <w:bookmarkStart w:id="445" w:name="_Toc418412144"/>
      <w:r>
        <w:rPr>
          <w:rtl/>
        </w:rPr>
        <w:t>الباب السابع عمرو ستة رجال</w:t>
      </w:r>
      <w:bookmarkEnd w:id="444"/>
      <w:bookmarkEnd w:id="445"/>
    </w:p>
    <w:p w:rsidR="00F04D17" w:rsidRDefault="00F04D17" w:rsidP="00F04D17">
      <w:pPr>
        <w:pStyle w:val="libNormal"/>
        <w:rPr>
          <w:rtl/>
        </w:rPr>
      </w:pPr>
      <w:r>
        <w:rPr>
          <w:rtl/>
        </w:rPr>
        <w:t>1 - (عمرو) بن حريث من أصحاب أميرالمؤمنين عليه السلام عدو الله ملعون.</w:t>
      </w:r>
    </w:p>
    <w:p w:rsidR="00F04D17" w:rsidRDefault="00F04D17" w:rsidP="00F04D17">
      <w:pPr>
        <w:pStyle w:val="libNormal"/>
        <w:rPr>
          <w:rtl/>
        </w:rPr>
      </w:pPr>
      <w:r>
        <w:rPr>
          <w:rtl/>
        </w:rPr>
        <w:t>2 - (عمرو) بن قيس المشرقي بالقاف ويقال انه اعتذر إلى الحسين عليه السلام بالبضايع التي كانت معه.</w:t>
      </w:r>
    </w:p>
    <w:p w:rsidR="00F04D17" w:rsidRDefault="00F04D17" w:rsidP="00F04D17">
      <w:pPr>
        <w:pStyle w:val="libNormal"/>
        <w:rPr>
          <w:rtl/>
        </w:rPr>
      </w:pPr>
      <w:r>
        <w:rPr>
          <w:rtl/>
        </w:rPr>
        <w:t>3 - (عمرو) بن جميع من أصحاب أبي جعفر وأبي عبدالله عليهم السلام يكني أبا عثمان الازدي قاضي الري ضعيف بتري.</w:t>
      </w:r>
    </w:p>
    <w:p w:rsidR="00F04D17" w:rsidRDefault="00F04D17" w:rsidP="00F04D17">
      <w:pPr>
        <w:pStyle w:val="libNormal"/>
        <w:rPr>
          <w:rtl/>
        </w:rPr>
      </w:pPr>
      <w:r>
        <w:rPr>
          <w:rtl/>
        </w:rPr>
        <w:t>4 - (عمرو) بن خالد الواسطي روى عن زيد بن علي له كتاب كبير كان بتريا.</w:t>
      </w:r>
    </w:p>
    <w:p w:rsidR="00F04D17" w:rsidRDefault="00F04D17" w:rsidP="00F04D17">
      <w:pPr>
        <w:pStyle w:val="libNormal"/>
        <w:rPr>
          <w:rtl/>
        </w:rPr>
      </w:pPr>
      <w:r>
        <w:rPr>
          <w:rtl/>
        </w:rPr>
        <w:t>5 - (عمرو) النبطي بالنون قبل الباء المنقطة تحتها نقطة روى الكشي من كتاب يحيى بن عبدالحميد انه ممن يضع الحديث على جعفر بن محمد عليهما السلام.</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6 - (عمرو) بن شمر بالشين المعجمة والراء اخير</w:t>
      </w:r>
      <w:r w:rsidR="00CD27DE">
        <w:rPr>
          <w:rtl/>
        </w:rPr>
        <w:t>اً</w:t>
      </w:r>
      <w:r>
        <w:rPr>
          <w:rtl/>
        </w:rPr>
        <w:t xml:space="preserve"> أبوعبدالله الجعفي كوفي روي عن أبي عبدالله عليه السلام وعن جابر وهو ضعيف جدا زيد أحاديث في كتب جابر بن يزيد الجعفي ينسب اليه بعضها فالامر ملتبس فلا اعتمد على شيئ مما يرويه.</w:t>
      </w:r>
    </w:p>
    <w:p w:rsidR="00F04D17" w:rsidRDefault="00F04D17" w:rsidP="00F04D17">
      <w:pPr>
        <w:pStyle w:val="Heading3Center"/>
        <w:rPr>
          <w:rtl/>
        </w:rPr>
      </w:pPr>
      <w:bookmarkStart w:id="446" w:name="225"/>
      <w:bookmarkStart w:id="447" w:name="_Toc418412145"/>
      <w:r>
        <w:rPr>
          <w:rtl/>
        </w:rPr>
        <w:t>الباب الثامن عيسى اربعة رجال</w:t>
      </w:r>
      <w:bookmarkEnd w:id="446"/>
      <w:bookmarkEnd w:id="447"/>
    </w:p>
    <w:p w:rsidR="00F04D17" w:rsidRDefault="00F04D17" w:rsidP="00F04D17">
      <w:pPr>
        <w:pStyle w:val="libNormal"/>
        <w:rPr>
          <w:rtl/>
        </w:rPr>
      </w:pPr>
      <w:r>
        <w:rPr>
          <w:rtl/>
        </w:rPr>
        <w:t>1 - (عيسى) بن عيسى الكلابي وليس بالرواسى من أصحاب أبي الحسن الرضا عليه السلام كوفي واقفى.</w:t>
      </w:r>
    </w:p>
    <w:p w:rsidR="00F04D17" w:rsidRDefault="00F04D17" w:rsidP="00F04D17">
      <w:pPr>
        <w:pStyle w:val="libNormal"/>
        <w:rPr>
          <w:rtl/>
        </w:rPr>
      </w:pPr>
      <w:r>
        <w:rPr>
          <w:rtl/>
        </w:rPr>
        <w:t>2 - (عيسى) بن عثمان من أصحاب الرضا عليه السلام مجهول.</w:t>
      </w:r>
    </w:p>
    <w:p w:rsidR="00F04D17" w:rsidRDefault="00F04D17" w:rsidP="00F04D17">
      <w:pPr>
        <w:pStyle w:val="libNormal"/>
        <w:rPr>
          <w:rtl/>
        </w:rPr>
      </w:pPr>
      <w:r>
        <w:rPr>
          <w:rtl/>
        </w:rPr>
        <w:t>3 - (عيسى) بن عمرو الشيباني لم يرو عن الائمة عليهم السلام عالم زيدي المذهب.</w:t>
      </w:r>
    </w:p>
    <w:p w:rsidR="00F04D17" w:rsidRDefault="00F04D17" w:rsidP="00F04D17">
      <w:pPr>
        <w:pStyle w:val="libNormal"/>
        <w:rPr>
          <w:rtl/>
        </w:rPr>
      </w:pPr>
      <w:r>
        <w:rPr>
          <w:rtl/>
        </w:rPr>
        <w:t>4 - (عيسى) بن المستفاد بالسين المهملة والتاء المنقطة فوقها نقطتين والفاء والدال المهملة البجلي يكنى أبا موسى الضرير روى عن أبي جعفر الثاني عليه السلام ولم يكن بذاك وذكر له رواية عن موسى بن جعفر وله كتاب الوصية لا يثبت سنده وهو في نفسه ضعيف.</w:t>
      </w:r>
    </w:p>
    <w:p w:rsidR="00F04D17" w:rsidRDefault="00F04D17" w:rsidP="00F04D17">
      <w:pPr>
        <w:pStyle w:val="Heading3Center"/>
        <w:rPr>
          <w:rtl/>
        </w:rPr>
      </w:pPr>
      <w:bookmarkStart w:id="448" w:name="226"/>
      <w:bookmarkStart w:id="449" w:name="_Toc418412146"/>
      <w:r>
        <w:rPr>
          <w:rtl/>
        </w:rPr>
        <w:t>الباب التاسع عامر ثلاثة رجال</w:t>
      </w:r>
      <w:bookmarkEnd w:id="448"/>
      <w:bookmarkEnd w:id="449"/>
    </w:p>
    <w:p w:rsidR="00F04D17" w:rsidRDefault="00F04D17" w:rsidP="00F04D17">
      <w:pPr>
        <w:pStyle w:val="libNormal"/>
        <w:rPr>
          <w:rtl/>
        </w:rPr>
      </w:pPr>
      <w:r>
        <w:rPr>
          <w:rtl/>
        </w:rPr>
        <w:t>1 - (عامر) بن كثير بالثاء المنقطة فوقها ثلاث نقط السراج كان من دعاة الحسين عليه السلام قاله الشيخ الطوسي رحمه الله والبرقي أيضا وقال النجاشي انه زيدي كوفي ثقة وانا اتوقف في روايته لقول النجاشي فيه.</w:t>
      </w:r>
    </w:p>
    <w:p w:rsidR="00F04D17" w:rsidRDefault="00F04D17" w:rsidP="00F04D17">
      <w:pPr>
        <w:pStyle w:val="libNormal"/>
        <w:rPr>
          <w:rtl/>
        </w:rPr>
      </w:pPr>
      <w:r>
        <w:rPr>
          <w:rtl/>
        </w:rPr>
        <w:t>2 - (عامر) بن مسلم بن أصحاب الحسين عليه السلام مجهول.</w:t>
      </w:r>
    </w:p>
    <w:p w:rsidR="00F04D17" w:rsidRDefault="00F04D17" w:rsidP="00F04D17">
      <w:pPr>
        <w:pStyle w:val="libNormal"/>
        <w:rPr>
          <w:rtl/>
        </w:rPr>
      </w:pPr>
      <w:r>
        <w:rPr>
          <w:rtl/>
        </w:rPr>
        <w:t>3 - (عامر) بن واثله بالثاء المنقطة فوقها ثلاث نقط كيساني.</w:t>
      </w:r>
    </w:p>
    <w:p w:rsidR="00F04D17" w:rsidRDefault="00F04D17" w:rsidP="00F04D17">
      <w:pPr>
        <w:pStyle w:val="Heading3Center"/>
        <w:rPr>
          <w:rtl/>
        </w:rPr>
      </w:pPr>
      <w:bookmarkStart w:id="450" w:name="227"/>
      <w:bookmarkStart w:id="451" w:name="_Toc418412147"/>
      <w:r>
        <w:rPr>
          <w:rtl/>
        </w:rPr>
        <w:t>الباب العاشر عطية رجلان</w:t>
      </w:r>
      <w:bookmarkEnd w:id="450"/>
      <w:bookmarkEnd w:id="451"/>
    </w:p>
    <w:p w:rsidR="00F04D17" w:rsidRDefault="00F04D17" w:rsidP="00F04D17">
      <w:pPr>
        <w:pStyle w:val="libNormal"/>
        <w:rPr>
          <w:rtl/>
        </w:rPr>
      </w:pPr>
      <w:r>
        <w:rPr>
          <w:rtl/>
        </w:rPr>
        <w:t>1 - (عطية) بن رستم بالراء المهملة المضمومة والسين المهملة الساكنة والتاء المنقطة فوقها نقطتين المضمومة من أصحاب أبي الحسن الرضا عليه السلام مجهول.</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2 - (عطية) بن ذكوان من أصحاب الباقر عليه السلام مجهول.</w:t>
      </w:r>
    </w:p>
    <w:p w:rsidR="00F04D17" w:rsidRDefault="00F04D17" w:rsidP="00F04D17">
      <w:pPr>
        <w:pStyle w:val="Heading3Center"/>
        <w:rPr>
          <w:rtl/>
        </w:rPr>
      </w:pPr>
      <w:bookmarkStart w:id="452" w:name="228"/>
      <w:bookmarkStart w:id="453" w:name="_Toc418412148"/>
      <w:r>
        <w:rPr>
          <w:rtl/>
        </w:rPr>
        <w:t>الباب الحادي عشر عباد رجلان</w:t>
      </w:r>
      <w:bookmarkEnd w:id="452"/>
      <w:bookmarkEnd w:id="453"/>
    </w:p>
    <w:p w:rsidR="00F04D17" w:rsidRDefault="00F04D17" w:rsidP="00F04D17">
      <w:pPr>
        <w:pStyle w:val="libNormal"/>
        <w:rPr>
          <w:rtl/>
        </w:rPr>
      </w:pPr>
      <w:r>
        <w:rPr>
          <w:rtl/>
        </w:rPr>
        <w:t>1 - (عباد) بن يعقوب الرواجني بالراء والجيم والنون والياء اخيرا عامي المذهب.</w:t>
      </w:r>
    </w:p>
    <w:p w:rsidR="00F04D17" w:rsidRDefault="00F04D17" w:rsidP="00F04D17">
      <w:pPr>
        <w:pStyle w:val="libNormal"/>
        <w:rPr>
          <w:rtl/>
        </w:rPr>
      </w:pPr>
      <w:r>
        <w:rPr>
          <w:rtl/>
        </w:rPr>
        <w:t>2 - (عباد) بن صهيب البتري قاله الكشي وقال النجاشي انه يكنى أبا بكر التميمي الكلبي اليربوعي بصري ثقة روى عن أبي عبدالله عليه السلام.</w:t>
      </w:r>
    </w:p>
    <w:p w:rsidR="00F04D17" w:rsidRDefault="00F04D17" w:rsidP="00F04D17">
      <w:pPr>
        <w:pStyle w:val="Heading3Center"/>
        <w:rPr>
          <w:rtl/>
        </w:rPr>
      </w:pPr>
      <w:bookmarkStart w:id="454" w:name="229"/>
      <w:bookmarkStart w:id="455" w:name="_Toc418412149"/>
      <w:r>
        <w:rPr>
          <w:rtl/>
        </w:rPr>
        <w:t>الباب الثاني عشر في الآحاد تسعة عشر رجلا</w:t>
      </w:r>
      <w:bookmarkEnd w:id="454"/>
      <w:bookmarkEnd w:id="455"/>
    </w:p>
    <w:p w:rsidR="00F04D17" w:rsidRDefault="00F04D17" w:rsidP="00F04D17">
      <w:pPr>
        <w:pStyle w:val="libNormal"/>
        <w:rPr>
          <w:rtl/>
        </w:rPr>
      </w:pPr>
      <w:r>
        <w:rPr>
          <w:rtl/>
        </w:rPr>
        <w:t>1 - (عطاء) بن أبي رياح من أصحاب علي عليه السلام مخلط.</w:t>
      </w:r>
    </w:p>
    <w:p w:rsidR="00F04D17" w:rsidRDefault="00F04D17" w:rsidP="00F04D17">
      <w:pPr>
        <w:pStyle w:val="libNormal"/>
        <w:rPr>
          <w:rtl/>
        </w:rPr>
      </w:pPr>
      <w:r>
        <w:rPr>
          <w:rtl/>
        </w:rPr>
        <w:t>2 - (عقبة) بالقاف ابن قيس من أصحاب الباقر عليه السلام مجهول.</w:t>
      </w:r>
    </w:p>
    <w:p w:rsidR="00F04D17" w:rsidRDefault="00F04D17" w:rsidP="00F04D17">
      <w:pPr>
        <w:pStyle w:val="libNormal"/>
        <w:rPr>
          <w:rtl/>
        </w:rPr>
      </w:pPr>
      <w:r>
        <w:rPr>
          <w:rtl/>
        </w:rPr>
        <w:t>3 - (العلا) بن المسيب بن رافع الكاهلي فيه نظر.</w:t>
      </w:r>
    </w:p>
    <w:p w:rsidR="00F04D17" w:rsidRDefault="00F04D17" w:rsidP="00F04D17">
      <w:pPr>
        <w:pStyle w:val="libNormal"/>
        <w:rPr>
          <w:rtl/>
        </w:rPr>
      </w:pPr>
      <w:r>
        <w:rPr>
          <w:rtl/>
        </w:rPr>
        <w:t>4 - (عبدالنور) بن عبدالله بن سنان الاسدي الكوفي دخل البصرة اسند عنه لم يعرفه علي بن الحسن.</w:t>
      </w:r>
    </w:p>
    <w:p w:rsidR="00F04D17" w:rsidRDefault="00F04D17" w:rsidP="00F04D17">
      <w:pPr>
        <w:pStyle w:val="libNormal"/>
        <w:rPr>
          <w:rtl/>
        </w:rPr>
      </w:pPr>
      <w:r>
        <w:rPr>
          <w:rtl/>
        </w:rPr>
        <w:t>5 - (عبدالكريم) بن عمرو بن صالح الخثعمي مولاهم كوفي روى عن أبي عبدالله وأبي الحسن عليهم السلام ثم وقف على أبى الحسن كان يلقب كرام</w:t>
      </w:r>
      <w:r w:rsidR="00CD27DE">
        <w:rPr>
          <w:rtl/>
        </w:rPr>
        <w:t>اً</w:t>
      </w:r>
      <w:r>
        <w:rPr>
          <w:rtl/>
        </w:rPr>
        <w:t xml:space="preserve"> قال النجاشي انه كان ثقة ثقة عينا وكان واقفيا وذكر الشيخ الطوسي رحمه الله والكشي انه كان واقفيا وقال ابن الغضايري ان الواقفة ندعيه والغلات تروى عنه كثير</w:t>
      </w:r>
      <w:r w:rsidR="00CD27DE">
        <w:rPr>
          <w:rtl/>
        </w:rPr>
        <w:t>اً</w:t>
      </w:r>
      <w:r>
        <w:rPr>
          <w:rtl/>
        </w:rPr>
        <w:t xml:space="preserve"> والذي اراه التوقف عما يرويه.</w:t>
      </w:r>
    </w:p>
    <w:p w:rsidR="00F04D17" w:rsidRDefault="00F04D17" w:rsidP="00F04D17">
      <w:pPr>
        <w:pStyle w:val="libNormal"/>
        <w:rPr>
          <w:rtl/>
        </w:rPr>
      </w:pPr>
      <w:r>
        <w:rPr>
          <w:rtl/>
        </w:rPr>
        <w:t>6 - (عمار) بن موسى الساباطي مولى واخواه قيس وصباح رووا عن أبي عبدالله عليه السلام وأبي الحسن عليه السلام وكانوا ثقات في الرواية وعمار كان فطحي</w:t>
      </w:r>
      <w:r w:rsidR="00CD27DE">
        <w:rPr>
          <w:rtl/>
        </w:rPr>
        <w:t>اً</w:t>
      </w:r>
      <w:r>
        <w:rPr>
          <w:rtl/>
        </w:rPr>
        <w:t xml:space="preserve"> له كتاب كبير مجيد معتمد وروى الكشي عن على بن عن محمد محمد بن أحمد بن يحيى عن إبراهيم بن هاشم عن عبدالرحمن بن حماد الكوفي عن مروك عن أبي الحسن عليه السلام قال اني أستوهب عمار بن موسى الساباطي من ربي فوهبه لى والوجه عندي ان روايته مرحجة.</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7 - (عاصم) بن الحسن من أصحاب الكاظم عليه السلام مجهول.</w:t>
      </w:r>
    </w:p>
    <w:p w:rsidR="00F04D17" w:rsidRDefault="00F04D17" w:rsidP="00F04D17">
      <w:pPr>
        <w:pStyle w:val="libNormal"/>
        <w:rPr>
          <w:rtl/>
        </w:rPr>
      </w:pPr>
      <w:r>
        <w:rPr>
          <w:rtl/>
        </w:rPr>
        <w:t>8 - (عثمان) بن عيسى أبوعمر والرواسي العامري الكلابي ثم من ولد عبدالله ابن رواس بتشديد الواو وبعد الراء والسين المهملة اخيرا قال النجاشي والصحيح انه مولى بني رواس وكان شيخ الواقفة ووجهها واحد الوكلاء المستبدين يمال موسى بن جعفر عليه السلام وروى عن أبي الحسن وقال الكشي ذكر نصر بن الصباح ان عثمان ابن عيسى كان واقفيا وكان وكيل ابى الحسن موسى عليه السلام وفي يده مال فسخط عليه الرضا عليه السلام ثم تاب عثمان وبعث بالمال اليه وكان شيخا عمر ستين سنة وكان يروى عن أبي حمزة الثمالي ولا يتهمون عثمان بن عيسى قال حمدويه قال محمد بن عيسى ان عثمان بن عيسى رأى في منامه انه يموت بالحير ويدفن بالحير، فرفض الكوفة ومنزلة وخرج إلى الحير، وابناه معه فقال لا أبرح حتى بمضي الله مقاديره وأقام يعبد ربه عزوجل حتى مات ودفن وانصرف ابناه إلى الكوفة وقال الشيخ الطوسي (ره) انه كان واقفيا والوجه عندي التوقف في ما ينفرد به.</w:t>
      </w:r>
    </w:p>
    <w:p w:rsidR="00F04D17" w:rsidRDefault="00F04D17" w:rsidP="00F04D17">
      <w:pPr>
        <w:pStyle w:val="libNormal"/>
        <w:rPr>
          <w:rtl/>
        </w:rPr>
      </w:pPr>
      <w:r>
        <w:rPr>
          <w:rtl/>
        </w:rPr>
        <w:t>9 - (عروة) بن يحيى النخاس الدهقان غال ملعون روي الكشي حديثا في طريقه محمد بن موسى الهمداني وحديثا آخر عن علي بن محمد بن قتيبة عن أبي حامد أحمد بن ابراهيم المراغي ان أبا محمد عليه السلام لعن عروة بن يحيى الدهقان وأمر شيعته بلعنه.</w:t>
      </w:r>
    </w:p>
    <w:p w:rsidR="00F04D17" w:rsidRDefault="00F04D17" w:rsidP="00F04D17">
      <w:pPr>
        <w:pStyle w:val="libNormal"/>
        <w:rPr>
          <w:rtl/>
        </w:rPr>
      </w:pPr>
      <w:r>
        <w:rPr>
          <w:rtl/>
        </w:rPr>
        <w:t>10 - (عبدالواحد) بن عمر بن محمد بن أبي هاشم يكنى أبا طاهر المقري عامي المذهب له كتاب في قراء‌ة أميرالمؤمنين عليه السلام وكان قاري</w:t>
      </w:r>
      <w:r w:rsidR="00CD27DE">
        <w:rPr>
          <w:rtl/>
        </w:rPr>
        <w:t>اً</w:t>
      </w:r>
      <w:r>
        <w:rPr>
          <w:rtl/>
        </w:rPr>
        <w:t xml:space="preserve"> غلام مجاهد.</w:t>
      </w:r>
    </w:p>
    <w:p w:rsidR="00F04D17" w:rsidRDefault="00F04D17" w:rsidP="00F04D17">
      <w:pPr>
        <w:pStyle w:val="libNormal"/>
        <w:rPr>
          <w:rtl/>
        </w:rPr>
      </w:pPr>
      <w:r>
        <w:rPr>
          <w:rtl/>
        </w:rPr>
        <w:t>11 - (عمران) الزعفراني مجهول.</w:t>
      </w:r>
    </w:p>
    <w:p w:rsidR="00F04D17" w:rsidRDefault="00F04D17" w:rsidP="00F04D17">
      <w:pPr>
        <w:pStyle w:val="libNormal"/>
        <w:rPr>
          <w:rtl/>
        </w:rPr>
      </w:pPr>
      <w:r>
        <w:rPr>
          <w:rtl/>
        </w:rPr>
        <w:t>12 - (عنبسة) بالنون قبل الباء المنقطة تحتها نقطة والسين المهملة ابن مصعب قال الكشي قال حمديه عنبسة بن مصعب ناووسي واقفى على أبي عبدالله (ع) وإنما سميت ناووسية برئيس لهم يقال له فلان بن فلان الناووس.</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13 - (عكرمة) مولى ابن عباس ليس على طريقنا ولا من أصحابنا.</w:t>
      </w:r>
    </w:p>
    <w:p w:rsidR="00F04D17" w:rsidRDefault="00F04D17" w:rsidP="00F04D17">
      <w:pPr>
        <w:pStyle w:val="libNormal"/>
        <w:rPr>
          <w:rtl/>
        </w:rPr>
      </w:pPr>
      <w:r>
        <w:rPr>
          <w:rtl/>
        </w:rPr>
        <w:t>14 - (العباس) بن صدقة ذكر الفضل بن شاذان في بعض كتبه أنه من الكذابين المشهور بالكذب ومثله قال عن علي بن حسكه.</w:t>
      </w:r>
    </w:p>
    <w:p w:rsidR="00F04D17" w:rsidRDefault="00F04D17" w:rsidP="00F04D17">
      <w:pPr>
        <w:pStyle w:val="libNormal"/>
        <w:rPr>
          <w:rtl/>
        </w:rPr>
      </w:pPr>
      <w:r>
        <w:rPr>
          <w:rtl/>
        </w:rPr>
        <w:t>15 - (عبيد الله) بن عبدالله الدهقان بكسر الدال الواسطي ضعيف.</w:t>
      </w:r>
    </w:p>
    <w:p w:rsidR="00F04D17" w:rsidRDefault="00F04D17" w:rsidP="00F04D17">
      <w:pPr>
        <w:pStyle w:val="libNormal"/>
        <w:rPr>
          <w:rtl/>
        </w:rPr>
      </w:pPr>
      <w:r>
        <w:rPr>
          <w:rtl/>
        </w:rPr>
        <w:t>16 - (عبيد) بن كثير بالثاء المنقطة فوقها ثلاث نقط ابن محمد وقيل عبيد بن محمد بن كثير بن عبدالواحد بن عبدالله بن شريك العامري الوحيدي الكلابي أبوسعيد طعن أصحابنا فيه وذكروا أنه كان يضع الحديث مجاهرة ولا يحتشم الكذب الصراح وأمره مشهور وعبدالله بن شريك جده يكنى أباالمحجل روى عن زين العابدين والباقر عليهما السلام وكان عندهما وجها مقدما.</w:t>
      </w:r>
    </w:p>
    <w:p w:rsidR="00F04D17" w:rsidRDefault="00F04D17" w:rsidP="00F04D17">
      <w:pPr>
        <w:pStyle w:val="libNormal"/>
        <w:rPr>
          <w:rtl/>
        </w:rPr>
      </w:pPr>
      <w:r>
        <w:rPr>
          <w:rtl/>
        </w:rPr>
        <w:t>17 - (عمارة) بن زيد أبوزيد الخيراني الهمداني المدني كان حليف الانصار هذا نصبه على ما يزعمه عبدالله بن محمد البلوي المصري فأنه لايعرف إلا من جهته وقد سئل عبدالله عنه فقيل له من عمارة هذا الذي تروي عنه فقال رجل نزل من السماء فحدثني ثم عرج وأصحابنا يقولون أنه أسم ليس تحته أحد وكل ما يرويه كذب والكذب بين في وجه حديثه.</w:t>
      </w:r>
    </w:p>
    <w:p w:rsidR="00F04D17" w:rsidRDefault="00F04D17" w:rsidP="00F04D17">
      <w:pPr>
        <w:pStyle w:val="libNormal"/>
        <w:rPr>
          <w:rtl/>
        </w:rPr>
      </w:pPr>
      <w:r>
        <w:rPr>
          <w:rtl/>
        </w:rPr>
        <w:t>18 - (عباده) بن زياد الاسدي كوفي ثقة زيدي.</w:t>
      </w:r>
    </w:p>
    <w:p w:rsidR="00F04D17" w:rsidRDefault="00F04D17" w:rsidP="00F04D17">
      <w:pPr>
        <w:pStyle w:val="libNormal"/>
        <w:rPr>
          <w:rtl/>
        </w:rPr>
      </w:pPr>
      <w:r>
        <w:rPr>
          <w:rtl/>
        </w:rPr>
        <w:t>19 - (عبدالحميد) بن أبي الديلم وهو ابن عم معلى بن خنيس قال ابن الغضايري أنه ضعيف.</w:t>
      </w:r>
    </w:p>
    <w:p w:rsidR="00F04D17" w:rsidRPr="00F04D17" w:rsidRDefault="00F04D17" w:rsidP="000F2669">
      <w:pPr>
        <w:pStyle w:val="Heading2Center"/>
        <w:rPr>
          <w:rtl/>
        </w:rPr>
      </w:pPr>
      <w:bookmarkStart w:id="456" w:name="243"/>
      <w:bookmarkStart w:id="457" w:name="_Toc418412150"/>
      <w:r>
        <w:rPr>
          <w:rtl/>
        </w:rPr>
        <w:t>الفصل السابع عشر في الغين</w:t>
      </w:r>
      <w:bookmarkEnd w:id="456"/>
      <w:bookmarkEnd w:id="457"/>
    </w:p>
    <w:p w:rsidR="00F04D17" w:rsidRDefault="00F04D17" w:rsidP="00F04D17">
      <w:pPr>
        <w:pStyle w:val="libNormal"/>
        <w:rPr>
          <w:rtl/>
        </w:rPr>
      </w:pPr>
      <w:r>
        <w:rPr>
          <w:rtl/>
        </w:rPr>
        <w:t>وفيه ثلاثة رجال:</w:t>
      </w:r>
    </w:p>
    <w:p w:rsidR="00F04D17" w:rsidRDefault="00F04D17" w:rsidP="00F04D17">
      <w:pPr>
        <w:pStyle w:val="libNormal"/>
        <w:rPr>
          <w:rtl/>
        </w:rPr>
      </w:pPr>
      <w:r>
        <w:rPr>
          <w:rtl/>
        </w:rPr>
        <w:t>1 - (غياث) بن إبراهيم التميمي الاسدي بصري سكن الكوفة ثقة روي عن أبي عبدالله عليه السلام وكان بتريا.</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2 - (غالب) بن عثمان المقرى مولى كوفي سمال بمعنى كحال وقيل انه مولى ال أعين وروى عن أبي عبدالله عليه السلام ثقة وكان واقفيا.</w:t>
      </w:r>
    </w:p>
    <w:p w:rsidR="00F04D17" w:rsidRDefault="00F04D17" w:rsidP="00F04D17">
      <w:pPr>
        <w:pStyle w:val="libNormal"/>
        <w:rPr>
          <w:rtl/>
        </w:rPr>
      </w:pPr>
      <w:r>
        <w:rPr>
          <w:rtl/>
        </w:rPr>
        <w:t>3 - (غالب) بن عثمان الهمداني الشاعر كان زيديا روى عن أبي عبدالله (ع)</w:t>
      </w:r>
    </w:p>
    <w:p w:rsidR="00F04D17" w:rsidRPr="00F04D17" w:rsidRDefault="00F04D17" w:rsidP="000F2669">
      <w:pPr>
        <w:pStyle w:val="Heading2Center"/>
        <w:rPr>
          <w:rtl/>
        </w:rPr>
      </w:pPr>
      <w:bookmarkStart w:id="458" w:name="244"/>
      <w:bookmarkStart w:id="459" w:name="_Toc418412151"/>
      <w:r>
        <w:rPr>
          <w:rtl/>
        </w:rPr>
        <w:t>الفصل الثامن عشر في الفاء</w:t>
      </w:r>
      <w:bookmarkEnd w:id="458"/>
      <w:bookmarkEnd w:id="459"/>
    </w:p>
    <w:p w:rsidR="00F04D17" w:rsidRDefault="00F04D17" w:rsidP="00F04D17">
      <w:pPr>
        <w:pStyle w:val="libNormal"/>
        <w:rPr>
          <w:rtl/>
        </w:rPr>
      </w:pPr>
      <w:r>
        <w:rPr>
          <w:rtl/>
        </w:rPr>
        <w:t>وفيه ثلاثة أبواب:</w:t>
      </w:r>
    </w:p>
    <w:p w:rsidR="00F04D17" w:rsidRPr="00F04D17" w:rsidRDefault="00F04D17" w:rsidP="00F04D17">
      <w:pPr>
        <w:pStyle w:val="Heading3Center"/>
        <w:rPr>
          <w:rtl/>
        </w:rPr>
      </w:pPr>
      <w:bookmarkStart w:id="460" w:name="245"/>
      <w:bookmarkStart w:id="461" w:name="_Toc418412152"/>
      <w:r>
        <w:rPr>
          <w:rtl/>
        </w:rPr>
        <w:t>الباب الاول في الفضل ثلاثة رجال</w:t>
      </w:r>
      <w:bookmarkEnd w:id="460"/>
      <w:bookmarkEnd w:id="461"/>
    </w:p>
    <w:p w:rsidR="00F04D17" w:rsidRDefault="00F04D17" w:rsidP="00F04D17">
      <w:pPr>
        <w:pStyle w:val="libNormal"/>
        <w:rPr>
          <w:rtl/>
        </w:rPr>
      </w:pPr>
      <w:r>
        <w:rPr>
          <w:rtl/>
        </w:rPr>
        <w:t>1 - (الفضل) بن يونس الكاتب من أصحاب موسى بن جعفر عليه السلام واقفي وقال النجاشي انه ثقة.</w:t>
      </w:r>
    </w:p>
    <w:p w:rsidR="00F04D17" w:rsidRDefault="00F04D17" w:rsidP="00F04D17">
      <w:pPr>
        <w:pStyle w:val="libNormal"/>
        <w:rPr>
          <w:rtl/>
        </w:rPr>
      </w:pPr>
      <w:r>
        <w:rPr>
          <w:rtl/>
        </w:rPr>
        <w:t>2 - (الفضل) بن أبي قرة بالقاف التميمي السمندى بلد من ازربيجان انتقل إلى إرمينية روى عن أبي عبدالله عليه السلام ضعيف لم يكن بذاك.</w:t>
      </w:r>
    </w:p>
    <w:p w:rsidR="00F04D17" w:rsidRDefault="00F04D17" w:rsidP="00F04D17">
      <w:pPr>
        <w:pStyle w:val="libNormal"/>
        <w:rPr>
          <w:rtl/>
        </w:rPr>
      </w:pPr>
      <w:r>
        <w:rPr>
          <w:rtl/>
        </w:rPr>
        <w:t>3 - (الفضل) بن الحارث روى الكشي انه تعجب من أدمة أبي محمد بعد موت أبي الحسن الهادي عليه السلام وشق ثيابه وأنه رأى في النوم أبا محمد يقول اللون الذي تعجبت منه أختيار من الله تعالى لخلقه وتمام في الحديث وأعلم أن كلامنا في النوم مثل كلامنا في اليقظة قال أبوعمرو الكشي هذا الحديث يدل على أن الفضل مؤمن في القول وليس في الحديث عندي دلالة على مدح أو جرح فنحن في روايته من المتوقفين.</w:t>
      </w:r>
    </w:p>
    <w:p w:rsidR="00F04D17" w:rsidRDefault="00F04D17" w:rsidP="00F04D17">
      <w:pPr>
        <w:pStyle w:val="Heading3Center"/>
        <w:rPr>
          <w:rtl/>
        </w:rPr>
      </w:pPr>
      <w:bookmarkStart w:id="462" w:name="246"/>
      <w:bookmarkStart w:id="463" w:name="_Toc418412153"/>
      <w:r>
        <w:rPr>
          <w:rtl/>
        </w:rPr>
        <w:t>الباب الثالث في فضيل رجلان</w:t>
      </w:r>
      <w:bookmarkEnd w:id="462"/>
      <w:bookmarkEnd w:id="463"/>
    </w:p>
    <w:p w:rsidR="00F04D17" w:rsidRDefault="00F04D17" w:rsidP="00F04D17">
      <w:pPr>
        <w:pStyle w:val="libNormal"/>
        <w:rPr>
          <w:rtl/>
        </w:rPr>
      </w:pPr>
      <w:r>
        <w:rPr>
          <w:rtl/>
        </w:rPr>
        <w:t>1 - (فضيل) بن غياث من أصحاب الباقر عليه السلام مجهول.</w:t>
      </w:r>
    </w:p>
    <w:p w:rsidR="00F04D17" w:rsidRDefault="00F04D17" w:rsidP="00F04D17">
      <w:pPr>
        <w:pStyle w:val="libNormal"/>
        <w:rPr>
          <w:rtl/>
        </w:rPr>
      </w:pPr>
      <w:r>
        <w:rPr>
          <w:rtl/>
        </w:rPr>
        <w:t>2 - (فضيل) بن عياض بصرى ثقة عامي روى عن أبي عبدالله عليه السلام.</w:t>
      </w:r>
    </w:p>
    <w:p w:rsidR="00F04D17" w:rsidRDefault="00F04D17" w:rsidP="00F04D17">
      <w:pPr>
        <w:pStyle w:val="libNormal"/>
        <w:rPr>
          <w:rtl/>
        </w:rPr>
      </w:pPr>
      <w:r>
        <w:rPr>
          <w:rtl/>
        </w:rPr>
        <w:br w:type="page"/>
      </w:r>
    </w:p>
    <w:p w:rsidR="00F04D17" w:rsidRDefault="00F04D17" w:rsidP="00F04D17">
      <w:pPr>
        <w:pStyle w:val="Heading3Center"/>
        <w:rPr>
          <w:rtl/>
        </w:rPr>
      </w:pPr>
      <w:bookmarkStart w:id="464" w:name="247"/>
      <w:bookmarkStart w:id="465" w:name="_Toc418412154"/>
      <w:r>
        <w:rPr>
          <w:rtl/>
        </w:rPr>
        <w:lastRenderedPageBreak/>
        <w:t>الباب الثالث في الآحاد ثلاثة رجال</w:t>
      </w:r>
      <w:bookmarkEnd w:id="464"/>
      <w:bookmarkEnd w:id="465"/>
    </w:p>
    <w:p w:rsidR="00F04D17" w:rsidRDefault="00F04D17" w:rsidP="00F04D17">
      <w:pPr>
        <w:pStyle w:val="libNormal"/>
        <w:rPr>
          <w:rtl/>
        </w:rPr>
      </w:pPr>
      <w:r>
        <w:rPr>
          <w:rtl/>
        </w:rPr>
        <w:t>1 - (فرات) بن أحنف العبدي قال الشيخ الطوسي (ره) أنه يرمى بالغلو والتفويض في القول وقال ابن الغضايرى فرات بن أحنف كوفي روى عن علي ابن الحسين وأبي جعفر وأبي عبدالله عليهم السلام كما زعموا أنه غال كذاب لايرتفع به ولا يذكر وقال ابن العقيقي أنه كان زاهد</w:t>
      </w:r>
      <w:r w:rsidR="00CD27DE">
        <w:rPr>
          <w:rtl/>
        </w:rPr>
        <w:t>اً</w:t>
      </w:r>
      <w:r>
        <w:rPr>
          <w:rtl/>
        </w:rPr>
        <w:t xml:space="preserve"> رافض</w:t>
      </w:r>
      <w:r w:rsidR="00CD27DE">
        <w:rPr>
          <w:rtl/>
        </w:rPr>
        <w:t>اً</w:t>
      </w:r>
      <w:r>
        <w:rPr>
          <w:rtl/>
        </w:rPr>
        <w:t xml:space="preserve"> للدنيا ثم قال عن بعض مشايخه من أهل الكوفة أنه كان يقول أن في محمد شيئ</w:t>
      </w:r>
      <w:r w:rsidR="00CD27DE">
        <w:rPr>
          <w:rtl/>
        </w:rPr>
        <w:t>اً</w:t>
      </w:r>
      <w:r>
        <w:rPr>
          <w:rtl/>
        </w:rPr>
        <w:t xml:space="preserve"> من القديم.</w:t>
      </w:r>
    </w:p>
    <w:p w:rsidR="00F04D17" w:rsidRDefault="00F04D17" w:rsidP="00F04D17">
      <w:pPr>
        <w:pStyle w:val="libNormal"/>
        <w:rPr>
          <w:rtl/>
        </w:rPr>
      </w:pPr>
      <w:r>
        <w:rPr>
          <w:rtl/>
        </w:rPr>
        <w:t>2 - (فارس) بن حاتم بن ماهويه نزيل العسكر القزوينى من أصحاب الرضا (ع) قل ما روى الحديث الاشاذ</w:t>
      </w:r>
      <w:r w:rsidR="00CD27DE">
        <w:rPr>
          <w:rtl/>
        </w:rPr>
        <w:t>اً</w:t>
      </w:r>
      <w:r>
        <w:rPr>
          <w:rtl/>
        </w:rPr>
        <w:t xml:space="preserve"> وهو غال ملعون فسد مذهبه وبرئ منه وقتله بعض أصحاب أبي محمد بالعسكر لايلتفت إلى حديثه وله كتب كلها تخليط قال الكشي قال نصر بن الحسن بن محمد المعروف بابن بايا والقهري ومحمد بن نصير النميري وفارس بن حاتم القزويني لعن هؤلاء الثلاثة علي بن محمد وقال في فارس بن حاتم أنه متهم غال ثم قال وذكر الفضل بن شاذان في بعض كتبه أن من الكذابين المشهورين الفاجر فارس ابن حاتم القزويني وروي أن أبالحسن أمر بقتله فقتله جنيد قال سعيد وحدثني جماعة من أصحابنا العراقيين وغيرهم بهذا الحديث عن جنيد ثم سمعته أنا بعد ذلك من جنيد.</w:t>
      </w:r>
    </w:p>
    <w:p w:rsidR="00F04D17" w:rsidRDefault="00F04D17" w:rsidP="00F04D17">
      <w:pPr>
        <w:pStyle w:val="libNormal"/>
        <w:rPr>
          <w:rtl/>
        </w:rPr>
      </w:pPr>
      <w:r>
        <w:rPr>
          <w:rtl/>
        </w:rPr>
        <w:t>3 - (الفتح) بالتاء المنقطة فوقها نقطتين ابن يزيد بالزاي الجرجاني صاحب المسائل لابي الحسن عليه السلام وأختلفوا أيهم هو الرضا أم الثالث عليهم السلام والرجل مجهول والاسناد اليه مدخول.</w:t>
      </w:r>
    </w:p>
    <w:p w:rsidR="00F04D17" w:rsidRPr="00F04D17" w:rsidRDefault="00F04D17" w:rsidP="000F2669">
      <w:pPr>
        <w:pStyle w:val="Heading2Center"/>
        <w:rPr>
          <w:rtl/>
        </w:rPr>
      </w:pPr>
      <w:bookmarkStart w:id="466" w:name="248"/>
      <w:bookmarkStart w:id="467" w:name="_Toc418412155"/>
      <w:r>
        <w:rPr>
          <w:rtl/>
        </w:rPr>
        <w:t>الفصل التاسع عشر في القاف</w:t>
      </w:r>
      <w:bookmarkEnd w:id="466"/>
      <w:bookmarkEnd w:id="467"/>
    </w:p>
    <w:p w:rsidR="00F04D17" w:rsidRDefault="00F04D17" w:rsidP="00F04D17">
      <w:pPr>
        <w:pStyle w:val="libNormal"/>
        <w:rPr>
          <w:rtl/>
        </w:rPr>
      </w:pPr>
      <w:r>
        <w:rPr>
          <w:rtl/>
        </w:rPr>
        <w:t>وفيه ثلاثة أبواب:</w:t>
      </w:r>
    </w:p>
    <w:p w:rsidR="00F04D17" w:rsidRPr="00F04D17" w:rsidRDefault="00F04D17" w:rsidP="00F04D17">
      <w:pPr>
        <w:pStyle w:val="Heading3Center"/>
        <w:rPr>
          <w:rtl/>
        </w:rPr>
      </w:pPr>
      <w:bookmarkStart w:id="468" w:name="249"/>
      <w:bookmarkStart w:id="469" w:name="_Toc418412156"/>
      <w:r>
        <w:rPr>
          <w:rtl/>
        </w:rPr>
        <w:t>الباب الاول في القاسم ثمانية رجال</w:t>
      </w:r>
      <w:bookmarkEnd w:id="468"/>
      <w:bookmarkEnd w:id="469"/>
    </w:p>
    <w:p w:rsidR="00F04D17" w:rsidRDefault="00F04D17" w:rsidP="00F04D17">
      <w:pPr>
        <w:pStyle w:val="libNormal"/>
        <w:rPr>
          <w:rtl/>
        </w:rPr>
      </w:pPr>
      <w:r>
        <w:rPr>
          <w:rtl/>
        </w:rPr>
        <w:t>1 - (القاسم) بن محمد الجوهري من أصحاب أبى الحسن الكاظم (ع) واقفي لم يلق أبا عبدالله عليه السلام.</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2 - (القاسم) بن أسباط من أصحاب أبى الحسن الرضا عليه السلام مجهول.</w:t>
      </w:r>
    </w:p>
    <w:p w:rsidR="00F04D17" w:rsidRDefault="00F04D17" w:rsidP="00F04D17">
      <w:pPr>
        <w:pStyle w:val="libNormal"/>
        <w:rPr>
          <w:rtl/>
        </w:rPr>
      </w:pPr>
      <w:r>
        <w:rPr>
          <w:rtl/>
        </w:rPr>
        <w:t>3 - (القاسم) الشعراني اليقطينى رمى بالغلو ويدعي أنه باب وأنه نبي.</w:t>
      </w:r>
    </w:p>
    <w:p w:rsidR="00F04D17" w:rsidRDefault="00F04D17" w:rsidP="00F04D17">
      <w:pPr>
        <w:pStyle w:val="libNormal"/>
        <w:rPr>
          <w:rtl/>
        </w:rPr>
      </w:pPr>
      <w:r>
        <w:rPr>
          <w:rtl/>
        </w:rPr>
        <w:t>4 - (القاسم) بن الهروى مجهول.</w:t>
      </w:r>
    </w:p>
    <w:p w:rsidR="00F04D17" w:rsidRDefault="00F04D17" w:rsidP="00F04D17">
      <w:pPr>
        <w:pStyle w:val="libNormal"/>
        <w:rPr>
          <w:rtl/>
        </w:rPr>
      </w:pPr>
      <w:r>
        <w:rPr>
          <w:rtl/>
        </w:rPr>
        <w:t>5 - (القاسم) بن محمد القمي المعروف بكاسولا لم يكن بالمرضي قال ابن الغضايري انه يكنى أبا محمد حديثه يعرف تارة وينكر ويجوز أن يخرج شاهدا.</w:t>
      </w:r>
    </w:p>
    <w:p w:rsidR="00F04D17" w:rsidRDefault="00F04D17" w:rsidP="00F04D17">
      <w:pPr>
        <w:pStyle w:val="libNormal"/>
        <w:rPr>
          <w:rtl/>
        </w:rPr>
      </w:pPr>
      <w:r>
        <w:rPr>
          <w:rtl/>
        </w:rPr>
        <w:t>6 - (القاسم) بن يحيى بن يحيى بن الحسن بن راشد مولى المنصور روى عن جده ضعيد.</w:t>
      </w:r>
    </w:p>
    <w:p w:rsidR="00F04D17" w:rsidRDefault="00F04D17" w:rsidP="00F04D17">
      <w:pPr>
        <w:pStyle w:val="libNormal"/>
        <w:rPr>
          <w:rtl/>
        </w:rPr>
      </w:pPr>
      <w:r>
        <w:rPr>
          <w:rtl/>
        </w:rPr>
        <w:t>7 - (القاسم) بن الحسن بن علي بن يقطين بن موسى أبومحمد مولى بني أسد سكن قم وكان ضعيفا على ما ذكره ابن الوليد قاله النجاشي وقال ابن الغضايري ان حديثه نعرفه وننكره ذكر القميون ان في مذهبه ارتفاعا والاغلب عليه الخير وهذا يعطى تعديله منه.</w:t>
      </w:r>
    </w:p>
    <w:p w:rsidR="00F04D17" w:rsidRDefault="00F04D17" w:rsidP="00F04D17">
      <w:pPr>
        <w:pStyle w:val="libNormal"/>
        <w:rPr>
          <w:rtl/>
        </w:rPr>
      </w:pPr>
      <w:r>
        <w:rPr>
          <w:rtl/>
        </w:rPr>
        <w:t>8 - (القاسم) بن الربيع الصحاف كوفي ضعيف في حديثه غال في مذهبه لا التفات اليه ولا ارتفاع به.</w:t>
      </w:r>
    </w:p>
    <w:p w:rsidR="00F04D17" w:rsidRPr="00F04D17" w:rsidRDefault="00F04D17" w:rsidP="00F04D17">
      <w:pPr>
        <w:pStyle w:val="Heading3Center"/>
        <w:rPr>
          <w:rtl/>
        </w:rPr>
      </w:pPr>
      <w:bookmarkStart w:id="470" w:name="250"/>
      <w:bookmarkStart w:id="471" w:name="_Toc418412157"/>
      <w:r>
        <w:rPr>
          <w:rtl/>
        </w:rPr>
        <w:t>الباب الثاني قيس رجلان</w:t>
      </w:r>
      <w:bookmarkEnd w:id="470"/>
      <w:bookmarkEnd w:id="471"/>
    </w:p>
    <w:p w:rsidR="00F04D17" w:rsidRDefault="00F04D17" w:rsidP="00F04D17">
      <w:pPr>
        <w:pStyle w:val="libNormal"/>
        <w:rPr>
          <w:rtl/>
        </w:rPr>
      </w:pPr>
      <w:r>
        <w:rPr>
          <w:rtl/>
        </w:rPr>
        <w:t>1 - (قيس) بن الربيع بتري.</w:t>
      </w:r>
    </w:p>
    <w:p w:rsidR="00F04D17" w:rsidRDefault="00F04D17" w:rsidP="00F04D17">
      <w:pPr>
        <w:pStyle w:val="libNormal"/>
        <w:rPr>
          <w:rtl/>
        </w:rPr>
      </w:pPr>
      <w:r>
        <w:rPr>
          <w:rtl/>
        </w:rPr>
        <w:t>2 - (قيس) بن مرة بن حبيب هرب إلى معاوية.</w:t>
      </w:r>
    </w:p>
    <w:p w:rsidR="00F04D17" w:rsidRPr="00F04D17" w:rsidRDefault="00F04D17" w:rsidP="00F04D17">
      <w:pPr>
        <w:pStyle w:val="Heading3Center"/>
        <w:rPr>
          <w:rtl/>
        </w:rPr>
      </w:pPr>
      <w:bookmarkStart w:id="472" w:name="251"/>
      <w:bookmarkStart w:id="473" w:name="_Toc418412158"/>
      <w:r>
        <w:rPr>
          <w:rtl/>
        </w:rPr>
        <w:t>الباب الثالث في الآحاد رجلان</w:t>
      </w:r>
      <w:bookmarkEnd w:id="472"/>
      <w:bookmarkEnd w:id="473"/>
    </w:p>
    <w:p w:rsidR="00F04D17" w:rsidRDefault="00F04D17" w:rsidP="00F04D17">
      <w:pPr>
        <w:pStyle w:val="libNormal"/>
        <w:rPr>
          <w:rtl/>
        </w:rPr>
      </w:pPr>
      <w:r>
        <w:rPr>
          <w:rtl/>
        </w:rPr>
        <w:t>1 - (قعنب) بالعين المهملة والنون بعدها والباء المنقطة تحتها نقطة واحدة اخيرا ابن أعين أخو حمران بن أعين قال الكشي قال على بن الحسن بن فضال انه مرجئ وعن محمد بن عيسى بن عبيد عن الحسن بن علي بن يقطين انهما ليسا من هذا الامر في شئ اشارة إلى قعنب ومالك بن اعين وروى علي بن أحمد العقيقي عن أبيه عن أحمد بن الحسن عن أشياخه ان قعنب بن أعين كان مخالفا.</w:t>
      </w:r>
    </w:p>
    <w:p w:rsidR="00FF6DC3" w:rsidRDefault="00F04D17" w:rsidP="00F04D17">
      <w:pPr>
        <w:pStyle w:val="libNormal"/>
        <w:rPr>
          <w:rtl/>
        </w:rPr>
      </w:pPr>
      <w:r>
        <w:rPr>
          <w:rtl/>
        </w:rPr>
        <w:t>2 - (القافي) خادم لابي الحسن عليه السلام مجهول.</w:t>
      </w:r>
    </w:p>
    <w:p w:rsidR="00FF6DC3" w:rsidRDefault="00FF6DC3" w:rsidP="00FF6DC3">
      <w:pPr>
        <w:pStyle w:val="libNormal"/>
        <w:rPr>
          <w:rtl/>
        </w:rPr>
      </w:pPr>
      <w:r>
        <w:rPr>
          <w:rtl/>
        </w:rPr>
        <w:br w:type="page"/>
      </w:r>
    </w:p>
    <w:p w:rsidR="00F04D17" w:rsidRPr="00F04D17" w:rsidRDefault="00F04D17" w:rsidP="000F2669">
      <w:pPr>
        <w:pStyle w:val="Heading2Center"/>
        <w:rPr>
          <w:rtl/>
        </w:rPr>
      </w:pPr>
      <w:bookmarkStart w:id="474" w:name="252"/>
      <w:bookmarkStart w:id="475" w:name="_Toc418412159"/>
      <w:r>
        <w:rPr>
          <w:rtl/>
        </w:rPr>
        <w:lastRenderedPageBreak/>
        <w:t>الفصل العشرون في الكاف</w:t>
      </w:r>
      <w:bookmarkEnd w:id="474"/>
      <w:bookmarkEnd w:id="475"/>
    </w:p>
    <w:p w:rsidR="00F04D17" w:rsidRDefault="00F04D17" w:rsidP="00F04D17">
      <w:pPr>
        <w:pStyle w:val="libNormal"/>
        <w:rPr>
          <w:rtl/>
        </w:rPr>
      </w:pPr>
      <w:r>
        <w:rPr>
          <w:rtl/>
        </w:rPr>
        <w:t>وفيه بابان:</w:t>
      </w:r>
    </w:p>
    <w:p w:rsidR="00F04D17" w:rsidRPr="00F04D17" w:rsidRDefault="00F04D17" w:rsidP="00F04D17">
      <w:pPr>
        <w:pStyle w:val="Heading3Center"/>
        <w:rPr>
          <w:rtl/>
        </w:rPr>
      </w:pPr>
      <w:bookmarkStart w:id="476" w:name="253"/>
      <w:bookmarkStart w:id="477" w:name="_Toc418412160"/>
      <w:r>
        <w:rPr>
          <w:rtl/>
        </w:rPr>
        <w:t>الباب الاول كثير ثلاثة رجال</w:t>
      </w:r>
      <w:bookmarkEnd w:id="476"/>
      <w:bookmarkEnd w:id="477"/>
    </w:p>
    <w:p w:rsidR="00F04D17" w:rsidRDefault="00F04D17" w:rsidP="00F04D17">
      <w:pPr>
        <w:pStyle w:val="libNormal"/>
        <w:rPr>
          <w:rtl/>
        </w:rPr>
      </w:pPr>
      <w:r>
        <w:rPr>
          <w:rtl/>
        </w:rPr>
        <w:t>1 - (كثير) النوابتري قاله الشيخ الطوسي (ره) والكشي وقال البرقي انه عامي.</w:t>
      </w:r>
    </w:p>
    <w:p w:rsidR="00F04D17" w:rsidRDefault="00F04D17" w:rsidP="00F04D17">
      <w:pPr>
        <w:pStyle w:val="libNormal"/>
        <w:rPr>
          <w:rtl/>
        </w:rPr>
      </w:pPr>
      <w:r>
        <w:rPr>
          <w:rtl/>
        </w:rPr>
        <w:t>2 - (كثير) بن عياش بالشين المعجمة ضعيف وخرج في ايام أبي السرايا معه فأصابته جراحة وكان قطانا.</w:t>
      </w:r>
    </w:p>
    <w:p w:rsidR="00F04D17" w:rsidRDefault="00F04D17" w:rsidP="00F04D17">
      <w:pPr>
        <w:pStyle w:val="libNormal"/>
        <w:rPr>
          <w:rtl/>
        </w:rPr>
      </w:pPr>
      <w:r>
        <w:rPr>
          <w:rtl/>
        </w:rPr>
        <w:t>3 - (كثير) بن طارق أبوطارق القنبري من ولد قنبر مولى أميرالمؤمنين (ع) قال النجاشي انه روى عن زيد وغيره وهذا لايوجب جرح</w:t>
      </w:r>
      <w:r w:rsidR="00CD27DE">
        <w:rPr>
          <w:rtl/>
        </w:rPr>
        <w:t>اً</w:t>
      </w:r>
      <w:r>
        <w:rPr>
          <w:rtl/>
        </w:rPr>
        <w:t xml:space="preserve"> ولا تعديلا.</w:t>
      </w:r>
    </w:p>
    <w:p w:rsidR="00F04D17" w:rsidRPr="00F04D17" w:rsidRDefault="00F04D17" w:rsidP="00F04D17">
      <w:pPr>
        <w:pStyle w:val="Heading3Center"/>
        <w:rPr>
          <w:rtl/>
        </w:rPr>
      </w:pPr>
      <w:bookmarkStart w:id="478" w:name="254"/>
      <w:bookmarkStart w:id="479" w:name="_Toc418412161"/>
      <w:r>
        <w:rPr>
          <w:rtl/>
        </w:rPr>
        <w:t>الباب الثاني في الآحاد رجل واحد</w:t>
      </w:r>
      <w:bookmarkEnd w:id="478"/>
      <w:bookmarkEnd w:id="479"/>
    </w:p>
    <w:p w:rsidR="00F04D17" w:rsidRDefault="00F04D17" w:rsidP="00F04D17">
      <w:pPr>
        <w:pStyle w:val="libNormal"/>
        <w:rPr>
          <w:rtl/>
        </w:rPr>
      </w:pPr>
      <w:r>
        <w:rPr>
          <w:rtl/>
        </w:rPr>
        <w:t>1 - (كامل) الرصافي مجهول من أصحاب الباقر عليه السلام.</w:t>
      </w:r>
    </w:p>
    <w:p w:rsidR="00F04D17" w:rsidRPr="00F04D17" w:rsidRDefault="00F04D17" w:rsidP="000F2669">
      <w:pPr>
        <w:pStyle w:val="Heading2Center"/>
        <w:rPr>
          <w:rtl/>
        </w:rPr>
      </w:pPr>
      <w:bookmarkStart w:id="480" w:name="255"/>
      <w:bookmarkStart w:id="481" w:name="_Toc418412162"/>
      <w:r>
        <w:rPr>
          <w:rtl/>
        </w:rPr>
        <w:t>الفصل الثالث والعشرون في النون</w:t>
      </w:r>
      <w:bookmarkEnd w:id="480"/>
      <w:bookmarkEnd w:id="481"/>
    </w:p>
    <w:p w:rsidR="00F04D17" w:rsidRDefault="00F04D17" w:rsidP="00F04D17">
      <w:pPr>
        <w:pStyle w:val="libNormal"/>
        <w:rPr>
          <w:rtl/>
        </w:rPr>
      </w:pPr>
      <w:r>
        <w:rPr>
          <w:rtl/>
        </w:rPr>
        <w:t>وفيه أربعة رجال:</w:t>
      </w:r>
    </w:p>
    <w:p w:rsidR="00F04D17" w:rsidRDefault="00F04D17" w:rsidP="00F04D17">
      <w:pPr>
        <w:pStyle w:val="libNormal"/>
        <w:rPr>
          <w:rtl/>
        </w:rPr>
      </w:pPr>
      <w:r>
        <w:rPr>
          <w:rtl/>
        </w:rPr>
        <w:t>1 - (نوفل) بن قرة من أصحاب علي (ع) خارجي ملعون.</w:t>
      </w:r>
    </w:p>
    <w:p w:rsidR="00F04D17" w:rsidRDefault="00F04D17" w:rsidP="00F04D17">
      <w:pPr>
        <w:pStyle w:val="libNormal"/>
        <w:rPr>
          <w:rtl/>
        </w:rPr>
      </w:pPr>
      <w:r>
        <w:rPr>
          <w:rtl/>
        </w:rPr>
        <w:t>2 - (نصر) بالصاد المهملة ابن الصباح يكنى أباالقاسم البلخي غالي المذهب وكان كثير الرواية.</w:t>
      </w:r>
    </w:p>
    <w:p w:rsidR="00F04D17" w:rsidRDefault="00F04D17" w:rsidP="00F04D17">
      <w:pPr>
        <w:pStyle w:val="libNormal"/>
        <w:rPr>
          <w:rtl/>
        </w:rPr>
      </w:pPr>
      <w:r>
        <w:rPr>
          <w:rtl/>
        </w:rPr>
        <w:t>3 - (نفيع) بن الحرث أبوداود السببيعي الهمداني قال ابن الغضايري روى عن أبي بزرة نضلة بن أبي عبدالله الاسلمي وروى عن أبي جعفر (ع) وفي حديثه مناكير والذي اراه التوقف في حديثه ويجوز ان يخرج شاهد</w:t>
      </w:r>
      <w:r w:rsidR="00CD27DE">
        <w:rPr>
          <w:rtl/>
        </w:rPr>
        <w:t>اً</w:t>
      </w:r>
      <w:r>
        <w:rPr>
          <w:rtl/>
        </w:rPr>
        <w:t>.</w:t>
      </w:r>
    </w:p>
    <w:p w:rsidR="00FF6DC3" w:rsidRDefault="00F04D17" w:rsidP="00F04D17">
      <w:pPr>
        <w:pStyle w:val="libNormal"/>
        <w:rPr>
          <w:rtl/>
        </w:rPr>
      </w:pPr>
      <w:r>
        <w:rPr>
          <w:rtl/>
        </w:rPr>
        <w:t>4 - (النضر) بالضاد المعجمة ابن عثمان النوا قال العقيقي مات متحيرا.</w:t>
      </w:r>
    </w:p>
    <w:p w:rsidR="00FF6DC3" w:rsidRDefault="00FF6DC3" w:rsidP="00FF6DC3">
      <w:pPr>
        <w:pStyle w:val="libNormal"/>
        <w:rPr>
          <w:rtl/>
        </w:rPr>
      </w:pPr>
      <w:r>
        <w:rPr>
          <w:rtl/>
        </w:rPr>
        <w:br w:type="page"/>
      </w:r>
    </w:p>
    <w:p w:rsidR="00F04D17" w:rsidRPr="00F04D17" w:rsidRDefault="00F04D17" w:rsidP="000F2669">
      <w:pPr>
        <w:pStyle w:val="Heading2Center"/>
        <w:rPr>
          <w:rtl/>
        </w:rPr>
      </w:pPr>
      <w:bookmarkStart w:id="482" w:name="256"/>
      <w:bookmarkStart w:id="483" w:name="_Toc418412163"/>
      <w:r>
        <w:rPr>
          <w:rtl/>
        </w:rPr>
        <w:lastRenderedPageBreak/>
        <w:t>الفصل الخامس والعشرون في الهاء</w:t>
      </w:r>
      <w:bookmarkEnd w:id="482"/>
      <w:bookmarkEnd w:id="483"/>
    </w:p>
    <w:p w:rsidR="00F04D17" w:rsidRDefault="00F04D17" w:rsidP="00F04D17">
      <w:pPr>
        <w:pStyle w:val="libNormal"/>
        <w:rPr>
          <w:rtl/>
        </w:rPr>
      </w:pPr>
      <w:r>
        <w:rPr>
          <w:rtl/>
        </w:rPr>
        <w:t>وفيه بابان:</w:t>
      </w:r>
    </w:p>
    <w:p w:rsidR="00F04D17" w:rsidRPr="00F04D17" w:rsidRDefault="00F04D17" w:rsidP="00F04D17">
      <w:pPr>
        <w:pStyle w:val="Heading3Center"/>
        <w:rPr>
          <w:rtl/>
        </w:rPr>
      </w:pPr>
      <w:bookmarkStart w:id="484" w:name="257"/>
      <w:bookmarkStart w:id="485" w:name="_Toc418412164"/>
      <w:r>
        <w:rPr>
          <w:rtl/>
        </w:rPr>
        <w:t>الباب الاول هارون رجلان</w:t>
      </w:r>
      <w:bookmarkEnd w:id="484"/>
      <w:bookmarkEnd w:id="485"/>
    </w:p>
    <w:p w:rsidR="00F04D17" w:rsidRDefault="00F04D17" w:rsidP="00F04D17">
      <w:pPr>
        <w:pStyle w:val="libNormal"/>
        <w:rPr>
          <w:rtl/>
        </w:rPr>
      </w:pPr>
      <w:r>
        <w:rPr>
          <w:rtl/>
        </w:rPr>
        <w:t>1 - (هارون) البجلي من أصحاب الباقر (ع) مجهول.</w:t>
      </w:r>
    </w:p>
    <w:p w:rsidR="00F04D17" w:rsidRDefault="00F04D17" w:rsidP="00F04D17">
      <w:pPr>
        <w:pStyle w:val="libNormal"/>
        <w:rPr>
          <w:rtl/>
        </w:rPr>
      </w:pPr>
      <w:r>
        <w:rPr>
          <w:rtl/>
        </w:rPr>
        <w:t>2 - (هارون) بن سعد زيدي.</w:t>
      </w:r>
    </w:p>
    <w:p w:rsidR="00F04D17" w:rsidRPr="00F04D17" w:rsidRDefault="00F04D17" w:rsidP="00F04D17">
      <w:pPr>
        <w:pStyle w:val="Heading3Center"/>
        <w:rPr>
          <w:rtl/>
        </w:rPr>
      </w:pPr>
      <w:bookmarkStart w:id="486" w:name="258"/>
      <w:bookmarkStart w:id="487" w:name="_Toc418412165"/>
      <w:r>
        <w:rPr>
          <w:rtl/>
        </w:rPr>
        <w:t>الباب الثانى في الآحاد ثلاثة رجال</w:t>
      </w:r>
      <w:bookmarkEnd w:id="486"/>
      <w:bookmarkEnd w:id="487"/>
    </w:p>
    <w:p w:rsidR="00F04D17" w:rsidRDefault="00F04D17" w:rsidP="00F04D17">
      <w:pPr>
        <w:pStyle w:val="libNormal"/>
        <w:rPr>
          <w:rtl/>
        </w:rPr>
      </w:pPr>
      <w:r>
        <w:rPr>
          <w:rtl/>
        </w:rPr>
        <w:t>1 - (هاشم) بن أبي هاشم مجهول قاله الشيخ (ره) وروى الكشي عن محمد بن قولويه والحسين بن الحسن بن بنذار وقال حدثنا سعد بن عبدالله قال حدثنى ابراهيم ابن مهزيار ومحمد بن عيسى بن عبيد عن علي بن مهزيار عن أبي جعفر (ع) ان هاشم ابن أبي هاشم ملعون وهذا طريق واضح يدل على ضعف المشار اليه: 2 - (هبة الله) بن احمد بن محمد الكاتب أبونصر المعروف بابن برنية بالباء المنقطة تحتها نقطة والراء والنون المكسورة بعدها والياء المنقطة تحتها نقطتين المشددة وكان يتعاطى الكلام ويحضر مجلس أبى الحسين بن الشبيه العلوي الزيدي المذهب فعمل له كتابا وذكر ان الائمة ثلاثة عشر مع زيد بن على بن الحسين (ع) احتج بحديث في كتاب سليم بن قيس الهلالي ان الائمة اثنى عشر من ولد أميرالمؤمنين (ع).</w:t>
      </w:r>
    </w:p>
    <w:p w:rsidR="00FF6DC3" w:rsidRDefault="00F04D17" w:rsidP="00F04D17">
      <w:pPr>
        <w:pStyle w:val="libNormal"/>
        <w:rPr>
          <w:rtl/>
        </w:rPr>
      </w:pPr>
      <w:r>
        <w:rPr>
          <w:rtl/>
        </w:rPr>
        <w:t>2 - (هشام) بن ابراهيم العياشي بالشين المهملة روى الكشى عن محمد بن الحسن عن علي بن ابراهيم بن هاشم عن الريان بن الصلت عن أبى الحسن (ع) ما يدل على الطعن فيه وعن على عن أحمد بن محمد بن عيسى عن أبى طالب عن معمر بن خلاد عن الرضا (ع) انه زنديق قال ابن الغضايري هشام بن ابراهيم العياشي صاحب يونس طعن عليه والطعن عندى في مذهبه لا في نفسه.</w:t>
      </w:r>
    </w:p>
    <w:p w:rsidR="00FF6DC3" w:rsidRDefault="00FF6DC3" w:rsidP="00FF6DC3">
      <w:pPr>
        <w:pStyle w:val="libNormal"/>
        <w:rPr>
          <w:rtl/>
        </w:rPr>
      </w:pPr>
      <w:r>
        <w:rPr>
          <w:rtl/>
        </w:rPr>
        <w:br w:type="page"/>
      </w:r>
    </w:p>
    <w:p w:rsidR="00F04D17" w:rsidRPr="00F04D17" w:rsidRDefault="00F04D17" w:rsidP="000F2669">
      <w:pPr>
        <w:pStyle w:val="Heading2Center"/>
        <w:rPr>
          <w:rtl/>
        </w:rPr>
      </w:pPr>
      <w:bookmarkStart w:id="488" w:name="259"/>
      <w:bookmarkStart w:id="489" w:name="_Toc418412166"/>
      <w:r>
        <w:rPr>
          <w:rtl/>
        </w:rPr>
        <w:lastRenderedPageBreak/>
        <w:t>الفصل السادس والعشرون في الياء</w:t>
      </w:r>
      <w:bookmarkEnd w:id="488"/>
      <w:bookmarkEnd w:id="489"/>
    </w:p>
    <w:p w:rsidR="00F04D17" w:rsidRDefault="00F04D17" w:rsidP="00F04D17">
      <w:pPr>
        <w:pStyle w:val="libNormal"/>
        <w:rPr>
          <w:rtl/>
        </w:rPr>
      </w:pPr>
      <w:r>
        <w:rPr>
          <w:rtl/>
        </w:rPr>
        <w:t>وفيه خمسة أبواب:</w:t>
      </w:r>
    </w:p>
    <w:p w:rsidR="00F04D17" w:rsidRPr="00F04D17" w:rsidRDefault="00F04D17" w:rsidP="00F04D17">
      <w:pPr>
        <w:pStyle w:val="Heading3Center"/>
        <w:rPr>
          <w:rtl/>
        </w:rPr>
      </w:pPr>
      <w:bookmarkStart w:id="490" w:name="260"/>
      <w:bookmarkStart w:id="491" w:name="_Toc418412167"/>
      <w:r>
        <w:rPr>
          <w:rtl/>
        </w:rPr>
        <w:t>الباب الاول يحيى سبعة رجال</w:t>
      </w:r>
      <w:bookmarkEnd w:id="490"/>
      <w:bookmarkEnd w:id="491"/>
    </w:p>
    <w:p w:rsidR="00F04D17" w:rsidRDefault="00F04D17" w:rsidP="00F04D17">
      <w:pPr>
        <w:pStyle w:val="libNormal"/>
        <w:rPr>
          <w:rtl/>
        </w:rPr>
      </w:pPr>
      <w:r>
        <w:rPr>
          <w:rtl/>
        </w:rPr>
        <w:t>1 - (يحيى) بن سعيد بن فيض الانصاري المدني تابعي اسند عنه يكنى أبا سعيد توفي بالهاشمية سنة ثلاث وأربعين ومائة وكان قاضيا بها لابي جعفر المنصور.</w:t>
      </w:r>
    </w:p>
    <w:p w:rsidR="00F04D17" w:rsidRDefault="00F04D17" w:rsidP="00F04D17">
      <w:pPr>
        <w:pStyle w:val="libNormal"/>
        <w:rPr>
          <w:rtl/>
        </w:rPr>
      </w:pPr>
      <w:r>
        <w:rPr>
          <w:rtl/>
        </w:rPr>
        <w:t>2 - (يحيى) بن الحسين بن زيد بن علي بن الحسين من أصحاب الكاظم (ع) واقفى.</w:t>
      </w:r>
    </w:p>
    <w:p w:rsidR="00F04D17" w:rsidRDefault="00F04D17" w:rsidP="00F04D17">
      <w:pPr>
        <w:pStyle w:val="libNormal"/>
        <w:rPr>
          <w:rtl/>
        </w:rPr>
      </w:pPr>
      <w:r>
        <w:rPr>
          <w:rtl/>
        </w:rPr>
        <w:t>3 - (يحيى) بن القاسم الحذاء بالحاء المهملة من أصحاب الكاظم عليه السلام وكان يكنى أبا بصير بالباء المنقظة تحتها نقطة والياء بعد الصاد وقيل انه أبومحمد اختلف قول علمائنا فيه قال الشيخ الطوسي رحمه الله انه واقفي وروى الكشي ما يتضمن ذلك قال وأبوبصير يحيى بن القاسم الحذاء الازدي هذا يكنى أبا محمد قال محمد بن مسعود سألت عل بن الحسن بن فضال عن أبى بصير هذا هل كان متهما بالغلو فقال أما بالغلو فلا ولكن كان مختلطا وقال النجاشي يحيى بن القاسم أبوبصير الاسدى وقيل أبومحمد ثقة وجيه روى عن أبي جعفر وأبي عبدالله عليهما السلام وقيل يحيى بن أبي القاسم اسحاق وروى عن أبي الحسن موسى عليه السلام ومات ابوبصير سنة خمسين ومائة وقال علي بن أحمد بن العقيقى يحيى بن القاسم الاسدى مولاهم ولد مكفوفا رأى الدنيا مرتين مسح أبوعبدالله عليه السلام على عينيه وقال انظر ماترى قال أرى كوة في البيت وقد أرانيها أبوك من قبلك والذي أراه العمل بروايته وان كان مذهبه فاسد</w:t>
      </w:r>
      <w:r w:rsidR="00CD27DE">
        <w:rPr>
          <w:rtl/>
        </w:rPr>
        <w:t>اً</w:t>
      </w:r>
      <w:r>
        <w:rPr>
          <w:rtl/>
        </w:rPr>
        <w:t>.</w:t>
      </w:r>
    </w:p>
    <w:p w:rsidR="00F04D17" w:rsidRDefault="00F04D17" w:rsidP="00F04D17">
      <w:pPr>
        <w:pStyle w:val="libNormal"/>
        <w:rPr>
          <w:rtl/>
        </w:rPr>
      </w:pPr>
      <w:r>
        <w:rPr>
          <w:rtl/>
        </w:rPr>
        <w:t>4 - (يحيى) بن عباس الوارق من أصحاب الرضا عليه السلام مجهول.</w:t>
      </w:r>
    </w:p>
    <w:p w:rsidR="00F04D17" w:rsidRDefault="00F04D17" w:rsidP="00F04D17">
      <w:pPr>
        <w:pStyle w:val="libNormal"/>
        <w:rPr>
          <w:rtl/>
        </w:rPr>
      </w:pPr>
      <w:r>
        <w:rPr>
          <w:rtl/>
        </w:rPr>
        <w:t>5 - (يحيى) بن زكريا الترماشيرى بالتاء المنقطة فوقها نقطتين والراء والشين المعجمة والياء المنقطة تحتها نقطتين والراء أبوالحسين كان مضطربا في مذهبه ارتفاع.</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6 - (يحيى) بن سعيد القطان أبوزكريا عامي ثقة.</w:t>
      </w:r>
    </w:p>
    <w:p w:rsidR="00F04D17" w:rsidRDefault="00F04D17" w:rsidP="00F04D17">
      <w:pPr>
        <w:pStyle w:val="libNormal"/>
        <w:rPr>
          <w:rtl/>
        </w:rPr>
      </w:pPr>
      <w:r>
        <w:rPr>
          <w:rtl/>
        </w:rPr>
        <w:t>7 - (يحيى) بن سالم الفراكوفي زيدي ثقة.</w:t>
      </w:r>
    </w:p>
    <w:p w:rsidR="00F04D17" w:rsidRDefault="00F04D17" w:rsidP="00F04D17">
      <w:pPr>
        <w:pStyle w:val="Heading3Center"/>
        <w:rPr>
          <w:rtl/>
        </w:rPr>
      </w:pPr>
      <w:bookmarkStart w:id="492" w:name="261"/>
      <w:bookmarkStart w:id="493" w:name="_Toc418412168"/>
      <w:r>
        <w:rPr>
          <w:rtl/>
        </w:rPr>
        <w:t>الباب الثاني يزيد ثلاثة رجال</w:t>
      </w:r>
      <w:bookmarkEnd w:id="492"/>
      <w:bookmarkEnd w:id="493"/>
    </w:p>
    <w:p w:rsidR="00F04D17" w:rsidRDefault="00F04D17" w:rsidP="00F04D17">
      <w:pPr>
        <w:pStyle w:val="libNormal"/>
        <w:rPr>
          <w:rtl/>
        </w:rPr>
      </w:pPr>
      <w:r>
        <w:rPr>
          <w:rtl/>
        </w:rPr>
        <w:t>1 - (يزيد) بن خليفة الحارثي من أصحاب الكاظم (ع) واقفي روى الكشي عن محمد بن عيسى عن النضر بن سويد رفعه إلى أبي عبدالله عليه السلام انه يحسب بالحرث بن كعب وهذا الطريق غير متصل ومع ذلك فلا يوجب التعديل.</w:t>
      </w:r>
    </w:p>
    <w:p w:rsidR="00F04D17" w:rsidRDefault="00F04D17" w:rsidP="00F04D17">
      <w:pPr>
        <w:pStyle w:val="libNormal"/>
        <w:rPr>
          <w:rtl/>
        </w:rPr>
      </w:pPr>
      <w:r>
        <w:rPr>
          <w:rtl/>
        </w:rPr>
        <w:t>2 - (يزيد) بن سليط الزيدي من أصحاب الكاظم عليه السلام له حديث طويل.</w:t>
      </w:r>
    </w:p>
    <w:p w:rsidR="00F04D17" w:rsidRDefault="00F04D17" w:rsidP="00F04D17">
      <w:pPr>
        <w:pStyle w:val="libNormal"/>
        <w:rPr>
          <w:rtl/>
        </w:rPr>
      </w:pPr>
      <w:r>
        <w:rPr>
          <w:rtl/>
        </w:rPr>
        <w:t>3 - (يزيد) الصايغ بالغين المعجمة قال الكشي ذكر الفضل في بعض كتبه الكذابون المشهورون أبوالخطاب ويونس بن ظبيان ويزيد الصايغ ومحمد بن سنان وأبوسمينة أشهرهم</w:t>
      </w:r>
    </w:p>
    <w:p w:rsidR="00F04D17" w:rsidRDefault="00F04D17" w:rsidP="00F04D17">
      <w:pPr>
        <w:pStyle w:val="Heading3Center"/>
        <w:rPr>
          <w:rtl/>
        </w:rPr>
      </w:pPr>
      <w:bookmarkStart w:id="494" w:name="262"/>
      <w:bookmarkStart w:id="495" w:name="_Toc418412169"/>
      <w:r>
        <w:rPr>
          <w:rtl/>
        </w:rPr>
        <w:t>الباب الثالث يوسف خمسة رجال</w:t>
      </w:r>
      <w:bookmarkEnd w:id="494"/>
      <w:bookmarkEnd w:id="495"/>
    </w:p>
    <w:p w:rsidR="00F04D17" w:rsidRDefault="00F04D17" w:rsidP="00F04D17">
      <w:pPr>
        <w:pStyle w:val="libNormal"/>
        <w:rPr>
          <w:rtl/>
        </w:rPr>
      </w:pPr>
      <w:r>
        <w:rPr>
          <w:rtl/>
        </w:rPr>
        <w:t>1 - (يوسف) بن الحارث من أصحاب الباقر (ع) ويكنى أبا بصير بالياء بعد الصاد بترى.</w:t>
      </w:r>
    </w:p>
    <w:p w:rsidR="00F04D17" w:rsidRDefault="00F04D17" w:rsidP="00F04D17">
      <w:pPr>
        <w:pStyle w:val="libNormal"/>
        <w:rPr>
          <w:rtl/>
        </w:rPr>
      </w:pPr>
      <w:r>
        <w:rPr>
          <w:rtl/>
        </w:rPr>
        <w:t>2 - (يوسف) بن يعقوب من أصحاب الكاظم (ع) واقفي وقال أبوجعفر بن بابويه يوسف بن يعقوب أخو يونس فطحي.</w:t>
      </w:r>
    </w:p>
    <w:p w:rsidR="00F04D17" w:rsidRDefault="00F04D17" w:rsidP="00F04D17">
      <w:pPr>
        <w:pStyle w:val="libNormal"/>
        <w:rPr>
          <w:rtl/>
        </w:rPr>
      </w:pPr>
      <w:r>
        <w:rPr>
          <w:rtl/>
        </w:rPr>
        <w:t>3 - (يوسف) بن يعقوب الجعفي كوفي روى عن أبي عبدالله عليه السلام وعن جابر وهو ضعيف مرتفع القول.</w:t>
      </w:r>
    </w:p>
    <w:p w:rsidR="00F04D17" w:rsidRDefault="00F04D17" w:rsidP="00F04D17">
      <w:pPr>
        <w:pStyle w:val="libNormal"/>
        <w:rPr>
          <w:rtl/>
        </w:rPr>
      </w:pPr>
      <w:r>
        <w:rPr>
          <w:rtl/>
        </w:rPr>
        <w:t>4 - (يوسف) بن حماد قيراط كوفي ضعيف.</w:t>
      </w:r>
    </w:p>
    <w:p w:rsidR="00F04D17" w:rsidRDefault="00F04D17" w:rsidP="00F04D17">
      <w:pPr>
        <w:pStyle w:val="libNormal"/>
        <w:rPr>
          <w:rtl/>
        </w:rPr>
      </w:pPr>
      <w:r>
        <w:rPr>
          <w:rtl/>
        </w:rPr>
        <w:t>5 - (يوسف) بن السخت بالسين المهملة والخاء المعجمة والتاء المنقطة فوقها نقطتين بصري ضعيف مرتفع القول استثناه القميون من نوادر الحكمة.</w:t>
      </w:r>
    </w:p>
    <w:p w:rsidR="00F04D17" w:rsidRDefault="00F04D17" w:rsidP="00F04D17">
      <w:pPr>
        <w:pStyle w:val="libNormal"/>
        <w:rPr>
          <w:rtl/>
        </w:rPr>
      </w:pPr>
      <w:r>
        <w:rPr>
          <w:rtl/>
        </w:rPr>
        <w:br w:type="page"/>
      </w:r>
    </w:p>
    <w:p w:rsidR="00F04D17" w:rsidRDefault="00F04D17" w:rsidP="00F04D17">
      <w:pPr>
        <w:pStyle w:val="Heading3Center"/>
        <w:rPr>
          <w:rtl/>
        </w:rPr>
      </w:pPr>
      <w:bookmarkStart w:id="496" w:name="263"/>
      <w:bookmarkStart w:id="497" w:name="_Toc418412170"/>
      <w:r>
        <w:rPr>
          <w:rtl/>
        </w:rPr>
        <w:lastRenderedPageBreak/>
        <w:t>الباب الرابع يونس ثلاثة رجال</w:t>
      </w:r>
      <w:bookmarkEnd w:id="496"/>
      <w:bookmarkEnd w:id="497"/>
    </w:p>
    <w:p w:rsidR="00F04D17" w:rsidRDefault="00F04D17" w:rsidP="00F04D17">
      <w:pPr>
        <w:pStyle w:val="libNormal"/>
        <w:rPr>
          <w:rtl/>
        </w:rPr>
      </w:pPr>
      <w:r>
        <w:rPr>
          <w:rtl/>
        </w:rPr>
        <w:t>1 - (يونس) بن حنان من أصحاب الباقر عليه السلام مجهول.</w:t>
      </w:r>
    </w:p>
    <w:p w:rsidR="00F04D17" w:rsidRDefault="00F04D17" w:rsidP="00F04D17">
      <w:pPr>
        <w:pStyle w:val="libNormal"/>
        <w:rPr>
          <w:rtl/>
        </w:rPr>
      </w:pPr>
      <w:r>
        <w:rPr>
          <w:rtl/>
        </w:rPr>
        <w:t>2 - (يونس) بن ظبيان بالظاء المعجمة المفتوحة والباء المنقطة تحتها نقطة قبل الياء والنون اخيرا قال أبوعمرو الكشي قال الفضل بن شاذان في بعض كتبه الكذابون المشهورون أبوالخطاب ويونس بن ظبيان ويزيد الصايغ ومحمد بن سنان وأبوسمينة اشهرهم وقال النجاشي انه مولى ضعيف جدا لايلتفت إلى ما رواه كل كتبه تخليط قال ابن الغضايري يونس بن ظبيان كوفي غال كذاب وضاع للحديث روى عن أبي عبدالله عليه السلام لايلتفت إلى حديثه فانا لا اعتمد على روايته لقول هؤلاء المشايخ العظماء فيه 3 - (يونس) بن بهمن بالباء المنقطة تحتها نقطة قبل الهاء والنون بعد الميم غال خطابي كوفي يضع الحديث روى عن أبي عبدالله عليه السلام.</w:t>
      </w:r>
    </w:p>
    <w:p w:rsidR="00F04D17" w:rsidRDefault="00F04D17" w:rsidP="00F04D17">
      <w:pPr>
        <w:pStyle w:val="Heading3Center"/>
        <w:rPr>
          <w:rtl/>
        </w:rPr>
      </w:pPr>
      <w:bookmarkStart w:id="498" w:name="264"/>
      <w:bookmarkStart w:id="499" w:name="_Toc418412171"/>
      <w:r>
        <w:rPr>
          <w:rtl/>
        </w:rPr>
        <w:t>الباب الخامس في الآحاد رجل واحد</w:t>
      </w:r>
      <w:bookmarkEnd w:id="498"/>
      <w:bookmarkEnd w:id="499"/>
    </w:p>
    <w:p w:rsidR="00F04D17" w:rsidRDefault="00F04D17" w:rsidP="00F04D17">
      <w:pPr>
        <w:pStyle w:val="libNormal"/>
        <w:rPr>
          <w:rtl/>
        </w:rPr>
      </w:pPr>
      <w:r>
        <w:rPr>
          <w:rtl/>
        </w:rPr>
        <w:t>1 - (يعقوب) بن شبيه بالشين المعجمة والباء المنقطة تحتها نقطة واحدة والياء المنقطة تحتها نقطتين عامي المذهب.</w:t>
      </w:r>
    </w:p>
    <w:p w:rsidR="00F04D17" w:rsidRPr="00F04D17" w:rsidRDefault="00F04D17" w:rsidP="00F04D17">
      <w:pPr>
        <w:pStyle w:val="Heading2Center"/>
        <w:rPr>
          <w:rtl/>
        </w:rPr>
      </w:pPr>
      <w:bookmarkStart w:id="500" w:name="265"/>
      <w:bookmarkStart w:id="501" w:name="_Toc418412172"/>
      <w:r>
        <w:rPr>
          <w:rtl/>
        </w:rPr>
        <w:t>الفصل السابع والعشرون في الكنى</w:t>
      </w:r>
      <w:bookmarkEnd w:id="500"/>
      <w:bookmarkEnd w:id="501"/>
    </w:p>
    <w:p w:rsidR="00F04D17" w:rsidRDefault="00F04D17" w:rsidP="00F04D17">
      <w:pPr>
        <w:pStyle w:val="libNormal"/>
        <w:rPr>
          <w:rtl/>
        </w:rPr>
      </w:pPr>
      <w:r>
        <w:rPr>
          <w:rtl/>
        </w:rPr>
        <w:t>1 - (أبومخلد) بالخاء المعجمة الخياط من أصحاب الباقر عليه السلام مجهول.</w:t>
      </w:r>
    </w:p>
    <w:p w:rsidR="00F04D17" w:rsidRDefault="00F04D17" w:rsidP="00F04D17">
      <w:pPr>
        <w:pStyle w:val="libNormal"/>
        <w:rPr>
          <w:rtl/>
        </w:rPr>
      </w:pPr>
      <w:r>
        <w:rPr>
          <w:rtl/>
        </w:rPr>
        <w:t>2 - (أبوخالد) الذيال بالذال المعجمة والياء المنقطة تحتها نقطتين مجهول.</w:t>
      </w:r>
    </w:p>
    <w:p w:rsidR="00F04D17" w:rsidRDefault="00F04D17" w:rsidP="00F04D17">
      <w:pPr>
        <w:pStyle w:val="libNormal"/>
        <w:rPr>
          <w:rtl/>
        </w:rPr>
      </w:pPr>
      <w:r>
        <w:rPr>
          <w:rtl/>
        </w:rPr>
        <w:t>3 - (أبوجنادة) بضم الجيم والنون بعده والدال المهملة بعد الالف الاعمى واقفي.</w:t>
      </w:r>
    </w:p>
    <w:p w:rsidR="00F04D17" w:rsidRDefault="00F04D17" w:rsidP="00F04D17">
      <w:pPr>
        <w:pStyle w:val="libNormal"/>
        <w:rPr>
          <w:rtl/>
        </w:rPr>
      </w:pPr>
      <w:r>
        <w:rPr>
          <w:rtl/>
        </w:rPr>
        <w:t>4 - (أبوجعدة) من أصحاب الكاظم عليه السلام واقفى.</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5 - (أبوجبل) من أصحاب الكاظم عليه السلام واقفى.</w:t>
      </w:r>
    </w:p>
    <w:p w:rsidR="00F04D17" w:rsidRDefault="00F04D17" w:rsidP="00F04D17">
      <w:pPr>
        <w:pStyle w:val="libNormal"/>
        <w:rPr>
          <w:rtl/>
        </w:rPr>
      </w:pPr>
      <w:r>
        <w:rPr>
          <w:rtl/>
        </w:rPr>
        <w:t>6 - (أبوالصلت) بالصاد المهملة والتاء المنقطة فوقها نقطتين الخراساني الهروي عامي من أصحاب الرضا عليه السلام روى عنه بكر بن صالح.</w:t>
      </w:r>
    </w:p>
    <w:p w:rsidR="00F04D17" w:rsidRDefault="00F04D17" w:rsidP="00F04D17">
      <w:pPr>
        <w:pStyle w:val="libNormal"/>
        <w:rPr>
          <w:rtl/>
        </w:rPr>
      </w:pPr>
      <w:r>
        <w:rPr>
          <w:rtl/>
        </w:rPr>
        <w:t>7 - (أبومحمد) التفليسي من أصحاب الرضا عليه السلام.</w:t>
      </w:r>
    </w:p>
    <w:p w:rsidR="00F04D17" w:rsidRDefault="00F04D17" w:rsidP="00F04D17">
      <w:pPr>
        <w:pStyle w:val="libNormal"/>
        <w:rPr>
          <w:rtl/>
        </w:rPr>
      </w:pPr>
      <w:r>
        <w:rPr>
          <w:rtl/>
        </w:rPr>
        <w:t>8 - (أبوسعيد) الخراساني مجهول من أصحاب الرضا عليه السلام.</w:t>
      </w:r>
    </w:p>
    <w:p w:rsidR="00F04D17" w:rsidRDefault="00F04D17" w:rsidP="00F04D17">
      <w:pPr>
        <w:pStyle w:val="libNormal"/>
        <w:rPr>
          <w:rtl/>
        </w:rPr>
      </w:pPr>
      <w:r>
        <w:rPr>
          <w:rtl/>
        </w:rPr>
        <w:t>9 - (أبوزيد) المكي من أصحاب الرضا عليه السلام مجهول.</w:t>
      </w:r>
    </w:p>
    <w:p w:rsidR="00F04D17" w:rsidRDefault="00F04D17" w:rsidP="00F04D17">
      <w:pPr>
        <w:pStyle w:val="libNormal"/>
        <w:rPr>
          <w:rtl/>
        </w:rPr>
      </w:pPr>
      <w:r>
        <w:rPr>
          <w:rtl/>
        </w:rPr>
        <w:t>10 - (أبوالفرج الاصفهاني) زيدي المذهب.</w:t>
      </w:r>
    </w:p>
    <w:p w:rsidR="00F04D17" w:rsidRDefault="00F04D17" w:rsidP="00F04D17">
      <w:pPr>
        <w:pStyle w:val="libNormal"/>
        <w:rPr>
          <w:rtl/>
        </w:rPr>
      </w:pPr>
      <w:r>
        <w:rPr>
          <w:rtl/>
        </w:rPr>
        <w:t>11 - (أبوالحسن) المدايني عامي المذهب كثير التصانيف.</w:t>
      </w:r>
    </w:p>
    <w:p w:rsidR="00F04D17" w:rsidRDefault="00F04D17" w:rsidP="00F04D17">
      <w:pPr>
        <w:pStyle w:val="libNormal"/>
        <w:rPr>
          <w:rtl/>
        </w:rPr>
      </w:pPr>
      <w:r>
        <w:rPr>
          <w:rtl/>
        </w:rPr>
        <w:t>12 - (أبومسلم) كان فاجر</w:t>
      </w:r>
      <w:r w:rsidR="00CD27DE">
        <w:rPr>
          <w:rtl/>
        </w:rPr>
        <w:t>اً</w:t>
      </w:r>
      <w:r>
        <w:rPr>
          <w:rtl/>
        </w:rPr>
        <w:t xml:space="preserve"> وكان صاحب معاوية قاله الفضل بن شاذان.</w:t>
      </w:r>
    </w:p>
    <w:p w:rsidR="00F04D17" w:rsidRDefault="00F04D17" w:rsidP="00F04D17">
      <w:pPr>
        <w:pStyle w:val="libNormal"/>
        <w:rPr>
          <w:rtl/>
        </w:rPr>
      </w:pPr>
      <w:r>
        <w:rPr>
          <w:rtl/>
        </w:rPr>
        <w:t>13 - (أبوهارون) المكفوف روى الكشي فيه طعنا عظيما لكن ابن أبي عمير يقول حدثني بعض أصحابنا قال قلت لابي عبدالله (ع) ابن السراج وابن أبي سعيد المكارى وعلي بن أبي حمزة البطاينى كانوا من أهل الضلال.</w:t>
      </w:r>
    </w:p>
    <w:p w:rsidR="00F04D17" w:rsidRDefault="00F04D17" w:rsidP="00F04D17">
      <w:pPr>
        <w:pStyle w:val="libNormal"/>
        <w:rPr>
          <w:rtl/>
        </w:rPr>
      </w:pPr>
      <w:r>
        <w:rPr>
          <w:rtl/>
        </w:rPr>
        <w:t>14 - (أبومحمد) الانصاري قال الكشي قال نصر بن الصباح أبومحمد الانصاري الذي روى عنه محمد بن عيسى العبيدي وعبدالله بن ابراهيم مجهول لا يعرف وقول نصر ليس عندي بحجة.</w:t>
      </w:r>
    </w:p>
    <w:p w:rsidR="00F04D17" w:rsidRDefault="00F04D17" w:rsidP="00F04D17">
      <w:pPr>
        <w:pStyle w:val="libNormal"/>
        <w:rPr>
          <w:rtl/>
        </w:rPr>
      </w:pPr>
      <w:r>
        <w:rPr>
          <w:rtl/>
        </w:rPr>
        <w:t>15 - (أبوالضبار) بالضاد المعجمة والباء المنقطة تحتها نقطة والراء بعد الالف من أصحاب زيد رضى الله تعالى عنه.</w:t>
      </w:r>
    </w:p>
    <w:p w:rsidR="00F04D17" w:rsidRDefault="00F04D17" w:rsidP="00F04D17">
      <w:pPr>
        <w:pStyle w:val="libNormal"/>
        <w:rPr>
          <w:rtl/>
        </w:rPr>
      </w:pPr>
      <w:r>
        <w:rPr>
          <w:rtl/>
        </w:rPr>
        <w:t>16 - (أبوالضبار) بالضاد المعجمة والباء المنقطة تحتها نقطة قبل الراء والشين المعجمة اخيرا روى الكشي من طرق ضعيفه انه مذموم.</w:t>
      </w:r>
    </w:p>
    <w:p w:rsidR="00F04D17" w:rsidRDefault="00F04D17" w:rsidP="00F04D17">
      <w:pPr>
        <w:pStyle w:val="libNormal"/>
        <w:rPr>
          <w:rtl/>
        </w:rPr>
      </w:pPr>
      <w:r>
        <w:rPr>
          <w:rtl/>
        </w:rPr>
        <w:t>17 - (أبوالمقدام) والحكم بن عبه بالتاء المنقطة فوقها نقطتين بعد العين ومسلمه بالميم قبل السين الساكنة وكثير والنمار روى الكشي عن علي بن الحسين عن العباس ابن عامر وجعفر بن محمد عن ابان بن عثمان عن أبي بصير عن أبي جعفر عليه السلام انهم اضلوا كثيرا ممن ضل من هؤلاء.</w:t>
      </w:r>
    </w:p>
    <w:p w:rsidR="00F04D17" w:rsidRDefault="00F04D17" w:rsidP="00F04D17">
      <w:pPr>
        <w:pStyle w:val="libNormal"/>
        <w:rPr>
          <w:rtl/>
        </w:rPr>
      </w:pPr>
      <w:r>
        <w:rPr>
          <w:rtl/>
        </w:rPr>
        <w:t>18 - (أبونجران) قال الكشى وجدت في كتاب أبي عبدالله محمد بن نعيم الشاذاني ويخطه حدثني جعفر بن محمد المدايني عن موسى بن القاسم البجلي عن حنان بن سدير انه كان يشرب النبيذ.</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19 - (السري) بالراء بعد السين المهملة ملعون.</w:t>
      </w:r>
    </w:p>
    <w:p w:rsidR="00F04D17" w:rsidRDefault="00F04D17" w:rsidP="00F04D17">
      <w:pPr>
        <w:pStyle w:val="libNormal"/>
        <w:rPr>
          <w:rtl/>
        </w:rPr>
      </w:pPr>
      <w:r>
        <w:rPr>
          <w:rtl/>
        </w:rPr>
        <w:t>20 - (الفهري) بالفاء بعد السين المهملة ملعون.</w:t>
      </w:r>
    </w:p>
    <w:p w:rsidR="00F04D17" w:rsidRDefault="00F04D17" w:rsidP="00F04D17">
      <w:pPr>
        <w:pStyle w:val="libNormal"/>
        <w:rPr>
          <w:rtl/>
        </w:rPr>
      </w:pPr>
      <w:r>
        <w:rPr>
          <w:rtl/>
        </w:rPr>
        <w:t>21 - (ابن بابا) القمي من الكذابين المشهورين قاله الفضل بن شاذان.</w:t>
      </w:r>
    </w:p>
    <w:p w:rsidR="00F04D17" w:rsidRDefault="00F04D17" w:rsidP="00F04D17">
      <w:pPr>
        <w:pStyle w:val="libNormal"/>
        <w:rPr>
          <w:rtl/>
        </w:rPr>
      </w:pPr>
      <w:r>
        <w:rPr>
          <w:rtl/>
        </w:rPr>
        <w:t>22 - (أبوالعباس) الطبرناني بالطاء المهملة والباء المنقطة تحتها نقطة والراء والنون قبل الالف وأبوعبدالرحمن الكندي قال الفضل بن شاذان في بعض كتبه ان من الكذابين المشهورين علي بن حسكه والعباس بن صدقه وأبوالعباس الطبرناني وأبو عبدالرحمن الكندي المعروف بشاه رئيس منهم أيض</w:t>
      </w:r>
      <w:r w:rsidR="00CD27DE">
        <w:rPr>
          <w:rtl/>
        </w:rPr>
        <w:t>اً</w:t>
      </w:r>
      <w:r>
        <w:rPr>
          <w:rtl/>
        </w:rPr>
        <w:t xml:space="preserve"> وقال نصر بن الصباح العباس ابن صدقة وأبوالعباس الطبرنانى وأبوعبدالرحمن الكندي المعروف بشاه رئيس من الغلاة الكبار الملعونين.</w:t>
      </w:r>
    </w:p>
    <w:p w:rsidR="00F04D17" w:rsidRDefault="00F04D17" w:rsidP="00F04D17">
      <w:pPr>
        <w:pStyle w:val="libNormal"/>
        <w:rPr>
          <w:rtl/>
        </w:rPr>
      </w:pPr>
      <w:r>
        <w:rPr>
          <w:rtl/>
        </w:rPr>
        <w:t>23 - (أبوالغمر) بالغين المعجمة روى الكشي عن محمد بن قولويه والحسين بن الحسين بن بندار قالا حدثنا سعد بن عبدالله قال حدثني إبراهيم بن مهزيار ومحمد بن عيسى بن عبيد عن علي بن مهزيار قال سمعت أبا جعفر عليه السلام يلعن أبا الغمر.</w:t>
      </w:r>
    </w:p>
    <w:p w:rsidR="00F04D17" w:rsidRDefault="00F04D17" w:rsidP="00F04D17">
      <w:pPr>
        <w:pStyle w:val="libNormal"/>
        <w:rPr>
          <w:rtl/>
        </w:rPr>
      </w:pPr>
      <w:r>
        <w:rPr>
          <w:rtl/>
        </w:rPr>
        <w:t>24 - (أبوالسمهري) قال سعد وحدثني محمد بن عيسى بن عبيد قال حدثني اسحاق الانباري قال قال لي أبوجعفر (ع) ما فعل أبوالسهري لعنه الله يكذب علينا ويزعم انه وابن أبى الزرقا دعاة الينا اشهدكم ان ابرأ إلى الله جل لاله منهما انهما فتانان ملعونان.</w:t>
      </w:r>
    </w:p>
    <w:p w:rsidR="00F04D17" w:rsidRDefault="00F04D17" w:rsidP="00F04D17">
      <w:pPr>
        <w:pStyle w:val="libNormal"/>
        <w:rPr>
          <w:rtl/>
        </w:rPr>
      </w:pPr>
      <w:r>
        <w:rPr>
          <w:rtl/>
        </w:rPr>
        <w:t>25 - (أبويعقوب) المقري روى الكشي عن أبي عبدالله الشاذانى عن الفضل عن أبيه انه من كبار الزيديه.</w:t>
      </w:r>
    </w:p>
    <w:p w:rsidR="00F04D17" w:rsidRDefault="00F04D17" w:rsidP="00F04D17">
      <w:pPr>
        <w:pStyle w:val="libNormal"/>
        <w:rPr>
          <w:rtl/>
        </w:rPr>
      </w:pPr>
      <w:r>
        <w:rPr>
          <w:rtl/>
        </w:rPr>
        <w:t>26 - (أبوعبدالله) الرازي الجاموراني بالجيم والميم المضمومة والواو الساكنة والراء والنون بعد الالف ضعيف.</w:t>
      </w:r>
    </w:p>
    <w:p w:rsidR="00F04D17" w:rsidRDefault="00F04D17" w:rsidP="00F04D17">
      <w:pPr>
        <w:pStyle w:val="libNormal"/>
        <w:rPr>
          <w:rtl/>
        </w:rPr>
      </w:pPr>
      <w:r>
        <w:rPr>
          <w:rtl/>
        </w:rPr>
        <w:t>27 - (أبوعبدالله) السياري ضعيف.</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28 - (أبوعلي) النيسابوري ضعيف.</w:t>
      </w:r>
    </w:p>
    <w:p w:rsidR="00F04D17" w:rsidRDefault="00F04D17" w:rsidP="00F04D17">
      <w:pPr>
        <w:pStyle w:val="libNormal"/>
        <w:rPr>
          <w:rtl/>
        </w:rPr>
      </w:pPr>
      <w:r>
        <w:rPr>
          <w:rtl/>
        </w:rPr>
        <w:t>29 - (أبوطالب) الازدى البصري الشعراني له كتاب يرويه محمد بن طاهر الرقي قال أصحابنا لانعرف هذا الرجل الا من جهته.</w:t>
      </w:r>
    </w:p>
    <w:p w:rsidR="00F04D17" w:rsidRDefault="00F04D17" w:rsidP="00F04D17">
      <w:pPr>
        <w:pStyle w:val="libNormal"/>
        <w:rPr>
          <w:rtl/>
        </w:rPr>
      </w:pPr>
      <w:r>
        <w:rPr>
          <w:rtl/>
        </w:rPr>
        <w:t>30 أبوالحسن الميمونى مضطرب جدا.</w:t>
      </w:r>
    </w:p>
    <w:p w:rsidR="00F04D17" w:rsidRDefault="00F04D17" w:rsidP="00F04D17">
      <w:pPr>
        <w:pStyle w:val="libNormal"/>
        <w:rPr>
          <w:rtl/>
        </w:rPr>
      </w:pPr>
      <w:r>
        <w:rPr>
          <w:rtl/>
        </w:rPr>
        <w:t>31 - (أبوعيسى) مطعون فيه وقال السيد المرتضى رحمه الله في كتاب الشافي انه رماه المعتزلة مثل ما رموا ابن الرواندي.</w:t>
      </w:r>
    </w:p>
    <w:p w:rsidR="00F04D17" w:rsidRDefault="00F04D17" w:rsidP="00F04D17">
      <w:pPr>
        <w:pStyle w:val="libNormal"/>
        <w:rPr>
          <w:rtl/>
        </w:rPr>
      </w:pPr>
      <w:r>
        <w:rPr>
          <w:rtl/>
        </w:rPr>
        <w:t>32 - (القاضي) ابومحمد بن خلاد الكرخي عامي.</w:t>
      </w:r>
    </w:p>
    <w:p w:rsidR="00F04D17" w:rsidRDefault="00F04D17" w:rsidP="00F04D17">
      <w:pPr>
        <w:pStyle w:val="libNormal"/>
        <w:rPr>
          <w:rtl/>
        </w:rPr>
      </w:pPr>
      <w:r>
        <w:rPr>
          <w:rtl/>
        </w:rPr>
        <w:t>33 - (أبورويم) بتقديم الراء الانصاري قال علي بن أحمد العقيقي العلوي انه ضعيف الامر.</w:t>
      </w:r>
    </w:p>
    <w:p w:rsidR="00F04D17" w:rsidRPr="00F04D17" w:rsidRDefault="00F04D17" w:rsidP="00F04D17">
      <w:pPr>
        <w:pStyle w:val="Heading2Center"/>
      </w:pPr>
      <w:bookmarkStart w:id="502" w:name="266"/>
      <w:bookmarkStart w:id="503" w:name="_Toc418412173"/>
      <w:r w:rsidRPr="00F04D17">
        <w:rPr>
          <w:rtl/>
        </w:rPr>
        <w:t>الخاتمة</w:t>
      </w:r>
      <w:bookmarkEnd w:id="502"/>
      <w:bookmarkEnd w:id="503"/>
    </w:p>
    <w:p w:rsidR="00F04D17" w:rsidRDefault="00F04D17" w:rsidP="00F04D17">
      <w:pPr>
        <w:pStyle w:val="libNormal"/>
        <w:rPr>
          <w:rtl/>
        </w:rPr>
      </w:pPr>
      <w:r>
        <w:rPr>
          <w:rtl/>
        </w:rPr>
        <w:t>وأما الخاتمة فتشتمل على فوائد مهمة في هذا الفن ينبغي معرفتها:</w:t>
      </w:r>
    </w:p>
    <w:p w:rsidR="00F04D17" w:rsidRDefault="00F04D17" w:rsidP="00F04D17">
      <w:pPr>
        <w:pStyle w:val="libCenterBold2"/>
        <w:rPr>
          <w:rtl/>
        </w:rPr>
      </w:pPr>
      <w:r>
        <w:rPr>
          <w:rtl/>
        </w:rPr>
        <w:t>الفائدة الاولى</w:t>
      </w:r>
    </w:p>
    <w:p w:rsidR="00F04D17" w:rsidRDefault="00F04D17" w:rsidP="00F04D17">
      <w:pPr>
        <w:pStyle w:val="libNormal"/>
        <w:rPr>
          <w:rtl/>
        </w:rPr>
      </w:pPr>
      <w:r>
        <w:rPr>
          <w:rtl/>
        </w:rPr>
        <w:t>قد ذكر أصحابنا في كتب الاخبار روايات برجال يذكرون كناهم دون أسمائهم ويعسر تحصيل اسمائهم ومعرفة حالهم الا بعد تعب شديد وقد ذكرت أكثر ذلك في هذه الفائدة.</w:t>
      </w:r>
    </w:p>
    <w:p w:rsidR="00F04D17" w:rsidRDefault="00F04D17" w:rsidP="00F04D17">
      <w:pPr>
        <w:pStyle w:val="libNormal"/>
        <w:rPr>
          <w:rtl/>
        </w:rPr>
      </w:pPr>
      <w:r>
        <w:rPr>
          <w:rtl/>
        </w:rPr>
        <w:t>1 - (أبوأيوب) الخزاز بالراء قبل الالف والزاى بعدها اسمه ابراهيم.</w:t>
      </w:r>
    </w:p>
    <w:p w:rsidR="00F04D17" w:rsidRDefault="00F04D17" w:rsidP="00F04D17">
      <w:pPr>
        <w:pStyle w:val="libNormal"/>
        <w:rPr>
          <w:rtl/>
        </w:rPr>
      </w:pPr>
      <w:r>
        <w:rPr>
          <w:rtl/>
        </w:rPr>
        <w:t>2 - (أبوعلي) الاشعري اسمه أحمد بن ادريس ويجيئ لغيره.</w:t>
      </w:r>
    </w:p>
    <w:p w:rsidR="00F04D17" w:rsidRDefault="00F04D17" w:rsidP="00F04D17">
      <w:pPr>
        <w:pStyle w:val="libNormal"/>
        <w:rPr>
          <w:rtl/>
        </w:rPr>
      </w:pPr>
      <w:r>
        <w:rPr>
          <w:rtl/>
        </w:rPr>
        <w:t>3 - (أبوالمعز) اسمه حميد.</w:t>
      </w:r>
    </w:p>
    <w:p w:rsidR="00F04D17" w:rsidRDefault="00F04D17" w:rsidP="00F04D17">
      <w:pPr>
        <w:pStyle w:val="libNormal"/>
        <w:rPr>
          <w:rtl/>
        </w:rPr>
      </w:pPr>
      <w:r>
        <w:rPr>
          <w:rtl/>
        </w:rPr>
        <w:t>4 - (أبوولاد) الحناط اسمه حفص.</w:t>
      </w:r>
    </w:p>
    <w:p w:rsidR="00F04D17" w:rsidRDefault="00F04D17" w:rsidP="00F04D17">
      <w:pPr>
        <w:pStyle w:val="libNormal"/>
        <w:rPr>
          <w:rtl/>
        </w:rPr>
      </w:pPr>
      <w:r>
        <w:rPr>
          <w:rtl/>
        </w:rPr>
        <w:t>5 - (أبوسعيد) القماط اسمه يزيد.</w:t>
      </w:r>
    </w:p>
    <w:p w:rsidR="00F04D17" w:rsidRDefault="00F04D17" w:rsidP="00F04D17">
      <w:pPr>
        <w:pStyle w:val="libNormal"/>
        <w:rPr>
          <w:rtl/>
        </w:rPr>
      </w:pPr>
      <w:r>
        <w:rPr>
          <w:rtl/>
        </w:rPr>
        <w:t>6 - (أبوسعيد) القماط هو خالد بن سعيد.</w:t>
      </w:r>
    </w:p>
    <w:p w:rsidR="00F04D17" w:rsidRDefault="00F04D17" w:rsidP="00F04D17">
      <w:pPr>
        <w:pStyle w:val="libNormal"/>
        <w:rPr>
          <w:rtl/>
        </w:rPr>
      </w:pPr>
      <w:r>
        <w:rPr>
          <w:rtl/>
        </w:rPr>
        <w:t>7 - (أبوداود) المسترق بتشديد القاف اسمه سليمان بن سفيان.</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8 - (البقباق) اسمه الفضل.</w:t>
      </w:r>
    </w:p>
    <w:p w:rsidR="00F04D17" w:rsidRDefault="00F04D17" w:rsidP="00F04D17">
      <w:pPr>
        <w:pStyle w:val="libNormal"/>
        <w:rPr>
          <w:rtl/>
        </w:rPr>
      </w:pPr>
      <w:r>
        <w:rPr>
          <w:rtl/>
        </w:rPr>
        <w:t>9 - (أبوعبيدة) الحذا اسمه زياد.</w:t>
      </w:r>
    </w:p>
    <w:p w:rsidR="00F04D17" w:rsidRDefault="00F04D17" w:rsidP="00F04D17">
      <w:pPr>
        <w:pStyle w:val="libNormal"/>
        <w:rPr>
          <w:rtl/>
        </w:rPr>
      </w:pPr>
      <w:r>
        <w:rPr>
          <w:rtl/>
        </w:rPr>
        <w:t>10 - (ابن حمدون) الكاتب اسمه أحمد بن ابراهيم.</w:t>
      </w:r>
    </w:p>
    <w:p w:rsidR="00F04D17" w:rsidRDefault="00F04D17" w:rsidP="00F04D17">
      <w:pPr>
        <w:pStyle w:val="libNormal"/>
        <w:rPr>
          <w:rtl/>
        </w:rPr>
      </w:pPr>
      <w:r>
        <w:rPr>
          <w:rtl/>
        </w:rPr>
        <w:t>11 - (الصفواني) اسمه محمد بن أحمد بن أبي عبدالله بن قضاعة.</w:t>
      </w:r>
    </w:p>
    <w:p w:rsidR="00F04D17" w:rsidRDefault="00F04D17" w:rsidP="00F04D17">
      <w:pPr>
        <w:pStyle w:val="libNormal"/>
        <w:rPr>
          <w:rtl/>
        </w:rPr>
      </w:pPr>
      <w:r>
        <w:rPr>
          <w:rtl/>
        </w:rPr>
        <w:t>12 - (الحجال) اسمه عبدالله بن محمد.</w:t>
      </w:r>
    </w:p>
    <w:p w:rsidR="00F04D17" w:rsidRDefault="00F04D17" w:rsidP="00F04D17">
      <w:pPr>
        <w:pStyle w:val="libNormal"/>
        <w:rPr>
          <w:rtl/>
        </w:rPr>
      </w:pPr>
      <w:r>
        <w:rPr>
          <w:rtl/>
        </w:rPr>
        <w:t>13 - (الوشا) اسمه الحسن بن علي.</w:t>
      </w:r>
    </w:p>
    <w:p w:rsidR="00F04D17" w:rsidRDefault="00F04D17" w:rsidP="00F04D17">
      <w:pPr>
        <w:pStyle w:val="libNormal"/>
        <w:rPr>
          <w:rtl/>
        </w:rPr>
      </w:pPr>
      <w:r>
        <w:rPr>
          <w:rtl/>
        </w:rPr>
        <w:t>14 - (أبوعلي) الاشعري اسمه محمد بن عيسى بن عبدالله بن سعد بن مالك شيخ القميين.</w:t>
      </w:r>
    </w:p>
    <w:p w:rsidR="00F04D17" w:rsidRDefault="00F04D17" w:rsidP="00F04D17">
      <w:pPr>
        <w:pStyle w:val="libNormal"/>
        <w:rPr>
          <w:rtl/>
        </w:rPr>
      </w:pPr>
      <w:r>
        <w:rPr>
          <w:rtl/>
        </w:rPr>
        <w:t>15 - (النوفلي) الذي يروى عنه السكوني اسمه الحسين بن يزيد.</w:t>
      </w:r>
    </w:p>
    <w:p w:rsidR="00F04D17" w:rsidRDefault="00F04D17" w:rsidP="00F04D17">
      <w:pPr>
        <w:pStyle w:val="libNormal"/>
        <w:rPr>
          <w:rtl/>
        </w:rPr>
      </w:pPr>
      <w:r>
        <w:rPr>
          <w:rtl/>
        </w:rPr>
        <w:t>16 - (البزوفري) اسمه الحسين بن سفيان.</w:t>
      </w:r>
    </w:p>
    <w:p w:rsidR="00F04D17" w:rsidRDefault="00F04D17" w:rsidP="00F04D17">
      <w:pPr>
        <w:pStyle w:val="libNormal"/>
        <w:rPr>
          <w:rtl/>
        </w:rPr>
      </w:pPr>
      <w:r>
        <w:rPr>
          <w:rtl/>
        </w:rPr>
        <w:t>17 - (أبوعبدالله) العمركي بروى عن علي بن جعفر اسمه علي البرمكي.</w:t>
      </w:r>
    </w:p>
    <w:p w:rsidR="00F04D17" w:rsidRDefault="00F04D17" w:rsidP="00F04D17">
      <w:pPr>
        <w:pStyle w:val="libNormal"/>
        <w:rPr>
          <w:rtl/>
        </w:rPr>
      </w:pPr>
      <w:r>
        <w:rPr>
          <w:rtl/>
        </w:rPr>
        <w:t>18 - (محمد) ابن أبي الصهمان هو محمد بن عبدالجبار.</w:t>
      </w:r>
    </w:p>
    <w:p w:rsidR="00F04D17" w:rsidRDefault="00F04D17" w:rsidP="00F04D17">
      <w:pPr>
        <w:pStyle w:val="libNormal"/>
        <w:rPr>
          <w:rtl/>
        </w:rPr>
      </w:pPr>
      <w:r>
        <w:rPr>
          <w:rtl/>
        </w:rPr>
        <w:t>19 - (السكوني) اسمه اسماعيل بن أبي زياد.</w:t>
      </w:r>
    </w:p>
    <w:p w:rsidR="00F04D17" w:rsidRDefault="00F04D17" w:rsidP="00F04D17">
      <w:pPr>
        <w:pStyle w:val="libNormal"/>
        <w:rPr>
          <w:rtl/>
        </w:rPr>
      </w:pPr>
      <w:r>
        <w:rPr>
          <w:rtl/>
        </w:rPr>
        <w:t>20 - (أبوالربيع) الشامي اسمه خليل بن أوفي.</w:t>
      </w:r>
    </w:p>
    <w:p w:rsidR="00F04D17" w:rsidRDefault="00F04D17" w:rsidP="00F04D17">
      <w:pPr>
        <w:pStyle w:val="libNormal"/>
        <w:rPr>
          <w:rtl/>
        </w:rPr>
      </w:pPr>
      <w:r>
        <w:rPr>
          <w:rtl/>
        </w:rPr>
        <w:t>21 - (أبوالجيش) اسمه مظفر.</w:t>
      </w:r>
    </w:p>
    <w:p w:rsidR="00F04D17" w:rsidRDefault="00F04D17" w:rsidP="00F04D17">
      <w:pPr>
        <w:pStyle w:val="libNormal"/>
        <w:rPr>
          <w:rtl/>
        </w:rPr>
      </w:pPr>
      <w:r>
        <w:rPr>
          <w:rtl/>
        </w:rPr>
        <w:t>22 - (أبوهمام) اسمه اسماعيل بن همام.</w:t>
      </w:r>
    </w:p>
    <w:p w:rsidR="00F04D17" w:rsidRDefault="00F04D17" w:rsidP="00F04D17">
      <w:pPr>
        <w:pStyle w:val="libNormal"/>
        <w:rPr>
          <w:rtl/>
        </w:rPr>
      </w:pPr>
      <w:r>
        <w:rPr>
          <w:rtl/>
        </w:rPr>
        <w:t>23 - (أبوالصباح) الكناني اسمه إبراهيم بن نعيم.</w:t>
      </w:r>
    </w:p>
    <w:p w:rsidR="00F04D17" w:rsidRDefault="00F04D17" w:rsidP="00F04D17">
      <w:pPr>
        <w:pStyle w:val="libNormal"/>
        <w:rPr>
          <w:rtl/>
        </w:rPr>
      </w:pPr>
      <w:r>
        <w:rPr>
          <w:rtl/>
        </w:rPr>
        <w:t>24 - (أبوالفضل) الحناط اسمه سالم.</w:t>
      </w:r>
    </w:p>
    <w:p w:rsidR="00F04D17" w:rsidRDefault="00F04D17" w:rsidP="00F04D17">
      <w:pPr>
        <w:pStyle w:val="libNormal"/>
        <w:rPr>
          <w:rtl/>
        </w:rPr>
      </w:pPr>
      <w:r>
        <w:rPr>
          <w:rtl/>
        </w:rPr>
        <w:t>25 - (أبوحنيفة) سايق الحاج اسمه سعيد بن بنان.</w:t>
      </w:r>
    </w:p>
    <w:p w:rsidR="00F04D17" w:rsidRDefault="00F04D17" w:rsidP="00F04D17">
      <w:pPr>
        <w:pStyle w:val="libNormal"/>
        <w:rPr>
          <w:rtl/>
        </w:rPr>
      </w:pPr>
      <w:r>
        <w:rPr>
          <w:rtl/>
        </w:rPr>
        <w:t>26 - (أبوخديجة) هو سالم بن مكرم.</w:t>
      </w:r>
    </w:p>
    <w:p w:rsidR="00F04D17" w:rsidRDefault="00F04D17" w:rsidP="00F04D17">
      <w:pPr>
        <w:pStyle w:val="libNormal"/>
        <w:rPr>
          <w:rtl/>
        </w:rPr>
      </w:pPr>
      <w:r>
        <w:rPr>
          <w:rtl/>
        </w:rPr>
        <w:t>27 - (الكاهلي) هو عبدالله بن يحيى.</w:t>
      </w:r>
    </w:p>
    <w:p w:rsidR="00F04D17" w:rsidRDefault="00F04D17" w:rsidP="00F04D17">
      <w:pPr>
        <w:pStyle w:val="libNormal"/>
        <w:rPr>
          <w:rtl/>
        </w:rPr>
      </w:pPr>
      <w:r>
        <w:rPr>
          <w:rtl/>
        </w:rPr>
        <w:t>28 - (الساباطي) اسمه عمرو بن سعيد.</w:t>
      </w:r>
    </w:p>
    <w:p w:rsidR="00F04D17" w:rsidRDefault="00F04D17" w:rsidP="00F04D17">
      <w:pPr>
        <w:pStyle w:val="libNormal"/>
        <w:rPr>
          <w:rtl/>
        </w:rPr>
      </w:pPr>
      <w:r>
        <w:rPr>
          <w:rtl/>
        </w:rPr>
        <w:t>29 - (عمرو بن ثابت) هو عمر بن أبي المقدام.</w:t>
      </w:r>
    </w:p>
    <w:p w:rsidR="00F04D17" w:rsidRDefault="00F04D17" w:rsidP="00F04D17">
      <w:pPr>
        <w:pStyle w:val="libNormal"/>
        <w:rPr>
          <w:rtl/>
        </w:rPr>
      </w:pPr>
      <w:r>
        <w:rPr>
          <w:rtl/>
        </w:rPr>
        <w:t>30 - (أبوأيوب) الانصاري اسمه خالد بن زيد.</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31 - (النخعي) اسمه أيوب بن نوح ويجيئ لغيره.</w:t>
      </w:r>
    </w:p>
    <w:p w:rsidR="00F04D17" w:rsidRDefault="00F04D17" w:rsidP="00F04D17">
      <w:pPr>
        <w:pStyle w:val="libNormal"/>
        <w:rPr>
          <w:rtl/>
        </w:rPr>
      </w:pPr>
      <w:r>
        <w:rPr>
          <w:rtl/>
        </w:rPr>
        <w:t>32 - (سعدان) بن مسلم هو عبدالرحمن بن مسلم.</w:t>
      </w:r>
    </w:p>
    <w:p w:rsidR="00F04D17" w:rsidRDefault="00F04D17" w:rsidP="00F04D17">
      <w:pPr>
        <w:pStyle w:val="libNormal"/>
        <w:rPr>
          <w:rtl/>
        </w:rPr>
      </w:pPr>
      <w:r>
        <w:rPr>
          <w:rtl/>
        </w:rPr>
        <w:t>33 - (حمدان) الهندي والقلانسي كلاهما عبارة عن محمد بن أحمد ويقال القلانسي للحسين بن المختار ايض</w:t>
      </w:r>
      <w:r w:rsidR="00CD27DE">
        <w:rPr>
          <w:rtl/>
        </w:rPr>
        <w:t>اً</w:t>
      </w:r>
      <w:r>
        <w:rPr>
          <w:rtl/>
        </w:rPr>
        <w:t xml:space="preserve"> ولغيره.</w:t>
      </w:r>
    </w:p>
    <w:p w:rsidR="00F04D17" w:rsidRDefault="00F04D17" w:rsidP="00F04D17">
      <w:pPr>
        <w:pStyle w:val="libNormal"/>
        <w:rPr>
          <w:rtl/>
        </w:rPr>
      </w:pPr>
      <w:r>
        <w:rPr>
          <w:rtl/>
        </w:rPr>
        <w:t>34 - (الشاذانى) هو محمد بن أحمد بن نعيم وهو أيضا شاذان بن نعيم.</w:t>
      </w:r>
    </w:p>
    <w:p w:rsidR="00F04D17" w:rsidRDefault="00F04D17" w:rsidP="00F04D17">
      <w:pPr>
        <w:pStyle w:val="libNormal"/>
        <w:rPr>
          <w:rtl/>
        </w:rPr>
      </w:pPr>
      <w:r>
        <w:rPr>
          <w:rtl/>
        </w:rPr>
        <w:t>35 - (أبوالخطاب) ملعون يقال له مقلاص ومحمد بن أبي زينب الرواسي اسمه ممد بن الحسن بن أبي سارة.</w:t>
      </w:r>
    </w:p>
    <w:p w:rsidR="00F04D17" w:rsidRDefault="00F04D17" w:rsidP="00F04D17">
      <w:pPr>
        <w:pStyle w:val="libNormal"/>
        <w:rPr>
          <w:rtl/>
        </w:rPr>
      </w:pPr>
      <w:r>
        <w:rPr>
          <w:rtl/>
        </w:rPr>
        <w:t>36 - (أبوسمينة) اسمه محمد بن علي بن إبراهيم القرشي ضعيف.</w:t>
      </w:r>
    </w:p>
    <w:p w:rsidR="00F04D17" w:rsidRDefault="00F04D17" w:rsidP="00F04D17">
      <w:pPr>
        <w:pStyle w:val="libNormal"/>
        <w:rPr>
          <w:rtl/>
        </w:rPr>
      </w:pPr>
      <w:r>
        <w:rPr>
          <w:rtl/>
        </w:rPr>
        <w:t>37 - (أبوالجوازا) هو منبه بن عبدالله ثقة.</w:t>
      </w:r>
    </w:p>
    <w:p w:rsidR="00F04D17" w:rsidRDefault="00F04D17" w:rsidP="00F04D17">
      <w:pPr>
        <w:pStyle w:val="libNormal"/>
        <w:rPr>
          <w:rtl/>
        </w:rPr>
      </w:pPr>
      <w:r>
        <w:rPr>
          <w:rtl/>
        </w:rPr>
        <w:t>38 - (أبوبكر) الحضرمي اسمه عبدالله بن محمد اخذت ذلك من كتاب من لا يحضره الفقيه.</w:t>
      </w:r>
    </w:p>
    <w:p w:rsidR="00F04D17" w:rsidRDefault="00F04D17" w:rsidP="00F04D17">
      <w:pPr>
        <w:pStyle w:val="libNormal"/>
        <w:rPr>
          <w:rtl/>
        </w:rPr>
      </w:pPr>
      <w:r>
        <w:rPr>
          <w:rtl/>
        </w:rPr>
        <w:t>39 - (الطاطري) اسمه علي بن الحسن ويقال الطاطري عن يوسف بن إبراهيم.</w:t>
      </w:r>
    </w:p>
    <w:p w:rsidR="00F04D17" w:rsidRDefault="00F04D17" w:rsidP="00F04D17">
      <w:pPr>
        <w:pStyle w:val="libNormal"/>
        <w:rPr>
          <w:rtl/>
        </w:rPr>
      </w:pPr>
      <w:r>
        <w:rPr>
          <w:rtl/>
        </w:rPr>
        <w:t>40 - (أبوجميلة) هو المفضل بن صالح.</w:t>
      </w:r>
    </w:p>
    <w:p w:rsidR="00F04D17" w:rsidRDefault="00F04D17" w:rsidP="00F04D17">
      <w:pPr>
        <w:pStyle w:val="libNormal"/>
        <w:rPr>
          <w:rtl/>
        </w:rPr>
      </w:pPr>
      <w:r>
        <w:rPr>
          <w:rtl/>
        </w:rPr>
        <w:t>41 - (حفص) بن أبي ولاد هو حفص بن سالم.</w:t>
      </w:r>
    </w:p>
    <w:p w:rsidR="00F04D17" w:rsidRDefault="00F04D17" w:rsidP="00F04D17">
      <w:pPr>
        <w:pStyle w:val="libCenterBold2"/>
        <w:rPr>
          <w:rtl/>
        </w:rPr>
      </w:pPr>
      <w:r>
        <w:rPr>
          <w:rtl/>
        </w:rPr>
        <w:t>الفائدة الثانية</w:t>
      </w:r>
    </w:p>
    <w:p w:rsidR="00F04D17" w:rsidRDefault="00F04D17" w:rsidP="00F04D17">
      <w:pPr>
        <w:pStyle w:val="libNormal"/>
        <w:rPr>
          <w:rtl/>
        </w:rPr>
      </w:pPr>
      <w:r>
        <w:rPr>
          <w:rtl/>
        </w:rPr>
        <w:t>ذكر الشيخ وغيره في كثير من الاخبار سعد بن عبدالله عن أبي جعفر والمراد بأبي جعفر هنا هو أحمد بن محمد بن عيسى ويرد أيضا في بعض الاخبار الحسن بن محبوب عن أبي القاسم والمراد به معاوية بن عمار.</w:t>
      </w:r>
    </w:p>
    <w:p w:rsidR="00F04D17" w:rsidRDefault="00F04D17" w:rsidP="00F04D17">
      <w:pPr>
        <w:pStyle w:val="libCenterBold2"/>
        <w:rPr>
          <w:rtl/>
        </w:rPr>
      </w:pPr>
      <w:r>
        <w:rPr>
          <w:rtl/>
        </w:rPr>
        <w:t>الفائدة الثالثة</w:t>
      </w:r>
    </w:p>
    <w:p w:rsidR="00F04D17" w:rsidRDefault="00F04D17" w:rsidP="00F04D17">
      <w:pPr>
        <w:pStyle w:val="libNormal"/>
        <w:rPr>
          <w:rtl/>
        </w:rPr>
      </w:pPr>
      <w:r>
        <w:rPr>
          <w:rtl/>
        </w:rPr>
        <w:t>قال الشيخ الصدوق محمد بن يعقوب الكليني في كتابه الكافي في اخبار كثيرة عدة من أصحابنا عن أحمد بن محمد بن عيسى قال والمراد بقولي عدة من أصحابنا</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محمد بن يحيى وعلي بن موسى الكمنداني وداود بن كوره وأحمد بن ادريس وعلى بن إبراهيم بن هاشم وقال كلما ذكرته في كتابي المشار اليه عدة من اصحابنا عن أحمد بن محمد بن خالد البرقي فهم علي بن إبراهيم وعلي بن محمد بن عبدالله بن اذينه وأحمد بن عبدالله بن امية وعلي بن الحسن قال وكلما ذكرته في كتابى المشار اليه عدة من أصحابنا عن سهل بن زياد فهم على بن محمد بن علان ومحمد بن أبي عبدالله ومحمد بن الحسن ومحمد بن عقيل الكليني.</w:t>
      </w:r>
    </w:p>
    <w:p w:rsidR="00F04D17" w:rsidRDefault="00F04D17" w:rsidP="00F04D17">
      <w:pPr>
        <w:pStyle w:val="libCenterBold2"/>
        <w:rPr>
          <w:rtl/>
        </w:rPr>
      </w:pPr>
      <w:r>
        <w:rPr>
          <w:rtl/>
        </w:rPr>
        <w:t>الفائدة الرابعة</w:t>
      </w:r>
    </w:p>
    <w:p w:rsidR="00F04D17" w:rsidRDefault="00F04D17" w:rsidP="00F04D17">
      <w:pPr>
        <w:pStyle w:val="libNormal"/>
        <w:rPr>
          <w:rtl/>
        </w:rPr>
      </w:pPr>
      <w:r>
        <w:rPr>
          <w:rtl/>
        </w:rPr>
        <w:t>استثنى محمد بن الحسن بن الوليد رحمه الله من رواية محمد بن أحمد بن يحيى رحمه الله ما رواه عن محمد بن موسى الهمداني او ما رواه عن رجل أو يقول عن بعض أصحابنا او عن محمد بن يحيى المعاذي او عن أبي عبدالله الرازي الجاموراني او عن أبي عبدالله السياري او عن يوسف بن السخت او عن وهب بن منبه او عن أبي علي النيسابوري او عن أبي يحيى الواسطي او عن محمد بن على بن أبي سمينة أو يقال في حديث او كتاب ولم اروه او عن سهل بن زياد الادمي او عن محمد بن عيسى بن عبيد باسناد منقطع او عن أحمد بن هلال او عن محمد بن علي الهمداني او عبدالله بن محمد الشامي او عبدالله بن أحمد الرازي او احمد بن الحسين بن سعيد او أحمد بن بشير البرقي او عن محمد بن هارون او عن ممويه بن معروف او عن محمد بن عبدالله بن مهران او ما ينفرد به الحسن بن الحسين اللؤلؤى وما يرويه عن جعفر بن محمد بن مالك او يوسف ابن الحرث او عبدالله بن محمد الدمشقي قال أبوالعباس بن نوح وقد أصاب شيخنا أبوجعفر محمد بن الحسن بن الوليد في ذلك كله وتبعه أبوجعفر بن بابويه على ذلك الا في محمد بن عيسى بن عبيد فما ادري ما رايه فيه لانه كان على ظاهر العدالة والثقة.</w:t>
      </w:r>
    </w:p>
    <w:p w:rsidR="00F04D17" w:rsidRDefault="00F04D17" w:rsidP="00F04D17">
      <w:pPr>
        <w:pStyle w:val="libNormal"/>
        <w:rPr>
          <w:rtl/>
        </w:rPr>
      </w:pPr>
      <w:r>
        <w:rPr>
          <w:rtl/>
        </w:rPr>
        <w:br w:type="page"/>
      </w:r>
    </w:p>
    <w:p w:rsidR="00F04D17" w:rsidRDefault="00F04D17" w:rsidP="00F04D17">
      <w:pPr>
        <w:pStyle w:val="libCenterBold2"/>
        <w:rPr>
          <w:rtl/>
        </w:rPr>
      </w:pPr>
      <w:r>
        <w:rPr>
          <w:rtl/>
        </w:rPr>
        <w:lastRenderedPageBreak/>
        <w:t>الفائدة الخامسة</w:t>
      </w:r>
    </w:p>
    <w:p w:rsidR="00F04D17" w:rsidRDefault="00F04D17" w:rsidP="00F04D17">
      <w:pPr>
        <w:pStyle w:val="libNormal"/>
        <w:rPr>
          <w:rtl/>
        </w:rPr>
      </w:pPr>
      <w:r>
        <w:rPr>
          <w:rtl/>
        </w:rPr>
        <w:t>ولد المهدي محمد بن الحسن عليه أفضل الصلوة والسلام يوم الجمعة لثمان خلون من شعبان سنة ست وخمسين ومائتين وامه ريحا ويقال لها نرجس ويقال لها صقيل ويقال لها سوسن ووكيلة عثمان بن سعيد العمري أبوعمر وهو اول من نصبه العسكري عليه السلام ثم نص أبوعمر وعلي ابنه محمد بن أبي جعفر محمد بن عثمان ونص أيضا الامام العسكري (ع) عليه فلما حضرت أبا جعفر محمد بن عثمان الوفاة واشتدت حاله حضر عنده جماعة من وجوه الشيعة منهم أبوعلي بن همام وأبوعبدالله بن محمد الكاتب وأبو عبدالله الباقطاني وأبوسهل اسماعيل بن علي النوبختي وأبوعبدالله بن الوجنا وغيرهم من الوجوه الاكابر فقالوا له ان حدث أمر فمن يكون مكانك؟ فقال لهم هذا أبوالقاسم الحسين بن روح بن أبي بحر النوبختي القائم مقامي والسفير بينكم وبين صاحب الامر والوكيل والثقة الامين فارجعوا في اموركم اليه وعولوا في مهمانكم عليه فبذلك امرت وقد بلغت ثم اوصي أبوالقاسم بن روح إلى أبى الحسن علي بن محمد السمري فلما حضرته الوفاة سئل ان يوصي فقال نه امر هو بالغه ومات رحمه الله ستة تسع وعشرين وثلثمائة.</w:t>
      </w:r>
    </w:p>
    <w:p w:rsidR="00F04D17" w:rsidRDefault="00F04D17" w:rsidP="00F04D17">
      <w:pPr>
        <w:pStyle w:val="libCenterBold2"/>
        <w:rPr>
          <w:rtl/>
        </w:rPr>
      </w:pPr>
      <w:r>
        <w:rPr>
          <w:rtl/>
        </w:rPr>
        <w:t>الفائدة السادسة</w:t>
      </w:r>
    </w:p>
    <w:p w:rsidR="00F04D17" w:rsidRDefault="00F04D17" w:rsidP="00F04D17">
      <w:pPr>
        <w:pStyle w:val="libNormal"/>
        <w:rPr>
          <w:rtl/>
        </w:rPr>
      </w:pPr>
      <w:r>
        <w:rPr>
          <w:rtl/>
        </w:rPr>
        <w:t>روى الشيخ الطوسي رحمه الله ان من المذمومين جماعة او لهم المعروف بالسريعي وكان من أصحاب أبي الحسن علي بن محمد عليه السلام قال هارون واظن اسمه الحسن ومنهم محمد بن نصير النميري وكان من أصحاب أبي محمد العسكري عليه السلام فلما مات ادعى مقام أبي جعفر محمد بن عثمان انه صاحب الزمان وادعى النيابة ففضحه الله تعالى</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قال سعد بن عبدالله كان محمد بن نصير النميري بدعي انه رسول نبي وان علي بن محمد ارسله وكان يقول بالتناسخ ويغلو في أبي الحسن (ع) ويقول فيه بالربوبية.</w:t>
      </w:r>
    </w:p>
    <w:p w:rsidR="00F04D17" w:rsidRDefault="00F04D17" w:rsidP="00F04D17">
      <w:pPr>
        <w:pStyle w:val="libNormal"/>
        <w:rPr>
          <w:rtl/>
        </w:rPr>
      </w:pPr>
      <w:r>
        <w:rPr>
          <w:rtl/>
        </w:rPr>
        <w:t>ومنهم احمد بن هلاك الكرخي قال أبوعلي محمد بن همام كان أحمد بن هلال من أصحاب أبي محمد (ع) فاجتمعت الشيعة على وكالة أبي جعفر محمد بن عثمان العمري بنص الحسن العسكري (ع) في حياته عليه فلما مضى الحسن (ع) قالت الشيعة الجماعة له، الا تقبل امر أبي جعفر محمد بن عثمان وترجع إليه وقد نص عليه الامام المفترض الطاعة؟ الا تقبل امر أبي جعفر ممد بن عثمان وترجع اليه وقد نص عليه الامام المفترض الطاعة؟ فقال لم اسمعه ينص عليه بالوكالة وليس انكر أباه يعنى عثمان بن سعيد فاما ان اقطع أن أبا جعفر وكيل صاحب الامر (ع) فلا اجسر عليه فقالوا له قد سمعه غيرك فقال انتم وما سمعتم ووقف علي أبى جعفر فلعنوه وتبرؤا منه ثم ظهر التوقيع على يد أبي القاسم الحسين بن روح بلعنه والبراء‌ة منه في جملة من لعن ومنهم أبوطاهر محمد بن على بن بلال وقصته معروفة في ماجرى بينه وبين أبي جعفر محمد بن عثمان العمري رضى الله تعالى عنه وتمسكه بالاموال التي كانت عنده للامام وامتناعه من تسليمها وادعائه انه الوكيل حتى تبرأت الجماعة منه ولعنوه وخرج من صاحب الامر عليه السلام فيه ما هو معروف ومنهم الحسين ابن منصور الحلاج وقد ذكر الشيخ له اقاصيص.</w:t>
      </w:r>
    </w:p>
    <w:p w:rsidR="00F04D17" w:rsidRDefault="00F04D17" w:rsidP="00F04D17">
      <w:pPr>
        <w:pStyle w:val="libNormal"/>
        <w:rPr>
          <w:rtl/>
        </w:rPr>
      </w:pPr>
      <w:r>
        <w:rPr>
          <w:rtl/>
        </w:rPr>
        <w:t>ومنهم ابن أبى العزاقر وقذ ذم ولعن وذكر الشيخ له اقاصيص ومنهم أبودلف المجنون روى الشيخ الطوسي (ره) عن المفيد محمد بن محمد بن النعمان عن أبي الحسن على بن بلال المهلبي قال سمعت ابا القاسم جعفر بن محمد بن قولويه اما أبودلف الكاتب لاحاطه الله فكنا نعرفه ملحد</w:t>
      </w:r>
      <w:r w:rsidR="00CD27DE">
        <w:rPr>
          <w:rtl/>
        </w:rPr>
        <w:t>اً</w:t>
      </w:r>
      <w:r>
        <w:rPr>
          <w:rtl/>
        </w:rPr>
        <w:t xml:space="preserve"> ثم أظهر الغلو ثم جن وسلسل ثم صار مفوض</w:t>
      </w:r>
      <w:r w:rsidR="00CD27DE">
        <w:rPr>
          <w:rtl/>
        </w:rPr>
        <w:t>اً</w:t>
      </w:r>
      <w:r>
        <w:rPr>
          <w:rtl/>
        </w:rPr>
        <w:t xml:space="preserve"> وما عرفناه قط اذا حضر في مشهد الا استخف به ولا عرفته الشيعة الا مديده يسيره والشيعة تبرؤا منه وممن ينس به وقد كنا وجهنا إلى أبي بكر البغدادي لما ادعى له هذا ما ادعاه فانكر ذلك وحلف عليه فقبلنا ذلك منه فلما دخل إلى بغداد مال اليه وعدل عن الطائفة واوصي اليه لم نشك انه على مذهبه فلعناه وتبرأنا منه لان عندنا ان كل من ادعى هذا الامر بعد السيميمري رضى الله تعالى عنه فهو كافر منمس ضال مضل.</w:t>
      </w:r>
    </w:p>
    <w:p w:rsidR="00F04D17" w:rsidRDefault="00F04D17" w:rsidP="00F04D17">
      <w:pPr>
        <w:pStyle w:val="libNormal"/>
        <w:rPr>
          <w:rtl/>
        </w:rPr>
      </w:pPr>
      <w:r>
        <w:rPr>
          <w:rtl/>
        </w:rPr>
        <w:br w:type="page"/>
      </w:r>
    </w:p>
    <w:p w:rsidR="00F04D17" w:rsidRDefault="00F04D17" w:rsidP="00F04D17">
      <w:pPr>
        <w:pStyle w:val="libCenterBold2"/>
        <w:rPr>
          <w:rtl/>
        </w:rPr>
      </w:pPr>
      <w:r>
        <w:rPr>
          <w:rtl/>
        </w:rPr>
        <w:lastRenderedPageBreak/>
        <w:t>الفائدة السابعة</w:t>
      </w:r>
    </w:p>
    <w:p w:rsidR="00F04D17" w:rsidRDefault="00F04D17" w:rsidP="00F04D17">
      <w:pPr>
        <w:pStyle w:val="libNormal"/>
        <w:rPr>
          <w:rtl/>
        </w:rPr>
      </w:pPr>
      <w:r>
        <w:rPr>
          <w:rtl/>
        </w:rPr>
        <w:t>قال الشيخ الطوسي (ره) وقد كان في زمان السفراء المحمودين اقوام ثقات ترد عليهم التوقيعات من قبل المنصوبين للسفارة من الاصل منهم أبوالحسين محمد ابن جعفر الاسدي قال: بعد قصص ومات الاسدي على ظاهر العدالة لم يتغير ولم يطعن عليه في شهر ربيع الاول سنة اثنتي عشرة وثلثمائة ومنهم أحمد بن اسحاق وجماعة وقد خرج التوقيع في مدحهم وروى احمد بن ادريس عن محمد بن أحمد عن محمد بن عيسى عن أبي احمد الرازي قال كنت انا وأحمد بن أبي عبدالله بالعسكر فورد علينا من قبل الرجل فقال أحمد بن اسحاق الاشعري وإبراهيم بن محمد الهمداني وأحمد بن حمزة بن اليسع ثقات.</w:t>
      </w:r>
    </w:p>
    <w:p w:rsidR="00F04D17" w:rsidRDefault="00F04D17" w:rsidP="00F04D17">
      <w:pPr>
        <w:pStyle w:val="libCenterBold2"/>
        <w:rPr>
          <w:rtl/>
        </w:rPr>
      </w:pPr>
      <w:r>
        <w:rPr>
          <w:rtl/>
        </w:rPr>
        <w:t>الفائدة الثامنة</w:t>
      </w:r>
    </w:p>
    <w:p w:rsidR="00F04D17" w:rsidRDefault="00F04D17" w:rsidP="00F04D17">
      <w:pPr>
        <w:pStyle w:val="libNormal"/>
        <w:rPr>
          <w:rtl/>
        </w:rPr>
      </w:pPr>
      <w:r>
        <w:rPr>
          <w:rtl/>
        </w:rPr>
        <w:t>أعلم ان الشيخ الطوسي (ره) ذكر أحاديث كثيرة في كتاب التهذيب والاستبصار عن رجال لم يلق زمانهم وانما روى عنهم بوسائط وحذفها في الكتابين ثم ذكر في اخرهما طريقه إلى كل رجل رجل مما ذكره في الكتابين وكذلك فعل الشيخ أبوجعفر إبن بابويه ونحن نذكر في هذه الفائدة على سبيل الاجمال صحة طرقهما إلى كل واحد واحد ممن يوثق به أو يحسن حاله أو وثق وان كان على مذهب فاسد ولم يحضرني حاله دون من ترد رويته ويترك قوله وان كان فاسد الطريق ذكرناه وان كان في الطريق من لا يحضرنا معرفة حاله من جرح أو تعديل تركناه أيضا كل ذلك على سبيل الاجمال اذ التفصيل موكول إلى كتابنا الكبير وإنما قصدنا ذلك للاختصار ولبلوغ الغياية بمعرفة صحة طرقهما وفسادها بذلك فطريق الشيخ الطوسي (ره) في التهذيب إلى محمد بن يعقوب الكلينى صحيح والى أحمد بن ادريس وكذا إلى علي بن ابراهيم بن هاشم وكذا إلى محمد بن يحيى العطاغر وكذا إلى احمد بن إدريس وكذا عن الحسين بن محمد وكذا عن محمد بن إسماعيل وكذا</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عن حميد بن زياد وكذا عن أحمد بن محمد بن عيسى وكذا عن أحمد بن محمد بن خالد وكذا عن الفضل بن شاذان والى الحسن بن محبوب حسن واليه ايضا مما اخذ من كتبه ومصنفاته صحيح والى الحسين بن سعيد صحيح وكذا عن محمد بن أحمد بن يحيى الاشعري وكذا عن محمد بن علي بن محبوب وكذا عن سعد بن عبدالله وكذا عن محمد بن الحسن ابن الوليد وعن الحسن بن محمد بن سماعة قوي اذ في طريقه حميد بن زياد وكان ثقة الا انه واقفي والحسن أيضا كان واقفيا الا انه كان ثقة والى أبي جعفر محمد بن علي بن الحسين وهو ابن بابويه صحيح وكذا عن أبى القاسم جعفر بن محمد بن قولويه وكذا عن موسى بن القاسم بن معاوية بن وهب صحيح أيضا وكذا عن يونس بن عبدالرحمن وكذا عن على بن مهزيار وكذا عن أحمد بن عبدالله البرقي وكذا عن على بن جعفر وكذا عن أبي عبدالله الحسين بن سفيان البزوفري وكذا عن أبي طالبق الانباري.</w:t>
      </w:r>
    </w:p>
    <w:p w:rsidR="00F04D17" w:rsidRDefault="00F04D17" w:rsidP="00F04D17">
      <w:pPr>
        <w:pStyle w:val="libNormal"/>
        <w:rPr>
          <w:rtl/>
        </w:rPr>
      </w:pPr>
      <w:r>
        <w:rPr>
          <w:rtl/>
        </w:rPr>
        <w:t>وطريق الشيخ أبى جعفر الطوسي (ره) في كتاب الاستبصار إلى محمد بن يعقوب صحيح وكذا على بن ابراهيم بن هاشم وكذا عن محمد بن يحيى العطار وكذا عن أحمد بن إدريس وكذا عن الحسين بن محمد وكذا عن محمد بن اسماعيل وكذا عن حميد بن زياد وكذا عن أحمد بن محمد بن عيسى وعن أحمد بن محمد بن خالد البرقي وكذا عن الفضل بن شاذان وعن الحسن بن محبوب حسن وعن الحسين بن سعيد صحيح وكذا عن محمد بن أحمد بن يحيى وكذا عن محمد بن على بن محبوب وكذا عن سعد بن عبدالله وكذا عن محمد بن الحسن بن الوليد وعن محمد بن على بن بابويه وعن الحسن ابن محمد بن سماعة قوي وعن أبى القاسم جعفر بن محمد بن قولويه صحيح وكذا عن موسى بن القاسم بن معاوية بن وهب وكذا عن يونس بن عبدالرحمن وكذا عن على ابن مهزيار وكذا عن على بن جعفر وكذا عن الفضل بن شاذان وكذا عن أبي عبدالله الحسين بن سفيان البزوفرى وكذا عن أبي طالب الانباري.</w:t>
      </w:r>
    </w:p>
    <w:p w:rsidR="00F04D17" w:rsidRDefault="00F04D17" w:rsidP="00F04D17">
      <w:pPr>
        <w:pStyle w:val="libNormal"/>
        <w:rPr>
          <w:rtl/>
        </w:rPr>
      </w:pPr>
      <w:r>
        <w:rPr>
          <w:rtl/>
        </w:rPr>
        <w:t>وطريق الشيخ أبي جعفر محمد بن بابويه في كتاب من لا يحضره الفقيه إلى عمرا الساباطي قوي فيه أحمد بن الحسن بن فضال وهو فاسد المذهب ثقة وكذا عمرو</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ابن سعيد وأما مصدق بن صدقة فانه فاسد المذهب فطحي لكنه ثقة عالم والى علي بن جعفر صحيح وكذا عن اسحاق بن عمار الا ان في اسحاق قولا وعن جابر بن يزيد الجعفي ضعيف وعن كردويه الهمدانى صحيح وكذا عن سعد بن عبدالله بن أبي خلف وكذا عن هشام بن سالم الجواليقى وكذا عن عمر بن يزيد وكذا عن زرارة بن أعين وكذا عن حريز بن عبدالله وكذا عن حماد بن عيس وكذا عن عبدالرحمن بن أبي عبدالله وكذا عن إسماعيل بن جابر وعن سماعة بن مهران حسن وعن زرعة صحيح وان كان زرعة فاسد المذهب الا انه ثقة وعن عبدالله بن بكير قوي وعن محمد بن علي الحلبي صحيح وكذا عن عبدالله بن أبي يعفور وكذا عن حكم بن حكيم وكذا عن إبراهيم بن أبي محمود وكذا عن حنان بن سدير وعن محمد بن النعمان حسن وكذا عن أبي الاعز النخاس وعن عبيد الله بن علي الحلبي صحيح وكذا عن معاوية بن ميسرة ابن شريح القاضي وكذا عن عبدالرحمن بن أبي نجران وكذا عن محمد بن حمران وكذا عن جميل ابن دراج وكذا عن عبدالله بن سنان وكذا عن أحمد بن محمد بن محمد بن أبي نصر البزنطي وعن أبي بصير ضعيف، وعن سعدان بن مسلم واسمه عبدالرحمن صحيح وعن الريان بن الصلت حسن وكذا عن الحسن بن الجهم وعن الحسين بن أبي العلى ضعيف وعن محمد بن الحسن الصفار صحيح وعن علي بن بلال حسن وعن يحيى بن عبادة المكي ضعيف وكذا عن أبى النمير مولى الحرث بن المغيرة البصري لان في طريقه محمد بن سنان وهو عندي ضعيف وعن منصور بن حازم صحيح وعن المفضل بن عمر الجعفي ضعيف لان في طريقه محمد بن سنان والمفضل أيض</w:t>
      </w:r>
      <w:r w:rsidR="00CD27DE">
        <w:rPr>
          <w:rtl/>
        </w:rPr>
        <w:t>اً</w:t>
      </w:r>
      <w:r>
        <w:rPr>
          <w:rtl/>
        </w:rPr>
        <w:t xml:space="preserve"> عندي ضعيف وعن أبي مريم الانصاري صحيح وان كان في طريقه ابان بن عثمان وهو فطحي لكن الكشي قال ابن العثابة اجتمعت على تصحيح ما يصح عنه وكذا عن المفضل بن عبدالملك وعن الفضيل بن عثمان الاعور المرادي الكوفي صحيح وكذا عن صفوان بن مهران الجمال وكذا عن هشام بن الحكم وكذا عن حفص بن البختري وعن سليمان بن خالد البجلي الاقطع الكوفي حسن وعن معمر بن يحيى صحيح وكذا عن عابد الاحمسي وكذا عن مسعدة بن صدقة الربعي وكذا</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عن معاوية بن وهب أبي القاسم البجلى الكوفي وعن بكير بن أعين حسن وعن محمد بن يحيى الخثعمي ضعيف وعن بكر بن محمد الازدي صحيح وكذا عن إسماعيل بن رياح الكوفي وكذا عن حريز بن عبدالله السجستانى وعن أبي حمزة الثمالي قوي وعن عبدالاعلى مولى آل سام صحيح وعن الاصبغ بن نباتة ضعيف واتوقف في طريقه إلى جابر بن عبدالله الانصاري وعن عامر بن نعيم القمي صحيح وعن صفوان بن يحيى حسن وعن على بن مهزيار قوي وعن حبيب بن معلى الخثعمي صحيح وعن عبدالرحمن ابن الحجاج العجلي الكوفي صحيح وعن موسى بن عمر بن بزيع حسن وعن العيص ابن القاسم صحيح وعن سليمان بن جعفر الجعفري صحيح وعن إسماعيل بن عيسى صحيح وعن جعفر بن محمد بن يونس حسن وكذا عن هاشم الحناط وعن داود الصيرفي صحيح وكذا عن إبراهيم بن مهزيار وعن يحيى بن أبي عمران حسن وعن محمد بن إسماعيل بن بزيع صحيح وعن على بن الريان حسن وعن علي بن يقطين صحيح وعن رفاعة بن موسى النخاس صحيح وكذا عن زياد بن سوقه وكذا عن حماد بن عثمان وكذا عن ياسر الخادم وكذا عن الحسن بن محبوب وكذا عن داود بن يزد وكذا عن معاوية بن عمار ويكنى أباالقاسم الكوفي وعن عبدالله بن فضالة ضعيف وعن خالد بن نجيح الجوان صحيح وكذا عن الحسن بن السري وكذا عن الحارث بن المغيرة البصري وكذا عن أبي بكر عبدالله بن محمد الحضرمي وكليب الاسدي وعن هشام ابن إبراهيم حسن وهشام قال إن الغضايري ان الطعن في مذهبه لا في نفسه وروى الكشي فيه طعن</w:t>
      </w:r>
      <w:r w:rsidR="00CD27DE">
        <w:rPr>
          <w:rtl/>
        </w:rPr>
        <w:t>اً</w:t>
      </w:r>
      <w:r>
        <w:rPr>
          <w:rtl/>
        </w:rPr>
        <w:t xml:space="preserve"> عظيما وعن عبدالله بن جندب حسن وكذا عن إبراهيم بن عبدالحميد الكوفي وعن عبدالكريم بن عتبة قوى، واتوقف في طريقه إلى إسماعيل بن مسلم السكوني وعن عبدالله بن المغيرة حسن وعن محمد بن أبي عمير صحيح وعن الحسين بن حماد قوي وعن العلا بن رزين صحيح وكذا عن عبدالله بن مسكان الكوفي من موالى عنزة ويقال انه</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ابن أبي زياد الكرخي صحيح وعن سهل بن اليسع حسن وعن ابن زكريا الاعور صحيح وعن أبي حبيب ناجية قوي وعن جعفر بن سالم صحيح وعن أبي المعزا أحمد بن المثنى العجلي قوي وعن معاوية بن شريح صحيح وكذا عن سليمان بن داود المنقري الشاذ كوني وكذا عن ربعي بن عبدالله وعن داود بن سرحان الكوفي العطار صحيح وعن المعلى ابن حبيس مولى الصادق عليه السلام صحيح، وكذا عن إبراهيم بن أبي البلاد وكذا عن أبي أيوب الخزاز وهو إبراهيم بن عثمان، وقيل انه إبراهيم ابن عيسى وكذا عن حفص بن سالم ابي ولاد الحناط مولى بني مخزوم وكذا عن محمد بن خالد البرقي وكذا عن زكريا بن آدم وكذا عن بحر السقا وعن أبي جرير بن ادريس صاحب الكاظم عليه السلام حسن وكذا عن معروف بن خربوذ المكى وكذا عن سعيد بن عبدالله الاعرج قوي وطريقه إلى علي بن عطية الاصم الحناط الكوفي فيه علي بن حسان وهو مشترك بين اثنين فانكان الواسطي فالطريق صحيح وان كان الهاشمي فهو ضعيف وعن معمر بن خلاد حسن والى هارون بن حمزة الغنوي صحيح وكذا عن جعفر بن بشير البجلي وكذا عن علي بن رئاب وعن علي بن الفضل الواسطى صاحب الرضا عليه السلام حسن وعن موسى بن القاسم البجلي صحيح وكذا عن يونس بن الحسن بن عمار بن الفيض الصيرفى التغلبي الكوفي وهو أخو اسحاق بن عمار وكذا عن محمد بن أحمد بن يحيى بن عمران الاشعري وعن مبارك العقرقوفي ضعيف وكذا عن مروان بن مسلم وعن عاصم بن حميد حسن وعن محمد بن عبدالجبار وهو ابن أبي الصهبان صحيح وكذا عن يعقوب بن شعيب بن ميثم الاسدي وهو مولى كوفي وكذا عن درست بن أبي منصور الواسطي وكذا عن القاسم بن سليمان وعن إبراهيم ابن محمد الهمداني حسن عن أبي الورد صحيح وكذا عن الحسن بن علي الوشاء وكذا عن أبان بن عثمان الاحمر وكذا عن منصور بن يونس وعن إدريس بن هلال ضعيف وعن القاسم بن عروة صحيح وعن محمد بن قيس حسن وعن بشير النبال ضعيف وعن عبدالكريم بن عمر الخثعمي ولقبه كرام صحيح وعبدالكريم واقفى ثقة وكذا</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عن عيسى بن أبي منصور وكنيته أبوصالح وهو كوفي ومولى وعن عبدالملك بن عتبة الهاشمي قوي وعن محمد بن حكيم صحيح وكذا عن علي بن الحكم وكذا عن علي بن سويد وكذا عن محمد بن حمران وعن سعيد النقاش ضعيف وعن الحسين بن سعيد صحيح وكذا عن غياث بن إبراهيم وغياث بتري ثقة وكذا عن عبدالرحمن بن أبي نجران وكذا عن محمد بن عيسى بن عبيد اليقطيني وكذا عن عيسى بن عبدالله بن علي بن عمر بن علي ان الحسين بن علي بن أبي طالب (ع) وعن عيسى بن يونس ضعيف وكذا عن حذيفة بن منصور وعن إبراهيم بن عمر اليماني صحيح وكذا عن الحسن بن علي محمد فضال وكذا عن النضر بن سويد وكذا عن شهاب بن عبد ربه وعن إبراهيم بن أبي يحيى المديني قوي وعن على بن اسباط صحيح وكذا عن عمار بن مروان وعن منذر ابن جعفر حسن وكذا عن عبدالله بن ميمون القداح المكي وعن جعفر بن القاسم صحيح وكذا عن على بن ميسرة وعن حماد النوا ضعيف وعن خالد بن أبي العلا الخفاف صحيح وكذا عن عبدالله بن يحيى الكاهلي وكذا عن أبي الحسن النهدي وكذا عن عمران الحلبي أبي الفضل وعن الحسن بن هارون قوى وعن إبراهيم بن سفيان ضعيف وكذا عن يوسف بن إبراهيم الطاطري وعن فضالة بن أيوب صحيح وعن يحيى ابن حسان الازرق حسن وعن على بن النعمان صحيح وعن أحمد بن محمد بن مطر صاحب أبي محمد العسكري عليه السلام صحيح وعن أبي عبدالله الخراساني حسن وعن الحارث يباع النماط ضعيف وعن عمار بن موسى الساباطي قوي وعن على بن محمد الحضيني ضعيف وعن سويد القلا صحيح وعن مثني بن عبدالسلام قوي وعن جعفر ابن ناجية صحيح وعن ذريح بن محمد المحادبي حسن وعن كليب بن معاوية الاسدي صحيح كذا عن عبدالله بن جعفر بن جامع الحميري وكذا عن محمد بن عثمان العمري وعن نعمان ابن سعيد ضعيف وعن حمدان الديراني حسن وعن حمزة بن حمران بن أعين مولى بني شيبان الكوفي وعن أحمد بن عامد صحيح وعن العلا بن سيابة صحيح وعن عبدالله ابن الحكم ضعيف وكذا عن على بن محمد بن مطر وعن ياسين الضرير البصري صحيح</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وعن القاسم بن بريد بن معاوية العجلي ضعيف وعن محمد بن عذافر الصيرفي صحيح وعن ايوب بن الحر صحيح، وكذا عن عبدالحميد بن عواض الطائي وكذا عن عبدالله ابن محمد الجعفي وكذا عن صباح بن سيابة أخي عبدالرحمن الكوفي وعن إبراهيم بن هاشم صحيح وعن عبدالله بن حماد الانصاري ضعيف وكذا عن بشار بن بشار وكذا عن محمد بن عمر بن أبي المقدام وعن يوسف بن يعقوب أخي يونس بن يعقوب وكانا فطحيين وعن محمد بن علي بن محبوب صحيح وعن محمد بن الوليد الكرماني حسن وعن محمد بن منصور ضعيف وعن عبدالله جبلة صحيح وعن ثعلبة أبي اسحاق بن ميمون صحيح وعن داود بن اسحاق ضعيف وعن ادريس بن عبدالله القمي صحيح وعن ادريس بن زيد حسن وعن محمد بن سهل صحيح وكذا عن منهال القصاب وكذا عن مسعدة بن زياد وكذا عن داود بن أبي يزيد وكذا عن ثوبر بن أبي فاخته وكذا عن محمد بن حسان وكذا عن أحمد بن محمد بن عيسى وكذا عن علي بن حسان الواسطي وكذا عن علي بن اسماعيل الميثمي وكذا عن يعقوب بن يزيد وكذا عن الحسن بن علي بن النعمان وكذا عن محمد بن اسلم الجبلي وكذا عن محمد بن الحسين بن أبي الخطاب وكذا عن العباس بن معروف وكذا عن معاوية بن حكيم وكذا عن أبي الجوازاء المنبه ابن عبدالله فهذا ما خطر لنا الان من حال هذه الطرق في الكتب الثلاثة وقد تختلف طرق اخرى في الكتب بيناها ايضا ان حضرنا حال رواتها من جرح أو تعديل.</w:t>
      </w:r>
    </w:p>
    <w:p w:rsidR="00F04D17" w:rsidRDefault="00F04D17" w:rsidP="00F04D17">
      <w:pPr>
        <w:pStyle w:val="libCenterBold2"/>
        <w:rPr>
          <w:rtl/>
        </w:rPr>
      </w:pPr>
      <w:r>
        <w:rPr>
          <w:rtl/>
        </w:rPr>
        <w:t>الفائدة التاسعة</w:t>
      </w:r>
    </w:p>
    <w:p w:rsidR="00F04D17" w:rsidRDefault="00F04D17" w:rsidP="00F04D17">
      <w:pPr>
        <w:pStyle w:val="libNormal"/>
        <w:rPr>
          <w:rtl/>
        </w:rPr>
      </w:pPr>
      <w:r>
        <w:rPr>
          <w:rtl/>
        </w:rPr>
        <w:t>قد يغلط جماعة في الاسناد من إبراهيم بن هاشم إلى حماد بن عيسى فيتوهمونه حماد بن عثمان وهو غلط فان إبراهيم بن هاشم لم يلق حماد بن عثمان بل حماد بن عيسى.</w:t>
      </w:r>
    </w:p>
    <w:p w:rsidR="00F04D17" w:rsidRDefault="00F04D17" w:rsidP="00F04D17">
      <w:pPr>
        <w:pStyle w:val="libNormal"/>
        <w:rPr>
          <w:rtl/>
        </w:rPr>
      </w:pPr>
      <w:r>
        <w:rPr>
          <w:rtl/>
        </w:rPr>
        <w:br w:type="page"/>
      </w:r>
    </w:p>
    <w:p w:rsidR="00F04D17" w:rsidRDefault="00F04D17" w:rsidP="00F04D17">
      <w:pPr>
        <w:pStyle w:val="libCenterBold2"/>
        <w:rPr>
          <w:rtl/>
        </w:rPr>
      </w:pPr>
      <w:r>
        <w:rPr>
          <w:rtl/>
        </w:rPr>
        <w:lastRenderedPageBreak/>
        <w:t>الفائدة العاشرة</w:t>
      </w:r>
    </w:p>
    <w:p w:rsidR="00F04D17" w:rsidRDefault="00F04D17" w:rsidP="00F04D17">
      <w:pPr>
        <w:pStyle w:val="libNormal"/>
        <w:rPr>
          <w:rtl/>
        </w:rPr>
      </w:pPr>
      <w:r>
        <w:rPr>
          <w:rtl/>
        </w:rPr>
        <w:t>لنا طرق متعددة إلى الشيخ السعيد أبي جعفر الطوسى رحمه الله وكذا إلى الشيخ الصدوق أبي جعفر ابن بابويه وكذا إلى الشيخين أبي عمرو الكشي وأحمد بن العباس النجاشي، ونحن نثبت ها هنا منها ما يتفق وكلها صحيحة، فالذي إلى الشيخ الطوسي رحمه الله فانا نروى جميع رواياته ومصنفاته واجازاته عن والدي الشيخ يوسف بن علي ابن مطهر (ره) عن الشيخ يحيى بن محمد بن يحيى بن الفرج السوراوي، عن الفقيه الحسن بن هبة الله بن رطبة عن المفيد أبي على الحسن بن محمد بن الحسن الطوسي عن والده الشيخ أبي جعفر محمد بن الحسن الطوسي وعن والدي عن السيد أحمد بن يوسف ابن احمد العريضى العلوي الحسيني عن برهان الدين محمد بن محمد بن علي الحمداني القزويني نزيل الري عن السيد فضل الله أبي علي الحسيني الراوندي عن عماد الدين أبى الصمصام ذي الفقار ابن معبد الحسيني عن الشيخ أبي جعفر الطوسي وعن والدي أبى المظفر يوسف بن مطهر رحمه الله عن السيد فخار بن معد بن فخار العلوي الموسوي عن الشيخ شاذان بن جبرئيل القمي عن الشيخ أبي القاسم العماد الطبري عن المفيد أبي علي الحسن بن محمد ابن الحسن الطوسي عن الشيخ والده أبى جعفر الطوسي (ره) والذي لي إلى الشيخ أبي جعفر بن بابويه (ره) فانا نروى جميع مصنفائه واجازاته عن والدي رحمة الله عن السيد احمد بن يوسف بن احمد بن العريضي العلوي الحسيني عن البرهان محمد بن محمد ابن على الحمداني القزويني عن السيد فضل الله بن علي الحسيني الراوندي عن العماد أبي الصمصام بن معبد الحسينى عن الشيخ أبي جعفر الطوسي الراوندي عن العماد أبي الصمصام بن معبد الحسينى عن الشيخ أبي جعفر الطوسي عن الشيخ المفيد محمد بن محمد بن النعمان عن أبي جعفر محمد بن علي بن الحسين بن بابويه رحمه الله وهذه الاسناد عن أبي الصمصام عن النجاشي بكتابه وبالاسناد عن الشيخ أبي جعفر الطوسي رحمه الله عن أبي محمد هارون بن موسى التلعكبري رحمه الله عن أبي</w:t>
      </w:r>
    </w:p>
    <w:p w:rsidR="00F04D17" w:rsidRDefault="00F04D17" w:rsidP="00F04D17">
      <w:pPr>
        <w:pStyle w:val="libNormal"/>
        <w:rPr>
          <w:rtl/>
        </w:rPr>
      </w:pPr>
      <w:r>
        <w:rPr>
          <w:rtl/>
        </w:rPr>
        <w:br w:type="page"/>
      </w:r>
    </w:p>
    <w:p w:rsidR="00F04D17" w:rsidRDefault="00F04D17" w:rsidP="00F04D17">
      <w:pPr>
        <w:pStyle w:val="libNormal"/>
        <w:rPr>
          <w:rtl/>
        </w:rPr>
      </w:pPr>
      <w:r>
        <w:rPr>
          <w:rtl/>
        </w:rPr>
        <w:lastRenderedPageBreak/>
        <w:t>عمر ومحمد بن عمر بن عبدالعزيز الكشي رحمه الله بكتابه وقد اقتصرت من الروايات إلى هؤلاء المشايخ بما ذكرت والباقي من الروايات إلى هؤلاء المشايخ والى غيرهم مذكور في كتابنا الكبير من اراده وقف عليه هناك والحمد لله وحده وصلى الله على سيدنا ومولانا محمد النبي وآله الطاهرين.</w:t>
      </w:r>
    </w:p>
    <w:p w:rsidR="00F04D17" w:rsidRDefault="00F04D17" w:rsidP="00F04D17">
      <w:pPr>
        <w:pStyle w:val="libNormal"/>
        <w:rPr>
          <w:rtl/>
        </w:rPr>
      </w:pPr>
      <w:r>
        <w:rPr>
          <w:rtl/>
        </w:rPr>
        <w:t>تمت خلاصة الشيخ العلامة الحسن بن يوسف رحمه الله في يوم الاثنين التاسع والعشرون من شهر رمضان سنة 1310 من الهجرة النبوية على هاجرها الصلاة والسلام.</w:t>
      </w:r>
    </w:p>
    <w:p w:rsidR="00F04D17" w:rsidRDefault="00F04D17" w:rsidP="00F04D17">
      <w:pPr>
        <w:pStyle w:val="libNormal"/>
      </w:pPr>
      <w:r>
        <w:rPr>
          <w:rtl/>
        </w:rPr>
        <w:t>بسمه تعالى شأنه تم بحمد الله تعالى تصحيح</w:t>
      </w:r>
      <w:r w:rsidR="00CD27DE">
        <w:rPr>
          <w:rtl/>
        </w:rPr>
        <w:t>اً</w:t>
      </w:r>
      <w:r>
        <w:rPr>
          <w:rtl/>
        </w:rPr>
        <w:t xml:space="preserve"> على نسخة العلامة المحقق السيد محمد صادق آل بحر العلوم وقد كتب في آخرها مانصه: تم بحمد الله ومنه مقابلة وتصحيح</w:t>
      </w:r>
      <w:r w:rsidR="00CD27DE">
        <w:rPr>
          <w:rtl/>
        </w:rPr>
        <w:t>اً</w:t>
      </w:r>
      <w:r>
        <w:rPr>
          <w:rtl/>
        </w:rPr>
        <w:t xml:space="preserve"> على نسخة آية الله البلاغي دام ظله وقد كتب في آخرها ما نصه بلغ مقابلة بحمد الله ومنه على نسخ متعددة مع بذل الجهد في التصحيح والتنقيح وارجو من الله ان تكون هذه النسخة ممتازة بالصحة وما توفيقى إلا بالله حرره الاقل محمد جواد البلاغي ليلة الثالث من محرم الحرام سنة: 1323 حرره الاقل محمد صادق آل بحرالعلوم عفى عنه في 23 شهر رجب سنة 1350 هجرية حرره الاقل محمد بن عبدالحسين الرشتي في نهار التاسع من رمضان سنة 1380 هـ.</w:t>
      </w:r>
    </w:p>
    <w:p w:rsidR="00F04D17" w:rsidRDefault="00F04D17" w:rsidP="00F04D17">
      <w:pPr>
        <w:pStyle w:val="libNormal"/>
        <w:rPr>
          <w:rtl/>
        </w:rPr>
      </w:pPr>
      <w:r>
        <w:rPr>
          <w:rtl/>
        </w:rPr>
        <w:br w:type="page"/>
      </w:r>
    </w:p>
    <w:sdt>
      <w:sdtPr>
        <w:rPr>
          <w:b w:val="0"/>
          <w:bCs w:val="0"/>
          <w:rtl/>
        </w:rPr>
        <w:id w:val="1077749"/>
        <w:docPartObj>
          <w:docPartGallery w:val="Table of Contents"/>
          <w:docPartUnique/>
        </w:docPartObj>
      </w:sdtPr>
      <w:sdtContent>
        <w:p w:rsidR="00F04D17" w:rsidRDefault="00AB1AF3" w:rsidP="00AB1AF3">
          <w:pPr>
            <w:pStyle w:val="libCenterBold1"/>
          </w:pPr>
          <w:r>
            <w:rPr>
              <w:rFonts w:hint="cs"/>
              <w:rtl/>
            </w:rPr>
            <w:t>الفهرس</w:t>
          </w:r>
        </w:p>
        <w:p w:rsidR="0067321F" w:rsidRDefault="007233D3">
          <w:pPr>
            <w:pStyle w:val="TOC1"/>
            <w:rPr>
              <w:rFonts w:asciiTheme="minorHAnsi" w:eastAsiaTheme="minorEastAsia" w:hAnsiTheme="minorHAnsi" w:cstheme="minorBidi"/>
              <w:bCs w:val="0"/>
              <w:noProof/>
              <w:color w:val="auto"/>
              <w:sz w:val="22"/>
              <w:szCs w:val="22"/>
              <w:rtl/>
            </w:rPr>
          </w:pPr>
          <w:r w:rsidRPr="007233D3">
            <w:fldChar w:fldCharType="begin"/>
          </w:r>
          <w:r w:rsidR="00F04D17">
            <w:instrText xml:space="preserve"> TOC \o "1-3" \h \z \u </w:instrText>
          </w:r>
          <w:r w:rsidRPr="007233D3">
            <w:fldChar w:fldCharType="separate"/>
          </w:r>
          <w:hyperlink w:anchor="_Toc418411922" w:history="1">
            <w:r w:rsidR="0067321F" w:rsidRPr="00011C55">
              <w:rPr>
                <w:rStyle w:val="Hyperlink"/>
                <w:rFonts w:hint="eastAsia"/>
                <w:noProof/>
                <w:rtl/>
              </w:rPr>
              <w:t>القسم</w:t>
            </w:r>
            <w:r w:rsidR="0067321F" w:rsidRPr="00011C55">
              <w:rPr>
                <w:rStyle w:val="Hyperlink"/>
                <w:noProof/>
                <w:rtl/>
              </w:rPr>
              <w:t xml:space="preserve"> </w:t>
            </w:r>
            <w:r w:rsidR="0067321F" w:rsidRPr="00011C55">
              <w:rPr>
                <w:rStyle w:val="Hyperlink"/>
                <w:rFonts w:hint="eastAsia"/>
                <w:noProof/>
                <w:rtl/>
              </w:rPr>
              <w:t>الاول</w:t>
            </w:r>
            <w:r w:rsidR="0067321F">
              <w:rPr>
                <w:noProof/>
                <w:webHidden/>
                <w:rtl/>
              </w:rPr>
              <w:tab/>
            </w:r>
            <w:r w:rsidR="0067321F">
              <w:rPr>
                <w:noProof/>
                <w:webHidden/>
                <w:rtl/>
              </w:rPr>
              <w:fldChar w:fldCharType="begin"/>
            </w:r>
            <w:r w:rsidR="0067321F">
              <w:rPr>
                <w:noProof/>
                <w:webHidden/>
                <w:rtl/>
              </w:rPr>
              <w:instrText xml:space="preserve"> </w:instrText>
            </w:r>
            <w:r w:rsidR="0067321F">
              <w:rPr>
                <w:noProof/>
                <w:webHidden/>
              </w:rPr>
              <w:instrText>PAGEREF</w:instrText>
            </w:r>
            <w:r w:rsidR="0067321F">
              <w:rPr>
                <w:noProof/>
                <w:webHidden/>
                <w:rtl/>
              </w:rPr>
              <w:instrText xml:space="preserve"> _</w:instrText>
            </w:r>
            <w:r w:rsidR="0067321F">
              <w:rPr>
                <w:noProof/>
                <w:webHidden/>
              </w:rPr>
              <w:instrText>Toc418411922 \h</w:instrText>
            </w:r>
            <w:r w:rsidR="0067321F">
              <w:rPr>
                <w:noProof/>
                <w:webHidden/>
                <w:rtl/>
              </w:rPr>
              <w:instrText xml:space="preserve"> </w:instrText>
            </w:r>
            <w:r w:rsidR="0067321F">
              <w:rPr>
                <w:noProof/>
                <w:webHidden/>
                <w:rtl/>
              </w:rPr>
            </w:r>
            <w:r w:rsidR="0067321F">
              <w:rPr>
                <w:noProof/>
                <w:webHidden/>
                <w:rtl/>
              </w:rPr>
              <w:fldChar w:fldCharType="separate"/>
            </w:r>
            <w:r w:rsidR="0067321F">
              <w:rPr>
                <w:noProof/>
                <w:webHidden/>
                <w:rtl/>
              </w:rPr>
              <w:t>3</w:t>
            </w:r>
            <w:r w:rsidR="0067321F">
              <w:rPr>
                <w:noProof/>
                <w:webHidden/>
                <w:rtl/>
              </w:rPr>
              <w:fldChar w:fldCharType="end"/>
            </w:r>
          </w:hyperlink>
        </w:p>
        <w:p w:rsidR="0067321F" w:rsidRDefault="0067321F">
          <w:pPr>
            <w:pStyle w:val="TOC2"/>
            <w:tabs>
              <w:tab w:val="right" w:leader="dot" w:pos="7786"/>
            </w:tabs>
            <w:rPr>
              <w:rFonts w:asciiTheme="minorHAnsi" w:eastAsiaTheme="minorEastAsia" w:hAnsiTheme="minorHAnsi" w:cstheme="minorBidi"/>
              <w:noProof/>
              <w:color w:val="auto"/>
              <w:sz w:val="22"/>
              <w:szCs w:val="22"/>
              <w:rtl/>
            </w:rPr>
          </w:pPr>
          <w:hyperlink w:anchor="_Toc418411923" w:history="1">
            <w:r w:rsidRPr="00011C55">
              <w:rPr>
                <w:rStyle w:val="Hyperlink"/>
                <w:rFonts w:hint="eastAsia"/>
                <w:noProof/>
                <w:rtl/>
              </w:rPr>
              <w:t>الفصل</w:t>
            </w:r>
            <w:r w:rsidRPr="00011C55">
              <w:rPr>
                <w:rStyle w:val="Hyperlink"/>
                <w:noProof/>
                <w:rtl/>
              </w:rPr>
              <w:t xml:space="preserve"> </w:t>
            </w:r>
            <w:r w:rsidRPr="00011C55">
              <w:rPr>
                <w:rStyle w:val="Hyperlink"/>
                <w:rFonts w:hint="eastAsia"/>
                <w:noProof/>
                <w:rtl/>
              </w:rPr>
              <w:t>الاول</w:t>
            </w:r>
            <w:r w:rsidRPr="00011C55">
              <w:rPr>
                <w:rStyle w:val="Hyperlink"/>
                <w:noProof/>
                <w:rtl/>
              </w:rPr>
              <w:t xml:space="preserve"> </w:t>
            </w:r>
            <w:r w:rsidRPr="00011C55">
              <w:rPr>
                <w:rStyle w:val="Hyperlink"/>
                <w:rFonts w:hint="eastAsia"/>
                <w:noProof/>
                <w:rtl/>
              </w:rPr>
              <w:t>في</w:t>
            </w:r>
            <w:r w:rsidRPr="00011C55">
              <w:rPr>
                <w:rStyle w:val="Hyperlink"/>
                <w:noProof/>
                <w:rtl/>
              </w:rPr>
              <w:t xml:space="preserve"> </w:t>
            </w:r>
            <w:r w:rsidRPr="00011C55">
              <w:rPr>
                <w:rStyle w:val="Hyperlink"/>
                <w:rFonts w:hint="eastAsia"/>
                <w:noProof/>
                <w:rtl/>
              </w:rPr>
              <w:t>الهمزة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Toc418411923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1924"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الاول</w:t>
            </w:r>
            <w:r w:rsidRPr="00011C55">
              <w:rPr>
                <w:rStyle w:val="Hyperlink"/>
                <w:noProof/>
                <w:rtl/>
              </w:rPr>
              <w:t xml:space="preserve"> </w:t>
            </w:r>
            <w:r w:rsidRPr="00011C55">
              <w:rPr>
                <w:rStyle w:val="Hyperlink"/>
                <w:rFonts w:hint="eastAsia"/>
                <w:noProof/>
                <w:rtl/>
              </w:rPr>
              <w:t>ابراهيم</w:t>
            </w:r>
            <w:r w:rsidRPr="00011C55">
              <w:rPr>
                <w:rStyle w:val="Hyperlink"/>
                <w:noProof/>
                <w:rtl/>
              </w:rPr>
              <w:t xml:space="preserve"> </w:t>
            </w:r>
            <w:r w:rsidRPr="00011C55">
              <w:rPr>
                <w:rStyle w:val="Hyperlink"/>
                <w:rFonts w:hint="eastAsia"/>
                <w:noProof/>
                <w:rtl/>
              </w:rPr>
              <w:t>وفيه</w:t>
            </w:r>
            <w:r w:rsidRPr="00011C55">
              <w:rPr>
                <w:rStyle w:val="Hyperlink"/>
                <w:noProof/>
                <w:rtl/>
              </w:rPr>
              <w:t xml:space="preserve"> </w:t>
            </w:r>
            <w:r w:rsidRPr="00011C55">
              <w:rPr>
                <w:rStyle w:val="Hyperlink"/>
                <w:rFonts w:hint="eastAsia"/>
                <w:noProof/>
                <w:rtl/>
              </w:rPr>
              <w:t>ثمانيه</w:t>
            </w:r>
            <w:r w:rsidRPr="00011C55">
              <w:rPr>
                <w:rStyle w:val="Hyperlink"/>
                <w:noProof/>
                <w:rtl/>
              </w:rPr>
              <w:t xml:space="preserve"> </w:t>
            </w:r>
            <w:r w:rsidRPr="00011C55">
              <w:rPr>
                <w:rStyle w:val="Hyperlink"/>
                <w:rFonts w:hint="eastAsia"/>
                <w:noProof/>
                <w:rtl/>
              </w:rPr>
              <w:t>وعشرون</w:t>
            </w:r>
            <w:r w:rsidRPr="00011C55">
              <w:rPr>
                <w:rStyle w:val="Hyperlink"/>
                <w:noProof/>
                <w:rtl/>
              </w:rPr>
              <w:t xml:space="preserve"> </w:t>
            </w:r>
            <w:r w:rsidRPr="00011C55">
              <w:rPr>
                <w:rStyle w:val="Hyperlink"/>
                <w:rFonts w:hint="eastAsia"/>
                <w:noProof/>
                <w:rtl/>
              </w:rPr>
              <w:t>رجلا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Toc418411924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1925"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الثانى</w:t>
            </w:r>
            <w:r w:rsidRPr="00011C55">
              <w:rPr>
                <w:rStyle w:val="Hyperlink"/>
                <w:noProof/>
                <w:rtl/>
              </w:rPr>
              <w:t xml:space="preserve"> </w:t>
            </w:r>
            <w:r w:rsidRPr="00011C55">
              <w:rPr>
                <w:rStyle w:val="Hyperlink"/>
                <w:rFonts w:hint="eastAsia"/>
                <w:noProof/>
                <w:rtl/>
              </w:rPr>
              <w:t>اسماعيل</w:t>
            </w:r>
            <w:r w:rsidRPr="00011C55">
              <w:rPr>
                <w:rStyle w:val="Hyperlink"/>
                <w:noProof/>
                <w:rtl/>
              </w:rPr>
              <w:t xml:space="preserve"> </w:t>
            </w:r>
            <w:r w:rsidRPr="00011C55">
              <w:rPr>
                <w:rStyle w:val="Hyperlink"/>
                <w:rFonts w:hint="eastAsia"/>
                <w:noProof/>
                <w:rtl/>
              </w:rPr>
              <w:t>اثنان</w:t>
            </w:r>
            <w:r w:rsidRPr="00011C55">
              <w:rPr>
                <w:rStyle w:val="Hyperlink"/>
                <w:noProof/>
                <w:rtl/>
              </w:rPr>
              <w:t xml:space="preserve"> </w:t>
            </w:r>
            <w:r w:rsidRPr="00011C55">
              <w:rPr>
                <w:rStyle w:val="Hyperlink"/>
                <w:rFonts w:hint="eastAsia"/>
                <w:noProof/>
                <w:rtl/>
              </w:rPr>
              <w:t>وعشرون</w:t>
            </w:r>
            <w:r w:rsidRPr="00011C55">
              <w:rPr>
                <w:rStyle w:val="Hyperlink"/>
                <w:noProof/>
                <w:rtl/>
              </w:rPr>
              <w:t xml:space="preserve"> </w:t>
            </w:r>
            <w:r w:rsidRPr="00011C55">
              <w:rPr>
                <w:rStyle w:val="Hyperlink"/>
                <w:rFonts w:hint="eastAsia"/>
                <w:noProof/>
                <w:rtl/>
              </w:rPr>
              <w:t>رجلا</w:t>
            </w:r>
            <w:r w:rsidRPr="00011C5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Toc418411925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1926"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الثالث</w:t>
            </w:r>
            <w:r w:rsidRPr="00011C55">
              <w:rPr>
                <w:rStyle w:val="Hyperlink"/>
                <w:noProof/>
                <w:rtl/>
              </w:rPr>
              <w:t xml:space="preserve"> </w:t>
            </w:r>
            <w:r w:rsidRPr="00011C55">
              <w:rPr>
                <w:rStyle w:val="Hyperlink"/>
                <w:rFonts w:hint="eastAsia"/>
                <w:noProof/>
                <w:rtl/>
              </w:rPr>
              <w:t>اسحاق</w:t>
            </w:r>
            <w:r w:rsidRPr="00011C55">
              <w:rPr>
                <w:rStyle w:val="Hyperlink"/>
                <w:noProof/>
                <w:rtl/>
              </w:rPr>
              <w:t xml:space="preserve"> </w:t>
            </w:r>
            <w:r w:rsidRPr="00011C55">
              <w:rPr>
                <w:rStyle w:val="Hyperlink"/>
                <w:rFonts w:hint="eastAsia"/>
                <w:noProof/>
                <w:rtl/>
              </w:rPr>
              <w:t>سبعة</w:t>
            </w:r>
            <w:r w:rsidRPr="00011C55">
              <w:rPr>
                <w:rStyle w:val="Hyperlink"/>
                <w:noProof/>
                <w:rtl/>
              </w:rPr>
              <w:t xml:space="preserve"> </w:t>
            </w:r>
            <w:r w:rsidRPr="00011C55">
              <w:rPr>
                <w:rStyle w:val="Hyperlink"/>
                <w:rFonts w:hint="eastAsia"/>
                <w:noProof/>
                <w:rtl/>
              </w:rPr>
              <w:t>رجال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Toc418411926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1927"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الرابع</w:t>
            </w:r>
            <w:r w:rsidRPr="00011C55">
              <w:rPr>
                <w:rStyle w:val="Hyperlink"/>
                <w:noProof/>
                <w:rtl/>
              </w:rPr>
              <w:t xml:space="preserve"> </w:t>
            </w:r>
            <w:r w:rsidRPr="00011C55">
              <w:rPr>
                <w:rStyle w:val="Hyperlink"/>
                <w:rFonts w:hint="eastAsia"/>
                <w:noProof/>
                <w:rtl/>
              </w:rPr>
              <w:t>ايوب</w:t>
            </w:r>
            <w:r w:rsidRPr="00011C55">
              <w:rPr>
                <w:rStyle w:val="Hyperlink"/>
                <w:noProof/>
                <w:rtl/>
              </w:rPr>
              <w:t xml:space="preserve"> </w:t>
            </w:r>
            <w:r w:rsidRPr="00011C55">
              <w:rPr>
                <w:rStyle w:val="Hyperlink"/>
                <w:rFonts w:hint="eastAsia"/>
                <w:noProof/>
                <w:rtl/>
              </w:rPr>
              <w:t>ثلاثة</w:t>
            </w:r>
            <w:r w:rsidRPr="00011C55">
              <w:rPr>
                <w:rStyle w:val="Hyperlink"/>
                <w:noProof/>
                <w:rtl/>
              </w:rPr>
              <w:t xml:space="preserve"> </w:t>
            </w:r>
            <w:r w:rsidRPr="00011C55">
              <w:rPr>
                <w:rStyle w:val="Hyperlink"/>
                <w:rFonts w:hint="eastAsia"/>
                <w:noProof/>
                <w:rtl/>
              </w:rPr>
              <w:t>رجال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Toc418411927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1928"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الخامس</w:t>
            </w:r>
            <w:r w:rsidRPr="00011C55">
              <w:rPr>
                <w:rStyle w:val="Hyperlink"/>
                <w:noProof/>
                <w:rtl/>
              </w:rPr>
              <w:t xml:space="preserve"> </w:t>
            </w:r>
            <w:r w:rsidRPr="00011C55">
              <w:rPr>
                <w:rStyle w:val="Hyperlink"/>
                <w:rFonts w:hint="eastAsia"/>
                <w:noProof/>
                <w:rtl/>
              </w:rPr>
              <w:t>إدريس</w:t>
            </w:r>
            <w:r w:rsidRPr="00011C55">
              <w:rPr>
                <w:rStyle w:val="Hyperlink"/>
                <w:noProof/>
                <w:rtl/>
              </w:rPr>
              <w:t xml:space="preserve"> </w:t>
            </w:r>
            <w:r w:rsidRPr="00011C55">
              <w:rPr>
                <w:rStyle w:val="Hyperlink"/>
                <w:rFonts w:hint="eastAsia"/>
                <w:noProof/>
                <w:rtl/>
              </w:rPr>
              <w:t>ثلاثة</w:t>
            </w:r>
            <w:r w:rsidRPr="00011C55">
              <w:rPr>
                <w:rStyle w:val="Hyperlink"/>
                <w:noProof/>
                <w:rtl/>
              </w:rPr>
              <w:t xml:space="preserve"> </w:t>
            </w:r>
            <w:r w:rsidRPr="00011C55">
              <w:rPr>
                <w:rStyle w:val="Hyperlink"/>
                <w:rFonts w:hint="eastAsia"/>
                <w:noProof/>
                <w:rtl/>
              </w:rPr>
              <w:t>رجال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Toc418411928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1929"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السادس</w:t>
            </w:r>
            <w:r w:rsidRPr="00011C55">
              <w:rPr>
                <w:rStyle w:val="Hyperlink"/>
                <w:noProof/>
                <w:rtl/>
              </w:rPr>
              <w:t xml:space="preserve"> </w:t>
            </w:r>
            <w:r w:rsidRPr="00011C55">
              <w:rPr>
                <w:rStyle w:val="Hyperlink"/>
                <w:rFonts w:hint="eastAsia"/>
                <w:noProof/>
                <w:rtl/>
              </w:rPr>
              <w:t>آدم</w:t>
            </w:r>
            <w:r w:rsidRPr="00011C55">
              <w:rPr>
                <w:rStyle w:val="Hyperlink"/>
                <w:noProof/>
                <w:rtl/>
              </w:rPr>
              <w:t xml:space="preserve"> </w:t>
            </w:r>
            <w:r w:rsidRPr="00011C55">
              <w:rPr>
                <w:rStyle w:val="Hyperlink"/>
                <w:rFonts w:hint="eastAsia"/>
                <w:noProof/>
                <w:rtl/>
              </w:rPr>
              <w:t>رجلانه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Toc418411929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1930"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السابع</w:t>
            </w:r>
            <w:r w:rsidRPr="00011C55">
              <w:rPr>
                <w:rStyle w:val="Hyperlink"/>
                <w:noProof/>
                <w:rtl/>
              </w:rPr>
              <w:t xml:space="preserve"> </w:t>
            </w:r>
            <w:r w:rsidRPr="00011C55">
              <w:rPr>
                <w:rStyle w:val="Hyperlink"/>
                <w:rFonts w:hint="eastAsia"/>
                <w:noProof/>
                <w:rtl/>
              </w:rPr>
              <w:t>أحمد</w:t>
            </w:r>
            <w:r w:rsidRPr="00011C55">
              <w:rPr>
                <w:rStyle w:val="Hyperlink"/>
                <w:noProof/>
                <w:rtl/>
              </w:rPr>
              <w:t xml:space="preserve"> </w:t>
            </w:r>
            <w:r w:rsidRPr="00011C55">
              <w:rPr>
                <w:rStyle w:val="Hyperlink"/>
                <w:rFonts w:hint="eastAsia"/>
                <w:noProof/>
                <w:rtl/>
              </w:rPr>
              <w:t>ثلاثه</w:t>
            </w:r>
            <w:r w:rsidRPr="00011C55">
              <w:rPr>
                <w:rStyle w:val="Hyperlink"/>
                <w:noProof/>
                <w:rtl/>
              </w:rPr>
              <w:t xml:space="preserve"> </w:t>
            </w:r>
            <w:r w:rsidRPr="00011C55">
              <w:rPr>
                <w:rStyle w:val="Hyperlink"/>
                <w:rFonts w:hint="eastAsia"/>
                <w:noProof/>
                <w:rtl/>
              </w:rPr>
              <w:t>وخمسون</w:t>
            </w:r>
            <w:r w:rsidRPr="00011C55">
              <w:rPr>
                <w:rStyle w:val="Hyperlink"/>
                <w:noProof/>
                <w:rtl/>
              </w:rPr>
              <w:t xml:space="preserve"> </w:t>
            </w:r>
            <w:r w:rsidRPr="00011C55">
              <w:rPr>
                <w:rStyle w:val="Hyperlink"/>
                <w:rFonts w:hint="eastAsia"/>
                <w:noProof/>
                <w:rtl/>
              </w:rPr>
              <w:t>رجلا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Toc418411930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1931"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الثامن</w:t>
            </w:r>
            <w:r w:rsidRPr="00011C55">
              <w:rPr>
                <w:rStyle w:val="Hyperlink"/>
                <w:noProof/>
                <w:rtl/>
              </w:rPr>
              <w:t xml:space="preserve"> </w:t>
            </w:r>
            <w:r w:rsidRPr="00011C55">
              <w:rPr>
                <w:rStyle w:val="Hyperlink"/>
                <w:rFonts w:hint="eastAsia"/>
                <w:noProof/>
                <w:rtl/>
              </w:rPr>
              <w:t>ابان</w:t>
            </w:r>
            <w:r w:rsidRPr="00011C55">
              <w:rPr>
                <w:rStyle w:val="Hyperlink"/>
                <w:noProof/>
                <w:rtl/>
              </w:rPr>
              <w:t xml:space="preserve"> </w:t>
            </w:r>
            <w:r w:rsidRPr="00011C55">
              <w:rPr>
                <w:rStyle w:val="Hyperlink"/>
                <w:rFonts w:hint="eastAsia"/>
                <w:noProof/>
                <w:rtl/>
              </w:rPr>
              <w:t>ثلاثة</w:t>
            </w:r>
            <w:r w:rsidRPr="00011C55">
              <w:rPr>
                <w:rStyle w:val="Hyperlink"/>
                <w:noProof/>
                <w:rtl/>
              </w:rPr>
              <w:t xml:space="preserve"> </w:t>
            </w:r>
            <w:r w:rsidRPr="00011C55">
              <w:rPr>
                <w:rStyle w:val="Hyperlink"/>
                <w:rFonts w:hint="eastAsia"/>
                <w:noProof/>
                <w:rtl/>
              </w:rPr>
              <w:t>رجال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Toc418411931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1932"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التاسع</w:t>
            </w:r>
            <w:r w:rsidRPr="00011C55">
              <w:rPr>
                <w:rStyle w:val="Hyperlink"/>
                <w:noProof/>
                <w:rtl/>
              </w:rPr>
              <w:t xml:space="preserve"> </w:t>
            </w:r>
            <w:r w:rsidRPr="00011C55">
              <w:rPr>
                <w:rStyle w:val="Hyperlink"/>
                <w:rFonts w:hint="eastAsia"/>
                <w:noProof/>
                <w:rtl/>
              </w:rPr>
              <w:t>ابي</w:t>
            </w:r>
            <w:r w:rsidRPr="00011C55">
              <w:rPr>
                <w:rStyle w:val="Hyperlink"/>
                <w:noProof/>
                <w:rtl/>
              </w:rPr>
              <w:t xml:space="preserve"> </w:t>
            </w:r>
            <w:r w:rsidRPr="00011C55">
              <w:rPr>
                <w:rStyle w:val="Hyperlink"/>
                <w:rFonts w:hint="eastAsia"/>
                <w:noProof/>
                <w:rtl/>
              </w:rPr>
              <w:t>أربعة</w:t>
            </w:r>
            <w:r w:rsidRPr="00011C55">
              <w:rPr>
                <w:rStyle w:val="Hyperlink"/>
                <w:noProof/>
                <w:rtl/>
              </w:rPr>
              <w:t xml:space="preserve"> </w:t>
            </w:r>
            <w:r w:rsidRPr="00011C55">
              <w:rPr>
                <w:rStyle w:val="Hyperlink"/>
                <w:rFonts w:hint="eastAsia"/>
                <w:noProof/>
                <w:rtl/>
              </w:rPr>
              <w:t>رجال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Toc418411932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1933"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العاشر</w:t>
            </w:r>
            <w:r w:rsidRPr="00011C55">
              <w:rPr>
                <w:rStyle w:val="Hyperlink"/>
                <w:noProof/>
                <w:rtl/>
              </w:rPr>
              <w:t xml:space="preserve"> </w:t>
            </w:r>
            <w:r w:rsidRPr="00011C55">
              <w:rPr>
                <w:rStyle w:val="Hyperlink"/>
                <w:rFonts w:hint="eastAsia"/>
                <w:noProof/>
                <w:rtl/>
              </w:rPr>
              <w:t>انس</w:t>
            </w:r>
            <w:r w:rsidRPr="00011C55">
              <w:rPr>
                <w:rStyle w:val="Hyperlink"/>
                <w:noProof/>
                <w:rtl/>
              </w:rPr>
              <w:t xml:space="preserve"> </w:t>
            </w:r>
            <w:r w:rsidRPr="00011C55">
              <w:rPr>
                <w:rStyle w:val="Hyperlink"/>
                <w:rFonts w:hint="eastAsia"/>
                <w:noProof/>
                <w:rtl/>
              </w:rPr>
              <w:t>ثلاثة</w:t>
            </w:r>
            <w:r w:rsidRPr="00011C55">
              <w:rPr>
                <w:rStyle w:val="Hyperlink"/>
                <w:noProof/>
                <w:rtl/>
              </w:rPr>
              <w:t xml:space="preserve"> </w:t>
            </w:r>
            <w:r w:rsidRPr="00011C55">
              <w:rPr>
                <w:rStyle w:val="Hyperlink"/>
                <w:rFonts w:hint="eastAsia"/>
                <w:noProof/>
                <w:rtl/>
              </w:rPr>
              <w:t>رجال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Toc418411933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1934"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الحادي</w:t>
            </w:r>
            <w:r w:rsidRPr="00011C55">
              <w:rPr>
                <w:rStyle w:val="Hyperlink"/>
                <w:noProof/>
                <w:rtl/>
              </w:rPr>
              <w:t xml:space="preserve"> </w:t>
            </w:r>
            <w:r w:rsidRPr="00011C55">
              <w:rPr>
                <w:rStyle w:val="Hyperlink"/>
                <w:rFonts w:hint="eastAsia"/>
                <w:noProof/>
                <w:rtl/>
              </w:rPr>
              <w:t>عشر</w:t>
            </w:r>
            <w:r w:rsidRPr="00011C55">
              <w:rPr>
                <w:rStyle w:val="Hyperlink"/>
                <w:noProof/>
                <w:rtl/>
              </w:rPr>
              <w:t xml:space="preserve"> </w:t>
            </w:r>
            <w:r w:rsidRPr="00011C55">
              <w:rPr>
                <w:rStyle w:val="Hyperlink"/>
                <w:rFonts w:hint="eastAsia"/>
                <w:noProof/>
                <w:rtl/>
              </w:rPr>
              <w:t>الياس</w:t>
            </w:r>
            <w:r w:rsidRPr="00011C55">
              <w:rPr>
                <w:rStyle w:val="Hyperlink"/>
                <w:noProof/>
                <w:rtl/>
              </w:rPr>
              <w:t xml:space="preserve"> </w:t>
            </w:r>
            <w:r w:rsidRPr="00011C55">
              <w:rPr>
                <w:rStyle w:val="Hyperlink"/>
                <w:rFonts w:hint="eastAsia"/>
                <w:noProof/>
                <w:rtl/>
              </w:rPr>
              <w:t>رجلان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Toc418411934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1935"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الثاني</w:t>
            </w:r>
            <w:r w:rsidRPr="00011C55">
              <w:rPr>
                <w:rStyle w:val="Hyperlink"/>
                <w:noProof/>
                <w:rtl/>
              </w:rPr>
              <w:t xml:space="preserve"> </w:t>
            </w:r>
            <w:r w:rsidRPr="00011C55">
              <w:rPr>
                <w:rStyle w:val="Hyperlink"/>
                <w:rFonts w:hint="eastAsia"/>
                <w:noProof/>
                <w:rtl/>
              </w:rPr>
              <w:t>عشر</w:t>
            </w:r>
            <w:r w:rsidRPr="00011C55">
              <w:rPr>
                <w:rStyle w:val="Hyperlink"/>
                <w:noProof/>
                <w:rtl/>
              </w:rPr>
              <w:t xml:space="preserve"> </w:t>
            </w:r>
            <w:r w:rsidRPr="00011C55">
              <w:rPr>
                <w:rStyle w:val="Hyperlink"/>
                <w:rFonts w:hint="eastAsia"/>
                <w:noProof/>
                <w:rtl/>
              </w:rPr>
              <w:t>اسامة</w:t>
            </w:r>
            <w:r w:rsidRPr="00011C55">
              <w:rPr>
                <w:rStyle w:val="Hyperlink"/>
                <w:noProof/>
                <w:rtl/>
              </w:rPr>
              <w:t xml:space="preserve"> </w:t>
            </w:r>
            <w:r w:rsidRPr="00011C55">
              <w:rPr>
                <w:rStyle w:val="Hyperlink"/>
                <w:rFonts w:hint="eastAsia"/>
                <w:noProof/>
                <w:rtl/>
              </w:rPr>
              <w:t>رجلان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Toc418411935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1936"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الثالث</w:t>
            </w:r>
            <w:r w:rsidRPr="00011C55">
              <w:rPr>
                <w:rStyle w:val="Hyperlink"/>
                <w:noProof/>
                <w:rtl/>
              </w:rPr>
              <w:t xml:space="preserve"> </w:t>
            </w:r>
            <w:r w:rsidRPr="00011C55">
              <w:rPr>
                <w:rStyle w:val="Hyperlink"/>
                <w:rFonts w:hint="eastAsia"/>
                <w:noProof/>
                <w:rtl/>
              </w:rPr>
              <w:t>عشر</w:t>
            </w:r>
            <w:r w:rsidRPr="00011C55">
              <w:rPr>
                <w:rStyle w:val="Hyperlink"/>
                <w:noProof/>
                <w:rtl/>
              </w:rPr>
              <w:t xml:space="preserve"> </w:t>
            </w:r>
            <w:r w:rsidRPr="00011C55">
              <w:rPr>
                <w:rStyle w:val="Hyperlink"/>
                <w:rFonts w:hint="eastAsia"/>
                <w:noProof/>
                <w:rtl/>
              </w:rPr>
              <w:t>في</w:t>
            </w:r>
            <w:r w:rsidRPr="00011C55">
              <w:rPr>
                <w:rStyle w:val="Hyperlink"/>
                <w:noProof/>
                <w:rtl/>
              </w:rPr>
              <w:t xml:space="preserve"> </w:t>
            </w:r>
            <w:r w:rsidRPr="00011C55">
              <w:rPr>
                <w:rStyle w:val="Hyperlink"/>
                <w:rFonts w:hint="eastAsia"/>
                <w:noProof/>
                <w:rtl/>
              </w:rPr>
              <w:t>الآحاد</w:t>
            </w:r>
            <w:r w:rsidRPr="00011C55">
              <w:rPr>
                <w:rStyle w:val="Hyperlink"/>
                <w:noProof/>
                <w:rtl/>
              </w:rPr>
              <w:t xml:space="preserve"> </w:t>
            </w:r>
            <w:r w:rsidRPr="00011C55">
              <w:rPr>
                <w:rStyle w:val="Hyperlink"/>
                <w:rFonts w:hint="eastAsia"/>
                <w:noProof/>
                <w:rtl/>
              </w:rPr>
              <w:t>اثنى</w:t>
            </w:r>
            <w:r w:rsidRPr="00011C55">
              <w:rPr>
                <w:rStyle w:val="Hyperlink"/>
                <w:noProof/>
                <w:rtl/>
              </w:rPr>
              <w:t xml:space="preserve"> </w:t>
            </w:r>
            <w:r w:rsidRPr="00011C55">
              <w:rPr>
                <w:rStyle w:val="Hyperlink"/>
                <w:rFonts w:hint="eastAsia"/>
                <w:noProof/>
                <w:rtl/>
              </w:rPr>
              <w:t>عشر</w:t>
            </w:r>
            <w:r w:rsidRPr="00011C55">
              <w:rPr>
                <w:rStyle w:val="Hyperlink"/>
                <w:noProof/>
                <w:rtl/>
              </w:rPr>
              <w:t xml:space="preserve"> </w:t>
            </w:r>
            <w:r w:rsidRPr="00011C55">
              <w:rPr>
                <w:rStyle w:val="Hyperlink"/>
                <w:rFonts w:hint="eastAsia"/>
                <w:noProof/>
                <w:rtl/>
              </w:rPr>
              <w:t>رجلا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Toc418411936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67321F" w:rsidRDefault="0067321F">
          <w:pPr>
            <w:pStyle w:val="TOC2"/>
            <w:tabs>
              <w:tab w:val="right" w:leader="dot" w:pos="7786"/>
            </w:tabs>
            <w:rPr>
              <w:rFonts w:asciiTheme="minorHAnsi" w:eastAsiaTheme="minorEastAsia" w:hAnsiTheme="minorHAnsi" w:cstheme="minorBidi"/>
              <w:noProof/>
              <w:color w:val="auto"/>
              <w:sz w:val="22"/>
              <w:szCs w:val="22"/>
              <w:rtl/>
            </w:rPr>
          </w:pPr>
          <w:hyperlink w:anchor="_Toc418411937" w:history="1">
            <w:r w:rsidRPr="00011C55">
              <w:rPr>
                <w:rStyle w:val="Hyperlink"/>
                <w:rFonts w:hint="eastAsia"/>
                <w:noProof/>
                <w:rtl/>
              </w:rPr>
              <w:t>الفصل</w:t>
            </w:r>
            <w:r w:rsidRPr="00011C55">
              <w:rPr>
                <w:rStyle w:val="Hyperlink"/>
                <w:noProof/>
                <w:rtl/>
              </w:rPr>
              <w:t xml:space="preserve"> </w:t>
            </w:r>
            <w:r w:rsidRPr="00011C55">
              <w:rPr>
                <w:rStyle w:val="Hyperlink"/>
                <w:rFonts w:hint="eastAsia"/>
                <w:noProof/>
                <w:rtl/>
              </w:rPr>
              <w:t>الثانى</w:t>
            </w:r>
            <w:r w:rsidRPr="00011C55">
              <w:rPr>
                <w:rStyle w:val="Hyperlink"/>
                <w:noProof/>
                <w:rtl/>
              </w:rPr>
              <w:t xml:space="preserve"> </w:t>
            </w:r>
            <w:r w:rsidRPr="00011C55">
              <w:rPr>
                <w:rStyle w:val="Hyperlink"/>
                <w:rFonts w:hint="eastAsia"/>
                <w:noProof/>
                <w:rtl/>
              </w:rPr>
              <w:t>في</w:t>
            </w:r>
            <w:r w:rsidRPr="00011C55">
              <w:rPr>
                <w:rStyle w:val="Hyperlink"/>
                <w:noProof/>
                <w:rtl/>
              </w:rPr>
              <w:t xml:space="preserve"> </w:t>
            </w:r>
            <w:r w:rsidRPr="00011C55">
              <w:rPr>
                <w:rStyle w:val="Hyperlink"/>
                <w:rFonts w:hint="eastAsia"/>
                <w:noProof/>
                <w:rtl/>
              </w:rPr>
              <w:t>الباء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Toc418411937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1938"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الاول</w:t>
            </w:r>
            <w:r w:rsidRPr="00011C55">
              <w:rPr>
                <w:rStyle w:val="Hyperlink"/>
                <w:noProof/>
                <w:rtl/>
              </w:rPr>
              <w:t xml:space="preserve"> </w:t>
            </w:r>
            <w:r w:rsidRPr="00011C55">
              <w:rPr>
                <w:rStyle w:val="Hyperlink"/>
                <w:rFonts w:hint="eastAsia"/>
                <w:noProof/>
                <w:rtl/>
              </w:rPr>
              <w:t>البراء</w:t>
            </w:r>
            <w:r w:rsidRPr="00011C55">
              <w:rPr>
                <w:rStyle w:val="Hyperlink"/>
                <w:noProof/>
                <w:rtl/>
              </w:rPr>
              <w:t xml:space="preserve"> </w:t>
            </w:r>
            <w:r w:rsidRPr="00011C55">
              <w:rPr>
                <w:rStyle w:val="Hyperlink"/>
                <w:rFonts w:hint="eastAsia"/>
                <w:noProof/>
                <w:rtl/>
              </w:rPr>
              <w:t>أربعة</w:t>
            </w:r>
            <w:r w:rsidRPr="00011C55">
              <w:rPr>
                <w:rStyle w:val="Hyperlink"/>
                <w:noProof/>
                <w:rtl/>
              </w:rPr>
              <w:t xml:space="preserve"> </w:t>
            </w:r>
            <w:r w:rsidRPr="00011C55">
              <w:rPr>
                <w:rStyle w:val="Hyperlink"/>
                <w:rFonts w:hint="eastAsia"/>
                <w:noProof/>
                <w:rtl/>
              </w:rPr>
              <w:t>رجال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Toc418411938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1939"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الثانى</w:t>
            </w:r>
            <w:r w:rsidRPr="00011C55">
              <w:rPr>
                <w:rStyle w:val="Hyperlink"/>
                <w:noProof/>
                <w:rtl/>
              </w:rPr>
              <w:t xml:space="preserve"> </w:t>
            </w:r>
            <w:r w:rsidRPr="00011C55">
              <w:rPr>
                <w:rStyle w:val="Hyperlink"/>
                <w:rFonts w:hint="eastAsia"/>
                <w:noProof/>
                <w:rtl/>
              </w:rPr>
              <w:t>بشير</w:t>
            </w:r>
            <w:r w:rsidRPr="00011C55">
              <w:rPr>
                <w:rStyle w:val="Hyperlink"/>
                <w:noProof/>
                <w:rtl/>
              </w:rPr>
              <w:t xml:space="preserve"> </w:t>
            </w:r>
            <w:r w:rsidRPr="00011C55">
              <w:rPr>
                <w:rStyle w:val="Hyperlink"/>
                <w:rFonts w:hint="eastAsia"/>
                <w:noProof/>
                <w:rtl/>
              </w:rPr>
              <w:t>أربعة</w:t>
            </w:r>
            <w:r w:rsidRPr="00011C55">
              <w:rPr>
                <w:rStyle w:val="Hyperlink"/>
                <w:noProof/>
                <w:rtl/>
              </w:rPr>
              <w:t xml:space="preserve"> </w:t>
            </w:r>
            <w:r w:rsidRPr="00011C55">
              <w:rPr>
                <w:rStyle w:val="Hyperlink"/>
                <w:rFonts w:hint="eastAsia"/>
                <w:noProof/>
                <w:rtl/>
              </w:rPr>
              <w:t>رجال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Toc418411939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1940"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الثالث</w:t>
            </w:r>
            <w:r w:rsidRPr="00011C55">
              <w:rPr>
                <w:rStyle w:val="Hyperlink"/>
                <w:noProof/>
                <w:rtl/>
              </w:rPr>
              <w:t xml:space="preserve"> </w:t>
            </w:r>
            <w:r w:rsidRPr="00011C55">
              <w:rPr>
                <w:rStyle w:val="Hyperlink"/>
                <w:rFonts w:hint="eastAsia"/>
                <w:noProof/>
                <w:rtl/>
              </w:rPr>
              <w:t>بشر</w:t>
            </w:r>
            <w:r w:rsidRPr="00011C55">
              <w:rPr>
                <w:rStyle w:val="Hyperlink"/>
                <w:noProof/>
                <w:rtl/>
              </w:rPr>
              <w:t xml:space="preserve"> </w:t>
            </w:r>
            <w:r w:rsidRPr="00011C55">
              <w:rPr>
                <w:rStyle w:val="Hyperlink"/>
                <w:rFonts w:hint="eastAsia"/>
                <w:noProof/>
                <w:rtl/>
              </w:rPr>
              <w:t>ثلاثة</w:t>
            </w:r>
            <w:r w:rsidRPr="00011C55">
              <w:rPr>
                <w:rStyle w:val="Hyperlink"/>
                <w:noProof/>
                <w:rtl/>
              </w:rPr>
              <w:t xml:space="preserve"> </w:t>
            </w:r>
            <w:r w:rsidRPr="00011C55">
              <w:rPr>
                <w:rStyle w:val="Hyperlink"/>
                <w:rFonts w:hint="eastAsia"/>
                <w:noProof/>
                <w:rtl/>
              </w:rPr>
              <w:t>رجال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Toc418411940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1941"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الرابع</w:t>
            </w:r>
            <w:r w:rsidRPr="00011C55">
              <w:rPr>
                <w:rStyle w:val="Hyperlink"/>
                <w:noProof/>
                <w:rtl/>
              </w:rPr>
              <w:t xml:space="preserve"> </w:t>
            </w:r>
            <w:r w:rsidRPr="00011C55">
              <w:rPr>
                <w:rStyle w:val="Hyperlink"/>
                <w:rFonts w:hint="eastAsia"/>
                <w:noProof/>
                <w:rtl/>
              </w:rPr>
              <w:t>بكرخمسة</w:t>
            </w:r>
            <w:r w:rsidRPr="00011C55">
              <w:rPr>
                <w:rStyle w:val="Hyperlink"/>
                <w:noProof/>
                <w:rtl/>
              </w:rPr>
              <w:t xml:space="preserve"> </w:t>
            </w:r>
            <w:r w:rsidRPr="00011C55">
              <w:rPr>
                <w:rStyle w:val="Hyperlink"/>
                <w:rFonts w:hint="eastAsia"/>
                <w:noProof/>
                <w:rtl/>
              </w:rPr>
              <w:t>رجال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Toc418411941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1942"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الخامس</w:t>
            </w:r>
            <w:r w:rsidRPr="00011C55">
              <w:rPr>
                <w:rStyle w:val="Hyperlink"/>
                <w:noProof/>
                <w:rtl/>
              </w:rPr>
              <w:t xml:space="preserve"> </w:t>
            </w:r>
            <w:r w:rsidRPr="00011C55">
              <w:rPr>
                <w:rStyle w:val="Hyperlink"/>
                <w:rFonts w:hint="eastAsia"/>
                <w:noProof/>
                <w:rtl/>
              </w:rPr>
              <w:t>بسطام</w:t>
            </w:r>
            <w:r w:rsidRPr="00011C55">
              <w:rPr>
                <w:rStyle w:val="Hyperlink"/>
                <w:noProof/>
                <w:rtl/>
              </w:rPr>
              <w:t xml:space="preserve"> </w:t>
            </w:r>
            <w:r w:rsidRPr="00011C55">
              <w:rPr>
                <w:rStyle w:val="Hyperlink"/>
                <w:rFonts w:hint="eastAsia"/>
                <w:noProof/>
                <w:rtl/>
              </w:rPr>
              <w:t>ثلاثة</w:t>
            </w:r>
            <w:r w:rsidRPr="00011C55">
              <w:rPr>
                <w:rStyle w:val="Hyperlink"/>
                <w:noProof/>
                <w:rtl/>
              </w:rPr>
              <w:t xml:space="preserve"> </w:t>
            </w:r>
            <w:r w:rsidRPr="00011C55">
              <w:rPr>
                <w:rStyle w:val="Hyperlink"/>
                <w:rFonts w:hint="eastAsia"/>
                <w:noProof/>
                <w:rtl/>
              </w:rPr>
              <w:t>رجال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Toc418411942 \h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1943"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السادس</w:t>
            </w:r>
            <w:r w:rsidRPr="00011C55">
              <w:rPr>
                <w:rStyle w:val="Hyperlink"/>
                <w:noProof/>
                <w:rtl/>
              </w:rPr>
              <w:t xml:space="preserve"> </w:t>
            </w:r>
            <w:r w:rsidRPr="00011C55">
              <w:rPr>
                <w:rStyle w:val="Hyperlink"/>
                <w:rFonts w:hint="eastAsia"/>
                <w:noProof/>
                <w:rtl/>
              </w:rPr>
              <w:t>بريد</w:t>
            </w:r>
            <w:r w:rsidRPr="00011C55">
              <w:rPr>
                <w:rStyle w:val="Hyperlink"/>
                <w:noProof/>
                <w:rtl/>
              </w:rPr>
              <w:t xml:space="preserve"> </w:t>
            </w:r>
            <w:r w:rsidRPr="00011C55">
              <w:rPr>
                <w:rStyle w:val="Hyperlink"/>
                <w:rFonts w:hint="eastAsia"/>
                <w:noProof/>
                <w:rtl/>
              </w:rPr>
              <w:t>رجلان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Toc418411943 \h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1944"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السابع</w:t>
            </w:r>
            <w:r w:rsidRPr="00011C55">
              <w:rPr>
                <w:rStyle w:val="Hyperlink"/>
                <w:noProof/>
                <w:rtl/>
              </w:rPr>
              <w:t xml:space="preserve"> </w:t>
            </w:r>
            <w:r w:rsidRPr="00011C55">
              <w:rPr>
                <w:rStyle w:val="Hyperlink"/>
                <w:rFonts w:hint="eastAsia"/>
                <w:noProof/>
                <w:rtl/>
              </w:rPr>
              <w:t>في</w:t>
            </w:r>
            <w:r w:rsidRPr="00011C55">
              <w:rPr>
                <w:rStyle w:val="Hyperlink"/>
                <w:noProof/>
                <w:rtl/>
              </w:rPr>
              <w:t xml:space="preserve"> </w:t>
            </w:r>
            <w:r w:rsidRPr="00011C55">
              <w:rPr>
                <w:rStyle w:val="Hyperlink"/>
                <w:rFonts w:hint="eastAsia"/>
                <w:noProof/>
                <w:rtl/>
              </w:rPr>
              <w:t>الآحاد</w:t>
            </w:r>
            <w:r w:rsidRPr="00011C55">
              <w:rPr>
                <w:rStyle w:val="Hyperlink"/>
                <w:noProof/>
                <w:rtl/>
              </w:rPr>
              <w:t xml:space="preserve"> </w:t>
            </w:r>
            <w:r w:rsidRPr="00011C55">
              <w:rPr>
                <w:rStyle w:val="Hyperlink"/>
                <w:rFonts w:hint="eastAsia"/>
                <w:noProof/>
                <w:rtl/>
              </w:rPr>
              <w:t>أربعة</w:t>
            </w:r>
            <w:r w:rsidRPr="00011C55">
              <w:rPr>
                <w:rStyle w:val="Hyperlink"/>
                <w:noProof/>
                <w:rtl/>
              </w:rPr>
              <w:t xml:space="preserve"> </w:t>
            </w:r>
            <w:r w:rsidRPr="00011C55">
              <w:rPr>
                <w:rStyle w:val="Hyperlink"/>
                <w:rFonts w:hint="eastAsia"/>
                <w:noProof/>
                <w:rtl/>
              </w:rPr>
              <w:t>رجال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Toc418411944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67321F" w:rsidRPr="0067321F" w:rsidRDefault="0067321F" w:rsidP="0067321F">
          <w:pPr>
            <w:pStyle w:val="libNormal"/>
            <w:rPr>
              <w:rStyle w:val="Hyperlink"/>
              <w:noProof/>
              <w:u w:val="none"/>
            </w:rPr>
          </w:pPr>
          <w:r w:rsidRPr="0067321F">
            <w:rPr>
              <w:rStyle w:val="Hyperlink"/>
              <w:noProof/>
              <w:u w:val="none"/>
            </w:rPr>
            <w:br w:type="page"/>
          </w:r>
        </w:p>
        <w:p w:rsidR="0067321F" w:rsidRDefault="0067321F">
          <w:pPr>
            <w:pStyle w:val="TOC2"/>
            <w:tabs>
              <w:tab w:val="right" w:leader="dot" w:pos="7786"/>
            </w:tabs>
            <w:rPr>
              <w:rFonts w:asciiTheme="minorHAnsi" w:eastAsiaTheme="minorEastAsia" w:hAnsiTheme="minorHAnsi" w:cstheme="minorBidi"/>
              <w:noProof/>
              <w:color w:val="auto"/>
              <w:sz w:val="22"/>
              <w:szCs w:val="22"/>
              <w:rtl/>
            </w:rPr>
          </w:pPr>
          <w:hyperlink w:anchor="_Toc418411945" w:history="1">
            <w:r w:rsidRPr="00011C55">
              <w:rPr>
                <w:rStyle w:val="Hyperlink"/>
                <w:rFonts w:hint="eastAsia"/>
                <w:noProof/>
                <w:rtl/>
              </w:rPr>
              <w:t>الفصل</w:t>
            </w:r>
            <w:r w:rsidRPr="00011C55">
              <w:rPr>
                <w:rStyle w:val="Hyperlink"/>
                <w:noProof/>
                <w:rtl/>
              </w:rPr>
              <w:t xml:space="preserve"> </w:t>
            </w:r>
            <w:r w:rsidRPr="00011C55">
              <w:rPr>
                <w:rStyle w:val="Hyperlink"/>
                <w:rFonts w:hint="eastAsia"/>
                <w:noProof/>
                <w:rtl/>
              </w:rPr>
              <w:t>الثالث</w:t>
            </w:r>
            <w:r w:rsidRPr="00011C55">
              <w:rPr>
                <w:rStyle w:val="Hyperlink"/>
                <w:noProof/>
                <w:rtl/>
              </w:rPr>
              <w:t xml:space="preserve"> </w:t>
            </w:r>
            <w:r w:rsidRPr="00011C55">
              <w:rPr>
                <w:rStyle w:val="Hyperlink"/>
                <w:rFonts w:hint="eastAsia"/>
                <w:noProof/>
                <w:rtl/>
              </w:rPr>
              <w:t>في</w:t>
            </w:r>
            <w:r w:rsidRPr="00011C55">
              <w:rPr>
                <w:rStyle w:val="Hyperlink"/>
                <w:noProof/>
                <w:rtl/>
              </w:rPr>
              <w:t xml:space="preserve"> </w:t>
            </w:r>
            <w:r w:rsidRPr="00011C55">
              <w:rPr>
                <w:rStyle w:val="Hyperlink"/>
                <w:rFonts w:hint="eastAsia"/>
                <w:noProof/>
                <w:rtl/>
              </w:rPr>
              <w:t>التاء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Toc418411945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1946"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الاول</w:t>
            </w:r>
            <w:r w:rsidRPr="00011C55">
              <w:rPr>
                <w:rStyle w:val="Hyperlink"/>
                <w:noProof/>
                <w:rtl/>
              </w:rPr>
              <w:t xml:space="preserve"> </w:t>
            </w:r>
            <w:r w:rsidRPr="00011C55">
              <w:rPr>
                <w:rStyle w:val="Hyperlink"/>
                <w:rFonts w:hint="eastAsia"/>
                <w:noProof/>
                <w:rtl/>
              </w:rPr>
              <w:t>تميم</w:t>
            </w:r>
            <w:r w:rsidRPr="00011C55">
              <w:rPr>
                <w:rStyle w:val="Hyperlink"/>
                <w:noProof/>
                <w:rtl/>
              </w:rPr>
              <w:t xml:space="preserve"> </w:t>
            </w:r>
            <w:r w:rsidRPr="00011C55">
              <w:rPr>
                <w:rStyle w:val="Hyperlink"/>
                <w:rFonts w:hint="eastAsia"/>
                <w:noProof/>
                <w:rtl/>
              </w:rPr>
              <w:t>ثلاثة</w:t>
            </w:r>
            <w:r w:rsidRPr="00011C55">
              <w:rPr>
                <w:rStyle w:val="Hyperlink"/>
                <w:noProof/>
                <w:rtl/>
              </w:rPr>
              <w:t xml:space="preserve"> </w:t>
            </w:r>
            <w:r w:rsidRPr="00011C55">
              <w:rPr>
                <w:rStyle w:val="Hyperlink"/>
                <w:rFonts w:hint="eastAsia"/>
                <w:noProof/>
                <w:rtl/>
              </w:rPr>
              <w:t>رجال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Toc418411946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1947"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الثانى</w:t>
            </w:r>
            <w:r w:rsidRPr="00011C55">
              <w:rPr>
                <w:rStyle w:val="Hyperlink"/>
                <w:noProof/>
                <w:rtl/>
              </w:rPr>
              <w:t xml:space="preserve"> </w:t>
            </w:r>
            <w:r w:rsidRPr="00011C55">
              <w:rPr>
                <w:rStyle w:val="Hyperlink"/>
                <w:rFonts w:hint="eastAsia"/>
                <w:noProof/>
                <w:rtl/>
              </w:rPr>
              <w:t>في</w:t>
            </w:r>
            <w:r w:rsidRPr="00011C55">
              <w:rPr>
                <w:rStyle w:val="Hyperlink"/>
                <w:noProof/>
                <w:rtl/>
              </w:rPr>
              <w:t xml:space="preserve"> </w:t>
            </w:r>
            <w:r w:rsidRPr="00011C55">
              <w:rPr>
                <w:rStyle w:val="Hyperlink"/>
                <w:rFonts w:hint="eastAsia"/>
                <w:noProof/>
                <w:rtl/>
              </w:rPr>
              <w:t>الآحاد</w:t>
            </w:r>
            <w:r w:rsidRPr="00011C55">
              <w:rPr>
                <w:rStyle w:val="Hyperlink"/>
                <w:noProof/>
                <w:rtl/>
              </w:rPr>
              <w:t xml:space="preserve"> </w:t>
            </w:r>
            <w:r w:rsidRPr="00011C55">
              <w:rPr>
                <w:rStyle w:val="Hyperlink"/>
                <w:rFonts w:hint="eastAsia"/>
                <w:noProof/>
                <w:rtl/>
              </w:rPr>
              <w:t>واحد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Toc418411947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67321F" w:rsidRDefault="0067321F">
          <w:pPr>
            <w:pStyle w:val="TOC2"/>
            <w:tabs>
              <w:tab w:val="right" w:leader="dot" w:pos="7786"/>
            </w:tabs>
            <w:rPr>
              <w:rFonts w:asciiTheme="minorHAnsi" w:eastAsiaTheme="minorEastAsia" w:hAnsiTheme="minorHAnsi" w:cstheme="minorBidi"/>
              <w:noProof/>
              <w:color w:val="auto"/>
              <w:sz w:val="22"/>
              <w:szCs w:val="22"/>
              <w:rtl/>
            </w:rPr>
          </w:pPr>
          <w:hyperlink w:anchor="_Toc418411948" w:history="1">
            <w:r w:rsidRPr="00011C55">
              <w:rPr>
                <w:rStyle w:val="Hyperlink"/>
                <w:rFonts w:hint="eastAsia"/>
                <w:noProof/>
                <w:rtl/>
              </w:rPr>
              <w:t>الفصل</w:t>
            </w:r>
            <w:r w:rsidRPr="00011C55">
              <w:rPr>
                <w:rStyle w:val="Hyperlink"/>
                <w:noProof/>
                <w:rtl/>
              </w:rPr>
              <w:t xml:space="preserve"> </w:t>
            </w:r>
            <w:r w:rsidRPr="00011C55">
              <w:rPr>
                <w:rStyle w:val="Hyperlink"/>
                <w:rFonts w:hint="eastAsia"/>
                <w:noProof/>
                <w:rtl/>
              </w:rPr>
              <w:t>الرابع</w:t>
            </w:r>
            <w:r w:rsidRPr="00011C55">
              <w:rPr>
                <w:rStyle w:val="Hyperlink"/>
                <w:noProof/>
                <w:rtl/>
              </w:rPr>
              <w:t xml:space="preserve"> </w:t>
            </w:r>
            <w:r w:rsidRPr="00011C55">
              <w:rPr>
                <w:rStyle w:val="Hyperlink"/>
                <w:rFonts w:hint="eastAsia"/>
                <w:noProof/>
                <w:rtl/>
              </w:rPr>
              <w:t>في</w:t>
            </w:r>
            <w:r w:rsidRPr="00011C55">
              <w:rPr>
                <w:rStyle w:val="Hyperlink"/>
                <w:noProof/>
                <w:rtl/>
              </w:rPr>
              <w:t xml:space="preserve"> </w:t>
            </w:r>
            <w:r w:rsidRPr="00011C55">
              <w:rPr>
                <w:rStyle w:val="Hyperlink"/>
                <w:rFonts w:hint="eastAsia"/>
                <w:noProof/>
                <w:rtl/>
              </w:rPr>
              <w:t>الثاء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Toc418411948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1949"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الاول</w:t>
            </w:r>
            <w:r w:rsidRPr="00011C55">
              <w:rPr>
                <w:rStyle w:val="Hyperlink"/>
                <w:noProof/>
                <w:rtl/>
              </w:rPr>
              <w:t xml:space="preserve"> </w:t>
            </w:r>
            <w:r w:rsidRPr="00011C55">
              <w:rPr>
                <w:rStyle w:val="Hyperlink"/>
                <w:rFonts w:hint="eastAsia"/>
                <w:noProof/>
                <w:rtl/>
              </w:rPr>
              <w:t>ثابت</w:t>
            </w:r>
            <w:r w:rsidRPr="00011C55">
              <w:rPr>
                <w:rStyle w:val="Hyperlink"/>
                <w:noProof/>
                <w:rtl/>
              </w:rPr>
              <w:t xml:space="preserve"> </w:t>
            </w:r>
            <w:r w:rsidRPr="00011C55">
              <w:rPr>
                <w:rStyle w:val="Hyperlink"/>
                <w:rFonts w:hint="eastAsia"/>
                <w:noProof/>
                <w:rtl/>
              </w:rPr>
              <w:t>ستة</w:t>
            </w:r>
            <w:r w:rsidRPr="00011C55">
              <w:rPr>
                <w:rStyle w:val="Hyperlink"/>
                <w:noProof/>
                <w:rtl/>
              </w:rPr>
              <w:t xml:space="preserve"> </w:t>
            </w:r>
            <w:r w:rsidRPr="00011C55">
              <w:rPr>
                <w:rStyle w:val="Hyperlink"/>
                <w:rFonts w:hint="eastAsia"/>
                <w:noProof/>
                <w:rtl/>
              </w:rPr>
              <w:t>رجال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Toc418411949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1950"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الثانى</w:t>
            </w:r>
            <w:r w:rsidRPr="00011C55">
              <w:rPr>
                <w:rStyle w:val="Hyperlink"/>
                <w:noProof/>
                <w:rtl/>
              </w:rPr>
              <w:t xml:space="preserve"> </w:t>
            </w:r>
            <w:r w:rsidRPr="00011C55">
              <w:rPr>
                <w:rStyle w:val="Hyperlink"/>
                <w:rFonts w:hint="eastAsia"/>
                <w:noProof/>
                <w:rtl/>
              </w:rPr>
              <w:t>في</w:t>
            </w:r>
            <w:r w:rsidRPr="00011C55">
              <w:rPr>
                <w:rStyle w:val="Hyperlink"/>
                <w:noProof/>
                <w:rtl/>
              </w:rPr>
              <w:t xml:space="preserve"> </w:t>
            </w:r>
            <w:r w:rsidRPr="00011C55">
              <w:rPr>
                <w:rStyle w:val="Hyperlink"/>
                <w:rFonts w:hint="eastAsia"/>
                <w:noProof/>
                <w:rtl/>
              </w:rPr>
              <w:t>الآحاد</w:t>
            </w:r>
            <w:r w:rsidRPr="00011C55">
              <w:rPr>
                <w:rStyle w:val="Hyperlink"/>
                <w:noProof/>
                <w:rtl/>
              </w:rPr>
              <w:t xml:space="preserve"> </w:t>
            </w:r>
            <w:r w:rsidRPr="00011C55">
              <w:rPr>
                <w:rStyle w:val="Hyperlink"/>
                <w:rFonts w:hint="eastAsia"/>
                <w:noProof/>
                <w:rtl/>
              </w:rPr>
              <w:t>ثلاثة</w:t>
            </w:r>
            <w:r w:rsidRPr="00011C55">
              <w:rPr>
                <w:rStyle w:val="Hyperlink"/>
                <w:noProof/>
                <w:rtl/>
              </w:rPr>
              <w:t xml:space="preserve"> </w:t>
            </w:r>
            <w:r w:rsidRPr="00011C55">
              <w:rPr>
                <w:rStyle w:val="Hyperlink"/>
                <w:rFonts w:hint="eastAsia"/>
                <w:noProof/>
                <w:rtl/>
              </w:rPr>
              <w:t>رجال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Toc418411950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67321F" w:rsidRDefault="0067321F">
          <w:pPr>
            <w:pStyle w:val="TOC2"/>
            <w:tabs>
              <w:tab w:val="right" w:leader="dot" w:pos="7786"/>
            </w:tabs>
            <w:rPr>
              <w:rFonts w:asciiTheme="minorHAnsi" w:eastAsiaTheme="minorEastAsia" w:hAnsiTheme="minorHAnsi" w:cstheme="minorBidi"/>
              <w:noProof/>
              <w:color w:val="auto"/>
              <w:sz w:val="22"/>
              <w:szCs w:val="22"/>
              <w:rtl/>
            </w:rPr>
          </w:pPr>
          <w:hyperlink w:anchor="_Toc418411951" w:history="1">
            <w:r w:rsidRPr="00011C55">
              <w:rPr>
                <w:rStyle w:val="Hyperlink"/>
                <w:rFonts w:hint="eastAsia"/>
                <w:noProof/>
                <w:rtl/>
              </w:rPr>
              <w:t>الفصل</w:t>
            </w:r>
            <w:r w:rsidRPr="00011C55">
              <w:rPr>
                <w:rStyle w:val="Hyperlink"/>
                <w:noProof/>
                <w:rtl/>
              </w:rPr>
              <w:t xml:space="preserve"> </w:t>
            </w:r>
            <w:r w:rsidRPr="00011C55">
              <w:rPr>
                <w:rStyle w:val="Hyperlink"/>
                <w:rFonts w:hint="eastAsia"/>
                <w:noProof/>
                <w:rtl/>
              </w:rPr>
              <w:t>الخامس</w:t>
            </w:r>
            <w:r w:rsidRPr="00011C55">
              <w:rPr>
                <w:rStyle w:val="Hyperlink"/>
                <w:noProof/>
                <w:rtl/>
              </w:rPr>
              <w:t xml:space="preserve"> </w:t>
            </w:r>
            <w:r w:rsidRPr="00011C55">
              <w:rPr>
                <w:rStyle w:val="Hyperlink"/>
                <w:rFonts w:hint="eastAsia"/>
                <w:noProof/>
                <w:rtl/>
              </w:rPr>
              <w:t>في</w:t>
            </w:r>
            <w:r w:rsidRPr="00011C55">
              <w:rPr>
                <w:rStyle w:val="Hyperlink"/>
                <w:noProof/>
                <w:rtl/>
              </w:rPr>
              <w:t xml:space="preserve"> </w:t>
            </w:r>
            <w:r w:rsidRPr="00011C55">
              <w:rPr>
                <w:rStyle w:val="Hyperlink"/>
                <w:rFonts w:hint="eastAsia"/>
                <w:noProof/>
                <w:rtl/>
              </w:rPr>
              <w:t>الجيم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Toc418411951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1952"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الاول</w:t>
            </w:r>
            <w:r w:rsidRPr="00011C55">
              <w:rPr>
                <w:rStyle w:val="Hyperlink"/>
                <w:noProof/>
                <w:rtl/>
              </w:rPr>
              <w:t xml:space="preserve"> </w:t>
            </w:r>
            <w:r w:rsidRPr="00011C55">
              <w:rPr>
                <w:rStyle w:val="Hyperlink"/>
                <w:rFonts w:hint="eastAsia"/>
                <w:noProof/>
                <w:rtl/>
              </w:rPr>
              <w:t>جعفر</w:t>
            </w:r>
            <w:r w:rsidRPr="00011C55">
              <w:rPr>
                <w:rStyle w:val="Hyperlink"/>
                <w:noProof/>
                <w:rtl/>
              </w:rPr>
              <w:t xml:space="preserve"> </w:t>
            </w:r>
            <w:r w:rsidRPr="00011C55">
              <w:rPr>
                <w:rStyle w:val="Hyperlink"/>
                <w:rFonts w:hint="eastAsia"/>
                <w:noProof/>
                <w:rtl/>
              </w:rPr>
              <w:t>خمسة</w:t>
            </w:r>
            <w:r w:rsidRPr="00011C55">
              <w:rPr>
                <w:rStyle w:val="Hyperlink"/>
                <w:noProof/>
                <w:rtl/>
              </w:rPr>
              <w:t xml:space="preserve"> </w:t>
            </w:r>
            <w:r w:rsidRPr="00011C55">
              <w:rPr>
                <w:rStyle w:val="Hyperlink"/>
                <w:rFonts w:hint="eastAsia"/>
                <w:noProof/>
                <w:rtl/>
              </w:rPr>
              <w:t>وعشرون</w:t>
            </w:r>
            <w:r w:rsidRPr="00011C55">
              <w:rPr>
                <w:rStyle w:val="Hyperlink"/>
                <w:noProof/>
                <w:rtl/>
              </w:rPr>
              <w:t xml:space="preserve"> </w:t>
            </w:r>
            <w:r w:rsidRPr="00011C55">
              <w:rPr>
                <w:rStyle w:val="Hyperlink"/>
                <w:rFonts w:hint="eastAsia"/>
                <w:noProof/>
                <w:rtl/>
              </w:rPr>
              <w:t>رجلا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Toc418411952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1953"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الثانى</w:t>
            </w:r>
            <w:r w:rsidRPr="00011C55">
              <w:rPr>
                <w:rStyle w:val="Hyperlink"/>
                <w:noProof/>
                <w:rtl/>
              </w:rPr>
              <w:t xml:space="preserve"> </w:t>
            </w:r>
            <w:r w:rsidRPr="00011C55">
              <w:rPr>
                <w:rStyle w:val="Hyperlink"/>
                <w:rFonts w:hint="eastAsia"/>
                <w:noProof/>
                <w:rtl/>
              </w:rPr>
              <w:t>جميل</w:t>
            </w:r>
            <w:r w:rsidRPr="00011C55">
              <w:rPr>
                <w:rStyle w:val="Hyperlink"/>
                <w:noProof/>
                <w:rtl/>
              </w:rPr>
              <w:t xml:space="preserve"> </w:t>
            </w:r>
            <w:r w:rsidRPr="00011C55">
              <w:rPr>
                <w:rStyle w:val="Hyperlink"/>
                <w:rFonts w:hint="eastAsia"/>
                <w:noProof/>
                <w:rtl/>
              </w:rPr>
              <w:t>ثلاثة</w:t>
            </w:r>
            <w:r w:rsidRPr="00011C55">
              <w:rPr>
                <w:rStyle w:val="Hyperlink"/>
                <w:noProof/>
                <w:rtl/>
              </w:rPr>
              <w:t xml:space="preserve"> </w:t>
            </w:r>
            <w:r w:rsidRPr="00011C55">
              <w:rPr>
                <w:rStyle w:val="Hyperlink"/>
                <w:rFonts w:hint="eastAsia"/>
                <w:noProof/>
                <w:rtl/>
              </w:rPr>
              <w:t>رجال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Toc418411953 \h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1954"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الثالث</w:t>
            </w:r>
            <w:r w:rsidRPr="00011C55">
              <w:rPr>
                <w:rStyle w:val="Hyperlink"/>
                <w:noProof/>
                <w:rtl/>
              </w:rPr>
              <w:t xml:space="preserve"> </w:t>
            </w:r>
            <w:r w:rsidRPr="00011C55">
              <w:rPr>
                <w:rStyle w:val="Hyperlink"/>
                <w:rFonts w:hint="eastAsia"/>
                <w:noProof/>
                <w:rtl/>
              </w:rPr>
              <w:t>جابر</w:t>
            </w:r>
            <w:r w:rsidRPr="00011C55">
              <w:rPr>
                <w:rStyle w:val="Hyperlink"/>
                <w:noProof/>
                <w:rtl/>
              </w:rPr>
              <w:t xml:space="preserve"> </w:t>
            </w:r>
            <w:r w:rsidRPr="00011C55">
              <w:rPr>
                <w:rStyle w:val="Hyperlink"/>
                <w:rFonts w:hint="eastAsia"/>
                <w:noProof/>
                <w:rtl/>
              </w:rPr>
              <w:t>ثلاثة</w:t>
            </w:r>
            <w:r w:rsidRPr="00011C55">
              <w:rPr>
                <w:rStyle w:val="Hyperlink"/>
                <w:noProof/>
                <w:rtl/>
              </w:rPr>
              <w:t xml:space="preserve"> </w:t>
            </w:r>
            <w:r w:rsidRPr="00011C55">
              <w:rPr>
                <w:rStyle w:val="Hyperlink"/>
                <w:rFonts w:hint="eastAsia"/>
                <w:noProof/>
                <w:rtl/>
              </w:rPr>
              <w:t>رجال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Toc418411954 \h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1955"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الرابع</w:t>
            </w:r>
            <w:r w:rsidRPr="00011C55">
              <w:rPr>
                <w:rStyle w:val="Hyperlink"/>
                <w:noProof/>
                <w:rtl/>
              </w:rPr>
              <w:t xml:space="preserve"> </w:t>
            </w:r>
            <w:r w:rsidRPr="00011C55">
              <w:rPr>
                <w:rStyle w:val="Hyperlink"/>
                <w:rFonts w:hint="eastAsia"/>
                <w:noProof/>
                <w:rtl/>
              </w:rPr>
              <w:t>في</w:t>
            </w:r>
            <w:r w:rsidRPr="00011C55">
              <w:rPr>
                <w:rStyle w:val="Hyperlink"/>
                <w:noProof/>
                <w:rtl/>
              </w:rPr>
              <w:t xml:space="preserve"> </w:t>
            </w:r>
            <w:r w:rsidRPr="00011C55">
              <w:rPr>
                <w:rStyle w:val="Hyperlink"/>
                <w:rFonts w:hint="eastAsia"/>
                <w:noProof/>
                <w:rtl/>
              </w:rPr>
              <w:t>الآحاد</w:t>
            </w:r>
            <w:r w:rsidRPr="00011C55">
              <w:rPr>
                <w:rStyle w:val="Hyperlink"/>
                <w:noProof/>
                <w:rtl/>
              </w:rPr>
              <w:t xml:space="preserve"> </w:t>
            </w:r>
            <w:r w:rsidRPr="00011C55">
              <w:rPr>
                <w:rStyle w:val="Hyperlink"/>
                <w:rFonts w:hint="eastAsia"/>
                <w:noProof/>
                <w:rtl/>
              </w:rPr>
              <w:t>سبعة</w:t>
            </w:r>
            <w:r w:rsidRPr="00011C55">
              <w:rPr>
                <w:rStyle w:val="Hyperlink"/>
                <w:noProof/>
                <w:rtl/>
              </w:rPr>
              <w:t xml:space="preserve"> </w:t>
            </w:r>
            <w:r w:rsidRPr="00011C55">
              <w:rPr>
                <w:rStyle w:val="Hyperlink"/>
                <w:rFonts w:hint="eastAsia"/>
                <w:noProof/>
                <w:rtl/>
              </w:rPr>
              <w:t>رجال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Toc418411955 \h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67321F" w:rsidRDefault="0067321F">
          <w:pPr>
            <w:pStyle w:val="TOC2"/>
            <w:tabs>
              <w:tab w:val="right" w:leader="dot" w:pos="7786"/>
            </w:tabs>
            <w:rPr>
              <w:rFonts w:asciiTheme="minorHAnsi" w:eastAsiaTheme="minorEastAsia" w:hAnsiTheme="minorHAnsi" w:cstheme="minorBidi"/>
              <w:noProof/>
              <w:color w:val="auto"/>
              <w:sz w:val="22"/>
              <w:szCs w:val="22"/>
              <w:rtl/>
            </w:rPr>
          </w:pPr>
          <w:hyperlink w:anchor="_Toc418411956" w:history="1">
            <w:r w:rsidRPr="00011C55">
              <w:rPr>
                <w:rStyle w:val="Hyperlink"/>
                <w:rFonts w:hint="eastAsia"/>
                <w:noProof/>
                <w:rtl/>
              </w:rPr>
              <w:t>الفصل</w:t>
            </w:r>
            <w:r w:rsidRPr="00011C55">
              <w:rPr>
                <w:rStyle w:val="Hyperlink"/>
                <w:noProof/>
                <w:rtl/>
              </w:rPr>
              <w:t xml:space="preserve"> </w:t>
            </w:r>
            <w:r w:rsidRPr="00011C55">
              <w:rPr>
                <w:rStyle w:val="Hyperlink"/>
                <w:rFonts w:hint="eastAsia"/>
                <w:noProof/>
                <w:rtl/>
              </w:rPr>
              <w:t>السادس</w:t>
            </w:r>
            <w:r w:rsidRPr="00011C55">
              <w:rPr>
                <w:rStyle w:val="Hyperlink"/>
                <w:noProof/>
                <w:rtl/>
              </w:rPr>
              <w:t xml:space="preserve"> </w:t>
            </w:r>
            <w:r w:rsidRPr="00011C55">
              <w:rPr>
                <w:rStyle w:val="Hyperlink"/>
                <w:rFonts w:hint="eastAsia"/>
                <w:noProof/>
                <w:rtl/>
              </w:rPr>
              <w:t>في</w:t>
            </w:r>
            <w:r w:rsidRPr="00011C55">
              <w:rPr>
                <w:rStyle w:val="Hyperlink"/>
                <w:noProof/>
                <w:rtl/>
              </w:rPr>
              <w:t xml:space="preserve"> </w:t>
            </w:r>
            <w:r w:rsidRPr="00011C55">
              <w:rPr>
                <w:rStyle w:val="Hyperlink"/>
                <w:rFonts w:hint="eastAsia"/>
                <w:noProof/>
                <w:rtl/>
              </w:rPr>
              <w:t>الحاء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Toc418411956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1957"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الاول</w:t>
            </w:r>
            <w:r w:rsidRPr="00011C55">
              <w:rPr>
                <w:rStyle w:val="Hyperlink"/>
                <w:noProof/>
                <w:rtl/>
              </w:rPr>
              <w:t xml:space="preserve"> </w:t>
            </w:r>
            <w:r w:rsidRPr="00011C55">
              <w:rPr>
                <w:rStyle w:val="Hyperlink"/>
                <w:rFonts w:hint="eastAsia"/>
                <w:noProof/>
                <w:rtl/>
              </w:rPr>
              <w:t>الحسن</w:t>
            </w:r>
            <w:r w:rsidRPr="00011C55">
              <w:rPr>
                <w:rStyle w:val="Hyperlink"/>
                <w:noProof/>
                <w:rtl/>
              </w:rPr>
              <w:t xml:space="preserve"> </w:t>
            </w:r>
            <w:r w:rsidRPr="00011C55">
              <w:rPr>
                <w:rStyle w:val="Hyperlink"/>
                <w:rFonts w:hint="eastAsia"/>
                <w:noProof/>
                <w:rtl/>
              </w:rPr>
              <w:t>ثلاثة</w:t>
            </w:r>
            <w:r w:rsidRPr="00011C55">
              <w:rPr>
                <w:rStyle w:val="Hyperlink"/>
                <w:noProof/>
                <w:rtl/>
              </w:rPr>
              <w:t xml:space="preserve"> </w:t>
            </w:r>
            <w:r w:rsidRPr="00011C55">
              <w:rPr>
                <w:rStyle w:val="Hyperlink"/>
                <w:rFonts w:hint="eastAsia"/>
                <w:noProof/>
                <w:rtl/>
              </w:rPr>
              <w:t>وخمسون</w:t>
            </w:r>
            <w:r w:rsidRPr="00011C55">
              <w:rPr>
                <w:rStyle w:val="Hyperlink"/>
                <w:noProof/>
                <w:rtl/>
              </w:rPr>
              <w:t xml:space="preserve"> </w:t>
            </w:r>
            <w:r w:rsidRPr="00011C55">
              <w:rPr>
                <w:rStyle w:val="Hyperlink"/>
                <w:rFonts w:hint="eastAsia"/>
                <w:noProof/>
                <w:rtl/>
              </w:rPr>
              <w:t>رجلا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Toc418411957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1958"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الثاني</w:t>
            </w:r>
            <w:r w:rsidRPr="00011C55">
              <w:rPr>
                <w:rStyle w:val="Hyperlink"/>
                <w:noProof/>
                <w:rtl/>
              </w:rPr>
              <w:t xml:space="preserve"> </w:t>
            </w:r>
            <w:r w:rsidRPr="00011C55">
              <w:rPr>
                <w:rStyle w:val="Hyperlink"/>
                <w:rFonts w:hint="eastAsia"/>
                <w:noProof/>
                <w:rtl/>
              </w:rPr>
              <w:t>في</w:t>
            </w:r>
            <w:r w:rsidRPr="00011C55">
              <w:rPr>
                <w:rStyle w:val="Hyperlink"/>
                <w:noProof/>
                <w:rtl/>
              </w:rPr>
              <w:t xml:space="preserve"> </w:t>
            </w:r>
            <w:r w:rsidRPr="00011C55">
              <w:rPr>
                <w:rStyle w:val="Hyperlink"/>
                <w:rFonts w:hint="eastAsia"/>
                <w:noProof/>
                <w:rtl/>
              </w:rPr>
              <w:t>الحسين</w:t>
            </w:r>
            <w:r w:rsidRPr="00011C55">
              <w:rPr>
                <w:rStyle w:val="Hyperlink"/>
                <w:noProof/>
                <w:rtl/>
              </w:rPr>
              <w:t xml:space="preserve"> </w:t>
            </w:r>
            <w:r w:rsidRPr="00011C55">
              <w:rPr>
                <w:rStyle w:val="Hyperlink"/>
                <w:rFonts w:hint="eastAsia"/>
                <w:noProof/>
                <w:rtl/>
              </w:rPr>
              <w:t>تسعة</w:t>
            </w:r>
            <w:r w:rsidRPr="00011C55">
              <w:rPr>
                <w:rStyle w:val="Hyperlink"/>
                <w:noProof/>
                <w:rtl/>
              </w:rPr>
              <w:t xml:space="preserve"> </w:t>
            </w:r>
            <w:r w:rsidRPr="00011C55">
              <w:rPr>
                <w:rStyle w:val="Hyperlink"/>
                <w:rFonts w:hint="eastAsia"/>
                <w:noProof/>
                <w:rtl/>
              </w:rPr>
              <w:t>وعشرون</w:t>
            </w:r>
            <w:r w:rsidRPr="00011C55">
              <w:rPr>
                <w:rStyle w:val="Hyperlink"/>
                <w:noProof/>
                <w:rtl/>
              </w:rPr>
              <w:t xml:space="preserve"> </w:t>
            </w:r>
            <w:r w:rsidRPr="00011C55">
              <w:rPr>
                <w:rStyle w:val="Hyperlink"/>
                <w:rFonts w:hint="eastAsia"/>
                <w:noProof/>
                <w:rtl/>
              </w:rPr>
              <w:t>رجلا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Toc418411958 \h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1959"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الثالث</w:t>
            </w:r>
            <w:r w:rsidRPr="00011C55">
              <w:rPr>
                <w:rStyle w:val="Hyperlink"/>
                <w:noProof/>
                <w:rtl/>
              </w:rPr>
              <w:t xml:space="preserve"> </w:t>
            </w:r>
            <w:r w:rsidRPr="00011C55">
              <w:rPr>
                <w:rStyle w:val="Hyperlink"/>
                <w:rFonts w:hint="eastAsia"/>
                <w:noProof/>
                <w:rtl/>
              </w:rPr>
              <w:t>حمزة</w:t>
            </w:r>
            <w:r w:rsidRPr="00011C55">
              <w:rPr>
                <w:rStyle w:val="Hyperlink"/>
                <w:noProof/>
                <w:rtl/>
              </w:rPr>
              <w:t xml:space="preserve"> </w:t>
            </w:r>
            <w:r w:rsidRPr="00011C55">
              <w:rPr>
                <w:rStyle w:val="Hyperlink"/>
                <w:rFonts w:hint="eastAsia"/>
                <w:noProof/>
                <w:rtl/>
              </w:rPr>
              <w:t>خمسة</w:t>
            </w:r>
            <w:r w:rsidRPr="00011C55">
              <w:rPr>
                <w:rStyle w:val="Hyperlink"/>
                <w:noProof/>
                <w:rtl/>
              </w:rPr>
              <w:t xml:space="preserve"> </w:t>
            </w:r>
            <w:r w:rsidRPr="00011C55">
              <w:rPr>
                <w:rStyle w:val="Hyperlink"/>
                <w:rFonts w:hint="eastAsia"/>
                <w:noProof/>
                <w:rtl/>
              </w:rPr>
              <w:t>رجال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Toc418411959 \h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1960"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الرابع</w:t>
            </w:r>
            <w:r w:rsidRPr="00011C55">
              <w:rPr>
                <w:rStyle w:val="Hyperlink"/>
                <w:noProof/>
                <w:rtl/>
              </w:rPr>
              <w:t xml:space="preserve"> </w:t>
            </w:r>
            <w:r w:rsidRPr="00011C55">
              <w:rPr>
                <w:rStyle w:val="Hyperlink"/>
                <w:rFonts w:hint="eastAsia"/>
                <w:noProof/>
                <w:rtl/>
              </w:rPr>
              <w:t>الحرث</w:t>
            </w:r>
            <w:r w:rsidRPr="00011C55">
              <w:rPr>
                <w:rStyle w:val="Hyperlink"/>
                <w:noProof/>
                <w:rtl/>
              </w:rPr>
              <w:t xml:space="preserve"> </w:t>
            </w:r>
            <w:r w:rsidRPr="00011C55">
              <w:rPr>
                <w:rStyle w:val="Hyperlink"/>
                <w:rFonts w:hint="eastAsia"/>
                <w:noProof/>
                <w:rtl/>
              </w:rPr>
              <w:t>ثلاث</w:t>
            </w:r>
            <w:r w:rsidRPr="00011C55">
              <w:rPr>
                <w:rStyle w:val="Hyperlink"/>
                <w:noProof/>
                <w:rtl/>
              </w:rPr>
              <w:t xml:space="preserve"> </w:t>
            </w:r>
            <w:r w:rsidRPr="00011C55">
              <w:rPr>
                <w:rStyle w:val="Hyperlink"/>
                <w:rFonts w:hint="eastAsia"/>
                <w:noProof/>
                <w:rtl/>
              </w:rPr>
              <w:t>عشر</w:t>
            </w:r>
            <w:r w:rsidRPr="00011C55">
              <w:rPr>
                <w:rStyle w:val="Hyperlink"/>
                <w:noProof/>
                <w:rtl/>
              </w:rPr>
              <w:t xml:space="preserve"> </w:t>
            </w:r>
            <w:r w:rsidRPr="00011C55">
              <w:rPr>
                <w:rStyle w:val="Hyperlink"/>
                <w:rFonts w:hint="eastAsia"/>
                <w:noProof/>
                <w:rtl/>
              </w:rPr>
              <w:t>رجلا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Toc418411960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1961"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الخامس</w:t>
            </w:r>
            <w:r w:rsidRPr="00011C55">
              <w:rPr>
                <w:rStyle w:val="Hyperlink"/>
                <w:noProof/>
                <w:rtl/>
              </w:rPr>
              <w:t xml:space="preserve"> </w:t>
            </w:r>
            <w:r w:rsidRPr="00011C55">
              <w:rPr>
                <w:rStyle w:val="Hyperlink"/>
                <w:rFonts w:hint="eastAsia"/>
                <w:noProof/>
                <w:rtl/>
              </w:rPr>
              <w:t>حماد</w:t>
            </w:r>
            <w:r w:rsidRPr="00011C55">
              <w:rPr>
                <w:rStyle w:val="Hyperlink"/>
                <w:noProof/>
                <w:rtl/>
              </w:rPr>
              <w:t xml:space="preserve"> </w:t>
            </w:r>
            <w:r w:rsidRPr="00011C55">
              <w:rPr>
                <w:rStyle w:val="Hyperlink"/>
                <w:rFonts w:hint="eastAsia"/>
                <w:noProof/>
                <w:rtl/>
              </w:rPr>
              <w:t>سبعة</w:t>
            </w:r>
            <w:r w:rsidRPr="00011C55">
              <w:rPr>
                <w:rStyle w:val="Hyperlink"/>
                <w:noProof/>
                <w:rtl/>
              </w:rPr>
              <w:t xml:space="preserve"> </w:t>
            </w:r>
            <w:r w:rsidRPr="00011C55">
              <w:rPr>
                <w:rStyle w:val="Hyperlink"/>
                <w:rFonts w:hint="eastAsia"/>
                <w:noProof/>
                <w:rtl/>
              </w:rPr>
              <w:t>رجال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Toc418411961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1962"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السادس</w:t>
            </w:r>
            <w:r w:rsidRPr="00011C55">
              <w:rPr>
                <w:rStyle w:val="Hyperlink"/>
                <w:noProof/>
                <w:rtl/>
              </w:rPr>
              <w:t xml:space="preserve"> </w:t>
            </w:r>
            <w:r w:rsidRPr="00011C55">
              <w:rPr>
                <w:rStyle w:val="Hyperlink"/>
                <w:rFonts w:hint="eastAsia"/>
                <w:noProof/>
                <w:rtl/>
              </w:rPr>
              <w:t>حارثة</w:t>
            </w:r>
            <w:r w:rsidRPr="00011C55">
              <w:rPr>
                <w:rStyle w:val="Hyperlink"/>
                <w:noProof/>
                <w:rtl/>
              </w:rPr>
              <w:t xml:space="preserve"> </w:t>
            </w:r>
            <w:r w:rsidRPr="00011C55">
              <w:rPr>
                <w:rStyle w:val="Hyperlink"/>
                <w:rFonts w:hint="eastAsia"/>
                <w:noProof/>
                <w:rtl/>
              </w:rPr>
              <w:t>رجلان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Toc418411962 \h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1963"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السابع</w:t>
            </w:r>
            <w:r w:rsidRPr="00011C55">
              <w:rPr>
                <w:rStyle w:val="Hyperlink"/>
                <w:noProof/>
                <w:rtl/>
              </w:rPr>
              <w:t xml:space="preserve"> </w:t>
            </w:r>
            <w:r w:rsidRPr="00011C55">
              <w:rPr>
                <w:rStyle w:val="Hyperlink"/>
                <w:rFonts w:hint="eastAsia"/>
                <w:noProof/>
                <w:rtl/>
              </w:rPr>
              <w:t>حيدر</w:t>
            </w:r>
            <w:r w:rsidRPr="00011C55">
              <w:rPr>
                <w:rStyle w:val="Hyperlink"/>
                <w:noProof/>
                <w:rtl/>
              </w:rPr>
              <w:t xml:space="preserve"> </w:t>
            </w:r>
            <w:r w:rsidRPr="00011C55">
              <w:rPr>
                <w:rStyle w:val="Hyperlink"/>
                <w:rFonts w:hint="eastAsia"/>
                <w:noProof/>
                <w:rtl/>
              </w:rPr>
              <w:t>رجلان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Toc418411963 \h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1964"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الثامن</w:t>
            </w:r>
            <w:r w:rsidRPr="00011C55">
              <w:rPr>
                <w:rStyle w:val="Hyperlink"/>
                <w:noProof/>
                <w:rtl/>
              </w:rPr>
              <w:t xml:space="preserve"> </w:t>
            </w:r>
            <w:r w:rsidRPr="00011C55">
              <w:rPr>
                <w:rStyle w:val="Hyperlink"/>
                <w:rFonts w:hint="eastAsia"/>
                <w:noProof/>
                <w:rtl/>
              </w:rPr>
              <w:t>حفص</w:t>
            </w:r>
            <w:r w:rsidRPr="00011C55">
              <w:rPr>
                <w:rStyle w:val="Hyperlink"/>
                <w:noProof/>
                <w:rtl/>
              </w:rPr>
              <w:t xml:space="preserve"> </w:t>
            </w:r>
            <w:r w:rsidRPr="00011C55">
              <w:rPr>
                <w:rStyle w:val="Hyperlink"/>
                <w:rFonts w:hint="eastAsia"/>
                <w:noProof/>
                <w:rtl/>
              </w:rPr>
              <w:t>سبعة</w:t>
            </w:r>
            <w:r w:rsidRPr="00011C55">
              <w:rPr>
                <w:rStyle w:val="Hyperlink"/>
                <w:noProof/>
                <w:rtl/>
              </w:rPr>
              <w:t xml:space="preserve"> </w:t>
            </w:r>
            <w:r w:rsidRPr="00011C55">
              <w:rPr>
                <w:rStyle w:val="Hyperlink"/>
                <w:rFonts w:hint="eastAsia"/>
                <w:noProof/>
                <w:rtl/>
              </w:rPr>
              <w:t>رجال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Toc418411964 \h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1965"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التاسع</w:t>
            </w:r>
            <w:r w:rsidRPr="00011C55">
              <w:rPr>
                <w:rStyle w:val="Hyperlink"/>
                <w:noProof/>
                <w:rtl/>
              </w:rPr>
              <w:t xml:space="preserve"> </w:t>
            </w:r>
            <w:r w:rsidRPr="00011C55">
              <w:rPr>
                <w:rStyle w:val="Hyperlink"/>
                <w:rFonts w:hint="eastAsia"/>
                <w:noProof/>
                <w:rtl/>
              </w:rPr>
              <w:t>حميد</w:t>
            </w:r>
            <w:r w:rsidRPr="00011C55">
              <w:rPr>
                <w:rStyle w:val="Hyperlink"/>
                <w:noProof/>
                <w:rtl/>
              </w:rPr>
              <w:t xml:space="preserve"> </w:t>
            </w:r>
            <w:r w:rsidRPr="00011C55">
              <w:rPr>
                <w:rStyle w:val="Hyperlink"/>
                <w:rFonts w:hint="eastAsia"/>
                <w:noProof/>
                <w:rtl/>
              </w:rPr>
              <w:t>بضم</w:t>
            </w:r>
            <w:r w:rsidRPr="00011C55">
              <w:rPr>
                <w:rStyle w:val="Hyperlink"/>
                <w:noProof/>
                <w:rtl/>
              </w:rPr>
              <w:t xml:space="preserve"> </w:t>
            </w:r>
            <w:r w:rsidRPr="00011C55">
              <w:rPr>
                <w:rStyle w:val="Hyperlink"/>
                <w:rFonts w:hint="eastAsia"/>
                <w:noProof/>
                <w:rtl/>
              </w:rPr>
              <w:t>الحاء</w:t>
            </w:r>
            <w:r w:rsidRPr="00011C55">
              <w:rPr>
                <w:rStyle w:val="Hyperlink"/>
                <w:noProof/>
                <w:rtl/>
              </w:rPr>
              <w:t xml:space="preserve"> </w:t>
            </w:r>
            <w:r w:rsidRPr="00011C55">
              <w:rPr>
                <w:rStyle w:val="Hyperlink"/>
                <w:rFonts w:hint="eastAsia"/>
                <w:noProof/>
                <w:rtl/>
              </w:rPr>
              <w:t>ثلاثة</w:t>
            </w:r>
            <w:r w:rsidRPr="00011C55">
              <w:rPr>
                <w:rStyle w:val="Hyperlink"/>
                <w:noProof/>
                <w:rtl/>
              </w:rPr>
              <w:t xml:space="preserve"> </w:t>
            </w:r>
            <w:r w:rsidRPr="00011C55">
              <w:rPr>
                <w:rStyle w:val="Hyperlink"/>
                <w:rFonts w:hint="eastAsia"/>
                <w:noProof/>
                <w:rtl/>
              </w:rPr>
              <w:t>رجال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Toc418411965 \h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1966"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العاشر</w:t>
            </w:r>
            <w:r w:rsidRPr="00011C55">
              <w:rPr>
                <w:rStyle w:val="Hyperlink"/>
                <w:noProof/>
                <w:rtl/>
              </w:rPr>
              <w:t xml:space="preserve"> </w:t>
            </w:r>
            <w:r w:rsidRPr="00011C55">
              <w:rPr>
                <w:rStyle w:val="Hyperlink"/>
                <w:rFonts w:hint="eastAsia"/>
                <w:noProof/>
                <w:rtl/>
              </w:rPr>
              <w:t>حجر</w:t>
            </w:r>
            <w:r w:rsidRPr="00011C55">
              <w:rPr>
                <w:rStyle w:val="Hyperlink"/>
                <w:noProof/>
                <w:rtl/>
              </w:rPr>
              <w:t xml:space="preserve"> </w:t>
            </w:r>
            <w:r w:rsidRPr="00011C55">
              <w:rPr>
                <w:rStyle w:val="Hyperlink"/>
                <w:rFonts w:hint="eastAsia"/>
                <w:noProof/>
                <w:rtl/>
              </w:rPr>
              <w:t>بضم</w:t>
            </w:r>
            <w:r w:rsidRPr="00011C55">
              <w:rPr>
                <w:rStyle w:val="Hyperlink"/>
                <w:noProof/>
                <w:rtl/>
              </w:rPr>
              <w:t xml:space="preserve"> </w:t>
            </w:r>
            <w:r w:rsidRPr="00011C55">
              <w:rPr>
                <w:rStyle w:val="Hyperlink"/>
                <w:rFonts w:hint="eastAsia"/>
                <w:noProof/>
                <w:rtl/>
              </w:rPr>
              <w:t>الحاء</w:t>
            </w:r>
            <w:r w:rsidRPr="00011C55">
              <w:rPr>
                <w:rStyle w:val="Hyperlink"/>
                <w:noProof/>
                <w:rtl/>
              </w:rPr>
              <w:t xml:space="preserve"> </w:t>
            </w:r>
            <w:r w:rsidRPr="00011C55">
              <w:rPr>
                <w:rStyle w:val="Hyperlink"/>
                <w:rFonts w:hint="eastAsia"/>
                <w:noProof/>
                <w:rtl/>
              </w:rPr>
              <w:t>رجلان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Toc418411966 \h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1967"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الحادي</w:t>
            </w:r>
            <w:r w:rsidRPr="00011C55">
              <w:rPr>
                <w:rStyle w:val="Hyperlink"/>
                <w:noProof/>
                <w:rtl/>
              </w:rPr>
              <w:t xml:space="preserve"> </w:t>
            </w:r>
            <w:r w:rsidRPr="00011C55">
              <w:rPr>
                <w:rStyle w:val="Hyperlink"/>
                <w:rFonts w:hint="eastAsia"/>
                <w:noProof/>
                <w:rtl/>
              </w:rPr>
              <w:t>عشر</w:t>
            </w:r>
            <w:r w:rsidRPr="00011C55">
              <w:rPr>
                <w:rStyle w:val="Hyperlink"/>
                <w:noProof/>
                <w:rtl/>
              </w:rPr>
              <w:t xml:space="preserve"> </w:t>
            </w:r>
            <w:r w:rsidRPr="00011C55">
              <w:rPr>
                <w:rStyle w:val="Hyperlink"/>
                <w:rFonts w:hint="eastAsia"/>
                <w:noProof/>
                <w:rtl/>
              </w:rPr>
              <w:t>الحكم</w:t>
            </w:r>
            <w:r w:rsidRPr="00011C55">
              <w:rPr>
                <w:rStyle w:val="Hyperlink"/>
                <w:noProof/>
                <w:rtl/>
              </w:rPr>
              <w:t xml:space="preserve"> </w:t>
            </w:r>
            <w:r w:rsidRPr="00011C55">
              <w:rPr>
                <w:rStyle w:val="Hyperlink"/>
                <w:rFonts w:hint="eastAsia"/>
                <w:noProof/>
                <w:rtl/>
              </w:rPr>
              <w:t>أربعة</w:t>
            </w:r>
            <w:r w:rsidRPr="00011C55">
              <w:rPr>
                <w:rStyle w:val="Hyperlink"/>
                <w:noProof/>
                <w:rtl/>
              </w:rPr>
              <w:t xml:space="preserve"> </w:t>
            </w:r>
            <w:r w:rsidRPr="00011C55">
              <w:rPr>
                <w:rStyle w:val="Hyperlink"/>
                <w:rFonts w:hint="eastAsia"/>
                <w:noProof/>
                <w:rtl/>
              </w:rPr>
              <w:t>رجال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Toc418411967 \h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1968"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الثاني</w:t>
            </w:r>
            <w:r w:rsidRPr="00011C55">
              <w:rPr>
                <w:rStyle w:val="Hyperlink"/>
                <w:noProof/>
                <w:rtl/>
              </w:rPr>
              <w:t xml:space="preserve"> </w:t>
            </w:r>
            <w:r w:rsidRPr="00011C55">
              <w:rPr>
                <w:rStyle w:val="Hyperlink"/>
                <w:rFonts w:hint="eastAsia"/>
                <w:noProof/>
                <w:rtl/>
              </w:rPr>
              <w:t>عشر</w:t>
            </w:r>
            <w:r w:rsidRPr="00011C55">
              <w:rPr>
                <w:rStyle w:val="Hyperlink"/>
                <w:noProof/>
                <w:rtl/>
              </w:rPr>
              <w:t xml:space="preserve"> </w:t>
            </w:r>
            <w:r w:rsidRPr="00011C55">
              <w:rPr>
                <w:rStyle w:val="Hyperlink"/>
                <w:rFonts w:hint="eastAsia"/>
                <w:noProof/>
                <w:rtl/>
              </w:rPr>
              <w:t>حذيفة</w:t>
            </w:r>
            <w:r w:rsidRPr="00011C55">
              <w:rPr>
                <w:rStyle w:val="Hyperlink"/>
                <w:noProof/>
                <w:rtl/>
              </w:rPr>
              <w:t xml:space="preserve"> </w:t>
            </w:r>
            <w:r w:rsidRPr="00011C55">
              <w:rPr>
                <w:rStyle w:val="Hyperlink"/>
                <w:rFonts w:hint="eastAsia"/>
                <w:noProof/>
                <w:rtl/>
              </w:rPr>
              <w:t>رجلان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Toc418411968 \h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1969"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الثالث</w:t>
            </w:r>
            <w:r w:rsidRPr="00011C55">
              <w:rPr>
                <w:rStyle w:val="Hyperlink"/>
                <w:noProof/>
                <w:rtl/>
              </w:rPr>
              <w:t xml:space="preserve"> </w:t>
            </w:r>
            <w:r w:rsidRPr="00011C55">
              <w:rPr>
                <w:rStyle w:val="Hyperlink"/>
                <w:rFonts w:hint="eastAsia"/>
                <w:noProof/>
                <w:rtl/>
              </w:rPr>
              <w:t>عشر</w:t>
            </w:r>
            <w:r w:rsidRPr="00011C55">
              <w:rPr>
                <w:rStyle w:val="Hyperlink"/>
                <w:noProof/>
                <w:rtl/>
              </w:rPr>
              <w:t xml:space="preserve"> </w:t>
            </w:r>
            <w:r w:rsidRPr="00011C55">
              <w:rPr>
                <w:rStyle w:val="Hyperlink"/>
                <w:rFonts w:hint="eastAsia"/>
                <w:noProof/>
                <w:rtl/>
              </w:rPr>
              <w:t>حبيب</w:t>
            </w:r>
            <w:r w:rsidRPr="00011C55">
              <w:rPr>
                <w:rStyle w:val="Hyperlink"/>
                <w:noProof/>
                <w:rtl/>
              </w:rPr>
              <w:t xml:space="preserve"> </w:t>
            </w:r>
            <w:r w:rsidRPr="00011C55">
              <w:rPr>
                <w:rStyle w:val="Hyperlink"/>
                <w:rFonts w:hint="eastAsia"/>
                <w:noProof/>
                <w:rtl/>
              </w:rPr>
              <w:t>أربعة</w:t>
            </w:r>
            <w:r w:rsidRPr="00011C55">
              <w:rPr>
                <w:rStyle w:val="Hyperlink"/>
                <w:noProof/>
                <w:rtl/>
              </w:rPr>
              <w:t xml:space="preserve"> </w:t>
            </w:r>
            <w:r w:rsidRPr="00011C55">
              <w:rPr>
                <w:rStyle w:val="Hyperlink"/>
                <w:rFonts w:hint="eastAsia"/>
                <w:noProof/>
                <w:rtl/>
              </w:rPr>
              <w:t>رجال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Toc418411969 \h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1970"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الرابع</w:t>
            </w:r>
            <w:r w:rsidRPr="00011C55">
              <w:rPr>
                <w:rStyle w:val="Hyperlink"/>
                <w:noProof/>
                <w:rtl/>
              </w:rPr>
              <w:t xml:space="preserve"> </w:t>
            </w:r>
            <w:r w:rsidRPr="00011C55">
              <w:rPr>
                <w:rStyle w:val="Hyperlink"/>
                <w:rFonts w:hint="eastAsia"/>
                <w:noProof/>
                <w:rtl/>
              </w:rPr>
              <w:t>عشر</w:t>
            </w:r>
            <w:r w:rsidRPr="00011C55">
              <w:rPr>
                <w:rStyle w:val="Hyperlink"/>
                <w:noProof/>
                <w:rtl/>
              </w:rPr>
              <w:t xml:space="preserve"> </w:t>
            </w:r>
            <w:r w:rsidRPr="00011C55">
              <w:rPr>
                <w:rStyle w:val="Hyperlink"/>
                <w:rFonts w:hint="eastAsia"/>
                <w:noProof/>
                <w:rtl/>
              </w:rPr>
              <w:t>حمدان</w:t>
            </w:r>
            <w:r w:rsidRPr="00011C55">
              <w:rPr>
                <w:rStyle w:val="Hyperlink"/>
                <w:noProof/>
                <w:rtl/>
              </w:rPr>
              <w:t xml:space="preserve"> </w:t>
            </w:r>
            <w:r w:rsidRPr="00011C55">
              <w:rPr>
                <w:rStyle w:val="Hyperlink"/>
                <w:rFonts w:hint="eastAsia"/>
                <w:noProof/>
                <w:rtl/>
              </w:rPr>
              <w:t>رجلان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Toc418411970 \h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1971"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الخامس</w:t>
            </w:r>
            <w:r w:rsidRPr="00011C55">
              <w:rPr>
                <w:rStyle w:val="Hyperlink"/>
                <w:noProof/>
                <w:rtl/>
              </w:rPr>
              <w:t xml:space="preserve"> </w:t>
            </w:r>
            <w:r w:rsidRPr="00011C55">
              <w:rPr>
                <w:rStyle w:val="Hyperlink"/>
                <w:rFonts w:hint="eastAsia"/>
                <w:noProof/>
                <w:rtl/>
              </w:rPr>
              <w:t>عشر</w:t>
            </w:r>
            <w:r w:rsidRPr="00011C55">
              <w:rPr>
                <w:rStyle w:val="Hyperlink"/>
                <w:noProof/>
                <w:rtl/>
              </w:rPr>
              <w:t xml:space="preserve"> </w:t>
            </w:r>
            <w:r w:rsidRPr="00011C55">
              <w:rPr>
                <w:rStyle w:val="Hyperlink"/>
                <w:rFonts w:hint="eastAsia"/>
                <w:noProof/>
                <w:rtl/>
              </w:rPr>
              <w:t>في</w:t>
            </w:r>
            <w:r w:rsidRPr="00011C55">
              <w:rPr>
                <w:rStyle w:val="Hyperlink"/>
                <w:noProof/>
                <w:rtl/>
              </w:rPr>
              <w:t xml:space="preserve"> </w:t>
            </w:r>
            <w:r w:rsidRPr="00011C55">
              <w:rPr>
                <w:rStyle w:val="Hyperlink"/>
                <w:rFonts w:hint="eastAsia"/>
                <w:noProof/>
                <w:rtl/>
              </w:rPr>
              <w:t>الآحاد</w:t>
            </w:r>
            <w:r w:rsidRPr="00011C55">
              <w:rPr>
                <w:rStyle w:val="Hyperlink"/>
                <w:noProof/>
                <w:rtl/>
              </w:rPr>
              <w:t xml:space="preserve"> </w:t>
            </w:r>
            <w:r w:rsidRPr="00011C55">
              <w:rPr>
                <w:rStyle w:val="Hyperlink"/>
                <w:rFonts w:hint="eastAsia"/>
                <w:noProof/>
                <w:rtl/>
              </w:rPr>
              <w:t>عشرة</w:t>
            </w:r>
            <w:r w:rsidRPr="00011C55">
              <w:rPr>
                <w:rStyle w:val="Hyperlink"/>
                <w:noProof/>
                <w:rtl/>
              </w:rPr>
              <w:t xml:space="preserve"> </w:t>
            </w:r>
            <w:r w:rsidRPr="00011C55">
              <w:rPr>
                <w:rStyle w:val="Hyperlink"/>
                <w:rFonts w:hint="eastAsia"/>
                <w:noProof/>
                <w:rtl/>
              </w:rPr>
              <w:t>رجال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Toc418411971 \h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67321F" w:rsidRPr="0067321F" w:rsidRDefault="0067321F" w:rsidP="0067321F">
          <w:pPr>
            <w:pStyle w:val="libNormal"/>
            <w:rPr>
              <w:rStyle w:val="Hyperlink"/>
              <w:noProof/>
              <w:u w:val="none"/>
            </w:rPr>
          </w:pPr>
          <w:r w:rsidRPr="0067321F">
            <w:rPr>
              <w:rStyle w:val="Hyperlink"/>
              <w:noProof/>
              <w:u w:val="none"/>
            </w:rPr>
            <w:br w:type="page"/>
          </w:r>
        </w:p>
        <w:p w:rsidR="0067321F" w:rsidRDefault="0067321F">
          <w:pPr>
            <w:pStyle w:val="TOC2"/>
            <w:tabs>
              <w:tab w:val="right" w:leader="dot" w:pos="7786"/>
            </w:tabs>
            <w:rPr>
              <w:rFonts w:asciiTheme="minorHAnsi" w:eastAsiaTheme="minorEastAsia" w:hAnsiTheme="minorHAnsi" w:cstheme="minorBidi"/>
              <w:noProof/>
              <w:color w:val="auto"/>
              <w:sz w:val="22"/>
              <w:szCs w:val="22"/>
              <w:rtl/>
            </w:rPr>
          </w:pPr>
          <w:hyperlink w:anchor="_Toc418411972" w:history="1">
            <w:r w:rsidRPr="00011C55">
              <w:rPr>
                <w:rStyle w:val="Hyperlink"/>
                <w:rFonts w:hint="eastAsia"/>
                <w:noProof/>
                <w:rtl/>
              </w:rPr>
              <w:t>الفصل</w:t>
            </w:r>
            <w:r w:rsidRPr="00011C55">
              <w:rPr>
                <w:rStyle w:val="Hyperlink"/>
                <w:noProof/>
                <w:rtl/>
              </w:rPr>
              <w:t xml:space="preserve"> </w:t>
            </w:r>
            <w:r w:rsidRPr="00011C55">
              <w:rPr>
                <w:rStyle w:val="Hyperlink"/>
                <w:rFonts w:hint="eastAsia"/>
                <w:noProof/>
                <w:rtl/>
              </w:rPr>
              <w:t>السابع</w:t>
            </w:r>
            <w:r w:rsidRPr="00011C55">
              <w:rPr>
                <w:rStyle w:val="Hyperlink"/>
                <w:noProof/>
                <w:rtl/>
              </w:rPr>
              <w:t xml:space="preserve"> </w:t>
            </w:r>
            <w:r w:rsidRPr="00011C55">
              <w:rPr>
                <w:rStyle w:val="Hyperlink"/>
                <w:rFonts w:hint="eastAsia"/>
                <w:noProof/>
                <w:rtl/>
              </w:rPr>
              <w:t>في</w:t>
            </w:r>
            <w:r w:rsidRPr="00011C55">
              <w:rPr>
                <w:rStyle w:val="Hyperlink"/>
                <w:noProof/>
                <w:rtl/>
              </w:rPr>
              <w:t xml:space="preserve"> </w:t>
            </w:r>
            <w:r w:rsidRPr="00011C55">
              <w:rPr>
                <w:rStyle w:val="Hyperlink"/>
                <w:rFonts w:hint="eastAsia"/>
                <w:noProof/>
                <w:rtl/>
              </w:rPr>
              <w:t>الخاء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Toc418411972 \h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1973"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الاول</w:t>
            </w:r>
            <w:r w:rsidRPr="00011C55">
              <w:rPr>
                <w:rStyle w:val="Hyperlink"/>
                <w:noProof/>
                <w:rtl/>
              </w:rPr>
              <w:t xml:space="preserve"> </w:t>
            </w:r>
            <w:r w:rsidRPr="00011C55">
              <w:rPr>
                <w:rStyle w:val="Hyperlink"/>
                <w:rFonts w:hint="eastAsia"/>
                <w:noProof/>
                <w:rtl/>
              </w:rPr>
              <w:t>خالد</w:t>
            </w:r>
            <w:r w:rsidRPr="00011C55">
              <w:rPr>
                <w:rStyle w:val="Hyperlink"/>
                <w:noProof/>
                <w:rtl/>
              </w:rPr>
              <w:t xml:space="preserve"> </w:t>
            </w:r>
            <w:r w:rsidRPr="00011C55">
              <w:rPr>
                <w:rStyle w:val="Hyperlink"/>
                <w:rFonts w:hint="eastAsia"/>
                <w:noProof/>
                <w:rtl/>
              </w:rPr>
              <w:t>أحد</w:t>
            </w:r>
            <w:r w:rsidRPr="00011C55">
              <w:rPr>
                <w:rStyle w:val="Hyperlink"/>
                <w:noProof/>
                <w:rtl/>
              </w:rPr>
              <w:t xml:space="preserve"> </w:t>
            </w:r>
            <w:r w:rsidRPr="00011C55">
              <w:rPr>
                <w:rStyle w:val="Hyperlink"/>
                <w:rFonts w:hint="eastAsia"/>
                <w:noProof/>
                <w:rtl/>
              </w:rPr>
              <w:t>عشر</w:t>
            </w:r>
            <w:r w:rsidRPr="00011C55">
              <w:rPr>
                <w:rStyle w:val="Hyperlink"/>
                <w:noProof/>
                <w:rtl/>
              </w:rPr>
              <w:t xml:space="preserve"> </w:t>
            </w:r>
            <w:r w:rsidRPr="00011C55">
              <w:rPr>
                <w:rStyle w:val="Hyperlink"/>
                <w:rFonts w:hint="eastAsia"/>
                <w:noProof/>
                <w:rtl/>
              </w:rPr>
              <w:t>رجلا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Toc418411973 \h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1974"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الثانى</w:t>
            </w:r>
            <w:r w:rsidRPr="00011C55">
              <w:rPr>
                <w:rStyle w:val="Hyperlink"/>
                <w:noProof/>
                <w:rtl/>
              </w:rPr>
              <w:t xml:space="preserve"> </w:t>
            </w:r>
            <w:r w:rsidRPr="00011C55">
              <w:rPr>
                <w:rStyle w:val="Hyperlink"/>
                <w:rFonts w:hint="eastAsia"/>
                <w:noProof/>
                <w:rtl/>
              </w:rPr>
              <w:t>في</w:t>
            </w:r>
            <w:r w:rsidRPr="00011C55">
              <w:rPr>
                <w:rStyle w:val="Hyperlink"/>
                <w:noProof/>
                <w:rtl/>
              </w:rPr>
              <w:t xml:space="preserve"> </w:t>
            </w:r>
            <w:r w:rsidRPr="00011C55">
              <w:rPr>
                <w:rStyle w:val="Hyperlink"/>
                <w:rFonts w:hint="eastAsia"/>
                <w:noProof/>
                <w:rtl/>
              </w:rPr>
              <w:t>الآحاد</w:t>
            </w:r>
            <w:r w:rsidRPr="00011C55">
              <w:rPr>
                <w:rStyle w:val="Hyperlink"/>
                <w:noProof/>
                <w:rtl/>
              </w:rPr>
              <w:t xml:space="preserve"> </w:t>
            </w:r>
            <w:r w:rsidRPr="00011C55">
              <w:rPr>
                <w:rStyle w:val="Hyperlink"/>
                <w:rFonts w:hint="eastAsia"/>
                <w:noProof/>
                <w:rtl/>
              </w:rPr>
              <w:t>عشرة</w:t>
            </w:r>
            <w:r w:rsidRPr="00011C55">
              <w:rPr>
                <w:rStyle w:val="Hyperlink"/>
                <w:noProof/>
                <w:rtl/>
              </w:rPr>
              <w:t xml:space="preserve"> </w:t>
            </w:r>
            <w:r w:rsidRPr="00011C55">
              <w:rPr>
                <w:rStyle w:val="Hyperlink"/>
                <w:rFonts w:hint="eastAsia"/>
                <w:noProof/>
                <w:rtl/>
              </w:rPr>
              <w:t>رجال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Toc418411974 \h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67321F" w:rsidRDefault="0067321F">
          <w:pPr>
            <w:pStyle w:val="TOC2"/>
            <w:tabs>
              <w:tab w:val="right" w:leader="dot" w:pos="7786"/>
            </w:tabs>
            <w:rPr>
              <w:rFonts w:asciiTheme="minorHAnsi" w:eastAsiaTheme="minorEastAsia" w:hAnsiTheme="minorHAnsi" w:cstheme="minorBidi"/>
              <w:noProof/>
              <w:color w:val="auto"/>
              <w:sz w:val="22"/>
              <w:szCs w:val="22"/>
              <w:rtl/>
            </w:rPr>
          </w:pPr>
          <w:hyperlink w:anchor="_Toc418411975" w:history="1">
            <w:r w:rsidRPr="00011C55">
              <w:rPr>
                <w:rStyle w:val="Hyperlink"/>
                <w:rFonts w:hint="eastAsia"/>
                <w:noProof/>
                <w:rtl/>
              </w:rPr>
              <w:t>الفصل</w:t>
            </w:r>
            <w:r w:rsidRPr="00011C55">
              <w:rPr>
                <w:rStyle w:val="Hyperlink"/>
                <w:noProof/>
                <w:rtl/>
              </w:rPr>
              <w:t xml:space="preserve"> </w:t>
            </w:r>
            <w:r w:rsidRPr="00011C55">
              <w:rPr>
                <w:rStyle w:val="Hyperlink"/>
                <w:rFonts w:hint="eastAsia"/>
                <w:noProof/>
                <w:rtl/>
              </w:rPr>
              <w:t>الثامن</w:t>
            </w:r>
            <w:r w:rsidRPr="00011C55">
              <w:rPr>
                <w:rStyle w:val="Hyperlink"/>
                <w:noProof/>
                <w:rtl/>
              </w:rPr>
              <w:t xml:space="preserve"> </w:t>
            </w:r>
            <w:r w:rsidRPr="00011C55">
              <w:rPr>
                <w:rStyle w:val="Hyperlink"/>
                <w:rFonts w:hint="eastAsia"/>
                <w:noProof/>
                <w:rtl/>
              </w:rPr>
              <w:t>في</w:t>
            </w:r>
            <w:r w:rsidRPr="00011C55">
              <w:rPr>
                <w:rStyle w:val="Hyperlink"/>
                <w:noProof/>
                <w:rtl/>
              </w:rPr>
              <w:t xml:space="preserve"> </w:t>
            </w:r>
            <w:r w:rsidRPr="00011C55">
              <w:rPr>
                <w:rStyle w:val="Hyperlink"/>
                <w:rFonts w:hint="eastAsia"/>
                <w:noProof/>
                <w:rtl/>
              </w:rPr>
              <w:t>الدال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Toc418411975 \h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1976"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الاول</w:t>
            </w:r>
            <w:r w:rsidRPr="00011C55">
              <w:rPr>
                <w:rStyle w:val="Hyperlink"/>
                <w:noProof/>
                <w:rtl/>
              </w:rPr>
              <w:t xml:space="preserve"> </w:t>
            </w:r>
            <w:r w:rsidRPr="00011C55">
              <w:rPr>
                <w:rStyle w:val="Hyperlink"/>
                <w:rFonts w:hint="eastAsia"/>
                <w:noProof/>
                <w:rtl/>
              </w:rPr>
              <w:t>داود</w:t>
            </w:r>
            <w:r w:rsidRPr="00011C55">
              <w:rPr>
                <w:rStyle w:val="Hyperlink"/>
                <w:noProof/>
                <w:rtl/>
              </w:rPr>
              <w:t xml:space="preserve"> </w:t>
            </w:r>
            <w:r w:rsidRPr="00011C55">
              <w:rPr>
                <w:rStyle w:val="Hyperlink"/>
                <w:rFonts w:hint="eastAsia"/>
                <w:noProof/>
                <w:rtl/>
              </w:rPr>
              <w:t>ثلاثة</w:t>
            </w:r>
            <w:r w:rsidRPr="00011C55">
              <w:rPr>
                <w:rStyle w:val="Hyperlink"/>
                <w:noProof/>
                <w:rtl/>
              </w:rPr>
              <w:t xml:space="preserve"> </w:t>
            </w:r>
            <w:r w:rsidRPr="00011C55">
              <w:rPr>
                <w:rStyle w:val="Hyperlink"/>
                <w:rFonts w:hint="eastAsia"/>
                <w:noProof/>
                <w:rtl/>
              </w:rPr>
              <w:t>عشر</w:t>
            </w:r>
            <w:r w:rsidRPr="00011C55">
              <w:rPr>
                <w:rStyle w:val="Hyperlink"/>
                <w:noProof/>
                <w:rtl/>
              </w:rPr>
              <w:t xml:space="preserve"> </w:t>
            </w:r>
            <w:r w:rsidRPr="00011C55">
              <w:rPr>
                <w:rStyle w:val="Hyperlink"/>
                <w:rFonts w:hint="eastAsia"/>
                <w:noProof/>
                <w:rtl/>
              </w:rPr>
              <w:t>رجلا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Toc418411976 \h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1977"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الثانى</w:t>
            </w:r>
            <w:r w:rsidRPr="00011C55">
              <w:rPr>
                <w:rStyle w:val="Hyperlink"/>
                <w:noProof/>
                <w:rtl/>
              </w:rPr>
              <w:t xml:space="preserve"> </w:t>
            </w:r>
            <w:r w:rsidRPr="00011C55">
              <w:rPr>
                <w:rStyle w:val="Hyperlink"/>
                <w:rFonts w:hint="eastAsia"/>
                <w:noProof/>
                <w:rtl/>
              </w:rPr>
              <w:t>في</w:t>
            </w:r>
            <w:r w:rsidRPr="00011C55">
              <w:rPr>
                <w:rStyle w:val="Hyperlink"/>
                <w:noProof/>
                <w:rtl/>
              </w:rPr>
              <w:t xml:space="preserve"> </w:t>
            </w:r>
            <w:r w:rsidRPr="00011C55">
              <w:rPr>
                <w:rStyle w:val="Hyperlink"/>
                <w:rFonts w:hint="eastAsia"/>
                <w:noProof/>
                <w:rtl/>
              </w:rPr>
              <w:t>الآحاد</w:t>
            </w:r>
            <w:r w:rsidRPr="00011C55">
              <w:rPr>
                <w:rStyle w:val="Hyperlink"/>
                <w:noProof/>
                <w:rtl/>
              </w:rPr>
              <w:t xml:space="preserve"> </w:t>
            </w:r>
            <w:r w:rsidRPr="00011C55">
              <w:rPr>
                <w:rStyle w:val="Hyperlink"/>
                <w:rFonts w:hint="eastAsia"/>
                <w:noProof/>
                <w:rtl/>
              </w:rPr>
              <w:t>رجل</w:t>
            </w:r>
            <w:r w:rsidRPr="00011C55">
              <w:rPr>
                <w:rStyle w:val="Hyperlink"/>
                <w:noProof/>
                <w:rtl/>
              </w:rPr>
              <w:t xml:space="preserve"> </w:t>
            </w:r>
            <w:r w:rsidRPr="00011C55">
              <w:rPr>
                <w:rStyle w:val="Hyperlink"/>
                <w:rFonts w:hint="eastAsia"/>
                <w:noProof/>
                <w:rtl/>
              </w:rPr>
              <w:t>واحد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Toc418411977 \h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67321F" w:rsidRDefault="0067321F">
          <w:pPr>
            <w:pStyle w:val="TOC2"/>
            <w:tabs>
              <w:tab w:val="right" w:leader="dot" w:pos="7786"/>
            </w:tabs>
            <w:rPr>
              <w:rFonts w:asciiTheme="minorHAnsi" w:eastAsiaTheme="minorEastAsia" w:hAnsiTheme="minorHAnsi" w:cstheme="minorBidi"/>
              <w:noProof/>
              <w:color w:val="auto"/>
              <w:sz w:val="22"/>
              <w:szCs w:val="22"/>
              <w:rtl/>
            </w:rPr>
          </w:pPr>
          <w:hyperlink w:anchor="_Toc418411978" w:history="1">
            <w:r w:rsidRPr="00011C55">
              <w:rPr>
                <w:rStyle w:val="Hyperlink"/>
                <w:rFonts w:hint="eastAsia"/>
                <w:noProof/>
                <w:rtl/>
              </w:rPr>
              <w:t>الفصل</w:t>
            </w:r>
            <w:r w:rsidRPr="00011C55">
              <w:rPr>
                <w:rStyle w:val="Hyperlink"/>
                <w:noProof/>
                <w:rtl/>
              </w:rPr>
              <w:t xml:space="preserve"> </w:t>
            </w:r>
            <w:r w:rsidRPr="00011C55">
              <w:rPr>
                <w:rStyle w:val="Hyperlink"/>
                <w:rFonts w:hint="eastAsia"/>
                <w:noProof/>
                <w:rtl/>
              </w:rPr>
              <w:t>التاسع</w:t>
            </w:r>
            <w:r w:rsidRPr="00011C55">
              <w:rPr>
                <w:rStyle w:val="Hyperlink"/>
                <w:noProof/>
                <w:rtl/>
              </w:rPr>
              <w:t xml:space="preserve"> </w:t>
            </w:r>
            <w:r w:rsidRPr="00011C55">
              <w:rPr>
                <w:rStyle w:val="Hyperlink"/>
                <w:rFonts w:hint="eastAsia"/>
                <w:noProof/>
                <w:rtl/>
              </w:rPr>
              <w:t>في</w:t>
            </w:r>
            <w:r w:rsidRPr="00011C55">
              <w:rPr>
                <w:rStyle w:val="Hyperlink"/>
                <w:noProof/>
                <w:rtl/>
              </w:rPr>
              <w:t xml:space="preserve"> </w:t>
            </w:r>
            <w:r w:rsidRPr="00011C55">
              <w:rPr>
                <w:rStyle w:val="Hyperlink"/>
                <w:rFonts w:hint="eastAsia"/>
                <w:noProof/>
                <w:rtl/>
              </w:rPr>
              <w:t>الذال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Toc418411978 \h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67321F" w:rsidRDefault="0067321F">
          <w:pPr>
            <w:pStyle w:val="TOC2"/>
            <w:tabs>
              <w:tab w:val="right" w:leader="dot" w:pos="7786"/>
            </w:tabs>
            <w:rPr>
              <w:rFonts w:asciiTheme="minorHAnsi" w:eastAsiaTheme="minorEastAsia" w:hAnsiTheme="minorHAnsi" w:cstheme="minorBidi"/>
              <w:noProof/>
              <w:color w:val="auto"/>
              <w:sz w:val="22"/>
              <w:szCs w:val="22"/>
              <w:rtl/>
            </w:rPr>
          </w:pPr>
          <w:hyperlink w:anchor="_Toc418411979" w:history="1">
            <w:r w:rsidRPr="00011C55">
              <w:rPr>
                <w:rStyle w:val="Hyperlink"/>
                <w:rFonts w:hint="eastAsia"/>
                <w:noProof/>
                <w:rtl/>
              </w:rPr>
              <w:t>الفصل</w:t>
            </w:r>
            <w:r w:rsidRPr="00011C55">
              <w:rPr>
                <w:rStyle w:val="Hyperlink"/>
                <w:noProof/>
                <w:rtl/>
              </w:rPr>
              <w:t xml:space="preserve"> </w:t>
            </w:r>
            <w:r w:rsidRPr="00011C55">
              <w:rPr>
                <w:rStyle w:val="Hyperlink"/>
                <w:rFonts w:hint="eastAsia"/>
                <w:noProof/>
                <w:rtl/>
              </w:rPr>
              <w:t>العاشر</w:t>
            </w:r>
            <w:r w:rsidRPr="00011C55">
              <w:rPr>
                <w:rStyle w:val="Hyperlink"/>
                <w:noProof/>
                <w:rtl/>
              </w:rPr>
              <w:t xml:space="preserve"> </w:t>
            </w:r>
            <w:r w:rsidRPr="00011C55">
              <w:rPr>
                <w:rStyle w:val="Hyperlink"/>
                <w:rFonts w:hint="eastAsia"/>
                <w:noProof/>
                <w:rtl/>
              </w:rPr>
              <w:t>في</w:t>
            </w:r>
            <w:r w:rsidRPr="00011C55">
              <w:rPr>
                <w:rStyle w:val="Hyperlink"/>
                <w:noProof/>
                <w:rtl/>
              </w:rPr>
              <w:t xml:space="preserve"> </w:t>
            </w:r>
            <w:r w:rsidRPr="00011C55">
              <w:rPr>
                <w:rStyle w:val="Hyperlink"/>
                <w:rFonts w:hint="eastAsia"/>
                <w:noProof/>
                <w:rtl/>
              </w:rPr>
              <w:t>الراء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Toc418411979 \h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1980"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الاول</w:t>
            </w:r>
            <w:r w:rsidRPr="00011C55">
              <w:rPr>
                <w:rStyle w:val="Hyperlink"/>
                <w:noProof/>
                <w:rtl/>
              </w:rPr>
              <w:t xml:space="preserve"> </w:t>
            </w:r>
            <w:r w:rsidRPr="00011C55">
              <w:rPr>
                <w:rStyle w:val="Hyperlink"/>
                <w:rFonts w:hint="eastAsia"/>
                <w:noProof/>
                <w:rtl/>
              </w:rPr>
              <w:t>الريان</w:t>
            </w:r>
            <w:r w:rsidRPr="00011C55">
              <w:rPr>
                <w:rStyle w:val="Hyperlink"/>
                <w:noProof/>
                <w:rtl/>
              </w:rPr>
              <w:t xml:space="preserve"> </w:t>
            </w:r>
            <w:r w:rsidRPr="00011C55">
              <w:rPr>
                <w:rStyle w:val="Hyperlink"/>
                <w:rFonts w:hint="eastAsia"/>
                <w:noProof/>
                <w:rtl/>
              </w:rPr>
              <w:t>رجلان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Toc418411980 \h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1981"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الثاني</w:t>
            </w:r>
            <w:r w:rsidRPr="00011C55">
              <w:rPr>
                <w:rStyle w:val="Hyperlink"/>
                <w:noProof/>
                <w:rtl/>
              </w:rPr>
              <w:t xml:space="preserve"> </w:t>
            </w:r>
            <w:r w:rsidRPr="00011C55">
              <w:rPr>
                <w:rStyle w:val="Hyperlink"/>
                <w:rFonts w:hint="eastAsia"/>
                <w:noProof/>
                <w:rtl/>
              </w:rPr>
              <w:t>الربيع</w:t>
            </w:r>
            <w:r w:rsidRPr="00011C55">
              <w:rPr>
                <w:rStyle w:val="Hyperlink"/>
                <w:noProof/>
                <w:rtl/>
              </w:rPr>
              <w:t xml:space="preserve"> </w:t>
            </w:r>
            <w:r w:rsidRPr="00011C55">
              <w:rPr>
                <w:rStyle w:val="Hyperlink"/>
                <w:rFonts w:hint="eastAsia"/>
                <w:noProof/>
                <w:rtl/>
              </w:rPr>
              <w:t>ثلاثة</w:t>
            </w:r>
            <w:r w:rsidRPr="00011C55">
              <w:rPr>
                <w:rStyle w:val="Hyperlink"/>
                <w:noProof/>
                <w:rtl/>
              </w:rPr>
              <w:t xml:space="preserve"> </w:t>
            </w:r>
            <w:r w:rsidRPr="00011C55">
              <w:rPr>
                <w:rStyle w:val="Hyperlink"/>
                <w:rFonts w:hint="eastAsia"/>
                <w:noProof/>
                <w:rtl/>
              </w:rPr>
              <w:t>رجال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Toc418411981 \h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1982"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الثالث</w:t>
            </w:r>
            <w:r w:rsidRPr="00011C55">
              <w:rPr>
                <w:rStyle w:val="Hyperlink"/>
                <w:noProof/>
                <w:rtl/>
              </w:rPr>
              <w:t xml:space="preserve"> </w:t>
            </w:r>
            <w:r w:rsidRPr="00011C55">
              <w:rPr>
                <w:rStyle w:val="Hyperlink"/>
                <w:rFonts w:hint="eastAsia"/>
                <w:noProof/>
                <w:rtl/>
              </w:rPr>
              <w:t>في</w:t>
            </w:r>
            <w:r w:rsidRPr="00011C55">
              <w:rPr>
                <w:rStyle w:val="Hyperlink"/>
                <w:noProof/>
                <w:rtl/>
              </w:rPr>
              <w:t xml:space="preserve"> </w:t>
            </w:r>
            <w:r w:rsidRPr="00011C55">
              <w:rPr>
                <w:rStyle w:val="Hyperlink"/>
                <w:rFonts w:hint="eastAsia"/>
                <w:noProof/>
                <w:rtl/>
              </w:rPr>
              <w:t>الآحاد</w:t>
            </w:r>
            <w:r w:rsidRPr="00011C55">
              <w:rPr>
                <w:rStyle w:val="Hyperlink"/>
                <w:noProof/>
                <w:rtl/>
              </w:rPr>
              <w:t xml:space="preserve"> </w:t>
            </w:r>
            <w:r w:rsidRPr="00011C55">
              <w:rPr>
                <w:rStyle w:val="Hyperlink"/>
                <w:rFonts w:hint="eastAsia"/>
                <w:noProof/>
                <w:rtl/>
              </w:rPr>
              <w:t>اثنا</w:t>
            </w:r>
            <w:r w:rsidRPr="00011C55">
              <w:rPr>
                <w:rStyle w:val="Hyperlink"/>
                <w:noProof/>
                <w:rtl/>
              </w:rPr>
              <w:t xml:space="preserve"> </w:t>
            </w:r>
            <w:r w:rsidRPr="00011C55">
              <w:rPr>
                <w:rStyle w:val="Hyperlink"/>
                <w:rFonts w:hint="eastAsia"/>
                <w:noProof/>
                <w:rtl/>
              </w:rPr>
              <w:t>عشر</w:t>
            </w:r>
            <w:r w:rsidRPr="00011C55">
              <w:rPr>
                <w:rStyle w:val="Hyperlink"/>
                <w:noProof/>
                <w:rtl/>
              </w:rPr>
              <w:t xml:space="preserve"> </w:t>
            </w:r>
            <w:r w:rsidRPr="00011C55">
              <w:rPr>
                <w:rStyle w:val="Hyperlink"/>
                <w:rFonts w:hint="eastAsia"/>
                <w:noProof/>
                <w:rtl/>
              </w:rPr>
              <w:t>رجلا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Toc418411982 \h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67321F" w:rsidRDefault="0067321F">
          <w:pPr>
            <w:pStyle w:val="TOC2"/>
            <w:tabs>
              <w:tab w:val="right" w:leader="dot" w:pos="7786"/>
            </w:tabs>
            <w:rPr>
              <w:rFonts w:asciiTheme="minorHAnsi" w:eastAsiaTheme="minorEastAsia" w:hAnsiTheme="minorHAnsi" w:cstheme="minorBidi"/>
              <w:noProof/>
              <w:color w:val="auto"/>
              <w:sz w:val="22"/>
              <w:szCs w:val="22"/>
              <w:rtl/>
            </w:rPr>
          </w:pPr>
          <w:hyperlink w:anchor="_Toc418411983" w:history="1">
            <w:r w:rsidRPr="00011C55">
              <w:rPr>
                <w:rStyle w:val="Hyperlink"/>
                <w:rFonts w:hint="eastAsia"/>
                <w:noProof/>
                <w:rtl/>
              </w:rPr>
              <w:t>الفصل</w:t>
            </w:r>
            <w:r w:rsidRPr="00011C55">
              <w:rPr>
                <w:rStyle w:val="Hyperlink"/>
                <w:noProof/>
                <w:rtl/>
              </w:rPr>
              <w:t xml:space="preserve"> </w:t>
            </w:r>
            <w:r w:rsidRPr="00011C55">
              <w:rPr>
                <w:rStyle w:val="Hyperlink"/>
                <w:rFonts w:hint="eastAsia"/>
                <w:noProof/>
                <w:rtl/>
              </w:rPr>
              <w:t>الحادى</w:t>
            </w:r>
            <w:r w:rsidRPr="00011C55">
              <w:rPr>
                <w:rStyle w:val="Hyperlink"/>
                <w:noProof/>
                <w:rtl/>
              </w:rPr>
              <w:t xml:space="preserve"> </w:t>
            </w:r>
            <w:r w:rsidRPr="00011C55">
              <w:rPr>
                <w:rStyle w:val="Hyperlink"/>
                <w:rFonts w:hint="eastAsia"/>
                <w:noProof/>
                <w:rtl/>
              </w:rPr>
              <w:t>عشر</w:t>
            </w:r>
            <w:r w:rsidRPr="00011C55">
              <w:rPr>
                <w:rStyle w:val="Hyperlink"/>
                <w:noProof/>
                <w:rtl/>
              </w:rPr>
              <w:t xml:space="preserve"> </w:t>
            </w:r>
            <w:r w:rsidRPr="00011C55">
              <w:rPr>
                <w:rStyle w:val="Hyperlink"/>
                <w:rFonts w:hint="eastAsia"/>
                <w:noProof/>
                <w:rtl/>
              </w:rPr>
              <w:t>في</w:t>
            </w:r>
            <w:r w:rsidRPr="00011C55">
              <w:rPr>
                <w:rStyle w:val="Hyperlink"/>
                <w:noProof/>
                <w:rtl/>
              </w:rPr>
              <w:t xml:space="preserve"> </w:t>
            </w:r>
            <w:r w:rsidRPr="00011C55">
              <w:rPr>
                <w:rStyle w:val="Hyperlink"/>
                <w:rFonts w:hint="eastAsia"/>
                <w:noProof/>
                <w:rtl/>
              </w:rPr>
              <w:t>الزاي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Toc418411983 \h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1984"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الاول</w:t>
            </w:r>
            <w:r w:rsidRPr="00011C55">
              <w:rPr>
                <w:rStyle w:val="Hyperlink"/>
                <w:noProof/>
                <w:rtl/>
              </w:rPr>
              <w:t xml:space="preserve"> </w:t>
            </w:r>
            <w:r w:rsidRPr="00011C55">
              <w:rPr>
                <w:rStyle w:val="Hyperlink"/>
                <w:rFonts w:hint="eastAsia"/>
                <w:noProof/>
                <w:rtl/>
              </w:rPr>
              <w:t>زيد</w:t>
            </w:r>
            <w:r w:rsidRPr="00011C55">
              <w:rPr>
                <w:rStyle w:val="Hyperlink"/>
                <w:noProof/>
                <w:rtl/>
              </w:rPr>
              <w:t xml:space="preserve"> </w:t>
            </w:r>
            <w:r w:rsidRPr="00011C55">
              <w:rPr>
                <w:rStyle w:val="Hyperlink"/>
                <w:rFonts w:hint="eastAsia"/>
                <w:noProof/>
                <w:rtl/>
              </w:rPr>
              <w:t>أربعة</w:t>
            </w:r>
            <w:r w:rsidRPr="00011C55">
              <w:rPr>
                <w:rStyle w:val="Hyperlink"/>
                <w:noProof/>
                <w:rtl/>
              </w:rPr>
              <w:t xml:space="preserve"> </w:t>
            </w:r>
            <w:r w:rsidRPr="00011C55">
              <w:rPr>
                <w:rStyle w:val="Hyperlink"/>
                <w:rFonts w:hint="eastAsia"/>
                <w:noProof/>
                <w:rtl/>
              </w:rPr>
              <w:t>رجال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Toc418411984 \h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1985"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الثانى</w:t>
            </w:r>
            <w:r w:rsidRPr="00011C55">
              <w:rPr>
                <w:rStyle w:val="Hyperlink"/>
                <w:noProof/>
                <w:rtl/>
              </w:rPr>
              <w:t xml:space="preserve"> </w:t>
            </w:r>
            <w:r w:rsidRPr="00011C55">
              <w:rPr>
                <w:rStyle w:val="Hyperlink"/>
                <w:rFonts w:hint="eastAsia"/>
                <w:noProof/>
                <w:rtl/>
              </w:rPr>
              <w:t>زياد</w:t>
            </w:r>
            <w:r w:rsidRPr="00011C55">
              <w:rPr>
                <w:rStyle w:val="Hyperlink"/>
                <w:noProof/>
                <w:rtl/>
              </w:rPr>
              <w:t xml:space="preserve"> </w:t>
            </w:r>
            <w:r w:rsidRPr="00011C55">
              <w:rPr>
                <w:rStyle w:val="Hyperlink"/>
                <w:rFonts w:hint="eastAsia"/>
                <w:noProof/>
                <w:rtl/>
              </w:rPr>
              <w:t>ثمانية</w:t>
            </w:r>
            <w:r w:rsidRPr="00011C55">
              <w:rPr>
                <w:rStyle w:val="Hyperlink"/>
                <w:noProof/>
                <w:rtl/>
              </w:rPr>
              <w:t xml:space="preserve"> </w:t>
            </w:r>
            <w:r w:rsidRPr="00011C55">
              <w:rPr>
                <w:rStyle w:val="Hyperlink"/>
                <w:rFonts w:hint="eastAsia"/>
                <w:noProof/>
                <w:rtl/>
              </w:rPr>
              <w:t>رجال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Toc418411985 \h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1986"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الثالث</w:t>
            </w:r>
            <w:r w:rsidRPr="00011C55">
              <w:rPr>
                <w:rStyle w:val="Hyperlink"/>
                <w:noProof/>
                <w:rtl/>
              </w:rPr>
              <w:t xml:space="preserve"> </w:t>
            </w:r>
            <w:r w:rsidRPr="00011C55">
              <w:rPr>
                <w:rStyle w:val="Hyperlink"/>
                <w:rFonts w:hint="eastAsia"/>
                <w:noProof/>
                <w:rtl/>
              </w:rPr>
              <w:t>زكريا</w:t>
            </w:r>
            <w:r w:rsidRPr="00011C55">
              <w:rPr>
                <w:rStyle w:val="Hyperlink"/>
                <w:noProof/>
                <w:rtl/>
              </w:rPr>
              <w:t xml:space="preserve"> </w:t>
            </w:r>
            <w:r w:rsidRPr="00011C55">
              <w:rPr>
                <w:rStyle w:val="Hyperlink"/>
                <w:rFonts w:hint="eastAsia"/>
                <w:noProof/>
                <w:rtl/>
              </w:rPr>
              <w:t>ثمانية</w:t>
            </w:r>
            <w:r w:rsidRPr="00011C55">
              <w:rPr>
                <w:rStyle w:val="Hyperlink"/>
                <w:noProof/>
                <w:rtl/>
              </w:rPr>
              <w:t xml:space="preserve"> </w:t>
            </w:r>
            <w:r w:rsidRPr="00011C55">
              <w:rPr>
                <w:rStyle w:val="Hyperlink"/>
                <w:rFonts w:hint="eastAsia"/>
                <w:noProof/>
                <w:rtl/>
              </w:rPr>
              <w:t>رجال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Toc418411986 \h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1987"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الرابع</w:t>
            </w:r>
            <w:r w:rsidRPr="00011C55">
              <w:rPr>
                <w:rStyle w:val="Hyperlink"/>
                <w:noProof/>
                <w:rtl/>
              </w:rPr>
              <w:t xml:space="preserve"> </w:t>
            </w:r>
            <w:r w:rsidRPr="00011C55">
              <w:rPr>
                <w:rStyle w:val="Hyperlink"/>
                <w:rFonts w:hint="eastAsia"/>
                <w:noProof/>
                <w:rtl/>
              </w:rPr>
              <w:t>في</w:t>
            </w:r>
            <w:r w:rsidRPr="00011C55">
              <w:rPr>
                <w:rStyle w:val="Hyperlink"/>
                <w:noProof/>
                <w:rtl/>
              </w:rPr>
              <w:t xml:space="preserve"> </w:t>
            </w:r>
            <w:r w:rsidRPr="00011C55">
              <w:rPr>
                <w:rStyle w:val="Hyperlink"/>
                <w:rFonts w:hint="eastAsia"/>
                <w:noProof/>
                <w:rtl/>
              </w:rPr>
              <w:t>الآحاد</w:t>
            </w:r>
            <w:r w:rsidRPr="00011C55">
              <w:rPr>
                <w:rStyle w:val="Hyperlink"/>
                <w:noProof/>
                <w:rtl/>
              </w:rPr>
              <w:t xml:space="preserve"> </w:t>
            </w:r>
            <w:r w:rsidRPr="00011C55">
              <w:rPr>
                <w:rStyle w:val="Hyperlink"/>
                <w:rFonts w:hint="eastAsia"/>
                <w:noProof/>
                <w:rtl/>
              </w:rPr>
              <w:t>اربعة</w:t>
            </w:r>
            <w:r w:rsidRPr="00011C55">
              <w:rPr>
                <w:rStyle w:val="Hyperlink"/>
                <w:noProof/>
                <w:rtl/>
              </w:rPr>
              <w:t xml:space="preserve"> </w:t>
            </w:r>
            <w:r w:rsidRPr="00011C55">
              <w:rPr>
                <w:rStyle w:val="Hyperlink"/>
                <w:rFonts w:hint="eastAsia"/>
                <w:noProof/>
                <w:rtl/>
              </w:rPr>
              <w:t>رجال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Toc418411987 \h</w:instrText>
            </w:r>
            <w:r>
              <w:rPr>
                <w:noProof/>
                <w:webHidden/>
                <w:rtl/>
              </w:rPr>
              <w:instrText xml:space="preserve"> </w:instrText>
            </w:r>
            <w:r>
              <w:rPr>
                <w:noProof/>
                <w:webHidden/>
                <w:rtl/>
              </w:rPr>
            </w:r>
            <w:r>
              <w:rPr>
                <w:noProof/>
                <w:webHidden/>
                <w:rtl/>
              </w:rPr>
              <w:fldChar w:fldCharType="separate"/>
            </w:r>
            <w:r>
              <w:rPr>
                <w:noProof/>
                <w:webHidden/>
                <w:rtl/>
              </w:rPr>
              <w:t>76</w:t>
            </w:r>
            <w:r>
              <w:rPr>
                <w:noProof/>
                <w:webHidden/>
                <w:rtl/>
              </w:rPr>
              <w:fldChar w:fldCharType="end"/>
            </w:r>
          </w:hyperlink>
        </w:p>
        <w:p w:rsidR="0067321F" w:rsidRDefault="0067321F">
          <w:pPr>
            <w:pStyle w:val="TOC2"/>
            <w:tabs>
              <w:tab w:val="right" w:leader="dot" w:pos="7786"/>
            </w:tabs>
            <w:rPr>
              <w:rFonts w:asciiTheme="minorHAnsi" w:eastAsiaTheme="minorEastAsia" w:hAnsiTheme="minorHAnsi" w:cstheme="minorBidi"/>
              <w:noProof/>
              <w:color w:val="auto"/>
              <w:sz w:val="22"/>
              <w:szCs w:val="22"/>
              <w:rtl/>
            </w:rPr>
          </w:pPr>
          <w:hyperlink w:anchor="_Toc418411988" w:history="1">
            <w:r w:rsidRPr="00011C55">
              <w:rPr>
                <w:rStyle w:val="Hyperlink"/>
                <w:rFonts w:hint="eastAsia"/>
                <w:noProof/>
                <w:rtl/>
              </w:rPr>
              <w:t>الفصل</w:t>
            </w:r>
            <w:r w:rsidRPr="00011C55">
              <w:rPr>
                <w:rStyle w:val="Hyperlink"/>
                <w:noProof/>
                <w:rtl/>
              </w:rPr>
              <w:t xml:space="preserve"> </w:t>
            </w:r>
            <w:r w:rsidRPr="00011C55">
              <w:rPr>
                <w:rStyle w:val="Hyperlink"/>
                <w:rFonts w:hint="eastAsia"/>
                <w:noProof/>
                <w:rtl/>
              </w:rPr>
              <w:t>الثانى</w:t>
            </w:r>
            <w:r w:rsidRPr="00011C55">
              <w:rPr>
                <w:rStyle w:val="Hyperlink"/>
                <w:noProof/>
                <w:rtl/>
              </w:rPr>
              <w:t xml:space="preserve"> </w:t>
            </w:r>
            <w:r w:rsidRPr="00011C55">
              <w:rPr>
                <w:rStyle w:val="Hyperlink"/>
                <w:rFonts w:hint="eastAsia"/>
                <w:noProof/>
                <w:rtl/>
              </w:rPr>
              <w:t>عشر</w:t>
            </w:r>
            <w:r w:rsidRPr="00011C55">
              <w:rPr>
                <w:rStyle w:val="Hyperlink"/>
                <w:noProof/>
                <w:rtl/>
              </w:rPr>
              <w:t xml:space="preserve"> </w:t>
            </w:r>
            <w:r w:rsidRPr="00011C55">
              <w:rPr>
                <w:rStyle w:val="Hyperlink"/>
                <w:rFonts w:hint="eastAsia"/>
                <w:noProof/>
                <w:rtl/>
              </w:rPr>
              <w:t>في</w:t>
            </w:r>
            <w:r w:rsidRPr="00011C55">
              <w:rPr>
                <w:rStyle w:val="Hyperlink"/>
                <w:noProof/>
                <w:rtl/>
              </w:rPr>
              <w:t xml:space="preserve"> </w:t>
            </w:r>
            <w:r w:rsidRPr="00011C55">
              <w:rPr>
                <w:rStyle w:val="Hyperlink"/>
                <w:rFonts w:hint="eastAsia"/>
                <w:noProof/>
                <w:rtl/>
              </w:rPr>
              <w:t>السين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Toc418411988 \h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1989"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الاول</w:t>
            </w:r>
            <w:r w:rsidRPr="00011C55">
              <w:rPr>
                <w:rStyle w:val="Hyperlink"/>
                <w:noProof/>
                <w:rtl/>
              </w:rPr>
              <w:t xml:space="preserve"> </w:t>
            </w:r>
            <w:r w:rsidRPr="00011C55">
              <w:rPr>
                <w:rStyle w:val="Hyperlink"/>
                <w:rFonts w:hint="eastAsia"/>
                <w:noProof/>
                <w:rtl/>
              </w:rPr>
              <w:t>سليمان</w:t>
            </w:r>
            <w:r w:rsidRPr="00011C55">
              <w:rPr>
                <w:rStyle w:val="Hyperlink"/>
                <w:noProof/>
                <w:rtl/>
              </w:rPr>
              <w:t xml:space="preserve"> </w:t>
            </w:r>
            <w:r w:rsidRPr="00011C55">
              <w:rPr>
                <w:rStyle w:val="Hyperlink"/>
                <w:rFonts w:hint="eastAsia"/>
                <w:noProof/>
                <w:rtl/>
              </w:rPr>
              <w:t>ستة</w:t>
            </w:r>
            <w:r w:rsidRPr="00011C55">
              <w:rPr>
                <w:rStyle w:val="Hyperlink"/>
                <w:noProof/>
                <w:rtl/>
              </w:rPr>
              <w:t xml:space="preserve"> </w:t>
            </w:r>
            <w:r w:rsidRPr="00011C55">
              <w:rPr>
                <w:rStyle w:val="Hyperlink"/>
                <w:rFonts w:hint="eastAsia"/>
                <w:noProof/>
                <w:rtl/>
              </w:rPr>
              <w:t>رجال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Toc418411989 \h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1990"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الثانى</w:t>
            </w:r>
            <w:r w:rsidRPr="00011C55">
              <w:rPr>
                <w:rStyle w:val="Hyperlink"/>
                <w:noProof/>
                <w:rtl/>
              </w:rPr>
              <w:t xml:space="preserve"> </w:t>
            </w:r>
            <w:r w:rsidRPr="00011C55">
              <w:rPr>
                <w:rStyle w:val="Hyperlink"/>
                <w:rFonts w:hint="eastAsia"/>
                <w:noProof/>
                <w:rtl/>
              </w:rPr>
              <w:t>سعد</w:t>
            </w:r>
            <w:r w:rsidRPr="00011C55">
              <w:rPr>
                <w:rStyle w:val="Hyperlink"/>
                <w:noProof/>
                <w:rtl/>
              </w:rPr>
              <w:t xml:space="preserve"> </w:t>
            </w:r>
            <w:r w:rsidRPr="00011C55">
              <w:rPr>
                <w:rStyle w:val="Hyperlink"/>
                <w:rFonts w:hint="eastAsia"/>
                <w:noProof/>
                <w:rtl/>
              </w:rPr>
              <w:t>ثلاثة</w:t>
            </w:r>
            <w:r w:rsidRPr="00011C55">
              <w:rPr>
                <w:rStyle w:val="Hyperlink"/>
                <w:noProof/>
                <w:rtl/>
              </w:rPr>
              <w:t xml:space="preserve"> </w:t>
            </w:r>
            <w:r w:rsidRPr="00011C55">
              <w:rPr>
                <w:rStyle w:val="Hyperlink"/>
                <w:rFonts w:hint="eastAsia"/>
                <w:noProof/>
                <w:rtl/>
              </w:rPr>
              <w:t>رجال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Toc418411990 \h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1991"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الثالث</w:t>
            </w:r>
            <w:r w:rsidRPr="00011C55">
              <w:rPr>
                <w:rStyle w:val="Hyperlink"/>
                <w:noProof/>
                <w:rtl/>
              </w:rPr>
              <w:t xml:space="preserve"> </w:t>
            </w:r>
            <w:r w:rsidRPr="00011C55">
              <w:rPr>
                <w:rStyle w:val="Hyperlink"/>
                <w:rFonts w:hint="eastAsia"/>
                <w:noProof/>
                <w:rtl/>
              </w:rPr>
              <w:t>سعيد</w:t>
            </w:r>
            <w:r w:rsidRPr="00011C55">
              <w:rPr>
                <w:rStyle w:val="Hyperlink"/>
                <w:noProof/>
                <w:rtl/>
              </w:rPr>
              <w:t xml:space="preserve"> </w:t>
            </w:r>
            <w:r w:rsidRPr="00011C55">
              <w:rPr>
                <w:rStyle w:val="Hyperlink"/>
                <w:rFonts w:hint="eastAsia"/>
                <w:noProof/>
                <w:rtl/>
              </w:rPr>
              <w:t>ثمانية</w:t>
            </w:r>
            <w:r w:rsidRPr="00011C55">
              <w:rPr>
                <w:rStyle w:val="Hyperlink"/>
                <w:noProof/>
                <w:rtl/>
              </w:rPr>
              <w:t xml:space="preserve"> </w:t>
            </w:r>
            <w:r w:rsidRPr="00011C55">
              <w:rPr>
                <w:rStyle w:val="Hyperlink"/>
                <w:rFonts w:hint="eastAsia"/>
                <w:noProof/>
                <w:rtl/>
              </w:rPr>
              <w:t>رجال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Toc418411991 \h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1992"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الرابع</w:t>
            </w:r>
            <w:r w:rsidRPr="00011C55">
              <w:rPr>
                <w:rStyle w:val="Hyperlink"/>
                <w:noProof/>
                <w:rtl/>
              </w:rPr>
              <w:t xml:space="preserve"> </w:t>
            </w:r>
            <w:r w:rsidRPr="00011C55">
              <w:rPr>
                <w:rStyle w:val="Hyperlink"/>
                <w:rFonts w:hint="eastAsia"/>
                <w:noProof/>
                <w:rtl/>
              </w:rPr>
              <w:t>سهل</w:t>
            </w:r>
            <w:r w:rsidRPr="00011C55">
              <w:rPr>
                <w:rStyle w:val="Hyperlink"/>
                <w:noProof/>
                <w:rtl/>
              </w:rPr>
              <w:t xml:space="preserve"> </w:t>
            </w:r>
            <w:r w:rsidRPr="00011C55">
              <w:rPr>
                <w:rStyle w:val="Hyperlink"/>
                <w:rFonts w:hint="eastAsia"/>
                <w:noProof/>
                <w:rtl/>
              </w:rPr>
              <w:t>خمسة</w:t>
            </w:r>
            <w:r w:rsidRPr="00011C55">
              <w:rPr>
                <w:rStyle w:val="Hyperlink"/>
                <w:noProof/>
                <w:rtl/>
              </w:rPr>
              <w:t xml:space="preserve"> </w:t>
            </w:r>
            <w:r w:rsidRPr="00011C55">
              <w:rPr>
                <w:rStyle w:val="Hyperlink"/>
                <w:rFonts w:hint="eastAsia"/>
                <w:noProof/>
                <w:rtl/>
              </w:rPr>
              <w:t>رجال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Toc418411992 \h</w:instrText>
            </w:r>
            <w:r>
              <w:rPr>
                <w:noProof/>
                <w:webHidden/>
                <w:rtl/>
              </w:rPr>
              <w:instrText xml:space="preserve"> </w:instrText>
            </w:r>
            <w:r>
              <w:rPr>
                <w:noProof/>
                <w:webHidden/>
                <w:rtl/>
              </w:rPr>
            </w:r>
            <w:r>
              <w:rPr>
                <w:noProof/>
                <w:webHidden/>
                <w:rtl/>
              </w:rPr>
              <w:fldChar w:fldCharType="separate"/>
            </w:r>
            <w:r>
              <w:rPr>
                <w:noProof/>
                <w:webHidden/>
                <w:rtl/>
              </w:rPr>
              <w:t>80</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1993"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الخامس</w:t>
            </w:r>
            <w:r w:rsidRPr="00011C55">
              <w:rPr>
                <w:rStyle w:val="Hyperlink"/>
                <w:noProof/>
                <w:rtl/>
              </w:rPr>
              <w:t xml:space="preserve"> </w:t>
            </w:r>
            <w:r w:rsidRPr="00011C55">
              <w:rPr>
                <w:rStyle w:val="Hyperlink"/>
                <w:rFonts w:hint="eastAsia"/>
                <w:noProof/>
                <w:rtl/>
              </w:rPr>
              <w:t>سفيان</w:t>
            </w:r>
            <w:r w:rsidRPr="00011C55">
              <w:rPr>
                <w:rStyle w:val="Hyperlink"/>
                <w:noProof/>
                <w:rtl/>
              </w:rPr>
              <w:t xml:space="preserve"> </w:t>
            </w:r>
            <w:r w:rsidRPr="00011C55">
              <w:rPr>
                <w:rStyle w:val="Hyperlink"/>
                <w:rFonts w:hint="eastAsia"/>
                <w:noProof/>
                <w:rtl/>
              </w:rPr>
              <w:t>رجلان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Toc418411993 \h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1994"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السادس</w:t>
            </w:r>
            <w:r w:rsidRPr="00011C55">
              <w:rPr>
                <w:rStyle w:val="Hyperlink"/>
                <w:noProof/>
                <w:rtl/>
              </w:rPr>
              <w:t xml:space="preserve"> </w:t>
            </w:r>
            <w:r w:rsidRPr="00011C55">
              <w:rPr>
                <w:rStyle w:val="Hyperlink"/>
                <w:rFonts w:hint="eastAsia"/>
                <w:noProof/>
                <w:rtl/>
              </w:rPr>
              <w:t>سيف</w:t>
            </w:r>
            <w:r w:rsidRPr="00011C55">
              <w:rPr>
                <w:rStyle w:val="Hyperlink"/>
                <w:noProof/>
                <w:rtl/>
              </w:rPr>
              <w:t xml:space="preserve"> </w:t>
            </w:r>
            <w:r w:rsidRPr="00011C55">
              <w:rPr>
                <w:rStyle w:val="Hyperlink"/>
                <w:rFonts w:hint="eastAsia"/>
                <w:noProof/>
                <w:rtl/>
              </w:rPr>
              <w:t>ثلاثة</w:t>
            </w:r>
            <w:r w:rsidRPr="00011C55">
              <w:rPr>
                <w:rStyle w:val="Hyperlink"/>
                <w:noProof/>
                <w:rtl/>
              </w:rPr>
              <w:t xml:space="preserve"> </w:t>
            </w:r>
            <w:r w:rsidRPr="00011C55">
              <w:rPr>
                <w:rStyle w:val="Hyperlink"/>
                <w:rFonts w:hint="eastAsia"/>
                <w:noProof/>
                <w:rtl/>
              </w:rPr>
              <w:t>رجال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Toc418411994 \h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1995"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السابع</w:t>
            </w:r>
            <w:r w:rsidRPr="00011C55">
              <w:rPr>
                <w:rStyle w:val="Hyperlink"/>
                <w:noProof/>
                <w:rtl/>
              </w:rPr>
              <w:t xml:space="preserve"> </w:t>
            </w:r>
            <w:r w:rsidRPr="00011C55">
              <w:rPr>
                <w:rStyle w:val="Hyperlink"/>
                <w:rFonts w:hint="eastAsia"/>
                <w:noProof/>
                <w:rtl/>
              </w:rPr>
              <w:t>سندي</w:t>
            </w:r>
            <w:r w:rsidRPr="00011C55">
              <w:rPr>
                <w:rStyle w:val="Hyperlink"/>
                <w:noProof/>
                <w:rtl/>
              </w:rPr>
              <w:t xml:space="preserve"> </w:t>
            </w:r>
            <w:r w:rsidRPr="00011C55">
              <w:rPr>
                <w:rStyle w:val="Hyperlink"/>
                <w:rFonts w:hint="eastAsia"/>
                <w:noProof/>
                <w:rtl/>
              </w:rPr>
              <w:t>رجلان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Toc418411995 \h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1996"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الثامن</w:t>
            </w:r>
            <w:r w:rsidRPr="00011C55">
              <w:rPr>
                <w:rStyle w:val="Hyperlink"/>
                <w:noProof/>
                <w:rtl/>
              </w:rPr>
              <w:t xml:space="preserve"> </w:t>
            </w:r>
            <w:r w:rsidRPr="00011C55">
              <w:rPr>
                <w:rStyle w:val="Hyperlink"/>
                <w:rFonts w:hint="eastAsia"/>
                <w:noProof/>
                <w:rtl/>
              </w:rPr>
              <w:t>سليم</w:t>
            </w:r>
            <w:r w:rsidRPr="00011C55">
              <w:rPr>
                <w:rStyle w:val="Hyperlink"/>
                <w:noProof/>
                <w:rtl/>
              </w:rPr>
              <w:t xml:space="preserve"> </w:t>
            </w:r>
            <w:r w:rsidRPr="00011C55">
              <w:rPr>
                <w:rStyle w:val="Hyperlink"/>
                <w:rFonts w:hint="eastAsia"/>
                <w:noProof/>
                <w:rtl/>
              </w:rPr>
              <w:t>رجلان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Toc418411996 \h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1997"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التاسع</w:t>
            </w:r>
            <w:r w:rsidRPr="00011C55">
              <w:rPr>
                <w:rStyle w:val="Hyperlink"/>
                <w:noProof/>
                <w:rtl/>
              </w:rPr>
              <w:t xml:space="preserve"> </w:t>
            </w:r>
            <w:r w:rsidRPr="00011C55">
              <w:rPr>
                <w:rStyle w:val="Hyperlink"/>
                <w:rFonts w:hint="eastAsia"/>
                <w:noProof/>
                <w:rtl/>
              </w:rPr>
              <w:t>سويد</w:t>
            </w:r>
            <w:r w:rsidRPr="00011C55">
              <w:rPr>
                <w:rStyle w:val="Hyperlink"/>
                <w:noProof/>
                <w:rtl/>
              </w:rPr>
              <w:t xml:space="preserve"> </w:t>
            </w:r>
            <w:r w:rsidRPr="00011C55">
              <w:rPr>
                <w:rStyle w:val="Hyperlink"/>
                <w:rFonts w:hint="eastAsia"/>
                <w:noProof/>
                <w:rtl/>
              </w:rPr>
              <w:t>رجلان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Toc418411997 \h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1998"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العاشر</w:t>
            </w:r>
            <w:r w:rsidRPr="00011C55">
              <w:rPr>
                <w:rStyle w:val="Hyperlink"/>
                <w:noProof/>
                <w:rtl/>
              </w:rPr>
              <w:t xml:space="preserve"> </w:t>
            </w:r>
            <w:r w:rsidRPr="00011C55">
              <w:rPr>
                <w:rStyle w:val="Hyperlink"/>
                <w:rFonts w:hint="eastAsia"/>
                <w:noProof/>
                <w:rtl/>
              </w:rPr>
              <w:t>في</w:t>
            </w:r>
            <w:r w:rsidRPr="00011C55">
              <w:rPr>
                <w:rStyle w:val="Hyperlink"/>
                <w:noProof/>
                <w:rtl/>
              </w:rPr>
              <w:t xml:space="preserve"> </w:t>
            </w:r>
            <w:r w:rsidRPr="00011C55">
              <w:rPr>
                <w:rStyle w:val="Hyperlink"/>
                <w:rFonts w:hint="eastAsia"/>
                <w:noProof/>
                <w:rtl/>
              </w:rPr>
              <w:t>الآحاد</w:t>
            </w:r>
            <w:r w:rsidRPr="00011C55">
              <w:rPr>
                <w:rStyle w:val="Hyperlink"/>
                <w:noProof/>
                <w:rtl/>
              </w:rPr>
              <w:t xml:space="preserve"> </w:t>
            </w:r>
            <w:r w:rsidRPr="00011C55">
              <w:rPr>
                <w:rStyle w:val="Hyperlink"/>
                <w:rFonts w:hint="eastAsia"/>
                <w:noProof/>
                <w:rtl/>
              </w:rPr>
              <w:t>عشره</w:t>
            </w:r>
            <w:r w:rsidRPr="00011C55">
              <w:rPr>
                <w:rStyle w:val="Hyperlink"/>
                <w:noProof/>
                <w:rtl/>
              </w:rPr>
              <w:t xml:space="preserve"> </w:t>
            </w:r>
            <w:r w:rsidRPr="00011C55">
              <w:rPr>
                <w:rStyle w:val="Hyperlink"/>
                <w:rFonts w:hint="eastAsia"/>
                <w:noProof/>
                <w:rtl/>
              </w:rPr>
              <w:t>رجال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Toc418411998 \h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67321F" w:rsidRPr="0067321F" w:rsidRDefault="0067321F" w:rsidP="0067321F">
          <w:pPr>
            <w:pStyle w:val="libNormal"/>
            <w:rPr>
              <w:rStyle w:val="Hyperlink"/>
              <w:noProof/>
              <w:u w:val="none"/>
            </w:rPr>
          </w:pPr>
          <w:r w:rsidRPr="0067321F">
            <w:rPr>
              <w:rStyle w:val="Hyperlink"/>
              <w:noProof/>
              <w:u w:val="none"/>
            </w:rPr>
            <w:br w:type="page"/>
          </w:r>
        </w:p>
        <w:p w:rsidR="0067321F" w:rsidRDefault="0067321F">
          <w:pPr>
            <w:pStyle w:val="TOC2"/>
            <w:tabs>
              <w:tab w:val="right" w:leader="dot" w:pos="7786"/>
            </w:tabs>
            <w:rPr>
              <w:rFonts w:asciiTheme="minorHAnsi" w:eastAsiaTheme="minorEastAsia" w:hAnsiTheme="minorHAnsi" w:cstheme="minorBidi"/>
              <w:noProof/>
              <w:color w:val="auto"/>
              <w:sz w:val="22"/>
              <w:szCs w:val="22"/>
              <w:rtl/>
            </w:rPr>
          </w:pPr>
          <w:hyperlink w:anchor="_Toc418411999" w:history="1">
            <w:r w:rsidRPr="00011C55">
              <w:rPr>
                <w:rStyle w:val="Hyperlink"/>
                <w:rFonts w:hint="eastAsia"/>
                <w:noProof/>
                <w:rtl/>
              </w:rPr>
              <w:t>الفصل</w:t>
            </w:r>
            <w:r w:rsidRPr="00011C55">
              <w:rPr>
                <w:rStyle w:val="Hyperlink"/>
                <w:noProof/>
                <w:rtl/>
              </w:rPr>
              <w:t xml:space="preserve"> </w:t>
            </w:r>
            <w:r w:rsidRPr="00011C55">
              <w:rPr>
                <w:rStyle w:val="Hyperlink"/>
                <w:rFonts w:hint="eastAsia"/>
                <w:noProof/>
                <w:rtl/>
              </w:rPr>
              <w:t>الثالث</w:t>
            </w:r>
            <w:r w:rsidRPr="00011C55">
              <w:rPr>
                <w:rStyle w:val="Hyperlink"/>
                <w:noProof/>
                <w:rtl/>
              </w:rPr>
              <w:t xml:space="preserve"> </w:t>
            </w:r>
            <w:r w:rsidRPr="00011C55">
              <w:rPr>
                <w:rStyle w:val="Hyperlink"/>
                <w:rFonts w:hint="eastAsia"/>
                <w:noProof/>
                <w:rtl/>
              </w:rPr>
              <w:t>عشر</w:t>
            </w:r>
            <w:r w:rsidRPr="00011C55">
              <w:rPr>
                <w:rStyle w:val="Hyperlink"/>
                <w:noProof/>
                <w:rtl/>
              </w:rPr>
              <w:t xml:space="preserve"> </w:t>
            </w:r>
            <w:r w:rsidRPr="00011C55">
              <w:rPr>
                <w:rStyle w:val="Hyperlink"/>
                <w:rFonts w:hint="eastAsia"/>
                <w:noProof/>
                <w:rtl/>
              </w:rPr>
              <w:t>في</w:t>
            </w:r>
            <w:r w:rsidRPr="00011C55">
              <w:rPr>
                <w:rStyle w:val="Hyperlink"/>
                <w:noProof/>
                <w:rtl/>
              </w:rPr>
              <w:t xml:space="preserve"> </w:t>
            </w:r>
            <w:r w:rsidRPr="00011C55">
              <w:rPr>
                <w:rStyle w:val="Hyperlink"/>
                <w:rFonts w:hint="eastAsia"/>
                <w:noProof/>
                <w:rtl/>
              </w:rPr>
              <w:t>الشين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Toc418411999 \h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2000"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الاول</w:t>
            </w:r>
            <w:r w:rsidRPr="00011C55">
              <w:rPr>
                <w:rStyle w:val="Hyperlink"/>
                <w:noProof/>
                <w:rtl/>
              </w:rPr>
              <w:t xml:space="preserve"> </w:t>
            </w:r>
            <w:r w:rsidRPr="00011C55">
              <w:rPr>
                <w:rStyle w:val="Hyperlink"/>
                <w:rFonts w:hint="eastAsia"/>
                <w:noProof/>
                <w:rtl/>
              </w:rPr>
              <w:t>شعيب</w:t>
            </w:r>
            <w:r w:rsidRPr="00011C55">
              <w:rPr>
                <w:rStyle w:val="Hyperlink"/>
                <w:noProof/>
                <w:rtl/>
              </w:rPr>
              <w:t xml:space="preserve"> </w:t>
            </w:r>
            <w:r w:rsidRPr="00011C55">
              <w:rPr>
                <w:rStyle w:val="Hyperlink"/>
                <w:rFonts w:hint="eastAsia"/>
                <w:noProof/>
                <w:rtl/>
              </w:rPr>
              <w:t>ثلاثة</w:t>
            </w:r>
            <w:r w:rsidRPr="00011C55">
              <w:rPr>
                <w:rStyle w:val="Hyperlink"/>
                <w:noProof/>
                <w:rtl/>
              </w:rPr>
              <w:t xml:space="preserve"> </w:t>
            </w:r>
            <w:r w:rsidRPr="00011C55">
              <w:rPr>
                <w:rStyle w:val="Hyperlink"/>
                <w:rFonts w:hint="eastAsia"/>
                <w:noProof/>
                <w:rtl/>
              </w:rPr>
              <w:t>رجال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Toc418412000 \h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2001"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الثانى</w:t>
            </w:r>
            <w:r w:rsidRPr="00011C55">
              <w:rPr>
                <w:rStyle w:val="Hyperlink"/>
                <w:noProof/>
                <w:rtl/>
              </w:rPr>
              <w:t xml:space="preserve"> </w:t>
            </w:r>
            <w:r w:rsidRPr="00011C55">
              <w:rPr>
                <w:rStyle w:val="Hyperlink"/>
                <w:rFonts w:hint="eastAsia"/>
                <w:noProof/>
                <w:rtl/>
              </w:rPr>
              <w:t>في</w:t>
            </w:r>
            <w:r w:rsidRPr="00011C55">
              <w:rPr>
                <w:rStyle w:val="Hyperlink"/>
                <w:noProof/>
                <w:rtl/>
              </w:rPr>
              <w:t xml:space="preserve"> </w:t>
            </w:r>
            <w:r w:rsidRPr="00011C55">
              <w:rPr>
                <w:rStyle w:val="Hyperlink"/>
                <w:rFonts w:hint="eastAsia"/>
                <w:noProof/>
                <w:rtl/>
              </w:rPr>
              <w:t>الآحاد</w:t>
            </w:r>
            <w:r w:rsidRPr="00011C55">
              <w:rPr>
                <w:rStyle w:val="Hyperlink"/>
                <w:noProof/>
                <w:rtl/>
              </w:rPr>
              <w:t xml:space="preserve"> </w:t>
            </w:r>
            <w:r w:rsidRPr="00011C55">
              <w:rPr>
                <w:rStyle w:val="Hyperlink"/>
                <w:rFonts w:hint="eastAsia"/>
                <w:noProof/>
                <w:rtl/>
              </w:rPr>
              <w:t>أربعه</w:t>
            </w:r>
            <w:r w:rsidRPr="00011C55">
              <w:rPr>
                <w:rStyle w:val="Hyperlink"/>
                <w:noProof/>
                <w:rtl/>
              </w:rPr>
              <w:t xml:space="preserve"> </w:t>
            </w:r>
            <w:r w:rsidRPr="00011C55">
              <w:rPr>
                <w:rStyle w:val="Hyperlink"/>
                <w:rFonts w:hint="eastAsia"/>
                <w:noProof/>
                <w:rtl/>
              </w:rPr>
              <w:t>رجال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Toc418412001 \h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67321F" w:rsidRDefault="0067321F">
          <w:pPr>
            <w:pStyle w:val="TOC2"/>
            <w:tabs>
              <w:tab w:val="right" w:leader="dot" w:pos="7786"/>
            </w:tabs>
            <w:rPr>
              <w:rFonts w:asciiTheme="minorHAnsi" w:eastAsiaTheme="minorEastAsia" w:hAnsiTheme="minorHAnsi" w:cstheme="minorBidi"/>
              <w:noProof/>
              <w:color w:val="auto"/>
              <w:sz w:val="22"/>
              <w:szCs w:val="22"/>
              <w:rtl/>
            </w:rPr>
          </w:pPr>
          <w:hyperlink w:anchor="_Toc418412002" w:history="1">
            <w:r w:rsidRPr="00011C55">
              <w:rPr>
                <w:rStyle w:val="Hyperlink"/>
                <w:rFonts w:hint="eastAsia"/>
                <w:noProof/>
                <w:rtl/>
              </w:rPr>
              <w:t>الفصل</w:t>
            </w:r>
            <w:r w:rsidRPr="00011C55">
              <w:rPr>
                <w:rStyle w:val="Hyperlink"/>
                <w:noProof/>
                <w:rtl/>
              </w:rPr>
              <w:t xml:space="preserve"> </w:t>
            </w:r>
            <w:r w:rsidRPr="00011C55">
              <w:rPr>
                <w:rStyle w:val="Hyperlink"/>
                <w:rFonts w:hint="eastAsia"/>
                <w:noProof/>
                <w:rtl/>
              </w:rPr>
              <w:t>الرابع</w:t>
            </w:r>
            <w:r w:rsidRPr="00011C55">
              <w:rPr>
                <w:rStyle w:val="Hyperlink"/>
                <w:noProof/>
                <w:rtl/>
              </w:rPr>
              <w:t xml:space="preserve"> </w:t>
            </w:r>
            <w:r w:rsidRPr="00011C55">
              <w:rPr>
                <w:rStyle w:val="Hyperlink"/>
                <w:rFonts w:hint="eastAsia"/>
                <w:noProof/>
                <w:rtl/>
              </w:rPr>
              <w:t>عشر</w:t>
            </w:r>
            <w:r w:rsidRPr="00011C55">
              <w:rPr>
                <w:rStyle w:val="Hyperlink"/>
                <w:noProof/>
                <w:rtl/>
              </w:rPr>
              <w:t xml:space="preserve"> </w:t>
            </w:r>
            <w:r w:rsidRPr="00011C55">
              <w:rPr>
                <w:rStyle w:val="Hyperlink"/>
                <w:rFonts w:hint="eastAsia"/>
                <w:noProof/>
                <w:rtl/>
              </w:rPr>
              <w:t>في</w:t>
            </w:r>
            <w:r w:rsidRPr="00011C55">
              <w:rPr>
                <w:rStyle w:val="Hyperlink"/>
                <w:noProof/>
                <w:rtl/>
              </w:rPr>
              <w:t xml:space="preserve"> </w:t>
            </w:r>
            <w:r w:rsidRPr="00011C55">
              <w:rPr>
                <w:rStyle w:val="Hyperlink"/>
                <w:rFonts w:hint="eastAsia"/>
                <w:noProof/>
                <w:rtl/>
              </w:rPr>
              <w:t>الصاد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Toc418412002 \h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2003"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الاول</w:t>
            </w:r>
            <w:r w:rsidRPr="00011C55">
              <w:rPr>
                <w:rStyle w:val="Hyperlink"/>
                <w:noProof/>
                <w:rtl/>
              </w:rPr>
              <w:t xml:space="preserve"> </w:t>
            </w:r>
            <w:r w:rsidRPr="00011C55">
              <w:rPr>
                <w:rStyle w:val="Hyperlink"/>
                <w:rFonts w:hint="eastAsia"/>
                <w:noProof/>
                <w:rtl/>
              </w:rPr>
              <w:t>صالح</w:t>
            </w:r>
            <w:r w:rsidRPr="00011C55">
              <w:rPr>
                <w:rStyle w:val="Hyperlink"/>
                <w:noProof/>
                <w:rtl/>
              </w:rPr>
              <w:t xml:space="preserve"> </w:t>
            </w:r>
            <w:r w:rsidRPr="00011C55">
              <w:rPr>
                <w:rStyle w:val="Hyperlink"/>
                <w:rFonts w:hint="eastAsia"/>
                <w:noProof/>
                <w:rtl/>
              </w:rPr>
              <w:t>ثلاثة</w:t>
            </w:r>
            <w:r w:rsidRPr="00011C55">
              <w:rPr>
                <w:rStyle w:val="Hyperlink"/>
                <w:noProof/>
                <w:rtl/>
              </w:rPr>
              <w:t xml:space="preserve"> </w:t>
            </w:r>
            <w:r w:rsidRPr="00011C55">
              <w:rPr>
                <w:rStyle w:val="Hyperlink"/>
                <w:rFonts w:hint="eastAsia"/>
                <w:noProof/>
                <w:rtl/>
              </w:rPr>
              <w:t>رجال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Toc418412003 \h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2004"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الثانى</w:t>
            </w:r>
            <w:r w:rsidRPr="00011C55">
              <w:rPr>
                <w:rStyle w:val="Hyperlink"/>
                <w:noProof/>
                <w:rtl/>
              </w:rPr>
              <w:t xml:space="preserve"> </w:t>
            </w:r>
            <w:r w:rsidRPr="00011C55">
              <w:rPr>
                <w:rStyle w:val="Hyperlink"/>
                <w:rFonts w:hint="eastAsia"/>
                <w:noProof/>
                <w:rtl/>
              </w:rPr>
              <w:t>صباح</w:t>
            </w:r>
            <w:r w:rsidRPr="00011C55">
              <w:rPr>
                <w:rStyle w:val="Hyperlink"/>
                <w:noProof/>
                <w:rtl/>
              </w:rPr>
              <w:t xml:space="preserve"> </w:t>
            </w:r>
            <w:r w:rsidRPr="00011C55">
              <w:rPr>
                <w:rStyle w:val="Hyperlink"/>
                <w:rFonts w:hint="eastAsia"/>
                <w:noProof/>
                <w:rtl/>
              </w:rPr>
              <w:t>رجلان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Toc418412004 \h</w:instrText>
            </w:r>
            <w:r>
              <w:rPr>
                <w:noProof/>
                <w:webHidden/>
                <w:rtl/>
              </w:rPr>
              <w:instrText xml:space="preserve"> </w:instrText>
            </w:r>
            <w:r>
              <w:rPr>
                <w:noProof/>
                <w:webHidden/>
                <w:rtl/>
              </w:rPr>
            </w:r>
            <w:r>
              <w:rPr>
                <w:noProof/>
                <w:webHidden/>
                <w:rtl/>
              </w:rPr>
              <w:fldChar w:fldCharType="separate"/>
            </w:r>
            <w:r>
              <w:rPr>
                <w:noProof/>
                <w:webHidden/>
                <w:rtl/>
              </w:rPr>
              <w:t>88</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2005"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الثالث</w:t>
            </w:r>
            <w:r w:rsidRPr="00011C55">
              <w:rPr>
                <w:rStyle w:val="Hyperlink"/>
                <w:noProof/>
                <w:rtl/>
              </w:rPr>
              <w:t xml:space="preserve"> </w:t>
            </w:r>
            <w:r w:rsidRPr="00011C55">
              <w:rPr>
                <w:rStyle w:val="Hyperlink"/>
                <w:rFonts w:hint="eastAsia"/>
                <w:noProof/>
                <w:rtl/>
              </w:rPr>
              <w:t>صفوان</w:t>
            </w:r>
            <w:r w:rsidRPr="00011C55">
              <w:rPr>
                <w:rStyle w:val="Hyperlink"/>
                <w:noProof/>
                <w:rtl/>
              </w:rPr>
              <w:t xml:space="preserve"> </w:t>
            </w:r>
            <w:r w:rsidRPr="00011C55">
              <w:rPr>
                <w:rStyle w:val="Hyperlink"/>
                <w:rFonts w:hint="eastAsia"/>
                <w:noProof/>
                <w:rtl/>
              </w:rPr>
              <w:t>رجلان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Toc418412005 \h</w:instrText>
            </w:r>
            <w:r>
              <w:rPr>
                <w:noProof/>
                <w:webHidden/>
                <w:rtl/>
              </w:rPr>
              <w:instrText xml:space="preserve"> </w:instrText>
            </w:r>
            <w:r>
              <w:rPr>
                <w:noProof/>
                <w:webHidden/>
                <w:rtl/>
              </w:rPr>
            </w:r>
            <w:r>
              <w:rPr>
                <w:noProof/>
                <w:webHidden/>
                <w:rtl/>
              </w:rPr>
              <w:fldChar w:fldCharType="separate"/>
            </w:r>
            <w:r>
              <w:rPr>
                <w:noProof/>
                <w:webHidden/>
                <w:rtl/>
              </w:rPr>
              <w:t>88</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2006"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الرابع</w:t>
            </w:r>
            <w:r w:rsidRPr="00011C55">
              <w:rPr>
                <w:rStyle w:val="Hyperlink"/>
                <w:noProof/>
                <w:rtl/>
              </w:rPr>
              <w:t xml:space="preserve"> </w:t>
            </w:r>
            <w:r w:rsidRPr="00011C55">
              <w:rPr>
                <w:rStyle w:val="Hyperlink"/>
                <w:rFonts w:hint="eastAsia"/>
                <w:noProof/>
                <w:rtl/>
              </w:rPr>
              <w:t>في</w:t>
            </w:r>
            <w:r w:rsidRPr="00011C55">
              <w:rPr>
                <w:rStyle w:val="Hyperlink"/>
                <w:noProof/>
                <w:rtl/>
              </w:rPr>
              <w:t xml:space="preserve"> </w:t>
            </w:r>
            <w:r w:rsidRPr="00011C55">
              <w:rPr>
                <w:rStyle w:val="Hyperlink"/>
                <w:rFonts w:hint="eastAsia"/>
                <w:noProof/>
                <w:rtl/>
              </w:rPr>
              <w:t>الآحاد</w:t>
            </w:r>
            <w:r w:rsidRPr="00011C55">
              <w:rPr>
                <w:rStyle w:val="Hyperlink"/>
                <w:noProof/>
                <w:rtl/>
              </w:rPr>
              <w:t xml:space="preserve"> </w:t>
            </w:r>
            <w:r w:rsidRPr="00011C55">
              <w:rPr>
                <w:rStyle w:val="Hyperlink"/>
                <w:rFonts w:hint="eastAsia"/>
                <w:noProof/>
                <w:rtl/>
              </w:rPr>
              <w:t>ثلاثة</w:t>
            </w:r>
            <w:r w:rsidRPr="00011C55">
              <w:rPr>
                <w:rStyle w:val="Hyperlink"/>
                <w:noProof/>
                <w:rtl/>
              </w:rPr>
              <w:t xml:space="preserve"> </w:t>
            </w:r>
            <w:r w:rsidRPr="00011C55">
              <w:rPr>
                <w:rStyle w:val="Hyperlink"/>
                <w:rFonts w:hint="eastAsia"/>
                <w:noProof/>
                <w:rtl/>
              </w:rPr>
              <w:t>رجال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Toc418412006 \h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67321F" w:rsidRDefault="0067321F">
          <w:pPr>
            <w:pStyle w:val="TOC2"/>
            <w:tabs>
              <w:tab w:val="right" w:leader="dot" w:pos="7786"/>
            </w:tabs>
            <w:rPr>
              <w:rFonts w:asciiTheme="minorHAnsi" w:eastAsiaTheme="minorEastAsia" w:hAnsiTheme="minorHAnsi" w:cstheme="minorBidi"/>
              <w:noProof/>
              <w:color w:val="auto"/>
              <w:sz w:val="22"/>
              <w:szCs w:val="22"/>
              <w:rtl/>
            </w:rPr>
          </w:pPr>
          <w:hyperlink w:anchor="_Toc418412007" w:history="1">
            <w:r w:rsidRPr="00011C55">
              <w:rPr>
                <w:rStyle w:val="Hyperlink"/>
                <w:rFonts w:hint="eastAsia"/>
                <w:noProof/>
                <w:rtl/>
              </w:rPr>
              <w:t>الفصل</w:t>
            </w:r>
            <w:r w:rsidRPr="00011C55">
              <w:rPr>
                <w:rStyle w:val="Hyperlink"/>
                <w:noProof/>
                <w:rtl/>
              </w:rPr>
              <w:t xml:space="preserve"> </w:t>
            </w:r>
            <w:r w:rsidRPr="00011C55">
              <w:rPr>
                <w:rStyle w:val="Hyperlink"/>
                <w:rFonts w:hint="eastAsia"/>
                <w:noProof/>
                <w:rtl/>
              </w:rPr>
              <w:t>الخامس</w:t>
            </w:r>
            <w:r w:rsidRPr="00011C55">
              <w:rPr>
                <w:rStyle w:val="Hyperlink"/>
                <w:noProof/>
                <w:rtl/>
              </w:rPr>
              <w:t xml:space="preserve"> </w:t>
            </w:r>
            <w:r w:rsidRPr="00011C55">
              <w:rPr>
                <w:rStyle w:val="Hyperlink"/>
                <w:rFonts w:hint="eastAsia"/>
                <w:noProof/>
                <w:rtl/>
              </w:rPr>
              <w:t>عشر</w:t>
            </w:r>
            <w:r w:rsidRPr="00011C55">
              <w:rPr>
                <w:rStyle w:val="Hyperlink"/>
                <w:noProof/>
                <w:rtl/>
              </w:rPr>
              <w:t xml:space="preserve"> </w:t>
            </w:r>
            <w:r w:rsidRPr="00011C55">
              <w:rPr>
                <w:rStyle w:val="Hyperlink"/>
                <w:rFonts w:hint="eastAsia"/>
                <w:noProof/>
                <w:rtl/>
              </w:rPr>
              <w:t>في</w:t>
            </w:r>
            <w:r w:rsidRPr="00011C55">
              <w:rPr>
                <w:rStyle w:val="Hyperlink"/>
                <w:noProof/>
                <w:rtl/>
              </w:rPr>
              <w:t xml:space="preserve"> </w:t>
            </w:r>
            <w:r w:rsidRPr="00011C55">
              <w:rPr>
                <w:rStyle w:val="Hyperlink"/>
                <w:rFonts w:hint="eastAsia"/>
                <w:noProof/>
                <w:rtl/>
              </w:rPr>
              <w:t>الضاد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Toc418412007 \h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67321F" w:rsidRDefault="0067321F">
          <w:pPr>
            <w:pStyle w:val="TOC2"/>
            <w:tabs>
              <w:tab w:val="right" w:leader="dot" w:pos="7786"/>
            </w:tabs>
            <w:rPr>
              <w:rFonts w:asciiTheme="minorHAnsi" w:eastAsiaTheme="minorEastAsia" w:hAnsiTheme="minorHAnsi" w:cstheme="minorBidi"/>
              <w:noProof/>
              <w:color w:val="auto"/>
              <w:sz w:val="22"/>
              <w:szCs w:val="22"/>
              <w:rtl/>
            </w:rPr>
          </w:pPr>
          <w:hyperlink w:anchor="_Toc418412008" w:history="1">
            <w:r w:rsidRPr="00011C55">
              <w:rPr>
                <w:rStyle w:val="Hyperlink"/>
                <w:rFonts w:hint="eastAsia"/>
                <w:noProof/>
                <w:rtl/>
              </w:rPr>
              <w:t>الفصل</w:t>
            </w:r>
            <w:r w:rsidRPr="00011C55">
              <w:rPr>
                <w:rStyle w:val="Hyperlink"/>
                <w:noProof/>
                <w:rtl/>
              </w:rPr>
              <w:t xml:space="preserve"> </w:t>
            </w:r>
            <w:r w:rsidRPr="00011C55">
              <w:rPr>
                <w:rStyle w:val="Hyperlink"/>
                <w:rFonts w:hint="eastAsia"/>
                <w:noProof/>
                <w:rtl/>
              </w:rPr>
              <w:t>السادس</w:t>
            </w:r>
            <w:r w:rsidRPr="00011C55">
              <w:rPr>
                <w:rStyle w:val="Hyperlink"/>
                <w:noProof/>
                <w:rtl/>
              </w:rPr>
              <w:t xml:space="preserve"> </w:t>
            </w:r>
            <w:r w:rsidRPr="00011C55">
              <w:rPr>
                <w:rStyle w:val="Hyperlink"/>
                <w:rFonts w:hint="eastAsia"/>
                <w:noProof/>
                <w:rtl/>
              </w:rPr>
              <w:t>عشر</w:t>
            </w:r>
            <w:r w:rsidRPr="00011C55">
              <w:rPr>
                <w:rStyle w:val="Hyperlink"/>
                <w:noProof/>
                <w:rtl/>
              </w:rPr>
              <w:t xml:space="preserve"> </w:t>
            </w:r>
            <w:r w:rsidRPr="00011C55">
              <w:rPr>
                <w:rStyle w:val="Hyperlink"/>
                <w:rFonts w:hint="eastAsia"/>
                <w:noProof/>
                <w:rtl/>
              </w:rPr>
              <w:t>في</w:t>
            </w:r>
            <w:r w:rsidRPr="00011C55">
              <w:rPr>
                <w:rStyle w:val="Hyperlink"/>
                <w:noProof/>
                <w:rtl/>
              </w:rPr>
              <w:t xml:space="preserve"> </w:t>
            </w:r>
            <w:r w:rsidRPr="00011C55">
              <w:rPr>
                <w:rStyle w:val="Hyperlink"/>
                <w:rFonts w:hint="eastAsia"/>
                <w:noProof/>
                <w:rtl/>
              </w:rPr>
              <w:t>الطاء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Toc418412008 \h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67321F" w:rsidRDefault="0067321F">
          <w:pPr>
            <w:pStyle w:val="TOC2"/>
            <w:tabs>
              <w:tab w:val="right" w:leader="dot" w:pos="7786"/>
            </w:tabs>
            <w:rPr>
              <w:rFonts w:asciiTheme="minorHAnsi" w:eastAsiaTheme="minorEastAsia" w:hAnsiTheme="minorHAnsi" w:cstheme="minorBidi"/>
              <w:noProof/>
              <w:color w:val="auto"/>
              <w:sz w:val="22"/>
              <w:szCs w:val="22"/>
              <w:rtl/>
            </w:rPr>
          </w:pPr>
          <w:hyperlink w:anchor="_Toc418412009" w:history="1">
            <w:r w:rsidRPr="00011C55">
              <w:rPr>
                <w:rStyle w:val="Hyperlink"/>
                <w:rFonts w:hint="eastAsia"/>
                <w:noProof/>
                <w:rtl/>
              </w:rPr>
              <w:t>الفصل</w:t>
            </w:r>
            <w:r w:rsidRPr="00011C55">
              <w:rPr>
                <w:rStyle w:val="Hyperlink"/>
                <w:noProof/>
                <w:rtl/>
              </w:rPr>
              <w:t xml:space="preserve"> </w:t>
            </w:r>
            <w:r w:rsidRPr="00011C55">
              <w:rPr>
                <w:rStyle w:val="Hyperlink"/>
                <w:rFonts w:hint="eastAsia"/>
                <w:noProof/>
                <w:rtl/>
              </w:rPr>
              <w:t>السابع</w:t>
            </w:r>
            <w:r w:rsidRPr="00011C55">
              <w:rPr>
                <w:rStyle w:val="Hyperlink"/>
                <w:noProof/>
                <w:rtl/>
              </w:rPr>
              <w:t xml:space="preserve"> </w:t>
            </w:r>
            <w:r w:rsidRPr="00011C55">
              <w:rPr>
                <w:rStyle w:val="Hyperlink"/>
                <w:rFonts w:hint="eastAsia"/>
                <w:noProof/>
                <w:rtl/>
              </w:rPr>
              <w:t>عشر</w:t>
            </w:r>
            <w:r w:rsidRPr="00011C55">
              <w:rPr>
                <w:rStyle w:val="Hyperlink"/>
                <w:noProof/>
                <w:rtl/>
              </w:rPr>
              <w:t xml:space="preserve"> </w:t>
            </w:r>
            <w:r w:rsidRPr="00011C55">
              <w:rPr>
                <w:rStyle w:val="Hyperlink"/>
                <w:rFonts w:hint="eastAsia"/>
                <w:noProof/>
                <w:rtl/>
              </w:rPr>
              <w:t>في</w:t>
            </w:r>
            <w:r w:rsidRPr="00011C55">
              <w:rPr>
                <w:rStyle w:val="Hyperlink"/>
                <w:noProof/>
                <w:rtl/>
              </w:rPr>
              <w:t xml:space="preserve"> </w:t>
            </w:r>
            <w:r w:rsidRPr="00011C55">
              <w:rPr>
                <w:rStyle w:val="Hyperlink"/>
                <w:rFonts w:hint="eastAsia"/>
                <w:noProof/>
                <w:rtl/>
              </w:rPr>
              <w:t>الظاء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Toc418412009 \h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67321F" w:rsidRDefault="0067321F">
          <w:pPr>
            <w:pStyle w:val="TOC2"/>
            <w:tabs>
              <w:tab w:val="right" w:leader="dot" w:pos="7786"/>
            </w:tabs>
            <w:rPr>
              <w:rFonts w:asciiTheme="minorHAnsi" w:eastAsiaTheme="minorEastAsia" w:hAnsiTheme="minorHAnsi" w:cstheme="minorBidi"/>
              <w:noProof/>
              <w:color w:val="auto"/>
              <w:sz w:val="22"/>
              <w:szCs w:val="22"/>
              <w:rtl/>
            </w:rPr>
          </w:pPr>
          <w:hyperlink w:anchor="_Toc418412010" w:history="1">
            <w:r w:rsidRPr="00011C55">
              <w:rPr>
                <w:rStyle w:val="Hyperlink"/>
                <w:rFonts w:hint="eastAsia"/>
                <w:noProof/>
                <w:rtl/>
              </w:rPr>
              <w:t>الفصل</w:t>
            </w:r>
            <w:r w:rsidRPr="00011C55">
              <w:rPr>
                <w:rStyle w:val="Hyperlink"/>
                <w:noProof/>
                <w:rtl/>
              </w:rPr>
              <w:t xml:space="preserve"> </w:t>
            </w:r>
            <w:r w:rsidRPr="00011C55">
              <w:rPr>
                <w:rStyle w:val="Hyperlink"/>
                <w:rFonts w:hint="eastAsia"/>
                <w:noProof/>
                <w:rtl/>
              </w:rPr>
              <w:t>الثامن</w:t>
            </w:r>
            <w:r w:rsidRPr="00011C55">
              <w:rPr>
                <w:rStyle w:val="Hyperlink"/>
                <w:noProof/>
                <w:rtl/>
              </w:rPr>
              <w:t xml:space="preserve"> </w:t>
            </w:r>
            <w:r w:rsidRPr="00011C55">
              <w:rPr>
                <w:rStyle w:val="Hyperlink"/>
                <w:rFonts w:hint="eastAsia"/>
                <w:noProof/>
                <w:rtl/>
              </w:rPr>
              <w:t>عشر</w:t>
            </w:r>
            <w:r w:rsidRPr="00011C55">
              <w:rPr>
                <w:rStyle w:val="Hyperlink"/>
                <w:noProof/>
                <w:rtl/>
              </w:rPr>
              <w:t xml:space="preserve"> </w:t>
            </w:r>
            <w:r w:rsidRPr="00011C55">
              <w:rPr>
                <w:rStyle w:val="Hyperlink"/>
                <w:rFonts w:hint="eastAsia"/>
                <w:noProof/>
                <w:rtl/>
              </w:rPr>
              <w:t>في</w:t>
            </w:r>
            <w:r w:rsidRPr="00011C55">
              <w:rPr>
                <w:rStyle w:val="Hyperlink"/>
                <w:noProof/>
                <w:rtl/>
              </w:rPr>
              <w:t xml:space="preserve"> </w:t>
            </w:r>
            <w:r w:rsidRPr="00011C55">
              <w:rPr>
                <w:rStyle w:val="Hyperlink"/>
                <w:rFonts w:hint="eastAsia"/>
                <w:noProof/>
                <w:rtl/>
              </w:rPr>
              <w:t>العين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Toc418412010 \h</w:instrText>
            </w:r>
            <w:r>
              <w:rPr>
                <w:noProof/>
                <w:webHidden/>
                <w:rtl/>
              </w:rPr>
              <w:instrText xml:space="preserve"> </w:instrText>
            </w:r>
            <w:r>
              <w:rPr>
                <w:noProof/>
                <w:webHidden/>
                <w:rtl/>
              </w:rPr>
            </w:r>
            <w:r>
              <w:rPr>
                <w:noProof/>
                <w:webHidden/>
                <w:rtl/>
              </w:rPr>
              <w:fldChar w:fldCharType="separate"/>
            </w:r>
            <w:r>
              <w:rPr>
                <w:noProof/>
                <w:webHidden/>
                <w:rtl/>
              </w:rPr>
              <w:t>91</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2011"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الاول</w:t>
            </w:r>
            <w:r w:rsidRPr="00011C55">
              <w:rPr>
                <w:rStyle w:val="Hyperlink"/>
                <w:noProof/>
                <w:rtl/>
              </w:rPr>
              <w:t xml:space="preserve"> </w:t>
            </w:r>
            <w:r w:rsidRPr="00011C55">
              <w:rPr>
                <w:rStyle w:val="Hyperlink"/>
                <w:rFonts w:hint="eastAsia"/>
                <w:noProof/>
                <w:rtl/>
              </w:rPr>
              <w:t>علي</w:t>
            </w:r>
            <w:r w:rsidRPr="00011C55">
              <w:rPr>
                <w:rStyle w:val="Hyperlink"/>
                <w:noProof/>
                <w:rtl/>
              </w:rPr>
              <w:t xml:space="preserve"> </w:t>
            </w:r>
            <w:r w:rsidRPr="00011C55">
              <w:rPr>
                <w:rStyle w:val="Hyperlink"/>
                <w:rFonts w:hint="eastAsia"/>
                <w:noProof/>
                <w:rtl/>
              </w:rPr>
              <w:t>أربعة</w:t>
            </w:r>
            <w:r w:rsidRPr="00011C55">
              <w:rPr>
                <w:rStyle w:val="Hyperlink"/>
                <w:noProof/>
                <w:rtl/>
              </w:rPr>
              <w:t xml:space="preserve"> </w:t>
            </w:r>
            <w:r w:rsidRPr="00011C55">
              <w:rPr>
                <w:rStyle w:val="Hyperlink"/>
                <w:rFonts w:hint="eastAsia"/>
                <w:noProof/>
                <w:rtl/>
              </w:rPr>
              <w:t>وسبعون</w:t>
            </w:r>
            <w:r w:rsidRPr="00011C55">
              <w:rPr>
                <w:rStyle w:val="Hyperlink"/>
                <w:noProof/>
                <w:rtl/>
              </w:rPr>
              <w:t xml:space="preserve"> </w:t>
            </w:r>
            <w:r w:rsidRPr="00011C55">
              <w:rPr>
                <w:rStyle w:val="Hyperlink"/>
                <w:rFonts w:hint="eastAsia"/>
                <w:noProof/>
                <w:rtl/>
              </w:rPr>
              <w:t>رجلا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Toc418412011 \h</w:instrText>
            </w:r>
            <w:r>
              <w:rPr>
                <w:noProof/>
                <w:webHidden/>
                <w:rtl/>
              </w:rPr>
              <w:instrText xml:space="preserve"> </w:instrText>
            </w:r>
            <w:r>
              <w:rPr>
                <w:noProof/>
                <w:webHidden/>
                <w:rtl/>
              </w:rPr>
            </w:r>
            <w:r>
              <w:rPr>
                <w:noProof/>
                <w:webHidden/>
                <w:rtl/>
              </w:rPr>
              <w:fldChar w:fldCharType="separate"/>
            </w:r>
            <w:r>
              <w:rPr>
                <w:noProof/>
                <w:webHidden/>
                <w:rtl/>
              </w:rPr>
              <w:t>91</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2012"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الثانى</w:t>
            </w:r>
            <w:r w:rsidRPr="00011C55">
              <w:rPr>
                <w:rStyle w:val="Hyperlink"/>
                <w:noProof/>
                <w:rtl/>
              </w:rPr>
              <w:t xml:space="preserve"> </w:t>
            </w:r>
            <w:r w:rsidRPr="00011C55">
              <w:rPr>
                <w:rStyle w:val="Hyperlink"/>
                <w:rFonts w:hint="eastAsia"/>
                <w:noProof/>
                <w:rtl/>
              </w:rPr>
              <w:t>عبدالله</w:t>
            </w:r>
            <w:r w:rsidRPr="00011C55">
              <w:rPr>
                <w:rStyle w:val="Hyperlink"/>
                <w:noProof/>
                <w:rtl/>
              </w:rPr>
              <w:t xml:space="preserve"> </w:t>
            </w:r>
            <w:r w:rsidRPr="00011C55">
              <w:rPr>
                <w:rStyle w:val="Hyperlink"/>
                <w:rFonts w:hint="eastAsia"/>
                <w:noProof/>
                <w:rtl/>
              </w:rPr>
              <w:t>سبعة</w:t>
            </w:r>
            <w:r w:rsidRPr="00011C55">
              <w:rPr>
                <w:rStyle w:val="Hyperlink"/>
                <w:noProof/>
                <w:rtl/>
              </w:rPr>
              <w:t xml:space="preserve"> </w:t>
            </w:r>
            <w:r w:rsidRPr="00011C55">
              <w:rPr>
                <w:rStyle w:val="Hyperlink"/>
                <w:rFonts w:hint="eastAsia"/>
                <w:noProof/>
                <w:rtl/>
              </w:rPr>
              <w:t>وخمسون</w:t>
            </w:r>
            <w:r w:rsidRPr="00011C55">
              <w:rPr>
                <w:rStyle w:val="Hyperlink"/>
                <w:noProof/>
                <w:rtl/>
              </w:rPr>
              <w:t xml:space="preserve"> </w:t>
            </w:r>
            <w:r w:rsidRPr="00011C55">
              <w:rPr>
                <w:rStyle w:val="Hyperlink"/>
                <w:rFonts w:hint="eastAsia"/>
                <w:noProof/>
                <w:rtl/>
              </w:rPr>
              <w:t>رجلا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Toc418412012 \h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2013"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الثالث</w:t>
            </w:r>
            <w:r w:rsidRPr="00011C55">
              <w:rPr>
                <w:rStyle w:val="Hyperlink"/>
                <w:noProof/>
                <w:rtl/>
              </w:rPr>
              <w:t xml:space="preserve"> </w:t>
            </w:r>
            <w:r w:rsidRPr="00011C55">
              <w:rPr>
                <w:rStyle w:val="Hyperlink"/>
                <w:rFonts w:hint="eastAsia"/>
                <w:noProof/>
                <w:rtl/>
              </w:rPr>
              <w:t>عبيد</w:t>
            </w:r>
            <w:r w:rsidRPr="00011C55">
              <w:rPr>
                <w:rStyle w:val="Hyperlink"/>
                <w:noProof/>
                <w:rtl/>
              </w:rPr>
              <w:t xml:space="preserve"> </w:t>
            </w:r>
            <w:r w:rsidRPr="00011C55">
              <w:rPr>
                <w:rStyle w:val="Hyperlink"/>
                <w:rFonts w:hint="eastAsia"/>
                <w:noProof/>
                <w:rtl/>
              </w:rPr>
              <w:t>الله</w:t>
            </w:r>
            <w:r w:rsidRPr="00011C55">
              <w:rPr>
                <w:rStyle w:val="Hyperlink"/>
                <w:noProof/>
                <w:rtl/>
              </w:rPr>
              <w:t xml:space="preserve"> </w:t>
            </w:r>
            <w:r w:rsidRPr="00011C55">
              <w:rPr>
                <w:rStyle w:val="Hyperlink"/>
                <w:rFonts w:hint="eastAsia"/>
                <w:noProof/>
                <w:rtl/>
              </w:rPr>
              <w:t>ثلاثة</w:t>
            </w:r>
            <w:r w:rsidRPr="00011C55">
              <w:rPr>
                <w:rStyle w:val="Hyperlink"/>
                <w:noProof/>
                <w:rtl/>
              </w:rPr>
              <w:t xml:space="preserve"> </w:t>
            </w:r>
            <w:r w:rsidRPr="00011C55">
              <w:rPr>
                <w:rStyle w:val="Hyperlink"/>
                <w:rFonts w:hint="eastAsia"/>
                <w:noProof/>
                <w:rtl/>
              </w:rPr>
              <w:t>رجال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Toc418412013 \h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2014"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الرابع</w:t>
            </w:r>
            <w:r w:rsidRPr="00011C55">
              <w:rPr>
                <w:rStyle w:val="Hyperlink"/>
                <w:noProof/>
                <w:rtl/>
              </w:rPr>
              <w:t xml:space="preserve"> </w:t>
            </w:r>
            <w:r w:rsidRPr="00011C55">
              <w:rPr>
                <w:rStyle w:val="Hyperlink"/>
                <w:rFonts w:hint="eastAsia"/>
                <w:noProof/>
                <w:rtl/>
              </w:rPr>
              <w:t>عبدالرحمان</w:t>
            </w:r>
            <w:r w:rsidRPr="00011C55">
              <w:rPr>
                <w:rStyle w:val="Hyperlink"/>
                <w:noProof/>
                <w:rtl/>
              </w:rPr>
              <w:t xml:space="preserve"> </w:t>
            </w:r>
            <w:r w:rsidRPr="00011C55">
              <w:rPr>
                <w:rStyle w:val="Hyperlink"/>
                <w:rFonts w:hint="eastAsia"/>
                <w:noProof/>
                <w:rtl/>
              </w:rPr>
              <w:t>أحد</w:t>
            </w:r>
            <w:r w:rsidRPr="00011C55">
              <w:rPr>
                <w:rStyle w:val="Hyperlink"/>
                <w:noProof/>
                <w:rtl/>
              </w:rPr>
              <w:t xml:space="preserve"> </w:t>
            </w:r>
            <w:r w:rsidRPr="00011C55">
              <w:rPr>
                <w:rStyle w:val="Hyperlink"/>
                <w:rFonts w:hint="eastAsia"/>
                <w:noProof/>
                <w:rtl/>
              </w:rPr>
              <w:t>عشر</w:t>
            </w:r>
            <w:r w:rsidRPr="00011C55">
              <w:rPr>
                <w:rStyle w:val="Hyperlink"/>
                <w:noProof/>
                <w:rtl/>
              </w:rPr>
              <w:t xml:space="preserve"> </w:t>
            </w:r>
            <w:r w:rsidRPr="00011C55">
              <w:rPr>
                <w:rStyle w:val="Hyperlink"/>
                <w:rFonts w:hint="eastAsia"/>
                <w:noProof/>
                <w:rtl/>
              </w:rPr>
              <w:t>رجلا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Toc418412014 \h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2015"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الخامس</w:t>
            </w:r>
            <w:r w:rsidRPr="00011C55">
              <w:rPr>
                <w:rStyle w:val="Hyperlink"/>
                <w:noProof/>
                <w:rtl/>
              </w:rPr>
              <w:t xml:space="preserve"> </w:t>
            </w:r>
            <w:r w:rsidRPr="00011C55">
              <w:rPr>
                <w:rStyle w:val="Hyperlink"/>
                <w:rFonts w:hint="eastAsia"/>
                <w:noProof/>
                <w:rtl/>
              </w:rPr>
              <w:t>عبدالملك</w:t>
            </w:r>
            <w:r w:rsidRPr="00011C55">
              <w:rPr>
                <w:rStyle w:val="Hyperlink"/>
                <w:noProof/>
                <w:rtl/>
              </w:rPr>
              <w:t xml:space="preserve"> </w:t>
            </w:r>
            <w:r w:rsidRPr="00011C55">
              <w:rPr>
                <w:rStyle w:val="Hyperlink"/>
                <w:rFonts w:hint="eastAsia"/>
                <w:noProof/>
                <w:rtl/>
              </w:rPr>
              <w:t>ثمانية</w:t>
            </w:r>
            <w:r w:rsidRPr="00011C55">
              <w:rPr>
                <w:rStyle w:val="Hyperlink"/>
                <w:noProof/>
                <w:rtl/>
              </w:rPr>
              <w:t xml:space="preserve"> </w:t>
            </w:r>
            <w:r w:rsidRPr="00011C55">
              <w:rPr>
                <w:rStyle w:val="Hyperlink"/>
                <w:rFonts w:hint="eastAsia"/>
                <w:noProof/>
                <w:rtl/>
              </w:rPr>
              <w:t>رجال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Toc418412015 \h</w:instrText>
            </w:r>
            <w:r>
              <w:rPr>
                <w:noProof/>
                <w:webHidden/>
                <w:rtl/>
              </w:rPr>
              <w:instrText xml:space="preserve"> </w:instrText>
            </w:r>
            <w:r>
              <w:rPr>
                <w:noProof/>
                <w:webHidden/>
                <w:rtl/>
              </w:rPr>
            </w:r>
            <w:r>
              <w:rPr>
                <w:noProof/>
                <w:webHidden/>
                <w:rtl/>
              </w:rPr>
              <w:fldChar w:fldCharType="separate"/>
            </w:r>
            <w:r>
              <w:rPr>
                <w:noProof/>
                <w:webHidden/>
                <w:rtl/>
              </w:rPr>
              <w:t>114</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2016"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السادس</w:t>
            </w:r>
            <w:r w:rsidRPr="00011C55">
              <w:rPr>
                <w:rStyle w:val="Hyperlink"/>
                <w:noProof/>
                <w:rtl/>
              </w:rPr>
              <w:t xml:space="preserve"> </w:t>
            </w:r>
            <w:r w:rsidRPr="00011C55">
              <w:rPr>
                <w:rStyle w:val="Hyperlink"/>
                <w:rFonts w:hint="eastAsia"/>
                <w:noProof/>
                <w:rtl/>
              </w:rPr>
              <w:t>عبدالحميد</w:t>
            </w:r>
            <w:r w:rsidRPr="00011C55">
              <w:rPr>
                <w:rStyle w:val="Hyperlink"/>
                <w:noProof/>
                <w:rtl/>
              </w:rPr>
              <w:t xml:space="preserve"> </w:t>
            </w:r>
            <w:r w:rsidRPr="00011C55">
              <w:rPr>
                <w:rStyle w:val="Hyperlink"/>
                <w:rFonts w:hint="eastAsia"/>
                <w:noProof/>
                <w:rtl/>
              </w:rPr>
              <w:t>ثلاثة</w:t>
            </w:r>
            <w:r w:rsidRPr="00011C55">
              <w:rPr>
                <w:rStyle w:val="Hyperlink"/>
                <w:noProof/>
                <w:rtl/>
              </w:rPr>
              <w:t xml:space="preserve"> </w:t>
            </w:r>
            <w:r w:rsidRPr="00011C55">
              <w:rPr>
                <w:rStyle w:val="Hyperlink"/>
                <w:rFonts w:hint="eastAsia"/>
                <w:noProof/>
                <w:rtl/>
              </w:rPr>
              <w:t>رجال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Toc418412016 \h</w:instrText>
            </w:r>
            <w:r>
              <w:rPr>
                <w:noProof/>
                <w:webHidden/>
                <w:rtl/>
              </w:rPr>
              <w:instrText xml:space="preserve"> </w:instrText>
            </w:r>
            <w:r>
              <w:rPr>
                <w:noProof/>
                <w:webHidden/>
                <w:rtl/>
              </w:rPr>
            </w:r>
            <w:r>
              <w:rPr>
                <w:noProof/>
                <w:webHidden/>
                <w:rtl/>
              </w:rPr>
              <w:fldChar w:fldCharType="separate"/>
            </w:r>
            <w:r>
              <w:rPr>
                <w:noProof/>
                <w:webHidden/>
                <w:rtl/>
              </w:rPr>
              <w:t>116</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2017"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السابع</w:t>
            </w:r>
            <w:r w:rsidRPr="00011C55">
              <w:rPr>
                <w:rStyle w:val="Hyperlink"/>
                <w:noProof/>
                <w:rtl/>
              </w:rPr>
              <w:t xml:space="preserve"> </w:t>
            </w:r>
            <w:r w:rsidRPr="00011C55">
              <w:rPr>
                <w:rStyle w:val="Hyperlink"/>
                <w:rFonts w:hint="eastAsia"/>
                <w:noProof/>
                <w:rtl/>
              </w:rPr>
              <w:t>عبدالعزيز</w:t>
            </w:r>
            <w:r w:rsidRPr="00011C55">
              <w:rPr>
                <w:rStyle w:val="Hyperlink"/>
                <w:noProof/>
                <w:rtl/>
              </w:rPr>
              <w:t xml:space="preserve"> </w:t>
            </w:r>
            <w:r w:rsidRPr="00011C55">
              <w:rPr>
                <w:rStyle w:val="Hyperlink"/>
                <w:rFonts w:hint="eastAsia"/>
                <w:noProof/>
                <w:rtl/>
              </w:rPr>
              <w:t>ثلاثة</w:t>
            </w:r>
            <w:r w:rsidRPr="00011C55">
              <w:rPr>
                <w:rStyle w:val="Hyperlink"/>
                <w:noProof/>
                <w:rtl/>
              </w:rPr>
              <w:t xml:space="preserve"> </w:t>
            </w:r>
            <w:r w:rsidRPr="00011C55">
              <w:rPr>
                <w:rStyle w:val="Hyperlink"/>
                <w:rFonts w:hint="eastAsia"/>
                <w:noProof/>
                <w:rtl/>
              </w:rPr>
              <w:t>رجال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Toc418412017 \h</w:instrText>
            </w:r>
            <w:r>
              <w:rPr>
                <w:noProof/>
                <w:webHidden/>
                <w:rtl/>
              </w:rPr>
              <w:instrText xml:space="preserve"> </w:instrText>
            </w:r>
            <w:r>
              <w:rPr>
                <w:noProof/>
                <w:webHidden/>
                <w:rtl/>
              </w:rPr>
            </w:r>
            <w:r>
              <w:rPr>
                <w:noProof/>
                <w:webHidden/>
                <w:rtl/>
              </w:rPr>
              <w:fldChar w:fldCharType="separate"/>
            </w:r>
            <w:r>
              <w:rPr>
                <w:noProof/>
                <w:webHidden/>
                <w:rtl/>
              </w:rPr>
              <w:t>116</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2018"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الثامن</w:t>
            </w:r>
            <w:r w:rsidRPr="00011C55">
              <w:rPr>
                <w:rStyle w:val="Hyperlink"/>
                <w:noProof/>
                <w:rtl/>
              </w:rPr>
              <w:t xml:space="preserve"> </w:t>
            </w:r>
            <w:r w:rsidRPr="00011C55">
              <w:rPr>
                <w:rStyle w:val="Hyperlink"/>
                <w:rFonts w:hint="eastAsia"/>
                <w:noProof/>
                <w:rtl/>
              </w:rPr>
              <w:t>عبدالسلام</w:t>
            </w:r>
            <w:r w:rsidRPr="00011C55">
              <w:rPr>
                <w:rStyle w:val="Hyperlink"/>
                <w:noProof/>
                <w:rtl/>
              </w:rPr>
              <w:t xml:space="preserve"> </w:t>
            </w:r>
            <w:r w:rsidRPr="00011C55">
              <w:rPr>
                <w:rStyle w:val="Hyperlink"/>
                <w:rFonts w:hint="eastAsia"/>
                <w:noProof/>
                <w:rtl/>
              </w:rPr>
              <w:t>ثلاثة</w:t>
            </w:r>
            <w:r w:rsidRPr="00011C55">
              <w:rPr>
                <w:rStyle w:val="Hyperlink"/>
                <w:noProof/>
                <w:rtl/>
              </w:rPr>
              <w:t xml:space="preserve"> </w:t>
            </w:r>
            <w:r w:rsidRPr="00011C55">
              <w:rPr>
                <w:rStyle w:val="Hyperlink"/>
                <w:rFonts w:hint="eastAsia"/>
                <w:noProof/>
                <w:rtl/>
              </w:rPr>
              <w:t>رجال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Toc418412018 \h</w:instrText>
            </w:r>
            <w:r>
              <w:rPr>
                <w:noProof/>
                <w:webHidden/>
                <w:rtl/>
              </w:rPr>
              <w:instrText xml:space="preserve"> </w:instrText>
            </w:r>
            <w:r>
              <w:rPr>
                <w:noProof/>
                <w:webHidden/>
                <w:rtl/>
              </w:rPr>
            </w:r>
            <w:r>
              <w:rPr>
                <w:noProof/>
                <w:webHidden/>
                <w:rtl/>
              </w:rPr>
              <w:fldChar w:fldCharType="separate"/>
            </w:r>
            <w:r>
              <w:rPr>
                <w:noProof/>
                <w:webHidden/>
                <w:rtl/>
              </w:rPr>
              <w:t>117</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2019"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التاسع</w:t>
            </w:r>
            <w:r w:rsidRPr="00011C55">
              <w:rPr>
                <w:rStyle w:val="Hyperlink"/>
                <w:noProof/>
                <w:rtl/>
              </w:rPr>
              <w:t xml:space="preserve"> </w:t>
            </w:r>
            <w:r w:rsidRPr="00011C55">
              <w:rPr>
                <w:rStyle w:val="Hyperlink"/>
                <w:rFonts w:hint="eastAsia"/>
                <w:noProof/>
                <w:rtl/>
              </w:rPr>
              <w:t>عبد</w:t>
            </w:r>
            <w:r w:rsidRPr="00011C55">
              <w:rPr>
                <w:rStyle w:val="Hyperlink"/>
                <w:noProof/>
                <w:rtl/>
              </w:rPr>
              <w:t xml:space="preserve"> </w:t>
            </w:r>
            <w:r w:rsidRPr="00011C55">
              <w:rPr>
                <w:rStyle w:val="Hyperlink"/>
                <w:rFonts w:hint="eastAsia"/>
                <w:noProof/>
                <w:rtl/>
              </w:rPr>
              <w:t>الغفار</w:t>
            </w:r>
            <w:r w:rsidRPr="00011C55">
              <w:rPr>
                <w:rStyle w:val="Hyperlink"/>
                <w:noProof/>
                <w:rtl/>
              </w:rPr>
              <w:t xml:space="preserve"> </w:t>
            </w:r>
            <w:r w:rsidRPr="00011C55">
              <w:rPr>
                <w:rStyle w:val="Hyperlink"/>
                <w:rFonts w:hint="eastAsia"/>
                <w:noProof/>
                <w:rtl/>
              </w:rPr>
              <w:t>رجلان</w:t>
            </w:r>
            <w:r w:rsidRPr="00011C55">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Toc418412019 \h</w:instrText>
            </w:r>
            <w:r>
              <w:rPr>
                <w:noProof/>
                <w:webHidden/>
                <w:rtl/>
              </w:rPr>
              <w:instrText xml:space="preserve"> </w:instrText>
            </w:r>
            <w:r>
              <w:rPr>
                <w:noProof/>
                <w:webHidden/>
                <w:rtl/>
              </w:rPr>
            </w:r>
            <w:r>
              <w:rPr>
                <w:noProof/>
                <w:webHidden/>
                <w:rtl/>
              </w:rPr>
              <w:fldChar w:fldCharType="separate"/>
            </w:r>
            <w:r>
              <w:rPr>
                <w:noProof/>
                <w:webHidden/>
                <w:rtl/>
              </w:rPr>
              <w:t>117</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2020"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العاشر</w:t>
            </w:r>
            <w:r w:rsidRPr="00011C55">
              <w:rPr>
                <w:rStyle w:val="Hyperlink"/>
                <w:noProof/>
                <w:rtl/>
              </w:rPr>
              <w:t xml:space="preserve"> </w:t>
            </w:r>
            <w:r w:rsidRPr="00011C55">
              <w:rPr>
                <w:rStyle w:val="Hyperlink"/>
                <w:rFonts w:hint="eastAsia"/>
                <w:noProof/>
                <w:rtl/>
              </w:rPr>
              <w:t>العباس</w:t>
            </w:r>
            <w:r w:rsidRPr="00011C55">
              <w:rPr>
                <w:rStyle w:val="Hyperlink"/>
                <w:noProof/>
                <w:rtl/>
              </w:rPr>
              <w:t xml:space="preserve"> </w:t>
            </w:r>
            <w:r w:rsidRPr="00011C55">
              <w:rPr>
                <w:rStyle w:val="Hyperlink"/>
                <w:rFonts w:hint="eastAsia"/>
                <w:noProof/>
                <w:rtl/>
              </w:rPr>
              <w:t>عشرة</w:t>
            </w:r>
            <w:r w:rsidRPr="00011C55">
              <w:rPr>
                <w:rStyle w:val="Hyperlink"/>
                <w:noProof/>
                <w:rtl/>
              </w:rPr>
              <w:t xml:space="preserve"> </w:t>
            </w:r>
            <w:r w:rsidRPr="00011C55">
              <w:rPr>
                <w:rStyle w:val="Hyperlink"/>
                <w:rFonts w:hint="eastAsia"/>
                <w:noProof/>
                <w:rtl/>
              </w:rPr>
              <w:t>رجال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Toc418412020 \h</w:instrText>
            </w:r>
            <w:r>
              <w:rPr>
                <w:noProof/>
                <w:webHidden/>
                <w:rtl/>
              </w:rPr>
              <w:instrText xml:space="preserve"> </w:instrText>
            </w:r>
            <w:r>
              <w:rPr>
                <w:noProof/>
                <w:webHidden/>
                <w:rtl/>
              </w:rPr>
            </w:r>
            <w:r>
              <w:rPr>
                <w:noProof/>
                <w:webHidden/>
                <w:rtl/>
              </w:rPr>
              <w:fldChar w:fldCharType="separate"/>
            </w:r>
            <w:r>
              <w:rPr>
                <w:noProof/>
                <w:webHidden/>
                <w:rtl/>
              </w:rPr>
              <w:t>118</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2021"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الحادي</w:t>
            </w:r>
            <w:r w:rsidRPr="00011C55">
              <w:rPr>
                <w:rStyle w:val="Hyperlink"/>
                <w:noProof/>
                <w:rtl/>
              </w:rPr>
              <w:t xml:space="preserve"> </w:t>
            </w:r>
            <w:r w:rsidRPr="00011C55">
              <w:rPr>
                <w:rStyle w:val="Hyperlink"/>
                <w:rFonts w:hint="eastAsia"/>
                <w:noProof/>
                <w:rtl/>
              </w:rPr>
              <w:t>عشر</w:t>
            </w:r>
            <w:r w:rsidRPr="00011C55">
              <w:rPr>
                <w:rStyle w:val="Hyperlink"/>
                <w:noProof/>
                <w:rtl/>
              </w:rPr>
              <w:t xml:space="preserve"> </w:t>
            </w:r>
            <w:r w:rsidRPr="00011C55">
              <w:rPr>
                <w:rStyle w:val="Hyperlink"/>
                <w:rFonts w:hint="eastAsia"/>
                <w:noProof/>
                <w:rtl/>
              </w:rPr>
              <w:t>عمر</w:t>
            </w:r>
            <w:r w:rsidRPr="00011C55">
              <w:rPr>
                <w:rStyle w:val="Hyperlink"/>
                <w:noProof/>
                <w:rtl/>
              </w:rPr>
              <w:t xml:space="preserve"> </w:t>
            </w:r>
            <w:r w:rsidRPr="00011C55">
              <w:rPr>
                <w:rStyle w:val="Hyperlink"/>
                <w:rFonts w:hint="eastAsia"/>
                <w:noProof/>
                <w:rtl/>
              </w:rPr>
              <w:t>تسعة</w:t>
            </w:r>
            <w:r w:rsidRPr="00011C55">
              <w:rPr>
                <w:rStyle w:val="Hyperlink"/>
                <w:noProof/>
                <w:rtl/>
              </w:rPr>
              <w:t xml:space="preserve"> </w:t>
            </w:r>
            <w:r w:rsidRPr="00011C55">
              <w:rPr>
                <w:rStyle w:val="Hyperlink"/>
                <w:rFonts w:hint="eastAsia"/>
                <w:noProof/>
                <w:rtl/>
              </w:rPr>
              <w:t>رجال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Toc418412021 \h</w:instrText>
            </w:r>
            <w:r>
              <w:rPr>
                <w:noProof/>
                <w:webHidden/>
                <w:rtl/>
              </w:rPr>
              <w:instrText xml:space="preserve"> </w:instrText>
            </w:r>
            <w:r>
              <w:rPr>
                <w:noProof/>
                <w:webHidden/>
                <w:rtl/>
              </w:rPr>
            </w:r>
            <w:r>
              <w:rPr>
                <w:noProof/>
                <w:webHidden/>
                <w:rtl/>
              </w:rPr>
              <w:fldChar w:fldCharType="separate"/>
            </w:r>
            <w:r>
              <w:rPr>
                <w:noProof/>
                <w:webHidden/>
                <w:rtl/>
              </w:rPr>
              <w:t>119</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2022"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الثاني</w:t>
            </w:r>
            <w:r w:rsidRPr="00011C55">
              <w:rPr>
                <w:rStyle w:val="Hyperlink"/>
                <w:noProof/>
                <w:rtl/>
              </w:rPr>
              <w:t xml:space="preserve"> </w:t>
            </w:r>
            <w:r w:rsidRPr="00011C55">
              <w:rPr>
                <w:rStyle w:val="Hyperlink"/>
                <w:rFonts w:hint="eastAsia"/>
                <w:noProof/>
                <w:rtl/>
              </w:rPr>
              <w:t>عشر</w:t>
            </w:r>
            <w:r w:rsidRPr="00011C55">
              <w:rPr>
                <w:rStyle w:val="Hyperlink"/>
                <w:noProof/>
                <w:rtl/>
              </w:rPr>
              <w:t xml:space="preserve"> </w:t>
            </w:r>
            <w:r w:rsidRPr="00011C55">
              <w:rPr>
                <w:rStyle w:val="Hyperlink"/>
                <w:rFonts w:hint="eastAsia"/>
                <w:noProof/>
                <w:rtl/>
              </w:rPr>
              <w:t>عمرو</w:t>
            </w:r>
            <w:r w:rsidRPr="00011C55">
              <w:rPr>
                <w:rStyle w:val="Hyperlink"/>
                <w:noProof/>
                <w:rtl/>
              </w:rPr>
              <w:t xml:space="preserve"> </w:t>
            </w:r>
            <w:r w:rsidRPr="00011C55">
              <w:rPr>
                <w:rStyle w:val="Hyperlink"/>
                <w:rFonts w:hint="eastAsia"/>
                <w:noProof/>
                <w:rtl/>
              </w:rPr>
              <w:t>أحد</w:t>
            </w:r>
            <w:r w:rsidRPr="00011C55">
              <w:rPr>
                <w:rStyle w:val="Hyperlink"/>
                <w:noProof/>
                <w:rtl/>
              </w:rPr>
              <w:t xml:space="preserve"> </w:t>
            </w:r>
            <w:r w:rsidRPr="00011C55">
              <w:rPr>
                <w:rStyle w:val="Hyperlink"/>
                <w:rFonts w:hint="eastAsia"/>
                <w:noProof/>
                <w:rtl/>
              </w:rPr>
              <w:t>عشر</w:t>
            </w:r>
            <w:r w:rsidRPr="00011C55">
              <w:rPr>
                <w:rStyle w:val="Hyperlink"/>
                <w:noProof/>
                <w:rtl/>
              </w:rPr>
              <w:t xml:space="preserve"> </w:t>
            </w:r>
            <w:r w:rsidRPr="00011C55">
              <w:rPr>
                <w:rStyle w:val="Hyperlink"/>
                <w:rFonts w:hint="eastAsia"/>
                <w:noProof/>
                <w:rtl/>
              </w:rPr>
              <w:t>رجلا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Toc418412022 \h</w:instrText>
            </w:r>
            <w:r>
              <w:rPr>
                <w:noProof/>
                <w:webHidden/>
                <w:rtl/>
              </w:rPr>
              <w:instrText xml:space="preserve"> </w:instrText>
            </w:r>
            <w:r>
              <w:rPr>
                <w:noProof/>
                <w:webHidden/>
                <w:rtl/>
              </w:rPr>
            </w:r>
            <w:r>
              <w:rPr>
                <w:noProof/>
                <w:webHidden/>
                <w:rtl/>
              </w:rPr>
              <w:fldChar w:fldCharType="separate"/>
            </w:r>
            <w:r>
              <w:rPr>
                <w:noProof/>
                <w:webHidden/>
                <w:rtl/>
              </w:rPr>
              <w:t>120</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2023"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الثالث</w:t>
            </w:r>
            <w:r w:rsidRPr="00011C55">
              <w:rPr>
                <w:rStyle w:val="Hyperlink"/>
                <w:noProof/>
                <w:rtl/>
              </w:rPr>
              <w:t xml:space="preserve"> </w:t>
            </w:r>
            <w:r w:rsidRPr="00011C55">
              <w:rPr>
                <w:rStyle w:val="Hyperlink"/>
                <w:rFonts w:hint="eastAsia"/>
                <w:noProof/>
                <w:rtl/>
              </w:rPr>
              <w:t>عشر</w:t>
            </w:r>
            <w:r w:rsidRPr="00011C55">
              <w:rPr>
                <w:rStyle w:val="Hyperlink"/>
                <w:noProof/>
                <w:rtl/>
              </w:rPr>
              <w:t xml:space="preserve"> </w:t>
            </w:r>
            <w:r w:rsidRPr="00011C55">
              <w:rPr>
                <w:rStyle w:val="Hyperlink"/>
                <w:rFonts w:hint="eastAsia"/>
                <w:noProof/>
                <w:rtl/>
              </w:rPr>
              <w:t>عيسى</w:t>
            </w:r>
            <w:r w:rsidRPr="00011C55">
              <w:rPr>
                <w:rStyle w:val="Hyperlink"/>
                <w:noProof/>
                <w:rtl/>
              </w:rPr>
              <w:t xml:space="preserve"> </w:t>
            </w:r>
            <w:r w:rsidRPr="00011C55">
              <w:rPr>
                <w:rStyle w:val="Hyperlink"/>
                <w:rFonts w:hint="eastAsia"/>
                <w:noProof/>
                <w:rtl/>
              </w:rPr>
              <w:t>سبعة</w:t>
            </w:r>
            <w:r w:rsidRPr="00011C55">
              <w:rPr>
                <w:rStyle w:val="Hyperlink"/>
                <w:noProof/>
                <w:rtl/>
              </w:rPr>
              <w:t xml:space="preserve"> </w:t>
            </w:r>
            <w:r w:rsidRPr="00011C55">
              <w:rPr>
                <w:rStyle w:val="Hyperlink"/>
                <w:rFonts w:hint="eastAsia"/>
                <w:noProof/>
                <w:rtl/>
              </w:rPr>
              <w:t>رجال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Toc418412023 \h</w:instrText>
            </w:r>
            <w:r>
              <w:rPr>
                <w:noProof/>
                <w:webHidden/>
                <w:rtl/>
              </w:rPr>
              <w:instrText xml:space="preserve"> </w:instrText>
            </w:r>
            <w:r>
              <w:rPr>
                <w:noProof/>
                <w:webHidden/>
                <w:rtl/>
              </w:rPr>
            </w:r>
            <w:r>
              <w:rPr>
                <w:noProof/>
                <w:webHidden/>
                <w:rtl/>
              </w:rPr>
              <w:fldChar w:fldCharType="separate"/>
            </w:r>
            <w:r>
              <w:rPr>
                <w:noProof/>
                <w:webHidden/>
                <w:rtl/>
              </w:rPr>
              <w:t>121</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2024"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الرابع</w:t>
            </w:r>
            <w:r w:rsidRPr="00011C55">
              <w:rPr>
                <w:rStyle w:val="Hyperlink"/>
                <w:noProof/>
                <w:rtl/>
              </w:rPr>
              <w:t xml:space="preserve"> </w:t>
            </w:r>
            <w:r w:rsidRPr="00011C55">
              <w:rPr>
                <w:rStyle w:val="Hyperlink"/>
                <w:rFonts w:hint="eastAsia"/>
                <w:noProof/>
                <w:rtl/>
              </w:rPr>
              <w:t>عشر</w:t>
            </w:r>
            <w:r w:rsidRPr="00011C55">
              <w:rPr>
                <w:rStyle w:val="Hyperlink"/>
                <w:noProof/>
                <w:rtl/>
              </w:rPr>
              <w:t xml:space="preserve"> </w:t>
            </w:r>
            <w:r w:rsidRPr="00011C55">
              <w:rPr>
                <w:rStyle w:val="Hyperlink"/>
                <w:rFonts w:hint="eastAsia"/>
                <w:noProof/>
                <w:rtl/>
              </w:rPr>
              <w:t>العلا</w:t>
            </w:r>
            <w:r w:rsidRPr="00011C55">
              <w:rPr>
                <w:rStyle w:val="Hyperlink"/>
                <w:noProof/>
                <w:rtl/>
              </w:rPr>
              <w:t xml:space="preserve"> </w:t>
            </w:r>
            <w:r w:rsidRPr="00011C55">
              <w:rPr>
                <w:rStyle w:val="Hyperlink"/>
                <w:rFonts w:hint="eastAsia"/>
                <w:noProof/>
                <w:rtl/>
              </w:rPr>
              <w:t>أربعة</w:t>
            </w:r>
            <w:r w:rsidRPr="00011C55">
              <w:rPr>
                <w:rStyle w:val="Hyperlink"/>
                <w:noProof/>
                <w:rtl/>
              </w:rPr>
              <w:t xml:space="preserve"> </w:t>
            </w:r>
            <w:r w:rsidRPr="00011C55">
              <w:rPr>
                <w:rStyle w:val="Hyperlink"/>
                <w:rFonts w:hint="eastAsia"/>
                <w:noProof/>
                <w:rtl/>
              </w:rPr>
              <w:t>رجال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Toc418412024 \h</w:instrText>
            </w:r>
            <w:r>
              <w:rPr>
                <w:noProof/>
                <w:webHidden/>
                <w:rtl/>
              </w:rPr>
              <w:instrText xml:space="preserve"> </w:instrText>
            </w:r>
            <w:r>
              <w:rPr>
                <w:noProof/>
                <w:webHidden/>
                <w:rtl/>
              </w:rPr>
            </w:r>
            <w:r>
              <w:rPr>
                <w:noProof/>
                <w:webHidden/>
                <w:rtl/>
              </w:rPr>
              <w:fldChar w:fldCharType="separate"/>
            </w:r>
            <w:r>
              <w:rPr>
                <w:noProof/>
                <w:webHidden/>
                <w:rtl/>
              </w:rPr>
              <w:t>123</w:t>
            </w:r>
            <w:r>
              <w:rPr>
                <w:noProof/>
                <w:webHidden/>
                <w:rtl/>
              </w:rPr>
              <w:fldChar w:fldCharType="end"/>
            </w:r>
          </w:hyperlink>
        </w:p>
        <w:p w:rsidR="0067321F" w:rsidRPr="0067321F" w:rsidRDefault="0067321F" w:rsidP="0067321F">
          <w:pPr>
            <w:pStyle w:val="libNormal"/>
            <w:rPr>
              <w:rStyle w:val="Hyperlink"/>
              <w:noProof/>
              <w:u w:val="none"/>
            </w:rPr>
          </w:pPr>
          <w:r w:rsidRPr="0067321F">
            <w:rPr>
              <w:rStyle w:val="Hyperlink"/>
              <w:noProof/>
              <w:u w:val="none"/>
            </w:rPr>
            <w:br w:type="page"/>
          </w:r>
        </w:p>
        <w:p w:rsidR="0067321F" w:rsidRDefault="0067321F">
          <w:pPr>
            <w:pStyle w:val="TOC3"/>
            <w:rPr>
              <w:rFonts w:asciiTheme="minorHAnsi" w:eastAsiaTheme="minorEastAsia" w:hAnsiTheme="minorHAnsi" w:cstheme="minorBidi"/>
              <w:noProof/>
              <w:color w:val="auto"/>
              <w:sz w:val="22"/>
              <w:szCs w:val="22"/>
              <w:rtl/>
            </w:rPr>
          </w:pPr>
          <w:hyperlink w:anchor="_Toc418412025"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الخامس</w:t>
            </w:r>
            <w:r w:rsidRPr="00011C55">
              <w:rPr>
                <w:rStyle w:val="Hyperlink"/>
                <w:noProof/>
                <w:rtl/>
              </w:rPr>
              <w:t xml:space="preserve"> </w:t>
            </w:r>
            <w:r w:rsidRPr="00011C55">
              <w:rPr>
                <w:rStyle w:val="Hyperlink"/>
                <w:rFonts w:hint="eastAsia"/>
                <w:noProof/>
                <w:rtl/>
              </w:rPr>
              <w:t>عشر</w:t>
            </w:r>
            <w:r w:rsidRPr="00011C55">
              <w:rPr>
                <w:rStyle w:val="Hyperlink"/>
                <w:noProof/>
                <w:rtl/>
              </w:rPr>
              <w:t xml:space="preserve"> </w:t>
            </w:r>
            <w:r w:rsidRPr="00011C55">
              <w:rPr>
                <w:rStyle w:val="Hyperlink"/>
                <w:rFonts w:hint="eastAsia"/>
                <w:noProof/>
                <w:rtl/>
              </w:rPr>
              <w:t>عامر</w:t>
            </w:r>
            <w:r w:rsidRPr="00011C55">
              <w:rPr>
                <w:rStyle w:val="Hyperlink"/>
                <w:noProof/>
                <w:rtl/>
              </w:rPr>
              <w:t xml:space="preserve"> </w:t>
            </w:r>
            <w:r w:rsidRPr="00011C55">
              <w:rPr>
                <w:rStyle w:val="Hyperlink"/>
                <w:rFonts w:hint="eastAsia"/>
                <w:noProof/>
                <w:rtl/>
              </w:rPr>
              <w:t>رجلان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Toc418412025 \h</w:instrText>
            </w:r>
            <w:r>
              <w:rPr>
                <w:noProof/>
                <w:webHidden/>
                <w:rtl/>
              </w:rPr>
              <w:instrText xml:space="preserve"> </w:instrText>
            </w:r>
            <w:r>
              <w:rPr>
                <w:noProof/>
                <w:webHidden/>
                <w:rtl/>
              </w:rPr>
            </w:r>
            <w:r>
              <w:rPr>
                <w:noProof/>
                <w:webHidden/>
                <w:rtl/>
              </w:rPr>
              <w:fldChar w:fldCharType="separate"/>
            </w:r>
            <w:r>
              <w:rPr>
                <w:noProof/>
                <w:webHidden/>
                <w:rtl/>
              </w:rPr>
              <w:t>124</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2026"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السادس</w:t>
            </w:r>
            <w:r w:rsidRPr="00011C55">
              <w:rPr>
                <w:rStyle w:val="Hyperlink"/>
                <w:noProof/>
                <w:rtl/>
              </w:rPr>
              <w:t xml:space="preserve"> </w:t>
            </w:r>
            <w:r w:rsidRPr="00011C55">
              <w:rPr>
                <w:rStyle w:val="Hyperlink"/>
                <w:rFonts w:hint="eastAsia"/>
                <w:noProof/>
                <w:rtl/>
              </w:rPr>
              <w:t>عشر</w:t>
            </w:r>
            <w:r w:rsidRPr="00011C55">
              <w:rPr>
                <w:rStyle w:val="Hyperlink"/>
                <w:noProof/>
                <w:rtl/>
              </w:rPr>
              <w:t xml:space="preserve"> </w:t>
            </w:r>
            <w:r w:rsidRPr="00011C55">
              <w:rPr>
                <w:rStyle w:val="Hyperlink"/>
                <w:rFonts w:hint="eastAsia"/>
                <w:noProof/>
                <w:rtl/>
              </w:rPr>
              <w:t>عمران</w:t>
            </w:r>
            <w:r w:rsidRPr="00011C55">
              <w:rPr>
                <w:rStyle w:val="Hyperlink"/>
                <w:noProof/>
                <w:rtl/>
              </w:rPr>
              <w:t xml:space="preserve"> </w:t>
            </w:r>
            <w:r w:rsidRPr="00011C55">
              <w:rPr>
                <w:rStyle w:val="Hyperlink"/>
                <w:rFonts w:hint="eastAsia"/>
                <w:noProof/>
                <w:rtl/>
              </w:rPr>
              <w:t>سبعة</w:t>
            </w:r>
            <w:r w:rsidRPr="00011C55">
              <w:rPr>
                <w:rStyle w:val="Hyperlink"/>
                <w:noProof/>
                <w:rtl/>
              </w:rPr>
              <w:t xml:space="preserve"> </w:t>
            </w:r>
            <w:r w:rsidRPr="00011C55">
              <w:rPr>
                <w:rStyle w:val="Hyperlink"/>
                <w:rFonts w:hint="eastAsia"/>
                <w:noProof/>
                <w:rtl/>
              </w:rPr>
              <w:t>رجال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Toc418412026 \h</w:instrText>
            </w:r>
            <w:r>
              <w:rPr>
                <w:noProof/>
                <w:webHidden/>
                <w:rtl/>
              </w:rPr>
              <w:instrText xml:space="preserve"> </w:instrText>
            </w:r>
            <w:r>
              <w:rPr>
                <w:noProof/>
                <w:webHidden/>
                <w:rtl/>
              </w:rPr>
            </w:r>
            <w:r>
              <w:rPr>
                <w:noProof/>
                <w:webHidden/>
                <w:rtl/>
              </w:rPr>
              <w:fldChar w:fldCharType="separate"/>
            </w:r>
            <w:r>
              <w:rPr>
                <w:noProof/>
                <w:webHidden/>
                <w:rtl/>
              </w:rPr>
              <w:t>124</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2027"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السابع</w:t>
            </w:r>
            <w:r w:rsidRPr="00011C55">
              <w:rPr>
                <w:rStyle w:val="Hyperlink"/>
                <w:noProof/>
                <w:rtl/>
              </w:rPr>
              <w:t xml:space="preserve"> </w:t>
            </w:r>
            <w:r w:rsidRPr="00011C55">
              <w:rPr>
                <w:rStyle w:val="Hyperlink"/>
                <w:rFonts w:hint="eastAsia"/>
                <w:noProof/>
                <w:rtl/>
              </w:rPr>
              <w:t>عشر</w:t>
            </w:r>
            <w:r w:rsidRPr="00011C55">
              <w:rPr>
                <w:rStyle w:val="Hyperlink"/>
                <w:noProof/>
                <w:rtl/>
              </w:rPr>
              <w:t xml:space="preserve"> </w:t>
            </w:r>
            <w:r w:rsidRPr="00011C55">
              <w:rPr>
                <w:rStyle w:val="Hyperlink"/>
                <w:rFonts w:hint="eastAsia"/>
                <w:noProof/>
                <w:rtl/>
              </w:rPr>
              <w:t>عاصم</w:t>
            </w:r>
            <w:r w:rsidRPr="00011C55">
              <w:rPr>
                <w:rStyle w:val="Hyperlink"/>
                <w:noProof/>
                <w:rtl/>
              </w:rPr>
              <w:t xml:space="preserve"> </w:t>
            </w:r>
            <w:r w:rsidRPr="00011C55">
              <w:rPr>
                <w:rStyle w:val="Hyperlink"/>
                <w:rFonts w:hint="eastAsia"/>
                <w:noProof/>
                <w:rtl/>
              </w:rPr>
              <w:t>رجلان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Toc418412027 \h</w:instrText>
            </w:r>
            <w:r>
              <w:rPr>
                <w:noProof/>
                <w:webHidden/>
                <w:rtl/>
              </w:rPr>
              <w:instrText xml:space="preserve"> </w:instrText>
            </w:r>
            <w:r>
              <w:rPr>
                <w:noProof/>
                <w:webHidden/>
                <w:rtl/>
              </w:rPr>
            </w:r>
            <w:r>
              <w:rPr>
                <w:noProof/>
                <w:webHidden/>
                <w:rtl/>
              </w:rPr>
              <w:fldChar w:fldCharType="separate"/>
            </w:r>
            <w:r>
              <w:rPr>
                <w:noProof/>
                <w:webHidden/>
                <w:rtl/>
              </w:rPr>
              <w:t>125</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2028"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الثامن</w:t>
            </w:r>
            <w:r w:rsidRPr="00011C55">
              <w:rPr>
                <w:rStyle w:val="Hyperlink"/>
                <w:noProof/>
                <w:rtl/>
              </w:rPr>
              <w:t xml:space="preserve"> </w:t>
            </w:r>
            <w:r w:rsidRPr="00011C55">
              <w:rPr>
                <w:rStyle w:val="Hyperlink"/>
                <w:rFonts w:hint="eastAsia"/>
                <w:noProof/>
                <w:rtl/>
              </w:rPr>
              <w:t>عشر</w:t>
            </w:r>
            <w:r w:rsidRPr="00011C55">
              <w:rPr>
                <w:rStyle w:val="Hyperlink"/>
                <w:noProof/>
                <w:rtl/>
              </w:rPr>
              <w:t xml:space="preserve"> </w:t>
            </w:r>
            <w:r w:rsidRPr="00011C55">
              <w:rPr>
                <w:rStyle w:val="Hyperlink"/>
                <w:rFonts w:hint="eastAsia"/>
                <w:noProof/>
                <w:rtl/>
              </w:rPr>
              <w:t>عثمان</w:t>
            </w:r>
            <w:r w:rsidRPr="00011C55">
              <w:rPr>
                <w:rStyle w:val="Hyperlink"/>
                <w:noProof/>
                <w:rtl/>
              </w:rPr>
              <w:t xml:space="preserve"> </w:t>
            </w:r>
            <w:r w:rsidRPr="00011C55">
              <w:rPr>
                <w:rStyle w:val="Hyperlink"/>
                <w:rFonts w:hint="eastAsia"/>
                <w:noProof/>
                <w:rtl/>
              </w:rPr>
              <w:t>ثلاثة</w:t>
            </w:r>
            <w:r w:rsidRPr="00011C55">
              <w:rPr>
                <w:rStyle w:val="Hyperlink"/>
                <w:noProof/>
                <w:rtl/>
              </w:rPr>
              <w:t xml:space="preserve"> </w:t>
            </w:r>
            <w:r w:rsidRPr="00011C55">
              <w:rPr>
                <w:rStyle w:val="Hyperlink"/>
                <w:rFonts w:hint="eastAsia"/>
                <w:noProof/>
                <w:rtl/>
              </w:rPr>
              <w:t>رجال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Toc418412028 \h</w:instrText>
            </w:r>
            <w:r>
              <w:rPr>
                <w:noProof/>
                <w:webHidden/>
                <w:rtl/>
              </w:rPr>
              <w:instrText xml:space="preserve"> </w:instrText>
            </w:r>
            <w:r>
              <w:rPr>
                <w:noProof/>
                <w:webHidden/>
                <w:rtl/>
              </w:rPr>
            </w:r>
            <w:r>
              <w:rPr>
                <w:noProof/>
                <w:webHidden/>
                <w:rtl/>
              </w:rPr>
              <w:fldChar w:fldCharType="separate"/>
            </w:r>
            <w:r>
              <w:rPr>
                <w:noProof/>
                <w:webHidden/>
                <w:rtl/>
              </w:rPr>
              <w:t>125</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2029"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التاسع</w:t>
            </w:r>
            <w:r w:rsidRPr="00011C55">
              <w:rPr>
                <w:rStyle w:val="Hyperlink"/>
                <w:noProof/>
                <w:rtl/>
              </w:rPr>
              <w:t xml:space="preserve"> </w:t>
            </w:r>
            <w:r w:rsidRPr="00011C55">
              <w:rPr>
                <w:rStyle w:val="Hyperlink"/>
                <w:rFonts w:hint="eastAsia"/>
                <w:noProof/>
                <w:rtl/>
              </w:rPr>
              <w:t>عشر</w:t>
            </w:r>
            <w:r w:rsidRPr="00011C55">
              <w:rPr>
                <w:rStyle w:val="Hyperlink"/>
                <w:noProof/>
                <w:rtl/>
              </w:rPr>
              <w:t xml:space="preserve"> </w:t>
            </w:r>
            <w:r w:rsidRPr="00011C55">
              <w:rPr>
                <w:rStyle w:val="Hyperlink"/>
                <w:rFonts w:hint="eastAsia"/>
                <w:noProof/>
                <w:rtl/>
              </w:rPr>
              <w:t>عقبة</w:t>
            </w:r>
            <w:r w:rsidRPr="00011C55">
              <w:rPr>
                <w:rStyle w:val="Hyperlink"/>
                <w:noProof/>
                <w:rtl/>
              </w:rPr>
              <w:t xml:space="preserve"> </w:t>
            </w:r>
            <w:r w:rsidRPr="00011C55">
              <w:rPr>
                <w:rStyle w:val="Hyperlink"/>
                <w:rFonts w:hint="eastAsia"/>
                <w:noProof/>
                <w:rtl/>
              </w:rPr>
              <w:t>رجلان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Toc418412029 \h</w:instrText>
            </w:r>
            <w:r>
              <w:rPr>
                <w:noProof/>
                <w:webHidden/>
                <w:rtl/>
              </w:rPr>
              <w:instrText xml:space="preserve"> </w:instrText>
            </w:r>
            <w:r>
              <w:rPr>
                <w:noProof/>
                <w:webHidden/>
                <w:rtl/>
              </w:rPr>
            </w:r>
            <w:r>
              <w:rPr>
                <w:noProof/>
                <w:webHidden/>
                <w:rtl/>
              </w:rPr>
              <w:fldChar w:fldCharType="separate"/>
            </w:r>
            <w:r>
              <w:rPr>
                <w:noProof/>
                <w:webHidden/>
                <w:rtl/>
              </w:rPr>
              <w:t>126</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2030"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العشرون</w:t>
            </w:r>
            <w:r w:rsidRPr="00011C55">
              <w:rPr>
                <w:rStyle w:val="Hyperlink"/>
                <w:noProof/>
                <w:rtl/>
              </w:rPr>
              <w:t xml:space="preserve"> </w:t>
            </w:r>
            <w:r w:rsidRPr="00011C55">
              <w:rPr>
                <w:rStyle w:val="Hyperlink"/>
                <w:rFonts w:hint="eastAsia"/>
                <w:noProof/>
                <w:rtl/>
              </w:rPr>
              <w:t>عبدالاعلى</w:t>
            </w:r>
            <w:r w:rsidRPr="00011C55">
              <w:rPr>
                <w:rStyle w:val="Hyperlink"/>
                <w:noProof/>
                <w:rtl/>
              </w:rPr>
              <w:t xml:space="preserve"> </w:t>
            </w:r>
            <w:r w:rsidRPr="00011C55">
              <w:rPr>
                <w:rStyle w:val="Hyperlink"/>
                <w:rFonts w:hint="eastAsia"/>
                <w:noProof/>
                <w:rtl/>
              </w:rPr>
              <w:t>رجلان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Toc418412030 \h</w:instrText>
            </w:r>
            <w:r>
              <w:rPr>
                <w:noProof/>
                <w:webHidden/>
                <w:rtl/>
              </w:rPr>
              <w:instrText xml:space="preserve"> </w:instrText>
            </w:r>
            <w:r>
              <w:rPr>
                <w:noProof/>
                <w:webHidden/>
                <w:rtl/>
              </w:rPr>
            </w:r>
            <w:r>
              <w:rPr>
                <w:noProof/>
                <w:webHidden/>
                <w:rtl/>
              </w:rPr>
              <w:fldChar w:fldCharType="separate"/>
            </w:r>
            <w:r>
              <w:rPr>
                <w:noProof/>
                <w:webHidden/>
                <w:rtl/>
              </w:rPr>
              <w:t>127</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2031"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الحادي</w:t>
            </w:r>
            <w:r w:rsidRPr="00011C55">
              <w:rPr>
                <w:rStyle w:val="Hyperlink"/>
                <w:noProof/>
                <w:rtl/>
              </w:rPr>
              <w:t xml:space="preserve"> </w:t>
            </w:r>
            <w:r w:rsidRPr="00011C55">
              <w:rPr>
                <w:rStyle w:val="Hyperlink"/>
                <w:rFonts w:hint="eastAsia"/>
                <w:noProof/>
                <w:rtl/>
              </w:rPr>
              <w:t>والعشرون</w:t>
            </w:r>
            <w:r w:rsidRPr="00011C55">
              <w:rPr>
                <w:rStyle w:val="Hyperlink"/>
                <w:noProof/>
                <w:rtl/>
              </w:rPr>
              <w:t xml:space="preserve"> </w:t>
            </w:r>
            <w:r w:rsidRPr="00011C55">
              <w:rPr>
                <w:rStyle w:val="Hyperlink"/>
                <w:rFonts w:hint="eastAsia"/>
                <w:noProof/>
                <w:rtl/>
              </w:rPr>
              <w:t>عبيد</w:t>
            </w:r>
            <w:r w:rsidRPr="00011C55">
              <w:rPr>
                <w:rStyle w:val="Hyperlink"/>
                <w:noProof/>
                <w:rtl/>
              </w:rPr>
              <w:t xml:space="preserve"> </w:t>
            </w:r>
            <w:r w:rsidRPr="00011C55">
              <w:rPr>
                <w:rStyle w:val="Hyperlink"/>
                <w:rFonts w:hint="eastAsia"/>
                <w:noProof/>
                <w:rtl/>
              </w:rPr>
              <w:t>ثلاثة</w:t>
            </w:r>
            <w:r w:rsidRPr="00011C55">
              <w:rPr>
                <w:rStyle w:val="Hyperlink"/>
                <w:noProof/>
                <w:rtl/>
              </w:rPr>
              <w:t xml:space="preserve"> </w:t>
            </w:r>
            <w:r w:rsidRPr="00011C55">
              <w:rPr>
                <w:rStyle w:val="Hyperlink"/>
                <w:rFonts w:hint="eastAsia"/>
                <w:noProof/>
                <w:rtl/>
              </w:rPr>
              <w:t>رجال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Toc418412031 \h</w:instrText>
            </w:r>
            <w:r>
              <w:rPr>
                <w:noProof/>
                <w:webHidden/>
                <w:rtl/>
              </w:rPr>
              <w:instrText xml:space="preserve"> </w:instrText>
            </w:r>
            <w:r>
              <w:rPr>
                <w:noProof/>
                <w:webHidden/>
                <w:rtl/>
              </w:rPr>
            </w:r>
            <w:r>
              <w:rPr>
                <w:noProof/>
                <w:webHidden/>
                <w:rtl/>
              </w:rPr>
              <w:fldChar w:fldCharType="separate"/>
            </w:r>
            <w:r>
              <w:rPr>
                <w:noProof/>
                <w:webHidden/>
                <w:rtl/>
              </w:rPr>
              <w:t>127</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2032"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الثاني</w:t>
            </w:r>
            <w:r w:rsidRPr="00011C55">
              <w:rPr>
                <w:rStyle w:val="Hyperlink"/>
                <w:noProof/>
                <w:rtl/>
              </w:rPr>
              <w:t xml:space="preserve"> </w:t>
            </w:r>
            <w:r w:rsidRPr="00011C55">
              <w:rPr>
                <w:rStyle w:val="Hyperlink"/>
                <w:rFonts w:hint="eastAsia"/>
                <w:noProof/>
                <w:rtl/>
              </w:rPr>
              <w:t>والعشرون</w:t>
            </w:r>
            <w:r w:rsidRPr="00011C55">
              <w:rPr>
                <w:rStyle w:val="Hyperlink"/>
                <w:noProof/>
                <w:rtl/>
              </w:rPr>
              <w:t xml:space="preserve"> </w:t>
            </w:r>
            <w:r w:rsidRPr="00011C55">
              <w:rPr>
                <w:rStyle w:val="Hyperlink"/>
                <w:rFonts w:hint="eastAsia"/>
                <w:noProof/>
                <w:rtl/>
              </w:rPr>
              <w:t>عبدالكريم</w:t>
            </w:r>
            <w:r w:rsidRPr="00011C55">
              <w:rPr>
                <w:rStyle w:val="Hyperlink"/>
                <w:noProof/>
                <w:rtl/>
              </w:rPr>
              <w:t xml:space="preserve"> </w:t>
            </w:r>
            <w:r w:rsidRPr="00011C55">
              <w:rPr>
                <w:rStyle w:val="Hyperlink"/>
                <w:rFonts w:hint="eastAsia"/>
                <w:noProof/>
                <w:rtl/>
              </w:rPr>
              <w:t>رجلان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Toc418412032 \h</w:instrText>
            </w:r>
            <w:r>
              <w:rPr>
                <w:noProof/>
                <w:webHidden/>
                <w:rtl/>
              </w:rPr>
              <w:instrText xml:space="preserve"> </w:instrText>
            </w:r>
            <w:r>
              <w:rPr>
                <w:noProof/>
                <w:webHidden/>
                <w:rtl/>
              </w:rPr>
            </w:r>
            <w:r>
              <w:rPr>
                <w:noProof/>
                <w:webHidden/>
                <w:rtl/>
              </w:rPr>
              <w:fldChar w:fldCharType="separate"/>
            </w:r>
            <w:r>
              <w:rPr>
                <w:noProof/>
                <w:webHidden/>
                <w:rtl/>
              </w:rPr>
              <w:t>127</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2033"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الثالث</w:t>
            </w:r>
            <w:r w:rsidRPr="00011C55">
              <w:rPr>
                <w:rStyle w:val="Hyperlink"/>
                <w:noProof/>
                <w:rtl/>
              </w:rPr>
              <w:t xml:space="preserve"> </w:t>
            </w:r>
            <w:r w:rsidRPr="00011C55">
              <w:rPr>
                <w:rStyle w:val="Hyperlink"/>
                <w:rFonts w:hint="eastAsia"/>
                <w:noProof/>
                <w:rtl/>
              </w:rPr>
              <w:t>والعشرون</w:t>
            </w:r>
            <w:r w:rsidRPr="00011C55">
              <w:rPr>
                <w:rStyle w:val="Hyperlink"/>
                <w:noProof/>
                <w:rtl/>
              </w:rPr>
              <w:t xml:space="preserve"> </w:t>
            </w:r>
            <w:r w:rsidRPr="00011C55">
              <w:rPr>
                <w:rStyle w:val="Hyperlink"/>
                <w:rFonts w:hint="eastAsia"/>
                <w:noProof/>
                <w:rtl/>
              </w:rPr>
              <w:t>عون</w:t>
            </w:r>
            <w:r w:rsidRPr="00011C55">
              <w:rPr>
                <w:rStyle w:val="Hyperlink"/>
                <w:noProof/>
                <w:rtl/>
              </w:rPr>
              <w:t xml:space="preserve"> </w:t>
            </w:r>
            <w:r w:rsidRPr="00011C55">
              <w:rPr>
                <w:rStyle w:val="Hyperlink"/>
                <w:rFonts w:hint="eastAsia"/>
                <w:noProof/>
                <w:rtl/>
              </w:rPr>
              <w:t>رجلان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Toc418412033 \h</w:instrText>
            </w:r>
            <w:r>
              <w:rPr>
                <w:noProof/>
                <w:webHidden/>
                <w:rtl/>
              </w:rPr>
              <w:instrText xml:space="preserve"> </w:instrText>
            </w:r>
            <w:r>
              <w:rPr>
                <w:noProof/>
                <w:webHidden/>
                <w:rtl/>
              </w:rPr>
            </w:r>
            <w:r>
              <w:rPr>
                <w:noProof/>
                <w:webHidden/>
                <w:rtl/>
              </w:rPr>
              <w:fldChar w:fldCharType="separate"/>
            </w:r>
            <w:r>
              <w:rPr>
                <w:noProof/>
                <w:webHidden/>
                <w:rtl/>
              </w:rPr>
              <w:t>128</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2034"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الرابع</w:t>
            </w:r>
            <w:r w:rsidRPr="00011C55">
              <w:rPr>
                <w:rStyle w:val="Hyperlink"/>
                <w:noProof/>
                <w:rtl/>
              </w:rPr>
              <w:t xml:space="preserve"> </w:t>
            </w:r>
            <w:r w:rsidRPr="00011C55">
              <w:rPr>
                <w:rStyle w:val="Hyperlink"/>
                <w:rFonts w:hint="eastAsia"/>
                <w:noProof/>
                <w:rtl/>
              </w:rPr>
              <w:t>والعشرون</w:t>
            </w:r>
            <w:r w:rsidRPr="00011C55">
              <w:rPr>
                <w:rStyle w:val="Hyperlink"/>
                <w:noProof/>
                <w:rtl/>
              </w:rPr>
              <w:t xml:space="preserve"> </w:t>
            </w:r>
            <w:r w:rsidRPr="00011C55">
              <w:rPr>
                <w:rStyle w:val="Hyperlink"/>
                <w:rFonts w:hint="eastAsia"/>
                <w:noProof/>
                <w:rtl/>
              </w:rPr>
              <w:t>عمار</w:t>
            </w:r>
            <w:r w:rsidRPr="00011C55">
              <w:rPr>
                <w:rStyle w:val="Hyperlink"/>
                <w:noProof/>
                <w:rtl/>
              </w:rPr>
              <w:t xml:space="preserve"> </w:t>
            </w:r>
            <w:r w:rsidRPr="00011C55">
              <w:rPr>
                <w:rStyle w:val="Hyperlink"/>
                <w:rFonts w:hint="eastAsia"/>
                <w:noProof/>
                <w:rtl/>
              </w:rPr>
              <w:t>رجلان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Toc418412034 \h</w:instrText>
            </w:r>
            <w:r>
              <w:rPr>
                <w:noProof/>
                <w:webHidden/>
                <w:rtl/>
              </w:rPr>
              <w:instrText xml:space="preserve"> </w:instrText>
            </w:r>
            <w:r>
              <w:rPr>
                <w:noProof/>
                <w:webHidden/>
                <w:rtl/>
              </w:rPr>
            </w:r>
            <w:r>
              <w:rPr>
                <w:noProof/>
                <w:webHidden/>
                <w:rtl/>
              </w:rPr>
              <w:fldChar w:fldCharType="separate"/>
            </w:r>
            <w:r>
              <w:rPr>
                <w:noProof/>
                <w:webHidden/>
                <w:rtl/>
              </w:rPr>
              <w:t>128</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2035"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الخامس</w:t>
            </w:r>
            <w:r w:rsidRPr="00011C55">
              <w:rPr>
                <w:rStyle w:val="Hyperlink"/>
                <w:noProof/>
                <w:rtl/>
              </w:rPr>
              <w:t xml:space="preserve"> </w:t>
            </w:r>
            <w:r w:rsidRPr="00011C55">
              <w:rPr>
                <w:rStyle w:val="Hyperlink"/>
                <w:rFonts w:hint="eastAsia"/>
                <w:noProof/>
                <w:rtl/>
              </w:rPr>
              <w:t>والعشرون</w:t>
            </w:r>
            <w:r w:rsidRPr="00011C55">
              <w:rPr>
                <w:rStyle w:val="Hyperlink"/>
                <w:noProof/>
                <w:rtl/>
              </w:rPr>
              <w:t xml:space="preserve"> </w:t>
            </w:r>
            <w:r w:rsidRPr="00011C55">
              <w:rPr>
                <w:rStyle w:val="Hyperlink"/>
                <w:rFonts w:hint="eastAsia"/>
                <w:noProof/>
                <w:rtl/>
              </w:rPr>
              <w:t>في</w:t>
            </w:r>
            <w:r w:rsidRPr="00011C55">
              <w:rPr>
                <w:rStyle w:val="Hyperlink"/>
                <w:noProof/>
                <w:rtl/>
              </w:rPr>
              <w:t xml:space="preserve"> </w:t>
            </w:r>
            <w:r w:rsidRPr="00011C55">
              <w:rPr>
                <w:rStyle w:val="Hyperlink"/>
                <w:rFonts w:hint="eastAsia"/>
                <w:noProof/>
                <w:rtl/>
              </w:rPr>
              <w:t>الآحاد</w:t>
            </w:r>
            <w:r w:rsidRPr="00011C55">
              <w:rPr>
                <w:rStyle w:val="Hyperlink"/>
                <w:noProof/>
                <w:rtl/>
              </w:rPr>
              <w:t xml:space="preserve"> </w:t>
            </w:r>
            <w:r w:rsidRPr="00011C55">
              <w:rPr>
                <w:rStyle w:val="Hyperlink"/>
                <w:rFonts w:hint="eastAsia"/>
                <w:noProof/>
                <w:rtl/>
              </w:rPr>
              <w:t>اثنان</w:t>
            </w:r>
            <w:r w:rsidRPr="00011C55">
              <w:rPr>
                <w:rStyle w:val="Hyperlink"/>
                <w:noProof/>
                <w:rtl/>
              </w:rPr>
              <w:t xml:space="preserve"> </w:t>
            </w:r>
            <w:r w:rsidRPr="00011C55">
              <w:rPr>
                <w:rStyle w:val="Hyperlink"/>
                <w:rFonts w:hint="eastAsia"/>
                <w:noProof/>
                <w:rtl/>
              </w:rPr>
              <w:t>وعشرون</w:t>
            </w:r>
            <w:r w:rsidRPr="00011C55">
              <w:rPr>
                <w:rStyle w:val="Hyperlink"/>
                <w:noProof/>
                <w:rtl/>
              </w:rPr>
              <w:t xml:space="preserve"> </w:t>
            </w:r>
            <w:r w:rsidRPr="00011C55">
              <w:rPr>
                <w:rStyle w:val="Hyperlink"/>
                <w:rFonts w:hint="eastAsia"/>
                <w:noProof/>
                <w:rtl/>
              </w:rPr>
              <w:t>رجلا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Toc418412035 \h</w:instrText>
            </w:r>
            <w:r>
              <w:rPr>
                <w:noProof/>
                <w:webHidden/>
                <w:rtl/>
              </w:rPr>
              <w:instrText xml:space="preserve"> </w:instrText>
            </w:r>
            <w:r>
              <w:rPr>
                <w:noProof/>
                <w:webHidden/>
                <w:rtl/>
              </w:rPr>
            </w:r>
            <w:r>
              <w:rPr>
                <w:noProof/>
                <w:webHidden/>
                <w:rtl/>
              </w:rPr>
              <w:fldChar w:fldCharType="separate"/>
            </w:r>
            <w:r>
              <w:rPr>
                <w:noProof/>
                <w:webHidden/>
                <w:rtl/>
              </w:rPr>
              <w:t>128</w:t>
            </w:r>
            <w:r>
              <w:rPr>
                <w:noProof/>
                <w:webHidden/>
                <w:rtl/>
              </w:rPr>
              <w:fldChar w:fldCharType="end"/>
            </w:r>
          </w:hyperlink>
        </w:p>
        <w:p w:rsidR="0067321F" w:rsidRDefault="0067321F">
          <w:pPr>
            <w:pStyle w:val="TOC2"/>
            <w:tabs>
              <w:tab w:val="right" w:leader="dot" w:pos="7786"/>
            </w:tabs>
            <w:rPr>
              <w:rFonts w:asciiTheme="minorHAnsi" w:eastAsiaTheme="minorEastAsia" w:hAnsiTheme="minorHAnsi" w:cstheme="minorBidi"/>
              <w:noProof/>
              <w:color w:val="auto"/>
              <w:sz w:val="22"/>
              <w:szCs w:val="22"/>
              <w:rtl/>
            </w:rPr>
          </w:pPr>
          <w:hyperlink w:anchor="_Toc418412036" w:history="1">
            <w:r w:rsidRPr="00011C55">
              <w:rPr>
                <w:rStyle w:val="Hyperlink"/>
                <w:rFonts w:hint="eastAsia"/>
                <w:noProof/>
                <w:rtl/>
              </w:rPr>
              <w:t>الفصل</w:t>
            </w:r>
            <w:r w:rsidRPr="00011C55">
              <w:rPr>
                <w:rStyle w:val="Hyperlink"/>
                <w:noProof/>
                <w:rtl/>
              </w:rPr>
              <w:t xml:space="preserve"> </w:t>
            </w:r>
            <w:r w:rsidRPr="00011C55">
              <w:rPr>
                <w:rStyle w:val="Hyperlink"/>
                <w:rFonts w:hint="eastAsia"/>
                <w:noProof/>
                <w:rtl/>
              </w:rPr>
              <w:t>التاسع</w:t>
            </w:r>
            <w:r w:rsidRPr="00011C55">
              <w:rPr>
                <w:rStyle w:val="Hyperlink"/>
                <w:noProof/>
                <w:rtl/>
              </w:rPr>
              <w:t xml:space="preserve"> </w:t>
            </w:r>
            <w:r w:rsidRPr="00011C55">
              <w:rPr>
                <w:rStyle w:val="Hyperlink"/>
                <w:rFonts w:hint="eastAsia"/>
                <w:noProof/>
                <w:rtl/>
              </w:rPr>
              <w:t>عشر</w:t>
            </w:r>
            <w:r w:rsidRPr="00011C55">
              <w:rPr>
                <w:rStyle w:val="Hyperlink"/>
                <w:noProof/>
                <w:rtl/>
              </w:rPr>
              <w:t xml:space="preserve"> </w:t>
            </w:r>
            <w:r w:rsidRPr="00011C55">
              <w:rPr>
                <w:rStyle w:val="Hyperlink"/>
                <w:rFonts w:hint="eastAsia"/>
                <w:noProof/>
                <w:rtl/>
              </w:rPr>
              <w:t>في</w:t>
            </w:r>
            <w:r w:rsidRPr="00011C55">
              <w:rPr>
                <w:rStyle w:val="Hyperlink"/>
                <w:noProof/>
                <w:rtl/>
              </w:rPr>
              <w:t xml:space="preserve"> </w:t>
            </w:r>
            <w:r w:rsidRPr="00011C55">
              <w:rPr>
                <w:rStyle w:val="Hyperlink"/>
                <w:rFonts w:hint="eastAsia"/>
                <w:noProof/>
                <w:rtl/>
              </w:rPr>
              <w:t>الفاء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Toc418412036 \h</w:instrText>
            </w:r>
            <w:r>
              <w:rPr>
                <w:noProof/>
                <w:webHidden/>
                <w:rtl/>
              </w:rPr>
              <w:instrText xml:space="preserve"> </w:instrText>
            </w:r>
            <w:r>
              <w:rPr>
                <w:noProof/>
                <w:webHidden/>
                <w:rtl/>
              </w:rPr>
            </w:r>
            <w:r>
              <w:rPr>
                <w:noProof/>
                <w:webHidden/>
                <w:rtl/>
              </w:rPr>
              <w:fldChar w:fldCharType="separate"/>
            </w:r>
            <w:r>
              <w:rPr>
                <w:noProof/>
                <w:webHidden/>
                <w:rtl/>
              </w:rPr>
              <w:t>132</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2037"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الاول</w:t>
            </w:r>
            <w:r w:rsidRPr="00011C55">
              <w:rPr>
                <w:rStyle w:val="Hyperlink"/>
                <w:noProof/>
                <w:rtl/>
              </w:rPr>
              <w:t xml:space="preserve"> </w:t>
            </w:r>
            <w:r w:rsidRPr="00011C55">
              <w:rPr>
                <w:rStyle w:val="Hyperlink"/>
                <w:rFonts w:hint="eastAsia"/>
                <w:noProof/>
                <w:rtl/>
              </w:rPr>
              <w:t>الفضيل</w:t>
            </w:r>
            <w:r w:rsidRPr="00011C55">
              <w:rPr>
                <w:rStyle w:val="Hyperlink"/>
                <w:noProof/>
                <w:rtl/>
              </w:rPr>
              <w:t xml:space="preserve"> </w:t>
            </w:r>
            <w:r w:rsidRPr="00011C55">
              <w:rPr>
                <w:rStyle w:val="Hyperlink"/>
                <w:rFonts w:hint="eastAsia"/>
                <w:noProof/>
                <w:rtl/>
              </w:rPr>
              <w:t>رجلان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Toc418412037 \h</w:instrText>
            </w:r>
            <w:r>
              <w:rPr>
                <w:noProof/>
                <w:webHidden/>
                <w:rtl/>
              </w:rPr>
              <w:instrText xml:space="preserve"> </w:instrText>
            </w:r>
            <w:r>
              <w:rPr>
                <w:noProof/>
                <w:webHidden/>
                <w:rtl/>
              </w:rPr>
            </w:r>
            <w:r>
              <w:rPr>
                <w:noProof/>
                <w:webHidden/>
                <w:rtl/>
              </w:rPr>
              <w:fldChar w:fldCharType="separate"/>
            </w:r>
            <w:r>
              <w:rPr>
                <w:noProof/>
                <w:webHidden/>
                <w:rtl/>
              </w:rPr>
              <w:t>132</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2038"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الثانى</w:t>
            </w:r>
            <w:r w:rsidRPr="00011C55">
              <w:rPr>
                <w:rStyle w:val="Hyperlink"/>
                <w:noProof/>
                <w:rtl/>
              </w:rPr>
              <w:t xml:space="preserve"> </w:t>
            </w:r>
            <w:r w:rsidRPr="00011C55">
              <w:rPr>
                <w:rStyle w:val="Hyperlink"/>
                <w:rFonts w:hint="eastAsia"/>
                <w:noProof/>
                <w:rtl/>
              </w:rPr>
              <w:t>فضل</w:t>
            </w:r>
            <w:r w:rsidRPr="00011C55">
              <w:rPr>
                <w:rStyle w:val="Hyperlink"/>
                <w:noProof/>
                <w:rtl/>
              </w:rPr>
              <w:t xml:space="preserve"> </w:t>
            </w:r>
            <w:r w:rsidRPr="00011C55">
              <w:rPr>
                <w:rStyle w:val="Hyperlink"/>
                <w:rFonts w:hint="eastAsia"/>
                <w:noProof/>
                <w:rtl/>
              </w:rPr>
              <w:t>ستة</w:t>
            </w:r>
            <w:r w:rsidRPr="00011C55">
              <w:rPr>
                <w:rStyle w:val="Hyperlink"/>
                <w:noProof/>
                <w:rtl/>
              </w:rPr>
              <w:t xml:space="preserve"> </w:t>
            </w:r>
            <w:r w:rsidRPr="00011C55">
              <w:rPr>
                <w:rStyle w:val="Hyperlink"/>
                <w:rFonts w:hint="eastAsia"/>
                <w:noProof/>
                <w:rtl/>
              </w:rPr>
              <w:t>رجال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Toc418412038 \h</w:instrText>
            </w:r>
            <w:r>
              <w:rPr>
                <w:noProof/>
                <w:webHidden/>
                <w:rtl/>
              </w:rPr>
              <w:instrText xml:space="preserve"> </w:instrText>
            </w:r>
            <w:r>
              <w:rPr>
                <w:noProof/>
                <w:webHidden/>
                <w:rtl/>
              </w:rPr>
            </w:r>
            <w:r>
              <w:rPr>
                <w:noProof/>
                <w:webHidden/>
                <w:rtl/>
              </w:rPr>
              <w:fldChar w:fldCharType="separate"/>
            </w:r>
            <w:r>
              <w:rPr>
                <w:noProof/>
                <w:webHidden/>
                <w:rtl/>
              </w:rPr>
              <w:t>132</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2039"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الثالث</w:t>
            </w:r>
            <w:r w:rsidRPr="00011C55">
              <w:rPr>
                <w:rStyle w:val="Hyperlink"/>
                <w:noProof/>
                <w:rtl/>
              </w:rPr>
              <w:t xml:space="preserve"> </w:t>
            </w:r>
            <w:r w:rsidRPr="00011C55">
              <w:rPr>
                <w:rStyle w:val="Hyperlink"/>
                <w:rFonts w:hint="eastAsia"/>
                <w:noProof/>
                <w:rtl/>
              </w:rPr>
              <w:t>في</w:t>
            </w:r>
            <w:r w:rsidRPr="00011C55">
              <w:rPr>
                <w:rStyle w:val="Hyperlink"/>
                <w:noProof/>
                <w:rtl/>
              </w:rPr>
              <w:t xml:space="preserve"> </w:t>
            </w:r>
            <w:r w:rsidRPr="00011C55">
              <w:rPr>
                <w:rStyle w:val="Hyperlink"/>
                <w:rFonts w:hint="eastAsia"/>
                <w:noProof/>
                <w:rtl/>
              </w:rPr>
              <w:t>الآحاد</w:t>
            </w:r>
            <w:r w:rsidRPr="00011C55">
              <w:rPr>
                <w:rStyle w:val="Hyperlink"/>
                <w:noProof/>
                <w:rtl/>
              </w:rPr>
              <w:t xml:space="preserve"> </w:t>
            </w:r>
            <w:r w:rsidRPr="00011C55">
              <w:rPr>
                <w:rStyle w:val="Hyperlink"/>
                <w:rFonts w:hint="eastAsia"/>
                <w:noProof/>
                <w:rtl/>
              </w:rPr>
              <w:t>ثلاثة</w:t>
            </w:r>
            <w:r w:rsidRPr="00011C55">
              <w:rPr>
                <w:rStyle w:val="Hyperlink"/>
                <w:noProof/>
                <w:rtl/>
              </w:rPr>
              <w:t xml:space="preserve"> </w:t>
            </w:r>
            <w:r w:rsidRPr="00011C55">
              <w:rPr>
                <w:rStyle w:val="Hyperlink"/>
                <w:rFonts w:hint="eastAsia"/>
                <w:noProof/>
                <w:rtl/>
              </w:rPr>
              <w:t>رجال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Toc418412039 \h</w:instrText>
            </w:r>
            <w:r>
              <w:rPr>
                <w:noProof/>
                <w:webHidden/>
                <w:rtl/>
              </w:rPr>
              <w:instrText xml:space="preserve"> </w:instrText>
            </w:r>
            <w:r>
              <w:rPr>
                <w:noProof/>
                <w:webHidden/>
                <w:rtl/>
              </w:rPr>
            </w:r>
            <w:r>
              <w:rPr>
                <w:noProof/>
                <w:webHidden/>
                <w:rtl/>
              </w:rPr>
              <w:fldChar w:fldCharType="separate"/>
            </w:r>
            <w:r>
              <w:rPr>
                <w:noProof/>
                <w:webHidden/>
                <w:rtl/>
              </w:rPr>
              <w:t>133</w:t>
            </w:r>
            <w:r>
              <w:rPr>
                <w:noProof/>
                <w:webHidden/>
                <w:rtl/>
              </w:rPr>
              <w:fldChar w:fldCharType="end"/>
            </w:r>
          </w:hyperlink>
        </w:p>
        <w:p w:rsidR="0067321F" w:rsidRDefault="0067321F">
          <w:pPr>
            <w:pStyle w:val="TOC2"/>
            <w:tabs>
              <w:tab w:val="right" w:leader="dot" w:pos="7786"/>
            </w:tabs>
            <w:rPr>
              <w:rFonts w:asciiTheme="minorHAnsi" w:eastAsiaTheme="minorEastAsia" w:hAnsiTheme="minorHAnsi" w:cstheme="minorBidi"/>
              <w:noProof/>
              <w:color w:val="auto"/>
              <w:sz w:val="22"/>
              <w:szCs w:val="22"/>
              <w:rtl/>
            </w:rPr>
          </w:pPr>
          <w:hyperlink w:anchor="_Toc418412040" w:history="1">
            <w:r w:rsidRPr="00011C55">
              <w:rPr>
                <w:rStyle w:val="Hyperlink"/>
                <w:rFonts w:hint="eastAsia"/>
                <w:noProof/>
                <w:rtl/>
              </w:rPr>
              <w:t>الفصل</w:t>
            </w:r>
            <w:r w:rsidRPr="00011C55">
              <w:rPr>
                <w:rStyle w:val="Hyperlink"/>
                <w:noProof/>
                <w:rtl/>
              </w:rPr>
              <w:t xml:space="preserve"> </w:t>
            </w:r>
            <w:r w:rsidRPr="00011C55">
              <w:rPr>
                <w:rStyle w:val="Hyperlink"/>
                <w:rFonts w:hint="eastAsia"/>
                <w:noProof/>
                <w:rtl/>
              </w:rPr>
              <w:t>العشرون</w:t>
            </w:r>
            <w:r w:rsidRPr="00011C55">
              <w:rPr>
                <w:rStyle w:val="Hyperlink"/>
                <w:noProof/>
                <w:rtl/>
              </w:rPr>
              <w:t xml:space="preserve"> </w:t>
            </w:r>
            <w:r w:rsidRPr="00011C55">
              <w:rPr>
                <w:rStyle w:val="Hyperlink"/>
                <w:rFonts w:hint="eastAsia"/>
                <w:noProof/>
                <w:rtl/>
              </w:rPr>
              <w:t>في</w:t>
            </w:r>
            <w:r w:rsidRPr="00011C55">
              <w:rPr>
                <w:rStyle w:val="Hyperlink"/>
                <w:noProof/>
                <w:rtl/>
              </w:rPr>
              <w:t xml:space="preserve"> </w:t>
            </w:r>
            <w:r w:rsidRPr="00011C55">
              <w:rPr>
                <w:rStyle w:val="Hyperlink"/>
                <w:rFonts w:hint="eastAsia"/>
                <w:noProof/>
                <w:rtl/>
              </w:rPr>
              <w:t>القاف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Toc418412040 \h</w:instrText>
            </w:r>
            <w:r>
              <w:rPr>
                <w:noProof/>
                <w:webHidden/>
                <w:rtl/>
              </w:rPr>
              <w:instrText xml:space="preserve"> </w:instrText>
            </w:r>
            <w:r>
              <w:rPr>
                <w:noProof/>
                <w:webHidden/>
                <w:rtl/>
              </w:rPr>
            </w:r>
            <w:r>
              <w:rPr>
                <w:noProof/>
                <w:webHidden/>
                <w:rtl/>
              </w:rPr>
              <w:fldChar w:fldCharType="separate"/>
            </w:r>
            <w:r>
              <w:rPr>
                <w:noProof/>
                <w:webHidden/>
                <w:rtl/>
              </w:rPr>
              <w:t>134</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2041"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الاول</w:t>
            </w:r>
            <w:r w:rsidRPr="00011C55">
              <w:rPr>
                <w:rStyle w:val="Hyperlink"/>
                <w:noProof/>
                <w:rtl/>
              </w:rPr>
              <w:t xml:space="preserve"> </w:t>
            </w:r>
            <w:r w:rsidRPr="00011C55">
              <w:rPr>
                <w:rStyle w:val="Hyperlink"/>
                <w:rFonts w:hint="eastAsia"/>
                <w:noProof/>
                <w:rtl/>
              </w:rPr>
              <w:t>القاسم</w:t>
            </w:r>
            <w:r w:rsidRPr="00011C55">
              <w:rPr>
                <w:rStyle w:val="Hyperlink"/>
                <w:noProof/>
                <w:rtl/>
              </w:rPr>
              <w:t xml:space="preserve"> </w:t>
            </w:r>
            <w:r w:rsidRPr="00011C55">
              <w:rPr>
                <w:rStyle w:val="Hyperlink"/>
                <w:rFonts w:hint="eastAsia"/>
                <w:noProof/>
                <w:rtl/>
              </w:rPr>
              <w:t>سبعة</w:t>
            </w:r>
            <w:r w:rsidRPr="00011C55">
              <w:rPr>
                <w:rStyle w:val="Hyperlink"/>
                <w:noProof/>
                <w:rtl/>
              </w:rPr>
              <w:t xml:space="preserve"> </w:t>
            </w:r>
            <w:r w:rsidRPr="00011C55">
              <w:rPr>
                <w:rStyle w:val="Hyperlink"/>
                <w:rFonts w:hint="eastAsia"/>
                <w:noProof/>
                <w:rtl/>
              </w:rPr>
              <w:t>رجال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Toc418412041 \h</w:instrText>
            </w:r>
            <w:r>
              <w:rPr>
                <w:noProof/>
                <w:webHidden/>
                <w:rtl/>
              </w:rPr>
              <w:instrText xml:space="preserve"> </w:instrText>
            </w:r>
            <w:r>
              <w:rPr>
                <w:noProof/>
                <w:webHidden/>
                <w:rtl/>
              </w:rPr>
            </w:r>
            <w:r>
              <w:rPr>
                <w:noProof/>
                <w:webHidden/>
                <w:rtl/>
              </w:rPr>
              <w:fldChar w:fldCharType="separate"/>
            </w:r>
            <w:r>
              <w:rPr>
                <w:noProof/>
                <w:webHidden/>
                <w:rtl/>
              </w:rPr>
              <w:t>134</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2042"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الثانى</w:t>
            </w:r>
            <w:r w:rsidRPr="00011C55">
              <w:rPr>
                <w:rStyle w:val="Hyperlink"/>
                <w:noProof/>
                <w:rtl/>
              </w:rPr>
              <w:t xml:space="preserve"> </w:t>
            </w:r>
            <w:r w:rsidRPr="00011C55">
              <w:rPr>
                <w:rStyle w:val="Hyperlink"/>
                <w:rFonts w:hint="eastAsia"/>
                <w:noProof/>
                <w:rtl/>
              </w:rPr>
              <w:t>قيس</w:t>
            </w:r>
            <w:r w:rsidRPr="00011C55">
              <w:rPr>
                <w:rStyle w:val="Hyperlink"/>
                <w:noProof/>
                <w:rtl/>
              </w:rPr>
              <w:t xml:space="preserve"> </w:t>
            </w:r>
            <w:r w:rsidRPr="00011C55">
              <w:rPr>
                <w:rStyle w:val="Hyperlink"/>
                <w:rFonts w:hint="eastAsia"/>
                <w:noProof/>
                <w:rtl/>
              </w:rPr>
              <w:t>أربعة</w:t>
            </w:r>
            <w:r w:rsidRPr="00011C55">
              <w:rPr>
                <w:rStyle w:val="Hyperlink"/>
                <w:noProof/>
                <w:rtl/>
              </w:rPr>
              <w:t xml:space="preserve"> </w:t>
            </w:r>
            <w:r w:rsidRPr="00011C55">
              <w:rPr>
                <w:rStyle w:val="Hyperlink"/>
                <w:rFonts w:hint="eastAsia"/>
                <w:noProof/>
                <w:rtl/>
              </w:rPr>
              <w:t>رجال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Toc418412042 \h</w:instrText>
            </w:r>
            <w:r>
              <w:rPr>
                <w:noProof/>
                <w:webHidden/>
                <w:rtl/>
              </w:rPr>
              <w:instrText xml:space="preserve"> </w:instrText>
            </w:r>
            <w:r>
              <w:rPr>
                <w:noProof/>
                <w:webHidden/>
                <w:rtl/>
              </w:rPr>
            </w:r>
            <w:r>
              <w:rPr>
                <w:noProof/>
                <w:webHidden/>
                <w:rtl/>
              </w:rPr>
              <w:fldChar w:fldCharType="separate"/>
            </w:r>
            <w:r>
              <w:rPr>
                <w:noProof/>
                <w:webHidden/>
                <w:rtl/>
              </w:rPr>
              <w:t>134</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2043"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الثالث</w:t>
            </w:r>
            <w:r w:rsidRPr="00011C55">
              <w:rPr>
                <w:rStyle w:val="Hyperlink"/>
                <w:noProof/>
                <w:rtl/>
              </w:rPr>
              <w:t xml:space="preserve"> </w:t>
            </w:r>
            <w:r w:rsidRPr="00011C55">
              <w:rPr>
                <w:rStyle w:val="Hyperlink"/>
                <w:rFonts w:hint="eastAsia"/>
                <w:noProof/>
                <w:rtl/>
              </w:rPr>
              <w:t>في</w:t>
            </w:r>
            <w:r w:rsidRPr="00011C55">
              <w:rPr>
                <w:rStyle w:val="Hyperlink"/>
                <w:noProof/>
                <w:rtl/>
              </w:rPr>
              <w:t xml:space="preserve"> </w:t>
            </w:r>
            <w:r w:rsidRPr="00011C55">
              <w:rPr>
                <w:rStyle w:val="Hyperlink"/>
                <w:rFonts w:hint="eastAsia"/>
                <w:noProof/>
                <w:rtl/>
              </w:rPr>
              <w:t>الآحاد</w:t>
            </w:r>
            <w:r w:rsidRPr="00011C55">
              <w:rPr>
                <w:rStyle w:val="Hyperlink"/>
                <w:noProof/>
                <w:rtl/>
              </w:rPr>
              <w:t xml:space="preserve"> </w:t>
            </w:r>
            <w:r w:rsidRPr="00011C55">
              <w:rPr>
                <w:rStyle w:val="Hyperlink"/>
                <w:rFonts w:hint="eastAsia"/>
                <w:noProof/>
                <w:rtl/>
              </w:rPr>
              <w:t>رجلان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Toc418412043 \h</w:instrText>
            </w:r>
            <w:r>
              <w:rPr>
                <w:noProof/>
                <w:webHidden/>
                <w:rtl/>
              </w:rPr>
              <w:instrText xml:space="preserve"> </w:instrText>
            </w:r>
            <w:r>
              <w:rPr>
                <w:noProof/>
                <w:webHidden/>
                <w:rtl/>
              </w:rPr>
            </w:r>
            <w:r>
              <w:rPr>
                <w:noProof/>
                <w:webHidden/>
                <w:rtl/>
              </w:rPr>
              <w:fldChar w:fldCharType="separate"/>
            </w:r>
            <w:r>
              <w:rPr>
                <w:noProof/>
                <w:webHidden/>
                <w:rtl/>
              </w:rPr>
              <w:t>135</w:t>
            </w:r>
            <w:r>
              <w:rPr>
                <w:noProof/>
                <w:webHidden/>
                <w:rtl/>
              </w:rPr>
              <w:fldChar w:fldCharType="end"/>
            </w:r>
          </w:hyperlink>
        </w:p>
        <w:p w:rsidR="0067321F" w:rsidRDefault="0067321F">
          <w:pPr>
            <w:pStyle w:val="TOC2"/>
            <w:tabs>
              <w:tab w:val="right" w:leader="dot" w:pos="7786"/>
            </w:tabs>
            <w:rPr>
              <w:rFonts w:asciiTheme="minorHAnsi" w:eastAsiaTheme="minorEastAsia" w:hAnsiTheme="minorHAnsi" w:cstheme="minorBidi"/>
              <w:noProof/>
              <w:color w:val="auto"/>
              <w:sz w:val="22"/>
              <w:szCs w:val="22"/>
              <w:rtl/>
            </w:rPr>
          </w:pPr>
          <w:hyperlink w:anchor="_Toc418412044" w:history="1">
            <w:r w:rsidRPr="00011C55">
              <w:rPr>
                <w:rStyle w:val="Hyperlink"/>
                <w:rFonts w:hint="eastAsia"/>
                <w:noProof/>
                <w:rtl/>
              </w:rPr>
              <w:t>الفصل</w:t>
            </w:r>
            <w:r w:rsidRPr="00011C55">
              <w:rPr>
                <w:rStyle w:val="Hyperlink"/>
                <w:noProof/>
                <w:rtl/>
              </w:rPr>
              <w:t xml:space="preserve"> </w:t>
            </w:r>
            <w:r w:rsidRPr="00011C55">
              <w:rPr>
                <w:rStyle w:val="Hyperlink"/>
                <w:rFonts w:hint="eastAsia"/>
                <w:noProof/>
                <w:rtl/>
              </w:rPr>
              <w:t>الحادى</w:t>
            </w:r>
            <w:r w:rsidRPr="00011C55">
              <w:rPr>
                <w:rStyle w:val="Hyperlink"/>
                <w:noProof/>
                <w:rtl/>
              </w:rPr>
              <w:t xml:space="preserve"> </w:t>
            </w:r>
            <w:r w:rsidRPr="00011C55">
              <w:rPr>
                <w:rStyle w:val="Hyperlink"/>
                <w:rFonts w:hint="eastAsia"/>
                <w:noProof/>
                <w:rtl/>
              </w:rPr>
              <w:t>والعشرون</w:t>
            </w:r>
            <w:r w:rsidRPr="00011C55">
              <w:rPr>
                <w:rStyle w:val="Hyperlink"/>
                <w:noProof/>
                <w:rtl/>
              </w:rPr>
              <w:t xml:space="preserve"> </w:t>
            </w:r>
            <w:r w:rsidRPr="00011C55">
              <w:rPr>
                <w:rStyle w:val="Hyperlink"/>
                <w:rFonts w:hint="eastAsia"/>
                <w:noProof/>
                <w:rtl/>
              </w:rPr>
              <w:t>في</w:t>
            </w:r>
            <w:r w:rsidRPr="00011C55">
              <w:rPr>
                <w:rStyle w:val="Hyperlink"/>
                <w:noProof/>
                <w:rtl/>
              </w:rPr>
              <w:t xml:space="preserve"> </w:t>
            </w:r>
            <w:r w:rsidRPr="00011C55">
              <w:rPr>
                <w:rStyle w:val="Hyperlink"/>
                <w:rFonts w:hint="eastAsia"/>
                <w:noProof/>
                <w:rtl/>
              </w:rPr>
              <w:t>الكاف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Toc418412044 \h</w:instrText>
            </w:r>
            <w:r>
              <w:rPr>
                <w:noProof/>
                <w:webHidden/>
                <w:rtl/>
              </w:rPr>
              <w:instrText xml:space="preserve"> </w:instrText>
            </w:r>
            <w:r>
              <w:rPr>
                <w:noProof/>
                <w:webHidden/>
                <w:rtl/>
              </w:rPr>
            </w:r>
            <w:r>
              <w:rPr>
                <w:noProof/>
                <w:webHidden/>
                <w:rtl/>
              </w:rPr>
              <w:fldChar w:fldCharType="separate"/>
            </w:r>
            <w:r>
              <w:rPr>
                <w:noProof/>
                <w:webHidden/>
                <w:rtl/>
              </w:rPr>
              <w:t>135</w:t>
            </w:r>
            <w:r>
              <w:rPr>
                <w:noProof/>
                <w:webHidden/>
                <w:rtl/>
              </w:rPr>
              <w:fldChar w:fldCharType="end"/>
            </w:r>
          </w:hyperlink>
        </w:p>
        <w:p w:rsidR="0067321F" w:rsidRDefault="0067321F">
          <w:pPr>
            <w:pStyle w:val="TOC2"/>
            <w:tabs>
              <w:tab w:val="right" w:leader="dot" w:pos="7786"/>
            </w:tabs>
            <w:rPr>
              <w:rFonts w:asciiTheme="minorHAnsi" w:eastAsiaTheme="minorEastAsia" w:hAnsiTheme="minorHAnsi" w:cstheme="minorBidi"/>
              <w:noProof/>
              <w:color w:val="auto"/>
              <w:sz w:val="22"/>
              <w:szCs w:val="22"/>
              <w:rtl/>
            </w:rPr>
          </w:pPr>
          <w:hyperlink w:anchor="_Toc418412045" w:history="1">
            <w:r w:rsidRPr="00011C55">
              <w:rPr>
                <w:rStyle w:val="Hyperlink"/>
                <w:rFonts w:hint="eastAsia"/>
                <w:noProof/>
                <w:rtl/>
              </w:rPr>
              <w:t>الفصل</w:t>
            </w:r>
            <w:r w:rsidRPr="00011C55">
              <w:rPr>
                <w:rStyle w:val="Hyperlink"/>
                <w:noProof/>
                <w:rtl/>
              </w:rPr>
              <w:t xml:space="preserve"> </w:t>
            </w:r>
            <w:r w:rsidRPr="00011C55">
              <w:rPr>
                <w:rStyle w:val="Hyperlink"/>
                <w:rFonts w:hint="eastAsia"/>
                <w:noProof/>
                <w:rtl/>
              </w:rPr>
              <w:t>الثانى</w:t>
            </w:r>
            <w:r w:rsidRPr="00011C55">
              <w:rPr>
                <w:rStyle w:val="Hyperlink"/>
                <w:noProof/>
                <w:rtl/>
              </w:rPr>
              <w:t xml:space="preserve"> </w:t>
            </w:r>
            <w:r w:rsidRPr="00011C55">
              <w:rPr>
                <w:rStyle w:val="Hyperlink"/>
                <w:rFonts w:hint="eastAsia"/>
                <w:noProof/>
                <w:rtl/>
              </w:rPr>
              <w:t>والعشرون</w:t>
            </w:r>
            <w:r w:rsidRPr="00011C55">
              <w:rPr>
                <w:rStyle w:val="Hyperlink"/>
                <w:noProof/>
                <w:rtl/>
              </w:rPr>
              <w:t xml:space="preserve"> </w:t>
            </w:r>
            <w:r w:rsidRPr="00011C55">
              <w:rPr>
                <w:rStyle w:val="Hyperlink"/>
                <w:rFonts w:hint="eastAsia"/>
                <w:noProof/>
                <w:rtl/>
              </w:rPr>
              <w:t>في</w:t>
            </w:r>
            <w:r w:rsidRPr="00011C55">
              <w:rPr>
                <w:rStyle w:val="Hyperlink"/>
                <w:noProof/>
                <w:rtl/>
              </w:rPr>
              <w:t xml:space="preserve"> </w:t>
            </w:r>
            <w:r w:rsidRPr="00011C55">
              <w:rPr>
                <w:rStyle w:val="Hyperlink"/>
                <w:rFonts w:hint="eastAsia"/>
                <w:noProof/>
                <w:rtl/>
              </w:rPr>
              <w:t>اللام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Toc418412045 \h</w:instrText>
            </w:r>
            <w:r>
              <w:rPr>
                <w:noProof/>
                <w:webHidden/>
                <w:rtl/>
              </w:rPr>
              <w:instrText xml:space="preserve"> </w:instrText>
            </w:r>
            <w:r>
              <w:rPr>
                <w:noProof/>
                <w:webHidden/>
                <w:rtl/>
              </w:rPr>
            </w:r>
            <w:r>
              <w:rPr>
                <w:noProof/>
                <w:webHidden/>
                <w:rtl/>
              </w:rPr>
              <w:fldChar w:fldCharType="separate"/>
            </w:r>
            <w:r>
              <w:rPr>
                <w:noProof/>
                <w:webHidden/>
                <w:rtl/>
              </w:rPr>
              <w:t>136</w:t>
            </w:r>
            <w:r>
              <w:rPr>
                <w:noProof/>
                <w:webHidden/>
                <w:rtl/>
              </w:rPr>
              <w:fldChar w:fldCharType="end"/>
            </w:r>
          </w:hyperlink>
        </w:p>
        <w:p w:rsidR="0067321F" w:rsidRDefault="0067321F">
          <w:pPr>
            <w:pStyle w:val="TOC2"/>
            <w:tabs>
              <w:tab w:val="right" w:leader="dot" w:pos="7786"/>
            </w:tabs>
            <w:rPr>
              <w:rFonts w:asciiTheme="minorHAnsi" w:eastAsiaTheme="minorEastAsia" w:hAnsiTheme="minorHAnsi" w:cstheme="minorBidi"/>
              <w:noProof/>
              <w:color w:val="auto"/>
              <w:sz w:val="22"/>
              <w:szCs w:val="22"/>
              <w:rtl/>
            </w:rPr>
          </w:pPr>
          <w:hyperlink w:anchor="_Toc418412046" w:history="1">
            <w:r w:rsidRPr="00011C55">
              <w:rPr>
                <w:rStyle w:val="Hyperlink"/>
                <w:rFonts w:hint="eastAsia"/>
                <w:noProof/>
                <w:rtl/>
              </w:rPr>
              <w:t>الفصل</w:t>
            </w:r>
            <w:r w:rsidRPr="00011C55">
              <w:rPr>
                <w:rStyle w:val="Hyperlink"/>
                <w:noProof/>
                <w:rtl/>
              </w:rPr>
              <w:t xml:space="preserve"> </w:t>
            </w:r>
            <w:r w:rsidRPr="00011C55">
              <w:rPr>
                <w:rStyle w:val="Hyperlink"/>
                <w:rFonts w:hint="eastAsia"/>
                <w:noProof/>
                <w:rtl/>
              </w:rPr>
              <w:t>الثالث</w:t>
            </w:r>
            <w:r w:rsidRPr="00011C55">
              <w:rPr>
                <w:rStyle w:val="Hyperlink"/>
                <w:noProof/>
                <w:rtl/>
              </w:rPr>
              <w:t xml:space="preserve"> </w:t>
            </w:r>
            <w:r w:rsidRPr="00011C55">
              <w:rPr>
                <w:rStyle w:val="Hyperlink"/>
                <w:rFonts w:hint="eastAsia"/>
                <w:noProof/>
                <w:rtl/>
              </w:rPr>
              <w:t>والعشرون</w:t>
            </w:r>
            <w:r w:rsidRPr="00011C55">
              <w:rPr>
                <w:rStyle w:val="Hyperlink"/>
                <w:noProof/>
                <w:rtl/>
              </w:rPr>
              <w:t xml:space="preserve"> </w:t>
            </w:r>
            <w:r w:rsidRPr="00011C55">
              <w:rPr>
                <w:rStyle w:val="Hyperlink"/>
                <w:rFonts w:hint="eastAsia"/>
                <w:noProof/>
                <w:rtl/>
              </w:rPr>
              <w:t>في</w:t>
            </w:r>
            <w:r w:rsidRPr="00011C55">
              <w:rPr>
                <w:rStyle w:val="Hyperlink"/>
                <w:noProof/>
                <w:rtl/>
              </w:rPr>
              <w:t xml:space="preserve"> </w:t>
            </w:r>
            <w:r w:rsidRPr="00011C55">
              <w:rPr>
                <w:rStyle w:val="Hyperlink"/>
                <w:rFonts w:hint="eastAsia"/>
                <w:noProof/>
                <w:rtl/>
              </w:rPr>
              <w:t>الميم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Toc418412046 \h</w:instrText>
            </w:r>
            <w:r>
              <w:rPr>
                <w:noProof/>
                <w:webHidden/>
                <w:rtl/>
              </w:rPr>
              <w:instrText xml:space="preserve"> </w:instrText>
            </w:r>
            <w:r>
              <w:rPr>
                <w:noProof/>
                <w:webHidden/>
                <w:rtl/>
              </w:rPr>
            </w:r>
            <w:r>
              <w:rPr>
                <w:noProof/>
                <w:webHidden/>
                <w:rtl/>
              </w:rPr>
              <w:fldChar w:fldCharType="separate"/>
            </w:r>
            <w:r>
              <w:rPr>
                <w:noProof/>
                <w:webHidden/>
                <w:rtl/>
              </w:rPr>
              <w:t>137</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2047"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الاول</w:t>
            </w:r>
            <w:r w:rsidRPr="00011C55">
              <w:rPr>
                <w:rStyle w:val="Hyperlink"/>
                <w:noProof/>
                <w:rtl/>
              </w:rPr>
              <w:t xml:space="preserve"> </w:t>
            </w:r>
            <w:r w:rsidRPr="00011C55">
              <w:rPr>
                <w:rStyle w:val="Hyperlink"/>
                <w:rFonts w:hint="eastAsia"/>
                <w:noProof/>
                <w:rtl/>
              </w:rPr>
              <w:t>محمد</w:t>
            </w:r>
            <w:r w:rsidRPr="00011C55">
              <w:rPr>
                <w:rStyle w:val="Hyperlink"/>
                <w:noProof/>
                <w:rtl/>
              </w:rPr>
              <w:t xml:space="preserve"> </w:t>
            </w:r>
            <w:r w:rsidRPr="00011C55">
              <w:rPr>
                <w:rStyle w:val="Hyperlink"/>
                <w:rFonts w:hint="eastAsia"/>
                <w:noProof/>
                <w:rtl/>
              </w:rPr>
              <w:t>مائة</w:t>
            </w:r>
            <w:r w:rsidRPr="00011C55">
              <w:rPr>
                <w:rStyle w:val="Hyperlink"/>
                <w:noProof/>
                <w:rtl/>
              </w:rPr>
              <w:t xml:space="preserve"> </w:t>
            </w:r>
            <w:r w:rsidRPr="00011C55">
              <w:rPr>
                <w:rStyle w:val="Hyperlink"/>
                <w:rFonts w:hint="eastAsia"/>
                <w:noProof/>
                <w:rtl/>
              </w:rPr>
              <w:t>وتسعة</w:t>
            </w:r>
            <w:r w:rsidRPr="00011C55">
              <w:rPr>
                <w:rStyle w:val="Hyperlink"/>
                <w:noProof/>
                <w:rtl/>
              </w:rPr>
              <w:t xml:space="preserve"> </w:t>
            </w:r>
            <w:r w:rsidRPr="00011C55">
              <w:rPr>
                <w:rStyle w:val="Hyperlink"/>
                <w:rFonts w:hint="eastAsia"/>
                <w:noProof/>
                <w:rtl/>
              </w:rPr>
              <w:t>وثمانون</w:t>
            </w:r>
            <w:r w:rsidRPr="00011C55">
              <w:rPr>
                <w:rStyle w:val="Hyperlink"/>
                <w:noProof/>
                <w:rtl/>
              </w:rPr>
              <w:t xml:space="preserve"> </w:t>
            </w:r>
            <w:r w:rsidRPr="00011C55">
              <w:rPr>
                <w:rStyle w:val="Hyperlink"/>
                <w:rFonts w:hint="eastAsia"/>
                <w:noProof/>
                <w:rtl/>
              </w:rPr>
              <w:t>رجلا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Toc418412047 \h</w:instrText>
            </w:r>
            <w:r>
              <w:rPr>
                <w:noProof/>
                <w:webHidden/>
                <w:rtl/>
              </w:rPr>
              <w:instrText xml:space="preserve"> </w:instrText>
            </w:r>
            <w:r>
              <w:rPr>
                <w:noProof/>
                <w:webHidden/>
                <w:rtl/>
              </w:rPr>
            </w:r>
            <w:r>
              <w:rPr>
                <w:noProof/>
                <w:webHidden/>
                <w:rtl/>
              </w:rPr>
              <w:fldChar w:fldCharType="separate"/>
            </w:r>
            <w:r>
              <w:rPr>
                <w:noProof/>
                <w:webHidden/>
                <w:rtl/>
              </w:rPr>
              <w:t>137</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2048"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الثانى</w:t>
            </w:r>
            <w:r w:rsidRPr="00011C55">
              <w:rPr>
                <w:rStyle w:val="Hyperlink"/>
                <w:noProof/>
                <w:rtl/>
              </w:rPr>
              <w:t xml:space="preserve"> </w:t>
            </w:r>
            <w:r w:rsidRPr="00011C55">
              <w:rPr>
                <w:rStyle w:val="Hyperlink"/>
                <w:rFonts w:hint="eastAsia"/>
                <w:noProof/>
                <w:rtl/>
              </w:rPr>
              <w:t>موسى</w:t>
            </w:r>
            <w:r w:rsidRPr="00011C55">
              <w:rPr>
                <w:rStyle w:val="Hyperlink"/>
                <w:noProof/>
                <w:rtl/>
              </w:rPr>
              <w:t xml:space="preserve"> </w:t>
            </w:r>
            <w:r w:rsidRPr="00011C55">
              <w:rPr>
                <w:rStyle w:val="Hyperlink"/>
                <w:rFonts w:hint="eastAsia"/>
                <w:noProof/>
                <w:rtl/>
              </w:rPr>
              <w:t>سبعة</w:t>
            </w:r>
            <w:r w:rsidRPr="00011C55">
              <w:rPr>
                <w:rStyle w:val="Hyperlink"/>
                <w:noProof/>
                <w:rtl/>
              </w:rPr>
              <w:t xml:space="preserve"> </w:t>
            </w:r>
            <w:r w:rsidRPr="00011C55">
              <w:rPr>
                <w:rStyle w:val="Hyperlink"/>
                <w:rFonts w:hint="eastAsia"/>
                <w:noProof/>
                <w:rtl/>
              </w:rPr>
              <w:t>رجال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Toc418412048 \h</w:instrText>
            </w:r>
            <w:r>
              <w:rPr>
                <w:noProof/>
                <w:webHidden/>
                <w:rtl/>
              </w:rPr>
              <w:instrText xml:space="preserve"> </w:instrText>
            </w:r>
            <w:r>
              <w:rPr>
                <w:noProof/>
                <w:webHidden/>
                <w:rtl/>
              </w:rPr>
            </w:r>
            <w:r>
              <w:rPr>
                <w:noProof/>
                <w:webHidden/>
                <w:rtl/>
              </w:rPr>
              <w:fldChar w:fldCharType="separate"/>
            </w:r>
            <w:r>
              <w:rPr>
                <w:noProof/>
                <w:webHidden/>
                <w:rtl/>
              </w:rPr>
              <w:t>165</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2049"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الثالث</w:t>
            </w:r>
            <w:r w:rsidRPr="00011C55">
              <w:rPr>
                <w:rStyle w:val="Hyperlink"/>
                <w:noProof/>
                <w:rtl/>
              </w:rPr>
              <w:t xml:space="preserve"> </w:t>
            </w:r>
            <w:r w:rsidRPr="00011C55">
              <w:rPr>
                <w:rStyle w:val="Hyperlink"/>
                <w:rFonts w:hint="eastAsia"/>
                <w:noProof/>
                <w:rtl/>
              </w:rPr>
              <w:t>معاوية</w:t>
            </w:r>
            <w:r w:rsidRPr="00011C55">
              <w:rPr>
                <w:rStyle w:val="Hyperlink"/>
                <w:noProof/>
                <w:rtl/>
              </w:rPr>
              <w:t xml:space="preserve"> </w:t>
            </w:r>
            <w:r w:rsidRPr="00011C55">
              <w:rPr>
                <w:rStyle w:val="Hyperlink"/>
                <w:rFonts w:hint="eastAsia"/>
                <w:noProof/>
                <w:rtl/>
              </w:rPr>
              <w:t>ثلاثة</w:t>
            </w:r>
            <w:r w:rsidRPr="00011C55">
              <w:rPr>
                <w:rStyle w:val="Hyperlink"/>
                <w:noProof/>
                <w:rtl/>
              </w:rPr>
              <w:t xml:space="preserve"> </w:t>
            </w:r>
            <w:r w:rsidRPr="00011C55">
              <w:rPr>
                <w:rStyle w:val="Hyperlink"/>
                <w:rFonts w:hint="eastAsia"/>
                <w:noProof/>
                <w:rtl/>
              </w:rPr>
              <w:t>رجال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Toc418412049 \h</w:instrText>
            </w:r>
            <w:r>
              <w:rPr>
                <w:noProof/>
                <w:webHidden/>
                <w:rtl/>
              </w:rPr>
              <w:instrText xml:space="preserve"> </w:instrText>
            </w:r>
            <w:r>
              <w:rPr>
                <w:noProof/>
                <w:webHidden/>
                <w:rtl/>
              </w:rPr>
            </w:r>
            <w:r>
              <w:rPr>
                <w:noProof/>
                <w:webHidden/>
                <w:rtl/>
              </w:rPr>
              <w:fldChar w:fldCharType="separate"/>
            </w:r>
            <w:r>
              <w:rPr>
                <w:noProof/>
                <w:webHidden/>
                <w:rtl/>
              </w:rPr>
              <w:t>166</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2050"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الرابع</w:t>
            </w:r>
            <w:r w:rsidRPr="00011C55">
              <w:rPr>
                <w:rStyle w:val="Hyperlink"/>
                <w:noProof/>
                <w:rtl/>
              </w:rPr>
              <w:t xml:space="preserve"> </w:t>
            </w:r>
            <w:r w:rsidRPr="00011C55">
              <w:rPr>
                <w:rStyle w:val="Hyperlink"/>
                <w:rFonts w:hint="eastAsia"/>
                <w:noProof/>
                <w:rtl/>
              </w:rPr>
              <w:t>مفضل</w:t>
            </w:r>
            <w:r w:rsidRPr="00011C55">
              <w:rPr>
                <w:rStyle w:val="Hyperlink"/>
                <w:noProof/>
                <w:rtl/>
              </w:rPr>
              <w:t xml:space="preserve"> </w:t>
            </w:r>
            <w:r w:rsidRPr="00011C55">
              <w:rPr>
                <w:rStyle w:val="Hyperlink"/>
                <w:rFonts w:hint="eastAsia"/>
                <w:noProof/>
                <w:rtl/>
              </w:rPr>
              <w:t>رجلان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Toc418412050 \h</w:instrText>
            </w:r>
            <w:r>
              <w:rPr>
                <w:noProof/>
                <w:webHidden/>
                <w:rtl/>
              </w:rPr>
              <w:instrText xml:space="preserve"> </w:instrText>
            </w:r>
            <w:r>
              <w:rPr>
                <w:noProof/>
                <w:webHidden/>
                <w:rtl/>
              </w:rPr>
            </w:r>
            <w:r>
              <w:rPr>
                <w:noProof/>
                <w:webHidden/>
                <w:rtl/>
              </w:rPr>
              <w:fldChar w:fldCharType="separate"/>
            </w:r>
            <w:r>
              <w:rPr>
                <w:noProof/>
                <w:webHidden/>
                <w:rtl/>
              </w:rPr>
              <w:t>167</w:t>
            </w:r>
            <w:r>
              <w:rPr>
                <w:noProof/>
                <w:webHidden/>
                <w:rtl/>
              </w:rPr>
              <w:fldChar w:fldCharType="end"/>
            </w:r>
          </w:hyperlink>
        </w:p>
        <w:p w:rsidR="0067321F" w:rsidRPr="0067321F" w:rsidRDefault="0067321F" w:rsidP="0067321F">
          <w:pPr>
            <w:pStyle w:val="libNormal"/>
            <w:rPr>
              <w:rStyle w:val="Hyperlink"/>
              <w:noProof/>
              <w:u w:val="none"/>
            </w:rPr>
          </w:pPr>
          <w:r w:rsidRPr="0067321F">
            <w:rPr>
              <w:rStyle w:val="Hyperlink"/>
              <w:noProof/>
              <w:u w:val="none"/>
            </w:rPr>
            <w:br w:type="page"/>
          </w:r>
        </w:p>
        <w:p w:rsidR="0067321F" w:rsidRDefault="0067321F">
          <w:pPr>
            <w:pStyle w:val="TOC3"/>
            <w:rPr>
              <w:rFonts w:asciiTheme="minorHAnsi" w:eastAsiaTheme="minorEastAsia" w:hAnsiTheme="minorHAnsi" w:cstheme="minorBidi"/>
              <w:noProof/>
              <w:color w:val="auto"/>
              <w:sz w:val="22"/>
              <w:szCs w:val="22"/>
              <w:rtl/>
            </w:rPr>
          </w:pPr>
          <w:hyperlink w:anchor="_Toc418412051"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الخامس</w:t>
            </w:r>
            <w:r w:rsidRPr="00011C55">
              <w:rPr>
                <w:rStyle w:val="Hyperlink"/>
                <w:noProof/>
                <w:rtl/>
              </w:rPr>
              <w:t xml:space="preserve"> </w:t>
            </w:r>
            <w:r w:rsidRPr="00011C55">
              <w:rPr>
                <w:rStyle w:val="Hyperlink"/>
                <w:rFonts w:hint="eastAsia"/>
                <w:noProof/>
                <w:rtl/>
              </w:rPr>
              <w:t>منصور</w:t>
            </w:r>
            <w:r w:rsidRPr="00011C55">
              <w:rPr>
                <w:rStyle w:val="Hyperlink"/>
                <w:noProof/>
                <w:rtl/>
              </w:rPr>
              <w:t xml:space="preserve"> </w:t>
            </w:r>
            <w:r w:rsidRPr="00011C55">
              <w:rPr>
                <w:rStyle w:val="Hyperlink"/>
                <w:rFonts w:hint="eastAsia"/>
                <w:noProof/>
                <w:rtl/>
              </w:rPr>
              <w:t>رجلان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Toc418412051 \h</w:instrText>
            </w:r>
            <w:r>
              <w:rPr>
                <w:noProof/>
                <w:webHidden/>
                <w:rtl/>
              </w:rPr>
              <w:instrText xml:space="preserve"> </w:instrText>
            </w:r>
            <w:r>
              <w:rPr>
                <w:noProof/>
                <w:webHidden/>
                <w:rtl/>
              </w:rPr>
            </w:r>
            <w:r>
              <w:rPr>
                <w:noProof/>
                <w:webHidden/>
                <w:rtl/>
              </w:rPr>
              <w:fldChar w:fldCharType="separate"/>
            </w:r>
            <w:r>
              <w:rPr>
                <w:noProof/>
                <w:webHidden/>
                <w:rtl/>
              </w:rPr>
              <w:t>167</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2052"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السادس</w:t>
            </w:r>
            <w:r w:rsidRPr="00011C55">
              <w:rPr>
                <w:rStyle w:val="Hyperlink"/>
                <w:noProof/>
                <w:rtl/>
              </w:rPr>
              <w:t xml:space="preserve"> </w:t>
            </w:r>
            <w:r w:rsidRPr="00011C55">
              <w:rPr>
                <w:rStyle w:val="Hyperlink"/>
                <w:rFonts w:hint="eastAsia"/>
                <w:noProof/>
                <w:rtl/>
              </w:rPr>
              <w:t>معلى</w:t>
            </w:r>
            <w:r w:rsidRPr="00011C55">
              <w:rPr>
                <w:rStyle w:val="Hyperlink"/>
                <w:noProof/>
                <w:rtl/>
              </w:rPr>
              <w:t xml:space="preserve"> </w:t>
            </w:r>
            <w:r w:rsidRPr="00011C55">
              <w:rPr>
                <w:rStyle w:val="Hyperlink"/>
                <w:rFonts w:hint="eastAsia"/>
                <w:noProof/>
                <w:rtl/>
              </w:rPr>
              <w:t>رجلان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Toc418412052 \h</w:instrText>
            </w:r>
            <w:r>
              <w:rPr>
                <w:noProof/>
                <w:webHidden/>
                <w:rtl/>
              </w:rPr>
              <w:instrText xml:space="preserve"> </w:instrText>
            </w:r>
            <w:r>
              <w:rPr>
                <w:noProof/>
                <w:webHidden/>
                <w:rtl/>
              </w:rPr>
            </w:r>
            <w:r>
              <w:rPr>
                <w:noProof/>
                <w:webHidden/>
                <w:rtl/>
              </w:rPr>
              <w:fldChar w:fldCharType="separate"/>
            </w:r>
            <w:r>
              <w:rPr>
                <w:noProof/>
                <w:webHidden/>
                <w:rtl/>
              </w:rPr>
              <w:t>168</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2053"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السابع</w:t>
            </w:r>
            <w:r w:rsidRPr="00011C55">
              <w:rPr>
                <w:rStyle w:val="Hyperlink"/>
                <w:noProof/>
                <w:rtl/>
              </w:rPr>
              <w:t xml:space="preserve"> </w:t>
            </w:r>
            <w:r w:rsidRPr="00011C55">
              <w:rPr>
                <w:rStyle w:val="Hyperlink"/>
                <w:rFonts w:hint="eastAsia"/>
                <w:noProof/>
                <w:rtl/>
              </w:rPr>
              <w:t>مثنى</w:t>
            </w:r>
            <w:r w:rsidRPr="00011C55">
              <w:rPr>
                <w:rStyle w:val="Hyperlink"/>
                <w:noProof/>
                <w:rtl/>
              </w:rPr>
              <w:t xml:space="preserve"> </w:t>
            </w:r>
            <w:r w:rsidRPr="00011C55">
              <w:rPr>
                <w:rStyle w:val="Hyperlink"/>
                <w:rFonts w:hint="eastAsia"/>
                <w:noProof/>
                <w:rtl/>
              </w:rPr>
              <w:t>رجلان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Toc418412053 \h</w:instrText>
            </w:r>
            <w:r>
              <w:rPr>
                <w:noProof/>
                <w:webHidden/>
                <w:rtl/>
              </w:rPr>
              <w:instrText xml:space="preserve"> </w:instrText>
            </w:r>
            <w:r>
              <w:rPr>
                <w:noProof/>
                <w:webHidden/>
                <w:rtl/>
              </w:rPr>
            </w:r>
            <w:r>
              <w:rPr>
                <w:noProof/>
                <w:webHidden/>
                <w:rtl/>
              </w:rPr>
              <w:fldChar w:fldCharType="separate"/>
            </w:r>
            <w:r>
              <w:rPr>
                <w:noProof/>
                <w:webHidden/>
                <w:rtl/>
              </w:rPr>
              <w:t>168</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2054"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الثامن</w:t>
            </w:r>
            <w:r w:rsidRPr="00011C55">
              <w:rPr>
                <w:rStyle w:val="Hyperlink"/>
                <w:noProof/>
                <w:rtl/>
              </w:rPr>
              <w:t xml:space="preserve"> </w:t>
            </w:r>
            <w:r w:rsidRPr="00011C55">
              <w:rPr>
                <w:rStyle w:val="Hyperlink"/>
                <w:rFonts w:hint="eastAsia"/>
                <w:noProof/>
                <w:rtl/>
              </w:rPr>
              <w:t>المختار</w:t>
            </w:r>
            <w:r w:rsidRPr="00011C55">
              <w:rPr>
                <w:rStyle w:val="Hyperlink"/>
                <w:noProof/>
                <w:rtl/>
              </w:rPr>
              <w:t xml:space="preserve"> </w:t>
            </w:r>
            <w:r w:rsidRPr="00011C55">
              <w:rPr>
                <w:rStyle w:val="Hyperlink"/>
                <w:rFonts w:hint="eastAsia"/>
                <w:noProof/>
                <w:rtl/>
              </w:rPr>
              <w:t>رجلان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Toc418412054 \h</w:instrText>
            </w:r>
            <w:r>
              <w:rPr>
                <w:noProof/>
                <w:webHidden/>
                <w:rtl/>
              </w:rPr>
              <w:instrText xml:space="preserve"> </w:instrText>
            </w:r>
            <w:r>
              <w:rPr>
                <w:noProof/>
                <w:webHidden/>
                <w:rtl/>
              </w:rPr>
            </w:r>
            <w:r>
              <w:rPr>
                <w:noProof/>
                <w:webHidden/>
                <w:rtl/>
              </w:rPr>
              <w:fldChar w:fldCharType="separate"/>
            </w:r>
            <w:r>
              <w:rPr>
                <w:noProof/>
                <w:webHidden/>
                <w:rtl/>
              </w:rPr>
              <w:t>168</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2055"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التاسع</w:t>
            </w:r>
            <w:r w:rsidRPr="00011C55">
              <w:rPr>
                <w:rStyle w:val="Hyperlink"/>
                <w:noProof/>
                <w:rtl/>
              </w:rPr>
              <w:t xml:space="preserve"> </w:t>
            </w:r>
            <w:r w:rsidRPr="00011C55">
              <w:rPr>
                <w:rStyle w:val="Hyperlink"/>
                <w:rFonts w:hint="eastAsia"/>
                <w:noProof/>
                <w:rtl/>
              </w:rPr>
              <w:t>مالك</w:t>
            </w:r>
            <w:r w:rsidRPr="00011C55">
              <w:rPr>
                <w:rStyle w:val="Hyperlink"/>
                <w:noProof/>
                <w:rtl/>
              </w:rPr>
              <w:t xml:space="preserve"> </w:t>
            </w:r>
            <w:r w:rsidRPr="00011C55">
              <w:rPr>
                <w:rStyle w:val="Hyperlink"/>
                <w:rFonts w:hint="eastAsia"/>
                <w:noProof/>
                <w:rtl/>
              </w:rPr>
              <w:t>رجلان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Toc418412055 \h</w:instrText>
            </w:r>
            <w:r>
              <w:rPr>
                <w:noProof/>
                <w:webHidden/>
                <w:rtl/>
              </w:rPr>
              <w:instrText xml:space="preserve"> </w:instrText>
            </w:r>
            <w:r>
              <w:rPr>
                <w:noProof/>
                <w:webHidden/>
                <w:rtl/>
              </w:rPr>
            </w:r>
            <w:r>
              <w:rPr>
                <w:noProof/>
                <w:webHidden/>
                <w:rtl/>
              </w:rPr>
              <w:fldChar w:fldCharType="separate"/>
            </w:r>
            <w:r>
              <w:rPr>
                <w:noProof/>
                <w:webHidden/>
                <w:rtl/>
              </w:rPr>
              <w:t>169</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2056"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العاشر</w:t>
            </w:r>
            <w:r w:rsidRPr="00011C55">
              <w:rPr>
                <w:rStyle w:val="Hyperlink"/>
                <w:noProof/>
                <w:rtl/>
              </w:rPr>
              <w:t xml:space="preserve"> </w:t>
            </w:r>
            <w:r w:rsidRPr="00011C55">
              <w:rPr>
                <w:rStyle w:val="Hyperlink"/>
                <w:rFonts w:hint="eastAsia"/>
                <w:noProof/>
                <w:rtl/>
              </w:rPr>
              <w:t>معمر</w:t>
            </w:r>
            <w:r w:rsidRPr="00011C55">
              <w:rPr>
                <w:rStyle w:val="Hyperlink"/>
                <w:noProof/>
                <w:rtl/>
              </w:rPr>
              <w:t xml:space="preserve"> </w:t>
            </w:r>
            <w:r w:rsidRPr="00011C55">
              <w:rPr>
                <w:rStyle w:val="Hyperlink"/>
                <w:rFonts w:hint="eastAsia"/>
                <w:noProof/>
                <w:rtl/>
              </w:rPr>
              <w:t>رجلان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Toc418412056 \h</w:instrText>
            </w:r>
            <w:r>
              <w:rPr>
                <w:noProof/>
                <w:webHidden/>
                <w:rtl/>
              </w:rPr>
              <w:instrText xml:space="preserve"> </w:instrText>
            </w:r>
            <w:r>
              <w:rPr>
                <w:noProof/>
                <w:webHidden/>
                <w:rtl/>
              </w:rPr>
            </w:r>
            <w:r>
              <w:rPr>
                <w:noProof/>
                <w:webHidden/>
                <w:rtl/>
              </w:rPr>
              <w:fldChar w:fldCharType="separate"/>
            </w:r>
            <w:r>
              <w:rPr>
                <w:noProof/>
                <w:webHidden/>
                <w:rtl/>
              </w:rPr>
              <w:t>169</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2057"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الحادي</w:t>
            </w:r>
            <w:r w:rsidRPr="00011C55">
              <w:rPr>
                <w:rStyle w:val="Hyperlink"/>
                <w:noProof/>
                <w:rtl/>
              </w:rPr>
              <w:t xml:space="preserve"> </w:t>
            </w:r>
            <w:r w:rsidRPr="00011C55">
              <w:rPr>
                <w:rStyle w:val="Hyperlink"/>
                <w:rFonts w:hint="eastAsia"/>
                <w:noProof/>
                <w:rtl/>
              </w:rPr>
              <w:t>عشر</w:t>
            </w:r>
            <w:r w:rsidRPr="00011C55">
              <w:rPr>
                <w:rStyle w:val="Hyperlink"/>
                <w:noProof/>
                <w:rtl/>
              </w:rPr>
              <w:t xml:space="preserve"> </w:t>
            </w:r>
            <w:r w:rsidRPr="00011C55">
              <w:rPr>
                <w:rStyle w:val="Hyperlink"/>
                <w:rFonts w:hint="eastAsia"/>
                <w:noProof/>
                <w:rtl/>
              </w:rPr>
              <w:t>في</w:t>
            </w:r>
            <w:r w:rsidRPr="00011C55">
              <w:rPr>
                <w:rStyle w:val="Hyperlink"/>
                <w:noProof/>
                <w:rtl/>
              </w:rPr>
              <w:t xml:space="preserve"> </w:t>
            </w:r>
            <w:r w:rsidRPr="00011C55">
              <w:rPr>
                <w:rStyle w:val="Hyperlink"/>
                <w:rFonts w:hint="eastAsia"/>
                <w:noProof/>
                <w:rtl/>
              </w:rPr>
              <w:t>الآحاد</w:t>
            </w:r>
            <w:r w:rsidRPr="00011C55">
              <w:rPr>
                <w:rStyle w:val="Hyperlink"/>
                <w:noProof/>
                <w:rtl/>
              </w:rPr>
              <w:t xml:space="preserve"> </w:t>
            </w:r>
            <w:r w:rsidRPr="00011C55">
              <w:rPr>
                <w:rStyle w:val="Hyperlink"/>
                <w:rFonts w:hint="eastAsia"/>
                <w:noProof/>
                <w:rtl/>
              </w:rPr>
              <w:t>ستة</w:t>
            </w:r>
            <w:r w:rsidRPr="00011C55">
              <w:rPr>
                <w:rStyle w:val="Hyperlink"/>
                <w:noProof/>
                <w:rtl/>
              </w:rPr>
              <w:t xml:space="preserve"> </w:t>
            </w:r>
            <w:r w:rsidRPr="00011C55">
              <w:rPr>
                <w:rStyle w:val="Hyperlink"/>
                <w:rFonts w:hint="eastAsia"/>
                <w:noProof/>
                <w:rtl/>
              </w:rPr>
              <w:t>وعشرون</w:t>
            </w:r>
            <w:r w:rsidRPr="00011C55">
              <w:rPr>
                <w:rStyle w:val="Hyperlink"/>
                <w:noProof/>
                <w:rtl/>
              </w:rPr>
              <w:t xml:space="preserve"> </w:t>
            </w:r>
            <w:r w:rsidRPr="00011C55">
              <w:rPr>
                <w:rStyle w:val="Hyperlink"/>
                <w:rFonts w:hint="eastAsia"/>
                <w:noProof/>
                <w:rtl/>
              </w:rPr>
              <w:t>رجلا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Toc418412057 \h</w:instrText>
            </w:r>
            <w:r>
              <w:rPr>
                <w:noProof/>
                <w:webHidden/>
                <w:rtl/>
              </w:rPr>
              <w:instrText xml:space="preserve"> </w:instrText>
            </w:r>
            <w:r>
              <w:rPr>
                <w:noProof/>
                <w:webHidden/>
                <w:rtl/>
              </w:rPr>
            </w:r>
            <w:r>
              <w:rPr>
                <w:noProof/>
                <w:webHidden/>
                <w:rtl/>
              </w:rPr>
              <w:fldChar w:fldCharType="separate"/>
            </w:r>
            <w:r>
              <w:rPr>
                <w:noProof/>
                <w:webHidden/>
                <w:rtl/>
              </w:rPr>
              <w:t>169</w:t>
            </w:r>
            <w:r>
              <w:rPr>
                <w:noProof/>
                <w:webHidden/>
                <w:rtl/>
              </w:rPr>
              <w:fldChar w:fldCharType="end"/>
            </w:r>
          </w:hyperlink>
        </w:p>
        <w:p w:rsidR="0067321F" w:rsidRDefault="0067321F">
          <w:pPr>
            <w:pStyle w:val="TOC2"/>
            <w:tabs>
              <w:tab w:val="right" w:leader="dot" w:pos="7786"/>
            </w:tabs>
            <w:rPr>
              <w:rFonts w:asciiTheme="minorHAnsi" w:eastAsiaTheme="minorEastAsia" w:hAnsiTheme="minorHAnsi" w:cstheme="minorBidi"/>
              <w:noProof/>
              <w:color w:val="auto"/>
              <w:sz w:val="22"/>
              <w:szCs w:val="22"/>
              <w:rtl/>
            </w:rPr>
          </w:pPr>
          <w:hyperlink w:anchor="_Toc418412058" w:history="1">
            <w:r w:rsidRPr="00011C55">
              <w:rPr>
                <w:rStyle w:val="Hyperlink"/>
                <w:rFonts w:hint="eastAsia"/>
                <w:noProof/>
                <w:rtl/>
              </w:rPr>
              <w:t>الفصل</w:t>
            </w:r>
            <w:r w:rsidRPr="00011C55">
              <w:rPr>
                <w:rStyle w:val="Hyperlink"/>
                <w:noProof/>
                <w:rtl/>
              </w:rPr>
              <w:t xml:space="preserve"> </w:t>
            </w:r>
            <w:r w:rsidRPr="00011C55">
              <w:rPr>
                <w:rStyle w:val="Hyperlink"/>
                <w:rFonts w:hint="eastAsia"/>
                <w:noProof/>
                <w:rtl/>
              </w:rPr>
              <w:t>الرابع</w:t>
            </w:r>
            <w:r w:rsidRPr="00011C55">
              <w:rPr>
                <w:rStyle w:val="Hyperlink"/>
                <w:noProof/>
                <w:rtl/>
              </w:rPr>
              <w:t xml:space="preserve"> </w:t>
            </w:r>
            <w:r w:rsidRPr="00011C55">
              <w:rPr>
                <w:rStyle w:val="Hyperlink"/>
                <w:rFonts w:hint="eastAsia"/>
                <w:noProof/>
                <w:rtl/>
              </w:rPr>
              <w:t>والعشرون</w:t>
            </w:r>
            <w:r w:rsidRPr="00011C55">
              <w:rPr>
                <w:rStyle w:val="Hyperlink"/>
                <w:noProof/>
                <w:rtl/>
              </w:rPr>
              <w:t xml:space="preserve"> </w:t>
            </w:r>
            <w:r w:rsidRPr="00011C55">
              <w:rPr>
                <w:rStyle w:val="Hyperlink"/>
                <w:rFonts w:hint="eastAsia"/>
                <w:noProof/>
                <w:rtl/>
              </w:rPr>
              <w:t>في</w:t>
            </w:r>
            <w:r w:rsidRPr="00011C55">
              <w:rPr>
                <w:rStyle w:val="Hyperlink"/>
                <w:noProof/>
                <w:rtl/>
              </w:rPr>
              <w:t xml:space="preserve"> </w:t>
            </w:r>
            <w:r w:rsidRPr="00011C55">
              <w:rPr>
                <w:rStyle w:val="Hyperlink"/>
                <w:rFonts w:hint="eastAsia"/>
                <w:noProof/>
                <w:rtl/>
              </w:rPr>
              <w:t>النون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Toc418412058 \h</w:instrText>
            </w:r>
            <w:r>
              <w:rPr>
                <w:noProof/>
                <w:webHidden/>
                <w:rtl/>
              </w:rPr>
              <w:instrText xml:space="preserve"> </w:instrText>
            </w:r>
            <w:r>
              <w:rPr>
                <w:noProof/>
                <w:webHidden/>
                <w:rtl/>
              </w:rPr>
            </w:r>
            <w:r>
              <w:rPr>
                <w:noProof/>
                <w:webHidden/>
                <w:rtl/>
              </w:rPr>
              <w:fldChar w:fldCharType="separate"/>
            </w:r>
            <w:r>
              <w:rPr>
                <w:noProof/>
                <w:webHidden/>
                <w:rtl/>
              </w:rPr>
              <w:t>174</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2059"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الاول</w:t>
            </w:r>
            <w:r w:rsidRPr="00011C55">
              <w:rPr>
                <w:rStyle w:val="Hyperlink"/>
                <w:noProof/>
                <w:rtl/>
              </w:rPr>
              <w:t xml:space="preserve"> </w:t>
            </w:r>
            <w:r w:rsidRPr="00011C55">
              <w:rPr>
                <w:rStyle w:val="Hyperlink"/>
                <w:rFonts w:hint="eastAsia"/>
                <w:noProof/>
                <w:rtl/>
              </w:rPr>
              <w:t>النعمان</w:t>
            </w:r>
            <w:r w:rsidRPr="00011C55">
              <w:rPr>
                <w:rStyle w:val="Hyperlink"/>
                <w:noProof/>
                <w:rtl/>
              </w:rPr>
              <w:t xml:space="preserve"> </w:t>
            </w:r>
            <w:r w:rsidRPr="00011C55">
              <w:rPr>
                <w:rStyle w:val="Hyperlink"/>
                <w:rFonts w:hint="eastAsia"/>
                <w:noProof/>
                <w:rtl/>
              </w:rPr>
              <w:t>رجلان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Toc418412059 \h</w:instrText>
            </w:r>
            <w:r>
              <w:rPr>
                <w:noProof/>
                <w:webHidden/>
                <w:rtl/>
              </w:rPr>
              <w:instrText xml:space="preserve"> </w:instrText>
            </w:r>
            <w:r>
              <w:rPr>
                <w:noProof/>
                <w:webHidden/>
                <w:rtl/>
              </w:rPr>
            </w:r>
            <w:r>
              <w:rPr>
                <w:noProof/>
                <w:webHidden/>
                <w:rtl/>
              </w:rPr>
              <w:fldChar w:fldCharType="separate"/>
            </w:r>
            <w:r>
              <w:rPr>
                <w:noProof/>
                <w:webHidden/>
                <w:rtl/>
              </w:rPr>
              <w:t>174</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2060"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الثاني</w:t>
            </w:r>
            <w:r w:rsidRPr="00011C55">
              <w:rPr>
                <w:rStyle w:val="Hyperlink"/>
                <w:noProof/>
                <w:rtl/>
              </w:rPr>
              <w:t xml:space="preserve"> </w:t>
            </w:r>
            <w:r w:rsidRPr="00011C55">
              <w:rPr>
                <w:rStyle w:val="Hyperlink"/>
                <w:rFonts w:hint="eastAsia"/>
                <w:noProof/>
                <w:rtl/>
              </w:rPr>
              <w:t>النضر</w:t>
            </w:r>
            <w:r w:rsidRPr="00011C55">
              <w:rPr>
                <w:rStyle w:val="Hyperlink"/>
                <w:noProof/>
                <w:rtl/>
              </w:rPr>
              <w:t xml:space="preserve"> </w:t>
            </w:r>
            <w:r w:rsidRPr="00011C55">
              <w:rPr>
                <w:rStyle w:val="Hyperlink"/>
                <w:rFonts w:hint="eastAsia"/>
                <w:noProof/>
                <w:rtl/>
              </w:rPr>
              <w:t>بالضاد</w:t>
            </w:r>
            <w:r w:rsidRPr="00011C55">
              <w:rPr>
                <w:rStyle w:val="Hyperlink"/>
                <w:noProof/>
                <w:rtl/>
              </w:rPr>
              <w:t xml:space="preserve"> </w:t>
            </w:r>
            <w:r w:rsidRPr="00011C55">
              <w:rPr>
                <w:rStyle w:val="Hyperlink"/>
                <w:rFonts w:hint="eastAsia"/>
                <w:noProof/>
                <w:rtl/>
              </w:rPr>
              <w:t>المعجمة</w:t>
            </w:r>
            <w:r w:rsidRPr="00011C55">
              <w:rPr>
                <w:rStyle w:val="Hyperlink"/>
                <w:noProof/>
                <w:rtl/>
              </w:rPr>
              <w:t xml:space="preserve"> </w:t>
            </w:r>
            <w:r w:rsidRPr="00011C55">
              <w:rPr>
                <w:rStyle w:val="Hyperlink"/>
                <w:rFonts w:hint="eastAsia"/>
                <w:noProof/>
                <w:rtl/>
              </w:rPr>
              <w:t>رجلان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Toc418412060 \h</w:instrText>
            </w:r>
            <w:r>
              <w:rPr>
                <w:noProof/>
                <w:webHidden/>
                <w:rtl/>
              </w:rPr>
              <w:instrText xml:space="preserve"> </w:instrText>
            </w:r>
            <w:r>
              <w:rPr>
                <w:noProof/>
                <w:webHidden/>
                <w:rtl/>
              </w:rPr>
            </w:r>
            <w:r>
              <w:rPr>
                <w:noProof/>
                <w:webHidden/>
                <w:rtl/>
              </w:rPr>
              <w:fldChar w:fldCharType="separate"/>
            </w:r>
            <w:r>
              <w:rPr>
                <w:noProof/>
                <w:webHidden/>
                <w:rtl/>
              </w:rPr>
              <w:t>174</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2061"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الثالث</w:t>
            </w:r>
            <w:r w:rsidRPr="00011C55">
              <w:rPr>
                <w:rStyle w:val="Hyperlink"/>
                <w:noProof/>
                <w:rtl/>
              </w:rPr>
              <w:t xml:space="preserve"> </w:t>
            </w:r>
            <w:r w:rsidRPr="00011C55">
              <w:rPr>
                <w:rStyle w:val="Hyperlink"/>
                <w:rFonts w:hint="eastAsia"/>
                <w:noProof/>
                <w:rtl/>
              </w:rPr>
              <w:t>نوح</w:t>
            </w:r>
            <w:r w:rsidRPr="00011C55">
              <w:rPr>
                <w:rStyle w:val="Hyperlink"/>
                <w:noProof/>
                <w:rtl/>
              </w:rPr>
              <w:t xml:space="preserve"> </w:t>
            </w:r>
            <w:r w:rsidRPr="00011C55">
              <w:rPr>
                <w:rStyle w:val="Hyperlink"/>
                <w:rFonts w:hint="eastAsia"/>
                <w:noProof/>
                <w:rtl/>
              </w:rPr>
              <w:t>أربعة</w:t>
            </w:r>
            <w:r w:rsidRPr="00011C55">
              <w:rPr>
                <w:rStyle w:val="Hyperlink"/>
                <w:noProof/>
                <w:rtl/>
              </w:rPr>
              <w:t xml:space="preserve"> </w:t>
            </w:r>
            <w:r w:rsidRPr="00011C55">
              <w:rPr>
                <w:rStyle w:val="Hyperlink"/>
                <w:rFonts w:hint="eastAsia"/>
                <w:noProof/>
                <w:rtl/>
              </w:rPr>
              <w:t>رجال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Toc418412061 \h</w:instrText>
            </w:r>
            <w:r>
              <w:rPr>
                <w:noProof/>
                <w:webHidden/>
                <w:rtl/>
              </w:rPr>
              <w:instrText xml:space="preserve"> </w:instrText>
            </w:r>
            <w:r>
              <w:rPr>
                <w:noProof/>
                <w:webHidden/>
                <w:rtl/>
              </w:rPr>
            </w:r>
            <w:r>
              <w:rPr>
                <w:noProof/>
                <w:webHidden/>
                <w:rtl/>
              </w:rPr>
              <w:fldChar w:fldCharType="separate"/>
            </w:r>
            <w:r>
              <w:rPr>
                <w:noProof/>
                <w:webHidden/>
                <w:rtl/>
              </w:rPr>
              <w:t>174</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2062"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الرابع</w:t>
            </w:r>
            <w:r w:rsidRPr="00011C55">
              <w:rPr>
                <w:rStyle w:val="Hyperlink"/>
                <w:noProof/>
                <w:rtl/>
              </w:rPr>
              <w:t xml:space="preserve"> </w:t>
            </w:r>
            <w:r w:rsidRPr="00011C55">
              <w:rPr>
                <w:rStyle w:val="Hyperlink"/>
                <w:rFonts w:hint="eastAsia"/>
                <w:noProof/>
                <w:rtl/>
              </w:rPr>
              <w:t>نصر</w:t>
            </w:r>
            <w:r w:rsidRPr="00011C55">
              <w:rPr>
                <w:rStyle w:val="Hyperlink"/>
                <w:noProof/>
                <w:rtl/>
              </w:rPr>
              <w:t xml:space="preserve"> </w:t>
            </w:r>
            <w:r w:rsidRPr="00011C55">
              <w:rPr>
                <w:rStyle w:val="Hyperlink"/>
                <w:rFonts w:hint="eastAsia"/>
                <w:noProof/>
                <w:rtl/>
              </w:rPr>
              <w:t>ثلاثة</w:t>
            </w:r>
            <w:r w:rsidRPr="00011C55">
              <w:rPr>
                <w:rStyle w:val="Hyperlink"/>
                <w:noProof/>
                <w:rtl/>
              </w:rPr>
              <w:t xml:space="preserve"> </w:t>
            </w:r>
            <w:r w:rsidRPr="00011C55">
              <w:rPr>
                <w:rStyle w:val="Hyperlink"/>
                <w:rFonts w:hint="eastAsia"/>
                <w:noProof/>
                <w:rtl/>
              </w:rPr>
              <w:t>رجال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Toc418412062 \h</w:instrText>
            </w:r>
            <w:r>
              <w:rPr>
                <w:noProof/>
                <w:webHidden/>
                <w:rtl/>
              </w:rPr>
              <w:instrText xml:space="preserve"> </w:instrText>
            </w:r>
            <w:r>
              <w:rPr>
                <w:noProof/>
                <w:webHidden/>
                <w:rtl/>
              </w:rPr>
            </w:r>
            <w:r>
              <w:rPr>
                <w:noProof/>
                <w:webHidden/>
                <w:rtl/>
              </w:rPr>
              <w:fldChar w:fldCharType="separate"/>
            </w:r>
            <w:r>
              <w:rPr>
                <w:noProof/>
                <w:webHidden/>
                <w:rtl/>
              </w:rPr>
              <w:t>175</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2063"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الخامس</w:t>
            </w:r>
            <w:r w:rsidRPr="00011C55">
              <w:rPr>
                <w:rStyle w:val="Hyperlink"/>
                <w:noProof/>
                <w:rtl/>
              </w:rPr>
              <w:t xml:space="preserve"> </w:t>
            </w:r>
            <w:r w:rsidRPr="00011C55">
              <w:rPr>
                <w:rStyle w:val="Hyperlink"/>
                <w:rFonts w:hint="eastAsia"/>
                <w:noProof/>
                <w:rtl/>
              </w:rPr>
              <w:t>في</w:t>
            </w:r>
            <w:r w:rsidRPr="00011C55">
              <w:rPr>
                <w:rStyle w:val="Hyperlink"/>
                <w:noProof/>
                <w:rtl/>
              </w:rPr>
              <w:t xml:space="preserve"> </w:t>
            </w:r>
            <w:r w:rsidRPr="00011C55">
              <w:rPr>
                <w:rStyle w:val="Hyperlink"/>
                <w:rFonts w:hint="eastAsia"/>
                <w:noProof/>
                <w:rtl/>
              </w:rPr>
              <w:t>الآحاد</w:t>
            </w:r>
            <w:r w:rsidRPr="00011C55">
              <w:rPr>
                <w:rStyle w:val="Hyperlink"/>
                <w:noProof/>
                <w:rtl/>
              </w:rPr>
              <w:t xml:space="preserve"> </w:t>
            </w:r>
            <w:r w:rsidRPr="00011C55">
              <w:rPr>
                <w:rStyle w:val="Hyperlink"/>
                <w:rFonts w:hint="eastAsia"/>
                <w:noProof/>
                <w:rtl/>
              </w:rPr>
              <w:t>خمسة</w:t>
            </w:r>
            <w:r w:rsidRPr="00011C55">
              <w:rPr>
                <w:rStyle w:val="Hyperlink"/>
                <w:noProof/>
                <w:rtl/>
              </w:rPr>
              <w:t xml:space="preserve"> </w:t>
            </w:r>
            <w:r w:rsidRPr="00011C55">
              <w:rPr>
                <w:rStyle w:val="Hyperlink"/>
                <w:rFonts w:hint="eastAsia"/>
                <w:noProof/>
                <w:rtl/>
              </w:rPr>
              <w:t>رجال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Toc418412063 \h</w:instrText>
            </w:r>
            <w:r>
              <w:rPr>
                <w:noProof/>
                <w:webHidden/>
                <w:rtl/>
              </w:rPr>
              <w:instrText xml:space="preserve"> </w:instrText>
            </w:r>
            <w:r>
              <w:rPr>
                <w:noProof/>
                <w:webHidden/>
                <w:rtl/>
              </w:rPr>
            </w:r>
            <w:r>
              <w:rPr>
                <w:noProof/>
                <w:webHidden/>
                <w:rtl/>
              </w:rPr>
              <w:fldChar w:fldCharType="separate"/>
            </w:r>
            <w:r>
              <w:rPr>
                <w:noProof/>
                <w:webHidden/>
                <w:rtl/>
              </w:rPr>
              <w:t>175</w:t>
            </w:r>
            <w:r>
              <w:rPr>
                <w:noProof/>
                <w:webHidden/>
                <w:rtl/>
              </w:rPr>
              <w:fldChar w:fldCharType="end"/>
            </w:r>
          </w:hyperlink>
        </w:p>
        <w:p w:rsidR="0067321F" w:rsidRDefault="0067321F">
          <w:pPr>
            <w:pStyle w:val="TOC2"/>
            <w:tabs>
              <w:tab w:val="right" w:leader="dot" w:pos="7786"/>
            </w:tabs>
            <w:rPr>
              <w:rFonts w:asciiTheme="minorHAnsi" w:eastAsiaTheme="minorEastAsia" w:hAnsiTheme="minorHAnsi" w:cstheme="minorBidi"/>
              <w:noProof/>
              <w:color w:val="auto"/>
              <w:sz w:val="22"/>
              <w:szCs w:val="22"/>
              <w:rtl/>
            </w:rPr>
          </w:pPr>
          <w:hyperlink w:anchor="_Toc418412064" w:history="1">
            <w:r w:rsidRPr="00011C55">
              <w:rPr>
                <w:rStyle w:val="Hyperlink"/>
                <w:rFonts w:hint="eastAsia"/>
                <w:noProof/>
                <w:rtl/>
              </w:rPr>
              <w:t>الفصل</w:t>
            </w:r>
            <w:r w:rsidRPr="00011C55">
              <w:rPr>
                <w:rStyle w:val="Hyperlink"/>
                <w:noProof/>
                <w:rtl/>
              </w:rPr>
              <w:t xml:space="preserve"> </w:t>
            </w:r>
            <w:r w:rsidRPr="00011C55">
              <w:rPr>
                <w:rStyle w:val="Hyperlink"/>
                <w:rFonts w:hint="eastAsia"/>
                <w:noProof/>
                <w:rtl/>
              </w:rPr>
              <w:t>الخامس</w:t>
            </w:r>
            <w:r w:rsidRPr="00011C55">
              <w:rPr>
                <w:rStyle w:val="Hyperlink"/>
                <w:noProof/>
                <w:rtl/>
              </w:rPr>
              <w:t xml:space="preserve"> </w:t>
            </w:r>
            <w:r w:rsidRPr="00011C55">
              <w:rPr>
                <w:rStyle w:val="Hyperlink"/>
                <w:rFonts w:hint="eastAsia"/>
                <w:noProof/>
                <w:rtl/>
              </w:rPr>
              <w:t>والعشرون</w:t>
            </w:r>
            <w:r w:rsidRPr="00011C55">
              <w:rPr>
                <w:rStyle w:val="Hyperlink"/>
                <w:noProof/>
                <w:rtl/>
              </w:rPr>
              <w:t xml:space="preserve"> </w:t>
            </w:r>
            <w:r w:rsidRPr="00011C55">
              <w:rPr>
                <w:rStyle w:val="Hyperlink"/>
                <w:rFonts w:hint="eastAsia"/>
                <w:noProof/>
                <w:rtl/>
              </w:rPr>
              <w:t>في</w:t>
            </w:r>
            <w:r w:rsidRPr="00011C55">
              <w:rPr>
                <w:rStyle w:val="Hyperlink"/>
                <w:noProof/>
                <w:rtl/>
              </w:rPr>
              <w:t xml:space="preserve"> </w:t>
            </w:r>
            <w:r w:rsidRPr="00011C55">
              <w:rPr>
                <w:rStyle w:val="Hyperlink"/>
                <w:rFonts w:hint="eastAsia"/>
                <w:noProof/>
                <w:rtl/>
              </w:rPr>
              <w:t>الواو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Toc418412064 \h</w:instrText>
            </w:r>
            <w:r>
              <w:rPr>
                <w:noProof/>
                <w:webHidden/>
                <w:rtl/>
              </w:rPr>
              <w:instrText xml:space="preserve"> </w:instrText>
            </w:r>
            <w:r>
              <w:rPr>
                <w:noProof/>
                <w:webHidden/>
                <w:rtl/>
              </w:rPr>
            </w:r>
            <w:r>
              <w:rPr>
                <w:noProof/>
                <w:webHidden/>
                <w:rtl/>
              </w:rPr>
              <w:fldChar w:fldCharType="separate"/>
            </w:r>
            <w:r>
              <w:rPr>
                <w:noProof/>
                <w:webHidden/>
                <w:rtl/>
              </w:rPr>
              <w:t>176</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2065"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الاول</w:t>
            </w:r>
            <w:r w:rsidRPr="00011C55">
              <w:rPr>
                <w:rStyle w:val="Hyperlink"/>
                <w:noProof/>
                <w:rtl/>
              </w:rPr>
              <w:t xml:space="preserve"> </w:t>
            </w:r>
            <w:r w:rsidRPr="00011C55">
              <w:rPr>
                <w:rStyle w:val="Hyperlink"/>
                <w:rFonts w:hint="eastAsia"/>
                <w:noProof/>
                <w:rtl/>
              </w:rPr>
              <w:t>وهب</w:t>
            </w:r>
            <w:r w:rsidRPr="00011C55">
              <w:rPr>
                <w:rStyle w:val="Hyperlink"/>
                <w:noProof/>
                <w:rtl/>
              </w:rPr>
              <w:t xml:space="preserve"> </w:t>
            </w:r>
            <w:r w:rsidRPr="00011C55">
              <w:rPr>
                <w:rStyle w:val="Hyperlink"/>
                <w:rFonts w:hint="eastAsia"/>
                <w:noProof/>
                <w:rtl/>
              </w:rPr>
              <w:t>ثلاثة</w:t>
            </w:r>
            <w:r w:rsidRPr="00011C55">
              <w:rPr>
                <w:rStyle w:val="Hyperlink"/>
                <w:noProof/>
                <w:rtl/>
              </w:rPr>
              <w:t xml:space="preserve"> </w:t>
            </w:r>
            <w:r w:rsidRPr="00011C55">
              <w:rPr>
                <w:rStyle w:val="Hyperlink"/>
                <w:rFonts w:hint="eastAsia"/>
                <w:noProof/>
                <w:rtl/>
              </w:rPr>
              <w:t>رجال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Toc418412065 \h</w:instrText>
            </w:r>
            <w:r>
              <w:rPr>
                <w:noProof/>
                <w:webHidden/>
                <w:rtl/>
              </w:rPr>
              <w:instrText xml:space="preserve"> </w:instrText>
            </w:r>
            <w:r>
              <w:rPr>
                <w:noProof/>
                <w:webHidden/>
                <w:rtl/>
              </w:rPr>
            </w:r>
            <w:r>
              <w:rPr>
                <w:noProof/>
                <w:webHidden/>
                <w:rtl/>
              </w:rPr>
              <w:fldChar w:fldCharType="separate"/>
            </w:r>
            <w:r>
              <w:rPr>
                <w:noProof/>
                <w:webHidden/>
                <w:rtl/>
              </w:rPr>
              <w:t>176</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2066"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الثانى</w:t>
            </w:r>
            <w:r w:rsidRPr="00011C55">
              <w:rPr>
                <w:rStyle w:val="Hyperlink"/>
                <w:noProof/>
                <w:rtl/>
              </w:rPr>
              <w:t xml:space="preserve"> </w:t>
            </w:r>
            <w:r w:rsidRPr="00011C55">
              <w:rPr>
                <w:rStyle w:val="Hyperlink"/>
                <w:rFonts w:hint="eastAsia"/>
                <w:noProof/>
                <w:rtl/>
              </w:rPr>
              <w:t>في</w:t>
            </w:r>
            <w:r w:rsidRPr="00011C55">
              <w:rPr>
                <w:rStyle w:val="Hyperlink"/>
                <w:noProof/>
                <w:rtl/>
              </w:rPr>
              <w:t xml:space="preserve"> </w:t>
            </w:r>
            <w:r w:rsidRPr="00011C55">
              <w:rPr>
                <w:rStyle w:val="Hyperlink"/>
                <w:rFonts w:hint="eastAsia"/>
                <w:noProof/>
                <w:rtl/>
              </w:rPr>
              <w:t>الآحاد</w:t>
            </w:r>
            <w:r w:rsidRPr="00011C55">
              <w:rPr>
                <w:rStyle w:val="Hyperlink"/>
                <w:noProof/>
                <w:rtl/>
              </w:rPr>
              <w:t xml:space="preserve"> </w:t>
            </w:r>
            <w:r w:rsidRPr="00011C55">
              <w:rPr>
                <w:rStyle w:val="Hyperlink"/>
                <w:rFonts w:hint="eastAsia"/>
                <w:noProof/>
                <w:rtl/>
              </w:rPr>
              <w:t>أربعة</w:t>
            </w:r>
            <w:r w:rsidRPr="00011C55">
              <w:rPr>
                <w:rStyle w:val="Hyperlink"/>
                <w:noProof/>
                <w:rtl/>
              </w:rPr>
              <w:t xml:space="preserve"> </w:t>
            </w:r>
            <w:r w:rsidRPr="00011C55">
              <w:rPr>
                <w:rStyle w:val="Hyperlink"/>
                <w:rFonts w:hint="eastAsia"/>
                <w:noProof/>
                <w:rtl/>
              </w:rPr>
              <w:t>رجال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Toc418412066 \h</w:instrText>
            </w:r>
            <w:r>
              <w:rPr>
                <w:noProof/>
                <w:webHidden/>
                <w:rtl/>
              </w:rPr>
              <w:instrText xml:space="preserve"> </w:instrText>
            </w:r>
            <w:r>
              <w:rPr>
                <w:noProof/>
                <w:webHidden/>
                <w:rtl/>
              </w:rPr>
            </w:r>
            <w:r>
              <w:rPr>
                <w:noProof/>
                <w:webHidden/>
                <w:rtl/>
              </w:rPr>
              <w:fldChar w:fldCharType="separate"/>
            </w:r>
            <w:r>
              <w:rPr>
                <w:noProof/>
                <w:webHidden/>
                <w:rtl/>
              </w:rPr>
              <w:t>177</w:t>
            </w:r>
            <w:r>
              <w:rPr>
                <w:noProof/>
                <w:webHidden/>
                <w:rtl/>
              </w:rPr>
              <w:fldChar w:fldCharType="end"/>
            </w:r>
          </w:hyperlink>
        </w:p>
        <w:p w:rsidR="0067321F" w:rsidRDefault="0067321F">
          <w:pPr>
            <w:pStyle w:val="TOC2"/>
            <w:tabs>
              <w:tab w:val="right" w:leader="dot" w:pos="7786"/>
            </w:tabs>
            <w:rPr>
              <w:rFonts w:asciiTheme="minorHAnsi" w:eastAsiaTheme="minorEastAsia" w:hAnsiTheme="minorHAnsi" w:cstheme="minorBidi"/>
              <w:noProof/>
              <w:color w:val="auto"/>
              <w:sz w:val="22"/>
              <w:szCs w:val="22"/>
              <w:rtl/>
            </w:rPr>
          </w:pPr>
          <w:hyperlink w:anchor="_Toc418412067" w:history="1">
            <w:r w:rsidRPr="00011C55">
              <w:rPr>
                <w:rStyle w:val="Hyperlink"/>
                <w:rFonts w:hint="eastAsia"/>
                <w:noProof/>
                <w:rtl/>
              </w:rPr>
              <w:t>الفصل</w:t>
            </w:r>
            <w:r w:rsidRPr="00011C55">
              <w:rPr>
                <w:rStyle w:val="Hyperlink"/>
                <w:noProof/>
                <w:rtl/>
              </w:rPr>
              <w:t xml:space="preserve"> </w:t>
            </w:r>
            <w:r w:rsidRPr="00011C55">
              <w:rPr>
                <w:rStyle w:val="Hyperlink"/>
                <w:rFonts w:hint="eastAsia"/>
                <w:noProof/>
                <w:rtl/>
              </w:rPr>
              <w:t>السادس</w:t>
            </w:r>
            <w:r w:rsidRPr="00011C55">
              <w:rPr>
                <w:rStyle w:val="Hyperlink"/>
                <w:noProof/>
                <w:rtl/>
              </w:rPr>
              <w:t xml:space="preserve"> </w:t>
            </w:r>
            <w:r w:rsidRPr="00011C55">
              <w:rPr>
                <w:rStyle w:val="Hyperlink"/>
                <w:rFonts w:hint="eastAsia"/>
                <w:noProof/>
                <w:rtl/>
              </w:rPr>
              <w:t>والعشرون</w:t>
            </w:r>
            <w:r w:rsidRPr="00011C55">
              <w:rPr>
                <w:rStyle w:val="Hyperlink"/>
                <w:noProof/>
                <w:rtl/>
              </w:rPr>
              <w:t xml:space="preserve"> </w:t>
            </w:r>
            <w:r w:rsidRPr="00011C55">
              <w:rPr>
                <w:rStyle w:val="Hyperlink"/>
                <w:rFonts w:hint="eastAsia"/>
                <w:noProof/>
                <w:rtl/>
              </w:rPr>
              <w:t>في</w:t>
            </w:r>
            <w:r w:rsidRPr="00011C55">
              <w:rPr>
                <w:rStyle w:val="Hyperlink"/>
                <w:noProof/>
                <w:rtl/>
              </w:rPr>
              <w:t xml:space="preserve"> </w:t>
            </w:r>
            <w:r w:rsidRPr="00011C55">
              <w:rPr>
                <w:rStyle w:val="Hyperlink"/>
                <w:rFonts w:hint="eastAsia"/>
                <w:noProof/>
                <w:rtl/>
              </w:rPr>
              <w:t>الهاء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Toc418412067 \h</w:instrText>
            </w:r>
            <w:r>
              <w:rPr>
                <w:noProof/>
                <w:webHidden/>
                <w:rtl/>
              </w:rPr>
              <w:instrText xml:space="preserve"> </w:instrText>
            </w:r>
            <w:r>
              <w:rPr>
                <w:noProof/>
                <w:webHidden/>
                <w:rtl/>
              </w:rPr>
            </w:r>
            <w:r>
              <w:rPr>
                <w:noProof/>
                <w:webHidden/>
                <w:rtl/>
              </w:rPr>
              <w:fldChar w:fldCharType="separate"/>
            </w:r>
            <w:r>
              <w:rPr>
                <w:noProof/>
                <w:webHidden/>
                <w:rtl/>
              </w:rPr>
              <w:t>178</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2068"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الاول</w:t>
            </w:r>
            <w:r w:rsidRPr="00011C55">
              <w:rPr>
                <w:rStyle w:val="Hyperlink"/>
                <w:noProof/>
                <w:rtl/>
              </w:rPr>
              <w:t xml:space="preserve"> </w:t>
            </w:r>
            <w:r w:rsidRPr="00011C55">
              <w:rPr>
                <w:rStyle w:val="Hyperlink"/>
                <w:rFonts w:hint="eastAsia"/>
                <w:noProof/>
                <w:rtl/>
              </w:rPr>
              <w:t>هشام</w:t>
            </w:r>
            <w:r w:rsidRPr="00011C55">
              <w:rPr>
                <w:rStyle w:val="Hyperlink"/>
                <w:noProof/>
                <w:rtl/>
              </w:rPr>
              <w:t xml:space="preserve"> </w:t>
            </w:r>
            <w:r w:rsidRPr="00011C55">
              <w:rPr>
                <w:rStyle w:val="Hyperlink"/>
                <w:rFonts w:hint="eastAsia"/>
                <w:noProof/>
                <w:rtl/>
              </w:rPr>
              <w:t>ثلاثة</w:t>
            </w:r>
            <w:r w:rsidRPr="00011C55">
              <w:rPr>
                <w:rStyle w:val="Hyperlink"/>
                <w:noProof/>
                <w:rtl/>
              </w:rPr>
              <w:t xml:space="preserve"> </w:t>
            </w:r>
            <w:r w:rsidRPr="00011C55">
              <w:rPr>
                <w:rStyle w:val="Hyperlink"/>
                <w:rFonts w:hint="eastAsia"/>
                <w:noProof/>
                <w:rtl/>
              </w:rPr>
              <w:t>رجال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Toc418412068 \h</w:instrText>
            </w:r>
            <w:r>
              <w:rPr>
                <w:noProof/>
                <w:webHidden/>
                <w:rtl/>
              </w:rPr>
              <w:instrText xml:space="preserve"> </w:instrText>
            </w:r>
            <w:r>
              <w:rPr>
                <w:noProof/>
                <w:webHidden/>
                <w:rtl/>
              </w:rPr>
            </w:r>
            <w:r>
              <w:rPr>
                <w:noProof/>
                <w:webHidden/>
                <w:rtl/>
              </w:rPr>
              <w:fldChar w:fldCharType="separate"/>
            </w:r>
            <w:r>
              <w:rPr>
                <w:noProof/>
                <w:webHidden/>
                <w:rtl/>
              </w:rPr>
              <w:t>178</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2069"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الثاني</w:t>
            </w:r>
            <w:r w:rsidRPr="00011C55">
              <w:rPr>
                <w:rStyle w:val="Hyperlink"/>
                <w:noProof/>
                <w:rtl/>
              </w:rPr>
              <w:t xml:space="preserve"> </w:t>
            </w:r>
            <w:r w:rsidRPr="00011C55">
              <w:rPr>
                <w:rStyle w:val="Hyperlink"/>
                <w:rFonts w:hint="eastAsia"/>
                <w:noProof/>
                <w:rtl/>
              </w:rPr>
              <w:t>هاشم</w:t>
            </w:r>
            <w:r w:rsidRPr="00011C55">
              <w:rPr>
                <w:rStyle w:val="Hyperlink"/>
                <w:noProof/>
                <w:rtl/>
              </w:rPr>
              <w:t xml:space="preserve"> </w:t>
            </w:r>
            <w:r w:rsidRPr="00011C55">
              <w:rPr>
                <w:rStyle w:val="Hyperlink"/>
                <w:rFonts w:hint="eastAsia"/>
                <w:noProof/>
                <w:rtl/>
              </w:rPr>
              <w:t>رجلان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Toc418412069 \h</w:instrText>
            </w:r>
            <w:r>
              <w:rPr>
                <w:noProof/>
                <w:webHidden/>
                <w:rtl/>
              </w:rPr>
              <w:instrText xml:space="preserve"> </w:instrText>
            </w:r>
            <w:r>
              <w:rPr>
                <w:noProof/>
                <w:webHidden/>
                <w:rtl/>
              </w:rPr>
            </w:r>
            <w:r>
              <w:rPr>
                <w:noProof/>
                <w:webHidden/>
                <w:rtl/>
              </w:rPr>
              <w:fldChar w:fldCharType="separate"/>
            </w:r>
            <w:r>
              <w:rPr>
                <w:noProof/>
                <w:webHidden/>
                <w:rtl/>
              </w:rPr>
              <w:t>179</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2070"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الثالث</w:t>
            </w:r>
            <w:r w:rsidRPr="00011C55">
              <w:rPr>
                <w:rStyle w:val="Hyperlink"/>
                <w:noProof/>
                <w:rtl/>
              </w:rPr>
              <w:t xml:space="preserve"> </w:t>
            </w:r>
            <w:r w:rsidRPr="00011C55">
              <w:rPr>
                <w:rStyle w:val="Hyperlink"/>
                <w:rFonts w:hint="eastAsia"/>
                <w:noProof/>
                <w:rtl/>
              </w:rPr>
              <w:t>هيثم</w:t>
            </w:r>
            <w:r w:rsidRPr="00011C55">
              <w:rPr>
                <w:rStyle w:val="Hyperlink"/>
                <w:noProof/>
                <w:rtl/>
              </w:rPr>
              <w:t xml:space="preserve"> </w:t>
            </w:r>
            <w:r w:rsidRPr="00011C55">
              <w:rPr>
                <w:rStyle w:val="Hyperlink"/>
                <w:rFonts w:hint="eastAsia"/>
                <w:noProof/>
                <w:rtl/>
              </w:rPr>
              <w:t>ثلاثة</w:t>
            </w:r>
            <w:r w:rsidRPr="00011C55">
              <w:rPr>
                <w:rStyle w:val="Hyperlink"/>
                <w:noProof/>
                <w:rtl/>
              </w:rPr>
              <w:t xml:space="preserve"> </w:t>
            </w:r>
            <w:r w:rsidRPr="00011C55">
              <w:rPr>
                <w:rStyle w:val="Hyperlink"/>
                <w:rFonts w:hint="eastAsia"/>
                <w:noProof/>
                <w:rtl/>
              </w:rPr>
              <w:t>رجال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Toc418412070 \h</w:instrText>
            </w:r>
            <w:r>
              <w:rPr>
                <w:noProof/>
                <w:webHidden/>
                <w:rtl/>
              </w:rPr>
              <w:instrText xml:space="preserve"> </w:instrText>
            </w:r>
            <w:r>
              <w:rPr>
                <w:noProof/>
                <w:webHidden/>
                <w:rtl/>
              </w:rPr>
            </w:r>
            <w:r>
              <w:rPr>
                <w:noProof/>
                <w:webHidden/>
                <w:rtl/>
              </w:rPr>
              <w:fldChar w:fldCharType="separate"/>
            </w:r>
            <w:r>
              <w:rPr>
                <w:noProof/>
                <w:webHidden/>
                <w:rtl/>
              </w:rPr>
              <w:t>179</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2071"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الرابع</w:t>
            </w:r>
            <w:r w:rsidRPr="00011C55">
              <w:rPr>
                <w:rStyle w:val="Hyperlink"/>
                <w:noProof/>
                <w:rtl/>
              </w:rPr>
              <w:t xml:space="preserve"> </w:t>
            </w:r>
            <w:r w:rsidRPr="00011C55">
              <w:rPr>
                <w:rStyle w:val="Hyperlink"/>
                <w:rFonts w:hint="eastAsia"/>
                <w:noProof/>
                <w:rtl/>
              </w:rPr>
              <w:t>هارون</w:t>
            </w:r>
            <w:r w:rsidRPr="00011C55">
              <w:rPr>
                <w:rStyle w:val="Hyperlink"/>
                <w:noProof/>
                <w:rtl/>
              </w:rPr>
              <w:t xml:space="preserve"> </w:t>
            </w:r>
            <w:r w:rsidRPr="00011C55">
              <w:rPr>
                <w:rStyle w:val="Hyperlink"/>
                <w:rFonts w:hint="eastAsia"/>
                <w:noProof/>
                <w:rtl/>
              </w:rPr>
              <w:t>سبعة</w:t>
            </w:r>
            <w:r w:rsidRPr="00011C55">
              <w:rPr>
                <w:rStyle w:val="Hyperlink"/>
                <w:noProof/>
                <w:rtl/>
              </w:rPr>
              <w:t xml:space="preserve"> </w:t>
            </w:r>
            <w:r w:rsidRPr="00011C55">
              <w:rPr>
                <w:rStyle w:val="Hyperlink"/>
                <w:rFonts w:hint="eastAsia"/>
                <w:noProof/>
                <w:rtl/>
              </w:rPr>
              <w:t>رجال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Toc418412071 \h</w:instrText>
            </w:r>
            <w:r>
              <w:rPr>
                <w:noProof/>
                <w:webHidden/>
                <w:rtl/>
              </w:rPr>
              <w:instrText xml:space="preserve"> </w:instrText>
            </w:r>
            <w:r>
              <w:rPr>
                <w:noProof/>
                <w:webHidden/>
                <w:rtl/>
              </w:rPr>
            </w:r>
            <w:r>
              <w:rPr>
                <w:noProof/>
                <w:webHidden/>
                <w:rtl/>
              </w:rPr>
              <w:fldChar w:fldCharType="separate"/>
            </w:r>
            <w:r>
              <w:rPr>
                <w:noProof/>
                <w:webHidden/>
                <w:rtl/>
              </w:rPr>
              <w:t>180</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2072"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الخامس</w:t>
            </w:r>
            <w:r w:rsidRPr="00011C55">
              <w:rPr>
                <w:rStyle w:val="Hyperlink"/>
                <w:noProof/>
                <w:rtl/>
              </w:rPr>
              <w:t xml:space="preserve"> </w:t>
            </w:r>
            <w:r w:rsidRPr="00011C55">
              <w:rPr>
                <w:rStyle w:val="Hyperlink"/>
                <w:rFonts w:hint="eastAsia"/>
                <w:noProof/>
                <w:rtl/>
              </w:rPr>
              <w:t>في</w:t>
            </w:r>
            <w:r w:rsidRPr="00011C55">
              <w:rPr>
                <w:rStyle w:val="Hyperlink"/>
                <w:noProof/>
                <w:rtl/>
              </w:rPr>
              <w:t xml:space="preserve"> </w:t>
            </w:r>
            <w:r w:rsidRPr="00011C55">
              <w:rPr>
                <w:rStyle w:val="Hyperlink"/>
                <w:rFonts w:hint="eastAsia"/>
                <w:noProof/>
                <w:rtl/>
              </w:rPr>
              <w:t>الآحاد</w:t>
            </w:r>
            <w:r w:rsidRPr="00011C55">
              <w:rPr>
                <w:rStyle w:val="Hyperlink"/>
                <w:noProof/>
                <w:rtl/>
              </w:rPr>
              <w:t xml:space="preserve"> </w:t>
            </w:r>
            <w:r w:rsidRPr="00011C55">
              <w:rPr>
                <w:rStyle w:val="Hyperlink"/>
                <w:rFonts w:hint="eastAsia"/>
                <w:noProof/>
                <w:rtl/>
              </w:rPr>
              <w:t>ثلاثة</w:t>
            </w:r>
            <w:r w:rsidRPr="00011C55">
              <w:rPr>
                <w:rStyle w:val="Hyperlink"/>
                <w:noProof/>
                <w:rtl/>
              </w:rPr>
              <w:t xml:space="preserve"> </w:t>
            </w:r>
            <w:r w:rsidRPr="00011C55">
              <w:rPr>
                <w:rStyle w:val="Hyperlink"/>
                <w:rFonts w:hint="eastAsia"/>
                <w:noProof/>
                <w:rtl/>
              </w:rPr>
              <w:t>رجال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Toc418412072 \h</w:instrText>
            </w:r>
            <w:r>
              <w:rPr>
                <w:noProof/>
                <w:webHidden/>
                <w:rtl/>
              </w:rPr>
              <w:instrText xml:space="preserve"> </w:instrText>
            </w:r>
            <w:r>
              <w:rPr>
                <w:noProof/>
                <w:webHidden/>
                <w:rtl/>
              </w:rPr>
            </w:r>
            <w:r>
              <w:rPr>
                <w:noProof/>
                <w:webHidden/>
                <w:rtl/>
              </w:rPr>
              <w:fldChar w:fldCharType="separate"/>
            </w:r>
            <w:r>
              <w:rPr>
                <w:noProof/>
                <w:webHidden/>
                <w:rtl/>
              </w:rPr>
              <w:t>180</w:t>
            </w:r>
            <w:r>
              <w:rPr>
                <w:noProof/>
                <w:webHidden/>
                <w:rtl/>
              </w:rPr>
              <w:fldChar w:fldCharType="end"/>
            </w:r>
          </w:hyperlink>
        </w:p>
        <w:p w:rsidR="0067321F" w:rsidRDefault="0067321F">
          <w:pPr>
            <w:pStyle w:val="TOC2"/>
            <w:tabs>
              <w:tab w:val="right" w:leader="dot" w:pos="7786"/>
            </w:tabs>
            <w:rPr>
              <w:rFonts w:asciiTheme="minorHAnsi" w:eastAsiaTheme="minorEastAsia" w:hAnsiTheme="minorHAnsi" w:cstheme="minorBidi"/>
              <w:noProof/>
              <w:color w:val="auto"/>
              <w:sz w:val="22"/>
              <w:szCs w:val="22"/>
              <w:rtl/>
            </w:rPr>
          </w:pPr>
          <w:hyperlink w:anchor="_Toc418412073" w:history="1">
            <w:r w:rsidRPr="00011C55">
              <w:rPr>
                <w:rStyle w:val="Hyperlink"/>
                <w:rFonts w:hint="eastAsia"/>
                <w:noProof/>
                <w:rtl/>
              </w:rPr>
              <w:t>الفصل</w:t>
            </w:r>
            <w:r w:rsidRPr="00011C55">
              <w:rPr>
                <w:rStyle w:val="Hyperlink"/>
                <w:noProof/>
                <w:rtl/>
              </w:rPr>
              <w:t xml:space="preserve"> </w:t>
            </w:r>
            <w:r w:rsidRPr="00011C55">
              <w:rPr>
                <w:rStyle w:val="Hyperlink"/>
                <w:rFonts w:hint="eastAsia"/>
                <w:noProof/>
                <w:rtl/>
              </w:rPr>
              <w:t>السابع</w:t>
            </w:r>
            <w:r w:rsidRPr="00011C55">
              <w:rPr>
                <w:rStyle w:val="Hyperlink"/>
                <w:noProof/>
                <w:rtl/>
              </w:rPr>
              <w:t xml:space="preserve"> </w:t>
            </w:r>
            <w:r w:rsidRPr="00011C55">
              <w:rPr>
                <w:rStyle w:val="Hyperlink"/>
                <w:rFonts w:hint="eastAsia"/>
                <w:noProof/>
                <w:rtl/>
              </w:rPr>
              <w:t>والعشرون</w:t>
            </w:r>
            <w:r w:rsidRPr="00011C55">
              <w:rPr>
                <w:rStyle w:val="Hyperlink"/>
                <w:noProof/>
                <w:rtl/>
              </w:rPr>
              <w:t xml:space="preserve"> </w:t>
            </w:r>
            <w:r w:rsidRPr="00011C55">
              <w:rPr>
                <w:rStyle w:val="Hyperlink"/>
                <w:rFonts w:hint="eastAsia"/>
                <w:noProof/>
                <w:rtl/>
              </w:rPr>
              <w:t>في</w:t>
            </w:r>
            <w:r w:rsidRPr="00011C55">
              <w:rPr>
                <w:rStyle w:val="Hyperlink"/>
                <w:noProof/>
                <w:rtl/>
              </w:rPr>
              <w:t xml:space="preserve"> </w:t>
            </w:r>
            <w:r w:rsidRPr="00011C55">
              <w:rPr>
                <w:rStyle w:val="Hyperlink"/>
                <w:rFonts w:hint="eastAsia"/>
                <w:noProof/>
                <w:rtl/>
              </w:rPr>
              <w:t>الياء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Toc418412073 \h</w:instrText>
            </w:r>
            <w:r>
              <w:rPr>
                <w:noProof/>
                <w:webHidden/>
                <w:rtl/>
              </w:rPr>
              <w:instrText xml:space="preserve"> </w:instrText>
            </w:r>
            <w:r>
              <w:rPr>
                <w:noProof/>
                <w:webHidden/>
                <w:rtl/>
              </w:rPr>
            </w:r>
            <w:r>
              <w:rPr>
                <w:noProof/>
                <w:webHidden/>
                <w:rtl/>
              </w:rPr>
              <w:fldChar w:fldCharType="separate"/>
            </w:r>
            <w:r>
              <w:rPr>
                <w:noProof/>
                <w:webHidden/>
                <w:rtl/>
              </w:rPr>
              <w:t>181</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2074"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الاول</w:t>
            </w:r>
            <w:r w:rsidRPr="00011C55">
              <w:rPr>
                <w:rStyle w:val="Hyperlink"/>
                <w:noProof/>
                <w:rtl/>
              </w:rPr>
              <w:t xml:space="preserve"> </w:t>
            </w:r>
            <w:r w:rsidRPr="00011C55">
              <w:rPr>
                <w:rStyle w:val="Hyperlink"/>
                <w:rFonts w:hint="eastAsia"/>
                <w:noProof/>
                <w:rtl/>
              </w:rPr>
              <w:t>يحيى</w:t>
            </w:r>
            <w:r w:rsidRPr="00011C55">
              <w:rPr>
                <w:rStyle w:val="Hyperlink"/>
                <w:noProof/>
                <w:rtl/>
              </w:rPr>
              <w:t xml:space="preserve"> </w:t>
            </w:r>
            <w:r w:rsidRPr="00011C55">
              <w:rPr>
                <w:rStyle w:val="Hyperlink"/>
                <w:rFonts w:hint="eastAsia"/>
                <w:noProof/>
                <w:rtl/>
              </w:rPr>
              <w:t>سبعة</w:t>
            </w:r>
            <w:r w:rsidRPr="00011C55">
              <w:rPr>
                <w:rStyle w:val="Hyperlink"/>
                <w:noProof/>
                <w:rtl/>
              </w:rPr>
              <w:t xml:space="preserve"> </w:t>
            </w:r>
            <w:r w:rsidRPr="00011C55">
              <w:rPr>
                <w:rStyle w:val="Hyperlink"/>
                <w:rFonts w:hint="eastAsia"/>
                <w:noProof/>
                <w:rtl/>
              </w:rPr>
              <w:t>عشر</w:t>
            </w:r>
            <w:r w:rsidRPr="00011C55">
              <w:rPr>
                <w:rStyle w:val="Hyperlink"/>
                <w:noProof/>
                <w:rtl/>
              </w:rPr>
              <w:t xml:space="preserve"> </w:t>
            </w:r>
            <w:r w:rsidRPr="00011C55">
              <w:rPr>
                <w:rStyle w:val="Hyperlink"/>
                <w:rFonts w:hint="eastAsia"/>
                <w:noProof/>
                <w:rtl/>
              </w:rPr>
              <w:t>رجلا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Toc418412074 \h</w:instrText>
            </w:r>
            <w:r>
              <w:rPr>
                <w:noProof/>
                <w:webHidden/>
                <w:rtl/>
              </w:rPr>
              <w:instrText xml:space="preserve"> </w:instrText>
            </w:r>
            <w:r>
              <w:rPr>
                <w:noProof/>
                <w:webHidden/>
                <w:rtl/>
              </w:rPr>
            </w:r>
            <w:r>
              <w:rPr>
                <w:noProof/>
                <w:webHidden/>
                <w:rtl/>
              </w:rPr>
              <w:fldChar w:fldCharType="separate"/>
            </w:r>
            <w:r>
              <w:rPr>
                <w:noProof/>
                <w:webHidden/>
                <w:rtl/>
              </w:rPr>
              <w:t>181</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2075"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الثانى</w:t>
            </w:r>
            <w:r w:rsidRPr="00011C55">
              <w:rPr>
                <w:rStyle w:val="Hyperlink"/>
                <w:noProof/>
                <w:rtl/>
              </w:rPr>
              <w:t xml:space="preserve"> </w:t>
            </w:r>
            <w:r w:rsidRPr="00011C55">
              <w:rPr>
                <w:rStyle w:val="Hyperlink"/>
                <w:rFonts w:hint="eastAsia"/>
                <w:noProof/>
                <w:rtl/>
              </w:rPr>
              <w:t>يزيد</w:t>
            </w:r>
            <w:r w:rsidRPr="00011C55">
              <w:rPr>
                <w:rStyle w:val="Hyperlink"/>
                <w:noProof/>
                <w:rtl/>
              </w:rPr>
              <w:t xml:space="preserve"> </w:t>
            </w:r>
            <w:r w:rsidRPr="00011C55">
              <w:rPr>
                <w:rStyle w:val="Hyperlink"/>
                <w:rFonts w:hint="eastAsia"/>
                <w:noProof/>
                <w:rtl/>
              </w:rPr>
              <w:t>أربعة</w:t>
            </w:r>
            <w:r w:rsidRPr="00011C55">
              <w:rPr>
                <w:rStyle w:val="Hyperlink"/>
                <w:noProof/>
                <w:rtl/>
              </w:rPr>
              <w:t xml:space="preserve"> </w:t>
            </w:r>
            <w:r w:rsidRPr="00011C55">
              <w:rPr>
                <w:rStyle w:val="Hyperlink"/>
                <w:rFonts w:hint="eastAsia"/>
                <w:noProof/>
                <w:rtl/>
              </w:rPr>
              <w:t>رجال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Toc418412075 \h</w:instrText>
            </w:r>
            <w:r>
              <w:rPr>
                <w:noProof/>
                <w:webHidden/>
                <w:rtl/>
              </w:rPr>
              <w:instrText xml:space="preserve"> </w:instrText>
            </w:r>
            <w:r>
              <w:rPr>
                <w:noProof/>
                <w:webHidden/>
                <w:rtl/>
              </w:rPr>
            </w:r>
            <w:r>
              <w:rPr>
                <w:noProof/>
                <w:webHidden/>
                <w:rtl/>
              </w:rPr>
              <w:fldChar w:fldCharType="separate"/>
            </w:r>
            <w:r>
              <w:rPr>
                <w:noProof/>
                <w:webHidden/>
                <w:rtl/>
              </w:rPr>
              <w:t>183</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2076"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الثالث</w:t>
            </w:r>
            <w:r w:rsidRPr="00011C55">
              <w:rPr>
                <w:rStyle w:val="Hyperlink"/>
                <w:noProof/>
                <w:rtl/>
              </w:rPr>
              <w:t xml:space="preserve"> </w:t>
            </w:r>
            <w:r w:rsidRPr="00011C55">
              <w:rPr>
                <w:rStyle w:val="Hyperlink"/>
                <w:rFonts w:hint="eastAsia"/>
                <w:noProof/>
                <w:rtl/>
              </w:rPr>
              <w:t>يوسف</w:t>
            </w:r>
            <w:r w:rsidRPr="00011C55">
              <w:rPr>
                <w:rStyle w:val="Hyperlink"/>
                <w:noProof/>
                <w:rtl/>
              </w:rPr>
              <w:t xml:space="preserve"> </w:t>
            </w:r>
            <w:r w:rsidRPr="00011C55">
              <w:rPr>
                <w:rStyle w:val="Hyperlink"/>
                <w:rFonts w:hint="eastAsia"/>
                <w:noProof/>
                <w:rtl/>
              </w:rPr>
              <w:t>ثلاثة</w:t>
            </w:r>
            <w:r w:rsidRPr="00011C55">
              <w:rPr>
                <w:rStyle w:val="Hyperlink"/>
                <w:noProof/>
                <w:rtl/>
              </w:rPr>
              <w:t xml:space="preserve"> </w:t>
            </w:r>
            <w:r w:rsidRPr="00011C55">
              <w:rPr>
                <w:rStyle w:val="Hyperlink"/>
                <w:rFonts w:hint="eastAsia"/>
                <w:noProof/>
                <w:rtl/>
              </w:rPr>
              <w:t>رجال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Toc418412076 \h</w:instrText>
            </w:r>
            <w:r>
              <w:rPr>
                <w:noProof/>
                <w:webHidden/>
                <w:rtl/>
              </w:rPr>
              <w:instrText xml:space="preserve"> </w:instrText>
            </w:r>
            <w:r>
              <w:rPr>
                <w:noProof/>
                <w:webHidden/>
                <w:rtl/>
              </w:rPr>
            </w:r>
            <w:r>
              <w:rPr>
                <w:noProof/>
                <w:webHidden/>
                <w:rtl/>
              </w:rPr>
              <w:fldChar w:fldCharType="separate"/>
            </w:r>
            <w:r>
              <w:rPr>
                <w:noProof/>
                <w:webHidden/>
                <w:rtl/>
              </w:rPr>
              <w:t>184</w:t>
            </w:r>
            <w:r>
              <w:rPr>
                <w:noProof/>
                <w:webHidden/>
                <w:rtl/>
              </w:rPr>
              <w:fldChar w:fldCharType="end"/>
            </w:r>
          </w:hyperlink>
        </w:p>
        <w:p w:rsidR="0067321F" w:rsidRPr="0067321F" w:rsidRDefault="0067321F" w:rsidP="0067321F">
          <w:pPr>
            <w:pStyle w:val="libNormal"/>
            <w:rPr>
              <w:rStyle w:val="Hyperlink"/>
              <w:noProof/>
              <w:u w:val="none"/>
            </w:rPr>
          </w:pPr>
          <w:r w:rsidRPr="0067321F">
            <w:rPr>
              <w:rStyle w:val="Hyperlink"/>
              <w:noProof/>
              <w:u w:val="none"/>
            </w:rPr>
            <w:br w:type="page"/>
          </w:r>
        </w:p>
        <w:p w:rsidR="0067321F" w:rsidRDefault="0067321F">
          <w:pPr>
            <w:pStyle w:val="TOC3"/>
            <w:rPr>
              <w:rFonts w:asciiTheme="minorHAnsi" w:eastAsiaTheme="minorEastAsia" w:hAnsiTheme="minorHAnsi" w:cstheme="minorBidi"/>
              <w:noProof/>
              <w:color w:val="auto"/>
              <w:sz w:val="22"/>
              <w:szCs w:val="22"/>
              <w:rtl/>
            </w:rPr>
          </w:pPr>
          <w:hyperlink w:anchor="_Toc418412077"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الرابع</w:t>
            </w:r>
            <w:r w:rsidRPr="00011C55">
              <w:rPr>
                <w:rStyle w:val="Hyperlink"/>
                <w:noProof/>
                <w:rtl/>
              </w:rPr>
              <w:t xml:space="preserve"> </w:t>
            </w:r>
            <w:r w:rsidRPr="00011C55">
              <w:rPr>
                <w:rStyle w:val="Hyperlink"/>
                <w:rFonts w:hint="eastAsia"/>
                <w:noProof/>
                <w:rtl/>
              </w:rPr>
              <w:t>يونس</w:t>
            </w:r>
            <w:r w:rsidRPr="00011C55">
              <w:rPr>
                <w:rStyle w:val="Hyperlink"/>
                <w:noProof/>
                <w:rtl/>
              </w:rPr>
              <w:t xml:space="preserve"> </w:t>
            </w:r>
            <w:r w:rsidRPr="00011C55">
              <w:rPr>
                <w:rStyle w:val="Hyperlink"/>
                <w:rFonts w:hint="eastAsia"/>
                <w:noProof/>
                <w:rtl/>
              </w:rPr>
              <w:t>اربعة</w:t>
            </w:r>
            <w:r w:rsidRPr="00011C55">
              <w:rPr>
                <w:rStyle w:val="Hyperlink"/>
                <w:noProof/>
                <w:rtl/>
              </w:rPr>
              <w:t xml:space="preserve"> </w:t>
            </w:r>
            <w:r w:rsidRPr="00011C55">
              <w:rPr>
                <w:rStyle w:val="Hyperlink"/>
                <w:rFonts w:hint="eastAsia"/>
                <w:noProof/>
                <w:rtl/>
              </w:rPr>
              <w:t>رجال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Toc418412077 \h</w:instrText>
            </w:r>
            <w:r>
              <w:rPr>
                <w:noProof/>
                <w:webHidden/>
                <w:rtl/>
              </w:rPr>
              <w:instrText xml:space="preserve"> </w:instrText>
            </w:r>
            <w:r>
              <w:rPr>
                <w:noProof/>
                <w:webHidden/>
                <w:rtl/>
              </w:rPr>
            </w:r>
            <w:r>
              <w:rPr>
                <w:noProof/>
                <w:webHidden/>
                <w:rtl/>
              </w:rPr>
              <w:fldChar w:fldCharType="separate"/>
            </w:r>
            <w:r>
              <w:rPr>
                <w:noProof/>
                <w:webHidden/>
                <w:rtl/>
              </w:rPr>
              <w:t>184</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2078"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الخامس</w:t>
            </w:r>
            <w:r w:rsidRPr="00011C55">
              <w:rPr>
                <w:rStyle w:val="Hyperlink"/>
                <w:noProof/>
                <w:rtl/>
              </w:rPr>
              <w:t xml:space="preserve"> </w:t>
            </w:r>
            <w:r w:rsidRPr="00011C55">
              <w:rPr>
                <w:rStyle w:val="Hyperlink"/>
                <w:rFonts w:hint="eastAsia"/>
                <w:noProof/>
                <w:rtl/>
              </w:rPr>
              <w:t>يعقوب</w:t>
            </w:r>
            <w:r w:rsidRPr="00011C55">
              <w:rPr>
                <w:rStyle w:val="Hyperlink"/>
                <w:noProof/>
                <w:rtl/>
              </w:rPr>
              <w:t xml:space="preserve"> </w:t>
            </w:r>
            <w:r w:rsidRPr="00011C55">
              <w:rPr>
                <w:rStyle w:val="Hyperlink"/>
                <w:rFonts w:hint="eastAsia"/>
                <w:noProof/>
                <w:rtl/>
              </w:rPr>
              <w:t>سبعة</w:t>
            </w:r>
            <w:r w:rsidRPr="00011C55">
              <w:rPr>
                <w:rStyle w:val="Hyperlink"/>
                <w:noProof/>
                <w:rtl/>
              </w:rPr>
              <w:t xml:space="preserve"> </w:t>
            </w:r>
            <w:r w:rsidRPr="00011C55">
              <w:rPr>
                <w:rStyle w:val="Hyperlink"/>
                <w:rFonts w:hint="eastAsia"/>
                <w:noProof/>
                <w:rtl/>
              </w:rPr>
              <w:t>رجال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Toc418412078 \h</w:instrText>
            </w:r>
            <w:r>
              <w:rPr>
                <w:noProof/>
                <w:webHidden/>
                <w:rtl/>
              </w:rPr>
              <w:instrText xml:space="preserve"> </w:instrText>
            </w:r>
            <w:r>
              <w:rPr>
                <w:noProof/>
                <w:webHidden/>
                <w:rtl/>
              </w:rPr>
            </w:r>
            <w:r>
              <w:rPr>
                <w:noProof/>
                <w:webHidden/>
                <w:rtl/>
              </w:rPr>
              <w:fldChar w:fldCharType="separate"/>
            </w:r>
            <w:r>
              <w:rPr>
                <w:noProof/>
                <w:webHidden/>
                <w:rtl/>
              </w:rPr>
              <w:t>186</w:t>
            </w:r>
            <w:r>
              <w:rPr>
                <w:noProof/>
                <w:webHidden/>
                <w:rtl/>
              </w:rPr>
              <w:fldChar w:fldCharType="end"/>
            </w:r>
          </w:hyperlink>
        </w:p>
        <w:p w:rsidR="0067321F" w:rsidRDefault="0067321F">
          <w:pPr>
            <w:pStyle w:val="TOC2"/>
            <w:tabs>
              <w:tab w:val="right" w:leader="dot" w:pos="7786"/>
            </w:tabs>
            <w:rPr>
              <w:rFonts w:asciiTheme="minorHAnsi" w:eastAsiaTheme="minorEastAsia" w:hAnsiTheme="minorHAnsi" w:cstheme="minorBidi"/>
              <w:noProof/>
              <w:color w:val="auto"/>
              <w:sz w:val="22"/>
              <w:szCs w:val="22"/>
              <w:rtl/>
            </w:rPr>
          </w:pPr>
          <w:hyperlink w:anchor="_Toc418412079" w:history="1">
            <w:r w:rsidRPr="00011C55">
              <w:rPr>
                <w:rStyle w:val="Hyperlink"/>
                <w:rFonts w:hint="eastAsia"/>
                <w:noProof/>
                <w:rtl/>
              </w:rPr>
              <w:t>الفصل</w:t>
            </w:r>
            <w:r w:rsidRPr="00011C55">
              <w:rPr>
                <w:rStyle w:val="Hyperlink"/>
                <w:noProof/>
                <w:rtl/>
              </w:rPr>
              <w:t xml:space="preserve"> </w:t>
            </w:r>
            <w:r w:rsidRPr="00011C55">
              <w:rPr>
                <w:rStyle w:val="Hyperlink"/>
                <w:rFonts w:hint="eastAsia"/>
                <w:noProof/>
                <w:rtl/>
              </w:rPr>
              <w:t>الثامن</w:t>
            </w:r>
            <w:r w:rsidRPr="00011C55">
              <w:rPr>
                <w:rStyle w:val="Hyperlink"/>
                <w:noProof/>
                <w:rtl/>
              </w:rPr>
              <w:t xml:space="preserve"> </w:t>
            </w:r>
            <w:r w:rsidRPr="00011C55">
              <w:rPr>
                <w:rStyle w:val="Hyperlink"/>
                <w:rFonts w:hint="eastAsia"/>
                <w:noProof/>
                <w:rtl/>
              </w:rPr>
              <w:t>والعشرون</w:t>
            </w:r>
            <w:r w:rsidRPr="00011C55">
              <w:rPr>
                <w:rStyle w:val="Hyperlink"/>
                <w:noProof/>
                <w:rtl/>
              </w:rPr>
              <w:t xml:space="preserve"> </w:t>
            </w:r>
            <w:r w:rsidRPr="00011C55">
              <w:rPr>
                <w:rStyle w:val="Hyperlink"/>
                <w:rFonts w:hint="eastAsia"/>
                <w:noProof/>
                <w:rtl/>
              </w:rPr>
              <w:t>في</w:t>
            </w:r>
            <w:r w:rsidRPr="00011C55">
              <w:rPr>
                <w:rStyle w:val="Hyperlink"/>
                <w:noProof/>
                <w:rtl/>
              </w:rPr>
              <w:t xml:space="preserve"> </w:t>
            </w:r>
            <w:r w:rsidRPr="00011C55">
              <w:rPr>
                <w:rStyle w:val="Hyperlink"/>
                <w:rFonts w:hint="eastAsia"/>
                <w:noProof/>
                <w:rtl/>
              </w:rPr>
              <w:t>الكنى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Toc418412079 \h</w:instrText>
            </w:r>
            <w:r>
              <w:rPr>
                <w:noProof/>
                <w:webHidden/>
                <w:rtl/>
              </w:rPr>
              <w:instrText xml:space="preserve"> </w:instrText>
            </w:r>
            <w:r>
              <w:rPr>
                <w:noProof/>
                <w:webHidden/>
                <w:rtl/>
              </w:rPr>
            </w:r>
            <w:r>
              <w:rPr>
                <w:noProof/>
                <w:webHidden/>
                <w:rtl/>
              </w:rPr>
              <w:fldChar w:fldCharType="separate"/>
            </w:r>
            <w:r>
              <w:rPr>
                <w:noProof/>
                <w:webHidden/>
                <w:rtl/>
              </w:rPr>
              <w:t>187</w:t>
            </w:r>
            <w:r>
              <w:rPr>
                <w:noProof/>
                <w:webHidden/>
                <w:rtl/>
              </w:rPr>
              <w:fldChar w:fldCharType="end"/>
            </w:r>
          </w:hyperlink>
        </w:p>
        <w:p w:rsidR="0067321F" w:rsidRDefault="0067321F">
          <w:pPr>
            <w:pStyle w:val="TOC1"/>
            <w:rPr>
              <w:rFonts w:asciiTheme="minorHAnsi" w:eastAsiaTheme="minorEastAsia" w:hAnsiTheme="minorHAnsi" w:cstheme="minorBidi"/>
              <w:bCs w:val="0"/>
              <w:noProof/>
              <w:color w:val="auto"/>
              <w:sz w:val="22"/>
              <w:szCs w:val="22"/>
              <w:rtl/>
            </w:rPr>
          </w:pPr>
          <w:hyperlink w:anchor="_Toc418412080" w:history="1">
            <w:r w:rsidRPr="00011C55">
              <w:rPr>
                <w:rStyle w:val="Hyperlink"/>
                <w:rFonts w:hint="eastAsia"/>
                <w:noProof/>
                <w:rtl/>
              </w:rPr>
              <w:t>القسم</w:t>
            </w:r>
            <w:r w:rsidRPr="00011C55">
              <w:rPr>
                <w:rStyle w:val="Hyperlink"/>
                <w:noProof/>
                <w:rtl/>
              </w:rPr>
              <w:t xml:space="preserve"> </w:t>
            </w:r>
            <w:r w:rsidRPr="00011C55">
              <w:rPr>
                <w:rStyle w:val="Hyperlink"/>
                <w:rFonts w:hint="eastAsia"/>
                <w:noProof/>
                <w:rtl/>
              </w:rPr>
              <w:t>الثانى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Toc418412080 \h</w:instrText>
            </w:r>
            <w:r>
              <w:rPr>
                <w:noProof/>
                <w:webHidden/>
                <w:rtl/>
              </w:rPr>
              <w:instrText xml:space="preserve"> </w:instrText>
            </w:r>
            <w:r>
              <w:rPr>
                <w:noProof/>
                <w:webHidden/>
                <w:rtl/>
              </w:rPr>
            </w:r>
            <w:r>
              <w:rPr>
                <w:noProof/>
                <w:webHidden/>
                <w:rtl/>
              </w:rPr>
              <w:fldChar w:fldCharType="separate"/>
            </w:r>
            <w:r>
              <w:rPr>
                <w:noProof/>
                <w:webHidden/>
                <w:rtl/>
              </w:rPr>
              <w:t>196</w:t>
            </w:r>
            <w:r>
              <w:rPr>
                <w:noProof/>
                <w:webHidden/>
                <w:rtl/>
              </w:rPr>
              <w:fldChar w:fldCharType="end"/>
            </w:r>
          </w:hyperlink>
        </w:p>
        <w:p w:rsidR="0067321F" w:rsidRDefault="0067321F">
          <w:pPr>
            <w:pStyle w:val="TOC2"/>
            <w:tabs>
              <w:tab w:val="right" w:leader="dot" w:pos="7786"/>
            </w:tabs>
            <w:rPr>
              <w:rFonts w:asciiTheme="minorHAnsi" w:eastAsiaTheme="minorEastAsia" w:hAnsiTheme="minorHAnsi" w:cstheme="minorBidi"/>
              <w:noProof/>
              <w:color w:val="auto"/>
              <w:sz w:val="22"/>
              <w:szCs w:val="22"/>
              <w:rtl/>
            </w:rPr>
          </w:pPr>
          <w:hyperlink w:anchor="_Toc418412081" w:history="1">
            <w:r w:rsidRPr="00011C55">
              <w:rPr>
                <w:rStyle w:val="Hyperlink"/>
                <w:rFonts w:hint="eastAsia"/>
                <w:noProof/>
                <w:rtl/>
              </w:rPr>
              <w:t>الفصل</w:t>
            </w:r>
            <w:r w:rsidRPr="00011C55">
              <w:rPr>
                <w:rStyle w:val="Hyperlink"/>
                <w:noProof/>
                <w:rtl/>
              </w:rPr>
              <w:t xml:space="preserve"> </w:t>
            </w:r>
            <w:r w:rsidRPr="00011C55">
              <w:rPr>
                <w:rStyle w:val="Hyperlink"/>
                <w:rFonts w:hint="eastAsia"/>
                <w:noProof/>
                <w:rtl/>
              </w:rPr>
              <w:t>الاول</w:t>
            </w:r>
            <w:r w:rsidRPr="00011C55">
              <w:rPr>
                <w:rStyle w:val="Hyperlink"/>
                <w:noProof/>
                <w:rtl/>
              </w:rPr>
              <w:t xml:space="preserve"> </w:t>
            </w:r>
            <w:r w:rsidRPr="00011C55">
              <w:rPr>
                <w:rStyle w:val="Hyperlink"/>
                <w:rFonts w:hint="eastAsia"/>
                <w:noProof/>
                <w:rtl/>
              </w:rPr>
              <w:t>في</w:t>
            </w:r>
            <w:r w:rsidRPr="00011C55">
              <w:rPr>
                <w:rStyle w:val="Hyperlink"/>
                <w:noProof/>
                <w:rtl/>
              </w:rPr>
              <w:t xml:space="preserve"> </w:t>
            </w:r>
            <w:r w:rsidRPr="00011C55">
              <w:rPr>
                <w:rStyle w:val="Hyperlink"/>
                <w:rFonts w:hint="eastAsia"/>
                <w:noProof/>
                <w:rtl/>
              </w:rPr>
              <w:t>الهمزة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Toc418412081 \h</w:instrText>
            </w:r>
            <w:r>
              <w:rPr>
                <w:noProof/>
                <w:webHidden/>
                <w:rtl/>
              </w:rPr>
              <w:instrText xml:space="preserve"> </w:instrText>
            </w:r>
            <w:r>
              <w:rPr>
                <w:noProof/>
                <w:webHidden/>
                <w:rtl/>
              </w:rPr>
            </w:r>
            <w:r>
              <w:rPr>
                <w:noProof/>
                <w:webHidden/>
                <w:rtl/>
              </w:rPr>
              <w:fldChar w:fldCharType="separate"/>
            </w:r>
            <w:r>
              <w:rPr>
                <w:noProof/>
                <w:webHidden/>
                <w:rtl/>
              </w:rPr>
              <w:t>196</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2082"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الاول</w:t>
            </w:r>
            <w:r w:rsidRPr="00011C55">
              <w:rPr>
                <w:rStyle w:val="Hyperlink"/>
                <w:noProof/>
                <w:rtl/>
              </w:rPr>
              <w:t xml:space="preserve"> </w:t>
            </w:r>
            <w:r w:rsidRPr="00011C55">
              <w:rPr>
                <w:rStyle w:val="Hyperlink"/>
                <w:rFonts w:hint="eastAsia"/>
                <w:noProof/>
                <w:rtl/>
              </w:rPr>
              <w:t>ابراهيم</w:t>
            </w:r>
            <w:r w:rsidRPr="00011C55">
              <w:rPr>
                <w:rStyle w:val="Hyperlink"/>
                <w:noProof/>
                <w:rtl/>
              </w:rPr>
              <w:t xml:space="preserve"> </w:t>
            </w:r>
            <w:r w:rsidRPr="00011C55">
              <w:rPr>
                <w:rStyle w:val="Hyperlink"/>
                <w:rFonts w:hint="eastAsia"/>
                <w:noProof/>
                <w:rtl/>
              </w:rPr>
              <w:t>ثمانية</w:t>
            </w:r>
            <w:r w:rsidRPr="00011C55">
              <w:rPr>
                <w:rStyle w:val="Hyperlink"/>
                <w:noProof/>
                <w:rtl/>
              </w:rPr>
              <w:t xml:space="preserve"> </w:t>
            </w:r>
            <w:r w:rsidRPr="00011C55">
              <w:rPr>
                <w:rStyle w:val="Hyperlink"/>
                <w:rFonts w:hint="eastAsia"/>
                <w:noProof/>
                <w:rtl/>
              </w:rPr>
              <w:t>رجال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Toc418412082 \h</w:instrText>
            </w:r>
            <w:r>
              <w:rPr>
                <w:noProof/>
                <w:webHidden/>
                <w:rtl/>
              </w:rPr>
              <w:instrText xml:space="preserve"> </w:instrText>
            </w:r>
            <w:r>
              <w:rPr>
                <w:noProof/>
                <w:webHidden/>
                <w:rtl/>
              </w:rPr>
            </w:r>
            <w:r>
              <w:rPr>
                <w:noProof/>
                <w:webHidden/>
                <w:rtl/>
              </w:rPr>
              <w:fldChar w:fldCharType="separate"/>
            </w:r>
            <w:r>
              <w:rPr>
                <w:noProof/>
                <w:webHidden/>
                <w:rtl/>
              </w:rPr>
              <w:t>196</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2083"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الثانى</w:t>
            </w:r>
            <w:r w:rsidRPr="00011C55">
              <w:rPr>
                <w:rStyle w:val="Hyperlink"/>
                <w:noProof/>
                <w:rtl/>
              </w:rPr>
              <w:t xml:space="preserve"> </w:t>
            </w:r>
            <w:r w:rsidRPr="00011C55">
              <w:rPr>
                <w:rStyle w:val="Hyperlink"/>
                <w:rFonts w:hint="eastAsia"/>
                <w:noProof/>
                <w:rtl/>
              </w:rPr>
              <w:t>إسماعيل</w:t>
            </w:r>
            <w:r w:rsidRPr="00011C55">
              <w:rPr>
                <w:rStyle w:val="Hyperlink"/>
                <w:noProof/>
                <w:rtl/>
              </w:rPr>
              <w:t xml:space="preserve"> </w:t>
            </w:r>
            <w:r w:rsidRPr="00011C55">
              <w:rPr>
                <w:rStyle w:val="Hyperlink"/>
                <w:rFonts w:hint="eastAsia"/>
                <w:noProof/>
                <w:rtl/>
              </w:rPr>
              <w:t>ثمانية</w:t>
            </w:r>
            <w:r w:rsidRPr="00011C55">
              <w:rPr>
                <w:rStyle w:val="Hyperlink"/>
                <w:noProof/>
                <w:rtl/>
              </w:rPr>
              <w:t xml:space="preserve"> </w:t>
            </w:r>
            <w:r w:rsidRPr="00011C55">
              <w:rPr>
                <w:rStyle w:val="Hyperlink"/>
                <w:rFonts w:hint="eastAsia"/>
                <w:noProof/>
                <w:rtl/>
              </w:rPr>
              <w:t>رجال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Toc418412083 \h</w:instrText>
            </w:r>
            <w:r>
              <w:rPr>
                <w:noProof/>
                <w:webHidden/>
                <w:rtl/>
              </w:rPr>
              <w:instrText xml:space="preserve"> </w:instrText>
            </w:r>
            <w:r>
              <w:rPr>
                <w:noProof/>
                <w:webHidden/>
                <w:rtl/>
              </w:rPr>
            </w:r>
            <w:r>
              <w:rPr>
                <w:noProof/>
                <w:webHidden/>
                <w:rtl/>
              </w:rPr>
              <w:fldChar w:fldCharType="separate"/>
            </w:r>
            <w:r>
              <w:rPr>
                <w:noProof/>
                <w:webHidden/>
                <w:rtl/>
              </w:rPr>
              <w:t>198</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2084"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الثالث</w:t>
            </w:r>
            <w:r w:rsidRPr="00011C55">
              <w:rPr>
                <w:rStyle w:val="Hyperlink"/>
                <w:noProof/>
                <w:rtl/>
              </w:rPr>
              <w:t xml:space="preserve"> </w:t>
            </w:r>
            <w:r w:rsidRPr="00011C55">
              <w:rPr>
                <w:rStyle w:val="Hyperlink"/>
                <w:rFonts w:hint="eastAsia"/>
                <w:noProof/>
                <w:rtl/>
              </w:rPr>
              <w:t>اسحاق</w:t>
            </w:r>
            <w:r w:rsidRPr="00011C55">
              <w:rPr>
                <w:rStyle w:val="Hyperlink"/>
                <w:noProof/>
                <w:rtl/>
              </w:rPr>
              <w:t xml:space="preserve"> </w:t>
            </w:r>
            <w:r w:rsidRPr="00011C55">
              <w:rPr>
                <w:rStyle w:val="Hyperlink"/>
                <w:rFonts w:hint="eastAsia"/>
                <w:noProof/>
                <w:rtl/>
              </w:rPr>
              <w:t>سبعة</w:t>
            </w:r>
            <w:r w:rsidRPr="00011C55">
              <w:rPr>
                <w:rStyle w:val="Hyperlink"/>
                <w:noProof/>
                <w:rtl/>
              </w:rPr>
              <w:t xml:space="preserve"> </w:t>
            </w:r>
            <w:r w:rsidRPr="00011C55">
              <w:rPr>
                <w:rStyle w:val="Hyperlink"/>
                <w:rFonts w:hint="eastAsia"/>
                <w:noProof/>
                <w:rtl/>
              </w:rPr>
              <w:t>رجال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Toc418412084 \h</w:instrText>
            </w:r>
            <w:r>
              <w:rPr>
                <w:noProof/>
                <w:webHidden/>
                <w:rtl/>
              </w:rPr>
              <w:instrText xml:space="preserve"> </w:instrText>
            </w:r>
            <w:r>
              <w:rPr>
                <w:noProof/>
                <w:webHidden/>
                <w:rtl/>
              </w:rPr>
            </w:r>
            <w:r>
              <w:rPr>
                <w:noProof/>
                <w:webHidden/>
                <w:rtl/>
              </w:rPr>
              <w:fldChar w:fldCharType="separate"/>
            </w:r>
            <w:r>
              <w:rPr>
                <w:noProof/>
                <w:webHidden/>
                <w:rtl/>
              </w:rPr>
              <w:t>199</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2085"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الرابع</w:t>
            </w:r>
            <w:r w:rsidRPr="00011C55">
              <w:rPr>
                <w:rStyle w:val="Hyperlink"/>
                <w:noProof/>
                <w:rtl/>
              </w:rPr>
              <w:t xml:space="preserve"> </w:t>
            </w:r>
            <w:r w:rsidRPr="00011C55">
              <w:rPr>
                <w:rStyle w:val="Hyperlink"/>
                <w:rFonts w:hint="eastAsia"/>
                <w:noProof/>
                <w:rtl/>
              </w:rPr>
              <w:t>أحمد</w:t>
            </w:r>
            <w:r w:rsidRPr="00011C55">
              <w:rPr>
                <w:rStyle w:val="Hyperlink"/>
                <w:noProof/>
                <w:rtl/>
              </w:rPr>
              <w:t xml:space="preserve"> </w:t>
            </w:r>
            <w:r w:rsidRPr="00011C55">
              <w:rPr>
                <w:rStyle w:val="Hyperlink"/>
                <w:rFonts w:hint="eastAsia"/>
                <w:noProof/>
                <w:rtl/>
              </w:rPr>
              <w:t>خمسة</w:t>
            </w:r>
            <w:r w:rsidRPr="00011C55">
              <w:rPr>
                <w:rStyle w:val="Hyperlink"/>
                <w:noProof/>
                <w:rtl/>
              </w:rPr>
              <w:t xml:space="preserve"> </w:t>
            </w:r>
            <w:r w:rsidRPr="00011C55">
              <w:rPr>
                <w:rStyle w:val="Hyperlink"/>
                <w:rFonts w:hint="eastAsia"/>
                <w:noProof/>
                <w:rtl/>
              </w:rPr>
              <w:t>وعشرون</w:t>
            </w:r>
            <w:r w:rsidRPr="00011C55">
              <w:rPr>
                <w:rStyle w:val="Hyperlink"/>
                <w:noProof/>
                <w:rtl/>
              </w:rPr>
              <w:t xml:space="preserve"> </w:t>
            </w:r>
            <w:r w:rsidRPr="00011C55">
              <w:rPr>
                <w:rStyle w:val="Hyperlink"/>
                <w:rFonts w:hint="eastAsia"/>
                <w:noProof/>
                <w:rtl/>
              </w:rPr>
              <w:t>رجلا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Toc418412085 \h</w:instrText>
            </w:r>
            <w:r>
              <w:rPr>
                <w:noProof/>
                <w:webHidden/>
                <w:rtl/>
              </w:rPr>
              <w:instrText xml:space="preserve"> </w:instrText>
            </w:r>
            <w:r>
              <w:rPr>
                <w:noProof/>
                <w:webHidden/>
                <w:rtl/>
              </w:rPr>
            </w:r>
            <w:r>
              <w:rPr>
                <w:noProof/>
                <w:webHidden/>
                <w:rtl/>
              </w:rPr>
              <w:fldChar w:fldCharType="separate"/>
            </w:r>
            <w:r>
              <w:rPr>
                <w:noProof/>
                <w:webHidden/>
                <w:rtl/>
              </w:rPr>
              <w:t>200</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2086"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الخامس</w:t>
            </w:r>
            <w:r w:rsidRPr="00011C55">
              <w:rPr>
                <w:rStyle w:val="Hyperlink"/>
                <w:noProof/>
                <w:rtl/>
              </w:rPr>
              <w:t xml:space="preserve"> </w:t>
            </w:r>
            <w:r w:rsidRPr="00011C55">
              <w:rPr>
                <w:rStyle w:val="Hyperlink"/>
                <w:rFonts w:hint="eastAsia"/>
                <w:noProof/>
                <w:rtl/>
              </w:rPr>
              <w:t>امية</w:t>
            </w:r>
            <w:r w:rsidRPr="00011C55">
              <w:rPr>
                <w:rStyle w:val="Hyperlink"/>
                <w:noProof/>
                <w:rtl/>
              </w:rPr>
              <w:t xml:space="preserve"> </w:t>
            </w:r>
            <w:r w:rsidRPr="00011C55">
              <w:rPr>
                <w:rStyle w:val="Hyperlink"/>
                <w:rFonts w:hint="eastAsia"/>
                <w:noProof/>
                <w:rtl/>
              </w:rPr>
              <w:t>رجلان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Toc418412086 \h</w:instrText>
            </w:r>
            <w:r>
              <w:rPr>
                <w:noProof/>
                <w:webHidden/>
                <w:rtl/>
              </w:rPr>
              <w:instrText xml:space="preserve"> </w:instrText>
            </w:r>
            <w:r>
              <w:rPr>
                <w:noProof/>
                <w:webHidden/>
                <w:rtl/>
              </w:rPr>
            </w:r>
            <w:r>
              <w:rPr>
                <w:noProof/>
                <w:webHidden/>
                <w:rtl/>
              </w:rPr>
              <w:fldChar w:fldCharType="separate"/>
            </w:r>
            <w:r>
              <w:rPr>
                <w:noProof/>
                <w:webHidden/>
                <w:rtl/>
              </w:rPr>
              <w:t>204</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2087"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السادس</w:t>
            </w:r>
            <w:r w:rsidRPr="00011C55">
              <w:rPr>
                <w:rStyle w:val="Hyperlink"/>
                <w:noProof/>
                <w:rtl/>
              </w:rPr>
              <w:t xml:space="preserve"> </w:t>
            </w:r>
            <w:r w:rsidRPr="00011C55">
              <w:rPr>
                <w:rStyle w:val="Hyperlink"/>
                <w:rFonts w:hint="eastAsia"/>
                <w:noProof/>
                <w:rtl/>
              </w:rPr>
              <w:t>في</w:t>
            </w:r>
            <w:r w:rsidRPr="00011C55">
              <w:rPr>
                <w:rStyle w:val="Hyperlink"/>
                <w:noProof/>
                <w:rtl/>
              </w:rPr>
              <w:t xml:space="preserve"> </w:t>
            </w:r>
            <w:r w:rsidRPr="00011C55">
              <w:rPr>
                <w:rStyle w:val="Hyperlink"/>
                <w:rFonts w:hint="eastAsia"/>
                <w:noProof/>
                <w:rtl/>
              </w:rPr>
              <w:t>الآحاد</w:t>
            </w:r>
            <w:r w:rsidRPr="00011C55">
              <w:rPr>
                <w:rStyle w:val="Hyperlink"/>
                <w:noProof/>
                <w:rtl/>
              </w:rPr>
              <w:t xml:space="preserve"> </w:t>
            </w:r>
            <w:r w:rsidRPr="00011C55">
              <w:rPr>
                <w:rStyle w:val="Hyperlink"/>
                <w:rFonts w:hint="eastAsia"/>
                <w:noProof/>
                <w:rtl/>
              </w:rPr>
              <w:t>تسعة</w:t>
            </w:r>
            <w:r w:rsidRPr="00011C55">
              <w:rPr>
                <w:rStyle w:val="Hyperlink"/>
                <w:noProof/>
                <w:rtl/>
              </w:rPr>
              <w:t xml:space="preserve"> </w:t>
            </w:r>
            <w:r w:rsidRPr="00011C55">
              <w:rPr>
                <w:rStyle w:val="Hyperlink"/>
                <w:rFonts w:hint="eastAsia"/>
                <w:noProof/>
                <w:rtl/>
              </w:rPr>
              <w:t>رجال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Toc418412087 \h</w:instrText>
            </w:r>
            <w:r>
              <w:rPr>
                <w:noProof/>
                <w:webHidden/>
                <w:rtl/>
              </w:rPr>
              <w:instrText xml:space="preserve"> </w:instrText>
            </w:r>
            <w:r>
              <w:rPr>
                <w:noProof/>
                <w:webHidden/>
                <w:rtl/>
              </w:rPr>
            </w:r>
            <w:r>
              <w:rPr>
                <w:noProof/>
                <w:webHidden/>
                <w:rtl/>
              </w:rPr>
              <w:fldChar w:fldCharType="separate"/>
            </w:r>
            <w:r>
              <w:rPr>
                <w:noProof/>
                <w:webHidden/>
                <w:rtl/>
              </w:rPr>
              <w:t>205</w:t>
            </w:r>
            <w:r>
              <w:rPr>
                <w:noProof/>
                <w:webHidden/>
                <w:rtl/>
              </w:rPr>
              <w:fldChar w:fldCharType="end"/>
            </w:r>
          </w:hyperlink>
        </w:p>
        <w:p w:rsidR="0067321F" w:rsidRDefault="0067321F">
          <w:pPr>
            <w:pStyle w:val="TOC2"/>
            <w:tabs>
              <w:tab w:val="right" w:leader="dot" w:pos="7786"/>
            </w:tabs>
            <w:rPr>
              <w:rFonts w:asciiTheme="minorHAnsi" w:eastAsiaTheme="minorEastAsia" w:hAnsiTheme="minorHAnsi" w:cstheme="minorBidi"/>
              <w:noProof/>
              <w:color w:val="auto"/>
              <w:sz w:val="22"/>
              <w:szCs w:val="22"/>
              <w:rtl/>
            </w:rPr>
          </w:pPr>
          <w:hyperlink w:anchor="_Toc418412088" w:history="1">
            <w:r w:rsidRPr="00011C55">
              <w:rPr>
                <w:rStyle w:val="Hyperlink"/>
                <w:rFonts w:hint="eastAsia"/>
                <w:noProof/>
                <w:rtl/>
              </w:rPr>
              <w:t>الفصل</w:t>
            </w:r>
            <w:r w:rsidRPr="00011C55">
              <w:rPr>
                <w:rStyle w:val="Hyperlink"/>
                <w:noProof/>
                <w:rtl/>
              </w:rPr>
              <w:t xml:space="preserve"> </w:t>
            </w:r>
            <w:r w:rsidRPr="00011C55">
              <w:rPr>
                <w:rStyle w:val="Hyperlink"/>
                <w:rFonts w:hint="eastAsia"/>
                <w:noProof/>
                <w:rtl/>
              </w:rPr>
              <w:t>الثانى</w:t>
            </w:r>
            <w:r w:rsidRPr="00011C55">
              <w:rPr>
                <w:rStyle w:val="Hyperlink"/>
                <w:noProof/>
                <w:rtl/>
              </w:rPr>
              <w:t xml:space="preserve"> </w:t>
            </w:r>
            <w:r w:rsidRPr="00011C55">
              <w:rPr>
                <w:rStyle w:val="Hyperlink"/>
                <w:rFonts w:hint="eastAsia"/>
                <w:noProof/>
                <w:rtl/>
              </w:rPr>
              <w:t>في</w:t>
            </w:r>
            <w:r w:rsidRPr="00011C55">
              <w:rPr>
                <w:rStyle w:val="Hyperlink"/>
                <w:noProof/>
                <w:rtl/>
              </w:rPr>
              <w:t xml:space="preserve"> </w:t>
            </w:r>
            <w:r w:rsidRPr="00011C55">
              <w:rPr>
                <w:rStyle w:val="Hyperlink"/>
                <w:rFonts w:hint="eastAsia"/>
                <w:noProof/>
                <w:rtl/>
              </w:rPr>
              <w:t>الباء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Toc418412088 \h</w:instrText>
            </w:r>
            <w:r>
              <w:rPr>
                <w:noProof/>
                <w:webHidden/>
                <w:rtl/>
              </w:rPr>
              <w:instrText xml:space="preserve"> </w:instrText>
            </w:r>
            <w:r>
              <w:rPr>
                <w:noProof/>
                <w:webHidden/>
                <w:rtl/>
              </w:rPr>
            </w:r>
            <w:r>
              <w:rPr>
                <w:noProof/>
                <w:webHidden/>
                <w:rtl/>
              </w:rPr>
              <w:fldChar w:fldCharType="separate"/>
            </w:r>
            <w:r>
              <w:rPr>
                <w:noProof/>
                <w:webHidden/>
                <w:rtl/>
              </w:rPr>
              <w:t>206</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2089"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الاول</w:t>
            </w:r>
            <w:r w:rsidRPr="00011C55">
              <w:rPr>
                <w:rStyle w:val="Hyperlink"/>
                <w:noProof/>
                <w:rtl/>
              </w:rPr>
              <w:t xml:space="preserve"> </w:t>
            </w:r>
            <w:r w:rsidRPr="00011C55">
              <w:rPr>
                <w:rStyle w:val="Hyperlink"/>
                <w:rFonts w:hint="eastAsia"/>
                <w:noProof/>
                <w:rtl/>
              </w:rPr>
              <w:t>بكر</w:t>
            </w:r>
            <w:r w:rsidRPr="00011C55">
              <w:rPr>
                <w:rStyle w:val="Hyperlink"/>
                <w:noProof/>
                <w:rtl/>
              </w:rPr>
              <w:t xml:space="preserve"> </w:t>
            </w:r>
            <w:r w:rsidRPr="00011C55">
              <w:rPr>
                <w:rStyle w:val="Hyperlink"/>
                <w:rFonts w:hint="eastAsia"/>
                <w:noProof/>
                <w:rtl/>
              </w:rPr>
              <w:t>أربعة</w:t>
            </w:r>
            <w:r w:rsidRPr="00011C55">
              <w:rPr>
                <w:rStyle w:val="Hyperlink"/>
                <w:noProof/>
                <w:rtl/>
              </w:rPr>
              <w:t xml:space="preserve"> </w:t>
            </w:r>
            <w:r w:rsidRPr="00011C55">
              <w:rPr>
                <w:rStyle w:val="Hyperlink"/>
                <w:rFonts w:hint="eastAsia"/>
                <w:noProof/>
                <w:rtl/>
              </w:rPr>
              <w:t>رجال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Toc418412089 \h</w:instrText>
            </w:r>
            <w:r>
              <w:rPr>
                <w:noProof/>
                <w:webHidden/>
                <w:rtl/>
              </w:rPr>
              <w:instrText xml:space="preserve"> </w:instrText>
            </w:r>
            <w:r>
              <w:rPr>
                <w:noProof/>
                <w:webHidden/>
                <w:rtl/>
              </w:rPr>
            </w:r>
            <w:r>
              <w:rPr>
                <w:noProof/>
                <w:webHidden/>
                <w:rtl/>
              </w:rPr>
              <w:fldChar w:fldCharType="separate"/>
            </w:r>
            <w:r>
              <w:rPr>
                <w:noProof/>
                <w:webHidden/>
                <w:rtl/>
              </w:rPr>
              <w:t>206</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2090"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الثاني</w:t>
            </w:r>
            <w:r w:rsidRPr="00011C55">
              <w:rPr>
                <w:rStyle w:val="Hyperlink"/>
                <w:noProof/>
                <w:rtl/>
              </w:rPr>
              <w:t xml:space="preserve"> </w:t>
            </w:r>
            <w:r w:rsidRPr="00011C55">
              <w:rPr>
                <w:rStyle w:val="Hyperlink"/>
                <w:rFonts w:hint="eastAsia"/>
                <w:noProof/>
                <w:rtl/>
              </w:rPr>
              <w:t>بشار</w:t>
            </w:r>
            <w:r w:rsidRPr="00011C55">
              <w:rPr>
                <w:rStyle w:val="Hyperlink"/>
                <w:noProof/>
                <w:rtl/>
              </w:rPr>
              <w:t xml:space="preserve"> </w:t>
            </w:r>
            <w:r w:rsidRPr="00011C55">
              <w:rPr>
                <w:rStyle w:val="Hyperlink"/>
                <w:rFonts w:hint="eastAsia"/>
                <w:noProof/>
                <w:rtl/>
              </w:rPr>
              <w:t>رجلان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Toc418412090 \h</w:instrText>
            </w:r>
            <w:r>
              <w:rPr>
                <w:noProof/>
                <w:webHidden/>
                <w:rtl/>
              </w:rPr>
              <w:instrText xml:space="preserve"> </w:instrText>
            </w:r>
            <w:r>
              <w:rPr>
                <w:noProof/>
                <w:webHidden/>
                <w:rtl/>
              </w:rPr>
            </w:r>
            <w:r>
              <w:rPr>
                <w:noProof/>
                <w:webHidden/>
                <w:rtl/>
              </w:rPr>
              <w:fldChar w:fldCharType="separate"/>
            </w:r>
            <w:r>
              <w:rPr>
                <w:noProof/>
                <w:webHidden/>
                <w:rtl/>
              </w:rPr>
              <w:t>207</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2091"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الثالث</w:t>
            </w:r>
            <w:r w:rsidRPr="00011C55">
              <w:rPr>
                <w:rStyle w:val="Hyperlink"/>
                <w:noProof/>
                <w:rtl/>
              </w:rPr>
              <w:t xml:space="preserve"> </w:t>
            </w:r>
            <w:r w:rsidRPr="00011C55">
              <w:rPr>
                <w:rStyle w:val="Hyperlink"/>
                <w:rFonts w:hint="eastAsia"/>
                <w:noProof/>
                <w:rtl/>
              </w:rPr>
              <w:t>في</w:t>
            </w:r>
            <w:r w:rsidRPr="00011C55">
              <w:rPr>
                <w:rStyle w:val="Hyperlink"/>
                <w:noProof/>
                <w:rtl/>
              </w:rPr>
              <w:t xml:space="preserve"> </w:t>
            </w:r>
            <w:r w:rsidRPr="00011C55">
              <w:rPr>
                <w:rStyle w:val="Hyperlink"/>
                <w:rFonts w:hint="eastAsia"/>
                <w:noProof/>
                <w:rtl/>
              </w:rPr>
              <w:t>الآحاد</w:t>
            </w:r>
            <w:r w:rsidRPr="00011C55">
              <w:rPr>
                <w:rStyle w:val="Hyperlink"/>
                <w:noProof/>
                <w:rtl/>
              </w:rPr>
              <w:t xml:space="preserve"> </w:t>
            </w:r>
            <w:r w:rsidRPr="00011C55">
              <w:rPr>
                <w:rStyle w:val="Hyperlink"/>
                <w:rFonts w:hint="eastAsia"/>
                <w:noProof/>
                <w:rtl/>
              </w:rPr>
              <w:t>خمسة</w:t>
            </w:r>
            <w:r w:rsidRPr="00011C55">
              <w:rPr>
                <w:rStyle w:val="Hyperlink"/>
                <w:noProof/>
                <w:rtl/>
              </w:rPr>
              <w:t xml:space="preserve"> </w:t>
            </w:r>
            <w:r w:rsidRPr="00011C55">
              <w:rPr>
                <w:rStyle w:val="Hyperlink"/>
                <w:rFonts w:hint="eastAsia"/>
                <w:noProof/>
                <w:rtl/>
              </w:rPr>
              <w:t>رجال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Toc418412091 \h</w:instrText>
            </w:r>
            <w:r>
              <w:rPr>
                <w:noProof/>
                <w:webHidden/>
                <w:rtl/>
              </w:rPr>
              <w:instrText xml:space="preserve"> </w:instrText>
            </w:r>
            <w:r>
              <w:rPr>
                <w:noProof/>
                <w:webHidden/>
                <w:rtl/>
              </w:rPr>
            </w:r>
            <w:r>
              <w:rPr>
                <w:noProof/>
                <w:webHidden/>
                <w:rtl/>
              </w:rPr>
              <w:fldChar w:fldCharType="separate"/>
            </w:r>
            <w:r>
              <w:rPr>
                <w:noProof/>
                <w:webHidden/>
                <w:rtl/>
              </w:rPr>
              <w:t>207</w:t>
            </w:r>
            <w:r>
              <w:rPr>
                <w:noProof/>
                <w:webHidden/>
                <w:rtl/>
              </w:rPr>
              <w:fldChar w:fldCharType="end"/>
            </w:r>
          </w:hyperlink>
        </w:p>
        <w:p w:rsidR="0067321F" w:rsidRDefault="0067321F">
          <w:pPr>
            <w:pStyle w:val="TOC2"/>
            <w:tabs>
              <w:tab w:val="right" w:leader="dot" w:pos="7786"/>
            </w:tabs>
            <w:rPr>
              <w:rFonts w:asciiTheme="minorHAnsi" w:eastAsiaTheme="minorEastAsia" w:hAnsiTheme="minorHAnsi" w:cstheme="minorBidi"/>
              <w:noProof/>
              <w:color w:val="auto"/>
              <w:sz w:val="22"/>
              <w:szCs w:val="22"/>
              <w:rtl/>
            </w:rPr>
          </w:pPr>
          <w:hyperlink w:anchor="_Toc418412092" w:history="1">
            <w:r w:rsidRPr="00011C55">
              <w:rPr>
                <w:rStyle w:val="Hyperlink"/>
                <w:rFonts w:hint="eastAsia"/>
                <w:noProof/>
                <w:rtl/>
              </w:rPr>
              <w:t>الفصل</w:t>
            </w:r>
            <w:r w:rsidRPr="00011C55">
              <w:rPr>
                <w:rStyle w:val="Hyperlink"/>
                <w:noProof/>
                <w:rtl/>
              </w:rPr>
              <w:t xml:space="preserve"> </w:t>
            </w:r>
            <w:r w:rsidRPr="00011C55">
              <w:rPr>
                <w:rStyle w:val="Hyperlink"/>
                <w:rFonts w:hint="eastAsia"/>
                <w:noProof/>
                <w:rtl/>
              </w:rPr>
              <w:t>الثانى</w:t>
            </w:r>
            <w:r w:rsidRPr="00011C55">
              <w:rPr>
                <w:rStyle w:val="Hyperlink"/>
                <w:noProof/>
                <w:rtl/>
              </w:rPr>
              <w:t xml:space="preserve"> </w:t>
            </w:r>
            <w:r w:rsidRPr="00011C55">
              <w:rPr>
                <w:rStyle w:val="Hyperlink"/>
                <w:rFonts w:hint="eastAsia"/>
                <w:noProof/>
                <w:rtl/>
              </w:rPr>
              <w:t>في</w:t>
            </w:r>
            <w:r w:rsidRPr="00011C55">
              <w:rPr>
                <w:rStyle w:val="Hyperlink"/>
                <w:noProof/>
                <w:rtl/>
              </w:rPr>
              <w:t xml:space="preserve"> </w:t>
            </w:r>
            <w:r w:rsidRPr="00011C55">
              <w:rPr>
                <w:rStyle w:val="Hyperlink"/>
                <w:rFonts w:hint="eastAsia"/>
                <w:noProof/>
                <w:rtl/>
              </w:rPr>
              <w:t>الباء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Toc418412092 \h</w:instrText>
            </w:r>
            <w:r>
              <w:rPr>
                <w:noProof/>
                <w:webHidden/>
                <w:rtl/>
              </w:rPr>
              <w:instrText xml:space="preserve"> </w:instrText>
            </w:r>
            <w:r>
              <w:rPr>
                <w:noProof/>
                <w:webHidden/>
                <w:rtl/>
              </w:rPr>
            </w:r>
            <w:r>
              <w:rPr>
                <w:noProof/>
                <w:webHidden/>
                <w:rtl/>
              </w:rPr>
              <w:fldChar w:fldCharType="separate"/>
            </w:r>
            <w:r>
              <w:rPr>
                <w:noProof/>
                <w:webHidden/>
                <w:rtl/>
              </w:rPr>
              <w:t>207</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2093"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الاول</w:t>
            </w:r>
            <w:r w:rsidRPr="00011C55">
              <w:rPr>
                <w:rStyle w:val="Hyperlink"/>
                <w:noProof/>
                <w:rtl/>
              </w:rPr>
              <w:t xml:space="preserve"> </w:t>
            </w:r>
            <w:r w:rsidRPr="00011C55">
              <w:rPr>
                <w:rStyle w:val="Hyperlink"/>
                <w:rFonts w:hint="eastAsia"/>
                <w:noProof/>
                <w:rtl/>
              </w:rPr>
              <w:t>بكر</w:t>
            </w:r>
            <w:r w:rsidRPr="00011C55">
              <w:rPr>
                <w:rStyle w:val="Hyperlink"/>
                <w:noProof/>
                <w:rtl/>
              </w:rPr>
              <w:t xml:space="preserve"> </w:t>
            </w:r>
            <w:r w:rsidRPr="00011C55">
              <w:rPr>
                <w:rStyle w:val="Hyperlink"/>
                <w:rFonts w:hint="eastAsia"/>
                <w:noProof/>
                <w:rtl/>
              </w:rPr>
              <w:t>أربعة</w:t>
            </w:r>
            <w:r w:rsidRPr="00011C55">
              <w:rPr>
                <w:rStyle w:val="Hyperlink"/>
                <w:noProof/>
                <w:rtl/>
              </w:rPr>
              <w:t xml:space="preserve"> </w:t>
            </w:r>
            <w:r w:rsidRPr="00011C55">
              <w:rPr>
                <w:rStyle w:val="Hyperlink"/>
                <w:rFonts w:hint="eastAsia"/>
                <w:noProof/>
                <w:rtl/>
              </w:rPr>
              <w:t>رجال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Toc418412093 \h</w:instrText>
            </w:r>
            <w:r>
              <w:rPr>
                <w:noProof/>
                <w:webHidden/>
                <w:rtl/>
              </w:rPr>
              <w:instrText xml:space="preserve"> </w:instrText>
            </w:r>
            <w:r>
              <w:rPr>
                <w:noProof/>
                <w:webHidden/>
                <w:rtl/>
              </w:rPr>
            </w:r>
            <w:r>
              <w:rPr>
                <w:noProof/>
                <w:webHidden/>
                <w:rtl/>
              </w:rPr>
              <w:fldChar w:fldCharType="separate"/>
            </w:r>
            <w:r>
              <w:rPr>
                <w:noProof/>
                <w:webHidden/>
                <w:rtl/>
              </w:rPr>
              <w:t>207</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2094"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الثاني</w:t>
            </w:r>
            <w:r w:rsidRPr="00011C55">
              <w:rPr>
                <w:rStyle w:val="Hyperlink"/>
                <w:noProof/>
                <w:rtl/>
              </w:rPr>
              <w:t xml:space="preserve"> </w:t>
            </w:r>
            <w:r w:rsidRPr="00011C55">
              <w:rPr>
                <w:rStyle w:val="Hyperlink"/>
                <w:rFonts w:hint="eastAsia"/>
                <w:noProof/>
                <w:rtl/>
              </w:rPr>
              <w:t>بشار</w:t>
            </w:r>
            <w:r w:rsidRPr="00011C55">
              <w:rPr>
                <w:rStyle w:val="Hyperlink"/>
                <w:noProof/>
                <w:rtl/>
              </w:rPr>
              <w:t xml:space="preserve"> </w:t>
            </w:r>
            <w:r w:rsidRPr="00011C55">
              <w:rPr>
                <w:rStyle w:val="Hyperlink"/>
                <w:rFonts w:hint="eastAsia"/>
                <w:noProof/>
                <w:rtl/>
              </w:rPr>
              <w:t>رجلان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Toc418412094 \h</w:instrText>
            </w:r>
            <w:r>
              <w:rPr>
                <w:noProof/>
                <w:webHidden/>
                <w:rtl/>
              </w:rPr>
              <w:instrText xml:space="preserve"> </w:instrText>
            </w:r>
            <w:r>
              <w:rPr>
                <w:noProof/>
                <w:webHidden/>
                <w:rtl/>
              </w:rPr>
            </w:r>
            <w:r>
              <w:rPr>
                <w:noProof/>
                <w:webHidden/>
                <w:rtl/>
              </w:rPr>
              <w:fldChar w:fldCharType="separate"/>
            </w:r>
            <w:r>
              <w:rPr>
                <w:noProof/>
                <w:webHidden/>
                <w:rtl/>
              </w:rPr>
              <w:t>208</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2095"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الثالث</w:t>
            </w:r>
            <w:r w:rsidRPr="00011C55">
              <w:rPr>
                <w:rStyle w:val="Hyperlink"/>
                <w:noProof/>
                <w:rtl/>
              </w:rPr>
              <w:t xml:space="preserve"> </w:t>
            </w:r>
            <w:r w:rsidRPr="00011C55">
              <w:rPr>
                <w:rStyle w:val="Hyperlink"/>
                <w:rFonts w:hint="eastAsia"/>
                <w:noProof/>
                <w:rtl/>
              </w:rPr>
              <w:t>في</w:t>
            </w:r>
            <w:r w:rsidRPr="00011C55">
              <w:rPr>
                <w:rStyle w:val="Hyperlink"/>
                <w:noProof/>
                <w:rtl/>
              </w:rPr>
              <w:t xml:space="preserve"> </w:t>
            </w:r>
            <w:r w:rsidRPr="00011C55">
              <w:rPr>
                <w:rStyle w:val="Hyperlink"/>
                <w:rFonts w:hint="eastAsia"/>
                <w:noProof/>
                <w:rtl/>
              </w:rPr>
              <w:t>الآحاد</w:t>
            </w:r>
            <w:r w:rsidRPr="00011C55">
              <w:rPr>
                <w:rStyle w:val="Hyperlink"/>
                <w:noProof/>
                <w:rtl/>
              </w:rPr>
              <w:t xml:space="preserve"> </w:t>
            </w:r>
            <w:r w:rsidRPr="00011C55">
              <w:rPr>
                <w:rStyle w:val="Hyperlink"/>
                <w:rFonts w:hint="eastAsia"/>
                <w:noProof/>
                <w:rtl/>
              </w:rPr>
              <w:t>خمسة</w:t>
            </w:r>
            <w:r w:rsidRPr="00011C55">
              <w:rPr>
                <w:rStyle w:val="Hyperlink"/>
                <w:noProof/>
                <w:rtl/>
              </w:rPr>
              <w:t xml:space="preserve"> </w:t>
            </w:r>
            <w:r w:rsidRPr="00011C55">
              <w:rPr>
                <w:rStyle w:val="Hyperlink"/>
                <w:rFonts w:hint="eastAsia"/>
                <w:noProof/>
                <w:rtl/>
              </w:rPr>
              <w:t>رجال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Toc418412095 \h</w:instrText>
            </w:r>
            <w:r>
              <w:rPr>
                <w:noProof/>
                <w:webHidden/>
                <w:rtl/>
              </w:rPr>
              <w:instrText xml:space="preserve"> </w:instrText>
            </w:r>
            <w:r>
              <w:rPr>
                <w:noProof/>
                <w:webHidden/>
                <w:rtl/>
              </w:rPr>
            </w:r>
            <w:r>
              <w:rPr>
                <w:noProof/>
                <w:webHidden/>
                <w:rtl/>
              </w:rPr>
              <w:fldChar w:fldCharType="separate"/>
            </w:r>
            <w:r>
              <w:rPr>
                <w:noProof/>
                <w:webHidden/>
                <w:rtl/>
              </w:rPr>
              <w:t>208</w:t>
            </w:r>
            <w:r>
              <w:rPr>
                <w:noProof/>
                <w:webHidden/>
                <w:rtl/>
              </w:rPr>
              <w:fldChar w:fldCharType="end"/>
            </w:r>
          </w:hyperlink>
        </w:p>
        <w:p w:rsidR="0067321F" w:rsidRDefault="0067321F">
          <w:pPr>
            <w:pStyle w:val="TOC2"/>
            <w:tabs>
              <w:tab w:val="right" w:leader="dot" w:pos="7786"/>
            </w:tabs>
            <w:rPr>
              <w:rFonts w:asciiTheme="minorHAnsi" w:eastAsiaTheme="minorEastAsia" w:hAnsiTheme="minorHAnsi" w:cstheme="minorBidi"/>
              <w:noProof/>
              <w:color w:val="auto"/>
              <w:sz w:val="22"/>
              <w:szCs w:val="22"/>
              <w:rtl/>
            </w:rPr>
          </w:pPr>
          <w:hyperlink w:anchor="_Toc418412096" w:history="1">
            <w:r w:rsidRPr="00011C55">
              <w:rPr>
                <w:rStyle w:val="Hyperlink"/>
                <w:rFonts w:hint="eastAsia"/>
                <w:noProof/>
                <w:rtl/>
              </w:rPr>
              <w:t>الفصل</w:t>
            </w:r>
            <w:r w:rsidRPr="00011C55">
              <w:rPr>
                <w:rStyle w:val="Hyperlink"/>
                <w:noProof/>
                <w:rtl/>
              </w:rPr>
              <w:t xml:space="preserve"> </w:t>
            </w:r>
            <w:r w:rsidRPr="00011C55">
              <w:rPr>
                <w:rStyle w:val="Hyperlink"/>
                <w:rFonts w:hint="eastAsia"/>
                <w:noProof/>
                <w:rtl/>
              </w:rPr>
              <w:t>الثالث</w:t>
            </w:r>
            <w:r w:rsidRPr="00011C55">
              <w:rPr>
                <w:rStyle w:val="Hyperlink"/>
                <w:noProof/>
                <w:rtl/>
              </w:rPr>
              <w:t xml:space="preserve"> </w:t>
            </w:r>
            <w:r w:rsidRPr="00011C55">
              <w:rPr>
                <w:rStyle w:val="Hyperlink"/>
                <w:rFonts w:hint="eastAsia"/>
                <w:noProof/>
                <w:rtl/>
              </w:rPr>
              <w:t>في</w:t>
            </w:r>
            <w:r w:rsidRPr="00011C55">
              <w:rPr>
                <w:rStyle w:val="Hyperlink"/>
                <w:noProof/>
                <w:rtl/>
              </w:rPr>
              <w:t xml:space="preserve"> </w:t>
            </w:r>
            <w:r w:rsidRPr="00011C55">
              <w:rPr>
                <w:rStyle w:val="Hyperlink"/>
                <w:rFonts w:hint="eastAsia"/>
                <w:noProof/>
                <w:rtl/>
              </w:rPr>
              <w:t>التاء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Toc418412096 \h</w:instrText>
            </w:r>
            <w:r>
              <w:rPr>
                <w:noProof/>
                <w:webHidden/>
                <w:rtl/>
              </w:rPr>
              <w:instrText xml:space="preserve"> </w:instrText>
            </w:r>
            <w:r>
              <w:rPr>
                <w:noProof/>
                <w:webHidden/>
                <w:rtl/>
              </w:rPr>
            </w:r>
            <w:r>
              <w:rPr>
                <w:noProof/>
                <w:webHidden/>
                <w:rtl/>
              </w:rPr>
              <w:fldChar w:fldCharType="separate"/>
            </w:r>
            <w:r>
              <w:rPr>
                <w:noProof/>
                <w:webHidden/>
                <w:rtl/>
              </w:rPr>
              <w:t>209</w:t>
            </w:r>
            <w:r>
              <w:rPr>
                <w:noProof/>
                <w:webHidden/>
                <w:rtl/>
              </w:rPr>
              <w:fldChar w:fldCharType="end"/>
            </w:r>
          </w:hyperlink>
        </w:p>
        <w:p w:rsidR="0067321F" w:rsidRDefault="0067321F">
          <w:pPr>
            <w:pStyle w:val="TOC2"/>
            <w:tabs>
              <w:tab w:val="right" w:leader="dot" w:pos="7786"/>
            </w:tabs>
            <w:rPr>
              <w:rFonts w:asciiTheme="minorHAnsi" w:eastAsiaTheme="minorEastAsia" w:hAnsiTheme="minorHAnsi" w:cstheme="minorBidi"/>
              <w:noProof/>
              <w:color w:val="auto"/>
              <w:sz w:val="22"/>
              <w:szCs w:val="22"/>
              <w:rtl/>
            </w:rPr>
          </w:pPr>
          <w:hyperlink w:anchor="_Toc418412097" w:history="1">
            <w:r w:rsidRPr="00011C55">
              <w:rPr>
                <w:rStyle w:val="Hyperlink"/>
                <w:rFonts w:hint="eastAsia"/>
                <w:noProof/>
                <w:rtl/>
              </w:rPr>
              <w:t>الفصل</w:t>
            </w:r>
            <w:r w:rsidRPr="00011C55">
              <w:rPr>
                <w:rStyle w:val="Hyperlink"/>
                <w:noProof/>
                <w:rtl/>
              </w:rPr>
              <w:t xml:space="preserve"> </w:t>
            </w:r>
            <w:r w:rsidRPr="00011C55">
              <w:rPr>
                <w:rStyle w:val="Hyperlink"/>
                <w:rFonts w:hint="eastAsia"/>
                <w:noProof/>
                <w:rtl/>
              </w:rPr>
              <w:t>الرابع</w:t>
            </w:r>
            <w:r w:rsidRPr="00011C55">
              <w:rPr>
                <w:rStyle w:val="Hyperlink"/>
                <w:noProof/>
                <w:rtl/>
              </w:rPr>
              <w:t xml:space="preserve"> </w:t>
            </w:r>
            <w:r w:rsidRPr="00011C55">
              <w:rPr>
                <w:rStyle w:val="Hyperlink"/>
                <w:rFonts w:hint="eastAsia"/>
                <w:noProof/>
                <w:rtl/>
              </w:rPr>
              <w:t>في</w:t>
            </w:r>
            <w:r w:rsidRPr="00011C55">
              <w:rPr>
                <w:rStyle w:val="Hyperlink"/>
                <w:noProof/>
                <w:rtl/>
              </w:rPr>
              <w:t xml:space="preserve"> </w:t>
            </w:r>
            <w:r w:rsidRPr="00011C55">
              <w:rPr>
                <w:rStyle w:val="Hyperlink"/>
                <w:rFonts w:hint="eastAsia"/>
                <w:noProof/>
                <w:rtl/>
              </w:rPr>
              <w:t>الثاء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Toc418412097 \h</w:instrText>
            </w:r>
            <w:r>
              <w:rPr>
                <w:noProof/>
                <w:webHidden/>
                <w:rtl/>
              </w:rPr>
              <w:instrText xml:space="preserve"> </w:instrText>
            </w:r>
            <w:r>
              <w:rPr>
                <w:noProof/>
                <w:webHidden/>
                <w:rtl/>
              </w:rPr>
            </w:r>
            <w:r>
              <w:rPr>
                <w:noProof/>
                <w:webHidden/>
                <w:rtl/>
              </w:rPr>
              <w:fldChar w:fldCharType="separate"/>
            </w:r>
            <w:r>
              <w:rPr>
                <w:noProof/>
                <w:webHidden/>
                <w:rtl/>
              </w:rPr>
              <w:t>209</w:t>
            </w:r>
            <w:r>
              <w:rPr>
                <w:noProof/>
                <w:webHidden/>
                <w:rtl/>
              </w:rPr>
              <w:fldChar w:fldCharType="end"/>
            </w:r>
          </w:hyperlink>
        </w:p>
        <w:p w:rsidR="0067321F" w:rsidRDefault="0067321F">
          <w:pPr>
            <w:pStyle w:val="TOC2"/>
            <w:tabs>
              <w:tab w:val="right" w:leader="dot" w:pos="7786"/>
            </w:tabs>
            <w:rPr>
              <w:rFonts w:asciiTheme="minorHAnsi" w:eastAsiaTheme="minorEastAsia" w:hAnsiTheme="minorHAnsi" w:cstheme="minorBidi"/>
              <w:noProof/>
              <w:color w:val="auto"/>
              <w:sz w:val="22"/>
              <w:szCs w:val="22"/>
              <w:rtl/>
            </w:rPr>
          </w:pPr>
          <w:hyperlink w:anchor="_Toc418412098" w:history="1">
            <w:r w:rsidRPr="00011C55">
              <w:rPr>
                <w:rStyle w:val="Hyperlink"/>
                <w:rFonts w:hint="eastAsia"/>
                <w:noProof/>
                <w:rtl/>
              </w:rPr>
              <w:t>الفصل</w:t>
            </w:r>
            <w:r w:rsidRPr="00011C55">
              <w:rPr>
                <w:rStyle w:val="Hyperlink"/>
                <w:noProof/>
                <w:rtl/>
              </w:rPr>
              <w:t xml:space="preserve"> </w:t>
            </w:r>
            <w:r w:rsidRPr="00011C55">
              <w:rPr>
                <w:rStyle w:val="Hyperlink"/>
                <w:rFonts w:hint="eastAsia"/>
                <w:noProof/>
                <w:rtl/>
              </w:rPr>
              <w:t>الخامس</w:t>
            </w:r>
            <w:r w:rsidRPr="00011C55">
              <w:rPr>
                <w:rStyle w:val="Hyperlink"/>
                <w:noProof/>
                <w:rtl/>
              </w:rPr>
              <w:t xml:space="preserve"> </w:t>
            </w:r>
            <w:r w:rsidRPr="00011C55">
              <w:rPr>
                <w:rStyle w:val="Hyperlink"/>
                <w:rFonts w:hint="eastAsia"/>
                <w:noProof/>
                <w:rtl/>
              </w:rPr>
              <w:t>في</w:t>
            </w:r>
            <w:r w:rsidRPr="00011C55">
              <w:rPr>
                <w:rStyle w:val="Hyperlink"/>
                <w:noProof/>
                <w:rtl/>
              </w:rPr>
              <w:t xml:space="preserve"> </w:t>
            </w:r>
            <w:r w:rsidRPr="00011C55">
              <w:rPr>
                <w:rStyle w:val="Hyperlink"/>
                <w:rFonts w:hint="eastAsia"/>
                <w:noProof/>
                <w:rtl/>
              </w:rPr>
              <w:t>الجيم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Toc418412098 \h</w:instrText>
            </w:r>
            <w:r>
              <w:rPr>
                <w:noProof/>
                <w:webHidden/>
                <w:rtl/>
              </w:rPr>
              <w:instrText xml:space="preserve"> </w:instrText>
            </w:r>
            <w:r>
              <w:rPr>
                <w:noProof/>
                <w:webHidden/>
                <w:rtl/>
              </w:rPr>
            </w:r>
            <w:r>
              <w:rPr>
                <w:noProof/>
                <w:webHidden/>
                <w:rtl/>
              </w:rPr>
              <w:fldChar w:fldCharType="separate"/>
            </w:r>
            <w:r>
              <w:rPr>
                <w:noProof/>
                <w:webHidden/>
                <w:rtl/>
              </w:rPr>
              <w:t>209</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2099"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الاول</w:t>
            </w:r>
            <w:r w:rsidRPr="00011C55">
              <w:rPr>
                <w:rStyle w:val="Hyperlink"/>
                <w:noProof/>
                <w:rtl/>
              </w:rPr>
              <w:t xml:space="preserve"> </w:t>
            </w:r>
            <w:r w:rsidRPr="00011C55">
              <w:rPr>
                <w:rStyle w:val="Hyperlink"/>
                <w:rFonts w:hint="eastAsia"/>
                <w:noProof/>
                <w:rtl/>
              </w:rPr>
              <w:t>جعفر</w:t>
            </w:r>
            <w:r w:rsidRPr="00011C55">
              <w:rPr>
                <w:rStyle w:val="Hyperlink"/>
                <w:noProof/>
                <w:rtl/>
              </w:rPr>
              <w:t xml:space="preserve"> </w:t>
            </w:r>
            <w:r w:rsidRPr="00011C55">
              <w:rPr>
                <w:rStyle w:val="Hyperlink"/>
                <w:rFonts w:hint="eastAsia"/>
                <w:noProof/>
                <w:rtl/>
              </w:rPr>
              <w:t>ثمانية</w:t>
            </w:r>
            <w:r w:rsidRPr="00011C55">
              <w:rPr>
                <w:rStyle w:val="Hyperlink"/>
                <w:noProof/>
                <w:rtl/>
              </w:rPr>
              <w:t xml:space="preserve"> </w:t>
            </w:r>
            <w:r w:rsidRPr="00011C55">
              <w:rPr>
                <w:rStyle w:val="Hyperlink"/>
                <w:rFonts w:hint="eastAsia"/>
                <w:noProof/>
                <w:rtl/>
              </w:rPr>
              <w:t>رجال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Toc418412099 \h</w:instrText>
            </w:r>
            <w:r>
              <w:rPr>
                <w:noProof/>
                <w:webHidden/>
                <w:rtl/>
              </w:rPr>
              <w:instrText xml:space="preserve"> </w:instrText>
            </w:r>
            <w:r>
              <w:rPr>
                <w:noProof/>
                <w:webHidden/>
                <w:rtl/>
              </w:rPr>
            </w:r>
            <w:r>
              <w:rPr>
                <w:noProof/>
                <w:webHidden/>
                <w:rtl/>
              </w:rPr>
              <w:fldChar w:fldCharType="separate"/>
            </w:r>
            <w:r>
              <w:rPr>
                <w:noProof/>
                <w:webHidden/>
                <w:rtl/>
              </w:rPr>
              <w:t>209</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2100"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الثاني</w:t>
            </w:r>
            <w:r w:rsidRPr="00011C55">
              <w:rPr>
                <w:rStyle w:val="Hyperlink"/>
                <w:noProof/>
                <w:rtl/>
              </w:rPr>
              <w:t xml:space="preserve"> </w:t>
            </w:r>
            <w:r w:rsidRPr="00011C55">
              <w:rPr>
                <w:rStyle w:val="Hyperlink"/>
                <w:rFonts w:hint="eastAsia"/>
                <w:noProof/>
                <w:rtl/>
              </w:rPr>
              <w:t>في</w:t>
            </w:r>
            <w:r w:rsidRPr="00011C55">
              <w:rPr>
                <w:rStyle w:val="Hyperlink"/>
                <w:noProof/>
                <w:rtl/>
              </w:rPr>
              <w:t xml:space="preserve"> </w:t>
            </w:r>
            <w:r w:rsidRPr="00011C55">
              <w:rPr>
                <w:rStyle w:val="Hyperlink"/>
                <w:rFonts w:hint="eastAsia"/>
                <w:noProof/>
                <w:rtl/>
              </w:rPr>
              <w:t>الآحاد</w:t>
            </w:r>
            <w:r w:rsidRPr="00011C55">
              <w:rPr>
                <w:rStyle w:val="Hyperlink"/>
                <w:noProof/>
                <w:rtl/>
              </w:rPr>
              <w:t xml:space="preserve"> </w:t>
            </w:r>
            <w:r w:rsidRPr="00011C55">
              <w:rPr>
                <w:rStyle w:val="Hyperlink"/>
                <w:rFonts w:hint="eastAsia"/>
                <w:noProof/>
                <w:rtl/>
              </w:rPr>
              <w:t>خمسة</w:t>
            </w:r>
            <w:r w:rsidRPr="00011C55">
              <w:rPr>
                <w:rStyle w:val="Hyperlink"/>
                <w:noProof/>
                <w:rtl/>
              </w:rPr>
              <w:t xml:space="preserve"> </w:t>
            </w:r>
            <w:r w:rsidRPr="00011C55">
              <w:rPr>
                <w:rStyle w:val="Hyperlink"/>
                <w:rFonts w:hint="eastAsia"/>
                <w:noProof/>
                <w:rtl/>
              </w:rPr>
              <w:t>رجال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Toc418412100 \h</w:instrText>
            </w:r>
            <w:r>
              <w:rPr>
                <w:noProof/>
                <w:webHidden/>
                <w:rtl/>
              </w:rPr>
              <w:instrText xml:space="preserve"> </w:instrText>
            </w:r>
            <w:r>
              <w:rPr>
                <w:noProof/>
                <w:webHidden/>
                <w:rtl/>
              </w:rPr>
            </w:r>
            <w:r>
              <w:rPr>
                <w:noProof/>
                <w:webHidden/>
                <w:rtl/>
              </w:rPr>
              <w:fldChar w:fldCharType="separate"/>
            </w:r>
            <w:r>
              <w:rPr>
                <w:noProof/>
                <w:webHidden/>
                <w:rtl/>
              </w:rPr>
              <w:t>211</w:t>
            </w:r>
            <w:r>
              <w:rPr>
                <w:noProof/>
                <w:webHidden/>
                <w:rtl/>
              </w:rPr>
              <w:fldChar w:fldCharType="end"/>
            </w:r>
          </w:hyperlink>
        </w:p>
        <w:p w:rsidR="0067321F" w:rsidRDefault="0067321F">
          <w:pPr>
            <w:pStyle w:val="TOC2"/>
            <w:tabs>
              <w:tab w:val="right" w:leader="dot" w:pos="7786"/>
            </w:tabs>
            <w:rPr>
              <w:rFonts w:asciiTheme="minorHAnsi" w:eastAsiaTheme="minorEastAsia" w:hAnsiTheme="minorHAnsi" w:cstheme="minorBidi"/>
              <w:noProof/>
              <w:color w:val="auto"/>
              <w:sz w:val="22"/>
              <w:szCs w:val="22"/>
              <w:rtl/>
            </w:rPr>
          </w:pPr>
          <w:hyperlink w:anchor="_Toc418412101" w:history="1">
            <w:r w:rsidRPr="00011C55">
              <w:rPr>
                <w:rStyle w:val="Hyperlink"/>
                <w:rFonts w:hint="eastAsia"/>
                <w:noProof/>
                <w:rtl/>
              </w:rPr>
              <w:t>الفصل</w:t>
            </w:r>
            <w:r w:rsidRPr="00011C55">
              <w:rPr>
                <w:rStyle w:val="Hyperlink"/>
                <w:noProof/>
                <w:rtl/>
              </w:rPr>
              <w:t xml:space="preserve"> </w:t>
            </w:r>
            <w:r w:rsidRPr="00011C55">
              <w:rPr>
                <w:rStyle w:val="Hyperlink"/>
                <w:rFonts w:hint="eastAsia"/>
                <w:noProof/>
                <w:rtl/>
              </w:rPr>
              <w:t>السادس</w:t>
            </w:r>
            <w:r w:rsidRPr="00011C55">
              <w:rPr>
                <w:rStyle w:val="Hyperlink"/>
                <w:noProof/>
                <w:rtl/>
              </w:rPr>
              <w:t xml:space="preserve"> </w:t>
            </w:r>
            <w:r w:rsidRPr="00011C55">
              <w:rPr>
                <w:rStyle w:val="Hyperlink"/>
                <w:rFonts w:hint="eastAsia"/>
                <w:noProof/>
                <w:rtl/>
              </w:rPr>
              <w:t>في</w:t>
            </w:r>
            <w:r w:rsidRPr="00011C55">
              <w:rPr>
                <w:rStyle w:val="Hyperlink"/>
                <w:noProof/>
                <w:rtl/>
              </w:rPr>
              <w:t xml:space="preserve"> </w:t>
            </w:r>
            <w:r w:rsidRPr="00011C55">
              <w:rPr>
                <w:rStyle w:val="Hyperlink"/>
                <w:rFonts w:hint="eastAsia"/>
                <w:noProof/>
                <w:rtl/>
              </w:rPr>
              <w:t>الحاء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Toc418412101 \h</w:instrText>
            </w:r>
            <w:r>
              <w:rPr>
                <w:noProof/>
                <w:webHidden/>
                <w:rtl/>
              </w:rPr>
              <w:instrText xml:space="preserve"> </w:instrText>
            </w:r>
            <w:r>
              <w:rPr>
                <w:noProof/>
                <w:webHidden/>
                <w:rtl/>
              </w:rPr>
            </w:r>
            <w:r>
              <w:rPr>
                <w:noProof/>
                <w:webHidden/>
                <w:rtl/>
              </w:rPr>
              <w:fldChar w:fldCharType="separate"/>
            </w:r>
            <w:r>
              <w:rPr>
                <w:noProof/>
                <w:webHidden/>
                <w:rtl/>
              </w:rPr>
              <w:t>212</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2102"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الاول</w:t>
            </w:r>
            <w:r w:rsidRPr="00011C55">
              <w:rPr>
                <w:rStyle w:val="Hyperlink"/>
                <w:noProof/>
                <w:rtl/>
              </w:rPr>
              <w:t xml:space="preserve"> </w:t>
            </w:r>
            <w:r w:rsidRPr="00011C55">
              <w:rPr>
                <w:rStyle w:val="Hyperlink"/>
                <w:rFonts w:hint="eastAsia"/>
                <w:noProof/>
                <w:rtl/>
              </w:rPr>
              <w:t>الحسن</w:t>
            </w:r>
            <w:r w:rsidRPr="00011C55">
              <w:rPr>
                <w:rStyle w:val="Hyperlink"/>
                <w:noProof/>
                <w:rtl/>
              </w:rPr>
              <w:t xml:space="preserve"> </w:t>
            </w:r>
            <w:r w:rsidRPr="00011C55">
              <w:rPr>
                <w:rStyle w:val="Hyperlink"/>
                <w:rFonts w:hint="eastAsia"/>
                <w:noProof/>
                <w:rtl/>
              </w:rPr>
              <w:t>ثمانية</w:t>
            </w:r>
            <w:r w:rsidRPr="00011C55">
              <w:rPr>
                <w:rStyle w:val="Hyperlink"/>
                <w:noProof/>
                <w:rtl/>
              </w:rPr>
              <w:t xml:space="preserve"> </w:t>
            </w:r>
            <w:r w:rsidRPr="00011C55">
              <w:rPr>
                <w:rStyle w:val="Hyperlink"/>
                <w:rFonts w:hint="eastAsia"/>
                <w:noProof/>
                <w:rtl/>
              </w:rPr>
              <w:t>عشر</w:t>
            </w:r>
            <w:r w:rsidRPr="00011C55">
              <w:rPr>
                <w:rStyle w:val="Hyperlink"/>
                <w:noProof/>
                <w:rtl/>
              </w:rPr>
              <w:t xml:space="preserve"> </w:t>
            </w:r>
            <w:r w:rsidRPr="00011C55">
              <w:rPr>
                <w:rStyle w:val="Hyperlink"/>
                <w:rFonts w:hint="eastAsia"/>
                <w:noProof/>
                <w:rtl/>
              </w:rPr>
              <w:t>رجلا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Toc418412102 \h</w:instrText>
            </w:r>
            <w:r>
              <w:rPr>
                <w:noProof/>
                <w:webHidden/>
                <w:rtl/>
              </w:rPr>
              <w:instrText xml:space="preserve"> </w:instrText>
            </w:r>
            <w:r>
              <w:rPr>
                <w:noProof/>
                <w:webHidden/>
                <w:rtl/>
              </w:rPr>
            </w:r>
            <w:r>
              <w:rPr>
                <w:noProof/>
                <w:webHidden/>
                <w:rtl/>
              </w:rPr>
              <w:fldChar w:fldCharType="separate"/>
            </w:r>
            <w:r>
              <w:rPr>
                <w:noProof/>
                <w:webHidden/>
                <w:rtl/>
              </w:rPr>
              <w:t>212</w:t>
            </w:r>
            <w:r>
              <w:rPr>
                <w:noProof/>
                <w:webHidden/>
                <w:rtl/>
              </w:rPr>
              <w:fldChar w:fldCharType="end"/>
            </w:r>
          </w:hyperlink>
        </w:p>
        <w:p w:rsidR="0067321F" w:rsidRPr="0067321F" w:rsidRDefault="0067321F" w:rsidP="0067321F">
          <w:pPr>
            <w:pStyle w:val="libNormal"/>
            <w:rPr>
              <w:rStyle w:val="Hyperlink"/>
              <w:noProof/>
              <w:u w:val="none"/>
            </w:rPr>
          </w:pPr>
          <w:r w:rsidRPr="0067321F">
            <w:rPr>
              <w:rStyle w:val="Hyperlink"/>
              <w:noProof/>
              <w:u w:val="none"/>
            </w:rPr>
            <w:br w:type="page"/>
          </w:r>
        </w:p>
        <w:p w:rsidR="0067321F" w:rsidRDefault="0067321F">
          <w:pPr>
            <w:pStyle w:val="TOC3"/>
            <w:rPr>
              <w:rFonts w:asciiTheme="minorHAnsi" w:eastAsiaTheme="minorEastAsia" w:hAnsiTheme="minorHAnsi" w:cstheme="minorBidi"/>
              <w:noProof/>
              <w:color w:val="auto"/>
              <w:sz w:val="22"/>
              <w:szCs w:val="22"/>
              <w:rtl/>
            </w:rPr>
          </w:pPr>
          <w:hyperlink w:anchor="_Toc418412103"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الثاني</w:t>
            </w:r>
            <w:r w:rsidRPr="00011C55">
              <w:rPr>
                <w:rStyle w:val="Hyperlink"/>
                <w:noProof/>
                <w:rtl/>
              </w:rPr>
              <w:t xml:space="preserve"> </w:t>
            </w:r>
            <w:r w:rsidRPr="00011C55">
              <w:rPr>
                <w:rStyle w:val="Hyperlink"/>
                <w:rFonts w:hint="eastAsia"/>
                <w:noProof/>
                <w:rtl/>
              </w:rPr>
              <w:t>الحسين</w:t>
            </w:r>
            <w:r w:rsidRPr="00011C55">
              <w:rPr>
                <w:rStyle w:val="Hyperlink"/>
                <w:noProof/>
                <w:rtl/>
              </w:rPr>
              <w:t xml:space="preserve"> </w:t>
            </w:r>
            <w:r w:rsidRPr="00011C55">
              <w:rPr>
                <w:rStyle w:val="Hyperlink"/>
                <w:rFonts w:hint="eastAsia"/>
                <w:noProof/>
                <w:rtl/>
              </w:rPr>
              <w:t>أربعة</w:t>
            </w:r>
            <w:r w:rsidRPr="00011C55">
              <w:rPr>
                <w:rStyle w:val="Hyperlink"/>
                <w:noProof/>
                <w:rtl/>
              </w:rPr>
              <w:t xml:space="preserve"> </w:t>
            </w:r>
            <w:r w:rsidRPr="00011C55">
              <w:rPr>
                <w:rStyle w:val="Hyperlink"/>
                <w:rFonts w:hint="eastAsia"/>
                <w:noProof/>
                <w:rtl/>
              </w:rPr>
              <w:t>عشر</w:t>
            </w:r>
            <w:r w:rsidRPr="00011C55">
              <w:rPr>
                <w:rStyle w:val="Hyperlink"/>
                <w:noProof/>
                <w:rtl/>
              </w:rPr>
              <w:t xml:space="preserve"> </w:t>
            </w:r>
            <w:r w:rsidRPr="00011C55">
              <w:rPr>
                <w:rStyle w:val="Hyperlink"/>
                <w:rFonts w:hint="eastAsia"/>
                <w:noProof/>
                <w:rtl/>
              </w:rPr>
              <w:t>رجلا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Toc418412103 \h</w:instrText>
            </w:r>
            <w:r>
              <w:rPr>
                <w:noProof/>
                <w:webHidden/>
                <w:rtl/>
              </w:rPr>
              <w:instrText xml:space="preserve"> </w:instrText>
            </w:r>
            <w:r>
              <w:rPr>
                <w:noProof/>
                <w:webHidden/>
                <w:rtl/>
              </w:rPr>
            </w:r>
            <w:r>
              <w:rPr>
                <w:noProof/>
                <w:webHidden/>
                <w:rtl/>
              </w:rPr>
              <w:fldChar w:fldCharType="separate"/>
            </w:r>
            <w:r>
              <w:rPr>
                <w:noProof/>
                <w:webHidden/>
                <w:rtl/>
              </w:rPr>
              <w:t>215</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2104"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الثالث</w:t>
            </w:r>
            <w:r w:rsidRPr="00011C55">
              <w:rPr>
                <w:rStyle w:val="Hyperlink"/>
                <w:noProof/>
                <w:rtl/>
              </w:rPr>
              <w:t xml:space="preserve"> </w:t>
            </w:r>
            <w:r w:rsidRPr="00011C55">
              <w:rPr>
                <w:rStyle w:val="Hyperlink"/>
                <w:rFonts w:hint="eastAsia"/>
                <w:noProof/>
                <w:rtl/>
              </w:rPr>
              <w:t>الحرث</w:t>
            </w:r>
            <w:r w:rsidRPr="00011C55">
              <w:rPr>
                <w:rStyle w:val="Hyperlink"/>
                <w:noProof/>
                <w:rtl/>
              </w:rPr>
              <w:t xml:space="preserve"> </w:t>
            </w:r>
            <w:r w:rsidRPr="00011C55">
              <w:rPr>
                <w:rStyle w:val="Hyperlink"/>
                <w:rFonts w:hint="eastAsia"/>
                <w:noProof/>
                <w:rtl/>
              </w:rPr>
              <w:t>ثلاثة</w:t>
            </w:r>
            <w:r w:rsidRPr="00011C55">
              <w:rPr>
                <w:rStyle w:val="Hyperlink"/>
                <w:noProof/>
                <w:rtl/>
              </w:rPr>
              <w:t xml:space="preserve"> </w:t>
            </w:r>
            <w:r w:rsidRPr="00011C55">
              <w:rPr>
                <w:rStyle w:val="Hyperlink"/>
                <w:rFonts w:hint="eastAsia"/>
                <w:noProof/>
                <w:rtl/>
              </w:rPr>
              <w:t>رجال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Toc418412104 \h</w:instrText>
            </w:r>
            <w:r>
              <w:rPr>
                <w:noProof/>
                <w:webHidden/>
                <w:rtl/>
              </w:rPr>
              <w:instrText xml:space="preserve"> </w:instrText>
            </w:r>
            <w:r>
              <w:rPr>
                <w:noProof/>
                <w:webHidden/>
                <w:rtl/>
              </w:rPr>
            </w:r>
            <w:r>
              <w:rPr>
                <w:noProof/>
                <w:webHidden/>
                <w:rtl/>
              </w:rPr>
              <w:fldChar w:fldCharType="separate"/>
            </w:r>
            <w:r>
              <w:rPr>
                <w:noProof/>
                <w:webHidden/>
                <w:rtl/>
              </w:rPr>
              <w:t>217</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2105"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الرابع</w:t>
            </w:r>
            <w:r w:rsidRPr="00011C55">
              <w:rPr>
                <w:rStyle w:val="Hyperlink"/>
                <w:noProof/>
                <w:rtl/>
              </w:rPr>
              <w:t xml:space="preserve"> </w:t>
            </w:r>
            <w:r w:rsidRPr="00011C55">
              <w:rPr>
                <w:rStyle w:val="Hyperlink"/>
                <w:rFonts w:hint="eastAsia"/>
                <w:noProof/>
                <w:rtl/>
              </w:rPr>
              <w:t>حفص</w:t>
            </w:r>
            <w:r w:rsidRPr="00011C55">
              <w:rPr>
                <w:rStyle w:val="Hyperlink"/>
                <w:noProof/>
                <w:rtl/>
              </w:rPr>
              <w:t xml:space="preserve"> </w:t>
            </w:r>
            <w:r w:rsidRPr="00011C55">
              <w:rPr>
                <w:rStyle w:val="Hyperlink"/>
                <w:rFonts w:hint="eastAsia"/>
                <w:noProof/>
                <w:rtl/>
              </w:rPr>
              <w:t>رجلان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Toc418412105 \h</w:instrText>
            </w:r>
            <w:r>
              <w:rPr>
                <w:noProof/>
                <w:webHidden/>
                <w:rtl/>
              </w:rPr>
              <w:instrText xml:space="preserve"> </w:instrText>
            </w:r>
            <w:r>
              <w:rPr>
                <w:noProof/>
                <w:webHidden/>
                <w:rtl/>
              </w:rPr>
            </w:r>
            <w:r>
              <w:rPr>
                <w:noProof/>
                <w:webHidden/>
                <w:rtl/>
              </w:rPr>
              <w:fldChar w:fldCharType="separate"/>
            </w:r>
            <w:r>
              <w:rPr>
                <w:noProof/>
                <w:webHidden/>
                <w:rtl/>
              </w:rPr>
              <w:t>218</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2106"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الخامس</w:t>
            </w:r>
            <w:r w:rsidRPr="00011C55">
              <w:rPr>
                <w:rStyle w:val="Hyperlink"/>
                <w:noProof/>
                <w:rtl/>
              </w:rPr>
              <w:t xml:space="preserve"> </w:t>
            </w:r>
            <w:r w:rsidRPr="00011C55">
              <w:rPr>
                <w:rStyle w:val="Hyperlink"/>
                <w:rFonts w:hint="eastAsia"/>
                <w:noProof/>
                <w:rtl/>
              </w:rPr>
              <w:t>الحكم</w:t>
            </w:r>
            <w:r w:rsidRPr="00011C55">
              <w:rPr>
                <w:rStyle w:val="Hyperlink"/>
                <w:noProof/>
                <w:rtl/>
              </w:rPr>
              <w:t xml:space="preserve"> </w:t>
            </w:r>
            <w:r w:rsidRPr="00011C55">
              <w:rPr>
                <w:rStyle w:val="Hyperlink"/>
                <w:rFonts w:hint="eastAsia"/>
                <w:noProof/>
                <w:rtl/>
              </w:rPr>
              <w:t>رجلان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Toc418412106 \h</w:instrText>
            </w:r>
            <w:r>
              <w:rPr>
                <w:noProof/>
                <w:webHidden/>
                <w:rtl/>
              </w:rPr>
              <w:instrText xml:space="preserve"> </w:instrText>
            </w:r>
            <w:r>
              <w:rPr>
                <w:noProof/>
                <w:webHidden/>
                <w:rtl/>
              </w:rPr>
            </w:r>
            <w:r>
              <w:rPr>
                <w:noProof/>
                <w:webHidden/>
                <w:rtl/>
              </w:rPr>
              <w:fldChar w:fldCharType="separate"/>
            </w:r>
            <w:r>
              <w:rPr>
                <w:noProof/>
                <w:webHidden/>
                <w:rtl/>
              </w:rPr>
              <w:t>218</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2107"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السادس</w:t>
            </w:r>
            <w:r w:rsidRPr="00011C55">
              <w:rPr>
                <w:rStyle w:val="Hyperlink"/>
                <w:noProof/>
                <w:rtl/>
              </w:rPr>
              <w:t xml:space="preserve"> </w:t>
            </w:r>
            <w:r w:rsidRPr="00011C55">
              <w:rPr>
                <w:rStyle w:val="Hyperlink"/>
                <w:rFonts w:hint="eastAsia"/>
                <w:noProof/>
                <w:rtl/>
              </w:rPr>
              <w:t>في</w:t>
            </w:r>
            <w:r w:rsidRPr="00011C55">
              <w:rPr>
                <w:rStyle w:val="Hyperlink"/>
                <w:noProof/>
                <w:rtl/>
              </w:rPr>
              <w:t xml:space="preserve"> </w:t>
            </w:r>
            <w:r w:rsidRPr="00011C55">
              <w:rPr>
                <w:rStyle w:val="Hyperlink"/>
                <w:rFonts w:hint="eastAsia"/>
                <w:noProof/>
                <w:rtl/>
              </w:rPr>
              <w:t>الآحاد</w:t>
            </w:r>
            <w:r w:rsidRPr="00011C55">
              <w:rPr>
                <w:rStyle w:val="Hyperlink"/>
                <w:noProof/>
                <w:rtl/>
              </w:rPr>
              <w:t xml:space="preserve"> </w:t>
            </w:r>
            <w:r w:rsidRPr="00011C55">
              <w:rPr>
                <w:rStyle w:val="Hyperlink"/>
                <w:rFonts w:hint="eastAsia"/>
                <w:noProof/>
                <w:rtl/>
              </w:rPr>
              <w:t>سبعة</w:t>
            </w:r>
            <w:r w:rsidRPr="00011C55">
              <w:rPr>
                <w:rStyle w:val="Hyperlink"/>
                <w:noProof/>
                <w:rtl/>
              </w:rPr>
              <w:t xml:space="preserve"> </w:t>
            </w:r>
            <w:r w:rsidRPr="00011C55">
              <w:rPr>
                <w:rStyle w:val="Hyperlink"/>
                <w:rFonts w:hint="eastAsia"/>
                <w:noProof/>
                <w:rtl/>
              </w:rPr>
              <w:t>رجال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Toc418412107 \h</w:instrText>
            </w:r>
            <w:r>
              <w:rPr>
                <w:noProof/>
                <w:webHidden/>
                <w:rtl/>
              </w:rPr>
              <w:instrText xml:space="preserve"> </w:instrText>
            </w:r>
            <w:r>
              <w:rPr>
                <w:noProof/>
                <w:webHidden/>
                <w:rtl/>
              </w:rPr>
            </w:r>
            <w:r>
              <w:rPr>
                <w:noProof/>
                <w:webHidden/>
                <w:rtl/>
              </w:rPr>
              <w:fldChar w:fldCharType="separate"/>
            </w:r>
            <w:r>
              <w:rPr>
                <w:noProof/>
                <w:webHidden/>
                <w:rtl/>
              </w:rPr>
              <w:t>218</w:t>
            </w:r>
            <w:r>
              <w:rPr>
                <w:noProof/>
                <w:webHidden/>
                <w:rtl/>
              </w:rPr>
              <w:fldChar w:fldCharType="end"/>
            </w:r>
          </w:hyperlink>
        </w:p>
        <w:p w:rsidR="0067321F" w:rsidRDefault="0067321F">
          <w:pPr>
            <w:pStyle w:val="TOC2"/>
            <w:tabs>
              <w:tab w:val="right" w:leader="dot" w:pos="7786"/>
            </w:tabs>
            <w:rPr>
              <w:rFonts w:asciiTheme="minorHAnsi" w:eastAsiaTheme="minorEastAsia" w:hAnsiTheme="minorHAnsi" w:cstheme="minorBidi"/>
              <w:noProof/>
              <w:color w:val="auto"/>
              <w:sz w:val="22"/>
              <w:szCs w:val="22"/>
              <w:rtl/>
            </w:rPr>
          </w:pPr>
          <w:hyperlink w:anchor="_Toc418412108" w:history="1">
            <w:r w:rsidRPr="00011C55">
              <w:rPr>
                <w:rStyle w:val="Hyperlink"/>
                <w:rFonts w:hint="eastAsia"/>
                <w:noProof/>
                <w:rtl/>
              </w:rPr>
              <w:t>الفصل</w:t>
            </w:r>
            <w:r w:rsidRPr="00011C55">
              <w:rPr>
                <w:rStyle w:val="Hyperlink"/>
                <w:noProof/>
                <w:rtl/>
              </w:rPr>
              <w:t xml:space="preserve"> </w:t>
            </w:r>
            <w:r w:rsidRPr="00011C55">
              <w:rPr>
                <w:rStyle w:val="Hyperlink"/>
                <w:rFonts w:hint="eastAsia"/>
                <w:noProof/>
                <w:rtl/>
              </w:rPr>
              <w:t>السابع</w:t>
            </w:r>
            <w:r w:rsidRPr="00011C55">
              <w:rPr>
                <w:rStyle w:val="Hyperlink"/>
                <w:noProof/>
                <w:rtl/>
              </w:rPr>
              <w:t xml:space="preserve"> </w:t>
            </w:r>
            <w:r w:rsidRPr="00011C55">
              <w:rPr>
                <w:rStyle w:val="Hyperlink"/>
                <w:rFonts w:hint="eastAsia"/>
                <w:noProof/>
                <w:rtl/>
              </w:rPr>
              <w:t>في</w:t>
            </w:r>
            <w:r w:rsidRPr="00011C55">
              <w:rPr>
                <w:rStyle w:val="Hyperlink"/>
                <w:noProof/>
                <w:rtl/>
              </w:rPr>
              <w:t xml:space="preserve"> </w:t>
            </w:r>
            <w:r w:rsidRPr="00011C55">
              <w:rPr>
                <w:rStyle w:val="Hyperlink"/>
                <w:rFonts w:hint="eastAsia"/>
                <w:noProof/>
                <w:rtl/>
              </w:rPr>
              <w:t>الخاء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Toc418412108 \h</w:instrText>
            </w:r>
            <w:r>
              <w:rPr>
                <w:noProof/>
                <w:webHidden/>
                <w:rtl/>
              </w:rPr>
              <w:instrText xml:space="preserve"> </w:instrText>
            </w:r>
            <w:r>
              <w:rPr>
                <w:noProof/>
                <w:webHidden/>
                <w:rtl/>
              </w:rPr>
            </w:r>
            <w:r>
              <w:rPr>
                <w:noProof/>
                <w:webHidden/>
                <w:rtl/>
              </w:rPr>
              <w:fldChar w:fldCharType="separate"/>
            </w:r>
            <w:r>
              <w:rPr>
                <w:noProof/>
                <w:webHidden/>
                <w:rtl/>
              </w:rPr>
              <w:t>220</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2109"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الاول</w:t>
            </w:r>
            <w:r w:rsidRPr="00011C55">
              <w:rPr>
                <w:rStyle w:val="Hyperlink"/>
                <w:noProof/>
                <w:rtl/>
              </w:rPr>
              <w:t xml:space="preserve"> </w:t>
            </w:r>
            <w:r w:rsidRPr="00011C55">
              <w:rPr>
                <w:rStyle w:val="Hyperlink"/>
                <w:rFonts w:hint="eastAsia"/>
                <w:noProof/>
                <w:rtl/>
              </w:rPr>
              <w:t>خلف</w:t>
            </w:r>
            <w:r w:rsidRPr="00011C55">
              <w:rPr>
                <w:rStyle w:val="Hyperlink"/>
                <w:noProof/>
                <w:rtl/>
              </w:rPr>
              <w:t xml:space="preserve"> </w:t>
            </w:r>
            <w:r w:rsidRPr="00011C55">
              <w:rPr>
                <w:rStyle w:val="Hyperlink"/>
                <w:rFonts w:hint="eastAsia"/>
                <w:noProof/>
                <w:rtl/>
              </w:rPr>
              <w:t>رجلان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Toc418412109 \h</w:instrText>
            </w:r>
            <w:r>
              <w:rPr>
                <w:noProof/>
                <w:webHidden/>
                <w:rtl/>
              </w:rPr>
              <w:instrText xml:space="preserve"> </w:instrText>
            </w:r>
            <w:r>
              <w:rPr>
                <w:noProof/>
                <w:webHidden/>
                <w:rtl/>
              </w:rPr>
            </w:r>
            <w:r>
              <w:rPr>
                <w:noProof/>
                <w:webHidden/>
                <w:rtl/>
              </w:rPr>
              <w:fldChar w:fldCharType="separate"/>
            </w:r>
            <w:r>
              <w:rPr>
                <w:noProof/>
                <w:webHidden/>
                <w:rtl/>
              </w:rPr>
              <w:t>220</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2110"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الثاني</w:t>
            </w:r>
            <w:r w:rsidRPr="00011C55">
              <w:rPr>
                <w:rStyle w:val="Hyperlink"/>
                <w:noProof/>
                <w:rtl/>
              </w:rPr>
              <w:t xml:space="preserve"> </w:t>
            </w:r>
            <w:r w:rsidRPr="00011C55">
              <w:rPr>
                <w:rStyle w:val="Hyperlink"/>
                <w:rFonts w:hint="eastAsia"/>
                <w:noProof/>
                <w:rtl/>
              </w:rPr>
              <w:t>خالد</w:t>
            </w:r>
            <w:r w:rsidRPr="00011C55">
              <w:rPr>
                <w:rStyle w:val="Hyperlink"/>
                <w:noProof/>
                <w:rtl/>
              </w:rPr>
              <w:t xml:space="preserve"> </w:t>
            </w:r>
            <w:r w:rsidRPr="00011C55">
              <w:rPr>
                <w:rStyle w:val="Hyperlink"/>
                <w:rFonts w:hint="eastAsia"/>
                <w:noProof/>
                <w:rtl/>
              </w:rPr>
              <w:t>ثلاثة</w:t>
            </w:r>
            <w:r w:rsidRPr="00011C55">
              <w:rPr>
                <w:rStyle w:val="Hyperlink"/>
                <w:noProof/>
                <w:rtl/>
              </w:rPr>
              <w:t xml:space="preserve"> </w:t>
            </w:r>
            <w:r w:rsidRPr="00011C55">
              <w:rPr>
                <w:rStyle w:val="Hyperlink"/>
                <w:rFonts w:hint="eastAsia"/>
                <w:noProof/>
                <w:rtl/>
              </w:rPr>
              <w:t>رجال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Toc418412110 \h</w:instrText>
            </w:r>
            <w:r>
              <w:rPr>
                <w:noProof/>
                <w:webHidden/>
                <w:rtl/>
              </w:rPr>
              <w:instrText xml:space="preserve"> </w:instrText>
            </w:r>
            <w:r>
              <w:rPr>
                <w:noProof/>
                <w:webHidden/>
                <w:rtl/>
              </w:rPr>
            </w:r>
            <w:r>
              <w:rPr>
                <w:noProof/>
                <w:webHidden/>
                <w:rtl/>
              </w:rPr>
              <w:fldChar w:fldCharType="separate"/>
            </w:r>
            <w:r>
              <w:rPr>
                <w:noProof/>
                <w:webHidden/>
                <w:rtl/>
              </w:rPr>
              <w:t>220</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2111"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الثالث</w:t>
            </w:r>
            <w:r w:rsidRPr="00011C55">
              <w:rPr>
                <w:rStyle w:val="Hyperlink"/>
                <w:noProof/>
                <w:rtl/>
              </w:rPr>
              <w:t xml:space="preserve"> </w:t>
            </w:r>
            <w:r w:rsidRPr="00011C55">
              <w:rPr>
                <w:rStyle w:val="Hyperlink"/>
                <w:rFonts w:hint="eastAsia"/>
                <w:noProof/>
                <w:rtl/>
              </w:rPr>
              <w:t>في</w:t>
            </w:r>
            <w:r w:rsidRPr="00011C55">
              <w:rPr>
                <w:rStyle w:val="Hyperlink"/>
                <w:noProof/>
                <w:rtl/>
              </w:rPr>
              <w:t xml:space="preserve"> </w:t>
            </w:r>
            <w:r w:rsidRPr="00011C55">
              <w:rPr>
                <w:rStyle w:val="Hyperlink"/>
                <w:rFonts w:hint="eastAsia"/>
                <w:noProof/>
                <w:rtl/>
              </w:rPr>
              <w:t>الآحاد</w:t>
            </w:r>
            <w:r w:rsidRPr="00011C55">
              <w:rPr>
                <w:rStyle w:val="Hyperlink"/>
                <w:noProof/>
                <w:rtl/>
              </w:rPr>
              <w:t xml:space="preserve"> </w:t>
            </w:r>
            <w:r w:rsidRPr="00011C55">
              <w:rPr>
                <w:rStyle w:val="Hyperlink"/>
                <w:rFonts w:hint="eastAsia"/>
                <w:noProof/>
                <w:rtl/>
              </w:rPr>
              <w:t>رجل</w:t>
            </w:r>
            <w:r w:rsidRPr="00011C55">
              <w:rPr>
                <w:rStyle w:val="Hyperlink"/>
                <w:noProof/>
                <w:rtl/>
              </w:rPr>
              <w:t xml:space="preserve"> </w:t>
            </w:r>
            <w:r w:rsidRPr="00011C55">
              <w:rPr>
                <w:rStyle w:val="Hyperlink"/>
                <w:rFonts w:hint="eastAsia"/>
                <w:noProof/>
                <w:rtl/>
              </w:rPr>
              <w:t>واحد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Toc418412111 \h</w:instrText>
            </w:r>
            <w:r>
              <w:rPr>
                <w:noProof/>
                <w:webHidden/>
                <w:rtl/>
              </w:rPr>
              <w:instrText xml:space="preserve"> </w:instrText>
            </w:r>
            <w:r>
              <w:rPr>
                <w:noProof/>
                <w:webHidden/>
                <w:rtl/>
              </w:rPr>
            </w:r>
            <w:r>
              <w:rPr>
                <w:noProof/>
                <w:webHidden/>
                <w:rtl/>
              </w:rPr>
              <w:fldChar w:fldCharType="separate"/>
            </w:r>
            <w:r>
              <w:rPr>
                <w:noProof/>
                <w:webHidden/>
                <w:rtl/>
              </w:rPr>
              <w:t>220</w:t>
            </w:r>
            <w:r>
              <w:rPr>
                <w:noProof/>
                <w:webHidden/>
                <w:rtl/>
              </w:rPr>
              <w:fldChar w:fldCharType="end"/>
            </w:r>
          </w:hyperlink>
        </w:p>
        <w:p w:rsidR="0067321F" w:rsidRDefault="0067321F">
          <w:pPr>
            <w:pStyle w:val="TOC2"/>
            <w:tabs>
              <w:tab w:val="right" w:leader="dot" w:pos="7786"/>
            </w:tabs>
            <w:rPr>
              <w:rFonts w:asciiTheme="minorHAnsi" w:eastAsiaTheme="minorEastAsia" w:hAnsiTheme="minorHAnsi" w:cstheme="minorBidi"/>
              <w:noProof/>
              <w:color w:val="auto"/>
              <w:sz w:val="22"/>
              <w:szCs w:val="22"/>
              <w:rtl/>
            </w:rPr>
          </w:pPr>
          <w:hyperlink w:anchor="_Toc418412112" w:history="1">
            <w:r w:rsidRPr="00011C55">
              <w:rPr>
                <w:rStyle w:val="Hyperlink"/>
                <w:rFonts w:hint="eastAsia"/>
                <w:noProof/>
                <w:rtl/>
              </w:rPr>
              <w:t>الفصل</w:t>
            </w:r>
            <w:r w:rsidRPr="00011C55">
              <w:rPr>
                <w:rStyle w:val="Hyperlink"/>
                <w:noProof/>
                <w:rtl/>
              </w:rPr>
              <w:t xml:space="preserve"> </w:t>
            </w:r>
            <w:r w:rsidRPr="00011C55">
              <w:rPr>
                <w:rStyle w:val="Hyperlink"/>
                <w:rFonts w:hint="eastAsia"/>
                <w:noProof/>
                <w:rtl/>
              </w:rPr>
              <w:t>الثامن</w:t>
            </w:r>
            <w:r w:rsidRPr="00011C55">
              <w:rPr>
                <w:rStyle w:val="Hyperlink"/>
                <w:noProof/>
                <w:rtl/>
              </w:rPr>
              <w:t xml:space="preserve"> </w:t>
            </w:r>
            <w:r w:rsidRPr="00011C55">
              <w:rPr>
                <w:rStyle w:val="Hyperlink"/>
                <w:rFonts w:hint="eastAsia"/>
                <w:noProof/>
                <w:rtl/>
              </w:rPr>
              <w:t>في</w:t>
            </w:r>
            <w:r w:rsidRPr="00011C55">
              <w:rPr>
                <w:rStyle w:val="Hyperlink"/>
                <w:noProof/>
                <w:rtl/>
              </w:rPr>
              <w:t xml:space="preserve"> </w:t>
            </w:r>
            <w:r w:rsidRPr="00011C55">
              <w:rPr>
                <w:rStyle w:val="Hyperlink"/>
                <w:rFonts w:hint="eastAsia"/>
                <w:noProof/>
                <w:rtl/>
              </w:rPr>
              <w:t>الدال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Toc418412112 \h</w:instrText>
            </w:r>
            <w:r>
              <w:rPr>
                <w:noProof/>
                <w:webHidden/>
                <w:rtl/>
              </w:rPr>
              <w:instrText xml:space="preserve"> </w:instrText>
            </w:r>
            <w:r>
              <w:rPr>
                <w:noProof/>
                <w:webHidden/>
                <w:rtl/>
              </w:rPr>
            </w:r>
            <w:r>
              <w:rPr>
                <w:noProof/>
                <w:webHidden/>
                <w:rtl/>
              </w:rPr>
              <w:fldChar w:fldCharType="separate"/>
            </w:r>
            <w:r>
              <w:rPr>
                <w:noProof/>
                <w:webHidden/>
                <w:rtl/>
              </w:rPr>
              <w:t>221</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2113"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الاول</w:t>
            </w:r>
            <w:r w:rsidRPr="00011C55">
              <w:rPr>
                <w:rStyle w:val="Hyperlink"/>
                <w:noProof/>
                <w:rtl/>
              </w:rPr>
              <w:t xml:space="preserve"> </w:t>
            </w:r>
            <w:r w:rsidRPr="00011C55">
              <w:rPr>
                <w:rStyle w:val="Hyperlink"/>
                <w:rFonts w:hint="eastAsia"/>
                <w:noProof/>
                <w:rtl/>
              </w:rPr>
              <w:t>داود</w:t>
            </w:r>
            <w:r w:rsidRPr="00011C55">
              <w:rPr>
                <w:rStyle w:val="Hyperlink"/>
                <w:noProof/>
                <w:rtl/>
              </w:rPr>
              <w:t xml:space="preserve"> </w:t>
            </w:r>
            <w:r w:rsidRPr="00011C55">
              <w:rPr>
                <w:rStyle w:val="Hyperlink"/>
                <w:rFonts w:hint="eastAsia"/>
                <w:noProof/>
                <w:rtl/>
              </w:rPr>
              <w:t>رجلان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Toc418412113 \h</w:instrText>
            </w:r>
            <w:r>
              <w:rPr>
                <w:noProof/>
                <w:webHidden/>
                <w:rtl/>
              </w:rPr>
              <w:instrText xml:space="preserve"> </w:instrText>
            </w:r>
            <w:r>
              <w:rPr>
                <w:noProof/>
                <w:webHidden/>
                <w:rtl/>
              </w:rPr>
            </w:r>
            <w:r>
              <w:rPr>
                <w:noProof/>
                <w:webHidden/>
                <w:rtl/>
              </w:rPr>
              <w:fldChar w:fldCharType="separate"/>
            </w:r>
            <w:r>
              <w:rPr>
                <w:noProof/>
                <w:webHidden/>
                <w:rtl/>
              </w:rPr>
              <w:t>221</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2114"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الثاني</w:t>
            </w:r>
            <w:r w:rsidRPr="00011C55">
              <w:rPr>
                <w:rStyle w:val="Hyperlink"/>
                <w:noProof/>
                <w:rtl/>
              </w:rPr>
              <w:t xml:space="preserve"> </w:t>
            </w:r>
            <w:r w:rsidRPr="00011C55">
              <w:rPr>
                <w:rStyle w:val="Hyperlink"/>
                <w:rFonts w:hint="eastAsia"/>
                <w:noProof/>
                <w:rtl/>
              </w:rPr>
              <w:t>في</w:t>
            </w:r>
            <w:r w:rsidRPr="00011C55">
              <w:rPr>
                <w:rStyle w:val="Hyperlink"/>
                <w:noProof/>
                <w:rtl/>
              </w:rPr>
              <w:t xml:space="preserve"> </w:t>
            </w:r>
            <w:r w:rsidRPr="00011C55">
              <w:rPr>
                <w:rStyle w:val="Hyperlink"/>
                <w:rFonts w:hint="eastAsia"/>
                <w:noProof/>
                <w:rtl/>
              </w:rPr>
              <w:t>الآحاد</w:t>
            </w:r>
            <w:r w:rsidRPr="00011C55">
              <w:rPr>
                <w:rStyle w:val="Hyperlink"/>
                <w:noProof/>
                <w:rtl/>
              </w:rPr>
              <w:t xml:space="preserve"> </w:t>
            </w:r>
            <w:r w:rsidRPr="00011C55">
              <w:rPr>
                <w:rStyle w:val="Hyperlink"/>
                <w:rFonts w:hint="eastAsia"/>
                <w:noProof/>
                <w:rtl/>
              </w:rPr>
              <w:t>رجلان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Toc418412114 \h</w:instrText>
            </w:r>
            <w:r>
              <w:rPr>
                <w:noProof/>
                <w:webHidden/>
                <w:rtl/>
              </w:rPr>
              <w:instrText xml:space="preserve"> </w:instrText>
            </w:r>
            <w:r>
              <w:rPr>
                <w:noProof/>
                <w:webHidden/>
                <w:rtl/>
              </w:rPr>
            </w:r>
            <w:r>
              <w:rPr>
                <w:noProof/>
                <w:webHidden/>
                <w:rtl/>
              </w:rPr>
              <w:fldChar w:fldCharType="separate"/>
            </w:r>
            <w:r>
              <w:rPr>
                <w:noProof/>
                <w:webHidden/>
                <w:rtl/>
              </w:rPr>
              <w:t>221</w:t>
            </w:r>
            <w:r>
              <w:rPr>
                <w:noProof/>
                <w:webHidden/>
                <w:rtl/>
              </w:rPr>
              <w:fldChar w:fldCharType="end"/>
            </w:r>
          </w:hyperlink>
        </w:p>
        <w:p w:rsidR="0067321F" w:rsidRDefault="0067321F">
          <w:pPr>
            <w:pStyle w:val="TOC2"/>
            <w:tabs>
              <w:tab w:val="right" w:leader="dot" w:pos="7786"/>
            </w:tabs>
            <w:rPr>
              <w:rFonts w:asciiTheme="minorHAnsi" w:eastAsiaTheme="minorEastAsia" w:hAnsiTheme="minorHAnsi" w:cstheme="minorBidi"/>
              <w:noProof/>
              <w:color w:val="auto"/>
              <w:sz w:val="22"/>
              <w:szCs w:val="22"/>
              <w:rtl/>
            </w:rPr>
          </w:pPr>
          <w:hyperlink w:anchor="_Toc418412115" w:history="1">
            <w:r w:rsidRPr="00011C55">
              <w:rPr>
                <w:rStyle w:val="Hyperlink"/>
                <w:rFonts w:hint="eastAsia"/>
                <w:noProof/>
                <w:rtl/>
              </w:rPr>
              <w:t>الفصل</w:t>
            </w:r>
            <w:r w:rsidRPr="00011C55">
              <w:rPr>
                <w:rStyle w:val="Hyperlink"/>
                <w:noProof/>
                <w:rtl/>
              </w:rPr>
              <w:t xml:space="preserve"> </w:t>
            </w:r>
            <w:r w:rsidRPr="00011C55">
              <w:rPr>
                <w:rStyle w:val="Hyperlink"/>
                <w:rFonts w:hint="eastAsia"/>
                <w:noProof/>
                <w:rtl/>
              </w:rPr>
              <w:t>التاسع</w:t>
            </w:r>
            <w:r w:rsidRPr="00011C55">
              <w:rPr>
                <w:rStyle w:val="Hyperlink"/>
                <w:noProof/>
                <w:rtl/>
              </w:rPr>
              <w:t xml:space="preserve"> </w:t>
            </w:r>
            <w:r w:rsidRPr="00011C55">
              <w:rPr>
                <w:rStyle w:val="Hyperlink"/>
                <w:rFonts w:hint="eastAsia"/>
                <w:noProof/>
                <w:rtl/>
              </w:rPr>
              <w:t>في</w:t>
            </w:r>
            <w:r w:rsidRPr="00011C55">
              <w:rPr>
                <w:rStyle w:val="Hyperlink"/>
                <w:noProof/>
                <w:rtl/>
              </w:rPr>
              <w:t xml:space="preserve"> </w:t>
            </w:r>
            <w:r w:rsidRPr="00011C55">
              <w:rPr>
                <w:rStyle w:val="Hyperlink"/>
                <w:rFonts w:hint="eastAsia"/>
                <w:noProof/>
                <w:rtl/>
              </w:rPr>
              <w:t>الراء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Toc418412115 \h</w:instrText>
            </w:r>
            <w:r>
              <w:rPr>
                <w:noProof/>
                <w:webHidden/>
                <w:rtl/>
              </w:rPr>
              <w:instrText xml:space="preserve"> </w:instrText>
            </w:r>
            <w:r>
              <w:rPr>
                <w:noProof/>
                <w:webHidden/>
                <w:rtl/>
              </w:rPr>
            </w:r>
            <w:r>
              <w:rPr>
                <w:noProof/>
                <w:webHidden/>
                <w:rtl/>
              </w:rPr>
              <w:fldChar w:fldCharType="separate"/>
            </w:r>
            <w:r>
              <w:rPr>
                <w:noProof/>
                <w:webHidden/>
                <w:rtl/>
              </w:rPr>
              <w:t>222</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2116"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الاول</w:t>
            </w:r>
            <w:r w:rsidRPr="00011C55">
              <w:rPr>
                <w:rStyle w:val="Hyperlink"/>
                <w:noProof/>
                <w:rtl/>
              </w:rPr>
              <w:t xml:space="preserve"> </w:t>
            </w:r>
            <w:r w:rsidRPr="00011C55">
              <w:rPr>
                <w:rStyle w:val="Hyperlink"/>
                <w:rFonts w:hint="eastAsia"/>
                <w:noProof/>
                <w:rtl/>
              </w:rPr>
              <w:t>رزين</w:t>
            </w:r>
            <w:r w:rsidRPr="00011C55">
              <w:rPr>
                <w:rStyle w:val="Hyperlink"/>
                <w:noProof/>
                <w:rtl/>
              </w:rPr>
              <w:t xml:space="preserve"> </w:t>
            </w:r>
            <w:r w:rsidRPr="00011C55">
              <w:rPr>
                <w:rStyle w:val="Hyperlink"/>
                <w:rFonts w:hint="eastAsia"/>
                <w:noProof/>
                <w:rtl/>
              </w:rPr>
              <w:t>رجلان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Toc418412116 \h</w:instrText>
            </w:r>
            <w:r>
              <w:rPr>
                <w:noProof/>
                <w:webHidden/>
                <w:rtl/>
              </w:rPr>
              <w:instrText xml:space="preserve"> </w:instrText>
            </w:r>
            <w:r>
              <w:rPr>
                <w:noProof/>
                <w:webHidden/>
                <w:rtl/>
              </w:rPr>
            </w:r>
            <w:r>
              <w:rPr>
                <w:noProof/>
                <w:webHidden/>
                <w:rtl/>
              </w:rPr>
              <w:fldChar w:fldCharType="separate"/>
            </w:r>
            <w:r>
              <w:rPr>
                <w:noProof/>
                <w:webHidden/>
                <w:rtl/>
              </w:rPr>
              <w:t>222</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2117"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الثاني</w:t>
            </w:r>
            <w:r w:rsidRPr="00011C55">
              <w:rPr>
                <w:rStyle w:val="Hyperlink"/>
                <w:noProof/>
                <w:rtl/>
              </w:rPr>
              <w:t xml:space="preserve"> </w:t>
            </w:r>
            <w:r w:rsidRPr="00011C55">
              <w:rPr>
                <w:rStyle w:val="Hyperlink"/>
                <w:rFonts w:hint="eastAsia"/>
                <w:noProof/>
                <w:rtl/>
              </w:rPr>
              <w:t>في</w:t>
            </w:r>
            <w:r w:rsidRPr="00011C55">
              <w:rPr>
                <w:rStyle w:val="Hyperlink"/>
                <w:noProof/>
                <w:rtl/>
              </w:rPr>
              <w:t xml:space="preserve"> </w:t>
            </w:r>
            <w:r w:rsidRPr="00011C55">
              <w:rPr>
                <w:rStyle w:val="Hyperlink"/>
                <w:rFonts w:hint="eastAsia"/>
                <w:noProof/>
                <w:rtl/>
              </w:rPr>
              <w:t>الآحاد</w:t>
            </w:r>
            <w:r w:rsidRPr="00011C55">
              <w:rPr>
                <w:rStyle w:val="Hyperlink"/>
                <w:noProof/>
                <w:rtl/>
              </w:rPr>
              <w:t xml:space="preserve"> </w:t>
            </w:r>
            <w:r w:rsidRPr="00011C55">
              <w:rPr>
                <w:rStyle w:val="Hyperlink"/>
                <w:rFonts w:hint="eastAsia"/>
                <w:noProof/>
                <w:rtl/>
              </w:rPr>
              <w:t>رجلان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Toc418412117 \h</w:instrText>
            </w:r>
            <w:r>
              <w:rPr>
                <w:noProof/>
                <w:webHidden/>
                <w:rtl/>
              </w:rPr>
              <w:instrText xml:space="preserve"> </w:instrText>
            </w:r>
            <w:r>
              <w:rPr>
                <w:noProof/>
                <w:webHidden/>
                <w:rtl/>
              </w:rPr>
            </w:r>
            <w:r>
              <w:rPr>
                <w:noProof/>
                <w:webHidden/>
                <w:rtl/>
              </w:rPr>
              <w:fldChar w:fldCharType="separate"/>
            </w:r>
            <w:r>
              <w:rPr>
                <w:noProof/>
                <w:webHidden/>
                <w:rtl/>
              </w:rPr>
              <w:t>222</w:t>
            </w:r>
            <w:r>
              <w:rPr>
                <w:noProof/>
                <w:webHidden/>
                <w:rtl/>
              </w:rPr>
              <w:fldChar w:fldCharType="end"/>
            </w:r>
          </w:hyperlink>
        </w:p>
        <w:p w:rsidR="0067321F" w:rsidRDefault="0067321F">
          <w:pPr>
            <w:pStyle w:val="TOC2"/>
            <w:tabs>
              <w:tab w:val="right" w:leader="dot" w:pos="7786"/>
            </w:tabs>
            <w:rPr>
              <w:rFonts w:asciiTheme="minorHAnsi" w:eastAsiaTheme="minorEastAsia" w:hAnsiTheme="minorHAnsi" w:cstheme="minorBidi"/>
              <w:noProof/>
              <w:color w:val="auto"/>
              <w:sz w:val="22"/>
              <w:szCs w:val="22"/>
              <w:rtl/>
            </w:rPr>
          </w:pPr>
          <w:hyperlink w:anchor="_Toc418412118" w:history="1">
            <w:r w:rsidRPr="00011C55">
              <w:rPr>
                <w:rStyle w:val="Hyperlink"/>
                <w:rFonts w:hint="eastAsia"/>
                <w:noProof/>
                <w:rtl/>
              </w:rPr>
              <w:t>الفصل</w:t>
            </w:r>
            <w:r w:rsidRPr="00011C55">
              <w:rPr>
                <w:rStyle w:val="Hyperlink"/>
                <w:noProof/>
                <w:rtl/>
              </w:rPr>
              <w:t xml:space="preserve"> </w:t>
            </w:r>
            <w:r w:rsidRPr="00011C55">
              <w:rPr>
                <w:rStyle w:val="Hyperlink"/>
                <w:rFonts w:hint="eastAsia"/>
                <w:noProof/>
                <w:rtl/>
              </w:rPr>
              <w:t>العاشر</w:t>
            </w:r>
            <w:r w:rsidRPr="00011C55">
              <w:rPr>
                <w:rStyle w:val="Hyperlink"/>
                <w:noProof/>
                <w:rtl/>
              </w:rPr>
              <w:t xml:space="preserve"> </w:t>
            </w:r>
            <w:r w:rsidRPr="00011C55">
              <w:rPr>
                <w:rStyle w:val="Hyperlink"/>
                <w:rFonts w:hint="eastAsia"/>
                <w:noProof/>
                <w:rtl/>
              </w:rPr>
              <w:t>في</w:t>
            </w:r>
            <w:r w:rsidRPr="00011C55">
              <w:rPr>
                <w:rStyle w:val="Hyperlink"/>
                <w:noProof/>
                <w:rtl/>
              </w:rPr>
              <w:t xml:space="preserve"> </w:t>
            </w:r>
            <w:r w:rsidRPr="00011C55">
              <w:rPr>
                <w:rStyle w:val="Hyperlink"/>
                <w:rFonts w:hint="eastAsia"/>
                <w:noProof/>
                <w:rtl/>
              </w:rPr>
              <w:t>الزاي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Toc418412118 \h</w:instrText>
            </w:r>
            <w:r>
              <w:rPr>
                <w:noProof/>
                <w:webHidden/>
                <w:rtl/>
              </w:rPr>
              <w:instrText xml:space="preserve"> </w:instrText>
            </w:r>
            <w:r>
              <w:rPr>
                <w:noProof/>
                <w:webHidden/>
                <w:rtl/>
              </w:rPr>
            </w:r>
            <w:r>
              <w:rPr>
                <w:noProof/>
                <w:webHidden/>
                <w:rtl/>
              </w:rPr>
              <w:fldChar w:fldCharType="separate"/>
            </w:r>
            <w:r>
              <w:rPr>
                <w:noProof/>
                <w:webHidden/>
                <w:rtl/>
              </w:rPr>
              <w:t>222</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2119"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الاول</w:t>
            </w:r>
            <w:r w:rsidRPr="00011C55">
              <w:rPr>
                <w:rStyle w:val="Hyperlink"/>
                <w:noProof/>
                <w:rtl/>
              </w:rPr>
              <w:t xml:space="preserve"> </w:t>
            </w:r>
            <w:r w:rsidRPr="00011C55">
              <w:rPr>
                <w:rStyle w:val="Hyperlink"/>
                <w:rFonts w:hint="eastAsia"/>
                <w:noProof/>
                <w:rtl/>
              </w:rPr>
              <w:t>زيد</w:t>
            </w:r>
            <w:r w:rsidRPr="00011C55">
              <w:rPr>
                <w:rStyle w:val="Hyperlink"/>
                <w:noProof/>
                <w:rtl/>
              </w:rPr>
              <w:t xml:space="preserve"> </w:t>
            </w:r>
            <w:r w:rsidRPr="00011C55">
              <w:rPr>
                <w:rStyle w:val="Hyperlink"/>
                <w:rFonts w:hint="eastAsia"/>
                <w:noProof/>
                <w:rtl/>
              </w:rPr>
              <w:t>خمسة</w:t>
            </w:r>
            <w:r w:rsidRPr="00011C55">
              <w:rPr>
                <w:rStyle w:val="Hyperlink"/>
                <w:noProof/>
                <w:rtl/>
              </w:rPr>
              <w:t xml:space="preserve"> </w:t>
            </w:r>
            <w:r w:rsidRPr="00011C55">
              <w:rPr>
                <w:rStyle w:val="Hyperlink"/>
                <w:rFonts w:hint="eastAsia"/>
                <w:noProof/>
                <w:rtl/>
              </w:rPr>
              <w:t>رجال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Toc418412119 \h</w:instrText>
            </w:r>
            <w:r>
              <w:rPr>
                <w:noProof/>
                <w:webHidden/>
                <w:rtl/>
              </w:rPr>
              <w:instrText xml:space="preserve"> </w:instrText>
            </w:r>
            <w:r>
              <w:rPr>
                <w:noProof/>
                <w:webHidden/>
                <w:rtl/>
              </w:rPr>
            </w:r>
            <w:r>
              <w:rPr>
                <w:noProof/>
                <w:webHidden/>
                <w:rtl/>
              </w:rPr>
              <w:fldChar w:fldCharType="separate"/>
            </w:r>
            <w:r>
              <w:rPr>
                <w:noProof/>
                <w:webHidden/>
                <w:rtl/>
              </w:rPr>
              <w:t>222</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2120"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الثانى</w:t>
            </w:r>
            <w:r w:rsidRPr="00011C55">
              <w:rPr>
                <w:rStyle w:val="Hyperlink"/>
                <w:noProof/>
                <w:rtl/>
              </w:rPr>
              <w:t xml:space="preserve"> </w:t>
            </w:r>
            <w:r w:rsidRPr="00011C55">
              <w:rPr>
                <w:rStyle w:val="Hyperlink"/>
                <w:rFonts w:hint="eastAsia"/>
                <w:noProof/>
                <w:rtl/>
              </w:rPr>
              <w:t>زياد</w:t>
            </w:r>
            <w:r w:rsidRPr="00011C55">
              <w:rPr>
                <w:rStyle w:val="Hyperlink"/>
                <w:noProof/>
                <w:rtl/>
              </w:rPr>
              <w:t xml:space="preserve"> </w:t>
            </w:r>
            <w:r w:rsidRPr="00011C55">
              <w:rPr>
                <w:rStyle w:val="Hyperlink"/>
                <w:rFonts w:hint="eastAsia"/>
                <w:noProof/>
                <w:rtl/>
              </w:rPr>
              <w:t>ثلاثة</w:t>
            </w:r>
            <w:r w:rsidRPr="00011C55">
              <w:rPr>
                <w:rStyle w:val="Hyperlink"/>
                <w:noProof/>
                <w:rtl/>
              </w:rPr>
              <w:t xml:space="preserve"> </w:t>
            </w:r>
            <w:r w:rsidRPr="00011C55">
              <w:rPr>
                <w:rStyle w:val="Hyperlink"/>
                <w:rFonts w:hint="eastAsia"/>
                <w:noProof/>
                <w:rtl/>
              </w:rPr>
              <w:t>رجال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Toc418412120 \h</w:instrText>
            </w:r>
            <w:r>
              <w:rPr>
                <w:noProof/>
                <w:webHidden/>
                <w:rtl/>
              </w:rPr>
              <w:instrText xml:space="preserve"> </w:instrText>
            </w:r>
            <w:r>
              <w:rPr>
                <w:noProof/>
                <w:webHidden/>
                <w:rtl/>
              </w:rPr>
            </w:r>
            <w:r>
              <w:rPr>
                <w:noProof/>
                <w:webHidden/>
                <w:rtl/>
              </w:rPr>
              <w:fldChar w:fldCharType="separate"/>
            </w:r>
            <w:r>
              <w:rPr>
                <w:noProof/>
                <w:webHidden/>
                <w:rtl/>
              </w:rPr>
              <w:t>223</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2121"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الثالث</w:t>
            </w:r>
            <w:r w:rsidRPr="00011C55">
              <w:rPr>
                <w:rStyle w:val="Hyperlink"/>
                <w:noProof/>
                <w:rtl/>
              </w:rPr>
              <w:t xml:space="preserve"> </w:t>
            </w:r>
            <w:r w:rsidRPr="00011C55">
              <w:rPr>
                <w:rStyle w:val="Hyperlink"/>
                <w:rFonts w:hint="eastAsia"/>
                <w:noProof/>
                <w:rtl/>
              </w:rPr>
              <w:t>زكريا</w:t>
            </w:r>
            <w:r w:rsidRPr="00011C55">
              <w:rPr>
                <w:rStyle w:val="Hyperlink"/>
                <w:noProof/>
                <w:rtl/>
              </w:rPr>
              <w:t xml:space="preserve"> </w:t>
            </w:r>
            <w:r w:rsidRPr="00011C55">
              <w:rPr>
                <w:rStyle w:val="Hyperlink"/>
                <w:rFonts w:hint="eastAsia"/>
                <w:noProof/>
                <w:rtl/>
              </w:rPr>
              <w:t>رجلان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Toc418412121 \h</w:instrText>
            </w:r>
            <w:r>
              <w:rPr>
                <w:noProof/>
                <w:webHidden/>
                <w:rtl/>
              </w:rPr>
              <w:instrText xml:space="preserve"> </w:instrText>
            </w:r>
            <w:r>
              <w:rPr>
                <w:noProof/>
                <w:webHidden/>
                <w:rtl/>
              </w:rPr>
            </w:r>
            <w:r>
              <w:rPr>
                <w:noProof/>
                <w:webHidden/>
                <w:rtl/>
              </w:rPr>
              <w:fldChar w:fldCharType="separate"/>
            </w:r>
            <w:r>
              <w:rPr>
                <w:noProof/>
                <w:webHidden/>
                <w:rtl/>
              </w:rPr>
              <w:t>224</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2122"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الرابع</w:t>
            </w:r>
            <w:r w:rsidRPr="00011C55">
              <w:rPr>
                <w:rStyle w:val="Hyperlink"/>
                <w:noProof/>
                <w:rtl/>
              </w:rPr>
              <w:t xml:space="preserve"> </w:t>
            </w:r>
            <w:r w:rsidRPr="00011C55">
              <w:rPr>
                <w:rStyle w:val="Hyperlink"/>
                <w:rFonts w:hint="eastAsia"/>
                <w:noProof/>
                <w:rtl/>
              </w:rPr>
              <w:t>في</w:t>
            </w:r>
            <w:r w:rsidRPr="00011C55">
              <w:rPr>
                <w:rStyle w:val="Hyperlink"/>
                <w:noProof/>
                <w:rtl/>
              </w:rPr>
              <w:t xml:space="preserve"> </w:t>
            </w:r>
            <w:r w:rsidRPr="00011C55">
              <w:rPr>
                <w:rStyle w:val="Hyperlink"/>
                <w:rFonts w:hint="eastAsia"/>
                <w:noProof/>
                <w:rtl/>
              </w:rPr>
              <w:t>الآحاد</w:t>
            </w:r>
            <w:r w:rsidRPr="00011C55">
              <w:rPr>
                <w:rStyle w:val="Hyperlink"/>
                <w:noProof/>
                <w:rtl/>
              </w:rPr>
              <w:t xml:space="preserve"> </w:t>
            </w:r>
            <w:r w:rsidRPr="00011C55">
              <w:rPr>
                <w:rStyle w:val="Hyperlink"/>
                <w:rFonts w:hint="eastAsia"/>
                <w:noProof/>
                <w:rtl/>
              </w:rPr>
              <w:t>ثلاثة</w:t>
            </w:r>
            <w:r w:rsidRPr="00011C55">
              <w:rPr>
                <w:rStyle w:val="Hyperlink"/>
                <w:noProof/>
                <w:rtl/>
              </w:rPr>
              <w:t xml:space="preserve"> </w:t>
            </w:r>
            <w:r w:rsidRPr="00011C55">
              <w:rPr>
                <w:rStyle w:val="Hyperlink"/>
                <w:rFonts w:hint="eastAsia"/>
                <w:noProof/>
                <w:rtl/>
              </w:rPr>
              <w:t>رجال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Toc418412122 \h</w:instrText>
            </w:r>
            <w:r>
              <w:rPr>
                <w:noProof/>
                <w:webHidden/>
                <w:rtl/>
              </w:rPr>
              <w:instrText xml:space="preserve"> </w:instrText>
            </w:r>
            <w:r>
              <w:rPr>
                <w:noProof/>
                <w:webHidden/>
                <w:rtl/>
              </w:rPr>
            </w:r>
            <w:r>
              <w:rPr>
                <w:noProof/>
                <w:webHidden/>
                <w:rtl/>
              </w:rPr>
              <w:fldChar w:fldCharType="separate"/>
            </w:r>
            <w:r>
              <w:rPr>
                <w:noProof/>
                <w:webHidden/>
                <w:rtl/>
              </w:rPr>
              <w:t>224</w:t>
            </w:r>
            <w:r>
              <w:rPr>
                <w:noProof/>
                <w:webHidden/>
                <w:rtl/>
              </w:rPr>
              <w:fldChar w:fldCharType="end"/>
            </w:r>
          </w:hyperlink>
        </w:p>
        <w:p w:rsidR="0067321F" w:rsidRDefault="0067321F">
          <w:pPr>
            <w:pStyle w:val="TOC2"/>
            <w:tabs>
              <w:tab w:val="right" w:leader="dot" w:pos="7786"/>
            </w:tabs>
            <w:rPr>
              <w:rFonts w:asciiTheme="minorHAnsi" w:eastAsiaTheme="minorEastAsia" w:hAnsiTheme="minorHAnsi" w:cstheme="minorBidi"/>
              <w:noProof/>
              <w:color w:val="auto"/>
              <w:sz w:val="22"/>
              <w:szCs w:val="22"/>
              <w:rtl/>
            </w:rPr>
          </w:pPr>
          <w:hyperlink w:anchor="_Toc418412123" w:history="1">
            <w:r w:rsidRPr="00011C55">
              <w:rPr>
                <w:rStyle w:val="Hyperlink"/>
                <w:rFonts w:hint="eastAsia"/>
                <w:noProof/>
                <w:rtl/>
              </w:rPr>
              <w:t>الفصل</w:t>
            </w:r>
            <w:r w:rsidRPr="00011C55">
              <w:rPr>
                <w:rStyle w:val="Hyperlink"/>
                <w:noProof/>
                <w:rtl/>
              </w:rPr>
              <w:t xml:space="preserve"> </w:t>
            </w:r>
            <w:r w:rsidRPr="00011C55">
              <w:rPr>
                <w:rStyle w:val="Hyperlink"/>
                <w:rFonts w:hint="eastAsia"/>
                <w:noProof/>
                <w:rtl/>
              </w:rPr>
              <w:t>الحادي</w:t>
            </w:r>
            <w:r w:rsidRPr="00011C55">
              <w:rPr>
                <w:rStyle w:val="Hyperlink"/>
                <w:noProof/>
                <w:rtl/>
              </w:rPr>
              <w:t xml:space="preserve"> </w:t>
            </w:r>
            <w:r w:rsidRPr="00011C55">
              <w:rPr>
                <w:rStyle w:val="Hyperlink"/>
                <w:rFonts w:hint="eastAsia"/>
                <w:noProof/>
                <w:rtl/>
              </w:rPr>
              <w:t>عشر</w:t>
            </w:r>
            <w:r w:rsidRPr="00011C55">
              <w:rPr>
                <w:rStyle w:val="Hyperlink"/>
                <w:noProof/>
                <w:rtl/>
              </w:rPr>
              <w:t xml:space="preserve"> </w:t>
            </w:r>
            <w:r w:rsidRPr="00011C55">
              <w:rPr>
                <w:rStyle w:val="Hyperlink"/>
                <w:rFonts w:hint="eastAsia"/>
                <w:noProof/>
                <w:rtl/>
              </w:rPr>
              <w:t>في</w:t>
            </w:r>
            <w:r w:rsidRPr="00011C55">
              <w:rPr>
                <w:rStyle w:val="Hyperlink"/>
                <w:noProof/>
                <w:rtl/>
              </w:rPr>
              <w:t xml:space="preserve"> </w:t>
            </w:r>
            <w:r w:rsidRPr="00011C55">
              <w:rPr>
                <w:rStyle w:val="Hyperlink"/>
                <w:rFonts w:hint="eastAsia"/>
                <w:noProof/>
                <w:rtl/>
              </w:rPr>
              <w:t>السين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Toc418412123 \h</w:instrText>
            </w:r>
            <w:r>
              <w:rPr>
                <w:noProof/>
                <w:webHidden/>
                <w:rtl/>
              </w:rPr>
              <w:instrText xml:space="preserve"> </w:instrText>
            </w:r>
            <w:r>
              <w:rPr>
                <w:noProof/>
                <w:webHidden/>
                <w:rtl/>
              </w:rPr>
            </w:r>
            <w:r>
              <w:rPr>
                <w:noProof/>
                <w:webHidden/>
                <w:rtl/>
              </w:rPr>
              <w:fldChar w:fldCharType="separate"/>
            </w:r>
            <w:r>
              <w:rPr>
                <w:noProof/>
                <w:webHidden/>
                <w:rtl/>
              </w:rPr>
              <w:t>224</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2124"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الاول</w:t>
            </w:r>
            <w:r w:rsidRPr="00011C55">
              <w:rPr>
                <w:rStyle w:val="Hyperlink"/>
                <w:noProof/>
                <w:rtl/>
              </w:rPr>
              <w:t xml:space="preserve"> </w:t>
            </w:r>
            <w:r w:rsidRPr="00011C55">
              <w:rPr>
                <w:rStyle w:val="Hyperlink"/>
                <w:rFonts w:hint="eastAsia"/>
                <w:noProof/>
                <w:rtl/>
              </w:rPr>
              <w:t>سليمان</w:t>
            </w:r>
            <w:r w:rsidRPr="00011C55">
              <w:rPr>
                <w:rStyle w:val="Hyperlink"/>
                <w:noProof/>
                <w:rtl/>
              </w:rPr>
              <w:t xml:space="preserve"> </w:t>
            </w:r>
            <w:r w:rsidRPr="00011C55">
              <w:rPr>
                <w:rStyle w:val="Hyperlink"/>
                <w:rFonts w:hint="eastAsia"/>
                <w:noProof/>
                <w:rtl/>
              </w:rPr>
              <w:t>أربعة</w:t>
            </w:r>
            <w:r w:rsidRPr="00011C55">
              <w:rPr>
                <w:rStyle w:val="Hyperlink"/>
                <w:noProof/>
                <w:rtl/>
              </w:rPr>
              <w:t xml:space="preserve"> </w:t>
            </w:r>
            <w:r w:rsidRPr="00011C55">
              <w:rPr>
                <w:rStyle w:val="Hyperlink"/>
                <w:rFonts w:hint="eastAsia"/>
                <w:noProof/>
                <w:rtl/>
              </w:rPr>
              <w:t>رجال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Toc418412124 \h</w:instrText>
            </w:r>
            <w:r>
              <w:rPr>
                <w:noProof/>
                <w:webHidden/>
                <w:rtl/>
              </w:rPr>
              <w:instrText xml:space="preserve"> </w:instrText>
            </w:r>
            <w:r>
              <w:rPr>
                <w:noProof/>
                <w:webHidden/>
                <w:rtl/>
              </w:rPr>
            </w:r>
            <w:r>
              <w:rPr>
                <w:noProof/>
                <w:webHidden/>
                <w:rtl/>
              </w:rPr>
              <w:fldChar w:fldCharType="separate"/>
            </w:r>
            <w:r>
              <w:rPr>
                <w:noProof/>
                <w:webHidden/>
                <w:rtl/>
              </w:rPr>
              <w:t>224</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2125"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الثاني</w:t>
            </w:r>
            <w:r w:rsidRPr="00011C55">
              <w:rPr>
                <w:rStyle w:val="Hyperlink"/>
                <w:noProof/>
                <w:rtl/>
              </w:rPr>
              <w:t xml:space="preserve"> </w:t>
            </w:r>
            <w:r w:rsidRPr="00011C55">
              <w:rPr>
                <w:rStyle w:val="Hyperlink"/>
                <w:rFonts w:hint="eastAsia"/>
                <w:noProof/>
                <w:rtl/>
              </w:rPr>
              <w:t>سعد</w:t>
            </w:r>
            <w:r w:rsidRPr="00011C55">
              <w:rPr>
                <w:rStyle w:val="Hyperlink"/>
                <w:noProof/>
                <w:rtl/>
              </w:rPr>
              <w:t xml:space="preserve"> </w:t>
            </w:r>
            <w:r w:rsidRPr="00011C55">
              <w:rPr>
                <w:rStyle w:val="Hyperlink"/>
                <w:rFonts w:hint="eastAsia"/>
                <w:noProof/>
                <w:rtl/>
              </w:rPr>
              <w:t>خمسة</w:t>
            </w:r>
            <w:r w:rsidRPr="00011C55">
              <w:rPr>
                <w:rStyle w:val="Hyperlink"/>
                <w:noProof/>
                <w:rtl/>
              </w:rPr>
              <w:t xml:space="preserve"> </w:t>
            </w:r>
            <w:r w:rsidRPr="00011C55">
              <w:rPr>
                <w:rStyle w:val="Hyperlink"/>
                <w:rFonts w:hint="eastAsia"/>
                <w:noProof/>
                <w:rtl/>
              </w:rPr>
              <w:t>رجال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Toc418412125 \h</w:instrText>
            </w:r>
            <w:r>
              <w:rPr>
                <w:noProof/>
                <w:webHidden/>
                <w:rtl/>
              </w:rPr>
              <w:instrText xml:space="preserve"> </w:instrText>
            </w:r>
            <w:r>
              <w:rPr>
                <w:noProof/>
                <w:webHidden/>
                <w:rtl/>
              </w:rPr>
            </w:r>
            <w:r>
              <w:rPr>
                <w:noProof/>
                <w:webHidden/>
                <w:rtl/>
              </w:rPr>
              <w:fldChar w:fldCharType="separate"/>
            </w:r>
            <w:r>
              <w:rPr>
                <w:noProof/>
                <w:webHidden/>
                <w:rtl/>
              </w:rPr>
              <w:t>226</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2126"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الثالث</w:t>
            </w:r>
            <w:r w:rsidRPr="00011C55">
              <w:rPr>
                <w:rStyle w:val="Hyperlink"/>
                <w:noProof/>
                <w:rtl/>
              </w:rPr>
              <w:t xml:space="preserve"> </w:t>
            </w:r>
            <w:r w:rsidRPr="00011C55">
              <w:rPr>
                <w:rStyle w:val="Hyperlink"/>
                <w:rFonts w:hint="eastAsia"/>
                <w:noProof/>
                <w:rtl/>
              </w:rPr>
              <w:t>سعيد</w:t>
            </w:r>
            <w:r w:rsidRPr="00011C55">
              <w:rPr>
                <w:rStyle w:val="Hyperlink"/>
                <w:noProof/>
                <w:rtl/>
              </w:rPr>
              <w:t xml:space="preserve"> </w:t>
            </w:r>
            <w:r w:rsidRPr="00011C55">
              <w:rPr>
                <w:rStyle w:val="Hyperlink"/>
                <w:rFonts w:hint="eastAsia"/>
                <w:noProof/>
                <w:rtl/>
              </w:rPr>
              <w:t>اربعة</w:t>
            </w:r>
            <w:r w:rsidRPr="00011C55">
              <w:rPr>
                <w:rStyle w:val="Hyperlink"/>
                <w:noProof/>
                <w:rtl/>
              </w:rPr>
              <w:t xml:space="preserve"> </w:t>
            </w:r>
            <w:r w:rsidRPr="00011C55">
              <w:rPr>
                <w:rStyle w:val="Hyperlink"/>
                <w:rFonts w:hint="eastAsia"/>
                <w:noProof/>
                <w:rtl/>
              </w:rPr>
              <w:t>رجال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Toc418412126 \h</w:instrText>
            </w:r>
            <w:r>
              <w:rPr>
                <w:noProof/>
                <w:webHidden/>
                <w:rtl/>
              </w:rPr>
              <w:instrText xml:space="preserve"> </w:instrText>
            </w:r>
            <w:r>
              <w:rPr>
                <w:noProof/>
                <w:webHidden/>
                <w:rtl/>
              </w:rPr>
            </w:r>
            <w:r>
              <w:rPr>
                <w:noProof/>
                <w:webHidden/>
                <w:rtl/>
              </w:rPr>
              <w:fldChar w:fldCharType="separate"/>
            </w:r>
            <w:r>
              <w:rPr>
                <w:noProof/>
                <w:webHidden/>
                <w:rtl/>
              </w:rPr>
              <w:t>226</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2127"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الرابع</w:t>
            </w:r>
            <w:r w:rsidRPr="00011C55">
              <w:rPr>
                <w:rStyle w:val="Hyperlink"/>
                <w:noProof/>
                <w:rtl/>
              </w:rPr>
              <w:t xml:space="preserve"> </w:t>
            </w:r>
            <w:r w:rsidRPr="00011C55">
              <w:rPr>
                <w:rStyle w:val="Hyperlink"/>
                <w:rFonts w:hint="eastAsia"/>
                <w:noProof/>
                <w:rtl/>
              </w:rPr>
              <w:t>سلمة</w:t>
            </w:r>
            <w:r w:rsidRPr="00011C55">
              <w:rPr>
                <w:rStyle w:val="Hyperlink"/>
                <w:noProof/>
                <w:rtl/>
              </w:rPr>
              <w:t xml:space="preserve"> </w:t>
            </w:r>
            <w:r w:rsidRPr="00011C55">
              <w:rPr>
                <w:rStyle w:val="Hyperlink"/>
                <w:rFonts w:hint="eastAsia"/>
                <w:noProof/>
                <w:rtl/>
              </w:rPr>
              <w:t>اربعة</w:t>
            </w:r>
            <w:r w:rsidRPr="00011C55">
              <w:rPr>
                <w:rStyle w:val="Hyperlink"/>
                <w:noProof/>
                <w:rtl/>
              </w:rPr>
              <w:t xml:space="preserve"> </w:t>
            </w:r>
            <w:r w:rsidRPr="00011C55">
              <w:rPr>
                <w:rStyle w:val="Hyperlink"/>
                <w:rFonts w:hint="eastAsia"/>
                <w:noProof/>
                <w:rtl/>
              </w:rPr>
              <w:t>رجال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Toc418412127 \h</w:instrText>
            </w:r>
            <w:r>
              <w:rPr>
                <w:noProof/>
                <w:webHidden/>
                <w:rtl/>
              </w:rPr>
              <w:instrText xml:space="preserve"> </w:instrText>
            </w:r>
            <w:r>
              <w:rPr>
                <w:noProof/>
                <w:webHidden/>
                <w:rtl/>
              </w:rPr>
            </w:r>
            <w:r>
              <w:rPr>
                <w:noProof/>
                <w:webHidden/>
                <w:rtl/>
              </w:rPr>
              <w:fldChar w:fldCharType="separate"/>
            </w:r>
            <w:r>
              <w:rPr>
                <w:noProof/>
                <w:webHidden/>
                <w:rtl/>
              </w:rPr>
              <w:t>227</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2128"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الخامس</w:t>
            </w:r>
            <w:r w:rsidRPr="00011C55">
              <w:rPr>
                <w:rStyle w:val="Hyperlink"/>
                <w:noProof/>
                <w:rtl/>
              </w:rPr>
              <w:t xml:space="preserve"> </w:t>
            </w:r>
            <w:r w:rsidRPr="00011C55">
              <w:rPr>
                <w:rStyle w:val="Hyperlink"/>
                <w:rFonts w:hint="eastAsia"/>
                <w:noProof/>
                <w:rtl/>
              </w:rPr>
              <w:t>سالم</w:t>
            </w:r>
            <w:r w:rsidRPr="00011C55">
              <w:rPr>
                <w:rStyle w:val="Hyperlink"/>
                <w:noProof/>
                <w:rtl/>
              </w:rPr>
              <w:t xml:space="preserve"> </w:t>
            </w:r>
            <w:r w:rsidRPr="00011C55">
              <w:rPr>
                <w:rStyle w:val="Hyperlink"/>
                <w:rFonts w:hint="eastAsia"/>
                <w:noProof/>
                <w:rtl/>
              </w:rPr>
              <w:t>اربعة</w:t>
            </w:r>
            <w:r w:rsidRPr="00011C55">
              <w:rPr>
                <w:rStyle w:val="Hyperlink"/>
                <w:noProof/>
                <w:rtl/>
              </w:rPr>
              <w:t xml:space="preserve"> </w:t>
            </w:r>
            <w:r w:rsidRPr="00011C55">
              <w:rPr>
                <w:rStyle w:val="Hyperlink"/>
                <w:rFonts w:hint="eastAsia"/>
                <w:noProof/>
                <w:rtl/>
              </w:rPr>
              <w:t>رجال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Toc418412128 \h</w:instrText>
            </w:r>
            <w:r>
              <w:rPr>
                <w:noProof/>
                <w:webHidden/>
                <w:rtl/>
              </w:rPr>
              <w:instrText xml:space="preserve"> </w:instrText>
            </w:r>
            <w:r>
              <w:rPr>
                <w:noProof/>
                <w:webHidden/>
                <w:rtl/>
              </w:rPr>
            </w:r>
            <w:r>
              <w:rPr>
                <w:noProof/>
                <w:webHidden/>
                <w:rtl/>
              </w:rPr>
              <w:fldChar w:fldCharType="separate"/>
            </w:r>
            <w:r>
              <w:rPr>
                <w:noProof/>
                <w:webHidden/>
                <w:rtl/>
              </w:rPr>
              <w:t>227</w:t>
            </w:r>
            <w:r>
              <w:rPr>
                <w:noProof/>
                <w:webHidden/>
                <w:rtl/>
              </w:rPr>
              <w:fldChar w:fldCharType="end"/>
            </w:r>
          </w:hyperlink>
        </w:p>
        <w:p w:rsidR="0067321F" w:rsidRPr="0067321F" w:rsidRDefault="0067321F" w:rsidP="0067321F">
          <w:pPr>
            <w:pStyle w:val="libNormal"/>
            <w:rPr>
              <w:rStyle w:val="Hyperlink"/>
              <w:noProof/>
              <w:u w:val="none"/>
            </w:rPr>
          </w:pPr>
          <w:r w:rsidRPr="0067321F">
            <w:rPr>
              <w:rStyle w:val="Hyperlink"/>
              <w:noProof/>
              <w:u w:val="none"/>
            </w:rPr>
            <w:br w:type="page"/>
          </w:r>
        </w:p>
        <w:p w:rsidR="0067321F" w:rsidRDefault="0067321F">
          <w:pPr>
            <w:pStyle w:val="TOC3"/>
            <w:rPr>
              <w:rFonts w:asciiTheme="minorHAnsi" w:eastAsiaTheme="minorEastAsia" w:hAnsiTheme="minorHAnsi" w:cstheme="minorBidi"/>
              <w:noProof/>
              <w:color w:val="auto"/>
              <w:sz w:val="22"/>
              <w:szCs w:val="22"/>
              <w:rtl/>
            </w:rPr>
          </w:pPr>
          <w:hyperlink w:anchor="_Toc418412129"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السادس</w:t>
            </w:r>
            <w:r w:rsidRPr="00011C55">
              <w:rPr>
                <w:rStyle w:val="Hyperlink"/>
                <w:noProof/>
                <w:rtl/>
              </w:rPr>
              <w:t xml:space="preserve"> </w:t>
            </w:r>
            <w:r w:rsidRPr="00011C55">
              <w:rPr>
                <w:rStyle w:val="Hyperlink"/>
                <w:rFonts w:hint="eastAsia"/>
                <w:noProof/>
                <w:rtl/>
              </w:rPr>
              <w:t>سفيان</w:t>
            </w:r>
            <w:r w:rsidRPr="00011C55">
              <w:rPr>
                <w:rStyle w:val="Hyperlink"/>
                <w:noProof/>
                <w:rtl/>
              </w:rPr>
              <w:t xml:space="preserve"> </w:t>
            </w:r>
            <w:r w:rsidRPr="00011C55">
              <w:rPr>
                <w:rStyle w:val="Hyperlink"/>
                <w:rFonts w:hint="eastAsia"/>
                <w:noProof/>
                <w:rtl/>
              </w:rPr>
              <w:t>ثلاثة</w:t>
            </w:r>
            <w:r w:rsidRPr="00011C55">
              <w:rPr>
                <w:rStyle w:val="Hyperlink"/>
                <w:noProof/>
                <w:rtl/>
              </w:rPr>
              <w:t xml:space="preserve"> </w:t>
            </w:r>
            <w:r w:rsidRPr="00011C55">
              <w:rPr>
                <w:rStyle w:val="Hyperlink"/>
                <w:rFonts w:hint="eastAsia"/>
                <w:noProof/>
                <w:rtl/>
              </w:rPr>
              <w:t>رجال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Toc418412129 \h</w:instrText>
            </w:r>
            <w:r>
              <w:rPr>
                <w:noProof/>
                <w:webHidden/>
                <w:rtl/>
              </w:rPr>
              <w:instrText xml:space="preserve"> </w:instrText>
            </w:r>
            <w:r>
              <w:rPr>
                <w:noProof/>
                <w:webHidden/>
                <w:rtl/>
              </w:rPr>
            </w:r>
            <w:r>
              <w:rPr>
                <w:noProof/>
                <w:webHidden/>
                <w:rtl/>
              </w:rPr>
              <w:fldChar w:fldCharType="separate"/>
            </w:r>
            <w:r>
              <w:rPr>
                <w:noProof/>
                <w:webHidden/>
                <w:rtl/>
              </w:rPr>
              <w:t>228</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2130"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السابع</w:t>
            </w:r>
            <w:r w:rsidRPr="00011C55">
              <w:rPr>
                <w:rStyle w:val="Hyperlink"/>
                <w:noProof/>
                <w:rtl/>
              </w:rPr>
              <w:t xml:space="preserve"> </w:t>
            </w:r>
            <w:r w:rsidRPr="00011C55">
              <w:rPr>
                <w:rStyle w:val="Hyperlink"/>
                <w:rFonts w:hint="eastAsia"/>
                <w:noProof/>
                <w:rtl/>
              </w:rPr>
              <w:t>في</w:t>
            </w:r>
            <w:r w:rsidRPr="00011C55">
              <w:rPr>
                <w:rStyle w:val="Hyperlink"/>
                <w:noProof/>
                <w:rtl/>
              </w:rPr>
              <w:t xml:space="preserve"> </w:t>
            </w:r>
            <w:r w:rsidRPr="00011C55">
              <w:rPr>
                <w:rStyle w:val="Hyperlink"/>
                <w:rFonts w:hint="eastAsia"/>
                <w:noProof/>
                <w:rtl/>
              </w:rPr>
              <w:t>الآحاد</w:t>
            </w:r>
            <w:r w:rsidRPr="00011C55">
              <w:rPr>
                <w:rStyle w:val="Hyperlink"/>
                <w:noProof/>
                <w:rtl/>
              </w:rPr>
              <w:t xml:space="preserve"> </w:t>
            </w:r>
            <w:r w:rsidRPr="00011C55">
              <w:rPr>
                <w:rStyle w:val="Hyperlink"/>
                <w:rFonts w:hint="eastAsia"/>
                <w:noProof/>
                <w:rtl/>
              </w:rPr>
              <w:t>ثلاثه</w:t>
            </w:r>
            <w:r w:rsidRPr="00011C55">
              <w:rPr>
                <w:rStyle w:val="Hyperlink"/>
                <w:noProof/>
                <w:rtl/>
              </w:rPr>
              <w:t xml:space="preserve"> </w:t>
            </w:r>
            <w:r w:rsidRPr="00011C55">
              <w:rPr>
                <w:rStyle w:val="Hyperlink"/>
                <w:rFonts w:hint="eastAsia"/>
                <w:noProof/>
                <w:rtl/>
              </w:rPr>
              <w:t>رجال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Toc418412130 \h</w:instrText>
            </w:r>
            <w:r>
              <w:rPr>
                <w:noProof/>
                <w:webHidden/>
                <w:rtl/>
              </w:rPr>
              <w:instrText xml:space="preserve"> </w:instrText>
            </w:r>
            <w:r>
              <w:rPr>
                <w:noProof/>
                <w:webHidden/>
                <w:rtl/>
              </w:rPr>
            </w:r>
            <w:r>
              <w:rPr>
                <w:noProof/>
                <w:webHidden/>
                <w:rtl/>
              </w:rPr>
              <w:fldChar w:fldCharType="separate"/>
            </w:r>
            <w:r>
              <w:rPr>
                <w:noProof/>
                <w:webHidden/>
                <w:rtl/>
              </w:rPr>
              <w:t>228</w:t>
            </w:r>
            <w:r>
              <w:rPr>
                <w:noProof/>
                <w:webHidden/>
                <w:rtl/>
              </w:rPr>
              <w:fldChar w:fldCharType="end"/>
            </w:r>
          </w:hyperlink>
        </w:p>
        <w:p w:rsidR="0067321F" w:rsidRDefault="0067321F">
          <w:pPr>
            <w:pStyle w:val="TOC2"/>
            <w:tabs>
              <w:tab w:val="right" w:leader="dot" w:pos="7786"/>
            </w:tabs>
            <w:rPr>
              <w:rFonts w:asciiTheme="minorHAnsi" w:eastAsiaTheme="minorEastAsia" w:hAnsiTheme="minorHAnsi" w:cstheme="minorBidi"/>
              <w:noProof/>
              <w:color w:val="auto"/>
              <w:sz w:val="22"/>
              <w:szCs w:val="22"/>
              <w:rtl/>
            </w:rPr>
          </w:pPr>
          <w:hyperlink w:anchor="_Toc418412131" w:history="1">
            <w:r w:rsidRPr="00011C55">
              <w:rPr>
                <w:rStyle w:val="Hyperlink"/>
                <w:rFonts w:hint="eastAsia"/>
                <w:noProof/>
                <w:rtl/>
              </w:rPr>
              <w:t>الفصل</w:t>
            </w:r>
            <w:r w:rsidRPr="00011C55">
              <w:rPr>
                <w:rStyle w:val="Hyperlink"/>
                <w:noProof/>
                <w:rtl/>
              </w:rPr>
              <w:t xml:space="preserve"> </w:t>
            </w:r>
            <w:r w:rsidRPr="00011C55">
              <w:rPr>
                <w:rStyle w:val="Hyperlink"/>
                <w:rFonts w:hint="eastAsia"/>
                <w:noProof/>
                <w:rtl/>
              </w:rPr>
              <w:t>الثانى</w:t>
            </w:r>
            <w:r w:rsidRPr="00011C55">
              <w:rPr>
                <w:rStyle w:val="Hyperlink"/>
                <w:noProof/>
                <w:rtl/>
              </w:rPr>
              <w:t xml:space="preserve"> </w:t>
            </w:r>
            <w:r w:rsidRPr="00011C55">
              <w:rPr>
                <w:rStyle w:val="Hyperlink"/>
                <w:rFonts w:hint="eastAsia"/>
                <w:noProof/>
                <w:rtl/>
              </w:rPr>
              <w:t>عشر</w:t>
            </w:r>
            <w:r w:rsidRPr="00011C55">
              <w:rPr>
                <w:rStyle w:val="Hyperlink"/>
                <w:noProof/>
                <w:rtl/>
              </w:rPr>
              <w:t xml:space="preserve"> </w:t>
            </w:r>
            <w:r w:rsidRPr="00011C55">
              <w:rPr>
                <w:rStyle w:val="Hyperlink"/>
                <w:rFonts w:hint="eastAsia"/>
                <w:noProof/>
                <w:rtl/>
              </w:rPr>
              <w:t>في</w:t>
            </w:r>
            <w:r w:rsidRPr="00011C55">
              <w:rPr>
                <w:rStyle w:val="Hyperlink"/>
                <w:noProof/>
                <w:rtl/>
              </w:rPr>
              <w:t xml:space="preserve"> </w:t>
            </w:r>
            <w:r w:rsidRPr="00011C55">
              <w:rPr>
                <w:rStyle w:val="Hyperlink"/>
                <w:rFonts w:hint="eastAsia"/>
                <w:noProof/>
                <w:rtl/>
              </w:rPr>
              <w:t>الشين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Toc418412131 \h</w:instrText>
            </w:r>
            <w:r>
              <w:rPr>
                <w:noProof/>
                <w:webHidden/>
                <w:rtl/>
              </w:rPr>
              <w:instrText xml:space="preserve"> </w:instrText>
            </w:r>
            <w:r>
              <w:rPr>
                <w:noProof/>
                <w:webHidden/>
                <w:rtl/>
              </w:rPr>
            </w:r>
            <w:r>
              <w:rPr>
                <w:noProof/>
                <w:webHidden/>
                <w:rtl/>
              </w:rPr>
              <w:fldChar w:fldCharType="separate"/>
            </w:r>
            <w:r>
              <w:rPr>
                <w:noProof/>
                <w:webHidden/>
                <w:rtl/>
              </w:rPr>
              <w:t>229</w:t>
            </w:r>
            <w:r>
              <w:rPr>
                <w:noProof/>
                <w:webHidden/>
                <w:rtl/>
              </w:rPr>
              <w:fldChar w:fldCharType="end"/>
            </w:r>
          </w:hyperlink>
        </w:p>
        <w:p w:rsidR="0067321F" w:rsidRDefault="0067321F">
          <w:pPr>
            <w:pStyle w:val="TOC2"/>
            <w:tabs>
              <w:tab w:val="right" w:leader="dot" w:pos="7786"/>
            </w:tabs>
            <w:rPr>
              <w:rFonts w:asciiTheme="minorHAnsi" w:eastAsiaTheme="minorEastAsia" w:hAnsiTheme="minorHAnsi" w:cstheme="minorBidi"/>
              <w:noProof/>
              <w:color w:val="auto"/>
              <w:sz w:val="22"/>
              <w:szCs w:val="22"/>
              <w:rtl/>
            </w:rPr>
          </w:pPr>
          <w:hyperlink w:anchor="_Toc418412132" w:history="1">
            <w:r w:rsidRPr="00011C55">
              <w:rPr>
                <w:rStyle w:val="Hyperlink"/>
                <w:rFonts w:hint="eastAsia"/>
                <w:noProof/>
                <w:rtl/>
              </w:rPr>
              <w:t>الفصل</w:t>
            </w:r>
            <w:r w:rsidRPr="00011C55">
              <w:rPr>
                <w:rStyle w:val="Hyperlink"/>
                <w:noProof/>
                <w:rtl/>
              </w:rPr>
              <w:t xml:space="preserve"> </w:t>
            </w:r>
            <w:r w:rsidRPr="00011C55">
              <w:rPr>
                <w:rStyle w:val="Hyperlink"/>
                <w:rFonts w:hint="eastAsia"/>
                <w:noProof/>
                <w:rtl/>
              </w:rPr>
              <w:t>الثالث</w:t>
            </w:r>
            <w:r w:rsidRPr="00011C55">
              <w:rPr>
                <w:rStyle w:val="Hyperlink"/>
                <w:noProof/>
                <w:rtl/>
              </w:rPr>
              <w:t xml:space="preserve"> </w:t>
            </w:r>
            <w:r w:rsidRPr="00011C55">
              <w:rPr>
                <w:rStyle w:val="Hyperlink"/>
                <w:rFonts w:hint="eastAsia"/>
                <w:noProof/>
                <w:rtl/>
              </w:rPr>
              <w:t>عشر</w:t>
            </w:r>
            <w:r w:rsidRPr="00011C55">
              <w:rPr>
                <w:rStyle w:val="Hyperlink"/>
                <w:noProof/>
                <w:rtl/>
              </w:rPr>
              <w:t xml:space="preserve"> </w:t>
            </w:r>
            <w:r w:rsidRPr="00011C55">
              <w:rPr>
                <w:rStyle w:val="Hyperlink"/>
                <w:rFonts w:hint="eastAsia"/>
                <w:noProof/>
                <w:rtl/>
              </w:rPr>
              <w:t>في</w:t>
            </w:r>
            <w:r w:rsidRPr="00011C55">
              <w:rPr>
                <w:rStyle w:val="Hyperlink"/>
                <w:noProof/>
                <w:rtl/>
              </w:rPr>
              <w:t xml:space="preserve"> </w:t>
            </w:r>
            <w:r w:rsidRPr="00011C55">
              <w:rPr>
                <w:rStyle w:val="Hyperlink"/>
                <w:rFonts w:hint="eastAsia"/>
                <w:noProof/>
                <w:rtl/>
              </w:rPr>
              <w:t>الصاد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Toc418412132 \h</w:instrText>
            </w:r>
            <w:r>
              <w:rPr>
                <w:noProof/>
                <w:webHidden/>
                <w:rtl/>
              </w:rPr>
              <w:instrText xml:space="preserve"> </w:instrText>
            </w:r>
            <w:r>
              <w:rPr>
                <w:noProof/>
                <w:webHidden/>
                <w:rtl/>
              </w:rPr>
            </w:r>
            <w:r>
              <w:rPr>
                <w:noProof/>
                <w:webHidden/>
                <w:rtl/>
              </w:rPr>
              <w:fldChar w:fldCharType="separate"/>
            </w:r>
            <w:r>
              <w:rPr>
                <w:noProof/>
                <w:webHidden/>
                <w:rtl/>
              </w:rPr>
              <w:t>229</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2133"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الاول</w:t>
            </w:r>
            <w:r w:rsidRPr="00011C55">
              <w:rPr>
                <w:rStyle w:val="Hyperlink"/>
                <w:noProof/>
                <w:rtl/>
              </w:rPr>
              <w:t xml:space="preserve"> </w:t>
            </w:r>
            <w:r w:rsidRPr="00011C55">
              <w:rPr>
                <w:rStyle w:val="Hyperlink"/>
                <w:rFonts w:hint="eastAsia"/>
                <w:noProof/>
                <w:rtl/>
              </w:rPr>
              <w:t>صالح</w:t>
            </w:r>
            <w:r w:rsidRPr="00011C55">
              <w:rPr>
                <w:rStyle w:val="Hyperlink"/>
                <w:noProof/>
                <w:rtl/>
              </w:rPr>
              <w:t xml:space="preserve"> </w:t>
            </w:r>
            <w:r w:rsidRPr="00011C55">
              <w:rPr>
                <w:rStyle w:val="Hyperlink"/>
                <w:rFonts w:hint="eastAsia"/>
                <w:noProof/>
                <w:rtl/>
              </w:rPr>
              <w:t>ستة</w:t>
            </w:r>
            <w:r w:rsidRPr="00011C55">
              <w:rPr>
                <w:rStyle w:val="Hyperlink"/>
                <w:noProof/>
                <w:rtl/>
              </w:rPr>
              <w:t xml:space="preserve"> </w:t>
            </w:r>
            <w:r w:rsidRPr="00011C55">
              <w:rPr>
                <w:rStyle w:val="Hyperlink"/>
                <w:rFonts w:hint="eastAsia"/>
                <w:noProof/>
                <w:rtl/>
              </w:rPr>
              <w:t>رجال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Toc418412133 \h</w:instrText>
            </w:r>
            <w:r>
              <w:rPr>
                <w:noProof/>
                <w:webHidden/>
                <w:rtl/>
              </w:rPr>
              <w:instrText xml:space="preserve"> </w:instrText>
            </w:r>
            <w:r>
              <w:rPr>
                <w:noProof/>
                <w:webHidden/>
                <w:rtl/>
              </w:rPr>
            </w:r>
            <w:r>
              <w:rPr>
                <w:noProof/>
                <w:webHidden/>
                <w:rtl/>
              </w:rPr>
              <w:fldChar w:fldCharType="separate"/>
            </w:r>
            <w:r>
              <w:rPr>
                <w:noProof/>
                <w:webHidden/>
                <w:rtl/>
              </w:rPr>
              <w:t>229</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2134"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الثانى</w:t>
            </w:r>
            <w:r w:rsidRPr="00011C55">
              <w:rPr>
                <w:rStyle w:val="Hyperlink"/>
                <w:noProof/>
                <w:rtl/>
              </w:rPr>
              <w:t xml:space="preserve"> </w:t>
            </w:r>
            <w:r w:rsidRPr="00011C55">
              <w:rPr>
                <w:rStyle w:val="Hyperlink"/>
                <w:rFonts w:hint="eastAsia"/>
                <w:noProof/>
                <w:rtl/>
              </w:rPr>
              <w:t>في</w:t>
            </w:r>
            <w:r w:rsidRPr="00011C55">
              <w:rPr>
                <w:rStyle w:val="Hyperlink"/>
                <w:noProof/>
                <w:rtl/>
              </w:rPr>
              <w:t xml:space="preserve"> </w:t>
            </w:r>
            <w:r w:rsidRPr="00011C55">
              <w:rPr>
                <w:rStyle w:val="Hyperlink"/>
                <w:rFonts w:hint="eastAsia"/>
                <w:noProof/>
                <w:rtl/>
              </w:rPr>
              <w:t>الآحاد</w:t>
            </w:r>
            <w:r w:rsidRPr="00011C55">
              <w:rPr>
                <w:rStyle w:val="Hyperlink"/>
                <w:noProof/>
                <w:rtl/>
              </w:rPr>
              <w:t xml:space="preserve"> </w:t>
            </w:r>
            <w:r w:rsidRPr="00011C55">
              <w:rPr>
                <w:rStyle w:val="Hyperlink"/>
                <w:rFonts w:hint="eastAsia"/>
                <w:noProof/>
                <w:rtl/>
              </w:rPr>
              <w:t>رجلان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Toc418412134 \h</w:instrText>
            </w:r>
            <w:r>
              <w:rPr>
                <w:noProof/>
                <w:webHidden/>
                <w:rtl/>
              </w:rPr>
              <w:instrText xml:space="preserve"> </w:instrText>
            </w:r>
            <w:r>
              <w:rPr>
                <w:noProof/>
                <w:webHidden/>
                <w:rtl/>
              </w:rPr>
            </w:r>
            <w:r>
              <w:rPr>
                <w:noProof/>
                <w:webHidden/>
                <w:rtl/>
              </w:rPr>
              <w:fldChar w:fldCharType="separate"/>
            </w:r>
            <w:r>
              <w:rPr>
                <w:noProof/>
                <w:webHidden/>
                <w:rtl/>
              </w:rPr>
              <w:t>230</w:t>
            </w:r>
            <w:r>
              <w:rPr>
                <w:noProof/>
                <w:webHidden/>
                <w:rtl/>
              </w:rPr>
              <w:fldChar w:fldCharType="end"/>
            </w:r>
          </w:hyperlink>
        </w:p>
        <w:p w:rsidR="0067321F" w:rsidRDefault="0067321F">
          <w:pPr>
            <w:pStyle w:val="TOC2"/>
            <w:tabs>
              <w:tab w:val="right" w:leader="dot" w:pos="7786"/>
            </w:tabs>
            <w:rPr>
              <w:rFonts w:asciiTheme="minorHAnsi" w:eastAsiaTheme="minorEastAsia" w:hAnsiTheme="minorHAnsi" w:cstheme="minorBidi"/>
              <w:noProof/>
              <w:color w:val="auto"/>
              <w:sz w:val="22"/>
              <w:szCs w:val="22"/>
              <w:rtl/>
            </w:rPr>
          </w:pPr>
          <w:hyperlink w:anchor="_Toc418412135" w:history="1">
            <w:r w:rsidRPr="00011C55">
              <w:rPr>
                <w:rStyle w:val="Hyperlink"/>
                <w:rFonts w:hint="eastAsia"/>
                <w:noProof/>
                <w:rtl/>
              </w:rPr>
              <w:t>الفصل</w:t>
            </w:r>
            <w:r w:rsidRPr="00011C55">
              <w:rPr>
                <w:rStyle w:val="Hyperlink"/>
                <w:noProof/>
                <w:rtl/>
              </w:rPr>
              <w:t xml:space="preserve"> </w:t>
            </w:r>
            <w:r w:rsidRPr="00011C55">
              <w:rPr>
                <w:rStyle w:val="Hyperlink"/>
                <w:rFonts w:hint="eastAsia"/>
                <w:noProof/>
                <w:rtl/>
              </w:rPr>
              <w:t>الرابع</w:t>
            </w:r>
            <w:r w:rsidRPr="00011C55">
              <w:rPr>
                <w:rStyle w:val="Hyperlink"/>
                <w:noProof/>
                <w:rtl/>
              </w:rPr>
              <w:t xml:space="preserve"> </w:t>
            </w:r>
            <w:r w:rsidRPr="00011C55">
              <w:rPr>
                <w:rStyle w:val="Hyperlink"/>
                <w:rFonts w:hint="eastAsia"/>
                <w:noProof/>
                <w:rtl/>
              </w:rPr>
              <w:t>عشر</w:t>
            </w:r>
            <w:r w:rsidRPr="00011C55">
              <w:rPr>
                <w:rStyle w:val="Hyperlink"/>
                <w:noProof/>
                <w:rtl/>
              </w:rPr>
              <w:t xml:space="preserve"> </w:t>
            </w:r>
            <w:r w:rsidRPr="00011C55">
              <w:rPr>
                <w:rStyle w:val="Hyperlink"/>
                <w:rFonts w:hint="eastAsia"/>
                <w:noProof/>
                <w:rtl/>
              </w:rPr>
              <w:t>في</w:t>
            </w:r>
            <w:r w:rsidRPr="00011C55">
              <w:rPr>
                <w:rStyle w:val="Hyperlink"/>
                <w:noProof/>
                <w:rtl/>
              </w:rPr>
              <w:t xml:space="preserve"> </w:t>
            </w:r>
            <w:r w:rsidRPr="00011C55">
              <w:rPr>
                <w:rStyle w:val="Hyperlink"/>
                <w:rFonts w:hint="eastAsia"/>
                <w:noProof/>
                <w:rtl/>
              </w:rPr>
              <w:t>الضاد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Toc418412135 \h</w:instrText>
            </w:r>
            <w:r>
              <w:rPr>
                <w:noProof/>
                <w:webHidden/>
                <w:rtl/>
              </w:rPr>
              <w:instrText xml:space="preserve"> </w:instrText>
            </w:r>
            <w:r>
              <w:rPr>
                <w:noProof/>
                <w:webHidden/>
                <w:rtl/>
              </w:rPr>
            </w:r>
            <w:r>
              <w:rPr>
                <w:noProof/>
                <w:webHidden/>
                <w:rtl/>
              </w:rPr>
              <w:fldChar w:fldCharType="separate"/>
            </w:r>
            <w:r>
              <w:rPr>
                <w:noProof/>
                <w:webHidden/>
                <w:rtl/>
              </w:rPr>
              <w:t>231</w:t>
            </w:r>
            <w:r>
              <w:rPr>
                <w:noProof/>
                <w:webHidden/>
                <w:rtl/>
              </w:rPr>
              <w:fldChar w:fldCharType="end"/>
            </w:r>
          </w:hyperlink>
        </w:p>
        <w:p w:rsidR="0067321F" w:rsidRDefault="0067321F">
          <w:pPr>
            <w:pStyle w:val="TOC2"/>
            <w:tabs>
              <w:tab w:val="right" w:leader="dot" w:pos="7786"/>
            </w:tabs>
            <w:rPr>
              <w:rFonts w:asciiTheme="minorHAnsi" w:eastAsiaTheme="minorEastAsia" w:hAnsiTheme="minorHAnsi" w:cstheme="minorBidi"/>
              <w:noProof/>
              <w:color w:val="auto"/>
              <w:sz w:val="22"/>
              <w:szCs w:val="22"/>
              <w:rtl/>
            </w:rPr>
          </w:pPr>
          <w:hyperlink w:anchor="_Toc418412136" w:history="1">
            <w:r w:rsidRPr="00011C55">
              <w:rPr>
                <w:rStyle w:val="Hyperlink"/>
                <w:rFonts w:hint="eastAsia"/>
                <w:noProof/>
                <w:rtl/>
              </w:rPr>
              <w:t>الفصل</w:t>
            </w:r>
            <w:r w:rsidRPr="00011C55">
              <w:rPr>
                <w:rStyle w:val="Hyperlink"/>
                <w:noProof/>
                <w:rtl/>
              </w:rPr>
              <w:t xml:space="preserve"> </w:t>
            </w:r>
            <w:r w:rsidRPr="00011C55">
              <w:rPr>
                <w:rStyle w:val="Hyperlink"/>
                <w:rFonts w:hint="eastAsia"/>
                <w:noProof/>
                <w:rtl/>
              </w:rPr>
              <w:t>الخامس</w:t>
            </w:r>
            <w:r w:rsidRPr="00011C55">
              <w:rPr>
                <w:rStyle w:val="Hyperlink"/>
                <w:noProof/>
                <w:rtl/>
              </w:rPr>
              <w:t xml:space="preserve"> </w:t>
            </w:r>
            <w:r w:rsidRPr="00011C55">
              <w:rPr>
                <w:rStyle w:val="Hyperlink"/>
                <w:rFonts w:hint="eastAsia"/>
                <w:noProof/>
                <w:rtl/>
              </w:rPr>
              <w:t>عشر</w:t>
            </w:r>
            <w:r w:rsidRPr="00011C55">
              <w:rPr>
                <w:rStyle w:val="Hyperlink"/>
                <w:noProof/>
                <w:rtl/>
              </w:rPr>
              <w:t xml:space="preserve"> </w:t>
            </w:r>
            <w:r w:rsidRPr="00011C55">
              <w:rPr>
                <w:rStyle w:val="Hyperlink"/>
                <w:rFonts w:hint="eastAsia"/>
                <w:noProof/>
                <w:rtl/>
              </w:rPr>
              <w:t>في</w:t>
            </w:r>
            <w:r w:rsidRPr="00011C55">
              <w:rPr>
                <w:rStyle w:val="Hyperlink"/>
                <w:noProof/>
                <w:rtl/>
              </w:rPr>
              <w:t xml:space="preserve"> </w:t>
            </w:r>
            <w:r w:rsidRPr="00011C55">
              <w:rPr>
                <w:rStyle w:val="Hyperlink"/>
                <w:rFonts w:hint="eastAsia"/>
                <w:noProof/>
                <w:rtl/>
              </w:rPr>
              <w:t>الطاء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Toc418412136 \h</w:instrText>
            </w:r>
            <w:r>
              <w:rPr>
                <w:noProof/>
                <w:webHidden/>
                <w:rtl/>
              </w:rPr>
              <w:instrText xml:space="preserve"> </w:instrText>
            </w:r>
            <w:r>
              <w:rPr>
                <w:noProof/>
                <w:webHidden/>
                <w:rtl/>
              </w:rPr>
            </w:r>
            <w:r>
              <w:rPr>
                <w:noProof/>
                <w:webHidden/>
                <w:rtl/>
              </w:rPr>
              <w:fldChar w:fldCharType="separate"/>
            </w:r>
            <w:r>
              <w:rPr>
                <w:noProof/>
                <w:webHidden/>
                <w:rtl/>
              </w:rPr>
              <w:t>231</w:t>
            </w:r>
            <w:r>
              <w:rPr>
                <w:noProof/>
                <w:webHidden/>
                <w:rtl/>
              </w:rPr>
              <w:fldChar w:fldCharType="end"/>
            </w:r>
          </w:hyperlink>
        </w:p>
        <w:p w:rsidR="0067321F" w:rsidRDefault="0067321F">
          <w:pPr>
            <w:pStyle w:val="TOC2"/>
            <w:tabs>
              <w:tab w:val="right" w:leader="dot" w:pos="7786"/>
            </w:tabs>
            <w:rPr>
              <w:rFonts w:asciiTheme="minorHAnsi" w:eastAsiaTheme="minorEastAsia" w:hAnsiTheme="minorHAnsi" w:cstheme="minorBidi"/>
              <w:noProof/>
              <w:color w:val="auto"/>
              <w:sz w:val="22"/>
              <w:szCs w:val="22"/>
              <w:rtl/>
            </w:rPr>
          </w:pPr>
          <w:hyperlink w:anchor="_Toc418412137" w:history="1">
            <w:r w:rsidRPr="00011C55">
              <w:rPr>
                <w:rStyle w:val="Hyperlink"/>
                <w:rFonts w:hint="eastAsia"/>
                <w:noProof/>
                <w:rtl/>
              </w:rPr>
              <w:t>الفصل</w:t>
            </w:r>
            <w:r w:rsidRPr="00011C55">
              <w:rPr>
                <w:rStyle w:val="Hyperlink"/>
                <w:noProof/>
                <w:rtl/>
              </w:rPr>
              <w:t xml:space="preserve"> </w:t>
            </w:r>
            <w:r w:rsidRPr="00011C55">
              <w:rPr>
                <w:rStyle w:val="Hyperlink"/>
                <w:rFonts w:hint="eastAsia"/>
                <w:noProof/>
                <w:rtl/>
              </w:rPr>
              <w:t>السادس</w:t>
            </w:r>
            <w:r w:rsidRPr="00011C55">
              <w:rPr>
                <w:rStyle w:val="Hyperlink"/>
                <w:noProof/>
                <w:rtl/>
              </w:rPr>
              <w:t xml:space="preserve"> </w:t>
            </w:r>
            <w:r w:rsidRPr="00011C55">
              <w:rPr>
                <w:rStyle w:val="Hyperlink"/>
                <w:rFonts w:hint="eastAsia"/>
                <w:noProof/>
                <w:rtl/>
              </w:rPr>
              <w:t>عشر</w:t>
            </w:r>
            <w:r w:rsidRPr="00011C55">
              <w:rPr>
                <w:rStyle w:val="Hyperlink"/>
                <w:noProof/>
                <w:rtl/>
              </w:rPr>
              <w:t xml:space="preserve"> </w:t>
            </w:r>
            <w:r w:rsidRPr="00011C55">
              <w:rPr>
                <w:rStyle w:val="Hyperlink"/>
                <w:rFonts w:hint="eastAsia"/>
                <w:noProof/>
                <w:rtl/>
              </w:rPr>
              <w:t>في</w:t>
            </w:r>
            <w:r w:rsidRPr="00011C55">
              <w:rPr>
                <w:rStyle w:val="Hyperlink"/>
                <w:noProof/>
                <w:rtl/>
              </w:rPr>
              <w:t xml:space="preserve"> </w:t>
            </w:r>
            <w:r w:rsidRPr="00011C55">
              <w:rPr>
                <w:rStyle w:val="Hyperlink"/>
                <w:rFonts w:hint="eastAsia"/>
                <w:noProof/>
                <w:rtl/>
              </w:rPr>
              <w:t>العين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Toc418412137 \h</w:instrText>
            </w:r>
            <w:r>
              <w:rPr>
                <w:noProof/>
                <w:webHidden/>
                <w:rtl/>
              </w:rPr>
              <w:instrText xml:space="preserve"> </w:instrText>
            </w:r>
            <w:r>
              <w:rPr>
                <w:noProof/>
                <w:webHidden/>
                <w:rtl/>
              </w:rPr>
            </w:r>
            <w:r>
              <w:rPr>
                <w:noProof/>
                <w:webHidden/>
                <w:rtl/>
              </w:rPr>
              <w:fldChar w:fldCharType="separate"/>
            </w:r>
            <w:r>
              <w:rPr>
                <w:noProof/>
                <w:webHidden/>
                <w:rtl/>
              </w:rPr>
              <w:t>231</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2138"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لاول</w:t>
            </w:r>
            <w:r w:rsidRPr="00011C55">
              <w:rPr>
                <w:rStyle w:val="Hyperlink"/>
                <w:noProof/>
                <w:rtl/>
              </w:rPr>
              <w:t xml:space="preserve"> </w:t>
            </w:r>
            <w:r w:rsidRPr="00011C55">
              <w:rPr>
                <w:rStyle w:val="Hyperlink"/>
                <w:rFonts w:hint="eastAsia"/>
                <w:noProof/>
                <w:rtl/>
              </w:rPr>
              <w:t>في</w:t>
            </w:r>
            <w:r w:rsidRPr="00011C55">
              <w:rPr>
                <w:rStyle w:val="Hyperlink"/>
                <w:noProof/>
                <w:rtl/>
              </w:rPr>
              <w:t xml:space="preserve"> </w:t>
            </w:r>
            <w:r w:rsidRPr="00011C55">
              <w:rPr>
                <w:rStyle w:val="Hyperlink"/>
                <w:rFonts w:hint="eastAsia"/>
                <w:noProof/>
                <w:rtl/>
              </w:rPr>
              <w:t>علي</w:t>
            </w:r>
            <w:r w:rsidRPr="00011C55">
              <w:rPr>
                <w:rStyle w:val="Hyperlink"/>
                <w:noProof/>
                <w:rtl/>
              </w:rPr>
              <w:t xml:space="preserve"> </w:t>
            </w:r>
            <w:r w:rsidRPr="00011C55">
              <w:rPr>
                <w:rStyle w:val="Hyperlink"/>
                <w:rFonts w:hint="eastAsia"/>
                <w:noProof/>
                <w:rtl/>
              </w:rPr>
              <w:t>ثمانية</w:t>
            </w:r>
            <w:r w:rsidRPr="00011C55">
              <w:rPr>
                <w:rStyle w:val="Hyperlink"/>
                <w:noProof/>
                <w:rtl/>
              </w:rPr>
              <w:t xml:space="preserve"> </w:t>
            </w:r>
            <w:r w:rsidRPr="00011C55">
              <w:rPr>
                <w:rStyle w:val="Hyperlink"/>
                <w:rFonts w:hint="eastAsia"/>
                <w:noProof/>
                <w:rtl/>
              </w:rPr>
              <w:t>عشر</w:t>
            </w:r>
            <w:r w:rsidRPr="00011C55">
              <w:rPr>
                <w:rStyle w:val="Hyperlink"/>
                <w:noProof/>
                <w:rtl/>
              </w:rPr>
              <w:t xml:space="preserve"> </w:t>
            </w:r>
            <w:r w:rsidRPr="00011C55">
              <w:rPr>
                <w:rStyle w:val="Hyperlink"/>
                <w:rFonts w:hint="eastAsia"/>
                <w:noProof/>
                <w:rtl/>
              </w:rPr>
              <w:t>رجلا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Toc418412138 \h</w:instrText>
            </w:r>
            <w:r>
              <w:rPr>
                <w:noProof/>
                <w:webHidden/>
                <w:rtl/>
              </w:rPr>
              <w:instrText xml:space="preserve"> </w:instrText>
            </w:r>
            <w:r>
              <w:rPr>
                <w:noProof/>
                <w:webHidden/>
                <w:rtl/>
              </w:rPr>
            </w:r>
            <w:r>
              <w:rPr>
                <w:noProof/>
                <w:webHidden/>
                <w:rtl/>
              </w:rPr>
              <w:fldChar w:fldCharType="separate"/>
            </w:r>
            <w:r>
              <w:rPr>
                <w:noProof/>
                <w:webHidden/>
                <w:rtl/>
              </w:rPr>
              <w:t>231</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2139"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الثانى</w:t>
            </w:r>
            <w:r w:rsidRPr="00011C55">
              <w:rPr>
                <w:rStyle w:val="Hyperlink"/>
                <w:noProof/>
                <w:rtl/>
              </w:rPr>
              <w:t xml:space="preserve"> </w:t>
            </w:r>
            <w:r w:rsidRPr="00011C55">
              <w:rPr>
                <w:rStyle w:val="Hyperlink"/>
                <w:rFonts w:hint="eastAsia"/>
                <w:noProof/>
                <w:rtl/>
              </w:rPr>
              <w:t>عبدالله</w:t>
            </w:r>
            <w:r w:rsidRPr="00011C55">
              <w:rPr>
                <w:rStyle w:val="Hyperlink"/>
                <w:noProof/>
                <w:rtl/>
              </w:rPr>
              <w:t xml:space="preserve"> </w:t>
            </w:r>
            <w:r w:rsidRPr="00011C55">
              <w:rPr>
                <w:rStyle w:val="Hyperlink"/>
                <w:rFonts w:hint="eastAsia"/>
                <w:noProof/>
                <w:rtl/>
              </w:rPr>
              <w:t>أربعة</w:t>
            </w:r>
            <w:r w:rsidRPr="00011C55">
              <w:rPr>
                <w:rStyle w:val="Hyperlink"/>
                <w:noProof/>
                <w:rtl/>
              </w:rPr>
              <w:t xml:space="preserve"> </w:t>
            </w:r>
            <w:r w:rsidRPr="00011C55">
              <w:rPr>
                <w:rStyle w:val="Hyperlink"/>
                <w:rFonts w:hint="eastAsia"/>
                <w:noProof/>
                <w:rtl/>
              </w:rPr>
              <w:t>وثلاثون</w:t>
            </w:r>
            <w:r w:rsidRPr="00011C55">
              <w:rPr>
                <w:rStyle w:val="Hyperlink"/>
                <w:noProof/>
                <w:rtl/>
              </w:rPr>
              <w:t xml:space="preserve"> </w:t>
            </w:r>
            <w:r w:rsidRPr="00011C55">
              <w:rPr>
                <w:rStyle w:val="Hyperlink"/>
                <w:rFonts w:hint="eastAsia"/>
                <w:noProof/>
                <w:rtl/>
              </w:rPr>
              <w:t>رجلا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Toc418412139 \h</w:instrText>
            </w:r>
            <w:r>
              <w:rPr>
                <w:noProof/>
                <w:webHidden/>
                <w:rtl/>
              </w:rPr>
              <w:instrText xml:space="preserve"> </w:instrText>
            </w:r>
            <w:r>
              <w:rPr>
                <w:noProof/>
                <w:webHidden/>
                <w:rtl/>
              </w:rPr>
            </w:r>
            <w:r>
              <w:rPr>
                <w:noProof/>
                <w:webHidden/>
                <w:rtl/>
              </w:rPr>
              <w:fldChar w:fldCharType="separate"/>
            </w:r>
            <w:r>
              <w:rPr>
                <w:noProof/>
                <w:webHidden/>
                <w:rtl/>
              </w:rPr>
              <w:t>236</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2140"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الثالث</w:t>
            </w:r>
            <w:r w:rsidRPr="00011C55">
              <w:rPr>
                <w:rStyle w:val="Hyperlink"/>
                <w:noProof/>
                <w:rtl/>
              </w:rPr>
              <w:t xml:space="preserve"> </w:t>
            </w:r>
            <w:r w:rsidRPr="00011C55">
              <w:rPr>
                <w:rStyle w:val="Hyperlink"/>
                <w:rFonts w:hint="eastAsia"/>
                <w:noProof/>
                <w:rtl/>
              </w:rPr>
              <w:t>عبدالرحمن</w:t>
            </w:r>
            <w:r w:rsidRPr="00011C55">
              <w:rPr>
                <w:rStyle w:val="Hyperlink"/>
                <w:noProof/>
                <w:rtl/>
              </w:rPr>
              <w:t xml:space="preserve"> </w:t>
            </w:r>
            <w:r w:rsidRPr="00011C55">
              <w:rPr>
                <w:rStyle w:val="Hyperlink"/>
                <w:rFonts w:hint="eastAsia"/>
                <w:noProof/>
                <w:rtl/>
              </w:rPr>
              <w:t>سبعة</w:t>
            </w:r>
            <w:r w:rsidRPr="00011C55">
              <w:rPr>
                <w:rStyle w:val="Hyperlink"/>
                <w:noProof/>
                <w:rtl/>
              </w:rPr>
              <w:t xml:space="preserve"> </w:t>
            </w:r>
            <w:r w:rsidRPr="00011C55">
              <w:rPr>
                <w:rStyle w:val="Hyperlink"/>
                <w:rFonts w:hint="eastAsia"/>
                <w:noProof/>
                <w:rtl/>
              </w:rPr>
              <w:t>رجل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Toc418412140 \h</w:instrText>
            </w:r>
            <w:r>
              <w:rPr>
                <w:noProof/>
                <w:webHidden/>
                <w:rtl/>
              </w:rPr>
              <w:instrText xml:space="preserve"> </w:instrText>
            </w:r>
            <w:r>
              <w:rPr>
                <w:noProof/>
                <w:webHidden/>
                <w:rtl/>
              </w:rPr>
            </w:r>
            <w:r>
              <w:rPr>
                <w:noProof/>
                <w:webHidden/>
                <w:rtl/>
              </w:rPr>
              <w:fldChar w:fldCharType="separate"/>
            </w:r>
            <w:r>
              <w:rPr>
                <w:noProof/>
                <w:webHidden/>
                <w:rtl/>
              </w:rPr>
              <w:t>239</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2141"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الرابع</w:t>
            </w:r>
            <w:r w:rsidRPr="00011C55">
              <w:rPr>
                <w:rStyle w:val="Hyperlink"/>
                <w:noProof/>
                <w:rtl/>
              </w:rPr>
              <w:t xml:space="preserve"> </w:t>
            </w:r>
            <w:r w:rsidRPr="00011C55">
              <w:rPr>
                <w:rStyle w:val="Hyperlink"/>
                <w:rFonts w:hint="eastAsia"/>
                <w:noProof/>
                <w:rtl/>
              </w:rPr>
              <w:t>عبدالملك</w:t>
            </w:r>
            <w:r w:rsidRPr="00011C55">
              <w:rPr>
                <w:rStyle w:val="Hyperlink"/>
                <w:noProof/>
                <w:rtl/>
              </w:rPr>
              <w:t xml:space="preserve"> </w:t>
            </w:r>
            <w:r w:rsidRPr="00011C55">
              <w:rPr>
                <w:rStyle w:val="Hyperlink"/>
                <w:rFonts w:hint="eastAsia"/>
                <w:noProof/>
                <w:rtl/>
              </w:rPr>
              <w:t>ثلاثة</w:t>
            </w:r>
            <w:r w:rsidRPr="00011C55">
              <w:rPr>
                <w:rStyle w:val="Hyperlink"/>
                <w:noProof/>
                <w:rtl/>
              </w:rPr>
              <w:t xml:space="preserve"> </w:t>
            </w:r>
            <w:r w:rsidRPr="00011C55">
              <w:rPr>
                <w:rStyle w:val="Hyperlink"/>
                <w:rFonts w:hint="eastAsia"/>
                <w:noProof/>
                <w:rtl/>
              </w:rPr>
              <w:t>رجال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Toc418412141 \h</w:instrText>
            </w:r>
            <w:r>
              <w:rPr>
                <w:noProof/>
                <w:webHidden/>
                <w:rtl/>
              </w:rPr>
              <w:instrText xml:space="preserve"> </w:instrText>
            </w:r>
            <w:r>
              <w:rPr>
                <w:noProof/>
                <w:webHidden/>
                <w:rtl/>
              </w:rPr>
            </w:r>
            <w:r>
              <w:rPr>
                <w:noProof/>
                <w:webHidden/>
                <w:rtl/>
              </w:rPr>
              <w:fldChar w:fldCharType="separate"/>
            </w:r>
            <w:r>
              <w:rPr>
                <w:noProof/>
                <w:webHidden/>
                <w:rtl/>
              </w:rPr>
              <w:t>239</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2142"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الخامس</w:t>
            </w:r>
            <w:r w:rsidRPr="00011C55">
              <w:rPr>
                <w:rStyle w:val="Hyperlink"/>
                <w:noProof/>
                <w:rtl/>
              </w:rPr>
              <w:t xml:space="preserve"> </w:t>
            </w:r>
            <w:r w:rsidRPr="00011C55">
              <w:rPr>
                <w:rStyle w:val="Hyperlink"/>
                <w:rFonts w:hint="eastAsia"/>
                <w:noProof/>
                <w:rtl/>
              </w:rPr>
              <w:t>عبدالعزيز</w:t>
            </w:r>
            <w:r w:rsidRPr="00011C55">
              <w:rPr>
                <w:rStyle w:val="Hyperlink"/>
                <w:noProof/>
                <w:rtl/>
              </w:rPr>
              <w:t xml:space="preserve"> </w:t>
            </w:r>
            <w:r w:rsidRPr="00011C55">
              <w:rPr>
                <w:rStyle w:val="Hyperlink"/>
                <w:rFonts w:hint="eastAsia"/>
                <w:noProof/>
                <w:rtl/>
              </w:rPr>
              <w:t>ثلاثة</w:t>
            </w:r>
            <w:r w:rsidRPr="00011C55">
              <w:rPr>
                <w:rStyle w:val="Hyperlink"/>
                <w:noProof/>
                <w:rtl/>
              </w:rPr>
              <w:t xml:space="preserve"> </w:t>
            </w:r>
            <w:r w:rsidRPr="00011C55">
              <w:rPr>
                <w:rStyle w:val="Hyperlink"/>
                <w:rFonts w:hint="eastAsia"/>
                <w:noProof/>
                <w:rtl/>
              </w:rPr>
              <w:t>رجال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Toc418412142 \h</w:instrText>
            </w:r>
            <w:r>
              <w:rPr>
                <w:noProof/>
                <w:webHidden/>
                <w:rtl/>
              </w:rPr>
              <w:instrText xml:space="preserve"> </w:instrText>
            </w:r>
            <w:r>
              <w:rPr>
                <w:noProof/>
                <w:webHidden/>
                <w:rtl/>
              </w:rPr>
            </w:r>
            <w:r>
              <w:rPr>
                <w:noProof/>
                <w:webHidden/>
                <w:rtl/>
              </w:rPr>
              <w:fldChar w:fldCharType="separate"/>
            </w:r>
            <w:r>
              <w:rPr>
                <w:noProof/>
                <w:webHidden/>
                <w:rtl/>
              </w:rPr>
              <w:t>240</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2143"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السادس</w:t>
            </w:r>
            <w:r w:rsidRPr="00011C55">
              <w:rPr>
                <w:rStyle w:val="Hyperlink"/>
                <w:noProof/>
                <w:rtl/>
              </w:rPr>
              <w:t xml:space="preserve"> </w:t>
            </w:r>
            <w:r w:rsidRPr="00011C55">
              <w:rPr>
                <w:rStyle w:val="Hyperlink"/>
                <w:rFonts w:hint="eastAsia"/>
                <w:noProof/>
                <w:rtl/>
              </w:rPr>
              <w:t>عمر</w:t>
            </w:r>
            <w:r w:rsidRPr="00011C55">
              <w:rPr>
                <w:rStyle w:val="Hyperlink"/>
                <w:noProof/>
                <w:rtl/>
              </w:rPr>
              <w:t xml:space="preserve"> </w:t>
            </w:r>
            <w:r w:rsidRPr="00011C55">
              <w:rPr>
                <w:rStyle w:val="Hyperlink"/>
                <w:rFonts w:hint="eastAsia"/>
                <w:noProof/>
                <w:rtl/>
              </w:rPr>
              <w:t>عشرة</w:t>
            </w:r>
            <w:r w:rsidRPr="00011C55">
              <w:rPr>
                <w:rStyle w:val="Hyperlink"/>
                <w:noProof/>
                <w:rtl/>
              </w:rPr>
              <w:t xml:space="preserve"> </w:t>
            </w:r>
            <w:r w:rsidRPr="00011C55">
              <w:rPr>
                <w:rStyle w:val="Hyperlink"/>
                <w:rFonts w:hint="eastAsia"/>
                <w:noProof/>
                <w:rtl/>
              </w:rPr>
              <w:t>رجال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Toc418412143 \h</w:instrText>
            </w:r>
            <w:r>
              <w:rPr>
                <w:noProof/>
                <w:webHidden/>
                <w:rtl/>
              </w:rPr>
              <w:instrText xml:space="preserve"> </w:instrText>
            </w:r>
            <w:r>
              <w:rPr>
                <w:noProof/>
                <w:webHidden/>
                <w:rtl/>
              </w:rPr>
            </w:r>
            <w:r>
              <w:rPr>
                <w:noProof/>
                <w:webHidden/>
                <w:rtl/>
              </w:rPr>
              <w:fldChar w:fldCharType="separate"/>
            </w:r>
            <w:r>
              <w:rPr>
                <w:noProof/>
                <w:webHidden/>
                <w:rtl/>
              </w:rPr>
              <w:t>240</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2144"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السابع</w:t>
            </w:r>
            <w:r w:rsidRPr="00011C55">
              <w:rPr>
                <w:rStyle w:val="Hyperlink"/>
                <w:noProof/>
                <w:rtl/>
              </w:rPr>
              <w:t xml:space="preserve"> </w:t>
            </w:r>
            <w:r w:rsidRPr="00011C55">
              <w:rPr>
                <w:rStyle w:val="Hyperlink"/>
                <w:rFonts w:hint="eastAsia"/>
                <w:noProof/>
                <w:rtl/>
              </w:rPr>
              <w:t>عمرو</w:t>
            </w:r>
            <w:r w:rsidRPr="00011C55">
              <w:rPr>
                <w:rStyle w:val="Hyperlink"/>
                <w:noProof/>
                <w:rtl/>
              </w:rPr>
              <w:t xml:space="preserve"> </w:t>
            </w:r>
            <w:r w:rsidRPr="00011C55">
              <w:rPr>
                <w:rStyle w:val="Hyperlink"/>
                <w:rFonts w:hint="eastAsia"/>
                <w:noProof/>
                <w:rtl/>
              </w:rPr>
              <w:t>ستة</w:t>
            </w:r>
            <w:r w:rsidRPr="00011C55">
              <w:rPr>
                <w:rStyle w:val="Hyperlink"/>
                <w:noProof/>
                <w:rtl/>
              </w:rPr>
              <w:t xml:space="preserve"> </w:t>
            </w:r>
            <w:r w:rsidRPr="00011C55">
              <w:rPr>
                <w:rStyle w:val="Hyperlink"/>
                <w:rFonts w:hint="eastAsia"/>
                <w:noProof/>
                <w:rtl/>
              </w:rPr>
              <w:t>رجال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Toc418412144 \h</w:instrText>
            </w:r>
            <w:r>
              <w:rPr>
                <w:noProof/>
                <w:webHidden/>
                <w:rtl/>
              </w:rPr>
              <w:instrText xml:space="preserve"> </w:instrText>
            </w:r>
            <w:r>
              <w:rPr>
                <w:noProof/>
                <w:webHidden/>
                <w:rtl/>
              </w:rPr>
            </w:r>
            <w:r>
              <w:rPr>
                <w:noProof/>
                <w:webHidden/>
                <w:rtl/>
              </w:rPr>
              <w:fldChar w:fldCharType="separate"/>
            </w:r>
            <w:r>
              <w:rPr>
                <w:noProof/>
                <w:webHidden/>
                <w:rtl/>
              </w:rPr>
              <w:t>241</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2145"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الثامن</w:t>
            </w:r>
            <w:r w:rsidRPr="00011C55">
              <w:rPr>
                <w:rStyle w:val="Hyperlink"/>
                <w:noProof/>
                <w:rtl/>
              </w:rPr>
              <w:t xml:space="preserve"> </w:t>
            </w:r>
            <w:r w:rsidRPr="00011C55">
              <w:rPr>
                <w:rStyle w:val="Hyperlink"/>
                <w:rFonts w:hint="eastAsia"/>
                <w:noProof/>
                <w:rtl/>
              </w:rPr>
              <w:t>عيسى</w:t>
            </w:r>
            <w:r w:rsidRPr="00011C55">
              <w:rPr>
                <w:rStyle w:val="Hyperlink"/>
                <w:noProof/>
                <w:rtl/>
              </w:rPr>
              <w:t xml:space="preserve"> </w:t>
            </w:r>
            <w:r w:rsidRPr="00011C55">
              <w:rPr>
                <w:rStyle w:val="Hyperlink"/>
                <w:rFonts w:hint="eastAsia"/>
                <w:noProof/>
                <w:rtl/>
              </w:rPr>
              <w:t>اربعة</w:t>
            </w:r>
            <w:r w:rsidRPr="00011C55">
              <w:rPr>
                <w:rStyle w:val="Hyperlink"/>
                <w:noProof/>
                <w:rtl/>
              </w:rPr>
              <w:t xml:space="preserve"> </w:t>
            </w:r>
            <w:r w:rsidRPr="00011C55">
              <w:rPr>
                <w:rStyle w:val="Hyperlink"/>
                <w:rFonts w:hint="eastAsia"/>
                <w:noProof/>
                <w:rtl/>
              </w:rPr>
              <w:t>رجال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Toc418412145 \h</w:instrText>
            </w:r>
            <w:r>
              <w:rPr>
                <w:noProof/>
                <w:webHidden/>
                <w:rtl/>
              </w:rPr>
              <w:instrText xml:space="preserve"> </w:instrText>
            </w:r>
            <w:r>
              <w:rPr>
                <w:noProof/>
                <w:webHidden/>
                <w:rtl/>
              </w:rPr>
            </w:r>
            <w:r>
              <w:rPr>
                <w:noProof/>
                <w:webHidden/>
                <w:rtl/>
              </w:rPr>
              <w:fldChar w:fldCharType="separate"/>
            </w:r>
            <w:r>
              <w:rPr>
                <w:noProof/>
                <w:webHidden/>
                <w:rtl/>
              </w:rPr>
              <w:t>242</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2146"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التاسع</w:t>
            </w:r>
            <w:r w:rsidRPr="00011C55">
              <w:rPr>
                <w:rStyle w:val="Hyperlink"/>
                <w:noProof/>
                <w:rtl/>
              </w:rPr>
              <w:t xml:space="preserve"> </w:t>
            </w:r>
            <w:r w:rsidRPr="00011C55">
              <w:rPr>
                <w:rStyle w:val="Hyperlink"/>
                <w:rFonts w:hint="eastAsia"/>
                <w:noProof/>
                <w:rtl/>
              </w:rPr>
              <w:t>عامر</w:t>
            </w:r>
            <w:r w:rsidRPr="00011C55">
              <w:rPr>
                <w:rStyle w:val="Hyperlink"/>
                <w:noProof/>
                <w:rtl/>
              </w:rPr>
              <w:t xml:space="preserve"> </w:t>
            </w:r>
            <w:r w:rsidRPr="00011C55">
              <w:rPr>
                <w:rStyle w:val="Hyperlink"/>
                <w:rFonts w:hint="eastAsia"/>
                <w:noProof/>
                <w:rtl/>
              </w:rPr>
              <w:t>ثلاثة</w:t>
            </w:r>
            <w:r w:rsidRPr="00011C55">
              <w:rPr>
                <w:rStyle w:val="Hyperlink"/>
                <w:noProof/>
                <w:rtl/>
              </w:rPr>
              <w:t xml:space="preserve"> </w:t>
            </w:r>
            <w:r w:rsidRPr="00011C55">
              <w:rPr>
                <w:rStyle w:val="Hyperlink"/>
                <w:rFonts w:hint="eastAsia"/>
                <w:noProof/>
                <w:rtl/>
              </w:rPr>
              <w:t>رجال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Toc418412146 \h</w:instrText>
            </w:r>
            <w:r>
              <w:rPr>
                <w:noProof/>
                <w:webHidden/>
                <w:rtl/>
              </w:rPr>
              <w:instrText xml:space="preserve"> </w:instrText>
            </w:r>
            <w:r>
              <w:rPr>
                <w:noProof/>
                <w:webHidden/>
                <w:rtl/>
              </w:rPr>
            </w:r>
            <w:r>
              <w:rPr>
                <w:noProof/>
                <w:webHidden/>
                <w:rtl/>
              </w:rPr>
              <w:fldChar w:fldCharType="separate"/>
            </w:r>
            <w:r>
              <w:rPr>
                <w:noProof/>
                <w:webHidden/>
                <w:rtl/>
              </w:rPr>
              <w:t>242</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2147"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العاشر</w:t>
            </w:r>
            <w:r w:rsidRPr="00011C55">
              <w:rPr>
                <w:rStyle w:val="Hyperlink"/>
                <w:noProof/>
                <w:rtl/>
              </w:rPr>
              <w:t xml:space="preserve"> </w:t>
            </w:r>
            <w:r w:rsidRPr="00011C55">
              <w:rPr>
                <w:rStyle w:val="Hyperlink"/>
                <w:rFonts w:hint="eastAsia"/>
                <w:noProof/>
                <w:rtl/>
              </w:rPr>
              <w:t>عطية</w:t>
            </w:r>
            <w:r w:rsidRPr="00011C55">
              <w:rPr>
                <w:rStyle w:val="Hyperlink"/>
                <w:noProof/>
                <w:rtl/>
              </w:rPr>
              <w:t xml:space="preserve"> </w:t>
            </w:r>
            <w:r w:rsidRPr="00011C55">
              <w:rPr>
                <w:rStyle w:val="Hyperlink"/>
                <w:rFonts w:hint="eastAsia"/>
                <w:noProof/>
                <w:rtl/>
              </w:rPr>
              <w:t>رجلان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Toc418412147 \h</w:instrText>
            </w:r>
            <w:r>
              <w:rPr>
                <w:noProof/>
                <w:webHidden/>
                <w:rtl/>
              </w:rPr>
              <w:instrText xml:space="preserve"> </w:instrText>
            </w:r>
            <w:r>
              <w:rPr>
                <w:noProof/>
                <w:webHidden/>
                <w:rtl/>
              </w:rPr>
            </w:r>
            <w:r>
              <w:rPr>
                <w:noProof/>
                <w:webHidden/>
                <w:rtl/>
              </w:rPr>
              <w:fldChar w:fldCharType="separate"/>
            </w:r>
            <w:r>
              <w:rPr>
                <w:noProof/>
                <w:webHidden/>
                <w:rtl/>
              </w:rPr>
              <w:t>242</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2148"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الحادي</w:t>
            </w:r>
            <w:r w:rsidRPr="00011C55">
              <w:rPr>
                <w:rStyle w:val="Hyperlink"/>
                <w:noProof/>
                <w:rtl/>
              </w:rPr>
              <w:t xml:space="preserve"> </w:t>
            </w:r>
            <w:r w:rsidRPr="00011C55">
              <w:rPr>
                <w:rStyle w:val="Hyperlink"/>
                <w:rFonts w:hint="eastAsia"/>
                <w:noProof/>
                <w:rtl/>
              </w:rPr>
              <w:t>عشر</w:t>
            </w:r>
            <w:r w:rsidRPr="00011C55">
              <w:rPr>
                <w:rStyle w:val="Hyperlink"/>
                <w:noProof/>
                <w:rtl/>
              </w:rPr>
              <w:t xml:space="preserve"> </w:t>
            </w:r>
            <w:r w:rsidRPr="00011C55">
              <w:rPr>
                <w:rStyle w:val="Hyperlink"/>
                <w:rFonts w:hint="eastAsia"/>
                <w:noProof/>
                <w:rtl/>
              </w:rPr>
              <w:t>عباد</w:t>
            </w:r>
            <w:r w:rsidRPr="00011C55">
              <w:rPr>
                <w:rStyle w:val="Hyperlink"/>
                <w:noProof/>
                <w:rtl/>
              </w:rPr>
              <w:t xml:space="preserve"> </w:t>
            </w:r>
            <w:r w:rsidRPr="00011C55">
              <w:rPr>
                <w:rStyle w:val="Hyperlink"/>
                <w:rFonts w:hint="eastAsia"/>
                <w:noProof/>
                <w:rtl/>
              </w:rPr>
              <w:t>رجلان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Toc418412148 \h</w:instrText>
            </w:r>
            <w:r>
              <w:rPr>
                <w:noProof/>
                <w:webHidden/>
                <w:rtl/>
              </w:rPr>
              <w:instrText xml:space="preserve"> </w:instrText>
            </w:r>
            <w:r>
              <w:rPr>
                <w:noProof/>
                <w:webHidden/>
                <w:rtl/>
              </w:rPr>
            </w:r>
            <w:r>
              <w:rPr>
                <w:noProof/>
                <w:webHidden/>
                <w:rtl/>
              </w:rPr>
              <w:fldChar w:fldCharType="separate"/>
            </w:r>
            <w:r>
              <w:rPr>
                <w:noProof/>
                <w:webHidden/>
                <w:rtl/>
              </w:rPr>
              <w:t>243</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2149"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الثاني</w:t>
            </w:r>
            <w:r w:rsidRPr="00011C55">
              <w:rPr>
                <w:rStyle w:val="Hyperlink"/>
                <w:noProof/>
                <w:rtl/>
              </w:rPr>
              <w:t xml:space="preserve"> </w:t>
            </w:r>
            <w:r w:rsidRPr="00011C55">
              <w:rPr>
                <w:rStyle w:val="Hyperlink"/>
                <w:rFonts w:hint="eastAsia"/>
                <w:noProof/>
                <w:rtl/>
              </w:rPr>
              <w:t>عشر</w:t>
            </w:r>
            <w:r w:rsidRPr="00011C55">
              <w:rPr>
                <w:rStyle w:val="Hyperlink"/>
                <w:noProof/>
                <w:rtl/>
              </w:rPr>
              <w:t xml:space="preserve"> </w:t>
            </w:r>
            <w:r w:rsidRPr="00011C55">
              <w:rPr>
                <w:rStyle w:val="Hyperlink"/>
                <w:rFonts w:hint="eastAsia"/>
                <w:noProof/>
                <w:rtl/>
              </w:rPr>
              <w:t>في</w:t>
            </w:r>
            <w:r w:rsidRPr="00011C55">
              <w:rPr>
                <w:rStyle w:val="Hyperlink"/>
                <w:noProof/>
                <w:rtl/>
              </w:rPr>
              <w:t xml:space="preserve"> </w:t>
            </w:r>
            <w:r w:rsidRPr="00011C55">
              <w:rPr>
                <w:rStyle w:val="Hyperlink"/>
                <w:rFonts w:hint="eastAsia"/>
                <w:noProof/>
                <w:rtl/>
              </w:rPr>
              <w:t>الآحاد</w:t>
            </w:r>
            <w:r w:rsidRPr="00011C55">
              <w:rPr>
                <w:rStyle w:val="Hyperlink"/>
                <w:noProof/>
                <w:rtl/>
              </w:rPr>
              <w:t xml:space="preserve"> </w:t>
            </w:r>
            <w:r w:rsidRPr="00011C55">
              <w:rPr>
                <w:rStyle w:val="Hyperlink"/>
                <w:rFonts w:hint="eastAsia"/>
                <w:noProof/>
                <w:rtl/>
              </w:rPr>
              <w:t>تسعة</w:t>
            </w:r>
            <w:r w:rsidRPr="00011C55">
              <w:rPr>
                <w:rStyle w:val="Hyperlink"/>
                <w:noProof/>
                <w:rtl/>
              </w:rPr>
              <w:t xml:space="preserve"> </w:t>
            </w:r>
            <w:r w:rsidRPr="00011C55">
              <w:rPr>
                <w:rStyle w:val="Hyperlink"/>
                <w:rFonts w:hint="eastAsia"/>
                <w:noProof/>
                <w:rtl/>
              </w:rPr>
              <w:t>عشر</w:t>
            </w:r>
            <w:r w:rsidRPr="00011C55">
              <w:rPr>
                <w:rStyle w:val="Hyperlink"/>
                <w:noProof/>
                <w:rtl/>
              </w:rPr>
              <w:t xml:space="preserve"> </w:t>
            </w:r>
            <w:r w:rsidRPr="00011C55">
              <w:rPr>
                <w:rStyle w:val="Hyperlink"/>
                <w:rFonts w:hint="eastAsia"/>
                <w:noProof/>
                <w:rtl/>
              </w:rPr>
              <w:t>رجلا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Toc418412149 \h</w:instrText>
            </w:r>
            <w:r>
              <w:rPr>
                <w:noProof/>
                <w:webHidden/>
                <w:rtl/>
              </w:rPr>
              <w:instrText xml:space="preserve"> </w:instrText>
            </w:r>
            <w:r>
              <w:rPr>
                <w:noProof/>
                <w:webHidden/>
                <w:rtl/>
              </w:rPr>
            </w:r>
            <w:r>
              <w:rPr>
                <w:noProof/>
                <w:webHidden/>
                <w:rtl/>
              </w:rPr>
              <w:fldChar w:fldCharType="separate"/>
            </w:r>
            <w:r>
              <w:rPr>
                <w:noProof/>
                <w:webHidden/>
                <w:rtl/>
              </w:rPr>
              <w:t>243</w:t>
            </w:r>
            <w:r>
              <w:rPr>
                <w:noProof/>
                <w:webHidden/>
                <w:rtl/>
              </w:rPr>
              <w:fldChar w:fldCharType="end"/>
            </w:r>
          </w:hyperlink>
        </w:p>
        <w:p w:rsidR="0067321F" w:rsidRDefault="0067321F">
          <w:pPr>
            <w:pStyle w:val="TOC2"/>
            <w:tabs>
              <w:tab w:val="right" w:leader="dot" w:pos="7786"/>
            </w:tabs>
            <w:rPr>
              <w:rFonts w:asciiTheme="minorHAnsi" w:eastAsiaTheme="minorEastAsia" w:hAnsiTheme="minorHAnsi" w:cstheme="minorBidi"/>
              <w:noProof/>
              <w:color w:val="auto"/>
              <w:sz w:val="22"/>
              <w:szCs w:val="22"/>
              <w:rtl/>
            </w:rPr>
          </w:pPr>
          <w:hyperlink w:anchor="_Toc418412150" w:history="1">
            <w:r w:rsidRPr="00011C55">
              <w:rPr>
                <w:rStyle w:val="Hyperlink"/>
                <w:rFonts w:hint="eastAsia"/>
                <w:noProof/>
                <w:rtl/>
              </w:rPr>
              <w:t>الفصل</w:t>
            </w:r>
            <w:r w:rsidRPr="00011C55">
              <w:rPr>
                <w:rStyle w:val="Hyperlink"/>
                <w:noProof/>
                <w:rtl/>
              </w:rPr>
              <w:t xml:space="preserve"> </w:t>
            </w:r>
            <w:r w:rsidRPr="00011C55">
              <w:rPr>
                <w:rStyle w:val="Hyperlink"/>
                <w:rFonts w:hint="eastAsia"/>
                <w:noProof/>
                <w:rtl/>
              </w:rPr>
              <w:t>السابع</w:t>
            </w:r>
            <w:r w:rsidRPr="00011C55">
              <w:rPr>
                <w:rStyle w:val="Hyperlink"/>
                <w:noProof/>
                <w:rtl/>
              </w:rPr>
              <w:t xml:space="preserve"> </w:t>
            </w:r>
            <w:r w:rsidRPr="00011C55">
              <w:rPr>
                <w:rStyle w:val="Hyperlink"/>
                <w:rFonts w:hint="eastAsia"/>
                <w:noProof/>
                <w:rtl/>
              </w:rPr>
              <w:t>عشر</w:t>
            </w:r>
            <w:r w:rsidRPr="00011C55">
              <w:rPr>
                <w:rStyle w:val="Hyperlink"/>
                <w:noProof/>
                <w:rtl/>
              </w:rPr>
              <w:t xml:space="preserve"> </w:t>
            </w:r>
            <w:r w:rsidRPr="00011C55">
              <w:rPr>
                <w:rStyle w:val="Hyperlink"/>
                <w:rFonts w:hint="eastAsia"/>
                <w:noProof/>
                <w:rtl/>
              </w:rPr>
              <w:t>في</w:t>
            </w:r>
            <w:r w:rsidRPr="00011C55">
              <w:rPr>
                <w:rStyle w:val="Hyperlink"/>
                <w:noProof/>
                <w:rtl/>
              </w:rPr>
              <w:t xml:space="preserve"> </w:t>
            </w:r>
            <w:r w:rsidRPr="00011C55">
              <w:rPr>
                <w:rStyle w:val="Hyperlink"/>
                <w:rFonts w:hint="eastAsia"/>
                <w:noProof/>
                <w:rtl/>
              </w:rPr>
              <w:t>الغين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Toc418412150 \h</w:instrText>
            </w:r>
            <w:r>
              <w:rPr>
                <w:noProof/>
                <w:webHidden/>
                <w:rtl/>
              </w:rPr>
              <w:instrText xml:space="preserve"> </w:instrText>
            </w:r>
            <w:r>
              <w:rPr>
                <w:noProof/>
                <w:webHidden/>
                <w:rtl/>
              </w:rPr>
            </w:r>
            <w:r>
              <w:rPr>
                <w:noProof/>
                <w:webHidden/>
                <w:rtl/>
              </w:rPr>
              <w:fldChar w:fldCharType="separate"/>
            </w:r>
            <w:r>
              <w:rPr>
                <w:noProof/>
                <w:webHidden/>
                <w:rtl/>
              </w:rPr>
              <w:t>245</w:t>
            </w:r>
            <w:r>
              <w:rPr>
                <w:noProof/>
                <w:webHidden/>
                <w:rtl/>
              </w:rPr>
              <w:fldChar w:fldCharType="end"/>
            </w:r>
          </w:hyperlink>
        </w:p>
        <w:p w:rsidR="0067321F" w:rsidRDefault="0067321F">
          <w:pPr>
            <w:pStyle w:val="TOC2"/>
            <w:tabs>
              <w:tab w:val="right" w:leader="dot" w:pos="7786"/>
            </w:tabs>
            <w:rPr>
              <w:rFonts w:asciiTheme="minorHAnsi" w:eastAsiaTheme="minorEastAsia" w:hAnsiTheme="minorHAnsi" w:cstheme="minorBidi"/>
              <w:noProof/>
              <w:color w:val="auto"/>
              <w:sz w:val="22"/>
              <w:szCs w:val="22"/>
              <w:rtl/>
            </w:rPr>
          </w:pPr>
          <w:hyperlink w:anchor="_Toc418412151" w:history="1">
            <w:r w:rsidRPr="00011C55">
              <w:rPr>
                <w:rStyle w:val="Hyperlink"/>
                <w:rFonts w:hint="eastAsia"/>
                <w:noProof/>
                <w:rtl/>
              </w:rPr>
              <w:t>الفصل</w:t>
            </w:r>
            <w:r w:rsidRPr="00011C55">
              <w:rPr>
                <w:rStyle w:val="Hyperlink"/>
                <w:noProof/>
                <w:rtl/>
              </w:rPr>
              <w:t xml:space="preserve"> </w:t>
            </w:r>
            <w:r w:rsidRPr="00011C55">
              <w:rPr>
                <w:rStyle w:val="Hyperlink"/>
                <w:rFonts w:hint="eastAsia"/>
                <w:noProof/>
                <w:rtl/>
              </w:rPr>
              <w:t>الثامن</w:t>
            </w:r>
            <w:r w:rsidRPr="00011C55">
              <w:rPr>
                <w:rStyle w:val="Hyperlink"/>
                <w:noProof/>
                <w:rtl/>
              </w:rPr>
              <w:t xml:space="preserve"> </w:t>
            </w:r>
            <w:r w:rsidRPr="00011C55">
              <w:rPr>
                <w:rStyle w:val="Hyperlink"/>
                <w:rFonts w:hint="eastAsia"/>
                <w:noProof/>
                <w:rtl/>
              </w:rPr>
              <w:t>عشر</w:t>
            </w:r>
            <w:r w:rsidRPr="00011C55">
              <w:rPr>
                <w:rStyle w:val="Hyperlink"/>
                <w:noProof/>
                <w:rtl/>
              </w:rPr>
              <w:t xml:space="preserve"> </w:t>
            </w:r>
            <w:r w:rsidRPr="00011C55">
              <w:rPr>
                <w:rStyle w:val="Hyperlink"/>
                <w:rFonts w:hint="eastAsia"/>
                <w:noProof/>
                <w:rtl/>
              </w:rPr>
              <w:t>في</w:t>
            </w:r>
            <w:r w:rsidRPr="00011C55">
              <w:rPr>
                <w:rStyle w:val="Hyperlink"/>
                <w:noProof/>
                <w:rtl/>
              </w:rPr>
              <w:t xml:space="preserve"> </w:t>
            </w:r>
            <w:r w:rsidRPr="00011C55">
              <w:rPr>
                <w:rStyle w:val="Hyperlink"/>
                <w:rFonts w:hint="eastAsia"/>
                <w:noProof/>
                <w:rtl/>
              </w:rPr>
              <w:t>الفاء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Toc418412151 \h</w:instrText>
            </w:r>
            <w:r>
              <w:rPr>
                <w:noProof/>
                <w:webHidden/>
                <w:rtl/>
              </w:rPr>
              <w:instrText xml:space="preserve"> </w:instrText>
            </w:r>
            <w:r>
              <w:rPr>
                <w:noProof/>
                <w:webHidden/>
                <w:rtl/>
              </w:rPr>
            </w:r>
            <w:r>
              <w:rPr>
                <w:noProof/>
                <w:webHidden/>
                <w:rtl/>
              </w:rPr>
              <w:fldChar w:fldCharType="separate"/>
            </w:r>
            <w:r>
              <w:rPr>
                <w:noProof/>
                <w:webHidden/>
                <w:rtl/>
              </w:rPr>
              <w:t>246</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2152"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الاول</w:t>
            </w:r>
            <w:r w:rsidRPr="00011C55">
              <w:rPr>
                <w:rStyle w:val="Hyperlink"/>
                <w:noProof/>
                <w:rtl/>
              </w:rPr>
              <w:t xml:space="preserve"> </w:t>
            </w:r>
            <w:r w:rsidRPr="00011C55">
              <w:rPr>
                <w:rStyle w:val="Hyperlink"/>
                <w:rFonts w:hint="eastAsia"/>
                <w:noProof/>
                <w:rtl/>
              </w:rPr>
              <w:t>في</w:t>
            </w:r>
            <w:r w:rsidRPr="00011C55">
              <w:rPr>
                <w:rStyle w:val="Hyperlink"/>
                <w:noProof/>
                <w:rtl/>
              </w:rPr>
              <w:t xml:space="preserve"> </w:t>
            </w:r>
            <w:r w:rsidRPr="00011C55">
              <w:rPr>
                <w:rStyle w:val="Hyperlink"/>
                <w:rFonts w:hint="eastAsia"/>
                <w:noProof/>
                <w:rtl/>
              </w:rPr>
              <w:t>الفضل</w:t>
            </w:r>
            <w:r w:rsidRPr="00011C55">
              <w:rPr>
                <w:rStyle w:val="Hyperlink"/>
                <w:noProof/>
                <w:rtl/>
              </w:rPr>
              <w:t xml:space="preserve"> </w:t>
            </w:r>
            <w:r w:rsidRPr="00011C55">
              <w:rPr>
                <w:rStyle w:val="Hyperlink"/>
                <w:rFonts w:hint="eastAsia"/>
                <w:noProof/>
                <w:rtl/>
              </w:rPr>
              <w:t>ثلاثة</w:t>
            </w:r>
            <w:r w:rsidRPr="00011C55">
              <w:rPr>
                <w:rStyle w:val="Hyperlink"/>
                <w:noProof/>
                <w:rtl/>
              </w:rPr>
              <w:t xml:space="preserve"> </w:t>
            </w:r>
            <w:r w:rsidRPr="00011C55">
              <w:rPr>
                <w:rStyle w:val="Hyperlink"/>
                <w:rFonts w:hint="eastAsia"/>
                <w:noProof/>
                <w:rtl/>
              </w:rPr>
              <w:t>رجال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Toc418412152 \h</w:instrText>
            </w:r>
            <w:r>
              <w:rPr>
                <w:noProof/>
                <w:webHidden/>
                <w:rtl/>
              </w:rPr>
              <w:instrText xml:space="preserve"> </w:instrText>
            </w:r>
            <w:r>
              <w:rPr>
                <w:noProof/>
                <w:webHidden/>
                <w:rtl/>
              </w:rPr>
            </w:r>
            <w:r>
              <w:rPr>
                <w:noProof/>
                <w:webHidden/>
                <w:rtl/>
              </w:rPr>
              <w:fldChar w:fldCharType="separate"/>
            </w:r>
            <w:r>
              <w:rPr>
                <w:noProof/>
                <w:webHidden/>
                <w:rtl/>
              </w:rPr>
              <w:t>246</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2153"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الثالث</w:t>
            </w:r>
            <w:r w:rsidRPr="00011C55">
              <w:rPr>
                <w:rStyle w:val="Hyperlink"/>
                <w:noProof/>
                <w:rtl/>
              </w:rPr>
              <w:t xml:space="preserve"> </w:t>
            </w:r>
            <w:r w:rsidRPr="00011C55">
              <w:rPr>
                <w:rStyle w:val="Hyperlink"/>
                <w:rFonts w:hint="eastAsia"/>
                <w:noProof/>
                <w:rtl/>
              </w:rPr>
              <w:t>في</w:t>
            </w:r>
            <w:r w:rsidRPr="00011C55">
              <w:rPr>
                <w:rStyle w:val="Hyperlink"/>
                <w:noProof/>
                <w:rtl/>
              </w:rPr>
              <w:t xml:space="preserve"> </w:t>
            </w:r>
            <w:r w:rsidRPr="00011C55">
              <w:rPr>
                <w:rStyle w:val="Hyperlink"/>
                <w:rFonts w:hint="eastAsia"/>
                <w:noProof/>
                <w:rtl/>
              </w:rPr>
              <w:t>فضيل</w:t>
            </w:r>
            <w:r w:rsidRPr="00011C55">
              <w:rPr>
                <w:rStyle w:val="Hyperlink"/>
                <w:noProof/>
                <w:rtl/>
              </w:rPr>
              <w:t xml:space="preserve"> </w:t>
            </w:r>
            <w:r w:rsidRPr="00011C55">
              <w:rPr>
                <w:rStyle w:val="Hyperlink"/>
                <w:rFonts w:hint="eastAsia"/>
                <w:noProof/>
                <w:rtl/>
              </w:rPr>
              <w:t>رجلان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Toc418412153 \h</w:instrText>
            </w:r>
            <w:r>
              <w:rPr>
                <w:noProof/>
                <w:webHidden/>
                <w:rtl/>
              </w:rPr>
              <w:instrText xml:space="preserve"> </w:instrText>
            </w:r>
            <w:r>
              <w:rPr>
                <w:noProof/>
                <w:webHidden/>
                <w:rtl/>
              </w:rPr>
            </w:r>
            <w:r>
              <w:rPr>
                <w:noProof/>
                <w:webHidden/>
                <w:rtl/>
              </w:rPr>
              <w:fldChar w:fldCharType="separate"/>
            </w:r>
            <w:r>
              <w:rPr>
                <w:noProof/>
                <w:webHidden/>
                <w:rtl/>
              </w:rPr>
              <w:t>246</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2154"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الثالث</w:t>
            </w:r>
            <w:r w:rsidRPr="00011C55">
              <w:rPr>
                <w:rStyle w:val="Hyperlink"/>
                <w:noProof/>
                <w:rtl/>
              </w:rPr>
              <w:t xml:space="preserve"> </w:t>
            </w:r>
            <w:r w:rsidRPr="00011C55">
              <w:rPr>
                <w:rStyle w:val="Hyperlink"/>
                <w:rFonts w:hint="eastAsia"/>
                <w:noProof/>
                <w:rtl/>
              </w:rPr>
              <w:t>في</w:t>
            </w:r>
            <w:r w:rsidRPr="00011C55">
              <w:rPr>
                <w:rStyle w:val="Hyperlink"/>
                <w:noProof/>
                <w:rtl/>
              </w:rPr>
              <w:t xml:space="preserve"> </w:t>
            </w:r>
            <w:r w:rsidRPr="00011C55">
              <w:rPr>
                <w:rStyle w:val="Hyperlink"/>
                <w:rFonts w:hint="eastAsia"/>
                <w:noProof/>
                <w:rtl/>
              </w:rPr>
              <w:t>الآحاد</w:t>
            </w:r>
            <w:r w:rsidRPr="00011C55">
              <w:rPr>
                <w:rStyle w:val="Hyperlink"/>
                <w:noProof/>
                <w:rtl/>
              </w:rPr>
              <w:t xml:space="preserve"> </w:t>
            </w:r>
            <w:r w:rsidRPr="00011C55">
              <w:rPr>
                <w:rStyle w:val="Hyperlink"/>
                <w:rFonts w:hint="eastAsia"/>
                <w:noProof/>
                <w:rtl/>
              </w:rPr>
              <w:t>ثلاثة</w:t>
            </w:r>
            <w:r w:rsidRPr="00011C55">
              <w:rPr>
                <w:rStyle w:val="Hyperlink"/>
                <w:noProof/>
                <w:rtl/>
              </w:rPr>
              <w:t xml:space="preserve"> </w:t>
            </w:r>
            <w:r w:rsidRPr="00011C55">
              <w:rPr>
                <w:rStyle w:val="Hyperlink"/>
                <w:rFonts w:hint="eastAsia"/>
                <w:noProof/>
                <w:rtl/>
              </w:rPr>
              <w:t>رجال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Toc418412154 \h</w:instrText>
            </w:r>
            <w:r>
              <w:rPr>
                <w:noProof/>
                <w:webHidden/>
                <w:rtl/>
              </w:rPr>
              <w:instrText xml:space="preserve"> </w:instrText>
            </w:r>
            <w:r>
              <w:rPr>
                <w:noProof/>
                <w:webHidden/>
                <w:rtl/>
              </w:rPr>
            </w:r>
            <w:r>
              <w:rPr>
                <w:noProof/>
                <w:webHidden/>
                <w:rtl/>
              </w:rPr>
              <w:fldChar w:fldCharType="separate"/>
            </w:r>
            <w:r>
              <w:rPr>
                <w:noProof/>
                <w:webHidden/>
                <w:rtl/>
              </w:rPr>
              <w:t>247</w:t>
            </w:r>
            <w:r>
              <w:rPr>
                <w:noProof/>
                <w:webHidden/>
                <w:rtl/>
              </w:rPr>
              <w:fldChar w:fldCharType="end"/>
            </w:r>
          </w:hyperlink>
        </w:p>
        <w:p w:rsidR="0067321F" w:rsidRPr="0067321F" w:rsidRDefault="0067321F" w:rsidP="0067321F">
          <w:pPr>
            <w:pStyle w:val="libNormal"/>
            <w:rPr>
              <w:rStyle w:val="Hyperlink"/>
              <w:noProof/>
              <w:u w:val="none"/>
            </w:rPr>
          </w:pPr>
          <w:r w:rsidRPr="0067321F">
            <w:rPr>
              <w:rStyle w:val="Hyperlink"/>
              <w:noProof/>
              <w:u w:val="none"/>
            </w:rPr>
            <w:br w:type="page"/>
          </w:r>
        </w:p>
        <w:p w:rsidR="0067321F" w:rsidRDefault="0067321F">
          <w:pPr>
            <w:pStyle w:val="TOC2"/>
            <w:tabs>
              <w:tab w:val="right" w:leader="dot" w:pos="7786"/>
            </w:tabs>
            <w:rPr>
              <w:rFonts w:asciiTheme="minorHAnsi" w:eastAsiaTheme="minorEastAsia" w:hAnsiTheme="minorHAnsi" w:cstheme="minorBidi"/>
              <w:noProof/>
              <w:color w:val="auto"/>
              <w:sz w:val="22"/>
              <w:szCs w:val="22"/>
              <w:rtl/>
            </w:rPr>
          </w:pPr>
          <w:hyperlink w:anchor="_Toc418412155" w:history="1">
            <w:r w:rsidRPr="00011C55">
              <w:rPr>
                <w:rStyle w:val="Hyperlink"/>
                <w:rFonts w:hint="eastAsia"/>
                <w:noProof/>
                <w:rtl/>
              </w:rPr>
              <w:t>الفصل</w:t>
            </w:r>
            <w:r w:rsidRPr="00011C55">
              <w:rPr>
                <w:rStyle w:val="Hyperlink"/>
                <w:noProof/>
                <w:rtl/>
              </w:rPr>
              <w:t xml:space="preserve"> </w:t>
            </w:r>
            <w:r w:rsidRPr="00011C55">
              <w:rPr>
                <w:rStyle w:val="Hyperlink"/>
                <w:rFonts w:hint="eastAsia"/>
                <w:noProof/>
                <w:rtl/>
              </w:rPr>
              <w:t>التاسع</w:t>
            </w:r>
            <w:r w:rsidRPr="00011C55">
              <w:rPr>
                <w:rStyle w:val="Hyperlink"/>
                <w:noProof/>
                <w:rtl/>
              </w:rPr>
              <w:t xml:space="preserve"> </w:t>
            </w:r>
            <w:r w:rsidRPr="00011C55">
              <w:rPr>
                <w:rStyle w:val="Hyperlink"/>
                <w:rFonts w:hint="eastAsia"/>
                <w:noProof/>
                <w:rtl/>
              </w:rPr>
              <w:t>عشر</w:t>
            </w:r>
            <w:r w:rsidRPr="00011C55">
              <w:rPr>
                <w:rStyle w:val="Hyperlink"/>
                <w:noProof/>
                <w:rtl/>
              </w:rPr>
              <w:t xml:space="preserve"> </w:t>
            </w:r>
            <w:r w:rsidRPr="00011C55">
              <w:rPr>
                <w:rStyle w:val="Hyperlink"/>
                <w:rFonts w:hint="eastAsia"/>
                <w:noProof/>
                <w:rtl/>
              </w:rPr>
              <w:t>في</w:t>
            </w:r>
            <w:r w:rsidRPr="00011C55">
              <w:rPr>
                <w:rStyle w:val="Hyperlink"/>
                <w:noProof/>
                <w:rtl/>
              </w:rPr>
              <w:t xml:space="preserve"> </w:t>
            </w:r>
            <w:r w:rsidRPr="00011C55">
              <w:rPr>
                <w:rStyle w:val="Hyperlink"/>
                <w:rFonts w:hint="eastAsia"/>
                <w:noProof/>
                <w:rtl/>
              </w:rPr>
              <w:t>القاف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Toc418412155 \h</w:instrText>
            </w:r>
            <w:r>
              <w:rPr>
                <w:noProof/>
                <w:webHidden/>
                <w:rtl/>
              </w:rPr>
              <w:instrText xml:space="preserve"> </w:instrText>
            </w:r>
            <w:r>
              <w:rPr>
                <w:noProof/>
                <w:webHidden/>
                <w:rtl/>
              </w:rPr>
            </w:r>
            <w:r>
              <w:rPr>
                <w:noProof/>
                <w:webHidden/>
                <w:rtl/>
              </w:rPr>
              <w:fldChar w:fldCharType="separate"/>
            </w:r>
            <w:r>
              <w:rPr>
                <w:noProof/>
                <w:webHidden/>
                <w:rtl/>
              </w:rPr>
              <w:t>247</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2156"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الاول</w:t>
            </w:r>
            <w:r w:rsidRPr="00011C55">
              <w:rPr>
                <w:rStyle w:val="Hyperlink"/>
                <w:noProof/>
                <w:rtl/>
              </w:rPr>
              <w:t xml:space="preserve"> </w:t>
            </w:r>
            <w:r w:rsidRPr="00011C55">
              <w:rPr>
                <w:rStyle w:val="Hyperlink"/>
                <w:rFonts w:hint="eastAsia"/>
                <w:noProof/>
                <w:rtl/>
              </w:rPr>
              <w:t>في</w:t>
            </w:r>
            <w:r w:rsidRPr="00011C55">
              <w:rPr>
                <w:rStyle w:val="Hyperlink"/>
                <w:noProof/>
                <w:rtl/>
              </w:rPr>
              <w:t xml:space="preserve"> </w:t>
            </w:r>
            <w:r w:rsidRPr="00011C55">
              <w:rPr>
                <w:rStyle w:val="Hyperlink"/>
                <w:rFonts w:hint="eastAsia"/>
                <w:noProof/>
                <w:rtl/>
              </w:rPr>
              <w:t>القاسم</w:t>
            </w:r>
            <w:r w:rsidRPr="00011C55">
              <w:rPr>
                <w:rStyle w:val="Hyperlink"/>
                <w:noProof/>
                <w:rtl/>
              </w:rPr>
              <w:t xml:space="preserve"> </w:t>
            </w:r>
            <w:r w:rsidRPr="00011C55">
              <w:rPr>
                <w:rStyle w:val="Hyperlink"/>
                <w:rFonts w:hint="eastAsia"/>
                <w:noProof/>
                <w:rtl/>
              </w:rPr>
              <w:t>ثمانية</w:t>
            </w:r>
            <w:r w:rsidRPr="00011C55">
              <w:rPr>
                <w:rStyle w:val="Hyperlink"/>
                <w:noProof/>
                <w:rtl/>
              </w:rPr>
              <w:t xml:space="preserve"> </w:t>
            </w:r>
            <w:r w:rsidRPr="00011C55">
              <w:rPr>
                <w:rStyle w:val="Hyperlink"/>
                <w:rFonts w:hint="eastAsia"/>
                <w:noProof/>
                <w:rtl/>
              </w:rPr>
              <w:t>رجال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Toc418412156 \h</w:instrText>
            </w:r>
            <w:r>
              <w:rPr>
                <w:noProof/>
                <w:webHidden/>
                <w:rtl/>
              </w:rPr>
              <w:instrText xml:space="preserve"> </w:instrText>
            </w:r>
            <w:r>
              <w:rPr>
                <w:noProof/>
                <w:webHidden/>
                <w:rtl/>
              </w:rPr>
            </w:r>
            <w:r>
              <w:rPr>
                <w:noProof/>
                <w:webHidden/>
                <w:rtl/>
              </w:rPr>
              <w:fldChar w:fldCharType="separate"/>
            </w:r>
            <w:r>
              <w:rPr>
                <w:noProof/>
                <w:webHidden/>
                <w:rtl/>
              </w:rPr>
              <w:t>247</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2157"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الثاني</w:t>
            </w:r>
            <w:r w:rsidRPr="00011C55">
              <w:rPr>
                <w:rStyle w:val="Hyperlink"/>
                <w:noProof/>
                <w:rtl/>
              </w:rPr>
              <w:t xml:space="preserve"> </w:t>
            </w:r>
            <w:r w:rsidRPr="00011C55">
              <w:rPr>
                <w:rStyle w:val="Hyperlink"/>
                <w:rFonts w:hint="eastAsia"/>
                <w:noProof/>
                <w:rtl/>
              </w:rPr>
              <w:t>قيس</w:t>
            </w:r>
            <w:r w:rsidRPr="00011C55">
              <w:rPr>
                <w:rStyle w:val="Hyperlink"/>
                <w:noProof/>
                <w:rtl/>
              </w:rPr>
              <w:t xml:space="preserve"> </w:t>
            </w:r>
            <w:r w:rsidRPr="00011C55">
              <w:rPr>
                <w:rStyle w:val="Hyperlink"/>
                <w:rFonts w:hint="eastAsia"/>
                <w:noProof/>
                <w:rtl/>
              </w:rPr>
              <w:t>رجلان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Toc418412157 \h</w:instrText>
            </w:r>
            <w:r>
              <w:rPr>
                <w:noProof/>
                <w:webHidden/>
                <w:rtl/>
              </w:rPr>
              <w:instrText xml:space="preserve"> </w:instrText>
            </w:r>
            <w:r>
              <w:rPr>
                <w:noProof/>
                <w:webHidden/>
                <w:rtl/>
              </w:rPr>
            </w:r>
            <w:r>
              <w:rPr>
                <w:noProof/>
                <w:webHidden/>
                <w:rtl/>
              </w:rPr>
              <w:fldChar w:fldCharType="separate"/>
            </w:r>
            <w:r>
              <w:rPr>
                <w:noProof/>
                <w:webHidden/>
                <w:rtl/>
              </w:rPr>
              <w:t>248</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2158"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الثالث</w:t>
            </w:r>
            <w:r w:rsidRPr="00011C55">
              <w:rPr>
                <w:rStyle w:val="Hyperlink"/>
                <w:noProof/>
                <w:rtl/>
              </w:rPr>
              <w:t xml:space="preserve"> </w:t>
            </w:r>
            <w:r w:rsidRPr="00011C55">
              <w:rPr>
                <w:rStyle w:val="Hyperlink"/>
                <w:rFonts w:hint="eastAsia"/>
                <w:noProof/>
                <w:rtl/>
              </w:rPr>
              <w:t>في</w:t>
            </w:r>
            <w:r w:rsidRPr="00011C55">
              <w:rPr>
                <w:rStyle w:val="Hyperlink"/>
                <w:noProof/>
                <w:rtl/>
              </w:rPr>
              <w:t xml:space="preserve"> </w:t>
            </w:r>
            <w:r w:rsidRPr="00011C55">
              <w:rPr>
                <w:rStyle w:val="Hyperlink"/>
                <w:rFonts w:hint="eastAsia"/>
                <w:noProof/>
                <w:rtl/>
              </w:rPr>
              <w:t>الآحاد</w:t>
            </w:r>
            <w:r w:rsidRPr="00011C55">
              <w:rPr>
                <w:rStyle w:val="Hyperlink"/>
                <w:noProof/>
                <w:rtl/>
              </w:rPr>
              <w:t xml:space="preserve"> </w:t>
            </w:r>
            <w:r w:rsidRPr="00011C55">
              <w:rPr>
                <w:rStyle w:val="Hyperlink"/>
                <w:rFonts w:hint="eastAsia"/>
                <w:noProof/>
                <w:rtl/>
              </w:rPr>
              <w:t>رجلان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Toc418412158 \h</w:instrText>
            </w:r>
            <w:r>
              <w:rPr>
                <w:noProof/>
                <w:webHidden/>
                <w:rtl/>
              </w:rPr>
              <w:instrText xml:space="preserve"> </w:instrText>
            </w:r>
            <w:r>
              <w:rPr>
                <w:noProof/>
                <w:webHidden/>
                <w:rtl/>
              </w:rPr>
            </w:r>
            <w:r>
              <w:rPr>
                <w:noProof/>
                <w:webHidden/>
                <w:rtl/>
              </w:rPr>
              <w:fldChar w:fldCharType="separate"/>
            </w:r>
            <w:r>
              <w:rPr>
                <w:noProof/>
                <w:webHidden/>
                <w:rtl/>
              </w:rPr>
              <w:t>248</w:t>
            </w:r>
            <w:r>
              <w:rPr>
                <w:noProof/>
                <w:webHidden/>
                <w:rtl/>
              </w:rPr>
              <w:fldChar w:fldCharType="end"/>
            </w:r>
          </w:hyperlink>
        </w:p>
        <w:p w:rsidR="0067321F" w:rsidRDefault="0067321F">
          <w:pPr>
            <w:pStyle w:val="TOC2"/>
            <w:tabs>
              <w:tab w:val="right" w:leader="dot" w:pos="7786"/>
            </w:tabs>
            <w:rPr>
              <w:rFonts w:asciiTheme="minorHAnsi" w:eastAsiaTheme="minorEastAsia" w:hAnsiTheme="minorHAnsi" w:cstheme="minorBidi"/>
              <w:noProof/>
              <w:color w:val="auto"/>
              <w:sz w:val="22"/>
              <w:szCs w:val="22"/>
              <w:rtl/>
            </w:rPr>
          </w:pPr>
          <w:hyperlink w:anchor="_Toc418412159" w:history="1">
            <w:r w:rsidRPr="00011C55">
              <w:rPr>
                <w:rStyle w:val="Hyperlink"/>
                <w:rFonts w:hint="eastAsia"/>
                <w:noProof/>
                <w:rtl/>
              </w:rPr>
              <w:t>الفصل</w:t>
            </w:r>
            <w:r w:rsidRPr="00011C55">
              <w:rPr>
                <w:rStyle w:val="Hyperlink"/>
                <w:noProof/>
                <w:rtl/>
              </w:rPr>
              <w:t xml:space="preserve"> </w:t>
            </w:r>
            <w:r w:rsidRPr="00011C55">
              <w:rPr>
                <w:rStyle w:val="Hyperlink"/>
                <w:rFonts w:hint="eastAsia"/>
                <w:noProof/>
                <w:rtl/>
              </w:rPr>
              <w:t>العشرون</w:t>
            </w:r>
            <w:r w:rsidRPr="00011C55">
              <w:rPr>
                <w:rStyle w:val="Hyperlink"/>
                <w:noProof/>
                <w:rtl/>
              </w:rPr>
              <w:t xml:space="preserve"> </w:t>
            </w:r>
            <w:r w:rsidRPr="00011C55">
              <w:rPr>
                <w:rStyle w:val="Hyperlink"/>
                <w:rFonts w:hint="eastAsia"/>
                <w:noProof/>
                <w:rtl/>
              </w:rPr>
              <w:t>في</w:t>
            </w:r>
            <w:r w:rsidRPr="00011C55">
              <w:rPr>
                <w:rStyle w:val="Hyperlink"/>
                <w:noProof/>
                <w:rtl/>
              </w:rPr>
              <w:t xml:space="preserve"> </w:t>
            </w:r>
            <w:r w:rsidRPr="00011C55">
              <w:rPr>
                <w:rStyle w:val="Hyperlink"/>
                <w:rFonts w:hint="eastAsia"/>
                <w:noProof/>
                <w:rtl/>
              </w:rPr>
              <w:t>الكاف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Toc418412159 \h</w:instrText>
            </w:r>
            <w:r>
              <w:rPr>
                <w:noProof/>
                <w:webHidden/>
                <w:rtl/>
              </w:rPr>
              <w:instrText xml:space="preserve"> </w:instrText>
            </w:r>
            <w:r>
              <w:rPr>
                <w:noProof/>
                <w:webHidden/>
                <w:rtl/>
              </w:rPr>
            </w:r>
            <w:r>
              <w:rPr>
                <w:noProof/>
                <w:webHidden/>
                <w:rtl/>
              </w:rPr>
              <w:fldChar w:fldCharType="separate"/>
            </w:r>
            <w:r>
              <w:rPr>
                <w:noProof/>
                <w:webHidden/>
                <w:rtl/>
              </w:rPr>
              <w:t>249</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2160"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الاول</w:t>
            </w:r>
            <w:r w:rsidRPr="00011C55">
              <w:rPr>
                <w:rStyle w:val="Hyperlink"/>
                <w:noProof/>
                <w:rtl/>
              </w:rPr>
              <w:t xml:space="preserve"> </w:t>
            </w:r>
            <w:r w:rsidRPr="00011C55">
              <w:rPr>
                <w:rStyle w:val="Hyperlink"/>
                <w:rFonts w:hint="eastAsia"/>
                <w:noProof/>
                <w:rtl/>
              </w:rPr>
              <w:t>كثير</w:t>
            </w:r>
            <w:r w:rsidRPr="00011C55">
              <w:rPr>
                <w:rStyle w:val="Hyperlink"/>
                <w:noProof/>
                <w:rtl/>
              </w:rPr>
              <w:t xml:space="preserve"> </w:t>
            </w:r>
            <w:r w:rsidRPr="00011C55">
              <w:rPr>
                <w:rStyle w:val="Hyperlink"/>
                <w:rFonts w:hint="eastAsia"/>
                <w:noProof/>
                <w:rtl/>
              </w:rPr>
              <w:t>ثلاثة</w:t>
            </w:r>
            <w:r w:rsidRPr="00011C55">
              <w:rPr>
                <w:rStyle w:val="Hyperlink"/>
                <w:noProof/>
                <w:rtl/>
              </w:rPr>
              <w:t xml:space="preserve"> </w:t>
            </w:r>
            <w:r w:rsidRPr="00011C55">
              <w:rPr>
                <w:rStyle w:val="Hyperlink"/>
                <w:rFonts w:hint="eastAsia"/>
                <w:noProof/>
                <w:rtl/>
              </w:rPr>
              <w:t>رجال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Toc418412160 \h</w:instrText>
            </w:r>
            <w:r>
              <w:rPr>
                <w:noProof/>
                <w:webHidden/>
                <w:rtl/>
              </w:rPr>
              <w:instrText xml:space="preserve"> </w:instrText>
            </w:r>
            <w:r>
              <w:rPr>
                <w:noProof/>
                <w:webHidden/>
                <w:rtl/>
              </w:rPr>
            </w:r>
            <w:r>
              <w:rPr>
                <w:noProof/>
                <w:webHidden/>
                <w:rtl/>
              </w:rPr>
              <w:fldChar w:fldCharType="separate"/>
            </w:r>
            <w:r>
              <w:rPr>
                <w:noProof/>
                <w:webHidden/>
                <w:rtl/>
              </w:rPr>
              <w:t>249</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2161"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الثاني</w:t>
            </w:r>
            <w:r w:rsidRPr="00011C55">
              <w:rPr>
                <w:rStyle w:val="Hyperlink"/>
                <w:noProof/>
                <w:rtl/>
              </w:rPr>
              <w:t xml:space="preserve"> </w:t>
            </w:r>
            <w:r w:rsidRPr="00011C55">
              <w:rPr>
                <w:rStyle w:val="Hyperlink"/>
                <w:rFonts w:hint="eastAsia"/>
                <w:noProof/>
                <w:rtl/>
              </w:rPr>
              <w:t>في</w:t>
            </w:r>
            <w:r w:rsidRPr="00011C55">
              <w:rPr>
                <w:rStyle w:val="Hyperlink"/>
                <w:noProof/>
                <w:rtl/>
              </w:rPr>
              <w:t xml:space="preserve"> </w:t>
            </w:r>
            <w:r w:rsidRPr="00011C55">
              <w:rPr>
                <w:rStyle w:val="Hyperlink"/>
                <w:rFonts w:hint="eastAsia"/>
                <w:noProof/>
                <w:rtl/>
              </w:rPr>
              <w:t>الآحاد</w:t>
            </w:r>
            <w:r w:rsidRPr="00011C55">
              <w:rPr>
                <w:rStyle w:val="Hyperlink"/>
                <w:noProof/>
                <w:rtl/>
              </w:rPr>
              <w:t xml:space="preserve"> </w:t>
            </w:r>
            <w:r w:rsidRPr="00011C55">
              <w:rPr>
                <w:rStyle w:val="Hyperlink"/>
                <w:rFonts w:hint="eastAsia"/>
                <w:noProof/>
                <w:rtl/>
              </w:rPr>
              <w:t>رجل</w:t>
            </w:r>
            <w:r w:rsidRPr="00011C55">
              <w:rPr>
                <w:rStyle w:val="Hyperlink"/>
                <w:noProof/>
                <w:rtl/>
              </w:rPr>
              <w:t xml:space="preserve"> </w:t>
            </w:r>
            <w:r w:rsidRPr="00011C55">
              <w:rPr>
                <w:rStyle w:val="Hyperlink"/>
                <w:rFonts w:hint="eastAsia"/>
                <w:noProof/>
                <w:rtl/>
              </w:rPr>
              <w:t>واحد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Toc418412161 \h</w:instrText>
            </w:r>
            <w:r>
              <w:rPr>
                <w:noProof/>
                <w:webHidden/>
                <w:rtl/>
              </w:rPr>
              <w:instrText xml:space="preserve"> </w:instrText>
            </w:r>
            <w:r>
              <w:rPr>
                <w:noProof/>
                <w:webHidden/>
                <w:rtl/>
              </w:rPr>
            </w:r>
            <w:r>
              <w:rPr>
                <w:noProof/>
                <w:webHidden/>
                <w:rtl/>
              </w:rPr>
              <w:fldChar w:fldCharType="separate"/>
            </w:r>
            <w:r>
              <w:rPr>
                <w:noProof/>
                <w:webHidden/>
                <w:rtl/>
              </w:rPr>
              <w:t>249</w:t>
            </w:r>
            <w:r>
              <w:rPr>
                <w:noProof/>
                <w:webHidden/>
                <w:rtl/>
              </w:rPr>
              <w:fldChar w:fldCharType="end"/>
            </w:r>
          </w:hyperlink>
        </w:p>
        <w:p w:rsidR="0067321F" w:rsidRDefault="0067321F">
          <w:pPr>
            <w:pStyle w:val="TOC2"/>
            <w:tabs>
              <w:tab w:val="right" w:leader="dot" w:pos="7786"/>
            </w:tabs>
            <w:rPr>
              <w:rFonts w:asciiTheme="minorHAnsi" w:eastAsiaTheme="minorEastAsia" w:hAnsiTheme="minorHAnsi" w:cstheme="minorBidi"/>
              <w:noProof/>
              <w:color w:val="auto"/>
              <w:sz w:val="22"/>
              <w:szCs w:val="22"/>
              <w:rtl/>
            </w:rPr>
          </w:pPr>
          <w:hyperlink w:anchor="_Toc418412162" w:history="1">
            <w:r w:rsidRPr="00011C55">
              <w:rPr>
                <w:rStyle w:val="Hyperlink"/>
                <w:rFonts w:hint="eastAsia"/>
                <w:noProof/>
                <w:rtl/>
              </w:rPr>
              <w:t>الفصل</w:t>
            </w:r>
            <w:r w:rsidRPr="00011C55">
              <w:rPr>
                <w:rStyle w:val="Hyperlink"/>
                <w:noProof/>
                <w:rtl/>
              </w:rPr>
              <w:t xml:space="preserve"> </w:t>
            </w:r>
            <w:r w:rsidRPr="00011C55">
              <w:rPr>
                <w:rStyle w:val="Hyperlink"/>
                <w:rFonts w:hint="eastAsia"/>
                <w:noProof/>
                <w:rtl/>
              </w:rPr>
              <w:t>الثالث</w:t>
            </w:r>
            <w:r w:rsidRPr="00011C55">
              <w:rPr>
                <w:rStyle w:val="Hyperlink"/>
                <w:noProof/>
                <w:rtl/>
              </w:rPr>
              <w:t xml:space="preserve"> </w:t>
            </w:r>
            <w:r w:rsidRPr="00011C55">
              <w:rPr>
                <w:rStyle w:val="Hyperlink"/>
                <w:rFonts w:hint="eastAsia"/>
                <w:noProof/>
                <w:rtl/>
              </w:rPr>
              <w:t>والعشرون</w:t>
            </w:r>
            <w:r w:rsidRPr="00011C55">
              <w:rPr>
                <w:rStyle w:val="Hyperlink"/>
                <w:noProof/>
                <w:rtl/>
              </w:rPr>
              <w:t xml:space="preserve"> </w:t>
            </w:r>
            <w:r w:rsidRPr="00011C55">
              <w:rPr>
                <w:rStyle w:val="Hyperlink"/>
                <w:rFonts w:hint="eastAsia"/>
                <w:noProof/>
                <w:rtl/>
              </w:rPr>
              <w:t>في</w:t>
            </w:r>
            <w:r w:rsidRPr="00011C55">
              <w:rPr>
                <w:rStyle w:val="Hyperlink"/>
                <w:noProof/>
                <w:rtl/>
              </w:rPr>
              <w:t xml:space="preserve"> </w:t>
            </w:r>
            <w:r w:rsidRPr="00011C55">
              <w:rPr>
                <w:rStyle w:val="Hyperlink"/>
                <w:rFonts w:hint="eastAsia"/>
                <w:noProof/>
                <w:rtl/>
              </w:rPr>
              <w:t>النون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Toc418412162 \h</w:instrText>
            </w:r>
            <w:r>
              <w:rPr>
                <w:noProof/>
                <w:webHidden/>
                <w:rtl/>
              </w:rPr>
              <w:instrText xml:space="preserve"> </w:instrText>
            </w:r>
            <w:r>
              <w:rPr>
                <w:noProof/>
                <w:webHidden/>
                <w:rtl/>
              </w:rPr>
            </w:r>
            <w:r>
              <w:rPr>
                <w:noProof/>
                <w:webHidden/>
                <w:rtl/>
              </w:rPr>
              <w:fldChar w:fldCharType="separate"/>
            </w:r>
            <w:r>
              <w:rPr>
                <w:noProof/>
                <w:webHidden/>
                <w:rtl/>
              </w:rPr>
              <w:t>249</w:t>
            </w:r>
            <w:r>
              <w:rPr>
                <w:noProof/>
                <w:webHidden/>
                <w:rtl/>
              </w:rPr>
              <w:fldChar w:fldCharType="end"/>
            </w:r>
          </w:hyperlink>
        </w:p>
        <w:p w:rsidR="0067321F" w:rsidRDefault="0067321F">
          <w:pPr>
            <w:pStyle w:val="TOC2"/>
            <w:tabs>
              <w:tab w:val="right" w:leader="dot" w:pos="7786"/>
            </w:tabs>
            <w:rPr>
              <w:rFonts w:asciiTheme="minorHAnsi" w:eastAsiaTheme="minorEastAsia" w:hAnsiTheme="minorHAnsi" w:cstheme="minorBidi"/>
              <w:noProof/>
              <w:color w:val="auto"/>
              <w:sz w:val="22"/>
              <w:szCs w:val="22"/>
              <w:rtl/>
            </w:rPr>
          </w:pPr>
          <w:hyperlink w:anchor="_Toc418412163" w:history="1">
            <w:r w:rsidRPr="00011C55">
              <w:rPr>
                <w:rStyle w:val="Hyperlink"/>
                <w:rFonts w:hint="eastAsia"/>
                <w:noProof/>
                <w:rtl/>
              </w:rPr>
              <w:t>الفصل</w:t>
            </w:r>
            <w:r w:rsidRPr="00011C55">
              <w:rPr>
                <w:rStyle w:val="Hyperlink"/>
                <w:noProof/>
                <w:rtl/>
              </w:rPr>
              <w:t xml:space="preserve"> </w:t>
            </w:r>
            <w:r w:rsidRPr="00011C55">
              <w:rPr>
                <w:rStyle w:val="Hyperlink"/>
                <w:rFonts w:hint="eastAsia"/>
                <w:noProof/>
                <w:rtl/>
              </w:rPr>
              <w:t>الخامس</w:t>
            </w:r>
            <w:r w:rsidRPr="00011C55">
              <w:rPr>
                <w:rStyle w:val="Hyperlink"/>
                <w:noProof/>
                <w:rtl/>
              </w:rPr>
              <w:t xml:space="preserve"> </w:t>
            </w:r>
            <w:r w:rsidRPr="00011C55">
              <w:rPr>
                <w:rStyle w:val="Hyperlink"/>
                <w:rFonts w:hint="eastAsia"/>
                <w:noProof/>
                <w:rtl/>
              </w:rPr>
              <w:t>والعشرون</w:t>
            </w:r>
            <w:r w:rsidRPr="00011C55">
              <w:rPr>
                <w:rStyle w:val="Hyperlink"/>
                <w:noProof/>
                <w:rtl/>
              </w:rPr>
              <w:t xml:space="preserve"> </w:t>
            </w:r>
            <w:r w:rsidRPr="00011C55">
              <w:rPr>
                <w:rStyle w:val="Hyperlink"/>
                <w:rFonts w:hint="eastAsia"/>
                <w:noProof/>
                <w:rtl/>
              </w:rPr>
              <w:t>في</w:t>
            </w:r>
            <w:r w:rsidRPr="00011C55">
              <w:rPr>
                <w:rStyle w:val="Hyperlink"/>
                <w:noProof/>
                <w:rtl/>
              </w:rPr>
              <w:t xml:space="preserve"> </w:t>
            </w:r>
            <w:r w:rsidRPr="00011C55">
              <w:rPr>
                <w:rStyle w:val="Hyperlink"/>
                <w:rFonts w:hint="eastAsia"/>
                <w:noProof/>
                <w:rtl/>
              </w:rPr>
              <w:t>الهاء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Toc418412163 \h</w:instrText>
            </w:r>
            <w:r>
              <w:rPr>
                <w:noProof/>
                <w:webHidden/>
                <w:rtl/>
              </w:rPr>
              <w:instrText xml:space="preserve"> </w:instrText>
            </w:r>
            <w:r>
              <w:rPr>
                <w:noProof/>
                <w:webHidden/>
                <w:rtl/>
              </w:rPr>
            </w:r>
            <w:r>
              <w:rPr>
                <w:noProof/>
                <w:webHidden/>
                <w:rtl/>
              </w:rPr>
              <w:fldChar w:fldCharType="separate"/>
            </w:r>
            <w:r>
              <w:rPr>
                <w:noProof/>
                <w:webHidden/>
                <w:rtl/>
              </w:rPr>
              <w:t>250</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2164"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الاول</w:t>
            </w:r>
            <w:r w:rsidRPr="00011C55">
              <w:rPr>
                <w:rStyle w:val="Hyperlink"/>
                <w:noProof/>
                <w:rtl/>
              </w:rPr>
              <w:t xml:space="preserve"> </w:t>
            </w:r>
            <w:r w:rsidRPr="00011C55">
              <w:rPr>
                <w:rStyle w:val="Hyperlink"/>
                <w:rFonts w:hint="eastAsia"/>
                <w:noProof/>
                <w:rtl/>
              </w:rPr>
              <w:t>هارون</w:t>
            </w:r>
            <w:r w:rsidRPr="00011C55">
              <w:rPr>
                <w:rStyle w:val="Hyperlink"/>
                <w:noProof/>
                <w:rtl/>
              </w:rPr>
              <w:t xml:space="preserve"> </w:t>
            </w:r>
            <w:r w:rsidRPr="00011C55">
              <w:rPr>
                <w:rStyle w:val="Hyperlink"/>
                <w:rFonts w:hint="eastAsia"/>
                <w:noProof/>
                <w:rtl/>
              </w:rPr>
              <w:t>رجلان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Toc418412164 \h</w:instrText>
            </w:r>
            <w:r>
              <w:rPr>
                <w:noProof/>
                <w:webHidden/>
                <w:rtl/>
              </w:rPr>
              <w:instrText xml:space="preserve"> </w:instrText>
            </w:r>
            <w:r>
              <w:rPr>
                <w:noProof/>
                <w:webHidden/>
                <w:rtl/>
              </w:rPr>
            </w:r>
            <w:r>
              <w:rPr>
                <w:noProof/>
                <w:webHidden/>
                <w:rtl/>
              </w:rPr>
              <w:fldChar w:fldCharType="separate"/>
            </w:r>
            <w:r>
              <w:rPr>
                <w:noProof/>
                <w:webHidden/>
                <w:rtl/>
              </w:rPr>
              <w:t>250</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2165"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الثانى</w:t>
            </w:r>
            <w:r w:rsidRPr="00011C55">
              <w:rPr>
                <w:rStyle w:val="Hyperlink"/>
                <w:noProof/>
                <w:rtl/>
              </w:rPr>
              <w:t xml:space="preserve"> </w:t>
            </w:r>
            <w:r w:rsidRPr="00011C55">
              <w:rPr>
                <w:rStyle w:val="Hyperlink"/>
                <w:rFonts w:hint="eastAsia"/>
                <w:noProof/>
                <w:rtl/>
              </w:rPr>
              <w:t>في</w:t>
            </w:r>
            <w:r w:rsidRPr="00011C55">
              <w:rPr>
                <w:rStyle w:val="Hyperlink"/>
                <w:noProof/>
                <w:rtl/>
              </w:rPr>
              <w:t xml:space="preserve"> </w:t>
            </w:r>
            <w:r w:rsidRPr="00011C55">
              <w:rPr>
                <w:rStyle w:val="Hyperlink"/>
                <w:rFonts w:hint="eastAsia"/>
                <w:noProof/>
                <w:rtl/>
              </w:rPr>
              <w:t>الآحاد</w:t>
            </w:r>
            <w:r w:rsidRPr="00011C55">
              <w:rPr>
                <w:rStyle w:val="Hyperlink"/>
                <w:noProof/>
                <w:rtl/>
              </w:rPr>
              <w:t xml:space="preserve"> </w:t>
            </w:r>
            <w:r w:rsidRPr="00011C55">
              <w:rPr>
                <w:rStyle w:val="Hyperlink"/>
                <w:rFonts w:hint="eastAsia"/>
                <w:noProof/>
                <w:rtl/>
              </w:rPr>
              <w:t>ثلاثة</w:t>
            </w:r>
            <w:r w:rsidRPr="00011C55">
              <w:rPr>
                <w:rStyle w:val="Hyperlink"/>
                <w:noProof/>
                <w:rtl/>
              </w:rPr>
              <w:t xml:space="preserve"> </w:t>
            </w:r>
            <w:r w:rsidRPr="00011C55">
              <w:rPr>
                <w:rStyle w:val="Hyperlink"/>
                <w:rFonts w:hint="eastAsia"/>
                <w:noProof/>
                <w:rtl/>
              </w:rPr>
              <w:t>رجال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Toc418412165 \h</w:instrText>
            </w:r>
            <w:r>
              <w:rPr>
                <w:noProof/>
                <w:webHidden/>
                <w:rtl/>
              </w:rPr>
              <w:instrText xml:space="preserve"> </w:instrText>
            </w:r>
            <w:r>
              <w:rPr>
                <w:noProof/>
                <w:webHidden/>
                <w:rtl/>
              </w:rPr>
            </w:r>
            <w:r>
              <w:rPr>
                <w:noProof/>
                <w:webHidden/>
                <w:rtl/>
              </w:rPr>
              <w:fldChar w:fldCharType="separate"/>
            </w:r>
            <w:r>
              <w:rPr>
                <w:noProof/>
                <w:webHidden/>
                <w:rtl/>
              </w:rPr>
              <w:t>250</w:t>
            </w:r>
            <w:r>
              <w:rPr>
                <w:noProof/>
                <w:webHidden/>
                <w:rtl/>
              </w:rPr>
              <w:fldChar w:fldCharType="end"/>
            </w:r>
          </w:hyperlink>
        </w:p>
        <w:p w:rsidR="0067321F" w:rsidRDefault="0067321F">
          <w:pPr>
            <w:pStyle w:val="TOC2"/>
            <w:tabs>
              <w:tab w:val="right" w:leader="dot" w:pos="7786"/>
            </w:tabs>
            <w:rPr>
              <w:rFonts w:asciiTheme="minorHAnsi" w:eastAsiaTheme="minorEastAsia" w:hAnsiTheme="minorHAnsi" w:cstheme="minorBidi"/>
              <w:noProof/>
              <w:color w:val="auto"/>
              <w:sz w:val="22"/>
              <w:szCs w:val="22"/>
              <w:rtl/>
            </w:rPr>
          </w:pPr>
          <w:hyperlink w:anchor="_Toc418412166" w:history="1">
            <w:r w:rsidRPr="00011C55">
              <w:rPr>
                <w:rStyle w:val="Hyperlink"/>
                <w:rFonts w:hint="eastAsia"/>
                <w:noProof/>
                <w:rtl/>
              </w:rPr>
              <w:t>الفصل</w:t>
            </w:r>
            <w:r w:rsidRPr="00011C55">
              <w:rPr>
                <w:rStyle w:val="Hyperlink"/>
                <w:noProof/>
                <w:rtl/>
              </w:rPr>
              <w:t xml:space="preserve"> </w:t>
            </w:r>
            <w:r w:rsidRPr="00011C55">
              <w:rPr>
                <w:rStyle w:val="Hyperlink"/>
                <w:rFonts w:hint="eastAsia"/>
                <w:noProof/>
                <w:rtl/>
              </w:rPr>
              <w:t>السادس</w:t>
            </w:r>
            <w:r w:rsidRPr="00011C55">
              <w:rPr>
                <w:rStyle w:val="Hyperlink"/>
                <w:noProof/>
                <w:rtl/>
              </w:rPr>
              <w:t xml:space="preserve"> </w:t>
            </w:r>
            <w:r w:rsidRPr="00011C55">
              <w:rPr>
                <w:rStyle w:val="Hyperlink"/>
                <w:rFonts w:hint="eastAsia"/>
                <w:noProof/>
                <w:rtl/>
              </w:rPr>
              <w:t>والعشرون</w:t>
            </w:r>
            <w:r w:rsidRPr="00011C55">
              <w:rPr>
                <w:rStyle w:val="Hyperlink"/>
                <w:noProof/>
                <w:rtl/>
              </w:rPr>
              <w:t xml:space="preserve"> </w:t>
            </w:r>
            <w:r w:rsidRPr="00011C55">
              <w:rPr>
                <w:rStyle w:val="Hyperlink"/>
                <w:rFonts w:hint="eastAsia"/>
                <w:noProof/>
                <w:rtl/>
              </w:rPr>
              <w:t>في</w:t>
            </w:r>
            <w:r w:rsidRPr="00011C55">
              <w:rPr>
                <w:rStyle w:val="Hyperlink"/>
                <w:noProof/>
                <w:rtl/>
              </w:rPr>
              <w:t xml:space="preserve"> </w:t>
            </w:r>
            <w:r w:rsidRPr="00011C55">
              <w:rPr>
                <w:rStyle w:val="Hyperlink"/>
                <w:rFonts w:hint="eastAsia"/>
                <w:noProof/>
                <w:rtl/>
              </w:rPr>
              <w:t>الياء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Toc418412166 \h</w:instrText>
            </w:r>
            <w:r>
              <w:rPr>
                <w:noProof/>
                <w:webHidden/>
                <w:rtl/>
              </w:rPr>
              <w:instrText xml:space="preserve"> </w:instrText>
            </w:r>
            <w:r>
              <w:rPr>
                <w:noProof/>
                <w:webHidden/>
                <w:rtl/>
              </w:rPr>
            </w:r>
            <w:r>
              <w:rPr>
                <w:noProof/>
                <w:webHidden/>
                <w:rtl/>
              </w:rPr>
              <w:fldChar w:fldCharType="separate"/>
            </w:r>
            <w:r>
              <w:rPr>
                <w:noProof/>
                <w:webHidden/>
                <w:rtl/>
              </w:rPr>
              <w:t>251</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2167"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الاول</w:t>
            </w:r>
            <w:r w:rsidRPr="00011C55">
              <w:rPr>
                <w:rStyle w:val="Hyperlink"/>
                <w:noProof/>
                <w:rtl/>
              </w:rPr>
              <w:t xml:space="preserve"> </w:t>
            </w:r>
            <w:r w:rsidRPr="00011C55">
              <w:rPr>
                <w:rStyle w:val="Hyperlink"/>
                <w:rFonts w:hint="eastAsia"/>
                <w:noProof/>
                <w:rtl/>
              </w:rPr>
              <w:t>يحيى</w:t>
            </w:r>
            <w:r w:rsidRPr="00011C55">
              <w:rPr>
                <w:rStyle w:val="Hyperlink"/>
                <w:noProof/>
                <w:rtl/>
              </w:rPr>
              <w:t xml:space="preserve"> </w:t>
            </w:r>
            <w:r w:rsidRPr="00011C55">
              <w:rPr>
                <w:rStyle w:val="Hyperlink"/>
                <w:rFonts w:hint="eastAsia"/>
                <w:noProof/>
                <w:rtl/>
              </w:rPr>
              <w:t>سبعة</w:t>
            </w:r>
            <w:r w:rsidRPr="00011C55">
              <w:rPr>
                <w:rStyle w:val="Hyperlink"/>
                <w:noProof/>
                <w:rtl/>
              </w:rPr>
              <w:t xml:space="preserve"> </w:t>
            </w:r>
            <w:r w:rsidRPr="00011C55">
              <w:rPr>
                <w:rStyle w:val="Hyperlink"/>
                <w:rFonts w:hint="eastAsia"/>
                <w:noProof/>
                <w:rtl/>
              </w:rPr>
              <w:t>رجال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Toc418412167 \h</w:instrText>
            </w:r>
            <w:r>
              <w:rPr>
                <w:noProof/>
                <w:webHidden/>
                <w:rtl/>
              </w:rPr>
              <w:instrText xml:space="preserve"> </w:instrText>
            </w:r>
            <w:r>
              <w:rPr>
                <w:noProof/>
                <w:webHidden/>
                <w:rtl/>
              </w:rPr>
            </w:r>
            <w:r>
              <w:rPr>
                <w:noProof/>
                <w:webHidden/>
                <w:rtl/>
              </w:rPr>
              <w:fldChar w:fldCharType="separate"/>
            </w:r>
            <w:r>
              <w:rPr>
                <w:noProof/>
                <w:webHidden/>
                <w:rtl/>
              </w:rPr>
              <w:t>251</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2168"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الثاني</w:t>
            </w:r>
            <w:r w:rsidRPr="00011C55">
              <w:rPr>
                <w:rStyle w:val="Hyperlink"/>
                <w:noProof/>
                <w:rtl/>
              </w:rPr>
              <w:t xml:space="preserve"> </w:t>
            </w:r>
            <w:r w:rsidRPr="00011C55">
              <w:rPr>
                <w:rStyle w:val="Hyperlink"/>
                <w:rFonts w:hint="eastAsia"/>
                <w:noProof/>
                <w:rtl/>
              </w:rPr>
              <w:t>يزيد</w:t>
            </w:r>
            <w:r w:rsidRPr="00011C55">
              <w:rPr>
                <w:rStyle w:val="Hyperlink"/>
                <w:noProof/>
                <w:rtl/>
              </w:rPr>
              <w:t xml:space="preserve"> </w:t>
            </w:r>
            <w:r w:rsidRPr="00011C55">
              <w:rPr>
                <w:rStyle w:val="Hyperlink"/>
                <w:rFonts w:hint="eastAsia"/>
                <w:noProof/>
                <w:rtl/>
              </w:rPr>
              <w:t>ثلاثة</w:t>
            </w:r>
            <w:r w:rsidRPr="00011C55">
              <w:rPr>
                <w:rStyle w:val="Hyperlink"/>
                <w:noProof/>
                <w:rtl/>
              </w:rPr>
              <w:t xml:space="preserve"> </w:t>
            </w:r>
            <w:r w:rsidRPr="00011C55">
              <w:rPr>
                <w:rStyle w:val="Hyperlink"/>
                <w:rFonts w:hint="eastAsia"/>
                <w:noProof/>
                <w:rtl/>
              </w:rPr>
              <w:t>رجال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Toc418412168 \h</w:instrText>
            </w:r>
            <w:r>
              <w:rPr>
                <w:noProof/>
                <w:webHidden/>
                <w:rtl/>
              </w:rPr>
              <w:instrText xml:space="preserve"> </w:instrText>
            </w:r>
            <w:r>
              <w:rPr>
                <w:noProof/>
                <w:webHidden/>
                <w:rtl/>
              </w:rPr>
            </w:r>
            <w:r>
              <w:rPr>
                <w:noProof/>
                <w:webHidden/>
                <w:rtl/>
              </w:rPr>
              <w:fldChar w:fldCharType="separate"/>
            </w:r>
            <w:r>
              <w:rPr>
                <w:noProof/>
                <w:webHidden/>
                <w:rtl/>
              </w:rPr>
              <w:t>252</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2169"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الثالث</w:t>
            </w:r>
            <w:r w:rsidRPr="00011C55">
              <w:rPr>
                <w:rStyle w:val="Hyperlink"/>
                <w:noProof/>
                <w:rtl/>
              </w:rPr>
              <w:t xml:space="preserve"> </w:t>
            </w:r>
            <w:r w:rsidRPr="00011C55">
              <w:rPr>
                <w:rStyle w:val="Hyperlink"/>
                <w:rFonts w:hint="eastAsia"/>
                <w:noProof/>
                <w:rtl/>
              </w:rPr>
              <w:t>يوسف</w:t>
            </w:r>
            <w:r w:rsidRPr="00011C55">
              <w:rPr>
                <w:rStyle w:val="Hyperlink"/>
                <w:noProof/>
                <w:rtl/>
              </w:rPr>
              <w:t xml:space="preserve"> </w:t>
            </w:r>
            <w:r w:rsidRPr="00011C55">
              <w:rPr>
                <w:rStyle w:val="Hyperlink"/>
                <w:rFonts w:hint="eastAsia"/>
                <w:noProof/>
                <w:rtl/>
              </w:rPr>
              <w:t>خمسة</w:t>
            </w:r>
            <w:r w:rsidRPr="00011C55">
              <w:rPr>
                <w:rStyle w:val="Hyperlink"/>
                <w:noProof/>
                <w:rtl/>
              </w:rPr>
              <w:t xml:space="preserve"> </w:t>
            </w:r>
            <w:r w:rsidRPr="00011C55">
              <w:rPr>
                <w:rStyle w:val="Hyperlink"/>
                <w:rFonts w:hint="eastAsia"/>
                <w:noProof/>
                <w:rtl/>
              </w:rPr>
              <w:t>رجال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Toc418412169 \h</w:instrText>
            </w:r>
            <w:r>
              <w:rPr>
                <w:noProof/>
                <w:webHidden/>
                <w:rtl/>
              </w:rPr>
              <w:instrText xml:space="preserve"> </w:instrText>
            </w:r>
            <w:r>
              <w:rPr>
                <w:noProof/>
                <w:webHidden/>
                <w:rtl/>
              </w:rPr>
            </w:r>
            <w:r>
              <w:rPr>
                <w:noProof/>
                <w:webHidden/>
                <w:rtl/>
              </w:rPr>
              <w:fldChar w:fldCharType="separate"/>
            </w:r>
            <w:r>
              <w:rPr>
                <w:noProof/>
                <w:webHidden/>
                <w:rtl/>
              </w:rPr>
              <w:t>252</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2170"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الرابع</w:t>
            </w:r>
            <w:r w:rsidRPr="00011C55">
              <w:rPr>
                <w:rStyle w:val="Hyperlink"/>
                <w:noProof/>
                <w:rtl/>
              </w:rPr>
              <w:t xml:space="preserve"> </w:t>
            </w:r>
            <w:r w:rsidRPr="00011C55">
              <w:rPr>
                <w:rStyle w:val="Hyperlink"/>
                <w:rFonts w:hint="eastAsia"/>
                <w:noProof/>
                <w:rtl/>
              </w:rPr>
              <w:t>يونس</w:t>
            </w:r>
            <w:r w:rsidRPr="00011C55">
              <w:rPr>
                <w:rStyle w:val="Hyperlink"/>
                <w:noProof/>
                <w:rtl/>
              </w:rPr>
              <w:t xml:space="preserve"> </w:t>
            </w:r>
            <w:r w:rsidRPr="00011C55">
              <w:rPr>
                <w:rStyle w:val="Hyperlink"/>
                <w:rFonts w:hint="eastAsia"/>
                <w:noProof/>
                <w:rtl/>
              </w:rPr>
              <w:t>ثلاثة</w:t>
            </w:r>
            <w:r w:rsidRPr="00011C55">
              <w:rPr>
                <w:rStyle w:val="Hyperlink"/>
                <w:noProof/>
                <w:rtl/>
              </w:rPr>
              <w:t xml:space="preserve"> </w:t>
            </w:r>
            <w:r w:rsidRPr="00011C55">
              <w:rPr>
                <w:rStyle w:val="Hyperlink"/>
                <w:rFonts w:hint="eastAsia"/>
                <w:noProof/>
                <w:rtl/>
              </w:rPr>
              <w:t>رجال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Toc418412170 \h</w:instrText>
            </w:r>
            <w:r>
              <w:rPr>
                <w:noProof/>
                <w:webHidden/>
                <w:rtl/>
              </w:rPr>
              <w:instrText xml:space="preserve"> </w:instrText>
            </w:r>
            <w:r>
              <w:rPr>
                <w:noProof/>
                <w:webHidden/>
                <w:rtl/>
              </w:rPr>
            </w:r>
            <w:r>
              <w:rPr>
                <w:noProof/>
                <w:webHidden/>
                <w:rtl/>
              </w:rPr>
              <w:fldChar w:fldCharType="separate"/>
            </w:r>
            <w:r>
              <w:rPr>
                <w:noProof/>
                <w:webHidden/>
                <w:rtl/>
              </w:rPr>
              <w:t>253</w:t>
            </w:r>
            <w:r>
              <w:rPr>
                <w:noProof/>
                <w:webHidden/>
                <w:rtl/>
              </w:rPr>
              <w:fldChar w:fldCharType="end"/>
            </w:r>
          </w:hyperlink>
        </w:p>
        <w:p w:rsidR="0067321F" w:rsidRDefault="0067321F">
          <w:pPr>
            <w:pStyle w:val="TOC3"/>
            <w:rPr>
              <w:rFonts w:asciiTheme="minorHAnsi" w:eastAsiaTheme="minorEastAsia" w:hAnsiTheme="minorHAnsi" w:cstheme="minorBidi"/>
              <w:noProof/>
              <w:color w:val="auto"/>
              <w:sz w:val="22"/>
              <w:szCs w:val="22"/>
              <w:rtl/>
            </w:rPr>
          </w:pPr>
          <w:hyperlink w:anchor="_Toc418412171" w:history="1">
            <w:r w:rsidRPr="00011C55">
              <w:rPr>
                <w:rStyle w:val="Hyperlink"/>
                <w:rFonts w:hint="eastAsia"/>
                <w:noProof/>
                <w:rtl/>
              </w:rPr>
              <w:t>الباب</w:t>
            </w:r>
            <w:r w:rsidRPr="00011C55">
              <w:rPr>
                <w:rStyle w:val="Hyperlink"/>
                <w:noProof/>
                <w:rtl/>
              </w:rPr>
              <w:t xml:space="preserve"> </w:t>
            </w:r>
            <w:r w:rsidRPr="00011C55">
              <w:rPr>
                <w:rStyle w:val="Hyperlink"/>
                <w:rFonts w:hint="eastAsia"/>
                <w:noProof/>
                <w:rtl/>
              </w:rPr>
              <w:t>الخامس</w:t>
            </w:r>
            <w:r w:rsidRPr="00011C55">
              <w:rPr>
                <w:rStyle w:val="Hyperlink"/>
                <w:noProof/>
                <w:rtl/>
              </w:rPr>
              <w:t xml:space="preserve"> </w:t>
            </w:r>
            <w:r w:rsidRPr="00011C55">
              <w:rPr>
                <w:rStyle w:val="Hyperlink"/>
                <w:rFonts w:hint="eastAsia"/>
                <w:noProof/>
                <w:rtl/>
              </w:rPr>
              <w:t>في</w:t>
            </w:r>
            <w:r w:rsidRPr="00011C55">
              <w:rPr>
                <w:rStyle w:val="Hyperlink"/>
                <w:noProof/>
                <w:rtl/>
              </w:rPr>
              <w:t xml:space="preserve"> </w:t>
            </w:r>
            <w:r w:rsidRPr="00011C55">
              <w:rPr>
                <w:rStyle w:val="Hyperlink"/>
                <w:rFonts w:hint="eastAsia"/>
                <w:noProof/>
                <w:rtl/>
              </w:rPr>
              <w:t>الآحاد</w:t>
            </w:r>
            <w:r w:rsidRPr="00011C55">
              <w:rPr>
                <w:rStyle w:val="Hyperlink"/>
                <w:noProof/>
                <w:rtl/>
              </w:rPr>
              <w:t xml:space="preserve"> </w:t>
            </w:r>
            <w:r w:rsidRPr="00011C55">
              <w:rPr>
                <w:rStyle w:val="Hyperlink"/>
                <w:rFonts w:hint="eastAsia"/>
                <w:noProof/>
                <w:rtl/>
              </w:rPr>
              <w:t>رجل</w:t>
            </w:r>
            <w:r w:rsidRPr="00011C55">
              <w:rPr>
                <w:rStyle w:val="Hyperlink"/>
                <w:noProof/>
                <w:rtl/>
              </w:rPr>
              <w:t xml:space="preserve"> </w:t>
            </w:r>
            <w:r w:rsidRPr="00011C55">
              <w:rPr>
                <w:rStyle w:val="Hyperlink"/>
                <w:rFonts w:hint="eastAsia"/>
                <w:noProof/>
                <w:rtl/>
              </w:rPr>
              <w:t>واحد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Toc418412171 \h</w:instrText>
            </w:r>
            <w:r>
              <w:rPr>
                <w:noProof/>
                <w:webHidden/>
                <w:rtl/>
              </w:rPr>
              <w:instrText xml:space="preserve"> </w:instrText>
            </w:r>
            <w:r>
              <w:rPr>
                <w:noProof/>
                <w:webHidden/>
                <w:rtl/>
              </w:rPr>
            </w:r>
            <w:r>
              <w:rPr>
                <w:noProof/>
                <w:webHidden/>
                <w:rtl/>
              </w:rPr>
              <w:fldChar w:fldCharType="separate"/>
            </w:r>
            <w:r>
              <w:rPr>
                <w:noProof/>
                <w:webHidden/>
                <w:rtl/>
              </w:rPr>
              <w:t>253</w:t>
            </w:r>
            <w:r>
              <w:rPr>
                <w:noProof/>
                <w:webHidden/>
                <w:rtl/>
              </w:rPr>
              <w:fldChar w:fldCharType="end"/>
            </w:r>
          </w:hyperlink>
        </w:p>
        <w:p w:rsidR="0067321F" w:rsidRDefault="0067321F">
          <w:pPr>
            <w:pStyle w:val="TOC2"/>
            <w:tabs>
              <w:tab w:val="right" w:leader="dot" w:pos="7786"/>
            </w:tabs>
            <w:rPr>
              <w:rFonts w:asciiTheme="minorHAnsi" w:eastAsiaTheme="minorEastAsia" w:hAnsiTheme="minorHAnsi" w:cstheme="minorBidi"/>
              <w:noProof/>
              <w:color w:val="auto"/>
              <w:sz w:val="22"/>
              <w:szCs w:val="22"/>
              <w:rtl/>
            </w:rPr>
          </w:pPr>
          <w:hyperlink w:anchor="_Toc418412172" w:history="1">
            <w:r w:rsidRPr="00011C55">
              <w:rPr>
                <w:rStyle w:val="Hyperlink"/>
                <w:rFonts w:hint="eastAsia"/>
                <w:noProof/>
                <w:rtl/>
              </w:rPr>
              <w:t>الفصل</w:t>
            </w:r>
            <w:r w:rsidRPr="00011C55">
              <w:rPr>
                <w:rStyle w:val="Hyperlink"/>
                <w:noProof/>
                <w:rtl/>
              </w:rPr>
              <w:t xml:space="preserve"> </w:t>
            </w:r>
            <w:r w:rsidRPr="00011C55">
              <w:rPr>
                <w:rStyle w:val="Hyperlink"/>
                <w:rFonts w:hint="eastAsia"/>
                <w:noProof/>
                <w:rtl/>
              </w:rPr>
              <w:t>السابع</w:t>
            </w:r>
            <w:r w:rsidRPr="00011C55">
              <w:rPr>
                <w:rStyle w:val="Hyperlink"/>
                <w:noProof/>
                <w:rtl/>
              </w:rPr>
              <w:t xml:space="preserve"> </w:t>
            </w:r>
            <w:r w:rsidRPr="00011C55">
              <w:rPr>
                <w:rStyle w:val="Hyperlink"/>
                <w:rFonts w:hint="eastAsia"/>
                <w:noProof/>
                <w:rtl/>
              </w:rPr>
              <w:t>والعشرون</w:t>
            </w:r>
            <w:r w:rsidRPr="00011C55">
              <w:rPr>
                <w:rStyle w:val="Hyperlink"/>
                <w:noProof/>
                <w:rtl/>
              </w:rPr>
              <w:t xml:space="preserve"> </w:t>
            </w:r>
            <w:r w:rsidRPr="00011C55">
              <w:rPr>
                <w:rStyle w:val="Hyperlink"/>
                <w:rFonts w:hint="eastAsia"/>
                <w:noProof/>
                <w:rtl/>
              </w:rPr>
              <w:t>في</w:t>
            </w:r>
            <w:r w:rsidRPr="00011C55">
              <w:rPr>
                <w:rStyle w:val="Hyperlink"/>
                <w:noProof/>
                <w:rtl/>
              </w:rPr>
              <w:t xml:space="preserve"> </w:t>
            </w:r>
            <w:r w:rsidRPr="00011C55">
              <w:rPr>
                <w:rStyle w:val="Hyperlink"/>
                <w:rFonts w:hint="eastAsia"/>
                <w:noProof/>
                <w:rtl/>
              </w:rPr>
              <w:t>الكنى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Toc418412172 \h</w:instrText>
            </w:r>
            <w:r>
              <w:rPr>
                <w:noProof/>
                <w:webHidden/>
                <w:rtl/>
              </w:rPr>
              <w:instrText xml:space="preserve"> </w:instrText>
            </w:r>
            <w:r>
              <w:rPr>
                <w:noProof/>
                <w:webHidden/>
                <w:rtl/>
              </w:rPr>
            </w:r>
            <w:r>
              <w:rPr>
                <w:noProof/>
                <w:webHidden/>
                <w:rtl/>
              </w:rPr>
              <w:fldChar w:fldCharType="separate"/>
            </w:r>
            <w:r>
              <w:rPr>
                <w:noProof/>
                <w:webHidden/>
                <w:rtl/>
              </w:rPr>
              <w:t>253</w:t>
            </w:r>
            <w:r>
              <w:rPr>
                <w:noProof/>
                <w:webHidden/>
                <w:rtl/>
              </w:rPr>
              <w:fldChar w:fldCharType="end"/>
            </w:r>
          </w:hyperlink>
        </w:p>
        <w:p w:rsidR="0067321F" w:rsidRDefault="0067321F">
          <w:pPr>
            <w:pStyle w:val="TOC2"/>
            <w:tabs>
              <w:tab w:val="right" w:leader="dot" w:pos="7786"/>
            </w:tabs>
            <w:rPr>
              <w:rFonts w:asciiTheme="minorHAnsi" w:eastAsiaTheme="minorEastAsia" w:hAnsiTheme="minorHAnsi" w:cstheme="minorBidi"/>
              <w:noProof/>
              <w:color w:val="auto"/>
              <w:sz w:val="22"/>
              <w:szCs w:val="22"/>
              <w:rtl/>
            </w:rPr>
          </w:pPr>
          <w:hyperlink w:anchor="_Toc418412173" w:history="1">
            <w:r w:rsidRPr="00011C55">
              <w:rPr>
                <w:rStyle w:val="Hyperlink"/>
                <w:rFonts w:hint="eastAsia"/>
                <w:noProof/>
                <w:rtl/>
              </w:rPr>
              <w:t>الخاتمة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Toc418412173 \h</w:instrText>
            </w:r>
            <w:r>
              <w:rPr>
                <w:noProof/>
                <w:webHidden/>
                <w:rtl/>
              </w:rPr>
              <w:instrText xml:space="preserve"> </w:instrText>
            </w:r>
            <w:r>
              <w:rPr>
                <w:noProof/>
                <w:webHidden/>
                <w:rtl/>
              </w:rPr>
            </w:r>
            <w:r>
              <w:rPr>
                <w:noProof/>
                <w:webHidden/>
                <w:rtl/>
              </w:rPr>
              <w:fldChar w:fldCharType="separate"/>
            </w:r>
            <w:r>
              <w:rPr>
                <w:noProof/>
                <w:webHidden/>
                <w:rtl/>
              </w:rPr>
              <w:t>256</w:t>
            </w:r>
            <w:r>
              <w:rPr>
                <w:noProof/>
                <w:webHidden/>
                <w:rtl/>
              </w:rPr>
              <w:fldChar w:fldCharType="end"/>
            </w:r>
          </w:hyperlink>
        </w:p>
        <w:p w:rsidR="00F04D17" w:rsidRDefault="007233D3" w:rsidP="00F04D17">
          <w:pPr>
            <w:pStyle w:val="libNormal"/>
          </w:pPr>
          <w:r>
            <w:fldChar w:fldCharType="end"/>
          </w:r>
        </w:p>
      </w:sdtContent>
    </w:sdt>
    <w:sectPr w:rsidR="00F04D17"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4D17" w:rsidRDefault="00F04D17">
      <w:r>
        <w:separator/>
      </w:r>
    </w:p>
  </w:endnote>
  <w:endnote w:type="continuationSeparator" w:id="0">
    <w:p w:rsidR="00F04D17" w:rsidRDefault="00F04D1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00002001" w:usb1="00000000" w:usb2="00000000"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F64" w:rsidRPr="00460435" w:rsidRDefault="007233D3"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276F6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67321F">
      <w:rPr>
        <w:rFonts w:ascii="Traditional Arabic" w:hAnsi="Traditional Arabic"/>
        <w:noProof/>
        <w:sz w:val="28"/>
        <w:szCs w:val="28"/>
        <w:rtl/>
      </w:rPr>
      <w:t>280</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F64" w:rsidRPr="00460435" w:rsidRDefault="007233D3"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276F6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67321F">
      <w:rPr>
        <w:rFonts w:ascii="Traditional Arabic" w:hAnsi="Traditional Arabic"/>
        <w:noProof/>
        <w:sz w:val="28"/>
        <w:szCs w:val="28"/>
        <w:rtl/>
      </w:rPr>
      <w:t>279</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F64" w:rsidRPr="00460435" w:rsidRDefault="007233D3"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276F6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67321F">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4D17" w:rsidRDefault="00F04D17">
      <w:r>
        <w:separator/>
      </w:r>
    </w:p>
  </w:footnote>
  <w:footnote w:type="continuationSeparator" w:id="0">
    <w:p w:rsidR="00F04D17" w:rsidRDefault="00F04D1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0F2669"/>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2669"/>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5858"/>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E6EF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321F"/>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3D3"/>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21FE"/>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560"/>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AF3"/>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27DE"/>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4D17"/>
    <w:rsid w:val="00F070E5"/>
    <w:rsid w:val="00F1202A"/>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 w:val="00FF6DC3"/>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04D17"/>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pPr>
      <w:spacing w:after="0" w:line="240" w:lineRule="auto"/>
      <w:ind w:firstLine="289"/>
    </w:pPr>
    <w:rPr>
      <w:rFonts w:ascii="Tahoma" w:eastAsiaTheme="minorEastAsi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spacing w:after="0" w:line="240" w:lineRule="auto"/>
      <w:ind w:left="720" w:firstLine="289"/>
    </w:pPr>
    <w:rPr>
      <w:rFonts w:ascii="Times New Roman" w:eastAsiaTheme="minorEastAsia" w:hAnsi="Times New Roman" w:cs="Times New Roman"/>
      <w:sz w:val="24"/>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spacing w:after="0" w:line="240" w:lineRule="auto"/>
      <w:ind w:left="960" w:firstLine="289"/>
    </w:pPr>
    <w:rPr>
      <w:rFonts w:ascii="Times New Roman" w:eastAsiaTheme="minorEastAsia" w:hAnsi="Times New Roman" w:cs="Times New Roman"/>
      <w:sz w:val="24"/>
      <w:szCs w:val="24"/>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firstLine="289"/>
    </w:pPr>
    <w:rPr>
      <w:rFonts w:eastAsiaTheme="minorEastAsia"/>
    </w:rPr>
  </w:style>
  <w:style w:type="paragraph" w:styleId="TOC7">
    <w:name w:val="toc 7"/>
    <w:basedOn w:val="Normal"/>
    <w:next w:val="Normal"/>
    <w:autoRedefine/>
    <w:uiPriority w:val="39"/>
    <w:unhideWhenUsed/>
    <w:rsid w:val="00326131"/>
    <w:pPr>
      <w:spacing w:after="100"/>
      <w:ind w:left="1320" w:firstLine="289"/>
    </w:pPr>
    <w:rPr>
      <w:rFonts w:eastAsiaTheme="minorEastAsia"/>
    </w:rPr>
  </w:style>
  <w:style w:type="paragraph" w:styleId="TOC8">
    <w:name w:val="toc 8"/>
    <w:basedOn w:val="Normal"/>
    <w:next w:val="Normal"/>
    <w:autoRedefine/>
    <w:uiPriority w:val="39"/>
    <w:unhideWhenUsed/>
    <w:rsid w:val="00326131"/>
    <w:pPr>
      <w:spacing w:after="100"/>
      <w:ind w:left="1540" w:firstLine="289"/>
    </w:pPr>
    <w:rPr>
      <w:rFonts w:eastAsiaTheme="minorEastAsia"/>
    </w:rPr>
  </w:style>
  <w:style w:type="paragraph" w:styleId="TOC9">
    <w:name w:val="toc 9"/>
    <w:basedOn w:val="Normal"/>
    <w:next w:val="Normal"/>
    <w:autoRedefine/>
    <w:uiPriority w:val="39"/>
    <w:unhideWhenUsed/>
    <w:rsid w:val="00326131"/>
    <w:pPr>
      <w:spacing w:after="100"/>
      <w:ind w:left="1760" w:firstLine="289"/>
    </w:pPr>
    <w:rPr>
      <w:rFonts w:eastAsiaTheme="minorEastAsia"/>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I:\Booooks\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3009A1-FF32-4FE5-8E0B-34D2AD0566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34</TotalTime>
  <Pages>280</Pages>
  <Words>62136</Words>
  <Characters>279345</Characters>
  <Application>Microsoft Office Word</Application>
  <DocSecurity>0</DocSecurity>
  <Lines>2327</Lines>
  <Paragraphs>681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340800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Erfan</dc:creator>
  <cp:lastModifiedBy>B4</cp:lastModifiedBy>
  <cp:revision>9</cp:revision>
  <cp:lastPrinted>2014-01-25T18:18:00Z</cp:lastPrinted>
  <dcterms:created xsi:type="dcterms:W3CDTF">2015-03-16T20:34:00Z</dcterms:created>
  <dcterms:modified xsi:type="dcterms:W3CDTF">2015-05-03T05:50:00Z</dcterms:modified>
</cp:coreProperties>
</file>