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7CD" w:rsidRDefault="008867CD" w:rsidP="008867CD">
      <w:pPr>
        <w:pStyle w:val="libCenter"/>
        <w:rPr>
          <w:rFonts w:hint="cs"/>
          <w:rtl/>
          <w:lang w:bidi="fa-IR"/>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pPr>
      <w:r w:rsidRPr="007E0B1D">
        <w:rPr>
          <w:rtl/>
        </w:rPr>
        <w:lastRenderedPageBreak/>
        <w:t>الاهداء</w:t>
      </w:r>
    </w:p>
    <w:p w:rsidR="008867CD" w:rsidRPr="007E0B1D" w:rsidRDefault="008867CD" w:rsidP="008867CD">
      <w:pPr>
        <w:pStyle w:val="libNormal"/>
        <w:rPr>
          <w:rtl/>
        </w:rPr>
      </w:pPr>
      <w:r w:rsidRPr="007E0B1D">
        <w:rPr>
          <w:rtl/>
        </w:rPr>
        <w:t>الى الجواد من سلالة محمد المصطفى وعلي المرتضى.</w:t>
      </w:r>
    </w:p>
    <w:p w:rsidR="008867CD" w:rsidRPr="007E0B1D" w:rsidRDefault="008867CD" w:rsidP="008867CD">
      <w:pPr>
        <w:pStyle w:val="libNormal"/>
        <w:rPr>
          <w:rtl/>
        </w:rPr>
      </w:pPr>
      <w:r w:rsidRPr="007E0B1D">
        <w:rPr>
          <w:rtl/>
        </w:rPr>
        <w:t>الى حجة الله على خلقه وأمينه على عباده.</w:t>
      </w:r>
    </w:p>
    <w:p w:rsidR="008867CD" w:rsidRPr="007E0B1D" w:rsidRDefault="008867CD" w:rsidP="008867CD">
      <w:pPr>
        <w:pStyle w:val="libNormal"/>
        <w:rPr>
          <w:rtl/>
        </w:rPr>
      </w:pPr>
      <w:r w:rsidRPr="007E0B1D">
        <w:rPr>
          <w:rtl/>
        </w:rPr>
        <w:t>الى الامام التاسع من أئمة الهدى والحق والفضيلة.</w:t>
      </w:r>
    </w:p>
    <w:p w:rsidR="008867CD" w:rsidRPr="007E0B1D" w:rsidRDefault="008867CD" w:rsidP="008867CD">
      <w:pPr>
        <w:pStyle w:val="libNormal"/>
        <w:rPr>
          <w:rtl/>
        </w:rPr>
      </w:pPr>
      <w:r w:rsidRPr="007E0B1D">
        <w:rPr>
          <w:rtl/>
        </w:rPr>
        <w:t>الى من أحبه الجميع حتى الأعداء والمناوئين.</w:t>
      </w:r>
    </w:p>
    <w:p w:rsidR="008867CD" w:rsidRPr="007E0B1D" w:rsidRDefault="008867CD" w:rsidP="008867CD">
      <w:pPr>
        <w:pStyle w:val="libNormal"/>
        <w:rPr>
          <w:rtl/>
        </w:rPr>
      </w:pPr>
      <w:r w:rsidRPr="007E0B1D">
        <w:rPr>
          <w:rtl/>
        </w:rPr>
        <w:t>الى من أفحم بعلمه المحتجين والمناظرين من الشيوخ والعلماء والمتكلمين وهو في دور الصبا.</w:t>
      </w:r>
    </w:p>
    <w:p w:rsidR="008867CD" w:rsidRPr="007E0B1D" w:rsidRDefault="008867CD" w:rsidP="008867CD">
      <w:pPr>
        <w:pStyle w:val="libNormal"/>
        <w:rPr>
          <w:rtl/>
        </w:rPr>
      </w:pPr>
      <w:r w:rsidRPr="007E0B1D">
        <w:rPr>
          <w:rtl/>
        </w:rPr>
        <w:t>الى من استشهد في سبيل المبدأ وشرعة الحق وهو في ريعان الشباب.</w:t>
      </w:r>
    </w:p>
    <w:p w:rsidR="008867CD" w:rsidRPr="007E0B1D" w:rsidRDefault="008867CD" w:rsidP="008867CD">
      <w:pPr>
        <w:pStyle w:val="libNormal"/>
        <w:rPr>
          <w:rtl/>
        </w:rPr>
      </w:pPr>
      <w:r w:rsidRPr="007E0B1D">
        <w:rPr>
          <w:rtl/>
        </w:rPr>
        <w:t>الى امامي وسيدي محمد الجواد أهدي هذه الأوراق البسيطة أرجو التفضل بقبولها بعين الاستحسان والرضاء والله من وراء القصد.</w:t>
      </w:r>
    </w:p>
    <w:p w:rsidR="008867CD" w:rsidRPr="007E0B1D" w:rsidRDefault="008867CD" w:rsidP="008867CD">
      <w:pPr>
        <w:pStyle w:val="libLeftBold"/>
        <w:rPr>
          <w:rtl/>
        </w:rPr>
      </w:pPr>
      <w:r w:rsidRPr="007E0B1D">
        <w:rPr>
          <w:rtl/>
        </w:rPr>
        <w:t>عبد الحسين الشبستري</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Bold1"/>
        <w:rPr>
          <w:rtl/>
        </w:rPr>
      </w:pPr>
      <w:r w:rsidRPr="007E0B1D">
        <w:rPr>
          <w:rtl/>
        </w:rPr>
        <w:lastRenderedPageBreak/>
        <w:t>كلمة الناشر</w:t>
      </w:r>
      <w:r w:rsidR="00D8054C">
        <w:rPr>
          <w:rtl/>
        </w:rPr>
        <w:t>:</w:t>
      </w:r>
    </w:p>
    <w:p w:rsidR="008867CD" w:rsidRPr="007E0B1D" w:rsidRDefault="008867CD" w:rsidP="008867CD">
      <w:pPr>
        <w:pStyle w:val="libNormal"/>
        <w:rPr>
          <w:rtl/>
        </w:rPr>
      </w:pPr>
      <w:r w:rsidRPr="007E0B1D">
        <w:rPr>
          <w:rtl/>
        </w:rPr>
        <w:t xml:space="preserve">إنّ سبر الغور في دراسة أصحاب وتلامذة الأئمة المعصومين </w:t>
      </w:r>
      <w:r w:rsidR="00D8054C" w:rsidRPr="00D8054C">
        <w:rPr>
          <w:rStyle w:val="libAlaemChar"/>
          <w:rtl/>
        </w:rPr>
        <w:t>عليهم‌السلام</w:t>
      </w:r>
      <w:r w:rsidRPr="007E0B1D">
        <w:rPr>
          <w:rtl/>
        </w:rPr>
        <w:t xml:space="preserve"> سيوفّر بلا شك فرصا كبيرة ويفتح آفاقا رحبة تكشف مساحات واسعة تحكي سيرتهم الطاهرة وحياتهم المباركة </w:t>
      </w:r>
      <w:r w:rsidR="00D8054C" w:rsidRPr="00D8054C">
        <w:rPr>
          <w:rStyle w:val="libAlaemChar"/>
          <w:rtl/>
        </w:rPr>
        <w:t>عليهم‌السلام</w:t>
      </w:r>
      <w:r w:rsidR="00D8054C">
        <w:rPr>
          <w:rtl/>
        </w:rPr>
        <w:t>،</w:t>
      </w:r>
      <w:r w:rsidRPr="007E0B1D">
        <w:rPr>
          <w:rtl/>
        </w:rPr>
        <w:t xml:space="preserve"> لا سيّما وأنّ أولئك </w:t>
      </w:r>
      <w:r w:rsidR="00D8054C">
        <w:rPr>
          <w:rtl/>
        </w:rPr>
        <w:t>(</w:t>
      </w:r>
      <w:r w:rsidRPr="007E0B1D">
        <w:rPr>
          <w:rtl/>
        </w:rPr>
        <w:t>قدس الله اسرارهم</w:t>
      </w:r>
      <w:r w:rsidR="00D8054C">
        <w:rPr>
          <w:rtl/>
        </w:rPr>
        <w:t>)</w:t>
      </w:r>
      <w:r w:rsidRPr="007E0B1D">
        <w:rPr>
          <w:rtl/>
        </w:rPr>
        <w:t xml:space="preserve"> قد تغذّوا من نمير مدرسة آل البيت </w:t>
      </w:r>
      <w:r w:rsidR="00D8054C" w:rsidRPr="00D8054C">
        <w:rPr>
          <w:rStyle w:val="libAlaemChar"/>
          <w:rtl/>
        </w:rPr>
        <w:t>عليهم‌السلام</w:t>
      </w:r>
      <w:r w:rsidRPr="007E0B1D">
        <w:rPr>
          <w:rtl/>
        </w:rPr>
        <w:t xml:space="preserve"> وينبوعها الدافق النقي</w:t>
      </w:r>
      <w:r w:rsidR="00D8054C">
        <w:rPr>
          <w:rtl/>
        </w:rPr>
        <w:t>،</w:t>
      </w:r>
      <w:r w:rsidRPr="007E0B1D">
        <w:rPr>
          <w:rtl/>
        </w:rPr>
        <w:t xml:space="preserve"> وكانوا رواة أخبار الأئمة </w:t>
      </w:r>
      <w:r w:rsidR="00D8054C" w:rsidRPr="00D8054C">
        <w:rPr>
          <w:rStyle w:val="libAlaemChar"/>
          <w:rtl/>
        </w:rPr>
        <w:t>عليهم‌السلام</w:t>
      </w:r>
      <w:r w:rsidRPr="007E0B1D">
        <w:rPr>
          <w:rtl/>
        </w:rPr>
        <w:t xml:space="preserve"> ونقلة أحاديثهم.</w:t>
      </w:r>
    </w:p>
    <w:p w:rsidR="008867CD" w:rsidRPr="007E0B1D" w:rsidRDefault="008867CD" w:rsidP="008867CD">
      <w:pPr>
        <w:pStyle w:val="libNormal"/>
        <w:rPr>
          <w:rtl/>
        </w:rPr>
      </w:pPr>
      <w:r w:rsidRPr="007E0B1D">
        <w:rPr>
          <w:rtl/>
        </w:rPr>
        <w:t xml:space="preserve">ولقد بذلت في هذا المضمار مساعي جادّة اكتنفتها مختلف المصنّفات والتراجم الرجاليّة والمصادر المستعرضة لسيرة وحياة الأئمة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 xml:space="preserve">واستمرارا لذلك فقد أقدم الأستاذ المحقّق الحاج عبد الحسين الشبستري على التصدّي لبرنامج علمي ثمين يقوم على أساس استقراء وترجمة تلامذة وأصحاب الأئمة </w:t>
      </w:r>
      <w:r w:rsidR="00D8054C" w:rsidRPr="00D8054C">
        <w:rPr>
          <w:rStyle w:val="libAlaemChar"/>
          <w:rtl/>
        </w:rPr>
        <w:t>عليهم‌السلام</w:t>
      </w:r>
      <w:r w:rsidRPr="007E0B1D">
        <w:rPr>
          <w:rtl/>
        </w:rPr>
        <w:t xml:space="preserve"> فأصدر كتابه « الفائق في رواة الإمام الصادق </w:t>
      </w:r>
      <w:r w:rsidR="00D8054C" w:rsidRPr="00D8054C">
        <w:rPr>
          <w:rStyle w:val="libAlaemChar"/>
          <w:rtl/>
        </w:rPr>
        <w:t>عليه‌السلام</w:t>
      </w:r>
      <w:r w:rsidRPr="007E0B1D">
        <w:rPr>
          <w:rtl/>
        </w:rPr>
        <w:t xml:space="preserve"> » بثلاث مجلّدات</w:t>
      </w:r>
      <w:r w:rsidR="00D8054C">
        <w:rPr>
          <w:rtl/>
        </w:rPr>
        <w:t>،</w:t>
      </w:r>
      <w:r w:rsidRPr="007E0B1D">
        <w:rPr>
          <w:rtl/>
        </w:rPr>
        <w:t xml:space="preserve"> ضمّنه 3759 من أصحابه ورواته </w:t>
      </w:r>
      <w:r w:rsidR="00D8054C" w:rsidRPr="00D8054C">
        <w:rPr>
          <w:rStyle w:val="libAlaemChar"/>
          <w:rtl/>
        </w:rPr>
        <w:t>عليه‌السلام</w:t>
      </w:r>
      <w:r w:rsidR="00D8054C">
        <w:rPr>
          <w:rtl/>
        </w:rPr>
        <w:t>،</w:t>
      </w:r>
      <w:r w:rsidRPr="007E0B1D">
        <w:rPr>
          <w:rtl/>
        </w:rPr>
        <w:t xml:space="preserve"> تولّت نشره مؤسسة النشر الإسلامي.</w:t>
      </w:r>
    </w:p>
    <w:p w:rsidR="008867CD" w:rsidRPr="007E0B1D" w:rsidRDefault="008867CD" w:rsidP="008867CD">
      <w:pPr>
        <w:pStyle w:val="libNormal"/>
        <w:rPr>
          <w:rtl/>
        </w:rPr>
      </w:pPr>
      <w:r w:rsidRPr="007E0B1D">
        <w:rPr>
          <w:rtl/>
        </w:rPr>
        <w:t>والكتاب الماثل بين يدي القارئ الكريم عبارة عن جهد آخر رفد به الاستاذ المحقق الأوساط العلمية والثقافية</w:t>
      </w:r>
      <w:r w:rsidR="00D8054C">
        <w:rPr>
          <w:rtl/>
        </w:rPr>
        <w:t>،</w:t>
      </w:r>
      <w:r w:rsidRPr="007E0B1D">
        <w:rPr>
          <w:rtl/>
        </w:rPr>
        <w:t xml:space="preserve"> متضمّنا 193 من تلامذة الإمام الجواد </w:t>
      </w:r>
      <w:r w:rsidR="00D8054C" w:rsidRPr="00D8054C">
        <w:rPr>
          <w:rStyle w:val="libAlaemChar"/>
          <w:rtl/>
        </w:rPr>
        <w:t>عليه‌السلام</w:t>
      </w:r>
      <w:r w:rsidR="00D8054C">
        <w:rPr>
          <w:rtl/>
        </w:rPr>
        <w:t>،</w:t>
      </w:r>
      <w:r w:rsidRPr="007E0B1D">
        <w:rPr>
          <w:rtl/>
        </w:rPr>
        <w:t xml:space="preserve"> تحت عنوان « سبل الرشاد إلى أصحاب الامام الجواد </w:t>
      </w:r>
      <w:r w:rsidR="00D8054C" w:rsidRPr="00D8054C">
        <w:rPr>
          <w:rStyle w:val="libAlaemChar"/>
          <w:rtl/>
        </w:rPr>
        <w:t>عليه‌السلام</w:t>
      </w:r>
      <w:r w:rsidRPr="007E0B1D">
        <w:rPr>
          <w:rtl/>
        </w:rPr>
        <w:t xml:space="preserve"> »</w:t>
      </w:r>
      <w:r w:rsidR="00D8054C">
        <w:rPr>
          <w:rtl/>
        </w:rPr>
        <w:t>،</w:t>
      </w:r>
      <w:r w:rsidRPr="007E0B1D">
        <w:rPr>
          <w:rtl/>
        </w:rPr>
        <w:t xml:space="preserve"> تقوم بنشره المكتبة التأريخية الإسلامية المختصّة.</w:t>
      </w:r>
    </w:p>
    <w:p w:rsidR="008867CD" w:rsidRPr="007E0B1D" w:rsidRDefault="008867CD" w:rsidP="008867CD">
      <w:pPr>
        <w:pStyle w:val="libNormal"/>
        <w:rPr>
          <w:rtl/>
        </w:rPr>
      </w:pPr>
      <w:r w:rsidRPr="007E0B1D">
        <w:rPr>
          <w:rtl/>
        </w:rPr>
        <w:t>والجدير بالذكر أنّ المكتبة التأريخية الإسلاميّة المختصّة التابعة لمكتب سماحة آية الله العظمى السيّد السيستاني مد ظله والتي تأسست في عام 1416 ه‍ في نفس الوقت الذي تنهض بممارسة دورها وتفعيل نشاطها في مجال تخصصها</w:t>
      </w:r>
      <w:r w:rsidR="00D8054C">
        <w:rPr>
          <w:rtl/>
        </w:rPr>
        <w:t>،</w:t>
      </w:r>
      <w:r w:rsidRPr="007E0B1D">
        <w:rPr>
          <w:rtl/>
        </w:rPr>
        <w:t xml:space="preserve"> فإنّها قد أقدمت على نشر بعض الكتب المختصّة</w:t>
      </w:r>
      <w:r w:rsidR="00D8054C">
        <w:rPr>
          <w:rtl/>
        </w:rPr>
        <w:t>،</w:t>
      </w:r>
      <w:r w:rsidRPr="007E0B1D">
        <w:rPr>
          <w:rtl/>
        </w:rPr>
        <w:t xml:space="preserve"> مثل « تحفة الأزهار وزلال الأنهار في نسب الأئمة الأطهار » لابن شدقم المدني.</w:t>
      </w:r>
    </w:p>
    <w:p w:rsidR="008867CD" w:rsidRPr="007E0B1D" w:rsidRDefault="008867CD" w:rsidP="008867CD">
      <w:pPr>
        <w:pStyle w:val="libNormal"/>
        <w:rPr>
          <w:rtl/>
        </w:rPr>
      </w:pPr>
      <w:r w:rsidRPr="007E0B1D">
        <w:rPr>
          <w:rtl/>
        </w:rPr>
        <w:t>والمكتبة إذ تقوم بنشر هذا الأثر القيّم</w:t>
      </w:r>
      <w:r w:rsidR="00D8054C">
        <w:rPr>
          <w:rtl/>
        </w:rPr>
        <w:t>،</w:t>
      </w:r>
      <w:r w:rsidRPr="007E0B1D">
        <w:rPr>
          <w:rtl/>
        </w:rPr>
        <w:t xml:space="preserve"> تأمل بالاتّكال على الباري سبحانه وتعالى أن تضاعف من جهودها ومساعيها لمواصلة مسيرتها على صعيد خدمة الطائفة الحقّة وأن يكون هذا العمل خطوة مباركة نحو الاستيعاب الصحيح لمفاهيم مدرسة العصمة والطهارة </w:t>
      </w:r>
      <w:r w:rsidR="00D8054C" w:rsidRPr="00D8054C">
        <w:rPr>
          <w:rStyle w:val="libAlaemChar"/>
          <w:rtl/>
        </w:rPr>
        <w:t>عليهم‌السلام</w:t>
      </w:r>
      <w:r w:rsidR="00D8054C">
        <w:rPr>
          <w:rtl/>
        </w:rPr>
        <w:t>،</w:t>
      </w:r>
      <w:r w:rsidRPr="007E0B1D">
        <w:rPr>
          <w:rtl/>
        </w:rPr>
        <w:t xml:space="preserve"> إنّه وليّ التوفيق.</w:t>
      </w:r>
    </w:p>
    <w:tbl>
      <w:tblPr>
        <w:tblStyle w:val="TableGrid"/>
        <w:bidiVisual/>
        <w:tblW w:w="0" w:type="auto"/>
        <w:tblLook w:val="01E0"/>
      </w:tblPr>
      <w:tblGrid>
        <w:gridCol w:w="3793"/>
        <w:gridCol w:w="3794"/>
      </w:tblGrid>
      <w:tr w:rsidR="008867CD" w:rsidTr="00AE355E">
        <w:tc>
          <w:tcPr>
            <w:tcW w:w="3793" w:type="dxa"/>
          </w:tcPr>
          <w:p w:rsidR="008867CD" w:rsidRDefault="008867CD" w:rsidP="00AE355E">
            <w:pPr>
              <w:rPr>
                <w:rFonts w:hint="cs"/>
                <w:rtl/>
                <w:lang w:bidi="fa-IR"/>
              </w:rPr>
            </w:pPr>
          </w:p>
        </w:tc>
        <w:tc>
          <w:tcPr>
            <w:tcW w:w="3794" w:type="dxa"/>
          </w:tcPr>
          <w:p w:rsidR="008867CD" w:rsidRDefault="008867CD" w:rsidP="008867CD">
            <w:pPr>
              <w:pStyle w:val="libCenterBold2"/>
              <w:rPr>
                <w:rFonts w:hint="cs"/>
                <w:rtl/>
              </w:rPr>
            </w:pPr>
            <w:r w:rsidRPr="007E0B1D">
              <w:rPr>
                <w:rtl/>
              </w:rPr>
              <w:t xml:space="preserve">المكتبة التأريخية المختصّة </w:t>
            </w:r>
          </w:p>
          <w:p w:rsidR="008867CD" w:rsidRDefault="008867CD" w:rsidP="008867CD">
            <w:pPr>
              <w:pStyle w:val="libCenterBold2"/>
              <w:rPr>
                <w:rFonts w:hint="cs"/>
                <w:rtl/>
              </w:rPr>
            </w:pPr>
            <w:r w:rsidRPr="007E0B1D">
              <w:rPr>
                <w:rtl/>
              </w:rPr>
              <w:t>محرّم الحرام 1421</w:t>
            </w:r>
          </w:p>
        </w:tc>
      </w:tr>
    </w:tbl>
    <w:p w:rsidR="008867CD" w:rsidRPr="007E0B1D" w:rsidRDefault="008867CD" w:rsidP="008867CD">
      <w:pPr>
        <w:pStyle w:val="libNormal"/>
        <w:rPr>
          <w:rtl/>
        </w:rPr>
      </w:pPr>
    </w:p>
    <w:p w:rsidR="00D8054C" w:rsidRDefault="00D8054C" w:rsidP="00D8054C">
      <w:pPr>
        <w:pStyle w:val="libNormal"/>
        <w:rPr>
          <w:rtl/>
        </w:rPr>
      </w:pPr>
      <w:r>
        <w:rPr>
          <w:rtl/>
        </w:rPr>
        <w:br w:type="page"/>
      </w:r>
    </w:p>
    <w:p w:rsidR="008867CD" w:rsidRPr="00D8054C" w:rsidRDefault="008867CD" w:rsidP="008867CD">
      <w:pPr>
        <w:pStyle w:val="libCenterBold1"/>
        <w:rPr>
          <w:rFonts w:hint="cs"/>
          <w:rtl/>
        </w:rPr>
      </w:pPr>
      <w:r w:rsidRPr="007E0B1D">
        <w:rPr>
          <w:rtl/>
        </w:rPr>
        <w:lastRenderedPageBreak/>
        <w:t>بسم الله الرحمن الرحيم</w:t>
      </w:r>
    </w:p>
    <w:p w:rsidR="008867CD" w:rsidRPr="007E0B1D" w:rsidRDefault="008867CD" w:rsidP="008867CD">
      <w:pPr>
        <w:pStyle w:val="libAie"/>
        <w:rPr>
          <w:rFonts w:hint="cs"/>
          <w:rtl/>
          <w:lang w:bidi="fa-IR"/>
        </w:rPr>
      </w:pPr>
      <w:r w:rsidRPr="007E0B1D">
        <w:rPr>
          <w:rtl/>
        </w:rPr>
        <w:t>وَمِنَ النَّاسِ مَنْ يَشْرِي نَفْسَهُ ابْتِغاءَ مَرْضاتِ اللهِ وَاللهُ رَؤُفٌ بِالْعِبادِ</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D8054C">
      <w:pPr>
        <w:pStyle w:val="Heading2"/>
        <w:rPr>
          <w:rtl/>
        </w:rPr>
      </w:pPr>
      <w:bookmarkStart w:id="0" w:name="_Toc398984079"/>
      <w:r w:rsidRPr="007E0B1D">
        <w:rPr>
          <w:rtl/>
        </w:rPr>
        <w:lastRenderedPageBreak/>
        <w:t>المقدمة</w:t>
      </w:r>
      <w:bookmarkEnd w:id="0"/>
    </w:p>
    <w:p w:rsidR="008867CD" w:rsidRDefault="008867CD" w:rsidP="008867CD">
      <w:pPr>
        <w:pStyle w:val="libCenterBold1"/>
        <w:rPr>
          <w:rFonts w:hint="cs"/>
          <w:rtl/>
        </w:rPr>
      </w:pPr>
      <w:r>
        <w:rPr>
          <w:rtl/>
        </w:rPr>
        <w:t>بسم الله الرحمن الرحيم</w:t>
      </w:r>
      <w:r w:rsidRPr="007E0B1D">
        <w:rPr>
          <w:rtl/>
        </w:rPr>
        <w:t xml:space="preserve"> </w:t>
      </w:r>
    </w:p>
    <w:p w:rsidR="008867CD" w:rsidRPr="007E0B1D" w:rsidRDefault="008867CD" w:rsidP="008867CD">
      <w:pPr>
        <w:pStyle w:val="libNormal"/>
        <w:rPr>
          <w:rtl/>
        </w:rPr>
      </w:pPr>
      <w:r w:rsidRPr="007E0B1D">
        <w:rPr>
          <w:rtl/>
        </w:rPr>
        <w:t>الحمد لله خالق الأكوان والأجرام من سماوات وأرضين</w:t>
      </w:r>
      <w:r w:rsidR="00D8054C">
        <w:rPr>
          <w:rtl/>
        </w:rPr>
        <w:t>،</w:t>
      </w:r>
      <w:r w:rsidRPr="007E0B1D">
        <w:rPr>
          <w:rtl/>
        </w:rPr>
        <w:t xml:space="preserve"> وشموس وأقمار وكواكب</w:t>
      </w:r>
      <w:r w:rsidR="00D8054C">
        <w:rPr>
          <w:rtl/>
        </w:rPr>
        <w:t>،</w:t>
      </w:r>
      <w:r w:rsidRPr="007E0B1D">
        <w:rPr>
          <w:rtl/>
        </w:rPr>
        <w:t xml:space="preserve"> وسبحانه عز وجل على دقة حركتها وبداعة سيرها وحسن نظامها</w:t>
      </w:r>
      <w:r w:rsidR="00D8054C">
        <w:rPr>
          <w:rtl/>
        </w:rPr>
        <w:t>،</w:t>
      </w:r>
      <w:r w:rsidRPr="007E0B1D">
        <w:rPr>
          <w:rtl/>
        </w:rPr>
        <w:t xml:space="preserve"> والحمد لله خالق الناس وجاعلهم شعوبا وقبائل موزعين على سطح البسيطة</w:t>
      </w:r>
      <w:r w:rsidR="00D8054C">
        <w:rPr>
          <w:rtl/>
        </w:rPr>
        <w:t>،</w:t>
      </w:r>
      <w:r w:rsidRPr="007E0B1D">
        <w:rPr>
          <w:rtl/>
        </w:rPr>
        <w:t xml:space="preserve"> مع تباين طبائعهم واختلاف ألسنتهم وتعارض أمزجتهم</w:t>
      </w:r>
      <w:r w:rsidR="00D8054C">
        <w:rPr>
          <w:rtl/>
        </w:rPr>
        <w:t>،</w:t>
      </w:r>
      <w:r w:rsidRPr="007E0B1D">
        <w:rPr>
          <w:rtl/>
        </w:rPr>
        <w:t xml:space="preserve"> وجعل التقوى والتعاون معيارا للتفاضل فيما بينهم</w:t>
      </w:r>
      <w:r w:rsidR="00D8054C">
        <w:rPr>
          <w:rtl/>
        </w:rPr>
        <w:t>،</w:t>
      </w:r>
      <w:r w:rsidRPr="007E0B1D">
        <w:rPr>
          <w:rtl/>
        </w:rPr>
        <w:t xml:space="preserve"> وأرسل إليهم الأنبياء والرسل لتنظيم امورهم الدنيوية والاخروية.</w:t>
      </w:r>
    </w:p>
    <w:p w:rsidR="008867CD" w:rsidRPr="007E0B1D" w:rsidRDefault="008867CD" w:rsidP="008867CD">
      <w:pPr>
        <w:pStyle w:val="libNormal"/>
        <w:rPr>
          <w:rtl/>
        </w:rPr>
      </w:pPr>
      <w:r w:rsidRPr="007E0B1D">
        <w:rPr>
          <w:rtl/>
        </w:rPr>
        <w:t>والحمد لله الذي لا شريك له في اموره وقضائه وقدره</w:t>
      </w:r>
      <w:r w:rsidR="00D8054C">
        <w:rPr>
          <w:rtl/>
        </w:rPr>
        <w:t>،</w:t>
      </w:r>
      <w:r w:rsidRPr="007E0B1D">
        <w:rPr>
          <w:rtl/>
        </w:rPr>
        <w:t xml:space="preserve"> والحمد لله الذي لم يلد ولم يولد ولم يتخذ صاحبة ولا ولدا.</w:t>
      </w:r>
    </w:p>
    <w:p w:rsidR="008867CD" w:rsidRPr="007E0B1D" w:rsidRDefault="008867CD" w:rsidP="008867CD">
      <w:pPr>
        <w:pStyle w:val="libNormal"/>
        <w:rPr>
          <w:rtl/>
        </w:rPr>
      </w:pPr>
      <w:r w:rsidRPr="007E0B1D">
        <w:rPr>
          <w:rtl/>
        </w:rPr>
        <w:t>والصلاة والسلام على خاتم الأنبياء والمرسلين</w:t>
      </w:r>
      <w:r w:rsidR="00D8054C">
        <w:rPr>
          <w:rtl/>
        </w:rPr>
        <w:t>،</w:t>
      </w:r>
      <w:r w:rsidRPr="007E0B1D">
        <w:rPr>
          <w:rtl/>
        </w:rPr>
        <w:t xml:space="preserve"> وسيد الأولين والآخرين</w:t>
      </w:r>
      <w:r w:rsidR="00D8054C">
        <w:rPr>
          <w:rtl/>
        </w:rPr>
        <w:t>،</w:t>
      </w:r>
      <w:r w:rsidRPr="007E0B1D">
        <w:rPr>
          <w:rtl/>
        </w:rPr>
        <w:t xml:space="preserve"> ومنقذ البشرية من برائن الجهل والظلم والتخلف والتيه في ظلمات مسالك الحياة سيدنا ونبينا ومولانا محمّد بن عبد الله</w:t>
      </w:r>
      <w:r w:rsidR="00D8054C">
        <w:rPr>
          <w:rtl/>
        </w:rPr>
        <w:t>،</w:t>
      </w:r>
      <w:r w:rsidRPr="007E0B1D">
        <w:rPr>
          <w:rtl/>
        </w:rPr>
        <w:t xml:space="preserve"> والصلاة والتحية على آله آل الله</w:t>
      </w:r>
      <w:r w:rsidR="00D8054C">
        <w:rPr>
          <w:rtl/>
        </w:rPr>
        <w:t>،</w:t>
      </w:r>
      <w:r w:rsidRPr="007E0B1D">
        <w:rPr>
          <w:rtl/>
        </w:rPr>
        <w:t xml:space="preserve"> خيرة البشر</w:t>
      </w:r>
      <w:r w:rsidR="00D8054C">
        <w:rPr>
          <w:rtl/>
        </w:rPr>
        <w:t>،</w:t>
      </w:r>
      <w:r w:rsidRPr="007E0B1D">
        <w:rPr>
          <w:rtl/>
        </w:rPr>
        <w:t xml:space="preserve"> وانموذج الفضيلة والكمال والسؤدد</w:t>
      </w:r>
      <w:r w:rsidR="00D8054C">
        <w:rPr>
          <w:rtl/>
        </w:rPr>
        <w:t>،</w:t>
      </w:r>
      <w:r w:rsidRPr="007E0B1D">
        <w:rPr>
          <w:rtl/>
        </w:rPr>
        <w:t xml:space="preserve"> أئمة الورى وسفن النجاة ومصابيح الهدى للناس أجمعين.</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Normal"/>
        <w:rPr>
          <w:rtl/>
        </w:rPr>
      </w:pPr>
      <w:r w:rsidRPr="007E0B1D">
        <w:rPr>
          <w:rtl/>
        </w:rPr>
        <w:lastRenderedPageBreak/>
        <w:t>لما كان علم معرفة رجال الحديث من العلوم الاساسية</w:t>
      </w:r>
      <w:r w:rsidR="00D8054C">
        <w:rPr>
          <w:rtl/>
        </w:rPr>
        <w:t>،</w:t>
      </w:r>
      <w:r w:rsidRPr="007E0B1D">
        <w:rPr>
          <w:rtl/>
        </w:rPr>
        <w:t xml:space="preserve"> فأخذ الكثير من علمائنا متاعب تأليف الكتب والمجاميع الكثيرة في هذا المضمار</w:t>
      </w:r>
      <w:r w:rsidR="00D8054C">
        <w:rPr>
          <w:rtl/>
        </w:rPr>
        <w:t>،</w:t>
      </w:r>
      <w:r w:rsidRPr="007E0B1D">
        <w:rPr>
          <w:rtl/>
        </w:rPr>
        <w:t xml:space="preserve"> لكي يميزوا الصحيح من العليل والقوي من الضعيف</w:t>
      </w:r>
      <w:r w:rsidR="00D8054C">
        <w:rPr>
          <w:rtl/>
        </w:rPr>
        <w:t>،</w:t>
      </w:r>
      <w:r w:rsidRPr="007E0B1D">
        <w:rPr>
          <w:rtl/>
        </w:rPr>
        <w:t xml:space="preserve"> فرحم الله الماضين منهم وحفظ الله الباقين</w:t>
      </w:r>
      <w:r w:rsidR="00D8054C">
        <w:rPr>
          <w:rtl/>
        </w:rPr>
        <w:t>،</w:t>
      </w:r>
      <w:r w:rsidRPr="007E0B1D">
        <w:rPr>
          <w:rtl/>
        </w:rPr>
        <w:t xml:space="preserve"> حيث أناروا لنا الطريق ووضعوا النقاط على الحروف</w:t>
      </w:r>
      <w:r w:rsidR="00D8054C">
        <w:rPr>
          <w:rtl/>
        </w:rPr>
        <w:t>،</w:t>
      </w:r>
      <w:r w:rsidRPr="007E0B1D">
        <w:rPr>
          <w:rtl/>
        </w:rPr>
        <w:t xml:space="preserve"> وانقذونا من الشك والتشكيك.</w:t>
      </w:r>
    </w:p>
    <w:p w:rsidR="008867CD" w:rsidRPr="007E0B1D" w:rsidRDefault="008867CD" w:rsidP="008867CD">
      <w:pPr>
        <w:pStyle w:val="libNormal"/>
        <w:rPr>
          <w:rtl/>
        </w:rPr>
      </w:pPr>
      <w:r w:rsidRPr="007E0B1D">
        <w:rPr>
          <w:rtl/>
        </w:rPr>
        <w:t xml:space="preserve">وبعد أن وجدت المكتبة الاسلامية تفتقر الى كتاب مستقل في أصحاب الامام محمد الجواد </w:t>
      </w:r>
      <w:r w:rsidR="00D8054C" w:rsidRPr="00D8054C">
        <w:rPr>
          <w:rStyle w:val="libAlaemChar"/>
          <w:rtl/>
        </w:rPr>
        <w:t>عليه‌السلام</w:t>
      </w:r>
      <w:r w:rsidR="00D8054C">
        <w:rPr>
          <w:rtl/>
        </w:rPr>
        <w:t>،</w:t>
      </w:r>
      <w:r w:rsidRPr="007E0B1D">
        <w:rPr>
          <w:rtl/>
        </w:rPr>
        <w:t xml:space="preserve"> قمت بعون الله وقوته بتأليف هذا الكتاب وسميته </w:t>
      </w:r>
      <w:r w:rsidR="00D8054C">
        <w:rPr>
          <w:rtl/>
        </w:rPr>
        <w:t>(</w:t>
      </w:r>
      <w:r w:rsidRPr="007E0B1D">
        <w:rPr>
          <w:rtl/>
        </w:rPr>
        <w:t xml:space="preserve">سبل الرشاد الى أصحاب الامام الجواد </w:t>
      </w:r>
      <w:r w:rsidR="00D8054C" w:rsidRPr="00D8054C">
        <w:rPr>
          <w:rStyle w:val="libAlaemChar"/>
          <w:rtl/>
        </w:rPr>
        <w:t>عليه‌السلام</w:t>
      </w:r>
      <w:r w:rsidR="00D8054C">
        <w:rPr>
          <w:rtl/>
        </w:rPr>
        <w:t>)،</w:t>
      </w:r>
      <w:r w:rsidRPr="007E0B1D">
        <w:rPr>
          <w:rtl/>
        </w:rPr>
        <w:t xml:space="preserve"> ذكرت فيه الذين صحبوه أو تتلمذوا عليه أو الذين سمعوا منه مشافهة مباشرة أو بالمكاتبة</w:t>
      </w:r>
      <w:r w:rsidR="00D8054C">
        <w:rPr>
          <w:rtl/>
        </w:rPr>
        <w:t>،</w:t>
      </w:r>
      <w:r w:rsidRPr="007E0B1D">
        <w:rPr>
          <w:rtl/>
        </w:rPr>
        <w:t xml:space="preserve"> رووا عنه أو لم يرووا عنه</w:t>
      </w:r>
      <w:r w:rsidR="00D8054C">
        <w:rPr>
          <w:rtl/>
        </w:rPr>
        <w:t>،</w:t>
      </w:r>
      <w:r w:rsidRPr="007E0B1D">
        <w:rPr>
          <w:rtl/>
        </w:rPr>
        <w:t xml:space="preserve"> وذكرت بعض ما روه عنه</w:t>
      </w:r>
      <w:r w:rsidR="00D8054C">
        <w:rPr>
          <w:rtl/>
        </w:rPr>
        <w:t>،</w:t>
      </w:r>
      <w:r w:rsidRPr="007E0B1D">
        <w:rPr>
          <w:rtl/>
        </w:rPr>
        <w:t xml:space="preserve"> واردفت كل ترجمة ببعض المراجع التي استفدت منها في شرح حالهم.</w:t>
      </w:r>
    </w:p>
    <w:p w:rsidR="008867CD" w:rsidRPr="007E0B1D" w:rsidRDefault="008867CD" w:rsidP="008867CD">
      <w:pPr>
        <w:pStyle w:val="libNormal"/>
        <w:rPr>
          <w:rtl/>
        </w:rPr>
      </w:pPr>
      <w:r w:rsidRPr="007E0B1D">
        <w:rPr>
          <w:rtl/>
        </w:rPr>
        <w:t>سيدي القارئ</w:t>
      </w:r>
      <w:r w:rsidR="00D8054C">
        <w:rPr>
          <w:rtl/>
        </w:rPr>
        <w:t>،</w:t>
      </w:r>
      <w:r w:rsidRPr="007E0B1D">
        <w:rPr>
          <w:rtl/>
        </w:rPr>
        <w:t xml:space="preserve"> استميحك العذر والعفو عن الأخطاء والهفوات التي تعثر عليها عند تصفحك هذا الكتاب</w:t>
      </w:r>
      <w:r w:rsidR="00D8054C">
        <w:rPr>
          <w:rtl/>
        </w:rPr>
        <w:t>،</w:t>
      </w:r>
      <w:r w:rsidRPr="007E0B1D">
        <w:rPr>
          <w:rtl/>
        </w:rPr>
        <w:t xml:space="preserve"> لأنّ ضحالة معرفتي بهذا العلم كثير</w:t>
      </w:r>
      <w:r w:rsidR="00D8054C">
        <w:rPr>
          <w:rtl/>
        </w:rPr>
        <w:t>،</w:t>
      </w:r>
      <w:r w:rsidRPr="007E0B1D">
        <w:rPr>
          <w:rtl/>
        </w:rPr>
        <w:t xml:space="preserve"> وقلة ادراكي به اكثر من أن يوصف</w:t>
      </w:r>
      <w:r w:rsidR="00D8054C">
        <w:rPr>
          <w:rtl/>
        </w:rPr>
        <w:t>،</w:t>
      </w:r>
      <w:r w:rsidRPr="007E0B1D">
        <w:rPr>
          <w:rtl/>
        </w:rPr>
        <w:t xml:space="preserve"> ولكن شدة تعلقي بالأئمة الأطهار وأصحابهم دفعني الى هذا الطريق الصعب عسى أن ينفعني يوم التناد.</w:t>
      </w:r>
    </w:p>
    <w:tbl>
      <w:tblPr>
        <w:tblStyle w:val="TableGrid"/>
        <w:bidiVisual/>
        <w:tblW w:w="0" w:type="auto"/>
        <w:tblLook w:val="01E0"/>
      </w:tblPr>
      <w:tblGrid>
        <w:gridCol w:w="3793"/>
        <w:gridCol w:w="3794"/>
      </w:tblGrid>
      <w:tr w:rsidR="008867CD" w:rsidTr="00AE355E">
        <w:tc>
          <w:tcPr>
            <w:tcW w:w="3793" w:type="dxa"/>
          </w:tcPr>
          <w:p w:rsidR="008867CD" w:rsidRDefault="008867CD" w:rsidP="00AE355E">
            <w:pPr>
              <w:rPr>
                <w:rFonts w:hint="cs"/>
                <w:rtl/>
                <w:lang w:bidi="fa-IR"/>
              </w:rPr>
            </w:pPr>
          </w:p>
        </w:tc>
        <w:tc>
          <w:tcPr>
            <w:tcW w:w="3794" w:type="dxa"/>
          </w:tcPr>
          <w:p w:rsidR="008867CD" w:rsidRDefault="008867CD" w:rsidP="008867CD">
            <w:pPr>
              <w:pStyle w:val="libCenterBold2"/>
              <w:rPr>
                <w:rFonts w:hint="cs"/>
                <w:rtl/>
              </w:rPr>
            </w:pPr>
            <w:r w:rsidRPr="007E0B1D">
              <w:rPr>
                <w:rtl/>
              </w:rPr>
              <w:t xml:space="preserve">عبد الحسين الشبستري </w:t>
            </w:r>
          </w:p>
          <w:p w:rsidR="008867CD" w:rsidRDefault="008867CD" w:rsidP="008867CD">
            <w:pPr>
              <w:pStyle w:val="libCenterBold2"/>
              <w:rPr>
                <w:rFonts w:hint="cs"/>
                <w:rtl/>
              </w:rPr>
            </w:pPr>
            <w:r w:rsidRPr="007E0B1D">
              <w:rPr>
                <w:rtl/>
              </w:rPr>
              <w:t>قم المقدسة في رجب سنة 1420 ه</w:t>
            </w:r>
            <w:r>
              <w:rPr>
                <w:rFonts w:hint="cs"/>
                <w:rtl/>
              </w:rPr>
              <w:t>ـ</w:t>
            </w:r>
          </w:p>
        </w:tc>
      </w:tr>
    </w:tbl>
    <w:p w:rsidR="00D8054C" w:rsidRDefault="00D8054C" w:rsidP="00D8054C">
      <w:pPr>
        <w:pStyle w:val="libNormal"/>
        <w:rPr>
          <w:rtl/>
        </w:rPr>
      </w:pPr>
      <w:r>
        <w:rPr>
          <w:rtl/>
        </w:rPr>
        <w:br w:type="page"/>
      </w:r>
    </w:p>
    <w:p w:rsidR="008867CD" w:rsidRPr="007E0B1D" w:rsidRDefault="008867CD" w:rsidP="008867CD">
      <w:pPr>
        <w:pStyle w:val="Heading1Center"/>
        <w:rPr>
          <w:rFonts w:hint="cs"/>
          <w:rtl/>
          <w:lang w:bidi="fa-IR"/>
        </w:rPr>
      </w:pPr>
      <w:bookmarkStart w:id="1" w:name="_Toc398984080"/>
      <w:r w:rsidRPr="007E0B1D">
        <w:rPr>
          <w:rtl/>
          <w:lang w:bidi="fa-IR"/>
        </w:rPr>
        <w:lastRenderedPageBreak/>
        <w:t xml:space="preserve">شذرات من حياة الامام الجواد </w:t>
      </w:r>
      <w:r>
        <w:rPr>
          <w:rFonts w:hint="cs"/>
          <w:rtl/>
        </w:rPr>
        <w:t>عليه السلام</w:t>
      </w:r>
      <w:bookmarkEnd w:id="1"/>
    </w:p>
    <w:p w:rsidR="008867CD" w:rsidRPr="007E0B1D" w:rsidRDefault="008867CD" w:rsidP="008867CD">
      <w:pPr>
        <w:pStyle w:val="libNormal"/>
        <w:rPr>
          <w:rtl/>
        </w:rPr>
      </w:pPr>
      <w:r w:rsidRPr="007E0B1D">
        <w:rPr>
          <w:rtl/>
        </w:rPr>
        <w:t>هو محمد بن علي الرضا ابن موسى الكاظم ابن جعفر الصادق ابن محمد الباقر ابن علي السجاد ابن الحسين السبط ابن الامام أمير المؤمنين علي بن أبي طالب القرشي</w:t>
      </w:r>
      <w:r w:rsidR="00D8054C">
        <w:rPr>
          <w:rtl/>
        </w:rPr>
        <w:t>،</w:t>
      </w:r>
      <w:r w:rsidRPr="007E0B1D">
        <w:rPr>
          <w:rtl/>
        </w:rPr>
        <w:t xml:space="preserve"> الهاشمي</w:t>
      </w:r>
      <w:r w:rsidR="00D8054C">
        <w:rPr>
          <w:rtl/>
        </w:rPr>
        <w:t>،</w:t>
      </w:r>
      <w:r w:rsidRPr="007E0B1D">
        <w:rPr>
          <w:rtl/>
        </w:rPr>
        <w:t xml:space="preserve"> العلوي</w:t>
      </w:r>
      <w:r w:rsidR="00D8054C">
        <w:rPr>
          <w:rtl/>
        </w:rPr>
        <w:t>،</w:t>
      </w:r>
      <w:r w:rsidRPr="007E0B1D">
        <w:rPr>
          <w:rtl/>
        </w:rPr>
        <w:t xml:space="preserve"> المدني</w:t>
      </w:r>
      <w:r w:rsidR="00D8054C">
        <w:rPr>
          <w:rtl/>
        </w:rPr>
        <w:t>،</w:t>
      </w:r>
      <w:r w:rsidRPr="007E0B1D">
        <w:rPr>
          <w:rtl/>
        </w:rPr>
        <w:t xml:space="preserve"> أبو جعفر الثاني</w:t>
      </w:r>
      <w:r w:rsidR="00D8054C">
        <w:rPr>
          <w:rtl/>
        </w:rPr>
        <w:t>،</w:t>
      </w:r>
      <w:r w:rsidRPr="007E0B1D">
        <w:rPr>
          <w:rtl/>
        </w:rPr>
        <w:t xml:space="preserve"> الملقب بالجواد والمرتضى والمنتجب والقانع.</w:t>
      </w:r>
    </w:p>
    <w:p w:rsidR="008867CD" w:rsidRPr="007E0B1D" w:rsidRDefault="008867CD" w:rsidP="008867CD">
      <w:pPr>
        <w:pStyle w:val="libNormal"/>
        <w:rPr>
          <w:rtl/>
        </w:rPr>
      </w:pPr>
      <w:r w:rsidRPr="007E0B1D">
        <w:rPr>
          <w:rtl/>
        </w:rPr>
        <w:t>الامام التاسع من أئمة أهل البيت الذين اذهب الله عنهم الرجس وطهرهم تطهيرا</w:t>
      </w:r>
      <w:r w:rsidR="00D8054C">
        <w:rPr>
          <w:rtl/>
        </w:rPr>
        <w:t>،</w:t>
      </w:r>
      <w:r w:rsidRPr="007E0B1D">
        <w:rPr>
          <w:rtl/>
        </w:rPr>
        <w:t xml:space="preserve"> وفرع من فروع الشجرة النبوية</w:t>
      </w:r>
      <w:r w:rsidR="00D8054C">
        <w:rPr>
          <w:rtl/>
        </w:rPr>
        <w:t>،</w:t>
      </w:r>
      <w:r w:rsidRPr="007E0B1D">
        <w:rPr>
          <w:rtl/>
        </w:rPr>
        <w:t xml:space="preserve"> وغصن من أغصان النبتة العلوية أمه أمّ ولد</w:t>
      </w:r>
      <w:r w:rsidR="00D8054C">
        <w:rPr>
          <w:rtl/>
        </w:rPr>
        <w:t>،</w:t>
      </w:r>
      <w:r w:rsidRPr="007E0B1D">
        <w:rPr>
          <w:rtl/>
        </w:rPr>
        <w:t xml:space="preserve"> كانت تدعى سبيكة</w:t>
      </w:r>
      <w:r w:rsidR="00D8054C">
        <w:rPr>
          <w:rtl/>
        </w:rPr>
        <w:t>،</w:t>
      </w:r>
      <w:r w:rsidRPr="007E0B1D">
        <w:rPr>
          <w:rtl/>
        </w:rPr>
        <w:t xml:space="preserve"> وقيل سكينة النوبية.</w:t>
      </w:r>
    </w:p>
    <w:p w:rsidR="008867CD" w:rsidRPr="007E0B1D" w:rsidRDefault="008867CD" w:rsidP="008867CD">
      <w:pPr>
        <w:pStyle w:val="libNormal"/>
        <w:rPr>
          <w:rtl/>
        </w:rPr>
      </w:pPr>
      <w:r w:rsidRPr="007E0B1D">
        <w:rPr>
          <w:rtl/>
        </w:rPr>
        <w:t xml:space="preserve">كان </w:t>
      </w:r>
      <w:r w:rsidR="00D8054C" w:rsidRPr="00D8054C">
        <w:rPr>
          <w:rStyle w:val="libAlaemChar"/>
          <w:rtl/>
        </w:rPr>
        <w:t>عليه‌السلام</w:t>
      </w:r>
      <w:r w:rsidRPr="007E0B1D">
        <w:rPr>
          <w:rtl/>
        </w:rPr>
        <w:t xml:space="preserve"> أفضل أهل عصره في العبادة والزهد والتقى</w:t>
      </w:r>
      <w:r w:rsidR="00D8054C">
        <w:rPr>
          <w:rtl/>
        </w:rPr>
        <w:t>،</w:t>
      </w:r>
      <w:r w:rsidRPr="007E0B1D">
        <w:rPr>
          <w:rtl/>
        </w:rPr>
        <w:t xml:space="preserve"> واكثرهم احاطة بالعلوم والمعارف والآداب</w:t>
      </w:r>
      <w:r w:rsidR="00D8054C">
        <w:rPr>
          <w:rtl/>
        </w:rPr>
        <w:t>،</w:t>
      </w:r>
      <w:r w:rsidRPr="007E0B1D">
        <w:rPr>
          <w:rtl/>
        </w:rPr>
        <w:t xml:space="preserve"> واكملهم عقلا</w:t>
      </w:r>
      <w:r w:rsidR="00D8054C">
        <w:rPr>
          <w:rtl/>
        </w:rPr>
        <w:t>،</w:t>
      </w:r>
      <w:r w:rsidRPr="007E0B1D">
        <w:rPr>
          <w:rtl/>
        </w:rPr>
        <w:t xml:space="preserve"> واكثرهم ذكاء</w:t>
      </w:r>
      <w:r w:rsidR="00D8054C">
        <w:rPr>
          <w:rtl/>
        </w:rPr>
        <w:t>،</w:t>
      </w:r>
      <w:r w:rsidRPr="007E0B1D">
        <w:rPr>
          <w:rtl/>
        </w:rPr>
        <w:t xml:space="preserve"> وأجلهم حكمة ونبوغا.</w:t>
      </w:r>
    </w:p>
    <w:p w:rsidR="008867CD" w:rsidRPr="007E0B1D" w:rsidRDefault="008867CD" w:rsidP="008867CD">
      <w:pPr>
        <w:pStyle w:val="libNormal"/>
        <w:rPr>
          <w:rtl/>
        </w:rPr>
      </w:pPr>
      <w:r w:rsidRPr="007E0B1D">
        <w:rPr>
          <w:rtl/>
        </w:rPr>
        <w:t xml:space="preserve">ولد </w:t>
      </w:r>
      <w:r w:rsidR="00D8054C" w:rsidRPr="00D8054C">
        <w:rPr>
          <w:rStyle w:val="libAlaemChar"/>
          <w:rtl/>
        </w:rPr>
        <w:t>عليه‌السلام</w:t>
      </w:r>
      <w:r w:rsidRPr="007E0B1D">
        <w:rPr>
          <w:rtl/>
        </w:rPr>
        <w:t xml:space="preserve"> بالمدينة المنورة في شهر رمضان سنة 195 ه‍</w:t>
      </w:r>
      <w:r w:rsidR="00D8054C">
        <w:rPr>
          <w:rtl/>
        </w:rPr>
        <w:t>،</w:t>
      </w:r>
      <w:r w:rsidRPr="007E0B1D">
        <w:rPr>
          <w:rtl/>
        </w:rPr>
        <w:t xml:space="preserve"> فتربى في أحضان الامامة والعصمة</w:t>
      </w:r>
      <w:r w:rsidR="00D8054C">
        <w:rPr>
          <w:rtl/>
        </w:rPr>
        <w:t>،</w:t>
      </w:r>
      <w:r w:rsidRPr="007E0B1D">
        <w:rPr>
          <w:rtl/>
        </w:rPr>
        <w:t xml:space="preserve"> فاخذ ينهل من معين مدرسة أبيه الامام الرضا </w:t>
      </w:r>
      <w:r w:rsidR="00D8054C" w:rsidRPr="00D8054C">
        <w:rPr>
          <w:rStyle w:val="libAlaemChar"/>
          <w:rtl/>
        </w:rPr>
        <w:t>عليه‌السلام</w:t>
      </w:r>
      <w:r w:rsidR="00D8054C">
        <w:rPr>
          <w:rtl/>
        </w:rPr>
        <w:t>،</w:t>
      </w:r>
      <w:r w:rsidRPr="007E0B1D">
        <w:rPr>
          <w:rtl/>
        </w:rPr>
        <w:t xml:space="preserve"> فاستوعب العلوم والمعارف وكل ما هو خير وفاضل</w:t>
      </w:r>
      <w:r w:rsidR="00D8054C">
        <w:rPr>
          <w:rtl/>
        </w:rPr>
        <w:t>،</w:t>
      </w:r>
      <w:r w:rsidRPr="007E0B1D">
        <w:rPr>
          <w:rtl/>
        </w:rPr>
        <w:t xml:space="preserve"> فأصبح آية من آيات الله وحجة من حججه مع صغر سنه ونعومة اظفاره</w:t>
      </w:r>
      <w:r w:rsidR="00D8054C">
        <w:rPr>
          <w:rtl/>
        </w:rPr>
        <w:t>،</w:t>
      </w:r>
      <w:r w:rsidRPr="007E0B1D">
        <w:rPr>
          <w:rtl/>
        </w:rPr>
        <w:t xml:space="preserve"> ولم يزل في ريعان الصبا حيث فقد ابيه وهو لم يبلغ الثامنة من عمره الشريف.</w:t>
      </w:r>
    </w:p>
    <w:p w:rsidR="008867CD" w:rsidRPr="007E0B1D" w:rsidRDefault="008867CD" w:rsidP="008867CD">
      <w:pPr>
        <w:pStyle w:val="libNormal"/>
        <w:rPr>
          <w:rtl/>
        </w:rPr>
      </w:pPr>
      <w:r w:rsidRPr="007E0B1D">
        <w:rPr>
          <w:rtl/>
        </w:rPr>
        <w:t>تبوأ منصب الامامة والخلافة بعد وفاة أبيه سنة 183 ه‍</w:t>
      </w:r>
      <w:r w:rsidR="00D8054C">
        <w:rPr>
          <w:rtl/>
        </w:rPr>
        <w:t>،</w:t>
      </w:r>
      <w:r w:rsidRPr="007E0B1D">
        <w:rPr>
          <w:rtl/>
        </w:rPr>
        <w:t xml:space="preserve"> وعمره يومئذ سبع سنين واشهرا</w:t>
      </w:r>
      <w:r w:rsidR="00D8054C">
        <w:rPr>
          <w:rtl/>
        </w:rPr>
        <w:t>،</w:t>
      </w:r>
      <w:r w:rsidRPr="007E0B1D">
        <w:rPr>
          <w:rtl/>
        </w:rPr>
        <w:t xml:space="preserve"> بنص واشارة من أبيه لتكامل فضله وعلو كعبه في مدارج العلوم والمعارف.</w:t>
      </w:r>
    </w:p>
    <w:p w:rsidR="008867CD" w:rsidRPr="007E0B1D" w:rsidRDefault="008867CD" w:rsidP="008867CD">
      <w:pPr>
        <w:pStyle w:val="libNormal"/>
        <w:rPr>
          <w:rtl/>
        </w:rPr>
      </w:pPr>
      <w:r w:rsidRPr="007E0B1D">
        <w:rPr>
          <w:rtl/>
        </w:rPr>
        <w:t>عاصر من ملوك بني العباس كلا من المأمون والمعتصم</w:t>
      </w:r>
      <w:r w:rsidR="00D8054C">
        <w:rPr>
          <w:rtl/>
        </w:rPr>
        <w:t>،</w:t>
      </w:r>
      <w:r w:rsidRPr="007E0B1D">
        <w:rPr>
          <w:rtl/>
        </w:rPr>
        <w:t xml:space="preserve"> ففي أيام المأمون تنفس الامام </w:t>
      </w:r>
      <w:r w:rsidR="00D8054C" w:rsidRPr="00D8054C">
        <w:rPr>
          <w:rStyle w:val="libAlaemChar"/>
          <w:rtl/>
        </w:rPr>
        <w:t>عليه‌السلام</w:t>
      </w:r>
      <w:r w:rsidRPr="007E0B1D">
        <w:rPr>
          <w:rtl/>
        </w:rPr>
        <w:t xml:space="preserve"> الصعداء</w:t>
      </w:r>
      <w:r w:rsidR="00D8054C">
        <w:rPr>
          <w:rtl/>
        </w:rPr>
        <w:t>،</w:t>
      </w:r>
      <w:r w:rsidRPr="007E0B1D">
        <w:rPr>
          <w:rtl/>
        </w:rPr>
        <w:t xml:space="preserve"> حيث لقي منه الاكرام والتعظيم</w:t>
      </w:r>
      <w:r w:rsidR="00D8054C">
        <w:rPr>
          <w:rtl/>
        </w:rPr>
        <w:t>،</w:t>
      </w:r>
      <w:r w:rsidRPr="007E0B1D">
        <w:rPr>
          <w:rtl/>
        </w:rPr>
        <w:t xml:space="preserve"> وزوجه</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المأمون من ابنته أم الفضل ببغداد</w:t>
      </w:r>
      <w:r w:rsidR="00D8054C">
        <w:rPr>
          <w:rtl/>
        </w:rPr>
        <w:t>،</w:t>
      </w:r>
      <w:r w:rsidRPr="007E0B1D">
        <w:rPr>
          <w:rtl/>
        </w:rPr>
        <w:t xml:space="preserve"> فحملها معه الى مدينة المنورة</w:t>
      </w:r>
      <w:r w:rsidR="00D8054C">
        <w:rPr>
          <w:rtl/>
        </w:rPr>
        <w:t>،</w:t>
      </w:r>
      <w:r w:rsidRPr="007E0B1D">
        <w:rPr>
          <w:rtl/>
        </w:rPr>
        <w:t xml:space="preserve"> فأولدت له الامام علي الهادي </w:t>
      </w:r>
      <w:r w:rsidR="00D8054C" w:rsidRPr="00D8054C">
        <w:rPr>
          <w:rStyle w:val="libAlaemChar"/>
          <w:rtl/>
        </w:rPr>
        <w:t>عليه‌السلام</w:t>
      </w:r>
      <w:r w:rsidR="00D8054C">
        <w:rPr>
          <w:rtl/>
        </w:rPr>
        <w:t>،</w:t>
      </w:r>
      <w:r w:rsidRPr="007E0B1D">
        <w:rPr>
          <w:rtl/>
        </w:rPr>
        <w:t xml:space="preserve"> وموسى</w:t>
      </w:r>
      <w:r w:rsidR="00D8054C">
        <w:rPr>
          <w:rtl/>
        </w:rPr>
        <w:t>،</w:t>
      </w:r>
      <w:r w:rsidRPr="007E0B1D">
        <w:rPr>
          <w:rtl/>
        </w:rPr>
        <w:t xml:space="preserve"> وفاطمة</w:t>
      </w:r>
      <w:r w:rsidR="00D8054C">
        <w:rPr>
          <w:rtl/>
        </w:rPr>
        <w:t>،</w:t>
      </w:r>
      <w:r w:rsidRPr="007E0B1D">
        <w:rPr>
          <w:rtl/>
        </w:rPr>
        <w:t xml:space="preserve"> وأمامة</w:t>
      </w:r>
      <w:r w:rsidR="00D8054C">
        <w:rPr>
          <w:rtl/>
        </w:rPr>
        <w:t>،</w:t>
      </w:r>
      <w:r w:rsidRPr="007E0B1D">
        <w:rPr>
          <w:rtl/>
        </w:rPr>
        <w:t xml:space="preserve"> وأم كلثوم</w:t>
      </w:r>
      <w:r w:rsidR="00D8054C">
        <w:rPr>
          <w:rtl/>
        </w:rPr>
        <w:t>،</w:t>
      </w:r>
      <w:r w:rsidRPr="007E0B1D">
        <w:rPr>
          <w:rtl/>
        </w:rPr>
        <w:t xml:space="preserve"> وخديجة</w:t>
      </w:r>
      <w:r w:rsidR="00D8054C">
        <w:rPr>
          <w:rtl/>
        </w:rPr>
        <w:t>،</w:t>
      </w:r>
      <w:r w:rsidRPr="007E0B1D">
        <w:rPr>
          <w:rtl/>
        </w:rPr>
        <w:t xml:space="preserve"> وحليمة.</w:t>
      </w:r>
    </w:p>
    <w:p w:rsidR="008867CD" w:rsidRPr="007E0B1D" w:rsidRDefault="008867CD" w:rsidP="008867CD">
      <w:pPr>
        <w:pStyle w:val="libNormal"/>
        <w:rPr>
          <w:rtl/>
        </w:rPr>
      </w:pPr>
      <w:r w:rsidRPr="007E0B1D">
        <w:rPr>
          <w:rtl/>
        </w:rPr>
        <w:t xml:space="preserve">ولم يزل الامام </w:t>
      </w:r>
      <w:r w:rsidR="00D8054C" w:rsidRPr="00D8054C">
        <w:rPr>
          <w:rStyle w:val="libAlaemChar"/>
          <w:rtl/>
        </w:rPr>
        <w:t>عليه‌السلام</w:t>
      </w:r>
      <w:r w:rsidRPr="007E0B1D">
        <w:rPr>
          <w:rtl/>
        </w:rPr>
        <w:t xml:space="preserve"> يسكن المدينة المنورة حتى ملك المعتصم العباسي</w:t>
      </w:r>
      <w:r w:rsidR="00D8054C">
        <w:rPr>
          <w:rtl/>
        </w:rPr>
        <w:t xml:space="preserve"> - </w:t>
      </w:r>
      <w:r w:rsidRPr="007E0B1D">
        <w:rPr>
          <w:rtl/>
        </w:rPr>
        <w:t xml:space="preserve">العدو اللدود لآل البيت </w:t>
      </w:r>
      <w:r w:rsidR="00D8054C" w:rsidRPr="00D8054C">
        <w:rPr>
          <w:rStyle w:val="libAlaemChar"/>
          <w:rtl/>
        </w:rPr>
        <w:t>عليهم‌السلام</w:t>
      </w:r>
      <w:r w:rsidR="00D8054C">
        <w:rPr>
          <w:rtl/>
        </w:rPr>
        <w:t xml:space="preserve"> - </w:t>
      </w:r>
      <w:r w:rsidRPr="007E0B1D">
        <w:rPr>
          <w:rtl/>
        </w:rPr>
        <w:t>فاشخصه الى بغداد</w:t>
      </w:r>
      <w:r w:rsidR="00D8054C">
        <w:rPr>
          <w:rtl/>
        </w:rPr>
        <w:t>،</w:t>
      </w:r>
      <w:r w:rsidRPr="007E0B1D">
        <w:rPr>
          <w:rtl/>
        </w:rPr>
        <w:t xml:space="preserve"> فدخلها ولقي بها صنوف العذاب من جزار عصره المعتصم وزبانيته حتى دس له السم وقتله ببغداد في شهر ذي القعدة</w:t>
      </w:r>
      <w:r w:rsidR="00D8054C">
        <w:rPr>
          <w:rtl/>
        </w:rPr>
        <w:t>،</w:t>
      </w:r>
      <w:r w:rsidRPr="007E0B1D">
        <w:rPr>
          <w:rtl/>
        </w:rPr>
        <w:t xml:space="preserve"> وقيل في الخامس من ذي الحجة سنة 220 ه‍</w:t>
      </w:r>
      <w:r w:rsidR="00D8054C">
        <w:rPr>
          <w:rtl/>
        </w:rPr>
        <w:t>،</w:t>
      </w:r>
      <w:r w:rsidRPr="007E0B1D">
        <w:rPr>
          <w:rtl/>
        </w:rPr>
        <w:t xml:space="preserve"> وقيل سنة 219 ه‍</w:t>
      </w:r>
      <w:r w:rsidR="00D8054C">
        <w:rPr>
          <w:rtl/>
        </w:rPr>
        <w:t>،</w:t>
      </w:r>
      <w:r w:rsidRPr="007E0B1D">
        <w:rPr>
          <w:rtl/>
        </w:rPr>
        <w:t xml:space="preserve"> فدفن بها في مقابر قريش عند مرقد جده الامام الكاظم </w:t>
      </w:r>
      <w:r w:rsidR="00D8054C" w:rsidRPr="00D8054C">
        <w:rPr>
          <w:rStyle w:val="libAlaemChar"/>
          <w:rtl/>
        </w:rPr>
        <w:t>عليه‌السلام</w:t>
      </w:r>
      <w:r w:rsidR="00D8054C">
        <w:rPr>
          <w:rtl/>
        </w:rPr>
        <w:t>،</w:t>
      </w:r>
      <w:r w:rsidRPr="007E0B1D">
        <w:rPr>
          <w:rtl/>
        </w:rPr>
        <w:t xml:space="preserve"> فأصبح مرقده من البقاع المقدسة لدى الشيعة والمسلمين في العالم</w:t>
      </w:r>
      <w:r w:rsidR="00D8054C">
        <w:rPr>
          <w:rtl/>
        </w:rPr>
        <w:t>،</w:t>
      </w:r>
      <w:r w:rsidRPr="007E0B1D">
        <w:rPr>
          <w:rtl/>
        </w:rPr>
        <w:t xml:space="preserve"> يقصدونه من شتى بقاع المعمورة للتقرب به الى الله وقضاء حوائجهم.</w:t>
      </w:r>
    </w:p>
    <w:p w:rsidR="008867CD" w:rsidRPr="007E0B1D" w:rsidRDefault="008867CD" w:rsidP="008867CD">
      <w:pPr>
        <w:pStyle w:val="libNormal"/>
        <w:rPr>
          <w:rtl/>
        </w:rPr>
      </w:pPr>
      <w:r w:rsidRPr="007E0B1D">
        <w:rPr>
          <w:rtl/>
        </w:rPr>
        <w:t>وباستشهاده خسرت البشرية عامة والامة الاسلامية خاصة نابغة من نوابغ الدهر وآية من آيات الله العظمى.</w:t>
      </w:r>
    </w:p>
    <w:p w:rsidR="008867CD" w:rsidRPr="007E0B1D" w:rsidRDefault="008867CD" w:rsidP="008867CD">
      <w:pPr>
        <w:pStyle w:val="libNormal"/>
        <w:rPr>
          <w:rtl/>
        </w:rPr>
      </w:pPr>
      <w:r w:rsidRPr="007E0B1D">
        <w:rPr>
          <w:rtl/>
        </w:rPr>
        <w:t xml:space="preserve">كانت تلك نبذة مختصرة عن حياة امامنا الامام الجواد </w:t>
      </w:r>
      <w:r w:rsidR="00D8054C" w:rsidRPr="00D8054C">
        <w:rPr>
          <w:rStyle w:val="libAlaemChar"/>
          <w:rtl/>
        </w:rPr>
        <w:t>عليه‌السلام</w:t>
      </w:r>
      <w:r w:rsidR="00D8054C">
        <w:rPr>
          <w:rtl/>
        </w:rPr>
        <w:t>،</w:t>
      </w:r>
      <w:r w:rsidRPr="007E0B1D">
        <w:rPr>
          <w:rtl/>
        </w:rPr>
        <w:t xml:space="preserve"> وإليك سيدي القارئ بعض نصوص اقوال العلماء والمؤرخين والمحققين حول بعض جوانب حياته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1</w:t>
      </w:r>
      <w:r w:rsidR="00D8054C">
        <w:rPr>
          <w:rtl/>
        </w:rPr>
        <w:t xml:space="preserve"> - </w:t>
      </w:r>
      <w:r w:rsidRPr="007E0B1D">
        <w:rPr>
          <w:rtl/>
        </w:rPr>
        <w:t>سبط ابن الجوزي في تذكرة الخواص ص 358</w:t>
      </w:r>
      <w:r w:rsidR="00D8054C">
        <w:rPr>
          <w:rtl/>
        </w:rPr>
        <w:t>:</w:t>
      </w:r>
    </w:p>
    <w:p w:rsidR="008867CD" w:rsidRPr="007E0B1D" w:rsidRDefault="008867CD" w:rsidP="008867CD">
      <w:pPr>
        <w:pStyle w:val="libNormal"/>
        <w:rPr>
          <w:rtl/>
        </w:rPr>
      </w:pPr>
      <w:r w:rsidRPr="007E0B1D">
        <w:rPr>
          <w:rtl/>
        </w:rPr>
        <w:t>هو محمد بن علي بن موسى بن جعفر بن محمد بن علي بن الحسين بن علي بن أبي طالب</w:t>
      </w:r>
      <w:r w:rsidR="00D8054C">
        <w:rPr>
          <w:rtl/>
        </w:rPr>
        <w:t>،</w:t>
      </w:r>
      <w:r w:rsidRPr="007E0B1D">
        <w:rPr>
          <w:rtl/>
        </w:rPr>
        <w:t xml:space="preserve"> وكنيته ابو عبد الله</w:t>
      </w:r>
      <w:r w:rsidR="00D8054C">
        <w:rPr>
          <w:rtl/>
        </w:rPr>
        <w:t>،</w:t>
      </w:r>
      <w:r w:rsidRPr="007E0B1D">
        <w:rPr>
          <w:rtl/>
        </w:rPr>
        <w:t xml:space="preserve"> وقيل أبو جعفر.</w:t>
      </w:r>
    </w:p>
    <w:p w:rsidR="008867CD" w:rsidRPr="007E0B1D" w:rsidRDefault="008867CD" w:rsidP="008867CD">
      <w:pPr>
        <w:pStyle w:val="libNormal"/>
        <w:rPr>
          <w:rtl/>
        </w:rPr>
      </w:pPr>
      <w:r w:rsidRPr="007E0B1D">
        <w:rPr>
          <w:rtl/>
        </w:rPr>
        <w:t>ولد سنة 195 من الهجرة</w:t>
      </w:r>
      <w:r w:rsidR="00D8054C">
        <w:rPr>
          <w:rtl/>
        </w:rPr>
        <w:t>،</w:t>
      </w:r>
      <w:r w:rsidRPr="007E0B1D">
        <w:rPr>
          <w:rtl/>
        </w:rPr>
        <w:t xml:space="preserve"> وتوفي سنة 220</w:t>
      </w:r>
      <w:r w:rsidR="00D8054C">
        <w:rPr>
          <w:rtl/>
        </w:rPr>
        <w:t>،</w:t>
      </w:r>
      <w:r w:rsidRPr="007E0B1D">
        <w:rPr>
          <w:rtl/>
        </w:rPr>
        <w:t xml:space="preserve"> وهو ابن خمس وعشرين سنة</w:t>
      </w:r>
      <w:r w:rsidR="00D8054C">
        <w:rPr>
          <w:rtl/>
        </w:rPr>
        <w:t>،</w:t>
      </w:r>
      <w:r w:rsidRPr="007E0B1D">
        <w:rPr>
          <w:rtl/>
        </w:rPr>
        <w:t xml:space="preserve"> وكان منهاج أبيه في العلم والتقى والزهد والجود.</w:t>
      </w:r>
    </w:p>
    <w:p w:rsidR="008867CD" w:rsidRPr="007E0B1D" w:rsidRDefault="008867CD" w:rsidP="008867CD">
      <w:pPr>
        <w:pStyle w:val="libNormal"/>
        <w:rPr>
          <w:rtl/>
        </w:rPr>
      </w:pPr>
      <w:r w:rsidRPr="007E0B1D">
        <w:rPr>
          <w:rtl/>
        </w:rPr>
        <w:t>ولما مات أبوه قدم على المأمون فأكرمه وأعطاه ما كان يعطي أباه</w:t>
      </w:r>
      <w:r w:rsidR="00D8054C">
        <w:rPr>
          <w:rtl/>
        </w:rPr>
        <w:t>،</w:t>
      </w:r>
      <w:r w:rsidRPr="007E0B1D">
        <w:rPr>
          <w:rtl/>
        </w:rPr>
        <w:t xml:space="preserve"> وكان قد زوجه المأمون بابنته أم الفضل.</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واختلفوا هل زوجه قبل وفاة أبيه أو بعده فيه قولان</w:t>
      </w:r>
      <w:r w:rsidR="00D8054C">
        <w:rPr>
          <w:rtl/>
        </w:rPr>
        <w:t>،</w:t>
      </w:r>
      <w:r w:rsidRPr="007E0B1D">
        <w:rPr>
          <w:rtl/>
        </w:rPr>
        <w:t xml:space="preserve"> والامامية تروي خبرا طويلا فيه ان المأمون لما زوجه كان عمر محمد الجواد سبع سنين وأشهر</w:t>
      </w:r>
      <w:r w:rsidR="00D8054C">
        <w:rPr>
          <w:rtl/>
        </w:rPr>
        <w:t>،</w:t>
      </w:r>
      <w:r w:rsidRPr="007E0B1D">
        <w:rPr>
          <w:rtl/>
        </w:rPr>
        <w:t xml:space="preserve"> وانه هو الذي خطب خطبة النكاح</w:t>
      </w:r>
      <w:r w:rsidR="00D8054C">
        <w:rPr>
          <w:rtl/>
        </w:rPr>
        <w:t>،</w:t>
      </w:r>
      <w:r w:rsidRPr="007E0B1D">
        <w:rPr>
          <w:rtl/>
        </w:rPr>
        <w:t xml:space="preserve"> وان العباسيين شغبوا على المأمون ورشوا القاضي يحيى بن أكثم حتى وضع مسائل ليخطئ بها محمد الجواد ويمتحنه</w:t>
      </w:r>
      <w:r w:rsidR="00D8054C">
        <w:rPr>
          <w:rtl/>
        </w:rPr>
        <w:t>،</w:t>
      </w:r>
      <w:r w:rsidRPr="007E0B1D">
        <w:rPr>
          <w:rtl/>
        </w:rPr>
        <w:t xml:space="preserve"> وان الجواد خرج عن الجميع</w:t>
      </w:r>
      <w:r w:rsidR="00D8054C">
        <w:rPr>
          <w:rtl/>
        </w:rPr>
        <w:t>،</w:t>
      </w:r>
      <w:r w:rsidRPr="007E0B1D">
        <w:rPr>
          <w:rtl/>
        </w:rPr>
        <w:t xml:space="preserve"> وهو حديث طويل ذكره المفيد في كتاب </w:t>
      </w:r>
      <w:r w:rsidR="00D8054C">
        <w:rPr>
          <w:rtl/>
        </w:rPr>
        <w:t>(</w:t>
      </w:r>
      <w:r w:rsidRPr="007E0B1D">
        <w:rPr>
          <w:rtl/>
        </w:rPr>
        <w:t>الارشاد</w:t>
      </w:r>
      <w:r w:rsidR="00D8054C">
        <w:rPr>
          <w:rtl/>
        </w:rPr>
        <w:t>)</w:t>
      </w:r>
      <w:r w:rsidRPr="007E0B1D">
        <w:rPr>
          <w:rtl/>
        </w:rPr>
        <w:t xml:space="preserve"> والله أعلم.</w:t>
      </w:r>
    </w:p>
    <w:p w:rsidR="008867CD" w:rsidRPr="007E0B1D" w:rsidRDefault="008867CD" w:rsidP="008867CD">
      <w:pPr>
        <w:pStyle w:val="libNormal"/>
        <w:rPr>
          <w:rtl/>
        </w:rPr>
      </w:pPr>
      <w:r w:rsidRPr="007E0B1D">
        <w:rPr>
          <w:rtl/>
        </w:rPr>
        <w:t>وكان يلقب بالمرتضى والقانع</w:t>
      </w:r>
      <w:r w:rsidR="00D8054C">
        <w:rPr>
          <w:rtl/>
        </w:rPr>
        <w:t>،</w:t>
      </w:r>
      <w:r w:rsidRPr="007E0B1D">
        <w:rPr>
          <w:rtl/>
        </w:rPr>
        <w:t xml:space="preserve"> وكانت وفاته ببغداد في خامس ذي الحجة</w:t>
      </w:r>
      <w:r w:rsidR="00D8054C">
        <w:rPr>
          <w:rtl/>
        </w:rPr>
        <w:t>،</w:t>
      </w:r>
      <w:r w:rsidRPr="007E0B1D">
        <w:rPr>
          <w:rtl/>
        </w:rPr>
        <w:t xml:space="preserve"> ودفن الى جانب جده موسى بن جعفر بمقابر قريش</w:t>
      </w:r>
      <w:r w:rsidR="00D8054C">
        <w:rPr>
          <w:rtl/>
        </w:rPr>
        <w:t>،</w:t>
      </w:r>
      <w:r w:rsidRPr="007E0B1D">
        <w:rPr>
          <w:rtl/>
        </w:rPr>
        <w:t xml:space="preserve"> وقبره ظاهر يزار</w:t>
      </w:r>
      <w:r w:rsidR="00D8054C">
        <w:rPr>
          <w:rtl/>
        </w:rPr>
        <w:t>،</w:t>
      </w:r>
      <w:r w:rsidRPr="007E0B1D">
        <w:rPr>
          <w:rtl/>
        </w:rPr>
        <w:t xml:space="preserve"> وأمه سكينة</w:t>
      </w:r>
      <w:r w:rsidR="00D8054C">
        <w:rPr>
          <w:rtl/>
        </w:rPr>
        <w:t>،</w:t>
      </w:r>
      <w:r w:rsidRPr="007E0B1D">
        <w:rPr>
          <w:rtl/>
        </w:rPr>
        <w:t xml:space="preserve"> وكان له أولاد المشهور منهم علي </w:t>
      </w:r>
      <w:r w:rsidR="00D8054C">
        <w:rPr>
          <w:rtl/>
        </w:rPr>
        <w:t>(</w:t>
      </w:r>
      <w:r w:rsidRPr="007E0B1D">
        <w:rPr>
          <w:rtl/>
        </w:rPr>
        <w:t>الامام</w:t>
      </w:r>
      <w:r w:rsidR="00D8054C">
        <w:rPr>
          <w:rtl/>
        </w:rPr>
        <w:t>)</w:t>
      </w:r>
      <w:r>
        <w:rPr>
          <w:rtl/>
        </w:rPr>
        <w:t>.</w:t>
      </w:r>
    </w:p>
    <w:p w:rsidR="008867CD" w:rsidRPr="007E0B1D" w:rsidRDefault="008867CD" w:rsidP="008867CD">
      <w:pPr>
        <w:pStyle w:val="libBold1"/>
        <w:rPr>
          <w:rtl/>
        </w:rPr>
      </w:pPr>
      <w:r w:rsidRPr="007E0B1D">
        <w:rPr>
          <w:rtl/>
        </w:rPr>
        <w:t>2</w:t>
      </w:r>
      <w:r w:rsidR="00D8054C">
        <w:rPr>
          <w:rtl/>
        </w:rPr>
        <w:t xml:space="preserve"> - </w:t>
      </w:r>
      <w:r w:rsidRPr="007E0B1D">
        <w:rPr>
          <w:rtl/>
        </w:rPr>
        <w:t>ابن الأثير في الكامل ج 6 صفحة 417</w:t>
      </w:r>
      <w:r w:rsidR="00D8054C">
        <w:rPr>
          <w:rtl/>
        </w:rPr>
        <w:t>:</w:t>
      </w:r>
    </w:p>
    <w:p w:rsidR="008867CD" w:rsidRPr="007E0B1D" w:rsidRDefault="008867CD" w:rsidP="008867CD">
      <w:pPr>
        <w:pStyle w:val="libNormal"/>
        <w:rPr>
          <w:rtl/>
        </w:rPr>
      </w:pPr>
      <w:r w:rsidRPr="007E0B1D">
        <w:rPr>
          <w:rtl/>
        </w:rPr>
        <w:t>ثم دخلت سنة 215 ه‍</w:t>
      </w:r>
      <w:r>
        <w:rPr>
          <w:rtl/>
        </w:rPr>
        <w:t>.</w:t>
      </w:r>
      <w:r w:rsidRPr="007E0B1D">
        <w:rPr>
          <w:rtl/>
        </w:rPr>
        <w:t xml:space="preserve"> فلما صار المأمون بتكريت قدم عليه محمد بن علي بن موسى بن جعفر بن محمد بن علي بن الحسن </w:t>
      </w:r>
      <w:r w:rsidR="00D8054C">
        <w:rPr>
          <w:rtl/>
        </w:rPr>
        <w:t>(</w:t>
      </w:r>
      <w:r w:rsidRPr="007E0B1D">
        <w:rPr>
          <w:rtl/>
        </w:rPr>
        <w:t>الحسين</w:t>
      </w:r>
      <w:r w:rsidR="00D8054C">
        <w:rPr>
          <w:rtl/>
        </w:rPr>
        <w:t>)</w:t>
      </w:r>
      <w:r w:rsidRPr="007E0B1D">
        <w:rPr>
          <w:rtl/>
        </w:rPr>
        <w:t xml:space="preserve"> بن علي بن أبي طالب </w:t>
      </w:r>
      <w:r w:rsidR="00D8054C" w:rsidRPr="00D8054C">
        <w:rPr>
          <w:rStyle w:val="libAlaemChar"/>
          <w:rtl/>
        </w:rPr>
        <w:t>عليه‌السلام</w:t>
      </w:r>
      <w:r w:rsidR="00D8054C">
        <w:rPr>
          <w:rtl/>
        </w:rPr>
        <w:t>،</w:t>
      </w:r>
      <w:r w:rsidRPr="007E0B1D">
        <w:rPr>
          <w:rtl/>
        </w:rPr>
        <w:t xml:space="preserve"> فلقيه بها فأجاره وأمره بالدخول بابنته أمّ الفضل</w:t>
      </w:r>
      <w:r w:rsidR="00D8054C">
        <w:rPr>
          <w:rtl/>
        </w:rPr>
        <w:t>،</w:t>
      </w:r>
      <w:r w:rsidRPr="007E0B1D">
        <w:rPr>
          <w:rtl/>
        </w:rPr>
        <w:t xml:space="preserve"> وكان زوجها منه</w:t>
      </w:r>
      <w:r w:rsidR="00D8054C">
        <w:rPr>
          <w:rtl/>
        </w:rPr>
        <w:t>،</w:t>
      </w:r>
      <w:r w:rsidRPr="007E0B1D">
        <w:rPr>
          <w:rtl/>
        </w:rPr>
        <w:t xml:space="preserve"> فادخلت عليه</w:t>
      </w:r>
      <w:r w:rsidR="00D8054C">
        <w:rPr>
          <w:rtl/>
        </w:rPr>
        <w:t>،</w:t>
      </w:r>
      <w:r w:rsidRPr="007E0B1D">
        <w:rPr>
          <w:rtl/>
        </w:rPr>
        <w:t xml:space="preserve"> فلما كان أيام الحج سار بأهله الى المدينة فأقام بها.</w:t>
      </w:r>
    </w:p>
    <w:p w:rsidR="008867CD" w:rsidRPr="007E0B1D" w:rsidRDefault="008867CD" w:rsidP="008867CD">
      <w:pPr>
        <w:pStyle w:val="libNormal"/>
        <w:rPr>
          <w:rtl/>
        </w:rPr>
      </w:pPr>
      <w:r w:rsidRPr="007E0B1D">
        <w:rPr>
          <w:rtl/>
        </w:rPr>
        <w:t>وفي الصفحة 455 من نفس الجزء جاء</w:t>
      </w:r>
      <w:r w:rsidR="00D8054C">
        <w:rPr>
          <w:rtl/>
        </w:rPr>
        <w:t>:</w:t>
      </w:r>
    </w:p>
    <w:p w:rsidR="008867CD" w:rsidRPr="007E0B1D" w:rsidRDefault="008867CD" w:rsidP="008867CD">
      <w:pPr>
        <w:pStyle w:val="libNormal"/>
        <w:rPr>
          <w:rtl/>
        </w:rPr>
      </w:pPr>
      <w:r w:rsidRPr="007E0B1D">
        <w:rPr>
          <w:rtl/>
        </w:rPr>
        <w:t xml:space="preserve">محمد بن علي بن موسى بن جعفر بن محمد بن علي بن الحسين بن علي </w:t>
      </w:r>
      <w:r w:rsidR="00D8054C" w:rsidRPr="00D8054C">
        <w:rPr>
          <w:rStyle w:val="libAlaemChar"/>
          <w:rtl/>
        </w:rPr>
        <w:t>عليهم‌السلام</w:t>
      </w:r>
      <w:r w:rsidR="00D8054C">
        <w:rPr>
          <w:rtl/>
        </w:rPr>
        <w:t>،</w:t>
      </w:r>
      <w:r w:rsidRPr="007E0B1D">
        <w:rPr>
          <w:rtl/>
        </w:rPr>
        <w:t xml:space="preserve"> توفي ببغداد</w:t>
      </w:r>
      <w:r w:rsidR="00D8054C">
        <w:rPr>
          <w:rtl/>
        </w:rPr>
        <w:t>،</w:t>
      </w:r>
      <w:r w:rsidRPr="007E0B1D">
        <w:rPr>
          <w:rtl/>
        </w:rPr>
        <w:t xml:space="preserve"> وكان قدمها ومعه امرأته أمّ الفضل ابنة المأمون</w:t>
      </w:r>
      <w:r w:rsidR="00D8054C">
        <w:rPr>
          <w:rtl/>
        </w:rPr>
        <w:t>،</w:t>
      </w:r>
      <w:r w:rsidRPr="007E0B1D">
        <w:rPr>
          <w:rtl/>
        </w:rPr>
        <w:t xml:space="preserve"> وصلى عليه الواثق</w:t>
      </w:r>
      <w:r w:rsidR="00D8054C">
        <w:rPr>
          <w:rtl/>
        </w:rPr>
        <w:t>،</w:t>
      </w:r>
      <w:r w:rsidRPr="007E0B1D">
        <w:rPr>
          <w:rtl/>
        </w:rPr>
        <w:t xml:space="preserve"> وكان عمره خمسا وعشرين سنة</w:t>
      </w:r>
      <w:r w:rsidR="00D8054C">
        <w:rPr>
          <w:rtl/>
        </w:rPr>
        <w:t>،</w:t>
      </w:r>
      <w:r w:rsidRPr="007E0B1D">
        <w:rPr>
          <w:rtl/>
        </w:rPr>
        <w:t xml:space="preserve"> وكانت وفاته في ذي الحجة</w:t>
      </w:r>
      <w:r w:rsidR="00D8054C">
        <w:rPr>
          <w:rtl/>
        </w:rPr>
        <w:t>،</w:t>
      </w:r>
      <w:r w:rsidRPr="007E0B1D">
        <w:rPr>
          <w:rtl/>
        </w:rPr>
        <w:t xml:space="preserve"> وقيل في سبب موته غير ذلك.</w:t>
      </w:r>
    </w:p>
    <w:p w:rsidR="008867CD" w:rsidRPr="007E0B1D" w:rsidRDefault="008867CD" w:rsidP="008867CD">
      <w:pPr>
        <w:pStyle w:val="libBold1"/>
        <w:rPr>
          <w:rtl/>
        </w:rPr>
      </w:pPr>
      <w:r w:rsidRPr="007E0B1D">
        <w:rPr>
          <w:rtl/>
        </w:rPr>
        <w:t>3</w:t>
      </w:r>
      <w:r w:rsidR="00D8054C">
        <w:rPr>
          <w:rtl/>
        </w:rPr>
        <w:t xml:space="preserve"> - </w:t>
      </w:r>
      <w:r w:rsidRPr="007E0B1D">
        <w:rPr>
          <w:rtl/>
        </w:rPr>
        <w:t>المسعودي في مروج الذهب الجزء الرابع ص 52</w:t>
      </w:r>
      <w:r w:rsidR="00D8054C">
        <w:rPr>
          <w:rtl/>
        </w:rPr>
        <w:t>:</w:t>
      </w:r>
    </w:p>
    <w:p w:rsidR="008867CD" w:rsidRPr="007E0B1D" w:rsidRDefault="008867CD" w:rsidP="008867CD">
      <w:pPr>
        <w:pStyle w:val="libNormal"/>
        <w:rPr>
          <w:rtl/>
        </w:rPr>
      </w:pPr>
      <w:r w:rsidRPr="007E0B1D">
        <w:rPr>
          <w:rtl/>
        </w:rPr>
        <w:t>وفي هذه السنة</w:t>
      </w:r>
      <w:r w:rsidR="00D8054C">
        <w:rPr>
          <w:rtl/>
        </w:rPr>
        <w:t xml:space="preserve"> - </w:t>
      </w:r>
      <w:r w:rsidRPr="007E0B1D">
        <w:rPr>
          <w:rtl/>
        </w:rPr>
        <w:t>وهي سنة 219 ه‍</w:t>
      </w:r>
      <w:r w:rsidR="00D8054C">
        <w:rPr>
          <w:rtl/>
        </w:rPr>
        <w:t xml:space="preserve"> - </w:t>
      </w:r>
      <w:r w:rsidRPr="007E0B1D">
        <w:rPr>
          <w:rtl/>
        </w:rPr>
        <w:t>قبض محمد بن علي موسى بن جعفر بن محمد بن علي بن الحسين بن علي أبي طالب</w:t>
      </w:r>
      <w:r w:rsidR="00D8054C">
        <w:rPr>
          <w:rtl/>
        </w:rPr>
        <w:t>،</w:t>
      </w:r>
      <w:r w:rsidRPr="007E0B1D">
        <w:rPr>
          <w:rtl/>
        </w:rPr>
        <w:t xml:space="preserve"> وذلك لخمس خلون</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من ذي الحجة</w:t>
      </w:r>
      <w:r w:rsidR="00D8054C">
        <w:rPr>
          <w:rtl/>
        </w:rPr>
        <w:t>،</w:t>
      </w:r>
      <w:r w:rsidRPr="007E0B1D">
        <w:rPr>
          <w:rtl/>
        </w:rPr>
        <w:t xml:space="preserve"> ودفن ببغداد في الجانب الغربي بمقابر قريش مع جده موسى بن جعفر وصلى عليه الواثق</w:t>
      </w:r>
      <w:r w:rsidR="00D8054C">
        <w:rPr>
          <w:rtl/>
        </w:rPr>
        <w:t>،</w:t>
      </w:r>
      <w:r w:rsidRPr="007E0B1D">
        <w:rPr>
          <w:rtl/>
        </w:rPr>
        <w:t xml:space="preserve"> وقبض وهو ابن خمس وعشرين سنة</w:t>
      </w:r>
      <w:r w:rsidR="00D8054C">
        <w:rPr>
          <w:rtl/>
        </w:rPr>
        <w:t>،</w:t>
      </w:r>
      <w:r w:rsidRPr="007E0B1D">
        <w:rPr>
          <w:rtl/>
        </w:rPr>
        <w:t xml:space="preserve"> وقبض أبوه علي بن موسى الرضا ومحمد ابن سبع سنين وثمانية أشهر وقيل غير ذلك</w:t>
      </w:r>
      <w:r w:rsidR="00D8054C">
        <w:rPr>
          <w:rtl/>
        </w:rPr>
        <w:t>،</w:t>
      </w:r>
      <w:r w:rsidRPr="007E0B1D">
        <w:rPr>
          <w:rtl/>
        </w:rPr>
        <w:t xml:space="preserve"> وقيل ان أمّ الفضل بنت المأمون لما قدمت معه من المدينة الى المعتصم سمته</w:t>
      </w:r>
      <w:r w:rsidR="00D8054C">
        <w:rPr>
          <w:rtl/>
        </w:rPr>
        <w:t>،</w:t>
      </w:r>
      <w:r w:rsidRPr="007E0B1D">
        <w:rPr>
          <w:rtl/>
        </w:rPr>
        <w:t xml:space="preserve"> وانما ذكرنا من أمره ما وصفنا لأن أهل الامامة اختلفوا في مقدار سنه عند وفاة أبيه</w:t>
      </w:r>
      <w:r w:rsidR="00D8054C">
        <w:rPr>
          <w:rtl/>
        </w:rPr>
        <w:t>،</w:t>
      </w:r>
      <w:r w:rsidRPr="007E0B1D">
        <w:rPr>
          <w:rtl/>
        </w:rPr>
        <w:t xml:space="preserve"> وقد أتينا على ما قيل في ذلك في رسالة « البيان في أسماء الأئمة » وما قالت في ذلك الشيعة في القطعية.</w:t>
      </w:r>
    </w:p>
    <w:p w:rsidR="008867CD" w:rsidRPr="007E0B1D" w:rsidRDefault="008867CD" w:rsidP="008867CD">
      <w:pPr>
        <w:pStyle w:val="libBold1"/>
        <w:rPr>
          <w:rtl/>
        </w:rPr>
      </w:pPr>
      <w:r w:rsidRPr="007E0B1D">
        <w:rPr>
          <w:rtl/>
        </w:rPr>
        <w:t>4</w:t>
      </w:r>
      <w:r w:rsidR="00D8054C">
        <w:rPr>
          <w:rtl/>
        </w:rPr>
        <w:t xml:space="preserve"> - </w:t>
      </w:r>
      <w:r w:rsidRPr="007E0B1D">
        <w:rPr>
          <w:rtl/>
        </w:rPr>
        <w:t>الزركلي في الأعلام الجزء السادس ص 271</w:t>
      </w:r>
      <w:r w:rsidR="00D8054C">
        <w:rPr>
          <w:rtl/>
        </w:rPr>
        <w:t>:</w:t>
      </w:r>
    </w:p>
    <w:p w:rsidR="008867CD" w:rsidRPr="007E0B1D" w:rsidRDefault="008867CD" w:rsidP="008867CD">
      <w:pPr>
        <w:pStyle w:val="libNormal"/>
        <w:rPr>
          <w:rtl/>
        </w:rPr>
      </w:pPr>
      <w:r w:rsidRPr="007E0B1D">
        <w:rPr>
          <w:rtl/>
        </w:rPr>
        <w:t>ولادته 195 ه‍</w:t>
      </w:r>
      <w:r w:rsidR="00D8054C">
        <w:rPr>
          <w:rtl/>
        </w:rPr>
        <w:t>،</w:t>
      </w:r>
      <w:r w:rsidRPr="007E0B1D">
        <w:rPr>
          <w:rtl/>
        </w:rPr>
        <w:t xml:space="preserve"> وفاته 220 ه‍</w:t>
      </w:r>
      <w:r>
        <w:rPr>
          <w:rtl/>
        </w:rPr>
        <w:t>.</w:t>
      </w:r>
    </w:p>
    <w:p w:rsidR="008867CD" w:rsidRPr="007E0B1D" w:rsidRDefault="008867CD" w:rsidP="008867CD">
      <w:pPr>
        <w:pStyle w:val="libNormal"/>
        <w:rPr>
          <w:rtl/>
        </w:rPr>
      </w:pPr>
      <w:r w:rsidRPr="007E0B1D">
        <w:rPr>
          <w:rtl/>
        </w:rPr>
        <w:t>محمد بن علي الرضي ابن موسى الكاظم الطالبي الهاشمي القرشي</w:t>
      </w:r>
      <w:r w:rsidR="00D8054C">
        <w:rPr>
          <w:rtl/>
        </w:rPr>
        <w:t>،</w:t>
      </w:r>
      <w:r w:rsidRPr="007E0B1D">
        <w:rPr>
          <w:rtl/>
        </w:rPr>
        <w:t xml:space="preserve"> أبو جعفر</w:t>
      </w:r>
      <w:r w:rsidR="00D8054C">
        <w:rPr>
          <w:rtl/>
        </w:rPr>
        <w:t>،</w:t>
      </w:r>
      <w:r w:rsidRPr="007E0B1D">
        <w:rPr>
          <w:rtl/>
        </w:rPr>
        <w:t xml:space="preserve"> الملقب بالجواد</w:t>
      </w:r>
      <w:r w:rsidR="00D8054C">
        <w:rPr>
          <w:rtl/>
        </w:rPr>
        <w:t>:</w:t>
      </w:r>
      <w:r w:rsidRPr="007E0B1D">
        <w:rPr>
          <w:rtl/>
        </w:rPr>
        <w:t xml:space="preserve"> تاسع الأئمة الاثني عشر عند الامامية.</w:t>
      </w:r>
    </w:p>
    <w:p w:rsidR="008867CD" w:rsidRPr="007E0B1D" w:rsidRDefault="008867CD" w:rsidP="008867CD">
      <w:pPr>
        <w:pStyle w:val="libNormal"/>
        <w:rPr>
          <w:rtl/>
        </w:rPr>
      </w:pPr>
      <w:r w:rsidRPr="007E0B1D">
        <w:rPr>
          <w:rtl/>
        </w:rPr>
        <w:t>كان رفيع القدر كأسلافه</w:t>
      </w:r>
      <w:r w:rsidR="00D8054C">
        <w:rPr>
          <w:rtl/>
        </w:rPr>
        <w:t>،</w:t>
      </w:r>
      <w:r w:rsidRPr="007E0B1D">
        <w:rPr>
          <w:rtl/>
        </w:rPr>
        <w:t xml:space="preserve"> ذكيا</w:t>
      </w:r>
      <w:r w:rsidR="00D8054C">
        <w:rPr>
          <w:rtl/>
        </w:rPr>
        <w:t>،</w:t>
      </w:r>
      <w:r w:rsidRPr="007E0B1D">
        <w:rPr>
          <w:rtl/>
        </w:rPr>
        <w:t xml:space="preserve"> طلق اللسان</w:t>
      </w:r>
      <w:r w:rsidR="00D8054C">
        <w:rPr>
          <w:rtl/>
        </w:rPr>
        <w:t>،</w:t>
      </w:r>
      <w:r w:rsidRPr="007E0B1D">
        <w:rPr>
          <w:rtl/>
        </w:rPr>
        <w:t xml:space="preserve"> قوي البديهة</w:t>
      </w:r>
      <w:r w:rsidR="00D8054C">
        <w:rPr>
          <w:rtl/>
        </w:rPr>
        <w:t>،</w:t>
      </w:r>
      <w:r w:rsidRPr="007E0B1D">
        <w:rPr>
          <w:rtl/>
        </w:rPr>
        <w:t xml:space="preserve"> ولد في المدينة وانتقل مع أبيه الى بغداد</w:t>
      </w:r>
      <w:r w:rsidR="00D8054C">
        <w:rPr>
          <w:rtl/>
        </w:rPr>
        <w:t>،</w:t>
      </w:r>
      <w:r w:rsidRPr="007E0B1D">
        <w:rPr>
          <w:rtl/>
        </w:rPr>
        <w:t xml:space="preserve"> وتوفي والده فكفله المأمون العباسي ورباه وزوجه ابنته « أم الفضل » وقدم المدينة ثم عاد الى بغداد فتوفي فيها.</w:t>
      </w:r>
    </w:p>
    <w:p w:rsidR="008867CD" w:rsidRPr="007E0B1D" w:rsidRDefault="008867CD" w:rsidP="008867CD">
      <w:pPr>
        <w:pStyle w:val="libBold1"/>
        <w:rPr>
          <w:rtl/>
        </w:rPr>
      </w:pPr>
      <w:r w:rsidRPr="007E0B1D">
        <w:rPr>
          <w:rtl/>
        </w:rPr>
        <w:t>5</w:t>
      </w:r>
      <w:r w:rsidR="00D8054C">
        <w:rPr>
          <w:rtl/>
        </w:rPr>
        <w:t xml:space="preserve"> - </w:t>
      </w:r>
      <w:r w:rsidRPr="007E0B1D">
        <w:rPr>
          <w:rtl/>
        </w:rPr>
        <w:t>اليافعي في مرآة الجنان الجزء الثاني ص 80 في حوادث سنة 220 ه‍</w:t>
      </w:r>
      <w:r w:rsidR="00D8054C">
        <w:rPr>
          <w:rtl/>
        </w:rPr>
        <w:t>:</w:t>
      </w:r>
    </w:p>
    <w:p w:rsidR="008867CD" w:rsidRPr="007E0B1D" w:rsidRDefault="008867CD" w:rsidP="008867CD">
      <w:pPr>
        <w:pStyle w:val="libNormal"/>
        <w:rPr>
          <w:rtl/>
        </w:rPr>
      </w:pPr>
      <w:r w:rsidRPr="007E0B1D">
        <w:rPr>
          <w:rtl/>
        </w:rPr>
        <w:t>وفيها توفي الشريف ابو جعفر محمد الجواد بن علي الرضي بن موسى الكاظم بن جعفر الصادق بن محمد الباقر أحد الاثني عشر اماما الذين يدعي الرافضة فيهم العصمة وعمره خمس وعشرون سنة</w:t>
      </w:r>
      <w:r w:rsidR="00D8054C">
        <w:rPr>
          <w:rtl/>
        </w:rPr>
        <w:t>،</w:t>
      </w:r>
      <w:r w:rsidRPr="007E0B1D">
        <w:rPr>
          <w:rtl/>
        </w:rPr>
        <w:t xml:space="preserve"> وكان المأمون ينفذ إليه في السنة الف الف درهم </w:t>
      </w:r>
      <w:r w:rsidR="00D8054C">
        <w:rPr>
          <w:rtl/>
        </w:rPr>
        <w:t>(</w:t>
      </w:r>
      <w:r w:rsidRPr="007E0B1D">
        <w:rPr>
          <w:rtl/>
        </w:rPr>
        <w:t>قلت</w:t>
      </w:r>
      <w:r w:rsidR="00D8054C">
        <w:rPr>
          <w:rtl/>
        </w:rPr>
        <w:t>)</w:t>
      </w:r>
      <w:r w:rsidRPr="007E0B1D">
        <w:rPr>
          <w:rtl/>
        </w:rPr>
        <w:t xml:space="preserve"> وقد تقدم ان المأمون زوج ابنته من أبيه علي الرضي</w:t>
      </w:r>
      <w:r w:rsidR="00D8054C">
        <w:rPr>
          <w:rtl/>
        </w:rPr>
        <w:t>،</w:t>
      </w:r>
      <w:r w:rsidRPr="007E0B1D">
        <w:rPr>
          <w:rtl/>
        </w:rPr>
        <w:t xml:space="preserve"> وكان زوج الأب والابن بنتيه كل واحد بنتا</w:t>
      </w:r>
      <w:r w:rsidR="00D8054C">
        <w:rPr>
          <w:rtl/>
        </w:rPr>
        <w:t>،</w:t>
      </w:r>
      <w:r w:rsidRPr="007E0B1D">
        <w:rPr>
          <w:rtl/>
        </w:rPr>
        <w:t xml:space="preserve"> وقدم الجواد الى بغداد وافدا على المعتصم ومعه امرأته أم الفضل ابنة المأمون</w:t>
      </w:r>
      <w:r w:rsidR="00D8054C">
        <w:rPr>
          <w:rtl/>
        </w:rPr>
        <w:t>،</w:t>
      </w:r>
      <w:r w:rsidRPr="007E0B1D">
        <w:rPr>
          <w:rtl/>
        </w:rPr>
        <w:t xml:space="preserve"> فتوفي فيها وحملت</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امرأته أمّ الفضل ابنة المأمون</w:t>
      </w:r>
      <w:r w:rsidR="00D8054C">
        <w:rPr>
          <w:rtl/>
        </w:rPr>
        <w:t>،</w:t>
      </w:r>
      <w:r w:rsidRPr="007E0B1D">
        <w:rPr>
          <w:rtl/>
        </w:rPr>
        <w:t xml:space="preserve"> فتوفي فيها</w:t>
      </w:r>
      <w:r w:rsidR="00D8054C">
        <w:rPr>
          <w:rtl/>
        </w:rPr>
        <w:t>،</w:t>
      </w:r>
      <w:r w:rsidRPr="007E0B1D">
        <w:rPr>
          <w:rtl/>
        </w:rPr>
        <w:t xml:space="preserve"> وحملت امرأته الى قصر عمها المعتصم فجعلت مع الحرم وكان الجواد يروي مسندا عن آبائه الى علي بن أبي طالب رضوان الله تعالى عليهم أجمعين انه قال</w:t>
      </w:r>
      <w:r w:rsidR="00D8054C">
        <w:rPr>
          <w:rtl/>
        </w:rPr>
        <w:t>:</w:t>
      </w:r>
      <w:r w:rsidRPr="007E0B1D">
        <w:rPr>
          <w:rtl/>
        </w:rPr>
        <w:t xml:space="preserve"> بعثني رسول الله </w:t>
      </w:r>
      <w:r w:rsidR="00D8054C" w:rsidRPr="00D8054C">
        <w:rPr>
          <w:rStyle w:val="libAlaemChar"/>
          <w:rtl/>
        </w:rPr>
        <w:t>صلى‌الله‌عليه‌وآله</w:t>
      </w:r>
      <w:r w:rsidRPr="007E0B1D">
        <w:rPr>
          <w:rtl/>
        </w:rPr>
        <w:t xml:space="preserve"> الى اليمن</w:t>
      </w:r>
      <w:r w:rsidR="00D8054C">
        <w:rPr>
          <w:rtl/>
        </w:rPr>
        <w:t>،</w:t>
      </w:r>
      <w:r w:rsidRPr="007E0B1D">
        <w:rPr>
          <w:rtl/>
        </w:rPr>
        <w:t xml:space="preserve"> فقال لي وهو يوصيني</w:t>
      </w:r>
      <w:r w:rsidR="00D8054C">
        <w:rPr>
          <w:rtl/>
        </w:rPr>
        <w:t>:</w:t>
      </w:r>
    </w:p>
    <w:p w:rsidR="008867CD" w:rsidRPr="007E0B1D" w:rsidRDefault="008867CD" w:rsidP="008867CD">
      <w:pPr>
        <w:pStyle w:val="libNormal"/>
        <w:rPr>
          <w:rtl/>
        </w:rPr>
      </w:pPr>
      <w:r w:rsidRPr="007E0B1D">
        <w:rPr>
          <w:rtl/>
        </w:rPr>
        <w:t>يا علي ما جار</w:t>
      </w:r>
      <w:r w:rsidR="00D8054C">
        <w:rPr>
          <w:rtl/>
        </w:rPr>
        <w:t>،</w:t>
      </w:r>
      <w:r w:rsidRPr="007E0B1D">
        <w:rPr>
          <w:rtl/>
        </w:rPr>
        <w:t xml:space="preserve"> أو قال</w:t>
      </w:r>
      <w:r w:rsidR="00D8054C">
        <w:rPr>
          <w:rtl/>
        </w:rPr>
        <w:t>:</w:t>
      </w:r>
      <w:r w:rsidRPr="007E0B1D">
        <w:rPr>
          <w:rtl/>
        </w:rPr>
        <w:t xml:space="preserve"> ما خاب من استخار ولا ندم من استشار</w:t>
      </w:r>
      <w:r w:rsidR="00D8054C">
        <w:rPr>
          <w:rtl/>
        </w:rPr>
        <w:t>،</w:t>
      </w:r>
      <w:r w:rsidRPr="007E0B1D">
        <w:rPr>
          <w:rtl/>
        </w:rPr>
        <w:t xml:space="preserve"> يا علي عليك بالدلجة فان الأرض تطوى بالليل ما لا تطوى بالنهار</w:t>
      </w:r>
      <w:r w:rsidR="00D8054C">
        <w:rPr>
          <w:rtl/>
        </w:rPr>
        <w:t>،</w:t>
      </w:r>
      <w:r w:rsidRPr="007E0B1D">
        <w:rPr>
          <w:rtl/>
        </w:rPr>
        <w:t xml:space="preserve"> يا علي اغد فإنّ الله بارك لا متى في بكورها.</w:t>
      </w:r>
    </w:p>
    <w:p w:rsidR="008867CD" w:rsidRPr="007E0B1D" w:rsidRDefault="008867CD" w:rsidP="008867CD">
      <w:pPr>
        <w:pStyle w:val="libNormal"/>
        <w:rPr>
          <w:rtl/>
        </w:rPr>
      </w:pPr>
      <w:r w:rsidRPr="007E0B1D">
        <w:rPr>
          <w:rtl/>
        </w:rPr>
        <w:t>وكان يقول</w:t>
      </w:r>
      <w:r w:rsidR="00D8054C">
        <w:rPr>
          <w:rtl/>
        </w:rPr>
        <w:t>:</w:t>
      </w:r>
      <w:r w:rsidRPr="007E0B1D">
        <w:rPr>
          <w:rtl/>
        </w:rPr>
        <w:t xml:space="preserve"> من استفاد أخا في الله فقد استفاد بيتا في الجنة</w:t>
      </w:r>
      <w:r w:rsidR="00D8054C">
        <w:rPr>
          <w:rtl/>
        </w:rPr>
        <w:t>،</w:t>
      </w:r>
      <w:r w:rsidRPr="007E0B1D">
        <w:rPr>
          <w:rtl/>
        </w:rPr>
        <w:t xml:space="preserve"> ولما توفي دفن عند جده موسى بن جعفر في مقابر قريش وصلى عليه الواثق بن المعتصم.</w:t>
      </w:r>
    </w:p>
    <w:p w:rsidR="008867CD" w:rsidRPr="007E0B1D" w:rsidRDefault="008867CD" w:rsidP="008867CD">
      <w:pPr>
        <w:pStyle w:val="libBold1"/>
        <w:rPr>
          <w:rtl/>
        </w:rPr>
      </w:pPr>
      <w:r w:rsidRPr="007E0B1D">
        <w:rPr>
          <w:rtl/>
        </w:rPr>
        <w:t>6</w:t>
      </w:r>
      <w:r w:rsidR="00D8054C">
        <w:rPr>
          <w:rtl/>
        </w:rPr>
        <w:t xml:space="preserve"> - </w:t>
      </w:r>
      <w:r w:rsidRPr="007E0B1D">
        <w:rPr>
          <w:rtl/>
        </w:rPr>
        <w:t>الذهبي في العبر الجزء الأول ص 380 في حوادث سنة 220 ه‍</w:t>
      </w:r>
      <w:r w:rsidR="00D8054C">
        <w:rPr>
          <w:rtl/>
        </w:rPr>
        <w:t>:</w:t>
      </w:r>
    </w:p>
    <w:p w:rsidR="008867CD" w:rsidRPr="007E0B1D" w:rsidRDefault="008867CD" w:rsidP="008867CD">
      <w:pPr>
        <w:pStyle w:val="libNormal"/>
        <w:rPr>
          <w:rtl/>
        </w:rPr>
      </w:pPr>
      <w:r w:rsidRPr="007E0B1D">
        <w:rPr>
          <w:rtl/>
        </w:rPr>
        <w:t xml:space="preserve">وفيها </w:t>
      </w:r>
      <w:r w:rsidR="00D8054C">
        <w:rPr>
          <w:rtl/>
        </w:rPr>
        <w:t>(</w:t>
      </w:r>
      <w:r w:rsidRPr="007E0B1D">
        <w:rPr>
          <w:rtl/>
        </w:rPr>
        <w:t>توفي</w:t>
      </w:r>
      <w:r w:rsidR="00D8054C">
        <w:rPr>
          <w:rtl/>
        </w:rPr>
        <w:t>)</w:t>
      </w:r>
      <w:r w:rsidRPr="007E0B1D">
        <w:rPr>
          <w:rtl/>
        </w:rPr>
        <w:t xml:space="preserve"> الشريف أبو جعفر محمد الجواد بن علي الرضا بن موسى الكاظم الحسيني. أحد الاثنى عشر اماما الذين يدعي الرافضة فيهم العصمة</w:t>
      </w:r>
      <w:r w:rsidR="00D8054C">
        <w:rPr>
          <w:rtl/>
        </w:rPr>
        <w:t>،</w:t>
      </w:r>
      <w:r w:rsidRPr="007E0B1D">
        <w:rPr>
          <w:rtl/>
        </w:rPr>
        <w:t xml:space="preserve"> وله خمس وعشرون سنة</w:t>
      </w:r>
      <w:r w:rsidR="00D8054C">
        <w:rPr>
          <w:rtl/>
        </w:rPr>
        <w:t>،</w:t>
      </w:r>
      <w:r w:rsidRPr="007E0B1D">
        <w:rPr>
          <w:rtl/>
        </w:rPr>
        <w:t xml:space="preserve"> وكان المأمون قد نوه بذكره وزوجه بابنة وسكن بها بالمدينة</w:t>
      </w:r>
      <w:r w:rsidR="00D8054C">
        <w:rPr>
          <w:rtl/>
        </w:rPr>
        <w:t>،</w:t>
      </w:r>
      <w:r w:rsidRPr="007E0B1D">
        <w:rPr>
          <w:rtl/>
        </w:rPr>
        <w:t xml:space="preserve"> فكان المأمون ينفذ إليه في السنة ألف ألف درهم اداء كريم. وفد على المعتصم فاكرم مورده</w:t>
      </w:r>
      <w:r w:rsidR="00D8054C">
        <w:rPr>
          <w:rtl/>
        </w:rPr>
        <w:t>،</w:t>
      </w:r>
      <w:r w:rsidRPr="007E0B1D">
        <w:rPr>
          <w:rtl/>
        </w:rPr>
        <w:t xml:space="preserve"> توفي ببغداد في آخر السنة ودفن عند جده موسى ومشهدهما ينتابه العامة بالزيارة.</w:t>
      </w:r>
    </w:p>
    <w:p w:rsidR="008867CD" w:rsidRPr="007E0B1D" w:rsidRDefault="008867CD" w:rsidP="008867CD">
      <w:pPr>
        <w:pStyle w:val="libBold1"/>
        <w:rPr>
          <w:rtl/>
        </w:rPr>
      </w:pPr>
      <w:r w:rsidRPr="007E0B1D">
        <w:rPr>
          <w:rtl/>
        </w:rPr>
        <w:t>7</w:t>
      </w:r>
      <w:r w:rsidR="00D8054C">
        <w:rPr>
          <w:rtl/>
        </w:rPr>
        <w:t xml:space="preserve"> - </w:t>
      </w:r>
      <w:r w:rsidRPr="007E0B1D">
        <w:rPr>
          <w:rtl/>
        </w:rPr>
        <w:t>الخطيب البغدادي في تاريخ بغداد الجزء الثالث ص 54</w:t>
      </w:r>
      <w:r w:rsidR="00D8054C">
        <w:rPr>
          <w:rtl/>
        </w:rPr>
        <w:t>:</w:t>
      </w:r>
    </w:p>
    <w:p w:rsidR="008867CD" w:rsidRPr="007E0B1D" w:rsidRDefault="008867CD" w:rsidP="008867CD">
      <w:pPr>
        <w:pStyle w:val="libNormal"/>
        <w:rPr>
          <w:rtl/>
        </w:rPr>
      </w:pPr>
      <w:r w:rsidRPr="007E0B1D">
        <w:rPr>
          <w:rtl/>
        </w:rPr>
        <w:t xml:space="preserve">محمد بن علي بن موسى بن جعفر بن محمد بن علي بن الحسين بن علي بن أبي طالب أبو جعفر الرضا </w:t>
      </w:r>
      <w:r w:rsidR="00D8054C">
        <w:rPr>
          <w:rtl/>
        </w:rPr>
        <w:t>(</w:t>
      </w:r>
      <w:r w:rsidRPr="007E0B1D">
        <w:rPr>
          <w:rtl/>
        </w:rPr>
        <w:t>الجواد</w:t>
      </w:r>
      <w:r w:rsidR="00D8054C">
        <w:rPr>
          <w:rtl/>
        </w:rPr>
        <w:t>)</w:t>
      </w:r>
      <w:r>
        <w:rPr>
          <w:rtl/>
        </w:rPr>
        <w:t>.</w:t>
      </w:r>
    </w:p>
    <w:p w:rsidR="008867CD" w:rsidRPr="007E0B1D" w:rsidRDefault="008867CD" w:rsidP="008867CD">
      <w:pPr>
        <w:pStyle w:val="libNormal"/>
        <w:rPr>
          <w:rtl/>
        </w:rPr>
      </w:pPr>
      <w:r w:rsidRPr="007E0B1D">
        <w:rPr>
          <w:rtl/>
        </w:rPr>
        <w:t xml:space="preserve">قدم من مدينة رسول الله </w:t>
      </w:r>
      <w:r w:rsidR="00D8054C" w:rsidRPr="00D8054C">
        <w:rPr>
          <w:rStyle w:val="libAlaemChar"/>
          <w:rtl/>
        </w:rPr>
        <w:t>صلى‌الله‌عليه‌وآله</w:t>
      </w:r>
      <w:r w:rsidRPr="007E0B1D">
        <w:rPr>
          <w:rtl/>
        </w:rPr>
        <w:t xml:space="preserve"> الى بغداد وافدا على أبي اسحاق المعتصم ومعه امرأته أمّ الفضل بنت المأمون</w:t>
      </w:r>
      <w:r w:rsidR="00D8054C">
        <w:rPr>
          <w:rtl/>
        </w:rPr>
        <w:t>،</w:t>
      </w:r>
      <w:r w:rsidRPr="007E0B1D">
        <w:rPr>
          <w:rtl/>
        </w:rPr>
        <w:t xml:space="preserve"> فتوفي في بغداد ودفن في مقابر</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قريش عنده جده موسى بن جعفر</w:t>
      </w:r>
      <w:r w:rsidR="00D8054C">
        <w:rPr>
          <w:rtl/>
        </w:rPr>
        <w:t>،</w:t>
      </w:r>
      <w:r w:rsidRPr="007E0B1D">
        <w:rPr>
          <w:rtl/>
        </w:rPr>
        <w:t xml:space="preserve"> وحملت امرأته أم الفضل بنت المأمون الى قصر المعتصم فجعلت مع الحرم.</w:t>
      </w:r>
    </w:p>
    <w:p w:rsidR="008867CD" w:rsidRPr="007E0B1D" w:rsidRDefault="008867CD" w:rsidP="008867CD">
      <w:pPr>
        <w:pStyle w:val="libNormal"/>
        <w:rPr>
          <w:rtl/>
        </w:rPr>
      </w:pPr>
      <w:r w:rsidRPr="007E0B1D">
        <w:rPr>
          <w:rtl/>
        </w:rPr>
        <w:t>وقد اسند محمد بن علي الحديث عن أبيه</w:t>
      </w:r>
      <w:r w:rsidR="00D8054C">
        <w:rPr>
          <w:rtl/>
        </w:rPr>
        <w:t>،</w:t>
      </w:r>
      <w:r w:rsidRPr="007E0B1D">
        <w:rPr>
          <w:rtl/>
        </w:rPr>
        <w:t xml:space="preserve"> اخبرنا الحسن بن أبي طالب حدثنا محمّد بن عبد الله الشيباني حدثنا محمد بن صالح بن الفيض بن فياض حدثنا أبي حدثنا عبد العظيم بن عبد الله الحسيني حدثنا ابو جعفر محمد بن علي بن موسى عن أبيه علي عن أبيه موسى عن آبائه عن علي قال</w:t>
      </w:r>
      <w:r w:rsidR="00D8054C">
        <w:rPr>
          <w:rtl/>
        </w:rPr>
        <w:t>:</w:t>
      </w:r>
      <w:r w:rsidRPr="007E0B1D">
        <w:rPr>
          <w:rtl/>
        </w:rPr>
        <w:t xml:space="preserve"> بعثني النبي </w:t>
      </w:r>
      <w:r w:rsidR="00D8054C" w:rsidRPr="00D8054C">
        <w:rPr>
          <w:rStyle w:val="libAlaemChar"/>
          <w:rtl/>
        </w:rPr>
        <w:t>صلى‌الله‌عليه‌وآله</w:t>
      </w:r>
      <w:r w:rsidRPr="007E0B1D">
        <w:rPr>
          <w:rtl/>
        </w:rPr>
        <w:t xml:space="preserve"> إلى اليمن فقال وهو يوصيني</w:t>
      </w:r>
      <w:r w:rsidR="00D8054C">
        <w:rPr>
          <w:rtl/>
        </w:rPr>
        <w:t>:</w:t>
      </w:r>
      <w:r w:rsidRPr="007E0B1D">
        <w:rPr>
          <w:rtl/>
        </w:rPr>
        <w:t xml:space="preserve"> يا علي ما خاب من استخار</w:t>
      </w:r>
      <w:r w:rsidR="00D8054C">
        <w:rPr>
          <w:rtl/>
        </w:rPr>
        <w:t>،</w:t>
      </w:r>
      <w:r w:rsidRPr="007E0B1D">
        <w:rPr>
          <w:rtl/>
        </w:rPr>
        <w:t xml:space="preserve"> ولا ندم من استشار</w:t>
      </w:r>
      <w:r w:rsidR="00D8054C">
        <w:rPr>
          <w:rtl/>
        </w:rPr>
        <w:t>،</w:t>
      </w:r>
      <w:r w:rsidRPr="007E0B1D">
        <w:rPr>
          <w:rtl/>
        </w:rPr>
        <w:t xml:space="preserve"> يا علي عليك بالدلجة فان الأرض تطوى بالليل ما لا تطوى بالنهار</w:t>
      </w:r>
      <w:r w:rsidR="00D8054C">
        <w:rPr>
          <w:rtl/>
        </w:rPr>
        <w:t>،</w:t>
      </w:r>
      <w:r w:rsidRPr="007E0B1D">
        <w:rPr>
          <w:rtl/>
        </w:rPr>
        <w:t xml:space="preserve"> يا علي اغد بسم الله فان الله بارك لأمتي في بكورها.</w:t>
      </w:r>
    </w:p>
    <w:p w:rsidR="008867CD" w:rsidRPr="007E0B1D" w:rsidRDefault="008867CD" w:rsidP="008867CD">
      <w:pPr>
        <w:pStyle w:val="libNormal"/>
        <w:rPr>
          <w:rtl/>
        </w:rPr>
      </w:pPr>
      <w:r w:rsidRPr="007E0B1D">
        <w:rPr>
          <w:rtl/>
        </w:rPr>
        <w:t>أخبرنا أبو نعيم الحافظ حدثنا أحمد بن اسحاق حدثنا ابراهيم بن نائلة حدثنا جعفر بن محمد بن يزيد قال</w:t>
      </w:r>
      <w:r w:rsidR="00D8054C">
        <w:rPr>
          <w:rtl/>
        </w:rPr>
        <w:t>:</w:t>
      </w:r>
      <w:r w:rsidRPr="007E0B1D">
        <w:rPr>
          <w:rtl/>
        </w:rPr>
        <w:t xml:space="preserve"> كنت ببغداد فقال لي محمد بن منذر بن مهزر</w:t>
      </w:r>
      <w:r w:rsidR="00D8054C">
        <w:rPr>
          <w:rtl/>
        </w:rPr>
        <w:t>:</w:t>
      </w:r>
      <w:r w:rsidRPr="007E0B1D">
        <w:rPr>
          <w:rtl/>
        </w:rPr>
        <w:t xml:space="preserve"> هل لك أن أدخلك على ابن الرضا</w:t>
      </w:r>
      <w:r>
        <w:rPr>
          <w:rtl/>
        </w:rPr>
        <w:t>؟</w:t>
      </w:r>
      <w:r w:rsidRPr="007E0B1D">
        <w:rPr>
          <w:rtl/>
        </w:rPr>
        <w:t xml:space="preserve"> قلت</w:t>
      </w:r>
      <w:r w:rsidR="00D8054C">
        <w:rPr>
          <w:rtl/>
        </w:rPr>
        <w:t>:</w:t>
      </w:r>
      <w:r w:rsidRPr="007E0B1D">
        <w:rPr>
          <w:rtl/>
        </w:rPr>
        <w:t xml:space="preserve"> نعم</w:t>
      </w:r>
      <w:r w:rsidR="00D8054C">
        <w:rPr>
          <w:rtl/>
        </w:rPr>
        <w:t>،</w:t>
      </w:r>
      <w:r w:rsidRPr="007E0B1D">
        <w:rPr>
          <w:rtl/>
        </w:rPr>
        <w:t xml:space="preserve"> قال</w:t>
      </w:r>
      <w:r w:rsidR="00D8054C">
        <w:rPr>
          <w:rtl/>
        </w:rPr>
        <w:t>:</w:t>
      </w:r>
      <w:r w:rsidRPr="007E0B1D">
        <w:rPr>
          <w:rtl/>
        </w:rPr>
        <w:t xml:space="preserve"> فأدخلني فسلمنا عليه وجلسنا</w:t>
      </w:r>
      <w:r w:rsidR="00D8054C">
        <w:rPr>
          <w:rtl/>
        </w:rPr>
        <w:t>،</w:t>
      </w:r>
      <w:r w:rsidRPr="007E0B1D">
        <w:rPr>
          <w:rtl/>
        </w:rPr>
        <w:t xml:space="preserve"> فقال لي حديث النبي </w:t>
      </w:r>
      <w:r w:rsidR="00D8054C" w:rsidRPr="00D8054C">
        <w:rPr>
          <w:rStyle w:val="libAlaemChar"/>
          <w:rtl/>
        </w:rPr>
        <w:t>صلى‌الله‌عليه‌وآله</w:t>
      </w:r>
      <w:r w:rsidR="00D8054C">
        <w:rPr>
          <w:rtl/>
        </w:rPr>
        <w:t>:</w:t>
      </w:r>
      <w:r w:rsidRPr="007E0B1D">
        <w:rPr>
          <w:rtl/>
        </w:rPr>
        <w:t xml:space="preserve"> ان فاطمة أحصنت فرجها فحرم الله ذريتها على النار.</w:t>
      </w:r>
    </w:p>
    <w:p w:rsidR="008867CD" w:rsidRPr="007E0B1D" w:rsidRDefault="008867CD" w:rsidP="008867CD">
      <w:pPr>
        <w:pStyle w:val="libNormal"/>
        <w:rPr>
          <w:rtl/>
        </w:rPr>
      </w:pPr>
      <w:r w:rsidRPr="007E0B1D">
        <w:rPr>
          <w:rtl/>
        </w:rPr>
        <w:t>قال</w:t>
      </w:r>
      <w:r w:rsidR="00D8054C">
        <w:rPr>
          <w:rtl/>
        </w:rPr>
        <w:t>:</w:t>
      </w:r>
      <w:r w:rsidRPr="007E0B1D">
        <w:rPr>
          <w:rtl/>
        </w:rPr>
        <w:t xml:space="preserve"> خاص للحسن والحسين.</w:t>
      </w:r>
    </w:p>
    <w:p w:rsidR="008867CD" w:rsidRPr="007E0B1D" w:rsidRDefault="008867CD" w:rsidP="008867CD">
      <w:pPr>
        <w:pStyle w:val="libNormal"/>
        <w:rPr>
          <w:rtl/>
        </w:rPr>
      </w:pPr>
      <w:r w:rsidRPr="007E0B1D">
        <w:rPr>
          <w:rtl/>
        </w:rPr>
        <w:t>أخبرني محمد بن الحسين القطان أخبرنا الحسن بن محمد بن يحيى العلوي حدثنا ابو جعفر الحسن بن علي بن جعفر القمي حدثنا جعفر بن محمد ابن مالك الكوفي الأسدي عن عبد الرحمن بن أبي عران عن الحسن بن علي بن جعفر القمي</w:t>
      </w:r>
      <w:r w:rsidR="00D8054C">
        <w:rPr>
          <w:rtl/>
        </w:rPr>
        <w:t>،</w:t>
      </w:r>
      <w:r w:rsidRPr="007E0B1D">
        <w:rPr>
          <w:rtl/>
        </w:rPr>
        <w:t xml:space="preserve"> حدثنا جعفر بن محمد بن مالك الكوفي الاسدي عن عبد الرحمن بن محمد زيد الشبيه قال</w:t>
      </w:r>
      <w:r w:rsidR="00D8054C">
        <w:rPr>
          <w:rtl/>
        </w:rPr>
        <w:t>:</w:t>
      </w:r>
      <w:r w:rsidRPr="007E0B1D">
        <w:rPr>
          <w:rtl/>
        </w:rPr>
        <w:t xml:space="preserve"> سمعت ابن الرضا محمد بن علي بن موسى يقول</w:t>
      </w:r>
      <w:r w:rsidR="00D8054C">
        <w:rPr>
          <w:rtl/>
        </w:rPr>
        <w:t>:</w:t>
      </w:r>
      <w:r w:rsidRPr="007E0B1D">
        <w:rPr>
          <w:rtl/>
        </w:rPr>
        <w:t xml:space="preserve"> من استفاد أخا في الله فقد استفاد بيتا في الجنة.</w:t>
      </w:r>
    </w:p>
    <w:p w:rsidR="008867CD" w:rsidRPr="007E0B1D" w:rsidRDefault="008867CD" w:rsidP="008867CD">
      <w:pPr>
        <w:pStyle w:val="libNormal"/>
        <w:rPr>
          <w:rtl/>
        </w:rPr>
      </w:pPr>
      <w:r w:rsidRPr="007E0B1D">
        <w:rPr>
          <w:rtl/>
        </w:rPr>
        <w:t>أخبرني علي بن أبي علي حدثنا الحسن بن الحسين الثعالبي أخبرنا</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أحمد بن عبد الله الذارع حدثنا حرب بن محمد المؤدب حدثنا الحسن بن محمد العمي البصري حدثني أبي محمد بن الحسين عن محمد بن سنان قال</w:t>
      </w:r>
      <w:r w:rsidR="00D8054C">
        <w:rPr>
          <w:rtl/>
        </w:rPr>
        <w:t>:</w:t>
      </w:r>
    </w:p>
    <w:p w:rsidR="008867CD" w:rsidRPr="007E0B1D" w:rsidRDefault="008867CD" w:rsidP="008867CD">
      <w:pPr>
        <w:pStyle w:val="libNormal"/>
        <w:rPr>
          <w:rtl/>
        </w:rPr>
      </w:pPr>
      <w:r w:rsidRPr="007E0B1D">
        <w:rPr>
          <w:rtl/>
        </w:rPr>
        <w:t>مضى أبو جعفر محمد بن علي وهو ابن خمس وعشرين سنة وثلاثة أشهر واثني عشر يوما</w:t>
      </w:r>
      <w:r w:rsidR="00D8054C">
        <w:rPr>
          <w:rtl/>
        </w:rPr>
        <w:t>،</w:t>
      </w:r>
      <w:r w:rsidRPr="007E0B1D">
        <w:rPr>
          <w:rtl/>
        </w:rPr>
        <w:t xml:space="preserve"> وكان مولده سنة مائة وخمس وتسعين من الهجرة</w:t>
      </w:r>
      <w:r w:rsidR="00D8054C">
        <w:rPr>
          <w:rtl/>
        </w:rPr>
        <w:t>،</w:t>
      </w:r>
      <w:r w:rsidRPr="007E0B1D">
        <w:rPr>
          <w:rtl/>
        </w:rPr>
        <w:t xml:space="preserve"> وقبض في يوم الثلاثاء لست ليال خلون من ذي الحجة سنة مائتين وعشرين.</w:t>
      </w:r>
    </w:p>
    <w:p w:rsidR="008867CD" w:rsidRPr="007E0B1D" w:rsidRDefault="008867CD" w:rsidP="008867CD">
      <w:pPr>
        <w:pStyle w:val="libNormal"/>
        <w:rPr>
          <w:rtl/>
        </w:rPr>
      </w:pPr>
      <w:r w:rsidRPr="007E0B1D">
        <w:rPr>
          <w:rtl/>
        </w:rPr>
        <w:t>أنبأنا ابراهيم بن مخلد أخبرنا عبد الله بن اسحاق البغوي أخبرنا الحارث بن محمد حدثنا محمد بن سعد قال</w:t>
      </w:r>
      <w:r w:rsidR="00D8054C">
        <w:rPr>
          <w:rtl/>
        </w:rPr>
        <w:t>:</w:t>
      </w:r>
      <w:r w:rsidRPr="007E0B1D">
        <w:rPr>
          <w:rtl/>
        </w:rPr>
        <w:t xml:space="preserve"> سنة عشرين ومائتين فيها توفي محمد بن عليه بن موسى بن جعفر بن محمد بن علي ببغداد</w:t>
      </w:r>
      <w:r w:rsidR="00D8054C">
        <w:rPr>
          <w:rtl/>
        </w:rPr>
        <w:t>،</w:t>
      </w:r>
      <w:r w:rsidRPr="007E0B1D">
        <w:rPr>
          <w:rtl/>
        </w:rPr>
        <w:t xml:space="preserve"> وكان قدمها على أبي اسحاق من المدينة</w:t>
      </w:r>
      <w:r w:rsidR="00D8054C">
        <w:rPr>
          <w:rtl/>
        </w:rPr>
        <w:t>،</w:t>
      </w:r>
      <w:r w:rsidRPr="007E0B1D">
        <w:rPr>
          <w:rtl/>
        </w:rPr>
        <w:t xml:space="preserve"> فتوفي فيها يوم الثلاثاء لخمس ليال خلون من ذي الحجة</w:t>
      </w:r>
      <w:r w:rsidR="00D8054C">
        <w:rPr>
          <w:rtl/>
        </w:rPr>
        <w:t>،</w:t>
      </w:r>
      <w:r w:rsidRPr="007E0B1D">
        <w:rPr>
          <w:rtl/>
        </w:rPr>
        <w:t xml:space="preserve"> وركب هارون بن أبي اسحاق فصلى عليه عند منزلة في رحبة أسوار بن ميمون ناحية قنطرة البردان</w:t>
      </w:r>
      <w:r w:rsidR="00D8054C">
        <w:rPr>
          <w:rtl/>
        </w:rPr>
        <w:t>،</w:t>
      </w:r>
      <w:r w:rsidRPr="007E0B1D">
        <w:rPr>
          <w:rtl/>
        </w:rPr>
        <w:t xml:space="preserve"> ثم حمل ودفن في مقابر قريش.</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2" w:name="_Toc398984081"/>
      <w:r w:rsidRPr="007E0B1D">
        <w:rPr>
          <w:rtl/>
          <w:lang w:bidi="fa-IR"/>
        </w:rPr>
        <w:lastRenderedPageBreak/>
        <w:t>حرف الألف</w:t>
      </w:r>
      <w:bookmarkEnd w:id="2"/>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w:t>
      </w:r>
      <w:r w:rsidR="00D8054C">
        <w:rPr>
          <w:rtl/>
        </w:rPr>
        <w:t xml:space="preserve"> - </w:t>
      </w:r>
      <w:r w:rsidRPr="007E0B1D">
        <w:rPr>
          <w:rtl/>
        </w:rPr>
        <w:t>اليعقوبي</w:t>
      </w:r>
    </w:p>
    <w:p w:rsidR="008867CD" w:rsidRPr="007E0B1D" w:rsidRDefault="008867CD" w:rsidP="008867CD">
      <w:pPr>
        <w:pStyle w:val="libNormal"/>
        <w:rPr>
          <w:rtl/>
        </w:rPr>
      </w:pPr>
      <w:r w:rsidRPr="007E0B1D">
        <w:rPr>
          <w:rtl/>
        </w:rPr>
        <w:t>ابراهيم بن داود اليعقوبي.</w:t>
      </w:r>
    </w:p>
    <w:p w:rsidR="008867CD" w:rsidRPr="007E0B1D" w:rsidRDefault="008867CD" w:rsidP="008867CD">
      <w:pPr>
        <w:pStyle w:val="libNormal"/>
        <w:rPr>
          <w:rtl/>
        </w:rPr>
      </w:pPr>
      <w:r w:rsidRPr="007E0B1D">
        <w:rPr>
          <w:rtl/>
        </w:rPr>
        <w:t>محدث</w:t>
      </w:r>
      <w:r w:rsidR="00D8054C">
        <w:rPr>
          <w:rtl/>
        </w:rPr>
        <w:t>،</w:t>
      </w:r>
      <w:r w:rsidRPr="007E0B1D">
        <w:rPr>
          <w:rtl/>
        </w:rPr>
        <w:t xml:space="preserve"> 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ابراهيم</w:t>
      </w:r>
      <w:r w:rsidR="00D8054C">
        <w:rPr>
          <w:rtl/>
        </w:rPr>
        <w:t>،</w:t>
      </w:r>
      <w:r w:rsidRPr="007E0B1D">
        <w:rPr>
          <w:rtl/>
        </w:rPr>
        <w:t xml:space="preserve"> وسهل بن زياد</w:t>
      </w:r>
      <w:r w:rsidR="00D8054C">
        <w:rPr>
          <w:rtl/>
        </w:rPr>
        <w:t>،</w:t>
      </w:r>
      <w:r w:rsidRPr="007E0B1D">
        <w:rPr>
          <w:rtl/>
        </w:rPr>
        <w:t xml:space="preserve"> والسندي بن الربيع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الامام الجواد </w:t>
      </w:r>
      <w:r w:rsidR="00D8054C" w:rsidRPr="00D8054C">
        <w:rPr>
          <w:rStyle w:val="libAlaemChar"/>
          <w:rtl/>
        </w:rPr>
        <w:t>عليه‌السلام</w:t>
      </w:r>
      <w:r w:rsidRPr="007E0B1D">
        <w:rPr>
          <w:rtl/>
        </w:rPr>
        <w:t xml:space="preserve"> ص 397</w:t>
      </w:r>
      <w:r w:rsidR="00D8054C">
        <w:rPr>
          <w:rtl/>
        </w:rPr>
        <w:t>،</w:t>
      </w:r>
      <w:r w:rsidRPr="007E0B1D">
        <w:rPr>
          <w:rtl/>
        </w:rPr>
        <w:t xml:space="preserve"> وفي أصحاب الامام الهادي </w:t>
      </w:r>
      <w:r w:rsidR="00D8054C" w:rsidRPr="00D8054C">
        <w:rPr>
          <w:rStyle w:val="libAlaemChar"/>
          <w:rtl/>
        </w:rPr>
        <w:t>عليه‌السلام</w:t>
      </w:r>
      <w:r w:rsidRPr="007E0B1D">
        <w:rPr>
          <w:rtl/>
        </w:rPr>
        <w:t xml:space="preserve"> ص 410. رجال البرقي في أصحاب الامام الجواد </w:t>
      </w:r>
      <w:r w:rsidR="00D8054C" w:rsidRPr="00D8054C">
        <w:rPr>
          <w:rStyle w:val="libAlaemChar"/>
          <w:rtl/>
        </w:rPr>
        <w:t>عليه‌السلام</w:t>
      </w:r>
      <w:r w:rsidRPr="007E0B1D">
        <w:rPr>
          <w:rtl/>
        </w:rPr>
        <w:t xml:space="preserve"> ص 57</w:t>
      </w:r>
      <w:r w:rsidR="00D8054C">
        <w:rPr>
          <w:rtl/>
        </w:rPr>
        <w:t>،</w:t>
      </w:r>
      <w:r w:rsidRPr="007E0B1D">
        <w:rPr>
          <w:rtl/>
        </w:rPr>
        <w:t xml:space="preserve"> وفي أصحاب الامام الهادي </w:t>
      </w:r>
      <w:r w:rsidR="00D8054C" w:rsidRPr="00D8054C">
        <w:rPr>
          <w:rStyle w:val="libAlaemChar"/>
          <w:rtl/>
        </w:rPr>
        <w:t>عليه‌السلام</w:t>
      </w:r>
      <w:r w:rsidRPr="007E0B1D">
        <w:rPr>
          <w:rtl/>
        </w:rPr>
        <w:t xml:space="preserve"> ص 60. لسان الميزان ج 1 ص 55 وفيه</w:t>
      </w:r>
      <w:r w:rsidR="00D8054C">
        <w:rPr>
          <w:rtl/>
        </w:rPr>
        <w:t>:</w:t>
      </w:r>
      <w:r w:rsidRPr="007E0B1D">
        <w:rPr>
          <w:rtl/>
        </w:rPr>
        <w:t xml:space="preserve"> ذكره الطوسي فيه رجال الشيعة</w:t>
      </w:r>
      <w:r w:rsidR="00D8054C">
        <w:rPr>
          <w:rtl/>
        </w:rPr>
        <w:t>،</w:t>
      </w:r>
      <w:r w:rsidRPr="007E0B1D">
        <w:rPr>
          <w:rtl/>
        </w:rPr>
        <w:t xml:space="preserve"> وقال روى عن علي الرضا ابن الكاظم موسى. الجامع في الرجال ج 1 ص 37. الخصال ص 61. جامع الرواة ج 1 ص 20. معجم رجال الحديث ج 1 ص 221. التهذيب ج 6 ص 377. مجمع الرجال ج 1 ص 42</w:t>
      </w:r>
      <w:r w:rsidR="00D8054C">
        <w:rPr>
          <w:rtl/>
        </w:rPr>
        <w:t>،</w:t>
      </w:r>
      <w:r w:rsidRPr="007E0B1D">
        <w:rPr>
          <w:rtl/>
        </w:rPr>
        <w:t xml:space="preserve"> وج 5 ص 7. نقد الرجال ص 8. رجال الكشي ص 522.</w:t>
      </w:r>
    </w:p>
    <w:p w:rsidR="008867CD" w:rsidRPr="007E0B1D" w:rsidRDefault="008867CD" w:rsidP="008867CD">
      <w:pPr>
        <w:pStyle w:val="libNormal"/>
        <w:rPr>
          <w:rtl/>
        </w:rPr>
      </w:pPr>
      <w:r w:rsidRPr="007E0B1D">
        <w:rPr>
          <w:rtl/>
        </w:rPr>
        <w:t>تنقيح المقال ج 1 ص 16 وفيه</w:t>
      </w:r>
      <w:r w:rsidR="00D8054C">
        <w:rPr>
          <w:rtl/>
        </w:rPr>
        <w:t>:</w:t>
      </w:r>
      <w:r w:rsidRPr="007E0B1D">
        <w:rPr>
          <w:rtl/>
        </w:rPr>
        <w:t xml:space="preserve"> وظاهره كونه اماميا الا أن حاله مجهول. منتهى المقال ص 20. طرائف المقال ج 1 ص 273. منهج المقال ص 21.</w:t>
      </w:r>
    </w:p>
    <w:p w:rsidR="008867CD" w:rsidRPr="007E0B1D" w:rsidRDefault="008867CD" w:rsidP="008867CD">
      <w:pPr>
        <w:pStyle w:val="libCenterBold1"/>
        <w:rPr>
          <w:rtl/>
        </w:rPr>
      </w:pPr>
      <w:r w:rsidRPr="007E0B1D">
        <w:rPr>
          <w:rtl/>
        </w:rPr>
        <w:t>2</w:t>
      </w:r>
      <w:r w:rsidR="00D8054C">
        <w:rPr>
          <w:rtl/>
        </w:rPr>
        <w:t xml:space="preserve"> - </w:t>
      </w:r>
      <w:r w:rsidRPr="007E0B1D">
        <w:rPr>
          <w:rtl/>
        </w:rPr>
        <w:t>القاشاني الاصبهاني</w:t>
      </w:r>
    </w:p>
    <w:p w:rsidR="008867CD" w:rsidRPr="007E0B1D" w:rsidRDefault="008867CD" w:rsidP="008867CD">
      <w:pPr>
        <w:pStyle w:val="libNormal"/>
        <w:rPr>
          <w:rtl/>
        </w:rPr>
      </w:pPr>
      <w:r w:rsidRPr="007E0B1D">
        <w:rPr>
          <w:rtl/>
        </w:rPr>
        <w:t>ابراهيم بن شيبة القاشاني</w:t>
      </w:r>
      <w:r w:rsidR="00D8054C">
        <w:rPr>
          <w:rtl/>
        </w:rPr>
        <w:t>،</w:t>
      </w:r>
      <w:r w:rsidRPr="007E0B1D">
        <w:rPr>
          <w:rtl/>
        </w:rPr>
        <w:t xml:space="preserve"> الاصبهاني</w:t>
      </w:r>
      <w:r w:rsidR="00D8054C">
        <w:rPr>
          <w:rtl/>
        </w:rPr>
        <w:t>،</w:t>
      </w:r>
      <w:r w:rsidRPr="007E0B1D">
        <w:rPr>
          <w:rtl/>
        </w:rPr>
        <w:t xml:space="preserve"> الأسدي بالولاء.</w:t>
      </w:r>
    </w:p>
    <w:p w:rsidR="008867CD" w:rsidRPr="007E0B1D" w:rsidRDefault="008867CD" w:rsidP="008867CD">
      <w:pPr>
        <w:pStyle w:val="libNormal"/>
        <w:rPr>
          <w:rtl/>
        </w:rPr>
      </w:pPr>
      <w:r w:rsidRPr="007E0B1D">
        <w:rPr>
          <w:rtl/>
        </w:rPr>
        <w:t>محدث</w:t>
      </w:r>
      <w:r w:rsidR="00D8054C">
        <w:rPr>
          <w:rtl/>
        </w:rPr>
        <w:t>،</w:t>
      </w:r>
      <w:r w:rsidRPr="007E0B1D">
        <w:rPr>
          <w:rtl/>
        </w:rPr>
        <w:t xml:space="preserve"> 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موسى بن جعفر بن وهب</w:t>
      </w:r>
      <w:r w:rsidR="00D8054C">
        <w:rPr>
          <w:rtl/>
        </w:rPr>
        <w:t>،</w:t>
      </w:r>
      <w:r w:rsidRPr="007E0B1D">
        <w:rPr>
          <w:rtl/>
        </w:rPr>
        <w:t xml:space="preserve"> واحمد بن محمد بن أبي نصر</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الامام الجواد </w:t>
      </w:r>
      <w:r w:rsidR="00D8054C" w:rsidRPr="00D8054C">
        <w:rPr>
          <w:rStyle w:val="libAlaemChar"/>
          <w:rtl/>
        </w:rPr>
        <w:t>عليه‌السلام</w:t>
      </w:r>
      <w:r w:rsidRPr="007E0B1D">
        <w:rPr>
          <w:rtl/>
        </w:rPr>
        <w:t xml:space="preserve"> ص 398</w:t>
      </w:r>
      <w:r w:rsidR="00D8054C">
        <w:rPr>
          <w:rtl/>
        </w:rPr>
        <w:t>،</w:t>
      </w:r>
      <w:r w:rsidRPr="007E0B1D">
        <w:rPr>
          <w:rtl/>
        </w:rPr>
        <w:t xml:space="preserve"> وفي أصحاب الامام الهادي </w:t>
      </w:r>
      <w:r w:rsidR="00D8054C" w:rsidRPr="00D8054C">
        <w:rPr>
          <w:rStyle w:val="libAlaemChar"/>
          <w:rtl/>
        </w:rPr>
        <w:t>عليه‌السلام</w:t>
      </w:r>
      <w:r w:rsidRPr="007E0B1D">
        <w:rPr>
          <w:rtl/>
        </w:rPr>
        <w:t xml:space="preserve"> ص 411. التهذيب ج 3 ص 276 وج 5 ص 425. معجم رجال الحديث ج 1 ص 235. أعيان الشيعة ج 2 ص 144. معجم الثقات ص 240. تنقيح المقال ج 1 ص 20 وفيه</w:t>
      </w:r>
      <w:r w:rsidR="00D8054C">
        <w:rPr>
          <w:rtl/>
        </w:rPr>
        <w:t>:</w:t>
      </w:r>
      <w:r w:rsidRPr="007E0B1D">
        <w:rPr>
          <w:rtl/>
        </w:rPr>
        <w:t xml:space="preserve"> دلالة على ديانة الرجل وغاية احتياطه في الدين ومنه يستشم حسنه. الاستبصار ج 2 ص 330. مجمع الرجال ج 1 ص 49. رجال البرقي في أصحاب الامام الجواد </w:t>
      </w:r>
      <w:r w:rsidR="00D8054C" w:rsidRPr="00D8054C">
        <w:rPr>
          <w:rStyle w:val="libAlaemChar"/>
          <w:rtl/>
        </w:rPr>
        <w:t>عليه‌السلام</w:t>
      </w:r>
      <w:r w:rsidRPr="007E0B1D">
        <w:rPr>
          <w:rtl/>
        </w:rPr>
        <w:t xml:space="preserve"> ص 56. نقد الرجال ص 9. لسان الميزان ج 1 ص 68. توضيح الاشتباه ص 13. الجامع في الرجال ج 1 ص 44. منتهى المقال ص 20. جامع الرواة ج 1 ص 22. رجال الكشي ص 517. الكافي ج 4 ص 524. طرائف المقال ج 1 ص 273. منهج المقال ص 22.</w:t>
      </w:r>
    </w:p>
    <w:p w:rsidR="008867CD" w:rsidRPr="007E0B1D" w:rsidRDefault="008867CD" w:rsidP="008867CD">
      <w:pPr>
        <w:pStyle w:val="libCenterBold1"/>
        <w:rPr>
          <w:rtl/>
        </w:rPr>
      </w:pPr>
      <w:r w:rsidRPr="007E0B1D">
        <w:rPr>
          <w:rtl/>
        </w:rPr>
        <w:t>3</w:t>
      </w:r>
      <w:r w:rsidR="00D8054C">
        <w:rPr>
          <w:rtl/>
        </w:rPr>
        <w:t xml:space="preserve"> - </w:t>
      </w:r>
      <w:r w:rsidRPr="007E0B1D">
        <w:rPr>
          <w:rtl/>
        </w:rPr>
        <w:t>الصنعاني</w:t>
      </w:r>
    </w:p>
    <w:p w:rsidR="008867CD" w:rsidRPr="007E0B1D" w:rsidRDefault="008867CD" w:rsidP="008867CD">
      <w:pPr>
        <w:pStyle w:val="libNormal"/>
        <w:rPr>
          <w:rtl/>
        </w:rPr>
      </w:pPr>
      <w:r w:rsidRPr="007E0B1D">
        <w:rPr>
          <w:rtl/>
        </w:rPr>
        <w:t>ابراهيم بن عبد الحميد الصنعاني.</w:t>
      </w:r>
    </w:p>
    <w:p w:rsidR="008867CD" w:rsidRPr="007E0B1D" w:rsidRDefault="008867CD" w:rsidP="008867CD">
      <w:pPr>
        <w:pStyle w:val="libNormal"/>
        <w:rPr>
          <w:rtl/>
        </w:rPr>
      </w:pPr>
      <w:r w:rsidRPr="007E0B1D">
        <w:rPr>
          <w:rtl/>
        </w:rPr>
        <w:t xml:space="preserve">محدث وقف على الإمام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الكشي ص 403 وص 446 وفيه</w:t>
      </w:r>
      <w:r w:rsidR="00D8054C">
        <w:rPr>
          <w:rtl/>
        </w:rPr>
        <w:t>:</w:t>
      </w:r>
      <w:r w:rsidRPr="007E0B1D">
        <w:rPr>
          <w:rtl/>
        </w:rPr>
        <w:t xml:space="preserve"> ذكر الفضل بن شاذان انه صالح</w:t>
      </w:r>
      <w:r w:rsidR="00D8054C">
        <w:rPr>
          <w:rtl/>
        </w:rPr>
        <w:t>،</w:t>
      </w:r>
      <w:r w:rsidRPr="007E0B1D">
        <w:rPr>
          <w:rtl/>
        </w:rPr>
        <w:t xml:space="preserve"> قال نصر بن الصباح</w:t>
      </w:r>
      <w:r w:rsidR="00D8054C">
        <w:rPr>
          <w:rtl/>
        </w:rPr>
        <w:t>:</w:t>
      </w:r>
      <w:r w:rsidRPr="007E0B1D">
        <w:rPr>
          <w:rtl/>
        </w:rPr>
        <w:t xml:space="preserve"> ابراهيم يروي عن أبي الحسن موسى وعن الرضا وعن أبي جعفر محمد بن علي </w:t>
      </w:r>
      <w:r w:rsidR="00D8054C" w:rsidRPr="00D8054C">
        <w:rPr>
          <w:rStyle w:val="libAlaemChar"/>
          <w:rtl/>
        </w:rPr>
        <w:t>عليهم‌السلام</w:t>
      </w:r>
      <w:r w:rsidR="00D8054C">
        <w:rPr>
          <w:rtl/>
        </w:rPr>
        <w:t>،</w:t>
      </w:r>
      <w:r w:rsidRPr="007E0B1D">
        <w:rPr>
          <w:rtl/>
        </w:rPr>
        <w:t xml:space="preserve"> وهو واقف على أبي الحسن </w:t>
      </w:r>
      <w:r w:rsidR="00D8054C" w:rsidRPr="00D8054C">
        <w:rPr>
          <w:rStyle w:val="libAlaemChar"/>
          <w:rtl/>
        </w:rPr>
        <w:t>عليه‌السلام</w:t>
      </w:r>
      <w:r w:rsidRPr="007E0B1D">
        <w:rPr>
          <w:rtl/>
        </w:rPr>
        <w:t>. معجم</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رجال الحديث ج 1 ص 246. مجمع الرجال ج 1 ص 52. أعيان الشيعة ج 2 ص 176. التحرير الطاوسي ص 31. تنقيح المقال ج 1 ص 23. منتهى المقال ص 23. جامع الرواة ج 1 ص 24 في ترجمة ابراهيم بن عبد الحميد الأسدي.</w:t>
      </w:r>
      <w:r>
        <w:rPr>
          <w:rFonts w:hint="cs"/>
          <w:rtl/>
        </w:rPr>
        <w:t xml:space="preserve"> </w:t>
      </w:r>
      <w:r w:rsidRPr="007E0B1D">
        <w:rPr>
          <w:rtl/>
        </w:rPr>
        <w:t>رجال الأنصاري ص 4. منهج المقال ص 22. إتقان المقال ص 7.</w:t>
      </w:r>
    </w:p>
    <w:p w:rsidR="008867CD" w:rsidRPr="007E0B1D" w:rsidRDefault="008867CD" w:rsidP="008867CD">
      <w:pPr>
        <w:pStyle w:val="libCenterBold1"/>
        <w:rPr>
          <w:rtl/>
        </w:rPr>
      </w:pPr>
      <w:r w:rsidRPr="007E0B1D">
        <w:rPr>
          <w:rtl/>
        </w:rPr>
        <w:t>4</w:t>
      </w:r>
      <w:r w:rsidR="00D8054C">
        <w:rPr>
          <w:rtl/>
        </w:rPr>
        <w:t xml:space="preserve"> - </w:t>
      </w:r>
      <w:r w:rsidRPr="007E0B1D">
        <w:rPr>
          <w:rtl/>
        </w:rPr>
        <w:t>ابراهيم بن عقبة</w:t>
      </w:r>
    </w:p>
    <w:p w:rsidR="008867CD" w:rsidRPr="007E0B1D" w:rsidRDefault="008867CD" w:rsidP="008867CD">
      <w:pPr>
        <w:pStyle w:val="libNormal"/>
        <w:rPr>
          <w:rtl/>
        </w:rPr>
      </w:pPr>
      <w:r w:rsidRPr="007E0B1D">
        <w:rPr>
          <w:rtl/>
        </w:rPr>
        <w:t>محدث امامي.</w:t>
      </w:r>
    </w:p>
    <w:p w:rsidR="008867CD" w:rsidRPr="007E0B1D" w:rsidRDefault="008867CD" w:rsidP="008867CD">
      <w:pPr>
        <w:pStyle w:val="libNormal"/>
        <w:rPr>
          <w:rtl/>
        </w:rPr>
      </w:pPr>
      <w:r w:rsidRPr="007E0B1D">
        <w:rPr>
          <w:rtl/>
        </w:rPr>
        <w:t xml:space="preserve">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جاء اسمه في 25 موردا في اسناد الروايات.</w:t>
      </w:r>
    </w:p>
    <w:p w:rsidR="008867CD" w:rsidRPr="007E0B1D" w:rsidRDefault="008867CD" w:rsidP="008867CD">
      <w:pPr>
        <w:pStyle w:val="libNormal"/>
        <w:rPr>
          <w:rtl/>
        </w:rPr>
      </w:pPr>
      <w:r w:rsidRPr="007E0B1D">
        <w:rPr>
          <w:rtl/>
        </w:rPr>
        <w:t>روى عنه اكثر من 12 راويا أمثال</w:t>
      </w:r>
      <w:r w:rsidR="00D8054C">
        <w:rPr>
          <w:rtl/>
        </w:rPr>
        <w:t>:</w:t>
      </w:r>
      <w:r w:rsidRPr="007E0B1D">
        <w:rPr>
          <w:rtl/>
        </w:rPr>
        <w:t xml:space="preserve"> سلمة بن الخطاب</w:t>
      </w:r>
      <w:r w:rsidR="00D8054C">
        <w:rPr>
          <w:rtl/>
        </w:rPr>
        <w:t>،</w:t>
      </w:r>
      <w:r w:rsidRPr="007E0B1D">
        <w:rPr>
          <w:rtl/>
        </w:rPr>
        <w:t xml:space="preserve"> وعلي بن مهزيار</w:t>
      </w:r>
      <w:r w:rsidR="00D8054C">
        <w:rPr>
          <w:rtl/>
        </w:rPr>
        <w:t>،</w:t>
      </w:r>
      <w:r w:rsidRPr="007E0B1D">
        <w:rPr>
          <w:rtl/>
        </w:rPr>
        <w:t xml:space="preserve"> ومعاوية بن حكيم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2 ص 202</w:t>
      </w:r>
      <w:r w:rsidR="00D8054C">
        <w:rPr>
          <w:rtl/>
        </w:rPr>
        <w:t>،</w:t>
      </w:r>
      <w:r w:rsidRPr="007E0B1D">
        <w:rPr>
          <w:rtl/>
        </w:rPr>
        <w:t xml:space="preserve"> وج 3 ص 331 وص 399</w:t>
      </w:r>
      <w:r w:rsidR="00D8054C">
        <w:rPr>
          <w:rtl/>
        </w:rPr>
        <w:t>،</w:t>
      </w:r>
      <w:r w:rsidRPr="007E0B1D">
        <w:rPr>
          <w:rtl/>
        </w:rPr>
        <w:t xml:space="preserve"> وج 4 ص 571 وص 581 وص 583</w:t>
      </w:r>
      <w:r w:rsidR="00D8054C">
        <w:rPr>
          <w:rtl/>
        </w:rPr>
        <w:t>،</w:t>
      </w:r>
      <w:r w:rsidRPr="007E0B1D">
        <w:rPr>
          <w:rtl/>
        </w:rPr>
        <w:t xml:space="preserve"> وج 5 ص 212 وص 262</w:t>
      </w:r>
      <w:r w:rsidR="00D8054C">
        <w:rPr>
          <w:rtl/>
        </w:rPr>
        <w:t>،</w:t>
      </w:r>
      <w:r w:rsidRPr="007E0B1D">
        <w:rPr>
          <w:rtl/>
        </w:rPr>
        <w:t xml:space="preserve"> وج 6 ص 471 وص 509.</w:t>
      </w:r>
      <w:r>
        <w:rPr>
          <w:rFonts w:hint="cs"/>
          <w:rtl/>
        </w:rPr>
        <w:t xml:space="preserve"> </w:t>
      </w:r>
      <w:r w:rsidRPr="007E0B1D">
        <w:rPr>
          <w:rtl/>
        </w:rPr>
        <w:t xml:space="preserve">الخصال ص 390. رجال الطوسي في أصحاب الهادي </w:t>
      </w:r>
      <w:r w:rsidR="00D8054C" w:rsidRPr="00D8054C">
        <w:rPr>
          <w:rStyle w:val="libAlaemChar"/>
          <w:rtl/>
        </w:rPr>
        <w:t>عليه‌السلام</w:t>
      </w:r>
      <w:r w:rsidRPr="007E0B1D">
        <w:rPr>
          <w:rtl/>
        </w:rPr>
        <w:t xml:space="preserve"> ص 409. أعيان الشيعة ج 2 ص 183 وفيه</w:t>
      </w:r>
      <w:r w:rsidR="00D8054C">
        <w:rPr>
          <w:rtl/>
        </w:rPr>
        <w:t>:</w:t>
      </w:r>
      <w:r w:rsidRPr="007E0B1D">
        <w:rPr>
          <w:rtl/>
        </w:rPr>
        <w:t xml:space="preserve"> ويمكن ان يستفاد من مجموع ذلك اماميته ووثاقته.</w:t>
      </w:r>
      <w:r>
        <w:rPr>
          <w:rFonts w:hint="cs"/>
          <w:rtl/>
        </w:rPr>
        <w:t xml:space="preserve"> </w:t>
      </w:r>
      <w:r w:rsidRPr="007E0B1D">
        <w:rPr>
          <w:rtl/>
        </w:rPr>
        <w:t xml:space="preserve">نقد الرجال ص 11. تنقيح المقال ج 1 ص 27. كامل الزيارات ص 34. رجال البرقي في اصحاب الامام الهادي </w:t>
      </w:r>
      <w:r w:rsidR="00D8054C" w:rsidRPr="00D8054C">
        <w:rPr>
          <w:rStyle w:val="libAlaemChar"/>
          <w:rtl/>
        </w:rPr>
        <w:t>عليه‌السلام</w:t>
      </w:r>
      <w:r w:rsidRPr="007E0B1D">
        <w:rPr>
          <w:rtl/>
        </w:rPr>
        <w:t xml:space="preserve"> ص 58. التهذيب ج 1 ص 314</w:t>
      </w:r>
      <w:r w:rsidR="00D8054C">
        <w:rPr>
          <w:rtl/>
        </w:rPr>
        <w:t>،</w:t>
      </w:r>
      <w:r w:rsidRPr="007E0B1D">
        <w:rPr>
          <w:rtl/>
        </w:rPr>
        <w:t xml:space="preserve"> وج 2 ص 306</w:t>
      </w:r>
      <w:r w:rsidR="00D8054C">
        <w:rPr>
          <w:rtl/>
        </w:rPr>
        <w:t>،</w:t>
      </w:r>
      <w:r w:rsidRPr="007E0B1D">
        <w:rPr>
          <w:rtl/>
        </w:rPr>
        <w:t xml:space="preserve"> وج 5 ص 411</w:t>
      </w:r>
      <w:r w:rsidR="00D8054C">
        <w:rPr>
          <w:rtl/>
        </w:rPr>
        <w:t>،</w:t>
      </w:r>
      <w:r w:rsidRPr="007E0B1D">
        <w:rPr>
          <w:rtl/>
        </w:rPr>
        <w:t xml:space="preserve"> وج 6 ص 91</w:t>
      </w:r>
      <w:r w:rsidR="00D8054C">
        <w:rPr>
          <w:rtl/>
        </w:rPr>
        <w:t>،</w:t>
      </w:r>
      <w:r w:rsidRPr="007E0B1D">
        <w:rPr>
          <w:rtl/>
        </w:rPr>
        <w:t xml:space="preserve"> وج 7 ص 71 وص 257</w:t>
      </w:r>
      <w:r w:rsidR="00D8054C">
        <w:rPr>
          <w:rtl/>
        </w:rPr>
        <w:t>،</w:t>
      </w:r>
      <w:r w:rsidRPr="007E0B1D">
        <w:rPr>
          <w:rtl/>
        </w:rPr>
        <w:t xml:space="preserve"> وج 10 ص 58. رجال الكشي ص 460 وص 461. توضيح الاشتباه ص 15. معجم رجال الحديث ج 1 ص 259. طرائف المقال ج 1 ص 273. جامع الرواة ج 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28. مجمع الرجال ج 1 ص 60. الاستبصار ج 1 ص 213</w:t>
      </w:r>
      <w:r w:rsidR="00D8054C">
        <w:rPr>
          <w:rtl/>
        </w:rPr>
        <w:t>،</w:t>
      </w:r>
      <w:r w:rsidRPr="007E0B1D">
        <w:rPr>
          <w:rtl/>
        </w:rPr>
        <w:t xml:space="preserve"> وج 2 ص 320</w:t>
      </w:r>
      <w:r w:rsidR="00D8054C">
        <w:rPr>
          <w:rtl/>
        </w:rPr>
        <w:t>،</w:t>
      </w:r>
      <w:r w:rsidRPr="007E0B1D">
        <w:rPr>
          <w:rtl/>
        </w:rPr>
        <w:t xml:space="preserve"> وج 3 ص 145. روضة الكافي ص 162. منتهى المقال ص 21. منهج المقال ص 25.</w:t>
      </w:r>
    </w:p>
    <w:p w:rsidR="008867CD" w:rsidRPr="007E0B1D" w:rsidRDefault="008867CD" w:rsidP="008867CD">
      <w:pPr>
        <w:pStyle w:val="libCenterBold1"/>
        <w:rPr>
          <w:rtl/>
        </w:rPr>
      </w:pPr>
      <w:r w:rsidRPr="007E0B1D">
        <w:rPr>
          <w:rtl/>
        </w:rPr>
        <w:t>5</w:t>
      </w:r>
      <w:r w:rsidR="00D8054C">
        <w:rPr>
          <w:rtl/>
        </w:rPr>
        <w:t xml:space="preserve"> - </w:t>
      </w:r>
      <w:r w:rsidRPr="007E0B1D">
        <w:rPr>
          <w:rtl/>
        </w:rPr>
        <w:t>الهمداني</w:t>
      </w:r>
    </w:p>
    <w:p w:rsidR="008867CD" w:rsidRPr="007E0B1D" w:rsidRDefault="008867CD" w:rsidP="008867CD">
      <w:pPr>
        <w:pStyle w:val="libNormal"/>
        <w:rPr>
          <w:rtl/>
        </w:rPr>
      </w:pPr>
      <w:r w:rsidRPr="007E0B1D">
        <w:rPr>
          <w:rtl/>
        </w:rPr>
        <w:t>ابراهيم بن محمد الهمداني.</w:t>
      </w:r>
    </w:p>
    <w:p w:rsidR="008867CD" w:rsidRPr="007E0B1D" w:rsidRDefault="008867CD" w:rsidP="008867CD">
      <w:pPr>
        <w:pStyle w:val="libNormal"/>
        <w:rPr>
          <w:rtl/>
        </w:rPr>
      </w:pPr>
      <w:r w:rsidRPr="007E0B1D">
        <w:rPr>
          <w:rtl/>
        </w:rPr>
        <w:t>من ثقات محدثي الامامية</w:t>
      </w:r>
      <w:r w:rsidR="00D8054C">
        <w:rPr>
          <w:rtl/>
        </w:rPr>
        <w:t>،</w:t>
      </w:r>
      <w:r w:rsidRPr="007E0B1D">
        <w:rPr>
          <w:rtl/>
        </w:rPr>
        <w:t xml:space="preserve"> وكان جليل القدر</w:t>
      </w:r>
      <w:r w:rsidR="00D8054C">
        <w:rPr>
          <w:rtl/>
        </w:rPr>
        <w:t>،</w:t>
      </w:r>
      <w:r w:rsidRPr="007E0B1D">
        <w:rPr>
          <w:rtl/>
        </w:rPr>
        <w:t xml:space="preserve"> وأحد وكلاء الناحية</w:t>
      </w:r>
      <w:r w:rsidR="00D8054C">
        <w:rPr>
          <w:rtl/>
        </w:rPr>
        <w:t>،</w:t>
      </w:r>
      <w:r w:rsidRPr="007E0B1D">
        <w:rPr>
          <w:rtl/>
        </w:rPr>
        <w:t xml:space="preserve"> وحج أربعين حجة.</w:t>
      </w:r>
    </w:p>
    <w:p w:rsidR="008867CD" w:rsidRPr="007E0B1D" w:rsidRDefault="008867CD" w:rsidP="008867CD">
      <w:pPr>
        <w:pStyle w:val="libNormal"/>
        <w:rPr>
          <w:rtl/>
        </w:rPr>
      </w:pPr>
      <w:r w:rsidRPr="007E0B1D">
        <w:rPr>
          <w:rtl/>
        </w:rPr>
        <w:t xml:space="preserve">صحب الأئمة الرضا والجواد والهادي </w:t>
      </w:r>
      <w:r w:rsidR="00D8054C" w:rsidRPr="00D8054C">
        <w:rPr>
          <w:rStyle w:val="libAlaemChar"/>
          <w:rtl/>
        </w:rPr>
        <w:t>عليهم‌السلام</w:t>
      </w:r>
      <w:r w:rsidR="00D8054C">
        <w:rPr>
          <w:rtl/>
        </w:rPr>
        <w:t>،</w:t>
      </w:r>
      <w:r w:rsidRPr="007E0B1D">
        <w:rPr>
          <w:rtl/>
        </w:rPr>
        <w:t xml:space="preserve"> وروى عنهم.</w:t>
      </w:r>
    </w:p>
    <w:p w:rsidR="008867CD" w:rsidRPr="007E0B1D" w:rsidRDefault="008867CD" w:rsidP="008867CD">
      <w:pPr>
        <w:pStyle w:val="libNormal"/>
        <w:rPr>
          <w:rtl/>
        </w:rPr>
      </w:pPr>
      <w:r w:rsidRPr="007E0B1D">
        <w:rPr>
          <w:rtl/>
        </w:rPr>
        <w:t>روى عنه 10 من الرواة امثال</w:t>
      </w:r>
      <w:r w:rsidR="00D8054C">
        <w:rPr>
          <w:rtl/>
        </w:rPr>
        <w:t>:</w:t>
      </w:r>
      <w:r w:rsidRPr="007E0B1D">
        <w:rPr>
          <w:rtl/>
        </w:rPr>
        <w:t xml:space="preserve"> ابنه علي بن ابراهيم</w:t>
      </w:r>
      <w:r w:rsidR="00D8054C">
        <w:rPr>
          <w:rtl/>
        </w:rPr>
        <w:t>،</w:t>
      </w:r>
      <w:r w:rsidRPr="007E0B1D">
        <w:rPr>
          <w:rtl/>
        </w:rPr>
        <w:t xml:space="preserve"> وابراهيم بن هاشم</w:t>
      </w:r>
      <w:r w:rsidR="00D8054C">
        <w:rPr>
          <w:rtl/>
        </w:rPr>
        <w:t>،</w:t>
      </w:r>
      <w:r w:rsidRPr="007E0B1D">
        <w:rPr>
          <w:rtl/>
        </w:rPr>
        <w:t xml:space="preserve"> وعمر بن علي بن عمر بن يزيد وغيرهم.</w:t>
      </w:r>
    </w:p>
    <w:p w:rsidR="008867CD" w:rsidRPr="007E0B1D" w:rsidRDefault="008867CD" w:rsidP="008867CD">
      <w:pPr>
        <w:pStyle w:val="libNormal"/>
        <w:rPr>
          <w:rtl/>
        </w:rPr>
      </w:pPr>
      <w:r w:rsidRPr="007E0B1D">
        <w:rPr>
          <w:rtl/>
        </w:rPr>
        <w:t>جاء اسمه في 22 موردا في اسناد الروايات.</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اصحاب الرضا </w:t>
      </w:r>
      <w:r w:rsidR="00D8054C" w:rsidRPr="00D8054C">
        <w:rPr>
          <w:rStyle w:val="libAlaemChar"/>
          <w:rtl/>
        </w:rPr>
        <w:t>عليه‌السلام</w:t>
      </w:r>
      <w:r w:rsidRPr="007E0B1D">
        <w:rPr>
          <w:rtl/>
        </w:rPr>
        <w:t xml:space="preserve"> ص 368</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397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409. معجم الثقات ص 4.</w:t>
      </w:r>
      <w:r>
        <w:rPr>
          <w:rFonts w:hint="cs"/>
          <w:rtl/>
        </w:rPr>
        <w:t xml:space="preserve"> </w:t>
      </w:r>
      <w:r w:rsidRPr="007E0B1D">
        <w:rPr>
          <w:rtl/>
        </w:rPr>
        <w:t xml:space="preserve">هداية المحدثين ص 168. مجمع الرجال ج 1 ص 70 وص 71. معجم رجال الحديث ج 1 ص 292 وص 363. رجال الحلي </w:t>
      </w:r>
      <w:r w:rsidR="00D8054C">
        <w:rPr>
          <w:rtl/>
        </w:rPr>
        <w:t>(</w:t>
      </w:r>
      <w:r w:rsidRPr="007E0B1D">
        <w:rPr>
          <w:rtl/>
        </w:rPr>
        <w:t>قسم الثقات</w:t>
      </w:r>
      <w:r w:rsidR="00D8054C">
        <w:rPr>
          <w:rtl/>
        </w:rPr>
        <w:t>)</w:t>
      </w:r>
      <w:r w:rsidRPr="007E0B1D">
        <w:rPr>
          <w:rtl/>
        </w:rPr>
        <w:t xml:space="preserve"> ص 6. رجال ابن داود </w:t>
      </w:r>
      <w:r w:rsidR="00D8054C">
        <w:rPr>
          <w:rtl/>
        </w:rPr>
        <w:t>(</w:t>
      </w:r>
      <w:r w:rsidRPr="007E0B1D">
        <w:rPr>
          <w:rtl/>
        </w:rPr>
        <w:t>قسم الثقات</w:t>
      </w:r>
      <w:r w:rsidR="00D8054C">
        <w:rPr>
          <w:rtl/>
        </w:rPr>
        <w:t>)</w:t>
      </w:r>
      <w:r w:rsidRPr="007E0B1D">
        <w:rPr>
          <w:rtl/>
        </w:rPr>
        <w:t xml:space="preserve"> ص 33. نقد الرجال ص 13. جامع الرواة ج 1 ص 33.</w:t>
      </w:r>
      <w:r>
        <w:rPr>
          <w:rFonts w:hint="cs"/>
          <w:rtl/>
        </w:rPr>
        <w:t xml:space="preserve"> </w:t>
      </w:r>
      <w:r w:rsidRPr="007E0B1D">
        <w:rPr>
          <w:rtl/>
        </w:rPr>
        <w:t>الكافي ج 1 ص 346</w:t>
      </w:r>
      <w:r w:rsidR="00D8054C">
        <w:rPr>
          <w:rtl/>
        </w:rPr>
        <w:t>،</w:t>
      </w:r>
      <w:r w:rsidRPr="007E0B1D">
        <w:rPr>
          <w:rtl/>
        </w:rPr>
        <w:t xml:space="preserve"> وج 5 ص 270. رجال الكشي ص 527 وص 557 وفيه من الثقات</w:t>
      </w:r>
      <w:r w:rsidR="00D8054C">
        <w:rPr>
          <w:rtl/>
        </w:rPr>
        <w:t>،</w:t>
      </w:r>
      <w:r w:rsidRPr="007E0B1D">
        <w:rPr>
          <w:rtl/>
        </w:rPr>
        <w:t xml:space="preserve"> وص 611. 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56</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58. الجامع في</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الرجال ج 1 ص 68. العندبيل ج 1 ص 11. منتهى المقال ص 26. الاختصاص ص 54. تنقيح المقال ج 1 ص 32. التوحيد ص 100. المناقب ج 4 ص 368.</w:t>
      </w:r>
      <w:r>
        <w:rPr>
          <w:rFonts w:hint="cs"/>
          <w:rtl/>
        </w:rPr>
        <w:t xml:space="preserve"> </w:t>
      </w:r>
      <w:r w:rsidRPr="007E0B1D">
        <w:rPr>
          <w:rtl/>
        </w:rPr>
        <w:t xml:space="preserve">أعيان الشيعة ج 2 ص 224. عيون أخبار الرضا </w:t>
      </w:r>
      <w:r w:rsidR="00D8054C" w:rsidRPr="00D8054C">
        <w:rPr>
          <w:rStyle w:val="libAlaemChar"/>
          <w:rtl/>
        </w:rPr>
        <w:t>عليه‌السلام</w:t>
      </w:r>
      <w:r w:rsidRPr="007E0B1D">
        <w:rPr>
          <w:rtl/>
        </w:rPr>
        <w:t xml:space="preserve"> ج 2 ص 77. وسائل الشيعة ج 20 ص 122. علل الشرائع ج 1 ص 59. رجال النجاشي ص 243 في ترجمة محمد بن علي الهمداني. التهذيب ج 8 ص 57. الاستبصار ج 3 ص 291.</w:t>
      </w:r>
      <w:r>
        <w:rPr>
          <w:rFonts w:hint="cs"/>
          <w:rtl/>
        </w:rPr>
        <w:t xml:space="preserve"> </w:t>
      </w:r>
      <w:r w:rsidRPr="007E0B1D">
        <w:rPr>
          <w:rtl/>
        </w:rPr>
        <w:t>رجال الأنصاري ص 5. طرائف المقال ج 1 ص 274. منهج المقال ص 27.</w:t>
      </w:r>
      <w:r>
        <w:rPr>
          <w:rFonts w:hint="cs"/>
          <w:rtl/>
        </w:rPr>
        <w:t xml:space="preserve"> </w:t>
      </w:r>
      <w:r w:rsidRPr="007E0B1D">
        <w:rPr>
          <w:rtl/>
        </w:rPr>
        <w:t>اتقان المقال ص 9. بهجة الآمال ج 1 ص 576. ثقات الرواة للشهرستاني ص 7.</w:t>
      </w:r>
    </w:p>
    <w:p w:rsidR="008867CD" w:rsidRPr="007E0B1D" w:rsidRDefault="008867CD" w:rsidP="008867CD">
      <w:pPr>
        <w:pStyle w:val="libCenterBold1"/>
        <w:rPr>
          <w:rtl/>
        </w:rPr>
      </w:pPr>
      <w:r w:rsidRPr="007E0B1D">
        <w:rPr>
          <w:rtl/>
        </w:rPr>
        <w:t>6</w:t>
      </w:r>
      <w:r w:rsidR="00D8054C">
        <w:rPr>
          <w:rtl/>
        </w:rPr>
        <w:t xml:space="preserve"> - </w:t>
      </w:r>
      <w:r w:rsidRPr="007E0B1D">
        <w:rPr>
          <w:rtl/>
        </w:rPr>
        <w:t>الخراساني</w:t>
      </w:r>
    </w:p>
    <w:p w:rsidR="008867CD" w:rsidRPr="007E0B1D" w:rsidRDefault="008867CD" w:rsidP="008867CD">
      <w:pPr>
        <w:pStyle w:val="libNormal"/>
        <w:rPr>
          <w:rtl/>
        </w:rPr>
      </w:pPr>
      <w:r w:rsidRPr="007E0B1D">
        <w:rPr>
          <w:rtl/>
        </w:rPr>
        <w:t>ابراهيم بن أبي محمود الخراساني.</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له كتاب.</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 اكثر من 30 موردا في اسناد الروايات. روى عنه جماعة أمثال</w:t>
      </w:r>
      <w:r w:rsidR="00D8054C">
        <w:rPr>
          <w:rtl/>
        </w:rPr>
        <w:t>:</w:t>
      </w:r>
      <w:r w:rsidRPr="007E0B1D">
        <w:rPr>
          <w:rtl/>
        </w:rPr>
        <w:t xml:space="preserve"> ابراهيم بن هاشم القمي</w:t>
      </w:r>
      <w:r w:rsidR="00D8054C">
        <w:rPr>
          <w:rtl/>
        </w:rPr>
        <w:t>،</w:t>
      </w:r>
      <w:r w:rsidRPr="007E0B1D">
        <w:rPr>
          <w:rtl/>
        </w:rPr>
        <w:t xml:space="preserve"> وعبد العظيم بن عبد الله الحسني</w:t>
      </w:r>
      <w:r w:rsidR="00D8054C">
        <w:rPr>
          <w:rtl/>
        </w:rPr>
        <w:t>،</w:t>
      </w:r>
      <w:r w:rsidRPr="007E0B1D">
        <w:rPr>
          <w:rtl/>
        </w:rPr>
        <w:t xml:space="preserve"> وعلي بن أسباط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الكشي ص 567. العندبيل ج 1 ص 5. مجمع الرجال ج 1 ص 36 وص 37. فهرست الطوسي ص 8. لسان الميزان ج 1 ص 110. معجم الثقات ص 3. معجم رجال الحديث ج 1 ص 198. بهجة الآمال ج 1 ص 521. اتقان المقال ص 6. تهذيب المقال ج 1 ص 333. رجال الطوسي في اصحاب الكاظم </w:t>
      </w:r>
      <w:r w:rsidR="00D8054C" w:rsidRPr="00D8054C">
        <w:rPr>
          <w:rStyle w:val="libAlaemChar"/>
          <w:rtl/>
        </w:rPr>
        <w:t>عليه‌السلام</w:t>
      </w:r>
      <w:r w:rsidRPr="007E0B1D">
        <w:rPr>
          <w:rtl/>
        </w:rPr>
        <w:t xml:space="preserve"> ص 343</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367. الجامع في الرجال ج 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25. الأمالي للصدوق ص 111. نقد الرجال ص 7. منتهى المقال ص 20.</w:t>
      </w:r>
      <w:r>
        <w:rPr>
          <w:rFonts w:hint="cs"/>
          <w:rtl/>
        </w:rPr>
        <w:t xml:space="preserve"> </w:t>
      </w:r>
      <w:r w:rsidRPr="007E0B1D">
        <w:rPr>
          <w:rtl/>
        </w:rPr>
        <w:t>التوحيد ص 116 وص 176. الوجيزة ص 25. أعيان الشيعة ج 2 ص 109.</w:t>
      </w:r>
      <w:r>
        <w:rPr>
          <w:rFonts w:hint="cs"/>
          <w:rtl/>
        </w:rPr>
        <w:t xml:space="preserve"> </w:t>
      </w:r>
      <w:r w:rsidRPr="007E0B1D">
        <w:rPr>
          <w:rtl/>
        </w:rPr>
        <w:t xml:space="preserve">تنقيح المقال ج 1 ص 12. رجال البرقي في اصحاب الكاظم </w:t>
      </w:r>
      <w:r w:rsidR="00D8054C" w:rsidRPr="00D8054C">
        <w:rPr>
          <w:rStyle w:val="libAlaemChar"/>
          <w:rtl/>
        </w:rPr>
        <w:t>عليه‌السلام</w:t>
      </w:r>
      <w:r w:rsidRPr="007E0B1D">
        <w:rPr>
          <w:rtl/>
        </w:rPr>
        <w:t xml:space="preserve"> ص 52.</w:t>
      </w:r>
      <w:r>
        <w:rPr>
          <w:rFonts w:hint="cs"/>
          <w:rtl/>
        </w:rPr>
        <w:t xml:space="preserve"> </w:t>
      </w:r>
      <w:r w:rsidRPr="007E0B1D">
        <w:rPr>
          <w:rtl/>
        </w:rPr>
        <w:t>رجال الحلي ص 3. منهج المقال ص 20. معالم العلماء ص 7. رجال النجاشي ص 18. التحرير الطاوسي ص 33. جامع المقال ص 53. رجال ابن داود ص 31. جامع الرواة ج 1 ص 17. من لا يحضره الفقيه ج 1 ص 41 وص 169 وص 271. التهذيب ج 1 ص 16 وص 45 وص 130 وص 251 وص 368 وص 399</w:t>
      </w:r>
      <w:r w:rsidR="00D8054C">
        <w:rPr>
          <w:rtl/>
        </w:rPr>
        <w:t>،</w:t>
      </w:r>
      <w:r w:rsidRPr="007E0B1D">
        <w:rPr>
          <w:rtl/>
        </w:rPr>
        <w:t xml:space="preserve"> وج 2 ص 310</w:t>
      </w:r>
      <w:r w:rsidR="00D8054C">
        <w:rPr>
          <w:rtl/>
        </w:rPr>
        <w:t>،</w:t>
      </w:r>
      <w:r w:rsidRPr="007E0B1D">
        <w:rPr>
          <w:rtl/>
        </w:rPr>
        <w:t xml:space="preserve"> وج 4 ص 34</w:t>
      </w:r>
      <w:r w:rsidR="00D8054C">
        <w:rPr>
          <w:rtl/>
        </w:rPr>
        <w:t>،</w:t>
      </w:r>
      <w:r w:rsidRPr="007E0B1D">
        <w:rPr>
          <w:rtl/>
        </w:rPr>
        <w:t xml:space="preserve"> وج 5 ص 106 وص 137 وص 281 وص 311</w:t>
      </w:r>
      <w:r w:rsidR="00D8054C">
        <w:rPr>
          <w:rtl/>
        </w:rPr>
        <w:t>،</w:t>
      </w:r>
      <w:r w:rsidRPr="007E0B1D">
        <w:rPr>
          <w:rtl/>
        </w:rPr>
        <w:t xml:space="preserve"> وج 6 ص 335 وص 385. الاستبصار ج 1 ص 51 وص 84</w:t>
      </w:r>
      <w:r w:rsidR="00D8054C">
        <w:rPr>
          <w:rtl/>
        </w:rPr>
        <w:t>،</w:t>
      </w:r>
      <w:r w:rsidRPr="007E0B1D">
        <w:rPr>
          <w:rtl/>
        </w:rPr>
        <w:t xml:space="preserve"> وج 2 ص 28 وص 187 وص 216. رجال الأنصاري ص 3. طرائف المقال ج 1 ص 272. الكافي ج 3 ص 17 وص 51 وص 55. وج 4 ص 351 وص 423 وص 531</w:t>
      </w:r>
      <w:r w:rsidR="00D8054C">
        <w:rPr>
          <w:rtl/>
        </w:rPr>
        <w:t>،</w:t>
      </w:r>
      <w:r w:rsidRPr="007E0B1D">
        <w:rPr>
          <w:rtl/>
        </w:rPr>
        <w:t xml:space="preserve"> وج 5 ص 110</w:t>
      </w:r>
      <w:r w:rsidR="00D8054C">
        <w:rPr>
          <w:rtl/>
        </w:rPr>
        <w:t>،</w:t>
      </w:r>
      <w:r w:rsidRPr="007E0B1D">
        <w:rPr>
          <w:rtl/>
        </w:rPr>
        <w:t xml:space="preserve"> وج 6 ص 326. هداية المحدثين ص 10. ثقات الرواة للشهرستاني ص 6.</w:t>
      </w:r>
    </w:p>
    <w:p w:rsidR="008867CD" w:rsidRPr="007E0B1D" w:rsidRDefault="008867CD" w:rsidP="008867CD">
      <w:pPr>
        <w:pStyle w:val="libCenterBold1"/>
        <w:rPr>
          <w:rtl/>
        </w:rPr>
      </w:pPr>
      <w:r w:rsidRPr="007E0B1D">
        <w:rPr>
          <w:rtl/>
        </w:rPr>
        <w:t>7</w:t>
      </w:r>
      <w:r w:rsidR="00D8054C">
        <w:rPr>
          <w:rtl/>
        </w:rPr>
        <w:t xml:space="preserve"> - </w:t>
      </w:r>
      <w:r w:rsidRPr="007E0B1D">
        <w:rPr>
          <w:rtl/>
        </w:rPr>
        <w:t>ابن مهرويه</w:t>
      </w:r>
    </w:p>
    <w:p w:rsidR="008867CD" w:rsidRPr="007E0B1D" w:rsidRDefault="008867CD" w:rsidP="008867CD">
      <w:pPr>
        <w:pStyle w:val="libNormal"/>
        <w:rPr>
          <w:rtl/>
        </w:rPr>
      </w:pPr>
      <w:r w:rsidRPr="007E0B1D">
        <w:rPr>
          <w:rtl/>
        </w:rPr>
        <w:t>ابراهيم بن مهرويه.</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من أهل جسر بابل.</w:t>
      </w:r>
    </w:p>
    <w:p w:rsidR="008867CD" w:rsidRPr="007E0B1D" w:rsidRDefault="008867CD" w:rsidP="008867CD">
      <w:pPr>
        <w:pStyle w:val="libNormal"/>
        <w:rPr>
          <w:rtl/>
        </w:rPr>
      </w:pPr>
      <w:r w:rsidRPr="007E0B1D">
        <w:rPr>
          <w:rtl/>
        </w:rPr>
        <w:t>روى عنه الحسن بن محبوب</w:t>
      </w:r>
      <w:r w:rsidR="00D8054C">
        <w:rPr>
          <w:rtl/>
        </w:rPr>
        <w:t>،</w:t>
      </w:r>
      <w:r w:rsidRPr="007E0B1D">
        <w:rPr>
          <w:rtl/>
        </w:rPr>
        <w:t xml:space="preserve"> ومحمّد بن سالم بن عبد الرحمن</w:t>
      </w:r>
      <w:r w:rsidR="00D8054C">
        <w:rPr>
          <w:rtl/>
        </w:rPr>
        <w:t>،</w:t>
      </w:r>
      <w:r w:rsidRPr="007E0B1D">
        <w:rPr>
          <w:rtl/>
        </w:rPr>
        <w:t xml:space="preserve"> وابراهيم بن صالح الأنماطي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397. تنقيح المقال ج 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35. أعيان الشيعة ج 2 ص 231. لسان الميزان ج 1 ص 115. منتهى المقال ص 21. مجمع الرجال ج 1 ص 73. معجم رجال الحديث ج 1 ص 301. جامع الرواة ج 1 ص 34. نقد الرجال ص 14. توضيح الاشتباه ص 19. الجامع في الرجال ج 1 ص 71. طرائف المقال ج 1 ص 275. منهج المقال ص 28.</w:t>
      </w:r>
    </w:p>
    <w:p w:rsidR="008867CD" w:rsidRPr="007E0B1D" w:rsidRDefault="008867CD" w:rsidP="008867CD">
      <w:pPr>
        <w:pStyle w:val="libCenterBold1"/>
        <w:rPr>
          <w:rtl/>
        </w:rPr>
      </w:pPr>
      <w:r w:rsidRPr="007E0B1D">
        <w:rPr>
          <w:rtl/>
        </w:rPr>
        <w:t>8</w:t>
      </w:r>
      <w:r w:rsidR="00D8054C">
        <w:rPr>
          <w:rtl/>
        </w:rPr>
        <w:t xml:space="preserve"> - </w:t>
      </w:r>
      <w:r w:rsidRPr="007E0B1D">
        <w:rPr>
          <w:rtl/>
        </w:rPr>
        <w:t>الأهوازي</w:t>
      </w:r>
    </w:p>
    <w:p w:rsidR="008867CD" w:rsidRPr="007E0B1D" w:rsidRDefault="008867CD" w:rsidP="008867CD">
      <w:pPr>
        <w:pStyle w:val="libNormal"/>
        <w:rPr>
          <w:rtl/>
        </w:rPr>
      </w:pPr>
      <w:r w:rsidRPr="007E0B1D">
        <w:rPr>
          <w:rtl/>
        </w:rPr>
        <w:t>ابراهيم بن مهزيار الأهوازي</w:t>
      </w:r>
      <w:r w:rsidR="00D8054C">
        <w:rPr>
          <w:rtl/>
        </w:rPr>
        <w:t>،</w:t>
      </w:r>
      <w:r w:rsidRPr="007E0B1D">
        <w:rPr>
          <w:rtl/>
        </w:rPr>
        <w:t xml:space="preserve"> أبو اسحاق.</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مأمون</w:t>
      </w:r>
      <w:r w:rsidR="00D8054C">
        <w:rPr>
          <w:rtl/>
        </w:rPr>
        <w:t>،</w:t>
      </w:r>
      <w:r w:rsidRPr="007E0B1D">
        <w:rPr>
          <w:rtl/>
        </w:rPr>
        <w:t xml:space="preserve"> جليل القدر</w:t>
      </w:r>
      <w:r w:rsidR="00D8054C">
        <w:rPr>
          <w:rtl/>
        </w:rPr>
        <w:t>،</w:t>
      </w:r>
      <w:r w:rsidRPr="007E0B1D">
        <w:rPr>
          <w:rtl/>
        </w:rPr>
        <w:t xml:space="preserve"> له كتاب « البشارات »</w:t>
      </w:r>
      <w:r>
        <w:rPr>
          <w:rtl/>
        </w:rPr>
        <w:t>.</w:t>
      </w:r>
    </w:p>
    <w:p w:rsidR="008867CD" w:rsidRPr="007E0B1D" w:rsidRDefault="008867CD" w:rsidP="008867CD">
      <w:pPr>
        <w:pStyle w:val="libNormal"/>
        <w:rPr>
          <w:rtl/>
        </w:rPr>
      </w:pPr>
      <w:r w:rsidRPr="007E0B1D">
        <w:rPr>
          <w:rtl/>
        </w:rPr>
        <w:t xml:space="preserve">صحب الامامين الجواد والهادي </w:t>
      </w:r>
      <w:r w:rsidR="00D8054C" w:rsidRPr="00D8054C">
        <w:rPr>
          <w:rStyle w:val="libAlaemChar"/>
          <w:rtl/>
        </w:rPr>
        <w:t>عليهما‌السلام</w:t>
      </w:r>
      <w:r w:rsidR="00D8054C">
        <w:rPr>
          <w:rtl/>
        </w:rPr>
        <w:t>،</w:t>
      </w:r>
      <w:r w:rsidRPr="007E0B1D">
        <w:rPr>
          <w:rtl/>
        </w:rPr>
        <w:t xml:space="preserve"> وتشرف بلقاء الحجة المنتظر </w:t>
      </w:r>
      <w:r w:rsidR="00D8054C">
        <w:rPr>
          <w:rtl/>
        </w:rPr>
        <w:t>(</w:t>
      </w:r>
      <w:r w:rsidRPr="007E0B1D">
        <w:rPr>
          <w:rtl/>
        </w:rPr>
        <w:t>عج</w:t>
      </w:r>
      <w:r w:rsidR="00D8054C">
        <w:rPr>
          <w:rtl/>
        </w:rPr>
        <w:t>)</w:t>
      </w:r>
      <w:r>
        <w:rPr>
          <w:rtl/>
        </w:rPr>
        <w:t>.</w:t>
      </w:r>
    </w:p>
    <w:p w:rsidR="008867CD" w:rsidRPr="007E0B1D" w:rsidRDefault="008867CD" w:rsidP="008867CD">
      <w:pPr>
        <w:pStyle w:val="libNormal"/>
        <w:rPr>
          <w:rtl/>
        </w:rPr>
      </w:pPr>
      <w:r w:rsidRPr="007E0B1D">
        <w:rPr>
          <w:rtl/>
        </w:rPr>
        <w:t>جاء اسمه في اكثر من 50 موردا في أسناد الروايات. روى عنه جماعة أمثال</w:t>
      </w:r>
      <w:r w:rsidR="00D8054C">
        <w:rPr>
          <w:rtl/>
        </w:rPr>
        <w:t>:</w:t>
      </w:r>
      <w:r w:rsidRPr="007E0B1D">
        <w:rPr>
          <w:rtl/>
        </w:rPr>
        <w:t xml:space="preserve"> سعد بن عبد الله القمي</w:t>
      </w:r>
      <w:r w:rsidR="00D8054C">
        <w:rPr>
          <w:rtl/>
        </w:rPr>
        <w:t>،</w:t>
      </w:r>
      <w:r w:rsidRPr="007E0B1D">
        <w:rPr>
          <w:rtl/>
        </w:rPr>
        <w:t xml:space="preserve"> ومحمّد بن علي بن محبوب</w:t>
      </w:r>
      <w:r w:rsidR="00D8054C">
        <w:rPr>
          <w:rtl/>
        </w:rPr>
        <w:t>،</w:t>
      </w:r>
      <w:r w:rsidRPr="007E0B1D">
        <w:rPr>
          <w:rtl/>
        </w:rPr>
        <w:t xml:space="preserve"> وعبد الله بن جعفر الحميري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410. رجال الكشي ص 528 وص 531 وص 610. الخصال ص 80 وص 303 وص 449 وص 539. العندبيل ج 1 ص 13. كامل الزيارات ص 21.</w:t>
      </w:r>
      <w:r>
        <w:rPr>
          <w:rFonts w:hint="cs"/>
          <w:rtl/>
        </w:rPr>
        <w:t xml:space="preserve"> </w:t>
      </w:r>
      <w:r w:rsidRPr="007E0B1D">
        <w:rPr>
          <w:rtl/>
        </w:rPr>
        <w:t>وسائل الشيعة ج 2 ص 123. الاختصاص ص 289. الجامع في الرجال ج 1 ص 72. منتهى المقال ص 27. الوجيزة ص 143. توضيح الاشتباه ص 20.</w:t>
      </w:r>
      <w:r>
        <w:rPr>
          <w:rFonts w:hint="cs"/>
          <w:rtl/>
        </w:rPr>
        <w:t xml:space="preserve"> </w:t>
      </w:r>
      <w:r w:rsidRPr="007E0B1D">
        <w:rPr>
          <w:rtl/>
        </w:rPr>
        <w:t xml:space="preserve">مجمع الرجال ج 1 ص 74 وص 75. جامع الرواة ج 1 ص 35. رجال النجاشي ص 12. رجال الحلي </w:t>
      </w:r>
      <w:r w:rsidR="00D8054C">
        <w:rPr>
          <w:rtl/>
        </w:rPr>
        <w:t>(</w:t>
      </w:r>
      <w:r w:rsidRPr="007E0B1D">
        <w:rPr>
          <w:rtl/>
        </w:rPr>
        <w:t>قسم الثقات</w:t>
      </w:r>
      <w:r w:rsidR="00D8054C">
        <w:rPr>
          <w:rtl/>
        </w:rPr>
        <w:t>)</w:t>
      </w:r>
      <w:r w:rsidRPr="007E0B1D">
        <w:rPr>
          <w:rtl/>
        </w:rPr>
        <w:t xml:space="preserve"> ص 6. رجال ابن داود </w:t>
      </w:r>
      <w:r w:rsidR="00D8054C">
        <w:rPr>
          <w:rtl/>
        </w:rPr>
        <w:t>(</w:t>
      </w:r>
      <w:r w:rsidRPr="007E0B1D">
        <w:rPr>
          <w:rtl/>
        </w:rPr>
        <w:t>قسم الثقات</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34. نقد الرجال ص 14. لسان الميزان ج 1 ص 115 وفيه روى عن أبي محمّد العسكري. تنقيح المقال ج 1 ص 35. الذريعة ج 3 ص 110. معجم الثقات ص 242. هداية المحدثين ص 12. أعيان الشيعة ج 2 ص 231. الكنى والألقاب ج 1 ص 419. كمال الدين ج 2 ص 445. التهذيب ج 1 ص 447 وص 454 وص 458 وص 464</w:t>
      </w:r>
      <w:r w:rsidR="00D8054C">
        <w:rPr>
          <w:rtl/>
        </w:rPr>
        <w:t>،</w:t>
      </w:r>
      <w:r w:rsidRPr="007E0B1D">
        <w:rPr>
          <w:rtl/>
        </w:rPr>
        <w:t xml:space="preserve"> وج 2 ص 234 وص 337 وص 363</w:t>
      </w:r>
      <w:r w:rsidR="00D8054C">
        <w:rPr>
          <w:rtl/>
        </w:rPr>
        <w:t>،</w:t>
      </w:r>
      <w:r w:rsidRPr="007E0B1D">
        <w:rPr>
          <w:rtl/>
        </w:rPr>
        <w:t xml:space="preserve"> وج 3 ص 318 وص 331</w:t>
      </w:r>
      <w:r w:rsidR="00D8054C">
        <w:rPr>
          <w:rtl/>
        </w:rPr>
        <w:t>،</w:t>
      </w:r>
      <w:r w:rsidRPr="007E0B1D">
        <w:rPr>
          <w:rtl/>
        </w:rPr>
        <w:t xml:space="preserve"> وج 5 ص 73 وص 238 وص 385 وص 408 وص 483</w:t>
      </w:r>
      <w:r w:rsidR="00D8054C">
        <w:rPr>
          <w:rtl/>
        </w:rPr>
        <w:t>،</w:t>
      </w:r>
      <w:r w:rsidRPr="007E0B1D">
        <w:rPr>
          <w:rtl/>
        </w:rPr>
        <w:t xml:space="preserve"> وج 8 ص 130 وص 145 وص 317</w:t>
      </w:r>
      <w:r w:rsidR="00D8054C">
        <w:rPr>
          <w:rtl/>
        </w:rPr>
        <w:t>،</w:t>
      </w:r>
      <w:r w:rsidRPr="007E0B1D">
        <w:rPr>
          <w:rtl/>
        </w:rPr>
        <w:t xml:space="preserve"> وج 9 ص 162 وص 226. رجال الأنصاري ص 6. معجم رجال الحديث ج 1 ص 303</w:t>
      </w:r>
      <w:r w:rsidR="00D8054C">
        <w:rPr>
          <w:rtl/>
        </w:rPr>
        <w:t xml:space="preserve"> - </w:t>
      </w:r>
      <w:r w:rsidRPr="007E0B1D">
        <w:rPr>
          <w:rtl/>
        </w:rPr>
        <w:t>ص 308. من لا يحضره الفقيه ج 1 ص 171</w:t>
      </w:r>
      <w:r w:rsidR="00D8054C">
        <w:rPr>
          <w:rtl/>
        </w:rPr>
        <w:t>،</w:t>
      </w:r>
      <w:r w:rsidRPr="007E0B1D">
        <w:rPr>
          <w:rtl/>
        </w:rPr>
        <w:t xml:space="preserve"> وج 2 ص 272</w:t>
      </w:r>
      <w:r w:rsidR="00D8054C">
        <w:rPr>
          <w:rtl/>
        </w:rPr>
        <w:t>،</w:t>
      </w:r>
      <w:r w:rsidRPr="007E0B1D">
        <w:rPr>
          <w:rtl/>
        </w:rPr>
        <w:t xml:space="preserve"> وج 3 ص 92. طرائف المقال ج 1 ص 275. الاستبصار ج 1 ص 208 وص 472 وص 474 وص 475</w:t>
      </w:r>
      <w:r w:rsidR="00D8054C">
        <w:rPr>
          <w:rtl/>
        </w:rPr>
        <w:t>،</w:t>
      </w:r>
      <w:r w:rsidRPr="007E0B1D">
        <w:rPr>
          <w:rtl/>
        </w:rPr>
        <w:t xml:space="preserve"> وج 2 ص 165</w:t>
      </w:r>
      <w:r w:rsidR="00D8054C">
        <w:rPr>
          <w:rtl/>
        </w:rPr>
        <w:t>،</w:t>
      </w:r>
      <w:r w:rsidRPr="007E0B1D">
        <w:rPr>
          <w:rtl/>
        </w:rPr>
        <w:t xml:space="preserve"> وج 3 ص 340</w:t>
      </w:r>
      <w:r w:rsidR="00D8054C">
        <w:rPr>
          <w:rtl/>
        </w:rPr>
        <w:t>،</w:t>
      </w:r>
      <w:r w:rsidRPr="007E0B1D">
        <w:rPr>
          <w:rtl/>
        </w:rPr>
        <w:t xml:space="preserve"> وج 4 ص 48. الكافي ج 1 ص 390 وص 393 وص 405 وص 434 ذيل الحديث الخامس</w:t>
      </w:r>
      <w:r w:rsidR="00D8054C">
        <w:rPr>
          <w:rtl/>
        </w:rPr>
        <w:t>،</w:t>
      </w:r>
      <w:r w:rsidRPr="007E0B1D">
        <w:rPr>
          <w:rtl/>
        </w:rPr>
        <w:t xml:space="preserve"> وج 3 ص 404</w:t>
      </w:r>
      <w:r w:rsidR="00D8054C">
        <w:rPr>
          <w:rtl/>
        </w:rPr>
        <w:t>،</w:t>
      </w:r>
      <w:r w:rsidRPr="007E0B1D">
        <w:rPr>
          <w:rtl/>
        </w:rPr>
        <w:t xml:space="preserve"> وج 4 ص 310.</w:t>
      </w:r>
      <w:r>
        <w:rPr>
          <w:rFonts w:hint="cs"/>
          <w:rtl/>
        </w:rPr>
        <w:t xml:space="preserve"> </w:t>
      </w:r>
      <w:r w:rsidRPr="007E0B1D">
        <w:rPr>
          <w:rtl/>
        </w:rPr>
        <w:t>منهج المقال ص 28. اتقان المقال ص 9. بهجة الآمال ج 1 ص 579. تهذيب المقال ج 1 ص 249.</w:t>
      </w:r>
    </w:p>
    <w:p w:rsidR="008867CD" w:rsidRPr="007E0B1D" w:rsidRDefault="008867CD" w:rsidP="008867CD">
      <w:pPr>
        <w:pStyle w:val="libCenterBold1"/>
        <w:rPr>
          <w:rtl/>
        </w:rPr>
      </w:pPr>
      <w:r w:rsidRPr="007E0B1D">
        <w:rPr>
          <w:rtl/>
        </w:rPr>
        <w:t>9</w:t>
      </w:r>
      <w:r w:rsidR="00D8054C">
        <w:rPr>
          <w:rtl/>
        </w:rPr>
        <w:t xml:space="preserve"> - </w:t>
      </w:r>
      <w:r w:rsidRPr="007E0B1D">
        <w:rPr>
          <w:rtl/>
        </w:rPr>
        <w:t>القمي</w:t>
      </w:r>
    </w:p>
    <w:p w:rsidR="008867CD" w:rsidRPr="007E0B1D" w:rsidRDefault="008867CD" w:rsidP="008867CD">
      <w:pPr>
        <w:pStyle w:val="libNormal"/>
        <w:rPr>
          <w:rtl/>
        </w:rPr>
      </w:pPr>
      <w:r w:rsidRPr="007E0B1D">
        <w:rPr>
          <w:rtl/>
        </w:rPr>
        <w:t>ابراهيم بن هاشم بن الخليل الكوفي</w:t>
      </w:r>
      <w:r w:rsidR="00D8054C">
        <w:rPr>
          <w:rtl/>
        </w:rPr>
        <w:t>،</w:t>
      </w:r>
      <w:r w:rsidRPr="007E0B1D">
        <w:rPr>
          <w:rtl/>
        </w:rPr>
        <w:t xml:space="preserve"> القمي</w:t>
      </w:r>
      <w:r w:rsidR="00D8054C">
        <w:rPr>
          <w:rtl/>
        </w:rPr>
        <w:t>،</w:t>
      </w:r>
      <w:r w:rsidRPr="007E0B1D">
        <w:rPr>
          <w:rtl/>
        </w:rPr>
        <w:t xml:space="preserve"> أبو اسحاق.</w:t>
      </w:r>
    </w:p>
    <w:p w:rsidR="008867CD" w:rsidRPr="007E0B1D" w:rsidRDefault="008867CD" w:rsidP="008867CD">
      <w:pPr>
        <w:pStyle w:val="libNormal"/>
        <w:rPr>
          <w:rtl/>
        </w:rPr>
      </w:pPr>
      <w:r w:rsidRPr="007E0B1D">
        <w:rPr>
          <w:rtl/>
        </w:rPr>
        <w:t>من كبار علماء ومحدثي الشيعة الامامية الثقات.</w:t>
      </w:r>
    </w:p>
    <w:p w:rsidR="008867CD" w:rsidRPr="007E0B1D" w:rsidRDefault="008867CD" w:rsidP="008867CD">
      <w:pPr>
        <w:pStyle w:val="libNormal"/>
        <w:rPr>
          <w:rtl/>
        </w:rPr>
      </w:pPr>
      <w:r w:rsidRPr="007E0B1D">
        <w:rPr>
          <w:rtl/>
        </w:rPr>
        <w:t>كان فقيها جليل القدر</w:t>
      </w:r>
      <w:r w:rsidR="00D8054C">
        <w:rPr>
          <w:rtl/>
        </w:rPr>
        <w:t>،</w:t>
      </w:r>
      <w:r w:rsidRPr="007E0B1D">
        <w:rPr>
          <w:rtl/>
        </w:rPr>
        <w:t xml:space="preserve"> محدثا كثير الرواية</w:t>
      </w:r>
      <w:r w:rsidR="00D8054C">
        <w:rPr>
          <w:rtl/>
        </w:rPr>
        <w:t>،</w:t>
      </w:r>
      <w:r w:rsidRPr="007E0B1D">
        <w:rPr>
          <w:rtl/>
        </w:rPr>
        <w:t xml:space="preserve"> وله تآليف منها كتاب « النوادر »</w:t>
      </w:r>
      <w:r w:rsidR="00D8054C">
        <w:rPr>
          <w:rtl/>
        </w:rPr>
        <w:t>،</w:t>
      </w:r>
      <w:r w:rsidRPr="007E0B1D">
        <w:rPr>
          <w:rtl/>
        </w:rPr>
        <w:t xml:space="preserve"> وكتاب « قضايا أمير المؤمنين </w:t>
      </w:r>
      <w:r w:rsidR="00D8054C" w:rsidRPr="00D8054C">
        <w:rPr>
          <w:rStyle w:val="libAlaemChar"/>
          <w:rtl/>
        </w:rPr>
        <w:t>عليه‌السلام</w:t>
      </w:r>
      <w:r w:rsidRPr="007E0B1D">
        <w:rPr>
          <w:rtl/>
        </w:rPr>
        <w:t xml:space="preserve"> » وقيل اسمه « عجائب أحكام أمير المؤمنين </w:t>
      </w:r>
      <w:r w:rsidR="00D8054C" w:rsidRPr="00D8054C">
        <w:rPr>
          <w:rStyle w:val="libAlaemChar"/>
          <w:rtl/>
        </w:rPr>
        <w:t>عليه‌السلام</w:t>
      </w:r>
      <w:r w:rsidRPr="007E0B1D">
        <w:rPr>
          <w:rtl/>
        </w:rPr>
        <w:t xml:space="preserve"> »</w:t>
      </w:r>
      <w:r>
        <w:rPr>
          <w:rtl/>
        </w:rPr>
        <w:t>.</w:t>
      </w:r>
    </w:p>
    <w:p w:rsidR="008867CD" w:rsidRPr="007E0B1D" w:rsidRDefault="008867CD" w:rsidP="008867CD">
      <w:pPr>
        <w:pStyle w:val="libNormal"/>
        <w:rPr>
          <w:rtl/>
        </w:rPr>
      </w:pPr>
      <w:r w:rsidRPr="007E0B1D">
        <w:rPr>
          <w:rtl/>
        </w:rPr>
        <w:t>كان كوفي الأصل</w:t>
      </w:r>
      <w:r w:rsidR="00D8054C">
        <w:rPr>
          <w:rtl/>
        </w:rPr>
        <w:t>،</w:t>
      </w:r>
      <w:r w:rsidRPr="007E0B1D">
        <w:rPr>
          <w:rtl/>
        </w:rPr>
        <w:t xml:space="preserve"> انتقل الى قم واستوطنها وحدث بها</w:t>
      </w:r>
      <w:r w:rsidR="00D8054C">
        <w:rPr>
          <w:rtl/>
        </w:rPr>
        <w:t>،</w:t>
      </w:r>
      <w:r w:rsidRPr="007E0B1D">
        <w:rPr>
          <w:rtl/>
        </w:rPr>
        <w:t xml:space="preserve"> فكان أول من</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نشر حديث الكوفيين بقم.</w:t>
      </w:r>
    </w:p>
    <w:p w:rsidR="008867CD" w:rsidRPr="007E0B1D" w:rsidRDefault="008867CD" w:rsidP="008867CD">
      <w:pPr>
        <w:pStyle w:val="libNormal"/>
        <w:rPr>
          <w:rtl/>
        </w:rPr>
      </w:pPr>
      <w:r w:rsidRPr="007E0B1D">
        <w:rPr>
          <w:rtl/>
        </w:rPr>
        <w:t xml:space="preserve">لقي الامام الرضا </w:t>
      </w:r>
      <w:r w:rsidR="00D8054C" w:rsidRPr="00D8054C">
        <w:rPr>
          <w:rStyle w:val="libAlaemChar"/>
          <w:rtl/>
        </w:rPr>
        <w:t>عليه‌السلام</w:t>
      </w:r>
      <w:r w:rsidR="00D8054C">
        <w:rPr>
          <w:rtl/>
        </w:rPr>
        <w:t>،</w:t>
      </w:r>
      <w:r w:rsidRPr="007E0B1D">
        <w:rPr>
          <w:rtl/>
        </w:rPr>
        <w:t xml:space="preserve"> وصحب الامام الجواد </w:t>
      </w:r>
      <w:r w:rsidR="00D8054C" w:rsidRPr="00D8054C">
        <w:rPr>
          <w:rStyle w:val="libAlaemChar"/>
          <w:rtl/>
        </w:rPr>
        <w:t>عليه‌السلام</w:t>
      </w:r>
      <w:r w:rsidRPr="007E0B1D">
        <w:rPr>
          <w:rtl/>
        </w:rPr>
        <w:t xml:space="preserve"> وروى عنه.</w:t>
      </w:r>
    </w:p>
    <w:p w:rsidR="008867CD" w:rsidRPr="007E0B1D" w:rsidRDefault="008867CD" w:rsidP="008867CD">
      <w:pPr>
        <w:pStyle w:val="libNormal"/>
        <w:rPr>
          <w:rtl/>
        </w:rPr>
      </w:pPr>
      <w:r w:rsidRPr="007E0B1D">
        <w:rPr>
          <w:rtl/>
        </w:rPr>
        <w:t>هو والد العالم الجليل علي بن ابراهيم القمي.</w:t>
      </w:r>
    </w:p>
    <w:p w:rsidR="008867CD" w:rsidRPr="007E0B1D" w:rsidRDefault="008867CD" w:rsidP="008867CD">
      <w:pPr>
        <w:pStyle w:val="libNormal"/>
        <w:rPr>
          <w:rtl/>
        </w:rPr>
      </w:pPr>
      <w:r w:rsidRPr="007E0B1D">
        <w:rPr>
          <w:rtl/>
        </w:rPr>
        <w:t>كان من أعظم مشايخ الشيخ الكليني</w:t>
      </w:r>
      <w:r w:rsidR="00D8054C">
        <w:rPr>
          <w:rtl/>
        </w:rPr>
        <w:t>،</w:t>
      </w:r>
      <w:r w:rsidRPr="007E0B1D">
        <w:rPr>
          <w:rtl/>
        </w:rPr>
        <w:t xml:space="preserve"> واكثر روايات الكافي عنه.</w:t>
      </w:r>
    </w:p>
    <w:p w:rsidR="008867CD" w:rsidRPr="007E0B1D" w:rsidRDefault="008867CD" w:rsidP="008867CD">
      <w:pPr>
        <w:pStyle w:val="libNormal"/>
        <w:rPr>
          <w:rtl/>
        </w:rPr>
      </w:pPr>
      <w:r w:rsidRPr="007E0B1D">
        <w:rPr>
          <w:rtl/>
        </w:rPr>
        <w:t>تردد اسمه في اكثر من 6410 موردا في أسناد الروايات.</w:t>
      </w:r>
    </w:p>
    <w:p w:rsidR="008867CD" w:rsidRPr="007E0B1D" w:rsidRDefault="008867CD" w:rsidP="008867CD">
      <w:pPr>
        <w:pStyle w:val="libNormal"/>
        <w:rPr>
          <w:rtl/>
        </w:rPr>
      </w:pPr>
      <w:r w:rsidRPr="007E0B1D">
        <w:rPr>
          <w:rtl/>
        </w:rPr>
        <w:t>روى عنه حوالي عشرة من الرواة أمثال</w:t>
      </w:r>
      <w:r w:rsidR="00D8054C">
        <w:rPr>
          <w:rtl/>
        </w:rPr>
        <w:t>:</w:t>
      </w:r>
      <w:r w:rsidRPr="007E0B1D">
        <w:rPr>
          <w:rtl/>
        </w:rPr>
        <w:t xml:space="preserve"> ابنه علي بن ابراهيم</w:t>
      </w:r>
      <w:r w:rsidR="00D8054C">
        <w:rPr>
          <w:rtl/>
        </w:rPr>
        <w:t>،</w:t>
      </w:r>
      <w:r w:rsidRPr="007E0B1D">
        <w:rPr>
          <w:rtl/>
        </w:rPr>
        <w:t xml:space="preserve"> ومحمّد ابن الحسن الصفار</w:t>
      </w:r>
      <w:r w:rsidR="00D8054C">
        <w:rPr>
          <w:rtl/>
        </w:rPr>
        <w:t>،</w:t>
      </w:r>
      <w:r w:rsidRPr="007E0B1D">
        <w:rPr>
          <w:rtl/>
        </w:rPr>
        <w:t xml:space="preserve"> وأحمد بن اسحاق بن سعد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369. عيون أخبار الرضا </w:t>
      </w:r>
      <w:r w:rsidR="00D8054C" w:rsidRPr="00D8054C">
        <w:rPr>
          <w:rStyle w:val="libAlaemChar"/>
          <w:rtl/>
        </w:rPr>
        <w:t>عليه‌السلام</w:t>
      </w:r>
      <w:r w:rsidRPr="007E0B1D">
        <w:rPr>
          <w:rtl/>
        </w:rPr>
        <w:t xml:space="preserve"> ج 2 ص 174. العندبيل ج 1 ص 14. معجم الثقات ص 5. التوحيد ص 18 وص 28 وص 46 وص 95 وص 115 وص 116 وص 117 وص 134 وص 135 وص 136 وص 137 وص 154 وص 223 وص 243 وص 270 وص 275 وص 289 وص 293 وص 310 وص 328 وص 329 وص 330 وص 343 وص 365 وص 368 وص 373 وص 405 وص 414 وص 415. معالم العلماء ص 4. رجال النجاشي ص 12. كامل الزيارات ص 24. جامع الرواة ج 1 ص 38. قاموس الرجال ج 1 ص 225. هداية المحدثين ص 12. وسائل الشيعة ج 20 ص 124. بشارة المصطفى ص 78. الجامع في الرجال ج 1 ص 75. رجال الكشي ص 210 وص 271 وص 274 وص 275 وص 320 وص 406 وص 449 وص 466 وغيرها. منتهى المقال ص 28. مستطرفات السرائر ص 106. مجمع الرجال ج 1 ص 79 وص 80. نقد الرجال ص 15. اعيان الشيعة ج 2 ص 233.</w:t>
      </w:r>
      <w:r>
        <w:rPr>
          <w:rFonts w:hint="cs"/>
          <w:rtl/>
        </w:rPr>
        <w:t xml:space="preserve"> </w:t>
      </w:r>
      <w:r w:rsidRPr="007E0B1D">
        <w:rPr>
          <w:rtl/>
        </w:rPr>
        <w:t>كشف الحجب والأستار ص 456. معجم المصنفين ج 4 ص 464. رجال الحلي</w:t>
      </w:r>
    </w:p>
    <w:p w:rsidR="00D8054C" w:rsidRDefault="00D8054C" w:rsidP="00D8054C">
      <w:pPr>
        <w:pStyle w:val="libNormal"/>
        <w:rPr>
          <w:rtl/>
        </w:rPr>
      </w:pPr>
      <w:r>
        <w:rPr>
          <w:rtl/>
        </w:rPr>
        <w:br w:type="page"/>
      </w:r>
    </w:p>
    <w:p w:rsidR="008867CD" w:rsidRPr="007E0B1D" w:rsidRDefault="00D8054C" w:rsidP="008867CD">
      <w:pPr>
        <w:pStyle w:val="libNormal0"/>
        <w:rPr>
          <w:rtl/>
        </w:rPr>
      </w:pPr>
      <w:r>
        <w:rPr>
          <w:rtl/>
        </w:rPr>
        <w:lastRenderedPageBreak/>
        <w:t>(</w:t>
      </w:r>
      <w:r w:rsidR="008867CD" w:rsidRPr="007E0B1D">
        <w:rPr>
          <w:rtl/>
        </w:rPr>
        <w:t>قسم الثقات</w:t>
      </w:r>
      <w:r>
        <w:rPr>
          <w:rtl/>
        </w:rPr>
        <w:t>)</w:t>
      </w:r>
      <w:r w:rsidR="008867CD" w:rsidRPr="007E0B1D">
        <w:rPr>
          <w:rtl/>
        </w:rPr>
        <w:t xml:space="preserve"> ص 4. رجال ابن داود </w:t>
      </w:r>
      <w:r>
        <w:rPr>
          <w:rtl/>
        </w:rPr>
        <w:t>(</w:t>
      </w:r>
      <w:r w:rsidR="008867CD" w:rsidRPr="007E0B1D">
        <w:rPr>
          <w:rtl/>
        </w:rPr>
        <w:t>قسم الثقات</w:t>
      </w:r>
      <w:r>
        <w:rPr>
          <w:rtl/>
        </w:rPr>
        <w:t>)</w:t>
      </w:r>
      <w:r w:rsidR="008867CD" w:rsidRPr="007E0B1D">
        <w:rPr>
          <w:rtl/>
        </w:rPr>
        <w:t xml:space="preserve"> ص 34 وفيه من أصحاب الجواد </w:t>
      </w:r>
      <w:r w:rsidRPr="00D8054C">
        <w:rPr>
          <w:rStyle w:val="libAlaemChar"/>
          <w:rtl/>
        </w:rPr>
        <w:t>عليه‌السلام</w:t>
      </w:r>
      <w:r w:rsidR="008867CD" w:rsidRPr="007E0B1D">
        <w:rPr>
          <w:rtl/>
        </w:rPr>
        <w:t>. فهرست الطوسي ص 4. الاختصاص ص 53 وص 54 وص 195 وص 207 وص 283 وص 285 وص 292 وص 302 وص 304 وص 309 وص 327 وص 328. الذريعة ج 15 ص 217 وج 17 ص 152 وج 24 ص 319.</w:t>
      </w:r>
      <w:r w:rsidR="008867CD">
        <w:rPr>
          <w:rFonts w:hint="cs"/>
          <w:rtl/>
        </w:rPr>
        <w:t xml:space="preserve"> </w:t>
      </w:r>
      <w:r w:rsidR="008867CD" w:rsidRPr="007E0B1D">
        <w:rPr>
          <w:rtl/>
        </w:rPr>
        <w:t xml:space="preserve">الكنى والألقاب ج 3 ص 69 في ترجمة ابنه علي بن ابراهيم. تنقيح المقال ج 1 ص 39. مشيخة الفقيه ص 133. الخصال ص 4 وص 19 وص 39 وص 42 وص 43 وص 134 وص 135 وص 137 وص 141 وص 158 وص 223 وص 246 وص 251 وص 273 وص 285 وص 288 وص 290 وص 295 وص 300 وص 311 وص 330 وص 332 وص 359 وص 411 وص 477 وص 520 وص 545 وص 647 وص 651. التهذيب ج 1 ص 42 وص 139 وص 142 وص 160 وص 286 وص 316 وص 450 وص 463 وص 276 وج 2 ص 37 وص 179 وص 276 وص 277 وص 359 وج 3 ص 54 وص 154 وص 261 وص 262 وص 287 وج 4 ص 47 وص 88 وص 95 وص 111 وص 140 </w:t>
      </w:r>
      <w:r>
        <w:rPr>
          <w:rtl/>
        </w:rPr>
        <w:t>(</w:t>
      </w:r>
      <w:r w:rsidR="008867CD" w:rsidRPr="007E0B1D">
        <w:rPr>
          <w:rtl/>
        </w:rPr>
        <w:t xml:space="preserve">وفيه رواية عن الامام الجواد </w:t>
      </w:r>
      <w:r w:rsidRPr="00D8054C">
        <w:rPr>
          <w:rStyle w:val="libAlaemChar"/>
          <w:rtl/>
        </w:rPr>
        <w:t>عليه‌السلام</w:t>
      </w:r>
      <w:r>
        <w:rPr>
          <w:rtl/>
        </w:rPr>
        <w:t>)،</w:t>
      </w:r>
      <w:r w:rsidR="008867CD" w:rsidRPr="007E0B1D">
        <w:rPr>
          <w:rtl/>
        </w:rPr>
        <w:t xml:space="preserve"> وص 185 وص 207 وص 250 وص 256 وص 312</w:t>
      </w:r>
      <w:r>
        <w:rPr>
          <w:rtl/>
        </w:rPr>
        <w:t>،</w:t>
      </w:r>
      <w:r w:rsidR="008867CD" w:rsidRPr="007E0B1D">
        <w:rPr>
          <w:rtl/>
        </w:rPr>
        <w:t xml:space="preserve"> وج 5 ص 93 وص 162 وص 163 وص 181 وص 224 وص 261 وص 316 وص 327 وص 411 وج 6 ص 140 وص 184 وص 224 وص 243 وص 272 وص 388 وج 7 ص 6 وص 12 وص 72 وص 165 وص 168 وص 169 وص 203 وص 219 وص 226 وص 263 وص 269 وص 307 وص 310 وص 390 وص 449 وج 8 ص 27 وص 64 وص 95 وص 149 وص 176 وص 187 وص 249 وج 9 ص 73 وص 76 وص 193 وص 333 وص 342 وص 366 وص 371 وج 10 ص 5 وص 29 وص 50 وص 82 وص 145 وص 186 وص 206 وص 208 وص 209 وص 268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270. معجم رجال الحديث ج 1 ص 232 وص 316</w:t>
      </w:r>
      <w:r w:rsidR="00D8054C">
        <w:rPr>
          <w:rtl/>
        </w:rPr>
        <w:t xml:space="preserve"> - </w:t>
      </w:r>
      <w:r w:rsidRPr="007E0B1D">
        <w:rPr>
          <w:rtl/>
        </w:rPr>
        <w:t>ص 353.</w:t>
      </w:r>
      <w:r>
        <w:rPr>
          <w:rFonts w:hint="cs"/>
          <w:rtl/>
        </w:rPr>
        <w:t xml:space="preserve"> </w:t>
      </w:r>
      <w:r w:rsidRPr="007E0B1D">
        <w:rPr>
          <w:rtl/>
        </w:rPr>
        <w:t>الاستبصار ج 1 ص 6 وص 125 وص 182 وص 184 وص 275 وص 365 وج 2 ص 51 وص 60 وفيه نفس الحديث الذي في التهذيب ج 4 ص 170</w:t>
      </w:r>
      <w:r w:rsidR="00D8054C">
        <w:rPr>
          <w:rtl/>
        </w:rPr>
        <w:t>،</w:t>
      </w:r>
      <w:r w:rsidRPr="007E0B1D">
        <w:rPr>
          <w:rtl/>
        </w:rPr>
        <w:t xml:space="preserve"> وص 97 وص 110 وص 114 وص 189 وص 190 وص 273 وص 320 وص 322 وج 3 ص 32 وص 117 وص 133 وص 150 وص 194 وص 268 وص 296 وص 315 وص 343 وص 362 وج 4 ص 89 وص 175 وص 181 وص 183 وص 190 وص 201 وص 210 وص 267 وص 278 وص 295. سفينة البحار ج 1 ص 89. الكافي ج 1 ص 48 وص 278 وص 286 وص 389 وص 460 وج 2 ص 105 وص 239 وص 460 وص 461 وج 3 ص 2 وص 52 وص 104 وص 121 وص 135 وص 136 وص 143 وص 144 وص 164 وص 165 وص 192 وص 204 وص 206 وص 208 وص 215 وص 283 وص 294 وص 295 وص 296 وص 302 وص 350 وص 351 وص 358 وص 405 وص 406 وص 459 وص 461 وص 463 وص 509 وص 536 وص 538 وص 539 وص 553 وج 4 ص 58 وص 60 وص 98 وص 118 وص 119 وص 170 وص 171 وص 172 وص 175 وص 230 وص 232 وص 286 وص 306 وص 307 وص 329 وص 335 وص 336 وص 365 وص 375 وص 377 وص 425 وص 441 وص 462 وص 484 وص 500 وص 558 وج 5 ص 30 وص 31 وص 48 وص 49 وص 94 وص 96 وص 150 وص 151 وص 160 وص 217 وص 235 وص 241 وص 242 وص 256 وص 272 وص 280 وص 281 وص 299 وص 304 وص 358 وص 395 وص 417 وص 438 وص 441 وص 456 وص 464 وص 474</w:t>
      </w:r>
      <w:r w:rsidR="00D8054C">
        <w:rPr>
          <w:rtl/>
        </w:rPr>
        <w:t>،</w:t>
      </w:r>
      <w:r w:rsidRPr="007E0B1D">
        <w:rPr>
          <w:rtl/>
        </w:rPr>
        <w:t xml:space="preserve"> وج 6 ص 66 وص 83 وص 120 وص 121 وص 139 وص 163 وص 237 وص 257 وص 258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323 وص 493 وص 494 وص 531 وص 532 وص 536 وص 537 وج 7 ص 12 وص 143 وص 146 وص 147 وص 163 وص 171 وص 172 وص 234 وص 242 وص 260 وص 264 وص 265 وص 290 وص 291 وص 292 وص 293 وص 294 وص 309 وص 323 وص 347 وص 385 وص 396 وص 461 وص 463. روضة الكافي ص 434. من لا يحضره الفقيه ج 4 ص 27 وص 32. رجال الأنصاري ص 13. طرائف المقال ج 1 ص 275.</w:t>
      </w:r>
      <w:r>
        <w:rPr>
          <w:rFonts w:hint="cs"/>
          <w:rtl/>
        </w:rPr>
        <w:t xml:space="preserve"> </w:t>
      </w:r>
      <w:r w:rsidRPr="007E0B1D">
        <w:rPr>
          <w:rtl/>
        </w:rPr>
        <w:t>منهج المقال ص 29. بهجة الآمال ج 1 ص 585. تهذيب المقال ج 1 ص 252.</w:t>
      </w:r>
      <w:r>
        <w:rPr>
          <w:rFonts w:hint="cs"/>
          <w:rtl/>
        </w:rPr>
        <w:t xml:space="preserve"> </w:t>
      </w:r>
      <w:r w:rsidRPr="007E0B1D">
        <w:rPr>
          <w:rtl/>
        </w:rPr>
        <w:t>اتقان المقال ص 10 وص 185. ربيع الشيعة ص 340. ثقات الرواة للشهرستاني ص 7.</w:t>
      </w:r>
    </w:p>
    <w:p w:rsidR="008867CD" w:rsidRPr="007E0B1D" w:rsidRDefault="008867CD" w:rsidP="008867CD">
      <w:pPr>
        <w:pStyle w:val="libCenterBold1"/>
        <w:rPr>
          <w:rtl/>
        </w:rPr>
      </w:pPr>
      <w:r w:rsidRPr="007E0B1D">
        <w:rPr>
          <w:rtl/>
        </w:rPr>
        <w:t>10</w:t>
      </w:r>
      <w:r w:rsidR="00D8054C">
        <w:rPr>
          <w:rtl/>
        </w:rPr>
        <w:t xml:space="preserve"> - </w:t>
      </w:r>
      <w:r w:rsidRPr="007E0B1D">
        <w:rPr>
          <w:rtl/>
        </w:rPr>
        <w:t>ابن أبي البلاد</w:t>
      </w:r>
    </w:p>
    <w:p w:rsidR="008867CD" w:rsidRPr="007E0B1D" w:rsidRDefault="008867CD" w:rsidP="008867CD">
      <w:pPr>
        <w:pStyle w:val="libNormal"/>
        <w:rPr>
          <w:rtl/>
        </w:rPr>
      </w:pPr>
      <w:r w:rsidRPr="007E0B1D">
        <w:rPr>
          <w:rtl/>
        </w:rPr>
        <w:t>ابراهيم ابن أبي البلاد يحيى بن سليم</w:t>
      </w:r>
      <w:r w:rsidR="00D8054C">
        <w:rPr>
          <w:rtl/>
        </w:rPr>
        <w:t>،</w:t>
      </w:r>
      <w:r w:rsidRPr="007E0B1D">
        <w:rPr>
          <w:rtl/>
        </w:rPr>
        <w:t xml:space="preserve"> وقيل سليمان السلمي</w:t>
      </w:r>
      <w:r w:rsidR="00D8054C">
        <w:rPr>
          <w:rtl/>
        </w:rPr>
        <w:t>،</w:t>
      </w:r>
      <w:r w:rsidRPr="007E0B1D">
        <w:rPr>
          <w:rtl/>
        </w:rPr>
        <w:t xml:space="preserve"> الكوفي</w:t>
      </w:r>
      <w:r w:rsidR="00D8054C">
        <w:rPr>
          <w:rtl/>
        </w:rPr>
        <w:t>،</w:t>
      </w:r>
      <w:r w:rsidRPr="007E0B1D">
        <w:rPr>
          <w:rtl/>
        </w:rPr>
        <w:t xml:space="preserve"> مولى بني عبد الله بن غطفان</w:t>
      </w:r>
      <w:r w:rsidR="00D8054C">
        <w:rPr>
          <w:rtl/>
        </w:rPr>
        <w:t>،</w:t>
      </w:r>
      <w:r w:rsidRPr="007E0B1D">
        <w:rPr>
          <w:rtl/>
        </w:rPr>
        <w:t xml:space="preserve"> أبو يحيى</w:t>
      </w:r>
      <w:r w:rsidR="00D8054C">
        <w:rPr>
          <w:rtl/>
        </w:rPr>
        <w:t>،</w:t>
      </w:r>
      <w:r w:rsidRPr="007E0B1D">
        <w:rPr>
          <w:rtl/>
        </w:rPr>
        <w:t xml:space="preserve"> وقيل أبو اسماعيل.</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ومن فضلاء علمائهم وفقهائهم</w:t>
      </w:r>
      <w:r w:rsidR="00D8054C">
        <w:rPr>
          <w:rtl/>
        </w:rPr>
        <w:t>،</w:t>
      </w:r>
      <w:r w:rsidRPr="007E0B1D">
        <w:rPr>
          <w:rtl/>
        </w:rPr>
        <w:t xml:space="preserve"> وكان قارئا</w:t>
      </w:r>
      <w:r w:rsidR="00D8054C">
        <w:rPr>
          <w:rtl/>
        </w:rPr>
        <w:t>،</w:t>
      </w:r>
      <w:r w:rsidRPr="007E0B1D">
        <w:rPr>
          <w:rtl/>
        </w:rPr>
        <w:t xml:space="preserve"> نحويا</w:t>
      </w:r>
      <w:r w:rsidR="00D8054C">
        <w:rPr>
          <w:rtl/>
        </w:rPr>
        <w:t>،</w:t>
      </w:r>
      <w:r w:rsidRPr="007E0B1D">
        <w:rPr>
          <w:rtl/>
        </w:rPr>
        <w:t xml:space="preserve"> لغويا</w:t>
      </w:r>
      <w:r w:rsidR="00D8054C">
        <w:rPr>
          <w:rtl/>
        </w:rPr>
        <w:t>،</w:t>
      </w:r>
      <w:r w:rsidRPr="007E0B1D">
        <w:rPr>
          <w:rtl/>
        </w:rPr>
        <w:t xml:space="preserve"> أديبا</w:t>
      </w:r>
      <w:r w:rsidR="00D8054C">
        <w:rPr>
          <w:rtl/>
        </w:rPr>
        <w:t>،</w:t>
      </w:r>
      <w:r w:rsidRPr="007E0B1D">
        <w:rPr>
          <w:rtl/>
        </w:rPr>
        <w:t xml:space="preserve"> راوية للشعر</w:t>
      </w:r>
      <w:r w:rsidR="00D8054C">
        <w:rPr>
          <w:rtl/>
        </w:rPr>
        <w:t>،</w:t>
      </w:r>
      <w:r w:rsidRPr="007E0B1D">
        <w:rPr>
          <w:rtl/>
        </w:rPr>
        <w:t xml:space="preserve"> له كتاب وأصل.</w:t>
      </w:r>
    </w:p>
    <w:p w:rsidR="008867CD" w:rsidRPr="007E0B1D" w:rsidRDefault="008867CD" w:rsidP="008867CD">
      <w:pPr>
        <w:pStyle w:val="libNormal"/>
        <w:rPr>
          <w:rtl/>
        </w:rPr>
      </w:pPr>
      <w:r w:rsidRPr="007E0B1D">
        <w:rPr>
          <w:rtl/>
        </w:rPr>
        <w:t xml:space="preserve">روى عن الأئمة الصادق والكاظم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 xml:space="preserve">راسله الامام الرضا </w:t>
      </w:r>
      <w:r w:rsidR="00D8054C" w:rsidRPr="00D8054C">
        <w:rPr>
          <w:rStyle w:val="libAlaemChar"/>
          <w:rtl/>
        </w:rPr>
        <w:t>عليه‌السلام</w:t>
      </w:r>
      <w:r w:rsidRPr="007E0B1D">
        <w:rPr>
          <w:rtl/>
        </w:rPr>
        <w:t xml:space="preserve"> وأثنى عليه.</w:t>
      </w:r>
    </w:p>
    <w:p w:rsidR="008867CD" w:rsidRPr="007E0B1D" w:rsidRDefault="008867CD" w:rsidP="008867CD">
      <w:pPr>
        <w:pStyle w:val="libNormal"/>
        <w:rPr>
          <w:rtl/>
        </w:rPr>
      </w:pPr>
      <w:r w:rsidRPr="007E0B1D">
        <w:rPr>
          <w:rtl/>
        </w:rPr>
        <w:t>جاء اسمه في 65 موردا في أسناد الروايات.</w:t>
      </w:r>
    </w:p>
    <w:p w:rsidR="008867CD" w:rsidRPr="007E0B1D" w:rsidRDefault="008867CD" w:rsidP="008867CD">
      <w:pPr>
        <w:pStyle w:val="libNormal"/>
        <w:rPr>
          <w:rtl/>
        </w:rPr>
      </w:pPr>
      <w:r w:rsidRPr="007E0B1D">
        <w:rPr>
          <w:rtl/>
        </w:rPr>
        <w:t>روى عنه عشرة من الرواة أمثال</w:t>
      </w:r>
      <w:r w:rsidR="00D8054C">
        <w:rPr>
          <w:rtl/>
        </w:rPr>
        <w:t>:</w:t>
      </w:r>
      <w:r w:rsidRPr="007E0B1D">
        <w:rPr>
          <w:rtl/>
        </w:rPr>
        <w:t xml:space="preserve"> ولديه يحيى ومحمّد</w:t>
      </w:r>
      <w:r w:rsidR="00D8054C">
        <w:rPr>
          <w:rtl/>
        </w:rPr>
        <w:t>،</w:t>
      </w:r>
      <w:r w:rsidRPr="007E0B1D">
        <w:rPr>
          <w:rtl/>
        </w:rPr>
        <w:t xml:space="preserve"> ومحمّد بن السهل بن اليسع وغيرهم.</w:t>
      </w:r>
    </w:p>
    <w:p w:rsidR="008867CD" w:rsidRPr="007E0B1D" w:rsidRDefault="008867CD" w:rsidP="008867CD">
      <w:pPr>
        <w:pStyle w:val="libNormal"/>
        <w:rPr>
          <w:rtl/>
        </w:rPr>
      </w:pPr>
      <w:r w:rsidRPr="007E0B1D">
        <w:rPr>
          <w:rtl/>
        </w:rPr>
        <w:t>عمر طويلا</w:t>
      </w:r>
      <w:r w:rsidR="00D8054C">
        <w:rPr>
          <w:rtl/>
        </w:rPr>
        <w:t>،</w:t>
      </w:r>
      <w:r w:rsidRPr="007E0B1D">
        <w:rPr>
          <w:rtl/>
        </w:rPr>
        <w:t xml:space="preserve"> وكان على قيد الحياة قبل سنة 220 ه‍</w:t>
      </w:r>
      <w:r>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الصادق </w:t>
      </w:r>
      <w:r w:rsidR="00D8054C" w:rsidRPr="00D8054C">
        <w:rPr>
          <w:rStyle w:val="libAlaemChar"/>
          <w:rtl/>
        </w:rPr>
        <w:t>عليه‌السلام</w:t>
      </w:r>
      <w:r w:rsidRPr="007E0B1D">
        <w:rPr>
          <w:rtl/>
        </w:rPr>
        <w:t xml:space="preserve"> ص 145</w:t>
      </w:r>
      <w:r w:rsidR="00D8054C">
        <w:rPr>
          <w:rtl/>
        </w:rPr>
        <w:t>،</w:t>
      </w:r>
      <w:r w:rsidRPr="007E0B1D">
        <w:rPr>
          <w:rtl/>
        </w:rPr>
        <w:t xml:space="preserve"> وفي اصحاب الكاظم </w:t>
      </w:r>
      <w:r w:rsidR="00D8054C" w:rsidRPr="00D8054C">
        <w:rPr>
          <w:rStyle w:val="libAlaemChar"/>
          <w:rtl/>
        </w:rPr>
        <w:t>عليه‌السلام</w:t>
      </w:r>
      <w:r w:rsidRPr="007E0B1D">
        <w:rPr>
          <w:rtl/>
        </w:rPr>
        <w:t xml:space="preserve"> ص 342</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368. رجال البرقي في أصحاب الكاظم </w:t>
      </w:r>
      <w:r w:rsidR="00D8054C" w:rsidRPr="00D8054C">
        <w:rPr>
          <w:rStyle w:val="libAlaemChar"/>
          <w:rtl/>
        </w:rPr>
        <w:t>عليه‌السلام</w:t>
      </w:r>
      <w:r w:rsidRPr="007E0B1D">
        <w:rPr>
          <w:rtl/>
        </w:rPr>
        <w:t xml:space="preserve"> ص 48</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55. إيضاح الاشتباه ص 4. أعيان الشيعة ج 2 ص 237. رجال ابن داود </w:t>
      </w:r>
      <w:r w:rsidR="00D8054C">
        <w:rPr>
          <w:rtl/>
        </w:rPr>
        <w:t>(</w:t>
      </w:r>
      <w:r w:rsidRPr="007E0B1D">
        <w:rPr>
          <w:rtl/>
        </w:rPr>
        <w:t>قسم الثقات</w:t>
      </w:r>
      <w:r w:rsidR="00D8054C">
        <w:rPr>
          <w:rtl/>
        </w:rPr>
        <w:t>)</w:t>
      </w:r>
      <w:r w:rsidRPr="007E0B1D">
        <w:rPr>
          <w:rtl/>
        </w:rPr>
        <w:t xml:space="preserve"> ص 30. بهجة الآمال ج 1 ص 512. شرح مشيخة الفقيه ص 68. العندبيل ج 1 ص 5. معجم رجال الحديث ج 1 ص 189. اتقان المقال ص 6 وص 10. رجال الحلي </w:t>
      </w:r>
      <w:r w:rsidR="00D8054C">
        <w:rPr>
          <w:rtl/>
        </w:rPr>
        <w:t>(</w:t>
      </w:r>
      <w:r w:rsidRPr="007E0B1D">
        <w:rPr>
          <w:rtl/>
        </w:rPr>
        <w:t>قسم الثقات</w:t>
      </w:r>
      <w:r w:rsidR="00D8054C">
        <w:rPr>
          <w:rtl/>
        </w:rPr>
        <w:t>)</w:t>
      </w:r>
      <w:r w:rsidRPr="007E0B1D">
        <w:rPr>
          <w:rtl/>
        </w:rPr>
        <w:t xml:space="preserve"> ص 3. جامع المقال ص 52. أضبط المقال ص 466.</w:t>
      </w:r>
      <w:r>
        <w:rPr>
          <w:rFonts w:hint="cs"/>
          <w:rtl/>
        </w:rPr>
        <w:t xml:space="preserve"> </w:t>
      </w:r>
      <w:r w:rsidRPr="007E0B1D">
        <w:rPr>
          <w:rtl/>
        </w:rPr>
        <w:t>سفينة البحار ج 1 ص 76. مجمع الرجال ج 1 ص 30. تأسيس الشيعة ص 76.</w:t>
      </w:r>
      <w:r>
        <w:rPr>
          <w:rFonts w:hint="cs"/>
          <w:rtl/>
        </w:rPr>
        <w:t xml:space="preserve"> </w:t>
      </w:r>
      <w:r w:rsidRPr="007E0B1D">
        <w:rPr>
          <w:rtl/>
        </w:rPr>
        <w:t xml:space="preserve">الكنى والألقاب ج 1 ص 27. هداية المحدثين ص 9. معجم المصنفين ج 4 ص 474. بصائر الدرجات ص 274. الجامع في الرجال ج 1 ص 21. الذريعة ج 2 ص 136. نقد الرجال ص 6. معجم المؤلفين ج 1 ص 126. كشف الاستار ج 1 ص 20. التحرير الطاوسي ص 30. رجال الأنصاري ص 3 وص 7 وص 17. جامع الرواة ج 1 ص 16. تنقيح المقال ج 1 ص 10. روضة المتقين ج 14 ص 326. فهرست الطوسي ص 9. معالم العلماء ص 6. ريحانة الأدب </w:t>
      </w:r>
      <w:r w:rsidR="00D8054C">
        <w:rPr>
          <w:rtl/>
        </w:rPr>
        <w:t>(</w:t>
      </w:r>
      <w:r w:rsidRPr="007E0B1D">
        <w:rPr>
          <w:rtl/>
        </w:rPr>
        <w:t>فارسي</w:t>
      </w:r>
      <w:r w:rsidR="00D8054C">
        <w:rPr>
          <w:rtl/>
        </w:rPr>
        <w:t>)</w:t>
      </w:r>
      <w:r w:rsidRPr="007E0B1D">
        <w:rPr>
          <w:rtl/>
        </w:rPr>
        <w:t xml:space="preserve"> ج 7 ص 44. الاختصاص ص 65 وص 84 وص 276. الوجيزة ص 25. نضد الايضاح ص 10. منتهى المقال ص 19. الخصال ص 61 وص 393. تهذيب المقال ج 1 ص 317. معجم الثقات ص 2. منهج المقال ص 19. توضيح الاشتباه ص 8. الاستبصار ج 3 ص 61. التهذيب ج 3 ص 186 وص 216 وج 5 ص 439 وص 479 وج 6 ص 137 وص 278 وص 357 وج 8 ص 95 وص 216 وج 9 ص 73 وص 186. وسائل الشيعة ج 20 ص 117. كامل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الزيارات ص 17 وص 155 وفيه اسمه</w:t>
      </w:r>
      <w:r w:rsidR="00D8054C">
        <w:rPr>
          <w:rtl/>
        </w:rPr>
        <w:t>:</w:t>
      </w:r>
      <w:r w:rsidRPr="007E0B1D">
        <w:rPr>
          <w:rtl/>
        </w:rPr>
        <w:t xml:space="preserve"> ابراهيم بن يحيى القطان. رجال الكشي ص 103 وص 342 وص 352 وص 461 وص 504. رجال النجاشي ص 16.</w:t>
      </w:r>
      <w:r>
        <w:rPr>
          <w:rFonts w:hint="cs"/>
          <w:rtl/>
        </w:rPr>
        <w:t xml:space="preserve"> </w:t>
      </w:r>
      <w:r w:rsidRPr="007E0B1D">
        <w:rPr>
          <w:rtl/>
        </w:rPr>
        <w:t>لسان الميزان ج 1 ص 41. من لا يحضره الفقيه ج 1 ص 273 وص 348</w:t>
      </w:r>
      <w:r w:rsidR="00D8054C">
        <w:rPr>
          <w:rtl/>
        </w:rPr>
        <w:t>،</w:t>
      </w:r>
      <w:r w:rsidRPr="007E0B1D">
        <w:rPr>
          <w:rtl/>
        </w:rPr>
        <w:t xml:space="preserve"> وج 4 ص 14. طرائف المقال ج 1 ص 394. الكافي ج 1 ص 242 وج 2 ص 117 وج 3 ص 448 وج 4 ص 57 وص 407 وج 5 ص 80 وص 120 وج 6 ص 181 وص 416 وفيه رواية عن الامام الجواد </w:t>
      </w:r>
      <w:r w:rsidR="00D8054C" w:rsidRPr="00D8054C">
        <w:rPr>
          <w:rStyle w:val="libAlaemChar"/>
          <w:rtl/>
        </w:rPr>
        <w:t>عليه‌السلام</w:t>
      </w:r>
      <w:r w:rsidRPr="007E0B1D">
        <w:rPr>
          <w:rtl/>
        </w:rPr>
        <w:t xml:space="preserve"> وص 526. ثقات الرواة للشهرستاني ص 6.</w:t>
      </w:r>
    </w:p>
    <w:p w:rsidR="008867CD" w:rsidRPr="007E0B1D" w:rsidRDefault="008867CD" w:rsidP="008867CD">
      <w:pPr>
        <w:pStyle w:val="libBold1"/>
        <w:rPr>
          <w:rtl/>
        </w:rPr>
      </w:pPr>
      <w:r w:rsidRPr="007E0B1D">
        <w:rPr>
          <w:rtl/>
        </w:rPr>
        <w:t>11</w:t>
      </w:r>
      <w:r w:rsidR="00D8054C">
        <w:rPr>
          <w:rtl/>
        </w:rPr>
        <w:t xml:space="preserve"> - </w:t>
      </w:r>
      <w:r w:rsidRPr="007E0B1D">
        <w:rPr>
          <w:rtl/>
        </w:rPr>
        <w:t>المروزي</w:t>
      </w:r>
    </w:p>
    <w:p w:rsidR="008867CD" w:rsidRPr="007E0B1D" w:rsidRDefault="008867CD" w:rsidP="008867CD">
      <w:pPr>
        <w:pStyle w:val="libNormal"/>
        <w:rPr>
          <w:rtl/>
        </w:rPr>
      </w:pPr>
      <w:r w:rsidRPr="007E0B1D">
        <w:rPr>
          <w:rtl/>
        </w:rPr>
        <w:t>أحكم</w:t>
      </w:r>
      <w:r w:rsidR="00D8054C">
        <w:rPr>
          <w:rtl/>
        </w:rPr>
        <w:t>،</w:t>
      </w:r>
      <w:r w:rsidRPr="007E0B1D">
        <w:rPr>
          <w:rtl/>
        </w:rPr>
        <w:t xml:space="preserve"> وقيل أحلم بن بشار المروزي</w:t>
      </w:r>
      <w:r w:rsidR="00D8054C">
        <w:rPr>
          <w:rtl/>
        </w:rPr>
        <w:t>،</w:t>
      </w:r>
      <w:r w:rsidRPr="007E0B1D">
        <w:rPr>
          <w:rtl/>
        </w:rPr>
        <w:t xml:space="preserve"> الخراساني.</w:t>
      </w:r>
    </w:p>
    <w:p w:rsidR="008867CD" w:rsidRPr="007E0B1D" w:rsidRDefault="008867CD" w:rsidP="008867CD">
      <w:pPr>
        <w:pStyle w:val="libNormal"/>
        <w:rPr>
          <w:rtl/>
        </w:rPr>
      </w:pPr>
      <w:r w:rsidRPr="007E0B1D">
        <w:rPr>
          <w:rtl/>
        </w:rPr>
        <w:t>من محدثي الغلاة</w:t>
      </w:r>
      <w:r w:rsidR="00D8054C">
        <w:rPr>
          <w:rtl/>
        </w:rPr>
        <w:t>،</w:t>
      </w:r>
      <w:r w:rsidRPr="007E0B1D">
        <w:rPr>
          <w:rtl/>
        </w:rPr>
        <w:t xml:space="preserve"> متروك الحديث.</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 معجم رجال الحديث ج 1 ص 366. جامع الرواة ج 1 ص 39. نقد الرجال ص 16. رجال الكشي ص 569 وفيها قصة عن الامام الجواد </w:t>
      </w:r>
      <w:r w:rsidR="00D8054C" w:rsidRPr="00D8054C">
        <w:rPr>
          <w:rStyle w:val="libAlaemChar"/>
          <w:rtl/>
        </w:rPr>
        <w:t>عليه‌السلام</w:t>
      </w:r>
      <w:r w:rsidRPr="007E0B1D">
        <w:rPr>
          <w:rtl/>
        </w:rPr>
        <w:t xml:space="preserve"> في حقه. الجامع في الرجال ج 1 ص 84. توضيح الاشتباه ص 23. منتهى المقال ص 29. مجمع الرجال ج 1 ص 83 وص 84. رجال الحلي </w:t>
      </w:r>
      <w:r w:rsidR="00D8054C">
        <w:rPr>
          <w:rtl/>
        </w:rPr>
        <w:t>(</w:t>
      </w:r>
      <w:r w:rsidRPr="007E0B1D">
        <w:rPr>
          <w:rtl/>
        </w:rPr>
        <w:t>قسم الضعفاء</w:t>
      </w:r>
      <w:r w:rsidR="00D8054C">
        <w:rPr>
          <w:rtl/>
        </w:rPr>
        <w:t>)</w:t>
      </w:r>
      <w:r w:rsidRPr="007E0B1D">
        <w:rPr>
          <w:rtl/>
        </w:rPr>
        <w:t xml:space="preserve"> ص 207. بهجة الآمال ج 2 ص 2. أعيان الشيعة ج 2 ص 459. تنقيح المقال ج 1 ص 45. رجال ابن داود </w:t>
      </w:r>
      <w:r w:rsidR="00D8054C">
        <w:rPr>
          <w:rtl/>
        </w:rPr>
        <w:t>(</w:t>
      </w:r>
      <w:r w:rsidRPr="007E0B1D">
        <w:rPr>
          <w:rtl/>
        </w:rPr>
        <w:t>قسم الضعفاء</w:t>
      </w:r>
      <w:r w:rsidR="00D8054C">
        <w:rPr>
          <w:rtl/>
        </w:rPr>
        <w:t>)</w:t>
      </w:r>
      <w:r w:rsidRPr="007E0B1D">
        <w:rPr>
          <w:rtl/>
        </w:rPr>
        <w:t xml:space="preserve"> ص 227. طرائف المقال ج 1 ص 275. منهج المقال ص 30.</w:t>
      </w:r>
      <w:r>
        <w:rPr>
          <w:rFonts w:hint="cs"/>
          <w:rtl/>
        </w:rPr>
        <w:t xml:space="preserve"> </w:t>
      </w:r>
      <w:r w:rsidRPr="007E0B1D">
        <w:rPr>
          <w:rtl/>
        </w:rPr>
        <w:t>اتقان المقال ص 255.</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12</w:t>
      </w:r>
      <w:r w:rsidR="00D8054C">
        <w:rPr>
          <w:rtl/>
        </w:rPr>
        <w:t xml:space="preserve"> - </w:t>
      </w:r>
      <w:r w:rsidRPr="007E0B1D">
        <w:rPr>
          <w:rtl/>
        </w:rPr>
        <w:t>الأشعري</w:t>
      </w:r>
    </w:p>
    <w:p w:rsidR="008867CD" w:rsidRPr="007E0B1D" w:rsidRDefault="008867CD" w:rsidP="008867CD">
      <w:pPr>
        <w:pStyle w:val="libNormal"/>
        <w:rPr>
          <w:rtl/>
        </w:rPr>
      </w:pPr>
      <w:r w:rsidRPr="007E0B1D">
        <w:rPr>
          <w:rtl/>
        </w:rPr>
        <w:t>أحمد بن اسحاق بن عبد الله بن سعد بن مالك بن الأحوص الأشعري</w:t>
      </w:r>
      <w:r w:rsidR="00D8054C">
        <w:rPr>
          <w:rtl/>
        </w:rPr>
        <w:t>،</w:t>
      </w:r>
      <w:r w:rsidRPr="007E0B1D">
        <w:rPr>
          <w:rtl/>
        </w:rPr>
        <w:t xml:space="preserve"> القمي</w:t>
      </w:r>
      <w:r w:rsidR="00D8054C">
        <w:rPr>
          <w:rtl/>
        </w:rPr>
        <w:t>،</w:t>
      </w:r>
      <w:r w:rsidRPr="007E0B1D">
        <w:rPr>
          <w:rtl/>
        </w:rPr>
        <w:t xml:space="preserve"> أبو علي.</w:t>
      </w:r>
    </w:p>
    <w:p w:rsidR="008867CD" w:rsidRPr="007E0B1D" w:rsidRDefault="008867CD" w:rsidP="008867CD">
      <w:pPr>
        <w:pStyle w:val="libNormal"/>
        <w:rPr>
          <w:rtl/>
        </w:rPr>
      </w:pPr>
      <w:r w:rsidRPr="007E0B1D">
        <w:rPr>
          <w:rtl/>
        </w:rPr>
        <w:t>من شيوخ ورؤساء الشيعة الامامية في قم</w:t>
      </w:r>
      <w:r w:rsidR="00D8054C">
        <w:rPr>
          <w:rtl/>
        </w:rPr>
        <w:t>،</w:t>
      </w:r>
      <w:r w:rsidRPr="007E0B1D">
        <w:rPr>
          <w:rtl/>
        </w:rPr>
        <w:t xml:space="preserve"> ووافدهم على الأئمة</w:t>
      </w:r>
      <w:r w:rsidR="00D8054C">
        <w:rPr>
          <w:rtl/>
        </w:rPr>
        <w:t>،</w:t>
      </w:r>
      <w:r w:rsidRPr="007E0B1D">
        <w:rPr>
          <w:rtl/>
        </w:rPr>
        <w:t xml:space="preserve"> وكان من ثقات المحدثين</w:t>
      </w:r>
      <w:r w:rsidR="00D8054C">
        <w:rPr>
          <w:rtl/>
        </w:rPr>
        <w:t>،</w:t>
      </w:r>
      <w:r w:rsidRPr="007E0B1D">
        <w:rPr>
          <w:rtl/>
        </w:rPr>
        <w:t xml:space="preserve"> ومن أجلائهم وصلحائهم</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 xml:space="preserve">روى عن الأئمة الجواد والهادي والعسكري </w:t>
      </w:r>
      <w:r w:rsidR="00D8054C" w:rsidRPr="00D8054C">
        <w:rPr>
          <w:rStyle w:val="libAlaemChar"/>
          <w:rtl/>
        </w:rPr>
        <w:t>عليهم‌السلام</w:t>
      </w:r>
      <w:r w:rsidR="00D8054C">
        <w:rPr>
          <w:rtl/>
        </w:rPr>
        <w:t>،</w:t>
      </w:r>
      <w:r w:rsidRPr="007E0B1D">
        <w:rPr>
          <w:rtl/>
        </w:rPr>
        <w:t xml:space="preserve"> واختص بالامام العسكري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 xml:space="preserve">تشرف برؤية الامام المنتظر </w:t>
      </w:r>
      <w:r>
        <w:rPr>
          <w:rtl/>
        </w:rPr>
        <w:t>(عج</w:t>
      </w:r>
      <w:r w:rsidRPr="007E0B1D">
        <w:rPr>
          <w:rtl/>
        </w:rPr>
        <w:t>) وحظي لديه حتى صار من جملة وكلائه وسفرائه وأبوابه.</w:t>
      </w:r>
    </w:p>
    <w:p w:rsidR="008867CD" w:rsidRPr="007E0B1D" w:rsidRDefault="008867CD" w:rsidP="008867CD">
      <w:pPr>
        <w:pStyle w:val="libNormal"/>
        <w:rPr>
          <w:rtl/>
        </w:rPr>
      </w:pPr>
      <w:r w:rsidRPr="007E0B1D">
        <w:rPr>
          <w:rtl/>
        </w:rPr>
        <w:t>روى عنه محمّد بن الحسن الصفار</w:t>
      </w:r>
      <w:r w:rsidR="00D8054C">
        <w:rPr>
          <w:rtl/>
        </w:rPr>
        <w:t>،</w:t>
      </w:r>
      <w:r w:rsidRPr="007E0B1D">
        <w:rPr>
          <w:rtl/>
        </w:rPr>
        <w:t xml:space="preserve"> وأحمد بن محمّد بن عيسى</w:t>
      </w:r>
      <w:r w:rsidR="00D8054C">
        <w:rPr>
          <w:rtl/>
        </w:rPr>
        <w:t>،</w:t>
      </w:r>
      <w:r w:rsidRPr="007E0B1D">
        <w:rPr>
          <w:rtl/>
        </w:rPr>
        <w:t xml:space="preserve"> وعلي ابن سليمان الرازي وغيرهم.</w:t>
      </w:r>
    </w:p>
    <w:p w:rsidR="008867CD" w:rsidRPr="007E0B1D" w:rsidRDefault="008867CD" w:rsidP="008867CD">
      <w:pPr>
        <w:pStyle w:val="libNormal"/>
        <w:rPr>
          <w:rtl/>
        </w:rPr>
      </w:pPr>
      <w:r w:rsidRPr="007E0B1D">
        <w:rPr>
          <w:rtl/>
        </w:rPr>
        <w:t xml:space="preserve">من تآليفه « مسائل الرجال لأبي الحسن الهادي </w:t>
      </w:r>
      <w:r w:rsidR="00D8054C" w:rsidRPr="00D8054C">
        <w:rPr>
          <w:rStyle w:val="libAlaemChar"/>
          <w:rtl/>
        </w:rPr>
        <w:t>عليه‌السلام</w:t>
      </w:r>
      <w:r w:rsidRPr="007E0B1D">
        <w:rPr>
          <w:rtl/>
        </w:rPr>
        <w:t xml:space="preserve"> »</w:t>
      </w:r>
      <w:r w:rsidR="00D8054C">
        <w:rPr>
          <w:rtl/>
        </w:rPr>
        <w:t>،</w:t>
      </w:r>
      <w:r w:rsidRPr="007E0B1D">
        <w:rPr>
          <w:rtl/>
        </w:rPr>
        <w:t xml:space="preserve"> </w:t>
      </w:r>
      <w:r>
        <w:rPr>
          <w:rtl/>
        </w:rPr>
        <w:t>و «</w:t>
      </w:r>
      <w:r w:rsidRPr="007E0B1D">
        <w:rPr>
          <w:rtl/>
        </w:rPr>
        <w:t xml:space="preserve"> علل الصلاة »</w:t>
      </w:r>
      <w:r w:rsidR="00D8054C">
        <w:rPr>
          <w:rtl/>
        </w:rPr>
        <w:t>،</w:t>
      </w:r>
      <w:r w:rsidRPr="007E0B1D">
        <w:rPr>
          <w:rtl/>
        </w:rPr>
        <w:t xml:space="preserve"> وقيل « علل الصوم »</w:t>
      </w:r>
      <w:r>
        <w:rPr>
          <w:rtl/>
        </w:rPr>
        <w:t>.</w:t>
      </w:r>
    </w:p>
    <w:p w:rsidR="008867CD" w:rsidRPr="007E0B1D" w:rsidRDefault="008867CD" w:rsidP="008867CD">
      <w:pPr>
        <w:pStyle w:val="libNormal"/>
        <w:rPr>
          <w:rtl/>
        </w:rPr>
      </w:pPr>
      <w:r w:rsidRPr="007E0B1D">
        <w:rPr>
          <w:rtl/>
        </w:rPr>
        <w:t xml:space="preserve">توفي بحلوان عند منصرفه من عند الامام العسكري </w:t>
      </w:r>
      <w:r w:rsidR="00D8054C" w:rsidRPr="00D8054C">
        <w:rPr>
          <w:rStyle w:val="libAlaemChar"/>
          <w:rtl/>
        </w:rPr>
        <w:t>عليه‌السلام</w:t>
      </w:r>
      <w:r w:rsidRPr="007E0B1D">
        <w:rPr>
          <w:rtl/>
        </w:rPr>
        <w:t xml:space="preserve"> ودفن بها</w:t>
      </w:r>
      <w:r w:rsidR="00D8054C">
        <w:rPr>
          <w:rtl/>
        </w:rPr>
        <w:t>،</w:t>
      </w:r>
      <w:r w:rsidRPr="007E0B1D">
        <w:rPr>
          <w:rtl/>
        </w:rPr>
        <w:t xml:space="preserve"> وقيل توفي بقم ودفن بها.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398</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427. منتهى المقال ص 30. الخصال ص 430. بهجة الآمال ج 2 ص 18. رجال البرقي في اصحاب الجواد </w:t>
      </w:r>
      <w:r w:rsidR="00D8054C" w:rsidRPr="00D8054C">
        <w:rPr>
          <w:rStyle w:val="libAlaemChar"/>
          <w:rtl/>
        </w:rPr>
        <w:t>عليه‌السلام</w:t>
      </w:r>
      <w:r w:rsidRPr="007E0B1D">
        <w:rPr>
          <w:rtl/>
        </w:rPr>
        <w:t xml:space="preserve"> ص 56</w:t>
      </w:r>
      <w:r w:rsidR="00D8054C">
        <w:rPr>
          <w:rtl/>
        </w:rPr>
        <w:t>،</w:t>
      </w:r>
      <w:r w:rsidRPr="007E0B1D">
        <w:rPr>
          <w:rtl/>
        </w:rPr>
        <w:t xml:space="preserve"> وفي اصحاب الهادي </w:t>
      </w:r>
      <w:r w:rsidR="00D8054C" w:rsidRPr="00D8054C">
        <w:rPr>
          <w:rStyle w:val="libAlaemChar"/>
          <w:rtl/>
        </w:rPr>
        <w:t>عليه‌السلام</w:t>
      </w:r>
      <w:r w:rsidRPr="007E0B1D">
        <w:rPr>
          <w:rtl/>
        </w:rPr>
        <w:t xml:space="preserve"> ص 59</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60. التوحيد ص 109. كامل الزيارات ص 119. جامع الرواة ج 1 ص 41. معجم المؤلفين</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ج 1 ص 161. الجامع في الرجال ج 1 ص 94. توضيح الاشتباه ص 25.</w:t>
      </w:r>
      <w:r>
        <w:rPr>
          <w:rFonts w:hint="cs"/>
          <w:rtl/>
        </w:rPr>
        <w:t xml:space="preserve"> </w:t>
      </w:r>
      <w:r w:rsidRPr="007E0B1D">
        <w:rPr>
          <w:rtl/>
        </w:rPr>
        <w:t xml:space="preserve">العندبيل ج 1 ص 18. وسائل الشيعة ج 20 ص 137. رجال ابن داود </w:t>
      </w:r>
      <w:r w:rsidR="00D8054C">
        <w:rPr>
          <w:rtl/>
        </w:rPr>
        <w:t>(</w:t>
      </w:r>
      <w:r w:rsidRPr="007E0B1D">
        <w:rPr>
          <w:rtl/>
        </w:rPr>
        <w:t>قسم الثقات</w:t>
      </w:r>
      <w:r w:rsidR="00D8054C">
        <w:rPr>
          <w:rtl/>
        </w:rPr>
        <w:t>)</w:t>
      </w:r>
      <w:r w:rsidRPr="007E0B1D">
        <w:rPr>
          <w:rtl/>
        </w:rPr>
        <w:t xml:space="preserve"> ص 36. نقد الرجال ص 18. معالم العلماء ص 14. الذريعة ج 15 ص 314 وج 20 ص 347. تنقيح المقال ج 1 ص 50. أعيان الشيعة ج 2 ص 478. تاريخ قم ص 211. رجال الكشي ص 556 وص 557. فهرست الطوسي ص 26. رجال الحلي </w:t>
      </w:r>
      <w:r w:rsidR="00D8054C">
        <w:rPr>
          <w:rtl/>
        </w:rPr>
        <w:t>(</w:t>
      </w:r>
      <w:r w:rsidRPr="007E0B1D">
        <w:rPr>
          <w:rtl/>
        </w:rPr>
        <w:t>قسم الثقات</w:t>
      </w:r>
      <w:r w:rsidR="00D8054C">
        <w:rPr>
          <w:rtl/>
        </w:rPr>
        <w:t>)</w:t>
      </w:r>
      <w:r w:rsidRPr="007E0B1D">
        <w:rPr>
          <w:rtl/>
        </w:rPr>
        <w:t xml:space="preserve"> ص 15. معجم رجال الحديث ج 2 ص 45 وص 46 وص 47 وص 51. رجال النجاشي ص 66. تأسيس الشيعة ص 412. الكنى والألقاب ج 3 ص 72. منهج المقال ص 31. رجال الأنصاري ص 8. التهذيب ج 1 ص 463 وج 2 ص 206 وص 308 وج 3 ص 64 وص 74 وص 87 وص 94 وص 100 وص 122 وج 4 ص 200 وج 7 ص 258 وص 280 وج 8 ص 252 وج 10 ص 211. طرائف المقال ج 1 ص 275. الاستبصار ج 1 ص 383</w:t>
      </w:r>
      <w:r w:rsidR="00D8054C">
        <w:rPr>
          <w:rtl/>
        </w:rPr>
        <w:t>،</w:t>
      </w:r>
      <w:r w:rsidRPr="007E0B1D">
        <w:rPr>
          <w:rtl/>
        </w:rPr>
        <w:t xml:space="preserve"> وج 3 ص 147</w:t>
      </w:r>
      <w:r w:rsidR="00D8054C">
        <w:rPr>
          <w:rtl/>
        </w:rPr>
        <w:t>،</w:t>
      </w:r>
      <w:r w:rsidRPr="007E0B1D">
        <w:rPr>
          <w:rtl/>
        </w:rPr>
        <w:t xml:space="preserve"> وج 4 ص 22 وغيرها. من لا يحضره الفقيه ج 4 ص 137 وص 296. الكافي ج 1 ص 75 وص 111 وص 264 وص 265 وص 266 وص 389 وص 430 وج 2 ص 114 وص 142 وص 205 وص 219 وص 293 وص 389 وص 399 وص 456</w:t>
      </w:r>
      <w:r w:rsidR="00D8054C">
        <w:rPr>
          <w:rtl/>
        </w:rPr>
        <w:t>،</w:t>
      </w:r>
      <w:r w:rsidRPr="007E0B1D">
        <w:rPr>
          <w:rtl/>
        </w:rPr>
        <w:t xml:space="preserve"> وج 3 ص 20 وص 72 وص 217 وص 488</w:t>
      </w:r>
      <w:r w:rsidR="00D8054C">
        <w:rPr>
          <w:rtl/>
        </w:rPr>
        <w:t>،</w:t>
      </w:r>
      <w:r w:rsidRPr="007E0B1D">
        <w:rPr>
          <w:rtl/>
        </w:rPr>
        <w:t xml:space="preserve"> وج 4 ص 74 وص 95</w:t>
      </w:r>
      <w:r w:rsidR="00D8054C">
        <w:rPr>
          <w:rtl/>
        </w:rPr>
        <w:t>،</w:t>
      </w:r>
      <w:r w:rsidRPr="007E0B1D">
        <w:rPr>
          <w:rtl/>
        </w:rPr>
        <w:t xml:space="preserve"> وج 5 ص 49 وص 451 وص 526 وص 554</w:t>
      </w:r>
      <w:r w:rsidR="00D8054C">
        <w:rPr>
          <w:rtl/>
        </w:rPr>
        <w:t>،</w:t>
      </w:r>
      <w:r w:rsidRPr="007E0B1D">
        <w:rPr>
          <w:rtl/>
        </w:rPr>
        <w:t xml:space="preserve"> وج 6 ص 194 وص 199 وص 503 وص 510</w:t>
      </w:r>
      <w:r w:rsidR="00D8054C">
        <w:rPr>
          <w:rtl/>
        </w:rPr>
        <w:t>،</w:t>
      </w:r>
      <w:r w:rsidRPr="007E0B1D">
        <w:rPr>
          <w:rtl/>
        </w:rPr>
        <w:t xml:space="preserve"> وج 7 ص 78 وص 297.</w:t>
      </w:r>
      <w:r>
        <w:rPr>
          <w:rFonts w:hint="cs"/>
          <w:rtl/>
        </w:rPr>
        <w:t xml:space="preserve"> </w:t>
      </w:r>
      <w:r w:rsidRPr="007E0B1D">
        <w:rPr>
          <w:rtl/>
        </w:rPr>
        <w:t>الوجيزة ص 25. اتقان المقال ص 11. الغيبة للطوسي ص 215. ثقات الرواة للشهرستاني ص 8.</w:t>
      </w:r>
    </w:p>
    <w:p w:rsidR="008867CD" w:rsidRPr="007E0B1D" w:rsidRDefault="008867CD" w:rsidP="008867CD">
      <w:pPr>
        <w:pStyle w:val="libBold1"/>
        <w:rPr>
          <w:rtl/>
        </w:rPr>
      </w:pPr>
      <w:r w:rsidRPr="007E0B1D">
        <w:rPr>
          <w:rtl/>
        </w:rPr>
        <w:t>13</w:t>
      </w:r>
      <w:r w:rsidR="00D8054C">
        <w:rPr>
          <w:rtl/>
        </w:rPr>
        <w:t xml:space="preserve"> - </w:t>
      </w:r>
      <w:r w:rsidRPr="007E0B1D">
        <w:rPr>
          <w:rtl/>
        </w:rPr>
        <w:t>المروزي</w:t>
      </w:r>
    </w:p>
    <w:p w:rsidR="008867CD" w:rsidRPr="007E0B1D" w:rsidRDefault="008867CD" w:rsidP="008867CD">
      <w:pPr>
        <w:pStyle w:val="libNormal"/>
        <w:rPr>
          <w:rtl/>
        </w:rPr>
      </w:pPr>
      <w:r w:rsidRPr="007E0B1D">
        <w:rPr>
          <w:rtl/>
        </w:rPr>
        <w:t>أحمد بن حماد المروزي.</w:t>
      </w:r>
    </w:p>
    <w:p w:rsidR="008867CD" w:rsidRPr="007E0B1D" w:rsidRDefault="008867CD" w:rsidP="008867CD">
      <w:pPr>
        <w:pStyle w:val="libNormal"/>
        <w:rPr>
          <w:rtl/>
        </w:rPr>
      </w:pPr>
      <w:r w:rsidRPr="007E0B1D">
        <w:rPr>
          <w:rtl/>
        </w:rPr>
        <w:t>محدث حسن الحال</w:t>
      </w:r>
      <w:r w:rsidR="00D8054C">
        <w:rPr>
          <w:rtl/>
        </w:rPr>
        <w:t>،</w:t>
      </w:r>
      <w:r w:rsidRPr="007E0B1D">
        <w:rPr>
          <w:rtl/>
        </w:rPr>
        <w:t xml:space="preserve"> ممدوح</w:t>
      </w:r>
      <w:r w:rsidR="00D8054C">
        <w:rPr>
          <w:rtl/>
        </w:rPr>
        <w:t>،</w:t>
      </w:r>
      <w:r w:rsidRPr="007E0B1D">
        <w:rPr>
          <w:rtl/>
        </w:rPr>
        <w:t xml:space="preserve"> وصفه بعضهم بضعف الحديث</w:t>
      </w:r>
      <w:r w:rsidR="00D8054C">
        <w:rPr>
          <w:rtl/>
        </w:rPr>
        <w:t>،</w:t>
      </w:r>
      <w:r w:rsidRPr="007E0B1D">
        <w:rPr>
          <w:rtl/>
        </w:rPr>
        <w:t xml:space="preserve"> ووثقه</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آخرون.</w:t>
      </w:r>
    </w:p>
    <w:p w:rsidR="008867CD" w:rsidRPr="007E0B1D" w:rsidRDefault="008867CD" w:rsidP="008867CD">
      <w:pPr>
        <w:pStyle w:val="libNormal"/>
        <w:rPr>
          <w:rtl/>
        </w:rPr>
      </w:pPr>
      <w:r w:rsidRPr="007E0B1D">
        <w:rPr>
          <w:rtl/>
        </w:rPr>
        <w:t>روى عنه أخوه محمّد بن حماد</w:t>
      </w:r>
      <w:r w:rsidR="00D8054C">
        <w:rPr>
          <w:rtl/>
        </w:rPr>
        <w:t>،</w:t>
      </w:r>
      <w:r w:rsidRPr="007E0B1D">
        <w:rPr>
          <w:rtl/>
        </w:rPr>
        <w:t xml:space="preserve"> وصالح بن أبي حماد</w:t>
      </w:r>
      <w:r w:rsidR="00D8054C">
        <w:rPr>
          <w:rtl/>
        </w:rPr>
        <w:t>،</w:t>
      </w:r>
      <w:r w:rsidRPr="007E0B1D">
        <w:rPr>
          <w:rtl/>
        </w:rPr>
        <w:t xml:space="preserve"> وابنه محمّد بن أحمد المروزي وغيرهم.</w:t>
      </w:r>
    </w:p>
    <w:p w:rsidR="008867CD" w:rsidRPr="007E0B1D" w:rsidRDefault="008867CD" w:rsidP="008867CD">
      <w:pPr>
        <w:pStyle w:val="libNormal"/>
        <w:rPr>
          <w:rtl/>
        </w:rPr>
      </w:pPr>
      <w:r w:rsidRPr="007E0B1D">
        <w:rPr>
          <w:rtl/>
        </w:rPr>
        <w:t xml:space="preserve">توفي قيل سنة 220 ه‍ في حياة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398. معجم الثقات ص 245. مجمع الرجال ج 1 ص 109 وص 11. تنقيح المقال ج 1 ص 59.</w:t>
      </w:r>
      <w:r>
        <w:rPr>
          <w:rFonts w:hint="cs"/>
          <w:rtl/>
        </w:rPr>
        <w:t xml:space="preserve"> </w:t>
      </w:r>
      <w:r w:rsidRPr="007E0B1D">
        <w:rPr>
          <w:rtl/>
        </w:rPr>
        <w:t>معجم الرجال الحديث ج 2 ص 102 وص 103. علل الشرائع ج 1 ص 236.</w:t>
      </w:r>
      <w:r>
        <w:rPr>
          <w:rFonts w:hint="cs"/>
          <w:rtl/>
        </w:rPr>
        <w:t xml:space="preserve"> </w:t>
      </w:r>
      <w:r w:rsidRPr="007E0B1D">
        <w:rPr>
          <w:rtl/>
        </w:rPr>
        <w:t>قاموس الرجال ج 1 ص 298. التحرير الطاوسي ص 43. نقد الرجال ص 21.</w:t>
      </w:r>
      <w:r>
        <w:rPr>
          <w:rFonts w:hint="cs"/>
          <w:rtl/>
        </w:rPr>
        <w:t xml:space="preserve"> </w:t>
      </w:r>
      <w:r w:rsidRPr="007E0B1D">
        <w:rPr>
          <w:rtl/>
        </w:rPr>
        <w:t xml:space="preserve">أعيان الشيعة ج 2 ص 581. كامل الزيارات ص 56. رجال البرقي في أصحاب الجواد </w:t>
      </w:r>
      <w:r w:rsidR="00D8054C" w:rsidRPr="00D8054C">
        <w:rPr>
          <w:rStyle w:val="libAlaemChar"/>
          <w:rtl/>
        </w:rPr>
        <w:t>عليه‌السلام</w:t>
      </w:r>
      <w:r w:rsidRPr="007E0B1D">
        <w:rPr>
          <w:rtl/>
        </w:rPr>
        <w:t xml:space="preserve"> ص 56. ميزان الاعتدال ج 1 ص 94. عيون اخبار الرضا </w:t>
      </w:r>
      <w:r w:rsidR="00D8054C" w:rsidRPr="00D8054C">
        <w:rPr>
          <w:rStyle w:val="libAlaemChar"/>
          <w:rtl/>
        </w:rPr>
        <w:t>عليه‌السلام</w:t>
      </w:r>
      <w:r w:rsidRPr="007E0B1D">
        <w:rPr>
          <w:rtl/>
        </w:rPr>
        <w:t xml:space="preserve"> ج 1 ص 113. منتهى المقال ص 34. الجامع في الرجال ج 1 ص 112. رجال ابن داود </w:t>
      </w:r>
      <w:r w:rsidR="00D8054C">
        <w:rPr>
          <w:rtl/>
        </w:rPr>
        <w:t>(</w:t>
      </w:r>
      <w:r w:rsidRPr="007E0B1D">
        <w:rPr>
          <w:rtl/>
        </w:rPr>
        <w:t>قسم الضعفاء</w:t>
      </w:r>
      <w:r w:rsidR="00D8054C">
        <w:rPr>
          <w:rtl/>
        </w:rPr>
        <w:t>)</w:t>
      </w:r>
      <w:r w:rsidRPr="007E0B1D">
        <w:rPr>
          <w:rtl/>
        </w:rPr>
        <w:t xml:space="preserve"> ص 228. بهجة الآمال ج 2 ص 54. العندبيل ج 1 ص 22.</w:t>
      </w:r>
      <w:r>
        <w:rPr>
          <w:rFonts w:hint="cs"/>
          <w:rtl/>
        </w:rPr>
        <w:t xml:space="preserve"> </w:t>
      </w:r>
      <w:r w:rsidRPr="007E0B1D">
        <w:rPr>
          <w:rtl/>
        </w:rPr>
        <w:t xml:space="preserve">وسائل الشيعة ج 20 ص 127. جامع الرواة ج 1 ص 48. رجال الحلي </w:t>
      </w:r>
      <w:r w:rsidR="00D8054C">
        <w:rPr>
          <w:rtl/>
        </w:rPr>
        <w:t>(</w:t>
      </w:r>
      <w:r w:rsidRPr="007E0B1D">
        <w:rPr>
          <w:rtl/>
        </w:rPr>
        <w:t>قسم الضعفاء</w:t>
      </w:r>
      <w:r w:rsidR="00D8054C">
        <w:rPr>
          <w:rtl/>
        </w:rPr>
        <w:t>)</w:t>
      </w:r>
      <w:r w:rsidRPr="007E0B1D">
        <w:rPr>
          <w:rtl/>
        </w:rPr>
        <w:t xml:space="preserve"> ص 204. رجال الكشي ص 274 وص 511 وص 559 وص 561 وص 562 وص 586. لسان الميزان ج 1 ص 164. الكافي ج 1 ص 176</w:t>
      </w:r>
      <w:r w:rsidR="00D8054C">
        <w:rPr>
          <w:rtl/>
        </w:rPr>
        <w:t>،</w:t>
      </w:r>
      <w:r w:rsidRPr="007E0B1D">
        <w:rPr>
          <w:rtl/>
        </w:rPr>
        <w:t xml:space="preserve"> وج 5 ص 304. التهذيب ج 2 ص 214</w:t>
      </w:r>
      <w:r w:rsidR="00D8054C">
        <w:rPr>
          <w:rtl/>
        </w:rPr>
        <w:t>،</w:t>
      </w:r>
      <w:r w:rsidRPr="007E0B1D">
        <w:rPr>
          <w:rtl/>
        </w:rPr>
        <w:t xml:space="preserve"> وج 6 ص 21. طرائف المقال ج 1 ص 277.</w:t>
      </w:r>
      <w:r>
        <w:rPr>
          <w:rFonts w:hint="cs"/>
          <w:rtl/>
        </w:rPr>
        <w:t xml:space="preserve"> </w:t>
      </w:r>
      <w:r w:rsidRPr="007E0B1D">
        <w:rPr>
          <w:rtl/>
        </w:rPr>
        <w:t>منهج المقال ص 35. الوجيزة ص 4.</w:t>
      </w:r>
    </w:p>
    <w:p w:rsidR="008867CD" w:rsidRPr="007E0B1D" w:rsidRDefault="008867CD" w:rsidP="008867CD">
      <w:pPr>
        <w:pStyle w:val="libCenterBold1"/>
        <w:rPr>
          <w:rtl/>
        </w:rPr>
      </w:pPr>
      <w:r w:rsidRPr="007E0B1D">
        <w:rPr>
          <w:rtl/>
        </w:rPr>
        <w:t>14</w:t>
      </w:r>
      <w:r w:rsidR="00D8054C">
        <w:rPr>
          <w:rtl/>
        </w:rPr>
        <w:t xml:space="preserve"> - </w:t>
      </w:r>
      <w:r w:rsidRPr="007E0B1D">
        <w:rPr>
          <w:rtl/>
        </w:rPr>
        <w:t>ابن أبي خالد</w:t>
      </w:r>
    </w:p>
    <w:p w:rsidR="008867CD" w:rsidRPr="007E0B1D" w:rsidRDefault="008867CD" w:rsidP="008867CD">
      <w:pPr>
        <w:pStyle w:val="libNormal"/>
        <w:rPr>
          <w:rtl/>
        </w:rPr>
      </w:pPr>
      <w:r w:rsidRPr="007E0B1D">
        <w:rPr>
          <w:rtl/>
        </w:rPr>
        <w:t>أحمد بن أبي خالد.</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ومن موالي الامام الجواد </w:t>
      </w:r>
      <w:r w:rsidR="00D8054C" w:rsidRPr="00D8054C">
        <w:rPr>
          <w:rStyle w:val="libAlaemChar"/>
          <w:rtl/>
        </w:rPr>
        <w:t>عليه‌السلام</w:t>
      </w:r>
      <w:r w:rsidR="00D8054C">
        <w:rPr>
          <w:rtl/>
        </w:rPr>
        <w:t>،</w:t>
      </w:r>
      <w:r w:rsidRPr="007E0B1D">
        <w:rPr>
          <w:rtl/>
        </w:rPr>
        <w:t xml:space="preserve"> وأشهده على وصيته</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الى ابنه الامام الهادي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محمّد بن الحسين الواسطي.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261. الجامع في الرجال ج 1 ص 90. أعيان الشيعة ج 2 ص 473. معجم الثقات ص 243. معجم رجال الحديث ج 2 ص 26. تنقيح المقال ج 1 ص 48.</w:t>
      </w:r>
    </w:p>
    <w:p w:rsidR="008867CD" w:rsidRPr="007E0B1D" w:rsidRDefault="008867CD" w:rsidP="008867CD">
      <w:pPr>
        <w:pStyle w:val="libCenterBold1"/>
        <w:rPr>
          <w:rtl/>
        </w:rPr>
      </w:pPr>
      <w:r w:rsidRPr="007E0B1D">
        <w:rPr>
          <w:rtl/>
        </w:rPr>
        <w:t>15</w:t>
      </w:r>
      <w:r w:rsidR="00D8054C">
        <w:rPr>
          <w:rtl/>
        </w:rPr>
        <w:t xml:space="preserve"> - </w:t>
      </w:r>
      <w:r w:rsidRPr="007E0B1D">
        <w:rPr>
          <w:rtl/>
        </w:rPr>
        <w:t>ابن أبي خلف</w:t>
      </w:r>
    </w:p>
    <w:p w:rsidR="008867CD" w:rsidRPr="007E0B1D" w:rsidRDefault="008867CD" w:rsidP="008867CD">
      <w:pPr>
        <w:pStyle w:val="libNormal"/>
        <w:rPr>
          <w:rtl/>
        </w:rPr>
      </w:pPr>
      <w:r w:rsidRPr="007E0B1D">
        <w:rPr>
          <w:rtl/>
        </w:rPr>
        <w:t>أحمد بن أبي خلف</w:t>
      </w:r>
      <w:r w:rsidR="00D8054C">
        <w:rPr>
          <w:rtl/>
        </w:rPr>
        <w:t>،</w:t>
      </w:r>
      <w:r w:rsidRPr="007E0B1D">
        <w:rPr>
          <w:rtl/>
        </w:rPr>
        <w:t xml:space="preserve"> أخو الامام الجواد </w:t>
      </w:r>
      <w:r w:rsidR="00D8054C" w:rsidRPr="00D8054C">
        <w:rPr>
          <w:rStyle w:val="libAlaemChar"/>
          <w:rtl/>
        </w:rPr>
        <w:t>عليه‌السلام</w:t>
      </w:r>
      <w:r w:rsidRPr="007E0B1D">
        <w:rPr>
          <w:rtl/>
        </w:rPr>
        <w:t xml:space="preserve"> بالرضاعة.</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وأحد المعتمدين لدى الامام الرضا </w:t>
      </w:r>
      <w:r w:rsidR="00D8054C" w:rsidRPr="00D8054C">
        <w:rPr>
          <w:rStyle w:val="libAlaemChar"/>
          <w:rtl/>
        </w:rPr>
        <w:t>عليه‌السلام</w:t>
      </w:r>
      <w:r w:rsidR="00D8054C">
        <w:rPr>
          <w:rtl/>
        </w:rPr>
        <w:t>،</w:t>
      </w:r>
      <w:r w:rsidRPr="007E0B1D">
        <w:rPr>
          <w:rtl/>
        </w:rPr>
        <w:t xml:space="preserve"> فاستكتبه وجعله قائما بأعماله.</w:t>
      </w:r>
    </w:p>
    <w:p w:rsidR="008867CD" w:rsidRPr="007E0B1D" w:rsidRDefault="008867CD" w:rsidP="008867CD">
      <w:pPr>
        <w:pStyle w:val="libNormal"/>
        <w:rPr>
          <w:rtl/>
        </w:rPr>
      </w:pPr>
      <w:r w:rsidRPr="007E0B1D">
        <w:rPr>
          <w:rtl/>
        </w:rPr>
        <w:t xml:space="preserve">كان الامام الرضا </w:t>
      </w:r>
      <w:r w:rsidR="00D8054C" w:rsidRPr="00D8054C">
        <w:rPr>
          <w:rStyle w:val="libAlaemChar"/>
          <w:rtl/>
        </w:rPr>
        <w:t>عليه‌السلام</w:t>
      </w:r>
      <w:r w:rsidRPr="007E0B1D">
        <w:rPr>
          <w:rtl/>
        </w:rPr>
        <w:t xml:space="preserve"> قد اشتراه وأباه وأمه وأخاه ثم أعتقهم.</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علي بن الريان الأشعري القمي</w:t>
      </w:r>
      <w:r w:rsidR="00D8054C">
        <w:rPr>
          <w:rtl/>
        </w:rPr>
        <w:t>،</w:t>
      </w:r>
      <w:r w:rsidRPr="007E0B1D">
        <w:rPr>
          <w:rtl/>
        </w:rPr>
        <w:t xml:space="preserve"> وشاذان والد الفضل بن شاذان.</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6 ص 518. تنقيح المقال ج 1 ص 48. الجامع في الرجال ج 1 ص 90. جامع الرواة ج 1 ص 40. رجال الكشي ص 484. معجم رجال الحديث ج 2 ص 26. أعيان الشيعة ج 2 ص 473. مجمع الرجال ج 1 ص 91.</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16</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أحمد بن عبد الله بن عيسى بن مصقلة بن سعد الأشعري</w:t>
      </w:r>
      <w:r w:rsidR="00D8054C">
        <w:rPr>
          <w:rtl/>
        </w:rPr>
        <w:t>،</w:t>
      </w:r>
      <w:r w:rsidRPr="007E0B1D">
        <w:rPr>
          <w:rtl/>
        </w:rPr>
        <w:t xml:space="preserve"> القمي.</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له نسخة عن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محمّد بن عبد الرحمن بن سلام.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الحلي </w:t>
      </w:r>
      <w:r w:rsidR="00D8054C">
        <w:rPr>
          <w:rtl/>
        </w:rPr>
        <w:t>(</w:t>
      </w:r>
      <w:r w:rsidRPr="007E0B1D">
        <w:rPr>
          <w:rtl/>
        </w:rPr>
        <w:t>قسم الثقات</w:t>
      </w:r>
      <w:r w:rsidR="00D8054C">
        <w:rPr>
          <w:rtl/>
        </w:rPr>
        <w:t>)</w:t>
      </w:r>
      <w:r w:rsidRPr="007E0B1D">
        <w:rPr>
          <w:rtl/>
        </w:rPr>
        <w:t xml:space="preserve"> ص 20. جامع الرواة ج 1 ص 52 وفيه اسم جده مصقل بدل مصقلة. رجال النجاشي ص 73. الجامع في الرجال ج 1 ص 127. معجم رجال الحديث ج 2 ص 139. معجم الثقات ص 9. توضيح الاشتباه ص 35. نقد الرجال ص 23. منتهى المقال ص 36. رجال ابن داود </w:t>
      </w:r>
      <w:r w:rsidR="00D8054C">
        <w:rPr>
          <w:rtl/>
        </w:rPr>
        <w:t>(</w:t>
      </w:r>
      <w:r w:rsidRPr="007E0B1D">
        <w:rPr>
          <w:rtl/>
        </w:rPr>
        <w:t>قسم الثقات</w:t>
      </w:r>
      <w:r w:rsidR="00D8054C">
        <w:rPr>
          <w:rtl/>
        </w:rPr>
        <w:t>)</w:t>
      </w:r>
      <w:r w:rsidRPr="007E0B1D">
        <w:rPr>
          <w:rtl/>
        </w:rPr>
        <w:t xml:space="preserve"> ص 39. وسائل الشيعة ج 20 ص 128. مجمع الرجال ج 1 ص 121. أعيان الشيعة ج 3 ص 11. تنقيح المقال ج 1 ص 65. الذريعة ج 24 ص 148. العندبيل ج 1 ص 24. طرائف المقال ج 1 ص 278. منهج المقال ص 37. بهجة الآمال ج 2 ص 73. الوجيزة ص 4. نضد الايضاح ص 31. اتقان المقال ص 13. ثقات الرواة للشهرستاني ص 9.</w:t>
      </w:r>
    </w:p>
    <w:p w:rsidR="008867CD" w:rsidRPr="007E0B1D" w:rsidRDefault="008867CD" w:rsidP="008867CD">
      <w:pPr>
        <w:pStyle w:val="libBold1"/>
        <w:rPr>
          <w:rtl/>
        </w:rPr>
      </w:pPr>
      <w:r w:rsidRPr="007E0B1D">
        <w:rPr>
          <w:rtl/>
        </w:rPr>
        <w:t>17</w:t>
      </w:r>
      <w:r w:rsidR="00D8054C">
        <w:rPr>
          <w:rtl/>
        </w:rPr>
        <w:t xml:space="preserve"> - </w:t>
      </w:r>
      <w:r w:rsidRPr="007E0B1D">
        <w:rPr>
          <w:rtl/>
        </w:rPr>
        <w:t>الكوفي</w:t>
      </w:r>
    </w:p>
    <w:p w:rsidR="008867CD" w:rsidRPr="007E0B1D" w:rsidRDefault="008867CD" w:rsidP="008867CD">
      <w:pPr>
        <w:pStyle w:val="libNormal"/>
        <w:rPr>
          <w:rtl/>
        </w:rPr>
      </w:pPr>
      <w:r w:rsidRPr="007E0B1D">
        <w:rPr>
          <w:rtl/>
        </w:rPr>
        <w:t>أحمد بن عبد الله الكوفي</w:t>
      </w:r>
      <w:r w:rsidR="00D8054C">
        <w:rPr>
          <w:rtl/>
        </w:rPr>
        <w:t>،</w:t>
      </w:r>
      <w:r w:rsidRPr="007E0B1D">
        <w:rPr>
          <w:rtl/>
        </w:rPr>
        <w:t xml:space="preserve"> وقيل الكرخي.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لم أقف على تفاصيل أحواله سوى انه من اصحاب الامام الجواد </w:t>
      </w:r>
      <w:r w:rsidR="00D8054C" w:rsidRPr="00D8054C">
        <w:rPr>
          <w:rStyle w:val="libAlaemChar"/>
          <w:rtl/>
        </w:rPr>
        <w:t>عليه‌السلام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 الجامع في الرجال ج 1 ص 128. معجم رجال الحديث ج 2 ص 142. جامع الرواة ج 1 ص 53.</w:t>
      </w:r>
      <w:r>
        <w:rPr>
          <w:rFonts w:hint="cs"/>
          <w:rtl/>
        </w:rPr>
        <w:t xml:space="preserve"> </w:t>
      </w:r>
      <w:r w:rsidRPr="007E0B1D">
        <w:rPr>
          <w:rtl/>
        </w:rPr>
        <w:t>منتهى المقال ص 36. أعيان الشيعة ج 3 ص 12. تنقيح المقال ج 1 ص 66 وفيه</w:t>
      </w:r>
      <w:r w:rsidR="00D8054C">
        <w:rPr>
          <w:rtl/>
        </w:rPr>
        <w:t>:</w:t>
      </w:r>
      <w:r>
        <w:rPr>
          <w:rFonts w:hint="cs"/>
          <w:rtl/>
        </w:rPr>
        <w:t xml:space="preserve"> </w:t>
      </w:r>
      <w:r w:rsidRPr="007E0B1D">
        <w:rPr>
          <w:rtl/>
        </w:rPr>
        <w:t>وظاهره كونه اماميا الا ان حاله مجهول. مجمع الرجال ج 1 ص 122. نقد الرجال ص 23. طرائف المقال ج 1 ص 278. منهج المقال ص 38.</w:t>
      </w:r>
    </w:p>
    <w:p w:rsidR="008867CD" w:rsidRPr="007E0B1D" w:rsidRDefault="008867CD" w:rsidP="008867CD">
      <w:pPr>
        <w:pStyle w:val="libBold1"/>
        <w:rPr>
          <w:rtl/>
        </w:rPr>
      </w:pPr>
      <w:r w:rsidRPr="007E0B1D">
        <w:rPr>
          <w:rtl/>
        </w:rPr>
        <w:t>18</w:t>
      </w:r>
      <w:r w:rsidR="00D8054C">
        <w:rPr>
          <w:rtl/>
        </w:rPr>
        <w:t xml:space="preserve"> - </w:t>
      </w:r>
      <w:r w:rsidRPr="007E0B1D">
        <w:rPr>
          <w:rtl/>
        </w:rPr>
        <w:t>مولى الربيع الأقرع</w:t>
      </w:r>
    </w:p>
    <w:p w:rsidR="008867CD" w:rsidRPr="007E0B1D" w:rsidRDefault="008867CD" w:rsidP="008867CD">
      <w:pPr>
        <w:pStyle w:val="libNormal"/>
        <w:rPr>
          <w:rtl/>
        </w:rPr>
      </w:pPr>
      <w:r w:rsidRPr="007E0B1D">
        <w:rPr>
          <w:rtl/>
        </w:rPr>
        <w:t>أحمد بن محمّد بن بندار</w:t>
      </w:r>
      <w:r w:rsidR="00D8054C">
        <w:rPr>
          <w:rtl/>
        </w:rPr>
        <w:t>،</w:t>
      </w:r>
      <w:r w:rsidRPr="007E0B1D">
        <w:rPr>
          <w:rtl/>
        </w:rPr>
        <w:t xml:space="preserve"> مولى الربيع الأقرع.</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ومن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398. نقد الرجال ص 29.</w:t>
      </w:r>
      <w:r>
        <w:rPr>
          <w:rFonts w:hint="cs"/>
          <w:rtl/>
        </w:rPr>
        <w:t xml:space="preserve"> </w:t>
      </w:r>
      <w:r w:rsidRPr="007E0B1D">
        <w:rPr>
          <w:rtl/>
        </w:rPr>
        <w:t>مجمع الرجال ج 1 ص 136. أعيان الشيعة ج 3 ص 87. معجم رجال الحديث ج 2 ص 252. منتهى المقال ص 34. توضيح الاشتباه ص 39. الجامع في الرجال ج 1 ص 159. تنقيح المقال ج 1 ص 81 وفيه</w:t>
      </w:r>
      <w:r w:rsidR="00D8054C">
        <w:rPr>
          <w:rtl/>
        </w:rPr>
        <w:t>:</w:t>
      </w:r>
      <w:r w:rsidRPr="007E0B1D">
        <w:rPr>
          <w:rtl/>
        </w:rPr>
        <w:t xml:space="preserve"> وظاهره كونه اماميا الا ان حاله مجهول. جامع الرواة ج 1 ص 62. طرائف المقال ج 1 ص 280. منهج المقال ص 42.</w:t>
      </w:r>
    </w:p>
    <w:p w:rsidR="008867CD" w:rsidRPr="007E0B1D" w:rsidRDefault="008867CD" w:rsidP="008867CD">
      <w:pPr>
        <w:pStyle w:val="libBold1"/>
        <w:rPr>
          <w:rtl/>
        </w:rPr>
      </w:pPr>
      <w:r w:rsidRPr="007E0B1D">
        <w:rPr>
          <w:rtl/>
        </w:rPr>
        <w:t>19</w:t>
      </w:r>
      <w:r w:rsidR="00D8054C">
        <w:rPr>
          <w:rtl/>
        </w:rPr>
        <w:t xml:space="preserve"> - </w:t>
      </w:r>
      <w:r w:rsidRPr="007E0B1D">
        <w:rPr>
          <w:rtl/>
        </w:rPr>
        <w:t>البرقي</w:t>
      </w:r>
    </w:p>
    <w:p w:rsidR="008867CD" w:rsidRPr="007E0B1D" w:rsidRDefault="008867CD" w:rsidP="008867CD">
      <w:pPr>
        <w:pStyle w:val="libNormal"/>
        <w:rPr>
          <w:rtl/>
        </w:rPr>
      </w:pPr>
      <w:r w:rsidRPr="007E0B1D">
        <w:rPr>
          <w:rtl/>
        </w:rPr>
        <w:t>أحمد ابن أبي عبد الله محمّد بن خالد بن عبد الرحمن بن محمّد بن علي الكوفي</w:t>
      </w:r>
      <w:r w:rsidR="00D8054C">
        <w:rPr>
          <w:rtl/>
        </w:rPr>
        <w:t>،</w:t>
      </w:r>
      <w:r w:rsidRPr="007E0B1D">
        <w:rPr>
          <w:rtl/>
        </w:rPr>
        <w:t xml:space="preserve"> القمي</w:t>
      </w:r>
      <w:r w:rsidR="00D8054C">
        <w:rPr>
          <w:rtl/>
        </w:rPr>
        <w:t>،</w:t>
      </w:r>
      <w:r w:rsidRPr="007E0B1D">
        <w:rPr>
          <w:rtl/>
        </w:rPr>
        <w:t xml:space="preserve"> البرقي</w:t>
      </w:r>
      <w:r w:rsidR="00D8054C">
        <w:rPr>
          <w:rtl/>
        </w:rPr>
        <w:t>،</w:t>
      </w:r>
      <w:r w:rsidRPr="007E0B1D">
        <w:rPr>
          <w:rtl/>
        </w:rPr>
        <w:t xml:space="preserve"> أبو جعفر.</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من مشاهير علماء الشيعة الامامية</w:t>
      </w:r>
      <w:r w:rsidR="00D8054C">
        <w:rPr>
          <w:rtl/>
        </w:rPr>
        <w:t>،</w:t>
      </w:r>
      <w:r w:rsidRPr="007E0B1D">
        <w:rPr>
          <w:rtl/>
        </w:rPr>
        <w:t xml:space="preserve"> ومن ثقات محدثيهم</w:t>
      </w:r>
      <w:r w:rsidR="00D8054C">
        <w:rPr>
          <w:rtl/>
        </w:rPr>
        <w:t>،</w:t>
      </w:r>
      <w:r w:rsidRPr="007E0B1D">
        <w:rPr>
          <w:rtl/>
        </w:rPr>
        <w:t xml:space="preserve"> ومن فضلاء فقهائهم</w:t>
      </w:r>
      <w:r w:rsidR="00D8054C">
        <w:rPr>
          <w:rtl/>
        </w:rPr>
        <w:t>،</w:t>
      </w:r>
      <w:r w:rsidRPr="007E0B1D">
        <w:rPr>
          <w:rtl/>
        </w:rPr>
        <w:t xml:space="preserve"> وكان مجتهدا</w:t>
      </w:r>
      <w:r w:rsidR="00D8054C">
        <w:rPr>
          <w:rtl/>
        </w:rPr>
        <w:t>،</w:t>
      </w:r>
      <w:r w:rsidRPr="007E0B1D">
        <w:rPr>
          <w:rtl/>
        </w:rPr>
        <w:t xml:space="preserve"> متضلعا في كثير من العلوم والمعارف</w:t>
      </w:r>
      <w:r w:rsidR="00D8054C">
        <w:rPr>
          <w:rtl/>
        </w:rPr>
        <w:t>،</w:t>
      </w:r>
      <w:r w:rsidRPr="007E0B1D">
        <w:rPr>
          <w:rtl/>
        </w:rPr>
        <w:t xml:space="preserve"> وله فيها تآليف كثيرة تربو على المائة مصنف.</w:t>
      </w:r>
    </w:p>
    <w:p w:rsidR="008867CD" w:rsidRPr="007E0B1D" w:rsidRDefault="008867CD" w:rsidP="008867CD">
      <w:pPr>
        <w:pStyle w:val="libNormal"/>
        <w:rPr>
          <w:rtl/>
        </w:rPr>
      </w:pPr>
      <w:r w:rsidRPr="007E0B1D">
        <w:rPr>
          <w:rtl/>
        </w:rPr>
        <w:t xml:space="preserve">صحب الامامين الجواد والهادي </w:t>
      </w:r>
      <w:r w:rsidR="00D8054C" w:rsidRPr="00D8054C">
        <w:rPr>
          <w:rStyle w:val="libAlaemChar"/>
          <w:rtl/>
        </w:rPr>
        <w:t>عليهما‌السلام</w:t>
      </w:r>
      <w:r w:rsidR="00D8054C">
        <w:rPr>
          <w:rtl/>
        </w:rPr>
        <w:t>،</w:t>
      </w:r>
      <w:r w:rsidRPr="007E0B1D">
        <w:rPr>
          <w:rtl/>
        </w:rPr>
        <w:t xml:space="preserve"> وروى عنهما.</w:t>
      </w:r>
    </w:p>
    <w:p w:rsidR="008867CD" w:rsidRPr="007E0B1D" w:rsidRDefault="008867CD" w:rsidP="008867CD">
      <w:pPr>
        <w:pStyle w:val="libNormal"/>
        <w:rPr>
          <w:rtl/>
        </w:rPr>
      </w:pPr>
      <w:r w:rsidRPr="007E0B1D">
        <w:rPr>
          <w:rtl/>
        </w:rPr>
        <w:t>روى عنه اكثر من 13 من الرواة أمثال</w:t>
      </w:r>
      <w:r w:rsidR="00D8054C">
        <w:rPr>
          <w:rtl/>
        </w:rPr>
        <w:t>:</w:t>
      </w:r>
      <w:r w:rsidRPr="007E0B1D">
        <w:rPr>
          <w:rtl/>
        </w:rPr>
        <w:t xml:space="preserve"> محمّد بن الحسن الصفار</w:t>
      </w:r>
      <w:r w:rsidR="00D8054C">
        <w:rPr>
          <w:rtl/>
        </w:rPr>
        <w:t>،</w:t>
      </w:r>
      <w:r w:rsidRPr="007E0B1D">
        <w:rPr>
          <w:rtl/>
        </w:rPr>
        <w:t xml:space="preserve"> وسهل ابن زياد</w:t>
      </w:r>
      <w:r w:rsidR="00D8054C">
        <w:rPr>
          <w:rtl/>
        </w:rPr>
        <w:t>،</w:t>
      </w:r>
      <w:r w:rsidRPr="007E0B1D">
        <w:rPr>
          <w:rtl/>
        </w:rPr>
        <w:t xml:space="preserve"> وعلي بن الحسين السعدآبادي وغيرهم.</w:t>
      </w:r>
    </w:p>
    <w:p w:rsidR="008867CD" w:rsidRPr="007E0B1D" w:rsidRDefault="008867CD" w:rsidP="008867CD">
      <w:pPr>
        <w:pStyle w:val="libNormal"/>
        <w:rPr>
          <w:rtl/>
        </w:rPr>
      </w:pPr>
      <w:r w:rsidRPr="007E0B1D">
        <w:rPr>
          <w:rtl/>
        </w:rPr>
        <w:t>تردد ذكره في 830 موردا في أسناد الروايات.</w:t>
      </w:r>
    </w:p>
    <w:p w:rsidR="008867CD" w:rsidRPr="007E0B1D" w:rsidRDefault="008867CD" w:rsidP="008867CD">
      <w:pPr>
        <w:pStyle w:val="libNormal"/>
        <w:rPr>
          <w:rtl/>
        </w:rPr>
      </w:pPr>
      <w:r w:rsidRPr="007E0B1D">
        <w:rPr>
          <w:rtl/>
        </w:rPr>
        <w:t>من تآليفه الكثيرة « التراحم والتعاطف »</w:t>
      </w:r>
      <w:r w:rsidR="00D8054C">
        <w:rPr>
          <w:rtl/>
        </w:rPr>
        <w:t>،</w:t>
      </w:r>
      <w:r w:rsidRPr="007E0B1D">
        <w:rPr>
          <w:rtl/>
        </w:rPr>
        <w:t xml:space="preserve"> </w:t>
      </w:r>
      <w:r>
        <w:rPr>
          <w:rtl/>
        </w:rPr>
        <w:t>و «</w:t>
      </w:r>
      <w:r w:rsidRPr="007E0B1D">
        <w:rPr>
          <w:rtl/>
        </w:rPr>
        <w:t xml:space="preserve"> آداب النفس »</w:t>
      </w:r>
      <w:r w:rsidR="00D8054C">
        <w:rPr>
          <w:rtl/>
        </w:rPr>
        <w:t>،</w:t>
      </w:r>
      <w:r w:rsidRPr="007E0B1D">
        <w:rPr>
          <w:rtl/>
        </w:rPr>
        <w:t xml:space="preserve"> </w:t>
      </w:r>
      <w:r>
        <w:rPr>
          <w:rtl/>
        </w:rPr>
        <w:t>و «</w:t>
      </w:r>
      <w:r w:rsidRPr="007E0B1D">
        <w:rPr>
          <w:rtl/>
        </w:rPr>
        <w:t xml:space="preserve"> المحاسن »</w:t>
      </w:r>
      <w:r w:rsidR="00D8054C">
        <w:rPr>
          <w:rtl/>
        </w:rPr>
        <w:t>،</w:t>
      </w:r>
      <w:r w:rsidRPr="007E0B1D">
        <w:rPr>
          <w:rtl/>
        </w:rPr>
        <w:t xml:space="preserve"> </w:t>
      </w:r>
      <w:r>
        <w:rPr>
          <w:rtl/>
        </w:rPr>
        <w:t>و «</w:t>
      </w:r>
      <w:r w:rsidRPr="007E0B1D">
        <w:rPr>
          <w:rtl/>
        </w:rPr>
        <w:t xml:space="preserve"> المكاسب »</w:t>
      </w:r>
      <w:r w:rsidR="00D8054C">
        <w:rPr>
          <w:rtl/>
        </w:rPr>
        <w:t>،</w:t>
      </w:r>
      <w:r w:rsidRPr="007E0B1D">
        <w:rPr>
          <w:rtl/>
        </w:rPr>
        <w:t xml:space="preserve"> </w:t>
      </w:r>
      <w:r>
        <w:rPr>
          <w:rtl/>
        </w:rPr>
        <w:t>و «</w:t>
      </w:r>
      <w:r w:rsidRPr="007E0B1D">
        <w:rPr>
          <w:rtl/>
        </w:rPr>
        <w:t xml:space="preserve"> أدب المعاشرة »</w:t>
      </w:r>
      <w:r w:rsidR="00D8054C">
        <w:rPr>
          <w:rtl/>
        </w:rPr>
        <w:t>،</w:t>
      </w:r>
      <w:r w:rsidRPr="007E0B1D">
        <w:rPr>
          <w:rtl/>
        </w:rPr>
        <w:t xml:space="preserve"> </w:t>
      </w:r>
      <w:r>
        <w:rPr>
          <w:rtl/>
        </w:rPr>
        <w:t>و «</w:t>
      </w:r>
      <w:r w:rsidRPr="007E0B1D">
        <w:rPr>
          <w:rtl/>
        </w:rPr>
        <w:t xml:space="preserve"> الاحتجاج »</w:t>
      </w:r>
      <w:r w:rsidR="00D8054C">
        <w:rPr>
          <w:rtl/>
        </w:rPr>
        <w:t>،</w:t>
      </w:r>
      <w:r w:rsidRPr="007E0B1D">
        <w:rPr>
          <w:rtl/>
        </w:rPr>
        <w:t xml:space="preserve"> </w:t>
      </w:r>
      <w:r>
        <w:rPr>
          <w:rtl/>
        </w:rPr>
        <w:t>و «</w:t>
      </w:r>
      <w:r w:rsidRPr="007E0B1D">
        <w:rPr>
          <w:rtl/>
        </w:rPr>
        <w:t xml:space="preserve"> الزينة »</w:t>
      </w:r>
      <w:r w:rsidR="00D8054C">
        <w:rPr>
          <w:rtl/>
        </w:rPr>
        <w:t>،</w:t>
      </w:r>
      <w:r w:rsidRPr="007E0B1D">
        <w:rPr>
          <w:rtl/>
        </w:rPr>
        <w:t xml:space="preserve"> </w:t>
      </w:r>
      <w:r>
        <w:rPr>
          <w:rtl/>
        </w:rPr>
        <w:t>و «</w:t>
      </w:r>
      <w:r w:rsidRPr="007E0B1D">
        <w:rPr>
          <w:rtl/>
        </w:rPr>
        <w:t xml:space="preserve"> البلدان »</w:t>
      </w:r>
      <w:r w:rsidR="00D8054C">
        <w:rPr>
          <w:rtl/>
        </w:rPr>
        <w:t>،</w:t>
      </w:r>
      <w:r w:rsidRPr="007E0B1D">
        <w:rPr>
          <w:rtl/>
        </w:rPr>
        <w:t xml:space="preserve"> </w:t>
      </w:r>
      <w:r>
        <w:rPr>
          <w:rtl/>
        </w:rPr>
        <w:t>و «</w:t>
      </w:r>
      <w:r w:rsidRPr="007E0B1D">
        <w:rPr>
          <w:rtl/>
        </w:rPr>
        <w:t xml:space="preserve"> المنافع »</w:t>
      </w:r>
      <w:r w:rsidR="00D8054C">
        <w:rPr>
          <w:rtl/>
        </w:rPr>
        <w:t>،</w:t>
      </w:r>
      <w:r w:rsidRPr="007E0B1D">
        <w:rPr>
          <w:rtl/>
        </w:rPr>
        <w:t xml:space="preserve"> </w:t>
      </w:r>
      <w:r>
        <w:rPr>
          <w:rtl/>
        </w:rPr>
        <w:t>و «</w:t>
      </w:r>
      <w:r w:rsidRPr="007E0B1D">
        <w:rPr>
          <w:rtl/>
        </w:rPr>
        <w:t xml:space="preserve"> الرفاهية »</w:t>
      </w:r>
      <w:r w:rsidR="00D8054C">
        <w:rPr>
          <w:rtl/>
        </w:rPr>
        <w:t>،</w:t>
      </w:r>
      <w:r w:rsidRPr="007E0B1D">
        <w:rPr>
          <w:rtl/>
        </w:rPr>
        <w:t xml:space="preserve"> </w:t>
      </w:r>
      <w:r>
        <w:rPr>
          <w:rtl/>
        </w:rPr>
        <w:t>و «</w:t>
      </w:r>
      <w:r w:rsidRPr="007E0B1D">
        <w:rPr>
          <w:rtl/>
        </w:rPr>
        <w:t xml:space="preserve"> الفهم »</w:t>
      </w:r>
      <w:r w:rsidR="00D8054C">
        <w:rPr>
          <w:rtl/>
        </w:rPr>
        <w:t>،</w:t>
      </w:r>
      <w:r w:rsidRPr="007E0B1D">
        <w:rPr>
          <w:rtl/>
        </w:rPr>
        <w:t xml:space="preserve"> </w:t>
      </w:r>
      <w:r>
        <w:rPr>
          <w:rtl/>
        </w:rPr>
        <w:t>و «</w:t>
      </w:r>
      <w:r w:rsidRPr="007E0B1D">
        <w:rPr>
          <w:rtl/>
        </w:rPr>
        <w:t xml:space="preserve"> اختلاف الحديث »</w:t>
      </w:r>
      <w:r w:rsidR="00D8054C">
        <w:rPr>
          <w:rtl/>
        </w:rPr>
        <w:t>،</w:t>
      </w:r>
      <w:r w:rsidRPr="007E0B1D">
        <w:rPr>
          <w:rtl/>
        </w:rPr>
        <w:t xml:space="preserve"> </w:t>
      </w:r>
      <w:r>
        <w:rPr>
          <w:rtl/>
        </w:rPr>
        <w:t>و «</w:t>
      </w:r>
      <w:r w:rsidRPr="007E0B1D">
        <w:rPr>
          <w:rtl/>
        </w:rPr>
        <w:t xml:space="preserve"> العلل »</w:t>
      </w:r>
      <w:r w:rsidR="00D8054C">
        <w:rPr>
          <w:rtl/>
        </w:rPr>
        <w:t>،</w:t>
      </w:r>
      <w:r w:rsidRPr="007E0B1D">
        <w:rPr>
          <w:rtl/>
        </w:rPr>
        <w:t xml:space="preserve"> </w:t>
      </w:r>
      <w:r>
        <w:rPr>
          <w:rtl/>
        </w:rPr>
        <w:t>و «</w:t>
      </w:r>
      <w:r w:rsidRPr="007E0B1D">
        <w:rPr>
          <w:rtl/>
        </w:rPr>
        <w:t xml:space="preserve"> الاخوان »</w:t>
      </w:r>
      <w:r w:rsidR="00D8054C">
        <w:rPr>
          <w:rtl/>
        </w:rPr>
        <w:t>،</w:t>
      </w:r>
      <w:r w:rsidRPr="007E0B1D">
        <w:rPr>
          <w:rtl/>
        </w:rPr>
        <w:t xml:space="preserve"> </w:t>
      </w:r>
      <w:r>
        <w:rPr>
          <w:rtl/>
        </w:rPr>
        <w:t>و «</w:t>
      </w:r>
      <w:r w:rsidRPr="007E0B1D">
        <w:rPr>
          <w:rtl/>
        </w:rPr>
        <w:t xml:space="preserve"> التاريخ »</w:t>
      </w:r>
      <w:r w:rsidR="00D8054C">
        <w:rPr>
          <w:rtl/>
        </w:rPr>
        <w:t>،</w:t>
      </w:r>
      <w:r w:rsidRPr="007E0B1D">
        <w:rPr>
          <w:rtl/>
        </w:rPr>
        <w:t xml:space="preserve"> </w:t>
      </w:r>
      <w:r>
        <w:rPr>
          <w:rtl/>
        </w:rPr>
        <w:t>و «</w:t>
      </w:r>
      <w:r w:rsidRPr="007E0B1D">
        <w:rPr>
          <w:rtl/>
        </w:rPr>
        <w:t xml:space="preserve"> التهذيب »</w:t>
      </w:r>
      <w:r>
        <w:rPr>
          <w:rtl/>
        </w:rPr>
        <w:t>.</w:t>
      </w:r>
    </w:p>
    <w:p w:rsidR="008867CD" w:rsidRPr="007E0B1D" w:rsidRDefault="008867CD" w:rsidP="008867CD">
      <w:pPr>
        <w:pStyle w:val="libNormal"/>
        <w:rPr>
          <w:rtl/>
        </w:rPr>
      </w:pPr>
      <w:r w:rsidRPr="007E0B1D">
        <w:rPr>
          <w:rtl/>
        </w:rPr>
        <w:t>توفي سنة 274 ه‍</w:t>
      </w:r>
      <w:r w:rsidR="00D8054C">
        <w:rPr>
          <w:rtl/>
        </w:rPr>
        <w:t>،</w:t>
      </w:r>
      <w:r w:rsidRPr="007E0B1D">
        <w:rPr>
          <w:rtl/>
        </w:rPr>
        <w:t xml:space="preserve"> وقيل سنة 280 ه‍</w:t>
      </w:r>
      <w:r>
        <w:rPr>
          <w:rtl/>
        </w:rPr>
        <w:t>.</w:t>
      </w:r>
    </w:p>
    <w:p w:rsidR="008867CD" w:rsidRPr="007E0B1D" w:rsidRDefault="008867CD" w:rsidP="008867CD">
      <w:pPr>
        <w:pStyle w:val="libNormal"/>
        <w:rPr>
          <w:rtl/>
        </w:rPr>
      </w:pPr>
      <w:r w:rsidRPr="007E0B1D">
        <w:rPr>
          <w:rtl/>
        </w:rPr>
        <w:t>البرقي نسبة الى برقة</w:t>
      </w:r>
      <w:r w:rsidR="00D8054C">
        <w:rPr>
          <w:rtl/>
        </w:rPr>
        <w:t>،</w:t>
      </w:r>
      <w:r w:rsidRPr="007E0B1D">
        <w:rPr>
          <w:rtl/>
        </w:rPr>
        <w:t xml:space="preserve"> وهي من قرى قم بنواحي الجبل.</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398</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410. فهرست النديم ص 277. جامع الرواة ج 1 ص 63. منتهى المقال ص 41. معجم البلدان ج 1 ص 389. منهج المقال ص 42. نقد الرجال ص 30. سفينة البحار ج 1 ص 72. معجم المؤلفين ج 2 ص 97. كامل الزيارات ص 48 وص 49 وص 79. الأعلام في معجم البلدان ص 97. وسائل الشيعة ج 20 ص 131. هداية المحدثين ص 175. تأسيس الشيعة ص 261. المشتبه ج 1 ص 67. رجال بحر العلوم ج 1 ص 331 وص 332. الأعلام ج 1 ص 195.</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معجم مؤلفي الشيعة ص 68. رجال النجاشي ص 55. رجال الحلي </w:t>
      </w:r>
      <w:r w:rsidR="00D8054C">
        <w:rPr>
          <w:rtl/>
        </w:rPr>
        <w:t>(</w:t>
      </w:r>
      <w:r w:rsidRPr="007E0B1D">
        <w:rPr>
          <w:rtl/>
        </w:rPr>
        <w:t>قسم الثقات</w:t>
      </w:r>
      <w:r w:rsidR="00D8054C">
        <w:rPr>
          <w:rtl/>
        </w:rPr>
        <w:t>)</w:t>
      </w:r>
      <w:r w:rsidRPr="007E0B1D">
        <w:rPr>
          <w:rtl/>
        </w:rPr>
        <w:t xml:space="preserve"> ص 14. لسان الميزان ج 1 ص 262. معجم الرجال الحديث ج 2 ص 229</w:t>
      </w:r>
      <w:r w:rsidR="00D8054C">
        <w:rPr>
          <w:rtl/>
        </w:rPr>
        <w:t xml:space="preserve"> - </w:t>
      </w:r>
      <w:r w:rsidRPr="007E0B1D">
        <w:rPr>
          <w:rtl/>
        </w:rPr>
        <w:t>ص 230 وص 260 وص 261</w:t>
      </w:r>
      <w:r w:rsidR="00D8054C">
        <w:rPr>
          <w:rtl/>
        </w:rPr>
        <w:t xml:space="preserve"> - </w:t>
      </w:r>
      <w:r w:rsidRPr="007E0B1D">
        <w:rPr>
          <w:rtl/>
        </w:rPr>
        <w:t xml:space="preserve">ص 271. رجال ابن داود </w:t>
      </w:r>
      <w:r w:rsidR="00D8054C">
        <w:rPr>
          <w:rtl/>
        </w:rPr>
        <w:t>(</w:t>
      </w:r>
      <w:r w:rsidRPr="007E0B1D">
        <w:rPr>
          <w:rtl/>
        </w:rPr>
        <w:t>قسم الثقات</w:t>
      </w:r>
      <w:r w:rsidR="00D8054C">
        <w:rPr>
          <w:rtl/>
        </w:rPr>
        <w:t>)</w:t>
      </w:r>
      <w:r w:rsidRPr="007E0B1D">
        <w:rPr>
          <w:rtl/>
        </w:rPr>
        <w:t xml:space="preserve"> ص 43 وص 229. مستطرفات السرائر ص 97 وص 151. رجال البرقي في أصحاب الجواد </w:t>
      </w:r>
      <w:r w:rsidR="00D8054C" w:rsidRPr="00D8054C">
        <w:rPr>
          <w:rStyle w:val="libAlaemChar"/>
          <w:rtl/>
        </w:rPr>
        <w:t>عليه‌السلام</w:t>
      </w:r>
      <w:r w:rsidRPr="007E0B1D">
        <w:rPr>
          <w:rtl/>
        </w:rPr>
        <w:t xml:space="preserve"> ص 57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59.</w:t>
      </w:r>
      <w:r>
        <w:rPr>
          <w:rFonts w:hint="cs"/>
          <w:rtl/>
        </w:rPr>
        <w:t xml:space="preserve"> </w:t>
      </w:r>
      <w:r w:rsidRPr="007E0B1D">
        <w:rPr>
          <w:rtl/>
        </w:rPr>
        <w:t xml:space="preserve">توضيح الاشتباه ص 40. بهجة الآمال ج 2 ص 119. الاختصاص ص 2 وص 10 وص 14 وص 52 وص 65 وص 222 وص 235 وص 310 وص 368. العندبيل ج 1 ص 29. الجامع في الرجال ج 1 ص 163. الخصال راجع فهرسته. معالم العلماء ص 11. روضات الجنات ج 1 ص 44. مجمع الرجال ج 1 ص 138 وص 139 وص 141. معجم الثقات ص 11. ريحانة الأدب </w:t>
      </w:r>
      <w:r w:rsidR="00D8054C">
        <w:rPr>
          <w:rtl/>
        </w:rPr>
        <w:t>(</w:t>
      </w:r>
      <w:r w:rsidRPr="007E0B1D">
        <w:rPr>
          <w:rtl/>
        </w:rPr>
        <w:t>فارسي</w:t>
      </w:r>
      <w:r w:rsidR="00D8054C">
        <w:rPr>
          <w:rtl/>
        </w:rPr>
        <w:t>)</w:t>
      </w:r>
      <w:r w:rsidRPr="007E0B1D">
        <w:rPr>
          <w:rtl/>
        </w:rPr>
        <w:t xml:space="preserve"> ج 1 ص 250. اتقان المقال ص 16. الكافي ج 1 ص 42 وص 43 وص 58 وص 441 وص 442</w:t>
      </w:r>
      <w:r w:rsidR="00D8054C">
        <w:rPr>
          <w:rtl/>
        </w:rPr>
        <w:t>،</w:t>
      </w:r>
      <w:r w:rsidRPr="007E0B1D">
        <w:rPr>
          <w:rtl/>
        </w:rPr>
        <w:t xml:space="preserve"> وج 2 ص 52 وص 53 وص 292 وص 482 وص 483</w:t>
      </w:r>
      <w:r w:rsidR="00D8054C">
        <w:rPr>
          <w:rtl/>
        </w:rPr>
        <w:t>،</w:t>
      </w:r>
      <w:r w:rsidRPr="007E0B1D">
        <w:rPr>
          <w:rtl/>
        </w:rPr>
        <w:t xml:space="preserve"> وج 3 ص 9 وص 10 وص 171 وص 476</w:t>
      </w:r>
      <w:r w:rsidR="00D8054C">
        <w:rPr>
          <w:rtl/>
        </w:rPr>
        <w:t>،</w:t>
      </w:r>
      <w:r w:rsidRPr="007E0B1D">
        <w:rPr>
          <w:rtl/>
        </w:rPr>
        <w:t xml:space="preserve"> وج 4 ص 2 وص 480</w:t>
      </w:r>
      <w:r w:rsidR="00D8054C">
        <w:rPr>
          <w:rtl/>
        </w:rPr>
        <w:t>،</w:t>
      </w:r>
      <w:r w:rsidRPr="007E0B1D">
        <w:rPr>
          <w:rtl/>
        </w:rPr>
        <w:t xml:space="preserve"> وج 5 ص 250 وص 324 وص 357 وص 362 وص 410 وص 411 وص 428</w:t>
      </w:r>
      <w:r w:rsidR="00D8054C">
        <w:rPr>
          <w:rtl/>
        </w:rPr>
        <w:t>،</w:t>
      </w:r>
      <w:r w:rsidRPr="007E0B1D">
        <w:rPr>
          <w:rtl/>
        </w:rPr>
        <w:t xml:space="preserve"> وج 6 ص 52 وص 74 وص 133 وص 224 وص 225</w:t>
      </w:r>
      <w:r w:rsidR="00D8054C">
        <w:rPr>
          <w:rtl/>
        </w:rPr>
        <w:t>،</w:t>
      </w:r>
      <w:r w:rsidRPr="007E0B1D">
        <w:rPr>
          <w:rtl/>
        </w:rPr>
        <w:t xml:space="preserve"> وج 7 ص 388. فهرست الطوسي ص 20.</w:t>
      </w:r>
      <w:r>
        <w:rPr>
          <w:rFonts w:hint="cs"/>
          <w:rtl/>
        </w:rPr>
        <w:t xml:space="preserve"> </w:t>
      </w:r>
      <w:r w:rsidRPr="007E0B1D">
        <w:rPr>
          <w:rtl/>
        </w:rPr>
        <w:t>رجال الكشي ص 4 وص 219 وص 274 وص 284 وص 461 وص 557.</w:t>
      </w:r>
      <w:r>
        <w:rPr>
          <w:rFonts w:hint="cs"/>
          <w:rtl/>
        </w:rPr>
        <w:t xml:space="preserve"> </w:t>
      </w:r>
      <w:r w:rsidRPr="007E0B1D">
        <w:rPr>
          <w:rtl/>
        </w:rPr>
        <w:t>الذريعة ج 1 ص 382</w:t>
      </w:r>
      <w:r w:rsidR="00D8054C">
        <w:rPr>
          <w:rtl/>
        </w:rPr>
        <w:t>،</w:t>
      </w:r>
      <w:r w:rsidRPr="007E0B1D">
        <w:rPr>
          <w:rtl/>
        </w:rPr>
        <w:t xml:space="preserve"> وج 3 ص 145</w:t>
      </w:r>
      <w:r w:rsidR="00D8054C">
        <w:rPr>
          <w:rtl/>
        </w:rPr>
        <w:t>،</w:t>
      </w:r>
      <w:r w:rsidRPr="007E0B1D">
        <w:rPr>
          <w:rtl/>
        </w:rPr>
        <w:t xml:space="preserve"> وج 20 ص 122</w:t>
      </w:r>
      <w:r w:rsidR="00D8054C">
        <w:rPr>
          <w:rtl/>
        </w:rPr>
        <w:t>،</w:t>
      </w:r>
      <w:r w:rsidRPr="007E0B1D">
        <w:rPr>
          <w:rtl/>
        </w:rPr>
        <w:t xml:space="preserve"> وج 24 ص 379 وغيرها. التوحيد ص 18 وص 21 وص 30 وص 31 وص 48 وص 69 وص 99 وص 103 وص 104 وص 105 وص 118 وص 124 وص 126 وص 127 وص 130 وص 140 وص 147 وص 150 وص 165 وص 167 وص 174 وص 285 وص 312 وص 317 وص 351 وص 354 وص 357 وص 360 وص 383 وص 401 وص 402 وص 405 وص 408 وص 411 وص 413.</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التهذيب ج 1 ص 172</w:t>
      </w:r>
      <w:r w:rsidR="00D8054C">
        <w:rPr>
          <w:rtl/>
        </w:rPr>
        <w:t>،</w:t>
      </w:r>
      <w:r w:rsidRPr="007E0B1D">
        <w:rPr>
          <w:rtl/>
        </w:rPr>
        <w:t xml:space="preserve"> وج 3 ص 244</w:t>
      </w:r>
      <w:r w:rsidR="00D8054C">
        <w:rPr>
          <w:rtl/>
        </w:rPr>
        <w:t>،</w:t>
      </w:r>
      <w:r w:rsidRPr="007E0B1D">
        <w:rPr>
          <w:rtl/>
        </w:rPr>
        <w:t xml:space="preserve"> وج 6 ص 261</w:t>
      </w:r>
      <w:r w:rsidR="00D8054C">
        <w:rPr>
          <w:rtl/>
        </w:rPr>
        <w:t>،</w:t>
      </w:r>
      <w:r w:rsidRPr="007E0B1D">
        <w:rPr>
          <w:rtl/>
        </w:rPr>
        <w:t xml:space="preserve"> وج 7 ص 111 وص 428 وص 429 وص 447</w:t>
      </w:r>
      <w:r w:rsidR="00D8054C">
        <w:rPr>
          <w:rtl/>
        </w:rPr>
        <w:t>،</w:t>
      </w:r>
      <w:r w:rsidRPr="007E0B1D">
        <w:rPr>
          <w:rtl/>
        </w:rPr>
        <w:t xml:space="preserve"> وج 8 ص 6 وص 43. الاستبصار ج 1 ص 149</w:t>
      </w:r>
      <w:r w:rsidR="00D8054C">
        <w:rPr>
          <w:rtl/>
        </w:rPr>
        <w:t>،</w:t>
      </w:r>
      <w:r w:rsidRPr="007E0B1D">
        <w:rPr>
          <w:rtl/>
        </w:rPr>
        <w:t xml:space="preserve"> وج 3 ص 251 وص 257. أعيان الشيعة ج 3 ص 105. كشف الحجب والأستار ص 33 وص 62 وص 126 وص 490 وص 548. هدية العارفين ج 1 ص 67.</w:t>
      </w:r>
      <w:r>
        <w:rPr>
          <w:rFonts w:hint="cs"/>
          <w:rtl/>
        </w:rPr>
        <w:t xml:space="preserve"> </w:t>
      </w:r>
      <w:r w:rsidRPr="007E0B1D">
        <w:rPr>
          <w:rtl/>
        </w:rPr>
        <w:t xml:space="preserve">الموسوعة الاسلامية ج 2 ص 247. فوائد الرضوية </w:t>
      </w:r>
      <w:r w:rsidR="00D8054C">
        <w:rPr>
          <w:rtl/>
        </w:rPr>
        <w:t>(</w:t>
      </w:r>
      <w:r w:rsidRPr="007E0B1D">
        <w:rPr>
          <w:rtl/>
        </w:rPr>
        <w:t>فارسي</w:t>
      </w:r>
      <w:r w:rsidR="00D8054C">
        <w:rPr>
          <w:rtl/>
        </w:rPr>
        <w:t>)</w:t>
      </w:r>
      <w:r w:rsidRPr="007E0B1D">
        <w:rPr>
          <w:rtl/>
        </w:rPr>
        <w:t xml:space="preserve"> ص 29. تتمة المنتهى </w:t>
      </w:r>
      <w:r w:rsidR="00D8054C">
        <w:rPr>
          <w:rtl/>
        </w:rPr>
        <w:t>(</w:t>
      </w:r>
      <w:r w:rsidRPr="007E0B1D">
        <w:rPr>
          <w:rtl/>
        </w:rPr>
        <w:t>فارسي</w:t>
      </w:r>
      <w:r w:rsidR="00D8054C">
        <w:rPr>
          <w:rtl/>
        </w:rPr>
        <w:t>)</w:t>
      </w:r>
      <w:r w:rsidRPr="007E0B1D">
        <w:rPr>
          <w:rtl/>
        </w:rPr>
        <w:t xml:space="preserve"> ص 357. تنقيح المقال ج 1 ص 82. الكنى والألقاب ج 2 ص 69. هدية الأحباب </w:t>
      </w:r>
      <w:r w:rsidR="00D8054C">
        <w:rPr>
          <w:rtl/>
        </w:rPr>
        <w:t>(</w:t>
      </w:r>
      <w:r w:rsidRPr="007E0B1D">
        <w:rPr>
          <w:rtl/>
        </w:rPr>
        <w:t>فارسي</w:t>
      </w:r>
      <w:r w:rsidR="00D8054C">
        <w:rPr>
          <w:rtl/>
        </w:rPr>
        <w:t>)</w:t>
      </w:r>
      <w:r w:rsidRPr="007E0B1D">
        <w:rPr>
          <w:rtl/>
        </w:rPr>
        <w:t xml:space="preserve"> ص 105. رجال الأنصاري ص 26. طرائف المقال ج 1 ص 222 وص 225. الوجيزة ص 5. اتقان المقال ص 16. ثقات الرواة للشهرستاني ص 10.</w:t>
      </w:r>
    </w:p>
    <w:p w:rsidR="008867CD" w:rsidRPr="007E0B1D" w:rsidRDefault="008867CD" w:rsidP="008867CD">
      <w:pPr>
        <w:pStyle w:val="libBold1"/>
        <w:rPr>
          <w:rtl/>
        </w:rPr>
      </w:pPr>
      <w:r w:rsidRPr="007E0B1D">
        <w:rPr>
          <w:rtl/>
        </w:rPr>
        <w:t>20</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أحمد بن محمّد بن عبيد الله الأشعري</w:t>
      </w:r>
      <w:r w:rsidR="00D8054C">
        <w:rPr>
          <w:rtl/>
        </w:rPr>
        <w:t>،</w:t>
      </w:r>
      <w:r w:rsidRPr="007E0B1D">
        <w:rPr>
          <w:rtl/>
        </w:rPr>
        <w:t xml:space="preserve"> القمي.</w:t>
      </w:r>
    </w:p>
    <w:p w:rsidR="008867CD" w:rsidRPr="007E0B1D" w:rsidRDefault="008867CD" w:rsidP="008867CD">
      <w:pPr>
        <w:pStyle w:val="libNormal"/>
        <w:rPr>
          <w:rtl/>
        </w:rPr>
      </w:pPr>
      <w:r w:rsidRPr="007E0B1D">
        <w:rPr>
          <w:rtl/>
        </w:rPr>
        <w:t>من ثقات محدثي وفقهاء الشيعة الامامية</w:t>
      </w:r>
      <w:r w:rsidR="00D8054C">
        <w:rPr>
          <w:rtl/>
        </w:rPr>
        <w:t>،</w:t>
      </w:r>
      <w:r w:rsidRPr="007E0B1D">
        <w:rPr>
          <w:rtl/>
        </w:rPr>
        <w:t xml:space="preserve"> له كتاب « النوادر »</w:t>
      </w:r>
      <w:r>
        <w:rPr>
          <w:rtl/>
        </w:rPr>
        <w:t>.</w:t>
      </w:r>
    </w:p>
    <w:p w:rsidR="008867CD" w:rsidRPr="007E0B1D" w:rsidRDefault="008867CD" w:rsidP="008867CD">
      <w:pPr>
        <w:pStyle w:val="libNormal"/>
        <w:rPr>
          <w:rtl/>
        </w:rPr>
      </w:pPr>
      <w:r w:rsidRPr="007E0B1D">
        <w:rPr>
          <w:rtl/>
        </w:rPr>
        <w:t xml:space="preserve">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ابنه عبيد الله.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397</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أيضا ص 399. معالم العلماء ص 24. رجال البرقي في أصحاب الجواد </w:t>
      </w:r>
      <w:r w:rsidR="00D8054C" w:rsidRPr="00D8054C">
        <w:rPr>
          <w:rStyle w:val="libAlaemChar"/>
          <w:rtl/>
        </w:rPr>
        <w:t>عليه‌السلام</w:t>
      </w:r>
      <w:r w:rsidRPr="007E0B1D">
        <w:rPr>
          <w:rtl/>
        </w:rPr>
        <w:t xml:space="preserve"> ص 57. الجامع في الرجال ج 1 ص 174. العندبيل ج 1 ص 31. جامع الرواة ج 1 ص 68. معجم رجال الحديث ج 2 ص 287 وص 288. نقد الرجال ص 32. رجال ابن داود </w:t>
      </w:r>
      <w:r w:rsidR="00D8054C">
        <w:rPr>
          <w:rtl/>
        </w:rPr>
        <w:t>(</w:t>
      </w:r>
      <w:r w:rsidRPr="007E0B1D">
        <w:rPr>
          <w:rtl/>
        </w:rPr>
        <w:t>قسم الثقات</w:t>
      </w:r>
      <w:r w:rsidR="00D8054C">
        <w:rPr>
          <w:rtl/>
        </w:rPr>
        <w:t>)</w:t>
      </w:r>
      <w:r w:rsidRPr="007E0B1D">
        <w:rPr>
          <w:rtl/>
        </w:rPr>
        <w:t xml:space="preserve"> ص 44. هداية المحدثين ص 177.</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مجمع الرجال ج 1 ص 151. معجم الثقات ص 12. رجال النجاشي ص 58.</w:t>
      </w:r>
      <w:r>
        <w:rPr>
          <w:rFonts w:hint="cs"/>
          <w:rtl/>
        </w:rPr>
        <w:t xml:space="preserve"> </w:t>
      </w:r>
      <w:r w:rsidRPr="007E0B1D">
        <w:rPr>
          <w:rtl/>
        </w:rPr>
        <w:t xml:space="preserve">أعيان الشيعة ج 3 ص 125. وسائل الشيعة ج 20 ص 131. تنقيح المقال ج 1 ص 88. رجال الحلي </w:t>
      </w:r>
      <w:r w:rsidR="00D8054C">
        <w:rPr>
          <w:rtl/>
        </w:rPr>
        <w:t>(</w:t>
      </w:r>
      <w:r w:rsidRPr="007E0B1D">
        <w:rPr>
          <w:rtl/>
        </w:rPr>
        <w:t>قسم الثقات</w:t>
      </w:r>
      <w:r w:rsidR="00D8054C">
        <w:rPr>
          <w:rtl/>
        </w:rPr>
        <w:t>)</w:t>
      </w:r>
      <w:r w:rsidRPr="007E0B1D">
        <w:rPr>
          <w:rtl/>
        </w:rPr>
        <w:t xml:space="preserve"> ص 19. الذريعة ج 24 ص 321. بهجة الآمال ج 2 ص 139. منتهى المقال ص 43</w:t>
      </w:r>
      <w:r w:rsidR="00D8054C">
        <w:rPr>
          <w:rtl/>
        </w:rPr>
        <w:t>:</w:t>
      </w:r>
      <w:r w:rsidRPr="007E0B1D">
        <w:rPr>
          <w:rtl/>
        </w:rPr>
        <w:t xml:space="preserve"> طرائف المقال ج 1 ص 280. اتقان المقال ص 19. منهج المقال ص 45. الوجيزة ص 5.</w:t>
      </w:r>
    </w:p>
    <w:p w:rsidR="008867CD" w:rsidRPr="007E0B1D" w:rsidRDefault="008867CD" w:rsidP="008867CD">
      <w:pPr>
        <w:pStyle w:val="libCenterBold1"/>
        <w:rPr>
          <w:rtl/>
        </w:rPr>
      </w:pPr>
      <w:r w:rsidRPr="007E0B1D">
        <w:rPr>
          <w:rtl/>
        </w:rPr>
        <w:t>21</w:t>
      </w:r>
      <w:r w:rsidR="00D8054C">
        <w:rPr>
          <w:rtl/>
        </w:rPr>
        <w:t xml:space="preserve"> - </w:t>
      </w:r>
      <w:r w:rsidRPr="007E0B1D">
        <w:rPr>
          <w:rtl/>
        </w:rPr>
        <w:t>البزنطي</w:t>
      </w:r>
    </w:p>
    <w:p w:rsidR="008867CD" w:rsidRPr="007E0B1D" w:rsidRDefault="008867CD" w:rsidP="008867CD">
      <w:pPr>
        <w:pStyle w:val="libNormal"/>
        <w:rPr>
          <w:rtl/>
        </w:rPr>
      </w:pPr>
      <w:r w:rsidRPr="007E0B1D">
        <w:rPr>
          <w:rtl/>
        </w:rPr>
        <w:t>أحمد بن محمّد بن عمرو ابن أبي نصر زيد الكوفي</w:t>
      </w:r>
      <w:r w:rsidR="00D8054C">
        <w:rPr>
          <w:rtl/>
        </w:rPr>
        <w:t>،</w:t>
      </w:r>
      <w:r w:rsidRPr="007E0B1D">
        <w:rPr>
          <w:rtl/>
        </w:rPr>
        <w:t xml:space="preserve"> مولى السكون</w:t>
      </w:r>
      <w:r w:rsidR="00D8054C">
        <w:rPr>
          <w:rtl/>
        </w:rPr>
        <w:t>،</w:t>
      </w:r>
      <w:r w:rsidRPr="007E0B1D">
        <w:rPr>
          <w:rtl/>
        </w:rPr>
        <w:t xml:space="preserve"> وقيل مولى السكوني</w:t>
      </w:r>
      <w:r w:rsidR="00D8054C">
        <w:rPr>
          <w:rtl/>
        </w:rPr>
        <w:t>،</w:t>
      </w:r>
      <w:r w:rsidRPr="007E0B1D">
        <w:rPr>
          <w:rtl/>
        </w:rPr>
        <w:t xml:space="preserve"> المشهور بالبزنطي</w:t>
      </w:r>
      <w:r w:rsidR="00D8054C">
        <w:rPr>
          <w:rtl/>
        </w:rPr>
        <w:t>،</w:t>
      </w:r>
      <w:r w:rsidRPr="007E0B1D">
        <w:rPr>
          <w:rtl/>
        </w:rPr>
        <w:t xml:space="preserve"> أبو علي</w:t>
      </w:r>
      <w:r w:rsidR="00D8054C">
        <w:rPr>
          <w:rtl/>
        </w:rPr>
        <w:t>،</w:t>
      </w:r>
      <w:r w:rsidRPr="007E0B1D">
        <w:rPr>
          <w:rtl/>
        </w:rPr>
        <w:t xml:space="preserve"> وقيل أبو جعفر.</w:t>
      </w:r>
    </w:p>
    <w:p w:rsidR="008867CD" w:rsidRPr="007E0B1D" w:rsidRDefault="008867CD" w:rsidP="008867CD">
      <w:pPr>
        <w:pStyle w:val="libNormal"/>
        <w:rPr>
          <w:rtl/>
        </w:rPr>
      </w:pPr>
      <w:r w:rsidRPr="007E0B1D">
        <w:rPr>
          <w:rtl/>
        </w:rPr>
        <w:t>من كبار علماء الشيعة الامامية</w:t>
      </w:r>
      <w:r w:rsidR="00D8054C">
        <w:rPr>
          <w:rtl/>
        </w:rPr>
        <w:t>،</w:t>
      </w:r>
      <w:r w:rsidRPr="007E0B1D">
        <w:rPr>
          <w:rtl/>
        </w:rPr>
        <w:t xml:space="preserve"> وكان محدثا ثقة</w:t>
      </w:r>
      <w:r w:rsidR="00D8054C">
        <w:rPr>
          <w:rtl/>
        </w:rPr>
        <w:t>،</w:t>
      </w:r>
      <w:r w:rsidRPr="007E0B1D">
        <w:rPr>
          <w:rtl/>
        </w:rPr>
        <w:t xml:space="preserve"> فقيها فاضلا</w:t>
      </w:r>
      <w:r w:rsidR="00D8054C">
        <w:rPr>
          <w:rtl/>
        </w:rPr>
        <w:t>،</w:t>
      </w:r>
      <w:r w:rsidRPr="007E0B1D">
        <w:rPr>
          <w:rtl/>
        </w:rPr>
        <w:t xml:space="preserve"> مجتهدا جليل القدر</w:t>
      </w:r>
      <w:r w:rsidR="00D8054C">
        <w:rPr>
          <w:rtl/>
        </w:rPr>
        <w:t>،</w:t>
      </w:r>
      <w:r w:rsidRPr="007E0B1D">
        <w:rPr>
          <w:rtl/>
        </w:rPr>
        <w:t xml:space="preserve"> وفي عداد العلماء الذين أجمع مشايخنا على التصحيح ما يصح عنه وأقروا بفقهه</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كان في أول أمره واقفيا</w:t>
      </w:r>
      <w:r w:rsidR="00D8054C">
        <w:rPr>
          <w:rtl/>
        </w:rPr>
        <w:t>،</w:t>
      </w:r>
      <w:r w:rsidRPr="007E0B1D">
        <w:rPr>
          <w:rtl/>
        </w:rPr>
        <w:t xml:space="preserve"> ثم استبصر وعرف الحق فالتحق بركب الامامية وقال بامامة الامام الرضا </w:t>
      </w:r>
      <w:r w:rsidR="00D8054C" w:rsidRPr="00D8054C">
        <w:rPr>
          <w:rStyle w:val="libAlaemChar"/>
          <w:rtl/>
        </w:rPr>
        <w:t>عليه‌السلام</w:t>
      </w:r>
      <w:r w:rsidRPr="007E0B1D">
        <w:rPr>
          <w:rtl/>
        </w:rPr>
        <w:t xml:space="preserve"> ومن بعده من الأئمة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 جملة من متون الروايات بلغت حوالي 717 موردا.</w:t>
      </w:r>
    </w:p>
    <w:p w:rsidR="008867CD" w:rsidRPr="007E0B1D" w:rsidRDefault="008867CD" w:rsidP="008867CD">
      <w:pPr>
        <w:pStyle w:val="libNormal"/>
        <w:rPr>
          <w:rtl/>
        </w:rPr>
      </w:pPr>
      <w:r w:rsidRPr="007E0B1D">
        <w:rPr>
          <w:rtl/>
        </w:rPr>
        <w:t>روى عنه اكثر من 46 من الرواة أمثال</w:t>
      </w:r>
      <w:r w:rsidR="00D8054C">
        <w:rPr>
          <w:rtl/>
        </w:rPr>
        <w:t>:</w:t>
      </w:r>
      <w:r w:rsidRPr="007E0B1D">
        <w:rPr>
          <w:rtl/>
        </w:rPr>
        <w:t xml:space="preserve"> الحسن بن موسى الخشاب</w:t>
      </w:r>
      <w:r w:rsidR="00D8054C">
        <w:rPr>
          <w:rtl/>
        </w:rPr>
        <w:t>،</w:t>
      </w:r>
      <w:r w:rsidRPr="007E0B1D">
        <w:rPr>
          <w:rtl/>
        </w:rPr>
        <w:t xml:space="preserve"> وأحمد بن محمّد البرقي</w:t>
      </w:r>
      <w:r w:rsidR="00D8054C">
        <w:rPr>
          <w:rtl/>
        </w:rPr>
        <w:t>،</w:t>
      </w:r>
      <w:r w:rsidRPr="007E0B1D">
        <w:rPr>
          <w:rtl/>
        </w:rPr>
        <w:t xml:space="preserve"> ويحيى بن سعيد الأهوازي وأمثالهم.</w:t>
      </w:r>
    </w:p>
    <w:p w:rsidR="008867CD" w:rsidRPr="007E0B1D" w:rsidRDefault="008867CD" w:rsidP="008867CD">
      <w:pPr>
        <w:pStyle w:val="libNormal"/>
        <w:rPr>
          <w:rtl/>
        </w:rPr>
      </w:pPr>
      <w:r w:rsidRPr="007E0B1D">
        <w:rPr>
          <w:rtl/>
        </w:rPr>
        <w:t>من اثاره التي وصلت إلينا كتاب « الجامع »</w:t>
      </w:r>
      <w:r w:rsidR="00D8054C">
        <w:rPr>
          <w:rtl/>
        </w:rPr>
        <w:t>،</w:t>
      </w:r>
      <w:r w:rsidRPr="007E0B1D">
        <w:rPr>
          <w:rtl/>
        </w:rPr>
        <w:t xml:space="preserve"> وكتابين تحت اسم « النوادر »</w:t>
      </w:r>
      <w:r>
        <w:rPr>
          <w:rtl/>
        </w:rPr>
        <w:t>.</w:t>
      </w:r>
    </w:p>
    <w:p w:rsidR="008867CD" w:rsidRPr="007E0B1D" w:rsidRDefault="008867CD" w:rsidP="008867CD">
      <w:pPr>
        <w:pStyle w:val="libNormal"/>
        <w:rPr>
          <w:rtl/>
        </w:rPr>
      </w:pPr>
      <w:r w:rsidRPr="007E0B1D">
        <w:rPr>
          <w:rtl/>
        </w:rPr>
        <w:t>توفي سنة 221 ه‍</w:t>
      </w:r>
      <w:r>
        <w:rPr>
          <w:rtl/>
        </w:rPr>
        <w:t>.</w:t>
      </w:r>
    </w:p>
    <w:p w:rsidR="008867CD" w:rsidRPr="007E0B1D" w:rsidRDefault="008867CD" w:rsidP="008867CD">
      <w:pPr>
        <w:pStyle w:val="libNormal"/>
        <w:rPr>
          <w:rtl/>
        </w:rPr>
      </w:pPr>
      <w:r w:rsidRPr="007E0B1D">
        <w:rPr>
          <w:rtl/>
        </w:rPr>
        <w:t>البزنطي نسبة الى بزنط</w:t>
      </w:r>
      <w:r w:rsidR="00D8054C">
        <w:rPr>
          <w:rtl/>
        </w:rPr>
        <w:t>،</w:t>
      </w:r>
      <w:r w:rsidRPr="007E0B1D">
        <w:rPr>
          <w:rtl/>
        </w:rPr>
        <w:t xml:space="preserve"> وهو موضع وإليه تنسب الثياب البزنطية.</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الكاظم </w:t>
      </w:r>
      <w:r w:rsidR="00D8054C" w:rsidRPr="00D8054C">
        <w:rPr>
          <w:rStyle w:val="libAlaemChar"/>
          <w:rtl/>
        </w:rPr>
        <w:t>عليه‌السلام</w:t>
      </w:r>
      <w:r w:rsidRPr="007E0B1D">
        <w:rPr>
          <w:rtl/>
        </w:rPr>
        <w:t xml:space="preserve"> ص 344</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366</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397. جامع الرواة ج 1 ص 59.</w:t>
      </w:r>
      <w:r>
        <w:rPr>
          <w:rFonts w:hint="cs"/>
          <w:rtl/>
        </w:rPr>
        <w:t xml:space="preserve"> </w:t>
      </w:r>
      <w:r w:rsidRPr="007E0B1D">
        <w:rPr>
          <w:rtl/>
        </w:rPr>
        <w:t xml:space="preserve">أعيان الشيعة ج 3 ص 140. الخصال ج 1 ص 116. تتمة المنتهى </w:t>
      </w:r>
      <w:r w:rsidR="00D8054C">
        <w:rPr>
          <w:rtl/>
        </w:rPr>
        <w:t>(</w:t>
      </w:r>
      <w:r w:rsidRPr="007E0B1D">
        <w:rPr>
          <w:rtl/>
        </w:rPr>
        <w:t>فارسي</w:t>
      </w:r>
      <w:r w:rsidR="00D8054C">
        <w:rPr>
          <w:rtl/>
        </w:rPr>
        <w:t>)</w:t>
      </w:r>
      <w:r w:rsidRPr="007E0B1D">
        <w:rPr>
          <w:rtl/>
        </w:rPr>
        <w:t xml:space="preserve"> ص 304. الاختصاص ص 22 وص 221 وص 237 وص 286 وص 312 وص 323 وص 328. معجم الثقات ص 10. فهرست النديم ص 276. اتقان المقال ص 14. الجامع في الرجال ج 1 ص 153. لسان الميزان ج 1 ص 261 وفيه السكري بدل السكوني. عيون أخبار الرضا </w:t>
      </w:r>
      <w:r w:rsidR="00D8054C" w:rsidRPr="00D8054C">
        <w:rPr>
          <w:rStyle w:val="libAlaemChar"/>
          <w:rtl/>
        </w:rPr>
        <w:t>عليه‌السلام</w:t>
      </w:r>
      <w:r w:rsidRPr="007E0B1D">
        <w:rPr>
          <w:rtl/>
        </w:rPr>
        <w:t xml:space="preserve"> ج 2 ص 257. روضة المتقين ج 14 ص 332. الكنى والألقاب ج 2 ص 71. نضد الإيضاح ص 36.</w:t>
      </w:r>
      <w:r>
        <w:rPr>
          <w:rFonts w:hint="cs"/>
          <w:rtl/>
        </w:rPr>
        <w:t xml:space="preserve"> </w:t>
      </w:r>
      <w:r w:rsidRPr="007E0B1D">
        <w:rPr>
          <w:rtl/>
        </w:rPr>
        <w:t xml:space="preserve">ريحانة الأدب </w:t>
      </w:r>
      <w:r w:rsidR="00D8054C">
        <w:rPr>
          <w:rtl/>
        </w:rPr>
        <w:t>(</w:t>
      </w:r>
      <w:r w:rsidRPr="007E0B1D">
        <w:rPr>
          <w:rtl/>
        </w:rPr>
        <w:t>فارسي</w:t>
      </w:r>
      <w:r w:rsidR="00D8054C">
        <w:rPr>
          <w:rtl/>
        </w:rPr>
        <w:t>)</w:t>
      </w:r>
      <w:r w:rsidRPr="007E0B1D">
        <w:rPr>
          <w:rtl/>
        </w:rPr>
        <w:t xml:space="preserve"> ج 1 ص 257. الاستبصار ج 1 ص 147 وص 228 وص 410</w:t>
      </w:r>
      <w:r w:rsidR="00D8054C">
        <w:rPr>
          <w:rtl/>
        </w:rPr>
        <w:t>،</w:t>
      </w:r>
      <w:r w:rsidRPr="007E0B1D">
        <w:rPr>
          <w:rtl/>
        </w:rPr>
        <w:t xml:space="preserve"> وج 2 ص 155 وص 190</w:t>
      </w:r>
      <w:r w:rsidR="00D8054C">
        <w:rPr>
          <w:rtl/>
        </w:rPr>
        <w:t>،</w:t>
      </w:r>
      <w:r w:rsidRPr="007E0B1D">
        <w:rPr>
          <w:rtl/>
        </w:rPr>
        <w:t xml:space="preserve"> وج 3 ص 343. منهج المقال ص 46.</w:t>
      </w:r>
      <w:r>
        <w:rPr>
          <w:rFonts w:hint="cs"/>
          <w:rtl/>
        </w:rPr>
        <w:t xml:space="preserve"> </w:t>
      </w:r>
      <w:r w:rsidRPr="007E0B1D">
        <w:rPr>
          <w:rtl/>
        </w:rPr>
        <w:t>معجم رجال الحديث ج 2 ص 231</w:t>
      </w:r>
      <w:r w:rsidR="00D8054C">
        <w:rPr>
          <w:rtl/>
        </w:rPr>
        <w:t xml:space="preserve"> - </w:t>
      </w:r>
      <w:r w:rsidRPr="007E0B1D">
        <w:rPr>
          <w:rtl/>
        </w:rPr>
        <w:t>ص 244</w:t>
      </w:r>
      <w:r w:rsidR="00D8054C">
        <w:rPr>
          <w:rtl/>
        </w:rPr>
        <w:t>،</w:t>
      </w:r>
      <w:r w:rsidRPr="007E0B1D">
        <w:rPr>
          <w:rtl/>
        </w:rPr>
        <w:t xml:space="preserve"> وج 23 ص 64. سفينة البحار ج 1 ص 81. توضيح الاشتباه ص 38. رجال البرقي في أصحاب الكاظم </w:t>
      </w:r>
      <w:r w:rsidR="00D8054C" w:rsidRPr="00D8054C">
        <w:rPr>
          <w:rStyle w:val="libAlaemChar"/>
          <w:rtl/>
        </w:rPr>
        <w:t>عليه‌السلام</w:t>
      </w:r>
      <w:r w:rsidRPr="007E0B1D">
        <w:rPr>
          <w:rtl/>
        </w:rPr>
        <w:t xml:space="preserve"> الذين ادركوا الرضا </w:t>
      </w:r>
      <w:r w:rsidR="00D8054C" w:rsidRPr="00D8054C">
        <w:rPr>
          <w:rStyle w:val="libAlaemChar"/>
          <w:rtl/>
        </w:rPr>
        <w:t>عليه‌السلام</w:t>
      </w:r>
      <w:r w:rsidRPr="007E0B1D">
        <w:rPr>
          <w:rtl/>
        </w:rPr>
        <w:t xml:space="preserve"> ص 54. تنقيح المقال ج 1 ص 177. معجم المؤلفين ج 2 ص 104. التحرير الطاوسي ص 40. رجال النجاشي ص 54. إيضاح المكنون ج 2 ص 285. رجال ابن داود </w:t>
      </w:r>
      <w:r w:rsidR="00D8054C">
        <w:rPr>
          <w:rtl/>
        </w:rPr>
        <w:t>(</w:t>
      </w:r>
      <w:r w:rsidRPr="007E0B1D">
        <w:rPr>
          <w:rtl/>
        </w:rPr>
        <w:t>قسم الثقات</w:t>
      </w:r>
      <w:r w:rsidR="00D8054C">
        <w:rPr>
          <w:rtl/>
        </w:rPr>
        <w:t>)</w:t>
      </w:r>
      <w:r w:rsidRPr="007E0B1D">
        <w:rPr>
          <w:rtl/>
        </w:rPr>
        <w:t xml:space="preserve"> ص 42. إيضاح الاشتباه ص 7. فهرست الطوسي ص 19. بهجة الآمال ج 2 ص 101. العندبيل ج 1 ص 28. معالم العلماء ص 10. التهذيب ج 1 ص 106 وص 399</w:t>
      </w:r>
      <w:r w:rsidR="00D8054C">
        <w:rPr>
          <w:rtl/>
        </w:rPr>
        <w:t>،</w:t>
      </w:r>
      <w:r w:rsidRPr="007E0B1D">
        <w:rPr>
          <w:rtl/>
        </w:rPr>
        <w:t xml:space="preserve"> وج 3 ص 179 وص 230 وص 246 وص 331</w:t>
      </w:r>
      <w:r w:rsidR="00D8054C">
        <w:rPr>
          <w:rtl/>
        </w:rPr>
        <w:t>،</w:t>
      </w:r>
      <w:r w:rsidRPr="007E0B1D">
        <w:rPr>
          <w:rtl/>
        </w:rPr>
        <w:t xml:space="preserve"> وج 4 ص 101 وص 227</w:t>
      </w:r>
      <w:r w:rsidR="00D8054C">
        <w:rPr>
          <w:rtl/>
        </w:rPr>
        <w:t>،</w:t>
      </w:r>
      <w:r w:rsidRPr="007E0B1D">
        <w:rPr>
          <w:rtl/>
        </w:rPr>
        <w:t xml:space="preserve"> وج 5 ص 30 وص 320</w:t>
      </w:r>
      <w:r w:rsidR="00D8054C">
        <w:rPr>
          <w:rtl/>
        </w:rPr>
        <w:t>،</w:t>
      </w:r>
      <w:r w:rsidRPr="007E0B1D">
        <w:rPr>
          <w:rtl/>
        </w:rPr>
        <w:t xml:space="preserve"> وج 7 ص 356 وص 446</w:t>
      </w:r>
      <w:r w:rsidR="00D8054C">
        <w:rPr>
          <w:rtl/>
        </w:rPr>
        <w:t>،</w:t>
      </w:r>
      <w:r w:rsidRPr="007E0B1D">
        <w:rPr>
          <w:rtl/>
        </w:rPr>
        <w:t xml:space="preserve"> وج 8 ص 149</w:t>
      </w:r>
      <w:r w:rsidR="00D8054C">
        <w:rPr>
          <w:rtl/>
        </w:rPr>
        <w:t>،</w:t>
      </w:r>
      <w:r w:rsidRPr="007E0B1D">
        <w:rPr>
          <w:rtl/>
        </w:rPr>
        <w:t xml:space="preserve"> وج 9 ص 212</w:t>
      </w:r>
      <w:r w:rsidR="00D8054C">
        <w:rPr>
          <w:rtl/>
        </w:rPr>
        <w:t>،</w:t>
      </w:r>
      <w:r w:rsidRPr="007E0B1D">
        <w:rPr>
          <w:rtl/>
        </w:rPr>
        <w:t xml:space="preserve"> وج 10 ص 270. كامل الزيارات ص 18 وص 182. مستطرفات السرائر ص 25</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وص 26 وص 29 وص 58. رجال الحلي </w:t>
      </w:r>
      <w:r w:rsidR="00D8054C">
        <w:rPr>
          <w:rtl/>
        </w:rPr>
        <w:t>(</w:t>
      </w:r>
      <w:r w:rsidRPr="007E0B1D">
        <w:rPr>
          <w:rtl/>
        </w:rPr>
        <w:t>قسم الثقات</w:t>
      </w:r>
      <w:r w:rsidR="00D8054C">
        <w:rPr>
          <w:rtl/>
        </w:rPr>
        <w:t>)</w:t>
      </w:r>
      <w:r w:rsidRPr="007E0B1D">
        <w:rPr>
          <w:rtl/>
        </w:rPr>
        <w:t xml:space="preserve"> ص 13. مجمع الرجال ج 1 ص 157</w:t>
      </w:r>
      <w:r w:rsidR="00D8054C">
        <w:rPr>
          <w:rtl/>
        </w:rPr>
        <w:t xml:space="preserve"> - </w:t>
      </w:r>
      <w:r w:rsidRPr="007E0B1D">
        <w:rPr>
          <w:rtl/>
        </w:rPr>
        <w:t>ص 160. وسائل الشيعة ج 20 ص 130. الكافي ج 1 ص 117 وص 306 وص 355</w:t>
      </w:r>
      <w:r w:rsidR="00D8054C">
        <w:rPr>
          <w:rtl/>
        </w:rPr>
        <w:t>،</w:t>
      </w:r>
      <w:r w:rsidRPr="007E0B1D">
        <w:rPr>
          <w:rtl/>
        </w:rPr>
        <w:t xml:space="preserve"> وج 3 ص 82 وص 214 وص 549</w:t>
      </w:r>
      <w:r w:rsidR="00D8054C">
        <w:rPr>
          <w:rtl/>
        </w:rPr>
        <w:t>،</w:t>
      </w:r>
      <w:r w:rsidRPr="007E0B1D">
        <w:rPr>
          <w:rtl/>
        </w:rPr>
        <w:t xml:space="preserve"> وج 4 ص 292 وص 374</w:t>
      </w:r>
      <w:r w:rsidR="00D8054C">
        <w:rPr>
          <w:rtl/>
        </w:rPr>
        <w:t>،</w:t>
      </w:r>
      <w:r w:rsidRPr="007E0B1D">
        <w:rPr>
          <w:rtl/>
        </w:rPr>
        <w:t xml:space="preserve"> وج 5 ص 118</w:t>
      </w:r>
      <w:r w:rsidR="00D8054C">
        <w:rPr>
          <w:rtl/>
        </w:rPr>
        <w:t>،</w:t>
      </w:r>
      <w:r w:rsidRPr="007E0B1D">
        <w:rPr>
          <w:rtl/>
        </w:rPr>
        <w:t xml:space="preserve"> وج 6 ص 38 وص 121</w:t>
      </w:r>
      <w:r w:rsidR="00D8054C">
        <w:rPr>
          <w:rtl/>
        </w:rPr>
        <w:t>،</w:t>
      </w:r>
      <w:r w:rsidRPr="007E0B1D">
        <w:rPr>
          <w:rtl/>
        </w:rPr>
        <w:t xml:space="preserve"> وج 7 ص 43 وص 218.</w:t>
      </w:r>
      <w:r>
        <w:rPr>
          <w:rFonts w:hint="cs"/>
          <w:rtl/>
        </w:rPr>
        <w:t xml:space="preserve"> </w:t>
      </w:r>
      <w:r w:rsidRPr="007E0B1D">
        <w:rPr>
          <w:rtl/>
        </w:rPr>
        <w:t>هداية المحدثين ص 174. ميزان الاعتدال ج 1 ص 135 وفيه السكري بدل السكونى. تهذيب المقال ج 3 ص 214. رجال الكشي ص 556 وص 587 وص 588 وص 589. الوجيزة ص 26. منتهى المقال ص 40. نقد الرجال ص 28. طرائف المقال ج 1 ص 280. رجال الأنصاري ص 25.</w:t>
      </w:r>
    </w:p>
    <w:p w:rsidR="008867CD" w:rsidRPr="007E0B1D" w:rsidRDefault="008867CD" w:rsidP="008867CD">
      <w:pPr>
        <w:pStyle w:val="libCenterBold1"/>
        <w:rPr>
          <w:rtl/>
        </w:rPr>
      </w:pPr>
      <w:r w:rsidRPr="007E0B1D">
        <w:rPr>
          <w:rtl/>
        </w:rPr>
        <w:t>22</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أحمد بن محمّد بن عيسى بن عبد الله بن سعد بن مالك بن الأحوص بن السائب بن مالك الأشعري</w:t>
      </w:r>
      <w:r w:rsidR="00D8054C">
        <w:rPr>
          <w:rtl/>
        </w:rPr>
        <w:t>،</w:t>
      </w:r>
      <w:r w:rsidRPr="007E0B1D">
        <w:rPr>
          <w:rtl/>
        </w:rPr>
        <w:t xml:space="preserve"> القمي</w:t>
      </w:r>
      <w:r w:rsidR="00D8054C">
        <w:rPr>
          <w:rtl/>
        </w:rPr>
        <w:t>،</w:t>
      </w:r>
      <w:r w:rsidRPr="007E0B1D">
        <w:rPr>
          <w:rtl/>
        </w:rPr>
        <w:t xml:space="preserve"> أبو جعفر</w:t>
      </w:r>
      <w:r w:rsidR="00D8054C">
        <w:rPr>
          <w:rtl/>
        </w:rPr>
        <w:t>،</w:t>
      </w:r>
      <w:r w:rsidRPr="007E0B1D">
        <w:rPr>
          <w:rtl/>
        </w:rPr>
        <w:t xml:space="preserve"> وقيل أبو علي.</w:t>
      </w:r>
    </w:p>
    <w:p w:rsidR="008867CD" w:rsidRPr="007E0B1D" w:rsidRDefault="008867CD" w:rsidP="008867CD">
      <w:pPr>
        <w:pStyle w:val="libNormal"/>
        <w:rPr>
          <w:rtl/>
        </w:rPr>
      </w:pPr>
      <w:r w:rsidRPr="007E0B1D">
        <w:rPr>
          <w:rtl/>
        </w:rPr>
        <w:t>من كبار علماء ومجتهدي الشيعة الامامية</w:t>
      </w:r>
      <w:r w:rsidR="00D8054C">
        <w:rPr>
          <w:rtl/>
        </w:rPr>
        <w:t>،</w:t>
      </w:r>
      <w:r w:rsidRPr="007E0B1D">
        <w:rPr>
          <w:rtl/>
        </w:rPr>
        <w:t xml:space="preserve"> ومن شيوخ القميين ووجوههم</w:t>
      </w:r>
      <w:r w:rsidR="00D8054C">
        <w:rPr>
          <w:rtl/>
        </w:rPr>
        <w:t>،</w:t>
      </w:r>
      <w:r w:rsidRPr="007E0B1D">
        <w:rPr>
          <w:rtl/>
        </w:rPr>
        <w:t xml:space="preserve"> وكان محدثا ثقة</w:t>
      </w:r>
      <w:r w:rsidR="00D8054C">
        <w:rPr>
          <w:rtl/>
        </w:rPr>
        <w:t>،</w:t>
      </w:r>
      <w:r w:rsidRPr="007E0B1D">
        <w:rPr>
          <w:rtl/>
        </w:rPr>
        <w:t xml:space="preserve"> فقيها فاضلا</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كانت له تصرفات خاصة به</w:t>
      </w:r>
      <w:r w:rsidR="00D8054C">
        <w:rPr>
          <w:rtl/>
        </w:rPr>
        <w:t>،</w:t>
      </w:r>
      <w:r w:rsidRPr="007E0B1D">
        <w:rPr>
          <w:rtl/>
        </w:rPr>
        <w:t xml:space="preserve"> فكان يفضل العرب على سواهم</w:t>
      </w:r>
      <w:r w:rsidR="00D8054C">
        <w:rPr>
          <w:rtl/>
        </w:rPr>
        <w:t>،</w:t>
      </w:r>
      <w:r w:rsidRPr="007E0B1D">
        <w:rPr>
          <w:rtl/>
        </w:rPr>
        <w:t xml:space="preserve"> وكان يمتنع من الرواية عن جماعة من كبار الشيعة</w:t>
      </w:r>
      <w:r w:rsidR="00D8054C">
        <w:rPr>
          <w:rtl/>
        </w:rPr>
        <w:t>،</w:t>
      </w:r>
      <w:r w:rsidRPr="007E0B1D">
        <w:rPr>
          <w:rtl/>
        </w:rPr>
        <w:t xml:space="preserve"> وقام بطرد احمد بن محمّد بن خالد البرقي من قم</w:t>
      </w:r>
      <w:r w:rsidR="00D8054C">
        <w:rPr>
          <w:rtl/>
        </w:rPr>
        <w:t>،</w:t>
      </w:r>
      <w:r w:rsidRPr="007E0B1D">
        <w:rPr>
          <w:rtl/>
        </w:rPr>
        <w:t xml:space="preserve"> واخرج جماعة من الشيعة من قم متهما اياهم بالغلو.</w:t>
      </w:r>
    </w:p>
    <w:p w:rsidR="008867CD" w:rsidRPr="007E0B1D" w:rsidRDefault="008867CD" w:rsidP="008867CD">
      <w:pPr>
        <w:pStyle w:val="libNormal"/>
        <w:rPr>
          <w:rtl/>
        </w:rPr>
      </w:pPr>
      <w:r w:rsidRPr="007E0B1D">
        <w:rPr>
          <w:rtl/>
        </w:rPr>
        <w:t xml:space="preserve">روى عن الأئمة الرضا والجواد والهادي </w:t>
      </w:r>
      <w:r w:rsidR="00D8054C" w:rsidRPr="00D8054C">
        <w:rPr>
          <w:rStyle w:val="libAlaemChar"/>
          <w:rtl/>
        </w:rPr>
        <w:t>عليهم‌السلام</w:t>
      </w:r>
      <w:r w:rsidR="00D8054C">
        <w:rPr>
          <w:rtl/>
        </w:rPr>
        <w:t>،</w:t>
      </w:r>
      <w:r w:rsidRPr="007E0B1D">
        <w:rPr>
          <w:rtl/>
        </w:rPr>
        <w:t xml:space="preserve"> وأدرك اكثر من عشيرين سنة من أيام غيبة المهدي المنتظر </w:t>
      </w:r>
      <w:r w:rsidR="00D8054C">
        <w:rPr>
          <w:rtl/>
        </w:rPr>
        <w:t>(</w:t>
      </w:r>
      <w:r w:rsidRPr="007E0B1D">
        <w:rPr>
          <w:rtl/>
        </w:rPr>
        <w:t>عج</w:t>
      </w:r>
      <w:r w:rsidR="00D8054C">
        <w:rPr>
          <w:rtl/>
        </w:rPr>
        <w:t>)</w:t>
      </w:r>
      <w:r>
        <w:rPr>
          <w:rtl/>
        </w:rPr>
        <w:t>.</w:t>
      </w:r>
    </w:p>
    <w:p w:rsidR="008867CD" w:rsidRPr="007E0B1D" w:rsidRDefault="008867CD" w:rsidP="008867CD">
      <w:pPr>
        <w:pStyle w:val="libNormal"/>
        <w:rPr>
          <w:rtl/>
        </w:rPr>
      </w:pPr>
      <w:r w:rsidRPr="007E0B1D">
        <w:rPr>
          <w:rtl/>
        </w:rPr>
        <w:t>جاء اسمه في أكثر من 2290 موردا في أسناد الروايات.</w:t>
      </w:r>
    </w:p>
    <w:p w:rsidR="008867CD" w:rsidRPr="007E0B1D" w:rsidRDefault="008867CD" w:rsidP="008867CD">
      <w:pPr>
        <w:pStyle w:val="libNormal"/>
        <w:rPr>
          <w:rtl/>
        </w:rPr>
      </w:pPr>
      <w:r w:rsidRPr="007E0B1D">
        <w:rPr>
          <w:rtl/>
        </w:rPr>
        <w:t>روى عنه اكثر من 17 من الرواة أمثال</w:t>
      </w:r>
      <w:r w:rsidR="00D8054C">
        <w:rPr>
          <w:rtl/>
        </w:rPr>
        <w:t>:</w:t>
      </w:r>
      <w:r w:rsidRPr="007E0B1D">
        <w:rPr>
          <w:rtl/>
        </w:rPr>
        <w:t xml:space="preserve"> محمّد بن يحيى العطار</w:t>
      </w:r>
      <w:r w:rsidR="00D8054C">
        <w:rPr>
          <w:rtl/>
        </w:rPr>
        <w:t>،</w:t>
      </w:r>
      <w:r w:rsidRPr="007E0B1D">
        <w:rPr>
          <w:rtl/>
        </w:rPr>
        <w:t xml:space="preserve"> ومحمّد ابن الحسن الصفار</w:t>
      </w:r>
      <w:r w:rsidR="00D8054C">
        <w:rPr>
          <w:rtl/>
        </w:rPr>
        <w:t>،</w:t>
      </w:r>
      <w:r w:rsidRPr="007E0B1D">
        <w:rPr>
          <w:rtl/>
        </w:rPr>
        <w:t xml:space="preserve"> وعلي بن موسى بن جعفر وغيرهم.</w:t>
      </w:r>
    </w:p>
    <w:p w:rsidR="008867CD" w:rsidRPr="007E0B1D" w:rsidRDefault="008867CD" w:rsidP="008867CD">
      <w:pPr>
        <w:pStyle w:val="libNormal"/>
        <w:rPr>
          <w:rtl/>
        </w:rPr>
      </w:pPr>
      <w:r w:rsidRPr="007E0B1D">
        <w:rPr>
          <w:rtl/>
        </w:rPr>
        <w:t>من مؤلفاته « التوحيد »</w:t>
      </w:r>
      <w:r w:rsidR="00D8054C">
        <w:rPr>
          <w:rtl/>
        </w:rPr>
        <w:t>،</w:t>
      </w:r>
      <w:r w:rsidRPr="007E0B1D">
        <w:rPr>
          <w:rtl/>
        </w:rPr>
        <w:t xml:space="preserve"> </w:t>
      </w:r>
      <w:r>
        <w:rPr>
          <w:rtl/>
        </w:rPr>
        <w:t>و «</w:t>
      </w:r>
      <w:r w:rsidRPr="007E0B1D">
        <w:rPr>
          <w:rtl/>
        </w:rPr>
        <w:t xml:space="preserve"> فضل النبي </w:t>
      </w:r>
      <w:r w:rsidR="00D8054C" w:rsidRPr="00D8054C">
        <w:rPr>
          <w:rStyle w:val="libAlaemChar"/>
          <w:rtl/>
        </w:rPr>
        <w:t>صلى‌الله‌عليه‌وآله</w:t>
      </w:r>
      <w:r w:rsidRPr="007E0B1D">
        <w:rPr>
          <w:rtl/>
        </w:rPr>
        <w:t xml:space="preserve">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الناسخ</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والمنسوخ »</w:t>
      </w:r>
      <w:r w:rsidR="00D8054C">
        <w:rPr>
          <w:rtl/>
        </w:rPr>
        <w:t>،</w:t>
      </w:r>
      <w:r w:rsidRPr="007E0B1D">
        <w:rPr>
          <w:rtl/>
        </w:rPr>
        <w:t xml:space="preserve"> </w:t>
      </w:r>
      <w:r>
        <w:rPr>
          <w:rtl/>
        </w:rPr>
        <w:t>و «</w:t>
      </w:r>
      <w:r w:rsidRPr="007E0B1D">
        <w:rPr>
          <w:rtl/>
        </w:rPr>
        <w:t xml:space="preserve"> المتعة »</w:t>
      </w:r>
      <w:r w:rsidR="00D8054C">
        <w:rPr>
          <w:rtl/>
        </w:rPr>
        <w:t>،</w:t>
      </w:r>
      <w:r w:rsidRPr="007E0B1D">
        <w:rPr>
          <w:rtl/>
        </w:rPr>
        <w:t xml:space="preserve"> </w:t>
      </w:r>
      <w:r>
        <w:rPr>
          <w:rtl/>
        </w:rPr>
        <w:t>و «</w:t>
      </w:r>
      <w:r w:rsidRPr="007E0B1D">
        <w:rPr>
          <w:rtl/>
        </w:rPr>
        <w:t xml:space="preserve"> الطب الصغير »</w:t>
      </w:r>
      <w:r w:rsidR="00D8054C">
        <w:rPr>
          <w:rtl/>
        </w:rPr>
        <w:t>،</w:t>
      </w:r>
      <w:r w:rsidRPr="007E0B1D">
        <w:rPr>
          <w:rtl/>
        </w:rPr>
        <w:t xml:space="preserve"> </w:t>
      </w:r>
      <w:r>
        <w:rPr>
          <w:rtl/>
        </w:rPr>
        <w:t>و «</w:t>
      </w:r>
      <w:r w:rsidRPr="007E0B1D">
        <w:rPr>
          <w:rtl/>
        </w:rPr>
        <w:t xml:space="preserve"> الطب الكبير »</w:t>
      </w:r>
      <w:r w:rsidR="00D8054C">
        <w:rPr>
          <w:rtl/>
        </w:rPr>
        <w:t>،</w:t>
      </w:r>
      <w:r w:rsidRPr="007E0B1D">
        <w:rPr>
          <w:rtl/>
        </w:rPr>
        <w:t xml:space="preserve"> </w:t>
      </w:r>
      <w:r>
        <w:rPr>
          <w:rtl/>
        </w:rPr>
        <w:t>و «</w:t>
      </w:r>
      <w:r w:rsidRPr="007E0B1D">
        <w:rPr>
          <w:rtl/>
        </w:rPr>
        <w:t xml:space="preserve"> فضائل العرب »</w:t>
      </w:r>
      <w:r w:rsidR="00D8054C">
        <w:rPr>
          <w:rtl/>
        </w:rPr>
        <w:t>،</w:t>
      </w:r>
      <w:r w:rsidRPr="007E0B1D">
        <w:rPr>
          <w:rtl/>
        </w:rPr>
        <w:t xml:space="preserve"> </w:t>
      </w:r>
      <w:r>
        <w:rPr>
          <w:rtl/>
        </w:rPr>
        <w:t>و «</w:t>
      </w:r>
      <w:r w:rsidRPr="007E0B1D">
        <w:rPr>
          <w:rtl/>
        </w:rPr>
        <w:t xml:space="preserve"> المكاسب »</w:t>
      </w:r>
      <w:r>
        <w:rPr>
          <w:rtl/>
        </w:rPr>
        <w:t>.</w:t>
      </w:r>
    </w:p>
    <w:p w:rsidR="008867CD" w:rsidRPr="007E0B1D" w:rsidRDefault="008867CD" w:rsidP="008867CD">
      <w:pPr>
        <w:pStyle w:val="libNormal"/>
        <w:rPr>
          <w:rtl/>
        </w:rPr>
      </w:pPr>
      <w:r w:rsidRPr="007E0B1D">
        <w:rPr>
          <w:rtl/>
        </w:rPr>
        <w:t>توفي بعد سنة 280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366</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397. كامل الزيارات ص 10 وص 131. العندبيل ج 1 ص 31.</w:t>
      </w:r>
      <w:r>
        <w:rPr>
          <w:rFonts w:hint="cs"/>
          <w:rtl/>
        </w:rPr>
        <w:t xml:space="preserve"> </w:t>
      </w:r>
      <w:r w:rsidRPr="007E0B1D">
        <w:rPr>
          <w:rtl/>
        </w:rPr>
        <w:t xml:space="preserve">الخصال راجع فهرسته. رجال البرقي في أصحاب الهادي </w:t>
      </w:r>
      <w:r w:rsidR="00D8054C" w:rsidRPr="00D8054C">
        <w:rPr>
          <w:rStyle w:val="libAlaemChar"/>
          <w:rtl/>
        </w:rPr>
        <w:t>عليه‌السلام</w:t>
      </w:r>
      <w:r w:rsidRPr="007E0B1D">
        <w:rPr>
          <w:rtl/>
        </w:rPr>
        <w:t xml:space="preserve"> ص 59.</w:t>
      </w:r>
      <w:r>
        <w:rPr>
          <w:rFonts w:hint="cs"/>
          <w:rtl/>
        </w:rPr>
        <w:t xml:space="preserve"> </w:t>
      </w:r>
      <w:r w:rsidRPr="007E0B1D">
        <w:rPr>
          <w:rtl/>
        </w:rPr>
        <w:t>فهرست الطوسي ص 25. منهج المقال ص 46. الاختصاص راجع فهرسته.</w:t>
      </w:r>
      <w:r>
        <w:rPr>
          <w:rFonts w:hint="cs"/>
          <w:rtl/>
        </w:rPr>
        <w:t xml:space="preserve"> </w:t>
      </w:r>
      <w:r w:rsidRPr="007E0B1D">
        <w:rPr>
          <w:rtl/>
        </w:rPr>
        <w:t>فهرست النديم ص 278. معجم المؤلفين ج 2 ص 142. تأسيس الشيعة ص 335. بهجة الآمال ج 2 ص 147. جامع الرواة ج 1 ص 69. التوحيد راجع فهرسته. منتهى المقال ص 44. الجامع في الرجال ج 1 ص 179. أعيان الشيعة ج 3 ص 144. مستطرفات السرائر ص 162 وص 163. الذريعة ج 4 ص 477</w:t>
      </w:r>
      <w:r w:rsidR="00D8054C">
        <w:rPr>
          <w:rtl/>
        </w:rPr>
        <w:t>،</w:t>
      </w:r>
      <w:r w:rsidRPr="007E0B1D">
        <w:rPr>
          <w:rtl/>
        </w:rPr>
        <w:t xml:space="preserve"> وج 16 ص 261 وص 275</w:t>
      </w:r>
      <w:r w:rsidR="00D8054C">
        <w:rPr>
          <w:rtl/>
        </w:rPr>
        <w:t>،</w:t>
      </w:r>
      <w:r w:rsidRPr="007E0B1D">
        <w:rPr>
          <w:rtl/>
        </w:rPr>
        <w:t xml:space="preserve"> وج 19 ص 16</w:t>
      </w:r>
      <w:r w:rsidR="00D8054C">
        <w:rPr>
          <w:rtl/>
        </w:rPr>
        <w:t>،</w:t>
      </w:r>
      <w:r w:rsidRPr="007E0B1D">
        <w:rPr>
          <w:rtl/>
        </w:rPr>
        <w:t xml:space="preserve"> وج 24 ص 10 وص 322. نقد الرجال ص 33. رجال الكشي ص 496 وص 497 وص 512 وص 527 وغيرها. معجم رجال الحديث ج 2 ص 295 وص 296 وص 317 وص 318.</w:t>
      </w:r>
      <w:r>
        <w:rPr>
          <w:rFonts w:hint="cs"/>
          <w:rtl/>
        </w:rPr>
        <w:t xml:space="preserve"> </w:t>
      </w:r>
      <w:r w:rsidRPr="007E0B1D">
        <w:rPr>
          <w:rtl/>
        </w:rPr>
        <w:t xml:space="preserve">رجال ابن داود </w:t>
      </w:r>
      <w:r w:rsidR="00D8054C">
        <w:rPr>
          <w:rtl/>
        </w:rPr>
        <w:t>(</w:t>
      </w:r>
      <w:r w:rsidRPr="007E0B1D">
        <w:rPr>
          <w:rtl/>
        </w:rPr>
        <w:t>قسم الثقات</w:t>
      </w:r>
      <w:r w:rsidR="00D8054C">
        <w:rPr>
          <w:rtl/>
        </w:rPr>
        <w:t>)</w:t>
      </w:r>
      <w:r w:rsidRPr="007E0B1D">
        <w:rPr>
          <w:rtl/>
        </w:rPr>
        <w:t xml:space="preserve"> ص 44. لسان الميزان ج 1 ص 260 وفيه كان في حدود الثلاثمائة. الارشاد ص 328. ريحانة الأدب </w:t>
      </w:r>
      <w:r w:rsidR="00D8054C">
        <w:rPr>
          <w:rtl/>
        </w:rPr>
        <w:t>(</w:t>
      </w:r>
      <w:r w:rsidRPr="007E0B1D">
        <w:rPr>
          <w:rtl/>
        </w:rPr>
        <w:t>فارسي</w:t>
      </w:r>
      <w:r w:rsidR="00D8054C">
        <w:rPr>
          <w:rtl/>
        </w:rPr>
        <w:t>)</w:t>
      </w:r>
      <w:r w:rsidRPr="007E0B1D">
        <w:rPr>
          <w:rtl/>
        </w:rPr>
        <w:t xml:space="preserve"> ج 1 ص 130.</w:t>
      </w:r>
      <w:r>
        <w:rPr>
          <w:rFonts w:hint="cs"/>
          <w:rtl/>
        </w:rPr>
        <w:t xml:space="preserve"> </w:t>
      </w:r>
      <w:r w:rsidRPr="007E0B1D">
        <w:rPr>
          <w:rtl/>
        </w:rPr>
        <w:t>وسائل الشيعة ج 20 ص 132. الكنى والألقاب ج 2 ص 69 وص 70</w:t>
      </w:r>
      <w:r w:rsidR="00D8054C">
        <w:rPr>
          <w:rtl/>
        </w:rPr>
        <w:t>،</w:t>
      </w:r>
      <w:r w:rsidRPr="007E0B1D">
        <w:rPr>
          <w:rtl/>
        </w:rPr>
        <w:t xml:space="preserve"> وج 3 ص 72. التحرير الطاوسي ص 45. روضة المتقين ج 14 ص 46. إيضاح المكنون ج 1 ص 430 وص 439</w:t>
      </w:r>
      <w:r w:rsidR="00D8054C">
        <w:rPr>
          <w:rtl/>
        </w:rPr>
        <w:t>،</w:t>
      </w:r>
      <w:r w:rsidRPr="007E0B1D">
        <w:rPr>
          <w:rtl/>
        </w:rPr>
        <w:t xml:space="preserve"> وج 2 ص 264 وص 268 وص 270 وص 279 وص 280 وص 281 وص 283 وص 288 وص 290 وص 294 وص 302</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310 وص 315 وص 322 وص 325 وص 333 وغيرها. معالم العلماء ص 14. رجال النجاشي ص 59. تنقيح المقال ج 1 ص 90. معجم الثقات ص 13. هداية المحدثين ص 175 وص 176. مجمع الرجال ج 1 ص 161</w:t>
      </w:r>
      <w:r w:rsidR="00D8054C">
        <w:rPr>
          <w:rtl/>
        </w:rPr>
        <w:t xml:space="preserve"> - </w:t>
      </w:r>
      <w:r w:rsidRPr="007E0B1D">
        <w:rPr>
          <w:rtl/>
        </w:rPr>
        <w:t>ص 165. روضة الكافي ص 219 وص 276. الكافي ج 1 ص 85 وص 260</w:t>
      </w:r>
      <w:r w:rsidR="00D8054C">
        <w:rPr>
          <w:rtl/>
        </w:rPr>
        <w:t>،</w:t>
      </w:r>
      <w:r w:rsidRPr="007E0B1D">
        <w:rPr>
          <w:rtl/>
        </w:rPr>
        <w:t xml:space="preserve"> وج 2 ص 134</w:t>
      </w:r>
      <w:r w:rsidR="00D8054C">
        <w:rPr>
          <w:rtl/>
        </w:rPr>
        <w:t>،</w:t>
      </w:r>
      <w:r w:rsidRPr="007E0B1D">
        <w:rPr>
          <w:rtl/>
        </w:rPr>
        <w:t xml:space="preserve"> وج 3 ص 18 وص 44 وص 149 وص 159 وص 319 وص 436 وص 446</w:t>
      </w:r>
      <w:r w:rsidR="00D8054C">
        <w:rPr>
          <w:rtl/>
        </w:rPr>
        <w:t>،</w:t>
      </w:r>
      <w:r w:rsidRPr="007E0B1D">
        <w:rPr>
          <w:rtl/>
        </w:rPr>
        <w:t xml:space="preserve"> وج 4 ص 77 وص 558</w:t>
      </w:r>
      <w:r w:rsidR="00D8054C">
        <w:rPr>
          <w:rtl/>
        </w:rPr>
        <w:t>،</w:t>
      </w:r>
      <w:r w:rsidRPr="007E0B1D">
        <w:rPr>
          <w:rtl/>
        </w:rPr>
        <w:t xml:space="preserve"> وج 5 ص 45 وص 72 وص 227</w:t>
      </w:r>
      <w:r w:rsidR="00D8054C">
        <w:rPr>
          <w:rtl/>
        </w:rPr>
        <w:t>،</w:t>
      </w:r>
      <w:r w:rsidRPr="007E0B1D">
        <w:rPr>
          <w:rtl/>
        </w:rPr>
        <w:t xml:space="preserve"> وج 6 ص 145 وص 552</w:t>
      </w:r>
      <w:r w:rsidR="00D8054C">
        <w:rPr>
          <w:rtl/>
        </w:rPr>
        <w:t>،</w:t>
      </w:r>
      <w:r w:rsidRPr="007E0B1D">
        <w:rPr>
          <w:rtl/>
        </w:rPr>
        <w:t xml:space="preserve"> وج 7 ص 42 وص 56 وص 60 وص 204 وص 416.</w:t>
      </w:r>
      <w:r>
        <w:rPr>
          <w:rFonts w:hint="cs"/>
          <w:rtl/>
        </w:rPr>
        <w:t xml:space="preserve"> </w:t>
      </w:r>
      <w:r w:rsidRPr="007E0B1D">
        <w:rPr>
          <w:rtl/>
        </w:rPr>
        <w:t>التهذيب ج 1 ص 11 وص 109 وص 111 وص 176 وص 210 وص 355 وص 440 وص 442</w:t>
      </w:r>
      <w:r w:rsidR="00D8054C">
        <w:rPr>
          <w:rtl/>
        </w:rPr>
        <w:t>،</w:t>
      </w:r>
      <w:r w:rsidRPr="007E0B1D">
        <w:rPr>
          <w:rtl/>
        </w:rPr>
        <w:t xml:space="preserve"> وج 2 ص 6 وص 9 وص 25 وص 77</w:t>
      </w:r>
      <w:r w:rsidR="00D8054C">
        <w:rPr>
          <w:rtl/>
        </w:rPr>
        <w:t>،</w:t>
      </w:r>
      <w:r w:rsidRPr="007E0B1D">
        <w:rPr>
          <w:rtl/>
        </w:rPr>
        <w:t xml:space="preserve"> وج 3 ص 9 وص 47 وص 48 وص 55 وص 200 وص 219</w:t>
      </w:r>
      <w:r w:rsidR="00D8054C">
        <w:rPr>
          <w:rtl/>
        </w:rPr>
        <w:t>،</w:t>
      </w:r>
      <w:r w:rsidRPr="007E0B1D">
        <w:rPr>
          <w:rtl/>
        </w:rPr>
        <w:t xml:space="preserve"> وج 4 ص 180</w:t>
      </w:r>
      <w:r w:rsidR="00D8054C">
        <w:rPr>
          <w:rtl/>
        </w:rPr>
        <w:t>،</w:t>
      </w:r>
      <w:r w:rsidRPr="007E0B1D">
        <w:rPr>
          <w:rtl/>
        </w:rPr>
        <w:t xml:space="preserve"> وج 5 ص 203 وص 331 وص 359 وص 378</w:t>
      </w:r>
      <w:r w:rsidR="00D8054C">
        <w:rPr>
          <w:rtl/>
        </w:rPr>
        <w:t>،</w:t>
      </w:r>
      <w:r w:rsidRPr="007E0B1D">
        <w:rPr>
          <w:rtl/>
        </w:rPr>
        <w:t xml:space="preserve"> وج 6 ص 20 وص 40 وص 51 وص 189 وص 229 وص 282 وص 290 وص 310 وص 327 وص 328 وص 371</w:t>
      </w:r>
      <w:r w:rsidR="00D8054C">
        <w:rPr>
          <w:rtl/>
        </w:rPr>
        <w:t>،</w:t>
      </w:r>
      <w:r w:rsidRPr="007E0B1D">
        <w:rPr>
          <w:rtl/>
        </w:rPr>
        <w:t xml:space="preserve"> وج 7 ص 4 وص 135 وص 282 وص 382 وص 407 وص 455 وص 461</w:t>
      </w:r>
      <w:r w:rsidR="00D8054C">
        <w:rPr>
          <w:rtl/>
        </w:rPr>
        <w:t>،</w:t>
      </w:r>
      <w:r w:rsidRPr="007E0B1D">
        <w:rPr>
          <w:rtl/>
        </w:rPr>
        <w:t xml:space="preserve"> وج 8 ص 20 وص 86 وص 110 وص 184 وص 189 وص 230 وص 249</w:t>
      </w:r>
      <w:r w:rsidR="00D8054C">
        <w:rPr>
          <w:rtl/>
        </w:rPr>
        <w:t>،</w:t>
      </w:r>
      <w:r w:rsidRPr="007E0B1D">
        <w:rPr>
          <w:rtl/>
        </w:rPr>
        <w:t xml:space="preserve"> وج 9 ص 82 وص 232 وص 234 وص 295</w:t>
      </w:r>
      <w:r w:rsidR="00D8054C">
        <w:rPr>
          <w:rtl/>
        </w:rPr>
        <w:t>،</w:t>
      </w:r>
      <w:r w:rsidRPr="007E0B1D">
        <w:rPr>
          <w:rtl/>
        </w:rPr>
        <w:t xml:space="preserve"> وج 10 ص 61. الاستبصار ج 1 ص 81 وص 101 وص 200 وص 202 وص 237 وص 263 وص 438 وص 482</w:t>
      </w:r>
      <w:r w:rsidR="00D8054C">
        <w:rPr>
          <w:rtl/>
        </w:rPr>
        <w:t>،</w:t>
      </w:r>
      <w:r w:rsidRPr="007E0B1D">
        <w:rPr>
          <w:rtl/>
        </w:rPr>
        <w:t xml:space="preserve"> وج 2 ص 77 وص 206 وص 215 وص 264</w:t>
      </w:r>
      <w:r w:rsidR="00D8054C">
        <w:rPr>
          <w:rtl/>
        </w:rPr>
        <w:t>،</w:t>
      </w:r>
      <w:r w:rsidRPr="007E0B1D">
        <w:rPr>
          <w:rtl/>
        </w:rPr>
        <w:t xml:space="preserve"> وج 3 ص 7 وص 36 وص 163 وص 168 وص 176 وص 236 وص 266 وص 311 وص 374</w:t>
      </w:r>
      <w:r w:rsidR="00D8054C">
        <w:rPr>
          <w:rtl/>
        </w:rPr>
        <w:t>،</w:t>
      </w:r>
      <w:r w:rsidRPr="007E0B1D">
        <w:rPr>
          <w:rtl/>
        </w:rPr>
        <w:t xml:space="preserve"> وج 4 ص 7 وص 17 وص 150 وص 223. طرائف المقال ج 1 ص 226. رجال الأنصاري ص 29. الوجيزة ص 5. إيضاح الاشتباه ص 8. ثقات الرواة للشهرستاني ص 10.</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23</w:t>
      </w:r>
      <w:r w:rsidR="00D8054C">
        <w:rPr>
          <w:rtl/>
        </w:rPr>
        <w:t xml:space="preserve"> - </w:t>
      </w:r>
      <w:r w:rsidRPr="007E0B1D">
        <w:rPr>
          <w:rtl/>
        </w:rPr>
        <w:t>القمي</w:t>
      </w:r>
    </w:p>
    <w:p w:rsidR="008867CD" w:rsidRPr="007E0B1D" w:rsidRDefault="008867CD" w:rsidP="008867CD">
      <w:pPr>
        <w:pStyle w:val="libNormal"/>
        <w:rPr>
          <w:rtl/>
        </w:rPr>
      </w:pPr>
      <w:r w:rsidRPr="007E0B1D">
        <w:rPr>
          <w:rtl/>
        </w:rPr>
        <w:t>ادريس القمي</w:t>
      </w:r>
      <w:r w:rsidR="00D8054C">
        <w:rPr>
          <w:rtl/>
        </w:rPr>
        <w:t>،</w:t>
      </w:r>
      <w:r w:rsidRPr="007E0B1D">
        <w:rPr>
          <w:rtl/>
        </w:rPr>
        <w:t xml:space="preserve"> أبو القاسم.</w:t>
      </w:r>
    </w:p>
    <w:p w:rsidR="008867CD" w:rsidRPr="007E0B1D" w:rsidRDefault="008867CD" w:rsidP="008867CD">
      <w:pPr>
        <w:pStyle w:val="libNormal"/>
        <w:rPr>
          <w:rtl/>
        </w:rPr>
      </w:pPr>
      <w:r w:rsidRPr="007E0B1D">
        <w:rPr>
          <w:rtl/>
        </w:rPr>
        <w:t xml:space="preserve">لم يذكر اكثر أصحاب كتب الرجال والتراجم 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398. معجم رجال الحديث ج 3 ص 16. جامع الرواة ج 1 ص 77. مجمع الرجال ج 1 ص 178. الجامع في الرجال ج 1 ص 204. منتهى المقال ص 48. طرائف المقال ج 1 ص 281. منهج المقال ص 50.</w:t>
      </w:r>
    </w:p>
    <w:p w:rsidR="008867CD" w:rsidRPr="007E0B1D" w:rsidRDefault="008867CD" w:rsidP="008867CD">
      <w:pPr>
        <w:pStyle w:val="libCenterBold1"/>
        <w:rPr>
          <w:rtl/>
        </w:rPr>
      </w:pPr>
      <w:r w:rsidRPr="007E0B1D">
        <w:rPr>
          <w:rtl/>
        </w:rPr>
        <w:t>24</w:t>
      </w:r>
      <w:r w:rsidR="00D8054C">
        <w:rPr>
          <w:rtl/>
        </w:rPr>
        <w:t xml:space="preserve"> - </w:t>
      </w:r>
      <w:r w:rsidRPr="007E0B1D">
        <w:rPr>
          <w:rtl/>
        </w:rPr>
        <w:t>الحضيني</w:t>
      </w:r>
    </w:p>
    <w:p w:rsidR="008867CD" w:rsidRPr="007E0B1D" w:rsidRDefault="008867CD" w:rsidP="008867CD">
      <w:pPr>
        <w:pStyle w:val="libNormal"/>
        <w:rPr>
          <w:rtl/>
        </w:rPr>
      </w:pPr>
      <w:r w:rsidRPr="007E0B1D">
        <w:rPr>
          <w:rtl/>
        </w:rPr>
        <w:t>اسحاق بن ابراهيم الحضيني</w:t>
      </w:r>
      <w:r w:rsidR="00D8054C">
        <w:rPr>
          <w:rtl/>
        </w:rPr>
        <w:t>،</w:t>
      </w:r>
      <w:r w:rsidRPr="007E0B1D">
        <w:rPr>
          <w:rtl/>
        </w:rPr>
        <w:t xml:space="preserve"> وقيل الحصيني</w:t>
      </w:r>
      <w:r w:rsidR="00D8054C">
        <w:rPr>
          <w:rtl/>
        </w:rPr>
        <w:t>،</w:t>
      </w:r>
      <w:r w:rsidRPr="007E0B1D">
        <w:rPr>
          <w:rtl/>
        </w:rPr>
        <w:t xml:space="preserve"> وقيل في اسمه</w:t>
      </w:r>
      <w:r w:rsidR="00D8054C">
        <w:rPr>
          <w:rtl/>
        </w:rPr>
        <w:t>:</w:t>
      </w:r>
      <w:r w:rsidRPr="007E0B1D">
        <w:rPr>
          <w:rtl/>
        </w:rPr>
        <w:t xml:space="preserve"> اسحاق ابن محمّد بن ابراهيم.</w:t>
      </w:r>
    </w:p>
    <w:p w:rsidR="008867CD" w:rsidRPr="007E0B1D" w:rsidRDefault="008867CD" w:rsidP="008867CD">
      <w:pPr>
        <w:pStyle w:val="libNormal"/>
        <w:rPr>
          <w:rtl/>
        </w:rPr>
      </w:pPr>
      <w:r w:rsidRPr="007E0B1D">
        <w:rPr>
          <w:rtl/>
        </w:rPr>
        <w:t>من ثقات محدثي الامامية</w:t>
      </w:r>
      <w:r w:rsidR="00D8054C">
        <w:rPr>
          <w:rtl/>
        </w:rPr>
        <w:t>،</w:t>
      </w:r>
      <w:r w:rsidRPr="007E0B1D">
        <w:rPr>
          <w:rtl/>
        </w:rPr>
        <w:t xml:space="preserve"> ممدوح</w:t>
      </w:r>
      <w:r w:rsidR="00D8054C">
        <w:rPr>
          <w:rtl/>
        </w:rPr>
        <w:t>:</w:t>
      </w:r>
    </w:p>
    <w:p w:rsidR="008867CD" w:rsidRPr="007E0B1D" w:rsidRDefault="008867CD" w:rsidP="008867CD">
      <w:pPr>
        <w:pStyle w:val="libNormal"/>
        <w:rPr>
          <w:rtl/>
        </w:rPr>
      </w:pPr>
      <w:r w:rsidRPr="007E0B1D">
        <w:rPr>
          <w:rtl/>
        </w:rPr>
        <w:t xml:space="preserve">صحب الامامين الرضا والجواد </w:t>
      </w:r>
      <w:r w:rsidR="00D8054C" w:rsidRPr="00D8054C">
        <w:rPr>
          <w:rStyle w:val="libAlaemChar"/>
          <w:rtl/>
        </w:rPr>
        <w:t>عليهما‌السلام</w:t>
      </w:r>
      <w:r w:rsidR="00D8054C">
        <w:rPr>
          <w:rtl/>
        </w:rPr>
        <w:t>،</w:t>
      </w:r>
      <w:r w:rsidRPr="007E0B1D">
        <w:rPr>
          <w:rtl/>
        </w:rPr>
        <w:t xml:space="preserve"> وخدم الامام الرضا </w:t>
      </w:r>
      <w:r w:rsidR="00D8054C" w:rsidRPr="00D8054C">
        <w:rPr>
          <w:rStyle w:val="libAlaemChar"/>
          <w:rtl/>
        </w:rPr>
        <w:t>عليه‌السلام</w:t>
      </w:r>
      <w:r w:rsidRPr="007E0B1D">
        <w:rPr>
          <w:rtl/>
        </w:rPr>
        <w:t xml:space="preserve"> وتوكل عنه.</w:t>
      </w:r>
    </w:p>
    <w:p w:rsidR="008867CD" w:rsidRPr="007E0B1D" w:rsidRDefault="008867CD" w:rsidP="008867CD">
      <w:pPr>
        <w:pStyle w:val="libNormal"/>
        <w:rPr>
          <w:rtl/>
        </w:rPr>
      </w:pPr>
      <w:r w:rsidRPr="007E0B1D">
        <w:rPr>
          <w:rtl/>
        </w:rPr>
        <w:t>روى عنه علي بن مهزيار</w:t>
      </w:r>
      <w:r w:rsidR="00D8054C">
        <w:rPr>
          <w:rtl/>
        </w:rPr>
        <w:t>،</w:t>
      </w:r>
      <w:r w:rsidRPr="007E0B1D">
        <w:rPr>
          <w:rtl/>
        </w:rPr>
        <w:t xml:space="preserve"> وابراهيم بن هاشم</w:t>
      </w:r>
      <w:r w:rsidR="00D8054C">
        <w:rPr>
          <w:rtl/>
        </w:rPr>
        <w:t>،</w:t>
      </w:r>
      <w:r w:rsidRPr="007E0B1D">
        <w:rPr>
          <w:rtl/>
        </w:rPr>
        <w:t xml:space="preserve"> والحسن بن علي الكوفي وغيرهم.</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369</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397. جامع الرواة ج 1 ص 79. معجم رجال الحديث ج 3 ص 35.</w:t>
      </w:r>
      <w:r>
        <w:rPr>
          <w:rFonts w:hint="cs"/>
          <w:rtl/>
        </w:rPr>
        <w:t xml:space="preserve"> </w:t>
      </w:r>
      <w:r w:rsidRPr="007E0B1D">
        <w:rPr>
          <w:rtl/>
        </w:rPr>
        <w:t>تنقيح المقال ج 1 ص 110. قاموس الرجال ج 1 ص 475. نقد الرجال ص 38.</w:t>
      </w:r>
      <w:r>
        <w:rPr>
          <w:rFonts w:hint="cs"/>
          <w:rtl/>
        </w:rPr>
        <w:t xml:space="preserve"> </w:t>
      </w:r>
      <w:r w:rsidRPr="007E0B1D">
        <w:rPr>
          <w:rtl/>
        </w:rPr>
        <w:t xml:space="preserve">رجال الكشي ص 552. أعيان الشيعة ج 3 ص 260. وسائل الشيعة ج 20 ص 136. توضيح الاشتباه ص 52. منتهى المقال ص 49. 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56. رجال ابن داود </w:t>
      </w:r>
      <w:r w:rsidR="00D8054C">
        <w:rPr>
          <w:rtl/>
        </w:rPr>
        <w:t>(</w:t>
      </w:r>
      <w:r w:rsidRPr="007E0B1D">
        <w:rPr>
          <w:rtl/>
        </w:rPr>
        <w:t>قسم الثقات</w:t>
      </w:r>
      <w:r w:rsidR="00D8054C">
        <w:rPr>
          <w:rtl/>
        </w:rPr>
        <w:t>)</w:t>
      </w:r>
      <w:r w:rsidRPr="007E0B1D">
        <w:rPr>
          <w:rtl/>
        </w:rPr>
        <w:t xml:space="preserve"> ص 48. الجامع في الرجال ج 1 ص 212. هداية المحدثين ص 17. رجال الحلي </w:t>
      </w:r>
      <w:r w:rsidR="00D8054C">
        <w:rPr>
          <w:rtl/>
        </w:rPr>
        <w:t>(</w:t>
      </w:r>
      <w:r w:rsidRPr="007E0B1D">
        <w:rPr>
          <w:rtl/>
        </w:rPr>
        <w:t>قسم الثقات</w:t>
      </w:r>
      <w:r w:rsidR="00D8054C">
        <w:rPr>
          <w:rtl/>
        </w:rPr>
        <w:t>)</w:t>
      </w:r>
      <w:r w:rsidRPr="007E0B1D">
        <w:rPr>
          <w:rtl/>
        </w:rPr>
        <w:t xml:space="preserve"> ص 11. مجمع الرجال ج 1 ص 184.</w:t>
      </w:r>
    </w:p>
    <w:p w:rsidR="008867CD" w:rsidRPr="007E0B1D" w:rsidRDefault="008867CD" w:rsidP="008867CD">
      <w:pPr>
        <w:pStyle w:val="libNormal"/>
        <w:rPr>
          <w:rtl/>
        </w:rPr>
      </w:pPr>
      <w:r w:rsidRPr="007E0B1D">
        <w:rPr>
          <w:rtl/>
        </w:rPr>
        <w:t>وص 198</w:t>
      </w:r>
      <w:r w:rsidR="00D8054C">
        <w:rPr>
          <w:rtl/>
        </w:rPr>
        <w:t>،</w:t>
      </w:r>
      <w:r w:rsidRPr="007E0B1D">
        <w:rPr>
          <w:rtl/>
        </w:rPr>
        <w:t xml:space="preserve"> وج 2 ص 114 في ترجمة الحسن بن سعيد الأهوازي. معجم الثقات ص 249. العندبيل ج 1 ص 37. المناقب ج 4 ص 368. رجال الأنصاري ص 40. طرائف المقال ج 1 ص 282. منهج المقال ص 51. بهجة الآمال ج 2 ص 189. الوجيزة ص 6. اتقان المقال ص 25.</w:t>
      </w:r>
    </w:p>
    <w:p w:rsidR="008867CD" w:rsidRPr="007E0B1D" w:rsidRDefault="008867CD" w:rsidP="008867CD">
      <w:pPr>
        <w:pStyle w:val="libCenterBold1"/>
        <w:rPr>
          <w:rtl/>
        </w:rPr>
      </w:pPr>
      <w:r w:rsidRPr="007E0B1D">
        <w:rPr>
          <w:rtl/>
        </w:rPr>
        <w:t>25</w:t>
      </w:r>
      <w:r w:rsidR="00D8054C">
        <w:rPr>
          <w:rtl/>
        </w:rPr>
        <w:t xml:space="preserve"> - </w:t>
      </w:r>
      <w:r w:rsidRPr="007E0B1D">
        <w:rPr>
          <w:rtl/>
        </w:rPr>
        <w:t>القمي</w:t>
      </w:r>
    </w:p>
    <w:p w:rsidR="008867CD" w:rsidRPr="007E0B1D" w:rsidRDefault="008867CD" w:rsidP="008867CD">
      <w:pPr>
        <w:pStyle w:val="libNormal"/>
        <w:rPr>
          <w:rtl/>
        </w:rPr>
      </w:pPr>
      <w:r w:rsidRPr="007E0B1D">
        <w:rPr>
          <w:rtl/>
        </w:rPr>
        <w:t>اسحاق بن ابراهيم بن هاشم القمي.</w:t>
      </w:r>
    </w:p>
    <w:p w:rsidR="008867CD" w:rsidRPr="007E0B1D" w:rsidRDefault="008867CD" w:rsidP="008867CD">
      <w:pPr>
        <w:pStyle w:val="libNormal"/>
        <w:rPr>
          <w:rtl/>
        </w:rPr>
      </w:pPr>
      <w:r w:rsidRPr="007E0B1D">
        <w:rPr>
          <w:rtl/>
        </w:rPr>
        <w:t xml:space="preserve">محدث لم أقف على 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علي بن مهزيار</w:t>
      </w:r>
      <w:r w:rsidR="00D8054C">
        <w:rPr>
          <w:rtl/>
        </w:rPr>
        <w:t>،</w:t>
      </w:r>
      <w:r w:rsidRPr="007E0B1D">
        <w:rPr>
          <w:rtl/>
        </w:rPr>
        <w:t xml:space="preserve"> واخوه علي بن ابراهيم</w:t>
      </w:r>
      <w:r w:rsidR="00D8054C">
        <w:rPr>
          <w:rtl/>
        </w:rPr>
        <w:t>،</w:t>
      </w:r>
      <w:r w:rsidRPr="007E0B1D">
        <w:rPr>
          <w:rtl/>
        </w:rPr>
        <w:t xml:space="preserve"> والقاسم بن محمّد الجوهري وغيرهم.</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الكافي ج 3 ص 29 وص 416</w:t>
      </w:r>
      <w:r w:rsidR="00D8054C">
        <w:rPr>
          <w:rtl/>
        </w:rPr>
        <w:t>،</w:t>
      </w:r>
      <w:r w:rsidRPr="007E0B1D">
        <w:rPr>
          <w:rtl/>
        </w:rPr>
        <w:t xml:space="preserve"> وج 4 ص 581</w:t>
      </w:r>
      <w:r w:rsidR="00D8054C">
        <w:rPr>
          <w:rtl/>
        </w:rPr>
        <w:t>،</w:t>
      </w:r>
      <w:r w:rsidRPr="007E0B1D">
        <w:rPr>
          <w:rtl/>
        </w:rPr>
        <w:t xml:space="preserve"> وج 5 ص 120 وص 499. كامل الزيارات ص 84. جامع الرواة ج 1 حاشية ص 79. التهذيب ج 1 ص 76</w:t>
      </w:r>
      <w:r w:rsidR="00D8054C">
        <w:rPr>
          <w:rtl/>
        </w:rPr>
        <w:t>،</w:t>
      </w:r>
      <w:r w:rsidRPr="007E0B1D">
        <w:rPr>
          <w:rtl/>
        </w:rPr>
        <w:t xml:space="preserve"> وج 6 ص 348 وص 357</w:t>
      </w:r>
      <w:r w:rsidR="00D8054C">
        <w:rPr>
          <w:rtl/>
        </w:rPr>
        <w:t>،</w:t>
      </w:r>
      <w:r w:rsidRPr="007E0B1D">
        <w:rPr>
          <w:rtl/>
        </w:rPr>
        <w:t xml:space="preserve"> وج 7 ص 414. معجم رجال الحديث ج 3 ص 32. الاستبصار ج 3 ص 52 وص 61.</w:t>
      </w:r>
    </w:p>
    <w:p w:rsidR="008867CD" w:rsidRPr="007E0B1D" w:rsidRDefault="008867CD" w:rsidP="008867CD">
      <w:pPr>
        <w:pStyle w:val="libCenterBold1"/>
        <w:rPr>
          <w:rtl/>
        </w:rPr>
      </w:pPr>
      <w:r w:rsidRPr="007E0B1D">
        <w:rPr>
          <w:rtl/>
        </w:rPr>
        <w:t>26</w:t>
      </w:r>
      <w:r w:rsidR="00D8054C">
        <w:rPr>
          <w:rtl/>
        </w:rPr>
        <w:t xml:space="preserve"> - </w:t>
      </w:r>
      <w:r w:rsidRPr="007E0B1D">
        <w:rPr>
          <w:rtl/>
        </w:rPr>
        <w:t>الأنباري</w:t>
      </w:r>
    </w:p>
    <w:p w:rsidR="008867CD" w:rsidRPr="007E0B1D" w:rsidRDefault="008867CD" w:rsidP="008867CD">
      <w:pPr>
        <w:pStyle w:val="libNormal"/>
        <w:rPr>
          <w:rtl/>
        </w:rPr>
      </w:pPr>
      <w:r w:rsidRPr="007E0B1D">
        <w:rPr>
          <w:rtl/>
        </w:rPr>
        <w:t>اسحاق الأنباري.</w:t>
      </w:r>
    </w:p>
    <w:p w:rsidR="008867CD" w:rsidRPr="007E0B1D" w:rsidRDefault="008867CD" w:rsidP="008867CD">
      <w:pPr>
        <w:pStyle w:val="libNormal"/>
        <w:rPr>
          <w:rtl/>
        </w:rPr>
      </w:pPr>
      <w:r w:rsidRPr="007E0B1D">
        <w:rPr>
          <w:rtl/>
        </w:rPr>
        <w:t>محدث ممدوح.</w:t>
      </w:r>
    </w:p>
    <w:p w:rsidR="008867CD" w:rsidRPr="007E0B1D" w:rsidRDefault="008867CD" w:rsidP="008867CD">
      <w:pPr>
        <w:pStyle w:val="libNormal"/>
        <w:rPr>
          <w:rtl/>
        </w:rPr>
      </w:pPr>
      <w:r w:rsidRPr="007E0B1D">
        <w:rPr>
          <w:rtl/>
        </w:rPr>
        <w:t>روى عنه محمّد بن عيسى بن عبيد.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الكشي ص 529 وفيها حديث للامام الجواد </w:t>
      </w:r>
      <w:r w:rsidR="00D8054C" w:rsidRPr="00D8054C">
        <w:rPr>
          <w:rStyle w:val="libAlaemChar"/>
          <w:rtl/>
        </w:rPr>
        <w:t>عليه‌السلام</w:t>
      </w:r>
      <w:r w:rsidRPr="007E0B1D">
        <w:rPr>
          <w:rtl/>
        </w:rPr>
        <w:t xml:space="preserve"> معه. مجمع الرجال ج 1 ص 185. أعيان الشيعة ج 3 ص 265. معجم رجال الحديث ج 3 ص 31. الجامع في الرجال ج 1 ص 216. تنقيح المقال ج 1 ص 112. منتهى المقال ص 50. معجم الثقات ص 250.</w:t>
      </w:r>
    </w:p>
    <w:p w:rsidR="008867CD" w:rsidRPr="007E0B1D" w:rsidRDefault="008867CD" w:rsidP="008867CD">
      <w:pPr>
        <w:pStyle w:val="libCenterBold1"/>
        <w:rPr>
          <w:rtl/>
        </w:rPr>
      </w:pPr>
      <w:r w:rsidRPr="007E0B1D">
        <w:rPr>
          <w:rtl/>
        </w:rPr>
        <w:t>27</w:t>
      </w:r>
      <w:r w:rsidR="00D8054C">
        <w:rPr>
          <w:rtl/>
        </w:rPr>
        <w:t xml:space="preserve"> - </w:t>
      </w:r>
      <w:r w:rsidRPr="007E0B1D">
        <w:rPr>
          <w:rtl/>
        </w:rPr>
        <w:t>الأحمر البصري</w:t>
      </w:r>
    </w:p>
    <w:p w:rsidR="008867CD" w:rsidRPr="007E0B1D" w:rsidRDefault="008867CD" w:rsidP="008867CD">
      <w:pPr>
        <w:pStyle w:val="libNormal"/>
        <w:rPr>
          <w:rtl/>
        </w:rPr>
      </w:pPr>
      <w:r w:rsidRPr="007E0B1D">
        <w:rPr>
          <w:rtl/>
        </w:rPr>
        <w:t>اسحاق بن محمّد بن أحمد بن أبان بن مرار بن عبد الله بن الحارث النخعي</w:t>
      </w:r>
      <w:r w:rsidR="00D8054C">
        <w:rPr>
          <w:rtl/>
        </w:rPr>
        <w:t>،</w:t>
      </w:r>
      <w:r w:rsidRPr="007E0B1D">
        <w:rPr>
          <w:rtl/>
        </w:rPr>
        <w:t xml:space="preserve"> البصري</w:t>
      </w:r>
      <w:r w:rsidR="00D8054C">
        <w:rPr>
          <w:rtl/>
        </w:rPr>
        <w:t>،</w:t>
      </w:r>
      <w:r w:rsidRPr="007E0B1D">
        <w:rPr>
          <w:rtl/>
        </w:rPr>
        <w:t xml:space="preserve"> المعروف بالأحمر</w:t>
      </w:r>
      <w:r w:rsidR="00D8054C">
        <w:rPr>
          <w:rtl/>
        </w:rPr>
        <w:t>،</w:t>
      </w:r>
      <w:r w:rsidRPr="007E0B1D">
        <w:rPr>
          <w:rtl/>
        </w:rPr>
        <w:t xml:space="preserve"> أبو يعقوب.</w:t>
      </w:r>
    </w:p>
    <w:p w:rsidR="008867CD" w:rsidRPr="007E0B1D" w:rsidRDefault="008867CD" w:rsidP="008867CD">
      <w:pPr>
        <w:pStyle w:val="libNormal"/>
        <w:rPr>
          <w:rtl/>
        </w:rPr>
      </w:pPr>
      <w:r w:rsidRPr="007E0B1D">
        <w:rPr>
          <w:rtl/>
        </w:rPr>
        <w:t>أحد أركان الغلاة</w:t>
      </w:r>
      <w:r w:rsidR="00D8054C">
        <w:rPr>
          <w:rtl/>
        </w:rPr>
        <w:t>،</w:t>
      </w:r>
      <w:r w:rsidRPr="007E0B1D">
        <w:rPr>
          <w:rtl/>
        </w:rPr>
        <w:t xml:space="preserve"> وكان فاسد المذهب</w:t>
      </w:r>
      <w:r w:rsidR="00D8054C">
        <w:rPr>
          <w:rtl/>
        </w:rPr>
        <w:t>،</w:t>
      </w:r>
      <w:r w:rsidRPr="007E0B1D">
        <w:rPr>
          <w:rtl/>
        </w:rPr>
        <w:t xml:space="preserve"> وضاعا للحديث</w:t>
      </w:r>
      <w:r w:rsidR="00D8054C">
        <w:rPr>
          <w:rtl/>
        </w:rPr>
        <w:t>،</w:t>
      </w:r>
      <w:r w:rsidRPr="007E0B1D">
        <w:rPr>
          <w:rtl/>
        </w:rPr>
        <w:t xml:space="preserve"> كذابا</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حافظا</w:t>
      </w:r>
      <w:r w:rsidR="00D8054C">
        <w:rPr>
          <w:rtl/>
        </w:rPr>
        <w:t>،</w:t>
      </w:r>
      <w:r w:rsidRPr="007E0B1D">
        <w:rPr>
          <w:rtl/>
        </w:rPr>
        <w:t xml:space="preserve"> مؤلفا</w:t>
      </w:r>
      <w:r w:rsidR="00D8054C">
        <w:rPr>
          <w:rtl/>
        </w:rPr>
        <w:t>،</w:t>
      </w:r>
      <w:r w:rsidRPr="007E0B1D">
        <w:rPr>
          <w:rtl/>
        </w:rPr>
        <w:t xml:space="preserve"> وجماعة الاسحاقية ينسبون إليه.</w:t>
      </w:r>
    </w:p>
    <w:p w:rsidR="008867CD" w:rsidRPr="007E0B1D" w:rsidRDefault="008867CD" w:rsidP="008867CD">
      <w:pPr>
        <w:pStyle w:val="libNormal"/>
        <w:rPr>
          <w:rtl/>
        </w:rPr>
      </w:pPr>
      <w:r w:rsidRPr="007E0B1D">
        <w:rPr>
          <w:rtl/>
        </w:rPr>
        <w:t xml:space="preserve">صحب الأئمة الجواد والهادي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محمّد بن أبي عبد الله</w:t>
      </w:r>
      <w:r w:rsidR="00D8054C">
        <w:rPr>
          <w:rtl/>
        </w:rPr>
        <w:t>،</w:t>
      </w:r>
      <w:r w:rsidRPr="007E0B1D">
        <w:rPr>
          <w:rtl/>
        </w:rPr>
        <w:t xml:space="preserve"> وعلي بن محمّد.</w:t>
      </w:r>
    </w:p>
    <w:p w:rsidR="008867CD" w:rsidRPr="007E0B1D" w:rsidRDefault="008867CD" w:rsidP="008867CD">
      <w:pPr>
        <w:pStyle w:val="libNormal"/>
        <w:rPr>
          <w:rtl/>
        </w:rPr>
      </w:pPr>
      <w:r w:rsidRPr="007E0B1D">
        <w:rPr>
          <w:rtl/>
        </w:rPr>
        <w:t>من كتبه « الصراط »</w:t>
      </w:r>
      <w:r w:rsidR="00D8054C">
        <w:rPr>
          <w:rtl/>
        </w:rPr>
        <w:t>،</w:t>
      </w:r>
      <w:r w:rsidRPr="007E0B1D">
        <w:rPr>
          <w:rtl/>
        </w:rPr>
        <w:t xml:space="preserve"> </w:t>
      </w:r>
      <w:r>
        <w:rPr>
          <w:rtl/>
        </w:rPr>
        <w:t>و «</w:t>
      </w:r>
      <w:r w:rsidRPr="007E0B1D">
        <w:rPr>
          <w:rtl/>
        </w:rPr>
        <w:t xml:space="preserve"> أخبار السيد الحميري »</w:t>
      </w:r>
      <w:r w:rsidR="00D8054C">
        <w:rPr>
          <w:rtl/>
        </w:rPr>
        <w:t>،</w:t>
      </w:r>
      <w:r w:rsidRPr="007E0B1D">
        <w:rPr>
          <w:rtl/>
        </w:rPr>
        <w:t xml:space="preserve"> </w:t>
      </w:r>
      <w:r>
        <w:rPr>
          <w:rtl/>
        </w:rPr>
        <w:t>و «</w:t>
      </w:r>
      <w:r w:rsidRPr="007E0B1D">
        <w:rPr>
          <w:rtl/>
        </w:rPr>
        <w:t xml:space="preserve"> التوحيد »</w:t>
      </w:r>
      <w:r w:rsidR="00D8054C">
        <w:rPr>
          <w:rtl/>
        </w:rPr>
        <w:t>،</w:t>
      </w:r>
      <w:r w:rsidRPr="007E0B1D">
        <w:rPr>
          <w:rtl/>
        </w:rPr>
        <w:t xml:space="preserve"> </w:t>
      </w:r>
      <w:r>
        <w:rPr>
          <w:rtl/>
        </w:rPr>
        <w:t>و «</w:t>
      </w:r>
      <w:r w:rsidRPr="007E0B1D">
        <w:rPr>
          <w:rtl/>
        </w:rPr>
        <w:t xml:space="preserve"> مجالس هشام بن الحكم »</w:t>
      </w:r>
      <w:r>
        <w:rPr>
          <w:rtl/>
        </w:rPr>
        <w:t>.</w:t>
      </w:r>
    </w:p>
    <w:p w:rsidR="008867CD" w:rsidRPr="007E0B1D" w:rsidRDefault="008867CD" w:rsidP="008867CD">
      <w:pPr>
        <w:pStyle w:val="libNormal"/>
        <w:rPr>
          <w:rtl/>
        </w:rPr>
      </w:pPr>
      <w:r w:rsidRPr="007E0B1D">
        <w:rPr>
          <w:rtl/>
        </w:rPr>
        <w:t>توفي سنة 286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الحلي </w:t>
      </w:r>
      <w:r w:rsidR="00D8054C">
        <w:rPr>
          <w:rtl/>
        </w:rPr>
        <w:t>(</w:t>
      </w:r>
      <w:r w:rsidRPr="007E0B1D">
        <w:rPr>
          <w:rtl/>
        </w:rPr>
        <w:t>قسم الضعفاء</w:t>
      </w:r>
      <w:r w:rsidR="00D8054C">
        <w:rPr>
          <w:rtl/>
        </w:rPr>
        <w:t>)</w:t>
      </w:r>
      <w:r w:rsidRPr="007E0B1D">
        <w:rPr>
          <w:rtl/>
        </w:rPr>
        <w:t xml:space="preserve"> من أصحاب الجواد </w:t>
      </w:r>
      <w:r w:rsidR="00D8054C" w:rsidRPr="00D8054C">
        <w:rPr>
          <w:rStyle w:val="libAlaemChar"/>
          <w:rtl/>
        </w:rPr>
        <w:t>عليه‌السلام</w:t>
      </w:r>
      <w:r w:rsidR="00D8054C">
        <w:rPr>
          <w:rtl/>
        </w:rPr>
        <w:t>،</w:t>
      </w:r>
      <w:r w:rsidRPr="007E0B1D">
        <w:rPr>
          <w:rtl/>
        </w:rPr>
        <w:t xml:space="preserve"> وص 201.</w:t>
      </w:r>
      <w:r>
        <w:rPr>
          <w:rFonts w:hint="cs"/>
          <w:rtl/>
        </w:rPr>
        <w:t xml:space="preserve"> </w:t>
      </w:r>
      <w:r w:rsidRPr="007E0B1D">
        <w:rPr>
          <w:rtl/>
        </w:rPr>
        <w:t xml:space="preserve">ميزان الاعتدال ج 1 ص 196. هدية العارفين ج 1 ص 198. تاريخ بغداد ج 6 ص 378. رجال الطوسي في أصحاب الهادي </w:t>
      </w:r>
      <w:r w:rsidR="00D8054C" w:rsidRPr="00D8054C">
        <w:rPr>
          <w:rStyle w:val="libAlaemChar"/>
          <w:rtl/>
        </w:rPr>
        <w:t>عليه‌السلام</w:t>
      </w:r>
      <w:r w:rsidRPr="007E0B1D">
        <w:rPr>
          <w:rtl/>
        </w:rPr>
        <w:t xml:space="preserve"> ص 411</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428. تنقيح المقال ج 1 ص 121. خلاصة الأقوال ص 96.</w:t>
      </w:r>
      <w:r>
        <w:rPr>
          <w:rFonts w:hint="cs"/>
          <w:rtl/>
        </w:rPr>
        <w:t xml:space="preserve"> </w:t>
      </w:r>
      <w:r w:rsidRPr="007E0B1D">
        <w:rPr>
          <w:rtl/>
        </w:rPr>
        <w:t>رجال النجاشي ص 53. توضيح الاشتباه ص 54. جامع الرواة ج 1 ص 87 وص 88. مجمع الرجال ج 1 ص 197 وص 198. نقد الرجال ص 40. التهذيب ج 2 ص 376</w:t>
      </w:r>
      <w:r w:rsidR="00D8054C">
        <w:rPr>
          <w:rtl/>
        </w:rPr>
        <w:t>،</w:t>
      </w:r>
      <w:r w:rsidRPr="007E0B1D">
        <w:rPr>
          <w:rtl/>
        </w:rPr>
        <w:t xml:space="preserve"> وج 9 ص 274. الوجيزة ص 5. منتهى المقال ص 52. بهجة الآمال ج 2 ص 238 وص 240. الكافي ج 1 ص 119 وص 272 وص 281 وص 425 وص 426</w:t>
      </w:r>
      <w:r w:rsidR="00D8054C">
        <w:rPr>
          <w:rtl/>
        </w:rPr>
        <w:t>،</w:t>
      </w:r>
      <w:r w:rsidRPr="007E0B1D">
        <w:rPr>
          <w:rtl/>
        </w:rPr>
        <w:t xml:space="preserve"> وج 3 ص 392</w:t>
      </w:r>
      <w:r w:rsidR="00D8054C">
        <w:rPr>
          <w:rtl/>
        </w:rPr>
        <w:t>،</w:t>
      </w:r>
      <w:r w:rsidRPr="007E0B1D">
        <w:rPr>
          <w:rtl/>
        </w:rPr>
        <w:t xml:space="preserve"> وج 4 ص 181</w:t>
      </w:r>
      <w:r w:rsidR="00D8054C">
        <w:rPr>
          <w:rtl/>
        </w:rPr>
        <w:t>،</w:t>
      </w:r>
      <w:r w:rsidRPr="007E0B1D">
        <w:rPr>
          <w:rtl/>
        </w:rPr>
        <w:t xml:space="preserve"> وج 5 ص 94</w:t>
      </w:r>
      <w:r w:rsidR="00D8054C">
        <w:rPr>
          <w:rtl/>
        </w:rPr>
        <w:t>،</w:t>
      </w:r>
      <w:r w:rsidRPr="007E0B1D">
        <w:rPr>
          <w:rtl/>
        </w:rPr>
        <w:t xml:space="preserve"> وج 7 ص 85. وسائل الشيعة ج 20 ص 138. لسان الميزان ج 1 ص 370. الذريعة ج 1 ص 334</w:t>
      </w:r>
      <w:r w:rsidR="00D8054C">
        <w:rPr>
          <w:rtl/>
        </w:rPr>
        <w:t>،</w:t>
      </w:r>
      <w:r w:rsidRPr="007E0B1D">
        <w:rPr>
          <w:rtl/>
        </w:rPr>
        <w:t xml:space="preserve"> وج 19 ص 373. أعيان الشيعة ج 3 ص 277 وص 287. الجامع في الرجال ج 1 ص 227 وص 228 وص 229. رجال ابن داود </w:t>
      </w:r>
      <w:r w:rsidR="00D8054C">
        <w:rPr>
          <w:rtl/>
        </w:rPr>
        <w:t>(</w:t>
      </w:r>
      <w:r w:rsidRPr="007E0B1D">
        <w:rPr>
          <w:rtl/>
        </w:rPr>
        <w:t>قسم الضعفاء</w:t>
      </w:r>
      <w:r w:rsidR="00D8054C">
        <w:rPr>
          <w:rtl/>
        </w:rPr>
        <w:t>)</w:t>
      </w:r>
      <w:r w:rsidRPr="007E0B1D">
        <w:rPr>
          <w:rtl/>
        </w:rPr>
        <w:t xml:space="preserve"> ص 231 وص 294. معجم رجال الحديث ج 3 ص 67 وص 68. رجال الكشي ص 322 وص 326 وص 530 وص 531 وص 533 وص 572 وص 574</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614 وغيرها. التحرير الطاوسي ص 39. طرائف المقال ج 1 ص 282.</w:t>
      </w:r>
      <w:r>
        <w:rPr>
          <w:rFonts w:hint="cs"/>
          <w:rtl/>
        </w:rPr>
        <w:t xml:space="preserve"> </w:t>
      </w:r>
      <w:r w:rsidRPr="007E0B1D">
        <w:rPr>
          <w:rtl/>
        </w:rPr>
        <w:t>نضد الايضاح ص 54. تهذيب المقال ج 1 ص 251. إيضاح الاشتباه ص 6.</w:t>
      </w:r>
      <w:r>
        <w:rPr>
          <w:rFonts w:hint="cs"/>
          <w:rtl/>
        </w:rPr>
        <w:t xml:space="preserve"> </w:t>
      </w:r>
      <w:r w:rsidRPr="007E0B1D">
        <w:rPr>
          <w:rtl/>
        </w:rPr>
        <w:t>اتقان المقال ص 260. منهج المقال ص 53.</w:t>
      </w:r>
    </w:p>
    <w:p w:rsidR="008867CD" w:rsidRPr="007E0B1D" w:rsidRDefault="008867CD" w:rsidP="008867CD">
      <w:pPr>
        <w:pStyle w:val="libCenterBold1"/>
        <w:rPr>
          <w:rtl/>
        </w:rPr>
      </w:pPr>
      <w:r w:rsidRPr="007E0B1D">
        <w:rPr>
          <w:rtl/>
        </w:rPr>
        <w:t>28</w:t>
      </w:r>
      <w:r w:rsidR="00D8054C">
        <w:rPr>
          <w:rtl/>
        </w:rPr>
        <w:t xml:space="preserve"> - </w:t>
      </w:r>
      <w:r w:rsidRPr="007E0B1D">
        <w:rPr>
          <w:rtl/>
        </w:rPr>
        <w:t>اسماعيل بن مهران</w:t>
      </w:r>
    </w:p>
    <w:p w:rsidR="008867CD" w:rsidRPr="007E0B1D" w:rsidRDefault="008867CD" w:rsidP="008867CD">
      <w:pPr>
        <w:pStyle w:val="libNormal"/>
        <w:rPr>
          <w:rtl/>
        </w:rPr>
      </w:pPr>
      <w:r w:rsidRPr="007E0B1D">
        <w:rPr>
          <w:rtl/>
        </w:rPr>
        <w:t>اسماعيل بن مهران بن محمّد ابن أبي نصر زيد بن محمّد بن أبي نصر السكوني بالولاء</w:t>
      </w:r>
      <w:r w:rsidR="00D8054C">
        <w:rPr>
          <w:rtl/>
        </w:rPr>
        <w:t>،</w:t>
      </w:r>
      <w:r w:rsidRPr="007E0B1D">
        <w:rPr>
          <w:rtl/>
        </w:rPr>
        <w:t xml:space="preserve"> الكوفي</w:t>
      </w:r>
      <w:r w:rsidR="00D8054C">
        <w:rPr>
          <w:rtl/>
        </w:rPr>
        <w:t>،</w:t>
      </w:r>
      <w:r w:rsidRPr="007E0B1D">
        <w:rPr>
          <w:rtl/>
        </w:rPr>
        <w:t xml:space="preserve"> أبو يعقوب.</w:t>
      </w:r>
    </w:p>
    <w:p w:rsidR="008867CD" w:rsidRPr="007E0B1D" w:rsidRDefault="008867CD" w:rsidP="008867CD">
      <w:pPr>
        <w:pStyle w:val="libNormal"/>
        <w:rPr>
          <w:rtl/>
        </w:rPr>
      </w:pPr>
      <w:r w:rsidRPr="007E0B1D">
        <w:rPr>
          <w:rtl/>
        </w:rPr>
        <w:t>من ثقات محدثي الشيعة الامامية المعتمدين</w:t>
      </w:r>
      <w:r w:rsidR="00D8054C">
        <w:rPr>
          <w:rtl/>
        </w:rPr>
        <w:t>،</w:t>
      </w:r>
      <w:r w:rsidRPr="007E0B1D">
        <w:rPr>
          <w:rtl/>
        </w:rPr>
        <w:t xml:space="preserve"> وكان فقيها جليل القدر</w:t>
      </w:r>
      <w:r w:rsidR="00D8054C">
        <w:rPr>
          <w:rtl/>
        </w:rPr>
        <w:t>،</w:t>
      </w:r>
      <w:r w:rsidRPr="007E0B1D">
        <w:rPr>
          <w:rtl/>
        </w:rPr>
        <w:t xml:space="preserve"> مجتهدا فاضلا خيرا</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 xml:space="preserve">تشرف بلقاء الأئمة الصادق والرضا والجواد </w:t>
      </w:r>
      <w:r w:rsidR="00D8054C" w:rsidRPr="00D8054C">
        <w:rPr>
          <w:rStyle w:val="libAlaemChar"/>
          <w:rtl/>
        </w:rPr>
        <w:t>عليهم‌السلام</w:t>
      </w:r>
      <w:r w:rsidR="00D8054C">
        <w:rPr>
          <w:rtl/>
        </w:rPr>
        <w:t>،</w:t>
      </w:r>
      <w:r w:rsidRPr="007E0B1D">
        <w:rPr>
          <w:rtl/>
        </w:rPr>
        <w:t xml:space="preserve"> وروى عنهم.</w:t>
      </w:r>
    </w:p>
    <w:p w:rsidR="008867CD" w:rsidRPr="007E0B1D" w:rsidRDefault="008867CD" w:rsidP="008867CD">
      <w:pPr>
        <w:pStyle w:val="libNormal"/>
        <w:rPr>
          <w:rtl/>
        </w:rPr>
      </w:pPr>
      <w:r w:rsidRPr="007E0B1D">
        <w:rPr>
          <w:rtl/>
        </w:rPr>
        <w:t>روى عنه 20 راويا أمثال</w:t>
      </w:r>
      <w:r w:rsidR="00D8054C">
        <w:rPr>
          <w:rtl/>
        </w:rPr>
        <w:t>:</w:t>
      </w:r>
      <w:r w:rsidRPr="007E0B1D">
        <w:rPr>
          <w:rtl/>
        </w:rPr>
        <w:t xml:space="preserve"> أحمد بن محمّد بن خالد البرقي</w:t>
      </w:r>
      <w:r w:rsidR="00D8054C">
        <w:rPr>
          <w:rtl/>
        </w:rPr>
        <w:t>،</w:t>
      </w:r>
      <w:r w:rsidRPr="007E0B1D">
        <w:rPr>
          <w:rtl/>
        </w:rPr>
        <w:t xml:space="preserve"> ومحمّد بن علي الصيرفي</w:t>
      </w:r>
      <w:r w:rsidR="00D8054C">
        <w:rPr>
          <w:rtl/>
        </w:rPr>
        <w:t>،</w:t>
      </w:r>
      <w:r w:rsidRPr="007E0B1D">
        <w:rPr>
          <w:rtl/>
        </w:rPr>
        <w:t xml:space="preserve"> ومنصور بن العباس وغيرهم.</w:t>
      </w:r>
    </w:p>
    <w:p w:rsidR="008867CD" w:rsidRPr="007E0B1D" w:rsidRDefault="008867CD" w:rsidP="008867CD">
      <w:pPr>
        <w:pStyle w:val="libNormal"/>
        <w:rPr>
          <w:rtl/>
        </w:rPr>
      </w:pPr>
      <w:r w:rsidRPr="007E0B1D">
        <w:rPr>
          <w:rtl/>
        </w:rPr>
        <w:t>تردد اسمه في 126 موردا في أسناد الروايات.</w:t>
      </w:r>
    </w:p>
    <w:p w:rsidR="008867CD" w:rsidRPr="007E0B1D" w:rsidRDefault="008867CD" w:rsidP="008867CD">
      <w:pPr>
        <w:pStyle w:val="libNormal"/>
        <w:rPr>
          <w:rtl/>
        </w:rPr>
      </w:pPr>
      <w:r w:rsidRPr="007E0B1D">
        <w:rPr>
          <w:rtl/>
        </w:rPr>
        <w:t>من تآليفه « الاهليلجة »</w:t>
      </w:r>
      <w:r w:rsidR="00D8054C">
        <w:rPr>
          <w:rtl/>
        </w:rPr>
        <w:t>،</w:t>
      </w:r>
      <w:r w:rsidRPr="007E0B1D">
        <w:rPr>
          <w:rtl/>
        </w:rPr>
        <w:t xml:space="preserve"> </w:t>
      </w:r>
      <w:r>
        <w:rPr>
          <w:rtl/>
        </w:rPr>
        <w:t>و «</w:t>
      </w:r>
      <w:r w:rsidRPr="007E0B1D">
        <w:rPr>
          <w:rtl/>
        </w:rPr>
        <w:t xml:space="preserve"> خطب أمير المؤمنين </w:t>
      </w:r>
      <w:r w:rsidR="00D8054C" w:rsidRPr="00D8054C">
        <w:rPr>
          <w:rStyle w:val="libAlaemChar"/>
          <w:rtl/>
        </w:rPr>
        <w:t>عليه‌السلام</w:t>
      </w:r>
      <w:r w:rsidRPr="007E0B1D">
        <w:rPr>
          <w:rtl/>
        </w:rPr>
        <w:t xml:space="preserve"> »</w:t>
      </w:r>
      <w:r w:rsidR="00D8054C">
        <w:rPr>
          <w:rtl/>
        </w:rPr>
        <w:t>،</w:t>
      </w:r>
      <w:r w:rsidRPr="007E0B1D">
        <w:rPr>
          <w:rtl/>
        </w:rPr>
        <w:t xml:space="preserve"> </w:t>
      </w:r>
      <w:r>
        <w:rPr>
          <w:rtl/>
        </w:rPr>
        <w:t>و «</w:t>
      </w:r>
      <w:r w:rsidRPr="007E0B1D">
        <w:rPr>
          <w:rtl/>
        </w:rPr>
        <w:t xml:space="preserve"> صفة المؤمن والفاجر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الملاحم »</w:t>
      </w:r>
      <w:r w:rsidR="00D8054C">
        <w:rPr>
          <w:rtl/>
        </w:rPr>
        <w:t>،</w:t>
      </w:r>
      <w:r w:rsidRPr="007E0B1D">
        <w:rPr>
          <w:rtl/>
        </w:rPr>
        <w:t xml:space="preserve"> </w:t>
      </w:r>
      <w:r>
        <w:rPr>
          <w:rtl/>
        </w:rPr>
        <w:t>و «</w:t>
      </w:r>
      <w:r w:rsidRPr="007E0B1D">
        <w:rPr>
          <w:rtl/>
        </w:rPr>
        <w:t xml:space="preserve"> العلل »</w:t>
      </w:r>
      <w:r w:rsidR="00D8054C">
        <w:rPr>
          <w:rtl/>
        </w:rPr>
        <w:t>،</w:t>
      </w:r>
      <w:r w:rsidRPr="007E0B1D">
        <w:rPr>
          <w:rtl/>
        </w:rPr>
        <w:t xml:space="preserve"> </w:t>
      </w:r>
      <w:r>
        <w:rPr>
          <w:rtl/>
        </w:rPr>
        <w:t>و «</w:t>
      </w:r>
      <w:r w:rsidRPr="007E0B1D">
        <w:rPr>
          <w:rtl/>
        </w:rPr>
        <w:t xml:space="preserve"> ثواب القرآن »</w:t>
      </w:r>
      <w:r w:rsidR="00D8054C">
        <w:rPr>
          <w:rtl/>
        </w:rPr>
        <w:t>،</w:t>
      </w:r>
      <w:r w:rsidRPr="007E0B1D">
        <w:rPr>
          <w:rtl/>
        </w:rPr>
        <w:t xml:space="preserve"> وله أصل.</w:t>
      </w:r>
    </w:p>
    <w:p w:rsidR="008867CD" w:rsidRPr="007E0B1D" w:rsidRDefault="008867CD" w:rsidP="008867CD">
      <w:pPr>
        <w:pStyle w:val="libNormal"/>
        <w:rPr>
          <w:rtl/>
        </w:rPr>
      </w:pPr>
      <w:r w:rsidRPr="007E0B1D">
        <w:rPr>
          <w:rtl/>
        </w:rPr>
        <w:t>كان على قيد الحياة قبل سنة 220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الصادق </w:t>
      </w:r>
      <w:r w:rsidR="00D8054C" w:rsidRPr="00D8054C">
        <w:rPr>
          <w:rStyle w:val="libAlaemChar"/>
          <w:rtl/>
        </w:rPr>
        <w:t>عليه‌السلام</w:t>
      </w:r>
      <w:r w:rsidRPr="007E0B1D">
        <w:rPr>
          <w:rtl/>
        </w:rPr>
        <w:t xml:space="preserve"> ص 115</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368. كشف الأستار ج 1 ص 118 وص 129. معجم الثقات ص 19.التوحيد ص 48. كامل الزيارات ص 108. الاختصاص ص 66 وص 85 وص 213 وص 281 وص 328. مستطرفات السرائر ص 40 وص 42. اتقان</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المقال ص 27 وص 263. شرح مشيخة الفقيه ص 114. مجمع الرجال ج 1 ص 225. هداية المحدثين ص 20. جامع الرواة ج 1 ص 103. روضة المتقين ج 14 ص 511. لسان الميزان ج 1 ص 439. معجم المؤلفين ج 2 ص 297.</w:t>
      </w:r>
      <w:r>
        <w:rPr>
          <w:rFonts w:hint="cs"/>
          <w:rtl/>
        </w:rPr>
        <w:t xml:space="preserve"> </w:t>
      </w:r>
      <w:r w:rsidRPr="007E0B1D">
        <w:rPr>
          <w:rtl/>
        </w:rPr>
        <w:t>الجامع في الرجال ج 1 ص 269. الذريعة ج 2 ص 483</w:t>
      </w:r>
      <w:r w:rsidR="00D8054C">
        <w:rPr>
          <w:rtl/>
        </w:rPr>
        <w:t>،</w:t>
      </w:r>
      <w:r w:rsidRPr="007E0B1D">
        <w:rPr>
          <w:rtl/>
        </w:rPr>
        <w:t xml:space="preserve"> وج 5 ص 19</w:t>
      </w:r>
      <w:r w:rsidR="00D8054C">
        <w:rPr>
          <w:rtl/>
        </w:rPr>
        <w:t>،</w:t>
      </w:r>
      <w:r w:rsidRPr="007E0B1D">
        <w:rPr>
          <w:rtl/>
        </w:rPr>
        <w:t xml:space="preserve"> وج 7 ص 189</w:t>
      </w:r>
      <w:r w:rsidR="00D8054C">
        <w:rPr>
          <w:rtl/>
        </w:rPr>
        <w:t>،</w:t>
      </w:r>
      <w:r w:rsidRPr="007E0B1D">
        <w:rPr>
          <w:rtl/>
        </w:rPr>
        <w:t xml:space="preserve"> وج 15 ص 47</w:t>
      </w:r>
      <w:r w:rsidR="00D8054C">
        <w:rPr>
          <w:rtl/>
        </w:rPr>
        <w:t>،</w:t>
      </w:r>
      <w:r w:rsidRPr="007E0B1D">
        <w:rPr>
          <w:rtl/>
        </w:rPr>
        <w:t xml:space="preserve"> وج 22 ص 188</w:t>
      </w:r>
      <w:r w:rsidR="00D8054C">
        <w:rPr>
          <w:rtl/>
        </w:rPr>
        <w:t>،</w:t>
      </w:r>
      <w:r w:rsidRPr="007E0B1D">
        <w:rPr>
          <w:rtl/>
        </w:rPr>
        <w:t xml:space="preserve"> وج 24 ص 324. نقد الرجال ص 47. تنقيح المقال ج 1 ص 145. منتهى المقال ص 59. تأسيس الشيعة ص 404 وص 410. وسائل الشيعة ج 20 ص 142. تهذيب المقال ج 1 ص 357. رجال البرقي في أصحاب الرضا </w:t>
      </w:r>
      <w:r w:rsidR="00D8054C" w:rsidRPr="00D8054C">
        <w:rPr>
          <w:rStyle w:val="libAlaemChar"/>
          <w:rtl/>
        </w:rPr>
        <w:t>عليه‌السلام</w:t>
      </w:r>
      <w:r w:rsidRPr="007E0B1D">
        <w:rPr>
          <w:rtl/>
        </w:rPr>
        <w:t xml:space="preserve"> ص 55. إيضاح الاشتباه ص 5</w:t>
      </w:r>
      <w:r w:rsidR="00D8054C">
        <w:rPr>
          <w:rtl/>
        </w:rPr>
        <w:t>،</w:t>
      </w:r>
      <w:r w:rsidRPr="007E0B1D">
        <w:rPr>
          <w:rtl/>
        </w:rPr>
        <w:t xml:space="preserve"> رجال الأنصاري ص 18 وص 20</w:t>
      </w:r>
      <w:r w:rsidR="00D8054C">
        <w:rPr>
          <w:rtl/>
        </w:rPr>
        <w:t>،</w:t>
      </w:r>
      <w:r w:rsidRPr="007E0B1D">
        <w:rPr>
          <w:rtl/>
        </w:rPr>
        <w:t xml:space="preserve"> الوجيزة ص 28. رجال الكشي ص 13 وص 194 وص 409 وص 454 وص 588 وص 589 وص 599. بهجة الآمال ج 2 ص 340. منهج المقال ص 60. الخصال ص 10 وص 16 وص 49 وص 80 وص 88 وص 142 وص 246 وص 317 وص 352 وص 531. معجم رجال الحديث ج 3 ص 189</w:t>
      </w:r>
      <w:r w:rsidR="00D8054C">
        <w:rPr>
          <w:rtl/>
        </w:rPr>
        <w:t xml:space="preserve"> - </w:t>
      </w:r>
      <w:r w:rsidRPr="007E0B1D">
        <w:rPr>
          <w:rtl/>
        </w:rPr>
        <w:t xml:space="preserve">ص 195. رجال الحلي </w:t>
      </w:r>
      <w:r w:rsidR="00D8054C">
        <w:rPr>
          <w:rtl/>
        </w:rPr>
        <w:t>(</w:t>
      </w:r>
      <w:r w:rsidRPr="007E0B1D">
        <w:rPr>
          <w:rtl/>
        </w:rPr>
        <w:t>قسم الثقات</w:t>
      </w:r>
      <w:r w:rsidR="00D8054C">
        <w:rPr>
          <w:rtl/>
        </w:rPr>
        <w:t>)</w:t>
      </w:r>
      <w:r w:rsidRPr="007E0B1D">
        <w:rPr>
          <w:rtl/>
        </w:rPr>
        <w:t xml:space="preserve"> ص 8. روضة الكافي ص 124 وص 157 وص 170 وص 178 وص 314 وص 352 وص 360. أعيان الشيعة ج 3 ص 435. نضد الايضاح ص 61. التهذيب ج 1 ص 55 وص 260 وص 213 وص 344</w:t>
      </w:r>
      <w:r w:rsidR="00D8054C">
        <w:rPr>
          <w:rtl/>
        </w:rPr>
        <w:t>،</w:t>
      </w:r>
      <w:r w:rsidRPr="007E0B1D">
        <w:rPr>
          <w:rtl/>
        </w:rPr>
        <w:t xml:space="preserve"> وج 3 ص 100</w:t>
      </w:r>
      <w:r w:rsidR="00D8054C">
        <w:rPr>
          <w:rtl/>
        </w:rPr>
        <w:t>،</w:t>
      </w:r>
      <w:r w:rsidRPr="007E0B1D">
        <w:rPr>
          <w:rtl/>
        </w:rPr>
        <w:t xml:space="preserve"> وج 4 ص 322</w:t>
      </w:r>
      <w:r w:rsidR="00D8054C">
        <w:rPr>
          <w:rtl/>
        </w:rPr>
        <w:t>،</w:t>
      </w:r>
      <w:r w:rsidRPr="007E0B1D">
        <w:rPr>
          <w:rtl/>
        </w:rPr>
        <w:t xml:space="preserve"> وج 6 ص 76 وص 179 وص 187 وص 255 وص 379</w:t>
      </w:r>
      <w:r w:rsidR="00D8054C">
        <w:rPr>
          <w:rtl/>
        </w:rPr>
        <w:t>،</w:t>
      </w:r>
      <w:r w:rsidRPr="007E0B1D">
        <w:rPr>
          <w:rtl/>
        </w:rPr>
        <w:t xml:space="preserve"> وج 7 ص 160</w:t>
      </w:r>
      <w:r w:rsidR="00D8054C">
        <w:rPr>
          <w:rtl/>
        </w:rPr>
        <w:t>،</w:t>
      </w:r>
      <w:r w:rsidRPr="007E0B1D">
        <w:rPr>
          <w:rtl/>
        </w:rPr>
        <w:t xml:space="preserve"> وج 10 ص 186. أضبط المقال ص 514. العندبيل ج 1 ص 49. التحرير الطاوسي ص 37. الاستبصار ج 1 ص 270</w:t>
      </w:r>
      <w:r w:rsidR="00D8054C">
        <w:rPr>
          <w:rtl/>
        </w:rPr>
        <w:t>،</w:t>
      </w:r>
      <w:r w:rsidRPr="007E0B1D">
        <w:rPr>
          <w:rtl/>
        </w:rPr>
        <w:t xml:space="preserve"> وج 4 ص 269. منهج المقال ص 61. من لا يحضره الفقيه ج 3 ص 372</w:t>
      </w:r>
      <w:r w:rsidR="00D8054C">
        <w:rPr>
          <w:rtl/>
        </w:rPr>
        <w:t>،</w:t>
      </w:r>
      <w:r w:rsidRPr="007E0B1D">
        <w:rPr>
          <w:rtl/>
        </w:rPr>
        <w:t xml:space="preserve"> وج 4 ص 296. توضيح الاشتباه ص 62. رجال ابن داود </w:t>
      </w:r>
      <w:r w:rsidR="00D8054C">
        <w:rPr>
          <w:rtl/>
        </w:rPr>
        <w:t>(</w:t>
      </w:r>
      <w:r w:rsidRPr="007E0B1D">
        <w:rPr>
          <w:rtl/>
        </w:rPr>
        <w:t>قسم الثقات</w:t>
      </w:r>
      <w:r w:rsidR="00D8054C">
        <w:rPr>
          <w:rtl/>
        </w:rPr>
        <w:t>)</w:t>
      </w:r>
      <w:r w:rsidRPr="007E0B1D">
        <w:rPr>
          <w:rtl/>
        </w:rPr>
        <w:t xml:space="preserve"> ص 51. معالم العلماء ص 8. فهرست الطوسي ص 11.</w:t>
      </w:r>
      <w:r>
        <w:rPr>
          <w:rFonts w:hint="cs"/>
          <w:rtl/>
        </w:rPr>
        <w:t xml:space="preserve"> </w:t>
      </w:r>
      <w:r w:rsidRPr="007E0B1D">
        <w:rPr>
          <w:rtl/>
        </w:rPr>
        <w:t xml:space="preserve">رجال النجاشي ص 19. طرائف المقال ج 1 ص 284. الكافي ج 1 ص 28 وص 56 وص 260 وفيه محاورة بينه وبين الامام الجواد </w:t>
      </w:r>
      <w:r w:rsidR="00D8054C" w:rsidRPr="00D8054C">
        <w:rPr>
          <w:rStyle w:val="libAlaemChar"/>
          <w:rtl/>
        </w:rPr>
        <w:t>عليه‌السلام</w:t>
      </w:r>
      <w:r w:rsidR="00D8054C">
        <w:rPr>
          <w:rtl/>
        </w:rPr>
        <w:t>،</w:t>
      </w:r>
      <w:r w:rsidRPr="007E0B1D">
        <w:rPr>
          <w:rtl/>
        </w:rPr>
        <w:t xml:space="preserve"> وج 2 ص 129</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146 وص 263 وص 357 وص 454 وص 455 وص 458 وص 465</w:t>
      </w:r>
      <w:r w:rsidR="00D8054C">
        <w:rPr>
          <w:rtl/>
        </w:rPr>
        <w:t>،</w:t>
      </w:r>
      <w:r w:rsidRPr="007E0B1D">
        <w:rPr>
          <w:rtl/>
        </w:rPr>
        <w:t xml:space="preserve"> وج 3 ص 28 وص 230 وص 281</w:t>
      </w:r>
      <w:r w:rsidR="00D8054C">
        <w:rPr>
          <w:rtl/>
        </w:rPr>
        <w:t>،</w:t>
      </w:r>
      <w:r w:rsidRPr="007E0B1D">
        <w:rPr>
          <w:rtl/>
        </w:rPr>
        <w:t xml:space="preserve"> وج 4 ص 15</w:t>
      </w:r>
      <w:r w:rsidR="00D8054C">
        <w:rPr>
          <w:rtl/>
        </w:rPr>
        <w:t>،</w:t>
      </w:r>
      <w:r w:rsidRPr="007E0B1D">
        <w:rPr>
          <w:rtl/>
        </w:rPr>
        <w:t xml:space="preserve"> وج 5 ص 88 وص 142 وص 324 وص 370 وص 374 وص 455</w:t>
      </w:r>
      <w:r w:rsidR="00D8054C">
        <w:rPr>
          <w:rtl/>
        </w:rPr>
        <w:t>،</w:t>
      </w:r>
      <w:r w:rsidRPr="007E0B1D">
        <w:rPr>
          <w:rtl/>
        </w:rPr>
        <w:t xml:space="preserve"> وج 7 ص 400.</w:t>
      </w:r>
    </w:p>
    <w:p w:rsidR="008867CD" w:rsidRPr="007E0B1D" w:rsidRDefault="008867CD" w:rsidP="008867CD">
      <w:pPr>
        <w:pStyle w:val="libBold1"/>
        <w:rPr>
          <w:rtl/>
        </w:rPr>
      </w:pPr>
      <w:r w:rsidRPr="007E0B1D">
        <w:rPr>
          <w:rtl/>
        </w:rPr>
        <w:t>29</w:t>
      </w:r>
      <w:r w:rsidR="00D8054C">
        <w:rPr>
          <w:rtl/>
        </w:rPr>
        <w:t xml:space="preserve"> - </w:t>
      </w:r>
      <w:r w:rsidRPr="007E0B1D">
        <w:rPr>
          <w:rtl/>
        </w:rPr>
        <w:t>أمية بن علي</w:t>
      </w:r>
    </w:p>
    <w:p w:rsidR="008867CD" w:rsidRPr="007E0B1D" w:rsidRDefault="008867CD" w:rsidP="008867CD">
      <w:pPr>
        <w:pStyle w:val="libNormal"/>
        <w:rPr>
          <w:rtl/>
        </w:rPr>
      </w:pPr>
      <w:r w:rsidRPr="007E0B1D">
        <w:rPr>
          <w:rtl/>
        </w:rPr>
        <w:t>أمية بن علي القيسي</w:t>
      </w:r>
      <w:r w:rsidR="00D8054C">
        <w:rPr>
          <w:rtl/>
        </w:rPr>
        <w:t>،</w:t>
      </w:r>
      <w:r w:rsidRPr="007E0B1D">
        <w:rPr>
          <w:rtl/>
        </w:rPr>
        <w:t xml:space="preserve"> وقيل القبسي</w:t>
      </w:r>
      <w:r w:rsidR="00D8054C">
        <w:rPr>
          <w:rtl/>
        </w:rPr>
        <w:t>،</w:t>
      </w:r>
      <w:r w:rsidRPr="007E0B1D">
        <w:rPr>
          <w:rtl/>
        </w:rPr>
        <w:t xml:space="preserve"> وقيل القتيبي</w:t>
      </w:r>
      <w:r w:rsidR="00D8054C">
        <w:rPr>
          <w:rtl/>
        </w:rPr>
        <w:t>،</w:t>
      </w:r>
      <w:r w:rsidRPr="007E0B1D">
        <w:rPr>
          <w:rtl/>
        </w:rPr>
        <w:t xml:space="preserve"> الشامي</w:t>
      </w:r>
      <w:r w:rsidR="00D8054C">
        <w:rPr>
          <w:rtl/>
        </w:rPr>
        <w:t>،</w:t>
      </w:r>
      <w:r w:rsidRPr="007E0B1D">
        <w:rPr>
          <w:rtl/>
        </w:rPr>
        <w:t xml:space="preserve"> أبو محمّد.</w:t>
      </w:r>
    </w:p>
    <w:p w:rsidR="008867CD" w:rsidRPr="007E0B1D" w:rsidRDefault="008867CD" w:rsidP="008867CD">
      <w:pPr>
        <w:pStyle w:val="libNormal"/>
        <w:rPr>
          <w:rtl/>
        </w:rPr>
      </w:pPr>
      <w:r w:rsidRPr="007E0B1D">
        <w:rPr>
          <w:rtl/>
        </w:rPr>
        <w:t>محدث ضعيف الحديث</w:t>
      </w:r>
      <w:r w:rsidR="00D8054C">
        <w:rPr>
          <w:rtl/>
        </w:rPr>
        <w:t>،</w:t>
      </w:r>
      <w:r w:rsidRPr="007E0B1D">
        <w:rPr>
          <w:rtl/>
        </w:rPr>
        <w:t xml:space="preserve"> مرتفع القول</w:t>
      </w:r>
      <w:r w:rsidR="00D8054C">
        <w:rPr>
          <w:rtl/>
        </w:rPr>
        <w:t>،</w:t>
      </w:r>
      <w:r w:rsidRPr="007E0B1D">
        <w:rPr>
          <w:rtl/>
        </w:rPr>
        <w:t xml:space="preserve"> له كتاب.</w:t>
      </w:r>
    </w:p>
    <w:p w:rsidR="008867CD" w:rsidRPr="007E0B1D" w:rsidRDefault="008867CD" w:rsidP="008867CD">
      <w:pPr>
        <w:pStyle w:val="libNormal"/>
        <w:rPr>
          <w:rtl/>
        </w:rPr>
      </w:pPr>
      <w:r w:rsidRPr="007E0B1D">
        <w:rPr>
          <w:rtl/>
        </w:rPr>
        <w:t xml:space="preserve">روى عن الامام الجواد </w:t>
      </w:r>
      <w:r w:rsidR="00D8054C" w:rsidRPr="00D8054C">
        <w:rPr>
          <w:rStyle w:val="libAlaemChar"/>
          <w:rtl/>
        </w:rPr>
        <w:t>عليه‌السلام</w:t>
      </w:r>
      <w:r w:rsidR="00D8054C">
        <w:rPr>
          <w:rtl/>
        </w:rPr>
        <w:t>،</w:t>
      </w:r>
      <w:r w:rsidRPr="007E0B1D">
        <w:rPr>
          <w:rtl/>
        </w:rPr>
        <w:t xml:space="preserve"> ويقال روى عن الامامين الصادق والرضا </w:t>
      </w:r>
      <w:r w:rsidR="00D8054C" w:rsidRPr="00D8054C">
        <w:rPr>
          <w:rStyle w:val="libAlaemChar"/>
          <w:rtl/>
        </w:rPr>
        <w:t>عليهما‌السلام</w:t>
      </w:r>
      <w:r w:rsidRPr="007E0B1D">
        <w:rPr>
          <w:rtl/>
        </w:rPr>
        <w:t xml:space="preserve"> أيضا.</w:t>
      </w:r>
    </w:p>
    <w:p w:rsidR="008867CD" w:rsidRPr="007E0B1D" w:rsidRDefault="008867CD" w:rsidP="008867CD">
      <w:pPr>
        <w:pStyle w:val="libNormal"/>
        <w:rPr>
          <w:rtl/>
        </w:rPr>
      </w:pPr>
      <w:r w:rsidRPr="007E0B1D">
        <w:rPr>
          <w:rtl/>
        </w:rPr>
        <w:t>روى عنه أحمد بن هلال</w:t>
      </w:r>
      <w:r w:rsidR="00D8054C">
        <w:rPr>
          <w:rtl/>
        </w:rPr>
        <w:t>،</w:t>
      </w:r>
      <w:r w:rsidRPr="007E0B1D">
        <w:rPr>
          <w:rtl/>
        </w:rPr>
        <w:t xml:space="preserve"> وبدر بن الخليل</w:t>
      </w:r>
      <w:r w:rsidR="00D8054C">
        <w:rPr>
          <w:rtl/>
        </w:rPr>
        <w:t>،</w:t>
      </w:r>
      <w:r w:rsidRPr="007E0B1D">
        <w:rPr>
          <w:rtl/>
        </w:rPr>
        <w:t xml:space="preserve"> وأسباط بن سالم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النجاشي ص 77. نقد الرجال ص 50. أعيان الشيعة ج 3 ص 498.</w:t>
      </w:r>
      <w:r>
        <w:rPr>
          <w:rFonts w:hint="cs"/>
          <w:rtl/>
        </w:rPr>
        <w:t xml:space="preserve"> </w:t>
      </w:r>
      <w:r w:rsidRPr="007E0B1D">
        <w:rPr>
          <w:rtl/>
        </w:rPr>
        <w:t>الخصال ص 433. كشف الغمة ج 3 ص 152 وص 155. منتهى المقال ص 61.</w:t>
      </w:r>
      <w:r>
        <w:rPr>
          <w:rFonts w:hint="cs"/>
          <w:rtl/>
        </w:rPr>
        <w:t xml:space="preserve"> </w:t>
      </w:r>
      <w:r w:rsidRPr="007E0B1D">
        <w:rPr>
          <w:rtl/>
        </w:rPr>
        <w:t>الجامع في الرجال ج 1 ص 282. التهذيب ج 1 ص 466</w:t>
      </w:r>
      <w:r w:rsidR="00D8054C">
        <w:rPr>
          <w:rtl/>
        </w:rPr>
        <w:t>،</w:t>
      </w:r>
      <w:r w:rsidRPr="007E0B1D">
        <w:rPr>
          <w:rtl/>
        </w:rPr>
        <w:t xml:space="preserve"> وج 5 ص 140 وص 308. رجال ابن داود </w:t>
      </w:r>
      <w:r w:rsidR="00D8054C">
        <w:rPr>
          <w:rtl/>
        </w:rPr>
        <w:t>(</w:t>
      </w:r>
      <w:r w:rsidRPr="007E0B1D">
        <w:rPr>
          <w:rtl/>
        </w:rPr>
        <w:t>قسم الضعفاء</w:t>
      </w:r>
      <w:r w:rsidR="00D8054C">
        <w:rPr>
          <w:rtl/>
        </w:rPr>
        <w:t>)</w:t>
      </w:r>
      <w:r w:rsidRPr="007E0B1D">
        <w:rPr>
          <w:rtl/>
        </w:rPr>
        <w:t xml:space="preserve"> ص 232. رجال الكشي ص 331.</w:t>
      </w:r>
      <w:r>
        <w:rPr>
          <w:rFonts w:hint="cs"/>
          <w:rtl/>
        </w:rPr>
        <w:t xml:space="preserve"> </w:t>
      </w:r>
      <w:r w:rsidRPr="007E0B1D">
        <w:rPr>
          <w:rtl/>
        </w:rPr>
        <w:t>تنقيح المقال ج 1 ص 153. اثبات الوصية ص 177. كامل الزيارات ص 219.</w:t>
      </w:r>
      <w:r>
        <w:rPr>
          <w:rFonts w:hint="cs"/>
          <w:rtl/>
        </w:rPr>
        <w:t xml:space="preserve"> </w:t>
      </w:r>
      <w:r w:rsidRPr="007E0B1D">
        <w:rPr>
          <w:rtl/>
        </w:rPr>
        <w:t xml:space="preserve">مجمع الرجال ج 1 ص 237 وص 238. العندبيل ج 1 ص 55. رجال الحلي </w:t>
      </w:r>
      <w:r w:rsidR="00D8054C">
        <w:rPr>
          <w:rtl/>
        </w:rPr>
        <w:t>(</w:t>
      </w:r>
      <w:r w:rsidRPr="007E0B1D">
        <w:rPr>
          <w:rtl/>
        </w:rPr>
        <w:t>قسم الضعفاء</w:t>
      </w:r>
      <w:r w:rsidR="00D8054C">
        <w:rPr>
          <w:rtl/>
        </w:rPr>
        <w:t>)</w:t>
      </w:r>
      <w:r w:rsidRPr="007E0B1D">
        <w:rPr>
          <w:rtl/>
        </w:rPr>
        <w:t xml:space="preserve"> ص 206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 جامع الرواة ج 1 ص 108. الاختصاص ص 20. الكافي ج 1 ص 161 وص 370. بهجة الآمال ج 2 ص 353. معجم رجال الحديث ج 3 ص 233. الوجيزة ص 6.</w:t>
      </w:r>
      <w:r>
        <w:rPr>
          <w:rFonts w:hint="cs"/>
          <w:rtl/>
        </w:rPr>
        <w:t xml:space="preserve"> </w:t>
      </w:r>
      <w:r w:rsidRPr="007E0B1D">
        <w:rPr>
          <w:rtl/>
        </w:rPr>
        <w:t>خلاصة الأقوال ص 98. الاستبصار ج 2 ص 185. طرائف المقال ج 1 ص 285.</w:t>
      </w:r>
      <w:r>
        <w:rPr>
          <w:rFonts w:hint="cs"/>
          <w:rtl/>
        </w:rPr>
        <w:t xml:space="preserve"> </w:t>
      </w:r>
      <w:r w:rsidRPr="007E0B1D">
        <w:rPr>
          <w:rtl/>
        </w:rPr>
        <w:t>الوجيزة ص 8. منهج المقال ص 63. اتقان المقال ص 263.</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30</w:t>
      </w:r>
      <w:r w:rsidR="00D8054C">
        <w:rPr>
          <w:rtl/>
        </w:rPr>
        <w:t xml:space="preserve"> - </w:t>
      </w:r>
      <w:r w:rsidRPr="007E0B1D">
        <w:rPr>
          <w:rtl/>
        </w:rPr>
        <w:t>أيوب بن نوح</w:t>
      </w:r>
    </w:p>
    <w:p w:rsidR="008867CD" w:rsidRPr="007E0B1D" w:rsidRDefault="008867CD" w:rsidP="008867CD">
      <w:pPr>
        <w:pStyle w:val="libNormal"/>
        <w:rPr>
          <w:rtl/>
        </w:rPr>
      </w:pPr>
      <w:r w:rsidRPr="007E0B1D">
        <w:rPr>
          <w:rtl/>
        </w:rPr>
        <w:t>أيوب بن نوح بن دراج الكوفي</w:t>
      </w:r>
      <w:r w:rsidR="00D8054C">
        <w:rPr>
          <w:rtl/>
        </w:rPr>
        <w:t>،</w:t>
      </w:r>
      <w:r w:rsidRPr="007E0B1D">
        <w:rPr>
          <w:rtl/>
        </w:rPr>
        <w:t xml:space="preserve"> النخعي بالولاء</w:t>
      </w:r>
      <w:r w:rsidR="00D8054C">
        <w:rPr>
          <w:rtl/>
        </w:rPr>
        <w:t>،</w:t>
      </w:r>
      <w:r w:rsidRPr="007E0B1D">
        <w:rPr>
          <w:rtl/>
        </w:rPr>
        <w:t xml:space="preserve"> أبو الحسين.</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جليل القدر عند الأئمة </w:t>
      </w:r>
      <w:r w:rsidR="00D8054C" w:rsidRPr="00D8054C">
        <w:rPr>
          <w:rStyle w:val="libAlaemChar"/>
          <w:rtl/>
        </w:rPr>
        <w:t>عليهم‌السلام</w:t>
      </w:r>
      <w:r w:rsidR="00D8054C">
        <w:rPr>
          <w:rtl/>
        </w:rPr>
        <w:t>،</w:t>
      </w:r>
      <w:r w:rsidRPr="007E0B1D">
        <w:rPr>
          <w:rtl/>
        </w:rPr>
        <w:t xml:space="preserve"> عرف بكثرة العبادة وشدة الورع</w:t>
      </w:r>
      <w:r w:rsidR="00D8054C">
        <w:rPr>
          <w:rtl/>
        </w:rPr>
        <w:t>،</w:t>
      </w:r>
      <w:r w:rsidRPr="007E0B1D">
        <w:rPr>
          <w:rtl/>
        </w:rPr>
        <w:t xml:space="preserve"> وله كتب.</w:t>
      </w:r>
    </w:p>
    <w:p w:rsidR="008867CD" w:rsidRPr="007E0B1D" w:rsidRDefault="008867CD" w:rsidP="008867CD">
      <w:pPr>
        <w:pStyle w:val="libNormal"/>
        <w:rPr>
          <w:rtl/>
        </w:rPr>
      </w:pPr>
      <w:r w:rsidRPr="007E0B1D">
        <w:rPr>
          <w:rtl/>
        </w:rPr>
        <w:t xml:space="preserve">صحب الأئمة الرضا والجواد والهادي والعسكري </w:t>
      </w:r>
      <w:r w:rsidR="00D8054C" w:rsidRPr="00D8054C">
        <w:rPr>
          <w:rStyle w:val="libAlaemChar"/>
          <w:rtl/>
        </w:rPr>
        <w:t>عليهم‌السلام</w:t>
      </w:r>
      <w:r w:rsidR="00D8054C">
        <w:rPr>
          <w:rtl/>
        </w:rPr>
        <w:t>،</w:t>
      </w:r>
      <w:r w:rsidRPr="007E0B1D">
        <w:rPr>
          <w:rtl/>
        </w:rPr>
        <w:t xml:space="preserve"> وروى عنهم</w:t>
      </w:r>
      <w:r w:rsidR="00D8054C">
        <w:rPr>
          <w:rtl/>
        </w:rPr>
        <w:t>،</w:t>
      </w:r>
      <w:r w:rsidRPr="007E0B1D">
        <w:rPr>
          <w:rtl/>
        </w:rPr>
        <w:t xml:space="preserve"> ولجلالة قدره ولاه الامامين الهادي والعسكري </w:t>
      </w:r>
      <w:r w:rsidR="00D8054C" w:rsidRPr="00D8054C">
        <w:rPr>
          <w:rStyle w:val="libAlaemChar"/>
          <w:rtl/>
        </w:rPr>
        <w:t>عليهم‌السلام</w:t>
      </w:r>
      <w:r w:rsidRPr="007E0B1D">
        <w:rPr>
          <w:rtl/>
        </w:rPr>
        <w:t xml:space="preserve"> الوكالة عنهما.</w:t>
      </w:r>
    </w:p>
    <w:p w:rsidR="008867CD" w:rsidRPr="007E0B1D" w:rsidRDefault="008867CD" w:rsidP="008867CD">
      <w:pPr>
        <w:pStyle w:val="libNormal"/>
        <w:rPr>
          <w:rtl/>
        </w:rPr>
      </w:pPr>
      <w:r w:rsidRPr="007E0B1D">
        <w:rPr>
          <w:rtl/>
        </w:rPr>
        <w:t>له كتاب « نوادر »</w:t>
      </w:r>
      <w:r w:rsidR="00D8054C">
        <w:rPr>
          <w:rtl/>
        </w:rPr>
        <w:t>،</w:t>
      </w:r>
      <w:r w:rsidRPr="007E0B1D">
        <w:rPr>
          <w:rtl/>
        </w:rPr>
        <w:t xml:space="preserve"> وله كتب وروايات ومسائل عن الامام الهادي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تردد اسمه في 251 موردا في أسناد الروايات.</w:t>
      </w:r>
    </w:p>
    <w:p w:rsidR="008867CD" w:rsidRPr="007E0B1D" w:rsidRDefault="008867CD" w:rsidP="008867CD">
      <w:pPr>
        <w:pStyle w:val="libNormal"/>
        <w:rPr>
          <w:rtl/>
        </w:rPr>
      </w:pPr>
      <w:r w:rsidRPr="007E0B1D">
        <w:rPr>
          <w:rtl/>
        </w:rPr>
        <w:t>روى عنه اكثر من 28 من الرواة أمثال</w:t>
      </w:r>
      <w:r w:rsidR="00D8054C">
        <w:rPr>
          <w:rtl/>
        </w:rPr>
        <w:t>:</w:t>
      </w:r>
      <w:r w:rsidRPr="007E0B1D">
        <w:rPr>
          <w:rtl/>
        </w:rPr>
        <w:t xml:space="preserve"> محمّد بن علي بن محبوب</w:t>
      </w:r>
      <w:r w:rsidR="00D8054C">
        <w:rPr>
          <w:rtl/>
        </w:rPr>
        <w:t>،</w:t>
      </w:r>
      <w:r w:rsidRPr="007E0B1D">
        <w:rPr>
          <w:rtl/>
        </w:rPr>
        <w:t xml:space="preserve"> وعبد الله بن جعفر الحميري</w:t>
      </w:r>
      <w:r w:rsidR="00D8054C">
        <w:rPr>
          <w:rtl/>
        </w:rPr>
        <w:t>،</w:t>
      </w:r>
      <w:r w:rsidRPr="007E0B1D">
        <w:rPr>
          <w:rtl/>
        </w:rPr>
        <w:t xml:space="preserve"> ومحمّد بن الحسين بن أبي الخطاب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368</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398</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410. هداية المحدثين ص 22.</w:t>
      </w:r>
      <w:r>
        <w:rPr>
          <w:rFonts w:hint="cs"/>
          <w:rtl/>
        </w:rPr>
        <w:t xml:space="preserve"> </w:t>
      </w:r>
      <w:r w:rsidRPr="007E0B1D">
        <w:rPr>
          <w:rtl/>
        </w:rPr>
        <w:t xml:space="preserve">رجال الحلي </w:t>
      </w:r>
      <w:r w:rsidR="00D8054C">
        <w:rPr>
          <w:rtl/>
        </w:rPr>
        <w:t>(</w:t>
      </w:r>
      <w:r w:rsidRPr="007E0B1D">
        <w:rPr>
          <w:rtl/>
        </w:rPr>
        <w:t>قسم الثقات</w:t>
      </w:r>
      <w:r w:rsidR="00D8054C">
        <w:rPr>
          <w:rtl/>
        </w:rPr>
        <w:t>)</w:t>
      </w:r>
      <w:r w:rsidRPr="007E0B1D">
        <w:rPr>
          <w:rtl/>
        </w:rPr>
        <w:t xml:space="preserve"> ص 12. معالم العلماء ص 26. مستطرفات السرائر ص 65. مجمع الرجال ج 1 ص 247 وص 248. التوحيد ص 145 وص 333 وص 358 وص 389. رجال البرقي في اصحاب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اصحاب الجواد </w:t>
      </w:r>
      <w:r w:rsidR="00D8054C" w:rsidRPr="00D8054C">
        <w:rPr>
          <w:rStyle w:val="libAlaemChar"/>
          <w:rtl/>
        </w:rPr>
        <w:t>عليه‌السلام</w:t>
      </w:r>
      <w:r w:rsidRPr="007E0B1D">
        <w:rPr>
          <w:rtl/>
        </w:rPr>
        <w:t xml:space="preserve"> ص 57</w:t>
      </w:r>
      <w:r w:rsidR="00D8054C">
        <w:rPr>
          <w:rtl/>
        </w:rPr>
        <w:t>،</w:t>
      </w:r>
      <w:r w:rsidRPr="007E0B1D">
        <w:rPr>
          <w:rtl/>
        </w:rPr>
        <w:t xml:space="preserve"> وفي اصحاب الهادي </w:t>
      </w:r>
      <w:r w:rsidR="00D8054C" w:rsidRPr="00D8054C">
        <w:rPr>
          <w:rStyle w:val="libAlaemChar"/>
          <w:rtl/>
        </w:rPr>
        <w:t>عليه‌السلام</w:t>
      </w:r>
      <w:r w:rsidRPr="007E0B1D">
        <w:rPr>
          <w:rtl/>
        </w:rPr>
        <w:t xml:space="preserve"> ص 57. الجامع في الرجال ج 1 ص 292. بهجة الآمال ج 2 ص 374. فهرست الطوسي ص 16.</w:t>
      </w:r>
      <w:r>
        <w:rPr>
          <w:rFonts w:hint="cs"/>
          <w:rtl/>
        </w:rPr>
        <w:t xml:space="preserve"> </w:t>
      </w:r>
      <w:r w:rsidRPr="007E0B1D">
        <w:rPr>
          <w:rtl/>
        </w:rPr>
        <w:t>العندبيل ج 1 ص 61. منتهى المقال ص 62. الذريعة ج 24 ص 324. وسائل الشيعة ج 20 ص 145. تنقيح المقال ج 1 ص 159. روضة المتقين ج 14</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64. تأسيس الشيعة ص 410. معجم المؤلفين ج 3 ص 31. جامع الرواة ج 1 ص 112. الاختصاص ص 6 وص 12 وص 275. منهج المقال ص 65.</w:t>
      </w:r>
      <w:r>
        <w:rPr>
          <w:rFonts w:hint="cs"/>
          <w:rtl/>
        </w:rPr>
        <w:t xml:space="preserve"> </w:t>
      </w:r>
      <w:r w:rsidRPr="007E0B1D">
        <w:rPr>
          <w:rtl/>
        </w:rPr>
        <w:t xml:space="preserve">لسان الميزان ج 1 ص 490. نقد الرجال ص 52. رجال النجاشي ص 74. رجال ابن داود </w:t>
      </w:r>
      <w:r w:rsidR="00D8054C">
        <w:rPr>
          <w:rtl/>
        </w:rPr>
        <w:t>(</w:t>
      </w:r>
      <w:r w:rsidRPr="007E0B1D">
        <w:rPr>
          <w:rtl/>
        </w:rPr>
        <w:t>قسم الثقات</w:t>
      </w:r>
      <w:r w:rsidR="00D8054C">
        <w:rPr>
          <w:rtl/>
        </w:rPr>
        <w:t>)</w:t>
      </w:r>
      <w:r w:rsidRPr="007E0B1D">
        <w:rPr>
          <w:rtl/>
        </w:rPr>
        <w:t xml:space="preserve"> ص 54. معجم الثقات ص 21. الغيبة للنعماني ص 168. معجم رجال الحديث ج 3 ص 260. الخصال ص 23 وص 25 وص 26 وص 35 وص 138 وص 273 وص 337 وص 347 وص 393. أعيان الشيعة ج 3 ص 526. رجال الكشي ص 356 وص 502 وص 508 وص 514 وص 525 وص 557 وص 572 وص 612. كامل الزيارات ص 188 وص 304.</w:t>
      </w:r>
      <w:r>
        <w:rPr>
          <w:rFonts w:hint="cs"/>
          <w:rtl/>
        </w:rPr>
        <w:t xml:space="preserve"> </w:t>
      </w:r>
      <w:r w:rsidRPr="007E0B1D">
        <w:rPr>
          <w:rtl/>
        </w:rPr>
        <w:t>من لا يحضره الفقيه ج 1 ص 158 وص 237</w:t>
      </w:r>
      <w:r w:rsidR="00D8054C">
        <w:rPr>
          <w:rtl/>
        </w:rPr>
        <w:t>،</w:t>
      </w:r>
      <w:r w:rsidRPr="007E0B1D">
        <w:rPr>
          <w:rtl/>
        </w:rPr>
        <w:t xml:space="preserve"> وج 3 ص 275 وص 306 وص 345. رجال الأنصاري ص 48. الاستبصار ج 1 ص 10 وص 16 وص 17 وص 18 وص 19 وص 37 وص 52 وص 53 وص 65 وص 95 وص 100 وص 135 وص 136 وص 187 وص 189 وص 190 وص 206 وص 212 وص 230 وص 232 وص 323 وص 371 وص 376 وص 387 وص 458</w:t>
      </w:r>
      <w:r w:rsidR="00D8054C">
        <w:rPr>
          <w:rtl/>
        </w:rPr>
        <w:t>،</w:t>
      </w:r>
      <w:r w:rsidRPr="007E0B1D">
        <w:rPr>
          <w:rtl/>
        </w:rPr>
        <w:t xml:space="preserve"> وج 2 ص 92 وص 98 وص 120</w:t>
      </w:r>
      <w:r w:rsidR="00D8054C">
        <w:rPr>
          <w:rtl/>
        </w:rPr>
        <w:t>،</w:t>
      </w:r>
      <w:r w:rsidRPr="007E0B1D">
        <w:rPr>
          <w:rtl/>
        </w:rPr>
        <w:t xml:space="preserve"> وج 3 ص 9 وص 45 وص 109 وص 128 وص 193 وص 196 وص 201 وص 203 وص 208 وص 275 وص 285 وص 290 وص 300 وص 305 وص 326 وص 329 وص 330 وص 331</w:t>
      </w:r>
      <w:r w:rsidR="00D8054C">
        <w:rPr>
          <w:rtl/>
        </w:rPr>
        <w:t>،</w:t>
      </w:r>
      <w:r w:rsidRPr="007E0B1D">
        <w:rPr>
          <w:rtl/>
        </w:rPr>
        <w:t xml:space="preserve"> وج 4 ص 16 وص 138 وص 143 وص 147 وص 163 وص 165 وص 179 وص 225. نضد الايضاح ص 64. الوجيزة ص 8. اتقان المقال ص 28.</w:t>
      </w:r>
      <w:r>
        <w:rPr>
          <w:rFonts w:hint="cs"/>
          <w:rtl/>
        </w:rPr>
        <w:t xml:space="preserve"> </w:t>
      </w:r>
      <w:r w:rsidRPr="007E0B1D">
        <w:rPr>
          <w:rtl/>
        </w:rPr>
        <w:t>طرائف المقال ج 1 ص 285. إيضاح الاشتباه ص 2. التهذيب ج 1 ص 41 وص 46 وص 48 وص 64 وص 166 وص 167 وص 174 وص 221 وص 222 وص 223 وص 225 وص 237 وص 271 وص 274 وص 280 وص 296 وص 302 وص 307 وص 313 وص 346 وص 357 وص 377 وص 429</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448</w:t>
      </w:r>
      <w:r w:rsidR="00D8054C">
        <w:rPr>
          <w:rtl/>
        </w:rPr>
        <w:t>،</w:t>
      </w:r>
      <w:r w:rsidRPr="007E0B1D">
        <w:rPr>
          <w:rtl/>
        </w:rPr>
        <w:t xml:space="preserve"> وج 2 ص 76 وص 119 وص 137 وص 181 وص 189 وص 209 وص 212 وص 353 وص 357 وص 365 وص 368 وص 375</w:t>
      </w:r>
      <w:r w:rsidR="00D8054C">
        <w:rPr>
          <w:rtl/>
        </w:rPr>
        <w:t>،</w:t>
      </w:r>
      <w:r w:rsidRPr="007E0B1D">
        <w:rPr>
          <w:rtl/>
        </w:rPr>
        <w:t xml:space="preserve"> وج 3 ص 8 وص 51 وص 56 وص 174 وص 179 وص 212 وص 213 وص 229 وص 280 وص 281 وص 297 وص 303 وص 328</w:t>
      </w:r>
      <w:r w:rsidR="00D8054C">
        <w:rPr>
          <w:rtl/>
        </w:rPr>
        <w:t>،</w:t>
      </w:r>
      <w:r w:rsidRPr="007E0B1D">
        <w:rPr>
          <w:rtl/>
        </w:rPr>
        <w:t xml:space="preserve"> وج 4 ص 32 وص 91 وص 146 وص 163 وص 221 وص 228 وص 243 وص 262 وص 279 وص 323 وص 328</w:t>
      </w:r>
      <w:r w:rsidR="00D8054C">
        <w:rPr>
          <w:rtl/>
        </w:rPr>
        <w:t>،</w:t>
      </w:r>
      <w:r w:rsidRPr="007E0B1D">
        <w:rPr>
          <w:rtl/>
        </w:rPr>
        <w:t xml:space="preserve"> وج 5 ص 213 وص 273 وص 309 وص 380 وص 476</w:t>
      </w:r>
      <w:r w:rsidR="00D8054C">
        <w:rPr>
          <w:rtl/>
        </w:rPr>
        <w:t>،</w:t>
      </w:r>
      <w:r w:rsidRPr="007E0B1D">
        <w:rPr>
          <w:rtl/>
        </w:rPr>
        <w:t xml:space="preserve"> وج 6 ص 53 وص 173 وص 192 وص 197 وص 296 وص 298 وص 382 وص 383</w:t>
      </w:r>
      <w:r w:rsidR="00D8054C">
        <w:rPr>
          <w:rtl/>
        </w:rPr>
        <w:t>،</w:t>
      </w:r>
      <w:r w:rsidRPr="007E0B1D">
        <w:rPr>
          <w:rtl/>
        </w:rPr>
        <w:t xml:space="preserve"> وج 7 ص 155 وص 209 وص 221 وص 253 وص 307 وص 314 وص 321 وص 324 وص 363 وص 372 وص 448 وص 459 وص 487</w:t>
      </w:r>
      <w:r w:rsidR="00D8054C">
        <w:rPr>
          <w:rtl/>
        </w:rPr>
        <w:t>،</w:t>
      </w:r>
      <w:r w:rsidRPr="007E0B1D">
        <w:rPr>
          <w:rtl/>
        </w:rPr>
        <w:t xml:space="preserve"> وج 8 ص 3 وص 25 وص 34 وص 52 وص 57 وص 67 وص 73 وص 78 وص 101 وص 122 وص 125 وص 127 وص 128 وص 199 وص 205 وص 214</w:t>
      </w:r>
      <w:r w:rsidR="00D8054C">
        <w:rPr>
          <w:rtl/>
        </w:rPr>
        <w:t>،</w:t>
      </w:r>
      <w:r w:rsidRPr="007E0B1D">
        <w:rPr>
          <w:rtl/>
        </w:rPr>
        <w:t xml:space="preserve"> وج 9 ص 85 وص 170 وص 224 وص 282 وص 285 وص 286 وص 313 وص 322 وص 340 وص 357 وص 380</w:t>
      </w:r>
      <w:r w:rsidR="00D8054C">
        <w:rPr>
          <w:rtl/>
        </w:rPr>
        <w:t>،</w:t>
      </w:r>
      <w:r w:rsidRPr="007E0B1D">
        <w:rPr>
          <w:rtl/>
        </w:rPr>
        <w:t xml:space="preserve"> وج 10 ص 18 وص 63 وغيرها.</w:t>
      </w:r>
      <w:r>
        <w:rPr>
          <w:rFonts w:hint="cs"/>
          <w:rtl/>
        </w:rPr>
        <w:t xml:space="preserve"> </w:t>
      </w:r>
      <w:r w:rsidRPr="007E0B1D">
        <w:rPr>
          <w:rtl/>
        </w:rPr>
        <w:t>الكافي ج 1 ص 83 وص 201 وص 276 وص 341</w:t>
      </w:r>
      <w:r w:rsidR="00D8054C">
        <w:rPr>
          <w:rtl/>
        </w:rPr>
        <w:t>،</w:t>
      </w:r>
      <w:r w:rsidRPr="007E0B1D">
        <w:rPr>
          <w:rtl/>
        </w:rPr>
        <w:t xml:space="preserve"> وج 2 ص 92 وص 325 وج 3 ص 10 وص 149 وص 212 وص 389 وص 429 وص 506</w:t>
      </w:r>
      <w:r w:rsidR="00D8054C">
        <w:rPr>
          <w:rtl/>
        </w:rPr>
        <w:t>،</w:t>
      </w:r>
      <w:r w:rsidRPr="007E0B1D">
        <w:rPr>
          <w:rtl/>
        </w:rPr>
        <w:t xml:space="preserve"> وج 4 ص 83 وص 174 وص 521 وص 556</w:t>
      </w:r>
      <w:r w:rsidR="00D8054C">
        <w:rPr>
          <w:rtl/>
        </w:rPr>
        <w:t>،</w:t>
      </w:r>
      <w:r w:rsidRPr="007E0B1D">
        <w:rPr>
          <w:rtl/>
        </w:rPr>
        <w:t xml:space="preserve"> وج 5 ص 191 وص 343 وص 485</w:t>
      </w:r>
      <w:r w:rsidR="00D8054C">
        <w:rPr>
          <w:rtl/>
        </w:rPr>
        <w:t>،</w:t>
      </w:r>
      <w:r w:rsidRPr="007E0B1D">
        <w:rPr>
          <w:rtl/>
        </w:rPr>
        <w:t xml:space="preserve"> وج 6 ص 59 وص 64 وص 71 وص 76 وص 82 وص 84 وص 85 وص 104 وص 143</w:t>
      </w:r>
      <w:r w:rsidR="00D8054C">
        <w:rPr>
          <w:rtl/>
        </w:rPr>
        <w:t>،</w:t>
      </w:r>
      <w:r w:rsidRPr="007E0B1D">
        <w:rPr>
          <w:rtl/>
        </w:rPr>
        <w:t xml:space="preserve"> وج 7 ص 13 وغيرها. ثقات الرواة للشهرستاني ص 15.</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3" w:name="_Toc398984082"/>
      <w:r w:rsidRPr="007E0B1D">
        <w:rPr>
          <w:rtl/>
          <w:lang w:bidi="fa-IR"/>
        </w:rPr>
        <w:lastRenderedPageBreak/>
        <w:t>حرف الباء</w:t>
      </w:r>
      <w:bookmarkEnd w:id="3"/>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31</w:t>
      </w:r>
      <w:r w:rsidR="00D8054C">
        <w:rPr>
          <w:rtl/>
        </w:rPr>
        <w:t xml:space="preserve"> - </w:t>
      </w:r>
      <w:r w:rsidRPr="007E0B1D">
        <w:rPr>
          <w:rtl/>
        </w:rPr>
        <w:t>بكر بن أحمد</w:t>
      </w:r>
    </w:p>
    <w:p w:rsidR="008867CD" w:rsidRPr="007E0B1D" w:rsidRDefault="008867CD" w:rsidP="008867CD">
      <w:pPr>
        <w:pStyle w:val="libNormal"/>
        <w:rPr>
          <w:rtl/>
        </w:rPr>
      </w:pPr>
      <w:r w:rsidRPr="007E0B1D">
        <w:rPr>
          <w:rtl/>
        </w:rPr>
        <w:t>بكر بن أحمد بن ابراهيم بن زياد بن موسى بن مالك بن يزيد العصري</w:t>
      </w:r>
      <w:r w:rsidR="00D8054C">
        <w:rPr>
          <w:rtl/>
        </w:rPr>
        <w:t>،</w:t>
      </w:r>
      <w:r w:rsidRPr="007E0B1D">
        <w:rPr>
          <w:rtl/>
        </w:rPr>
        <w:t xml:space="preserve"> وقيل القصري</w:t>
      </w:r>
      <w:r w:rsidR="00D8054C">
        <w:rPr>
          <w:rtl/>
        </w:rPr>
        <w:t>،</w:t>
      </w:r>
      <w:r w:rsidRPr="007E0B1D">
        <w:rPr>
          <w:rtl/>
        </w:rPr>
        <w:t xml:space="preserve"> أبو محمّد.</w:t>
      </w:r>
    </w:p>
    <w:p w:rsidR="008867CD" w:rsidRPr="007E0B1D" w:rsidRDefault="008867CD" w:rsidP="008867CD">
      <w:pPr>
        <w:pStyle w:val="libNormal"/>
        <w:rPr>
          <w:rtl/>
        </w:rPr>
      </w:pPr>
      <w:r w:rsidRPr="007E0B1D">
        <w:rPr>
          <w:rtl/>
        </w:rPr>
        <w:t>من ضعفاء المحدثين</w:t>
      </w:r>
      <w:r w:rsidR="00D8054C">
        <w:rPr>
          <w:rtl/>
        </w:rPr>
        <w:t>،</w:t>
      </w:r>
      <w:r w:rsidRPr="007E0B1D">
        <w:rPr>
          <w:rtl/>
        </w:rPr>
        <w:t xml:space="preserve"> وكان يعتمد المجاهيل ويروي الغرائب</w:t>
      </w:r>
      <w:r w:rsidR="00D8054C">
        <w:rPr>
          <w:rtl/>
        </w:rPr>
        <w:t>،</w:t>
      </w:r>
      <w:r w:rsidRPr="007E0B1D">
        <w:rPr>
          <w:rtl/>
        </w:rPr>
        <w:t xml:space="preserve"> وله كتب.</w:t>
      </w:r>
    </w:p>
    <w:p w:rsidR="008867CD" w:rsidRPr="007E0B1D" w:rsidRDefault="008867CD" w:rsidP="008867CD">
      <w:pPr>
        <w:pStyle w:val="libNormal"/>
        <w:rPr>
          <w:rtl/>
        </w:rPr>
      </w:pPr>
      <w:r w:rsidRPr="007E0B1D">
        <w:rPr>
          <w:rtl/>
        </w:rPr>
        <w:t>روى عنه علي بن محمّد بن جعفر بن رويدة العسكري الحداد.</w:t>
      </w:r>
    </w:p>
    <w:p w:rsidR="008867CD" w:rsidRPr="007E0B1D" w:rsidRDefault="008867CD" w:rsidP="008867CD">
      <w:pPr>
        <w:pStyle w:val="libNormal"/>
        <w:rPr>
          <w:rtl/>
        </w:rPr>
      </w:pPr>
      <w:r w:rsidRPr="007E0B1D">
        <w:rPr>
          <w:rtl/>
        </w:rPr>
        <w:t>من كتبه « الصلاة »</w:t>
      </w:r>
      <w:r w:rsidR="00D8054C">
        <w:rPr>
          <w:rtl/>
        </w:rPr>
        <w:t>،</w:t>
      </w:r>
      <w:r w:rsidRPr="007E0B1D">
        <w:rPr>
          <w:rtl/>
        </w:rPr>
        <w:t xml:space="preserve"> </w:t>
      </w:r>
      <w:r>
        <w:rPr>
          <w:rtl/>
        </w:rPr>
        <w:t>و «</w:t>
      </w:r>
      <w:r w:rsidRPr="007E0B1D">
        <w:rPr>
          <w:rtl/>
        </w:rPr>
        <w:t xml:space="preserve"> الزكاة »</w:t>
      </w:r>
      <w:r w:rsidR="00D8054C">
        <w:rPr>
          <w:rtl/>
        </w:rPr>
        <w:t>،</w:t>
      </w:r>
      <w:r w:rsidRPr="007E0B1D">
        <w:rPr>
          <w:rtl/>
        </w:rPr>
        <w:t xml:space="preserve"> </w:t>
      </w:r>
      <w:r>
        <w:rPr>
          <w:rtl/>
        </w:rPr>
        <w:t>و «</w:t>
      </w:r>
      <w:r w:rsidRPr="007E0B1D">
        <w:rPr>
          <w:rtl/>
        </w:rPr>
        <w:t xml:space="preserve"> الطهارة »</w:t>
      </w:r>
      <w:r w:rsidR="00D8054C">
        <w:rPr>
          <w:rtl/>
        </w:rPr>
        <w:t>،</w:t>
      </w:r>
      <w:r w:rsidRPr="007E0B1D">
        <w:rPr>
          <w:rtl/>
        </w:rPr>
        <w:t xml:space="preserve"> </w:t>
      </w:r>
      <w:r>
        <w:rPr>
          <w:rtl/>
        </w:rPr>
        <w:t>و «</w:t>
      </w:r>
      <w:r w:rsidRPr="007E0B1D">
        <w:rPr>
          <w:rtl/>
        </w:rPr>
        <w:t xml:space="preserve"> المناقب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الحلي ص 208 </w:t>
      </w:r>
      <w:r w:rsidR="00D8054C">
        <w:rPr>
          <w:rtl/>
        </w:rPr>
        <w:t>(</w:t>
      </w:r>
      <w:r w:rsidRPr="007E0B1D">
        <w:rPr>
          <w:rtl/>
        </w:rPr>
        <w:t>قسم الضعفاء</w:t>
      </w:r>
      <w:r w:rsidR="00D8054C">
        <w:rPr>
          <w:rtl/>
        </w:rPr>
        <w:t>)</w:t>
      </w:r>
      <w:r w:rsidRPr="007E0B1D">
        <w:rPr>
          <w:rtl/>
        </w:rPr>
        <w:t xml:space="preserve">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 xml:space="preserve">. فهرست الطوسي ص 39. معجم رجال الحديث ج 3 ص 341. نقد الرجال ص 58. جامع الرواة ج 1 ص 126. مجمع الرجال ج 1 ص 272. رجال ابن داود </w:t>
      </w:r>
      <w:r w:rsidR="00D8054C">
        <w:rPr>
          <w:rtl/>
        </w:rPr>
        <w:t>(</w:t>
      </w:r>
      <w:r w:rsidRPr="007E0B1D">
        <w:rPr>
          <w:rtl/>
        </w:rPr>
        <w:t>قسم الضعفاء</w:t>
      </w:r>
      <w:r w:rsidR="00D8054C">
        <w:rPr>
          <w:rtl/>
        </w:rPr>
        <w:t>)</w:t>
      </w:r>
      <w:r w:rsidRPr="007E0B1D">
        <w:rPr>
          <w:rtl/>
        </w:rPr>
        <w:t xml:space="preserve"> ص 234. العندبيل ج 1 ص 75. أعيان الشيعة ج 3 ص 589. رجال النجاشي ص 79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w:t>
      </w:r>
      <w:r>
        <w:rPr>
          <w:rFonts w:hint="cs"/>
          <w:rtl/>
        </w:rPr>
        <w:t xml:space="preserve"> </w:t>
      </w:r>
      <w:r w:rsidRPr="007E0B1D">
        <w:rPr>
          <w:rtl/>
        </w:rPr>
        <w:t>الجامع في الرجال ج 1 ص 320. معالم العلماء ص 28. الوجيزة ص 6. منتهى المقال ص 66. بهجة الآمال ج 2 ص 407. لسان الميزان ج 2 ص 46. الذريعة ج 12 ص 41</w:t>
      </w:r>
      <w:r w:rsidR="00D8054C">
        <w:rPr>
          <w:rtl/>
        </w:rPr>
        <w:t>،</w:t>
      </w:r>
      <w:r w:rsidRPr="007E0B1D">
        <w:rPr>
          <w:rtl/>
        </w:rPr>
        <w:t xml:space="preserve"> وج 15 ص 55 وص 184</w:t>
      </w:r>
      <w:r w:rsidR="00D8054C">
        <w:rPr>
          <w:rtl/>
        </w:rPr>
        <w:t>،</w:t>
      </w:r>
      <w:r w:rsidRPr="007E0B1D">
        <w:rPr>
          <w:rtl/>
        </w:rPr>
        <w:t xml:space="preserve"> وج 22 ص 314. تنقيح المقال ج 1 ص 177. طرائف المقال ج 1 ص 286. منهج المقال ص 71. نضد الايضاح ص 68. اتقان المقال ص 265.</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32</w:t>
      </w:r>
      <w:r w:rsidR="00D8054C">
        <w:rPr>
          <w:rtl/>
        </w:rPr>
        <w:t xml:space="preserve"> - </w:t>
      </w:r>
      <w:r w:rsidRPr="007E0B1D">
        <w:rPr>
          <w:rtl/>
        </w:rPr>
        <w:t>بكر الرازي</w:t>
      </w:r>
    </w:p>
    <w:p w:rsidR="008867CD" w:rsidRPr="007E0B1D" w:rsidRDefault="008867CD" w:rsidP="008867CD">
      <w:pPr>
        <w:pStyle w:val="libNormal"/>
        <w:rPr>
          <w:rtl/>
        </w:rPr>
      </w:pPr>
      <w:r w:rsidRPr="007E0B1D">
        <w:rPr>
          <w:rtl/>
        </w:rPr>
        <w:t>بكر بن صالح الرازي</w:t>
      </w:r>
      <w:r w:rsidR="00D8054C">
        <w:rPr>
          <w:rtl/>
        </w:rPr>
        <w:t>،</w:t>
      </w:r>
      <w:r w:rsidRPr="007E0B1D">
        <w:rPr>
          <w:rtl/>
        </w:rPr>
        <w:t xml:space="preserve"> الضبي بالولاء.</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عرف بضعف الحديث وكثرة التفرد بالغرائب</w:t>
      </w:r>
      <w:r w:rsidR="00D8054C">
        <w:rPr>
          <w:rtl/>
        </w:rPr>
        <w:t>،</w:t>
      </w:r>
      <w:r w:rsidRPr="007E0B1D">
        <w:rPr>
          <w:rtl/>
        </w:rPr>
        <w:t xml:space="preserve"> وله مؤلفات.</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جاء اسمه في 89 موردا في أسناد الروايات.</w:t>
      </w:r>
    </w:p>
    <w:p w:rsidR="008867CD" w:rsidRPr="007E0B1D" w:rsidRDefault="008867CD" w:rsidP="008867CD">
      <w:pPr>
        <w:pStyle w:val="libNormal"/>
        <w:rPr>
          <w:rtl/>
        </w:rPr>
      </w:pPr>
      <w:r w:rsidRPr="007E0B1D">
        <w:rPr>
          <w:rtl/>
        </w:rPr>
        <w:t>روى عنه اكثر من 10 من الرواة أمثال</w:t>
      </w:r>
      <w:r w:rsidR="00D8054C">
        <w:rPr>
          <w:rtl/>
        </w:rPr>
        <w:t>:</w:t>
      </w:r>
      <w:r w:rsidRPr="007E0B1D">
        <w:rPr>
          <w:rtl/>
        </w:rPr>
        <w:t xml:space="preserve"> علي بن مهزيار</w:t>
      </w:r>
      <w:r w:rsidR="00D8054C">
        <w:rPr>
          <w:rtl/>
        </w:rPr>
        <w:t>،</w:t>
      </w:r>
      <w:r w:rsidRPr="007E0B1D">
        <w:rPr>
          <w:rtl/>
        </w:rPr>
        <w:t xml:space="preserve"> وابراهيم بن هاشم القمي</w:t>
      </w:r>
      <w:r w:rsidR="00D8054C">
        <w:rPr>
          <w:rtl/>
        </w:rPr>
        <w:t>،</w:t>
      </w:r>
      <w:r w:rsidRPr="007E0B1D">
        <w:rPr>
          <w:rtl/>
        </w:rPr>
        <w:t xml:space="preserve"> وسهل بن زياد وغيرهم.</w:t>
      </w:r>
    </w:p>
    <w:p w:rsidR="008867CD" w:rsidRPr="007E0B1D" w:rsidRDefault="008867CD" w:rsidP="008867CD">
      <w:pPr>
        <w:pStyle w:val="libNormal"/>
        <w:rPr>
          <w:rtl/>
        </w:rPr>
      </w:pPr>
      <w:r w:rsidRPr="007E0B1D">
        <w:rPr>
          <w:rtl/>
        </w:rPr>
        <w:t>من كتبه « درجات الايمان »</w:t>
      </w:r>
      <w:r w:rsidR="00D8054C">
        <w:rPr>
          <w:rtl/>
        </w:rPr>
        <w:t>،</w:t>
      </w:r>
      <w:r w:rsidRPr="007E0B1D">
        <w:rPr>
          <w:rtl/>
        </w:rPr>
        <w:t xml:space="preserve"> </w:t>
      </w:r>
      <w:r>
        <w:rPr>
          <w:rtl/>
        </w:rPr>
        <w:t>و «</w:t>
      </w:r>
      <w:r w:rsidRPr="007E0B1D">
        <w:rPr>
          <w:rtl/>
        </w:rPr>
        <w:t xml:space="preserve"> الجهاد »</w:t>
      </w:r>
      <w:r w:rsidR="00D8054C">
        <w:rPr>
          <w:rtl/>
        </w:rPr>
        <w:t>،</w:t>
      </w:r>
      <w:r w:rsidRPr="007E0B1D">
        <w:rPr>
          <w:rtl/>
        </w:rPr>
        <w:t xml:space="preserve"> </w:t>
      </w:r>
      <w:r>
        <w:rPr>
          <w:rtl/>
        </w:rPr>
        <w:t>و «</w:t>
      </w:r>
      <w:r w:rsidRPr="007E0B1D">
        <w:rPr>
          <w:rtl/>
        </w:rPr>
        <w:t xml:space="preserve"> وجوه الكفر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الاستغفار »</w:t>
      </w:r>
      <w:r>
        <w:rPr>
          <w:rtl/>
        </w:rPr>
        <w:t>.</w:t>
      </w:r>
    </w:p>
    <w:p w:rsidR="008867CD" w:rsidRPr="007E0B1D" w:rsidRDefault="008867CD" w:rsidP="008867CD">
      <w:pPr>
        <w:pStyle w:val="libNormal"/>
        <w:rPr>
          <w:rtl/>
        </w:rPr>
      </w:pPr>
      <w:r w:rsidRPr="007E0B1D">
        <w:rPr>
          <w:rtl/>
        </w:rPr>
        <w:t>كان على قيد الحياة قبل سنة 220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التهذيب ج 1 ص 92</w:t>
      </w:r>
      <w:r w:rsidR="00D8054C">
        <w:rPr>
          <w:rtl/>
        </w:rPr>
        <w:t>،</w:t>
      </w:r>
      <w:r w:rsidRPr="007E0B1D">
        <w:rPr>
          <w:rtl/>
        </w:rPr>
        <w:t xml:space="preserve"> وج 5 ص 311 وفيه مكاتبته مع الامام الجواد </w:t>
      </w:r>
      <w:r w:rsidR="00D8054C" w:rsidRPr="00D8054C">
        <w:rPr>
          <w:rStyle w:val="libAlaemChar"/>
          <w:rtl/>
        </w:rPr>
        <w:t>عليه‌السلام</w:t>
      </w:r>
      <w:r w:rsidR="00D8054C">
        <w:rPr>
          <w:rtl/>
        </w:rPr>
        <w:t>،</w:t>
      </w:r>
      <w:r w:rsidRPr="007E0B1D">
        <w:rPr>
          <w:rtl/>
        </w:rPr>
        <w:t xml:space="preserve"> وص 412</w:t>
      </w:r>
      <w:r w:rsidR="00D8054C">
        <w:rPr>
          <w:rtl/>
        </w:rPr>
        <w:t>،</w:t>
      </w:r>
      <w:r w:rsidRPr="007E0B1D">
        <w:rPr>
          <w:rtl/>
        </w:rPr>
        <w:t xml:space="preserve"> وج 6 ص 291 وص 292</w:t>
      </w:r>
      <w:r w:rsidR="00D8054C">
        <w:rPr>
          <w:rtl/>
        </w:rPr>
        <w:t>،</w:t>
      </w:r>
      <w:r w:rsidRPr="007E0B1D">
        <w:rPr>
          <w:rtl/>
        </w:rPr>
        <w:t xml:space="preserve"> وج 7 ص 437 وص 438</w:t>
      </w:r>
      <w:r w:rsidR="00D8054C">
        <w:rPr>
          <w:rtl/>
        </w:rPr>
        <w:t>،</w:t>
      </w:r>
      <w:r w:rsidRPr="007E0B1D">
        <w:rPr>
          <w:rtl/>
        </w:rPr>
        <w:t xml:space="preserve"> وج 9 ص 18 وص 49 وص 100 وص 105. هداية المحدثين ص 26. الذريعة ج 24 ص 324. معالم العلماء ص 28. لسان الميزان ج 2 ص 54. العندبيل ج 1 ص 77. رجال النجاشي ص 79. مجمع الرجال ج 1 ص 274 وص 275. روضة الكافي ص 79 وص 167 وص 191 وص 194 وص 314 وص 382. منهج المقال ص 71. الجامع في الرجال ج 1 ص 323. الاستبصار ج 1 ص 62</w:t>
      </w:r>
      <w:r w:rsidR="00D8054C">
        <w:rPr>
          <w:rtl/>
        </w:rPr>
        <w:t>،</w:t>
      </w:r>
      <w:r w:rsidRPr="007E0B1D">
        <w:rPr>
          <w:rtl/>
        </w:rPr>
        <w:t xml:space="preserve"> وج 2 ص 185 وص 321</w:t>
      </w:r>
      <w:r w:rsidR="00D8054C">
        <w:rPr>
          <w:rtl/>
        </w:rPr>
        <w:t>،</w:t>
      </w:r>
      <w:r w:rsidRPr="007E0B1D">
        <w:rPr>
          <w:rtl/>
        </w:rPr>
        <w:t xml:space="preserve"> وج 4 ص 78 وص 219 وص 221. الوجيزة ص 28.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روضة المتقين ج 14 ص 67. من لا يحضره الفقيه ج 2 ص 181 وص 186 وص 187 وص 226. اتقان المقال ص 265. رجال ابن داود </w:t>
      </w:r>
      <w:r w:rsidR="00D8054C">
        <w:rPr>
          <w:rtl/>
        </w:rPr>
        <w:t>(</w:t>
      </w:r>
      <w:r w:rsidRPr="007E0B1D">
        <w:rPr>
          <w:rtl/>
        </w:rPr>
        <w:t>قسم الثقات</w:t>
      </w:r>
      <w:r w:rsidR="00D8054C">
        <w:rPr>
          <w:rtl/>
        </w:rPr>
        <w:t>)</w:t>
      </w:r>
      <w:r w:rsidRPr="007E0B1D">
        <w:rPr>
          <w:rtl/>
        </w:rPr>
        <w:t xml:space="preserve"> ص 57 وص 234 </w:t>
      </w:r>
      <w:r w:rsidR="00D8054C">
        <w:rPr>
          <w:rtl/>
        </w:rPr>
        <w:t>(</w:t>
      </w:r>
      <w:r w:rsidRPr="007E0B1D">
        <w:rPr>
          <w:rtl/>
        </w:rPr>
        <w:t>قسم الضعفاء</w:t>
      </w:r>
      <w:r w:rsidR="00D8054C">
        <w:rPr>
          <w:rtl/>
        </w:rPr>
        <w:t>)</w:t>
      </w:r>
      <w:r w:rsidRPr="007E0B1D">
        <w:rPr>
          <w:rtl/>
        </w:rPr>
        <w:t xml:space="preserve"> وص 297. الاختصاص ص 210 وص 248.</w:t>
      </w:r>
      <w:r>
        <w:rPr>
          <w:rFonts w:hint="cs"/>
          <w:rtl/>
        </w:rPr>
        <w:t xml:space="preserve"> </w:t>
      </w:r>
      <w:r w:rsidRPr="007E0B1D">
        <w:rPr>
          <w:rtl/>
        </w:rPr>
        <w:t xml:space="preserve">توضيح الاشتباه ص 80. رجال الكشي ص 133 وص 167 وص 320 وص 436 وص 437 وص 456 وص 568. المحاسن ج 1 ص 60. فهرست الطوسي ص 39. أعيان الشيعة ج 3 ص 593. الخصال ص 14 وص 49 وص 88 وص 110 وص 178 وص 272 وص 392. بهجة الآمال ج 2 ص 409. رجال الحلي </w:t>
      </w:r>
      <w:r w:rsidR="00D8054C">
        <w:rPr>
          <w:rtl/>
        </w:rPr>
        <w:t>(</w:t>
      </w:r>
      <w:r w:rsidRPr="007E0B1D">
        <w:rPr>
          <w:rtl/>
        </w:rPr>
        <w:t>قسم الضعفاء</w:t>
      </w:r>
      <w:r w:rsidR="00D8054C">
        <w:rPr>
          <w:rtl/>
        </w:rPr>
        <w:t>)</w:t>
      </w:r>
      <w:r w:rsidRPr="007E0B1D">
        <w:rPr>
          <w:rtl/>
        </w:rPr>
        <w:t xml:space="preserve"> ص 207. التوحيد ص 99 وص 107 وص 113 وص 146 وص 171 وص 192. نقد الرجال ص 59. جامع المقال ص 57.</w:t>
      </w:r>
      <w:r>
        <w:rPr>
          <w:rFonts w:hint="cs"/>
          <w:rtl/>
        </w:rPr>
        <w:t xml:space="preserve"> </w:t>
      </w:r>
      <w:r w:rsidRPr="007E0B1D">
        <w:rPr>
          <w:rtl/>
        </w:rPr>
        <w:t>معجم رجال الحديث ج 3 ص 345 وص 346</w:t>
      </w:r>
      <w:r w:rsidR="00D8054C">
        <w:rPr>
          <w:rtl/>
        </w:rPr>
        <w:t xml:space="preserve"> - </w:t>
      </w:r>
      <w:r w:rsidRPr="007E0B1D">
        <w:rPr>
          <w:rtl/>
        </w:rPr>
        <w:t xml:space="preserve">ص 349. تنقيح المقال ج 1 ص 178. رجال البرقي في أصحاب الرضا </w:t>
      </w:r>
      <w:r w:rsidR="00D8054C" w:rsidRPr="00D8054C">
        <w:rPr>
          <w:rStyle w:val="libAlaemChar"/>
          <w:rtl/>
        </w:rPr>
        <w:t>عليه‌السلام</w:t>
      </w:r>
      <w:r w:rsidRPr="007E0B1D">
        <w:rPr>
          <w:rtl/>
        </w:rPr>
        <w:t xml:space="preserve"> ص 55. جامع الرواة ج 1 ص 127. كامل الزيارات ص 22. رجال الطوسي في أصحاب الرضا </w:t>
      </w:r>
      <w:r w:rsidR="00D8054C" w:rsidRPr="00D8054C">
        <w:rPr>
          <w:rStyle w:val="libAlaemChar"/>
          <w:rtl/>
        </w:rPr>
        <w:t>عليه‌السلام</w:t>
      </w:r>
      <w:r w:rsidRPr="007E0B1D">
        <w:rPr>
          <w:rtl/>
        </w:rPr>
        <w:t xml:space="preserve"> ص 370 وص 457. منتهى المقال ص 67. طرائف المقال ج 1 ص 286.</w:t>
      </w:r>
      <w:r>
        <w:rPr>
          <w:rFonts w:hint="cs"/>
          <w:rtl/>
        </w:rPr>
        <w:t xml:space="preserve"> </w:t>
      </w:r>
      <w:r w:rsidRPr="007E0B1D">
        <w:rPr>
          <w:rtl/>
        </w:rPr>
        <w:t>الكافي ج 1 ص 78 وص 82 وص 111</w:t>
      </w:r>
      <w:r w:rsidR="00D8054C">
        <w:rPr>
          <w:rtl/>
        </w:rPr>
        <w:t>،</w:t>
      </w:r>
      <w:r w:rsidRPr="007E0B1D">
        <w:rPr>
          <w:rtl/>
        </w:rPr>
        <w:t xml:space="preserve"> وج 2 ص 46</w:t>
      </w:r>
      <w:r w:rsidR="00D8054C">
        <w:rPr>
          <w:rtl/>
        </w:rPr>
        <w:t>،</w:t>
      </w:r>
      <w:r w:rsidRPr="007E0B1D">
        <w:rPr>
          <w:rtl/>
        </w:rPr>
        <w:t xml:space="preserve"> وج 4 ص 18 وص 352</w:t>
      </w:r>
      <w:r w:rsidR="00D8054C">
        <w:rPr>
          <w:rtl/>
        </w:rPr>
        <w:t>،</w:t>
      </w:r>
      <w:r w:rsidRPr="007E0B1D">
        <w:rPr>
          <w:rtl/>
        </w:rPr>
        <w:t xml:space="preserve"> وج 5 ص 311</w:t>
      </w:r>
      <w:r w:rsidR="00D8054C">
        <w:rPr>
          <w:rtl/>
        </w:rPr>
        <w:t>،</w:t>
      </w:r>
      <w:r w:rsidRPr="007E0B1D">
        <w:rPr>
          <w:rtl/>
        </w:rPr>
        <w:t xml:space="preserve"> وج 6 ص 3 وص 548.</w:t>
      </w:r>
    </w:p>
    <w:p w:rsidR="008867CD" w:rsidRPr="007E0B1D" w:rsidRDefault="008867CD" w:rsidP="008867CD">
      <w:pPr>
        <w:pStyle w:val="libCenterBold1"/>
        <w:rPr>
          <w:rtl/>
        </w:rPr>
      </w:pPr>
      <w:r w:rsidRPr="007E0B1D">
        <w:rPr>
          <w:rtl/>
        </w:rPr>
        <w:t>33</w:t>
      </w:r>
      <w:r w:rsidR="00D8054C">
        <w:rPr>
          <w:rtl/>
        </w:rPr>
        <w:t xml:space="preserve"> - </w:t>
      </w:r>
      <w:r w:rsidRPr="007E0B1D">
        <w:rPr>
          <w:rtl/>
        </w:rPr>
        <w:t>بندار</w:t>
      </w:r>
    </w:p>
    <w:p w:rsidR="008867CD" w:rsidRPr="007E0B1D" w:rsidRDefault="008867CD" w:rsidP="008867CD">
      <w:pPr>
        <w:pStyle w:val="libNormal"/>
        <w:rPr>
          <w:rtl/>
        </w:rPr>
      </w:pPr>
      <w:r w:rsidRPr="007E0B1D">
        <w:rPr>
          <w:rtl/>
        </w:rPr>
        <w:t>بندار مولى ادريس.</w:t>
      </w:r>
    </w:p>
    <w:p w:rsidR="008867CD" w:rsidRPr="007E0B1D" w:rsidRDefault="008867CD" w:rsidP="008867CD">
      <w:pPr>
        <w:pStyle w:val="libNormal"/>
        <w:rPr>
          <w:rtl/>
        </w:rPr>
      </w:pPr>
      <w:r w:rsidRPr="007E0B1D">
        <w:rPr>
          <w:rtl/>
        </w:rPr>
        <w:t xml:space="preserve">محدث لم أقف على تفاصيل أحواله سوى انه روى عن الامام الجواد </w:t>
      </w:r>
      <w:r w:rsidR="00D8054C" w:rsidRPr="00D8054C">
        <w:rPr>
          <w:rStyle w:val="libAlaemChar"/>
          <w:rtl/>
        </w:rPr>
        <w:t>عليه‌السلام</w:t>
      </w:r>
      <w:r w:rsidRPr="007E0B1D">
        <w:rPr>
          <w:rtl/>
        </w:rPr>
        <w:t xml:space="preserve"> بالمكاتبة.</w:t>
      </w:r>
    </w:p>
    <w:p w:rsidR="008867CD" w:rsidRPr="007E0B1D" w:rsidRDefault="008867CD" w:rsidP="008867CD">
      <w:pPr>
        <w:pStyle w:val="libNormal"/>
        <w:rPr>
          <w:rtl/>
        </w:rPr>
      </w:pPr>
      <w:r w:rsidRPr="007E0B1D">
        <w:rPr>
          <w:rtl/>
        </w:rPr>
        <w:t>روى عنه علي بن مهزيار.</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التهذيب ج 4 ص 235 وفيه روايته عن الامام الجواد </w:t>
      </w:r>
      <w:r w:rsidR="00D8054C" w:rsidRPr="00D8054C">
        <w:rPr>
          <w:rStyle w:val="libAlaemChar"/>
          <w:rtl/>
        </w:rPr>
        <w:t>عليه‌السلام</w:t>
      </w:r>
      <w:r w:rsidRPr="007E0B1D">
        <w:rPr>
          <w:rtl/>
        </w:rPr>
        <w:t xml:space="preserve"> مكاتبة. الجامع في الرجال ج 1 ص 331.</w:t>
      </w:r>
    </w:p>
    <w:p w:rsidR="008867CD" w:rsidRPr="007E0B1D" w:rsidRDefault="008867CD" w:rsidP="008867CD">
      <w:pPr>
        <w:pStyle w:val="libNormal"/>
        <w:rPr>
          <w:rtl/>
        </w:rPr>
      </w:pPr>
      <w:r w:rsidRPr="007E0B1D">
        <w:rPr>
          <w:rtl/>
        </w:rPr>
        <w:t>معجم رجال الحديث ج 3 ص 372.</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4" w:name="_Toc398984083"/>
      <w:r w:rsidRPr="007E0B1D">
        <w:rPr>
          <w:rtl/>
          <w:lang w:bidi="fa-IR"/>
        </w:rPr>
        <w:lastRenderedPageBreak/>
        <w:t>حرف التاء</w:t>
      </w:r>
      <w:bookmarkEnd w:id="4"/>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34</w:t>
      </w:r>
      <w:r w:rsidR="00D8054C">
        <w:rPr>
          <w:rtl/>
        </w:rPr>
        <w:t xml:space="preserve"> - </w:t>
      </w:r>
      <w:r w:rsidRPr="007E0B1D">
        <w:rPr>
          <w:rtl/>
        </w:rPr>
        <w:t>أبو ثمامة</w:t>
      </w:r>
    </w:p>
    <w:p w:rsidR="008867CD" w:rsidRPr="007E0B1D" w:rsidRDefault="008867CD" w:rsidP="008867CD">
      <w:pPr>
        <w:pStyle w:val="libNormal"/>
        <w:rPr>
          <w:rtl/>
        </w:rPr>
      </w:pPr>
      <w:r w:rsidRPr="007E0B1D">
        <w:rPr>
          <w:rtl/>
        </w:rPr>
        <w:t>أبو تمامة</w:t>
      </w:r>
      <w:r w:rsidR="00D8054C">
        <w:rPr>
          <w:rtl/>
        </w:rPr>
        <w:t>،</w:t>
      </w:r>
      <w:r w:rsidRPr="007E0B1D">
        <w:rPr>
          <w:rtl/>
        </w:rPr>
        <w:t xml:space="preserve"> وقيل أبو ثمامة.</w:t>
      </w:r>
    </w:p>
    <w:p w:rsidR="008867CD" w:rsidRPr="007E0B1D" w:rsidRDefault="008867CD" w:rsidP="008867CD">
      <w:pPr>
        <w:pStyle w:val="libNormal"/>
        <w:rPr>
          <w:rtl/>
        </w:rPr>
      </w:pPr>
      <w:r w:rsidRPr="007E0B1D">
        <w:rPr>
          <w:rtl/>
        </w:rPr>
        <w:t>محدث</w:t>
      </w:r>
      <w:r w:rsidR="00D8054C">
        <w:rPr>
          <w:rtl/>
        </w:rPr>
        <w:t>،</w:t>
      </w:r>
      <w:r w:rsidRPr="007E0B1D">
        <w:rPr>
          <w:rtl/>
        </w:rPr>
        <w:t xml:space="preserve"> روى عنه عبد الكريم الهمداني</w:t>
      </w:r>
      <w:r w:rsidR="00D8054C">
        <w:rPr>
          <w:rtl/>
        </w:rPr>
        <w:t>،</w:t>
      </w:r>
      <w:r w:rsidRPr="007E0B1D">
        <w:rPr>
          <w:rtl/>
        </w:rPr>
        <w:t xml:space="preserve"> وابراهيم بن هاشم القمي.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التهذيب ج 6 ص 450 وفيه يروي عن الامام الجواد </w:t>
      </w:r>
      <w:r w:rsidR="00D8054C" w:rsidRPr="00D8054C">
        <w:rPr>
          <w:rStyle w:val="libAlaemChar"/>
          <w:rtl/>
        </w:rPr>
        <w:t>عليه‌السلام</w:t>
      </w:r>
      <w:r w:rsidRPr="007E0B1D">
        <w:rPr>
          <w:rtl/>
        </w:rPr>
        <w:t>. منتهى المقال ص 340. روضة المتقين ج 14 ص 312. الكافي ج 5 ص 94</w:t>
      </w:r>
      <w:r w:rsidR="00D8054C">
        <w:rPr>
          <w:rtl/>
        </w:rPr>
        <w:t>،</w:t>
      </w:r>
      <w:r w:rsidRPr="007E0B1D">
        <w:rPr>
          <w:rtl/>
        </w:rPr>
        <w:t xml:space="preserve"> وج 6 ص 450.</w:t>
      </w:r>
      <w:r>
        <w:rPr>
          <w:rFonts w:hint="cs"/>
          <w:rtl/>
        </w:rPr>
        <w:t xml:space="preserve"> </w:t>
      </w:r>
      <w:r w:rsidRPr="007E0B1D">
        <w:rPr>
          <w:rtl/>
        </w:rPr>
        <w:t xml:space="preserve">تنقيح المقال ج 3 </w:t>
      </w:r>
      <w:r w:rsidR="00D8054C">
        <w:rPr>
          <w:rtl/>
        </w:rPr>
        <w:t>(</w:t>
      </w:r>
      <w:r w:rsidRPr="007E0B1D">
        <w:rPr>
          <w:rtl/>
        </w:rPr>
        <w:t>فصل الكنى</w:t>
      </w:r>
      <w:r w:rsidR="00D8054C">
        <w:rPr>
          <w:rtl/>
        </w:rPr>
        <w:t>)</w:t>
      </w:r>
      <w:r w:rsidRPr="007E0B1D">
        <w:rPr>
          <w:rtl/>
        </w:rPr>
        <w:t xml:space="preserve"> ص 7. من لا يحضره الفقيه ج 3 ص 111 وفيه روايته عن الامام الجواد </w:t>
      </w:r>
      <w:r w:rsidR="00D8054C" w:rsidRPr="00D8054C">
        <w:rPr>
          <w:rStyle w:val="libAlaemChar"/>
          <w:rtl/>
        </w:rPr>
        <w:t>عليه‌السلام</w:t>
      </w:r>
      <w:r w:rsidRPr="007E0B1D">
        <w:rPr>
          <w:rtl/>
        </w:rPr>
        <w:t>. جامع الرواة ج 2 ص 371. الكنى والألقاب ج 1 ص 31. معجم رجال الحديث ج 21 ص 74. مجمع الرجال ج 7 ص 14.</w:t>
      </w:r>
      <w:r>
        <w:rPr>
          <w:rFonts w:hint="cs"/>
          <w:rtl/>
        </w:rPr>
        <w:t xml:space="preserve"> </w:t>
      </w:r>
      <w:r w:rsidRPr="007E0B1D">
        <w:rPr>
          <w:rtl/>
        </w:rPr>
        <w:t>طرائف المقال ج 1 ص 375.</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5" w:name="_Toc398984084"/>
      <w:r w:rsidRPr="007E0B1D">
        <w:rPr>
          <w:rtl/>
          <w:lang w:bidi="fa-IR"/>
        </w:rPr>
        <w:lastRenderedPageBreak/>
        <w:t>حرف الجيم</w:t>
      </w:r>
      <w:bookmarkEnd w:id="5"/>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35</w:t>
      </w:r>
      <w:r w:rsidR="00D8054C">
        <w:rPr>
          <w:rtl/>
        </w:rPr>
        <w:t xml:space="preserve"> - </w:t>
      </w:r>
      <w:r w:rsidRPr="007E0B1D">
        <w:rPr>
          <w:rtl/>
        </w:rPr>
        <w:t>البصري</w:t>
      </w:r>
    </w:p>
    <w:p w:rsidR="008867CD" w:rsidRPr="007E0B1D" w:rsidRDefault="008867CD" w:rsidP="008867CD">
      <w:pPr>
        <w:pStyle w:val="libNormal"/>
        <w:rPr>
          <w:rtl/>
        </w:rPr>
      </w:pPr>
      <w:r w:rsidRPr="007E0B1D">
        <w:rPr>
          <w:rtl/>
        </w:rPr>
        <w:t>أبو جعفر البصري.</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عرف بالفضل والصلاح.</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الفضل بن شاذان.</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409. منتهى المقال ص 341. روضة المتقين ج 14 ص 480. رجال الحلي </w:t>
      </w:r>
      <w:r w:rsidR="00D8054C">
        <w:rPr>
          <w:rtl/>
        </w:rPr>
        <w:t>(</w:t>
      </w:r>
      <w:r w:rsidRPr="007E0B1D">
        <w:rPr>
          <w:rtl/>
        </w:rPr>
        <w:t>قسم الثقات</w:t>
      </w:r>
      <w:r w:rsidR="00D8054C">
        <w:rPr>
          <w:rtl/>
        </w:rPr>
        <w:t>)</w:t>
      </w:r>
      <w:r w:rsidRPr="007E0B1D">
        <w:rPr>
          <w:rtl/>
        </w:rPr>
        <w:t xml:space="preserve"> ص 190.</w:t>
      </w:r>
    </w:p>
    <w:p w:rsidR="008867CD" w:rsidRPr="007E0B1D" w:rsidRDefault="008867CD" w:rsidP="008867CD">
      <w:pPr>
        <w:pStyle w:val="libNormal"/>
        <w:rPr>
          <w:rtl/>
        </w:rPr>
      </w:pPr>
      <w:r w:rsidRPr="007E0B1D">
        <w:rPr>
          <w:rtl/>
        </w:rPr>
        <w:t>هداية المحدثين ص 275. التحرير الطاوسي ص 337. معجم رجال الحديث ج 21 ص 92. رجال الكشي ص 488 وص 558. جامع الرواة ج 2 ص 372.</w:t>
      </w:r>
    </w:p>
    <w:p w:rsidR="008867CD" w:rsidRPr="007E0B1D" w:rsidRDefault="008867CD" w:rsidP="008867CD">
      <w:pPr>
        <w:pStyle w:val="libNormal"/>
        <w:rPr>
          <w:rtl/>
        </w:rPr>
      </w:pPr>
      <w:r w:rsidRPr="007E0B1D">
        <w:rPr>
          <w:rtl/>
        </w:rPr>
        <w:t xml:space="preserve">منهج المقال ص 384. وسائل الشيعة ج 20 ص 372. تنقيح المقال ج 3 </w:t>
      </w:r>
      <w:r w:rsidR="00D8054C">
        <w:rPr>
          <w:rtl/>
        </w:rPr>
        <w:t>(</w:t>
      </w:r>
      <w:r w:rsidRPr="007E0B1D">
        <w:rPr>
          <w:rtl/>
        </w:rPr>
        <w:t>قسم الكنى</w:t>
      </w:r>
      <w:r w:rsidR="00D8054C">
        <w:rPr>
          <w:rtl/>
        </w:rPr>
        <w:t>)</w:t>
      </w:r>
      <w:r w:rsidRPr="007E0B1D">
        <w:rPr>
          <w:rtl/>
        </w:rPr>
        <w:t xml:space="preserve"> ص 8. معجم الثقات ص 137. رجال ابن داود </w:t>
      </w:r>
      <w:r w:rsidR="00D8054C">
        <w:rPr>
          <w:rtl/>
        </w:rPr>
        <w:t>(</w:t>
      </w:r>
      <w:r w:rsidRPr="007E0B1D">
        <w:rPr>
          <w:rtl/>
        </w:rPr>
        <w:t>قسم الثقات</w:t>
      </w:r>
      <w:r w:rsidR="00D8054C">
        <w:rPr>
          <w:rtl/>
        </w:rPr>
        <w:t>)</w:t>
      </w:r>
      <w:r w:rsidRPr="007E0B1D">
        <w:rPr>
          <w:rtl/>
        </w:rPr>
        <w:t xml:space="preserve"> ص 215 وفيه</w:t>
      </w:r>
      <w:r w:rsidR="00D8054C">
        <w:rPr>
          <w:rtl/>
        </w:rPr>
        <w:t>:</w:t>
      </w:r>
      <w:r w:rsidRPr="007E0B1D">
        <w:rPr>
          <w:rtl/>
        </w:rPr>
        <w:t xml:space="preserve"> من أصحاب الجواد </w:t>
      </w:r>
      <w:r w:rsidR="00D8054C" w:rsidRPr="00D8054C">
        <w:rPr>
          <w:rStyle w:val="libAlaemChar"/>
          <w:rtl/>
        </w:rPr>
        <w:t>عليه‌السلام</w:t>
      </w:r>
      <w:r w:rsidRPr="007E0B1D">
        <w:rPr>
          <w:rtl/>
        </w:rPr>
        <w:t>. مجمع الرجال ج 7 ص 16. بهجة الآمال ج 7 ص 396. طرائف المقال ج 1 ص 376. اتقان المقال ص 152.</w:t>
      </w:r>
    </w:p>
    <w:p w:rsidR="008867CD" w:rsidRPr="007E0B1D" w:rsidRDefault="008867CD" w:rsidP="008867CD">
      <w:pPr>
        <w:pStyle w:val="libCenterBold1"/>
        <w:rPr>
          <w:rtl/>
        </w:rPr>
      </w:pPr>
      <w:r w:rsidRPr="007E0B1D">
        <w:rPr>
          <w:rtl/>
        </w:rPr>
        <w:t>36</w:t>
      </w:r>
      <w:r w:rsidR="00D8054C">
        <w:rPr>
          <w:rtl/>
        </w:rPr>
        <w:t xml:space="preserve"> - </w:t>
      </w:r>
      <w:r w:rsidRPr="007E0B1D">
        <w:rPr>
          <w:rtl/>
        </w:rPr>
        <w:t>الجوهري</w:t>
      </w:r>
    </w:p>
    <w:p w:rsidR="008867CD" w:rsidRPr="007E0B1D" w:rsidRDefault="008867CD" w:rsidP="008867CD">
      <w:pPr>
        <w:pStyle w:val="libNormal"/>
        <w:rPr>
          <w:rtl/>
        </w:rPr>
      </w:pPr>
      <w:r w:rsidRPr="007E0B1D">
        <w:rPr>
          <w:rtl/>
        </w:rPr>
        <w:t>جعفر الجوهري.</w:t>
      </w:r>
    </w:p>
    <w:p w:rsidR="008867CD" w:rsidRPr="007E0B1D" w:rsidRDefault="008867CD" w:rsidP="008867CD">
      <w:pPr>
        <w:pStyle w:val="libNormal"/>
        <w:rPr>
          <w:rtl/>
        </w:rPr>
      </w:pPr>
      <w:r w:rsidRPr="007E0B1D">
        <w:rPr>
          <w:rtl/>
        </w:rPr>
        <w:t xml:space="preserve">محدث لم اوفق الى معرفة 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منصور بن العباس.</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 مجمع الرجال ج 2 ص 25. جامع الرواة ج 1 ص 151. العندبيل ج 1 ص 97 وفيه</w:t>
      </w:r>
      <w:r w:rsidR="00D8054C">
        <w:rPr>
          <w:rtl/>
        </w:rPr>
        <w:t>:</w:t>
      </w:r>
      <w:r w:rsidRPr="007E0B1D">
        <w:rPr>
          <w:rtl/>
        </w:rPr>
        <w:t xml:space="preserve"> مهمل. الجامع في الرجال ج 1 ص 373. التهذيب ج 6 ص 82. معجم رجال الحديث ج 4 ص 139. طرائف المقال ج 1 ص 287. منهج المقال ص 82.</w:t>
      </w:r>
    </w:p>
    <w:p w:rsidR="008867CD" w:rsidRPr="007E0B1D" w:rsidRDefault="008867CD" w:rsidP="008867CD">
      <w:pPr>
        <w:pStyle w:val="libCenterBold1"/>
        <w:rPr>
          <w:rtl/>
        </w:rPr>
      </w:pPr>
      <w:r w:rsidRPr="007E0B1D">
        <w:rPr>
          <w:rtl/>
        </w:rPr>
        <w:t>37</w:t>
      </w:r>
      <w:r w:rsidR="00D8054C">
        <w:rPr>
          <w:rtl/>
        </w:rPr>
        <w:t xml:space="preserve"> - </w:t>
      </w:r>
      <w:r w:rsidRPr="007E0B1D">
        <w:rPr>
          <w:rtl/>
        </w:rPr>
        <w:t>اليعقوبي</w:t>
      </w:r>
    </w:p>
    <w:p w:rsidR="008867CD" w:rsidRPr="007E0B1D" w:rsidRDefault="008867CD" w:rsidP="008867CD">
      <w:pPr>
        <w:pStyle w:val="libNormal"/>
        <w:rPr>
          <w:rtl/>
        </w:rPr>
      </w:pPr>
      <w:r w:rsidRPr="007E0B1D">
        <w:rPr>
          <w:rtl/>
        </w:rPr>
        <w:t>جعفر بن داود اليعقوبي.</w:t>
      </w:r>
    </w:p>
    <w:p w:rsidR="008867CD" w:rsidRPr="007E0B1D" w:rsidRDefault="008867CD" w:rsidP="008867CD">
      <w:pPr>
        <w:pStyle w:val="libNormal"/>
        <w:rPr>
          <w:rtl/>
        </w:rPr>
      </w:pPr>
      <w:r w:rsidRPr="007E0B1D">
        <w:rPr>
          <w:rtl/>
        </w:rPr>
        <w:t xml:space="preserve">أحواله مجهولة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 لسان الميزان ج 2 ص 115 وفيه</w:t>
      </w:r>
      <w:r w:rsidR="00D8054C">
        <w:rPr>
          <w:rtl/>
        </w:rPr>
        <w:t>:</w:t>
      </w:r>
      <w:r w:rsidRPr="007E0B1D">
        <w:rPr>
          <w:rtl/>
        </w:rPr>
        <w:t xml:space="preserve"> روى عن محمّد بن علي الجواد </w:t>
      </w:r>
      <w:r w:rsidR="00D8054C" w:rsidRPr="00D8054C">
        <w:rPr>
          <w:rStyle w:val="libAlaemChar"/>
          <w:rtl/>
        </w:rPr>
        <w:t>عليه‌السلام</w:t>
      </w:r>
      <w:r w:rsidRPr="007E0B1D">
        <w:rPr>
          <w:rtl/>
        </w:rPr>
        <w:t>. الجامع في الرجال ج 1 ص 377 وفيه</w:t>
      </w:r>
      <w:r w:rsidR="00D8054C">
        <w:rPr>
          <w:rtl/>
        </w:rPr>
        <w:t>:</w:t>
      </w:r>
      <w:r w:rsidRPr="007E0B1D">
        <w:rPr>
          <w:rtl/>
        </w:rPr>
        <w:t xml:space="preserve"> اظنه صالحا. معجم رجال الحديث ج 4 ص 67. جامع الرواة ج 1 ص 152. نقد الرجال ص 69. العندبيل ج 1 ص 98 وفيه</w:t>
      </w:r>
      <w:r w:rsidR="00D8054C">
        <w:rPr>
          <w:rtl/>
        </w:rPr>
        <w:t>:</w:t>
      </w:r>
      <w:r w:rsidRPr="007E0B1D">
        <w:rPr>
          <w:rtl/>
        </w:rPr>
        <w:t xml:space="preserve"> مهمل. أعيان الشيعة ج 4 ص 107. منتهى المقال ص 74. تنقيح المقال ج 1 ص 216. مجمع الرجال ج 2 ص 27. منهج المقال ص 82. طرائف المقال ج 1 ص 287.</w:t>
      </w:r>
    </w:p>
    <w:p w:rsidR="008867CD" w:rsidRPr="007E0B1D" w:rsidRDefault="008867CD" w:rsidP="008867CD">
      <w:pPr>
        <w:pStyle w:val="libCenterBold1"/>
        <w:rPr>
          <w:rtl/>
        </w:rPr>
      </w:pPr>
      <w:r w:rsidRPr="007E0B1D">
        <w:rPr>
          <w:rtl/>
        </w:rPr>
        <w:t>38</w:t>
      </w:r>
      <w:r w:rsidR="00D8054C">
        <w:rPr>
          <w:rtl/>
        </w:rPr>
        <w:t xml:space="preserve"> - </w:t>
      </w:r>
      <w:r w:rsidRPr="007E0B1D">
        <w:rPr>
          <w:rtl/>
        </w:rPr>
        <w:t>الصوفي</w:t>
      </w:r>
    </w:p>
    <w:p w:rsidR="008867CD" w:rsidRPr="007E0B1D" w:rsidRDefault="008867CD" w:rsidP="008867CD">
      <w:pPr>
        <w:pStyle w:val="libNormal"/>
        <w:rPr>
          <w:rtl/>
        </w:rPr>
      </w:pPr>
      <w:r w:rsidRPr="007E0B1D">
        <w:rPr>
          <w:rtl/>
        </w:rPr>
        <w:t>جعفر بن محمّد الصوفي.</w:t>
      </w:r>
    </w:p>
    <w:p w:rsidR="008867CD" w:rsidRPr="007E0B1D" w:rsidRDefault="008867CD" w:rsidP="008867CD">
      <w:pPr>
        <w:pStyle w:val="libNormal"/>
        <w:rPr>
          <w:rtl/>
        </w:rPr>
      </w:pPr>
      <w:r w:rsidRPr="007E0B1D">
        <w:rPr>
          <w:rtl/>
        </w:rPr>
        <w:t>محدث</w:t>
      </w:r>
      <w:r w:rsidR="00D8054C">
        <w:rPr>
          <w:rtl/>
        </w:rPr>
        <w:t>،</w:t>
      </w:r>
      <w:r w:rsidRPr="007E0B1D">
        <w:rPr>
          <w:rtl/>
        </w:rPr>
        <w:t xml:space="preserve"> روى عنه أبو عبد الله البرقي.</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بصائر الدرجات ص 225 وفيه يحدث عن الامام الجواد </w:t>
      </w:r>
      <w:r w:rsidR="00D8054C" w:rsidRPr="00D8054C">
        <w:rPr>
          <w:rStyle w:val="libAlaemChar"/>
          <w:rtl/>
        </w:rPr>
        <w:t>عليه‌السلام</w:t>
      </w:r>
      <w:r w:rsidRPr="007E0B1D">
        <w:rPr>
          <w:rtl/>
        </w:rPr>
        <w:t xml:space="preserve">. الجامع في الرجال ج 1 ص 401. الاختصاص ص 263. معاني الأخبار ص 53 وفيه يحدث عن الامام الجواد </w:t>
      </w:r>
      <w:r w:rsidR="00D8054C" w:rsidRPr="00D8054C">
        <w:rPr>
          <w:rStyle w:val="libAlaemChar"/>
          <w:rtl/>
        </w:rPr>
        <w:t>عليه‌السلام</w:t>
      </w:r>
      <w:r w:rsidRPr="007E0B1D">
        <w:rPr>
          <w:rtl/>
        </w:rPr>
        <w:t xml:space="preserve">. علل الشرائع ص 124 وفيه روايته عن الامام الجواد </w:t>
      </w:r>
      <w:r w:rsidR="00D8054C" w:rsidRPr="00D8054C">
        <w:rPr>
          <w:rStyle w:val="libAlaemChar"/>
          <w:rtl/>
        </w:rPr>
        <w:t>عليه‌السلام</w:t>
      </w:r>
      <w:r w:rsidRPr="007E0B1D">
        <w:rPr>
          <w:rtl/>
        </w:rPr>
        <w:t>.</w:t>
      </w:r>
    </w:p>
    <w:p w:rsidR="008867CD" w:rsidRPr="007E0B1D" w:rsidRDefault="008867CD" w:rsidP="008867CD">
      <w:pPr>
        <w:pStyle w:val="libCenterBold1"/>
        <w:rPr>
          <w:rtl/>
        </w:rPr>
      </w:pPr>
      <w:r w:rsidRPr="007E0B1D">
        <w:rPr>
          <w:rtl/>
        </w:rPr>
        <w:t>39</w:t>
      </w:r>
      <w:r w:rsidR="00D8054C">
        <w:rPr>
          <w:rtl/>
        </w:rPr>
        <w:t xml:space="preserve"> - </w:t>
      </w:r>
      <w:r w:rsidRPr="007E0B1D">
        <w:rPr>
          <w:rtl/>
        </w:rPr>
        <w:t>الهاشمي</w:t>
      </w:r>
    </w:p>
    <w:p w:rsidR="008867CD" w:rsidRPr="007E0B1D" w:rsidRDefault="008867CD" w:rsidP="008867CD">
      <w:pPr>
        <w:pStyle w:val="libNormal"/>
        <w:rPr>
          <w:rtl/>
        </w:rPr>
      </w:pPr>
      <w:r w:rsidRPr="007E0B1D">
        <w:rPr>
          <w:rtl/>
        </w:rPr>
        <w:t>جعفر بن محمّد الهاشمي</w:t>
      </w:r>
      <w:r w:rsidR="00D8054C">
        <w:rPr>
          <w:rtl/>
        </w:rPr>
        <w:t>،</w:t>
      </w:r>
      <w:r w:rsidRPr="007E0B1D">
        <w:rPr>
          <w:rtl/>
        </w:rPr>
        <w:t xml:space="preserve"> الصيرفي.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علي بن مهزيار</w:t>
      </w:r>
      <w:r w:rsidR="00D8054C">
        <w:rPr>
          <w:rtl/>
        </w:rPr>
        <w:t>،</w:t>
      </w:r>
      <w:r w:rsidRPr="007E0B1D">
        <w:rPr>
          <w:rtl/>
        </w:rPr>
        <w:t xml:space="preserve"> وبكر بن صالح.</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 الكافي ج 2 ص 46</w:t>
      </w:r>
      <w:r w:rsidR="00D8054C">
        <w:rPr>
          <w:rtl/>
        </w:rPr>
        <w:t>،</w:t>
      </w:r>
      <w:r w:rsidRPr="007E0B1D">
        <w:rPr>
          <w:rtl/>
        </w:rPr>
        <w:t xml:space="preserve"> وج 3 ص 309. العندبيل ج 1 ص 106 وفيه</w:t>
      </w:r>
      <w:r w:rsidR="00D8054C">
        <w:rPr>
          <w:rtl/>
        </w:rPr>
        <w:t>:</w:t>
      </w:r>
      <w:r w:rsidRPr="007E0B1D">
        <w:rPr>
          <w:rtl/>
        </w:rPr>
        <w:t xml:space="preserve"> مهمل. جامع الرواة ج 1 ص 161.</w:t>
      </w:r>
      <w:r>
        <w:rPr>
          <w:rFonts w:hint="cs"/>
          <w:rtl/>
        </w:rPr>
        <w:t xml:space="preserve"> </w:t>
      </w:r>
      <w:r w:rsidRPr="007E0B1D">
        <w:rPr>
          <w:rtl/>
        </w:rPr>
        <w:t>منتهى المقال ص 74. معجم رجال الحديث ج 4 ص 130. أعيان الشيعة ج 4 ص 186. مجمع الرجال ج 2 ص 44. تنقيح المقال ج 1 ص 227 وفيه</w:t>
      </w:r>
      <w:r w:rsidR="00D8054C">
        <w:rPr>
          <w:rtl/>
        </w:rPr>
        <w:t>:</w:t>
      </w:r>
      <w:r w:rsidRPr="007E0B1D">
        <w:rPr>
          <w:rtl/>
        </w:rPr>
        <w:t xml:space="preserve"> وظاهره كونه اماميا الا انه مجهول الحال. طرائف المقال ج 1 ص 289. منهج المقال ص 86.</w:t>
      </w:r>
    </w:p>
    <w:p w:rsidR="008867CD" w:rsidRPr="007E0B1D" w:rsidRDefault="008867CD" w:rsidP="008867CD">
      <w:pPr>
        <w:pStyle w:val="libCenterBold1"/>
        <w:rPr>
          <w:rtl/>
        </w:rPr>
      </w:pPr>
      <w:r w:rsidRPr="007E0B1D">
        <w:rPr>
          <w:rtl/>
        </w:rPr>
        <w:t>40</w:t>
      </w:r>
      <w:r w:rsidR="00D8054C">
        <w:rPr>
          <w:rtl/>
        </w:rPr>
        <w:t xml:space="preserve"> - </w:t>
      </w:r>
      <w:r w:rsidRPr="007E0B1D">
        <w:rPr>
          <w:rtl/>
        </w:rPr>
        <w:t>الأحول</w:t>
      </w:r>
    </w:p>
    <w:p w:rsidR="008867CD" w:rsidRPr="007E0B1D" w:rsidRDefault="008867CD" w:rsidP="008867CD">
      <w:pPr>
        <w:pStyle w:val="libNormal"/>
        <w:rPr>
          <w:rtl/>
        </w:rPr>
      </w:pPr>
      <w:r w:rsidRPr="007E0B1D">
        <w:rPr>
          <w:rtl/>
        </w:rPr>
        <w:t>جعفر بن محمّد بن يونس الأحول</w:t>
      </w:r>
      <w:r w:rsidR="00D8054C">
        <w:rPr>
          <w:rtl/>
        </w:rPr>
        <w:t>،</w:t>
      </w:r>
      <w:r w:rsidRPr="007E0B1D">
        <w:rPr>
          <w:rtl/>
        </w:rPr>
        <w:t xml:space="preserve"> الصيرفي</w:t>
      </w:r>
      <w:r w:rsidR="00D8054C">
        <w:rPr>
          <w:rtl/>
        </w:rPr>
        <w:t>،</w:t>
      </w:r>
      <w:r w:rsidRPr="007E0B1D">
        <w:rPr>
          <w:rtl/>
        </w:rPr>
        <w:t xml:space="preserve"> البجلي بالولاء.</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محدث امامي ثقة</w:t>
      </w:r>
      <w:r w:rsidR="00D8054C">
        <w:rPr>
          <w:rtl/>
        </w:rPr>
        <w:t>،</w:t>
      </w:r>
      <w:r w:rsidRPr="007E0B1D">
        <w:rPr>
          <w:rtl/>
        </w:rPr>
        <w:t xml:space="preserve"> له كتاب « النوادر »</w:t>
      </w:r>
      <w:r>
        <w:rPr>
          <w:rtl/>
        </w:rPr>
        <w:t>.</w:t>
      </w:r>
    </w:p>
    <w:p w:rsidR="008867CD" w:rsidRPr="007E0B1D" w:rsidRDefault="008867CD" w:rsidP="008867CD">
      <w:pPr>
        <w:pStyle w:val="libNormal"/>
        <w:rPr>
          <w:rtl/>
        </w:rPr>
      </w:pPr>
      <w:r w:rsidRPr="007E0B1D">
        <w:rPr>
          <w:rtl/>
        </w:rPr>
        <w:t xml:space="preserve">روى عن الامامين الجواد والهادي </w:t>
      </w:r>
      <w:r w:rsidR="00D8054C" w:rsidRPr="00D8054C">
        <w:rPr>
          <w:rStyle w:val="libAlaemChar"/>
          <w:rtl/>
        </w:rPr>
        <w:t>عليهما‌السلام</w:t>
      </w:r>
      <w:r w:rsidR="00D8054C">
        <w:rPr>
          <w:rtl/>
        </w:rPr>
        <w:t>،</w:t>
      </w:r>
      <w:r w:rsidRPr="007E0B1D">
        <w:rPr>
          <w:rtl/>
        </w:rPr>
        <w:t xml:space="preserve"> ويقال بانه صحب الامام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أحمد بن محمّد بن عيسى</w:t>
      </w:r>
      <w:r w:rsidR="00D8054C">
        <w:rPr>
          <w:rtl/>
        </w:rPr>
        <w:t>،</w:t>
      </w:r>
      <w:r w:rsidRPr="007E0B1D">
        <w:rPr>
          <w:rtl/>
        </w:rPr>
        <w:t xml:space="preserve"> وأحمد بن محمّد بن خالد</w:t>
      </w:r>
      <w:r w:rsidR="00D8054C">
        <w:rPr>
          <w:rtl/>
        </w:rPr>
        <w:t>،</w:t>
      </w:r>
      <w:r w:rsidRPr="007E0B1D">
        <w:rPr>
          <w:rtl/>
        </w:rPr>
        <w:t xml:space="preserve"> ومحمّد بن الحسن بن علان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w:t>
      </w:r>
      <w:r w:rsidR="00D8054C">
        <w:rPr>
          <w:rtl/>
        </w:rPr>
        <w:t>،</w:t>
      </w:r>
      <w:r w:rsidRPr="007E0B1D">
        <w:rPr>
          <w:rtl/>
        </w:rPr>
        <w:t xml:space="preserve"> وفي اصحاب الهادي </w:t>
      </w:r>
      <w:r w:rsidR="00D8054C" w:rsidRPr="00D8054C">
        <w:rPr>
          <w:rStyle w:val="libAlaemChar"/>
          <w:rtl/>
        </w:rPr>
        <w:t>عليه‌السلام</w:t>
      </w:r>
      <w:r w:rsidRPr="007E0B1D">
        <w:rPr>
          <w:rtl/>
        </w:rPr>
        <w:t xml:space="preserve"> ص 412. نقد الرجال ص 74. جامع الرواة ج 1 ص 162. هداية المحدثين ص 185. رجال الحلي </w:t>
      </w:r>
      <w:r w:rsidR="00D8054C">
        <w:rPr>
          <w:rtl/>
        </w:rPr>
        <w:t>(</w:t>
      </w:r>
      <w:r w:rsidRPr="007E0B1D">
        <w:rPr>
          <w:rtl/>
        </w:rPr>
        <w:t>قسم الثقات</w:t>
      </w:r>
      <w:r w:rsidR="00D8054C">
        <w:rPr>
          <w:rtl/>
        </w:rPr>
        <w:t>)</w:t>
      </w:r>
      <w:r w:rsidRPr="007E0B1D">
        <w:rPr>
          <w:rtl/>
        </w:rPr>
        <w:t xml:space="preserve"> ص 31. لسان الميزان ج 2 ص 123 وص 124. روضة المتقين ج 14 ص 339. أعيان الشيعة ج 4 ص 187. معالم العلماء ص 31. كشف الغمة ج 3 ص 89. العندبيل ج 1 ص 106. بهجة الآمال ج 2 ص 575. رجال ابن داود </w:t>
      </w:r>
      <w:r w:rsidR="00D8054C">
        <w:rPr>
          <w:rtl/>
        </w:rPr>
        <w:t>(</w:t>
      </w:r>
      <w:r w:rsidRPr="007E0B1D">
        <w:rPr>
          <w:rtl/>
        </w:rPr>
        <w:t>قسم الثقات</w:t>
      </w:r>
      <w:r w:rsidR="00D8054C">
        <w:rPr>
          <w:rtl/>
        </w:rPr>
        <w:t>)</w:t>
      </w:r>
      <w:r w:rsidRPr="007E0B1D">
        <w:rPr>
          <w:rtl/>
        </w:rPr>
        <w:t xml:space="preserve"> ص 65 وفيه من اصحاب الجواد </w:t>
      </w:r>
      <w:r w:rsidR="00D8054C" w:rsidRPr="00D8054C">
        <w:rPr>
          <w:rStyle w:val="libAlaemChar"/>
          <w:rtl/>
        </w:rPr>
        <w:t>عليه‌السلام</w:t>
      </w:r>
      <w:r w:rsidRPr="007E0B1D">
        <w:rPr>
          <w:rtl/>
        </w:rPr>
        <w:t>. فهرست الطوسي ص 43. الاستبصار ج 1 ص 117</w:t>
      </w:r>
      <w:r w:rsidR="00D8054C">
        <w:rPr>
          <w:rtl/>
        </w:rPr>
        <w:t>،</w:t>
      </w:r>
      <w:r w:rsidRPr="007E0B1D">
        <w:rPr>
          <w:rtl/>
        </w:rPr>
        <w:t xml:space="preserve"> وج 2 ص 32. رجال النجاشي ص 87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 xml:space="preserve">. الذريعة ج 24 ص 325. منتهى المقال ص 80. الجامع في الرجال ج 1 ص 411. من لا يحضره الفقيه ج 1 ص 167. معجم رجال الحديث ج 4 ص 123. رجال البرقي في أصحاب الجواد </w:t>
      </w:r>
      <w:r w:rsidR="00D8054C" w:rsidRPr="00D8054C">
        <w:rPr>
          <w:rStyle w:val="libAlaemChar"/>
          <w:rtl/>
        </w:rPr>
        <w:t>عليه‌السلام</w:t>
      </w:r>
      <w:r w:rsidRPr="007E0B1D">
        <w:rPr>
          <w:rtl/>
        </w:rPr>
        <w:t xml:space="preserve"> ص 56. معجم الثقات ص 28. رجال الكشي ص 461. تنقيح المقال ج 1 ص 227. وسائل الشيعة ج 20 ص 156. التهذيب ج 1 ص 181</w:t>
      </w:r>
      <w:r w:rsidR="00D8054C">
        <w:rPr>
          <w:rtl/>
        </w:rPr>
        <w:t>،</w:t>
      </w:r>
      <w:r w:rsidRPr="007E0B1D">
        <w:rPr>
          <w:rtl/>
        </w:rPr>
        <w:t xml:space="preserve"> وج 4 ص 44. مجمع الرجال ج 2 ص 44. طرائف المقال ج 1 ص 289. رجال الأنصاري ص 54. منهج المقال ص 86. اتقان المقال ص 34.</w:t>
      </w:r>
      <w:r>
        <w:rPr>
          <w:rFonts w:hint="cs"/>
          <w:rtl/>
        </w:rPr>
        <w:t xml:space="preserve"> </w:t>
      </w:r>
      <w:r w:rsidRPr="007E0B1D">
        <w:rPr>
          <w:rtl/>
        </w:rPr>
        <w:t>الوجيزة ص 12. ثقات الرواة للشهرستاني ص 19.</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41</w:t>
      </w:r>
      <w:r w:rsidR="00D8054C">
        <w:rPr>
          <w:rtl/>
        </w:rPr>
        <w:t xml:space="preserve"> - </w:t>
      </w:r>
      <w:r w:rsidRPr="007E0B1D">
        <w:rPr>
          <w:rtl/>
        </w:rPr>
        <w:t>جعفر بن يحيى</w:t>
      </w:r>
    </w:p>
    <w:p w:rsidR="008867CD" w:rsidRPr="007E0B1D" w:rsidRDefault="008867CD" w:rsidP="008867CD">
      <w:pPr>
        <w:pStyle w:val="libNormal"/>
        <w:rPr>
          <w:rtl/>
        </w:rPr>
      </w:pPr>
      <w:r w:rsidRPr="007E0B1D">
        <w:rPr>
          <w:rtl/>
        </w:rPr>
        <w:t>جعفر بن يحيى بن سعد</w:t>
      </w:r>
      <w:r w:rsidR="00D8054C">
        <w:rPr>
          <w:rtl/>
        </w:rPr>
        <w:t>،</w:t>
      </w:r>
      <w:r w:rsidRPr="007E0B1D">
        <w:rPr>
          <w:rtl/>
        </w:rPr>
        <w:t xml:space="preserve"> وقيل سعيد الأحول.</w:t>
      </w:r>
    </w:p>
    <w:p w:rsidR="008867CD" w:rsidRPr="007E0B1D" w:rsidRDefault="008867CD" w:rsidP="008867CD">
      <w:pPr>
        <w:pStyle w:val="libNormal"/>
        <w:rPr>
          <w:rtl/>
        </w:rPr>
      </w:pPr>
      <w:r w:rsidRPr="007E0B1D">
        <w:rPr>
          <w:rtl/>
        </w:rPr>
        <w:t xml:space="preserve">امامي مجهول الحال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399. معجم رجال الحديث ج 4 ص 138. تنقيح المقال ج 1 ص 229. رجال النجاشي في ترجمة الحسين بن سعيد ص 43. مجمع الرجال ج 2 ص 48. جامع الرواة ج 1 ص 164. رجال البرقي في أصحاب الجواد </w:t>
      </w:r>
      <w:r w:rsidR="00D8054C" w:rsidRPr="00D8054C">
        <w:rPr>
          <w:rStyle w:val="libAlaemChar"/>
          <w:rtl/>
        </w:rPr>
        <w:t>عليه‌السلام</w:t>
      </w:r>
      <w:r w:rsidRPr="007E0B1D">
        <w:rPr>
          <w:rtl/>
        </w:rPr>
        <w:t xml:space="preserve"> ص 57. أعيان الشيعة ج 4 ص 194. منتهى المقال ص 74. الجامع في الرجال ج 1 ص 414. نقد الرجال ص 75. طرائف المقال ج 1 ص 289. منهج المقال ص 87.</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6" w:name="_Toc398984085"/>
      <w:r w:rsidRPr="007E0B1D">
        <w:rPr>
          <w:rtl/>
          <w:lang w:bidi="fa-IR"/>
        </w:rPr>
        <w:lastRenderedPageBreak/>
        <w:t>حرف الحاء</w:t>
      </w:r>
      <w:bookmarkEnd w:id="6"/>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42</w:t>
      </w:r>
      <w:r w:rsidR="00D8054C">
        <w:rPr>
          <w:rtl/>
        </w:rPr>
        <w:t xml:space="preserve"> - </w:t>
      </w:r>
      <w:r w:rsidRPr="007E0B1D">
        <w:rPr>
          <w:rtl/>
        </w:rPr>
        <w:t>البغدادي</w:t>
      </w:r>
    </w:p>
    <w:p w:rsidR="008867CD" w:rsidRPr="007E0B1D" w:rsidRDefault="008867CD" w:rsidP="008867CD">
      <w:pPr>
        <w:pStyle w:val="libNormal"/>
        <w:rPr>
          <w:rtl/>
        </w:rPr>
      </w:pPr>
      <w:r w:rsidRPr="007E0B1D">
        <w:rPr>
          <w:rtl/>
        </w:rPr>
        <w:t>الحسن بن راشد بن علي البغدادي</w:t>
      </w:r>
      <w:r w:rsidR="00D8054C">
        <w:rPr>
          <w:rtl/>
        </w:rPr>
        <w:t>،</w:t>
      </w:r>
      <w:r w:rsidRPr="007E0B1D">
        <w:rPr>
          <w:rtl/>
        </w:rPr>
        <w:t xml:space="preserve"> مولى آل المهلب</w:t>
      </w:r>
      <w:r w:rsidR="00D8054C">
        <w:rPr>
          <w:rtl/>
        </w:rPr>
        <w:t>،</w:t>
      </w:r>
      <w:r w:rsidRPr="007E0B1D">
        <w:rPr>
          <w:rtl/>
        </w:rPr>
        <w:t xml:space="preserve"> أبو علي.</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وأحد الفقهاء الأعلام والرؤساء الأجلاء المأخوذ عنهم الحلال والحرام والفتيا والأحكام.</w:t>
      </w:r>
    </w:p>
    <w:p w:rsidR="008867CD" w:rsidRPr="007E0B1D" w:rsidRDefault="008867CD" w:rsidP="008867CD">
      <w:pPr>
        <w:pStyle w:val="libNormal"/>
        <w:rPr>
          <w:rtl/>
        </w:rPr>
      </w:pPr>
      <w:r w:rsidRPr="007E0B1D">
        <w:rPr>
          <w:rtl/>
        </w:rPr>
        <w:t xml:space="preserve">صحب الامامين الجواد والهادي </w:t>
      </w:r>
      <w:r w:rsidR="00D8054C" w:rsidRPr="00D8054C">
        <w:rPr>
          <w:rStyle w:val="libAlaemChar"/>
          <w:rtl/>
        </w:rPr>
        <w:t>عليهما‌السلام</w:t>
      </w:r>
      <w:r w:rsidR="00D8054C">
        <w:rPr>
          <w:rtl/>
        </w:rPr>
        <w:t>،</w:t>
      </w:r>
      <w:r w:rsidRPr="007E0B1D">
        <w:rPr>
          <w:rtl/>
        </w:rPr>
        <w:t xml:space="preserve"> وروى عنهما.</w:t>
      </w:r>
    </w:p>
    <w:p w:rsidR="008867CD" w:rsidRPr="007E0B1D" w:rsidRDefault="008867CD" w:rsidP="008867CD">
      <w:pPr>
        <w:pStyle w:val="libNormal"/>
        <w:rPr>
          <w:rtl/>
        </w:rPr>
      </w:pPr>
      <w:r w:rsidRPr="007E0B1D">
        <w:rPr>
          <w:rtl/>
        </w:rPr>
        <w:t>تردد اسمه في 33 موردا في أسناد الروايات.</w:t>
      </w:r>
    </w:p>
    <w:p w:rsidR="008867CD" w:rsidRPr="007E0B1D" w:rsidRDefault="008867CD" w:rsidP="008867CD">
      <w:pPr>
        <w:pStyle w:val="libNormal"/>
        <w:rPr>
          <w:rtl/>
        </w:rPr>
      </w:pPr>
      <w:r w:rsidRPr="007E0B1D">
        <w:rPr>
          <w:rtl/>
        </w:rPr>
        <w:t>روى عنه جماعة أمثال</w:t>
      </w:r>
      <w:r w:rsidR="00D8054C">
        <w:rPr>
          <w:rtl/>
        </w:rPr>
        <w:t>:</w:t>
      </w:r>
      <w:r w:rsidRPr="007E0B1D">
        <w:rPr>
          <w:rtl/>
        </w:rPr>
        <w:t xml:space="preserve"> محمّد بن عيسى بن عبيد</w:t>
      </w:r>
      <w:r w:rsidR="00D8054C">
        <w:rPr>
          <w:rtl/>
        </w:rPr>
        <w:t>،</w:t>
      </w:r>
      <w:r w:rsidRPr="007E0B1D">
        <w:rPr>
          <w:rtl/>
        </w:rPr>
        <w:t xml:space="preserve"> وعلي بن الريان بن الصلت</w:t>
      </w:r>
      <w:r w:rsidR="00D8054C">
        <w:rPr>
          <w:rtl/>
        </w:rPr>
        <w:t>،</w:t>
      </w:r>
      <w:r w:rsidRPr="007E0B1D">
        <w:rPr>
          <w:rtl/>
        </w:rPr>
        <w:t xml:space="preserve"> وعلي بن مهزيار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372</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400</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413. معجم الثقات ص 33.</w:t>
      </w:r>
      <w:r>
        <w:rPr>
          <w:rFonts w:hint="cs"/>
          <w:rtl/>
        </w:rPr>
        <w:t xml:space="preserve"> </w:t>
      </w:r>
      <w:r w:rsidRPr="007E0B1D">
        <w:rPr>
          <w:rtl/>
        </w:rPr>
        <w:t xml:space="preserve">بهجة الآمال ج 3 ص 98. رجال الكشي ص 492 وص 513 وص 573 وص 603. الجامع في الرجال ج 1 ص 492. نقد الرجال ص 89. رجال الحلي </w:t>
      </w:r>
      <w:r w:rsidR="00D8054C">
        <w:rPr>
          <w:rtl/>
        </w:rPr>
        <w:t>(</w:t>
      </w:r>
      <w:r w:rsidRPr="007E0B1D">
        <w:rPr>
          <w:rtl/>
        </w:rPr>
        <w:t>قسم الثقات</w:t>
      </w:r>
      <w:r w:rsidR="00D8054C">
        <w:rPr>
          <w:rtl/>
        </w:rPr>
        <w:t>)</w:t>
      </w:r>
      <w:r w:rsidRPr="007E0B1D">
        <w:rPr>
          <w:rtl/>
        </w:rPr>
        <w:t xml:space="preserve"> ص 39 وص 190. العندبيل ج 1 ص 141. جامع الرواة ج 1 ص 197. معجم رجال الحديث ج 4 ص 324</w:t>
      </w:r>
      <w:r w:rsidR="00D8054C">
        <w:rPr>
          <w:rtl/>
        </w:rPr>
        <w:t xml:space="preserve"> - </w:t>
      </w:r>
      <w:r w:rsidRPr="007E0B1D">
        <w:rPr>
          <w:rtl/>
        </w:rPr>
        <w:t>ص 326</w:t>
      </w:r>
      <w:r w:rsidR="00D8054C">
        <w:rPr>
          <w:rtl/>
        </w:rPr>
        <w:t>،</w:t>
      </w:r>
      <w:r w:rsidRPr="007E0B1D">
        <w:rPr>
          <w:rtl/>
        </w:rPr>
        <w:t xml:space="preserve"> وج 21 ص 248.</w:t>
      </w:r>
      <w:r>
        <w:rPr>
          <w:rFonts w:hint="cs"/>
          <w:rtl/>
        </w:rPr>
        <w:t xml:space="preserve"> </w:t>
      </w:r>
      <w:r w:rsidRPr="007E0B1D">
        <w:rPr>
          <w:rtl/>
        </w:rPr>
        <w:t xml:space="preserve">عيون أخبار الرضا </w:t>
      </w:r>
      <w:r w:rsidR="00D8054C" w:rsidRPr="00D8054C">
        <w:rPr>
          <w:rStyle w:val="libAlaemChar"/>
          <w:rtl/>
        </w:rPr>
        <w:t>عليه‌السلام</w:t>
      </w:r>
      <w:r w:rsidRPr="007E0B1D">
        <w:rPr>
          <w:rtl/>
        </w:rPr>
        <w:t xml:space="preserve"> ج 1 ص 278</w:t>
      </w:r>
      <w:r w:rsidR="00D8054C">
        <w:rPr>
          <w:rtl/>
        </w:rPr>
        <w:t>،</w:t>
      </w:r>
      <w:r w:rsidRPr="007E0B1D">
        <w:rPr>
          <w:rtl/>
        </w:rPr>
        <w:t xml:space="preserve"> وج 2 ص 221. الخصال ص 347. أعيان الشيعة ج 5 ص 70. رجال البرقي في أصحاب الجواد </w:t>
      </w:r>
      <w:r w:rsidR="00D8054C" w:rsidRPr="00D8054C">
        <w:rPr>
          <w:rStyle w:val="libAlaemChar"/>
          <w:rtl/>
        </w:rPr>
        <w:t>عليه‌السلام</w:t>
      </w:r>
      <w:r w:rsidRPr="007E0B1D">
        <w:rPr>
          <w:rtl/>
        </w:rPr>
        <w:t xml:space="preserve"> ص 56. التحرير الطاوسي ص 337. مجمع الرجال ج 2 ص 107 وص 108. وسائل الشيعة ج 20 ص 165. التهذيب ج 6 ص 332</w:t>
      </w:r>
      <w:r w:rsidR="00D8054C">
        <w:rPr>
          <w:rtl/>
        </w:rPr>
        <w:t>،</w:t>
      </w:r>
      <w:r w:rsidRPr="007E0B1D">
        <w:rPr>
          <w:rtl/>
        </w:rPr>
        <w:t xml:space="preserve"> وج 9 ص 234. تنقيح المقال ج 1 ص 276. منتهى المقال ص 92. توضيح الاشتباه ص 116. رجال ابن داود</w:t>
      </w:r>
    </w:p>
    <w:p w:rsidR="00D8054C" w:rsidRDefault="00D8054C" w:rsidP="00D8054C">
      <w:pPr>
        <w:pStyle w:val="libNormal"/>
        <w:rPr>
          <w:rtl/>
        </w:rPr>
      </w:pPr>
      <w:r>
        <w:rPr>
          <w:rtl/>
        </w:rPr>
        <w:br w:type="page"/>
      </w:r>
    </w:p>
    <w:p w:rsidR="008867CD" w:rsidRPr="007E0B1D" w:rsidRDefault="00D8054C" w:rsidP="008867CD">
      <w:pPr>
        <w:pStyle w:val="libNormal0"/>
        <w:rPr>
          <w:rtl/>
        </w:rPr>
      </w:pPr>
      <w:r>
        <w:rPr>
          <w:rtl/>
        </w:rPr>
        <w:lastRenderedPageBreak/>
        <w:t>(</w:t>
      </w:r>
      <w:r w:rsidR="008867CD" w:rsidRPr="007E0B1D">
        <w:rPr>
          <w:rtl/>
        </w:rPr>
        <w:t>قسم الثقات</w:t>
      </w:r>
      <w:r>
        <w:rPr>
          <w:rtl/>
        </w:rPr>
        <w:t>)</w:t>
      </w:r>
      <w:r w:rsidR="008867CD" w:rsidRPr="007E0B1D">
        <w:rPr>
          <w:rtl/>
        </w:rPr>
        <w:t xml:space="preserve"> ص 73. كامل الزيارات ص 10. مشيخة الفقيه ص 83. الكافي ج 3 ص 315</w:t>
      </w:r>
      <w:r>
        <w:rPr>
          <w:rtl/>
        </w:rPr>
        <w:t>،</w:t>
      </w:r>
      <w:r w:rsidR="008867CD" w:rsidRPr="007E0B1D">
        <w:rPr>
          <w:rtl/>
        </w:rPr>
        <w:t xml:space="preserve"> وج 5 ص 109 وج 7 ص 59. هداية المحدثين ص 188. طرائف المقال ج 1 ص 292. رجال الأنصاري ص 60. اتقان المقال ص 40. الوجيزة ص 14. منهج المقال ص 98. الغيبة للطوسي ص 212. ثقات الرواة للشهرستاني ص 22.</w:t>
      </w:r>
    </w:p>
    <w:p w:rsidR="008867CD" w:rsidRPr="007E0B1D" w:rsidRDefault="008867CD" w:rsidP="008867CD">
      <w:pPr>
        <w:pStyle w:val="libCenterBold1"/>
        <w:rPr>
          <w:rtl/>
        </w:rPr>
      </w:pPr>
      <w:r w:rsidRPr="007E0B1D">
        <w:rPr>
          <w:rtl/>
        </w:rPr>
        <w:t>43</w:t>
      </w:r>
      <w:r w:rsidR="00D8054C">
        <w:rPr>
          <w:rtl/>
        </w:rPr>
        <w:t xml:space="preserve"> - </w:t>
      </w:r>
      <w:r w:rsidRPr="007E0B1D">
        <w:rPr>
          <w:rtl/>
        </w:rPr>
        <w:t>الأهوازي</w:t>
      </w:r>
    </w:p>
    <w:p w:rsidR="008867CD" w:rsidRPr="007E0B1D" w:rsidRDefault="008867CD" w:rsidP="008867CD">
      <w:pPr>
        <w:pStyle w:val="libNormal"/>
        <w:rPr>
          <w:rtl/>
        </w:rPr>
      </w:pPr>
      <w:r w:rsidRPr="007E0B1D">
        <w:rPr>
          <w:rtl/>
        </w:rPr>
        <w:t>الحسن بن سعيد بن حماد بن سعيد بن مهران الكوفي</w:t>
      </w:r>
      <w:r w:rsidR="00D8054C">
        <w:rPr>
          <w:rtl/>
        </w:rPr>
        <w:t>،</w:t>
      </w:r>
      <w:r w:rsidRPr="007E0B1D">
        <w:rPr>
          <w:rtl/>
        </w:rPr>
        <w:t xml:space="preserve"> الأهوازي</w:t>
      </w:r>
      <w:r w:rsidR="00D8054C">
        <w:rPr>
          <w:rtl/>
        </w:rPr>
        <w:t>،</w:t>
      </w:r>
      <w:r w:rsidRPr="007E0B1D">
        <w:rPr>
          <w:rtl/>
        </w:rPr>
        <w:t xml:space="preserve"> أبو محمّد</w:t>
      </w:r>
      <w:r w:rsidR="00D8054C">
        <w:rPr>
          <w:rtl/>
        </w:rPr>
        <w:t>،</w:t>
      </w:r>
      <w:r w:rsidRPr="007E0B1D">
        <w:rPr>
          <w:rtl/>
        </w:rPr>
        <w:t xml:space="preserve"> من موالي الامام زين العابدين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عالم فاضل</w:t>
      </w:r>
      <w:r w:rsidR="00D8054C">
        <w:rPr>
          <w:rtl/>
        </w:rPr>
        <w:t>،</w:t>
      </w:r>
      <w:r w:rsidRPr="007E0B1D">
        <w:rPr>
          <w:rtl/>
        </w:rPr>
        <w:t xml:space="preserve"> فقيه جليل القدر</w:t>
      </w:r>
      <w:r w:rsidR="00D8054C">
        <w:rPr>
          <w:rtl/>
        </w:rPr>
        <w:t>،</w:t>
      </w:r>
      <w:r w:rsidRPr="007E0B1D">
        <w:rPr>
          <w:rtl/>
        </w:rPr>
        <w:t xml:space="preserve"> كثير التأليف والتصنيف.</w:t>
      </w:r>
    </w:p>
    <w:p w:rsidR="008867CD" w:rsidRPr="007E0B1D" w:rsidRDefault="008867CD" w:rsidP="008867CD">
      <w:pPr>
        <w:pStyle w:val="libNormal"/>
        <w:rPr>
          <w:rtl/>
        </w:rPr>
      </w:pPr>
      <w:r w:rsidRPr="007E0B1D">
        <w:rPr>
          <w:rtl/>
        </w:rPr>
        <w:t xml:space="preserve">صحب الامامين الرضا والجواد </w:t>
      </w:r>
      <w:r w:rsidR="00D8054C" w:rsidRPr="00D8054C">
        <w:rPr>
          <w:rStyle w:val="libAlaemChar"/>
          <w:rtl/>
        </w:rPr>
        <w:t>عليهما‌السلام</w:t>
      </w:r>
      <w:r w:rsidR="00D8054C">
        <w:rPr>
          <w:rtl/>
        </w:rPr>
        <w:t>،</w:t>
      </w:r>
      <w:r w:rsidRPr="007E0B1D">
        <w:rPr>
          <w:rtl/>
        </w:rPr>
        <w:t xml:space="preserve"> وروى عنهما.</w:t>
      </w:r>
    </w:p>
    <w:p w:rsidR="008867CD" w:rsidRPr="007E0B1D" w:rsidRDefault="008867CD" w:rsidP="008867CD">
      <w:pPr>
        <w:pStyle w:val="libNormal"/>
        <w:rPr>
          <w:rtl/>
        </w:rPr>
      </w:pPr>
      <w:r w:rsidRPr="007E0B1D">
        <w:rPr>
          <w:rtl/>
        </w:rPr>
        <w:t>تردد اسمه في اكثر من 70 موردا في اسناد الروايات.</w:t>
      </w:r>
    </w:p>
    <w:p w:rsidR="008867CD" w:rsidRPr="007E0B1D" w:rsidRDefault="008867CD" w:rsidP="008867CD">
      <w:pPr>
        <w:pStyle w:val="libNormal"/>
        <w:rPr>
          <w:rtl/>
        </w:rPr>
      </w:pPr>
      <w:r w:rsidRPr="007E0B1D">
        <w:rPr>
          <w:rtl/>
        </w:rPr>
        <w:t>روى عنه أخوه الحسين بن سعيد الأهوازي</w:t>
      </w:r>
      <w:r w:rsidR="00D8054C">
        <w:rPr>
          <w:rtl/>
        </w:rPr>
        <w:t>،</w:t>
      </w:r>
      <w:r w:rsidRPr="007E0B1D">
        <w:rPr>
          <w:rtl/>
        </w:rPr>
        <w:t xml:space="preserve"> وبكر بن صالح</w:t>
      </w:r>
      <w:r w:rsidR="00D8054C">
        <w:rPr>
          <w:rtl/>
        </w:rPr>
        <w:t>،</w:t>
      </w:r>
      <w:r w:rsidRPr="007E0B1D">
        <w:rPr>
          <w:rtl/>
        </w:rPr>
        <w:t xml:space="preserve"> وعلي بن مهزيار وغيرهم.</w:t>
      </w:r>
    </w:p>
    <w:p w:rsidR="008867CD" w:rsidRPr="007E0B1D" w:rsidRDefault="008867CD" w:rsidP="008867CD">
      <w:pPr>
        <w:pStyle w:val="libNormal"/>
        <w:rPr>
          <w:rtl/>
        </w:rPr>
      </w:pPr>
      <w:r w:rsidRPr="007E0B1D">
        <w:rPr>
          <w:rtl/>
        </w:rPr>
        <w:t>من تآليف الكثيرة والتي شارك في تأليفها مع أخيه الحسين بن سعيد والتي تربو على الثلاثين « الصلاة »</w:t>
      </w:r>
      <w:r w:rsidR="00D8054C">
        <w:rPr>
          <w:rtl/>
        </w:rPr>
        <w:t>،</w:t>
      </w:r>
      <w:r w:rsidRPr="007E0B1D">
        <w:rPr>
          <w:rtl/>
        </w:rPr>
        <w:t xml:space="preserve"> </w:t>
      </w:r>
      <w:r>
        <w:rPr>
          <w:rtl/>
        </w:rPr>
        <w:t>و «</w:t>
      </w:r>
      <w:r w:rsidRPr="007E0B1D">
        <w:rPr>
          <w:rtl/>
        </w:rPr>
        <w:t xml:space="preserve"> الزكاة »</w:t>
      </w:r>
      <w:r w:rsidR="00D8054C">
        <w:rPr>
          <w:rtl/>
        </w:rPr>
        <w:t>،</w:t>
      </w:r>
      <w:r w:rsidRPr="007E0B1D">
        <w:rPr>
          <w:rtl/>
        </w:rPr>
        <w:t xml:space="preserve"> </w:t>
      </w:r>
      <w:r>
        <w:rPr>
          <w:rtl/>
        </w:rPr>
        <w:t>و «</w:t>
      </w:r>
      <w:r w:rsidRPr="007E0B1D">
        <w:rPr>
          <w:rtl/>
        </w:rPr>
        <w:t xml:space="preserve"> الوضوء »</w:t>
      </w:r>
      <w:r w:rsidR="00D8054C">
        <w:rPr>
          <w:rtl/>
        </w:rPr>
        <w:t>،</w:t>
      </w:r>
      <w:r w:rsidRPr="007E0B1D">
        <w:rPr>
          <w:rtl/>
        </w:rPr>
        <w:t xml:space="preserve"> </w:t>
      </w:r>
      <w:r>
        <w:rPr>
          <w:rtl/>
        </w:rPr>
        <w:t>و «</w:t>
      </w:r>
      <w:r w:rsidRPr="007E0B1D">
        <w:rPr>
          <w:rtl/>
        </w:rPr>
        <w:t xml:space="preserve"> الصوم »</w:t>
      </w:r>
      <w:r w:rsidR="00D8054C">
        <w:rPr>
          <w:rtl/>
        </w:rPr>
        <w:t>،</w:t>
      </w:r>
      <w:r w:rsidRPr="007E0B1D">
        <w:rPr>
          <w:rtl/>
        </w:rPr>
        <w:t xml:space="preserve"> </w:t>
      </w:r>
      <w:r>
        <w:rPr>
          <w:rtl/>
        </w:rPr>
        <w:t>و «</w:t>
      </w:r>
      <w:r w:rsidRPr="007E0B1D">
        <w:rPr>
          <w:rtl/>
        </w:rPr>
        <w:t xml:space="preserve"> تفسير القرآن »</w:t>
      </w:r>
      <w:r w:rsidR="00D8054C">
        <w:rPr>
          <w:rtl/>
        </w:rPr>
        <w:t>،</w:t>
      </w:r>
      <w:r w:rsidRPr="007E0B1D">
        <w:rPr>
          <w:rtl/>
        </w:rPr>
        <w:t xml:space="preserve"> </w:t>
      </w:r>
      <w:r>
        <w:rPr>
          <w:rtl/>
        </w:rPr>
        <w:t>و «</w:t>
      </w:r>
      <w:r w:rsidRPr="007E0B1D">
        <w:rPr>
          <w:rtl/>
        </w:rPr>
        <w:t xml:space="preserve"> النكاح »</w:t>
      </w:r>
      <w:r w:rsidR="00D8054C">
        <w:rPr>
          <w:rtl/>
        </w:rPr>
        <w:t>،</w:t>
      </w:r>
      <w:r w:rsidRPr="007E0B1D">
        <w:rPr>
          <w:rtl/>
        </w:rPr>
        <w:t xml:space="preserve"> </w:t>
      </w:r>
      <w:r>
        <w:rPr>
          <w:rtl/>
        </w:rPr>
        <w:t>و «</w:t>
      </w:r>
      <w:r w:rsidRPr="007E0B1D">
        <w:rPr>
          <w:rtl/>
        </w:rPr>
        <w:t xml:space="preserve"> الحج »</w:t>
      </w:r>
      <w:r w:rsidR="00D8054C">
        <w:rPr>
          <w:rtl/>
        </w:rPr>
        <w:t>،</w:t>
      </w:r>
      <w:r w:rsidRPr="007E0B1D">
        <w:rPr>
          <w:rtl/>
        </w:rPr>
        <w:t xml:space="preserve"> </w:t>
      </w:r>
      <w:r>
        <w:rPr>
          <w:rtl/>
        </w:rPr>
        <w:t>و «</w:t>
      </w:r>
      <w:r w:rsidRPr="007E0B1D">
        <w:rPr>
          <w:rtl/>
        </w:rPr>
        <w:t xml:space="preserve"> الطلاق »</w:t>
      </w:r>
      <w:r w:rsidR="00D8054C">
        <w:rPr>
          <w:rtl/>
        </w:rPr>
        <w:t>،</w:t>
      </w:r>
      <w:r w:rsidRPr="007E0B1D">
        <w:rPr>
          <w:rtl/>
        </w:rPr>
        <w:t xml:space="preserve"> </w:t>
      </w:r>
      <w:r>
        <w:rPr>
          <w:rtl/>
        </w:rPr>
        <w:t>و «</w:t>
      </w:r>
      <w:r w:rsidRPr="007E0B1D">
        <w:rPr>
          <w:rtl/>
        </w:rPr>
        <w:t xml:space="preserve"> المكاتبة »</w:t>
      </w:r>
      <w:r w:rsidR="00D8054C">
        <w:rPr>
          <w:rtl/>
        </w:rPr>
        <w:t>،</w:t>
      </w:r>
      <w:r w:rsidRPr="007E0B1D">
        <w:rPr>
          <w:rtl/>
        </w:rPr>
        <w:t xml:space="preserve"> </w:t>
      </w:r>
      <w:r>
        <w:rPr>
          <w:rtl/>
        </w:rPr>
        <w:t>و «</w:t>
      </w:r>
      <w:r w:rsidRPr="007E0B1D">
        <w:rPr>
          <w:rtl/>
        </w:rPr>
        <w:t xml:space="preserve"> المكاسب »</w:t>
      </w:r>
      <w:r w:rsidR="00D8054C">
        <w:rPr>
          <w:rtl/>
        </w:rPr>
        <w:t>،</w:t>
      </w:r>
      <w:r w:rsidRPr="007E0B1D">
        <w:rPr>
          <w:rtl/>
        </w:rPr>
        <w:t xml:space="preserve"> </w:t>
      </w:r>
      <w:r>
        <w:rPr>
          <w:rtl/>
        </w:rPr>
        <w:t>و «</w:t>
      </w:r>
      <w:r w:rsidRPr="007E0B1D">
        <w:rPr>
          <w:rtl/>
        </w:rPr>
        <w:t xml:space="preserve"> المناقب »</w:t>
      </w:r>
      <w:r w:rsidR="00D8054C">
        <w:rPr>
          <w:rtl/>
        </w:rPr>
        <w:t>،</w:t>
      </w:r>
      <w:r w:rsidRPr="007E0B1D">
        <w:rPr>
          <w:rtl/>
        </w:rPr>
        <w:t xml:space="preserve"> </w:t>
      </w:r>
      <w:r>
        <w:rPr>
          <w:rtl/>
        </w:rPr>
        <w:t>و «</w:t>
      </w:r>
      <w:r w:rsidRPr="007E0B1D">
        <w:rPr>
          <w:rtl/>
        </w:rPr>
        <w:t xml:space="preserve"> الزيارات »</w:t>
      </w:r>
      <w:r w:rsidR="00D8054C">
        <w:rPr>
          <w:rtl/>
        </w:rPr>
        <w:t>،</w:t>
      </w:r>
      <w:r w:rsidRPr="007E0B1D">
        <w:rPr>
          <w:rtl/>
        </w:rPr>
        <w:t xml:space="preserve"> </w:t>
      </w:r>
      <w:r>
        <w:rPr>
          <w:rtl/>
        </w:rPr>
        <w:t>و «</w:t>
      </w:r>
      <w:r w:rsidRPr="007E0B1D">
        <w:rPr>
          <w:rtl/>
        </w:rPr>
        <w:t xml:space="preserve"> الديات »</w:t>
      </w:r>
      <w:r w:rsidR="00D8054C">
        <w:rPr>
          <w:rtl/>
        </w:rPr>
        <w:t>،</w:t>
      </w:r>
      <w:r w:rsidRPr="007E0B1D">
        <w:rPr>
          <w:rtl/>
        </w:rPr>
        <w:t xml:space="preserve"> </w:t>
      </w:r>
      <w:r>
        <w:rPr>
          <w:rtl/>
        </w:rPr>
        <w:t>و «</w:t>
      </w:r>
      <w:r w:rsidRPr="007E0B1D">
        <w:rPr>
          <w:rtl/>
        </w:rPr>
        <w:t xml:space="preserve"> الملاحم »</w:t>
      </w:r>
      <w:r w:rsidR="00D8054C">
        <w:rPr>
          <w:rtl/>
        </w:rPr>
        <w:t>،</w:t>
      </w:r>
      <w:r w:rsidRPr="007E0B1D">
        <w:rPr>
          <w:rtl/>
        </w:rPr>
        <w:t xml:space="preserve"> </w:t>
      </w:r>
      <w:r>
        <w:rPr>
          <w:rtl/>
        </w:rPr>
        <w:t>و «</w:t>
      </w:r>
      <w:r w:rsidRPr="007E0B1D">
        <w:rPr>
          <w:rtl/>
        </w:rPr>
        <w:t xml:space="preserve"> الفرائض »</w:t>
      </w:r>
      <w:r w:rsidR="00D8054C">
        <w:rPr>
          <w:rtl/>
        </w:rPr>
        <w:t>،</w:t>
      </w:r>
      <w:r w:rsidRPr="007E0B1D">
        <w:rPr>
          <w:rtl/>
        </w:rPr>
        <w:t xml:space="preserve"> وغيرها.</w:t>
      </w:r>
    </w:p>
    <w:p w:rsidR="008867CD" w:rsidRPr="007E0B1D" w:rsidRDefault="008867CD" w:rsidP="008867CD">
      <w:pPr>
        <w:pStyle w:val="libNormal"/>
        <w:rPr>
          <w:rtl/>
        </w:rPr>
      </w:pPr>
      <w:r w:rsidRPr="007E0B1D">
        <w:rPr>
          <w:rtl/>
        </w:rPr>
        <w:t>كان حيا قبل سنة 220 ه‍</w:t>
      </w:r>
      <w:r>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371</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399. التحرير الطاوسي ص 73. وسائل الشيعة ج 20 ص 165.</w:t>
      </w:r>
      <w:r>
        <w:rPr>
          <w:rFonts w:hint="cs"/>
          <w:rtl/>
        </w:rPr>
        <w:t xml:space="preserve"> </w:t>
      </w:r>
      <w:r w:rsidRPr="007E0B1D">
        <w:rPr>
          <w:rtl/>
        </w:rPr>
        <w:t xml:space="preserve">الجامع في الرجال ج 1 ص 501. منتهى المقال ص 94. رجال الحلي </w:t>
      </w:r>
      <w:r w:rsidR="00D8054C">
        <w:rPr>
          <w:rtl/>
        </w:rPr>
        <w:t>(</w:t>
      </w:r>
      <w:r w:rsidRPr="007E0B1D">
        <w:rPr>
          <w:rtl/>
        </w:rPr>
        <w:t>قسم الثقات</w:t>
      </w:r>
      <w:r w:rsidR="00D8054C">
        <w:rPr>
          <w:rtl/>
        </w:rPr>
        <w:t>)</w:t>
      </w:r>
      <w:r w:rsidRPr="007E0B1D">
        <w:rPr>
          <w:rtl/>
        </w:rPr>
        <w:t xml:space="preserve"> ص 39. فهرست الطوسي ص 53. معالم العلماء ص 36. تأسيس الشيعة ص 328. معجم الثقات ص 33. أعيان الشيعة ج 5 ص 101. التوحيد ص 113 وص 151. نقد الرجال ص 90. العندبيل ج 1 ص 144. جامع الرواة ج 1 ص 202. بهجة الآمال ج 3 ص 128. فهرست النديم ص 277. هداية المحدثين ص 189. من لا يحضره الفقيه ج 4 ص 285. الخصال ص 153 وص 519. كامل الزيارات ص 24. رجال البرقي في أصحاب الرضا </w:t>
      </w:r>
      <w:r w:rsidR="00D8054C" w:rsidRPr="00D8054C">
        <w:rPr>
          <w:rStyle w:val="libAlaemChar"/>
          <w:rtl/>
        </w:rPr>
        <w:t>عليه‌السلام</w:t>
      </w:r>
      <w:r w:rsidRPr="007E0B1D">
        <w:rPr>
          <w:rtl/>
        </w:rPr>
        <w:t xml:space="preserve"> ص 54. مجمع الرجال ج 2 ص 113 وص 114 وص 115. تنقيح المقال ج 1 ص 282. رجال الكشي ص 508 وص 551. رجال ابن داود </w:t>
      </w:r>
      <w:r w:rsidR="00D8054C">
        <w:rPr>
          <w:rtl/>
        </w:rPr>
        <w:t>(</w:t>
      </w:r>
      <w:r w:rsidRPr="007E0B1D">
        <w:rPr>
          <w:rtl/>
        </w:rPr>
        <w:t>قسم الثقات</w:t>
      </w:r>
      <w:r w:rsidR="00D8054C">
        <w:rPr>
          <w:rtl/>
        </w:rPr>
        <w:t>)</w:t>
      </w:r>
      <w:r w:rsidRPr="007E0B1D">
        <w:rPr>
          <w:rtl/>
        </w:rPr>
        <w:t xml:space="preserve"> ص 73. معجم رجال الحديث ج 4 ص 342</w:t>
      </w:r>
      <w:r w:rsidR="00D8054C">
        <w:rPr>
          <w:rtl/>
        </w:rPr>
        <w:t xml:space="preserve"> - </w:t>
      </w:r>
      <w:r w:rsidRPr="007E0B1D">
        <w:rPr>
          <w:rtl/>
        </w:rPr>
        <w:t>ص 349. طرائف المقال ج 1 ص 293. رجال الانصاري ص 61. التهذيب ج 1 ص 16 وص 37 وص 38 وص 132 وص 144 وص 227 وص 346</w:t>
      </w:r>
      <w:r w:rsidR="00D8054C">
        <w:rPr>
          <w:rtl/>
        </w:rPr>
        <w:t>،</w:t>
      </w:r>
      <w:r w:rsidRPr="007E0B1D">
        <w:rPr>
          <w:rtl/>
        </w:rPr>
        <w:t xml:space="preserve"> وج 2 ص 51 وص 106 وص 223 وص 324</w:t>
      </w:r>
      <w:r w:rsidR="00D8054C">
        <w:rPr>
          <w:rtl/>
        </w:rPr>
        <w:t>،</w:t>
      </w:r>
      <w:r w:rsidRPr="007E0B1D">
        <w:rPr>
          <w:rtl/>
        </w:rPr>
        <w:t xml:space="preserve"> وج 3 ص 203</w:t>
      </w:r>
      <w:r w:rsidR="00D8054C">
        <w:rPr>
          <w:rtl/>
        </w:rPr>
        <w:t>،</w:t>
      </w:r>
      <w:r w:rsidRPr="007E0B1D">
        <w:rPr>
          <w:rtl/>
        </w:rPr>
        <w:t xml:space="preserve"> وج 4 ص 14 وص 314</w:t>
      </w:r>
      <w:r w:rsidR="00D8054C">
        <w:rPr>
          <w:rtl/>
        </w:rPr>
        <w:t>،</w:t>
      </w:r>
      <w:r w:rsidRPr="007E0B1D">
        <w:rPr>
          <w:rtl/>
        </w:rPr>
        <w:t xml:space="preserve"> وج 5 ص 78</w:t>
      </w:r>
      <w:r w:rsidR="00D8054C">
        <w:rPr>
          <w:rtl/>
        </w:rPr>
        <w:t>،</w:t>
      </w:r>
      <w:r w:rsidRPr="007E0B1D">
        <w:rPr>
          <w:rtl/>
        </w:rPr>
        <w:t xml:space="preserve"> وج 6 ص 222</w:t>
      </w:r>
      <w:r w:rsidR="00D8054C">
        <w:rPr>
          <w:rtl/>
        </w:rPr>
        <w:t>،</w:t>
      </w:r>
      <w:r w:rsidRPr="007E0B1D">
        <w:rPr>
          <w:rtl/>
        </w:rPr>
        <w:t xml:space="preserve"> وج 7 ص 123 وص 204 وص 349 وص 461</w:t>
      </w:r>
      <w:r w:rsidR="00D8054C">
        <w:rPr>
          <w:rtl/>
        </w:rPr>
        <w:t>،</w:t>
      </w:r>
      <w:r w:rsidRPr="007E0B1D">
        <w:rPr>
          <w:rtl/>
        </w:rPr>
        <w:t xml:space="preserve"> وج 8 ص 78 وص 257. منهج المقال ص 100. الوجيزة ص 14. الاستبصار ج 1 ص 20 وص 50 وص 86 وص 119 وص 299 وص 582</w:t>
      </w:r>
      <w:r w:rsidR="00D8054C">
        <w:rPr>
          <w:rtl/>
        </w:rPr>
        <w:t>،</w:t>
      </w:r>
      <w:r w:rsidRPr="007E0B1D">
        <w:rPr>
          <w:rtl/>
        </w:rPr>
        <w:t xml:space="preserve"> وج 2 ص 16</w:t>
      </w:r>
      <w:r w:rsidR="00D8054C">
        <w:rPr>
          <w:rtl/>
        </w:rPr>
        <w:t>،</w:t>
      </w:r>
      <w:r w:rsidRPr="007E0B1D">
        <w:rPr>
          <w:rtl/>
        </w:rPr>
        <w:t xml:space="preserve"> وج 3 ص 104 وص 217 وص 307. اتقان المقال ص 41. الكافي ج 1 ص 78 وص 82 وص 111 وص 384</w:t>
      </w:r>
      <w:r w:rsidR="00D8054C">
        <w:rPr>
          <w:rtl/>
        </w:rPr>
        <w:t>،</w:t>
      </w:r>
      <w:r w:rsidRPr="007E0B1D">
        <w:rPr>
          <w:rtl/>
        </w:rPr>
        <w:t xml:space="preserve"> وج 2 ص 290 وص 369</w:t>
      </w:r>
      <w:r w:rsidR="00D8054C">
        <w:rPr>
          <w:rtl/>
        </w:rPr>
        <w:t>،</w:t>
      </w:r>
      <w:r w:rsidRPr="007E0B1D">
        <w:rPr>
          <w:rtl/>
        </w:rPr>
        <w:t xml:space="preserve"> وج 3 ص 9 وص 77 وص 558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560</w:t>
      </w:r>
      <w:r w:rsidR="00D8054C">
        <w:rPr>
          <w:rtl/>
        </w:rPr>
        <w:t>،</w:t>
      </w:r>
      <w:r w:rsidRPr="007E0B1D">
        <w:rPr>
          <w:rtl/>
        </w:rPr>
        <w:t xml:space="preserve"> وج 4 ص 94 وص 485</w:t>
      </w:r>
      <w:r w:rsidR="00D8054C">
        <w:rPr>
          <w:rtl/>
        </w:rPr>
        <w:t>،</w:t>
      </w:r>
      <w:r w:rsidRPr="007E0B1D">
        <w:rPr>
          <w:rtl/>
        </w:rPr>
        <w:t xml:space="preserve"> وج 5 ص 194 وص 273 وص 405 وص 411 وص 473</w:t>
      </w:r>
      <w:r w:rsidR="00D8054C">
        <w:rPr>
          <w:rtl/>
        </w:rPr>
        <w:t>،</w:t>
      </w:r>
      <w:r w:rsidRPr="007E0B1D">
        <w:rPr>
          <w:rtl/>
        </w:rPr>
        <w:t xml:space="preserve"> وج 6 ص 122 وص 187</w:t>
      </w:r>
      <w:r w:rsidR="00D8054C">
        <w:rPr>
          <w:rtl/>
        </w:rPr>
        <w:t>،</w:t>
      </w:r>
      <w:r w:rsidRPr="007E0B1D">
        <w:rPr>
          <w:rtl/>
        </w:rPr>
        <w:t xml:space="preserve"> وج 7 ص 250 وص 321 وص 409. ثقات الرواة للشهرستاني ص 23.</w:t>
      </w:r>
    </w:p>
    <w:p w:rsidR="008867CD" w:rsidRPr="007E0B1D" w:rsidRDefault="008867CD" w:rsidP="008867CD">
      <w:pPr>
        <w:pStyle w:val="libCenterBold1"/>
        <w:rPr>
          <w:rtl/>
        </w:rPr>
      </w:pPr>
      <w:r w:rsidRPr="007E0B1D">
        <w:rPr>
          <w:rtl/>
        </w:rPr>
        <w:t>44</w:t>
      </w:r>
      <w:r w:rsidR="00D8054C">
        <w:rPr>
          <w:rtl/>
        </w:rPr>
        <w:t xml:space="preserve"> - </w:t>
      </w:r>
      <w:r w:rsidRPr="007E0B1D">
        <w:rPr>
          <w:rtl/>
        </w:rPr>
        <w:t>الرازي</w:t>
      </w:r>
    </w:p>
    <w:p w:rsidR="008867CD" w:rsidRPr="007E0B1D" w:rsidRDefault="008867CD" w:rsidP="008867CD">
      <w:pPr>
        <w:pStyle w:val="libNormal"/>
        <w:rPr>
          <w:rtl/>
        </w:rPr>
      </w:pPr>
      <w:r w:rsidRPr="007E0B1D">
        <w:rPr>
          <w:rtl/>
        </w:rPr>
        <w:t>الحسن</w:t>
      </w:r>
      <w:r w:rsidR="00D8054C">
        <w:rPr>
          <w:rtl/>
        </w:rPr>
        <w:t>،</w:t>
      </w:r>
      <w:r w:rsidRPr="007E0B1D">
        <w:rPr>
          <w:rtl/>
        </w:rPr>
        <w:t xml:space="preserve"> وقيل الحسين بن العباس بن حريش</w:t>
      </w:r>
      <w:r w:rsidR="00D8054C">
        <w:rPr>
          <w:rtl/>
        </w:rPr>
        <w:t>،</w:t>
      </w:r>
      <w:r w:rsidRPr="007E0B1D">
        <w:rPr>
          <w:rtl/>
        </w:rPr>
        <w:t xml:space="preserve"> وقيل حريس الرازي</w:t>
      </w:r>
      <w:r w:rsidR="00D8054C">
        <w:rPr>
          <w:rtl/>
        </w:rPr>
        <w:t>،</w:t>
      </w:r>
      <w:r w:rsidRPr="007E0B1D">
        <w:rPr>
          <w:rtl/>
        </w:rPr>
        <w:t xml:space="preserve"> أبو الحسين</w:t>
      </w:r>
      <w:r w:rsidR="00D8054C">
        <w:rPr>
          <w:rtl/>
        </w:rPr>
        <w:t>،</w:t>
      </w:r>
      <w:r w:rsidRPr="007E0B1D">
        <w:rPr>
          <w:rtl/>
        </w:rPr>
        <w:t xml:space="preserve"> وقيل أبو علي</w:t>
      </w:r>
      <w:r w:rsidR="00D8054C">
        <w:rPr>
          <w:rtl/>
        </w:rPr>
        <w:t>،</w:t>
      </w:r>
      <w:r w:rsidRPr="007E0B1D">
        <w:rPr>
          <w:rtl/>
        </w:rPr>
        <w:t xml:space="preserve"> وقيل أبو محمّد.</w:t>
      </w:r>
    </w:p>
    <w:p w:rsidR="008867CD" w:rsidRPr="007E0B1D" w:rsidRDefault="008867CD" w:rsidP="008867CD">
      <w:pPr>
        <w:pStyle w:val="libNormal"/>
        <w:rPr>
          <w:rtl/>
        </w:rPr>
      </w:pPr>
      <w:r w:rsidRPr="007E0B1D">
        <w:rPr>
          <w:rtl/>
        </w:rPr>
        <w:t>محدث ضعيف الحديث</w:t>
      </w:r>
      <w:r w:rsidR="00D8054C">
        <w:rPr>
          <w:rtl/>
        </w:rPr>
        <w:t>،</w:t>
      </w:r>
      <w:r w:rsidRPr="007E0B1D">
        <w:rPr>
          <w:rtl/>
        </w:rPr>
        <w:t xml:space="preserve"> لا يلتفت إليه</w:t>
      </w:r>
      <w:r w:rsidR="00D8054C">
        <w:rPr>
          <w:rtl/>
        </w:rPr>
        <w:t>،</w:t>
      </w:r>
      <w:r w:rsidRPr="007E0B1D">
        <w:rPr>
          <w:rtl/>
        </w:rPr>
        <w:t xml:space="preserve"> ولا يكتب حديثه.</w:t>
      </w:r>
    </w:p>
    <w:p w:rsidR="008867CD" w:rsidRPr="007E0B1D" w:rsidRDefault="008867CD" w:rsidP="008867CD">
      <w:pPr>
        <w:pStyle w:val="libNormal"/>
        <w:rPr>
          <w:rtl/>
        </w:rPr>
      </w:pPr>
      <w:r w:rsidRPr="007E0B1D">
        <w:rPr>
          <w:rtl/>
        </w:rPr>
        <w:t>روى عنه أحمد بن محمّد بن عيسى الأشعري</w:t>
      </w:r>
      <w:r w:rsidR="00D8054C">
        <w:rPr>
          <w:rtl/>
        </w:rPr>
        <w:t>،</w:t>
      </w:r>
      <w:r w:rsidRPr="007E0B1D">
        <w:rPr>
          <w:rtl/>
        </w:rPr>
        <w:t xml:space="preserve"> وعمران بن موسى</w:t>
      </w:r>
      <w:r w:rsidR="00D8054C">
        <w:rPr>
          <w:rtl/>
        </w:rPr>
        <w:t>،</w:t>
      </w:r>
      <w:r w:rsidRPr="007E0B1D">
        <w:rPr>
          <w:rtl/>
        </w:rPr>
        <w:t xml:space="preserve"> وسهل بن زياد وغيرهم.</w:t>
      </w:r>
    </w:p>
    <w:p w:rsidR="008867CD" w:rsidRPr="007E0B1D" w:rsidRDefault="008867CD" w:rsidP="008867CD">
      <w:pPr>
        <w:pStyle w:val="libNormal"/>
        <w:rPr>
          <w:rtl/>
        </w:rPr>
      </w:pPr>
      <w:r w:rsidRPr="007E0B1D">
        <w:rPr>
          <w:rtl/>
        </w:rPr>
        <w:t>له كتاب « ثواب انا أنزلناه في ليلة القدر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 وص 462. رجال البرقي في أصحاب الجواد </w:t>
      </w:r>
      <w:r w:rsidR="00D8054C" w:rsidRPr="00D8054C">
        <w:rPr>
          <w:rStyle w:val="libAlaemChar"/>
          <w:rtl/>
        </w:rPr>
        <w:t>عليه‌السلام</w:t>
      </w:r>
      <w:r w:rsidRPr="007E0B1D">
        <w:rPr>
          <w:rtl/>
        </w:rPr>
        <w:t xml:space="preserve"> ص 57. مجمع الرجال ج 2 ص 112 وص 119. الذريعة ج 5 ص 18. التوحيد ص 101. العندبيل ج 1 ص 145 وص 146. معالم العلماء ص 37. جامع الرواة ج 1 ص 205. منتهى المقال ص 95. روضة المتقين ج 14 ص 352. تنقيح المقال ج 1 ص 286 وص 287.</w:t>
      </w:r>
      <w:r>
        <w:rPr>
          <w:rFonts w:hint="cs"/>
          <w:rtl/>
        </w:rPr>
        <w:t xml:space="preserve"> </w:t>
      </w:r>
      <w:r w:rsidRPr="007E0B1D">
        <w:rPr>
          <w:rtl/>
        </w:rPr>
        <w:t>فهرست الطوسي ص 53. رجال النجاشي ص 45. أعيان الشيعة ج 5 ص 128.</w:t>
      </w:r>
      <w:r>
        <w:rPr>
          <w:rFonts w:hint="cs"/>
          <w:rtl/>
        </w:rPr>
        <w:t xml:space="preserve"> </w:t>
      </w:r>
      <w:r w:rsidRPr="007E0B1D">
        <w:rPr>
          <w:rtl/>
        </w:rPr>
        <w:t xml:space="preserve">رجال ابن داود </w:t>
      </w:r>
      <w:r w:rsidR="00D8054C">
        <w:rPr>
          <w:rtl/>
        </w:rPr>
        <w:t>(</w:t>
      </w:r>
      <w:r w:rsidRPr="007E0B1D">
        <w:rPr>
          <w:rtl/>
        </w:rPr>
        <w:t>قسم الضعفاء</w:t>
      </w:r>
      <w:r w:rsidR="00D8054C">
        <w:rPr>
          <w:rtl/>
        </w:rPr>
        <w:t>)</w:t>
      </w:r>
      <w:r w:rsidRPr="007E0B1D">
        <w:rPr>
          <w:rtl/>
        </w:rPr>
        <w:t xml:space="preserve"> ص 238. الخصال ص 479. نقد الرجال ص 91. الجامع في الرجال ج 1 ص 508 وص 509. لسان الميزان ج 2 ص 216. الكافي ج 1 ص 188 وص 447 وص 448</w:t>
      </w:r>
      <w:r w:rsidR="00D8054C">
        <w:rPr>
          <w:rtl/>
        </w:rPr>
        <w:t>،</w:t>
      </w:r>
      <w:r w:rsidRPr="007E0B1D">
        <w:rPr>
          <w:rtl/>
        </w:rPr>
        <w:t xml:space="preserve"> وج 7 ص 317. رجال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الحلي </w:t>
      </w:r>
      <w:r w:rsidR="00D8054C">
        <w:rPr>
          <w:rtl/>
        </w:rPr>
        <w:t>(</w:t>
      </w:r>
      <w:r w:rsidRPr="007E0B1D">
        <w:rPr>
          <w:rtl/>
        </w:rPr>
        <w:t>قسم الضعفاء</w:t>
      </w:r>
      <w:r w:rsidR="00D8054C">
        <w:rPr>
          <w:rtl/>
        </w:rPr>
        <w:t>)</w:t>
      </w:r>
      <w:r w:rsidRPr="007E0B1D">
        <w:rPr>
          <w:rtl/>
        </w:rPr>
        <w:t xml:space="preserve"> ص 214. معجم رجال الحديث ج 4 ص 369 وص 370</w:t>
      </w:r>
      <w:r w:rsidR="00D8054C">
        <w:rPr>
          <w:rtl/>
        </w:rPr>
        <w:t>،</w:t>
      </w:r>
      <w:r w:rsidRPr="007E0B1D">
        <w:rPr>
          <w:rtl/>
        </w:rPr>
        <w:t xml:space="preserve"> وج 6 ص 7. التهذيب ج 10 ص 276. طرائف المقال ج 1 ص 293.</w:t>
      </w:r>
      <w:r>
        <w:rPr>
          <w:rFonts w:hint="cs"/>
          <w:rtl/>
        </w:rPr>
        <w:t xml:space="preserve"> </w:t>
      </w:r>
      <w:r w:rsidRPr="007E0B1D">
        <w:rPr>
          <w:rtl/>
        </w:rPr>
        <w:t>منهج المقال ص 101. نضد الايضاح ص 91. اتقان المقال ص 274. الوجيزة ص 14.</w:t>
      </w:r>
    </w:p>
    <w:p w:rsidR="008867CD" w:rsidRPr="007E0B1D" w:rsidRDefault="008867CD" w:rsidP="008867CD">
      <w:pPr>
        <w:pStyle w:val="libCenterBold1"/>
        <w:rPr>
          <w:rtl/>
        </w:rPr>
      </w:pPr>
      <w:r w:rsidRPr="007E0B1D">
        <w:rPr>
          <w:rtl/>
        </w:rPr>
        <w:t>45</w:t>
      </w:r>
      <w:r w:rsidR="00D8054C">
        <w:rPr>
          <w:rtl/>
        </w:rPr>
        <w:t xml:space="preserve"> - </w:t>
      </w:r>
      <w:r w:rsidRPr="007E0B1D">
        <w:rPr>
          <w:rtl/>
        </w:rPr>
        <w:t>الحسن بن عباس</w:t>
      </w:r>
    </w:p>
    <w:p w:rsidR="008867CD" w:rsidRPr="007E0B1D" w:rsidRDefault="008867CD" w:rsidP="008867CD">
      <w:pPr>
        <w:pStyle w:val="libNormal"/>
        <w:rPr>
          <w:rtl/>
        </w:rPr>
      </w:pPr>
      <w:r w:rsidRPr="007E0B1D">
        <w:rPr>
          <w:rtl/>
        </w:rPr>
        <w:t>الحسن بن عباس بن خراش.</w:t>
      </w:r>
    </w:p>
    <w:p w:rsidR="008867CD" w:rsidRPr="007E0B1D" w:rsidRDefault="008867CD" w:rsidP="008867CD">
      <w:pPr>
        <w:pStyle w:val="libNormal"/>
        <w:rPr>
          <w:rtl/>
        </w:rPr>
      </w:pPr>
      <w:r w:rsidRPr="007E0B1D">
        <w:rPr>
          <w:rtl/>
        </w:rPr>
        <w:t xml:space="preserve">لم أقف على 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 معجم رجال الحديث ج 4 ص 371. توضيح الاشتباه ص 118 وفيه اسم جده حراش بدل خراش.</w:t>
      </w:r>
      <w:r>
        <w:rPr>
          <w:rFonts w:hint="cs"/>
          <w:rtl/>
        </w:rPr>
        <w:t xml:space="preserve"> </w:t>
      </w:r>
      <w:r w:rsidRPr="007E0B1D">
        <w:rPr>
          <w:rtl/>
        </w:rPr>
        <w:t>أعيان الشيعة ج 5 ص 128. العندبيل ج 1 ص 146 وفيه اسم جده خزاش بدل خراش. جامع الرواة ج 1 ص 205. تنقيح المقال ج 1 ص 287 وفيه</w:t>
      </w:r>
      <w:r w:rsidR="00D8054C">
        <w:rPr>
          <w:rtl/>
        </w:rPr>
        <w:t>:</w:t>
      </w:r>
      <w:r w:rsidRPr="007E0B1D">
        <w:rPr>
          <w:rtl/>
        </w:rPr>
        <w:t xml:space="preserve"> وظاهره كونه اماميا الا ان حاله مجهول. الجامع في الرجال ج 1 ص 509. طرائف المقال ج 1 ص 293. منهج المقال ص 101.</w:t>
      </w:r>
    </w:p>
    <w:p w:rsidR="008867CD" w:rsidRPr="007E0B1D" w:rsidRDefault="008867CD" w:rsidP="008867CD">
      <w:pPr>
        <w:pStyle w:val="libBold1"/>
        <w:rPr>
          <w:rtl/>
        </w:rPr>
      </w:pPr>
      <w:r w:rsidRPr="007E0B1D">
        <w:rPr>
          <w:rtl/>
        </w:rPr>
        <w:t>46</w:t>
      </w:r>
      <w:r w:rsidR="00D8054C">
        <w:rPr>
          <w:rtl/>
        </w:rPr>
        <w:t xml:space="preserve"> - </w:t>
      </w:r>
      <w:r w:rsidRPr="007E0B1D">
        <w:rPr>
          <w:rtl/>
        </w:rPr>
        <w:t>السجادة</w:t>
      </w:r>
    </w:p>
    <w:p w:rsidR="008867CD" w:rsidRPr="007E0B1D" w:rsidRDefault="008867CD" w:rsidP="008867CD">
      <w:pPr>
        <w:pStyle w:val="libNormal"/>
        <w:rPr>
          <w:rtl/>
        </w:rPr>
      </w:pPr>
      <w:r w:rsidRPr="007E0B1D">
        <w:rPr>
          <w:rtl/>
        </w:rPr>
        <w:t>الحسن بن علي ابن أبي عثمان عبد الواحد بن حبيب الكوفي</w:t>
      </w:r>
      <w:r w:rsidR="00D8054C">
        <w:rPr>
          <w:rtl/>
        </w:rPr>
        <w:t>،</w:t>
      </w:r>
      <w:r w:rsidRPr="007E0B1D">
        <w:rPr>
          <w:rtl/>
        </w:rPr>
        <w:t xml:space="preserve"> الملقب بالسجادة.</w:t>
      </w:r>
    </w:p>
    <w:p w:rsidR="008867CD" w:rsidRPr="007E0B1D" w:rsidRDefault="008867CD" w:rsidP="008867CD">
      <w:pPr>
        <w:pStyle w:val="libNormal"/>
        <w:rPr>
          <w:rtl/>
        </w:rPr>
      </w:pPr>
      <w:r w:rsidRPr="007E0B1D">
        <w:rPr>
          <w:rtl/>
        </w:rPr>
        <w:t>من مشاهير رءوس الغلاة ومن كبار محدثيهم</w:t>
      </w:r>
      <w:r w:rsidR="00D8054C">
        <w:rPr>
          <w:rtl/>
        </w:rPr>
        <w:t>،</w:t>
      </w:r>
      <w:r w:rsidRPr="007E0B1D">
        <w:rPr>
          <w:rtl/>
        </w:rPr>
        <w:t xml:space="preserve"> وكان فاسد العقيدة</w:t>
      </w:r>
      <w:r w:rsidR="00D8054C">
        <w:rPr>
          <w:rtl/>
        </w:rPr>
        <w:t>،</w:t>
      </w:r>
      <w:r w:rsidRPr="007E0B1D">
        <w:rPr>
          <w:rtl/>
        </w:rPr>
        <w:t xml:space="preserve"> كافرا</w:t>
      </w:r>
      <w:r w:rsidR="00D8054C">
        <w:rPr>
          <w:rtl/>
        </w:rPr>
        <w:t>،</w:t>
      </w:r>
      <w:r w:rsidRPr="007E0B1D">
        <w:rPr>
          <w:rtl/>
        </w:rPr>
        <w:t xml:space="preserve"> لا يعتنى بحديثه</w:t>
      </w:r>
      <w:r w:rsidR="00D8054C">
        <w:rPr>
          <w:rtl/>
        </w:rPr>
        <w:t>،</w:t>
      </w:r>
      <w:r w:rsidRPr="007E0B1D">
        <w:rPr>
          <w:rtl/>
        </w:rPr>
        <w:t xml:space="preserve"> وله كتاب « النوادر »</w:t>
      </w:r>
      <w:r>
        <w:rPr>
          <w:rtl/>
        </w:rPr>
        <w:t>.</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 xml:space="preserve">صحب الامامين الجواد والهادي </w:t>
      </w:r>
      <w:r w:rsidR="00D8054C" w:rsidRPr="00D8054C">
        <w:rPr>
          <w:rStyle w:val="libAlaemChar"/>
          <w:rtl/>
        </w:rPr>
        <w:t>عليهما‌السلام</w:t>
      </w:r>
      <w:r w:rsidRPr="007E0B1D">
        <w:rPr>
          <w:rtl/>
        </w:rPr>
        <w:t>. روى عنه محمّد بن الحسين الصائغ</w:t>
      </w:r>
      <w:r w:rsidR="00D8054C">
        <w:rPr>
          <w:rtl/>
        </w:rPr>
        <w:t>،</w:t>
      </w:r>
      <w:r w:rsidRPr="007E0B1D">
        <w:rPr>
          <w:rtl/>
        </w:rPr>
        <w:t xml:space="preserve"> والحسين بن عبيد الله بن سهل</w:t>
      </w:r>
      <w:r w:rsidR="00D8054C">
        <w:rPr>
          <w:rtl/>
        </w:rPr>
        <w:t>،</w:t>
      </w:r>
      <w:r w:rsidRPr="007E0B1D">
        <w:rPr>
          <w:rtl/>
        </w:rPr>
        <w:t xml:space="preserve"> ومحمّد بن الحسين بن أبي الخطاب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413. بهجة الآمال ج 3 ص 149. رجال النجاشي ص 45. العندبيل ج 1 ص 148. معالم العلماء ص 33. جامع الرواة ج 1 ص 208. فهرست الطوسي ص 48. الخصال ص 148 وص 225 وص 227 وص 229 وص 284 وص 313 وص 334 وص 348 وص 434 وص 437 وص 639. أعيان الشيعة ج 5 ص 157 وص 170. منتهى المقال ص 96. رجال ابن داود </w:t>
      </w:r>
      <w:r w:rsidR="00D8054C">
        <w:rPr>
          <w:rtl/>
        </w:rPr>
        <w:t>(</w:t>
      </w:r>
      <w:r w:rsidRPr="007E0B1D">
        <w:rPr>
          <w:rtl/>
        </w:rPr>
        <w:t>قسم الضعفاء</w:t>
      </w:r>
      <w:r w:rsidR="00D8054C">
        <w:rPr>
          <w:rtl/>
        </w:rPr>
        <w:t>)</w:t>
      </w:r>
      <w:r w:rsidRPr="007E0B1D">
        <w:rPr>
          <w:rtl/>
        </w:rPr>
        <w:t xml:space="preserve"> ص 238. توضيح الاشتباه ص 119. الذريعة ج 24 ص 326. التهذيب ج 2 ص 121</w:t>
      </w:r>
      <w:r w:rsidR="00D8054C">
        <w:rPr>
          <w:rtl/>
        </w:rPr>
        <w:t>،</w:t>
      </w:r>
      <w:r w:rsidRPr="007E0B1D">
        <w:rPr>
          <w:rtl/>
        </w:rPr>
        <w:t xml:space="preserve"> وج 6 ص 43. كامل الزيارات ص 80. الجامع في الرجال ج 1 ص 518 وص 529. نقد الرجال ص 92. التوحيد ص 191. مجمع الرجال ج 1 ص 124 وص 125. لسان الميزان ج 2 ص 234. التحرير الطاوسي ص 76.</w:t>
      </w:r>
      <w:r>
        <w:rPr>
          <w:rFonts w:hint="cs"/>
          <w:rtl/>
        </w:rPr>
        <w:t xml:space="preserve"> </w:t>
      </w:r>
      <w:r w:rsidRPr="007E0B1D">
        <w:rPr>
          <w:rtl/>
        </w:rPr>
        <w:t xml:space="preserve">الكافي ج 2 ص 37 وص 331. ريحانة الأدب </w:t>
      </w:r>
      <w:r w:rsidR="00D8054C">
        <w:rPr>
          <w:rtl/>
        </w:rPr>
        <w:t>(</w:t>
      </w:r>
      <w:r w:rsidRPr="007E0B1D">
        <w:rPr>
          <w:rtl/>
        </w:rPr>
        <w:t>فارسي</w:t>
      </w:r>
      <w:r w:rsidR="00D8054C">
        <w:rPr>
          <w:rtl/>
        </w:rPr>
        <w:t>)</w:t>
      </w:r>
      <w:r w:rsidRPr="007E0B1D">
        <w:rPr>
          <w:rtl/>
        </w:rPr>
        <w:t xml:space="preserve"> ج 2 ص 441. معجم رجال الحديث ج 5 ص 20 وص 44. تنقيح المقال ج 1 ص 290. رجال الحلي </w:t>
      </w:r>
      <w:r w:rsidR="00D8054C">
        <w:rPr>
          <w:rtl/>
        </w:rPr>
        <w:t>(</w:t>
      </w:r>
      <w:r w:rsidRPr="007E0B1D">
        <w:rPr>
          <w:rtl/>
        </w:rPr>
        <w:t>قسم الضعفاء</w:t>
      </w:r>
      <w:r w:rsidR="00D8054C">
        <w:rPr>
          <w:rtl/>
        </w:rPr>
        <w:t>)</w:t>
      </w:r>
      <w:r w:rsidRPr="007E0B1D">
        <w:rPr>
          <w:rtl/>
        </w:rPr>
        <w:t xml:space="preserve"> ص 212. رجال الكشي ص 253 وص 337 وص 409 وص 571. طرائف المقال ج 1 ص 294. الوجيزة ص 15. اتقان المقال ص 276. منهج المقال ص 102.</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47</w:t>
      </w:r>
      <w:r w:rsidR="00D8054C">
        <w:rPr>
          <w:rtl/>
        </w:rPr>
        <w:t xml:space="preserve"> - </w:t>
      </w:r>
      <w:r w:rsidRPr="007E0B1D">
        <w:rPr>
          <w:rtl/>
        </w:rPr>
        <w:t>الحسن بن محبوب</w:t>
      </w:r>
    </w:p>
    <w:p w:rsidR="008867CD" w:rsidRPr="007E0B1D" w:rsidRDefault="008867CD" w:rsidP="008867CD">
      <w:pPr>
        <w:pStyle w:val="libNormal"/>
        <w:rPr>
          <w:rtl/>
        </w:rPr>
      </w:pPr>
      <w:r w:rsidRPr="007E0B1D">
        <w:rPr>
          <w:rtl/>
        </w:rPr>
        <w:t>الحسن بن محبوب بن وهب بن جعفر بن وهب السراد</w:t>
      </w:r>
      <w:r w:rsidR="00D8054C">
        <w:rPr>
          <w:rtl/>
        </w:rPr>
        <w:t>،</w:t>
      </w:r>
      <w:r w:rsidRPr="007E0B1D">
        <w:rPr>
          <w:rtl/>
        </w:rPr>
        <w:t xml:space="preserve"> وقيل الزراد</w:t>
      </w:r>
      <w:r w:rsidR="00D8054C">
        <w:rPr>
          <w:rtl/>
        </w:rPr>
        <w:t>،</w:t>
      </w:r>
      <w:r w:rsidRPr="007E0B1D">
        <w:rPr>
          <w:rtl/>
        </w:rPr>
        <w:t xml:space="preserve"> البجلي بالولاء</w:t>
      </w:r>
      <w:r w:rsidR="00D8054C">
        <w:rPr>
          <w:rtl/>
        </w:rPr>
        <w:t>،</w:t>
      </w:r>
      <w:r w:rsidRPr="007E0B1D">
        <w:rPr>
          <w:rtl/>
        </w:rPr>
        <w:t xml:space="preserve"> الكوفي</w:t>
      </w:r>
      <w:r w:rsidR="00D8054C">
        <w:rPr>
          <w:rtl/>
        </w:rPr>
        <w:t>،</w:t>
      </w:r>
      <w:r w:rsidRPr="007E0B1D">
        <w:rPr>
          <w:rtl/>
        </w:rPr>
        <w:t xml:space="preserve"> أبو علي.</w:t>
      </w:r>
    </w:p>
    <w:p w:rsidR="008867CD" w:rsidRPr="007E0B1D" w:rsidRDefault="008867CD" w:rsidP="008867CD">
      <w:pPr>
        <w:pStyle w:val="libNormal"/>
        <w:rPr>
          <w:rtl/>
        </w:rPr>
      </w:pPr>
      <w:r w:rsidRPr="007E0B1D">
        <w:rPr>
          <w:rtl/>
        </w:rPr>
        <w:t>من كبار وفضلاء علماء ومحدثي الشيعة الامامية</w:t>
      </w:r>
      <w:r w:rsidR="00D8054C">
        <w:rPr>
          <w:rtl/>
        </w:rPr>
        <w:t>،</w:t>
      </w:r>
      <w:r w:rsidRPr="007E0B1D">
        <w:rPr>
          <w:rtl/>
        </w:rPr>
        <w:t xml:space="preserve"> وكان فقيها جليل القدر</w:t>
      </w:r>
      <w:r w:rsidR="00D8054C">
        <w:rPr>
          <w:rtl/>
        </w:rPr>
        <w:t>،</w:t>
      </w:r>
      <w:r w:rsidRPr="007E0B1D">
        <w:rPr>
          <w:rtl/>
        </w:rPr>
        <w:t xml:space="preserve"> ثقة</w:t>
      </w:r>
      <w:r w:rsidR="00D8054C">
        <w:rPr>
          <w:rtl/>
        </w:rPr>
        <w:t>،</w:t>
      </w:r>
      <w:r w:rsidRPr="007E0B1D">
        <w:rPr>
          <w:rtl/>
        </w:rPr>
        <w:t xml:space="preserve"> وأحد الأركان الأربعة في عصره</w:t>
      </w:r>
      <w:r w:rsidR="00D8054C">
        <w:rPr>
          <w:rtl/>
        </w:rPr>
        <w:t>،</w:t>
      </w:r>
      <w:r w:rsidRPr="007E0B1D">
        <w:rPr>
          <w:rtl/>
        </w:rPr>
        <w:t xml:space="preserve"> وكان عارفا برجال الحديث وتفسير القرآن</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جاء ذكره في اكثر من 3068 موردا في أسناد الروايات.</w:t>
      </w:r>
    </w:p>
    <w:p w:rsidR="008867CD" w:rsidRPr="007E0B1D" w:rsidRDefault="008867CD" w:rsidP="008867CD">
      <w:pPr>
        <w:pStyle w:val="libNormal"/>
        <w:rPr>
          <w:rtl/>
        </w:rPr>
      </w:pPr>
      <w:r w:rsidRPr="007E0B1D">
        <w:rPr>
          <w:rtl/>
        </w:rPr>
        <w:t>روى عنه اكثر من 48 من الرواة والمحدثين أمثال</w:t>
      </w:r>
      <w:r w:rsidR="00D8054C">
        <w:rPr>
          <w:rtl/>
        </w:rPr>
        <w:t>:</w:t>
      </w:r>
      <w:r w:rsidRPr="007E0B1D">
        <w:rPr>
          <w:rtl/>
        </w:rPr>
        <w:t xml:space="preserve"> ابراهيم بن هاشم القمي</w:t>
      </w:r>
      <w:r w:rsidR="00D8054C">
        <w:rPr>
          <w:rtl/>
        </w:rPr>
        <w:t>،</w:t>
      </w:r>
      <w:r w:rsidRPr="007E0B1D">
        <w:rPr>
          <w:rtl/>
        </w:rPr>
        <w:t xml:space="preserve"> وأحمد بن أبي عبد الله البرقي</w:t>
      </w:r>
      <w:r w:rsidR="00D8054C">
        <w:rPr>
          <w:rtl/>
        </w:rPr>
        <w:t>،</w:t>
      </w:r>
      <w:r w:rsidRPr="007E0B1D">
        <w:rPr>
          <w:rtl/>
        </w:rPr>
        <w:t xml:space="preserve"> وعبد العظيم بن عبد الله الحسني وغيرهم.</w:t>
      </w:r>
    </w:p>
    <w:p w:rsidR="008867CD" w:rsidRPr="007E0B1D" w:rsidRDefault="008867CD" w:rsidP="008867CD">
      <w:pPr>
        <w:pStyle w:val="libNormal"/>
        <w:rPr>
          <w:rtl/>
        </w:rPr>
      </w:pPr>
      <w:r w:rsidRPr="007E0B1D">
        <w:rPr>
          <w:rtl/>
        </w:rPr>
        <w:t>عمّر 75 أو 65 سنة</w:t>
      </w:r>
      <w:r w:rsidR="00D8054C">
        <w:rPr>
          <w:rtl/>
        </w:rPr>
        <w:t>،</w:t>
      </w:r>
      <w:r w:rsidRPr="007E0B1D">
        <w:rPr>
          <w:rtl/>
        </w:rPr>
        <w:t xml:space="preserve"> وتوفي آخر سنة 224 ه‍</w:t>
      </w:r>
      <w:r>
        <w:rPr>
          <w:rtl/>
        </w:rPr>
        <w:t>.</w:t>
      </w:r>
    </w:p>
    <w:p w:rsidR="008867CD" w:rsidRPr="007E0B1D" w:rsidRDefault="008867CD" w:rsidP="008867CD">
      <w:pPr>
        <w:pStyle w:val="libNormal"/>
        <w:rPr>
          <w:rtl/>
        </w:rPr>
      </w:pPr>
      <w:r w:rsidRPr="007E0B1D">
        <w:rPr>
          <w:rtl/>
        </w:rPr>
        <w:t>من كتبه « الحدود »</w:t>
      </w:r>
      <w:r w:rsidR="00D8054C">
        <w:rPr>
          <w:rtl/>
        </w:rPr>
        <w:t>،</w:t>
      </w:r>
      <w:r w:rsidRPr="007E0B1D">
        <w:rPr>
          <w:rtl/>
        </w:rPr>
        <w:t xml:space="preserve"> </w:t>
      </w:r>
      <w:r>
        <w:rPr>
          <w:rtl/>
        </w:rPr>
        <w:t>و «</w:t>
      </w:r>
      <w:r w:rsidRPr="007E0B1D">
        <w:rPr>
          <w:rtl/>
        </w:rPr>
        <w:t xml:space="preserve"> الفرائض »</w:t>
      </w:r>
      <w:r w:rsidR="00D8054C">
        <w:rPr>
          <w:rtl/>
        </w:rPr>
        <w:t>،</w:t>
      </w:r>
      <w:r w:rsidRPr="007E0B1D">
        <w:rPr>
          <w:rtl/>
        </w:rPr>
        <w:t xml:space="preserve"> </w:t>
      </w:r>
      <w:r>
        <w:rPr>
          <w:rtl/>
        </w:rPr>
        <w:t>و «</w:t>
      </w:r>
      <w:r w:rsidRPr="007E0B1D">
        <w:rPr>
          <w:rtl/>
        </w:rPr>
        <w:t xml:space="preserve"> المزاج »</w:t>
      </w:r>
      <w:r w:rsidR="00D8054C">
        <w:rPr>
          <w:rtl/>
        </w:rPr>
        <w:t>،</w:t>
      </w:r>
      <w:r w:rsidRPr="007E0B1D">
        <w:rPr>
          <w:rtl/>
        </w:rPr>
        <w:t xml:space="preserve"> </w:t>
      </w:r>
      <w:r>
        <w:rPr>
          <w:rtl/>
        </w:rPr>
        <w:t>و «</w:t>
      </w:r>
      <w:r w:rsidRPr="007E0B1D">
        <w:rPr>
          <w:rtl/>
        </w:rPr>
        <w:t xml:space="preserve"> النكاح »</w:t>
      </w:r>
      <w:r w:rsidR="00D8054C">
        <w:rPr>
          <w:rtl/>
        </w:rPr>
        <w:t>،</w:t>
      </w:r>
      <w:r w:rsidRPr="007E0B1D">
        <w:rPr>
          <w:rtl/>
        </w:rPr>
        <w:t xml:space="preserve"> </w:t>
      </w:r>
      <w:r>
        <w:rPr>
          <w:rtl/>
        </w:rPr>
        <w:t>و «</w:t>
      </w:r>
      <w:r w:rsidRPr="007E0B1D">
        <w:rPr>
          <w:rtl/>
        </w:rPr>
        <w:t xml:space="preserve"> المشيخة »</w:t>
      </w:r>
      <w:r w:rsidR="00D8054C">
        <w:rPr>
          <w:rtl/>
        </w:rPr>
        <w:t>،</w:t>
      </w:r>
      <w:r w:rsidRPr="007E0B1D">
        <w:rPr>
          <w:rtl/>
        </w:rPr>
        <w:t xml:space="preserve"> </w:t>
      </w:r>
      <w:r>
        <w:rPr>
          <w:rtl/>
        </w:rPr>
        <w:t>و «</w:t>
      </w:r>
      <w:r w:rsidRPr="007E0B1D">
        <w:rPr>
          <w:rtl/>
        </w:rPr>
        <w:t xml:space="preserve"> الديات »</w:t>
      </w:r>
      <w:r w:rsidR="00D8054C">
        <w:rPr>
          <w:rtl/>
        </w:rPr>
        <w:t>،</w:t>
      </w:r>
      <w:r w:rsidRPr="007E0B1D">
        <w:rPr>
          <w:rtl/>
        </w:rPr>
        <w:t xml:space="preserve"> </w:t>
      </w:r>
      <w:r>
        <w:rPr>
          <w:rtl/>
        </w:rPr>
        <w:t>و «</w:t>
      </w:r>
      <w:r w:rsidRPr="007E0B1D">
        <w:rPr>
          <w:rtl/>
        </w:rPr>
        <w:t xml:space="preserve"> الطلاق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معرفة رواة الأخبار »</w:t>
      </w:r>
      <w:r w:rsidR="00D8054C">
        <w:rPr>
          <w:rtl/>
        </w:rPr>
        <w:t>،</w:t>
      </w:r>
      <w:r w:rsidRPr="007E0B1D">
        <w:rPr>
          <w:rtl/>
        </w:rPr>
        <w:t xml:space="preserve"> </w:t>
      </w:r>
      <w:r>
        <w:rPr>
          <w:rtl/>
        </w:rPr>
        <w:t>و «</w:t>
      </w:r>
      <w:r w:rsidRPr="007E0B1D">
        <w:rPr>
          <w:rtl/>
        </w:rPr>
        <w:t xml:space="preserve"> التفسير »</w:t>
      </w:r>
      <w:r w:rsidR="00D8054C">
        <w:rPr>
          <w:rtl/>
        </w:rPr>
        <w:t>،</w:t>
      </w:r>
      <w:r w:rsidRPr="007E0B1D">
        <w:rPr>
          <w:rtl/>
        </w:rPr>
        <w:t xml:space="preserve"> </w:t>
      </w:r>
      <w:r>
        <w:rPr>
          <w:rtl/>
        </w:rPr>
        <w:t>و «</w:t>
      </w:r>
      <w:r w:rsidRPr="007E0B1D">
        <w:rPr>
          <w:rtl/>
        </w:rPr>
        <w:t xml:space="preserve"> العتق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الكاظم </w:t>
      </w:r>
      <w:r w:rsidR="00D8054C" w:rsidRPr="00D8054C">
        <w:rPr>
          <w:rStyle w:val="libAlaemChar"/>
          <w:rtl/>
        </w:rPr>
        <w:t>عليه‌السلام</w:t>
      </w:r>
      <w:r w:rsidRPr="007E0B1D">
        <w:rPr>
          <w:rtl/>
        </w:rPr>
        <w:t xml:space="preserve"> ص 347</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372. فهرست النديم ص 275 وص 276. من لا يحضره الفقيه ج 3 ص 36 وص 53 وص 115 وص 187 وص 244 وص 290 وص 331 وص 340</w:t>
      </w:r>
      <w:r w:rsidR="00D8054C">
        <w:rPr>
          <w:rtl/>
        </w:rPr>
        <w:t>،</w:t>
      </w:r>
      <w:r w:rsidRPr="007E0B1D">
        <w:rPr>
          <w:rtl/>
        </w:rPr>
        <w:t xml:space="preserve"> وج 4 ص 37 وص 52 وص 69 وص 79 وص 100 وص 101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106 وص 154 وص 229 وص 239 وص 292 وغيرها. وسائل الشيعة ج 20 ص 169. الاستبصار ج 1 ص 106 وص 398</w:t>
      </w:r>
      <w:r w:rsidR="00D8054C">
        <w:rPr>
          <w:rtl/>
        </w:rPr>
        <w:t>،</w:t>
      </w:r>
      <w:r w:rsidRPr="007E0B1D">
        <w:rPr>
          <w:rtl/>
        </w:rPr>
        <w:t xml:space="preserve"> وج 2 ص 322</w:t>
      </w:r>
      <w:r w:rsidR="00D8054C">
        <w:rPr>
          <w:rtl/>
        </w:rPr>
        <w:t>،</w:t>
      </w:r>
      <w:r w:rsidRPr="007E0B1D">
        <w:rPr>
          <w:rtl/>
        </w:rPr>
        <w:t xml:space="preserve"> وج 3 ص 10 وص 38 وص 72 وص 140 وص 227</w:t>
      </w:r>
      <w:r w:rsidR="00D8054C">
        <w:rPr>
          <w:rtl/>
        </w:rPr>
        <w:t>،</w:t>
      </w:r>
      <w:r w:rsidRPr="007E0B1D">
        <w:rPr>
          <w:rtl/>
        </w:rPr>
        <w:t xml:space="preserve"> وج 4 ص 160 وص 164 وص 186 وص 187 وص 232 وص 280 وص 293 وغيرها. جامع الرواة ج 1 ص 221</w:t>
      </w:r>
      <w:r w:rsidR="00D8054C">
        <w:rPr>
          <w:rtl/>
        </w:rPr>
        <w:t xml:space="preserve"> - </w:t>
      </w:r>
      <w:r w:rsidRPr="007E0B1D">
        <w:rPr>
          <w:rtl/>
        </w:rPr>
        <w:t>ص 224. اتقان المقال ص 45. معجم رجال الحديث ج 5 ص 89</w:t>
      </w:r>
      <w:r w:rsidR="00D8054C">
        <w:rPr>
          <w:rtl/>
        </w:rPr>
        <w:t xml:space="preserve"> - </w:t>
      </w:r>
      <w:r w:rsidRPr="007E0B1D">
        <w:rPr>
          <w:rtl/>
        </w:rPr>
        <w:t>ص 105 وص 106</w:t>
      </w:r>
      <w:r w:rsidR="00D8054C">
        <w:rPr>
          <w:rtl/>
        </w:rPr>
        <w:t>،</w:t>
      </w:r>
      <w:r w:rsidRPr="007E0B1D">
        <w:rPr>
          <w:rtl/>
        </w:rPr>
        <w:t xml:space="preserve"> وج 23 ص 18</w:t>
      </w:r>
      <w:r w:rsidR="00D8054C">
        <w:rPr>
          <w:rtl/>
        </w:rPr>
        <w:t xml:space="preserve"> - </w:t>
      </w:r>
      <w:r w:rsidRPr="007E0B1D">
        <w:rPr>
          <w:rtl/>
        </w:rPr>
        <w:t xml:space="preserve">30. توضيح الاشتباه ص 122. ريحانة الأدب </w:t>
      </w:r>
      <w:r w:rsidR="00D8054C">
        <w:rPr>
          <w:rtl/>
        </w:rPr>
        <w:t>(</w:t>
      </w:r>
      <w:r w:rsidRPr="007E0B1D">
        <w:rPr>
          <w:rtl/>
        </w:rPr>
        <w:t>فارسي</w:t>
      </w:r>
      <w:r w:rsidR="00D8054C">
        <w:rPr>
          <w:rtl/>
        </w:rPr>
        <w:t>)</w:t>
      </w:r>
      <w:r w:rsidRPr="007E0B1D">
        <w:rPr>
          <w:rtl/>
        </w:rPr>
        <w:t xml:space="preserve"> ج 3 ص 10 الجامع في الرجال ج 1 ص 541. هدية العارفين ج 1 ص 266. روضة الكافي ص 68. العندبيل ج 1 ص 156. السرائر ص 480.</w:t>
      </w:r>
      <w:r>
        <w:rPr>
          <w:rFonts w:hint="cs"/>
          <w:rtl/>
        </w:rPr>
        <w:t xml:space="preserve"> </w:t>
      </w:r>
      <w:r w:rsidRPr="007E0B1D">
        <w:rPr>
          <w:rtl/>
        </w:rPr>
        <w:t>فهرست الطوسي ص 46. معجم الثقات ص 37. التوحيد ص 21 وص 44 وص 57 وص 103 وص 133 وص 138 وص 152 وص 173 وص 220 وص 277 وص 315 وص 317 وص 319 وص 349 وص 393 وص 395 وص 400 وص 404 وص 405 وص 454 وص 455 وص 457 وص 460. نقد الرجال ص 97. الأعلام ج 2 ص 212. سفينة البحار ج 1 ص 268. هداية المحدثين ص 40. رجال الكشي ص 346 وص 431 وص 512 وص 530 وص 543 وص 556 وص 584. منهج المقال ص 106. تأسيس الشيعة ص 301. الذريعة ج 4 ص 248</w:t>
      </w:r>
      <w:r w:rsidR="00D8054C">
        <w:rPr>
          <w:rtl/>
        </w:rPr>
        <w:t>،</w:t>
      </w:r>
      <w:r w:rsidRPr="007E0B1D">
        <w:rPr>
          <w:rtl/>
        </w:rPr>
        <w:t xml:space="preserve"> وج 19 ص 57</w:t>
      </w:r>
      <w:r w:rsidR="00D8054C">
        <w:rPr>
          <w:rtl/>
        </w:rPr>
        <w:t>،</w:t>
      </w:r>
      <w:r w:rsidRPr="007E0B1D">
        <w:rPr>
          <w:rtl/>
        </w:rPr>
        <w:t xml:space="preserve"> وج 21 ص 69 وغيرها. هدية الأحباب </w:t>
      </w:r>
      <w:r w:rsidR="00D8054C">
        <w:rPr>
          <w:rtl/>
        </w:rPr>
        <w:t>(</w:t>
      </w:r>
      <w:r w:rsidRPr="007E0B1D">
        <w:rPr>
          <w:rtl/>
        </w:rPr>
        <w:t>فارسي</w:t>
      </w:r>
      <w:r w:rsidR="00D8054C">
        <w:rPr>
          <w:rtl/>
        </w:rPr>
        <w:t>)</w:t>
      </w:r>
      <w:r w:rsidRPr="007E0B1D">
        <w:rPr>
          <w:rtl/>
        </w:rPr>
        <w:t xml:space="preserve"> ص 148. مستطرفات السرائر ص 80 وص 104. كامل الزيارات ص 12. الاختصاص ص 5 وص 78 وص 197 وص 224 وص 231 وص 254 وص 275 وص 280 وص 283 وص 288 وص 325. مجمع الرجال ج 2 ص 143</w:t>
      </w:r>
      <w:r w:rsidR="00D8054C">
        <w:rPr>
          <w:rtl/>
        </w:rPr>
        <w:t xml:space="preserve"> - </w:t>
      </w:r>
      <w:r w:rsidRPr="007E0B1D">
        <w:rPr>
          <w:rtl/>
        </w:rPr>
        <w:t xml:space="preserve">ص 146. الوجيزة ص 31. معجم المؤلفين ج 3 ص 273. أعيان الشيعة ج 5 ص 233. رجال الحلي </w:t>
      </w:r>
      <w:r w:rsidR="00D8054C">
        <w:rPr>
          <w:rtl/>
        </w:rPr>
        <w:t>(</w:t>
      </w:r>
      <w:r w:rsidRPr="007E0B1D">
        <w:rPr>
          <w:rtl/>
        </w:rPr>
        <w:t>قسم الثقات</w:t>
      </w:r>
      <w:r w:rsidR="00D8054C">
        <w:rPr>
          <w:rtl/>
        </w:rPr>
        <w:t>)</w:t>
      </w:r>
      <w:r w:rsidRPr="007E0B1D">
        <w:rPr>
          <w:rtl/>
        </w:rPr>
        <w:t xml:space="preserve"> ص 37. منتهى المقال ص 102. معالم العلماء ص 33. لسان الميزان ج 2 ص 248. رجال ابن داود</w:t>
      </w:r>
    </w:p>
    <w:p w:rsidR="00D8054C" w:rsidRDefault="00D8054C" w:rsidP="00D8054C">
      <w:pPr>
        <w:pStyle w:val="libNormal"/>
        <w:rPr>
          <w:rtl/>
        </w:rPr>
      </w:pPr>
      <w:r>
        <w:rPr>
          <w:rtl/>
        </w:rPr>
        <w:br w:type="page"/>
      </w:r>
    </w:p>
    <w:p w:rsidR="008867CD" w:rsidRPr="007E0B1D" w:rsidRDefault="00D8054C" w:rsidP="008867CD">
      <w:pPr>
        <w:pStyle w:val="libNormal0"/>
        <w:rPr>
          <w:rtl/>
        </w:rPr>
      </w:pPr>
      <w:r>
        <w:rPr>
          <w:rtl/>
        </w:rPr>
        <w:lastRenderedPageBreak/>
        <w:t>(</w:t>
      </w:r>
      <w:r w:rsidR="008867CD" w:rsidRPr="007E0B1D">
        <w:rPr>
          <w:rtl/>
        </w:rPr>
        <w:t>قسم الثقات</w:t>
      </w:r>
      <w:r>
        <w:rPr>
          <w:rtl/>
        </w:rPr>
        <w:t>)</w:t>
      </w:r>
      <w:r w:rsidR="008867CD" w:rsidRPr="007E0B1D">
        <w:rPr>
          <w:rtl/>
        </w:rPr>
        <w:t xml:space="preserve"> ص 77. تتمة المنتهى </w:t>
      </w:r>
      <w:r>
        <w:rPr>
          <w:rtl/>
        </w:rPr>
        <w:t>(</w:t>
      </w:r>
      <w:r w:rsidR="008867CD" w:rsidRPr="007E0B1D">
        <w:rPr>
          <w:rtl/>
        </w:rPr>
        <w:t>فارسي</w:t>
      </w:r>
      <w:r>
        <w:rPr>
          <w:rtl/>
        </w:rPr>
        <w:t>)</w:t>
      </w:r>
      <w:r w:rsidR="008867CD" w:rsidRPr="007E0B1D">
        <w:rPr>
          <w:rtl/>
        </w:rPr>
        <w:t xml:space="preserve"> ص 306. رجال البرقي في أصحاب الكاظم </w:t>
      </w:r>
      <w:r w:rsidRPr="00D8054C">
        <w:rPr>
          <w:rStyle w:val="libAlaemChar"/>
          <w:rtl/>
        </w:rPr>
        <w:t>عليه‌السلام</w:t>
      </w:r>
      <w:r w:rsidR="008867CD" w:rsidRPr="007E0B1D">
        <w:rPr>
          <w:rtl/>
        </w:rPr>
        <w:t xml:space="preserve"> ص 48 وص 53. بهجة الآمال ج 3 ص 188. جامع المقال ص 61. التهذيب ج 1 ص 30 وص 122 وص 298</w:t>
      </w:r>
      <w:r>
        <w:rPr>
          <w:rtl/>
        </w:rPr>
        <w:t>،</w:t>
      </w:r>
      <w:r w:rsidR="008867CD" w:rsidRPr="007E0B1D">
        <w:rPr>
          <w:rtl/>
        </w:rPr>
        <w:t xml:space="preserve"> وج 2 ص 95 وص 229</w:t>
      </w:r>
      <w:r>
        <w:rPr>
          <w:rtl/>
        </w:rPr>
        <w:t>،</w:t>
      </w:r>
      <w:r w:rsidR="008867CD" w:rsidRPr="007E0B1D">
        <w:rPr>
          <w:rtl/>
        </w:rPr>
        <w:t xml:space="preserve"> وج 3 ص 57</w:t>
      </w:r>
      <w:r>
        <w:rPr>
          <w:rtl/>
        </w:rPr>
        <w:t>،</w:t>
      </w:r>
      <w:r w:rsidR="008867CD" w:rsidRPr="007E0B1D">
        <w:rPr>
          <w:rtl/>
        </w:rPr>
        <w:t xml:space="preserve"> وج 4 ص 152 وص 202 وص 319</w:t>
      </w:r>
      <w:r>
        <w:rPr>
          <w:rtl/>
        </w:rPr>
        <w:t>،</w:t>
      </w:r>
      <w:r w:rsidR="008867CD" w:rsidRPr="007E0B1D">
        <w:rPr>
          <w:rtl/>
        </w:rPr>
        <w:t xml:space="preserve"> وج 5 ص 407 وص 413 وج 6 ص 202 وص 239 وص 285 وص 286 وص 386 وص 393</w:t>
      </w:r>
      <w:r>
        <w:rPr>
          <w:rtl/>
        </w:rPr>
        <w:t>،</w:t>
      </w:r>
      <w:r w:rsidR="008867CD" w:rsidRPr="007E0B1D">
        <w:rPr>
          <w:rtl/>
        </w:rPr>
        <w:t xml:space="preserve"> وج 7 ص 20 وص 37 وص 132 وص 248 وص 346 وص 401 وص 465</w:t>
      </w:r>
      <w:r>
        <w:rPr>
          <w:rtl/>
        </w:rPr>
        <w:t>،</w:t>
      </w:r>
      <w:r w:rsidR="008867CD" w:rsidRPr="007E0B1D">
        <w:rPr>
          <w:rtl/>
        </w:rPr>
        <w:t xml:space="preserve"> وج 8 ص 21 وص 67</w:t>
      </w:r>
      <w:r>
        <w:rPr>
          <w:rtl/>
        </w:rPr>
        <w:t>،</w:t>
      </w:r>
      <w:r w:rsidR="008867CD" w:rsidRPr="007E0B1D">
        <w:rPr>
          <w:rtl/>
        </w:rPr>
        <w:t xml:space="preserve"> وج 9 ص 120 وص 226 وص 308 وص 314 وص 348 وص 356</w:t>
      </w:r>
      <w:r>
        <w:rPr>
          <w:rtl/>
        </w:rPr>
        <w:t>،</w:t>
      </w:r>
      <w:r w:rsidR="008867CD" w:rsidRPr="007E0B1D">
        <w:rPr>
          <w:rtl/>
        </w:rPr>
        <w:t xml:space="preserve"> وج 10 ص 71 وص 124 وص 163 وص 165 وص 170 وص 211 وص 231 وس 263 وص 265 وص 266 وغيرها. التحرير الطاوسي ص 74.</w:t>
      </w:r>
      <w:r w:rsidR="008867CD">
        <w:rPr>
          <w:rFonts w:hint="cs"/>
          <w:rtl/>
        </w:rPr>
        <w:t xml:space="preserve"> </w:t>
      </w:r>
      <w:r w:rsidR="008867CD" w:rsidRPr="007E0B1D">
        <w:rPr>
          <w:rtl/>
        </w:rPr>
        <w:t>الخصال ص 8 وص 12 وص 18 وص 44 وص 46 وص 48 وص 87 وص 105 وص 124 وص 127 وص 128 وص 129 وص 130 وص 131 وص 139 وص 151 وص 152 وص 153 وص 154 وص 222 وص 223 وص 248 وص 251 وص 259 وص 260 وص 273 وص 282 وص 290 وص 329 وص 346 وص 354 وص 382 وص 397 وص 406 وص 423 وص 477 وص 540 وص 544 وص 581 وص 645 وص 652. تنقيح المقال ج 1 ص 304. تهذيب المقال ج 2 ص 339. الكافي ج 1 ص 135 وص 136</w:t>
      </w:r>
      <w:r>
        <w:rPr>
          <w:rtl/>
        </w:rPr>
        <w:t>،</w:t>
      </w:r>
      <w:r w:rsidR="008867CD" w:rsidRPr="007E0B1D">
        <w:rPr>
          <w:rtl/>
        </w:rPr>
        <w:t xml:space="preserve"> وج 3 ص 140 وج 4 ص 276 وص 306</w:t>
      </w:r>
      <w:r>
        <w:rPr>
          <w:rtl/>
        </w:rPr>
        <w:t>،</w:t>
      </w:r>
      <w:r w:rsidR="008867CD" w:rsidRPr="007E0B1D">
        <w:rPr>
          <w:rtl/>
        </w:rPr>
        <w:t xml:space="preserve"> وج 5 ص 103 وص 105 وص 141 وص 168 وص 169 وص 170 وص 228 وص 323 وص 481</w:t>
      </w:r>
      <w:r>
        <w:rPr>
          <w:rtl/>
        </w:rPr>
        <w:t>،</w:t>
      </w:r>
      <w:r w:rsidR="008867CD" w:rsidRPr="007E0B1D">
        <w:rPr>
          <w:rtl/>
        </w:rPr>
        <w:t xml:space="preserve"> وج 6 ص 107 وص 149 وص 158</w:t>
      </w:r>
      <w:r>
        <w:rPr>
          <w:rtl/>
        </w:rPr>
        <w:t>،</w:t>
      </w:r>
      <w:r w:rsidR="008867CD" w:rsidRPr="007E0B1D">
        <w:rPr>
          <w:rtl/>
        </w:rPr>
        <w:t xml:space="preserve"> وج 7 ص 22 وص 112 وص 158 وص 208 وص 252 وص 276 وص 288. طرائف المقال ج 1 ص 296. الكنى والألقاب ج 2 ص 281. تفسير القمي ج 1 ص 36. رجال الأنصاري ص 64.</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48</w:t>
      </w:r>
      <w:r w:rsidR="00D8054C">
        <w:rPr>
          <w:rtl/>
        </w:rPr>
        <w:t xml:space="preserve"> - </w:t>
      </w:r>
      <w:r w:rsidRPr="007E0B1D">
        <w:rPr>
          <w:rtl/>
        </w:rPr>
        <w:t>الهاشمي</w:t>
      </w:r>
    </w:p>
    <w:p w:rsidR="008867CD" w:rsidRPr="007E0B1D" w:rsidRDefault="008867CD" w:rsidP="008867CD">
      <w:pPr>
        <w:pStyle w:val="libNormal"/>
        <w:rPr>
          <w:rtl/>
        </w:rPr>
      </w:pPr>
      <w:r w:rsidRPr="007E0B1D">
        <w:rPr>
          <w:rtl/>
        </w:rPr>
        <w:t>الحسن بن محمّد الجواني ابن عبيد الله الأعرج ابن الحسين الأصغر ابن علي السجاد ابن الامام الحسين الشهيد الهاشمي</w:t>
      </w:r>
      <w:r w:rsidR="00D8054C">
        <w:rPr>
          <w:rtl/>
        </w:rPr>
        <w:t>،</w:t>
      </w:r>
      <w:r w:rsidRPr="007E0B1D">
        <w:rPr>
          <w:rtl/>
        </w:rPr>
        <w:t xml:space="preserve"> العلوي</w:t>
      </w:r>
      <w:r w:rsidR="00D8054C">
        <w:rPr>
          <w:rtl/>
        </w:rPr>
        <w:t>،</w:t>
      </w:r>
      <w:r w:rsidRPr="007E0B1D">
        <w:rPr>
          <w:rtl/>
        </w:rPr>
        <w:t xml:space="preserve"> أبو محمّد.</w:t>
      </w:r>
    </w:p>
    <w:p w:rsidR="008867CD" w:rsidRPr="007E0B1D" w:rsidRDefault="008867CD" w:rsidP="008867CD">
      <w:pPr>
        <w:pStyle w:val="libNormal"/>
        <w:rPr>
          <w:rtl/>
        </w:rPr>
      </w:pPr>
      <w:r w:rsidRPr="007E0B1D">
        <w:rPr>
          <w:rtl/>
        </w:rPr>
        <w:t xml:space="preserve">من سادات أهل البيت </w:t>
      </w:r>
      <w:r w:rsidR="00D8054C" w:rsidRPr="00D8054C">
        <w:rPr>
          <w:rStyle w:val="libAlaemChar"/>
          <w:rtl/>
        </w:rPr>
        <w:t>عليهم‌السلام</w:t>
      </w:r>
      <w:r w:rsidR="00D8054C">
        <w:rPr>
          <w:rtl/>
        </w:rPr>
        <w:t>،</w:t>
      </w:r>
      <w:r w:rsidRPr="007E0B1D">
        <w:rPr>
          <w:rtl/>
        </w:rPr>
        <w:t xml:space="preserve"> ومن شهود وصية الامام الجواد </w:t>
      </w:r>
      <w:r w:rsidR="00D8054C" w:rsidRPr="00D8054C">
        <w:rPr>
          <w:rStyle w:val="libAlaemChar"/>
          <w:rtl/>
        </w:rPr>
        <w:t>عليه‌السلام</w:t>
      </w:r>
      <w:r w:rsidRPr="007E0B1D">
        <w:rPr>
          <w:rtl/>
        </w:rPr>
        <w:t xml:space="preserve"> لولده الامام الهادي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الكافي ج 1 ص 261. الجامع في الرجال ج 1 ص 553. عمدة الطالب ص 320. معجم رجال الحديث ج 5 ص 127. المجدي في أنساب الطالبيين ص 96. تنقيح المقال ج 1 ص 308. الفصول الفخرية </w:t>
      </w:r>
      <w:r w:rsidR="00D8054C">
        <w:rPr>
          <w:rtl/>
        </w:rPr>
        <w:t>(</w:t>
      </w:r>
      <w:r w:rsidRPr="007E0B1D">
        <w:rPr>
          <w:rtl/>
        </w:rPr>
        <w:t>فارسي</w:t>
      </w:r>
      <w:r w:rsidR="00D8054C">
        <w:rPr>
          <w:rtl/>
        </w:rPr>
        <w:t>)</w:t>
      </w:r>
      <w:r w:rsidRPr="007E0B1D">
        <w:rPr>
          <w:rtl/>
        </w:rPr>
        <w:t xml:space="preserve"> ص 172.</w:t>
      </w:r>
    </w:p>
    <w:p w:rsidR="008867CD" w:rsidRPr="007E0B1D" w:rsidRDefault="008867CD" w:rsidP="008867CD">
      <w:pPr>
        <w:pStyle w:val="libCenterBold1"/>
        <w:rPr>
          <w:rtl/>
        </w:rPr>
      </w:pPr>
      <w:r w:rsidRPr="007E0B1D">
        <w:rPr>
          <w:rtl/>
        </w:rPr>
        <w:t>49</w:t>
      </w:r>
      <w:r w:rsidR="00D8054C">
        <w:rPr>
          <w:rtl/>
        </w:rPr>
        <w:t xml:space="preserve"> - </w:t>
      </w:r>
      <w:r w:rsidRPr="007E0B1D">
        <w:rPr>
          <w:rtl/>
        </w:rPr>
        <w:t>البصري</w:t>
      </w:r>
    </w:p>
    <w:p w:rsidR="008867CD" w:rsidRPr="007E0B1D" w:rsidRDefault="008867CD" w:rsidP="008867CD">
      <w:pPr>
        <w:pStyle w:val="libNormal"/>
        <w:rPr>
          <w:rtl/>
        </w:rPr>
      </w:pPr>
      <w:r w:rsidRPr="007E0B1D">
        <w:rPr>
          <w:rtl/>
        </w:rPr>
        <w:t>الحسين</w:t>
      </w:r>
      <w:r w:rsidR="00D8054C">
        <w:rPr>
          <w:rtl/>
        </w:rPr>
        <w:t>،</w:t>
      </w:r>
      <w:r w:rsidRPr="007E0B1D">
        <w:rPr>
          <w:rtl/>
        </w:rPr>
        <w:t xml:space="preserve"> وقيل الحسن بن أسد البصري</w:t>
      </w:r>
      <w:r w:rsidR="00D8054C">
        <w:rPr>
          <w:rtl/>
        </w:rPr>
        <w:t>،</w:t>
      </w:r>
      <w:r w:rsidRPr="007E0B1D">
        <w:rPr>
          <w:rtl/>
        </w:rPr>
        <w:t xml:space="preserve"> أبو محمّد.</w:t>
      </w:r>
    </w:p>
    <w:p w:rsidR="008867CD" w:rsidRPr="007E0B1D" w:rsidRDefault="008867CD" w:rsidP="008867CD">
      <w:pPr>
        <w:pStyle w:val="libNormal"/>
        <w:rPr>
          <w:rtl/>
        </w:rPr>
      </w:pPr>
      <w:r w:rsidRPr="007E0B1D">
        <w:rPr>
          <w:rtl/>
        </w:rPr>
        <w:t>من ثقات محدثي الشيعة الامامية.</w:t>
      </w:r>
    </w:p>
    <w:p w:rsidR="008867CD" w:rsidRPr="007E0B1D" w:rsidRDefault="008867CD" w:rsidP="008867CD">
      <w:pPr>
        <w:pStyle w:val="libNormal"/>
        <w:rPr>
          <w:rtl/>
        </w:rPr>
      </w:pPr>
      <w:r w:rsidRPr="007E0B1D">
        <w:rPr>
          <w:rtl/>
        </w:rPr>
        <w:t xml:space="preserve">تشرف بصحبة الأئمة الرضا والجواد والهادي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الحسين بن سليمان</w:t>
      </w:r>
      <w:r w:rsidR="00D8054C">
        <w:rPr>
          <w:rtl/>
        </w:rPr>
        <w:t>،</w:t>
      </w:r>
      <w:r w:rsidRPr="007E0B1D">
        <w:rPr>
          <w:rtl/>
        </w:rPr>
        <w:t xml:space="preserve"> وعلي بن مهزيار</w:t>
      </w:r>
      <w:r w:rsidR="00D8054C">
        <w:rPr>
          <w:rtl/>
        </w:rPr>
        <w:t>،</w:t>
      </w:r>
      <w:r w:rsidRPr="007E0B1D">
        <w:rPr>
          <w:rtl/>
        </w:rPr>
        <w:t xml:space="preserve"> وعلي بن الريان.</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375</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400</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413. الخصال ص 383. مجمع الرجال ج 2 ص 167. رجال البرقي في اصحاب الجواد </w:t>
      </w:r>
      <w:r w:rsidR="00D8054C" w:rsidRPr="00D8054C">
        <w:rPr>
          <w:rStyle w:val="libAlaemChar"/>
          <w:rtl/>
        </w:rPr>
        <w:t>عليه‌السلام</w:t>
      </w:r>
      <w:r w:rsidRPr="007E0B1D">
        <w:rPr>
          <w:rtl/>
        </w:rPr>
        <w:t xml:space="preserve"> ص 56</w:t>
      </w:r>
      <w:r w:rsidR="00D8054C">
        <w:rPr>
          <w:rtl/>
        </w:rPr>
        <w:t>،</w:t>
      </w:r>
      <w:r w:rsidRPr="007E0B1D">
        <w:rPr>
          <w:rtl/>
        </w:rPr>
        <w:t xml:space="preserve"> وفي</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اصحاب الهادي </w:t>
      </w:r>
      <w:r w:rsidR="00D8054C" w:rsidRPr="00D8054C">
        <w:rPr>
          <w:rStyle w:val="libAlaemChar"/>
          <w:rtl/>
        </w:rPr>
        <w:t>عليه‌السلام</w:t>
      </w:r>
      <w:r w:rsidRPr="007E0B1D">
        <w:rPr>
          <w:rtl/>
        </w:rPr>
        <w:t xml:space="preserve"> ص 59. لسان الميزان ج 2 ص 273. الكافي ج 3 ص 308. رجال ابن داود </w:t>
      </w:r>
      <w:r w:rsidR="00D8054C">
        <w:rPr>
          <w:rtl/>
        </w:rPr>
        <w:t>(</w:t>
      </w:r>
      <w:r w:rsidRPr="007E0B1D">
        <w:rPr>
          <w:rtl/>
        </w:rPr>
        <w:t>قسم الثقات</w:t>
      </w:r>
      <w:r w:rsidR="00D8054C">
        <w:rPr>
          <w:rtl/>
        </w:rPr>
        <w:t>)</w:t>
      </w:r>
      <w:r w:rsidRPr="007E0B1D">
        <w:rPr>
          <w:rtl/>
        </w:rPr>
        <w:t xml:space="preserve"> ص 79</w:t>
      </w:r>
      <w:r w:rsidR="00D8054C">
        <w:rPr>
          <w:rtl/>
        </w:rPr>
        <w:t>،</w:t>
      </w:r>
      <w:r w:rsidRPr="007E0B1D">
        <w:rPr>
          <w:rtl/>
        </w:rPr>
        <w:t xml:space="preserve"> </w:t>
      </w:r>
      <w:r>
        <w:rPr>
          <w:rtl/>
        </w:rPr>
        <w:t xml:space="preserve">و </w:t>
      </w:r>
      <w:r w:rsidR="00D8054C">
        <w:rPr>
          <w:rtl/>
        </w:rPr>
        <w:t>(</w:t>
      </w:r>
      <w:r w:rsidRPr="007E0B1D">
        <w:rPr>
          <w:rtl/>
        </w:rPr>
        <w:t>قسم الضعفاء</w:t>
      </w:r>
      <w:r w:rsidR="00D8054C">
        <w:rPr>
          <w:rtl/>
        </w:rPr>
        <w:t>)</w:t>
      </w:r>
      <w:r w:rsidRPr="007E0B1D">
        <w:rPr>
          <w:rtl/>
        </w:rPr>
        <w:t xml:space="preserve"> ص 240.</w:t>
      </w:r>
      <w:r>
        <w:rPr>
          <w:rFonts w:hint="cs"/>
          <w:rtl/>
        </w:rPr>
        <w:t xml:space="preserve"> </w:t>
      </w:r>
      <w:r w:rsidRPr="007E0B1D">
        <w:rPr>
          <w:rtl/>
        </w:rPr>
        <w:t>معجم رجال الحديث ج 4 ص 287</w:t>
      </w:r>
      <w:r w:rsidR="00D8054C">
        <w:rPr>
          <w:rtl/>
        </w:rPr>
        <w:t>،</w:t>
      </w:r>
      <w:r w:rsidRPr="007E0B1D">
        <w:rPr>
          <w:rtl/>
        </w:rPr>
        <w:t xml:space="preserve"> وج 5 ص 197. الجامع في الرجال ج 1 ص 474 وص 580. العندبيل ج 1 ص 136 وص 170. كامل الزيارات ص 73.</w:t>
      </w:r>
      <w:r>
        <w:rPr>
          <w:rFonts w:hint="cs"/>
          <w:rtl/>
        </w:rPr>
        <w:t xml:space="preserve"> </w:t>
      </w:r>
      <w:r w:rsidRPr="007E0B1D">
        <w:rPr>
          <w:rtl/>
        </w:rPr>
        <w:t xml:space="preserve">جامع الرواة ج 1 ص 190 وص 233. رجال الحلي </w:t>
      </w:r>
      <w:r w:rsidR="00D8054C">
        <w:rPr>
          <w:rtl/>
        </w:rPr>
        <w:t>(</w:t>
      </w:r>
      <w:r w:rsidRPr="007E0B1D">
        <w:rPr>
          <w:rtl/>
        </w:rPr>
        <w:t>قسم الثقات</w:t>
      </w:r>
      <w:r w:rsidR="00D8054C">
        <w:rPr>
          <w:rtl/>
        </w:rPr>
        <w:t>)</w:t>
      </w:r>
      <w:r w:rsidRPr="007E0B1D">
        <w:rPr>
          <w:rtl/>
        </w:rPr>
        <w:t xml:space="preserve"> ص 49. نقد الرجال ص 86 وص 102. تنقيح المقال ج 1 ص 269 وص 320. وسائل الشيعة ج 20 ص 173. منتهى المقال ص 107. أعيان الشيعة ج 5 ص 20 وص 457.</w:t>
      </w:r>
      <w:r>
        <w:rPr>
          <w:rFonts w:hint="cs"/>
          <w:rtl/>
        </w:rPr>
        <w:t xml:space="preserve"> </w:t>
      </w:r>
      <w:r w:rsidRPr="007E0B1D">
        <w:rPr>
          <w:rtl/>
        </w:rPr>
        <w:t>معجم الثقات ص 39. طرائف المقال ج 1 ص 291. رجال الأنصاري ص 66.</w:t>
      </w:r>
      <w:r>
        <w:rPr>
          <w:rFonts w:hint="cs"/>
          <w:rtl/>
        </w:rPr>
        <w:t xml:space="preserve"> </w:t>
      </w:r>
      <w:r w:rsidRPr="007E0B1D">
        <w:rPr>
          <w:rtl/>
        </w:rPr>
        <w:t>اتقان المقال ص 47. الوجيزة ص 16. منهج المقال ص 111.</w:t>
      </w:r>
    </w:p>
    <w:p w:rsidR="008867CD" w:rsidRPr="007E0B1D" w:rsidRDefault="008867CD" w:rsidP="008867CD">
      <w:pPr>
        <w:pStyle w:val="libCenterBold1"/>
        <w:rPr>
          <w:rtl/>
        </w:rPr>
      </w:pPr>
      <w:r w:rsidRPr="007E0B1D">
        <w:rPr>
          <w:rtl/>
        </w:rPr>
        <w:t>50</w:t>
      </w:r>
      <w:r w:rsidR="00D8054C">
        <w:rPr>
          <w:rtl/>
        </w:rPr>
        <w:t xml:space="preserve"> - </w:t>
      </w:r>
      <w:r w:rsidRPr="007E0B1D">
        <w:rPr>
          <w:rtl/>
        </w:rPr>
        <w:t>المدائني</w:t>
      </w:r>
    </w:p>
    <w:p w:rsidR="008867CD" w:rsidRPr="007E0B1D" w:rsidRDefault="008867CD" w:rsidP="008867CD">
      <w:pPr>
        <w:pStyle w:val="libNormal"/>
        <w:rPr>
          <w:rtl/>
        </w:rPr>
      </w:pPr>
      <w:r w:rsidRPr="007E0B1D">
        <w:rPr>
          <w:rtl/>
        </w:rPr>
        <w:t>الحسين</w:t>
      </w:r>
      <w:r w:rsidR="00D8054C">
        <w:rPr>
          <w:rtl/>
        </w:rPr>
        <w:t>،</w:t>
      </w:r>
      <w:r w:rsidRPr="007E0B1D">
        <w:rPr>
          <w:rtl/>
        </w:rPr>
        <w:t xml:space="preserve"> وقيل الحسن بن بشار</w:t>
      </w:r>
      <w:r w:rsidR="00D8054C">
        <w:rPr>
          <w:rtl/>
        </w:rPr>
        <w:t>،</w:t>
      </w:r>
      <w:r w:rsidRPr="007E0B1D">
        <w:rPr>
          <w:rtl/>
        </w:rPr>
        <w:t xml:space="preserve"> وقيل يسار المدائني</w:t>
      </w:r>
      <w:r w:rsidR="00D8054C">
        <w:rPr>
          <w:rtl/>
        </w:rPr>
        <w:t>،</w:t>
      </w:r>
      <w:r w:rsidRPr="007E0B1D">
        <w:rPr>
          <w:rtl/>
        </w:rPr>
        <w:t xml:space="preserve"> وقيل الواسطي</w:t>
      </w:r>
      <w:r w:rsidR="00D8054C">
        <w:rPr>
          <w:rtl/>
        </w:rPr>
        <w:t>،</w:t>
      </w:r>
      <w:r w:rsidRPr="007E0B1D">
        <w:rPr>
          <w:rtl/>
        </w:rPr>
        <w:t xml:space="preserve"> مولى زياد.</w:t>
      </w:r>
    </w:p>
    <w:p w:rsidR="008867CD" w:rsidRPr="007E0B1D" w:rsidRDefault="008867CD" w:rsidP="008867CD">
      <w:pPr>
        <w:pStyle w:val="libNormal"/>
        <w:rPr>
          <w:rtl/>
        </w:rPr>
      </w:pPr>
      <w:r w:rsidRPr="007E0B1D">
        <w:rPr>
          <w:rtl/>
        </w:rPr>
        <w:t>محدث امامي ثقة.</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محمّد بن الحسين بن زعلان</w:t>
      </w:r>
      <w:r w:rsidR="00D8054C">
        <w:rPr>
          <w:rtl/>
        </w:rPr>
        <w:t>،</w:t>
      </w:r>
      <w:r w:rsidRPr="007E0B1D">
        <w:rPr>
          <w:rtl/>
        </w:rPr>
        <w:t xml:space="preserve"> والحسين بن سعيد</w:t>
      </w:r>
      <w:r w:rsidR="00D8054C">
        <w:rPr>
          <w:rtl/>
        </w:rPr>
        <w:t>،</w:t>
      </w:r>
      <w:r w:rsidRPr="007E0B1D">
        <w:rPr>
          <w:rtl/>
        </w:rPr>
        <w:t xml:space="preserve"> وعلي بن مهزيار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الكاظم </w:t>
      </w:r>
      <w:r w:rsidR="00D8054C" w:rsidRPr="00D8054C">
        <w:rPr>
          <w:rStyle w:val="libAlaemChar"/>
          <w:rtl/>
        </w:rPr>
        <w:t>عليه‌السلام</w:t>
      </w:r>
      <w:r w:rsidRPr="007E0B1D">
        <w:rPr>
          <w:rtl/>
        </w:rPr>
        <w:t xml:space="preserve"> ص 347</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373</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400. اتقان المقال ص 48.</w:t>
      </w:r>
      <w:r>
        <w:rPr>
          <w:rFonts w:hint="cs"/>
          <w:rtl/>
        </w:rPr>
        <w:t xml:space="preserve"> </w:t>
      </w:r>
      <w:r w:rsidRPr="007E0B1D">
        <w:rPr>
          <w:rtl/>
        </w:rPr>
        <w:t>تهذيب المقال ج 2 ص 384. روضة المتقين ج 14 ص 355. مجمع الرجال ج 2</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ص 160 وص 169 وص 206. العندبيل ج 1 ص 136 وص 171. رجال الكشي ص 415 وص 449 وص 492 وص 553. الجامع في الرجال ج 1 ص 583 وص 641. الاستبصار ج 2 ص 71. رجال الحلي </w:t>
      </w:r>
      <w:r w:rsidR="00D8054C">
        <w:rPr>
          <w:rtl/>
        </w:rPr>
        <w:t>(</w:t>
      </w:r>
      <w:r w:rsidRPr="007E0B1D">
        <w:rPr>
          <w:rtl/>
        </w:rPr>
        <w:t>قسم الثقات</w:t>
      </w:r>
      <w:r w:rsidR="00D8054C">
        <w:rPr>
          <w:rtl/>
        </w:rPr>
        <w:t>)</w:t>
      </w:r>
      <w:r w:rsidRPr="007E0B1D">
        <w:rPr>
          <w:rtl/>
        </w:rPr>
        <w:t xml:space="preserve"> ص 49. أعيان الشيعة ج 5 ص 27 وص 460</w:t>
      </w:r>
      <w:r w:rsidR="00D8054C">
        <w:rPr>
          <w:rtl/>
        </w:rPr>
        <w:t>،</w:t>
      </w:r>
      <w:r w:rsidRPr="007E0B1D">
        <w:rPr>
          <w:rtl/>
        </w:rPr>
        <w:t xml:space="preserve"> وج 6 ص 192. وسائل الشيعة ج 20 ص 173.</w:t>
      </w:r>
      <w:r>
        <w:rPr>
          <w:rFonts w:hint="cs"/>
          <w:rtl/>
        </w:rPr>
        <w:t xml:space="preserve"> </w:t>
      </w:r>
      <w:r w:rsidRPr="007E0B1D">
        <w:rPr>
          <w:rtl/>
        </w:rPr>
        <w:t xml:space="preserve">التوحيد ص 136. كامل الزيارات ص 298. هداية المحدثين ص 42. التحرير الطاوسي ص 78. جامع الرواة ج 1 ص 190 وص 234. رجال البرقي في أصحاب الجواد </w:t>
      </w:r>
      <w:r w:rsidR="00D8054C" w:rsidRPr="00D8054C">
        <w:rPr>
          <w:rStyle w:val="libAlaemChar"/>
          <w:rtl/>
        </w:rPr>
        <w:t>عليه‌السلام</w:t>
      </w:r>
      <w:r w:rsidRPr="007E0B1D">
        <w:rPr>
          <w:rtl/>
        </w:rPr>
        <w:t xml:space="preserve"> ص 56. معجم رجال الحديث ج 4 ص 290</w:t>
      </w:r>
      <w:r w:rsidR="00D8054C">
        <w:rPr>
          <w:rtl/>
        </w:rPr>
        <w:t>،</w:t>
      </w:r>
      <w:r w:rsidRPr="007E0B1D">
        <w:rPr>
          <w:rtl/>
        </w:rPr>
        <w:t xml:space="preserve"> وج 5 ص 202</w:t>
      </w:r>
      <w:r w:rsidR="00D8054C">
        <w:rPr>
          <w:rtl/>
        </w:rPr>
        <w:t xml:space="preserve"> - </w:t>
      </w:r>
      <w:r w:rsidRPr="007E0B1D">
        <w:rPr>
          <w:rtl/>
        </w:rPr>
        <w:t>ص 205. الوجيزة ص 32. توضيح الاشتباه ص 114 وص 127.</w:t>
      </w:r>
      <w:r>
        <w:rPr>
          <w:rFonts w:hint="cs"/>
          <w:rtl/>
        </w:rPr>
        <w:t xml:space="preserve"> </w:t>
      </w:r>
      <w:r w:rsidRPr="007E0B1D">
        <w:rPr>
          <w:rtl/>
        </w:rPr>
        <w:t xml:space="preserve">بهجة الآمال ج 3 ص 254. جامع المقال ص 62. تنقيح المقال ج 1 ص 269 وص 321 وص 349. رجال ابن داود </w:t>
      </w:r>
      <w:r w:rsidR="00D8054C">
        <w:rPr>
          <w:rtl/>
        </w:rPr>
        <w:t>(</w:t>
      </w:r>
      <w:r w:rsidRPr="007E0B1D">
        <w:rPr>
          <w:rtl/>
        </w:rPr>
        <w:t>قسم الثقات</w:t>
      </w:r>
      <w:r w:rsidR="00D8054C">
        <w:rPr>
          <w:rtl/>
        </w:rPr>
        <w:t>)</w:t>
      </w:r>
      <w:r w:rsidRPr="007E0B1D">
        <w:rPr>
          <w:rtl/>
        </w:rPr>
        <w:t xml:space="preserve"> ص 72. التهذيب ج 4 ص 175</w:t>
      </w:r>
      <w:r w:rsidR="00D8054C">
        <w:rPr>
          <w:rtl/>
        </w:rPr>
        <w:t>،</w:t>
      </w:r>
      <w:r w:rsidRPr="007E0B1D">
        <w:rPr>
          <w:rtl/>
        </w:rPr>
        <w:t xml:space="preserve"> وج 6 ص 82</w:t>
      </w:r>
      <w:r w:rsidR="00D8054C">
        <w:rPr>
          <w:rtl/>
        </w:rPr>
        <w:t>،</w:t>
      </w:r>
      <w:r w:rsidRPr="007E0B1D">
        <w:rPr>
          <w:rtl/>
        </w:rPr>
        <w:t xml:space="preserve"> وج 7 ص 396. منهج المقال ص 111. لسان الميزان ج 2 ص 275. من لا يحضره الفقيه ج 3 ص 248 وص 259. الكافي ج 1 ص 257</w:t>
      </w:r>
      <w:r w:rsidR="00D8054C">
        <w:rPr>
          <w:rtl/>
        </w:rPr>
        <w:t>،</w:t>
      </w:r>
      <w:r w:rsidRPr="007E0B1D">
        <w:rPr>
          <w:rtl/>
        </w:rPr>
        <w:t xml:space="preserve"> وج 3 ص 516</w:t>
      </w:r>
      <w:r w:rsidR="00D8054C">
        <w:rPr>
          <w:rtl/>
        </w:rPr>
        <w:t>،</w:t>
      </w:r>
      <w:r w:rsidRPr="007E0B1D">
        <w:rPr>
          <w:rtl/>
        </w:rPr>
        <w:t xml:space="preserve"> وج 4 ص 426</w:t>
      </w:r>
      <w:r w:rsidR="00D8054C">
        <w:rPr>
          <w:rtl/>
        </w:rPr>
        <w:t>،</w:t>
      </w:r>
      <w:r w:rsidRPr="007E0B1D">
        <w:rPr>
          <w:rtl/>
        </w:rPr>
        <w:t xml:space="preserve"> وج 5 ص 154 وص 285 وص 347 وص 563. نقد الرجال ص 86 وص 102. منتهى المقال ص 108 وص 115.</w:t>
      </w:r>
      <w:r>
        <w:rPr>
          <w:rFonts w:hint="cs"/>
          <w:rtl/>
        </w:rPr>
        <w:t xml:space="preserve"> </w:t>
      </w:r>
      <w:r w:rsidRPr="007E0B1D">
        <w:rPr>
          <w:rtl/>
        </w:rPr>
        <w:t>معجم الثقات ص 39. طرائف المقال ج 1 ص 291. رجال الأنصاري ص 66.</w:t>
      </w:r>
      <w:r>
        <w:rPr>
          <w:rFonts w:hint="cs"/>
          <w:rtl/>
        </w:rPr>
        <w:t xml:space="preserve"> </w:t>
      </w:r>
      <w:r w:rsidRPr="007E0B1D">
        <w:rPr>
          <w:rtl/>
        </w:rPr>
        <w:t>اعلام الورى ص 345. ثقات الرواة للشهرستاني ص 25.</w:t>
      </w:r>
    </w:p>
    <w:p w:rsidR="008867CD" w:rsidRPr="007E0B1D" w:rsidRDefault="008867CD" w:rsidP="008867CD">
      <w:pPr>
        <w:pStyle w:val="libBold1"/>
        <w:rPr>
          <w:rtl/>
        </w:rPr>
      </w:pPr>
      <w:r w:rsidRPr="007E0B1D">
        <w:rPr>
          <w:rtl/>
        </w:rPr>
        <w:t>51</w:t>
      </w:r>
      <w:r w:rsidR="00D8054C">
        <w:rPr>
          <w:rtl/>
        </w:rPr>
        <w:t xml:space="preserve"> - </w:t>
      </w:r>
      <w:r w:rsidRPr="007E0B1D">
        <w:rPr>
          <w:rtl/>
        </w:rPr>
        <w:t>الحسين بن الحكم</w:t>
      </w:r>
    </w:p>
    <w:p w:rsidR="008867CD" w:rsidRPr="007E0B1D" w:rsidRDefault="008867CD" w:rsidP="008867CD">
      <w:pPr>
        <w:pStyle w:val="libNormal"/>
        <w:rPr>
          <w:rtl/>
        </w:rPr>
      </w:pPr>
      <w:r w:rsidRPr="007E0B1D">
        <w:rPr>
          <w:rtl/>
        </w:rPr>
        <w:t xml:space="preserve">محدث روى عن الامامين الكاظم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سهل</w:t>
      </w:r>
      <w:r w:rsidR="00D8054C">
        <w:rPr>
          <w:rtl/>
        </w:rPr>
        <w:t>،</w:t>
      </w:r>
      <w:r w:rsidRPr="007E0B1D">
        <w:rPr>
          <w:rtl/>
        </w:rPr>
        <w:t xml:space="preserve"> وعبد العظيم بن عبد الله الحسني</w:t>
      </w:r>
      <w:r w:rsidR="00D8054C">
        <w:rPr>
          <w:rtl/>
        </w:rPr>
        <w:t>،</w:t>
      </w:r>
      <w:r w:rsidRPr="007E0B1D">
        <w:rPr>
          <w:rtl/>
        </w:rPr>
        <w:t xml:space="preserve"> ويونس بن عبد الرحمن وغيرهم.</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الكافي ج 2 ص 293</w:t>
      </w:r>
      <w:r w:rsidR="00D8054C">
        <w:rPr>
          <w:rtl/>
        </w:rPr>
        <w:t>،</w:t>
      </w:r>
      <w:r w:rsidRPr="007E0B1D">
        <w:rPr>
          <w:rtl/>
        </w:rPr>
        <w:t xml:space="preserve"> وج 7 ص 120. خاتمة المستدرك ص 793. أعيان الشيعة ج 5 ص 489. معجم رجال الحديث ج 5 ص 221. جامع الرواة ج 1 ص 237. تنقيح المقال ج 1 ص 325. الجامع في الرجال ج 1 ص 592.</w:t>
      </w:r>
      <w:r>
        <w:rPr>
          <w:rFonts w:hint="cs"/>
          <w:rtl/>
        </w:rPr>
        <w:t xml:space="preserve"> </w:t>
      </w:r>
      <w:r w:rsidRPr="007E0B1D">
        <w:rPr>
          <w:rtl/>
        </w:rPr>
        <w:t>التهذيب ج 9 ص 325. كامل الزيارات ص 134 وفيه اسمه</w:t>
      </w:r>
      <w:r w:rsidR="00D8054C">
        <w:rPr>
          <w:rtl/>
        </w:rPr>
        <w:t>:</w:t>
      </w:r>
      <w:r w:rsidRPr="007E0B1D">
        <w:rPr>
          <w:rtl/>
        </w:rPr>
        <w:t xml:space="preserve"> الحسين بن الحكم النخعي.</w:t>
      </w:r>
    </w:p>
    <w:p w:rsidR="008867CD" w:rsidRPr="007E0B1D" w:rsidRDefault="008867CD" w:rsidP="008867CD">
      <w:pPr>
        <w:pStyle w:val="libBold1"/>
        <w:rPr>
          <w:rtl/>
        </w:rPr>
      </w:pPr>
      <w:r w:rsidRPr="007E0B1D">
        <w:rPr>
          <w:rtl/>
        </w:rPr>
        <w:t>52</w:t>
      </w:r>
      <w:r w:rsidR="00D8054C">
        <w:rPr>
          <w:rtl/>
        </w:rPr>
        <w:t xml:space="preserve"> - </w:t>
      </w:r>
      <w:r w:rsidRPr="007E0B1D">
        <w:rPr>
          <w:rtl/>
        </w:rPr>
        <w:t>اليعقوبي</w:t>
      </w:r>
    </w:p>
    <w:p w:rsidR="008867CD" w:rsidRPr="007E0B1D" w:rsidRDefault="008867CD" w:rsidP="008867CD">
      <w:pPr>
        <w:pStyle w:val="libNormal"/>
        <w:rPr>
          <w:rtl/>
        </w:rPr>
      </w:pPr>
      <w:r w:rsidRPr="007E0B1D">
        <w:rPr>
          <w:rtl/>
        </w:rPr>
        <w:t>الحسين بن داود اليعقوبي.</w:t>
      </w:r>
    </w:p>
    <w:p w:rsidR="008867CD" w:rsidRPr="007E0B1D" w:rsidRDefault="008867CD" w:rsidP="008867CD">
      <w:pPr>
        <w:pStyle w:val="libNormal"/>
        <w:rPr>
          <w:rtl/>
        </w:rPr>
      </w:pPr>
      <w:r w:rsidRPr="007E0B1D">
        <w:rPr>
          <w:rtl/>
        </w:rPr>
        <w:t xml:space="preserve">لم أقف على تفاصيل أحواله سوى انه من أصحاب الامام الجواد </w:t>
      </w:r>
      <w:r w:rsidR="00D8054C" w:rsidRPr="00D8054C">
        <w:rPr>
          <w:rStyle w:val="libAlaemChar"/>
          <w:rtl/>
        </w:rPr>
        <w:t>عليه‌السلام</w:t>
      </w:r>
      <w:r w:rsidRPr="007E0B1D">
        <w:rPr>
          <w:rtl/>
        </w:rPr>
        <w:t>.</w:t>
      </w:r>
      <w:r>
        <w:rPr>
          <w:rFonts w:hint="cs"/>
          <w:rtl/>
        </w:rPr>
        <w:t xml:space="preserve"> </w:t>
      </w:r>
      <w:r w:rsidRPr="007E0B1D">
        <w:rPr>
          <w:rtl/>
        </w:rPr>
        <w:t>روى عنه إبراهيم بن داود اليعقوبي وجعفر بن داود اليعقوبي.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 مجمع الرجال ج 2 ص 174. أعيان الشيعة ج 6 ص 12. تنقيح المقال ج 1 ص 327. نقد الرجال ص 104. لسان الميزان ج 2 ص 83. الجامع في الرجال ج 1 ص 596 وفيه</w:t>
      </w:r>
      <w:r w:rsidR="00D8054C">
        <w:rPr>
          <w:rtl/>
        </w:rPr>
        <w:t>:</w:t>
      </w:r>
      <w:r w:rsidRPr="007E0B1D">
        <w:rPr>
          <w:rtl/>
        </w:rPr>
        <w:t xml:space="preserve"> أظنه صالحا حسن الاعتقاد. معجم رجال الحديث ج 5 ص 232. العندبيل ج 1 ص 184 وفيه</w:t>
      </w:r>
      <w:r w:rsidR="00D8054C">
        <w:rPr>
          <w:rtl/>
        </w:rPr>
        <w:t>:</w:t>
      </w:r>
      <w:r w:rsidRPr="007E0B1D">
        <w:rPr>
          <w:rtl/>
        </w:rPr>
        <w:t xml:space="preserve"> مهمل. جامع الرواة ج 1 ص 239. طرائف المقال ج 1 ص 298.</w:t>
      </w:r>
      <w:r>
        <w:rPr>
          <w:rFonts w:hint="cs"/>
          <w:rtl/>
        </w:rPr>
        <w:t xml:space="preserve"> </w:t>
      </w:r>
      <w:r w:rsidRPr="007E0B1D">
        <w:rPr>
          <w:rtl/>
        </w:rPr>
        <w:t>منهج المقال ص 112.</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53</w:t>
      </w:r>
      <w:r w:rsidR="00D8054C">
        <w:rPr>
          <w:rtl/>
        </w:rPr>
        <w:t xml:space="preserve"> - </w:t>
      </w:r>
      <w:r w:rsidRPr="007E0B1D">
        <w:rPr>
          <w:rtl/>
        </w:rPr>
        <w:t>الأهوازي</w:t>
      </w:r>
    </w:p>
    <w:p w:rsidR="008867CD" w:rsidRPr="007E0B1D" w:rsidRDefault="008867CD" w:rsidP="008867CD">
      <w:pPr>
        <w:pStyle w:val="libNormal"/>
        <w:rPr>
          <w:rtl/>
        </w:rPr>
      </w:pPr>
      <w:r w:rsidRPr="007E0B1D">
        <w:rPr>
          <w:rtl/>
        </w:rPr>
        <w:t>الحسين بن سعيد بن حماد بن سعيد بن مهران الكوفي</w:t>
      </w:r>
      <w:r w:rsidR="00D8054C">
        <w:rPr>
          <w:rtl/>
        </w:rPr>
        <w:t>،</w:t>
      </w:r>
      <w:r w:rsidRPr="007E0B1D">
        <w:rPr>
          <w:rtl/>
        </w:rPr>
        <w:t xml:space="preserve"> الأهوازي</w:t>
      </w:r>
      <w:r w:rsidR="00D8054C">
        <w:rPr>
          <w:rtl/>
        </w:rPr>
        <w:t>،</w:t>
      </w:r>
      <w:r w:rsidRPr="007E0B1D">
        <w:rPr>
          <w:rtl/>
        </w:rPr>
        <w:t xml:space="preserve"> أبو محمّد.</w:t>
      </w:r>
    </w:p>
    <w:p w:rsidR="008867CD" w:rsidRPr="007E0B1D" w:rsidRDefault="008867CD" w:rsidP="008867CD">
      <w:pPr>
        <w:pStyle w:val="libNormal"/>
        <w:rPr>
          <w:rtl/>
        </w:rPr>
      </w:pPr>
      <w:r w:rsidRPr="007E0B1D">
        <w:rPr>
          <w:rtl/>
        </w:rPr>
        <w:t>من عظماء علماء الشيعة الامامية</w:t>
      </w:r>
      <w:r w:rsidR="00D8054C">
        <w:rPr>
          <w:rtl/>
        </w:rPr>
        <w:t>،</w:t>
      </w:r>
      <w:r w:rsidRPr="007E0B1D">
        <w:rPr>
          <w:rtl/>
        </w:rPr>
        <w:t xml:space="preserve"> ومن ثقات المحدثين</w:t>
      </w:r>
      <w:r w:rsidR="00D8054C">
        <w:rPr>
          <w:rtl/>
        </w:rPr>
        <w:t>،</w:t>
      </w:r>
      <w:r w:rsidRPr="007E0B1D">
        <w:rPr>
          <w:rtl/>
        </w:rPr>
        <w:t xml:space="preserve"> وكان فقيها فاضلا</w:t>
      </w:r>
      <w:r w:rsidR="00D8054C">
        <w:rPr>
          <w:rtl/>
        </w:rPr>
        <w:t>،</w:t>
      </w:r>
      <w:r w:rsidRPr="007E0B1D">
        <w:rPr>
          <w:rtl/>
        </w:rPr>
        <w:t xml:space="preserve"> مجتهدا عادلا جليل القدر</w:t>
      </w:r>
      <w:r w:rsidR="00D8054C">
        <w:rPr>
          <w:rtl/>
        </w:rPr>
        <w:t>،</w:t>
      </w:r>
      <w:r w:rsidRPr="007E0B1D">
        <w:rPr>
          <w:rtl/>
        </w:rPr>
        <w:t xml:space="preserve"> وله تآليف وتصانيف.</w:t>
      </w:r>
    </w:p>
    <w:p w:rsidR="008867CD" w:rsidRPr="007E0B1D" w:rsidRDefault="008867CD" w:rsidP="008867CD">
      <w:pPr>
        <w:pStyle w:val="libNormal"/>
        <w:rPr>
          <w:rtl/>
        </w:rPr>
      </w:pPr>
      <w:r w:rsidRPr="007E0B1D">
        <w:rPr>
          <w:rtl/>
        </w:rPr>
        <w:t xml:space="preserve">روى عن الأئمة الرضا والجواد والهادي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اكثر من 16 راويا أمثال</w:t>
      </w:r>
      <w:r w:rsidR="00D8054C">
        <w:rPr>
          <w:rtl/>
        </w:rPr>
        <w:t>:</w:t>
      </w:r>
      <w:r w:rsidRPr="007E0B1D">
        <w:rPr>
          <w:rtl/>
        </w:rPr>
        <w:t xml:space="preserve"> أحمد بن محمّد الدينوري</w:t>
      </w:r>
      <w:r w:rsidR="00D8054C">
        <w:rPr>
          <w:rtl/>
        </w:rPr>
        <w:t>،</w:t>
      </w:r>
      <w:r w:rsidRPr="007E0B1D">
        <w:rPr>
          <w:rtl/>
        </w:rPr>
        <w:t xml:space="preserve"> وأحمد ابن محمّد القرشي البردعي</w:t>
      </w:r>
      <w:r w:rsidR="00D8054C">
        <w:rPr>
          <w:rtl/>
        </w:rPr>
        <w:t>،</w:t>
      </w:r>
      <w:r w:rsidRPr="007E0B1D">
        <w:rPr>
          <w:rtl/>
        </w:rPr>
        <w:t xml:space="preserve"> وعلي بن مهزيار وغيرهم.</w:t>
      </w:r>
    </w:p>
    <w:p w:rsidR="008867CD" w:rsidRPr="007E0B1D" w:rsidRDefault="008867CD" w:rsidP="008867CD">
      <w:pPr>
        <w:pStyle w:val="libNormal"/>
        <w:rPr>
          <w:rtl/>
        </w:rPr>
      </w:pPr>
      <w:r w:rsidRPr="007E0B1D">
        <w:rPr>
          <w:rtl/>
        </w:rPr>
        <w:t>تردد اسمه في أكثر من 5026 موردا في أسناد الروايات.</w:t>
      </w:r>
    </w:p>
    <w:p w:rsidR="008867CD" w:rsidRPr="007E0B1D" w:rsidRDefault="008867CD" w:rsidP="008867CD">
      <w:pPr>
        <w:pStyle w:val="libNormal"/>
        <w:rPr>
          <w:rtl/>
        </w:rPr>
      </w:pPr>
      <w:r w:rsidRPr="007E0B1D">
        <w:rPr>
          <w:rtl/>
        </w:rPr>
        <w:t>كان على قيد الحياة سنة 300 ه‍</w:t>
      </w:r>
      <w:r w:rsidR="00D8054C">
        <w:rPr>
          <w:rtl/>
        </w:rPr>
        <w:t>،</w:t>
      </w:r>
      <w:r w:rsidRPr="007E0B1D">
        <w:rPr>
          <w:rtl/>
        </w:rPr>
        <w:t xml:space="preserve"> وتوفي بقم ودفن بها.</w:t>
      </w:r>
    </w:p>
    <w:p w:rsidR="008867CD" w:rsidRPr="007E0B1D" w:rsidRDefault="008867CD" w:rsidP="008867CD">
      <w:pPr>
        <w:pStyle w:val="libNormal"/>
        <w:rPr>
          <w:rtl/>
        </w:rPr>
      </w:pPr>
      <w:r w:rsidRPr="007E0B1D">
        <w:rPr>
          <w:rtl/>
        </w:rPr>
        <w:t>من كتبه « الفرائض »</w:t>
      </w:r>
      <w:r w:rsidR="00D8054C">
        <w:rPr>
          <w:rtl/>
        </w:rPr>
        <w:t>،</w:t>
      </w:r>
      <w:r w:rsidRPr="007E0B1D">
        <w:rPr>
          <w:rtl/>
        </w:rPr>
        <w:t xml:space="preserve"> </w:t>
      </w:r>
      <w:r>
        <w:rPr>
          <w:rtl/>
        </w:rPr>
        <w:t>و «</w:t>
      </w:r>
      <w:r w:rsidRPr="007E0B1D">
        <w:rPr>
          <w:rtl/>
        </w:rPr>
        <w:t xml:space="preserve"> الصلاة »</w:t>
      </w:r>
      <w:r w:rsidR="00D8054C">
        <w:rPr>
          <w:rtl/>
        </w:rPr>
        <w:t>،</w:t>
      </w:r>
      <w:r w:rsidRPr="007E0B1D">
        <w:rPr>
          <w:rtl/>
        </w:rPr>
        <w:t xml:space="preserve"> </w:t>
      </w:r>
      <w:r>
        <w:rPr>
          <w:rtl/>
        </w:rPr>
        <w:t>و «</w:t>
      </w:r>
      <w:r w:rsidRPr="007E0B1D">
        <w:rPr>
          <w:rtl/>
        </w:rPr>
        <w:t xml:space="preserve"> ابتلاء المؤمن »</w:t>
      </w:r>
      <w:r w:rsidR="00D8054C">
        <w:rPr>
          <w:rtl/>
        </w:rPr>
        <w:t>،</w:t>
      </w:r>
      <w:r w:rsidRPr="007E0B1D">
        <w:rPr>
          <w:rtl/>
        </w:rPr>
        <w:t xml:space="preserve"> </w:t>
      </w:r>
      <w:r>
        <w:rPr>
          <w:rtl/>
        </w:rPr>
        <w:t>و «</w:t>
      </w:r>
      <w:r w:rsidRPr="007E0B1D">
        <w:rPr>
          <w:rtl/>
        </w:rPr>
        <w:t xml:space="preserve"> تفسير القرآن »</w:t>
      </w:r>
      <w:r w:rsidR="00D8054C">
        <w:rPr>
          <w:rtl/>
        </w:rPr>
        <w:t>،</w:t>
      </w:r>
      <w:r w:rsidRPr="007E0B1D">
        <w:rPr>
          <w:rtl/>
        </w:rPr>
        <w:t xml:space="preserve"> </w:t>
      </w:r>
      <w:r>
        <w:rPr>
          <w:rtl/>
        </w:rPr>
        <w:t>و «</w:t>
      </w:r>
      <w:r w:rsidRPr="007E0B1D">
        <w:rPr>
          <w:rtl/>
        </w:rPr>
        <w:t xml:space="preserve"> التقية »</w:t>
      </w:r>
      <w:r w:rsidR="00D8054C">
        <w:rPr>
          <w:rtl/>
        </w:rPr>
        <w:t>،</w:t>
      </w:r>
      <w:r w:rsidRPr="007E0B1D">
        <w:rPr>
          <w:rtl/>
        </w:rPr>
        <w:t xml:space="preserve"> </w:t>
      </w:r>
      <w:r>
        <w:rPr>
          <w:rtl/>
        </w:rPr>
        <w:t>و «</w:t>
      </w:r>
      <w:r w:rsidRPr="007E0B1D">
        <w:rPr>
          <w:rtl/>
        </w:rPr>
        <w:t xml:space="preserve"> الزكاة »</w:t>
      </w:r>
      <w:r w:rsidR="00D8054C">
        <w:rPr>
          <w:rtl/>
        </w:rPr>
        <w:t>،</w:t>
      </w:r>
      <w:r w:rsidRPr="007E0B1D">
        <w:rPr>
          <w:rtl/>
        </w:rPr>
        <w:t xml:space="preserve"> </w:t>
      </w:r>
      <w:r>
        <w:rPr>
          <w:rtl/>
        </w:rPr>
        <w:t>و «</w:t>
      </w:r>
      <w:r w:rsidRPr="007E0B1D">
        <w:rPr>
          <w:rtl/>
        </w:rPr>
        <w:t xml:space="preserve"> الايمان والنذر »</w:t>
      </w:r>
      <w:r w:rsidR="00D8054C">
        <w:rPr>
          <w:rtl/>
        </w:rPr>
        <w:t>،</w:t>
      </w:r>
      <w:r w:rsidRPr="007E0B1D">
        <w:rPr>
          <w:rtl/>
        </w:rPr>
        <w:t xml:space="preserve"> </w:t>
      </w:r>
      <w:r>
        <w:rPr>
          <w:rtl/>
        </w:rPr>
        <w:t>و «</w:t>
      </w:r>
      <w:r w:rsidRPr="007E0B1D">
        <w:rPr>
          <w:rtl/>
        </w:rPr>
        <w:t xml:space="preserve"> الوضوء »</w:t>
      </w:r>
      <w:r w:rsidR="00D8054C">
        <w:rPr>
          <w:rtl/>
        </w:rPr>
        <w:t>،</w:t>
      </w:r>
      <w:r w:rsidRPr="007E0B1D">
        <w:rPr>
          <w:rtl/>
        </w:rPr>
        <w:t xml:space="preserve"> </w:t>
      </w:r>
      <w:r>
        <w:rPr>
          <w:rtl/>
        </w:rPr>
        <w:t>و «</w:t>
      </w:r>
      <w:r w:rsidRPr="007E0B1D">
        <w:rPr>
          <w:rtl/>
        </w:rPr>
        <w:t xml:space="preserve"> الصوم »</w:t>
      </w:r>
      <w:r w:rsidR="00D8054C">
        <w:rPr>
          <w:rtl/>
        </w:rPr>
        <w:t>،</w:t>
      </w:r>
      <w:r w:rsidRPr="007E0B1D">
        <w:rPr>
          <w:rtl/>
        </w:rPr>
        <w:t xml:space="preserve"> </w:t>
      </w:r>
      <w:r>
        <w:rPr>
          <w:rtl/>
        </w:rPr>
        <w:t>و «</w:t>
      </w:r>
      <w:r w:rsidRPr="007E0B1D">
        <w:rPr>
          <w:rtl/>
        </w:rPr>
        <w:t xml:space="preserve"> الطلاق »</w:t>
      </w:r>
      <w:r w:rsidR="00D8054C">
        <w:rPr>
          <w:rtl/>
        </w:rPr>
        <w:t>،</w:t>
      </w:r>
      <w:r w:rsidRPr="007E0B1D">
        <w:rPr>
          <w:rtl/>
        </w:rPr>
        <w:t xml:space="preserve"> </w:t>
      </w:r>
      <w:r>
        <w:rPr>
          <w:rtl/>
        </w:rPr>
        <w:t>و «</w:t>
      </w:r>
      <w:r w:rsidRPr="007E0B1D">
        <w:rPr>
          <w:rtl/>
        </w:rPr>
        <w:t xml:space="preserve"> النكاح »</w:t>
      </w:r>
      <w:r w:rsidR="00D8054C">
        <w:rPr>
          <w:rtl/>
        </w:rPr>
        <w:t>،</w:t>
      </w:r>
      <w:r w:rsidRPr="007E0B1D">
        <w:rPr>
          <w:rtl/>
        </w:rPr>
        <w:t xml:space="preserve"> </w:t>
      </w:r>
      <w:r>
        <w:rPr>
          <w:rtl/>
        </w:rPr>
        <w:t>و «</w:t>
      </w:r>
      <w:r w:rsidRPr="007E0B1D">
        <w:rPr>
          <w:rtl/>
        </w:rPr>
        <w:t xml:space="preserve"> الرد على الغالية »</w:t>
      </w:r>
      <w:r w:rsidR="00D8054C">
        <w:rPr>
          <w:rtl/>
        </w:rPr>
        <w:t>،</w:t>
      </w:r>
      <w:r w:rsidRPr="007E0B1D">
        <w:rPr>
          <w:rtl/>
        </w:rPr>
        <w:t xml:space="preserve"> </w:t>
      </w:r>
      <w:r>
        <w:rPr>
          <w:rtl/>
        </w:rPr>
        <w:t>و «</w:t>
      </w:r>
      <w:r w:rsidRPr="007E0B1D">
        <w:rPr>
          <w:rtl/>
        </w:rPr>
        <w:t xml:space="preserve"> الأشربة »</w:t>
      </w:r>
      <w:r w:rsidR="00D8054C">
        <w:rPr>
          <w:rtl/>
        </w:rPr>
        <w:t>،</w:t>
      </w:r>
      <w:r w:rsidRPr="007E0B1D">
        <w:rPr>
          <w:rtl/>
        </w:rPr>
        <w:t xml:space="preserve"> </w:t>
      </w:r>
      <w:r>
        <w:rPr>
          <w:rtl/>
        </w:rPr>
        <w:t>و «</w:t>
      </w:r>
      <w:r w:rsidRPr="007E0B1D">
        <w:rPr>
          <w:rtl/>
        </w:rPr>
        <w:t xml:space="preserve"> الشهادات »</w:t>
      </w:r>
      <w:r w:rsidR="00D8054C">
        <w:rPr>
          <w:rtl/>
        </w:rPr>
        <w:t>،</w:t>
      </w:r>
      <w:r w:rsidRPr="007E0B1D">
        <w:rPr>
          <w:rtl/>
        </w:rPr>
        <w:t xml:space="preserve"> </w:t>
      </w:r>
      <w:r>
        <w:rPr>
          <w:rtl/>
        </w:rPr>
        <w:t>و «</w:t>
      </w:r>
      <w:r w:rsidRPr="007E0B1D">
        <w:rPr>
          <w:rtl/>
        </w:rPr>
        <w:t xml:space="preserve"> المكاسب »</w:t>
      </w:r>
      <w:r w:rsidR="00D8054C">
        <w:rPr>
          <w:rtl/>
        </w:rPr>
        <w:t>،</w:t>
      </w:r>
      <w:r w:rsidRPr="007E0B1D">
        <w:rPr>
          <w:rtl/>
        </w:rPr>
        <w:t xml:space="preserve"> </w:t>
      </w:r>
      <w:r>
        <w:rPr>
          <w:rtl/>
        </w:rPr>
        <w:t>و «</w:t>
      </w:r>
      <w:r w:rsidRPr="007E0B1D">
        <w:rPr>
          <w:rtl/>
        </w:rPr>
        <w:t xml:space="preserve"> الحج » وغيرها.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372</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399</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412. جامع الرواة ج 1 ص 241.</w:t>
      </w:r>
      <w:r>
        <w:rPr>
          <w:rFonts w:hint="cs"/>
          <w:rtl/>
        </w:rPr>
        <w:t xml:space="preserve"> </w:t>
      </w:r>
      <w:r w:rsidRPr="007E0B1D">
        <w:rPr>
          <w:rtl/>
        </w:rPr>
        <w:t>الكنى والألقاب ج 1 ص 71 في ترجمة ابي ذر الغفاري. فهرست الطوسي ص 58. معجم المؤلفين ج 4 ص 10. بهجة الآمال ج 3 ص 271. معالم العلماء ص 40. تأسيس الشيعة ص 328. منتهى المقال ص 110. التحرير الطاوسي</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73. نقد الرجال ص 104. الذريعة ج 1 ص 62</w:t>
      </w:r>
      <w:r w:rsidR="00D8054C">
        <w:rPr>
          <w:rtl/>
        </w:rPr>
        <w:t>،</w:t>
      </w:r>
      <w:r w:rsidRPr="007E0B1D">
        <w:rPr>
          <w:rtl/>
        </w:rPr>
        <w:t xml:space="preserve"> وج 12 ص 64. رجال الكشي ص 508. معجم الثقات ص 40. الجامع في الرجال ج 1 ص 599.</w:t>
      </w:r>
      <w:r>
        <w:rPr>
          <w:rFonts w:hint="cs"/>
          <w:rtl/>
        </w:rPr>
        <w:t xml:space="preserve"> </w:t>
      </w:r>
      <w:r w:rsidRPr="007E0B1D">
        <w:rPr>
          <w:rtl/>
        </w:rPr>
        <w:t>مجمع الرجال ج 2 ص 176</w:t>
      </w:r>
      <w:r w:rsidR="00D8054C">
        <w:rPr>
          <w:rtl/>
        </w:rPr>
        <w:t xml:space="preserve"> - </w:t>
      </w:r>
      <w:r w:rsidRPr="007E0B1D">
        <w:rPr>
          <w:rtl/>
        </w:rPr>
        <w:t xml:space="preserve">ص 179. كامل الزيارات ص 14. 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56. هداية المحدثين ص 43. العندبيل ج 1 ص 186. تنقيح المقال ج 1 ص 328.</w:t>
      </w:r>
      <w:r>
        <w:rPr>
          <w:rFonts w:hint="cs"/>
          <w:rtl/>
        </w:rPr>
        <w:t xml:space="preserve"> </w:t>
      </w:r>
      <w:r w:rsidRPr="007E0B1D">
        <w:rPr>
          <w:rtl/>
        </w:rPr>
        <w:t>مستطرفات السرائر ص 93 وص 98 وص 100. الاستبصار ج 1 ص 41 وص 53 وص 248 وص 299 وص 308 وص 348 وص 354 وص 382 وص 448 وص 460</w:t>
      </w:r>
      <w:r w:rsidR="00D8054C">
        <w:rPr>
          <w:rtl/>
        </w:rPr>
        <w:t>،</w:t>
      </w:r>
      <w:r w:rsidRPr="007E0B1D">
        <w:rPr>
          <w:rtl/>
        </w:rPr>
        <w:t xml:space="preserve"> وج 2 ص 28 وص 63 وص 73 وص 82 وص 83 وص 91 وص 169 وص 226 وص 260 وص 271 وص 275 وص 335</w:t>
      </w:r>
      <w:r w:rsidR="00D8054C">
        <w:rPr>
          <w:rtl/>
        </w:rPr>
        <w:t>،</w:t>
      </w:r>
      <w:r w:rsidRPr="007E0B1D">
        <w:rPr>
          <w:rtl/>
        </w:rPr>
        <w:t xml:space="preserve"> وج 3 ص 26 وص 28 وص 44 وص 60 وص 90 وص 96 وص 110 وص 121 وص 123 وص 133 وص 165 وص 166 وص 217 وص 262 وص 265 وص 294 وص 306</w:t>
      </w:r>
      <w:r w:rsidR="00D8054C">
        <w:rPr>
          <w:rtl/>
        </w:rPr>
        <w:t>،</w:t>
      </w:r>
      <w:r w:rsidRPr="007E0B1D">
        <w:rPr>
          <w:rtl/>
        </w:rPr>
        <w:t xml:space="preserve"> وج 4 ص 84 وص 88 وص 96 وص 240. رجال ابن داود </w:t>
      </w:r>
      <w:r w:rsidR="00D8054C">
        <w:rPr>
          <w:rtl/>
        </w:rPr>
        <w:t>(</w:t>
      </w:r>
      <w:r w:rsidRPr="007E0B1D">
        <w:rPr>
          <w:rtl/>
        </w:rPr>
        <w:t>قسم الثقات</w:t>
      </w:r>
      <w:r w:rsidR="00D8054C">
        <w:rPr>
          <w:rtl/>
        </w:rPr>
        <w:t>)</w:t>
      </w:r>
      <w:r w:rsidRPr="007E0B1D">
        <w:rPr>
          <w:rtl/>
        </w:rPr>
        <w:t xml:space="preserve"> ص 80.</w:t>
      </w:r>
      <w:r>
        <w:rPr>
          <w:rFonts w:hint="cs"/>
          <w:rtl/>
        </w:rPr>
        <w:t xml:space="preserve"> </w:t>
      </w:r>
      <w:r w:rsidRPr="007E0B1D">
        <w:rPr>
          <w:rtl/>
        </w:rPr>
        <w:t>معجم رجال الحديث ج 5 ص 243</w:t>
      </w:r>
      <w:r w:rsidR="00D8054C">
        <w:rPr>
          <w:rtl/>
        </w:rPr>
        <w:t xml:space="preserve"> - </w:t>
      </w:r>
      <w:r w:rsidRPr="007E0B1D">
        <w:rPr>
          <w:rtl/>
        </w:rPr>
        <w:t xml:space="preserve">ص 265. أعيان الشيعة ج 7 ص 26. لسان الميزان ج 2 ص 284. فهرست النديم ص 277. الخصال ص 6 وص 39 وص 44 وص 50 وص 195 وص 284 وص 333 وص 383 وص 387 وص 390 وص 422 وص 449 وص 602 وص 647 وص 651. رجال الحلي </w:t>
      </w:r>
      <w:r w:rsidR="00D8054C">
        <w:rPr>
          <w:rtl/>
        </w:rPr>
        <w:t>(</w:t>
      </w:r>
      <w:r w:rsidRPr="007E0B1D">
        <w:rPr>
          <w:rtl/>
        </w:rPr>
        <w:t>قسم الثقات</w:t>
      </w:r>
      <w:r w:rsidR="00D8054C">
        <w:rPr>
          <w:rtl/>
        </w:rPr>
        <w:t>)</w:t>
      </w:r>
      <w:r w:rsidRPr="007E0B1D">
        <w:rPr>
          <w:rtl/>
        </w:rPr>
        <w:t xml:space="preserve"> ص 49. الكافي ج 1 ص 85</w:t>
      </w:r>
      <w:r w:rsidR="00D8054C">
        <w:rPr>
          <w:rtl/>
        </w:rPr>
        <w:t>،</w:t>
      </w:r>
      <w:r w:rsidRPr="007E0B1D">
        <w:rPr>
          <w:rtl/>
        </w:rPr>
        <w:t xml:space="preserve"> وج 2 ص 426</w:t>
      </w:r>
      <w:r w:rsidR="00D8054C">
        <w:rPr>
          <w:rtl/>
        </w:rPr>
        <w:t>،</w:t>
      </w:r>
      <w:r w:rsidRPr="007E0B1D">
        <w:rPr>
          <w:rtl/>
        </w:rPr>
        <w:t xml:space="preserve"> وج 3 ص 9</w:t>
      </w:r>
      <w:r w:rsidR="00D8054C">
        <w:rPr>
          <w:rtl/>
        </w:rPr>
        <w:t>،</w:t>
      </w:r>
      <w:r w:rsidRPr="007E0B1D">
        <w:rPr>
          <w:rtl/>
        </w:rPr>
        <w:t xml:space="preserve"> وج 4 ص 109 وص 485 وص 509 وص 586</w:t>
      </w:r>
      <w:r w:rsidR="00D8054C">
        <w:rPr>
          <w:rtl/>
        </w:rPr>
        <w:t>،</w:t>
      </w:r>
      <w:r w:rsidRPr="007E0B1D">
        <w:rPr>
          <w:rtl/>
        </w:rPr>
        <w:t xml:space="preserve"> وج 5 ص 189 وص 200 وص 249 وص 405</w:t>
      </w:r>
      <w:r w:rsidR="00D8054C">
        <w:rPr>
          <w:rtl/>
        </w:rPr>
        <w:t>،</w:t>
      </w:r>
      <w:r w:rsidRPr="007E0B1D">
        <w:rPr>
          <w:rtl/>
        </w:rPr>
        <w:t xml:space="preserve"> وج 6 ص 11</w:t>
      </w:r>
      <w:r w:rsidR="00D8054C">
        <w:rPr>
          <w:rtl/>
        </w:rPr>
        <w:t>،</w:t>
      </w:r>
      <w:r w:rsidRPr="007E0B1D">
        <w:rPr>
          <w:rtl/>
        </w:rPr>
        <w:t xml:space="preserve"> وج 7 ص 11 وص 171 وص 221 وص 292 وص 432. وسائل الشيعة ج 20 ص 175. التوحيد ص 99 وص 107 وص 113 وص 145 وص 146 وص 154 وص 164 وص 167 وص 173 وص 242 وص 283 وص 292 وص 317 وص 328 وص 346 وص 349 وص 352</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360 وص 410. هدية العارفين ج 1 ص 331 وفيه</w:t>
      </w:r>
      <w:r w:rsidR="00D8054C">
        <w:rPr>
          <w:rtl/>
        </w:rPr>
        <w:t>:</w:t>
      </w:r>
      <w:r w:rsidRPr="007E0B1D">
        <w:rPr>
          <w:rtl/>
        </w:rPr>
        <w:t xml:space="preserve"> توفي حدود سنة 275 ه‍</w:t>
      </w:r>
      <w:r>
        <w:rPr>
          <w:rtl/>
        </w:rPr>
        <w:t>.</w:t>
      </w:r>
      <w:r w:rsidRPr="007E0B1D">
        <w:rPr>
          <w:rtl/>
        </w:rPr>
        <w:t xml:space="preserve"> كشف الحجب والاستار ص 555. رجال النجاشي ص 42.</w:t>
      </w:r>
      <w:r>
        <w:rPr>
          <w:rFonts w:hint="cs"/>
          <w:rtl/>
        </w:rPr>
        <w:t xml:space="preserve"> </w:t>
      </w:r>
      <w:r w:rsidRPr="007E0B1D">
        <w:rPr>
          <w:rtl/>
        </w:rPr>
        <w:t xml:space="preserve">الاختصاص ص 5 وص 199 وص 248 وص 254 وص 276 وص 278 وص 280 وص 282 وص 284 وص 286 وص 289 وص 301 وص 310 وص 311 وص 314 وص 319 وص 325 وص 327 </w:t>
      </w:r>
      <w:r>
        <w:rPr>
          <w:rtl/>
        </w:rPr>
        <w:t>و 3</w:t>
      </w:r>
      <w:r w:rsidRPr="007E0B1D">
        <w:rPr>
          <w:rtl/>
        </w:rPr>
        <w:t>30. التهذيب ج 1 ص 47 وص 228 وص 244</w:t>
      </w:r>
      <w:r w:rsidR="00D8054C">
        <w:rPr>
          <w:rtl/>
        </w:rPr>
        <w:t>،</w:t>
      </w:r>
      <w:r w:rsidRPr="007E0B1D">
        <w:rPr>
          <w:rtl/>
        </w:rPr>
        <w:t xml:space="preserve"> وج 2 ص 49 وص 63 وص 127 وص 131 وص 146 وص 206 وص 255 وص 345 وص 347 وص 350 وص 362</w:t>
      </w:r>
      <w:r w:rsidR="00D8054C">
        <w:rPr>
          <w:rtl/>
        </w:rPr>
        <w:t>،</w:t>
      </w:r>
      <w:r w:rsidRPr="007E0B1D">
        <w:rPr>
          <w:rtl/>
        </w:rPr>
        <w:t xml:space="preserve"> وج 3 ص 130 وص 186 وص 229 وص 305</w:t>
      </w:r>
      <w:r w:rsidR="00D8054C">
        <w:rPr>
          <w:rtl/>
        </w:rPr>
        <w:t>،</w:t>
      </w:r>
      <w:r w:rsidRPr="007E0B1D">
        <w:rPr>
          <w:rtl/>
        </w:rPr>
        <w:t xml:space="preserve"> وج 4 ص 34 وص 46 وص 156 وص 158 وص 178 وص 261 وص 272</w:t>
      </w:r>
      <w:r w:rsidR="00D8054C">
        <w:rPr>
          <w:rtl/>
        </w:rPr>
        <w:t>،</w:t>
      </w:r>
      <w:r w:rsidRPr="007E0B1D">
        <w:rPr>
          <w:rtl/>
        </w:rPr>
        <w:t xml:space="preserve"> وج 5 ص 38 وص 84 وص 123 وص 218 وص 263 وص 431</w:t>
      </w:r>
      <w:r w:rsidR="00D8054C">
        <w:rPr>
          <w:rtl/>
        </w:rPr>
        <w:t>،</w:t>
      </w:r>
      <w:r w:rsidRPr="007E0B1D">
        <w:rPr>
          <w:rtl/>
        </w:rPr>
        <w:t xml:space="preserve"> وج 6 ص 266 وص 267 وص 287 وص 297 وص 337 وص 338 وص 347 وص 352 وص 359 وص 375</w:t>
      </w:r>
      <w:r w:rsidR="00D8054C">
        <w:rPr>
          <w:rtl/>
        </w:rPr>
        <w:t>،</w:t>
      </w:r>
      <w:r w:rsidRPr="007E0B1D">
        <w:rPr>
          <w:rtl/>
        </w:rPr>
        <w:t xml:space="preserve"> وج 7 ص 53 وص 60 وص 89 وص 93 وص 94 وص 102 وص 111 وص 148 وص 173 وص 175 وص 200 وص 220 وص 328 وص 350</w:t>
      </w:r>
      <w:r w:rsidR="00D8054C">
        <w:rPr>
          <w:rtl/>
        </w:rPr>
        <w:t>،</w:t>
      </w:r>
      <w:r w:rsidRPr="007E0B1D">
        <w:rPr>
          <w:rtl/>
        </w:rPr>
        <w:t xml:space="preserve"> وج 8 ص 20 وص 22 وص 61 وص 70 وص 79 وص 255</w:t>
      </w:r>
      <w:r w:rsidR="00D8054C">
        <w:rPr>
          <w:rtl/>
        </w:rPr>
        <w:t>،</w:t>
      </w:r>
      <w:r w:rsidRPr="007E0B1D">
        <w:rPr>
          <w:rtl/>
        </w:rPr>
        <w:t xml:space="preserve"> وج 9 ص 68 وص 71 وص 124 وص 150 وص 180</w:t>
      </w:r>
      <w:r w:rsidR="00D8054C">
        <w:rPr>
          <w:rtl/>
        </w:rPr>
        <w:t>،</w:t>
      </w:r>
      <w:r w:rsidRPr="007E0B1D">
        <w:rPr>
          <w:rtl/>
        </w:rPr>
        <w:t xml:space="preserve"> وج 10 ص 97 وص 101 وص 208. طرائف المقال ج 1 ص 299. رجال الأنصاري ص 67. منهج المقال ص 113. الوجيزة ص 17.</w:t>
      </w:r>
      <w:r>
        <w:rPr>
          <w:rFonts w:hint="cs"/>
          <w:rtl/>
        </w:rPr>
        <w:t xml:space="preserve"> </w:t>
      </w:r>
      <w:r w:rsidRPr="007E0B1D">
        <w:rPr>
          <w:rtl/>
        </w:rPr>
        <w:t>اتقان المقال ص 49. ثقات الرواة للشهرستاني ص 25.</w:t>
      </w:r>
    </w:p>
    <w:p w:rsidR="008867CD" w:rsidRPr="007E0B1D" w:rsidRDefault="008867CD" w:rsidP="008867CD">
      <w:pPr>
        <w:pStyle w:val="libBold1"/>
        <w:rPr>
          <w:rtl/>
        </w:rPr>
      </w:pPr>
      <w:r w:rsidRPr="007E0B1D">
        <w:rPr>
          <w:rtl/>
        </w:rPr>
        <w:t>54</w:t>
      </w:r>
      <w:r w:rsidR="00D8054C">
        <w:rPr>
          <w:rtl/>
        </w:rPr>
        <w:t xml:space="preserve"> - </w:t>
      </w:r>
      <w:r w:rsidRPr="007E0B1D">
        <w:rPr>
          <w:rtl/>
        </w:rPr>
        <w:t>الحسين بن سهل</w:t>
      </w:r>
    </w:p>
    <w:p w:rsidR="008867CD" w:rsidRPr="007E0B1D" w:rsidRDefault="008867CD" w:rsidP="008867CD">
      <w:pPr>
        <w:pStyle w:val="libNormal"/>
        <w:rPr>
          <w:rtl/>
        </w:rPr>
      </w:pPr>
      <w:r w:rsidRPr="007E0B1D">
        <w:rPr>
          <w:rtl/>
        </w:rPr>
        <w:t>الحسين بن سهل بن نوح.</w:t>
      </w:r>
    </w:p>
    <w:p w:rsidR="008867CD" w:rsidRPr="007E0B1D" w:rsidRDefault="008867CD" w:rsidP="008867CD">
      <w:pPr>
        <w:pStyle w:val="libNormal"/>
        <w:rPr>
          <w:rtl/>
        </w:rPr>
      </w:pPr>
      <w:r w:rsidRPr="007E0B1D">
        <w:rPr>
          <w:rtl/>
        </w:rPr>
        <w:t>من علماء الشيعة الذين عرفوا بالتدين والحفظ</w:t>
      </w:r>
      <w:r w:rsidR="00D8054C">
        <w:rPr>
          <w:rtl/>
        </w:rPr>
        <w:t>،</w:t>
      </w:r>
      <w:r w:rsidRPr="007E0B1D">
        <w:rPr>
          <w:rtl/>
        </w:rPr>
        <w:t xml:space="preserve"> وأحد اصحاب الامام الجواد </w:t>
      </w:r>
      <w:r w:rsidR="00D8054C" w:rsidRPr="00D8054C">
        <w:rPr>
          <w:rStyle w:val="libAlaemChar"/>
          <w:rtl/>
        </w:rPr>
        <w:t>عليه‌السلام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 رجال البرقي في أصحاب الجواد ص 56. لسان الميزان ج 2 ص 286. نقد الرجال ص 105.</w:t>
      </w:r>
      <w:r>
        <w:rPr>
          <w:rFonts w:hint="cs"/>
          <w:rtl/>
        </w:rPr>
        <w:t xml:space="preserve"> </w:t>
      </w:r>
      <w:r w:rsidRPr="007E0B1D">
        <w:rPr>
          <w:rtl/>
        </w:rPr>
        <w:t>منتهى المقال ص 106. معجم رجال الحديث ج 5 ص 266. مجمع الرجال ج 2 ص 180. منهج المقال ص 113. طرائف المقال ج 1 ص 299 وفيه</w:t>
      </w:r>
      <w:r w:rsidR="00D8054C">
        <w:rPr>
          <w:rtl/>
        </w:rPr>
        <w:t>:</w:t>
      </w:r>
      <w:r w:rsidRPr="007E0B1D">
        <w:rPr>
          <w:rtl/>
        </w:rPr>
        <w:t xml:space="preserve"> الصواب هو التوقف في روايته.</w:t>
      </w:r>
    </w:p>
    <w:p w:rsidR="008867CD" w:rsidRPr="007E0B1D" w:rsidRDefault="008867CD" w:rsidP="008867CD">
      <w:pPr>
        <w:pStyle w:val="libCenterBold1"/>
        <w:rPr>
          <w:rtl/>
        </w:rPr>
      </w:pPr>
      <w:r w:rsidRPr="007E0B1D">
        <w:rPr>
          <w:rtl/>
        </w:rPr>
        <w:t>55</w:t>
      </w:r>
      <w:r w:rsidR="00D8054C">
        <w:rPr>
          <w:rtl/>
        </w:rPr>
        <w:t xml:space="preserve"> - </w:t>
      </w:r>
      <w:r w:rsidRPr="007E0B1D">
        <w:rPr>
          <w:rtl/>
        </w:rPr>
        <w:t>القمي</w:t>
      </w:r>
    </w:p>
    <w:p w:rsidR="008867CD" w:rsidRPr="007E0B1D" w:rsidRDefault="008867CD" w:rsidP="008867CD">
      <w:pPr>
        <w:pStyle w:val="libNormal"/>
        <w:rPr>
          <w:rtl/>
        </w:rPr>
      </w:pPr>
      <w:r w:rsidRPr="007E0B1D">
        <w:rPr>
          <w:rtl/>
        </w:rPr>
        <w:t>الحسين بن علي القمي.</w:t>
      </w:r>
    </w:p>
    <w:p w:rsidR="008867CD" w:rsidRPr="007E0B1D" w:rsidRDefault="008867CD" w:rsidP="008867CD">
      <w:pPr>
        <w:pStyle w:val="libNormal"/>
        <w:rPr>
          <w:rtl/>
        </w:rPr>
      </w:pPr>
      <w:r w:rsidRPr="007E0B1D">
        <w:rPr>
          <w:rtl/>
        </w:rPr>
        <w:t xml:space="preserve">لم أقف على تفاصيل أحواله سوى صحبته للامام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 جامع الرواة ج 1 ص 249. معجم رجال الحديث ج 6 ص 57. أعيان الشيعة ج 6 ص 121.</w:t>
      </w:r>
      <w:r>
        <w:rPr>
          <w:rFonts w:hint="cs"/>
          <w:rtl/>
        </w:rPr>
        <w:t xml:space="preserve"> </w:t>
      </w:r>
      <w:r w:rsidRPr="007E0B1D">
        <w:rPr>
          <w:rtl/>
        </w:rPr>
        <w:t>الجامع في الرجال ج 1 ص 618 وص 621. العندبيل ج 1 ص 196 وفيه</w:t>
      </w:r>
      <w:r w:rsidR="00D8054C">
        <w:rPr>
          <w:rtl/>
        </w:rPr>
        <w:t>:</w:t>
      </w:r>
      <w:r w:rsidRPr="007E0B1D">
        <w:rPr>
          <w:rtl/>
        </w:rPr>
        <w:t xml:space="preserve"> مهمل.</w:t>
      </w:r>
      <w:r>
        <w:rPr>
          <w:rFonts w:hint="cs"/>
          <w:rtl/>
        </w:rPr>
        <w:t xml:space="preserve"> </w:t>
      </w:r>
      <w:r w:rsidRPr="007E0B1D">
        <w:rPr>
          <w:rtl/>
        </w:rPr>
        <w:t>تنقيح المقال ج 1 ص 339 وفيه</w:t>
      </w:r>
      <w:r w:rsidR="00D8054C">
        <w:rPr>
          <w:rtl/>
        </w:rPr>
        <w:t>:</w:t>
      </w:r>
      <w:r w:rsidRPr="007E0B1D">
        <w:rPr>
          <w:rtl/>
        </w:rPr>
        <w:t xml:space="preserve"> وظاهره كونه اماميا الا ان حاله مجهول.</w:t>
      </w:r>
      <w:r>
        <w:rPr>
          <w:rFonts w:hint="cs"/>
          <w:rtl/>
        </w:rPr>
        <w:t xml:space="preserve"> </w:t>
      </w:r>
      <w:r w:rsidRPr="007E0B1D">
        <w:rPr>
          <w:rtl/>
        </w:rPr>
        <w:t>طرائف المقال ج 1 ص 300 وفيه</w:t>
      </w:r>
      <w:r w:rsidR="00D8054C">
        <w:rPr>
          <w:rtl/>
        </w:rPr>
        <w:t>:</w:t>
      </w:r>
      <w:r w:rsidRPr="007E0B1D">
        <w:rPr>
          <w:rtl/>
        </w:rPr>
        <w:t xml:space="preserve"> لم أجد فيه ما يوجب على قبول روايته.</w:t>
      </w:r>
      <w:r>
        <w:rPr>
          <w:rFonts w:hint="cs"/>
          <w:rtl/>
        </w:rPr>
        <w:t xml:space="preserve"> </w:t>
      </w:r>
      <w:r w:rsidRPr="007E0B1D">
        <w:rPr>
          <w:rtl/>
        </w:rPr>
        <w:t>مجمع الرجال ج 2 ص 191. منهج المقال ص 115.</w:t>
      </w:r>
    </w:p>
    <w:p w:rsidR="008867CD" w:rsidRPr="007E0B1D" w:rsidRDefault="008867CD" w:rsidP="008867CD">
      <w:pPr>
        <w:pStyle w:val="libCenterBold1"/>
        <w:rPr>
          <w:rtl/>
        </w:rPr>
      </w:pPr>
      <w:r w:rsidRPr="007E0B1D">
        <w:rPr>
          <w:rtl/>
        </w:rPr>
        <w:t>56</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الحسين</w:t>
      </w:r>
      <w:r w:rsidR="00D8054C">
        <w:rPr>
          <w:rtl/>
        </w:rPr>
        <w:t>،</w:t>
      </w:r>
      <w:r w:rsidRPr="007E0B1D">
        <w:rPr>
          <w:rtl/>
        </w:rPr>
        <w:t xml:space="preserve"> وقيل الحسن بن محمّد الأشعري</w:t>
      </w:r>
      <w:r w:rsidR="00D8054C">
        <w:rPr>
          <w:rtl/>
        </w:rPr>
        <w:t>،</w:t>
      </w:r>
      <w:r w:rsidRPr="007E0B1D">
        <w:rPr>
          <w:rtl/>
        </w:rPr>
        <w:t xml:space="preserve"> القمي.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صحب الأئمة الكاظم والرضا والجواد </w:t>
      </w:r>
      <w:r w:rsidR="00D8054C" w:rsidRPr="00D8054C">
        <w:rPr>
          <w:rStyle w:val="libAlaemChar"/>
          <w:rtl/>
        </w:rPr>
        <w:t>عليهم‌السلام</w:t>
      </w:r>
      <w:r w:rsidRPr="007E0B1D">
        <w:rPr>
          <w:rtl/>
        </w:rPr>
        <w:t xml:space="preserve"> وروى عنهم.</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روى عنه ابراهيم بن هاشم القمي</w:t>
      </w:r>
      <w:r w:rsidR="00D8054C">
        <w:rPr>
          <w:rtl/>
        </w:rPr>
        <w:t>،</w:t>
      </w:r>
      <w:r w:rsidRPr="007E0B1D">
        <w:rPr>
          <w:rtl/>
        </w:rPr>
        <w:t xml:space="preserve"> والخيبري</w:t>
      </w:r>
      <w:r w:rsidR="00D8054C">
        <w:rPr>
          <w:rtl/>
        </w:rPr>
        <w:t>،</w:t>
      </w:r>
      <w:r w:rsidRPr="007E0B1D">
        <w:rPr>
          <w:rtl/>
        </w:rPr>
        <w:t xml:space="preserve"> وعلي بن الريان.</w:t>
      </w:r>
    </w:p>
    <w:p w:rsidR="008867CD" w:rsidRPr="007E0B1D" w:rsidRDefault="008867CD" w:rsidP="008867CD">
      <w:pPr>
        <w:pStyle w:val="libNormal"/>
        <w:rPr>
          <w:rtl/>
        </w:rPr>
      </w:pPr>
      <w:r w:rsidRPr="007E0B1D">
        <w:rPr>
          <w:rtl/>
        </w:rPr>
        <w:t>كان حيا قبل سنة 219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الكاظم </w:t>
      </w:r>
      <w:r w:rsidR="00D8054C" w:rsidRPr="00D8054C">
        <w:rPr>
          <w:rStyle w:val="libAlaemChar"/>
          <w:rtl/>
        </w:rPr>
        <w:t>عليه‌السلام</w:t>
      </w:r>
      <w:r w:rsidRPr="007E0B1D">
        <w:rPr>
          <w:rtl/>
        </w:rPr>
        <w:t xml:space="preserve"> ص 348</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400. التهذيب ج 6 ص 46 وص 81. تنقيح المقال ج 1 ص 342 وفيه</w:t>
      </w:r>
      <w:r w:rsidR="00D8054C">
        <w:rPr>
          <w:rtl/>
        </w:rPr>
        <w:t>:</w:t>
      </w:r>
      <w:r>
        <w:rPr>
          <w:rFonts w:hint="cs"/>
          <w:rtl/>
        </w:rPr>
        <w:t xml:space="preserve"> </w:t>
      </w:r>
      <w:r w:rsidRPr="007E0B1D">
        <w:rPr>
          <w:rtl/>
        </w:rPr>
        <w:t>وظاهره كونه اماميا الا ان حاله مجهول. العندبيل ج 1 ص 201 وفيه</w:t>
      </w:r>
      <w:r w:rsidR="00D8054C">
        <w:rPr>
          <w:rtl/>
        </w:rPr>
        <w:t>:</w:t>
      </w:r>
      <w:r w:rsidRPr="007E0B1D">
        <w:rPr>
          <w:rtl/>
        </w:rPr>
        <w:t xml:space="preserve"> مهمل.</w:t>
      </w:r>
      <w:r>
        <w:rPr>
          <w:rFonts w:hint="cs"/>
          <w:rtl/>
        </w:rPr>
        <w:t xml:space="preserve"> </w:t>
      </w:r>
      <w:r w:rsidRPr="007E0B1D">
        <w:rPr>
          <w:rtl/>
        </w:rPr>
        <w:t>مشيخة الفقيه ص 123. الجامع في الرجال ج 1 ص 629. كامل الزيارات ص 299. من لا يحضره الفقيه ج 2 ص 348. جامع الرواة ج 1 ص 253. مجمع الرجال ج 2 ص 197. الكافي ج 4 ص 583. معجم رجال الحديث ج 6 ص 73 وص 83. طرائف المقال ج 1 ص 301 وفيه</w:t>
      </w:r>
      <w:r w:rsidR="00D8054C">
        <w:rPr>
          <w:rtl/>
        </w:rPr>
        <w:t>:</w:t>
      </w:r>
      <w:r w:rsidRPr="007E0B1D">
        <w:rPr>
          <w:rtl/>
        </w:rPr>
        <w:t xml:space="preserve"> غير مقبول القول لعدم ما يوجب القبول. منهج المقال ص 116.</w:t>
      </w:r>
    </w:p>
    <w:p w:rsidR="008867CD" w:rsidRPr="007E0B1D" w:rsidRDefault="008867CD" w:rsidP="008867CD">
      <w:pPr>
        <w:pStyle w:val="libCenterBold1"/>
        <w:rPr>
          <w:rtl/>
        </w:rPr>
      </w:pPr>
      <w:r w:rsidRPr="007E0B1D">
        <w:rPr>
          <w:rtl/>
        </w:rPr>
        <w:t>57</w:t>
      </w:r>
      <w:r w:rsidR="00D8054C">
        <w:rPr>
          <w:rtl/>
        </w:rPr>
        <w:t xml:space="preserve"> - </w:t>
      </w:r>
      <w:r w:rsidRPr="007E0B1D">
        <w:rPr>
          <w:rtl/>
        </w:rPr>
        <w:t>الحسين بن مسلم</w:t>
      </w:r>
    </w:p>
    <w:p w:rsidR="008867CD" w:rsidRPr="007E0B1D" w:rsidRDefault="008867CD" w:rsidP="008867CD">
      <w:pPr>
        <w:pStyle w:val="libNormal"/>
        <w:rPr>
          <w:rtl/>
        </w:rPr>
      </w:pPr>
      <w:r w:rsidRPr="007E0B1D">
        <w:rPr>
          <w:rtl/>
        </w:rPr>
        <w:t>الحسين</w:t>
      </w:r>
      <w:r w:rsidR="00D8054C">
        <w:rPr>
          <w:rtl/>
        </w:rPr>
        <w:t>،</w:t>
      </w:r>
      <w:r w:rsidRPr="007E0B1D">
        <w:rPr>
          <w:rtl/>
        </w:rPr>
        <w:t xml:space="preserve"> وقيل الحسن بن مسلم</w:t>
      </w:r>
      <w:r w:rsidR="00D8054C">
        <w:rPr>
          <w:rtl/>
        </w:rPr>
        <w:t>،</w:t>
      </w:r>
      <w:r w:rsidRPr="007E0B1D">
        <w:rPr>
          <w:rtl/>
        </w:rPr>
        <w:t xml:space="preserve"> وقيل أسلم</w:t>
      </w:r>
      <w:r w:rsidR="00D8054C">
        <w:rPr>
          <w:rtl/>
        </w:rPr>
        <w:t>،</w:t>
      </w:r>
      <w:r w:rsidRPr="007E0B1D">
        <w:rPr>
          <w:rtl/>
        </w:rPr>
        <w:t xml:space="preserve"> وقيل أسد.</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وثقة بعضهم وجعله آخرون في عداد المجهولين.</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اسماعيل</w:t>
      </w:r>
      <w:r w:rsidR="00D8054C">
        <w:rPr>
          <w:rtl/>
        </w:rPr>
        <w:t>،</w:t>
      </w:r>
      <w:r w:rsidRPr="007E0B1D">
        <w:rPr>
          <w:rtl/>
        </w:rPr>
        <w:t xml:space="preserve"> والحسين بن راشد</w:t>
      </w:r>
      <w:r w:rsidR="00D8054C">
        <w:rPr>
          <w:rtl/>
        </w:rPr>
        <w:t>،</w:t>
      </w:r>
      <w:r w:rsidRPr="007E0B1D">
        <w:rPr>
          <w:rtl/>
        </w:rPr>
        <w:t xml:space="preserve"> وأحمد بن محمّد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 جامع الرواة ج 1 ص 190 وص 233 وص 255. العندبيل ج 1 ص 203 وفيه</w:t>
      </w:r>
      <w:r w:rsidR="00D8054C">
        <w:rPr>
          <w:rtl/>
        </w:rPr>
        <w:t>:</w:t>
      </w:r>
      <w:r w:rsidRPr="007E0B1D">
        <w:rPr>
          <w:rtl/>
        </w:rPr>
        <w:t xml:space="preserve"> مهمل. الجامع في</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الرجال ج 1 ص 633. معجم رجال الحديث ج 5 ص 139 وص 198</w:t>
      </w:r>
      <w:r w:rsidR="00D8054C">
        <w:rPr>
          <w:rtl/>
        </w:rPr>
        <w:t>،</w:t>
      </w:r>
      <w:r w:rsidRPr="007E0B1D">
        <w:rPr>
          <w:rtl/>
        </w:rPr>
        <w:t xml:space="preserve"> وج 6 ص 91. أعيان الشيعة ج 6 ص 173. المناقب ج 4 ص 380. تنقيح المقال ج 1 ص 345 وفيه</w:t>
      </w:r>
      <w:r w:rsidR="00D8054C">
        <w:rPr>
          <w:rtl/>
        </w:rPr>
        <w:t>:</w:t>
      </w:r>
      <w:r w:rsidRPr="007E0B1D">
        <w:rPr>
          <w:rtl/>
        </w:rPr>
        <w:t xml:space="preserve"> وظاهره كونه اماميا الا ان حاله مجهول. منتهى المقال ص 106.</w:t>
      </w:r>
      <w:r>
        <w:rPr>
          <w:rFonts w:hint="cs"/>
          <w:rtl/>
        </w:rPr>
        <w:t xml:space="preserve"> </w:t>
      </w:r>
      <w:r w:rsidRPr="007E0B1D">
        <w:rPr>
          <w:rtl/>
        </w:rPr>
        <w:t xml:space="preserve">رجال البرقي في أصحاب الجواد </w:t>
      </w:r>
      <w:r w:rsidR="00D8054C" w:rsidRPr="00D8054C">
        <w:rPr>
          <w:rStyle w:val="libAlaemChar"/>
          <w:rtl/>
        </w:rPr>
        <w:t>عليه‌السلام</w:t>
      </w:r>
      <w:r w:rsidRPr="007E0B1D">
        <w:rPr>
          <w:rtl/>
        </w:rPr>
        <w:t xml:space="preserve"> ص 57. نقد الرجال ص 110. مجمع الرجال ج 2 ص 199. الكافي ج 3 ص 290</w:t>
      </w:r>
      <w:r w:rsidR="00D8054C">
        <w:rPr>
          <w:rtl/>
        </w:rPr>
        <w:t>،</w:t>
      </w:r>
      <w:r w:rsidRPr="007E0B1D">
        <w:rPr>
          <w:rtl/>
        </w:rPr>
        <w:t xml:space="preserve"> وج 4 ص 439 وص 547. من لا يحضره الفقيه ج 2 ص 225. طرائف المقال ج 1 ص 301 وفيه</w:t>
      </w:r>
      <w:r w:rsidR="00D8054C">
        <w:rPr>
          <w:rtl/>
        </w:rPr>
        <w:t>:</w:t>
      </w:r>
      <w:r w:rsidRPr="007E0B1D">
        <w:rPr>
          <w:rtl/>
        </w:rPr>
        <w:t xml:space="preserve"> غير مقبول الرواية. الوجيزة ص 16. منهج المقال ص 117. اتقان المقال ص 47.</w:t>
      </w:r>
    </w:p>
    <w:p w:rsidR="008867CD" w:rsidRPr="007E0B1D" w:rsidRDefault="008867CD" w:rsidP="008867CD">
      <w:pPr>
        <w:pStyle w:val="libCenterBold1"/>
        <w:rPr>
          <w:rtl/>
        </w:rPr>
      </w:pPr>
      <w:r w:rsidRPr="007E0B1D">
        <w:rPr>
          <w:rtl/>
        </w:rPr>
        <w:t>58</w:t>
      </w:r>
      <w:r w:rsidR="00D8054C">
        <w:rPr>
          <w:rtl/>
        </w:rPr>
        <w:t xml:space="preserve"> - </w:t>
      </w:r>
      <w:r w:rsidRPr="007E0B1D">
        <w:rPr>
          <w:rtl/>
        </w:rPr>
        <w:t>ابن أبي الحصين</w:t>
      </w:r>
    </w:p>
    <w:p w:rsidR="008867CD" w:rsidRPr="007E0B1D" w:rsidRDefault="008867CD" w:rsidP="008867CD">
      <w:pPr>
        <w:pStyle w:val="libNormal"/>
        <w:rPr>
          <w:rtl/>
        </w:rPr>
      </w:pPr>
      <w:r w:rsidRPr="007E0B1D">
        <w:rPr>
          <w:rtl/>
        </w:rPr>
        <w:t>الحصين بن أبي الحصين</w:t>
      </w:r>
      <w:r w:rsidR="00D8054C">
        <w:rPr>
          <w:rtl/>
        </w:rPr>
        <w:t>،</w:t>
      </w:r>
      <w:r w:rsidRPr="007E0B1D">
        <w:rPr>
          <w:rtl/>
        </w:rPr>
        <w:t xml:space="preserve"> وبعضهم وحده مع أبي الحصين بن الحصين الحضيني والله أعلم.</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سأل الامام الجواد </w:t>
      </w:r>
      <w:r w:rsidR="00D8054C" w:rsidRPr="00D8054C">
        <w:rPr>
          <w:rStyle w:val="libAlaemChar"/>
          <w:rtl/>
        </w:rPr>
        <w:t>عليه‌السلام</w:t>
      </w:r>
      <w:r w:rsidRPr="007E0B1D">
        <w:rPr>
          <w:rtl/>
        </w:rPr>
        <w:t xml:space="preserve"> مكاتبة وروى عنه.</w:t>
      </w:r>
    </w:p>
    <w:p w:rsidR="008867CD" w:rsidRPr="007E0B1D" w:rsidRDefault="008867CD" w:rsidP="008867CD">
      <w:pPr>
        <w:pStyle w:val="libNormal"/>
        <w:rPr>
          <w:rtl/>
        </w:rPr>
      </w:pPr>
      <w:r w:rsidRPr="007E0B1D">
        <w:rPr>
          <w:rtl/>
        </w:rPr>
        <w:t>روى عنه الحسين بن سعيد.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التهذيب ج 2 ص 36. منتهى المقال ص 115. الجامع في الرجال ج 1 ص 642. تنقيح المقال ج 1 ص 349. خاتمة المستدرك ص 794. الاستبصار ج 1 ص 274. جامع الرواة ج 1 ص 259. معجم رجال الحديث ج 6 ص 123.</w:t>
      </w:r>
      <w:r>
        <w:rPr>
          <w:rFonts w:hint="cs"/>
          <w:rtl/>
        </w:rPr>
        <w:t xml:space="preserve"> </w:t>
      </w:r>
      <w:r w:rsidRPr="007E0B1D">
        <w:rPr>
          <w:rtl/>
        </w:rPr>
        <w:t>منهج المقال ص 386. طرائف المقال ج 1 ص 302.</w:t>
      </w:r>
    </w:p>
    <w:p w:rsidR="008867CD" w:rsidRPr="007E0B1D" w:rsidRDefault="008867CD" w:rsidP="008867CD">
      <w:pPr>
        <w:pStyle w:val="libCenterBold1"/>
        <w:rPr>
          <w:rtl/>
        </w:rPr>
      </w:pPr>
      <w:r w:rsidRPr="007E0B1D">
        <w:rPr>
          <w:rtl/>
        </w:rPr>
        <w:t>59</w:t>
      </w:r>
      <w:r w:rsidR="00D8054C">
        <w:rPr>
          <w:rtl/>
        </w:rPr>
        <w:t xml:space="preserve"> - </w:t>
      </w:r>
      <w:r w:rsidRPr="007E0B1D">
        <w:rPr>
          <w:rtl/>
        </w:rPr>
        <w:t>الحضيني</w:t>
      </w:r>
    </w:p>
    <w:p w:rsidR="008867CD" w:rsidRPr="007E0B1D" w:rsidRDefault="008867CD" w:rsidP="008867CD">
      <w:pPr>
        <w:pStyle w:val="libNormal"/>
        <w:rPr>
          <w:rtl/>
        </w:rPr>
      </w:pPr>
      <w:r w:rsidRPr="007E0B1D">
        <w:rPr>
          <w:rtl/>
        </w:rPr>
        <w:t>أبو الحصين</w:t>
      </w:r>
      <w:r w:rsidR="00D8054C">
        <w:rPr>
          <w:rtl/>
        </w:rPr>
        <w:t>،</w:t>
      </w:r>
      <w:r w:rsidRPr="007E0B1D">
        <w:rPr>
          <w:rtl/>
        </w:rPr>
        <w:t xml:space="preserve"> وقيل أبو الحسن بن الحصين الحضيني</w:t>
      </w:r>
      <w:r w:rsidR="00D8054C">
        <w:rPr>
          <w:rtl/>
        </w:rPr>
        <w:t>،</w:t>
      </w:r>
      <w:r w:rsidRPr="007E0B1D">
        <w:rPr>
          <w:rtl/>
        </w:rPr>
        <w:t xml:space="preserve"> وقيل الحصيني</w:t>
      </w:r>
      <w:r w:rsidR="00D8054C">
        <w:rPr>
          <w:rtl/>
        </w:rPr>
        <w:t>،</w:t>
      </w:r>
      <w:r w:rsidRPr="007E0B1D">
        <w:rPr>
          <w:rtl/>
        </w:rPr>
        <w:t xml:space="preserve"> الأهوازي.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من ثقات محدثي الشيعة الامامية</w:t>
      </w:r>
      <w:r w:rsidR="00D8054C">
        <w:rPr>
          <w:rtl/>
        </w:rPr>
        <w:t>،</w:t>
      </w:r>
      <w:r w:rsidRPr="007E0B1D">
        <w:rPr>
          <w:rtl/>
        </w:rPr>
        <w:t xml:space="preserve"> نزل الأهواز وسكنها.</w:t>
      </w:r>
    </w:p>
    <w:p w:rsidR="008867CD" w:rsidRPr="007E0B1D" w:rsidRDefault="008867CD" w:rsidP="008867CD">
      <w:pPr>
        <w:pStyle w:val="libNormal"/>
        <w:rPr>
          <w:rtl/>
        </w:rPr>
      </w:pPr>
      <w:r w:rsidRPr="007E0B1D">
        <w:rPr>
          <w:rtl/>
        </w:rPr>
        <w:t xml:space="preserve">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408</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426. منتهى المقال ص 343. بهجة الآمال ج 7 ص 411. هداية المحدثين ص 271. رجال البرقي في أصحاب الجواد </w:t>
      </w:r>
      <w:r w:rsidR="00D8054C" w:rsidRPr="00D8054C">
        <w:rPr>
          <w:rStyle w:val="libAlaemChar"/>
          <w:rtl/>
        </w:rPr>
        <w:t>عليه‌السلام</w:t>
      </w:r>
      <w:r w:rsidRPr="007E0B1D">
        <w:rPr>
          <w:rtl/>
        </w:rPr>
        <w:t xml:space="preserve"> ص 56. تنقيح المقال ج 3 باب الكنى ص 13. وسائل الشيعة ج 20 ص 374. نقد الرجال ص 387. الكافي ج 3 ص 282. رجال الحلي </w:t>
      </w:r>
      <w:r w:rsidR="00D8054C">
        <w:rPr>
          <w:rtl/>
        </w:rPr>
        <w:t>(</w:t>
      </w:r>
      <w:r w:rsidRPr="007E0B1D">
        <w:rPr>
          <w:rtl/>
        </w:rPr>
        <w:t>قسم الثقات</w:t>
      </w:r>
      <w:r w:rsidR="00D8054C">
        <w:rPr>
          <w:rtl/>
        </w:rPr>
        <w:t>)</w:t>
      </w:r>
      <w:r w:rsidRPr="007E0B1D">
        <w:rPr>
          <w:rtl/>
        </w:rPr>
        <w:t xml:space="preserve"> ص 187. جامع الرواة ج 2 ص 379. معجم رجال الحديث ج 21 ص 111 وص 129. روضة المتقين ج 14 ص 481. مجمع الرجال ج 7 ص 32 وص 33. رجال ابن داود </w:t>
      </w:r>
      <w:r w:rsidR="00D8054C">
        <w:rPr>
          <w:rtl/>
        </w:rPr>
        <w:t>(</w:t>
      </w:r>
      <w:r w:rsidRPr="007E0B1D">
        <w:rPr>
          <w:rtl/>
        </w:rPr>
        <w:t>قسم الثقات</w:t>
      </w:r>
      <w:r w:rsidR="00D8054C">
        <w:rPr>
          <w:rtl/>
        </w:rPr>
        <w:t>)</w:t>
      </w:r>
      <w:r w:rsidRPr="007E0B1D">
        <w:rPr>
          <w:rtl/>
        </w:rPr>
        <w:t xml:space="preserve"> ص 216. طرائف المقال ج 1 ص 302 وص 378. رجال الأنصاري ص 216. منهج المقال ص 386. اتقان المقال ص 152. الوجيزة ص 61.</w:t>
      </w:r>
    </w:p>
    <w:p w:rsidR="008867CD" w:rsidRPr="007E0B1D" w:rsidRDefault="008867CD" w:rsidP="008867CD">
      <w:pPr>
        <w:pStyle w:val="libCenterBold1"/>
        <w:rPr>
          <w:rtl/>
        </w:rPr>
      </w:pPr>
      <w:r w:rsidRPr="007E0B1D">
        <w:rPr>
          <w:rtl/>
        </w:rPr>
        <w:t>60</w:t>
      </w:r>
      <w:r w:rsidR="00D8054C">
        <w:rPr>
          <w:rtl/>
        </w:rPr>
        <w:t xml:space="preserve"> - </w:t>
      </w:r>
      <w:r w:rsidRPr="007E0B1D">
        <w:rPr>
          <w:rtl/>
        </w:rPr>
        <w:t>الجوهري</w:t>
      </w:r>
    </w:p>
    <w:p w:rsidR="008867CD" w:rsidRPr="007E0B1D" w:rsidRDefault="008867CD" w:rsidP="008867CD">
      <w:pPr>
        <w:pStyle w:val="libNormal"/>
        <w:rPr>
          <w:rtl/>
        </w:rPr>
      </w:pPr>
      <w:r w:rsidRPr="007E0B1D">
        <w:rPr>
          <w:rtl/>
        </w:rPr>
        <w:t>حفص الجوهري</w:t>
      </w:r>
      <w:r w:rsidR="00D8054C">
        <w:rPr>
          <w:rtl/>
        </w:rPr>
        <w:t>،</w:t>
      </w:r>
      <w:r w:rsidRPr="007E0B1D">
        <w:rPr>
          <w:rtl/>
        </w:rPr>
        <w:t xml:space="preserve"> أبو عبد الله.</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عمر بن يزيد بياع السابري</w:t>
      </w:r>
      <w:r w:rsidR="00D8054C">
        <w:rPr>
          <w:rtl/>
        </w:rPr>
        <w:t>،</w:t>
      </w:r>
      <w:r w:rsidRPr="007E0B1D">
        <w:rPr>
          <w:rtl/>
        </w:rPr>
        <w:t xml:space="preserve"> ومحمّد بن عيسى.</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400. العندبيل ج 1 ص 220 وفيه</w:t>
      </w:r>
      <w:r w:rsidR="00D8054C">
        <w:rPr>
          <w:rtl/>
        </w:rPr>
        <w:t>:</w:t>
      </w:r>
      <w:r w:rsidRPr="007E0B1D">
        <w:rPr>
          <w:rtl/>
        </w:rPr>
        <w:t xml:space="preserve"> مهمل. التهذيب ج 2 ص 114</w:t>
      </w:r>
      <w:r w:rsidR="00D8054C">
        <w:rPr>
          <w:rtl/>
        </w:rPr>
        <w:t>،</w:t>
      </w:r>
      <w:r w:rsidRPr="007E0B1D">
        <w:rPr>
          <w:rtl/>
        </w:rPr>
        <w:t xml:space="preserve"> وج 7 ص 241. رجال البرقي أصحاب الجواد </w:t>
      </w:r>
      <w:r w:rsidR="00D8054C" w:rsidRPr="00D8054C">
        <w:rPr>
          <w:rStyle w:val="libAlaemChar"/>
          <w:rtl/>
        </w:rPr>
        <w:t>عليه‌السلام</w:t>
      </w:r>
      <w:r w:rsidRPr="007E0B1D">
        <w:rPr>
          <w:rtl/>
        </w:rPr>
        <w:t xml:space="preserve"> ص 56. تنقيح المقال ج 1 ص 352 وفيه</w:t>
      </w:r>
      <w:r w:rsidR="00D8054C">
        <w:rPr>
          <w:rtl/>
        </w:rPr>
        <w:t>:</w:t>
      </w:r>
      <w:r w:rsidRPr="007E0B1D">
        <w:rPr>
          <w:rtl/>
        </w:rPr>
        <w:t xml:space="preserve"> وظاهره كونه اماميا الا ان حاله مجهول. أعيان الشيعة ج 6 ص 201. جامع الرواة ج 1 ص 261. معجم رجال الحديث ج 6 ص 157. الجامع في الرجال ج 1 ص 646. مجمع الرجال ج 2 ص 210. الاستبصار ج 1 ص 347. طرائف المقال ج 1 ص 302. منهج المقال ص 119.</w:t>
      </w:r>
    </w:p>
    <w:p w:rsidR="008867CD" w:rsidRPr="007E0B1D" w:rsidRDefault="008867CD" w:rsidP="008867CD">
      <w:pPr>
        <w:pStyle w:val="libCenterBold1"/>
        <w:rPr>
          <w:rtl/>
        </w:rPr>
      </w:pPr>
      <w:r w:rsidRPr="007E0B1D">
        <w:rPr>
          <w:rtl/>
        </w:rPr>
        <w:t>61</w:t>
      </w:r>
      <w:r w:rsidR="00D8054C">
        <w:rPr>
          <w:rtl/>
        </w:rPr>
        <w:t xml:space="preserve"> - </w:t>
      </w:r>
      <w:r w:rsidRPr="007E0B1D">
        <w:rPr>
          <w:rtl/>
        </w:rPr>
        <w:t>الصواف</w:t>
      </w:r>
    </w:p>
    <w:p w:rsidR="008867CD" w:rsidRPr="007E0B1D" w:rsidRDefault="008867CD" w:rsidP="008867CD">
      <w:pPr>
        <w:pStyle w:val="libNormal"/>
        <w:rPr>
          <w:rtl/>
        </w:rPr>
      </w:pPr>
      <w:r w:rsidRPr="007E0B1D">
        <w:rPr>
          <w:rtl/>
        </w:rPr>
        <w:t>حماد بن عيسى الصواف.</w:t>
      </w:r>
    </w:p>
    <w:p w:rsidR="008867CD" w:rsidRPr="007E0B1D" w:rsidRDefault="008867CD" w:rsidP="008867CD">
      <w:pPr>
        <w:pStyle w:val="libNormal"/>
        <w:rPr>
          <w:rtl/>
        </w:rPr>
      </w:pPr>
      <w:r w:rsidRPr="007E0B1D">
        <w:rPr>
          <w:rtl/>
        </w:rPr>
        <w:t xml:space="preserve">صحب الامام الجواد </w:t>
      </w:r>
      <w:r w:rsidR="00D8054C" w:rsidRPr="00D8054C">
        <w:rPr>
          <w:rStyle w:val="libAlaemChar"/>
          <w:rtl/>
        </w:rPr>
        <w:t>عليه‌السلام</w:t>
      </w:r>
      <w:r w:rsidR="00D8054C">
        <w:rPr>
          <w:rtl/>
        </w:rPr>
        <w:t>،</w:t>
      </w:r>
      <w:r w:rsidRPr="007E0B1D">
        <w:rPr>
          <w:rtl/>
        </w:rPr>
        <w:t xml:space="preserve"> واكثر أصحاب كتب الرجال والتراجم لم يتعرضوا لذكره.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معجم رجال الحديث ج 6 ص 238.</w:t>
      </w:r>
    </w:p>
    <w:p w:rsidR="008867CD" w:rsidRPr="007E0B1D" w:rsidRDefault="008867CD" w:rsidP="008867CD">
      <w:pPr>
        <w:pStyle w:val="libCenterBold1"/>
        <w:rPr>
          <w:rtl/>
        </w:rPr>
      </w:pPr>
      <w:r w:rsidRPr="007E0B1D">
        <w:rPr>
          <w:rtl/>
        </w:rPr>
        <w:t>62</w:t>
      </w:r>
      <w:r w:rsidR="00D8054C">
        <w:rPr>
          <w:rtl/>
        </w:rPr>
        <w:t xml:space="preserve"> - </w:t>
      </w:r>
      <w:r w:rsidRPr="007E0B1D">
        <w:rPr>
          <w:rtl/>
        </w:rPr>
        <w:t>الحضيني</w:t>
      </w:r>
    </w:p>
    <w:p w:rsidR="008867CD" w:rsidRPr="007E0B1D" w:rsidRDefault="008867CD" w:rsidP="008867CD">
      <w:pPr>
        <w:pStyle w:val="libNormal"/>
        <w:rPr>
          <w:rtl/>
        </w:rPr>
      </w:pPr>
      <w:r w:rsidRPr="007E0B1D">
        <w:rPr>
          <w:rtl/>
        </w:rPr>
        <w:t>حمران بن ابراهيم الحضيني</w:t>
      </w:r>
      <w:r w:rsidR="00D8054C">
        <w:rPr>
          <w:rtl/>
        </w:rPr>
        <w:t>،</w:t>
      </w:r>
      <w:r w:rsidRPr="007E0B1D">
        <w:rPr>
          <w:rtl/>
        </w:rPr>
        <w:t xml:space="preserve"> الأهوازي</w:t>
      </w:r>
      <w:r w:rsidR="00D8054C">
        <w:rPr>
          <w:rtl/>
        </w:rPr>
        <w:t>،</w:t>
      </w:r>
      <w:r w:rsidRPr="007E0B1D">
        <w:rPr>
          <w:rtl/>
        </w:rPr>
        <w:t xml:space="preserve"> الكوفي.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أحمد بن محمّد بن أبي نصر.</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الكشي ص 563. منتهى المقال ص 118. الجامع في الرجال ج 1 ص 677. رجال الطوسي في أصحاب الرضا </w:t>
      </w:r>
      <w:r w:rsidR="00D8054C" w:rsidRPr="00D8054C">
        <w:rPr>
          <w:rStyle w:val="libAlaemChar"/>
          <w:rtl/>
        </w:rPr>
        <w:t>عليه‌السلام</w:t>
      </w:r>
      <w:r w:rsidRPr="007E0B1D">
        <w:rPr>
          <w:rtl/>
        </w:rPr>
        <w:t xml:space="preserve"> ص 374. معجم رجال الحديث ج 6 ص 246 وص 252. جامع الرواة ج 1 ص 277. تنقيح المقال ج 1 ص 369. نقد الرجال ص 118. العندبيل ج 1 ص 234 وفيه</w:t>
      </w:r>
      <w:r w:rsidR="00D8054C">
        <w:rPr>
          <w:rtl/>
        </w:rPr>
        <w:t>:</w:t>
      </w:r>
      <w:r w:rsidRPr="007E0B1D">
        <w:rPr>
          <w:rtl/>
        </w:rPr>
        <w:t xml:space="preserve"> مهمل. مجمع الرجال ج 2 ص 232. طرائف المقال ج 1 ص 302. الكافي ج 5 ص 93. منهج المقال ص 123.</w:t>
      </w:r>
    </w:p>
    <w:p w:rsidR="008867CD" w:rsidRPr="007E0B1D" w:rsidRDefault="008867CD" w:rsidP="008867CD">
      <w:pPr>
        <w:pStyle w:val="libCenterBold1"/>
        <w:rPr>
          <w:rtl/>
        </w:rPr>
      </w:pPr>
      <w:r w:rsidRPr="007E0B1D">
        <w:rPr>
          <w:rtl/>
        </w:rPr>
        <w:t>63</w:t>
      </w:r>
      <w:r w:rsidR="00D8054C">
        <w:rPr>
          <w:rtl/>
        </w:rPr>
        <w:t xml:space="preserve"> - </w:t>
      </w:r>
      <w:r w:rsidRPr="007E0B1D">
        <w:rPr>
          <w:rtl/>
        </w:rPr>
        <w:t>الدسوائي</w:t>
      </w:r>
    </w:p>
    <w:p w:rsidR="008867CD" w:rsidRPr="007E0B1D" w:rsidRDefault="008867CD" w:rsidP="008867CD">
      <w:pPr>
        <w:pStyle w:val="libNormal"/>
        <w:rPr>
          <w:rtl/>
        </w:rPr>
      </w:pPr>
      <w:r w:rsidRPr="007E0B1D">
        <w:rPr>
          <w:rtl/>
        </w:rPr>
        <w:t>حمدان بن اسحاق الدسوائي</w:t>
      </w:r>
      <w:r w:rsidR="00D8054C">
        <w:rPr>
          <w:rtl/>
        </w:rPr>
        <w:t>،</w:t>
      </w:r>
      <w:r w:rsidRPr="007E0B1D">
        <w:rPr>
          <w:rtl/>
        </w:rPr>
        <w:t xml:space="preserve"> وقيل الديواني.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علي بن ابراهيم الجعفري.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كامل الزيارات ص 304 وص 305. الجامع في الرجال ج 1 ص 677 وص 678. الكافي ج 4 ص 585</w:t>
      </w:r>
      <w:r w:rsidR="00D8054C">
        <w:rPr>
          <w:rtl/>
        </w:rPr>
        <w:t>،</w:t>
      </w:r>
      <w:r w:rsidRPr="007E0B1D">
        <w:rPr>
          <w:rtl/>
        </w:rPr>
        <w:t xml:space="preserve"> وج 6 ص 53. جامع الرواة ج 1 ص 277.</w:t>
      </w:r>
    </w:p>
    <w:p w:rsidR="008867CD" w:rsidRPr="007E0B1D" w:rsidRDefault="008867CD" w:rsidP="008867CD">
      <w:pPr>
        <w:pStyle w:val="libNormal"/>
        <w:rPr>
          <w:rtl/>
        </w:rPr>
      </w:pPr>
      <w:r w:rsidRPr="007E0B1D">
        <w:rPr>
          <w:rtl/>
        </w:rPr>
        <w:t xml:space="preserve">الخصال ص 168. معجم رجال الحديث ج 6 ص 247 وص 252. رجال البرقي في أصحاب الهادي </w:t>
      </w:r>
      <w:r w:rsidR="00D8054C" w:rsidRPr="00D8054C">
        <w:rPr>
          <w:rStyle w:val="libAlaemChar"/>
          <w:rtl/>
        </w:rPr>
        <w:t>عليه‌السلام</w:t>
      </w:r>
      <w:r w:rsidRPr="007E0B1D">
        <w:rPr>
          <w:rtl/>
        </w:rPr>
        <w:t xml:space="preserve"> ص 59. تنقيح المقال ج 1 ص 369.</w:t>
      </w:r>
    </w:p>
    <w:p w:rsidR="008867CD" w:rsidRPr="007E0B1D" w:rsidRDefault="008867CD" w:rsidP="008867CD">
      <w:pPr>
        <w:pStyle w:val="libCenterBold1"/>
        <w:rPr>
          <w:rtl/>
        </w:rPr>
      </w:pPr>
      <w:r w:rsidRPr="007E0B1D">
        <w:rPr>
          <w:rtl/>
        </w:rPr>
        <w:t>64</w:t>
      </w:r>
      <w:r w:rsidR="00D8054C">
        <w:rPr>
          <w:rtl/>
        </w:rPr>
        <w:t xml:space="preserve"> - </w:t>
      </w:r>
      <w:r w:rsidRPr="007E0B1D">
        <w:rPr>
          <w:rtl/>
        </w:rPr>
        <w:t>الأشعري</w:t>
      </w:r>
    </w:p>
    <w:p w:rsidR="008867CD" w:rsidRPr="007E0B1D" w:rsidRDefault="008867CD" w:rsidP="008867CD">
      <w:pPr>
        <w:pStyle w:val="libNormal"/>
        <w:rPr>
          <w:rtl/>
        </w:rPr>
      </w:pPr>
      <w:r w:rsidRPr="007E0B1D">
        <w:rPr>
          <w:rtl/>
        </w:rPr>
        <w:t>حمزة بن يعلى الأشعري</w:t>
      </w:r>
      <w:r w:rsidR="00D8054C">
        <w:rPr>
          <w:rtl/>
        </w:rPr>
        <w:t>،</w:t>
      </w:r>
      <w:r w:rsidRPr="007E0B1D">
        <w:rPr>
          <w:rtl/>
        </w:rPr>
        <w:t xml:space="preserve"> القمي</w:t>
      </w:r>
      <w:r w:rsidR="00D8054C">
        <w:rPr>
          <w:rtl/>
        </w:rPr>
        <w:t>،</w:t>
      </w:r>
      <w:r w:rsidRPr="007E0B1D">
        <w:rPr>
          <w:rtl/>
        </w:rPr>
        <w:t xml:space="preserve"> أبو يعلى.</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محدث امامي ثقة</w:t>
      </w:r>
      <w:r w:rsidR="00D8054C">
        <w:rPr>
          <w:rtl/>
        </w:rPr>
        <w:t>،</w:t>
      </w:r>
      <w:r w:rsidRPr="007E0B1D">
        <w:rPr>
          <w:rtl/>
        </w:rPr>
        <w:t xml:space="preserve"> ومن وجوه الشيعة في قم</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علي بن محبوب</w:t>
      </w:r>
      <w:r w:rsidR="00D8054C">
        <w:rPr>
          <w:rtl/>
        </w:rPr>
        <w:t>،</w:t>
      </w:r>
      <w:r w:rsidRPr="007E0B1D">
        <w:rPr>
          <w:rtl/>
        </w:rPr>
        <w:t xml:space="preserve"> وأحمد بن عيسى الأشعري</w:t>
      </w:r>
      <w:r w:rsidR="00D8054C">
        <w:rPr>
          <w:rtl/>
        </w:rPr>
        <w:t>،</w:t>
      </w:r>
      <w:r w:rsidRPr="007E0B1D">
        <w:rPr>
          <w:rtl/>
        </w:rPr>
        <w:t xml:space="preserve"> وسعد بن عبد الله الأشعري.</w:t>
      </w:r>
    </w:p>
    <w:p w:rsidR="008867CD" w:rsidRPr="007E0B1D" w:rsidRDefault="008867CD" w:rsidP="008867CD">
      <w:pPr>
        <w:pStyle w:val="libNormal"/>
        <w:rPr>
          <w:rtl/>
        </w:rPr>
      </w:pPr>
      <w:r w:rsidRPr="007E0B1D">
        <w:rPr>
          <w:rtl/>
        </w:rPr>
        <w:t>تردد اسمه في 11 موردا في اسناد الروايات.</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الحلي </w:t>
      </w:r>
      <w:r w:rsidR="00D8054C">
        <w:rPr>
          <w:rtl/>
        </w:rPr>
        <w:t>(</w:t>
      </w:r>
      <w:r w:rsidRPr="007E0B1D">
        <w:rPr>
          <w:rtl/>
        </w:rPr>
        <w:t>قسم الثقات</w:t>
      </w:r>
      <w:r w:rsidR="00D8054C">
        <w:rPr>
          <w:rtl/>
        </w:rPr>
        <w:t>)</w:t>
      </w:r>
      <w:r w:rsidRPr="007E0B1D">
        <w:rPr>
          <w:rtl/>
        </w:rPr>
        <w:t xml:space="preserve"> ص 53. معجم الثقات ص 47. أعيان الشيعة ج 6 ص 252. هداية المحدثين ص 52. الكافي ج 4 ص 81 وص 281. نقد الرجال ص 120. تنقيح المقال ج 1 ص 377. وسائل الشيعة ج 20 ص 184.</w:t>
      </w:r>
      <w:r>
        <w:rPr>
          <w:rFonts w:hint="cs"/>
          <w:rtl/>
        </w:rPr>
        <w:t xml:space="preserve"> </w:t>
      </w:r>
      <w:r w:rsidRPr="007E0B1D">
        <w:rPr>
          <w:rtl/>
        </w:rPr>
        <w:t xml:space="preserve">الاختصاص ص 280. رجال ابن داود </w:t>
      </w:r>
      <w:r w:rsidR="00D8054C">
        <w:rPr>
          <w:rtl/>
        </w:rPr>
        <w:t>(</w:t>
      </w:r>
      <w:r w:rsidRPr="007E0B1D">
        <w:rPr>
          <w:rtl/>
        </w:rPr>
        <w:t>قسم الثقات</w:t>
      </w:r>
      <w:r w:rsidR="00D8054C">
        <w:rPr>
          <w:rtl/>
        </w:rPr>
        <w:t>)</w:t>
      </w:r>
      <w:r w:rsidRPr="007E0B1D">
        <w:rPr>
          <w:rtl/>
        </w:rPr>
        <w:t xml:space="preserve"> ص 85. الخصال ص 15.</w:t>
      </w:r>
      <w:r>
        <w:rPr>
          <w:rFonts w:hint="cs"/>
          <w:rtl/>
        </w:rPr>
        <w:t xml:space="preserve"> </w:t>
      </w:r>
      <w:r w:rsidRPr="007E0B1D">
        <w:rPr>
          <w:rtl/>
        </w:rPr>
        <w:t>التهذيب ج 1 ص 366</w:t>
      </w:r>
      <w:r w:rsidR="00D8054C">
        <w:rPr>
          <w:rtl/>
        </w:rPr>
        <w:t>،</w:t>
      </w:r>
      <w:r w:rsidRPr="007E0B1D">
        <w:rPr>
          <w:rtl/>
        </w:rPr>
        <w:t xml:space="preserve"> وج 2 ص 350</w:t>
      </w:r>
      <w:r w:rsidR="00D8054C">
        <w:rPr>
          <w:rtl/>
        </w:rPr>
        <w:t>،</w:t>
      </w:r>
      <w:r w:rsidRPr="007E0B1D">
        <w:rPr>
          <w:rtl/>
        </w:rPr>
        <w:t xml:space="preserve"> وج 4 ص 180 وص 181 وص 278.</w:t>
      </w:r>
      <w:r>
        <w:rPr>
          <w:rFonts w:hint="cs"/>
          <w:rtl/>
        </w:rPr>
        <w:t xml:space="preserve"> </w:t>
      </w:r>
      <w:r w:rsidRPr="007E0B1D">
        <w:rPr>
          <w:rtl/>
        </w:rPr>
        <w:t>مجمع الرجال ج 2 ص 242. العندبيل ج 1 ص 238. معجم رجال الحديث ج 6 ص 283. جامع الرواة ج 1 ص 283. منتهى المقال ص 122. رجال النجاشي ص 102. بهجة الآمال ج 3 ص 408. الجامع في الرجال ج 1 ص 690.</w:t>
      </w:r>
      <w:r>
        <w:rPr>
          <w:rFonts w:hint="cs"/>
          <w:rtl/>
        </w:rPr>
        <w:t xml:space="preserve"> </w:t>
      </w:r>
      <w:r w:rsidRPr="007E0B1D">
        <w:rPr>
          <w:rtl/>
        </w:rPr>
        <w:t>الاستبصار ج 1 ص 30</w:t>
      </w:r>
      <w:r w:rsidR="00D8054C">
        <w:rPr>
          <w:rtl/>
        </w:rPr>
        <w:t>،</w:t>
      </w:r>
      <w:r w:rsidRPr="007E0B1D">
        <w:rPr>
          <w:rtl/>
        </w:rPr>
        <w:t xml:space="preserve"> وج 2 ص 77 وص 78 وص 120. رجال الأنصاري ص 74. طرائف المقال ج 1 ص 303. منهج المقال ص 126. اتقان المقال ص 55 وفيه اسم أبيه علي بدل يعلى. الوجيزة ص 19. ثقات الرواة للشهرستاني ص 29.</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7" w:name="_Toc398984086"/>
      <w:r w:rsidRPr="007E0B1D">
        <w:rPr>
          <w:rtl/>
          <w:lang w:bidi="fa-IR"/>
        </w:rPr>
        <w:lastRenderedPageBreak/>
        <w:t>حرف الخاء</w:t>
      </w:r>
      <w:bookmarkEnd w:id="7"/>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65</w:t>
      </w:r>
      <w:r w:rsidR="00D8054C">
        <w:rPr>
          <w:rtl/>
        </w:rPr>
        <w:t xml:space="preserve"> - </w:t>
      </w:r>
      <w:r w:rsidRPr="007E0B1D">
        <w:rPr>
          <w:rtl/>
        </w:rPr>
        <w:t>البصري</w:t>
      </w:r>
    </w:p>
    <w:p w:rsidR="008867CD" w:rsidRPr="007E0B1D" w:rsidRDefault="008867CD" w:rsidP="008867CD">
      <w:pPr>
        <w:pStyle w:val="libNormal"/>
        <w:rPr>
          <w:rtl/>
        </w:rPr>
      </w:pPr>
      <w:r w:rsidRPr="007E0B1D">
        <w:rPr>
          <w:rtl/>
        </w:rPr>
        <w:t>خلف بن سلمة البصري.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صحب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375</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401. معجم رجال الحديث ج 7 ص 63 وص 68. الجامع في الرجال ج 1 ص 728. تنقيح المقال ج 1 ص 401 وفيه</w:t>
      </w:r>
      <w:r w:rsidR="00D8054C">
        <w:rPr>
          <w:rtl/>
        </w:rPr>
        <w:t>:</w:t>
      </w:r>
      <w:r w:rsidRPr="007E0B1D">
        <w:rPr>
          <w:rtl/>
        </w:rPr>
        <w:t xml:space="preserve"> وظاهره كونه اماميا ولم أقف فيه على مدح يلحقه بالحسان. أعيان الشيعة ج 6 ص 330. العندبيل ج 1 ص 253 وفيه</w:t>
      </w:r>
      <w:r w:rsidR="00D8054C">
        <w:rPr>
          <w:rtl/>
        </w:rPr>
        <w:t>:</w:t>
      </w:r>
      <w:r w:rsidRPr="007E0B1D">
        <w:rPr>
          <w:rtl/>
        </w:rPr>
        <w:t xml:space="preserve"> مهمل. مجمع الرجال ج 1 ص 271 وص 272. جامع الرواة ج 1 ص 298. منهج المقال ص 132. طرائف المقال ج 1 ص 304.</w:t>
      </w:r>
    </w:p>
    <w:p w:rsidR="008867CD" w:rsidRPr="007E0B1D" w:rsidRDefault="008867CD" w:rsidP="008867CD">
      <w:pPr>
        <w:pStyle w:val="libCenterBold1"/>
        <w:rPr>
          <w:rtl/>
        </w:rPr>
      </w:pPr>
      <w:r w:rsidRPr="007E0B1D">
        <w:rPr>
          <w:rtl/>
        </w:rPr>
        <w:t>66</w:t>
      </w:r>
      <w:r w:rsidR="00D8054C">
        <w:rPr>
          <w:rtl/>
        </w:rPr>
        <w:t xml:space="preserve"> - </w:t>
      </w:r>
      <w:r w:rsidRPr="007E0B1D">
        <w:rPr>
          <w:rtl/>
        </w:rPr>
        <w:t>الصيرفي</w:t>
      </w:r>
    </w:p>
    <w:p w:rsidR="008867CD" w:rsidRPr="007E0B1D" w:rsidRDefault="008867CD" w:rsidP="008867CD">
      <w:pPr>
        <w:pStyle w:val="libNormal"/>
        <w:rPr>
          <w:rtl/>
        </w:rPr>
      </w:pPr>
      <w:r w:rsidRPr="007E0B1D">
        <w:rPr>
          <w:rtl/>
        </w:rPr>
        <w:t>خلف الصيرفي.</w:t>
      </w:r>
    </w:p>
    <w:p w:rsidR="008867CD" w:rsidRPr="007E0B1D" w:rsidRDefault="008867CD" w:rsidP="008867CD">
      <w:pPr>
        <w:pStyle w:val="libNormal"/>
        <w:rPr>
          <w:rtl/>
        </w:rPr>
      </w:pPr>
      <w:r w:rsidRPr="007E0B1D">
        <w:rPr>
          <w:rtl/>
        </w:rPr>
        <w:t xml:space="preserve">صحب الامام الرضا </w:t>
      </w:r>
      <w:r w:rsidR="00D8054C" w:rsidRPr="00D8054C">
        <w:rPr>
          <w:rStyle w:val="libAlaemChar"/>
          <w:rtl/>
        </w:rPr>
        <w:t>عليه‌السلام</w:t>
      </w:r>
      <w:r w:rsidR="00D8054C">
        <w:rPr>
          <w:rtl/>
        </w:rPr>
        <w:t>،</w:t>
      </w:r>
      <w:r w:rsidRPr="007E0B1D">
        <w:rPr>
          <w:rtl/>
        </w:rPr>
        <w:t xml:space="preserve"> وأدرك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55.</w:t>
      </w:r>
    </w:p>
    <w:p w:rsidR="008867CD" w:rsidRPr="007E0B1D" w:rsidRDefault="008867CD" w:rsidP="008867CD">
      <w:pPr>
        <w:pStyle w:val="libCenterBold1"/>
        <w:rPr>
          <w:rtl/>
        </w:rPr>
      </w:pPr>
      <w:r w:rsidRPr="007E0B1D">
        <w:rPr>
          <w:rtl/>
        </w:rPr>
        <w:t>67</w:t>
      </w:r>
      <w:r w:rsidR="00D8054C">
        <w:rPr>
          <w:rtl/>
        </w:rPr>
        <w:t xml:space="preserve"> - </w:t>
      </w:r>
      <w:r w:rsidRPr="007E0B1D">
        <w:rPr>
          <w:rtl/>
        </w:rPr>
        <w:t>خيران</w:t>
      </w:r>
    </w:p>
    <w:p w:rsidR="008867CD" w:rsidRPr="007E0B1D" w:rsidRDefault="008867CD" w:rsidP="008867CD">
      <w:pPr>
        <w:pStyle w:val="libNormal"/>
        <w:rPr>
          <w:rtl/>
        </w:rPr>
      </w:pPr>
      <w:r w:rsidRPr="007E0B1D">
        <w:rPr>
          <w:rtl/>
        </w:rPr>
        <w:t>خيران بن اسحاق الزاكاني</w:t>
      </w:r>
      <w:r w:rsidR="00D8054C">
        <w:rPr>
          <w:rtl/>
        </w:rPr>
        <w:t>،</w:t>
      </w:r>
      <w:r w:rsidRPr="007E0B1D">
        <w:rPr>
          <w:rtl/>
        </w:rPr>
        <w:t xml:space="preserve"> وقيل الراكاني</w:t>
      </w:r>
      <w:r w:rsidR="00D8054C">
        <w:rPr>
          <w:rtl/>
        </w:rPr>
        <w:t>،</w:t>
      </w:r>
      <w:r w:rsidRPr="007E0B1D">
        <w:rPr>
          <w:rtl/>
        </w:rPr>
        <w:t xml:space="preserve"> القراطيسي</w:t>
      </w:r>
      <w:r w:rsidR="00D8054C">
        <w:rPr>
          <w:rtl/>
        </w:rPr>
        <w:t>،</w:t>
      </w:r>
      <w:r w:rsidRPr="007E0B1D">
        <w:rPr>
          <w:rtl/>
        </w:rPr>
        <w:t xml:space="preserve"> وقيل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الأسباطي.</w:t>
      </w:r>
    </w:p>
    <w:p w:rsidR="008867CD" w:rsidRPr="007E0B1D" w:rsidRDefault="008867CD" w:rsidP="008867CD">
      <w:pPr>
        <w:pStyle w:val="libNormal"/>
        <w:rPr>
          <w:rtl/>
        </w:rPr>
      </w:pPr>
      <w:r w:rsidRPr="007E0B1D">
        <w:rPr>
          <w:rtl/>
        </w:rPr>
        <w:t>ذكره المحققون على الوجوه التالية</w:t>
      </w:r>
      <w:r w:rsidR="00D8054C">
        <w:rPr>
          <w:rtl/>
        </w:rPr>
        <w:t>:</w:t>
      </w:r>
    </w:p>
    <w:p w:rsidR="008867CD" w:rsidRPr="007E0B1D" w:rsidRDefault="008867CD" w:rsidP="008867CD">
      <w:pPr>
        <w:pStyle w:val="libNormal"/>
        <w:rPr>
          <w:rtl/>
        </w:rPr>
      </w:pPr>
      <w:r w:rsidRPr="007E0B1D">
        <w:rPr>
          <w:rtl/>
        </w:rPr>
        <w:t>خيران بن اسحاق الراكاني مجهول مهمل.</w:t>
      </w:r>
    </w:p>
    <w:p w:rsidR="008867CD" w:rsidRPr="007E0B1D" w:rsidRDefault="008867CD" w:rsidP="008867CD">
      <w:pPr>
        <w:pStyle w:val="libNormal"/>
        <w:rPr>
          <w:rtl/>
        </w:rPr>
      </w:pPr>
      <w:r w:rsidRPr="007E0B1D">
        <w:rPr>
          <w:rtl/>
        </w:rPr>
        <w:t>خيران الخادم الثقة.</w:t>
      </w:r>
    </w:p>
    <w:p w:rsidR="008867CD" w:rsidRPr="007E0B1D" w:rsidRDefault="008867CD" w:rsidP="008867CD">
      <w:pPr>
        <w:pStyle w:val="libNormal"/>
        <w:rPr>
          <w:rtl/>
        </w:rPr>
      </w:pPr>
      <w:r w:rsidRPr="007E0B1D">
        <w:rPr>
          <w:rtl/>
        </w:rPr>
        <w:t xml:space="preserve">خيران مولى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فمنهم من وحدهم وجعلهم شخصا واحدا</w:t>
      </w:r>
      <w:r w:rsidR="00D8054C">
        <w:rPr>
          <w:rtl/>
        </w:rPr>
        <w:t>،</w:t>
      </w:r>
      <w:r w:rsidRPr="007E0B1D">
        <w:rPr>
          <w:rtl/>
        </w:rPr>
        <w:t xml:space="preserve"> ومنهم من فرق بينهم</w:t>
      </w:r>
      <w:r w:rsidR="00D8054C">
        <w:rPr>
          <w:rtl/>
        </w:rPr>
        <w:t>،</w:t>
      </w:r>
      <w:r w:rsidRPr="007E0B1D">
        <w:rPr>
          <w:rtl/>
        </w:rPr>
        <w:t xml:space="preserve"> وحسب تصوري انهم شخص واحد.</w:t>
      </w:r>
    </w:p>
    <w:p w:rsidR="008867CD" w:rsidRPr="007E0B1D" w:rsidRDefault="008867CD" w:rsidP="008867CD">
      <w:pPr>
        <w:pStyle w:val="libNormal"/>
        <w:rPr>
          <w:rtl/>
        </w:rPr>
      </w:pPr>
      <w:r w:rsidRPr="007E0B1D">
        <w:rPr>
          <w:rtl/>
        </w:rPr>
        <w:t>وعلى أي حال فانه محدث امامي ثقة</w:t>
      </w:r>
      <w:r w:rsidR="00D8054C">
        <w:rPr>
          <w:rtl/>
        </w:rPr>
        <w:t>،</w:t>
      </w:r>
      <w:r w:rsidRPr="007E0B1D">
        <w:rPr>
          <w:rtl/>
        </w:rPr>
        <w:t xml:space="preserve"> محمود الطريقة</w:t>
      </w:r>
      <w:r w:rsidR="00D8054C">
        <w:rPr>
          <w:rtl/>
        </w:rPr>
        <w:t>،</w:t>
      </w:r>
      <w:r w:rsidRPr="007E0B1D">
        <w:rPr>
          <w:rtl/>
        </w:rPr>
        <w:t xml:space="preserve"> جليل القدر</w:t>
      </w:r>
      <w:r w:rsidR="00D8054C">
        <w:rPr>
          <w:rtl/>
        </w:rPr>
        <w:t>،</w:t>
      </w:r>
      <w:r w:rsidRPr="007E0B1D">
        <w:rPr>
          <w:rtl/>
        </w:rPr>
        <w:t xml:space="preserve"> وله كتاب</w:t>
      </w:r>
      <w:r w:rsidR="00D8054C">
        <w:rPr>
          <w:rtl/>
        </w:rPr>
        <w:t>،</w:t>
      </w:r>
      <w:r w:rsidRPr="007E0B1D">
        <w:rPr>
          <w:rtl/>
        </w:rPr>
        <w:t xml:space="preserve"> وقيل له مسائل عن الامامين الرضا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 xml:space="preserve">كان من موالي الامام الرضا </w:t>
      </w:r>
      <w:r w:rsidR="00D8054C" w:rsidRPr="00D8054C">
        <w:rPr>
          <w:rStyle w:val="libAlaemChar"/>
          <w:rtl/>
        </w:rPr>
        <w:t>عليه‌السلام</w:t>
      </w:r>
      <w:r w:rsidRPr="007E0B1D">
        <w:rPr>
          <w:rtl/>
        </w:rPr>
        <w:t xml:space="preserve"> وخدامه.</w:t>
      </w:r>
    </w:p>
    <w:p w:rsidR="008867CD" w:rsidRPr="007E0B1D" w:rsidRDefault="008867CD" w:rsidP="008867CD">
      <w:pPr>
        <w:pStyle w:val="libNormal"/>
        <w:rPr>
          <w:rtl/>
        </w:rPr>
      </w:pPr>
      <w:r w:rsidRPr="007E0B1D">
        <w:rPr>
          <w:rtl/>
        </w:rPr>
        <w:t xml:space="preserve">كان موضع أسرار الأئمة الرضا والجواد والهادي </w:t>
      </w:r>
      <w:r w:rsidR="00D8054C" w:rsidRPr="00D8054C">
        <w:rPr>
          <w:rStyle w:val="libAlaemChar"/>
          <w:rtl/>
        </w:rPr>
        <w:t>عليهم‌السلام</w:t>
      </w:r>
      <w:r w:rsidRPr="007E0B1D">
        <w:rPr>
          <w:rtl/>
        </w:rPr>
        <w:t xml:space="preserve"> وصحبهم وروى عنهم.</w:t>
      </w:r>
    </w:p>
    <w:p w:rsidR="008867CD" w:rsidRPr="007E0B1D" w:rsidRDefault="008867CD" w:rsidP="008867CD">
      <w:pPr>
        <w:pStyle w:val="libNormal"/>
        <w:rPr>
          <w:rtl/>
        </w:rPr>
      </w:pPr>
      <w:r w:rsidRPr="007E0B1D">
        <w:rPr>
          <w:rtl/>
        </w:rPr>
        <w:t>روى عنه محمّد بن عيسى العبيدي</w:t>
      </w:r>
      <w:r w:rsidR="00D8054C">
        <w:rPr>
          <w:rtl/>
        </w:rPr>
        <w:t>،</w:t>
      </w:r>
      <w:r w:rsidRPr="007E0B1D">
        <w:rPr>
          <w:rtl/>
        </w:rPr>
        <w:t xml:space="preserve"> والحسين بن محمّد بن عامر</w:t>
      </w:r>
      <w:r w:rsidR="00D8054C">
        <w:rPr>
          <w:rtl/>
        </w:rPr>
        <w:t>،</w:t>
      </w:r>
      <w:r w:rsidRPr="007E0B1D">
        <w:rPr>
          <w:rtl/>
        </w:rPr>
        <w:t xml:space="preserve"> وسهل بن زياد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التحرير الطاوسي ص 94 وفيه</w:t>
      </w:r>
      <w:r w:rsidR="00D8054C">
        <w:rPr>
          <w:rtl/>
        </w:rPr>
        <w:t>:</w:t>
      </w:r>
      <w:r w:rsidRPr="007E0B1D">
        <w:rPr>
          <w:rtl/>
        </w:rPr>
        <w:t xml:space="preserve"> شهد له الجواد محمّد بن علي </w:t>
      </w:r>
      <w:r w:rsidR="00D8054C" w:rsidRPr="00D8054C">
        <w:rPr>
          <w:rStyle w:val="libAlaemChar"/>
          <w:rtl/>
        </w:rPr>
        <w:t>عليهما‌السلام</w:t>
      </w:r>
      <w:r w:rsidRPr="007E0B1D">
        <w:rPr>
          <w:rtl/>
        </w:rPr>
        <w:t xml:space="preserve"> بالهداية. خاتمه المستدرك ص 800. رجال الكشي ص 608 وص 610.</w:t>
      </w:r>
      <w:r>
        <w:rPr>
          <w:rFonts w:hint="cs"/>
          <w:rtl/>
        </w:rPr>
        <w:t xml:space="preserve"> </w:t>
      </w:r>
      <w:r w:rsidRPr="007E0B1D">
        <w:rPr>
          <w:rtl/>
        </w:rPr>
        <w:t xml:space="preserve">توضيح الاشتباه ص 148. رجال الطوسي في أصحاب الهادي </w:t>
      </w:r>
      <w:r w:rsidR="00D8054C" w:rsidRPr="00D8054C">
        <w:rPr>
          <w:rStyle w:val="libAlaemChar"/>
          <w:rtl/>
        </w:rPr>
        <w:t>عليه‌السلام</w:t>
      </w:r>
      <w:r w:rsidRPr="007E0B1D">
        <w:rPr>
          <w:rtl/>
        </w:rPr>
        <w:t xml:space="preserve"> ص 414.</w:t>
      </w:r>
      <w:r>
        <w:rPr>
          <w:rFonts w:hint="cs"/>
          <w:rtl/>
        </w:rPr>
        <w:t xml:space="preserve"> </w:t>
      </w:r>
      <w:r w:rsidRPr="007E0B1D">
        <w:rPr>
          <w:rtl/>
        </w:rPr>
        <w:t>الكافي ج 1 ص 416</w:t>
      </w:r>
      <w:r w:rsidR="00D8054C">
        <w:rPr>
          <w:rtl/>
        </w:rPr>
        <w:t>،</w:t>
      </w:r>
      <w:r w:rsidRPr="007E0B1D">
        <w:rPr>
          <w:rtl/>
        </w:rPr>
        <w:t xml:space="preserve"> وج 3 ص 405. الجامع في الرجال ج 1 ص 734. رجال البرقي في أصحاب الهادي </w:t>
      </w:r>
      <w:r w:rsidR="00D8054C" w:rsidRPr="00D8054C">
        <w:rPr>
          <w:rStyle w:val="libAlaemChar"/>
          <w:rtl/>
        </w:rPr>
        <w:t>عليه‌السلام</w:t>
      </w:r>
      <w:r w:rsidRPr="007E0B1D">
        <w:rPr>
          <w:rtl/>
        </w:rPr>
        <w:t xml:space="preserve"> ص 58. نقد الرجال ص 127. هداية المحدثين ص 57. مجمع الرجال ج 2 ص 276 وص 277. رجال ابن داود</w:t>
      </w:r>
    </w:p>
    <w:p w:rsidR="00D8054C" w:rsidRDefault="00D8054C" w:rsidP="00D8054C">
      <w:pPr>
        <w:pStyle w:val="libNormal"/>
        <w:rPr>
          <w:rtl/>
        </w:rPr>
      </w:pPr>
      <w:r>
        <w:rPr>
          <w:rtl/>
        </w:rPr>
        <w:br w:type="page"/>
      </w:r>
    </w:p>
    <w:p w:rsidR="008867CD" w:rsidRPr="007E0B1D" w:rsidRDefault="00D8054C" w:rsidP="008867CD">
      <w:pPr>
        <w:pStyle w:val="libNormal0"/>
        <w:rPr>
          <w:rtl/>
        </w:rPr>
      </w:pPr>
      <w:r>
        <w:rPr>
          <w:rtl/>
        </w:rPr>
        <w:lastRenderedPageBreak/>
        <w:t>(</w:t>
      </w:r>
      <w:r w:rsidR="008867CD" w:rsidRPr="007E0B1D">
        <w:rPr>
          <w:rtl/>
        </w:rPr>
        <w:t>قسم الثقات</w:t>
      </w:r>
      <w:r>
        <w:rPr>
          <w:rtl/>
        </w:rPr>
        <w:t>)</w:t>
      </w:r>
      <w:r w:rsidR="008867CD" w:rsidRPr="007E0B1D">
        <w:rPr>
          <w:rtl/>
        </w:rPr>
        <w:t xml:space="preserve"> ص 89. معجم الثقات ص 49 وص 281. التهذيب ج 1 ص 279</w:t>
      </w:r>
      <w:r>
        <w:rPr>
          <w:rtl/>
        </w:rPr>
        <w:t>،</w:t>
      </w:r>
      <w:r w:rsidR="008867CD" w:rsidRPr="007E0B1D">
        <w:rPr>
          <w:rtl/>
        </w:rPr>
        <w:t xml:space="preserve"> وج 2 ص 358. منتهى المقال ص 128. وسائل الشيعة ج 20 ص 188. معجم رجال الحديث ج 7 ص 83</w:t>
      </w:r>
      <w:r>
        <w:rPr>
          <w:rtl/>
        </w:rPr>
        <w:t xml:space="preserve"> - </w:t>
      </w:r>
      <w:r w:rsidR="008867CD" w:rsidRPr="007E0B1D">
        <w:rPr>
          <w:rtl/>
        </w:rPr>
        <w:t xml:space="preserve">ص 86. جامع الرواة ج 1 ص 299. تنقيح المقال ج 1 ص 405. رجال الحلي </w:t>
      </w:r>
      <w:r>
        <w:rPr>
          <w:rtl/>
        </w:rPr>
        <w:t>(</w:t>
      </w:r>
      <w:r w:rsidR="008867CD" w:rsidRPr="007E0B1D">
        <w:rPr>
          <w:rtl/>
        </w:rPr>
        <w:t>قسم الثقات</w:t>
      </w:r>
      <w:r>
        <w:rPr>
          <w:rtl/>
        </w:rPr>
        <w:t>)</w:t>
      </w:r>
      <w:r w:rsidR="008867CD" w:rsidRPr="007E0B1D">
        <w:rPr>
          <w:rtl/>
        </w:rPr>
        <w:t xml:space="preserve"> ص 66.</w:t>
      </w:r>
      <w:r w:rsidR="008867CD">
        <w:rPr>
          <w:rFonts w:hint="cs"/>
          <w:rtl/>
        </w:rPr>
        <w:t xml:space="preserve"> </w:t>
      </w:r>
      <w:r w:rsidR="008867CD" w:rsidRPr="007E0B1D">
        <w:rPr>
          <w:rtl/>
        </w:rPr>
        <w:t>العندبيل ج 1 ص 256. الاستبصار ج 1 ص 189. رجال النجاشي ص 112.</w:t>
      </w:r>
      <w:r w:rsidR="008867CD">
        <w:rPr>
          <w:rFonts w:hint="cs"/>
          <w:rtl/>
        </w:rPr>
        <w:t xml:space="preserve"> </w:t>
      </w:r>
      <w:r w:rsidR="008867CD" w:rsidRPr="007E0B1D">
        <w:rPr>
          <w:rtl/>
        </w:rPr>
        <w:t>أعيان الشيعة ج 6 ص 362. رجال الأنصاري ص 86. طرائف المقال ج 1 ص 304. الوجيزة ص 20. منهج المقال ص 133. نضد الايضاح ص 126.</w:t>
      </w:r>
      <w:r w:rsidR="008867CD">
        <w:rPr>
          <w:rFonts w:hint="cs"/>
          <w:rtl/>
        </w:rPr>
        <w:t xml:space="preserve"> </w:t>
      </w:r>
      <w:r w:rsidR="008867CD" w:rsidRPr="007E0B1D">
        <w:rPr>
          <w:rtl/>
        </w:rPr>
        <w:t>إيضاح الاشتباه ص 36. بهجة الآمال ج 4 ص 53. اتقان المقال ص 57. ثقات الرواة للشهرستاني ص 30.</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8" w:name="_Toc398984087"/>
      <w:r w:rsidRPr="007E0B1D">
        <w:rPr>
          <w:rtl/>
          <w:lang w:bidi="fa-IR"/>
        </w:rPr>
        <w:lastRenderedPageBreak/>
        <w:t>حرف الدال</w:t>
      </w:r>
      <w:bookmarkEnd w:id="8"/>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68</w:t>
      </w:r>
      <w:r w:rsidR="00D8054C">
        <w:rPr>
          <w:rtl/>
        </w:rPr>
        <w:t xml:space="preserve"> - </w:t>
      </w:r>
      <w:r w:rsidRPr="007E0B1D">
        <w:rPr>
          <w:rtl/>
        </w:rPr>
        <w:t>أبو هاشم الجعفري</w:t>
      </w:r>
    </w:p>
    <w:p w:rsidR="008867CD" w:rsidRPr="007E0B1D" w:rsidRDefault="008867CD" w:rsidP="008867CD">
      <w:pPr>
        <w:pStyle w:val="libNormal"/>
        <w:rPr>
          <w:rtl/>
        </w:rPr>
      </w:pPr>
      <w:r w:rsidRPr="007E0B1D">
        <w:rPr>
          <w:rtl/>
        </w:rPr>
        <w:t>داود بن القاسم بن اسحاق بن عبد الله بن جعفر بن أبي طالب القرشي</w:t>
      </w:r>
      <w:r w:rsidR="00D8054C">
        <w:rPr>
          <w:rtl/>
        </w:rPr>
        <w:t>،</w:t>
      </w:r>
      <w:r w:rsidRPr="007E0B1D">
        <w:rPr>
          <w:rtl/>
        </w:rPr>
        <w:t xml:space="preserve"> الهاشمي</w:t>
      </w:r>
      <w:r w:rsidR="00D8054C">
        <w:rPr>
          <w:rtl/>
        </w:rPr>
        <w:t>،</w:t>
      </w:r>
      <w:r w:rsidRPr="007E0B1D">
        <w:rPr>
          <w:rtl/>
        </w:rPr>
        <w:t xml:space="preserve"> الجعفري</w:t>
      </w:r>
      <w:r w:rsidR="00D8054C">
        <w:rPr>
          <w:rtl/>
        </w:rPr>
        <w:t>،</w:t>
      </w:r>
      <w:r w:rsidRPr="007E0B1D">
        <w:rPr>
          <w:rtl/>
        </w:rPr>
        <w:t xml:space="preserve"> البغدادي</w:t>
      </w:r>
      <w:r w:rsidR="00D8054C">
        <w:rPr>
          <w:rtl/>
        </w:rPr>
        <w:t>،</w:t>
      </w:r>
      <w:r w:rsidRPr="007E0B1D">
        <w:rPr>
          <w:rtl/>
        </w:rPr>
        <w:t xml:space="preserve"> أبو هاشم</w:t>
      </w:r>
      <w:r w:rsidR="00D8054C">
        <w:rPr>
          <w:rtl/>
        </w:rPr>
        <w:t>،</w:t>
      </w:r>
      <w:r w:rsidRPr="007E0B1D">
        <w:rPr>
          <w:rtl/>
        </w:rPr>
        <w:t xml:space="preserve"> ابن خالة الامام الصادق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من مشاهير علماء ومحدثي الشيعة الامامية الثقات</w:t>
      </w:r>
      <w:r w:rsidR="00D8054C">
        <w:rPr>
          <w:rtl/>
        </w:rPr>
        <w:t>،</w:t>
      </w:r>
      <w:r w:rsidRPr="007E0B1D">
        <w:rPr>
          <w:rtl/>
        </w:rPr>
        <w:t xml:space="preserve"> وكان عظيم المنزلة عند الأئمة</w:t>
      </w:r>
      <w:r w:rsidR="00D8054C">
        <w:rPr>
          <w:rtl/>
        </w:rPr>
        <w:t>،</w:t>
      </w:r>
      <w:r w:rsidRPr="007E0B1D">
        <w:rPr>
          <w:rtl/>
        </w:rPr>
        <w:t xml:space="preserve"> شريفا عندهم</w:t>
      </w:r>
      <w:r w:rsidR="00D8054C">
        <w:rPr>
          <w:rtl/>
        </w:rPr>
        <w:t>،</w:t>
      </w:r>
      <w:r w:rsidRPr="007E0B1D">
        <w:rPr>
          <w:rtl/>
        </w:rPr>
        <w:t xml:space="preserve"> وكان فقيها جليل القدر</w:t>
      </w:r>
      <w:r w:rsidR="00D8054C">
        <w:rPr>
          <w:rtl/>
        </w:rPr>
        <w:t>،</w:t>
      </w:r>
      <w:r w:rsidRPr="007E0B1D">
        <w:rPr>
          <w:rtl/>
        </w:rPr>
        <w:t xml:space="preserve"> عظيم الشأن</w:t>
      </w:r>
      <w:r w:rsidR="00D8054C">
        <w:rPr>
          <w:rtl/>
        </w:rPr>
        <w:t>،</w:t>
      </w:r>
      <w:r w:rsidRPr="007E0B1D">
        <w:rPr>
          <w:rtl/>
        </w:rPr>
        <w:t xml:space="preserve"> مجتهدا فاضلا</w:t>
      </w:r>
      <w:r w:rsidR="00D8054C">
        <w:rPr>
          <w:rtl/>
        </w:rPr>
        <w:t>،</w:t>
      </w:r>
      <w:r w:rsidRPr="007E0B1D">
        <w:rPr>
          <w:rtl/>
        </w:rPr>
        <w:t xml:space="preserve"> عابدا</w:t>
      </w:r>
      <w:r w:rsidR="00D8054C">
        <w:rPr>
          <w:rtl/>
        </w:rPr>
        <w:t>،</w:t>
      </w:r>
      <w:r w:rsidRPr="007E0B1D">
        <w:rPr>
          <w:rtl/>
        </w:rPr>
        <w:t xml:space="preserve"> ورعا</w:t>
      </w:r>
      <w:r w:rsidR="00D8054C">
        <w:rPr>
          <w:rtl/>
        </w:rPr>
        <w:t>،</w:t>
      </w:r>
      <w:r w:rsidRPr="007E0B1D">
        <w:rPr>
          <w:rtl/>
        </w:rPr>
        <w:t xml:space="preserve"> زاهدا</w:t>
      </w:r>
      <w:r w:rsidR="00D8054C">
        <w:rPr>
          <w:rtl/>
        </w:rPr>
        <w:t>،</w:t>
      </w:r>
      <w:r w:rsidRPr="007E0B1D">
        <w:rPr>
          <w:rtl/>
        </w:rPr>
        <w:t xml:space="preserve"> ناسكا</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 xml:space="preserve">صحب الأئمة الجواد والهادي والعسكري </w:t>
      </w:r>
      <w:r w:rsidR="00D8054C" w:rsidRPr="00D8054C">
        <w:rPr>
          <w:rStyle w:val="libAlaemChar"/>
          <w:rtl/>
        </w:rPr>
        <w:t>عليهم‌السلام</w:t>
      </w:r>
      <w:r w:rsidR="00D8054C">
        <w:rPr>
          <w:rtl/>
        </w:rPr>
        <w:t>،</w:t>
      </w:r>
      <w:r w:rsidRPr="007E0B1D">
        <w:rPr>
          <w:rtl/>
        </w:rPr>
        <w:t xml:space="preserve"> وحظي بلقاء ومشاهدة الامامين الرضا والمهدي المنتظر </w:t>
      </w:r>
      <w:r w:rsidR="00D8054C" w:rsidRPr="00D8054C">
        <w:rPr>
          <w:rStyle w:val="libAlaemChar"/>
          <w:rtl/>
        </w:rPr>
        <w:t>عليهما‌السلام</w:t>
      </w:r>
      <w:r w:rsidR="00D8054C">
        <w:rPr>
          <w:rtl/>
        </w:rPr>
        <w:t>،</w:t>
      </w:r>
      <w:r w:rsidRPr="007E0B1D">
        <w:rPr>
          <w:rtl/>
        </w:rPr>
        <w:t xml:space="preserve"> وروى عن جميعهم.</w:t>
      </w:r>
    </w:p>
    <w:p w:rsidR="008867CD" w:rsidRPr="007E0B1D" w:rsidRDefault="008867CD" w:rsidP="008867CD">
      <w:pPr>
        <w:pStyle w:val="libNormal"/>
        <w:rPr>
          <w:rtl/>
        </w:rPr>
      </w:pPr>
      <w:r w:rsidRPr="007E0B1D">
        <w:rPr>
          <w:rtl/>
        </w:rPr>
        <w:t xml:space="preserve">كان من أبرز شعراء أهل البيت </w:t>
      </w:r>
      <w:r w:rsidR="00D8054C" w:rsidRPr="00D8054C">
        <w:rPr>
          <w:rStyle w:val="libAlaemChar"/>
          <w:rtl/>
        </w:rPr>
        <w:t>عليهم‌السلام</w:t>
      </w:r>
      <w:r w:rsidR="00D8054C">
        <w:rPr>
          <w:rtl/>
        </w:rPr>
        <w:t>،</w:t>
      </w:r>
      <w:r w:rsidRPr="007E0B1D">
        <w:rPr>
          <w:rtl/>
        </w:rPr>
        <w:t xml:space="preserve"> ومن وكلاء المهدي المنتظر </w:t>
      </w:r>
      <w:r w:rsidR="00D8054C">
        <w:rPr>
          <w:rtl/>
        </w:rPr>
        <w:t>(</w:t>
      </w:r>
      <w:r w:rsidRPr="007E0B1D">
        <w:rPr>
          <w:rtl/>
        </w:rPr>
        <w:t>عج</w:t>
      </w:r>
      <w:r w:rsidR="00D8054C">
        <w:rPr>
          <w:rtl/>
        </w:rPr>
        <w:t>)</w:t>
      </w:r>
      <w:r>
        <w:rPr>
          <w:rtl/>
        </w:rPr>
        <w:t>.</w:t>
      </w:r>
    </w:p>
    <w:p w:rsidR="008867CD" w:rsidRPr="007E0B1D" w:rsidRDefault="008867CD" w:rsidP="008867CD">
      <w:pPr>
        <w:pStyle w:val="libNormal"/>
        <w:rPr>
          <w:rtl/>
        </w:rPr>
      </w:pPr>
      <w:r w:rsidRPr="007E0B1D">
        <w:rPr>
          <w:rtl/>
        </w:rPr>
        <w:t>كان يقيم ببغداد</w:t>
      </w:r>
      <w:r w:rsidR="00D8054C">
        <w:rPr>
          <w:rtl/>
        </w:rPr>
        <w:t>،</w:t>
      </w:r>
      <w:r w:rsidRPr="007E0B1D">
        <w:rPr>
          <w:rtl/>
        </w:rPr>
        <w:t xml:space="preserve"> ولتشيعه ولزومه جانب الحق نقل الى سامراء وحبس بها وذلك سنة 252 ه‍</w:t>
      </w:r>
      <w:r>
        <w:rPr>
          <w:rtl/>
        </w:rPr>
        <w:t>.</w:t>
      </w:r>
    </w:p>
    <w:p w:rsidR="008867CD" w:rsidRPr="007E0B1D" w:rsidRDefault="008867CD" w:rsidP="008867CD">
      <w:pPr>
        <w:pStyle w:val="libNormal"/>
        <w:rPr>
          <w:rtl/>
        </w:rPr>
      </w:pPr>
      <w:r w:rsidRPr="007E0B1D">
        <w:rPr>
          <w:rtl/>
        </w:rPr>
        <w:t>جاء اسمه في اكثر من 30 موردا في أسناد الروايات.</w:t>
      </w:r>
    </w:p>
    <w:p w:rsidR="008867CD" w:rsidRPr="007E0B1D" w:rsidRDefault="008867CD" w:rsidP="008867CD">
      <w:pPr>
        <w:pStyle w:val="libNormal"/>
        <w:rPr>
          <w:rtl/>
        </w:rPr>
      </w:pPr>
      <w:r w:rsidRPr="007E0B1D">
        <w:rPr>
          <w:rtl/>
        </w:rPr>
        <w:t>روى عنه زكريا بن يحيى التميمي</w:t>
      </w:r>
      <w:r w:rsidR="00D8054C">
        <w:rPr>
          <w:rtl/>
        </w:rPr>
        <w:t>،</w:t>
      </w:r>
      <w:r w:rsidRPr="007E0B1D">
        <w:rPr>
          <w:rtl/>
        </w:rPr>
        <w:t xml:space="preserve"> والفضل بن شاذان</w:t>
      </w:r>
      <w:r w:rsidR="00D8054C">
        <w:rPr>
          <w:rtl/>
        </w:rPr>
        <w:t>،</w:t>
      </w:r>
      <w:r w:rsidRPr="007E0B1D">
        <w:rPr>
          <w:rtl/>
        </w:rPr>
        <w:t xml:space="preserve"> وسهل بن زياد وغيرهم.</w:t>
      </w:r>
    </w:p>
    <w:p w:rsidR="008867CD" w:rsidRPr="007E0B1D" w:rsidRDefault="008867CD" w:rsidP="008867CD">
      <w:pPr>
        <w:pStyle w:val="libNormal"/>
        <w:rPr>
          <w:rtl/>
        </w:rPr>
      </w:pPr>
      <w:r w:rsidRPr="007E0B1D">
        <w:rPr>
          <w:rtl/>
        </w:rPr>
        <w:t>توفي ببغداد في شهر جمادى الاولى سنة 261 ودفن بها.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375</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401</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414</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431. نقد الرجال ص 129. بهجة الآمال ج 4 ص 78. منتهى المقال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ص 130. وسائل الشيعة ج 20 ص 190. رجال النجاشي ص 113. هداية المحدثين ص 59 وص 300. الكامل لابن الأثير ج 7 ص 289. ريحانة الأدب </w:t>
      </w:r>
      <w:r w:rsidR="00D8054C">
        <w:rPr>
          <w:rtl/>
        </w:rPr>
        <w:t>(</w:t>
      </w:r>
      <w:r w:rsidRPr="007E0B1D">
        <w:rPr>
          <w:rtl/>
        </w:rPr>
        <w:t>فارسي</w:t>
      </w:r>
      <w:r w:rsidR="00D8054C">
        <w:rPr>
          <w:rtl/>
        </w:rPr>
        <w:t>)</w:t>
      </w:r>
      <w:r w:rsidRPr="007E0B1D">
        <w:rPr>
          <w:rtl/>
        </w:rPr>
        <w:t xml:space="preserve"> ج 7 ص 295. معجم رجال الحديث ج 7 ص 118</w:t>
      </w:r>
      <w:r w:rsidR="00D8054C">
        <w:rPr>
          <w:rtl/>
        </w:rPr>
        <w:t>،</w:t>
      </w:r>
      <w:r w:rsidRPr="007E0B1D">
        <w:rPr>
          <w:rtl/>
        </w:rPr>
        <w:t xml:space="preserve"> وج 22 ص 75.</w:t>
      </w:r>
      <w:r>
        <w:rPr>
          <w:rFonts w:hint="cs"/>
          <w:rtl/>
        </w:rPr>
        <w:t xml:space="preserve"> </w:t>
      </w:r>
      <w:r w:rsidRPr="007E0B1D">
        <w:rPr>
          <w:rtl/>
        </w:rPr>
        <w:t xml:space="preserve">الفصول الفخرية </w:t>
      </w:r>
      <w:r w:rsidR="00D8054C">
        <w:rPr>
          <w:rtl/>
        </w:rPr>
        <w:t>(</w:t>
      </w:r>
      <w:r w:rsidRPr="007E0B1D">
        <w:rPr>
          <w:rtl/>
        </w:rPr>
        <w:t>فارسي</w:t>
      </w:r>
      <w:r w:rsidR="00D8054C">
        <w:rPr>
          <w:rtl/>
        </w:rPr>
        <w:t>)</w:t>
      </w:r>
      <w:r w:rsidRPr="007E0B1D">
        <w:rPr>
          <w:rtl/>
        </w:rPr>
        <w:t xml:space="preserve"> ص 96. تاريخ الطبري ج 8 ص 19. هدية الأحباب </w:t>
      </w:r>
      <w:r w:rsidR="00D8054C">
        <w:rPr>
          <w:rtl/>
        </w:rPr>
        <w:t>(</w:t>
      </w:r>
      <w:r w:rsidRPr="007E0B1D">
        <w:rPr>
          <w:rtl/>
        </w:rPr>
        <w:t>فارسي</w:t>
      </w:r>
      <w:r w:rsidR="00D8054C">
        <w:rPr>
          <w:rtl/>
        </w:rPr>
        <w:t>)</w:t>
      </w:r>
      <w:r w:rsidRPr="007E0B1D">
        <w:rPr>
          <w:rtl/>
        </w:rPr>
        <w:t xml:space="preserve"> ص 43. رجال الحلي </w:t>
      </w:r>
      <w:r w:rsidR="00D8054C">
        <w:rPr>
          <w:rtl/>
        </w:rPr>
        <w:t>(</w:t>
      </w:r>
      <w:r w:rsidRPr="007E0B1D">
        <w:rPr>
          <w:rtl/>
        </w:rPr>
        <w:t>قسم الثقات</w:t>
      </w:r>
      <w:r w:rsidR="00D8054C">
        <w:rPr>
          <w:rtl/>
        </w:rPr>
        <w:t>)</w:t>
      </w:r>
      <w:r w:rsidRPr="007E0B1D">
        <w:rPr>
          <w:rtl/>
        </w:rPr>
        <w:t xml:space="preserve"> ص 68. الكنى والألقاب ج 1 ص 167. تنقيح المقال ج 1 ص 412. الخصال ص 76. فهرست الطوسي ص 67. معجم الثقات ص 51. سفينة البحار ج 2 ص 717 وص 718. مروج الذهب ج 2 ص 290. الجامع في الرجال ج 1 ص 748. معالم العلماء ص 47.</w:t>
      </w:r>
      <w:r>
        <w:rPr>
          <w:rFonts w:hint="cs"/>
          <w:rtl/>
        </w:rPr>
        <w:t xml:space="preserve"> </w:t>
      </w:r>
      <w:r w:rsidRPr="007E0B1D">
        <w:rPr>
          <w:rtl/>
        </w:rPr>
        <w:t>التحرير الطاوسي ص 99. جامع الرواة ج 1 ص 307</w:t>
      </w:r>
      <w:r w:rsidR="00D8054C">
        <w:rPr>
          <w:rtl/>
        </w:rPr>
        <w:t>،</w:t>
      </w:r>
      <w:r w:rsidRPr="007E0B1D">
        <w:rPr>
          <w:rtl/>
        </w:rPr>
        <w:t xml:space="preserve"> وج 2 ص 422. أمالي المفيد ص 174. مقاتل الطالبيين ص 644. تأسيس الشيعة ص 202 وص 413.</w:t>
      </w:r>
      <w:r>
        <w:rPr>
          <w:rFonts w:hint="cs"/>
          <w:rtl/>
        </w:rPr>
        <w:t xml:space="preserve"> </w:t>
      </w:r>
      <w:r w:rsidRPr="007E0B1D">
        <w:rPr>
          <w:rtl/>
        </w:rPr>
        <w:t>مجمع الرجال ج 2 ص 288 وص 289</w:t>
      </w:r>
      <w:r w:rsidR="00D8054C">
        <w:rPr>
          <w:rtl/>
        </w:rPr>
        <w:t>،</w:t>
      </w:r>
      <w:r w:rsidRPr="007E0B1D">
        <w:rPr>
          <w:rtl/>
        </w:rPr>
        <w:t xml:space="preserve"> وج 7 ص 107. تاريخ بغداد ج 8 ص 369. العندبيل ج 1 ص 263. رجال البرقي في أصحاب الجواد </w:t>
      </w:r>
      <w:r w:rsidR="00D8054C" w:rsidRPr="00D8054C">
        <w:rPr>
          <w:rStyle w:val="libAlaemChar"/>
          <w:rtl/>
        </w:rPr>
        <w:t>عليه‌السلام</w:t>
      </w:r>
      <w:r w:rsidRPr="007E0B1D">
        <w:rPr>
          <w:rtl/>
        </w:rPr>
        <w:t xml:space="preserve"> ص 56</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57</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60. كامل الزيارات ص 273. التوحيد ص 69 وص 94 وص 113. رجال ابن داود </w:t>
      </w:r>
      <w:r w:rsidR="00D8054C">
        <w:rPr>
          <w:rtl/>
        </w:rPr>
        <w:t>(</w:t>
      </w:r>
      <w:r w:rsidRPr="007E0B1D">
        <w:rPr>
          <w:rtl/>
        </w:rPr>
        <w:t>قسم الثقات</w:t>
      </w:r>
      <w:r w:rsidR="00D8054C">
        <w:rPr>
          <w:rtl/>
        </w:rPr>
        <w:t>)</w:t>
      </w:r>
      <w:r w:rsidRPr="007E0B1D">
        <w:rPr>
          <w:rtl/>
        </w:rPr>
        <w:t xml:space="preserve"> ص 91 وص 221. رجال الكشي ص 278 وص 484 وص 486 وص 489 وص 543 وص 571. أعيان الشيعة ج 6 ص 377. كشف الغمة ج 3 ص 151. من لا يحضره الفقيه ج 3 ص 86</w:t>
      </w:r>
      <w:r w:rsidR="00D8054C">
        <w:rPr>
          <w:rtl/>
        </w:rPr>
        <w:t>،</w:t>
      </w:r>
      <w:r w:rsidRPr="007E0B1D">
        <w:rPr>
          <w:rtl/>
        </w:rPr>
        <w:t xml:space="preserve"> وج 4 ص 286. طرائف المقال ج 1 ص 305. رجال الأنصاري ص 87. روضة المتقين ج 14 ص 490.</w:t>
      </w:r>
      <w:r>
        <w:rPr>
          <w:rFonts w:hint="cs"/>
          <w:rtl/>
        </w:rPr>
        <w:t xml:space="preserve"> </w:t>
      </w:r>
      <w:r w:rsidRPr="007E0B1D">
        <w:rPr>
          <w:rtl/>
        </w:rPr>
        <w:t>منهج المقال ص 136. الكافي ج 1 ص 18 وص 77 وص 90 وص 263 وص 264 وص 268 وص 281 وص 414</w:t>
      </w:r>
      <w:r w:rsidR="00D8054C">
        <w:rPr>
          <w:rtl/>
        </w:rPr>
        <w:t>،</w:t>
      </w:r>
      <w:r w:rsidRPr="007E0B1D">
        <w:rPr>
          <w:rtl/>
        </w:rPr>
        <w:t xml:space="preserve"> وج 3 ص 215 وص 442</w:t>
      </w:r>
      <w:r w:rsidR="00D8054C">
        <w:rPr>
          <w:rtl/>
        </w:rPr>
        <w:t>،</w:t>
      </w:r>
      <w:r w:rsidRPr="007E0B1D">
        <w:rPr>
          <w:rtl/>
        </w:rPr>
        <w:t xml:space="preserve"> وج 4 ص 567</w:t>
      </w:r>
      <w:r w:rsidR="00D8054C">
        <w:rPr>
          <w:rtl/>
        </w:rPr>
        <w:t>،</w:t>
      </w:r>
      <w:r w:rsidRPr="007E0B1D">
        <w:rPr>
          <w:rtl/>
        </w:rPr>
        <w:t xml:space="preserve"> وج 6 ص 199 وص 525 وص 532 وغيرها. الوجيزة ص 21. اتقان المقال ص 59. التهذيب ج 3 ص 297 وص 327</w:t>
      </w:r>
      <w:r w:rsidR="00D8054C">
        <w:rPr>
          <w:rtl/>
        </w:rPr>
        <w:t>،</w:t>
      </w:r>
      <w:r w:rsidRPr="007E0B1D">
        <w:rPr>
          <w:rtl/>
        </w:rPr>
        <w:t xml:space="preserve"> وج 6 ص 93 وص 109</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وج 8 ص 247</w:t>
      </w:r>
      <w:r w:rsidR="00D8054C">
        <w:rPr>
          <w:rtl/>
        </w:rPr>
        <w:t>،</w:t>
      </w:r>
      <w:r w:rsidRPr="007E0B1D">
        <w:rPr>
          <w:rtl/>
        </w:rPr>
        <w:t xml:space="preserve"> وج 9 ص 55. الاستبصار ج 1 ص 441. ربيع الشيعة ص 349.</w:t>
      </w:r>
      <w:r>
        <w:rPr>
          <w:rFonts w:hint="cs"/>
          <w:rtl/>
        </w:rPr>
        <w:t xml:space="preserve"> </w:t>
      </w:r>
      <w:r w:rsidRPr="007E0B1D">
        <w:rPr>
          <w:rtl/>
        </w:rPr>
        <w:t>ثقات الرواة للشهرستاني ص 31.</w:t>
      </w:r>
    </w:p>
    <w:p w:rsidR="008867CD" w:rsidRPr="007E0B1D" w:rsidRDefault="008867CD" w:rsidP="008867CD">
      <w:pPr>
        <w:pStyle w:val="libBold1"/>
        <w:rPr>
          <w:rtl/>
        </w:rPr>
      </w:pPr>
      <w:r w:rsidRPr="007E0B1D">
        <w:rPr>
          <w:rtl/>
        </w:rPr>
        <w:t>69</w:t>
      </w:r>
      <w:r w:rsidR="00D8054C">
        <w:rPr>
          <w:rtl/>
        </w:rPr>
        <w:t xml:space="preserve"> - </w:t>
      </w:r>
      <w:r w:rsidRPr="007E0B1D">
        <w:rPr>
          <w:rtl/>
        </w:rPr>
        <w:t>الصرمي</w:t>
      </w:r>
    </w:p>
    <w:p w:rsidR="008867CD" w:rsidRPr="007E0B1D" w:rsidRDefault="008867CD" w:rsidP="008867CD">
      <w:pPr>
        <w:pStyle w:val="libNormal"/>
        <w:rPr>
          <w:rtl/>
        </w:rPr>
      </w:pPr>
      <w:r w:rsidRPr="007E0B1D">
        <w:rPr>
          <w:rtl/>
        </w:rPr>
        <w:t>داود بن مافنة الصرمي بالولاء</w:t>
      </w:r>
      <w:r w:rsidR="00D8054C">
        <w:rPr>
          <w:rtl/>
        </w:rPr>
        <w:t>،</w:t>
      </w:r>
      <w:r w:rsidRPr="007E0B1D">
        <w:rPr>
          <w:rtl/>
        </w:rPr>
        <w:t xml:space="preserve"> الكوفي</w:t>
      </w:r>
      <w:r w:rsidR="00D8054C">
        <w:rPr>
          <w:rtl/>
        </w:rPr>
        <w:t>،</w:t>
      </w:r>
      <w:r w:rsidRPr="007E0B1D">
        <w:rPr>
          <w:rtl/>
        </w:rPr>
        <w:t xml:space="preserve"> أبو سليمان.</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وله مسائل.</w:t>
      </w:r>
    </w:p>
    <w:p w:rsidR="008867CD" w:rsidRPr="007E0B1D" w:rsidRDefault="008867CD" w:rsidP="008867CD">
      <w:pPr>
        <w:pStyle w:val="libNormal"/>
        <w:rPr>
          <w:rtl/>
        </w:rPr>
      </w:pPr>
      <w:r w:rsidRPr="007E0B1D">
        <w:rPr>
          <w:rtl/>
        </w:rPr>
        <w:t xml:space="preserve">روى عن الأئمة الرضا والجواد والهادي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جاء اسمه في 23 موردا في أسناد الروايات.</w:t>
      </w:r>
    </w:p>
    <w:p w:rsidR="008867CD" w:rsidRPr="007E0B1D" w:rsidRDefault="008867CD" w:rsidP="008867CD">
      <w:pPr>
        <w:pStyle w:val="libNormal"/>
        <w:rPr>
          <w:rtl/>
        </w:rPr>
      </w:pPr>
      <w:r w:rsidRPr="007E0B1D">
        <w:rPr>
          <w:rtl/>
        </w:rPr>
        <w:t>روى عنه محمّد بن عيسى بن عبيد</w:t>
      </w:r>
      <w:r w:rsidR="00D8054C">
        <w:rPr>
          <w:rtl/>
        </w:rPr>
        <w:t>،</w:t>
      </w:r>
      <w:r w:rsidRPr="007E0B1D">
        <w:rPr>
          <w:rtl/>
        </w:rPr>
        <w:t xml:space="preserve"> وأحمد بن محمّد بن خالد البرقي</w:t>
      </w:r>
      <w:r w:rsidR="00D8054C">
        <w:rPr>
          <w:rtl/>
        </w:rPr>
        <w:t>،</w:t>
      </w:r>
      <w:r w:rsidRPr="007E0B1D">
        <w:rPr>
          <w:rtl/>
        </w:rPr>
        <w:t xml:space="preserve"> وأحمد بن محمّد بن عيسى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كامل الزيارات ص 303. رجال الطوسي في أصحاب الهادي </w:t>
      </w:r>
      <w:r w:rsidR="00D8054C" w:rsidRPr="00D8054C">
        <w:rPr>
          <w:rStyle w:val="libAlaemChar"/>
          <w:rtl/>
        </w:rPr>
        <w:t>عليه‌السلام</w:t>
      </w:r>
      <w:r w:rsidRPr="007E0B1D">
        <w:rPr>
          <w:rtl/>
        </w:rPr>
        <w:t xml:space="preserve"> ص 415. الجامع في الرجال ج 1 ص 745 وص 751. منتهى المقال ص 131.</w:t>
      </w:r>
      <w:r>
        <w:rPr>
          <w:rFonts w:hint="cs"/>
          <w:rtl/>
        </w:rPr>
        <w:t xml:space="preserve"> </w:t>
      </w:r>
      <w:r w:rsidRPr="007E0B1D">
        <w:rPr>
          <w:rtl/>
        </w:rPr>
        <w:t xml:space="preserve">بهجة الآمال ج 4 ص 88. العندبيل ج 1 ص 262 وص 265. مستطرفات السرائر ص 66. جامع الرواة ج 1 ص 305 وص 309. فهرست الطوسي ص 68. رجال ابن داود </w:t>
      </w:r>
      <w:r w:rsidR="00D8054C">
        <w:rPr>
          <w:rtl/>
        </w:rPr>
        <w:t>(</w:t>
      </w:r>
      <w:r w:rsidRPr="007E0B1D">
        <w:rPr>
          <w:rtl/>
        </w:rPr>
        <w:t>قسم الثقات</w:t>
      </w:r>
      <w:r w:rsidR="00D8054C">
        <w:rPr>
          <w:rtl/>
        </w:rPr>
        <w:t>)</w:t>
      </w:r>
      <w:r w:rsidRPr="007E0B1D">
        <w:rPr>
          <w:rtl/>
        </w:rPr>
        <w:t xml:space="preserve"> ص 91. مجمع الرجال ج 2 ص 285 وص 292.</w:t>
      </w:r>
      <w:r>
        <w:rPr>
          <w:rFonts w:hint="cs"/>
          <w:rtl/>
        </w:rPr>
        <w:t xml:space="preserve"> </w:t>
      </w:r>
      <w:r w:rsidRPr="007E0B1D">
        <w:rPr>
          <w:rtl/>
        </w:rPr>
        <w:t xml:space="preserve">الذريعة ج 20 ص 334. أعيان الشيعة ج 6 ص 374 وص 383. معجم رجال الحديث ج 7 ص 128 وص 137. تنقيح المقال ج 1 ص 416. رجال البرقي في أصحاب الهادي </w:t>
      </w:r>
      <w:r w:rsidR="00D8054C" w:rsidRPr="00D8054C">
        <w:rPr>
          <w:rStyle w:val="libAlaemChar"/>
          <w:rtl/>
        </w:rPr>
        <w:t>عليه‌السلام</w:t>
      </w:r>
      <w:r w:rsidRPr="007E0B1D">
        <w:rPr>
          <w:rtl/>
        </w:rPr>
        <w:t xml:space="preserve"> ص 59. نقد الرجال ص 128 وص 130. رجال النجاشي ص 116. معالم العلماء ص 48. طرائف المقال ج 1 ص 305. الوجيزة ص 21.</w:t>
      </w:r>
      <w:r>
        <w:rPr>
          <w:rFonts w:hint="cs"/>
          <w:rtl/>
        </w:rPr>
        <w:t xml:space="preserve"> </w:t>
      </w:r>
      <w:r w:rsidRPr="007E0B1D">
        <w:rPr>
          <w:rtl/>
        </w:rPr>
        <w:t>منهج المقال ص 137. الكافي ج 3 ص 390 وص 563</w:t>
      </w:r>
      <w:r w:rsidR="00D8054C">
        <w:rPr>
          <w:rtl/>
        </w:rPr>
        <w:t>،</w:t>
      </w:r>
      <w:r w:rsidRPr="007E0B1D">
        <w:rPr>
          <w:rtl/>
        </w:rPr>
        <w:t xml:space="preserve"> وج 5 ص 125. من لا</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يحضره الفقيه ج 1 ص 170. التهذيب ج 1 ص 35</w:t>
      </w:r>
      <w:r w:rsidR="00D8054C">
        <w:rPr>
          <w:rtl/>
        </w:rPr>
        <w:t>،</w:t>
      </w:r>
      <w:r w:rsidRPr="007E0B1D">
        <w:rPr>
          <w:rtl/>
        </w:rPr>
        <w:t xml:space="preserve"> وج 2 ص 30 وص 121 وص 210 وص 212 وص 213 وص 307 وص 310</w:t>
      </w:r>
      <w:r w:rsidR="00D8054C">
        <w:rPr>
          <w:rtl/>
        </w:rPr>
        <w:t>،</w:t>
      </w:r>
      <w:r w:rsidRPr="007E0B1D">
        <w:rPr>
          <w:rtl/>
        </w:rPr>
        <w:t xml:space="preserve"> وج 4 ص 52</w:t>
      </w:r>
      <w:r w:rsidR="00D8054C">
        <w:rPr>
          <w:rtl/>
        </w:rPr>
        <w:t>،</w:t>
      </w:r>
      <w:r w:rsidRPr="007E0B1D">
        <w:rPr>
          <w:rtl/>
        </w:rPr>
        <w:t xml:space="preserve"> وج 6 ص 86 وص 111</w:t>
      </w:r>
      <w:r w:rsidR="00D8054C">
        <w:rPr>
          <w:rtl/>
        </w:rPr>
        <w:t>،</w:t>
      </w:r>
      <w:r w:rsidRPr="007E0B1D">
        <w:rPr>
          <w:rtl/>
        </w:rPr>
        <w:t xml:space="preserve"> وج 8 ص 237. إيضاح الاشتباه ص 37. اتقان المقال </w:t>
      </w:r>
      <w:r w:rsidR="00D8054C">
        <w:rPr>
          <w:rtl/>
        </w:rPr>
        <w:t>(</w:t>
      </w:r>
      <w:r w:rsidRPr="007E0B1D">
        <w:rPr>
          <w:rtl/>
        </w:rPr>
        <w:t>قسم الحسان</w:t>
      </w:r>
      <w:r w:rsidR="00D8054C">
        <w:rPr>
          <w:rtl/>
        </w:rPr>
        <w:t>)</w:t>
      </w:r>
      <w:r w:rsidRPr="007E0B1D">
        <w:rPr>
          <w:rtl/>
        </w:rPr>
        <w:t xml:space="preserve"> ص 188. نضد الايضاح ص 133. الاستبصار ج 1 ص 264 وص 332 وص 336 وص 384 وص 387.</w:t>
      </w:r>
    </w:p>
    <w:p w:rsidR="008867CD" w:rsidRPr="007E0B1D" w:rsidRDefault="008867CD" w:rsidP="008867CD">
      <w:pPr>
        <w:pStyle w:val="libCenterBold1"/>
        <w:rPr>
          <w:rtl/>
        </w:rPr>
      </w:pPr>
      <w:r w:rsidRPr="007E0B1D">
        <w:rPr>
          <w:rtl/>
        </w:rPr>
        <w:t>70</w:t>
      </w:r>
      <w:r w:rsidR="00D8054C">
        <w:rPr>
          <w:rtl/>
        </w:rPr>
        <w:t xml:space="preserve"> - </w:t>
      </w:r>
      <w:r w:rsidRPr="007E0B1D">
        <w:rPr>
          <w:rtl/>
        </w:rPr>
        <w:t>داود بن مهزيار</w:t>
      </w:r>
    </w:p>
    <w:p w:rsidR="008867CD" w:rsidRPr="007E0B1D" w:rsidRDefault="008867CD" w:rsidP="008867CD">
      <w:pPr>
        <w:pStyle w:val="libNormal"/>
        <w:rPr>
          <w:rtl/>
        </w:rPr>
      </w:pPr>
      <w:r w:rsidRPr="007E0B1D">
        <w:rPr>
          <w:rtl/>
        </w:rPr>
        <w:t>محدث</w:t>
      </w:r>
      <w:r w:rsidR="00D8054C">
        <w:rPr>
          <w:rtl/>
        </w:rPr>
        <w:t>،</w:t>
      </w:r>
      <w:r w:rsidRPr="007E0B1D">
        <w:rPr>
          <w:rtl/>
        </w:rPr>
        <w:t xml:space="preserve">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أخوه علي بن مهزيار</w:t>
      </w:r>
      <w:r w:rsidR="00D8054C">
        <w:rPr>
          <w:rtl/>
        </w:rPr>
        <w:t>،</w:t>
      </w:r>
      <w:r w:rsidRPr="007E0B1D">
        <w:rPr>
          <w:rtl/>
        </w:rPr>
        <w:t xml:space="preserve"> وأحمد بن محمّد الأقرع</w:t>
      </w:r>
      <w:r w:rsidR="00D8054C">
        <w:rPr>
          <w:rtl/>
        </w:rPr>
        <w:t>،</w:t>
      </w:r>
      <w:r w:rsidRPr="007E0B1D">
        <w:rPr>
          <w:rtl/>
        </w:rPr>
        <w:t xml:space="preserve"> وموسى بن جعفر بن وهب.</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401. رجال الكشي ص 81. مجمع الرجال ج 2 ص 293. الاستبصار ج 1 ص 110. الجامع في الرجال ج 1 ص 752. التهذيب ج 1 ص 369</w:t>
      </w:r>
      <w:r w:rsidR="00D8054C">
        <w:rPr>
          <w:rtl/>
        </w:rPr>
        <w:t>،</w:t>
      </w:r>
      <w:r w:rsidRPr="007E0B1D">
        <w:rPr>
          <w:rtl/>
        </w:rPr>
        <w:t xml:space="preserve"> وج 4 ص 331</w:t>
      </w:r>
      <w:r w:rsidR="00D8054C">
        <w:rPr>
          <w:rtl/>
        </w:rPr>
        <w:t>،</w:t>
      </w:r>
      <w:r w:rsidRPr="007E0B1D">
        <w:rPr>
          <w:rtl/>
        </w:rPr>
        <w:t xml:space="preserve"> وج 5 ص 483.</w:t>
      </w:r>
      <w:r>
        <w:rPr>
          <w:rFonts w:hint="cs"/>
          <w:rtl/>
        </w:rPr>
        <w:t xml:space="preserve"> </w:t>
      </w:r>
      <w:r w:rsidRPr="007E0B1D">
        <w:rPr>
          <w:rtl/>
        </w:rPr>
        <w:t>نقد الرجال ص 130. معجم رجال الحديث ج 7 ص 131. جامع الرواة ج 1 ص 309. طرائف المقال ج 1 ص 305. منهج المقال ص 137.</w:t>
      </w:r>
    </w:p>
    <w:p w:rsidR="008867CD" w:rsidRPr="007E0B1D" w:rsidRDefault="008867CD" w:rsidP="008867CD">
      <w:pPr>
        <w:pStyle w:val="libCenterBold1"/>
        <w:rPr>
          <w:rtl/>
        </w:rPr>
      </w:pPr>
      <w:r w:rsidRPr="007E0B1D">
        <w:rPr>
          <w:rtl/>
        </w:rPr>
        <w:t>71</w:t>
      </w:r>
      <w:r w:rsidR="00D8054C">
        <w:rPr>
          <w:rtl/>
        </w:rPr>
        <w:t xml:space="preserve"> - </w:t>
      </w:r>
      <w:r w:rsidRPr="007E0B1D">
        <w:rPr>
          <w:rtl/>
        </w:rPr>
        <w:t>دعبل الخزاعي</w:t>
      </w:r>
    </w:p>
    <w:p w:rsidR="008867CD" w:rsidRPr="007E0B1D" w:rsidRDefault="008867CD" w:rsidP="008867CD">
      <w:pPr>
        <w:pStyle w:val="libNormal"/>
        <w:rPr>
          <w:rtl/>
        </w:rPr>
      </w:pPr>
      <w:r w:rsidRPr="007E0B1D">
        <w:rPr>
          <w:rtl/>
        </w:rPr>
        <w:t>دعبل بن علي بن رزين بن عثمان بن عبد الرحمن بن عبد الله بن بديل ابن ورقاء الخزاعي</w:t>
      </w:r>
      <w:r w:rsidR="00D8054C">
        <w:rPr>
          <w:rtl/>
        </w:rPr>
        <w:t>،</w:t>
      </w:r>
      <w:r w:rsidRPr="007E0B1D">
        <w:rPr>
          <w:rtl/>
        </w:rPr>
        <w:t xml:space="preserve"> المضري</w:t>
      </w:r>
      <w:r w:rsidR="00D8054C">
        <w:rPr>
          <w:rtl/>
        </w:rPr>
        <w:t>،</w:t>
      </w:r>
      <w:r w:rsidRPr="007E0B1D">
        <w:rPr>
          <w:rtl/>
        </w:rPr>
        <w:t xml:space="preserve"> الكوفي</w:t>
      </w:r>
      <w:r w:rsidR="00D8054C">
        <w:rPr>
          <w:rtl/>
        </w:rPr>
        <w:t>،</w:t>
      </w:r>
      <w:r w:rsidRPr="007E0B1D">
        <w:rPr>
          <w:rtl/>
        </w:rPr>
        <w:t xml:space="preserve"> أبو علي</w:t>
      </w:r>
      <w:r w:rsidR="00D8054C">
        <w:rPr>
          <w:rtl/>
        </w:rPr>
        <w:t>،</w:t>
      </w:r>
      <w:r w:rsidRPr="007E0B1D">
        <w:rPr>
          <w:rtl/>
        </w:rPr>
        <w:t xml:space="preserve"> وقيل أبو جعفر</w:t>
      </w:r>
      <w:r w:rsidR="00D8054C">
        <w:rPr>
          <w:rtl/>
        </w:rPr>
        <w:t>،</w:t>
      </w:r>
      <w:r w:rsidRPr="007E0B1D">
        <w:rPr>
          <w:rtl/>
        </w:rPr>
        <w:t xml:space="preserve"> وقيل كان اسمه عبد الرحمن أو حسن أو محمّد</w:t>
      </w:r>
      <w:r w:rsidR="00D8054C">
        <w:rPr>
          <w:rtl/>
        </w:rPr>
        <w:t>،</w:t>
      </w:r>
      <w:r w:rsidRPr="007E0B1D">
        <w:rPr>
          <w:rtl/>
        </w:rPr>
        <w:t xml:space="preserve"> ولقب بدعبل فغلب على اسمه.</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من فحول شعراء العرب</w:t>
      </w:r>
      <w:r w:rsidR="00D8054C">
        <w:rPr>
          <w:rtl/>
        </w:rPr>
        <w:t>،</w:t>
      </w:r>
      <w:r w:rsidRPr="007E0B1D">
        <w:rPr>
          <w:rtl/>
        </w:rPr>
        <w:t xml:space="preserve"> وأحد شعراء أهل البيت </w:t>
      </w:r>
      <w:r w:rsidR="00D8054C" w:rsidRPr="00D8054C">
        <w:rPr>
          <w:rStyle w:val="libAlaemChar"/>
          <w:rtl/>
        </w:rPr>
        <w:t>عليه‌السلام</w:t>
      </w:r>
      <w:r w:rsidR="00D8054C">
        <w:rPr>
          <w:rtl/>
        </w:rPr>
        <w:t>،</w:t>
      </w:r>
      <w:r w:rsidRPr="007E0B1D">
        <w:rPr>
          <w:rtl/>
        </w:rPr>
        <w:t xml:space="preserve"> وبالاضافة الى علو كعبه في عالم الشعر والأدب كان من ثقات علماء ومحدثي الشيعة الامامية</w:t>
      </w:r>
      <w:r w:rsidR="00D8054C">
        <w:rPr>
          <w:rtl/>
        </w:rPr>
        <w:t>،</w:t>
      </w:r>
      <w:r w:rsidRPr="007E0B1D">
        <w:rPr>
          <w:rtl/>
        </w:rPr>
        <w:t xml:space="preserve"> عرف بالفصاحة والبلاغة والتصرف في صنوف الشعر</w:t>
      </w:r>
      <w:r w:rsidR="00D8054C">
        <w:rPr>
          <w:rtl/>
        </w:rPr>
        <w:t>،</w:t>
      </w:r>
      <w:r w:rsidRPr="007E0B1D">
        <w:rPr>
          <w:rtl/>
        </w:rPr>
        <w:t xml:space="preserve"> وتعصبه للقحطانية على النزارية</w:t>
      </w:r>
      <w:r w:rsidR="00D8054C">
        <w:rPr>
          <w:rtl/>
        </w:rPr>
        <w:t>،</w:t>
      </w:r>
      <w:r w:rsidRPr="007E0B1D">
        <w:rPr>
          <w:rtl/>
        </w:rPr>
        <w:t xml:space="preserve"> وكان جريئا على حكام عصره.</w:t>
      </w:r>
    </w:p>
    <w:p w:rsidR="008867CD" w:rsidRPr="007E0B1D" w:rsidRDefault="008867CD" w:rsidP="008867CD">
      <w:pPr>
        <w:pStyle w:val="libNormal"/>
        <w:rPr>
          <w:rtl/>
        </w:rPr>
      </w:pPr>
      <w:r w:rsidRPr="007E0B1D">
        <w:rPr>
          <w:rtl/>
        </w:rPr>
        <w:t>أصله من الكوفة</w:t>
      </w:r>
      <w:r w:rsidR="00D8054C">
        <w:rPr>
          <w:rtl/>
        </w:rPr>
        <w:t>،</w:t>
      </w:r>
      <w:r w:rsidRPr="007E0B1D">
        <w:rPr>
          <w:rtl/>
        </w:rPr>
        <w:t xml:space="preserve"> وقيل من قرقيسيا</w:t>
      </w:r>
      <w:r w:rsidR="00D8054C">
        <w:rPr>
          <w:rtl/>
        </w:rPr>
        <w:t xml:space="preserve"> - </w:t>
      </w:r>
      <w:r w:rsidRPr="007E0B1D">
        <w:rPr>
          <w:rtl/>
        </w:rPr>
        <w:t>بلدة بين واسط والأهواز</w:t>
      </w:r>
      <w:r w:rsidR="00D8054C">
        <w:rPr>
          <w:rtl/>
        </w:rPr>
        <w:t xml:space="preserve"> - </w:t>
      </w:r>
      <w:r w:rsidRPr="007E0B1D">
        <w:rPr>
          <w:rtl/>
        </w:rPr>
        <w:t>وولادته سنة 148 ه‍</w:t>
      </w:r>
      <w:r w:rsidR="00D8054C">
        <w:rPr>
          <w:rtl/>
        </w:rPr>
        <w:t>،</w:t>
      </w:r>
      <w:r w:rsidRPr="007E0B1D">
        <w:rPr>
          <w:rtl/>
        </w:rPr>
        <w:t xml:space="preserve"> وقيل سنة 142 ه‍</w:t>
      </w:r>
      <w:r>
        <w:rPr>
          <w:rtl/>
        </w:rPr>
        <w:t>.</w:t>
      </w:r>
    </w:p>
    <w:p w:rsidR="008867CD" w:rsidRPr="007E0B1D" w:rsidRDefault="008867CD" w:rsidP="008867CD">
      <w:pPr>
        <w:pStyle w:val="libNormal"/>
        <w:rPr>
          <w:rtl/>
        </w:rPr>
      </w:pPr>
      <w:r w:rsidRPr="007E0B1D">
        <w:rPr>
          <w:rtl/>
        </w:rPr>
        <w:t>كان يكثر المقام في بغداد بناء على طلب هارون العباسي</w:t>
      </w:r>
      <w:r w:rsidR="00D8054C">
        <w:rPr>
          <w:rtl/>
        </w:rPr>
        <w:t>،</w:t>
      </w:r>
      <w:r w:rsidRPr="007E0B1D">
        <w:rPr>
          <w:rtl/>
        </w:rPr>
        <w:t xml:space="preserve"> وقام بزيارات إلى الشام ومصر وخراسان وبلاد المغرب الأقصى.</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 xml:space="preserve"> وصحبهم وحظي لديهم</w:t>
      </w:r>
      <w:r w:rsidR="00D8054C">
        <w:rPr>
          <w:rtl/>
        </w:rPr>
        <w:t>،</w:t>
      </w:r>
      <w:r w:rsidRPr="007E0B1D">
        <w:rPr>
          <w:rtl/>
        </w:rPr>
        <w:t xml:space="preserve"> وأدرك من حياة الامام الهادي </w:t>
      </w:r>
      <w:r w:rsidR="00D8054C" w:rsidRPr="00D8054C">
        <w:rPr>
          <w:rStyle w:val="libAlaemChar"/>
          <w:rtl/>
        </w:rPr>
        <w:t>عليه‌السلام</w:t>
      </w:r>
      <w:r w:rsidRPr="007E0B1D">
        <w:rPr>
          <w:rtl/>
        </w:rPr>
        <w:t xml:space="preserve"> خمسا وعشرين سنة.</w:t>
      </w:r>
    </w:p>
    <w:p w:rsidR="008867CD" w:rsidRPr="007E0B1D" w:rsidRDefault="008867CD" w:rsidP="008867CD">
      <w:pPr>
        <w:pStyle w:val="libNormal"/>
        <w:rPr>
          <w:rtl/>
        </w:rPr>
      </w:pPr>
      <w:r w:rsidRPr="007E0B1D">
        <w:rPr>
          <w:rtl/>
        </w:rPr>
        <w:t>عاصر من ملوك بني العباس كلا من هارون والمأمون والمعتصم والواثق والمتوكل</w:t>
      </w:r>
      <w:r w:rsidR="00D8054C">
        <w:rPr>
          <w:rtl/>
        </w:rPr>
        <w:t>،</w:t>
      </w:r>
      <w:r w:rsidRPr="007E0B1D">
        <w:rPr>
          <w:rtl/>
        </w:rPr>
        <w:t xml:space="preserve"> وله في هجائهم وهجاء غيرهم من ولاة الامور الشعر الكثير</w:t>
      </w:r>
      <w:r w:rsidR="00D8054C">
        <w:rPr>
          <w:rtl/>
        </w:rPr>
        <w:t>،</w:t>
      </w:r>
      <w:r w:rsidRPr="007E0B1D">
        <w:rPr>
          <w:rtl/>
        </w:rPr>
        <w:t xml:space="preserve"> وكان يقول</w:t>
      </w:r>
      <w:r w:rsidR="00D8054C">
        <w:rPr>
          <w:rtl/>
        </w:rPr>
        <w:t>:</w:t>
      </w:r>
      <w:r w:rsidRPr="007E0B1D">
        <w:rPr>
          <w:rtl/>
        </w:rPr>
        <w:t xml:space="preserve"> لي ثلاثون سنة أحمل خشبتي على كتفي ما أجد من يصلبني عليها.</w:t>
      </w:r>
    </w:p>
    <w:p w:rsidR="008867CD" w:rsidRPr="007E0B1D" w:rsidRDefault="008867CD" w:rsidP="008867CD">
      <w:pPr>
        <w:pStyle w:val="libNormal"/>
        <w:rPr>
          <w:rtl/>
        </w:rPr>
      </w:pPr>
      <w:r w:rsidRPr="007E0B1D">
        <w:rPr>
          <w:rtl/>
        </w:rPr>
        <w:t>حدث عنه جماعة أمثال</w:t>
      </w:r>
      <w:r w:rsidR="00D8054C">
        <w:rPr>
          <w:rtl/>
        </w:rPr>
        <w:t>:</w:t>
      </w:r>
      <w:r w:rsidRPr="007E0B1D">
        <w:rPr>
          <w:rtl/>
        </w:rPr>
        <w:t xml:space="preserve"> عبد السلام بن صالح الهروي</w:t>
      </w:r>
      <w:r w:rsidR="00D8054C">
        <w:rPr>
          <w:rtl/>
        </w:rPr>
        <w:t>،</w:t>
      </w:r>
      <w:r w:rsidRPr="007E0B1D">
        <w:rPr>
          <w:rtl/>
        </w:rPr>
        <w:t xml:space="preserve"> وعلي بن الحكم</w:t>
      </w:r>
      <w:r w:rsidR="00D8054C">
        <w:rPr>
          <w:rtl/>
        </w:rPr>
        <w:t>،</w:t>
      </w:r>
      <w:r w:rsidRPr="007E0B1D">
        <w:rPr>
          <w:rtl/>
        </w:rPr>
        <w:t xml:space="preserve"> وموسى بن حماد اليزدي وغيرهم.</w:t>
      </w:r>
    </w:p>
    <w:p w:rsidR="008867CD" w:rsidRPr="007E0B1D" w:rsidRDefault="008867CD" w:rsidP="008867CD">
      <w:pPr>
        <w:pStyle w:val="libNormal"/>
        <w:rPr>
          <w:rtl/>
        </w:rPr>
      </w:pPr>
      <w:r w:rsidRPr="007E0B1D">
        <w:rPr>
          <w:rtl/>
        </w:rPr>
        <w:t>من اثاره « ديوان شعر »</w:t>
      </w:r>
      <w:r w:rsidR="00D8054C">
        <w:rPr>
          <w:rtl/>
        </w:rPr>
        <w:t>،</w:t>
      </w:r>
      <w:r w:rsidRPr="007E0B1D">
        <w:rPr>
          <w:rtl/>
        </w:rPr>
        <w:t xml:space="preserve"> </w:t>
      </w:r>
      <w:r>
        <w:rPr>
          <w:rtl/>
        </w:rPr>
        <w:t>و «</w:t>
      </w:r>
      <w:r w:rsidRPr="007E0B1D">
        <w:rPr>
          <w:rtl/>
        </w:rPr>
        <w:t xml:space="preserve"> طبقات الشعراء »</w:t>
      </w:r>
      <w:r w:rsidR="00D8054C">
        <w:rPr>
          <w:rtl/>
        </w:rPr>
        <w:t>،</w:t>
      </w:r>
      <w:r w:rsidRPr="007E0B1D">
        <w:rPr>
          <w:rtl/>
        </w:rPr>
        <w:t xml:space="preserve"> </w:t>
      </w:r>
      <w:r>
        <w:rPr>
          <w:rtl/>
        </w:rPr>
        <w:t>و «</w:t>
      </w:r>
      <w:r w:rsidRPr="007E0B1D">
        <w:rPr>
          <w:rtl/>
        </w:rPr>
        <w:t xml:space="preserve"> الواحدة في مثالب العرب ومناقبها »</w:t>
      </w:r>
      <w:r>
        <w:rPr>
          <w:rtl/>
        </w:rPr>
        <w:t>.</w:t>
      </w:r>
    </w:p>
    <w:p w:rsidR="008867CD" w:rsidRDefault="008867CD" w:rsidP="008867CD">
      <w:pPr>
        <w:pStyle w:val="libNormal"/>
        <w:rPr>
          <w:rFonts w:hint="cs"/>
          <w:rtl/>
        </w:rPr>
      </w:pPr>
      <w:r w:rsidRPr="007E0B1D">
        <w:rPr>
          <w:rtl/>
        </w:rPr>
        <w:t xml:space="preserve">ومن شعره في ذم هارون العباسي مشيرا الى تقارب قبره مع قبر الامام الرضا </w:t>
      </w:r>
      <w:r w:rsidR="00D8054C" w:rsidRPr="00D8054C">
        <w:rPr>
          <w:rStyle w:val="libAlaemChar"/>
          <w:rtl/>
        </w:rPr>
        <w:t>عليه‌السلام</w:t>
      </w:r>
      <w:r w:rsidR="00D8054C">
        <w:rPr>
          <w:rtl/>
        </w:rPr>
        <w:t>،</w:t>
      </w:r>
      <w:r w:rsidRPr="007E0B1D">
        <w:rPr>
          <w:rtl/>
        </w:rPr>
        <w:t xml:space="preserve"> فيقول</w:t>
      </w:r>
      <w:r w:rsidR="00D8054C">
        <w:rPr>
          <w:rtl/>
        </w:rPr>
        <w:t>:</w:t>
      </w:r>
    </w:p>
    <w:tbl>
      <w:tblPr>
        <w:tblStyle w:val="TableGrid"/>
        <w:bidiVisual/>
        <w:tblW w:w="5000" w:type="pct"/>
        <w:tblLook w:val="01E0"/>
      </w:tblPr>
      <w:tblGrid>
        <w:gridCol w:w="3881"/>
        <w:gridCol w:w="252"/>
        <w:gridCol w:w="3879"/>
      </w:tblGrid>
      <w:tr w:rsidR="008867CD" w:rsidTr="00AE355E">
        <w:tc>
          <w:tcPr>
            <w:tcW w:w="3675" w:type="dxa"/>
            <w:shd w:val="clear" w:color="auto" w:fill="auto"/>
          </w:tcPr>
          <w:p w:rsidR="008867CD" w:rsidRDefault="008867CD" w:rsidP="00D8054C">
            <w:pPr>
              <w:pStyle w:val="libPoem"/>
              <w:rPr>
                <w:rtl/>
              </w:rPr>
            </w:pPr>
            <w:r w:rsidRPr="007E0B1D">
              <w:rPr>
                <w:rtl/>
              </w:rPr>
              <w:t>قبران في طوس خير الخلق كلهم</w:t>
            </w:r>
            <w:r w:rsidRPr="00D8054C">
              <w:rPr>
                <w:rStyle w:val="libPoemTiniChar0"/>
                <w:rtl/>
              </w:rPr>
              <w:br/>
              <w:t> </w:t>
            </w:r>
          </w:p>
        </w:tc>
        <w:tc>
          <w:tcPr>
            <w:tcW w:w="239" w:type="dxa"/>
            <w:shd w:val="clear" w:color="auto" w:fill="auto"/>
          </w:tcPr>
          <w:p w:rsidR="008867CD" w:rsidRDefault="008867CD" w:rsidP="00D8054C">
            <w:pPr>
              <w:pStyle w:val="libPoem"/>
              <w:rPr>
                <w:rtl/>
              </w:rPr>
            </w:pPr>
          </w:p>
        </w:tc>
        <w:tc>
          <w:tcPr>
            <w:tcW w:w="3673" w:type="dxa"/>
            <w:shd w:val="clear" w:color="auto" w:fill="auto"/>
          </w:tcPr>
          <w:p w:rsidR="008867CD" w:rsidRDefault="008867CD" w:rsidP="00D8054C">
            <w:pPr>
              <w:pStyle w:val="libPoem"/>
              <w:rPr>
                <w:rFonts w:hint="cs"/>
                <w:rtl/>
              </w:rPr>
            </w:pPr>
            <w:r w:rsidRPr="007E0B1D">
              <w:rPr>
                <w:rtl/>
              </w:rPr>
              <w:t>وقبر شرهم هذا من العبر</w:t>
            </w:r>
            <w:r w:rsidRPr="00D8054C">
              <w:rPr>
                <w:rStyle w:val="libPoemTiniChar0"/>
                <w:rtl/>
              </w:rPr>
              <w:br/>
              <w:t> </w:t>
            </w:r>
          </w:p>
        </w:tc>
      </w:tr>
      <w:tr w:rsidR="008867CD" w:rsidTr="00AE355E">
        <w:tc>
          <w:tcPr>
            <w:tcW w:w="3675" w:type="dxa"/>
          </w:tcPr>
          <w:p w:rsidR="008867CD" w:rsidRDefault="008867CD" w:rsidP="00D8054C">
            <w:pPr>
              <w:pStyle w:val="libPoem"/>
              <w:rPr>
                <w:rtl/>
              </w:rPr>
            </w:pPr>
            <w:r w:rsidRPr="007E0B1D">
              <w:rPr>
                <w:rtl/>
              </w:rPr>
              <w:t>ما ينفع الرجس من قرب الزكي له</w:t>
            </w:r>
            <w:r w:rsidRPr="00D8054C">
              <w:rPr>
                <w:rStyle w:val="libPoemTiniChar0"/>
                <w:rtl/>
              </w:rPr>
              <w:br/>
              <w:t> </w:t>
            </w:r>
          </w:p>
        </w:tc>
        <w:tc>
          <w:tcPr>
            <w:tcW w:w="239" w:type="dxa"/>
          </w:tcPr>
          <w:p w:rsidR="008867CD" w:rsidRDefault="008867CD" w:rsidP="00D8054C">
            <w:pPr>
              <w:pStyle w:val="libPoem"/>
              <w:rPr>
                <w:rtl/>
              </w:rPr>
            </w:pPr>
          </w:p>
        </w:tc>
        <w:tc>
          <w:tcPr>
            <w:tcW w:w="3673" w:type="dxa"/>
          </w:tcPr>
          <w:p w:rsidR="008867CD" w:rsidRDefault="008867CD" w:rsidP="00D8054C">
            <w:pPr>
              <w:pStyle w:val="libPoem"/>
              <w:rPr>
                <w:rFonts w:hint="cs"/>
                <w:rtl/>
              </w:rPr>
            </w:pPr>
            <w:r w:rsidRPr="007E0B1D">
              <w:rPr>
                <w:rtl/>
              </w:rPr>
              <w:t>على الزكي بقرب الرجس من ضرر</w:t>
            </w:r>
            <w:r w:rsidRPr="00D8054C">
              <w:rPr>
                <w:rStyle w:val="libPoemTiniChar0"/>
                <w:rtl/>
              </w:rPr>
              <w:br/>
              <w:t> </w:t>
            </w:r>
          </w:p>
        </w:tc>
      </w:tr>
    </w:tbl>
    <w:p w:rsidR="008867CD" w:rsidRPr="007E0B1D" w:rsidRDefault="008867CD" w:rsidP="008867CD">
      <w:pPr>
        <w:pStyle w:val="libNormal"/>
        <w:rPr>
          <w:rtl/>
        </w:rPr>
      </w:pPr>
      <w:r w:rsidRPr="007E0B1D">
        <w:rPr>
          <w:rtl/>
        </w:rPr>
        <w:t>توفي مسموما بأمر من مالك بن طوق صاحب الرحبة بمدينة الطيب</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وقيل بقرية من نواحي السوس سنة 245 ه‍</w:t>
      </w:r>
      <w:r w:rsidR="00D8054C">
        <w:rPr>
          <w:rtl/>
        </w:rPr>
        <w:t>،</w:t>
      </w:r>
      <w:r w:rsidRPr="007E0B1D">
        <w:rPr>
          <w:rtl/>
        </w:rPr>
        <w:t xml:space="preserve"> وقيل سنة 246 ه‍</w:t>
      </w:r>
      <w:r w:rsidR="00D8054C">
        <w:rPr>
          <w:rtl/>
        </w:rPr>
        <w:t>،</w:t>
      </w:r>
      <w:r w:rsidRPr="007E0B1D">
        <w:rPr>
          <w:rtl/>
        </w:rPr>
        <w:t xml:space="preserve"> وقيل سنة 244 ه‍</w:t>
      </w:r>
      <w:r w:rsidR="00D8054C">
        <w:rPr>
          <w:rtl/>
        </w:rPr>
        <w:t>،</w:t>
      </w:r>
      <w:r w:rsidRPr="007E0B1D">
        <w:rPr>
          <w:rtl/>
        </w:rPr>
        <w:t xml:space="preserve"> وقيل قبره بزويلة</w:t>
      </w:r>
      <w:r w:rsidR="00D8054C">
        <w:rPr>
          <w:rtl/>
        </w:rPr>
        <w:t xml:space="preserve"> - </w:t>
      </w:r>
      <w:r w:rsidRPr="007E0B1D">
        <w:rPr>
          <w:rtl/>
        </w:rPr>
        <w:t>من مدن المغرب العربي</w:t>
      </w:r>
      <w:r w:rsidR="00D8054C">
        <w:rPr>
          <w:rtl/>
        </w:rPr>
        <w:t xml:space="preserve"> - </w:t>
      </w:r>
      <w:r w:rsidRPr="007E0B1D">
        <w:rPr>
          <w:rtl/>
        </w:rPr>
        <w:t>والله أعلم.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415. اتقان المقال ص 188. الذريعة ج 3 ص 204</w:t>
      </w:r>
      <w:r w:rsidR="00D8054C">
        <w:rPr>
          <w:rtl/>
        </w:rPr>
        <w:t>،</w:t>
      </w:r>
      <w:r w:rsidRPr="007E0B1D">
        <w:rPr>
          <w:rtl/>
        </w:rPr>
        <w:t xml:space="preserve"> وج 9 قسم 1 ص 326</w:t>
      </w:r>
      <w:r w:rsidR="00D8054C">
        <w:rPr>
          <w:rtl/>
        </w:rPr>
        <w:t>،</w:t>
      </w:r>
      <w:r w:rsidRPr="007E0B1D">
        <w:rPr>
          <w:rtl/>
        </w:rPr>
        <w:t xml:space="preserve"> وج 15 ص 150</w:t>
      </w:r>
      <w:r w:rsidR="00D8054C">
        <w:rPr>
          <w:rtl/>
        </w:rPr>
        <w:t>،</w:t>
      </w:r>
      <w:r w:rsidRPr="007E0B1D">
        <w:rPr>
          <w:rtl/>
        </w:rPr>
        <w:t xml:space="preserve"> وج 25 ص 7. إيضاح الاشتباه ص 37.</w:t>
      </w:r>
      <w:r>
        <w:rPr>
          <w:rFonts w:hint="cs"/>
          <w:rtl/>
        </w:rPr>
        <w:t xml:space="preserve"> </w:t>
      </w:r>
      <w:r w:rsidRPr="007E0B1D">
        <w:rPr>
          <w:rtl/>
        </w:rPr>
        <w:t>شذرات الذهب ج 2 ص 111. رجال الطوسي في أصحاب الرضا ص 375.</w:t>
      </w:r>
      <w:r>
        <w:rPr>
          <w:rFonts w:hint="cs"/>
          <w:rtl/>
        </w:rPr>
        <w:t xml:space="preserve"> </w:t>
      </w:r>
      <w:r w:rsidRPr="007E0B1D">
        <w:rPr>
          <w:rtl/>
        </w:rPr>
        <w:t>الارشاد ص 312. كشف الظنون ج 1 ص 789. جامع الرواة ج 1 ص 311. دائرة معارف البستاني ج 7 ص 693. الكامل في التاريخ ج 7 ص 94. اكتفاء القنوع ص 266. وفيات الأعيان ج 2 ص 266. الأغاني ج 18 ص 62. خزانة الأدب ج 3 ص 229</w:t>
      </w:r>
      <w:r w:rsidR="00D8054C">
        <w:rPr>
          <w:rtl/>
        </w:rPr>
        <w:t>،</w:t>
      </w:r>
      <w:r w:rsidRPr="007E0B1D">
        <w:rPr>
          <w:rtl/>
        </w:rPr>
        <w:t xml:space="preserve"> وج 4 ص 94 وص 319</w:t>
      </w:r>
      <w:r w:rsidR="00D8054C">
        <w:rPr>
          <w:rtl/>
        </w:rPr>
        <w:t>،</w:t>
      </w:r>
      <w:r w:rsidRPr="007E0B1D">
        <w:rPr>
          <w:rtl/>
        </w:rPr>
        <w:t xml:space="preserve"> وج 5 ص 479</w:t>
      </w:r>
      <w:r w:rsidR="00D8054C">
        <w:rPr>
          <w:rtl/>
        </w:rPr>
        <w:t>،</w:t>
      </w:r>
      <w:r w:rsidRPr="007E0B1D">
        <w:rPr>
          <w:rtl/>
        </w:rPr>
        <w:t xml:space="preserve"> وج 6 ص 301</w:t>
      </w:r>
      <w:r w:rsidR="00D8054C">
        <w:rPr>
          <w:rtl/>
        </w:rPr>
        <w:t>،</w:t>
      </w:r>
      <w:r w:rsidRPr="007E0B1D">
        <w:rPr>
          <w:rtl/>
        </w:rPr>
        <w:t xml:space="preserve"> وج 9 ص 579. الأعلام ج 2 ص 339. الجامع في الرجال ج 1 ص 756. التحرير الطاوسي ص 100. عيون أخبار الرضا </w:t>
      </w:r>
      <w:r w:rsidR="00D8054C" w:rsidRPr="00D8054C">
        <w:rPr>
          <w:rStyle w:val="libAlaemChar"/>
          <w:rtl/>
        </w:rPr>
        <w:t>عليه‌السلام</w:t>
      </w:r>
      <w:r w:rsidRPr="007E0B1D">
        <w:rPr>
          <w:rtl/>
        </w:rPr>
        <w:t xml:space="preserve"> ج 2 ص 263</w:t>
      </w:r>
      <w:r w:rsidR="00D8054C">
        <w:rPr>
          <w:rtl/>
        </w:rPr>
        <w:t xml:space="preserve"> - </w:t>
      </w:r>
      <w:r w:rsidRPr="007E0B1D">
        <w:rPr>
          <w:rtl/>
        </w:rPr>
        <w:t>ص 267.</w:t>
      </w:r>
      <w:r>
        <w:rPr>
          <w:rFonts w:hint="cs"/>
          <w:rtl/>
        </w:rPr>
        <w:t xml:space="preserve"> </w:t>
      </w:r>
      <w:r w:rsidRPr="007E0B1D">
        <w:rPr>
          <w:rtl/>
        </w:rPr>
        <w:t>الموسوعة الاسلامية ج 5 ص 193. كفاية الأثر ص 275. أعيان الشيعة ج 6 ص 400. دائرة المعارف الاسلامية ج 9 ص 241</w:t>
      </w:r>
      <w:r w:rsidR="00D8054C">
        <w:rPr>
          <w:rtl/>
        </w:rPr>
        <w:t xml:space="preserve"> - </w:t>
      </w:r>
      <w:r w:rsidRPr="007E0B1D">
        <w:rPr>
          <w:rtl/>
        </w:rPr>
        <w:t>ص 245. أمالي الطوسي ج 1 ص 98. تاريخ قم ص 200. الشعر والشعراء في العصر العباسي ص 319</w:t>
      </w:r>
      <w:r w:rsidR="00D8054C">
        <w:rPr>
          <w:rtl/>
        </w:rPr>
        <w:t xml:space="preserve"> - </w:t>
      </w:r>
      <w:r w:rsidRPr="007E0B1D">
        <w:rPr>
          <w:rtl/>
        </w:rPr>
        <w:t xml:space="preserve">ص 342. الأنوار البهية ص 193 وص 202. رجال ابن داود </w:t>
      </w:r>
      <w:r w:rsidR="00D8054C">
        <w:rPr>
          <w:rtl/>
        </w:rPr>
        <w:t>(</w:t>
      </w:r>
      <w:r w:rsidRPr="007E0B1D">
        <w:rPr>
          <w:rtl/>
        </w:rPr>
        <w:t>قسم الثقات</w:t>
      </w:r>
      <w:r w:rsidR="00D8054C">
        <w:rPr>
          <w:rtl/>
        </w:rPr>
        <w:t>)</w:t>
      </w:r>
      <w:r w:rsidRPr="007E0B1D">
        <w:rPr>
          <w:rtl/>
        </w:rPr>
        <w:t xml:space="preserve"> ص 92. سير أعلام النبلاء ج 11 ص 519. توضيح الاشتباه ص 152. العندبيل ج 1 ص 262. البداية والنهاية ج 10 ص 348. لسان الميزان ج 1 ص 421 في ترجمة اسماعيل بن علي الخزاعي</w:t>
      </w:r>
      <w:r w:rsidR="00D8054C">
        <w:rPr>
          <w:rtl/>
        </w:rPr>
        <w:t>،</w:t>
      </w:r>
      <w:r w:rsidRPr="007E0B1D">
        <w:rPr>
          <w:rtl/>
        </w:rPr>
        <w:t xml:space="preserve"> وص 430. وسائل الشيعة ج 20 ص 191.</w:t>
      </w:r>
      <w:r>
        <w:rPr>
          <w:rFonts w:hint="cs"/>
          <w:rtl/>
        </w:rPr>
        <w:t xml:space="preserve"> </w:t>
      </w:r>
      <w:r w:rsidRPr="007E0B1D">
        <w:rPr>
          <w:rtl/>
        </w:rPr>
        <w:t xml:space="preserve">فرهنگ معين </w:t>
      </w:r>
      <w:r w:rsidR="00D8054C">
        <w:rPr>
          <w:rtl/>
        </w:rPr>
        <w:t>(</w:t>
      </w:r>
      <w:r w:rsidRPr="007E0B1D">
        <w:rPr>
          <w:rtl/>
        </w:rPr>
        <w:t>فارسي</w:t>
      </w:r>
      <w:r w:rsidR="00D8054C">
        <w:rPr>
          <w:rtl/>
        </w:rPr>
        <w:t>)</w:t>
      </w:r>
      <w:r w:rsidRPr="007E0B1D">
        <w:rPr>
          <w:rtl/>
        </w:rPr>
        <w:t xml:space="preserve"> ج 5 ص 531. تاريخ آداب اللغة العربية ج 1 ص 377.</w:t>
      </w:r>
      <w:r>
        <w:rPr>
          <w:rFonts w:hint="cs"/>
          <w:rtl/>
        </w:rPr>
        <w:t xml:space="preserve"> </w:t>
      </w:r>
      <w:r w:rsidRPr="007E0B1D">
        <w:rPr>
          <w:rtl/>
        </w:rPr>
        <w:t>دائرة المعارف لفريد وجدي ج 4 ص 42. الشعر والشعراء ص 350. كشف</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الحجب والأستار ص 119. مفتاح السعادة ج 1 ص 201. نضد الايضاح ص 134. تاريخ بغداد ج 3 ص 383. رجال الكشي ص 98 وص 504. معاهد التنصيص ج 2 ص 190. الكنى والألقاب ج 1 ص 28 وص 319 وص 320</w:t>
      </w:r>
      <w:r w:rsidR="00D8054C">
        <w:rPr>
          <w:rtl/>
        </w:rPr>
        <w:t>،</w:t>
      </w:r>
      <w:r w:rsidRPr="007E0B1D">
        <w:rPr>
          <w:rtl/>
        </w:rPr>
        <w:t xml:space="preserve"> وج 3 ص 71. معجم المؤلفين ج 4 ص 145. الوجيزة ص 34. كشف الغمة ج 3 ص 108. مجمع الرجال ج 2 ص 296. بهجة الآمال ج 2 ص 17</w:t>
      </w:r>
      <w:r w:rsidR="00D8054C">
        <w:rPr>
          <w:rtl/>
        </w:rPr>
        <w:t>،</w:t>
      </w:r>
      <w:r w:rsidRPr="007E0B1D">
        <w:rPr>
          <w:rtl/>
        </w:rPr>
        <w:t xml:space="preserve"> وج 4 ص 94.</w:t>
      </w:r>
      <w:r>
        <w:rPr>
          <w:rFonts w:hint="cs"/>
          <w:rtl/>
        </w:rPr>
        <w:t xml:space="preserve"> </w:t>
      </w:r>
      <w:r w:rsidRPr="007E0B1D">
        <w:rPr>
          <w:rtl/>
        </w:rPr>
        <w:t xml:space="preserve">العبر ج 1 ص 447. مجالس المؤمنين ج 2 ص 517. تاريخ الشعوب الاسلامية ج 2 ص 39. ميزان الاعتدال ج 1 ص 328. هدية العافين ج 1 ص 363. طبقات الشعراء لابن المعتز ص 218 وص 264. رجال الحلي ص 70 </w:t>
      </w:r>
      <w:r w:rsidR="00D8054C">
        <w:rPr>
          <w:rtl/>
        </w:rPr>
        <w:t>(</w:t>
      </w:r>
      <w:r>
        <w:rPr>
          <w:rtl/>
        </w:rPr>
        <w:t>قسم الثقات</w:t>
      </w:r>
      <w:r w:rsidR="00D8054C">
        <w:rPr>
          <w:rtl/>
        </w:rPr>
        <w:t>)</w:t>
      </w:r>
      <w:r w:rsidRPr="007E0B1D">
        <w:rPr>
          <w:rtl/>
        </w:rPr>
        <w:t>.</w:t>
      </w:r>
      <w:r>
        <w:rPr>
          <w:rFonts w:hint="cs"/>
          <w:rtl/>
        </w:rPr>
        <w:t xml:space="preserve"> </w:t>
      </w:r>
      <w:r w:rsidRPr="007E0B1D">
        <w:rPr>
          <w:rtl/>
        </w:rPr>
        <w:t xml:space="preserve">تهذيب تاريخ دمشق ج 5 ص 227. مختار الأغاني ج 3 ص 521. ديوان دعبل للدجيلي. تتمة المنتهى </w:t>
      </w:r>
      <w:r w:rsidR="00D8054C">
        <w:rPr>
          <w:rtl/>
        </w:rPr>
        <w:t>(</w:t>
      </w:r>
      <w:r w:rsidRPr="007E0B1D">
        <w:rPr>
          <w:rtl/>
        </w:rPr>
        <w:t>فارسي</w:t>
      </w:r>
      <w:r w:rsidR="00D8054C">
        <w:rPr>
          <w:rtl/>
        </w:rPr>
        <w:t>)</w:t>
      </w:r>
      <w:r w:rsidRPr="007E0B1D">
        <w:rPr>
          <w:rtl/>
        </w:rPr>
        <w:t xml:space="preserve"> ص 321. معجم الادباء ج 11 ص 99. تنقيح المقال ج 1 ص 417. لغت نامه دهخدا </w:t>
      </w:r>
      <w:r w:rsidR="00D8054C">
        <w:rPr>
          <w:rtl/>
        </w:rPr>
        <w:t>(</w:t>
      </w:r>
      <w:r w:rsidRPr="007E0B1D">
        <w:rPr>
          <w:rtl/>
        </w:rPr>
        <w:t>فارسي</w:t>
      </w:r>
      <w:r w:rsidR="00D8054C">
        <w:rPr>
          <w:rtl/>
        </w:rPr>
        <w:t>)</w:t>
      </w:r>
      <w:r w:rsidRPr="007E0B1D">
        <w:rPr>
          <w:rtl/>
        </w:rPr>
        <w:t xml:space="preserve"> مادة دعبل. رجال النجاشي ص 116 وص 197 في ترجمة علي بن علي بن رزين. سفينة البحار ج 1 ص 445. مرآة الجنان ج 2 ص 145. النجوم الزاهرة ج 2 ص 322. الموسوعة العربية الميسرة ص 796. ريحانة الأدب </w:t>
      </w:r>
      <w:r w:rsidR="00D8054C">
        <w:rPr>
          <w:rtl/>
        </w:rPr>
        <w:t>(</w:t>
      </w:r>
      <w:r w:rsidRPr="007E0B1D">
        <w:rPr>
          <w:rtl/>
        </w:rPr>
        <w:t>فارسي</w:t>
      </w:r>
      <w:r w:rsidR="00D8054C">
        <w:rPr>
          <w:rtl/>
        </w:rPr>
        <w:t>)</w:t>
      </w:r>
      <w:r w:rsidRPr="007E0B1D">
        <w:rPr>
          <w:rtl/>
        </w:rPr>
        <w:t xml:space="preserve"> ج 2 ص 128. الموشح ص 299. معجم رجال الحديث ج 7 ص 143. فهرست النديم ص 183. معالم العلماء ص 151. معجم البلدان</w:t>
      </w:r>
      <w:r w:rsidR="00D8054C">
        <w:rPr>
          <w:rtl/>
        </w:rPr>
        <w:t xml:space="preserve"> - </w:t>
      </w:r>
      <w:r w:rsidRPr="007E0B1D">
        <w:rPr>
          <w:rtl/>
        </w:rPr>
        <w:t>مادة سمنجان</w:t>
      </w:r>
      <w:r w:rsidR="00D8054C">
        <w:rPr>
          <w:rtl/>
        </w:rPr>
        <w:t xml:space="preserve"> -</w:t>
      </w:r>
      <w:r w:rsidRPr="007E0B1D">
        <w:rPr>
          <w:rtl/>
        </w:rPr>
        <w:t>. روضات الجنات ج 3 ص 306. منهج المقال ص 137. الغدير ج 2 ص 363</w:t>
      </w:r>
      <w:r w:rsidR="00D8054C">
        <w:rPr>
          <w:rtl/>
        </w:rPr>
        <w:t xml:space="preserve"> - </w:t>
      </w:r>
      <w:r w:rsidRPr="007E0B1D">
        <w:rPr>
          <w:rtl/>
        </w:rPr>
        <w:t xml:space="preserve">ص 386. معجم الثقات ص 282. منتخب التواريخ </w:t>
      </w:r>
      <w:r w:rsidR="00D8054C">
        <w:rPr>
          <w:rtl/>
        </w:rPr>
        <w:t>(</w:t>
      </w:r>
      <w:r w:rsidRPr="007E0B1D">
        <w:rPr>
          <w:rtl/>
        </w:rPr>
        <w:t>فارسي</w:t>
      </w:r>
      <w:r w:rsidR="00D8054C">
        <w:rPr>
          <w:rtl/>
        </w:rPr>
        <w:t>)</w:t>
      </w:r>
      <w:r w:rsidRPr="007E0B1D">
        <w:rPr>
          <w:rtl/>
        </w:rPr>
        <w:t xml:space="preserve"> ص 533. المناقب ج 4 ص 338 وص 347 وص 359 وص 365. منتهى المقال ص 132. نقد الرجال ص 131.</w:t>
      </w:r>
      <w:r>
        <w:rPr>
          <w:rFonts w:hint="cs"/>
          <w:rtl/>
        </w:rPr>
        <w:t xml:space="preserve"> </w:t>
      </w:r>
      <w:r w:rsidRPr="007E0B1D">
        <w:rPr>
          <w:rtl/>
        </w:rPr>
        <w:t>طرائف المقال ج 1 ص 305. ربيع الشيعة ص 329.</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9" w:name="_Toc398984088"/>
      <w:r w:rsidRPr="007E0B1D">
        <w:rPr>
          <w:rtl/>
          <w:lang w:bidi="fa-IR"/>
        </w:rPr>
        <w:lastRenderedPageBreak/>
        <w:t>حرف الراء</w:t>
      </w:r>
      <w:bookmarkEnd w:id="9"/>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72</w:t>
      </w:r>
      <w:r w:rsidR="00D8054C">
        <w:rPr>
          <w:rtl/>
        </w:rPr>
        <w:t xml:space="preserve"> - </w:t>
      </w:r>
      <w:r w:rsidRPr="007E0B1D">
        <w:rPr>
          <w:rtl/>
        </w:rPr>
        <w:t>الريان بن شبيب</w:t>
      </w:r>
    </w:p>
    <w:p w:rsidR="008867CD" w:rsidRPr="007E0B1D" w:rsidRDefault="008867CD" w:rsidP="008867CD">
      <w:pPr>
        <w:pStyle w:val="libNormal"/>
        <w:rPr>
          <w:rtl/>
        </w:rPr>
      </w:pPr>
      <w:r w:rsidRPr="007E0B1D">
        <w:rPr>
          <w:rtl/>
        </w:rPr>
        <w:t>أخو ماردة أم المعتصم العباسي.</w:t>
      </w:r>
    </w:p>
    <w:p w:rsidR="008867CD" w:rsidRPr="007E0B1D" w:rsidRDefault="008867CD" w:rsidP="008867CD">
      <w:pPr>
        <w:pStyle w:val="libNormal"/>
        <w:rPr>
          <w:rtl/>
        </w:rPr>
      </w:pPr>
      <w:r w:rsidRPr="007E0B1D">
        <w:rPr>
          <w:rtl/>
        </w:rPr>
        <w:t>محدث ثقة</w:t>
      </w:r>
      <w:r w:rsidR="00D8054C">
        <w:rPr>
          <w:rtl/>
        </w:rPr>
        <w:t>،</w:t>
      </w:r>
      <w:r w:rsidRPr="007E0B1D">
        <w:rPr>
          <w:rtl/>
        </w:rPr>
        <w:t xml:space="preserve"> صدوق</w:t>
      </w:r>
      <w:r w:rsidR="00D8054C">
        <w:rPr>
          <w:rtl/>
        </w:rPr>
        <w:t>،</w:t>
      </w:r>
      <w:r w:rsidRPr="007E0B1D">
        <w:rPr>
          <w:rtl/>
        </w:rPr>
        <w:t xml:space="preserve"> 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سكن مدينة قم</w:t>
      </w:r>
      <w:r w:rsidR="00D8054C">
        <w:rPr>
          <w:rtl/>
        </w:rPr>
        <w:t>،</w:t>
      </w:r>
      <w:r w:rsidRPr="007E0B1D">
        <w:rPr>
          <w:rtl/>
        </w:rPr>
        <w:t xml:space="preserve"> وروى أهلها عنه.</w:t>
      </w:r>
    </w:p>
    <w:p w:rsidR="008867CD" w:rsidRPr="007E0B1D" w:rsidRDefault="008867CD" w:rsidP="008867CD">
      <w:pPr>
        <w:pStyle w:val="libNormal"/>
        <w:rPr>
          <w:rtl/>
        </w:rPr>
      </w:pPr>
      <w:r w:rsidRPr="007E0B1D">
        <w:rPr>
          <w:rtl/>
        </w:rPr>
        <w:t xml:space="preserve">جمع مسائل الصباح بن نصر الهندي للامام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يحيى بن زكريا اللؤلؤي</w:t>
      </w:r>
      <w:r w:rsidR="00D8054C">
        <w:rPr>
          <w:rtl/>
        </w:rPr>
        <w:t>،</w:t>
      </w:r>
      <w:r w:rsidRPr="007E0B1D">
        <w:rPr>
          <w:rtl/>
        </w:rPr>
        <w:t xml:space="preserve"> وابراهيم بن هاشم القمي</w:t>
      </w:r>
      <w:r w:rsidR="00D8054C">
        <w:rPr>
          <w:rtl/>
        </w:rPr>
        <w:t>،</w:t>
      </w:r>
      <w:r w:rsidRPr="007E0B1D">
        <w:rPr>
          <w:rtl/>
        </w:rPr>
        <w:t xml:space="preserve"> وبكر بن صالح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الارشاد ص 319. رجال الكشي ص 609. اثبات الوصية ص 189.</w:t>
      </w:r>
      <w:r>
        <w:rPr>
          <w:rFonts w:hint="cs"/>
          <w:rtl/>
        </w:rPr>
        <w:t xml:space="preserve"> </w:t>
      </w:r>
      <w:r w:rsidRPr="007E0B1D">
        <w:rPr>
          <w:rtl/>
        </w:rPr>
        <w:t xml:space="preserve">الجامع في الرجال ج 1 ص 783. العندبيل ج 1 ص 283. الاستبصار ج 4 ص 129. رجال الحلي </w:t>
      </w:r>
      <w:r w:rsidR="00D8054C">
        <w:rPr>
          <w:rtl/>
        </w:rPr>
        <w:t>(</w:t>
      </w:r>
      <w:r w:rsidRPr="007E0B1D">
        <w:rPr>
          <w:rtl/>
        </w:rPr>
        <w:t>قسم الثقات</w:t>
      </w:r>
      <w:r w:rsidR="00D8054C">
        <w:rPr>
          <w:rtl/>
        </w:rPr>
        <w:t>)</w:t>
      </w:r>
      <w:r w:rsidRPr="007E0B1D">
        <w:rPr>
          <w:rtl/>
        </w:rPr>
        <w:t xml:space="preserve"> ص 71. هداية المحدثين ص 64. رجال ابن داود </w:t>
      </w:r>
      <w:r w:rsidR="00D8054C">
        <w:rPr>
          <w:rtl/>
        </w:rPr>
        <w:t>(</w:t>
      </w:r>
      <w:r w:rsidRPr="007E0B1D">
        <w:rPr>
          <w:rtl/>
        </w:rPr>
        <w:t>قسم الثقات</w:t>
      </w:r>
      <w:r w:rsidR="00D8054C">
        <w:rPr>
          <w:rtl/>
        </w:rPr>
        <w:t>)</w:t>
      </w:r>
      <w:r w:rsidRPr="007E0B1D">
        <w:rPr>
          <w:rtl/>
        </w:rPr>
        <w:t xml:space="preserve"> ص 95. الكنى والألقاب ج 1 ص 314. جامع الرواة ج 1 ص 323. منتهى المقال ص 135. سفينة البحار ج 1 ص 540. وسائل الشيعة ج 20 ص 194. أعيان الشيعة ج 7 ص 38. معجم الثقات ص 54. توضيح الاشتباه ص 160. علل الشرائع ج 1 ص 239. مجمع الرجال ج 3 ص 21.</w:t>
      </w:r>
      <w:r>
        <w:rPr>
          <w:rFonts w:hint="cs"/>
          <w:rtl/>
        </w:rPr>
        <w:t xml:space="preserve"> </w:t>
      </w:r>
      <w:r w:rsidRPr="007E0B1D">
        <w:rPr>
          <w:rtl/>
        </w:rPr>
        <w:t>التهذيب ج 9 ص 202. معجم رجال الحديث ج 7 ص 209. رجال النجاشي ص 118. منهج المقال ص 141. بهجة الآمال ج 4 ص 156. نقد الرجال ص 135. الكافي ج 1 ص 141</w:t>
      </w:r>
      <w:r w:rsidR="00D8054C">
        <w:rPr>
          <w:rtl/>
        </w:rPr>
        <w:t>،</w:t>
      </w:r>
      <w:r w:rsidRPr="007E0B1D">
        <w:rPr>
          <w:rtl/>
        </w:rPr>
        <w:t xml:space="preserve"> وج 7 ص 16. عيون أخبار الرضا </w:t>
      </w:r>
      <w:r w:rsidR="00D8054C" w:rsidRPr="00D8054C">
        <w:rPr>
          <w:rStyle w:val="libAlaemChar"/>
          <w:rtl/>
        </w:rPr>
        <w:t>عليه‌السلام</w:t>
      </w:r>
      <w:r w:rsidRPr="007E0B1D">
        <w:rPr>
          <w:rtl/>
        </w:rPr>
        <w:t xml:space="preserve"> ج 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92. الذريعة ج 20 ص 354. طرائف المقال ج 1 ص 306. رجال الأنصاري ص 88. الوجيزة ص 22. اتقان المقال ص 62. اعلام الورى ص 351. ثقات الرواة للشهرستاني ص 34.</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10" w:name="_Toc398984089"/>
      <w:r w:rsidRPr="007E0B1D">
        <w:rPr>
          <w:rtl/>
          <w:lang w:bidi="fa-IR"/>
        </w:rPr>
        <w:lastRenderedPageBreak/>
        <w:t>حرف الزاي</w:t>
      </w:r>
      <w:bookmarkEnd w:id="10"/>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73</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زكريا بن آدم بن عبد الله بن سعد الأشعري</w:t>
      </w:r>
      <w:r w:rsidR="00D8054C">
        <w:rPr>
          <w:rtl/>
        </w:rPr>
        <w:t>،</w:t>
      </w:r>
      <w:r w:rsidRPr="007E0B1D">
        <w:rPr>
          <w:rtl/>
        </w:rPr>
        <w:t xml:space="preserve"> القمي</w:t>
      </w:r>
      <w:r w:rsidR="00D8054C">
        <w:rPr>
          <w:rtl/>
        </w:rPr>
        <w:t>،</w:t>
      </w:r>
      <w:r w:rsidRPr="007E0B1D">
        <w:rPr>
          <w:rtl/>
        </w:rPr>
        <w:t xml:space="preserve"> أبو يحيى.</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ومن أبرز العلماء والفقهاء</w:t>
      </w:r>
      <w:r w:rsidR="00D8054C">
        <w:rPr>
          <w:rtl/>
        </w:rPr>
        <w:t>،</w:t>
      </w:r>
      <w:r w:rsidRPr="007E0B1D">
        <w:rPr>
          <w:rtl/>
        </w:rPr>
        <w:t xml:space="preserve"> جليل القدر</w:t>
      </w:r>
      <w:r w:rsidR="00D8054C">
        <w:rPr>
          <w:rtl/>
        </w:rPr>
        <w:t>،</w:t>
      </w:r>
      <w:r w:rsidRPr="007E0B1D">
        <w:rPr>
          <w:rtl/>
        </w:rPr>
        <w:t xml:space="preserve"> عظيم المنزلة</w:t>
      </w:r>
      <w:r w:rsidR="00D8054C">
        <w:rPr>
          <w:rtl/>
        </w:rPr>
        <w:t>،</w:t>
      </w:r>
      <w:r w:rsidRPr="007E0B1D">
        <w:rPr>
          <w:rtl/>
        </w:rPr>
        <w:t xml:space="preserve"> ممدوحا</w:t>
      </w:r>
      <w:r w:rsidR="00D8054C">
        <w:rPr>
          <w:rtl/>
        </w:rPr>
        <w:t>،</w:t>
      </w:r>
      <w:r w:rsidRPr="007E0B1D">
        <w:rPr>
          <w:rtl/>
        </w:rPr>
        <w:t xml:space="preserve"> له كتاب</w:t>
      </w:r>
      <w:r w:rsidR="00D8054C">
        <w:rPr>
          <w:rtl/>
        </w:rPr>
        <w:t>،</w:t>
      </w:r>
      <w:r w:rsidRPr="007E0B1D">
        <w:rPr>
          <w:rtl/>
        </w:rPr>
        <w:t xml:space="preserve"> ومسائله للامام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 xml:space="preserve">روى عن الأئمة الصادق والرضا والجواد </w:t>
      </w:r>
      <w:r w:rsidR="00D8054C" w:rsidRPr="00D8054C">
        <w:rPr>
          <w:rStyle w:val="libAlaemChar"/>
          <w:rtl/>
        </w:rPr>
        <w:t>عليهم‌السلام</w:t>
      </w:r>
      <w:r w:rsidR="00D8054C">
        <w:rPr>
          <w:rtl/>
        </w:rPr>
        <w:t>،</w:t>
      </w:r>
      <w:r w:rsidRPr="007E0B1D">
        <w:rPr>
          <w:rtl/>
        </w:rPr>
        <w:t xml:space="preserve"> وكان الامام الرضا يعزه ويجله حتى قال في حقه</w:t>
      </w:r>
      <w:r w:rsidR="00D8054C">
        <w:rPr>
          <w:rtl/>
        </w:rPr>
        <w:t>:</w:t>
      </w:r>
      <w:r w:rsidRPr="007E0B1D">
        <w:rPr>
          <w:rtl/>
        </w:rPr>
        <w:t xml:space="preserve"> المأمون على الدين والدنيا.</w:t>
      </w:r>
    </w:p>
    <w:p w:rsidR="008867CD" w:rsidRPr="007E0B1D" w:rsidRDefault="008867CD" w:rsidP="008867CD">
      <w:pPr>
        <w:pStyle w:val="libNormal"/>
        <w:rPr>
          <w:rtl/>
        </w:rPr>
      </w:pPr>
      <w:r w:rsidRPr="007E0B1D">
        <w:rPr>
          <w:rtl/>
        </w:rPr>
        <w:t>تردد اسمه في 40 موردا في أسناد الروايات.</w:t>
      </w:r>
    </w:p>
    <w:p w:rsidR="008867CD" w:rsidRPr="007E0B1D" w:rsidRDefault="008867CD" w:rsidP="008867CD">
      <w:pPr>
        <w:pStyle w:val="libNormal"/>
        <w:rPr>
          <w:rtl/>
        </w:rPr>
      </w:pPr>
      <w:r w:rsidRPr="007E0B1D">
        <w:rPr>
          <w:rtl/>
        </w:rPr>
        <w:t>روى عنه عشرة من الرواة أمثال</w:t>
      </w:r>
      <w:r w:rsidR="00D8054C">
        <w:rPr>
          <w:rtl/>
        </w:rPr>
        <w:t>:</w:t>
      </w:r>
      <w:r w:rsidRPr="007E0B1D">
        <w:rPr>
          <w:rtl/>
        </w:rPr>
        <w:t xml:space="preserve"> محمّد بن خالد البرقي</w:t>
      </w:r>
      <w:r w:rsidR="00D8054C">
        <w:rPr>
          <w:rtl/>
        </w:rPr>
        <w:t>،</w:t>
      </w:r>
      <w:r w:rsidRPr="007E0B1D">
        <w:rPr>
          <w:rtl/>
        </w:rPr>
        <w:t xml:space="preserve"> ومحمّد بن سهل</w:t>
      </w:r>
      <w:r w:rsidR="00D8054C">
        <w:rPr>
          <w:rtl/>
        </w:rPr>
        <w:t>،</w:t>
      </w:r>
      <w:r w:rsidRPr="007E0B1D">
        <w:rPr>
          <w:rtl/>
        </w:rPr>
        <w:t xml:space="preserve"> ومحمّد بن الحسن شنبولة وغيرهم.</w:t>
      </w:r>
    </w:p>
    <w:p w:rsidR="008867CD" w:rsidRPr="007E0B1D" w:rsidRDefault="008867CD" w:rsidP="008867CD">
      <w:pPr>
        <w:pStyle w:val="libNormal"/>
        <w:rPr>
          <w:rtl/>
        </w:rPr>
      </w:pPr>
      <w:r w:rsidRPr="007E0B1D">
        <w:rPr>
          <w:rtl/>
        </w:rPr>
        <w:t>كان حيا قبل سنة 220 ه‍</w:t>
      </w:r>
      <w:r w:rsidR="00D8054C">
        <w:rPr>
          <w:rtl/>
        </w:rPr>
        <w:t>،</w:t>
      </w:r>
      <w:r w:rsidRPr="007E0B1D">
        <w:rPr>
          <w:rtl/>
        </w:rPr>
        <w:t xml:space="preserve"> ولم يزل في قم حتى توفي بها وقبره فيها.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الصادق </w:t>
      </w:r>
      <w:r w:rsidR="00D8054C" w:rsidRPr="00D8054C">
        <w:rPr>
          <w:rStyle w:val="libAlaemChar"/>
          <w:rtl/>
        </w:rPr>
        <w:t>عليه‌السلام</w:t>
      </w:r>
      <w:r w:rsidRPr="007E0B1D">
        <w:rPr>
          <w:rtl/>
        </w:rPr>
        <w:t xml:space="preserve"> ص 200</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377</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401. رجال ابن داود </w:t>
      </w:r>
      <w:r w:rsidR="00D8054C">
        <w:rPr>
          <w:rtl/>
        </w:rPr>
        <w:t>(</w:t>
      </w:r>
      <w:r w:rsidRPr="007E0B1D">
        <w:rPr>
          <w:rtl/>
        </w:rPr>
        <w:t>قسم الثقات</w:t>
      </w:r>
      <w:r w:rsidR="00D8054C">
        <w:rPr>
          <w:rtl/>
        </w:rPr>
        <w:t>)</w:t>
      </w:r>
      <w:r w:rsidRPr="007E0B1D">
        <w:rPr>
          <w:rtl/>
        </w:rPr>
        <w:t xml:space="preserve"> ص 97. معالم العلماء ص 53. تأسيس الشيعة ص 410. الكنى والألقاب ج 3 ص 72. معجم رجال الحديث ج 7 ص 271</w:t>
      </w:r>
      <w:r w:rsidR="00D8054C">
        <w:rPr>
          <w:rtl/>
        </w:rPr>
        <w:t xml:space="preserve"> - </w:t>
      </w:r>
      <w:r w:rsidRPr="007E0B1D">
        <w:rPr>
          <w:rtl/>
        </w:rPr>
        <w:t xml:space="preserve">ص 274. الخصال ص 368. الاختصاص ص 86 وص 87. منهج المقال ص 149. الفائق في أصحاب الصادق </w:t>
      </w:r>
      <w:r w:rsidR="00D8054C" w:rsidRPr="00D8054C">
        <w:rPr>
          <w:rStyle w:val="libAlaemChar"/>
          <w:rtl/>
        </w:rPr>
        <w:t>عليه‌السلام</w:t>
      </w:r>
      <w:r w:rsidRPr="007E0B1D">
        <w:rPr>
          <w:rtl/>
        </w:rPr>
        <w:t xml:space="preserve"> ترجمة رقم 1220. الجامع في الرجال ج 1 ص 793.</w:t>
      </w:r>
      <w:r>
        <w:rPr>
          <w:rFonts w:hint="cs"/>
          <w:rtl/>
        </w:rPr>
        <w:t xml:space="preserve"> </w:t>
      </w:r>
      <w:r w:rsidRPr="007E0B1D">
        <w:rPr>
          <w:rtl/>
        </w:rPr>
        <w:t>مجمع الرجال ج 3 ص 53</w:t>
      </w:r>
      <w:r w:rsidR="00D8054C">
        <w:rPr>
          <w:rtl/>
        </w:rPr>
        <w:t xml:space="preserve"> - </w:t>
      </w:r>
      <w:r w:rsidRPr="007E0B1D">
        <w:rPr>
          <w:rtl/>
        </w:rPr>
        <w:t xml:space="preserve">ص 57. أعيان الشيعة ج 7 ص 62. تاريخ قم </w:t>
      </w:r>
      <w:r w:rsidR="00D8054C">
        <w:rPr>
          <w:rtl/>
        </w:rPr>
        <w:t>(</w:t>
      </w:r>
      <w:r w:rsidRPr="007E0B1D">
        <w:rPr>
          <w:rtl/>
        </w:rPr>
        <w:t>فارسي</w:t>
      </w:r>
      <w:r w:rsidR="00D8054C">
        <w:rPr>
          <w:rtl/>
        </w:rPr>
        <w:t>)</w:t>
      </w:r>
      <w:r w:rsidRPr="007E0B1D">
        <w:rPr>
          <w:rtl/>
        </w:rPr>
        <w:t xml:space="preserve"> ص 278 وص 279. العندبيل ج 1 ص 293. دلائل الامامة ص 212.</w:t>
      </w:r>
      <w:r>
        <w:rPr>
          <w:rFonts w:hint="cs"/>
          <w:rtl/>
        </w:rPr>
        <w:t xml:space="preserve"> </w:t>
      </w:r>
      <w:r w:rsidRPr="007E0B1D">
        <w:rPr>
          <w:rtl/>
        </w:rPr>
        <w:t>طرائف المقال ج 1 ص 306. تنقيح المقال ج 1 ص 447. فهرست الطوسي ص 73. بهجة الآمال ج 4 ص 196. قاموس الرجال ج 4 ص 187. الذريعة ج 20</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ص 348. معجم الثقات ص 55. جامع الرواة ج 1 ص 330. نقد الرجال ص 138. اتقان المقال ص 63. شرح مشيخة الفقيه ص 69. هداية المحدثين ص 66. رجال النجاشي ص 124. الوجيزة ص 35. التحرير الطاوسي ص 109. رجال الأنصاري ص 90. رجال الحلي </w:t>
      </w:r>
      <w:r w:rsidR="00D8054C">
        <w:rPr>
          <w:rtl/>
        </w:rPr>
        <w:t>(</w:t>
      </w:r>
      <w:r w:rsidRPr="007E0B1D">
        <w:rPr>
          <w:rtl/>
        </w:rPr>
        <w:t>قسم الثقات</w:t>
      </w:r>
      <w:r w:rsidR="00D8054C">
        <w:rPr>
          <w:rtl/>
        </w:rPr>
        <w:t>)</w:t>
      </w:r>
      <w:r w:rsidRPr="007E0B1D">
        <w:rPr>
          <w:rtl/>
        </w:rPr>
        <w:t xml:space="preserve"> ص 75. سفينة البحار ج 1 ص 550. جامع المقال ص 69. وسائل الشيعة ج 20 ص 198.</w:t>
      </w:r>
      <w:r>
        <w:rPr>
          <w:rFonts w:hint="cs"/>
          <w:rtl/>
        </w:rPr>
        <w:t xml:space="preserve"> </w:t>
      </w:r>
      <w:r w:rsidRPr="007E0B1D">
        <w:rPr>
          <w:rtl/>
        </w:rPr>
        <w:t>رجال الكشي ص 503 وص 594 وص 595 وص 596 وص 616. الغيبة للطوسي ص 211. طرائف المقال ج 1 ص 306. منتهى المقال ص 137. من لا يحضره الفقيه ج 1 ص 287. التهذيب ج 1 ص 11 وص 279</w:t>
      </w:r>
      <w:r w:rsidR="00D8054C">
        <w:rPr>
          <w:rtl/>
        </w:rPr>
        <w:t>،</w:t>
      </w:r>
      <w:r w:rsidRPr="007E0B1D">
        <w:rPr>
          <w:rtl/>
        </w:rPr>
        <w:t xml:space="preserve"> وج 4 ص 181</w:t>
      </w:r>
      <w:r w:rsidR="00D8054C">
        <w:rPr>
          <w:rtl/>
        </w:rPr>
        <w:t>،</w:t>
      </w:r>
      <w:r w:rsidRPr="007E0B1D">
        <w:rPr>
          <w:rtl/>
        </w:rPr>
        <w:t xml:space="preserve"> وج 5 ص 173</w:t>
      </w:r>
      <w:r w:rsidR="00D8054C">
        <w:rPr>
          <w:rtl/>
        </w:rPr>
        <w:t>،</w:t>
      </w:r>
      <w:r w:rsidRPr="007E0B1D">
        <w:rPr>
          <w:rtl/>
        </w:rPr>
        <w:t xml:space="preserve"> وج 6 ص 82 وص 162</w:t>
      </w:r>
      <w:r w:rsidR="00D8054C">
        <w:rPr>
          <w:rtl/>
        </w:rPr>
        <w:t>،</w:t>
      </w:r>
      <w:r w:rsidRPr="007E0B1D">
        <w:rPr>
          <w:rtl/>
        </w:rPr>
        <w:t xml:space="preserve"> وج 7 ص 76 وص 77</w:t>
      </w:r>
      <w:r w:rsidR="00D8054C">
        <w:rPr>
          <w:rtl/>
        </w:rPr>
        <w:t>،</w:t>
      </w:r>
      <w:r w:rsidRPr="007E0B1D">
        <w:rPr>
          <w:rtl/>
        </w:rPr>
        <w:t xml:space="preserve"> وج 8 ص 73</w:t>
      </w:r>
      <w:r w:rsidR="00D8054C">
        <w:rPr>
          <w:rtl/>
        </w:rPr>
        <w:t>،</w:t>
      </w:r>
      <w:r w:rsidRPr="007E0B1D">
        <w:rPr>
          <w:rtl/>
        </w:rPr>
        <w:t xml:space="preserve"> وج 9 ص 29 وص 32 وص 50 وص 70 وص 119</w:t>
      </w:r>
      <w:r w:rsidR="00D8054C">
        <w:rPr>
          <w:rtl/>
        </w:rPr>
        <w:t>،</w:t>
      </w:r>
      <w:r w:rsidRPr="007E0B1D">
        <w:rPr>
          <w:rtl/>
        </w:rPr>
        <w:t xml:space="preserve"> وج 10 ص 14. الكافي ج 3 ص 36</w:t>
      </w:r>
      <w:r w:rsidR="00D8054C">
        <w:rPr>
          <w:rtl/>
        </w:rPr>
        <w:t>،</w:t>
      </w:r>
      <w:r w:rsidRPr="007E0B1D">
        <w:rPr>
          <w:rtl/>
        </w:rPr>
        <w:t xml:space="preserve"> وج 4 ص 81 وص 308</w:t>
      </w:r>
      <w:r w:rsidR="00D8054C">
        <w:rPr>
          <w:rtl/>
        </w:rPr>
        <w:t>،</w:t>
      </w:r>
      <w:r w:rsidRPr="007E0B1D">
        <w:rPr>
          <w:rtl/>
        </w:rPr>
        <w:t xml:space="preserve"> وج 5 ص 88 وص 210</w:t>
      </w:r>
      <w:r w:rsidR="00D8054C">
        <w:rPr>
          <w:rtl/>
        </w:rPr>
        <w:t>،</w:t>
      </w:r>
      <w:r w:rsidRPr="007E0B1D">
        <w:rPr>
          <w:rtl/>
        </w:rPr>
        <w:t xml:space="preserve"> وج 6 ص 29 وص 31. الاستبصار ج 1 ص 86 وص 304</w:t>
      </w:r>
      <w:r w:rsidR="00D8054C">
        <w:rPr>
          <w:rtl/>
        </w:rPr>
        <w:t>،</w:t>
      </w:r>
      <w:r w:rsidRPr="007E0B1D">
        <w:rPr>
          <w:rtl/>
        </w:rPr>
        <w:t xml:space="preserve"> وج 2 ص 78 وص 249 وفيه اسمه زكريا بن عمران</w:t>
      </w:r>
      <w:r w:rsidR="00D8054C">
        <w:rPr>
          <w:rtl/>
        </w:rPr>
        <w:t>،</w:t>
      </w:r>
      <w:r w:rsidRPr="007E0B1D">
        <w:rPr>
          <w:rtl/>
        </w:rPr>
        <w:t xml:space="preserve"> وج 3 ص 83</w:t>
      </w:r>
      <w:r w:rsidR="00D8054C">
        <w:rPr>
          <w:rtl/>
        </w:rPr>
        <w:t>،</w:t>
      </w:r>
      <w:r w:rsidRPr="007E0B1D">
        <w:rPr>
          <w:rtl/>
        </w:rPr>
        <w:t xml:space="preserve"> وج 4 ص 72 وص 86 وص 94 وص 206.</w:t>
      </w:r>
      <w:r>
        <w:rPr>
          <w:rFonts w:hint="cs"/>
          <w:rtl/>
        </w:rPr>
        <w:t xml:space="preserve"> </w:t>
      </w:r>
      <w:r w:rsidRPr="007E0B1D">
        <w:rPr>
          <w:rtl/>
        </w:rPr>
        <w:t>ثقات الرواة للشهرستاني ص 35.</w:t>
      </w:r>
    </w:p>
    <w:p w:rsidR="008867CD" w:rsidRPr="007E0B1D" w:rsidRDefault="008867CD" w:rsidP="008867CD">
      <w:pPr>
        <w:pStyle w:val="libCenterBold1"/>
        <w:rPr>
          <w:rtl/>
        </w:rPr>
      </w:pPr>
      <w:r w:rsidRPr="007E0B1D">
        <w:rPr>
          <w:rtl/>
        </w:rPr>
        <w:t>74</w:t>
      </w:r>
      <w:r w:rsidR="00D8054C">
        <w:rPr>
          <w:rtl/>
        </w:rPr>
        <w:t xml:space="preserve"> - </w:t>
      </w:r>
      <w:r w:rsidRPr="007E0B1D">
        <w:rPr>
          <w:rtl/>
        </w:rPr>
        <w:t>أم أحمد البغدادي</w:t>
      </w:r>
    </w:p>
    <w:p w:rsidR="008867CD" w:rsidRPr="007E0B1D" w:rsidRDefault="008867CD" w:rsidP="008867CD">
      <w:pPr>
        <w:pStyle w:val="libNormal"/>
        <w:rPr>
          <w:rtl/>
        </w:rPr>
      </w:pPr>
      <w:r w:rsidRPr="007E0B1D">
        <w:rPr>
          <w:rtl/>
        </w:rPr>
        <w:t>زهراء أم أحمد بن الحسين البغدادي.</w:t>
      </w:r>
    </w:p>
    <w:p w:rsidR="008867CD" w:rsidRPr="007E0B1D" w:rsidRDefault="008867CD" w:rsidP="008867CD">
      <w:pPr>
        <w:pStyle w:val="libNormal"/>
        <w:rPr>
          <w:rtl/>
        </w:rPr>
      </w:pPr>
      <w:r w:rsidRPr="007E0B1D">
        <w:rPr>
          <w:rtl/>
        </w:rPr>
        <w:t>شيعية</w:t>
      </w:r>
      <w:r w:rsidR="00D8054C">
        <w:rPr>
          <w:rtl/>
        </w:rPr>
        <w:t>،</w:t>
      </w:r>
      <w:r w:rsidRPr="007E0B1D">
        <w:rPr>
          <w:rtl/>
        </w:rPr>
        <w:t xml:space="preserve"> لم اوفق الى معرفة أحوالها سوى انها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409. معجم رجال الحديث ج 23 ص 190. جامع الرواة ج 2 ص 457. نقد الرجال ص 413. تنقيح المقال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ج 3 </w:t>
      </w:r>
      <w:r w:rsidR="00D8054C">
        <w:rPr>
          <w:rtl/>
        </w:rPr>
        <w:t>(</w:t>
      </w:r>
      <w:r w:rsidRPr="007E0B1D">
        <w:rPr>
          <w:rtl/>
        </w:rPr>
        <w:t>قسم النساء</w:t>
      </w:r>
      <w:r w:rsidR="00D8054C">
        <w:rPr>
          <w:rtl/>
        </w:rPr>
        <w:t>)</w:t>
      </w:r>
      <w:r w:rsidRPr="007E0B1D">
        <w:rPr>
          <w:rtl/>
        </w:rPr>
        <w:t xml:space="preserve"> ص 78 وفيه</w:t>
      </w:r>
      <w:r w:rsidR="00D8054C">
        <w:rPr>
          <w:rtl/>
        </w:rPr>
        <w:t>:</w:t>
      </w:r>
      <w:r w:rsidRPr="007E0B1D">
        <w:rPr>
          <w:rtl/>
        </w:rPr>
        <w:t xml:space="preserve"> الظاهر امامية الا ان حالها مجهول. بهجة الآمال ج 7 ص 580. مجمع الرجال ج 7 ص 174.</w:t>
      </w:r>
    </w:p>
    <w:p w:rsidR="008867CD" w:rsidRPr="007E0B1D" w:rsidRDefault="008867CD" w:rsidP="008867CD">
      <w:pPr>
        <w:pStyle w:val="libCenterBold1"/>
        <w:rPr>
          <w:rtl/>
        </w:rPr>
      </w:pPr>
      <w:r w:rsidRPr="007E0B1D">
        <w:rPr>
          <w:rtl/>
        </w:rPr>
        <w:t>75</w:t>
      </w:r>
      <w:r w:rsidR="00D8054C">
        <w:rPr>
          <w:rtl/>
        </w:rPr>
        <w:t xml:space="preserve"> - </w:t>
      </w:r>
      <w:r w:rsidRPr="007E0B1D">
        <w:rPr>
          <w:rtl/>
        </w:rPr>
        <w:t>زينب بنت محمّد</w:t>
      </w:r>
    </w:p>
    <w:p w:rsidR="008867CD" w:rsidRPr="007E0B1D" w:rsidRDefault="008867CD" w:rsidP="008867CD">
      <w:pPr>
        <w:pStyle w:val="libNormal"/>
        <w:rPr>
          <w:rtl/>
        </w:rPr>
      </w:pPr>
      <w:r w:rsidRPr="007E0B1D">
        <w:rPr>
          <w:rtl/>
        </w:rPr>
        <w:t>هي زينب بنت محمّد بن يحيى.</w:t>
      </w:r>
    </w:p>
    <w:p w:rsidR="008867CD" w:rsidRPr="007E0B1D" w:rsidRDefault="008867CD" w:rsidP="008867CD">
      <w:pPr>
        <w:pStyle w:val="libNormal"/>
        <w:rPr>
          <w:rtl/>
        </w:rPr>
      </w:pPr>
      <w:r w:rsidRPr="007E0B1D">
        <w:rPr>
          <w:rtl/>
        </w:rPr>
        <w:t>أحوالها كسابقتها.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409. مجمع الرجال ج 7 ص 175. معجم رجال الحديث ج 23 ص 191. تنقيح المقال ج 3 </w:t>
      </w:r>
      <w:r w:rsidR="00D8054C">
        <w:rPr>
          <w:rtl/>
        </w:rPr>
        <w:t>(</w:t>
      </w:r>
      <w:r w:rsidRPr="007E0B1D">
        <w:rPr>
          <w:rtl/>
        </w:rPr>
        <w:t>قسم النساء</w:t>
      </w:r>
      <w:r w:rsidR="00D8054C">
        <w:rPr>
          <w:rtl/>
        </w:rPr>
        <w:t>)</w:t>
      </w:r>
      <w:r w:rsidRPr="007E0B1D">
        <w:rPr>
          <w:rtl/>
        </w:rPr>
        <w:t xml:space="preserve"> ص 80 وفيه</w:t>
      </w:r>
      <w:r w:rsidR="00D8054C">
        <w:rPr>
          <w:rtl/>
        </w:rPr>
        <w:t>:</w:t>
      </w:r>
      <w:r w:rsidRPr="007E0B1D">
        <w:rPr>
          <w:rtl/>
        </w:rPr>
        <w:t xml:space="preserve"> والظاهر كونها امامية الا اني لم أقف على ما يدرجها في الحسان. رجال البرقي ص 62 وفيه</w:t>
      </w:r>
      <w:r w:rsidR="00D8054C">
        <w:rPr>
          <w:rtl/>
        </w:rPr>
        <w:t>:</w:t>
      </w:r>
      <w:r w:rsidRPr="007E0B1D">
        <w:rPr>
          <w:rtl/>
        </w:rPr>
        <w:t xml:space="preserve"> من روى من النساء عن أبي جعفر الثاني </w:t>
      </w:r>
      <w:r w:rsidR="00D8054C" w:rsidRPr="00D8054C">
        <w:rPr>
          <w:rStyle w:val="libAlaemChar"/>
          <w:rtl/>
        </w:rPr>
        <w:t>عليه‌السلام</w:t>
      </w:r>
      <w:r w:rsidRPr="007E0B1D">
        <w:rPr>
          <w:rtl/>
        </w:rPr>
        <w:t xml:space="preserve"> زينب بنت محمّد بن يحيى. نقد الرجال ص 413. جامع الرواة ج 2 ص 457. بهجة الآمال ج 7 ص 583.</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11" w:name="_Toc398984090"/>
      <w:r w:rsidRPr="007E0B1D">
        <w:rPr>
          <w:rtl/>
          <w:lang w:bidi="fa-IR"/>
        </w:rPr>
        <w:lastRenderedPageBreak/>
        <w:t>حرف السين</w:t>
      </w:r>
      <w:bookmarkEnd w:id="11"/>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76</w:t>
      </w:r>
      <w:r w:rsidR="00D8054C">
        <w:rPr>
          <w:rtl/>
        </w:rPr>
        <w:t xml:space="preserve"> - </w:t>
      </w:r>
      <w:r w:rsidRPr="007E0B1D">
        <w:rPr>
          <w:rtl/>
        </w:rPr>
        <w:t>أبو سارة</w:t>
      </w:r>
    </w:p>
    <w:p w:rsidR="008867CD" w:rsidRPr="007E0B1D" w:rsidRDefault="008867CD" w:rsidP="008867CD">
      <w:pPr>
        <w:pStyle w:val="libNormal"/>
        <w:rPr>
          <w:rtl/>
        </w:rPr>
      </w:pPr>
      <w:r w:rsidRPr="007E0B1D">
        <w:rPr>
          <w:rtl/>
        </w:rPr>
        <w:t xml:space="preserve">لم اوفق الى معرفة أحواله سوى أنه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409. مجمع الرجال ج 7 ص 46. نقد الرجال ص 388. بهجة الآمال ج 7 ص 420. معجم رجال الحديث ج 21 ص 61. جامع الرواة ج 2 ص 387. تنقيح المقال ج 3 </w:t>
      </w:r>
      <w:r w:rsidR="00D8054C">
        <w:rPr>
          <w:rtl/>
        </w:rPr>
        <w:t>(</w:t>
      </w:r>
      <w:r w:rsidRPr="007E0B1D">
        <w:rPr>
          <w:rtl/>
        </w:rPr>
        <w:t>قسم الكنى</w:t>
      </w:r>
      <w:r w:rsidR="00D8054C">
        <w:rPr>
          <w:rtl/>
        </w:rPr>
        <w:t>)</w:t>
      </w:r>
      <w:r w:rsidRPr="007E0B1D">
        <w:rPr>
          <w:rtl/>
        </w:rPr>
        <w:t xml:space="preserve"> ص 17. طرائف المقال ج 1 ص 379. رجال الأنصاري ص 218. منهج المقال ص 387. الوجيزة ص 62.</w:t>
      </w:r>
    </w:p>
    <w:p w:rsidR="008867CD" w:rsidRPr="007E0B1D" w:rsidRDefault="008867CD" w:rsidP="008867CD">
      <w:pPr>
        <w:pStyle w:val="libCenterBold1"/>
        <w:rPr>
          <w:rtl/>
        </w:rPr>
      </w:pPr>
      <w:r w:rsidRPr="007E0B1D">
        <w:rPr>
          <w:rtl/>
        </w:rPr>
        <w:t>77</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سعد بن سعد الأحوص ابن سعد بن مالك الأشعري</w:t>
      </w:r>
      <w:r w:rsidR="00D8054C">
        <w:rPr>
          <w:rtl/>
        </w:rPr>
        <w:t>،</w:t>
      </w:r>
      <w:r w:rsidRPr="007E0B1D">
        <w:rPr>
          <w:rtl/>
        </w:rPr>
        <w:t xml:space="preserve"> القمي</w:t>
      </w:r>
      <w:r w:rsidR="00D8054C">
        <w:rPr>
          <w:rtl/>
        </w:rPr>
        <w:t>،</w:t>
      </w:r>
      <w:r w:rsidRPr="007E0B1D">
        <w:rPr>
          <w:rtl/>
        </w:rPr>
        <w:t xml:space="preserve"> وقيل في اسمه سعد بن سعد بن الأحوص بن سعد بن مالك.</w:t>
      </w:r>
    </w:p>
    <w:p w:rsidR="008867CD" w:rsidRPr="007E0B1D" w:rsidRDefault="008867CD" w:rsidP="008867CD">
      <w:pPr>
        <w:pStyle w:val="libNormal"/>
        <w:rPr>
          <w:rtl/>
        </w:rPr>
      </w:pPr>
      <w:r w:rsidRPr="007E0B1D">
        <w:rPr>
          <w:rtl/>
        </w:rPr>
        <w:t>من كبار علماء ومحدثي الشيعة الامامية الثقات</w:t>
      </w:r>
      <w:r w:rsidR="00D8054C">
        <w:rPr>
          <w:rtl/>
        </w:rPr>
        <w:t>،</w:t>
      </w:r>
      <w:r w:rsidRPr="007E0B1D">
        <w:rPr>
          <w:rtl/>
        </w:rPr>
        <w:t xml:space="preserve"> وكان فقيها فاضلا</w:t>
      </w:r>
      <w:r w:rsidR="00D8054C">
        <w:rPr>
          <w:rtl/>
        </w:rPr>
        <w:t>،</w:t>
      </w:r>
      <w:r w:rsidRPr="007E0B1D">
        <w:rPr>
          <w:rtl/>
        </w:rPr>
        <w:t xml:space="preserve"> عظيم المنزلة</w:t>
      </w:r>
      <w:r w:rsidR="00D8054C">
        <w:rPr>
          <w:rtl/>
        </w:rPr>
        <w:t>،</w:t>
      </w:r>
      <w:r w:rsidRPr="007E0B1D">
        <w:rPr>
          <w:rtl/>
        </w:rPr>
        <w:t xml:space="preserve"> جليل القدر</w:t>
      </w:r>
      <w:r w:rsidR="00D8054C">
        <w:rPr>
          <w:rtl/>
        </w:rPr>
        <w:t>،</w:t>
      </w:r>
      <w:r w:rsidRPr="007E0B1D">
        <w:rPr>
          <w:rtl/>
        </w:rPr>
        <w:t xml:space="preserve"> له كتاب</w:t>
      </w:r>
      <w:r w:rsidR="00D8054C">
        <w:rPr>
          <w:rtl/>
        </w:rPr>
        <w:t>،</w:t>
      </w:r>
      <w:r w:rsidRPr="007E0B1D">
        <w:rPr>
          <w:rtl/>
        </w:rPr>
        <w:t xml:space="preserve"> ومسائل للامام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00D8054C">
        <w:rPr>
          <w:rtl/>
        </w:rPr>
        <w:t>،</w:t>
      </w:r>
      <w:r w:rsidRPr="007E0B1D">
        <w:rPr>
          <w:rtl/>
        </w:rPr>
        <w:t xml:space="preserve"> ويقال بانه أدرك الامام الكاظم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جاء اسمه في 110 موردا في أسناد الروايات.</w:t>
      </w:r>
    </w:p>
    <w:p w:rsidR="008867CD" w:rsidRPr="007E0B1D" w:rsidRDefault="008867CD" w:rsidP="008867CD">
      <w:pPr>
        <w:pStyle w:val="libNormal"/>
        <w:rPr>
          <w:rtl/>
        </w:rPr>
      </w:pPr>
      <w:r w:rsidRPr="007E0B1D">
        <w:rPr>
          <w:rtl/>
        </w:rPr>
        <w:t>روى عنه اكثر من عشرة من الرواة أمثال</w:t>
      </w:r>
      <w:r w:rsidR="00D8054C">
        <w:rPr>
          <w:rtl/>
        </w:rPr>
        <w:t>:</w:t>
      </w:r>
      <w:r w:rsidRPr="007E0B1D">
        <w:rPr>
          <w:rtl/>
        </w:rPr>
        <w:t xml:space="preserve"> محمّد بن خالد البرقي</w:t>
      </w:r>
      <w:r w:rsidR="00D8054C">
        <w:rPr>
          <w:rtl/>
        </w:rPr>
        <w:t>،</w:t>
      </w:r>
      <w:r w:rsidRPr="007E0B1D">
        <w:rPr>
          <w:rtl/>
        </w:rPr>
        <w:t xml:space="preserve"> ومحمّد بن الحسن شنبولة</w:t>
      </w:r>
      <w:r w:rsidR="00D8054C">
        <w:rPr>
          <w:rtl/>
        </w:rPr>
        <w:t>،</w:t>
      </w:r>
      <w:r w:rsidRPr="007E0B1D">
        <w:rPr>
          <w:rtl/>
        </w:rPr>
        <w:t xml:space="preserve"> وأحمد بن محمّد بن خالد البرقي وغيرهم.</w:t>
      </w:r>
    </w:p>
    <w:p w:rsidR="008867CD" w:rsidRPr="007E0B1D" w:rsidRDefault="008867CD" w:rsidP="008867CD">
      <w:pPr>
        <w:pStyle w:val="libNormal"/>
        <w:rPr>
          <w:rtl/>
        </w:rPr>
      </w:pPr>
      <w:r w:rsidRPr="007E0B1D">
        <w:rPr>
          <w:rtl/>
        </w:rPr>
        <w:t>كان على قيد الحياة قبل سنة 220 ه‍</w:t>
      </w:r>
      <w:r>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378</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402. التوحيد ص 46. هداية المحدثين ص 70. رجال النجاشي ص 127. معالم العلماء ص 54. أعيان الشيعة ج 7 ص 222. رجال البرقي في أصحاب الكاظم </w:t>
      </w:r>
      <w:r w:rsidR="00D8054C" w:rsidRPr="00D8054C">
        <w:rPr>
          <w:rStyle w:val="libAlaemChar"/>
          <w:rtl/>
        </w:rPr>
        <w:t>عليه‌السلام</w:t>
      </w:r>
      <w:r w:rsidRPr="007E0B1D">
        <w:rPr>
          <w:rtl/>
        </w:rPr>
        <w:t xml:space="preserve"> ص 51. كامل الزيارات ص 107 وص 285. تنقيح المقال ج 2 ص 13. رجال ابن داود </w:t>
      </w:r>
      <w:r w:rsidR="00D8054C">
        <w:rPr>
          <w:rtl/>
        </w:rPr>
        <w:t>(</w:t>
      </w:r>
      <w:r w:rsidRPr="007E0B1D">
        <w:rPr>
          <w:rtl/>
        </w:rPr>
        <w:t>قسم الثقات</w:t>
      </w:r>
      <w:r w:rsidR="00D8054C">
        <w:rPr>
          <w:rtl/>
        </w:rPr>
        <w:t>)</w:t>
      </w:r>
      <w:r w:rsidRPr="007E0B1D">
        <w:rPr>
          <w:rtl/>
        </w:rPr>
        <w:t xml:space="preserve"> ص 101. نقد الرجال ص 148.</w:t>
      </w:r>
      <w:r>
        <w:rPr>
          <w:rFonts w:hint="cs"/>
          <w:rtl/>
        </w:rPr>
        <w:t xml:space="preserve"> </w:t>
      </w:r>
      <w:r w:rsidRPr="007E0B1D">
        <w:rPr>
          <w:rtl/>
        </w:rPr>
        <w:t>بهجة الآمال ج 4 ص 319. منتهى المقال ص 144. الذريعة ج 20 ص 349.</w:t>
      </w:r>
      <w:r>
        <w:rPr>
          <w:rFonts w:hint="cs"/>
          <w:rtl/>
        </w:rPr>
        <w:t xml:space="preserve"> </w:t>
      </w:r>
      <w:r w:rsidRPr="007E0B1D">
        <w:rPr>
          <w:rtl/>
        </w:rPr>
        <w:t>معجم رجال الحديث ج 8 ص 59. تأسيس الشيعة في ترجمة عبد الرحمن بن الحجاج ص 410. فهرست الطوسي ص 76. جامع الرواة ج 1 ص 354. وسائل الشيعة ج 20 ص 204. مجمع الرجال ج 3 ص 102 وص 103. التحرير الطاوسي ص 142. معجم الثقات ص 58. طرائف المقال ج 1 ص 308.</w:t>
      </w:r>
      <w:r>
        <w:rPr>
          <w:rFonts w:hint="cs"/>
          <w:rtl/>
        </w:rPr>
        <w:t xml:space="preserve"> </w:t>
      </w:r>
      <w:r w:rsidRPr="007E0B1D">
        <w:rPr>
          <w:rtl/>
        </w:rPr>
        <w:t>الوجيزة ص 23. منهج المقال ص 159. اتقان المقال ص 66. رجال الأنصاري ص 92. الاستبصار ج 1 ص 316 وص 340 وص 348 وص 380 وص 385 وص 401 وص 411 وص 447</w:t>
      </w:r>
      <w:r w:rsidR="00D8054C">
        <w:rPr>
          <w:rtl/>
        </w:rPr>
        <w:t>،</w:t>
      </w:r>
      <w:r w:rsidRPr="007E0B1D">
        <w:rPr>
          <w:rtl/>
        </w:rPr>
        <w:t xml:space="preserve"> وج 2 ص 46 وص 186</w:t>
      </w:r>
      <w:r w:rsidR="00D8054C">
        <w:rPr>
          <w:rtl/>
        </w:rPr>
        <w:t>،</w:t>
      </w:r>
      <w:r w:rsidRPr="007E0B1D">
        <w:rPr>
          <w:rtl/>
        </w:rPr>
        <w:t xml:space="preserve"> وج 3 ص 359</w:t>
      </w:r>
      <w:r w:rsidR="00D8054C">
        <w:rPr>
          <w:rtl/>
        </w:rPr>
        <w:t>،</w:t>
      </w:r>
      <w:r w:rsidRPr="007E0B1D">
        <w:rPr>
          <w:rtl/>
        </w:rPr>
        <w:t xml:space="preserve"> وج 4 ص 11 وص 139. التهذيب ج 1 ص 205</w:t>
      </w:r>
      <w:r w:rsidR="00D8054C">
        <w:rPr>
          <w:rtl/>
        </w:rPr>
        <w:t>،</w:t>
      </w:r>
      <w:r w:rsidRPr="007E0B1D">
        <w:rPr>
          <w:rtl/>
        </w:rPr>
        <w:t xml:space="preserve"> وج 2 ص 15 وص 91 وص 109 وص 128 وص 195 وص 211 وص 295 وص 354</w:t>
      </w:r>
      <w:r w:rsidR="00D8054C">
        <w:rPr>
          <w:rtl/>
        </w:rPr>
        <w:t>،</w:t>
      </w:r>
      <w:r w:rsidRPr="007E0B1D">
        <w:rPr>
          <w:rtl/>
        </w:rPr>
        <w:t xml:space="preserve"> وج 3 ص 246 وص 288</w:t>
      </w:r>
      <w:r w:rsidR="00D8054C">
        <w:rPr>
          <w:rtl/>
        </w:rPr>
        <w:t>،</w:t>
      </w:r>
      <w:r w:rsidRPr="007E0B1D">
        <w:rPr>
          <w:rtl/>
        </w:rPr>
        <w:t xml:space="preserve"> وج 4 ص 80</w:t>
      </w:r>
      <w:r w:rsidR="00D8054C">
        <w:rPr>
          <w:rtl/>
        </w:rPr>
        <w:t>،</w:t>
      </w:r>
      <w:r w:rsidRPr="007E0B1D">
        <w:rPr>
          <w:rtl/>
        </w:rPr>
        <w:t xml:space="preserve"> وج 5 ص 310 وص 331 وص 482</w:t>
      </w:r>
      <w:r w:rsidR="00D8054C">
        <w:rPr>
          <w:rtl/>
        </w:rPr>
        <w:t>،</w:t>
      </w:r>
      <w:r w:rsidRPr="007E0B1D">
        <w:rPr>
          <w:rtl/>
        </w:rPr>
        <w:t xml:space="preserve"> وج 6 ص 123 وص 261</w:t>
      </w:r>
      <w:r w:rsidR="00D8054C">
        <w:rPr>
          <w:rtl/>
        </w:rPr>
        <w:t>،</w:t>
      </w:r>
      <w:r w:rsidRPr="007E0B1D">
        <w:rPr>
          <w:rtl/>
        </w:rPr>
        <w:t xml:space="preserve"> وج 7 ص 428 وص 447</w:t>
      </w:r>
      <w:r w:rsidR="00D8054C">
        <w:rPr>
          <w:rtl/>
        </w:rPr>
        <w:t>،</w:t>
      </w:r>
      <w:r w:rsidRPr="007E0B1D">
        <w:rPr>
          <w:rtl/>
        </w:rPr>
        <w:t xml:space="preserve"> وج 8 ص 43 وص 107 وص 114 وص 171 وص 224</w:t>
      </w:r>
      <w:r w:rsidR="00D8054C">
        <w:rPr>
          <w:rtl/>
        </w:rPr>
        <w:t>،</w:t>
      </w:r>
      <w:r w:rsidRPr="007E0B1D">
        <w:rPr>
          <w:rtl/>
        </w:rPr>
        <w:t xml:space="preserve"> وج 9 ص 46 وص 236. رجال الحلي </w:t>
      </w:r>
      <w:r w:rsidR="00D8054C">
        <w:rPr>
          <w:rtl/>
        </w:rPr>
        <w:t>(</w:t>
      </w:r>
      <w:r w:rsidRPr="007E0B1D">
        <w:rPr>
          <w:rtl/>
        </w:rPr>
        <w:t>قسم الثقات</w:t>
      </w:r>
      <w:r w:rsidR="00D8054C">
        <w:rPr>
          <w:rtl/>
        </w:rPr>
        <w:t>)</w:t>
      </w:r>
      <w:r w:rsidRPr="007E0B1D">
        <w:rPr>
          <w:rtl/>
        </w:rPr>
        <w:t xml:space="preserve"> ص 78. رجال الكشي ص 503. الكافي ج 3 ص 441 وص 514 وص 523</w:t>
      </w:r>
      <w:r w:rsidR="00D8054C">
        <w:rPr>
          <w:rtl/>
        </w:rPr>
        <w:t>،</w:t>
      </w:r>
      <w:r w:rsidRPr="007E0B1D">
        <w:rPr>
          <w:rtl/>
        </w:rPr>
        <w:t xml:space="preserve"> وج 4 ص 111 وص 130 وص 171 وص 273</w:t>
      </w:r>
      <w:r w:rsidR="00D8054C">
        <w:rPr>
          <w:rtl/>
        </w:rPr>
        <w:t>،</w:t>
      </w:r>
      <w:r w:rsidRPr="007E0B1D">
        <w:rPr>
          <w:rtl/>
        </w:rPr>
        <w:t xml:space="preserve"> وج 5 ص 413</w:t>
      </w:r>
      <w:r w:rsidR="00D8054C">
        <w:rPr>
          <w:rtl/>
        </w:rPr>
        <w:t>،</w:t>
      </w:r>
      <w:r w:rsidRPr="007E0B1D">
        <w:rPr>
          <w:rtl/>
        </w:rPr>
        <w:t xml:space="preserve"> وج 6 ص 39</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41 وص 51 وص 74 وص 191</w:t>
      </w:r>
      <w:r w:rsidR="00D8054C">
        <w:rPr>
          <w:rtl/>
        </w:rPr>
        <w:t>،</w:t>
      </w:r>
      <w:r w:rsidRPr="007E0B1D">
        <w:rPr>
          <w:rtl/>
        </w:rPr>
        <w:t xml:space="preserve"> وج 7 ص 64 وص 388. من لا يحضره الفقيه ج 2 ص 115 وص 308</w:t>
      </w:r>
      <w:r w:rsidR="00D8054C">
        <w:rPr>
          <w:rtl/>
        </w:rPr>
        <w:t>،</w:t>
      </w:r>
      <w:r w:rsidRPr="007E0B1D">
        <w:rPr>
          <w:rtl/>
        </w:rPr>
        <w:t xml:space="preserve"> وج 3 ص 92</w:t>
      </w:r>
      <w:r w:rsidR="00D8054C">
        <w:rPr>
          <w:rtl/>
        </w:rPr>
        <w:t>،</w:t>
      </w:r>
      <w:r w:rsidRPr="007E0B1D">
        <w:rPr>
          <w:rtl/>
        </w:rPr>
        <w:t xml:space="preserve"> وج 4 ص 163. الغيبة للطوسي ص 211. ثقات الرواة للشهرستاني ص 37.</w:t>
      </w:r>
    </w:p>
    <w:p w:rsidR="008867CD" w:rsidRPr="007E0B1D" w:rsidRDefault="008867CD" w:rsidP="008867CD">
      <w:pPr>
        <w:pStyle w:val="libBold1"/>
        <w:rPr>
          <w:rtl/>
        </w:rPr>
      </w:pPr>
      <w:r w:rsidRPr="007E0B1D">
        <w:rPr>
          <w:rtl/>
        </w:rPr>
        <w:t>78</w:t>
      </w:r>
      <w:r w:rsidR="00D8054C">
        <w:rPr>
          <w:rtl/>
        </w:rPr>
        <w:t xml:space="preserve"> - </w:t>
      </w:r>
      <w:r w:rsidRPr="007E0B1D">
        <w:rPr>
          <w:rtl/>
        </w:rPr>
        <w:t>سعيد الأزدي</w:t>
      </w:r>
    </w:p>
    <w:p w:rsidR="008867CD" w:rsidRPr="007E0B1D" w:rsidRDefault="008867CD" w:rsidP="008867CD">
      <w:pPr>
        <w:pStyle w:val="libNormal"/>
        <w:rPr>
          <w:rtl/>
        </w:rPr>
      </w:pPr>
      <w:r w:rsidRPr="007E0B1D">
        <w:rPr>
          <w:rtl/>
        </w:rPr>
        <w:t>سعيد بن جناح الأزدي بالولاء</w:t>
      </w:r>
      <w:r w:rsidR="00D8054C">
        <w:rPr>
          <w:rtl/>
        </w:rPr>
        <w:t>،</w:t>
      </w:r>
      <w:r w:rsidRPr="007E0B1D">
        <w:rPr>
          <w:rtl/>
        </w:rPr>
        <w:t xml:space="preserve"> الكوفي</w:t>
      </w:r>
      <w:r w:rsidR="00D8054C">
        <w:rPr>
          <w:rtl/>
        </w:rPr>
        <w:t>،</w:t>
      </w:r>
      <w:r w:rsidRPr="007E0B1D">
        <w:rPr>
          <w:rtl/>
        </w:rPr>
        <w:t xml:space="preserve"> البغدادي.</w:t>
      </w:r>
    </w:p>
    <w:p w:rsidR="008867CD" w:rsidRPr="007E0B1D" w:rsidRDefault="008867CD" w:rsidP="008867CD">
      <w:pPr>
        <w:pStyle w:val="libNormal"/>
        <w:rPr>
          <w:rtl/>
        </w:rPr>
      </w:pPr>
      <w:r w:rsidRPr="007E0B1D">
        <w:rPr>
          <w:rtl/>
        </w:rPr>
        <w:t>من علماء ومحدثي الشيعة الامامية الثقات</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كان كوفي الأصل</w:t>
      </w:r>
      <w:r w:rsidR="00D8054C">
        <w:rPr>
          <w:rtl/>
        </w:rPr>
        <w:t>،</w:t>
      </w:r>
      <w:r w:rsidRPr="007E0B1D">
        <w:rPr>
          <w:rtl/>
        </w:rPr>
        <w:t xml:space="preserve"> نشأ ببغداد وتوفي بها.</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 19 موردا في أسناد الروايات.</w:t>
      </w:r>
    </w:p>
    <w:p w:rsidR="008867CD" w:rsidRPr="007E0B1D" w:rsidRDefault="008867CD" w:rsidP="008867CD">
      <w:pPr>
        <w:pStyle w:val="libNormal"/>
        <w:rPr>
          <w:rtl/>
        </w:rPr>
      </w:pPr>
      <w:r w:rsidRPr="007E0B1D">
        <w:rPr>
          <w:rtl/>
        </w:rPr>
        <w:t>روى عنه عبد الله بن محمّد بن خالد</w:t>
      </w:r>
      <w:r w:rsidR="00D8054C">
        <w:rPr>
          <w:rtl/>
        </w:rPr>
        <w:t>،</w:t>
      </w:r>
      <w:r w:rsidRPr="007E0B1D">
        <w:rPr>
          <w:rtl/>
        </w:rPr>
        <w:t xml:space="preserve"> وأحمد بن محمّد بن عيسى</w:t>
      </w:r>
      <w:r w:rsidR="00D8054C">
        <w:rPr>
          <w:rtl/>
        </w:rPr>
        <w:t>،</w:t>
      </w:r>
      <w:r w:rsidRPr="007E0B1D">
        <w:rPr>
          <w:rtl/>
        </w:rPr>
        <w:t xml:space="preserve"> وسندي بن الربيع وغيرهم. له كتاب « صفة الجنة والنار »</w:t>
      </w:r>
      <w:r w:rsidR="00D8054C">
        <w:rPr>
          <w:rtl/>
        </w:rPr>
        <w:t>،</w:t>
      </w:r>
      <w:r w:rsidRPr="007E0B1D">
        <w:rPr>
          <w:rtl/>
        </w:rPr>
        <w:t xml:space="preserve"> </w:t>
      </w:r>
      <w:r>
        <w:rPr>
          <w:rtl/>
        </w:rPr>
        <w:t>و «</w:t>
      </w:r>
      <w:r w:rsidRPr="007E0B1D">
        <w:rPr>
          <w:rtl/>
        </w:rPr>
        <w:t xml:space="preserve"> قبض روح المؤمن والكافر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2 ص 225 وص 236 وص 239</w:t>
      </w:r>
      <w:r w:rsidR="00D8054C">
        <w:rPr>
          <w:rtl/>
        </w:rPr>
        <w:t>،</w:t>
      </w:r>
      <w:r w:rsidRPr="007E0B1D">
        <w:rPr>
          <w:rtl/>
        </w:rPr>
        <w:t xml:space="preserve"> وج 3 ص 321</w:t>
      </w:r>
      <w:r w:rsidR="00D8054C">
        <w:rPr>
          <w:rtl/>
        </w:rPr>
        <w:t>،</w:t>
      </w:r>
      <w:r w:rsidRPr="007E0B1D">
        <w:rPr>
          <w:rtl/>
        </w:rPr>
        <w:t xml:space="preserve"> وج 4 ص 207</w:t>
      </w:r>
      <w:r w:rsidR="00D8054C">
        <w:rPr>
          <w:rtl/>
        </w:rPr>
        <w:t>،</w:t>
      </w:r>
      <w:r w:rsidRPr="007E0B1D">
        <w:rPr>
          <w:rtl/>
        </w:rPr>
        <w:t xml:space="preserve"> وج 5 ص 327</w:t>
      </w:r>
      <w:r w:rsidR="00D8054C">
        <w:rPr>
          <w:rtl/>
        </w:rPr>
        <w:t>،</w:t>
      </w:r>
      <w:r w:rsidRPr="007E0B1D">
        <w:rPr>
          <w:rtl/>
        </w:rPr>
        <w:t xml:space="preserve"> وج 6 ص 476 وص 481 وص 525. رجال النجاشي ص 130 وص 136. الذريعة ج 15 ص 46</w:t>
      </w:r>
      <w:r w:rsidR="00D8054C">
        <w:rPr>
          <w:rtl/>
        </w:rPr>
        <w:t>،</w:t>
      </w:r>
      <w:r w:rsidRPr="007E0B1D">
        <w:rPr>
          <w:rtl/>
        </w:rPr>
        <w:t xml:space="preserve"> وج 17 ص 37. بهجة الآمال ج 4 ص 356. مجمع الرجال ج 3 ص 114. الجامع في الرجال ج 1 ص 861. رجال الحلي </w:t>
      </w:r>
      <w:r w:rsidR="00D8054C">
        <w:rPr>
          <w:rtl/>
        </w:rPr>
        <w:t>(</w:t>
      </w:r>
      <w:r w:rsidRPr="007E0B1D">
        <w:rPr>
          <w:rtl/>
        </w:rPr>
        <w:t>قسم الثقات</w:t>
      </w:r>
      <w:r w:rsidR="00D8054C">
        <w:rPr>
          <w:rtl/>
        </w:rPr>
        <w:t>)</w:t>
      </w:r>
      <w:r w:rsidRPr="007E0B1D">
        <w:rPr>
          <w:rtl/>
        </w:rPr>
        <w:t xml:space="preserve"> ص 80. أعيان الشيعة ج 7 ص 236. كامل الزيارات ص 108. الخصال ص 159 وص 328. معجم الثقات ص 59. اتقان المقال 67. روضة المتقين ج 14 ص 368. التهذيب ج 1 ص 33</w:t>
      </w:r>
      <w:r w:rsidR="00D8054C">
        <w:rPr>
          <w:rtl/>
        </w:rPr>
        <w:t>،</w:t>
      </w:r>
      <w:r w:rsidRPr="007E0B1D">
        <w:rPr>
          <w:rtl/>
        </w:rPr>
        <w:t xml:space="preserve"> وج 2 ص 33</w:t>
      </w:r>
      <w:r w:rsidR="00D8054C">
        <w:rPr>
          <w:rtl/>
        </w:rPr>
        <w:t>،</w:t>
      </w:r>
      <w:r w:rsidRPr="007E0B1D">
        <w:rPr>
          <w:rtl/>
        </w:rPr>
        <w:t xml:space="preserve"> وج 9</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ص 120. رجال ابن داود </w:t>
      </w:r>
      <w:r w:rsidR="00D8054C">
        <w:rPr>
          <w:rtl/>
        </w:rPr>
        <w:t>(</w:t>
      </w:r>
      <w:r w:rsidRPr="007E0B1D">
        <w:rPr>
          <w:rtl/>
        </w:rPr>
        <w:t>قسم الثقات</w:t>
      </w:r>
      <w:r w:rsidR="00D8054C">
        <w:rPr>
          <w:rtl/>
        </w:rPr>
        <w:t>)</w:t>
      </w:r>
      <w:r w:rsidRPr="007E0B1D">
        <w:rPr>
          <w:rtl/>
        </w:rPr>
        <w:t xml:space="preserve"> ص 103. منهج المقال ص 161.</w:t>
      </w:r>
      <w:r>
        <w:rPr>
          <w:rFonts w:hint="cs"/>
          <w:rtl/>
        </w:rPr>
        <w:t xml:space="preserve"> </w:t>
      </w:r>
      <w:r w:rsidRPr="007E0B1D">
        <w:rPr>
          <w:rtl/>
        </w:rPr>
        <w:t>توضيح الاشتباه ص 171. رجال الكشي ص 248. وسائل الشيعة ج 20 ص 206. الاختصاص ص 345 وص 359. جامع الرواة ج 1 ص 359. تنقيح المقال ج 2 ص 26. الاختصاص ص 345 وص 359. جامع الرواة ج 1 ص 359. تنقيح المقال ج 20 ص 26. روضة الكافي ص 193 وص 248.</w:t>
      </w:r>
      <w:r>
        <w:rPr>
          <w:rFonts w:hint="cs"/>
          <w:rtl/>
        </w:rPr>
        <w:t xml:space="preserve"> </w:t>
      </w:r>
      <w:r w:rsidRPr="007E0B1D">
        <w:rPr>
          <w:rtl/>
        </w:rPr>
        <w:t>الاستبصار ج 1 ص 268. الوجيزة ص 24</w:t>
      </w:r>
      <w:r w:rsidR="00D8054C">
        <w:rPr>
          <w:rtl/>
        </w:rPr>
        <w:t>،</w:t>
      </w:r>
      <w:r w:rsidRPr="007E0B1D">
        <w:rPr>
          <w:rtl/>
        </w:rPr>
        <w:t xml:space="preserve"> رجال الأنصاري ص 92. طرائف المقال ج 1 ص 308. التوحيد ص 283 وص 350. هداية المحدثين ص 72.</w:t>
      </w:r>
      <w:r>
        <w:rPr>
          <w:rFonts w:hint="cs"/>
          <w:rtl/>
        </w:rPr>
        <w:t xml:space="preserve"> </w:t>
      </w:r>
      <w:r w:rsidRPr="007E0B1D">
        <w:rPr>
          <w:rtl/>
        </w:rPr>
        <w:t>نقد الرجال ص 151. منتهى المقال ص 146. معجم رجال الحديث ج 8 ص 115 وص 116. ثقات الرواة للشهرستاني ص 37.</w:t>
      </w:r>
    </w:p>
    <w:p w:rsidR="008867CD" w:rsidRPr="007E0B1D" w:rsidRDefault="008867CD" w:rsidP="008867CD">
      <w:pPr>
        <w:pStyle w:val="libBold1"/>
        <w:rPr>
          <w:rtl/>
        </w:rPr>
      </w:pPr>
      <w:r w:rsidRPr="007E0B1D">
        <w:rPr>
          <w:rtl/>
        </w:rPr>
        <w:t>79</w:t>
      </w:r>
      <w:r w:rsidR="00D8054C">
        <w:rPr>
          <w:rtl/>
        </w:rPr>
        <w:t xml:space="preserve"> - </w:t>
      </w:r>
      <w:r w:rsidRPr="007E0B1D">
        <w:rPr>
          <w:rtl/>
        </w:rPr>
        <w:t>الكوفي</w:t>
      </w:r>
    </w:p>
    <w:p w:rsidR="008867CD" w:rsidRPr="007E0B1D" w:rsidRDefault="008867CD" w:rsidP="008867CD">
      <w:pPr>
        <w:pStyle w:val="libNormal"/>
        <w:rPr>
          <w:rtl/>
        </w:rPr>
      </w:pPr>
      <w:r w:rsidRPr="007E0B1D">
        <w:rPr>
          <w:rtl/>
        </w:rPr>
        <w:t>أبو سكينة الكوفي.</w:t>
      </w:r>
    </w:p>
    <w:p w:rsidR="008867CD" w:rsidRPr="007E0B1D" w:rsidRDefault="008867CD" w:rsidP="008867CD">
      <w:pPr>
        <w:pStyle w:val="libNormal"/>
        <w:rPr>
          <w:rtl/>
        </w:rPr>
      </w:pPr>
      <w:r w:rsidRPr="007E0B1D">
        <w:rPr>
          <w:rtl/>
        </w:rPr>
        <w:t>امامي</w:t>
      </w:r>
      <w:r w:rsidR="00D8054C">
        <w:rPr>
          <w:rtl/>
        </w:rPr>
        <w:t>،</w:t>
      </w:r>
      <w:r w:rsidRPr="007E0B1D">
        <w:rPr>
          <w:rtl/>
        </w:rPr>
        <w:t xml:space="preserve"> لم اوفق على معرفة تفاصيل أحواله سوى انه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409. مجمع الرجال ج 7 ص 49. بهجة الآمال ج 7 ص 424. نقد الرجال ص 389. جامع الرواة ج 2 ص 390. تنقيح المقال ج 3 </w:t>
      </w:r>
      <w:r w:rsidR="00D8054C">
        <w:rPr>
          <w:rtl/>
        </w:rPr>
        <w:t>(</w:t>
      </w:r>
      <w:r w:rsidRPr="007E0B1D">
        <w:rPr>
          <w:rtl/>
        </w:rPr>
        <w:t>قسم الكنى</w:t>
      </w:r>
      <w:r w:rsidR="00D8054C">
        <w:rPr>
          <w:rtl/>
        </w:rPr>
        <w:t>)</w:t>
      </w:r>
      <w:r w:rsidRPr="007E0B1D">
        <w:rPr>
          <w:rtl/>
        </w:rPr>
        <w:t xml:space="preserve"> ص 18 وفيه</w:t>
      </w:r>
      <w:r w:rsidR="00D8054C">
        <w:rPr>
          <w:rtl/>
        </w:rPr>
        <w:t>:</w:t>
      </w:r>
      <w:r w:rsidRPr="007E0B1D">
        <w:rPr>
          <w:rtl/>
        </w:rPr>
        <w:t xml:space="preserve"> امامي مجهول الحال.</w:t>
      </w:r>
      <w:r>
        <w:rPr>
          <w:rFonts w:hint="cs"/>
          <w:rtl/>
        </w:rPr>
        <w:t xml:space="preserve"> </w:t>
      </w:r>
      <w:r w:rsidRPr="007E0B1D">
        <w:rPr>
          <w:rtl/>
        </w:rPr>
        <w:t>معجم رجال الحديث ج 21 ص 175. طرائف المقال ج 1 ص 379. رجال الأنصاري ص 218. منهج المقال ص 388. الوجيزة ص 62.</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80</w:t>
      </w:r>
      <w:r w:rsidR="00D8054C">
        <w:rPr>
          <w:rtl/>
        </w:rPr>
        <w:t xml:space="preserve"> - </w:t>
      </w:r>
      <w:r w:rsidRPr="007E0B1D">
        <w:rPr>
          <w:rtl/>
        </w:rPr>
        <w:t>الآدمي</w:t>
      </w:r>
    </w:p>
    <w:p w:rsidR="008867CD" w:rsidRPr="007E0B1D" w:rsidRDefault="008867CD" w:rsidP="008867CD">
      <w:pPr>
        <w:pStyle w:val="libNormal"/>
        <w:rPr>
          <w:rtl/>
        </w:rPr>
      </w:pPr>
      <w:r w:rsidRPr="007E0B1D">
        <w:rPr>
          <w:rtl/>
        </w:rPr>
        <w:t>سهل بن زياد الآدمي</w:t>
      </w:r>
      <w:r w:rsidR="00D8054C">
        <w:rPr>
          <w:rtl/>
        </w:rPr>
        <w:t>،</w:t>
      </w:r>
      <w:r w:rsidRPr="007E0B1D">
        <w:rPr>
          <w:rtl/>
        </w:rPr>
        <w:t xml:space="preserve"> الرازي</w:t>
      </w:r>
      <w:r w:rsidR="00D8054C">
        <w:rPr>
          <w:rtl/>
        </w:rPr>
        <w:t>،</w:t>
      </w:r>
      <w:r w:rsidRPr="007E0B1D">
        <w:rPr>
          <w:rtl/>
        </w:rPr>
        <w:t xml:space="preserve"> أبو سعيد.</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اختلف علماؤنا فيه</w:t>
      </w:r>
      <w:r w:rsidR="00D8054C">
        <w:rPr>
          <w:rtl/>
        </w:rPr>
        <w:t>،</w:t>
      </w:r>
      <w:r w:rsidRPr="007E0B1D">
        <w:rPr>
          <w:rtl/>
        </w:rPr>
        <w:t xml:space="preserve"> فمنهم من وثقه واعتمد على حديثه</w:t>
      </w:r>
      <w:r w:rsidR="00D8054C">
        <w:rPr>
          <w:rtl/>
        </w:rPr>
        <w:t>،</w:t>
      </w:r>
      <w:r w:rsidRPr="007E0B1D">
        <w:rPr>
          <w:rtl/>
        </w:rPr>
        <w:t xml:space="preserve"> ومنهم من اتهمه بالغلو والكذب فتركوه وضعفوه.</w:t>
      </w:r>
    </w:p>
    <w:p w:rsidR="008867CD" w:rsidRPr="007E0B1D" w:rsidRDefault="008867CD" w:rsidP="008867CD">
      <w:pPr>
        <w:pStyle w:val="libNormal"/>
        <w:rPr>
          <w:rtl/>
        </w:rPr>
      </w:pPr>
      <w:r w:rsidRPr="007E0B1D">
        <w:rPr>
          <w:rtl/>
        </w:rPr>
        <w:t xml:space="preserve">صحب الأئمة الجواد 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كان يسكن قم</w:t>
      </w:r>
      <w:r w:rsidR="00D8054C">
        <w:rPr>
          <w:rtl/>
        </w:rPr>
        <w:t>،</w:t>
      </w:r>
      <w:r w:rsidRPr="007E0B1D">
        <w:rPr>
          <w:rtl/>
        </w:rPr>
        <w:t xml:space="preserve"> ويقال لغلوه وكذبه اخرجوه منها</w:t>
      </w:r>
      <w:r w:rsidR="00D8054C">
        <w:rPr>
          <w:rtl/>
        </w:rPr>
        <w:t>،</w:t>
      </w:r>
      <w:r w:rsidRPr="007E0B1D">
        <w:rPr>
          <w:rtl/>
        </w:rPr>
        <w:t xml:space="preserve"> فانتقل الى الري واقام فيها.</w:t>
      </w:r>
    </w:p>
    <w:p w:rsidR="008867CD" w:rsidRPr="007E0B1D" w:rsidRDefault="008867CD" w:rsidP="008867CD">
      <w:pPr>
        <w:pStyle w:val="libNormal"/>
        <w:rPr>
          <w:rtl/>
        </w:rPr>
      </w:pPr>
      <w:r w:rsidRPr="007E0B1D">
        <w:rPr>
          <w:rtl/>
        </w:rPr>
        <w:t>تردد اسمه في 2300 موردا في أسناد الروايات.</w:t>
      </w:r>
    </w:p>
    <w:p w:rsidR="008867CD" w:rsidRPr="007E0B1D" w:rsidRDefault="008867CD" w:rsidP="008867CD">
      <w:pPr>
        <w:pStyle w:val="libNormal"/>
        <w:rPr>
          <w:rtl/>
        </w:rPr>
      </w:pPr>
      <w:r w:rsidRPr="007E0B1D">
        <w:rPr>
          <w:rtl/>
        </w:rPr>
        <w:t>روى عنه اكثر من 10 من الرواة أمثال</w:t>
      </w:r>
      <w:r w:rsidR="00D8054C">
        <w:rPr>
          <w:rtl/>
        </w:rPr>
        <w:t>:</w:t>
      </w:r>
      <w:r w:rsidRPr="007E0B1D">
        <w:rPr>
          <w:rtl/>
        </w:rPr>
        <w:t xml:space="preserve"> محمّد بن الحسن الصفار</w:t>
      </w:r>
      <w:r w:rsidR="00D8054C">
        <w:rPr>
          <w:rtl/>
        </w:rPr>
        <w:t>،</w:t>
      </w:r>
      <w:r w:rsidRPr="007E0B1D">
        <w:rPr>
          <w:rtl/>
        </w:rPr>
        <w:t xml:space="preserve"> ومحمّد بن علي بن محبوب</w:t>
      </w:r>
      <w:r w:rsidR="00D8054C">
        <w:rPr>
          <w:rtl/>
        </w:rPr>
        <w:t>،</w:t>
      </w:r>
      <w:r w:rsidRPr="007E0B1D">
        <w:rPr>
          <w:rtl/>
        </w:rPr>
        <w:t xml:space="preserve"> وأحمد بن محمّد بن خالد البرقي وغيرهم.</w:t>
      </w:r>
    </w:p>
    <w:p w:rsidR="008867CD" w:rsidRPr="007E0B1D" w:rsidRDefault="008867CD" w:rsidP="008867CD">
      <w:pPr>
        <w:pStyle w:val="libNormal"/>
        <w:rPr>
          <w:rtl/>
        </w:rPr>
      </w:pPr>
      <w:r w:rsidRPr="007E0B1D">
        <w:rPr>
          <w:rtl/>
        </w:rPr>
        <w:t>ألف كتابين « التوحيد »</w:t>
      </w:r>
      <w:r w:rsidR="00D8054C">
        <w:rPr>
          <w:rtl/>
        </w:rPr>
        <w:t>،</w:t>
      </w:r>
      <w:r w:rsidRPr="007E0B1D">
        <w:rPr>
          <w:rtl/>
        </w:rPr>
        <w:t xml:space="preserve"> </w:t>
      </w:r>
      <w:r>
        <w:rPr>
          <w:rtl/>
        </w:rPr>
        <w:t>و «</w:t>
      </w:r>
      <w:r w:rsidRPr="007E0B1D">
        <w:rPr>
          <w:rtl/>
        </w:rPr>
        <w:t xml:space="preserve"> النوادر »</w:t>
      </w:r>
      <w:r>
        <w:rPr>
          <w:rtl/>
        </w:rPr>
        <w:t>.</w:t>
      </w:r>
    </w:p>
    <w:p w:rsidR="008867CD" w:rsidRPr="007E0B1D" w:rsidRDefault="008867CD" w:rsidP="008867CD">
      <w:pPr>
        <w:pStyle w:val="libNormal"/>
        <w:rPr>
          <w:rtl/>
        </w:rPr>
      </w:pPr>
      <w:r w:rsidRPr="007E0B1D">
        <w:rPr>
          <w:rtl/>
        </w:rPr>
        <w:t>توفي سنة 255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401</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416</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431. هداية المحدثين ص 78. مجمع الرجال ج 3 ص 179 وص 180. معجم المؤلفين ج 4 ص 284.</w:t>
      </w:r>
      <w:r>
        <w:rPr>
          <w:rFonts w:hint="cs"/>
          <w:rtl/>
        </w:rPr>
        <w:t xml:space="preserve"> </w:t>
      </w:r>
      <w:r w:rsidRPr="007E0B1D">
        <w:rPr>
          <w:rtl/>
        </w:rPr>
        <w:t>طرائف المقال ج 1 ص 238. جامع الرواة ج 1 ص 393. التوحيد ص 66 وص 68 وص 83 وص 94 وص 96 وص 97 وص 98 وص 100 وص 101 وص 102 وص 115 وص 149 وص 150 وص 175 وص 295 وص 313 وص 315 وص 316 وص 319. فهرست النديم ص 279. الاختصاص ص 19</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85 وص 111. كامل الزيارات ص 18 وص 150. إيضاح المكنون ج 2 ص 346. الخصال ص 18 وص 21 وص 26 وص 27 وص 82 وص 96 وص 100 وص 103 وص 135 وص 151 وص 258 وص 287 وص 310 وص 328 وص 333 وص 352 وص 383 وص 445 وص 505. معجم رجال الحديث ج 8 ص 337</w:t>
      </w:r>
      <w:r w:rsidR="00D8054C">
        <w:rPr>
          <w:rtl/>
        </w:rPr>
        <w:t xml:space="preserve"> - </w:t>
      </w:r>
      <w:r w:rsidRPr="007E0B1D">
        <w:rPr>
          <w:rtl/>
        </w:rPr>
        <w:t xml:space="preserve">ص 353. أعيان الشيعة ج 7 ص 322. ريحانة الأدب </w:t>
      </w:r>
      <w:r w:rsidR="00D8054C">
        <w:rPr>
          <w:rtl/>
        </w:rPr>
        <w:t>(</w:t>
      </w:r>
      <w:r w:rsidRPr="007E0B1D">
        <w:rPr>
          <w:rtl/>
        </w:rPr>
        <w:t>فارسي</w:t>
      </w:r>
      <w:r w:rsidR="00D8054C">
        <w:rPr>
          <w:rtl/>
        </w:rPr>
        <w:t>)</w:t>
      </w:r>
      <w:r w:rsidRPr="007E0B1D">
        <w:rPr>
          <w:rtl/>
        </w:rPr>
        <w:t xml:space="preserve"> ج 1 ص 44. تنقيح المقال ج 2 ص 75. خاتمة المستدرك ص 810.</w:t>
      </w:r>
      <w:r>
        <w:rPr>
          <w:rFonts w:hint="cs"/>
          <w:rtl/>
        </w:rPr>
        <w:t xml:space="preserve"> </w:t>
      </w:r>
      <w:r w:rsidRPr="007E0B1D">
        <w:rPr>
          <w:rtl/>
        </w:rPr>
        <w:t xml:space="preserve">فهرست الطوسي ص 80. التحرير الطاوسي ص 143. منتهى المقال ص 159. رجال البرقي في أصحاب الهادي </w:t>
      </w:r>
      <w:r w:rsidR="00D8054C" w:rsidRPr="00D8054C">
        <w:rPr>
          <w:rStyle w:val="libAlaemChar"/>
          <w:rtl/>
        </w:rPr>
        <w:t>عليه‌السلام</w:t>
      </w:r>
      <w:r w:rsidRPr="007E0B1D">
        <w:rPr>
          <w:rtl/>
        </w:rPr>
        <w:t xml:space="preserve"> ص 58</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70. بهجة الآمال ج 4 ص 514. نقد الرجال ص 165. رجال ابن داود </w:t>
      </w:r>
      <w:r w:rsidR="00D8054C">
        <w:rPr>
          <w:rtl/>
        </w:rPr>
        <w:t>(</w:t>
      </w:r>
      <w:r w:rsidRPr="007E0B1D">
        <w:rPr>
          <w:rtl/>
        </w:rPr>
        <w:t>قسم الضعفاء</w:t>
      </w:r>
      <w:r w:rsidR="00D8054C">
        <w:rPr>
          <w:rtl/>
        </w:rPr>
        <w:t>)</w:t>
      </w:r>
      <w:r w:rsidRPr="007E0B1D">
        <w:rPr>
          <w:rtl/>
        </w:rPr>
        <w:t xml:space="preserve"> ص 249. معالم العلماء ص 57. رجال الحلي </w:t>
      </w:r>
      <w:r w:rsidR="00D8054C">
        <w:rPr>
          <w:rtl/>
        </w:rPr>
        <w:t>(</w:t>
      </w:r>
      <w:r w:rsidRPr="007E0B1D">
        <w:rPr>
          <w:rtl/>
        </w:rPr>
        <w:t>قسم الضعفاء</w:t>
      </w:r>
      <w:r w:rsidR="00D8054C">
        <w:rPr>
          <w:rtl/>
        </w:rPr>
        <w:t>)</w:t>
      </w:r>
      <w:r w:rsidRPr="007E0B1D">
        <w:rPr>
          <w:rtl/>
        </w:rPr>
        <w:t xml:space="preserve"> ص 228. التهذيب ج 1 ص 57 وص 337 وص 397</w:t>
      </w:r>
      <w:r w:rsidR="00D8054C">
        <w:rPr>
          <w:rtl/>
        </w:rPr>
        <w:t>،</w:t>
      </w:r>
      <w:r w:rsidRPr="007E0B1D">
        <w:rPr>
          <w:rtl/>
        </w:rPr>
        <w:t xml:space="preserve"> وج 2 ص 290</w:t>
      </w:r>
      <w:r w:rsidR="00D8054C">
        <w:rPr>
          <w:rtl/>
        </w:rPr>
        <w:t>،</w:t>
      </w:r>
      <w:r w:rsidRPr="007E0B1D">
        <w:rPr>
          <w:rtl/>
        </w:rPr>
        <w:t xml:space="preserve"> وج 3 ص 10 وص 181 وص 188 وص 206</w:t>
      </w:r>
      <w:r w:rsidR="00D8054C">
        <w:rPr>
          <w:rtl/>
        </w:rPr>
        <w:t>،</w:t>
      </w:r>
      <w:r w:rsidRPr="007E0B1D">
        <w:rPr>
          <w:rtl/>
        </w:rPr>
        <w:t xml:space="preserve"> وج 4 ص 55 وص 290</w:t>
      </w:r>
      <w:r w:rsidR="00D8054C">
        <w:rPr>
          <w:rtl/>
        </w:rPr>
        <w:t>،</w:t>
      </w:r>
      <w:r w:rsidRPr="007E0B1D">
        <w:rPr>
          <w:rtl/>
        </w:rPr>
        <w:t xml:space="preserve"> وج 5 ص 6 وص 65 وص 134 وص 394 وص 418 وص 431</w:t>
      </w:r>
      <w:r w:rsidR="00D8054C">
        <w:rPr>
          <w:rtl/>
        </w:rPr>
        <w:t>،</w:t>
      </w:r>
      <w:r w:rsidRPr="007E0B1D">
        <w:rPr>
          <w:rtl/>
        </w:rPr>
        <w:t xml:space="preserve"> وج 6 ص 14 وص 398</w:t>
      </w:r>
      <w:r w:rsidR="00D8054C">
        <w:rPr>
          <w:rtl/>
        </w:rPr>
        <w:t>،</w:t>
      </w:r>
      <w:r w:rsidRPr="007E0B1D">
        <w:rPr>
          <w:rtl/>
        </w:rPr>
        <w:t xml:space="preserve"> وج 7 ص 408</w:t>
      </w:r>
      <w:r w:rsidR="00D8054C">
        <w:rPr>
          <w:rtl/>
        </w:rPr>
        <w:t>،</w:t>
      </w:r>
      <w:r w:rsidRPr="007E0B1D">
        <w:rPr>
          <w:rtl/>
        </w:rPr>
        <w:t xml:space="preserve"> وج 8 ص 48 وص 76 وص 108 وص 117</w:t>
      </w:r>
      <w:r w:rsidR="00D8054C">
        <w:rPr>
          <w:rtl/>
        </w:rPr>
        <w:t>،</w:t>
      </w:r>
      <w:r w:rsidRPr="007E0B1D">
        <w:rPr>
          <w:rtl/>
        </w:rPr>
        <w:t xml:space="preserve"> وج 9 ص 75 وص 105 وص 130</w:t>
      </w:r>
      <w:r w:rsidR="00D8054C">
        <w:rPr>
          <w:rtl/>
        </w:rPr>
        <w:t>،</w:t>
      </w:r>
      <w:r w:rsidRPr="007E0B1D">
        <w:rPr>
          <w:rtl/>
        </w:rPr>
        <w:t xml:space="preserve"> وج 10 ص 23 وص 250 وغيرها. الكافي ج 1 ص 226</w:t>
      </w:r>
      <w:r w:rsidR="00D8054C">
        <w:rPr>
          <w:rtl/>
        </w:rPr>
        <w:t>،</w:t>
      </w:r>
      <w:r w:rsidRPr="007E0B1D">
        <w:rPr>
          <w:rtl/>
        </w:rPr>
        <w:t xml:space="preserve"> وج 3 ص 28 وص 107 وص 192 وص 195 وص 212 وص 214 وص 315 وص 427 وص 428 وص 467 وص 470 وص 472 وص 551 وص 552</w:t>
      </w:r>
      <w:r w:rsidR="00D8054C">
        <w:rPr>
          <w:rtl/>
        </w:rPr>
        <w:t>،</w:t>
      </w:r>
      <w:r w:rsidRPr="007E0B1D">
        <w:rPr>
          <w:rtl/>
        </w:rPr>
        <w:t xml:space="preserve"> وج 4 ص 64 وص 65 وص 273 وص 275 وص 278 وص 310 وص 328 وص 427 وص 448 وص 558</w:t>
      </w:r>
      <w:r w:rsidR="00D8054C">
        <w:rPr>
          <w:rtl/>
        </w:rPr>
        <w:t>،</w:t>
      </w:r>
      <w:r w:rsidRPr="007E0B1D">
        <w:rPr>
          <w:rtl/>
        </w:rPr>
        <w:t xml:space="preserve"> وج 5 ص 283 وص 368</w:t>
      </w:r>
      <w:r w:rsidR="00D8054C">
        <w:rPr>
          <w:rtl/>
        </w:rPr>
        <w:t>،</w:t>
      </w:r>
      <w:r w:rsidRPr="007E0B1D">
        <w:rPr>
          <w:rtl/>
        </w:rPr>
        <w:t xml:space="preserve"> وج 6 ص 57 وص 60 وص 99 وص 124 وص 252 وص 253 وص 254 وص 265 وص 399</w:t>
      </w:r>
      <w:r w:rsidR="00D8054C">
        <w:rPr>
          <w:rtl/>
        </w:rPr>
        <w:t>،</w:t>
      </w:r>
      <w:r w:rsidRPr="007E0B1D">
        <w:rPr>
          <w:rtl/>
        </w:rPr>
        <w:t xml:space="preserve"> وج 7 ص 30 وص 35 وص 36 وص 190 وص 314 وص 316 وغيرها. الذريعة ج 4 ص 479</w:t>
      </w:r>
      <w:r w:rsidR="00D8054C">
        <w:rPr>
          <w:rtl/>
        </w:rPr>
        <w:t>،</w:t>
      </w:r>
      <w:r w:rsidRPr="007E0B1D">
        <w:rPr>
          <w:rtl/>
        </w:rPr>
        <w:t xml:space="preserve"> وج 24 ص 332. رجال النجاشي ص 132.</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وسائل الشيعة ج 20 ص 313. رجال الكشي ص 243 وص 364 وص 373 وص 449 وص 489 وص 518 وص 553 وص 566 وص 568 وص 582 وص 597 وغيرها. الاستبصار ج 1 ص 409</w:t>
      </w:r>
      <w:r w:rsidR="00D8054C">
        <w:rPr>
          <w:rtl/>
        </w:rPr>
        <w:t>،</w:t>
      </w:r>
      <w:r w:rsidRPr="007E0B1D">
        <w:rPr>
          <w:rtl/>
        </w:rPr>
        <w:t xml:space="preserve"> وج 2 ص 126 وص 141 وص 146 وص 164 وص 315 وص 324 وص 335</w:t>
      </w:r>
      <w:r w:rsidR="00D8054C">
        <w:rPr>
          <w:rtl/>
        </w:rPr>
        <w:t>،</w:t>
      </w:r>
      <w:r w:rsidRPr="007E0B1D">
        <w:rPr>
          <w:rtl/>
        </w:rPr>
        <w:t xml:space="preserve"> وج 3 ص 261 وص 303 وص 321 وص 332</w:t>
      </w:r>
      <w:r w:rsidR="00D8054C">
        <w:rPr>
          <w:rtl/>
        </w:rPr>
        <w:t>،</w:t>
      </w:r>
      <w:r w:rsidRPr="007E0B1D">
        <w:rPr>
          <w:rtl/>
        </w:rPr>
        <w:t xml:space="preserve"> وج 4 ص 98 وص 208 وغيرها. من لا يحضره الفقيه ج 4 ص 155 وغيرها. رجال الأنصاري ص 94. منهج المقال ص 177. الوجيزة ص 25.</w:t>
      </w:r>
      <w:r>
        <w:rPr>
          <w:rFonts w:hint="cs"/>
          <w:rtl/>
        </w:rPr>
        <w:t xml:space="preserve"> </w:t>
      </w:r>
      <w:r w:rsidRPr="007E0B1D">
        <w:rPr>
          <w:rtl/>
        </w:rPr>
        <w:t>اتقان المقال ص 70. روضة المتقين ج 14 ص 483.</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12" w:name="_Toc398984091"/>
      <w:r w:rsidRPr="007E0B1D">
        <w:rPr>
          <w:rtl/>
          <w:lang w:bidi="fa-IR"/>
        </w:rPr>
        <w:lastRenderedPageBreak/>
        <w:t>حرف الشين</w:t>
      </w:r>
      <w:bookmarkEnd w:id="12"/>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81</w:t>
      </w:r>
      <w:r w:rsidR="00D8054C">
        <w:rPr>
          <w:rtl/>
        </w:rPr>
        <w:t xml:space="preserve"> - </w:t>
      </w:r>
      <w:r w:rsidRPr="007E0B1D">
        <w:rPr>
          <w:rtl/>
        </w:rPr>
        <w:t>النيسابوري</w:t>
      </w:r>
    </w:p>
    <w:p w:rsidR="008867CD" w:rsidRPr="007E0B1D" w:rsidRDefault="008867CD" w:rsidP="008867CD">
      <w:pPr>
        <w:pStyle w:val="libNormal"/>
        <w:rPr>
          <w:rtl/>
        </w:rPr>
      </w:pPr>
      <w:r w:rsidRPr="007E0B1D">
        <w:rPr>
          <w:rtl/>
        </w:rPr>
        <w:t>أبو الفضل شاذان بن الخليل النيسابوري.</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عالم فاضل</w:t>
      </w:r>
      <w:r w:rsidR="00D8054C">
        <w:rPr>
          <w:rtl/>
        </w:rPr>
        <w:t>،</w:t>
      </w:r>
      <w:r w:rsidRPr="007E0B1D">
        <w:rPr>
          <w:rtl/>
        </w:rPr>
        <w:t xml:space="preserve"> عدل.</w:t>
      </w:r>
    </w:p>
    <w:p w:rsidR="008867CD" w:rsidRPr="007E0B1D" w:rsidRDefault="008867CD" w:rsidP="008867CD">
      <w:pPr>
        <w:pStyle w:val="libNormal"/>
        <w:rPr>
          <w:rtl/>
        </w:rPr>
      </w:pPr>
      <w:r w:rsidRPr="007E0B1D">
        <w:rPr>
          <w:rtl/>
        </w:rPr>
        <w:t xml:space="preserve">روى عن الامام الجواد </w:t>
      </w:r>
      <w:r w:rsidR="00D8054C" w:rsidRPr="00D8054C">
        <w:rPr>
          <w:rStyle w:val="libAlaemChar"/>
          <w:rtl/>
        </w:rPr>
        <w:t>عليه‌السلام</w:t>
      </w:r>
      <w:r w:rsidR="00D8054C">
        <w:rPr>
          <w:rtl/>
        </w:rPr>
        <w:t>،</w:t>
      </w:r>
      <w:r w:rsidRPr="007E0B1D">
        <w:rPr>
          <w:rtl/>
        </w:rPr>
        <w:t xml:space="preserve"> ويقال روى عن الامام الكاظم </w:t>
      </w:r>
      <w:r w:rsidR="00D8054C" w:rsidRPr="00D8054C">
        <w:rPr>
          <w:rStyle w:val="libAlaemChar"/>
          <w:rtl/>
        </w:rPr>
        <w:t>عليه‌السلام</w:t>
      </w:r>
      <w:r w:rsidRPr="007E0B1D">
        <w:rPr>
          <w:rtl/>
        </w:rPr>
        <w:t xml:space="preserve"> أيضا.</w:t>
      </w:r>
    </w:p>
    <w:p w:rsidR="008867CD" w:rsidRPr="007E0B1D" w:rsidRDefault="008867CD" w:rsidP="008867CD">
      <w:pPr>
        <w:pStyle w:val="libNormal"/>
        <w:rPr>
          <w:rtl/>
        </w:rPr>
      </w:pPr>
      <w:r w:rsidRPr="007E0B1D">
        <w:rPr>
          <w:rtl/>
        </w:rPr>
        <w:t>روى عنه ابنه الفضل بن شاذان</w:t>
      </w:r>
      <w:r w:rsidR="00D8054C">
        <w:rPr>
          <w:rtl/>
        </w:rPr>
        <w:t>،</w:t>
      </w:r>
      <w:r w:rsidRPr="007E0B1D">
        <w:rPr>
          <w:rtl/>
        </w:rPr>
        <w:t xml:space="preserve"> وأحمد بن محمّد بن عيسى</w:t>
      </w:r>
      <w:r w:rsidR="00D8054C">
        <w:rPr>
          <w:rtl/>
        </w:rPr>
        <w:t>،</w:t>
      </w:r>
      <w:r w:rsidRPr="007E0B1D">
        <w:rPr>
          <w:rtl/>
        </w:rPr>
        <w:t xml:space="preserve"> ومحمّد ابن الحسين بن أبي الخطاب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402. روضة الكافي ص 125. الاستبصار ج 1 ص 60 وص 62 وص 105 وص 144. نقد الرجال ص 166. جامع الرواة ج 1 ص 398. رجال النجاشي ص 216 في ترجمة ابنه الفضل بن شاذان. معجم الثقات ص 64. بهجة الآمال ج 5 ص 3. معجم رجال الحديث ج 9 ص 7. منتهى المقال ص 161. وسائل الشيعة ج 20 ص 214.</w:t>
      </w:r>
      <w:r>
        <w:rPr>
          <w:rFonts w:hint="cs"/>
          <w:rtl/>
        </w:rPr>
        <w:t xml:space="preserve"> </w:t>
      </w:r>
      <w:r w:rsidRPr="007E0B1D">
        <w:rPr>
          <w:rtl/>
        </w:rPr>
        <w:t xml:space="preserve">رجال الحلي </w:t>
      </w:r>
      <w:r w:rsidR="00D8054C">
        <w:rPr>
          <w:rtl/>
        </w:rPr>
        <w:t>(</w:t>
      </w:r>
      <w:r w:rsidRPr="007E0B1D">
        <w:rPr>
          <w:rtl/>
        </w:rPr>
        <w:t>قسم الثقات</w:t>
      </w:r>
      <w:r w:rsidR="00D8054C">
        <w:rPr>
          <w:rtl/>
        </w:rPr>
        <w:t>)</w:t>
      </w:r>
      <w:r w:rsidRPr="007E0B1D">
        <w:rPr>
          <w:rtl/>
        </w:rPr>
        <w:t xml:space="preserve"> ص 87. التهذيب ج 1 ص 60 وص 90 وص 140 وص 394. الكنى والألقاب في ترجمة السكاك ص 36. رجال ابن داود </w:t>
      </w:r>
      <w:r w:rsidR="00D8054C">
        <w:rPr>
          <w:rtl/>
        </w:rPr>
        <w:t>(</w:t>
      </w:r>
      <w:r w:rsidRPr="007E0B1D">
        <w:rPr>
          <w:rtl/>
        </w:rPr>
        <w:t>قسم الثقات</w:t>
      </w:r>
      <w:r w:rsidR="00D8054C">
        <w:rPr>
          <w:rtl/>
        </w:rPr>
        <w:t>)</w:t>
      </w:r>
      <w:r w:rsidRPr="007E0B1D">
        <w:rPr>
          <w:rtl/>
        </w:rPr>
        <w:t xml:space="preserve"> في ترجمة ابنه الفضل بن شاذان ص 151. الكافي ج 2 ص 68</w:t>
      </w:r>
      <w:r w:rsidR="00D8054C">
        <w:rPr>
          <w:rtl/>
        </w:rPr>
        <w:t>،</w:t>
      </w:r>
      <w:r w:rsidRPr="007E0B1D">
        <w:rPr>
          <w:rtl/>
        </w:rPr>
        <w:t xml:space="preserve"> وج 3 ص 24 وص 29 وص 30 وص 45</w:t>
      </w:r>
      <w:r w:rsidR="00D8054C">
        <w:rPr>
          <w:rtl/>
        </w:rPr>
        <w:t>،</w:t>
      </w:r>
      <w:r w:rsidRPr="007E0B1D">
        <w:rPr>
          <w:rtl/>
        </w:rPr>
        <w:t xml:space="preserve"> وج 4 ص 241. أعيان الشيعة ج 7 ص 327.</w:t>
      </w:r>
      <w:r>
        <w:rPr>
          <w:rFonts w:hint="cs"/>
          <w:rtl/>
        </w:rPr>
        <w:t xml:space="preserve"> </w:t>
      </w:r>
      <w:r w:rsidRPr="007E0B1D">
        <w:rPr>
          <w:rtl/>
        </w:rPr>
        <w:t>مجمع الرجال ج 3 ص 188. رجال الكشي ص 228 وص 231 وص 360 وص 412 وص 484 وص 543 وص 590 وغيرها. طرائف المقال ج 1 ص 311. منهج المقال ص 178. الوجيزة ص 25. اتقان المقال ص 195.</w:t>
      </w:r>
      <w:r>
        <w:rPr>
          <w:rFonts w:hint="cs"/>
          <w:rtl/>
        </w:rPr>
        <w:t xml:space="preserve"> </w:t>
      </w:r>
      <w:r w:rsidRPr="007E0B1D">
        <w:rPr>
          <w:rtl/>
        </w:rPr>
        <w:t>تنقيح المقال ج 2 ص 80. أضبط المقال ص 517.</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82</w:t>
      </w:r>
      <w:r w:rsidR="00D8054C">
        <w:rPr>
          <w:rtl/>
        </w:rPr>
        <w:t xml:space="preserve"> - </w:t>
      </w:r>
      <w:r w:rsidRPr="007E0B1D">
        <w:rPr>
          <w:rtl/>
        </w:rPr>
        <w:t>القمي</w:t>
      </w:r>
    </w:p>
    <w:p w:rsidR="008867CD" w:rsidRPr="007E0B1D" w:rsidRDefault="008867CD" w:rsidP="008867CD">
      <w:pPr>
        <w:pStyle w:val="libNormal"/>
        <w:rPr>
          <w:rtl/>
        </w:rPr>
      </w:pPr>
      <w:r w:rsidRPr="007E0B1D">
        <w:rPr>
          <w:rtl/>
        </w:rPr>
        <w:t>شاذويه بن الحسين بن داود القمي.</w:t>
      </w:r>
    </w:p>
    <w:p w:rsidR="008867CD" w:rsidRPr="007E0B1D" w:rsidRDefault="008867CD" w:rsidP="008867CD">
      <w:pPr>
        <w:pStyle w:val="libNormal"/>
        <w:rPr>
          <w:rtl/>
        </w:rPr>
      </w:pPr>
      <w:r w:rsidRPr="007E0B1D">
        <w:rPr>
          <w:rtl/>
        </w:rPr>
        <w:t>محدث امامي سالم العقيدة.</w:t>
      </w:r>
    </w:p>
    <w:p w:rsidR="008867CD" w:rsidRPr="007E0B1D" w:rsidRDefault="008867CD" w:rsidP="008867CD">
      <w:pPr>
        <w:pStyle w:val="libNormal"/>
        <w:rPr>
          <w:rtl/>
        </w:rPr>
      </w:pPr>
      <w:r w:rsidRPr="007E0B1D">
        <w:rPr>
          <w:rtl/>
        </w:rPr>
        <w:t xml:space="preserve">روى معجزة من معاجز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عبد الله بن عامر.</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الكشي ص 581. تنقيح المقال ج 2 ص 80</w:t>
      </w:r>
      <w:r w:rsidR="00D8054C">
        <w:rPr>
          <w:rtl/>
        </w:rPr>
        <w:t>،</w:t>
      </w:r>
      <w:r w:rsidRPr="007E0B1D">
        <w:rPr>
          <w:rtl/>
        </w:rPr>
        <w:t xml:space="preserve"> وج 3 ص 126 في ترجمة محمّد بن سنان. مجمع الرجال ج 3 ص 188</w:t>
      </w:r>
      <w:r w:rsidR="00D8054C">
        <w:rPr>
          <w:rtl/>
        </w:rPr>
        <w:t>،</w:t>
      </w:r>
      <w:r w:rsidRPr="007E0B1D">
        <w:rPr>
          <w:rtl/>
        </w:rPr>
        <w:t xml:space="preserve"> وفي ترجمة محمّد بن سنان ج 5 ص 226. معجم رجال الحديث ج 9 ص 10.</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13" w:name="_Toc398984092"/>
      <w:r w:rsidRPr="007E0B1D">
        <w:rPr>
          <w:rtl/>
          <w:lang w:bidi="fa-IR"/>
        </w:rPr>
        <w:lastRenderedPageBreak/>
        <w:t>حرف الصاد</w:t>
      </w:r>
      <w:bookmarkEnd w:id="13"/>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83</w:t>
      </w:r>
      <w:r w:rsidR="00D8054C">
        <w:rPr>
          <w:rtl/>
        </w:rPr>
        <w:t xml:space="preserve"> - </w:t>
      </w:r>
      <w:r w:rsidRPr="007E0B1D">
        <w:rPr>
          <w:rtl/>
        </w:rPr>
        <w:t>صالح بن محمّد بن سهل</w:t>
      </w:r>
    </w:p>
    <w:p w:rsidR="008867CD" w:rsidRPr="007E0B1D" w:rsidRDefault="008867CD" w:rsidP="008867CD">
      <w:pPr>
        <w:pStyle w:val="libNormal"/>
        <w:rPr>
          <w:rtl/>
        </w:rPr>
      </w:pPr>
      <w:r w:rsidRPr="007E0B1D">
        <w:rPr>
          <w:rtl/>
        </w:rPr>
        <w:t>محدث امامي مذموم غير موثوق به.</w:t>
      </w:r>
    </w:p>
    <w:p w:rsidR="008867CD" w:rsidRPr="007E0B1D" w:rsidRDefault="008867CD" w:rsidP="008867CD">
      <w:pPr>
        <w:pStyle w:val="libNormal"/>
        <w:rPr>
          <w:rtl/>
        </w:rPr>
      </w:pPr>
      <w:r w:rsidRPr="007E0B1D">
        <w:rPr>
          <w:rtl/>
        </w:rPr>
        <w:t xml:space="preserve">كان يتولى الوقف للامام الجواد </w:t>
      </w:r>
      <w:r w:rsidR="00D8054C" w:rsidRPr="00D8054C">
        <w:rPr>
          <w:rStyle w:val="libAlaemChar"/>
          <w:rtl/>
        </w:rPr>
        <w:t>عليه‌السلام</w:t>
      </w:r>
      <w:r w:rsidRPr="007E0B1D">
        <w:rPr>
          <w:rtl/>
        </w:rPr>
        <w:t xml:space="preserve"> بقم.</w:t>
      </w:r>
    </w:p>
    <w:p w:rsidR="008867CD" w:rsidRPr="007E0B1D" w:rsidRDefault="008867CD" w:rsidP="008867CD">
      <w:pPr>
        <w:pStyle w:val="libNormal"/>
        <w:rPr>
          <w:rtl/>
        </w:rPr>
      </w:pPr>
      <w:r w:rsidRPr="007E0B1D">
        <w:rPr>
          <w:rtl/>
        </w:rPr>
        <w:t>روى عنه ابراهيم بن هاشم القمي.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460. منتهى المقال ص 164. التهذيب ج 4 ص 140.</w:t>
      </w:r>
      <w:r>
        <w:rPr>
          <w:rFonts w:hint="cs"/>
          <w:rtl/>
        </w:rPr>
        <w:t xml:space="preserve"> </w:t>
      </w:r>
      <w:r w:rsidRPr="007E0B1D">
        <w:rPr>
          <w:rtl/>
        </w:rPr>
        <w:t>تنقيح المقال ج 2 ص 94. معجم رجال الحديث ج 9 ص 81. الاستبصار ج 2 ص 60. طرائف المقال ج 1 ص 313. رجال الأنصاري ص 96. اتقان المقال ص 72. منهج المقال ص 181. الغيبة للطوسي ص 213 في ذكر المذمومين من الوكلاء وفيه</w:t>
      </w:r>
      <w:r w:rsidR="00D8054C">
        <w:rPr>
          <w:rtl/>
        </w:rPr>
        <w:t>:</w:t>
      </w:r>
      <w:r w:rsidRPr="007E0B1D">
        <w:rPr>
          <w:rtl/>
        </w:rPr>
        <w:t xml:space="preserve"> الهمداني.</w:t>
      </w:r>
    </w:p>
    <w:p w:rsidR="008867CD" w:rsidRPr="007E0B1D" w:rsidRDefault="008867CD" w:rsidP="008867CD">
      <w:pPr>
        <w:pStyle w:val="libCenterBold1"/>
        <w:rPr>
          <w:rtl/>
        </w:rPr>
      </w:pPr>
      <w:r w:rsidRPr="007E0B1D">
        <w:rPr>
          <w:rtl/>
        </w:rPr>
        <w:t>84</w:t>
      </w:r>
      <w:r w:rsidR="00D8054C">
        <w:rPr>
          <w:rtl/>
        </w:rPr>
        <w:t xml:space="preserve"> - </w:t>
      </w:r>
      <w:r w:rsidRPr="007E0B1D">
        <w:rPr>
          <w:rtl/>
        </w:rPr>
        <w:t>الهمداني</w:t>
      </w:r>
    </w:p>
    <w:p w:rsidR="008867CD" w:rsidRPr="007E0B1D" w:rsidRDefault="008867CD" w:rsidP="008867CD">
      <w:pPr>
        <w:pStyle w:val="libNormal"/>
        <w:rPr>
          <w:rtl/>
        </w:rPr>
      </w:pPr>
      <w:r w:rsidRPr="007E0B1D">
        <w:rPr>
          <w:rtl/>
        </w:rPr>
        <w:t>صالح بن محمّد الهمداني.</w:t>
      </w:r>
    </w:p>
    <w:p w:rsidR="008867CD" w:rsidRPr="007E0B1D" w:rsidRDefault="008867CD" w:rsidP="008867CD">
      <w:pPr>
        <w:pStyle w:val="libNormal"/>
        <w:rPr>
          <w:rtl/>
        </w:rPr>
      </w:pPr>
      <w:r w:rsidRPr="007E0B1D">
        <w:rPr>
          <w:rtl/>
        </w:rPr>
        <w:t>محدث امامي ثقة.</w:t>
      </w:r>
    </w:p>
    <w:p w:rsidR="008867CD" w:rsidRPr="007E0B1D" w:rsidRDefault="008867CD" w:rsidP="008867CD">
      <w:pPr>
        <w:pStyle w:val="libNormal"/>
        <w:rPr>
          <w:rtl/>
        </w:rPr>
      </w:pPr>
      <w:r w:rsidRPr="007E0B1D">
        <w:rPr>
          <w:rtl/>
        </w:rPr>
        <w:t xml:space="preserve">صحب الامامين الجواد والهادي </w:t>
      </w:r>
      <w:r w:rsidR="00D8054C" w:rsidRPr="00D8054C">
        <w:rPr>
          <w:rStyle w:val="libAlaemChar"/>
          <w:rtl/>
        </w:rPr>
        <w:t>عليهما‌السلام</w:t>
      </w:r>
      <w:r w:rsidR="00D8054C">
        <w:rPr>
          <w:rtl/>
        </w:rPr>
        <w:t>،</w:t>
      </w:r>
      <w:r w:rsidRPr="007E0B1D">
        <w:rPr>
          <w:rtl/>
        </w:rPr>
        <w:t xml:space="preserve"> ويقال أدرك الامام المهدي المنتظر </w:t>
      </w:r>
      <w:r w:rsidR="00D8054C">
        <w:rPr>
          <w:rtl/>
        </w:rPr>
        <w:t>(</w:t>
      </w:r>
      <w:r w:rsidRPr="007E0B1D">
        <w:rPr>
          <w:rtl/>
        </w:rPr>
        <w:t>عج</w:t>
      </w:r>
      <w:r w:rsidR="00D8054C">
        <w:rPr>
          <w:rtl/>
        </w:rPr>
        <w:t>)</w:t>
      </w:r>
      <w:r w:rsidRPr="007E0B1D">
        <w:rPr>
          <w:rtl/>
        </w:rPr>
        <w:t xml:space="preserve"> وناب عنه.</w:t>
      </w:r>
    </w:p>
    <w:p w:rsidR="008867CD" w:rsidRPr="007E0B1D" w:rsidRDefault="008867CD" w:rsidP="008867CD">
      <w:pPr>
        <w:pStyle w:val="libNormal"/>
        <w:rPr>
          <w:rtl/>
        </w:rPr>
      </w:pPr>
      <w:r w:rsidRPr="007E0B1D">
        <w:rPr>
          <w:rtl/>
        </w:rPr>
        <w:t>روى عنه شعيب بن عيسى.</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402</w:t>
      </w:r>
      <w:r w:rsidR="00D8054C">
        <w:rPr>
          <w:rtl/>
        </w:rPr>
        <w:t>،</w:t>
      </w:r>
      <w:r w:rsidRPr="007E0B1D">
        <w:rPr>
          <w:rtl/>
        </w:rPr>
        <w:t xml:space="preserve"> وفي أصحاب الهادي</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ص 416. نقد الرجال ص 171. مجمع الرجال ج 3 ص 207 وص 208.</w:t>
      </w:r>
      <w:r w:rsidR="008867CD">
        <w:rPr>
          <w:rFonts w:hint="cs"/>
          <w:rtl/>
        </w:rPr>
        <w:t xml:space="preserve"> </w:t>
      </w:r>
      <w:r w:rsidR="008867CD" w:rsidRPr="007E0B1D">
        <w:rPr>
          <w:rtl/>
        </w:rPr>
        <w:t xml:space="preserve">رجال الحلي </w:t>
      </w:r>
      <w:r>
        <w:rPr>
          <w:rtl/>
        </w:rPr>
        <w:t>(</w:t>
      </w:r>
      <w:r w:rsidR="008867CD" w:rsidRPr="007E0B1D">
        <w:rPr>
          <w:rtl/>
        </w:rPr>
        <w:t>قسم الثقات</w:t>
      </w:r>
      <w:r>
        <w:rPr>
          <w:rtl/>
        </w:rPr>
        <w:t>)</w:t>
      </w:r>
      <w:r w:rsidR="008867CD" w:rsidRPr="007E0B1D">
        <w:rPr>
          <w:rtl/>
        </w:rPr>
        <w:t xml:space="preserve"> ص 88. كامل الزيارات ص 304. جامع الرواة ج 1 ص 408. تنقيح المقال ج 2 ص 94. وسائل الشيعة ج 20 ص 216. معجم رجال الحديث ج 9 ص 82. معجم الثقات ص 64. طرائف المقال ج 1 ص 313. منتهى المقال ص 164. رجال ابن داود </w:t>
      </w:r>
      <w:r>
        <w:rPr>
          <w:rtl/>
        </w:rPr>
        <w:t>(</w:t>
      </w:r>
      <w:r w:rsidR="008867CD" w:rsidRPr="007E0B1D">
        <w:rPr>
          <w:rtl/>
        </w:rPr>
        <w:t>قسم الثقات</w:t>
      </w:r>
      <w:r>
        <w:rPr>
          <w:rtl/>
        </w:rPr>
        <w:t>)</w:t>
      </w:r>
      <w:r w:rsidR="008867CD" w:rsidRPr="007E0B1D">
        <w:rPr>
          <w:rtl/>
        </w:rPr>
        <w:t xml:space="preserve"> ص 110.</w:t>
      </w:r>
      <w:r w:rsidR="008867CD">
        <w:rPr>
          <w:rFonts w:hint="cs"/>
          <w:rtl/>
        </w:rPr>
        <w:t xml:space="preserve"> </w:t>
      </w:r>
      <w:r w:rsidR="008867CD" w:rsidRPr="007E0B1D">
        <w:rPr>
          <w:rtl/>
        </w:rPr>
        <w:t xml:space="preserve">رجال البرقي في أصحاب الهادي </w:t>
      </w:r>
      <w:r w:rsidRPr="00D8054C">
        <w:rPr>
          <w:rStyle w:val="libAlaemChar"/>
          <w:rtl/>
        </w:rPr>
        <w:t>عليه‌السلام</w:t>
      </w:r>
      <w:r w:rsidR="008867CD" w:rsidRPr="007E0B1D">
        <w:rPr>
          <w:rtl/>
        </w:rPr>
        <w:t xml:space="preserve"> ص 58. رجال الأنصاري ص 96.</w:t>
      </w:r>
      <w:r w:rsidR="008867CD">
        <w:rPr>
          <w:rFonts w:hint="cs"/>
          <w:rtl/>
        </w:rPr>
        <w:t xml:space="preserve"> </w:t>
      </w:r>
      <w:r w:rsidR="008867CD" w:rsidRPr="007E0B1D">
        <w:rPr>
          <w:rtl/>
        </w:rPr>
        <w:t>التهذيب ج 6 ص 85. المناقب ج 4 ص 402. الوجيزة ص 26. اتقان المقال ص 72. منهج المقال ص 181.</w:t>
      </w:r>
    </w:p>
    <w:p w:rsidR="008867CD" w:rsidRPr="007E0B1D" w:rsidRDefault="008867CD" w:rsidP="008867CD">
      <w:pPr>
        <w:pStyle w:val="libCenterBold1"/>
        <w:rPr>
          <w:rtl/>
        </w:rPr>
      </w:pPr>
      <w:r w:rsidRPr="007E0B1D">
        <w:rPr>
          <w:rtl/>
        </w:rPr>
        <w:t>85</w:t>
      </w:r>
      <w:r w:rsidR="00D8054C">
        <w:rPr>
          <w:rtl/>
        </w:rPr>
        <w:t xml:space="preserve"> - </w:t>
      </w:r>
      <w:r w:rsidRPr="007E0B1D">
        <w:rPr>
          <w:rtl/>
        </w:rPr>
        <w:t>الرازي</w:t>
      </w:r>
    </w:p>
    <w:p w:rsidR="008867CD" w:rsidRPr="007E0B1D" w:rsidRDefault="008867CD" w:rsidP="008867CD">
      <w:pPr>
        <w:pStyle w:val="libNormal"/>
        <w:rPr>
          <w:rtl/>
        </w:rPr>
      </w:pPr>
      <w:r w:rsidRPr="007E0B1D">
        <w:rPr>
          <w:rtl/>
        </w:rPr>
        <w:t>صالح ابن أبي حماد مسلمة</w:t>
      </w:r>
      <w:r w:rsidR="00D8054C">
        <w:rPr>
          <w:rtl/>
        </w:rPr>
        <w:t>،</w:t>
      </w:r>
      <w:r w:rsidRPr="007E0B1D">
        <w:rPr>
          <w:rtl/>
        </w:rPr>
        <w:t xml:space="preserve"> وقيل سلمة</w:t>
      </w:r>
      <w:r w:rsidR="00D8054C">
        <w:rPr>
          <w:rtl/>
        </w:rPr>
        <w:t>،</w:t>
      </w:r>
      <w:r w:rsidRPr="007E0B1D">
        <w:rPr>
          <w:rtl/>
        </w:rPr>
        <w:t xml:space="preserve"> وقيل زاد به</w:t>
      </w:r>
      <w:r w:rsidR="00D8054C">
        <w:rPr>
          <w:rtl/>
        </w:rPr>
        <w:t>،</w:t>
      </w:r>
      <w:r w:rsidRPr="007E0B1D">
        <w:rPr>
          <w:rtl/>
        </w:rPr>
        <w:t xml:space="preserve"> وقيل زاذويه الرازي</w:t>
      </w:r>
      <w:r w:rsidR="00D8054C">
        <w:rPr>
          <w:rtl/>
        </w:rPr>
        <w:t>،</w:t>
      </w:r>
      <w:r w:rsidRPr="007E0B1D">
        <w:rPr>
          <w:rtl/>
        </w:rPr>
        <w:t xml:space="preserve"> أبو الخير</w:t>
      </w:r>
      <w:r w:rsidR="00D8054C">
        <w:rPr>
          <w:rtl/>
        </w:rPr>
        <w:t>،</w:t>
      </w:r>
      <w:r w:rsidRPr="007E0B1D">
        <w:rPr>
          <w:rtl/>
        </w:rPr>
        <w:t xml:space="preserve"> وقيل كان أبوه يكنى بأبي الخير.</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اختلف المحققون فيه</w:t>
      </w:r>
      <w:r w:rsidR="00D8054C">
        <w:rPr>
          <w:rtl/>
        </w:rPr>
        <w:t>،</w:t>
      </w:r>
      <w:r w:rsidRPr="007E0B1D">
        <w:rPr>
          <w:rtl/>
        </w:rPr>
        <w:t xml:space="preserve"> فمنهم من وثقة</w:t>
      </w:r>
      <w:r w:rsidR="00D8054C">
        <w:rPr>
          <w:rtl/>
        </w:rPr>
        <w:t>،</w:t>
      </w:r>
      <w:r w:rsidRPr="007E0B1D">
        <w:rPr>
          <w:rtl/>
        </w:rPr>
        <w:t xml:space="preserve"> ومنهم من جعله من الحسان الممدوحين</w:t>
      </w:r>
      <w:r w:rsidR="00D8054C">
        <w:rPr>
          <w:rtl/>
        </w:rPr>
        <w:t>،</w:t>
      </w:r>
      <w:r w:rsidRPr="007E0B1D">
        <w:rPr>
          <w:rtl/>
        </w:rPr>
        <w:t xml:space="preserve"> ومنهم من ضعف حديثه.</w:t>
      </w:r>
    </w:p>
    <w:p w:rsidR="008867CD" w:rsidRPr="007E0B1D" w:rsidRDefault="008867CD" w:rsidP="008867CD">
      <w:pPr>
        <w:pStyle w:val="libNormal"/>
        <w:rPr>
          <w:rtl/>
        </w:rPr>
      </w:pPr>
      <w:r w:rsidRPr="007E0B1D">
        <w:rPr>
          <w:rtl/>
        </w:rPr>
        <w:t xml:space="preserve">صحب الأئمة الجواد والهادي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 74 موردا في أسناد الروايات.</w:t>
      </w:r>
    </w:p>
    <w:p w:rsidR="008867CD" w:rsidRPr="007E0B1D" w:rsidRDefault="008867CD" w:rsidP="008867CD">
      <w:pPr>
        <w:pStyle w:val="libNormal"/>
        <w:rPr>
          <w:rtl/>
        </w:rPr>
      </w:pPr>
      <w:r w:rsidRPr="007E0B1D">
        <w:rPr>
          <w:rtl/>
        </w:rPr>
        <w:t>ورى عنه الحسين بن الحسن الهاشمي</w:t>
      </w:r>
      <w:r w:rsidR="00D8054C">
        <w:rPr>
          <w:rtl/>
        </w:rPr>
        <w:t>،</w:t>
      </w:r>
      <w:r w:rsidRPr="007E0B1D">
        <w:rPr>
          <w:rtl/>
        </w:rPr>
        <w:t xml:space="preserve"> ومحمّد بن أحمد بن يحيى</w:t>
      </w:r>
      <w:r w:rsidR="00D8054C">
        <w:rPr>
          <w:rtl/>
        </w:rPr>
        <w:t>،</w:t>
      </w:r>
      <w:r w:rsidRPr="007E0B1D">
        <w:rPr>
          <w:rtl/>
        </w:rPr>
        <w:t xml:space="preserve"> وأحمد بن أبي عبد الله البرقي وغيرهم.</w:t>
      </w:r>
    </w:p>
    <w:p w:rsidR="008867CD" w:rsidRPr="007E0B1D" w:rsidRDefault="008867CD" w:rsidP="008867CD">
      <w:pPr>
        <w:pStyle w:val="libNormal"/>
        <w:rPr>
          <w:rtl/>
        </w:rPr>
      </w:pPr>
      <w:r w:rsidRPr="007E0B1D">
        <w:rPr>
          <w:rtl/>
        </w:rPr>
        <w:t xml:space="preserve">ينسب إليه كتاب « خطب أمير المؤمنين </w:t>
      </w:r>
      <w:r w:rsidR="00D8054C" w:rsidRPr="00D8054C">
        <w:rPr>
          <w:rStyle w:val="libAlaemChar"/>
          <w:rtl/>
        </w:rPr>
        <w:t>عليه‌السلام</w:t>
      </w:r>
      <w:r w:rsidRPr="007E0B1D">
        <w:rPr>
          <w:rtl/>
        </w:rPr>
        <w:t xml:space="preserve"> »</w:t>
      </w:r>
      <w:r w:rsidR="00D8054C">
        <w:rPr>
          <w:rtl/>
        </w:rPr>
        <w:t>،</w:t>
      </w:r>
      <w:r w:rsidRPr="007E0B1D">
        <w:rPr>
          <w:rtl/>
        </w:rPr>
        <w:t xml:space="preserve"> وكتاب « النوادر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402. وفي أصحاب الهادي</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ص 416</w:t>
      </w:r>
      <w:r>
        <w:rPr>
          <w:rtl/>
        </w:rPr>
        <w:t>،</w:t>
      </w:r>
      <w:r w:rsidR="008867CD" w:rsidRPr="007E0B1D">
        <w:rPr>
          <w:rtl/>
        </w:rPr>
        <w:t xml:space="preserve"> وفي أصحاب العسكري </w:t>
      </w:r>
      <w:r w:rsidRPr="00D8054C">
        <w:rPr>
          <w:rStyle w:val="libAlaemChar"/>
          <w:rtl/>
        </w:rPr>
        <w:t>عليه‌السلام</w:t>
      </w:r>
      <w:r w:rsidR="008867CD" w:rsidRPr="007E0B1D">
        <w:rPr>
          <w:rtl/>
        </w:rPr>
        <w:t xml:space="preserve"> ص 432. طرائف المقال ج 1 ص 238. خاتمة المستدرك ص 811. تنقيح المقال ج 2 ص 91. منتهى المقال ص 162. روضة المتقين ج 14 ص 374. التوحيد ص 99 وص 190. نقد الرجال ص 169. عيون أخبار الرضا </w:t>
      </w:r>
      <w:r w:rsidRPr="00D8054C">
        <w:rPr>
          <w:rStyle w:val="libAlaemChar"/>
          <w:rtl/>
        </w:rPr>
        <w:t>عليه‌السلام</w:t>
      </w:r>
      <w:r w:rsidR="008867CD" w:rsidRPr="007E0B1D">
        <w:rPr>
          <w:rtl/>
        </w:rPr>
        <w:t xml:space="preserve"> ج 2 ص 185. رجال الحلي </w:t>
      </w:r>
      <w:r>
        <w:rPr>
          <w:rtl/>
        </w:rPr>
        <w:t>(</w:t>
      </w:r>
      <w:r w:rsidR="008867CD" w:rsidRPr="007E0B1D">
        <w:rPr>
          <w:rtl/>
        </w:rPr>
        <w:t>قسم الضعفاء</w:t>
      </w:r>
      <w:r>
        <w:rPr>
          <w:rtl/>
        </w:rPr>
        <w:t>)</w:t>
      </w:r>
      <w:r w:rsidR="008867CD" w:rsidRPr="007E0B1D">
        <w:rPr>
          <w:rtl/>
        </w:rPr>
        <w:t xml:space="preserve"> ص 230</w:t>
      </w:r>
      <w:r>
        <w:rPr>
          <w:rtl/>
        </w:rPr>
        <w:t>،</w:t>
      </w:r>
      <w:r w:rsidR="008867CD" w:rsidRPr="007E0B1D">
        <w:rPr>
          <w:rtl/>
        </w:rPr>
        <w:t xml:space="preserve"> الذريعة ج 7 ص 189.</w:t>
      </w:r>
      <w:r>
        <w:rPr>
          <w:rtl/>
        </w:rPr>
        <w:t>،</w:t>
      </w:r>
      <w:r w:rsidR="008867CD" w:rsidRPr="007E0B1D">
        <w:rPr>
          <w:rtl/>
        </w:rPr>
        <w:t xml:space="preserve"> وج 24 ص 332. فهرست الطوسي ص 84. مجمع الرجال ج 3 ص 202. جامع الرواة ج 1 ص 404. معجم رجال الحديث ج 9 ص 53. الخصال ص 246 وص 247. رجال ابن داود </w:t>
      </w:r>
      <w:r>
        <w:rPr>
          <w:rtl/>
        </w:rPr>
        <w:t>(</w:t>
      </w:r>
      <w:r w:rsidR="008867CD" w:rsidRPr="007E0B1D">
        <w:rPr>
          <w:rtl/>
        </w:rPr>
        <w:t>قسم الضعفاء</w:t>
      </w:r>
      <w:r>
        <w:rPr>
          <w:rtl/>
        </w:rPr>
        <w:t>)</w:t>
      </w:r>
      <w:r w:rsidR="008867CD" w:rsidRPr="007E0B1D">
        <w:rPr>
          <w:rtl/>
        </w:rPr>
        <w:t xml:space="preserve"> ص 250. معالم العلماء ص 60. بهجة الآمال ج 5 ص 24. رجال النجاشي ص 140. رجال الأنصاري ص 95. التهذيب ج 1 ص 290</w:t>
      </w:r>
      <w:r>
        <w:rPr>
          <w:rtl/>
        </w:rPr>
        <w:t>،</w:t>
      </w:r>
      <w:r w:rsidR="008867CD" w:rsidRPr="007E0B1D">
        <w:rPr>
          <w:rtl/>
        </w:rPr>
        <w:t xml:space="preserve"> وج 5 ص 148</w:t>
      </w:r>
      <w:r>
        <w:rPr>
          <w:rtl/>
        </w:rPr>
        <w:t>،</w:t>
      </w:r>
      <w:r w:rsidR="008867CD" w:rsidRPr="007E0B1D">
        <w:rPr>
          <w:rtl/>
        </w:rPr>
        <w:t xml:space="preserve"> وج 6 ص 333 وص 367</w:t>
      </w:r>
      <w:r>
        <w:rPr>
          <w:rtl/>
        </w:rPr>
        <w:t>،</w:t>
      </w:r>
      <w:r w:rsidR="008867CD" w:rsidRPr="007E0B1D">
        <w:rPr>
          <w:rtl/>
        </w:rPr>
        <w:t xml:space="preserve"> وج 7 ص 7 وص 228 وص 293 وص 441 وص 442 وص 446</w:t>
      </w:r>
      <w:r>
        <w:rPr>
          <w:rtl/>
        </w:rPr>
        <w:t>،</w:t>
      </w:r>
      <w:r w:rsidR="008867CD" w:rsidRPr="007E0B1D">
        <w:rPr>
          <w:rtl/>
        </w:rPr>
        <w:t xml:space="preserve"> وج 8 ص 115 وص 166 وغيرها. منهج المقال ص 180.</w:t>
      </w:r>
      <w:r w:rsidR="008867CD">
        <w:rPr>
          <w:rFonts w:hint="cs"/>
          <w:rtl/>
        </w:rPr>
        <w:t xml:space="preserve"> </w:t>
      </w:r>
      <w:r w:rsidR="008867CD" w:rsidRPr="007E0B1D">
        <w:rPr>
          <w:rtl/>
        </w:rPr>
        <w:t>الوجيزة ص 26. الكافي ج 1 ص 87 وص 106 وص 339</w:t>
      </w:r>
      <w:r>
        <w:rPr>
          <w:rtl/>
        </w:rPr>
        <w:t>،</w:t>
      </w:r>
      <w:r w:rsidR="008867CD" w:rsidRPr="007E0B1D">
        <w:rPr>
          <w:rtl/>
        </w:rPr>
        <w:t xml:space="preserve"> وج 2 ص 4 وص 125 وص 261 وص 276 وص 293 وص 462 وص 478</w:t>
      </w:r>
      <w:r>
        <w:rPr>
          <w:rtl/>
        </w:rPr>
        <w:t>،</w:t>
      </w:r>
      <w:r w:rsidR="008867CD" w:rsidRPr="007E0B1D">
        <w:rPr>
          <w:rtl/>
        </w:rPr>
        <w:t xml:space="preserve"> وج 3 ص 261</w:t>
      </w:r>
      <w:r>
        <w:rPr>
          <w:rtl/>
        </w:rPr>
        <w:t>،</w:t>
      </w:r>
      <w:r w:rsidR="008867CD" w:rsidRPr="007E0B1D">
        <w:rPr>
          <w:rtl/>
        </w:rPr>
        <w:t xml:space="preserve"> وج 4 ص 155 وص 190 وص 433</w:t>
      </w:r>
      <w:r>
        <w:rPr>
          <w:rtl/>
        </w:rPr>
        <w:t>،</w:t>
      </w:r>
      <w:r w:rsidR="008867CD" w:rsidRPr="007E0B1D">
        <w:rPr>
          <w:rtl/>
        </w:rPr>
        <w:t xml:space="preserve"> وج 5 ص 92 وص 99 وص 126 وص 127 وص 137 وص 153 وص 304 وص 383 وص 453</w:t>
      </w:r>
      <w:r>
        <w:rPr>
          <w:rtl/>
        </w:rPr>
        <w:t>،</w:t>
      </w:r>
      <w:r w:rsidR="008867CD" w:rsidRPr="007E0B1D">
        <w:rPr>
          <w:rtl/>
        </w:rPr>
        <w:t xml:space="preserve"> وج 6 ص 26 وص 27 وص 30 وص 459 وص 509 وص 514</w:t>
      </w:r>
      <w:r>
        <w:rPr>
          <w:rtl/>
        </w:rPr>
        <w:t>،</w:t>
      </w:r>
      <w:r w:rsidR="008867CD" w:rsidRPr="007E0B1D">
        <w:rPr>
          <w:rtl/>
        </w:rPr>
        <w:t xml:space="preserve"> وج 7 ص 204 وغيرها. نضد الايضاح ص 167. إيضاح الاشتباه ص 45. الاستبصار ج 2 ص 238</w:t>
      </w:r>
      <w:r>
        <w:rPr>
          <w:rtl/>
        </w:rPr>
        <w:t>،</w:t>
      </w:r>
      <w:r w:rsidR="008867CD" w:rsidRPr="007E0B1D">
        <w:rPr>
          <w:rtl/>
        </w:rPr>
        <w:t xml:space="preserve"> وج 3 ص 70. رجال الكشي ص 145 وص 206 وص 369 وص 409 وص 566.</w:t>
      </w:r>
      <w:r w:rsidR="008867CD">
        <w:rPr>
          <w:rFonts w:hint="cs"/>
          <w:rtl/>
        </w:rPr>
        <w:t xml:space="preserve"> </w:t>
      </w:r>
      <w:r w:rsidR="008867CD" w:rsidRPr="007E0B1D">
        <w:rPr>
          <w:rtl/>
        </w:rPr>
        <w:t>روضة الكافي ص 157 وص 158 وص 231 وص 255. اتقان المقال ص 300.</w:t>
      </w:r>
      <w:r w:rsidR="008867CD">
        <w:rPr>
          <w:rFonts w:hint="cs"/>
          <w:rtl/>
        </w:rPr>
        <w:t xml:space="preserve"> </w:t>
      </w:r>
      <w:r w:rsidR="008867CD" w:rsidRPr="007E0B1D">
        <w:rPr>
          <w:rtl/>
        </w:rPr>
        <w:t>معجم الثقات ص 296. هداية المحدثين ص 80. توضيح الاشتباه ص 184.</w:t>
      </w:r>
      <w:r w:rsidR="008867CD">
        <w:rPr>
          <w:rFonts w:hint="cs"/>
          <w:rtl/>
        </w:rPr>
        <w:t xml:space="preserve"> </w:t>
      </w:r>
      <w:r w:rsidR="008867CD" w:rsidRPr="007E0B1D">
        <w:rPr>
          <w:rtl/>
        </w:rPr>
        <w:t>التحرير الطاوسي ص 156.</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86</w:t>
      </w:r>
      <w:r w:rsidR="00D8054C">
        <w:rPr>
          <w:rtl/>
        </w:rPr>
        <w:t xml:space="preserve"> - </w:t>
      </w:r>
      <w:r w:rsidRPr="007E0B1D">
        <w:rPr>
          <w:rtl/>
        </w:rPr>
        <w:t>صفوان بن يحيى</w:t>
      </w:r>
    </w:p>
    <w:p w:rsidR="008867CD" w:rsidRPr="007E0B1D" w:rsidRDefault="008867CD" w:rsidP="008867CD">
      <w:pPr>
        <w:pStyle w:val="libNormal"/>
        <w:rPr>
          <w:rtl/>
        </w:rPr>
      </w:pPr>
      <w:r w:rsidRPr="007E0B1D">
        <w:rPr>
          <w:rtl/>
        </w:rPr>
        <w:t>صفوان بن يحيى البجلي</w:t>
      </w:r>
      <w:r w:rsidR="00D8054C">
        <w:rPr>
          <w:rtl/>
        </w:rPr>
        <w:t>،</w:t>
      </w:r>
      <w:r w:rsidRPr="007E0B1D">
        <w:rPr>
          <w:rtl/>
        </w:rPr>
        <w:t xml:space="preserve"> الكوفي</w:t>
      </w:r>
      <w:r w:rsidR="00D8054C">
        <w:rPr>
          <w:rtl/>
        </w:rPr>
        <w:t>،</w:t>
      </w:r>
      <w:r w:rsidRPr="007E0B1D">
        <w:rPr>
          <w:rtl/>
        </w:rPr>
        <w:t xml:space="preserve"> بياع السابري</w:t>
      </w:r>
      <w:r w:rsidR="00D8054C">
        <w:rPr>
          <w:rtl/>
        </w:rPr>
        <w:t>،</w:t>
      </w:r>
      <w:r w:rsidRPr="007E0B1D">
        <w:rPr>
          <w:rtl/>
        </w:rPr>
        <w:t xml:space="preserve"> أبو محمّد.</w:t>
      </w:r>
    </w:p>
    <w:p w:rsidR="008867CD" w:rsidRPr="007E0B1D" w:rsidRDefault="008867CD" w:rsidP="008867CD">
      <w:pPr>
        <w:pStyle w:val="libNormal"/>
        <w:rPr>
          <w:rtl/>
        </w:rPr>
      </w:pPr>
      <w:r w:rsidRPr="007E0B1D">
        <w:rPr>
          <w:rtl/>
        </w:rPr>
        <w:t>من عظماء علماء الشيعة الامامية</w:t>
      </w:r>
      <w:r w:rsidR="00D8054C">
        <w:rPr>
          <w:rtl/>
        </w:rPr>
        <w:t>،</w:t>
      </w:r>
      <w:r w:rsidRPr="007E0B1D">
        <w:rPr>
          <w:rtl/>
        </w:rPr>
        <w:t xml:space="preserve"> ومن فضلاء فقهائهم ومجتهديهم</w:t>
      </w:r>
      <w:r w:rsidR="00D8054C">
        <w:rPr>
          <w:rtl/>
        </w:rPr>
        <w:t>،</w:t>
      </w:r>
      <w:r w:rsidRPr="007E0B1D">
        <w:rPr>
          <w:rtl/>
        </w:rPr>
        <w:t xml:space="preserve"> وأحد أصحاب الاجماع المشار إليهم بالبنان</w:t>
      </w:r>
      <w:r w:rsidR="00D8054C">
        <w:rPr>
          <w:rtl/>
        </w:rPr>
        <w:t>،</w:t>
      </w:r>
      <w:r w:rsidRPr="007E0B1D">
        <w:rPr>
          <w:rtl/>
        </w:rPr>
        <w:t xml:space="preserve"> وكان محدثا ثقة</w:t>
      </w:r>
      <w:r w:rsidR="00D8054C">
        <w:rPr>
          <w:rtl/>
        </w:rPr>
        <w:t>،</w:t>
      </w:r>
      <w:r w:rsidRPr="007E0B1D">
        <w:rPr>
          <w:rtl/>
        </w:rPr>
        <w:t xml:space="preserve"> جليل القدر ومن أوثق أهل عصره عند أصحاب الحديث</w:t>
      </w:r>
      <w:r w:rsidR="00D8054C">
        <w:rPr>
          <w:rtl/>
        </w:rPr>
        <w:t>،</w:t>
      </w:r>
      <w:r w:rsidRPr="007E0B1D">
        <w:rPr>
          <w:rtl/>
        </w:rPr>
        <w:t xml:space="preserve"> ممدوحا</w:t>
      </w:r>
      <w:r w:rsidR="00D8054C">
        <w:rPr>
          <w:rtl/>
        </w:rPr>
        <w:t>،</w:t>
      </w:r>
      <w:r w:rsidRPr="007E0B1D">
        <w:rPr>
          <w:rtl/>
        </w:rPr>
        <w:t xml:space="preserve"> عابدا</w:t>
      </w:r>
      <w:r w:rsidR="00D8054C">
        <w:rPr>
          <w:rtl/>
        </w:rPr>
        <w:t>،</w:t>
      </w:r>
      <w:r w:rsidRPr="007E0B1D">
        <w:rPr>
          <w:rtl/>
        </w:rPr>
        <w:t xml:space="preserve"> زاهدا</w:t>
      </w:r>
      <w:r w:rsidR="00D8054C">
        <w:rPr>
          <w:rtl/>
        </w:rPr>
        <w:t>،</w:t>
      </w:r>
      <w:r w:rsidRPr="007E0B1D">
        <w:rPr>
          <w:rtl/>
        </w:rPr>
        <w:t xml:space="preserve"> صاحب مؤلفات عديدة.</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00D8054C">
        <w:rPr>
          <w:rtl/>
        </w:rPr>
        <w:t>،</w:t>
      </w:r>
      <w:r w:rsidRPr="007E0B1D">
        <w:rPr>
          <w:rtl/>
        </w:rPr>
        <w:t xml:space="preserve"> وتوكل عن الامامين الرضا والجواد </w:t>
      </w:r>
      <w:r w:rsidR="00D8054C" w:rsidRPr="00D8054C">
        <w:rPr>
          <w:rStyle w:val="libAlaemChar"/>
          <w:rtl/>
        </w:rPr>
        <w:t>عليهما‌السلام</w:t>
      </w:r>
      <w:r w:rsidR="00D8054C">
        <w:rPr>
          <w:rtl/>
        </w:rPr>
        <w:t>،</w:t>
      </w:r>
      <w:r w:rsidRPr="007E0B1D">
        <w:rPr>
          <w:rtl/>
        </w:rPr>
        <w:t xml:space="preserve"> وكان من الذين رووا النص على امامة الجواد </w:t>
      </w:r>
      <w:r w:rsidR="00D8054C" w:rsidRPr="00D8054C">
        <w:rPr>
          <w:rStyle w:val="libAlaemChar"/>
          <w:rtl/>
        </w:rPr>
        <w:t>عليه‌السلام</w:t>
      </w:r>
      <w:r w:rsidRPr="007E0B1D">
        <w:rPr>
          <w:rtl/>
        </w:rPr>
        <w:t xml:space="preserve"> من أبيه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تردد اسمه في 1181 موردا في أسناد الروايات.</w:t>
      </w:r>
    </w:p>
    <w:p w:rsidR="008867CD" w:rsidRPr="007E0B1D" w:rsidRDefault="008867CD" w:rsidP="008867CD">
      <w:pPr>
        <w:pStyle w:val="libNormal"/>
        <w:rPr>
          <w:rtl/>
        </w:rPr>
      </w:pPr>
      <w:r w:rsidRPr="007E0B1D">
        <w:rPr>
          <w:rtl/>
        </w:rPr>
        <w:t>روى عنه جماعة من المحدثين يربون على الستين أمثال</w:t>
      </w:r>
      <w:r w:rsidR="00D8054C">
        <w:rPr>
          <w:rtl/>
        </w:rPr>
        <w:t>:</w:t>
      </w:r>
      <w:r w:rsidRPr="007E0B1D">
        <w:rPr>
          <w:rtl/>
        </w:rPr>
        <w:t xml:space="preserve"> الحسن بن علي الوشاء</w:t>
      </w:r>
      <w:r w:rsidR="00D8054C">
        <w:rPr>
          <w:rtl/>
        </w:rPr>
        <w:t>،</w:t>
      </w:r>
      <w:r w:rsidRPr="007E0B1D">
        <w:rPr>
          <w:rtl/>
        </w:rPr>
        <w:t xml:space="preserve"> والفضل بن شاذان النيسابوري</w:t>
      </w:r>
      <w:r w:rsidR="00D8054C">
        <w:rPr>
          <w:rtl/>
        </w:rPr>
        <w:t>،</w:t>
      </w:r>
      <w:r w:rsidRPr="007E0B1D">
        <w:rPr>
          <w:rtl/>
        </w:rPr>
        <w:t xml:space="preserve"> واسماعيل بن مهران وغيرهم.</w:t>
      </w:r>
    </w:p>
    <w:p w:rsidR="008867CD" w:rsidRPr="007E0B1D" w:rsidRDefault="008867CD" w:rsidP="008867CD">
      <w:pPr>
        <w:pStyle w:val="libNormal"/>
        <w:rPr>
          <w:rtl/>
        </w:rPr>
      </w:pPr>
      <w:r w:rsidRPr="007E0B1D">
        <w:rPr>
          <w:rtl/>
        </w:rPr>
        <w:t>من كتبه وتآليفه التي تربو على الثلاثين</w:t>
      </w:r>
      <w:r w:rsidR="00D8054C">
        <w:rPr>
          <w:rtl/>
        </w:rPr>
        <w:t>:</w:t>
      </w:r>
      <w:r w:rsidRPr="007E0B1D">
        <w:rPr>
          <w:rtl/>
        </w:rPr>
        <w:t xml:space="preserve"> « الحج »</w:t>
      </w:r>
      <w:r w:rsidR="00D8054C">
        <w:rPr>
          <w:rtl/>
        </w:rPr>
        <w:t>،</w:t>
      </w:r>
      <w:r w:rsidRPr="007E0B1D">
        <w:rPr>
          <w:rtl/>
        </w:rPr>
        <w:t xml:space="preserve"> </w:t>
      </w:r>
      <w:r>
        <w:rPr>
          <w:rtl/>
        </w:rPr>
        <w:t>و «</w:t>
      </w:r>
      <w:r w:rsidRPr="007E0B1D">
        <w:rPr>
          <w:rtl/>
        </w:rPr>
        <w:t xml:space="preserve"> الوضوء »</w:t>
      </w:r>
      <w:r w:rsidR="00D8054C">
        <w:rPr>
          <w:rtl/>
        </w:rPr>
        <w:t>،</w:t>
      </w:r>
      <w:r w:rsidRPr="007E0B1D">
        <w:rPr>
          <w:rtl/>
        </w:rPr>
        <w:t xml:space="preserve"> </w:t>
      </w:r>
      <w:r>
        <w:rPr>
          <w:rtl/>
        </w:rPr>
        <w:t>و «</w:t>
      </w:r>
      <w:r w:rsidRPr="007E0B1D">
        <w:rPr>
          <w:rtl/>
        </w:rPr>
        <w:t xml:space="preserve"> الشراء والبيع »</w:t>
      </w:r>
      <w:r w:rsidR="00D8054C">
        <w:rPr>
          <w:rtl/>
        </w:rPr>
        <w:t>،</w:t>
      </w:r>
      <w:r w:rsidRPr="007E0B1D">
        <w:rPr>
          <w:rtl/>
        </w:rPr>
        <w:t xml:space="preserve"> </w:t>
      </w:r>
      <w:r>
        <w:rPr>
          <w:rtl/>
        </w:rPr>
        <w:t>و «</w:t>
      </w:r>
      <w:r w:rsidRPr="007E0B1D">
        <w:rPr>
          <w:rtl/>
        </w:rPr>
        <w:t xml:space="preserve"> النكاح »</w:t>
      </w:r>
      <w:r w:rsidR="00D8054C">
        <w:rPr>
          <w:rtl/>
        </w:rPr>
        <w:t>،</w:t>
      </w:r>
      <w:r w:rsidRPr="007E0B1D">
        <w:rPr>
          <w:rtl/>
        </w:rPr>
        <w:t xml:space="preserve"> « الزكاة »</w:t>
      </w:r>
      <w:r w:rsidR="00D8054C">
        <w:rPr>
          <w:rtl/>
        </w:rPr>
        <w:t>،</w:t>
      </w:r>
      <w:r w:rsidRPr="007E0B1D">
        <w:rPr>
          <w:rtl/>
        </w:rPr>
        <w:t xml:space="preserve"> </w:t>
      </w:r>
      <w:r>
        <w:rPr>
          <w:rtl/>
        </w:rPr>
        <w:t>و «</w:t>
      </w:r>
      <w:r w:rsidRPr="007E0B1D">
        <w:rPr>
          <w:rtl/>
        </w:rPr>
        <w:t xml:space="preserve"> الطلاق »</w:t>
      </w:r>
      <w:r w:rsidR="00D8054C">
        <w:rPr>
          <w:rtl/>
        </w:rPr>
        <w:t>،</w:t>
      </w:r>
      <w:r w:rsidRPr="007E0B1D">
        <w:rPr>
          <w:rtl/>
        </w:rPr>
        <w:t xml:space="preserve"> </w:t>
      </w:r>
      <w:r>
        <w:rPr>
          <w:rtl/>
        </w:rPr>
        <w:t>و «</w:t>
      </w:r>
      <w:r w:rsidRPr="007E0B1D">
        <w:rPr>
          <w:rtl/>
        </w:rPr>
        <w:t xml:space="preserve"> الوصايا » وغيرها.</w:t>
      </w:r>
    </w:p>
    <w:p w:rsidR="008867CD" w:rsidRPr="007E0B1D" w:rsidRDefault="008867CD" w:rsidP="008867CD">
      <w:pPr>
        <w:pStyle w:val="libNormal"/>
        <w:rPr>
          <w:rtl/>
        </w:rPr>
      </w:pPr>
      <w:r w:rsidRPr="007E0B1D">
        <w:rPr>
          <w:rtl/>
        </w:rPr>
        <w:t>توفي بالمدينة المنورة سنة 210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الكاظم </w:t>
      </w:r>
      <w:r w:rsidR="00D8054C" w:rsidRPr="00D8054C">
        <w:rPr>
          <w:rStyle w:val="libAlaemChar"/>
          <w:rtl/>
        </w:rPr>
        <w:t>عليه‌السلام</w:t>
      </w:r>
      <w:r w:rsidRPr="007E0B1D">
        <w:rPr>
          <w:rtl/>
        </w:rPr>
        <w:t xml:space="preserve"> ص 352</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378</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402. اتقان المقال ص 73.</w:t>
      </w:r>
      <w:r>
        <w:rPr>
          <w:rFonts w:hint="cs"/>
          <w:rtl/>
        </w:rPr>
        <w:t xml:space="preserve"> </w:t>
      </w:r>
      <w:r w:rsidRPr="007E0B1D">
        <w:rPr>
          <w:rtl/>
        </w:rPr>
        <w:t xml:space="preserve">سفينة البحار ج 2 ص 38. فهرست الطوسي ص 83. رجال الحلي </w:t>
      </w:r>
      <w:r w:rsidR="00D8054C">
        <w:rPr>
          <w:rtl/>
        </w:rPr>
        <w:t>(</w:t>
      </w:r>
      <w:r w:rsidRPr="007E0B1D">
        <w:rPr>
          <w:rtl/>
        </w:rPr>
        <w:t>قسم الثقات</w:t>
      </w:r>
      <w:r w:rsidR="00D8054C">
        <w:rPr>
          <w:rtl/>
        </w:rPr>
        <w:t>)</w:t>
      </w:r>
      <w:r w:rsidRPr="007E0B1D">
        <w:rPr>
          <w:rtl/>
        </w:rPr>
        <w:t xml:space="preserve"> ص 88. الخصال ص 19 وص 48 وص 60 وص 75 وص 106 وص 112 وص 117 وص 123 وص 138 وص 215 وص 230 وص 271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285 وص 301 وص 303 وص 324 وص 420 وص 449 وص 645 وص 648. معجم المؤلفين ج 5 ص 20. فهرست النديم ص 278. متقى الجمان ج 2 ص 397. كشف الحجب والأستار ص 86. رجال الكشي ص 502 وص 503 وص 504 وص 556 وص 596. كامل الزيارات ص 21. الأعلام ج 3 ص 206. جامع المقال ص 74. الكنى والألقاب ج 1 ص 34. هدية العارفين ج 1 ص 427. مجمع الرجال ج 3 ص 216</w:t>
      </w:r>
      <w:r w:rsidR="00D8054C">
        <w:rPr>
          <w:rtl/>
        </w:rPr>
        <w:t xml:space="preserve"> - </w:t>
      </w:r>
      <w:r w:rsidRPr="007E0B1D">
        <w:rPr>
          <w:rtl/>
        </w:rPr>
        <w:t>ص 222. الاختصاص ص 5 وص 6 وص 71 وص 88 وص 199 وص 275 وص 281 وص 282 وص 309.</w:t>
      </w:r>
      <w:r>
        <w:rPr>
          <w:rFonts w:hint="cs"/>
          <w:rtl/>
        </w:rPr>
        <w:t xml:space="preserve"> </w:t>
      </w:r>
      <w:r w:rsidRPr="007E0B1D">
        <w:rPr>
          <w:rtl/>
        </w:rPr>
        <w:t xml:space="preserve">الوجيزة ص 37. مستطرفات السرائر ص 42 وص 59 وص 84 وص 99 وص 101 وص 102 وص 107 وص 110 وص 135. رجال البرقي في أصحاب الرضا </w:t>
      </w:r>
      <w:r w:rsidR="00D8054C" w:rsidRPr="00D8054C">
        <w:rPr>
          <w:rStyle w:val="libAlaemChar"/>
          <w:rtl/>
        </w:rPr>
        <w:t>عليه‌السلام</w:t>
      </w:r>
      <w:r w:rsidRPr="007E0B1D">
        <w:rPr>
          <w:rtl/>
        </w:rPr>
        <w:t xml:space="preserve"> ص 55</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55. الارشاد ص 317.</w:t>
      </w:r>
      <w:r>
        <w:rPr>
          <w:rFonts w:hint="cs"/>
          <w:rtl/>
        </w:rPr>
        <w:t xml:space="preserve"> </w:t>
      </w:r>
      <w:r w:rsidRPr="007E0B1D">
        <w:rPr>
          <w:rtl/>
        </w:rPr>
        <w:t>تأسيس الشيعة ص 301. معجم رجال الحديث ج 9 ص 123</w:t>
      </w:r>
      <w:r w:rsidR="00D8054C">
        <w:rPr>
          <w:rtl/>
        </w:rPr>
        <w:t xml:space="preserve"> - </w:t>
      </w:r>
      <w:r w:rsidRPr="007E0B1D">
        <w:rPr>
          <w:rtl/>
        </w:rPr>
        <w:t xml:space="preserve">ص 136. هداية المحدثين ص 82. منتهى المقال ص 165. رجال ابن داود </w:t>
      </w:r>
      <w:r w:rsidR="00D8054C">
        <w:rPr>
          <w:rtl/>
        </w:rPr>
        <w:t>(</w:t>
      </w:r>
      <w:r w:rsidRPr="007E0B1D">
        <w:rPr>
          <w:rtl/>
        </w:rPr>
        <w:t>قسم الثقات</w:t>
      </w:r>
      <w:r w:rsidR="00D8054C">
        <w:rPr>
          <w:rtl/>
        </w:rPr>
        <w:t>)</w:t>
      </w:r>
      <w:r w:rsidRPr="007E0B1D">
        <w:rPr>
          <w:rtl/>
        </w:rPr>
        <w:t xml:space="preserve"> ص 111. معجم الثقات ص 65. طرائف المقال ج 1 ص 313. منهج المقال ص 183. معالم العلماء ص 59. نقد الرجال ص 173. رجال النجاشي ص 139. بهجة الآمال ج 5 ص 41. تنقيح المقال ج 2 ص 100</w:t>
      </w:r>
      <w:r w:rsidR="00D8054C">
        <w:rPr>
          <w:rtl/>
        </w:rPr>
        <w:t xml:space="preserve"> - </w:t>
      </w:r>
      <w:r w:rsidRPr="007E0B1D">
        <w:rPr>
          <w:rtl/>
        </w:rPr>
        <w:t>ص 102.</w:t>
      </w:r>
      <w:r>
        <w:rPr>
          <w:rFonts w:hint="cs"/>
          <w:rtl/>
        </w:rPr>
        <w:t xml:space="preserve"> </w:t>
      </w:r>
      <w:r w:rsidRPr="007E0B1D">
        <w:rPr>
          <w:rtl/>
        </w:rPr>
        <w:t xml:space="preserve">روضة المتقين ج 14 ص 151. تتمة المنتهى </w:t>
      </w:r>
      <w:r w:rsidR="00D8054C">
        <w:rPr>
          <w:rtl/>
        </w:rPr>
        <w:t>(</w:t>
      </w:r>
      <w:r w:rsidRPr="007E0B1D">
        <w:rPr>
          <w:rtl/>
        </w:rPr>
        <w:t>فارسي</w:t>
      </w:r>
      <w:r w:rsidR="00D8054C">
        <w:rPr>
          <w:rtl/>
        </w:rPr>
        <w:t>)</w:t>
      </w:r>
      <w:r w:rsidRPr="007E0B1D">
        <w:rPr>
          <w:rtl/>
        </w:rPr>
        <w:t xml:space="preserve"> ص 290. الاستبصار ج 1 ص 95 وص 130 وص 221 وص 230 وص 249 وص 263 وص 389 وص 415</w:t>
      </w:r>
      <w:r w:rsidR="00D8054C">
        <w:rPr>
          <w:rtl/>
        </w:rPr>
        <w:t>،</w:t>
      </w:r>
      <w:r w:rsidRPr="007E0B1D">
        <w:rPr>
          <w:rtl/>
        </w:rPr>
        <w:t xml:space="preserve"> وج 2 ص 28 وص 85 وص 93 وص 130 وص 158 وص 174 وص 188 وص 225 وص 230 وص 243 وص 268 وص 277 وص 287 وص 300 وص 310 وص 324</w:t>
      </w:r>
      <w:r w:rsidR="00D8054C">
        <w:rPr>
          <w:rtl/>
        </w:rPr>
        <w:t>،</w:t>
      </w:r>
      <w:r w:rsidRPr="007E0B1D">
        <w:rPr>
          <w:rtl/>
        </w:rPr>
        <w:t xml:space="preserve"> وج 3 ص 85 وص 109 وص 128 وص 173 وص 174 وص 189 وص 193 وص 266 وص 278 وص 280 وص 290 وص 298 وص 305</w:t>
      </w:r>
      <w:r w:rsidR="00D8054C">
        <w:rPr>
          <w:rtl/>
        </w:rPr>
        <w:t>،</w:t>
      </w:r>
      <w:r w:rsidRPr="007E0B1D">
        <w:rPr>
          <w:rtl/>
        </w:rPr>
        <w:t xml:space="preserve"> وج 4 ص 65 وص 90 وص 102 وص 106 وص 119 وص 143 وص 157 وص 165 وص 185 وص 204 وغيرها. التحرير</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الطاوسي ص 153. جامع الرواة ج 1 ص 413</w:t>
      </w:r>
      <w:r w:rsidR="00D8054C">
        <w:rPr>
          <w:rtl/>
        </w:rPr>
        <w:t xml:space="preserve"> - </w:t>
      </w:r>
      <w:r w:rsidRPr="007E0B1D">
        <w:rPr>
          <w:rtl/>
        </w:rPr>
        <w:t>ص 417. ربيع الشيعة ص 345. التوحيد ص 93 وص 98 وص 108 وص 110 وص 134 وص 135 وص 137 وص 139 وص 147 وص 149 وص 230 وص 285 وص 314 وص 315 وص 352 وص 357 وص 389 وص 402 وص 405 وص 457.</w:t>
      </w:r>
      <w:r>
        <w:rPr>
          <w:rFonts w:hint="cs"/>
          <w:rtl/>
        </w:rPr>
        <w:t xml:space="preserve"> </w:t>
      </w:r>
      <w:r w:rsidRPr="007E0B1D">
        <w:rPr>
          <w:rtl/>
        </w:rPr>
        <w:t>رجال الأنصاري ص 97. من لا يحضره الفقيه ج 1 ص 116 وص 161 وص 268</w:t>
      </w:r>
      <w:r w:rsidR="00D8054C">
        <w:rPr>
          <w:rtl/>
        </w:rPr>
        <w:t>،</w:t>
      </w:r>
      <w:r w:rsidRPr="007E0B1D">
        <w:rPr>
          <w:rtl/>
        </w:rPr>
        <w:t xml:space="preserve"> وج 2 ص 118 وص 122 وص 168 وص 244 وص 248</w:t>
      </w:r>
      <w:r w:rsidR="00D8054C">
        <w:rPr>
          <w:rtl/>
        </w:rPr>
        <w:t>،</w:t>
      </w:r>
      <w:r w:rsidRPr="007E0B1D">
        <w:rPr>
          <w:rtl/>
        </w:rPr>
        <w:t xml:space="preserve"> وج 3 ص 41 وص 156 وص 165 وص 169 وص 185 وص 195 وص 197 وص 200 وص 206 وص 208 وص 210 وص 256 وص 262 وص 272 وص 276 وص 296 وص 325 وص 326 وص 357</w:t>
      </w:r>
      <w:r w:rsidR="00D8054C">
        <w:rPr>
          <w:rtl/>
        </w:rPr>
        <w:t>،</w:t>
      </w:r>
      <w:r w:rsidRPr="007E0B1D">
        <w:rPr>
          <w:rtl/>
        </w:rPr>
        <w:t xml:space="preserve"> وج 4 ص 48 وص 75 وص 172 وص 178 وص 229 وص 230 وص 232 وص 241 وص 248 وص 287 وغيرها. جامع المقال ص 74. روضة الكافي ص 256 وص 267.</w:t>
      </w:r>
      <w:r>
        <w:rPr>
          <w:rFonts w:hint="cs"/>
          <w:rtl/>
        </w:rPr>
        <w:t xml:space="preserve"> </w:t>
      </w:r>
      <w:r w:rsidRPr="007E0B1D">
        <w:rPr>
          <w:rtl/>
        </w:rPr>
        <w:t>الكافي ج 1 ص 28 وص 85 وص 198 وص 406</w:t>
      </w:r>
      <w:r w:rsidR="00D8054C">
        <w:rPr>
          <w:rtl/>
        </w:rPr>
        <w:t>،</w:t>
      </w:r>
      <w:r w:rsidRPr="007E0B1D">
        <w:rPr>
          <w:rtl/>
        </w:rPr>
        <w:t xml:space="preserve"> وج 3 ص 76 وص 90 وص 293 وص 502</w:t>
      </w:r>
      <w:r w:rsidR="00D8054C">
        <w:rPr>
          <w:rtl/>
        </w:rPr>
        <w:t>،</w:t>
      </w:r>
      <w:r w:rsidRPr="007E0B1D">
        <w:rPr>
          <w:rtl/>
        </w:rPr>
        <w:t xml:space="preserve"> وج 4 ص 154 وص 323 وص 552</w:t>
      </w:r>
      <w:r w:rsidR="00D8054C">
        <w:rPr>
          <w:rtl/>
        </w:rPr>
        <w:t>،</w:t>
      </w:r>
      <w:r w:rsidRPr="007E0B1D">
        <w:rPr>
          <w:rtl/>
        </w:rPr>
        <w:t xml:space="preserve"> وج 5 ص 327 وص 399 وص 439 وص 444 وص 448 وص 540</w:t>
      </w:r>
      <w:r w:rsidR="00D8054C">
        <w:rPr>
          <w:rtl/>
        </w:rPr>
        <w:t>،</w:t>
      </w:r>
      <w:r w:rsidRPr="007E0B1D">
        <w:rPr>
          <w:rtl/>
        </w:rPr>
        <w:t xml:space="preserve"> وج 6 ص 64 وص 72 وص 216 وص 526</w:t>
      </w:r>
      <w:r w:rsidR="00D8054C">
        <w:rPr>
          <w:rtl/>
        </w:rPr>
        <w:t>،</w:t>
      </w:r>
      <w:r w:rsidRPr="007E0B1D">
        <w:rPr>
          <w:rtl/>
        </w:rPr>
        <w:t xml:space="preserve"> وج 7 ص 37 وص 444 وغيرها. التهذيب ج 1 ص 46 وص 156 وص 170 وص 327 وص 345</w:t>
      </w:r>
      <w:r w:rsidR="00D8054C">
        <w:rPr>
          <w:rtl/>
        </w:rPr>
        <w:t>،</w:t>
      </w:r>
      <w:r w:rsidRPr="007E0B1D">
        <w:rPr>
          <w:rtl/>
        </w:rPr>
        <w:t xml:space="preserve"> وج 2 ص 16 وص 149 وص 225 وص 350</w:t>
      </w:r>
      <w:r w:rsidR="00D8054C">
        <w:rPr>
          <w:rtl/>
        </w:rPr>
        <w:t>،</w:t>
      </w:r>
      <w:r w:rsidRPr="007E0B1D">
        <w:rPr>
          <w:rtl/>
        </w:rPr>
        <w:t xml:space="preserve"> وج 3 ص 8</w:t>
      </w:r>
      <w:r w:rsidR="00D8054C">
        <w:rPr>
          <w:rtl/>
        </w:rPr>
        <w:t>،</w:t>
      </w:r>
      <w:r w:rsidRPr="007E0B1D">
        <w:rPr>
          <w:rtl/>
        </w:rPr>
        <w:t xml:space="preserve"> وج 4 ص 34 وص 210 وص 217 وص 264</w:t>
      </w:r>
      <w:r w:rsidR="00D8054C">
        <w:rPr>
          <w:rtl/>
        </w:rPr>
        <w:t>،</w:t>
      </w:r>
      <w:r w:rsidRPr="007E0B1D">
        <w:rPr>
          <w:rtl/>
        </w:rPr>
        <w:t xml:space="preserve"> وج 5 ص 33 وص 89 وص 123 وص 152 وص 229</w:t>
      </w:r>
      <w:r w:rsidR="00D8054C">
        <w:rPr>
          <w:rtl/>
        </w:rPr>
        <w:t>،</w:t>
      </w:r>
      <w:r w:rsidRPr="007E0B1D">
        <w:rPr>
          <w:rtl/>
        </w:rPr>
        <w:t xml:space="preserve"> وج 6 ص 166 وص 193 وص 223</w:t>
      </w:r>
      <w:r w:rsidR="00D8054C">
        <w:rPr>
          <w:rtl/>
        </w:rPr>
        <w:t>،</w:t>
      </w:r>
      <w:r w:rsidRPr="007E0B1D">
        <w:rPr>
          <w:rtl/>
        </w:rPr>
        <w:t xml:space="preserve"> وج 7 ص 38 وص 88 وص 147 وص 250 وص 322 وص 412 وص 419 وص 451 وص 468</w:t>
      </w:r>
      <w:r w:rsidR="00D8054C">
        <w:rPr>
          <w:rtl/>
        </w:rPr>
        <w:t>،</w:t>
      </w:r>
      <w:r w:rsidRPr="007E0B1D">
        <w:rPr>
          <w:rtl/>
        </w:rPr>
        <w:t xml:space="preserve"> وج 8 ص 20 وص 25 وص 28 وص 49 وص 57 وص 280</w:t>
      </w:r>
      <w:r w:rsidR="00D8054C">
        <w:rPr>
          <w:rtl/>
        </w:rPr>
        <w:t>،</w:t>
      </w:r>
      <w:r w:rsidRPr="007E0B1D">
        <w:rPr>
          <w:rtl/>
        </w:rPr>
        <w:t xml:space="preserve"> وج 9 ص 14 وص 17 وص 33 وص 134 وص 144 وص 243 وص 286 وص 306 وص 349 وص 353</w:t>
      </w:r>
      <w:r w:rsidR="00D8054C">
        <w:rPr>
          <w:rtl/>
        </w:rPr>
        <w:t>،</w:t>
      </w:r>
      <w:r w:rsidRPr="007E0B1D">
        <w:rPr>
          <w:rtl/>
        </w:rPr>
        <w:t xml:space="preserve"> وج 10 ص 114 وص 119 وص 198 وص 208 وغيرها. ثقات الرواة للشهرستاني ص 41.</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14" w:name="_Toc398984093"/>
      <w:r w:rsidRPr="007E0B1D">
        <w:rPr>
          <w:rtl/>
          <w:lang w:bidi="fa-IR"/>
        </w:rPr>
        <w:lastRenderedPageBreak/>
        <w:t>حرف العين</w:t>
      </w:r>
      <w:bookmarkEnd w:id="14"/>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87</w:t>
      </w:r>
      <w:r w:rsidR="00D8054C">
        <w:rPr>
          <w:rtl/>
        </w:rPr>
        <w:t xml:space="preserve"> - </w:t>
      </w:r>
      <w:r w:rsidRPr="007E0B1D">
        <w:rPr>
          <w:rtl/>
        </w:rPr>
        <w:t>الهمداني</w:t>
      </w:r>
    </w:p>
    <w:p w:rsidR="008867CD" w:rsidRPr="007E0B1D" w:rsidRDefault="008867CD" w:rsidP="008867CD">
      <w:pPr>
        <w:pStyle w:val="libNormal"/>
        <w:rPr>
          <w:rtl/>
        </w:rPr>
      </w:pPr>
      <w:r w:rsidRPr="007E0B1D">
        <w:rPr>
          <w:rtl/>
        </w:rPr>
        <w:t>العباس بن عمر الهمداني.</w:t>
      </w:r>
    </w:p>
    <w:p w:rsidR="008867CD" w:rsidRPr="007E0B1D" w:rsidRDefault="008867CD" w:rsidP="008867CD">
      <w:pPr>
        <w:pStyle w:val="libNormal"/>
        <w:rPr>
          <w:rtl/>
        </w:rPr>
      </w:pPr>
      <w:r w:rsidRPr="007E0B1D">
        <w:rPr>
          <w:rtl/>
        </w:rPr>
        <w:t xml:space="preserve">امامي لم أعثر على تفاصيل أحواله سوى انه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404. معجم رجال الحديث ج 9 ص 237. جامع الرواة ج 1 ص 433. تنقيح المقال ج 2 ص 129 وفيه</w:t>
      </w:r>
      <w:r w:rsidR="00D8054C">
        <w:rPr>
          <w:rtl/>
        </w:rPr>
        <w:t>:</w:t>
      </w:r>
      <w:r>
        <w:rPr>
          <w:rFonts w:hint="cs"/>
          <w:rtl/>
        </w:rPr>
        <w:t xml:space="preserve"> </w:t>
      </w:r>
      <w:r w:rsidRPr="007E0B1D">
        <w:rPr>
          <w:rtl/>
        </w:rPr>
        <w:t>وظاهره كونه اماميا ولم أقف على ما يدرجه في الحسان فهو مجهول الحال.</w:t>
      </w:r>
      <w:r>
        <w:rPr>
          <w:rFonts w:hint="cs"/>
          <w:rtl/>
        </w:rPr>
        <w:t xml:space="preserve"> </w:t>
      </w:r>
      <w:r w:rsidRPr="007E0B1D">
        <w:rPr>
          <w:rtl/>
        </w:rPr>
        <w:t>منتهى المقال ص 170. مجمع الرجال ج 3 ص 249. منهج المقال ص 188.</w:t>
      </w:r>
    </w:p>
    <w:p w:rsidR="008867CD" w:rsidRPr="007E0B1D" w:rsidRDefault="008867CD" w:rsidP="008867CD">
      <w:pPr>
        <w:pStyle w:val="libCenterBold1"/>
        <w:rPr>
          <w:rtl/>
        </w:rPr>
      </w:pPr>
      <w:r w:rsidRPr="007E0B1D">
        <w:rPr>
          <w:rtl/>
        </w:rPr>
        <w:t>88</w:t>
      </w:r>
      <w:r w:rsidR="00D8054C">
        <w:rPr>
          <w:rtl/>
        </w:rPr>
        <w:t xml:space="preserve"> - </w:t>
      </w:r>
      <w:r w:rsidRPr="007E0B1D">
        <w:rPr>
          <w:rtl/>
        </w:rPr>
        <w:t>العباس بن معروف</w:t>
      </w:r>
    </w:p>
    <w:p w:rsidR="008867CD" w:rsidRPr="007E0B1D" w:rsidRDefault="008867CD" w:rsidP="008867CD">
      <w:pPr>
        <w:pStyle w:val="libNormal"/>
        <w:rPr>
          <w:rtl/>
        </w:rPr>
      </w:pPr>
      <w:r w:rsidRPr="007E0B1D">
        <w:rPr>
          <w:rtl/>
        </w:rPr>
        <w:t>العباس بن معروف الأشعري بالولاء</w:t>
      </w:r>
      <w:r w:rsidR="00D8054C">
        <w:rPr>
          <w:rtl/>
        </w:rPr>
        <w:t>،</w:t>
      </w:r>
      <w:r w:rsidRPr="007E0B1D">
        <w:rPr>
          <w:rtl/>
        </w:rPr>
        <w:t xml:space="preserve"> القمي</w:t>
      </w:r>
      <w:r w:rsidR="00D8054C">
        <w:rPr>
          <w:rtl/>
        </w:rPr>
        <w:t>،</w:t>
      </w:r>
      <w:r w:rsidRPr="007E0B1D">
        <w:rPr>
          <w:rtl/>
        </w:rPr>
        <w:t xml:space="preserve"> أبو الفضل.</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صحيح العقيدة</w:t>
      </w:r>
      <w:r w:rsidR="00D8054C">
        <w:rPr>
          <w:rtl/>
        </w:rPr>
        <w:t>،</w:t>
      </w:r>
      <w:r w:rsidRPr="007E0B1D">
        <w:rPr>
          <w:rtl/>
        </w:rPr>
        <w:t xml:space="preserve"> مؤلف.</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 تردد اسمه في 239 موردا في أسناد الروايات.</w:t>
      </w:r>
    </w:p>
    <w:p w:rsidR="008867CD" w:rsidRPr="007E0B1D" w:rsidRDefault="008867CD" w:rsidP="008867CD">
      <w:pPr>
        <w:pStyle w:val="libNormal"/>
        <w:rPr>
          <w:rtl/>
        </w:rPr>
      </w:pPr>
      <w:r w:rsidRPr="007E0B1D">
        <w:rPr>
          <w:rtl/>
        </w:rPr>
        <w:t>روى عنه اكثر من 25 راويا أمثال</w:t>
      </w:r>
      <w:r w:rsidR="00D8054C">
        <w:rPr>
          <w:rtl/>
        </w:rPr>
        <w:t>:</w:t>
      </w:r>
      <w:r w:rsidRPr="007E0B1D">
        <w:rPr>
          <w:rtl/>
        </w:rPr>
        <w:t xml:space="preserve"> أحمد بن محمّد بن خالد البرقي</w:t>
      </w:r>
      <w:r w:rsidR="00D8054C">
        <w:rPr>
          <w:rtl/>
        </w:rPr>
        <w:t>،</w:t>
      </w:r>
      <w:r w:rsidRPr="007E0B1D">
        <w:rPr>
          <w:rtl/>
        </w:rPr>
        <w:t xml:space="preserve"> ومحمّد بن الحسن الصفار</w:t>
      </w:r>
      <w:r w:rsidR="00D8054C">
        <w:rPr>
          <w:rtl/>
        </w:rPr>
        <w:t>،</w:t>
      </w:r>
      <w:r w:rsidRPr="007E0B1D">
        <w:rPr>
          <w:rtl/>
        </w:rPr>
        <w:t xml:space="preserve"> وأحمد بن محمّد بن عيسى وغيرهم.</w:t>
      </w:r>
    </w:p>
    <w:p w:rsidR="008867CD" w:rsidRPr="007E0B1D" w:rsidRDefault="008867CD" w:rsidP="008867CD">
      <w:pPr>
        <w:pStyle w:val="libNormal"/>
        <w:rPr>
          <w:rtl/>
        </w:rPr>
      </w:pPr>
      <w:r w:rsidRPr="007E0B1D">
        <w:rPr>
          <w:rtl/>
        </w:rPr>
        <w:t>من آثاره كتاب « الآداب »</w:t>
      </w:r>
      <w:r w:rsidR="00D8054C">
        <w:rPr>
          <w:rtl/>
        </w:rPr>
        <w:t>،</w:t>
      </w:r>
      <w:r w:rsidRPr="007E0B1D">
        <w:rPr>
          <w:rtl/>
        </w:rPr>
        <w:t xml:space="preserve"> </w:t>
      </w:r>
      <w:r>
        <w:rPr>
          <w:rtl/>
        </w:rPr>
        <w:t>و «</w:t>
      </w:r>
      <w:r w:rsidRPr="007E0B1D">
        <w:rPr>
          <w:rtl/>
        </w:rPr>
        <w:t xml:space="preserve"> النوادر »</w:t>
      </w:r>
      <w:r>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الاستبصار ج 1 ص 9 وص 38 وص 54 وص 60 وص 67 وص 151 وص 156 وص 160 وص 186 وص 191 وص 236 وص 268 وص 315 وص 320 وص 323 وص 324 وص 341 وص 347 وص 386 وص 393 وص 409 وص 433</w:t>
      </w:r>
      <w:r w:rsidR="00D8054C">
        <w:rPr>
          <w:rtl/>
        </w:rPr>
        <w:t>،</w:t>
      </w:r>
      <w:r w:rsidRPr="007E0B1D">
        <w:rPr>
          <w:rtl/>
        </w:rPr>
        <w:t xml:space="preserve"> وج 2 ص 5 وص 15 وص 31 وص 45 وص 58 وص 115 وص 184 وص 185 وص 228 وص 231 وص 266 وص 305</w:t>
      </w:r>
      <w:r w:rsidR="00D8054C">
        <w:rPr>
          <w:rtl/>
        </w:rPr>
        <w:t>،</w:t>
      </w:r>
      <w:r w:rsidRPr="007E0B1D">
        <w:rPr>
          <w:rtl/>
        </w:rPr>
        <w:t xml:space="preserve"> وج 3 ص 35 وص 147 وص 158 وص 191 وص 206 وص 236 وص 364</w:t>
      </w:r>
      <w:r w:rsidR="00D8054C">
        <w:rPr>
          <w:rtl/>
        </w:rPr>
        <w:t>،</w:t>
      </w:r>
      <w:r w:rsidRPr="007E0B1D">
        <w:rPr>
          <w:rtl/>
        </w:rPr>
        <w:t xml:space="preserve"> وج 4 ص 23 وص 25 وص 75 وص 125 وص 126 وص 178. رجال الكشي ص 68 وص 80 وص 209 وص 230 وص 278 وص 315 وص 461. معجم الثقات ص 67. بهجة الآمال ج 5 ص 117. رجال ابن داود </w:t>
      </w:r>
      <w:r w:rsidR="00D8054C">
        <w:rPr>
          <w:rtl/>
        </w:rPr>
        <w:t>(</w:t>
      </w:r>
      <w:r w:rsidRPr="007E0B1D">
        <w:rPr>
          <w:rtl/>
        </w:rPr>
        <w:t>قسم الثقات</w:t>
      </w:r>
      <w:r w:rsidR="00D8054C">
        <w:rPr>
          <w:rtl/>
        </w:rPr>
        <w:t>)</w:t>
      </w:r>
      <w:r w:rsidRPr="007E0B1D">
        <w:rPr>
          <w:rtl/>
        </w:rPr>
        <w:t xml:space="preserve"> ص 114.</w:t>
      </w:r>
      <w:r>
        <w:rPr>
          <w:rFonts w:hint="cs"/>
          <w:rtl/>
        </w:rPr>
        <w:t xml:space="preserve"> </w:t>
      </w:r>
      <w:r w:rsidRPr="007E0B1D">
        <w:rPr>
          <w:rtl/>
        </w:rPr>
        <w:t xml:space="preserve">منتهى المقال ص 170. تنقيح المقال ج 2 ص 129. مجمع الرجال ج 3 ص 250. رجال الطوسي في أصحاب الرضا </w:t>
      </w:r>
      <w:r w:rsidR="00D8054C" w:rsidRPr="00D8054C">
        <w:rPr>
          <w:rStyle w:val="libAlaemChar"/>
          <w:rtl/>
        </w:rPr>
        <w:t>عليه‌السلام</w:t>
      </w:r>
      <w:r w:rsidRPr="007E0B1D">
        <w:rPr>
          <w:rtl/>
        </w:rPr>
        <w:t xml:space="preserve"> ص 382. معالم العلماء ص 87. وسائل الشيعة ج 2 ص 223. روضة المتقين ج 14 ص 375. التوحيد ص 102 وص 226 وص 230 وص 392 وص 395 وص 458. جامع الرواة ج 1 ص 433. فهرست الطوسي ص 118. الاختصاص ص 294 وص 306 وص 328 وص 343. كامل الزيارات ص 49. هداية المحدثين ص 89. الذريعة ج 1 ص 10</w:t>
      </w:r>
      <w:r w:rsidR="00D8054C">
        <w:rPr>
          <w:rtl/>
        </w:rPr>
        <w:t>،</w:t>
      </w:r>
      <w:r w:rsidRPr="007E0B1D">
        <w:rPr>
          <w:rtl/>
        </w:rPr>
        <w:t xml:space="preserve"> وج 24 ص 333. نقد الرجال ص 180. الخصال ص 9 وص 12 وص 15 وص 16 وص 36 وص 41 وص 62 وص 90 وص 107 وص 111 وص 156 وص 196 وص 238 وص 260 وص 272 وص 291 وص 304 وص 331 وص 346 وص 358 وص 360 وص 385 وص 397 وص 437 وص 502 وص 546. معجم رجال الحديث ج 9 ص 239. التهذيب ج 1 ص 41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46 وص 48 وص 78 وص 90 وص 176 وص 189 وص 194 وص 195 وص 275 وص 335 وص 369 وص 424 وص 428</w:t>
      </w:r>
      <w:r w:rsidR="00D8054C">
        <w:rPr>
          <w:rtl/>
        </w:rPr>
        <w:t>،</w:t>
      </w:r>
      <w:r w:rsidRPr="007E0B1D">
        <w:rPr>
          <w:rtl/>
        </w:rPr>
        <w:t xml:space="preserve"> وج 2 ص 11 وص 19 وص 24 وص 33 وص 76 وص 77 وص 100 وص 113 وص 114 وص 120 وص 128 وص 233 وص 258 وص 313 وص 333 وص 367 وص 370</w:t>
      </w:r>
      <w:r w:rsidR="00D8054C">
        <w:rPr>
          <w:rtl/>
        </w:rPr>
        <w:t>،</w:t>
      </w:r>
      <w:r w:rsidRPr="007E0B1D">
        <w:rPr>
          <w:rtl/>
        </w:rPr>
        <w:t xml:space="preserve"> وج 3 ص 3 وص 25 وص 41 وص 48 وص 204 وص 218 وص 257 وص 276 وص 329</w:t>
      </w:r>
      <w:r w:rsidR="00D8054C">
        <w:rPr>
          <w:rtl/>
        </w:rPr>
        <w:t>،</w:t>
      </w:r>
      <w:r w:rsidRPr="007E0B1D">
        <w:rPr>
          <w:rtl/>
        </w:rPr>
        <w:t xml:space="preserve"> وج 4 ص 16 وص 29 وص 45 وص 137 وص 187</w:t>
      </w:r>
      <w:r w:rsidR="00D8054C">
        <w:rPr>
          <w:rtl/>
        </w:rPr>
        <w:t>،</w:t>
      </w:r>
      <w:r w:rsidRPr="007E0B1D">
        <w:rPr>
          <w:rtl/>
        </w:rPr>
        <w:t xml:space="preserve"> وج 5 ص 26 وص 58 وص 93 وص 127 وص 133 وص 135 وص 193 وص 208 وص 237 وص 263 وص 292 وص 311 وص 314 وص 319 وص 381 وص 453 وص 460 وص 476</w:t>
      </w:r>
      <w:r w:rsidR="00D8054C">
        <w:rPr>
          <w:rtl/>
        </w:rPr>
        <w:t>،</w:t>
      </w:r>
      <w:r w:rsidRPr="007E0B1D">
        <w:rPr>
          <w:rtl/>
        </w:rPr>
        <w:t xml:space="preserve"> وج 6 ص 38 وص 122 وص 157 وص 161 وص 194 وص 225 وص 282</w:t>
      </w:r>
      <w:r w:rsidR="00D8054C">
        <w:rPr>
          <w:rtl/>
        </w:rPr>
        <w:t>،</w:t>
      </w:r>
      <w:r w:rsidRPr="007E0B1D">
        <w:rPr>
          <w:rtl/>
        </w:rPr>
        <w:t xml:space="preserve"> وج 7 ص 192 وص 254 وص 259 وص 263 وص 275 وص 338 وص 443 وص 473</w:t>
      </w:r>
      <w:r w:rsidR="00D8054C">
        <w:rPr>
          <w:rtl/>
        </w:rPr>
        <w:t>،</w:t>
      </w:r>
      <w:r w:rsidRPr="007E0B1D">
        <w:rPr>
          <w:rtl/>
        </w:rPr>
        <w:t xml:space="preserve"> وج 8 ص 110 وص 158 وص 179 وص 199 وص 215 وص 253 وص 254</w:t>
      </w:r>
      <w:r w:rsidR="00D8054C">
        <w:rPr>
          <w:rtl/>
        </w:rPr>
        <w:t>،</w:t>
      </w:r>
      <w:r w:rsidRPr="007E0B1D">
        <w:rPr>
          <w:rtl/>
        </w:rPr>
        <w:t xml:space="preserve"> وج 9 ص 44 وص 60 وص 115 وص 123 وص 144 وص 182 وص 198 وص 240 وص 242 وص 337</w:t>
      </w:r>
      <w:r w:rsidR="00D8054C">
        <w:rPr>
          <w:rtl/>
        </w:rPr>
        <w:t>،</w:t>
      </w:r>
      <w:r w:rsidRPr="007E0B1D">
        <w:rPr>
          <w:rtl/>
        </w:rPr>
        <w:t xml:space="preserve"> وج 10 ص 213 وص 261. مستطرفات السرائر ص 93. رجال النجاشي ص 200. الكافي ج 1 ص 68 وص 78</w:t>
      </w:r>
      <w:r w:rsidR="00D8054C">
        <w:rPr>
          <w:rtl/>
        </w:rPr>
        <w:t>،</w:t>
      </w:r>
      <w:r w:rsidRPr="007E0B1D">
        <w:rPr>
          <w:rtl/>
        </w:rPr>
        <w:t xml:space="preserve"> وج 2 ص 23 وص 307</w:t>
      </w:r>
      <w:r w:rsidR="00D8054C">
        <w:rPr>
          <w:rtl/>
        </w:rPr>
        <w:t>،</w:t>
      </w:r>
      <w:r w:rsidRPr="007E0B1D">
        <w:rPr>
          <w:rtl/>
        </w:rPr>
        <w:t xml:space="preserve"> وج 3 ص 138 وص 216 وص 276 وص 415 وص 510 وص 542</w:t>
      </w:r>
      <w:r w:rsidR="00D8054C">
        <w:rPr>
          <w:rtl/>
        </w:rPr>
        <w:t>،</w:t>
      </w:r>
      <w:r w:rsidRPr="007E0B1D">
        <w:rPr>
          <w:rtl/>
        </w:rPr>
        <w:t xml:space="preserve"> وج 4 ص 122 وص 356 وص 429</w:t>
      </w:r>
      <w:r w:rsidR="00D8054C">
        <w:rPr>
          <w:rtl/>
        </w:rPr>
        <w:t>،</w:t>
      </w:r>
      <w:r w:rsidRPr="007E0B1D">
        <w:rPr>
          <w:rtl/>
        </w:rPr>
        <w:t xml:space="preserve"> وج 5 ص 22 وص 163 وص 317 وص 482 وص 484 وص 568</w:t>
      </w:r>
      <w:r w:rsidR="00D8054C">
        <w:rPr>
          <w:rtl/>
        </w:rPr>
        <w:t>،</w:t>
      </w:r>
      <w:r w:rsidRPr="007E0B1D">
        <w:rPr>
          <w:rtl/>
        </w:rPr>
        <w:t xml:space="preserve"> وج 6 ص 9 وص 29 وص 44 وص 219 وغيرها. منهج المقال ص 188. رجال الحلي </w:t>
      </w:r>
      <w:r w:rsidR="00D8054C">
        <w:rPr>
          <w:rtl/>
        </w:rPr>
        <w:t>(</w:t>
      </w:r>
      <w:r w:rsidRPr="007E0B1D">
        <w:rPr>
          <w:rtl/>
        </w:rPr>
        <w:t>قسم الثقات</w:t>
      </w:r>
      <w:r w:rsidR="00D8054C">
        <w:rPr>
          <w:rtl/>
        </w:rPr>
        <w:t>)</w:t>
      </w:r>
      <w:r w:rsidRPr="007E0B1D">
        <w:rPr>
          <w:rtl/>
        </w:rPr>
        <w:t xml:space="preserve"> ص 188. الوجيزة ص 27. رجال الأنصاري ص 98.</w:t>
      </w:r>
      <w:r>
        <w:rPr>
          <w:rFonts w:hint="cs"/>
          <w:rtl/>
        </w:rPr>
        <w:t xml:space="preserve"> </w:t>
      </w:r>
      <w:r w:rsidRPr="007E0B1D">
        <w:rPr>
          <w:rtl/>
        </w:rPr>
        <w:t>اتقان المقال ص 75. من لا يحضره الفقيه ج 4 ص 178 وص 180. ثقات الرواة للشهرستاني ص 43.</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89</w:t>
      </w:r>
      <w:r w:rsidR="00D8054C">
        <w:rPr>
          <w:rtl/>
        </w:rPr>
        <w:t xml:space="preserve"> - </w:t>
      </w:r>
      <w:r w:rsidRPr="007E0B1D">
        <w:rPr>
          <w:rtl/>
        </w:rPr>
        <w:t>النهاوندي</w:t>
      </w:r>
    </w:p>
    <w:p w:rsidR="008867CD" w:rsidRPr="007E0B1D" w:rsidRDefault="008867CD" w:rsidP="008867CD">
      <w:pPr>
        <w:pStyle w:val="libNormal"/>
        <w:rPr>
          <w:rtl/>
        </w:rPr>
      </w:pPr>
      <w:r w:rsidRPr="007E0B1D">
        <w:rPr>
          <w:rtl/>
        </w:rPr>
        <w:t>عبد الجبار بن المبارك</w:t>
      </w:r>
      <w:r w:rsidR="00D8054C">
        <w:rPr>
          <w:rtl/>
        </w:rPr>
        <w:t>،</w:t>
      </w:r>
      <w:r w:rsidRPr="007E0B1D">
        <w:rPr>
          <w:rtl/>
        </w:rPr>
        <w:t xml:space="preserve"> وقيل علي النهاوندي.</w:t>
      </w:r>
    </w:p>
    <w:p w:rsidR="008867CD" w:rsidRPr="007E0B1D" w:rsidRDefault="008867CD" w:rsidP="008867CD">
      <w:pPr>
        <w:pStyle w:val="libNormal"/>
        <w:rPr>
          <w:rtl/>
        </w:rPr>
      </w:pPr>
      <w:r w:rsidRPr="007E0B1D">
        <w:rPr>
          <w:rtl/>
        </w:rPr>
        <w:t>محدث امامي ممدوح</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سباه أهل الضلال</w:t>
      </w:r>
      <w:r w:rsidR="00D8054C">
        <w:rPr>
          <w:rtl/>
        </w:rPr>
        <w:t>،</w:t>
      </w:r>
      <w:r w:rsidRPr="007E0B1D">
        <w:rPr>
          <w:rtl/>
        </w:rPr>
        <w:t xml:space="preserve"> فأعتقه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الحسن بن علي بن أبي عثمان</w:t>
      </w:r>
      <w:r w:rsidR="00D8054C">
        <w:rPr>
          <w:rtl/>
        </w:rPr>
        <w:t>،</w:t>
      </w:r>
      <w:r w:rsidRPr="007E0B1D">
        <w:rPr>
          <w:rtl/>
        </w:rPr>
        <w:t xml:space="preserve"> وابراهيم بن هاشم القمي</w:t>
      </w:r>
      <w:r w:rsidR="00D8054C">
        <w:rPr>
          <w:rtl/>
        </w:rPr>
        <w:t>،</w:t>
      </w:r>
      <w:r w:rsidRPr="007E0B1D">
        <w:rPr>
          <w:rtl/>
        </w:rPr>
        <w:t xml:space="preserve"> وبكر بن صالح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 أصحاب الجواد </w:t>
      </w:r>
      <w:r w:rsidR="00D8054C" w:rsidRPr="00D8054C">
        <w:rPr>
          <w:rStyle w:val="libAlaemChar"/>
          <w:rtl/>
        </w:rPr>
        <w:t>عليه‌السلام</w:t>
      </w:r>
      <w:r w:rsidRPr="007E0B1D">
        <w:rPr>
          <w:rtl/>
        </w:rPr>
        <w:t xml:space="preserve"> ص 404</w:t>
      </w:r>
      <w:r w:rsidR="00D8054C">
        <w:rPr>
          <w:rtl/>
        </w:rPr>
        <w:t>،</w:t>
      </w:r>
      <w:r w:rsidRPr="007E0B1D">
        <w:rPr>
          <w:rtl/>
        </w:rPr>
        <w:t xml:space="preserve"> وفي من لم يرو عن الأئمة ص 488. كامل الزيارات ص 80 وص 132. روضة المتقين ج 14 ص 376. هداية المحدثين ص 91. الخصال ص 135. رجال الكشي ص 568.</w:t>
      </w:r>
      <w:r>
        <w:rPr>
          <w:rFonts w:hint="cs"/>
          <w:rtl/>
        </w:rPr>
        <w:t xml:space="preserve"> </w:t>
      </w:r>
      <w:r w:rsidRPr="007E0B1D">
        <w:rPr>
          <w:rtl/>
        </w:rPr>
        <w:t xml:space="preserve">رجال ابن داود </w:t>
      </w:r>
      <w:r w:rsidR="00D8054C">
        <w:rPr>
          <w:rtl/>
        </w:rPr>
        <w:t>(</w:t>
      </w:r>
      <w:r w:rsidRPr="007E0B1D">
        <w:rPr>
          <w:rtl/>
        </w:rPr>
        <w:t>قسم الثقات</w:t>
      </w:r>
      <w:r w:rsidR="00D8054C">
        <w:rPr>
          <w:rtl/>
        </w:rPr>
        <w:t>)</w:t>
      </w:r>
      <w:r w:rsidRPr="007E0B1D">
        <w:rPr>
          <w:rtl/>
        </w:rPr>
        <w:t xml:space="preserve"> ص 127. معجم رجال الحديث ج 9 ص 262 وص 263 وص 265. جامع المقال ص 76. منتهى المقال ص 171. وسائل الشيعة ج 20 ص 224. الخصال ص 135. فهرست الطوسي ص 122. نقد الرجال ص 181. التهذيب ج 4 ص 208 وص 312</w:t>
      </w:r>
      <w:r w:rsidR="00D8054C">
        <w:rPr>
          <w:rtl/>
        </w:rPr>
        <w:t>،</w:t>
      </w:r>
      <w:r w:rsidRPr="007E0B1D">
        <w:rPr>
          <w:rtl/>
        </w:rPr>
        <w:t xml:space="preserve"> وج 6 ص 43. اتقان المقال ص 198. مجمع الرجال ج 4 ص 65 وص 66. الاستبصار ج 2 ص 124 وص 917. رجال البرقي في أصحاب الكاظم </w:t>
      </w:r>
      <w:r w:rsidR="00D8054C" w:rsidRPr="00D8054C">
        <w:rPr>
          <w:rStyle w:val="libAlaemChar"/>
          <w:rtl/>
        </w:rPr>
        <w:t>عليه‌السلام</w:t>
      </w:r>
      <w:r w:rsidRPr="007E0B1D">
        <w:rPr>
          <w:rtl/>
        </w:rPr>
        <w:t xml:space="preserve"> ص 52. منهج المقال ص 189. التحرير الطاوسي ص 210. رجال الحلي </w:t>
      </w:r>
      <w:r w:rsidR="00D8054C">
        <w:rPr>
          <w:rtl/>
        </w:rPr>
        <w:t>(</w:t>
      </w:r>
      <w:r w:rsidRPr="007E0B1D">
        <w:rPr>
          <w:rtl/>
        </w:rPr>
        <w:t>قسم الثقات</w:t>
      </w:r>
      <w:r w:rsidR="00D8054C">
        <w:rPr>
          <w:rtl/>
        </w:rPr>
        <w:t>)</w:t>
      </w:r>
      <w:r w:rsidRPr="007E0B1D">
        <w:rPr>
          <w:rtl/>
        </w:rPr>
        <w:t xml:space="preserve"> ص 130.</w:t>
      </w:r>
      <w:r>
        <w:rPr>
          <w:rFonts w:hint="cs"/>
          <w:rtl/>
        </w:rPr>
        <w:t xml:space="preserve"> </w:t>
      </w:r>
      <w:r w:rsidRPr="007E0B1D">
        <w:rPr>
          <w:rtl/>
        </w:rPr>
        <w:t>تنقيح المقال ج 2 ص 133. المناقب ج 4 ص 208. معجم الثقات ص 305.</w:t>
      </w:r>
      <w:r>
        <w:rPr>
          <w:rFonts w:hint="cs"/>
          <w:rtl/>
        </w:rPr>
        <w:t xml:space="preserve"> </w:t>
      </w:r>
      <w:r w:rsidRPr="007E0B1D">
        <w:rPr>
          <w:rtl/>
        </w:rPr>
        <w:t>طرائف المقال ج 1 ص 316. جامع الرواة ج 1 ص 438. الوجيزة ص 28.</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90</w:t>
      </w:r>
      <w:r w:rsidR="00D8054C">
        <w:rPr>
          <w:rtl/>
        </w:rPr>
        <w:t xml:space="preserve"> - </w:t>
      </w:r>
      <w:r w:rsidRPr="007E0B1D">
        <w:rPr>
          <w:rtl/>
        </w:rPr>
        <w:t>ابن أبي نجران</w:t>
      </w:r>
    </w:p>
    <w:p w:rsidR="008867CD" w:rsidRPr="007E0B1D" w:rsidRDefault="008867CD" w:rsidP="008867CD">
      <w:pPr>
        <w:pStyle w:val="libNormal"/>
        <w:rPr>
          <w:rtl/>
        </w:rPr>
      </w:pPr>
      <w:r w:rsidRPr="007E0B1D">
        <w:rPr>
          <w:rtl/>
        </w:rPr>
        <w:t>عبد الرحمن ابن أبي نجران عمرو بن مسلم التميمي</w:t>
      </w:r>
      <w:r w:rsidR="00D8054C">
        <w:rPr>
          <w:rtl/>
        </w:rPr>
        <w:t>،</w:t>
      </w:r>
      <w:r w:rsidRPr="007E0B1D">
        <w:rPr>
          <w:rtl/>
        </w:rPr>
        <w:t xml:space="preserve"> الكوفي</w:t>
      </w:r>
      <w:r w:rsidR="00D8054C">
        <w:rPr>
          <w:rtl/>
        </w:rPr>
        <w:t>،</w:t>
      </w:r>
      <w:r w:rsidRPr="007E0B1D">
        <w:rPr>
          <w:rtl/>
        </w:rPr>
        <w:t xml:space="preserve"> أبو الفضل.</w:t>
      </w:r>
    </w:p>
    <w:p w:rsidR="008867CD" w:rsidRPr="007E0B1D" w:rsidRDefault="008867CD" w:rsidP="008867CD">
      <w:pPr>
        <w:pStyle w:val="libNormal"/>
        <w:rPr>
          <w:rtl/>
        </w:rPr>
      </w:pPr>
      <w:r w:rsidRPr="007E0B1D">
        <w:rPr>
          <w:rtl/>
        </w:rPr>
        <w:t>من علماء ومحدثي الشيعة الامامية</w:t>
      </w:r>
      <w:r w:rsidR="00D8054C">
        <w:rPr>
          <w:rtl/>
        </w:rPr>
        <w:t>،</w:t>
      </w:r>
      <w:r w:rsidRPr="007E0B1D">
        <w:rPr>
          <w:rtl/>
        </w:rPr>
        <w:t xml:space="preserve"> وكان ثقة معتمدا على ما يرويه</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جاء اسمه في 550 موردا في أسناد الروايات.</w:t>
      </w:r>
    </w:p>
    <w:p w:rsidR="008867CD" w:rsidRPr="007E0B1D" w:rsidRDefault="008867CD" w:rsidP="008867CD">
      <w:pPr>
        <w:pStyle w:val="libNormal"/>
        <w:rPr>
          <w:rtl/>
        </w:rPr>
      </w:pPr>
      <w:r w:rsidRPr="007E0B1D">
        <w:rPr>
          <w:rtl/>
        </w:rPr>
        <w:t>روى عنه حوالي 25 من الرواة أمثال</w:t>
      </w:r>
      <w:r w:rsidR="00D8054C">
        <w:rPr>
          <w:rtl/>
        </w:rPr>
        <w:t>:</w:t>
      </w:r>
      <w:r w:rsidRPr="007E0B1D">
        <w:rPr>
          <w:rtl/>
        </w:rPr>
        <w:t xml:space="preserve"> أحمد بن محمّد بن عيسى.</w:t>
      </w:r>
      <w:r>
        <w:rPr>
          <w:rFonts w:hint="cs"/>
          <w:rtl/>
        </w:rPr>
        <w:t xml:space="preserve"> </w:t>
      </w:r>
      <w:r w:rsidRPr="007E0B1D">
        <w:rPr>
          <w:rtl/>
        </w:rPr>
        <w:t>وابراهيم بن هاشم</w:t>
      </w:r>
      <w:r w:rsidR="00D8054C">
        <w:rPr>
          <w:rtl/>
        </w:rPr>
        <w:t>،</w:t>
      </w:r>
      <w:r w:rsidRPr="007E0B1D">
        <w:rPr>
          <w:rtl/>
        </w:rPr>
        <w:t xml:space="preserve"> والعباس بن معروف وغيرهم.</w:t>
      </w:r>
    </w:p>
    <w:p w:rsidR="008867CD" w:rsidRPr="007E0B1D" w:rsidRDefault="008867CD" w:rsidP="008867CD">
      <w:pPr>
        <w:pStyle w:val="libNormal"/>
        <w:rPr>
          <w:rtl/>
        </w:rPr>
      </w:pPr>
      <w:r w:rsidRPr="007E0B1D">
        <w:rPr>
          <w:rtl/>
        </w:rPr>
        <w:t>له كتب كثيرة منها « القضايا »</w:t>
      </w:r>
      <w:r w:rsidR="00D8054C">
        <w:rPr>
          <w:rtl/>
        </w:rPr>
        <w:t>،</w:t>
      </w:r>
      <w:r w:rsidRPr="007E0B1D">
        <w:rPr>
          <w:rtl/>
        </w:rPr>
        <w:t xml:space="preserve"> </w:t>
      </w:r>
      <w:r>
        <w:rPr>
          <w:rtl/>
        </w:rPr>
        <w:t>و «</w:t>
      </w:r>
      <w:r w:rsidRPr="007E0B1D">
        <w:rPr>
          <w:rtl/>
        </w:rPr>
        <w:t xml:space="preserve"> البيع والشرى »</w:t>
      </w:r>
      <w:r w:rsidR="00D8054C">
        <w:rPr>
          <w:rtl/>
        </w:rPr>
        <w:t>،</w:t>
      </w:r>
      <w:r w:rsidRPr="007E0B1D">
        <w:rPr>
          <w:rtl/>
        </w:rPr>
        <w:t xml:space="preserve"> </w:t>
      </w:r>
      <w:r>
        <w:rPr>
          <w:rtl/>
        </w:rPr>
        <w:t>و «</w:t>
      </w:r>
      <w:r w:rsidRPr="007E0B1D">
        <w:rPr>
          <w:rtl/>
        </w:rPr>
        <w:t xml:space="preserve"> المطعم والمشرب »</w:t>
      </w:r>
      <w:r w:rsidR="00D8054C">
        <w:rPr>
          <w:rtl/>
        </w:rPr>
        <w:t>،</w:t>
      </w:r>
      <w:r w:rsidRPr="007E0B1D">
        <w:rPr>
          <w:rtl/>
        </w:rPr>
        <w:t xml:space="preserve"> </w:t>
      </w:r>
      <w:r>
        <w:rPr>
          <w:rtl/>
        </w:rPr>
        <w:t>و «</w:t>
      </w:r>
      <w:r w:rsidRPr="007E0B1D">
        <w:rPr>
          <w:rtl/>
        </w:rPr>
        <w:t xml:space="preserve"> يوم وليلة »</w:t>
      </w:r>
      <w:r w:rsidR="00D8054C">
        <w:rPr>
          <w:rtl/>
        </w:rPr>
        <w:t>،</w:t>
      </w:r>
      <w:r w:rsidRPr="007E0B1D">
        <w:rPr>
          <w:rtl/>
        </w:rPr>
        <w:t xml:space="preserve"> </w:t>
      </w:r>
      <w:r>
        <w:rPr>
          <w:rtl/>
        </w:rPr>
        <w:t>و «</w:t>
      </w:r>
      <w:r w:rsidRPr="007E0B1D">
        <w:rPr>
          <w:rtl/>
        </w:rPr>
        <w:t xml:space="preserve"> النوادر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380</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403. هداية المحدثين ص 93. جامع الرواة ج 1 ص 444.</w:t>
      </w:r>
      <w:r>
        <w:rPr>
          <w:rFonts w:hint="cs"/>
          <w:rtl/>
        </w:rPr>
        <w:t xml:space="preserve"> </w:t>
      </w:r>
      <w:r w:rsidRPr="007E0B1D">
        <w:rPr>
          <w:rtl/>
        </w:rPr>
        <w:t xml:space="preserve">الاختصاص ص 2 وص 9 وص 219 وص 330. نقد الرجال ص 183. رجال الحلي </w:t>
      </w:r>
      <w:r w:rsidR="00D8054C">
        <w:rPr>
          <w:rtl/>
        </w:rPr>
        <w:t>(</w:t>
      </w:r>
      <w:r w:rsidRPr="007E0B1D">
        <w:rPr>
          <w:rtl/>
        </w:rPr>
        <w:t>قسم الثقات</w:t>
      </w:r>
      <w:r w:rsidR="00D8054C">
        <w:rPr>
          <w:rtl/>
        </w:rPr>
        <w:t>)</w:t>
      </w:r>
      <w:r w:rsidRPr="007E0B1D">
        <w:rPr>
          <w:rtl/>
        </w:rPr>
        <w:t xml:space="preserve"> ص 114. بهجة الآمال ج 5 ص 134. ريحانة الأدب </w:t>
      </w:r>
      <w:r w:rsidR="00D8054C">
        <w:rPr>
          <w:rtl/>
        </w:rPr>
        <w:t>(</w:t>
      </w:r>
      <w:r w:rsidRPr="007E0B1D">
        <w:rPr>
          <w:rtl/>
        </w:rPr>
        <w:t>فارسي</w:t>
      </w:r>
      <w:r w:rsidR="00D8054C">
        <w:rPr>
          <w:rtl/>
        </w:rPr>
        <w:t>)</w:t>
      </w:r>
      <w:r w:rsidRPr="007E0B1D">
        <w:rPr>
          <w:rtl/>
        </w:rPr>
        <w:t xml:space="preserve"> ج 7 ص 370. روضة الكافي ص 153 وص 266. مستطرفات السرائر ص 41 وص 95. فهرست الطوسي ص 109. التوحيد ص 30 وص 106 وص 226 وص 374 وص 401. وص 406. اعلام الورى ص 332. تنقيح المقال ج 2 ص 139. الخصال ص 10 وص 55 وص 106 وص 109 وص 277</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وص 474 وص 546 وص 645. وسائل الشيعة ج 20 ص 225. معجم الثقات ص 69. توضيح الاشتباه ص 194. رجال ابن داود </w:t>
      </w:r>
      <w:r w:rsidR="00D8054C">
        <w:rPr>
          <w:rtl/>
        </w:rPr>
        <w:t>(</w:t>
      </w:r>
      <w:r w:rsidRPr="007E0B1D">
        <w:rPr>
          <w:rtl/>
        </w:rPr>
        <w:t>قسم الثقات</w:t>
      </w:r>
      <w:r w:rsidR="00D8054C">
        <w:rPr>
          <w:rtl/>
        </w:rPr>
        <w:t>)</w:t>
      </w:r>
      <w:r w:rsidRPr="007E0B1D">
        <w:rPr>
          <w:rtl/>
        </w:rPr>
        <w:t xml:space="preserve"> ص 128.</w:t>
      </w:r>
      <w:r>
        <w:rPr>
          <w:rFonts w:hint="cs"/>
          <w:rtl/>
        </w:rPr>
        <w:t xml:space="preserve"> </w:t>
      </w:r>
      <w:r w:rsidRPr="007E0B1D">
        <w:rPr>
          <w:rtl/>
        </w:rPr>
        <w:t xml:space="preserve">مجمع الرجال ج 4 ص 73. بصائر الدرجات ص 288. من لا يحضره الفقيه ج 1 ص 59. عيون أخبار الرضا </w:t>
      </w:r>
      <w:r w:rsidR="00D8054C" w:rsidRPr="00D8054C">
        <w:rPr>
          <w:rStyle w:val="libAlaemChar"/>
          <w:rtl/>
        </w:rPr>
        <w:t>عليه‌السلام</w:t>
      </w:r>
      <w:r w:rsidRPr="007E0B1D">
        <w:rPr>
          <w:rtl/>
        </w:rPr>
        <w:t xml:space="preserve"> ج 2 ص 227. رجال النجاشي ص 163. كامل الزيارات ص 12. 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57. معالم العلماء ص 79. رجال الكشي ص 544 وص 97 وص 115 وص 221 وص 287 وص 377 وص 553 وغيرها. منتهى المقال ج 1 ص 173. الذريعة ج 17 ص 152</w:t>
      </w:r>
      <w:r w:rsidR="00D8054C">
        <w:rPr>
          <w:rtl/>
        </w:rPr>
        <w:t>،</w:t>
      </w:r>
      <w:r w:rsidRPr="007E0B1D">
        <w:rPr>
          <w:rtl/>
        </w:rPr>
        <w:t xml:space="preserve"> وج 21 ص 149</w:t>
      </w:r>
      <w:r w:rsidR="00D8054C">
        <w:rPr>
          <w:rtl/>
        </w:rPr>
        <w:t>،</w:t>
      </w:r>
      <w:r w:rsidRPr="007E0B1D">
        <w:rPr>
          <w:rtl/>
        </w:rPr>
        <w:t xml:space="preserve"> وج 24 ص 333. طرائف المقال ج 1 ص 316. معجم رجال الحديث ج 9 ص 299 وص 340</w:t>
      </w:r>
      <w:r w:rsidR="00D8054C">
        <w:rPr>
          <w:rtl/>
        </w:rPr>
        <w:t>،</w:t>
      </w:r>
      <w:r w:rsidRPr="007E0B1D">
        <w:rPr>
          <w:rtl/>
        </w:rPr>
        <w:t xml:space="preserve"> وج 12 ص 141. اتقان المقال ص 77. رجال الأنصاري ص 100. التهذيب ج 1 ص 27 وص 77 وص 109 وص 129 وص 217 وص 302 وص 378</w:t>
      </w:r>
      <w:r w:rsidR="00D8054C">
        <w:rPr>
          <w:rtl/>
        </w:rPr>
        <w:t>،</w:t>
      </w:r>
      <w:r w:rsidRPr="007E0B1D">
        <w:rPr>
          <w:rtl/>
        </w:rPr>
        <w:t xml:space="preserve"> وج 2 ص 36 وص 67 وص 68 وص 76 وص 131 وص 140 وص 144 وص 145 وص 147 وص 347 وص 350</w:t>
      </w:r>
      <w:r w:rsidR="00D8054C">
        <w:rPr>
          <w:rtl/>
        </w:rPr>
        <w:t>،</w:t>
      </w:r>
      <w:r w:rsidRPr="007E0B1D">
        <w:rPr>
          <w:rtl/>
        </w:rPr>
        <w:t xml:space="preserve"> وج 3 ص 34 وص 173 وص 204 وص 233 وص 244 وص 302 وص 326 وص 331 وص 333</w:t>
      </w:r>
      <w:r w:rsidR="00D8054C">
        <w:rPr>
          <w:rtl/>
        </w:rPr>
        <w:t>،</w:t>
      </w:r>
      <w:r w:rsidRPr="007E0B1D">
        <w:rPr>
          <w:rtl/>
        </w:rPr>
        <w:t xml:space="preserve"> وج 4 ص 39 وص 76 وص 198 وص 210 وص 216 وص 221 وص 229 وص 328</w:t>
      </w:r>
      <w:r w:rsidR="00D8054C">
        <w:rPr>
          <w:rtl/>
        </w:rPr>
        <w:t>،</w:t>
      </w:r>
      <w:r w:rsidRPr="007E0B1D">
        <w:rPr>
          <w:rtl/>
        </w:rPr>
        <w:t xml:space="preserve"> وج 5 ص 17 وص 33 وص 267 وص 383 وص 387 وص 408</w:t>
      </w:r>
      <w:r w:rsidR="00D8054C">
        <w:rPr>
          <w:rtl/>
        </w:rPr>
        <w:t>،</w:t>
      </w:r>
      <w:r w:rsidRPr="007E0B1D">
        <w:rPr>
          <w:rtl/>
        </w:rPr>
        <w:t xml:space="preserve"> وج 6 ص 185 وص 276 وص 299</w:t>
      </w:r>
      <w:r w:rsidR="00D8054C">
        <w:rPr>
          <w:rtl/>
        </w:rPr>
        <w:t>،</w:t>
      </w:r>
      <w:r w:rsidRPr="007E0B1D">
        <w:rPr>
          <w:rtl/>
        </w:rPr>
        <w:t xml:space="preserve"> وج 7 ص 268 وص 360</w:t>
      </w:r>
      <w:r w:rsidR="00D8054C">
        <w:rPr>
          <w:rtl/>
        </w:rPr>
        <w:t>،</w:t>
      </w:r>
      <w:r w:rsidRPr="007E0B1D">
        <w:rPr>
          <w:rtl/>
        </w:rPr>
        <w:t xml:space="preserve"> وج 8 ص 12 وص 15 وص 301 وص 381</w:t>
      </w:r>
      <w:r w:rsidR="00D8054C">
        <w:rPr>
          <w:rtl/>
        </w:rPr>
        <w:t>،</w:t>
      </w:r>
      <w:r w:rsidRPr="007E0B1D">
        <w:rPr>
          <w:rtl/>
        </w:rPr>
        <w:t xml:space="preserve"> وج 9 ص 101 وص 318 وص 371</w:t>
      </w:r>
      <w:r w:rsidR="00D8054C">
        <w:rPr>
          <w:rtl/>
        </w:rPr>
        <w:t>،</w:t>
      </w:r>
      <w:r w:rsidRPr="007E0B1D">
        <w:rPr>
          <w:rtl/>
        </w:rPr>
        <w:t xml:space="preserve"> وج 10 ص 2 وص 184 وص 229 وص 273 وغيرها. الوجيزة ص 28. منهج المقال ص 191.</w:t>
      </w:r>
      <w:r>
        <w:rPr>
          <w:rFonts w:hint="cs"/>
          <w:rtl/>
        </w:rPr>
        <w:t xml:space="preserve"> </w:t>
      </w:r>
      <w:r w:rsidRPr="007E0B1D">
        <w:rPr>
          <w:rtl/>
        </w:rPr>
        <w:t>الاستبصار ج 1 ص 12 وص 115 وص 207 وص 223 وص 274 وص 311 وص 323 وص 352 وص 443 وص 485</w:t>
      </w:r>
      <w:r w:rsidR="00D8054C">
        <w:rPr>
          <w:rtl/>
        </w:rPr>
        <w:t>،</w:t>
      </w:r>
      <w:r w:rsidRPr="007E0B1D">
        <w:rPr>
          <w:rtl/>
        </w:rPr>
        <w:t xml:space="preserve"> وج 2 ص 27 وص 45 وص 85 وص 99 وص 157 وص 216 وص 298 وص 319</w:t>
      </w:r>
      <w:r w:rsidR="00D8054C">
        <w:rPr>
          <w:rtl/>
        </w:rPr>
        <w:t>،</w:t>
      </w:r>
      <w:r w:rsidRPr="007E0B1D">
        <w:rPr>
          <w:rtl/>
        </w:rPr>
        <w:t xml:space="preserve"> وج 3 ص 47 وص 223</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259</w:t>
      </w:r>
      <w:r w:rsidR="00D8054C">
        <w:rPr>
          <w:rtl/>
        </w:rPr>
        <w:t>،</w:t>
      </w:r>
      <w:r w:rsidRPr="007E0B1D">
        <w:rPr>
          <w:rtl/>
        </w:rPr>
        <w:t xml:space="preserve"> وج 4 ص 43 وص 167 وص 192 وص 297 وغيرها. الكافي ج 1 ص 64 وص 68 وص 226</w:t>
      </w:r>
      <w:r w:rsidR="00D8054C">
        <w:rPr>
          <w:rtl/>
        </w:rPr>
        <w:t>،</w:t>
      </w:r>
      <w:r w:rsidRPr="007E0B1D">
        <w:rPr>
          <w:rtl/>
        </w:rPr>
        <w:t xml:space="preserve"> وج 2 ص 23 وص 66</w:t>
      </w:r>
      <w:r w:rsidR="00D8054C">
        <w:rPr>
          <w:rtl/>
        </w:rPr>
        <w:t>،</w:t>
      </w:r>
      <w:r w:rsidRPr="007E0B1D">
        <w:rPr>
          <w:rtl/>
        </w:rPr>
        <w:t xml:space="preserve"> وج 4 ص 269</w:t>
      </w:r>
      <w:r w:rsidR="00D8054C">
        <w:rPr>
          <w:rtl/>
        </w:rPr>
        <w:t>،</w:t>
      </w:r>
      <w:r w:rsidRPr="007E0B1D">
        <w:rPr>
          <w:rtl/>
        </w:rPr>
        <w:t xml:space="preserve"> وج 5 ص 95 وص 383 وص 458</w:t>
      </w:r>
      <w:r w:rsidR="00D8054C">
        <w:rPr>
          <w:rtl/>
        </w:rPr>
        <w:t>،</w:t>
      </w:r>
      <w:r w:rsidRPr="007E0B1D">
        <w:rPr>
          <w:rtl/>
        </w:rPr>
        <w:t xml:space="preserve"> وج 6 ص 8 وص 11 وص 66 وص 121</w:t>
      </w:r>
      <w:r w:rsidR="00D8054C">
        <w:rPr>
          <w:rtl/>
        </w:rPr>
        <w:t>،</w:t>
      </w:r>
      <w:r w:rsidRPr="007E0B1D">
        <w:rPr>
          <w:rtl/>
        </w:rPr>
        <w:t xml:space="preserve"> وج 7 ص 146 وص 183 وص 352 وص 380. ثقات الرواة للشهرستاني ص 44.</w:t>
      </w:r>
    </w:p>
    <w:p w:rsidR="008867CD" w:rsidRPr="007E0B1D" w:rsidRDefault="008867CD" w:rsidP="008867CD">
      <w:pPr>
        <w:pStyle w:val="libCenterBold1"/>
        <w:rPr>
          <w:rtl/>
        </w:rPr>
      </w:pPr>
      <w:r w:rsidRPr="007E0B1D">
        <w:rPr>
          <w:rtl/>
        </w:rPr>
        <w:t>91</w:t>
      </w:r>
      <w:r w:rsidR="00D8054C">
        <w:rPr>
          <w:rtl/>
        </w:rPr>
        <w:t xml:space="preserve"> - </w:t>
      </w:r>
      <w:r w:rsidRPr="007E0B1D">
        <w:rPr>
          <w:rtl/>
        </w:rPr>
        <w:t>عبد العظيم الحسني</w:t>
      </w:r>
    </w:p>
    <w:p w:rsidR="008867CD" w:rsidRPr="007E0B1D" w:rsidRDefault="008867CD" w:rsidP="008867CD">
      <w:pPr>
        <w:pStyle w:val="libNormal"/>
        <w:rPr>
          <w:rtl/>
        </w:rPr>
      </w:pPr>
      <w:r w:rsidRPr="007E0B1D">
        <w:rPr>
          <w:rtl/>
        </w:rPr>
        <w:t>عبد العظيم بن عبد الله بن علي بن الحسن بن زيد ابن الامام الحسن المجتبى الهاشمي</w:t>
      </w:r>
      <w:r w:rsidR="00D8054C">
        <w:rPr>
          <w:rtl/>
        </w:rPr>
        <w:t>،</w:t>
      </w:r>
      <w:r w:rsidRPr="007E0B1D">
        <w:rPr>
          <w:rtl/>
        </w:rPr>
        <w:t xml:space="preserve"> الحسني</w:t>
      </w:r>
      <w:r w:rsidR="00D8054C">
        <w:rPr>
          <w:rtl/>
        </w:rPr>
        <w:t>،</w:t>
      </w:r>
      <w:r w:rsidRPr="007E0B1D">
        <w:rPr>
          <w:rtl/>
        </w:rPr>
        <w:t xml:space="preserve"> العلوي</w:t>
      </w:r>
      <w:r w:rsidR="00D8054C">
        <w:rPr>
          <w:rtl/>
        </w:rPr>
        <w:t>،</w:t>
      </w:r>
      <w:r w:rsidRPr="007E0B1D">
        <w:rPr>
          <w:rtl/>
        </w:rPr>
        <w:t xml:space="preserve"> المعروف بالشاه عبد العظيم</w:t>
      </w:r>
      <w:r w:rsidR="00D8054C">
        <w:rPr>
          <w:rtl/>
        </w:rPr>
        <w:t>،</w:t>
      </w:r>
      <w:r w:rsidRPr="007E0B1D">
        <w:rPr>
          <w:rtl/>
        </w:rPr>
        <w:t xml:space="preserve"> أبو القاسم.</w:t>
      </w:r>
    </w:p>
    <w:p w:rsidR="008867CD" w:rsidRPr="007E0B1D" w:rsidRDefault="008867CD" w:rsidP="008867CD">
      <w:pPr>
        <w:pStyle w:val="libNormal"/>
        <w:rPr>
          <w:rtl/>
        </w:rPr>
      </w:pPr>
      <w:r w:rsidRPr="007E0B1D">
        <w:rPr>
          <w:rtl/>
        </w:rPr>
        <w:t>من مشاهير علماء ومجتهدي الشيعة الامامية</w:t>
      </w:r>
      <w:r w:rsidR="00D8054C">
        <w:rPr>
          <w:rtl/>
        </w:rPr>
        <w:t>،</w:t>
      </w:r>
      <w:r w:rsidRPr="007E0B1D">
        <w:rPr>
          <w:rtl/>
        </w:rPr>
        <w:t xml:space="preserve"> ومن ثقات وفضلاء المحدثين</w:t>
      </w:r>
      <w:r w:rsidR="00D8054C">
        <w:rPr>
          <w:rtl/>
        </w:rPr>
        <w:t>،</w:t>
      </w:r>
      <w:r w:rsidRPr="007E0B1D">
        <w:rPr>
          <w:rtl/>
        </w:rPr>
        <w:t xml:space="preserve"> ومن أجلاء السادة من بني هاشم</w:t>
      </w:r>
      <w:r w:rsidR="00D8054C">
        <w:rPr>
          <w:rtl/>
        </w:rPr>
        <w:t>،</w:t>
      </w:r>
      <w:r w:rsidRPr="007E0B1D">
        <w:rPr>
          <w:rtl/>
        </w:rPr>
        <w:t xml:space="preserve"> عرف بالعبادة والزهد والورع والتقى.</w:t>
      </w:r>
    </w:p>
    <w:p w:rsidR="008867CD" w:rsidRPr="007E0B1D" w:rsidRDefault="008867CD" w:rsidP="008867CD">
      <w:pPr>
        <w:pStyle w:val="libNormal"/>
        <w:rPr>
          <w:rtl/>
        </w:rPr>
      </w:pPr>
      <w:r w:rsidRPr="007E0B1D">
        <w:rPr>
          <w:rtl/>
        </w:rPr>
        <w:t xml:space="preserve">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دخل الري مستترا</w:t>
      </w:r>
      <w:r w:rsidR="00D8054C">
        <w:rPr>
          <w:rtl/>
        </w:rPr>
        <w:t>،</w:t>
      </w:r>
      <w:r w:rsidRPr="007E0B1D">
        <w:rPr>
          <w:rtl/>
        </w:rPr>
        <w:t xml:space="preserve"> وأقام بها بساربانان في دار رجل من الشيعة</w:t>
      </w:r>
      <w:r w:rsidR="00D8054C">
        <w:rPr>
          <w:rtl/>
        </w:rPr>
        <w:t>،</w:t>
      </w:r>
      <w:r w:rsidRPr="007E0B1D">
        <w:rPr>
          <w:rtl/>
        </w:rPr>
        <w:t xml:space="preserve"> ولم يزل متخفيا بها من السلطة العباسية حتى توفي بها في النصف من شهر شوال سنة 252 ه‍ ودفن بها</w:t>
      </w:r>
      <w:r w:rsidR="00D8054C">
        <w:rPr>
          <w:rtl/>
        </w:rPr>
        <w:t>،</w:t>
      </w:r>
      <w:r w:rsidRPr="007E0B1D">
        <w:rPr>
          <w:rtl/>
        </w:rPr>
        <w:t xml:space="preserve"> فأصبح قبره من المشاهد المتبركة والمزارات المقدسة لدى المسلمين.</w:t>
      </w:r>
    </w:p>
    <w:p w:rsidR="008867CD" w:rsidRPr="007E0B1D" w:rsidRDefault="008867CD" w:rsidP="008867CD">
      <w:pPr>
        <w:pStyle w:val="libNormal"/>
        <w:rPr>
          <w:rtl/>
        </w:rPr>
      </w:pPr>
      <w:r w:rsidRPr="007E0B1D">
        <w:rPr>
          <w:rtl/>
        </w:rPr>
        <w:t>روى عنه عبيد الله بن موسى الروياني</w:t>
      </w:r>
      <w:r w:rsidR="00D8054C">
        <w:rPr>
          <w:rtl/>
        </w:rPr>
        <w:t>،</w:t>
      </w:r>
      <w:r w:rsidRPr="007E0B1D">
        <w:rPr>
          <w:rtl/>
        </w:rPr>
        <w:t xml:space="preserve"> وسهل بن زياد الآدمي</w:t>
      </w:r>
      <w:r w:rsidR="00D8054C">
        <w:rPr>
          <w:rtl/>
        </w:rPr>
        <w:t>،</w:t>
      </w:r>
      <w:r w:rsidRPr="007E0B1D">
        <w:rPr>
          <w:rtl/>
        </w:rPr>
        <w:t xml:space="preserve"> وأحمد ابن أبي عبد الله البرقي وغيرهم.</w:t>
      </w:r>
    </w:p>
    <w:p w:rsidR="008867CD" w:rsidRPr="007E0B1D" w:rsidRDefault="008867CD" w:rsidP="008867CD">
      <w:pPr>
        <w:pStyle w:val="libNormal"/>
        <w:rPr>
          <w:rtl/>
        </w:rPr>
      </w:pPr>
      <w:r w:rsidRPr="007E0B1D">
        <w:rPr>
          <w:rtl/>
        </w:rPr>
        <w:t xml:space="preserve">من آثاره كتاب « خطب أمير المؤمنين </w:t>
      </w:r>
      <w:r w:rsidR="00D8054C" w:rsidRPr="00D8054C">
        <w:rPr>
          <w:rStyle w:val="libAlaemChar"/>
          <w:rtl/>
        </w:rPr>
        <w:t>عليه‌السلام</w:t>
      </w:r>
      <w:r w:rsidRPr="007E0B1D">
        <w:rPr>
          <w:rtl/>
        </w:rPr>
        <w:t xml:space="preserve"> »</w:t>
      </w:r>
      <w:r w:rsidR="00D8054C">
        <w:rPr>
          <w:rtl/>
        </w:rPr>
        <w:t>،</w:t>
      </w:r>
      <w:r w:rsidRPr="007E0B1D">
        <w:rPr>
          <w:rtl/>
        </w:rPr>
        <w:t xml:space="preserve"> وكتاب « اليوم والليلة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92 وص 114 وص 151 وص 161 وص 169 وص 171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303 وص 308 وص 347 وص 350 وص 351</w:t>
      </w:r>
      <w:r w:rsidR="00D8054C">
        <w:rPr>
          <w:rtl/>
        </w:rPr>
        <w:t>،</w:t>
      </w:r>
      <w:r w:rsidRPr="007E0B1D">
        <w:rPr>
          <w:rtl/>
        </w:rPr>
        <w:t xml:space="preserve"> وج 2 ص 38 وفيه يروي عن الامام الجواد </w:t>
      </w:r>
      <w:r w:rsidR="00D8054C" w:rsidRPr="00D8054C">
        <w:rPr>
          <w:rStyle w:val="libAlaemChar"/>
          <w:rtl/>
        </w:rPr>
        <w:t>عليه‌السلام</w:t>
      </w:r>
      <w:r w:rsidR="00D8054C">
        <w:rPr>
          <w:rtl/>
        </w:rPr>
        <w:t>،</w:t>
      </w:r>
      <w:r w:rsidRPr="007E0B1D">
        <w:rPr>
          <w:rtl/>
        </w:rPr>
        <w:t xml:space="preserve"> وص 217</w:t>
      </w:r>
      <w:r w:rsidR="00D8054C">
        <w:rPr>
          <w:rtl/>
        </w:rPr>
        <w:t>،</w:t>
      </w:r>
      <w:r w:rsidRPr="007E0B1D">
        <w:rPr>
          <w:rtl/>
        </w:rPr>
        <w:t xml:space="preserve"> وج 3 ص 62. تنقيح المقال ج 2 ص 157.</w:t>
      </w:r>
      <w:r>
        <w:rPr>
          <w:rFonts w:hint="cs"/>
          <w:rtl/>
        </w:rPr>
        <w:t xml:space="preserve"> </w:t>
      </w:r>
      <w:r w:rsidRPr="007E0B1D">
        <w:rPr>
          <w:rtl/>
        </w:rPr>
        <w:t xml:space="preserve">كنز الفوائد ص 80. رجال النجاشي ص 173. التوحيد ص 81 وص 96 وص 116 وص 176 وص 312. معالم العلماء ص 81. جامع الرواة ج 1 ص 460. كامل الزيارات ص 79. الاختصاص ص 96 وص 247. وسائل الشيعة ج 20 ص 228. مجمع الرجال ج 4 ص 97 وص 98. منتقلة الطالبية ص 72. رجال الطوسي في أصحاب الهادي </w:t>
      </w:r>
      <w:r w:rsidR="00D8054C" w:rsidRPr="00D8054C">
        <w:rPr>
          <w:rStyle w:val="libAlaemChar"/>
          <w:rtl/>
        </w:rPr>
        <w:t>عليه‌السلام</w:t>
      </w:r>
      <w:r w:rsidRPr="007E0B1D">
        <w:rPr>
          <w:rtl/>
        </w:rPr>
        <w:t xml:space="preserve"> ص 417</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433. معجم الثقات ص 307. من لا يحضره الفقيه ج 1 ص 271</w:t>
      </w:r>
      <w:r w:rsidR="00D8054C">
        <w:rPr>
          <w:rtl/>
        </w:rPr>
        <w:t>،</w:t>
      </w:r>
      <w:r w:rsidRPr="007E0B1D">
        <w:rPr>
          <w:rtl/>
        </w:rPr>
        <w:t xml:space="preserve"> وج 2 ص 80</w:t>
      </w:r>
      <w:r w:rsidR="00D8054C">
        <w:rPr>
          <w:rtl/>
        </w:rPr>
        <w:t>،</w:t>
      </w:r>
      <w:r w:rsidRPr="007E0B1D">
        <w:rPr>
          <w:rtl/>
        </w:rPr>
        <w:t xml:space="preserve"> وج 3 ص 216 وص 367 وفيه حديث له مع الامام الجواد </w:t>
      </w:r>
      <w:r w:rsidR="00D8054C" w:rsidRPr="00D8054C">
        <w:rPr>
          <w:rStyle w:val="libAlaemChar"/>
          <w:rtl/>
        </w:rPr>
        <w:t>عليه‌السلام</w:t>
      </w:r>
      <w:r w:rsidRPr="007E0B1D">
        <w:rPr>
          <w:rtl/>
        </w:rPr>
        <w:t>. الذريعة ج 7 ص 190</w:t>
      </w:r>
      <w:r w:rsidR="00D8054C">
        <w:rPr>
          <w:rtl/>
        </w:rPr>
        <w:t>،</w:t>
      </w:r>
      <w:r w:rsidRPr="007E0B1D">
        <w:rPr>
          <w:rtl/>
        </w:rPr>
        <w:t xml:space="preserve"> وج 25 ص 304. نقد الرجال ص 190.</w:t>
      </w:r>
      <w:r>
        <w:rPr>
          <w:rFonts w:hint="cs"/>
          <w:rtl/>
        </w:rPr>
        <w:t xml:space="preserve"> </w:t>
      </w:r>
      <w:r w:rsidRPr="007E0B1D">
        <w:rPr>
          <w:rtl/>
        </w:rPr>
        <w:t xml:space="preserve">ثواب الأعمال ص 99. روضات الجنات ج 4 ص 207. بهجة الآمال ج 5 ص 176. خلاصة الأقوال ص 71. فهرست الطوسي ص 121. رجال الحلي </w:t>
      </w:r>
      <w:r w:rsidR="00D8054C">
        <w:rPr>
          <w:rtl/>
        </w:rPr>
        <w:t>(</w:t>
      </w:r>
      <w:r w:rsidRPr="007E0B1D">
        <w:rPr>
          <w:rtl/>
        </w:rPr>
        <w:t>قسم الثقات</w:t>
      </w:r>
      <w:r w:rsidR="00D8054C">
        <w:rPr>
          <w:rtl/>
        </w:rPr>
        <w:t>)</w:t>
      </w:r>
      <w:r w:rsidRPr="007E0B1D">
        <w:rPr>
          <w:rtl/>
        </w:rPr>
        <w:t xml:space="preserve"> ص 130. رجال ابن داود </w:t>
      </w:r>
      <w:r w:rsidR="00D8054C">
        <w:rPr>
          <w:rtl/>
        </w:rPr>
        <w:t>(</w:t>
      </w:r>
      <w:r w:rsidRPr="007E0B1D">
        <w:rPr>
          <w:rtl/>
        </w:rPr>
        <w:t>قسم الثقات</w:t>
      </w:r>
      <w:r w:rsidR="00D8054C">
        <w:rPr>
          <w:rtl/>
        </w:rPr>
        <w:t>)</w:t>
      </w:r>
      <w:r w:rsidRPr="007E0B1D">
        <w:rPr>
          <w:rtl/>
        </w:rPr>
        <w:t xml:space="preserve"> ص 130. الكنى والألقاب ج 3 ص 120. خاتمة المستدرك ص 614. التهذيب ج 1 ص 187</w:t>
      </w:r>
      <w:r w:rsidR="00D8054C">
        <w:rPr>
          <w:rtl/>
        </w:rPr>
        <w:t>،</w:t>
      </w:r>
      <w:r w:rsidRPr="007E0B1D">
        <w:rPr>
          <w:rtl/>
        </w:rPr>
        <w:t xml:space="preserve"> وج 9 ص 83. معجم رجال الحديث ج 10 ص 46</w:t>
      </w:r>
      <w:r w:rsidR="00D8054C">
        <w:rPr>
          <w:rtl/>
        </w:rPr>
        <w:t xml:space="preserve"> - </w:t>
      </w:r>
      <w:r w:rsidRPr="007E0B1D">
        <w:rPr>
          <w:rtl/>
        </w:rPr>
        <w:t>ص 51. منتهى المقال ص 281. طرائف المقال ج 1 ص 317. رجال الأنصاري ص 102. الوجيزة ص 29. اتقان المقال ص 79. منهج المقال ص 196. ثقات الرواة للشهرستاني ص 45.</w:t>
      </w:r>
    </w:p>
    <w:p w:rsidR="008867CD" w:rsidRPr="007E0B1D" w:rsidRDefault="008867CD" w:rsidP="008867CD">
      <w:pPr>
        <w:pStyle w:val="libCenterBold1"/>
        <w:rPr>
          <w:rtl/>
        </w:rPr>
      </w:pPr>
      <w:r w:rsidRPr="007E0B1D">
        <w:rPr>
          <w:rtl/>
        </w:rPr>
        <w:t>92</w:t>
      </w:r>
      <w:r w:rsidR="00D8054C">
        <w:rPr>
          <w:rtl/>
        </w:rPr>
        <w:t xml:space="preserve"> - </w:t>
      </w:r>
      <w:r w:rsidRPr="007E0B1D">
        <w:rPr>
          <w:rtl/>
        </w:rPr>
        <w:t>عبد الله بن خداش</w:t>
      </w:r>
    </w:p>
    <w:p w:rsidR="008867CD" w:rsidRPr="007E0B1D" w:rsidRDefault="008867CD" w:rsidP="008867CD">
      <w:pPr>
        <w:pStyle w:val="libNormal"/>
        <w:rPr>
          <w:rtl/>
        </w:rPr>
      </w:pPr>
      <w:r w:rsidRPr="007E0B1D">
        <w:rPr>
          <w:rtl/>
        </w:rPr>
        <w:t>عبد الله بن خداش البصري</w:t>
      </w:r>
      <w:r w:rsidR="00D8054C">
        <w:rPr>
          <w:rtl/>
        </w:rPr>
        <w:t>،</w:t>
      </w:r>
      <w:r w:rsidRPr="007E0B1D">
        <w:rPr>
          <w:rtl/>
        </w:rPr>
        <w:t xml:space="preserve"> المهري</w:t>
      </w:r>
      <w:r w:rsidR="00D8054C">
        <w:rPr>
          <w:rtl/>
        </w:rPr>
        <w:t>،</w:t>
      </w:r>
      <w:r w:rsidRPr="007E0B1D">
        <w:rPr>
          <w:rtl/>
        </w:rPr>
        <w:t xml:space="preserve"> أبو خداش.</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وثقة بعض علمائنا</w:t>
      </w:r>
      <w:r w:rsidR="00D8054C">
        <w:rPr>
          <w:rtl/>
        </w:rPr>
        <w:t>،</w:t>
      </w:r>
      <w:r w:rsidRPr="007E0B1D">
        <w:rPr>
          <w:rtl/>
        </w:rPr>
        <w:t xml:space="preserve"> وضعفه آخرون منهم وقالوا</w:t>
      </w:r>
      <w:r w:rsidR="00D8054C">
        <w:rPr>
          <w:rtl/>
        </w:rPr>
        <w:t>:</w:t>
      </w:r>
      <w:r w:rsidRPr="007E0B1D">
        <w:rPr>
          <w:rtl/>
        </w:rPr>
        <w:t xml:space="preserve"> في مذهبه ارتفاع.</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 xml:space="preserve">روى عن الأئمة الصادق والكاظم والجواد </w:t>
      </w:r>
      <w:r w:rsidR="00D8054C" w:rsidRPr="00D8054C">
        <w:rPr>
          <w:rStyle w:val="libAlaemChar"/>
          <w:rtl/>
        </w:rPr>
        <w:t>عليهم‌السلام</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روى عنه جماعة أمثال</w:t>
      </w:r>
      <w:r w:rsidR="00D8054C">
        <w:rPr>
          <w:rtl/>
        </w:rPr>
        <w:t>:</w:t>
      </w:r>
      <w:r w:rsidRPr="007E0B1D">
        <w:rPr>
          <w:rtl/>
        </w:rPr>
        <w:t xml:space="preserve"> صفوان بن يحيى</w:t>
      </w:r>
      <w:r w:rsidR="00D8054C">
        <w:rPr>
          <w:rtl/>
        </w:rPr>
        <w:t>،</w:t>
      </w:r>
      <w:r w:rsidRPr="007E0B1D">
        <w:rPr>
          <w:rtl/>
        </w:rPr>
        <w:t xml:space="preserve"> وسلمة بن الخطاب</w:t>
      </w:r>
      <w:r w:rsidR="00D8054C">
        <w:rPr>
          <w:rtl/>
        </w:rPr>
        <w:t>،</w:t>
      </w:r>
      <w:r w:rsidRPr="007E0B1D">
        <w:rPr>
          <w:rtl/>
        </w:rPr>
        <w:t xml:space="preserve"> ويوسف بن السخت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الصادق </w:t>
      </w:r>
      <w:r w:rsidR="00D8054C" w:rsidRPr="00D8054C">
        <w:rPr>
          <w:rStyle w:val="libAlaemChar"/>
          <w:rtl/>
        </w:rPr>
        <w:t>عليه‌السلام</w:t>
      </w:r>
      <w:r w:rsidRPr="007E0B1D">
        <w:rPr>
          <w:rtl/>
        </w:rPr>
        <w:t xml:space="preserve"> ص 225</w:t>
      </w:r>
      <w:r w:rsidR="00D8054C">
        <w:rPr>
          <w:rtl/>
        </w:rPr>
        <w:t>،</w:t>
      </w:r>
      <w:r w:rsidRPr="007E0B1D">
        <w:rPr>
          <w:rtl/>
        </w:rPr>
        <w:t xml:space="preserve"> وفي أصحاب الكاظم </w:t>
      </w:r>
      <w:r w:rsidR="00D8054C" w:rsidRPr="00D8054C">
        <w:rPr>
          <w:rStyle w:val="libAlaemChar"/>
          <w:rtl/>
        </w:rPr>
        <w:t>عليه‌السلام</w:t>
      </w:r>
      <w:r w:rsidRPr="007E0B1D">
        <w:rPr>
          <w:rtl/>
        </w:rPr>
        <w:t xml:space="preserve"> ص 355</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408. اتقان المقال ص 81 وص 312. الوجيزة ص 39. مجمع الرجال ج 3 ص 280 وص 281.</w:t>
      </w:r>
      <w:r>
        <w:rPr>
          <w:rFonts w:hint="cs"/>
          <w:rtl/>
        </w:rPr>
        <w:t xml:space="preserve"> </w:t>
      </w:r>
      <w:r w:rsidRPr="007E0B1D">
        <w:rPr>
          <w:rtl/>
        </w:rPr>
        <w:t xml:space="preserve">رجال النجاشي ص 158. أضبط المقال ص 468 وص 526. رجال الأنصاري ص 107. توضيح الاشتباه ص 206. الكافي ج 5 ص 446. وسائل الشيعة ج 20 ص 236. إيضاح الاشتباه ص 64. رجال الكشي ص 80 وص 146 وص 152 وص 447. معجم الثقات ص 73. طرائف المقال ج 1 ص 319. هداية المحدثين ص 101. نضد الايضاح ص 191. معجم رجال الحديث ج 10 ص 179 وص 180. بهجة الآمال ج 5 ص 221. رجال ابن داود </w:t>
      </w:r>
      <w:r w:rsidR="00D8054C">
        <w:rPr>
          <w:rtl/>
        </w:rPr>
        <w:t>(</w:t>
      </w:r>
      <w:r w:rsidRPr="007E0B1D">
        <w:rPr>
          <w:rtl/>
        </w:rPr>
        <w:t>قسم الضعفاء</w:t>
      </w:r>
      <w:r w:rsidR="00D8054C">
        <w:rPr>
          <w:rtl/>
        </w:rPr>
        <w:t>)</w:t>
      </w:r>
      <w:r w:rsidRPr="007E0B1D">
        <w:rPr>
          <w:rtl/>
        </w:rPr>
        <w:t xml:space="preserve"> ص 253. التهذيب ج 7 ص 323. نقد الرجال ص 198. جامع المقال ص 78.</w:t>
      </w:r>
      <w:r>
        <w:rPr>
          <w:rFonts w:hint="cs"/>
          <w:rtl/>
        </w:rPr>
        <w:t xml:space="preserve"> </w:t>
      </w:r>
      <w:r w:rsidRPr="007E0B1D">
        <w:rPr>
          <w:rtl/>
        </w:rPr>
        <w:t xml:space="preserve">جامع الرواة ج 1 ص 483. التحرير الطاوسي ص 170. رجال البرقي في أصحاب الكاظم </w:t>
      </w:r>
      <w:r w:rsidR="00D8054C" w:rsidRPr="00D8054C">
        <w:rPr>
          <w:rStyle w:val="libAlaemChar"/>
          <w:rtl/>
        </w:rPr>
        <w:t>عليه‌السلام</w:t>
      </w:r>
      <w:r w:rsidRPr="007E0B1D">
        <w:rPr>
          <w:rtl/>
        </w:rPr>
        <w:t xml:space="preserve"> ص 50. منتهى المقال ص 184. رجال الحلي ص 109.</w:t>
      </w:r>
      <w:r>
        <w:rPr>
          <w:rFonts w:hint="cs"/>
          <w:rtl/>
        </w:rPr>
        <w:t xml:space="preserve"> </w:t>
      </w:r>
      <w:r w:rsidRPr="007E0B1D">
        <w:rPr>
          <w:rtl/>
        </w:rPr>
        <w:t>تنقيح المقال ج 2 ص 180. منهج المقال ص 202.</w:t>
      </w:r>
    </w:p>
    <w:p w:rsidR="008867CD" w:rsidRPr="007E0B1D" w:rsidRDefault="008867CD" w:rsidP="008867CD">
      <w:pPr>
        <w:pStyle w:val="libCenterBold1"/>
        <w:rPr>
          <w:rtl/>
        </w:rPr>
      </w:pPr>
      <w:r w:rsidRPr="007E0B1D">
        <w:rPr>
          <w:rtl/>
        </w:rPr>
        <w:t>93</w:t>
      </w:r>
      <w:r w:rsidR="00D8054C">
        <w:rPr>
          <w:rtl/>
        </w:rPr>
        <w:t xml:space="preserve"> - </w:t>
      </w:r>
      <w:r w:rsidRPr="007E0B1D">
        <w:rPr>
          <w:rtl/>
        </w:rPr>
        <w:t>الخراساني</w:t>
      </w:r>
    </w:p>
    <w:p w:rsidR="008867CD" w:rsidRPr="007E0B1D" w:rsidRDefault="008867CD" w:rsidP="008867CD">
      <w:pPr>
        <w:pStyle w:val="libNormal"/>
        <w:rPr>
          <w:rtl/>
        </w:rPr>
      </w:pPr>
      <w:r w:rsidRPr="007E0B1D">
        <w:rPr>
          <w:rtl/>
        </w:rPr>
        <w:t>أبو عبد الله الخراساني.</w:t>
      </w:r>
    </w:p>
    <w:p w:rsidR="008867CD" w:rsidRPr="007E0B1D" w:rsidRDefault="008867CD" w:rsidP="008867CD">
      <w:pPr>
        <w:pStyle w:val="libNormal"/>
        <w:rPr>
          <w:rtl/>
        </w:rPr>
      </w:pPr>
      <w:r w:rsidRPr="007E0B1D">
        <w:rPr>
          <w:rtl/>
        </w:rPr>
        <w:t>محدث امامي.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روى عنه ابراهيم بن هاشم القمي.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من لا يحضره الفقيه ج 2 ص 263 وفيها روايته عن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 xml:space="preserve">خاتمة المستدرك ص 867. جامع الرواة ج 2 ص 399. معجم رجال الحديث ج 21 ص 226. تنقيح المقال ج 3 </w:t>
      </w:r>
      <w:r w:rsidR="00D8054C">
        <w:rPr>
          <w:rtl/>
        </w:rPr>
        <w:t>(</w:t>
      </w:r>
      <w:r w:rsidRPr="007E0B1D">
        <w:rPr>
          <w:rtl/>
        </w:rPr>
        <w:t>قسم الكنى</w:t>
      </w:r>
      <w:r w:rsidR="00D8054C">
        <w:rPr>
          <w:rtl/>
        </w:rPr>
        <w:t>)</w:t>
      </w:r>
      <w:r w:rsidRPr="007E0B1D">
        <w:rPr>
          <w:rtl/>
        </w:rPr>
        <w:t xml:space="preserve"> ص 24.</w:t>
      </w:r>
    </w:p>
    <w:p w:rsidR="008867CD" w:rsidRPr="007E0B1D" w:rsidRDefault="008867CD" w:rsidP="008867CD">
      <w:pPr>
        <w:pStyle w:val="libCenterBold1"/>
        <w:rPr>
          <w:rtl/>
        </w:rPr>
      </w:pPr>
      <w:r w:rsidRPr="007E0B1D">
        <w:rPr>
          <w:rtl/>
        </w:rPr>
        <w:t>94</w:t>
      </w:r>
      <w:r w:rsidR="00D8054C">
        <w:rPr>
          <w:rtl/>
        </w:rPr>
        <w:t xml:space="preserve"> - </w:t>
      </w:r>
      <w:r w:rsidRPr="007E0B1D">
        <w:rPr>
          <w:rtl/>
        </w:rPr>
        <w:t>عبد الله بن رزين</w:t>
      </w:r>
    </w:p>
    <w:p w:rsidR="008867CD" w:rsidRPr="007E0B1D" w:rsidRDefault="008867CD" w:rsidP="008867CD">
      <w:pPr>
        <w:pStyle w:val="libNormal"/>
        <w:rPr>
          <w:rtl/>
        </w:rPr>
      </w:pPr>
      <w:r w:rsidRPr="007E0B1D">
        <w:rPr>
          <w:rtl/>
        </w:rPr>
        <w:t>محدث امامي حسن الحديث.</w:t>
      </w:r>
    </w:p>
    <w:p w:rsidR="008867CD" w:rsidRPr="007E0B1D" w:rsidRDefault="008867CD" w:rsidP="008867CD">
      <w:pPr>
        <w:pStyle w:val="libNormal"/>
        <w:rPr>
          <w:rtl/>
        </w:rPr>
      </w:pPr>
      <w:r w:rsidRPr="007E0B1D">
        <w:rPr>
          <w:rtl/>
        </w:rPr>
        <w:t>روى عنه الحسين بن محمّد الأشعري.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الكافي ج 1 ص 412 وفيها قصة للمترجم له مع الامام الجواد </w:t>
      </w:r>
      <w:r w:rsidR="00D8054C" w:rsidRPr="00D8054C">
        <w:rPr>
          <w:rStyle w:val="libAlaemChar"/>
          <w:rtl/>
        </w:rPr>
        <w:t>عليه‌السلام</w:t>
      </w:r>
      <w:r w:rsidRPr="007E0B1D">
        <w:rPr>
          <w:rtl/>
        </w:rPr>
        <w:t>. جامع الرواة ج 1 ص 484. بهجة الآمال ج 5 ص 223. منتهى المقال ص 184. معجم رجال الحديث ج 10 ص 186. تنقيح المقال ج 2 ص 181. طرائف المقال ج 1 ص 207. خاتمة المستدرك ص 820.</w:t>
      </w:r>
    </w:p>
    <w:p w:rsidR="008867CD" w:rsidRPr="007E0B1D" w:rsidRDefault="008867CD" w:rsidP="008867CD">
      <w:pPr>
        <w:pStyle w:val="libCenterBold1"/>
        <w:rPr>
          <w:rtl/>
        </w:rPr>
      </w:pPr>
      <w:r w:rsidRPr="007E0B1D">
        <w:rPr>
          <w:rtl/>
        </w:rPr>
        <w:t>95</w:t>
      </w:r>
      <w:r w:rsidR="00D8054C">
        <w:rPr>
          <w:rtl/>
        </w:rPr>
        <w:t xml:space="preserve"> - </w:t>
      </w:r>
      <w:r w:rsidRPr="007E0B1D">
        <w:rPr>
          <w:rtl/>
        </w:rPr>
        <w:t>عبد الله بن سنان</w:t>
      </w:r>
    </w:p>
    <w:p w:rsidR="008867CD" w:rsidRPr="007E0B1D" w:rsidRDefault="008867CD" w:rsidP="008867CD">
      <w:pPr>
        <w:pStyle w:val="libNormal"/>
        <w:rPr>
          <w:rtl/>
        </w:rPr>
      </w:pPr>
      <w:r w:rsidRPr="007E0B1D">
        <w:rPr>
          <w:rtl/>
        </w:rPr>
        <w:t xml:space="preserve">صحب الامامين الرضا والجواد </w:t>
      </w:r>
      <w:r w:rsidR="00D8054C" w:rsidRPr="00D8054C">
        <w:rPr>
          <w:rStyle w:val="libAlaemChar"/>
          <w:rtl/>
        </w:rPr>
        <w:t>عليهما‌السلام</w:t>
      </w:r>
      <w:r w:rsidR="00D8054C">
        <w:rPr>
          <w:rtl/>
        </w:rPr>
        <w:t>،</w:t>
      </w:r>
      <w:r w:rsidRPr="007E0B1D">
        <w:rPr>
          <w:rtl/>
        </w:rPr>
        <w:t xml:space="preserve"> واكثر أصحاب كتب الرجال والتراجم لم يذكروه في كتبهم.</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معجم رجال الحديث ج 10 ص 209.</w:t>
      </w:r>
    </w:p>
    <w:p w:rsidR="008867CD" w:rsidRPr="007E0B1D" w:rsidRDefault="008867CD" w:rsidP="008867CD">
      <w:pPr>
        <w:pStyle w:val="libCenterBold1"/>
        <w:rPr>
          <w:rtl/>
        </w:rPr>
      </w:pPr>
      <w:r w:rsidRPr="007E0B1D">
        <w:rPr>
          <w:rtl/>
        </w:rPr>
        <w:t>96</w:t>
      </w:r>
      <w:r w:rsidR="00D8054C">
        <w:rPr>
          <w:rtl/>
        </w:rPr>
        <w:t xml:space="preserve"> - </w:t>
      </w:r>
      <w:r w:rsidRPr="007E0B1D">
        <w:rPr>
          <w:rtl/>
        </w:rPr>
        <w:t>عبد الله بن الصلت</w:t>
      </w:r>
    </w:p>
    <w:p w:rsidR="008867CD" w:rsidRPr="007E0B1D" w:rsidRDefault="008867CD" w:rsidP="008867CD">
      <w:pPr>
        <w:pStyle w:val="libNormal"/>
        <w:rPr>
          <w:rtl/>
        </w:rPr>
      </w:pPr>
      <w:r w:rsidRPr="007E0B1D">
        <w:rPr>
          <w:rtl/>
        </w:rPr>
        <w:t>عبد الله بن الصلت التيمي بالولاء</w:t>
      </w:r>
      <w:r w:rsidR="00D8054C">
        <w:rPr>
          <w:rtl/>
        </w:rPr>
        <w:t>،</w:t>
      </w:r>
      <w:r w:rsidRPr="007E0B1D">
        <w:rPr>
          <w:rtl/>
        </w:rPr>
        <w:t xml:space="preserve"> القمي</w:t>
      </w:r>
      <w:r w:rsidR="00D8054C">
        <w:rPr>
          <w:rtl/>
        </w:rPr>
        <w:t>،</w:t>
      </w:r>
      <w:r w:rsidRPr="007E0B1D">
        <w:rPr>
          <w:rtl/>
        </w:rPr>
        <w:t xml:space="preserve"> أبو طالب.</w:t>
      </w:r>
    </w:p>
    <w:p w:rsidR="008867CD" w:rsidRPr="007E0B1D" w:rsidRDefault="008867CD" w:rsidP="008867CD">
      <w:pPr>
        <w:pStyle w:val="libNormal"/>
        <w:rPr>
          <w:rtl/>
        </w:rPr>
      </w:pPr>
      <w:r w:rsidRPr="007E0B1D">
        <w:rPr>
          <w:rtl/>
        </w:rPr>
        <w:t>من علماء ومحدثي الامامية الثقات</w:t>
      </w:r>
      <w:r w:rsidR="00D8054C">
        <w:rPr>
          <w:rtl/>
        </w:rPr>
        <w:t>،</w:t>
      </w:r>
      <w:r w:rsidRPr="007E0B1D">
        <w:rPr>
          <w:rtl/>
        </w:rPr>
        <w:t xml:space="preserve"> ومن فضلاء المفسرين.</w:t>
      </w:r>
    </w:p>
    <w:p w:rsidR="008867CD" w:rsidRPr="007E0B1D" w:rsidRDefault="008867CD" w:rsidP="008867CD">
      <w:pPr>
        <w:pStyle w:val="libNormal"/>
        <w:rPr>
          <w:rtl/>
        </w:rPr>
      </w:pPr>
      <w:r w:rsidRPr="007E0B1D">
        <w:rPr>
          <w:rtl/>
        </w:rPr>
        <w:t xml:space="preserve">صحب الامامين الرضا والجواد </w:t>
      </w:r>
      <w:r w:rsidR="00D8054C" w:rsidRPr="00D8054C">
        <w:rPr>
          <w:rStyle w:val="libAlaemChar"/>
          <w:rtl/>
        </w:rPr>
        <w:t>عليهما‌السلام</w:t>
      </w:r>
      <w:r w:rsidR="00D8054C">
        <w:rPr>
          <w:rtl/>
        </w:rPr>
        <w:t>،</w:t>
      </w:r>
      <w:r w:rsidRPr="007E0B1D">
        <w:rPr>
          <w:rtl/>
        </w:rPr>
        <w:t xml:space="preserve"> وروى عنهما.</w:t>
      </w:r>
    </w:p>
    <w:p w:rsidR="008867CD" w:rsidRPr="007E0B1D" w:rsidRDefault="008867CD" w:rsidP="008867CD">
      <w:pPr>
        <w:pStyle w:val="libNormal"/>
        <w:rPr>
          <w:rtl/>
        </w:rPr>
      </w:pPr>
      <w:r w:rsidRPr="007E0B1D">
        <w:rPr>
          <w:rtl/>
        </w:rPr>
        <w:t>جاء ذكره في 60 موردا في أسناد الروايات</w:t>
      </w:r>
      <w:r w:rsidR="00D8054C">
        <w:rPr>
          <w:rtl/>
        </w:rPr>
        <w:t>،</w:t>
      </w:r>
      <w:r w:rsidRPr="007E0B1D">
        <w:rPr>
          <w:rtl/>
        </w:rPr>
        <w:t xml:space="preserve"> وله « التفسير »</w:t>
      </w:r>
      <w:r>
        <w:rPr>
          <w:rtl/>
        </w:rPr>
        <w:t>.</w:t>
      </w:r>
    </w:p>
    <w:p w:rsidR="008867CD" w:rsidRPr="007E0B1D" w:rsidRDefault="008867CD" w:rsidP="008867CD">
      <w:pPr>
        <w:pStyle w:val="libNormal"/>
        <w:rPr>
          <w:rtl/>
        </w:rPr>
      </w:pPr>
      <w:r w:rsidRPr="007E0B1D">
        <w:rPr>
          <w:rtl/>
        </w:rPr>
        <w:t>روى عنه حوالي 18 من الرواة أمثال</w:t>
      </w:r>
      <w:r w:rsidR="00D8054C">
        <w:rPr>
          <w:rtl/>
        </w:rPr>
        <w:t>:</w:t>
      </w:r>
      <w:r w:rsidRPr="007E0B1D">
        <w:rPr>
          <w:rtl/>
        </w:rPr>
        <w:t xml:space="preserve"> ابراهيم بن اسحاق الأحمري</w:t>
      </w:r>
      <w:r w:rsidR="00D8054C">
        <w:rPr>
          <w:rtl/>
        </w:rPr>
        <w:t>،</w:t>
      </w:r>
      <w:r w:rsidRPr="007E0B1D">
        <w:rPr>
          <w:rtl/>
        </w:rPr>
        <w:t xml:space="preserve"> ومحمّد بن أحمد بن الصلت</w:t>
      </w:r>
      <w:r w:rsidR="00D8054C">
        <w:rPr>
          <w:rtl/>
        </w:rPr>
        <w:t>،</w:t>
      </w:r>
      <w:r w:rsidRPr="007E0B1D">
        <w:rPr>
          <w:rtl/>
        </w:rPr>
        <w:t xml:space="preserve"> وأحمد بن محمّد بن عيسى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380</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403. التحرير الطاوسي ص 332. مجمع الرجال ج 4 ص 7 وص 8.</w:t>
      </w:r>
      <w:r>
        <w:rPr>
          <w:rFonts w:hint="cs"/>
          <w:rtl/>
        </w:rPr>
        <w:t xml:space="preserve"> </w:t>
      </w:r>
      <w:r w:rsidRPr="007E0B1D">
        <w:rPr>
          <w:rtl/>
        </w:rPr>
        <w:t xml:space="preserve">الخصال ص 288 وص 478 وص 595. معجم الثقات ص 74. رجال ابن داود </w:t>
      </w:r>
      <w:r w:rsidR="00D8054C">
        <w:rPr>
          <w:rtl/>
        </w:rPr>
        <w:t>(</w:t>
      </w:r>
      <w:r w:rsidRPr="007E0B1D">
        <w:rPr>
          <w:rtl/>
        </w:rPr>
        <w:t>قسم الثقات</w:t>
      </w:r>
      <w:r w:rsidR="00D8054C">
        <w:rPr>
          <w:rtl/>
        </w:rPr>
        <w:t>)</w:t>
      </w:r>
      <w:r w:rsidRPr="007E0B1D">
        <w:rPr>
          <w:rtl/>
        </w:rPr>
        <w:t xml:space="preserve"> ص 121. بهجة الآمال ج 5 ص 242. نقد الرجال ص 201.</w:t>
      </w:r>
      <w:r>
        <w:rPr>
          <w:rFonts w:hint="cs"/>
          <w:rtl/>
        </w:rPr>
        <w:t xml:space="preserve"> </w:t>
      </w:r>
      <w:r w:rsidRPr="007E0B1D">
        <w:rPr>
          <w:rtl/>
        </w:rPr>
        <w:t>هداية المحدثين ص 103. تأسيس الشيعة ص 329. منتهى المقال ص 186.</w:t>
      </w:r>
      <w:r>
        <w:rPr>
          <w:rFonts w:hint="cs"/>
          <w:rtl/>
        </w:rPr>
        <w:t xml:space="preserve"> </w:t>
      </w:r>
      <w:r w:rsidRPr="007E0B1D">
        <w:rPr>
          <w:rtl/>
        </w:rPr>
        <w:t xml:space="preserve">وسائل الشيعة ج 2 ص 238. رجال الحلي </w:t>
      </w:r>
      <w:r w:rsidR="00D8054C">
        <w:rPr>
          <w:rtl/>
        </w:rPr>
        <w:t>(</w:t>
      </w:r>
      <w:r w:rsidRPr="007E0B1D">
        <w:rPr>
          <w:rtl/>
        </w:rPr>
        <w:t>قسم الثقات</w:t>
      </w:r>
      <w:r w:rsidR="00D8054C">
        <w:rPr>
          <w:rtl/>
        </w:rPr>
        <w:t>)</w:t>
      </w:r>
      <w:r w:rsidRPr="007E0B1D">
        <w:rPr>
          <w:rtl/>
        </w:rPr>
        <w:t xml:space="preserve"> ص 105. معالم العلماء ص 75. جامع الرواة ج 1 ص 492. فهرست الطوسي ص 104. معجم رجال الحديث ج 10 ص 221 وص 222</w:t>
      </w:r>
      <w:r w:rsidR="00D8054C">
        <w:rPr>
          <w:rtl/>
        </w:rPr>
        <w:t xml:space="preserve"> - </w:t>
      </w:r>
      <w:r w:rsidRPr="007E0B1D">
        <w:rPr>
          <w:rtl/>
        </w:rPr>
        <w:t>ص 224. الخصال ص 228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وص 478 وص 595. 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55. تنقيح المقال ج 2 ص 189. روضة المتقين ج 14 ص 383. رجال الأنصاري ص 108. طرائف المقال ج 1 ص 319. التهذيب ج 1 ص 233 وص 307 وص 330 وص 338 وص 430 وص 431 وص 433 وص 440 وص 443 وص 444 وص 450 وص 458</w:t>
      </w:r>
      <w:r w:rsidR="00D8054C">
        <w:rPr>
          <w:rtl/>
        </w:rPr>
        <w:t>،</w:t>
      </w:r>
      <w:r w:rsidRPr="007E0B1D">
        <w:rPr>
          <w:rtl/>
        </w:rPr>
        <w:t xml:space="preserve"> وج 2 ص 25 وص 28 وص 30 وص 34 وص 116</w:t>
      </w:r>
      <w:r w:rsidR="00D8054C">
        <w:rPr>
          <w:rtl/>
        </w:rPr>
        <w:t>،</w:t>
      </w:r>
      <w:r w:rsidRPr="007E0B1D">
        <w:rPr>
          <w:rtl/>
        </w:rPr>
        <w:t xml:space="preserve"> وج 3 ص 67 وص 276 وص 316 وص 323</w:t>
      </w:r>
      <w:r w:rsidR="00D8054C">
        <w:rPr>
          <w:rtl/>
        </w:rPr>
        <w:t>،</w:t>
      </w:r>
      <w:r w:rsidRPr="007E0B1D">
        <w:rPr>
          <w:rtl/>
        </w:rPr>
        <w:t xml:space="preserve"> وج 6 ص 175</w:t>
      </w:r>
      <w:r w:rsidR="00D8054C">
        <w:rPr>
          <w:rtl/>
        </w:rPr>
        <w:t>،</w:t>
      </w:r>
      <w:r w:rsidRPr="007E0B1D">
        <w:rPr>
          <w:rtl/>
        </w:rPr>
        <w:t xml:space="preserve"> وج 7 ص 381</w:t>
      </w:r>
      <w:r w:rsidR="00D8054C">
        <w:rPr>
          <w:rtl/>
        </w:rPr>
        <w:t>،</w:t>
      </w:r>
      <w:r w:rsidRPr="007E0B1D">
        <w:rPr>
          <w:rtl/>
        </w:rPr>
        <w:t xml:space="preserve"> وج 8 ص 249</w:t>
      </w:r>
      <w:r w:rsidR="00D8054C">
        <w:rPr>
          <w:rtl/>
        </w:rPr>
        <w:t>،</w:t>
      </w:r>
      <w:r w:rsidRPr="007E0B1D">
        <w:rPr>
          <w:rtl/>
        </w:rPr>
        <w:t xml:space="preserve"> وج 9 ص 202. رجال الحلي </w:t>
      </w:r>
      <w:r w:rsidR="00D8054C">
        <w:rPr>
          <w:rtl/>
        </w:rPr>
        <w:t>(</w:t>
      </w:r>
      <w:r w:rsidRPr="007E0B1D">
        <w:rPr>
          <w:rtl/>
        </w:rPr>
        <w:t>قسم الثقات</w:t>
      </w:r>
      <w:r w:rsidR="00D8054C">
        <w:rPr>
          <w:rtl/>
        </w:rPr>
        <w:t>)</w:t>
      </w:r>
      <w:r w:rsidRPr="007E0B1D">
        <w:rPr>
          <w:rtl/>
        </w:rPr>
        <w:t xml:space="preserve"> ص 150. الاستبصار ج 1 ص 31 وص 195 وص 201 وص 203 وص 204 وص 212 وص 261 وص 263 وص 271 وص 466 وص 472 وص 474</w:t>
      </w:r>
      <w:r w:rsidR="00D8054C">
        <w:rPr>
          <w:rtl/>
        </w:rPr>
        <w:t>،</w:t>
      </w:r>
      <w:r w:rsidRPr="007E0B1D">
        <w:rPr>
          <w:rtl/>
        </w:rPr>
        <w:t xml:space="preserve"> وج 2 ص 74</w:t>
      </w:r>
      <w:r w:rsidR="00D8054C">
        <w:rPr>
          <w:rtl/>
        </w:rPr>
        <w:t>،</w:t>
      </w:r>
      <w:r w:rsidRPr="007E0B1D">
        <w:rPr>
          <w:rtl/>
        </w:rPr>
        <w:t xml:space="preserve"> وج 3 ص 236</w:t>
      </w:r>
      <w:r w:rsidR="00D8054C">
        <w:rPr>
          <w:rtl/>
        </w:rPr>
        <w:t>،</w:t>
      </w:r>
      <w:r w:rsidRPr="007E0B1D">
        <w:rPr>
          <w:rtl/>
        </w:rPr>
        <w:t xml:space="preserve"> وج 4 ص 129 وغيرها. من لا يحضره الفقيه ج 4 ص 148. رجال الكشي ص 245 وص 306 وص 315.</w:t>
      </w:r>
      <w:r>
        <w:rPr>
          <w:rFonts w:hint="cs"/>
          <w:rtl/>
        </w:rPr>
        <w:t xml:space="preserve"> </w:t>
      </w:r>
      <w:r w:rsidRPr="007E0B1D">
        <w:rPr>
          <w:rtl/>
        </w:rPr>
        <w:t>روضة الكافي ص 230 وص 267 وص 302 وص 304 وص 334. الكافي ج 2 ص 16</w:t>
      </w:r>
      <w:r w:rsidR="00D8054C">
        <w:rPr>
          <w:rtl/>
        </w:rPr>
        <w:t>،</w:t>
      </w:r>
      <w:r w:rsidRPr="007E0B1D">
        <w:rPr>
          <w:rtl/>
        </w:rPr>
        <w:t xml:space="preserve"> وج 5 ص 394</w:t>
      </w:r>
      <w:r w:rsidR="00D8054C">
        <w:rPr>
          <w:rtl/>
        </w:rPr>
        <w:t>،</w:t>
      </w:r>
      <w:r w:rsidRPr="007E0B1D">
        <w:rPr>
          <w:rtl/>
        </w:rPr>
        <w:t xml:space="preserve"> وج 7 ص 4 وص 16. منهج المقال ص 205. اتقان المقال ص 83. الوجيزة ص 30. ثقات الرواة للشهرستاني ص 46.</w:t>
      </w:r>
    </w:p>
    <w:p w:rsidR="008867CD" w:rsidRPr="007E0B1D" w:rsidRDefault="008867CD" w:rsidP="008867CD">
      <w:pPr>
        <w:pStyle w:val="libCenterBold1"/>
        <w:rPr>
          <w:rtl/>
        </w:rPr>
      </w:pPr>
      <w:r w:rsidRPr="007E0B1D">
        <w:rPr>
          <w:rtl/>
        </w:rPr>
        <w:t>97</w:t>
      </w:r>
      <w:r w:rsidR="00D8054C">
        <w:rPr>
          <w:rtl/>
        </w:rPr>
        <w:t xml:space="preserve"> - </w:t>
      </w:r>
      <w:r w:rsidRPr="007E0B1D">
        <w:rPr>
          <w:rtl/>
        </w:rPr>
        <w:t>الحضيني الأهوازي</w:t>
      </w:r>
    </w:p>
    <w:p w:rsidR="008867CD" w:rsidRPr="007E0B1D" w:rsidRDefault="008867CD" w:rsidP="008867CD">
      <w:pPr>
        <w:pStyle w:val="libNormal"/>
        <w:rPr>
          <w:rtl/>
        </w:rPr>
      </w:pPr>
      <w:r w:rsidRPr="007E0B1D">
        <w:rPr>
          <w:rtl/>
        </w:rPr>
        <w:t>عبد الله بن محمّد بن حصين</w:t>
      </w:r>
      <w:r w:rsidR="00D8054C">
        <w:rPr>
          <w:rtl/>
        </w:rPr>
        <w:t>،</w:t>
      </w:r>
      <w:r w:rsidRPr="007E0B1D">
        <w:rPr>
          <w:rtl/>
        </w:rPr>
        <w:t xml:space="preserve"> وقيل حضين الحضيني</w:t>
      </w:r>
      <w:r w:rsidR="00D8054C">
        <w:rPr>
          <w:rtl/>
        </w:rPr>
        <w:t>،</w:t>
      </w:r>
      <w:r w:rsidRPr="007E0B1D">
        <w:rPr>
          <w:rtl/>
        </w:rPr>
        <w:t xml:space="preserve"> وقيل الحصيني</w:t>
      </w:r>
      <w:r w:rsidR="00D8054C">
        <w:rPr>
          <w:rtl/>
        </w:rPr>
        <w:t>،</w:t>
      </w:r>
      <w:r w:rsidRPr="007E0B1D">
        <w:rPr>
          <w:rtl/>
        </w:rPr>
        <w:t xml:space="preserve"> وقيل الحصيبي</w:t>
      </w:r>
      <w:r w:rsidR="00D8054C">
        <w:rPr>
          <w:rtl/>
        </w:rPr>
        <w:t>،</w:t>
      </w:r>
      <w:r w:rsidRPr="007E0B1D">
        <w:rPr>
          <w:rtl/>
        </w:rPr>
        <w:t xml:space="preserve"> العبدي</w:t>
      </w:r>
      <w:r w:rsidR="00D8054C">
        <w:rPr>
          <w:rtl/>
        </w:rPr>
        <w:t>،</w:t>
      </w:r>
      <w:r w:rsidRPr="007E0B1D">
        <w:rPr>
          <w:rtl/>
        </w:rPr>
        <w:t xml:space="preserve"> الأهوازي.</w:t>
      </w:r>
    </w:p>
    <w:p w:rsidR="008867CD" w:rsidRPr="007E0B1D" w:rsidRDefault="008867CD" w:rsidP="008867CD">
      <w:pPr>
        <w:pStyle w:val="libNormal"/>
        <w:rPr>
          <w:rtl/>
        </w:rPr>
      </w:pPr>
      <w:r w:rsidRPr="007E0B1D">
        <w:rPr>
          <w:rtl/>
        </w:rPr>
        <w:t>من ثقات محدثي الامامية</w:t>
      </w:r>
      <w:r w:rsidR="00D8054C">
        <w:rPr>
          <w:rtl/>
        </w:rPr>
        <w:t>،</w:t>
      </w:r>
      <w:r w:rsidRPr="007E0B1D">
        <w:rPr>
          <w:rtl/>
        </w:rPr>
        <w:t xml:space="preserve"> وله كتاب « مسائل الامام الرضا </w:t>
      </w:r>
      <w:r w:rsidR="00D8054C" w:rsidRPr="00D8054C">
        <w:rPr>
          <w:rStyle w:val="libAlaemChar"/>
          <w:rtl/>
        </w:rPr>
        <w:t>عليه‌السلام</w:t>
      </w:r>
      <w:r w:rsidRPr="007E0B1D">
        <w:rPr>
          <w:rtl/>
        </w:rPr>
        <w:t xml:space="preserve"> »</w:t>
      </w:r>
      <w:r>
        <w:rPr>
          <w:rtl/>
        </w:rPr>
        <w:t>.</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عيسى بن عبيد</w:t>
      </w:r>
      <w:r w:rsidR="00D8054C">
        <w:rPr>
          <w:rtl/>
        </w:rPr>
        <w:t>،</w:t>
      </w:r>
      <w:r w:rsidRPr="007E0B1D">
        <w:rPr>
          <w:rtl/>
        </w:rPr>
        <w:t xml:space="preserve"> وأحمد بن عمر الحلال.</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381</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403. معالم العلماء ص 73. جامع الرواة ج 1 ص 504. نقد الرجال ص 206. رجال الحلي </w:t>
      </w:r>
      <w:r w:rsidR="00D8054C">
        <w:rPr>
          <w:rtl/>
        </w:rPr>
        <w:t>(</w:t>
      </w:r>
      <w:r w:rsidRPr="007E0B1D">
        <w:rPr>
          <w:rtl/>
        </w:rPr>
        <w:t>قسم الثقات</w:t>
      </w:r>
      <w:r w:rsidR="00D8054C">
        <w:rPr>
          <w:rtl/>
        </w:rPr>
        <w:t>)</w:t>
      </w:r>
      <w:r w:rsidRPr="007E0B1D">
        <w:rPr>
          <w:rtl/>
        </w:rPr>
        <w:t xml:space="preserve"> ص 109. تنقيح المقال ص 211. رجال الأنصاري ص 111. وسائل الشيعة ج 20 ص 349. فهرست الطوسي ص 101.</w:t>
      </w:r>
      <w:r>
        <w:rPr>
          <w:rFonts w:hint="cs"/>
          <w:rtl/>
        </w:rPr>
        <w:t xml:space="preserve"> </w:t>
      </w:r>
      <w:r w:rsidRPr="007E0B1D">
        <w:rPr>
          <w:rtl/>
        </w:rPr>
        <w:t xml:space="preserve">رجال النجاشي ص 157. معجم الثقات ص 75. ريحانة الأدب </w:t>
      </w:r>
      <w:r w:rsidR="00D8054C">
        <w:rPr>
          <w:rtl/>
        </w:rPr>
        <w:t>(</w:t>
      </w:r>
      <w:r w:rsidRPr="007E0B1D">
        <w:rPr>
          <w:rtl/>
        </w:rPr>
        <w:t>فارسي</w:t>
      </w:r>
      <w:r w:rsidR="00D8054C">
        <w:rPr>
          <w:rtl/>
        </w:rPr>
        <w:t>)</w:t>
      </w:r>
      <w:r w:rsidRPr="007E0B1D">
        <w:rPr>
          <w:rtl/>
        </w:rPr>
        <w:t xml:space="preserve"> ج 2 ص 52. معجم رجال الحديث ج 10 ص 305. روضة المتقين ج 14 ص 386.</w:t>
      </w:r>
      <w:r>
        <w:rPr>
          <w:rFonts w:hint="cs"/>
          <w:rtl/>
        </w:rPr>
        <w:t xml:space="preserve"> </w:t>
      </w:r>
      <w:r w:rsidRPr="007E0B1D">
        <w:rPr>
          <w:rtl/>
        </w:rPr>
        <w:t xml:space="preserve">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56. طرائف المقال ج 1 ص 321. منتهى المقال ص 191. هداية المحدثين ص 207. رجال ابن داود </w:t>
      </w:r>
      <w:r w:rsidR="00D8054C">
        <w:rPr>
          <w:rtl/>
        </w:rPr>
        <w:t>(</w:t>
      </w:r>
      <w:r w:rsidRPr="007E0B1D">
        <w:rPr>
          <w:rtl/>
        </w:rPr>
        <w:t>قسم الثقات</w:t>
      </w:r>
      <w:r w:rsidR="00D8054C">
        <w:rPr>
          <w:rtl/>
        </w:rPr>
        <w:t>)</w:t>
      </w:r>
      <w:r w:rsidRPr="007E0B1D">
        <w:rPr>
          <w:rtl/>
        </w:rPr>
        <w:t xml:space="preserve"> ص 122. منهج المقال ص 211. اتقان المقال ص 84. الوجيزة ص 30. ثقات الرواة للشهرستاني ص 47.</w:t>
      </w:r>
    </w:p>
    <w:p w:rsidR="008867CD" w:rsidRPr="007E0B1D" w:rsidRDefault="008867CD" w:rsidP="008867CD">
      <w:pPr>
        <w:pStyle w:val="libBold1"/>
        <w:rPr>
          <w:rtl/>
        </w:rPr>
      </w:pPr>
      <w:r w:rsidRPr="007E0B1D">
        <w:rPr>
          <w:rtl/>
        </w:rPr>
        <w:t>98</w:t>
      </w:r>
      <w:r w:rsidR="00D8054C">
        <w:rPr>
          <w:rtl/>
        </w:rPr>
        <w:t xml:space="preserve"> - </w:t>
      </w:r>
      <w:r w:rsidRPr="007E0B1D">
        <w:rPr>
          <w:rtl/>
        </w:rPr>
        <w:t>الرازي</w:t>
      </w:r>
    </w:p>
    <w:p w:rsidR="008867CD" w:rsidRPr="007E0B1D" w:rsidRDefault="008867CD" w:rsidP="008867CD">
      <w:pPr>
        <w:pStyle w:val="libNormal"/>
        <w:rPr>
          <w:rtl/>
        </w:rPr>
      </w:pPr>
      <w:r w:rsidRPr="007E0B1D">
        <w:rPr>
          <w:rtl/>
        </w:rPr>
        <w:t>عبد الله بن محمّد بن حماد الرازي.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محمّد بن أحمد بن يحيى.</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403</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أيضا في ص 404. معجم رجال الحديث ج 10 ص 306 وص 316. نقد الرجال ص 206. جامع الرواة ج 1 ص 505. منتهى المقال ص 191. تنقيح المقال ج 2 ص 212 وفيه</w:t>
      </w:r>
      <w:r w:rsidR="00D8054C">
        <w:rPr>
          <w:rtl/>
        </w:rPr>
        <w:t>:</w:t>
      </w:r>
      <w:r w:rsidRPr="007E0B1D">
        <w:rPr>
          <w:rtl/>
        </w:rPr>
        <w:t xml:space="preserve"> وظاهره كونه اماميا ولكن حاله مجهول. مجمع</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الرجال ج 4 ص 48. طرائف المقال ج 1 ص 321. رجال الأنصاري ص 111.</w:t>
      </w:r>
    </w:p>
    <w:p w:rsidR="008867CD" w:rsidRPr="007E0B1D" w:rsidRDefault="008867CD" w:rsidP="008867CD">
      <w:pPr>
        <w:pStyle w:val="libNormal"/>
        <w:rPr>
          <w:rtl/>
        </w:rPr>
      </w:pPr>
      <w:r w:rsidRPr="007E0B1D">
        <w:rPr>
          <w:rtl/>
        </w:rPr>
        <w:t>منهج المقال ص 211.</w:t>
      </w:r>
    </w:p>
    <w:p w:rsidR="008867CD" w:rsidRPr="007E0B1D" w:rsidRDefault="008867CD" w:rsidP="008867CD">
      <w:pPr>
        <w:pStyle w:val="libCenterBold1"/>
        <w:rPr>
          <w:rtl/>
        </w:rPr>
      </w:pPr>
      <w:r w:rsidRPr="007E0B1D">
        <w:rPr>
          <w:rtl/>
        </w:rPr>
        <w:t>99</w:t>
      </w:r>
      <w:r w:rsidR="00D8054C">
        <w:rPr>
          <w:rtl/>
        </w:rPr>
        <w:t xml:space="preserve"> - </w:t>
      </w:r>
      <w:r w:rsidRPr="007E0B1D">
        <w:rPr>
          <w:rtl/>
        </w:rPr>
        <w:t>عبد الله بن محمّد</w:t>
      </w:r>
    </w:p>
    <w:p w:rsidR="008867CD" w:rsidRPr="007E0B1D" w:rsidRDefault="008867CD" w:rsidP="008867CD">
      <w:pPr>
        <w:pStyle w:val="libNormal"/>
        <w:rPr>
          <w:rtl/>
        </w:rPr>
      </w:pPr>
      <w:r w:rsidRPr="007E0B1D">
        <w:rPr>
          <w:rtl/>
        </w:rPr>
        <w:t>عبد الله بن محمّد بن سهل بن داود.</w:t>
      </w:r>
    </w:p>
    <w:p w:rsidR="008867CD" w:rsidRPr="007E0B1D" w:rsidRDefault="008867CD" w:rsidP="008867CD">
      <w:pPr>
        <w:pStyle w:val="libNormal"/>
        <w:rPr>
          <w:rtl/>
        </w:rPr>
      </w:pPr>
      <w:r w:rsidRPr="007E0B1D">
        <w:rPr>
          <w:rtl/>
        </w:rPr>
        <w:t>امامي</w:t>
      </w:r>
      <w:r w:rsidR="00D8054C">
        <w:rPr>
          <w:rtl/>
        </w:rPr>
        <w:t>،</w:t>
      </w:r>
      <w:r w:rsidRPr="007E0B1D">
        <w:rPr>
          <w:rtl/>
        </w:rPr>
        <w:t xml:space="preserve">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402. معجم رجال الحديث ج 10 ص 308. تنقيح المقال ج 2 ص 213 وفيه</w:t>
      </w:r>
      <w:r w:rsidR="00D8054C">
        <w:rPr>
          <w:rtl/>
        </w:rPr>
        <w:t>:</w:t>
      </w:r>
      <w:r w:rsidRPr="007E0B1D">
        <w:rPr>
          <w:rtl/>
        </w:rPr>
        <w:t xml:space="preserve"> وظاهره كونه اماميا ولكنه مجهول الحال. جامع الرواة ج 1 ص 505. منتهى المقال ص 183. نقد الرجال ص 206. مجمع الرجال ج 4 ص 49. طرائف المقال ج 1 ص 321. منهج المقال ص 211.</w:t>
      </w:r>
    </w:p>
    <w:p w:rsidR="008867CD" w:rsidRPr="007E0B1D" w:rsidRDefault="008867CD" w:rsidP="008867CD">
      <w:pPr>
        <w:pStyle w:val="libBold1"/>
        <w:rPr>
          <w:rtl/>
        </w:rPr>
      </w:pPr>
      <w:r w:rsidRPr="007E0B1D">
        <w:rPr>
          <w:rtl/>
        </w:rPr>
        <w:t>100</w:t>
      </w:r>
      <w:r w:rsidR="00D8054C">
        <w:rPr>
          <w:rtl/>
        </w:rPr>
        <w:t xml:space="preserve"> - </w:t>
      </w:r>
      <w:r w:rsidRPr="007E0B1D">
        <w:rPr>
          <w:rtl/>
        </w:rPr>
        <w:t xml:space="preserve">عبد الله ابن الامام الكاظم </w:t>
      </w:r>
      <w:r w:rsidR="00D8054C" w:rsidRPr="00D8054C">
        <w:rPr>
          <w:rStyle w:val="libAlaemChar"/>
          <w:rtl/>
        </w:rPr>
        <w:t>عليه‌السلام</w:t>
      </w:r>
    </w:p>
    <w:p w:rsidR="008867CD" w:rsidRPr="007E0B1D" w:rsidRDefault="008867CD" w:rsidP="008867CD">
      <w:pPr>
        <w:pStyle w:val="libNormal"/>
        <w:rPr>
          <w:rtl/>
        </w:rPr>
      </w:pPr>
      <w:r w:rsidRPr="007E0B1D">
        <w:rPr>
          <w:rtl/>
        </w:rPr>
        <w:t>عبد الله بن موسى الكاظم ابن جعفر الصادق ابن محمّد الباقر ابن علي زين العابدين ابن الامام الحسين الشهيد الهاشمي</w:t>
      </w:r>
      <w:r w:rsidR="00D8054C">
        <w:rPr>
          <w:rtl/>
        </w:rPr>
        <w:t>،</w:t>
      </w:r>
      <w:r w:rsidRPr="007E0B1D">
        <w:rPr>
          <w:rtl/>
        </w:rPr>
        <w:t xml:space="preserve"> العلوي.</w:t>
      </w:r>
    </w:p>
    <w:p w:rsidR="008867CD" w:rsidRPr="007E0B1D" w:rsidRDefault="008867CD" w:rsidP="008867CD">
      <w:pPr>
        <w:pStyle w:val="libNormal"/>
        <w:rPr>
          <w:rtl/>
        </w:rPr>
      </w:pPr>
      <w:r w:rsidRPr="007E0B1D">
        <w:rPr>
          <w:rtl/>
        </w:rPr>
        <w:t xml:space="preserve">أحد أبناء الامام الكاظم </w:t>
      </w:r>
      <w:r w:rsidR="00D8054C" w:rsidRPr="00D8054C">
        <w:rPr>
          <w:rStyle w:val="libAlaemChar"/>
          <w:rtl/>
        </w:rPr>
        <w:t>عليه‌السلام</w:t>
      </w:r>
      <w:r w:rsidR="00D8054C">
        <w:rPr>
          <w:rtl/>
        </w:rPr>
        <w:t>،</w:t>
      </w:r>
      <w:r w:rsidRPr="007E0B1D">
        <w:rPr>
          <w:rtl/>
        </w:rPr>
        <w:t xml:space="preserve"> وعم الامام الجواد </w:t>
      </w:r>
      <w:r w:rsidR="00D8054C" w:rsidRPr="00D8054C">
        <w:rPr>
          <w:rStyle w:val="libAlaemChar"/>
          <w:rtl/>
        </w:rPr>
        <w:t>عليه‌السلام</w:t>
      </w:r>
      <w:r w:rsidR="00D8054C">
        <w:rPr>
          <w:rtl/>
        </w:rPr>
        <w:t>،</w:t>
      </w:r>
      <w:r w:rsidRPr="007E0B1D">
        <w:rPr>
          <w:rtl/>
        </w:rPr>
        <w:t xml:space="preserve"> وكان شيخا نبيلا</w:t>
      </w:r>
      <w:r w:rsidR="00D8054C">
        <w:rPr>
          <w:rtl/>
        </w:rPr>
        <w:t>،</w:t>
      </w:r>
      <w:r w:rsidRPr="007E0B1D">
        <w:rPr>
          <w:rtl/>
        </w:rPr>
        <w:t xml:space="preserve"> جليلا</w:t>
      </w:r>
      <w:r w:rsidR="00D8054C">
        <w:rPr>
          <w:rtl/>
        </w:rPr>
        <w:t>،</w:t>
      </w:r>
      <w:r w:rsidRPr="007E0B1D">
        <w:rPr>
          <w:rtl/>
        </w:rPr>
        <w:t xml:space="preserve"> فاضلا</w:t>
      </w:r>
      <w:r w:rsidR="00D8054C">
        <w:rPr>
          <w:rtl/>
        </w:rPr>
        <w:t>،</w:t>
      </w:r>
      <w:r w:rsidRPr="007E0B1D">
        <w:rPr>
          <w:rtl/>
        </w:rPr>
        <w:t xml:space="preserve"> محدثا ممدوحا</w:t>
      </w:r>
      <w:r w:rsidR="00D8054C">
        <w:rPr>
          <w:rtl/>
        </w:rPr>
        <w:t>،</w:t>
      </w:r>
      <w:r w:rsidRPr="007E0B1D">
        <w:rPr>
          <w:rtl/>
        </w:rPr>
        <w:t xml:space="preserve"> حسن العقيدة والسيرة.</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علي بن السائح.</w:t>
      </w:r>
    </w:p>
    <w:p w:rsidR="008867CD" w:rsidRPr="007E0B1D" w:rsidRDefault="008867CD" w:rsidP="008867CD">
      <w:pPr>
        <w:pStyle w:val="libNormal"/>
        <w:rPr>
          <w:rtl/>
        </w:rPr>
      </w:pPr>
      <w:r w:rsidRPr="007E0B1D">
        <w:rPr>
          <w:rtl/>
        </w:rPr>
        <w:t>كان على قيد الحياة قبل سنة 220 ه‍</w:t>
      </w:r>
      <w:r w:rsidR="00D8054C">
        <w:rPr>
          <w:rtl/>
        </w:rPr>
        <w:t>،</w:t>
      </w:r>
      <w:r w:rsidRPr="007E0B1D">
        <w:rPr>
          <w:rtl/>
        </w:rPr>
        <w:t xml:space="preserve"> وتوفي ببلاد فارس</w:t>
      </w:r>
      <w:r w:rsidR="00D8054C">
        <w:rPr>
          <w:rtl/>
        </w:rPr>
        <w:t>،</w:t>
      </w:r>
      <w:r w:rsidRPr="007E0B1D">
        <w:rPr>
          <w:rtl/>
        </w:rPr>
        <w:t xml:space="preserve"> وقبره بها</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باحدى قرى ساوة.</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الاختصاص ص 102 وفيه حديث مطول يدور حول مسألة سئل بها المترجم له وهو في سن الشيخوخة</w:t>
      </w:r>
      <w:r w:rsidR="00D8054C">
        <w:rPr>
          <w:rtl/>
        </w:rPr>
        <w:t>،</w:t>
      </w:r>
      <w:r w:rsidRPr="007E0B1D">
        <w:rPr>
          <w:rtl/>
        </w:rPr>
        <w:t xml:space="preserve"> وذلك بحضرة الامام الجواد </w:t>
      </w:r>
      <w:r w:rsidR="00D8054C" w:rsidRPr="00D8054C">
        <w:rPr>
          <w:rStyle w:val="libAlaemChar"/>
          <w:rtl/>
        </w:rPr>
        <w:t>عليه‌السلام</w:t>
      </w:r>
      <w:r w:rsidR="00D8054C">
        <w:rPr>
          <w:rtl/>
        </w:rPr>
        <w:t>،</w:t>
      </w:r>
      <w:r w:rsidRPr="007E0B1D">
        <w:rPr>
          <w:rtl/>
        </w:rPr>
        <w:t xml:space="preserve"> فأجاب عبد الله بجواب غير صحيح</w:t>
      </w:r>
      <w:r w:rsidR="00D8054C">
        <w:rPr>
          <w:rtl/>
        </w:rPr>
        <w:t>،</w:t>
      </w:r>
      <w:r w:rsidRPr="007E0B1D">
        <w:rPr>
          <w:rtl/>
        </w:rPr>
        <w:t xml:space="preserve"> فاحتج عليه الامام الجواد </w:t>
      </w:r>
      <w:r w:rsidR="00D8054C" w:rsidRPr="00D8054C">
        <w:rPr>
          <w:rStyle w:val="libAlaemChar"/>
          <w:rtl/>
        </w:rPr>
        <w:t>عليه‌السلام</w:t>
      </w:r>
      <w:r w:rsidR="00D8054C">
        <w:rPr>
          <w:rtl/>
        </w:rPr>
        <w:t>،</w:t>
      </w:r>
      <w:r w:rsidRPr="007E0B1D">
        <w:rPr>
          <w:rtl/>
        </w:rPr>
        <w:t xml:space="preserve"> وهو في التاسعة من عمره الشريف وصحح الجواب</w:t>
      </w:r>
      <w:r w:rsidR="00D8054C">
        <w:rPr>
          <w:rtl/>
        </w:rPr>
        <w:t>،</w:t>
      </w:r>
      <w:r w:rsidRPr="007E0B1D">
        <w:rPr>
          <w:rtl/>
        </w:rPr>
        <w:t xml:space="preserve"> فاعتذر عبد الله لابن أخيه وقال</w:t>
      </w:r>
      <w:r w:rsidR="00D8054C">
        <w:rPr>
          <w:rtl/>
        </w:rPr>
        <w:t>:</w:t>
      </w:r>
      <w:r>
        <w:rPr>
          <w:rFonts w:hint="cs"/>
          <w:rtl/>
        </w:rPr>
        <w:t xml:space="preserve"> </w:t>
      </w:r>
      <w:r w:rsidRPr="007E0B1D">
        <w:rPr>
          <w:rtl/>
        </w:rPr>
        <w:t>صدقت يا سيدي</w:t>
      </w:r>
      <w:r w:rsidR="00D8054C">
        <w:rPr>
          <w:rtl/>
        </w:rPr>
        <w:t>،</w:t>
      </w:r>
      <w:r w:rsidRPr="007E0B1D">
        <w:rPr>
          <w:rtl/>
        </w:rPr>
        <w:t xml:space="preserve"> وأنا استغفر الله. المجدي في أنساب الطالبيين ص 116.</w:t>
      </w:r>
      <w:r>
        <w:rPr>
          <w:rFonts w:hint="cs"/>
          <w:rtl/>
        </w:rPr>
        <w:t xml:space="preserve"> </w:t>
      </w:r>
      <w:r w:rsidRPr="007E0B1D">
        <w:rPr>
          <w:rtl/>
        </w:rPr>
        <w:t>اثبات الوصية ص 186. الفصول الفخرية ص 134. تذكرة الخواص ص 351.</w:t>
      </w:r>
      <w:r>
        <w:rPr>
          <w:rFonts w:hint="cs"/>
          <w:rtl/>
        </w:rPr>
        <w:t xml:space="preserve"> </w:t>
      </w:r>
      <w:r w:rsidRPr="007E0B1D">
        <w:rPr>
          <w:rtl/>
        </w:rPr>
        <w:t xml:space="preserve">عمدة الطالب ص 197 وص 223. الكافي ج 2 ص 313. تنقيح المقال ج 2 ص 219. منتهى الآمال </w:t>
      </w:r>
      <w:r w:rsidR="00D8054C">
        <w:rPr>
          <w:rtl/>
        </w:rPr>
        <w:t>(</w:t>
      </w:r>
      <w:r w:rsidRPr="007E0B1D">
        <w:rPr>
          <w:rtl/>
        </w:rPr>
        <w:t>فارسي</w:t>
      </w:r>
      <w:r w:rsidR="00D8054C">
        <w:rPr>
          <w:rtl/>
        </w:rPr>
        <w:t>)</w:t>
      </w:r>
      <w:r w:rsidRPr="007E0B1D">
        <w:rPr>
          <w:rtl/>
        </w:rPr>
        <w:t xml:space="preserve"> ج 2 ص 248 وص 265. رجال الطوسي في أصحاب الكاظم </w:t>
      </w:r>
      <w:r w:rsidR="00D8054C" w:rsidRPr="00D8054C">
        <w:rPr>
          <w:rStyle w:val="libAlaemChar"/>
          <w:rtl/>
        </w:rPr>
        <w:t>عليه‌السلام</w:t>
      </w:r>
      <w:r w:rsidRPr="007E0B1D">
        <w:rPr>
          <w:rtl/>
        </w:rPr>
        <w:t xml:space="preserve"> ص 353</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379. معجم رجال الحديث ج 10 ص 352. الفخري في أنساب الطالبيين ص 16. المناقب ج 4 ص 382 وفيه نفس الحديث الذي ذكرناه آنفا في الاختصاص مع بعض الزيادة والنقصان.</w:t>
      </w:r>
    </w:p>
    <w:p w:rsidR="008867CD" w:rsidRPr="007E0B1D" w:rsidRDefault="008867CD" w:rsidP="008867CD">
      <w:pPr>
        <w:pStyle w:val="libCenterBold1"/>
        <w:rPr>
          <w:rtl/>
        </w:rPr>
      </w:pPr>
      <w:r w:rsidRPr="007E0B1D">
        <w:rPr>
          <w:rtl/>
        </w:rPr>
        <w:t>101</w:t>
      </w:r>
      <w:r w:rsidR="00D8054C">
        <w:rPr>
          <w:rtl/>
        </w:rPr>
        <w:t xml:space="preserve"> - </w:t>
      </w:r>
      <w:r w:rsidRPr="007E0B1D">
        <w:rPr>
          <w:rtl/>
        </w:rPr>
        <w:t>الرازي</w:t>
      </w:r>
    </w:p>
    <w:p w:rsidR="008867CD" w:rsidRPr="007E0B1D" w:rsidRDefault="008867CD" w:rsidP="008867CD">
      <w:pPr>
        <w:pStyle w:val="libNormal"/>
        <w:rPr>
          <w:rtl/>
        </w:rPr>
      </w:pPr>
      <w:r w:rsidRPr="007E0B1D">
        <w:rPr>
          <w:rtl/>
        </w:rPr>
        <w:t>عبيد الله بن محمّد الرازي.</w:t>
      </w:r>
    </w:p>
    <w:p w:rsidR="008867CD" w:rsidRPr="007E0B1D" w:rsidRDefault="008867CD" w:rsidP="008867CD">
      <w:pPr>
        <w:pStyle w:val="libNormal"/>
        <w:rPr>
          <w:rtl/>
        </w:rPr>
      </w:pPr>
      <w:r w:rsidRPr="007E0B1D">
        <w:rPr>
          <w:rtl/>
        </w:rPr>
        <w:t xml:space="preserve">محدث روى عن الامام الجواد </w:t>
      </w:r>
      <w:r w:rsidR="00D8054C" w:rsidRPr="00D8054C">
        <w:rPr>
          <w:rStyle w:val="libAlaemChar"/>
          <w:rtl/>
        </w:rPr>
        <w:t>عليه‌السلام</w:t>
      </w:r>
      <w:r w:rsidRPr="007E0B1D">
        <w:rPr>
          <w:rtl/>
        </w:rPr>
        <w:t xml:space="preserve"> مكاتبة.</w:t>
      </w:r>
    </w:p>
    <w:p w:rsidR="008867CD" w:rsidRPr="007E0B1D" w:rsidRDefault="008867CD" w:rsidP="008867CD">
      <w:pPr>
        <w:pStyle w:val="libNormal"/>
        <w:rPr>
          <w:rtl/>
        </w:rPr>
      </w:pPr>
      <w:r w:rsidRPr="007E0B1D">
        <w:rPr>
          <w:rtl/>
        </w:rPr>
        <w:t>روى عنه عثمان بن عيسى.</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التهذيب ج 9 ص 126 وفيه يراسل الامام الجواد </w:t>
      </w:r>
      <w:r w:rsidR="00D8054C" w:rsidRPr="00D8054C">
        <w:rPr>
          <w:rStyle w:val="libAlaemChar"/>
          <w:rtl/>
        </w:rPr>
        <w:t>عليه‌السلام</w:t>
      </w:r>
      <w:r w:rsidRPr="007E0B1D">
        <w:rPr>
          <w:rtl/>
        </w:rPr>
        <w:t xml:space="preserve"> ويسأله عن الفقاع</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فيجيبه الامام </w:t>
      </w:r>
      <w:r w:rsidR="00D8054C" w:rsidRPr="00D8054C">
        <w:rPr>
          <w:rStyle w:val="libAlaemChar"/>
          <w:rtl/>
        </w:rPr>
        <w:t>عليه‌السلام</w:t>
      </w:r>
      <w:r w:rsidRPr="007E0B1D">
        <w:rPr>
          <w:rtl/>
        </w:rPr>
        <w:t xml:space="preserve"> على ذلك. جامع الرواة ج 1 ص 530. الاستبصار ج 4 ص 96 وفيه كما في التهذيب ج 9 ص 126. معجم رجال الحديث ج 11 ص 84.</w:t>
      </w:r>
    </w:p>
    <w:p w:rsidR="008867CD" w:rsidRPr="007E0B1D" w:rsidRDefault="008867CD" w:rsidP="008867CD">
      <w:pPr>
        <w:pStyle w:val="libCenterBold1"/>
        <w:rPr>
          <w:rtl/>
        </w:rPr>
      </w:pPr>
      <w:r w:rsidRPr="007E0B1D">
        <w:rPr>
          <w:rtl/>
        </w:rPr>
        <w:t>102</w:t>
      </w:r>
      <w:r w:rsidR="00D8054C">
        <w:rPr>
          <w:rtl/>
        </w:rPr>
        <w:t xml:space="preserve"> - </w:t>
      </w:r>
      <w:r w:rsidRPr="007E0B1D">
        <w:rPr>
          <w:rtl/>
        </w:rPr>
        <w:t>العمري</w:t>
      </w:r>
    </w:p>
    <w:p w:rsidR="008867CD" w:rsidRPr="007E0B1D" w:rsidRDefault="008867CD" w:rsidP="008867CD">
      <w:pPr>
        <w:pStyle w:val="libNormal"/>
        <w:rPr>
          <w:rtl/>
        </w:rPr>
      </w:pPr>
      <w:r w:rsidRPr="007E0B1D">
        <w:rPr>
          <w:rtl/>
        </w:rPr>
        <w:t>عثمان بن سعيد العمري</w:t>
      </w:r>
      <w:r w:rsidR="00D8054C">
        <w:rPr>
          <w:rtl/>
        </w:rPr>
        <w:t>،</w:t>
      </w:r>
      <w:r w:rsidRPr="007E0B1D">
        <w:rPr>
          <w:rtl/>
        </w:rPr>
        <w:t xml:space="preserve"> وقيل العمروي</w:t>
      </w:r>
      <w:r w:rsidR="00D8054C">
        <w:rPr>
          <w:rtl/>
        </w:rPr>
        <w:t>،</w:t>
      </w:r>
      <w:r w:rsidRPr="007E0B1D">
        <w:rPr>
          <w:rtl/>
        </w:rPr>
        <w:t xml:space="preserve"> السمان</w:t>
      </w:r>
      <w:r w:rsidR="00D8054C">
        <w:rPr>
          <w:rtl/>
        </w:rPr>
        <w:t>،</w:t>
      </w:r>
      <w:r w:rsidRPr="007E0B1D">
        <w:rPr>
          <w:rtl/>
        </w:rPr>
        <w:t xml:space="preserve"> وقيل الزيات</w:t>
      </w:r>
      <w:r w:rsidR="00D8054C">
        <w:rPr>
          <w:rtl/>
        </w:rPr>
        <w:t>،</w:t>
      </w:r>
      <w:r w:rsidRPr="007E0B1D">
        <w:rPr>
          <w:rtl/>
        </w:rPr>
        <w:t xml:space="preserve"> الأسدي</w:t>
      </w:r>
      <w:r w:rsidR="00D8054C">
        <w:rPr>
          <w:rtl/>
        </w:rPr>
        <w:t>،</w:t>
      </w:r>
      <w:r w:rsidRPr="007E0B1D">
        <w:rPr>
          <w:rtl/>
        </w:rPr>
        <w:t xml:space="preserve"> أبو عمرو.</w:t>
      </w:r>
    </w:p>
    <w:p w:rsidR="008867CD" w:rsidRPr="007E0B1D" w:rsidRDefault="008867CD" w:rsidP="008867CD">
      <w:pPr>
        <w:pStyle w:val="libNormal"/>
        <w:rPr>
          <w:rtl/>
        </w:rPr>
      </w:pPr>
      <w:r w:rsidRPr="007E0B1D">
        <w:rPr>
          <w:rtl/>
        </w:rPr>
        <w:t>من كبار علماء الشيعة الامامية</w:t>
      </w:r>
      <w:r w:rsidR="00D8054C">
        <w:rPr>
          <w:rtl/>
        </w:rPr>
        <w:t>،</w:t>
      </w:r>
      <w:r w:rsidRPr="007E0B1D">
        <w:rPr>
          <w:rtl/>
        </w:rPr>
        <w:t xml:space="preserve"> ومن فضلاء وثقات محدثي وقته</w:t>
      </w:r>
      <w:r w:rsidR="00D8054C">
        <w:rPr>
          <w:rtl/>
        </w:rPr>
        <w:t>،</w:t>
      </w:r>
      <w:r w:rsidRPr="007E0B1D">
        <w:rPr>
          <w:rtl/>
        </w:rPr>
        <w:t xml:space="preserve"> عرف بحسن السيرة والامانة والعدالة</w:t>
      </w:r>
      <w:r w:rsidR="00D8054C">
        <w:rPr>
          <w:rtl/>
        </w:rPr>
        <w:t>،</w:t>
      </w:r>
      <w:r w:rsidRPr="007E0B1D">
        <w:rPr>
          <w:rtl/>
        </w:rPr>
        <w:t xml:space="preserve"> مع جلالة قدره وعظيم منزلته</w:t>
      </w:r>
      <w:r w:rsidR="00D8054C">
        <w:rPr>
          <w:rtl/>
        </w:rPr>
        <w:t>،</w:t>
      </w:r>
      <w:r w:rsidRPr="007E0B1D">
        <w:rPr>
          <w:rtl/>
        </w:rPr>
        <w:t xml:space="preserve"> فكان موضع اعتماد معاصريه من الأئمة الأطهار </w:t>
      </w:r>
      <w:r w:rsidR="00D8054C" w:rsidRPr="00D8054C">
        <w:rPr>
          <w:rStyle w:val="libAlaemChar"/>
          <w:rtl/>
        </w:rPr>
        <w:t>عليهم‌السلام</w:t>
      </w:r>
      <w:r w:rsidR="00D8054C">
        <w:rPr>
          <w:rtl/>
        </w:rPr>
        <w:t>،</w:t>
      </w:r>
      <w:r w:rsidRPr="007E0B1D">
        <w:rPr>
          <w:rtl/>
        </w:rPr>
        <w:t xml:space="preserve"> ومن أبوابهم.</w:t>
      </w:r>
    </w:p>
    <w:p w:rsidR="008867CD" w:rsidRPr="007E0B1D" w:rsidRDefault="008867CD" w:rsidP="008867CD">
      <w:pPr>
        <w:pStyle w:val="libNormal"/>
        <w:rPr>
          <w:rtl/>
        </w:rPr>
      </w:pPr>
      <w:r w:rsidRPr="007E0B1D">
        <w:rPr>
          <w:rtl/>
        </w:rPr>
        <w:t xml:space="preserve">صحب الأئمة الجواد والهادي والعسكري </w:t>
      </w:r>
      <w:r w:rsidR="00D8054C" w:rsidRPr="00D8054C">
        <w:rPr>
          <w:rStyle w:val="libAlaemChar"/>
          <w:rtl/>
        </w:rPr>
        <w:t>عليهم‌السلام</w:t>
      </w:r>
      <w:r w:rsidR="00D8054C">
        <w:rPr>
          <w:rtl/>
        </w:rPr>
        <w:t>،</w:t>
      </w:r>
      <w:r w:rsidRPr="007E0B1D">
        <w:rPr>
          <w:rtl/>
        </w:rPr>
        <w:t xml:space="preserve"> وتوكل عن الامامين الهادي والعسكري </w:t>
      </w:r>
      <w:r w:rsidR="00D8054C" w:rsidRPr="00D8054C">
        <w:rPr>
          <w:rStyle w:val="libAlaemChar"/>
          <w:rtl/>
        </w:rPr>
        <w:t>عليهما‌السلام</w:t>
      </w:r>
      <w:r w:rsidR="00D8054C">
        <w:rPr>
          <w:rtl/>
        </w:rPr>
        <w:t>،</w:t>
      </w:r>
      <w:r w:rsidRPr="007E0B1D">
        <w:rPr>
          <w:rtl/>
        </w:rPr>
        <w:t xml:space="preserve"> ثم توكل عن الامام المهدي المنتظر </w:t>
      </w:r>
      <w:r w:rsidR="00D8054C">
        <w:rPr>
          <w:rtl/>
        </w:rPr>
        <w:t>(</w:t>
      </w:r>
      <w:r w:rsidRPr="007E0B1D">
        <w:rPr>
          <w:rtl/>
        </w:rPr>
        <w:t>عج</w:t>
      </w:r>
      <w:r w:rsidR="00D8054C">
        <w:rPr>
          <w:rtl/>
        </w:rPr>
        <w:t>)،</w:t>
      </w:r>
      <w:r w:rsidRPr="007E0B1D">
        <w:rPr>
          <w:rtl/>
        </w:rPr>
        <w:t xml:space="preserve"> فكان أول من ناب عنه من نوابه الأربعة أيام غيبته</w:t>
      </w:r>
      <w:r w:rsidR="00D8054C">
        <w:rPr>
          <w:rtl/>
        </w:rPr>
        <w:t>،</w:t>
      </w:r>
      <w:r w:rsidRPr="007E0B1D">
        <w:rPr>
          <w:rtl/>
        </w:rPr>
        <w:t xml:space="preserve"> فكان السفير بينه </w:t>
      </w:r>
      <w:r w:rsidR="00D8054C">
        <w:rPr>
          <w:rtl/>
        </w:rPr>
        <w:t>(</w:t>
      </w:r>
      <w:r w:rsidRPr="007E0B1D">
        <w:rPr>
          <w:rtl/>
        </w:rPr>
        <w:t>عج</w:t>
      </w:r>
      <w:r w:rsidR="00D8054C">
        <w:rPr>
          <w:rtl/>
        </w:rPr>
        <w:t>)</w:t>
      </w:r>
      <w:r w:rsidRPr="007E0B1D">
        <w:rPr>
          <w:rtl/>
        </w:rPr>
        <w:t xml:space="preserve"> وبين الشيعة</w:t>
      </w:r>
      <w:r w:rsidR="00D8054C">
        <w:rPr>
          <w:rtl/>
        </w:rPr>
        <w:t>،</w:t>
      </w:r>
      <w:r w:rsidRPr="007E0B1D">
        <w:rPr>
          <w:rtl/>
        </w:rPr>
        <w:t xml:space="preserve"> وكانت توقيعات الامام المهدي </w:t>
      </w:r>
      <w:r w:rsidR="00D8054C">
        <w:rPr>
          <w:rtl/>
        </w:rPr>
        <w:t>(</w:t>
      </w:r>
      <w:r w:rsidRPr="007E0B1D">
        <w:rPr>
          <w:rtl/>
        </w:rPr>
        <w:t>عج</w:t>
      </w:r>
      <w:r w:rsidR="00D8054C">
        <w:rPr>
          <w:rtl/>
        </w:rPr>
        <w:t>)</w:t>
      </w:r>
      <w:r w:rsidRPr="007E0B1D">
        <w:rPr>
          <w:rtl/>
        </w:rPr>
        <w:t xml:space="preserve"> تخرج على يديه.</w:t>
      </w:r>
    </w:p>
    <w:p w:rsidR="008867CD" w:rsidRPr="007E0B1D" w:rsidRDefault="008867CD" w:rsidP="008867CD">
      <w:pPr>
        <w:pStyle w:val="libNormal"/>
        <w:rPr>
          <w:rtl/>
        </w:rPr>
      </w:pPr>
      <w:r w:rsidRPr="007E0B1D">
        <w:rPr>
          <w:rtl/>
        </w:rPr>
        <w:t>روى عنه علي بن ابراهيم القمي</w:t>
      </w:r>
      <w:r w:rsidR="00D8054C">
        <w:rPr>
          <w:rtl/>
        </w:rPr>
        <w:t>،</w:t>
      </w:r>
      <w:r w:rsidRPr="007E0B1D">
        <w:rPr>
          <w:rtl/>
        </w:rPr>
        <w:t xml:space="preserve"> وأحمد بن المفضل الخزاعي</w:t>
      </w:r>
      <w:r w:rsidR="00D8054C">
        <w:rPr>
          <w:rtl/>
        </w:rPr>
        <w:t>،</w:t>
      </w:r>
      <w:r w:rsidRPr="007E0B1D">
        <w:rPr>
          <w:rtl/>
        </w:rPr>
        <w:t xml:space="preserve"> وسعيد ابن جناح غيرهم.</w:t>
      </w:r>
    </w:p>
    <w:p w:rsidR="008867CD" w:rsidRPr="007E0B1D" w:rsidRDefault="008867CD" w:rsidP="008867CD">
      <w:pPr>
        <w:pStyle w:val="libNormal"/>
        <w:rPr>
          <w:rtl/>
        </w:rPr>
      </w:pPr>
      <w:r w:rsidRPr="007E0B1D">
        <w:rPr>
          <w:rtl/>
        </w:rPr>
        <w:t>توفي ببغداد حدود سنة 257 ه‍</w:t>
      </w:r>
      <w:r w:rsidR="00D8054C">
        <w:rPr>
          <w:rtl/>
        </w:rPr>
        <w:t>،</w:t>
      </w:r>
      <w:r w:rsidRPr="007E0B1D">
        <w:rPr>
          <w:rtl/>
        </w:rPr>
        <w:t xml:space="preserve"> ودفن بالجانب الغربي منها.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الحلي </w:t>
      </w:r>
      <w:r w:rsidR="00D8054C">
        <w:rPr>
          <w:rtl/>
        </w:rPr>
        <w:t>(</w:t>
      </w:r>
      <w:r w:rsidRPr="007E0B1D">
        <w:rPr>
          <w:rtl/>
        </w:rPr>
        <w:t>قسم الثقات</w:t>
      </w:r>
      <w:r w:rsidR="00D8054C">
        <w:rPr>
          <w:rtl/>
        </w:rPr>
        <w:t>)</w:t>
      </w:r>
      <w:r w:rsidRPr="007E0B1D">
        <w:rPr>
          <w:rtl/>
        </w:rPr>
        <w:t xml:space="preserve"> ص 126. المناقب ج 4 ص 380 في امامة الجواد </w:t>
      </w:r>
      <w:r w:rsidR="00D8054C" w:rsidRPr="00D8054C">
        <w:rPr>
          <w:rStyle w:val="libAlaemChar"/>
          <w:rtl/>
        </w:rPr>
        <w:t>عليه‌السلام</w:t>
      </w:r>
      <w:r w:rsidRPr="007E0B1D">
        <w:rPr>
          <w:rtl/>
        </w:rPr>
        <w:t xml:space="preserve"> وفيه</w:t>
      </w:r>
      <w:r w:rsidR="00D8054C">
        <w:rPr>
          <w:rtl/>
        </w:rPr>
        <w:t>:</w:t>
      </w:r>
      <w:r w:rsidRPr="007E0B1D">
        <w:rPr>
          <w:rtl/>
        </w:rPr>
        <w:t xml:space="preserve"> وكان بابه عثمان بن سعيد السمان. منتهى الآمال </w:t>
      </w:r>
      <w:r w:rsidR="00D8054C">
        <w:rPr>
          <w:rtl/>
        </w:rPr>
        <w:t>(</w:t>
      </w:r>
      <w:r w:rsidRPr="007E0B1D">
        <w:rPr>
          <w:rtl/>
        </w:rPr>
        <w:t>فارسي</w:t>
      </w:r>
      <w:r w:rsidR="00D8054C">
        <w:rPr>
          <w:rtl/>
        </w:rPr>
        <w:t>)</w:t>
      </w:r>
      <w:r w:rsidRPr="007E0B1D">
        <w:rPr>
          <w:rtl/>
        </w:rPr>
        <w:t xml:space="preserve"> ج 2 ص 568. وسائل الشيعة ج 20 ص 252. رجال ابن داود </w:t>
      </w:r>
      <w:r w:rsidR="00D8054C">
        <w:rPr>
          <w:rtl/>
        </w:rPr>
        <w:t>(</w:t>
      </w:r>
      <w:r w:rsidRPr="007E0B1D">
        <w:rPr>
          <w:rtl/>
        </w:rPr>
        <w:t>قسم الثقات</w:t>
      </w:r>
      <w:r w:rsidR="00D8054C">
        <w:rPr>
          <w:rtl/>
        </w:rPr>
        <w:t>)</w:t>
      </w:r>
      <w:r w:rsidRPr="007E0B1D">
        <w:rPr>
          <w:rtl/>
        </w:rPr>
        <w:t xml:space="preserve"> ص 133. معجم الثقات ص 77. بهجة الآمال ج 5 ص 332. الكنى والألقاب</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ج 2 ص 99 في ترجمة علي بن يونس البياضي</w:t>
      </w:r>
      <w:r w:rsidR="00D8054C">
        <w:rPr>
          <w:rtl/>
        </w:rPr>
        <w:t>،</w:t>
      </w:r>
      <w:r w:rsidRPr="007E0B1D">
        <w:rPr>
          <w:rtl/>
        </w:rPr>
        <w:t xml:space="preserve"> وج 3 ص 221. الاحتجاج ص 477. كشف الغمة ج 3 ص 319 وص 320. ريحانة الأدب </w:t>
      </w:r>
      <w:r w:rsidR="00D8054C">
        <w:rPr>
          <w:rtl/>
        </w:rPr>
        <w:t>(</w:t>
      </w:r>
      <w:r w:rsidRPr="007E0B1D">
        <w:rPr>
          <w:rtl/>
        </w:rPr>
        <w:t>فارسي</w:t>
      </w:r>
      <w:r w:rsidR="00D8054C">
        <w:rPr>
          <w:rtl/>
        </w:rPr>
        <w:t>)</w:t>
      </w:r>
      <w:r w:rsidRPr="007E0B1D">
        <w:rPr>
          <w:rtl/>
        </w:rPr>
        <w:t xml:space="preserve"> ج 4 ص 206. جامع الرواة ج 1 ص 533. منتهى المقال ص 200. سفينة البحار ج 2 ص 158. الزام الناصب ج 1 ص 424. سيرة الأئمة الاثني عشر ص 566 وص 567. تنقيح المقال ج 2 ص 545. رجال الطوسي في أصحاب الهادي </w:t>
      </w:r>
      <w:r w:rsidR="00D8054C" w:rsidRPr="00D8054C">
        <w:rPr>
          <w:rStyle w:val="libAlaemChar"/>
          <w:rtl/>
        </w:rPr>
        <w:t>عليه‌السلام</w:t>
      </w:r>
      <w:r w:rsidRPr="007E0B1D">
        <w:rPr>
          <w:rtl/>
        </w:rPr>
        <w:t xml:space="preserve"> ص 420</w:t>
      </w:r>
      <w:r w:rsidR="00D8054C">
        <w:rPr>
          <w:rtl/>
        </w:rPr>
        <w:t>،</w:t>
      </w:r>
      <w:r w:rsidRPr="007E0B1D">
        <w:rPr>
          <w:rtl/>
        </w:rPr>
        <w:t xml:space="preserve"> وفي اصحاب العسكري </w:t>
      </w:r>
      <w:r w:rsidR="00D8054C" w:rsidRPr="00D8054C">
        <w:rPr>
          <w:rStyle w:val="libAlaemChar"/>
          <w:rtl/>
        </w:rPr>
        <w:t>عليه‌السلام</w:t>
      </w:r>
      <w:r w:rsidRPr="007E0B1D">
        <w:rPr>
          <w:rtl/>
        </w:rPr>
        <w:t xml:space="preserve"> ص 434. الكافي ج 1 ص 265.</w:t>
      </w:r>
      <w:r>
        <w:rPr>
          <w:rFonts w:hint="cs"/>
          <w:rtl/>
        </w:rPr>
        <w:t xml:space="preserve"> </w:t>
      </w:r>
      <w:r w:rsidRPr="007E0B1D">
        <w:rPr>
          <w:rtl/>
        </w:rPr>
        <w:t>طرائف المقال ج 1 ص 324. هداية المحدثين ص 110. رجال الأنصاري ص 114. معجم رجال الحديث ج 11 ص 111. نقد الرجال ص 219. توضيح الاشتباه ص 219. الغيبة للطوسي ص 214. منهج المقال ص 219. اتقان المقال ص 88. الوجيزة ص 32. أضبط المقال ص 526. ثقات الرواة للشهرستاني ص 48.</w:t>
      </w:r>
    </w:p>
    <w:p w:rsidR="008867CD" w:rsidRPr="007E0B1D" w:rsidRDefault="008867CD" w:rsidP="008867CD">
      <w:pPr>
        <w:pStyle w:val="libCenterBold1"/>
        <w:rPr>
          <w:rtl/>
        </w:rPr>
      </w:pPr>
      <w:r w:rsidRPr="007E0B1D">
        <w:rPr>
          <w:rtl/>
        </w:rPr>
        <w:t>103</w:t>
      </w:r>
      <w:r w:rsidR="00D8054C">
        <w:rPr>
          <w:rtl/>
        </w:rPr>
        <w:t xml:space="preserve"> - </w:t>
      </w:r>
      <w:r w:rsidRPr="007E0B1D">
        <w:rPr>
          <w:rtl/>
        </w:rPr>
        <w:t>عثمان بن عيسى</w:t>
      </w:r>
    </w:p>
    <w:p w:rsidR="008867CD" w:rsidRPr="007E0B1D" w:rsidRDefault="008867CD" w:rsidP="008867CD">
      <w:pPr>
        <w:pStyle w:val="libNormal"/>
        <w:rPr>
          <w:rtl/>
        </w:rPr>
      </w:pPr>
      <w:r w:rsidRPr="007E0B1D">
        <w:rPr>
          <w:rtl/>
        </w:rPr>
        <w:t>عثمان بن عيسى العامري</w:t>
      </w:r>
      <w:r w:rsidR="00D8054C">
        <w:rPr>
          <w:rtl/>
        </w:rPr>
        <w:t>،</w:t>
      </w:r>
      <w:r w:rsidRPr="007E0B1D">
        <w:rPr>
          <w:rtl/>
        </w:rPr>
        <w:t xml:space="preserve"> الكلابي</w:t>
      </w:r>
      <w:r w:rsidR="00D8054C">
        <w:rPr>
          <w:rtl/>
        </w:rPr>
        <w:t>،</w:t>
      </w:r>
      <w:r w:rsidRPr="007E0B1D">
        <w:rPr>
          <w:rtl/>
        </w:rPr>
        <w:t xml:space="preserve"> الرواسي بالولاء</w:t>
      </w:r>
      <w:r w:rsidR="00D8054C">
        <w:rPr>
          <w:rtl/>
        </w:rPr>
        <w:t>،</w:t>
      </w:r>
      <w:r w:rsidRPr="007E0B1D">
        <w:rPr>
          <w:rtl/>
        </w:rPr>
        <w:t xml:space="preserve"> الكوفي</w:t>
      </w:r>
      <w:r w:rsidR="00D8054C">
        <w:rPr>
          <w:rtl/>
        </w:rPr>
        <w:t>،</w:t>
      </w:r>
      <w:r w:rsidRPr="007E0B1D">
        <w:rPr>
          <w:rtl/>
        </w:rPr>
        <w:t xml:space="preserve"> أبو عمرو.</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ومن عظماء علمائهم وفقهائهم</w:t>
      </w:r>
      <w:r w:rsidR="00D8054C">
        <w:rPr>
          <w:rtl/>
        </w:rPr>
        <w:t>،</w:t>
      </w:r>
      <w:r w:rsidRPr="007E0B1D">
        <w:rPr>
          <w:rtl/>
        </w:rPr>
        <w:t xml:space="preserve"> وله تآليف.</w:t>
      </w:r>
    </w:p>
    <w:p w:rsidR="008867CD" w:rsidRPr="007E0B1D" w:rsidRDefault="008867CD" w:rsidP="008867CD">
      <w:pPr>
        <w:pStyle w:val="libNormal"/>
        <w:rPr>
          <w:rtl/>
        </w:rPr>
      </w:pPr>
      <w:r w:rsidRPr="007E0B1D">
        <w:rPr>
          <w:rtl/>
        </w:rPr>
        <w:t xml:space="preserve">كان من وكلاء الامامين الكاظم والرضا </w:t>
      </w:r>
      <w:r w:rsidR="00D8054C" w:rsidRPr="00D8054C">
        <w:rPr>
          <w:rStyle w:val="libAlaemChar"/>
          <w:rtl/>
        </w:rPr>
        <w:t>عليهما‌السلام</w:t>
      </w:r>
      <w:r w:rsidR="00D8054C">
        <w:rPr>
          <w:rtl/>
        </w:rPr>
        <w:t>،</w:t>
      </w:r>
      <w:r w:rsidRPr="007E0B1D">
        <w:rPr>
          <w:rtl/>
        </w:rPr>
        <w:t xml:space="preserve"> ثم صحب الامام الجواد </w:t>
      </w:r>
      <w:r w:rsidR="00D8054C" w:rsidRPr="00D8054C">
        <w:rPr>
          <w:rStyle w:val="libAlaemChar"/>
          <w:rtl/>
        </w:rPr>
        <w:t>عليه‌السلام</w:t>
      </w:r>
      <w:r w:rsidRPr="007E0B1D">
        <w:rPr>
          <w:rtl/>
        </w:rPr>
        <w:t xml:space="preserve"> وروى عنه.</w:t>
      </w:r>
    </w:p>
    <w:p w:rsidR="008867CD" w:rsidRPr="007E0B1D" w:rsidRDefault="008867CD" w:rsidP="008867CD">
      <w:pPr>
        <w:pStyle w:val="libNormal"/>
        <w:rPr>
          <w:rtl/>
        </w:rPr>
      </w:pPr>
      <w:r w:rsidRPr="007E0B1D">
        <w:rPr>
          <w:rtl/>
        </w:rPr>
        <w:t>كان في أول أمره واقفيا ومن شيوخهم ورؤسائهم</w:t>
      </w:r>
      <w:r w:rsidR="00D8054C">
        <w:rPr>
          <w:rtl/>
        </w:rPr>
        <w:t>،</w:t>
      </w:r>
      <w:r w:rsidRPr="007E0B1D">
        <w:rPr>
          <w:rtl/>
        </w:rPr>
        <w:t xml:space="preserve"> وقف على الامام الرضا </w:t>
      </w:r>
      <w:r w:rsidR="00D8054C" w:rsidRPr="00D8054C">
        <w:rPr>
          <w:rStyle w:val="libAlaemChar"/>
          <w:rtl/>
        </w:rPr>
        <w:t>عليه‌السلام</w:t>
      </w:r>
      <w:r w:rsidR="00D8054C">
        <w:rPr>
          <w:rtl/>
        </w:rPr>
        <w:t>،</w:t>
      </w:r>
      <w:r w:rsidRPr="007E0B1D">
        <w:rPr>
          <w:rtl/>
        </w:rPr>
        <w:t xml:space="preserve"> وامتنع القول بامامته بعد وفاة الامام الكاظم </w:t>
      </w:r>
      <w:r w:rsidR="00D8054C" w:rsidRPr="00D8054C">
        <w:rPr>
          <w:rStyle w:val="libAlaemChar"/>
          <w:rtl/>
        </w:rPr>
        <w:t>عليه‌السلام</w:t>
      </w:r>
      <w:r w:rsidR="00D8054C">
        <w:rPr>
          <w:rtl/>
        </w:rPr>
        <w:t>،</w:t>
      </w:r>
      <w:r w:rsidRPr="007E0B1D">
        <w:rPr>
          <w:rtl/>
        </w:rPr>
        <w:t xml:space="preserve"> وامتنع عن استرجاع بعض أموال الامام الكاظم التي كانت في يده وذلك طمعا بها</w:t>
      </w:r>
      <w:r w:rsidR="00D8054C">
        <w:rPr>
          <w:rtl/>
        </w:rPr>
        <w:t>،</w:t>
      </w:r>
      <w:r w:rsidRPr="007E0B1D">
        <w:rPr>
          <w:rtl/>
        </w:rPr>
        <w:t xml:space="preserve"> وكذلك</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استبد ببعض أموال الامام الرضا </w:t>
      </w:r>
      <w:r w:rsidR="00D8054C" w:rsidRPr="00D8054C">
        <w:rPr>
          <w:rStyle w:val="libAlaemChar"/>
          <w:rtl/>
        </w:rPr>
        <w:t>عليه‌السلام</w:t>
      </w:r>
      <w:r w:rsidR="00D8054C">
        <w:rPr>
          <w:rtl/>
        </w:rPr>
        <w:t>،</w:t>
      </w:r>
      <w:r w:rsidRPr="007E0B1D">
        <w:rPr>
          <w:rtl/>
        </w:rPr>
        <w:t xml:space="preserve"> فسخط عليه الرضا </w:t>
      </w:r>
      <w:r w:rsidR="00D8054C" w:rsidRPr="00D8054C">
        <w:rPr>
          <w:rStyle w:val="libAlaemChar"/>
          <w:rtl/>
        </w:rPr>
        <w:t>عليه‌السلام</w:t>
      </w:r>
      <w:r w:rsidR="00D8054C">
        <w:rPr>
          <w:rtl/>
        </w:rPr>
        <w:t>،</w:t>
      </w:r>
      <w:r w:rsidRPr="007E0B1D">
        <w:rPr>
          <w:rtl/>
        </w:rPr>
        <w:t xml:space="preserve"> ولم يزل حتى استيقيظ ضميره وتاب عن توقفه من القول بامامة الرضا </w:t>
      </w:r>
      <w:r w:rsidR="00D8054C" w:rsidRPr="00D8054C">
        <w:rPr>
          <w:rStyle w:val="libAlaemChar"/>
          <w:rtl/>
        </w:rPr>
        <w:t>عليه‌السلام</w:t>
      </w:r>
      <w:r w:rsidRPr="007E0B1D">
        <w:rPr>
          <w:rtl/>
        </w:rPr>
        <w:t xml:space="preserve"> ومن بعده من الأئمة </w:t>
      </w:r>
      <w:r w:rsidR="00D8054C" w:rsidRPr="00D8054C">
        <w:rPr>
          <w:rStyle w:val="libAlaemChar"/>
          <w:rtl/>
        </w:rPr>
        <w:t>عليهم‌السلام</w:t>
      </w:r>
      <w:r w:rsidR="00D8054C">
        <w:rPr>
          <w:rtl/>
        </w:rPr>
        <w:t>،</w:t>
      </w:r>
      <w:r w:rsidRPr="007E0B1D">
        <w:rPr>
          <w:rtl/>
        </w:rPr>
        <w:t xml:space="preserve"> وأعاد الأموال التي استبد بها للامام الرضا </w:t>
      </w:r>
      <w:r w:rsidR="00D8054C" w:rsidRPr="00D8054C">
        <w:rPr>
          <w:rStyle w:val="libAlaemChar"/>
          <w:rtl/>
        </w:rPr>
        <w:t>عليه‌السلام</w:t>
      </w:r>
      <w:r w:rsidR="00D8054C">
        <w:rPr>
          <w:rtl/>
        </w:rPr>
        <w:t>،</w:t>
      </w:r>
      <w:r w:rsidRPr="007E0B1D">
        <w:rPr>
          <w:rtl/>
        </w:rPr>
        <w:t xml:space="preserve"> وبرجوعه الى خط الامامة والولاية أصبح من مقدمي علماء الشيعة الامامية المعول عليهم.</w:t>
      </w:r>
    </w:p>
    <w:p w:rsidR="008867CD" w:rsidRPr="007E0B1D" w:rsidRDefault="008867CD" w:rsidP="008867CD">
      <w:pPr>
        <w:pStyle w:val="libNormal"/>
        <w:rPr>
          <w:rtl/>
        </w:rPr>
      </w:pPr>
      <w:r w:rsidRPr="007E0B1D">
        <w:rPr>
          <w:rtl/>
        </w:rPr>
        <w:t>كان في أيام وقفه وانحرافه عن الامامة ثقة فيه حديثه</w:t>
      </w:r>
      <w:r w:rsidR="00D8054C">
        <w:rPr>
          <w:rtl/>
        </w:rPr>
        <w:t>،</w:t>
      </w:r>
      <w:r w:rsidRPr="007E0B1D">
        <w:rPr>
          <w:rtl/>
        </w:rPr>
        <w:t xml:space="preserve"> صادقا في مقولته.</w:t>
      </w:r>
    </w:p>
    <w:p w:rsidR="008867CD" w:rsidRPr="007E0B1D" w:rsidRDefault="008867CD" w:rsidP="008867CD">
      <w:pPr>
        <w:pStyle w:val="libNormal"/>
        <w:rPr>
          <w:rtl/>
        </w:rPr>
      </w:pPr>
      <w:r w:rsidRPr="007E0B1D">
        <w:rPr>
          <w:rtl/>
        </w:rPr>
        <w:t>كان كوفيا</w:t>
      </w:r>
      <w:r w:rsidR="00D8054C">
        <w:rPr>
          <w:rtl/>
        </w:rPr>
        <w:t>،</w:t>
      </w:r>
      <w:r w:rsidRPr="007E0B1D">
        <w:rPr>
          <w:rtl/>
        </w:rPr>
        <w:t xml:space="preserve"> نزل مدينة كربلاء</w:t>
      </w:r>
      <w:r w:rsidR="00D8054C">
        <w:rPr>
          <w:rtl/>
        </w:rPr>
        <w:t>،</w:t>
      </w:r>
      <w:r w:rsidRPr="007E0B1D">
        <w:rPr>
          <w:rtl/>
        </w:rPr>
        <w:t xml:space="preserve"> ولم يزل بها حتى توفي عن ستين سنة ودفن بها</w:t>
      </w:r>
      <w:r w:rsidR="00D8054C">
        <w:rPr>
          <w:rtl/>
        </w:rPr>
        <w:t>،</w:t>
      </w:r>
      <w:r w:rsidRPr="007E0B1D">
        <w:rPr>
          <w:rtl/>
        </w:rPr>
        <w:t xml:space="preserve"> وكان على قيد الحياة قبل سنة 220 ه‍</w:t>
      </w:r>
      <w:r>
        <w:rPr>
          <w:rtl/>
        </w:rPr>
        <w:t>.</w:t>
      </w:r>
    </w:p>
    <w:p w:rsidR="008867CD" w:rsidRPr="007E0B1D" w:rsidRDefault="008867CD" w:rsidP="008867CD">
      <w:pPr>
        <w:pStyle w:val="libNormal"/>
        <w:rPr>
          <w:rtl/>
        </w:rPr>
      </w:pPr>
      <w:r w:rsidRPr="007E0B1D">
        <w:rPr>
          <w:rtl/>
        </w:rPr>
        <w:t>تردد اسمه في اكثر من 740 موردا في أسناد الروايات.</w:t>
      </w:r>
    </w:p>
    <w:p w:rsidR="008867CD" w:rsidRPr="007E0B1D" w:rsidRDefault="008867CD" w:rsidP="008867CD">
      <w:pPr>
        <w:pStyle w:val="libNormal"/>
        <w:rPr>
          <w:rtl/>
        </w:rPr>
      </w:pPr>
      <w:r w:rsidRPr="007E0B1D">
        <w:rPr>
          <w:rtl/>
        </w:rPr>
        <w:t>من تآليفه وكتبه « القضايا »</w:t>
      </w:r>
      <w:r w:rsidR="00D8054C">
        <w:rPr>
          <w:rtl/>
        </w:rPr>
        <w:t>،</w:t>
      </w:r>
      <w:r w:rsidRPr="007E0B1D">
        <w:rPr>
          <w:rtl/>
        </w:rPr>
        <w:t xml:space="preserve"> </w:t>
      </w:r>
      <w:r>
        <w:rPr>
          <w:rtl/>
        </w:rPr>
        <w:t>و «</w:t>
      </w:r>
      <w:r w:rsidRPr="007E0B1D">
        <w:rPr>
          <w:rtl/>
        </w:rPr>
        <w:t xml:space="preserve"> الوصايا »</w:t>
      </w:r>
      <w:r w:rsidR="00D8054C">
        <w:rPr>
          <w:rtl/>
        </w:rPr>
        <w:t>،</w:t>
      </w:r>
      <w:r w:rsidRPr="007E0B1D">
        <w:rPr>
          <w:rtl/>
        </w:rPr>
        <w:t xml:space="preserve"> </w:t>
      </w:r>
      <w:r>
        <w:rPr>
          <w:rtl/>
        </w:rPr>
        <w:t>و «</w:t>
      </w:r>
      <w:r w:rsidRPr="007E0B1D">
        <w:rPr>
          <w:rtl/>
        </w:rPr>
        <w:t xml:space="preserve"> الصلاة »</w:t>
      </w:r>
      <w:r w:rsidR="00D8054C">
        <w:rPr>
          <w:rtl/>
        </w:rPr>
        <w:t>،</w:t>
      </w:r>
      <w:r w:rsidRPr="007E0B1D">
        <w:rPr>
          <w:rtl/>
        </w:rPr>
        <w:t xml:space="preserve"> </w:t>
      </w:r>
      <w:r>
        <w:rPr>
          <w:rtl/>
        </w:rPr>
        <w:t>و «</w:t>
      </w:r>
      <w:r w:rsidRPr="007E0B1D">
        <w:rPr>
          <w:rtl/>
        </w:rPr>
        <w:t xml:space="preserve"> المياه »</w:t>
      </w:r>
      <w:r w:rsidR="00D8054C">
        <w:rPr>
          <w:rtl/>
        </w:rPr>
        <w:t>،</w:t>
      </w:r>
      <w:r w:rsidRPr="007E0B1D">
        <w:rPr>
          <w:rtl/>
        </w:rPr>
        <w:t xml:space="preserve"> </w:t>
      </w:r>
      <w:r>
        <w:rPr>
          <w:rtl/>
        </w:rPr>
        <w:t>و «</w:t>
      </w:r>
      <w:r w:rsidRPr="007E0B1D">
        <w:rPr>
          <w:rtl/>
        </w:rPr>
        <w:t xml:space="preserve"> الأحكام »</w:t>
      </w:r>
      <w:r>
        <w:rPr>
          <w:rtl/>
        </w:rPr>
        <w:t>.</w:t>
      </w:r>
    </w:p>
    <w:p w:rsidR="008867CD" w:rsidRPr="007E0B1D" w:rsidRDefault="008867CD" w:rsidP="008867CD">
      <w:pPr>
        <w:pStyle w:val="libNormal"/>
        <w:rPr>
          <w:rtl/>
        </w:rPr>
      </w:pPr>
      <w:r w:rsidRPr="007E0B1D">
        <w:rPr>
          <w:rtl/>
        </w:rPr>
        <w:t>روى عنه جماعة من المحدثين اكثر من 30 محدثا أمثال</w:t>
      </w:r>
      <w:r w:rsidR="00D8054C">
        <w:rPr>
          <w:rtl/>
        </w:rPr>
        <w:t>:</w:t>
      </w:r>
      <w:r w:rsidRPr="007E0B1D">
        <w:rPr>
          <w:rtl/>
        </w:rPr>
        <w:t xml:space="preserve"> السندي بن الربيع</w:t>
      </w:r>
      <w:r w:rsidR="00D8054C">
        <w:rPr>
          <w:rtl/>
        </w:rPr>
        <w:t>،</w:t>
      </w:r>
      <w:r w:rsidRPr="007E0B1D">
        <w:rPr>
          <w:rtl/>
        </w:rPr>
        <w:t xml:space="preserve"> وأحمد بن محمّد بن خالد البرقي</w:t>
      </w:r>
      <w:r w:rsidR="00D8054C">
        <w:rPr>
          <w:rtl/>
        </w:rPr>
        <w:t>،</w:t>
      </w:r>
      <w:r w:rsidRPr="007E0B1D">
        <w:rPr>
          <w:rtl/>
        </w:rPr>
        <w:t xml:space="preserve"> وعلي بن مهزيار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التهذيب ج 1 ص 6 وص 39 وص 42 وص 56 وص 172 وص 212 وص 226 وص 229 وص 349 وص 376 وص 418</w:t>
      </w:r>
      <w:r w:rsidR="00D8054C">
        <w:rPr>
          <w:rtl/>
        </w:rPr>
        <w:t>،</w:t>
      </w:r>
      <w:r w:rsidRPr="007E0B1D">
        <w:rPr>
          <w:rtl/>
        </w:rPr>
        <w:t xml:space="preserve"> وج 2 ص 58 وص 264 وص 286 وص 289 وص 290 وص 317 وص 330 وص 333</w:t>
      </w:r>
      <w:r w:rsidR="00D8054C">
        <w:rPr>
          <w:rtl/>
        </w:rPr>
        <w:t>،</w:t>
      </w:r>
      <w:r w:rsidRPr="007E0B1D">
        <w:rPr>
          <w:rtl/>
        </w:rPr>
        <w:t xml:space="preserve"> وج 3 ص 20 وص 51 وص 148 وص 272</w:t>
      </w:r>
      <w:r w:rsidR="00D8054C">
        <w:rPr>
          <w:rtl/>
        </w:rPr>
        <w:t>،</w:t>
      </w:r>
      <w:r w:rsidRPr="007E0B1D">
        <w:rPr>
          <w:rtl/>
        </w:rPr>
        <w:t xml:space="preserve"> وج 4 ص 12 وص 15 وص 189 وص 242 وص 272 وص 289</w:t>
      </w:r>
      <w:r w:rsidR="00D8054C">
        <w:rPr>
          <w:rtl/>
        </w:rPr>
        <w:t>،</w:t>
      </w:r>
      <w:r w:rsidRPr="007E0B1D">
        <w:rPr>
          <w:rtl/>
        </w:rPr>
        <w:t xml:space="preserve"> وج 5 ص 315 وص 417 وص 426 وص 462</w:t>
      </w:r>
      <w:r w:rsidR="00D8054C">
        <w:rPr>
          <w:rtl/>
        </w:rPr>
        <w:t>،</w:t>
      </w:r>
      <w:r w:rsidRPr="007E0B1D">
        <w:rPr>
          <w:rtl/>
        </w:rPr>
        <w:t xml:space="preserve"> وج 6 ص 148 وص 166 وص 179 وص 188 وص 275 وص 340 وص 345 وص 365 وص 366 وص 382</w:t>
      </w:r>
      <w:r w:rsidR="00D8054C">
        <w:rPr>
          <w:rtl/>
        </w:rPr>
        <w:t>،</w:t>
      </w:r>
      <w:r w:rsidRPr="007E0B1D">
        <w:rPr>
          <w:rtl/>
        </w:rPr>
        <w:t xml:space="preserve"> وج 7 ص 6 وص 15 وص 17 وص 22 وص 69 وص 73 وص 86 وص 105 وص 114 وص 142 وص 253 وص 308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323 وص 329 وص 363 وص 447 وص 459 وص 479</w:t>
      </w:r>
      <w:r w:rsidR="00D8054C">
        <w:rPr>
          <w:rtl/>
        </w:rPr>
        <w:t>،</w:t>
      </w:r>
      <w:r w:rsidRPr="007E0B1D">
        <w:rPr>
          <w:rtl/>
        </w:rPr>
        <w:t xml:space="preserve"> وج 8 ص 15 وص 130 وص 145 وص 191 وص 227 وص 282</w:t>
      </w:r>
      <w:r w:rsidR="00D8054C">
        <w:rPr>
          <w:rtl/>
        </w:rPr>
        <w:t>،</w:t>
      </w:r>
      <w:r w:rsidRPr="007E0B1D">
        <w:rPr>
          <w:rtl/>
        </w:rPr>
        <w:t xml:space="preserve"> وج 9 ص 93 وص 114 وص 126 وفيها يروي مراسلة عبيد الله بن محمّد الرازي مع الامام الجواد </w:t>
      </w:r>
      <w:r w:rsidR="00D8054C" w:rsidRPr="00D8054C">
        <w:rPr>
          <w:rStyle w:val="libAlaemChar"/>
          <w:rtl/>
        </w:rPr>
        <w:t>عليه‌السلام</w:t>
      </w:r>
      <w:r w:rsidRPr="007E0B1D">
        <w:rPr>
          <w:rtl/>
        </w:rPr>
        <w:t xml:space="preserve"> حول بعض المسائل الشرعية</w:t>
      </w:r>
      <w:r w:rsidR="00D8054C">
        <w:rPr>
          <w:rtl/>
        </w:rPr>
        <w:t>،</w:t>
      </w:r>
      <w:r w:rsidRPr="007E0B1D">
        <w:rPr>
          <w:rtl/>
        </w:rPr>
        <w:t xml:space="preserve"> وص 154 وص 227</w:t>
      </w:r>
      <w:r w:rsidR="00D8054C">
        <w:rPr>
          <w:rtl/>
        </w:rPr>
        <w:t>،</w:t>
      </w:r>
      <w:r w:rsidRPr="007E0B1D">
        <w:rPr>
          <w:rtl/>
        </w:rPr>
        <w:t xml:space="preserve"> وج 10 ص 48 وص 160 وص 184 وص 187 وص 191 وص 264 وغيرها. التوحيد ص 361.</w:t>
      </w:r>
      <w:r>
        <w:rPr>
          <w:rFonts w:hint="cs"/>
          <w:rtl/>
        </w:rPr>
        <w:t xml:space="preserve"> </w:t>
      </w:r>
      <w:r w:rsidRPr="007E0B1D">
        <w:rPr>
          <w:rtl/>
        </w:rPr>
        <w:t>مستطرفات السرائر ص 160. توضيح الاشتباه ص 219. اتقان المقال ص 320.</w:t>
      </w:r>
      <w:r>
        <w:rPr>
          <w:rFonts w:hint="cs"/>
          <w:rtl/>
        </w:rPr>
        <w:t xml:space="preserve"> </w:t>
      </w:r>
      <w:r w:rsidRPr="007E0B1D">
        <w:rPr>
          <w:rtl/>
        </w:rPr>
        <w:t>الذريعة ج 15 ص 57</w:t>
      </w:r>
      <w:r w:rsidR="00D8054C">
        <w:rPr>
          <w:rtl/>
        </w:rPr>
        <w:t>،</w:t>
      </w:r>
      <w:r w:rsidRPr="007E0B1D">
        <w:rPr>
          <w:rtl/>
        </w:rPr>
        <w:t xml:space="preserve"> وج 23 ص 300</w:t>
      </w:r>
      <w:r w:rsidR="00D8054C">
        <w:rPr>
          <w:rtl/>
        </w:rPr>
        <w:t>،</w:t>
      </w:r>
      <w:r w:rsidRPr="007E0B1D">
        <w:rPr>
          <w:rtl/>
        </w:rPr>
        <w:t xml:space="preserve"> وج 25 ص 95. رجال الحلي </w:t>
      </w:r>
      <w:r w:rsidR="00D8054C">
        <w:rPr>
          <w:rtl/>
        </w:rPr>
        <w:t>(</w:t>
      </w:r>
      <w:r w:rsidRPr="007E0B1D">
        <w:rPr>
          <w:rtl/>
        </w:rPr>
        <w:t>قسم الضعفاء</w:t>
      </w:r>
      <w:r w:rsidR="00D8054C">
        <w:rPr>
          <w:rtl/>
        </w:rPr>
        <w:t>)</w:t>
      </w:r>
      <w:r w:rsidRPr="007E0B1D">
        <w:rPr>
          <w:rtl/>
        </w:rPr>
        <w:t xml:space="preserve"> ص 244. جامع الرواة ج 1 ص 534. وسائل الشيعة ج 20 ص 252.</w:t>
      </w:r>
      <w:r>
        <w:rPr>
          <w:rFonts w:hint="cs"/>
          <w:rtl/>
        </w:rPr>
        <w:t xml:space="preserve"> </w:t>
      </w:r>
      <w:r w:rsidRPr="007E0B1D">
        <w:rPr>
          <w:rtl/>
        </w:rPr>
        <w:t xml:space="preserve">روضة المتقين ج 14 ص 388. الغيبة للطوسي ص 43 وص 213. معجم المؤلفين ج 6 ص 266. عيون أخبار الرضا </w:t>
      </w:r>
      <w:r w:rsidR="00D8054C" w:rsidRPr="00D8054C">
        <w:rPr>
          <w:rStyle w:val="libAlaemChar"/>
          <w:rtl/>
        </w:rPr>
        <w:t>عليه‌السلام</w:t>
      </w:r>
      <w:r w:rsidRPr="007E0B1D">
        <w:rPr>
          <w:rtl/>
        </w:rPr>
        <w:t xml:space="preserve"> ج 1 ص 113. الاختصاص ص 78 وص 285 وص 313 وص 327. تنقيح المقال ج 2 ص 247. رجال البرقي في أصحاب الكاظم </w:t>
      </w:r>
      <w:r w:rsidR="00D8054C" w:rsidRPr="00D8054C">
        <w:rPr>
          <w:rStyle w:val="libAlaemChar"/>
          <w:rtl/>
        </w:rPr>
        <w:t>عليه‌السلام</w:t>
      </w:r>
      <w:r w:rsidRPr="007E0B1D">
        <w:rPr>
          <w:rtl/>
        </w:rPr>
        <w:t xml:space="preserve"> ص 39. جامع المقال ص 80. روضة الكافي ص 243 وص 264 وص 271 وص 314. كامل الزيارات ص 11. مجمع الرجال ج 4 ص 133</w:t>
      </w:r>
      <w:r w:rsidR="00D8054C">
        <w:rPr>
          <w:rtl/>
        </w:rPr>
        <w:t xml:space="preserve"> - </w:t>
      </w:r>
      <w:r w:rsidRPr="007E0B1D">
        <w:rPr>
          <w:rtl/>
        </w:rPr>
        <w:t>ص 135. الخصال ص 11 وص 37 وص 81 وص 100 وص 159 وص 224 وص 228 وص 285 وص 431 وص 478 وص 539.</w:t>
      </w:r>
      <w:r>
        <w:rPr>
          <w:rFonts w:hint="cs"/>
          <w:rtl/>
        </w:rPr>
        <w:t xml:space="preserve"> </w:t>
      </w:r>
      <w:r w:rsidRPr="007E0B1D">
        <w:rPr>
          <w:rtl/>
        </w:rPr>
        <w:t>معجم رجال الحديث ج 11 ص 117</w:t>
      </w:r>
      <w:r w:rsidR="00D8054C">
        <w:rPr>
          <w:rtl/>
        </w:rPr>
        <w:t xml:space="preserve"> - </w:t>
      </w:r>
      <w:r w:rsidRPr="007E0B1D">
        <w:rPr>
          <w:rtl/>
        </w:rPr>
        <w:t>ص 125. الوجيزة ص 4. الاستبصار ج 1 ص 10 وص 21 وص 23 وص 51 وص 57 وص 111 وص 149 وص 177 وص 204 وص 295 وص 348 وص 389 وص 406</w:t>
      </w:r>
      <w:r w:rsidR="00D8054C">
        <w:rPr>
          <w:rtl/>
        </w:rPr>
        <w:t>،</w:t>
      </w:r>
      <w:r w:rsidRPr="007E0B1D">
        <w:rPr>
          <w:rtl/>
        </w:rPr>
        <w:t xml:space="preserve"> وج 2 ص 16 وص 79 وص 90 وص 106 وص 113 وص 188 وص 330</w:t>
      </w:r>
      <w:r w:rsidR="00D8054C">
        <w:rPr>
          <w:rtl/>
        </w:rPr>
        <w:t>،</w:t>
      </w:r>
      <w:r w:rsidRPr="007E0B1D">
        <w:rPr>
          <w:rtl/>
        </w:rPr>
        <w:t xml:space="preserve"> وج 3 ص 50 وص 86 وص 166 وص 225 وص 298 وص 303 وص 310 وص 340</w:t>
      </w:r>
      <w:r w:rsidR="00D8054C">
        <w:rPr>
          <w:rtl/>
        </w:rPr>
        <w:t>،</w:t>
      </w:r>
      <w:r w:rsidRPr="007E0B1D">
        <w:rPr>
          <w:rtl/>
        </w:rPr>
        <w:t xml:space="preserve"> وج 4 ص 57 وص 69 وص 96 وفيه نفس الحديث الذي ذكرناه آنفا عن التهذيب ج 9 ص 126 وص 109 وص 269 وغيرها. معالم العلماء ص 88. هدية العارفين</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ج 1 ص 651. سفينة البحار ج 2 ص 159. نضد الايضاح ص 206. بهجة الآمال ج 5 ص 333. طرائف المقال ج 1 ص 324. إيضاح الاشتباه ص 66. رجال الأنصاري ص 114. المناقب ج 4 ص 325 وفيه</w:t>
      </w:r>
      <w:r w:rsidR="00D8054C">
        <w:rPr>
          <w:rtl/>
        </w:rPr>
        <w:t>:</w:t>
      </w:r>
      <w:r w:rsidRPr="007E0B1D">
        <w:rPr>
          <w:rtl/>
        </w:rPr>
        <w:t xml:space="preserve"> من ثقات الكاظم </w:t>
      </w:r>
      <w:r w:rsidR="00D8054C" w:rsidRPr="00D8054C">
        <w:rPr>
          <w:rStyle w:val="libAlaemChar"/>
          <w:rtl/>
        </w:rPr>
        <w:t>عليه‌السلام</w:t>
      </w:r>
      <w:r w:rsidRPr="007E0B1D">
        <w:rPr>
          <w:rtl/>
        </w:rPr>
        <w:t>. هداية المحدثين ص 111. الكافي ج 1 ص 29 وص 53 وص 121 وص 171</w:t>
      </w:r>
      <w:r w:rsidR="00D8054C">
        <w:rPr>
          <w:rtl/>
        </w:rPr>
        <w:t>،</w:t>
      </w:r>
      <w:r w:rsidRPr="007E0B1D">
        <w:rPr>
          <w:rtl/>
        </w:rPr>
        <w:t xml:space="preserve"> وج 2 ص 80 وص 85 وص 93 وص 95 وص 122 وص 124 وص 135 وص 158 وص 161 وص 170 وص 179 وص 194 وص 218 وص 238 وص 254 وص 257 وص 275 وص 291 وص 334 وص 350 وص 391 وص 393 وص 405 وص 462 وص 494</w:t>
      </w:r>
      <w:r w:rsidR="00D8054C">
        <w:rPr>
          <w:rtl/>
        </w:rPr>
        <w:t>،</w:t>
      </w:r>
      <w:r w:rsidRPr="007E0B1D">
        <w:rPr>
          <w:rtl/>
        </w:rPr>
        <w:t xml:space="preserve"> وج 3 ص 1 وص 3 وص 10 وص 40 وص 49 وص 54 وص 58 وص 65 وص 143 وص 197 وص 208 وص 228 وص 289 وص 297 وص 301 وص 315 وص 336 وص 338 وص 364 وص 366 وص 380 وص 385 وص 388 وص 395 وص 402 وص 421 وص 425 وص 458 وص 499 وص 511 وص 512 وص 515 وص 528 وص 530 وص 535 وص 545 وص 556</w:t>
      </w:r>
      <w:r w:rsidR="00D8054C">
        <w:rPr>
          <w:rtl/>
        </w:rPr>
        <w:t>،</w:t>
      </w:r>
      <w:r w:rsidRPr="007E0B1D">
        <w:rPr>
          <w:rtl/>
        </w:rPr>
        <w:t xml:space="preserve"> وج 4 ص 18 وص 50 وص 53 وص 82 وص 90 وص 96 وص 100 وص 101 وص 103 وص 108 وص 120 وص 125 وص 132 وص 148 وص 155 وص 214 وص 252 وص 309 وص 335 وص 367 وص 524</w:t>
      </w:r>
      <w:r w:rsidR="00D8054C">
        <w:rPr>
          <w:rtl/>
        </w:rPr>
        <w:t>،</w:t>
      </w:r>
      <w:r w:rsidRPr="007E0B1D">
        <w:rPr>
          <w:rtl/>
        </w:rPr>
        <w:t xml:space="preserve"> وج 5 ص 22 وص 45 وص 62 وص 136 وص 146 وص 150 وص 191 وص 257 وص 258 وص 275 وص 311 وص 356 وص 427 وص 537 وص 543 وص 664 وص 566 وص 567</w:t>
      </w:r>
      <w:r w:rsidR="00D8054C">
        <w:rPr>
          <w:rtl/>
        </w:rPr>
        <w:t>،</w:t>
      </w:r>
      <w:r w:rsidRPr="007E0B1D">
        <w:rPr>
          <w:rtl/>
        </w:rPr>
        <w:t xml:space="preserve"> وج 6 ص 2 وص 28 وص 39 وص 63 وص 82 وص 104 وص 105 وص 106 وص 113 وص 124 وص 136 وص 140 وص 142 وص 148 وص 155 وص 173 وص 217 وص 414 وص 433 وص 471 وص 499 وص 516 وص 541 وص 552</w:t>
      </w:r>
      <w:r w:rsidR="00D8054C">
        <w:rPr>
          <w:rtl/>
        </w:rPr>
        <w:t>،</w:t>
      </w:r>
      <w:r w:rsidRPr="007E0B1D">
        <w:rPr>
          <w:rtl/>
        </w:rPr>
        <w:t xml:space="preserve"> وج 7 ص 32 وص 224 وص 300 وص 304 وص 334</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379 وص 434 وص 438 وغيرها. من لا يحضره الفقيه ج 3 ص 229</w:t>
      </w:r>
      <w:r w:rsidR="00D8054C">
        <w:rPr>
          <w:rtl/>
        </w:rPr>
        <w:t>،</w:t>
      </w:r>
      <w:r w:rsidRPr="007E0B1D">
        <w:rPr>
          <w:rtl/>
        </w:rPr>
        <w:t xml:space="preserve"> وج 4 ص 70 وص 93 وص 102 وص 114. التحرير الطاوسي ص 199. نقد الرجال ص 219. منتهى المقال ص 200. فهرست الطوسي ص 120. رجال ابن داود </w:t>
      </w:r>
      <w:r w:rsidR="00D8054C">
        <w:rPr>
          <w:rtl/>
        </w:rPr>
        <w:t>(</w:t>
      </w:r>
      <w:r w:rsidRPr="007E0B1D">
        <w:rPr>
          <w:rtl/>
        </w:rPr>
        <w:t>قسم الضعفاء</w:t>
      </w:r>
      <w:r w:rsidR="00D8054C">
        <w:rPr>
          <w:rtl/>
        </w:rPr>
        <w:t>)</w:t>
      </w:r>
      <w:r w:rsidRPr="007E0B1D">
        <w:rPr>
          <w:rtl/>
        </w:rPr>
        <w:t xml:space="preserve"> ص 258 وص 287. معجم الثقات ص 78 وص 316.</w:t>
      </w:r>
      <w:r>
        <w:rPr>
          <w:rFonts w:hint="cs"/>
          <w:rtl/>
        </w:rPr>
        <w:t xml:space="preserve"> </w:t>
      </w:r>
      <w:r w:rsidRPr="007E0B1D">
        <w:rPr>
          <w:rtl/>
        </w:rPr>
        <w:t xml:space="preserve">رجال الطوسي في أصحاب الكاظم </w:t>
      </w:r>
      <w:r w:rsidR="00D8054C" w:rsidRPr="00D8054C">
        <w:rPr>
          <w:rStyle w:val="libAlaemChar"/>
          <w:rtl/>
        </w:rPr>
        <w:t>عليه‌السلام</w:t>
      </w:r>
      <w:r w:rsidRPr="007E0B1D">
        <w:rPr>
          <w:rtl/>
        </w:rPr>
        <w:t xml:space="preserve"> ص 355</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380. رجال الكشي ص 160 وص 199 وص 247 وص 453 وص 478 وص 556 وفيه</w:t>
      </w:r>
      <w:r w:rsidR="00D8054C">
        <w:rPr>
          <w:rtl/>
        </w:rPr>
        <w:t>:</w:t>
      </w:r>
      <w:r w:rsidRPr="007E0B1D">
        <w:rPr>
          <w:rtl/>
        </w:rPr>
        <w:t xml:space="preserve"> أجمع أصحابنا على تصحيح ما يصح عن هؤلاء وتصديقهم</w:t>
      </w:r>
      <w:r w:rsidR="00D8054C">
        <w:rPr>
          <w:rtl/>
        </w:rPr>
        <w:t>،</w:t>
      </w:r>
      <w:r w:rsidRPr="007E0B1D">
        <w:rPr>
          <w:rtl/>
        </w:rPr>
        <w:t xml:space="preserve"> وأقروا لهم بالفقه والعلم وهم ستة نفر </w:t>
      </w:r>
      <w:r w:rsidR="00D8054C">
        <w:rPr>
          <w:rtl/>
        </w:rPr>
        <w:t>(</w:t>
      </w:r>
      <w:r w:rsidRPr="007E0B1D">
        <w:rPr>
          <w:rtl/>
        </w:rPr>
        <w:t>فذكرهم ومن بينهم المترجم له</w:t>
      </w:r>
      <w:r w:rsidR="00D8054C">
        <w:rPr>
          <w:rtl/>
        </w:rPr>
        <w:t>)،</w:t>
      </w:r>
      <w:r w:rsidRPr="007E0B1D">
        <w:rPr>
          <w:rtl/>
        </w:rPr>
        <w:t xml:space="preserve"> وص 597 وص 598. رجال النجاشي ص 212. منهج المقال ص 219.</w:t>
      </w:r>
    </w:p>
    <w:p w:rsidR="008867CD" w:rsidRPr="007E0B1D" w:rsidRDefault="008867CD" w:rsidP="008867CD">
      <w:pPr>
        <w:pStyle w:val="libCenterBold1"/>
        <w:rPr>
          <w:rtl/>
        </w:rPr>
      </w:pPr>
      <w:r w:rsidRPr="007E0B1D">
        <w:rPr>
          <w:rtl/>
        </w:rPr>
        <w:t>104</w:t>
      </w:r>
      <w:r w:rsidR="00D8054C">
        <w:rPr>
          <w:rtl/>
        </w:rPr>
        <w:t xml:space="preserve"> - </w:t>
      </w:r>
      <w:r w:rsidRPr="007E0B1D">
        <w:rPr>
          <w:rtl/>
        </w:rPr>
        <w:t>علي بن أسباط</w:t>
      </w:r>
    </w:p>
    <w:p w:rsidR="008867CD" w:rsidRPr="007E0B1D" w:rsidRDefault="008867CD" w:rsidP="008867CD">
      <w:pPr>
        <w:pStyle w:val="libNormal"/>
        <w:rPr>
          <w:rtl/>
        </w:rPr>
      </w:pPr>
      <w:r w:rsidRPr="007E0B1D">
        <w:rPr>
          <w:rtl/>
        </w:rPr>
        <w:t>علي بن أسباط بن سالم الكندي</w:t>
      </w:r>
      <w:r w:rsidR="00D8054C">
        <w:rPr>
          <w:rtl/>
        </w:rPr>
        <w:t>،</w:t>
      </w:r>
      <w:r w:rsidRPr="007E0B1D">
        <w:rPr>
          <w:rtl/>
        </w:rPr>
        <w:t xml:space="preserve"> الكوفي</w:t>
      </w:r>
      <w:r w:rsidR="00D8054C">
        <w:rPr>
          <w:rtl/>
        </w:rPr>
        <w:t>،</w:t>
      </w:r>
      <w:r w:rsidRPr="007E0B1D">
        <w:rPr>
          <w:rtl/>
        </w:rPr>
        <w:t xml:space="preserve"> بياع الزطي</w:t>
      </w:r>
      <w:r w:rsidR="00D8054C">
        <w:rPr>
          <w:rtl/>
        </w:rPr>
        <w:t>،</w:t>
      </w:r>
      <w:r w:rsidRPr="007E0B1D">
        <w:rPr>
          <w:rtl/>
        </w:rPr>
        <w:t xml:space="preserve"> أبو الحسن.</w:t>
      </w:r>
    </w:p>
    <w:p w:rsidR="008867CD" w:rsidRPr="007E0B1D" w:rsidRDefault="008867CD" w:rsidP="008867CD">
      <w:pPr>
        <w:pStyle w:val="libNormal"/>
        <w:rPr>
          <w:rtl/>
        </w:rPr>
      </w:pPr>
      <w:r w:rsidRPr="007E0B1D">
        <w:rPr>
          <w:rtl/>
        </w:rPr>
        <w:t>من فضلاء علماء ومجتهدي الشيعة الامامية</w:t>
      </w:r>
      <w:r w:rsidR="00D8054C">
        <w:rPr>
          <w:rtl/>
        </w:rPr>
        <w:t>،</w:t>
      </w:r>
      <w:r w:rsidRPr="007E0B1D">
        <w:rPr>
          <w:rtl/>
        </w:rPr>
        <w:t xml:space="preserve"> وكان محدثا ثقة</w:t>
      </w:r>
      <w:r w:rsidR="00D8054C">
        <w:rPr>
          <w:rtl/>
        </w:rPr>
        <w:t>،</w:t>
      </w:r>
      <w:r w:rsidRPr="007E0B1D">
        <w:rPr>
          <w:rtl/>
        </w:rPr>
        <w:t xml:space="preserve"> فقيها بارزا</w:t>
      </w:r>
      <w:r w:rsidR="00D8054C">
        <w:rPr>
          <w:rtl/>
        </w:rPr>
        <w:t>،</w:t>
      </w:r>
      <w:r w:rsidRPr="007E0B1D">
        <w:rPr>
          <w:rtl/>
        </w:rPr>
        <w:t xml:space="preserve"> مفسرا جليلا</w:t>
      </w:r>
      <w:r w:rsidR="00D8054C">
        <w:rPr>
          <w:rtl/>
        </w:rPr>
        <w:t>،</w:t>
      </w:r>
      <w:r w:rsidRPr="007E0B1D">
        <w:rPr>
          <w:rtl/>
        </w:rPr>
        <w:t xml:space="preserve"> مقرئا</w:t>
      </w:r>
      <w:r w:rsidR="00D8054C">
        <w:rPr>
          <w:rtl/>
        </w:rPr>
        <w:t>،</w:t>
      </w:r>
      <w:r w:rsidRPr="007E0B1D">
        <w:rPr>
          <w:rtl/>
        </w:rPr>
        <w:t xml:space="preserve"> عرف بصدق اللهجة</w:t>
      </w:r>
      <w:r w:rsidR="00D8054C">
        <w:rPr>
          <w:rtl/>
        </w:rPr>
        <w:t>،</w:t>
      </w:r>
      <w:r w:rsidRPr="007E0B1D">
        <w:rPr>
          <w:rtl/>
        </w:rPr>
        <w:t xml:space="preserve"> وله كتب.</w:t>
      </w:r>
    </w:p>
    <w:p w:rsidR="008867CD" w:rsidRPr="007E0B1D" w:rsidRDefault="008867CD" w:rsidP="008867CD">
      <w:pPr>
        <w:pStyle w:val="libNormal"/>
        <w:rPr>
          <w:rtl/>
        </w:rPr>
      </w:pPr>
      <w:r w:rsidRPr="007E0B1D">
        <w:rPr>
          <w:rtl/>
        </w:rPr>
        <w:t>كان في أول أمره فطحيا</w:t>
      </w:r>
      <w:r w:rsidR="00D8054C">
        <w:rPr>
          <w:rtl/>
        </w:rPr>
        <w:t>،</w:t>
      </w:r>
      <w:r w:rsidRPr="007E0B1D">
        <w:rPr>
          <w:rtl/>
        </w:rPr>
        <w:t xml:space="preserve"> ثم استبصر ورجع الى الحق وجادة الصواب</w:t>
      </w:r>
      <w:r w:rsidR="00D8054C">
        <w:rPr>
          <w:rtl/>
        </w:rPr>
        <w:t>،</w:t>
      </w:r>
      <w:r w:rsidRPr="007E0B1D">
        <w:rPr>
          <w:rtl/>
        </w:rPr>
        <w:t xml:space="preserve"> فأصبح من خيرة المؤمنين.</w:t>
      </w:r>
    </w:p>
    <w:p w:rsidR="008867CD" w:rsidRPr="007E0B1D" w:rsidRDefault="008867CD" w:rsidP="008867CD">
      <w:pPr>
        <w:pStyle w:val="libNormal"/>
        <w:rPr>
          <w:rtl/>
        </w:rPr>
      </w:pPr>
      <w:r w:rsidRPr="007E0B1D">
        <w:rPr>
          <w:rtl/>
        </w:rPr>
        <w:t xml:space="preserve">صحب الامامين الرضا والجواد </w:t>
      </w:r>
      <w:r w:rsidR="00D8054C" w:rsidRPr="00D8054C">
        <w:rPr>
          <w:rStyle w:val="libAlaemChar"/>
          <w:rtl/>
        </w:rPr>
        <w:t>عليهم‌السلام</w:t>
      </w:r>
      <w:r w:rsidR="00D8054C">
        <w:rPr>
          <w:rtl/>
        </w:rPr>
        <w:t>،</w:t>
      </w:r>
      <w:r w:rsidRPr="007E0B1D">
        <w:rPr>
          <w:rtl/>
        </w:rPr>
        <w:t xml:space="preserve"> وروى عنهما.</w:t>
      </w:r>
    </w:p>
    <w:p w:rsidR="008867CD" w:rsidRPr="007E0B1D" w:rsidRDefault="008867CD" w:rsidP="008867CD">
      <w:pPr>
        <w:pStyle w:val="libNormal"/>
        <w:rPr>
          <w:rtl/>
        </w:rPr>
      </w:pPr>
      <w:r w:rsidRPr="007E0B1D">
        <w:rPr>
          <w:rtl/>
        </w:rPr>
        <w:t>جاء اسمه في أكثر من 385 موردا في أسناد الروايات.</w:t>
      </w:r>
    </w:p>
    <w:p w:rsidR="008867CD" w:rsidRPr="007E0B1D" w:rsidRDefault="008867CD" w:rsidP="008867CD">
      <w:pPr>
        <w:pStyle w:val="libNormal"/>
        <w:rPr>
          <w:rtl/>
        </w:rPr>
      </w:pPr>
      <w:r w:rsidRPr="007E0B1D">
        <w:rPr>
          <w:rtl/>
        </w:rPr>
        <w:t>روى عنه اكثر من 45 راويا أمثال</w:t>
      </w:r>
      <w:r w:rsidR="00D8054C">
        <w:rPr>
          <w:rtl/>
        </w:rPr>
        <w:t>:</w:t>
      </w:r>
      <w:r w:rsidRPr="007E0B1D">
        <w:rPr>
          <w:rtl/>
        </w:rPr>
        <w:t xml:space="preserve"> أحمد بن يوسف بن حمزة الجعفي</w:t>
      </w:r>
      <w:r w:rsidR="00D8054C">
        <w:rPr>
          <w:rtl/>
        </w:rPr>
        <w:t>،</w:t>
      </w:r>
      <w:r w:rsidRPr="007E0B1D">
        <w:rPr>
          <w:rtl/>
        </w:rPr>
        <w:t xml:space="preserve"> وعلي بن الحسن بن فضال</w:t>
      </w:r>
      <w:r w:rsidR="00D8054C">
        <w:rPr>
          <w:rtl/>
        </w:rPr>
        <w:t>،</w:t>
      </w:r>
      <w:r w:rsidRPr="007E0B1D">
        <w:rPr>
          <w:rtl/>
        </w:rPr>
        <w:t xml:space="preserve"> ومحمّد بن أيوب الدهقان وغيرهم.</w:t>
      </w:r>
    </w:p>
    <w:p w:rsidR="008867CD" w:rsidRPr="007E0B1D" w:rsidRDefault="008867CD" w:rsidP="008867CD">
      <w:pPr>
        <w:pStyle w:val="libNormal"/>
        <w:rPr>
          <w:rtl/>
        </w:rPr>
      </w:pPr>
      <w:r w:rsidRPr="007E0B1D">
        <w:rPr>
          <w:rtl/>
        </w:rPr>
        <w:t>له من الكتب « تفسير القرآن »</w:t>
      </w:r>
      <w:r w:rsidR="00D8054C">
        <w:rPr>
          <w:rtl/>
        </w:rPr>
        <w:t>،</w:t>
      </w:r>
      <w:r w:rsidRPr="007E0B1D">
        <w:rPr>
          <w:rtl/>
        </w:rPr>
        <w:t xml:space="preserve"> </w:t>
      </w:r>
      <w:r>
        <w:rPr>
          <w:rtl/>
        </w:rPr>
        <w:t>و «</w:t>
      </w:r>
      <w:r w:rsidRPr="007E0B1D">
        <w:rPr>
          <w:rtl/>
        </w:rPr>
        <w:t xml:space="preserve"> المزار »</w:t>
      </w:r>
      <w:r w:rsidR="00D8054C">
        <w:rPr>
          <w:rtl/>
        </w:rPr>
        <w:t>،</w:t>
      </w:r>
      <w:r w:rsidRPr="007E0B1D">
        <w:rPr>
          <w:rtl/>
        </w:rPr>
        <w:t xml:space="preserve"> </w:t>
      </w:r>
      <w:r>
        <w:rPr>
          <w:rtl/>
        </w:rPr>
        <w:t>و «</w:t>
      </w:r>
      <w:r w:rsidRPr="007E0B1D">
        <w:rPr>
          <w:rtl/>
        </w:rPr>
        <w:t xml:space="preserve"> الدلائل »</w:t>
      </w:r>
      <w:r w:rsidR="00D8054C">
        <w:rPr>
          <w:rtl/>
        </w:rPr>
        <w:t>،</w:t>
      </w:r>
      <w:r w:rsidRPr="007E0B1D">
        <w:rPr>
          <w:rtl/>
        </w:rPr>
        <w:t xml:space="preserve"> </w:t>
      </w:r>
      <w:r>
        <w:rPr>
          <w:rtl/>
        </w:rPr>
        <w:t>و «</w:t>
      </w:r>
      <w:r w:rsidRPr="007E0B1D">
        <w:rPr>
          <w:rtl/>
        </w:rPr>
        <w:t xml:space="preserve"> النوادر »</w:t>
      </w:r>
      <w:r>
        <w:rPr>
          <w:rtl/>
        </w:rPr>
        <w:t>.</w:t>
      </w:r>
    </w:p>
    <w:p w:rsidR="008867CD" w:rsidRPr="007E0B1D" w:rsidRDefault="008867CD" w:rsidP="008867CD">
      <w:pPr>
        <w:pStyle w:val="libNormal"/>
        <w:rPr>
          <w:rtl/>
        </w:rPr>
      </w:pPr>
      <w:r w:rsidRPr="007E0B1D">
        <w:rPr>
          <w:rtl/>
        </w:rPr>
        <w:t>كان حيا قبل سنة 220 ه‍</w:t>
      </w:r>
      <w:r>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382</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403. عيون أخبار الرضا </w:t>
      </w:r>
      <w:r w:rsidR="00D8054C" w:rsidRPr="00D8054C">
        <w:rPr>
          <w:rStyle w:val="libAlaemChar"/>
          <w:rtl/>
        </w:rPr>
        <w:t>عليه‌السلام</w:t>
      </w:r>
      <w:r w:rsidRPr="007E0B1D">
        <w:rPr>
          <w:rtl/>
        </w:rPr>
        <w:t xml:space="preserve"> ج 2 ص 12. الاختصاص ص 19 وص 61 وص 70 وص 84 وص 144 وص 263 وص 287. هداية المحدثين ص 114. التحرير الطاوسي ص 187. رجال ابن داود </w:t>
      </w:r>
      <w:r w:rsidR="00D8054C">
        <w:rPr>
          <w:rtl/>
        </w:rPr>
        <w:t>(</w:t>
      </w:r>
      <w:r w:rsidRPr="007E0B1D">
        <w:rPr>
          <w:rtl/>
        </w:rPr>
        <w:t>قسم الضعفاء</w:t>
      </w:r>
      <w:r w:rsidR="00D8054C">
        <w:rPr>
          <w:rtl/>
        </w:rPr>
        <w:t>)</w:t>
      </w:r>
      <w:r w:rsidRPr="007E0B1D">
        <w:rPr>
          <w:rtl/>
        </w:rPr>
        <w:t xml:space="preserve"> ص 260. التهذيب ج 1 ص 24 وص 48 وص 182</w:t>
      </w:r>
      <w:r w:rsidR="00D8054C">
        <w:rPr>
          <w:rtl/>
        </w:rPr>
        <w:t>،</w:t>
      </w:r>
      <w:r w:rsidRPr="007E0B1D">
        <w:rPr>
          <w:rtl/>
        </w:rPr>
        <w:t xml:space="preserve"> وج 2 ص 23 وص 28</w:t>
      </w:r>
      <w:r w:rsidR="00D8054C">
        <w:rPr>
          <w:rtl/>
        </w:rPr>
        <w:t>،</w:t>
      </w:r>
      <w:r w:rsidRPr="007E0B1D">
        <w:rPr>
          <w:rtl/>
        </w:rPr>
        <w:t xml:space="preserve"> وج 5 ص 185 وص 451</w:t>
      </w:r>
      <w:r w:rsidR="00D8054C">
        <w:rPr>
          <w:rtl/>
        </w:rPr>
        <w:t>،</w:t>
      </w:r>
      <w:r w:rsidRPr="007E0B1D">
        <w:rPr>
          <w:rtl/>
        </w:rPr>
        <w:t xml:space="preserve"> وج 7 ص 310 وص 336 وص 364 وص 407 وص 463</w:t>
      </w:r>
      <w:r w:rsidR="00D8054C">
        <w:rPr>
          <w:rtl/>
        </w:rPr>
        <w:t>،</w:t>
      </w:r>
      <w:r w:rsidRPr="007E0B1D">
        <w:rPr>
          <w:rtl/>
        </w:rPr>
        <w:t xml:space="preserve"> وج 8 ص 90</w:t>
      </w:r>
      <w:r w:rsidR="00D8054C">
        <w:rPr>
          <w:rtl/>
        </w:rPr>
        <w:t>،</w:t>
      </w:r>
      <w:r w:rsidRPr="007E0B1D">
        <w:rPr>
          <w:rtl/>
        </w:rPr>
        <w:t xml:space="preserve"> وج 9 ص 194 وص 277 وص 306</w:t>
      </w:r>
      <w:r w:rsidR="00D8054C">
        <w:rPr>
          <w:rtl/>
        </w:rPr>
        <w:t>،</w:t>
      </w:r>
      <w:r w:rsidRPr="007E0B1D">
        <w:rPr>
          <w:rtl/>
        </w:rPr>
        <w:t xml:space="preserve"> وج 10 ص 132 وص 312. كشف الحجب والأستار ص 463. ريحانة الأدب </w:t>
      </w:r>
      <w:r w:rsidR="00D8054C">
        <w:rPr>
          <w:rtl/>
        </w:rPr>
        <w:t>(</w:t>
      </w:r>
      <w:r w:rsidRPr="007E0B1D">
        <w:rPr>
          <w:rtl/>
        </w:rPr>
        <w:t>فارسي</w:t>
      </w:r>
      <w:r w:rsidR="00D8054C">
        <w:rPr>
          <w:rtl/>
        </w:rPr>
        <w:t>)</w:t>
      </w:r>
      <w:r w:rsidRPr="007E0B1D">
        <w:rPr>
          <w:rtl/>
        </w:rPr>
        <w:t xml:space="preserve"> ج 7 ص 380. التوحيد ص 19 وص 146 وص 172 وص 237 وص 312 وص 348 وص 356 وص 459. نقد الرجال ص 227. تأسيس الشيعة ص 329. فهرست الطوسي ص 90. رجال الأنصاري ص 118. رجال النجاشي ص 177.</w:t>
      </w:r>
      <w:r>
        <w:rPr>
          <w:rFonts w:hint="cs"/>
          <w:rtl/>
        </w:rPr>
        <w:t xml:space="preserve"> </w:t>
      </w:r>
      <w:r w:rsidRPr="007E0B1D">
        <w:rPr>
          <w:rtl/>
        </w:rPr>
        <w:t xml:space="preserve">مستطرفات السرائر ص 40 وص 41. بهجة الآمال ج 5 ص 375. رجال البرقي في أصحاب الرضا </w:t>
      </w:r>
      <w:r w:rsidR="00D8054C" w:rsidRPr="00D8054C">
        <w:rPr>
          <w:rStyle w:val="libAlaemChar"/>
          <w:rtl/>
        </w:rPr>
        <w:t>عليه‌السلام</w:t>
      </w:r>
      <w:r w:rsidRPr="007E0B1D">
        <w:rPr>
          <w:rtl/>
        </w:rPr>
        <w:t xml:space="preserve"> ص 55</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56. الاستبصار ج 1 ص 116 وص 389</w:t>
      </w:r>
      <w:r w:rsidR="00D8054C">
        <w:rPr>
          <w:rtl/>
        </w:rPr>
        <w:t>،</w:t>
      </w:r>
      <w:r w:rsidRPr="007E0B1D">
        <w:rPr>
          <w:rtl/>
        </w:rPr>
        <w:t xml:space="preserve"> وج 3 ص 203 وص 314</w:t>
      </w:r>
      <w:r w:rsidR="00D8054C">
        <w:rPr>
          <w:rtl/>
        </w:rPr>
        <w:t>،</w:t>
      </w:r>
      <w:r w:rsidRPr="007E0B1D">
        <w:rPr>
          <w:rtl/>
        </w:rPr>
        <w:t xml:space="preserve"> وج 4 ص 120 وص 158 وص 257. رجال الكشي ص 238 وص 319 وص 345 وص 429 وص 504 وص 516 وص 562 وغيرها. معجم رجال الحديث ج 11 ص 260</w:t>
      </w:r>
      <w:r w:rsidR="00D8054C">
        <w:rPr>
          <w:rtl/>
        </w:rPr>
        <w:t xml:space="preserve"> - </w:t>
      </w:r>
      <w:r w:rsidRPr="007E0B1D">
        <w:rPr>
          <w:rtl/>
        </w:rPr>
        <w:t>ص 270.</w:t>
      </w:r>
      <w:r>
        <w:rPr>
          <w:rFonts w:hint="cs"/>
          <w:rtl/>
        </w:rPr>
        <w:t xml:space="preserve"> </w:t>
      </w:r>
      <w:r w:rsidRPr="007E0B1D">
        <w:rPr>
          <w:rtl/>
        </w:rPr>
        <w:t>الذريعة ج 4 ص 240</w:t>
      </w:r>
      <w:r w:rsidR="00D8054C">
        <w:rPr>
          <w:rtl/>
        </w:rPr>
        <w:t>،</w:t>
      </w:r>
      <w:r w:rsidRPr="007E0B1D">
        <w:rPr>
          <w:rtl/>
        </w:rPr>
        <w:t xml:space="preserve"> وج 8 ص 237</w:t>
      </w:r>
      <w:r w:rsidR="00D8054C">
        <w:rPr>
          <w:rtl/>
        </w:rPr>
        <w:t>،</w:t>
      </w:r>
      <w:r w:rsidRPr="007E0B1D">
        <w:rPr>
          <w:rtl/>
        </w:rPr>
        <w:t xml:space="preserve"> وج 20 ص 319</w:t>
      </w:r>
      <w:r w:rsidR="00D8054C">
        <w:rPr>
          <w:rtl/>
        </w:rPr>
        <w:t>،</w:t>
      </w:r>
      <w:r w:rsidRPr="007E0B1D">
        <w:rPr>
          <w:rtl/>
        </w:rPr>
        <w:t xml:space="preserve"> وج 24 ص 334.</w:t>
      </w:r>
      <w:r>
        <w:rPr>
          <w:rFonts w:hint="cs"/>
          <w:rtl/>
        </w:rPr>
        <w:t xml:space="preserve"> </w:t>
      </w:r>
      <w:r w:rsidRPr="007E0B1D">
        <w:rPr>
          <w:rtl/>
        </w:rPr>
        <w:t>روضة الكافي ص 275. منهج المقال ص 226. هدية العارفين ج 1 ص 673.</w:t>
      </w:r>
      <w:r>
        <w:rPr>
          <w:rFonts w:hint="cs"/>
          <w:rtl/>
        </w:rPr>
        <w:t xml:space="preserve"> </w:t>
      </w:r>
      <w:r w:rsidRPr="007E0B1D">
        <w:rPr>
          <w:rtl/>
        </w:rPr>
        <w:t>تنقيح المقال ج 2 ص 268. علل الشرائع ج 2 ص 531. معجم المؤلفين ج 7 ص 33. كامل الزيارات ص 11. معالم العلماء ص 63. الكافي ج 1 ص 315</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وج 4 ص 312</w:t>
      </w:r>
      <w:r w:rsidR="00D8054C">
        <w:rPr>
          <w:rtl/>
        </w:rPr>
        <w:t>،</w:t>
      </w:r>
      <w:r w:rsidRPr="007E0B1D">
        <w:rPr>
          <w:rtl/>
        </w:rPr>
        <w:t xml:space="preserve"> وج 5 ص 382 وص 492</w:t>
      </w:r>
      <w:r w:rsidR="00D8054C">
        <w:rPr>
          <w:rtl/>
        </w:rPr>
        <w:t>،</w:t>
      </w:r>
      <w:r w:rsidRPr="007E0B1D">
        <w:rPr>
          <w:rtl/>
        </w:rPr>
        <w:t xml:space="preserve"> وج 5 ص 382</w:t>
      </w:r>
      <w:r w:rsidR="00D8054C">
        <w:rPr>
          <w:rtl/>
        </w:rPr>
        <w:t>،</w:t>
      </w:r>
      <w:r w:rsidRPr="007E0B1D">
        <w:rPr>
          <w:rtl/>
        </w:rPr>
        <w:t xml:space="preserve"> وج 6 ص 381</w:t>
      </w:r>
      <w:r w:rsidR="00D8054C">
        <w:rPr>
          <w:rtl/>
        </w:rPr>
        <w:t>،</w:t>
      </w:r>
      <w:r w:rsidRPr="007E0B1D">
        <w:rPr>
          <w:rtl/>
        </w:rPr>
        <w:t xml:space="preserve"> وج 7 ص 86 وص 247 وص 374. إيضاح المكنون ج 1 ص 309</w:t>
      </w:r>
      <w:r w:rsidR="00D8054C">
        <w:rPr>
          <w:rtl/>
        </w:rPr>
        <w:t>،</w:t>
      </w:r>
      <w:r w:rsidRPr="007E0B1D">
        <w:rPr>
          <w:rtl/>
        </w:rPr>
        <w:t xml:space="preserve"> وج 2 ص 295 وص 331. طرائف المقال ج 1 ص 325. وسائل الشيعة ج 20 ص 257. منتهى المقال ص 207. رجال الحلي </w:t>
      </w:r>
      <w:r w:rsidR="00D8054C">
        <w:rPr>
          <w:rtl/>
        </w:rPr>
        <w:t>(</w:t>
      </w:r>
      <w:r w:rsidRPr="007E0B1D">
        <w:rPr>
          <w:rtl/>
        </w:rPr>
        <w:t>قسم الثقات</w:t>
      </w:r>
      <w:r w:rsidR="00D8054C">
        <w:rPr>
          <w:rtl/>
        </w:rPr>
        <w:t>)</w:t>
      </w:r>
      <w:r w:rsidRPr="007E0B1D">
        <w:rPr>
          <w:rtl/>
        </w:rPr>
        <w:t xml:space="preserve"> ص 99. جامع الرواة ج 1 ص 554. مجمع الرجال ج 4 ص 165 وص 166. الخصال ص 11 وص 20 وص 63 وص 68 وص 89 وص 91 وص 99 وص 131 وص 224 وص 229 وص 231 وص 258 وص 331 وص 352 وص 410 وص 493.</w:t>
      </w:r>
      <w:r>
        <w:rPr>
          <w:rFonts w:hint="cs"/>
          <w:rtl/>
        </w:rPr>
        <w:t xml:space="preserve"> </w:t>
      </w:r>
      <w:r w:rsidRPr="007E0B1D">
        <w:rPr>
          <w:rtl/>
        </w:rPr>
        <w:t>معجم الثقات ص 80. الوجيزة ص 33. اتقان المقال ص 90. ثقات الرواة للشهرستاني ص 50.</w:t>
      </w:r>
    </w:p>
    <w:p w:rsidR="008867CD" w:rsidRPr="007E0B1D" w:rsidRDefault="008867CD" w:rsidP="008867CD">
      <w:pPr>
        <w:pStyle w:val="libCenterBold1"/>
        <w:rPr>
          <w:rtl/>
        </w:rPr>
      </w:pPr>
      <w:r w:rsidRPr="007E0B1D">
        <w:rPr>
          <w:rtl/>
        </w:rPr>
        <w:t>105</w:t>
      </w:r>
      <w:r w:rsidR="00D8054C">
        <w:rPr>
          <w:rtl/>
        </w:rPr>
        <w:t xml:space="preserve"> - </w:t>
      </w:r>
      <w:r w:rsidRPr="007E0B1D">
        <w:rPr>
          <w:rtl/>
        </w:rPr>
        <w:t>البغدادي</w:t>
      </w:r>
    </w:p>
    <w:p w:rsidR="008867CD" w:rsidRPr="007E0B1D" w:rsidRDefault="008867CD" w:rsidP="008867CD">
      <w:pPr>
        <w:pStyle w:val="libNormal"/>
        <w:rPr>
          <w:rtl/>
        </w:rPr>
      </w:pPr>
      <w:r w:rsidRPr="007E0B1D">
        <w:rPr>
          <w:rtl/>
        </w:rPr>
        <w:t>علي بن بلال البغدادي</w:t>
      </w:r>
      <w:r w:rsidR="00D8054C">
        <w:rPr>
          <w:rtl/>
        </w:rPr>
        <w:t>،</w:t>
      </w:r>
      <w:r w:rsidRPr="007E0B1D">
        <w:rPr>
          <w:rtl/>
        </w:rPr>
        <w:t xml:space="preserve"> أبو الحسن.</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كان من أهل بغداد</w:t>
      </w:r>
      <w:r w:rsidR="00D8054C">
        <w:rPr>
          <w:rtl/>
        </w:rPr>
        <w:t>،</w:t>
      </w:r>
      <w:r w:rsidRPr="007E0B1D">
        <w:rPr>
          <w:rtl/>
        </w:rPr>
        <w:t xml:space="preserve"> انتقل الى واسط وأقام بها.</w:t>
      </w:r>
    </w:p>
    <w:p w:rsidR="008867CD" w:rsidRPr="007E0B1D" w:rsidRDefault="008867CD" w:rsidP="008867CD">
      <w:pPr>
        <w:pStyle w:val="libNormal"/>
        <w:rPr>
          <w:rtl/>
        </w:rPr>
      </w:pPr>
      <w:r w:rsidRPr="007E0B1D">
        <w:rPr>
          <w:rtl/>
        </w:rPr>
        <w:t xml:space="preserve">روى عن الأئمة الرضا والجواد والهادي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 19 موردا في أسناد الروايات.</w:t>
      </w:r>
    </w:p>
    <w:p w:rsidR="008867CD" w:rsidRPr="007E0B1D" w:rsidRDefault="008867CD" w:rsidP="008867CD">
      <w:pPr>
        <w:pStyle w:val="libNormal"/>
        <w:rPr>
          <w:rtl/>
        </w:rPr>
      </w:pPr>
      <w:r w:rsidRPr="007E0B1D">
        <w:rPr>
          <w:rtl/>
        </w:rPr>
        <w:t>روى عنه محمّد بن الحسن الصفار</w:t>
      </w:r>
      <w:r w:rsidR="00D8054C">
        <w:rPr>
          <w:rtl/>
        </w:rPr>
        <w:t>،</w:t>
      </w:r>
      <w:r w:rsidRPr="007E0B1D">
        <w:rPr>
          <w:rtl/>
        </w:rPr>
        <w:t xml:space="preserve"> وسهل بن زياد</w:t>
      </w:r>
      <w:r w:rsidR="00D8054C">
        <w:rPr>
          <w:rtl/>
        </w:rPr>
        <w:t>،</w:t>
      </w:r>
      <w:r w:rsidRPr="007E0B1D">
        <w:rPr>
          <w:rtl/>
        </w:rPr>
        <w:t xml:space="preserve"> ومحمّد بن أحمد ابن يحيى وغيرهم.</w:t>
      </w:r>
    </w:p>
    <w:p w:rsidR="008867CD" w:rsidRPr="007E0B1D" w:rsidRDefault="008867CD" w:rsidP="008867CD">
      <w:pPr>
        <w:pStyle w:val="libNormal"/>
        <w:rPr>
          <w:rtl/>
        </w:rPr>
      </w:pPr>
      <w:r w:rsidRPr="007E0B1D">
        <w:rPr>
          <w:rtl/>
        </w:rPr>
        <w:t>كان حيا قبل سنة 232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380</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404</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417</w:t>
      </w:r>
      <w:r w:rsidR="00D8054C">
        <w:rPr>
          <w:rtl/>
        </w:rPr>
        <w:t>،</w:t>
      </w:r>
      <w:r w:rsidRPr="007E0B1D">
        <w:rPr>
          <w:rtl/>
        </w:rPr>
        <w:t xml:space="preserve"> وفي أصحاب العسكري</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ص 432. معجم الثقات ص 80. رجال الأنصاري ص 120. عيون أخبار الرضا </w:t>
      </w:r>
      <w:r w:rsidRPr="00D8054C">
        <w:rPr>
          <w:rStyle w:val="libAlaemChar"/>
          <w:rtl/>
        </w:rPr>
        <w:t>عليه‌السلام</w:t>
      </w:r>
      <w:r w:rsidR="008867CD" w:rsidRPr="007E0B1D">
        <w:rPr>
          <w:rtl/>
        </w:rPr>
        <w:t xml:space="preserve"> ج 2 ص 136. مجمع الرجال ج 4 ص 168 وص 169. رجال الكشي ص 513. معجم رجال الحديث ج 11 ص 280. نقد الرجال ص 228. هداية المحدثين ص 115. بهجة الآمال ج 5 ص 382. كامل الزيارات ص 319. رجال النجاشي ص 198. طرائف المقال ج 1 ص 327. وسائل الشيعة ج 20 ص 258.</w:t>
      </w:r>
      <w:r w:rsidR="008867CD">
        <w:rPr>
          <w:rFonts w:hint="cs"/>
          <w:rtl/>
        </w:rPr>
        <w:t xml:space="preserve"> </w:t>
      </w:r>
      <w:r w:rsidR="008867CD" w:rsidRPr="007E0B1D">
        <w:rPr>
          <w:rtl/>
        </w:rPr>
        <w:t xml:space="preserve">رجال البرقي في أصحاب الجواد </w:t>
      </w:r>
      <w:r w:rsidRPr="00D8054C">
        <w:rPr>
          <w:rStyle w:val="libAlaemChar"/>
          <w:rtl/>
        </w:rPr>
        <w:t>عليه‌السلام</w:t>
      </w:r>
      <w:r w:rsidR="008867CD" w:rsidRPr="007E0B1D">
        <w:rPr>
          <w:rtl/>
        </w:rPr>
        <w:t xml:space="preserve"> ص 57</w:t>
      </w:r>
      <w:r>
        <w:rPr>
          <w:rtl/>
        </w:rPr>
        <w:t>،</w:t>
      </w:r>
      <w:r w:rsidR="008867CD" w:rsidRPr="007E0B1D">
        <w:rPr>
          <w:rtl/>
        </w:rPr>
        <w:t xml:space="preserve"> وفي أصحاب الهادي </w:t>
      </w:r>
      <w:r w:rsidRPr="00D8054C">
        <w:rPr>
          <w:rStyle w:val="libAlaemChar"/>
          <w:rtl/>
        </w:rPr>
        <w:t>عليه‌السلام</w:t>
      </w:r>
      <w:r w:rsidR="008867CD" w:rsidRPr="007E0B1D">
        <w:rPr>
          <w:rtl/>
        </w:rPr>
        <w:t xml:space="preserve"> ص 59</w:t>
      </w:r>
      <w:r>
        <w:rPr>
          <w:rtl/>
        </w:rPr>
        <w:t>،</w:t>
      </w:r>
      <w:r w:rsidR="008867CD" w:rsidRPr="007E0B1D">
        <w:rPr>
          <w:rtl/>
        </w:rPr>
        <w:t xml:space="preserve"> وفي أصحاب العسكري </w:t>
      </w:r>
      <w:r w:rsidRPr="00D8054C">
        <w:rPr>
          <w:rStyle w:val="libAlaemChar"/>
          <w:rtl/>
        </w:rPr>
        <w:t>عليه‌السلام</w:t>
      </w:r>
      <w:r w:rsidR="008867CD" w:rsidRPr="007E0B1D">
        <w:rPr>
          <w:rtl/>
        </w:rPr>
        <w:t xml:space="preserve"> ص 61. معاني الأخبار ص 371. منتهى المقال ص 208. التوحيد ص 459. تنقيح المقال ج 2 ص 271. أمالي الصدوق ص 195. التهذيب ج 1 ص 294</w:t>
      </w:r>
      <w:r>
        <w:rPr>
          <w:rtl/>
        </w:rPr>
        <w:t>،</w:t>
      </w:r>
      <w:r w:rsidR="008867CD" w:rsidRPr="007E0B1D">
        <w:rPr>
          <w:rtl/>
        </w:rPr>
        <w:t xml:space="preserve"> وج 2 ص 175</w:t>
      </w:r>
      <w:r>
        <w:rPr>
          <w:rtl/>
        </w:rPr>
        <w:t>،</w:t>
      </w:r>
      <w:r w:rsidR="008867CD" w:rsidRPr="007E0B1D">
        <w:rPr>
          <w:rtl/>
        </w:rPr>
        <w:t xml:space="preserve"> وج 4 ص 53 وص 83 وص 88 وص 236</w:t>
      </w:r>
      <w:r>
        <w:rPr>
          <w:rtl/>
        </w:rPr>
        <w:t>،</w:t>
      </w:r>
      <w:r w:rsidR="008867CD" w:rsidRPr="007E0B1D">
        <w:rPr>
          <w:rtl/>
        </w:rPr>
        <w:t xml:space="preserve"> وج 6 ص 104</w:t>
      </w:r>
      <w:r>
        <w:rPr>
          <w:rtl/>
        </w:rPr>
        <w:t>،</w:t>
      </w:r>
      <w:r w:rsidR="008867CD" w:rsidRPr="007E0B1D">
        <w:rPr>
          <w:rtl/>
        </w:rPr>
        <w:t xml:space="preserve"> وج 7 ص 227 وص 395. رجال ابن داود </w:t>
      </w:r>
      <w:r>
        <w:rPr>
          <w:rtl/>
        </w:rPr>
        <w:t>(</w:t>
      </w:r>
      <w:r w:rsidR="008867CD" w:rsidRPr="007E0B1D">
        <w:rPr>
          <w:rtl/>
        </w:rPr>
        <w:t>قسم الثقات</w:t>
      </w:r>
      <w:r>
        <w:rPr>
          <w:rtl/>
        </w:rPr>
        <w:t>)</w:t>
      </w:r>
      <w:r w:rsidR="008867CD" w:rsidRPr="007E0B1D">
        <w:rPr>
          <w:rtl/>
        </w:rPr>
        <w:t xml:space="preserve"> ص 135. منهج المقال ص 226. من لا يحضره الفقيه ج 1 ص 88</w:t>
      </w:r>
      <w:r>
        <w:rPr>
          <w:rtl/>
        </w:rPr>
        <w:t>،</w:t>
      </w:r>
      <w:r w:rsidR="008867CD" w:rsidRPr="007E0B1D">
        <w:rPr>
          <w:rtl/>
        </w:rPr>
        <w:t xml:space="preserve"> وج 2 ص 116. الاختصاص ص 19. جامع الرواة ج 1 ص 560. رجال الحلي </w:t>
      </w:r>
      <w:r>
        <w:rPr>
          <w:rtl/>
        </w:rPr>
        <w:t>(</w:t>
      </w:r>
      <w:r w:rsidR="008867CD" w:rsidRPr="007E0B1D">
        <w:rPr>
          <w:rtl/>
        </w:rPr>
        <w:t>قسم الثقات</w:t>
      </w:r>
      <w:r>
        <w:rPr>
          <w:rtl/>
        </w:rPr>
        <w:t>)</w:t>
      </w:r>
      <w:r w:rsidR="008867CD" w:rsidRPr="007E0B1D">
        <w:rPr>
          <w:rtl/>
        </w:rPr>
        <w:t xml:space="preserve"> ص 93. الكافي ج 3 ص 153 وص 229</w:t>
      </w:r>
      <w:r>
        <w:rPr>
          <w:rtl/>
        </w:rPr>
        <w:t>،</w:t>
      </w:r>
      <w:r w:rsidR="008867CD" w:rsidRPr="007E0B1D">
        <w:rPr>
          <w:rtl/>
        </w:rPr>
        <w:t xml:space="preserve"> وج 4 ص 131 وص 172</w:t>
      </w:r>
      <w:r>
        <w:rPr>
          <w:rtl/>
        </w:rPr>
        <w:t>،</w:t>
      </w:r>
      <w:r w:rsidR="008867CD" w:rsidRPr="007E0B1D">
        <w:rPr>
          <w:rtl/>
        </w:rPr>
        <w:t xml:space="preserve"> وج 5 ص 318 وص 345. وسائل الشيعة ج 20 ص 258. اتقان المقال ص 91. الاستبصار ج 1 ص 291</w:t>
      </w:r>
      <w:r>
        <w:rPr>
          <w:rtl/>
        </w:rPr>
        <w:t>،</w:t>
      </w:r>
      <w:r w:rsidR="008867CD" w:rsidRPr="007E0B1D">
        <w:rPr>
          <w:rtl/>
        </w:rPr>
        <w:t xml:space="preserve"> وج 2 ص 49 وص 51 وص 103.</w:t>
      </w:r>
      <w:r w:rsidR="008867CD">
        <w:rPr>
          <w:rFonts w:hint="cs"/>
          <w:rtl/>
        </w:rPr>
        <w:t xml:space="preserve"> </w:t>
      </w:r>
      <w:r w:rsidR="008867CD" w:rsidRPr="007E0B1D">
        <w:rPr>
          <w:rtl/>
        </w:rPr>
        <w:t>الوجيزة ص 34. ثقات الرواة للشهرستاني ص 50.</w:t>
      </w:r>
    </w:p>
    <w:p w:rsidR="008867CD" w:rsidRPr="007E0B1D" w:rsidRDefault="008867CD" w:rsidP="008867CD">
      <w:pPr>
        <w:pStyle w:val="libCenterBold1"/>
        <w:rPr>
          <w:rtl/>
        </w:rPr>
      </w:pPr>
      <w:r w:rsidRPr="007E0B1D">
        <w:rPr>
          <w:rtl/>
        </w:rPr>
        <w:t>106</w:t>
      </w:r>
      <w:r w:rsidR="00D8054C">
        <w:rPr>
          <w:rtl/>
        </w:rPr>
        <w:t xml:space="preserve"> - </w:t>
      </w:r>
      <w:r w:rsidRPr="007E0B1D">
        <w:rPr>
          <w:rtl/>
        </w:rPr>
        <w:t>أبو علي بن بلال</w:t>
      </w:r>
    </w:p>
    <w:p w:rsidR="008867CD" w:rsidRPr="007E0B1D" w:rsidRDefault="008867CD" w:rsidP="008867CD">
      <w:pPr>
        <w:pStyle w:val="libNormal"/>
        <w:rPr>
          <w:rtl/>
        </w:rPr>
      </w:pPr>
      <w:r w:rsidRPr="007E0B1D">
        <w:rPr>
          <w:rtl/>
        </w:rPr>
        <w:t xml:space="preserve">من أصحاب الامام الجواد </w:t>
      </w:r>
      <w:r w:rsidR="00D8054C" w:rsidRPr="00D8054C">
        <w:rPr>
          <w:rStyle w:val="libAlaemChar"/>
          <w:rtl/>
        </w:rPr>
        <w:t>عليه‌السلام</w:t>
      </w:r>
      <w:r w:rsidR="00D8054C">
        <w:rPr>
          <w:rtl/>
        </w:rPr>
        <w:t>،</w:t>
      </w:r>
      <w:r w:rsidRPr="007E0B1D">
        <w:rPr>
          <w:rtl/>
        </w:rPr>
        <w:t xml:space="preserve"> راسله الامام </w:t>
      </w:r>
      <w:r w:rsidR="00D8054C" w:rsidRPr="00D8054C">
        <w:rPr>
          <w:rStyle w:val="libAlaemChar"/>
          <w:rtl/>
        </w:rPr>
        <w:t>عليه‌السلام</w:t>
      </w:r>
      <w:r w:rsidRPr="007E0B1D">
        <w:rPr>
          <w:rtl/>
        </w:rPr>
        <w:t xml:space="preserve"> وكاتبه.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المناقب ج 4 ص 380 وفيه من أصحاب الامام الجواد </w:t>
      </w:r>
      <w:r w:rsidR="00D8054C" w:rsidRPr="00D8054C">
        <w:rPr>
          <w:rStyle w:val="libAlaemChar"/>
          <w:rtl/>
        </w:rPr>
        <w:t>عليه‌السلام</w:t>
      </w:r>
      <w:r w:rsidRPr="007E0B1D">
        <w:rPr>
          <w:rtl/>
        </w:rPr>
        <w:t>. معجم رجال الحديث ج 21 ص 248. التحرير الطاوسي ص 337.</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107</w:t>
      </w:r>
      <w:r w:rsidR="00D8054C">
        <w:rPr>
          <w:rtl/>
        </w:rPr>
        <w:t xml:space="preserve"> - </w:t>
      </w:r>
      <w:r w:rsidRPr="007E0B1D">
        <w:rPr>
          <w:rtl/>
        </w:rPr>
        <w:t>علي بن جعفر</w:t>
      </w:r>
    </w:p>
    <w:p w:rsidR="008867CD" w:rsidRPr="007E0B1D" w:rsidRDefault="008867CD" w:rsidP="008867CD">
      <w:pPr>
        <w:pStyle w:val="libNormal"/>
        <w:rPr>
          <w:rtl/>
        </w:rPr>
      </w:pPr>
      <w:r w:rsidRPr="007E0B1D">
        <w:rPr>
          <w:rtl/>
        </w:rPr>
        <w:t>علي بن جعفر الصادق ابن محمّد الباقر ابن علي السجاد ابن الحسين السبط ابن الامام أمير المؤمنين علي بن أبي طالب القرشي</w:t>
      </w:r>
      <w:r w:rsidR="00D8054C">
        <w:rPr>
          <w:rtl/>
        </w:rPr>
        <w:t>،</w:t>
      </w:r>
      <w:r w:rsidRPr="007E0B1D">
        <w:rPr>
          <w:rtl/>
        </w:rPr>
        <w:t xml:space="preserve"> الهاشمي</w:t>
      </w:r>
      <w:r w:rsidR="00D8054C">
        <w:rPr>
          <w:rtl/>
        </w:rPr>
        <w:t>،</w:t>
      </w:r>
      <w:r w:rsidRPr="007E0B1D">
        <w:rPr>
          <w:rtl/>
        </w:rPr>
        <w:t xml:space="preserve"> العلوي</w:t>
      </w:r>
      <w:r w:rsidR="00D8054C">
        <w:rPr>
          <w:rtl/>
        </w:rPr>
        <w:t>،</w:t>
      </w:r>
      <w:r w:rsidRPr="007E0B1D">
        <w:rPr>
          <w:rtl/>
        </w:rPr>
        <w:t xml:space="preserve"> المدني</w:t>
      </w:r>
      <w:r w:rsidR="00D8054C">
        <w:rPr>
          <w:rtl/>
        </w:rPr>
        <w:t>،</w:t>
      </w:r>
      <w:r w:rsidRPr="007E0B1D">
        <w:rPr>
          <w:rtl/>
        </w:rPr>
        <w:t xml:space="preserve"> المشهور بالعريضي.</w:t>
      </w:r>
    </w:p>
    <w:p w:rsidR="008867CD" w:rsidRPr="007E0B1D" w:rsidRDefault="008867CD" w:rsidP="008867CD">
      <w:pPr>
        <w:pStyle w:val="libNormal"/>
        <w:rPr>
          <w:rtl/>
        </w:rPr>
      </w:pPr>
      <w:r w:rsidRPr="007E0B1D">
        <w:rPr>
          <w:rtl/>
        </w:rPr>
        <w:t xml:space="preserve">من كبار علماء أهل البيت </w:t>
      </w:r>
      <w:r w:rsidR="00D8054C" w:rsidRPr="00D8054C">
        <w:rPr>
          <w:rStyle w:val="libAlaemChar"/>
          <w:rtl/>
        </w:rPr>
        <w:t>عليهم‌السلام</w:t>
      </w:r>
      <w:r w:rsidR="00D8054C">
        <w:rPr>
          <w:rtl/>
        </w:rPr>
        <w:t>،</w:t>
      </w:r>
      <w:r w:rsidRPr="007E0B1D">
        <w:rPr>
          <w:rtl/>
        </w:rPr>
        <w:t xml:space="preserve"> ومن ثقات محدثي وفقهاء الشيعة الامامية</w:t>
      </w:r>
      <w:r w:rsidR="00D8054C">
        <w:rPr>
          <w:rtl/>
        </w:rPr>
        <w:t>،</w:t>
      </w:r>
      <w:r w:rsidRPr="007E0B1D">
        <w:rPr>
          <w:rtl/>
        </w:rPr>
        <w:t xml:space="preserve"> وكان جليل القدر</w:t>
      </w:r>
      <w:r w:rsidR="00D8054C">
        <w:rPr>
          <w:rtl/>
        </w:rPr>
        <w:t>،</w:t>
      </w:r>
      <w:r w:rsidRPr="007E0B1D">
        <w:rPr>
          <w:rtl/>
        </w:rPr>
        <w:t xml:space="preserve"> عظيم المنزلة</w:t>
      </w:r>
      <w:r w:rsidR="00D8054C">
        <w:rPr>
          <w:rtl/>
        </w:rPr>
        <w:t>،</w:t>
      </w:r>
      <w:r w:rsidRPr="007E0B1D">
        <w:rPr>
          <w:rtl/>
        </w:rPr>
        <w:t xml:space="preserve"> كثير الفضل والتقى والورع والعبادة.</w:t>
      </w:r>
    </w:p>
    <w:p w:rsidR="008867CD" w:rsidRPr="007E0B1D" w:rsidRDefault="008867CD" w:rsidP="008867CD">
      <w:pPr>
        <w:pStyle w:val="libNormal"/>
        <w:rPr>
          <w:rtl/>
        </w:rPr>
      </w:pPr>
      <w:r w:rsidRPr="007E0B1D">
        <w:rPr>
          <w:rtl/>
        </w:rPr>
        <w:t xml:space="preserve">روى عن والده الامام الصادق </w:t>
      </w:r>
      <w:r w:rsidR="00D8054C" w:rsidRPr="00D8054C">
        <w:rPr>
          <w:rStyle w:val="libAlaemChar"/>
          <w:rtl/>
        </w:rPr>
        <w:t>عليه‌السلام</w:t>
      </w:r>
      <w:r w:rsidR="00D8054C">
        <w:rPr>
          <w:rtl/>
        </w:rPr>
        <w:t>،</w:t>
      </w:r>
      <w:r w:rsidRPr="007E0B1D">
        <w:rPr>
          <w:rtl/>
        </w:rPr>
        <w:t xml:space="preserve"> وعن الامامين الكاظم والرضا </w:t>
      </w:r>
      <w:r w:rsidR="00D8054C" w:rsidRPr="00D8054C">
        <w:rPr>
          <w:rStyle w:val="libAlaemChar"/>
          <w:rtl/>
        </w:rPr>
        <w:t>عليهما‌السلام</w:t>
      </w:r>
      <w:r w:rsidR="00D8054C">
        <w:rPr>
          <w:rtl/>
        </w:rPr>
        <w:t>،</w:t>
      </w:r>
      <w:r w:rsidRPr="007E0B1D">
        <w:rPr>
          <w:rtl/>
        </w:rPr>
        <w:t xml:space="preserve"> وأدرك الامام الجواد </w:t>
      </w:r>
      <w:r w:rsidR="00D8054C" w:rsidRPr="00D8054C">
        <w:rPr>
          <w:rStyle w:val="libAlaemChar"/>
          <w:rtl/>
        </w:rPr>
        <w:t>عليه‌السلام</w:t>
      </w:r>
      <w:r w:rsidRPr="007E0B1D">
        <w:rPr>
          <w:rtl/>
        </w:rPr>
        <w:t xml:space="preserve"> وحضر مجالسه.</w:t>
      </w:r>
    </w:p>
    <w:p w:rsidR="008867CD" w:rsidRPr="007E0B1D" w:rsidRDefault="008867CD" w:rsidP="008867CD">
      <w:pPr>
        <w:pStyle w:val="libNormal"/>
        <w:rPr>
          <w:rtl/>
        </w:rPr>
      </w:pPr>
      <w:r w:rsidRPr="007E0B1D">
        <w:rPr>
          <w:rtl/>
        </w:rPr>
        <w:t>كان يسكن العريض</w:t>
      </w:r>
      <w:r w:rsidR="00D8054C">
        <w:rPr>
          <w:rtl/>
        </w:rPr>
        <w:t xml:space="preserve"> - </w:t>
      </w:r>
      <w:r w:rsidRPr="007E0B1D">
        <w:rPr>
          <w:rtl/>
        </w:rPr>
        <w:t>من نواحي المدينة المنورة</w:t>
      </w:r>
      <w:r w:rsidR="00D8054C">
        <w:rPr>
          <w:rtl/>
        </w:rPr>
        <w:t xml:space="preserve"> - </w:t>
      </w:r>
      <w:r w:rsidRPr="007E0B1D">
        <w:rPr>
          <w:rtl/>
        </w:rPr>
        <w:t>فعرف بالعريضي</w:t>
      </w:r>
      <w:r w:rsidR="00D8054C">
        <w:rPr>
          <w:rtl/>
        </w:rPr>
        <w:t>،</w:t>
      </w:r>
      <w:r w:rsidRPr="007E0B1D">
        <w:rPr>
          <w:rtl/>
        </w:rPr>
        <w:t xml:space="preserve"> ثم انتقل الى الكوفة</w:t>
      </w:r>
      <w:r w:rsidR="00D8054C">
        <w:rPr>
          <w:rtl/>
        </w:rPr>
        <w:t>،</w:t>
      </w:r>
      <w:r w:rsidRPr="007E0B1D">
        <w:rPr>
          <w:rtl/>
        </w:rPr>
        <w:t xml:space="preserve"> ويقال بان القميين طلبوا إليه القدوم إليهم</w:t>
      </w:r>
      <w:r w:rsidR="00D8054C">
        <w:rPr>
          <w:rtl/>
        </w:rPr>
        <w:t>،</w:t>
      </w:r>
      <w:r w:rsidRPr="007E0B1D">
        <w:rPr>
          <w:rtl/>
        </w:rPr>
        <w:t xml:space="preserve"> فاستجاب إليهم ورحل الى قم وأقام بها</w:t>
      </w:r>
      <w:r w:rsidR="00D8054C">
        <w:rPr>
          <w:rtl/>
        </w:rPr>
        <w:t>،</w:t>
      </w:r>
      <w:r w:rsidRPr="007E0B1D">
        <w:rPr>
          <w:rtl/>
        </w:rPr>
        <w:t xml:space="preserve"> ولم يزل بها حتى توفي سنة 210 ه‍ ودفن بها</w:t>
      </w:r>
      <w:r w:rsidR="00D8054C">
        <w:rPr>
          <w:rtl/>
        </w:rPr>
        <w:t>،</w:t>
      </w:r>
      <w:r w:rsidRPr="007E0B1D">
        <w:rPr>
          <w:rtl/>
        </w:rPr>
        <w:t xml:space="preserve"> وقيل لم يقدم الى قم</w:t>
      </w:r>
      <w:r w:rsidR="00D8054C">
        <w:rPr>
          <w:rtl/>
        </w:rPr>
        <w:t>،</w:t>
      </w:r>
      <w:r w:rsidRPr="007E0B1D">
        <w:rPr>
          <w:rtl/>
        </w:rPr>
        <w:t xml:space="preserve"> بل توفي بالمدينة المنورة</w:t>
      </w:r>
      <w:r w:rsidR="00D8054C">
        <w:rPr>
          <w:rtl/>
        </w:rPr>
        <w:t>،</w:t>
      </w:r>
      <w:r w:rsidRPr="007E0B1D">
        <w:rPr>
          <w:rtl/>
        </w:rPr>
        <w:t xml:space="preserve"> والله العالم.</w:t>
      </w:r>
    </w:p>
    <w:p w:rsidR="008867CD" w:rsidRPr="007E0B1D" w:rsidRDefault="008867CD" w:rsidP="008867CD">
      <w:pPr>
        <w:pStyle w:val="libNormal"/>
        <w:rPr>
          <w:rtl/>
        </w:rPr>
      </w:pPr>
      <w:r w:rsidRPr="007E0B1D">
        <w:rPr>
          <w:rtl/>
        </w:rPr>
        <w:t>روى عنه جماعة كمحمّد بن الحسن بن عمار</w:t>
      </w:r>
      <w:r w:rsidR="00D8054C">
        <w:rPr>
          <w:rtl/>
        </w:rPr>
        <w:t>،</w:t>
      </w:r>
      <w:r w:rsidRPr="007E0B1D">
        <w:rPr>
          <w:rtl/>
        </w:rPr>
        <w:t xml:space="preserve"> وعلي بن أسباط بن سالم</w:t>
      </w:r>
      <w:r w:rsidR="00D8054C">
        <w:rPr>
          <w:rtl/>
        </w:rPr>
        <w:t>،</w:t>
      </w:r>
      <w:r w:rsidRPr="007E0B1D">
        <w:rPr>
          <w:rtl/>
        </w:rPr>
        <w:t xml:space="preserve"> وموسى بن القاسم البجلي وأمثالهم.</w:t>
      </w:r>
    </w:p>
    <w:p w:rsidR="008867CD" w:rsidRPr="007E0B1D" w:rsidRDefault="008867CD" w:rsidP="008867CD">
      <w:pPr>
        <w:pStyle w:val="libNormal"/>
        <w:rPr>
          <w:rtl/>
        </w:rPr>
      </w:pPr>
      <w:r w:rsidRPr="007E0B1D">
        <w:rPr>
          <w:rtl/>
        </w:rPr>
        <w:t>من آثاره كتاب « مسائل في الحلال والحرام » تعرف بمسائل علي بن جعفر</w:t>
      </w:r>
      <w:r w:rsidR="00D8054C">
        <w:rPr>
          <w:rtl/>
        </w:rPr>
        <w:t>،</w:t>
      </w:r>
      <w:r w:rsidRPr="007E0B1D">
        <w:rPr>
          <w:rtl/>
        </w:rPr>
        <w:t xml:space="preserve"> وكتاب « المناسك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الكشي ص 263 وص 429 وص 459 وص 497 وص 606 وص 607. اتقان المقال ص 91. تهذيب التهذيب ج 7 ص 258. البحار ج 47</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245. كشف الحجب والأستار ص 510 وص 551. رجال النجاشي ص 176. سفينة البحار ج 2 ص 244. معجم المؤلفين ج 7 ص 53. وسائل الشيعة ج 20 ص 258. أعيان الشيعة ج 8 ص 177. تنقيح المقال ج 2 ص 272.</w:t>
      </w:r>
      <w:r>
        <w:rPr>
          <w:rFonts w:hint="cs"/>
          <w:rtl/>
        </w:rPr>
        <w:t xml:space="preserve"> </w:t>
      </w:r>
      <w:r w:rsidRPr="007E0B1D">
        <w:rPr>
          <w:rtl/>
        </w:rPr>
        <w:t xml:space="preserve">ميزان الاعتدال ج 3 ص 117. أمالي الطوسي ج 1 ص 350. لسان الميزان ج 7 ص 310. منتهى الآمال </w:t>
      </w:r>
      <w:r w:rsidR="00D8054C">
        <w:rPr>
          <w:rtl/>
        </w:rPr>
        <w:t>(</w:t>
      </w:r>
      <w:r w:rsidRPr="007E0B1D">
        <w:rPr>
          <w:rtl/>
        </w:rPr>
        <w:t>فارسي</w:t>
      </w:r>
      <w:r w:rsidR="00D8054C">
        <w:rPr>
          <w:rtl/>
        </w:rPr>
        <w:t>)</w:t>
      </w:r>
      <w:r w:rsidRPr="007E0B1D">
        <w:rPr>
          <w:rtl/>
        </w:rPr>
        <w:t xml:space="preserve"> ج 2 ص 182. جامع الرواة ج 1 ص 561.</w:t>
      </w:r>
      <w:r>
        <w:rPr>
          <w:rFonts w:hint="cs"/>
          <w:rtl/>
        </w:rPr>
        <w:t xml:space="preserve"> </w:t>
      </w:r>
      <w:r w:rsidRPr="007E0B1D">
        <w:rPr>
          <w:rtl/>
        </w:rPr>
        <w:t xml:space="preserve">تقريب التهذيب ج 2 ص 33. الارشاد ص 287. رجال الطوسي في أصحاب الصادق </w:t>
      </w:r>
      <w:r w:rsidR="00D8054C" w:rsidRPr="00D8054C">
        <w:rPr>
          <w:rStyle w:val="libAlaemChar"/>
          <w:rtl/>
        </w:rPr>
        <w:t>عليه‌السلام</w:t>
      </w:r>
      <w:r w:rsidRPr="007E0B1D">
        <w:rPr>
          <w:rtl/>
        </w:rPr>
        <w:t xml:space="preserve"> ص 241</w:t>
      </w:r>
      <w:r w:rsidR="00D8054C">
        <w:rPr>
          <w:rtl/>
        </w:rPr>
        <w:t>،</w:t>
      </w:r>
      <w:r w:rsidRPr="007E0B1D">
        <w:rPr>
          <w:rtl/>
        </w:rPr>
        <w:t xml:space="preserve"> وفي أصحاب الكاظم </w:t>
      </w:r>
      <w:r w:rsidR="00D8054C" w:rsidRPr="00D8054C">
        <w:rPr>
          <w:rStyle w:val="libAlaemChar"/>
          <w:rtl/>
        </w:rPr>
        <w:t>عليه‌السلام</w:t>
      </w:r>
      <w:r w:rsidRPr="007E0B1D">
        <w:rPr>
          <w:rtl/>
        </w:rPr>
        <w:t xml:space="preserve"> ص 353</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379. معالم العلماء ص 71. الفصول الفخرية ص 137 وص 147. روضة المتقين ج 14 ص 392. منهج المقال ص 227. رجال الأنصاري ص 120. كامل الزيارات ص 16 وص 19. خلاصة تذهيب الكمال ص 230. بهجة الآمال ج 5 ص 383. الفخري في أنساب الطالبيين ص 29.</w:t>
      </w:r>
      <w:r>
        <w:rPr>
          <w:rFonts w:hint="cs"/>
          <w:rtl/>
        </w:rPr>
        <w:t xml:space="preserve"> </w:t>
      </w:r>
      <w:r w:rsidRPr="007E0B1D">
        <w:rPr>
          <w:rtl/>
        </w:rPr>
        <w:t xml:space="preserve">مجمع الرجال ج 4 ص 171 وص 172 وص 173. الكنى والألقاب ج 3 ص 120 في ترجمة مجد الدين العريضي. ريحانة الأدب </w:t>
      </w:r>
      <w:r w:rsidR="00D8054C">
        <w:rPr>
          <w:rtl/>
        </w:rPr>
        <w:t>(</w:t>
      </w:r>
      <w:r w:rsidRPr="007E0B1D">
        <w:rPr>
          <w:rtl/>
        </w:rPr>
        <w:t>فارسي</w:t>
      </w:r>
      <w:r w:rsidR="00D8054C">
        <w:rPr>
          <w:rtl/>
        </w:rPr>
        <w:t>)</w:t>
      </w:r>
      <w:r w:rsidRPr="007E0B1D">
        <w:rPr>
          <w:rtl/>
        </w:rPr>
        <w:t xml:space="preserve"> ج 4 ص 125. معجم الثقات ص 81. رجال البرقي في أصحاب الصادق </w:t>
      </w:r>
      <w:r w:rsidR="00D8054C" w:rsidRPr="00D8054C">
        <w:rPr>
          <w:rStyle w:val="libAlaemChar"/>
          <w:rtl/>
        </w:rPr>
        <w:t>عليه‌السلام</w:t>
      </w:r>
      <w:r w:rsidRPr="007E0B1D">
        <w:rPr>
          <w:rtl/>
        </w:rPr>
        <w:t xml:space="preserve"> ص 25. الاختصاص ص 250. تاريخ قم </w:t>
      </w:r>
      <w:r w:rsidR="00D8054C">
        <w:rPr>
          <w:rtl/>
        </w:rPr>
        <w:t>(</w:t>
      </w:r>
      <w:r w:rsidRPr="007E0B1D">
        <w:rPr>
          <w:rtl/>
        </w:rPr>
        <w:t>فارسي</w:t>
      </w:r>
      <w:r w:rsidR="00D8054C">
        <w:rPr>
          <w:rtl/>
        </w:rPr>
        <w:t>)</w:t>
      </w:r>
      <w:r w:rsidRPr="007E0B1D">
        <w:rPr>
          <w:rtl/>
        </w:rPr>
        <w:t xml:space="preserve"> ص 198 وص 224. رجال ابن داود </w:t>
      </w:r>
      <w:r w:rsidR="00D8054C">
        <w:rPr>
          <w:rtl/>
        </w:rPr>
        <w:t>(</w:t>
      </w:r>
      <w:r w:rsidRPr="007E0B1D">
        <w:rPr>
          <w:rtl/>
        </w:rPr>
        <w:t>قسم الثقات</w:t>
      </w:r>
      <w:r w:rsidR="00D8054C">
        <w:rPr>
          <w:rtl/>
        </w:rPr>
        <w:t>)</w:t>
      </w:r>
      <w:r w:rsidRPr="007E0B1D">
        <w:rPr>
          <w:rtl/>
        </w:rPr>
        <w:t xml:space="preserve"> ص 136. التحرير الطاوسي ص 177. طرائف المقال ج 1 ص 327.</w:t>
      </w:r>
      <w:r>
        <w:rPr>
          <w:rFonts w:hint="cs"/>
          <w:rtl/>
        </w:rPr>
        <w:t xml:space="preserve"> </w:t>
      </w:r>
      <w:r w:rsidRPr="007E0B1D">
        <w:rPr>
          <w:rtl/>
        </w:rPr>
        <w:t>الذريعة ج 20 ص 360</w:t>
      </w:r>
      <w:r w:rsidR="00D8054C">
        <w:rPr>
          <w:rtl/>
        </w:rPr>
        <w:t>،</w:t>
      </w:r>
      <w:r w:rsidRPr="007E0B1D">
        <w:rPr>
          <w:rtl/>
        </w:rPr>
        <w:t xml:space="preserve"> وج 22 ص 268. شرح مشيخة الفقيه ص 4. معجم رجال الحديث ج 11 ص 288. شذرات الذهب ج 2 ص 42. فهرست الطوسي ص 87. عمدة الطالب ص 195 وص 241. الوجيزة ص 41. نقد الرجال ص 228. العبر ج 1 ص 358. المجدي في أنساب الطالبيين ص 136. هداية المحدثين ص 213. الخصال ص 141 وص 385 وص 493 وص 494. رجال الحلي </w:t>
      </w:r>
      <w:r w:rsidR="00D8054C">
        <w:rPr>
          <w:rtl/>
        </w:rPr>
        <w:t>(</w:t>
      </w:r>
      <w:r w:rsidRPr="007E0B1D">
        <w:rPr>
          <w:rtl/>
        </w:rPr>
        <w:t>قسم الثقات</w:t>
      </w:r>
      <w:r w:rsidR="00D8054C">
        <w:rPr>
          <w:rtl/>
        </w:rPr>
        <w:t>)</w:t>
      </w:r>
      <w:r w:rsidRPr="007E0B1D">
        <w:rPr>
          <w:rtl/>
        </w:rPr>
        <w:t xml:space="preserve"> ص 92. مرآة الجنان ج 2 ص 48. منتهى المقال ص 209.</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الاستبصار ج 1 ص 21 وص 23 وص 24 وص 28 وص 44 وص 55 وص 74 وص 104 وص 158 وص 169 وص 192 وص 193 وص 217 وص 229 وص 263 وص 273 وص 277 وص 313 وص 321 وص 391 وص 396 وص 404 وص 453</w:t>
      </w:r>
      <w:r w:rsidR="00D8054C">
        <w:rPr>
          <w:rtl/>
        </w:rPr>
        <w:t>،</w:t>
      </w:r>
      <w:r w:rsidRPr="007E0B1D">
        <w:rPr>
          <w:rtl/>
        </w:rPr>
        <w:t xml:space="preserve"> وج 2 ص 147 وص 149 وص 157 وص 165 وص 203 وص 205 وص 228 وص 264 وص 268 وص 276 وص 281 وص 292 وص 298</w:t>
      </w:r>
      <w:r w:rsidR="00D8054C">
        <w:rPr>
          <w:rtl/>
        </w:rPr>
        <w:t>،</w:t>
      </w:r>
      <w:r w:rsidRPr="007E0B1D">
        <w:rPr>
          <w:rtl/>
        </w:rPr>
        <w:t xml:space="preserve"> وج 3 ص 48 وص 66 وص 163 وص 177 وص 321 وص 331 وص 374</w:t>
      </w:r>
      <w:r w:rsidR="00D8054C">
        <w:rPr>
          <w:rtl/>
        </w:rPr>
        <w:t>،</w:t>
      </w:r>
      <w:r w:rsidRPr="007E0B1D">
        <w:rPr>
          <w:rtl/>
        </w:rPr>
        <w:t xml:space="preserve"> وج 4 ص 16 وص 25 وص 55 وص 254 وص 277 وغيرها.</w:t>
      </w:r>
      <w:r>
        <w:rPr>
          <w:rFonts w:hint="cs"/>
          <w:rtl/>
        </w:rPr>
        <w:t xml:space="preserve"> </w:t>
      </w:r>
      <w:r w:rsidRPr="007E0B1D">
        <w:rPr>
          <w:rtl/>
        </w:rPr>
        <w:t>المناقب ج 4 ص 280. التهذيب ج 1 ص 42 وص 74 وص 75 وص 98 وص 120 وص 125 وص 149 وص 192 وص 246 وص 261 وص 276 وص 345 وص 359 وص 360 وص 367 وص 409 وص 412 وص 416 وص 423 وص 431 وص 440 وص 461</w:t>
      </w:r>
      <w:r w:rsidR="00D8054C">
        <w:rPr>
          <w:rtl/>
        </w:rPr>
        <w:t>،</w:t>
      </w:r>
      <w:r w:rsidRPr="007E0B1D">
        <w:rPr>
          <w:rtl/>
        </w:rPr>
        <w:t xml:space="preserve"> وج 2 ص 72 وص 97 وص 162 وص 189 وص 225 وص 278 وص 279 وص 284 وص 287 وص 292 وص 333 وص 338 وص 365 وص 373</w:t>
      </w:r>
      <w:r w:rsidR="00D8054C">
        <w:rPr>
          <w:rtl/>
        </w:rPr>
        <w:t>،</w:t>
      </w:r>
      <w:r w:rsidRPr="007E0B1D">
        <w:rPr>
          <w:rtl/>
        </w:rPr>
        <w:t xml:space="preserve"> وج 3 ص 199 وص 231 وص 247 وص 249 وص 267 وص 275 وص 278 وص 279 وص 296 وص 300 وص 320 وص 327</w:t>
      </w:r>
      <w:r w:rsidR="00D8054C">
        <w:rPr>
          <w:rtl/>
        </w:rPr>
        <w:t>،</w:t>
      </w:r>
      <w:r w:rsidRPr="007E0B1D">
        <w:rPr>
          <w:rtl/>
        </w:rPr>
        <w:t xml:space="preserve"> وج 4 ص 95 وص 315 وص 320</w:t>
      </w:r>
      <w:r w:rsidR="00D8054C">
        <w:rPr>
          <w:rtl/>
        </w:rPr>
        <w:t>،</w:t>
      </w:r>
      <w:r w:rsidRPr="007E0B1D">
        <w:rPr>
          <w:rtl/>
        </w:rPr>
        <w:t xml:space="preserve"> وج 5 ص 4 وص 16 وص 55 وص 175 وص 202 وص 464 وص 470 وص 476 وص 479 وص 481 وص 483 وص 488</w:t>
      </w:r>
      <w:r w:rsidR="00D8054C">
        <w:rPr>
          <w:rtl/>
        </w:rPr>
        <w:t>،</w:t>
      </w:r>
      <w:r w:rsidRPr="007E0B1D">
        <w:rPr>
          <w:rtl/>
        </w:rPr>
        <w:t xml:space="preserve"> وج 6 ص 244 وص 344 وص 346 وص 370</w:t>
      </w:r>
      <w:r w:rsidR="00D8054C">
        <w:rPr>
          <w:rtl/>
        </w:rPr>
        <w:t>،</w:t>
      </w:r>
      <w:r w:rsidRPr="007E0B1D">
        <w:rPr>
          <w:rtl/>
        </w:rPr>
        <w:t xml:space="preserve"> وج 7 ص 36 وص 191 وص 215 وص 282 وص 369 وص 413 وص 446 وص 474 وص 489</w:t>
      </w:r>
      <w:r w:rsidR="00D8054C">
        <w:rPr>
          <w:rtl/>
        </w:rPr>
        <w:t>،</w:t>
      </w:r>
      <w:r w:rsidRPr="007E0B1D">
        <w:rPr>
          <w:rtl/>
        </w:rPr>
        <w:t xml:space="preserve"> وج 8 ص 17 وص 19 وص 82 وص 92 وص 108 وص 189 وص 202 وص 242 وص 309 وص 310</w:t>
      </w:r>
      <w:r w:rsidR="00D8054C">
        <w:rPr>
          <w:rtl/>
        </w:rPr>
        <w:t>،</w:t>
      </w:r>
      <w:r w:rsidRPr="007E0B1D">
        <w:rPr>
          <w:rtl/>
        </w:rPr>
        <w:t xml:space="preserve"> وج 9 ص 7 وص 12 وص 19 وص 87 وص 121 وص 122 وص 214</w:t>
      </w:r>
      <w:r w:rsidR="00D8054C">
        <w:rPr>
          <w:rtl/>
        </w:rPr>
        <w:t>،</w:t>
      </w:r>
      <w:r w:rsidRPr="007E0B1D">
        <w:rPr>
          <w:rtl/>
        </w:rPr>
        <w:t xml:space="preserve"> وج 10 ص 36 وص 84 وص 138 وص 201 وص 227 وص 244</w:t>
      </w:r>
      <w:r w:rsidR="00D8054C">
        <w:rPr>
          <w:rtl/>
        </w:rPr>
        <w:t>،</w:t>
      </w:r>
      <w:r w:rsidRPr="007E0B1D">
        <w:rPr>
          <w:rtl/>
        </w:rPr>
        <w:t xml:space="preserve"> من لا يحضره الفقيه ج 1 ص 7</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14 وص 15 وص 34 وص 43 وص 86 وص 96 وص 156 وص 158 وص 160 وص 161 وص 164 وص 174 وص 237 وص 244 وص 252 وص 261 وص 262 وص 263 وص 292 وص 294</w:t>
      </w:r>
      <w:r w:rsidR="00D8054C">
        <w:rPr>
          <w:rtl/>
        </w:rPr>
        <w:t>،</w:t>
      </w:r>
      <w:r w:rsidRPr="007E0B1D">
        <w:rPr>
          <w:rtl/>
        </w:rPr>
        <w:t xml:space="preserve"> وج 2 ص 16 وص 77 وص 117 وص 295 وص 296</w:t>
      </w:r>
      <w:r w:rsidR="00D8054C">
        <w:rPr>
          <w:rtl/>
        </w:rPr>
        <w:t>،</w:t>
      </w:r>
      <w:r w:rsidRPr="007E0B1D">
        <w:rPr>
          <w:rtl/>
        </w:rPr>
        <w:t xml:space="preserve"> وج 3 ص 74 وص 85 وص 97 وص 178 وص 186 وص 233 وص 235 وص 261 وص 262 وص 307 وص 316.</w:t>
      </w:r>
      <w:r>
        <w:rPr>
          <w:rFonts w:hint="cs"/>
          <w:rtl/>
        </w:rPr>
        <w:t xml:space="preserve"> </w:t>
      </w:r>
      <w:r w:rsidRPr="007E0B1D">
        <w:rPr>
          <w:rtl/>
        </w:rPr>
        <w:t xml:space="preserve">الكافي ج 1 ص 149 وص 151 وص 199 وص 258 وفيها محاورة بين المترجم له والامام الجواد </w:t>
      </w:r>
      <w:r w:rsidR="00D8054C" w:rsidRPr="00D8054C">
        <w:rPr>
          <w:rStyle w:val="libAlaemChar"/>
          <w:rtl/>
        </w:rPr>
        <w:t>عليه‌السلام</w:t>
      </w:r>
      <w:r w:rsidRPr="007E0B1D">
        <w:rPr>
          <w:rtl/>
        </w:rPr>
        <w:t xml:space="preserve"> تدل على الاحترام المتبادل بينهما</w:t>
      </w:r>
      <w:r w:rsidR="00D8054C">
        <w:rPr>
          <w:rtl/>
        </w:rPr>
        <w:t>،</w:t>
      </w:r>
      <w:r w:rsidRPr="007E0B1D">
        <w:rPr>
          <w:rtl/>
        </w:rPr>
        <w:t xml:space="preserve"> وص 259 وفيه حديث مطول يدل دلالة واضحة على حب وتقدير المترجم له للامام الجواد </w:t>
      </w:r>
      <w:r w:rsidR="00D8054C" w:rsidRPr="00D8054C">
        <w:rPr>
          <w:rStyle w:val="libAlaemChar"/>
          <w:rtl/>
        </w:rPr>
        <w:t>عليه‌السلام</w:t>
      </w:r>
      <w:r w:rsidR="00D8054C">
        <w:rPr>
          <w:rtl/>
        </w:rPr>
        <w:t>،</w:t>
      </w:r>
      <w:r w:rsidRPr="007E0B1D">
        <w:rPr>
          <w:rtl/>
        </w:rPr>
        <w:t xml:space="preserve"> وج 2 ص 148 وص 157 وص 191 وص 272 وص 273 وص 307 وص 492</w:t>
      </w:r>
      <w:r w:rsidR="00D8054C">
        <w:rPr>
          <w:rtl/>
        </w:rPr>
        <w:t>،</w:t>
      </w:r>
      <w:r w:rsidRPr="007E0B1D">
        <w:rPr>
          <w:rtl/>
        </w:rPr>
        <w:t xml:space="preserve"> وج 3 ص 6 ص 19 وص 29 وص 36 وص 44 وص 60 وص 61 وص 74 وص 142 وص 212 وص 332 وص 391 وص 404 وص 459 وص 559</w:t>
      </w:r>
      <w:r w:rsidR="00D8054C">
        <w:rPr>
          <w:rtl/>
        </w:rPr>
        <w:t>،</w:t>
      </w:r>
      <w:r w:rsidRPr="007E0B1D">
        <w:rPr>
          <w:rtl/>
        </w:rPr>
        <w:t xml:space="preserve"> وج 4 ص 110 وص 133 وص 242 وص 265 وص 367 وص 406 وص 420 وص 543 وص 551</w:t>
      </w:r>
      <w:r w:rsidR="00D8054C">
        <w:rPr>
          <w:rtl/>
        </w:rPr>
        <w:t>،</w:t>
      </w:r>
      <w:r w:rsidRPr="007E0B1D">
        <w:rPr>
          <w:rtl/>
        </w:rPr>
        <w:t xml:space="preserve"> وج 5 وص 123 وص 135 وص 241 وص 291 وص 297</w:t>
      </w:r>
      <w:r w:rsidR="00D8054C">
        <w:rPr>
          <w:rtl/>
        </w:rPr>
        <w:t>،</w:t>
      </w:r>
      <w:r w:rsidRPr="007E0B1D">
        <w:rPr>
          <w:rtl/>
        </w:rPr>
        <w:t xml:space="preserve"> وج 6 ص 38 وص 44 وص 165 وص 188 وص 196 وص 201 وص 218 وص 221 وص 222 وص 224 وص 264 وص 286 وص 421 وص 469 وص 477 وص 487 وص 515 وص 524 وص 527 وص 541</w:t>
      </w:r>
      <w:r w:rsidR="00D8054C">
        <w:rPr>
          <w:rtl/>
        </w:rPr>
        <w:t>،</w:t>
      </w:r>
      <w:r w:rsidRPr="007E0B1D">
        <w:rPr>
          <w:rtl/>
        </w:rPr>
        <w:t xml:space="preserve"> وج 7 ص 257 وص 266 وص 397. روضة الكافي ص 152 وص 363. اعلام الورى ص 345. ثقات الرواة للشهرستاني ص 50.</w:t>
      </w:r>
    </w:p>
    <w:p w:rsidR="008867CD" w:rsidRPr="007E0B1D" w:rsidRDefault="008867CD" w:rsidP="008867CD">
      <w:pPr>
        <w:pStyle w:val="libCenterBold1"/>
        <w:rPr>
          <w:rtl/>
        </w:rPr>
      </w:pPr>
      <w:r w:rsidRPr="007E0B1D">
        <w:rPr>
          <w:rtl/>
        </w:rPr>
        <w:t>108</w:t>
      </w:r>
      <w:r w:rsidR="00D8054C">
        <w:rPr>
          <w:rtl/>
        </w:rPr>
        <w:t xml:space="preserve"> - </w:t>
      </w:r>
      <w:r w:rsidRPr="007E0B1D">
        <w:rPr>
          <w:rtl/>
        </w:rPr>
        <w:t>علي بن حديد</w:t>
      </w:r>
    </w:p>
    <w:p w:rsidR="008867CD" w:rsidRPr="007E0B1D" w:rsidRDefault="008867CD" w:rsidP="008867CD">
      <w:pPr>
        <w:pStyle w:val="libNormal"/>
        <w:rPr>
          <w:rtl/>
        </w:rPr>
      </w:pPr>
      <w:r w:rsidRPr="007E0B1D">
        <w:rPr>
          <w:rtl/>
        </w:rPr>
        <w:t>علي بن حديد بن حكيم الأزدي بالولاء</w:t>
      </w:r>
      <w:r w:rsidR="00D8054C">
        <w:rPr>
          <w:rtl/>
        </w:rPr>
        <w:t>،</w:t>
      </w:r>
      <w:r w:rsidRPr="007E0B1D">
        <w:rPr>
          <w:rtl/>
        </w:rPr>
        <w:t xml:space="preserve"> الكوفي</w:t>
      </w:r>
      <w:r w:rsidR="00D8054C">
        <w:rPr>
          <w:rtl/>
        </w:rPr>
        <w:t>،</w:t>
      </w:r>
      <w:r w:rsidRPr="007E0B1D">
        <w:rPr>
          <w:rtl/>
        </w:rPr>
        <w:t xml:space="preserve"> المدائني</w:t>
      </w:r>
      <w:r w:rsidR="00D8054C">
        <w:rPr>
          <w:rtl/>
        </w:rPr>
        <w:t>،</w:t>
      </w:r>
      <w:r w:rsidRPr="007E0B1D">
        <w:rPr>
          <w:rtl/>
        </w:rPr>
        <w:t xml:space="preserve"> الساباطي.</w:t>
      </w:r>
    </w:p>
    <w:p w:rsidR="008867CD" w:rsidRPr="007E0B1D" w:rsidRDefault="008867CD" w:rsidP="008867CD">
      <w:pPr>
        <w:pStyle w:val="libNormal"/>
        <w:rPr>
          <w:rtl/>
        </w:rPr>
      </w:pPr>
      <w:r w:rsidRPr="007E0B1D">
        <w:rPr>
          <w:rtl/>
        </w:rPr>
        <w:t>محدث فطحي المذهب</w:t>
      </w:r>
      <w:r w:rsidR="00D8054C">
        <w:rPr>
          <w:rtl/>
        </w:rPr>
        <w:t>،</w:t>
      </w:r>
      <w:r w:rsidRPr="007E0B1D">
        <w:rPr>
          <w:rtl/>
        </w:rPr>
        <w:t xml:space="preserve"> ضعيف الحديث</w:t>
      </w:r>
      <w:r w:rsidR="00D8054C">
        <w:rPr>
          <w:rtl/>
        </w:rPr>
        <w:t>،</w:t>
      </w:r>
      <w:r w:rsidRPr="007E0B1D">
        <w:rPr>
          <w:rtl/>
        </w:rPr>
        <w:t xml:space="preserve"> له كتاب.</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 xml:space="preserve">روى عن الأئمة الكاظم والرضا والجواد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كان أصله من الكوفة</w:t>
      </w:r>
      <w:r w:rsidR="00D8054C">
        <w:rPr>
          <w:rtl/>
        </w:rPr>
        <w:t>،</w:t>
      </w:r>
      <w:r w:rsidRPr="007E0B1D">
        <w:rPr>
          <w:rtl/>
        </w:rPr>
        <w:t xml:space="preserve"> ولد ونشأ بالمدائن.</w:t>
      </w:r>
    </w:p>
    <w:p w:rsidR="008867CD" w:rsidRPr="007E0B1D" w:rsidRDefault="008867CD" w:rsidP="008867CD">
      <w:pPr>
        <w:pStyle w:val="libNormal"/>
        <w:rPr>
          <w:rtl/>
        </w:rPr>
      </w:pPr>
      <w:r w:rsidRPr="007E0B1D">
        <w:rPr>
          <w:rtl/>
        </w:rPr>
        <w:t>تردد اسمه في 201 موردا في أسناد الروايات.</w:t>
      </w:r>
    </w:p>
    <w:p w:rsidR="008867CD" w:rsidRPr="007E0B1D" w:rsidRDefault="008867CD" w:rsidP="008867CD">
      <w:pPr>
        <w:pStyle w:val="libNormal"/>
        <w:rPr>
          <w:rtl/>
        </w:rPr>
      </w:pPr>
      <w:r w:rsidRPr="007E0B1D">
        <w:rPr>
          <w:rtl/>
        </w:rPr>
        <w:t>روى عنه اكثر من 25 من الرواة أمثال</w:t>
      </w:r>
      <w:r w:rsidR="00D8054C">
        <w:rPr>
          <w:rtl/>
        </w:rPr>
        <w:t>:</w:t>
      </w:r>
      <w:r w:rsidRPr="007E0B1D">
        <w:rPr>
          <w:rtl/>
        </w:rPr>
        <w:t xml:space="preserve"> علي بن مهزيار</w:t>
      </w:r>
      <w:r w:rsidR="00D8054C">
        <w:rPr>
          <w:rtl/>
        </w:rPr>
        <w:t>،</w:t>
      </w:r>
      <w:r w:rsidRPr="007E0B1D">
        <w:rPr>
          <w:rtl/>
        </w:rPr>
        <w:t xml:space="preserve"> وعلي بن اسماعيل الميثمي</w:t>
      </w:r>
      <w:r w:rsidR="00D8054C">
        <w:rPr>
          <w:rtl/>
        </w:rPr>
        <w:t>،</w:t>
      </w:r>
      <w:r w:rsidRPr="007E0B1D">
        <w:rPr>
          <w:rtl/>
        </w:rPr>
        <w:t xml:space="preserve"> وأحمد بن محمّد بن عيسى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382</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403. جامع الرواة ج 1 ص 563. كامل الزيارات ص 27. رجال الحلي </w:t>
      </w:r>
      <w:r w:rsidR="00D8054C">
        <w:rPr>
          <w:rtl/>
        </w:rPr>
        <w:t>(</w:t>
      </w:r>
      <w:r w:rsidRPr="007E0B1D">
        <w:rPr>
          <w:rtl/>
        </w:rPr>
        <w:t>قسم الضعفاء</w:t>
      </w:r>
      <w:r w:rsidR="00D8054C">
        <w:rPr>
          <w:rtl/>
        </w:rPr>
        <w:t>)</w:t>
      </w:r>
      <w:r w:rsidRPr="007E0B1D">
        <w:rPr>
          <w:rtl/>
        </w:rPr>
        <w:t xml:space="preserve"> ص 234. فهرست الطوسي ص 89. معجم رجال الحديث ج 11 ص 302</w:t>
      </w:r>
      <w:r w:rsidR="00D8054C">
        <w:rPr>
          <w:rtl/>
        </w:rPr>
        <w:t xml:space="preserve"> - </w:t>
      </w:r>
      <w:r w:rsidRPr="007E0B1D">
        <w:rPr>
          <w:rtl/>
        </w:rPr>
        <w:t xml:space="preserve">ص 309. بهجة الآمال ج 5 ص 390. هداية المحدثين ص 115. رجال البرقي في أصحاب الرضا </w:t>
      </w:r>
      <w:r w:rsidR="00D8054C" w:rsidRPr="00D8054C">
        <w:rPr>
          <w:rStyle w:val="libAlaemChar"/>
          <w:rtl/>
        </w:rPr>
        <w:t>عليه‌السلام</w:t>
      </w:r>
      <w:r w:rsidRPr="007E0B1D">
        <w:rPr>
          <w:rtl/>
        </w:rPr>
        <w:t xml:space="preserve"> ص 55</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56. التحرير الطاوسي ص 187. نقد الرجال ص 228. إيضاح الاشتباه ص 56. جامع المقال ص 81. نضد الايضاح ص 214. رجال ابن داود </w:t>
      </w:r>
      <w:r w:rsidR="00D8054C">
        <w:rPr>
          <w:rtl/>
        </w:rPr>
        <w:t>(</w:t>
      </w:r>
      <w:r w:rsidRPr="007E0B1D">
        <w:rPr>
          <w:rtl/>
        </w:rPr>
        <w:t>قسم الضعفاء</w:t>
      </w:r>
      <w:r w:rsidR="00D8054C">
        <w:rPr>
          <w:rtl/>
        </w:rPr>
        <w:t>)</w:t>
      </w:r>
      <w:r w:rsidRPr="007E0B1D">
        <w:rPr>
          <w:rtl/>
        </w:rPr>
        <w:t xml:space="preserve"> ص 260. منتهى المقال ص 209. مجمع الرجال ج 4 ص 175.</w:t>
      </w:r>
      <w:r>
        <w:rPr>
          <w:rFonts w:hint="cs"/>
          <w:rtl/>
        </w:rPr>
        <w:t xml:space="preserve"> </w:t>
      </w:r>
      <w:r w:rsidRPr="007E0B1D">
        <w:rPr>
          <w:rtl/>
        </w:rPr>
        <w:t>رجال الكشي ص 279 وص 482 وص 496 وص 497 وص 570. الوجيزة ص 41. تنقيح المقال ج 2 ص 275. طرائف المقال ج 1 ص 327. روضة الكافي ص 152 وص 274 وص 275 وص 341 وص 345 وص 362. منهج المقال ص 228. رجال الأنصاري ص 120. الاستبصار ج 1 ص 7 وص 40 وص 176 وص 194 وص 207 وص 216 وص 239 وص 274 وص 323 وص 352 وص 443 وص 457</w:t>
      </w:r>
      <w:r w:rsidR="00D8054C">
        <w:rPr>
          <w:rtl/>
        </w:rPr>
        <w:t>،</w:t>
      </w:r>
      <w:r w:rsidRPr="007E0B1D">
        <w:rPr>
          <w:rtl/>
        </w:rPr>
        <w:t xml:space="preserve"> وج 2 ص 6 وص 242 وص 272 وص 331</w:t>
      </w:r>
      <w:r w:rsidR="00D8054C">
        <w:rPr>
          <w:rtl/>
        </w:rPr>
        <w:t>،</w:t>
      </w:r>
      <w:r w:rsidRPr="007E0B1D">
        <w:rPr>
          <w:rtl/>
        </w:rPr>
        <w:t xml:space="preserve"> وج 3 ص 26 وص 30 وص 51 وص 77 وص 93 وص 94 وص 143 وص 159 وص 181 وص 256 وص 317 وص 371</w:t>
      </w:r>
      <w:r w:rsidR="00D8054C">
        <w:rPr>
          <w:rtl/>
        </w:rPr>
        <w:t>،</w:t>
      </w:r>
      <w:r w:rsidRPr="007E0B1D">
        <w:rPr>
          <w:rtl/>
        </w:rPr>
        <w:t xml:space="preserve"> وج 4 ص 134 وص 250 وص 253</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263 وص 264. الخصال ص 81 وص 293 وص 589. الكافي ج 1 ص 15 وص 48 وص 318 وص 319 وص 365</w:t>
      </w:r>
      <w:r w:rsidR="00D8054C">
        <w:rPr>
          <w:rtl/>
        </w:rPr>
        <w:t>،</w:t>
      </w:r>
      <w:r w:rsidRPr="007E0B1D">
        <w:rPr>
          <w:rtl/>
        </w:rPr>
        <w:t xml:space="preserve"> وج 2 ص 55 وص 258 وص 264 وص 313 وص 347 وص 448</w:t>
      </w:r>
      <w:r w:rsidR="00D8054C">
        <w:rPr>
          <w:rtl/>
        </w:rPr>
        <w:t>،</w:t>
      </w:r>
      <w:r w:rsidRPr="007E0B1D">
        <w:rPr>
          <w:rtl/>
        </w:rPr>
        <w:t xml:space="preserve"> وج 3 ص 41 وص 112 وص 168 وص 238 وص 341 وص 353 وص 377 وص 378 وص 384 وص 395 وص 412 وص 446 وص 506 وص 518</w:t>
      </w:r>
      <w:r w:rsidR="00D8054C">
        <w:rPr>
          <w:rtl/>
        </w:rPr>
        <w:t>،</w:t>
      </w:r>
      <w:r w:rsidRPr="007E0B1D">
        <w:rPr>
          <w:rtl/>
        </w:rPr>
        <w:t xml:space="preserve"> وج 4 ص 57 وص 151 وص 292 وص 432 وص 441 وص 495 وص 536</w:t>
      </w:r>
      <w:r w:rsidR="00D8054C">
        <w:rPr>
          <w:rtl/>
        </w:rPr>
        <w:t>،</w:t>
      </w:r>
      <w:r w:rsidRPr="007E0B1D">
        <w:rPr>
          <w:rtl/>
        </w:rPr>
        <w:t xml:space="preserve"> وج 5 ص 104 وص 171 وص 179 وص 205 وص 250 وص 280 وص 556</w:t>
      </w:r>
      <w:r w:rsidR="00D8054C">
        <w:rPr>
          <w:rtl/>
        </w:rPr>
        <w:t>،</w:t>
      </w:r>
      <w:r w:rsidRPr="007E0B1D">
        <w:rPr>
          <w:rtl/>
        </w:rPr>
        <w:t xml:space="preserve"> وج 6 ص 85 وص 276 وص 320 وص 439</w:t>
      </w:r>
      <w:r w:rsidR="00D8054C">
        <w:rPr>
          <w:rtl/>
        </w:rPr>
        <w:t>،</w:t>
      </w:r>
      <w:r w:rsidRPr="007E0B1D">
        <w:rPr>
          <w:rtl/>
        </w:rPr>
        <w:t xml:space="preserve"> وج 7 ص 81 وص 189 وص 256 وص 356 وص 357 وص 438 وغيرها.</w:t>
      </w:r>
      <w:r>
        <w:rPr>
          <w:rFonts w:hint="cs"/>
          <w:rtl/>
        </w:rPr>
        <w:t xml:space="preserve"> </w:t>
      </w:r>
      <w:r w:rsidRPr="007E0B1D">
        <w:rPr>
          <w:rtl/>
        </w:rPr>
        <w:t>رجال النجاشي ص 195. معالم العلماء ص 63. اتقان المقال ص 325. روضة المتقين ج 14 ص 392. التهذيب ج 1 ص 46 وص 77 وص 239 وص 275 وص 292 وص 302 وص 412 وص 432 وص 453</w:t>
      </w:r>
      <w:r w:rsidR="00D8054C">
        <w:rPr>
          <w:rtl/>
        </w:rPr>
        <w:t>،</w:t>
      </w:r>
      <w:r w:rsidRPr="007E0B1D">
        <w:rPr>
          <w:rtl/>
        </w:rPr>
        <w:t xml:space="preserve"> وج 2 ص 4 وص 36 وص 67 وص 76 وص 103 وص 131 وص 139 وص 144 وص 145 وص 147 وص 184 وص 271 وص 366</w:t>
      </w:r>
      <w:r w:rsidR="00D8054C">
        <w:rPr>
          <w:rtl/>
        </w:rPr>
        <w:t>،</w:t>
      </w:r>
      <w:r w:rsidRPr="007E0B1D">
        <w:rPr>
          <w:rtl/>
        </w:rPr>
        <w:t xml:space="preserve"> وج 3 ص 134 وص 173 وص 180 وص 222 وص 254 وص 269 وص 274 وص 302 وص 331</w:t>
      </w:r>
      <w:r w:rsidR="00D8054C">
        <w:rPr>
          <w:rtl/>
        </w:rPr>
        <w:t>،</w:t>
      </w:r>
      <w:r w:rsidRPr="007E0B1D">
        <w:rPr>
          <w:rtl/>
        </w:rPr>
        <w:t xml:space="preserve"> وج 4 ص 7</w:t>
      </w:r>
      <w:r w:rsidR="00D8054C">
        <w:rPr>
          <w:rtl/>
        </w:rPr>
        <w:t>،</w:t>
      </w:r>
      <w:r w:rsidRPr="007E0B1D">
        <w:rPr>
          <w:rtl/>
        </w:rPr>
        <w:t xml:space="preserve"> وج 5 ص 48 وص 147 وص 158 وص 220 وص 426 وص 481</w:t>
      </w:r>
      <w:r w:rsidR="00D8054C">
        <w:rPr>
          <w:rtl/>
        </w:rPr>
        <w:t>،</w:t>
      </w:r>
      <w:r w:rsidRPr="007E0B1D">
        <w:rPr>
          <w:rtl/>
        </w:rPr>
        <w:t xml:space="preserve"> وج 6 ص 19 وص 212 وص 281 وص 349</w:t>
      </w:r>
      <w:r w:rsidR="00D8054C">
        <w:rPr>
          <w:rtl/>
        </w:rPr>
        <w:t>،</w:t>
      </w:r>
      <w:r w:rsidRPr="007E0B1D">
        <w:rPr>
          <w:rtl/>
        </w:rPr>
        <w:t xml:space="preserve"> وج 7 ص 21 وص 25 وص 36 وص 71 وص 100 وص 107 وص 111 وص 253 وص 276 وص 300 وص 309 وص 373</w:t>
      </w:r>
      <w:r w:rsidR="00D8054C">
        <w:rPr>
          <w:rtl/>
        </w:rPr>
        <w:t>،</w:t>
      </w:r>
      <w:r w:rsidRPr="007E0B1D">
        <w:rPr>
          <w:rtl/>
        </w:rPr>
        <w:t xml:space="preserve"> وج 8 ص 4 وص 66 وص 100 وص 168 وص 185 وص 256 وص 281 وص 287</w:t>
      </w:r>
      <w:r w:rsidR="00D8054C">
        <w:rPr>
          <w:rtl/>
        </w:rPr>
        <w:t>،</w:t>
      </w:r>
      <w:r w:rsidRPr="007E0B1D">
        <w:rPr>
          <w:rtl/>
        </w:rPr>
        <w:t xml:space="preserve"> وج 9 ص 118 وص 216 وص 378</w:t>
      </w:r>
      <w:r w:rsidR="00D8054C">
        <w:rPr>
          <w:rtl/>
        </w:rPr>
        <w:t>،</w:t>
      </w:r>
      <w:r w:rsidRPr="007E0B1D">
        <w:rPr>
          <w:rtl/>
        </w:rPr>
        <w:t xml:space="preserve"> وج 10 ص 18 وص 46 وص 122 وص 129 وص 137 وص 175 وص 177 وص 250 وص 260 وص 275 وغيرها.</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109</w:t>
      </w:r>
      <w:r w:rsidR="00D8054C">
        <w:rPr>
          <w:rtl/>
        </w:rPr>
        <w:t xml:space="preserve"> - </w:t>
      </w:r>
      <w:r w:rsidRPr="007E0B1D">
        <w:rPr>
          <w:rtl/>
        </w:rPr>
        <w:t>علي بن حسان</w:t>
      </w:r>
    </w:p>
    <w:p w:rsidR="008867CD" w:rsidRPr="007E0B1D" w:rsidRDefault="008867CD" w:rsidP="008867CD">
      <w:pPr>
        <w:pStyle w:val="libNormal"/>
        <w:rPr>
          <w:rtl/>
        </w:rPr>
      </w:pPr>
      <w:r w:rsidRPr="007E0B1D">
        <w:rPr>
          <w:rtl/>
        </w:rPr>
        <w:t>علي بن حسان الواسطي</w:t>
      </w:r>
      <w:r w:rsidR="00D8054C">
        <w:rPr>
          <w:rtl/>
        </w:rPr>
        <w:t>،</w:t>
      </w:r>
      <w:r w:rsidRPr="007E0B1D">
        <w:rPr>
          <w:rtl/>
        </w:rPr>
        <w:t xml:space="preserve"> القصير</w:t>
      </w:r>
      <w:r w:rsidR="00D8054C">
        <w:rPr>
          <w:rtl/>
        </w:rPr>
        <w:t>،</w:t>
      </w:r>
      <w:r w:rsidRPr="007E0B1D">
        <w:rPr>
          <w:rtl/>
        </w:rPr>
        <w:t xml:space="preserve"> أبو الحسين</w:t>
      </w:r>
      <w:r w:rsidR="00D8054C">
        <w:rPr>
          <w:rtl/>
        </w:rPr>
        <w:t>،</w:t>
      </w:r>
      <w:r w:rsidRPr="007E0B1D">
        <w:rPr>
          <w:rtl/>
        </w:rPr>
        <w:t xml:space="preserve"> المعروف بالمنمس.</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قيل كان من الثقات</w:t>
      </w:r>
      <w:r w:rsidR="00D8054C">
        <w:rPr>
          <w:rtl/>
        </w:rPr>
        <w:t>،</w:t>
      </w:r>
      <w:r w:rsidRPr="007E0B1D">
        <w:rPr>
          <w:rtl/>
        </w:rPr>
        <w:t xml:space="preserve"> وقيل كان ممدوحا</w:t>
      </w:r>
      <w:r w:rsidR="00D8054C">
        <w:rPr>
          <w:rtl/>
        </w:rPr>
        <w:t>،</w:t>
      </w:r>
      <w:r w:rsidRPr="007E0B1D">
        <w:rPr>
          <w:rtl/>
        </w:rPr>
        <w:t xml:space="preserve"> وقيل لا بأس بحديثه</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 xml:space="preserve">روى عن الأئمة الصادق والكاظم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أحمد بن أبي عبد الله البرقي</w:t>
      </w:r>
      <w:r w:rsidR="00D8054C">
        <w:rPr>
          <w:rtl/>
        </w:rPr>
        <w:t>،</w:t>
      </w:r>
      <w:r w:rsidRPr="007E0B1D">
        <w:rPr>
          <w:rtl/>
        </w:rPr>
        <w:t xml:space="preserve"> ومحمّد بن الحسن الصفار</w:t>
      </w:r>
      <w:r w:rsidR="00D8054C">
        <w:rPr>
          <w:rtl/>
        </w:rPr>
        <w:t>،</w:t>
      </w:r>
      <w:r w:rsidRPr="007E0B1D">
        <w:rPr>
          <w:rtl/>
        </w:rPr>
        <w:t xml:space="preserve"> وجعفر بن يحيى.</w:t>
      </w:r>
    </w:p>
    <w:p w:rsidR="008867CD" w:rsidRPr="007E0B1D" w:rsidRDefault="008867CD" w:rsidP="008867CD">
      <w:pPr>
        <w:pStyle w:val="libNormal"/>
        <w:rPr>
          <w:rtl/>
        </w:rPr>
      </w:pPr>
      <w:r w:rsidRPr="007E0B1D">
        <w:rPr>
          <w:rtl/>
        </w:rPr>
        <w:t>عمر اكثر من مائة سنة</w:t>
      </w:r>
      <w:r w:rsidR="00D8054C">
        <w:rPr>
          <w:rtl/>
        </w:rPr>
        <w:t>،</w:t>
      </w:r>
      <w:r w:rsidRPr="007E0B1D">
        <w:rPr>
          <w:rtl/>
        </w:rPr>
        <w:t xml:space="preserve"> وكان حيا قيل سنة 220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الصادق </w:t>
      </w:r>
      <w:r w:rsidR="00D8054C" w:rsidRPr="00D8054C">
        <w:rPr>
          <w:rStyle w:val="libAlaemChar"/>
          <w:rtl/>
        </w:rPr>
        <w:t>عليه‌السلام</w:t>
      </w:r>
      <w:r w:rsidRPr="007E0B1D">
        <w:rPr>
          <w:rtl/>
        </w:rPr>
        <w:t xml:space="preserve"> ص 268</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404. جامع الرواة ج 1 ص 564 وص 596. مجمع الرجال ج 4 ص 177 وص 214. تنقيح المقال ج 2 ص 275 وص 302. رجال البرقي في أصحاب الصادق </w:t>
      </w:r>
      <w:r w:rsidR="00D8054C" w:rsidRPr="00D8054C">
        <w:rPr>
          <w:rStyle w:val="libAlaemChar"/>
          <w:rtl/>
        </w:rPr>
        <w:t>عليه‌السلام</w:t>
      </w:r>
      <w:r w:rsidRPr="007E0B1D">
        <w:rPr>
          <w:rtl/>
        </w:rPr>
        <w:t xml:space="preserve"> ص 25. فهرست الطوسي ص 93. رجال الكشي ص 192 وص 248 وص 300 وص 321 وص 328 وص 451. وسائل الشيعة ج 20 ص 260. اتقان المقال ص 91. رجال الأنصاري ص 120. الاختصاص ص 201. نقد الرجال ص 229. توضيح الاشتباه ص 227. جامع المقال ص 81. منهج المقال ص 228. التحرير الطاوسي ص 178. إيضاح الاشتباه ص 56. منتهى المقال ص 210. شرح مشيخة الفقيه ص 114. نضد الايضاح ص 214. روضة الكافي ص 190 وص 241 وص 330. رجال ابن داود </w:t>
      </w:r>
      <w:r w:rsidR="00D8054C">
        <w:rPr>
          <w:rtl/>
        </w:rPr>
        <w:t>(</w:t>
      </w:r>
      <w:r w:rsidRPr="007E0B1D">
        <w:rPr>
          <w:rtl/>
        </w:rPr>
        <w:t>قسم</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الثقات</w:t>
      </w:r>
      <w:r w:rsidR="00D8054C">
        <w:rPr>
          <w:rtl/>
        </w:rPr>
        <w:t>)</w:t>
      </w:r>
      <w:r w:rsidRPr="007E0B1D">
        <w:rPr>
          <w:rtl/>
        </w:rPr>
        <w:t xml:space="preserve"> ص 136. بهجة الآمال ج 5 ص 392. كامل الزيارات ص 299. التوحيد ص 329 وص 343 وص 457. معجم رجال الحديث ج 1 ص 313</w:t>
      </w:r>
      <w:r w:rsidR="00D8054C">
        <w:rPr>
          <w:rtl/>
        </w:rPr>
        <w:t>،</w:t>
      </w:r>
      <w:r w:rsidRPr="007E0B1D">
        <w:rPr>
          <w:rtl/>
        </w:rPr>
        <w:t xml:space="preserve"> وج 12 ص 244 وص 246. خاتمة المستدرك ص 828. الوجيزة ص 41. رجال الحلي </w:t>
      </w:r>
      <w:r w:rsidR="00D8054C">
        <w:rPr>
          <w:rtl/>
        </w:rPr>
        <w:t>(</w:t>
      </w:r>
      <w:r w:rsidRPr="007E0B1D">
        <w:rPr>
          <w:rtl/>
        </w:rPr>
        <w:t>قسم الثقات</w:t>
      </w:r>
      <w:r w:rsidR="00D8054C">
        <w:rPr>
          <w:rtl/>
        </w:rPr>
        <w:t>)</w:t>
      </w:r>
      <w:r w:rsidRPr="007E0B1D">
        <w:rPr>
          <w:rtl/>
        </w:rPr>
        <w:t xml:space="preserve"> ص 96. معالم العلماء ص 65. الكافي ج 1 ص 56 وص 135 وص 142 وص 148 وص 153 وص 164 وص 169 وص 300 وص 315 وص 325 وص 342 وص 348 وص 350 وص 352</w:t>
      </w:r>
      <w:r w:rsidR="00D8054C">
        <w:rPr>
          <w:rtl/>
        </w:rPr>
        <w:t>،</w:t>
      </w:r>
      <w:r w:rsidRPr="007E0B1D">
        <w:rPr>
          <w:rtl/>
        </w:rPr>
        <w:t xml:space="preserve"> وج 2 ص 53 وص 98 وص 103 وص 241 وص 299 وص 365</w:t>
      </w:r>
      <w:r w:rsidR="00D8054C">
        <w:rPr>
          <w:rtl/>
        </w:rPr>
        <w:t>،</w:t>
      </w:r>
      <w:r w:rsidRPr="007E0B1D">
        <w:rPr>
          <w:rtl/>
        </w:rPr>
        <w:t xml:space="preserve"> وج 3 ص 225 وص 504</w:t>
      </w:r>
      <w:r w:rsidR="00D8054C">
        <w:rPr>
          <w:rtl/>
        </w:rPr>
        <w:t>،</w:t>
      </w:r>
      <w:r w:rsidRPr="007E0B1D">
        <w:rPr>
          <w:rtl/>
        </w:rPr>
        <w:t xml:space="preserve"> وج 4 ص 10 وص 54 وص 191 وص 553 وص 578</w:t>
      </w:r>
      <w:r w:rsidR="00D8054C">
        <w:rPr>
          <w:rtl/>
        </w:rPr>
        <w:t>،</w:t>
      </w:r>
      <w:r w:rsidRPr="007E0B1D">
        <w:rPr>
          <w:rtl/>
        </w:rPr>
        <w:t xml:space="preserve"> وج 5 ص 321 وص 374 وص 467 وص 503 وص 537</w:t>
      </w:r>
      <w:r w:rsidR="00D8054C">
        <w:rPr>
          <w:rtl/>
        </w:rPr>
        <w:t>،</w:t>
      </w:r>
      <w:r w:rsidRPr="007E0B1D">
        <w:rPr>
          <w:rtl/>
        </w:rPr>
        <w:t xml:space="preserve"> وج 6 ص 496 وص 513 وص 521 وغيرها.</w:t>
      </w:r>
      <w:r>
        <w:rPr>
          <w:rFonts w:hint="cs"/>
          <w:rtl/>
        </w:rPr>
        <w:t xml:space="preserve"> </w:t>
      </w:r>
      <w:r w:rsidRPr="007E0B1D">
        <w:rPr>
          <w:rtl/>
        </w:rPr>
        <w:t>رجال النجاشي ص 197. طرائف المقال ج 1 ص 529. هداية المحدثين ص 116. الخصال ص 11 وص 53 وص 356. من لا يحضره الفقيه ج 2 ص 369</w:t>
      </w:r>
      <w:r w:rsidR="00D8054C">
        <w:rPr>
          <w:rtl/>
        </w:rPr>
        <w:t>،</w:t>
      </w:r>
      <w:r w:rsidRPr="007E0B1D">
        <w:rPr>
          <w:rtl/>
        </w:rPr>
        <w:t xml:space="preserve"> وج 3 ص 366. التهذيب ج 1 ص 53</w:t>
      </w:r>
      <w:r w:rsidR="00D8054C">
        <w:rPr>
          <w:rtl/>
        </w:rPr>
        <w:t>،</w:t>
      </w:r>
      <w:r w:rsidRPr="007E0B1D">
        <w:rPr>
          <w:rtl/>
        </w:rPr>
        <w:t xml:space="preserve"> وج 3 ص 71 وص 72 وص 143</w:t>
      </w:r>
      <w:r w:rsidR="00D8054C">
        <w:rPr>
          <w:rtl/>
        </w:rPr>
        <w:t>،</w:t>
      </w:r>
      <w:r w:rsidRPr="007E0B1D">
        <w:rPr>
          <w:rtl/>
        </w:rPr>
        <w:t xml:space="preserve"> وج 4 ص 112</w:t>
      </w:r>
      <w:r w:rsidR="00D8054C">
        <w:rPr>
          <w:rtl/>
        </w:rPr>
        <w:t>،</w:t>
      </w:r>
      <w:r w:rsidRPr="007E0B1D">
        <w:rPr>
          <w:rtl/>
        </w:rPr>
        <w:t xml:space="preserve"> وج 6 ص 6 وص 83 وص 102 وص 214</w:t>
      </w:r>
      <w:r w:rsidR="00D8054C">
        <w:rPr>
          <w:rtl/>
        </w:rPr>
        <w:t>،</w:t>
      </w:r>
      <w:r w:rsidRPr="007E0B1D">
        <w:rPr>
          <w:rtl/>
        </w:rPr>
        <w:t xml:space="preserve"> وج 9 ص 47 وص 91 وص 123 وغيرها. الاستبصار ج 4 ص 78. ثقات الرواة للشهرستاني ص 50.</w:t>
      </w:r>
    </w:p>
    <w:p w:rsidR="008867CD" w:rsidRPr="007E0B1D" w:rsidRDefault="008867CD" w:rsidP="008867CD">
      <w:pPr>
        <w:pStyle w:val="libCenterBold1"/>
        <w:rPr>
          <w:rtl/>
        </w:rPr>
      </w:pPr>
      <w:r w:rsidRPr="007E0B1D">
        <w:rPr>
          <w:rtl/>
        </w:rPr>
        <w:t>110</w:t>
      </w:r>
      <w:r w:rsidR="00D8054C">
        <w:rPr>
          <w:rtl/>
        </w:rPr>
        <w:t xml:space="preserve"> - </w:t>
      </w:r>
      <w:r w:rsidRPr="007E0B1D">
        <w:rPr>
          <w:rtl/>
        </w:rPr>
        <w:t>علي العسكري</w:t>
      </w:r>
    </w:p>
    <w:p w:rsidR="008867CD" w:rsidRPr="007E0B1D" w:rsidRDefault="008867CD" w:rsidP="008867CD">
      <w:pPr>
        <w:pStyle w:val="libNormal"/>
        <w:rPr>
          <w:rtl/>
        </w:rPr>
      </w:pPr>
      <w:r w:rsidRPr="007E0B1D">
        <w:rPr>
          <w:rtl/>
        </w:rPr>
        <w:t>علي بن الحسين</w:t>
      </w:r>
      <w:r w:rsidR="00D8054C">
        <w:rPr>
          <w:rtl/>
        </w:rPr>
        <w:t>،</w:t>
      </w:r>
      <w:r w:rsidRPr="007E0B1D">
        <w:rPr>
          <w:rtl/>
        </w:rPr>
        <w:t xml:space="preserve"> وقيل الحسن بن علي بن عمر ابن الامام علي السجاد الهاشمي</w:t>
      </w:r>
      <w:r w:rsidR="00D8054C">
        <w:rPr>
          <w:rtl/>
        </w:rPr>
        <w:t>،</w:t>
      </w:r>
      <w:r w:rsidRPr="007E0B1D">
        <w:rPr>
          <w:rtl/>
        </w:rPr>
        <w:t xml:space="preserve"> أبو الحسن</w:t>
      </w:r>
      <w:r w:rsidR="00D8054C">
        <w:rPr>
          <w:rtl/>
        </w:rPr>
        <w:t>،</w:t>
      </w:r>
      <w:r w:rsidRPr="007E0B1D">
        <w:rPr>
          <w:rtl/>
        </w:rPr>
        <w:t xml:space="preserve"> الملقب بالعسكري.</w:t>
      </w:r>
    </w:p>
    <w:p w:rsidR="008867CD" w:rsidRPr="007E0B1D" w:rsidRDefault="008867CD" w:rsidP="008867CD">
      <w:pPr>
        <w:pStyle w:val="libNormal"/>
        <w:rPr>
          <w:rtl/>
        </w:rPr>
      </w:pPr>
      <w:r w:rsidRPr="007E0B1D">
        <w:rPr>
          <w:rtl/>
        </w:rPr>
        <w:t>محدث من سلالة أهل البيت النبوة</w:t>
      </w:r>
      <w:r w:rsidR="00D8054C">
        <w:rPr>
          <w:rtl/>
        </w:rPr>
        <w:t>،</w:t>
      </w:r>
      <w:r w:rsidRPr="007E0B1D">
        <w:rPr>
          <w:rtl/>
        </w:rPr>
        <w:t xml:space="preserve">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علي بن مهزيار.</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402. معجم رجال الحديث ج 11 ص 365. أعيان الشيعة ج 8 ص 187. المجدي في أنساب الطالبيين ص 152. تنقيح المقال ج 2 ص 282. عمدة الطالب ص 308. منتهى الآمال </w:t>
      </w:r>
      <w:r w:rsidR="00D8054C">
        <w:rPr>
          <w:rtl/>
        </w:rPr>
        <w:t>(</w:t>
      </w:r>
      <w:r w:rsidRPr="007E0B1D">
        <w:rPr>
          <w:rtl/>
        </w:rPr>
        <w:t>فارسي</w:t>
      </w:r>
      <w:r w:rsidR="00D8054C">
        <w:rPr>
          <w:rtl/>
        </w:rPr>
        <w:t>)</w:t>
      </w:r>
      <w:r w:rsidRPr="007E0B1D">
        <w:rPr>
          <w:rtl/>
        </w:rPr>
        <w:t xml:space="preserve"> ج 2 ص 51. كامل الزيارات ص 16. الفصول الفخرية ص 167 وص 168.</w:t>
      </w:r>
    </w:p>
    <w:p w:rsidR="008867CD" w:rsidRPr="007E0B1D" w:rsidRDefault="008867CD" w:rsidP="008867CD">
      <w:pPr>
        <w:pStyle w:val="libCenterBold1"/>
        <w:rPr>
          <w:rtl/>
        </w:rPr>
      </w:pPr>
      <w:r w:rsidRPr="007E0B1D">
        <w:rPr>
          <w:rtl/>
        </w:rPr>
        <w:t>111</w:t>
      </w:r>
      <w:r w:rsidR="00D8054C">
        <w:rPr>
          <w:rtl/>
        </w:rPr>
        <w:t xml:space="preserve"> - </w:t>
      </w:r>
      <w:r w:rsidRPr="007E0B1D">
        <w:rPr>
          <w:rtl/>
        </w:rPr>
        <w:t>علي بن الحكم</w:t>
      </w:r>
    </w:p>
    <w:p w:rsidR="008867CD" w:rsidRPr="007E0B1D" w:rsidRDefault="008867CD" w:rsidP="008867CD">
      <w:pPr>
        <w:pStyle w:val="libNormal"/>
        <w:rPr>
          <w:rtl/>
        </w:rPr>
      </w:pPr>
      <w:r w:rsidRPr="007E0B1D">
        <w:rPr>
          <w:rtl/>
        </w:rPr>
        <w:t>علي بن الحكم بن الزبير النخعي بالولاء</w:t>
      </w:r>
      <w:r w:rsidR="00D8054C">
        <w:rPr>
          <w:rtl/>
        </w:rPr>
        <w:t>،</w:t>
      </w:r>
      <w:r w:rsidRPr="007E0B1D">
        <w:rPr>
          <w:rtl/>
        </w:rPr>
        <w:t xml:space="preserve"> الكوفي</w:t>
      </w:r>
      <w:r w:rsidR="00D8054C">
        <w:rPr>
          <w:rtl/>
        </w:rPr>
        <w:t>،</w:t>
      </w:r>
      <w:r w:rsidRPr="007E0B1D">
        <w:rPr>
          <w:rtl/>
        </w:rPr>
        <w:t xml:space="preserve"> الأنباري</w:t>
      </w:r>
      <w:r w:rsidR="00D8054C">
        <w:rPr>
          <w:rtl/>
        </w:rPr>
        <w:t>،</w:t>
      </w:r>
      <w:r w:rsidRPr="007E0B1D">
        <w:rPr>
          <w:rtl/>
        </w:rPr>
        <w:t xml:space="preserve"> أبو الحسين.</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عالم عظيم المنزلة</w:t>
      </w:r>
      <w:r w:rsidR="00D8054C">
        <w:rPr>
          <w:rtl/>
        </w:rPr>
        <w:t>،</w:t>
      </w:r>
      <w:r w:rsidRPr="007E0B1D">
        <w:rPr>
          <w:rtl/>
        </w:rPr>
        <w:t xml:space="preserve"> فقيه فاضل</w:t>
      </w:r>
      <w:r w:rsidR="00D8054C">
        <w:rPr>
          <w:rtl/>
        </w:rPr>
        <w:t>،</w:t>
      </w:r>
      <w:r w:rsidRPr="007E0B1D">
        <w:rPr>
          <w:rtl/>
        </w:rPr>
        <w:t xml:space="preserve"> مجتهد جليل القدر</w:t>
      </w:r>
      <w:r w:rsidR="00D8054C">
        <w:rPr>
          <w:rtl/>
        </w:rPr>
        <w:t>،</w:t>
      </w:r>
      <w:r w:rsidRPr="007E0B1D">
        <w:rPr>
          <w:rtl/>
        </w:rPr>
        <w:t xml:space="preserve"> له كتاب.</w:t>
      </w:r>
    </w:p>
    <w:p w:rsidR="008867CD" w:rsidRPr="007E0B1D" w:rsidRDefault="008867CD" w:rsidP="008867CD">
      <w:pPr>
        <w:pStyle w:val="libNormal"/>
        <w:rPr>
          <w:rtl/>
        </w:rPr>
      </w:pPr>
      <w:r w:rsidRPr="007E0B1D">
        <w:rPr>
          <w:rtl/>
        </w:rPr>
        <w:t>كان ضريرا</w:t>
      </w:r>
      <w:r w:rsidR="00D8054C">
        <w:rPr>
          <w:rtl/>
        </w:rPr>
        <w:t>،</w:t>
      </w:r>
      <w:r w:rsidRPr="007E0B1D">
        <w:rPr>
          <w:rtl/>
        </w:rPr>
        <w:t xml:space="preserve"> 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جاء اسمه في 1460 موردا في أسناد الروايات.</w:t>
      </w:r>
    </w:p>
    <w:p w:rsidR="008867CD" w:rsidRPr="007E0B1D" w:rsidRDefault="008867CD" w:rsidP="008867CD">
      <w:pPr>
        <w:pStyle w:val="libNormal"/>
        <w:rPr>
          <w:rtl/>
        </w:rPr>
      </w:pPr>
      <w:r w:rsidRPr="007E0B1D">
        <w:rPr>
          <w:rtl/>
        </w:rPr>
        <w:t>روى عنه اكثر من 29 من الرواة أمثال</w:t>
      </w:r>
      <w:r w:rsidR="00D8054C">
        <w:rPr>
          <w:rtl/>
        </w:rPr>
        <w:t>:</w:t>
      </w:r>
      <w:r w:rsidRPr="007E0B1D">
        <w:rPr>
          <w:rtl/>
        </w:rPr>
        <w:t xml:space="preserve"> ابراهيم بن هاشم القمي</w:t>
      </w:r>
      <w:r w:rsidR="00D8054C">
        <w:rPr>
          <w:rtl/>
        </w:rPr>
        <w:t>،</w:t>
      </w:r>
      <w:r w:rsidRPr="007E0B1D">
        <w:rPr>
          <w:rtl/>
        </w:rPr>
        <w:t xml:space="preserve"> وأحمد ابن أبي عبد الله البرقي</w:t>
      </w:r>
      <w:r w:rsidR="00D8054C">
        <w:rPr>
          <w:rtl/>
        </w:rPr>
        <w:t>،</w:t>
      </w:r>
      <w:r w:rsidRPr="007E0B1D">
        <w:rPr>
          <w:rtl/>
        </w:rPr>
        <w:t xml:space="preserve"> وأحمد بن محمّد بن عيسى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382</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403. التوحيد ص 180 وص 289 وص 347 وص 352 وص 354 وص 360 وص 394 وص 413 وص 458. فهرست الطوسي ص 87. رجال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الحلي </w:t>
      </w:r>
      <w:r w:rsidR="00D8054C">
        <w:rPr>
          <w:rtl/>
        </w:rPr>
        <w:t>(</w:t>
      </w:r>
      <w:r w:rsidRPr="007E0B1D">
        <w:rPr>
          <w:rtl/>
        </w:rPr>
        <w:t>قسم الثقات</w:t>
      </w:r>
      <w:r w:rsidR="00D8054C">
        <w:rPr>
          <w:rtl/>
        </w:rPr>
        <w:t>)</w:t>
      </w:r>
      <w:r w:rsidRPr="007E0B1D">
        <w:rPr>
          <w:rtl/>
        </w:rPr>
        <w:t xml:space="preserve"> ص 93. جامع الرواة ج 1 ص 575. الاختصاص ص 2 وص 10 وص 89 وص 204 وص 242 وص 274 وص 276 وص 279 وص 293 وص 307 وص 315. المناقب ج 4 ص 368. تنقيح المقال ج 2 ص 285 وص 287. منتقى الجمان ج 2 ص 192. التحرير الطاوسي ص 183.</w:t>
      </w:r>
      <w:r>
        <w:rPr>
          <w:rFonts w:hint="cs"/>
          <w:rtl/>
        </w:rPr>
        <w:t xml:space="preserve"> </w:t>
      </w:r>
      <w:r w:rsidRPr="007E0B1D">
        <w:rPr>
          <w:rtl/>
        </w:rPr>
        <w:t>هداية المحدثين ص 216. نقد الرجال ص 233 وص 234. الخصال ص 6 وص 37 وص 52 وص 92 وص 263 وص 281 وص 361 وص 392 وص 408 وص 519 وص 649. معالم العلماء ص 62. كامل الزيارات ص 12. رجال النجاشي ص 195. معجم رجال الحديث ج 11 ص 381</w:t>
      </w:r>
      <w:r w:rsidR="00D8054C">
        <w:rPr>
          <w:rtl/>
        </w:rPr>
        <w:t xml:space="preserve"> - </w:t>
      </w:r>
      <w:r w:rsidRPr="007E0B1D">
        <w:rPr>
          <w:rtl/>
        </w:rPr>
        <w:t>ص 393 وص 394.</w:t>
      </w:r>
      <w:r>
        <w:rPr>
          <w:rFonts w:hint="cs"/>
          <w:rtl/>
        </w:rPr>
        <w:t xml:space="preserve"> </w:t>
      </w:r>
      <w:r w:rsidRPr="007E0B1D">
        <w:rPr>
          <w:rtl/>
        </w:rPr>
        <w:t xml:space="preserve">رجال الأنصاري ص 123. مجمع الرجال ج 4 ص 191 وص 192. بهجة الآمال ج 5 ص 434. رجال ابن داود </w:t>
      </w:r>
      <w:r w:rsidR="00D8054C">
        <w:rPr>
          <w:rtl/>
        </w:rPr>
        <w:t>(</w:t>
      </w:r>
      <w:r w:rsidRPr="007E0B1D">
        <w:rPr>
          <w:rtl/>
        </w:rPr>
        <w:t>قسم الثقات</w:t>
      </w:r>
      <w:r w:rsidR="00D8054C">
        <w:rPr>
          <w:rtl/>
        </w:rPr>
        <w:t>)</w:t>
      </w:r>
      <w:r w:rsidRPr="007E0B1D">
        <w:rPr>
          <w:rtl/>
        </w:rPr>
        <w:t xml:space="preserve"> ص 138. مستطرفات السرائر ص 41 وص 104 وص 105. معجم الثقات ص 82. الاستبصار ج 1 ص 20 وص 48 وص 68 وص 152 وص 169 وص 193 وص 221 وص 247 وص 262 وص 277 وص 324 وص 328 وص 339 وص 342 وص 345 وص 382 وص 393 وص 433</w:t>
      </w:r>
      <w:r w:rsidR="00D8054C">
        <w:rPr>
          <w:rtl/>
        </w:rPr>
        <w:t>،</w:t>
      </w:r>
      <w:r w:rsidRPr="007E0B1D">
        <w:rPr>
          <w:rtl/>
        </w:rPr>
        <w:t xml:space="preserve"> وج 2 ص 33 وص 41 وص 53 وص 90 وص 106 وص 165</w:t>
      </w:r>
      <w:r w:rsidR="00D8054C">
        <w:rPr>
          <w:rtl/>
        </w:rPr>
        <w:t>،</w:t>
      </w:r>
      <w:r w:rsidRPr="007E0B1D">
        <w:rPr>
          <w:rtl/>
        </w:rPr>
        <w:t xml:space="preserve"> وج 3 ص 32 وص 120 وص 130 وص 132 وص 141 وص 161 وص 198 وص 215 وص 249 وص 317 وص 328 وص 355 وص 367</w:t>
      </w:r>
      <w:r w:rsidR="00D8054C">
        <w:rPr>
          <w:rtl/>
        </w:rPr>
        <w:t>،</w:t>
      </w:r>
      <w:r w:rsidRPr="007E0B1D">
        <w:rPr>
          <w:rtl/>
        </w:rPr>
        <w:t xml:space="preserve"> وج 4 ص 228 وص 300 وغيرها. رجال الكشي ص 191 وص 249 وص 300 وص 348 وص 350 وص 365 وص 543 وص 570 وص 593 وغيرها. منهج المقال ص 232. اتقان المقال ص 93. التهذيب ج 1 ص 91 وص 177 وص 226 وص 233 وص 249 وص 273 وص 353 وص 358 وص 436 وص 465 وص 468</w:t>
      </w:r>
      <w:r w:rsidR="00D8054C">
        <w:rPr>
          <w:rtl/>
        </w:rPr>
        <w:t>،</w:t>
      </w:r>
      <w:r w:rsidRPr="007E0B1D">
        <w:rPr>
          <w:rtl/>
        </w:rPr>
        <w:t xml:space="preserve"> وج 2 ص 19 وص 27 وص 41 وص 80 وص 82 وص 86 وص 90 وص 95 وص 101 وص 113 وص 122 وص 125</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157 وص 224 وص 325</w:t>
      </w:r>
      <w:r w:rsidR="00D8054C">
        <w:rPr>
          <w:rtl/>
        </w:rPr>
        <w:t>،</w:t>
      </w:r>
      <w:r w:rsidRPr="007E0B1D">
        <w:rPr>
          <w:rtl/>
        </w:rPr>
        <w:t xml:space="preserve"> وج 3 ص 40 وص 229 وص 261 وص 271 وص 299</w:t>
      </w:r>
      <w:r w:rsidR="00D8054C">
        <w:rPr>
          <w:rtl/>
        </w:rPr>
        <w:t>،</w:t>
      </w:r>
      <w:r w:rsidRPr="007E0B1D">
        <w:rPr>
          <w:rtl/>
        </w:rPr>
        <w:t xml:space="preserve"> وج 4 ص 56 وص 119 وص 185 وص 190 وص 242 وص 258 وص 260</w:t>
      </w:r>
      <w:r w:rsidR="00D8054C">
        <w:rPr>
          <w:rtl/>
        </w:rPr>
        <w:t>،</w:t>
      </w:r>
      <w:r w:rsidRPr="007E0B1D">
        <w:rPr>
          <w:rtl/>
        </w:rPr>
        <w:t xml:space="preserve"> وج 5 ص 16 وص 23 وص 69 وص 205 وص 303</w:t>
      </w:r>
      <w:r w:rsidR="00D8054C">
        <w:rPr>
          <w:rtl/>
        </w:rPr>
        <w:t>،</w:t>
      </w:r>
      <w:r w:rsidRPr="007E0B1D">
        <w:rPr>
          <w:rtl/>
        </w:rPr>
        <w:t xml:space="preserve"> وج 6 ص 11 وص 38 وص 44 وص 122 وص 135 وص 167 وص 190 وص 259 وص 272 وص 342 وص 351 وص 397</w:t>
      </w:r>
      <w:r w:rsidR="00D8054C">
        <w:rPr>
          <w:rtl/>
        </w:rPr>
        <w:t>،</w:t>
      </w:r>
      <w:r w:rsidRPr="007E0B1D">
        <w:rPr>
          <w:rtl/>
        </w:rPr>
        <w:t xml:space="preserve"> وج 7 ص 2 وص 45 وص 66 وص 168 وص 172 وص 203 ص 220 وص 232 وص 251 وص 318 وص 407 وص 431 وص 471</w:t>
      </w:r>
      <w:r w:rsidR="00D8054C">
        <w:rPr>
          <w:rtl/>
        </w:rPr>
        <w:t>،</w:t>
      </w:r>
      <w:r w:rsidRPr="007E0B1D">
        <w:rPr>
          <w:rtl/>
        </w:rPr>
        <w:t xml:space="preserve"> وج 8 ص 61 وص 97 وص 124 وص 164 وص 168 وص 237 وص 276</w:t>
      </w:r>
      <w:r w:rsidR="00D8054C">
        <w:rPr>
          <w:rtl/>
        </w:rPr>
        <w:t>،</w:t>
      </w:r>
      <w:r w:rsidRPr="007E0B1D">
        <w:rPr>
          <w:rtl/>
        </w:rPr>
        <w:t xml:space="preserve"> وج 9 ص 16 وص 54 وص 89 وص 93 وص 104 وص 206 وص 308</w:t>
      </w:r>
      <w:r w:rsidR="00D8054C">
        <w:rPr>
          <w:rtl/>
        </w:rPr>
        <w:t>،</w:t>
      </w:r>
      <w:r w:rsidRPr="007E0B1D">
        <w:rPr>
          <w:rtl/>
        </w:rPr>
        <w:t xml:space="preserve"> وج 10 ص 58 وص 72 وص 86 وص 112 وص 128 وص 134 وص 160 وص 175 وص 215 وص 286 وغيرها. منتهى المقال ص 214. وسائل الشيعة ج 20 ص 263. من لا يحضره الفقيه ج 2 ص 94 وص 114</w:t>
      </w:r>
      <w:r w:rsidR="00D8054C">
        <w:rPr>
          <w:rtl/>
        </w:rPr>
        <w:t>،</w:t>
      </w:r>
      <w:r w:rsidRPr="007E0B1D">
        <w:rPr>
          <w:rtl/>
        </w:rPr>
        <w:t xml:space="preserve"> وج 3 ص 161 وص 196</w:t>
      </w:r>
      <w:r w:rsidR="00D8054C">
        <w:rPr>
          <w:rtl/>
        </w:rPr>
        <w:t>،</w:t>
      </w:r>
      <w:r w:rsidRPr="007E0B1D">
        <w:rPr>
          <w:rtl/>
        </w:rPr>
        <w:t xml:space="preserve"> وج 4 ص 71 وص 92 وص 121 وص 146 وص 191 وص 251 وص 293. طرائف المقال ج 1 ص 328 وص 329. الوجيزة ص 34. روضة الكافي ص 87 وص 108 وص 152 وص 168 وص 255 وص 272 وص 310 وص 333 وص 334 وص 384 وص 502 وغيرها. الكافي ج 1 ص 71 وص 123 وص 175 وص 244 وص 245</w:t>
      </w:r>
      <w:r w:rsidR="00D8054C">
        <w:rPr>
          <w:rtl/>
        </w:rPr>
        <w:t>،</w:t>
      </w:r>
      <w:r w:rsidRPr="007E0B1D">
        <w:rPr>
          <w:rtl/>
        </w:rPr>
        <w:t xml:space="preserve"> وج 2 ص 6 وص 12 وص 91 وص 106 وص 108 وص 114 وص 131 وص 149 وص 196 وص 199 وص 379 وص 422 وص 463</w:t>
      </w:r>
      <w:r w:rsidR="00D8054C">
        <w:rPr>
          <w:rtl/>
        </w:rPr>
        <w:t>،</w:t>
      </w:r>
      <w:r w:rsidRPr="007E0B1D">
        <w:rPr>
          <w:rtl/>
        </w:rPr>
        <w:t xml:space="preserve"> وج 3 ص 2 وص 58 وص 90 وص 329 وص 482 وص 551</w:t>
      </w:r>
      <w:r w:rsidR="00D8054C">
        <w:rPr>
          <w:rtl/>
        </w:rPr>
        <w:t>،</w:t>
      </w:r>
      <w:r w:rsidRPr="007E0B1D">
        <w:rPr>
          <w:rtl/>
        </w:rPr>
        <w:t xml:space="preserve"> وج 4 ص 63 وص 77 وص 109 وص 134 وص 137 وص 154 وص 252 وص 254 وص 286 وص 345 وص 364</w:t>
      </w:r>
      <w:r w:rsidR="00D8054C">
        <w:rPr>
          <w:rtl/>
        </w:rPr>
        <w:t>،</w:t>
      </w:r>
      <w:r w:rsidRPr="007E0B1D">
        <w:rPr>
          <w:rtl/>
        </w:rPr>
        <w:t xml:space="preserve"> وج 5 ص 2 وص 7 وص 55 وص 75 وص 83 وص 132 وص 200 وص 233 وص 242 وص 272 وص 298 وص 339 وص 443</w:t>
      </w:r>
      <w:r w:rsidR="00D8054C">
        <w:rPr>
          <w:rtl/>
        </w:rPr>
        <w:t>،</w:t>
      </w:r>
      <w:r w:rsidRPr="007E0B1D">
        <w:rPr>
          <w:rtl/>
        </w:rPr>
        <w:t xml:space="preserve"> وج 6 ص 11 وص 88 وص 181 وص 252 وص 266 وص 271 وص 398 وص 410</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411 وص 446 وص 456 وص 480 وص 544</w:t>
      </w:r>
      <w:r w:rsidR="00D8054C">
        <w:rPr>
          <w:rtl/>
        </w:rPr>
        <w:t>،</w:t>
      </w:r>
      <w:r w:rsidRPr="007E0B1D">
        <w:rPr>
          <w:rtl/>
        </w:rPr>
        <w:t xml:space="preserve"> وج 7 ص 6 وص 28 وص 113 وص 182 وص 235 وص 269 وص 344 وص 393. ثقات الرواة للشهرستاني ص 50.</w:t>
      </w:r>
    </w:p>
    <w:p w:rsidR="008867CD" w:rsidRPr="007E0B1D" w:rsidRDefault="008867CD" w:rsidP="008867CD">
      <w:pPr>
        <w:pStyle w:val="libCenterBold1"/>
        <w:rPr>
          <w:rtl/>
        </w:rPr>
      </w:pPr>
      <w:r w:rsidRPr="007E0B1D">
        <w:rPr>
          <w:rtl/>
        </w:rPr>
        <w:t>112</w:t>
      </w:r>
      <w:r w:rsidR="00D8054C">
        <w:rPr>
          <w:rtl/>
        </w:rPr>
        <w:t xml:space="preserve"> - </w:t>
      </w:r>
      <w:r w:rsidRPr="007E0B1D">
        <w:rPr>
          <w:rtl/>
        </w:rPr>
        <w:t>علي بن عاصم الكوفي</w:t>
      </w:r>
    </w:p>
    <w:p w:rsidR="008867CD" w:rsidRPr="007E0B1D" w:rsidRDefault="008867CD" w:rsidP="008867CD">
      <w:pPr>
        <w:pStyle w:val="libNormal"/>
        <w:rPr>
          <w:rtl/>
        </w:rPr>
      </w:pPr>
      <w:r w:rsidRPr="007E0B1D">
        <w:rPr>
          <w:rtl/>
        </w:rPr>
        <w:t>محدث امامي فاضل</w:t>
      </w:r>
      <w:r w:rsidR="00D8054C">
        <w:rPr>
          <w:rtl/>
        </w:rPr>
        <w:t>،</w:t>
      </w:r>
      <w:r w:rsidRPr="007E0B1D">
        <w:rPr>
          <w:rtl/>
        </w:rPr>
        <w:t xml:space="preserve"> جليل القدر</w:t>
      </w:r>
      <w:r w:rsidR="00D8054C">
        <w:rPr>
          <w:rtl/>
        </w:rPr>
        <w:t>،</w:t>
      </w:r>
      <w:r w:rsidRPr="007E0B1D">
        <w:rPr>
          <w:rtl/>
        </w:rPr>
        <w:t xml:space="preserve"> حسن الحال</w:t>
      </w:r>
      <w:r w:rsidR="00D8054C">
        <w:rPr>
          <w:rtl/>
        </w:rPr>
        <w:t>،</w:t>
      </w:r>
      <w:r w:rsidRPr="007E0B1D">
        <w:rPr>
          <w:rtl/>
        </w:rPr>
        <w:t xml:space="preserve"> ومن شيوخ الشيعة في وقته.</w:t>
      </w:r>
    </w:p>
    <w:p w:rsidR="008867CD" w:rsidRPr="007E0B1D" w:rsidRDefault="008867CD" w:rsidP="008867CD">
      <w:pPr>
        <w:pStyle w:val="libNormal"/>
        <w:rPr>
          <w:rtl/>
        </w:rPr>
      </w:pPr>
      <w:r w:rsidRPr="007E0B1D">
        <w:rPr>
          <w:rtl/>
        </w:rPr>
        <w:t xml:space="preserve">أدرك الامام الرضا </w:t>
      </w:r>
      <w:r w:rsidR="00D8054C" w:rsidRPr="00D8054C">
        <w:rPr>
          <w:rStyle w:val="libAlaemChar"/>
          <w:rtl/>
        </w:rPr>
        <w:t>عليه‌السلام</w:t>
      </w:r>
      <w:r w:rsidRPr="007E0B1D">
        <w:rPr>
          <w:rtl/>
        </w:rPr>
        <w:t xml:space="preserve"> واختص به</w:t>
      </w:r>
      <w:r w:rsidR="00D8054C">
        <w:rPr>
          <w:rtl/>
        </w:rPr>
        <w:t>،</w:t>
      </w:r>
      <w:r w:rsidRPr="007E0B1D">
        <w:rPr>
          <w:rtl/>
        </w:rPr>
        <w:t xml:space="preserve"> ثم روى عن الامامين الجواد والعسكري </w:t>
      </w:r>
      <w:r w:rsidR="00D8054C" w:rsidRPr="00D8054C">
        <w:rPr>
          <w:rStyle w:val="libAlaemChar"/>
          <w:rtl/>
        </w:rPr>
        <w:t>عليهما‌السلام</w:t>
      </w:r>
      <w:r w:rsidR="00D8054C">
        <w:rPr>
          <w:rtl/>
        </w:rPr>
        <w:t>،</w:t>
      </w:r>
      <w:r w:rsidRPr="007E0B1D">
        <w:rPr>
          <w:rtl/>
        </w:rPr>
        <w:t xml:space="preserve"> وبقي الى زمان الغيبة</w:t>
      </w:r>
      <w:r w:rsidR="00D8054C">
        <w:rPr>
          <w:rtl/>
        </w:rPr>
        <w:t>،</w:t>
      </w:r>
      <w:r w:rsidRPr="007E0B1D">
        <w:rPr>
          <w:rtl/>
        </w:rPr>
        <w:t xml:space="preserve"> فشاهد بعض توقيعات الامام المهدي المنتظر </w:t>
      </w:r>
      <w:r w:rsidR="00D8054C">
        <w:rPr>
          <w:rtl/>
        </w:rPr>
        <w:t>(</w:t>
      </w:r>
      <w:r w:rsidRPr="007E0B1D">
        <w:rPr>
          <w:rtl/>
        </w:rPr>
        <w:t>عج</w:t>
      </w:r>
      <w:r w:rsidR="00D8054C">
        <w:rPr>
          <w:rtl/>
        </w:rPr>
        <w:t>)</w:t>
      </w:r>
      <w:r>
        <w:rPr>
          <w:rtl/>
        </w:rPr>
        <w:t>.</w:t>
      </w:r>
    </w:p>
    <w:p w:rsidR="008867CD" w:rsidRPr="007E0B1D" w:rsidRDefault="008867CD" w:rsidP="008867CD">
      <w:pPr>
        <w:pStyle w:val="libNormal"/>
        <w:rPr>
          <w:rtl/>
        </w:rPr>
      </w:pPr>
      <w:r w:rsidRPr="007E0B1D">
        <w:rPr>
          <w:rtl/>
        </w:rPr>
        <w:t>حمل من الكوفة مع جماعة من أصحابه فحبس بالمطامير</w:t>
      </w:r>
      <w:r w:rsidR="00D8054C">
        <w:rPr>
          <w:rtl/>
        </w:rPr>
        <w:t>،</w:t>
      </w:r>
      <w:r w:rsidRPr="007E0B1D">
        <w:rPr>
          <w:rtl/>
        </w:rPr>
        <w:t xml:space="preserve"> ولم يزل محبوسا حتى توفي في حبس المعتضد العباسي الذي هلك سنة 289 ه‍</w:t>
      </w:r>
      <w:r>
        <w:rPr>
          <w:rtl/>
        </w:rPr>
        <w:t>.</w:t>
      </w:r>
    </w:p>
    <w:p w:rsidR="008867CD" w:rsidRPr="007E0B1D" w:rsidRDefault="008867CD" w:rsidP="008867CD">
      <w:pPr>
        <w:pStyle w:val="libNormal"/>
        <w:rPr>
          <w:rtl/>
        </w:rPr>
      </w:pPr>
      <w:r w:rsidRPr="007E0B1D">
        <w:rPr>
          <w:rtl/>
        </w:rPr>
        <w:t>روى عنه محمّد بن علي بن عبد الصمد الكوفي.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عيون أخبار الرضا </w:t>
      </w:r>
      <w:r w:rsidR="00D8054C" w:rsidRPr="00D8054C">
        <w:rPr>
          <w:rStyle w:val="libAlaemChar"/>
          <w:rtl/>
        </w:rPr>
        <w:t>عليه‌السلام</w:t>
      </w:r>
      <w:r w:rsidRPr="007E0B1D">
        <w:rPr>
          <w:rtl/>
        </w:rPr>
        <w:t xml:space="preserve"> ج 1 ص 59 وفيه حديث مطول يروي فيه المترجم له عن الامام الجواد </w:t>
      </w:r>
      <w:r w:rsidR="00D8054C" w:rsidRPr="00D8054C">
        <w:rPr>
          <w:rStyle w:val="libAlaemChar"/>
          <w:rtl/>
        </w:rPr>
        <w:t>عليه‌السلام</w:t>
      </w:r>
      <w:r w:rsidRPr="007E0B1D">
        <w:rPr>
          <w:rtl/>
        </w:rPr>
        <w:t>. مجمع الرجال ج 1 ص 151 في ترجمة أحمد بن محمّد بن عاصم</w:t>
      </w:r>
      <w:r w:rsidR="00D8054C">
        <w:rPr>
          <w:rtl/>
        </w:rPr>
        <w:t>،،</w:t>
      </w:r>
      <w:r w:rsidRPr="007E0B1D">
        <w:rPr>
          <w:rtl/>
        </w:rPr>
        <w:t xml:space="preserve"> وج 4 ص 202. طرائف المقال ج 1 ص 246.</w:t>
      </w:r>
      <w:r>
        <w:rPr>
          <w:rFonts w:hint="cs"/>
          <w:rtl/>
        </w:rPr>
        <w:t xml:space="preserve"> </w:t>
      </w:r>
      <w:r w:rsidRPr="007E0B1D">
        <w:rPr>
          <w:rtl/>
        </w:rPr>
        <w:t>كمال الدين ج 2 ص 482. تنقيح المقال ج 2 ص 294. معجم رجال الحديث ج 12 ص 66. معجم الثقات ص 321. رسالة في آل أعين ص 8 وص 9. تقريب التهذيب ج 2 ص 39. ميزان الاعتدال ج 3 ص 135 وفيه</w:t>
      </w:r>
      <w:r w:rsidR="00D8054C">
        <w:rPr>
          <w:rtl/>
        </w:rPr>
        <w:t>:</w:t>
      </w:r>
      <w:r w:rsidRPr="007E0B1D">
        <w:rPr>
          <w:rtl/>
        </w:rPr>
        <w:t xml:space="preserve"> ولد سنة 105 ه‍ المجروحين ج 2 ص 113. منتهى المقال ص 218. وسائل الشيعة ج 20 ص 265.</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113</w:t>
      </w:r>
      <w:r w:rsidR="00D8054C">
        <w:rPr>
          <w:rtl/>
        </w:rPr>
        <w:t xml:space="preserve"> - </w:t>
      </w:r>
      <w:r w:rsidRPr="007E0B1D">
        <w:rPr>
          <w:rtl/>
        </w:rPr>
        <w:t>القمي العطار</w:t>
      </w:r>
    </w:p>
    <w:p w:rsidR="008867CD" w:rsidRPr="007E0B1D" w:rsidRDefault="008867CD" w:rsidP="008867CD">
      <w:pPr>
        <w:pStyle w:val="libNormal"/>
        <w:rPr>
          <w:rtl/>
        </w:rPr>
      </w:pPr>
      <w:r w:rsidRPr="007E0B1D">
        <w:rPr>
          <w:rtl/>
        </w:rPr>
        <w:t>علي بن عبد الله القمي</w:t>
      </w:r>
      <w:r w:rsidR="00D8054C">
        <w:rPr>
          <w:rtl/>
        </w:rPr>
        <w:t>،</w:t>
      </w:r>
      <w:r w:rsidRPr="007E0B1D">
        <w:rPr>
          <w:rtl/>
        </w:rPr>
        <w:t xml:space="preserve"> العطار</w:t>
      </w:r>
      <w:r w:rsidR="00D8054C">
        <w:rPr>
          <w:rtl/>
        </w:rPr>
        <w:t>،</w:t>
      </w:r>
      <w:r w:rsidRPr="007E0B1D">
        <w:rPr>
          <w:rtl/>
        </w:rPr>
        <w:t xml:space="preserve"> أبو الحسن.</w:t>
      </w:r>
    </w:p>
    <w:p w:rsidR="008867CD" w:rsidRPr="007E0B1D" w:rsidRDefault="008867CD" w:rsidP="008867CD">
      <w:pPr>
        <w:pStyle w:val="libNormal"/>
        <w:rPr>
          <w:rtl/>
        </w:rPr>
      </w:pPr>
      <w:r w:rsidRPr="007E0B1D">
        <w:rPr>
          <w:rtl/>
        </w:rPr>
        <w:t>محدث اماميّ ثقة.</w:t>
      </w:r>
    </w:p>
    <w:p w:rsidR="008867CD" w:rsidRPr="007E0B1D" w:rsidRDefault="008867CD" w:rsidP="008867CD">
      <w:pPr>
        <w:pStyle w:val="libNormal"/>
        <w:rPr>
          <w:rtl/>
        </w:rPr>
      </w:pPr>
      <w:r w:rsidRPr="007E0B1D">
        <w:rPr>
          <w:rtl/>
        </w:rPr>
        <w:t xml:space="preserve">صحب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أحمد بن محمّد بن عيسى.</w:t>
      </w:r>
    </w:p>
    <w:p w:rsidR="008867CD" w:rsidRPr="007E0B1D" w:rsidRDefault="008867CD" w:rsidP="008867CD">
      <w:pPr>
        <w:pStyle w:val="libNormal"/>
        <w:rPr>
          <w:rtl/>
        </w:rPr>
      </w:pPr>
      <w:r w:rsidRPr="007E0B1D">
        <w:rPr>
          <w:rtl/>
        </w:rPr>
        <w:t>ألف كتاب « الاستطاعة على مذاهب أهل العدل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404</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أيضا ص 419. الذريعة ج 2 ص 27.</w:t>
      </w:r>
      <w:r>
        <w:rPr>
          <w:rFonts w:hint="cs"/>
          <w:rtl/>
        </w:rPr>
        <w:t xml:space="preserve"> </w:t>
      </w:r>
      <w:r w:rsidRPr="007E0B1D">
        <w:rPr>
          <w:rtl/>
        </w:rPr>
        <w:t xml:space="preserve">طرائف المقال ج 1 ص 331. رجال النجاشي ص 179. مجمع الرجال ج 4 ص 203 وص 204. جامع الرواة ج 1 ص 590 وص 591. نقد الرجال ص 238. بهجة الآمال ج 5 ص 463. رجال الحلي </w:t>
      </w:r>
      <w:r w:rsidR="00D8054C">
        <w:rPr>
          <w:rtl/>
        </w:rPr>
        <w:t>(</w:t>
      </w:r>
      <w:r w:rsidRPr="007E0B1D">
        <w:rPr>
          <w:rtl/>
        </w:rPr>
        <w:t>قسم الثقات</w:t>
      </w:r>
      <w:r w:rsidR="00D8054C">
        <w:rPr>
          <w:rtl/>
        </w:rPr>
        <w:t>)</w:t>
      </w:r>
      <w:r w:rsidRPr="007E0B1D">
        <w:rPr>
          <w:rtl/>
        </w:rPr>
        <w:t xml:space="preserve"> ص 100.</w:t>
      </w:r>
      <w:r>
        <w:rPr>
          <w:rFonts w:hint="cs"/>
          <w:rtl/>
        </w:rPr>
        <w:t xml:space="preserve"> </w:t>
      </w:r>
      <w:r w:rsidRPr="007E0B1D">
        <w:rPr>
          <w:rtl/>
        </w:rPr>
        <w:t>تنقيح المقال ج 2 ص 295 وص 296 وفيه</w:t>
      </w:r>
      <w:r w:rsidR="00D8054C">
        <w:rPr>
          <w:rtl/>
        </w:rPr>
        <w:t>:</w:t>
      </w:r>
      <w:r w:rsidRPr="007E0B1D">
        <w:rPr>
          <w:rtl/>
        </w:rPr>
        <w:t xml:space="preserve"> وظاهره كونه اماميا لكنه مجهول الحال. رجال ابن داود </w:t>
      </w:r>
      <w:r w:rsidR="00D8054C">
        <w:rPr>
          <w:rtl/>
        </w:rPr>
        <w:t>(</w:t>
      </w:r>
      <w:r w:rsidRPr="007E0B1D">
        <w:rPr>
          <w:rtl/>
        </w:rPr>
        <w:t>قسم الثقات</w:t>
      </w:r>
      <w:r w:rsidR="00D8054C">
        <w:rPr>
          <w:rtl/>
        </w:rPr>
        <w:t>)</w:t>
      </w:r>
      <w:r w:rsidRPr="007E0B1D">
        <w:rPr>
          <w:rtl/>
        </w:rPr>
        <w:t xml:space="preserve"> ص 139. معجم الثقات ص 84. رجال الأنصاري ص 126. منهج المقال ص 335. الوجيزة ص 35. اتقان المقال ص 97. وسائل الشيعة ج 20 ص 266. روضة المتقين ج 14 ص 400. منتهى المقال ص 219. ثقات الرواة للشهرستاني ص 51.</w:t>
      </w:r>
    </w:p>
    <w:p w:rsidR="008867CD" w:rsidRPr="007E0B1D" w:rsidRDefault="008867CD" w:rsidP="008867CD">
      <w:pPr>
        <w:pStyle w:val="libCenterBold1"/>
        <w:rPr>
          <w:rtl/>
        </w:rPr>
      </w:pPr>
      <w:r w:rsidRPr="007E0B1D">
        <w:rPr>
          <w:rtl/>
        </w:rPr>
        <w:t>114</w:t>
      </w:r>
      <w:r w:rsidR="00D8054C">
        <w:rPr>
          <w:rtl/>
        </w:rPr>
        <w:t xml:space="preserve"> - </w:t>
      </w:r>
      <w:r w:rsidRPr="007E0B1D">
        <w:rPr>
          <w:rtl/>
        </w:rPr>
        <w:t>المدائني</w:t>
      </w:r>
    </w:p>
    <w:p w:rsidR="008867CD" w:rsidRPr="007E0B1D" w:rsidRDefault="008867CD" w:rsidP="008867CD">
      <w:pPr>
        <w:pStyle w:val="libNormal"/>
        <w:rPr>
          <w:rtl/>
        </w:rPr>
      </w:pPr>
      <w:r w:rsidRPr="007E0B1D">
        <w:rPr>
          <w:rtl/>
        </w:rPr>
        <w:t>علي بن عبد الله المدائني.</w:t>
      </w:r>
    </w:p>
    <w:p w:rsidR="008867CD" w:rsidRPr="007E0B1D" w:rsidRDefault="008867CD" w:rsidP="008867CD">
      <w:pPr>
        <w:pStyle w:val="libNormal"/>
        <w:rPr>
          <w:rtl/>
        </w:rPr>
      </w:pPr>
      <w:r w:rsidRPr="007E0B1D">
        <w:rPr>
          <w:rtl/>
        </w:rPr>
        <w:t xml:space="preserve">لم اوفق الى معرفة أحواله سوى انه من أصحاب الامام الجواد </w:t>
      </w:r>
      <w:r w:rsidR="00D8054C" w:rsidRPr="00D8054C">
        <w:rPr>
          <w:rStyle w:val="libAlaemChar"/>
          <w:rtl/>
        </w:rPr>
        <w:t>عليه‌السلام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403. تنقيح المقال ج 2 ص 296 وفيه</w:t>
      </w:r>
      <w:r w:rsidR="00D8054C">
        <w:rPr>
          <w:rtl/>
        </w:rPr>
        <w:t>:</w:t>
      </w:r>
      <w:r w:rsidRPr="007E0B1D">
        <w:rPr>
          <w:rtl/>
        </w:rPr>
        <w:t xml:space="preserve"> وظاهره كونه اماميا ولكنه مجهول الحال. معجم رجال الحديث ج 12 ص 85. جامع الرواة ج 1 ص 591. نقد الرجال ص 239. رجال البرقي في أصحاب الجواد </w:t>
      </w:r>
      <w:r w:rsidR="00D8054C" w:rsidRPr="00D8054C">
        <w:rPr>
          <w:rStyle w:val="libAlaemChar"/>
          <w:rtl/>
        </w:rPr>
        <w:t>عليه‌السلام</w:t>
      </w:r>
      <w:r w:rsidRPr="007E0B1D">
        <w:rPr>
          <w:rtl/>
        </w:rPr>
        <w:t xml:space="preserve"> ص 56. مجمع الرجال ج 4 ص 205. طرائف المقال ج 1 ص 331. منهج المقال ص 335. منتهى المقال ص 208.</w:t>
      </w:r>
    </w:p>
    <w:p w:rsidR="008867CD" w:rsidRPr="007E0B1D" w:rsidRDefault="008867CD" w:rsidP="008867CD">
      <w:pPr>
        <w:pStyle w:val="libCenterBold1"/>
        <w:rPr>
          <w:rtl/>
        </w:rPr>
      </w:pPr>
      <w:r w:rsidRPr="007E0B1D">
        <w:rPr>
          <w:rtl/>
        </w:rPr>
        <w:t>115</w:t>
      </w:r>
      <w:r w:rsidR="00D8054C">
        <w:rPr>
          <w:rtl/>
        </w:rPr>
        <w:t xml:space="preserve"> - </w:t>
      </w:r>
      <w:r w:rsidRPr="007E0B1D">
        <w:rPr>
          <w:rtl/>
        </w:rPr>
        <w:t>القمي</w:t>
      </w:r>
    </w:p>
    <w:p w:rsidR="008867CD" w:rsidRPr="007E0B1D" w:rsidRDefault="008867CD" w:rsidP="008867CD">
      <w:pPr>
        <w:pStyle w:val="libNormal"/>
        <w:rPr>
          <w:rtl/>
        </w:rPr>
      </w:pPr>
      <w:r w:rsidRPr="007E0B1D">
        <w:rPr>
          <w:rtl/>
        </w:rPr>
        <w:t>علي بن عبد الملك القمي.</w:t>
      </w:r>
    </w:p>
    <w:p w:rsidR="008867CD" w:rsidRPr="007E0B1D" w:rsidRDefault="008867CD" w:rsidP="008867CD">
      <w:pPr>
        <w:pStyle w:val="libNormal"/>
        <w:rPr>
          <w:rtl/>
        </w:rPr>
      </w:pPr>
      <w:r w:rsidRPr="007E0B1D">
        <w:rPr>
          <w:rtl/>
        </w:rPr>
        <w:t xml:space="preserve">لم أقف على ترجمة حياته سوى انه صحب الامام الجواد </w:t>
      </w:r>
      <w:r w:rsidR="00D8054C" w:rsidRPr="00D8054C">
        <w:rPr>
          <w:rStyle w:val="libAlaemChar"/>
          <w:rtl/>
        </w:rPr>
        <w:t>عليه‌السلام</w:t>
      </w:r>
      <w:r w:rsidR="00D8054C">
        <w:rPr>
          <w:rtl/>
        </w:rPr>
        <w:t>،</w:t>
      </w:r>
      <w:r w:rsidRPr="007E0B1D">
        <w:rPr>
          <w:rtl/>
        </w:rPr>
        <w:t xml:space="preserve"> واكثر أصحاب كتب الرجال والحديث لم يذكروه في كتبهم.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معجم رجال الحديث ج 12 ص 86.</w:t>
      </w:r>
    </w:p>
    <w:p w:rsidR="008867CD" w:rsidRPr="007E0B1D" w:rsidRDefault="008867CD" w:rsidP="008867CD">
      <w:pPr>
        <w:pStyle w:val="libCenterBold1"/>
        <w:rPr>
          <w:rtl/>
        </w:rPr>
      </w:pPr>
      <w:r w:rsidRPr="007E0B1D">
        <w:rPr>
          <w:rtl/>
        </w:rPr>
        <w:t>116</w:t>
      </w:r>
      <w:r w:rsidR="00D8054C">
        <w:rPr>
          <w:rtl/>
        </w:rPr>
        <w:t xml:space="preserve"> - </w:t>
      </w:r>
      <w:r w:rsidRPr="007E0B1D">
        <w:rPr>
          <w:rtl/>
        </w:rPr>
        <w:t>علي النوفلي</w:t>
      </w:r>
    </w:p>
    <w:p w:rsidR="008867CD" w:rsidRPr="007E0B1D" w:rsidRDefault="008867CD" w:rsidP="008867CD">
      <w:pPr>
        <w:pStyle w:val="libNormal"/>
        <w:rPr>
          <w:rtl/>
        </w:rPr>
      </w:pPr>
      <w:r w:rsidRPr="007E0B1D">
        <w:rPr>
          <w:rtl/>
        </w:rPr>
        <w:t>علي بن محمّد بن سليمان النوفلي</w:t>
      </w:r>
      <w:r w:rsidR="00D8054C">
        <w:rPr>
          <w:rtl/>
        </w:rPr>
        <w:t>،</w:t>
      </w:r>
      <w:r w:rsidRPr="007E0B1D">
        <w:rPr>
          <w:rtl/>
        </w:rPr>
        <w:t xml:space="preserve"> وقيل في اسمه</w:t>
      </w:r>
      <w:r w:rsidR="00D8054C">
        <w:rPr>
          <w:rtl/>
        </w:rPr>
        <w:t>:</w:t>
      </w:r>
      <w:r w:rsidRPr="007E0B1D">
        <w:rPr>
          <w:rtl/>
        </w:rPr>
        <w:t xml:space="preserve"> علي بن سليمان النوفلي.</w:t>
      </w:r>
    </w:p>
    <w:p w:rsidR="008867CD" w:rsidRPr="007E0B1D" w:rsidRDefault="008867CD" w:rsidP="008867CD">
      <w:pPr>
        <w:pStyle w:val="libNormal"/>
        <w:rPr>
          <w:rtl/>
        </w:rPr>
      </w:pPr>
      <w:r w:rsidRPr="007E0B1D">
        <w:rPr>
          <w:rtl/>
        </w:rPr>
        <w:t xml:space="preserve">محدث روى عن الامام الجواد </w:t>
      </w:r>
      <w:r w:rsidR="00D8054C" w:rsidRPr="00D8054C">
        <w:rPr>
          <w:rStyle w:val="libAlaemChar"/>
          <w:rtl/>
        </w:rPr>
        <w:t>عليه‌السلام</w:t>
      </w:r>
      <w:r w:rsidRPr="007E0B1D">
        <w:rPr>
          <w:rtl/>
        </w:rPr>
        <w:t xml:space="preserve"> مكاتبة</w:t>
      </w:r>
      <w:r w:rsidR="00D8054C">
        <w:rPr>
          <w:rtl/>
        </w:rPr>
        <w:t>،</w:t>
      </w:r>
      <w:r w:rsidRPr="007E0B1D">
        <w:rPr>
          <w:rtl/>
        </w:rPr>
        <w:t xml:space="preserve"> وكذلك روى عن الامام الهادي </w:t>
      </w:r>
      <w:r w:rsidR="00D8054C" w:rsidRPr="00D8054C">
        <w:rPr>
          <w:rStyle w:val="libAlaemChar"/>
          <w:rtl/>
        </w:rPr>
        <w:t>عليه‌السلام</w:t>
      </w:r>
      <w:r w:rsidRPr="007E0B1D">
        <w:rPr>
          <w:rtl/>
        </w:rPr>
        <w:t xml:space="preserve"> أيضا.</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روى عنه موسى بن جعفر البغدادي.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التهذيب ج 1 ص 32</w:t>
      </w:r>
      <w:r w:rsidR="00D8054C">
        <w:rPr>
          <w:rtl/>
        </w:rPr>
        <w:t>،</w:t>
      </w:r>
      <w:r w:rsidRPr="007E0B1D">
        <w:rPr>
          <w:rtl/>
        </w:rPr>
        <w:t xml:space="preserve"> وج 3 ص 68 وص 74 وص 100 وص 309</w:t>
      </w:r>
      <w:r w:rsidR="00D8054C">
        <w:rPr>
          <w:rtl/>
        </w:rPr>
        <w:t>،</w:t>
      </w:r>
      <w:r w:rsidRPr="007E0B1D">
        <w:rPr>
          <w:rtl/>
        </w:rPr>
        <w:t xml:space="preserve"> وج 5 ص 465</w:t>
      </w:r>
      <w:r w:rsidR="00D8054C">
        <w:rPr>
          <w:rtl/>
        </w:rPr>
        <w:t>،</w:t>
      </w:r>
      <w:r w:rsidRPr="007E0B1D">
        <w:rPr>
          <w:rtl/>
        </w:rPr>
        <w:t xml:space="preserve"> وج 7 ص 228 وص 457</w:t>
      </w:r>
      <w:r w:rsidR="00D8054C">
        <w:rPr>
          <w:rtl/>
        </w:rPr>
        <w:t>،</w:t>
      </w:r>
      <w:r w:rsidRPr="007E0B1D">
        <w:rPr>
          <w:rtl/>
        </w:rPr>
        <w:t xml:space="preserve"> وج 8 ص 180</w:t>
      </w:r>
      <w:r w:rsidR="00D8054C">
        <w:rPr>
          <w:rtl/>
        </w:rPr>
        <w:t>،</w:t>
      </w:r>
      <w:r w:rsidRPr="007E0B1D">
        <w:rPr>
          <w:rtl/>
        </w:rPr>
        <w:t xml:space="preserve"> وج 9 ص 129 وص 133 وفيه مكاتبته مع الامام الجواد </w:t>
      </w:r>
      <w:r w:rsidR="00D8054C" w:rsidRPr="00D8054C">
        <w:rPr>
          <w:rStyle w:val="libAlaemChar"/>
          <w:rtl/>
        </w:rPr>
        <w:t>عليه‌السلام</w:t>
      </w:r>
      <w:r w:rsidRPr="007E0B1D">
        <w:rPr>
          <w:rtl/>
        </w:rPr>
        <w:t xml:space="preserve"> وسؤاله حول مسألة شرعية</w:t>
      </w:r>
      <w:r w:rsidR="00D8054C">
        <w:rPr>
          <w:rtl/>
        </w:rPr>
        <w:t>،</w:t>
      </w:r>
      <w:r w:rsidRPr="007E0B1D">
        <w:rPr>
          <w:rtl/>
        </w:rPr>
        <w:t xml:space="preserve"> وجواب الامام </w:t>
      </w:r>
      <w:r w:rsidR="00D8054C" w:rsidRPr="00D8054C">
        <w:rPr>
          <w:rStyle w:val="libAlaemChar"/>
          <w:rtl/>
        </w:rPr>
        <w:t>عليه‌السلام</w:t>
      </w:r>
      <w:r w:rsidRPr="007E0B1D">
        <w:rPr>
          <w:rtl/>
        </w:rPr>
        <w:t xml:space="preserve"> له. منهج المقال ص 238. روضة المتقين ج 14 ص 401. رجال الطوسي في أصحاب الهادي </w:t>
      </w:r>
      <w:r w:rsidR="00D8054C" w:rsidRPr="00D8054C">
        <w:rPr>
          <w:rStyle w:val="libAlaemChar"/>
          <w:rtl/>
        </w:rPr>
        <w:t>عليه‌السلام</w:t>
      </w:r>
      <w:r w:rsidRPr="007E0B1D">
        <w:rPr>
          <w:rtl/>
        </w:rPr>
        <w:t xml:space="preserve"> ص 418. الكافي ج 4 ص 486 وص 543 وص 545 وج 5 ص 316</w:t>
      </w:r>
      <w:r w:rsidR="00D8054C">
        <w:rPr>
          <w:rtl/>
        </w:rPr>
        <w:t>،</w:t>
      </w:r>
      <w:r w:rsidRPr="007E0B1D">
        <w:rPr>
          <w:rtl/>
        </w:rPr>
        <w:t xml:space="preserve"> وج 6 ص 312 وص 313 وص 375</w:t>
      </w:r>
      <w:r w:rsidR="00D8054C">
        <w:rPr>
          <w:rtl/>
        </w:rPr>
        <w:t>،</w:t>
      </w:r>
      <w:r w:rsidRPr="007E0B1D">
        <w:rPr>
          <w:rtl/>
        </w:rPr>
        <w:t xml:space="preserve"> وج 7 ص 37 وص 38.</w:t>
      </w:r>
      <w:r>
        <w:rPr>
          <w:rFonts w:hint="cs"/>
          <w:rtl/>
        </w:rPr>
        <w:t xml:space="preserve"> </w:t>
      </w:r>
      <w:r w:rsidRPr="007E0B1D">
        <w:rPr>
          <w:rtl/>
        </w:rPr>
        <w:t>تنقيح المقال ج 2 ص 304. منتهى المقال ص 208. جامع الرواة ج 1 ص 598.</w:t>
      </w:r>
      <w:r>
        <w:rPr>
          <w:rFonts w:hint="cs"/>
          <w:rtl/>
        </w:rPr>
        <w:t xml:space="preserve"> </w:t>
      </w:r>
      <w:r w:rsidRPr="007E0B1D">
        <w:rPr>
          <w:rtl/>
        </w:rPr>
        <w:t>من لا يحضره الفقيه ج 4 ص 178. معجم رجال الحديث ج 12 ص 45 وص 147. الاستبصار ج 3 ص 215 وص 367.</w:t>
      </w:r>
    </w:p>
    <w:p w:rsidR="008867CD" w:rsidRPr="007E0B1D" w:rsidRDefault="008867CD" w:rsidP="008867CD">
      <w:pPr>
        <w:pStyle w:val="libCenterBold1"/>
        <w:rPr>
          <w:rtl/>
        </w:rPr>
      </w:pPr>
      <w:r w:rsidRPr="007E0B1D">
        <w:rPr>
          <w:rtl/>
        </w:rPr>
        <w:t>117</w:t>
      </w:r>
      <w:r w:rsidR="00D8054C">
        <w:rPr>
          <w:rtl/>
        </w:rPr>
        <w:t xml:space="preserve"> - </w:t>
      </w:r>
      <w:r w:rsidRPr="007E0B1D">
        <w:rPr>
          <w:rtl/>
        </w:rPr>
        <w:t>العلوي</w:t>
      </w:r>
    </w:p>
    <w:p w:rsidR="008867CD" w:rsidRPr="007E0B1D" w:rsidRDefault="008867CD" w:rsidP="008867CD">
      <w:pPr>
        <w:pStyle w:val="libNormal"/>
        <w:rPr>
          <w:rtl/>
        </w:rPr>
      </w:pPr>
      <w:r w:rsidRPr="007E0B1D">
        <w:rPr>
          <w:rtl/>
        </w:rPr>
        <w:t>علي بن محمّد بن علي العلوي</w:t>
      </w:r>
      <w:r w:rsidR="00D8054C">
        <w:rPr>
          <w:rtl/>
        </w:rPr>
        <w:t>،</w:t>
      </w:r>
      <w:r w:rsidRPr="007E0B1D">
        <w:rPr>
          <w:rtl/>
        </w:rPr>
        <w:t xml:space="preserve"> الحسني.</w:t>
      </w:r>
    </w:p>
    <w:p w:rsidR="008867CD" w:rsidRPr="007E0B1D" w:rsidRDefault="008867CD" w:rsidP="008867CD">
      <w:pPr>
        <w:pStyle w:val="libNormal"/>
        <w:rPr>
          <w:rtl/>
        </w:rPr>
      </w:pPr>
      <w:r w:rsidRPr="007E0B1D">
        <w:rPr>
          <w:rtl/>
        </w:rPr>
        <w:t xml:space="preserve">لم أقف على تفاصيل أحواله سوى انه عن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403. معجم رجال الحديث ج 12 ص 158. تنقيح المقال ج 2 ص 307. مجمع الرجال ج 4 ص 221. جامع الرواة ج 1 ص 600. نقد الرجال ص 243. طرائف المقال ج 1 ص 333. منهج المقال ص 238. الكافي ج 4 ص 195.</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118</w:t>
      </w:r>
      <w:r w:rsidR="00D8054C">
        <w:rPr>
          <w:rtl/>
        </w:rPr>
        <w:t xml:space="preserve"> - </w:t>
      </w:r>
      <w:r w:rsidRPr="007E0B1D">
        <w:rPr>
          <w:rtl/>
        </w:rPr>
        <w:t>القلانسي</w:t>
      </w:r>
    </w:p>
    <w:p w:rsidR="008867CD" w:rsidRPr="007E0B1D" w:rsidRDefault="008867CD" w:rsidP="008867CD">
      <w:pPr>
        <w:pStyle w:val="libNormal"/>
        <w:rPr>
          <w:rtl/>
        </w:rPr>
      </w:pPr>
      <w:r w:rsidRPr="007E0B1D">
        <w:rPr>
          <w:rtl/>
        </w:rPr>
        <w:t>علي بن محمّد القلانسي.</w:t>
      </w:r>
    </w:p>
    <w:p w:rsidR="008867CD" w:rsidRPr="007E0B1D" w:rsidRDefault="008867CD" w:rsidP="008867CD">
      <w:pPr>
        <w:pStyle w:val="libNormal"/>
        <w:rPr>
          <w:rtl/>
        </w:rPr>
      </w:pPr>
      <w:r w:rsidRPr="007E0B1D">
        <w:rPr>
          <w:rtl/>
        </w:rPr>
        <w:t>أحواله كسابقه.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404. تنقيح المقال ج 2 ص 309 وفيه</w:t>
      </w:r>
      <w:r w:rsidR="00D8054C">
        <w:rPr>
          <w:rtl/>
        </w:rPr>
        <w:t>:</w:t>
      </w:r>
      <w:r w:rsidRPr="007E0B1D">
        <w:rPr>
          <w:rtl/>
        </w:rPr>
        <w:t xml:space="preserve"> وظاهره كونه اماميا ولم أقف فيه على مدح ولا ذم فحاله مجهول. معجم رجال الحديث ج 12 ص 175. نقد الرجال ص 243. جامع الرواة ج 1 ص 601. مجمع الرجال ج 4 ص 223. طرائف المقال ج 1 ص 333.</w:t>
      </w:r>
      <w:r>
        <w:rPr>
          <w:rFonts w:hint="cs"/>
          <w:rtl/>
        </w:rPr>
        <w:t xml:space="preserve"> </w:t>
      </w:r>
      <w:r w:rsidRPr="007E0B1D">
        <w:rPr>
          <w:rtl/>
        </w:rPr>
        <w:t>منهج المقال ص 238. منتهى المقال ص 208.</w:t>
      </w:r>
    </w:p>
    <w:p w:rsidR="008867CD" w:rsidRPr="007E0B1D" w:rsidRDefault="008867CD" w:rsidP="008867CD">
      <w:pPr>
        <w:pStyle w:val="libCenterBold1"/>
        <w:rPr>
          <w:rtl/>
        </w:rPr>
      </w:pPr>
      <w:r w:rsidRPr="007E0B1D">
        <w:rPr>
          <w:rtl/>
        </w:rPr>
        <w:t>119</w:t>
      </w:r>
      <w:r w:rsidR="00D8054C">
        <w:rPr>
          <w:rtl/>
        </w:rPr>
        <w:t xml:space="preserve"> - </w:t>
      </w:r>
      <w:r w:rsidRPr="007E0B1D">
        <w:rPr>
          <w:rtl/>
        </w:rPr>
        <w:t>علي بن محمّد</w:t>
      </w:r>
    </w:p>
    <w:p w:rsidR="008867CD" w:rsidRPr="007E0B1D" w:rsidRDefault="008867CD" w:rsidP="008867CD">
      <w:pPr>
        <w:pStyle w:val="libNormal"/>
        <w:rPr>
          <w:rtl/>
        </w:rPr>
      </w:pPr>
      <w:r w:rsidRPr="007E0B1D">
        <w:rPr>
          <w:rtl/>
        </w:rPr>
        <w:t>علي بن محمّد بن هارون بن الحسن بن محبوب.</w:t>
      </w:r>
    </w:p>
    <w:p w:rsidR="008867CD" w:rsidRPr="007E0B1D" w:rsidRDefault="008867CD" w:rsidP="008867CD">
      <w:pPr>
        <w:pStyle w:val="libNormal"/>
        <w:rPr>
          <w:rtl/>
        </w:rPr>
      </w:pPr>
      <w:r w:rsidRPr="007E0B1D">
        <w:rPr>
          <w:rtl/>
        </w:rPr>
        <w:t>أحواله كسابقه.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المناقب ج 4 ص 380 وفيه من أصحاب الامام الجواد </w:t>
      </w:r>
      <w:r w:rsidR="00D8054C" w:rsidRPr="00D8054C">
        <w:rPr>
          <w:rStyle w:val="libAlaemChar"/>
          <w:rtl/>
        </w:rPr>
        <w:t>عليه‌السلام</w:t>
      </w:r>
      <w:r w:rsidRPr="007E0B1D">
        <w:rPr>
          <w:rtl/>
        </w:rPr>
        <w:t>. معجم رجال الحديث ج 12 ص 165.</w:t>
      </w:r>
    </w:p>
    <w:p w:rsidR="008867CD" w:rsidRPr="007E0B1D" w:rsidRDefault="008867CD" w:rsidP="008867CD">
      <w:pPr>
        <w:pStyle w:val="libCenterBold1"/>
        <w:rPr>
          <w:rtl/>
        </w:rPr>
      </w:pPr>
      <w:r w:rsidRPr="007E0B1D">
        <w:rPr>
          <w:rtl/>
        </w:rPr>
        <w:t>120</w:t>
      </w:r>
      <w:r w:rsidR="00D8054C">
        <w:rPr>
          <w:rtl/>
        </w:rPr>
        <w:t xml:space="preserve"> - </w:t>
      </w:r>
      <w:r w:rsidRPr="007E0B1D">
        <w:rPr>
          <w:rtl/>
        </w:rPr>
        <w:t>علي بن مهزيار</w:t>
      </w:r>
    </w:p>
    <w:p w:rsidR="008867CD" w:rsidRPr="007E0B1D" w:rsidRDefault="008867CD" w:rsidP="008867CD">
      <w:pPr>
        <w:pStyle w:val="libNormal"/>
        <w:rPr>
          <w:rtl/>
        </w:rPr>
      </w:pPr>
      <w:r w:rsidRPr="007E0B1D">
        <w:rPr>
          <w:rtl/>
        </w:rPr>
        <w:t>علي بن مهزيار الدورقي</w:t>
      </w:r>
      <w:r w:rsidR="00D8054C">
        <w:rPr>
          <w:rtl/>
        </w:rPr>
        <w:t>،</w:t>
      </w:r>
      <w:r w:rsidRPr="007E0B1D">
        <w:rPr>
          <w:rtl/>
        </w:rPr>
        <w:t xml:space="preserve"> الأهوازي</w:t>
      </w:r>
      <w:r w:rsidR="00D8054C">
        <w:rPr>
          <w:rtl/>
        </w:rPr>
        <w:t>،</w:t>
      </w:r>
      <w:r w:rsidRPr="007E0B1D">
        <w:rPr>
          <w:rtl/>
        </w:rPr>
        <w:t xml:space="preserve"> أبو الحسن.</w:t>
      </w:r>
    </w:p>
    <w:p w:rsidR="008867CD" w:rsidRPr="007E0B1D" w:rsidRDefault="008867CD" w:rsidP="008867CD">
      <w:pPr>
        <w:pStyle w:val="libNormal"/>
        <w:rPr>
          <w:rtl/>
        </w:rPr>
      </w:pPr>
      <w:r w:rsidRPr="007E0B1D">
        <w:rPr>
          <w:rtl/>
        </w:rPr>
        <w:t>من مشاهير علماء الشيعة الامامية</w:t>
      </w:r>
      <w:r w:rsidR="00D8054C">
        <w:rPr>
          <w:rtl/>
        </w:rPr>
        <w:t>،</w:t>
      </w:r>
      <w:r w:rsidRPr="007E0B1D">
        <w:rPr>
          <w:rtl/>
        </w:rPr>
        <w:t xml:space="preserve"> ومن ثقات المحدثين</w:t>
      </w:r>
      <w:r w:rsidR="00D8054C">
        <w:rPr>
          <w:rtl/>
        </w:rPr>
        <w:t>،</w:t>
      </w:r>
      <w:r w:rsidRPr="007E0B1D">
        <w:rPr>
          <w:rtl/>
        </w:rPr>
        <w:t xml:space="preserve"> وكان فقيها</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فاضلا</w:t>
      </w:r>
      <w:r w:rsidR="00D8054C">
        <w:rPr>
          <w:rtl/>
        </w:rPr>
        <w:t>،</w:t>
      </w:r>
      <w:r w:rsidRPr="007E0B1D">
        <w:rPr>
          <w:rtl/>
        </w:rPr>
        <w:t xml:space="preserve"> صحيح العقيدة</w:t>
      </w:r>
      <w:r w:rsidR="00D8054C">
        <w:rPr>
          <w:rtl/>
        </w:rPr>
        <w:t>،</w:t>
      </w:r>
      <w:r w:rsidRPr="007E0B1D">
        <w:rPr>
          <w:rtl/>
        </w:rPr>
        <w:t xml:space="preserve"> جليل القدر</w:t>
      </w:r>
      <w:r w:rsidR="00D8054C">
        <w:rPr>
          <w:rtl/>
        </w:rPr>
        <w:t>،</w:t>
      </w:r>
      <w:r w:rsidRPr="007E0B1D">
        <w:rPr>
          <w:rtl/>
        </w:rPr>
        <w:t xml:space="preserve"> محمود الطريقة</w:t>
      </w:r>
      <w:r w:rsidR="00D8054C">
        <w:rPr>
          <w:rtl/>
        </w:rPr>
        <w:t>،</w:t>
      </w:r>
      <w:r w:rsidRPr="007E0B1D">
        <w:rPr>
          <w:rtl/>
        </w:rPr>
        <w:t xml:space="preserve"> واسع الرواية</w:t>
      </w:r>
      <w:r w:rsidR="00D8054C">
        <w:rPr>
          <w:rtl/>
        </w:rPr>
        <w:t>،</w:t>
      </w:r>
      <w:r w:rsidRPr="007E0B1D">
        <w:rPr>
          <w:rtl/>
        </w:rPr>
        <w:t xml:space="preserve"> مؤلفا.</w:t>
      </w:r>
    </w:p>
    <w:p w:rsidR="008867CD" w:rsidRPr="007E0B1D" w:rsidRDefault="008867CD" w:rsidP="008867CD">
      <w:pPr>
        <w:pStyle w:val="libNormal"/>
        <w:rPr>
          <w:rtl/>
        </w:rPr>
      </w:pPr>
      <w:r w:rsidRPr="007E0B1D">
        <w:rPr>
          <w:rtl/>
        </w:rPr>
        <w:t>أصله من الدورق</w:t>
      </w:r>
      <w:r w:rsidR="00D8054C">
        <w:rPr>
          <w:rtl/>
        </w:rPr>
        <w:t xml:space="preserve"> - </w:t>
      </w:r>
      <w:r w:rsidRPr="007E0B1D">
        <w:rPr>
          <w:rtl/>
        </w:rPr>
        <w:t>بخوزستان</w:t>
      </w:r>
      <w:r w:rsidR="00D8054C">
        <w:rPr>
          <w:rtl/>
        </w:rPr>
        <w:t xml:space="preserve"> - </w:t>
      </w:r>
      <w:r w:rsidRPr="007E0B1D">
        <w:rPr>
          <w:rtl/>
        </w:rPr>
        <w:t>نشأ وترعرع في الأهواز.</w:t>
      </w:r>
    </w:p>
    <w:p w:rsidR="008867CD" w:rsidRPr="007E0B1D" w:rsidRDefault="008867CD" w:rsidP="008867CD">
      <w:pPr>
        <w:pStyle w:val="libNormal"/>
        <w:rPr>
          <w:rtl/>
        </w:rPr>
      </w:pPr>
      <w:r w:rsidRPr="007E0B1D">
        <w:rPr>
          <w:rtl/>
        </w:rPr>
        <w:t xml:space="preserve">اختص بالامام الجواد </w:t>
      </w:r>
      <w:r w:rsidR="00D8054C" w:rsidRPr="00D8054C">
        <w:rPr>
          <w:rStyle w:val="libAlaemChar"/>
          <w:rtl/>
        </w:rPr>
        <w:t>عليه‌السلام</w:t>
      </w:r>
      <w:r w:rsidRPr="007E0B1D">
        <w:rPr>
          <w:rtl/>
        </w:rPr>
        <w:t xml:space="preserve"> وروى عنه وصار من وكلائه</w:t>
      </w:r>
      <w:r w:rsidR="00D8054C">
        <w:rPr>
          <w:rtl/>
        </w:rPr>
        <w:t>،</w:t>
      </w:r>
      <w:r w:rsidRPr="007E0B1D">
        <w:rPr>
          <w:rtl/>
        </w:rPr>
        <w:t xml:space="preserve"> وكذلك روى عن الامامين الرضا والهادي </w:t>
      </w:r>
      <w:r w:rsidR="00D8054C" w:rsidRPr="00D8054C">
        <w:rPr>
          <w:rStyle w:val="libAlaemChar"/>
          <w:rtl/>
        </w:rPr>
        <w:t>عليهما‌السلام</w:t>
      </w:r>
      <w:r w:rsidR="00D8054C">
        <w:rPr>
          <w:rtl/>
        </w:rPr>
        <w:t>،</w:t>
      </w:r>
      <w:r w:rsidRPr="007E0B1D">
        <w:rPr>
          <w:rtl/>
        </w:rPr>
        <w:t xml:space="preserve"> وتصدر للوكالة عنهما</w:t>
      </w:r>
      <w:r w:rsidR="00D8054C">
        <w:rPr>
          <w:rtl/>
        </w:rPr>
        <w:t>،</w:t>
      </w:r>
      <w:r w:rsidRPr="007E0B1D">
        <w:rPr>
          <w:rtl/>
        </w:rPr>
        <w:t xml:space="preserve"> فكان من السفراء الممدوحين.</w:t>
      </w:r>
    </w:p>
    <w:p w:rsidR="008867CD" w:rsidRPr="007E0B1D" w:rsidRDefault="008867CD" w:rsidP="008867CD">
      <w:pPr>
        <w:pStyle w:val="libNormal"/>
        <w:rPr>
          <w:rtl/>
        </w:rPr>
      </w:pPr>
      <w:r w:rsidRPr="007E0B1D">
        <w:rPr>
          <w:rtl/>
        </w:rPr>
        <w:t xml:space="preserve">كان من الذين رووا النص على امامة الحسن العسكري </w:t>
      </w:r>
      <w:r w:rsidR="00D8054C" w:rsidRPr="00D8054C">
        <w:rPr>
          <w:rStyle w:val="libAlaemChar"/>
          <w:rtl/>
        </w:rPr>
        <w:t>عليه‌السلام</w:t>
      </w:r>
      <w:r w:rsidRPr="007E0B1D">
        <w:rPr>
          <w:rtl/>
        </w:rPr>
        <w:t xml:space="preserve"> من أبيه الامام الهادي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جاء اسمه في اكثر من 435 موردا في أسناد الروايات.</w:t>
      </w:r>
    </w:p>
    <w:p w:rsidR="008867CD" w:rsidRPr="007E0B1D" w:rsidRDefault="008867CD" w:rsidP="008867CD">
      <w:pPr>
        <w:pStyle w:val="libNormal"/>
        <w:rPr>
          <w:rtl/>
        </w:rPr>
      </w:pPr>
      <w:r w:rsidRPr="007E0B1D">
        <w:rPr>
          <w:rtl/>
        </w:rPr>
        <w:t>روى عنه اكثر من 28 من الرواة أمثال</w:t>
      </w:r>
      <w:r w:rsidR="00D8054C">
        <w:rPr>
          <w:rtl/>
        </w:rPr>
        <w:t>:</w:t>
      </w:r>
      <w:r w:rsidRPr="007E0B1D">
        <w:rPr>
          <w:rtl/>
        </w:rPr>
        <w:t xml:space="preserve"> محمّد بن علي بن يحيى الأنصاري</w:t>
      </w:r>
      <w:r w:rsidR="00D8054C">
        <w:rPr>
          <w:rtl/>
        </w:rPr>
        <w:t>،</w:t>
      </w:r>
      <w:r w:rsidRPr="007E0B1D">
        <w:rPr>
          <w:rtl/>
        </w:rPr>
        <w:t xml:space="preserve"> وابراهيم بن هاشم القمي</w:t>
      </w:r>
      <w:r w:rsidR="00D8054C">
        <w:rPr>
          <w:rtl/>
        </w:rPr>
        <w:t>،</w:t>
      </w:r>
      <w:r w:rsidRPr="007E0B1D">
        <w:rPr>
          <w:rtl/>
        </w:rPr>
        <w:t xml:space="preserve"> والعباس بن معروف وغيرهم.</w:t>
      </w:r>
    </w:p>
    <w:p w:rsidR="008867CD" w:rsidRPr="007E0B1D" w:rsidRDefault="008867CD" w:rsidP="008867CD">
      <w:pPr>
        <w:pStyle w:val="libNormal"/>
        <w:rPr>
          <w:rtl/>
        </w:rPr>
      </w:pPr>
      <w:r w:rsidRPr="007E0B1D">
        <w:rPr>
          <w:rtl/>
        </w:rPr>
        <w:t>له جملة من الكتب تربو على الثلاثين مثل « الأنبياء »</w:t>
      </w:r>
      <w:r w:rsidR="00D8054C">
        <w:rPr>
          <w:rtl/>
        </w:rPr>
        <w:t>،</w:t>
      </w:r>
      <w:r w:rsidRPr="007E0B1D">
        <w:rPr>
          <w:rtl/>
        </w:rPr>
        <w:t xml:space="preserve"> </w:t>
      </w:r>
      <w:r>
        <w:rPr>
          <w:rtl/>
        </w:rPr>
        <w:t>و «</w:t>
      </w:r>
      <w:r w:rsidRPr="007E0B1D">
        <w:rPr>
          <w:rtl/>
        </w:rPr>
        <w:t xml:space="preserve"> حروف القرآن »</w:t>
      </w:r>
      <w:r w:rsidR="00D8054C">
        <w:rPr>
          <w:rtl/>
        </w:rPr>
        <w:t>،</w:t>
      </w:r>
      <w:r w:rsidRPr="007E0B1D">
        <w:rPr>
          <w:rtl/>
        </w:rPr>
        <w:t xml:space="preserve"> </w:t>
      </w:r>
      <w:r>
        <w:rPr>
          <w:rtl/>
        </w:rPr>
        <w:t>و «</w:t>
      </w:r>
      <w:r w:rsidRPr="007E0B1D">
        <w:rPr>
          <w:rtl/>
        </w:rPr>
        <w:t xml:space="preserve"> البشارات »</w:t>
      </w:r>
      <w:r w:rsidR="00D8054C">
        <w:rPr>
          <w:rtl/>
        </w:rPr>
        <w:t>،</w:t>
      </w:r>
      <w:r w:rsidRPr="007E0B1D">
        <w:rPr>
          <w:rtl/>
        </w:rPr>
        <w:t xml:space="preserve"> </w:t>
      </w:r>
      <w:r>
        <w:rPr>
          <w:rtl/>
        </w:rPr>
        <w:t>و «</w:t>
      </w:r>
      <w:r w:rsidRPr="007E0B1D">
        <w:rPr>
          <w:rtl/>
        </w:rPr>
        <w:t xml:space="preserve"> التجارات والاجارات »</w:t>
      </w:r>
      <w:r w:rsidR="00D8054C">
        <w:rPr>
          <w:rtl/>
        </w:rPr>
        <w:t>،</w:t>
      </w:r>
      <w:r w:rsidRPr="007E0B1D">
        <w:rPr>
          <w:rtl/>
        </w:rPr>
        <w:t xml:space="preserve"> </w:t>
      </w:r>
      <w:r>
        <w:rPr>
          <w:rtl/>
        </w:rPr>
        <w:t>و «</w:t>
      </w:r>
      <w:r w:rsidRPr="007E0B1D">
        <w:rPr>
          <w:rtl/>
        </w:rPr>
        <w:t xml:space="preserve"> الصلاة »</w:t>
      </w:r>
      <w:r w:rsidR="00D8054C">
        <w:rPr>
          <w:rtl/>
        </w:rPr>
        <w:t>،</w:t>
      </w:r>
      <w:r w:rsidRPr="007E0B1D">
        <w:rPr>
          <w:rtl/>
        </w:rPr>
        <w:t xml:space="preserve"> </w:t>
      </w:r>
      <w:r>
        <w:rPr>
          <w:rtl/>
        </w:rPr>
        <w:t>و «</w:t>
      </w:r>
      <w:r w:rsidRPr="007E0B1D">
        <w:rPr>
          <w:rtl/>
        </w:rPr>
        <w:t xml:space="preserve"> الوضوء »</w:t>
      </w:r>
      <w:r w:rsidR="00D8054C">
        <w:rPr>
          <w:rtl/>
        </w:rPr>
        <w:t>،</w:t>
      </w:r>
      <w:r w:rsidRPr="007E0B1D">
        <w:rPr>
          <w:rtl/>
        </w:rPr>
        <w:t xml:space="preserve"> </w:t>
      </w:r>
      <w:r>
        <w:rPr>
          <w:rtl/>
        </w:rPr>
        <w:t>و «</w:t>
      </w:r>
      <w:r w:rsidRPr="007E0B1D">
        <w:rPr>
          <w:rtl/>
        </w:rPr>
        <w:t xml:space="preserve"> الحج »</w:t>
      </w:r>
      <w:r w:rsidR="00D8054C">
        <w:rPr>
          <w:rtl/>
        </w:rPr>
        <w:t>،</w:t>
      </w:r>
      <w:r w:rsidRPr="007E0B1D">
        <w:rPr>
          <w:rtl/>
        </w:rPr>
        <w:t xml:space="preserve"> </w:t>
      </w:r>
      <w:r>
        <w:rPr>
          <w:rtl/>
        </w:rPr>
        <w:t>و «</w:t>
      </w:r>
      <w:r w:rsidRPr="007E0B1D">
        <w:rPr>
          <w:rtl/>
        </w:rPr>
        <w:t xml:space="preserve"> الصيام »</w:t>
      </w:r>
      <w:r w:rsidR="00D8054C">
        <w:rPr>
          <w:rtl/>
        </w:rPr>
        <w:t>،</w:t>
      </w:r>
      <w:r w:rsidRPr="007E0B1D">
        <w:rPr>
          <w:rtl/>
        </w:rPr>
        <w:t xml:space="preserve"> </w:t>
      </w:r>
      <w:r>
        <w:rPr>
          <w:rtl/>
        </w:rPr>
        <w:t>و «</w:t>
      </w:r>
      <w:r w:rsidRPr="007E0B1D">
        <w:rPr>
          <w:rtl/>
        </w:rPr>
        <w:t xml:space="preserve"> الحدود »</w:t>
      </w:r>
      <w:r w:rsidR="00D8054C">
        <w:rPr>
          <w:rtl/>
        </w:rPr>
        <w:t>،</w:t>
      </w:r>
      <w:r w:rsidRPr="007E0B1D">
        <w:rPr>
          <w:rtl/>
        </w:rPr>
        <w:t xml:space="preserve"> </w:t>
      </w:r>
      <w:r>
        <w:rPr>
          <w:rtl/>
        </w:rPr>
        <w:t>و «</w:t>
      </w:r>
      <w:r w:rsidRPr="007E0B1D">
        <w:rPr>
          <w:rtl/>
        </w:rPr>
        <w:t xml:space="preserve"> الرد على الغلاة »</w:t>
      </w:r>
      <w:r w:rsidR="00D8054C">
        <w:rPr>
          <w:rtl/>
        </w:rPr>
        <w:t>،</w:t>
      </w:r>
      <w:r w:rsidRPr="007E0B1D">
        <w:rPr>
          <w:rtl/>
        </w:rPr>
        <w:t xml:space="preserve"> « الطلاق »</w:t>
      </w:r>
      <w:r w:rsidR="00D8054C">
        <w:rPr>
          <w:rtl/>
        </w:rPr>
        <w:t>،</w:t>
      </w:r>
      <w:r w:rsidRPr="007E0B1D">
        <w:rPr>
          <w:rtl/>
        </w:rPr>
        <w:t xml:space="preserve"> </w:t>
      </w:r>
      <w:r>
        <w:rPr>
          <w:rtl/>
        </w:rPr>
        <w:t>و «</w:t>
      </w:r>
      <w:r w:rsidRPr="007E0B1D">
        <w:rPr>
          <w:rtl/>
        </w:rPr>
        <w:t xml:space="preserve"> الزكاة »</w:t>
      </w:r>
      <w:r w:rsidR="00D8054C">
        <w:rPr>
          <w:rtl/>
        </w:rPr>
        <w:t>،</w:t>
      </w:r>
      <w:r w:rsidRPr="007E0B1D">
        <w:rPr>
          <w:rtl/>
        </w:rPr>
        <w:t xml:space="preserve"> </w:t>
      </w:r>
      <w:r>
        <w:rPr>
          <w:rtl/>
        </w:rPr>
        <w:t>و «</w:t>
      </w:r>
      <w:r w:rsidRPr="007E0B1D">
        <w:rPr>
          <w:rtl/>
        </w:rPr>
        <w:t xml:space="preserve"> الفضائل »</w:t>
      </w:r>
      <w:r w:rsidR="00D8054C">
        <w:rPr>
          <w:rtl/>
        </w:rPr>
        <w:t>،</w:t>
      </w:r>
      <w:r w:rsidRPr="007E0B1D">
        <w:rPr>
          <w:rtl/>
        </w:rPr>
        <w:t xml:space="preserve"> </w:t>
      </w:r>
      <w:r>
        <w:rPr>
          <w:rtl/>
        </w:rPr>
        <w:t>و «</w:t>
      </w:r>
      <w:r w:rsidRPr="007E0B1D">
        <w:rPr>
          <w:rtl/>
        </w:rPr>
        <w:t xml:space="preserve"> الديات »</w:t>
      </w:r>
      <w:r w:rsidR="00D8054C">
        <w:rPr>
          <w:rtl/>
        </w:rPr>
        <w:t>،</w:t>
      </w:r>
      <w:r w:rsidRPr="007E0B1D">
        <w:rPr>
          <w:rtl/>
        </w:rPr>
        <w:t xml:space="preserve"> </w:t>
      </w:r>
      <w:r>
        <w:rPr>
          <w:rtl/>
        </w:rPr>
        <w:t>و «</w:t>
      </w:r>
      <w:r w:rsidRPr="007E0B1D">
        <w:rPr>
          <w:rtl/>
        </w:rPr>
        <w:t xml:space="preserve"> تفسير القرآن »</w:t>
      </w:r>
      <w:r w:rsidR="00D8054C">
        <w:rPr>
          <w:rtl/>
        </w:rPr>
        <w:t>،</w:t>
      </w:r>
      <w:r w:rsidRPr="007E0B1D">
        <w:rPr>
          <w:rtl/>
        </w:rPr>
        <w:t xml:space="preserve"> </w:t>
      </w:r>
      <w:r>
        <w:rPr>
          <w:rtl/>
        </w:rPr>
        <w:t>و «</w:t>
      </w:r>
      <w:r w:rsidRPr="007E0B1D">
        <w:rPr>
          <w:rtl/>
        </w:rPr>
        <w:t xml:space="preserve"> القائم »</w:t>
      </w:r>
      <w:r w:rsidR="00D8054C">
        <w:rPr>
          <w:rtl/>
        </w:rPr>
        <w:t>،</w:t>
      </w:r>
      <w:r w:rsidRPr="007E0B1D">
        <w:rPr>
          <w:rtl/>
        </w:rPr>
        <w:t xml:space="preserve"> </w:t>
      </w:r>
      <w:r>
        <w:rPr>
          <w:rtl/>
        </w:rPr>
        <w:t>و «</w:t>
      </w:r>
      <w:r w:rsidRPr="007E0B1D">
        <w:rPr>
          <w:rtl/>
        </w:rPr>
        <w:t xml:space="preserve"> الملاحم »</w:t>
      </w:r>
      <w:r w:rsidR="00D8054C">
        <w:rPr>
          <w:rtl/>
        </w:rPr>
        <w:t>،</w:t>
      </w:r>
      <w:r w:rsidRPr="007E0B1D">
        <w:rPr>
          <w:rtl/>
        </w:rPr>
        <w:t xml:space="preserve"> </w:t>
      </w:r>
      <w:r>
        <w:rPr>
          <w:rtl/>
        </w:rPr>
        <w:t>و «</w:t>
      </w:r>
      <w:r w:rsidRPr="007E0B1D">
        <w:rPr>
          <w:rtl/>
        </w:rPr>
        <w:t xml:space="preserve"> الأشربة »</w:t>
      </w:r>
      <w:r w:rsidR="00D8054C">
        <w:rPr>
          <w:rtl/>
        </w:rPr>
        <w:t>،</w:t>
      </w:r>
      <w:r w:rsidRPr="007E0B1D">
        <w:rPr>
          <w:rtl/>
        </w:rPr>
        <w:t xml:space="preserve"> </w:t>
      </w:r>
      <w:r>
        <w:rPr>
          <w:rtl/>
        </w:rPr>
        <w:t>و «</w:t>
      </w:r>
      <w:r w:rsidRPr="007E0B1D">
        <w:rPr>
          <w:rtl/>
        </w:rPr>
        <w:t xml:space="preserve"> الصيد والذبائح »</w:t>
      </w:r>
      <w:r w:rsidR="00D8054C">
        <w:rPr>
          <w:rtl/>
        </w:rPr>
        <w:t>،</w:t>
      </w:r>
      <w:r w:rsidRPr="007E0B1D">
        <w:rPr>
          <w:rtl/>
        </w:rPr>
        <w:t xml:space="preserve"> </w:t>
      </w:r>
      <w:r>
        <w:rPr>
          <w:rtl/>
        </w:rPr>
        <w:t>و «</w:t>
      </w:r>
      <w:r w:rsidRPr="007E0B1D">
        <w:rPr>
          <w:rtl/>
        </w:rPr>
        <w:t xml:space="preserve"> الزهد »</w:t>
      </w:r>
      <w:r w:rsidR="00D8054C">
        <w:rPr>
          <w:rtl/>
        </w:rPr>
        <w:t>،</w:t>
      </w:r>
      <w:r w:rsidRPr="007E0B1D">
        <w:rPr>
          <w:rtl/>
        </w:rPr>
        <w:t xml:space="preserve"> </w:t>
      </w:r>
      <w:r>
        <w:rPr>
          <w:rtl/>
        </w:rPr>
        <w:t>و «</w:t>
      </w:r>
      <w:r w:rsidRPr="007E0B1D">
        <w:rPr>
          <w:rtl/>
        </w:rPr>
        <w:t xml:space="preserve"> النذور والايمان »</w:t>
      </w:r>
      <w:r w:rsidR="00D8054C">
        <w:rPr>
          <w:rtl/>
        </w:rPr>
        <w:t>،</w:t>
      </w:r>
      <w:r w:rsidRPr="007E0B1D">
        <w:rPr>
          <w:rtl/>
        </w:rPr>
        <w:t xml:space="preserve"> </w:t>
      </w:r>
      <w:r>
        <w:rPr>
          <w:rtl/>
        </w:rPr>
        <w:t>و «</w:t>
      </w:r>
      <w:r w:rsidRPr="007E0B1D">
        <w:rPr>
          <w:rtl/>
        </w:rPr>
        <w:t xml:space="preserve"> المكاسب »</w:t>
      </w:r>
      <w:r w:rsidR="00D8054C">
        <w:rPr>
          <w:rtl/>
        </w:rPr>
        <w:t>،</w:t>
      </w:r>
      <w:r w:rsidRPr="007E0B1D">
        <w:rPr>
          <w:rtl/>
        </w:rPr>
        <w:t xml:space="preserve"> </w:t>
      </w:r>
      <w:r>
        <w:rPr>
          <w:rtl/>
        </w:rPr>
        <w:t>و «</w:t>
      </w:r>
      <w:r w:rsidRPr="007E0B1D">
        <w:rPr>
          <w:rtl/>
        </w:rPr>
        <w:t xml:space="preserve"> الكفارات » وغيرها.</w:t>
      </w:r>
    </w:p>
    <w:p w:rsidR="008867CD" w:rsidRPr="007E0B1D" w:rsidRDefault="008867CD" w:rsidP="008867CD">
      <w:pPr>
        <w:pStyle w:val="libNormal"/>
        <w:rPr>
          <w:rtl/>
        </w:rPr>
      </w:pPr>
      <w:r w:rsidRPr="007E0B1D">
        <w:rPr>
          <w:rtl/>
        </w:rPr>
        <w:t>كان على قيد الحياة قبل سنة 229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381</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403</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417. الارشاد ص 336. رجال الكشي ص 493 وص 528 وص 548 وص 549 وص 550 وص 564. معجم رجال الحديث ج 12 وص 192</w:t>
      </w:r>
      <w:r w:rsidR="00D8054C">
        <w:rPr>
          <w:rtl/>
        </w:rPr>
        <w:t xml:space="preserve"> - </w:t>
      </w:r>
      <w:r w:rsidRPr="007E0B1D">
        <w:rPr>
          <w:rtl/>
        </w:rPr>
        <w:t>ص 205. التحرير الطاوسي ص 183. منهج</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المقال ص 239. رجال ابن داود </w:t>
      </w:r>
      <w:r w:rsidR="00D8054C">
        <w:rPr>
          <w:rtl/>
        </w:rPr>
        <w:t>(</w:t>
      </w:r>
      <w:r w:rsidRPr="007E0B1D">
        <w:rPr>
          <w:rtl/>
        </w:rPr>
        <w:t>قسم الثقات</w:t>
      </w:r>
      <w:r w:rsidR="00D8054C">
        <w:rPr>
          <w:rtl/>
        </w:rPr>
        <w:t>)</w:t>
      </w:r>
      <w:r w:rsidRPr="007E0B1D">
        <w:rPr>
          <w:rtl/>
        </w:rPr>
        <w:t xml:space="preserve"> ص 142. بهجة الآمال ج 5 ص 545. مستطرفات السرائر ص 67. تأسيس الشيعة ص 329. معالم العلماء ص 63. إيضاح المكنون ج 1 ص 304</w:t>
      </w:r>
      <w:r w:rsidR="00D8054C">
        <w:rPr>
          <w:rtl/>
        </w:rPr>
        <w:t>،</w:t>
      </w:r>
      <w:r w:rsidRPr="007E0B1D">
        <w:rPr>
          <w:rtl/>
        </w:rPr>
        <w:t xml:space="preserve"> وج 2 ص 198 وص 273 وص 278 وص 280 وص 283 وص 289 وص 293 وص 301 وص 319 وص 321 وص 328 وص 336 وص 346 وص 349. جامع الرواة ج 1 ص 604.</w:t>
      </w:r>
      <w:r>
        <w:rPr>
          <w:rFonts w:hint="cs"/>
          <w:rtl/>
        </w:rPr>
        <w:t xml:space="preserve"> </w:t>
      </w:r>
      <w:r w:rsidRPr="007E0B1D">
        <w:rPr>
          <w:rtl/>
        </w:rPr>
        <w:t xml:space="preserve">الاختصاص ص 87 وص 130 وص 270 وص 289. هدية العارفين ج 1 ص 674. معجم المؤلفين ج 7 ص 247. 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55. كامل الزيارات ص 11. توضيح الاشتباه ص 235. مجمع الرجال ج 4 ص 226 وص 228 وص 229. رجال الأنصاري ص 129. نقد الرجال ص 244. التوحيد ص 47. رجال النجاشي ص 177. معجم الثقات ص 87. الخصال ص 4 وص 39 وص 41 وص 80 وص 153 وص 252 وص 303 وص 356 وص 437 وص 502 وص 539.</w:t>
      </w:r>
      <w:r>
        <w:rPr>
          <w:rFonts w:hint="cs"/>
          <w:rtl/>
        </w:rPr>
        <w:t xml:space="preserve"> </w:t>
      </w:r>
      <w:r w:rsidRPr="007E0B1D">
        <w:rPr>
          <w:rtl/>
        </w:rPr>
        <w:t xml:space="preserve">هداية المحدثين ص 119. بصائر الدرجات ص 333. رجال الحلي </w:t>
      </w:r>
      <w:r w:rsidR="00D8054C">
        <w:rPr>
          <w:rtl/>
        </w:rPr>
        <w:t>(</w:t>
      </w:r>
      <w:r w:rsidRPr="007E0B1D">
        <w:rPr>
          <w:rtl/>
        </w:rPr>
        <w:t>قسم الثقات</w:t>
      </w:r>
      <w:r w:rsidR="00D8054C">
        <w:rPr>
          <w:rtl/>
        </w:rPr>
        <w:t>)</w:t>
      </w:r>
      <w:r w:rsidRPr="007E0B1D">
        <w:rPr>
          <w:rtl/>
        </w:rPr>
        <w:t xml:space="preserve"> ص 92. فهرست الطوسي ص 88. الأعلام ج 5 ص 25. الكنى والألقاب ج 1 ص 417. ريحانة الأدب </w:t>
      </w:r>
      <w:r w:rsidR="00D8054C">
        <w:rPr>
          <w:rtl/>
        </w:rPr>
        <w:t>(</w:t>
      </w:r>
      <w:r w:rsidRPr="007E0B1D">
        <w:rPr>
          <w:rtl/>
        </w:rPr>
        <w:t>فارسي</w:t>
      </w:r>
      <w:r w:rsidR="00D8054C">
        <w:rPr>
          <w:rtl/>
        </w:rPr>
        <w:t>)</w:t>
      </w:r>
      <w:r w:rsidRPr="007E0B1D">
        <w:rPr>
          <w:rtl/>
        </w:rPr>
        <w:t xml:space="preserve"> ج 8 ص 239. كشف الحجب والأستار ص 326 وص 327 وص 432 وص 463. تنقيح المقال ج 2 ص 310.</w:t>
      </w:r>
      <w:r>
        <w:rPr>
          <w:rFonts w:hint="cs"/>
          <w:rtl/>
        </w:rPr>
        <w:t xml:space="preserve"> </w:t>
      </w:r>
      <w:r w:rsidRPr="007E0B1D">
        <w:rPr>
          <w:rtl/>
        </w:rPr>
        <w:t>سفينة البحار ج 2 ص 251. طرائف المقال ج 1 ص 334. وسائل الشيعة ج 20 ص 271. منتهى المقال ص 225. التهذيب ج 1 ص 48 وص 158 وص 281</w:t>
      </w:r>
      <w:r w:rsidR="00D8054C">
        <w:rPr>
          <w:rtl/>
        </w:rPr>
        <w:t>،</w:t>
      </w:r>
      <w:r w:rsidRPr="007E0B1D">
        <w:rPr>
          <w:rtl/>
        </w:rPr>
        <w:t xml:space="preserve"> وج 2 ص 64 وص 69 وص 132 وص 206 وص 210 وص 233 وص 309 وص 320 وص 326 وص 363</w:t>
      </w:r>
      <w:r w:rsidR="00D8054C">
        <w:rPr>
          <w:rtl/>
        </w:rPr>
        <w:t>،</w:t>
      </w:r>
      <w:r w:rsidRPr="007E0B1D">
        <w:rPr>
          <w:rtl/>
        </w:rPr>
        <w:t xml:space="preserve"> وج 3 ص 228 وص 294 وص 315</w:t>
      </w:r>
      <w:r w:rsidR="00D8054C">
        <w:rPr>
          <w:rtl/>
        </w:rPr>
        <w:t>،</w:t>
      </w:r>
      <w:r w:rsidRPr="007E0B1D">
        <w:rPr>
          <w:rtl/>
        </w:rPr>
        <w:t xml:space="preserve"> وج 4 ص 5 وص 54 وص 123 وص 141 وص 194 وص 201</w:t>
      </w:r>
      <w:r w:rsidR="00D8054C">
        <w:rPr>
          <w:rtl/>
        </w:rPr>
        <w:t>،</w:t>
      </w:r>
      <w:r w:rsidRPr="007E0B1D">
        <w:rPr>
          <w:rtl/>
        </w:rPr>
        <w:t xml:space="preserve"> وج 5 ص 10 وص 211 وص 281 وص 428 وص 476</w:t>
      </w:r>
      <w:r w:rsidR="00D8054C">
        <w:rPr>
          <w:rtl/>
        </w:rPr>
        <w:t>،</w:t>
      </w:r>
      <w:r w:rsidRPr="007E0B1D">
        <w:rPr>
          <w:rtl/>
        </w:rPr>
        <w:t xml:space="preserve"> وج 6 ص 31 وص 33 وص 84 وص 126</w:t>
      </w:r>
      <w:r w:rsidR="00D8054C">
        <w:rPr>
          <w:rtl/>
        </w:rPr>
        <w:t>،</w:t>
      </w:r>
      <w:r w:rsidRPr="007E0B1D">
        <w:rPr>
          <w:rtl/>
        </w:rPr>
        <w:t xml:space="preserve"> وج 7 ص 167 وص 293 وص 316 وص 320 وص 395 وص 396</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وج 8 ص 228 وص 290 وص 305 وص 311</w:t>
      </w:r>
      <w:r w:rsidR="00D8054C">
        <w:rPr>
          <w:rtl/>
        </w:rPr>
        <w:t>،</w:t>
      </w:r>
      <w:r w:rsidRPr="007E0B1D">
        <w:rPr>
          <w:rtl/>
        </w:rPr>
        <w:t xml:space="preserve"> وج 9 ص 31 وص 130 وص 143 وص 238 وص 240 وص 296 وص 296 وص 390</w:t>
      </w:r>
      <w:r w:rsidR="00D8054C">
        <w:rPr>
          <w:rtl/>
        </w:rPr>
        <w:t>،</w:t>
      </w:r>
      <w:r w:rsidRPr="007E0B1D">
        <w:rPr>
          <w:rtl/>
        </w:rPr>
        <w:t xml:space="preserve"> وج 10 ص 278 وغيرها. نضد الايضاح ص 231. الوجيزة ص 36. اتقان المقال ص 99. من لا يحضره الفقيه ج 1 ص 157 وص 170 وص 171 وص 237 وص 343</w:t>
      </w:r>
      <w:r w:rsidR="00D8054C">
        <w:rPr>
          <w:rtl/>
        </w:rPr>
        <w:t>،</w:t>
      </w:r>
      <w:r w:rsidRPr="007E0B1D">
        <w:rPr>
          <w:rtl/>
        </w:rPr>
        <w:t xml:space="preserve"> وج 2 ص 23 وص 94 وص 225 وص 226 وص 271 وص 276 وص 336 وص 348</w:t>
      </w:r>
      <w:r w:rsidR="00D8054C">
        <w:rPr>
          <w:rtl/>
        </w:rPr>
        <w:t>،</w:t>
      </w:r>
      <w:r w:rsidRPr="007E0B1D">
        <w:rPr>
          <w:rtl/>
        </w:rPr>
        <w:t xml:space="preserve"> وج 3 ص 152 وص 236</w:t>
      </w:r>
      <w:r w:rsidR="00D8054C">
        <w:rPr>
          <w:rtl/>
        </w:rPr>
        <w:t>،</w:t>
      </w:r>
      <w:r w:rsidRPr="007E0B1D">
        <w:rPr>
          <w:rtl/>
        </w:rPr>
        <w:t xml:space="preserve"> وج 4 ص 174 وص 176 وص 178 وص 285 وغيرها. الذريعة ج 2 ص 105 وص 356</w:t>
      </w:r>
      <w:r w:rsidR="00D8054C">
        <w:rPr>
          <w:rtl/>
        </w:rPr>
        <w:t>،</w:t>
      </w:r>
      <w:r w:rsidRPr="007E0B1D">
        <w:rPr>
          <w:rtl/>
        </w:rPr>
        <w:t xml:space="preserve"> وج 3 ص 112 وص 347</w:t>
      </w:r>
      <w:r w:rsidR="00D8054C">
        <w:rPr>
          <w:rtl/>
        </w:rPr>
        <w:t>،</w:t>
      </w:r>
      <w:r w:rsidRPr="007E0B1D">
        <w:rPr>
          <w:rtl/>
        </w:rPr>
        <w:t xml:space="preserve"> وج 4 ص 248</w:t>
      </w:r>
      <w:r w:rsidR="00D8054C">
        <w:rPr>
          <w:rtl/>
        </w:rPr>
        <w:t>،</w:t>
      </w:r>
      <w:r w:rsidRPr="007E0B1D">
        <w:rPr>
          <w:rtl/>
        </w:rPr>
        <w:t xml:space="preserve"> وج 6 ص 251 وص 296 وص 397</w:t>
      </w:r>
      <w:r w:rsidR="00D8054C">
        <w:rPr>
          <w:rtl/>
        </w:rPr>
        <w:t>،</w:t>
      </w:r>
      <w:r w:rsidRPr="007E0B1D">
        <w:rPr>
          <w:rtl/>
        </w:rPr>
        <w:t xml:space="preserve"> وج 8 ص 286</w:t>
      </w:r>
      <w:r w:rsidR="00D8054C">
        <w:rPr>
          <w:rtl/>
        </w:rPr>
        <w:t>،</w:t>
      </w:r>
      <w:r w:rsidRPr="007E0B1D">
        <w:rPr>
          <w:rtl/>
        </w:rPr>
        <w:t xml:space="preserve"> وج 10 ص 214</w:t>
      </w:r>
      <w:r w:rsidR="00D8054C">
        <w:rPr>
          <w:rtl/>
        </w:rPr>
        <w:t>،</w:t>
      </w:r>
      <w:r w:rsidRPr="007E0B1D">
        <w:rPr>
          <w:rtl/>
        </w:rPr>
        <w:t xml:space="preserve"> وج 12 ص 43 وص 64</w:t>
      </w:r>
      <w:r w:rsidR="00D8054C">
        <w:rPr>
          <w:rtl/>
        </w:rPr>
        <w:t>،</w:t>
      </w:r>
      <w:r w:rsidRPr="007E0B1D">
        <w:rPr>
          <w:rtl/>
        </w:rPr>
        <w:t xml:space="preserve"> وج 15 ص 58 وص 102 وص 106 وص 173</w:t>
      </w:r>
      <w:r w:rsidR="00D8054C">
        <w:rPr>
          <w:rtl/>
        </w:rPr>
        <w:t>،</w:t>
      </w:r>
      <w:r w:rsidRPr="007E0B1D">
        <w:rPr>
          <w:rtl/>
        </w:rPr>
        <w:t xml:space="preserve"> وج 16 ص 250</w:t>
      </w:r>
      <w:r w:rsidR="00D8054C">
        <w:rPr>
          <w:rtl/>
        </w:rPr>
        <w:t>،</w:t>
      </w:r>
      <w:r w:rsidRPr="007E0B1D">
        <w:rPr>
          <w:rtl/>
        </w:rPr>
        <w:t xml:space="preserve"> وج 17 ص 1</w:t>
      </w:r>
      <w:r w:rsidR="00D8054C">
        <w:rPr>
          <w:rtl/>
        </w:rPr>
        <w:t>،</w:t>
      </w:r>
      <w:r w:rsidRPr="007E0B1D">
        <w:rPr>
          <w:rtl/>
        </w:rPr>
        <w:t xml:space="preserve"> وج 22 ص 151 وص 186</w:t>
      </w:r>
      <w:r w:rsidR="00D8054C">
        <w:rPr>
          <w:rtl/>
        </w:rPr>
        <w:t>،</w:t>
      </w:r>
      <w:r w:rsidRPr="007E0B1D">
        <w:rPr>
          <w:rtl/>
        </w:rPr>
        <w:t xml:space="preserve"> وج 24 ص 105</w:t>
      </w:r>
      <w:r w:rsidR="00D8054C">
        <w:rPr>
          <w:rtl/>
        </w:rPr>
        <w:t>،</w:t>
      </w:r>
      <w:r w:rsidRPr="007E0B1D">
        <w:rPr>
          <w:rtl/>
        </w:rPr>
        <w:t xml:space="preserve"> وج 25 ص 111 وغيرها. إيضاح الاشتباه ص 51. الكافي ج 1 ص 262 وص 383</w:t>
      </w:r>
      <w:r w:rsidR="00D8054C">
        <w:rPr>
          <w:rtl/>
        </w:rPr>
        <w:t>،</w:t>
      </w:r>
      <w:r w:rsidRPr="007E0B1D">
        <w:rPr>
          <w:rtl/>
        </w:rPr>
        <w:t xml:space="preserve"> وج 2 ص 209 وص 290 وص 311 وص 318 وص 407</w:t>
      </w:r>
      <w:r w:rsidR="00D8054C">
        <w:rPr>
          <w:rtl/>
        </w:rPr>
        <w:t>،</w:t>
      </w:r>
      <w:r w:rsidRPr="007E0B1D">
        <w:rPr>
          <w:rtl/>
        </w:rPr>
        <w:t xml:space="preserve"> وج 3 ص 77 وص 263 وص 282 وص 308 وص 313 وص 346 وص 370 وص 398 وص 407 وص 450 وص 510</w:t>
      </w:r>
      <w:r w:rsidR="00D8054C">
        <w:rPr>
          <w:rtl/>
        </w:rPr>
        <w:t>،</w:t>
      </w:r>
      <w:r w:rsidRPr="007E0B1D">
        <w:rPr>
          <w:rtl/>
        </w:rPr>
        <w:t xml:space="preserve"> وج 4 ص 202 وص 275 وص 327 وص 397 وص 430 وص 486 وص 525 وص 532 وص 586</w:t>
      </w:r>
      <w:r w:rsidR="00D8054C">
        <w:rPr>
          <w:rtl/>
        </w:rPr>
        <w:t>،</w:t>
      </w:r>
      <w:r w:rsidRPr="007E0B1D">
        <w:rPr>
          <w:rtl/>
        </w:rPr>
        <w:t xml:space="preserve"> وج 5 ص 58 وص 347 وص 426 وص 441 وص 446</w:t>
      </w:r>
      <w:r w:rsidR="00D8054C">
        <w:rPr>
          <w:rtl/>
        </w:rPr>
        <w:t>،</w:t>
      </w:r>
      <w:r w:rsidRPr="007E0B1D">
        <w:rPr>
          <w:rtl/>
        </w:rPr>
        <w:t xml:space="preserve"> وج 6 ص 157 وص 307</w:t>
      </w:r>
      <w:r w:rsidR="00D8054C">
        <w:rPr>
          <w:rtl/>
        </w:rPr>
        <w:t>،</w:t>
      </w:r>
      <w:r w:rsidRPr="007E0B1D">
        <w:rPr>
          <w:rtl/>
        </w:rPr>
        <w:t xml:space="preserve"> وج 7 ص 14 وص 36 وص 65 وص 126 وص 456 وغيرها. الاستبصار ج 1 ص 54 وص 191 وص 208 وص 283 وص 311 وص 334 وص 381 وص 383 وص 384</w:t>
      </w:r>
      <w:r w:rsidR="00D8054C">
        <w:rPr>
          <w:rtl/>
        </w:rPr>
        <w:t>،</w:t>
      </w:r>
      <w:r w:rsidRPr="007E0B1D">
        <w:rPr>
          <w:rtl/>
        </w:rPr>
        <w:t xml:space="preserve"> وج 2 ص 5 وص 35 وص 55 وص 60 وص 102 وص 125 وص 145 وص 258</w:t>
      </w:r>
      <w:r w:rsidR="00D8054C">
        <w:rPr>
          <w:rtl/>
        </w:rPr>
        <w:t>،</w:t>
      </w:r>
      <w:r w:rsidRPr="007E0B1D">
        <w:rPr>
          <w:rtl/>
        </w:rPr>
        <w:t xml:space="preserve"> وج 3 ص 196 وص 199</w:t>
      </w:r>
      <w:r w:rsidR="00D8054C">
        <w:rPr>
          <w:rtl/>
        </w:rPr>
        <w:t>،</w:t>
      </w:r>
      <w:r w:rsidRPr="007E0B1D">
        <w:rPr>
          <w:rtl/>
        </w:rPr>
        <w:t xml:space="preserve"> وج 4 ص 71 وص 98 وص 150 وغيرها. ثقات الرواة للشهرستاني ص 52.</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121</w:t>
      </w:r>
      <w:r w:rsidR="00D8054C">
        <w:rPr>
          <w:rtl/>
        </w:rPr>
        <w:t xml:space="preserve"> - </w:t>
      </w:r>
      <w:r w:rsidRPr="007E0B1D">
        <w:rPr>
          <w:rtl/>
        </w:rPr>
        <w:t>البصري</w:t>
      </w:r>
    </w:p>
    <w:p w:rsidR="008867CD" w:rsidRPr="007E0B1D" w:rsidRDefault="008867CD" w:rsidP="008867CD">
      <w:pPr>
        <w:pStyle w:val="libNormal"/>
        <w:rPr>
          <w:rtl/>
        </w:rPr>
      </w:pPr>
      <w:r w:rsidRPr="007E0B1D">
        <w:rPr>
          <w:rtl/>
        </w:rPr>
        <w:t>علي بن ميسر</w:t>
      </w:r>
      <w:r w:rsidR="00D8054C">
        <w:rPr>
          <w:rtl/>
        </w:rPr>
        <w:t>،</w:t>
      </w:r>
      <w:r w:rsidRPr="007E0B1D">
        <w:rPr>
          <w:rtl/>
        </w:rPr>
        <w:t xml:space="preserve"> وقيل ميسرة البصري.</w:t>
      </w:r>
    </w:p>
    <w:p w:rsidR="008867CD" w:rsidRPr="007E0B1D" w:rsidRDefault="008867CD" w:rsidP="008867CD">
      <w:pPr>
        <w:pStyle w:val="libNormal"/>
        <w:rPr>
          <w:rtl/>
        </w:rPr>
      </w:pPr>
      <w:r w:rsidRPr="007E0B1D">
        <w:rPr>
          <w:rtl/>
        </w:rPr>
        <w:t>محدث</w:t>
      </w:r>
      <w:r w:rsidR="00D8054C">
        <w:rPr>
          <w:rtl/>
        </w:rPr>
        <w:t>،</w:t>
      </w:r>
      <w:r w:rsidRPr="007E0B1D">
        <w:rPr>
          <w:rtl/>
        </w:rPr>
        <w:t xml:space="preserve"> صحب الامام الجواد </w:t>
      </w:r>
      <w:r w:rsidR="00D8054C" w:rsidRPr="00D8054C">
        <w:rPr>
          <w:rStyle w:val="libAlaemChar"/>
          <w:rtl/>
        </w:rPr>
        <w:t>عليه‌السلام</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روى عنه سلمة بن الخطاب</w:t>
      </w:r>
      <w:r w:rsidR="00D8054C">
        <w:rPr>
          <w:rtl/>
        </w:rPr>
        <w:t>،</w:t>
      </w:r>
      <w:r w:rsidRPr="007E0B1D">
        <w:rPr>
          <w:rtl/>
        </w:rPr>
        <w:t xml:space="preserve"> وأحمد بن محمّد بن خالد البرقي.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404. رجال النجاشي ص 199. لسان الميزان ج 4 ص 266. رجال البرقي في أصحاب الجواد </w:t>
      </w:r>
      <w:r w:rsidR="00D8054C" w:rsidRPr="00D8054C">
        <w:rPr>
          <w:rStyle w:val="libAlaemChar"/>
          <w:rtl/>
        </w:rPr>
        <w:t>عليه‌السلام</w:t>
      </w:r>
      <w:r w:rsidRPr="007E0B1D">
        <w:rPr>
          <w:rtl/>
        </w:rPr>
        <w:t xml:space="preserve"> ص 57. هداية المحدثين ص 119. تنقيح المقال ج 2 ص 312. نقد الرجال ص 245. التاريخ الكبير ج 6 ص 295. مجمع الرجال ج 4 ص 230. جامع الرواة ج 1 ص 605. معجم رجال الحديث ج 12 ص 206. فهرست الطوسي ص 94. معالم العلماء ص 66. ميزان الاعتدال ج 3 ص 158. طرائف المقال ج 1 ص 334. التهذيب ج 6 ص 82. منهج المقال ص 240. الكافي ج 4 ص 292. من لا يحضره الفقيه ج 2 ص 204.</w:t>
      </w:r>
    </w:p>
    <w:p w:rsidR="008867CD" w:rsidRPr="007E0B1D" w:rsidRDefault="008867CD" w:rsidP="008867CD">
      <w:pPr>
        <w:pStyle w:val="libCenterBold1"/>
        <w:rPr>
          <w:rtl/>
        </w:rPr>
      </w:pPr>
      <w:r w:rsidRPr="007E0B1D">
        <w:rPr>
          <w:rtl/>
        </w:rPr>
        <w:t>122</w:t>
      </w:r>
      <w:r w:rsidR="00D8054C">
        <w:rPr>
          <w:rtl/>
        </w:rPr>
        <w:t xml:space="preserve"> - </w:t>
      </w:r>
      <w:r w:rsidRPr="007E0B1D">
        <w:rPr>
          <w:rtl/>
        </w:rPr>
        <w:t>علي بن نصر</w:t>
      </w:r>
    </w:p>
    <w:p w:rsidR="008867CD" w:rsidRPr="007E0B1D" w:rsidRDefault="008867CD" w:rsidP="008867CD">
      <w:pPr>
        <w:pStyle w:val="libNormal"/>
        <w:rPr>
          <w:rtl/>
        </w:rPr>
      </w:pPr>
      <w:r w:rsidRPr="007E0B1D">
        <w:rPr>
          <w:rtl/>
        </w:rPr>
        <w:t>علي بن نصر الناب.</w:t>
      </w:r>
    </w:p>
    <w:p w:rsidR="008867CD" w:rsidRPr="007E0B1D" w:rsidRDefault="008867CD" w:rsidP="008867CD">
      <w:pPr>
        <w:pStyle w:val="libNormal"/>
        <w:rPr>
          <w:rtl/>
        </w:rPr>
      </w:pPr>
      <w:r w:rsidRPr="007E0B1D">
        <w:rPr>
          <w:rtl/>
        </w:rPr>
        <w:t xml:space="preserve">لم اوفق الى معرفة ترجمة حياته سوى انه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404. تنقيح المقال ج 2</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313 وفيه</w:t>
      </w:r>
      <w:r w:rsidR="00D8054C">
        <w:rPr>
          <w:rtl/>
        </w:rPr>
        <w:t>:</w:t>
      </w:r>
      <w:r w:rsidRPr="007E0B1D">
        <w:rPr>
          <w:rtl/>
        </w:rPr>
        <w:t xml:space="preserve"> وظاهره كونه اماميا ولكنه مجهول الحال. رجال البرقي في أصحاب الجواد </w:t>
      </w:r>
      <w:r w:rsidR="00D8054C" w:rsidRPr="00D8054C">
        <w:rPr>
          <w:rStyle w:val="libAlaemChar"/>
          <w:rtl/>
        </w:rPr>
        <w:t>عليه‌السلام</w:t>
      </w:r>
      <w:r w:rsidRPr="007E0B1D">
        <w:rPr>
          <w:rtl/>
        </w:rPr>
        <w:t xml:space="preserve"> ص 57. معجم رجال الحديث ج 12 ص 211. طرائف المقال ج 1 ص 334. مجمع الرجال ج 4 ص 231. جامع الرواة ج 1 ص 606.</w:t>
      </w:r>
      <w:r>
        <w:rPr>
          <w:rFonts w:hint="cs"/>
          <w:rtl/>
        </w:rPr>
        <w:t xml:space="preserve"> </w:t>
      </w:r>
      <w:r w:rsidRPr="007E0B1D">
        <w:rPr>
          <w:rtl/>
        </w:rPr>
        <w:t>نقد الرجال ص 245. منهج المقال ص 240. منتهى المقال ص 208.</w:t>
      </w:r>
    </w:p>
    <w:p w:rsidR="008867CD" w:rsidRPr="007E0B1D" w:rsidRDefault="008867CD" w:rsidP="008867CD">
      <w:pPr>
        <w:pStyle w:val="libCenterBold1"/>
        <w:rPr>
          <w:rtl/>
        </w:rPr>
      </w:pPr>
      <w:r w:rsidRPr="007E0B1D">
        <w:rPr>
          <w:rtl/>
        </w:rPr>
        <w:t>123</w:t>
      </w:r>
      <w:r w:rsidR="00D8054C">
        <w:rPr>
          <w:rtl/>
        </w:rPr>
        <w:t xml:space="preserve"> - </w:t>
      </w:r>
      <w:r w:rsidRPr="007E0B1D">
        <w:rPr>
          <w:rtl/>
        </w:rPr>
        <w:t>علي بن يحيى</w:t>
      </w:r>
    </w:p>
    <w:p w:rsidR="008867CD" w:rsidRPr="007E0B1D" w:rsidRDefault="008867CD" w:rsidP="008867CD">
      <w:pPr>
        <w:pStyle w:val="libNormal"/>
        <w:rPr>
          <w:rtl/>
        </w:rPr>
      </w:pPr>
      <w:r w:rsidRPr="007E0B1D">
        <w:rPr>
          <w:rtl/>
        </w:rPr>
        <w:t>علي بن يحيى</w:t>
      </w:r>
      <w:r w:rsidR="00D8054C">
        <w:rPr>
          <w:rtl/>
        </w:rPr>
        <w:t>،</w:t>
      </w:r>
      <w:r w:rsidRPr="007E0B1D">
        <w:rPr>
          <w:rtl/>
        </w:rPr>
        <w:t xml:space="preserve"> أبو الحسين</w:t>
      </w:r>
      <w:r w:rsidR="00D8054C">
        <w:rPr>
          <w:rtl/>
        </w:rPr>
        <w:t>،</w:t>
      </w:r>
      <w:r w:rsidRPr="007E0B1D">
        <w:rPr>
          <w:rtl/>
        </w:rPr>
        <w:t xml:space="preserve"> وقيل أبو الحسن.</w:t>
      </w:r>
    </w:p>
    <w:p w:rsidR="008867CD" w:rsidRPr="007E0B1D" w:rsidRDefault="008867CD" w:rsidP="008867CD">
      <w:pPr>
        <w:pStyle w:val="libNormal"/>
        <w:rPr>
          <w:rtl/>
        </w:rPr>
      </w:pPr>
      <w:r w:rsidRPr="007E0B1D">
        <w:rPr>
          <w:rtl/>
        </w:rPr>
        <w:t>محدث امامي.</w:t>
      </w:r>
    </w:p>
    <w:p w:rsidR="008867CD" w:rsidRPr="007E0B1D" w:rsidRDefault="008867CD" w:rsidP="008867CD">
      <w:pPr>
        <w:pStyle w:val="libNormal"/>
        <w:rPr>
          <w:rtl/>
        </w:rPr>
      </w:pPr>
      <w:r w:rsidRPr="007E0B1D">
        <w:rPr>
          <w:rtl/>
        </w:rPr>
        <w:t xml:space="preserve">صحب الامامين الكاظم والرضا </w:t>
      </w:r>
      <w:r w:rsidR="00D8054C" w:rsidRPr="00D8054C">
        <w:rPr>
          <w:rStyle w:val="libAlaemChar"/>
          <w:rtl/>
        </w:rPr>
        <w:t>عليهما‌السلام</w:t>
      </w:r>
      <w:r w:rsidR="00D8054C">
        <w:rPr>
          <w:rtl/>
        </w:rPr>
        <w:t>،</w:t>
      </w:r>
      <w:r w:rsidRPr="007E0B1D">
        <w:rPr>
          <w:rtl/>
        </w:rPr>
        <w:t xml:space="preserve"> وأدرك الامام الجواد </w:t>
      </w:r>
      <w:r w:rsidR="00D8054C" w:rsidRPr="00D8054C">
        <w:rPr>
          <w:rStyle w:val="libAlaemChar"/>
          <w:rtl/>
        </w:rPr>
        <w:t>عليه‌السلام</w:t>
      </w:r>
      <w:r w:rsidRPr="007E0B1D">
        <w:rPr>
          <w:rtl/>
        </w:rPr>
        <w:t xml:space="preserve"> وصحبه.</w:t>
      </w:r>
    </w:p>
    <w:p w:rsidR="008867CD" w:rsidRPr="007E0B1D" w:rsidRDefault="008867CD" w:rsidP="008867CD">
      <w:pPr>
        <w:pStyle w:val="libNormal"/>
        <w:rPr>
          <w:rtl/>
        </w:rPr>
      </w:pPr>
      <w:r w:rsidRPr="007E0B1D">
        <w:rPr>
          <w:rtl/>
        </w:rPr>
        <w:t>روى عنه محمّد بن عيسى بن عبيد.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383</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404. تنقيح المقال ج 2 ص 341. معجم رجال الحديث ج 12 ص 222. جامع الرواة ج 1 ص 608. منهج المقال ص 240. نقد الرجال ص 246. رجال البرقي في أصحاب الكاظم </w:t>
      </w:r>
      <w:r w:rsidR="00D8054C" w:rsidRPr="00D8054C">
        <w:rPr>
          <w:rStyle w:val="libAlaemChar"/>
          <w:rtl/>
        </w:rPr>
        <w:t>عليه‌السلام</w:t>
      </w:r>
      <w:r w:rsidRPr="007E0B1D">
        <w:rPr>
          <w:rtl/>
        </w:rPr>
        <w:t xml:space="preserve"> ص 52</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57. مجمع الرجال ج 4 ص 234. الكافي ج 2 ص 102</w:t>
      </w:r>
      <w:r w:rsidR="00D8054C">
        <w:rPr>
          <w:rtl/>
        </w:rPr>
        <w:t>،</w:t>
      </w:r>
      <w:r w:rsidRPr="007E0B1D">
        <w:rPr>
          <w:rtl/>
        </w:rPr>
        <w:t xml:space="preserve"> وج 4 ص 40.</w:t>
      </w:r>
      <w:r>
        <w:rPr>
          <w:rFonts w:hint="cs"/>
          <w:rtl/>
        </w:rPr>
        <w:t xml:space="preserve"> </w:t>
      </w:r>
      <w:r w:rsidRPr="007E0B1D">
        <w:rPr>
          <w:rtl/>
        </w:rPr>
        <w:t>طرائف المقال ج 1 ص 334.</w:t>
      </w:r>
    </w:p>
    <w:p w:rsidR="008867CD" w:rsidRPr="007E0B1D" w:rsidRDefault="008867CD" w:rsidP="008867CD">
      <w:pPr>
        <w:pStyle w:val="libCenterBold1"/>
        <w:rPr>
          <w:rtl/>
        </w:rPr>
      </w:pPr>
      <w:r w:rsidRPr="007E0B1D">
        <w:rPr>
          <w:rtl/>
        </w:rPr>
        <w:t>124</w:t>
      </w:r>
      <w:r w:rsidR="00D8054C">
        <w:rPr>
          <w:rtl/>
        </w:rPr>
        <w:t xml:space="preserve"> - </w:t>
      </w:r>
      <w:r w:rsidRPr="007E0B1D">
        <w:rPr>
          <w:rtl/>
        </w:rPr>
        <w:t>عمر بن توبة</w:t>
      </w:r>
    </w:p>
    <w:p w:rsidR="008867CD" w:rsidRPr="007E0B1D" w:rsidRDefault="008867CD" w:rsidP="008867CD">
      <w:pPr>
        <w:pStyle w:val="libNormal"/>
        <w:rPr>
          <w:rtl/>
        </w:rPr>
      </w:pPr>
      <w:r w:rsidRPr="007E0B1D">
        <w:rPr>
          <w:rtl/>
        </w:rPr>
        <w:t>عمر بن توبة الصنعاني</w:t>
      </w:r>
      <w:r w:rsidR="00D8054C">
        <w:rPr>
          <w:rtl/>
        </w:rPr>
        <w:t>،</w:t>
      </w:r>
      <w:r w:rsidRPr="007E0B1D">
        <w:rPr>
          <w:rtl/>
        </w:rPr>
        <w:t xml:space="preserve"> أبو يحيى.</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محدث امامي</w:t>
      </w:r>
      <w:r w:rsidR="00D8054C">
        <w:rPr>
          <w:rtl/>
        </w:rPr>
        <w:t>،</w:t>
      </w:r>
      <w:r w:rsidRPr="007E0B1D">
        <w:rPr>
          <w:rtl/>
        </w:rPr>
        <w:t xml:space="preserve"> اختلف علماؤنا فيه</w:t>
      </w:r>
      <w:r w:rsidR="00D8054C">
        <w:rPr>
          <w:rtl/>
        </w:rPr>
        <w:t>،</w:t>
      </w:r>
      <w:r w:rsidRPr="007E0B1D">
        <w:rPr>
          <w:rtl/>
        </w:rPr>
        <w:t xml:space="preserve"> فمنهم من ضعفه جدا</w:t>
      </w:r>
      <w:r w:rsidR="00D8054C">
        <w:rPr>
          <w:rtl/>
        </w:rPr>
        <w:t>،</w:t>
      </w:r>
      <w:r w:rsidRPr="007E0B1D">
        <w:rPr>
          <w:rtl/>
        </w:rPr>
        <w:t xml:space="preserve"> ومنهم من قال</w:t>
      </w:r>
      <w:r w:rsidR="00D8054C">
        <w:rPr>
          <w:rtl/>
        </w:rPr>
        <w:t>:</w:t>
      </w:r>
      <w:r w:rsidRPr="007E0B1D">
        <w:rPr>
          <w:rtl/>
        </w:rPr>
        <w:t xml:space="preserve"> لا يلتفت إليه</w:t>
      </w:r>
      <w:r w:rsidR="00D8054C">
        <w:rPr>
          <w:rtl/>
        </w:rPr>
        <w:t>،</w:t>
      </w:r>
      <w:r w:rsidRPr="007E0B1D">
        <w:rPr>
          <w:rtl/>
        </w:rPr>
        <w:t xml:space="preserve"> ومنهم من قال</w:t>
      </w:r>
      <w:r w:rsidR="00D8054C">
        <w:rPr>
          <w:rtl/>
        </w:rPr>
        <w:t>:</w:t>
      </w:r>
      <w:r w:rsidRPr="007E0B1D">
        <w:rPr>
          <w:rtl/>
        </w:rPr>
        <w:t xml:space="preserve"> في حديثه بعض الشيء يعرف منه وينكر</w:t>
      </w:r>
      <w:r w:rsidR="00D8054C">
        <w:rPr>
          <w:rtl/>
        </w:rPr>
        <w:t>،</w:t>
      </w:r>
      <w:r w:rsidRPr="007E0B1D">
        <w:rPr>
          <w:rtl/>
        </w:rPr>
        <w:t xml:space="preserve"> وذهب جماعة الى القول بتوثيقه.</w:t>
      </w:r>
    </w:p>
    <w:p w:rsidR="008867CD" w:rsidRPr="007E0B1D" w:rsidRDefault="008867CD" w:rsidP="008867CD">
      <w:pPr>
        <w:pStyle w:val="libNormal"/>
        <w:rPr>
          <w:rtl/>
        </w:rPr>
      </w:pPr>
      <w:r w:rsidRPr="007E0B1D">
        <w:rPr>
          <w:rtl/>
        </w:rPr>
        <w:t xml:space="preserve">روى عن الامامين الصادق والرضا </w:t>
      </w:r>
      <w:r w:rsidR="00D8054C" w:rsidRPr="00D8054C">
        <w:rPr>
          <w:rStyle w:val="libAlaemChar"/>
          <w:rtl/>
        </w:rPr>
        <w:t>عليهما‌السلام</w:t>
      </w:r>
      <w:r w:rsidR="00D8054C">
        <w:rPr>
          <w:rtl/>
        </w:rPr>
        <w:t>،</w:t>
      </w:r>
      <w:r w:rsidRPr="007E0B1D">
        <w:rPr>
          <w:rtl/>
        </w:rPr>
        <w:t xml:space="preserve"> وأدرك الامامين الكاظم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علي</w:t>
      </w:r>
      <w:r w:rsidR="00D8054C">
        <w:rPr>
          <w:rtl/>
        </w:rPr>
        <w:t>،</w:t>
      </w:r>
      <w:r w:rsidRPr="007E0B1D">
        <w:rPr>
          <w:rtl/>
        </w:rPr>
        <w:t xml:space="preserve"> وكامل بن أفلح.</w:t>
      </w:r>
    </w:p>
    <w:p w:rsidR="008867CD" w:rsidRPr="007E0B1D" w:rsidRDefault="008867CD" w:rsidP="008867CD">
      <w:pPr>
        <w:pStyle w:val="libNormal"/>
        <w:rPr>
          <w:rtl/>
        </w:rPr>
      </w:pPr>
      <w:r w:rsidRPr="007E0B1D">
        <w:rPr>
          <w:rtl/>
        </w:rPr>
        <w:t>ألف كتاب « فضل انا أنزلناه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197 وص 258</w:t>
      </w:r>
      <w:r w:rsidR="00D8054C">
        <w:rPr>
          <w:rtl/>
        </w:rPr>
        <w:t>،</w:t>
      </w:r>
      <w:r w:rsidRPr="007E0B1D">
        <w:rPr>
          <w:rtl/>
        </w:rPr>
        <w:t xml:space="preserve"> وج 6 ص 294. رجال الطوسي في أصحاب الصادق </w:t>
      </w:r>
      <w:r w:rsidR="00D8054C" w:rsidRPr="00D8054C">
        <w:rPr>
          <w:rStyle w:val="libAlaemChar"/>
          <w:rtl/>
        </w:rPr>
        <w:t>عليه‌السلام</w:t>
      </w:r>
      <w:r w:rsidRPr="007E0B1D">
        <w:rPr>
          <w:rtl/>
        </w:rPr>
        <w:t xml:space="preserve"> ص 339. تنقيح المقال ج 2 ص 341</w:t>
      </w:r>
      <w:r w:rsidR="00D8054C">
        <w:rPr>
          <w:rtl/>
        </w:rPr>
        <w:t>،</w:t>
      </w:r>
      <w:r w:rsidRPr="007E0B1D">
        <w:rPr>
          <w:rtl/>
        </w:rPr>
        <w:t xml:space="preserve"> وج 3 </w:t>
      </w:r>
      <w:r w:rsidR="00D8054C">
        <w:rPr>
          <w:rtl/>
        </w:rPr>
        <w:t>(</w:t>
      </w:r>
      <w:r w:rsidRPr="007E0B1D">
        <w:rPr>
          <w:rtl/>
        </w:rPr>
        <w:t>قسم الكنى</w:t>
      </w:r>
      <w:r w:rsidR="00D8054C">
        <w:rPr>
          <w:rtl/>
        </w:rPr>
        <w:t>)</w:t>
      </w:r>
      <w:r w:rsidRPr="007E0B1D">
        <w:rPr>
          <w:rtl/>
        </w:rPr>
        <w:t xml:space="preserve"> ص 39. معجم رجال الحديث ج 13 ص 22</w:t>
      </w:r>
      <w:r w:rsidR="00D8054C">
        <w:rPr>
          <w:rtl/>
        </w:rPr>
        <w:t>،</w:t>
      </w:r>
      <w:r w:rsidRPr="007E0B1D">
        <w:rPr>
          <w:rtl/>
        </w:rPr>
        <w:t xml:space="preserve"> وج 22 ص 84. خاتمة المستدرك ص 869. الارشاد ص 317 وفيه</w:t>
      </w:r>
      <w:r w:rsidR="00D8054C">
        <w:rPr>
          <w:rtl/>
        </w:rPr>
        <w:t>:</w:t>
      </w:r>
      <w:r w:rsidRPr="007E0B1D">
        <w:rPr>
          <w:rtl/>
        </w:rPr>
        <w:t xml:space="preserve"> فممن روى النص على أبي الحسن الرضا </w:t>
      </w:r>
      <w:r w:rsidR="00D8054C" w:rsidRPr="00D8054C">
        <w:rPr>
          <w:rStyle w:val="libAlaemChar"/>
          <w:rtl/>
        </w:rPr>
        <w:t>عليه‌السلام</w:t>
      </w:r>
      <w:r w:rsidRPr="007E0B1D">
        <w:rPr>
          <w:rtl/>
        </w:rPr>
        <w:t xml:space="preserve"> على ابنه أبي جعفر الجواد </w:t>
      </w:r>
      <w:r w:rsidR="00D8054C" w:rsidRPr="00D8054C">
        <w:rPr>
          <w:rStyle w:val="libAlaemChar"/>
          <w:rtl/>
        </w:rPr>
        <w:t>عليه‌السلام</w:t>
      </w:r>
      <w:r w:rsidRPr="007E0B1D">
        <w:rPr>
          <w:rtl/>
        </w:rPr>
        <w:t xml:space="preserve"> بالامامة </w:t>
      </w:r>
      <w:r w:rsidR="00D8054C">
        <w:rPr>
          <w:rtl/>
        </w:rPr>
        <w:t>(</w:t>
      </w:r>
      <w:r w:rsidRPr="007E0B1D">
        <w:rPr>
          <w:rtl/>
        </w:rPr>
        <w:t>فذكر جماعة منهم المترجم له</w:t>
      </w:r>
      <w:r w:rsidR="00D8054C">
        <w:rPr>
          <w:rtl/>
        </w:rPr>
        <w:t>)</w:t>
      </w:r>
      <w:r>
        <w:rPr>
          <w:rtl/>
        </w:rPr>
        <w:t>.</w:t>
      </w:r>
      <w:r w:rsidRPr="007E0B1D">
        <w:rPr>
          <w:rtl/>
        </w:rPr>
        <w:t xml:space="preserve"> المناقب ج 4 ص 380 في امامة الامام الجواد </w:t>
      </w:r>
      <w:r w:rsidR="00D8054C" w:rsidRPr="00D8054C">
        <w:rPr>
          <w:rStyle w:val="libAlaemChar"/>
          <w:rtl/>
        </w:rPr>
        <w:t>عليه‌السلام</w:t>
      </w:r>
      <w:r w:rsidRPr="007E0B1D">
        <w:rPr>
          <w:rtl/>
        </w:rPr>
        <w:t xml:space="preserve"> وفيه</w:t>
      </w:r>
      <w:r w:rsidR="00D8054C">
        <w:rPr>
          <w:rtl/>
        </w:rPr>
        <w:t>:</w:t>
      </w:r>
      <w:r w:rsidRPr="007E0B1D">
        <w:rPr>
          <w:rtl/>
        </w:rPr>
        <w:t xml:space="preserve"> وقد ثبت بقول الثقات اشارة أبيه إليه </w:t>
      </w:r>
      <w:r w:rsidR="00D8054C">
        <w:rPr>
          <w:rtl/>
        </w:rPr>
        <w:t>(</w:t>
      </w:r>
      <w:r w:rsidRPr="007E0B1D">
        <w:rPr>
          <w:rtl/>
        </w:rPr>
        <w:t>فذكر جماعة منهم المترجم له</w:t>
      </w:r>
      <w:r w:rsidR="00D8054C">
        <w:rPr>
          <w:rtl/>
        </w:rPr>
        <w:t>)</w:t>
      </w:r>
      <w:r>
        <w:rPr>
          <w:rtl/>
        </w:rPr>
        <w:t>.</w:t>
      </w:r>
      <w:r w:rsidRPr="007E0B1D">
        <w:rPr>
          <w:rtl/>
        </w:rPr>
        <w:t xml:space="preserve"> رجال البرقي في أصحاب الصادق </w:t>
      </w:r>
      <w:r w:rsidR="00D8054C" w:rsidRPr="00D8054C">
        <w:rPr>
          <w:rStyle w:val="libAlaemChar"/>
          <w:rtl/>
        </w:rPr>
        <w:t>عليه‌السلام</w:t>
      </w:r>
      <w:r w:rsidRPr="007E0B1D">
        <w:rPr>
          <w:rtl/>
        </w:rPr>
        <w:t xml:space="preserve"> ص 36. رجال النجاشي ص 202. معجم الثقات ص 379. جامع الرواة ج 1 ص 632</w:t>
      </w:r>
      <w:r w:rsidR="00D8054C">
        <w:rPr>
          <w:rtl/>
        </w:rPr>
        <w:t>،</w:t>
      </w:r>
      <w:r w:rsidRPr="007E0B1D">
        <w:rPr>
          <w:rtl/>
        </w:rPr>
        <w:t xml:space="preserve"> وج 2 ص 424. هداية المحدثين ص 124. الكنى والألقاب ج 2 ص 388. بهجة الآمال ج 5 ص 604. مجمع الرجال ج 4 ص 256 وص 257</w:t>
      </w:r>
      <w:r w:rsidR="00D8054C">
        <w:rPr>
          <w:rtl/>
        </w:rPr>
        <w:t>،</w:t>
      </w:r>
      <w:r w:rsidRPr="007E0B1D">
        <w:rPr>
          <w:rtl/>
        </w:rPr>
        <w:t xml:space="preserve"> وج 7 ص 110. الاختصاص ص 298. رجال الحلي </w:t>
      </w:r>
      <w:r w:rsidR="00D8054C">
        <w:rPr>
          <w:rtl/>
        </w:rPr>
        <w:t>(</w:t>
      </w:r>
      <w:r w:rsidRPr="007E0B1D">
        <w:rPr>
          <w:rtl/>
        </w:rPr>
        <w:t>قسم الضعفاء</w:t>
      </w:r>
      <w:r w:rsidR="00D8054C">
        <w:rPr>
          <w:rtl/>
        </w:rPr>
        <w:t>)</w:t>
      </w:r>
      <w:r w:rsidRPr="007E0B1D">
        <w:rPr>
          <w:rtl/>
        </w:rPr>
        <w:t xml:space="preserve"> ص 241. نقد الرجال ص 253. روضة المتقين ج 14 ص 403. كشف الغمة ج 3 ص 142. الذريعة ج 16 ص 265. منهج المقال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ص 249. جامع المقال ص 83. رجال ابن داود </w:t>
      </w:r>
      <w:r w:rsidR="00D8054C">
        <w:rPr>
          <w:rtl/>
        </w:rPr>
        <w:t>(</w:t>
      </w:r>
      <w:r w:rsidRPr="007E0B1D">
        <w:rPr>
          <w:rtl/>
        </w:rPr>
        <w:t>قسم الضعفاء</w:t>
      </w:r>
      <w:r w:rsidR="00D8054C">
        <w:rPr>
          <w:rtl/>
        </w:rPr>
        <w:t>)</w:t>
      </w:r>
      <w:r w:rsidRPr="007E0B1D">
        <w:rPr>
          <w:rtl/>
        </w:rPr>
        <w:t xml:space="preserve"> ص 263.</w:t>
      </w:r>
      <w:r>
        <w:rPr>
          <w:rFonts w:hint="cs"/>
          <w:rtl/>
        </w:rPr>
        <w:t xml:space="preserve"> </w:t>
      </w:r>
      <w:r w:rsidRPr="007E0B1D">
        <w:rPr>
          <w:rtl/>
        </w:rPr>
        <w:t>رجال الأنصاري ص 133. منتهى المقال ص 232. أضبط المقال ص 527.</w:t>
      </w:r>
      <w:r>
        <w:rPr>
          <w:rFonts w:hint="cs"/>
          <w:rtl/>
        </w:rPr>
        <w:t xml:space="preserve"> </w:t>
      </w:r>
      <w:r w:rsidRPr="007E0B1D">
        <w:rPr>
          <w:rtl/>
        </w:rPr>
        <w:t>الوجيزة ص 43. اتقان المقال ص 332. طرائف المقال ج 1 ص 544 وص 649. التهذيب ج 3 ص 100. ربيع الشيعة ص 347.</w:t>
      </w:r>
    </w:p>
    <w:p w:rsidR="008867CD" w:rsidRPr="007E0B1D" w:rsidRDefault="008867CD" w:rsidP="008867CD">
      <w:pPr>
        <w:pStyle w:val="libCenterBold1"/>
        <w:rPr>
          <w:rtl/>
        </w:rPr>
      </w:pPr>
      <w:r w:rsidRPr="007E0B1D">
        <w:rPr>
          <w:rtl/>
        </w:rPr>
        <w:t>125</w:t>
      </w:r>
      <w:r w:rsidR="00D8054C">
        <w:rPr>
          <w:rtl/>
        </w:rPr>
        <w:t xml:space="preserve"> - </w:t>
      </w:r>
      <w:r w:rsidRPr="007E0B1D">
        <w:rPr>
          <w:rtl/>
        </w:rPr>
        <w:t>الحذاء</w:t>
      </w:r>
    </w:p>
    <w:p w:rsidR="008867CD" w:rsidRPr="007E0B1D" w:rsidRDefault="008867CD" w:rsidP="008867CD">
      <w:pPr>
        <w:pStyle w:val="libNormal"/>
        <w:rPr>
          <w:rtl/>
        </w:rPr>
      </w:pPr>
      <w:r w:rsidRPr="007E0B1D">
        <w:rPr>
          <w:rtl/>
        </w:rPr>
        <w:t>أبو عمر</w:t>
      </w:r>
      <w:r w:rsidR="00D8054C">
        <w:rPr>
          <w:rtl/>
        </w:rPr>
        <w:t>،</w:t>
      </w:r>
      <w:r w:rsidRPr="007E0B1D">
        <w:rPr>
          <w:rtl/>
        </w:rPr>
        <w:t xml:space="preserve"> وقيل أبو عمرو الحذاء.</w:t>
      </w:r>
    </w:p>
    <w:p w:rsidR="008867CD" w:rsidRPr="007E0B1D" w:rsidRDefault="008867CD" w:rsidP="008867CD">
      <w:pPr>
        <w:pStyle w:val="libNormal"/>
        <w:rPr>
          <w:rtl/>
        </w:rPr>
      </w:pPr>
      <w:r w:rsidRPr="007E0B1D">
        <w:rPr>
          <w:rtl/>
        </w:rPr>
        <w:t xml:space="preserve">محدث روى عن الامام الجواد </w:t>
      </w:r>
      <w:r w:rsidR="00D8054C" w:rsidRPr="00D8054C">
        <w:rPr>
          <w:rStyle w:val="libAlaemChar"/>
          <w:rtl/>
        </w:rPr>
        <w:t>عليه‌السلام</w:t>
      </w:r>
      <w:r w:rsidRPr="007E0B1D">
        <w:rPr>
          <w:rtl/>
        </w:rPr>
        <w:t xml:space="preserve"> مكاتبة</w:t>
      </w:r>
      <w:r w:rsidR="00D8054C">
        <w:rPr>
          <w:rtl/>
        </w:rPr>
        <w:t>،</w:t>
      </w:r>
      <w:r w:rsidRPr="007E0B1D">
        <w:rPr>
          <w:rtl/>
        </w:rPr>
        <w:t xml:space="preserve"> وروى كذلك عن الامام الهادي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أحمد بن الفضل</w:t>
      </w:r>
      <w:r w:rsidR="00D8054C">
        <w:rPr>
          <w:rtl/>
        </w:rPr>
        <w:t>،</w:t>
      </w:r>
      <w:r w:rsidRPr="007E0B1D">
        <w:rPr>
          <w:rtl/>
        </w:rPr>
        <w:t xml:space="preserve"> ومحمّد بن عيسى العبيدي.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الكافي ج 5 ص 316 وفيه يسأل من الامام الجواد </w:t>
      </w:r>
      <w:r w:rsidR="00D8054C" w:rsidRPr="00D8054C">
        <w:rPr>
          <w:rStyle w:val="libAlaemChar"/>
          <w:rtl/>
        </w:rPr>
        <w:t>عليه‌السلام</w:t>
      </w:r>
      <w:r w:rsidRPr="007E0B1D">
        <w:rPr>
          <w:rtl/>
        </w:rPr>
        <w:t xml:space="preserve"> بعض الأسألة مكاتبة والامام </w:t>
      </w:r>
      <w:r w:rsidR="00D8054C" w:rsidRPr="00D8054C">
        <w:rPr>
          <w:rStyle w:val="libAlaemChar"/>
          <w:rtl/>
        </w:rPr>
        <w:t>عليه‌السلام</w:t>
      </w:r>
      <w:r w:rsidRPr="007E0B1D">
        <w:rPr>
          <w:rtl/>
        </w:rPr>
        <w:t xml:space="preserve"> يجيبه</w:t>
      </w:r>
      <w:r w:rsidR="00D8054C">
        <w:rPr>
          <w:rtl/>
        </w:rPr>
        <w:t>،</w:t>
      </w:r>
      <w:r w:rsidRPr="007E0B1D">
        <w:rPr>
          <w:rtl/>
        </w:rPr>
        <w:t xml:space="preserve"> وكذلك مكاتبته مع الامام الهادي </w:t>
      </w:r>
      <w:r w:rsidR="00D8054C" w:rsidRPr="00D8054C">
        <w:rPr>
          <w:rStyle w:val="libAlaemChar"/>
          <w:rtl/>
        </w:rPr>
        <w:t>عليه‌السلام</w:t>
      </w:r>
      <w:r w:rsidRPr="007E0B1D">
        <w:rPr>
          <w:rtl/>
        </w:rPr>
        <w:t xml:space="preserve">. رجال الطوسي في أصحاب الهادي </w:t>
      </w:r>
      <w:r w:rsidR="00D8054C" w:rsidRPr="00D8054C">
        <w:rPr>
          <w:rStyle w:val="libAlaemChar"/>
          <w:rtl/>
        </w:rPr>
        <w:t>عليه‌السلام</w:t>
      </w:r>
      <w:r w:rsidRPr="007E0B1D">
        <w:rPr>
          <w:rtl/>
        </w:rPr>
        <w:t xml:space="preserve"> ص 426. مجمع الرجال ج 7 ص 78. تنقيح المقال ج 3 </w:t>
      </w:r>
      <w:r w:rsidR="00D8054C">
        <w:rPr>
          <w:rtl/>
        </w:rPr>
        <w:t>(</w:t>
      </w:r>
      <w:r w:rsidRPr="007E0B1D">
        <w:rPr>
          <w:rtl/>
        </w:rPr>
        <w:t>قسم الكنى</w:t>
      </w:r>
      <w:r w:rsidR="00D8054C">
        <w:rPr>
          <w:rtl/>
        </w:rPr>
        <w:t>)</w:t>
      </w:r>
      <w:r w:rsidRPr="007E0B1D">
        <w:rPr>
          <w:rtl/>
        </w:rPr>
        <w:t xml:space="preserve"> ص 29. معجم رجال الحديث ج 21 ص 258 وص 261. طرائف المقال ج 1 ص 373. جامع الرواة ج 2 ص 406 وص 407.</w:t>
      </w:r>
      <w:r>
        <w:rPr>
          <w:rFonts w:hint="cs"/>
          <w:rtl/>
        </w:rPr>
        <w:t xml:space="preserve"> </w:t>
      </w:r>
      <w:r w:rsidRPr="007E0B1D">
        <w:rPr>
          <w:rtl/>
        </w:rPr>
        <w:t>منهج المقال ص 392.</w:t>
      </w:r>
    </w:p>
    <w:p w:rsidR="008867CD" w:rsidRPr="007E0B1D" w:rsidRDefault="008867CD" w:rsidP="008867CD">
      <w:pPr>
        <w:pStyle w:val="libCenterBold1"/>
        <w:rPr>
          <w:rtl/>
        </w:rPr>
      </w:pPr>
      <w:r w:rsidRPr="007E0B1D">
        <w:rPr>
          <w:rtl/>
        </w:rPr>
        <w:t>126</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عمران بن محمّد بن عمران بن عبد الله بن سعد الأشعري</w:t>
      </w:r>
      <w:r w:rsidR="00D8054C">
        <w:rPr>
          <w:rtl/>
        </w:rPr>
        <w:t>،</w:t>
      </w:r>
      <w:r w:rsidRPr="007E0B1D">
        <w:rPr>
          <w:rtl/>
        </w:rPr>
        <w:t xml:space="preserve"> القمي.</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وله كتاب.</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روى عنه أحمد بن محمّد بن خالد البرقي</w:t>
      </w:r>
      <w:r w:rsidR="00D8054C">
        <w:rPr>
          <w:rtl/>
        </w:rPr>
        <w:t>،</w:t>
      </w:r>
      <w:r w:rsidRPr="007E0B1D">
        <w:rPr>
          <w:rtl/>
        </w:rPr>
        <w:t xml:space="preserve"> ومحمّد بن عيسى بن عبيد.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التهذيب ج 3 ص 210 وفيه يسأل الامام الجواد </w:t>
      </w:r>
      <w:r w:rsidR="00D8054C" w:rsidRPr="00D8054C">
        <w:rPr>
          <w:rStyle w:val="libAlaemChar"/>
          <w:rtl/>
        </w:rPr>
        <w:t>عليه‌السلام</w:t>
      </w:r>
      <w:r w:rsidRPr="007E0B1D">
        <w:rPr>
          <w:rtl/>
        </w:rPr>
        <w:t xml:space="preserve"> مسألة شرعية والامام </w:t>
      </w:r>
      <w:r w:rsidR="00D8054C" w:rsidRPr="00D8054C">
        <w:rPr>
          <w:rStyle w:val="libAlaemChar"/>
          <w:rtl/>
        </w:rPr>
        <w:t>عليه‌السلام</w:t>
      </w:r>
      <w:r w:rsidRPr="007E0B1D">
        <w:rPr>
          <w:rtl/>
        </w:rPr>
        <w:t xml:space="preserve"> يجيبه على ذلك</w:t>
      </w:r>
      <w:r w:rsidR="00D8054C">
        <w:rPr>
          <w:rtl/>
        </w:rPr>
        <w:t>،</w:t>
      </w:r>
      <w:r w:rsidRPr="007E0B1D">
        <w:rPr>
          <w:rtl/>
        </w:rPr>
        <w:t xml:space="preserve"> وص 215 وص 217. معالم العلماء ص 88. رجال الحلي </w:t>
      </w:r>
      <w:r w:rsidR="00D8054C">
        <w:rPr>
          <w:rtl/>
        </w:rPr>
        <w:t>(</w:t>
      </w:r>
      <w:r w:rsidRPr="007E0B1D">
        <w:rPr>
          <w:rtl/>
        </w:rPr>
        <w:t>قسم الثقات</w:t>
      </w:r>
      <w:r w:rsidR="00D8054C">
        <w:rPr>
          <w:rtl/>
        </w:rPr>
        <w:t>)</w:t>
      </w:r>
      <w:r w:rsidRPr="007E0B1D">
        <w:rPr>
          <w:rtl/>
        </w:rPr>
        <w:t xml:space="preserve"> ص 124. منهج المقال ص 253. معجم رجال الحديث ج 13 ص 147 وص 154. بهجة الآمال ج 5 ص 628. هداية المحدثين ص 125. الكافي ج 3 ص 438. رجال الطوسي في أصحاب الرضا </w:t>
      </w:r>
      <w:r w:rsidR="00D8054C" w:rsidRPr="00D8054C">
        <w:rPr>
          <w:rStyle w:val="libAlaemChar"/>
          <w:rtl/>
        </w:rPr>
        <w:t>عليه‌السلام</w:t>
      </w:r>
      <w:r w:rsidRPr="007E0B1D">
        <w:rPr>
          <w:rtl/>
        </w:rPr>
        <w:t xml:space="preserve"> ص 381. مجمع الرجال ج 4 ص 272. الاستبصار ج 1 ص 229 وص 233 وص 236. رجال النجاشي ص 207. تنقيح المقال ج 2 ص 351. طرائف المقال ج 1 ص 337. فهرست الطوسي ص 119. منتهى المقال ص 235. رجال الأنصاري ص 136. وسائل الشيعة ج 20 ص 285. اتقان المقال ص 105. رجال ابن داود </w:t>
      </w:r>
      <w:r w:rsidR="00D8054C">
        <w:rPr>
          <w:rtl/>
        </w:rPr>
        <w:t>(</w:t>
      </w:r>
      <w:r w:rsidRPr="007E0B1D">
        <w:rPr>
          <w:rtl/>
        </w:rPr>
        <w:t>قسم الثقات</w:t>
      </w:r>
      <w:r w:rsidR="00D8054C">
        <w:rPr>
          <w:rtl/>
        </w:rPr>
        <w:t>)</w:t>
      </w:r>
      <w:r w:rsidRPr="007E0B1D">
        <w:rPr>
          <w:rtl/>
        </w:rPr>
        <w:t xml:space="preserve"> ص 147. نقد الرجال ص 258. معجم الثقات ص 90.</w:t>
      </w:r>
      <w:r>
        <w:rPr>
          <w:rFonts w:hint="cs"/>
          <w:rtl/>
        </w:rPr>
        <w:t xml:space="preserve"> </w:t>
      </w:r>
      <w:r w:rsidRPr="007E0B1D">
        <w:rPr>
          <w:rtl/>
        </w:rPr>
        <w:t>جامع الرواة ج 1 ص 643. روضة المتقين ج 14 ص 406. الوجيزة ص 38.</w:t>
      </w:r>
      <w:r>
        <w:rPr>
          <w:rFonts w:hint="cs"/>
          <w:rtl/>
        </w:rPr>
        <w:t xml:space="preserve"> </w:t>
      </w:r>
      <w:r w:rsidRPr="007E0B1D">
        <w:rPr>
          <w:rtl/>
        </w:rPr>
        <w:t>ثقات الرواة للشهرستاني ص 54.</w:t>
      </w:r>
    </w:p>
    <w:p w:rsidR="008867CD" w:rsidRPr="007E0B1D" w:rsidRDefault="008867CD" w:rsidP="008867CD">
      <w:pPr>
        <w:pStyle w:val="libCenterBold1"/>
        <w:rPr>
          <w:rtl/>
        </w:rPr>
      </w:pPr>
      <w:r w:rsidRPr="007E0B1D">
        <w:rPr>
          <w:rtl/>
        </w:rPr>
        <w:t>127</w:t>
      </w:r>
      <w:r w:rsidR="00D8054C">
        <w:rPr>
          <w:rtl/>
        </w:rPr>
        <w:t xml:space="preserve"> - </w:t>
      </w:r>
      <w:r w:rsidRPr="007E0B1D">
        <w:rPr>
          <w:rtl/>
        </w:rPr>
        <w:t>عيسى بن جعفر</w:t>
      </w:r>
    </w:p>
    <w:p w:rsidR="008867CD" w:rsidRPr="007E0B1D" w:rsidRDefault="008867CD" w:rsidP="008867CD">
      <w:pPr>
        <w:pStyle w:val="libNormal"/>
        <w:rPr>
          <w:rtl/>
        </w:rPr>
      </w:pPr>
      <w:r w:rsidRPr="007E0B1D">
        <w:rPr>
          <w:rtl/>
        </w:rPr>
        <w:t>عيسى بن جعفر بن عيسى.</w:t>
      </w:r>
    </w:p>
    <w:p w:rsidR="008867CD" w:rsidRPr="007E0B1D" w:rsidRDefault="008867CD" w:rsidP="008867CD">
      <w:pPr>
        <w:pStyle w:val="libNormal"/>
        <w:rPr>
          <w:rtl/>
        </w:rPr>
      </w:pPr>
      <w:r w:rsidRPr="007E0B1D">
        <w:rPr>
          <w:rtl/>
        </w:rPr>
        <w:t xml:space="preserve">محدث روى عن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علي بن مهزيار.</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التهذيب ج 7 ص 320 وفيه يسأل الامام الجواد عن مسألة شرعية والامام</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يجيبه. جامع الرواة ج 1 ص 650. الكافي ج 5 ص 441. تنقيح المقال ج 2 ص 359. معجم رجال الحديث ج 13 ص 183.</w:t>
      </w:r>
    </w:p>
    <w:p w:rsidR="008867CD" w:rsidRPr="007E0B1D" w:rsidRDefault="008867CD" w:rsidP="008867CD">
      <w:pPr>
        <w:pStyle w:val="libCenterBold1"/>
        <w:rPr>
          <w:rtl/>
        </w:rPr>
      </w:pPr>
      <w:r w:rsidRPr="007E0B1D">
        <w:rPr>
          <w:rtl/>
        </w:rPr>
        <w:t>128</w:t>
      </w:r>
      <w:r w:rsidR="00D8054C">
        <w:rPr>
          <w:rtl/>
        </w:rPr>
        <w:t xml:space="preserve"> - </w:t>
      </w:r>
      <w:r w:rsidRPr="007E0B1D">
        <w:rPr>
          <w:rtl/>
        </w:rPr>
        <w:t>ابن المستفاد</w:t>
      </w:r>
    </w:p>
    <w:p w:rsidR="008867CD" w:rsidRPr="007E0B1D" w:rsidRDefault="008867CD" w:rsidP="008867CD">
      <w:pPr>
        <w:pStyle w:val="libNormal"/>
        <w:rPr>
          <w:rtl/>
        </w:rPr>
      </w:pPr>
      <w:r w:rsidRPr="007E0B1D">
        <w:rPr>
          <w:rtl/>
        </w:rPr>
        <w:t>عيسى بن المستفاد البجلي</w:t>
      </w:r>
      <w:r w:rsidR="00D8054C">
        <w:rPr>
          <w:rtl/>
        </w:rPr>
        <w:t>،</w:t>
      </w:r>
      <w:r w:rsidRPr="007E0B1D">
        <w:rPr>
          <w:rtl/>
        </w:rPr>
        <w:t xml:space="preserve"> أبو موسى.</w:t>
      </w:r>
    </w:p>
    <w:p w:rsidR="008867CD" w:rsidRPr="007E0B1D" w:rsidRDefault="008867CD" w:rsidP="008867CD">
      <w:pPr>
        <w:pStyle w:val="libNormal"/>
        <w:rPr>
          <w:rtl/>
        </w:rPr>
      </w:pPr>
      <w:r w:rsidRPr="007E0B1D">
        <w:rPr>
          <w:rtl/>
        </w:rPr>
        <w:t>محدث ضعيف الحديث</w:t>
      </w:r>
      <w:r w:rsidR="00D8054C">
        <w:rPr>
          <w:rtl/>
        </w:rPr>
        <w:t>،</w:t>
      </w:r>
      <w:r w:rsidRPr="007E0B1D">
        <w:rPr>
          <w:rtl/>
        </w:rPr>
        <w:t xml:space="preserve"> ضرير</w:t>
      </w:r>
      <w:r w:rsidR="00D8054C">
        <w:rPr>
          <w:rtl/>
        </w:rPr>
        <w:t>،</w:t>
      </w:r>
      <w:r w:rsidRPr="007E0B1D">
        <w:rPr>
          <w:rtl/>
        </w:rPr>
        <w:t xml:space="preserve"> وله كتاب « الوصية »</w:t>
      </w:r>
      <w:r>
        <w:rPr>
          <w:rtl/>
        </w:rPr>
        <w:t>.</w:t>
      </w:r>
    </w:p>
    <w:p w:rsidR="008867CD" w:rsidRPr="007E0B1D" w:rsidRDefault="008867CD" w:rsidP="008867CD">
      <w:pPr>
        <w:pStyle w:val="libNormal"/>
        <w:rPr>
          <w:rtl/>
        </w:rPr>
      </w:pPr>
      <w:r w:rsidRPr="007E0B1D">
        <w:rPr>
          <w:rtl/>
        </w:rPr>
        <w:t xml:space="preserve">روى عن الامامين الكاظم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علي بن اسماعيل بن يقطين</w:t>
      </w:r>
      <w:r w:rsidR="00D8054C">
        <w:rPr>
          <w:rtl/>
        </w:rPr>
        <w:t>،</w:t>
      </w:r>
      <w:r w:rsidRPr="007E0B1D">
        <w:rPr>
          <w:rtl/>
        </w:rPr>
        <w:t xml:space="preserve"> وأبو يوسف الوحاظي</w:t>
      </w:r>
      <w:r w:rsidR="00D8054C">
        <w:rPr>
          <w:rtl/>
        </w:rPr>
        <w:t>،</w:t>
      </w:r>
      <w:r w:rsidRPr="007E0B1D">
        <w:rPr>
          <w:rtl/>
        </w:rPr>
        <w:t xml:space="preserve"> والأزهر ابن بسطام بن سيم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الحلي </w:t>
      </w:r>
      <w:r w:rsidR="00D8054C">
        <w:rPr>
          <w:rtl/>
        </w:rPr>
        <w:t>(</w:t>
      </w:r>
      <w:r w:rsidRPr="007E0B1D">
        <w:rPr>
          <w:rtl/>
        </w:rPr>
        <w:t>قسم الضعفاء</w:t>
      </w:r>
      <w:r w:rsidR="00D8054C">
        <w:rPr>
          <w:rtl/>
        </w:rPr>
        <w:t>)</w:t>
      </w:r>
      <w:r w:rsidRPr="007E0B1D">
        <w:rPr>
          <w:rtl/>
        </w:rPr>
        <w:t xml:space="preserve"> ص 242 وفيه روايته عن الامامين الكاظم والجواد </w:t>
      </w:r>
      <w:r w:rsidR="00D8054C" w:rsidRPr="00D8054C">
        <w:rPr>
          <w:rStyle w:val="libAlaemChar"/>
          <w:rtl/>
        </w:rPr>
        <w:t>عليهما‌السلام</w:t>
      </w:r>
      <w:r w:rsidRPr="007E0B1D">
        <w:rPr>
          <w:rtl/>
        </w:rPr>
        <w:t>. اتقان المقال ص 333. فهرست الطوسي ص 116. توضيح.</w:t>
      </w:r>
      <w:r>
        <w:rPr>
          <w:rFonts w:hint="cs"/>
          <w:rtl/>
        </w:rPr>
        <w:t xml:space="preserve"> </w:t>
      </w:r>
      <w:r w:rsidRPr="007E0B1D">
        <w:rPr>
          <w:rtl/>
        </w:rPr>
        <w:t>الاشتباه ص 242. هداية المحدثين ص 126. جامع المقال ص 84. رجال النجاشي ص 211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 xml:space="preserve">. خاتمه المستدرك ص 833. الوجيزة ص 43. مجمع الرجال ج 4 ص 306. إيضاح الاشتباه ص 60. رجال ابن داود </w:t>
      </w:r>
      <w:r w:rsidR="00D8054C">
        <w:rPr>
          <w:rtl/>
        </w:rPr>
        <w:t>(</w:t>
      </w:r>
      <w:r w:rsidRPr="007E0B1D">
        <w:rPr>
          <w:rtl/>
        </w:rPr>
        <w:t>قسم الثقات</w:t>
      </w:r>
      <w:r w:rsidR="00D8054C">
        <w:rPr>
          <w:rtl/>
        </w:rPr>
        <w:t>)</w:t>
      </w:r>
      <w:r w:rsidRPr="007E0B1D">
        <w:rPr>
          <w:rtl/>
        </w:rPr>
        <w:t xml:space="preserve"> ص 149. معالم العلماء ص 86. جامع الرواة ج 1 ص 654. رجال الأنصاري ص 137. معجم رجال الحديث ج 13 ص 206. بهجة الآمال ج 5 ص 645. منتهى المقال ص 238. الذريعة ج 25 ص 103. نضد الايضاح ص 249. طرائف المقال ج 1 ص 338. منهج المقال ص 238. نقد الرجال ص 262. الكافي ج 1 ص 222.</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15" w:name="_Toc398984094"/>
      <w:r w:rsidRPr="007E0B1D">
        <w:rPr>
          <w:rtl/>
          <w:lang w:bidi="fa-IR"/>
        </w:rPr>
        <w:lastRenderedPageBreak/>
        <w:t>حرف الفاء</w:t>
      </w:r>
      <w:bookmarkEnd w:id="15"/>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129</w:t>
      </w:r>
      <w:r w:rsidR="00D8054C">
        <w:rPr>
          <w:rtl/>
        </w:rPr>
        <w:t xml:space="preserve"> - </w:t>
      </w:r>
      <w:r w:rsidRPr="007E0B1D">
        <w:rPr>
          <w:rtl/>
        </w:rPr>
        <w:t>أبو الفضل الخراساني</w:t>
      </w:r>
    </w:p>
    <w:p w:rsidR="008867CD" w:rsidRPr="007E0B1D" w:rsidRDefault="008867CD" w:rsidP="008867CD">
      <w:pPr>
        <w:pStyle w:val="libNormal"/>
        <w:rPr>
          <w:rtl/>
        </w:rPr>
      </w:pPr>
      <w:r w:rsidRPr="007E0B1D">
        <w:rPr>
          <w:rtl/>
        </w:rPr>
        <w:t>محدث ممدوح.</w:t>
      </w:r>
    </w:p>
    <w:p w:rsidR="008867CD" w:rsidRPr="007E0B1D" w:rsidRDefault="008867CD" w:rsidP="008867CD">
      <w:pPr>
        <w:pStyle w:val="libNormal"/>
        <w:rPr>
          <w:rtl/>
        </w:rPr>
      </w:pPr>
      <w:r w:rsidRPr="007E0B1D">
        <w:rPr>
          <w:rtl/>
        </w:rPr>
        <w:t xml:space="preserve">صحب الامام الرضا </w:t>
      </w:r>
      <w:r w:rsidR="00D8054C" w:rsidRPr="00D8054C">
        <w:rPr>
          <w:rStyle w:val="libAlaemChar"/>
          <w:rtl/>
        </w:rPr>
        <w:t>عليه‌السلام</w:t>
      </w:r>
      <w:r w:rsidRPr="007E0B1D">
        <w:rPr>
          <w:rtl/>
        </w:rPr>
        <w:t xml:space="preserve"> وانقطع إليه</w:t>
      </w:r>
      <w:r w:rsidR="00D8054C">
        <w:rPr>
          <w:rtl/>
        </w:rPr>
        <w:t>،</w:t>
      </w:r>
      <w:r w:rsidRPr="007E0B1D">
        <w:rPr>
          <w:rtl/>
        </w:rPr>
        <w:t xml:space="preserve"> ثم صحب الامام الجواد </w:t>
      </w:r>
      <w:r w:rsidR="00D8054C" w:rsidRPr="00D8054C">
        <w:rPr>
          <w:rStyle w:val="libAlaemChar"/>
          <w:rtl/>
        </w:rPr>
        <w:t>عليه‌السلام</w:t>
      </w:r>
      <w:r w:rsidRPr="007E0B1D">
        <w:rPr>
          <w:rtl/>
        </w:rPr>
        <w:t xml:space="preserve"> وصار من خلص أصحابه.</w:t>
      </w:r>
    </w:p>
    <w:p w:rsidR="008867CD" w:rsidRPr="007E0B1D" w:rsidRDefault="008867CD" w:rsidP="008867CD">
      <w:pPr>
        <w:pStyle w:val="libNormal"/>
        <w:rPr>
          <w:rtl/>
        </w:rPr>
      </w:pPr>
      <w:r w:rsidRPr="007E0B1D">
        <w:rPr>
          <w:rtl/>
        </w:rPr>
        <w:t>كان كثير المخالطة للقراء</w:t>
      </w:r>
      <w:r w:rsidR="00D8054C">
        <w:rPr>
          <w:rtl/>
        </w:rPr>
        <w:t>،</w:t>
      </w:r>
      <w:r w:rsidRPr="007E0B1D">
        <w:rPr>
          <w:rtl/>
        </w:rPr>
        <w:t xml:space="preserve"> وروى عنه معاوية بن حكيم.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الكشي ص 614. التحرير الطاوسي ص 335. معجم رجال الحديث ج 22 ص 13. رجال الأنصاري ص 227. منهج المقال ص 393.</w:t>
      </w:r>
      <w:r>
        <w:rPr>
          <w:rFonts w:hint="cs"/>
          <w:rtl/>
        </w:rPr>
        <w:t xml:space="preserve"> </w:t>
      </w:r>
      <w:r w:rsidRPr="007E0B1D">
        <w:rPr>
          <w:rtl/>
        </w:rPr>
        <w:t xml:space="preserve">جامع الرواة ج 2 ص 410. رجال ابن داود </w:t>
      </w:r>
      <w:r w:rsidR="00D8054C">
        <w:rPr>
          <w:rtl/>
        </w:rPr>
        <w:t>(</w:t>
      </w:r>
      <w:r w:rsidRPr="007E0B1D">
        <w:rPr>
          <w:rtl/>
        </w:rPr>
        <w:t>قسم الثقات</w:t>
      </w:r>
      <w:r w:rsidR="00D8054C">
        <w:rPr>
          <w:rtl/>
        </w:rPr>
        <w:t>)</w:t>
      </w:r>
      <w:r w:rsidRPr="007E0B1D">
        <w:rPr>
          <w:rtl/>
        </w:rPr>
        <w:t xml:space="preserve"> ص 220. معجم الثقات ص 378. هداية المحدثين ص 295. رجال الطوسي في أصحاب الرضا </w:t>
      </w:r>
      <w:r w:rsidR="00D8054C" w:rsidRPr="00D8054C">
        <w:rPr>
          <w:rStyle w:val="libAlaemChar"/>
          <w:rtl/>
        </w:rPr>
        <w:t>عليه‌السلام</w:t>
      </w:r>
      <w:r w:rsidRPr="007E0B1D">
        <w:rPr>
          <w:rtl/>
        </w:rPr>
        <w:t xml:space="preserve"> ص 396. نقد الرجال ص 396. تنقيح المقال ج 3 </w:t>
      </w:r>
      <w:r w:rsidR="00D8054C">
        <w:rPr>
          <w:rtl/>
        </w:rPr>
        <w:t>(</w:t>
      </w:r>
      <w:r w:rsidRPr="007E0B1D">
        <w:rPr>
          <w:rtl/>
        </w:rPr>
        <w:t>قسم الكنى</w:t>
      </w:r>
      <w:r w:rsidR="00D8054C">
        <w:rPr>
          <w:rtl/>
        </w:rPr>
        <w:t>)</w:t>
      </w:r>
      <w:r w:rsidRPr="007E0B1D">
        <w:rPr>
          <w:rtl/>
        </w:rPr>
        <w:t xml:space="preserve"> ص 31.</w:t>
      </w:r>
      <w:r>
        <w:rPr>
          <w:rFonts w:hint="cs"/>
          <w:rtl/>
        </w:rPr>
        <w:t xml:space="preserve"> </w:t>
      </w:r>
      <w:r w:rsidRPr="007E0B1D">
        <w:rPr>
          <w:rtl/>
        </w:rPr>
        <w:t xml:space="preserve">مجمع الرجال ج 7 ص 83. طرائف المقال ج 1 ص 383. رجال الحلي </w:t>
      </w:r>
      <w:r w:rsidR="00D8054C">
        <w:rPr>
          <w:rtl/>
        </w:rPr>
        <w:t>(</w:t>
      </w:r>
      <w:r w:rsidRPr="007E0B1D">
        <w:rPr>
          <w:rtl/>
        </w:rPr>
        <w:t>قسم الثقات</w:t>
      </w:r>
      <w:r w:rsidR="00D8054C">
        <w:rPr>
          <w:rtl/>
        </w:rPr>
        <w:t>)</w:t>
      </w:r>
      <w:r w:rsidRPr="007E0B1D">
        <w:rPr>
          <w:rtl/>
        </w:rPr>
        <w:t xml:space="preserve"> ص 189. اتقان المقال ص 249. منتهى المقال ص 349. الوجيزة ص 64. روضة المتقين ج 14 ص 487. وسائل الشيعة ج 20 ص 380.</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16" w:name="_Toc398984095"/>
      <w:r w:rsidRPr="007E0B1D">
        <w:rPr>
          <w:rtl/>
          <w:lang w:bidi="fa-IR"/>
        </w:rPr>
        <w:lastRenderedPageBreak/>
        <w:t>حرف القاف</w:t>
      </w:r>
      <w:bookmarkEnd w:id="16"/>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130</w:t>
      </w:r>
      <w:r w:rsidR="00D8054C">
        <w:rPr>
          <w:rtl/>
        </w:rPr>
        <w:t xml:space="preserve"> - </w:t>
      </w:r>
      <w:r w:rsidRPr="007E0B1D">
        <w:rPr>
          <w:rtl/>
        </w:rPr>
        <w:t>البزنطي</w:t>
      </w:r>
    </w:p>
    <w:p w:rsidR="008867CD" w:rsidRPr="007E0B1D" w:rsidRDefault="008867CD" w:rsidP="008867CD">
      <w:pPr>
        <w:pStyle w:val="libNormal"/>
        <w:rPr>
          <w:rtl/>
        </w:rPr>
      </w:pPr>
      <w:r w:rsidRPr="007E0B1D">
        <w:rPr>
          <w:rtl/>
        </w:rPr>
        <w:t>القاسم بن الحسين البزنطي.</w:t>
      </w:r>
    </w:p>
    <w:p w:rsidR="008867CD" w:rsidRPr="007E0B1D" w:rsidRDefault="008867CD" w:rsidP="008867CD">
      <w:pPr>
        <w:pStyle w:val="libNormal"/>
        <w:rPr>
          <w:rtl/>
        </w:rPr>
      </w:pPr>
      <w:r w:rsidRPr="007E0B1D">
        <w:rPr>
          <w:rtl/>
        </w:rPr>
        <w:t xml:space="preserve">لم أقف على 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404. معجم رجال الحديث ج 14 ص 16. مجمع الرجال ج 5 ص 45. طرائف المقال ج 1 ص 339. جامع الرواة ج 2 ص 16. تنقيح المقال ج 2 </w:t>
      </w:r>
      <w:r w:rsidR="00D8054C">
        <w:rPr>
          <w:rtl/>
        </w:rPr>
        <w:t>(</w:t>
      </w:r>
      <w:r w:rsidRPr="007E0B1D">
        <w:rPr>
          <w:rtl/>
        </w:rPr>
        <w:t>من أبواب القاف</w:t>
      </w:r>
      <w:r w:rsidR="00D8054C">
        <w:rPr>
          <w:rtl/>
        </w:rPr>
        <w:t>)</w:t>
      </w:r>
      <w:r w:rsidRPr="007E0B1D">
        <w:rPr>
          <w:rtl/>
        </w:rPr>
        <w:t xml:space="preserve"> ص 19 وفيه</w:t>
      </w:r>
      <w:r w:rsidR="00D8054C">
        <w:rPr>
          <w:rtl/>
        </w:rPr>
        <w:t>:</w:t>
      </w:r>
      <w:r w:rsidRPr="007E0B1D">
        <w:rPr>
          <w:rtl/>
        </w:rPr>
        <w:t xml:space="preserve"> وظاهره كونه اماميا الا انه مجهول الحال. نقد الرجال ص 270. منهج المقال ص 264.</w:t>
      </w:r>
      <w:r>
        <w:rPr>
          <w:rFonts w:hint="cs"/>
          <w:rtl/>
        </w:rPr>
        <w:t xml:space="preserve"> </w:t>
      </w:r>
      <w:r w:rsidRPr="007E0B1D">
        <w:rPr>
          <w:rtl/>
        </w:rPr>
        <w:t>منتهى المقال ص 246.</w:t>
      </w:r>
    </w:p>
    <w:p w:rsidR="008867CD" w:rsidRPr="007E0B1D" w:rsidRDefault="008867CD" w:rsidP="008867CD">
      <w:pPr>
        <w:pStyle w:val="libCenterBold1"/>
        <w:rPr>
          <w:rtl/>
        </w:rPr>
      </w:pPr>
      <w:r w:rsidRPr="007E0B1D">
        <w:rPr>
          <w:rtl/>
        </w:rPr>
        <w:t>131</w:t>
      </w:r>
      <w:r w:rsidR="00D8054C">
        <w:rPr>
          <w:rtl/>
        </w:rPr>
        <w:t xml:space="preserve"> - </w:t>
      </w:r>
      <w:r w:rsidRPr="007E0B1D">
        <w:rPr>
          <w:rtl/>
        </w:rPr>
        <w:t>القاسم الصيقل</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لم أعثر على مدح له ولا ذم.</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00D8054C">
        <w:rPr>
          <w:rtl/>
        </w:rPr>
        <w:t>،</w:t>
      </w:r>
      <w:r w:rsidRPr="007E0B1D">
        <w:rPr>
          <w:rtl/>
        </w:rPr>
        <w:t xml:space="preserve"> وأدرك الامام الهادي </w:t>
      </w:r>
      <w:r w:rsidR="00D8054C" w:rsidRPr="00D8054C">
        <w:rPr>
          <w:rStyle w:val="libAlaemChar"/>
          <w:rtl/>
        </w:rPr>
        <w:t>عليه‌السلام</w:t>
      </w:r>
      <w:r w:rsidRPr="007E0B1D">
        <w:rPr>
          <w:rtl/>
        </w:rPr>
        <w:t xml:space="preserve"> وصحبه.</w:t>
      </w:r>
    </w:p>
    <w:p w:rsidR="008867CD" w:rsidRPr="007E0B1D" w:rsidRDefault="008867CD" w:rsidP="008867CD">
      <w:pPr>
        <w:pStyle w:val="libNormal"/>
        <w:rPr>
          <w:rtl/>
        </w:rPr>
      </w:pPr>
      <w:r w:rsidRPr="007E0B1D">
        <w:rPr>
          <w:rtl/>
        </w:rPr>
        <w:t>روى عنه علي بن الريان</w:t>
      </w:r>
      <w:r w:rsidR="00D8054C">
        <w:rPr>
          <w:rtl/>
        </w:rPr>
        <w:t>،</w:t>
      </w:r>
      <w:r w:rsidRPr="007E0B1D">
        <w:rPr>
          <w:rtl/>
        </w:rPr>
        <w:t xml:space="preserve"> ومحمّد بن عبد الله الواسطي</w:t>
      </w:r>
      <w:r w:rsidR="00D8054C">
        <w:rPr>
          <w:rtl/>
        </w:rPr>
        <w:t>،</w:t>
      </w:r>
      <w:r w:rsidRPr="007E0B1D">
        <w:rPr>
          <w:rtl/>
        </w:rPr>
        <w:t xml:space="preserve"> ومحمّد بن عيسى.</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الكافي ج 3 ص 407 وفيه مكاتبته للامام الجواد </w:t>
      </w:r>
      <w:r w:rsidR="00D8054C" w:rsidRPr="00D8054C">
        <w:rPr>
          <w:rStyle w:val="libAlaemChar"/>
          <w:rtl/>
        </w:rPr>
        <w:t>عليه‌السلام</w:t>
      </w:r>
      <w:r w:rsidRPr="007E0B1D">
        <w:rPr>
          <w:rtl/>
        </w:rPr>
        <w:t xml:space="preserve"> حول مسألة شرعية وجواب الامام </w:t>
      </w:r>
      <w:r w:rsidR="00D8054C" w:rsidRPr="00D8054C">
        <w:rPr>
          <w:rStyle w:val="libAlaemChar"/>
          <w:rtl/>
        </w:rPr>
        <w:t>عليه‌السلام</w:t>
      </w:r>
      <w:r w:rsidRPr="007E0B1D">
        <w:rPr>
          <w:rtl/>
        </w:rPr>
        <w:t xml:space="preserve"> له</w:t>
      </w:r>
      <w:r w:rsidR="00D8054C">
        <w:rPr>
          <w:rtl/>
        </w:rPr>
        <w:t>،</w:t>
      </w:r>
      <w:r w:rsidRPr="007E0B1D">
        <w:rPr>
          <w:rtl/>
        </w:rPr>
        <w:t xml:space="preserve"> وج 4 ص 350. تنقيح المقال ج 2 </w:t>
      </w:r>
      <w:r w:rsidR="00D8054C">
        <w:rPr>
          <w:rtl/>
        </w:rPr>
        <w:t>(</w:t>
      </w:r>
      <w:r w:rsidRPr="007E0B1D">
        <w:rPr>
          <w:rtl/>
        </w:rPr>
        <w:t>قسم القاف</w:t>
      </w:r>
      <w:r w:rsidR="00D8054C">
        <w:rPr>
          <w:rtl/>
        </w:rPr>
        <w:t>)</w:t>
      </w:r>
      <w:r w:rsidRPr="007E0B1D">
        <w:rPr>
          <w:rtl/>
        </w:rPr>
        <w:t xml:space="preserve"> ص 20.</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مجمع الرجال ج 5 ص 46. طرائف المقال ج 1 ص 339. نقد الرجال ص 270.</w:t>
      </w:r>
      <w:r>
        <w:rPr>
          <w:rFonts w:hint="cs"/>
          <w:rtl/>
        </w:rPr>
        <w:t xml:space="preserve"> </w:t>
      </w:r>
      <w:r w:rsidRPr="007E0B1D">
        <w:rPr>
          <w:rtl/>
        </w:rPr>
        <w:t>رجال الكشي ص 367. التهذيب ج 2 ص 358</w:t>
      </w:r>
      <w:r w:rsidR="00D8054C">
        <w:rPr>
          <w:rtl/>
        </w:rPr>
        <w:t>،</w:t>
      </w:r>
      <w:r w:rsidRPr="007E0B1D">
        <w:rPr>
          <w:rtl/>
        </w:rPr>
        <w:t xml:space="preserve"> وج 3 ص 407</w:t>
      </w:r>
      <w:r w:rsidR="00D8054C">
        <w:rPr>
          <w:rtl/>
        </w:rPr>
        <w:t>،</w:t>
      </w:r>
      <w:r w:rsidRPr="007E0B1D">
        <w:rPr>
          <w:rtl/>
        </w:rPr>
        <w:t xml:space="preserve"> وج 7 ص 457. معجم رجال الحديث ج 14 ص 70. جامع الرواة ج 2 ص 17. منهج المقال ص 264. رجال البرقي في أصحاب الهادي </w:t>
      </w:r>
      <w:r w:rsidR="00D8054C" w:rsidRPr="00D8054C">
        <w:rPr>
          <w:rStyle w:val="libAlaemChar"/>
          <w:rtl/>
        </w:rPr>
        <w:t>عليه‌السلام</w:t>
      </w:r>
      <w:r w:rsidRPr="007E0B1D">
        <w:rPr>
          <w:rtl/>
        </w:rPr>
        <w:t xml:space="preserve"> ص 58. خاتمة المستدرك ص 836. منتهى المقال ص 246. رجال الطوسي في أصحاب الهادي </w:t>
      </w:r>
      <w:r w:rsidR="00D8054C" w:rsidRPr="00D8054C">
        <w:rPr>
          <w:rStyle w:val="libAlaemChar"/>
          <w:rtl/>
        </w:rPr>
        <w:t>عليه‌السلام</w:t>
      </w:r>
      <w:r w:rsidRPr="007E0B1D">
        <w:rPr>
          <w:rtl/>
        </w:rPr>
        <w:t xml:space="preserve"> ص 421.</w:t>
      </w:r>
    </w:p>
    <w:p w:rsidR="008867CD" w:rsidRPr="007E0B1D" w:rsidRDefault="008867CD" w:rsidP="008867CD">
      <w:pPr>
        <w:pStyle w:val="libCenterBold1"/>
        <w:rPr>
          <w:rtl/>
        </w:rPr>
      </w:pPr>
      <w:r w:rsidRPr="007E0B1D">
        <w:rPr>
          <w:rtl/>
        </w:rPr>
        <w:t>132</w:t>
      </w:r>
      <w:r w:rsidR="00D8054C">
        <w:rPr>
          <w:rtl/>
        </w:rPr>
        <w:t xml:space="preserve"> - </w:t>
      </w:r>
      <w:r w:rsidRPr="007E0B1D">
        <w:rPr>
          <w:rtl/>
        </w:rPr>
        <w:t>القاسم بن عبد الرحمن</w:t>
      </w:r>
    </w:p>
    <w:p w:rsidR="008867CD" w:rsidRPr="007E0B1D" w:rsidRDefault="008867CD" w:rsidP="008867CD">
      <w:pPr>
        <w:pStyle w:val="libNormal"/>
        <w:rPr>
          <w:rtl/>
        </w:rPr>
      </w:pPr>
      <w:r w:rsidRPr="007E0B1D">
        <w:rPr>
          <w:rtl/>
        </w:rPr>
        <w:t>امامي</w:t>
      </w:r>
      <w:r w:rsidR="00D8054C">
        <w:rPr>
          <w:rtl/>
        </w:rPr>
        <w:t>،</w:t>
      </w:r>
      <w:r w:rsidRPr="007E0B1D">
        <w:rPr>
          <w:rtl/>
        </w:rPr>
        <w:t xml:space="preserve"> كان في أول أمره زيديا</w:t>
      </w:r>
      <w:r w:rsidR="00D8054C">
        <w:rPr>
          <w:rtl/>
        </w:rPr>
        <w:t>،</w:t>
      </w:r>
      <w:r w:rsidRPr="007E0B1D">
        <w:rPr>
          <w:rtl/>
        </w:rPr>
        <w:t xml:space="preserve"> ولما رأى معجزة من الامام الجواد </w:t>
      </w:r>
      <w:r w:rsidR="00D8054C" w:rsidRPr="00D8054C">
        <w:rPr>
          <w:rStyle w:val="libAlaemChar"/>
          <w:rtl/>
        </w:rPr>
        <w:t>عليه‌السلام</w:t>
      </w:r>
      <w:r w:rsidRPr="007E0B1D">
        <w:rPr>
          <w:rtl/>
        </w:rPr>
        <w:t xml:space="preserve"> عدل عن الزيدية واستيقظ ضميره وقال بالامامة واعتقد بامامة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كشف الغمة ج 3 ص 153 وفيه</w:t>
      </w:r>
      <w:r w:rsidR="00D8054C">
        <w:rPr>
          <w:rtl/>
        </w:rPr>
        <w:t>:</w:t>
      </w:r>
      <w:r w:rsidRPr="007E0B1D">
        <w:rPr>
          <w:rtl/>
        </w:rPr>
        <w:t xml:space="preserve"> قال القاسم بن عبد الرحمن وكان زيديا قال</w:t>
      </w:r>
      <w:r w:rsidR="00D8054C">
        <w:rPr>
          <w:rtl/>
        </w:rPr>
        <w:t>:</w:t>
      </w:r>
      <w:r w:rsidRPr="007E0B1D">
        <w:rPr>
          <w:rtl/>
        </w:rPr>
        <w:t xml:space="preserve"> خرجت الى بغداد</w:t>
      </w:r>
      <w:r w:rsidR="00D8054C">
        <w:rPr>
          <w:rtl/>
        </w:rPr>
        <w:t>،</w:t>
      </w:r>
      <w:r w:rsidRPr="007E0B1D">
        <w:rPr>
          <w:rtl/>
        </w:rPr>
        <w:t xml:space="preserve"> فبينا أنا بها اذ رأيت الناس يتعادون ويتشرفون ويقفون</w:t>
      </w:r>
      <w:r w:rsidR="00D8054C">
        <w:rPr>
          <w:rtl/>
        </w:rPr>
        <w:t>،</w:t>
      </w:r>
      <w:r w:rsidRPr="007E0B1D">
        <w:rPr>
          <w:rtl/>
        </w:rPr>
        <w:t xml:space="preserve"> فقلت</w:t>
      </w:r>
      <w:r w:rsidR="00D8054C">
        <w:rPr>
          <w:rtl/>
        </w:rPr>
        <w:t>:</w:t>
      </w:r>
      <w:r w:rsidRPr="007E0B1D">
        <w:rPr>
          <w:rtl/>
        </w:rPr>
        <w:t xml:space="preserve"> ما هذا</w:t>
      </w:r>
      <w:r>
        <w:rPr>
          <w:rtl/>
        </w:rPr>
        <w:t>؟</w:t>
      </w:r>
      <w:r w:rsidRPr="007E0B1D">
        <w:rPr>
          <w:rtl/>
        </w:rPr>
        <w:t xml:space="preserve"> فقالوا</w:t>
      </w:r>
      <w:r w:rsidR="00D8054C">
        <w:rPr>
          <w:rtl/>
        </w:rPr>
        <w:t>:</w:t>
      </w:r>
      <w:r w:rsidRPr="007E0B1D">
        <w:rPr>
          <w:rtl/>
        </w:rPr>
        <w:t xml:space="preserve"> ابن الرضا </w:t>
      </w:r>
      <w:r w:rsidR="00D8054C" w:rsidRPr="00D8054C">
        <w:rPr>
          <w:rStyle w:val="libAlaemChar"/>
          <w:rtl/>
        </w:rPr>
        <w:t>عليه‌السلام</w:t>
      </w:r>
      <w:r w:rsidR="00D8054C">
        <w:rPr>
          <w:rtl/>
        </w:rPr>
        <w:t>،</w:t>
      </w:r>
      <w:r w:rsidRPr="007E0B1D">
        <w:rPr>
          <w:rtl/>
        </w:rPr>
        <w:t xml:space="preserve"> فقلت</w:t>
      </w:r>
      <w:r w:rsidR="00D8054C">
        <w:rPr>
          <w:rtl/>
        </w:rPr>
        <w:t>:</w:t>
      </w:r>
      <w:r w:rsidRPr="007E0B1D">
        <w:rPr>
          <w:rtl/>
        </w:rPr>
        <w:t xml:space="preserve"> والله لا نظرن إليه</w:t>
      </w:r>
      <w:r w:rsidR="00D8054C">
        <w:rPr>
          <w:rtl/>
        </w:rPr>
        <w:t>،</w:t>
      </w:r>
      <w:r w:rsidRPr="007E0B1D">
        <w:rPr>
          <w:rtl/>
        </w:rPr>
        <w:t xml:space="preserve"> فطلع على بغل أو بغلة</w:t>
      </w:r>
      <w:r w:rsidR="00D8054C">
        <w:rPr>
          <w:rtl/>
        </w:rPr>
        <w:t>،</w:t>
      </w:r>
      <w:r w:rsidRPr="007E0B1D">
        <w:rPr>
          <w:rtl/>
        </w:rPr>
        <w:t xml:space="preserve"> فقلت</w:t>
      </w:r>
      <w:r w:rsidR="00D8054C">
        <w:rPr>
          <w:rtl/>
        </w:rPr>
        <w:t>:</w:t>
      </w:r>
      <w:r w:rsidRPr="007E0B1D">
        <w:rPr>
          <w:rtl/>
        </w:rPr>
        <w:t xml:space="preserve"> لعن الله أصحاب الامامة حيث يقولون</w:t>
      </w:r>
      <w:r w:rsidR="00D8054C">
        <w:rPr>
          <w:rtl/>
        </w:rPr>
        <w:t>:</w:t>
      </w:r>
      <w:r w:rsidRPr="007E0B1D">
        <w:rPr>
          <w:rtl/>
        </w:rPr>
        <w:t xml:space="preserve"> ان الله افترض طاعة هذا</w:t>
      </w:r>
      <w:r w:rsidR="00D8054C">
        <w:rPr>
          <w:rtl/>
        </w:rPr>
        <w:t>،</w:t>
      </w:r>
      <w:r w:rsidRPr="007E0B1D">
        <w:rPr>
          <w:rtl/>
        </w:rPr>
        <w:t xml:space="preserve"> فعدل الي وقال </w:t>
      </w:r>
      <w:r w:rsidR="00D8054C" w:rsidRPr="00D8054C">
        <w:rPr>
          <w:rStyle w:val="libAlaemChar"/>
          <w:rtl/>
        </w:rPr>
        <w:t>عليه‌السلام</w:t>
      </w:r>
      <w:r w:rsidR="00D8054C">
        <w:rPr>
          <w:rtl/>
        </w:rPr>
        <w:t>:</w:t>
      </w:r>
      <w:r w:rsidRPr="007E0B1D">
        <w:rPr>
          <w:rtl/>
        </w:rPr>
        <w:t xml:space="preserve"> يا قاسم بن عبد الرحمن « أبشرا منا واحدا نتبعه انا اذا لفي ضلال وسعر »</w:t>
      </w:r>
      <w:r w:rsidR="00D8054C">
        <w:rPr>
          <w:rtl/>
        </w:rPr>
        <w:t>،</w:t>
      </w:r>
      <w:r w:rsidRPr="007E0B1D">
        <w:rPr>
          <w:rtl/>
        </w:rPr>
        <w:t xml:space="preserve"> فقلت في نفسي</w:t>
      </w:r>
      <w:r w:rsidR="00D8054C">
        <w:rPr>
          <w:rtl/>
        </w:rPr>
        <w:t>:</w:t>
      </w:r>
      <w:r w:rsidRPr="007E0B1D">
        <w:rPr>
          <w:rtl/>
        </w:rPr>
        <w:t xml:space="preserve"> ساحر والله</w:t>
      </w:r>
      <w:r w:rsidR="00D8054C">
        <w:rPr>
          <w:rtl/>
        </w:rPr>
        <w:t>،</w:t>
      </w:r>
      <w:r w:rsidRPr="007E0B1D">
        <w:rPr>
          <w:rtl/>
        </w:rPr>
        <w:t xml:space="preserve"> فعدل الي فقال </w:t>
      </w:r>
      <w:r w:rsidR="00D8054C" w:rsidRPr="00D8054C">
        <w:rPr>
          <w:rStyle w:val="libAlaemChar"/>
          <w:rtl/>
        </w:rPr>
        <w:t>عليه‌السلام</w:t>
      </w:r>
      <w:r w:rsidR="00D8054C">
        <w:rPr>
          <w:rtl/>
        </w:rPr>
        <w:t>:</w:t>
      </w:r>
      <w:r>
        <w:rPr>
          <w:rtl/>
        </w:rPr>
        <w:t xml:space="preserve"> « أ</w:t>
      </w:r>
      <w:r w:rsidRPr="007E0B1D">
        <w:rPr>
          <w:rtl/>
        </w:rPr>
        <w:t>ألقي الذكر عليه من بيننا هو كذاب أشر »</w:t>
      </w:r>
      <w:r w:rsidR="00D8054C">
        <w:rPr>
          <w:rtl/>
        </w:rPr>
        <w:t>،</w:t>
      </w:r>
      <w:r w:rsidRPr="007E0B1D">
        <w:rPr>
          <w:rtl/>
        </w:rPr>
        <w:t xml:space="preserve"> قال</w:t>
      </w:r>
      <w:r w:rsidR="00D8054C">
        <w:rPr>
          <w:rtl/>
        </w:rPr>
        <w:t>:</w:t>
      </w:r>
      <w:r w:rsidRPr="007E0B1D">
        <w:rPr>
          <w:rtl/>
        </w:rPr>
        <w:t xml:space="preserve"> فانصرفت وقلت بالامامة</w:t>
      </w:r>
      <w:r w:rsidR="00D8054C">
        <w:rPr>
          <w:rtl/>
        </w:rPr>
        <w:t>،</w:t>
      </w:r>
      <w:r w:rsidRPr="007E0B1D">
        <w:rPr>
          <w:rtl/>
        </w:rPr>
        <w:t xml:space="preserve"> وشهدت انه حجة الله على خلقه واعتقدته. تنقيح المقال ج 2 </w:t>
      </w:r>
      <w:r w:rsidR="00D8054C">
        <w:rPr>
          <w:rtl/>
        </w:rPr>
        <w:t>(</w:t>
      </w:r>
      <w:r w:rsidRPr="007E0B1D">
        <w:rPr>
          <w:rtl/>
        </w:rPr>
        <w:t>قسم القاف</w:t>
      </w:r>
      <w:r w:rsidR="00D8054C">
        <w:rPr>
          <w:rtl/>
        </w:rPr>
        <w:t>)</w:t>
      </w:r>
      <w:r w:rsidRPr="007E0B1D">
        <w:rPr>
          <w:rtl/>
        </w:rPr>
        <w:t xml:space="preserve"> ص 20. معجم رجال الحديث ج 14 ص 23.</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17" w:name="_Toc398984096"/>
      <w:r w:rsidRPr="007E0B1D">
        <w:rPr>
          <w:rtl/>
          <w:lang w:bidi="fa-IR"/>
        </w:rPr>
        <w:lastRenderedPageBreak/>
        <w:t>حرف الميم</w:t>
      </w:r>
      <w:bookmarkEnd w:id="17"/>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133</w:t>
      </w:r>
      <w:r w:rsidR="00D8054C">
        <w:rPr>
          <w:rtl/>
        </w:rPr>
        <w:t xml:space="preserve"> - </w:t>
      </w:r>
      <w:r w:rsidRPr="007E0B1D">
        <w:rPr>
          <w:rtl/>
        </w:rPr>
        <w:t>الحضيني</w:t>
      </w:r>
    </w:p>
    <w:p w:rsidR="008867CD" w:rsidRPr="007E0B1D" w:rsidRDefault="008867CD" w:rsidP="008867CD">
      <w:pPr>
        <w:pStyle w:val="libNormal"/>
        <w:rPr>
          <w:rtl/>
        </w:rPr>
      </w:pPr>
      <w:r w:rsidRPr="007E0B1D">
        <w:rPr>
          <w:rtl/>
        </w:rPr>
        <w:t>محمّد بن ابراهيم الحضيني</w:t>
      </w:r>
      <w:r w:rsidR="00D8054C">
        <w:rPr>
          <w:rtl/>
        </w:rPr>
        <w:t>،</w:t>
      </w:r>
      <w:r w:rsidRPr="007E0B1D">
        <w:rPr>
          <w:rtl/>
        </w:rPr>
        <w:t xml:space="preserve"> الأهوازي.</w:t>
      </w:r>
    </w:p>
    <w:p w:rsidR="008867CD" w:rsidRPr="007E0B1D" w:rsidRDefault="008867CD" w:rsidP="008867CD">
      <w:pPr>
        <w:pStyle w:val="libNormal"/>
        <w:rPr>
          <w:rtl/>
        </w:rPr>
      </w:pPr>
      <w:r w:rsidRPr="007E0B1D">
        <w:rPr>
          <w:rtl/>
        </w:rPr>
        <w:t>من محدثي الشيعة الامامية الممدوحين.</w:t>
      </w:r>
    </w:p>
    <w:p w:rsidR="008867CD" w:rsidRPr="007E0B1D" w:rsidRDefault="008867CD" w:rsidP="008867CD">
      <w:pPr>
        <w:pStyle w:val="libNormal"/>
        <w:rPr>
          <w:rtl/>
        </w:rPr>
      </w:pPr>
      <w:r w:rsidRPr="007E0B1D">
        <w:rPr>
          <w:rtl/>
        </w:rPr>
        <w:t>روى عنه علي بن مهزيار</w:t>
      </w:r>
      <w:r w:rsidR="00D8054C">
        <w:rPr>
          <w:rtl/>
        </w:rPr>
        <w:t>،</w:t>
      </w:r>
      <w:r w:rsidRPr="007E0B1D">
        <w:rPr>
          <w:rtl/>
        </w:rPr>
        <w:t xml:space="preserve"> وعلي بن أحمد بن أشيم.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405. معجم الثقات ص 340. تنقيح المقال ج 2 </w:t>
      </w:r>
      <w:r w:rsidR="00D8054C">
        <w:rPr>
          <w:rtl/>
        </w:rPr>
        <w:t>(</w:t>
      </w:r>
      <w:r w:rsidRPr="007E0B1D">
        <w:rPr>
          <w:rtl/>
        </w:rPr>
        <w:t>باب الميم</w:t>
      </w:r>
      <w:r w:rsidR="00D8054C">
        <w:rPr>
          <w:rtl/>
        </w:rPr>
        <w:t>)</w:t>
      </w:r>
      <w:r w:rsidRPr="007E0B1D">
        <w:rPr>
          <w:rtl/>
        </w:rPr>
        <w:t xml:space="preserve"> ص 56. معجم رجال الحديث ج 14 ص 225. رجال الكشي ص 563 في محمّد بن ابراهيم الحضيني</w:t>
      </w:r>
      <w:r w:rsidR="00D8054C">
        <w:rPr>
          <w:rtl/>
        </w:rPr>
        <w:t>،</w:t>
      </w:r>
      <w:r w:rsidRPr="007E0B1D">
        <w:rPr>
          <w:rtl/>
        </w:rPr>
        <w:t xml:space="preserve"> وص 496.</w:t>
      </w:r>
      <w:r>
        <w:rPr>
          <w:rFonts w:hint="cs"/>
          <w:rtl/>
        </w:rPr>
        <w:t xml:space="preserve"> </w:t>
      </w:r>
      <w:r w:rsidRPr="007E0B1D">
        <w:rPr>
          <w:rtl/>
        </w:rPr>
        <w:t>مجمع الرجال ج 5 ص 98. جامع الرواة ج 2 ص 43. نقد الرجال ص 281.</w:t>
      </w:r>
      <w:r>
        <w:rPr>
          <w:rFonts w:hint="cs"/>
          <w:rtl/>
        </w:rPr>
        <w:t xml:space="preserve"> </w:t>
      </w:r>
      <w:r w:rsidRPr="007E0B1D">
        <w:rPr>
          <w:rtl/>
        </w:rPr>
        <w:t xml:space="preserve">رجال البرقي في أصحاب الجواد </w:t>
      </w:r>
      <w:r w:rsidR="00D8054C" w:rsidRPr="00D8054C">
        <w:rPr>
          <w:rStyle w:val="libAlaemChar"/>
          <w:rtl/>
        </w:rPr>
        <w:t>عليه‌السلام</w:t>
      </w:r>
      <w:r w:rsidRPr="007E0B1D">
        <w:rPr>
          <w:rtl/>
        </w:rPr>
        <w:t xml:space="preserve"> ص 56. خاتمة المستدرك ص 839.</w:t>
      </w:r>
      <w:r>
        <w:rPr>
          <w:rFonts w:hint="cs"/>
          <w:rtl/>
        </w:rPr>
        <w:t xml:space="preserve"> </w:t>
      </w:r>
      <w:r w:rsidRPr="007E0B1D">
        <w:rPr>
          <w:rtl/>
        </w:rPr>
        <w:t xml:space="preserve">رجال ابن داود </w:t>
      </w:r>
      <w:r w:rsidR="00D8054C">
        <w:rPr>
          <w:rtl/>
        </w:rPr>
        <w:t>(</w:t>
      </w:r>
      <w:r w:rsidRPr="007E0B1D">
        <w:rPr>
          <w:rtl/>
        </w:rPr>
        <w:t>قسم الثقات</w:t>
      </w:r>
      <w:r w:rsidR="00D8054C">
        <w:rPr>
          <w:rtl/>
        </w:rPr>
        <w:t>)</w:t>
      </w:r>
      <w:r w:rsidRPr="007E0B1D">
        <w:rPr>
          <w:rtl/>
        </w:rPr>
        <w:t xml:space="preserve"> ص 161. رجال الحلي </w:t>
      </w:r>
      <w:r w:rsidR="00D8054C">
        <w:rPr>
          <w:rtl/>
        </w:rPr>
        <w:t>(</w:t>
      </w:r>
      <w:r w:rsidRPr="007E0B1D">
        <w:rPr>
          <w:rtl/>
        </w:rPr>
        <w:t>قسم الثقات</w:t>
      </w:r>
      <w:r w:rsidR="00D8054C">
        <w:rPr>
          <w:rtl/>
        </w:rPr>
        <w:t>)</w:t>
      </w:r>
      <w:r w:rsidRPr="007E0B1D">
        <w:rPr>
          <w:rtl/>
        </w:rPr>
        <w:t xml:space="preserve"> ص 152.</w:t>
      </w:r>
      <w:r>
        <w:rPr>
          <w:rFonts w:hint="cs"/>
          <w:rtl/>
        </w:rPr>
        <w:t xml:space="preserve"> </w:t>
      </w:r>
      <w:r w:rsidRPr="007E0B1D">
        <w:rPr>
          <w:rtl/>
        </w:rPr>
        <w:t>توضيح الاشتباه ص 259. طرائف المقال ج 1 ص 569. رجال الأنصاري ص 144. الاستبصار ج 2 ص 332. منتهى المقال ص 252. الوجيزة ص 42.</w:t>
      </w:r>
      <w:r>
        <w:rPr>
          <w:rFonts w:hint="cs"/>
          <w:rtl/>
        </w:rPr>
        <w:t xml:space="preserve"> </w:t>
      </w:r>
      <w:r w:rsidRPr="007E0B1D">
        <w:rPr>
          <w:rtl/>
        </w:rPr>
        <w:t>التهذيب ج 2 ص 310</w:t>
      </w:r>
      <w:r w:rsidR="00D8054C">
        <w:rPr>
          <w:rtl/>
        </w:rPr>
        <w:t>،</w:t>
      </w:r>
      <w:r w:rsidRPr="007E0B1D">
        <w:rPr>
          <w:rtl/>
        </w:rPr>
        <w:t xml:space="preserve"> وج 5 ص 427. منهج المقال ص 273.</w:t>
      </w:r>
    </w:p>
    <w:p w:rsidR="008867CD" w:rsidRPr="007E0B1D" w:rsidRDefault="008867CD" w:rsidP="008867CD">
      <w:pPr>
        <w:pStyle w:val="libCenterBold1"/>
        <w:rPr>
          <w:rtl/>
        </w:rPr>
      </w:pPr>
      <w:r w:rsidRPr="007E0B1D">
        <w:rPr>
          <w:rtl/>
        </w:rPr>
        <w:t>134</w:t>
      </w:r>
      <w:r w:rsidR="00D8054C">
        <w:rPr>
          <w:rtl/>
        </w:rPr>
        <w:t xml:space="preserve"> - </w:t>
      </w:r>
      <w:r w:rsidRPr="007E0B1D">
        <w:rPr>
          <w:rtl/>
        </w:rPr>
        <w:t>المحمودي</w:t>
      </w:r>
    </w:p>
    <w:p w:rsidR="008867CD" w:rsidRPr="007E0B1D" w:rsidRDefault="008867CD" w:rsidP="008867CD">
      <w:pPr>
        <w:pStyle w:val="libNormal"/>
        <w:rPr>
          <w:rtl/>
        </w:rPr>
      </w:pPr>
      <w:r w:rsidRPr="007E0B1D">
        <w:rPr>
          <w:rtl/>
        </w:rPr>
        <w:t>محمّد بن أحمد بن حماد المحمودي</w:t>
      </w:r>
      <w:r w:rsidR="00D8054C">
        <w:rPr>
          <w:rtl/>
        </w:rPr>
        <w:t>،</w:t>
      </w:r>
      <w:r w:rsidRPr="007E0B1D">
        <w:rPr>
          <w:rtl/>
        </w:rPr>
        <w:t xml:space="preserve"> المروزي</w:t>
      </w:r>
      <w:r w:rsidR="00D8054C">
        <w:rPr>
          <w:rtl/>
        </w:rPr>
        <w:t>،</w:t>
      </w:r>
      <w:r w:rsidRPr="007E0B1D">
        <w:rPr>
          <w:rtl/>
        </w:rPr>
        <w:t xml:space="preserve"> أبو علي.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وثقه بعضهم</w:t>
      </w:r>
      <w:r w:rsidR="00D8054C">
        <w:rPr>
          <w:rtl/>
        </w:rPr>
        <w:t>،</w:t>
      </w:r>
      <w:r w:rsidRPr="007E0B1D">
        <w:rPr>
          <w:rtl/>
        </w:rPr>
        <w:t xml:space="preserve"> وجعله بعضهم في طبقة الحسان</w:t>
      </w:r>
      <w:r w:rsidR="00D8054C">
        <w:rPr>
          <w:rtl/>
        </w:rPr>
        <w:t>،</w:t>
      </w:r>
      <w:r w:rsidRPr="007E0B1D">
        <w:rPr>
          <w:rtl/>
        </w:rPr>
        <w:t xml:space="preserve"> وجعله آخرون في طبقة الممدوحين.</w:t>
      </w:r>
    </w:p>
    <w:p w:rsidR="008867CD" w:rsidRPr="007E0B1D" w:rsidRDefault="008867CD" w:rsidP="008867CD">
      <w:pPr>
        <w:pStyle w:val="libNormal"/>
        <w:rPr>
          <w:rtl/>
        </w:rPr>
      </w:pPr>
      <w:r w:rsidRPr="007E0B1D">
        <w:rPr>
          <w:rtl/>
        </w:rPr>
        <w:t xml:space="preserve">روى عن الامام الجواد </w:t>
      </w:r>
      <w:r w:rsidR="00D8054C" w:rsidRPr="00D8054C">
        <w:rPr>
          <w:rStyle w:val="libAlaemChar"/>
          <w:rtl/>
        </w:rPr>
        <w:t>عليه‌السلام</w:t>
      </w:r>
      <w:r w:rsidR="00D8054C">
        <w:rPr>
          <w:rtl/>
        </w:rPr>
        <w:t>،</w:t>
      </w:r>
      <w:r w:rsidRPr="007E0B1D">
        <w:rPr>
          <w:rtl/>
        </w:rPr>
        <w:t xml:space="preserve"> وصحب الامامين الهادي والعسكري </w:t>
      </w:r>
      <w:r w:rsidR="00D8054C" w:rsidRPr="00D8054C">
        <w:rPr>
          <w:rStyle w:val="libAlaemChar"/>
          <w:rtl/>
        </w:rPr>
        <w:t>عليهما‌السلام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روى عنه محمّد بن مسعود.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ابن داود </w:t>
      </w:r>
      <w:r w:rsidR="00D8054C">
        <w:rPr>
          <w:rtl/>
        </w:rPr>
        <w:t>(</w:t>
      </w:r>
      <w:r w:rsidRPr="007E0B1D">
        <w:rPr>
          <w:rtl/>
        </w:rPr>
        <w:t>قسم الثقات</w:t>
      </w:r>
      <w:r w:rsidR="00D8054C">
        <w:rPr>
          <w:rtl/>
        </w:rPr>
        <w:t>)</w:t>
      </w:r>
      <w:r w:rsidRPr="007E0B1D">
        <w:rPr>
          <w:rtl/>
        </w:rPr>
        <w:t xml:space="preserve"> ص 162 وفيه ممدوح. رجال الكشي ص 511 وص 559 وص 560 وص 561 وص 568 وص 614 وغيرها. بهجة الآمال ج 6 ص 250. رجال الأنصاري ص 146. تنقيح المقال ج 2 </w:t>
      </w:r>
      <w:r w:rsidR="00D8054C">
        <w:rPr>
          <w:rtl/>
        </w:rPr>
        <w:t>(</w:t>
      </w:r>
      <w:r w:rsidRPr="007E0B1D">
        <w:rPr>
          <w:rtl/>
        </w:rPr>
        <w:t>قسم الميم</w:t>
      </w:r>
      <w:r w:rsidR="00D8054C">
        <w:rPr>
          <w:rtl/>
        </w:rPr>
        <w:t>)</w:t>
      </w:r>
      <w:r w:rsidRPr="007E0B1D">
        <w:rPr>
          <w:rtl/>
        </w:rPr>
        <w:t xml:space="preserve"> ص 69. جامع الرواة ج 2 ص 59. معجم رجال الحديث ج 14 ص 327. رجال الحلي </w:t>
      </w:r>
      <w:r w:rsidR="00D8054C">
        <w:rPr>
          <w:rtl/>
        </w:rPr>
        <w:t>(</w:t>
      </w:r>
      <w:r w:rsidRPr="007E0B1D">
        <w:rPr>
          <w:rtl/>
        </w:rPr>
        <w:t>قسم الثقات</w:t>
      </w:r>
      <w:r w:rsidR="00D8054C">
        <w:rPr>
          <w:rtl/>
        </w:rPr>
        <w:t>)</w:t>
      </w:r>
      <w:r w:rsidRPr="007E0B1D">
        <w:rPr>
          <w:rtl/>
        </w:rPr>
        <w:t xml:space="preserve"> ص 152. معجم الثقات ص 341. التحرير الطاوسي ص 255. نقد الرجال ص 287. مجمع الرجال ج 5 ص 131 وص 133.</w:t>
      </w:r>
      <w:r>
        <w:rPr>
          <w:rFonts w:hint="cs"/>
          <w:rtl/>
        </w:rPr>
        <w:t xml:space="preserve"> </w:t>
      </w:r>
      <w:r w:rsidRPr="007E0B1D">
        <w:rPr>
          <w:rtl/>
        </w:rPr>
        <w:t xml:space="preserve">طرائف المقال ج 1 ص 250. رجال الطوسي في أصحاب الهادي </w:t>
      </w:r>
      <w:r w:rsidR="00D8054C" w:rsidRPr="00D8054C">
        <w:rPr>
          <w:rStyle w:val="libAlaemChar"/>
          <w:rtl/>
        </w:rPr>
        <w:t>عليه‌السلام</w:t>
      </w:r>
      <w:r w:rsidRPr="007E0B1D">
        <w:rPr>
          <w:rtl/>
        </w:rPr>
        <w:t xml:space="preserve"> ص 424</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428. منهج المقال ص 279.</w:t>
      </w:r>
      <w:r>
        <w:rPr>
          <w:rFonts w:hint="cs"/>
          <w:rtl/>
        </w:rPr>
        <w:t xml:space="preserve"> </w:t>
      </w:r>
      <w:r w:rsidRPr="007E0B1D">
        <w:rPr>
          <w:rtl/>
        </w:rPr>
        <w:t>الوجيزة ص 43. اتقان المقال ص 114. منتهى المقال ص 256. وسائل الشيعة ج 20 ص 312.</w:t>
      </w:r>
    </w:p>
    <w:p w:rsidR="008867CD" w:rsidRPr="007E0B1D" w:rsidRDefault="008867CD" w:rsidP="008867CD">
      <w:pPr>
        <w:pStyle w:val="libCenterBold1"/>
        <w:rPr>
          <w:rtl/>
        </w:rPr>
      </w:pPr>
      <w:r w:rsidRPr="007E0B1D">
        <w:rPr>
          <w:rtl/>
        </w:rPr>
        <w:t>135</w:t>
      </w:r>
      <w:r w:rsidR="00D8054C">
        <w:rPr>
          <w:rtl/>
        </w:rPr>
        <w:t xml:space="preserve"> - </w:t>
      </w:r>
      <w:r w:rsidRPr="007E0B1D">
        <w:rPr>
          <w:rtl/>
        </w:rPr>
        <w:t>ابن بزيع</w:t>
      </w:r>
    </w:p>
    <w:p w:rsidR="008867CD" w:rsidRPr="007E0B1D" w:rsidRDefault="008867CD" w:rsidP="008867CD">
      <w:pPr>
        <w:pStyle w:val="libNormal"/>
        <w:rPr>
          <w:rtl/>
        </w:rPr>
      </w:pPr>
      <w:r w:rsidRPr="007E0B1D">
        <w:rPr>
          <w:rtl/>
        </w:rPr>
        <w:t>محمّد بن اسماعيل بن بزيع الكوفي</w:t>
      </w:r>
      <w:r w:rsidR="00D8054C">
        <w:rPr>
          <w:rtl/>
        </w:rPr>
        <w:t>،</w:t>
      </w:r>
      <w:r w:rsidRPr="007E0B1D">
        <w:rPr>
          <w:rtl/>
        </w:rPr>
        <w:t xml:space="preserve"> العباسي بالولاء</w:t>
      </w:r>
      <w:r w:rsidR="00D8054C">
        <w:rPr>
          <w:rtl/>
        </w:rPr>
        <w:t>،</w:t>
      </w:r>
      <w:r w:rsidRPr="007E0B1D">
        <w:rPr>
          <w:rtl/>
        </w:rPr>
        <w:t xml:space="preserve"> المعروف بابن بزيع</w:t>
      </w:r>
      <w:r w:rsidR="00D8054C">
        <w:rPr>
          <w:rtl/>
        </w:rPr>
        <w:t>،</w:t>
      </w:r>
      <w:r w:rsidRPr="007E0B1D">
        <w:rPr>
          <w:rtl/>
        </w:rPr>
        <w:t xml:space="preserve"> أبو جعفر.</w:t>
      </w:r>
    </w:p>
    <w:p w:rsidR="008867CD" w:rsidRPr="007E0B1D" w:rsidRDefault="008867CD" w:rsidP="008867CD">
      <w:pPr>
        <w:pStyle w:val="libNormal"/>
        <w:rPr>
          <w:rtl/>
        </w:rPr>
      </w:pPr>
      <w:r w:rsidRPr="007E0B1D">
        <w:rPr>
          <w:rtl/>
        </w:rPr>
        <w:t>من علماء وثقات محدثي الشيعة الامامية</w:t>
      </w:r>
      <w:r w:rsidR="00D8054C">
        <w:rPr>
          <w:rtl/>
        </w:rPr>
        <w:t>،</w:t>
      </w:r>
      <w:r w:rsidRPr="007E0B1D">
        <w:rPr>
          <w:rtl/>
        </w:rPr>
        <w:t xml:space="preserve"> عرف بجلالة القدر وعلو المنزلة</w:t>
      </w:r>
      <w:r w:rsidR="00D8054C">
        <w:rPr>
          <w:rtl/>
        </w:rPr>
        <w:t>،</w:t>
      </w:r>
      <w:r w:rsidRPr="007E0B1D">
        <w:rPr>
          <w:rtl/>
        </w:rPr>
        <w:t xml:space="preserve"> وكان في عداد الوزراء</w:t>
      </w:r>
      <w:r w:rsidR="00D8054C">
        <w:rPr>
          <w:rtl/>
        </w:rPr>
        <w:t>،</w:t>
      </w:r>
      <w:r w:rsidRPr="007E0B1D">
        <w:rPr>
          <w:rtl/>
        </w:rPr>
        <w:t xml:space="preserve"> وكان يعد من صلحاء وفضلاء عصره</w:t>
      </w:r>
      <w:r w:rsidR="00D8054C">
        <w:rPr>
          <w:rtl/>
        </w:rPr>
        <w:t>،</w:t>
      </w:r>
      <w:r w:rsidRPr="007E0B1D">
        <w:rPr>
          <w:rtl/>
        </w:rPr>
        <w:t xml:space="preserve"> وله كتب.</w:t>
      </w:r>
    </w:p>
    <w:p w:rsidR="008867CD" w:rsidRPr="007E0B1D" w:rsidRDefault="008867CD" w:rsidP="008867CD">
      <w:pPr>
        <w:pStyle w:val="libNormal"/>
        <w:rPr>
          <w:rtl/>
        </w:rPr>
      </w:pPr>
      <w:r w:rsidRPr="007E0B1D">
        <w:rPr>
          <w:rtl/>
        </w:rPr>
        <w:t>كان من موالي المنصور العباسي الدوانيقي.</w:t>
      </w:r>
    </w:p>
    <w:p w:rsidR="008867CD" w:rsidRPr="007E0B1D" w:rsidRDefault="008867CD" w:rsidP="008867CD">
      <w:pPr>
        <w:pStyle w:val="libNormal"/>
        <w:rPr>
          <w:rtl/>
        </w:rPr>
      </w:pPr>
      <w:r w:rsidRPr="007E0B1D">
        <w:rPr>
          <w:rtl/>
        </w:rPr>
        <w:t xml:space="preserve">صحب الأئمة الكاظم والرضا والجواد </w:t>
      </w:r>
      <w:r w:rsidR="00D8054C" w:rsidRPr="00D8054C">
        <w:rPr>
          <w:rStyle w:val="libAlaemChar"/>
          <w:rtl/>
        </w:rPr>
        <w:t>عليهم‌السلام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جاء اسمه في 229 موردا في أسناد الروايات.</w:t>
      </w:r>
    </w:p>
    <w:p w:rsidR="008867CD" w:rsidRPr="007E0B1D" w:rsidRDefault="008867CD" w:rsidP="008867CD">
      <w:pPr>
        <w:pStyle w:val="libNormal"/>
        <w:rPr>
          <w:rtl/>
        </w:rPr>
      </w:pPr>
      <w:r w:rsidRPr="007E0B1D">
        <w:rPr>
          <w:rtl/>
        </w:rPr>
        <w:t>روى عنه اكثر من 19 راويا أمثال</w:t>
      </w:r>
      <w:r w:rsidR="00D8054C">
        <w:rPr>
          <w:rtl/>
        </w:rPr>
        <w:t>:</w:t>
      </w:r>
      <w:r w:rsidRPr="007E0B1D">
        <w:rPr>
          <w:rtl/>
        </w:rPr>
        <w:t xml:space="preserve"> أحمد بن محمّد بن عيسى الاشعري</w:t>
      </w:r>
      <w:r w:rsidR="00D8054C">
        <w:rPr>
          <w:rtl/>
        </w:rPr>
        <w:t>،</w:t>
      </w:r>
      <w:r w:rsidRPr="007E0B1D">
        <w:rPr>
          <w:rtl/>
        </w:rPr>
        <w:t xml:space="preserve"> والعباس بن معروف</w:t>
      </w:r>
      <w:r w:rsidR="00D8054C">
        <w:rPr>
          <w:rtl/>
        </w:rPr>
        <w:t>،</w:t>
      </w:r>
      <w:r w:rsidRPr="007E0B1D">
        <w:rPr>
          <w:rtl/>
        </w:rPr>
        <w:t xml:space="preserve"> وعلي بن مهزيار وأمثالهم.</w:t>
      </w:r>
    </w:p>
    <w:p w:rsidR="008867CD" w:rsidRPr="007E0B1D" w:rsidRDefault="008867CD" w:rsidP="008867CD">
      <w:pPr>
        <w:pStyle w:val="libNormal"/>
        <w:rPr>
          <w:rtl/>
        </w:rPr>
      </w:pPr>
      <w:r w:rsidRPr="007E0B1D">
        <w:rPr>
          <w:rtl/>
        </w:rPr>
        <w:t>من اثاره كتاب « الحج »</w:t>
      </w:r>
      <w:r w:rsidR="00D8054C">
        <w:rPr>
          <w:rtl/>
        </w:rPr>
        <w:t>،</w:t>
      </w:r>
      <w:r w:rsidRPr="007E0B1D">
        <w:rPr>
          <w:rtl/>
        </w:rPr>
        <w:t xml:space="preserve"> وكتاب « ثواب الحج »</w:t>
      </w:r>
      <w:r>
        <w:rPr>
          <w:rtl/>
        </w:rPr>
        <w:t>.</w:t>
      </w:r>
    </w:p>
    <w:p w:rsidR="008867CD" w:rsidRPr="007E0B1D" w:rsidRDefault="008867CD" w:rsidP="008867CD">
      <w:pPr>
        <w:pStyle w:val="libNormal"/>
        <w:rPr>
          <w:rtl/>
        </w:rPr>
      </w:pPr>
      <w:r w:rsidRPr="007E0B1D">
        <w:rPr>
          <w:rtl/>
        </w:rPr>
        <w:t>كان حيا قبل سنة 220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الكاظم </w:t>
      </w:r>
      <w:r w:rsidR="00D8054C" w:rsidRPr="00D8054C">
        <w:rPr>
          <w:rStyle w:val="libAlaemChar"/>
          <w:rtl/>
        </w:rPr>
        <w:t>عليه‌السلام</w:t>
      </w:r>
      <w:r w:rsidRPr="007E0B1D">
        <w:rPr>
          <w:rtl/>
        </w:rPr>
        <w:t xml:space="preserve"> ص 360</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386</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405. كامل الزيارات ص 21 وص 49. اتقان المقال ص 117. معجم الثقات ص 102. طرائف المقال ج 1 ص 343. الاختصاص ص 279 وص 284 وص 285 وص 287. منهج المقال ص 283. فهرست الطوسي ص 139. توضيح الاشتباه ص 263. رجال ابن داود </w:t>
      </w:r>
      <w:r w:rsidR="00D8054C">
        <w:rPr>
          <w:rtl/>
        </w:rPr>
        <w:t>(</w:t>
      </w:r>
      <w:r w:rsidRPr="007E0B1D">
        <w:rPr>
          <w:rtl/>
        </w:rPr>
        <w:t>قسم الثقات</w:t>
      </w:r>
      <w:r w:rsidR="00D8054C">
        <w:rPr>
          <w:rtl/>
        </w:rPr>
        <w:t>)</w:t>
      </w:r>
      <w:r w:rsidRPr="007E0B1D">
        <w:rPr>
          <w:rtl/>
        </w:rPr>
        <w:t xml:space="preserve"> ص 161 وص 165. الذريعة ج 5 ص 18</w:t>
      </w:r>
      <w:r w:rsidR="00D8054C">
        <w:rPr>
          <w:rtl/>
        </w:rPr>
        <w:t>،</w:t>
      </w:r>
      <w:r w:rsidRPr="007E0B1D">
        <w:rPr>
          <w:rtl/>
        </w:rPr>
        <w:t xml:space="preserve"> وج 6 ص 252.</w:t>
      </w:r>
      <w:r>
        <w:rPr>
          <w:rFonts w:hint="cs"/>
          <w:rtl/>
        </w:rPr>
        <w:t xml:space="preserve"> </w:t>
      </w:r>
      <w:r w:rsidRPr="007E0B1D">
        <w:rPr>
          <w:rtl/>
        </w:rPr>
        <w:t>مستطرفات السرائر ص 48 وص 109 وص 155. رجال الكشي ص 232 وص 235 وص 245 وص 503 وص 564 وص 565. بهجة الآمال ج 6 ص 292. سفينة البحار ج 1 ص 315. وسائل الشيعة ج 20 ص 317. رجال النجاشي ص 233. مجمع الرجال ج 5 ص 150</w:t>
      </w:r>
      <w:r w:rsidR="00D8054C">
        <w:rPr>
          <w:rtl/>
        </w:rPr>
        <w:t xml:space="preserve"> - </w:t>
      </w:r>
      <w:r w:rsidRPr="007E0B1D">
        <w:rPr>
          <w:rtl/>
        </w:rPr>
        <w:t>ص 154. جامع الرواة ج 2 ص 69</w:t>
      </w:r>
      <w:r w:rsidR="00D8054C">
        <w:rPr>
          <w:rtl/>
        </w:rPr>
        <w:t xml:space="preserve"> - </w:t>
      </w:r>
      <w:r w:rsidRPr="007E0B1D">
        <w:rPr>
          <w:rtl/>
        </w:rPr>
        <w:t>ص 76. الوجيزة ص 46. روضة الكافي ص 52 وص 56 وص 102 وص 124 وص 313. التحرير الطاوسي ص 254. معجم رجال الحديث ج 15 ص 95</w:t>
      </w:r>
      <w:r w:rsidR="00D8054C">
        <w:rPr>
          <w:rtl/>
        </w:rPr>
        <w:t xml:space="preserve"> - </w:t>
      </w:r>
      <w:r w:rsidRPr="007E0B1D">
        <w:rPr>
          <w:rtl/>
        </w:rPr>
        <w:t xml:space="preserve">ص 102. رجال الحلي </w:t>
      </w:r>
      <w:r w:rsidR="00D8054C">
        <w:rPr>
          <w:rtl/>
        </w:rPr>
        <w:t>(</w:t>
      </w:r>
      <w:r w:rsidRPr="007E0B1D">
        <w:rPr>
          <w:rtl/>
        </w:rPr>
        <w:t>قسم الثقات</w:t>
      </w:r>
      <w:r w:rsidR="00D8054C">
        <w:rPr>
          <w:rtl/>
        </w:rPr>
        <w:t>)</w:t>
      </w:r>
      <w:r w:rsidRPr="007E0B1D">
        <w:rPr>
          <w:rtl/>
        </w:rPr>
        <w:t xml:space="preserve"> ص 139. شرح مشيخة الفقيه ص 45. الكنى والألقاب ج 2 ص 60. تنقيح المقال ج 2 </w:t>
      </w:r>
      <w:r w:rsidR="00D8054C">
        <w:rPr>
          <w:rtl/>
        </w:rPr>
        <w:t>(</w:t>
      </w:r>
      <w:r w:rsidRPr="007E0B1D">
        <w:rPr>
          <w:rtl/>
        </w:rPr>
        <w:t>قسم الميم</w:t>
      </w:r>
      <w:r w:rsidR="00D8054C">
        <w:rPr>
          <w:rtl/>
        </w:rPr>
        <w:t>)</w:t>
      </w:r>
      <w:r w:rsidRPr="007E0B1D">
        <w:rPr>
          <w:rtl/>
        </w:rPr>
        <w:t xml:space="preserve"> ص 81.</w:t>
      </w:r>
      <w:r>
        <w:rPr>
          <w:rFonts w:hint="cs"/>
          <w:rtl/>
        </w:rPr>
        <w:t xml:space="preserve"> </w:t>
      </w:r>
      <w:r w:rsidRPr="007E0B1D">
        <w:rPr>
          <w:rtl/>
        </w:rPr>
        <w:t>نقد الرجال ص 293. معالم العلماء ص 100. الخصال ص 3 وص 112</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146 وص 152 وص 282 وص 357 وص 384 وص 531. منتهى المقال ص 263. رجال الأنصاري ص 150. هداية المحدثين ص 227. الاستبصار ج 1 ص 9 وص 33 وص 44 وص 60 وص 92 وص 108 وص 213 وص 218 وص 221 وص 243 وص 329 وص 386 وص 422 وص 473 وص 477</w:t>
      </w:r>
      <w:r w:rsidR="00D8054C">
        <w:rPr>
          <w:rtl/>
        </w:rPr>
        <w:t>،</w:t>
      </w:r>
      <w:r w:rsidRPr="007E0B1D">
        <w:rPr>
          <w:rtl/>
        </w:rPr>
        <w:t xml:space="preserve"> وج 2 ص 36 وص 68 وص 224 وص 237 وص 311 وص 331</w:t>
      </w:r>
      <w:r w:rsidR="00D8054C">
        <w:rPr>
          <w:rtl/>
        </w:rPr>
        <w:t>،</w:t>
      </w:r>
      <w:r w:rsidRPr="007E0B1D">
        <w:rPr>
          <w:rtl/>
        </w:rPr>
        <w:t xml:space="preserve"> وج 3 ص 28 وص 65 وص 69 وص 136 وص 139 وص 146 وص 153 وص 170 وص 236 وص 285 وص 298 وص 318 وص 363 وغيرها. رجال البرقي 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56. من لا يحضره الفقيه ج 1 ص 172 وص 283 وص 288</w:t>
      </w:r>
      <w:r w:rsidR="00D8054C">
        <w:rPr>
          <w:rtl/>
        </w:rPr>
        <w:t>،</w:t>
      </w:r>
      <w:r w:rsidRPr="007E0B1D">
        <w:rPr>
          <w:rtl/>
        </w:rPr>
        <w:t xml:space="preserve"> وج 2 ص 20 وص 110 وص 119</w:t>
      </w:r>
      <w:r w:rsidR="00D8054C">
        <w:rPr>
          <w:rtl/>
        </w:rPr>
        <w:t>،</w:t>
      </w:r>
      <w:r w:rsidRPr="007E0B1D">
        <w:rPr>
          <w:rtl/>
        </w:rPr>
        <w:t xml:space="preserve"> وج 3 ص 192 وص 215 وص 236 وص 250 وص 259 وص 289 وص 292</w:t>
      </w:r>
      <w:r w:rsidR="00D8054C">
        <w:rPr>
          <w:rtl/>
        </w:rPr>
        <w:t>،</w:t>
      </w:r>
      <w:r w:rsidRPr="007E0B1D">
        <w:rPr>
          <w:rtl/>
        </w:rPr>
        <w:t xml:space="preserve"> وج 4 ص 108 وص 158 وص 248. التهذيب ج 1 ص 76 وص 123 وص 150 وص 234 وص 244 وص 259 وص 304 وص 314 وص 371 وص 418</w:t>
      </w:r>
      <w:r w:rsidR="00D8054C">
        <w:rPr>
          <w:rtl/>
        </w:rPr>
        <w:t>،</w:t>
      </w:r>
      <w:r w:rsidRPr="007E0B1D">
        <w:rPr>
          <w:rtl/>
        </w:rPr>
        <w:t xml:space="preserve"> وج 2 ص 4 وص 57 وص 105 وص 208 وص 301 وص 321 وص 332</w:t>
      </w:r>
      <w:r w:rsidR="00D8054C">
        <w:rPr>
          <w:rtl/>
        </w:rPr>
        <w:t>،</w:t>
      </w:r>
      <w:r w:rsidRPr="007E0B1D">
        <w:rPr>
          <w:rtl/>
        </w:rPr>
        <w:t xml:space="preserve"> وج 3 ص 27 وص 50 وص 193 وص 213 وص 308 وص 324</w:t>
      </w:r>
      <w:r w:rsidR="00D8054C">
        <w:rPr>
          <w:rtl/>
        </w:rPr>
        <w:t>،</w:t>
      </w:r>
      <w:r w:rsidRPr="007E0B1D">
        <w:rPr>
          <w:rtl/>
        </w:rPr>
        <w:t xml:space="preserve"> وج 4 ص 60 وص 171 وص 313</w:t>
      </w:r>
      <w:r w:rsidR="00D8054C">
        <w:rPr>
          <w:rtl/>
        </w:rPr>
        <w:t>،</w:t>
      </w:r>
      <w:r w:rsidRPr="007E0B1D">
        <w:rPr>
          <w:rtl/>
        </w:rPr>
        <w:t xml:space="preserve"> وج 5 ص 119 وص 142 وص 169 وص 217 وص 371 وص 386 وص 391 وص 426 وص 485</w:t>
      </w:r>
      <w:r w:rsidR="00D8054C">
        <w:rPr>
          <w:rtl/>
        </w:rPr>
        <w:t>،</w:t>
      </w:r>
      <w:r w:rsidRPr="007E0B1D">
        <w:rPr>
          <w:rtl/>
        </w:rPr>
        <w:t xml:space="preserve"> وج 6 ص 33 وص 48 وص 104 وص 152 وص 224 وص 225</w:t>
      </w:r>
      <w:r w:rsidR="00D8054C">
        <w:rPr>
          <w:rtl/>
        </w:rPr>
        <w:t>،</w:t>
      </w:r>
      <w:r w:rsidRPr="007E0B1D">
        <w:rPr>
          <w:rtl/>
        </w:rPr>
        <w:t xml:space="preserve"> وج 7 ص 7 وص 19 وص 69 وص 83 وص 242 وص 247 وص 257 وص 269 وص 358 وص 381 وص 392 وص 462</w:t>
      </w:r>
      <w:r w:rsidR="00D8054C">
        <w:rPr>
          <w:rtl/>
        </w:rPr>
        <w:t>،</w:t>
      </w:r>
      <w:r w:rsidRPr="007E0B1D">
        <w:rPr>
          <w:rtl/>
        </w:rPr>
        <w:t xml:space="preserve"> وج 8 ص 50 وص 66 وص 98 وص 178 وص 206</w:t>
      </w:r>
      <w:r w:rsidR="00D8054C">
        <w:rPr>
          <w:rtl/>
        </w:rPr>
        <w:t>،</w:t>
      </w:r>
      <w:r w:rsidRPr="007E0B1D">
        <w:rPr>
          <w:rtl/>
        </w:rPr>
        <w:t xml:space="preserve"> وج 9 ص 91 وص 240 وص 323</w:t>
      </w:r>
      <w:r w:rsidR="00D8054C">
        <w:rPr>
          <w:rtl/>
        </w:rPr>
        <w:t>،</w:t>
      </w:r>
      <w:r w:rsidRPr="007E0B1D">
        <w:rPr>
          <w:rtl/>
        </w:rPr>
        <w:t xml:space="preserve"> وج 10 ص 98 وص 128 وص 146 وص 168 وص 314.</w:t>
      </w:r>
      <w:r>
        <w:rPr>
          <w:rFonts w:hint="cs"/>
          <w:rtl/>
        </w:rPr>
        <w:t xml:space="preserve"> </w:t>
      </w:r>
      <w:r w:rsidRPr="007E0B1D">
        <w:rPr>
          <w:rtl/>
        </w:rPr>
        <w:t>الكافي ج 1 ص 83 وص 112 وص 226 وص 314 وص 362</w:t>
      </w:r>
      <w:r w:rsidR="00D8054C">
        <w:rPr>
          <w:rtl/>
        </w:rPr>
        <w:t>،</w:t>
      </w:r>
      <w:r w:rsidRPr="007E0B1D">
        <w:rPr>
          <w:rtl/>
        </w:rPr>
        <w:t xml:space="preserve"> وج 2 ص 58 وص 62 وص 96 وص 130 وص 142 وص 242 وص 404 وص 456</w:t>
      </w:r>
      <w:r w:rsidR="00D8054C">
        <w:rPr>
          <w:rtl/>
        </w:rPr>
        <w:t>،</w:t>
      </w:r>
      <w:r w:rsidRPr="007E0B1D">
        <w:rPr>
          <w:rtl/>
        </w:rPr>
        <w:t xml:space="preserve"> وج 3</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5 وص 28 وص 44 وص 46 وص 152 وص 218 وص 229 وص 320 وص 342 وص 416 وص 443 وص 493</w:t>
      </w:r>
      <w:r w:rsidR="00D8054C">
        <w:rPr>
          <w:rtl/>
        </w:rPr>
        <w:t>،</w:t>
      </w:r>
      <w:r w:rsidRPr="007E0B1D">
        <w:rPr>
          <w:rtl/>
        </w:rPr>
        <w:t xml:space="preserve"> وج 4 ص 14 وص 56 وص 351 وص 414</w:t>
      </w:r>
      <w:r w:rsidR="00D8054C">
        <w:rPr>
          <w:rtl/>
        </w:rPr>
        <w:t>،</w:t>
      </w:r>
      <w:r w:rsidRPr="007E0B1D">
        <w:rPr>
          <w:rtl/>
        </w:rPr>
        <w:t xml:space="preserve"> وج 5 ص 154 وص 209 وص 232 وص 394 وص 469 وص 525 وص 532</w:t>
      </w:r>
      <w:r w:rsidR="00D8054C">
        <w:rPr>
          <w:rtl/>
        </w:rPr>
        <w:t>،</w:t>
      </w:r>
      <w:r w:rsidRPr="007E0B1D">
        <w:rPr>
          <w:rtl/>
        </w:rPr>
        <w:t xml:space="preserve"> وج 6 ص 4 وص 56 وص 61 وص 353 وص 357 وص 397 وص 460 وص 497</w:t>
      </w:r>
      <w:r w:rsidR="00D8054C">
        <w:rPr>
          <w:rtl/>
        </w:rPr>
        <w:t>،</w:t>
      </w:r>
      <w:r w:rsidRPr="007E0B1D">
        <w:rPr>
          <w:rtl/>
        </w:rPr>
        <w:t xml:space="preserve"> وج 7 ص 164 وص 174 وص 362. ثقات الرواة للشهرستاني ص 60.</w:t>
      </w:r>
    </w:p>
    <w:p w:rsidR="008867CD" w:rsidRPr="007E0B1D" w:rsidRDefault="008867CD" w:rsidP="008867CD">
      <w:pPr>
        <w:pStyle w:val="libCenterBold1"/>
        <w:rPr>
          <w:rtl/>
        </w:rPr>
      </w:pPr>
      <w:r w:rsidRPr="007E0B1D">
        <w:rPr>
          <w:rtl/>
        </w:rPr>
        <w:t>136</w:t>
      </w:r>
      <w:r w:rsidR="00D8054C">
        <w:rPr>
          <w:rtl/>
        </w:rPr>
        <w:t xml:space="preserve"> - </w:t>
      </w:r>
      <w:r w:rsidRPr="007E0B1D">
        <w:rPr>
          <w:rtl/>
        </w:rPr>
        <w:t>الرازي</w:t>
      </w:r>
    </w:p>
    <w:p w:rsidR="008867CD" w:rsidRPr="007E0B1D" w:rsidRDefault="008867CD" w:rsidP="008867CD">
      <w:pPr>
        <w:pStyle w:val="libNormal"/>
        <w:rPr>
          <w:rtl/>
        </w:rPr>
      </w:pPr>
      <w:r w:rsidRPr="007E0B1D">
        <w:rPr>
          <w:rtl/>
        </w:rPr>
        <w:t>محمّد بن اسماعيل الرازي.</w:t>
      </w:r>
    </w:p>
    <w:p w:rsidR="008867CD" w:rsidRPr="007E0B1D" w:rsidRDefault="008867CD" w:rsidP="008867CD">
      <w:pPr>
        <w:pStyle w:val="libNormal"/>
        <w:rPr>
          <w:rtl/>
        </w:rPr>
      </w:pPr>
      <w:r w:rsidRPr="007E0B1D">
        <w:rPr>
          <w:rtl/>
        </w:rPr>
        <w:t xml:space="preserve">محدث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محمّد بن عيسى بن عبيد</w:t>
      </w:r>
      <w:r w:rsidR="00D8054C">
        <w:rPr>
          <w:rtl/>
        </w:rPr>
        <w:t>،</w:t>
      </w:r>
      <w:r w:rsidRPr="007E0B1D">
        <w:rPr>
          <w:rtl/>
        </w:rPr>
        <w:t xml:space="preserve"> وسهل بن زياد.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الكافي ج 4 ص 169 وفيه يروي حديثا للامام الجواد </w:t>
      </w:r>
      <w:r w:rsidR="00D8054C" w:rsidRPr="00D8054C">
        <w:rPr>
          <w:rStyle w:val="libAlaemChar"/>
          <w:rtl/>
        </w:rPr>
        <w:t>عليه‌السلام</w:t>
      </w:r>
      <w:r w:rsidR="00D8054C">
        <w:rPr>
          <w:rtl/>
        </w:rPr>
        <w:t>،</w:t>
      </w:r>
      <w:r w:rsidRPr="007E0B1D">
        <w:rPr>
          <w:rtl/>
        </w:rPr>
        <w:t xml:space="preserve"> وج 5 ص 209</w:t>
      </w:r>
      <w:r w:rsidR="00D8054C">
        <w:rPr>
          <w:rtl/>
        </w:rPr>
        <w:t>،</w:t>
      </w:r>
      <w:r w:rsidRPr="007E0B1D">
        <w:rPr>
          <w:rtl/>
        </w:rPr>
        <w:t xml:space="preserve"> وج 6 ص 345. مجمع الرجال ج 5 ص 158. تنقيح المقال ج 2 </w:t>
      </w:r>
      <w:r w:rsidR="00D8054C">
        <w:rPr>
          <w:rtl/>
        </w:rPr>
        <w:t>(</w:t>
      </w:r>
      <w:r w:rsidRPr="007E0B1D">
        <w:rPr>
          <w:rtl/>
        </w:rPr>
        <w:t>قسم الميم</w:t>
      </w:r>
      <w:r w:rsidR="00D8054C">
        <w:rPr>
          <w:rtl/>
        </w:rPr>
        <w:t>)</w:t>
      </w:r>
      <w:r w:rsidRPr="007E0B1D">
        <w:rPr>
          <w:rtl/>
        </w:rPr>
        <w:t xml:space="preserve"> ص 82. منتهى المقال ص 264. جامع الرواة ج 2 ص 76. التهذيب ج 7 ص 69. رجال الكشي ص 312 وص 440 وص 489. معجم رجال الحديث ج 15 ص 108.</w:t>
      </w:r>
    </w:p>
    <w:p w:rsidR="008867CD" w:rsidRPr="007E0B1D" w:rsidRDefault="008867CD" w:rsidP="008867CD">
      <w:pPr>
        <w:pStyle w:val="libCenterBold1"/>
        <w:rPr>
          <w:rtl/>
        </w:rPr>
      </w:pPr>
      <w:r w:rsidRPr="007E0B1D">
        <w:rPr>
          <w:rtl/>
        </w:rPr>
        <w:t>137</w:t>
      </w:r>
      <w:r w:rsidR="00D8054C">
        <w:rPr>
          <w:rtl/>
        </w:rPr>
        <w:t xml:space="preserve"> - </w:t>
      </w:r>
      <w:r w:rsidRPr="007E0B1D">
        <w:rPr>
          <w:rtl/>
        </w:rPr>
        <w:t>شنبولة</w:t>
      </w:r>
    </w:p>
    <w:p w:rsidR="008867CD" w:rsidRPr="007E0B1D" w:rsidRDefault="008867CD" w:rsidP="008867CD">
      <w:pPr>
        <w:pStyle w:val="libNormal"/>
        <w:rPr>
          <w:rtl/>
        </w:rPr>
      </w:pPr>
      <w:r w:rsidRPr="007E0B1D">
        <w:rPr>
          <w:rtl/>
        </w:rPr>
        <w:t>محمّد بن الحسن بن أبي خالد القمي</w:t>
      </w:r>
      <w:r w:rsidR="00D8054C">
        <w:rPr>
          <w:rtl/>
        </w:rPr>
        <w:t>،</w:t>
      </w:r>
      <w:r w:rsidRPr="007E0B1D">
        <w:rPr>
          <w:rtl/>
        </w:rPr>
        <w:t xml:space="preserve"> الأشعري</w:t>
      </w:r>
      <w:r w:rsidR="00D8054C">
        <w:rPr>
          <w:rtl/>
        </w:rPr>
        <w:t>،</w:t>
      </w:r>
      <w:r w:rsidRPr="007E0B1D">
        <w:rPr>
          <w:rtl/>
        </w:rPr>
        <w:t xml:space="preserve"> المعروف بشنبولة</w:t>
      </w:r>
      <w:r w:rsidR="00D8054C">
        <w:rPr>
          <w:rtl/>
        </w:rPr>
        <w:t>،</w:t>
      </w:r>
      <w:r w:rsidRPr="007E0B1D">
        <w:rPr>
          <w:rtl/>
        </w:rPr>
        <w:t xml:space="preserve"> وقيل شينولة</w:t>
      </w:r>
      <w:r w:rsidR="00D8054C">
        <w:rPr>
          <w:rtl/>
        </w:rPr>
        <w:t>،</w:t>
      </w:r>
      <w:r w:rsidRPr="007E0B1D">
        <w:rPr>
          <w:rtl/>
        </w:rPr>
        <w:t xml:space="preserve"> وقيل سنبولة.</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محدث امامي عادل.</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علي بن مهزيار</w:t>
      </w:r>
      <w:r w:rsidR="00D8054C">
        <w:rPr>
          <w:rtl/>
        </w:rPr>
        <w:t>،</w:t>
      </w:r>
      <w:r w:rsidRPr="007E0B1D">
        <w:rPr>
          <w:rtl/>
        </w:rPr>
        <w:t xml:space="preserve"> ومحمّد بن اورمة القمي</w:t>
      </w:r>
      <w:r w:rsidR="00D8054C">
        <w:rPr>
          <w:rtl/>
        </w:rPr>
        <w:t>،</w:t>
      </w:r>
      <w:r w:rsidRPr="007E0B1D">
        <w:rPr>
          <w:rtl/>
        </w:rPr>
        <w:t xml:space="preserve"> والهيثم بن أبي مسروق النهدي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الكافي ج 1 ص 42 وفيها يروي عن الامام الجواد </w:t>
      </w:r>
      <w:r w:rsidR="00D8054C" w:rsidRPr="00D8054C">
        <w:rPr>
          <w:rStyle w:val="libAlaemChar"/>
          <w:rtl/>
        </w:rPr>
        <w:t>عليه‌السلام</w:t>
      </w:r>
      <w:r w:rsidR="00D8054C">
        <w:rPr>
          <w:rtl/>
        </w:rPr>
        <w:t>،</w:t>
      </w:r>
      <w:r w:rsidRPr="007E0B1D">
        <w:rPr>
          <w:rtl/>
        </w:rPr>
        <w:t xml:space="preserve"> وج 2 ص 202</w:t>
      </w:r>
      <w:r w:rsidR="00D8054C">
        <w:rPr>
          <w:rtl/>
        </w:rPr>
        <w:t>،</w:t>
      </w:r>
      <w:r w:rsidRPr="007E0B1D">
        <w:rPr>
          <w:rtl/>
        </w:rPr>
        <w:t xml:space="preserve"> وج 3 ص 398</w:t>
      </w:r>
      <w:r w:rsidR="00D8054C">
        <w:rPr>
          <w:rtl/>
        </w:rPr>
        <w:t>،</w:t>
      </w:r>
      <w:r w:rsidRPr="007E0B1D">
        <w:rPr>
          <w:rtl/>
        </w:rPr>
        <w:t xml:space="preserve"> وج 5 ص 394</w:t>
      </w:r>
      <w:r w:rsidR="00D8054C">
        <w:rPr>
          <w:rtl/>
        </w:rPr>
        <w:t>،</w:t>
      </w:r>
      <w:r w:rsidRPr="007E0B1D">
        <w:rPr>
          <w:rtl/>
        </w:rPr>
        <w:t xml:space="preserve"> وج 6 ص 81 وص 246</w:t>
      </w:r>
      <w:r w:rsidR="00D8054C">
        <w:rPr>
          <w:rtl/>
        </w:rPr>
        <w:t>،</w:t>
      </w:r>
      <w:r w:rsidRPr="007E0B1D">
        <w:rPr>
          <w:rtl/>
        </w:rPr>
        <w:t xml:space="preserve"> وج 7 ص 99 وص 163 وص 164. طرائف المقال ج 1 ص 345. الاختصاص ص 294.</w:t>
      </w:r>
      <w:r>
        <w:rPr>
          <w:rFonts w:hint="cs"/>
          <w:rtl/>
        </w:rPr>
        <w:t xml:space="preserve"> </w:t>
      </w:r>
      <w:r w:rsidRPr="007E0B1D">
        <w:rPr>
          <w:rtl/>
        </w:rPr>
        <w:t>منهج المقال ص 290. رجال النجاشي ص 76 في ترجمة ادريس بن عبد الله الأشعري. فهرست الطوسي ص 73 في ترجمة زكريا بن آدم</w:t>
      </w:r>
      <w:r w:rsidR="00D8054C">
        <w:rPr>
          <w:rtl/>
        </w:rPr>
        <w:t>،</w:t>
      </w:r>
      <w:r w:rsidRPr="007E0B1D">
        <w:rPr>
          <w:rtl/>
        </w:rPr>
        <w:t xml:space="preserve"> وص 76 في ترجمة سعد بن سعد الأشعري. نضد الايضاح ص 284. التهذيب ج 4 ص 123</w:t>
      </w:r>
      <w:r w:rsidR="00D8054C">
        <w:rPr>
          <w:rtl/>
        </w:rPr>
        <w:t>،</w:t>
      </w:r>
      <w:r w:rsidRPr="007E0B1D">
        <w:rPr>
          <w:rtl/>
        </w:rPr>
        <w:t xml:space="preserve"> وج 7 ص 254 وص 386</w:t>
      </w:r>
      <w:r w:rsidR="00D8054C">
        <w:rPr>
          <w:rtl/>
        </w:rPr>
        <w:t>،</w:t>
      </w:r>
      <w:r w:rsidRPr="007E0B1D">
        <w:rPr>
          <w:rtl/>
        </w:rPr>
        <w:t xml:space="preserve"> وج 8 ص 62</w:t>
      </w:r>
      <w:r w:rsidR="00D8054C">
        <w:rPr>
          <w:rtl/>
        </w:rPr>
        <w:t>،</w:t>
      </w:r>
      <w:r w:rsidRPr="007E0B1D">
        <w:rPr>
          <w:rtl/>
        </w:rPr>
        <w:t xml:space="preserve"> وج 9 ص 39 وص 226 وص 273 وص 290 وص 343. الوجيزة ص 46. دلائل الامامة ص 88. توضيح الاشتباه ص 268. معجم الثقات ص 346. هداية المحدثين ص 232. أضبط المقال ص 540. معجم رجال الحديث ج 15 ص 200 وص 202 وص 203 وص 265 وص 290. رجال الطوسي في أصحاب الرضا </w:t>
      </w:r>
      <w:r w:rsidR="00D8054C" w:rsidRPr="00D8054C">
        <w:rPr>
          <w:rStyle w:val="libAlaemChar"/>
          <w:rtl/>
        </w:rPr>
        <w:t>عليه‌السلام</w:t>
      </w:r>
      <w:r w:rsidRPr="007E0B1D">
        <w:rPr>
          <w:rtl/>
        </w:rPr>
        <w:t xml:space="preserve"> ص 391. خاتمة المستدرك ص 841. نقد الرجال ص 299. من لا يحضره الفقيه ج 4 ص 231. رجال البرقي فيه أصحاب الكاظم </w:t>
      </w:r>
      <w:r w:rsidR="00D8054C" w:rsidRPr="00D8054C">
        <w:rPr>
          <w:rStyle w:val="libAlaemChar"/>
          <w:rtl/>
        </w:rPr>
        <w:t>عليه‌السلام</w:t>
      </w:r>
      <w:r w:rsidRPr="007E0B1D">
        <w:rPr>
          <w:rtl/>
        </w:rPr>
        <w:t xml:space="preserve"> ص 51. جامع الرواة ج 2 ص 89. الاستبصار ج 2 ص 55</w:t>
      </w:r>
      <w:r w:rsidR="00D8054C">
        <w:rPr>
          <w:rtl/>
        </w:rPr>
        <w:t>،</w:t>
      </w:r>
      <w:r w:rsidRPr="007E0B1D">
        <w:rPr>
          <w:rtl/>
        </w:rPr>
        <w:t xml:space="preserve"> وج 3 ص 239</w:t>
      </w:r>
      <w:r w:rsidR="00D8054C">
        <w:rPr>
          <w:rtl/>
        </w:rPr>
        <w:t>،</w:t>
      </w:r>
      <w:r w:rsidRPr="007E0B1D">
        <w:rPr>
          <w:rtl/>
        </w:rPr>
        <w:t xml:space="preserve"> وج 4 ص 137 وص 182. منتهى المقال ص 268.</w:t>
      </w:r>
      <w:r>
        <w:rPr>
          <w:rFonts w:hint="cs"/>
          <w:rtl/>
        </w:rPr>
        <w:t xml:space="preserve"> </w:t>
      </w:r>
      <w:r w:rsidRPr="007E0B1D">
        <w:rPr>
          <w:rtl/>
        </w:rPr>
        <w:t xml:space="preserve">تنقيح المقال ج 3 </w:t>
      </w:r>
      <w:r w:rsidR="00D8054C">
        <w:rPr>
          <w:rtl/>
        </w:rPr>
        <w:t>(</w:t>
      </w:r>
      <w:r w:rsidRPr="007E0B1D">
        <w:rPr>
          <w:rtl/>
        </w:rPr>
        <w:t>قسم الميم</w:t>
      </w:r>
      <w:r w:rsidR="00D8054C">
        <w:rPr>
          <w:rtl/>
        </w:rPr>
        <w:t>)</w:t>
      </w:r>
      <w:r w:rsidRPr="007E0B1D">
        <w:rPr>
          <w:rtl/>
        </w:rPr>
        <w:t xml:space="preserve"> ص 99. مجمع الرجال ج 5 ص 181.</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138</w:t>
      </w:r>
      <w:r w:rsidR="00D8054C">
        <w:rPr>
          <w:rtl/>
        </w:rPr>
        <w:t xml:space="preserve"> - </w:t>
      </w:r>
      <w:r w:rsidRPr="007E0B1D">
        <w:rPr>
          <w:rtl/>
        </w:rPr>
        <w:t>ابن شمون</w:t>
      </w:r>
    </w:p>
    <w:p w:rsidR="008867CD" w:rsidRPr="007E0B1D" w:rsidRDefault="008867CD" w:rsidP="008867CD">
      <w:pPr>
        <w:pStyle w:val="libNormal"/>
        <w:rPr>
          <w:rtl/>
        </w:rPr>
      </w:pPr>
      <w:r w:rsidRPr="007E0B1D">
        <w:rPr>
          <w:rtl/>
        </w:rPr>
        <w:t>محمّد بن الحسن بن شمون البصري</w:t>
      </w:r>
      <w:r w:rsidR="00D8054C">
        <w:rPr>
          <w:rtl/>
        </w:rPr>
        <w:t>،</w:t>
      </w:r>
      <w:r w:rsidRPr="007E0B1D">
        <w:rPr>
          <w:rtl/>
        </w:rPr>
        <w:t xml:space="preserve"> البغدادي</w:t>
      </w:r>
      <w:r w:rsidR="00D8054C">
        <w:rPr>
          <w:rtl/>
        </w:rPr>
        <w:t>،</w:t>
      </w:r>
      <w:r w:rsidRPr="007E0B1D">
        <w:rPr>
          <w:rtl/>
        </w:rPr>
        <w:t xml:space="preserve"> أبو جعفر</w:t>
      </w:r>
      <w:r w:rsidR="00D8054C">
        <w:rPr>
          <w:rtl/>
        </w:rPr>
        <w:t>،</w:t>
      </w:r>
      <w:r w:rsidRPr="007E0B1D">
        <w:rPr>
          <w:rtl/>
        </w:rPr>
        <w:t xml:space="preserve"> وقيل أبو الحسن.</w:t>
      </w:r>
    </w:p>
    <w:p w:rsidR="008867CD" w:rsidRPr="007E0B1D" w:rsidRDefault="008867CD" w:rsidP="008867CD">
      <w:pPr>
        <w:pStyle w:val="libNormal"/>
        <w:rPr>
          <w:rtl/>
        </w:rPr>
      </w:pPr>
      <w:r w:rsidRPr="007E0B1D">
        <w:rPr>
          <w:rtl/>
        </w:rPr>
        <w:t>من علماء ومحدثي الواقفية</w:t>
      </w:r>
      <w:r w:rsidR="00D8054C">
        <w:rPr>
          <w:rtl/>
        </w:rPr>
        <w:t>،</w:t>
      </w:r>
      <w:r w:rsidRPr="007E0B1D">
        <w:rPr>
          <w:rtl/>
        </w:rPr>
        <w:t xml:space="preserve"> ومن مشاهير غلاة وقته.</w:t>
      </w:r>
    </w:p>
    <w:p w:rsidR="008867CD" w:rsidRPr="007E0B1D" w:rsidRDefault="008867CD" w:rsidP="008867CD">
      <w:pPr>
        <w:pStyle w:val="libNormal"/>
        <w:rPr>
          <w:rtl/>
        </w:rPr>
      </w:pPr>
      <w:r w:rsidRPr="007E0B1D">
        <w:rPr>
          <w:rtl/>
        </w:rPr>
        <w:t>كان فاسد المذهب والعقيدة</w:t>
      </w:r>
      <w:r w:rsidR="00D8054C">
        <w:rPr>
          <w:rtl/>
        </w:rPr>
        <w:t>،</w:t>
      </w:r>
      <w:r w:rsidRPr="007E0B1D">
        <w:rPr>
          <w:rtl/>
        </w:rPr>
        <w:t xml:space="preserve"> وحديثه ضعيف جدا</w:t>
      </w:r>
      <w:r w:rsidR="00D8054C">
        <w:rPr>
          <w:rtl/>
        </w:rPr>
        <w:t>،</w:t>
      </w:r>
      <w:r w:rsidRPr="007E0B1D">
        <w:rPr>
          <w:rtl/>
        </w:rPr>
        <w:t xml:space="preserve"> لا يروى عنه ولا يلتفت الى تاليفه.</w:t>
      </w:r>
    </w:p>
    <w:p w:rsidR="008867CD" w:rsidRPr="007E0B1D" w:rsidRDefault="008867CD" w:rsidP="008867CD">
      <w:pPr>
        <w:pStyle w:val="libNormal"/>
        <w:rPr>
          <w:rtl/>
        </w:rPr>
      </w:pPr>
      <w:r w:rsidRPr="007E0B1D">
        <w:rPr>
          <w:rtl/>
        </w:rPr>
        <w:t>كان بصري الأصل</w:t>
      </w:r>
      <w:r w:rsidR="00D8054C">
        <w:rPr>
          <w:rtl/>
        </w:rPr>
        <w:t>،</w:t>
      </w:r>
      <w:r w:rsidRPr="007E0B1D">
        <w:rPr>
          <w:rtl/>
        </w:rPr>
        <w:t xml:space="preserve"> انتقل الى بغداد وأقام بها</w:t>
      </w:r>
      <w:r w:rsidR="00D8054C">
        <w:rPr>
          <w:rtl/>
        </w:rPr>
        <w:t>،</w:t>
      </w:r>
      <w:r w:rsidRPr="007E0B1D">
        <w:rPr>
          <w:rtl/>
        </w:rPr>
        <w:t xml:space="preserve"> وكان في أول أمره واقفيا ثم غلا ففسدت عقيدته.</w:t>
      </w:r>
    </w:p>
    <w:p w:rsidR="008867CD" w:rsidRPr="007E0B1D" w:rsidRDefault="008867CD" w:rsidP="008867CD">
      <w:pPr>
        <w:pStyle w:val="libNormal"/>
        <w:rPr>
          <w:rtl/>
        </w:rPr>
      </w:pPr>
      <w:r w:rsidRPr="007E0B1D">
        <w:rPr>
          <w:rtl/>
        </w:rPr>
        <w:t xml:space="preserve">روى عن الأئمة الكاظم والجواد والهادي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فيه 140 موردا في أسناد الروايات.</w:t>
      </w:r>
    </w:p>
    <w:p w:rsidR="008867CD" w:rsidRPr="007E0B1D" w:rsidRDefault="008867CD" w:rsidP="008867CD">
      <w:pPr>
        <w:pStyle w:val="libNormal"/>
        <w:rPr>
          <w:rtl/>
        </w:rPr>
      </w:pPr>
      <w:r w:rsidRPr="007E0B1D">
        <w:rPr>
          <w:rtl/>
        </w:rPr>
        <w:t>روى عنه عبيد الله بن العلاء المذاري</w:t>
      </w:r>
      <w:r w:rsidR="00D8054C">
        <w:rPr>
          <w:rtl/>
        </w:rPr>
        <w:t>،</w:t>
      </w:r>
      <w:r w:rsidRPr="007E0B1D">
        <w:rPr>
          <w:rtl/>
        </w:rPr>
        <w:t xml:space="preserve"> والحسين بن قاسم</w:t>
      </w:r>
      <w:r w:rsidR="00D8054C">
        <w:rPr>
          <w:rtl/>
        </w:rPr>
        <w:t>،</w:t>
      </w:r>
      <w:r w:rsidRPr="007E0B1D">
        <w:rPr>
          <w:rtl/>
        </w:rPr>
        <w:t xml:space="preserve"> وسهل بن زياد وغيرهم.</w:t>
      </w:r>
    </w:p>
    <w:p w:rsidR="008867CD" w:rsidRPr="007E0B1D" w:rsidRDefault="008867CD" w:rsidP="008867CD">
      <w:pPr>
        <w:pStyle w:val="libNormal"/>
        <w:rPr>
          <w:rtl/>
        </w:rPr>
      </w:pPr>
      <w:r w:rsidRPr="007E0B1D">
        <w:rPr>
          <w:rtl/>
        </w:rPr>
        <w:t xml:space="preserve">له من الكتب « أسامي أمير المؤمنين </w:t>
      </w:r>
      <w:r w:rsidR="00D8054C" w:rsidRPr="00D8054C">
        <w:rPr>
          <w:rStyle w:val="libAlaemChar"/>
          <w:rtl/>
        </w:rPr>
        <w:t>عليه‌السلام</w:t>
      </w:r>
      <w:r w:rsidRPr="007E0B1D">
        <w:rPr>
          <w:rtl/>
        </w:rPr>
        <w:t xml:space="preserve">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المعرفة »</w:t>
      </w:r>
      <w:r w:rsidR="00D8054C">
        <w:rPr>
          <w:rtl/>
        </w:rPr>
        <w:t>،</w:t>
      </w:r>
      <w:r w:rsidRPr="007E0B1D">
        <w:rPr>
          <w:rtl/>
        </w:rPr>
        <w:t xml:space="preserve"> </w:t>
      </w:r>
      <w:r>
        <w:rPr>
          <w:rtl/>
        </w:rPr>
        <w:t>و «</w:t>
      </w:r>
      <w:r w:rsidRPr="007E0B1D">
        <w:rPr>
          <w:rtl/>
        </w:rPr>
        <w:t xml:space="preserve"> السنن والآداب ومكارم الأخلاق »</w:t>
      </w:r>
      <w:r>
        <w:rPr>
          <w:rtl/>
        </w:rPr>
        <w:t>.</w:t>
      </w:r>
    </w:p>
    <w:p w:rsidR="008867CD" w:rsidRPr="007E0B1D" w:rsidRDefault="008867CD" w:rsidP="008867CD">
      <w:pPr>
        <w:pStyle w:val="libNormal"/>
        <w:rPr>
          <w:rtl/>
        </w:rPr>
      </w:pPr>
      <w:r w:rsidRPr="007E0B1D">
        <w:rPr>
          <w:rtl/>
        </w:rPr>
        <w:t>ولد سنة 144 ه‍</w:t>
      </w:r>
      <w:r w:rsidR="00D8054C">
        <w:rPr>
          <w:rtl/>
        </w:rPr>
        <w:t>،</w:t>
      </w:r>
      <w:r w:rsidRPr="007E0B1D">
        <w:rPr>
          <w:rtl/>
        </w:rPr>
        <w:t xml:space="preserve"> وتوفي سنة 258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424</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436. اتقان المقال ص 342.</w:t>
      </w:r>
      <w:r>
        <w:rPr>
          <w:rFonts w:hint="cs"/>
          <w:rtl/>
        </w:rPr>
        <w:t xml:space="preserve"> </w:t>
      </w:r>
      <w:r w:rsidRPr="007E0B1D">
        <w:rPr>
          <w:rtl/>
        </w:rPr>
        <w:t>المناقب ج 4 ص 380. فهرست الطوسي ص 154. بهجة الآمال ج 6 ص 345 وص 348. رجال الأنصاري ص 157. كامل الزيارات ص 149. معجم رجال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الحديث ج 15 ص 220</w:t>
      </w:r>
      <w:r w:rsidR="00D8054C">
        <w:rPr>
          <w:rtl/>
        </w:rPr>
        <w:t xml:space="preserve"> - </w:t>
      </w:r>
      <w:r w:rsidRPr="007E0B1D">
        <w:rPr>
          <w:rtl/>
        </w:rPr>
        <w:t xml:space="preserve">ص 225. رجال الحلي </w:t>
      </w:r>
      <w:r w:rsidR="00D8054C">
        <w:rPr>
          <w:rtl/>
        </w:rPr>
        <w:t>(</w:t>
      </w:r>
      <w:r w:rsidRPr="007E0B1D">
        <w:rPr>
          <w:rtl/>
        </w:rPr>
        <w:t>قسم الضعفاء</w:t>
      </w:r>
      <w:r w:rsidR="00D8054C">
        <w:rPr>
          <w:rtl/>
        </w:rPr>
        <w:t>)</w:t>
      </w:r>
      <w:r w:rsidRPr="007E0B1D">
        <w:rPr>
          <w:rtl/>
        </w:rPr>
        <w:t xml:space="preserve"> ص 252.</w:t>
      </w:r>
      <w:r>
        <w:rPr>
          <w:rFonts w:hint="cs"/>
          <w:rtl/>
        </w:rPr>
        <w:t xml:space="preserve"> </w:t>
      </w:r>
      <w:r w:rsidRPr="007E0B1D">
        <w:rPr>
          <w:rtl/>
        </w:rPr>
        <w:t xml:space="preserve">جامع الرواة ج 2 ص 92. نقد الرجال ص 300. إيضاح الاشتباه ص 71. رجال ابن داود </w:t>
      </w:r>
      <w:r w:rsidR="00D8054C">
        <w:rPr>
          <w:rtl/>
        </w:rPr>
        <w:t>(</w:t>
      </w:r>
      <w:r w:rsidRPr="007E0B1D">
        <w:rPr>
          <w:rtl/>
        </w:rPr>
        <w:t>قسم الضعفاء</w:t>
      </w:r>
      <w:r w:rsidR="00D8054C">
        <w:rPr>
          <w:rtl/>
        </w:rPr>
        <w:t>)</w:t>
      </w:r>
      <w:r w:rsidRPr="007E0B1D">
        <w:rPr>
          <w:rtl/>
        </w:rPr>
        <w:t xml:space="preserve"> ص 272 وص 295. تنقيح المقال ج 3 ص 102. معالم العلماء ص 110. أضبط المقال ص 547. هداية المحدثين ص 233. روضة المتقين ج 14 ص 433. معجم الثقات ص 346. توضيح الاشتباه ص 268.</w:t>
      </w:r>
      <w:r>
        <w:rPr>
          <w:rFonts w:hint="cs"/>
          <w:rtl/>
        </w:rPr>
        <w:t xml:space="preserve"> </w:t>
      </w:r>
      <w:r w:rsidRPr="007E0B1D">
        <w:rPr>
          <w:rtl/>
        </w:rPr>
        <w:t>رجال النجاشي ص 236. منتهى المقال ص 269. مجمع الرجال ج 5 ص 186 وص 187 وص 188. الذريعة ج 12 ص 238</w:t>
      </w:r>
      <w:r w:rsidR="00D8054C">
        <w:rPr>
          <w:rtl/>
        </w:rPr>
        <w:t>،</w:t>
      </w:r>
      <w:r w:rsidRPr="007E0B1D">
        <w:rPr>
          <w:rtl/>
        </w:rPr>
        <w:t xml:space="preserve"> وج 21 ص 245</w:t>
      </w:r>
      <w:r w:rsidR="00D8054C">
        <w:rPr>
          <w:rtl/>
        </w:rPr>
        <w:t>،</w:t>
      </w:r>
      <w:r w:rsidRPr="007E0B1D">
        <w:rPr>
          <w:rtl/>
        </w:rPr>
        <w:t xml:space="preserve"> وج 24 ص 338. رجال الكشي ص 322 وص 533 وص 534 وص 572. نضد الايضاح ص 285. منهج المقال ص 291. روضة الكافي ص 206 وص 214.</w:t>
      </w:r>
      <w:r>
        <w:rPr>
          <w:rFonts w:hint="cs"/>
          <w:rtl/>
        </w:rPr>
        <w:t xml:space="preserve"> </w:t>
      </w:r>
      <w:r w:rsidRPr="007E0B1D">
        <w:rPr>
          <w:rtl/>
        </w:rPr>
        <w:t>التهذيب ج 1 ص 334</w:t>
      </w:r>
      <w:r w:rsidR="00D8054C">
        <w:rPr>
          <w:rtl/>
        </w:rPr>
        <w:t>،</w:t>
      </w:r>
      <w:r w:rsidRPr="007E0B1D">
        <w:rPr>
          <w:rtl/>
        </w:rPr>
        <w:t xml:space="preserve"> وج 2 ص 121</w:t>
      </w:r>
      <w:r w:rsidR="00D8054C">
        <w:rPr>
          <w:rtl/>
        </w:rPr>
        <w:t>،</w:t>
      </w:r>
      <w:r w:rsidRPr="007E0B1D">
        <w:rPr>
          <w:rtl/>
        </w:rPr>
        <w:t xml:space="preserve"> وج 6 ص 164 وص 166 وص 218 وص 243 وص 278 وص 367 وص 374 وص 388 وص 393 وص 398</w:t>
      </w:r>
      <w:r w:rsidR="00D8054C">
        <w:rPr>
          <w:rtl/>
        </w:rPr>
        <w:t>،</w:t>
      </w:r>
      <w:r w:rsidRPr="007E0B1D">
        <w:rPr>
          <w:rtl/>
        </w:rPr>
        <w:t xml:space="preserve"> وج 7 وص 124 وص 134 وص 144 وص 216 وص 293</w:t>
      </w:r>
      <w:r w:rsidR="00D8054C">
        <w:rPr>
          <w:rtl/>
        </w:rPr>
        <w:t>،</w:t>
      </w:r>
      <w:r w:rsidRPr="007E0B1D">
        <w:rPr>
          <w:rtl/>
        </w:rPr>
        <w:t xml:space="preserve"> وج 8 ص 39 وص 308 وص 555</w:t>
      </w:r>
      <w:r w:rsidR="00D8054C">
        <w:rPr>
          <w:rtl/>
        </w:rPr>
        <w:t>،</w:t>
      </w:r>
      <w:r w:rsidRPr="007E0B1D">
        <w:rPr>
          <w:rtl/>
        </w:rPr>
        <w:t xml:space="preserve"> وج 9 ص 14 وص 45</w:t>
      </w:r>
      <w:r w:rsidR="00D8054C">
        <w:rPr>
          <w:rtl/>
        </w:rPr>
        <w:t>،</w:t>
      </w:r>
      <w:r w:rsidRPr="007E0B1D">
        <w:rPr>
          <w:rtl/>
        </w:rPr>
        <w:t xml:space="preserve"> وج 10 ص 33 وص 115 وص 190 وص 293. طرائف المقال ج 1 ص 254. روضة المتقين ج 14 ص 433.</w:t>
      </w:r>
      <w:r>
        <w:rPr>
          <w:rFonts w:hint="cs"/>
          <w:rtl/>
        </w:rPr>
        <w:t xml:space="preserve"> </w:t>
      </w:r>
      <w:r w:rsidRPr="007E0B1D">
        <w:rPr>
          <w:rtl/>
        </w:rPr>
        <w:t>الاستبصار ج 3 ص 279 وص 351</w:t>
      </w:r>
      <w:r w:rsidR="00D8054C">
        <w:rPr>
          <w:rtl/>
        </w:rPr>
        <w:t>،</w:t>
      </w:r>
      <w:r w:rsidRPr="007E0B1D">
        <w:rPr>
          <w:rtl/>
        </w:rPr>
        <w:t xml:space="preserve"> وج 4 ص 5 وص 64 وص 77 وص 244 وص 254 وغيرها. الكافي ج 1 ص 199 وص 427 وص 451</w:t>
      </w:r>
      <w:r w:rsidR="00D8054C">
        <w:rPr>
          <w:rtl/>
        </w:rPr>
        <w:t>،</w:t>
      </w:r>
      <w:r w:rsidRPr="007E0B1D">
        <w:rPr>
          <w:rtl/>
        </w:rPr>
        <w:t xml:space="preserve"> وج 2 ص 291 وص 308 وص 323 وص 450</w:t>
      </w:r>
      <w:r w:rsidR="00D8054C">
        <w:rPr>
          <w:rtl/>
        </w:rPr>
        <w:t>،</w:t>
      </w:r>
      <w:r w:rsidRPr="007E0B1D">
        <w:rPr>
          <w:rtl/>
        </w:rPr>
        <w:t xml:space="preserve"> وج 3 ص 22 وص 124 وص 214 وص 237 وص 369 وص 431 وص 489 وص 503</w:t>
      </w:r>
      <w:r w:rsidR="00D8054C">
        <w:rPr>
          <w:rtl/>
        </w:rPr>
        <w:t>،</w:t>
      </w:r>
      <w:r w:rsidRPr="007E0B1D">
        <w:rPr>
          <w:rtl/>
        </w:rPr>
        <w:t xml:space="preserve"> وج 4 ص 278</w:t>
      </w:r>
      <w:r w:rsidR="00D8054C">
        <w:rPr>
          <w:rtl/>
        </w:rPr>
        <w:t>،</w:t>
      </w:r>
      <w:r w:rsidRPr="007E0B1D">
        <w:rPr>
          <w:rtl/>
        </w:rPr>
        <w:t xml:space="preserve"> وج 5 ص 34 وص 36 وص 227 وص 298 وص 453</w:t>
      </w:r>
      <w:r w:rsidR="00D8054C">
        <w:rPr>
          <w:rtl/>
        </w:rPr>
        <w:t>،</w:t>
      </w:r>
      <w:r w:rsidRPr="007E0B1D">
        <w:rPr>
          <w:rtl/>
        </w:rPr>
        <w:t xml:space="preserve"> وج 6 ص 127 وص 381</w:t>
      </w:r>
      <w:r w:rsidR="00D8054C">
        <w:rPr>
          <w:rtl/>
        </w:rPr>
        <w:t>،</w:t>
      </w:r>
      <w:r w:rsidRPr="007E0B1D">
        <w:rPr>
          <w:rtl/>
        </w:rPr>
        <w:t xml:space="preserve"> وج 7 ص 310 وغيرها.</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139</w:t>
      </w:r>
      <w:r w:rsidR="00D8054C">
        <w:rPr>
          <w:rtl/>
        </w:rPr>
        <w:t xml:space="preserve"> - </w:t>
      </w:r>
      <w:r w:rsidRPr="007E0B1D">
        <w:rPr>
          <w:rtl/>
        </w:rPr>
        <w:t>محمّد بن الحسن بن عمار</w:t>
      </w:r>
    </w:p>
    <w:p w:rsidR="008867CD" w:rsidRPr="007E0B1D" w:rsidRDefault="008867CD" w:rsidP="008867CD">
      <w:pPr>
        <w:pStyle w:val="libNormal"/>
        <w:rPr>
          <w:rtl/>
        </w:rPr>
      </w:pPr>
      <w:r w:rsidRPr="007E0B1D">
        <w:rPr>
          <w:rtl/>
        </w:rPr>
        <w:t>محدث</w:t>
      </w:r>
      <w:r w:rsidR="00D8054C">
        <w:rPr>
          <w:rtl/>
        </w:rPr>
        <w:t>،</w:t>
      </w:r>
      <w:r w:rsidRPr="007E0B1D">
        <w:rPr>
          <w:rtl/>
        </w:rPr>
        <w:t xml:space="preserve"> تشرف بلقاء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محمّد بن خلاد الصيقل.</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الكافي ج 1 ص 258 وفيه يروي تعظيم وتجليل علي ابن الامام الصادق </w:t>
      </w:r>
      <w:r w:rsidR="00D8054C" w:rsidRPr="00D8054C">
        <w:rPr>
          <w:rStyle w:val="libAlaemChar"/>
          <w:rtl/>
        </w:rPr>
        <w:t>عليه‌السلام</w:t>
      </w:r>
      <w:r w:rsidRPr="007E0B1D">
        <w:rPr>
          <w:rtl/>
        </w:rPr>
        <w:t xml:space="preserve"> للامام الجواد </w:t>
      </w:r>
      <w:r w:rsidR="00D8054C" w:rsidRPr="00D8054C">
        <w:rPr>
          <w:rStyle w:val="libAlaemChar"/>
          <w:rtl/>
        </w:rPr>
        <w:t>عليه‌السلام</w:t>
      </w:r>
      <w:r w:rsidRPr="007E0B1D">
        <w:rPr>
          <w:rtl/>
        </w:rPr>
        <w:t xml:space="preserve">. تنقيح المقال </w:t>
      </w:r>
      <w:r w:rsidR="00D8054C">
        <w:rPr>
          <w:rtl/>
        </w:rPr>
        <w:t>(</w:t>
      </w:r>
      <w:r w:rsidRPr="007E0B1D">
        <w:rPr>
          <w:rtl/>
        </w:rPr>
        <w:t>قسم الميم</w:t>
      </w:r>
      <w:r w:rsidR="00D8054C">
        <w:rPr>
          <w:rtl/>
        </w:rPr>
        <w:t>)</w:t>
      </w:r>
      <w:r w:rsidRPr="007E0B1D">
        <w:rPr>
          <w:rtl/>
        </w:rPr>
        <w:t xml:space="preserve"> ج 3 ص 105. معجم رجال الحديث ج 15 ص 248. جامع الرواة ج 2 ص 95.</w:t>
      </w:r>
    </w:p>
    <w:p w:rsidR="008867CD" w:rsidRPr="007E0B1D" w:rsidRDefault="008867CD" w:rsidP="008867CD">
      <w:pPr>
        <w:pStyle w:val="libCenterBold1"/>
        <w:rPr>
          <w:rtl/>
        </w:rPr>
      </w:pPr>
      <w:r w:rsidRPr="007E0B1D">
        <w:rPr>
          <w:rtl/>
        </w:rPr>
        <w:t>140</w:t>
      </w:r>
      <w:r w:rsidR="00D8054C">
        <w:rPr>
          <w:rtl/>
        </w:rPr>
        <w:t xml:space="preserve"> - </w:t>
      </w:r>
      <w:r w:rsidRPr="007E0B1D">
        <w:rPr>
          <w:rtl/>
        </w:rPr>
        <w:t>محمّد بن الحسن بن محبوب</w:t>
      </w:r>
    </w:p>
    <w:p w:rsidR="008867CD" w:rsidRPr="007E0B1D" w:rsidRDefault="008867CD" w:rsidP="008867CD">
      <w:pPr>
        <w:pStyle w:val="libNormal"/>
        <w:rPr>
          <w:rtl/>
        </w:rPr>
      </w:pPr>
      <w:r w:rsidRPr="007E0B1D">
        <w:rPr>
          <w:rtl/>
        </w:rPr>
        <w:t xml:space="preserve">امامي لم أتوصل الى معرفة أحواله سوى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408. جامع الرواة ج 2 ص 96. نقد الرجال ص 302. مجمع الرجال ج 5 ص 195. معجم رجال الحديث ج 15 ص 251. تنقيح المقال ج 3 ص 105 وفيه</w:t>
      </w:r>
      <w:r w:rsidR="00D8054C">
        <w:rPr>
          <w:rtl/>
        </w:rPr>
        <w:t>:</w:t>
      </w:r>
      <w:r w:rsidRPr="007E0B1D">
        <w:rPr>
          <w:rtl/>
        </w:rPr>
        <w:t xml:space="preserve"> امامي بلا شبهة ولكني لم أقف فيه على مدح يدرجه في الحسان. طرائف المقال ج 1 ص 346.</w:t>
      </w:r>
      <w:r>
        <w:rPr>
          <w:rFonts w:hint="cs"/>
          <w:rtl/>
        </w:rPr>
        <w:t xml:space="preserve"> </w:t>
      </w:r>
      <w:r w:rsidRPr="007E0B1D">
        <w:rPr>
          <w:rtl/>
        </w:rPr>
        <w:t>منهج المقال ص 293. منتهى المقال ص 260.</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141</w:t>
      </w:r>
      <w:r w:rsidR="00D8054C">
        <w:rPr>
          <w:rtl/>
        </w:rPr>
        <w:t xml:space="preserve"> - </w:t>
      </w:r>
      <w:r w:rsidRPr="007E0B1D">
        <w:rPr>
          <w:rtl/>
        </w:rPr>
        <w:t>الواسطي</w:t>
      </w:r>
    </w:p>
    <w:p w:rsidR="008867CD" w:rsidRPr="007E0B1D" w:rsidRDefault="008867CD" w:rsidP="008867CD">
      <w:pPr>
        <w:pStyle w:val="libNormal"/>
        <w:rPr>
          <w:rtl/>
        </w:rPr>
      </w:pPr>
      <w:r w:rsidRPr="007E0B1D">
        <w:rPr>
          <w:rtl/>
        </w:rPr>
        <w:t>محمّد بن الحسن الواسطي.</w:t>
      </w:r>
    </w:p>
    <w:p w:rsidR="008867CD" w:rsidRPr="007E0B1D" w:rsidRDefault="008867CD" w:rsidP="008867CD">
      <w:pPr>
        <w:pStyle w:val="libNormal"/>
        <w:rPr>
          <w:rtl/>
        </w:rPr>
      </w:pPr>
      <w:r w:rsidRPr="007E0B1D">
        <w:rPr>
          <w:rtl/>
        </w:rPr>
        <w:t>محدث امامي</w:t>
      </w:r>
      <w:r w:rsidR="00D8054C">
        <w:rPr>
          <w:rtl/>
        </w:rPr>
        <w:t>،</w:t>
      </w:r>
      <w:r w:rsidRPr="007E0B1D">
        <w:rPr>
          <w:rtl/>
        </w:rPr>
        <w:t xml:space="preserve"> أدرك الامام الرضا </w:t>
      </w:r>
      <w:r w:rsidR="00D8054C" w:rsidRPr="00D8054C">
        <w:rPr>
          <w:rStyle w:val="libAlaemChar"/>
          <w:rtl/>
        </w:rPr>
        <w:t>عليه‌السلام</w:t>
      </w:r>
      <w:r w:rsidRPr="007E0B1D">
        <w:rPr>
          <w:rtl/>
        </w:rPr>
        <w:t xml:space="preserve"> وحدث عنه</w:t>
      </w:r>
      <w:r w:rsidR="00D8054C">
        <w:rPr>
          <w:rtl/>
        </w:rPr>
        <w:t>،</w:t>
      </w:r>
      <w:r w:rsidRPr="007E0B1D">
        <w:rPr>
          <w:rtl/>
        </w:rPr>
        <w:t xml:space="preserve"> وعاصر الامامين الجواد والهادي </w:t>
      </w:r>
      <w:r w:rsidR="00D8054C" w:rsidRPr="00D8054C">
        <w:rPr>
          <w:rStyle w:val="libAlaemChar"/>
          <w:rtl/>
        </w:rPr>
        <w:t>عليهما‌السلام</w:t>
      </w:r>
      <w:r w:rsidRPr="007E0B1D">
        <w:rPr>
          <w:rtl/>
        </w:rPr>
        <w:t xml:space="preserve"> وحظي لديهما</w:t>
      </w:r>
      <w:r w:rsidR="00D8054C">
        <w:rPr>
          <w:rtl/>
        </w:rPr>
        <w:t>،</w:t>
      </w:r>
      <w:r w:rsidRPr="007E0B1D">
        <w:rPr>
          <w:rtl/>
        </w:rPr>
        <w:t xml:space="preserve"> وكان له عندهما مقام رفيع لوثاقته وجلالة قدره.</w:t>
      </w:r>
    </w:p>
    <w:p w:rsidR="008867CD" w:rsidRPr="007E0B1D" w:rsidRDefault="008867CD" w:rsidP="008867CD">
      <w:pPr>
        <w:pStyle w:val="libNormal"/>
        <w:rPr>
          <w:rtl/>
        </w:rPr>
      </w:pPr>
      <w:r w:rsidRPr="007E0B1D">
        <w:rPr>
          <w:rtl/>
        </w:rPr>
        <w:t>روى عنه الفضل بن شاذان.</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408. نقد الرجال ص 302.</w:t>
      </w:r>
      <w:r>
        <w:rPr>
          <w:rFonts w:hint="cs"/>
          <w:rtl/>
        </w:rPr>
        <w:t xml:space="preserve"> </w:t>
      </w:r>
      <w:r w:rsidRPr="007E0B1D">
        <w:rPr>
          <w:rtl/>
        </w:rPr>
        <w:t>رجال الأنصاري ص 158. رجال الكشي ص 475 وص 477 وص 484 وص 543 وص 558 وفيه</w:t>
      </w:r>
      <w:r w:rsidR="00D8054C">
        <w:rPr>
          <w:rtl/>
        </w:rPr>
        <w:t>:</w:t>
      </w:r>
      <w:r w:rsidRPr="007E0B1D">
        <w:rPr>
          <w:rtl/>
        </w:rPr>
        <w:t xml:space="preserve"> ان أبا الحسن </w:t>
      </w:r>
      <w:r w:rsidR="00D8054C">
        <w:rPr>
          <w:rtl/>
        </w:rPr>
        <w:t>(</w:t>
      </w:r>
      <w:r w:rsidRPr="007E0B1D">
        <w:rPr>
          <w:rtl/>
        </w:rPr>
        <w:t xml:space="preserve">الهادي </w:t>
      </w:r>
      <w:r w:rsidR="00D8054C" w:rsidRPr="00D8054C">
        <w:rPr>
          <w:rStyle w:val="libAlaemChar"/>
          <w:rtl/>
        </w:rPr>
        <w:t>عليه‌السلام</w:t>
      </w:r>
      <w:r w:rsidR="00D8054C">
        <w:rPr>
          <w:rtl/>
        </w:rPr>
        <w:t>)</w:t>
      </w:r>
      <w:r w:rsidRPr="007E0B1D">
        <w:rPr>
          <w:rtl/>
        </w:rPr>
        <w:t xml:space="preserve"> أنفذ نفقته في مرضه ولكفنه</w:t>
      </w:r>
      <w:r w:rsidR="00D8054C">
        <w:rPr>
          <w:rtl/>
        </w:rPr>
        <w:t>،</w:t>
      </w:r>
      <w:r w:rsidRPr="007E0B1D">
        <w:rPr>
          <w:rtl/>
        </w:rPr>
        <w:t xml:space="preserve"> وأقام مأتمه عند موته. معجم رجال الحديث ج 15 ص 267. التحرير الطاوسي ص 252. رجال ابن داود </w:t>
      </w:r>
      <w:r w:rsidR="00D8054C">
        <w:rPr>
          <w:rtl/>
        </w:rPr>
        <w:t>(</w:t>
      </w:r>
      <w:r w:rsidRPr="007E0B1D">
        <w:rPr>
          <w:rtl/>
        </w:rPr>
        <w:t>قسم الثقات</w:t>
      </w:r>
      <w:r w:rsidR="00D8054C">
        <w:rPr>
          <w:rtl/>
        </w:rPr>
        <w:t>)</w:t>
      </w:r>
      <w:r w:rsidRPr="007E0B1D">
        <w:rPr>
          <w:rtl/>
        </w:rPr>
        <w:t xml:space="preserve"> ص 171. التهذيب ج 1 ص 465. طرائف المقال ج 1 ص 346. مجمع الرجال ج 5 ص 195. جامع الرواة ج 2 ص 96. رجال الحلي </w:t>
      </w:r>
      <w:r w:rsidR="00D8054C">
        <w:rPr>
          <w:rtl/>
        </w:rPr>
        <w:t>(</w:t>
      </w:r>
      <w:r w:rsidRPr="007E0B1D">
        <w:rPr>
          <w:rtl/>
        </w:rPr>
        <w:t>قسم الثقات</w:t>
      </w:r>
      <w:r w:rsidR="00D8054C">
        <w:rPr>
          <w:rtl/>
        </w:rPr>
        <w:t>)</w:t>
      </w:r>
      <w:r w:rsidRPr="007E0B1D">
        <w:rPr>
          <w:rtl/>
        </w:rPr>
        <w:t xml:space="preserve"> ص 151. معجم الثقات ص 347. تنقيح المقال ج 3 ص 105. وسائل الشيعة ج 20 ص 325. اتقان المقال ص 225. منتهى المقال ص 270. منهج المقال ص 293. الوجيزة ص 46.</w:t>
      </w:r>
    </w:p>
    <w:p w:rsidR="008867CD" w:rsidRPr="007E0B1D" w:rsidRDefault="008867CD" w:rsidP="008867CD">
      <w:pPr>
        <w:pStyle w:val="libCenterBold1"/>
        <w:rPr>
          <w:rtl/>
        </w:rPr>
      </w:pPr>
      <w:r w:rsidRPr="007E0B1D">
        <w:rPr>
          <w:rtl/>
        </w:rPr>
        <w:t>142</w:t>
      </w:r>
      <w:r w:rsidR="00D8054C">
        <w:rPr>
          <w:rtl/>
        </w:rPr>
        <w:t xml:space="preserve"> - </w:t>
      </w:r>
      <w:r w:rsidRPr="007E0B1D">
        <w:rPr>
          <w:rtl/>
        </w:rPr>
        <w:t>ابن أبي الخطاب</w:t>
      </w:r>
    </w:p>
    <w:p w:rsidR="008867CD" w:rsidRPr="007E0B1D" w:rsidRDefault="008867CD" w:rsidP="008867CD">
      <w:pPr>
        <w:pStyle w:val="libNormal"/>
        <w:rPr>
          <w:rtl/>
        </w:rPr>
      </w:pPr>
      <w:r w:rsidRPr="007E0B1D">
        <w:rPr>
          <w:rtl/>
        </w:rPr>
        <w:t>محمّد الحسين ابن أبي الخطاب زيد الهمداني</w:t>
      </w:r>
      <w:r w:rsidR="00D8054C">
        <w:rPr>
          <w:rtl/>
        </w:rPr>
        <w:t>،</w:t>
      </w:r>
      <w:r w:rsidRPr="007E0B1D">
        <w:rPr>
          <w:rtl/>
        </w:rPr>
        <w:t xml:space="preserve"> الكوفي</w:t>
      </w:r>
      <w:r w:rsidR="00D8054C">
        <w:rPr>
          <w:rtl/>
        </w:rPr>
        <w:t>،</w:t>
      </w:r>
      <w:r w:rsidRPr="007E0B1D">
        <w:rPr>
          <w:rtl/>
        </w:rPr>
        <w:t xml:space="preserve"> الزيات</w:t>
      </w:r>
      <w:r w:rsidR="00D8054C">
        <w:rPr>
          <w:rtl/>
        </w:rPr>
        <w:t>،</w:t>
      </w:r>
      <w:r w:rsidRPr="007E0B1D">
        <w:rPr>
          <w:rtl/>
        </w:rPr>
        <w:t xml:space="preserve"> أبو</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جعفر.</w:t>
      </w:r>
    </w:p>
    <w:p w:rsidR="008867CD" w:rsidRPr="007E0B1D" w:rsidRDefault="008867CD" w:rsidP="008867CD">
      <w:pPr>
        <w:pStyle w:val="libNormal"/>
        <w:rPr>
          <w:rtl/>
        </w:rPr>
      </w:pPr>
      <w:r w:rsidRPr="007E0B1D">
        <w:rPr>
          <w:rtl/>
        </w:rPr>
        <w:t>عالم شيعي امامي جليل القدر</w:t>
      </w:r>
      <w:r w:rsidR="00D8054C">
        <w:rPr>
          <w:rtl/>
        </w:rPr>
        <w:t>،</w:t>
      </w:r>
      <w:r w:rsidRPr="007E0B1D">
        <w:rPr>
          <w:rtl/>
        </w:rPr>
        <w:t xml:space="preserve"> محدث ثقة</w:t>
      </w:r>
      <w:r w:rsidR="00D8054C">
        <w:rPr>
          <w:rtl/>
        </w:rPr>
        <w:t>،</w:t>
      </w:r>
      <w:r w:rsidRPr="007E0B1D">
        <w:rPr>
          <w:rtl/>
        </w:rPr>
        <w:t xml:space="preserve"> فقيه فاضل</w:t>
      </w:r>
      <w:r w:rsidR="00D8054C">
        <w:rPr>
          <w:rtl/>
        </w:rPr>
        <w:t>،</w:t>
      </w:r>
      <w:r w:rsidRPr="007E0B1D">
        <w:rPr>
          <w:rtl/>
        </w:rPr>
        <w:t xml:space="preserve"> مجتهد عظيم القدر</w:t>
      </w:r>
      <w:r w:rsidR="00D8054C">
        <w:rPr>
          <w:rtl/>
        </w:rPr>
        <w:t>،</w:t>
      </w:r>
      <w:r w:rsidRPr="007E0B1D">
        <w:rPr>
          <w:rtl/>
        </w:rPr>
        <w:t xml:space="preserve"> متكلم بارع</w:t>
      </w:r>
      <w:r w:rsidR="00D8054C">
        <w:rPr>
          <w:rtl/>
        </w:rPr>
        <w:t>،</w:t>
      </w:r>
      <w:r w:rsidRPr="007E0B1D">
        <w:rPr>
          <w:rtl/>
        </w:rPr>
        <w:t xml:space="preserve"> كثير الرواية</w:t>
      </w:r>
      <w:r w:rsidR="00D8054C">
        <w:rPr>
          <w:rtl/>
        </w:rPr>
        <w:t>،</w:t>
      </w:r>
      <w:r w:rsidRPr="007E0B1D">
        <w:rPr>
          <w:rtl/>
        </w:rPr>
        <w:t xml:space="preserve"> وله تآليف حسنة.</w:t>
      </w:r>
    </w:p>
    <w:p w:rsidR="008867CD" w:rsidRPr="007E0B1D" w:rsidRDefault="008867CD" w:rsidP="008867CD">
      <w:pPr>
        <w:pStyle w:val="libNormal"/>
        <w:rPr>
          <w:rtl/>
        </w:rPr>
      </w:pPr>
      <w:r w:rsidRPr="007E0B1D">
        <w:rPr>
          <w:rtl/>
        </w:rPr>
        <w:t xml:space="preserve">صحب الأئمة الجواد والهادي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 189 موردا في أسناد الروايات.</w:t>
      </w:r>
    </w:p>
    <w:p w:rsidR="008867CD" w:rsidRPr="007E0B1D" w:rsidRDefault="008867CD" w:rsidP="008867CD">
      <w:pPr>
        <w:pStyle w:val="libNormal"/>
        <w:rPr>
          <w:rtl/>
        </w:rPr>
      </w:pPr>
      <w:r w:rsidRPr="007E0B1D">
        <w:rPr>
          <w:rtl/>
        </w:rPr>
        <w:t>روى عنه اكثر من 18 من الرواة أمثال</w:t>
      </w:r>
      <w:r w:rsidR="00D8054C">
        <w:rPr>
          <w:rtl/>
        </w:rPr>
        <w:t>:</w:t>
      </w:r>
      <w:r w:rsidRPr="007E0B1D">
        <w:rPr>
          <w:rtl/>
        </w:rPr>
        <w:t xml:space="preserve"> محمّد بن يحيى العطار</w:t>
      </w:r>
      <w:r w:rsidR="00D8054C">
        <w:rPr>
          <w:rtl/>
        </w:rPr>
        <w:t>،</w:t>
      </w:r>
      <w:r w:rsidRPr="007E0B1D">
        <w:rPr>
          <w:rtl/>
        </w:rPr>
        <w:t xml:space="preserve"> الحسن ابن متيل الدقاق</w:t>
      </w:r>
      <w:r w:rsidR="00D8054C">
        <w:rPr>
          <w:rtl/>
        </w:rPr>
        <w:t>،</w:t>
      </w:r>
      <w:r w:rsidRPr="007E0B1D">
        <w:rPr>
          <w:rtl/>
        </w:rPr>
        <w:t xml:space="preserve"> ومحمّد بن الحسن الصفار وغيرهم.</w:t>
      </w:r>
    </w:p>
    <w:p w:rsidR="008867CD" w:rsidRPr="007E0B1D" w:rsidRDefault="008867CD" w:rsidP="008867CD">
      <w:pPr>
        <w:pStyle w:val="libNormal"/>
        <w:rPr>
          <w:rtl/>
        </w:rPr>
      </w:pPr>
      <w:r w:rsidRPr="007E0B1D">
        <w:rPr>
          <w:rtl/>
        </w:rPr>
        <w:t>من كتبه « النوادر »</w:t>
      </w:r>
      <w:r w:rsidR="00D8054C">
        <w:rPr>
          <w:rtl/>
        </w:rPr>
        <w:t>،</w:t>
      </w:r>
      <w:r w:rsidRPr="007E0B1D">
        <w:rPr>
          <w:rtl/>
        </w:rPr>
        <w:t xml:space="preserve"> </w:t>
      </w:r>
      <w:r>
        <w:rPr>
          <w:rtl/>
        </w:rPr>
        <w:t>و «</w:t>
      </w:r>
      <w:r w:rsidRPr="007E0B1D">
        <w:rPr>
          <w:rtl/>
        </w:rPr>
        <w:t xml:space="preserve"> المعرفة »</w:t>
      </w:r>
      <w:r w:rsidR="00D8054C">
        <w:rPr>
          <w:rtl/>
        </w:rPr>
        <w:t>،</w:t>
      </w:r>
      <w:r w:rsidRPr="007E0B1D">
        <w:rPr>
          <w:rtl/>
        </w:rPr>
        <w:t xml:space="preserve"> </w:t>
      </w:r>
      <w:r>
        <w:rPr>
          <w:rtl/>
        </w:rPr>
        <w:t>و «</w:t>
      </w:r>
      <w:r w:rsidRPr="007E0B1D">
        <w:rPr>
          <w:rtl/>
        </w:rPr>
        <w:t xml:space="preserve"> التوحيد »</w:t>
      </w:r>
      <w:r w:rsidR="00D8054C">
        <w:rPr>
          <w:rtl/>
        </w:rPr>
        <w:t>،</w:t>
      </w:r>
      <w:r w:rsidRPr="007E0B1D">
        <w:rPr>
          <w:rtl/>
        </w:rPr>
        <w:t xml:space="preserve"> </w:t>
      </w:r>
      <w:r>
        <w:rPr>
          <w:rtl/>
        </w:rPr>
        <w:t>و «</w:t>
      </w:r>
      <w:r w:rsidRPr="007E0B1D">
        <w:rPr>
          <w:rtl/>
        </w:rPr>
        <w:t xml:space="preserve"> الرد على أهل القدر »</w:t>
      </w:r>
      <w:r w:rsidR="00D8054C">
        <w:rPr>
          <w:rtl/>
        </w:rPr>
        <w:t>،</w:t>
      </w:r>
      <w:r w:rsidRPr="007E0B1D">
        <w:rPr>
          <w:rtl/>
        </w:rPr>
        <w:t xml:space="preserve"> </w:t>
      </w:r>
      <w:r>
        <w:rPr>
          <w:rtl/>
        </w:rPr>
        <w:t>و «</w:t>
      </w:r>
      <w:r w:rsidRPr="007E0B1D">
        <w:rPr>
          <w:rtl/>
        </w:rPr>
        <w:t xml:space="preserve"> اللؤلؤة »</w:t>
      </w:r>
      <w:r w:rsidR="00D8054C">
        <w:rPr>
          <w:rtl/>
        </w:rPr>
        <w:t>،</w:t>
      </w:r>
      <w:r w:rsidRPr="007E0B1D">
        <w:rPr>
          <w:rtl/>
        </w:rPr>
        <w:t xml:space="preserve"> </w:t>
      </w:r>
      <w:r>
        <w:rPr>
          <w:rtl/>
        </w:rPr>
        <w:t>و «</w:t>
      </w:r>
      <w:r w:rsidRPr="007E0B1D">
        <w:rPr>
          <w:rtl/>
        </w:rPr>
        <w:t xml:space="preserve"> وصايا الأئمة </w:t>
      </w:r>
      <w:r w:rsidR="00D8054C" w:rsidRPr="00D8054C">
        <w:rPr>
          <w:rStyle w:val="libAlaemChar"/>
          <w:rtl/>
        </w:rPr>
        <w:t>عليهم‌السلام</w:t>
      </w:r>
      <w:r w:rsidRPr="007E0B1D">
        <w:rPr>
          <w:rtl/>
        </w:rPr>
        <w:t xml:space="preserve"> »</w:t>
      </w:r>
      <w:r w:rsidR="00D8054C">
        <w:rPr>
          <w:rtl/>
        </w:rPr>
        <w:t>،</w:t>
      </w:r>
      <w:r w:rsidRPr="007E0B1D">
        <w:rPr>
          <w:rtl/>
        </w:rPr>
        <w:t xml:space="preserve"> </w:t>
      </w:r>
      <w:r>
        <w:rPr>
          <w:rtl/>
        </w:rPr>
        <w:t>و «</w:t>
      </w:r>
      <w:r w:rsidRPr="007E0B1D">
        <w:rPr>
          <w:rtl/>
        </w:rPr>
        <w:t xml:space="preserve"> الامامة »</w:t>
      </w:r>
      <w:r>
        <w:rPr>
          <w:rtl/>
        </w:rPr>
        <w:t>.</w:t>
      </w:r>
    </w:p>
    <w:p w:rsidR="008867CD" w:rsidRPr="007E0B1D" w:rsidRDefault="008867CD" w:rsidP="008867CD">
      <w:pPr>
        <w:pStyle w:val="libNormal"/>
        <w:rPr>
          <w:rtl/>
        </w:rPr>
      </w:pPr>
      <w:r w:rsidRPr="007E0B1D">
        <w:rPr>
          <w:rtl/>
        </w:rPr>
        <w:t>توفي سنة 262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423</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435. رجال الحلي </w:t>
      </w:r>
      <w:r w:rsidR="00D8054C">
        <w:rPr>
          <w:rtl/>
        </w:rPr>
        <w:t>(</w:t>
      </w:r>
      <w:r w:rsidRPr="007E0B1D">
        <w:rPr>
          <w:rtl/>
        </w:rPr>
        <w:t>قسم الثقات</w:t>
      </w:r>
      <w:r w:rsidR="00D8054C">
        <w:rPr>
          <w:rtl/>
        </w:rPr>
        <w:t>)</w:t>
      </w:r>
      <w:r w:rsidRPr="007E0B1D">
        <w:rPr>
          <w:rtl/>
        </w:rPr>
        <w:t xml:space="preserve"> ص 141. كشف الحجب والأستار ص 31. تنقيح المقال ج 3 ص 106.</w:t>
      </w:r>
      <w:r>
        <w:rPr>
          <w:rFonts w:hint="cs"/>
          <w:rtl/>
        </w:rPr>
        <w:t xml:space="preserve"> </w:t>
      </w:r>
      <w:r w:rsidRPr="007E0B1D">
        <w:rPr>
          <w:rtl/>
        </w:rPr>
        <w:t>فهرست الطوسي ص 140. رجال الأنصاري ص 158. جامع الرواة ج 2 ص 96</w:t>
      </w:r>
      <w:r w:rsidR="00D8054C">
        <w:rPr>
          <w:rtl/>
        </w:rPr>
        <w:t xml:space="preserve"> - </w:t>
      </w:r>
      <w:r w:rsidRPr="007E0B1D">
        <w:rPr>
          <w:rtl/>
        </w:rPr>
        <w:t>ص 99. هداية المحدثين ص 233. إيضاح المكنون ج 1 ص 554</w:t>
      </w:r>
      <w:r w:rsidR="00D8054C">
        <w:rPr>
          <w:rtl/>
        </w:rPr>
        <w:t>،</w:t>
      </w:r>
      <w:r w:rsidRPr="007E0B1D">
        <w:rPr>
          <w:rtl/>
        </w:rPr>
        <w:t xml:space="preserve"> وج 2 ص 272 وص 326 وص 340. بهجة الآمال ج 6 ص 388. مجمع الرجال ج 5 ص 195 وص 196. معجم المؤلفين ج 9 ص 240. التوحيد ص 19 وص 44 وص 67 وص 116 وص 125 وص 128 وص 145 وص 159 وص 236 وص 330 وص 338 وص 345 وص 348 وص 351 وص 356 وص 371 وص 394 وص 406 وص 459. معجم الثقات ص 106. كامل الزيارات</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37. اتقان المقال ص 121. هدية العارفين ج 2 ص 17. معجم رجال الحديث ج 15 ص 291</w:t>
      </w:r>
      <w:r w:rsidR="00D8054C">
        <w:rPr>
          <w:rtl/>
        </w:rPr>
        <w:t xml:space="preserve"> - </w:t>
      </w:r>
      <w:r w:rsidRPr="007E0B1D">
        <w:rPr>
          <w:rtl/>
        </w:rPr>
        <w:t>ص 300. معالم العلماء ص 101. نقد الرجال ص 302. الذريعة ج 2 ص 334</w:t>
      </w:r>
      <w:r w:rsidR="00D8054C">
        <w:rPr>
          <w:rtl/>
        </w:rPr>
        <w:t>،</w:t>
      </w:r>
      <w:r w:rsidRPr="007E0B1D">
        <w:rPr>
          <w:rtl/>
        </w:rPr>
        <w:t xml:space="preserve"> وج 4 ص 481</w:t>
      </w:r>
      <w:r w:rsidR="00D8054C">
        <w:rPr>
          <w:rtl/>
        </w:rPr>
        <w:t>،</w:t>
      </w:r>
      <w:r w:rsidRPr="007E0B1D">
        <w:rPr>
          <w:rtl/>
        </w:rPr>
        <w:t xml:space="preserve"> وج 10 ص 187</w:t>
      </w:r>
      <w:r w:rsidR="00D8054C">
        <w:rPr>
          <w:rtl/>
        </w:rPr>
        <w:t>،</w:t>
      </w:r>
      <w:r w:rsidRPr="007E0B1D">
        <w:rPr>
          <w:rtl/>
        </w:rPr>
        <w:t xml:space="preserve"> وج 18 ص 378</w:t>
      </w:r>
      <w:r w:rsidR="00D8054C">
        <w:rPr>
          <w:rtl/>
        </w:rPr>
        <w:t>،</w:t>
      </w:r>
      <w:r w:rsidRPr="007E0B1D">
        <w:rPr>
          <w:rtl/>
        </w:rPr>
        <w:t xml:space="preserve"> وج 21 ص 245</w:t>
      </w:r>
      <w:r w:rsidR="00D8054C">
        <w:rPr>
          <w:rtl/>
        </w:rPr>
        <w:t>،</w:t>
      </w:r>
      <w:r w:rsidRPr="007E0B1D">
        <w:rPr>
          <w:rtl/>
        </w:rPr>
        <w:t xml:space="preserve"> وج 24 ص 339</w:t>
      </w:r>
      <w:r w:rsidR="00D8054C">
        <w:rPr>
          <w:rtl/>
        </w:rPr>
        <w:t>،</w:t>
      </w:r>
      <w:r w:rsidRPr="007E0B1D">
        <w:rPr>
          <w:rtl/>
        </w:rPr>
        <w:t xml:space="preserve"> وج 25 ص 96. المناقب ج 4 ص 380 وص 423. طرائف المقال ج 1 ص 254. رجال الكشي ص 55 وص 201 وص 333 وص 508 وص 613</w:t>
      </w:r>
      <w:r w:rsidR="00D8054C">
        <w:rPr>
          <w:rtl/>
        </w:rPr>
        <w:t>،</w:t>
      </w:r>
      <w:r w:rsidRPr="007E0B1D">
        <w:rPr>
          <w:rtl/>
        </w:rPr>
        <w:t xml:space="preserve"> الاختصاص ص 11 وص 65 وص 78 وص 200 وص 209 وص 217 وص 218 وص 263 وص 273 وص 275 وص 278 وص 279 وص 280 وص 285 وص 286 وص 287 وص 288 وص 292 وص 293 وص 297 وص 299 وص 300 وص 302 وص 308 وص 309 وص 313 وص 317 وص 318 وص 321 وص 331 وص 332. رجال النجاشي ص 236. الخصال ص 4 وص 10 وص 18 وص 19 وص 20 وص 23 وص 38 وص 44 وص 60 وص 65 وص 81 وص 82 وص 91 وص 116 وص 117 وص 126 وص 128 وص 139 وص 146 وص 151 وص 204 وص 215 وص 217 وص 227 وص 228 وص 231 وص 258 وص 301 وص 304 وص 325 وص 331 وص 356 وص 359 وص 385 وص 387 وص 391 وص 397 وص 411 وص 423 وص 477 وص 485 وص 505 وص 519 وص 529 وص 531 وص 548 وص 554 وص 571 وص 644 وص 649. التهذيب ج 1 ص 14 وص 49 وص 65 وص 128 وص 138 وص 196 وص 216 وص 238 وص 303 وص 371 وص 443 وص 447 وص 461 وص 465</w:t>
      </w:r>
      <w:r w:rsidR="00D8054C">
        <w:rPr>
          <w:rtl/>
        </w:rPr>
        <w:t>،</w:t>
      </w:r>
      <w:r w:rsidRPr="007E0B1D">
        <w:rPr>
          <w:rtl/>
        </w:rPr>
        <w:t xml:space="preserve"> وج 2 ص 16 وص 38 وص 120 وص 144 وص 173 وص 191 وص 195 وص 197 وص 302 وص 307</w:t>
      </w:r>
      <w:r w:rsidR="00D8054C">
        <w:rPr>
          <w:rtl/>
        </w:rPr>
        <w:t>،</w:t>
      </w:r>
      <w:r w:rsidRPr="007E0B1D">
        <w:rPr>
          <w:rtl/>
        </w:rPr>
        <w:t xml:space="preserve"> وج 3 ص 14 وص 36 وص 66 وص 80 وص 208 وص 328 وص 329</w:t>
      </w:r>
      <w:r w:rsidR="00D8054C">
        <w:rPr>
          <w:rtl/>
        </w:rPr>
        <w:t>،</w:t>
      </w:r>
      <w:r w:rsidRPr="007E0B1D">
        <w:rPr>
          <w:rtl/>
        </w:rPr>
        <w:t xml:space="preserve"> وج 4 ص 28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76 وص 124 وص 139 وص 160 وص 165 وص 167 وص 171 وص 207 وص 238 وص 247 وص 277 وص 280 وص 323</w:t>
      </w:r>
      <w:r w:rsidR="00D8054C">
        <w:rPr>
          <w:rtl/>
        </w:rPr>
        <w:t>،</w:t>
      </w:r>
      <w:r w:rsidRPr="007E0B1D">
        <w:rPr>
          <w:rtl/>
        </w:rPr>
        <w:t xml:space="preserve"> وج 5 ص 124 وص 125 وص 126 وص 147 وص 155 وص 171 وص 180 وص 208 وص 225 وص 239 وص 340 وص 371 وص 380 وص 426</w:t>
      </w:r>
      <w:r w:rsidR="00D8054C">
        <w:rPr>
          <w:rtl/>
        </w:rPr>
        <w:t>،</w:t>
      </w:r>
      <w:r w:rsidRPr="007E0B1D">
        <w:rPr>
          <w:rtl/>
        </w:rPr>
        <w:t xml:space="preserve"> وج 6 ص 9 وص 23 وص 71 وص 74 وص 153 وص 154 وص 171 وص 199 وص 223 وص 269 وص 300 وص 301 وص 301 وص 311 وص 312 وص 314 وص 377 وص 395</w:t>
      </w:r>
      <w:r w:rsidR="00D8054C">
        <w:rPr>
          <w:rtl/>
        </w:rPr>
        <w:t>،</w:t>
      </w:r>
      <w:r w:rsidRPr="007E0B1D">
        <w:rPr>
          <w:rtl/>
        </w:rPr>
        <w:t xml:space="preserve"> وج 7 ص 19 وص 273 وص 439 وص 469 وص 471</w:t>
      </w:r>
      <w:r w:rsidR="00D8054C">
        <w:rPr>
          <w:rtl/>
        </w:rPr>
        <w:t>،</w:t>
      </w:r>
      <w:r w:rsidRPr="007E0B1D">
        <w:rPr>
          <w:rtl/>
        </w:rPr>
        <w:t xml:space="preserve"> وج 8 ص 23 وص 81 وص 164 وص 169 وص 206 وص 264 وص 273 وص 316</w:t>
      </w:r>
      <w:r w:rsidR="00D8054C">
        <w:rPr>
          <w:rtl/>
        </w:rPr>
        <w:t>،</w:t>
      </w:r>
      <w:r w:rsidRPr="007E0B1D">
        <w:rPr>
          <w:rtl/>
        </w:rPr>
        <w:t xml:space="preserve"> وج 9 ص 237 وص 322 وص 379</w:t>
      </w:r>
      <w:r w:rsidR="00D8054C">
        <w:rPr>
          <w:rtl/>
        </w:rPr>
        <w:t>،</w:t>
      </w:r>
      <w:r w:rsidRPr="007E0B1D">
        <w:rPr>
          <w:rtl/>
        </w:rPr>
        <w:t xml:space="preserve"> وج 10 ص 283 وغيرها.</w:t>
      </w:r>
      <w:r>
        <w:rPr>
          <w:rFonts w:hint="cs"/>
          <w:rtl/>
        </w:rPr>
        <w:t xml:space="preserve"> </w:t>
      </w:r>
      <w:r w:rsidRPr="007E0B1D">
        <w:rPr>
          <w:rtl/>
        </w:rPr>
        <w:t>وسائل الشيعة ج 20 ص 325. من لا يحضره الفقيه ج 4 ص 175. منتهى المقال ص 270. الاستبصار ج 1 ص 24 وص 41 وص 54 وص 64 وص 85 وص 114 وص 122 وص 161 وص 203 وص 206 وص 217 وص 224 وص 275 وص 289 وص 332 وص 353 وص 378 وص 380 وص 416 وص 430 وص 466</w:t>
      </w:r>
      <w:r w:rsidR="00D8054C">
        <w:rPr>
          <w:rtl/>
        </w:rPr>
        <w:t>،</w:t>
      </w:r>
      <w:r w:rsidRPr="007E0B1D">
        <w:rPr>
          <w:rtl/>
        </w:rPr>
        <w:t xml:space="preserve"> وج 2 ص 30 وص 45 وص 67 وص 96 وص 104 وص 108 وص 122 وص 163 وص 200 وص 226 وص 246 وص 266 وص 273 وص 330</w:t>
      </w:r>
      <w:r w:rsidR="00D8054C">
        <w:rPr>
          <w:rtl/>
        </w:rPr>
        <w:t>،</w:t>
      </w:r>
      <w:r w:rsidRPr="007E0B1D">
        <w:rPr>
          <w:rtl/>
        </w:rPr>
        <w:t xml:space="preserve"> وج 3 ص 11 وص 157 وص 363 وص 383 وص 355 وص 368</w:t>
      </w:r>
      <w:r w:rsidR="00D8054C">
        <w:rPr>
          <w:rtl/>
        </w:rPr>
        <w:t>،</w:t>
      </w:r>
      <w:r w:rsidRPr="007E0B1D">
        <w:rPr>
          <w:rtl/>
        </w:rPr>
        <w:t xml:space="preserve"> وج 4 ص 32 وص 38 وص 169 وص 193 وغيرها. منهج المقال ص 293.</w:t>
      </w:r>
      <w:r>
        <w:rPr>
          <w:rFonts w:hint="cs"/>
          <w:rtl/>
        </w:rPr>
        <w:t xml:space="preserve"> </w:t>
      </w:r>
      <w:r w:rsidRPr="007E0B1D">
        <w:rPr>
          <w:rtl/>
        </w:rPr>
        <w:t>الكافي ج 1 ص 183 وص 232 وص 374 وص 459</w:t>
      </w:r>
      <w:r w:rsidR="00D8054C">
        <w:rPr>
          <w:rtl/>
        </w:rPr>
        <w:t>،</w:t>
      </w:r>
      <w:r w:rsidRPr="007E0B1D">
        <w:rPr>
          <w:rtl/>
        </w:rPr>
        <w:t xml:space="preserve"> وج 2 ص 162 وص 197</w:t>
      </w:r>
      <w:r w:rsidR="00D8054C">
        <w:rPr>
          <w:rtl/>
        </w:rPr>
        <w:t>،</w:t>
      </w:r>
      <w:r w:rsidRPr="007E0B1D">
        <w:rPr>
          <w:rtl/>
        </w:rPr>
        <w:t xml:space="preserve"> وج 3 ص 112 وص 356 وص 541</w:t>
      </w:r>
      <w:r w:rsidR="00D8054C">
        <w:rPr>
          <w:rtl/>
        </w:rPr>
        <w:t>،</w:t>
      </w:r>
      <w:r w:rsidRPr="007E0B1D">
        <w:rPr>
          <w:rtl/>
        </w:rPr>
        <w:t xml:space="preserve"> وج 4 ص 172</w:t>
      </w:r>
      <w:r w:rsidR="00D8054C">
        <w:rPr>
          <w:rtl/>
        </w:rPr>
        <w:t>،</w:t>
      </w:r>
      <w:r w:rsidRPr="007E0B1D">
        <w:rPr>
          <w:rtl/>
        </w:rPr>
        <w:t xml:space="preserve"> وج 5 ص 493</w:t>
      </w:r>
      <w:r w:rsidR="00D8054C">
        <w:rPr>
          <w:rtl/>
        </w:rPr>
        <w:t>،</w:t>
      </w:r>
      <w:r w:rsidRPr="007E0B1D">
        <w:rPr>
          <w:rtl/>
        </w:rPr>
        <w:t xml:space="preserve"> وج 6 ص 200</w:t>
      </w:r>
      <w:r w:rsidR="00D8054C">
        <w:rPr>
          <w:rtl/>
        </w:rPr>
        <w:t>،</w:t>
      </w:r>
      <w:r w:rsidRPr="007E0B1D">
        <w:rPr>
          <w:rtl/>
        </w:rPr>
        <w:t xml:space="preserve"> وج 7 ص 64 وغيرها. نضد الايضاح ص 289. الوجيزة ص 46.</w:t>
      </w:r>
      <w:r>
        <w:rPr>
          <w:rFonts w:hint="cs"/>
          <w:rtl/>
        </w:rPr>
        <w:t xml:space="preserve"> </w:t>
      </w:r>
      <w:r w:rsidRPr="007E0B1D">
        <w:rPr>
          <w:rtl/>
        </w:rPr>
        <w:t>ثقات الرواة للشهرستاني ص 62.</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143</w:t>
      </w:r>
      <w:r w:rsidR="00D8054C">
        <w:rPr>
          <w:rtl/>
        </w:rPr>
        <w:t xml:space="preserve"> - </w:t>
      </w:r>
      <w:r w:rsidRPr="007E0B1D">
        <w:rPr>
          <w:rtl/>
        </w:rPr>
        <w:t>محمّد بن حمزة</w:t>
      </w:r>
    </w:p>
    <w:p w:rsidR="008867CD" w:rsidRPr="007E0B1D" w:rsidRDefault="008867CD" w:rsidP="008867CD">
      <w:pPr>
        <w:pStyle w:val="libNormal"/>
        <w:rPr>
          <w:rtl/>
        </w:rPr>
      </w:pPr>
      <w:r w:rsidRPr="007E0B1D">
        <w:rPr>
          <w:rtl/>
        </w:rPr>
        <w:t>محمّد بن حمزة</w:t>
      </w:r>
      <w:r w:rsidR="00D8054C">
        <w:rPr>
          <w:rtl/>
        </w:rPr>
        <w:t>،</w:t>
      </w:r>
      <w:r w:rsidRPr="007E0B1D">
        <w:rPr>
          <w:rtl/>
        </w:rPr>
        <w:t xml:space="preserve"> وهناك محمّد بن حمزة العلوي</w:t>
      </w:r>
      <w:r w:rsidR="00D8054C">
        <w:rPr>
          <w:rtl/>
        </w:rPr>
        <w:t>،</w:t>
      </w:r>
      <w:r w:rsidRPr="007E0B1D">
        <w:rPr>
          <w:rtl/>
        </w:rPr>
        <w:t xml:space="preserve"> فلا يبعد اتحادهما.</w:t>
      </w:r>
    </w:p>
    <w:p w:rsidR="008867CD" w:rsidRPr="007E0B1D" w:rsidRDefault="008867CD" w:rsidP="008867CD">
      <w:pPr>
        <w:pStyle w:val="libNormal"/>
        <w:rPr>
          <w:rtl/>
        </w:rPr>
      </w:pPr>
      <w:r w:rsidRPr="007E0B1D">
        <w:rPr>
          <w:rtl/>
        </w:rPr>
        <w:t xml:space="preserve">روى محمّد بن حمزة العلوي عن الامام الجواد </w:t>
      </w:r>
      <w:r w:rsidR="00D8054C" w:rsidRPr="00D8054C">
        <w:rPr>
          <w:rStyle w:val="libAlaemChar"/>
          <w:rtl/>
        </w:rPr>
        <w:t>عليه‌السلام</w:t>
      </w:r>
      <w:r w:rsidRPr="007E0B1D">
        <w:rPr>
          <w:rtl/>
        </w:rPr>
        <w:t xml:space="preserve"> بالمكاتبة.</w:t>
      </w:r>
    </w:p>
    <w:p w:rsidR="008867CD" w:rsidRPr="007E0B1D" w:rsidRDefault="008867CD" w:rsidP="008867CD">
      <w:pPr>
        <w:pStyle w:val="libNormal"/>
        <w:rPr>
          <w:rtl/>
        </w:rPr>
      </w:pPr>
      <w:r w:rsidRPr="007E0B1D">
        <w:rPr>
          <w:rtl/>
        </w:rPr>
        <w:t>روى عنه محمّد بن مسلم</w:t>
      </w:r>
      <w:r w:rsidR="00D8054C">
        <w:rPr>
          <w:rtl/>
        </w:rPr>
        <w:t>،</w:t>
      </w:r>
      <w:r w:rsidRPr="007E0B1D">
        <w:rPr>
          <w:rtl/>
        </w:rPr>
        <w:t xml:space="preserve"> وعلي بن مهزيار.</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 رجال البرقي في أصحاب الجواد </w:t>
      </w:r>
      <w:r w:rsidR="00D8054C" w:rsidRPr="00D8054C">
        <w:rPr>
          <w:rStyle w:val="libAlaemChar"/>
          <w:rtl/>
        </w:rPr>
        <w:t>عليه‌السلام</w:t>
      </w:r>
      <w:r w:rsidRPr="007E0B1D">
        <w:rPr>
          <w:rtl/>
        </w:rPr>
        <w:t xml:space="preserve"> ص 56. كامل الزيارات ص 273. جامع الرواة ج 2 ص 106. مجمع الرجال ج 5 ص 203. تنقيح المقال ج 2 ص 110. الكافي ج 1 ص 414</w:t>
      </w:r>
      <w:r w:rsidR="00D8054C">
        <w:rPr>
          <w:rtl/>
        </w:rPr>
        <w:t>،</w:t>
      </w:r>
      <w:r w:rsidRPr="007E0B1D">
        <w:rPr>
          <w:rtl/>
        </w:rPr>
        <w:t xml:space="preserve"> وج 2 ص 64</w:t>
      </w:r>
      <w:r w:rsidR="00D8054C">
        <w:rPr>
          <w:rtl/>
        </w:rPr>
        <w:t>،</w:t>
      </w:r>
      <w:r w:rsidRPr="007E0B1D">
        <w:rPr>
          <w:rtl/>
        </w:rPr>
        <w:t xml:space="preserve"> وج 7 ص 126. طرائف المقال ج 1 ص 346. رجال الكشي ص 594. الاستبصار ج 4 ص 150. منهج المقال ص 294. معجم رجال الحديث ج 16 ص 43 وص 44 وص 46. التهذيب ج 9 ص 296 وفيه اسمه</w:t>
      </w:r>
      <w:r w:rsidR="00D8054C">
        <w:rPr>
          <w:rtl/>
        </w:rPr>
        <w:t>:</w:t>
      </w:r>
      <w:r>
        <w:rPr>
          <w:rFonts w:hint="cs"/>
          <w:rtl/>
        </w:rPr>
        <w:t xml:space="preserve"> </w:t>
      </w:r>
      <w:r w:rsidRPr="007E0B1D">
        <w:rPr>
          <w:rtl/>
        </w:rPr>
        <w:t>محمّد بن أبي حمزة العلوي.</w:t>
      </w:r>
    </w:p>
    <w:p w:rsidR="008867CD" w:rsidRPr="007E0B1D" w:rsidRDefault="008867CD" w:rsidP="008867CD">
      <w:pPr>
        <w:pStyle w:val="libCenterBold1"/>
        <w:rPr>
          <w:rtl/>
        </w:rPr>
      </w:pPr>
      <w:r w:rsidRPr="007E0B1D">
        <w:rPr>
          <w:rtl/>
        </w:rPr>
        <w:t>144</w:t>
      </w:r>
      <w:r w:rsidR="00D8054C">
        <w:rPr>
          <w:rtl/>
        </w:rPr>
        <w:t xml:space="preserve"> - </w:t>
      </w:r>
      <w:r w:rsidRPr="007E0B1D">
        <w:rPr>
          <w:rtl/>
        </w:rPr>
        <w:t>البرقي</w:t>
      </w:r>
    </w:p>
    <w:p w:rsidR="008867CD" w:rsidRPr="007E0B1D" w:rsidRDefault="008867CD" w:rsidP="008867CD">
      <w:pPr>
        <w:pStyle w:val="libNormal"/>
        <w:rPr>
          <w:rtl/>
        </w:rPr>
      </w:pPr>
      <w:r w:rsidRPr="007E0B1D">
        <w:rPr>
          <w:rtl/>
        </w:rPr>
        <w:t>محمّد بن خالد بن عبد الرحمن بن محمّد بن علي البرقي</w:t>
      </w:r>
      <w:r w:rsidR="00D8054C">
        <w:rPr>
          <w:rtl/>
        </w:rPr>
        <w:t>،</w:t>
      </w:r>
      <w:r w:rsidRPr="007E0B1D">
        <w:rPr>
          <w:rtl/>
        </w:rPr>
        <w:t xml:space="preserve"> القمي</w:t>
      </w:r>
      <w:r w:rsidR="00D8054C">
        <w:rPr>
          <w:rtl/>
        </w:rPr>
        <w:t>،</w:t>
      </w:r>
      <w:r w:rsidRPr="007E0B1D">
        <w:rPr>
          <w:rtl/>
        </w:rPr>
        <w:t xml:space="preserve"> مولى أبي موسى الأشعري</w:t>
      </w:r>
      <w:r w:rsidR="00D8054C">
        <w:rPr>
          <w:rtl/>
        </w:rPr>
        <w:t>،</w:t>
      </w:r>
      <w:r w:rsidRPr="007E0B1D">
        <w:rPr>
          <w:rtl/>
        </w:rPr>
        <w:t xml:space="preserve"> وقيل مولى جرير بن عبد الله</w:t>
      </w:r>
      <w:r w:rsidR="00D8054C">
        <w:rPr>
          <w:rtl/>
        </w:rPr>
        <w:t>،</w:t>
      </w:r>
      <w:r w:rsidRPr="007E0B1D">
        <w:rPr>
          <w:rtl/>
        </w:rPr>
        <w:t xml:space="preserve"> أبو عبد الله.</w:t>
      </w:r>
    </w:p>
    <w:p w:rsidR="008867CD" w:rsidRPr="007E0B1D" w:rsidRDefault="008867CD" w:rsidP="008867CD">
      <w:pPr>
        <w:pStyle w:val="libNormal"/>
        <w:rPr>
          <w:rtl/>
        </w:rPr>
      </w:pPr>
      <w:r w:rsidRPr="007E0B1D">
        <w:rPr>
          <w:rtl/>
        </w:rPr>
        <w:t>من علماء الشيعة الامامية</w:t>
      </w:r>
      <w:r w:rsidR="00D8054C">
        <w:rPr>
          <w:rtl/>
        </w:rPr>
        <w:t>،</w:t>
      </w:r>
      <w:r w:rsidRPr="007E0B1D">
        <w:rPr>
          <w:rtl/>
        </w:rPr>
        <w:t xml:space="preserve"> ومن مشاهير فقهائهم ومحدثيهم</w:t>
      </w:r>
      <w:r w:rsidR="00D8054C">
        <w:rPr>
          <w:rtl/>
        </w:rPr>
        <w:t>،</w:t>
      </w:r>
      <w:r w:rsidRPr="007E0B1D">
        <w:rPr>
          <w:rtl/>
        </w:rPr>
        <w:t xml:space="preserve"> وكان متبحرا في معرفة الأخبار وأيام العرب وعلومهم</w:t>
      </w:r>
      <w:r w:rsidR="00D8054C">
        <w:rPr>
          <w:rtl/>
        </w:rPr>
        <w:t>،</w:t>
      </w:r>
      <w:r w:rsidRPr="007E0B1D">
        <w:rPr>
          <w:rtl/>
        </w:rPr>
        <w:t xml:space="preserve"> أديبا</w:t>
      </w:r>
      <w:r w:rsidR="00D8054C">
        <w:rPr>
          <w:rtl/>
        </w:rPr>
        <w:t>،</w:t>
      </w:r>
      <w:r w:rsidRPr="007E0B1D">
        <w:rPr>
          <w:rtl/>
        </w:rPr>
        <w:t xml:space="preserve"> مفسرا</w:t>
      </w:r>
      <w:r w:rsidR="00D8054C">
        <w:rPr>
          <w:rtl/>
        </w:rPr>
        <w:t>،</w:t>
      </w:r>
      <w:r w:rsidRPr="007E0B1D">
        <w:rPr>
          <w:rtl/>
        </w:rPr>
        <w:t xml:space="preserve"> وله تاليف كثيرة.</w:t>
      </w:r>
    </w:p>
    <w:p w:rsidR="008867CD" w:rsidRPr="007E0B1D" w:rsidRDefault="008867CD" w:rsidP="008867CD">
      <w:pPr>
        <w:pStyle w:val="libNormal"/>
        <w:rPr>
          <w:rtl/>
        </w:rPr>
      </w:pPr>
      <w:r w:rsidRPr="007E0B1D">
        <w:rPr>
          <w:rtl/>
        </w:rPr>
        <w:t>اختلف أصحابنا فيه</w:t>
      </w:r>
      <w:r w:rsidR="00D8054C">
        <w:rPr>
          <w:rtl/>
        </w:rPr>
        <w:t>،</w:t>
      </w:r>
      <w:r w:rsidRPr="007E0B1D">
        <w:rPr>
          <w:rtl/>
        </w:rPr>
        <w:t xml:space="preserve"> فمنهم من وثقة ومنهم من ضعفه واتهمه بالرواية</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عن الضعفاء واعتماده المراسيل</w:t>
      </w:r>
      <w:r w:rsidR="00D8054C">
        <w:rPr>
          <w:rtl/>
        </w:rPr>
        <w:t>،</w:t>
      </w:r>
      <w:r w:rsidRPr="007E0B1D">
        <w:rPr>
          <w:rtl/>
        </w:rPr>
        <w:t xml:space="preserve"> وقال آخرون بان حديثه يعرف وينكر.</w:t>
      </w:r>
    </w:p>
    <w:p w:rsidR="008867CD" w:rsidRPr="007E0B1D" w:rsidRDefault="008867CD" w:rsidP="008867CD">
      <w:pPr>
        <w:pStyle w:val="libNormal"/>
        <w:rPr>
          <w:rtl/>
        </w:rPr>
      </w:pPr>
      <w:r w:rsidRPr="007E0B1D">
        <w:rPr>
          <w:rtl/>
        </w:rPr>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جاء اسمه في أكثر من 264 موردا في أسناد الروايات.</w:t>
      </w:r>
    </w:p>
    <w:p w:rsidR="008867CD" w:rsidRPr="007E0B1D" w:rsidRDefault="008867CD" w:rsidP="008867CD">
      <w:pPr>
        <w:pStyle w:val="libNormal"/>
        <w:rPr>
          <w:rtl/>
        </w:rPr>
      </w:pPr>
      <w:r w:rsidRPr="007E0B1D">
        <w:rPr>
          <w:rtl/>
        </w:rPr>
        <w:t>روى عنه جماعة من المحدثين أمثال</w:t>
      </w:r>
      <w:r w:rsidR="00D8054C">
        <w:rPr>
          <w:rtl/>
        </w:rPr>
        <w:t>:</w:t>
      </w:r>
      <w:r w:rsidRPr="007E0B1D">
        <w:rPr>
          <w:rtl/>
        </w:rPr>
        <w:t xml:space="preserve"> الحسن بن علي بن النعمان</w:t>
      </w:r>
      <w:r w:rsidR="00D8054C">
        <w:rPr>
          <w:rtl/>
        </w:rPr>
        <w:t>،</w:t>
      </w:r>
      <w:r w:rsidRPr="007E0B1D">
        <w:rPr>
          <w:rtl/>
        </w:rPr>
        <w:t xml:space="preserve"> ومحمّد بن علي بن محبوب</w:t>
      </w:r>
      <w:r w:rsidR="00D8054C">
        <w:rPr>
          <w:rtl/>
        </w:rPr>
        <w:t>،</w:t>
      </w:r>
      <w:r w:rsidRPr="007E0B1D">
        <w:rPr>
          <w:rtl/>
        </w:rPr>
        <w:t xml:space="preserve"> وأحمد بن محمّد بن عيسى وغيرهم.</w:t>
      </w:r>
    </w:p>
    <w:p w:rsidR="008867CD" w:rsidRPr="007E0B1D" w:rsidRDefault="008867CD" w:rsidP="008867CD">
      <w:pPr>
        <w:pStyle w:val="libNormal"/>
        <w:rPr>
          <w:rtl/>
        </w:rPr>
      </w:pPr>
      <w:r w:rsidRPr="007E0B1D">
        <w:rPr>
          <w:rtl/>
        </w:rPr>
        <w:t>من كتبه « الخطب »</w:t>
      </w:r>
      <w:r w:rsidR="00D8054C">
        <w:rPr>
          <w:rtl/>
        </w:rPr>
        <w:t>،</w:t>
      </w:r>
      <w:r w:rsidRPr="007E0B1D">
        <w:rPr>
          <w:rtl/>
        </w:rPr>
        <w:t xml:space="preserve"> </w:t>
      </w:r>
      <w:r>
        <w:rPr>
          <w:rtl/>
        </w:rPr>
        <w:t>و «</w:t>
      </w:r>
      <w:r w:rsidRPr="007E0B1D">
        <w:rPr>
          <w:rtl/>
        </w:rPr>
        <w:t xml:space="preserve"> التنزيل والتعبير »</w:t>
      </w:r>
      <w:r w:rsidR="00D8054C">
        <w:rPr>
          <w:rtl/>
        </w:rPr>
        <w:t>،</w:t>
      </w:r>
      <w:r w:rsidRPr="007E0B1D">
        <w:rPr>
          <w:rtl/>
        </w:rPr>
        <w:t xml:space="preserve"> </w:t>
      </w:r>
      <w:r>
        <w:rPr>
          <w:rtl/>
        </w:rPr>
        <w:t>و «</w:t>
      </w:r>
      <w:r w:rsidRPr="007E0B1D">
        <w:rPr>
          <w:rtl/>
        </w:rPr>
        <w:t xml:space="preserve"> مكة والمدينة »</w:t>
      </w:r>
      <w:r w:rsidR="00D8054C">
        <w:rPr>
          <w:rtl/>
        </w:rPr>
        <w:t>،</w:t>
      </w:r>
      <w:r w:rsidRPr="007E0B1D">
        <w:rPr>
          <w:rtl/>
        </w:rPr>
        <w:t xml:space="preserve"> </w:t>
      </w:r>
      <w:r>
        <w:rPr>
          <w:rtl/>
        </w:rPr>
        <w:t>و «</w:t>
      </w:r>
      <w:r w:rsidRPr="007E0B1D">
        <w:rPr>
          <w:rtl/>
        </w:rPr>
        <w:t xml:space="preserve"> المحاسن »</w:t>
      </w:r>
      <w:r w:rsidR="00D8054C">
        <w:rPr>
          <w:rtl/>
        </w:rPr>
        <w:t>،</w:t>
      </w:r>
      <w:r w:rsidRPr="007E0B1D">
        <w:rPr>
          <w:rtl/>
        </w:rPr>
        <w:t xml:space="preserve"> </w:t>
      </w:r>
      <w:r>
        <w:rPr>
          <w:rtl/>
        </w:rPr>
        <w:t>و «</w:t>
      </w:r>
      <w:r w:rsidRPr="007E0B1D">
        <w:rPr>
          <w:rtl/>
        </w:rPr>
        <w:t xml:space="preserve"> حروب الأوس والخزرج »</w:t>
      </w:r>
      <w:r w:rsidR="00D8054C">
        <w:rPr>
          <w:rtl/>
        </w:rPr>
        <w:t>،</w:t>
      </w:r>
      <w:r w:rsidRPr="007E0B1D">
        <w:rPr>
          <w:rtl/>
        </w:rPr>
        <w:t xml:space="preserve"> </w:t>
      </w:r>
      <w:r>
        <w:rPr>
          <w:rtl/>
        </w:rPr>
        <w:t>و «</w:t>
      </w:r>
      <w:r w:rsidRPr="007E0B1D">
        <w:rPr>
          <w:rtl/>
        </w:rPr>
        <w:t xml:space="preserve"> علم الباري »</w:t>
      </w:r>
      <w:r w:rsidR="00D8054C">
        <w:rPr>
          <w:rtl/>
        </w:rPr>
        <w:t>،</w:t>
      </w:r>
      <w:r w:rsidRPr="007E0B1D">
        <w:rPr>
          <w:rtl/>
        </w:rPr>
        <w:t xml:space="preserve"> </w:t>
      </w:r>
      <w:r>
        <w:rPr>
          <w:rtl/>
        </w:rPr>
        <w:t>و «</w:t>
      </w:r>
      <w:r w:rsidRPr="007E0B1D">
        <w:rPr>
          <w:rtl/>
        </w:rPr>
        <w:t xml:space="preserve"> العلل »</w:t>
      </w:r>
      <w:r w:rsidR="00D8054C">
        <w:rPr>
          <w:rtl/>
        </w:rPr>
        <w:t>،</w:t>
      </w:r>
      <w:r w:rsidRPr="007E0B1D">
        <w:rPr>
          <w:rtl/>
        </w:rPr>
        <w:t xml:space="preserve"> </w:t>
      </w:r>
      <w:r>
        <w:rPr>
          <w:rtl/>
        </w:rPr>
        <w:t>و «</w:t>
      </w:r>
      <w:r w:rsidRPr="007E0B1D">
        <w:rPr>
          <w:rtl/>
        </w:rPr>
        <w:t xml:space="preserve"> يوم وليلة »</w:t>
      </w:r>
      <w:r w:rsidR="00D8054C">
        <w:rPr>
          <w:rtl/>
        </w:rPr>
        <w:t>،</w:t>
      </w:r>
      <w:r w:rsidRPr="007E0B1D">
        <w:rPr>
          <w:rtl/>
        </w:rPr>
        <w:t xml:space="preserve"> </w:t>
      </w:r>
      <w:r>
        <w:rPr>
          <w:rtl/>
        </w:rPr>
        <w:t>و «</w:t>
      </w:r>
      <w:r w:rsidRPr="007E0B1D">
        <w:rPr>
          <w:rtl/>
        </w:rPr>
        <w:t xml:space="preserve"> التفسير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العويص » وغيرها.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الكاظم </w:t>
      </w:r>
      <w:r w:rsidR="00D8054C" w:rsidRPr="00D8054C">
        <w:rPr>
          <w:rStyle w:val="libAlaemChar"/>
          <w:rtl/>
        </w:rPr>
        <w:t>عليه‌السلام</w:t>
      </w:r>
      <w:r w:rsidRPr="007E0B1D">
        <w:rPr>
          <w:rtl/>
        </w:rPr>
        <w:t xml:space="preserve"> ص 50</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55. اتقان المقال ص 122</w:t>
      </w:r>
      <w:r w:rsidR="00D8054C">
        <w:rPr>
          <w:rtl/>
        </w:rPr>
        <w:t>،</w:t>
      </w:r>
      <w:r w:rsidRPr="007E0B1D">
        <w:rPr>
          <w:rtl/>
        </w:rPr>
        <w:t xml:space="preserve"> وص 226. ريحانة الأدب </w:t>
      </w:r>
      <w:r w:rsidR="00D8054C">
        <w:rPr>
          <w:rtl/>
        </w:rPr>
        <w:t>(</w:t>
      </w:r>
      <w:r w:rsidRPr="007E0B1D">
        <w:rPr>
          <w:rtl/>
        </w:rPr>
        <w:t>فارسي</w:t>
      </w:r>
      <w:r w:rsidR="00D8054C">
        <w:rPr>
          <w:rtl/>
        </w:rPr>
        <w:t>)</w:t>
      </w:r>
      <w:r w:rsidRPr="007E0B1D">
        <w:rPr>
          <w:rtl/>
        </w:rPr>
        <w:t xml:space="preserve"> ج 1 ص 251. رجال الأنصاري ص 160.</w:t>
      </w:r>
      <w:r>
        <w:rPr>
          <w:rFonts w:hint="cs"/>
          <w:rtl/>
        </w:rPr>
        <w:t xml:space="preserve"> </w:t>
      </w:r>
      <w:r w:rsidRPr="007E0B1D">
        <w:rPr>
          <w:rtl/>
        </w:rPr>
        <w:t>وسائل الشيعة ج 20 ص 326 وص 327. فهرست النديم ص 276. سفينة البحار ج 1 ص 72. معجم المؤلفين ج 9 ص 277. شرح مشيخة الفقيه ص 68.</w:t>
      </w:r>
      <w:r>
        <w:rPr>
          <w:rFonts w:hint="cs"/>
          <w:rtl/>
        </w:rPr>
        <w:t xml:space="preserve"> </w:t>
      </w:r>
      <w:r w:rsidRPr="007E0B1D">
        <w:rPr>
          <w:rtl/>
        </w:rPr>
        <w:t>كامل الزيارات ص 10. فهرست الطوسي ص 148. معجم رجال الحديث ج 16 ص 64</w:t>
      </w:r>
      <w:r w:rsidR="00D8054C">
        <w:rPr>
          <w:rtl/>
        </w:rPr>
        <w:t>،</w:t>
      </w:r>
      <w:r w:rsidRPr="007E0B1D">
        <w:rPr>
          <w:rtl/>
        </w:rPr>
        <w:t xml:space="preserve"> وج 21 ص 218</w:t>
      </w:r>
      <w:r w:rsidR="00D8054C">
        <w:rPr>
          <w:rtl/>
        </w:rPr>
        <w:t>،</w:t>
      </w:r>
      <w:r w:rsidRPr="007E0B1D">
        <w:rPr>
          <w:rtl/>
        </w:rPr>
        <w:t xml:space="preserve"> وج 23 ص 60. معجم الثقات ص 107. رجال الحلي ص 139. جامع الرواة ج 2 ص 108. أضبط المقال ص 541. التحرير الطاوسي ص 250. إيضاح الاشتباه ص 77. الذريعة ج 4 ص 263 وص 455</w:t>
      </w:r>
      <w:r w:rsidR="00D8054C">
        <w:rPr>
          <w:rtl/>
        </w:rPr>
        <w:t>،</w:t>
      </w:r>
      <w:r w:rsidRPr="007E0B1D">
        <w:rPr>
          <w:rtl/>
        </w:rPr>
        <w:t xml:space="preserve"> وج 6 ص 397</w:t>
      </w:r>
      <w:r w:rsidR="00D8054C">
        <w:rPr>
          <w:rtl/>
        </w:rPr>
        <w:t>،</w:t>
      </w:r>
      <w:r w:rsidRPr="007E0B1D">
        <w:rPr>
          <w:rtl/>
        </w:rPr>
        <w:t xml:space="preserve"> وج 7 ص 185</w:t>
      </w:r>
      <w:r w:rsidR="00D8054C">
        <w:rPr>
          <w:rtl/>
        </w:rPr>
        <w:t>،</w:t>
      </w:r>
      <w:r w:rsidRPr="007E0B1D">
        <w:rPr>
          <w:rtl/>
        </w:rPr>
        <w:t xml:space="preserve"> وج 15 ص 313 وص 319</w:t>
      </w:r>
      <w:r w:rsidR="00D8054C">
        <w:rPr>
          <w:rtl/>
        </w:rPr>
        <w:t>،</w:t>
      </w:r>
      <w:r w:rsidRPr="007E0B1D">
        <w:rPr>
          <w:rtl/>
        </w:rPr>
        <w:t xml:space="preserve"> وج 24 ص 339</w:t>
      </w:r>
      <w:r w:rsidR="00D8054C">
        <w:rPr>
          <w:rtl/>
        </w:rPr>
        <w:t>،</w:t>
      </w:r>
      <w:r w:rsidRPr="007E0B1D">
        <w:rPr>
          <w:rtl/>
        </w:rPr>
        <w:t xml:space="preserve"> وج 25 ص 306 وغيرها. مستطرفات السرائر ص 101 وص 142. كشف الحجب والأستار ص 590. الوجيزة ص 47. بهجة الآمال ج 6 ص 422. هدية</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العارفين ج 2 ص 8. طرائف المقال ج 1 ص 347. تأسيس الشيعة ص 259 وص 330. الاختصاص ص 217 وص 277 وص 281 وص 285 وص 289 وص 290 وص 293 وص 301 وص 310 وص 314 وص 328. تنقيح المقال ج 3 </w:t>
      </w:r>
      <w:r w:rsidR="00D8054C">
        <w:rPr>
          <w:rtl/>
        </w:rPr>
        <w:t>(</w:t>
      </w:r>
      <w:r w:rsidRPr="007E0B1D">
        <w:rPr>
          <w:rtl/>
        </w:rPr>
        <w:t>قسم الميم</w:t>
      </w:r>
      <w:r w:rsidR="00D8054C">
        <w:rPr>
          <w:rtl/>
        </w:rPr>
        <w:t>)</w:t>
      </w:r>
      <w:r w:rsidRPr="007E0B1D">
        <w:rPr>
          <w:rtl/>
        </w:rPr>
        <w:t xml:space="preserve"> ص 113. رجال ابن داود </w:t>
      </w:r>
      <w:r w:rsidR="00D8054C">
        <w:rPr>
          <w:rtl/>
        </w:rPr>
        <w:t>(</w:t>
      </w:r>
      <w:r w:rsidRPr="007E0B1D">
        <w:rPr>
          <w:rtl/>
        </w:rPr>
        <w:t>قسم الثقات</w:t>
      </w:r>
      <w:r w:rsidR="00D8054C">
        <w:rPr>
          <w:rtl/>
        </w:rPr>
        <w:t>)</w:t>
      </w:r>
      <w:r w:rsidRPr="007E0B1D">
        <w:rPr>
          <w:rtl/>
        </w:rPr>
        <w:t xml:space="preserve"> ص 171 </w:t>
      </w:r>
      <w:r>
        <w:rPr>
          <w:rtl/>
        </w:rPr>
        <w:t xml:space="preserve">و </w:t>
      </w:r>
      <w:r w:rsidR="00D8054C">
        <w:rPr>
          <w:rtl/>
        </w:rPr>
        <w:t>(</w:t>
      </w:r>
      <w:r w:rsidRPr="007E0B1D">
        <w:rPr>
          <w:rtl/>
        </w:rPr>
        <w:t>قسم الضعفاء</w:t>
      </w:r>
      <w:r w:rsidR="00D8054C">
        <w:rPr>
          <w:rtl/>
        </w:rPr>
        <w:t>)</w:t>
      </w:r>
      <w:r w:rsidRPr="007E0B1D">
        <w:rPr>
          <w:rtl/>
        </w:rPr>
        <w:t xml:space="preserve"> ص 272. التوحيد ص 31 وص 80 وص 118 وص 146 وص 347 وص 350 وص 365 وص 457. رجال الطوسي في أصحاب الرضا </w:t>
      </w:r>
      <w:r w:rsidR="00D8054C" w:rsidRPr="00D8054C">
        <w:rPr>
          <w:rStyle w:val="libAlaemChar"/>
          <w:rtl/>
        </w:rPr>
        <w:t>عليه‌السلام</w:t>
      </w:r>
      <w:r w:rsidRPr="007E0B1D">
        <w:rPr>
          <w:rtl/>
        </w:rPr>
        <w:t xml:space="preserve"> ص 386</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404. الخصال ص 7 وص 39 وص 41 وص 53 وص 98 وص 102 وص 103 وص 123 وص 132 وص 252 وص 255 وص 286 وص 292 وص 302 وص 359 وص 421 وص 443 وص 447 وص 506 وص 642. رجال الكشي ص 124 وص 171 وص 213 وص 306 وص 546. نضد الايضاح ص 291. هدية الأحباب </w:t>
      </w:r>
      <w:r w:rsidR="00D8054C">
        <w:rPr>
          <w:rtl/>
        </w:rPr>
        <w:t>(</w:t>
      </w:r>
      <w:r w:rsidRPr="007E0B1D">
        <w:rPr>
          <w:rtl/>
        </w:rPr>
        <w:t>فارسي</w:t>
      </w:r>
      <w:r w:rsidR="00D8054C">
        <w:rPr>
          <w:rtl/>
        </w:rPr>
        <w:t>)</w:t>
      </w:r>
      <w:r w:rsidRPr="007E0B1D">
        <w:rPr>
          <w:rtl/>
        </w:rPr>
        <w:t xml:space="preserve"> ص 105. مجمع الرجال ج 5 ص 205 وص 206. الكنى والألقاب ج 2 ص 69.</w:t>
      </w:r>
      <w:r>
        <w:rPr>
          <w:rFonts w:hint="cs"/>
          <w:rtl/>
        </w:rPr>
        <w:t xml:space="preserve"> </w:t>
      </w:r>
      <w:r w:rsidRPr="007E0B1D">
        <w:rPr>
          <w:rtl/>
        </w:rPr>
        <w:t>مصفى المقال ص 406. هداية المحدثين ص 237. رجال النجاشي ص 236.</w:t>
      </w:r>
      <w:r>
        <w:rPr>
          <w:rFonts w:hint="cs"/>
          <w:rtl/>
        </w:rPr>
        <w:t xml:space="preserve"> </w:t>
      </w:r>
      <w:r w:rsidRPr="007E0B1D">
        <w:rPr>
          <w:rtl/>
        </w:rPr>
        <w:t>معالم العلماء ص 105. نقد الرجال ص 35 وص 391. التهذيب ج 1 ص 27 وص 31 وص 125 وص 155 وص 172 وص 176 وص 256 وص 258 وص 265 وص 280 وص 313 وص 339 وص 353 وص 354 وص 356 وص 375 وص 376 وص 406</w:t>
      </w:r>
      <w:r w:rsidR="00D8054C">
        <w:rPr>
          <w:rtl/>
        </w:rPr>
        <w:t>،</w:t>
      </w:r>
      <w:r w:rsidRPr="007E0B1D">
        <w:rPr>
          <w:rtl/>
        </w:rPr>
        <w:t xml:space="preserve"> وج 2 ص 19 وص 24 وص 26 وص 76 وص 91 وص 109 وص 126 وص 128 وص 143 وص 156 وص 195 وص 211 وص 272 وص 281 وص 283 وص 295 وص 298 وص 333 وص 339</w:t>
      </w:r>
      <w:r w:rsidR="00D8054C">
        <w:rPr>
          <w:rtl/>
        </w:rPr>
        <w:t>،</w:t>
      </w:r>
      <w:r w:rsidRPr="007E0B1D">
        <w:rPr>
          <w:rtl/>
        </w:rPr>
        <w:t xml:space="preserve"> وج 3 ص 28 وص 95 وص 129 وص 150 وص 188 وص 211 وص 216 وص 221 وص 229 وص 246 وص 255 وص 256 وص 263 وص 276 وص 277 وص 291 وص 316</w:t>
      </w:r>
      <w:r w:rsidR="00D8054C">
        <w:rPr>
          <w:rtl/>
        </w:rPr>
        <w:t>،</w:t>
      </w:r>
      <w:r w:rsidRPr="007E0B1D">
        <w:rPr>
          <w:rtl/>
        </w:rPr>
        <w:t xml:space="preserve"> وج 4 ص 95 ص 133 وص 188</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278 وص 318 وص 333</w:t>
      </w:r>
      <w:r w:rsidR="00D8054C">
        <w:rPr>
          <w:rtl/>
        </w:rPr>
        <w:t>،</w:t>
      </w:r>
      <w:r w:rsidRPr="007E0B1D">
        <w:rPr>
          <w:rtl/>
        </w:rPr>
        <w:t xml:space="preserve"> وج 5 ص 109 وص 206 وص 310 وص 366 وص 402 وص 430 وص 442 وص 443 وص 454 وص 478 وص 484</w:t>
      </w:r>
      <w:r w:rsidR="00D8054C">
        <w:rPr>
          <w:rtl/>
        </w:rPr>
        <w:t>،</w:t>
      </w:r>
      <w:r w:rsidRPr="007E0B1D">
        <w:rPr>
          <w:rtl/>
        </w:rPr>
        <w:t xml:space="preserve"> وج 6 ص 123 وص 224 وص 237 وص 265 وص 285 وص 319 وص 354 وص 387</w:t>
      </w:r>
      <w:r w:rsidR="00D8054C">
        <w:rPr>
          <w:rtl/>
        </w:rPr>
        <w:t>،</w:t>
      </w:r>
      <w:r w:rsidRPr="007E0B1D">
        <w:rPr>
          <w:rtl/>
        </w:rPr>
        <w:t xml:space="preserve"> وج 7 ص 53 وص 76 وص 120 وص 145 وص 166 وص 175 وص 192 وص 256 وص 260 وص 264 وص 288 وص 293 وص 301 وص 322 وص 356 وص 386 وص 394 وص 416 وص 453 وص 454 وص 461 وص 469</w:t>
      </w:r>
      <w:r w:rsidR="00D8054C">
        <w:rPr>
          <w:rtl/>
        </w:rPr>
        <w:t>،</w:t>
      </w:r>
      <w:r w:rsidRPr="007E0B1D">
        <w:rPr>
          <w:rtl/>
        </w:rPr>
        <w:t xml:space="preserve"> وج 8 ص 10 وص 31 وص 34 وص 46 وص 73 وص 84 وص 137 وص 152 وص 171 وص 183 وص 301 وص 317</w:t>
      </w:r>
      <w:r w:rsidR="00D8054C">
        <w:rPr>
          <w:rtl/>
        </w:rPr>
        <w:t>،</w:t>
      </w:r>
      <w:r w:rsidRPr="007E0B1D">
        <w:rPr>
          <w:rtl/>
        </w:rPr>
        <w:t xml:space="preserve"> وج 9 ص 32 وص 42 وص 46 وص 69 وص 81 وص 160</w:t>
      </w:r>
      <w:r w:rsidR="00D8054C">
        <w:rPr>
          <w:rtl/>
        </w:rPr>
        <w:t>،</w:t>
      </w:r>
      <w:r w:rsidRPr="007E0B1D">
        <w:rPr>
          <w:rtl/>
        </w:rPr>
        <w:t xml:space="preserve"> وج 10 ص 36 وص 48 وص 64 وص 97 وص 108 وص 129 وص 135 وص 153 وص 213 وص 231. روضة المتقين ج 14 ص 496. منتهى المقال ص 272. الاستبصار ج 1 ص 48 وص 49 وص 112 وص 129 وص 151 وص 176 وص 178 وص 189 وص 215 ص 230 وص 234 وص 239 وص 281 وص 292 وص 316 وص 326 وص 340 وص 348 وص 380 وص 385 وص 394 وص 411 وص 442 وص 452 وص 474</w:t>
      </w:r>
      <w:r w:rsidR="00D8054C">
        <w:rPr>
          <w:rtl/>
        </w:rPr>
        <w:t>،</w:t>
      </w:r>
      <w:r w:rsidRPr="007E0B1D">
        <w:rPr>
          <w:rtl/>
        </w:rPr>
        <w:t xml:space="preserve"> وج 2 ص 120 وص 186 وص 208 وص 330 وص 334</w:t>
      </w:r>
      <w:r w:rsidR="00D8054C">
        <w:rPr>
          <w:rtl/>
        </w:rPr>
        <w:t>،</w:t>
      </w:r>
      <w:r w:rsidRPr="007E0B1D">
        <w:rPr>
          <w:rtl/>
        </w:rPr>
        <w:t xml:space="preserve"> وج 3 ص 24 وص 42 وص 57 وص 116 وص 144 وص 149 وص 171 وص 174 وص 182 وص 201 وص 235 وص 244 وص 272 وص 275 وص 284 وص 309 وص 346</w:t>
      </w:r>
      <w:r w:rsidR="00D8054C">
        <w:rPr>
          <w:rtl/>
        </w:rPr>
        <w:t>،</w:t>
      </w:r>
      <w:r w:rsidRPr="007E0B1D">
        <w:rPr>
          <w:rtl/>
        </w:rPr>
        <w:t xml:space="preserve"> وج 4 ص 47 وص 74 وص 86 وص 226 وص 236 وص 243 وص 252 وص 318. منهج المقال ص 295.</w:t>
      </w:r>
      <w:r>
        <w:rPr>
          <w:rFonts w:hint="cs"/>
          <w:rtl/>
        </w:rPr>
        <w:t xml:space="preserve"> </w:t>
      </w:r>
      <w:r w:rsidRPr="007E0B1D">
        <w:rPr>
          <w:rtl/>
        </w:rPr>
        <w:t>من لا يحضره الفقيه ج 1 ص 248 وص 283</w:t>
      </w:r>
      <w:r w:rsidR="00D8054C">
        <w:rPr>
          <w:rtl/>
        </w:rPr>
        <w:t>،</w:t>
      </w:r>
      <w:r w:rsidRPr="007E0B1D">
        <w:rPr>
          <w:rtl/>
        </w:rPr>
        <w:t xml:space="preserve"> وج 2 ص 16</w:t>
      </w:r>
      <w:r w:rsidR="00D8054C">
        <w:rPr>
          <w:rtl/>
        </w:rPr>
        <w:t>،</w:t>
      </w:r>
      <w:r w:rsidRPr="007E0B1D">
        <w:rPr>
          <w:rtl/>
        </w:rPr>
        <w:t xml:space="preserve"> وج 3 ص 20 وص 106. الكافي ج 1 ص 64 وص 136 وص 146 وص 149 وص 173 وص 211 وص 218 وص 331 وص 378 وص 394</w:t>
      </w:r>
      <w:r w:rsidR="00D8054C">
        <w:rPr>
          <w:rtl/>
        </w:rPr>
        <w:t>،</w:t>
      </w:r>
      <w:r w:rsidRPr="007E0B1D">
        <w:rPr>
          <w:rtl/>
        </w:rPr>
        <w:t xml:space="preserve"> وج 2 ص 396 وص 421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488</w:t>
      </w:r>
      <w:r w:rsidR="00D8054C">
        <w:rPr>
          <w:rtl/>
        </w:rPr>
        <w:t>،</w:t>
      </w:r>
      <w:r w:rsidRPr="007E0B1D">
        <w:rPr>
          <w:rtl/>
        </w:rPr>
        <w:t xml:space="preserve"> وج 3 ص 3 وص 47 وص 57 وص 74 وص 276 وص 390 وص 468 وص 475 وص 514 وص 523 وص 559</w:t>
      </w:r>
      <w:r w:rsidR="00D8054C">
        <w:rPr>
          <w:rtl/>
        </w:rPr>
        <w:t>،</w:t>
      </w:r>
      <w:r w:rsidRPr="007E0B1D">
        <w:rPr>
          <w:rtl/>
        </w:rPr>
        <w:t xml:space="preserve"> وج 4 ص 29 وص 150 وص 237 وص 243 وص 279 وص 280 وص 373 وص 408 وص 413</w:t>
      </w:r>
      <w:r w:rsidR="00D8054C">
        <w:rPr>
          <w:rtl/>
        </w:rPr>
        <w:t>،</w:t>
      </w:r>
      <w:r w:rsidRPr="007E0B1D">
        <w:rPr>
          <w:rtl/>
        </w:rPr>
        <w:t xml:space="preserve"> وج 5 ص 113 وص 184 وص 190 وص 253 وص 295 وص 451 وص 457 وص 568</w:t>
      </w:r>
      <w:r w:rsidR="00D8054C">
        <w:rPr>
          <w:rtl/>
        </w:rPr>
        <w:t>،</w:t>
      </w:r>
      <w:r w:rsidRPr="007E0B1D">
        <w:rPr>
          <w:rtl/>
        </w:rPr>
        <w:t xml:space="preserve"> وج 6 ص 19 وص 97 وص 144 وص 198 وص 252 وص 295 وص 306 وص 430. روضة الكافي ص 86 وص 205.</w:t>
      </w:r>
    </w:p>
    <w:p w:rsidR="008867CD" w:rsidRPr="007E0B1D" w:rsidRDefault="008867CD" w:rsidP="008867CD">
      <w:pPr>
        <w:pStyle w:val="libCenterBold1"/>
        <w:rPr>
          <w:rtl/>
        </w:rPr>
      </w:pPr>
      <w:r w:rsidRPr="007E0B1D">
        <w:rPr>
          <w:rtl/>
        </w:rPr>
        <w:t>145</w:t>
      </w:r>
      <w:r w:rsidR="00D8054C">
        <w:rPr>
          <w:rtl/>
        </w:rPr>
        <w:t xml:space="preserve"> - </w:t>
      </w:r>
      <w:r w:rsidRPr="007E0B1D">
        <w:rPr>
          <w:rtl/>
        </w:rPr>
        <w:t>محمّد بن خزيمة</w:t>
      </w:r>
    </w:p>
    <w:p w:rsidR="008867CD" w:rsidRPr="007E0B1D" w:rsidRDefault="008867CD" w:rsidP="008867CD">
      <w:pPr>
        <w:pStyle w:val="libNormal"/>
        <w:rPr>
          <w:rtl/>
        </w:rPr>
      </w:pPr>
      <w:r w:rsidRPr="007E0B1D">
        <w:rPr>
          <w:rtl/>
        </w:rPr>
        <w:t xml:space="preserve">أحد أصحاب الامام الجواد </w:t>
      </w:r>
      <w:r w:rsidR="00D8054C" w:rsidRPr="00D8054C">
        <w:rPr>
          <w:rStyle w:val="libAlaemChar"/>
          <w:rtl/>
        </w:rPr>
        <w:t>عليه‌السلام</w:t>
      </w:r>
      <w:r w:rsidR="00D8054C">
        <w:rPr>
          <w:rtl/>
        </w:rPr>
        <w:t>،</w:t>
      </w:r>
      <w:r w:rsidRPr="007E0B1D">
        <w:rPr>
          <w:rtl/>
        </w:rPr>
        <w:t xml:space="preserve"> لم يتعرض لذكره اكثر أصحاب كتب الرجال والتراجم والحديث.</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معجم رجال الحديث ج 16 ص 72.</w:t>
      </w:r>
    </w:p>
    <w:p w:rsidR="008867CD" w:rsidRPr="007E0B1D" w:rsidRDefault="008867CD" w:rsidP="008867CD">
      <w:pPr>
        <w:pStyle w:val="libCenterBold1"/>
        <w:rPr>
          <w:rtl/>
        </w:rPr>
      </w:pPr>
      <w:r w:rsidRPr="007E0B1D">
        <w:rPr>
          <w:rtl/>
        </w:rPr>
        <w:t>146</w:t>
      </w:r>
      <w:r w:rsidR="00D8054C">
        <w:rPr>
          <w:rtl/>
        </w:rPr>
        <w:t xml:space="preserve"> - </w:t>
      </w:r>
      <w:r w:rsidRPr="007E0B1D">
        <w:rPr>
          <w:rtl/>
        </w:rPr>
        <w:t>الأرجاني</w:t>
      </w:r>
    </w:p>
    <w:p w:rsidR="008867CD" w:rsidRPr="007E0B1D" w:rsidRDefault="008867CD" w:rsidP="008867CD">
      <w:pPr>
        <w:pStyle w:val="libNormal"/>
        <w:rPr>
          <w:rtl/>
        </w:rPr>
      </w:pPr>
      <w:r w:rsidRPr="007E0B1D">
        <w:rPr>
          <w:rtl/>
        </w:rPr>
        <w:t>محمّد بن رجاء الأرجاني</w:t>
      </w:r>
      <w:r w:rsidR="00D8054C">
        <w:rPr>
          <w:rtl/>
        </w:rPr>
        <w:t>،</w:t>
      </w:r>
      <w:r w:rsidRPr="007E0B1D">
        <w:rPr>
          <w:rtl/>
        </w:rPr>
        <w:t xml:space="preserve"> الخياط</w:t>
      </w:r>
      <w:r w:rsidR="00D8054C">
        <w:rPr>
          <w:rtl/>
        </w:rPr>
        <w:t>،</w:t>
      </w:r>
      <w:r w:rsidRPr="007E0B1D">
        <w:rPr>
          <w:rtl/>
        </w:rPr>
        <w:t xml:space="preserve"> وقيل الحناط.</w:t>
      </w:r>
    </w:p>
    <w:p w:rsidR="008867CD" w:rsidRPr="007E0B1D" w:rsidRDefault="008867CD" w:rsidP="008867CD">
      <w:pPr>
        <w:pStyle w:val="libNormal"/>
        <w:rPr>
          <w:rtl/>
        </w:rPr>
      </w:pPr>
      <w:r w:rsidRPr="007E0B1D">
        <w:rPr>
          <w:rtl/>
        </w:rPr>
        <w:t xml:space="preserve">محدث 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عيسى</w:t>
      </w:r>
      <w:r w:rsidR="00D8054C">
        <w:rPr>
          <w:rtl/>
        </w:rPr>
        <w:t>،</w:t>
      </w:r>
      <w:r w:rsidRPr="007E0B1D">
        <w:rPr>
          <w:rtl/>
        </w:rPr>
        <w:t xml:space="preserve"> وعلي بن مهزيار.</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الكشي ص 460 وفيه يروي عن الامام الجواد </w:t>
      </w:r>
      <w:r w:rsidR="00D8054C" w:rsidRPr="00D8054C">
        <w:rPr>
          <w:rStyle w:val="libAlaemChar"/>
          <w:rtl/>
        </w:rPr>
        <w:t>عليه‌السلام</w:t>
      </w:r>
      <w:r w:rsidRPr="007E0B1D">
        <w:rPr>
          <w:rtl/>
        </w:rPr>
        <w:t xml:space="preserve"> انه قال</w:t>
      </w:r>
      <w:r w:rsidR="00D8054C">
        <w:rPr>
          <w:rtl/>
        </w:rPr>
        <w:t>:</w:t>
      </w:r>
      <w:r w:rsidRPr="007E0B1D">
        <w:rPr>
          <w:rtl/>
        </w:rPr>
        <w:t xml:space="preserve"> الواقفة</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هم حمير الشيعة</w:t>
      </w:r>
      <w:r w:rsidR="00D8054C">
        <w:rPr>
          <w:rtl/>
        </w:rPr>
        <w:t>،</w:t>
      </w:r>
      <w:r w:rsidRPr="007E0B1D">
        <w:rPr>
          <w:rtl/>
        </w:rPr>
        <w:t xml:space="preserve"> ثم تلا </w:t>
      </w:r>
      <w:r w:rsidR="00D8054C" w:rsidRPr="00D8054C">
        <w:rPr>
          <w:rStyle w:val="libAlaemChar"/>
          <w:rtl/>
        </w:rPr>
        <w:t>عليه‌السلام</w:t>
      </w:r>
      <w:r w:rsidRPr="007E0B1D">
        <w:rPr>
          <w:rtl/>
        </w:rPr>
        <w:t xml:space="preserve"> هذا الآية</w:t>
      </w:r>
      <w:r w:rsidR="00D8054C">
        <w:rPr>
          <w:rtl/>
        </w:rPr>
        <w:t>:</w:t>
      </w:r>
      <w:r w:rsidRPr="007E0B1D">
        <w:rPr>
          <w:rtl/>
        </w:rPr>
        <w:t xml:space="preserve"> </w:t>
      </w:r>
      <w:r w:rsidR="00D8054C">
        <w:rPr>
          <w:rStyle w:val="libAlaemChar"/>
          <w:rtl/>
        </w:rPr>
        <w:t>(</w:t>
      </w:r>
      <w:r w:rsidRPr="008867CD">
        <w:rPr>
          <w:rStyle w:val="libAieChar"/>
          <w:rtl/>
        </w:rPr>
        <w:t>إِنْ هُمْ إِلاَّ كَالْأَنْعامِ بَلْ هُمْ أَضَلُّ سَبِيلاً</w:t>
      </w:r>
      <w:r w:rsidR="00D8054C">
        <w:rPr>
          <w:rStyle w:val="libAieChar"/>
          <w:rtl/>
        </w:rPr>
        <w:t>)</w:t>
      </w:r>
      <w:r w:rsidRPr="007E0B1D">
        <w:rPr>
          <w:rtl/>
        </w:rPr>
        <w:t>.</w:t>
      </w:r>
      <w:r>
        <w:rPr>
          <w:rFonts w:hint="cs"/>
          <w:rtl/>
        </w:rPr>
        <w:t xml:space="preserve"> </w:t>
      </w:r>
      <w:r w:rsidRPr="007E0B1D">
        <w:rPr>
          <w:rtl/>
        </w:rPr>
        <w:t xml:space="preserve">جامع الرواة ج 2 ص 113. نقد الرجال ص 306. تنقيح المقال ج 3 </w:t>
      </w:r>
      <w:r w:rsidR="00D8054C">
        <w:rPr>
          <w:rtl/>
        </w:rPr>
        <w:t>(</w:t>
      </w:r>
      <w:r w:rsidRPr="007E0B1D">
        <w:rPr>
          <w:rtl/>
        </w:rPr>
        <w:t>قسم الميم</w:t>
      </w:r>
      <w:r w:rsidR="00D8054C">
        <w:rPr>
          <w:rtl/>
        </w:rPr>
        <w:t>)</w:t>
      </w:r>
      <w:r w:rsidRPr="007E0B1D">
        <w:rPr>
          <w:rtl/>
        </w:rPr>
        <w:t xml:space="preserve"> ص 116. مجمع الرجال ج 5 ص 210</w:t>
      </w:r>
      <w:r w:rsidR="00D8054C">
        <w:rPr>
          <w:rtl/>
        </w:rPr>
        <w:t>،</w:t>
      </w:r>
      <w:r w:rsidRPr="007E0B1D">
        <w:rPr>
          <w:rtl/>
        </w:rPr>
        <w:t xml:space="preserve"> وج 6 ص 190. طرائف المقال ج 1 ص 348 وفيه</w:t>
      </w:r>
      <w:r w:rsidR="00D8054C">
        <w:rPr>
          <w:rtl/>
        </w:rPr>
        <w:t>:</w:t>
      </w:r>
      <w:r w:rsidRPr="007E0B1D">
        <w:rPr>
          <w:rtl/>
        </w:rPr>
        <w:t xml:space="preserve"> من أصحاب الهادي </w:t>
      </w:r>
      <w:r w:rsidR="00D8054C" w:rsidRPr="00D8054C">
        <w:rPr>
          <w:rStyle w:val="libAlaemChar"/>
          <w:rtl/>
        </w:rPr>
        <w:t>عليه‌السلام</w:t>
      </w:r>
      <w:r w:rsidR="00D8054C">
        <w:rPr>
          <w:rtl/>
        </w:rPr>
        <w:t>،</w:t>
      </w:r>
      <w:r w:rsidRPr="007E0B1D">
        <w:rPr>
          <w:rtl/>
        </w:rPr>
        <w:t xml:space="preserve"> لم أر له شيئا يوجب الوثوق بروايته</w:t>
      </w:r>
      <w:r w:rsidR="00D8054C">
        <w:rPr>
          <w:rtl/>
        </w:rPr>
        <w:t>،</w:t>
      </w:r>
      <w:r w:rsidRPr="007E0B1D">
        <w:rPr>
          <w:rtl/>
        </w:rPr>
        <w:t xml:space="preserve"> فالأصوب التوقف في قبولها كما في نظائره. معجم رجال الحديث ج 16 ص 81 وص 82. رجال الطوسي في أصحاب الهادي </w:t>
      </w:r>
      <w:r w:rsidR="00D8054C" w:rsidRPr="00D8054C">
        <w:rPr>
          <w:rStyle w:val="libAlaemChar"/>
          <w:rtl/>
        </w:rPr>
        <w:t>عليه‌السلام</w:t>
      </w:r>
      <w:r w:rsidRPr="007E0B1D">
        <w:rPr>
          <w:rtl/>
        </w:rPr>
        <w:t xml:space="preserve"> ص 422. رجال البرقي في أصحاب الهادي </w:t>
      </w:r>
      <w:r w:rsidR="00D8054C" w:rsidRPr="00D8054C">
        <w:rPr>
          <w:rStyle w:val="libAlaemChar"/>
          <w:rtl/>
        </w:rPr>
        <w:t>عليه‌السلام</w:t>
      </w:r>
      <w:r w:rsidRPr="007E0B1D">
        <w:rPr>
          <w:rtl/>
        </w:rPr>
        <w:t xml:space="preserve"> ص 58. الكافي ج 4 ص 239. منهج المقال ص 296. التهذيب ج 6 ص 395. منتهى المقال ص 266. من لا يحضره الفقيه ج 3 ص 187.</w:t>
      </w:r>
    </w:p>
    <w:p w:rsidR="008867CD" w:rsidRPr="007E0B1D" w:rsidRDefault="008867CD" w:rsidP="008867CD">
      <w:pPr>
        <w:pStyle w:val="libCenterBold1"/>
        <w:rPr>
          <w:rtl/>
        </w:rPr>
      </w:pPr>
      <w:r w:rsidRPr="007E0B1D">
        <w:rPr>
          <w:rtl/>
        </w:rPr>
        <w:t>147</w:t>
      </w:r>
      <w:r w:rsidR="00D8054C">
        <w:rPr>
          <w:rtl/>
        </w:rPr>
        <w:t xml:space="preserve"> - </w:t>
      </w:r>
      <w:r w:rsidRPr="007E0B1D">
        <w:rPr>
          <w:rtl/>
        </w:rPr>
        <w:t>محمّد بن الريان</w:t>
      </w:r>
    </w:p>
    <w:p w:rsidR="008867CD" w:rsidRPr="007E0B1D" w:rsidRDefault="008867CD" w:rsidP="008867CD">
      <w:pPr>
        <w:pStyle w:val="libNormal"/>
        <w:rPr>
          <w:rtl/>
        </w:rPr>
      </w:pPr>
      <w:r w:rsidRPr="007E0B1D">
        <w:rPr>
          <w:rtl/>
        </w:rPr>
        <w:t>محمّد بن الريان بن الصلت الأشعري</w:t>
      </w:r>
      <w:r w:rsidR="00D8054C">
        <w:rPr>
          <w:rtl/>
        </w:rPr>
        <w:t>،</w:t>
      </w:r>
      <w:r w:rsidRPr="007E0B1D">
        <w:rPr>
          <w:rtl/>
        </w:rPr>
        <w:t xml:space="preserve"> القمي.</w:t>
      </w:r>
    </w:p>
    <w:p w:rsidR="008867CD" w:rsidRPr="007E0B1D" w:rsidRDefault="008867CD" w:rsidP="008867CD">
      <w:pPr>
        <w:pStyle w:val="libNormal"/>
        <w:rPr>
          <w:rtl/>
        </w:rPr>
      </w:pPr>
      <w:r w:rsidRPr="007E0B1D">
        <w:rPr>
          <w:rtl/>
        </w:rPr>
        <w:t>من ثقات محدثي الامامية</w:t>
      </w:r>
      <w:r w:rsidR="00D8054C">
        <w:rPr>
          <w:rtl/>
        </w:rPr>
        <w:t>،</w:t>
      </w:r>
      <w:r w:rsidRPr="007E0B1D">
        <w:rPr>
          <w:rtl/>
        </w:rPr>
        <w:t xml:space="preserve"> وله مسائل للامام الهادي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 xml:space="preserve">روى عن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محمّد بن عيسى</w:t>
      </w:r>
      <w:r w:rsidR="00D8054C">
        <w:rPr>
          <w:rtl/>
        </w:rPr>
        <w:t>،</w:t>
      </w:r>
      <w:r w:rsidRPr="007E0B1D">
        <w:rPr>
          <w:rtl/>
        </w:rPr>
        <w:t xml:space="preserve"> وسهل بن زياد</w:t>
      </w:r>
      <w:r w:rsidR="00D8054C">
        <w:rPr>
          <w:rtl/>
        </w:rPr>
        <w:t>،</w:t>
      </w:r>
      <w:r w:rsidRPr="007E0B1D">
        <w:rPr>
          <w:rtl/>
        </w:rPr>
        <w:t xml:space="preserve"> وابراهيم بن هاشم القمي.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338 وص 413</w:t>
      </w:r>
      <w:r w:rsidR="00D8054C">
        <w:rPr>
          <w:rtl/>
        </w:rPr>
        <w:t>،</w:t>
      </w:r>
      <w:r w:rsidRPr="007E0B1D">
        <w:rPr>
          <w:rtl/>
        </w:rPr>
        <w:t xml:space="preserve"> وج 2 ص 336</w:t>
      </w:r>
      <w:r w:rsidR="00D8054C">
        <w:rPr>
          <w:rtl/>
        </w:rPr>
        <w:t>،</w:t>
      </w:r>
      <w:r w:rsidRPr="007E0B1D">
        <w:rPr>
          <w:rtl/>
        </w:rPr>
        <w:t xml:space="preserve"> وج 3 ص 60 وص 455 وفيه يسأل الامام الجواد </w:t>
      </w:r>
      <w:r w:rsidR="00D8054C" w:rsidRPr="00D8054C">
        <w:rPr>
          <w:rStyle w:val="libAlaemChar"/>
          <w:rtl/>
        </w:rPr>
        <w:t>عليه‌السلام</w:t>
      </w:r>
      <w:r w:rsidRPr="007E0B1D">
        <w:rPr>
          <w:rtl/>
        </w:rPr>
        <w:t xml:space="preserve"> مكاتبة عن مسألة شرعية</w:t>
      </w:r>
      <w:r w:rsidR="00D8054C">
        <w:rPr>
          <w:rtl/>
        </w:rPr>
        <w:t>،</w:t>
      </w:r>
      <w:r w:rsidRPr="007E0B1D">
        <w:rPr>
          <w:rtl/>
        </w:rPr>
        <w:t xml:space="preserve"> وج 7 ص 58. رجال الطوسي في أصحاب الهادي </w:t>
      </w:r>
      <w:r w:rsidR="00D8054C" w:rsidRPr="00D8054C">
        <w:rPr>
          <w:rStyle w:val="libAlaemChar"/>
          <w:rtl/>
        </w:rPr>
        <w:t>عليه‌السلام</w:t>
      </w:r>
      <w:r w:rsidRPr="007E0B1D">
        <w:rPr>
          <w:rtl/>
        </w:rPr>
        <w:t xml:space="preserve"> ص 423. جامع الرواة ج 2 ص 113. الوجيزة ص 47. معجم رجال الحديث ج 16 ص 83. طرائف المقال ج 1 ص 348.</w:t>
      </w:r>
      <w:r>
        <w:rPr>
          <w:rFonts w:hint="cs"/>
          <w:rtl/>
        </w:rPr>
        <w:t xml:space="preserve"> </w:t>
      </w:r>
      <w:r w:rsidRPr="007E0B1D">
        <w:rPr>
          <w:rtl/>
        </w:rPr>
        <w:t>رجال النجاشي ص 262. هداية المحدثين ص 141. التهذيب ج 1 ص 260</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وج 4 ص 84</w:t>
      </w:r>
      <w:r w:rsidR="00D8054C">
        <w:rPr>
          <w:rtl/>
        </w:rPr>
        <w:t>،</w:t>
      </w:r>
      <w:r w:rsidRPr="007E0B1D">
        <w:rPr>
          <w:rtl/>
        </w:rPr>
        <w:t xml:space="preserve"> وج 9 ص 214. نقد الرجال ص 306. بهجة الآمال ج 6 ص 427.</w:t>
      </w:r>
      <w:r>
        <w:rPr>
          <w:rFonts w:hint="cs"/>
          <w:rtl/>
        </w:rPr>
        <w:t xml:space="preserve"> </w:t>
      </w:r>
      <w:r w:rsidRPr="007E0B1D">
        <w:rPr>
          <w:rtl/>
        </w:rPr>
        <w:t xml:space="preserve">مجمع الرجال ج 5 ص 210. من لا يحضره الفقيه ج 4 ص 162. رجال ابن داود </w:t>
      </w:r>
      <w:r w:rsidR="00D8054C">
        <w:rPr>
          <w:rtl/>
        </w:rPr>
        <w:t>(</w:t>
      </w:r>
      <w:r w:rsidRPr="007E0B1D">
        <w:rPr>
          <w:rtl/>
        </w:rPr>
        <w:t>قسم الثقات</w:t>
      </w:r>
      <w:r w:rsidR="00D8054C">
        <w:rPr>
          <w:rtl/>
        </w:rPr>
        <w:t>)</w:t>
      </w:r>
      <w:r w:rsidRPr="007E0B1D">
        <w:rPr>
          <w:rtl/>
        </w:rPr>
        <w:t xml:space="preserve"> ص 172. فهرست الطوسي ص 90. وسائل الشيعة ج 20 ص 327. الاستبصار ج 2 ص 49. معالم العلماء ص 63. منتهى المقال ص 273. روضة المتقين ج 14 ص 437. تنقيح المقال ج 3 </w:t>
      </w:r>
      <w:r w:rsidR="00D8054C">
        <w:rPr>
          <w:rtl/>
        </w:rPr>
        <w:t>(</w:t>
      </w:r>
      <w:r w:rsidRPr="007E0B1D">
        <w:rPr>
          <w:rtl/>
        </w:rPr>
        <w:t>قسم الميم</w:t>
      </w:r>
      <w:r w:rsidR="00D8054C">
        <w:rPr>
          <w:rtl/>
        </w:rPr>
        <w:t>)</w:t>
      </w:r>
      <w:r w:rsidRPr="007E0B1D">
        <w:rPr>
          <w:rtl/>
        </w:rPr>
        <w:t xml:space="preserve"> ص 116. منهج المقال ص 296. اتقان المقال ص 122. رجال الحلي </w:t>
      </w:r>
      <w:r w:rsidR="00D8054C">
        <w:rPr>
          <w:rtl/>
        </w:rPr>
        <w:t>(</w:t>
      </w:r>
      <w:r w:rsidRPr="007E0B1D">
        <w:rPr>
          <w:rtl/>
        </w:rPr>
        <w:t>قسم الثقات</w:t>
      </w:r>
      <w:r w:rsidR="00D8054C">
        <w:rPr>
          <w:rtl/>
        </w:rPr>
        <w:t>)</w:t>
      </w:r>
      <w:r w:rsidRPr="007E0B1D">
        <w:rPr>
          <w:rtl/>
        </w:rPr>
        <w:t xml:space="preserve"> ص 142. معجم الثقات ص 107. رجال الكشي ص 548. رجال الأنصاري ص 160. ثقات الرواة للشهرستاني ص 62.</w:t>
      </w:r>
    </w:p>
    <w:p w:rsidR="008867CD" w:rsidRPr="007E0B1D" w:rsidRDefault="008867CD" w:rsidP="008867CD">
      <w:pPr>
        <w:pStyle w:val="libCenterBold1"/>
        <w:rPr>
          <w:rtl/>
        </w:rPr>
      </w:pPr>
      <w:r w:rsidRPr="007E0B1D">
        <w:rPr>
          <w:rtl/>
        </w:rPr>
        <w:t>148</w:t>
      </w:r>
      <w:r w:rsidR="00D8054C">
        <w:rPr>
          <w:rtl/>
        </w:rPr>
        <w:t xml:space="preserve"> - </w:t>
      </w:r>
      <w:r w:rsidRPr="007E0B1D">
        <w:rPr>
          <w:rtl/>
        </w:rPr>
        <w:t>محمّد بن سالم</w:t>
      </w:r>
    </w:p>
    <w:p w:rsidR="008867CD" w:rsidRPr="007E0B1D" w:rsidRDefault="008867CD" w:rsidP="008867CD">
      <w:pPr>
        <w:pStyle w:val="libNormal"/>
        <w:rPr>
          <w:rtl/>
        </w:rPr>
      </w:pPr>
      <w:r w:rsidRPr="007E0B1D">
        <w:rPr>
          <w:rtl/>
        </w:rPr>
        <w:t>محمّد بن سالم بن عبد الحميد الكوفي.</w:t>
      </w:r>
    </w:p>
    <w:p w:rsidR="008867CD" w:rsidRPr="007E0B1D" w:rsidRDefault="008867CD" w:rsidP="008867CD">
      <w:pPr>
        <w:pStyle w:val="libNormal"/>
        <w:rPr>
          <w:rtl/>
        </w:rPr>
      </w:pPr>
      <w:r w:rsidRPr="007E0B1D">
        <w:rPr>
          <w:rtl/>
        </w:rPr>
        <w:t>عالم فطحي المذهب</w:t>
      </w:r>
      <w:r w:rsidR="00D8054C">
        <w:rPr>
          <w:rtl/>
        </w:rPr>
        <w:t>،</w:t>
      </w:r>
      <w:r w:rsidRPr="007E0B1D">
        <w:rPr>
          <w:rtl/>
        </w:rPr>
        <w:t xml:space="preserve"> فقيه</w:t>
      </w:r>
      <w:r w:rsidR="00D8054C">
        <w:rPr>
          <w:rtl/>
        </w:rPr>
        <w:t>،</w:t>
      </w:r>
      <w:r w:rsidRPr="007E0B1D">
        <w:rPr>
          <w:rtl/>
        </w:rPr>
        <w:t xml:space="preserve"> محدث.</w:t>
      </w:r>
    </w:p>
    <w:p w:rsidR="008867CD" w:rsidRPr="007E0B1D" w:rsidRDefault="008867CD" w:rsidP="008867CD">
      <w:pPr>
        <w:pStyle w:val="libNormal"/>
        <w:rPr>
          <w:rtl/>
        </w:rPr>
      </w:pPr>
      <w:r w:rsidRPr="007E0B1D">
        <w:rPr>
          <w:rtl/>
        </w:rPr>
        <w:t xml:space="preserve">ادرك الامام الرضا </w:t>
      </w:r>
      <w:r w:rsidR="00D8054C" w:rsidRPr="00D8054C">
        <w:rPr>
          <w:rStyle w:val="libAlaemChar"/>
          <w:rtl/>
        </w:rPr>
        <w:t>عليه‌السلام</w:t>
      </w:r>
      <w:r w:rsidR="00D8054C">
        <w:rPr>
          <w:rtl/>
        </w:rPr>
        <w:t>،</w:t>
      </w:r>
      <w:r w:rsidRPr="007E0B1D">
        <w:rPr>
          <w:rtl/>
        </w:rPr>
        <w:t xml:space="preserve"> وصحب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أبو علي الأشعري.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 معجم رجال الحديث ج 16 ص 104. جامع الرواة ج 2 ص 116. نقد الرجال ص 308. بهجة الآمال ج 6 ص 434. رجال الأنصاري ص 161. مجمع الرجال ج 5 ص 214 وص 215. رجال ابن داد </w:t>
      </w:r>
      <w:r w:rsidR="00D8054C">
        <w:rPr>
          <w:rtl/>
        </w:rPr>
        <w:t>(</w:t>
      </w:r>
      <w:r w:rsidRPr="007E0B1D">
        <w:rPr>
          <w:rtl/>
        </w:rPr>
        <w:t>قسم الضعفاء</w:t>
      </w:r>
      <w:r w:rsidR="00D8054C">
        <w:rPr>
          <w:rtl/>
        </w:rPr>
        <w:t>)</w:t>
      </w:r>
      <w:r w:rsidRPr="007E0B1D">
        <w:rPr>
          <w:rtl/>
        </w:rPr>
        <w:t xml:space="preserve"> ص 272 وص 289. معجم الثقات ص 350. التحرير الطاوسي ص 253. رجال الكشي ص 563 وفيه</w:t>
      </w:r>
      <w:r w:rsidR="00D8054C">
        <w:rPr>
          <w:rtl/>
        </w:rPr>
        <w:t>:</w:t>
      </w:r>
      <w:r w:rsidRPr="007E0B1D">
        <w:rPr>
          <w:rtl/>
        </w:rPr>
        <w:t xml:space="preserve"> من أجلة العلماء والفقهاء والعدول. منهج المقال ص 297. اتقان المقال </w:t>
      </w:r>
      <w:r w:rsidR="00D8054C">
        <w:rPr>
          <w:rtl/>
        </w:rPr>
        <w:t>(</w:t>
      </w:r>
      <w:r w:rsidRPr="007E0B1D">
        <w:rPr>
          <w:rtl/>
        </w:rPr>
        <w:t>قسم الثقات</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122. الوجيزة ص 47 وفيه</w:t>
      </w:r>
      <w:r w:rsidR="00D8054C">
        <w:rPr>
          <w:rtl/>
        </w:rPr>
        <w:t>:</w:t>
      </w:r>
      <w:r w:rsidRPr="007E0B1D">
        <w:rPr>
          <w:rtl/>
        </w:rPr>
        <w:t xml:space="preserve"> ثقة. طرائف المقال ج 1 ص 348. تنقيح المقال ج 3 ص 119. وسائل الشيعة ج 20 ص 328. روضة المتقين ج 14 ص 437. منتهى المقال ص 273.</w:t>
      </w:r>
    </w:p>
    <w:p w:rsidR="008867CD" w:rsidRPr="007E0B1D" w:rsidRDefault="008867CD" w:rsidP="008867CD">
      <w:pPr>
        <w:pStyle w:val="libCenterBold1"/>
        <w:rPr>
          <w:rtl/>
        </w:rPr>
      </w:pPr>
      <w:r w:rsidRPr="007E0B1D">
        <w:rPr>
          <w:rtl/>
        </w:rPr>
        <w:t>149</w:t>
      </w:r>
      <w:r w:rsidR="00D8054C">
        <w:rPr>
          <w:rtl/>
        </w:rPr>
        <w:t xml:space="preserve"> - </w:t>
      </w:r>
      <w:r w:rsidRPr="007E0B1D">
        <w:rPr>
          <w:rtl/>
        </w:rPr>
        <w:t>محمّد بن سليمان</w:t>
      </w:r>
    </w:p>
    <w:p w:rsidR="008867CD" w:rsidRPr="007E0B1D" w:rsidRDefault="008867CD" w:rsidP="008867CD">
      <w:pPr>
        <w:pStyle w:val="libNormal"/>
        <w:rPr>
          <w:rtl/>
        </w:rPr>
      </w:pPr>
      <w:r w:rsidRPr="007E0B1D">
        <w:rPr>
          <w:rtl/>
        </w:rPr>
        <w:t xml:space="preserve">أحد أصحاب الامام الجواد </w:t>
      </w:r>
      <w:r w:rsidR="00D8054C" w:rsidRPr="00D8054C">
        <w:rPr>
          <w:rStyle w:val="libAlaemChar"/>
          <w:rtl/>
        </w:rPr>
        <w:t>عليه‌السلام</w:t>
      </w:r>
      <w:r w:rsidRPr="007E0B1D">
        <w:rPr>
          <w:rtl/>
        </w:rPr>
        <w:t xml:space="preserve"> والرواة عنه.</w:t>
      </w:r>
    </w:p>
    <w:p w:rsidR="008867CD" w:rsidRPr="007E0B1D" w:rsidRDefault="008867CD" w:rsidP="008867CD">
      <w:pPr>
        <w:pStyle w:val="libNormal"/>
        <w:rPr>
          <w:rtl/>
        </w:rPr>
      </w:pPr>
      <w:r w:rsidRPr="007E0B1D">
        <w:rPr>
          <w:rtl/>
        </w:rPr>
        <w:t>روى عنه الحسين بن سيف</w:t>
      </w:r>
      <w:r w:rsidR="00D8054C">
        <w:rPr>
          <w:rtl/>
        </w:rPr>
        <w:t>،</w:t>
      </w:r>
      <w:r w:rsidRPr="007E0B1D">
        <w:rPr>
          <w:rtl/>
        </w:rPr>
        <w:t xml:space="preserve"> ومحمّد بن أسلم الجبلي.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كامل الزيارات ص 305 وفيه يسأل الامام الجواد </w:t>
      </w:r>
      <w:r w:rsidR="00D8054C" w:rsidRPr="00D8054C">
        <w:rPr>
          <w:rStyle w:val="libAlaemChar"/>
          <w:rtl/>
        </w:rPr>
        <w:t>عليه‌السلام</w:t>
      </w:r>
      <w:r w:rsidRPr="007E0B1D">
        <w:rPr>
          <w:rtl/>
        </w:rPr>
        <w:t xml:space="preserve"> مسألة. روضة الكافي ص 228. التهذيب ج 3 ص 64 وص 91</w:t>
      </w:r>
      <w:r w:rsidR="00D8054C">
        <w:rPr>
          <w:rtl/>
        </w:rPr>
        <w:t>،</w:t>
      </w:r>
      <w:r w:rsidRPr="007E0B1D">
        <w:rPr>
          <w:rtl/>
        </w:rPr>
        <w:t xml:space="preserve"> وج 6 ص 84 وص 185 وص 329</w:t>
      </w:r>
      <w:r w:rsidR="00D8054C">
        <w:rPr>
          <w:rtl/>
        </w:rPr>
        <w:t>،</w:t>
      </w:r>
      <w:r w:rsidRPr="007E0B1D">
        <w:rPr>
          <w:rtl/>
        </w:rPr>
        <w:t xml:space="preserve"> وج 8 ص 10 وص 143</w:t>
      </w:r>
      <w:r w:rsidR="00D8054C">
        <w:rPr>
          <w:rtl/>
        </w:rPr>
        <w:t>،</w:t>
      </w:r>
      <w:r w:rsidRPr="007E0B1D">
        <w:rPr>
          <w:rtl/>
        </w:rPr>
        <w:t xml:space="preserve"> وج 10 ص 64 وغيرها. الكافي ج 1 ص 200</w:t>
      </w:r>
      <w:r w:rsidR="00D8054C">
        <w:rPr>
          <w:rtl/>
        </w:rPr>
        <w:t>،</w:t>
      </w:r>
      <w:r w:rsidRPr="007E0B1D">
        <w:rPr>
          <w:rtl/>
        </w:rPr>
        <w:t xml:space="preserve"> وج 2 ص 291</w:t>
      </w:r>
      <w:r w:rsidR="00D8054C">
        <w:rPr>
          <w:rtl/>
        </w:rPr>
        <w:t>،</w:t>
      </w:r>
      <w:r w:rsidRPr="007E0B1D">
        <w:rPr>
          <w:rtl/>
        </w:rPr>
        <w:t xml:space="preserve"> وج 4 ص 584</w:t>
      </w:r>
      <w:r w:rsidR="00D8054C">
        <w:rPr>
          <w:rtl/>
        </w:rPr>
        <w:t>،</w:t>
      </w:r>
      <w:r w:rsidRPr="007E0B1D">
        <w:rPr>
          <w:rtl/>
        </w:rPr>
        <w:t xml:space="preserve"> وج 5 ص 93</w:t>
      </w:r>
      <w:r w:rsidR="00D8054C">
        <w:rPr>
          <w:rtl/>
        </w:rPr>
        <w:t>،</w:t>
      </w:r>
      <w:r w:rsidRPr="007E0B1D">
        <w:rPr>
          <w:rtl/>
        </w:rPr>
        <w:t xml:space="preserve"> وج 6 ص 113 وفيه يسأل الامام الجواد </w:t>
      </w:r>
      <w:r w:rsidR="00D8054C" w:rsidRPr="00D8054C">
        <w:rPr>
          <w:rStyle w:val="libAlaemChar"/>
          <w:rtl/>
        </w:rPr>
        <w:t>عليه‌السلام</w:t>
      </w:r>
      <w:r w:rsidRPr="007E0B1D">
        <w:rPr>
          <w:rtl/>
        </w:rPr>
        <w:t xml:space="preserve"> عن مسألة شرعية</w:t>
      </w:r>
      <w:r w:rsidR="00D8054C">
        <w:rPr>
          <w:rtl/>
        </w:rPr>
        <w:t>،</w:t>
      </w:r>
      <w:r w:rsidRPr="007E0B1D">
        <w:rPr>
          <w:rtl/>
        </w:rPr>
        <w:t xml:space="preserve"> وج 7 ص 403 وفيه كذلك يسأل الامام الجواد </w:t>
      </w:r>
      <w:r w:rsidR="00D8054C" w:rsidRPr="00D8054C">
        <w:rPr>
          <w:rStyle w:val="libAlaemChar"/>
          <w:rtl/>
        </w:rPr>
        <w:t>عليه‌السلام</w:t>
      </w:r>
      <w:r w:rsidRPr="007E0B1D">
        <w:rPr>
          <w:rtl/>
        </w:rPr>
        <w:t xml:space="preserve"> مسألة شرعية اخرى. الاستبصار ج 1 ص 464</w:t>
      </w:r>
      <w:r w:rsidR="00D8054C">
        <w:rPr>
          <w:rtl/>
        </w:rPr>
        <w:t>،</w:t>
      </w:r>
      <w:r w:rsidRPr="007E0B1D">
        <w:rPr>
          <w:rtl/>
        </w:rPr>
        <w:t xml:space="preserve"> وج 2 ص 138. معجم رجال الحديث ج 16 ص 122.</w:t>
      </w:r>
    </w:p>
    <w:p w:rsidR="008867CD" w:rsidRPr="007E0B1D" w:rsidRDefault="008867CD" w:rsidP="008867CD">
      <w:pPr>
        <w:pStyle w:val="libCenterBold1"/>
        <w:rPr>
          <w:rtl/>
        </w:rPr>
      </w:pPr>
      <w:r w:rsidRPr="007E0B1D">
        <w:rPr>
          <w:rtl/>
        </w:rPr>
        <w:t>150</w:t>
      </w:r>
      <w:r w:rsidR="00D8054C">
        <w:rPr>
          <w:rtl/>
        </w:rPr>
        <w:t xml:space="preserve"> - </w:t>
      </w:r>
      <w:r w:rsidRPr="007E0B1D">
        <w:rPr>
          <w:rtl/>
        </w:rPr>
        <w:t>محمّد بن سنان</w:t>
      </w:r>
    </w:p>
    <w:p w:rsidR="008867CD" w:rsidRPr="007E0B1D" w:rsidRDefault="008867CD" w:rsidP="008867CD">
      <w:pPr>
        <w:pStyle w:val="libNormal"/>
        <w:rPr>
          <w:rtl/>
        </w:rPr>
      </w:pPr>
      <w:r w:rsidRPr="007E0B1D">
        <w:rPr>
          <w:rtl/>
        </w:rPr>
        <w:t>محمّد بن سنان الزاهري</w:t>
      </w:r>
      <w:r w:rsidR="00D8054C">
        <w:rPr>
          <w:rtl/>
        </w:rPr>
        <w:t>،</w:t>
      </w:r>
      <w:r w:rsidRPr="007E0B1D">
        <w:rPr>
          <w:rtl/>
        </w:rPr>
        <w:t xml:space="preserve"> الخزاعي بالولاء</w:t>
      </w:r>
      <w:r w:rsidR="00D8054C">
        <w:rPr>
          <w:rtl/>
        </w:rPr>
        <w:t>،</w:t>
      </w:r>
      <w:r w:rsidRPr="007E0B1D">
        <w:rPr>
          <w:rtl/>
        </w:rPr>
        <w:t xml:space="preserve"> الكوفي</w:t>
      </w:r>
      <w:r w:rsidR="00D8054C">
        <w:rPr>
          <w:rtl/>
        </w:rPr>
        <w:t>،</w:t>
      </w:r>
      <w:r w:rsidRPr="007E0B1D">
        <w:rPr>
          <w:rtl/>
        </w:rPr>
        <w:t xml:space="preserve"> أبو جعفر</w:t>
      </w:r>
      <w:r w:rsidR="00D8054C">
        <w:rPr>
          <w:rtl/>
        </w:rPr>
        <w:t>،</w:t>
      </w:r>
      <w:r w:rsidRPr="007E0B1D">
        <w:rPr>
          <w:rtl/>
        </w:rPr>
        <w:t xml:space="preserve"> من ولد زاهر مولى عمرو بن الحمق الخزاعي</w:t>
      </w:r>
      <w:r w:rsidR="00D8054C">
        <w:rPr>
          <w:rtl/>
        </w:rPr>
        <w:t>،</w:t>
      </w:r>
      <w:r w:rsidRPr="007E0B1D">
        <w:rPr>
          <w:rtl/>
        </w:rPr>
        <w:t xml:space="preserve"> وقيل في اسمه</w:t>
      </w:r>
      <w:r w:rsidR="00D8054C">
        <w:rPr>
          <w:rtl/>
        </w:rPr>
        <w:t>:</w:t>
      </w:r>
      <w:r w:rsidRPr="007E0B1D">
        <w:rPr>
          <w:rtl/>
        </w:rPr>
        <w:t xml:space="preserve"> محمّد بن الحسين بن سنان.</w:t>
      </w:r>
    </w:p>
    <w:p w:rsidR="008867CD" w:rsidRPr="007E0B1D" w:rsidRDefault="008867CD" w:rsidP="008867CD">
      <w:pPr>
        <w:pStyle w:val="libNormal"/>
        <w:rPr>
          <w:rtl/>
        </w:rPr>
      </w:pPr>
      <w:r w:rsidRPr="007E0B1D">
        <w:rPr>
          <w:rtl/>
        </w:rPr>
        <w:t>من علماء الشيعة الامامية</w:t>
      </w:r>
      <w:r w:rsidR="00D8054C">
        <w:rPr>
          <w:rtl/>
        </w:rPr>
        <w:t>،</w:t>
      </w:r>
      <w:r w:rsidRPr="007E0B1D">
        <w:rPr>
          <w:rtl/>
        </w:rPr>
        <w:t xml:space="preserve"> وكان محدثا</w:t>
      </w:r>
      <w:r w:rsidR="00D8054C">
        <w:rPr>
          <w:rtl/>
        </w:rPr>
        <w:t>،</w:t>
      </w:r>
      <w:r w:rsidRPr="007E0B1D">
        <w:rPr>
          <w:rtl/>
        </w:rPr>
        <w:t xml:space="preserve"> ضريرا</w:t>
      </w:r>
      <w:r w:rsidR="00D8054C">
        <w:rPr>
          <w:rtl/>
        </w:rPr>
        <w:t>،</w:t>
      </w:r>
      <w:r w:rsidRPr="007E0B1D">
        <w:rPr>
          <w:rtl/>
        </w:rPr>
        <w:t xml:space="preserve"> وله تاليف.</w:t>
      </w:r>
    </w:p>
    <w:p w:rsidR="008867CD" w:rsidRPr="007E0B1D" w:rsidRDefault="008867CD" w:rsidP="008867CD">
      <w:pPr>
        <w:pStyle w:val="libNormal"/>
        <w:rPr>
          <w:rtl/>
        </w:rPr>
      </w:pPr>
      <w:r w:rsidRPr="007E0B1D">
        <w:rPr>
          <w:rtl/>
        </w:rPr>
        <w:t>اختلف أصحابنا فيه</w:t>
      </w:r>
      <w:r w:rsidR="00D8054C">
        <w:rPr>
          <w:rtl/>
        </w:rPr>
        <w:t>،</w:t>
      </w:r>
      <w:r w:rsidRPr="007E0B1D">
        <w:rPr>
          <w:rtl/>
        </w:rPr>
        <w:t xml:space="preserve"> فمنهم من وثقة</w:t>
      </w:r>
      <w:r w:rsidR="00D8054C">
        <w:rPr>
          <w:rtl/>
        </w:rPr>
        <w:t>،</w:t>
      </w:r>
      <w:r w:rsidRPr="007E0B1D">
        <w:rPr>
          <w:rtl/>
        </w:rPr>
        <w:t xml:space="preserve"> ومنهم من ضعف حديثه.</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 xml:space="preserve">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تردد اسمه في 797 موردا في أسناد الروايات.</w:t>
      </w:r>
    </w:p>
    <w:p w:rsidR="008867CD" w:rsidRPr="007E0B1D" w:rsidRDefault="008867CD" w:rsidP="008867CD">
      <w:pPr>
        <w:pStyle w:val="libNormal"/>
        <w:rPr>
          <w:rtl/>
        </w:rPr>
      </w:pPr>
      <w:r w:rsidRPr="007E0B1D">
        <w:rPr>
          <w:rtl/>
        </w:rPr>
        <w:t>روى عنه جماعة يربون على 65 راويا أمثال</w:t>
      </w:r>
      <w:r w:rsidR="00D8054C">
        <w:rPr>
          <w:rtl/>
        </w:rPr>
        <w:t>:</w:t>
      </w:r>
      <w:r w:rsidRPr="007E0B1D">
        <w:rPr>
          <w:rtl/>
        </w:rPr>
        <w:t xml:space="preserve"> علي بن أسباط</w:t>
      </w:r>
      <w:r w:rsidR="00D8054C">
        <w:rPr>
          <w:rtl/>
        </w:rPr>
        <w:t>،</w:t>
      </w:r>
      <w:r w:rsidRPr="007E0B1D">
        <w:rPr>
          <w:rtl/>
        </w:rPr>
        <w:t xml:space="preserve"> ومحمّد ابن علي الصيرفي</w:t>
      </w:r>
      <w:r w:rsidR="00D8054C">
        <w:rPr>
          <w:rtl/>
        </w:rPr>
        <w:t>،</w:t>
      </w:r>
      <w:r w:rsidRPr="007E0B1D">
        <w:rPr>
          <w:rtl/>
        </w:rPr>
        <w:t xml:space="preserve"> والحسن بن محبوب وغيرهم.</w:t>
      </w:r>
    </w:p>
    <w:p w:rsidR="008867CD" w:rsidRPr="007E0B1D" w:rsidRDefault="008867CD" w:rsidP="008867CD">
      <w:pPr>
        <w:pStyle w:val="libNormal"/>
        <w:rPr>
          <w:rtl/>
        </w:rPr>
      </w:pPr>
      <w:r w:rsidRPr="007E0B1D">
        <w:rPr>
          <w:rtl/>
        </w:rPr>
        <w:t>من كتبه « النوادر »</w:t>
      </w:r>
      <w:r w:rsidR="00D8054C">
        <w:rPr>
          <w:rtl/>
        </w:rPr>
        <w:t>،</w:t>
      </w:r>
      <w:r w:rsidRPr="007E0B1D">
        <w:rPr>
          <w:rtl/>
        </w:rPr>
        <w:t xml:space="preserve"> </w:t>
      </w:r>
      <w:r>
        <w:rPr>
          <w:rtl/>
        </w:rPr>
        <w:t>و «</w:t>
      </w:r>
      <w:r w:rsidRPr="007E0B1D">
        <w:rPr>
          <w:rtl/>
        </w:rPr>
        <w:t xml:space="preserve"> الشراء والبيع »</w:t>
      </w:r>
      <w:r w:rsidR="00D8054C">
        <w:rPr>
          <w:rtl/>
        </w:rPr>
        <w:t>،</w:t>
      </w:r>
      <w:r w:rsidRPr="007E0B1D">
        <w:rPr>
          <w:rtl/>
        </w:rPr>
        <w:t xml:space="preserve"> </w:t>
      </w:r>
      <w:r>
        <w:rPr>
          <w:rtl/>
        </w:rPr>
        <w:t>و «</w:t>
      </w:r>
      <w:r w:rsidRPr="007E0B1D">
        <w:rPr>
          <w:rtl/>
        </w:rPr>
        <w:t xml:space="preserve"> المكاسب »</w:t>
      </w:r>
      <w:r w:rsidR="00D8054C">
        <w:rPr>
          <w:rtl/>
        </w:rPr>
        <w:t>،</w:t>
      </w:r>
      <w:r w:rsidRPr="007E0B1D">
        <w:rPr>
          <w:rtl/>
        </w:rPr>
        <w:t xml:space="preserve"> </w:t>
      </w:r>
      <w:r>
        <w:rPr>
          <w:rtl/>
        </w:rPr>
        <w:t>و «</w:t>
      </w:r>
      <w:r w:rsidRPr="007E0B1D">
        <w:rPr>
          <w:rtl/>
        </w:rPr>
        <w:t xml:space="preserve"> الصيد والذبائح »</w:t>
      </w:r>
      <w:r w:rsidR="00D8054C">
        <w:rPr>
          <w:rtl/>
        </w:rPr>
        <w:t>،</w:t>
      </w:r>
      <w:r w:rsidRPr="007E0B1D">
        <w:rPr>
          <w:rtl/>
        </w:rPr>
        <w:t xml:space="preserve"> </w:t>
      </w:r>
      <w:r>
        <w:rPr>
          <w:rtl/>
        </w:rPr>
        <w:t>و «</w:t>
      </w:r>
      <w:r w:rsidRPr="007E0B1D">
        <w:rPr>
          <w:rtl/>
        </w:rPr>
        <w:t xml:space="preserve"> الحج »</w:t>
      </w:r>
      <w:r w:rsidR="00D8054C">
        <w:rPr>
          <w:rtl/>
        </w:rPr>
        <w:t>،</w:t>
      </w:r>
      <w:r w:rsidRPr="007E0B1D">
        <w:rPr>
          <w:rtl/>
        </w:rPr>
        <w:t xml:space="preserve"> </w:t>
      </w:r>
      <w:r>
        <w:rPr>
          <w:rtl/>
        </w:rPr>
        <w:t>و «</w:t>
      </w:r>
      <w:r w:rsidRPr="007E0B1D">
        <w:rPr>
          <w:rtl/>
        </w:rPr>
        <w:t xml:space="preserve"> الأظلة »</w:t>
      </w:r>
      <w:r w:rsidR="00D8054C">
        <w:rPr>
          <w:rtl/>
        </w:rPr>
        <w:t>،</w:t>
      </w:r>
      <w:r w:rsidRPr="007E0B1D">
        <w:rPr>
          <w:rtl/>
        </w:rPr>
        <w:t xml:space="preserve"> </w:t>
      </w:r>
      <w:r>
        <w:rPr>
          <w:rtl/>
        </w:rPr>
        <w:t>و «</w:t>
      </w:r>
      <w:r w:rsidRPr="007E0B1D">
        <w:rPr>
          <w:rtl/>
        </w:rPr>
        <w:t xml:space="preserve"> الوصية » وغيرها.</w:t>
      </w:r>
    </w:p>
    <w:p w:rsidR="008867CD" w:rsidRPr="007E0B1D" w:rsidRDefault="008867CD" w:rsidP="008867CD">
      <w:pPr>
        <w:pStyle w:val="libNormal"/>
        <w:rPr>
          <w:rtl/>
        </w:rPr>
      </w:pPr>
      <w:r w:rsidRPr="007E0B1D">
        <w:rPr>
          <w:rtl/>
        </w:rPr>
        <w:t>توفي سنة 220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الكاظم </w:t>
      </w:r>
      <w:r w:rsidR="00D8054C" w:rsidRPr="00D8054C">
        <w:rPr>
          <w:rStyle w:val="libAlaemChar"/>
          <w:rtl/>
        </w:rPr>
        <w:t>عليه‌السلام</w:t>
      </w:r>
      <w:r w:rsidRPr="007E0B1D">
        <w:rPr>
          <w:rtl/>
        </w:rPr>
        <w:t xml:space="preserve"> ص 361</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386</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405. مجمع الرجال ج 5 ص 222</w:t>
      </w:r>
      <w:r w:rsidR="00D8054C">
        <w:rPr>
          <w:rtl/>
        </w:rPr>
        <w:t xml:space="preserve"> - </w:t>
      </w:r>
      <w:r w:rsidRPr="007E0B1D">
        <w:rPr>
          <w:rtl/>
        </w:rPr>
        <w:t>ص 230. الاختصاص ص 21 وص 65 وص 199 وص 214 وص 226 وص 248 وص 262 وص 276 وص 278 وص 285 وص 288 وص 295 وص 301 وص 316 وص 317 وص 323 وص 326 وص 331 وص 332 وص 368. جامع الرواة ج 2 ص 123</w:t>
      </w:r>
      <w:r w:rsidR="00D8054C">
        <w:rPr>
          <w:rtl/>
        </w:rPr>
        <w:t xml:space="preserve"> - </w:t>
      </w:r>
      <w:r w:rsidRPr="007E0B1D">
        <w:rPr>
          <w:rtl/>
        </w:rPr>
        <w:t>ص 128. رجال الأنصاري ص 163. معجم المؤلفين ج 10 ص 57. وسائل الشيعة ج 20 ص 329. روضة الكافي ص 159 وص 177 وص 205 وص 237 وص 257 وص 263 وص 285 وص 289 وص 311 وص 315 وص 330 وص 384 وغيرها. اتقان المقال ص 346. نقد الرجال ص 310. الذريعة ج 2 ص 219</w:t>
      </w:r>
      <w:r w:rsidR="00D8054C">
        <w:rPr>
          <w:rtl/>
        </w:rPr>
        <w:t>،</w:t>
      </w:r>
      <w:r w:rsidRPr="007E0B1D">
        <w:rPr>
          <w:rtl/>
        </w:rPr>
        <w:t xml:space="preserve"> وج 6 ص 252</w:t>
      </w:r>
      <w:r w:rsidR="00D8054C">
        <w:rPr>
          <w:rtl/>
        </w:rPr>
        <w:t>،</w:t>
      </w:r>
      <w:r w:rsidRPr="007E0B1D">
        <w:rPr>
          <w:rtl/>
        </w:rPr>
        <w:t xml:space="preserve"> وج 13 ص 44</w:t>
      </w:r>
      <w:r w:rsidR="00D8054C">
        <w:rPr>
          <w:rtl/>
        </w:rPr>
        <w:t>،</w:t>
      </w:r>
      <w:r w:rsidRPr="007E0B1D">
        <w:rPr>
          <w:rtl/>
        </w:rPr>
        <w:t xml:space="preserve"> وج 15 ص 107</w:t>
      </w:r>
      <w:r w:rsidR="00D8054C">
        <w:rPr>
          <w:rtl/>
        </w:rPr>
        <w:t>،</w:t>
      </w:r>
      <w:r w:rsidRPr="007E0B1D">
        <w:rPr>
          <w:rtl/>
        </w:rPr>
        <w:t xml:space="preserve"> وج 22 ص 151</w:t>
      </w:r>
      <w:r w:rsidR="00D8054C">
        <w:rPr>
          <w:rtl/>
        </w:rPr>
        <w:t>،</w:t>
      </w:r>
      <w:r w:rsidRPr="007E0B1D">
        <w:rPr>
          <w:rtl/>
        </w:rPr>
        <w:t xml:space="preserve"> وج 24 ص 339</w:t>
      </w:r>
      <w:r w:rsidR="00D8054C">
        <w:rPr>
          <w:rtl/>
        </w:rPr>
        <w:t>،</w:t>
      </w:r>
      <w:r w:rsidRPr="007E0B1D">
        <w:rPr>
          <w:rtl/>
        </w:rPr>
        <w:t xml:space="preserve"> وج 25 ص 103.</w:t>
      </w:r>
      <w:r>
        <w:rPr>
          <w:rFonts w:hint="cs"/>
          <w:rtl/>
        </w:rPr>
        <w:t xml:space="preserve"> </w:t>
      </w:r>
      <w:r w:rsidRPr="007E0B1D">
        <w:rPr>
          <w:rtl/>
        </w:rPr>
        <w:t xml:space="preserve">التحرير الطاوسي ص 244. رجال البرقي في أصحاب الكاظم </w:t>
      </w:r>
      <w:r w:rsidR="00D8054C" w:rsidRPr="00D8054C">
        <w:rPr>
          <w:rStyle w:val="libAlaemChar"/>
          <w:rtl/>
        </w:rPr>
        <w:t>عليه‌السلام</w:t>
      </w:r>
      <w:r w:rsidRPr="007E0B1D">
        <w:rPr>
          <w:rtl/>
        </w:rPr>
        <w:t xml:space="preserve"> ص 48</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54</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57. هداية المحدثين ص 141. مستطرفات السرائر ص 51. رجال الحلي </w:t>
      </w:r>
      <w:r w:rsidR="00D8054C">
        <w:rPr>
          <w:rtl/>
        </w:rPr>
        <w:t>(</w:t>
      </w:r>
      <w:r w:rsidRPr="007E0B1D">
        <w:rPr>
          <w:rtl/>
        </w:rPr>
        <w:t>قسم الضعفاء</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 251. الارشاد ص 290. كامل الزيارات ص 11. منهج المقال ص 298.</w:t>
      </w:r>
      <w:r>
        <w:rPr>
          <w:rFonts w:hint="cs"/>
          <w:rtl/>
        </w:rPr>
        <w:t xml:space="preserve"> </w:t>
      </w:r>
      <w:r w:rsidRPr="007E0B1D">
        <w:rPr>
          <w:rtl/>
        </w:rPr>
        <w:t xml:space="preserve">بهجة الآمال ج 6 ص 442. الخصال ص 8 وص 14 وص 17 وص 18 وص 26 وص 38 وص 41 وص 46 وص 47 وص 61 وص 81 وص 106 وص 107 وص 113 وص 151 وص 152 وص 159 وص 180 وص 194 وص 200 وص 219 وص 223 وص 227 وص 229 وص 243 وص 287 وص 292 وص 296 وص 328 وص 336 وص 387 وص 389 وص 421 وص 438 وص 485 وص 529 وص 538 وص 644 وص 646 وص 649. رجال ابن داود </w:t>
      </w:r>
      <w:r w:rsidR="00D8054C">
        <w:rPr>
          <w:rtl/>
        </w:rPr>
        <w:t>(</w:t>
      </w:r>
      <w:r w:rsidRPr="007E0B1D">
        <w:rPr>
          <w:rtl/>
        </w:rPr>
        <w:t>قسم الثقات</w:t>
      </w:r>
      <w:r w:rsidR="00D8054C">
        <w:rPr>
          <w:rtl/>
        </w:rPr>
        <w:t>)</w:t>
      </w:r>
      <w:r w:rsidRPr="007E0B1D">
        <w:rPr>
          <w:rtl/>
        </w:rPr>
        <w:t xml:space="preserve"> ص 174</w:t>
      </w:r>
      <w:r w:rsidR="00D8054C">
        <w:rPr>
          <w:rtl/>
        </w:rPr>
        <w:t>،</w:t>
      </w:r>
      <w:r w:rsidRPr="007E0B1D">
        <w:rPr>
          <w:rtl/>
        </w:rPr>
        <w:t xml:space="preserve"> </w:t>
      </w:r>
      <w:r>
        <w:rPr>
          <w:rtl/>
        </w:rPr>
        <w:t xml:space="preserve">و </w:t>
      </w:r>
      <w:r w:rsidR="00D8054C">
        <w:rPr>
          <w:rtl/>
        </w:rPr>
        <w:t>(</w:t>
      </w:r>
      <w:r w:rsidRPr="007E0B1D">
        <w:rPr>
          <w:rtl/>
        </w:rPr>
        <w:t>قسم الضعفاء</w:t>
      </w:r>
      <w:r w:rsidR="00D8054C">
        <w:rPr>
          <w:rtl/>
        </w:rPr>
        <w:t>)</w:t>
      </w:r>
      <w:r w:rsidRPr="007E0B1D">
        <w:rPr>
          <w:rtl/>
        </w:rPr>
        <w:t xml:space="preserve"> ص 273. تنقيح المقال ج 3 </w:t>
      </w:r>
      <w:r w:rsidR="00D8054C">
        <w:rPr>
          <w:rtl/>
        </w:rPr>
        <w:t>(</w:t>
      </w:r>
      <w:r w:rsidRPr="007E0B1D">
        <w:rPr>
          <w:rtl/>
        </w:rPr>
        <w:t>قسم الميم</w:t>
      </w:r>
      <w:r w:rsidR="00D8054C">
        <w:rPr>
          <w:rtl/>
        </w:rPr>
        <w:t>)</w:t>
      </w:r>
      <w:r w:rsidRPr="007E0B1D">
        <w:rPr>
          <w:rtl/>
        </w:rPr>
        <w:t xml:space="preserve"> ص 124. عيون أخبار الرضا </w:t>
      </w:r>
      <w:r w:rsidR="00D8054C" w:rsidRPr="00D8054C">
        <w:rPr>
          <w:rStyle w:val="libAlaemChar"/>
          <w:rtl/>
        </w:rPr>
        <w:t>عليه‌السلام</w:t>
      </w:r>
      <w:r w:rsidRPr="007E0B1D">
        <w:rPr>
          <w:rtl/>
        </w:rPr>
        <w:t xml:space="preserve"> ج 1 ص 32. معالم العلماء ص 102.</w:t>
      </w:r>
      <w:r>
        <w:rPr>
          <w:rFonts w:hint="cs"/>
          <w:rtl/>
        </w:rPr>
        <w:t xml:space="preserve"> </w:t>
      </w:r>
      <w:r w:rsidRPr="007E0B1D">
        <w:rPr>
          <w:rtl/>
        </w:rPr>
        <w:t>الوجيزة ص 47. معجم رجال الحديث ج 16 ص 138 وص 151</w:t>
      </w:r>
      <w:r w:rsidR="00D8054C">
        <w:rPr>
          <w:rtl/>
        </w:rPr>
        <w:t xml:space="preserve"> - </w:t>
      </w:r>
      <w:r w:rsidRPr="007E0B1D">
        <w:rPr>
          <w:rtl/>
        </w:rPr>
        <w:t>ص 163.</w:t>
      </w:r>
      <w:r>
        <w:rPr>
          <w:rFonts w:hint="cs"/>
          <w:rtl/>
        </w:rPr>
        <w:t xml:space="preserve"> </w:t>
      </w:r>
      <w:r w:rsidRPr="007E0B1D">
        <w:rPr>
          <w:rtl/>
        </w:rPr>
        <w:t>شرح مشيخة الفقيه ص 15. فهرست الطوسي ص 131. معجم الثقات ص 109. منتهى المقال ص 275. طرائف المقال ج 1 ص 349. رجال النجاشي ص 230 وفيه</w:t>
      </w:r>
      <w:r w:rsidR="00D8054C">
        <w:rPr>
          <w:rtl/>
        </w:rPr>
        <w:t>:</w:t>
      </w:r>
      <w:r w:rsidRPr="007E0B1D">
        <w:rPr>
          <w:rtl/>
        </w:rPr>
        <w:t xml:space="preserve"> وهو رجل ضعيف جدا لا يعول عليه ولا يلتفت الى ما تفرد به.</w:t>
      </w:r>
      <w:r>
        <w:rPr>
          <w:rFonts w:hint="cs"/>
          <w:rtl/>
        </w:rPr>
        <w:t xml:space="preserve"> </w:t>
      </w:r>
      <w:r w:rsidRPr="007E0B1D">
        <w:rPr>
          <w:rtl/>
        </w:rPr>
        <w:t>علل الشرائع ص 475. الكافي ج 1 ص 232 وص 256 وص 366 وص 367 وص 384 وص 415 وص 416</w:t>
      </w:r>
      <w:r w:rsidR="00D8054C">
        <w:rPr>
          <w:rtl/>
        </w:rPr>
        <w:t>،</w:t>
      </w:r>
      <w:r w:rsidRPr="007E0B1D">
        <w:rPr>
          <w:rtl/>
        </w:rPr>
        <w:t xml:space="preserve"> وج 2 ص 423</w:t>
      </w:r>
      <w:r w:rsidR="00D8054C">
        <w:rPr>
          <w:rtl/>
        </w:rPr>
        <w:t>،</w:t>
      </w:r>
      <w:r w:rsidRPr="007E0B1D">
        <w:rPr>
          <w:rtl/>
        </w:rPr>
        <w:t xml:space="preserve"> وج 3 ص 140 وص 195</w:t>
      </w:r>
      <w:r w:rsidR="00D8054C">
        <w:rPr>
          <w:rtl/>
        </w:rPr>
        <w:t>،</w:t>
      </w:r>
      <w:r w:rsidRPr="007E0B1D">
        <w:rPr>
          <w:rtl/>
        </w:rPr>
        <w:t xml:space="preserve"> وج 4 ص 19 وص 64 وص 122 وص 194 وص 494 وص 580</w:t>
      </w:r>
      <w:r w:rsidR="00D8054C">
        <w:rPr>
          <w:rtl/>
        </w:rPr>
        <w:t>،</w:t>
      </w:r>
      <w:r w:rsidRPr="007E0B1D">
        <w:rPr>
          <w:rtl/>
        </w:rPr>
        <w:t xml:space="preserve"> وج 5 ص 123 وص 164 وص 231</w:t>
      </w:r>
      <w:r w:rsidR="00D8054C">
        <w:rPr>
          <w:rtl/>
        </w:rPr>
        <w:t>،</w:t>
      </w:r>
      <w:r w:rsidRPr="007E0B1D">
        <w:rPr>
          <w:rtl/>
        </w:rPr>
        <w:t xml:space="preserve"> وج 6 ص 422</w:t>
      </w:r>
      <w:r w:rsidR="00D8054C">
        <w:rPr>
          <w:rtl/>
        </w:rPr>
        <w:t>،</w:t>
      </w:r>
      <w:r w:rsidRPr="007E0B1D">
        <w:rPr>
          <w:rtl/>
        </w:rPr>
        <w:t xml:space="preserve"> وج 7 ص 262 وص 462. من لا يحضره الفقيه ج 1 ص 35 وص 44 وص 139</w:t>
      </w:r>
      <w:r w:rsidR="00D8054C">
        <w:rPr>
          <w:rtl/>
        </w:rPr>
        <w:t>،</w:t>
      </w:r>
      <w:r w:rsidRPr="007E0B1D">
        <w:rPr>
          <w:rtl/>
        </w:rPr>
        <w:t xml:space="preserve"> وج 2 ص 4 وص 43</w:t>
      </w:r>
      <w:r w:rsidR="00D8054C">
        <w:rPr>
          <w:rtl/>
        </w:rPr>
        <w:t>،</w:t>
      </w:r>
      <w:r w:rsidRPr="007E0B1D">
        <w:rPr>
          <w:rtl/>
        </w:rPr>
        <w:t xml:space="preserve"> وج 3 ص 73 وص 106 وص 150 وص 369</w:t>
      </w:r>
      <w:r w:rsidR="00D8054C">
        <w:rPr>
          <w:rtl/>
        </w:rPr>
        <w:t>،</w:t>
      </w:r>
      <w:r w:rsidRPr="007E0B1D">
        <w:rPr>
          <w:rtl/>
        </w:rPr>
        <w:t xml:space="preserve"> وج 4 ص 38 وص 117 وص 126 وص 175 وص 198 وص 243 وص 251 وص 253 وص 286 وغيرها. الاستبصار ج 2 ص 162</w:t>
      </w:r>
      <w:r w:rsidR="00D8054C">
        <w:rPr>
          <w:rtl/>
        </w:rPr>
        <w:t>،</w:t>
      </w:r>
      <w:r w:rsidRPr="007E0B1D">
        <w:rPr>
          <w:rtl/>
        </w:rPr>
        <w:t xml:space="preserve"> وج 3 ص 114 وص 224 وص 312</w:t>
      </w:r>
      <w:r w:rsidR="00D8054C">
        <w:rPr>
          <w:rtl/>
        </w:rPr>
        <w:t>،</w:t>
      </w:r>
      <w:r w:rsidRPr="007E0B1D">
        <w:rPr>
          <w:rtl/>
        </w:rPr>
        <w:t xml:space="preserve"> وج 4 وص 96 وص 233 وص 297. رجال الكشي ص 322 وص 389 وص 502 وفيه</w:t>
      </w:r>
      <w:r w:rsidR="00D8054C">
        <w:rPr>
          <w:rtl/>
        </w:rPr>
        <w:t>:</w:t>
      </w:r>
      <w:r w:rsidRPr="007E0B1D">
        <w:rPr>
          <w:rtl/>
        </w:rPr>
        <w:t xml:space="preserve"> عن علي بن الحسين بن داود القمي قال</w:t>
      </w:r>
      <w:r w:rsidR="00D8054C">
        <w:rPr>
          <w:rtl/>
        </w:rPr>
        <w:t>:</w:t>
      </w:r>
      <w:r w:rsidRPr="007E0B1D">
        <w:rPr>
          <w:rtl/>
        </w:rPr>
        <w:t xml:space="preserve"> سمعت أبا جعفر الثاني </w:t>
      </w:r>
      <w:r w:rsidR="00D8054C">
        <w:rPr>
          <w:rtl/>
        </w:rPr>
        <w:t>(</w:t>
      </w:r>
      <w:r w:rsidRPr="007E0B1D">
        <w:rPr>
          <w:rtl/>
        </w:rPr>
        <w:t xml:space="preserve">الجواد </w:t>
      </w:r>
      <w:r w:rsidR="00D8054C" w:rsidRPr="00D8054C">
        <w:rPr>
          <w:rStyle w:val="libAlaemChar"/>
          <w:rtl/>
        </w:rPr>
        <w:t>عليه‌السلام</w:t>
      </w:r>
      <w:r w:rsidR="00D8054C">
        <w:rPr>
          <w:rtl/>
        </w:rPr>
        <w:t>)</w:t>
      </w:r>
      <w:r w:rsidRPr="007E0B1D">
        <w:rPr>
          <w:rtl/>
        </w:rPr>
        <w:t xml:space="preserve"> يذكر</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صفوان بن يحيى ومحمّد بن سنان بخير</w:t>
      </w:r>
      <w:r w:rsidR="00D8054C">
        <w:rPr>
          <w:rtl/>
        </w:rPr>
        <w:t>،</w:t>
      </w:r>
      <w:r w:rsidRPr="007E0B1D">
        <w:rPr>
          <w:rtl/>
        </w:rPr>
        <w:t xml:space="preserve"> وقال </w:t>
      </w:r>
      <w:r w:rsidR="00D8054C" w:rsidRPr="00D8054C">
        <w:rPr>
          <w:rStyle w:val="libAlaemChar"/>
          <w:rtl/>
        </w:rPr>
        <w:t>عليه‌السلام</w:t>
      </w:r>
      <w:r w:rsidR="00D8054C">
        <w:rPr>
          <w:rtl/>
        </w:rPr>
        <w:t>:</w:t>
      </w:r>
      <w:r w:rsidRPr="007E0B1D">
        <w:rPr>
          <w:rtl/>
        </w:rPr>
        <w:t xml:space="preserve"> رضي الله عنهما برضاي عنهما</w:t>
      </w:r>
      <w:r w:rsidR="00D8054C">
        <w:rPr>
          <w:rtl/>
        </w:rPr>
        <w:t>،</w:t>
      </w:r>
      <w:r w:rsidRPr="007E0B1D">
        <w:rPr>
          <w:rtl/>
        </w:rPr>
        <w:t xml:space="preserve"> فما خالفاني قط</w:t>
      </w:r>
      <w:r w:rsidR="00D8054C">
        <w:rPr>
          <w:rtl/>
        </w:rPr>
        <w:t>،</w:t>
      </w:r>
      <w:r w:rsidRPr="007E0B1D">
        <w:rPr>
          <w:rtl/>
        </w:rPr>
        <w:t xml:space="preserve"> وص 503 وص 506 وص 508 وص 543 وص 546 وفيه من الكذابين</w:t>
      </w:r>
      <w:r w:rsidR="00D8054C">
        <w:rPr>
          <w:rtl/>
        </w:rPr>
        <w:t>،</w:t>
      </w:r>
      <w:r w:rsidRPr="007E0B1D">
        <w:rPr>
          <w:rtl/>
        </w:rPr>
        <w:t xml:space="preserve"> وص 581 وص 582 وص 583 وص 587 وص 596 وغيرها. التهذيب ج 1 ص 37 وص 298 وص 317</w:t>
      </w:r>
      <w:r w:rsidR="00D8054C">
        <w:rPr>
          <w:rtl/>
        </w:rPr>
        <w:t>،</w:t>
      </w:r>
      <w:r w:rsidRPr="007E0B1D">
        <w:rPr>
          <w:rtl/>
        </w:rPr>
        <w:t xml:space="preserve"> وج 3 ص 130 وص 187 وص 254 وص 278 وص 325 وص 329</w:t>
      </w:r>
      <w:r w:rsidR="00D8054C">
        <w:rPr>
          <w:rtl/>
        </w:rPr>
        <w:t>،</w:t>
      </w:r>
      <w:r w:rsidRPr="007E0B1D">
        <w:rPr>
          <w:rtl/>
        </w:rPr>
        <w:t xml:space="preserve"> وج 4 ص 143</w:t>
      </w:r>
      <w:r w:rsidR="00D8054C">
        <w:rPr>
          <w:rtl/>
        </w:rPr>
        <w:t>،</w:t>
      </w:r>
      <w:r w:rsidRPr="007E0B1D">
        <w:rPr>
          <w:rtl/>
        </w:rPr>
        <w:t xml:space="preserve"> وج 5 ص 52 وص 218</w:t>
      </w:r>
      <w:r w:rsidR="00D8054C">
        <w:rPr>
          <w:rtl/>
        </w:rPr>
        <w:t>،</w:t>
      </w:r>
      <w:r w:rsidRPr="007E0B1D">
        <w:rPr>
          <w:rtl/>
        </w:rPr>
        <w:t xml:space="preserve"> وج 6 ص 47 وص 371</w:t>
      </w:r>
      <w:r w:rsidR="00D8054C">
        <w:rPr>
          <w:rtl/>
        </w:rPr>
        <w:t>،</w:t>
      </w:r>
      <w:r w:rsidRPr="007E0B1D">
        <w:rPr>
          <w:rtl/>
        </w:rPr>
        <w:t xml:space="preserve"> وج 7 ص 159 وص 279 وص 361</w:t>
      </w:r>
      <w:r w:rsidR="00D8054C">
        <w:rPr>
          <w:rtl/>
        </w:rPr>
        <w:t>،</w:t>
      </w:r>
      <w:r w:rsidRPr="007E0B1D">
        <w:rPr>
          <w:rtl/>
        </w:rPr>
        <w:t xml:space="preserve"> وج 8 ص 87 وص 290</w:t>
      </w:r>
      <w:r w:rsidR="00D8054C">
        <w:rPr>
          <w:rtl/>
        </w:rPr>
        <w:t>،</w:t>
      </w:r>
      <w:r w:rsidRPr="007E0B1D">
        <w:rPr>
          <w:rtl/>
        </w:rPr>
        <w:t xml:space="preserve"> وج 9 ص 125 وص 135</w:t>
      </w:r>
      <w:r w:rsidR="00D8054C">
        <w:rPr>
          <w:rtl/>
        </w:rPr>
        <w:t>،</w:t>
      </w:r>
      <w:r w:rsidRPr="007E0B1D">
        <w:rPr>
          <w:rtl/>
        </w:rPr>
        <w:t xml:space="preserve"> وج 10 ص 84 وص 97 وص 213 وص 273 وغيرها. توضيح الاشتباه ص 270.</w:t>
      </w:r>
    </w:p>
    <w:p w:rsidR="008867CD" w:rsidRPr="007E0B1D" w:rsidRDefault="008867CD" w:rsidP="008867CD">
      <w:pPr>
        <w:pStyle w:val="libCenterBold1"/>
        <w:rPr>
          <w:rtl/>
        </w:rPr>
      </w:pPr>
      <w:r w:rsidRPr="007E0B1D">
        <w:rPr>
          <w:rtl/>
        </w:rPr>
        <w:t>151</w:t>
      </w:r>
      <w:r w:rsidR="00D8054C">
        <w:rPr>
          <w:rtl/>
        </w:rPr>
        <w:t xml:space="preserve"> - </w:t>
      </w:r>
      <w:r w:rsidRPr="007E0B1D">
        <w:rPr>
          <w:rtl/>
        </w:rPr>
        <w:t>محمّد بن سهل</w:t>
      </w:r>
    </w:p>
    <w:p w:rsidR="008867CD" w:rsidRPr="007E0B1D" w:rsidRDefault="008867CD" w:rsidP="008867CD">
      <w:pPr>
        <w:pStyle w:val="libNormal"/>
        <w:rPr>
          <w:rtl/>
        </w:rPr>
      </w:pPr>
      <w:r w:rsidRPr="007E0B1D">
        <w:rPr>
          <w:rtl/>
        </w:rPr>
        <w:t>محمّد بن سهل بن اليسع بن عبد الله بن سعد بن مالك بن الأحوص الأشعري</w:t>
      </w:r>
      <w:r w:rsidR="00D8054C">
        <w:rPr>
          <w:rtl/>
        </w:rPr>
        <w:t>،</w:t>
      </w:r>
      <w:r w:rsidRPr="007E0B1D">
        <w:rPr>
          <w:rtl/>
        </w:rPr>
        <w:t xml:space="preserve"> القمي.</w:t>
      </w:r>
    </w:p>
    <w:p w:rsidR="008867CD" w:rsidRPr="007E0B1D" w:rsidRDefault="008867CD" w:rsidP="008867CD">
      <w:pPr>
        <w:pStyle w:val="libNormal"/>
        <w:rPr>
          <w:rtl/>
        </w:rPr>
      </w:pPr>
      <w:r w:rsidRPr="007E0B1D">
        <w:rPr>
          <w:rtl/>
        </w:rPr>
        <w:t>محدث شيعي امامي</w:t>
      </w:r>
      <w:r w:rsidR="00D8054C">
        <w:rPr>
          <w:rtl/>
        </w:rPr>
        <w:t>،</w:t>
      </w:r>
      <w:r w:rsidRPr="007E0B1D">
        <w:rPr>
          <w:rtl/>
        </w:rPr>
        <w:t xml:space="preserve"> حسن الحديث.</w:t>
      </w:r>
    </w:p>
    <w:p w:rsidR="008867CD" w:rsidRPr="007E0B1D" w:rsidRDefault="008867CD" w:rsidP="008867CD">
      <w:pPr>
        <w:pStyle w:val="libNormal"/>
        <w:rPr>
          <w:rtl/>
        </w:rPr>
      </w:pPr>
      <w:r w:rsidRPr="007E0B1D">
        <w:rPr>
          <w:rtl/>
        </w:rPr>
        <w:t xml:space="preserve">روى عن الامامين الرضا والجواد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له كتاب</w:t>
      </w:r>
      <w:r w:rsidR="00D8054C">
        <w:rPr>
          <w:rtl/>
        </w:rPr>
        <w:t>،</w:t>
      </w:r>
      <w:r w:rsidRPr="007E0B1D">
        <w:rPr>
          <w:rtl/>
        </w:rPr>
        <w:t xml:space="preserve"> وقيل له مسائل عن الامام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موسى بن القاسم البجلي</w:t>
      </w:r>
      <w:r w:rsidR="00D8054C">
        <w:rPr>
          <w:rtl/>
        </w:rPr>
        <w:t>،</w:t>
      </w:r>
      <w:r w:rsidRPr="007E0B1D">
        <w:rPr>
          <w:rtl/>
        </w:rPr>
        <w:t xml:space="preserve"> ومحمّد بن علي بن محبوب</w:t>
      </w:r>
      <w:r w:rsidR="00D8054C">
        <w:rPr>
          <w:rtl/>
        </w:rPr>
        <w:t>،</w:t>
      </w:r>
      <w:r w:rsidRPr="007E0B1D">
        <w:rPr>
          <w:rtl/>
        </w:rPr>
        <w:t xml:space="preserve"> وعبد الرحمن بن حماد الكوفي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النجاشي ص 260 وفيه</w:t>
      </w:r>
      <w:r w:rsidR="00D8054C">
        <w:rPr>
          <w:rtl/>
        </w:rPr>
        <w:t>:</w:t>
      </w:r>
      <w:r w:rsidRPr="007E0B1D">
        <w:rPr>
          <w:rtl/>
        </w:rPr>
        <w:t xml:space="preserve"> روى عن الرضا وأبي جعفر </w:t>
      </w:r>
      <w:r w:rsidR="00D8054C">
        <w:rPr>
          <w:rtl/>
        </w:rPr>
        <w:t>(</w:t>
      </w:r>
      <w:r w:rsidRPr="007E0B1D">
        <w:rPr>
          <w:rtl/>
        </w:rPr>
        <w:t>الجواد</w:t>
      </w:r>
      <w:r w:rsidR="00D8054C">
        <w:rPr>
          <w:rtl/>
        </w:rPr>
        <w:t>)</w:t>
      </w:r>
      <w:r w:rsidRPr="007E0B1D">
        <w:rPr>
          <w:rtl/>
        </w:rPr>
        <w:t xml:space="preserve"> </w:t>
      </w:r>
      <w:r w:rsidR="00D8054C" w:rsidRPr="00D8054C">
        <w:rPr>
          <w:rStyle w:val="libAlaemChar"/>
          <w:rtl/>
        </w:rPr>
        <w:t>عليهما‌السلام</w:t>
      </w:r>
      <w:r w:rsidRPr="007E0B1D">
        <w:rPr>
          <w:rtl/>
        </w:rPr>
        <w:t xml:space="preserve">. معالم العلماء ص 104. رجال ابن داود </w:t>
      </w:r>
      <w:r w:rsidR="00D8054C">
        <w:rPr>
          <w:rtl/>
        </w:rPr>
        <w:t>(</w:t>
      </w:r>
      <w:r w:rsidRPr="007E0B1D">
        <w:rPr>
          <w:rtl/>
        </w:rPr>
        <w:t>قسم الثقات</w:t>
      </w:r>
      <w:r w:rsidR="00D8054C">
        <w:rPr>
          <w:rtl/>
        </w:rPr>
        <w:t>)</w:t>
      </w:r>
      <w:r w:rsidRPr="007E0B1D">
        <w:rPr>
          <w:rtl/>
        </w:rPr>
        <w:t xml:space="preserve"> ص 174. نقد الرجال ص 311. بهجة الآمال ج 6 ص 461. كشف الحجب والأستار ص 510.</w:t>
      </w:r>
      <w:r>
        <w:rPr>
          <w:rFonts w:hint="cs"/>
          <w:rtl/>
        </w:rPr>
        <w:t xml:space="preserve"> </w:t>
      </w:r>
      <w:r w:rsidRPr="007E0B1D">
        <w:rPr>
          <w:rtl/>
        </w:rPr>
        <w:t>معجم رجال الحديث ج 16 ص 170. خاتمة المستدرك ص 844. رجال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الطوسي في أصحاب الرضا </w:t>
      </w:r>
      <w:r w:rsidR="00D8054C" w:rsidRPr="00D8054C">
        <w:rPr>
          <w:rStyle w:val="libAlaemChar"/>
          <w:rtl/>
        </w:rPr>
        <w:t>عليه‌السلام</w:t>
      </w:r>
      <w:r w:rsidRPr="007E0B1D">
        <w:rPr>
          <w:rtl/>
        </w:rPr>
        <w:t xml:space="preserve"> ص 388. تنقيح المقال ج 3 </w:t>
      </w:r>
      <w:r w:rsidR="00D8054C">
        <w:rPr>
          <w:rtl/>
        </w:rPr>
        <w:t>(</w:t>
      </w:r>
      <w:r w:rsidRPr="007E0B1D">
        <w:rPr>
          <w:rtl/>
        </w:rPr>
        <w:t>قسم الميم</w:t>
      </w:r>
      <w:r w:rsidR="00D8054C">
        <w:rPr>
          <w:rtl/>
        </w:rPr>
        <w:t>)</w:t>
      </w:r>
      <w:r w:rsidRPr="007E0B1D">
        <w:rPr>
          <w:rtl/>
        </w:rPr>
        <w:t xml:space="preserve"> ص 130. منهج المقال ص 300. الوجيزة ص 48. فهرست الطوسي ص 147.</w:t>
      </w:r>
      <w:r>
        <w:rPr>
          <w:rFonts w:hint="cs"/>
          <w:rtl/>
        </w:rPr>
        <w:t xml:space="preserve"> </w:t>
      </w:r>
      <w:r w:rsidRPr="007E0B1D">
        <w:rPr>
          <w:rtl/>
        </w:rPr>
        <w:t>جامع الرواة ج 2 ص 129. الاستبصار ج 1 ص 86 وص 103 وص 345 وص 391</w:t>
      </w:r>
      <w:r w:rsidR="00D8054C">
        <w:rPr>
          <w:rtl/>
        </w:rPr>
        <w:t>،</w:t>
      </w:r>
      <w:r w:rsidRPr="007E0B1D">
        <w:rPr>
          <w:rtl/>
        </w:rPr>
        <w:t xml:space="preserve"> وج 2 ص 105 وص 144 وص 248 وص 249 وص 259 وص 303 وص 320</w:t>
      </w:r>
      <w:r w:rsidR="00D8054C">
        <w:rPr>
          <w:rtl/>
        </w:rPr>
        <w:t>،</w:t>
      </w:r>
      <w:r w:rsidRPr="007E0B1D">
        <w:rPr>
          <w:rtl/>
        </w:rPr>
        <w:t xml:space="preserve"> وج 3 ص 83 وص 165</w:t>
      </w:r>
      <w:r w:rsidR="00D8054C">
        <w:rPr>
          <w:rtl/>
        </w:rPr>
        <w:t>،</w:t>
      </w:r>
      <w:r w:rsidRPr="007E0B1D">
        <w:rPr>
          <w:rtl/>
        </w:rPr>
        <w:t xml:space="preserve"> وج 4 ص 101 وص 206. الذريعة ج 20 ص 349. نضد الايضاح ص 295. اتقان المقال </w:t>
      </w:r>
      <w:r w:rsidR="00D8054C">
        <w:rPr>
          <w:rtl/>
        </w:rPr>
        <w:t>(</w:t>
      </w:r>
      <w:r w:rsidRPr="007E0B1D">
        <w:rPr>
          <w:rtl/>
        </w:rPr>
        <w:t>قسم الحسان</w:t>
      </w:r>
      <w:r w:rsidR="00D8054C">
        <w:rPr>
          <w:rtl/>
        </w:rPr>
        <w:t>)</w:t>
      </w:r>
      <w:r w:rsidRPr="007E0B1D">
        <w:rPr>
          <w:rtl/>
        </w:rPr>
        <w:t xml:space="preserve"> ص 228.</w:t>
      </w:r>
      <w:r>
        <w:rPr>
          <w:rFonts w:hint="cs"/>
          <w:rtl/>
        </w:rPr>
        <w:t xml:space="preserve"> </w:t>
      </w:r>
      <w:r w:rsidRPr="007E0B1D">
        <w:rPr>
          <w:rtl/>
        </w:rPr>
        <w:t>الكافي ج 1 ص 242</w:t>
      </w:r>
      <w:r w:rsidR="00D8054C">
        <w:rPr>
          <w:rtl/>
        </w:rPr>
        <w:t>،</w:t>
      </w:r>
      <w:r w:rsidRPr="007E0B1D">
        <w:rPr>
          <w:rtl/>
        </w:rPr>
        <w:t xml:space="preserve"> وج 3 وص 36 وص 109</w:t>
      </w:r>
      <w:r w:rsidR="00D8054C">
        <w:rPr>
          <w:rtl/>
        </w:rPr>
        <w:t>،</w:t>
      </w:r>
      <w:r w:rsidRPr="007E0B1D">
        <w:rPr>
          <w:rtl/>
        </w:rPr>
        <w:t xml:space="preserve"> وج 4 ص 133 وص 143</w:t>
      </w:r>
      <w:r w:rsidR="00D8054C">
        <w:rPr>
          <w:rtl/>
        </w:rPr>
        <w:t>،</w:t>
      </w:r>
      <w:r w:rsidRPr="007E0B1D">
        <w:rPr>
          <w:rtl/>
        </w:rPr>
        <w:t xml:space="preserve"> وج 5 ص 210 وص 266 وص 292</w:t>
      </w:r>
      <w:r w:rsidR="00D8054C">
        <w:rPr>
          <w:rtl/>
        </w:rPr>
        <w:t>،</w:t>
      </w:r>
      <w:r w:rsidRPr="007E0B1D">
        <w:rPr>
          <w:rtl/>
        </w:rPr>
        <w:t xml:space="preserve"> وج 6 ص 333. طرائف المقال ج 1 ص 350.</w:t>
      </w:r>
      <w:r>
        <w:rPr>
          <w:rFonts w:hint="cs"/>
          <w:rtl/>
        </w:rPr>
        <w:t xml:space="preserve"> </w:t>
      </w:r>
      <w:r w:rsidRPr="007E0B1D">
        <w:rPr>
          <w:rtl/>
        </w:rPr>
        <w:t>مجمع الرجال ج 5 ص 232 وص 233. التهذيب ج 1 ص 11 وص 113 وص 292 وص 372</w:t>
      </w:r>
      <w:r w:rsidR="00D8054C">
        <w:rPr>
          <w:rtl/>
        </w:rPr>
        <w:t>،</w:t>
      </w:r>
      <w:r w:rsidRPr="007E0B1D">
        <w:rPr>
          <w:rtl/>
        </w:rPr>
        <w:t xml:space="preserve"> وج 2 ص 161 وص 356</w:t>
      </w:r>
      <w:r w:rsidR="00D8054C">
        <w:rPr>
          <w:rtl/>
        </w:rPr>
        <w:t>،</w:t>
      </w:r>
      <w:r w:rsidRPr="007E0B1D">
        <w:rPr>
          <w:rtl/>
        </w:rPr>
        <w:t xml:space="preserve"> وج 3 ص 211 وص 277 وص 565 وص 601</w:t>
      </w:r>
      <w:r w:rsidR="00D8054C">
        <w:rPr>
          <w:rtl/>
        </w:rPr>
        <w:t>،</w:t>
      </w:r>
      <w:r w:rsidRPr="007E0B1D">
        <w:rPr>
          <w:rtl/>
        </w:rPr>
        <w:t xml:space="preserve"> وج 5 ص 4 وص 8 وص 78 وص 92 وص 172 وص 173 وص 200 وص 290 وص 411</w:t>
      </w:r>
      <w:r w:rsidR="00D8054C">
        <w:rPr>
          <w:rtl/>
        </w:rPr>
        <w:t>،</w:t>
      </w:r>
      <w:r w:rsidRPr="007E0B1D">
        <w:rPr>
          <w:rtl/>
        </w:rPr>
        <w:t xml:space="preserve"> وج 6 ص 162 وص 189</w:t>
      </w:r>
      <w:r w:rsidR="00D8054C">
        <w:rPr>
          <w:rtl/>
        </w:rPr>
        <w:t>،</w:t>
      </w:r>
      <w:r w:rsidRPr="007E0B1D">
        <w:rPr>
          <w:rtl/>
        </w:rPr>
        <w:t xml:space="preserve"> وج 7 ص 76 وص 77 وص 196 وص 210 وص 283</w:t>
      </w:r>
      <w:r w:rsidR="00D8054C">
        <w:rPr>
          <w:rtl/>
        </w:rPr>
        <w:t>،</w:t>
      </w:r>
      <w:r w:rsidRPr="007E0B1D">
        <w:rPr>
          <w:rtl/>
        </w:rPr>
        <w:t xml:space="preserve"> وج 8 ص 73</w:t>
      </w:r>
      <w:r w:rsidR="00D8054C">
        <w:rPr>
          <w:rtl/>
        </w:rPr>
        <w:t>،</w:t>
      </w:r>
      <w:r w:rsidRPr="007E0B1D">
        <w:rPr>
          <w:rtl/>
        </w:rPr>
        <w:t xml:space="preserve"> وج 9 ص 574</w:t>
      </w:r>
      <w:r w:rsidR="00D8054C">
        <w:rPr>
          <w:rtl/>
        </w:rPr>
        <w:t>،</w:t>
      </w:r>
      <w:r w:rsidRPr="007E0B1D">
        <w:rPr>
          <w:rtl/>
        </w:rPr>
        <w:t xml:space="preserve"> وج 10 ص 14. منتهى المقال ص 277. هداية المحدثين ص 240. من لا يحضره الفقيه ج 1 ص 258 وص 264</w:t>
      </w:r>
      <w:r w:rsidR="00D8054C">
        <w:rPr>
          <w:rtl/>
        </w:rPr>
        <w:t>،</w:t>
      </w:r>
      <w:r w:rsidRPr="007E0B1D">
        <w:rPr>
          <w:rtl/>
        </w:rPr>
        <w:t xml:space="preserve"> وج 3 ص 159</w:t>
      </w:r>
      <w:r w:rsidR="00D8054C">
        <w:rPr>
          <w:rtl/>
        </w:rPr>
        <w:t>،</w:t>
      </w:r>
      <w:r w:rsidRPr="007E0B1D">
        <w:rPr>
          <w:rtl/>
        </w:rPr>
        <w:t xml:space="preserve"> وج 4 ص 72 وص 89.</w:t>
      </w:r>
    </w:p>
    <w:p w:rsidR="008867CD" w:rsidRPr="007E0B1D" w:rsidRDefault="008867CD" w:rsidP="008867CD">
      <w:pPr>
        <w:pStyle w:val="libCenterBold1"/>
        <w:rPr>
          <w:rtl/>
        </w:rPr>
      </w:pPr>
      <w:r w:rsidRPr="007E0B1D">
        <w:rPr>
          <w:rtl/>
        </w:rPr>
        <w:t>152</w:t>
      </w:r>
      <w:r w:rsidR="00D8054C">
        <w:rPr>
          <w:rtl/>
        </w:rPr>
        <w:t xml:space="preserve"> - </w:t>
      </w:r>
      <w:r w:rsidRPr="007E0B1D">
        <w:rPr>
          <w:rtl/>
        </w:rPr>
        <w:t>محمّد بن عبد الجبار</w:t>
      </w:r>
    </w:p>
    <w:p w:rsidR="008867CD" w:rsidRPr="007E0B1D" w:rsidRDefault="008867CD" w:rsidP="008867CD">
      <w:pPr>
        <w:pStyle w:val="libNormal"/>
        <w:rPr>
          <w:rtl/>
        </w:rPr>
      </w:pPr>
      <w:r w:rsidRPr="007E0B1D">
        <w:rPr>
          <w:rtl/>
        </w:rPr>
        <w:t>محمّد بن عبد الجبار بن أبي الصهبان القمي.</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وله روايات.</w:t>
      </w:r>
    </w:p>
    <w:p w:rsidR="008867CD" w:rsidRPr="007E0B1D" w:rsidRDefault="008867CD" w:rsidP="008867CD">
      <w:pPr>
        <w:pStyle w:val="libNormal"/>
        <w:rPr>
          <w:rtl/>
        </w:rPr>
      </w:pPr>
      <w:r w:rsidRPr="007E0B1D">
        <w:rPr>
          <w:rtl/>
        </w:rPr>
        <w:t>جاء اسمه في 900 موردا في أسناد الروايات.</w:t>
      </w:r>
    </w:p>
    <w:p w:rsidR="008867CD" w:rsidRPr="007E0B1D" w:rsidRDefault="008867CD" w:rsidP="008867CD">
      <w:pPr>
        <w:pStyle w:val="libNormal"/>
        <w:rPr>
          <w:rtl/>
        </w:rPr>
      </w:pPr>
      <w:r w:rsidRPr="007E0B1D">
        <w:rPr>
          <w:rtl/>
        </w:rPr>
        <w:t xml:space="preserve">روى عن الأئمة الجواد والهادي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جماعة أمثال</w:t>
      </w:r>
      <w:r w:rsidR="00D8054C">
        <w:rPr>
          <w:rtl/>
        </w:rPr>
        <w:t>:</w:t>
      </w:r>
      <w:r w:rsidRPr="007E0B1D">
        <w:rPr>
          <w:rtl/>
        </w:rPr>
        <w:t xml:space="preserve"> عبد الله بن جعفر الحميري</w:t>
      </w:r>
      <w:r w:rsidR="00D8054C">
        <w:rPr>
          <w:rtl/>
        </w:rPr>
        <w:t>،</w:t>
      </w:r>
      <w:r w:rsidRPr="007E0B1D">
        <w:rPr>
          <w:rtl/>
        </w:rPr>
        <w:t xml:space="preserve"> ومحمّد بن الحسن الصفار</w:t>
      </w:r>
      <w:r w:rsidR="00D8054C">
        <w:rPr>
          <w:rtl/>
        </w:rPr>
        <w:t>،</w:t>
      </w:r>
      <w:r w:rsidRPr="007E0B1D">
        <w:rPr>
          <w:rtl/>
        </w:rPr>
        <w:t xml:space="preserve"> ومحمّد بن علي بن محبوب وغيرهم.</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رجال الطوسي في أصحاب الجواد ص 407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423</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435. معجم رجال الحديث ج 16 ص 200. التوحيد ص 98 وص 108 وص 147 وص 314. منهج المقال ص 301. اتقان المقال ص 123. مستطرفات السرائر ص 95. رجال الأنصاري ص 165. رجال البرقي في أصحاب الهادي </w:t>
      </w:r>
      <w:r w:rsidR="00D8054C" w:rsidRPr="00D8054C">
        <w:rPr>
          <w:rStyle w:val="libAlaemChar"/>
          <w:rtl/>
        </w:rPr>
        <w:t>عليه‌السلام</w:t>
      </w:r>
      <w:r w:rsidRPr="007E0B1D">
        <w:rPr>
          <w:rtl/>
        </w:rPr>
        <w:t xml:space="preserve"> ص 59</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61. الخصال ص 3 وص 22 وص 36 وص 55 وص 63 وص 112 وص 260 وص 350 وص 538 وص 642 وص 647. رجال الحلي </w:t>
      </w:r>
      <w:r w:rsidR="00D8054C">
        <w:rPr>
          <w:rtl/>
        </w:rPr>
        <w:t>(</w:t>
      </w:r>
      <w:r w:rsidRPr="007E0B1D">
        <w:rPr>
          <w:rtl/>
        </w:rPr>
        <w:t>قسم الثقات</w:t>
      </w:r>
      <w:r w:rsidR="00D8054C">
        <w:rPr>
          <w:rtl/>
        </w:rPr>
        <w:t>)</w:t>
      </w:r>
      <w:r w:rsidRPr="007E0B1D">
        <w:rPr>
          <w:rtl/>
        </w:rPr>
        <w:t xml:space="preserve"> ص 142. تنقيح المقال ج 3 </w:t>
      </w:r>
      <w:r w:rsidR="00D8054C">
        <w:rPr>
          <w:rtl/>
        </w:rPr>
        <w:t>(</w:t>
      </w:r>
      <w:r w:rsidRPr="007E0B1D">
        <w:rPr>
          <w:rtl/>
        </w:rPr>
        <w:t>قسم الميم</w:t>
      </w:r>
      <w:r w:rsidR="00D8054C">
        <w:rPr>
          <w:rtl/>
        </w:rPr>
        <w:t>)</w:t>
      </w:r>
      <w:r w:rsidRPr="007E0B1D">
        <w:rPr>
          <w:rtl/>
        </w:rPr>
        <w:t xml:space="preserve"> ص 135. كامل الزيارات ص 72 وص 74. معجم الثقات ص 99 وص 110. توضيح الاشتباه ص 271. الوجيزة ص 48. مجمع الرجال ج 5 ص 251. جامع الرواة ج 2 ص 48 وص 135. بهجة الآمال ج 6 ص 466. فهرست الطوسي ص 147. نقد الرجال ص 284 وص 313. معالم العلماء ص 104. الاختصاص ص 282 وص 284 وص 285 وص 290 وص 308. رجال الكشي ص 134 وص 461 وص 565. هداية المحدثين ص 142. روضة الكافي ص 106 وص 129 وص 164 وص 208 وص 219 وص 236 وص 274 وص 297 وص 315 وص 341 وص 362 وص 381. منتهى المقال ص 278. طرائف المقال ج 1 ص 257. التهذيب ج 1 ص 13 وص 311 وص 314 وص 341 وص 415 وص 453 وص 455</w:t>
      </w:r>
      <w:r w:rsidR="00D8054C">
        <w:rPr>
          <w:rtl/>
        </w:rPr>
        <w:t>،</w:t>
      </w:r>
      <w:r w:rsidRPr="007E0B1D">
        <w:rPr>
          <w:rtl/>
        </w:rPr>
        <w:t xml:space="preserve"> وج 2 ص 22 وص 30 وص 31 وص 112 وص 173 وص 207 وص 250 وص 275 وص 377</w:t>
      </w:r>
      <w:r w:rsidR="00D8054C">
        <w:rPr>
          <w:rtl/>
        </w:rPr>
        <w:t>،</w:t>
      </w:r>
      <w:r w:rsidRPr="007E0B1D">
        <w:rPr>
          <w:rtl/>
        </w:rPr>
        <w:t xml:space="preserve"> وج 3 ص 176 وص 303</w:t>
      </w:r>
      <w:r w:rsidR="00D8054C">
        <w:rPr>
          <w:rtl/>
        </w:rPr>
        <w:t>،</w:t>
      </w:r>
      <w:r w:rsidRPr="007E0B1D">
        <w:rPr>
          <w:rtl/>
        </w:rPr>
        <w:t xml:space="preserve"> وج 4 ص 80 وص 221 وص 243 وص 310</w:t>
      </w:r>
      <w:r w:rsidR="00D8054C">
        <w:rPr>
          <w:rtl/>
        </w:rPr>
        <w:t>،</w:t>
      </w:r>
      <w:r w:rsidRPr="007E0B1D">
        <w:rPr>
          <w:rtl/>
        </w:rPr>
        <w:t xml:space="preserve"> وج 5 ص 254 وص 368 وص 426 وص 427 وص 451 وص 479 وص 485 وص 491</w:t>
      </w:r>
      <w:r w:rsidR="00D8054C">
        <w:rPr>
          <w:rtl/>
        </w:rPr>
        <w:t>،</w:t>
      </w:r>
      <w:r w:rsidRPr="007E0B1D">
        <w:rPr>
          <w:rtl/>
        </w:rPr>
        <w:t xml:space="preserve"> وج 6 ص 53 وص 152</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154 وص 161 وص 190 وص 201 وص 217 وص 330 وص 355 وص 371 وص 386 وص 396</w:t>
      </w:r>
      <w:r w:rsidR="00D8054C">
        <w:rPr>
          <w:rtl/>
        </w:rPr>
        <w:t>،</w:t>
      </w:r>
      <w:r w:rsidRPr="007E0B1D">
        <w:rPr>
          <w:rtl/>
        </w:rPr>
        <w:t xml:space="preserve"> وج 7 ص 13 وص 48 وص 83 وص 117 وص 158 وص 208 وص 255 وص 275 وص 316 وص 376 وص 392 وص 453 وص 471</w:t>
      </w:r>
      <w:r w:rsidR="00D8054C">
        <w:rPr>
          <w:rtl/>
        </w:rPr>
        <w:t>،</w:t>
      </w:r>
      <w:r w:rsidRPr="007E0B1D">
        <w:rPr>
          <w:rtl/>
        </w:rPr>
        <w:t xml:space="preserve"> وج 8 ص 159 وص 165 وص 305 وص 316</w:t>
      </w:r>
      <w:r w:rsidR="00D8054C">
        <w:rPr>
          <w:rtl/>
        </w:rPr>
        <w:t>،</w:t>
      </w:r>
      <w:r w:rsidRPr="007E0B1D">
        <w:rPr>
          <w:rtl/>
        </w:rPr>
        <w:t xml:space="preserve"> وج 9 ص 36 وص 43 وص 117 وص 120 وص 133 وص 161 وص 220 وص 233 وص 242 وص 347</w:t>
      </w:r>
      <w:r w:rsidR="00D8054C">
        <w:rPr>
          <w:rtl/>
        </w:rPr>
        <w:t>،</w:t>
      </w:r>
      <w:r w:rsidRPr="007E0B1D">
        <w:rPr>
          <w:rtl/>
        </w:rPr>
        <w:t xml:space="preserve"> وج 10 ص 18 وص 94 وص 262 وص 362 وغيرها.</w:t>
      </w:r>
      <w:r>
        <w:rPr>
          <w:rFonts w:hint="cs"/>
          <w:rtl/>
        </w:rPr>
        <w:t xml:space="preserve"> </w:t>
      </w:r>
      <w:r w:rsidRPr="007E0B1D">
        <w:rPr>
          <w:rtl/>
        </w:rPr>
        <w:t>وسائل الشيعة ج 20 ص 331. الاستبصار ج 1 ص 22 وص 83 وص 216 وص 248 وص 255 وص 289 وص 381 وص 383 وص 385 وص 458</w:t>
      </w:r>
      <w:r w:rsidR="00D8054C">
        <w:rPr>
          <w:rtl/>
        </w:rPr>
        <w:t>،</w:t>
      </w:r>
      <w:r w:rsidRPr="007E0B1D">
        <w:rPr>
          <w:rtl/>
        </w:rPr>
        <w:t xml:space="preserve"> وج 2 ص 46 وص 209 وص 232 وص 331 وص 332</w:t>
      </w:r>
      <w:r w:rsidR="00D8054C">
        <w:rPr>
          <w:rtl/>
        </w:rPr>
        <w:t>،</w:t>
      </w:r>
      <w:r w:rsidRPr="007E0B1D">
        <w:rPr>
          <w:rtl/>
        </w:rPr>
        <w:t xml:space="preserve"> وج 3 ص 59 وص 69 وص 99 وص 145 وص 158 وص 196</w:t>
      </w:r>
      <w:r w:rsidR="00D8054C">
        <w:rPr>
          <w:rtl/>
        </w:rPr>
        <w:t>،</w:t>
      </w:r>
      <w:r w:rsidRPr="007E0B1D">
        <w:rPr>
          <w:rtl/>
        </w:rPr>
        <w:t xml:space="preserve"> وج 4 ص 47 وص 113 وص 126 وص 186 وغيرها. رجال ابن داود </w:t>
      </w:r>
      <w:r w:rsidR="00D8054C">
        <w:rPr>
          <w:rtl/>
        </w:rPr>
        <w:t>(</w:t>
      </w:r>
      <w:r w:rsidRPr="007E0B1D">
        <w:rPr>
          <w:rtl/>
        </w:rPr>
        <w:t>قسم الثقات</w:t>
      </w:r>
      <w:r w:rsidR="00D8054C">
        <w:rPr>
          <w:rtl/>
        </w:rPr>
        <w:t>)</w:t>
      </w:r>
      <w:r w:rsidRPr="007E0B1D">
        <w:rPr>
          <w:rtl/>
        </w:rPr>
        <w:t xml:space="preserve"> ص 159. من لا يحضره الفقيه ج 2 ص 10. الكافي ج 1 ص 218 وص 242</w:t>
      </w:r>
      <w:r w:rsidR="00D8054C">
        <w:rPr>
          <w:rtl/>
        </w:rPr>
        <w:t>،</w:t>
      </w:r>
      <w:r w:rsidRPr="007E0B1D">
        <w:rPr>
          <w:rtl/>
        </w:rPr>
        <w:t xml:space="preserve"> وج 2 ص 339</w:t>
      </w:r>
      <w:r w:rsidR="00D8054C">
        <w:rPr>
          <w:rtl/>
        </w:rPr>
        <w:t>،</w:t>
      </w:r>
      <w:r w:rsidRPr="007E0B1D">
        <w:rPr>
          <w:rtl/>
        </w:rPr>
        <w:t xml:space="preserve"> وج 3 ص 127 وص 160 وص 250 وص 399</w:t>
      </w:r>
      <w:r w:rsidR="00D8054C">
        <w:rPr>
          <w:rtl/>
        </w:rPr>
        <w:t>،</w:t>
      </w:r>
      <w:r w:rsidRPr="007E0B1D">
        <w:rPr>
          <w:rtl/>
        </w:rPr>
        <w:t xml:space="preserve"> وج 5 ص 110 وص 116 وص 130 وص 172 وص 208 وص 299</w:t>
      </w:r>
      <w:r w:rsidR="00D8054C">
        <w:rPr>
          <w:rtl/>
        </w:rPr>
        <w:t>،</w:t>
      </w:r>
      <w:r w:rsidRPr="007E0B1D">
        <w:rPr>
          <w:rtl/>
        </w:rPr>
        <w:t xml:space="preserve"> وج 6 ص 61 وص 143 وص 159 وص 331 وص 428 وص 530</w:t>
      </w:r>
      <w:r w:rsidR="00D8054C">
        <w:rPr>
          <w:rtl/>
        </w:rPr>
        <w:t>،</w:t>
      </w:r>
      <w:r w:rsidRPr="007E0B1D">
        <w:rPr>
          <w:rtl/>
        </w:rPr>
        <w:t xml:space="preserve"> وج 7 ص 6 وص 26 وغيرها. ثقات الرواة للشهرستاني ص 63.</w:t>
      </w:r>
    </w:p>
    <w:p w:rsidR="008867CD" w:rsidRPr="007E0B1D" w:rsidRDefault="008867CD" w:rsidP="008867CD">
      <w:pPr>
        <w:pStyle w:val="libCenterBold1"/>
        <w:rPr>
          <w:rtl/>
        </w:rPr>
      </w:pPr>
      <w:r w:rsidRPr="007E0B1D">
        <w:rPr>
          <w:rtl/>
        </w:rPr>
        <w:t>153</w:t>
      </w:r>
      <w:r w:rsidR="00D8054C">
        <w:rPr>
          <w:rtl/>
        </w:rPr>
        <w:t xml:space="preserve"> - </w:t>
      </w:r>
      <w:r w:rsidRPr="007E0B1D">
        <w:rPr>
          <w:rtl/>
        </w:rPr>
        <w:t>المدائني</w:t>
      </w:r>
    </w:p>
    <w:p w:rsidR="008867CD" w:rsidRPr="007E0B1D" w:rsidRDefault="008867CD" w:rsidP="008867CD">
      <w:pPr>
        <w:pStyle w:val="libNormal"/>
        <w:rPr>
          <w:rtl/>
        </w:rPr>
      </w:pPr>
      <w:r w:rsidRPr="007E0B1D">
        <w:rPr>
          <w:rtl/>
        </w:rPr>
        <w:t>محمّد بن عبد الله المدائني.</w:t>
      </w:r>
    </w:p>
    <w:p w:rsidR="008867CD" w:rsidRPr="007E0B1D" w:rsidRDefault="008867CD" w:rsidP="008867CD">
      <w:pPr>
        <w:pStyle w:val="libNormal"/>
        <w:rPr>
          <w:rtl/>
        </w:rPr>
      </w:pPr>
      <w:r w:rsidRPr="007E0B1D">
        <w:rPr>
          <w:rtl/>
        </w:rPr>
        <w:t xml:space="preserve">أحد أصحاب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389</w:t>
      </w:r>
      <w:r w:rsidR="00D8054C">
        <w:rPr>
          <w:rtl/>
        </w:rPr>
        <w:t>،</w:t>
      </w:r>
      <w:r w:rsidRPr="007E0B1D">
        <w:rPr>
          <w:rtl/>
        </w:rPr>
        <w:t xml:space="preserve"> وفي أصحاب الجواد</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ص 406. مجمع الرجال ج 5 ص 248 وص 249. طرائف المقال ج 1 ص 351. تنقيح المقال ج 3 </w:t>
      </w:r>
      <w:r>
        <w:rPr>
          <w:rtl/>
        </w:rPr>
        <w:t>(</w:t>
      </w:r>
      <w:r w:rsidR="008867CD" w:rsidRPr="007E0B1D">
        <w:rPr>
          <w:rtl/>
        </w:rPr>
        <w:t>قسم الميم</w:t>
      </w:r>
      <w:r>
        <w:rPr>
          <w:rtl/>
        </w:rPr>
        <w:t>)</w:t>
      </w:r>
      <w:r w:rsidR="008867CD" w:rsidRPr="007E0B1D">
        <w:rPr>
          <w:rtl/>
        </w:rPr>
        <w:t xml:space="preserve"> ص 145. نقد الرجال ص 317. رجال البرقي في أصحاب الكاظم </w:t>
      </w:r>
      <w:r w:rsidRPr="00D8054C">
        <w:rPr>
          <w:rStyle w:val="libAlaemChar"/>
          <w:rtl/>
        </w:rPr>
        <w:t>عليه‌السلام</w:t>
      </w:r>
      <w:r w:rsidR="008867CD" w:rsidRPr="007E0B1D">
        <w:rPr>
          <w:rtl/>
        </w:rPr>
        <w:t xml:space="preserve"> ص 52. جامع الرواة ج 2 ص 144. معجم رجال الحديث ج 16 ص 258. منهج المقال ص 303.</w:t>
      </w:r>
    </w:p>
    <w:p w:rsidR="008867CD" w:rsidRPr="007E0B1D" w:rsidRDefault="008867CD" w:rsidP="008867CD">
      <w:pPr>
        <w:pStyle w:val="libCenterBold1"/>
        <w:rPr>
          <w:rtl/>
        </w:rPr>
      </w:pPr>
      <w:r w:rsidRPr="007E0B1D">
        <w:rPr>
          <w:rtl/>
        </w:rPr>
        <w:t>154</w:t>
      </w:r>
      <w:r w:rsidR="00D8054C">
        <w:rPr>
          <w:rtl/>
        </w:rPr>
        <w:t xml:space="preserve"> - </w:t>
      </w:r>
      <w:r w:rsidRPr="007E0B1D">
        <w:rPr>
          <w:rtl/>
        </w:rPr>
        <w:t>الكرخي</w:t>
      </w:r>
    </w:p>
    <w:p w:rsidR="008867CD" w:rsidRPr="007E0B1D" w:rsidRDefault="008867CD" w:rsidP="008867CD">
      <w:pPr>
        <w:pStyle w:val="libNormal"/>
        <w:rPr>
          <w:rtl/>
        </w:rPr>
      </w:pPr>
      <w:r w:rsidRPr="007E0B1D">
        <w:rPr>
          <w:rtl/>
        </w:rPr>
        <w:t>محمّد بن عبد الله بن مهران الكرخي.</w:t>
      </w:r>
    </w:p>
    <w:p w:rsidR="008867CD" w:rsidRPr="007E0B1D" w:rsidRDefault="008867CD" w:rsidP="008867CD">
      <w:pPr>
        <w:pStyle w:val="libNormal"/>
        <w:rPr>
          <w:rtl/>
        </w:rPr>
      </w:pPr>
      <w:r w:rsidRPr="007E0B1D">
        <w:rPr>
          <w:rtl/>
        </w:rPr>
        <w:t>من محدثي الغلاة</w:t>
      </w:r>
      <w:r w:rsidR="00D8054C">
        <w:rPr>
          <w:rtl/>
        </w:rPr>
        <w:t>،</w:t>
      </w:r>
      <w:r w:rsidRPr="007E0B1D">
        <w:rPr>
          <w:rtl/>
        </w:rPr>
        <w:t xml:space="preserve"> عرف بفساد العقيدة والكذب وضعف الحديث</w:t>
      </w:r>
      <w:r w:rsidR="00D8054C">
        <w:rPr>
          <w:rtl/>
        </w:rPr>
        <w:t>،</w:t>
      </w:r>
      <w:r w:rsidRPr="007E0B1D">
        <w:rPr>
          <w:rtl/>
        </w:rPr>
        <w:t xml:space="preserve"> وله كتب.</w:t>
      </w:r>
    </w:p>
    <w:p w:rsidR="008867CD" w:rsidRPr="007E0B1D" w:rsidRDefault="008867CD" w:rsidP="008867CD">
      <w:pPr>
        <w:pStyle w:val="libNormal"/>
        <w:rPr>
          <w:rtl/>
        </w:rPr>
      </w:pPr>
      <w:r w:rsidRPr="007E0B1D">
        <w:rPr>
          <w:rtl/>
        </w:rPr>
        <w:t xml:space="preserve">صحب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روى عنه أحمد بن أبي عبد الله البرقي</w:t>
      </w:r>
      <w:r w:rsidR="00D8054C">
        <w:rPr>
          <w:rtl/>
        </w:rPr>
        <w:t>،</w:t>
      </w:r>
      <w:r w:rsidRPr="007E0B1D">
        <w:rPr>
          <w:rtl/>
        </w:rPr>
        <w:t xml:space="preserve"> ومحمّد بن أحمد بن يحيى</w:t>
      </w:r>
      <w:r w:rsidR="00D8054C">
        <w:rPr>
          <w:rtl/>
        </w:rPr>
        <w:t>،</w:t>
      </w:r>
      <w:r w:rsidRPr="007E0B1D">
        <w:rPr>
          <w:rtl/>
        </w:rPr>
        <w:t xml:space="preserve"> وابراهيم بن اسحاق الأحمر وغيرهم.</w:t>
      </w:r>
    </w:p>
    <w:p w:rsidR="008867CD" w:rsidRPr="007E0B1D" w:rsidRDefault="008867CD" w:rsidP="008867CD">
      <w:pPr>
        <w:pStyle w:val="libNormal"/>
        <w:rPr>
          <w:rtl/>
        </w:rPr>
      </w:pPr>
      <w:r w:rsidRPr="007E0B1D">
        <w:rPr>
          <w:rtl/>
        </w:rPr>
        <w:t>من كتبه « مناقب أبي الخطاب »</w:t>
      </w:r>
      <w:r w:rsidR="00D8054C">
        <w:rPr>
          <w:rtl/>
        </w:rPr>
        <w:t>،</w:t>
      </w:r>
      <w:r w:rsidRPr="007E0B1D">
        <w:rPr>
          <w:rtl/>
        </w:rPr>
        <w:t xml:space="preserve"> </w:t>
      </w:r>
      <w:r>
        <w:rPr>
          <w:rtl/>
        </w:rPr>
        <w:t>و «</w:t>
      </w:r>
      <w:r w:rsidRPr="007E0B1D">
        <w:rPr>
          <w:rtl/>
        </w:rPr>
        <w:t xml:space="preserve"> مقتل أبي الخطاب »</w:t>
      </w:r>
      <w:r w:rsidR="00D8054C">
        <w:rPr>
          <w:rtl/>
        </w:rPr>
        <w:t>،</w:t>
      </w:r>
      <w:r w:rsidRPr="007E0B1D">
        <w:rPr>
          <w:rtl/>
        </w:rPr>
        <w:t xml:space="preserve"> </w:t>
      </w:r>
      <w:r>
        <w:rPr>
          <w:rtl/>
        </w:rPr>
        <w:t>و «</w:t>
      </w:r>
      <w:r w:rsidRPr="007E0B1D">
        <w:rPr>
          <w:rtl/>
        </w:rPr>
        <w:t xml:space="preserve"> التبصرة »</w:t>
      </w:r>
      <w:r w:rsidR="00D8054C">
        <w:rPr>
          <w:rtl/>
        </w:rPr>
        <w:t>،</w:t>
      </w:r>
      <w:r w:rsidRPr="007E0B1D">
        <w:rPr>
          <w:rtl/>
        </w:rPr>
        <w:t xml:space="preserve"> </w:t>
      </w:r>
      <w:r>
        <w:rPr>
          <w:rtl/>
        </w:rPr>
        <w:t>و «</w:t>
      </w:r>
      <w:r w:rsidRPr="007E0B1D">
        <w:rPr>
          <w:rtl/>
        </w:rPr>
        <w:t xml:space="preserve"> الممدوحين والمذمومين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القباب »</w:t>
      </w:r>
      <w:r w:rsidR="00D8054C">
        <w:rPr>
          <w:rtl/>
        </w:rPr>
        <w:t>،</w:t>
      </w:r>
      <w:r w:rsidRPr="007E0B1D">
        <w:rPr>
          <w:rtl/>
        </w:rPr>
        <w:t xml:space="preserve"> </w:t>
      </w:r>
      <w:r>
        <w:rPr>
          <w:rtl/>
        </w:rPr>
        <w:t>و «</w:t>
      </w:r>
      <w:r w:rsidRPr="007E0B1D">
        <w:rPr>
          <w:rtl/>
        </w:rPr>
        <w:t xml:space="preserve"> الملاحم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423 وص 493. معالم العلماء ص 110. الخصال ص 516. مجمع الرجال ج 5 ص 249 وص 250. بهجة الآمال ج 6 ص 481. الوجيزة ص 49.</w:t>
      </w:r>
      <w:r>
        <w:rPr>
          <w:rFonts w:hint="cs"/>
          <w:rtl/>
        </w:rPr>
        <w:t xml:space="preserve"> </w:t>
      </w:r>
      <w:r w:rsidRPr="007E0B1D">
        <w:rPr>
          <w:rtl/>
        </w:rPr>
        <w:t xml:space="preserve">اتقان المقال ص 354. هداية المحدثين ص 242. رجال الكشي ص 442 وص 448 وص 470 وص 552 وص 571 وص 581 وص 583 وص 587 وغيرها. جامع الرواة ج 2 ص 144. منهج المقال ص 304. التحرير الطاوسي ص 243. نقد الرجال ص 318. رجال ابن داود </w:t>
      </w:r>
      <w:r w:rsidR="00D8054C">
        <w:rPr>
          <w:rtl/>
        </w:rPr>
        <w:t>(</w:t>
      </w:r>
      <w:r w:rsidRPr="007E0B1D">
        <w:rPr>
          <w:rtl/>
        </w:rPr>
        <w:t>قسم الضعفاء</w:t>
      </w:r>
      <w:r w:rsidR="00D8054C">
        <w:rPr>
          <w:rtl/>
        </w:rPr>
        <w:t>)</w:t>
      </w:r>
      <w:r w:rsidRPr="007E0B1D">
        <w:rPr>
          <w:rtl/>
        </w:rPr>
        <w:t xml:space="preserve"> ص 274. كامل</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الزيارات ص 172. تنقيح المقال ج 3 ص 146. فهرست الطوسي ص 154.</w:t>
      </w:r>
      <w:r>
        <w:rPr>
          <w:rFonts w:hint="cs"/>
          <w:rtl/>
        </w:rPr>
        <w:t xml:space="preserve"> </w:t>
      </w:r>
      <w:r w:rsidRPr="007E0B1D">
        <w:rPr>
          <w:rtl/>
        </w:rPr>
        <w:t>الذريعة ج 3 ص 315</w:t>
      </w:r>
      <w:r w:rsidR="00D8054C">
        <w:rPr>
          <w:rtl/>
        </w:rPr>
        <w:t>،</w:t>
      </w:r>
      <w:r w:rsidRPr="007E0B1D">
        <w:rPr>
          <w:rtl/>
        </w:rPr>
        <w:t xml:space="preserve"> وج 17 ص 29</w:t>
      </w:r>
      <w:r w:rsidR="00D8054C">
        <w:rPr>
          <w:rtl/>
        </w:rPr>
        <w:t>،</w:t>
      </w:r>
      <w:r w:rsidRPr="007E0B1D">
        <w:rPr>
          <w:rtl/>
        </w:rPr>
        <w:t xml:space="preserve"> وج 22 ص 22 وص 190 وص 224 وص 321 وص 339. رجال الحلي </w:t>
      </w:r>
      <w:r w:rsidR="00D8054C">
        <w:rPr>
          <w:rtl/>
        </w:rPr>
        <w:t>(</w:t>
      </w:r>
      <w:r w:rsidRPr="007E0B1D">
        <w:rPr>
          <w:rtl/>
        </w:rPr>
        <w:t>قسم الضعفاء</w:t>
      </w:r>
      <w:r w:rsidR="00D8054C">
        <w:rPr>
          <w:rtl/>
        </w:rPr>
        <w:t>)</w:t>
      </w:r>
      <w:r w:rsidRPr="007E0B1D">
        <w:rPr>
          <w:rtl/>
        </w:rPr>
        <w:t xml:space="preserve"> ص 252. معجم رجال الحديث ج 16 ص 247. روضة الكافي ص 233. الاستبصار ج 4 ص 55 وص 208. رجال النجاشي ص 247. طرائف المقال ج 1 ص 351. الكافي ج 6 ص 482</w:t>
      </w:r>
      <w:r w:rsidR="00D8054C">
        <w:rPr>
          <w:rtl/>
        </w:rPr>
        <w:t>،</w:t>
      </w:r>
      <w:r w:rsidRPr="007E0B1D">
        <w:rPr>
          <w:rtl/>
        </w:rPr>
        <w:t xml:space="preserve"> وج 7 ص 190. رجال الأنصاري ص 168. التهذيب ج 8 ص 310</w:t>
      </w:r>
      <w:r w:rsidR="00D8054C">
        <w:rPr>
          <w:rtl/>
        </w:rPr>
        <w:t>،</w:t>
      </w:r>
      <w:r w:rsidRPr="007E0B1D">
        <w:rPr>
          <w:rtl/>
        </w:rPr>
        <w:t xml:space="preserve"> وج 10 ص 23 وص 241. من لا يحضره الفقيه ج 3 ص 235. منتهى المقال ص 280. روضة المتقين ج 14 ص 441.</w:t>
      </w:r>
    </w:p>
    <w:p w:rsidR="008867CD" w:rsidRPr="007E0B1D" w:rsidRDefault="008867CD" w:rsidP="008867CD">
      <w:pPr>
        <w:pStyle w:val="libCenterBold1"/>
        <w:rPr>
          <w:rtl/>
        </w:rPr>
      </w:pPr>
      <w:r w:rsidRPr="007E0B1D">
        <w:rPr>
          <w:rtl/>
        </w:rPr>
        <w:t>155</w:t>
      </w:r>
      <w:r w:rsidR="00D8054C">
        <w:rPr>
          <w:rtl/>
        </w:rPr>
        <w:t xml:space="preserve"> - </w:t>
      </w:r>
      <w:r w:rsidRPr="007E0B1D">
        <w:rPr>
          <w:rtl/>
        </w:rPr>
        <w:t>أبو بشر</w:t>
      </w:r>
    </w:p>
    <w:p w:rsidR="008867CD" w:rsidRPr="007E0B1D" w:rsidRDefault="008867CD" w:rsidP="008867CD">
      <w:pPr>
        <w:pStyle w:val="libNormal"/>
        <w:rPr>
          <w:rtl/>
        </w:rPr>
      </w:pPr>
      <w:r w:rsidRPr="007E0B1D">
        <w:rPr>
          <w:rtl/>
        </w:rPr>
        <w:t>محمّد بن عبدة</w:t>
      </w:r>
      <w:r w:rsidR="00D8054C">
        <w:rPr>
          <w:rtl/>
        </w:rPr>
        <w:t>،</w:t>
      </w:r>
      <w:r w:rsidRPr="007E0B1D">
        <w:rPr>
          <w:rtl/>
        </w:rPr>
        <w:t xml:space="preserve"> أبو بشر.</w:t>
      </w:r>
    </w:p>
    <w:p w:rsidR="008867CD" w:rsidRPr="007E0B1D" w:rsidRDefault="008867CD" w:rsidP="008867CD">
      <w:pPr>
        <w:pStyle w:val="libNormal"/>
        <w:rPr>
          <w:rtl/>
        </w:rPr>
      </w:pPr>
      <w:r w:rsidRPr="007E0B1D">
        <w:rPr>
          <w:rtl/>
        </w:rPr>
        <w:t xml:space="preserve">لم أتوصل الى 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405. رجال البرقي في أصحاب الجواد </w:t>
      </w:r>
      <w:r w:rsidR="00D8054C" w:rsidRPr="00D8054C">
        <w:rPr>
          <w:rStyle w:val="libAlaemChar"/>
          <w:rtl/>
        </w:rPr>
        <w:t>عليه‌السلام</w:t>
      </w:r>
      <w:r w:rsidRPr="007E0B1D">
        <w:rPr>
          <w:rtl/>
        </w:rPr>
        <w:t xml:space="preserve"> ص 56. مجمع الرجال ج 5 ص 56. معجم رجال الحديث ج 16 ص 263.</w:t>
      </w:r>
    </w:p>
    <w:p w:rsidR="008867CD" w:rsidRPr="007E0B1D" w:rsidRDefault="008867CD" w:rsidP="008867CD">
      <w:pPr>
        <w:pStyle w:val="libCenterBold1"/>
        <w:rPr>
          <w:rtl/>
        </w:rPr>
      </w:pPr>
      <w:r w:rsidRPr="007E0B1D">
        <w:rPr>
          <w:rtl/>
        </w:rPr>
        <w:t>156</w:t>
      </w:r>
      <w:r w:rsidR="00D8054C">
        <w:rPr>
          <w:rtl/>
        </w:rPr>
        <w:t xml:space="preserve"> - </w:t>
      </w:r>
      <w:r w:rsidRPr="007E0B1D">
        <w:rPr>
          <w:rtl/>
        </w:rPr>
        <w:t>الهاشمي</w:t>
      </w:r>
    </w:p>
    <w:p w:rsidR="008867CD" w:rsidRPr="007E0B1D" w:rsidRDefault="008867CD" w:rsidP="008867CD">
      <w:pPr>
        <w:pStyle w:val="libNormal"/>
        <w:rPr>
          <w:rtl/>
        </w:rPr>
      </w:pPr>
      <w:r w:rsidRPr="007E0B1D">
        <w:rPr>
          <w:rtl/>
        </w:rPr>
        <w:t>محمّد بن علي الهاشمي.</w:t>
      </w:r>
    </w:p>
    <w:p w:rsidR="008867CD" w:rsidRPr="007E0B1D" w:rsidRDefault="008867CD" w:rsidP="008867CD">
      <w:pPr>
        <w:pStyle w:val="libNormal"/>
        <w:rPr>
          <w:rtl/>
        </w:rPr>
      </w:pPr>
      <w:r w:rsidRPr="007E0B1D">
        <w:rPr>
          <w:rtl/>
        </w:rPr>
        <w:t xml:space="preserve">محدث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حدث عنه محمّد بن حمزة الهاشمي.</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الكافي ج 1 ص 411 وفيه يتحدث المترجم له عن حادثة له مع الامام الجواد </w:t>
      </w:r>
      <w:r w:rsidR="00D8054C" w:rsidRPr="00D8054C">
        <w:rPr>
          <w:rStyle w:val="libAlaemChar"/>
          <w:rtl/>
        </w:rPr>
        <w:t>عليه‌السلام</w:t>
      </w:r>
      <w:r w:rsidRPr="007E0B1D">
        <w:rPr>
          <w:rtl/>
        </w:rPr>
        <w:t xml:space="preserve"> في صبيحة عرس الامام </w:t>
      </w:r>
      <w:r w:rsidR="00D8054C" w:rsidRPr="00D8054C">
        <w:rPr>
          <w:rStyle w:val="libAlaemChar"/>
          <w:rtl/>
        </w:rPr>
        <w:t>عليه‌السلام</w:t>
      </w:r>
      <w:r w:rsidRPr="007E0B1D">
        <w:rPr>
          <w:rtl/>
        </w:rPr>
        <w:t>. الارشاد ص 325 وفيه نفس الحديث الذي في الكافي ج 1 ص 411 مع قليل من الزيادة والنقصان. تنقيح المقال ج 3 ص 163. منهج المقال ص 311. معجم رجال الحديث ج 17 ص 57. جامع الرواة ج 2 ص 160.</w:t>
      </w:r>
    </w:p>
    <w:p w:rsidR="008867CD" w:rsidRPr="007E0B1D" w:rsidRDefault="008867CD" w:rsidP="008867CD">
      <w:pPr>
        <w:pStyle w:val="libCenterBold1"/>
        <w:rPr>
          <w:rtl/>
        </w:rPr>
      </w:pPr>
      <w:r w:rsidRPr="007E0B1D">
        <w:rPr>
          <w:rtl/>
        </w:rPr>
        <w:t>157</w:t>
      </w:r>
      <w:r w:rsidR="00D8054C">
        <w:rPr>
          <w:rtl/>
        </w:rPr>
        <w:t xml:space="preserve"> - </w:t>
      </w:r>
      <w:r w:rsidRPr="007E0B1D">
        <w:rPr>
          <w:rtl/>
        </w:rPr>
        <w:t>الساباطي</w:t>
      </w:r>
    </w:p>
    <w:p w:rsidR="008867CD" w:rsidRPr="007E0B1D" w:rsidRDefault="008867CD" w:rsidP="008867CD">
      <w:pPr>
        <w:pStyle w:val="libNormal"/>
        <w:rPr>
          <w:rtl/>
        </w:rPr>
      </w:pPr>
      <w:r w:rsidRPr="007E0B1D">
        <w:rPr>
          <w:rtl/>
        </w:rPr>
        <w:t>محمّد بن عمر الساباطي.</w:t>
      </w:r>
    </w:p>
    <w:p w:rsidR="008867CD" w:rsidRPr="007E0B1D" w:rsidRDefault="008867CD" w:rsidP="008867CD">
      <w:pPr>
        <w:pStyle w:val="libNormal"/>
        <w:rPr>
          <w:rtl/>
        </w:rPr>
      </w:pPr>
      <w:r w:rsidRPr="007E0B1D">
        <w:rPr>
          <w:rtl/>
        </w:rPr>
        <w:t>محدث</w:t>
      </w:r>
      <w:r w:rsidR="00D8054C">
        <w:rPr>
          <w:rtl/>
        </w:rPr>
        <w:t>،</w:t>
      </w:r>
      <w:r w:rsidRPr="007E0B1D">
        <w:rPr>
          <w:rtl/>
        </w:rPr>
        <w:t xml:space="preserve"> روى عن الأئمة الكاظم والرضا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عمر بن سعيد المدائني</w:t>
      </w:r>
      <w:r w:rsidR="00D8054C">
        <w:rPr>
          <w:rtl/>
        </w:rPr>
        <w:t>،</w:t>
      </w:r>
      <w:r w:rsidRPr="007E0B1D">
        <w:rPr>
          <w:rtl/>
        </w:rPr>
        <w:t xml:space="preserve"> وأحمد بن محمّد بن أبي نصر.</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من لا يحضره الفقيه ج 4 ص 156. رجال البرقي في أصحاب الكاظم </w:t>
      </w:r>
      <w:r w:rsidR="00D8054C" w:rsidRPr="00D8054C">
        <w:rPr>
          <w:rStyle w:val="libAlaemChar"/>
          <w:rtl/>
        </w:rPr>
        <w:t>عليه‌السلام</w:t>
      </w:r>
      <w:r w:rsidRPr="007E0B1D">
        <w:rPr>
          <w:rtl/>
        </w:rPr>
        <w:t xml:space="preserve"> ص 51. تنقيح المقال ج 3 ص 165. جامع الرواة ج 2 ص 163. الاستبصار ج 3 ص 339</w:t>
      </w:r>
      <w:r w:rsidR="00D8054C">
        <w:rPr>
          <w:rtl/>
        </w:rPr>
        <w:t>،</w:t>
      </w:r>
      <w:r w:rsidRPr="007E0B1D">
        <w:rPr>
          <w:rtl/>
        </w:rPr>
        <w:t xml:space="preserve"> وج 4 ص 138. الكافي ج 7 ص 13. معجم رجال الحديث ج 17 ص 71. التهذيب ج 8 ص 144</w:t>
      </w:r>
      <w:r w:rsidR="00D8054C">
        <w:rPr>
          <w:rtl/>
        </w:rPr>
        <w:t>،</w:t>
      </w:r>
      <w:r w:rsidRPr="007E0B1D">
        <w:rPr>
          <w:rtl/>
        </w:rPr>
        <w:t xml:space="preserve"> وج 9 ص 231.</w:t>
      </w:r>
    </w:p>
    <w:p w:rsidR="008867CD" w:rsidRPr="007E0B1D" w:rsidRDefault="008867CD" w:rsidP="008867CD">
      <w:pPr>
        <w:pStyle w:val="libCenterBold1"/>
        <w:rPr>
          <w:rtl/>
        </w:rPr>
      </w:pPr>
      <w:r w:rsidRPr="007E0B1D">
        <w:rPr>
          <w:rtl/>
        </w:rPr>
        <w:t>158</w:t>
      </w:r>
      <w:r w:rsidR="00D8054C">
        <w:rPr>
          <w:rtl/>
        </w:rPr>
        <w:t xml:space="preserve"> - </w:t>
      </w:r>
      <w:r w:rsidRPr="007E0B1D">
        <w:rPr>
          <w:rtl/>
        </w:rPr>
        <w:t>الأشعري القمي</w:t>
      </w:r>
    </w:p>
    <w:p w:rsidR="008867CD" w:rsidRPr="007E0B1D" w:rsidRDefault="008867CD" w:rsidP="008867CD">
      <w:pPr>
        <w:pStyle w:val="libNormal"/>
        <w:rPr>
          <w:rtl/>
        </w:rPr>
      </w:pPr>
      <w:r w:rsidRPr="007E0B1D">
        <w:rPr>
          <w:rtl/>
        </w:rPr>
        <w:t>محمّد بن عيسى بن عبد الله بن سعد بن مالك بن الأحوص الاشعري</w:t>
      </w:r>
      <w:r w:rsidR="00D8054C">
        <w:rPr>
          <w:rtl/>
        </w:rPr>
        <w:t>،</w:t>
      </w:r>
      <w:r w:rsidRPr="007E0B1D">
        <w:rPr>
          <w:rtl/>
        </w:rPr>
        <w:t xml:space="preserve"> القمي</w:t>
      </w:r>
      <w:r w:rsidR="00D8054C">
        <w:rPr>
          <w:rtl/>
        </w:rPr>
        <w:t>،</w:t>
      </w:r>
      <w:r w:rsidRPr="007E0B1D">
        <w:rPr>
          <w:rtl/>
        </w:rPr>
        <w:t xml:space="preserve"> أبو علي.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من علماء وثقات محدثي الشيعة الامامية</w:t>
      </w:r>
      <w:r w:rsidR="00D8054C">
        <w:rPr>
          <w:rtl/>
        </w:rPr>
        <w:t>،</w:t>
      </w:r>
      <w:r w:rsidRPr="007E0B1D">
        <w:rPr>
          <w:rtl/>
        </w:rPr>
        <w:t xml:space="preserve"> ووجه الأشاعرة وشيخ القميين في عصره</w:t>
      </w:r>
      <w:r w:rsidR="00D8054C">
        <w:rPr>
          <w:rtl/>
        </w:rPr>
        <w:t>،</w:t>
      </w:r>
      <w:r w:rsidRPr="007E0B1D">
        <w:rPr>
          <w:rtl/>
        </w:rPr>
        <w:t xml:space="preserve"> ومن المقربين لدى البلاط العباسي.</w:t>
      </w:r>
    </w:p>
    <w:p w:rsidR="008867CD" w:rsidRPr="007E0B1D" w:rsidRDefault="008867CD" w:rsidP="008867CD">
      <w:pPr>
        <w:pStyle w:val="libNormal"/>
        <w:rPr>
          <w:rtl/>
        </w:rPr>
      </w:pPr>
      <w:r w:rsidRPr="007E0B1D">
        <w:rPr>
          <w:rtl/>
        </w:rPr>
        <w:t xml:space="preserve">سمع الامام الرضا </w:t>
      </w:r>
      <w:r w:rsidR="00D8054C" w:rsidRPr="00D8054C">
        <w:rPr>
          <w:rStyle w:val="libAlaemChar"/>
          <w:rtl/>
        </w:rPr>
        <w:t>عليه‌السلام</w:t>
      </w:r>
      <w:r w:rsidR="00D8054C">
        <w:rPr>
          <w:rtl/>
        </w:rPr>
        <w:t>،</w:t>
      </w:r>
      <w:r w:rsidRPr="007E0B1D">
        <w:rPr>
          <w:rtl/>
        </w:rPr>
        <w:t xml:space="preserve"> وروى عن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ابنه عبد الله</w:t>
      </w:r>
      <w:r w:rsidR="00D8054C">
        <w:rPr>
          <w:rtl/>
        </w:rPr>
        <w:t>،</w:t>
      </w:r>
      <w:r w:rsidRPr="007E0B1D">
        <w:rPr>
          <w:rtl/>
        </w:rPr>
        <w:t xml:space="preserve"> ومحمّد بن الحسن الصفار</w:t>
      </w:r>
      <w:r w:rsidR="00D8054C">
        <w:rPr>
          <w:rtl/>
        </w:rPr>
        <w:t>،</w:t>
      </w:r>
      <w:r w:rsidRPr="007E0B1D">
        <w:rPr>
          <w:rtl/>
        </w:rPr>
        <w:t xml:space="preserve"> ومحمّد بن علي بن محبوب وغيرهم.</w:t>
      </w:r>
    </w:p>
    <w:p w:rsidR="008867CD" w:rsidRPr="007E0B1D" w:rsidRDefault="008867CD" w:rsidP="008867CD">
      <w:pPr>
        <w:pStyle w:val="libNormal"/>
        <w:rPr>
          <w:rtl/>
        </w:rPr>
      </w:pPr>
      <w:r w:rsidRPr="007E0B1D">
        <w:rPr>
          <w:rtl/>
        </w:rPr>
        <w:t>من آثاره كتاب « الخطب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النجاشي ص 239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 xml:space="preserve">. رجال الكشي ص 107 وص 304 وص 491. رجال ابن داود </w:t>
      </w:r>
      <w:r w:rsidR="00D8054C">
        <w:rPr>
          <w:rtl/>
        </w:rPr>
        <w:t>(</w:t>
      </w:r>
      <w:r w:rsidRPr="007E0B1D">
        <w:rPr>
          <w:rtl/>
        </w:rPr>
        <w:t>قسم الثقات</w:t>
      </w:r>
      <w:r w:rsidR="00D8054C">
        <w:rPr>
          <w:rtl/>
        </w:rPr>
        <w:t>)</w:t>
      </w:r>
      <w:r w:rsidRPr="007E0B1D">
        <w:rPr>
          <w:rtl/>
        </w:rPr>
        <w:t xml:space="preserve"> ص 181 وفيه</w:t>
      </w:r>
      <w:r w:rsidR="00D8054C">
        <w:rPr>
          <w:rtl/>
        </w:rPr>
        <w:t>:</w:t>
      </w:r>
      <w:r w:rsidRPr="007E0B1D">
        <w:rPr>
          <w:rtl/>
        </w:rPr>
        <w:t xml:space="preserve"> من أصحاب الرضا والجواد </w:t>
      </w:r>
      <w:r w:rsidR="00D8054C" w:rsidRPr="00D8054C">
        <w:rPr>
          <w:rStyle w:val="libAlaemChar"/>
          <w:rtl/>
        </w:rPr>
        <w:t>عليهما‌السلام</w:t>
      </w:r>
      <w:r w:rsidRPr="007E0B1D">
        <w:rPr>
          <w:rtl/>
        </w:rPr>
        <w:t xml:space="preserve">. منهج المقال ص 313. معجم رجال الحديث ج 17 ص 110. تنقيح المقال ج 3 ص 167. رجال الأنصاري ص 174. اتقان المقال ص 128. رجال الحلي </w:t>
      </w:r>
      <w:r w:rsidR="00D8054C">
        <w:rPr>
          <w:rtl/>
        </w:rPr>
        <w:t>(</w:t>
      </w:r>
      <w:r w:rsidRPr="007E0B1D">
        <w:rPr>
          <w:rtl/>
        </w:rPr>
        <w:t>قسم الثقات</w:t>
      </w:r>
      <w:r w:rsidR="00D8054C">
        <w:rPr>
          <w:rtl/>
        </w:rPr>
        <w:t>)</w:t>
      </w:r>
      <w:r w:rsidRPr="007E0B1D">
        <w:rPr>
          <w:rtl/>
        </w:rPr>
        <w:t xml:space="preserve"> ص 154 وفيه</w:t>
      </w:r>
      <w:r w:rsidR="00D8054C">
        <w:rPr>
          <w:rtl/>
        </w:rPr>
        <w:t>:</w:t>
      </w:r>
      <w:r>
        <w:rPr>
          <w:rFonts w:hint="cs"/>
          <w:rtl/>
        </w:rPr>
        <w:t xml:space="preserve"> </w:t>
      </w:r>
      <w:r w:rsidRPr="007E0B1D">
        <w:rPr>
          <w:rtl/>
        </w:rPr>
        <w:t xml:space="preserve">روى عن أبي جعفر </w:t>
      </w:r>
      <w:r w:rsidR="00D8054C" w:rsidRPr="00D8054C">
        <w:rPr>
          <w:rStyle w:val="libAlaemChar"/>
          <w:rtl/>
        </w:rPr>
        <w:t>عليه‌السلام</w:t>
      </w:r>
      <w:r w:rsidRPr="007E0B1D">
        <w:rPr>
          <w:rtl/>
        </w:rPr>
        <w:t>. كامل الزيارات ص 145. جامع الرواة ج 2 ص 165.</w:t>
      </w:r>
      <w:r>
        <w:rPr>
          <w:rFonts w:hint="cs"/>
          <w:rtl/>
        </w:rPr>
        <w:t xml:space="preserve"> </w:t>
      </w:r>
      <w:r w:rsidRPr="007E0B1D">
        <w:rPr>
          <w:rtl/>
        </w:rPr>
        <w:t xml:space="preserve">مجمع الرجال ج 6 ص 15. طرائف المقال ج 1 ص 354. تاريخ قم </w:t>
      </w:r>
      <w:r w:rsidR="00D8054C">
        <w:rPr>
          <w:rtl/>
        </w:rPr>
        <w:t>(</w:t>
      </w:r>
      <w:r w:rsidRPr="007E0B1D">
        <w:rPr>
          <w:rtl/>
        </w:rPr>
        <w:t>فارسي</w:t>
      </w:r>
      <w:r w:rsidR="00D8054C">
        <w:rPr>
          <w:rtl/>
        </w:rPr>
        <w:t>)</w:t>
      </w:r>
      <w:r w:rsidRPr="007E0B1D">
        <w:rPr>
          <w:rtl/>
        </w:rPr>
        <w:t xml:space="preserve"> ص 51. الوجيزة ص 50. روضة الكافي ص 157 وص 190. معجم الثقات ص 114. الذريعة ج 7 ص 185. الاستبصار ج 1 ص 91</w:t>
      </w:r>
      <w:r w:rsidR="00D8054C">
        <w:rPr>
          <w:rtl/>
        </w:rPr>
        <w:t>،</w:t>
      </w:r>
      <w:r w:rsidRPr="007E0B1D">
        <w:rPr>
          <w:rtl/>
        </w:rPr>
        <w:t xml:space="preserve"> وج 2 ص 247</w:t>
      </w:r>
      <w:r w:rsidR="00D8054C">
        <w:rPr>
          <w:rtl/>
        </w:rPr>
        <w:t>،</w:t>
      </w:r>
      <w:r w:rsidRPr="007E0B1D">
        <w:rPr>
          <w:rtl/>
        </w:rPr>
        <w:t xml:space="preserve"> وج 3 ص 192 وص 309 وص 362</w:t>
      </w:r>
      <w:r w:rsidR="00D8054C">
        <w:rPr>
          <w:rtl/>
        </w:rPr>
        <w:t>،</w:t>
      </w:r>
      <w:r w:rsidRPr="007E0B1D">
        <w:rPr>
          <w:rtl/>
        </w:rPr>
        <w:t xml:space="preserve"> وج 4 ص 233. هداية المحدثين ص 248. من لا يحضره الفقيه ج 2 ص 116</w:t>
      </w:r>
      <w:r w:rsidR="00D8054C">
        <w:rPr>
          <w:rtl/>
        </w:rPr>
        <w:t>،</w:t>
      </w:r>
      <w:r w:rsidRPr="007E0B1D">
        <w:rPr>
          <w:rtl/>
        </w:rPr>
        <w:t xml:space="preserve"> وج 3 ص 187</w:t>
      </w:r>
      <w:r w:rsidR="00D8054C">
        <w:rPr>
          <w:rtl/>
        </w:rPr>
        <w:t>،</w:t>
      </w:r>
      <w:r w:rsidRPr="007E0B1D">
        <w:rPr>
          <w:rtl/>
        </w:rPr>
        <w:t xml:space="preserve"> وج 4 ص 153. بهجة الآمال ج 6 ص 539. روضة المتقين ج 14 ص 446. الكافي ج 1 ص 98 وص 137</w:t>
      </w:r>
      <w:r w:rsidR="00D8054C">
        <w:rPr>
          <w:rtl/>
        </w:rPr>
        <w:t>،</w:t>
      </w:r>
      <w:r w:rsidRPr="007E0B1D">
        <w:rPr>
          <w:rtl/>
        </w:rPr>
        <w:t xml:space="preserve"> وج 6 ص 511 وص 512. منتهى المقال ص 286. التهذيب ج 4 ص 53</w:t>
      </w:r>
      <w:r w:rsidR="00D8054C">
        <w:rPr>
          <w:rtl/>
        </w:rPr>
        <w:t>،</w:t>
      </w:r>
      <w:r w:rsidRPr="007E0B1D">
        <w:rPr>
          <w:rtl/>
        </w:rPr>
        <w:t xml:space="preserve"> وج 5 ص 171</w:t>
      </w:r>
      <w:r w:rsidR="00D8054C">
        <w:rPr>
          <w:rtl/>
        </w:rPr>
        <w:t>،</w:t>
      </w:r>
      <w:r w:rsidRPr="007E0B1D">
        <w:rPr>
          <w:rtl/>
        </w:rPr>
        <w:t xml:space="preserve"> وج 6 ص 382</w:t>
      </w:r>
      <w:r w:rsidR="00D8054C">
        <w:rPr>
          <w:rtl/>
        </w:rPr>
        <w:t>،</w:t>
      </w:r>
      <w:r w:rsidRPr="007E0B1D">
        <w:rPr>
          <w:rtl/>
        </w:rPr>
        <w:t xml:space="preserve"> وج 7 ص 43 وص 229 وص 481</w:t>
      </w:r>
      <w:r w:rsidR="00D8054C">
        <w:rPr>
          <w:rtl/>
        </w:rPr>
        <w:t>،</w:t>
      </w:r>
      <w:r w:rsidRPr="007E0B1D">
        <w:rPr>
          <w:rtl/>
        </w:rPr>
        <w:t xml:space="preserve"> وج 8 ص 325</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وج 10 ص 83. نقد الرجال ص 326. وسائل الشيعة ج 20 ص 338.</w:t>
      </w:r>
    </w:p>
    <w:p w:rsidR="008867CD" w:rsidRPr="007E0B1D" w:rsidRDefault="008867CD" w:rsidP="008867CD">
      <w:pPr>
        <w:pStyle w:val="libCenterBold1"/>
        <w:rPr>
          <w:rtl/>
        </w:rPr>
      </w:pPr>
      <w:r w:rsidRPr="007E0B1D">
        <w:rPr>
          <w:rtl/>
        </w:rPr>
        <w:t>159</w:t>
      </w:r>
      <w:r w:rsidR="00D8054C">
        <w:rPr>
          <w:rtl/>
        </w:rPr>
        <w:t xml:space="preserve"> - </w:t>
      </w:r>
      <w:r w:rsidRPr="007E0B1D">
        <w:rPr>
          <w:rtl/>
        </w:rPr>
        <w:t>محمّد بن عيسى</w:t>
      </w:r>
    </w:p>
    <w:p w:rsidR="008867CD" w:rsidRPr="007E0B1D" w:rsidRDefault="008867CD" w:rsidP="008867CD">
      <w:pPr>
        <w:pStyle w:val="libNormal"/>
        <w:rPr>
          <w:rtl/>
        </w:rPr>
      </w:pPr>
      <w:r w:rsidRPr="007E0B1D">
        <w:rPr>
          <w:rtl/>
        </w:rPr>
        <w:t>محمّد بن عيسى بن عبيد بن يقطين بن موسى العبيدي</w:t>
      </w:r>
      <w:r w:rsidR="00D8054C">
        <w:rPr>
          <w:rtl/>
        </w:rPr>
        <w:t>،</w:t>
      </w:r>
      <w:r w:rsidRPr="007E0B1D">
        <w:rPr>
          <w:rtl/>
        </w:rPr>
        <w:t xml:space="preserve"> اليقطيني</w:t>
      </w:r>
      <w:r w:rsidR="00D8054C">
        <w:rPr>
          <w:rtl/>
        </w:rPr>
        <w:t>،</w:t>
      </w:r>
      <w:r w:rsidRPr="007E0B1D">
        <w:rPr>
          <w:rtl/>
        </w:rPr>
        <w:t xml:space="preserve"> الأسدي بالولاء</w:t>
      </w:r>
      <w:r w:rsidR="00D8054C">
        <w:rPr>
          <w:rtl/>
        </w:rPr>
        <w:t>،</w:t>
      </w:r>
      <w:r w:rsidRPr="007E0B1D">
        <w:rPr>
          <w:rtl/>
        </w:rPr>
        <w:t xml:space="preserve"> الخزيمي</w:t>
      </w:r>
      <w:r w:rsidR="00D8054C">
        <w:rPr>
          <w:rtl/>
        </w:rPr>
        <w:t>،</w:t>
      </w:r>
      <w:r w:rsidRPr="007E0B1D">
        <w:rPr>
          <w:rtl/>
        </w:rPr>
        <w:t xml:space="preserve"> اليونسي</w:t>
      </w:r>
      <w:r w:rsidR="00D8054C">
        <w:rPr>
          <w:rtl/>
        </w:rPr>
        <w:t>،</w:t>
      </w:r>
      <w:r w:rsidRPr="007E0B1D">
        <w:rPr>
          <w:rtl/>
        </w:rPr>
        <w:t xml:space="preserve"> البغدادي</w:t>
      </w:r>
      <w:r w:rsidR="00D8054C">
        <w:rPr>
          <w:rtl/>
        </w:rPr>
        <w:t>،</w:t>
      </w:r>
      <w:r w:rsidRPr="007E0B1D">
        <w:rPr>
          <w:rtl/>
        </w:rPr>
        <w:t xml:space="preserve"> أبو جعفر.</w:t>
      </w:r>
    </w:p>
    <w:p w:rsidR="008867CD" w:rsidRPr="007E0B1D" w:rsidRDefault="008867CD" w:rsidP="008867CD">
      <w:pPr>
        <w:pStyle w:val="libNormal"/>
        <w:rPr>
          <w:rtl/>
        </w:rPr>
      </w:pPr>
      <w:r w:rsidRPr="007E0B1D">
        <w:rPr>
          <w:rtl/>
        </w:rPr>
        <w:t>من فضلاء علماء وفقهاء الشيعة الامامية</w:t>
      </w:r>
      <w:r w:rsidR="00D8054C">
        <w:rPr>
          <w:rtl/>
        </w:rPr>
        <w:t>،</w:t>
      </w:r>
      <w:r w:rsidRPr="007E0B1D">
        <w:rPr>
          <w:rtl/>
        </w:rPr>
        <w:t xml:space="preserve"> وكان محدثا ثقة</w:t>
      </w:r>
      <w:r w:rsidR="00D8054C">
        <w:rPr>
          <w:rtl/>
        </w:rPr>
        <w:t>،</w:t>
      </w:r>
      <w:r w:rsidRPr="007E0B1D">
        <w:rPr>
          <w:rtl/>
        </w:rPr>
        <w:t xml:space="preserve"> جليل القدر</w:t>
      </w:r>
      <w:r w:rsidR="00D8054C">
        <w:rPr>
          <w:rtl/>
        </w:rPr>
        <w:t>،</w:t>
      </w:r>
      <w:r w:rsidRPr="007E0B1D">
        <w:rPr>
          <w:rtl/>
        </w:rPr>
        <w:t xml:space="preserve"> عالي المنزلة</w:t>
      </w:r>
      <w:r w:rsidR="00D8054C">
        <w:rPr>
          <w:rtl/>
        </w:rPr>
        <w:t>،</w:t>
      </w:r>
      <w:r w:rsidRPr="007E0B1D">
        <w:rPr>
          <w:rtl/>
        </w:rPr>
        <w:t xml:space="preserve"> كثير الرواية</w:t>
      </w:r>
      <w:r w:rsidR="00D8054C">
        <w:rPr>
          <w:rtl/>
        </w:rPr>
        <w:t>،</w:t>
      </w:r>
      <w:r w:rsidRPr="007E0B1D">
        <w:rPr>
          <w:rtl/>
        </w:rPr>
        <w:t xml:space="preserve"> مفسرا</w:t>
      </w:r>
      <w:r w:rsidR="00D8054C">
        <w:rPr>
          <w:rtl/>
        </w:rPr>
        <w:t>،</w:t>
      </w:r>
      <w:r w:rsidRPr="007E0B1D">
        <w:rPr>
          <w:rtl/>
        </w:rPr>
        <w:t xml:space="preserve"> أديبا</w:t>
      </w:r>
      <w:r w:rsidR="00D8054C">
        <w:rPr>
          <w:rtl/>
        </w:rPr>
        <w:t>،</w:t>
      </w:r>
      <w:r w:rsidRPr="007E0B1D">
        <w:rPr>
          <w:rtl/>
        </w:rPr>
        <w:t xml:space="preserve"> مؤلفا.</w:t>
      </w:r>
    </w:p>
    <w:p w:rsidR="008867CD" w:rsidRPr="007E0B1D" w:rsidRDefault="008867CD" w:rsidP="008867CD">
      <w:pPr>
        <w:pStyle w:val="libNormal"/>
        <w:rPr>
          <w:rtl/>
        </w:rPr>
      </w:pPr>
      <w:r w:rsidRPr="007E0B1D">
        <w:rPr>
          <w:rtl/>
        </w:rPr>
        <w:t>هناك جماعة من علمائنا ضعفوا حديثه.</w:t>
      </w:r>
    </w:p>
    <w:p w:rsidR="008867CD" w:rsidRPr="007E0B1D" w:rsidRDefault="008867CD" w:rsidP="008867CD">
      <w:pPr>
        <w:pStyle w:val="libNormal"/>
        <w:rPr>
          <w:rtl/>
        </w:rPr>
      </w:pPr>
      <w:r w:rsidRPr="007E0B1D">
        <w:rPr>
          <w:rtl/>
        </w:rPr>
        <w:t xml:space="preserve">روى عن الامام الجواد </w:t>
      </w:r>
      <w:r w:rsidR="00D8054C" w:rsidRPr="00D8054C">
        <w:rPr>
          <w:rStyle w:val="libAlaemChar"/>
          <w:rtl/>
        </w:rPr>
        <w:t>عليه‌السلام</w:t>
      </w:r>
      <w:r w:rsidRPr="007E0B1D">
        <w:rPr>
          <w:rtl/>
        </w:rPr>
        <w:t xml:space="preserve"> مشافهة ومكاتبة</w:t>
      </w:r>
      <w:r w:rsidR="00D8054C">
        <w:rPr>
          <w:rtl/>
        </w:rPr>
        <w:t>،</w:t>
      </w:r>
      <w:r w:rsidRPr="007E0B1D">
        <w:rPr>
          <w:rtl/>
        </w:rPr>
        <w:t xml:space="preserve"> وروى عن الأئمة الرضا والهادي والعسكري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تحت عناوين مختلفة جاء اسمه في 202 موردا في أسناد الروايات.</w:t>
      </w:r>
    </w:p>
    <w:p w:rsidR="008867CD" w:rsidRPr="007E0B1D" w:rsidRDefault="008867CD" w:rsidP="008867CD">
      <w:pPr>
        <w:pStyle w:val="libNormal"/>
        <w:rPr>
          <w:rtl/>
        </w:rPr>
      </w:pPr>
      <w:r w:rsidRPr="007E0B1D">
        <w:rPr>
          <w:rtl/>
        </w:rPr>
        <w:t>روى عنه اكثر من 20 راويا أمثال</w:t>
      </w:r>
      <w:r w:rsidR="00D8054C">
        <w:rPr>
          <w:rtl/>
        </w:rPr>
        <w:t>:</w:t>
      </w:r>
      <w:r w:rsidRPr="007E0B1D">
        <w:rPr>
          <w:rtl/>
        </w:rPr>
        <w:t xml:space="preserve"> عبد الله بن جعفر الحميري</w:t>
      </w:r>
      <w:r w:rsidR="00D8054C">
        <w:rPr>
          <w:rtl/>
        </w:rPr>
        <w:t>،</w:t>
      </w:r>
      <w:r w:rsidRPr="007E0B1D">
        <w:rPr>
          <w:rtl/>
        </w:rPr>
        <w:t xml:space="preserve"> وأحمد بن خالد البرقي</w:t>
      </w:r>
      <w:r w:rsidR="00D8054C">
        <w:rPr>
          <w:rtl/>
        </w:rPr>
        <w:t>،</w:t>
      </w:r>
      <w:r w:rsidRPr="007E0B1D">
        <w:rPr>
          <w:rtl/>
        </w:rPr>
        <w:t xml:space="preserve"> ومحمّد بن الحسن الصفار وغيرهم.</w:t>
      </w:r>
    </w:p>
    <w:p w:rsidR="008867CD" w:rsidRPr="007E0B1D" w:rsidRDefault="008867CD" w:rsidP="008867CD">
      <w:pPr>
        <w:pStyle w:val="libNormal"/>
        <w:rPr>
          <w:rtl/>
        </w:rPr>
      </w:pPr>
      <w:r w:rsidRPr="007E0B1D">
        <w:rPr>
          <w:rtl/>
        </w:rPr>
        <w:t>من اثاره الكتب التالية</w:t>
      </w:r>
      <w:r w:rsidR="00D8054C">
        <w:rPr>
          <w:rtl/>
        </w:rPr>
        <w:t>:</w:t>
      </w:r>
      <w:r w:rsidRPr="007E0B1D">
        <w:rPr>
          <w:rtl/>
        </w:rPr>
        <w:t xml:space="preserve"> « المعرفة »</w:t>
      </w:r>
      <w:r w:rsidR="00D8054C">
        <w:rPr>
          <w:rtl/>
        </w:rPr>
        <w:t>،</w:t>
      </w:r>
      <w:r w:rsidRPr="007E0B1D">
        <w:rPr>
          <w:rtl/>
        </w:rPr>
        <w:t xml:space="preserve"> </w:t>
      </w:r>
      <w:r>
        <w:rPr>
          <w:rtl/>
        </w:rPr>
        <w:t>و «</w:t>
      </w:r>
      <w:r w:rsidRPr="007E0B1D">
        <w:rPr>
          <w:rtl/>
        </w:rPr>
        <w:t xml:space="preserve"> الامامة »</w:t>
      </w:r>
      <w:r w:rsidR="00D8054C">
        <w:rPr>
          <w:rtl/>
        </w:rPr>
        <w:t>،</w:t>
      </w:r>
      <w:r w:rsidRPr="007E0B1D">
        <w:rPr>
          <w:rtl/>
        </w:rPr>
        <w:t xml:space="preserve"> </w:t>
      </w:r>
      <w:r>
        <w:rPr>
          <w:rtl/>
        </w:rPr>
        <w:t>و «</w:t>
      </w:r>
      <w:r w:rsidRPr="007E0B1D">
        <w:rPr>
          <w:rtl/>
        </w:rPr>
        <w:t xml:space="preserve"> الوصايا »</w:t>
      </w:r>
      <w:r w:rsidR="00D8054C">
        <w:rPr>
          <w:rtl/>
        </w:rPr>
        <w:t>،</w:t>
      </w:r>
      <w:r w:rsidRPr="007E0B1D">
        <w:rPr>
          <w:rtl/>
        </w:rPr>
        <w:t xml:space="preserve"> </w:t>
      </w:r>
      <w:r>
        <w:rPr>
          <w:rtl/>
        </w:rPr>
        <w:t>و «</w:t>
      </w:r>
      <w:r w:rsidRPr="007E0B1D">
        <w:rPr>
          <w:rtl/>
        </w:rPr>
        <w:t xml:space="preserve"> الواضح المكشوف في الرد على أهل الوقوف »</w:t>
      </w:r>
      <w:r w:rsidR="00D8054C">
        <w:rPr>
          <w:rtl/>
        </w:rPr>
        <w:t>،</w:t>
      </w:r>
      <w:r w:rsidRPr="007E0B1D">
        <w:rPr>
          <w:rtl/>
        </w:rPr>
        <w:t xml:space="preserve"> </w:t>
      </w:r>
      <w:r>
        <w:rPr>
          <w:rtl/>
        </w:rPr>
        <w:t>و «</w:t>
      </w:r>
      <w:r w:rsidRPr="007E0B1D">
        <w:rPr>
          <w:rtl/>
        </w:rPr>
        <w:t xml:space="preserve"> بعد الاسناد »</w:t>
      </w:r>
      <w:r w:rsidR="00D8054C">
        <w:rPr>
          <w:rtl/>
        </w:rPr>
        <w:t>،</w:t>
      </w:r>
      <w:r w:rsidRPr="007E0B1D">
        <w:rPr>
          <w:rtl/>
        </w:rPr>
        <w:t xml:space="preserve"> </w:t>
      </w:r>
      <w:r>
        <w:rPr>
          <w:rtl/>
        </w:rPr>
        <w:t>و «</w:t>
      </w:r>
      <w:r w:rsidRPr="007E0B1D">
        <w:rPr>
          <w:rtl/>
        </w:rPr>
        <w:t xml:space="preserve"> ثواب الأعمال »</w:t>
      </w:r>
      <w:r w:rsidR="00D8054C">
        <w:rPr>
          <w:rtl/>
        </w:rPr>
        <w:t>،</w:t>
      </w:r>
      <w:r w:rsidRPr="007E0B1D">
        <w:rPr>
          <w:rtl/>
        </w:rPr>
        <w:t xml:space="preserve"> </w:t>
      </w:r>
      <w:r>
        <w:rPr>
          <w:rtl/>
        </w:rPr>
        <w:t>و «</w:t>
      </w:r>
      <w:r w:rsidRPr="007E0B1D">
        <w:rPr>
          <w:rtl/>
        </w:rPr>
        <w:t xml:space="preserve"> قرب الاسناد »</w:t>
      </w:r>
      <w:r w:rsidR="00D8054C">
        <w:rPr>
          <w:rtl/>
        </w:rPr>
        <w:t>،</w:t>
      </w:r>
      <w:r w:rsidRPr="007E0B1D">
        <w:rPr>
          <w:rtl/>
        </w:rPr>
        <w:t xml:space="preserve"> </w:t>
      </w:r>
      <w:r>
        <w:rPr>
          <w:rtl/>
        </w:rPr>
        <w:t>و «</w:t>
      </w:r>
      <w:r w:rsidRPr="007E0B1D">
        <w:rPr>
          <w:rtl/>
        </w:rPr>
        <w:t xml:space="preserve"> اللؤلؤة »</w:t>
      </w:r>
      <w:r w:rsidR="00D8054C">
        <w:rPr>
          <w:rtl/>
        </w:rPr>
        <w:t>،</w:t>
      </w:r>
      <w:r w:rsidRPr="007E0B1D">
        <w:rPr>
          <w:rtl/>
        </w:rPr>
        <w:t xml:space="preserve"> </w:t>
      </w:r>
      <w:r>
        <w:rPr>
          <w:rtl/>
        </w:rPr>
        <w:t>و «</w:t>
      </w:r>
      <w:r w:rsidRPr="007E0B1D">
        <w:rPr>
          <w:rtl/>
        </w:rPr>
        <w:t xml:space="preserve"> المسائل المجربة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الضياء »</w:t>
      </w:r>
      <w:r w:rsidR="00D8054C">
        <w:rPr>
          <w:rtl/>
        </w:rPr>
        <w:t>،</w:t>
      </w:r>
      <w:r w:rsidRPr="007E0B1D">
        <w:rPr>
          <w:rtl/>
        </w:rPr>
        <w:t xml:space="preserve"> </w:t>
      </w:r>
      <w:r>
        <w:rPr>
          <w:rtl/>
        </w:rPr>
        <w:t>و «</w:t>
      </w:r>
      <w:r w:rsidRPr="007E0B1D">
        <w:rPr>
          <w:rtl/>
        </w:rPr>
        <w:t xml:space="preserve"> التجمل والمروة »</w:t>
      </w:r>
      <w:r w:rsidR="00D8054C">
        <w:rPr>
          <w:rtl/>
        </w:rPr>
        <w:t>،</w:t>
      </w:r>
      <w:r w:rsidRPr="007E0B1D">
        <w:rPr>
          <w:rtl/>
        </w:rPr>
        <w:t xml:space="preserve"> </w:t>
      </w:r>
      <w:r>
        <w:rPr>
          <w:rtl/>
        </w:rPr>
        <w:t>و «</w:t>
      </w:r>
      <w:r w:rsidRPr="007E0B1D">
        <w:rPr>
          <w:rtl/>
        </w:rPr>
        <w:t xml:space="preserve"> ظرائف »</w:t>
      </w:r>
      <w:r w:rsidR="00D8054C">
        <w:rPr>
          <w:rtl/>
        </w:rPr>
        <w:t>،</w:t>
      </w:r>
      <w:r w:rsidRPr="007E0B1D">
        <w:rPr>
          <w:rtl/>
        </w:rPr>
        <w:t xml:space="preserve"> </w:t>
      </w:r>
      <w:r>
        <w:rPr>
          <w:rtl/>
        </w:rPr>
        <w:t>و «</w:t>
      </w:r>
      <w:r w:rsidRPr="007E0B1D">
        <w:rPr>
          <w:rtl/>
        </w:rPr>
        <w:t xml:space="preserve"> الزكاة »</w:t>
      </w:r>
      <w:r w:rsidR="00D8054C">
        <w:rPr>
          <w:rtl/>
        </w:rPr>
        <w:t>،</w:t>
      </w:r>
      <w:r w:rsidRPr="007E0B1D">
        <w:rPr>
          <w:rtl/>
        </w:rPr>
        <w:t xml:space="preserve"> </w:t>
      </w:r>
      <w:r>
        <w:rPr>
          <w:rtl/>
        </w:rPr>
        <w:t>و «</w:t>
      </w:r>
      <w:r w:rsidRPr="007E0B1D">
        <w:rPr>
          <w:rtl/>
        </w:rPr>
        <w:t xml:space="preserve"> الفيء والخمس »</w:t>
      </w:r>
      <w:r w:rsidR="00D8054C">
        <w:rPr>
          <w:rtl/>
        </w:rPr>
        <w:t>،</w:t>
      </w:r>
      <w:r w:rsidRPr="007E0B1D">
        <w:rPr>
          <w:rtl/>
        </w:rPr>
        <w:t xml:space="preserve"> </w:t>
      </w:r>
      <w:r>
        <w:rPr>
          <w:rtl/>
        </w:rPr>
        <w:t>و «</w:t>
      </w:r>
      <w:r w:rsidRPr="007E0B1D">
        <w:rPr>
          <w:rtl/>
        </w:rPr>
        <w:t xml:space="preserve"> الرجال »</w:t>
      </w:r>
      <w:r w:rsidR="00D8054C">
        <w:rPr>
          <w:rtl/>
        </w:rPr>
        <w:t>،</w:t>
      </w:r>
      <w:r w:rsidRPr="007E0B1D">
        <w:rPr>
          <w:rtl/>
        </w:rPr>
        <w:t xml:space="preserve"> </w:t>
      </w:r>
      <w:r>
        <w:rPr>
          <w:rtl/>
        </w:rPr>
        <w:t>و «</w:t>
      </w:r>
      <w:r w:rsidRPr="007E0B1D">
        <w:rPr>
          <w:rtl/>
        </w:rPr>
        <w:t xml:space="preserve"> الأمل والرجاء »</w:t>
      </w:r>
      <w:r w:rsidR="00D8054C">
        <w:rPr>
          <w:rtl/>
        </w:rPr>
        <w:t>،</w:t>
      </w:r>
      <w:r w:rsidRPr="007E0B1D">
        <w:rPr>
          <w:rtl/>
        </w:rPr>
        <w:t xml:space="preserve"> </w:t>
      </w:r>
      <w:r>
        <w:rPr>
          <w:rtl/>
        </w:rPr>
        <w:t>و «</w:t>
      </w:r>
      <w:r w:rsidRPr="007E0B1D">
        <w:rPr>
          <w:rtl/>
        </w:rPr>
        <w:t xml:space="preserve"> التوقيعات »</w:t>
      </w:r>
      <w:r w:rsidR="00D8054C">
        <w:rPr>
          <w:rtl/>
        </w:rPr>
        <w:t>،</w:t>
      </w:r>
      <w:r w:rsidRPr="007E0B1D">
        <w:rPr>
          <w:rtl/>
        </w:rPr>
        <w:t xml:space="preserve"> </w:t>
      </w:r>
      <w:r>
        <w:rPr>
          <w:rtl/>
        </w:rPr>
        <w:t>و «</w:t>
      </w:r>
      <w:r w:rsidRPr="007E0B1D">
        <w:rPr>
          <w:rtl/>
        </w:rPr>
        <w:t xml:space="preserve"> تفسير القرآن »</w:t>
      </w:r>
      <w:r>
        <w:rPr>
          <w:rtl/>
        </w:rPr>
        <w:t>.</w:t>
      </w:r>
    </w:p>
    <w:p w:rsidR="008867CD" w:rsidRPr="007E0B1D" w:rsidRDefault="008867CD" w:rsidP="008867CD">
      <w:pPr>
        <w:pStyle w:val="libNormal"/>
        <w:rPr>
          <w:rtl/>
        </w:rPr>
      </w:pPr>
      <w:r w:rsidRPr="007E0B1D">
        <w:rPr>
          <w:rtl/>
        </w:rPr>
        <w:t>سكن بغداد</w:t>
      </w:r>
      <w:r w:rsidR="00D8054C">
        <w:rPr>
          <w:rtl/>
        </w:rPr>
        <w:t>،</w:t>
      </w:r>
      <w:r w:rsidRPr="007E0B1D">
        <w:rPr>
          <w:rtl/>
        </w:rPr>
        <w:t xml:space="preserve"> وتوفي بعد سنة 297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النجاشي ص 235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 xml:space="preserve"> مكاتبة</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ومشافهة. منهج المقال ص 313. رجال الطوسي في أصحاب الرضا </w:t>
      </w:r>
      <w:r w:rsidR="00D8054C" w:rsidRPr="00D8054C">
        <w:rPr>
          <w:rStyle w:val="libAlaemChar"/>
          <w:rtl/>
        </w:rPr>
        <w:t>عليه‌السلام</w:t>
      </w:r>
      <w:r w:rsidRPr="007E0B1D">
        <w:rPr>
          <w:rtl/>
        </w:rPr>
        <w:t xml:space="preserve"> ص 393</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422</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435</w:t>
      </w:r>
      <w:r w:rsidR="00D8054C">
        <w:rPr>
          <w:rtl/>
        </w:rPr>
        <w:t>،</w:t>
      </w:r>
      <w:r w:rsidRPr="007E0B1D">
        <w:rPr>
          <w:rtl/>
        </w:rPr>
        <w:t xml:space="preserve"> وص 511 وفيه</w:t>
      </w:r>
      <w:r w:rsidR="00D8054C">
        <w:rPr>
          <w:rtl/>
        </w:rPr>
        <w:t>:</w:t>
      </w:r>
      <w:r w:rsidRPr="007E0B1D">
        <w:rPr>
          <w:rtl/>
        </w:rPr>
        <w:t xml:space="preserve"> ضعيف. رجال الأنصاري ص 175. تنقيح المقال ج 3 ص 167. معجم رجال الحديث ج 17 ص 110 وص 113</w:t>
      </w:r>
      <w:r w:rsidR="00D8054C">
        <w:rPr>
          <w:rtl/>
        </w:rPr>
        <w:t xml:space="preserve"> - </w:t>
      </w:r>
      <w:r w:rsidRPr="007E0B1D">
        <w:rPr>
          <w:rtl/>
        </w:rPr>
        <w:t>ص 120 وص 121 وص 123. طرائف المقال ج 1 ص 354. اتقان المقال ص 129.</w:t>
      </w:r>
      <w:r>
        <w:rPr>
          <w:rFonts w:hint="cs"/>
          <w:rtl/>
        </w:rPr>
        <w:t xml:space="preserve"> </w:t>
      </w:r>
      <w:r w:rsidRPr="007E0B1D">
        <w:rPr>
          <w:rtl/>
        </w:rPr>
        <w:t xml:space="preserve">الوجيزة ص 51. رجال الحلي </w:t>
      </w:r>
      <w:r w:rsidR="00D8054C">
        <w:rPr>
          <w:rtl/>
        </w:rPr>
        <w:t>(</w:t>
      </w:r>
      <w:r w:rsidRPr="007E0B1D">
        <w:rPr>
          <w:rtl/>
        </w:rPr>
        <w:t>قسم الثقات</w:t>
      </w:r>
      <w:r w:rsidR="00D8054C">
        <w:rPr>
          <w:rtl/>
        </w:rPr>
        <w:t>)</w:t>
      </w:r>
      <w:r w:rsidRPr="007E0B1D">
        <w:rPr>
          <w:rtl/>
        </w:rPr>
        <w:t xml:space="preserve"> ص 26 وص 141. التحرير الطاوسي ص 255. معالم العلماء ص 101. جامع الرواة ج 2 ص 166</w:t>
      </w:r>
      <w:r w:rsidR="00D8054C">
        <w:rPr>
          <w:rtl/>
        </w:rPr>
        <w:t xml:space="preserve"> - </w:t>
      </w:r>
      <w:r w:rsidRPr="007E0B1D">
        <w:rPr>
          <w:rtl/>
        </w:rPr>
        <w:t>ص 171. كامل الزيارات ص 14 وص 19 وص 137. التوحيد ص 48 وص 93 وص 106 وص 107 وص 138 وص 144 وص 160 وص 168 وص 220 وص 224 وص 312 وص 329 وص 338 وص 354. هداية المحدثين ص 248. كشف الحجب والأستار ص 134. الفهرست للنديم ص 278. بهجة الآمال ج 6 ص 540. معجم الثقات ص 114. الخصال راجع فهرسته. نقد الرجال ص 327. رجال الكشي ص 434 وص 508 وفيه</w:t>
      </w:r>
      <w:r w:rsidR="00D8054C">
        <w:rPr>
          <w:rtl/>
        </w:rPr>
        <w:t>:</w:t>
      </w:r>
      <w:r w:rsidRPr="007E0B1D">
        <w:rPr>
          <w:rtl/>
        </w:rPr>
        <w:t xml:space="preserve"> من العدول والثقات من أهل العلم</w:t>
      </w:r>
      <w:r w:rsidR="00D8054C">
        <w:rPr>
          <w:rtl/>
        </w:rPr>
        <w:t>،</w:t>
      </w:r>
      <w:r w:rsidRPr="007E0B1D">
        <w:rPr>
          <w:rtl/>
        </w:rPr>
        <w:t xml:space="preserve"> وص 520 وص 523 وص 525 وص 537 وص 557 وص 594 وص 162 وغيرها. فهرست الطوسي ص 140 وفيه</w:t>
      </w:r>
      <w:r w:rsidR="00D8054C">
        <w:rPr>
          <w:rtl/>
        </w:rPr>
        <w:t>:</w:t>
      </w:r>
      <w:r w:rsidRPr="007E0B1D">
        <w:rPr>
          <w:rtl/>
        </w:rPr>
        <w:t xml:space="preserve"> ضعيف. رجال البرقي في أصحاب الهادي ص 58</w:t>
      </w:r>
      <w:r w:rsidR="00D8054C">
        <w:rPr>
          <w:rtl/>
        </w:rPr>
        <w:t>،</w:t>
      </w:r>
      <w:r w:rsidRPr="007E0B1D">
        <w:rPr>
          <w:rtl/>
        </w:rPr>
        <w:t xml:space="preserve"> وفي أصحاب العسكري </w:t>
      </w:r>
      <w:r w:rsidR="00D8054C" w:rsidRPr="00D8054C">
        <w:rPr>
          <w:rStyle w:val="libAlaemChar"/>
          <w:rtl/>
        </w:rPr>
        <w:t>عليه‌السلام</w:t>
      </w:r>
      <w:r w:rsidRPr="007E0B1D">
        <w:rPr>
          <w:rtl/>
        </w:rPr>
        <w:t xml:space="preserve"> ص 61. الذريعة ج 1 ص 336 وص 350</w:t>
      </w:r>
      <w:r w:rsidR="00D8054C">
        <w:rPr>
          <w:rtl/>
        </w:rPr>
        <w:t>،</w:t>
      </w:r>
      <w:r w:rsidRPr="007E0B1D">
        <w:rPr>
          <w:rtl/>
        </w:rPr>
        <w:t xml:space="preserve"> وج 3 ص 129 وص 321 وص 359</w:t>
      </w:r>
      <w:r w:rsidR="00D8054C">
        <w:rPr>
          <w:rtl/>
        </w:rPr>
        <w:t>،</w:t>
      </w:r>
      <w:r w:rsidRPr="007E0B1D">
        <w:rPr>
          <w:rtl/>
        </w:rPr>
        <w:t xml:space="preserve"> وج 5 ص 18</w:t>
      </w:r>
      <w:r w:rsidR="00D8054C">
        <w:rPr>
          <w:rtl/>
        </w:rPr>
        <w:t>،</w:t>
      </w:r>
      <w:r w:rsidRPr="007E0B1D">
        <w:rPr>
          <w:rtl/>
        </w:rPr>
        <w:t xml:space="preserve"> وج 10 ص 147</w:t>
      </w:r>
      <w:r w:rsidR="00D8054C">
        <w:rPr>
          <w:rtl/>
        </w:rPr>
        <w:t>،</w:t>
      </w:r>
      <w:r w:rsidRPr="007E0B1D">
        <w:rPr>
          <w:rtl/>
        </w:rPr>
        <w:t xml:space="preserve"> وج 12 ص 44</w:t>
      </w:r>
      <w:r w:rsidR="00D8054C">
        <w:rPr>
          <w:rtl/>
        </w:rPr>
        <w:t>،</w:t>
      </w:r>
      <w:r w:rsidRPr="007E0B1D">
        <w:rPr>
          <w:rtl/>
        </w:rPr>
        <w:t xml:space="preserve"> وج 15 ص 121</w:t>
      </w:r>
      <w:r w:rsidR="00D8054C">
        <w:rPr>
          <w:rtl/>
        </w:rPr>
        <w:t>،</w:t>
      </w:r>
      <w:r w:rsidRPr="007E0B1D">
        <w:rPr>
          <w:rtl/>
        </w:rPr>
        <w:t xml:space="preserve"> وج 16 ص 400</w:t>
      </w:r>
      <w:r w:rsidR="00D8054C">
        <w:rPr>
          <w:rtl/>
        </w:rPr>
        <w:t>،</w:t>
      </w:r>
      <w:r w:rsidRPr="007E0B1D">
        <w:rPr>
          <w:rtl/>
        </w:rPr>
        <w:t xml:space="preserve"> وج 17 ص 70</w:t>
      </w:r>
      <w:r w:rsidR="00D8054C">
        <w:rPr>
          <w:rtl/>
        </w:rPr>
        <w:t>،</w:t>
      </w:r>
      <w:r w:rsidRPr="007E0B1D">
        <w:rPr>
          <w:rtl/>
        </w:rPr>
        <w:t xml:space="preserve"> وج 18 ص 378</w:t>
      </w:r>
      <w:r w:rsidR="00D8054C">
        <w:rPr>
          <w:rtl/>
        </w:rPr>
        <w:t>،</w:t>
      </w:r>
      <w:r w:rsidRPr="007E0B1D">
        <w:rPr>
          <w:rtl/>
        </w:rPr>
        <w:t xml:space="preserve"> وج 20 ص 365</w:t>
      </w:r>
      <w:r w:rsidR="00D8054C">
        <w:rPr>
          <w:rtl/>
        </w:rPr>
        <w:t>،</w:t>
      </w:r>
      <w:r w:rsidRPr="007E0B1D">
        <w:rPr>
          <w:rtl/>
        </w:rPr>
        <w:t xml:space="preserve"> وج 21 ص 245</w:t>
      </w:r>
      <w:r w:rsidR="00D8054C">
        <w:rPr>
          <w:rtl/>
        </w:rPr>
        <w:t>،</w:t>
      </w:r>
      <w:r w:rsidRPr="007E0B1D">
        <w:rPr>
          <w:rtl/>
        </w:rPr>
        <w:t xml:space="preserve"> وج 24 ص 341</w:t>
      </w:r>
      <w:r w:rsidR="00D8054C">
        <w:rPr>
          <w:rtl/>
        </w:rPr>
        <w:t>،</w:t>
      </w:r>
      <w:r w:rsidRPr="007E0B1D">
        <w:rPr>
          <w:rtl/>
        </w:rPr>
        <w:t xml:space="preserve"> وج 25 ص 11 وص 96. من لا يحضره الفقيه ج 3 ص 64 وص 93 وص 198</w:t>
      </w:r>
      <w:r w:rsidR="00D8054C">
        <w:rPr>
          <w:rtl/>
        </w:rPr>
        <w:t>،</w:t>
      </w:r>
      <w:r w:rsidRPr="007E0B1D">
        <w:rPr>
          <w:rtl/>
        </w:rPr>
        <w:t xml:space="preserve"> وج 4 ص 133 وص 153 وص 155 وص 173 وص 176. روضة المتقين ج 14 ص 446. منتهى المقال ص 286. الكافي ج 1 ص 84 وص 137 وص 261</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وج 2 ص 171 وص 223</w:t>
      </w:r>
      <w:r w:rsidR="00D8054C">
        <w:rPr>
          <w:rtl/>
        </w:rPr>
        <w:t>،</w:t>
      </w:r>
      <w:r w:rsidRPr="007E0B1D">
        <w:rPr>
          <w:rtl/>
        </w:rPr>
        <w:t xml:space="preserve"> وج 4 ص 51 وص 80 وص 100 وص 465</w:t>
      </w:r>
      <w:r w:rsidR="00D8054C">
        <w:rPr>
          <w:rtl/>
        </w:rPr>
        <w:t>،</w:t>
      </w:r>
      <w:r w:rsidRPr="007E0B1D">
        <w:rPr>
          <w:rtl/>
        </w:rPr>
        <w:t xml:space="preserve"> وج 5 ص 317</w:t>
      </w:r>
      <w:r w:rsidR="00D8054C">
        <w:rPr>
          <w:rtl/>
        </w:rPr>
        <w:t>،</w:t>
      </w:r>
      <w:r w:rsidRPr="007E0B1D">
        <w:rPr>
          <w:rtl/>
        </w:rPr>
        <w:t xml:space="preserve"> وج 6 ص 269</w:t>
      </w:r>
      <w:r w:rsidR="00D8054C">
        <w:rPr>
          <w:rtl/>
        </w:rPr>
        <w:t>،</w:t>
      </w:r>
      <w:r w:rsidRPr="007E0B1D">
        <w:rPr>
          <w:rtl/>
        </w:rPr>
        <w:t xml:space="preserve"> وج 7 ص 15 وص 388. وسائل الشيعة ج 20 ص 338. تأسيس الشيعة ص 259. مجمع الرجال ج 6 ص 16 وص 17 وص 18. التهذيب ج 1 ص 447</w:t>
      </w:r>
      <w:r w:rsidR="00D8054C">
        <w:rPr>
          <w:rtl/>
        </w:rPr>
        <w:t>،</w:t>
      </w:r>
      <w:r w:rsidRPr="007E0B1D">
        <w:rPr>
          <w:rtl/>
        </w:rPr>
        <w:t xml:space="preserve"> وج 2 ص 64 وص 335</w:t>
      </w:r>
      <w:r w:rsidR="00D8054C">
        <w:rPr>
          <w:rtl/>
        </w:rPr>
        <w:t>،</w:t>
      </w:r>
      <w:r w:rsidRPr="007E0B1D">
        <w:rPr>
          <w:rtl/>
        </w:rPr>
        <w:t xml:space="preserve"> وج 4 ص 179 وص 185</w:t>
      </w:r>
      <w:r w:rsidR="00D8054C">
        <w:rPr>
          <w:rtl/>
        </w:rPr>
        <w:t>،</w:t>
      </w:r>
      <w:r w:rsidRPr="007E0B1D">
        <w:rPr>
          <w:rtl/>
        </w:rPr>
        <w:t xml:space="preserve"> وج 5 ص 184</w:t>
      </w:r>
      <w:r w:rsidR="00D8054C">
        <w:rPr>
          <w:rtl/>
        </w:rPr>
        <w:t>،</w:t>
      </w:r>
      <w:r w:rsidRPr="007E0B1D">
        <w:rPr>
          <w:rtl/>
        </w:rPr>
        <w:t xml:space="preserve"> وج 6 ص 224 وص 336 وص 376 وص 395</w:t>
      </w:r>
      <w:r w:rsidR="00D8054C">
        <w:rPr>
          <w:rtl/>
        </w:rPr>
        <w:t>،</w:t>
      </w:r>
      <w:r w:rsidRPr="007E0B1D">
        <w:rPr>
          <w:rtl/>
        </w:rPr>
        <w:t xml:space="preserve"> وج 7 ص 82 وص 207 وص 455</w:t>
      </w:r>
      <w:r w:rsidR="00D8054C">
        <w:rPr>
          <w:rtl/>
        </w:rPr>
        <w:t>،</w:t>
      </w:r>
      <w:r w:rsidRPr="007E0B1D">
        <w:rPr>
          <w:rtl/>
        </w:rPr>
        <w:t xml:space="preserve"> وج 8 ص 40</w:t>
      </w:r>
      <w:r w:rsidR="00D8054C">
        <w:rPr>
          <w:rtl/>
        </w:rPr>
        <w:t>،</w:t>
      </w:r>
      <w:r w:rsidRPr="007E0B1D">
        <w:rPr>
          <w:rtl/>
        </w:rPr>
        <w:t xml:space="preserve"> وج 9 ص 13 وص 93 وص 143 وص 215</w:t>
      </w:r>
      <w:r w:rsidR="00D8054C">
        <w:rPr>
          <w:rtl/>
        </w:rPr>
        <w:t>،</w:t>
      </w:r>
      <w:r w:rsidRPr="007E0B1D">
        <w:rPr>
          <w:rtl/>
        </w:rPr>
        <w:t xml:space="preserve"> وج 10 ص 24 وص 48 وغيرها. رجال ابن داود </w:t>
      </w:r>
      <w:r w:rsidR="00D8054C">
        <w:rPr>
          <w:rtl/>
        </w:rPr>
        <w:t>(</w:t>
      </w:r>
      <w:r w:rsidRPr="007E0B1D">
        <w:rPr>
          <w:rtl/>
        </w:rPr>
        <w:t>قسم الضعفاء</w:t>
      </w:r>
      <w:r w:rsidR="00D8054C">
        <w:rPr>
          <w:rtl/>
        </w:rPr>
        <w:t>)</w:t>
      </w:r>
      <w:r w:rsidRPr="007E0B1D">
        <w:rPr>
          <w:rtl/>
        </w:rPr>
        <w:t xml:space="preserve"> ص 275. الاستبصار ج 1 ص 309</w:t>
      </w:r>
      <w:r w:rsidR="00D8054C">
        <w:rPr>
          <w:rtl/>
        </w:rPr>
        <w:t>،</w:t>
      </w:r>
      <w:r w:rsidRPr="007E0B1D">
        <w:rPr>
          <w:rtl/>
        </w:rPr>
        <w:t xml:space="preserve"> وج 2 ص 76</w:t>
      </w:r>
      <w:r w:rsidR="00D8054C">
        <w:rPr>
          <w:rtl/>
        </w:rPr>
        <w:t>،</w:t>
      </w:r>
      <w:r w:rsidRPr="007E0B1D">
        <w:rPr>
          <w:rtl/>
        </w:rPr>
        <w:t xml:space="preserve"> وج 3 ص 176 وص 191</w:t>
      </w:r>
      <w:r w:rsidR="00D8054C">
        <w:rPr>
          <w:rtl/>
        </w:rPr>
        <w:t>،</w:t>
      </w:r>
      <w:r w:rsidRPr="007E0B1D">
        <w:rPr>
          <w:rtl/>
        </w:rPr>
        <w:t xml:space="preserve"> وج 4 ص 65 وص 130. ثقات الرواة للشهرستاني ص 65.</w:t>
      </w:r>
    </w:p>
    <w:p w:rsidR="008867CD" w:rsidRPr="007E0B1D" w:rsidRDefault="008867CD" w:rsidP="008867CD">
      <w:pPr>
        <w:pStyle w:val="libCenterBold1"/>
        <w:rPr>
          <w:rtl/>
        </w:rPr>
      </w:pPr>
      <w:r w:rsidRPr="007E0B1D">
        <w:rPr>
          <w:rtl/>
        </w:rPr>
        <w:t>160</w:t>
      </w:r>
      <w:r w:rsidR="00D8054C">
        <w:rPr>
          <w:rtl/>
        </w:rPr>
        <w:t xml:space="preserve"> - </w:t>
      </w:r>
      <w:r w:rsidRPr="007E0B1D">
        <w:rPr>
          <w:rtl/>
        </w:rPr>
        <w:t>محمّد بن الفرج</w:t>
      </w:r>
    </w:p>
    <w:p w:rsidR="008867CD" w:rsidRPr="007E0B1D" w:rsidRDefault="008867CD" w:rsidP="008867CD">
      <w:pPr>
        <w:pStyle w:val="libNormal"/>
        <w:rPr>
          <w:rtl/>
        </w:rPr>
      </w:pPr>
      <w:r w:rsidRPr="007E0B1D">
        <w:rPr>
          <w:rtl/>
        </w:rPr>
        <w:t>محمّد بن الفرج الرخجي.</w:t>
      </w:r>
    </w:p>
    <w:p w:rsidR="008867CD" w:rsidRPr="007E0B1D" w:rsidRDefault="008867CD" w:rsidP="008867CD">
      <w:pPr>
        <w:pStyle w:val="libNormal"/>
        <w:rPr>
          <w:rtl/>
        </w:rPr>
      </w:pPr>
      <w:r w:rsidRPr="007E0B1D">
        <w:rPr>
          <w:rtl/>
        </w:rPr>
        <w:t>من أجلاء علماء الشيعة الامامية</w:t>
      </w:r>
      <w:r w:rsidR="00D8054C">
        <w:rPr>
          <w:rtl/>
        </w:rPr>
        <w:t>،</w:t>
      </w:r>
      <w:r w:rsidRPr="007E0B1D">
        <w:rPr>
          <w:rtl/>
        </w:rPr>
        <w:t xml:space="preserve"> وكان محدثا فاضلا ثقة</w:t>
      </w:r>
      <w:r w:rsidR="00D8054C">
        <w:rPr>
          <w:rtl/>
        </w:rPr>
        <w:t>،</w:t>
      </w:r>
      <w:r w:rsidRPr="007E0B1D">
        <w:rPr>
          <w:rtl/>
        </w:rPr>
        <w:t xml:space="preserve"> عظيم الشأن</w:t>
      </w:r>
      <w:r w:rsidR="00D8054C">
        <w:rPr>
          <w:rtl/>
        </w:rPr>
        <w:t>،</w:t>
      </w:r>
      <w:r w:rsidRPr="007E0B1D">
        <w:rPr>
          <w:rtl/>
        </w:rPr>
        <w:t xml:space="preserve"> ومن رؤساء ووجوه الشيعة في وقته.</w:t>
      </w:r>
    </w:p>
    <w:p w:rsidR="008867CD" w:rsidRPr="007E0B1D" w:rsidRDefault="008867CD" w:rsidP="008867CD">
      <w:pPr>
        <w:pStyle w:val="libNormal"/>
        <w:rPr>
          <w:rtl/>
        </w:rPr>
      </w:pPr>
      <w:r w:rsidRPr="007E0B1D">
        <w:rPr>
          <w:rtl/>
        </w:rPr>
        <w:t xml:space="preserve">صحب الأئمة الرضا والجواد والهادي </w:t>
      </w:r>
      <w:r w:rsidR="00D8054C" w:rsidRPr="00D8054C">
        <w:rPr>
          <w:rStyle w:val="libAlaemChar"/>
          <w:rtl/>
        </w:rPr>
        <w:t>عليهم‌السلام</w:t>
      </w:r>
      <w:r w:rsidR="00D8054C">
        <w:rPr>
          <w:rtl/>
        </w:rPr>
        <w:t>،</w:t>
      </w:r>
      <w:r w:rsidRPr="007E0B1D">
        <w:rPr>
          <w:rtl/>
        </w:rPr>
        <w:t xml:space="preserve"> وحظي لديهم وكانت له منزلة رفيعة لديهم.</w:t>
      </w:r>
    </w:p>
    <w:p w:rsidR="008867CD" w:rsidRPr="007E0B1D" w:rsidRDefault="008867CD" w:rsidP="008867CD">
      <w:pPr>
        <w:pStyle w:val="libNormal"/>
        <w:rPr>
          <w:rtl/>
        </w:rPr>
      </w:pPr>
      <w:r w:rsidRPr="007E0B1D">
        <w:rPr>
          <w:rtl/>
        </w:rPr>
        <w:t>تردد اسمه في 11 موردا في أسناد الروايات.</w:t>
      </w:r>
    </w:p>
    <w:p w:rsidR="008867CD" w:rsidRPr="007E0B1D" w:rsidRDefault="008867CD" w:rsidP="008867CD">
      <w:pPr>
        <w:pStyle w:val="libNormal"/>
        <w:rPr>
          <w:rtl/>
        </w:rPr>
      </w:pPr>
      <w:r w:rsidRPr="007E0B1D">
        <w:rPr>
          <w:rtl/>
        </w:rPr>
        <w:t>روى عنه ميمون بن يوسف النخاس</w:t>
      </w:r>
      <w:r w:rsidR="00D8054C">
        <w:rPr>
          <w:rtl/>
        </w:rPr>
        <w:t>،</w:t>
      </w:r>
      <w:r w:rsidRPr="007E0B1D">
        <w:rPr>
          <w:rtl/>
        </w:rPr>
        <w:t xml:space="preserve"> وعلي بن محمّد النوفلي.</w:t>
      </w:r>
    </w:p>
    <w:p w:rsidR="008867CD" w:rsidRPr="007E0B1D" w:rsidRDefault="008867CD" w:rsidP="008867CD">
      <w:pPr>
        <w:pStyle w:val="libNormal"/>
        <w:rPr>
          <w:rtl/>
        </w:rPr>
      </w:pPr>
      <w:r w:rsidRPr="007E0B1D">
        <w:rPr>
          <w:rtl/>
        </w:rPr>
        <w:t>من آثاره كتاب مسائل.</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387</w:t>
      </w:r>
      <w:r w:rsidR="00D8054C">
        <w:rPr>
          <w:rtl/>
        </w:rPr>
        <w:t>،</w:t>
      </w:r>
      <w:r w:rsidRPr="007E0B1D">
        <w:rPr>
          <w:rtl/>
        </w:rPr>
        <w:t xml:space="preserve"> وفي أصحاب الجواد</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ص 405</w:t>
      </w:r>
      <w:r>
        <w:rPr>
          <w:rtl/>
        </w:rPr>
        <w:t>،</w:t>
      </w:r>
      <w:r w:rsidR="008867CD" w:rsidRPr="007E0B1D">
        <w:rPr>
          <w:rtl/>
        </w:rPr>
        <w:t xml:space="preserve"> وفي أصحاب الهادي </w:t>
      </w:r>
      <w:r w:rsidRPr="00D8054C">
        <w:rPr>
          <w:rStyle w:val="libAlaemChar"/>
          <w:rtl/>
        </w:rPr>
        <w:t>عليه‌السلام</w:t>
      </w:r>
      <w:r w:rsidR="008867CD" w:rsidRPr="007E0B1D">
        <w:rPr>
          <w:rtl/>
        </w:rPr>
        <w:t xml:space="preserve"> ص 422. كشف الغمة ج 3 ص 160 وص 185. رجال الكشي ص 603. مجمع الرجال ج 6 ص 21. رجال الحلي </w:t>
      </w:r>
      <w:r>
        <w:rPr>
          <w:rtl/>
        </w:rPr>
        <w:t>(</w:t>
      </w:r>
      <w:r w:rsidR="008867CD" w:rsidRPr="007E0B1D">
        <w:rPr>
          <w:rtl/>
        </w:rPr>
        <w:t>قسم الثقات</w:t>
      </w:r>
      <w:r>
        <w:rPr>
          <w:rtl/>
        </w:rPr>
        <w:t>)</w:t>
      </w:r>
      <w:r w:rsidR="008867CD" w:rsidRPr="007E0B1D">
        <w:rPr>
          <w:rtl/>
        </w:rPr>
        <w:t xml:space="preserve"> ص 140. منهج المقال ص 314. معجم رجال الحديث ج 17 ص 131. جامع الرواة ج 2 ص 173. الوجيزة ص 51. بهجة الآمال ج 6 ص 553. رجال النجاشي ص 262. معجم الثقات ص 115. الارشاد ص 330 وص 331. الذريعة ج 20 ص 365. تنقيح المقال ج 3 ص 171. رجال الأنصاري ص 175. توضيح الاشتباه ص 276. رجال ابن داود </w:t>
      </w:r>
      <w:r>
        <w:rPr>
          <w:rtl/>
        </w:rPr>
        <w:t>(</w:t>
      </w:r>
      <w:r w:rsidR="008867CD" w:rsidRPr="007E0B1D">
        <w:rPr>
          <w:rtl/>
        </w:rPr>
        <w:t>قسم الثقات</w:t>
      </w:r>
      <w:r>
        <w:rPr>
          <w:rtl/>
        </w:rPr>
        <w:t>)</w:t>
      </w:r>
      <w:r w:rsidR="008867CD" w:rsidRPr="007E0B1D">
        <w:rPr>
          <w:rtl/>
        </w:rPr>
        <w:t xml:space="preserve"> ص 181. أضبط المقال ص 547. الكافي ج 1 ص 82 وص 260 وص 277 وص 418 وص 419</w:t>
      </w:r>
      <w:r>
        <w:rPr>
          <w:rtl/>
        </w:rPr>
        <w:t>،</w:t>
      </w:r>
      <w:r w:rsidR="008867CD" w:rsidRPr="007E0B1D">
        <w:rPr>
          <w:rtl/>
        </w:rPr>
        <w:t xml:space="preserve"> وج 2 ص 398. طرائف المقال ج 1 ص 355. منتهى المقال ص 287. وسائل الشيعة ج 20 وص 339. التوحيد ص 97. اتقان المقال ص 129. نضد الايضاح ص 312. روضة المتقين ج 14 ص 446. التهذيب ج 2 ص 173 وص 250 وص 275</w:t>
      </w:r>
      <w:r>
        <w:rPr>
          <w:rtl/>
        </w:rPr>
        <w:t>،</w:t>
      </w:r>
      <w:r w:rsidR="008867CD" w:rsidRPr="007E0B1D">
        <w:rPr>
          <w:rtl/>
        </w:rPr>
        <w:t xml:space="preserve"> وج 9 ص 138. نقد الرجال ص 327.</w:t>
      </w:r>
      <w:r w:rsidR="008867CD">
        <w:rPr>
          <w:rFonts w:hint="cs"/>
          <w:rtl/>
        </w:rPr>
        <w:t xml:space="preserve"> </w:t>
      </w:r>
      <w:r w:rsidR="008867CD" w:rsidRPr="007E0B1D">
        <w:rPr>
          <w:rtl/>
        </w:rPr>
        <w:t>الاستبصار ج 1 ص 255 وص 289. من لا يحضره الفقيه ج 1 ص 214</w:t>
      </w:r>
      <w:r>
        <w:rPr>
          <w:rtl/>
        </w:rPr>
        <w:t>،</w:t>
      </w:r>
      <w:r w:rsidR="008867CD" w:rsidRPr="007E0B1D">
        <w:rPr>
          <w:rtl/>
        </w:rPr>
        <w:t xml:space="preserve"> وج 4 ص 181. ثقات الرواة للشهرستاني ص 65.</w:t>
      </w:r>
    </w:p>
    <w:p w:rsidR="008867CD" w:rsidRPr="007E0B1D" w:rsidRDefault="008867CD" w:rsidP="008867CD">
      <w:pPr>
        <w:pStyle w:val="libCenterBold1"/>
        <w:rPr>
          <w:rtl/>
        </w:rPr>
      </w:pPr>
      <w:r w:rsidRPr="007E0B1D">
        <w:rPr>
          <w:rtl/>
        </w:rPr>
        <w:t>161</w:t>
      </w:r>
      <w:r w:rsidR="00D8054C">
        <w:rPr>
          <w:rtl/>
        </w:rPr>
        <w:t xml:space="preserve"> - </w:t>
      </w:r>
      <w:r w:rsidRPr="007E0B1D">
        <w:rPr>
          <w:rtl/>
        </w:rPr>
        <w:t>الأزدي الأزرق</w:t>
      </w:r>
    </w:p>
    <w:p w:rsidR="008867CD" w:rsidRPr="007E0B1D" w:rsidRDefault="008867CD" w:rsidP="008867CD">
      <w:pPr>
        <w:pStyle w:val="libNormal"/>
        <w:rPr>
          <w:rtl/>
        </w:rPr>
      </w:pPr>
      <w:r w:rsidRPr="007E0B1D">
        <w:rPr>
          <w:rtl/>
        </w:rPr>
        <w:t>محمّد بن الفضيل</w:t>
      </w:r>
      <w:r w:rsidR="00D8054C">
        <w:rPr>
          <w:rtl/>
        </w:rPr>
        <w:t>،</w:t>
      </w:r>
      <w:r w:rsidRPr="007E0B1D">
        <w:rPr>
          <w:rtl/>
        </w:rPr>
        <w:t xml:space="preserve"> وقيل الفضل بن كثير الأزدي</w:t>
      </w:r>
      <w:r w:rsidR="00D8054C">
        <w:rPr>
          <w:rtl/>
        </w:rPr>
        <w:t>،</w:t>
      </w:r>
      <w:r w:rsidRPr="007E0B1D">
        <w:rPr>
          <w:rtl/>
        </w:rPr>
        <w:t xml:space="preserve"> الكوفي</w:t>
      </w:r>
      <w:r w:rsidR="00D8054C">
        <w:rPr>
          <w:rtl/>
        </w:rPr>
        <w:t>،</w:t>
      </w:r>
      <w:r w:rsidRPr="007E0B1D">
        <w:rPr>
          <w:rtl/>
        </w:rPr>
        <w:t xml:space="preserve"> الصيرفي</w:t>
      </w:r>
      <w:r w:rsidR="00D8054C">
        <w:rPr>
          <w:rtl/>
        </w:rPr>
        <w:t>،</w:t>
      </w:r>
      <w:r w:rsidRPr="007E0B1D">
        <w:rPr>
          <w:rtl/>
        </w:rPr>
        <w:t xml:space="preserve"> المشهور بالأزرق</w:t>
      </w:r>
      <w:r w:rsidR="00D8054C">
        <w:rPr>
          <w:rtl/>
        </w:rPr>
        <w:t>،</w:t>
      </w:r>
      <w:r w:rsidRPr="007E0B1D">
        <w:rPr>
          <w:rtl/>
        </w:rPr>
        <w:t xml:space="preserve"> أبو جعفر.</w:t>
      </w:r>
    </w:p>
    <w:p w:rsidR="008867CD" w:rsidRPr="007E0B1D" w:rsidRDefault="008867CD" w:rsidP="008867CD">
      <w:pPr>
        <w:pStyle w:val="libNormal"/>
        <w:rPr>
          <w:rtl/>
        </w:rPr>
      </w:pPr>
      <w:r w:rsidRPr="007E0B1D">
        <w:rPr>
          <w:rtl/>
        </w:rPr>
        <w:t>اختلف العلماء في محمّد بن الفضيل ومحمّد بن الفضل</w:t>
      </w:r>
      <w:r w:rsidR="00D8054C">
        <w:rPr>
          <w:rtl/>
        </w:rPr>
        <w:t>،</w:t>
      </w:r>
      <w:r w:rsidRPr="007E0B1D">
        <w:rPr>
          <w:rtl/>
        </w:rPr>
        <w:t xml:space="preserve"> فقالوا</w:t>
      </w:r>
      <w:r w:rsidR="00D8054C">
        <w:rPr>
          <w:rtl/>
        </w:rPr>
        <w:t>:</w:t>
      </w:r>
      <w:r w:rsidRPr="007E0B1D">
        <w:rPr>
          <w:rtl/>
        </w:rPr>
        <w:t xml:space="preserve"> كان محمّد بن الفضيل من ضعفاء المحدثين الغلاة وله كتاب ومسائل</w:t>
      </w:r>
      <w:r w:rsidR="00D8054C">
        <w:rPr>
          <w:rtl/>
        </w:rPr>
        <w:t>،</w:t>
      </w:r>
      <w:r w:rsidRPr="007E0B1D">
        <w:rPr>
          <w:rtl/>
        </w:rPr>
        <w:t xml:space="preserve"> وقالوا</w:t>
      </w:r>
      <w:r w:rsidR="00D8054C">
        <w:rPr>
          <w:rtl/>
        </w:rPr>
        <w:t>:</w:t>
      </w:r>
      <w:r w:rsidRPr="007E0B1D">
        <w:rPr>
          <w:rtl/>
        </w:rPr>
        <w:t xml:space="preserve"> كان محمّد بن الفضل من ثقات محدثي الشيعة الامامية</w:t>
      </w:r>
      <w:r w:rsidR="00D8054C">
        <w:rPr>
          <w:rtl/>
        </w:rPr>
        <w:t>،</w:t>
      </w:r>
      <w:r w:rsidRPr="007E0B1D">
        <w:rPr>
          <w:rtl/>
        </w:rPr>
        <w:t xml:space="preserve"> وهناك جماعة من العلماء ذهبوا الى القول بأن الرجلين شخص واحد.</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 xml:space="preserve">روى ابن الفضيل عن الأئمة الصادق والكاظم والرضا والجواد </w:t>
      </w:r>
      <w:r w:rsidR="00D8054C" w:rsidRPr="00D8054C">
        <w:rPr>
          <w:rStyle w:val="libAlaemChar"/>
          <w:rtl/>
        </w:rPr>
        <w:t>عليهم‌السلام</w:t>
      </w:r>
      <w:r w:rsidRPr="007E0B1D">
        <w:rPr>
          <w:rtl/>
        </w:rPr>
        <w:t>.</w:t>
      </w:r>
      <w:r>
        <w:rPr>
          <w:rFonts w:hint="cs"/>
          <w:rtl/>
        </w:rPr>
        <w:t xml:space="preserve"> </w:t>
      </w:r>
      <w:r w:rsidRPr="007E0B1D">
        <w:rPr>
          <w:rtl/>
        </w:rPr>
        <w:t>تردد اسم ابن الفضيل في 390 موردا في أسناد الروايات.</w:t>
      </w:r>
    </w:p>
    <w:p w:rsidR="008867CD" w:rsidRPr="007E0B1D" w:rsidRDefault="008867CD" w:rsidP="008867CD">
      <w:pPr>
        <w:pStyle w:val="libNormal"/>
        <w:rPr>
          <w:rtl/>
        </w:rPr>
      </w:pPr>
      <w:r w:rsidRPr="007E0B1D">
        <w:rPr>
          <w:rtl/>
        </w:rPr>
        <w:t>روى عنه جماعة اكثر من 40 راويا كموسى بن القاسم</w:t>
      </w:r>
      <w:r w:rsidR="00D8054C">
        <w:rPr>
          <w:rtl/>
        </w:rPr>
        <w:t>،</w:t>
      </w:r>
      <w:r w:rsidRPr="007E0B1D">
        <w:rPr>
          <w:rtl/>
        </w:rPr>
        <w:t xml:space="preserve"> ومحمّد بن الحسين بن أبي الخطاب</w:t>
      </w:r>
      <w:r w:rsidR="00D8054C">
        <w:rPr>
          <w:rtl/>
        </w:rPr>
        <w:t>،</w:t>
      </w:r>
      <w:r w:rsidRPr="007E0B1D">
        <w:rPr>
          <w:rtl/>
        </w:rPr>
        <w:t xml:space="preserve"> وعلي بن الحكم وغيرهم.</w:t>
      </w:r>
    </w:p>
    <w:p w:rsidR="008867CD" w:rsidRPr="007E0B1D" w:rsidRDefault="008867CD" w:rsidP="008867CD">
      <w:pPr>
        <w:pStyle w:val="libNormal"/>
        <w:rPr>
          <w:rtl/>
        </w:rPr>
      </w:pPr>
      <w:r w:rsidRPr="007E0B1D">
        <w:rPr>
          <w:rtl/>
        </w:rPr>
        <w:t>كان حيا قبل سنة 220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التهذيب ج 1 ص 121 وص 329 وفيه</w:t>
      </w:r>
      <w:r w:rsidR="00D8054C">
        <w:rPr>
          <w:rtl/>
        </w:rPr>
        <w:t>:</w:t>
      </w:r>
      <w:r w:rsidRPr="007E0B1D">
        <w:rPr>
          <w:rtl/>
        </w:rPr>
        <w:t xml:space="preserve"> عن محمّد بن الفضيل قال</w:t>
      </w:r>
      <w:r w:rsidR="00D8054C">
        <w:rPr>
          <w:rtl/>
        </w:rPr>
        <w:t>:</w:t>
      </w:r>
      <w:r w:rsidRPr="007E0B1D">
        <w:rPr>
          <w:rtl/>
        </w:rPr>
        <w:t xml:space="preserve"> كتبت الى أبي جعفر </w:t>
      </w:r>
      <w:r w:rsidR="00D8054C" w:rsidRPr="00D8054C">
        <w:rPr>
          <w:rStyle w:val="libAlaemChar"/>
          <w:rtl/>
        </w:rPr>
        <w:t>عليه‌السلام</w:t>
      </w:r>
      <w:r w:rsidRPr="007E0B1D">
        <w:rPr>
          <w:rtl/>
        </w:rPr>
        <w:t xml:space="preserve"> أسأله عن السقط كيف يصنع به</w:t>
      </w:r>
      <w:r>
        <w:rPr>
          <w:rtl/>
        </w:rPr>
        <w:t>؟</w:t>
      </w:r>
      <w:r w:rsidRPr="007E0B1D">
        <w:rPr>
          <w:rtl/>
        </w:rPr>
        <w:t xml:space="preserve"> فكتب </w:t>
      </w:r>
      <w:r w:rsidR="00D8054C" w:rsidRPr="00D8054C">
        <w:rPr>
          <w:rStyle w:val="libAlaemChar"/>
          <w:rtl/>
        </w:rPr>
        <w:t>عليه‌السلام</w:t>
      </w:r>
      <w:r w:rsidRPr="007E0B1D">
        <w:rPr>
          <w:rtl/>
        </w:rPr>
        <w:t xml:space="preserve"> الي</w:t>
      </w:r>
      <w:r w:rsidR="00D8054C">
        <w:rPr>
          <w:rtl/>
        </w:rPr>
        <w:t>:</w:t>
      </w:r>
      <w:r w:rsidRPr="007E0B1D">
        <w:rPr>
          <w:rtl/>
        </w:rPr>
        <w:t xml:space="preserve"> السقط يدفن بدمه في موضعه</w:t>
      </w:r>
      <w:r w:rsidR="00D8054C">
        <w:rPr>
          <w:rtl/>
        </w:rPr>
        <w:t>،</w:t>
      </w:r>
      <w:r w:rsidRPr="007E0B1D">
        <w:rPr>
          <w:rtl/>
        </w:rPr>
        <w:t xml:space="preserve"> وج 5 ص 309 وص 452</w:t>
      </w:r>
      <w:r w:rsidR="00D8054C">
        <w:rPr>
          <w:rtl/>
        </w:rPr>
        <w:t>،</w:t>
      </w:r>
      <w:r w:rsidRPr="007E0B1D">
        <w:rPr>
          <w:rtl/>
        </w:rPr>
        <w:t xml:space="preserve"> وج 6 ص 276</w:t>
      </w:r>
      <w:r w:rsidR="00D8054C">
        <w:rPr>
          <w:rtl/>
        </w:rPr>
        <w:t>،</w:t>
      </w:r>
      <w:r w:rsidRPr="007E0B1D">
        <w:rPr>
          <w:rtl/>
        </w:rPr>
        <w:t xml:space="preserve"> وج 7 ص 162 وص 262 وص 344</w:t>
      </w:r>
      <w:r w:rsidR="00D8054C">
        <w:rPr>
          <w:rtl/>
        </w:rPr>
        <w:t>،</w:t>
      </w:r>
      <w:r w:rsidRPr="007E0B1D">
        <w:rPr>
          <w:rtl/>
        </w:rPr>
        <w:t xml:space="preserve"> وج 8 ص 194</w:t>
      </w:r>
      <w:r w:rsidR="00D8054C">
        <w:rPr>
          <w:rtl/>
        </w:rPr>
        <w:t>،</w:t>
      </w:r>
      <w:r w:rsidRPr="007E0B1D">
        <w:rPr>
          <w:rtl/>
        </w:rPr>
        <w:t xml:space="preserve"> وج 9 ص 61 وص 83</w:t>
      </w:r>
      <w:r w:rsidR="00D8054C">
        <w:rPr>
          <w:rtl/>
        </w:rPr>
        <w:t>،</w:t>
      </w:r>
      <w:r w:rsidRPr="007E0B1D">
        <w:rPr>
          <w:rtl/>
        </w:rPr>
        <w:t xml:space="preserve"> وج 10 ص 268. رجال الطوسي في أصحاب الصادق </w:t>
      </w:r>
      <w:r w:rsidR="00D8054C" w:rsidRPr="00D8054C">
        <w:rPr>
          <w:rStyle w:val="libAlaemChar"/>
          <w:rtl/>
        </w:rPr>
        <w:t>عليه‌السلام</w:t>
      </w:r>
      <w:r w:rsidRPr="007E0B1D">
        <w:rPr>
          <w:rtl/>
        </w:rPr>
        <w:t xml:space="preserve"> ص 297</w:t>
      </w:r>
      <w:r w:rsidR="00D8054C">
        <w:rPr>
          <w:rtl/>
        </w:rPr>
        <w:t>،</w:t>
      </w:r>
      <w:r w:rsidRPr="007E0B1D">
        <w:rPr>
          <w:rtl/>
        </w:rPr>
        <w:t xml:space="preserve"> وفي أصحاب الكاظم </w:t>
      </w:r>
      <w:r w:rsidR="00D8054C" w:rsidRPr="00D8054C">
        <w:rPr>
          <w:rStyle w:val="libAlaemChar"/>
          <w:rtl/>
        </w:rPr>
        <w:t>عليه‌السلام</w:t>
      </w:r>
      <w:r w:rsidRPr="007E0B1D">
        <w:rPr>
          <w:rtl/>
        </w:rPr>
        <w:t xml:space="preserve"> ص 360</w:t>
      </w:r>
      <w:r w:rsidR="00D8054C">
        <w:rPr>
          <w:rtl/>
        </w:rPr>
        <w:t>،</w:t>
      </w:r>
      <w:r w:rsidRPr="007E0B1D">
        <w:rPr>
          <w:rtl/>
        </w:rPr>
        <w:t xml:space="preserve"> وفي أصحاب الرضا </w:t>
      </w:r>
      <w:r w:rsidR="00D8054C" w:rsidRPr="00D8054C">
        <w:rPr>
          <w:rStyle w:val="libAlaemChar"/>
          <w:rtl/>
        </w:rPr>
        <w:t>عليه‌السلام</w:t>
      </w:r>
      <w:r w:rsidRPr="007E0B1D">
        <w:rPr>
          <w:rtl/>
        </w:rPr>
        <w:t xml:space="preserve"> ص 386 وص 389. تنقيح المقال ج 3 ص 171 وص 172. المناقب ج 4 ص 368 وفيه</w:t>
      </w:r>
      <w:r w:rsidR="00D8054C">
        <w:rPr>
          <w:rtl/>
        </w:rPr>
        <w:t>:</w:t>
      </w:r>
      <w:r w:rsidRPr="007E0B1D">
        <w:rPr>
          <w:rtl/>
        </w:rPr>
        <w:t xml:space="preserve"> من ثقات الامام الرضا </w:t>
      </w:r>
      <w:r w:rsidR="00D8054C" w:rsidRPr="00D8054C">
        <w:rPr>
          <w:rStyle w:val="libAlaemChar"/>
          <w:rtl/>
        </w:rPr>
        <w:t>عليه‌السلام</w:t>
      </w:r>
      <w:r w:rsidRPr="007E0B1D">
        <w:rPr>
          <w:rtl/>
        </w:rPr>
        <w:t xml:space="preserve">. الكافي ج 2 ص 290 وص 388 وفيه يسأل المترجم له الامام الجواد </w:t>
      </w:r>
      <w:r w:rsidR="00D8054C" w:rsidRPr="00D8054C">
        <w:rPr>
          <w:rStyle w:val="libAlaemChar"/>
          <w:rtl/>
        </w:rPr>
        <w:t>عليه‌السلام</w:t>
      </w:r>
      <w:r w:rsidRPr="007E0B1D">
        <w:rPr>
          <w:rtl/>
        </w:rPr>
        <w:t xml:space="preserve"> مكاتبة أن يعلمه دعاء</w:t>
      </w:r>
      <w:r w:rsidR="00D8054C">
        <w:rPr>
          <w:rtl/>
        </w:rPr>
        <w:t>،</w:t>
      </w:r>
      <w:r w:rsidRPr="007E0B1D">
        <w:rPr>
          <w:rtl/>
        </w:rPr>
        <w:t xml:space="preserve"> فكتب إليه الامام </w:t>
      </w:r>
      <w:r w:rsidR="00D8054C" w:rsidRPr="00D8054C">
        <w:rPr>
          <w:rStyle w:val="libAlaemChar"/>
          <w:rtl/>
        </w:rPr>
        <w:t>عليه‌السلام</w:t>
      </w:r>
      <w:r w:rsidRPr="007E0B1D">
        <w:rPr>
          <w:rtl/>
        </w:rPr>
        <w:t xml:space="preserve"> دعاء</w:t>
      </w:r>
      <w:r w:rsidR="00D8054C">
        <w:rPr>
          <w:rtl/>
        </w:rPr>
        <w:t>،</w:t>
      </w:r>
      <w:r w:rsidRPr="007E0B1D">
        <w:rPr>
          <w:rtl/>
        </w:rPr>
        <w:t xml:space="preserve"> وج 3 ص 208</w:t>
      </w:r>
      <w:r w:rsidR="00D8054C">
        <w:rPr>
          <w:rtl/>
        </w:rPr>
        <w:t>،</w:t>
      </w:r>
      <w:r w:rsidRPr="007E0B1D">
        <w:rPr>
          <w:rtl/>
        </w:rPr>
        <w:t xml:space="preserve"> وج 4 ص 276 وفيه يسأل من الامام الجواد </w:t>
      </w:r>
      <w:r w:rsidR="00D8054C" w:rsidRPr="00D8054C">
        <w:rPr>
          <w:rStyle w:val="libAlaemChar"/>
          <w:rtl/>
        </w:rPr>
        <w:t>عليه‌السلام</w:t>
      </w:r>
      <w:r w:rsidRPr="007E0B1D">
        <w:rPr>
          <w:rtl/>
        </w:rPr>
        <w:t xml:space="preserve"> مسألة شرعية</w:t>
      </w:r>
      <w:r w:rsidR="00D8054C">
        <w:rPr>
          <w:rtl/>
        </w:rPr>
        <w:t>،</w:t>
      </w:r>
      <w:r w:rsidRPr="007E0B1D">
        <w:rPr>
          <w:rtl/>
        </w:rPr>
        <w:t xml:space="preserve"> فيجيبه عليها</w:t>
      </w:r>
      <w:r w:rsidR="00D8054C">
        <w:rPr>
          <w:rtl/>
        </w:rPr>
        <w:t>،</w:t>
      </w:r>
      <w:r w:rsidRPr="007E0B1D">
        <w:rPr>
          <w:rtl/>
        </w:rPr>
        <w:t xml:space="preserve"> وص 471 وص 544</w:t>
      </w:r>
      <w:r w:rsidR="00D8054C">
        <w:rPr>
          <w:rtl/>
        </w:rPr>
        <w:t>،</w:t>
      </w:r>
      <w:r w:rsidRPr="007E0B1D">
        <w:rPr>
          <w:rtl/>
        </w:rPr>
        <w:t xml:space="preserve"> وج 5 ص 100 وص 101 وص 167 وص 305. رجال الحلي </w:t>
      </w:r>
      <w:r w:rsidR="00D8054C">
        <w:rPr>
          <w:rtl/>
        </w:rPr>
        <w:t>(</w:t>
      </w:r>
      <w:r w:rsidRPr="007E0B1D">
        <w:rPr>
          <w:rtl/>
        </w:rPr>
        <w:t>قسم الثقات</w:t>
      </w:r>
      <w:r w:rsidR="00D8054C">
        <w:rPr>
          <w:rtl/>
        </w:rPr>
        <w:t>)</w:t>
      </w:r>
      <w:r w:rsidRPr="007E0B1D">
        <w:rPr>
          <w:rtl/>
        </w:rPr>
        <w:t xml:space="preserve"> ص 139 </w:t>
      </w:r>
      <w:r>
        <w:rPr>
          <w:rtl/>
        </w:rPr>
        <w:t xml:space="preserve">و </w:t>
      </w:r>
      <w:r w:rsidR="00D8054C">
        <w:rPr>
          <w:rtl/>
        </w:rPr>
        <w:t>(</w:t>
      </w:r>
      <w:r w:rsidRPr="007E0B1D">
        <w:rPr>
          <w:rtl/>
        </w:rPr>
        <w:t>قسم الضعفاء</w:t>
      </w:r>
      <w:r w:rsidR="00D8054C">
        <w:rPr>
          <w:rtl/>
        </w:rPr>
        <w:t>)</w:t>
      </w:r>
      <w:r w:rsidRPr="007E0B1D">
        <w:rPr>
          <w:rtl/>
        </w:rPr>
        <w:t xml:space="preserve"> ص 250 وص 251. معجم رجال الحديث ج 17 ص 135 وص 145</w:t>
      </w:r>
      <w:r w:rsidR="00D8054C">
        <w:rPr>
          <w:rtl/>
        </w:rPr>
        <w:t xml:space="preserve"> - </w:t>
      </w:r>
      <w:r w:rsidRPr="007E0B1D">
        <w:rPr>
          <w:rtl/>
        </w:rPr>
        <w:t>ص 148. جامع الرواة ج 2 ص 173 وص 174 وص 175. منهج المقال ص 314 وص 315. نضد الايضاح ص 312. اتقان المقال ص 359. الاستبصار ج 1 ص 408 وص 431</w:t>
      </w:r>
      <w:r w:rsidR="00D8054C">
        <w:rPr>
          <w:rtl/>
        </w:rPr>
        <w:t>،</w:t>
      </w:r>
      <w:r w:rsidRPr="007E0B1D">
        <w:rPr>
          <w:rtl/>
        </w:rPr>
        <w:t xml:space="preserve"> وج 2 ص 304</w:t>
      </w:r>
      <w:r w:rsidR="00D8054C">
        <w:rPr>
          <w:rtl/>
        </w:rPr>
        <w:t>،</w:t>
      </w:r>
      <w:r w:rsidRPr="007E0B1D">
        <w:rPr>
          <w:rtl/>
        </w:rPr>
        <w:t xml:space="preserve"> وج 3 ص 142 وص 213 وص 376. معجم الثقات ص 115</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وص 355. رجال البرقي في أصحاب الصادق </w:t>
      </w:r>
      <w:r w:rsidR="00D8054C" w:rsidRPr="00D8054C">
        <w:rPr>
          <w:rStyle w:val="libAlaemChar"/>
          <w:rtl/>
        </w:rPr>
        <w:t>عليه‌السلام</w:t>
      </w:r>
      <w:r w:rsidRPr="007E0B1D">
        <w:rPr>
          <w:rtl/>
        </w:rPr>
        <w:t xml:space="preserve"> ص 20 وص 21</w:t>
      </w:r>
      <w:r w:rsidR="00D8054C">
        <w:rPr>
          <w:rtl/>
        </w:rPr>
        <w:t>،</w:t>
      </w:r>
      <w:r w:rsidRPr="007E0B1D">
        <w:rPr>
          <w:rtl/>
        </w:rPr>
        <w:t xml:space="preserve"> وفي أصحاب الكاظم </w:t>
      </w:r>
      <w:r w:rsidR="00D8054C" w:rsidRPr="00D8054C">
        <w:rPr>
          <w:rStyle w:val="libAlaemChar"/>
          <w:rtl/>
        </w:rPr>
        <w:t>عليه‌السلام</w:t>
      </w:r>
      <w:r w:rsidRPr="007E0B1D">
        <w:rPr>
          <w:rtl/>
        </w:rPr>
        <w:t xml:space="preserve"> ص 48. نقد الرجال ص 328. روضة المتقين ج 14 ص 446 وص 447. الخصال ص 37 وص 478. من لا يحضره الفقيه ج 2 ص 167 وص 232 وص 233 وص 267 وص 273</w:t>
      </w:r>
      <w:r w:rsidR="00D8054C">
        <w:rPr>
          <w:rtl/>
        </w:rPr>
        <w:t>،</w:t>
      </w:r>
      <w:r w:rsidRPr="007E0B1D">
        <w:rPr>
          <w:rtl/>
        </w:rPr>
        <w:t xml:space="preserve"> وج 3 ص 31 وص 277 وص 282 وص 350. رجال النجاشي ص 259. فهرست الطوسي ص 147.</w:t>
      </w:r>
      <w:r>
        <w:rPr>
          <w:rFonts w:hint="cs"/>
          <w:rtl/>
        </w:rPr>
        <w:t xml:space="preserve"> </w:t>
      </w:r>
      <w:r w:rsidRPr="007E0B1D">
        <w:rPr>
          <w:rtl/>
        </w:rPr>
        <w:t xml:space="preserve">طرائف المقال ج 1 ص 355. رجال ابن داود </w:t>
      </w:r>
      <w:r w:rsidR="00D8054C">
        <w:rPr>
          <w:rtl/>
        </w:rPr>
        <w:t>(</w:t>
      </w:r>
      <w:r w:rsidRPr="007E0B1D">
        <w:rPr>
          <w:rtl/>
        </w:rPr>
        <w:t>قسم الثقات</w:t>
      </w:r>
      <w:r w:rsidR="00D8054C">
        <w:rPr>
          <w:rtl/>
        </w:rPr>
        <w:t>)</w:t>
      </w:r>
      <w:r w:rsidRPr="007E0B1D">
        <w:rPr>
          <w:rtl/>
        </w:rPr>
        <w:t xml:space="preserve"> ص 181. معالم العلماء ص 104. مجمع الرجال ج 6 ص 22 وص 23. جامع المقال ص 126.</w:t>
      </w:r>
      <w:r>
        <w:rPr>
          <w:rFonts w:hint="cs"/>
          <w:rtl/>
        </w:rPr>
        <w:t xml:space="preserve"> </w:t>
      </w:r>
      <w:r w:rsidRPr="007E0B1D">
        <w:rPr>
          <w:rtl/>
        </w:rPr>
        <w:t>وسائل الشيعة ج 20 ص 339. التوحيد ص 116. كامل الزيارات ص 114.</w:t>
      </w:r>
      <w:r>
        <w:rPr>
          <w:rFonts w:hint="cs"/>
          <w:rtl/>
        </w:rPr>
        <w:t xml:space="preserve"> </w:t>
      </w:r>
      <w:r w:rsidRPr="007E0B1D">
        <w:rPr>
          <w:rtl/>
        </w:rPr>
        <w:t>رجال الأنصاري ص 176. منتهى المقال ص 287. هداية المحدثين ص 249.</w:t>
      </w:r>
      <w:r>
        <w:rPr>
          <w:rFonts w:hint="cs"/>
          <w:rtl/>
        </w:rPr>
        <w:t xml:space="preserve"> </w:t>
      </w:r>
      <w:r w:rsidRPr="007E0B1D">
        <w:rPr>
          <w:rtl/>
        </w:rPr>
        <w:t>رجال الكشي ص 227 وص 232 وص 249 وص 405 وص 414 وص 458 وغيرها. بهجة الآمال ج 6 ص 554 في ترجمة محمّد بن الفضيل بن غزوان الضبي. الوجيزة ص 49.</w:t>
      </w:r>
    </w:p>
    <w:p w:rsidR="008867CD" w:rsidRPr="007E0B1D" w:rsidRDefault="008867CD" w:rsidP="008867CD">
      <w:pPr>
        <w:pStyle w:val="libCenterBold1"/>
        <w:rPr>
          <w:rtl/>
        </w:rPr>
      </w:pPr>
      <w:r w:rsidRPr="007E0B1D">
        <w:rPr>
          <w:rtl/>
        </w:rPr>
        <w:t>162</w:t>
      </w:r>
      <w:r w:rsidR="00D8054C">
        <w:rPr>
          <w:rtl/>
        </w:rPr>
        <w:t xml:space="preserve"> - </w:t>
      </w:r>
      <w:r w:rsidRPr="007E0B1D">
        <w:rPr>
          <w:rtl/>
        </w:rPr>
        <w:t>محمّد بن أبي قريش</w:t>
      </w:r>
    </w:p>
    <w:p w:rsidR="008867CD" w:rsidRPr="007E0B1D" w:rsidRDefault="008867CD" w:rsidP="008867CD">
      <w:pPr>
        <w:pStyle w:val="libNormal"/>
        <w:rPr>
          <w:rtl/>
        </w:rPr>
      </w:pPr>
      <w:r w:rsidRPr="007E0B1D">
        <w:rPr>
          <w:rtl/>
        </w:rPr>
        <w:t>امامي مجهول الحال</w:t>
      </w:r>
      <w:r w:rsidR="00D8054C">
        <w:rPr>
          <w:rtl/>
        </w:rPr>
        <w:t>،</w:t>
      </w:r>
      <w:r w:rsidRPr="007E0B1D">
        <w:rPr>
          <w:rtl/>
        </w:rPr>
        <w:t xml:space="preserve">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مجمع الرجال ج 5 ص 124. تنقيح المقال ج 2 ص 65 وفيه</w:t>
      </w:r>
      <w:r w:rsidR="00D8054C">
        <w:rPr>
          <w:rtl/>
        </w:rPr>
        <w:t>:</w:t>
      </w:r>
      <w:r w:rsidRPr="007E0B1D">
        <w:rPr>
          <w:rtl/>
        </w:rPr>
        <w:t xml:space="preserve"> وظاهره كونه اماميا وحاله غير متبين.</w:t>
      </w:r>
      <w:r>
        <w:rPr>
          <w:rFonts w:hint="cs"/>
          <w:rtl/>
        </w:rPr>
        <w:t xml:space="preserve"> </w:t>
      </w:r>
      <w:r w:rsidRPr="007E0B1D">
        <w:rPr>
          <w:rtl/>
        </w:rPr>
        <w:t>منهج المقال ص 277. معجم رجال الحديث ج 14 ص 297. طرائف المقال ج 1 ص 342. نقد الرجال ص 285. جامع الرواة ج 2 ص 57. منتهى المقال ص 253.</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163</w:t>
      </w:r>
      <w:r w:rsidR="00D8054C">
        <w:rPr>
          <w:rtl/>
        </w:rPr>
        <w:t xml:space="preserve"> - </w:t>
      </w:r>
      <w:r w:rsidRPr="007E0B1D">
        <w:rPr>
          <w:rtl/>
        </w:rPr>
        <w:t>محمّد بن أبي نصر</w:t>
      </w:r>
    </w:p>
    <w:p w:rsidR="008867CD" w:rsidRPr="007E0B1D" w:rsidRDefault="008867CD" w:rsidP="008867CD">
      <w:pPr>
        <w:pStyle w:val="libNormal"/>
        <w:rPr>
          <w:rtl/>
        </w:rPr>
      </w:pPr>
      <w:r w:rsidRPr="007E0B1D">
        <w:rPr>
          <w:rtl/>
        </w:rPr>
        <w:t>أحواله كسابقه.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معجم رجال الحديث ج 14 ص 298.</w:t>
      </w:r>
    </w:p>
    <w:p w:rsidR="008867CD" w:rsidRPr="007E0B1D" w:rsidRDefault="008867CD" w:rsidP="008867CD">
      <w:pPr>
        <w:pStyle w:val="libCenterBold1"/>
        <w:rPr>
          <w:rtl/>
        </w:rPr>
      </w:pPr>
      <w:r w:rsidRPr="007E0B1D">
        <w:rPr>
          <w:rtl/>
        </w:rPr>
        <w:t>164</w:t>
      </w:r>
      <w:r w:rsidR="00D8054C">
        <w:rPr>
          <w:rtl/>
        </w:rPr>
        <w:t xml:space="preserve"> - </w:t>
      </w:r>
      <w:r w:rsidRPr="007E0B1D">
        <w:rPr>
          <w:rtl/>
        </w:rPr>
        <w:t>محمّد بن نصر الناب</w:t>
      </w:r>
    </w:p>
    <w:p w:rsidR="008867CD" w:rsidRPr="007E0B1D" w:rsidRDefault="008867CD" w:rsidP="008867CD">
      <w:pPr>
        <w:pStyle w:val="libNormal"/>
        <w:rPr>
          <w:rtl/>
        </w:rPr>
      </w:pPr>
      <w:r w:rsidRPr="007E0B1D">
        <w:rPr>
          <w:rtl/>
        </w:rPr>
        <w:t>أحواله كسابقه.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 معجم رجال الحديث ج 17 ص 297.</w:t>
      </w:r>
    </w:p>
    <w:p w:rsidR="008867CD" w:rsidRPr="007E0B1D" w:rsidRDefault="008867CD" w:rsidP="008867CD">
      <w:pPr>
        <w:pStyle w:val="libCenterBold1"/>
        <w:rPr>
          <w:rtl/>
        </w:rPr>
      </w:pPr>
      <w:r w:rsidRPr="007E0B1D">
        <w:rPr>
          <w:rtl/>
        </w:rPr>
        <w:t>165</w:t>
      </w:r>
      <w:r w:rsidR="00D8054C">
        <w:rPr>
          <w:rtl/>
        </w:rPr>
        <w:t xml:space="preserve"> - </w:t>
      </w:r>
      <w:r w:rsidRPr="007E0B1D">
        <w:rPr>
          <w:rtl/>
        </w:rPr>
        <w:t>محمّد بن نصير</w:t>
      </w:r>
    </w:p>
    <w:p w:rsidR="008867CD" w:rsidRPr="007E0B1D" w:rsidRDefault="008867CD" w:rsidP="008867CD">
      <w:pPr>
        <w:pStyle w:val="libNormal"/>
        <w:rPr>
          <w:rtl/>
        </w:rPr>
      </w:pPr>
      <w:r w:rsidRPr="007E0B1D">
        <w:rPr>
          <w:rtl/>
        </w:rPr>
        <w:t>محمّد بن نصير الفهري</w:t>
      </w:r>
      <w:r w:rsidR="00D8054C">
        <w:rPr>
          <w:rtl/>
        </w:rPr>
        <w:t>،</w:t>
      </w:r>
      <w:r w:rsidRPr="007E0B1D">
        <w:rPr>
          <w:rtl/>
        </w:rPr>
        <w:t xml:space="preserve"> النميري</w:t>
      </w:r>
      <w:r w:rsidR="00D8054C">
        <w:rPr>
          <w:rtl/>
        </w:rPr>
        <w:t>،</w:t>
      </w:r>
      <w:r w:rsidRPr="007E0B1D">
        <w:rPr>
          <w:rtl/>
        </w:rPr>
        <w:t xml:space="preserve"> البصري.</w:t>
      </w:r>
    </w:p>
    <w:p w:rsidR="008867CD" w:rsidRPr="007E0B1D" w:rsidRDefault="008867CD" w:rsidP="008867CD">
      <w:pPr>
        <w:pStyle w:val="libNormal"/>
        <w:rPr>
          <w:rtl/>
        </w:rPr>
      </w:pPr>
      <w:r w:rsidRPr="007E0B1D">
        <w:rPr>
          <w:rtl/>
        </w:rPr>
        <w:t>عالم بصري ضال</w:t>
      </w:r>
      <w:r w:rsidR="00D8054C">
        <w:rPr>
          <w:rtl/>
        </w:rPr>
        <w:t>،</w:t>
      </w:r>
      <w:r w:rsidRPr="007E0B1D">
        <w:rPr>
          <w:rtl/>
        </w:rPr>
        <w:t xml:space="preserve"> ومن رءوس الغلاة الزنادقة الملحدين</w:t>
      </w:r>
      <w:r w:rsidR="00D8054C">
        <w:rPr>
          <w:rtl/>
        </w:rPr>
        <w:t>،</w:t>
      </w:r>
      <w:r w:rsidRPr="007E0B1D">
        <w:rPr>
          <w:rtl/>
        </w:rPr>
        <w:t xml:space="preserve"> عرف بآرائه الفاسدة وعقائده الكافرة.</w:t>
      </w:r>
    </w:p>
    <w:p w:rsidR="008867CD" w:rsidRPr="007E0B1D" w:rsidRDefault="008867CD" w:rsidP="008867CD">
      <w:pPr>
        <w:pStyle w:val="libNormal"/>
        <w:rPr>
          <w:rtl/>
        </w:rPr>
      </w:pPr>
      <w:r w:rsidRPr="007E0B1D">
        <w:rPr>
          <w:rtl/>
        </w:rPr>
        <w:t>تنسب إليه الفرقة النصيرية أو النميرية الضالة.</w:t>
      </w:r>
    </w:p>
    <w:p w:rsidR="008867CD" w:rsidRPr="007E0B1D" w:rsidRDefault="008867CD" w:rsidP="008867CD">
      <w:pPr>
        <w:pStyle w:val="libNormal"/>
        <w:rPr>
          <w:rtl/>
        </w:rPr>
      </w:pPr>
      <w:r w:rsidRPr="007E0B1D">
        <w:rPr>
          <w:rtl/>
        </w:rPr>
        <w:t xml:space="preserve">صحب الأئمة الجواد والهادي والعسكري </w:t>
      </w:r>
      <w:r w:rsidR="00D8054C" w:rsidRPr="00D8054C">
        <w:rPr>
          <w:rStyle w:val="libAlaemChar"/>
          <w:rtl/>
        </w:rPr>
        <w:t>عليهم‌السلام</w:t>
      </w:r>
      <w:r w:rsidR="00D8054C">
        <w:rPr>
          <w:rtl/>
        </w:rPr>
        <w:t>،</w:t>
      </w:r>
      <w:r w:rsidRPr="007E0B1D">
        <w:rPr>
          <w:rtl/>
        </w:rPr>
        <w:t xml:space="preserve"> وكان من جملة الذين صدر بحقهم اللعن من بعض الأئمة </w:t>
      </w:r>
      <w:r w:rsidR="00D8054C" w:rsidRPr="00D8054C">
        <w:rPr>
          <w:rStyle w:val="libAlaemChar"/>
          <w:rtl/>
        </w:rPr>
        <w:t>عليهم‌السلام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405 وص 407. المناقب ج 1 ص 265. فرق الشيعة ص 93. منتهى المقال ص 295. رجال الحلي </w:t>
      </w:r>
      <w:r w:rsidR="00D8054C">
        <w:rPr>
          <w:rtl/>
        </w:rPr>
        <w:t>(</w:t>
      </w:r>
      <w:r w:rsidRPr="007E0B1D">
        <w:rPr>
          <w:rtl/>
        </w:rPr>
        <w:t>قسم الضعفاء</w:t>
      </w:r>
      <w:r w:rsidR="00D8054C">
        <w:rPr>
          <w:rtl/>
        </w:rPr>
        <w:t>)</w:t>
      </w:r>
      <w:r w:rsidRPr="007E0B1D">
        <w:rPr>
          <w:rtl/>
        </w:rPr>
        <w:t xml:space="preserve"> ص 254. توضيح الاشتباه ص 277. الاعتقادات للرازي ص 61.</w:t>
      </w:r>
      <w:r>
        <w:rPr>
          <w:rFonts w:hint="cs"/>
          <w:rtl/>
        </w:rPr>
        <w:t xml:space="preserve"> </w:t>
      </w:r>
      <w:r w:rsidRPr="007E0B1D">
        <w:rPr>
          <w:rtl/>
        </w:rPr>
        <w:t>رجال الأنصاري ص 181. معجم رجال الحديث ج 17 ص 298 وص 299.</w:t>
      </w:r>
      <w:r>
        <w:rPr>
          <w:rFonts w:hint="cs"/>
          <w:rtl/>
        </w:rPr>
        <w:t xml:space="preserve"> </w:t>
      </w:r>
      <w:r w:rsidRPr="007E0B1D">
        <w:rPr>
          <w:rtl/>
        </w:rPr>
        <w:t>الفرق بين الفرق ص 252. اتقان المقال ص 361. سفينة البحار ج 1 ص 333.</w:t>
      </w:r>
      <w:r>
        <w:rPr>
          <w:rFonts w:hint="cs"/>
          <w:rtl/>
        </w:rPr>
        <w:t xml:space="preserve"> </w:t>
      </w:r>
      <w:r w:rsidRPr="007E0B1D">
        <w:rPr>
          <w:rtl/>
        </w:rPr>
        <w:t xml:space="preserve">نقد الرجال ص 336. جامع الرواة ج 2 ص 207 وص 208. مجمع الرجال ج 6 ص 62 وص 63. رجال ابن داود </w:t>
      </w:r>
      <w:r w:rsidR="00D8054C">
        <w:rPr>
          <w:rtl/>
        </w:rPr>
        <w:t>(</w:t>
      </w:r>
      <w:r w:rsidRPr="007E0B1D">
        <w:rPr>
          <w:rtl/>
        </w:rPr>
        <w:t>قسم الضعفاء</w:t>
      </w:r>
      <w:r w:rsidR="00D8054C">
        <w:rPr>
          <w:rtl/>
        </w:rPr>
        <w:t>)</w:t>
      </w:r>
      <w:r w:rsidRPr="007E0B1D">
        <w:rPr>
          <w:rtl/>
        </w:rPr>
        <w:t xml:space="preserve"> ص 276 وص 296. بهجة الآمال ج 6 ص 676 وص 677. التحرير الطاوسي ص 256. رجال الكشي ص 520 وفيه</w:t>
      </w:r>
      <w:r w:rsidR="00D8054C">
        <w:rPr>
          <w:rtl/>
        </w:rPr>
        <w:t>:</w:t>
      </w:r>
      <w:r w:rsidRPr="007E0B1D">
        <w:rPr>
          <w:rtl/>
        </w:rPr>
        <w:t xml:space="preserve"> قالت فرقة بنبوة محمّد بن نصير النميري</w:t>
      </w:r>
      <w:r w:rsidR="00D8054C">
        <w:rPr>
          <w:rtl/>
        </w:rPr>
        <w:t>،</w:t>
      </w:r>
      <w:r w:rsidRPr="007E0B1D">
        <w:rPr>
          <w:rtl/>
        </w:rPr>
        <w:t xml:space="preserve"> وذلك انه ادعى انه نبي رسول وان علي بن محمّد العسكري </w:t>
      </w:r>
      <w:r w:rsidR="00D8054C" w:rsidRPr="00D8054C">
        <w:rPr>
          <w:rStyle w:val="libAlaemChar"/>
          <w:rtl/>
        </w:rPr>
        <w:t>عليه‌السلام</w:t>
      </w:r>
      <w:r w:rsidRPr="007E0B1D">
        <w:rPr>
          <w:rtl/>
        </w:rPr>
        <w:t xml:space="preserve"> أرسله</w:t>
      </w:r>
      <w:r w:rsidR="00D8054C">
        <w:rPr>
          <w:rtl/>
        </w:rPr>
        <w:t>،</w:t>
      </w:r>
      <w:r w:rsidRPr="007E0B1D">
        <w:rPr>
          <w:rtl/>
        </w:rPr>
        <w:t xml:space="preserve"> وكان يقول بالتناسخ والغلو في أبي الحسن </w:t>
      </w:r>
      <w:r w:rsidR="00D8054C" w:rsidRPr="00D8054C">
        <w:rPr>
          <w:rStyle w:val="libAlaemChar"/>
          <w:rtl/>
        </w:rPr>
        <w:t>عليه‌السلام</w:t>
      </w:r>
      <w:r w:rsidRPr="007E0B1D">
        <w:rPr>
          <w:rtl/>
        </w:rPr>
        <w:t xml:space="preserve"> ويقول فيه بالربوبيه</w:t>
      </w:r>
      <w:r w:rsidR="00D8054C">
        <w:rPr>
          <w:rtl/>
        </w:rPr>
        <w:t>،</w:t>
      </w:r>
      <w:r w:rsidRPr="007E0B1D">
        <w:rPr>
          <w:rtl/>
        </w:rPr>
        <w:t xml:space="preserve"> ويقول باباحة المحارم ويحلل نكاح الرجال بعضهم بعضا في أدبارهم</w:t>
      </w:r>
      <w:r w:rsidR="00D8054C">
        <w:rPr>
          <w:rtl/>
        </w:rPr>
        <w:t xml:space="preserve"> ...</w:t>
      </w:r>
      <w:r>
        <w:rPr>
          <w:rtl/>
        </w:rPr>
        <w:t>.</w:t>
      </w:r>
      <w:r w:rsidRPr="007E0B1D">
        <w:rPr>
          <w:rtl/>
        </w:rPr>
        <w:t xml:space="preserve"> إلخ</w:t>
      </w:r>
      <w:r w:rsidR="00D8054C">
        <w:rPr>
          <w:rtl/>
        </w:rPr>
        <w:t>،</w:t>
      </w:r>
      <w:r w:rsidRPr="007E0B1D">
        <w:rPr>
          <w:rtl/>
        </w:rPr>
        <w:t xml:space="preserve"> وذكر انه رأى بعض الناس محمّد بن نصير عيانا وغلام له على ظهره</w:t>
      </w:r>
      <w:r w:rsidR="00D8054C">
        <w:rPr>
          <w:rtl/>
        </w:rPr>
        <w:t>،</w:t>
      </w:r>
      <w:r w:rsidRPr="007E0B1D">
        <w:rPr>
          <w:rtl/>
        </w:rPr>
        <w:t xml:space="preserve"> وانه عاتبه على ذلك</w:t>
      </w:r>
      <w:r w:rsidR="00D8054C">
        <w:rPr>
          <w:rtl/>
        </w:rPr>
        <w:t>،</w:t>
      </w:r>
      <w:r w:rsidRPr="007E0B1D">
        <w:rPr>
          <w:rtl/>
        </w:rPr>
        <w:t xml:space="preserve"> فقال</w:t>
      </w:r>
      <w:r w:rsidR="00D8054C">
        <w:rPr>
          <w:rtl/>
        </w:rPr>
        <w:t>:</w:t>
      </w:r>
      <w:r w:rsidRPr="007E0B1D">
        <w:rPr>
          <w:rtl/>
        </w:rPr>
        <w:t xml:space="preserve"> ان هذا من اللذات وهو من التواضع لله وترك التجبر. طرائف المقال ج 1 ص 261.</w:t>
      </w:r>
      <w:r>
        <w:rPr>
          <w:rFonts w:hint="cs"/>
          <w:rtl/>
        </w:rPr>
        <w:t xml:space="preserve"> </w:t>
      </w:r>
      <w:r w:rsidRPr="007E0B1D">
        <w:rPr>
          <w:rtl/>
        </w:rPr>
        <w:t>المقالات والفرق ص 246. تنقيح المقال ج 3 ص 195. منهاج السنة ج 1 ص 240. الاحتجاج ص 475. الفصل في الملل والأهواء ج 4 ص 143. أضبط المقال ص 547. روضة المتقين ج 14 ص 453. الملل والنحل ج 1 ص 188.</w:t>
      </w:r>
      <w:r>
        <w:rPr>
          <w:rFonts w:hint="cs"/>
          <w:rtl/>
        </w:rPr>
        <w:t xml:space="preserve"> </w:t>
      </w:r>
      <w:r w:rsidRPr="007E0B1D">
        <w:rPr>
          <w:rtl/>
        </w:rPr>
        <w:t>الغيبة للطوسي ص 259. منهج المقال ص 327. مقالات الاسلاميين ج 1 ص 84.</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166</w:t>
      </w:r>
      <w:r w:rsidR="00D8054C">
        <w:rPr>
          <w:rtl/>
        </w:rPr>
        <w:t xml:space="preserve"> - </w:t>
      </w:r>
      <w:r w:rsidRPr="007E0B1D">
        <w:rPr>
          <w:rtl/>
        </w:rPr>
        <w:t>الرحجي</w:t>
      </w:r>
    </w:p>
    <w:p w:rsidR="008867CD" w:rsidRPr="007E0B1D" w:rsidRDefault="008867CD" w:rsidP="008867CD">
      <w:pPr>
        <w:pStyle w:val="libNormal"/>
        <w:rPr>
          <w:rtl/>
        </w:rPr>
      </w:pPr>
      <w:r w:rsidRPr="007E0B1D">
        <w:rPr>
          <w:rtl/>
        </w:rPr>
        <w:t>محمّد بن نوح الرحجي.</w:t>
      </w:r>
    </w:p>
    <w:p w:rsidR="008867CD" w:rsidRPr="007E0B1D" w:rsidRDefault="008867CD" w:rsidP="008867CD">
      <w:pPr>
        <w:pStyle w:val="libNormal"/>
        <w:rPr>
          <w:rtl/>
        </w:rPr>
      </w:pPr>
      <w:r w:rsidRPr="007E0B1D">
        <w:rPr>
          <w:rtl/>
        </w:rPr>
        <w:t xml:space="preserve">لم أعرف عن حياته سوى انه صحب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58. معجم رجال الحديث ج 17 ص 306.</w:t>
      </w:r>
    </w:p>
    <w:p w:rsidR="008867CD" w:rsidRPr="007E0B1D" w:rsidRDefault="008867CD" w:rsidP="008867CD">
      <w:pPr>
        <w:pStyle w:val="libCenterBold1"/>
        <w:rPr>
          <w:rtl/>
        </w:rPr>
      </w:pPr>
      <w:r w:rsidRPr="007E0B1D">
        <w:rPr>
          <w:rtl/>
        </w:rPr>
        <w:t>167</w:t>
      </w:r>
      <w:r w:rsidR="00D8054C">
        <w:rPr>
          <w:rtl/>
        </w:rPr>
        <w:t xml:space="preserve"> - </w:t>
      </w:r>
      <w:r w:rsidRPr="007E0B1D">
        <w:rPr>
          <w:rtl/>
        </w:rPr>
        <w:t>الخزاز</w:t>
      </w:r>
    </w:p>
    <w:p w:rsidR="008867CD" w:rsidRPr="007E0B1D" w:rsidRDefault="008867CD" w:rsidP="008867CD">
      <w:pPr>
        <w:pStyle w:val="libNormal"/>
        <w:rPr>
          <w:rtl/>
        </w:rPr>
      </w:pPr>
      <w:r w:rsidRPr="007E0B1D">
        <w:rPr>
          <w:rtl/>
        </w:rPr>
        <w:t>محمّد بن الوليد الخزاز</w:t>
      </w:r>
      <w:r w:rsidR="00D8054C">
        <w:rPr>
          <w:rtl/>
        </w:rPr>
        <w:t>،</w:t>
      </w:r>
      <w:r w:rsidRPr="007E0B1D">
        <w:rPr>
          <w:rtl/>
        </w:rPr>
        <w:t xml:space="preserve"> الكرماني.</w:t>
      </w:r>
    </w:p>
    <w:p w:rsidR="008867CD" w:rsidRPr="007E0B1D" w:rsidRDefault="008867CD" w:rsidP="008867CD">
      <w:pPr>
        <w:pStyle w:val="libNormal"/>
        <w:rPr>
          <w:rtl/>
        </w:rPr>
      </w:pPr>
      <w:r w:rsidRPr="007E0B1D">
        <w:rPr>
          <w:rtl/>
        </w:rPr>
        <w:t>محدث حسن الحديث</w:t>
      </w:r>
      <w:r w:rsidR="00D8054C">
        <w:rPr>
          <w:rtl/>
        </w:rPr>
        <w:t>،</w:t>
      </w:r>
      <w:r w:rsidRPr="007E0B1D">
        <w:rPr>
          <w:rtl/>
        </w:rPr>
        <w:t xml:space="preserve"> صحب الامام الجواد </w:t>
      </w:r>
      <w:r w:rsidR="00D8054C" w:rsidRPr="00D8054C">
        <w:rPr>
          <w:rStyle w:val="libAlaemChar"/>
          <w:rtl/>
        </w:rPr>
        <w:t>عليه‌السلام</w:t>
      </w:r>
      <w:r w:rsidRPr="007E0B1D">
        <w:rPr>
          <w:rtl/>
        </w:rPr>
        <w:t xml:space="preserve"> وروى عنه.</w:t>
      </w:r>
    </w:p>
    <w:p w:rsidR="008867CD" w:rsidRPr="007E0B1D" w:rsidRDefault="008867CD" w:rsidP="008867CD">
      <w:pPr>
        <w:pStyle w:val="libNormal"/>
        <w:rPr>
          <w:rtl/>
        </w:rPr>
      </w:pPr>
      <w:r w:rsidRPr="007E0B1D">
        <w:rPr>
          <w:rtl/>
        </w:rPr>
        <w:t>روى عنه ابراهيم بن هاشم القمي.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 معجم رجال الحديث ج 17 ص 315. تنقيح المقال ج 3 ص 197. خاتمه المستدرك ص 848. رجال البرقي في أصحاب الجواد ص 57. جامع الرواة ج 2 ص 211. كامل الزيارات ص 60. مجمع الرجال ج 6 ص 64. منهج المقال ص 327. الكافي ج 6 ص 516. من لا يحضره الفقيه ج 3 ص 225.</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168</w:t>
      </w:r>
      <w:r w:rsidR="00D8054C">
        <w:rPr>
          <w:rtl/>
        </w:rPr>
        <w:t xml:space="preserve"> - </w:t>
      </w:r>
      <w:r w:rsidRPr="007E0B1D">
        <w:rPr>
          <w:rtl/>
        </w:rPr>
        <w:t>القمي الرازي</w:t>
      </w:r>
    </w:p>
    <w:p w:rsidR="008867CD" w:rsidRPr="007E0B1D" w:rsidRDefault="008867CD" w:rsidP="008867CD">
      <w:pPr>
        <w:pStyle w:val="libNormal"/>
        <w:rPr>
          <w:rtl/>
        </w:rPr>
      </w:pPr>
      <w:r w:rsidRPr="007E0B1D">
        <w:rPr>
          <w:rtl/>
        </w:rPr>
        <w:t>محمّد بن أبي يزيد</w:t>
      </w:r>
      <w:r w:rsidR="00D8054C">
        <w:rPr>
          <w:rtl/>
        </w:rPr>
        <w:t>،</w:t>
      </w:r>
      <w:r w:rsidRPr="007E0B1D">
        <w:rPr>
          <w:rtl/>
        </w:rPr>
        <w:t xml:space="preserve"> وقيل ابن أبي زيد القمي</w:t>
      </w:r>
      <w:r w:rsidR="00D8054C">
        <w:rPr>
          <w:rtl/>
        </w:rPr>
        <w:t>،</w:t>
      </w:r>
      <w:r w:rsidRPr="007E0B1D">
        <w:rPr>
          <w:rtl/>
        </w:rPr>
        <w:t xml:space="preserve"> الرازي.</w:t>
      </w:r>
    </w:p>
    <w:p w:rsidR="008867CD" w:rsidRPr="007E0B1D" w:rsidRDefault="008867CD" w:rsidP="008867CD">
      <w:pPr>
        <w:pStyle w:val="libNormal"/>
        <w:rPr>
          <w:rtl/>
        </w:rPr>
      </w:pPr>
      <w:r w:rsidRPr="007E0B1D">
        <w:rPr>
          <w:rtl/>
        </w:rPr>
        <w:t xml:space="preserve">محدث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ابنه جعفر بن محمّد</w:t>
      </w:r>
      <w:r w:rsidR="00D8054C">
        <w:rPr>
          <w:rtl/>
        </w:rPr>
        <w:t>،</w:t>
      </w:r>
      <w:r w:rsidRPr="007E0B1D">
        <w:rPr>
          <w:rtl/>
        </w:rPr>
        <w:t xml:space="preserve"> وأبو اسحاق الخفاف.</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407. جامع الرواة ج 2 ص 48. نقد الرجال ص 285. تنقيح المقال ج 2 ص 60. منهج المقال ص 277. رجال البرقي في أصحاب الجواد </w:t>
      </w:r>
      <w:r w:rsidR="00D8054C" w:rsidRPr="00D8054C">
        <w:rPr>
          <w:rStyle w:val="libAlaemChar"/>
          <w:rtl/>
        </w:rPr>
        <w:t>عليه‌السلام</w:t>
      </w:r>
      <w:r w:rsidRPr="007E0B1D">
        <w:rPr>
          <w:rtl/>
        </w:rPr>
        <w:t xml:space="preserve"> ص 57. مجمع الرجال ج 5 ص 124. خاتمة المستدرك ص 839 وفيه من أصحاب الصادق </w:t>
      </w:r>
      <w:r w:rsidR="00D8054C" w:rsidRPr="00D8054C">
        <w:rPr>
          <w:rStyle w:val="libAlaemChar"/>
          <w:rtl/>
        </w:rPr>
        <w:t>عليه‌السلام</w:t>
      </w:r>
      <w:r w:rsidRPr="007E0B1D">
        <w:rPr>
          <w:rtl/>
        </w:rPr>
        <w:t>. معجم رجال الحديث ج 14 ص 243. طرائف المقال ج 1 ص 342. الكافي ج 6 ص 521.</w:t>
      </w:r>
    </w:p>
    <w:p w:rsidR="008867CD" w:rsidRPr="007E0B1D" w:rsidRDefault="008867CD" w:rsidP="008867CD">
      <w:pPr>
        <w:pStyle w:val="libCenterBold1"/>
        <w:rPr>
          <w:rtl/>
        </w:rPr>
      </w:pPr>
      <w:r w:rsidRPr="007E0B1D">
        <w:rPr>
          <w:rtl/>
        </w:rPr>
        <w:t>169</w:t>
      </w:r>
      <w:r w:rsidR="00D8054C">
        <w:rPr>
          <w:rtl/>
        </w:rPr>
        <w:t xml:space="preserve"> - </w:t>
      </w:r>
      <w:r w:rsidRPr="007E0B1D">
        <w:rPr>
          <w:rtl/>
        </w:rPr>
        <w:t>محمّد بن يونس</w:t>
      </w:r>
    </w:p>
    <w:p w:rsidR="008867CD" w:rsidRPr="007E0B1D" w:rsidRDefault="008867CD" w:rsidP="008867CD">
      <w:pPr>
        <w:pStyle w:val="libNormal"/>
        <w:rPr>
          <w:rtl/>
        </w:rPr>
      </w:pPr>
      <w:r w:rsidRPr="007E0B1D">
        <w:rPr>
          <w:rtl/>
        </w:rPr>
        <w:t>محمّد بن يونس بن عبد الرحمن.</w:t>
      </w:r>
    </w:p>
    <w:p w:rsidR="008867CD" w:rsidRPr="007E0B1D" w:rsidRDefault="008867CD" w:rsidP="008867CD">
      <w:pPr>
        <w:pStyle w:val="libNormal"/>
        <w:rPr>
          <w:rtl/>
        </w:rPr>
      </w:pPr>
      <w:r w:rsidRPr="007E0B1D">
        <w:rPr>
          <w:rtl/>
        </w:rPr>
        <w:t>من محدثي الشيعة الامامية الممدوحين.</w:t>
      </w:r>
    </w:p>
    <w:p w:rsidR="008867CD" w:rsidRPr="007E0B1D" w:rsidRDefault="008867CD" w:rsidP="008867CD">
      <w:pPr>
        <w:pStyle w:val="libNormal"/>
        <w:rPr>
          <w:rtl/>
        </w:rPr>
      </w:pPr>
      <w:r w:rsidRPr="007E0B1D">
        <w:rPr>
          <w:rtl/>
        </w:rPr>
        <w:t>كان عظيم الشأن</w:t>
      </w:r>
      <w:r w:rsidR="00D8054C">
        <w:rPr>
          <w:rtl/>
        </w:rPr>
        <w:t>،</w:t>
      </w:r>
      <w:r w:rsidRPr="007E0B1D">
        <w:rPr>
          <w:rtl/>
        </w:rPr>
        <w:t xml:space="preserve"> أدرك أواخر عصر الامام الرضا </w:t>
      </w:r>
      <w:r w:rsidR="00D8054C" w:rsidRPr="00D8054C">
        <w:rPr>
          <w:rStyle w:val="libAlaemChar"/>
          <w:rtl/>
        </w:rPr>
        <w:t>عليه‌السلام</w:t>
      </w:r>
      <w:r w:rsidR="00D8054C">
        <w:rPr>
          <w:rtl/>
        </w:rPr>
        <w:t>،</w:t>
      </w:r>
      <w:r w:rsidRPr="007E0B1D">
        <w:rPr>
          <w:rtl/>
        </w:rPr>
        <w:t xml:space="preserve"> ثم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الفضل بن شاذان</w:t>
      </w:r>
      <w:r w:rsidR="00D8054C">
        <w:rPr>
          <w:rtl/>
        </w:rPr>
        <w:t>،</w:t>
      </w:r>
      <w:r w:rsidRPr="007E0B1D">
        <w:rPr>
          <w:rtl/>
        </w:rPr>
        <w:t xml:space="preserve"> وسهل بن زياد.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390</w:t>
      </w:r>
      <w:r w:rsidR="00D8054C">
        <w:rPr>
          <w:rtl/>
        </w:rPr>
        <w:t>،</w:t>
      </w:r>
      <w:r w:rsidRPr="007E0B1D">
        <w:rPr>
          <w:rtl/>
        </w:rPr>
        <w:t xml:space="preserve"> وفي أصحاب الجواد</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ص 406. تنقيح المقال ج 3 ص 203. معجم رجال الحديث ج 18 ص 69. جامع الرواة ج 2 ص 219 في ترجمة محمّد بن يونس من أصحاب الكاظم </w:t>
      </w:r>
      <w:r w:rsidRPr="00D8054C">
        <w:rPr>
          <w:rStyle w:val="libAlaemChar"/>
          <w:rtl/>
        </w:rPr>
        <w:t>عليه‌السلام</w:t>
      </w:r>
      <w:r w:rsidR="008867CD" w:rsidRPr="007E0B1D">
        <w:rPr>
          <w:rtl/>
        </w:rPr>
        <w:t>. اتقان المقال ص 135. طرائف المقال ج 1 ص 359. بهجة الآمال ج 6 ص 701. مجمع الرجال ج 6 ص 76. رجال الكشي ص 475 وص 477 وص 484 وص 591. هداية المحدثين ص 260. نقد الرجال ص 341. منهج المقال ص 330. الوجيزة ص 53. وسائل الشيعة ج 20 ص 346. روضة المتقين ج 14 ص 455. ثقات الرواة للشهرستاني ص 68.</w:t>
      </w:r>
    </w:p>
    <w:p w:rsidR="008867CD" w:rsidRPr="007E0B1D" w:rsidRDefault="008867CD" w:rsidP="008867CD">
      <w:pPr>
        <w:pStyle w:val="libCenterBold1"/>
        <w:rPr>
          <w:rtl/>
        </w:rPr>
      </w:pPr>
      <w:r w:rsidRPr="007E0B1D">
        <w:rPr>
          <w:rtl/>
        </w:rPr>
        <w:t>170</w:t>
      </w:r>
      <w:r w:rsidR="00D8054C">
        <w:rPr>
          <w:rtl/>
        </w:rPr>
        <w:t xml:space="preserve"> - </w:t>
      </w:r>
      <w:r w:rsidRPr="007E0B1D">
        <w:rPr>
          <w:rtl/>
        </w:rPr>
        <w:t>المختار العبدي</w:t>
      </w:r>
    </w:p>
    <w:p w:rsidR="008867CD" w:rsidRPr="007E0B1D" w:rsidRDefault="008867CD" w:rsidP="008867CD">
      <w:pPr>
        <w:pStyle w:val="libNormal"/>
        <w:rPr>
          <w:rtl/>
        </w:rPr>
      </w:pPr>
      <w:r w:rsidRPr="007E0B1D">
        <w:rPr>
          <w:rtl/>
        </w:rPr>
        <w:t>المختار بن زياد العبدي</w:t>
      </w:r>
      <w:r w:rsidR="00D8054C">
        <w:rPr>
          <w:rtl/>
        </w:rPr>
        <w:t>،</w:t>
      </w:r>
      <w:r w:rsidRPr="007E0B1D">
        <w:rPr>
          <w:rtl/>
        </w:rPr>
        <w:t xml:space="preserve"> البصري.</w:t>
      </w:r>
    </w:p>
    <w:p w:rsidR="008867CD" w:rsidRPr="007E0B1D" w:rsidRDefault="008867CD" w:rsidP="008867CD">
      <w:pPr>
        <w:pStyle w:val="libNormal"/>
        <w:rPr>
          <w:rtl/>
        </w:rPr>
      </w:pPr>
      <w:r w:rsidRPr="007E0B1D">
        <w:rPr>
          <w:rtl/>
        </w:rPr>
        <w:t>محدث امامي ثقة.</w:t>
      </w:r>
    </w:p>
    <w:p w:rsidR="008867CD" w:rsidRPr="007E0B1D" w:rsidRDefault="008867CD" w:rsidP="008867CD">
      <w:pPr>
        <w:pStyle w:val="libNormal"/>
        <w:rPr>
          <w:rtl/>
        </w:rPr>
      </w:pPr>
      <w:r w:rsidRPr="007E0B1D">
        <w:rPr>
          <w:rtl/>
        </w:rPr>
        <w:t xml:space="preserve">صحب الامام الجواد </w:t>
      </w:r>
      <w:r w:rsidR="00D8054C" w:rsidRPr="00D8054C">
        <w:rPr>
          <w:rStyle w:val="libAlaemChar"/>
          <w:rtl/>
        </w:rPr>
        <w:t>عليه‌السلام</w:t>
      </w:r>
      <w:r w:rsidRPr="007E0B1D">
        <w:rPr>
          <w:rtl/>
        </w:rPr>
        <w:t xml:space="preserve"> وروى عنه.</w:t>
      </w:r>
    </w:p>
    <w:p w:rsidR="008867CD" w:rsidRPr="007E0B1D" w:rsidRDefault="008867CD" w:rsidP="008867CD">
      <w:pPr>
        <w:pStyle w:val="libNormal"/>
        <w:rPr>
          <w:rtl/>
        </w:rPr>
      </w:pPr>
      <w:r w:rsidRPr="007E0B1D">
        <w:rPr>
          <w:rtl/>
        </w:rPr>
        <w:t>روى عنه الحسين بن سعيد.</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 هداية المحدثين ص 144. معجم رجال الحديث ج 18 ص 102. جامع الرواة ج 2 ص 222.</w:t>
      </w:r>
      <w:r>
        <w:rPr>
          <w:rFonts w:hint="cs"/>
          <w:rtl/>
        </w:rPr>
        <w:t xml:space="preserve"> </w:t>
      </w:r>
      <w:r w:rsidRPr="007E0B1D">
        <w:rPr>
          <w:rtl/>
        </w:rPr>
        <w:t xml:space="preserve">رجال ابن داود </w:t>
      </w:r>
      <w:r w:rsidR="00D8054C">
        <w:rPr>
          <w:rtl/>
        </w:rPr>
        <w:t>(</w:t>
      </w:r>
      <w:r w:rsidRPr="007E0B1D">
        <w:rPr>
          <w:rtl/>
        </w:rPr>
        <w:t>قسم الثقات</w:t>
      </w:r>
      <w:r w:rsidR="00D8054C">
        <w:rPr>
          <w:rtl/>
        </w:rPr>
        <w:t>)</w:t>
      </w:r>
      <w:r w:rsidRPr="007E0B1D">
        <w:rPr>
          <w:rtl/>
        </w:rPr>
        <w:t xml:space="preserve"> ص 187. الوجيزة ص 53. مجمع الرجال ج 6 ص 79. بهجة الآمال ج 7 ص 9. رجال الحلي </w:t>
      </w:r>
      <w:r w:rsidR="00D8054C">
        <w:rPr>
          <w:rtl/>
        </w:rPr>
        <w:t>(</w:t>
      </w:r>
      <w:r w:rsidRPr="007E0B1D">
        <w:rPr>
          <w:rtl/>
        </w:rPr>
        <w:t>قسم الثقات</w:t>
      </w:r>
      <w:r w:rsidR="00D8054C">
        <w:rPr>
          <w:rtl/>
        </w:rPr>
        <w:t>)</w:t>
      </w:r>
      <w:r w:rsidRPr="007E0B1D">
        <w:rPr>
          <w:rtl/>
        </w:rPr>
        <w:t xml:space="preserve"> ص 168. نقد الرجال ص 341. تنقيح المقال ج 3 ص 206. رجال الأنصاري ص 184.</w:t>
      </w:r>
      <w:r>
        <w:rPr>
          <w:rFonts w:hint="cs"/>
          <w:rtl/>
        </w:rPr>
        <w:t xml:space="preserve"> </w:t>
      </w:r>
      <w:r w:rsidRPr="007E0B1D">
        <w:rPr>
          <w:rtl/>
        </w:rPr>
        <w:t>طرائف المقال ج 1 ص 359. المناقب ج 4 ص 380. منهج المقال ص 331.</w:t>
      </w:r>
      <w:r>
        <w:rPr>
          <w:rFonts w:hint="cs"/>
          <w:rtl/>
        </w:rPr>
        <w:t xml:space="preserve"> </w:t>
      </w:r>
      <w:r w:rsidRPr="007E0B1D">
        <w:rPr>
          <w:rtl/>
        </w:rPr>
        <w:t>اتقان المقال ص 135. معجم الثقات ص 120. منتهى المقال ص 299. روضة</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المتقين ج 14 ص 455. وسائل الشيعة ج 20 ص 347.</w:t>
      </w:r>
    </w:p>
    <w:p w:rsidR="008867CD" w:rsidRPr="007E0B1D" w:rsidRDefault="008867CD" w:rsidP="008867CD">
      <w:pPr>
        <w:pStyle w:val="libCenterBold1"/>
        <w:rPr>
          <w:rtl/>
        </w:rPr>
      </w:pPr>
      <w:r w:rsidRPr="007E0B1D">
        <w:rPr>
          <w:rtl/>
        </w:rPr>
        <w:t>171</w:t>
      </w:r>
      <w:r w:rsidR="00D8054C">
        <w:rPr>
          <w:rtl/>
        </w:rPr>
        <w:t xml:space="preserve"> - </w:t>
      </w:r>
      <w:r w:rsidRPr="007E0B1D">
        <w:rPr>
          <w:rtl/>
        </w:rPr>
        <w:t>مروك بن عبيد</w:t>
      </w:r>
    </w:p>
    <w:p w:rsidR="008867CD" w:rsidRPr="007E0B1D" w:rsidRDefault="008867CD" w:rsidP="008867CD">
      <w:pPr>
        <w:pStyle w:val="libNormal"/>
        <w:rPr>
          <w:rtl/>
        </w:rPr>
      </w:pPr>
      <w:r w:rsidRPr="007E0B1D">
        <w:rPr>
          <w:rtl/>
        </w:rPr>
        <w:t>مروك بن عبيد بن سالم ابن أبي حفصة زياد العجلي بالولاء</w:t>
      </w:r>
      <w:r w:rsidR="00D8054C">
        <w:rPr>
          <w:rtl/>
        </w:rPr>
        <w:t>،</w:t>
      </w:r>
      <w:r w:rsidRPr="007E0B1D">
        <w:rPr>
          <w:rtl/>
        </w:rPr>
        <w:t xml:space="preserve"> وقيل اسمه صالح ومروك لقب له.</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وكان صدوقا</w:t>
      </w:r>
      <w:r w:rsidR="00D8054C">
        <w:rPr>
          <w:rtl/>
        </w:rPr>
        <w:t>،</w:t>
      </w:r>
      <w:r w:rsidRPr="007E0B1D">
        <w:rPr>
          <w:rtl/>
        </w:rPr>
        <w:t xml:space="preserve"> وله كتاب « النوادر »</w:t>
      </w:r>
      <w:r>
        <w:rPr>
          <w:rtl/>
        </w:rPr>
        <w:t>.</w:t>
      </w:r>
    </w:p>
    <w:p w:rsidR="008867CD" w:rsidRPr="007E0B1D" w:rsidRDefault="008867CD" w:rsidP="008867CD">
      <w:pPr>
        <w:pStyle w:val="libNormal"/>
        <w:rPr>
          <w:rtl/>
        </w:rPr>
      </w:pPr>
      <w:r w:rsidRPr="007E0B1D">
        <w:rPr>
          <w:rtl/>
        </w:rPr>
        <w:t xml:space="preserve">صحب الامام الجواد </w:t>
      </w:r>
      <w:r w:rsidR="00D8054C" w:rsidRPr="00D8054C">
        <w:rPr>
          <w:rStyle w:val="libAlaemChar"/>
          <w:rtl/>
        </w:rPr>
        <w:t>عليه‌السلام</w:t>
      </w:r>
      <w:r w:rsidRPr="007E0B1D">
        <w:rPr>
          <w:rtl/>
        </w:rPr>
        <w:t xml:space="preserve"> وروى عنه.</w:t>
      </w:r>
    </w:p>
    <w:p w:rsidR="008867CD" w:rsidRPr="007E0B1D" w:rsidRDefault="008867CD" w:rsidP="008867CD">
      <w:pPr>
        <w:pStyle w:val="libNormal"/>
        <w:rPr>
          <w:rtl/>
        </w:rPr>
      </w:pPr>
      <w:r w:rsidRPr="007E0B1D">
        <w:rPr>
          <w:rtl/>
        </w:rPr>
        <w:t>تردد اسمه في 33 موردا في أسناد الروايات.</w:t>
      </w:r>
    </w:p>
    <w:p w:rsidR="008867CD" w:rsidRPr="007E0B1D" w:rsidRDefault="008867CD" w:rsidP="008867CD">
      <w:pPr>
        <w:pStyle w:val="libNormal"/>
        <w:rPr>
          <w:rtl/>
        </w:rPr>
      </w:pPr>
      <w:r w:rsidRPr="007E0B1D">
        <w:rPr>
          <w:rtl/>
        </w:rPr>
        <w:t>روى عنه جماعة من الرواة أمثال</w:t>
      </w:r>
      <w:r w:rsidR="00D8054C">
        <w:rPr>
          <w:rtl/>
        </w:rPr>
        <w:t>:</w:t>
      </w:r>
      <w:r w:rsidRPr="007E0B1D">
        <w:rPr>
          <w:rtl/>
        </w:rPr>
        <w:t xml:space="preserve"> العباس بن معروف</w:t>
      </w:r>
      <w:r w:rsidR="00D8054C">
        <w:rPr>
          <w:rtl/>
        </w:rPr>
        <w:t>،</w:t>
      </w:r>
      <w:r w:rsidRPr="007E0B1D">
        <w:rPr>
          <w:rtl/>
        </w:rPr>
        <w:t xml:space="preserve"> والهيثم من أبي مسروق النهدي</w:t>
      </w:r>
      <w:r w:rsidR="00D8054C">
        <w:rPr>
          <w:rtl/>
        </w:rPr>
        <w:t>،</w:t>
      </w:r>
      <w:r w:rsidRPr="007E0B1D">
        <w:rPr>
          <w:rtl/>
        </w:rPr>
        <w:t xml:space="preserve"> وسهل بن زياد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 الخصال ص 46 وص 302. معجم الثقات ص 120. رجال النجاشي ص 301. التوحيد ص 313 وص 352. اتقان المقال ص 135. جامع الرواة ج 2 ص 226. نقد الرجال ص 342. توضيح الاشتباه ص 280. معالم العلماء ص 123. بهجة الآمال ج 7 ص 14. روضة الكافي ص 160. مجمع الرجال ج 6 ص 84. رجال الحلي </w:t>
      </w:r>
      <w:r w:rsidR="00D8054C">
        <w:rPr>
          <w:rtl/>
        </w:rPr>
        <w:t>(</w:t>
      </w:r>
      <w:r w:rsidRPr="007E0B1D">
        <w:rPr>
          <w:rtl/>
        </w:rPr>
        <w:t>قسم الثقات</w:t>
      </w:r>
      <w:r w:rsidR="00D8054C">
        <w:rPr>
          <w:rtl/>
        </w:rPr>
        <w:t>)</w:t>
      </w:r>
      <w:r w:rsidRPr="007E0B1D">
        <w:rPr>
          <w:rtl/>
        </w:rPr>
        <w:t xml:space="preserve"> ص 172. معجم رجال الحديث ج 18 ص 125 وص 126.</w:t>
      </w:r>
      <w:r>
        <w:rPr>
          <w:rFonts w:hint="cs"/>
          <w:rtl/>
        </w:rPr>
        <w:t xml:space="preserve"> </w:t>
      </w:r>
      <w:r w:rsidRPr="007E0B1D">
        <w:rPr>
          <w:rtl/>
        </w:rPr>
        <w:t>التحرير الطاوسي ص 286. فهرست الطوسي ص 168. الاستبصار ج 1 ص 49 وص 50 وص 437. منهج المقال ص 332. الذريعة ج 2 ص 166</w:t>
      </w:r>
      <w:r w:rsidR="00D8054C">
        <w:rPr>
          <w:rtl/>
        </w:rPr>
        <w:t>،</w:t>
      </w:r>
      <w:r w:rsidRPr="007E0B1D">
        <w:rPr>
          <w:rtl/>
        </w:rPr>
        <w:t xml:space="preserve"> وج 24 ص 341. الكافي ج 1 ص 91 وص 144</w:t>
      </w:r>
      <w:r w:rsidR="00D8054C">
        <w:rPr>
          <w:rtl/>
        </w:rPr>
        <w:t>،</w:t>
      </w:r>
      <w:r w:rsidRPr="007E0B1D">
        <w:rPr>
          <w:rtl/>
        </w:rPr>
        <w:t xml:space="preserve"> وج 2 ص 235 وص 300</w:t>
      </w:r>
      <w:r w:rsidR="00D8054C">
        <w:rPr>
          <w:rtl/>
        </w:rPr>
        <w:t>،</w:t>
      </w:r>
      <w:r w:rsidRPr="007E0B1D">
        <w:rPr>
          <w:rtl/>
        </w:rPr>
        <w:t xml:space="preserve"> وج 3 ص 330 وص 383</w:t>
      </w:r>
      <w:r w:rsidR="00D8054C">
        <w:rPr>
          <w:rtl/>
        </w:rPr>
        <w:t>،</w:t>
      </w:r>
      <w:r w:rsidRPr="007E0B1D">
        <w:rPr>
          <w:rtl/>
        </w:rPr>
        <w:t xml:space="preserve"> وج 4 ص 53 وص 54 وص 151</w:t>
      </w:r>
      <w:r w:rsidR="00D8054C">
        <w:rPr>
          <w:rtl/>
        </w:rPr>
        <w:t>،</w:t>
      </w:r>
      <w:r w:rsidRPr="007E0B1D">
        <w:rPr>
          <w:rtl/>
        </w:rPr>
        <w:t xml:space="preserve"> وج 5 ص 201</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339 وص 521</w:t>
      </w:r>
      <w:r w:rsidR="00D8054C">
        <w:rPr>
          <w:rtl/>
        </w:rPr>
        <w:t>،</w:t>
      </w:r>
      <w:r w:rsidRPr="007E0B1D">
        <w:rPr>
          <w:rtl/>
        </w:rPr>
        <w:t xml:space="preserve"> وج 6 ص 219 وص 236 وص 313 وص 358 وص 414</w:t>
      </w:r>
      <w:r w:rsidR="00D8054C">
        <w:rPr>
          <w:rtl/>
        </w:rPr>
        <w:t>،</w:t>
      </w:r>
      <w:r w:rsidRPr="007E0B1D">
        <w:rPr>
          <w:rtl/>
        </w:rPr>
        <w:t xml:space="preserve"> وج 7 ص 168 وص 377. طرائف المقال ج 1 ص 360. تنقيح المقال ج 3 ص 210. الوجيزة ص 54. منتهى المقال ص 299. التهذيب ج 1 ص 35</w:t>
      </w:r>
      <w:r w:rsidR="00D8054C">
        <w:rPr>
          <w:rtl/>
        </w:rPr>
        <w:t>،</w:t>
      </w:r>
      <w:r w:rsidRPr="007E0B1D">
        <w:rPr>
          <w:rtl/>
        </w:rPr>
        <w:t xml:space="preserve"> وج 3 ص 46 وص 273</w:t>
      </w:r>
      <w:r w:rsidR="00D8054C">
        <w:rPr>
          <w:rtl/>
        </w:rPr>
        <w:t>،</w:t>
      </w:r>
      <w:r w:rsidRPr="007E0B1D">
        <w:rPr>
          <w:rtl/>
        </w:rPr>
        <w:t xml:space="preserve"> وج 6 ص 385</w:t>
      </w:r>
      <w:r w:rsidR="00D8054C">
        <w:rPr>
          <w:rtl/>
        </w:rPr>
        <w:t>،</w:t>
      </w:r>
      <w:r w:rsidRPr="007E0B1D">
        <w:rPr>
          <w:rtl/>
        </w:rPr>
        <w:t xml:space="preserve"> وج 9 ص 13 وص 61. روضة المتقين ج 14 ص 455. وسائل الشيعة ج 20 ص 348. رجال ابن داود </w:t>
      </w:r>
      <w:r w:rsidR="00D8054C">
        <w:rPr>
          <w:rtl/>
        </w:rPr>
        <w:t>(</w:t>
      </w:r>
      <w:r w:rsidRPr="007E0B1D">
        <w:rPr>
          <w:rtl/>
        </w:rPr>
        <w:t>قسم الثقات</w:t>
      </w:r>
      <w:r w:rsidR="00D8054C">
        <w:rPr>
          <w:rtl/>
        </w:rPr>
        <w:t>)</w:t>
      </w:r>
      <w:r w:rsidRPr="007E0B1D">
        <w:rPr>
          <w:rtl/>
        </w:rPr>
        <w:t xml:space="preserve"> ص 188. أضبط المقال ص 540. رجال الأنصاري ص 184. نضد الايضاح ص 329. رجال الكشي ص 103 وص 180 وص 191 وص 337 وص 453 وص 491 وص 504 وص 563. ثقات الرواة للشهرستاني ص 69.</w:t>
      </w:r>
    </w:p>
    <w:p w:rsidR="008867CD" w:rsidRPr="007E0B1D" w:rsidRDefault="008867CD" w:rsidP="008867CD">
      <w:pPr>
        <w:pStyle w:val="libCenterBold1"/>
        <w:rPr>
          <w:rtl/>
        </w:rPr>
      </w:pPr>
      <w:r w:rsidRPr="007E0B1D">
        <w:rPr>
          <w:rtl/>
        </w:rPr>
        <w:t>172</w:t>
      </w:r>
      <w:r w:rsidR="00D8054C">
        <w:rPr>
          <w:rtl/>
        </w:rPr>
        <w:t xml:space="preserve"> - </w:t>
      </w:r>
      <w:r w:rsidRPr="007E0B1D">
        <w:rPr>
          <w:rtl/>
        </w:rPr>
        <w:t>أبو مساور</w:t>
      </w:r>
    </w:p>
    <w:p w:rsidR="008867CD" w:rsidRPr="007E0B1D" w:rsidRDefault="008867CD" w:rsidP="008867CD">
      <w:pPr>
        <w:pStyle w:val="libNormal"/>
        <w:rPr>
          <w:rtl/>
        </w:rPr>
      </w:pPr>
      <w:r w:rsidRPr="007E0B1D">
        <w:rPr>
          <w:rtl/>
        </w:rPr>
        <w:t xml:space="preserve">لم اوفق الى معرفة اسمه وتفاصيل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الامام الجواد </w:t>
      </w:r>
      <w:r w:rsidR="00D8054C" w:rsidRPr="00D8054C">
        <w:rPr>
          <w:rStyle w:val="libAlaemChar"/>
          <w:rtl/>
        </w:rPr>
        <w:t>عليه‌السلام</w:t>
      </w:r>
      <w:r w:rsidRPr="007E0B1D">
        <w:rPr>
          <w:rtl/>
        </w:rPr>
        <w:t xml:space="preserve"> ص 408. جامع الرواة ج 2 ص 417. معجم رجال الحديث ج 22 ص 49. منهج المقال ص 394.</w:t>
      </w:r>
      <w:r>
        <w:rPr>
          <w:rFonts w:hint="cs"/>
          <w:rtl/>
        </w:rPr>
        <w:t xml:space="preserve"> </w:t>
      </w:r>
      <w:r w:rsidRPr="007E0B1D">
        <w:rPr>
          <w:rtl/>
        </w:rPr>
        <w:t xml:space="preserve">رجال البرقي في أصحاب الجواد </w:t>
      </w:r>
      <w:r w:rsidR="00D8054C" w:rsidRPr="00D8054C">
        <w:rPr>
          <w:rStyle w:val="libAlaemChar"/>
          <w:rtl/>
        </w:rPr>
        <w:t>عليه‌السلام</w:t>
      </w:r>
      <w:r w:rsidRPr="007E0B1D">
        <w:rPr>
          <w:rtl/>
        </w:rPr>
        <w:t xml:space="preserve"> ص 57. طرائف المقال ج 1 ص 385.</w:t>
      </w:r>
      <w:r>
        <w:rPr>
          <w:rFonts w:hint="cs"/>
          <w:rtl/>
        </w:rPr>
        <w:t xml:space="preserve"> </w:t>
      </w:r>
      <w:r w:rsidRPr="007E0B1D">
        <w:rPr>
          <w:rtl/>
        </w:rPr>
        <w:t xml:space="preserve">بهجة الآمال ج 7 ص 472. تنقيح المقال ج 3 </w:t>
      </w:r>
      <w:r w:rsidR="00D8054C">
        <w:rPr>
          <w:rtl/>
        </w:rPr>
        <w:t>(</w:t>
      </w:r>
      <w:r w:rsidRPr="007E0B1D">
        <w:rPr>
          <w:rtl/>
        </w:rPr>
        <w:t>قسم الكنى</w:t>
      </w:r>
      <w:r w:rsidR="00D8054C">
        <w:rPr>
          <w:rtl/>
        </w:rPr>
        <w:t>)</w:t>
      </w:r>
      <w:r w:rsidRPr="007E0B1D">
        <w:rPr>
          <w:rtl/>
        </w:rPr>
        <w:t xml:space="preserve"> ص 34.</w:t>
      </w:r>
    </w:p>
    <w:p w:rsidR="008867CD" w:rsidRPr="007E0B1D" w:rsidRDefault="008867CD" w:rsidP="008867CD">
      <w:pPr>
        <w:pStyle w:val="libCenterBold1"/>
        <w:rPr>
          <w:rtl/>
        </w:rPr>
      </w:pPr>
      <w:r w:rsidRPr="007E0B1D">
        <w:rPr>
          <w:rtl/>
        </w:rPr>
        <w:t>173</w:t>
      </w:r>
      <w:r w:rsidR="00D8054C">
        <w:rPr>
          <w:rtl/>
        </w:rPr>
        <w:t xml:space="preserve"> - </w:t>
      </w:r>
      <w:r w:rsidRPr="007E0B1D">
        <w:rPr>
          <w:rtl/>
        </w:rPr>
        <w:t>مصدق بن صدقة</w:t>
      </w:r>
    </w:p>
    <w:p w:rsidR="008867CD" w:rsidRPr="007E0B1D" w:rsidRDefault="008867CD" w:rsidP="008867CD">
      <w:pPr>
        <w:pStyle w:val="libNormal"/>
        <w:rPr>
          <w:rtl/>
        </w:rPr>
      </w:pPr>
      <w:r w:rsidRPr="007E0B1D">
        <w:rPr>
          <w:rtl/>
        </w:rPr>
        <w:t>مصدق بن صدقة المدائني</w:t>
      </w:r>
      <w:r w:rsidR="00D8054C">
        <w:rPr>
          <w:rtl/>
        </w:rPr>
        <w:t>،</w:t>
      </w:r>
      <w:r w:rsidRPr="007E0B1D">
        <w:rPr>
          <w:rtl/>
        </w:rPr>
        <w:t xml:space="preserve"> وقيل الكوفي.</w:t>
      </w:r>
    </w:p>
    <w:p w:rsidR="008867CD" w:rsidRPr="007E0B1D" w:rsidRDefault="008867CD" w:rsidP="008867CD">
      <w:pPr>
        <w:pStyle w:val="libNormal"/>
        <w:rPr>
          <w:rtl/>
        </w:rPr>
      </w:pPr>
      <w:r w:rsidRPr="007E0B1D">
        <w:rPr>
          <w:rtl/>
        </w:rPr>
        <w:t>من علماء الفطحية</w:t>
      </w:r>
      <w:r w:rsidR="00D8054C">
        <w:rPr>
          <w:rtl/>
        </w:rPr>
        <w:t>،</w:t>
      </w:r>
      <w:r w:rsidRPr="007E0B1D">
        <w:rPr>
          <w:rtl/>
        </w:rPr>
        <w:t xml:space="preserve"> ومن ثقات محدثيهم وفضلاء فقهائهم</w:t>
      </w:r>
      <w:r w:rsidR="00D8054C">
        <w:rPr>
          <w:rtl/>
        </w:rPr>
        <w:t>،</w:t>
      </w:r>
      <w:r w:rsidRPr="007E0B1D">
        <w:rPr>
          <w:rtl/>
        </w:rPr>
        <w:t xml:space="preserve"> عرف</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بجلالة القدر والعدالة.</w:t>
      </w:r>
    </w:p>
    <w:p w:rsidR="008867CD" w:rsidRPr="007E0B1D" w:rsidRDefault="008867CD" w:rsidP="008867CD">
      <w:pPr>
        <w:pStyle w:val="libNormal"/>
        <w:rPr>
          <w:rtl/>
        </w:rPr>
      </w:pPr>
      <w:r w:rsidRPr="007E0B1D">
        <w:rPr>
          <w:rtl/>
        </w:rPr>
        <w:t xml:space="preserve">روى عن الأئمة الصادق والكاظم والجواد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جاء اسمه في 526 موردا في أسناد الروايات.</w:t>
      </w:r>
    </w:p>
    <w:p w:rsidR="008867CD" w:rsidRPr="007E0B1D" w:rsidRDefault="008867CD" w:rsidP="008867CD">
      <w:pPr>
        <w:pStyle w:val="libNormal"/>
        <w:rPr>
          <w:rtl/>
        </w:rPr>
      </w:pPr>
      <w:r w:rsidRPr="007E0B1D">
        <w:rPr>
          <w:rtl/>
        </w:rPr>
        <w:t>روى عنه عمرو بن سعيد المدائني.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الصادق </w:t>
      </w:r>
      <w:r w:rsidR="00D8054C" w:rsidRPr="00D8054C">
        <w:rPr>
          <w:rStyle w:val="libAlaemChar"/>
          <w:rtl/>
        </w:rPr>
        <w:t>عليه‌السلام</w:t>
      </w:r>
      <w:r w:rsidRPr="007E0B1D">
        <w:rPr>
          <w:rtl/>
        </w:rPr>
        <w:t xml:space="preserve"> ص 320</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406. معجم رجال الحديث ج 18 ص 169 وص 170. تنقيح المقال ج 3 ص 218. رجال الكشي ص 563. منتهى المقال ص 301. رجال الحلي </w:t>
      </w:r>
      <w:r w:rsidR="00D8054C">
        <w:rPr>
          <w:rtl/>
        </w:rPr>
        <w:t>(</w:t>
      </w:r>
      <w:r w:rsidRPr="007E0B1D">
        <w:rPr>
          <w:rtl/>
        </w:rPr>
        <w:t>قسم الثقات</w:t>
      </w:r>
      <w:r w:rsidR="00D8054C">
        <w:rPr>
          <w:rtl/>
        </w:rPr>
        <w:t>)</w:t>
      </w:r>
      <w:r w:rsidRPr="007E0B1D">
        <w:rPr>
          <w:rtl/>
        </w:rPr>
        <w:t xml:space="preserve"> ص 173. مجمع الرجال ج 6 ص 93 وص 94.</w:t>
      </w:r>
      <w:r>
        <w:rPr>
          <w:rFonts w:hint="cs"/>
          <w:rtl/>
        </w:rPr>
        <w:t xml:space="preserve"> </w:t>
      </w:r>
      <w:r w:rsidRPr="007E0B1D">
        <w:rPr>
          <w:rtl/>
        </w:rPr>
        <w:t>الاختصاص ص 285. جامع الرواة ج 2 ص 233. مستطرفات السرائر ص 99.</w:t>
      </w:r>
      <w:r>
        <w:rPr>
          <w:rFonts w:hint="cs"/>
          <w:rtl/>
        </w:rPr>
        <w:t xml:space="preserve"> </w:t>
      </w:r>
      <w:r w:rsidRPr="007E0B1D">
        <w:rPr>
          <w:rtl/>
        </w:rPr>
        <w:t xml:space="preserve">اتقان المقال ص 136. نقد الرجال ص 345. رجال ابن داود </w:t>
      </w:r>
      <w:r w:rsidR="00D8054C">
        <w:rPr>
          <w:rtl/>
        </w:rPr>
        <w:t>(</w:t>
      </w:r>
      <w:r w:rsidRPr="007E0B1D">
        <w:rPr>
          <w:rtl/>
        </w:rPr>
        <w:t>قسم الضعفاء</w:t>
      </w:r>
      <w:r w:rsidR="00D8054C">
        <w:rPr>
          <w:rtl/>
        </w:rPr>
        <w:t>)</w:t>
      </w:r>
      <w:r w:rsidRPr="007E0B1D">
        <w:rPr>
          <w:rtl/>
        </w:rPr>
        <w:t xml:space="preserve"> ص 278 وص 289. منهج المقال ص 334. التحرير الطاوسي ص 253.</w:t>
      </w:r>
      <w:r>
        <w:rPr>
          <w:rFonts w:hint="cs"/>
          <w:rtl/>
        </w:rPr>
        <w:t xml:space="preserve"> </w:t>
      </w:r>
      <w:r w:rsidRPr="007E0B1D">
        <w:rPr>
          <w:rtl/>
        </w:rPr>
        <w:t>طرائف المقال ج 1 ص 605. وسائل الشيعة ج 20 ص 350. بهجة الآمال ج 7 ص 24. الكافي ج 3 ص 412. الوجيزة ص 51. رجال الأنصاري ص 185 وص 186. التهذيب ج 1 ص 44 وص 454</w:t>
      </w:r>
      <w:r w:rsidR="00D8054C">
        <w:rPr>
          <w:rtl/>
        </w:rPr>
        <w:t>،</w:t>
      </w:r>
      <w:r w:rsidRPr="007E0B1D">
        <w:rPr>
          <w:rtl/>
        </w:rPr>
        <w:t xml:space="preserve"> وج 2 ص 330</w:t>
      </w:r>
      <w:r w:rsidR="00D8054C">
        <w:rPr>
          <w:rtl/>
        </w:rPr>
        <w:t>،</w:t>
      </w:r>
      <w:r w:rsidRPr="007E0B1D">
        <w:rPr>
          <w:rtl/>
        </w:rPr>
        <w:t xml:space="preserve"> وج 3 ص 70 وص 307 وص 412</w:t>
      </w:r>
      <w:r w:rsidR="00D8054C">
        <w:rPr>
          <w:rtl/>
        </w:rPr>
        <w:t>،</w:t>
      </w:r>
      <w:r w:rsidRPr="007E0B1D">
        <w:rPr>
          <w:rtl/>
        </w:rPr>
        <w:t xml:space="preserve"> وج 4 ص 323</w:t>
      </w:r>
      <w:r w:rsidR="00D8054C">
        <w:rPr>
          <w:rtl/>
        </w:rPr>
        <w:t>،</w:t>
      </w:r>
      <w:r w:rsidRPr="007E0B1D">
        <w:rPr>
          <w:rtl/>
        </w:rPr>
        <w:t xml:space="preserve"> وج 5 ص 485 وص 489</w:t>
      </w:r>
      <w:r w:rsidR="00D8054C">
        <w:rPr>
          <w:rtl/>
        </w:rPr>
        <w:t>،</w:t>
      </w:r>
      <w:r w:rsidRPr="007E0B1D">
        <w:rPr>
          <w:rtl/>
        </w:rPr>
        <w:t xml:space="preserve"> وج 6 ص 386. معجم الثقات ص 121. توضيح الاشتباه ص 282. اتقان المقال ص 136. كامل الزيارات ص 20.</w:t>
      </w:r>
    </w:p>
    <w:p w:rsidR="008867CD" w:rsidRPr="007E0B1D" w:rsidRDefault="008867CD" w:rsidP="008867CD">
      <w:pPr>
        <w:pStyle w:val="libCenterBold1"/>
        <w:rPr>
          <w:rtl/>
        </w:rPr>
      </w:pPr>
      <w:r w:rsidRPr="007E0B1D">
        <w:rPr>
          <w:rtl/>
        </w:rPr>
        <w:t>174</w:t>
      </w:r>
      <w:r w:rsidR="00D8054C">
        <w:rPr>
          <w:rtl/>
        </w:rPr>
        <w:t xml:space="preserve"> - </w:t>
      </w:r>
      <w:r w:rsidRPr="007E0B1D">
        <w:rPr>
          <w:rtl/>
        </w:rPr>
        <w:t>معاوية بن حكيم</w:t>
      </w:r>
    </w:p>
    <w:p w:rsidR="008867CD" w:rsidRPr="007E0B1D" w:rsidRDefault="008867CD" w:rsidP="008867CD">
      <w:pPr>
        <w:pStyle w:val="libNormal"/>
        <w:rPr>
          <w:rtl/>
        </w:rPr>
      </w:pPr>
      <w:r w:rsidRPr="007E0B1D">
        <w:rPr>
          <w:rtl/>
        </w:rPr>
        <w:t>معاوية بن حكيم بن معاوية بن عمار</w:t>
      </w:r>
      <w:r w:rsidR="00D8054C">
        <w:rPr>
          <w:rtl/>
        </w:rPr>
        <w:t>،</w:t>
      </w:r>
      <w:r w:rsidRPr="007E0B1D">
        <w:rPr>
          <w:rtl/>
        </w:rPr>
        <w:t xml:space="preserve"> وقيل علوية بن معاوية الدهني</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البجلي</w:t>
      </w:r>
      <w:r w:rsidR="00D8054C">
        <w:rPr>
          <w:rtl/>
        </w:rPr>
        <w:t>،</w:t>
      </w:r>
      <w:r w:rsidRPr="007E0B1D">
        <w:rPr>
          <w:rtl/>
        </w:rPr>
        <w:t xml:space="preserve"> الكوفي.</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وكان عالما جليل القدر</w:t>
      </w:r>
      <w:r w:rsidR="00D8054C">
        <w:rPr>
          <w:rtl/>
        </w:rPr>
        <w:t>،</w:t>
      </w:r>
      <w:r w:rsidRPr="007E0B1D">
        <w:rPr>
          <w:rtl/>
        </w:rPr>
        <w:t xml:space="preserve"> فقيها فاضلا ممدوحا</w:t>
      </w:r>
      <w:r w:rsidR="00D8054C">
        <w:rPr>
          <w:rtl/>
        </w:rPr>
        <w:t>،</w:t>
      </w:r>
      <w:r w:rsidRPr="007E0B1D">
        <w:rPr>
          <w:rtl/>
        </w:rPr>
        <w:t xml:space="preserve"> وله تاليف.</w:t>
      </w:r>
    </w:p>
    <w:p w:rsidR="008867CD" w:rsidRPr="007E0B1D" w:rsidRDefault="008867CD" w:rsidP="008867CD">
      <w:pPr>
        <w:pStyle w:val="libNormal"/>
        <w:rPr>
          <w:rtl/>
        </w:rPr>
      </w:pPr>
      <w:r w:rsidRPr="007E0B1D">
        <w:rPr>
          <w:rtl/>
        </w:rPr>
        <w:t xml:space="preserve">روى عن الأئمة الكاظم والرضا والجواد والهادي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روى عنه جماعة من المحدثين أمثال</w:t>
      </w:r>
      <w:r w:rsidR="00D8054C">
        <w:rPr>
          <w:rtl/>
        </w:rPr>
        <w:t>:</w:t>
      </w:r>
      <w:r w:rsidRPr="007E0B1D">
        <w:rPr>
          <w:rtl/>
        </w:rPr>
        <w:t xml:space="preserve"> الحسن بن علي بن فضال</w:t>
      </w:r>
      <w:r w:rsidR="00D8054C">
        <w:rPr>
          <w:rtl/>
        </w:rPr>
        <w:t>،</w:t>
      </w:r>
      <w:r w:rsidRPr="007E0B1D">
        <w:rPr>
          <w:rtl/>
        </w:rPr>
        <w:t xml:space="preserve"> وأحمد بن محمّد بن عيسى</w:t>
      </w:r>
      <w:r w:rsidR="00D8054C">
        <w:rPr>
          <w:rtl/>
        </w:rPr>
        <w:t>،</w:t>
      </w:r>
      <w:r w:rsidRPr="007E0B1D">
        <w:rPr>
          <w:rtl/>
        </w:rPr>
        <w:t xml:space="preserve"> وحمدان القلانسي وغيرهم.</w:t>
      </w:r>
    </w:p>
    <w:p w:rsidR="008867CD" w:rsidRPr="007E0B1D" w:rsidRDefault="008867CD" w:rsidP="008867CD">
      <w:pPr>
        <w:pStyle w:val="libNormal"/>
        <w:rPr>
          <w:rtl/>
        </w:rPr>
      </w:pPr>
      <w:r w:rsidRPr="007E0B1D">
        <w:rPr>
          <w:rtl/>
        </w:rPr>
        <w:t>من تآليفه « الديات »</w:t>
      </w:r>
      <w:r w:rsidR="00D8054C">
        <w:rPr>
          <w:rtl/>
        </w:rPr>
        <w:t>،</w:t>
      </w:r>
      <w:r w:rsidRPr="007E0B1D">
        <w:rPr>
          <w:rtl/>
        </w:rPr>
        <w:t xml:space="preserve"> </w:t>
      </w:r>
      <w:r>
        <w:rPr>
          <w:rtl/>
        </w:rPr>
        <w:t>و «</w:t>
      </w:r>
      <w:r w:rsidRPr="007E0B1D">
        <w:rPr>
          <w:rtl/>
        </w:rPr>
        <w:t xml:space="preserve"> الطلاق »</w:t>
      </w:r>
      <w:r w:rsidR="00D8054C">
        <w:rPr>
          <w:rtl/>
        </w:rPr>
        <w:t>،</w:t>
      </w:r>
      <w:r w:rsidRPr="007E0B1D">
        <w:rPr>
          <w:rtl/>
        </w:rPr>
        <w:t xml:space="preserve"> </w:t>
      </w:r>
      <w:r>
        <w:rPr>
          <w:rtl/>
        </w:rPr>
        <w:t>و «</w:t>
      </w:r>
      <w:r w:rsidRPr="007E0B1D">
        <w:rPr>
          <w:rtl/>
        </w:rPr>
        <w:t xml:space="preserve"> الحيض »</w:t>
      </w:r>
      <w:r w:rsidR="00D8054C">
        <w:rPr>
          <w:rtl/>
        </w:rPr>
        <w:t>،</w:t>
      </w:r>
      <w:r w:rsidRPr="007E0B1D">
        <w:rPr>
          <w:rtl/>
        </w:rPr>
        <w:t xml:space="preserve"> </w:t>
      </w:r>
      <w:r>
        <w:rPr>
          <w:rtl/>
        </w:rPr>
        <w:t>و «</w:t>
      </w:r>
      <w:r w:rsidRPr="007E0B1D">
        <w:rPr>
          <w:rtl/>
        </w:rPr>
        <w:t xml:space="preserve"> يوم وليلة »</w:t>
      </w:r>
      <w:r w:rsidR="00D8054C">
        <w:rPr>
          <w:rtl/>
        </w:rPr>
        <w:t>،</w:t>
      </w:r>
      <w:r w:rsidRPr="007E0B1D">
        <w:rPr>
          <w:rtl/>
        </w:rPr>
        <w:t xml:space="preserve"> </w:t>
      </w:r>
      <w:r>
        <w:rPr>
          <w:rtl/>
        </w:rPr>
        <w:t>و «</w:t>
      </w:r>
      <w:r w:rsidRPr="007E0B1D">
        <w:rPr>
          <w:rtl/>
        </w:rPr>
        <w:t xml:space="preserve"> النكاح »</w:t>
      </w:r>
      <w:r w:rsidR="00D8054C">
        <w:rPr>
          <w:rtl/>
        </w:rPr>
        <w:t>،</w:t>
      </w:r>
      <w:r w:rsidRPr="007E0B1D">
        <w:rPr>
          <w:rtl/>
        </w:rPr>
        <w:t xml:space="preserve"> </w:t>
      </w:r>
      <w:r>
        <w:rPr>
          <w:rtl/>
        </w:rPr>
        <w:t>و «</w:t>
      </w:r>
      <w:r w:rsidRPr="007E0B1D">
        <w:rPr>
          <w:rtl/>
        </w:rPr>
        <w:t xml:space="preserve"> النوادر »</w:t>
      </w:r>
      <w:r w:rsidR="00D8054C">
        <w:rPr>
          <w:rtl/>
        </w:rPr>
        <w:t>،</w:t>
      </w:r>
      <w:r w:rsidRPr="007E0B1D">
        <w:rPr>
          <w:rtl/>
        </w:rPr>
        <w:t xml:space="preserve"> </w:t>
      </w:r>
      <w:r>
        <w:rPr>
          <w:rtl/>
        </w:rPr>
        <w:t>و «</w:t>
      </w:r>
      <w:r w:rsidRPr="007E0B1D">
        <w:rPr>
          <w:rtl/>
        </w:rPr>
        <w:t xml:space="preserve"> الفرائض »</w:t>
      </w:r>
      <w:r>
        <w:rPr>
          <w:rtl/>
        </w:rPr>
        <w:t>.</w:t>
      </w:r>
    </w:p>
    <w:p w:rsidR="008867CD" w:rsidRPr="007E0B1D" w:rsidRDefault="008867CD" w:rsidP="008867CD">
      <w:pPr>
        <w:pStyle w:val="libNormal"/>
        <w:rPr>
          <w:rtl/>
        </w:rPr>
      </w:pPr>
      <w:r w:rsidRPr="007E0B1D">
        <w:rPr>
          <w:rtl/>
        </w:rPr>
        <w:t>كان على قيد الحياة قبل سنة 254.</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424 وص 515. منهج المقال ص 335. روضة المتقين ج 14 ص 458. فهرست الطوسي ص 165. شرح مشيخة الفقيه ص 117. اتقان المقال ص 137. جامع الرواة ج 2 ص 236. إيضاح الاشتباه ص 93. هداية المحدثين ص 146. الاختصاص ص 199 وص 272 وص 304. معجم المؤلفين ج 12 ص 304. بصائر الدرجات ص 410. أضبط المقال ص 542.</w:t>
      </w:r>
      <w:r>
        <w:rPr>
          <w:rFonts w:hint="cs"/>
          <w:rtl/>
        </w:rPr>
        <w:t xml:space="preserve"> </w:t>
      </w:r>
      <w:r w:rsidRPr="007E0B1D">
        <w:rPr>
          <w:rtl/>
        </w:rPr>
        <w:t xml:space="preserve">وسائل الشيعة ج 20 ص 350. روضة الكافي ص 260 وص 273. تنقيح المقال ج 3 ص 223. كامل الزيارات ص 12. بهجة الآمال ج 7 ص 34. نضد الايضاح ص 331. مجمع الرجال ج 6 ص 98. توضيح الاشتباه ص 283. رجال الحلي </w:t>
      </w:r>
      <w:r w:rsidR="00D8054C">
        <w:rPr>
          <w:rtl/>
        </w:rPr>
        <w:t>(</w:t>
      </w:r>
      <w:r w:rsidRPr="007E0B1D">
        <w:rPr>
          <w:rtl/>
        </w:rPr>
        <w:t>قسم الثقات</w:t>
      </w:r>
      <w:r w:rsidR="00D8054C">
        <w:rPr>
          <w:rtl/>
        </w:rPr>
        <w:t>)</w:t>
      </w:r>
      <w:r w:rsidRPr="007E0B1D">
        <w:rPr>
          <w:rtl/>
        </w:rPr>
        <w:t xml:space="preserve"> ص 167. كشف الحجب والأستار ص 398. رجال الأنصاري ص 187. معالم العلماء ص 122. الخصال ص 270 وص 392 وص 534.</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منتهى المقال ص 303. رجال ابن داد </w:t>
      </w:r>
      <w:r w:rsidR="00D8054C">
        <w:rPr>
          <w:rtl/>
        </w:rPr>
        <w:t>(</w:t>
      </w:r>
      <w:r w:rsidRPr="007E0B1D">
        <w:rPr>
          <w:rtl/>
        </w:rPr>
        <w:t>قسم الثقات</w:t>
      </w:r>
      <w:r w:rsidR="00D8054C">
        <w:rPr>
          <w:rtl/>
        </w:rPr>
        <w:t>)</w:t>
      </w:r>
      <w:r w:rsidRPr="007E0B1D">
        <w:rPr>
          <w:rtl/>
        </w:rPr>
        <w:t xml:space="preserve"> ص 191 وص 279 </w:t>
      </w:r>
      <w:r w:rsidR="00D8054C">
        <w:rPr>
          <w:rtl/>
        </w:rPr>
        <w:t>(</w:t>
      </w:r>
      <w:r w:rsidRPr="007E0B1D">
        <w:rPr>
          <w:rtl/>
        </w:rPr>
        <w:t>قسم الضعفاء</w:t>
      </w:r>
      <w:r w:rsidR="00D8054C">
        <w:rPr>
          <w:rtl/>
        </w:rPr>
        <w:t>)</w:t>
      </w:r>
      <w:r>
        <w:rPr>
          <w:rtl/>
        </w:rPr>
        <w:t>.</w:t>
      </w:r>
      <w:r w:rsidRPr="007E0B1D">
        <w:rPr>
          <w:rtl/>
        </w:rPr>
        <w:t xml:space="preserve"> نقد الرجال ص 346. طرائف المقال ج 1 ص 360. معجم رجال الحديث ج 18 ص 202. الذريعة ج 7 ص 126</w:t>
      </w:r>
      <w:r w:rsidR="00D8054C">
        <w:rPr>
          <w:rtl/>
        </w:rPr>
        <w:t>،</w:t>
      </w:r>
      <w:r w:rsidRPr="007E0B1D">
        <w:rPr>
          <w:rtl/>
        </w:rPr>
        <w:t xml:space="preserve"> وج 8 ص 287</w:t>
      </w:r>
      <w:r w:rsidR="00D8054C">
        <w:rPr>
          <w:rtl/>
        </w:rPr>
        <w:t>،</w:t>
      </w:r>
      <w:r w:rsidRPr="007E0B1D">
        <w:rPr>
          <w:rtl/>
        </w:rPr>
        <w:t xml:space="preserve"> وج 15 ص 174</w:t>
      </w:r>
      <w:r w:rsidR="00D8054C">
        <w:rPr>
          <w:rtl/>
        </w:rPr>
        <w:t>،</w:t>
      </w:r>
      <w:r w:rsidRPr="007E0B1D">
        <w:rPr>
          <w:rtl/>
        </w:rPr>
        <w:t xml:space="preserve"> وج 16 ص 148</w:t>
      </w:r>
      <w:r w:rsidR="00D8054C">
        <w:rPr>
          <w:rtl/>
        </w:rPr>
        <w:t>،</w:t>
      </w:r>
      <w:r w:rsidRPr="007E0B1D">
        <w:rPr>
          <w:rtl/>
        </w:rPr>
        <w:t xml:space="preserve"> وج 24 ص 300 وص 341. معجم الثقات ص 122. تفسير القمي ج 2 ص 141. رجال الكشي ص 158 وص 294 وص 404 وص 444 وص 563 وص 614 وغيرها. الوجيزة ص 51. الاستبصار ج 1 ص 17 وص 68 وص 93 وص 106 وص 136 وص 137 وص 156 وص 158 وص 176 وص 177 وص 224 وص 225 وص 330 وص 336 وص 372 وص 374 وص 379 وص 415 وص 446</w:t>
      </w:r>
      <w:r w:rsidR="00D8054C">
        <w:rPr>
          <w:rtl/>
        </w:rPr>
        <w:t>،</w:t>
      </w:r>
      <w:r w:rsidRPr="007E0B1D">
        <w:rPr>
          <w:rtl/>
        </w:rPr>
        <w:t xml:space="preserve"> وج 2 ص 203 وص 257</w:t>
      </w:r>
      <w:r w:rsidR="00D8054C">
        <w:rPr>
          <w:rtl/>
        </w:rPr>
        <w:t>،</w:t>
      </w:r>
      <w:r w:rsidRPr="007E0B1D">
        <w:rPr>
          <w:rtl/>
        </w:rPr>
        <w:t xml:space="preserve"> وج 3 ص 5 وص 57 وص 84 وص 145 وص 147 وص 166 وص 182 وص 289 وص 292</w:t>
      </w:r>
      <w:r w:rsidR="00D8054C">
        <w:rPr>
          <w:rtl/>
        </w:rPr>
        <w:t>،</w:t>
      </w:r>
      <w:r w:rsidRPr="007E0B1D">
        <w:rPr>
          <w:rtl/>
        </w:rPr>
        <w:t xml:space="preserve"> وج 4 ص 152 وص 163 وص 168 وص 267.</w:t>
      </w:r>
      <w:r>
        <w:rPr>
          <w:rFonts w:hint="cs"/>
          <w:rtl/>
        </w:rPr>
        <w:t xml:space="preserve"> </w:t>
      </w:r>
      <w:r w:rsidRPr="007E0B1D">
        <w:rPr>
          <w:rtl/>
        </w:rPr>
        <w:t>رجال النجاشي ص 293. من لا يحضره الفقيه ج 4 ص 191 وص 205. الكافي ج 1 ص 249 وص 257 وص 336</w:t>
      </w:r>
      <w:r w:rsidR="00D8054C">
        <w:rPr>
          <w:rtl/>
        </w:rPr>
        <w:t>،</w:t>
      </w:r>
      <w:r w:rsidRPr="007E0B1D">
        <w:rPr>
          <w:rtl/>
        </w:rPr>
        <w:t xml:space="preserve"> وج 3 ص 58 وص 78 وص 100</w:t>
      </w:r>
      <w:r w:rsidR="00D8054C">
        <w:rPr>
          <w:rtl/>
        </w:rPr>
        <w:t>،</w:t>
      </w:r>
      <w:r w:rsidRPr="007E0B1D">
        <w:rPr>
          <w:rtl/>
        </w:rPr>
        <w:t xml:space="preserve"> وج 4 ص 435</w:t>
      </w:r>
      <w:r w:rsidR="00D8054C">
        <w:rPr>
          <w:rtl/>
        </w:rPr>
        <w:t>،</w:t>
      </w:r>
      <w:r w:rsidRPr="007E0B1D">
        <w:rPr>
          <w:rtl/>
        </w:rPr>
        <w:t xml:space="preserve"> وج 5 ص 187 وص 373</w:t>
      </w:r>
      <w:r w:rsidR="00D8054C">
        <w:rPr>
          <w:rtl/>
        </w:rPr>
        <w:t>،</w:t>
      </w:r>
      <w:r w:rsidRPr="007E0B1D">
        <w:rPr>
          <w:rtl/>
        </w:rPr>
        <w:t xml:space="preserve"> وج 6 ص 78 وص 86 وص 136 وص 160 وص 412</w:t>
      </w:r>
      <w:r w:rsidR="00D8054C">
        <w:rPr>
          <w:rtl/>
        </w:rPr>
        <w:t>،</w:t>
      </w:r>
      <w:r w:rsidRPr="007E0B1D">
        <w:rPr>
          <w:rtl/>
        </w:rPr>
        <w:t xml:space="preserve"> وج 7 ص 129. التهذيب ج 1 ص 19 وص 122 وص 167 وص 185 وص 189 وص 191 وص 222 وص 255 وص 258 وص 357 وص 377 وص 381 وص 399 وص 402 وص 425</w:t>
      </w:r>
      <w:r w:rsidR="00D8054C">
        <w:rPr>
          <w:rtl/>
        </w:rPr>
        <w:t>،</w:t>
      </w:r>
      <w:r w:rsidRPr="007E0B1D">
        <w:rPr>
          <w:rtl/>
        </w:rPr>
        <w:t xml:space="preserve"> وج 2 ص 11 وص 138 وص 182 وص 188 وص 212 وص 228 وص 275 وص 284 وص 302 وص 373</w:t>
      </w:r>
      <w:r w:rsidR="00D8054C">
        <w:rPr>
          <w:rtl/>
        </w:rPr>
        <w:t>،</w:t>
      </w:r>
      <w:r w:rsidRPr="007E0B1D">
        <w:rPr>
          <w:rtl/>
        </w:rPr>
        <w:t xml:space="preserve"> وج 3 ص 135 وص 209 وص 241 وص 242 وص 280</w:t>
      </w:r>
      <w:r w:rsidR="00D8054C">
        <w:rPr>
          <w:rtl/>
        </w:rPr>
        <w:t>،</w:t>
      </w:r>
      <w:r w:rsidRPr="007E0B1D">
        <w:rPr>
          <w:rtl/>
        </w:rPr>
        <w:t xml:space="preserve"> وج 4 ص 188</w:t>
      </w:r>
      <w:r w:rsidR="00D8054C">
        <w:rPr>
          <w:rtl/>
        </w:rPr>
        <w:t>،</w:t>
      </w:r>
      <w:r w:rsidRPr="007E0B1D">
        <w:rPr>
          <w:rtl/>
        </w:rPr>
        <w:t xml:space="preserve"> وج 5 ص 149 وص 192 وص 331 وص 356</w:t>
      </w:r>
      <w:r w:rsidR="00D8054C">
        <w:rPr>
          <w:rtl/>
        </w:rPr>
        <w:t>،</w:t>
      </w:r>
      <w:r w:rsidRPr="007E0B1D">
        <w:rPr>
          <w:rtl/>
        </w:rPr>
        <w:t xml:space="preserve"> وج 6 ص 160 وص 173 وص 312</w:t>
      </w:r>
      <w:r w:rsidR="00D8054C">
        <w:rPr>
          <w:rtl/>
        </w:rPr>
        <w:t>،</w:t>
      </w:r>
      <w:r w:rsidRPr="007E0B1D">
        <w:rPr>
          <w:rtl/>
        </w:rPr>
        <w:t xml:space="preserve"> وج 7 ص 30 وص 82 وص 193 وص 229 وص 256 وص 259 وص 301 وص 329 وص 402 وص 457 وص 460 وص 472</w:t>
      </w:r>
      <w:r w:rsidR="00D8054C">
        <w:rPr>
          <w:rtl/>
        </w:rPr>
        <w:t>،</w:t>
      </w:r>
      <w:r w:rsidRPr="007E0B1D">
        <w:rPr>
          <w:rtl/>
        </w:rPr>
        <w:t xml:space="preserve"> وج 8 ص 30 وص 56</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59 وص 138</w:t>
      </w:r>
      <w:r w:rsidR="00D8054C">
        <w:rPr>
          <w:rtl/>
        </w:rPr>
        <w:t>،</w:t>
      </w:r>
      <w:r w:rsidRPr="007E0B1D">
        <w:rPr>
          <w:rtl/>
        </w:rPr>
        <w:t xml:space="preserve"> وج 9 ص 228 وص 299 وص 312 وص 318 وص 362</w:t>
      </w:r>
      <w:r w:rsidR="00D8054C">
        <w:rPr>
          <w:rtl/>
        </w:rPr>
        <w:t>،</w:t>
      </w:r>
      <w:r w:rsidRPr="007E0B1D">
        <w:rPr>
          <w:rtl/>
        </w:rPr>
        <w:t xml:space="preserve"> وج 10 ص 183. ثقات الرواة للشهرستاني ص 70.</w:t>
      </w:r>
    </w:p>
    <w:p w:rsidR="008867CD" w:rsidRPr="007E0B1D" w:rsidRDefault="008867CD" w:rsidP="008867CD">
      <w:pPr>
        <w:pStyle w:val="libCenterBold1"/>
        <w:rPr>
          <w:rtl/>
        </w:rPr>
      </w:pPr>
      <w:r w:rsidRPr="007E0B1D">
        <w:rPr>
          <w:rtl/>
        </w:rPr>
        <w:t>175</w:t>
      </w:r>
      <w:r w:rsidR="00D8054C">
        <w:rPr>
          <w:rtl/>
        </w:rPr>
        <w:t xml:space="preserve"> - </w:t>
      </w:r>
      <w:r w:rsidRPr="007E0B1D">
        <w:rPr>
          <w:rtl/>
        </w:rPr>
        <w:t>القابوسي</w:t>
      </w:r>
    </w:p>
    <w:p w:rsidR="008867CD" w:rsidRPr="007E0B1D" w:rsidRDefault="008867CD" w:rsidP="008867CD">
      <w:pPr>
        <w:pStyle w:val="libNormal"/>
        <w:rPr>
          <w:rtl/>
        </w:rPr>
      </w:pPr>
      <w:r w:rsidRPr="007E0B1D">
        <w:rPr>
          <w:rtl/>
        </w:rPr>
        <w:t>جاء اسمه على الوجوه التالية</w:t>
      </w:r>
      <w:r w:rsidR="00D8054C">
        <w:rPr>
          <w:rtl/>
        </w:rPr>
        <w:t>:</w:t>
      </w:r>
    </w:p>
    <w:p w:rsidR="008867CD" w:rsidRPr="007E0B1D" w:rsidRDefault="008867CD" w:rsidP="008867CD">
      <w:pPr>
        <w:pStyle w:val="libNormal"/>
        <w:rPr>
          <w:rtl/>
        </w:rPr>
      </w:pPr>
      <w:r w:rsidRPr="007E0B1D">
        <w:rPr>
          <w:rtl/>
        </w:rPr>
        <w:t>المنذر بن محمّد قابوس.</w:t>
      </w:r>
    </w:p>
    <w:p w:rsidR="008867CD" w:rsidRPr="007E0B1D" w:rsidRDefault="008867CD" w:rsidP="008867CD">
      <w:pPr>
        <w:pStyle w:val="libNormal"/>
        <w:rPr>
          <w:rtl/>
        </w:rPr>
      </w:pPr>
      <w:r w:rsidRPr="007E0B1D">
        <w:rPr>
          <w:rtl/>
        </w:rPr>
        <w:t>وأبو القاسم المنذر بن محمّد بن المنذر بن سعيد بن أبي الجهم القابوسي من ولد قابوس بن النعمان بن المنذر بن ماء السماء.</w:t>
      </w:r>
    </w:p>
    <w:p w:rsidR="008867CD" w:rsidRPr="007E0B1D" w:rsidRDefault="008867CD" w:rsidP="008867CD">
      <w:pPr>
        <w:pStyle w:val="libNormal"/>
        <w:rPr>
          <w:rtl/>
        </w:rPr>
      </w:pPr>
      <w:r w:rsidRPr="007E0B1D">
        <w:rPr>
          <w:rtl/>
        </w:rPr>
        <w:t>والمنذر بن قابوس.</w:t>
      </w:r>
    </w:p>
    <w:p w:rsidR="008867CD" w:rsidRPr="007E0B1D" w:rsidRDefault="008867CD" w:rsidP="008867CD">
      <w:pPr>
        <w:pStyle w:val="libNormal"/>
        <w:rPr>
          <w:rtl/>
        </w:rPr>
      </w:pPr>
      <w:r w:rsidRPr="007E0B1D">
        <w:rPr>
          <w:rtl/>
        </w:rPr>
        <w:t>من ثقات محدثي الشيعة الامامية</w:t>
      </w:r>
      <w:r w:rsidR="00D8054C">
        <w:rPr>
          <w:rtl/>
        </w:rPr>
        <w:t>،</w:t>
      </w:r>
      <w:r w:rsidRPr="007E0B1D">
        <w:rPr>
          <w:rtl/>
        </w:rPr>
        <w:t xml:space="preserve"> وكان عالما فاضلا</w:t>
      </w:r>
      <w:r w:rsidR="00D8054C">
        <w:rPr>
          <w:rtl/>
        </w:rPr>
        <w:t>،</w:t>
      </w:r>
      <w:r w:rsidRPr="007E0B1D">
        <w:rPr>
          <w:rtl/>
        </w:rPr>
        <w:t xml:space="preserve"> فقيها جليلا</w:t>
      </w:r>
      <w:r w:rsidR="00D8054C">
        <w:rPr>
          <w:rtl/>
        </w:rPr>
        <w:t>،</w:t>
      </w:r>
      <w:r w:rsidRPr="007E0B1D">
        <w:rPr>
          <w:rtl/>
        </w:rPr>
        <w:t xml:space="preserve"> مؤرخا عارفا بالحوادث والوقائع</w:t>
      </w:r>
      <w:r w:rsidR="00D8054C">
        <w:rPr>
          <w:rtl/>
        </w:rPr>
        <w:t>،</w:t>
      </w:r>
      <w:r w:rsidRPr="007E0B1D">
        <w:rPr>
          <w:rtl/>
        </w:rPr>
        <w:t xml:space="preserve"> وكان من بيت جليل رفيع المنزلة</w:t>
      </w:r>
      <w:r w:rsidR="00D8054C">
        <w:rPr>
          <w:rtl/>
        </w:rPr>
        <w:t>،</w:t>
      </w:r>
      <w:r w:rsidRPr="007E0B1D">
        <w:rPr>
          <w:rtl/>
        </w:rPr>
        <w:t xml:space="preserve"> وله تاليف.</w:t>
      </w:r>
    </w:p>
    <w:p w:rsidR="008867CD" w:rsidRPr="007E0B1D" w:rsidRDefault="008867CD" w:rsidP="008867CD">
      <w:pPr>
        <w:pStyle w:val="libNormal"/>
        <w:rPr>
          <w:rtl/>
        </w:rPr>
      </w:pPr>
      <w:r w:rsidRPr="007E0B1D">
        <w:rPr>
          <w:rtl/>
        </w:rPr>
        <w:t xml:space="preserve">صحب الامام الجواد </w:t>
      </w:r>
      <w:r w:rsidR="00D8054C" w:rsidRPr="00D8054C">
        <w:rPr>
          <w:rStyle w:val="libAlaemChar"/>
          <w:rtl/>
        </w:rPr>
        <w:t>عليه‌السلام</w:t>
      </w:r>
      <w:r w:rsidR="00D8054C">
        <w:rPr>
          <w:rtl/>
        </w:rPr>
        <w:t>،</w:t>
      </w:r>
      <w:r w:rsidRPr="007E0B1D">
        <w:rPr>
          <w:rtl/>
        </w:rPr>
        <w:t xml:space="preserve"> وروى عنه أحمد بن محمّد بن سعيد الهمداني</w:t>
      </w:r>
      <w:r w:rsidR="00D8054C">
        <w:rPr>
          <w:rtl/>
        </w:rPr>
        <w:t>،</w:t>
      </w:r>
      <w:r w:rsidRPr="007E0B1D">
        <w:rPr>
          <w:rtl/>
        </w:rPr>
        <w:t xml:space="preserve"> وعبد الله بن محمّد البرقي.</w:t>
      </w:r>
    </w:p>
    <w:p w:rsidR="008867CD" w:rsidRPr="007E0B1D" w:rsidRDefault="008867CD" w:rsidP="008867CD">
      <w:pPr>
        <w:pStyle w:val="libNormal"/>
        <w:rPr>
          <w:rtl/>
        </w:rPr>
      </w:pPr>
      <w:r w:rsidRPr="007E0B1D">
        <w:rPr>
          <w:rtl/>
        </w:rPr>
        <w:t>من اثاره « النهروان »</w:t>
      </w:r>
      <w:r w:rsidR="00D8054C">
        <w:rPr>
          <w:rtl/>
        </w:rPr>
        <w:t>،</w:t>
      </w:r>
      <w:r w:rsidRPr="007E0B1D">
        <w:rPr>
          <w:rtl/>
        </w:rPr>
        <w:t xml:space="preserve"> </w:t>
      </w:r>
      <w:r>
        <w:rPr>
          <w:rtl/>
        </w:rPr>
        <w:t>و «</w:t>
      </w:r>
      <w:r w:rsidRPr="007E0B1D">
        <w:rPr>
          <w:rtl/>
        </w:rPr>
        <w:t xml:space="preserve"> الجمل »</w:t>
      </w:r>
      <w:r w:rsidR="00D8054C">
        <w:rPr>
          <w:rtl/>
        </w:rPr>
        <w:t>،</w:t>
      </w:r>
      <w:r w:rsidRPr="007E0B1D">
        <w:rPr>
          <w:rtl/>
        </w:rPr>
        <w:t xml:space="preserve"> </w:t>
      </w:r>
      <w:r>
        <w:rPr>
          <w:rtl/>
        </w:rPr>
        <w:t>و «</w:t>
      </w:r>
      <w:r w:rsidRPr="007E0B1D">
        <w:rPr>
          <w:rtl/>
        </w:rPr>
        <w:t xml:space="preserve"> وفود العرب الى النبي </w:t>
      </w:r>
      <w:r w:rsidR="00D8054C" w:rsidRPr="00D8054C">
        <w:rPr>
          <w:rStyle w:val="libAlaemChar"/>
          <w:rtl/>
        </w:rPr>
        <w:t>صلى‌الله‌عليه‌وآله</w:t>
      </w:r>
      <w:r w:rsidRPr="007E0B1D">
        <w:rPr>
          <w:rtl/>
        </w:rPr>
        <w:t xml:space="preserve"> »</w:t>
      </w:r>
      <w:r w:rsidR="00D8054C">
        <w:rPr>
          <w:rtl/>
        </w:rPr>
        <w:t>،</w:t>
      </w:r>
      <w:r w:rsidRPr="007E0B1D">
        <w:rPr>
          <w:rtl/>
        </w:rPr>
        <w:t xml:space="preserve"> </w:t>
      </w:r>
      <w:r>
        <w:rPr>
          <w:rtl/>
        </w:rPr>
        <w:t>و «</w:t>
      </w:r>
      <w:r w:rsidRPr="007E0B1D">
        <w:rPr>
          <w:rtl/>
        </w:rPr>
        <w:t xml:space="preserve"> صفين »</w:t>
      </w:r>
      <w:r w:rsidR="00D8054C">
        <w:rPr>
          <w:rtl/>
        </w:rPr>
        <w:t>،</w:t>
      </w:r>
      <w:r w:rsidRPr="007E0B1D">
        <w:rPr>
          <w:rtl/>
        </w:rPr>
        <w:t xml:space="preserve"> </w:t>
      </w:r>
      <w:r>
        <w:rPr>
          <w:rtl/>
        </w:rPr>
        <w:t>و «</w:t>
      </w:r>
      <w:r w:rsidRPr="007E0B1D">
        <w:rPr>
          <w:rtl/>
        </w:rPr>
        <w:t xml:space="preserve"> الغارات »</w:t>
      </w:r>
      <w:r w:rsidR="00D8054C">
        <w:rPr>
          <w:rtl/>
        </w:rPr>
        <w:t>،</w:t>
      </w:r>
      <w:r w:rsidRPr="007E0B1D">
        <w:rPr>
          <w:rtl/>
        </w:rPr>
        <w:t xml:space="preserve"> </w:t>
      </w:r>
      <w:r>
        <w:rPr>
          <w:rtl/>
        </w:rPr>
        <w:t>و «</w:t>
      </w:r>
      <w:r w:rsidRPr="007E0B1D">
        <w:rPr>
          <w:rtl/>
        </w:rPr>
        <w:t xml:space="preserve"> جامع الفقه »</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406. تأسيس الشيعة ص 264. معجم رجال الحديث ج 18 ص 336 وص 337. رجال الكشي ص 566. معجم الثقات ص 124. الخصال ص 522. الاختصاص ص 209.</w:t>
      </w:r>
      <w:r>
        <w:rPr>
          <w:rFonts w:hint="cs"/>
          <w:rtl/>
        </w:rPr>
        <w:t xml:space="preserve"> </w:t>
      </w:r>
      <w:r w:rsidRPr="007E0B1D">
        <w:rPr>
          <w:rtl/>
        </w:rPr>
        <w:t>نقد الرجال ص 354. منهج المقال ص 345. تنقيح المقال ج 3 ص 248. بهجة</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الآمال ج 7 ص 98. مجمع الرجال ج 6 ص 141. التحرير الطاوسي ص 284.</w:t>
      </w:r>
      <w:r>
        <w:rPr>
          <w:rFonts w:hint="cs"/>
          <w:rtl/>
        </w:rPr>
        <w:t xml:space="preserve"> </w:t>
      </w:r>
      <w:r w:rsidRPr="007E0B1D">
        <w:rPr>
          <w:rtl/>
        </w:rPr>
        <w:t xml:space="preserve">رجال الحلي </w:t>
      </w:r>
      <w:r w:rsidR="00D8054C">
        <w:rPr>
          <w:rtl/>
        </w:rPr>
        <w:t>(</w:t>
      </w:r>
      <w:r w:rsidRPr="007E0B1D">
        <w:rPr>
          <w:rtl/>
        </w:rPr>
        <w:t>قسم الثقات</w:t>
      </w:r>
      <w:r w:rsidR="00D8054C">
        <w:rPr>
          <w:rtl/>
        </w:rPr>
        <w:t>)</w:t>
      </w:r>
      <w:r w:rsidRPr="007E0B1D">
        <w:rPr>
          <w:rtl/>
        </w:rPr>
        <w:t xml:space="preserve"> ص 172. الوجيزة ص 56. رجال الأنصاري ص 191. اتقان المقال ص 140. الكنى والألقاب ج 3 ص 36. ميزان الاعتدال ج 4 ص 182. رجال النجاشي ص 297. الذريعة ج 5 ص 64 وص 141</w:t>
      </w:r>
      <w:r w:rsidR="00D8054C">
        <w:rPr>
          <w:rtl/>
        </w:rPr>
        <w:t>،</w:t>
      </w:r>
      <w:r w:rsidRPr="007E0B1D">
        <w:rPr>
          <w:rtl/>
        </w:rPr>
        <w:t xml:space="preserve"> وج 15 ص 52</w:t>
      </w:r>
      <w:r w:rsidR="00D8054C">
        <w:rPr>
          <w:rtl/>
        </w:rPr>
        <w:t>،</w:t>
      </w:r>
      <w:r w:rsidRPr="007E0B1D">
        <w:rPr>
          <w:rtl/>
        </w:rPr>
        <w:t xml:space="preserve"> وج 16 ص 1</w:t>
      </w:r>
      <w:r w:rsidR="00D8054C">
        <w:rPr>
          <w:rtl/>
        </w:rPr>
        <w:t>،</w:t>
      </w:r>
      <w:r w:rsidRPr="007E0B1D">
        <w:rPr>
          <w:rtl/>
        </w:rPr>
        <w:t xml:space="preserve"> وج 24 ص 429</w:t>
      </w:r>
      <w:r w:rsidR="00D8054C">
        <w:rPr>
          <w:rtl/>
        </w:rPr>
        <w:t>،</w:t>
      </w:r>
      <w:r w:rsidRPr="007E0B1D">
        <w:rPr>
          <w:rtl/>
        </w:rPr>
        <w:t xml:space="preserve"> وج 25 ص 12. نضد الايضاح ص 339. ريحانة الأدب </w:t>
      </w:r>
      <w:r w:rsidR="00D8054C">
        <w:rPr>
          <w:rtl/>
        </w:rPr>
        <w:t>(</w:t>
      </w:r>
      <w:r w:rsidRPr="007E0B1D">
        <w:rPr>
          <w:rtl/>
        </w:rPr>
        <w:t>فارسي</w:t>
      </w:r>
      <w:r w:rsidR="00D8054C">
        <w:rPr>
          <w:rtl/>
        </w:rPr>
        <w:t>)</w:t>
      </w:r>
      <w:r w:rsidRPr="007E0B1D">
        <w:rPr>
          <w:rtl/>
        </w:rPr>
        <w:t xml:space="preserve"> ج 4 ص 393. لسان الميزان ج 6 ص 90.</w:t>
      </w:r>
      <w:r>
        <w:rPr>
          <w:rFonts w:hint="cs"/>
          <w:rtl/>
        </w:rPr>
        <w:t xml:space="preserve"> </w:t>
      </w:r>
      <w:r w:rsidRPr="007E0B1D">
        <w:rPr>
          <w:rtl/>
        </w:rPr>
        <w:t>إيضاح الاشتباه ص 94. جامع الرواة ج 2 ص 264. هداية المحدثين ص 152.</w:t>
      </w:r>
      <w:r>
        <w:rPr>
          <w:rFonts w:hint="cs"/>
          <w:rtl/>
        </w:rPr>
        <w:t xml:space="preserve"> </w:t>
      </w:r>
      <w:r w:rsidRPr="007E0B1D">
        <w:rPr>
          <w:rtl/>
        </w:rPr>
        <w:t xml:space="preserve">رجال ابن داود </w:t>
      </w:r>
      <w:r w:rsidR="00D8054C">
        <w:rPr>
          <w:rtl/>
        </w:rPr>
        <w:t>(</w:t>
      </w:r>
      <w:r w:rsidRPr="007E0B1D">
        <w:rPr>
          <w:rtl/>
        </w:rPr>
        <w:t>قسم الثقات</w:t>
      </w:r>
      <w:r w:rsidR="00D8054C">
        <w:rPr>
          <w:rtl/>
        </w:rPr>
        <w:t>)</w:t>
      </w:r>
      <w:r w:rsidRPr="007E0B1D">
        <w:rPr>
          <w:rtl/>
        </w:rPr>
        <w:t xml:space="preserve"> ص 192. روضة المتقين ج 14 ص 461. منتهى المقال ص 311. وسائل الشيعة ج 20 ص 353. ثقات الرواة للشهرستاني ص 72.</w:t>
      </w:r>
    </w:p>
    <w:p w:rsidR="008867CD" w:rsidRPr="007E0B1D" w:rsidRDefault="008867CD" w:rsidP="008867CD">
      <w:pPr>
        <w:pStyle w:val="libCenterBold1"/>
        <w:rPr>
          <w:rtl/>
        </w:rPr>
      </w:pPr>
      <w:r w:rsidRPr="007E0B1D">
        <w:rPr>
          <w:rtl/>
        </w:rPr>
        <w:t>176</w:t>
      </w:r>
      <w:r w:rsidR="00D8054C">
        <w:rPr>
          <w:rtl/>
        </w:rPr>
        <w:t xml:space="preserve"> - </w:t>
      </w:r>
      <w:r w:rsidRPr="007E0B1D">
        <w:rPr>
          <w:rtl/>
        </w:rPr>
        <w:t>منصور بن العباس</w:t>
      </w:r>
    </w:p>
    <w:p w:rsidR="008867CD" w:rsidRPr="007E0B1D" w:rsidRDefault="008867CD" w:rsidP="008867CD">
      <w:pPr>
        <w:pStyle w:val="libNormal"/>
        <w:rPr>
          <w:rtl/>
        </w:rPr>
      </w:pPr>
      <w:r w:rsidRPr="007E0B1D">
        <w:rPr>
          <w:rtl/>
        </w:rPr>
        <w:t>منصور بن العباس الرازي</w:t>
      </w:r>
      <w:r w:rsidR="00D8054C">
        <w:rPr>
          <w:rtl/>
        </w:rPr>
        <w:t>،</w:t>
      </w:r>
      <w:r w:rsidRPr="007E0B1D">
        <w:rPr>
          <w:rtl/>
        </w:rPr>
        <w:t xml:space="preserve"> البغدادي</w:t>
      </w:r>
      <w:r w:rsidR="00D8054C">
        <w:rPr>
          <w:rtl/>
        </w:rPr>
        <w:t>،</w:t>
      </w:r>
      <w:r w:rsidRPr="007E0B1D">
        <w:rPr>
          <w:rtl/>
        </w:rPr>
        <w:t xml:space="preserve"> أبو الحسين</w:t>
      </w:r>
      <w:r w:rsidR="00D8054C">
        <w:rPr>
          <w:rtl/>
        </w:rPr>
        <w:t>،</w:t>
      </w:r>
      <w:r w:rsidRPr="007E0B1D">
        <w:rPr>
          <w:rtl/>
        </w:rPr>
        <w:t xml:space="preserve"> وقيل أبو الحسن.</w:t>
      </w:r>
    </w:p>
    <w:p w:rsidR="008867CD" w:rsidRPr="007E0B1D" w:rsidRDefault="008867CD" w:rsidP="008867CD">
      <w:pPr>
        <w:pStyle w:val="libNormal"/>
        <w:rPr>
          <w:rtl/>
        </w:rPr>
      </w:pPr>
      <w:r w:rsidRPr="007E0B1D">
        <w:rPr>
          <w:rtl/>
        </w:rPr>
        <w:t>محدث مضطرب الأمر</w:t>
      </w:r>
      <w:r w:rsidR="00D8054C">
        <w:rPr>
          <w:rtl/>
        </w:rPr>
        <w:t>،</w:t>
      </w:r>
      <w:r w:rsidRPr="007E0B1D">
        <w:rPr>
          <w:rtl/>
        </w:rPr>
        <w:t xml:space="preserve"> ينسب إليه كتاب « النوادر »</w:t>
      </w:r>
      <w:r>
        <w:rPr>
          <w:rtl/>
        </w:rPr>
        <w:t>.</w:t>
      </w:r>
    </w:p>
    <w:p w:rsidR="008867CD" w:rsidRPr="007E0B1D" w:rsidRDefault="008867CD" w:rsidP="008867CD">
      <w:pPr>
        <w:pStyle w:val="libNormal"/>
        <w:rPr>
          <w:rtl/>
        </w:rPr>
      </w:pPr>
      <w:r w:rsidRPr="007E0B1D">
        <w:rPr>
          <w:rtl/>
        </w:rPr>
        <w:t>كان أصله من الري</w:t>
      </w:r>
      <w:r w:rsidR="00D8054C">
        <w:rPr>
          <w:rtl/>
        </w:rPr>
        <w:t>،</w:t>
      </w:r>
      <w:r w:rsidRPr="007E0B1D">
        <w:rPr>
          <w:rtl/>
        </w:rPr>
        <w:t xml:space="preserve"> سكن بباب الكوفة ببغداد</w:t>
      </w:r>
      <w:r w:rsidR="00D8054C">
        <w:rPr>
          <w:rtl/>
        </w:rPr>
        <w:t>،</w:t>
      </w:r>
      <w:r w:rsidRPr="007E0B1D">
        <w:rPr>
          <w:rtl/>
        </w:rPr>
        <w:t xml:space="preserve"> وتوفي بها.</w:t>
      </w:r>
    </w:p>
    <w:p w:rsidR="008867CD" w:rsidRPr="007E0B1D" w:rsidRDefault="008867CD" w:rsidP="008867CD">
      <w:pPr>
        <w:pStyle w:val="libNormal"/>
        <w:rPr>
          <w:rtl/>
        </w:rPr>
      </w:pPr>
      <w:r w:rsidRPr="007E0B1D">
        <w:rPr>
          <w:rtl/>
        </w:rPr>
        <w:t xml:space="preserve">صحب الامامين الجواد والهادي </w:t>
      </w:r>
      <w:r w:rsidR="00D8054C" w:rsidRPr="00D8054C">
        <w:rPr>
          <w:rStyle w:val="libAlaemChar"/>
          <w:rtl/>
        </w:rPr>
        <w:t>عليهما‌السلام</w:t>
      </w:r>
      <w:r w:rsidRPr="007E0B1D">
        <w:rPr>
          <w:rtl/>
        </w:rPr>
        <w:t>.</w:t>
      </w:r>
    </w:p>
    <w:p w:rsidR="008867CD" w:rsidRPr="007E0B1D" w:rsidRDefault="008867CD" w:rsidP="008867CD">
      <w:pPr>
        <w:pStyle w:val="libNormal"/>
        <w:rPr>
          <w:rtl/>
        </w:rPr>
      </w:pPr>
      <w:r w:rsidRPr="007E0B1D">
        <w:rPr>
          <w:rtl/>
        </w:rPr>
        <w:t>تردد اسمه في 59 موردا في أسناد الروايات.</w:t>
      </w:r>
    </w:p>
    <w:p w:rsidR="008867CD" w:rsidRPr="007E0B1D" w:rsidRDefault="008867CD" w:rsidP="008867CD">
      <w:pPr>
        <w:pStyle w:val="libNormal"/>
        <w:rPr>
          <w:rtl/>
        </w:rPr>
      </w:pPr>
      <w:r w:rsidRPr="007E0B1D">
        <w:rPr>
          <w:rtl/>
        </w:rPr>
        <w:t>روى عنه اكثر من 15 راويا أمثال</w:t>
      </w:r>
      <w:r w:rsidR="00D8054C">
        <w:rPr>
          <w:rtl/>
        </w:rPr>
        <w:t>:</w:t>
      </w:r>
      <w:r w:rsidRPr="007E0B1D">
        <w:rPr>
          <w:rtl/>
        </w:rPr>
        <w:t xml:space="preserve"> أحمد بن محمّد البرقي</w:t>
      </w:r>
      <w:r w:rsidR="00D8054C">
        <w:rPr>
          <w:rtl/>
        </w:rPr>
        <w:t>،</w:t>
      </w:r>
      <w:r w:rsidRPr="007E0B1D">
        <w:rPr>
          <w:rtl/>
        </w:rPr>
        <w:t xml:space="preserve"> واسماعيل ابن مهران</w:t>
      </w:r>
      <w:r w:rsidR="00D8054C">
        <w:rPr>
          <w:rtl/>
        </w:rPr>
        <w:t>،</w:t>
      </w:r>
      <w:r w:rsidRPr="007E0B1D">
        <w:rPr>
          <w:rtl/>
        </w:rPr>
        <w:t xml:space="preserve"> وصفوان بن يحيى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407</w:t>
      </w:r>
      <w:r w:rsidR="00D8054C">
        <w:rPr>
          <w:rtl/>
        </w:rPr>
        <w:t>،</w:t>
      </w:r>
      <w:r w:rsidRPr="007E0B1D">
        <w:rPr>
          <w:rtl/>
        </w:rPr>
        <w:t xml:space="preserve"> وفي أصحاب الهادي</w:t>
      </w:r>
    </w:p>
    <w:p w:rsidR="00D8054C" w:rsidRDefault="00D8054C" w:rsidP="00D8054C">
      <w:pPr>
        <w:pStyle w:val="libNormal"/>
        <w:rPr>
          <w:rtl/>
        </w:rPr>
      </w:pPr>
      <w:r>
        <w:rPr>
          <w:rtl/>
        </w:rPr>
        <w:br w:type="page"/>
      </w:r>
    </w:p>
    <w:p w:rsidR="008867CD" w:rsidRPr="007E0B1D" w:rsidRDefault="00D8054C" w:rsidP="008867CD">
      <w:pPr>
        <w:pStyle w:val="libNormal0"/>
        <w:rPr>
          <w:rtl/>
        </w:rPr>
      </w:pPr>
      <w:r w:rsidRPr="00D8054C">
        <w:rPr>
          <w:rStyle w:val="libAlaemChar"/>
          <w:rtl/>
        </w:rPr>
        <w:lastRenderedPageBreak/>
        <w:t>عليه‌السلام</w:t>
      </w:r>
      <w:r w:rsidR="008867CD" w:rsidRPr="007E0B1D">
        <w:rPr>
          <w:rtl/>
        </w:rPr>
        <w:t xml:space="preserve"> ص 423</w:t>
      </w:r>
      <w:r>
        <w:rPr>
          <w:rtl/>
        </w:rPr>
        <w:t>،</w:t>
      </w:r>
      <w:r w:rsidR="008867CD" w:rsidRPr="007E0B1D">
        <w:rPr>
          <w:rtl/>
        </w:rPr>
        <w:t xml:space="preserve"> وفي من لم يرو عن الأئمة </w:t>
      </w:r>
      <w:r w:rsidRPr="00D8054C">
        <w:rPr>
          <w:rStyle w:val="libAlaemChar"/>
          <w:rtl/>
        </w:rPr>
        <w:t>عليهم‌السلام</w:t>
      </w:r>
      <w:r w:rsidR="008867CD" w:rsidRPr="007E0B1D">
        <w:rPr>
          <w:rtl/>
        </w:rPr>
        <w:t xml:space="preserve"> ص 515. تنقيح المقال ج 3 ص 250. كامل الزيارات ص 272. منهج المقال ص 346. اتقان المقال ص 375. معجم رجال الحديث ج 18 ص 349 وص 350. جامع الرواة ج 2 ص 267. نقد الرجال ص 354. روضة الكافي ص 162. رجال الكشي ص 180 وص 337 وص 463 وص 527. الوجيزة ص 56. هداية المحدثين ص 261. معالم العلماء ص 121. التهذيب ج 1 ص 432</w:t>
      </w:r>
      <w:r>
        <w:rPr>
          <w:rtl/>
        </w:rPr>
        <w:t>،</w:t>
      </w:r>
      <w:r w:rsidR="008867CD" w:rsidRPr="007E0B1D">
        <w:rPr>
          <w:rtl/>
        </w:rPr>
        <w:t xml:space="preserve"> وج 2 ص 345</w:t>
      </w:r>
      <w:r>
        <w:rPr>
          <w:rtl/>
        </w:rPr>
        <w:t>،</w:t>
      </w:r>
      <w:r w:rsidR="008867CD" w:rsidRPr="007E0B1D">
        <w:rPr>
          <w:rtl/>
        </w:rPr>
        <w:t xml:space="preserve"> وج 4 ص 179 وص 236</w:t>
      </w:r>
      <w:r>
        <w:rPr>
          <w:rtl/>
        </w:rPr>
        <w:t>،</w:t>
      </w:r>
      <w:r w:rsidR="008867CD" w:rsidRPr="007E0B1D">
        <w:rPr>
          <w:rtl/>
        </w:rPr>
        <w:t xml:space="preserve"> وج 5 ص 74 وص 238 وص 274 وص 451</w:t>
      </w:r>
      <w:r>
        <w:rPr>
          <w:rtl/>
        </w:rPr>
        <w:t>،</w:t>
      </w:r>
      <w:r w:rsidR="008867CD" w:rsidRPr="007E0B1D">
        <w:rPr>
          <w:rtl/>
        </w:rPr>
        <w:t xml:space="preserve"> وج 6 ص 71 وص 82 وص 295 وص 397</w:t>
      </w:r>
      <w:r>
        <w:rPr>
          <w:rtl/>
        </w:rPr>
        <w:t>،</w:t>
      </w:r>
      <w:r w:rsidR="008867CD" w:rsidRPr="007E0B1D">
        <w:rPr>
          <w:rtl/>
        </w:rPr>
        <w:t xml:space="preserve"> وج 7 ص 177 وص 227 وص 475</w:t>
      </w:r>
      <w:r>
        <w:rPr>
          <w:rtl/>
        </w:rPr>
        <w:t>،</w:t>
      </w:r>
      <w:r w:rsidR="008867CD" w:rsidRPr="007E0B1D">
        <w:rPr>
          <w:rtl/>
        </w:rPr>
        <w:t xml:space="preserve"> وج 9 ص 110 وص 120 وص 127</w:t>
      </w:r>
      <w:r>
        <w:rPr>
          <w:rtl/>
        </w:rPr>
        <w:t>،</w:t>
      </w:r>
      <w:r w:rsidR="008867CD" w:rsidRPr="007E0B1D">
        <w:rPr>
          <w:rtl/>
        </w:rPr>
        <w:t xml:space="preserve"> وج 10 ص 98 وغيرها. طرائف المقال ج 1 ص 362. منتهى المقال ص 311. رجال ابن داود </w:t>
      </w:r>
      <w:r>
        <w:rPr>
          <w:rtl/>
        </w:rPr>
        <w:t>(</w:t>
      </w:r>
      <w:r w:rsidR="008867CD" w:rsidRPr="007E0B1D">
        <w:rPr>
          <w:rtl/>
        </w:rPr>
        <w:t>قسم الضعفاء</w:t>
      </w:r>
      <w:r>
        <w:rPr>
          <w:rtl/>
        </w:rPr>
        <w:t>)</w:t>
      </w:r>
      <w:r w:rsidR="008867CD" w:rsidRPr="007E0B1D">
        <w:rPr>
          <w:rtl/>
        </w:rPr>
        <w:t xml:space="preserve"> ص 281.</w:t>
      </w:r>
      <w:r w:rsidR="008867CD">
        <w:rPr>
          <w:rFonts w:hint="cs"/>
          <w:rtl/>
        </w:rPr>
        <w:t xml:space="preserve"> </w:t>
      </w:r>
      <w:r w:rsidR="008867CD" w:rsidRPr="007E0B1D">
        <w:rPr>
          <w:rtl/>
        </w:rPr>
        <w:t>الكافي ج 1 ص 148 وص 331</w:t>
      </w:r>
      <w:r>
        <w:rPr>
          <w:rtl/>
        </w:rPr>
        <w:t>،</w:t>
      </w:r>
      <w:r w:rsidR="008867CD" w:rsidRPr="007E0B1D">
        <w:rPr>
          <w:rtl/>
        </w:rPr>
        <w:t xml:space="preserve"> وج 2 ص 226 وص 239 وص 460</w:t>
      </w:r>
      <w:r>
        <w:rPr>
          <w:rtl/>
        </w:rPr>
        <w:t>،</w:t>
      </w:r>
      <w:r w:rsidR="008867CD" w:rsidRPr="007E0B1D">
        <w:rPr>
          <w:rtl/>
        </w:rPr>
        <w:t xml:space="preserve"> وج 3 ص 356</w:t>
      </w:r>
      <w:r>
        <w:rPr>
          <w:rtl/>
        </w:rPr>
        <w:t>،</w:t>
      </w:r>
      <w:r w:rsidR="008867CD" w:rsidRPr="007E0B1D">
        <w:rPr>
          <w:rtl/>
        </w:rPr>
        <w:t xml:space="preserve"> وج 4 ص 65 وص 81 وص 130 وص 152 وص 189 وص 312 وص 344 وص 541 وص 546</w:t>
      </w:r>
      <w:r>
        <w:rPr>
          <w:rtl/>
        </w:rPr>
        <w:t>،</w:t>
      </w:r>
      <w:r w:rsidR="008867CD" w:rsidRPr="007E0B1D">
        <w:rPr>
          <w:rtl/>
        </w:rPr>
        <w:t xml:space="preserve"> وج 5 ص 236 وص 316 وص 327</w:t>
      </w:r>
      <w:r>
        <w:rPr>
          <w:rtl/>
        </w:rPr>
        <w:t>،</w:t>
      </w:r>
      <w:r w:rsidR="008867CD" w:rsidRPr="007E0B1D">
        <w:rPr>
          <w:rtl/>
        </w:rPr>
        <w:t xml:space="preserve"> وج 6 ص 241 وص 300 وص 317 وص 331 وص 374 وص 405 وص 426 وص 476 وص 479 وص 497 وص 526 وغيرها. رجال النجاشي ص 294.</w:t>
      </w:r>
      <w:r w:rsidR="008867CD">
        <w:rPr>
          <w:rFonts w:hint="cs"/>
          <w:rtl/>
        </w:rPr>
        <w:t xml:space="preserve"> </w:t>
      </w:r>
      <w:r w:rsidR="008867CD" w:rsidRPr="007E0B1D">
        <w:rPr>
          <w:rtl/>
        </w:rPr>
        <w:t xml:space="preserve">مجمع الرجال ج 6 ص 144. رجال الأنصاري ص 191. الخصال ص 89 وص 90 وص 118 وص 159. فهرست الطوسي ص 164. الاستبصار ج 2 ص 76 وص 102 وص 309. من لا يحضره الفقيه ج 2 ص 119. رجال الحلي </w:t>
      </w:r>
      <w:r>
        <w:rPr>
          <w:rtl/>
        </w:rPr>
        <w:t>(</w:t>
      </w:r>
      <w:r w:rsidR="008867CD" w:rsidRPr="007E0B1D">
        <w:rPr>
          <w:rtl/>
        </w:rPr>
        <w:t>قسم الضعفاء</w:t>
      </w:r>
      <w:r>
        <w:rPr>
          <w:rtl/>
        </w:rPr>
        <w:t>)</w:t>
      </w:r>
      <w:r w:rsidR="008867CD" w:rsidRPr="007E0B1D">
        <w:rPr>
          <w:rtl/>
        </w:rPr>
        <w:t xml:space="preserve"> ص 259.</w:t>
      </w:r>
    </w:p>
    <w:p w:rsidR="008867CD" w:rsidRPr="007E0B1D" w:rsidRDefault="008867CD" w:rsidP="008867CD">
      <w:pPr>
        <w:pStyle w:val="libCenterBold1"/>
        <w:rPr>
          <w:rtl/>
        </w:rPr>
      </w:pPr>
      <w:r w:rsidRPr="007E0B1D">
        <w:rPr>
          <w:rtl/>
        </w:rPr>
        <w:t>177</w:t>
      </w:r>
      <w:r w:rsidR="00D8054C">
        <w:rPr>
          <w:rtl/>
        </w:rPr>
        <w:t xml:space="preserve"> - </w:t>
      </w:r>
      <w:r w:rsidRPr="007E0B1D">
        <w:rPr>
          <w:rtl/>
        </w:rPr>
        <w:t>ابن مهران</w:t>
      </w:r>
    </w:p>
    <w:p w:rsidR="008867CD" w:rsidRPr="007E0B1D" w:rsidRDefault="008867CD" w:rsidP="008867CD">
      <w:pPr>
        <w:pStyle w:val="libNormal"/>
        <w:rPr>
          <w:rtl/>
        </w:rPr>
      </w:pPr>
      <w:r w:rsidRPr="007E0B1D">
        <w:rPr>
          <w:rtl/>
        </w:rPr>
        <w:t xml:space="preserve">محدث شهد تبادل الرسائل بين الامام الجواد </w:t>
      </w:r>
      <w:r w:rsidR="00D8054C" w:rsidRPr="00D8054C">
        <w:rPr>
          <w:rStyle w:val="libAlaemChar"/>
          <w:rtl/>
        </w:rPr>
        <w:t>عليه‌السلام</w:t>
      </w:r>
      <w:r w:rsidRPr="007E0B1D">
        <w:rPr>
          <w:rtl/>
        </w:rPr>
        <w:t xml:space="preserve"> وبعض الناس.</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روى عنه سهل بن زياد</w:t>
      </w:r>
      <w:r w:rsidR="00D8054C">
        <w:rPr>
          <w:rtl/>
        </w:rPr>
        <w:t>،</w:t>
      </w:r>
      <w:r w:rsidRPr="007E0B1D">
        <w:rPr>
          <w:rtl/>
        </w:rPr>
        <w:t xml:space="preserve"> وأحمد بن محمّد بن عيسى.</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3 ص 205 فيه</w:t>
      </w:r>
      <w:r w:rsidR="00D8054C">
        <w:rPr>
          <w:rtl/>
        </w:rPr>
        <w:t>:</w:t>
      </w:r>
      <w:r w:rsidRPr="007E0B1D">
        <w:rPr>
          <w:rtl/>
        </w:rPr>
        <w:t xml:space="preserve"> عن ابن مهران قال</w:t>
      </w:r>
      <w:r w:rsidR="00D8054C">
        <w:rPr>
          <w:rtl/>
        </w:rPr>
        <w:t>:</w:t>
      </w:r>
      <w:r w:rsidRPr="007E0B1D">
        <w:rPr>
          <w:rtl/>
        </w:rPr>
        <w:t xml:space="preserve"> كتب أبو جعفر الثاني </w:t>
      </w:r>
      <w:r w:rsidR="00D8054C" w:rsidRPr="00D8054C">
        <w:rPr>
          <w:rStyle w:val="libAlaemChar"/>
          <w:rtl/>
        </w:rPr>
        <w:t>عليه‌السلام</w:t>
      </w:r>
      <w:r w:rsidRPr="007E0B1D">
        <w:rPr>
          <w:rtl/>
        </w:rPr>
        <w:t xml:space="preserve"> الى رجل</w:t>
      </w:r>
      <w:r w:rsidR="00D8054C">
        <w:rPr>
          <w:rtl/>
        </w:rPr>
        <w:t xml:space="preserve"> ...</w:t>
      </w:r>
      <w:r>
        <w:rPr>
          <w:rtl/>
        </w:rPr>
        <w:t>.</w:t>
      </w:r>
      <w:r w:rsidRPr="007E0B1D">
        <w:rPr>
          <w:rtl/>
        </w:rPr>
        <w:t xml:space="preserve"> الخ</w:t>
      </w:r>
      <w:r w:rsidR="00D8054C">
        <w:rPr>
          <w:rtl/>
        </w:rPr>
        <w:t>،</w:t>
      </w:r>
      <w:r w:rsidRPr="007E0B1D">
        <w:rPr>
          <w:rtl/>
        </w:rPr>
        <w:t xml:space="preserve"> وص 218 وفيه</w:t>
      </w:r>
      <w:r w:rsidR="00D8054C">
        <w:rPr>
          <w:rtl/>
        </w:rPr>
        <w:t>:</w:t>
      </w:r>
      <w:r w:rsidRPr="007E0B1D">
        <w:rPr>
          <w:rtl/>
        </w:rPr>
        <w:t xml:space="preserve"> عن ابن مهران قال</w:t>
      </w:r>
      <w:r w:rsidR="00D8054C">
        <w:rPr>
          <w:rtl/>
        </w:rPr>
        <w:t>:</w:t>
      </w:r>
      <w:r w:rsidRPr="007E0B1D">
        <w:rPr>
          <w:rtl/>
        </w:rPr>
        <w:t xml:space="preserve"> كتب رجل الى أبي جعفر الثاني </w:t>
      </w:r>
      <w:r w:rsidR="00D8054C" w:rsidRPr="00D8054C">
        <w:rPr>
          <w:rStyle w:val="libAlaemChar"/>
          <w:rtl/>
        </w:rPr>
        <w:t>عليه‌السلام</w:t>
      </w:r>
      <w:r w:rsidRPr="007E0B1D">
        <w:rPr>
          <w:rtl/>
        </w:rPr>
        <w:t xml:space="preserve"> يشكو إليه مصابه بولده</w:t>
      </w:r>
      <w:r w:rsidR="00D8054C">
        <w:rPr>
          <w:rtl/>
        </w:rPr>
        <w:t xml:space="preserve"> ...</w:t>
      </w:r>
      <w:r>
        <w:rPr>
          <w:rtl/>
        </w:rPr>
        <w:t>.</w:t>
      </w:r>
      <w:r w:rsidRPr="007E0B1D">
        <w:rPr>
          <w:rtl/>
        </w:rPr>
        <w:t xml:space="preserve"> الخ</w:t>
      </w:r>
      <w:r w:rsidR="00D8054C">
        <w:rPr>
          <w:rtl/>
        </w:rPr>
        <w:t>،</w:t>
      </w:r>
      <w:r w:rsidRPr="007E0B1D">
        <w:rPr>
          <w:rtl/>
        </w:rPr>
        <w:t xml:space="preserve"> وص 504. أضبط المقال ص 471. معجم رجال الحديث ج 23 ص 46.</w:t>
      </w:r>
    </w:p>
    <w:p w:rsidR="008867CD" w:rsidRPr="007E0B1D" w:rsidRDefault="008867CD" w:rsidP="008867CD">
      <w:pPr>
        <w:pStyle w:val="libCenterBold1"/>
        <w:rPr>
          <w:rtl/>
        </w:rPr>
      </w:pPr>
      <w:r w:rsidRPr="007E0B1D">
        <w:rPr>
          <w:rtl/>
        </w:rPr>
        <w:t>178</w:t>
      </w:r>
      <w:r w:rsidR="00D8054C">
        <w:rPr>
          <w:rtl/>
        </w:rPr>
        <w:t xml:space="preserve"> - </w:t>
      </w:r>
      <w:r w:rsidRPr="007E0B1D">
        <w:rPr>
          <w:rtl/>
        </w:rPr>
        <w:t>المنقري</w:t>
      </w:r>
    </w:p>
    <w:p w:rsidR="008867CD" w:rsidRPr="007E0B1D" w:rsidRDefault="008867CD" w:rsidP="008867CD">
      <w:pPr>
        <w:pStyle w:val="libNormal"/>
        <w:rPr>
          <w:rtl/>
        </w:rPr>
      </w:pPr>
      <w:r w:rsidRPr="007E0B1D">
        <w:rPr>
          <w:rtl/>
        </w:rPr>
        <w:t>موسى بن داود المنقري.</w:t>
      </w:r>
    </w:p>
    <w:p w:rsidR="008867CD" w:rsidRPr="007E0B1D" w:rsidRDefault="008867CD" w:rsidP="008867CD">
      <w:pPr>
        <w:pStyle w:val="libNormal"/>
        <w:rPr>
          <w:rtl/>
        </w:rPr>
      </w:pPr>
      <w:r w:rsidRPr="007E0B1D">
        <w:rPr>
          <w:rtl/>
        </w:rPr>
        <w:t xml:space="preserve">لم أقف على تفاصيل أحواله سوى انه من أصحاب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405. معجم رجال الحديث ج 19 ص 42. تنقيح المقال ج 3 ص 255. منهج المقال ص 348. طرائف المقال ج 1 ص 363. نقد الرجال ص 357. مجمع الرجال ج 6 ص 154. منتهى المقال ص 313.</w:t>
      </w:r>
    </w:p>
    <w:p w:rsidR="008867CD" w:rsidRPr="007E0B1D" w:rsidRDefault="008867CD" w:rsidP="008867CD">
      <w:pPr>
        <w:pStyle w:val="libCenterBold1"/>
        <w:rPr>
          <w:rtl/>
        </w:rPr>
      </w:pPr>
      <w:r w:rsidRPr="007E0B1D">
        <w:rPr>
          <w:rtl/>
        </w:rPr>
        <w:t>179</w:t>
      </w:r>
      <w:r w:rsidR="00D8054C">
        <w:rPr>
          <w:rtl/>
        </w:rPr>
        <w:t xml:space="preserve"> - </w:t>
      </w:r>
      <w:r w:rsidRPr="007E0B1D">
        <w:rPr>
          <w:rtl/>
        </w:rPr>
        <w:t>اليعقوبي</w:t>
      </w:r>
    </w:p>
    <w:p w:rsidR="008867CD" w:rsidRPr="007E0B1D" w:rsidRDefault="008867CD" w:rsidP="008867CD">
      <w:pPr>
        <w:pStyle w:val="libNormal"/>
        <w:rPr>
          <w:rtl/>
        </w:rPr>
      </w:pPr>
      <w:r w:rsidRPr="007E0B1D">
        <w:rPr>
          <w:rtl/>
        </w:rPr>
        <w:t>موسى بن داود اليعقوبي.</w:t>
      </w:r>
    </w:p>
    <w:p w:rsidR="008867CD" w:rsidRPr="007E0B1D" w:rsidRDefault="008867CD" w:rsidP="008867CD">
      <w:pPr>
        <w:pStyle w:val="libNormal"/>
        <w:rPr>
          <w:rtl/>
        </w:rPr>
      </w:pPr>
      <w:r w:rsidRPr="007E0B1D">
        <w:rPr>
          <w:rtl/>
        </w:rPr>
        <w:t xml:space="preserve">لم أعرف عن أحواله سوى انه صحب الامامين الجواد والهادي </w:t>
      </w:r>
      <w:r w:rsidR="00D8054C" w:rsidRPr="00D8054C">
        <w:rPr>
          <w:rStyle w:val="libAlaemChar"/>
          <w:rtl/>
        </w:rPr>
        <w:t>عليهما‌السلام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Bold1"/>
        <w:rPr>
          <w:rtl/>
        </w:rPr>
      </w:pPr>
      <w:r w:rsidRPr="007E0B1D">
        <w:rPr>
          <w:rtl/>
        </w:rPr>
        <w:lastRenderedPageBreak/>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407</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424. رجال البرقي في أصحاب الجواد </w:t>
      </w:r>
      <w:r w:rsidR="00D8054C" w:rsidRPr="00D8054C">
        <w:rPr>
          <w:rStyle w:val="libAlaemChar"/>
          <w:rtl/>
        </w:rPr>
        <w:t>عليه‌السلام</w:t>
      </w:r>
      <w:r w:rsidRPr="007E0B1D">
        <w:rPr>
          <w:rtl/>
        </w:rPr>
        <w:t xml:space="preserve"> ص 57. نقد الرجال ص 357. معجم رجال الحديث ج 19 ص 42. تنقيح المقال ج 3 ص 255 وفيه</w:t>
      </w:r>
      <w:r w:rsidR="00D8054C">
        <w:rPr>
          <w:rtl/>
        </w:rPr>
        <w:t>:</w:t>
      </w:r>
      <w:r>
        <w:rPr>
          <w:rFonts w:hint="cs"/>
          <w:rtl/>
        </w:rPr>
        <w:t xml:space="preserve"> </w:t>
      </w:r>
      <w:r w:rsidRPr="007E0B1D">
        <w:rPr>
          <w:rtl/>
        </w:rPr>
        <w:t>وظاهره كونه اماميا الا ان حاله مجهول. منهج المقال ص 348. مجمع الرجال ج 6 ص 155. طرائف المقال ج 1 ص 363. جامع الرواة ج 2 ص 276. منتهى المقال ص 313.</w:t>
      </w:r>
    </w:p>
    <w:p w:rsidR="008867CD" w:rsidRPr="007E0B1D" w:rsidRDefault="008867CD" w:rsidP="008867CD">
      <w:pPr>
        <w:pStyle w:val="libCenterBold1"/>
        <w:rPr>
          <w:rtl/>
        </w:rPr>
      </w:pPr>
      <w:r w:rsidRPr="007E0B1D">
        <w:rPr>
          <w:rtl/>
        </w:rPr>
        <w:t>180</w:t>
      </w:r>
      <w:r w:rsidR="00D8054C">
        <w:rPr>
          <w:rtl/>
        </w:rPr>
        <w:t xml:space="preserve"> - </w:t>
      </w:r>
      <w:r w:rsidRPr="007E0B1D">
        <w:rPr>
          <w:rtl/>
        </w:rPr>
        <w:t>موسى بن عبد الله</w:t>
      </w:r>
    </w:p>
    <w:p w:rsidR="008867CD" w:rsidRPr="007E0B1D" w:rsidRDefault="008867CD" w:rsidP="008867CD">
      <w:pPr>
        <w:pStyle w:val="libNormal"/>
        <w:rPr>
          <w:rtl/>
        </w:rPr>
      </w:pPr>
      <w:r w:rsidRPr="007E0B1D">
        <w:rPr>
          <w:rtl/>
        </w:rPr>
        <w:t>موسى بن عبد الله بن عبد الملك بن هشام.</w:t>
      </w:r>
    </w:p>
    <w:p w:rsidR="008867CD" w:rsidRPr="007E0B1D" w:rsidRDefault="008867CD" w:rsidP="008867CD">
      <w:pPr>
        <w:pStyle w:val="libNormal"/>
        <w:rPr>
          <w:rtl/>
        </w:rPr>
      </w:pPr>
      <w:r w:rsidRPr="007E0B1D">
        <w:rPr>
          <w:rtl/>
        </w:rPr>
        <w:t xml:space="preserve">مجهول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405. تنقيح المقال ج 3 ص 257 وفيه</w:t>
      </w:r>
      <w:r w:rsidR="00D8054C">
        <w:rPr>
          <w:rtl/>
        </w:rPr>
        <w:t>:</w:t>
      </w:r>
      <w:r w:rsidRPr="007E0B1D">
        <w:rPr>
          <w:rtl/>
        </w:rPr>
        <w:t xml:space="preserve"> وظاهره كونه اماميا الا ان حاله مجهول. معجم رجال الحديث ج 19 ص 52. منهج المقال ص 348. نقد الرجال ص 358. جامع الرواة ج 2 ص 278. مجمع الرجال ج 6 ص 157. طرائف المقال ج 1 ص 364. منتهى المقال ص 313 وفيه من أصحاب الصادق </w:t>
      </w:r>
      <w:r w:rsidR="00D8054C" w:rsidRPr="00D8054C">
        <w:rPr>
          <w:rStyle w:val="libAlaemChar"/>
          <w:rtl/>
        </w:rPr>
        <w:t>عليه‌السلام</w:t>
      </w:r>
      <w:r w:rsidRPr="007E0B1D">
        <w:rPr>
          <w:rtl/>
        </w:rPr>
        <w:t>.</w:t>
      </w:r>
    </w:p>
    <w:p w:rsidR="008867CD" w:rsidRPr="007E0B1D" w:rsidRDefault="008867CD" w:rsidP="008867CD">
      <w:pPr>
        <w:pStyle w:val="libCenterBold1"/>
        <w:rPr>
          <w:rtl/>
        </w:rPr>
      </w:pPr>
      <w:r w:rsidRPr="007E0B1D">
        <w:rPr>
          <w:rtl/>
        </w:rPr>
        <w:t>181</w:t>
      </w:r>
      <w:r w:rsidR="00D8054C">
        <w:rPr>
          <w:rtl/>
        </w:rPr>
        <w:t xml:space="preserve"> - </w:t>
      </w:r>
      <w:r w:rsidRPr="007E0B1D">
        <w:rPr>
          <w:rtl/>
        </w:rPr>
        <w:t>موسى بن عبد الملك</w:t>
      </w:r>
    </w:p>
    <w:p w:rsidR="008867CD" w:rsidRPr="007E0B1D" w:rsidRDefault="008867CD" w:rsidP="008867CD">
      <w:pPr>
        <w:pStyle w:val="libNormal"/>
        <w:rPr>
          <w:rtl/>
        </w:rPr>
      </w:pPr>
      <w:r w:rsidRPr="007E0B1D">
        <w:rPr>
          <w:rtl/>
        </w:rPr>
        <w:t>محدث</w:t>
      </w:r>
      <w:r w:rsidR="00D8054C">
        <w:rPr>
          <w:rtl/>
        </w:rPr>
        <w:t>،</w:t>
      </w:r>
      <w:r w:rsidRPr="007E0B1D">
        <w:rPr>
          <w:rtl/>
        </w:rPr>
        <w:t xml:space="preserve"> روى عن الامام الجواد </w:t>
      </w:r>
      <w:r w:rsidR="00D8054C" w:rsidRPr="00D8054C">
        <w:rPr>
          <w:rStyle w:val="libAlaemChar"/>
          <w:rtl/>
        </w:rPr>
        <w:t>عليه‌السلام</w:t>
      </w:r>
      <w:r w:rsidRPr="007E0B1D">
        <w:rPr>
          <w:rtl/>
        </w:rPr>
        <w:t xml:space="preserve"> مكاتبة.</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روى عنه اسحاق بن ابراهيم</w:t>
      </w:r>
      <w:r w:rsidR="00D8054C">
        <w:rPr>
          <w:rtl/>
        </w:rPr>
        <w:t>،</w:t>
      </w:r>
      <w:r w:rsidRPr="007E0B1D">
        <w:rPr>
          <w:rtl/>
        </w:rPr>
        <w:t xml:space="preserve"> وأحمد بن محمّد بن عيسى</w:t>
      </w:r>
      <w:r w:rsidR="00D8054C">
        <w:rPr>
          <w:rtl/>
        </w:rPr>
        <w:t>،</w:t>
      </w:r>
      <w:r w:rsidRPr="007E0B1D">
        <w:rPr>
          <w:rtl/>
        </w:rPr>
        <w:t xml:space="preserve"> والحسن بن علي بن يقطين.</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56. الاستبصار ج 3 ص 52 وص 243. عيون أخبار الرضا </w:t>
      </w:r>
      <w:r w:rsidR="00D8054C" w:rsidRPr="00D8054C">
        <w:rPr>
          <w:rStyle w:val="libAlaemChar"/>
          <w:rtl/>
        </w:rPr>
        <w:t>عليه‌السلام</w:t>
      </w:r>
      <w:r w:rsidRPr="007E0B1D">
        <w:rPr>
          <w:rtl/>
        </w:rPr>
        <w:t xml:space="preserve"> ج 2 ص 149. تنقيح المقال ج 3 ص 257.</w:t>
      </w:r>
      <w:r>
        <w:rPr>
          <w:rFonts w:hint="cs"/>
          <w:rtl/>
        </w:rPr>
        <w:t xml:space="preserve"> </w:t>
      </w:r>
      <w:r w:rsidRPr="007E0B1D">
        <w:rPr>
          <w:rtl/>
        </w:rPr>
        <w:t xml:space="preserve">معجم رجال الحديث ج 19 ص 52. خاتمة المستدرك ص 852. جامع الرواة ج 2 ص 278. التهذيب ج 6 ص 348 وفيه يسأل المترجم له الامام الجواد </w:t>
      </w:r>
      <w:r w:rsidR="00D8054C" w:rsidRPr="00D8054C">
        <w:rPr>
          <w:rStyle w:val="libAlaemChar"/>
          <w:rtl/>
        </w:rPr>
        <w:t>عليه‌السلام</w:t>
      </w:r>
      <w:r w:rsidRPr="007E0B1D">
        <w:rPr>
          <w:rtl/>
        </w:rPr>
        <w:t xml:space="preserve"> مكاتبة مسألة شرعية</w:t>
      </w:r>
      <w:r w:rsidR="00D8054C">
        <w:rPr>
          <w:rtl/>
        </w:rPr>
        <w:t>،</w:t>
      </w:r>
      <w:r w:rsidRPr="007E0B1D">
        <w:rPr>
          <w:rtl/>
        </w:rPr>
        <w:t xml:space="preserve"> وج 7 ص 414.</w:t>
      </w:r>
    </w:p>
    <w:p w:rsidR="008867CD" w:rsidRPr="007E0B1D" w:rsidRDefault="008867CD" w:rsidP="008867CD">
      <w:pPr>
        <w:pStyle w:val="libCenterBold1"/>
        <w:rPr>
          <w:rtl/>
        </w:rPr>
      </w:pPr>
      <w:r w:rsidRPr="007E0B1D">
        <w:rPr>
          <w:rtl/>
        </w:rPr>
        <w:t>182</w:t>
      </w:r>
      <w:r w:rsidR="00D8054C">
        <w:rPr>
          <w:rtl/>
        </w:rPr>
        <w:t xml:space="preserve"> - </w:t>
      </w:r>
      <w:r w:rsidRPr="007E0B1D">
        <w:rPr>
          <w:rtl/>
        </w:rPr>
        <w:t>ابن بزيع</w:t>
      </w:r>
    </w:p>
    <w:p w:rsidR="008867CD" w:rsidRPr="007E0B1D" w:rsidRDefault="008867CD" w:rsidP="008867CD">
      <w:pPr>
        <w:pStyle w:val="libNormal"/>
        <w:rPr>
          <w:rtl/>
        </w:rPr>
      </w:pPr>
      <w:r w:rsidRPr="007E0B1D">
        <w:rPr>
          <w:rtl/>
        </w:rPr>
        <w:t>موسى بن عمر بن بزيع الكوفي</w:t>
      </w:r>
      <w:r w:rsidR="00D8054C">
        <w:rPr>
          <w:rtl/>
        </w:rPr>
        <w:t>،</w:t>
      </w:r>
      <w:r w:rsidRPr="007E0B1D">
        <w:rPr>
          <w:rtl/>
        </w:rPr>
        <w:t xml:space="preserve"> مولى المنصور.</w:t>
      </w:r>
    </w:p>
    <w:p w:rsidR="008867CD" w:rsidRPr="007E0B1D" w:rsidRDefault="008867CD" w:rsidP="008867CD">
      <w:pPr>
        <w:pStyle w:val="libNormal"/>
        <w:rPr>
          <w:rtl/>
        </w:rPr>
      </w:pPr>
      <w:r w:rsidRPr="007E0B1D">
        <w:rPr>
          <w:rtl/>
        </w:rPr>
        <w:t>محدث امامي ثقة</w:t>
      </w:r>
      <w:r w:rsidR="00D8054C">
        <w:rPr>
          <w:rtl/>
        </w:rPr>
        <w:t>،</w:t>
      </w:r>
      <w:r w:rsidRPr="007E0B1D">
        <w:rPr>
          <w:rtl/>
        </w:rPr>
        <w:t xml:space="preserve"> له كتاب « النوادر »</w:t>
      </w:r>
      <w:r>
        <w:rPr>
          <w:rtl/>
        </w:rPr>
        <w:t>.</w:t>
      </w:r>
    </w:p>
    <w:p w:rsidR="008867CD" w:rsidRPr="007E0B1D" w:rsidRDefault="008867CD" w:rsidP="008867CD">
      <w:pPr>
        <w:pStyle w:val="libNormal"/>
        <w:rPr>
          <w:rtl/>
        </w:rPr>
      </w:pPr>
      <w:r w:rsidRPr="007E0B1D">
        <w:rPr>
          <w:rtl/>
        </w:rPr>
        <w:t xml:space="preserve">صحب كلا من الأئمة الرضا والجواد والهادي </w:t>
      </w:r>
      <w:r w:rsidR="00D8054C" w:rsidRPr="00D8054C">
        <w:rPr>
          <w:rStyle w:val="libAlaemChar"/>
          <w:rtl/>
        </w:rPr>
        <w:t>عليهم‌السلام</w:t>
      </w:r>
      <w:r w:rsidRPr="007E0B1D">
        <w:rPr>
          <w:rtl/>
        </w:rPr>
        <w:t xml:space="preserve"> وروى عنهم.</w:t>
      </w:r>
    </w:p>
    <w:p w:rsidR="008867CD" w:rsidRPr="007E0B1D" w:rsidRDefault="008867CD" w:rsidP="008867CD">
      <w:pPr>
        <w:pStyle w:val="libNormal"/>
        <w:rPr>
          <w:rtl/>
        </w:rPr>
      </w:pPr>
      <w:r w:rsidRPr="007E0B1D">
        <w:rPr>
          <w:rtl/>
        </w:rPr>
        <w:t>روى عنه الهيثم بن أبي مسروق النهدي</w:t>
      </w:r>
      <w:r w:rsidR="00D8054C">
        <w:rPr>
          <w:rtl/>
        </w:rPr>
        <w:t>،</w:t>
      </w:r>
      <w:r w:rsidRPr="007E0B1D">
        <w:rPr>
          <w:rtl/>
        </w:rPr>
        <w:t xml:space="preserve"> ويحيى بن زكريا</w:t>
      </w:r>
      <w:r w:rsidR="00D8054C">
        <w:rPr>
          <w:rtl/>
        </w:rPr>
        <w:t>،</w:t>
      </w:r>
      <w:r w:rsidRPr="007E0B1D">
        <w:rPr>
          <w:rtl/>
        </w:rPr>
        <w:t xml:space="preserve"> وعبد الرحمن بن حماد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405</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423. تنقيح المقال ج 3 ص 257. معجم رجال الحديث ج 19 ص 56. إيضاح الاشتباه ص 93. نضد الايضاح ص 343. رجال الحلي </w:t>
      </w:r>
      <w:r w:rsidR="00D8054C">
        <w:rPr>
          <w:rtl/>
        </w:rPr>
        <w:t>(</w:t>
      </w:r>
      <w:r w:rsidRPr="007E0B1D">
        <w:rPr>
          <w:rtl/>
        </w:rPr>
        <w:t>قسم الثقات</w:t>
      </w:r>
      <w:r w:rsidR="00D8054C">
        <w:rPr>
          <w:rtl/>
        </w:rPr>
        <w:t>)</w:t>
      </w:r>
      <w:r w:rsidRPr="007E0B1D">
        <w:rPr>
          <w:rtl/>
        </w:rPr>
        <w:t xml:space="preserve"> ص 165. منهج المقال ص 348. روضة الكافي ص 147. مجمع</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الرجال ج 6 ص 158. الوجيزة ص 56. بهجة الآمال ج 7 ص 112. رجال البرقي في أصحاب الجواد </w:t>
      </w:r>
      <w:r w:rsidR="00D8054C" w:rsidRPr="00D8054C">
        <w:rPr>
          <w:rStyle w:val="libAlaemChar"/>
          <w:rtl/>
        </w:rPr>
        <w:t>عليه‌السلام</w:t>
      </w:r>
      <w:r w:rsidRPr="007E0B1D">
        <w:rPr>
          <w:rtl/>
        </w:rPr>
        <w:t xml:space="preserve"> ص 57. اتقان المقال ص 140. فهرست الطوسي ص 164. جامع الرواة ج 2 ص 278. معجم الثقات ص 125. رجال ابن داود </w:t>
      </w:r>
      <w:r w:rsidR="00D8054C">
        <w:rPr>
          <w:rtl/>
        </w:rPr>
        <w:t>(</w:t>
      </w:r>
      <w:r w:rsidRPr="007E0B1D">
        <w:rPr>
          <w:rtl/>
        </w:rPr>
        <w:t>قسم الثقات</w:t>
      </w:r>
      <w:r w:rsidR="00D8054C">
        <w:rPr>
          <w:rtl/>
        </w:rPr>
        <w:t>)</w:t>
      </w:r>
      <w:r w:rsidRPr="007E0B1D">
        <w:rPr>
          <w:rtl/>
        </w:rPr>
        <w:t xml:space="preserve"> ص 194. نقد الرجال ص 358. أضبط المقال ص 542. رجال النجاشي ص 292. هداية المحدثين ص 262. من لا يحضره الفقيه ج 1 ص 166. وسائل الشيعة ج 20 ص 355. رجال الأنصاري ص 193. التهذيب ج 2 ص 214</w:t>
      </w:r>
      <w:r w:rsidR="00D8054C">
        <w:rPr>
          <w:rtl/>
        </w:rPr>
        <w:t>،</w:t>
      </w:r>
      <w:r w:rsidRPr="007E0B1D">
        <w:rPr>
          <w:rtl/>
        </w:rPr>
        <w:t xml:space="preserve"> وج 7 ص 226. روضة المتقين ج 14 ص 463. طرائف المقال ج 1 ص 364. الاستبصار ج 1 ص 388. منتهى المقال ص 313. الكافي ج 5 ص 314. معالم العلماء ص 121. ثقات الرواة للشهرستاني ص 72.</w:t>
      </w:r>
    </w:p>
    <w:p w:rsidR="008867CD" w:rsidRPr="007E0B1D" w:rsidRDefault="008867CD" w:rsidP="008867CD">
      <w:pPr>
        <w:pStyle w:val="libCenterBold1"/>
        <w:rPr>
          <w:rtl/>
        </w:rPr>
      </w:pPr>
      <w:r w:rsidRPr="007E0B1D">
        <w:rPr>
          <w:rtl/>
        </w:rPr>
        <w:t>183</w:t>
      </w:r>
      <w:r w:rsidR="00D8054C">
        <w:rPr>
          <w:rtl/>
        </w:rPr>
        <w:t xml:space="preserve"> - </w:t>
      </w:r>
      <w:r w:rsidRPr="007E0B1D">
        <w:rPr>
          <w:rtl/>
        </w:rPr>
        <w:t>موسى بن القاسم</w:t>
      </w:r>
    </w:p>
    <w:p w:rsidR="008867CD" w:rsidRPr="007E0B1D" w:rsidRDefault="008867CD" w:rsidP="008867CD">
      <w:pPr>
        <w:pStyle w:val="libNormal"/>
        <w:rPr>
          <w:rtl/>
        </w:rPr>
      </w:pPr>
      <w:r w:rsidRPr="007E0B1D">
        <w:rPr>
          <w:rtl/>
        </w:rPr>
        <w:t>موسى بن القاسم بن معاوية بن وهب البجلي</w:t>
      </w:r>
      <w:r w:rsidR="00D8054C">
        <w:rPr>
          <w:rtl/>
        </w:rPr>
        <w:t>،</w:t>
      </w:r>
      <w:r w:rsidRPr="007E0B1D">
        <w:rPr>
          <w:rtl/>
        </w:rPr>
        <w:t xml:space="preserve"> الكوفي</w:t>
      </w:r>
      <w:r w:rsidR="00D8054C">
        <w:rPr>
          <w:rtl/>
        </w:rPr>
        <w:t>،</w:t>
      </w:r>
      <w:r w:rsidRPr="007E0B1D">
        <w:rPr>
          <w:rtl/>
        </w:rPr>
        <w:t xml:space="preserve"> الملقب بالمجلي</w:t>
      </w:r>
      <w:r w:rsidR="00D8054C">
        <w:rPr>
          <w:rtl/>
        </w:rPr>
        <w:t>،</w:t>
      </w:r>
      <w:r w:rsidRPr="007E0B1D">
        <w:rPr>
          <w:rtl/>
        </w:rPr>
        <w:t xml:space="preserve"> أبو عبد الله.</w:t>
      </w:r>
    </w:p>
    <w:p w:rsidR="008867CD" w:rsidRPr="007E0B1D" w:rsidRDefault="008867CD" w:rsidP="008867CD">
      <w:pPr>
        <w:pStyle w:val="libNormal"/>
        <w:rPr>
          <w:rtl/>
        </w:rPr>
      </w:pPr>
      <w:r w:rsidRPr="007E0B1D">
        <w:rPr>
          <w:rtl/>
        </w:rPr>
        <w:t>محدث شيعي امامي ثقة</w:t>
      </w:r>
      <w:r w:rsidR="00D8054C">
        <w:rPr>
          <w:rtl/>
        </w:rPr>
        <w:t>،</w:t>
      </w:r>
      <w:r w:rsidRPr="007E0B1D">
        <w:rPr>
          <w:rtl/>
        </w:rPr>
        <w:t xml:space="preserve"> حسن الطريقة</w:t>
      </w:r>
      <w:r w:rsidR="00D8054C">
        <w:rPr>
          <w:rtl/>
        </w:rPr>
        <w:t>،</w:t>
      </w:r>
      <w:r w:rsidRPr="007E0B1D">
        <w:rPr>
          <w:rtl/>
        </w:rPr>
        <w:t xml:space="preserve"> واضح الحديث</w:t>
      </w:r>
      <w:r w:rsidR="00D8054C">
        <w:rPr>
          <w:rtl/>
        </w:rPr>
        <w:t>،</w:t>
      </w:r>
      <w:r w:rsidRPr="007E0B1D">
        <w:rPr>
          <w:rtl/>
        </w:rPr>
        <w:t xml:space="preserve"> جليل القدر</w:t>
      </w:r>
      <w:r w:rsidR="00D8054C">
        <w:rPr>
          <w:rtl/>
        </w:rPr>
        <w:t>،</w:t>
      </w:r>
      <w:r w:rsidRPr="007E0B1D">
        <w:rPr>
          <w:rtl/>
        </w:rPr>
        <w:t xml:space="preserve"> له كتب كثيرة.</w:t>
      </w:r>
    </w:p>
    <w:p w:rsidR="008867CD" w:rsidRPr="007E0B1D" w:rsidRDefault="008867CD" w:rsidP="008867CD">
      <w:pPr>
        <w:pStyle w:val="libNormal"/>
        <w:rPr>
          <w:rtl/>
        </w:rPr>
      </w:pPr>
      <w:r w:rsidRPr="007E0B1D">
        <w:rPr>
          <w:rtl/>
        </w:rPr>
        <w:t xml:space="preserve">صحب الامامين الرضا والجواد </w:t>
      </w:r>
      <w:r w:rsidR="00D8054C" w:rsidRPr="00D8054C">
        <w:rPr>
          <w:rStyle w:val="libAlaemChar"/>
          <w:rtl/>
        </w:rPr>
        <w:t>عليهما‌السلام</w:t>
      </w:r>
      <w:r w:rsidR="00D8054C">
        <w:rPr>
          <w:rtl/>
        </w:rPr>
        <w:t>،</w:t>
      </w:r>
      <w:r w:rsidRPr="007E0B1D">
        <w:rPr>
          <w:rtl/>
        </w:rPr>
        <w:t xml:space="preserve"> وروى عن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تردد اسمه في 945 موردا في أسناد الروايات.</w:t>
      </w:r>
    </w:p>
    <w:p w:rsidR="008867CD" w:rsidRPr="007E0B1D" w:rsidRDefault="008867CD" w:rsidP="008867CD">
      <w:pPr>
        <w:pStyle w:val="libNormal"/>
        <w:rPr>
          <w:rtl/>
        </w:rPr>
      </w:pPr>
      <w:r w:rsidRPr="007E0B1D">
        <w:rPr>
          <w:rtl/>
        </w:rPr>
        <w:t>روى عنه اكثر من 14 راويا مثل</w:t>
      </w:r>
      <w:r w:rsidR="00D8054C">
        <w:rPr>
          <w:rtl/>
        </w:rPr>
        <w:t>:</w:t>
      </w:r>
      <w:r w:rsidRPr="007E0B1D">
        <w:rPr>
          <w:rtl/>
        </w:rPr>
        <w:t xml:space="preserve"> أحمد بن محمّد بن عيسى</w:t>
      </w:r>
      <w:r w:rsidR="00D8054C">
        <w:rPr>
          <w:rtl/>
        </w:rPr>
        <w:t>،</w:t>
      </w:r>
      <w:r w:rsidRPr="007E0B1D">
        <w:rPr>
          <w:rtl/>
        </w:rPr>
        <w:t xml:space="preserve"> ومحمّد بن الحسين بن أبي الخطاب</w:t>
      </w:r>
      <w:r w:rsidR="00D8054C">
        <w:rPr>
          <w:rtl/>
        </w:rPr>
        <w:t>،</w:t>
      </w:r>
      <w:r w:rsidRPr="007E0B1D">
        <w:rPr>
          <w:rtl/>
        </w:rPr>
        <w:t xml:space="preserve"> وأحمد بن أبي عبد الله البرقي وغيرهم.</w:t>
      </w:r>
    </w:p>
    <w:p w:rsidR="008867CD" w:rsidRPr="007E0B1D" w:rsidRDefault="008867CD" w:rsidP="008867CD">
      <w:pPr>
        <w:pStyle w:val="libNormal"/>
        <w:rPr>
          <w:rtl/>
        </w:rPr>
      </w:pPr>
      <w:r w:rsidRPr="007E0B1D">
        <w:rPr>
          <w:rtl/>
        </w:rPr>
        <w:t>اثاره تربو على الثلاثين كتابا منها</w:t>
      </w:r>
      <w:r w:rsidR="00D8054C">
        <w:rPr>
          <w:rtl/>
        </w:rPr>
        <w:t>:</w:t>
      </w:r>
      <w:r w:rsidRPr="007E0B1D">
        <w:rPr>
          <w:rtl/>
        </w:rPr>
        <w:t xml:space="preserve"> « الحج »</w:t>
      </w:r>
      <w:r w:rsidR="00D8054C">
        <w:rPr>
          <w:rtl/>
        </w:rPr>
        <w:t>،</w:t>
      </w:r>
      <w:r w:rsidRPr="007E0B1D">
        <w:rPr>
          <w:rtl/>
        </w:rPr>
        <w:t xml:space="preserve"> </w:t>
      </w:r>
      <w:r>
        <w:rPr>
          <w:rtl/>
        </w:rPr>
        <w:t>و «</w:t>
      </w:r>
      <w:r w:rsidRPr="007E0B1D">
        <w:rPr>
          <w:rtl/>
        </w:rPr>
        <w:t xml:space="preserve"> الجامع في الحديث »</w:t>
      </w:r>
      <w:r w:rsidR="00D8054C">
        <w:rPr>
          <w:rtl/>
        </w:rPr>
        <w:t>،</w:t>
      </w:r>
      <w:r w:rsidRPr="007E0B1D">
        <w:rPr>
          <w:rtl/>
        </w:rPr>
        <w:t xml:space="preserve"> </w:t>
      </w:r>
      <w:r>
        <w:rPr>
          <w:rtl/>
        </w:rPr>
        <w:t>و «</w:t>
      </w:r>
      <w:r w:rsidRPr="007E0B1D">
        <w:rPr>
          <w:rtl/>
        </w:rPr>
        <w:t xml:space="preserve"> الصلاة »</w:t>
      </w:r>
      <w:r w:rsidR="00D8054C">
        <w:rPr>
          <w:rtl/>
        </w:rPr>
        <w:t>،</w:t>
      </w:r>
      <w:r w:rsidRPr="007E0B1D">
        <w:rPr>
          <w:rtl/>
        </w:rPr>
        <w:t xml:space="preserve"> </w:t>
      </w:r>
      <w:r>
        <w:rPr>
          <w:rtl/>
        </w:rPr>
        <w:t>و «</w:t>
      </w:r>
      <w:r w:rsidRPr="007E0B1D">
        <w:rPr>
          <w:rtl/>
        </w:rPr>
        <w:t xml:space="preserve"> الوضوء »</w:t>
      </w:r>
      <w:r w:rsidR="00D8054C">
        <w:rPr>
          <w:rtl/>
        </w:rPr>
        <w:t>،</w:t>
      </w:r>
      <w:r w:rsidRPr="007E0B1D">
        <w:rPr>
          <w:rtl/>
        </w:rPr>
        <w:t xml:space="preserve"> </w:t>
      </w:r>
      <w:r>
        <w:rPr>
          <w:rtl/>
        </w:rPr>
        <w:t>و «</w:t>
      </w:r>
      <w:r w:rsidRPr="007E0B1D">
        <w:rPr>
          <w:rtl/>
        </w:rPr>
        <w:t xml:space="preserve"> الطلاق »</w:t>
      </w:r>
      <w:r w:rsidR="00D8054C">
        <w:rPr>
          <w:rtl/>
        </w:rPr>
        <w:t>،</w:t>
      </w:r>
      <w:r w:rsidRPr="007E0B1D">
        <w:rPr>
          <w:rtl/>
        </w:rPr>
        <w:t xml:space="preserve"> </w:t>
      </w:r>
      <w:r>
        <w:rPr>
          <w:rtl/>
        </w:rPr>
        <w:t>و «</w:t>
      </w:r>
      <w:r w:rsidRPr="007E0B1D">
        <w:rPr>
          <w:rtl/>
        </w:rPr>
        <w:t xml:space="preserve"> الزكاة »</w:t>
      </w:r>
      <w:r w:rsidR="00D8054C">
        <w:rPr>
          <w:rtl/>
        </w:rPr>
        <w:t>،</w:t>
      </w:r>
      <w:r w:rsidRPr="007E0B1D">
        <w:rPr>
          <w:rtl/>
        </w:rPr>
        <w:t xml:space="preserve"> </w:t>
      </w:r>
      <w:r>
        <w:rPr>
          <w:rtl/>
        </w:rPr>
        <w:t>و «</w:t>
      </w:r>
      <w:r w:rsidRPr="007E0B1D">
        <w:rPr>
          <w:rtl/>
        </w:rPr>
        <w:t xml:space="preserve"> الصيام »</w:t>
      </w:r>
      <w:r w:rsidR="00D8054C">
        <w:rPr>
          <w:rtl/>
        </w:rPr>
        <w:t>،</w:t>
      </w:r>
      <w:r w:rsidRPr="007E0B1D">
        <w:rPr>
          <w:rtl/>
        </w:rPr>
        <w:t xml:space="preserve"> </w:t>
      </w:r>
      <w:r>
        <w:rPr>
          <w:rtl/>
        </w:rPr>
        <w:t>و «</w:t>
      </w:r>
      <w:r w:rsidRPr="007E0B1D">
        <w:rPr>
          <w:rtl/>
        </w:rPr>
        <w:t xml:space="preserve"> الحدود »</w:t>
      </w:r>
      <w:r w:rsidR="00D8054C">
        <w:rPr>
          <w:rtl/>
        </w:rPr>
        <w:t>،</w:t>
      </w:r>
      <w:r w:rsidRPr="007E0B1D">
        <w:rPr>
          <w:rtl/>
        </w:rPr>
        <w:t xml:space="preserve"> </w:t>
      </w:r>
      <w:r>
        <w:rPr>
          <w:rtl/>
        </w:rPr>
        <w:t>و «</w:t>
      </w:r>
      <w:r w:rsidRPr="007E0B1D">
        <w:rPr>
          <w:rtl/>
        </w:rPr>
        <w:t xml:space="preserve"> الايمان والنذور »</w:t>
      </w:r>
      <w:r w:rsidR="00D8054C">
        <w:rPr>
          <w:rtl/>
        </w:rPr>
        <w:t>،</w:t>
      </w:r>
      <w:r w:rsidRPr="007E0B1D">
        <w:rPr>
          <w:rtl/>
        </w:rPr>
        <w:t xml:space="preserve"> </w:t>
      </w:r>
      <w:r>
        <w:rPr>
          <w:rtl/>
        </w:rPr>
        <w:t>و «</w:t>
      </w:r>
      <w:r w:rsidRPr="007E0B1D">
        <w:rPr>
          <w:rtl/>
        </w:rPr>
        <w:t xml:space="preserve"> مسائل الرجال »</w:t>
      </w:r>
      <w:r w:rsidR="00D8054C">
        <w:rPr>
          <w:rtl/>
        </w:rPr>
        <w:t>،</w:t>
      </w:r>
      <w:r w:rsidRPr="007E0B1D">
        <w:rPr>
          <w:rtl/>
        </w:rPr>
        <w:t xml:space="preserve"> </w:t>
      </w:r>
      <w:r>
        <w:rPr>
          <w:rtl/>
        </w:rPr>
        <w:t>و «</w:t>
      </w:r>
      <w:r w:rsidRPr="007E0B1D">
        <w:rPr>
          <w:rtl/>
        </w:rPr>
        <w:t xml:space="preserve"> الأدب »</w:t>
      </w:r>
      <w:r w:rsidR="00D8054C">
        <w:rPr>
          <w:rtl/>
        </w:rPr>
        <w:t>،</w:t>
      </w:r>
      <w:r w:rsidRPr="007E0B1D">
        <w:rPr>
          <w:rtl/>
        </w:rPr>
        <w:t xml:space="preserve"> </w:t>
      </w:r>
      <w:r>
        <w:rPr>
          <w:rtl/>
        </w:rPr>
        <w:t>و «</w:t>
      </w:r>
      <w:r w:rsidRPr="007E0B1D">
        <w:rPr>
          <w:rtl/>
        </w:rPr>
        <w:t xml:space="preserve"> الديات »</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Pr>
          <w:rtl/>
        </w:rPr>
        <w:lastRenderedPageBreak/>
        <w:t>و «</w:t>
      </w:r>
      <w:r w:rsidRPr="007E0B1D">
        <w:rPr>
          <w:rtl/>
        </w:rPr>
        <w:t xml:space="preserve"> الشهادات »</w:t>
      </w:r>
      <w:r w:rsidR="00D8054C">
        <w:rPr>
          <w:rtl/>
        </w:rPr>
        <w:t>،</w:t>
      </w:r>
      <w:r w:rsidRPr="007E0B1D">
        <w:rPr>
          <w:rtl/>
        </w:rPr>
        <w:t xml:space="preserve"> </w:t>
      </w:r>
      <w:r>
        <w:rPr>
          <w:rtl/>
        </w:rPr>
        <w:t>و «</w:t>
      </w:r>
      <w:r w:rsidRPr="007E0B1D">
        <w:rPr>
          <w:rtl/>
        </w:rPr>
        <w:t xml:space="preserve"> أخلاق المؤمن »</w:t>
      </w:r>
      <w:r w:rsidR="00D8054C">
        <w:rPr>
          <w:rtl/>
        </w:rPr>
        <w:t>،</w:t>
      </w:r>
      <w:r w:rsidRPr="007E0B1D">
        <w:rPr>
          <w:rtl/>
        </w:rPr>
        <w:t xml:space="preserve"> </w:t>
      </w:r>
      <w:r>
        <w:rPr>
          <w:rtl/>
        </w:rPr>
        <w:t>و «</w:t>
      </w:r>
      <w:r w:rsidRPr="007E0B1D">
        <w:rPr>
          <w:rtl/>
        </w:rPr>
        <w:t xml:space="preserve"> النكاح » وغيرها.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الرضا </w:t>
      </w:r>
      <w:r w:rsidR="00D8054C" w:rsidRPr="00D8054C">
        <w:rPr>
          <w:rStyle w:val="libAlaemChar"/>
          <w:rtl/>
        </w:rPr>
        <w:t>عليه‌السلام</w:t>
      </w:r>
      <w:r w:rsidRPr="007E0B1D">
        <w:rPr>
          <w:rtl/>
        </w:rPr>
        <w:t xml:space="preserve"> ص 389</w:t>
      </w:r>
      <w:r w:rsidR="00D8054C">
        <w:rPr>
          <w:rtl/>
        </w:rPr>
        <w:t>،</w:t>
      </w:r>
      <w:r w:rsidRPr="007E0B1D">
        <w:rPr>
          <w:rtl/>
        </w:rPr>
        <w:t xml:space="preserve"> وفي أصحاب الجواد </w:t>
      </w:r>
      <w:r w:rsidR="00D8054C" w:rsidRPr="00D8054C">
        <w:rPr>
          <w:rStyle w:val="libAlaemChar"/>
          <w:rtl/>
        </w:rPr>
        <w:t>عليه‌السلام</w:t>
      </w:r>
      <w:r w:rsidRPr="007E0B1D">
        <w:rPr>
          <w:rtl/>
        </w:rPr>
        <w:t xml:space="preserve"> ص 405. رجال النجاشي ص 289. تنقيح المقال ج 3 ص 258. رجال البرقي في أصحاب الجواد </w:t>
      </w:r>
      <w:r w:rsidR="00D8054C" w:rsidRPr="00D8054C">
        <w:rPr>
          <w:rStyle w:val="libAlaemChar"/>
          <w:rtl/>
        </w:rPr>
        <w:t>عليه‌السلام</w:t>
      </w:r>
      <w:r w:rsidRPr="007E0B1D">
        <w:rPr>
          <w:rtl/>
        </w:rPr>
        <w:t xml:space="preserve"> ص 56. مجمع الرجال ج 6 ص 159 وص 160. اتقان المقال ص 140. الوجيزة ص 56. رجال الكشي ص 185 وص 320 وص 342 وص 459. مستطرفات السرائر ص 102 وص 131 وص 135. معجم رجال الحديث ج 19 ص 66 وص 70 وص 71 وص 73.</w:t>
      </w:r>
      <w:r>
        <w:rPr>
          <w:rFonts w:hint="cs"/>
          <w:rtl/>
        </w:rPr>
        <w:t xml:space="preserve"> </w:t>
      </w:r>
      <w:r w:rsidRPr="007E0B1D">
        <w:rPr>
          <w:rtl/>
        </w:rPr>
        <w:t xml:space="preserve">رجال الأنصاري ص 193. إيضاح الاشتباه ص 91. رجال الحلي </w:t>
      </w:r>
      <w:r w:rsidR="00D8054C">
        <w:rPr>
          <w:rtl/>
        </w:rPr>
        <w:t>(</w:t>
      </w:r>
      <w:r w:rsidRPr="007E0B1D">
        <w:rPr>
          <w:rtl/>
        </w:rPr>
        <w:t>قسم الثقات</w:t>
      </w:r>
      <w:r w:rsidR="00D8054C">
        <w:rPr>
          <w:rtl/>
        </w:rPr>
        <w:t>)</w:t>
      </w:r>
      <w:r w:rsidRPr="007E0B1D">
        <w:rPr>
          <w:rtl/>
        </w:rPr>
        <w:t xml:space="preserve"> ص 165. نضد الايضاح ص 343. بهجة الآمال ج 7 ص 114. منهج المقال ص 349. الخصال ص 86 وص 87 وص 230 وص 238 وص 385. معجم الثقات ص 125. جامع الرواة ج 2 ص 280. كامل الزيارات ص 21. طرائف المقال ج 1 ص 365. التهذيب ج 1 ص 416 وص 431</w:t>
      </w:r>
      <w:r w:rsidR="00D8054C">
        <w:rPr>
          <w:rtl/>
        </w:rPr>
        <w:t>،</w:t>
      </w:r>
      <w:r w:rsidRPr="007E0B1D">
        <w:rPr>
          <w:rtl/>
        </w:rPr>
        <w:t xml:space="preserve"> وج 2 ص 215 وص 287 وص 312</w:t>
      </w:r>
      <w:r w:rsidR="00D8054C">
        <w:rPr>
          <w:rtl/>
        </w:rPr>
        <w:t>،</w:t>
      </w:r>
      <w:r w:rsidRPr="007E0B1D">
        <w:rPr>
          <w:rtl/>
        </w:rPr>
        <w:t xml:space="preserve"> وج 3 ص 183 وص 199 وص 320</w:t>
      </w:r>
      <w:r w:rsidR="00D8054C">
        <w:rPr>
          <w:rtl/>
        </w:rPr>
        <w:t>،</w:t>
      </w:r>
      <w:r w:rsidRPr="007E0B1D">
        <w:rPr>
          <w:rtl/>
        </w:rPr>
        <w:t xml:space="preserve"> وج 5 ص 3 وص 33 وص 92 وص 170 وص 350 وص 357 وص 362 وص 368 وص 398.</w:t>
      </w:r>
      <w:r>
        <w:rPr>
          <w:rFonts w:hint="cs"/>
          <w:rtl/>
        </w:rPr>
        <w:t xml:space="preserve"> </w:t>
      </w:r>
      <w:r w:rsidRPr="007E0B1D">
        <w:rPr>
          <w:rtl/>
        </w:rPr>
        <w:t>الذريعة ج 1 ص 379</w:t>
      </w:r>
      <w:r w:rsidR="00D8054C">
        <w:rPr>
          <w:rtl/>
        </w:rPr>
        <w:t>،</w:t>
      </w:r>
      <w:r w:rsidRPr="007E0B1D">
        <w:rPr>
          <w:rtl/>
        </w:rPr>
        <w:t xml:space="preserve"> وج 2 ص 516</w:t>
      </w:r>
      <w:r w:rsidR="00D8054C">
        <w:rPr>
          <w:rtl/>
        </w:rPr>
        <w:t>،</w:t>
      </w:r>
      <w:r w:rsidRPr="007E0B1D">
        <w:rPr>
          <w:rtl/>
        </w:rPr>
        <w:t xml:space="preserve"> وج 5 ص 29</w:t>
      </w:r>
      <w:r w:rsidR="00D8054C">
        <w:rPr>
          <w:rtl/>
        </w:rPr>
        <w:t>،</w:t>
      </w:r>
      <w:r w:rsidRPr="007E0B1D">
        <w:rPr>
          <w:rtl/>
        </w:rPr>
        <w:t xml:space="preserve"> وج 6 ص 254 وص 297</w:t>
      </w:r>
      <w:r w:rsidR="00D8054C">
        <w:rPr>
          <w:rtl/>
        </w:rPr>
        <w:t>،</w:t>
      </w:r>
      <w:r w:rsidRPr="007E0B1D">
        <w:rPr>
          <w:rtl/>
        </w:rPr>
        <w:t xml:space="preserve"> وج 8 ص 287</w:t>
      </w:r>
      <w:r w:rsidR="00D8054C">
        <w:rPr>
          <w:rtl/>
        </w:rPr>
        <w:t>،</w:t>
      </w:r>
      <w:r w:rsidRPr="007E0B1D">
        <w:rPr>
          <w:rtl/>
        </w:rPr>
        <w:t xml:space="preserve"> وج 12 ص 44</w:t>
      </w:r>
      <w:r w:rsidR="00D8054C">
        <w:rPr>
          <w:rtl/>
        </w:rPr>
        <w:t>،</w:t>
      </w:r>
      <w:r w:rsidRPr="007E0B1D">
        <w:rPr>
          <w:rtl/>
        </w:rPr>
        <w:t xml:space="preserve"> وج 14 ص 256</w:t>
      </w:r>
      <w:r w:rsidR="00D8054C">
        <w:rPr>
          <w:rtl/>
        </w:rPr>
        <w:t>،</w:t>
      </w:r>
      <w:r w:rsidRPr="007E0B1D">
        <w:rPr>
          <w:rtl/>
        </w:rPr>
        <w:t xml:space="preserve"> وج 15 ص 60 وص 103 وص 174</w:t>
      </w:r>
      <w:r w:rsidR="00D8054C">
        <w:rPr>
          <w:rtl/>
        </w:rPr>
        <w:t>،</w:t>
      </w:r>
      <w:r w:rsidRPr="007E0B1D">
        <w:rPr>
          <w:rtl/>
        </w:rPr>
        <w:t xml:space="preserve"> وج 20 ص 348</w:t>
      </w:r>
      <w:r w:rsidR="00D8054C">
        <w:rPr>
          <w:rtl/>
        </w:rPr>
        <w:t>،</w:t>
      </w:r>
      <w:r w:rsidRPr="007E0B1D">
        <w:rPr>
          <w:rtl/>
        </w:rPr>
        <w:t xml:space="preserve"> وج 24 ص 300</w:t>
      </w:r>
      <w:r w:rsidR="00D8054C">
        <w:rPr>
          <w:rtl/>
        </w:rPr>
        <w:t>،</w:t>
      </w:r>
      <w:r w:rsidRPr="007E0B1D">
        <w:rPr>
          <w:rtl/>
        </w:rPr>
        <w:t xml:space="preserve"> وج 25 ص 112 وغيرها.</w:t>
      </w:r>
      <w:r>
        <w:rPr>
          <w:rFonts w:hint="cs"/>
          <w:rtl/>
        </w:rPr>
        <w:t xml:space="preserve"> </w:t>
      </w:r>
      <w:r w:rsidRPr="007E0B1D">
        <w:rPr>
          <w:rtl/>
        </w:rPr>
        <w:t>الاستبصار ج 1 ص 28</w:t>
      </w:r>
      <w:r w:rsidR="00D8054C">
        <w:rPr>
          <w:rtl/>
        </w:rPr>
        <w:t>،</w:t>
      </w:r>
      <w:r w:rsidRPr="007E0B1D">
        <w:rPr>
          <w:rtl/>
        </w:rPr>
        <w:t xml:space="preserve"> وج 2 ص 140 وص 158 وص 196 وص 201 وص 204 وص 209 وص 264 وص 284 وص 303. رجال ابن داود </w:t>
      </w:r>
      <w:r w:rsidR="00D8054C">
        <w:rPr>
          <w:rtl/>
        </w:rPr>
        <w:t>(</w:t>
      </w:r>
      <w:r w:rsidRPr="007E0B1D">
        <w:rPr>
          <w:rtl/>
        </w:rPr>
        <w:t>قسم الثقات</w:t>
      </w:r>
      <w:r w:rsidR="00D8054C">
        <w:rPr>
          <w:rtl/>
        </w:rPr>
        <w:t>)</w:t>
      </w:r>
      <w:r w:rsidRPr="007E0B1D">
        <w:rPr>
          <w:rtl/>
        </w:rPr>
        <w:t xml:space="preserve"> ص 194. نقد الرجال ص 358. التوحيد ص 393 وص 461. منتهى</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المقال ص 314. الكافي ج 1 ص 149 وص 151 وص 274 وص 404</w:t>
      </w:r>
      <w:r w:rsidR="00D8054C">
        <w:rPr>
          <w:rtl/>
        </w:rPr>
        <w:t>،</w:t>
      </w:r>
      <w:r w:rsidRPr="007E0B1D">
        <w:rPr>
          <w:rtl/>
        </w:rPr>
        <w:t xml:space="preserve"> وج 2 ص 145</w:t>
      </w:r>
      <w:r w:rsidR="00D8054C">
        <w:rPr>
          <w:rtl/>
        </w:rPr>
        <w:t>،</w:t>
      </w:r>
      <w:r w:rsidRPr="007E0B1D">
        <w:rPr>
          <w:rtl/>
        </w:rPr>
        <w:t xml:space="preserve"> وج 3 ص 471</w:t>
      </w:r>
      <w:r w:rsidR="00D8054C">
        <w:rPr>
          <w:rtl/>
        </w:rPr>
        <w:t>،</w:t>
      </w:r>
      <w:r w:rsidRPr="007E0B1D">
        <w:rPr>
          <w:rtl/>
        </w:rPr>
        <w:t xml:space="preserve"> وج 4 ص 265 وص 314. معالم العلماء ص 120.</w:t>
      </w:r>
      <w:r>
        <w:rPr>
          <w:rFonts w:hint="cs"/>
          <w:rtl/>
        </w:rPr>
        <w:t xml:space="preserve"> </w:t>
      </w:r>
      <w:r w:rsidRPr="007E0B1D">
        <w:rPr>
          <w:rtl/>
        </w:rPr>
        <w:t>هداية المحدثين ص 153. من لا يحضره الفقيه ج 1 ص 350</w:t>
      </w:r>
      <w:r w:rsidR="00D8054C">
        <w:rPr>
          <w:rtl/>
        </w:rPr>
        <w:t>،</w:t>
      </w:r>
      <w:r w:rsidRPr="007E0B1D">
        <w:rPr>
          <w:rtl/>
        </w:rPr>
        <w:t xml:space="preserve"> وج 2 ص 177</w:t>
      </w:r>
      <w:r w:rsidR="00D8054C">
        <w:rPr>
          <w:rtl/>
        </w:rPr>
        <w:t>،</w:t>
      </w:r>
      <w:r w:rsidRPr="007E0B1D">
        <w:rPr>
          <w:rtl/>
        </w:rPr>
        <w:t xml:space="preserve"> وج 3 ص 53. ريحانة الأدب </w:t>
      </w:r>
      <w:r w:rsidR="00D8054C">
        <w:rPr>
          <w:rtl/>
        </w:rPr>
        <w:t>(</w:t>
      </w:r>
      <w:r w:rsidRPr="007E0B1D">
        <w:rPr>
          <w:rtl/>
        </w:rPr>
        <w:t>فارسي</w:t>
      </w:r>
      <w:r w:rsidR="00D8054C">
        <w:rPr>
          <w:rtl/>
        </w:rPr>
        <w:t>)</w:t>
      </w:r>
      <w:r w:rsidRPr="007E0B1D">
        <w:rPr>
          <w:rtl/>
        </w:rPr>
        <w:t xml:space="preserve"> ج 5 ص 202. فهرست الطوسي ص 162. وسائل الشيعة ج 20 ص 355. ثقات الرواة للشهرستاني ص 72.</w:t>
      </w:r>
    </w:p>
    <w:p w:rsidR="008867CD" w:rsidRPr="007E0B1D" w:rsidRDefault="008867CD" w:rsidP="008867CD">
      <w:pPr>
        <w:pStyle w:val="libCenterBold1"/>
        <w:rPr>
          <w:rtl/>
        </w:rPr>
      </w:pPr>
      <w:r w:rsidRPr="007E0B1D">
        <w:rPr>
          <w:rtl/>
        </w:rPr>
        <w:t>184</w:t>
      </w:r>
      <w:r w:rsidR="00D8054C">
        <w:rPr>
          <w:rtl/>
        </w:rPr>
        <w:t xml:space="preserve"> - </w:t>
      </w:r>
      <w:r w:rsidRPr="007E0B1D">
        <w:rPr>
          <w:rtl/>
        </w:rPr>
        <w:t>العنسي</w:t>
      </w:r>
    </w:p>
    <w:p w:rsidR="008867CD" w:rsidRPr="007E0B1D" w:rsidRDefault="008867CD" w:rsidP="008867CD">
      <w:pPr>
        <w:pStyle w:val="libNormal"/>
        <w:rPr>
          <w:rtl/>
        </w:rPr>
      </w:pPr>
      <w:r w:rsidRPr="007E0B1D">
        <w:rPr>
          <w:rtl/>
        </w:rPr>
        <w:t>موسى بن المختار بن يزيد العنسي</w:t>
      </w:r>
      <w:r w:rsidR="00D8054C">
        <w:rPr>
          <w:rtl/>
        </w:rPr>
        <w:t>:</w:t>
      </w:r>
    </w:p>
    <w:p w:rsidR="008867CD" w:rsidRPr="007E0B1D" w:rsidRDefault="008867CD" w:rsidP="008867CD">
      <w:pPr>
        <w:pStyle w:val="libNormal"/>
        <w:rPr>
          <w:rtl/>
        </w:rPr>
      </w:pPr>
      <w:r w:rsidRPr="007E0B1D">
        <w:rPr>
          <w:rtl/>
        </w:rPr>
        <w:t>لم يتعرض اكثر أصحاب كتب الرجال والتراجم والحديث لتفاصيل أحواله</w:t>
      </w:r>
      <w:r w:rsidR="00D8054C">
        <w:rPr>
          <w:rtl/>
        </w:rPr>
        <w:t>،</w:t>
      </w:r>
      <w:r w:rsidRPr="007E0B1D">
        <w:rPr>
          <w:rtl/>
        </w:rPr>
        <w:t xml:space="preserve"> فلا أعرف عنه سوى انه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البرقي في أصحاب الجواد </w:t>
      </w:r>
      <w:r w:rsidR="00D8054C" w:rsidRPr="00D8054C">
        <w:rPr>
          <w:rStyle w:val="libAlaemChar"/>
          <w:rtl/>
        </w:rPr>
        <w:t>عليه‌السلام</w:t>
      </w:r>
      <w:r w:rsidRPr="007E0B1D">
        <w:rPr>
          <w:rtl/>
        </w:rPr>
        <w:t xml:space="preserve"> ص 56. معجم رجال الحديث ج 19 ص 81.</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18" w:name="_Toc398984097"/>
      <w:r w:rsidRPr="007E0B1D">
        <w:rPr>
          <w:rtl/>
          <w:lang w:bidi="fa-IR"/>
        </w:rPr>
        <w:lastRenderedPageBreak/>
        <w:t>حرف النون</w:t>
      </w:r>
      <w:bookmarkEnd w:id="18"/>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185</w:t>
      </w:r>
      <w:r w:rsidR="00D8054C">
        <w:rPr>
          <w:rtl/>
        </w:rPr>
        <w:t xml:space="preserve"> - </w:t>
      </w:r>
      <w:r w:rsidRPr="007E0B1D">
        <w:rPr>
          <w:rtl/>
        </w:rPr>
        <w:t>نصر الخادم</w:t>
      </w:r>
    </w:p>
    <w:p w:rsidR="008867CD" w:rsidRPr="007E0B1D" w:rsidRDefault="008867CD" w:rsidP="008867CD">
      <w:pPr>
        <w:pStyle w:val="libNormal"/>
        <w:rPr>
          <w:rtl/>
        </w:rPr>
      </w:pPr>
      <w:r w:rsidRPr="007E0B1D">
        <w:rPr>
          <w:rtl/>
        </w:rPr>
        <w:t>نصر</w:t>
      </w:r>
      <w:r w:rsidR="00D8054C">
        <w:rPr>
          <w:rtl/>
        </w:rPr>
        <w:t>،</w:t>
      </w:r>
      <w:r w:rsidRPr="007E0B1D">
        <w:rPr>
          <w:rtl/>
        </w:rPr>
        <w:t xml:space="preserve"> وقيل نصير الخادم.</w:t>
      </w:r>
    </w:p>
    <w:p w:rsidR="008867CD" w:rsidRPr="007E0B1D" w:rsidRDefault="008867CD" w:rsidP="008867CD">
      <w:pPr>
        <w:pStyle w:val="libNormal"/>
        <w:rPr>
          <w:rtl/>
        </w:rPr>
      </w:pPr>
      <w:r w:rsidRPr="007E0B1D">
        <w:rPr>
          <w:rtl/>
        </w:rPr>
        <w:t>محدث</w:t>
      </w:r>
      <w:r w:rsidR="00D8054C">
        <w:rPr>
          <w:rtl/>
        </w:rPr>
        <w:t>،</w:t>
      </w:r>
      <w:r w:rsidRPr="007E0B1D">
        <w:rPr>
          <w:rtl/>
        </w:rPr>
        <w:t xml:space="preserve"> اختص بالامامين الجواد والهادي </w:t>
      </w:r>
      <w:r w:rsidR="00D8054C" w:rsidRPr="00D8054C">
        <w:rPr>
          <w:rStyle w:val="libAlaemChar"/>
          <w:rtl/>
        </w:rPr>
        <w:t>عليهما‌السلام</w:t>
      </w:r>
      <w:r w:rsidR="00D8054C">
        <w:rPr>
          <w:rtl/>
        </w:rPr>
        <w:t>،</w:t>
      </w:r>
      <w:r w:rsidRPr="007E0B1D">
        <w:rPr>
          <w:rtl/>
        </w:rPr>
        <w:t xml:space="preserve"> وخدمهما.</w:t>
      </w:r>
    </w:p>
    <w:p w:rsidR="008867CD" w:rsidRPr="007E0B1D" w:rsidRDefault="008867CD" w:rsidP="008867CD">
      <w:pPr>
        <w:pStyle w:val="libNormal"/>
        <w:rPr>
          <w:rtl/>
        </w:rPr>
      </w:pPr>
      <w:r w:rsidRPr="007E0B1D">
        <w:rPr>
          <w:rtl/>
        </w:rPr>
        <w:t xml:space="preserve">ادرك الامام الكاظم </w:t>
      </w:r>
      <w:r w:rsidR="00D8054C" w:rsidRPr="00D8054C">
        <w:rPr>
          <w:rStyle w:val="libAlaemChar"/>
          <w:rtl/>
        </w:rPr>
        <w:t>عليه‌السلام</w:t>
      </w:r>
      <w:r w:rsidRPr="007E0B1D">
        <w:rPr>
          <w:rtl/>
        </w:rPr>
        <w:t xml:space="preserve"> وروى عنه.</w:t>
      </w:r>
    </w:p>
    <w:p w:rsidR="008867CD" w:rsidRPr="007E0B1D" w:rsidRDefault="008867CD" w:rsidP="008867CD">
      <w:pPr>
        <w:pStyle w:val="libNormal"/>
        <w:rPr>
          <w:rtl/>
        </w:rPr>
      </w:pPr>
      <w:r w:rsidRPr="007E0B1D">
        <w:rPr>
          <w:rtl/>
        </w:rPr>
        <w:t xml:space="preserve">كان من شهود وصية الامام الجواد </w:t>
      </w:r>
      <w:r w:rsidR="00D8054C" w:rsidRPr="00D8054C">
        <w:rPr>
          <w:rStyle w:val="libAlaemChar"/>
          <w:rtl/>
        </w:rPr>
        <w:t>عليه‌السلام</w:t>
      </w:r>
      <w:r w:rsidRPr="007E0B1D">
        <w:rPr>
          <w:rtl/>
        </w:rPr>
        <w:t xml:space="preserve"> الى ابنه الامام الهادي </w:t>
      </w:r>
      <w:r w:rsidR="00D8054C" w:rsidRPr="00D8054C">
        <w:rPr>
          <w:rStyle w:val="libAlaemChar"/>
          <w:rtl/>
        </w:rPr>
        <w:t>عليه‌السلام</w:t>
      </w:r>
      <w:r w:rsidR="00D8054C">
        <w:rPr>
          <w:rtl/>
        </w:rPr>
        <w:t>،</w:t>
      </w:r>
      <w:r w:rsidRPr="007E0B1D">
        <w:rPr>
          <w:rtl/>
        </w:rPr>
        <w:t xml:space="preserve"> وكتب شهادته بيده.</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261. تنقيح المقال ج 3 ص 268. خاتمة المستدرك ص 853 وفيه</w:t>
      </w:r>
      <w:r w:rsidR="00D8054C">
        <w:rPr>
          <w:rtl/>
        </w:rPr>
        <w:t>:</w:t>
      </w:r>
      <w:r w:rsidRPr="007E0B1D">
        <w:rPr>
          <w:rtl/>
        </w:rPr>
        <w:t xml:space="preserve"> نصر الخادم خادم ابي الحسن الهادي </w:t>
      </w:r>
      <w:r w:rsidR="00D8054C" w:rsidRPr="00D8054C">
        <w:rPr>
          <w:rStyle w:val="libAlaemChar"/>
          <w:rtl/>
        </w:rPr>
        <w:t>عليه‌السلام</w:t>
      </w:r>
      <w:r w:rsidRPr="007E0B1D">
        <w:rPr>
          <w:rtl/>
        </w:rPr>
        <w:t xml:space="preserve"> وأبيه </w:t>
      </w:r>
      <w:r w:rsidR="00D8054C" w:rsidRPr="00D8054C">
        <w:rPr>
          <w:rStyle w:val="libAlaemChar"/>
          <w:rtl/>
        </w:rPr>
        <w:t>عليه‌السلام</w:t>
      </w:r>
      <w:r w:rsidRPr="007E0B1D">
        <w:rPr>
          <w:rtl/>
        </w:rPr>
        <w:t>. جامع الرواة ج 2 ص 290 وص 292. معجم رجال الحديث ج 19 ص 147. معجم الثقات ص 365. من لا يحضره الفقيه ج 2 ص 184.</w:t>
      </w:r>
    </w:p>
    <w:p w:rsidR="008867CD" w:rsidRPr="007E0B1D" w:rsidRDefault="008867CD" w:rsidP="008867CD">
      <w:pPr>
        <w:pStyle w:val="libCenterBold1"/>
        <w:rPr>
          <w:rtl/>
        </w:rPr>
      </w:pPr>
      <w:r w:rsidRPr="007E0B1D">
        <w:rPr>
          <w:rtl/>
        </w:rPr>
        <w:t>186</w:t>
      </w:r>
      <w:r w:rsidR="00D8054C">
        <w:rPr>
          <w:rtl/>
        </w:rPr>
        <w:t xml:space="preserve"> - </w:t>
      </w:r>
      <w:r w:rsidRPr="007E0B1D">
        <w:rPr>
          <w:rtl/>
        </w:rPr>
        <w:t>البغدادي</w:t>
      </w:r>
    </w:p>
    <w:p w:rsidR="008867CD" w:rsidRPr="007E0B1D" w:rsidRDefault="008867CD" w:rsidP="008867CD">
      <w:pPr>
        <w:pStyle w:val="libNormal"/>
        <w:rPr>
          <w:rtl/>
        </w:rPr>
      </w:pPr>
      <w:r w:rsidRPr="007E0B1D">
        <w:rPr>
          <w:rtl/>
        </w:rPr>
        <w:t>نوح بن شعيب</w:t>
      </w:r>
      <w:r w:rsidR="00D8054C">
        <w:rPr>
          <w:rtl/>
        </w:rPr>
        <w:t>،</w:t>
      </w:r>
      <w:r w:rsidRPr="007E0B1D">
        <w:rPr>
          <w:rtl/>
        </w:rPr>
        <w:t xml:space="preserve"> وقيل صالح البغدادي.</w:t>
      </w:r>
    </w:p>
    <w:p w:rsidR="008867CD" w:rsidRPr="007E0B1D" w:rsidRDefault="008867CD" w:rsidP="008867CD">
      <w:pPr>
        <w:pStyle w:val="libNormal"/>
        <w:rPr>
          <w:rtl/>
        </w:rPr>
      </w:pPr>
      <w:r w:rsidRPr="007E0B1D">
        <w:rPr>
          <w:rtl/>
        </w:rPr>
        <w:t>من علماء وفقهاء الشيعة الامامية الممدوحين</w:t>
      </w:r>
      <w:r w:rsidR="00D8054C">
        <w:rPr>
          <w:rtl/>
        </w:rPr>
        <w:t>،</w:t>
      </w:r>
      <w:r w:rsidRPr="007E0B1D">
        <w:rPr>
          <w:rtl/>
        </w:rPr>
        <w:t xml:space="preserve"> عرف بالفضل والصلاح.</w:t>
      </w:r>
    </w:p>
    <w:p w:rsidR="008867CD" w:rsidRPr="007E0B1D" w:rsidRDefault="008867CD" w:rsidP="008867CD">
      <w:pPr>
        <w:pStyle w:val="libNormal"/>
        <w:rPr>
          <w:rtl/>
        </w:rPr>
      </w:pPr>
      <w:r w:rsidRPr="007E0B1D">
        <w:rPr>
          <w:rtl/>
        </w:rPr>
        <w:t xml:space="preserve">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روى عنه الفضل بن شاذان.</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408. المناقب ج 4 ص 380</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وفيه من أصحاب الجواد </w:t>
      </w:r>
      <w:r w:rsidR="00D8054C" w:rsidRPr="00D8054C">
        <w:rPr>
          <w:rStyle w:val="libAlaemChar"/>
          <w:rtl/>
        </w:rPr>
        <w:t>عليه‌السلام</w:t>
      </w:r>
      <w:r w:rsidRPr="007E0B1D">
        <w:rPr>
          <w:rtl/>
        </w:rPr>
        <w:t>. تنقيح المقال ج 3 ص 276. نقد الرجال ص 363. مجمع الرجال ج 4 ص 184 وص 185. طرائف المقال ج 1 ص 366.</w:t>
      </w:r>
      <w:r>
        <w:rPr>
          <w:rFonts w:hint="cs"/>
          <w:rtl/>
        </w:rPr>
        <w:t xml:space="preserve"> </w:t>
      </w:r>
      <w:r w:rsidRPr="007E0B1D">
        <w:rPr>
          <w:rtl/>
        </w:rPr>
        <w:t xml:space="preserve">معجم الثقات ص 366. بهجة الآمال ج 7 ص 155. رجال الحلي </w:t>
      </w:r>
      <w:r w:rsidR="00D8054C">
        <w:rPr>
          <w:rtl/>
        </w:rPr>
        <w:t>(</w:t>
      </w:r>
      <w:r w:rsidRPr="007E0B1D">
        <w:rPr>
          <w:rtl/>
        </w:rPr>
        <w:t>قسم الثقات</w:t>
      </w:r>
      <w:r w:rsidR="00D8054C">
        <w:rPr>
          <w:rtl/>
        </w:rPr>
        <w:t>)</w:t>
      </w:r>
      <w:r w:rsidRPr="007E0B1D">
        <w:rPr>
          <w:rtl/>
        </w:rPr>
        <w:t xml:space="preserve"> ص 174 وص 175. معجم رجال الحديث ج 19 ص 182 وص 183. اتقان المقال </w:t>
      </w:r>
      <w:r w:rsidR="00D8054C">
        <w:rPr>
          <w:rtl/>
        </w:rPr>
        <w:t>(</w:t>
      </w:r>
      <w:r w:rsidRPr="007E0B1D">
        <w:rPr>
          <w:rtl/>
        </w:rPr>
        <w:t>قسم الثقات</w:t>
      </w:r>
      <w:r w:rsidR="00D8054C">
        <w:rPr>
          <w:rtl/>
        </w:rPr>
        <w:t>)</w:t>
      </w:r>
      <w:r w:rsidRPr="007E0B1D">
        <w:rPr>
          <w:rtl/>
        </w:rPr>
        <w:t xml:space="preserve"> ص 142. الوجيزة ص 57. رجال الأنصاري ص 196.</w:t>
      </w:r>
      <w:r>
        <w:rPr>
          <w:rFonts w:hint="cs"/>
          <w:rtl/>
        </w:rPr>
        <w:t xml:space="preserve"> </w:t>
      </w:r>
      <w:r w:rsidRPr="007E0B1D">
        <w:rPr>
          <w:rtl/>
        </w:rPr>
        <w:t>جامع الرواة ج 2 ص 296 وص 297. منهج المقال ص 354. التحرير الطاوسي ص 287. رجال الكشي ص 558 وص 559. وسائل الشيعة ج 20 ص 358.</w:t>
      </w:r>
      <w:r>
        <w:rPr>
          <w:rFonts w:hint="cs"/>
          <w:rtl/>
        </w:rPr>
        <w:t xml:space="preserve"> </w:t>
      </w:r>
      <w:r w:rsidRPr="007E0B1D">
        <w:rPr>
          <w:rtl/>
        </w:rPr>
        <w:t>روضة المتقين ج 14 ص 466. منتهى المقال ص 318.</w:t>
      </w:r>
    </w:p>
    <w:p w:rsidR="00D8054C" w:rsidRDefault="00D8054C" w:rsidP="00D8054C">
      <w:pPr>
        <w:pStyle w:val="libNormal"/>
        <w:rPr>
          <w:rtl/>
        </w:rPr>
      </w:pPr>
      <w:r>
        <w:rPr>
          <w:rtl/>
        </w:rPr>
        <w:br w:type="page"/>
      </w:r>
    </w:p>
    <w:p w:rsidR="008867CD" w:rsidRPr="007E0B1D" w:rsidRDefault="008867CD" w:rsidP="008867CD">
      <w:pPr>
        <w:pStyle w:val="Heading1Center"/>
        <w:rPr>
          <w:rtl/>
          <w:lang w:bidi="fa-IR"/>
        </w:rPr>
      </w:pPr>
      <w:bookmarkStart w:id="19" w:name="_Toc398984098"/>
      <w:r w:rsidRPr="007E0B1D">
        <w:rPr>
          <w:rtl/>
          <w:lang w:bidi="fa-IR"/>
        </w:rPr>
        <w:lastRenderedPageBreak/>
        <w:t>حرف الهاء</w:t>
      </w:r>
      <w:bookmarkEnd w:id="19"/>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187</w:t>
      </w:r>
      <w:r w:rsidR="00D8054C">
        <w:rPr>
          <w:rtl/>
        </w:rPr>
        <w:t xml:space="preserve"> - </w:t>
      </w:r>
      <w:r w:rsidRPr="007E0B1D">
        <w:rPr>
          <w:rtl/>
        </w:rPr>
        <w:t>هارون بن الحسن</w:t>
      </w:r>
    </w:p>
    <w:p w:rsidR="008867CD" w:rsidRPr="007E0B1D" w:rsidRDefault="008867CD" w:rsidP="008867CD">
      <w:pPr>
        <w:pStyle w:val="libNormal"/>
        <w:rPr>
          <w:rtl/>
        </w:rPr>
      </w:pPr>
      <w:r w:rsidRPr="007E0B1D">
        <w:rPr>
          <w:rtl/>
        </w:rPr>
        <w:t>هارون بن الحسن بن محبوب بن وهب بن جعفر بن وهب البجلي بالولاء.</w:t>
      </w:r>
    </w:p>
    <w:p w:rsidR="008867CD" w:rsidRPr="007E0B1D" w:rsidRDefault="008867CD" w:rsidP="008867CD">
      <w:pPr>
        <w:pStyle w:val="libNormal"/>
        <w:rPr>
          <w:rtl/>
        </w:rPr>
      </w:pPr>
      <w:r w:rsidRPr="007E0B1D">
        <w:rPr>
          <w:rtl/>
        </w:rPr>
        <w:t>محدث شيعي امامي ثقة صدوق</w:t>
      </w:r>
      <w:r w:rsidR="00D8054C">
        <w:rPr>
          <w:rtl/>
        </w:rPr>
        <w:t>،</w:t>
      </w:r>
      <w:r w:rsidRPr="007E0B1D">
        <w:rPr>
          <w:rtl/>
        </w:rPr>
        <w:t xml:space="preserve"> له كتاب « النوادر »</w:t>
      </w:r>
      <w:r>
        <w:rPr>
          <w:rtl/>
        </w:rPr>
        <w:t>.</w:t>
      </w:r>
    </w:p>
    <w:p w:rsidR="008867CD" w:rsidRPr="007E0B1D" w:rsidRDefault="008867CD" w:rsidP="008867CD">
      <w:pPr>
        <w:pStyle w:val="libNormal"/>
        <w:rPr>
          <w:rtl/>
        </w:rPr>
      </w:pPr>
      <w:r w:rsidRPr="007E0B1D">
        <w:rPr>
          <w:rtl/>
        </w:rPr>
        <w:t>روى عنه محمّد بن أبي القاسم</w:t>
      </w:r>
      <w:r w:rsidR="00D8054C">
        <w:rPr>
          <w:rtl/>
        </w:rPr>
        <w:t>،</w:t>
      </w:r>
      <w:r w:rsidRPr="007E0B1D">
        <w:rPr>
          <w:rtl/>
        </w:rPr>
        <w:t xml:space="preserve"> وأحمد بن أبي زاهر</w:t>
      </w:r>
      <w:r w:rsidR="00D8054C">
        <w:rPr>
          <w:rtl/>
        </w:rPr>
        <w:t>،</w:t>
      </w:r>
      <w:r w:rsidRPr="007E0B1D">
        <w:rPr>
          <w:rtl/>
        </w:rPr>
        <w:t xml:space="preserve"> وعمران بن موسى وغيرهم.</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408. جامع الرواة ج 2 ص 304. هداية المحدثين ص 158. رجال الحلي </w:t>
      </w:r>
      <w:r w:rsidR="00D8054C">
        <w:rPr>
          <w:rtl/>
        </w:rPr>
        <w:t>(</w:t>
      </w:r>
      <w:r w:rsidRPr="007E0B1D">
        <w:rPr>
          <w:rtl/>
        </w:rPr>
        <w:t>قسم الثقات</w:t>
      </w:r>
      <w:r w:rsidR="00D8054C">
        <w:rPr>
          <w:rtl/>
        </w:rPr>
        <w:t>)</w:t>
      </w:r>
      <w:r w:rsidRPr="007E0B1D">
        <w:rPr>
          <w:rtl/>
        </w:rPr>
        <w:t xml:space="preserve"> ص 180.</w:t>
      </w:r>
      <w:r>
        <w:rPr>
          <w:rFonts w:hint="cs"/>
          <w:rtl/>
        </w:rPr>
        <w:t xml:space="preserve"> </w:t>
      </w:r>
      <w:r w:rsidRPr="007E0B1D">
        <w:rPr>
          <w:rtl/>
        </w:rPr>
        <w:t xml:space="preserve">معجم رجال الحديث ج 19 ص 221. تنقيح المقال ج 3 ص 283. رجال الكشي ص 138. مجمع الرجال ج 6 ص 200. منهج المقال ص 357. رجال الأنصاري ص 198. اتقان المقال ص 143. الوجيزة ص 58. رجال النجاشي ص 307. الذريعة ج 24 ص 342. نقد الرجال ص 365. رجال ابن داود </w:t>
      </w:r>
      <w:r w:rsidR="00D8054C">
        <w:rPr>
          <w:rtl/>
        </w:rPr>
        <w:t>(</w:t>
      </w:r>
      <w:r w:rsidRPr="007E0B1D">
        <w:rPr>
          <w:rtl/>
        </w:rPr>
        <w:t>قسم الثقات</w:t>
      </w:r>
      <w:r w:rsidR="00D8054C">
        <w:rPr>
          <w:rtl/>
        </w:rPr>
        <w:t>)</w:t>
      </w:r>
      <w:r w:rsidRPr="007E0B1D">
        <w:rPr>
          <w:rtl/>
        </w:rPr>
        <w:t xml:space="preserve"> ص 198. روضة المتقين ج 14 ص 467. منتهى المقال ص 320.</w:t>
      </w:r>
      <w:r>
        <w:rPr>
          <w:rFonts w:hint="cs"/>
          <w:rtl/>
        </w:rPr>
        <w:t xml:space="preserve"> </w:t>
      </w:r>
      <w:r w:rsidRPr="007E0B1D">
        <w:rPr>
          <w:rtl/>
        </w:rPr>
        <w:t>وسائل الشيعة ج 20 ص 360. ثقات الرواة للشهرستاني ص 75.</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20" w:name="_Toc398984099"/>
      <w:r w:rsidRPr="007E0B1D">
        <w:rPr>
          <w:rtl/>
          <w:lang w:bidi="fa-IR"/>
        </w:rPr>
        <w:lastRenderedPageBreak/>
        <w:t>حرف الواو</w:t>
      </w:r>
      <w:bookmarkEnd w:id="20"/>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188</w:t>
      </w:r>
      <w:r w:rsidR="00D8054C">
        <w:rPr>
          <w:rtl/>
        </w:rPr>
        <w:t xml:space="preserve"> - </w:t>
      </w:r>
      <w:r w:rsidRPr="007E0B1D">
        <w:rPr>
          <w:rtl/>
        </w:rPr>
        <w:t>والد الخيراني</w:t>
      </w:r>
    </w:p>
    <w:p w:rsidR="008867CD" w:rsidRPr="007E0B1D" w:rsidRDefault="008867CD" w:rsidP="008867CD">
      <w:pPr>
        <w:pStyle w:val="libNormal"/>
        <w:rPr>
          <w:rtl/>
        </w:rPr>
      </w:pPr>
      <w:r w:rsidRPr="007E0B1D">
        <w:rPr>
          <w:rtl/>
        </w:rPr>
        <w:t xml:space="preserve">محدث خدم الامام الجواد </w:t>
      </w:r>
      <w:r w:rsidR="00D8054C" w:rsidRPr="00D8054C">
        <w:rPr>
          <w:rStyle w:val="libAlaemChar"/>
          <w:rtl/>
        </w:rPr>
        <w:t>عليه‌السلام</w:t>
      </w:r>
      <w:r w:rsidRPr="007E0B1D">
        <w:rPr>
          <w:rtl/>
        </w:rPr>
        <w:t xml:space="preserve"> وروى عنه</w:t>
      </w:r>
      <w:r w:rsidR="00D8054C">
        <w:rPr>
          <w:rtl/>
        </w:rPr>
        <w:t>،</w:t>
      </w:r>
      <w:r w:rsidRPr="007E0B1D">
        <w:rPr>
          <w:rtl/>
        </w:rPr>
        <w:t xml:space="preserve"> وروى عن الامام الرضا </w:t>
      </w:r>
      <w:r w:rsidR="00D8054C" w:rsidRPr="00D8054C">
        <w:rPr>
          <w:rStyle w:val="libAlaemChar"/>
          <w:rtl/>
        </w:rPr>
        <w:t>عليه‌السلام</w:t>
      </w:r>
      <w:r w:rsidRPr="007E0B1D">
        <w:rPr>
          <w:rtl/>
        </w:rPr>
        <w:t xml:space="preserve"> أيضا.</w:t>
      </w:r>
    </w:p>
    <w:p w:rsidR="008867CD" w:rsidRPr="007E0B1D" w:rsidRDefault="008867CD" w:rsidP="008867CD">
      <w:pPr>
        <w:pStyle w:val="libNormal"/>
        <w:rPr>
          <w:rtl/>
        </w:rPr>
      </w:pPr>
      <w:r w:rsidRPr="007E0B1D">
        <w:rPr>
          <w:rtl/>
        </w:rPr>
        <w:t>روى عنه ابنه الخيراني.</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الكافي ج 1 ص 258 وص 260 وفيه عن الخيراني عن أبيه انه قال</w:t>
      </w:r>
      <w:r w:rsidR="00D8054C">
        <w:rPr>
          <w:rtl/>
        </w:rPr>
        <w:t>:</w:t>
      </w:r>
      <w:r w:rsidRPr="007E0B1D">
        <w:rPr>
          <w:rtl/>
        </w:rPr>
        <w:t xml:space="preserve"> كان يلزم باب أبي جعفر </w:t>
      </w:r>
      <w:r w:rsidR="00D8054C" w:rsidRPr="00D8054C">
        <w:rPr>
          <w:rStyle w:val="libAlaemChar"/>
          <w:rtl/>
        </w:rPr>
        <w:t>عليه‌السلام</w:t>
      </w:r>
      <w:r w:rsidRPr="007E0B1D">
        <w:rPr>
          <w:rtl/>
        </w:rPr>
        <w:t xml:space="preserve"> للخدمة التي وكل بها</w:t>
      </w:r>
      <w:r w:rsidR="00D8054C">
        <w:rPr>
          <w:rtl/>
        </w:rPr>
        <w:t xml:space="preserve"> ...</w:t>
      </w:r>
      <w:r>
        <w:rPr>
          <w:rtl/>
        </w:rPr>
        <w:t>.</w:t>
      </w:r>
      <w:r w:rsidRPr="007E0B1D">
        <w:rPr>
          <w:rtl/>
        </w:rPr>
        <w:t>. الخ</w:t>
      </w:r>
      <w:r w:rsidR="00D8054C">
        <w:rPr>
          <w:rtl/>
        </w:rPr>
        <w:t>،</w:t>
      </w:r>
      <w:r w:rsidRPr="007E0B1D">
        <w:rPr>
          <w:rtl/>
        </w:rPr>
        <w:t xml:space="preserve"> وص 315. جامع الرواة ج 2 ص 443. مجمع الرجال ج 7 ص 126. الارشاد ص 319. معجم رجال الحديث ج 23 ص 160. اعلام الورى ص 346.</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21" w:name="_Toc398984100"/>
      <w:r w:rsidRPr="007E0B1D">
        <w:rPr>
          <w:rtl/>
          <w:lang w:bidi="fa-IR"/>
        </w:rPr>
        <w:lastRenderedPageBreak/>
        <w:t>حرف الياء</w:t>
      </w:r>
      <w:bookmarkEnd w:id="21"/>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sidRPr="007E0B1D">
        <w:rPr>
          <w:rtl/>
        </w:rPr>
        <w:lastRenderedPageBreak/>
        <w:t>189</w:t>
      </w:r>
      <w:r w:rsidR="00D8054C">
        <w:rPr>
          <w:rtl/>
        </w:rPr>
        <w:t xml:space="preserve"> - </w:t>
      </w:r>
      <w:r w:rsidRPr="007E0B1D">
        <w:rPr>
          <w:rtl/>
        </w:rPr>
        <w:t>ابن أكثم</w:t>
      </w:r>
    </w:p>
    <w:p w:rsidR="008867CD" w:rsidRPr="007E0B1D" w:rsidRDefault="008867CD" w:rsidP="008867CD">
      <w:pPr>
        <w:pStyle w:val="libNormal"/>
        <w:rPr>
          <w:rtl/>
        </w:rPr>
      </w:pPr>
      <w:r w:rsidRPr="007E0B1D">
        <w:rPr>
          <w:rtl/>
        </w:rPr>
        <w:t>يحيى بن أكثم بن محمّد بن قطن بن سمعان التميمي</w:t>
      </w:r>
      <w:r w:rsidR="00D8054C">
        <w:rPr>
          <w:rtl/>
        </w:rPr>
        <w:t>،</w:t>
      </w:r>
      <w:r w:rsidRPr="007E0B1D">
        <w:rPr>
          <w:rtl/>
        </w:rPr>
        <w:t xml:space="preserve"> الأسيدي</w:t>
      </w:r>
      <w:r w:rsidR="00D8054C">
        <w:rPr>
          <w:rtl/>
        </w:rPr>
        <w:t>،</w:t>
      </w:r>
      <w:r w:rsidRPr="007E0B1D">
        <w:rPr>
          <w:rtl/>
        </w:rPr>
        <w:t xml:space="preserve"> الخراساني</w:t>
      </w:r>
      <w:r w:rsidR="00D8054C">
        <w:rPr>
          <w:rtl/>
        </w:rPr>
        <w:t>،</w:t>
      </w:r>
      <w:r w:rsidRPr="007E0B1D">
        <w:rPr>
          <w:rtl/>
        </w:rPr>
        <w:t xml:space="preserve"> المروزي</w:t>
      </w:r>
      <w:r w:rsidR="00D8054C">
        <w:rPr>
          <w:rtl/>
        </w:rPr>
        <w:t>،</w:t>
      </w:r>
      <w:r w:rsidRPr="007E0B1D">
        <w:rPr>
          <w:rtl/>
        </w:rPr>
        <w:t xml:space="preserve"> البغدادي</w:t>
      </w:r>
      <w:r w:rsidR="00D8054C">
        <w:rPr>
          <w:rtl/>
        </w:rPr>
        <w:t>،</w:t>
      </w:r>
      <w:r w:rsidRPr="007E0B1D">
        <w:rPr>
          <w:rtl/>
        </w:rPr>
        <w:t xml:space="preserve"> المعروف بابن أكثم.</w:t>
      </w:r>
    </w:p>
    <w:p w:rsidR="008867CD" w:rsidRPr="007E0B1D" w:rsidRDefault="008867CD" w:rsidP="008867CD">
      <w:pPr>
        <w:pStyle w:val="libNormal"/>
        <w:rPr>
          <w:rtl/>
        </w:rPr>
      </w:pPr>
      <w:r w:rsidRPr="007E0B1D">
        <w:rPr>
          <w:rtl/>
        </w:rPr>
        <w:t>من علماء العامة</w:t>
      </w:r>
      <w:r w:rsidR="00D8054C">
        <w:rPr>
          <w:rtl/>
        </w:rPr>
        <w:t>،</w:t>
      </w:r>
      <w:r w:rsidRPr="007E0B1D">
        <w:rPr>
          <w:rtl/>
        </w:rPr>
        <w:t xml:space="preserve"> وكان فقيها</w:t>
      </w:r>
      <w:r w:rsidR="00D8054C">
        <w:rPr>
          <w:rtl/>
        </w:rPr>
        <w:t>،</w:t>
      </w:r>
      <w:r w:rsidRPr="007E0B1D">
        <w:rPr>
          <w:rtl/>
        </w:rPr>
        <w:t xml:space="preserve"> محدثا</w:t>
      </w:r>
      <w:r w:rsidR="00D8054C">
        <w:rPr>
          <w:rtl/>
        </w:rPr>
        <w:t>،</w:t>
      </w:r>
      <w:r w:rsidRPr="007E0B1D">
        <w:rPr>
          <w:rtl/>
        </w:rPr>
        <w:t xml:space="preserve"> قاضيا</w:t>
      </w:r>
      <w:r w:rsidR="00D8054C">
        <w:rPr>
          <w:rtl/>
        </w:rPr>
        <w:t>،</w:t>
      </w:r>
      <w:r w:rsidRPr="007E0B1D">
        <w:rPr>
          <w:rtl/>
        </w:rPr>
        <w:t xml:space="preserve"> مفسرا</w:t>
      </w:r>
      <w:r w:rsidR="00D8054C">
        <w:rPr>
          <w:rtl/>
        </w:rPr>
        <w:t>،</w:t>
      </w:r>
      <w:r w:rsidRPr="007E0B1D">
        <w:rPr>
          <w:rtl/>
        </w:rPr>
        <w:t xml:space="preserve"> أديبا</w:t>
      </w:r>
      <w:r w:rsidR="00D8054C">
        <w:rPr>
          <w:rtl/>
        </w:rPr>
        <w:t>،</w:t>
      </w:r>
      <w:r w:rsidRPr="007E0B1D">
        <w:rPr>
          <w:rtl/>
        </w:rPr>
        <w:t xml:space="preserve"> مؤلفا.</w:t>
      </w:r>
    </w:p>
    <w:p w:rsidR="008867CD" w:rsidRPr="007E0B1D" w:rsidRDefault="008867CD" w:rsidP="008867CD">
      <w:pPr>
        <w:pStyle w:val="libNormal"/>
        <w:rPr>
          <w:rtl/>
        </w:rPr>
      </w:pPr>
      <w:r w:rsidRPr="007E0B1D">
        <w:rPr>
          <w:rtl/>
        </w:rPr>
        <w:t>عرف باللواط ومحبة الصبيان</w:t>
      </w:r>
      <w:r w:rsidR="00D8054C">
        <w:rPr>
          <w:rtl/>
        </w:rPr>
        <w:t>،</w:t>
      </w:r>
      <w:r w:rsidRPr="007E0B1D">
        <w:rPr>
          <w:rtl/>
        </w:rPr>
        <w:t xml:space="preserve"> وكان من المنحرفين عن أئمة آل البيت </w:t>
      </w:r>
      <w:r w:rsidR="00D8054C" w:rsidRPr="00D8054C">
        <w:rPr>
          <w:rStyle w:val="libAlaemChar"/>
          <w:rtl/>
        </w:rPr>
        <w:t>عليهم‌السلام</w:t>
      </w:r>
      <w:r w:rsidRPr="007E0B1D">
        <w:rPr>
          <w:rtl/>
        </w:rPr>
        <w:t xml:space="preserve"> جاحدا لهم.</w:t>
      </w:r>
    </w:p>
    <w:p w:rsidR="008867CD" w:rsidRPr="007E0B1D" w:rsidRDefault="008867CD" w:rsidP="008867CD">
      <w:pPr>
        <w:pStyle w:val="libNormal"/>
        <w:rPr>
          <w:rtl/>
        </w:rPr>
      </w:pPr>
      <w:r w:rsidRPr="007E0B1D">
        <w:rPr>
          <w:rtl/>
        </w:rPr>
        <w:t>ولد بمرو حدود سنة 160 ه‍</w:t>
      </w:r>
      <w:r w:rsidR="00D8054C">
        <w:rPr>
          <w:rtl/>
        </w:rPr>
        <w:t>،</w:t>
      </w:r>
      <w:r w:rsidRPr="007E0B1D">
        <w:rPr>
          <w:rtl/>
        </w:rPr>
        <w:t xml:space="preserve"> انتقل الى بغداد وسكنها</w:t>
      </w:r>
      <w:r w:rsidR="00D8054C">
        <w:rPr>
          <w:rtl/>
        </w:rPr>
        <w:t>،</w:t>
      </w:r>
      <w:r w:rsidRPr="007E0B1D">
        <w:rPr>
          <w:rtl/>
        </w:rPr>
        <w:t xml:space="preserve"> وبها تعلم وتفقه.</w:t>
      </w:r>
    </w:p>
    <w:p w:rsidR="008867CD" w:rsidRPr="007E0B1D" w:rsidRDefault="008867CD" w:rsidP="008867CD">
      <w:pPr>
        <w:pStyle w:val="libNormal"/>
        <w:rPr>
          <w:rtl/>
        </w:rPr>
      </w:pPr>
      <w:r w:rsidRPr="007E0B1D">
        <w:rPr>
          <w:rtl/>
        </w:rPr>
        <w:t>تقرب من البلاط العباسي في عهد المأمون وحظي لديه فولاه القضاء بالبصرة ثم ببغداد</w:t>
      </w:r>
      <w:r w:rsidR="00D8054C">
        <w:rPr>
          <w:rtl/>
        </w:rPr>
        <w:t>،</w:t>
      </w:r>
      <w:r w:rsidRPr="007E0B1D">
        <w:rPr>
          <w:rtl/>
        </w:rPr>
        <w:t xml:space="preserve"> وفي عهد المعتصم العباسي عزل عن القضاء</w:t>
      </w:r>
      <w:r w:rsidR="00D8054C">
        <w:rPr>
          <w:rtl/>
        </w:rPr>
        <w:t>،</w:t>
      </w:r>
      <w:r w:rsidRPr="007E0B1D">
        <w:rPr>
          <w:rtl/>
        </w:rPr>
        <w:t xml:space="preserve"> ولم يزل معزولا حتى حكم المتوكل فرده إليه وأعطاه منصب قاضي القضاة</w:t>
      </w:r>
      <w:r w:rsidR="00D8054C">
        <w:rPr>
          <w:rtl/>
        </w:rPr>
        <w:t>،</w:t>
      </w:r>
      <w:r w:rsidRPr="007E0B1D">
        <w:rPr>
          <w:rtl/>
        </w:rPr>
        <w:t xml:space="preserve"> ثم ولاه المظالم</w:t>
      </w:r>
      <w:r w:rsidR="00D8054C">
        <w:rPr>
          <w:rtl/>
        </w:rPr>
        <w:t>،</w:t>
      </w:r>
      <w:r w:rsidRPr="007E0B1D">
        <w:rPr>
          <w:rtl/>
        </w:rPr>
        <w:t xml:space="preserve"> ولم يزل حتى تغير عليه المتوكل فعزله من مناصبه وصادر أمواله.</w:t>
      </w:r>
    </w:p>
    <w:p w:rsidR="008867CD" w:rsidRPr="007E0B1D" w:rsidRDefault="008867CD" w:rsidP="008867CD">
      <w:pPr>
        <w:pStyle w:val="libNormal"/>
        <w:rPr>
          <w:rtl/>
        </w:rPr>
      </w:pPr>
      <w:r w:rsidRPr="007E0B1D">
        <w:rPr>
          <w:rtl/>
        </w:rPr>
        <w:t xml:space="preserve">عاصر كلا من الأئمة الكاظم والرضا والجواد والهادي </w:t>
      </w:r>
      <w:r w:rsidR="00D8054C" w:rsidRPr="00D8054C">
        <w:rPr>
          <w:rStyle w:val="libAlaemChar"/>
          <w:rtl/>
        </w:rPr>
        <w:t>عليهم‌السلام</w:t>
      </w:r>
      <w:r w:rsidRPr="007E0B1D">
        <w:rPr>
          <w:rtl/>
        </w:rPr>
        <w:t xml:space="preserve"> وروى عنهم.</w:t>
      </w:r>
    </w:p>
    <w:p w:rsidR="008867CD" w:rsidRPr="007E0B1D" w:rsidRDefault="008867CD" w:rsidP="008867CD">
      <w:pPr>
        <w:pStyle w:val="libNormal"/>
        <w:rPr>
          <w:rtl/>
        </w:rPr>
      </w:pPr>
      <w:r w:rsidRPr="007E0B1D">
        <w:rPr>
          <w:rtl/>
        </w:rPr>
        <w:t>روى عنه يحيى بن أبي العلاء</w:t>
      </w:r>
      <w:r w:rsidR="00D8054C">
        <w:rPr>
          <w:rtl/>
        </w:rPr>
        <w:t>،</w:t>
      </w:r>
      <w:r w:rsidRPr="007E0B1D">
        <w:rPr>
          <w:rtl/>
        </w:rPr>
        <w:t xml:space="preserve"> وأبو عيسى الترمذي.</w:t>
      </w:r>
    </w:p>
    <w:p w:rsidR="008867CD" w:rsidRPr="007E0B1D" w:rsidRDefault="008867CD" w:rsidP="008867CD">
      <w:pPr>
        <w:pStyle w:val="libNormal"/>
        <w:rPr>
          <w:rtl/>
        </w:rPr>
      </w:pPr>
      <w:r w:rsidRPr="007E0B1D">
        <w:rPr>
          <w:rtl/>
        </w:rPr>
        <w:t>من اثاره كتاب « التنبيه في الفقه »</w:t>
      </w:r>
      <w:r w:rsidR="00D8054C">
        <w:rPr>
          <w:rtl/>
        </w:rPr>
        <w:t>،</w:t>
      </w:r>
      <w:r w:rsidRPr="007E0B1D">
        <w:rPr>
          <w:rtl/>
        </w:rPr>
        <w:t xml:space="preserve"> وكتاب « ايجاب التمسك بأحكام القرآن »</w:t>
      </w:r>
      <w:r>
        <w:rPr>
          <w:rtl/>
        </w:rPr>
        <w:t>.</w:t>
      </w:r>
    </w:p>
    <w:p w:rsidR="008867CD" w:rsidRPr="007E0B1D" w:rsidRDefault="008867CD" w:rsidP="008867CD">
      <w:pPr>
        <w:pStyle w:val="libNormal"/>
        <w:rPr>
          <w:rtl/>
        </w:rPr>
      </w:pPr>
      <w:r w:rsidRPr="007E0B1D">
        <w:rPr>
          <w:rtl/>
        </w:rPr>
        <w:t xml:space="preserve">توفي بالربذة </w:t>
      </w:r>
      <w:r w:rsidR="00D8054C">
        <w:rPr>
          <w:rtl/>
        </w:rPr>
        <w:t>(</w:t>
      </w:r>
      <w:r w:rsidRPr="007E0B1D">
        <w:rPr>
          <w:rtl/>
        </w:rPr>
        <w:t>من قرى المدينة المنورة</w:t>
      </w:r>
      <w:r w:rsidR="00D8054C">
        <w:rPr>
          <w:rtl/>
        </w:rPr>
        <w:t>)</w:t>
      </w:r>
      <w:r w:rsidRPr="007E0B1D">
        <w:rPr>
          <w:rtl/>
        </w:rPr>
        <w:t xml:space="preserve"> في 15 ذي الحجة سنة 242 ه‍</w:t>
      </w:r>
      <w:r w:rsidR="00D8054C">
        <w:rPr>
          <w:rtl/>
        </w:rPr>
        <w:t>،</w:t>
      </w:r>
      <w:r w:rsidRPr="007E0B1D">
        <w:rPr>
          <w:rtl/>
        </w:rPr>
        <w:t xml:space="preserve"> وقيل سنة 243 ه‍</w:t>
      </w:r>
      <w:r w:rsidR="00D8054C">
        <w:rPr>
          <w:rtl/>
        </w:rPr>
        <w:t>،</w:t>
      </w:r>
      <w:r w:rsidRPr="007E0B1D">
        <w:rPr>
          <w:rtl/>
        </w:rPr>
        <w:t xml:space="preserve"> ودفن بها.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الارشاد ص 320 وفيه محاورة جرت بين المترجم له والامام الجواد </w:t>
      </w:r>
      <w:r w:rsidR="00D8054C" w:rsidRPr="00D8054C">
        <w:rPr>
          <w:rStyle w:val="libAlaemChar"/>
          <w:rtl/>
        </w:rPr>
        <w:t>عليه‌السلام</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بحضور المأمون العباسي ووجوه الناس وعلمائهم بناء على طلب العباسيين من المأمون عدم تزويج ابنته أمّ الفضل للامام </w:t>
      </w:r>
      <w:r w:rsidR="00D8054C" w:rsidRPr="00D8054C">
        <w:rPr>
          <w:rStyle w:val="libAlaemChar"/>
          <w:rtl/>
        </w:rPr>
        <w:t>عليه‌السلام</w:t>
      </w:r>
      <w:r w:rsidR="00D8054C">
        <w:rPr>
          <w:rtl/>
        </w:rPr>
        <w:t>،</w:t>
      </w:r>
      <w:r w:rsidRPr="007E0B1D">
        <w:rPr>
          <w:rtl/>
        </w:rPr>
        <w:t xml:space="preserve"> فطلبوا من المأمون اجراء تلك المحاورة</w:t>
      </w:r>
      <w:r w:rsidR="00D8054C">
        <w:rPr>
          <w:rtl/>
        </w:rPr>
        <w:t>،</w:t>
      </w:r>
      <w:r w:rsidRPr="007E0B1D">
        <w:rPr>
          <w:rtl/>
        </w:rPr>
        <w:t xml:space="preserve"> وأن يسأل ابن اكثم المترجم له الامام الجواد </w:t>
      </w:r>
      <w:r w:rsidR="00D8054C" w:rsidRPr="00D8054C">
        <w:rPr>
          <w:rStyle w:val="libAlaemChar"/>
          <w:rtl/>
        </w:rPr>
        <w:t>عليه‌السلام</w:t>
      </w:r>
      <w:r w:rsidRPr="007E0B1D">
        <w:rPr>
          <w:rtl/>
        </w:rPr>
        <w:t xml:space="preserve"> سؤالا والامام </w:t>
      </w:r>
      <w:r w:rsidR="00D8054C" w:rsidRPr="00D8054C">
        <w:rPr>
          <w:rStyle w:val="libAlaemChar"/>
          <w:rtl/>
        </w:rPr>
        <w:t>عليه‌السلام</w:t>
      </w:r>
      <w:r w:rsidRPr="007E0B1D">
        <w:rPr>
          <w:rtl/>
        </w:rPr>
        <w:t xml:space="preserve"> لا يعرف جوابها وبذلك يفحم الامام </w:t>
      </w:r>
      <w:r w:rsidR="00D8054C" w:rsidRPr="00D8054C">
        <w:rPr>
          <w:rStyle w:val="libAlaemChar"/>
          <w:rtl/>
        </w:rPr>
        <w:t>عليه‌السلام</w:t>
      </w:r>
      <w:r w:rsidRPr="007E0B1D">
        <w:rPr>
          <w:rtl/>
        </w:rPr>
        <w:t xml:space="preserve"> فيمتنع المأمون من تزويج ابنته للامام </w:t>
      </w:r>
      <w:r w:rsidR="00D8054C" w:rsidRPr="00D8054C">
        <w:rPr>
          <w:rStyle w:val="libAlaemChar"/>
          <w:rtl/>
        </w:rPr>
        <w:t>عليه‌السلام</w:t>
      </w:r>
      <w:r w:rsidR="00D8054C">
        <w:rPr>
          <w:rtl/>
        </w:rPr>
        <w:t>،</w:t>
      </w:r>
      <w:r w:rsidRPr="007E0B1D">
        <w:rPr>
          <w:rtl/>
        </w:rPr>
        <w:t xml:space="preserve"> وكان النتيجة أن أفحم الامام </w:t>
      </w:r>
      <w:r w:rsidR="00D8054C" w:rsidRPr="00D8054C">
        <w:rPr>
          <w:rStyle w:val="libAlaemChar"/>
          <w:rtl/>
        </w:rPr>
        <w:t>عليه‌السلام</w:t>
      </w:r>
      <w:r w:rsidRPr="007E0B1D">
        <w:rPr>
          <w:rtl/>
        </w:rPr>
        <w:t xml:space="preserve"> المترجم له وتغلب عليه. ميزان الاعتدال ج 4 ص 361. تنقيح المقال ج 3 ص 312. الاختصاص ص 91 وص 98 وص 99. وفيات الأعيان ج 6 ص 147. طبقات ابن سعد ج 7 ص 295 في ترجمة محمّد بن عبد الله بن المثنى. الأعلام ج 9 ص 167. تتمة المنتهى </w:t>
      </w:r>
      <w:r w:rsidR="00D8054C">
        <w:rPr>
          <w:rtl/>
        </w:rPr>
        <w:t>(</w:t>
      </w:r>
      <w:r w:rsidRPr="007E0B1D">
        <w:rPr>
          <w:rtl/>
        </w:rPr>
        <w:t>فارسي</w:t>
      </w:r>
      <w:r w:rsidR="00D8054C">
        <w:rPr>
          <w:rtl/>
        </w:rPr>
        <w:t>)</w:t>
      </w:r>
      <w:r w:rsidRPr="007E0B1D">
        <w:rPr>
          <w:rtl/>
        </w:rPr>
        <w:t xml:space="preserve"> ص 320 وص 505. المناقب ج 4 ص 381. تاريخ بغداد ج 14 ص 191 وص 204. الولاة والقضاة ص 442 وص 586. اخبار القضاة ج 2 ص 161. مرآة الجنان ج 2 ص 135. الأنباء في تاريخ الخلفاء ص 66. العبرج 1 ص 439. هدية العارفين ج 2 ص 515. البيان والتبيين ج 2 ص 100 وص 103.</w:t>
      </w:r>
      <w:r>
        <w:rPr>
          <w:rFonts w:hint="cs"/>
          <w:rtl/>
        </w:rPr>
        <w:t xml:space="preserve"> </w:t>
      </w:r>
      <w:r w:rsidRPr="007E0B1D">
        <w:rPr>
          <w:rtl/>
        </w:rPr>
        <w:t>سير أعلام النبلاء ج 12 ص 5. جامع الرواة ج 2 ص 325. البداية والنهاية ج 10 ص 344. العقد الفريد راجع فهرسته. الأغاني ج 20 ص 255. التاريخ الكبير ج 8 ص 263. معجم المؤلفين ج 13 ص 186. سفينة البحار ج 1 ص 367.</w:t>
      </w:r>
      <w:r>
        <w:rPr>
          <w:rFonts w:hint="cs"/>
          <w:rtl/>
        </w:rPr>
        <w:t xml:space="preserve"> </w:t>
      </w:r>
      <w:r w:rsidRPr="007E0B1D">
        <w:rPr>
          <w:rtl/>
        </w:rPr>
        <w:t>الحرج والتعديل ج 4 قسم 2 ص 129. التنبيه والاشراف ص 305 وص 314.</w:t>
      </w:r>
      <w:r>
        <w:rPr>
          <w:rFonts w:hint="cs"/>
          <w:rtl/>
        </w:rPr>
        <w:t xml:space="preserve"> </w:t>
      </w:r>
      <w:r w:rsidRPr="007E0B1D">
        <w:rPr>
          <w:rtl/>
        </w:rPr>
        <w:t>طبقات المفسرين ج 2 ص 363. تاريخ أبو الفداء ج 2 ص 39. مر</w:t>
      </w:r>
      <w:r w:rsidR="00D8054C">
        <w:rPr>
          <w:rtl/>
        </w:rPr>
        <w:t>،</w:t>
      </w:r>
      <w:r w:rsidRPr="007E0B1D">
        <w:rPr>
          <w:rtl/>
        </w:rPr>
        <w:t xml:space="preserve"> وج الذهب ج 4 ص 8 وص 21 وص 22 وص 23 وص 96 وص 128. حياة الحيوان ج 1 ص 529 وص 530. طبقات الحنابلة ج 1 ص 410</w:t>
      </w:r>
      <w:r w:rsidR="00D8054C">
        <w:rPr>
          <w:rtl/>
        </w:rPr>
        <w:t xml:space="preserve"> - </w:t>
      </w:r>
      <w:r w:rsidRPr="007E0B1D">
        <w:rPr>
          <w:rtl/>
        </w:rPr>
        <w:t>ص 413. النجوم الزاهرة ج 2 ص 217 وص 308. تاريخ اليعقوبي ج 2 ص 463 وص 465 وص 466 وص 489. لسان الميزان ج 7 ص 429. التهذيب ج 10 ص 39. الكامل في التاريخ ج 6 ص 419</w:t>
      </w:r>
      <w:r w:rsidR="00D8054C">
        <w:rPr>
          <w:rtl/>
        </w:rPr>
        <w:t>،</w:t>
      </w:r>
      <w:r w:rsidRPr="007E0B1D">
        <w:rPr>
          <w:rtl/>
        </w:rPr>
        <w:t xml:space="preserve"> وج 7 ص 59 وص 74 وص 82 وص 102. روضات</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الجنات ج 8 ص 212 وص 213 في ترجمة يحيى اليزيدي. دول الاسلام ص 131. تقريب التهذيب ج 2 ص 342 وفيه</w:t>
      </w:r>
      <w:r w:rsidR="00D8054C">
        <w:rPr>
          <w:rtl/>
        </w:rPr>
        <w:t>:</w:t>
      </w:r>
      <w:r w:rsidRPr="007E0B1D">
        <w:rPr>
          <w:rtl/>
        </w:rPr>
        <w:t xml:space="preserve"> رمي بسرقة الحديث. من لا يحضره الفقيه ج 1 ص 203. شذرات الذهب ج 2 ص 101. تهذيب التهذيب ج 11 ص 179 وص 183. معجم رجال الحديث ج 20 ص 32. الجواهر المضية ج 2 ص 210. الكافي ج 1 ص 287</w:t>
      </w:r>
      <w:r w:rsidR="00D8054C">
        <w:rPr>
          <w:rtl/>
        </w:rPr>
        <w:t>،</w:t>
      </w:r>
      <w:r w:rsidRPr="007E0B1D">
        <w:rPr>
          <w:rtl/>
        </w:rPr>
        <w:t xml:space="preserve"> وج 7 ص 238. ذيل تاريخ بغداد ج 4 ص 208. خلاصة تذهيب الكمال ص 361. الاحتجاج ص 443. اعلام الورى ص 351.</w:t>
      </w:r>
    </w:p>
    <w:p w:rsidR="008867CD" w:rsidRPr="007E0B1D" w:rsidRDefault="008867CD" w:rsidP="008867CD">
      <w:pPr>
        <w:pStyle w:val="libCenterBold1"/>
        <w:rPr>
          <w:rtl/>
        </w:rPr>
      </w:pPr>
      <w:r w:rsidRPr="007E0B1D">
        <w:rPr>
          <w:rtl/>
        </w:rPr>
        <w:t>190</w:t>
      </w:r>
      <w:r w:rsidR="00D8054C">
        <w:rPr>
          <w:rtl/>
        </w:rPr>
        <w:t xml:space="preserve"> - </w:t>
      </w:r>
      <w:r w:rsidRPr="007E0B1D">
        <w:rPr>
          <w:rtl/>
        </w:rPr>
        <w:t>يحيى الهمداني</w:t>
      </w:r>
    </w:p>
    <w:p w:rsidR="008867CD" w:rsidRPr="007E0B1D" w:rsidRDefault="008867CD" w:rsidP="008867CD">
      <w:pPr>
        <w:pStyle w:val="libNormal"/>
        <w:rPr>
          <w:rtl/>
        </w:rPr>
      </w:pPr>
      <w:r w:rsidRPr="007E0B1D">
        <w:rPr>
          <w:rtl/>
        </w:rPr>
        <w:t>يحيى بن أبي عمران</w:t>
      </w:r>
      <w:r w:rsidR="00D8054C">
        <w:rPr>
          <w:rtl/>
        </w:rPr>
        <w:t>،</w:t>
      </w:r>
      <w:r w:rsidRPr="007E0B1D">
        <w:rPr>
          <w:rtl/>
        </w:rPr>
        <w:t xml:space="preserve"> وقيل عمران الهمداني.</w:t>
      </w:r>
    </w:p>
    <w:p w:rsidR="008867CD" w:rsidRPr="007E0B1D" w:rsidRDefault="008867CD" w:rsidP="008867CD">
      <w:pPr>
        <w:pStyle w:val="libNormal"/>
        <w:rPr>
          <w:rtl/>
        </w:rPr>
      </w:pPr>
      <w:r w:rsidRPr="007E0B1D">
        <w:rPr>
          <w:rtl/>
        </w:rPr>
        <w:t>من ثقات محدثي الامامية</w:t>
      </w:r>
      <w:r w:rsidR="00D8054C">
        <w:rPr>
          <w:rtl/>
        </w:rPr>
        <w:t>،</w:t>
      </w:r>
      <w:r w:rsidRPr="007E0B1D">
        <w:rPr>
          <w:rtl/>
        </w:rPr>
        <w:t xml:space="preserve"> تتلمذ على يونس بن عبد الرحمن واكثر الرواية عنه.</w:t>
      </w:r>
    </w:p>
    <w:p w:rsidR="008867CD" w:rsidRPr="007E0B1D" w:rsidRDefault="008867CD" w:rsidP="008867CD">
      <w:pPr>
        <w:pStyle w:val="libNormal"/>
        <w:rPr>
          <w:rtl/>
        </w:rPr>
      </w:pPr>
      <w:r w:rsidRPr="007E0B1D">
        <w:rPr>
          <w:rtl/>
        </w:rPr>
        <w:t xml:space="preserve">روى عن الامام الرضا </w:t>
      </w:r>
      <w:r w:rsidR="00D8054C" w:rsidRPr="00D8054C">
        <w:rPr>
          <w:rStyle w:val="libAlaemChar"/>
          <w:rtl/>
        </w:rPr>
        <w:t>عليه‌السلام</w:t>
      </w:r>
      <w:r w:rsidR="00D8054C">
        <w:rPr>
          <w:rtl/>
        </w:rPr>
        <w:t>،</w:t>
      </w:r>
      <w:r w:rsidRPr="007E0B1D">
        <w:rPr>
          <w:rtl/>
        </w:rPr>
        <w:t xml:space="preserve"> وللامام </w:t>
      </w:r>
      <w:r w:rsidR="00D8054C" w:rsidRPr="00D8054C">
        <w:rPr>
          <w:rStyle w:val="libAlaemChar"/>
          <w:rtl/>
        </w:rPr>
        <w:t>عليه‌السلام</w:t>
      </w:r>
      <w:r w:rsidRPr="007E0B1D">
        <w:rPr>
          <w:rtl/>
        </w:rPr>
        <w:t xml:space="preserve"> إليه كتاب.</w:t>
      </w:r>
    </w:p>
    <w:p w:rsidR="008867CD" w:rsidRPr="007E0B1D" w:rsidRDefault="008867CD" w:rsidP="008867CD">
      <w:pPr>
        <w:pStyle w:val="libNormal"/>
        <w:rPr>
          <w:rtl/>
        </w:rPr>
      </w:pPr>
      <w:r w:rsidRPr="007E0B1D">
        <w:rPr>
          <w:rtl/>
        </w:rPr>
        <w:t xml:space="preserve">وكذلك صحب الامام الجواد </w:t>
      </w:r>
      <w:r w:rsidR="00D8054C" w:rsidRPr="00D8054C">
        <w:rPr>
          <w:rStyle w:val="libAlaemChar"/>
          <w:rtl/>
        </w:rPr>
        <w:t>عليه‌السلام</w:t>
      </w:r>
      <w:r w:rsidRPr="007E0B1D">
        <w:rPr>
          <w:rtl/>
        </w:rPr>
        <w:t xml:space="preserve"> وروى وتوكل عنه.</w:t>
      </w:r>
    </w:p>
    <w:p w:rsidR="008867CD" w:rsidRPr="007E0B1D" w:rsidRDefault="008867CD" w:rsidP="008867CD">
      <w:pPr>
        <w:pStyle w:val="libNormal"/>
        <w:rPr>
          <w:rtl/>
        </w:rPr>
      </w:pPr>
      <w:r w:rsidRPr="007E0B1D">
        <w:rPr>
          <w:rtl/>
        </w:rPr>
        <w:t>روى عنه ابراهيم بن هاشم القمي</w:t>
      </w:r>
      <w:r w:rsidR="00D8054C">
        <w:rPr>
          <w:rtl/>
        </w:rPr>
        <w:t>،</w:t>
      </w:r>
      <w:r w:rsidRPr="007E0B1D">
        <w:rPr>
          <w:rtl/>
        </w:rPr>
        <w:t xml:space="preserve"> وعلي بن مهزيار الأهوازي.</w:t>
      </w:r>
    </w:p>
    <w:p w:rsidR="008867CD" w:rsidRPr="007E0B1D" w:rsidRDefault="008867CD" w:rsidP="008867CD">
      <w:pPr>
        <w:pStyle w:val="libNormal"/>
        <w:rPr>
          <w:rtl/>
        </w:rPr>
      </w:pPr>
      <w:r w:rsidRPr="007E0B1D">
        <w:rPr>
          <w:rtl/>
        </w:rPr>
        <w:t>توفي قبل سنة 220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التهذيب ج 2 ص 69 وفيه يسأل الامام الجواد </w:t>
      </w:r>
      <w:r w:rsidR="00D8054C" w:rsidRPr="00D8054C">
        <w:rPr>
          <w:rStyle w:val="libAlaemChar"/>
          <w:rtl/>
        </w:rPr>
        <w:t>عليه‌السلام</w:t>
      </w:r>
      <w:r w:rsidRPr="007E0B1D">
        <w:rPr>
          <w:rtl/>
        </w:rPr>
        <w:t xml:space="preserve"> مكاتبة عن مسألة شرعية</w:t>
      </w:r>
      <w:r w:rsidR="00D8054C">
        <w:rPr>
          <w:rtl/>
        </w:rPr>
        <w:t>،</w:t>
      </w:r>
      <w:r w:rsidRPr="007E0B1D">
        <w:rPr>
          <w:rtl/>
        </w:rPr>
        <w:t xml:space="preserve"> والامام </w:t>
      </w:r>
      <w:r w:rsidR="00D8054C" w:rsidRPr="00D8054C">
        <w:rPr>
          <w:rStyle w:val="libAlaemChar"/>
          <w:rtl/>
        </w:rPr>
        <w:t>عليه‌السلام</w:t>
      </w:r>
      <w:r w:rsidR="00D8054C">
        <w:rPr>
          <w:rtl/>
        </w:rPr>
        <w:t xml:space="preserve"> - </w:t>
      </w:r>
      <w:r w:rsidRPr="007E0B1D">
        <w:rPr>
          <w:rtl/>
        </w:rPr>
        <w:t>يجيبه عليها</w:t>
      </w:r>
      <w:r w:rsidR="00D8054C">
        <w:rPr>
          <w:rtl/>
        </w:rPr>
        <w:t>،</w:t>
      </w:r>
      <w:r w:rsidRPr="007E0B1D">
        <w:rPr>
          <w:rtl/>
        </w:rPr>
        <w:t xml:space="preserve"> وج 6 ص 140</w:t>
      </w:r>
      <w:r w:rsidR="00D8054C">
        <w:rPr>
          <w:rtl/>
        </w:rPr>
        <w:t>،</w:t>
      </w:r>
      <w:r w:rsidRPr="007E0B1D">
        <w:rPr>
          <w:rtl/>
        </w:rPr>
        <w:t xml:space="preserve"> وج 9 ص 315</w:t>
      </w:r>
      <w:r w:rsidR="00D8054C">
        <w:rPr>
          <w:rtl/>
        </w:rPr>
        <w:t>،</w:t>
      </w:r>
      <w:r w:rsidRPr="007E0B1D">
        <w:rPr>
          <w:rtl/>
        </w:rPr>
        <w:t xml:space="preserve"> وج 10 ص 33. بصائر الدرجات ص 262. طرائف المقال ج 1 ص 369 وص 370.</w:t>
      </w:r>
      <w:r>
        <w:rPr>
          <w:rFonts w:hint="cs"/>
          <w:rtl/>
        </w:rPr>
        <w:t xml:space="preserve"> </w:t>
      </w:r>
      <w:r w:rsidRPr="007E0B1D">
        <w:rPr>
          <w:rtl/>
        </w:rPr>
        <w:t xml:space="preserve">المناقب ج 4 ص 397. من لا يحضره الفقيه ج 1 ص 170 وفيه يسأل الامام </w:t>
      </w:r>
      <w:r w:rsidR="00D8054C" w:rsidRPr="00D8054C">
        <w:rPr>
          <w:rStyle w:val="libAlaemChar"/>
          <w:rtl/>
        </w:rPr>
        <w:t>عليه‌السلام</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مسائل شرعية والامام </w:t>
      </w:r>
      <w:r w:rsidR="00D8054C" w:rsidRPr="00D8054C">
        <w:rPr>
          <w:rStyle w:val="libAlaemChar"/>
          <w:rtl/>
        </w:rPr>
        <w:t>عليه‌السلام</w:t>
      </w:r>
      <w:r w:rsidRPr="007E0B1D">
        <w:rPr>
          <w:rtl/>
        </w:rPr>
        <w:t xml:space="preserve"> يجيبه عليها</w:t>
      </w:r>
      <w:r w:rsidR="00D8054C">
        <w:rPr>
          <w:rtl/>
        </w:rPr>
        <w:t>،</w:t>
      </w:r>
      <w:r w:rsidRPr="007E0B1D">
        <w:rPr>
          <w:rtl/>
        </w:rPr>
        <w:t xml:space="preserve"> وج 6 ص 140</w:t>
      </w:r>
      <w:r w:rsidR="00D8054C">
        <w:rPr>
          <w:rtl/>
        </w:rPr>
        <w:t>،</w:t>
      </w:r>
      <w:r w:rsidRPr="007E0B1D">
        <w:rPr>
          <w:rtl/>
        </w:rPr>
        <w:t xml:space="preserve"> وج 9 ص 315</w:t>
      </w:r>
      <w:r w:rsidR="00D8054C">
        <w:rPr>
          <w:rtl/>
        </w:rPr>
        <w:t>،</w:t>
      </w:r>
      <w:r w:rsidRPr="007E0B1D">
        <w:rPr>
          <w:rtl/>
        </w:rPr>
        <w:t xml:space="preserve"> وج 10 ص 33. بصائر الدرجات ص 262. طرائف المقال ج 1 ص 369 وص 370</w:t>
      </w:r>
      <w:r w:rsidR="00D8054C">
        <w:rPr>
          <w:rtl/>
        </w:rPr>
        <w:t>،</w:t>
      </w:r>
      <w:r w:rsidRPr="007E0B1D">
        <w:rPr>
          <w:rtl/>
        </w:rPr>
        <w:t xml:space="preserve"> المناقب ج 4 ص 397. من لا يحضره الفقيه ج 1 ص 170 وفيه يسأل الامام </w:t>
      </w:r>
      <w:r w:rsidR="00D8054C" w:rsidRPr="00D8054C">
        <w:rPr>
          <w:rStyle w:val="libAlaemChar"/>
          <w:rtl/>
        </w:rPr>
        <w:t>عليه‌السلام</w:t>
      </w:r>
      <w:r w:rsidRPr="007E0B1D">
        <w:rPr>
          <w:rtl/>
        </w:rPr>
        <w:t xml:space="preserve"> مسائل شرعية والامام يجيبه عليها</w:t>
      </w:r>
      <w:r w:rsidR="00D8054C">
        <w:rPr>
          <w:rtl/>
        </w:rPr>
        <w:t>،</w:t>
      </w:r>
      <w:r w:rsidRPr="007E0B1D">
        <w:rPr>
          <w:rtl/>
        </w:rPr>
        <w:t xml:space="preserve"> وج 4 ص 204. مجمع الرجال ج 6 ص 248 وص 262. خاتمة المستدرك ص 857. الاستبصار ج 1 ص 311.</w:t>
      </w:r>
      <w:r>
        <w:rPr>
          <w:rFonts w:hint="cs"/>
          <w:rtl/>
        </w:rPr>
        <w:t xml:space="preserve"> </w:t>
      </w:r>
      <w:r w:rsidRPr="007E0B1D">
        <w:rPr>
          <w:rtl/>
        </w:rPr>
        <w:t xml:space="preserve">رجال الطوسي في أصحاب الرضا </w:t>
      </w:r>
      <w:r w:rsidR="00D8054C" w:rsidRPr="00D8054C">
        <w:rPr>
          <w:rStyle w:val="libAlaemChar"/>
          <w:rtl/>
        </w:rPr>
        <w:t>عليه‌السلام</w:t>
      </w:r>
      <w:r w:rsidRPr="007E0B1D">
        <w:rPr>
          <w:rtl/>
        </w:rPr>
        <w:t xml:space="preserve"> ص 395. تنقيح المقال ج 3 ص 308 وص 320. الخصال ص 42 وص 646. معجم الثقات ص 370. الكافي ج 1 ص 208</w:t>
      </w:r>
      <w:r w:rsidR="00D8054C">
        <w:rPr>
          <w:rtl/>
        </w:rPr>
        <w:t>،</w:t>
      </w:r>
      <w:r w:rsidRPr="007E0B1D">
        <w:rPr>
          <w:rtl/>
        </w:rPr>
        <w:t xml:space="preserve"> وج 5 ص 21 وص 31</w:t>
      </w:r>
      <w:r w:rsidR="00D8054C">
        <w:rPr>
          <w:rtl/>
        </w:rPr>
        <w:t>،</w:t>
      </w:r>
      <w:r w:rsidRPr="007E0B1D">
        <w:rPr>
          <w:rtl/>
        </w:rPr>
        <w:t xml:space="preserve"> وج 7 ص 244. جامع الرواة ج 2 ص 324 وص 334. رجال الحلي </w:t>
      </w:r>
      <w:r w:rsidR="00D8054C">
        <w:rPr>
          <w:rtl/>
        </w:rPr>
        <w:t>(</w:t>
      </w:r>
      <w:r w:rsidRPr="007E0B1D">
        <w:rPr>
          <w:rtl/>
        </w:rPr>
        <w:t>قسم الثقات</w:t>
      </w:r>
      <w:r w:rsidR="00D8054C">
        <w:rPr>
          <w:rtl/>
        </w:rPr>
        <w:t>)</w:t>
      </w:r>
      <w:r w:rsidRPr="007E0B1D">
        <w:rPr>
          <w:rtl/>
        </w:rPr>
        <w:t xml:space="preserve"> ص 181. منتهى المقال ص 328.</w:t>
      </w:r>
      <w:r>
        <w:rPr>
          <w:rFonts w:hint="cs"/>
          <w:rtl/>
        </w:rPr>
        <w:t xml:space="preserve"> </w:t>
      </w:r>
      <w:r w:rsidRPr="007E0B1D">
        <w:rPr>
          <w:rtl/>
        </w:rPr>
        <w:t xml:space="preserve">رجال البرقي في أصحاب الرضا </w:t>
      </w:r>
      <w:r w:rsidR="00D8054C" w:rsidRPr="00D8054C">
        <w:rPr>
          <w:rStyle w:val="libAlaemChar"/>
          <w:rtl/>
        </w:rPr>
        <w:t>عليه‌السلام</w:t>
      </w:r>
      <w:r w:rsidRPr="007E0B1D">
        <w:rPr>
          <w:rtl/>
        </w:rPr>
        <w:t xml:space="preserve"> ص 54. معجم رجال الحديث ج 20 ص 26 وص 27. نقد الرجال ص 371 وص 375. الاختصاص ص 327. رجال الكشي ص 449 وص 552 في ترجمة أحمد بن سابق. منهج المقال ص 371.</w:t>
      </w:r>
    </w:p>
    <w:p w:rsidR="008867CD" w:rsidRPr="007E0B1D" w:rsidRDefault="008867CD" w:rsidP="008867CD">
      <w:pPr>
        <w:pStyle w:val="libCenterBold1"/>
        <w:rPr>
          <w:rtl/>
        </w:rPr>
      </w:pPr>
      <w:r w:rsidRPr="007E0B1D">
        <w:rPr>
          <w:rtl/>
        </w:rPr>
        <w:t>191</w:t>
      </w:r>
      <w:r w:rsidR="00D8054C">
        <w:rPr>
          <w:rtl/>
        </w:rPr>
        <w:t xml:space="preserve"> - </w:t>
      </w:r>
      <w:r w:rsidRPr="007E0B1D">
        <w:rPr>
          <w:rtl/>
        </w:rPr>
        <w:t>يزداد</w:t>
      </w:r>
    </w:p>
    <w:p w:rsidR="008867CD" w:rsidRPr="007E0B1D" w:rsidRDefault="008867CD" w:rsidP="008867CD">
      <w:pPr>
        <w:pStyle w:val="libNormal"/>
        <w:rPr>
          <w:rtl/>
        </w:rPr>
      </w:pPr>
      <w:r w:rsidRPr="007E0B1D">
        <w:rPr>
          <w:rtl/>
        </w:rPr>
        <w:t xml:space="preserve">لم أقف على تفاصيل أحواله سوى انه امامي صحب الامام الجواد </w:t>
      </w:r>
      <w:r w:rsidR="00D8054C" w:rsidRPr="00D8054C">
        <w:rPr>
          <w:rStyle w:val="libAlaemChar"/>
          <w:rtl/>
        </w:rPr>
        <w:t>عليه‌السلام</w:t>
      </w:r>
      <w:r w:rsidRPr="007E0B1D">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 xml:space="preserve">رجال الطوسي في أصحاب الجواد </w:t>
      </w:r>
      <w:r w:rsidR="00D8054C" w:rsidRPr="00D8054C">
        <w:rPr>
          <w:rStyle w:val="libAlaemChar"/>
          <w:rtl/>
        </w:rPr>
        <w:t>عليه‌السلام</w:t>
      </w:r>
      <w:r w:rsidRPr="007E0B1D">
        <w:rPr>
          <w:rtl/>
        </w:rPr>
        <w:t xml:space="preserve"> ص 408. تنقيح المقال ج 3 ص 323 وفيه</w:t>
      </w:r>
      <w:r w:rsidR="00D8054C">
        <w:rPr>
          <w:rtl/>
        </w:rPr>
        <w:t>:</w:t>
      </w:r>
      <w:r w:rsidRPr="007E0B1D">
        <w:rPr>
          <w:rtl/>
        </w:rPr>
        <w:t xml:space="preserve"> وظاهره كونه اماميا الا انه مجهول الحال. معجم رجال الحديث ج 20 ص 102. جامع الرواة ج 2 ص 340. نقد الرجال ص 376. مجمع الرجال ج 6 ص 266. طرائف المقال ج 1 ص 371. منهج المقال ص 373. أضبط المقال ص 555.</w:t>
      </w:r>
    </w:p>
    <w:p w:rsidR="00D8054C" w:rsidRDefault="00D8054C" w:rsidP="00D8054C">
      <w:pPr>
        <w:pStyle w:val="libNormal"/>
        <w:rPr>
          <w:rtl/>
        </w:rPr>
      </w:pPr>
      <w:r>
        <w:rPr>
          <w:rtl/>
        </w:rPr>
        <w:br w:type="page"/>
      </w:r>
    </w:p>
    <w:p w:rsidR="008867CD" w:rsidRPr="007E0B1D" w:rsidRDefault="008867CD" w:rsidP="008867CD">
      <w:pPr>
        <w:pStyle w:val="libCenterBold1"/>
        <w:rPr>
          <w:rtl/>
        </w:rPr>
      </w:pPr>
      <w:r w:rsidRPr="007E0B1D">
        <w:rPr>
          <w:rtl/>
        </w:rPr>
        <w:lastRenderedPageBreak/>
        <w:t>192</w:t>
      </w:r>
      <w:r w:rsidR="00D8054C">
        <w:rPr>
          <w:rtl/>
        </w:rPr>
        <w:t xml:space="preserve"> - </w:t>
      </w:r>
      <w:r w:rsidRPr="007E0B1D">
        <w:rPr>
          <w:rtl/>
        </w:rPr>
        <w:t>ابن السكيت</w:t>
      </w:r>
    </w:p>
    <w:p w:rsidR="008867CD" w:rsidRPr="007E0B1D" w:rsidRDefault="008867CD" w:rsidP="008867CD">
      <w:pPr>
        <w:pStyle w:val="libNormal"/>
        <w:rPr>
          <w:rtl/>
        </w:rPr>
      </w:pPr>
      <w:r w:rsidRPr="007E0B1D">
        <w:rPr>
          <w:rtl/>
        </w:rPr>
        <w:t>يعقوب بن اسحاق السكيت ابن يوسف الدورقي</w:t>
      </w:r>
      <w:r w:rsidR="00D8054C">
        <w:rPr>
          <w:rtl/>
        </w:rPr>
        <w:t>،</w:t>
      </w:r>
      <w:r w:rsidRPr="007E0B1D">
        <w:rPr>
          <w:rtl/>
        </w:rPr>
        <w:t xml:space="preserve"> الأهوازي</w:t>
      </w:r>
      <w:r w:rsidR="00D8054C">
        <w:rPr>
          <w:rtl/>
        </w:rPr>
        <w:t>،</w:t>
      </w:r>
      <w:r w:rsidRPr="007E0B1D">
        <w:rPr>
          <w:rtl/>
        </w:rPr>
        <w:t xml:space="preserve"> البغدادي</w:t>
      </w:r>
      <w:r w:rsidR="00D8054C">
        <w:rPr>
          <w:rtl/>
        </w:rPr>
        <w:t>،</w:t>
      </w:r>
      <w:r w:rsidRPr="007E0B1D">
        <w:rPr>
          <w:rtl/>
        </w:rPr>
        <w:t xml:space="preserve"> أبو يوسف</w:t>
      </w:r>
      <w:r w:rsidR="00D8054C">
        <w:rPr>
          <w:rtl/>
        </w:rPr>
        <w:t>،</w:t>
      </w:r>
      <w:r w:rsidRPr="007E0B1D">
        <w:rPr>
          <w:rtl/>
        </w:rPr>
        <w:t xml:space="preserve"> المعروف بابن السكيت.</w:t>
      </w:r>
    </w:p>
    <w:p w:rsidR="008867CD" w:rsidRPr="007E0B1D" w:rsidRDefault="008867CD" w:rsidP="008867CD">
      <w:pPr>
        <w:pStyle w:val="libNormal"/>
        <w:rPr>
          <w:rtl/>
        </w:rPr>
      </w:pPr>
      <w:r w:rsidRPr="007E0B1D">
        <w:rPr>
          <w:rtl/>
        </w:rPr>
        <w:t>من مشاهير علماء ومحدثي الشيعة الامامية الثقات</w:t>
      </w:r>
      <w:r w:rsidR="00D8054C">
        <w:rPr>
          <w:rtl/>
        </w:rPr>
        <w:t>،</w:t>
      </w:r>
      <w:r w:rsidRPr="007E0B1D">
        <w:rPr>
          <w:rtl/>
        </w:rPr>
        <w:t xml:space="preserve"> وكان صادقا في حديثه لا يطعن عليه</w:t>
      </w:r>
      <w:r w:rsidR="00D8054C">
        <w:rPr>
          <w:rtl/>
        </w:rPr>
        <w:t>،</w:t>
      </w:r>
      <w:r w:rsidRPr="007E0B1D">
        <w:rPr>
          <w:rtl/>
        </w:rPr>
        <w:t xml:space="preserve"> جليل القدر</w:t>
      </w:r>
      <w:r w:rsidR="00D8054C">
        <w:rPr>
          <w:rtl/>
        </w:rPr>
        <w:t>،</w:t>
      </w:r>
      <w:r w:rsidRPr="007E0B1D">
        <w:rPr>
          <w:rtl/>
        </w:rPr>
        <w:t xml:space="preserve"> عالي المنزلة.</w:t>
      </w:r>
    </w:p>
    <w:p w:rsidR="008867CD" w:rsidRPr="007E0B1D" w:rsidRDefault="008867CD" w:rsidP="008867CD">
      <w:pPr>
        <w:pStyle w:val="libNormal"/>
        <w:rPr>
          <w:rtl/>
        </w:rPr>
      </w:pPr>
      <w:r w:rsidRPr="007E0B1D">
        <w:rPr>
          <w:rtl/>
        </w:rPr>
        <w:t>كان مشاركا في كثير من العلوم والمعارف</w:t>
      </w:r>
      <w:r w:rsidR="00D8054C">
        <w:rPr>
          <w:rtl/>
        </w:rPr>
        <w:t>،</w:t>
      </w:r>
      <w:r w:rsidRPr="007E0B1D">
        <w:rPr>
          <w:rtl/>
        </w:rPr>
        <w:t xml:space="preserve"> كعلوم القرآن والعربية ونحو الكوفيين والأدب والشعر</w:t>
      </w:r>
      <w:r w:rsidR="00D8054C">
        <w:rPr>
          <w:rtl/>
        </w:rPr>
        <w:t>،</w:t>
      </w:r>
      <w:r w:rsidRPr="007E0B1D">
        <w:rPr>
          <w:rtl/>
        </w:rPr>
        <w:t xml:space="preserve"> وله فيها تاليف مفيدة.</w:t>
      </w:r>
    </w:p>
    <w:p w:rsidR="008867CD" w:rsidRPr="007E0B1D" w:rsidRDefault="008867CD" w:rsidP="008867CD">
      <w:pPr>
        <w:pStyle w:val="libNormal"/>
        <w:rPr>
          <w:rtl/>
        </w:rPr>
      </w:pPr>
      <w:r w:rsidRPr="007E0B1D">
        <w:rPr>
          <w:rtl/>
        </w:rPr>
        <w:t>كان أحد أئمة اللغة والأدب المشار إليهم بالبنان</w:t>
      </w:r>
      <w:r w:rsidR="00D8054C">
        <w:rPr>
          <w:rtl/>
        </w:rPr>
        <w:t>،</w:t>
      </w:r>
      <w:r w:rsidRPr="007E0B1D">
        <w:rPr>
          <w:rtl/>
        </w:rPr>
        <w:t xml:space="preserve"> ويقال</w:t>
      </w:r>
      <w:r w:rsidR="00D8054C">
        <w:rPr>
          <w:rtl/>
        </w:rPr>
        <w:t>:</w:t>
      </w:r>
      <w:r w:rsidRPr="007E0B1D">
        <w:rPr>
          <w:rtl/>
        </w:rPr>
        <w:t xml:space="preserve"> لم يكن بعد ابن الأعرابي أعلم باللغة منه.</w:t>
      </w:r>
    </w:p>
    <w:p w:rsidR="008867CD" w:rsidRPr="007E0B1D" w:rsidRDefault="008867CD" w:rsidP="008867CD">
      <w:pPr>
        <w:pStyle w:val="libNormal"/>
        <w:rPr>
          <w:rtl/>
        </w:rPr>
      </w:pPr>
      <w:r w:rsidRPr="007E0B1D">
        <w:rPr>
          <w:rtl/>
        </w:rPr>
        <w:t>كان خوزستاني الأصل</w:t>
      </w:r>
      <w:r w:rsidR="00D8054C">
        <w:rPr>
          <w:rtl/>
        </w:rPr>
        <w:t>،</w:t>
      </w:r>
      <w:r w:rsidRPr="007E0B1D">
        <w:rPr>
          <w:rtl/>
        </w:rPr>
        <w:t xml:space="preserve"> تعلم وتأدب ببغداد</w:t>
      </w:r>
      <w:r w:rsidR="00D8054C">
        <w:rPr>
          <w:rtl/>
        </w:rPr>
        <w:t>،</w:t>
      </w:r>
      <w:r w:rsidRPr="007E0B1D">
        <w:rPr>
          <w:rtl/>
        </w:rPr>
        <w:t xml:space="preserve"> وعاصر المتوكل العباسي وتقرب من بلاطه وحظي لديه حتى صار من ندمائه ومؤدبا لأولاده.</w:t>
      </w:r>
    </w:p>
    <w:p w:rsidR="008867CD" w:rsidRPr="007E0B1D" w:rsidRDefault="008867CD" w:rsidP="008867CD">
      <w:pPr>
        <w:pStyle w:val="libNormal"/>
        <w:rPr>
          <w:rtl/>
        </w:rPr>
      </w:pPr>
      <w:r w:rsidRPr="007E0B1D">
        <w:rPr>
          <w:rtl/>
        </w:rPr>
        <w:t xml:space="preserve">عاصر الامامين الجواد والهادي </w:t>
      </w:r>
      <w:r w:rsidR="00D8054C" w:rsidRPr="00D8054C">
        <w:rPr>
          <w:rStyle w:val="libAlaemChar"/>
          <w:rtl/>
        </w:rPr>
        <w:t>عليهما‌السلام</w:t>
      </w:r>
      <w:r w:rsidRPr="007E0B1D">
        <w:rPr>
          <w:rtl/>
        </w:rPr>
        <w:t xml:space="preserve"> وصحبهما واختص بهما وتقدم عندهما.</w:t>
      </w:r>
    </w:p>
    <w:p w:rsidR="008867CD" w:rsidRPr="007E0B1D" w:rsidRDefault="008867CD" w:rsidP="008867CD">
      <w:pPr>
        <w:pStyle w:val="libNormal"/>
        <w:rPr>
          <w:rtl/>
        </w:rPr>
      </w:pPr>
      <w:r w:rsidRPr="007E0B1D">
        <w:rPr>
          <w:rtl/>
        </w:rPr>
        <w:t xml:space="preserve">له عن الامام الجواد </w:t>
      </w:r>
      <w:r w:rsidR="00D8054C" w:rsidRPr="00D8054C">
        <w:rPr>
          <w:rStyle w:val="libAlaemChar"/>
          <w:rtl/>
        </w:rPr>
        <w:t>عليه‌السلام</w:t>
      </w:r>
      <w:r w:rsidRPr="007E0B1D">
        <w:rPr>
          <w:rtl/>
        </w:rPr>
        <w:t xml:space="preserve"> رواية ومسائل.</w:t>
      </w:r>
    </w:p>
    <w:p w:rsidR="008867CD" w:rsidRPr="007E0B1D" w:rsidRDefault="008867CD" w:rsidP="008867CD">
      <w:pPr>
        <w:pStyle w:val="libNormal"/>
        <w:rPr>
          <w:rtl/>
        </w:rPr>
      </w:pPr>
      <w:r w:rsidRPr="007E0B1D">
        <w:rPr>
          <w:rtl/>
        </w:rPr>
        <w:t>روى عنه عبد الله بن الحكم.</w:t>
      </w:r>
    </w:p>
    <w:p w:rsidR="008867CD" w:rsidRPr="007E0B1D" w:rsidRDefault="008867CD" w:rsidP="008867CD">
      <w:pPr>
        <w:pStyle w:val="libNormal"/>
        <w:rPr>
          <w:rtl/>
        </w:rPr>
      </w:pPr>
      <w:r w:rsidRPr="007E0B1D">
        <w:rPr>
          <w:rtl/>
        </w:rPr>
        <w:t>كان صلبا في ايمانه معتزا بعقيدته</w:t>
      </w:r>
      <w:r w:rsidR="00D8054C">
        <w:rPr>
          <w:rtl/>
        </w:rPr>
        <w:t>،</w:t>
      </w:r>
      <w:r w:rsidRPr="007E0B1D">
        <w:rPr>
          <w:rtl/>
        </w:rPr>
        <w:t xml:space="preserve"> وفي احدى الأيام كان حاضرا عند المتوكل</w:t>
      </w:r>
      <w:r w:rsidR="00D8054C">
        <w:rPr>
          <w:rtl/>
        </w:rPr>
        <w:t>،</w:t>
      </w:r>
      <w:r w:rsidRPr="007E0B1D">
        <w:rPr>
          <w:rtl/>
        </w:rPr>
        <w:t xml:space="preserve"> اذ أقبل ابنا المتوكل وهما المعتز والمؤيد</w:t>
      </w:r>
      <w:r w:rsidR="00D8054C">
        <w:rPr>
          <w:rtl/>
        </w:rPr>
        <w:t>،</w:t>
      </w:r>
      <w:r w:rsidRPr="007E0B1D">
        <w:rPr>
          <w:rtl/>
        </w:rPr>
        <w:t xml:space="preserve"> وكان ابن السكيت يعلمهما ويؤدبهما. فقال له المتوكل</w:t>
      </w:r>
      <w:r w:rsidR="00D8054C">
        <w:rPr>
          <w:rtl/>
        </w:rPr>
        <w:t>:</w:t>
      </w:r>
      <w:r w:rsidRPr="007E0B1D">
        <w:rPr>
          <w:rtl/>
        </w:rPr>
        <w:t xml:space="preserve"> يا يعقوب أيهما أحب إليك ولداي هذان أم الحسن والحسين </w:t>
      </w:r>
      <w:r w:rsidR="00D8054C" w:rsidRPr="00D8054C">
        <w:rPr>
          <w:rStyle w:val="libAlaemChar"/>
          <w:rtl/>
        </w:rPr>
        <w:t>عليهما‌السلام</w:t>
      </w:r>
      <w:r>
        <w:rPr>
          <w:rtl/>
        </w:rPr>
        <w:t>؟</w:t>
      </w:r>
      <w:r w:rsidRPr="007E0B1D">
        <w:rPr>
          <w:rtl/>
        </w:rPr>
        <w:t xml:space="preserve"> فقال ابن السكيت</w:t>
      </w:r>
      <w:r w:rsidR="00D8054C">
        <w:rPr>
          <w:rtl/>
        </w:rPr>
        <w:t>:</w:t>
      </w:r>
      <w:r w:rsidRPr="007E0B1D">
        <w:rPr>
          <w:rtl/>
        </w:rPr>
        <w:t xml:space="preserve"> والله ان قنبرا غلام علي بن أبي طالب </w:t>
      </w:r>
      <w:r w:rsidR="00D8054C" w:rsidRPr="00D8054C">
        <w:rPr>
          <w:rStyle w:val="libAlaemChar"/>
          <w:rtl/>
        </w:rPr>
        <w:t>عليه‌السلام</w:t>
      </w:r>
      <w:r w:rsidRPr="007E0B1D">
        <w:rPr>
          <w:rtl/>
        </w:rPr>
        <w:t xml:space="preserve"> خير منهما ومن أبيها.</w:t>
      </w:r>
    </w:p>
    <w:p w:rsidR="008867CD" w:rsidRPr="007E0B1D" w:rsidRDefault="008867CD" w:rsidP="008867CD">
      <w:pPr>
        <w:pStyle w:val="libNormal"/>
        <w:rPr>
          <w:rtl/>
        </w:rPr>
      </w:pPr>
      <w:r w:rsidRPr="007E0B1D">
        <w:rPr>
          <w:rtl/>
        </w:rPr>
        <w:t>فاستشاط المتوكل</w:t>
      </w:r>
      <w:r w:rsidR="00D8054C">
        <w:rPr>
          <w:rtl/>
        </w:rPr>
        <w:t>،</w:t>
      </w:r>
      <w:r w:rsidRPr="007E0B1D">
        <w:rPr>
          <w:rtl/>
        </w:rPr>
        <w:t xml:space="preserve"> المعروف بعدائه وبغضه لعلي وآل علي </w:t>
      </w:r>
      <w:r w:rsidR="00D8054C" w:rsidRPr="00D8054C">
        <w:rPr>
          <w:rStyle w:val="libAlaemChar"/>
          <w:rtl/>
        </w:rPr>
        <w:t>عليهم‌السلام</w:t>
      </w:r>
      <w:r w:rsidR="00D8054C">
        <w:rPr>
          <w:rtl/>
        </w:rPr>
        <w:t>،</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غضبا وأمر جلاوزته من الأتراك بأن يدوسوا بطنه ويسلوا لسانه من قفاه</w:t>
      </w:r>
      <w:r w:rsidR="00D8054C">
        <w:rPr>
          <w:rtl/>
        </w:rPr>
        <w:t>،</w:t>
      </w:r>
      <w:r w:rsidRPr="007E0B1D">
        <w:rPr>
          <w:rtl/>
        </w:rPr>
        <w:t xml:space="preserve"> فتوفي ببغداد في الخامس من شهر رجب سنة 244 ه‍</w:t>
      </w:r>
      <w:r w:rsidR="00D8054C">
        <w:rPr>
          <w:rtl/>
        </w:rPr>
        <w:t>،</w:t>
      </w:r>
      <w:r w:rsidRPr="007E0B1D">
        <w:rPr>
          <w:rtl/>
        </w:rPr>
        <w:t xml:space="preserve"> وقيل سنة 246 ه‍</w:t>
      </w:r>
      <w:r w:rsidR="00D8054C">
        <w:rPr>
          <w:rtl/>
        </w:rPr>
        <w:t>،</w:t>
      </w:r>
      <w:r w:rsidRPr="007E0B1D">
        <w:rPr>
          <w:rtl/>
        </w:rPr>
        <w:t xml:space="preserve"> وقيل سنة 243 ه‍</w:t>
      </w:r>
      <w:r w:rsidR="00D8054C">
        <w:rPr>
          <w:rtl/>
        </w:rPr>
        <w:t>،</w:t>
      </w:r>
      <w:r w:rsidRPr="007E0B1D">
        <w:rPr>
          <w:rtl/>
        </w:rPr>
        <w:t xml:space="preserve"> وقيل سنة 245 ه‍</w:t>
      </w:r>
      <w:r w:rsidR="00D8054C">
        <w:rPr>
          <w:rtl/>
        </w:rPr>
        <w:t>،</w:t>
      </w:r>
      <w:r w:rsidRPr="007E0B1D">
        <w:rPr>
          <w:rtl/>
        </w:rPr>
        <w:t xml:space="preserve"> وعمره يوم وفاته 58 سنة.</w:t>
      </w:r>
    </w:p>
    <w:p w:rsidR="008867CD" w:rsidRPr="007E0B1D" w:rsidRDefault="008867CD" w:rsidP="008867CD">
      <w:pPr>
        <w:pStyle w:val="libNormal"/>
        <w:rPr>
          <w:rtl/>
        </w:rPr>
      </w:pPr>
      <w:r w:rsidRPr="007E0B1D">
        <w:rPr>
          <w:rtl/>
        </w:rPr>
        <w:t>كانت ولادته في دورق</w:t>
      </w:r>
      <w:r w:rsidR="00D8054C">
        <w:rPr>
          <w:rtl/>
        </w:rPr>
        <w:t xml:space="preserve"> - </w:t>
      </w:r>
      <w:r w:rsidRPr="007E0B1D">
        <w:rPr>
          <w:rtl/>
        </w:rPr>
        <w:t>من أعمال خوزستان</w:t>
      </w:r>
      <w:r w:rsidR="00D8054C">
        <w:rPr>
          <w:rtl/>
        </w:rPr>
        <w:t xml:space="preserve"> - </w:t>
      </w:r>
      <w:r w:rsidRPr="007E0B1D">
        <w:rPr>
          <w:rtl/>
        </w:rPr>
        <w:t>وقيل في بغداد.</w:t>
      </w:r>
    </w:p>
    <w:p w:rsidR="008867CD" w:rsidRPr="007E0B1D" w:rsidRDefault="008867CD" w:rsidP="008867CD">
      <w:pPr>
        <w:pStyle w:val="libNormal"/>
        <w:rPr>
          <w:rtl/>
        </w:rPr>
      </w:pPr>
      <w:r w:rsidRPr="007E0B1D">
        <w:rPr>
          <w:rtl/>
        </w:rPr>
        <w:t>له مجموعة كبيرة من الكتب منها</w:t>
      </w:r>
      <w:r w:rsidR="00D8054C">
        <w:rPr>
          <w:rtl/>
        </w:rPr>
        <w:t>:</w:t>
      </w:r>
      <w:r w:rsidRPr="007E0B1D">
        <w:rPr>
          <w:rtl/>
        </w:rPr>
        <w:t xml:space="preserve"> اصلاح المنطق</w:t>
      </w:r>
      <w:r w:rsidR="00D8054C">
        <w:rPr>
          <w:rtl/>
        </w:rPr>
        <w:t>،</w:t>
      </w:r>
      <w:r w:rsidRPr="007E0B1D">
        <w:rPr>
          <w:rtl/>
        </w:rPr>
        <w:t xml:space="preserve"> والطير</w:t>
      </w:r>
      <w:r w:rsidR="00D8054C">
        <w:rPr>
          <w:rtl/>
        </w:rPr>
        <w:t>،</w:t>
      </w:r>
      <w:r w:rsidRPr="007E0B1D">
        <w:rPr>
          <w:rtl/>
        </w:rPr>
        <w:t xml:space="preserve"> والنبات</w:t>
      </w:r>
      <w:r w:rsidR="00D8054C">
        <w:rPr>
          <w:rtl/>
        </w:rPr>
        <w:t>،</w:t>
      </w:r>
      <w:r w:rsidRPr="007E0B1D">
        <w:rPr>
          <w:rtl/>
        </w:rPr>
        <w:t xml:space="preserve"> وما اتفق لفظه واختلف معناه</w:t>
      </w:r>
      <w:r w:rsidR="00D8054C">
        <w:rPr>
          <w:rtl/>
        </w:rPr>
        <w:t>،</w:t>
      </w:r>
      <w:r w:rsidRPr="007E0B1D">
        <w:rPr>
          <w:rtl/>
        </w:rPr>
        <w:t xml:space="preserve"> والألفاظ</w:t>
      </w:r>
      <w:r w:rsidR="00D8054C">
        <w:rPr>
          <w:rtl/>
        </w:rPr>
        <w:t>،</w:t>
      </w:r>
      <w:r w:rsidRPr="007E0B1D">
        <w:rPr>
          <w:rtl/>
        </w:rPr>
        <w:t xml:space="preserve"> وشعر امرؤ القيس</w:t>
      </w:r>
      <w:r w:rsidR="00D8054C">
        <w:rPr>
          <w:rtl/>
        </w:rPr>
        <w:t>،</w:t>
      </w:r>
      <w:r w:rsidRPr="007E0B1D">
        <w:rPr>
          <w:rtl/>
        </w:rPr>
        <w:t xml:space="preserve"> والمذكر والمؤنث</w:t>
      </w:r>
      <w:r w:rsidR="00D8054C">
        <w:rPr>
          <w:rtl/>
        </w:rPr>
        <w:t>،</w:t>
      </w:r>
      <w:r w:rsidRPr="007E0B1D">
        <w:rPr>
          <w:rtl/>
        </w:rPr>
        <w:t xml:space="preserve"> وشعر أوس بن حجر</w:t>
      </w:r>
      <w:r w:rsidR="00D8054C">
        <w:rPr>
          <w:rtl/>
        </w:rPr>
        <w:t>،</w:t>
      </w:r>
      <w:r w:rsidRPr="007E0B1D">
        <w:rPr>
          <w:rtl/>
        </w:rPr>
        <w:t xml:space="preserve"> وشعر الفرزدق</w:t>
      </w:r>
      <w:r w:rsidR="00D8054C">
        <w:rPr>
          <w:rtl/>
        </w:rPr>
        <w:t>،</w:t>
      </w:r>
      <w:r w:rsidRPr="007E0B1D">
        <w:rPr>
          <w:rtl/>
        </w:rPr>
        <w:t xml:space="preserve"> والمقصور والممدود</w:t>
      </w:r>
      <w:r w:rsidR="00D8054C">
        <w:rPr>
          <w:rtl/>
        </w:rPr>
        <w:t>،</w:t>
      </w:r>
      <w:r w:rsidRPr="007E0B1D">
        <w:rPr>
          <w:rtl/>
        </w:rPr>
        <w:t xml:space="preserve"> وشعر جرير</w:t>
      </w:r>
      <w:r w:rsidR="00D8054C">
        <w:rPr>
          <w:rtl/>
        </w:rPr>
        <w:t>،</w:t>
      </w:r>
      <w:r w:rsidRPr="007E0B1D">
        <w:rPr>
          <w:rtl/>
        </w:rPr>
        <w:t xml:space="preserve"> والوحش</w:t>
      </w:r>
      <w:r w:rsidR="00D8054C">
        <w:rPr>
          <w:rtl/>
        </w:rPr>
        <w:t>،</w:t>
      </w:r>
      <w:r w:rsidRPr="007E0B1D">
        <w:rPr>
          <w:rtl/>
        </w:rPr>
        <w:t xml:space="preserve"> والأضداد</w:t>
      </w:r>
      <w:r w:rsidR="00D8054C">
        <w:rPr>
          <w:rtl/>
        </w:rPr>
        <w:t>،</w:t>
      </w:r>
      <w:r w:rsidRPr="007E0B1D">
        <w:rPr>
          <w:rtl/>
        </w:rPr>
        <w:t xml:space="preserve"> وشعر زهير</w:t>
      </w:r>
      <w:r w:rsidR="00D8054C">
        <w:rPr>
          <w:rtl/>
        </w:rPr>
        <w:t>،</w:t>
      </w:r>
      <w:r w:rsidRPr="007E0B1D">
        <w:rPr>
          <w:rtl/>
        </w:rPr>
        <w:t xml:space="preserve"> وشعر السليك بن السلكة</w:t>
      </w:r>
      <w:r w:rsidR="00D8054C">
        <w:rPr>
          <w:rtl/>
        </w:rPr>
        <w:t>،</w:t>
      </w:r>
      <w:r w:rsidRPr="007E0B1D">
        <w:rPr>
          <w:rtl/>
        </w:rPr>
        <w:t xml:space="preserve"> والأرضين والجبال والأودية</w:t>
      </w:r>
      <w:r w:rsidR="00D8054C">
        <w:rPr>
          <w:rtl/>
        </w:rPr>
        <w:t>،</w:t>
      </w:r>
      <w:r w:rsidRPr="007E0B1D">
        <w:rPr>
          <w:rtl/>
        </w:rPr>
        <w:t xml:space="preserve"> وشعر عمرو بن كلثوم</w:t>
      </w:r>
      <w:r w:rsidR="00D8054C">
        <w:rPr>
          <w:rtl/>
        </w:rPr>
        <w:t>،</w:t>
      </w:r>
      <w:r w:rsidRPr="007E0B1D">
        <w:rPr>
          <w:rtl/>
        </w:rPr>
        <w:t xml:space="preserve"> والأصوات</w:t>
      </w:r>
      <w:r w:rsidR="00D8054C">
        <w:rPr>
          <w:rtl/>
        </w:rPr>
        <w:t>،</w:t>
      </w:r>
      <w:r w:rsidRPr="007E0B1D">
        <w:rPr>
          <w:rtl/>
        </w:rPr>
        <w:t xml:space="preserve"> وشعر الأخطل</w:t>
      </w:r>
      <w:r w:rsidR="00D8054C">
        <w:rPr>
          <w:rtl/>
        </w:rPr>
        <w:t>،</w:t>
      </w:r>
      <w:r w:rsidRPr="007E0B1D">
        <w:rPr>
          <w:rtl/>
        </w:rPr>
        <w:t xml:space="preserve"> وشعر علقمة الفحل</w:t>
      </w:r>
      <w:r w:rsidR="00D8054C">
        <w:rPr>
          <w:rtl/>
        </w:rPr>
        <w:t>،</w:t>
      </w:r>
      <w:r w:rsidRPr="007E0B1D">
        <w:rPr>
          <w:rtl/>
        </w:rPr>
        <w:t xml:space="preserve"> وشعر عامر بن الطفيل</w:t>
      </w:r>
      <w:r w:rsidR="00D8054C">
        <w:rPr>
          <w:rtl/>
        </w:rPr>
        <w:t>،</w:t>
      </w:r>
      <w:r w:rsidRPr="007E0B1D">
        <w:rPr>
          <w:rtl/>
        </w:rPr>
        <w:t xml:space="preserve"> وشعر حسان بن ثابت</w:t>
      </w:r>
      <w:r w:rsidR="00D8054C">
        <w:rPr>
          <w:rtl/>
        </w:rPr>
        <w:t>،</w:t>
      </w:r>
      <w:r w:rsidRPr="007E0B1D">
        <w:rPr>
          <w:rtl/>
        </w:rPr>
        <w:t xml:space="preserve"> وشعر الأعشى وغيرها.</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النجاشي ص 312 وفيه</w:t>
      </w:r>
      <w:r w:rsidR="00D8054C">
        <w:rPr>
          <w:rtl/>
        </w:rPr>
        <w:t>:</w:t>
      </w:r>
      <w:r w:rsidRPr="007E0B1D">
        <w:rPr>
          <w:rtl/>
        </w:rPr>
        <w:t xml:space="preserve"> كان مقدما عند أبي جعفر الثاني </w:t>
      </w:r>
      <w:r w:rsidR="00D8054C" w:rsidRPr="00D8054C">
        <w:rPr>
          <w:rStyle w:val="libAlaemChar"/>
          <w:rtl/>
        </w:rPr>
        <w:t>عليه‌السلام</w:t>
      </w:r>
      <w:r w:rsidRPr="007E0B1D">
        <w:rPr>
          <w:rtl/>
        </w:rPr>
        <w:t xml:space="preserve"> وأبي الحسن </w:t>
      </w:r>
      <w:r w:rsidR="00D8054C">
        <w:rPr>
          <w:rtl/>
        </w:rPr>
        <w:t>(</w:t>
      </w:r>
      <w:r w:rsidRPr="007E0B1D">
        <w:rPr>
          <w:rtl/>
        </w:rPr>
        <w:t xml:space="preserve">الهادي </w:t>
      </w:r>
      <w:r w:rsidR="00D8054C" w:rsidRPr="00D8054C">
        <w:rPr>
          <w:rStyle w:val="libAlaemChar"/>
          <w:rtl/>
        </w:rPr>
        <w:t>عليه‌السلام</w:t>
      </w:r>
      <w:r w:rsidR="00D8054C">
        <w:rPr>
          <w:rtl/>
        </w:rPr>
        <w:t>)</w:t>
      </w:r>
      <w:r w:rsidRPr="007E0B1D">
        <w:rPr>
          <w:rtl/>
        </w:rPr>
        <w:t xml:space="preserve"> وكانا يختصانه. منهج المقال ص 374. رجال الأنصاري ص 205. إيضاح المكنون ج 1 ص 94</w:t>
      </w:r>
      <w:r w:rsidR="00D8054C">
        <w:rPr>
          <w:rtl/>
        </w:rPr>
        <w:t>،</w:t>
      </w:r>
      <w:r w:rsidRPr="007E0B1D">
        <w:rPr>
          <w:rtl/>
        </w:rPr>
        <w:t xml:space="preserve"> وج 2 ص 261 وص 271 وص 273 وص 276 وص 290 وص 302 وص 318 وص 320 وص 328 وص 330 وص 335 وص 342 وص 345 وص 348 وص 507 وغيرها. نضد الايضاح ص 364. الأعلام ج 8 ص 195. طرائف المقال ج 1 ص 372. مرآة الجنان ج 2 ص 147. دائرة المعارف الاسلامية ج 1 ص 200. هدية الأحباب </w:t>
      </w:r>
      <w:r w:rsidR="00D8054C">
        <w:rPr>
          <w:rtl/>
        </w:rPr>
        <w:t>(</w:t>
      </w:r>
      <w:r w:rsidRPr="007E0B1D">
        <w:rPr>
          <w:rtl/>
        </w:rPr>
        <w:t>فارسي</w:t>
      </w:r>
      <w:r w:rsidR="00D8054C">
        <w:rPr>
          <w:rtl/>
        </w:rPr>
        <w:t>)</w:t>
      </w:r>
      <w:r w:rsidRPr="007E0B1D">
        <w:rPr>
          <w:rtl/>
        </w:rPr>
        <w:t xml:space="preserve"> ص 63. تاريخ بغداد ج 14 ص 273. روضات الجنات ج 8 ص 217.</w:t>
      </w:r>
      <w:r>
        <w:rPr>
          <w:rFonts w:hint="cs"/>
          <w:rtl/>
        </w:rPr>
        <w:t xml:space="preserve"> </w:t>
      </w:r>
      <w:r w:rsidRPr="007E0B1D">
        <w:rPr>
          <w:rtl/>
        </w:rPr>
        <w:t>معجم رجال الحديث ج 20 ص 129. مجمع الرجال ج 6 ص 272. تاريخ أبو</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الفداء ج 2 ص 43. مختصر دول الاسلام ج 1 ص 115. الكامل في التاريخ ج 7 ص 84 وص 91. رجال الحلي </w:t>
      </w:r>
      <w:r w:rsidR="00D8054C">
        <w:rPr>
          <w:rtl/>
        </w:rPr>
        <w:t>(</w:t>
      </w:r>
      <w:r w:rsidRPr="007E0B1D">
        <w:rPr>
          <w:rtl/>
        </w:rPr>
        <w:t>قسم الثقات</w:t>
      </w:r>
      <w:r w:rsidR="00D8054C">
        <w:rPr>
          <w:rtl/>
        </w:rPr>
        <w:t>)</w:t>
      </w:r>
      <w:r w:rsidRPr="007E0B1D">
        <w:rPr>
          <w:rtl/>
        </w:rPr>
        <w:t xml:space="preserve"> ص 186. النجوم الزاهرة ج 2 ص 317. تتمة المنتهى </w:t>
      </w:r>
      <w:r w:rsidR="00D8054C">
        <w:rPr>
          <w:rtl/>
        </w:rPr>
        <w:t>(</w:t>
      </w:r>
      <w:r w:rsidRPr="007E0B1D">
        <w:rPr>
          <w:rtl/>
        </w:rPr>
        <w:t>فارسي</w:t>
      </w:r>
      <w:r w:rsidR="00D8054C">
        <w:rPr>
          <w:rtl/>
        </w:rPr>
        <w:t>)</w:t>
      </w:r>
      <w:r w:rsidRPr="007E0B1D">
        <w:rPr>
          <w:rtl/>
        </w:rPr>
        <w:t xml:space="preserve"> ص 320. وفيات الأعيان ج 6 ص 395.</w:t>
      </w:r>
      <w:r>
        <w:rPr>
          <w:rFonts w:hint="cs"/>
          <w:rtl/>
        </w:rPr>
        <w:t xml:space="preserve"> </w:t>
      </w:r>
      <w:r w:rsidRPr="007E0B1D">
        <w:rPr>
          <w:rtl/>
        </w:rPr>
        <w:t>تأسيس الشيعة ص 155. كشف الظنون ج 1 ص 18 وص 264 وص 507</w:t>
      </w:r>
      <w:r w:rsidR="00D8054C">
        <w:rPr>
          <w:rtl/>
        </w:rPr>
        <w:t>،</w:t>
      </w:r>
      <w:r w:rsidRPr="007E0B1D">
        <w:rPr>
          <w:rtl/>
        </w:rPr>
        <w:t xml:space="preserve"> وج 2 ص 1355 وص 1385 وص 1406 وص 2009. تنقيح المقال ج 3 ص 329.</w:t>
      </w:r>
      <w:r>
        <w:rPr>
          <w:rFonts w:hint="cs"/>
          <w:rtl/>
        </w:rPr>
        <w:t xml:space="preserve"> </w:t>
      </w:r>
      <w:r w:rsidRPr="007E0B1D">
        <w:rPr>
          <w:rtl/>
        </w:rPr>
        <w:t xml:space="preserve">معجم المؤلفين ج 13 ص 243. إيضاح الاشتباه ص 104. هدية العارفين ج 2 ص 536. شذرات الذهب ج 2 ص 106. معجم المطبوعات العربية ج 1 ص 119. نزهة الألباء ص 238. اتقان المقال ص 148. معجم الأدباء ج 20 ص 50. الوجيزة ص 60. توضيح الاشتباه ص 303. أعيان الشيعة ج 10 ص 305. منتهى المقال ص 332. معجم الثقات ص 132. رجال ابن داود </w:t>
      </w:r>
      <w:r w:rsidR="00D8054C">
        <w:rPr>
          <w:rtl/>
        </w:rPr>
        <w:t>(</w:t>
      </w:r>
      <w:r w:rsidRPr="007E0B1D">
        <w:rPr>
          <w:rtl/>
        </w:rPr>
        <w:t>قسم الثقات</w:t>
      </w:r>
      <w:r w:rsidR="00D8054C">
        <w:rPr>
          <w:rtl/>
        </w:rPr>
        <w:t>)</w:t>
      </w:r>
      <w:r w:rsidRPr="007E0B1D">
        <w:rPr>
          <w:rtl/>
        </w:rPr>
        <w:t xml:space="preserve"> ص 206. هداية المحدثين ص 163 وص 268. بهجة الآمال ج 7 ص 316. مراتب النحويين ص 95. جامع الرواة ج 2 ص 345. نقد الرجال ص 378. بغية الوعاة ص 418. اكتفاء القنوع ص 315. طبقات الزبيدي ص 221. ريحانة الأدب </w:t>
      </w:r>
      <w:r w:rsidR="00D8054C">
        <w:rPr>
          <w:rtl/>
        </w:rPr>
        <w:t>(</w:t>
      </w:r>
      <w:r w:rsidRPr="007E0B1D">
        <w:rPr>
          <w:rtl/>
        </w:rPr>
        <w:t>فارسي</w:t>
      </w:r>
      <w:r w:rsidR="00D8054C">
        <w:rPr>
          <w:rtl/>
        </w:rPr>
        <w:t>)</w:t>
      </w:r>
      <w:r w:rsidRPr="007E0B1D">
        <w:rPr>
          <w:rtl/>
        </w:rPr>
        <w:t xml:space="preserve"> ج 7 ص 569. كشف الحجب والأستار ص 48. العبر ج 1 ص 443. الموسوعة العربية الميسرة ص 18. نور القبس ص 319. سفينة البحار ج 1 ص 636. فهرست النديم ص 79. البداية والنهاية ج 10 ص 346. الكنى والألقاب ج 1 ص 303. مجالس المؤمنين </w:t>
      </w:r>
      <w:r w:rsidR="00D8054C">
        <w:rPr>
          <w:rtl/>
        </w:rPr>
        <w:t>(</w:t>
      </w:r>
      <w:r w:rsidRPr="007E0B1D">
        <w:rPr>
          <w:rtl/>
        </w:rPr>
        <w:t>فارسي</w:t>
      </w:r>
      <w:r w:rsidR="00D8054C">
        <w:rPr>
          <w:rtl/>
        </w:rPr>
        <w:t>)</w:t>
      </w:r>
      <w:r w:rsidRPr="007E0B1D">
        <w:rPr>
          <w:rtl/>
        </w:rPr>
        <w:t xml:space="preserve"> ج 1 ص 555. الموسوعة الاسلامية ج 2 ص 56. أنباه الرواة ج 4 ص 50. الفلاكة والمفلوكون ص 136. اشارة التعيين ص 386. الذريعة ج 1 ص 524</w:t>
      </w:r>
      <w:r w:rsidR="00D8054C">
        <w:rPr>
          <w:rtl/>
        </w:rPr>
        <w:t>،</w:t>
      </w:r>
      <w:r w:rsidRPr="007E0B1D">
        <w:rPr>
          <w:rtl/>
        </w:rPr>
        <w:t xml:space="preserve"> وج 2 ص 173 وص 214 وص 291</w:t>
      </w:r>
      <w:r w:rsidR="00D8054C">
        <w:rPr>
          <w:rtl/>
        </w:rPr>
        <w:t>،</w:t>
      </w:r>
      <w:r w:rsidRPr="007E0B1D">
        <w:rPr>
          <w:rtl/>
        </w:rPr>
        <w:t xml:space="preserve"> وج 15 ص 195</w:t>
      </w:r>
      <w:r w:rsidR="00D8054C">
        <w:rPr>
          <w:rtl/>
        </w:rPr>
        <w:t>،</w:t>
      </w:r>
      <w:r w:rsidRPr="007E0B1D">
        <w:rPr>
          <w:rtl/>
        </w:rPr>
        <w:t xml:space="preserve"> وج 19 ص 14</w:t>
      </w:r>
      <w:r w:rsidR="00D8054C">
        <w:rPr>
          <w:rtl/>
        </w:rPr>
        <w:t>،</w:t>
      </w:r>
      <w:r w:rsidRPr="007E0B1D">
        <w:rPr>
          <w:rtl/>
        </w:rPr>
        <w:t xml:space="preserve"> وج 20 ص 257</w:t>
      </w:r>
      <w:r w:rsidR="00D8054C">
        <w:rPr>
          <w:rtl/>
        </w:rPr>
        <w:t>،</w:t>
      </w:r>
      <w:r w:rsidRPr="007E0B1D">
        <w:rPr>
          <w:rtl/>
        </w:rPr>
        <w:t xml:space="preserve"> وج 22 ص 117</w:t>
      </w:r>
      <w:r w:rsidR="00D8054C">
        <w:rPr>
          <w:rtl/>
        </w:rPr>
        <w:t>،</w:t>
      </w:r>
      <w:r w:rsidRPr="007E0B1D">
        <w:rPr>
          <w:rtl/>
        </w:rPr>
        <w:t xml:space="preserve"> وج 24 ص 34</w:t>
      </w:r>
      <w:r w:rsidR="00D8054C">
        <w:rPr>
          <w:rtl/>
        </w:rPr>
        <w:t>،</w:t>
      </w:r>
      <w:r w:rsidRPr="007E0B1D">
        <w:rPr>
          <w:rtl/>
        </w:rPr>
        <w:t xml:space="preserve"> وج 25 ص 58 وغيرها. وسائل الشيعة ج 20 ص 367. أضبط المقال ص 563. روضة المتقين ج 14 ص 470.</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دائرة المعارف للبستاني ج 1 ص 523. دائرة المعارف لفريد وجدي ج 5 ص 205. لغت نامه دهخدا </w:t>
      </w:r>
      <w:r w:rsidR="00D8054C">
        <w:rPr>
          <w:rtl/>
        </w:rPr>
        <w:t>(</w:t>
      </w:r>
      <w:r w:rsidRPr="007E0B1D">
        <w:rPr>
          <w:rtl/>
        </w:rPr>
        <w:t>فارسي</w:t>
      </w:r>
      <w:r w:rsidR="00D8054C">
        <w:rPr>
          <w:rtl/>
        </w:rPr>
        <w:t>)</w:t>
      </w:r>
      <w:r w:rsidRPr="007E0B1D">
        <w:rPr>
          <w:rtl/>
        </w:rPr>
        <w:t xml:space="preserve"> ج 2 ص 319. سير أعلام النبلاء ج 12 ص 16. تهذيب سير أعلام النبلاء ج 1 ص 446. صبح الأعشى راجع فهرسته.</w:t>
      </w:r>
      <w:r>
        <w:rPr>
          <w:rFonts w:hint="cs"/>
          <w:rtl/>
        </w:rPr>
        <w:t xml:space="preserve"> </w:t>
      </w:r>
      <w:r w:rsidRPr="007E0B1D">
        <w:rPr>
          <w:rtl/>
        </w:rPr>
        <w:t>ثقات الرواة للشهرستاني ص 78.</w:t>
      </w:r>
    </w:p>
    <w:p w:rsidR="008867CD" w:rsidRPr="007E0B1D" w:rsidRDefault="008867CD" w:rsidP="008867CD">
      <w:pPr>
        <w:pStyle w:val="libCenterBold1"/>
        <w:rPr>
          <w:rtl/>
        </w:rPr>
      </w:pPr>
      <w:r w:rsidRPr="007E0B1D">
        <w:rPr>
          <w:rtl/>
        </w:rPr>
        <w:t>193</w:t>
      </w:r>
      <w:r w:rsidR="00D8054C">
        <w:rPr>
          <w:rtl/>
        </w:rPr>
        <w:t xml:space="preserve"> - </w:t>
      </w:r>
      <w:r w:rsidRPr="007E0B1D">
        <w:rPr>
          <w:rtl/>
        </w:rPr>
        <w:t>يعقوب الكاتب</w:t>
      </w:r>
    </w:p>
    <w:p w:rsidR="008867CD" w:rsidRPr="007E0B1D" w:rsidRDefault="008867CD" w:rsidP="008867CD">
      <w:pPr>
        <w:pStyle w:val="libNormal"/>
        <w:rPr>
          <w:rtl/>
        </w:rPr>
      </w:pPr>
      <w:r w:rsidRPr="007E0B1D">
        <w:rPr>
          <w:rtl/>
        </w:rPr>
        <w:t>يعقوب بن يزيد بن حماد السلمي</w:t>
      </w:r>
      <w:r w:rsidR="00D8054C">
        <w:rPr>
          <w:rtl/>
        </w:rPr>
        <w:t>،</w:t>
      </w:r>
      <w:r w:rsidRPr="007E0B1D">
        <w:rPr>
          <w:rtl/>
        </w:rPr>
        <w:t xml:space="preserve"> الأنباري</w:t>
      </w:r>
      <w:r w:rsidR="00D8054C">
        <w:rPr>
          <w:rtl/>
        </w:rPr>
        <w:t>،</w:t>
      </w:r>
      <w:r w:rsidRPr="007E0B1D">
        <w:rPr>
          <w:rtl/>
        </w:rPr>
        <w:t xml:space="preserve"> البغدادي</w:t>
      </w:r>
      <w:r w:rsidR="00D8054C">
        <w:rPr>
          <w:rtl/>
        </w:rPr>
        <w:t>،</w:t>
      </w:r>
      <w:r w:rsidRPr="007E0B1D">
        <w:rPr>
          <w:rtl/>
        </w:rPr>
        <w:t xml:space="preserve"> المعروف بالكاتب</w:t>
      </w:r>
      <w:r w:rsidR="00D8054C">
        <w:rPr>
          <w:rtl/>
        </w:rPr>
        <w:t>،</w:t>
      </w:r>
      <w:r w:rsidRPr="007E0B1D">
        <w:rPr>
          <w:rtl/>
        </w:rPr>
        <w:t xml:space="preserve"> أبو يوسف.</w:t>
      </w:r>
    </w:p>
    <w:p w:rsidR="008867CD" w:rsidRPr="007E0B1D" w:rsidRDefault="008867CD" w:rsidP="008867CD">
      <w:pPr>
        <w:pStyle w:val="libNormal"/>
        <w:rPr>
          <w:rtl/>
        </w:rPr>
      </w:pPr>
      <w:r w:rsidRPr="007E0B1D">
        <w:rPr>
          <w:rtl/>
        </w:rPr>
        <w:t>عالم شيعي امامي فاضل</w:t>
      </w:r>
      <w:r w:rsidR="00D8054C">
        <w:rPr>
          <w:rtl/>
        </w:rPr>
        <w:t>،</w:t>
      </w:r>
      <w:r w:rsidRPr="007E0B1D">
        <w:rPr>
          <w:rtl/>
        </w:rPr>
        <w:t xml:space="preserve"> محدث ثقة صدوق</w:t>
      </w:r>
      <w:r w:rsidR="00D8054C">
        <w:rPr>
          <w:rtl/>
        </w:rPr>
        <w:t>،</w:t>
      </w:r>
      <w:r w:rsidRPr="007E0B1D">
        <w:rPr>
          <w:rtl/>
        </w:rPr>
        <w:t xml:space="preserve"> كثير الرواية</w:t>
      </w:r>
      <w:r w:rsidR="00D8054C">
        <w:rPr>
          <w:rtl/>
        </w:rPr>
        <w:t>،</w:t>
      </w:r>
      <w:r w:rsidRPr="007E0B1D">
        <w:rPr>
          <w:rtl/>
        </w:rPr>
        <w:t xml:space="preserve"> كاتب</w:t>
      </w:r>
      <w:r w:rsidR="00D8054C">
        <w:rPr>
          <w:rtl/>
        </w:rPr>
        <w:t>،</w:t>
      </w:r>
      <w:r w:rsidRPr="007E0B1D">
        <w:rPr>
          <w:rtl/>
        </w:rPr>
        <w:t xml:space="preserve"> مؤلف.</w:t>
      </w:r>
    </w:p>
    <w:p w:rsidR="008867CD" w:rsidRPr="007E0B1D" w:rsidRDefault="008867CD" w:rsidP="008867CD">
      <w:pPr>
        <w:pStyle w:val="libNormal"/>
        <w:rPr>
          <w:rtl/>
        </w:rPr>
      </w:pPr>
      <w:r w:rsidRPr="007E0B1D">
        <w:rPr>
          <w:rtl/>
        </w:rPr>
        <w:t>كان من أهل الأنبار</w:t>
      </w:r>
      <w:r w:rsidR="00D8054C">
        <w:rPr>
          <w:rtl/>
        </w:rPr>
        <w:t>،</w:t>
      </w:r>
      <w:r w:rsidRPr="007E0B1D">
        <w:rPr>
          <w:rtl/>
        </w:rPr>
        <w:t xml:space="preserve"> انتقل الى بغداد وسكنها.</w:t>
      </w:r>
    </w:p>
    <w:p w:rsidR="008867CD" w:rsidRPr="007E0B1D" w:rsidRDefault="008867CD" w:rsidP="008867CD">
      <w:pPr>
        <w:pStyle w:val="libNormal"/>
        <w:rPr>
          <w:rtl/>
        </w:rPr>
      </w:pPr>
      <w:r w:rsidRPr="007E0B1D">
        <w:rPr>
          <w:rtl/>
        </w:rPr>
        <w:t xml:space="preserve">صحب الأئمة الكاظم والرضا والجواد والهادي </w:t>
      </w:r>
      <w:r w:rsidR="00D8054C" w:rsidRPr="00D8054C">
        <w:rPr>
          <w:rStyle w:val="libAlaemChar"/>
          <w:rtl/>
        </w:rPr>
        <w:t>عليهم‌السلام</w:t>
      </w:r>
      <w:r w:rsidRPr="007E0B1D">
        <w:rPr>
          <w:rtl/>
        </w:rPr>
        <w:t xml:space="preserve"> وروى عنهم.</w:t>
      </w:r>
    </w:p>
    <w:p w:rsidR="008867CD" w:rsidRPr="007E0B1D" w:rsidRDefault="008867CD" w:rsidP="008867CD">
      <w:pPr>
        <w:pStyle w:val="libNormal"/>
        <w:rPr>
          <w:rtl/>
        </w:rPr>
      </w:pPr>
      <w:r w:rsidRPr="007E0B1D">
        <w:rPr>
          <w:rtl/>
        </w:rPr>
        <w:t>حظي لدى البلاط العباسي أيام حكومة المنتصر</w:t>
      </w:r>
      <w:r w:rsidR="00D8054C">
        <w:rPr>
          <w:rtl/>
        </w:rPr>
        <w:t>،</w:t>
      </w:r>
      <w:r w:rsidRPr="007E0B1D">
        <w:rPr>
          <w:rtl/>
        </w:rPr>
        <w:t xml:space="preserve"> فصار من كتابه</w:t>
      </w:r>
      <w:r w:rsidR="00D8054C">
        <w:rPr>
          <w:rtl/>
        </w:rPr>
        <w:t>،</w:t>
      </w:r>
      <w:r w:rsidRPr="007E0B1D">
        <w:rPr>
          <w:rtl/>
        </w:rPr>
        <w:t xml:space="preserve"> وكتب كذلك لأبي دلف القاسم العجلي.</w:t>
      </w:r>
    </w:p>
    <w:p w:rsidR="008867CD" w:rsidRPr="007E0B1D" w:rsidRDefault="008867CD" w:rsidP="008867CD">
      <w:pPr>
        <w:pStyle w:val="libNormal"/>
        <w:rPr>
          <w:rtl/>
        </w:rPr>
      </w:pPr>
      <w:r w:rsidRPr="007E0B1D">
        <w:rPr>
          <w:rtl/>
        </w:rPr>
        <w:t>تردد اسمه في اكثر من 355 موردا في أسناد الروايات.</w:t>
      </w:r>
    </w:p>
    <w:p w:rsidR="008867CD" w:rsidRPr="007E0B1D" w:rsidRDefault="008867CD" w:rsidP="008867CD">
      <w:pPr>
        <w:pStyle w:val="libNormal"/>
        <w:rPr>
          <w:rtl/>
        </w:rPr>
      </w:pPr>
      <w:r w:rsidRPr="007E0B1D">
        <w:rPr>
          <w:rtl/>
        </w:rPr>
        <w:t>روى عنه اكثر من 20 راويا أمثال</w:t>
      </w:r>
      <w:r w:rsidR="00D8054C">
        <w:rPr>
          <w:rtl/>
        </w:rPr>
        <w:t>:</w:t>
      </w:r>
      <w:r w:rsidRPr="007E0B1D">
        <w:rPr>
          <w:rtl/>
        </w:rPr>
        <w:t xml:space="preserve"> علي بن الحسن بن فضال</w:t>
      </w:r>
      <w:r w:rsidR="00D8054C">
        <w:rPr>
          <w:rtl/>
        </w:rPr>
        <w:t>،</w:t>
      </w:r>
      <w:r w:rsidRPr="007E0B1D">
        <w:rPr>
          <w:rtl/>
        </w:rPr>
        <w:t xml:space="preserve"> وعبد الله ابن جعفر الحميري</w:t>
      </w:r>
      <w:r w:rsidR="00D8054C">
        <w:rPr>
          <w:rtl/>
        </w:rPr>
        <w:t>،</w:t>
      </w:r>
      <w:r w:rsidRPr="007E0B1D">
        <w:rPr>
          <w:rtl/>
        </w:rPr>
        <w:t xml:space="preserve"> ومحمّد بن يحيى العطار وغيرهم.</w:t>
      </w:r>
    </w:p>
    <w:p w:rsidR="008867CD" w:rsidRPr="007E0B1D" w:rsidRDefault="008867CD" w:rsidP="008867CD">
      <w:pPr>
        <w:pStyle w:val="libNormal"/>
        <w:rPr>
          <w:rtl/>
        </w:rPr>
      </w:pPr>
      <w:r w:rsidRPr="007E0B1D">
        <w:rPr>
          <w:rtl/>
        </w:rPr>
        <w:t>من كتبه</w:t>
      </w:r>
      <w:r w:rsidR="00D8054C">
        <w:rPr>
          <w:rtl/>
        </w:rPr>
        <w:t>:</w:t>
      </w:r>
      <w:r w:rsidRPr="007E0B1D">
        <w:rPr>
          <w:rtl/>
        </w:rPr>
        <w:t xml:space="preserve"> المسائل</w:t>
      </w:r>
      <w:r w:rsidR="00D8054C">
        <w:rPr>
          <w:rtl/>
        </w:rPr>
        <w:t>،</w:t>
      </w:r>
      <w:r w:rsidRPr="007E0B1D">
        <w:rPr>
          <w:rtl/>
        </w:rPr>
        <w:t xml:space="preserve"> والطعن على يونس</w:t>
      </w:r>
      <w:r w:rsidR="00D8054C">
        <w:rPr>
          <w:rtl/>
        </w:rPr>
        <w:t>،</w:t>
      </w:r>
      <w:r w:rsidRPr="007E0B1D">
        <w:rPr>
          <w:rtl/>
        </w:rPr>
        <w:t xml:space="preserve"> ونوادر الحج</w:t>
      </w:r>
      <w:r w:rsidR="00D8054C">
        <w:rPr>
          <w:rtl/>
        </w:rPr>
        <w:t>،</w:t>
      </w:r>
      <w:r w:rsidRPr="007E0B1D">
        <w:rPr>
          <w:rtl/>
        </w:rPr>
        <w:t xml:space="preserve"> والبداء.</w:t>
      </w:r>
    </w:p>
    <w:p w:rsidR="008867CD" w:rsidRPr="007E0B1D" w:rsidRDefault="008867CD" w:rsidP="008867CD">
      <w:pPr>
        <w:pStyle w:val="libNormal"/>
        <w:rPr>
          <w:rtl/>
        </w:rPr>
      </w:pPr>
      <w:r w:rsidRPr="007E0B1D">
        <w:rPr>
          <w:rtl/>
        </w:rPr>
        <w:t>كان على قيد الحياة قبل سنة 254 ه‍</w:t>
      </w:r>
      <w:r>
        <w:rPr>
          <w:rtl/>
        </w:rPr>
        <w:t>.</w:t>
      </w:r>
    </w:p>
    <w:p w:rsidR="008867CD" w:rsidRPr="007E0B1D" w:rsidRDefault="008867CD" w:rsidP="008867CD">
      <w:pPr>
        <w:pStyle w:val="libBold1"/>
        <w:rPr>
          <w:rtl/>
        </w:rPr>
      </w:pPr>
      <w:r w:rsidRPr="007E0B1D">
        <w:rPr>
          <w:rtl/>
        </w:rPr>
        <w:t>المراجع</w:t>
      </w:r>
      <w:r w:rsidR="00D8054C">
        <w:rPr>
          <w:rtl/>
        </w:rPr>
        <w:t>:</w:t>
      </w:r>
    </w:p>
    <w:p w:rsidR="008867CD" w:rsidRPr="007E0B1D" w:rsidRDefault="008867CD" w:rsidP="008867CD">
      <w:pPr>
        <w:pStyle w:val="libNormal"/>
        <w:rPr>
          <w:rtl/>
        </w:rPr>
      </w:pPr>
      <w:r w:rsidRPr="007E0B1D">
        <w:rPr>
          <w:rtl/>
        </w:rPr>
        <w:t>رجال النجاشي ص 313 وفيه</w:t>
      </w:r>
      <w:r w:rsidR="00D8054C">
        <w:rPr>
          <w:rtl/>
        </w:rPr>
        <w:t>:</w:t>
      </w:r>
      <w:r w:rsidRPr="007E0B1D">
        <w:rPr>
          <w:rtl/>
        </w:rPr>
        <w:t xml:space="preserve"> روى عن أبي جعفر الثاني </w:t>
      </w:r>
      <w:r w:rsidR="00D8054C" w:rsidRPr="00D8054C">
        <w:rPr>
          <w:rStyle w:val="libAlaemChar"/>
          <w:rtl/>
        </w:rPr>
        <w:t>عليه‌السلام</w:t>
      </w:r>
      <w:r w:rsidRPr="007E0B1D">
        <w:rPr>
          <w:rtl/>
        </w:rPr>
        <w:t>. التوحيد</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 xml:space="preserve">ص 27 وص 46 وص 127 وص 132 وص 149 وص 150 وص 155 وص 327 وص 329 وص 330 وص 343 وص 350 وص 352 وص 353 وص 357 وص 359 وص 364 وص 374 وص 389 وص 401 وص 459. مستطرفات السرائر ص 99 وص 101 وص 110 وفيه اسم أبيه زيد بدل يزيد. رجال البرقي في أصحاب الكاظم </w:t>
      </w:r>
      <w:r w:rsidR="00D8054C" w:rsidRPr="00D8054C">
        <w:rPr>
          <w:rStyle w:val="libAlaemChar"/>
          <w:rtl/>
        </w:rPr>
        <w:t>عليه‌السلام</w:t>
      </w:r>
      <w:r w:rsidRPr="007E0B1D">
        <w:rPr>
          <w:rtl/>
        </w:rPr>
        <w:t xml:space="preserve"> ص 52</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60. كامل الزيارات ص 174 وص 180. رجال الكشي ص 398 وص 458 وص 460 وص 586 وص 612. نقد الرجال ص 379. بهجة الآمال ج 7 ص 327. رجال ابن داود </w:t>
      </w:r>
      <w:r w:rsidR="00D8054C">
        <w:rPr>
          <w:rtl/>
        </w:rPr>
        <w:t>(</w:t>
      </w:r>
      <w:r w:rsidRPr="007E0B1D">
        <w:rPr>
          <w:rtl/>
        </w:rPr>
        <w:t>قسم الثقات</w:t>
      </w:r>
      <w:r w:rsidR="00D8054C">
        <w:rPr>
          <w:rtl/>
        </w:rPr>
        <w:t>)</w:t>
      </w:r>
      <w:r w:rsidRPr="007E0B1D">
        <w:rPr>
          <w:rtl/>
        </w:rPr>
        <w:t xml:space="preserve"> ص 206 وفيه من اصحاب الجواد </w:t>
      </w:r>
      <w:r w:rsidR="00D8054C" w:rsidRPr="00D8054C">
        <w:rPr>
          <w:rStyle w:val="libAlaemChar"/>
          <w:rtl/>
        </w:rPr>
        <w:t>عليه‌السلام</w:t>
      </w:r>
      <w:r w:rsidRPr="007E0B1D">
        <w:rPr>
          <w:rtl/>
        </w:rPr>
        <w:t xml:space="preserve">. هداية المحدثين ص 163. فهرست الطوسي ص 180. اتقان المقال ص 149. منهج المقال ص 375. رجال الحلي </w:t>
      </w:r>
      <w:r w:rsidR="00D8054C">
        <w:rPr>
          <w:rtl/>
        </w:rPr>
        <w:t>(</w:t>
      </w:r>
      <w:r w:rsidRPr="007E0B1D">
        <w:rPr>
          <w:rtl/>
        </w:rPr>
        <w:t>قسم الثقات</w:t>
      </w:r>
      <w:r w:rsidR="00D8054C">
        <w:rPr>
          <w:rtl/>
        </w:rPr>
        <w:t>)</w:t>
      </w:r>
      <w:r w:rsidRPr="007E0B1D">
        <w:rPr>
          <w:rtl/>
        </w:rPr>
        <w:t xml:space="preserve"> ص 186. معالم العلماء ص 131.</w:t>
      </w:r>
      <w:r>
        <w:rPr>
          <w:rFonts w:hint="cs"/>
          <w:rtl/>
        </w:rPr>
        <w:t xml:space="preserve"> </w:t>
      </w:r>
      <w:r w:rsidRPr="007E0B1D">
        <w:rPr>
          <w:rtl/>
        </w:rPr>
        <w:t xml:space="preserve">رجال الطوسي في أصحاب الرضا </w:t>
      </w:r>
      <w:r w:rsidR="00D8054C" w:rsidRPr="00D8054C">
        <w:rPr>
          <w:rStyle w:val="libAlaemChar"/>
          <w:rtl/>
        </w:rPr>
        <w:t>عليه‌السلام</w:t>
      </w:r>
      <w:r w:rsidRPr="007E0B1D">
        <w:rPr>
          <w:rtl/>
        </w:rPr>
        <w:t xml:space="preserve"> ص 395</w:t>
      </w:r>
      <w:r w:rsidR="00D8054C">
        <w:rPr>
          <w:rtl/>
        </w:rPr>
        <w:t>،</w:t>
      </w:r>
      <w:r w:rsidRPr="007E0B1D">
        <w:rPr>
          <w:rtl/>
        </w:rPr>
        <w:t xml:space="preserve"> وفي أصحاب الهادي </w:t>
      </w:r>
      <w:r w:rsidR="00D8054C" w:rsidRPr="00D8054C">
        <w:rPr>
          <w:rStyle w:val="libAlaemChar"/>
          <w:rtl/>
        </w:rPr>
        <w:t>عليه‌السلام</w:t>
      </w:r>
      <w:r w:rsidRPr="007E0B1D">
        <w:rPr>
          <w:rtl/>
        </w:rPr>
        <w:t xml:space="preserve"> ص 425. الاختصاص ص 4 وص 66 وص 70 وص 109 وص 196 وص 203 وص 282 وص 283 وص 285 وص 286 وص 288 وص 291 وص 292 وص 297 وص 303 وص 308 وص 309. تاريخ بغداد ج 14 ص 287. كشف الحجب والأستار ص 589. الوجيزة ص 54. تنقيح المقال ج 3 ص 332. جامع الرواة ج 2 ص 349. مجمع الرجال ج 6 ص 276 وص 277. الخصال ص 10 وص 16 وص 19 وص 20 وص 21 وص 22 وص 23 وص 24 وص 25 وص 27 وص 35 وص 42 وص 43 وص 45 وص 46 وص 65 وص 80 وص 87 وص 88 وص 99 وص 108 وص 109 وص 134 وص 223 وص 229 وص 238 وص 249 وص 291 وص 298 وص 303 وص 310 وص 347 وص 351 وص 365 وص 385 وص 386 وص 389 وص 393 وص 394 وص 402 وص 409 وص 415 وص 417 وص 420 وص 424 وص 433 وص 444</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475 وص 477 وص 539 وص 647 وص 648 وص 651. معجم رجال الحديث ج 20 ص 147</w:t>
      </w:r>
      <w:r w:rsidR="00D8054C">
        <w:rPr>
          <w:rtl/>
        </w:rPr>
        <w:t xml:space="preserve"> - </w:t>
      </w:r>
      <w:r w:rsidRPr="007E0B1D">
        <w:rPr>
          <w:rtl/>
        </w:rPr>
        <w:t>ص 153 وص 157. شرح مشيخة الفقيه ص 115.</w:t>
      </w:r>
      <w:r>
        <w:rPr>
          <w:rFonts w:hint="cs"/>
          <w:rtl/>
        </w:rPr>
        <w:t xml:space="preserve"> </w:t>
      </w:r>
      <w:r w:rsidRPr="007E0B1D">
        <w:rPr>
          <w:rtl/>
        </w:rPr>
        <w:t>المناقب ج 4 ص 402. وسائل الشيعة ج 20 ص 368. الذريعة ج 3 ص 57</w:t>
      </w:r>
      <w:r w:rsidR="00D8054C">
        <w:rPr>
          <w:rtl/>
        </w:rPr>
        <w:t>،</w:t>
      </w:r>
      <w:r w:rsidRPr="007E0B1D">
        <w:rPr>
          <w:rtl/>
        </w:rPr>
        <w:t xml:space="preserve"> وج 15 ص 172</w:t>
      </w:r>
      <w:r w:rsidR="00D8054C">
        <w:rPr>
          <w:rtl/>
        </w:rPr>
        <w:t>،</w:t>
      </w:r>
      <w:r w:rsidRPr="007E0B1D">
        <w:rPr>
          <w:rtl/>
        </w:rPr>
        <w:t xml:space="preserve"> وج 20 ص 373</w:t>
      </w:r>
      <w:r w:rsidR="00D8054C">
        <w:rPr>
          <w:rtl/>
        </w:rPr>
        <w:t>،</w:t>
      </w:r>
      <w:r w:rsidRPr="007E0B1D">
        <w:rPr>
          <w:rtl/>
        </w:rPr>
        <w:t xml:space="preserve"> وج 24 ص 342 وص 345. رجال الأنصاري ص 26. منتهى المقال ص 333. روضة الكافي ص 69 وص 148 وص 161 وص 165 وص 166 وص 167 وص 192. طرائف المقال ج 1 ص 264. التهذيب ج 1 ص 26 وص 35 وص 50 وص 89 وص 112 وص 142 وص 314 وص 322 وص 376 وص 407 وص 451 وص 469</w:t>
      </w:r>
      <w:r w:rsidR="00D8054C">
        <w:rPr>
          <w:rtl/>
        </w:rPr>
        <w:t>،</w:t>
      </w:r>
      <w:r w:rsidRPr="007E0B1D">
        <w:rPr>
          <w:rtl/>
        </w:rPr>
        <w:t xml:space="preserve"> وج 2 ص 208</w:t>
      </w:r>
      <w:r w:rsidR="00D8054C">
        <w:rPr>
          <w:rtl/>
        </w:rPr>
        <w:t>،</w:t>
      </w:r>
      <w:r w:rsidRPr="007E0B1D">
        <w:rPr>
          <w:rtl/>
        </w:rPr>
        <w:t xml:space="preserve"> وج 3 ص 9 وص 23 وص 30 وص 46 وص 273</w:t>
      </w:r>
      <w:r w:rsidR="00D8054C">
        <w:rPr>
          <w:rtl/>
        </w:rPr>
        <w:t>،</w:t>
      </w:r>
      <w:r w:rsidRPr="007E0B1D">
        <w:rPr>
          <w:rtl/>
        </w:rPr>
        <w:t xml:space="preserve"> وج 4 ص 83 وص 138 وص 188 وص 241 وص 298 وص 301 وص 316 وص 333</w:t>
      </w:r>
      <w:r w:rsidR="00D8054C">
        <w:rPr>
          <w:rtl/>
        </w:rPr>
        <w:t>،</w:t>
      </w:r>
      <w:r w:rsidRPr="007E0B1D">
        <w:rPr>
          <w:rtl/>
        </w:rPr>
        <w:t xml:space="preserve"> وج 5 ص 264 وص 273 وص 300 وص 349 وص 452 وص 454 وص 458 وص 470 وص 484 وص 489 وص 492</w:t>
      </w:r>
      <w:r w:rsidR="00D8054C">
        <w:rPr>
          <w:rtl/>
        </w:rPr>
        <w:t>،</w:t>
      </w:r>
      <w:r w:rsidRPr="007E0B1D">
        <w:rPr>
          <w:rtl/>
        </w:rPr>
        <w:t xml:space="preserve"> وج 6 ص 49 وص 172 وص 177 وص 217 وص 329 وص 385</w:t>
      </w:r>
      <w:r w:rsidR="00D8054C">
        <w:rPr>
          <w:rtl/>
        </w:rPr>
        <w:t>،</w:t>
      </w:r>
      <w:r w:rsidRPr="007E0B1D">
        <w:rPr>
          <w:rtl/>
        </w:rPr>
        <w:t xml:space="preserve"> وج 7 ص 158 وص 236 وص 312 وص 458</w:t>
      </w:r>
      <w:r w:rsidR="00D8054C">
        <w:rPr>
          <w:rtl/>
        </w:rPr>
        <w:t>،</w:t>
      </w:r>
      <w:r w:rsidRPr="007E0B1D">
        <w:rPr>
          <w:rtl/>
        </w:rPr>
        <w:t xml:space="preserve"> وج 8 ص 50 وص 181 وص 299 وص 300 وص 306</w:t>
      </w:r>
      <w:r w:rsidR="00D8054C">
        <w:rPr>
          <w:rtl/>
        </w:rPr>
        <w:t>،</w:t>
      </w:r>
      <w:r w:rsidRPr="007E0B1D">
        <w:rPr>
          <w:rtl/>
        </w:rPr>
        <w:t xml:space="preserve"> وج 9 ص 8 وص 74 وص 83 وص 105 وص 108 وص 139 وص 157 وص 186 وص 228 وص 312 وص 336</w:t>
      </w:r>
      <w:r w:rsidR="00D8054C">
        <w:rPr>
          <w:rtl/>
        </w:rPr>
        <w:t>،</w:t>
      </w:r>
      <w:r w:rsidRPr="007E0B1D">
        <w:rPr>
          <w:rtl/>
        </w:rPr>
        <w:t xml:space="preserve"> وج 10 ص 128 وص 145 وص 151 وص 272 وغيرها. من لا يحضره الفقيه ج 3 ص 295</w:t>
      </w:r>
      <w:r w:rsidR="00D8054C">
        <w:rPr>
          <w:rtl/>
        </w:rPr>
        <w:t>،</w:t>
      </w:r>
      <w:r w:rsidRPr="007E0B1D">
        <w:rPr>
          <w:rtl/>
        </w:rPr>
        <w:t xml:space="preserve"> وج 4 ص 182 وص 205 وص 296. الاستبصار ج 1 ص 10 وص 35 وص 47 وص 49 وص 94 وص 102 وص 104 وص 126 وص 127 وص 209 وص 211 وص 213 وص 225 وص 268 وص 386 وص 399 وص 421 وص 437 وص 450 وص 458 وص 482</w:t>
      </w:r>
      <w:r w:rsidR="00D8054C">
        <w:rPr>
          <w:rtl/>
        </w:rPr>
        <w:t>،</w:t>
      </w:r>
      <w:r w:rsidRPr="007E0B1D">
        <w:rPr>
          <w:rtl/>
        </w:rPr>
        <w:t xml:space="preserve"> وج 2 ص 32 وص 45 وص 49 وص 118 وص 133 وص 134 وص 148 وص 154 وص 180 وص 183 وص 211 وص 297</w:t>
      </w:r>
    </w:p>
    <w:p w:rsidR="00D8054C" w:rsidRDefault="00D8054C" w:rsidP="00D8054C">
      <w:pPr>
        <w:pStyle w:val="libNormal"/>
        <w:rPr>
          <w:rtl/>
        </w:rPr>
      </w:pPr>
      <w:r>
        <w:rPr>
          <w:rtl/>
        </w:rPr>
        <w:br w:type="page"/>
      </w:r>
    </w:p>
    <w:p w:rsidR="008867CD" w:rsidRPr="007E0B1D" w:rsidRDefault="008867CD" w:rsidP="008867CD">
      <w:pPr>
        <w:pStyle w:val="libNormal0"/>
        <w:rPr>
          <w:rtl/>
        </w:rPr>
      </w:pPr>
      <w:r w:rsidRPr="007E0B1D">
        <w:rPr>
          <w:rtl/>
        </w:rPr>
        <w:lastRenderedPageBreak/>
        <w:t>وص 302</w:t>
      </w:r>
      <w:r w:rsidR="00D8054C">
        <w:rPr>
          <w:rtl/>
        </w:rPr>
        <w:t>،</w:t>
      </w:r>
      <w:r w:rsidRPr="007E0B1D">
        <w:rPr>
          <w:rtl/>
        </w:rPr>
        <w:t xml:space="preserve"> وج 4 ص 96 وص 103 وص 121 وص 155 وص 163 وص 193 وص 295 وص 367 وغيرها. الكافي ج 1 ص 23 وص 98 وص 314</w:t>
      </w:r>
      <w:r w:rsidR="00D8054C">
        <w:rPr>
          <w:rtl/>
        </w:rPr>
        <w:t>،</w:t>
      </w:r>
      <w:r w:rsidRPr="007E0B1D">
        <w:rPr>
          <w:rtl/>
        </w:rPr>
        <w:t xml:space="preserve"> وج 2 ص 332 وص 448 وص 491</w:t>
      </w:r>
      <w:r w:rsidR="00D8054C">
        <w:rPr>
          <w:rtl/>
        </w:rPr>
        <w:t>،</w:t>
      </w:r>
      <w:r w:rsidRPr="007E0B1D">
        <w:rPr>
          <w:rtl/>
        </w:rPr>
        <w:t xml:space="preserve"> وج 3 ص 3 وص 147</w:t>
      </w:r>
      <w:r w:rsidR="00D8054C">
        <w:rPr>
          <w:rtl/>
        </w:rPr>
        <w:t>،</w:t>
      </w:r>
      <w:r w:rsidRPr="007E0B1D">
        <w:rPr>
          <w:rtl/>
        </w:rPr>
        <w:t xml:space="preserve"> وج 4 ص 170 وص 409 وص 544</w:t>
      </w:r>
      <w:r w:rsidR="00D8054C">
        <w:rPr>
          <w:rtl/>
        </w:rPr>
        <w:t>،</w:t>
      </w:r>
      <w:r w:rsidRPr="007E0B1D">
        <w:rPr>
          <w:rtl/>
        </w:rPr>
        <w:t xml:space="preserve"> وج 5 ص 59 وص 92 وص 162 وص 163 وص 202 وص 314 وص 429 وص 518</w:t>
      </w:r>
      <w:r w:rsidR="00D8054C">
        <w:rPr>
          <w:rtl/>
        </w:rPr>
        <w:t>،</w:t>
      </w:r>
      <w:r w:rsidRPr="007E0B1D">
        <w:rPr>
          <w:rtl/>
        </w:rPr>
        <w:t xml:space="preserve"> وج 6 ص 52 وص 224 وص 255 وص 326 وص 356 وص 384 وص 387 وص 391 وص 405 وص 471 وص 511</w:t>
      </w:r>
      <w:r w:rsidR="00D8054C">
        <w:rPr>
          <w:rtl/>
        </w:rPr>
        <w:t>،</w:t>
      </w:r>
      <w:r w:rsidRPr="007E0B1D">
        <w:rPr>
          <w:rtl/>
        </w:rPr>
        <w:t xml:space="preserve"> وج 7 ص 8 وغيرها. ثقات الرواة للشهرستاني ص 78.</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Heading1Center"/>
        <w:rPr>
          <w:rtl/>
          <w:lang w:bidi="fa-IR"/>
        </w:rPr>
      </w:pPr>
      <w:bookmarkStart w:id="22" w:name="_Toc398984101"/>
      <w:r w:rsidRPr="007E0B1D">
        <w:rPr>
          <w:rtl/>
          <w:lang w:bidi="fa-IR"/>
        </w:rPr>
        <w:lastRenderedPageBreak/>
        <w:t>الفهارس</w:t>
      </w:r>
      <w:bookmarkEnd w:id="22"/>
    </w:p>
    <w:p w:rsidR="008867CD" w:rsidRPr="005E21F1" w:rsidRDefault="008867CD" w:rsidP="008867CD">
      <w:pPr>
        <w:pStyle w:val="libBold2"/>
        <w:rPr>
          <w:rtl/>
        </w:rPr>
      </w:pPr>
      <w:r w:rsidRPr="005E21F1">
        <w:rPr>
          <w:rtl/>
        </w:rPr>
        <w:t>1</w:t>
      </w:r>
      <w:r w:rsidR="00D8054C">
        <w:rPr>
          <w:rtl/>
        </w:rPr>
        <w:t xml:space="preserve"> - </w:t>
      </w:r>
      <w:r w:rsidRPr="005E21F1">
        <w:rPr>
          <w:rtl/>
        </w:rPr>
        <w:t>فهرس المترجم لهم.</w:t>
      </w:r>
    </w:p>
    <w:p w:rsidR="008867CD" w:rsidRPr="005E21F1" w:rsidRDefault="008867CD" w:rsidP="008867CD">
      <w:pPr>
        <w:pStyle w:val="libBold2"/>
        <w:rPr>
          <w:rtl/>
        </w:rPr>
      </w:pPr>
      <w:r w:rsidRPr="005E21F1">
        <w:rPr>
          <w:rtl/>
        </w:rPr>
        <w:t>2</w:t>
      </w:r>
      <w:r w:rsidR="00D8054C">
        <w:rPr>
          <w:rtl/>
        </w:rPr>
        <w:t xml:space="preserve"> - </w:t>
      </w:r>
      <w:r w:rsidRPr="005E21F1">
        <w:rPr>
          <w:rtl/>
        </w:rPr>
        <w:t>الأمكنة والبقاع.</w:t>
      </w:r>
    </w:p>
    <w:p w:rsidR="008867CD" w:rsidRPr="005E21F1" w:rsidRDefault="008867CD" w:rsidP="008867CD">
      <w:pPr>
        <w:pStyle w:val="libBold2"/>
        <w:rPr>
          <w:rtl/>
        </w:rPr>
      </w:pPr>
      <w:r w:rsidRPr="005E21F1">
        <w:rPr>
          <w:rtl/>
        </w:rPr>
        <w:t>3</w:t>
      </w:r>
      <w:r w:rsidR="00D8054C">
        <w:rPr>
          <w:rtl/>
        </w:rPr>
        <w:t xml:space="preserve"> - </w:t>
      </w:r>
      <w:r w:rsidRPr="005E21F1">
        <w:rPr>
          <w:rtl/>
        </w:rPr>
        <w:t>الكتب المؤلفة من قبل المترجم لهم.</w:t>
      </w:r>
    </w:p>
    <w:p w:rsidR="008867CD" w:rsidRPr="005E21F1" w:rsidRDefault="008867CD" w:rsidP="008867CD">
      <w:pPr>
        <w:pStyle w:val="libBold2"/>
        <w:rPr>
          <w:rtl/>
        </w:rPr>
      </w:pPr>
      <w:r w:rsidRPr="005E21F1">
        <w:rPr>
          <w:rtl/>
        </w:rPr>
        <w:t>4</w:t>
      </w:r>
      <w:r w:rsidR="00D8054C">
        <w:rPr>
          <w:rtl/>
        </w:rPr>
        <w:t xml:space="preserve"> - </w:t>
      </w:r>
      <w:r w:rsidRPr="005E21F1">
        <w:rPr>
          <w:rtl/>
        </w:rPr>
        <w:t>مراجع التراجم.</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CenterBold1"/>
        <w:rPr>
          <w:rtl/>
        </w:rPr>
      </w:pPr>
      <w:r>
        <w:rPr>
          <w:rtl/>
        </w:rPr>
        <w:lastRenderedPageBreak/>
        <w:t>(</w:t>
      </w:r>
      <w:r w:rsidRPr="007E0B1D">
        <w:rPr>
          <w:rtl/>
        </w:rPr>
        <w:t>1)</w:t>
      </w:r>
    </w:p>
    <w:p w:rsidR="008867CD" w:rsidRPr="007E0B1D" w:rsidRDefault="008867CD" w:rsidP="00665C01">
      <w:pPr>
        <w:pStyle w:val="libCenterBold1"/>
        <w:rPr>
          <w:rtl/>
        </w:rPr>
      </w:pPr>
      <w:r w:rsidRPr="007E0B1D">
        <w:rPr>
          <w:rtl/>
        </w:rPr>
        <w:t>فهرس المترجم لهم</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Tr="00AE355E">
        <w:tc>
          <w:tcPr>
            <w:tcW w:w="5679" w:type="dxa"/>
          </w:tcPr>
          <w:p w:rsidR="008867CD" w:rsidRPr="00920F0C" w:rsidRDefault="008867CD" w:rsidP="008867CD">
            <w:pPr>
              <w:pStyle w:val="libBold2"/>
              <w:rPr>
                <w:rFonts w:hint="cs"/>
                <w:rtl/>
              </w:rPr>
            </w:pPr>
            <w:r w:rsidRPr="00920F0C">
              <w:rPr>
                <w:rtl/>
              </w:rPr>
              <w:t>الاسم</w:t>
            </w:r>
          </w:p>
        </w:tc>
        <w:tc>
          <w:tcPr>
            <w:tcW w:w="1908" w:type="dxa"/>
          </w:tcPr>
          <w:p w:rsidR="008867CD" w:rsidRPr="00920F0C" w:rsidRDefault="008867CD" w:rsidP="008867CD">
            <w:pPr>
              <w:pStyle w:val="libCenterBold2"/>
              <w:rPr>
                <w:rFonts w:hint="cs"/>
                <w:rtl/>
              </w:rPr>
            </w:pPr>
            <w:r w:rsidRPr="00920F0C">
              <w:rPr>
                <w:rtl/>
              </w:rPr>
              <w:t>رقم الترجمة</w:t>
            </w:r>
          </w:p>
        </w:tc>
      </w:tr>
      <w:tr w:rsidR="008867CD" w:rsidTr="00AE355E">
        <w:tc>
          <w:tcPr>
            <w:tcW w:w="5679" w:type="dxa"/>
          </w:tcPr>
          <w:p w:rsidR="008867CD" w:rsidRPr="00E86633" w:rsidRDefault="008867CD" w:rsidP="008867CD">
            <w:pPr>
              <w:pStyle w:val="libNormal0"/>
              <w:rPr>
                <w:rFonts w:hint="cs"/>
                <w:rtl/>
              </w:rPr>
            </w:pPr>
            <w:r w:rsidRPr="00E86633">
              <w:rPr>
                <w:rtl/>
              </w:rPr>
              <w:t xml:space="preserve">ابراهيم بن داود اليعقوبي </w:t>
            </w:r>
          </w:p>
        </w:tc>
        <w:tc>
          <w:tcPr>
            <w:tcW w:w="1908" w:type="dxa"/>
          </w:tcPr>
          <w:p w:rsidR="008867CD" w:rsidRPr="007E0B1D" w:rsidRDefault="008867CD" w:rsidP="008867CD">
            <w:pPr>
              <w:pStyle w:val="libCenter"/>
              <w:rPr>
                <w:rtl/>
              </w:rPr>
            </w:pPr>
            <w:r w:rsidRPr="00E86633">
              <w:rPr>
                <w:rtl/>
              </w:rPr>
              <w:t>1</w:t>
            </w:r>
          </w:p>
        </w:tc>
      </w:tr>
      <w:tr w:rsidR="008867CD" w:rsidTr="00AE355E">
        <w:tc>
          <w:tcPr>
            <w:tcW w:w="5679" w:type="dxa"/>
          </w:tcPr>
          <w:p w:rsidR="008867CD" w:rsidRPr="00E86633" w:rsidRDefault="008867CD" w:rsidP="008867CD">
            <w:pPr>
              <w:pStyle w:val="libNormal0"/>
              <w:rPr>
                <w:rFonts w:hint="cs"/>
                <w:rtl/>
              </w:rPr>
            </w:pPr>
            <w:r w:rsidRPr="00E86633">
              <w:rPr>
                <w:rtl/>
              </w:rPr>
              <w:t>ابراهيم بن شيبة القاشاني</w:t>
            </w:r>
            <w:r w:rsidR="00D8054C">
              <w:rPr>
                <w:rtl/>
              </w:rPr>
              <w:t>،</w:t>
            </w:r>
            <w:r w:rsidRPr="00E86633">
              <w:rPr>
                <w:rtl/>
              </w:rPr>
              <w:t xml:space="preserve"> الاصبهاني</w:t>
            </w:r>
            <w:r w:rsidR="00D8054C">
              <w:rPr>
                <w:rtl/>
              </w:rPr>
              <w:t>،</w:t>
            </w:r>
            <w:r w:rsidRPr="00E86633">
              <w:rPr>
                <w:rtl/>
              </w:rPr>
              <w:t xml:space="preserve"> الأسدي </w:t>
            </w:r>
          </w:p>
        </w:tc>
        <w:tc>
          <w:tcPr>
            <w:tcW w:w="1908" w:type="dxa"/>
          </w:tcPr>
          <w:p w:rsidR="008867CD" w:rsidRPr="007E0B1D" w:rsidRDefault="008867CD" w:rsidP="008867CD">
            <w:pPr>
              <w:pStyle w:val="libCenter"/>
              <w:rPr>
                <w:rtl/>
              </w:rPr>
            </w:pPr>
            <w:r w:rsidRPr="00E86633">
              <w:rPr>
                <w:rtl/>
              </w:rPr>
              <w:t>2</w:t>
            </w:r>
          </w:p>
        </w:tc>
      </w:tr>
      <w:tr w:rsidR="008867CD" w:rsidTr="00AE355E">
        <w:tc>
          <w:tcPr>
            <w:tcW w:w="5679" w:type="dxa"/>
          </w:tcPr>
          <w:p w:rsidR="008867CD" w:rsidRPr="00E86633" w:rsidRDefault="008867CD" w:rsidP="008867CD">
            <w:pPr>
              <w:pStyle w:val="libNormal0"/>
              <w:rPr>
                <w:rFonts w:hint="cs"/>
                <w:rtl/>
              </w:rPr>
            </w:pPr>
            <w:r w:rsidRPr="00E86633">
              <w:rPr>
                <w:rtl/>
              </w:rPr>
              <w:t xml:space="preserve">ابراهيم بن عبد الحميد الصنعاني </w:t>
            </w:r>
          </w:p>
        </w:tc>
        <w:tc>
          <w:tcPr>
            <w:tcW w:w="1908" w:type="dxa"/>
          </w:tcPr>
          <w:p w:rsidR="008867CD" w:rsidRPr="007E0B1D" w:rsidRDefault="008867CD" w:rsidP="008867CD">
            <w:pPr>
              <w:pStyle w:val="libCenter"/>
              <w:rPr>
                <w:rtl/>
              </w:rPr>
            </w:pPr>
            <w:r w:rsidRPr="00E86633">
              <w:rPr>
                <w:rtl/>
              </w:rPr>
              <w:t>3</w:t>
            </w:r>
          </w:p>
        </w:tc>
      </w:tr>
      <w:tr w:rsidR="008867CD" w:rsidTr="00AE355E">
        <w:tc>
          <w:tcPr>
            <w:tcW w:w="5679" w:type="dxa"/>
          </w:tcPr>
          <w:p w:rsidR="008867CD" w:rsidRPr="00070077" w:rsidRDefault="008867CD" w:rsidP="008867CD">
            <w:pPr>
              <w:pStyle w:val="libNormal0"/>
              <w:rPr>
                <w:rFonts w:hint="cs"/>
                <w:rtl/>
              </w:rPr>
            </w:pPr>
            <w:r w:rsidRPr="00070077">
              <w:rPr>
                <w:rtl/>
              </w:rPr>
              <w:t xml:space="preserve">ابراهيم بن عقبة </w:t>
            </w:r>
          </w:p>
        </w:tc>
        <w:tc>
          <w:tcPr>
            <w:tcW w:w="1908" w:type="dxa"/>
          </w:tcPr>
          <w:p w:rsidR="008867CD" w:rsidRPr="007E0B1D" w:rsidRDefault="008867CD" w:rsidP="008867CD">
            <w:pPr>
              <w:pStyle w:val="libCenter"/>
              <w:rPr>
                <w:rtl/>
              </w:rPr>
            </w:pPr>
            <w:r w:rsidRPr="00070077">
              <w:rPr>
                <w:rtl/>
              </w:rPr>
              <w:t>4</w:t>
            </w:r>
          </w:p>
        </w:tc>
      </w:tr>
      <w:tr w:rsidR="008867CD" w:rsidTr="00AE355E">
        <w:tc>
          <w:tcPr>
            <w:tcW w:w="5679" w:type="dxa"/>
          </w:tcPr>
          <w:p w:rsidR="008867CD" w:rsidRPr="00070077" w:rsidRDefault="008867CD" w:rsidP="008867CD">
            <w:pPr>
              <w:pStyle w:val="libNormal0"/>
              <w:rPr>
                <w:rFonts w:hint="cs"/>
                <w:rtl/>
              </w:rPr>
            </w:pPr>
            <w:r w:rsidRPr="00070077">
              <w:rPr>
                <w:rtl/>
              </w:rPr>
              <w:t xml:space="preserve">ابراهيم بن محمّد الهمداني </w:t>
            </w:r>
          </w:p>
        </w:tc>
        <w:tc>
          <w:tcPr>
            <w:tcW w:w="1908" w:type="dxa"/>
          </w:tcPr>
          <w:p w:rsidR="008867CD" w:rsidRPr="007E0B1D" w:rsidRDefault="008867CD" w:rsidP="008867CD">
            <w:pPr>
              <w:pStyle w:val="libCenter"/>
              <w:rPr>
                <w:rtl/>
              </w:rPr>
            </w:pPr>
            <w:r w:rsidRPr="00070077">
              <w:rPr>
                <w:rtl/>
              </w:rPr>
              <w:t>5</w:t>
            </w:r>
          </w:p>
        </w:tc>
      </w:tr>
      <w:tr w:rsidR="008867CD" w:rsidTr="00AE355E">
        <w:tc>
          <w:tcPr>
            <w:tcW w:w="5679" w:type="dxa"/>
          </w:tcPr>
          <w:p w:rsidR="008867CD" w:rsidRPr="00070077" w:rsidRDefault="008867CD" w:rsidP="008867CD">
            <w:pPr>
              <w:pStyle w:val="libNormal0"/>
              <w:rPr>
                <w:rFonts w:hint="cs"/>
                <w:rtl/>
              </w:rPr>
            </w:pPr>
            <w:r w:rsidRPr="00070077">
              <w:rPr>
                <w:rtl/>
              </w:rPr>
              <w:t xml:space="preserve">ابراهيم بن أبي محمود الخراساني </w:t>
            </w:r>
          </w:p>
        </w:tc>
        <w:tc>
          <w:tcPr>
            <w:tcW w:w="1908" w:type="dxa"/>
          </w:tcPr>
          <w:p w:rsidR="008867CD" w:rsidRPr="007E0B1D" w:rsidRDefault="008867CD" w:rsidP="008867CD">
            <w:pPr>
              <w:pStyle w:val="libCenter"/>
              <w:rPr>
                <w:rtl/>
              </w:rPr>
            </w:pPr>
            <w:r w:rsidRPr="00070077">
              <w:rPr>
                <w:rtl/>
              </w:rPr>
              <w:t>6</w:t>
            </w:r>
          </w:p>
        </w:tc>
      </w:tr>
      <w:tr w:rsidR="008867CD" w:rsidTr="00AE355E">
        <w:tc>
          <w:tcPr>
            <w:tcW w:w="5679" w:type="dxa"/>
          </w:tcPr>
          <w:p w:rsidR="008867CD" w:rsidRPr="00070077" w:rsidRDefault="008867CD" w:rsidP="008867CD">
            <w:pPr>
              <w:pStyle w:val="libNormal0"/>
              <w:rPr>
                <w:rFonts w:hint="cs"/>
                <w:rtl/>
              </w:rPr>
            </w:pPr>
            <w:r w:rsidRPr="00070077">
              <w:rPr>
                <w:rtl/>
              </w:rPr>
              <w:t xml:space="preserve">ابراهيم بن مهرويه </w:t>
            </w:r>
          </w:p>
        </w:tc>
        <w:tc>
          <w:tcPr>
            <w:tcW w:w="1908" w:type="dxa"/>
          </w:tcPr>
          <w:p w:rsidR="008867CD" w:rsidRPr="007E0B1D" w:rsidRDefault="008867CD" w:rsidP="008867CD">
            <w:pPr>
              <w:pStyle w:val="libCenter"/>
              <w:rPr>
                <w:rtl/>
              </w:rPr>
            </w:pPr>
            <w:r w:rsidRPr="00070077">
              <w:rPr>
                <w:rtl/>
              </w:rPr>
              <w:t>7</w:t>
            </w:r>
          </w:p>
        </w:tc>
      </w:tr>
      <w:tr w:rsidR="008867CD" w:rsidTr="00AE355E">
        <w:tc>
          <w:tcPr>
            <w:tcW w:w="5679" w:type="dxa"/>
          </w:tcPr>
          <w:p w:rsidR="008867CD" w:rsidRPr="00070077" w:rsidRDefault="008867CD" w:rsidP="008867CD">
            <w:pPr>
              <w:pStyle w:val="libNormal0"/>
              <w:rPr>
                <w:rFonts w:hint="cs"/>
                <w:rtl/>
              </w:rPr>
            </w:pPr>
            <w:r w:rsidRPr="00070077">
              <w:rPr>
                <w:rtl/>
              </w:rPr>
              <w:t>ابراهيم بن مهزيار الأهوازي</w:t>
            </w:r>
            <w:r w:rsidR="00D8054C">
              <w:rPr>
                <w:rtl/>
              </w:rPr>
              <w:t>،</w:t>
            </w:r>
            <w:r w:rsidRPr="00070077">
              <w:rPr>
                <w:rtl/>
              </w:rPr>
              <w:t xml:space="preserve"> أبو اسحاق </w:t>
            </w:r>
          </w:p>
        </w:tc>
        <w:tc>
          <w:tcPr>
            <w:tcW w:w="1908" w:type="dxa"/>
          </w:tcPr>
          <w:p w:rsidR="008867CD" w:rsidRPr="007E0B1D" w:rsidRDefault="008867CD" w:rsidP="008867CD">
            <w:pPr>
              <w:pStyle w:val="libCenter"/>
              <w:rPr>
                <w:rtl/>
              </w:rPr>
            </w:pPr>
            <w:r w:rsidRPr="00070077">
              <w:rPr>
                <w:rtl/>
              </w:rPr>
              <w:t>8</w:t>
            </w:r>
          </w:p>
        </w:tc>
      </w:tr>
      <w:tr w:rsidR="008867CD" w:rsidTr="00AE355E">
        <w:tc>
          <w:tcPr>
            <w:tcW w:w="5679" w:type="dxa"/>
          </w:tcPr>
          <w:p w:rsidR="008867CD" w:rsidRPr="00070077" w:rsidRDefault="008867CD" w:rsidP="008867CD">
            <w:pPr>
              <w:pStyle w:val="libNormal0"/>
              <w:rPr>
                <w:rFonts w:hint="cs"/>
                <w:rtl/>
              </w:rPr>
            </w:pPr>
            <w:r w:rsidRPr="00070077">
              <w:rPr>
                <w:rtl/>
              </w:rPr>
              <w:t>ابراهيم بن هاشم بن الخليل الكوفي</w:t>
            </w:r>
            <w:r w:rsidR="00D8054C">
              <w:rPr>
                <w:rtl/>
              </w:rPr>
              <w:t>،</w:t>
            </w:r>
            <w:r w:rsidRPr="00070077">
              <w:rPr>
                <w:rtl/>
              </w:rPr>
              <w:t xml:space="preserve"> القمي</w:t>
            </w:r>
            <w:r w:rsidR="00D8054C">
              <w:rPr>
                <w:rtl/>
              </w:rPr>
              <w:t>،</w:t>
            </w:r>
            <w:r w:rsidRPr="00070077">
              <w:rPr>
                <w:rtl/>
              </w:rPr>
              <w:t xml:space="preserve"> أبو اسحاق </w:t>
            </w:r>
          </w:p>
        </w:tc>
        <w:tc>
          <w:tcPr>
            <w:tcW w:w="1908" w:type="dxa"/>
          </w:tcPr>
          <w:p w:rsidR="008867CD" w:rsidRPr="007E0B1D" w:rsidRDefault="008867CD" w:rsidP="008867CD">
            <w:pPr>
              <w:pStyle w:val="libCenter"/>
              <w:rPr>
                <w:rtl/>
              </w:rPr>
            </w:pPr>
            <w:r w:rsidRPr="00070077">
              <w:rPr>
                <w:rtl/>
              </w:rPr>
              <w:t>9</w:t>
            </w:r>
          </w:p>
        </w:tc>
      </w:tr>
      <w:tr w:rsidR="008867CD" w:rsidTr="00AE355E">
        <w:tc>
          <w:tcPr>
            <w:tcW w:w="5679" w:type="dxa"/>
          </w:tcPr>
          <w:p w:rsidR="008867CD" w:rsidRPr="00070077" w:rsidRDefault="008867CD" w:rsidP="008867CD">
            <w:pPr>
              <w:pStyle w:val="libNormal0"/>
              <w:rPr>
                <w:rFonts w:hint="cs"/>
                <w:rtl/>
              </w:rPr>
            </w:pPr>
            <w:r w:rsidRPr="00070077">
              <w:rPr>
                <w:rtl/>
              </w:rPr>
              <w:t>ابراهيم ابن أبي البلاد يحيى بن سليم</w:t>
            </w:r>
            <w:r w:rsidR="00D8054C">
              <w:rPr>
                <w:rtl/>
              </w:rPr>
              <w:t>،</w:t>
            </w:r>
            <w:r w:rsidRPr="00070077">
              <w:rPr>
                <w:rtl/>
              </w:rPr>
              <w:t xml:space="preserve"> وقيل سليمان السلمي</w:t>
            </w:r>
            <w:r w:rsidR="00D8054C">
              <w:rPr>
                <w:rtl/>
              </w:rPr>
              <w:t>،</w:t>
            </w:r>
            <w:r w:rsidRPr="00070077">
              <w:rPr>
                <w:rtl/>
              </w:rPr>
              <w:t xml:space="preserve"> الكوفي </w:t>
            </w:r>
          </w:p>
        </w:tc>
        <w:tc>
          <w:tcPr>
            <w:tcW w:w="1908" w:type="dxa"/>
          </w:tcPr>
          <w:p w:rsidR="008867CD" w:rsidRPr="007E0B1D" w:rsidRDefault="008867CD" w:rsidP="008867CD">
            <w:pPr>
              <w:pStyle w:val="libCenter"/>
              <w:rPr>
                <w:rtl/>
              </w:rPr>
            </w:pPr>
            <w:r w:rsidRPr="00070077">
              <w:rPr>
                <w:rtl/>
              </w:rPr>
              <w:t>10</w:t>
            </w:r>
          </w:p>
        </w:tc>
      </w:tr>
      <w:tr w:rsidR="008867CD" w:rsidTr="00AE355E">
        <w:tc>
          <w:tcPr>
            <w:tcW w:w="5679" w:type="dxa"/>
          </w:tcPr>
          <w:p w:rsidR="008867CD" w:rsidRPr="00070077" w:rsidRDefault="008867CD" w:rsidP="008867CD">
            <w:pPr>
              <w:pStyle w:val="libNormal0"/>
              <w:rPr>
                <w:rFonts w:hint="cs"/>
                <w:rtl/>
              </w:rPr>
            </w:pPr>
            <w:r w:rsidRPr="00070077">
              <w:rPr>
                <w:rtl/>
              </w:rPr>
              <w:t>أحكم بن بشار المروزي</w:t>
            </w:r>
            <w:r w:rsidR="00D8054C">
              <w:rPr>
                <w:rtl/>
              </w:rPr>
              <w:t>،</w:t>
            </w:r>
            <w:r w:rsidRPr="00070077">
              <w:rPr>
                <w:rtl/>
              </w:rPr>
              <w:t xml:space="preserve"> الخراساني </w:t>
            </w:r>
          </w:p>
        </w:tc>
        <w:tc>
          <w:tcPr>
            <w:tcW w:w="1908" w:type="dxa"/>
          </w:tcPr>
          <w:p w:rsidR="008867CD" w:rsidRPr="007E0B1D" w:rsidRDefault="008867CD" w:rsidP="008867CD">
            <w:pPr>
              <w:pStyle w:val="libCenter"/>
              <w:rPr>
                <w:rtl/>
              </w:rPr>
            </w:pPr>
            <w:r w:rsidRPr="00070077">
              <w:rPr>
                <w:rtl/>
              </w:rPr>
              <w:t>11</w:t>
            </w:r>
          </w:p>
        </w:tc>
      </w:tr>
      <w:tr w:rsidR="008867CD" w:rsidTr="00AE355E">
        <w:tc>
          <w:tcPr>
            <w:tcW w:w="5679" w:type="dxa"/>
          </w:tcPr>
          <w:p w:rsidR="008867CD" w:rsidRPr="004679A0" w:rsidRDefault="008867CD" w:rsidP="008867CD">
            <w:pPr>
              <w:pStyle w:val="libNormal0"/>
              <w:rPr>
                <w:rFonts w:hint="cs"/>
                <w:rtl/>
              </w:rPr>
            </w:pPr>
            <w:r w:rsidRPr="004679A0">
              <w:rPr>
                <w:rtl/>
              </w:rPr>
              <w:t>أحلم بن بشار أحكم بن بشار المروزي</w:t>
            </w:r>
            <w:r w:rsidR="00D8054C">
              <w:rPr>
                <w:rtl/>
              </w:rPr>
              <w:t>،</w:t>
            </w:r>
            <w:r w:rsidRPr="004679A0">
              <w:rPr>
                <w:rtl/>
              </w:rPr>
              <w:t xml:space="preserve"> الخراساني أحمد بن اسحاق بن عبد الله بن سعد بن مالك بن الأحوص الأشعري</w:t>
            </w:r>
            <w:r w:rsidR="00D8054C">
              <w:rPr>
                <w:rtl/>
              </w:rPr>
              <w:t>،</w:t>
            </w:r>
            <w:r w:rsidRPr="004679A0">
              <w:rPr>
                <w:rtl/>
              </w:rPr>
              <w:t xml:space="preserve"> القمي </w:t>
            </w:r>
          </w:p>
        </w:tc>
        <w:tc>
          <w:tcPr>
            <w:tcW w:w="1908" w:type="dxa"/>
          </w:tcPr>
          <w:p w:rsidR="008867CD" w:rsidRPr="007E0B1D" w:rsidRDefault="008867CD" w:rsidP="008867CD">
            <w:pPr>
              <w:pStyle w:val="libCenter"/>
              <w:rPr>
                <w:rtl/>
              </w:rPr>
            </w:pPr>
            <w:r w:rsidRPr="004679A0">
              <w:rPr>
                <w:rtl/>
              </w:rPr>
              <w:t>12</w:t>
            </w:r>
          </w:p>
        </w:tc>
      </w:tr>
      <w:tr w:rsidR="008867CD" w:rsidTr="00AE355E">
        <w:tc>
          <w:tcPr>
            <w:tcW w:w="5679" w:type="dxa"/>
          </w:tcPr>
          <w:p w:rsidR="008867CD" w:rsidRPr="004679A0" w:rsidRDefault="008867CD" w:rsidP="008867CD">
            <w:pPr>
              <w:pStyle w:val="libNormal0"/>
              <w:rPr>
                <w:rFonts w:hint="cs"/>
                <w:rtl/>
              </w:rPr>
            </w:pPr>
            <w:r w:rsidRPr="004679A0">
              <w:rPr>
                <w:rtl/>
              </w:rPr>
              <w:t xml:space="preserve">أحمد بن حماد المروزي </w:t>
            </w:r>
          </w:p>
        </w:tc>
        <w:tc>
          <w:tcPr>
            <w:tcW w:w="1908" w:type="dxa"/>
          </w:tcPr>
          <w:p w:rsidR="008867CD" w:rsidRPr="007E0B1D" w:rsidRDefault="008867CD" w:rsidP="008867CD">
            <w:pPr>
              <w:pStyle w:val="libCenter"/>
              <w:rPr>
                <w:rtl/>
              </w:rPr>
            </w:pPr>
            <w:r w:rsidRPr="004679A0">
              <w:rPr>
                <w:rtl/>
              </w:rPr>
              <w:t>13</w:t>
            </w:r>
          </w:p>
        </w:tc>
      </w:tr>
      <w:tr w:rsidR="008867CD" w:rsidTr="00AE355E">
        <w:tc>
          <w:tcPr>
            <w:tcW w:w="5679" w:type="dxa"/>
          </w:tcPr>
          <w:p w:rsidR="008867CD" w:rsidRPr="007C24D4" w:rsidRDefault="008867CD" w:rsidP="008867CD">
            <w:pPr>
              <w:pStyle w:val="libNormal0"/>
              <w:rPr>
                <w:rFonts w:hint="cs"/>
                <w:rtl/>
              </w:rPr>
            </w:pPr>
            <w:r w:rsidRPr="007C24D4">
              <w:rPr>
                <w:rtl/>
              </w:rPr>
              <w:t xml:space="preserve">أحمد بن أبي خالد </w:t>
            </w:r>
          </w:p>
        </w:tc>
        <w:tc>
          <w:tcPr>
            <w:tcW w:w="1908" w:type="dxa"/>
          </w:tcPr>
          <w:p w:rsidR="008867CD" w:rsidRPr="007E0B1D" w:rsidRDefault="008867CD" w:rsidP="008867CD">
            <w:pPr>
              <w:pStyle w:val="libCenter"/>
              <w:rPr>
                <w:rtl/>
              </w:rPr>
            </w:pPr>
            <w:r w:rsidRPr="007C24D4">
              <w:rPr>
                <w:rtl/>
              </w:rPr>
              <w:t>14</w:t>
            </w:r>
          </w:p>
        </w:tc>
      </w:tr>
      <w:tr w:rsidR="008867CD" w:rsidTr="00AE355E">
        <w:tc>
          <w:tcPr>
            <w:tcW w:w="5679" w:type="dxa"/>
          </w:tcPr>
          <w:p w:rsidR="008867CD" w:rsidRPr="007C24D4" w:rsidRDefault="008867CD" w:rsidP="008867CD">
            <w:pPr>
              <w:pStyle w:val="libNormal0"/>
              <w:rPr>
                <w:rFonts w:hint="cs"/>
                <w:rtl/>
              </w:rPr>
            </w:pPr>
            <w:r w:rsidRPr="007C24D4">
              <w:rPr>
                <w:rtl/>
              </w:rPr>
              <w:t xml:space="preserve">أحمد بن أبي خلف </w:t>
            </w:r>
          </w:p>
        </w:tc>
        <w:tc>
          <w:tcPr>
            <w:tcW w:w="1908" w:type="dxa"/>
          </w:tcPr>
          <w:p w:rsidR="008867CD" w:rsidRPr="007E0B1D" w:rsidRDefault="008867CD" w:rsidP="008867CD">
            <w:pPr>
              <w:pStyle w:val="libCenter"/>
              <w:rPr>
                <w:rtl/>
              </w:rPr>
            </w:pPr>
            <w:r w:rsidRPr="007C24D4">
              <w:rPr>
                <w:rtl/>
              </w:rPr>
              <w:t>15</w:t>
            </w:r>
          </w:p>
        </w:tc>
      </w:tr>
      <w:tr w:rsidR="008867CD" w:rsidTr="00AE355E">
        <w:tc>
          <w:tcPr>
            <w:tcW w:w="5679" w:type="dxa"/>
          </w:tcPr>
          <w:p w:rsidR="008867CD" w:rsidRPr="007C24D4" w:rsidRDefault="008867CD" w:rsidP="008867CD">
            <w:pPr>
              <w:pStyle w:val="libNormal0"/>
              <w:rPr>
                <w:rFonts w:hint="cs"/>
                <w:rtl/>
              </w:rPr>
            </w:pPr>
            <w:r w:rsidRPr="007C24D4">
              <w:rPr>
                <w:rtl/>
              </w:rPr>
              <w:t>أحمد بن عبد الله بن عيسى بن مصقلة بن سعد الأشعري</w:t>
            </w:r>
            <w:r w:rsidR="00D8054C">
              <w:rPr>
                <w:rtl/>
              </w:rPr>
              <w:t>،</w:t>
            </w:r>
            <w:r w:rsidRPr="007C24D4">
              <w:rPr>
                <w:rtl/>
              </w:rPr>
              <w:t xml:space="preserve"> القمي </w:t>
            </w:r>
          </w:p>
        </w:tc>
        <w:tc>
          <w:tcPr>
            <w:tcW w:w="1908" w:type="dxa"/>
          </w:tcPr>
          <w:p w:rsidR="008867CD" w:rsidRPr="007E0B1D" w:rsidRDefault="008867CD" w:rsidP="008867CD">
            <w:pPr>
              <w:pStyle w:val="libCenter"/>
              <w:rPr>
                <w:rtl/>
              </w:rPr>
            </w:pPr>
            <w:r w:rsidRPr="007C24D4">
              <w:rPr>
                <w:rtl/>
              </w:rPr>
              <w:t>16</w:t>
            </w:r>
          </w:p>
        </w:tc>
      </w:tr>
      <w:tr w:rsidR="008867CD" w:rsidTr="00AE355E">
        <w:tc>
          <w:tcPr>
            <w:tcW w:w="5679" w:type="dxa"/>
          </w:tcPr>
          <w:p w:rsidR="008867CD" w:rsidRPr="007C24D4" w:rsidRDefault="008867CD" w:rsidP="008867CD">
            <w:pPr>
              <w:pStyle w:val="libNormal0"/>
              <w:rPr>
                <w:rFonts w:hint="cs"/>
                <w:rtl/>
              </w:rPr>
            </w:pPr>
            <w:r w:rsidRPr="007C24D4">
              <w:rPr>
                <w:rtl/>
              </w:rPr>
              <w:t>أحمد بن عبد الله الكوفي</w:t>
            </w:r>
            <w:r w:rsidR="00D8054C">
              <w:rPr>
                <w:rtl/>
              </w:rPr>
              <w:t>،</w:t>
            </w:r>
            <w:r w:rsidRPr="007C24D4">
              <w:rPr>
                <w:rtl/>
              </w:rPr>
              <w:t xml:space="preserve"> وقيل الكرخي </w:t>
            </w:r>
          </w:p>
        </w:tc>
        <w:tc>
          <w:tcPr>
            <w:tcW w:w="1908" w:type="dxa"/>
          </w:tcPr>
          <w:p w:rsidR="008867CD" w:rsidRPr="007E0B1D" w:rsidRDefault="008867CD" w:rsidP="008867CD">
            <w:pPr>
              <w:pStyle w:val="libCenter"/>
              <w:rPr>
                <w:rtl/>
              </w:rPr>
            </w:pPr>
            <w:r w:rsidRPr="007C24D4">
              <w:rPr>
                <w:rtl/>
              </w:rPr>
              <w:t>17</w:t>
            </w:r>
          </w:p>
        </w:tc>
      </w:tr>
      <w:tr w:rsidR="008867CD" w:rsidTr="00AE355E">
        <w:tc>
          <w:tcPr>
            <w:tcW w:w="5679" w:type="dxa"/>
          </w:tcPr>
          <w:p w:rsidR="008867CD" w:rsidRPr="007C24D4" w:rsidRDefault="008867CD" w:rsidP="008867CD">
            <w:pPr>
              <w:pStyle w:val="libNormal0"/>
              <w:rPr>
                <w:rFonts w:hint="cs"/>
                <w:rtl/>
              </w:rPr>
            </w:pPr>
            <w:r w:rsidRPr="007C24D4">
              <w:rPr>
                <w:rtl/>
              </w:rPr>
              <w:t>أحمد بن محمّد بن بندار</w:t>
            </w:r>
            <w:r w:rsidR="00D8054C">
              <w:rPr>
                <w:rtl/>
              </w:rPr>
              <w:t>،</w:t>
            </w:r>
            <w:r w:rsidRPr="007C24D4">
              <w:rPr>
                <w:rtl/>
              </w:rPr>
              <w:t xml:space="preserve"> مولى الربيع الأقرع </w:t>
            </w:r>
          </w:p>
        </w:tc>
        <w:tc>
          <w:tcPr>
            <w:tcW w:w="1908" w:type="dxa"/>
          </w:tcPr>
          <w:p w:rsidR="008867CD" w:rsidRPr="007E0B1D" w:rsidRDefault="008867CD" w:rsidP="008867CD">
            <w:pPr>
              <w:pStyle w:val="libCenter"/>
              <w:rPr>
                <w:rtl/>
              </w:rPr>
            </w:pPr>
            <w:r w:rsidRPr="007C24D4">
              <w:rPr>
                <w:rtl/>
              </w:rPr>
              <w:t>18</w:t>
            </w:r>
          </w:p>
        </w:tc>
      </w:tr>
      <w:tr w:rsidR="008867CD" w:rsidTr="00AE355E">
        <w:tc>
          <w:tcPr>
            <w:tcW w:w="5679" w:type="dxa"/>
          </w:tcPr>
          <w:p w:rsidR="008867CD" w:rsidRPr="00E86633" w:rsidRDefault="008867CD" w:rsidP="008867CD">
            <w:pPr>
              <w:pStyle w:val="libNormal0"/>
              <w:rPr>
                <w:rFonts w:hint="cs"/>
                <w:rtl/>
              </w:rPr>
            </w:pPr>
            <w:r w:rsidRPr="007E0B1D">
              <w:rPr>
                <w:rtl/>
              </w:rPr>
              <w:t>أحمد بن أبي عبد الله محمّد بن خالد بن عبد الرحمن الكوفي</w:t>
            </w:r>
            <w:r w:rsidR="00D8054C">
              <w:rPr>
                <w:rtl/>
              </w:rPr>
              <w:t>،</w:t>
            </w:r>
            <w:r w:rsidRPr="007E0B1D">
              <w:rPr>
                <w:rtl/>
              </w:rPr>
              <w:t xml:space="preserve"> القمي</w:t>
            </w:r>
            <w:r w:rsidR="00D8054C">
              <w:rPr>
                <w:rtl/>
              </w:rPr>
              <w:t>،</w:t>
            </w:r>
          </w:p>
        </w:tc>
        <w:tc>
          <w:tcPr>
            <w:tcW w:w="1908" w:type="dxa"/>
          </w:tcPr>
          <w:p w:rsidR="008867CD" w:rsidRPr="007E0B1D" w:rsidRDefault="008867CD" w:rsidP="00AE355E">
            <w:pPr>
              <w:rPr>
                <w:rtl/>
                <w:lang w:bidi="fa-IR"/>
              </w:rPr>
            </w:pP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7E0B1D"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7E0B1D" w:rsidRDefault="008867CD" w:rsidP="008867CD">
            <w:pPr>
              <w:pStyle w:val="libCenterBold2"/>
              <w:rPr>
                <w:rtl/>
              </w:rPr>
            </w:pPr>
            <w:r w:rsidRPr="007E0B1D">
              <w:rPr>
                <w:rtl/>
              </w:rPr>
              <w:t>رقم الترجمة</w:t>
            </w:r>
          </w:p>
        </w:tc>
      </w:tr>
      <w:tr w:rsidR="008867CD" w:rsidRPr="007E0B1D" w:rsidTr="00AE355E">
        <w:tc>
          <w:tcPr>
            <w:tcW w:w="5679" w:type="dxa"/>
          </w:tcPr>
          <w:p w:rsidR="008867CD" w:rsidRPr="00CF15BE" w:rsidRDefault="008867CD" w:rsidP="008867CD">
            <w:pPr>
              <w:pStyle w:val="libNormal0"/>
              <w:rPr>
                <w:rFonts w:hint="cs"/>
                <w:rtl/>
              </w:rPr>
            </w:pPr>
            <w:r w:rsidRPr="00CF15BE">
              <w:rPr>
                <w:rtl/>
              </w:rPr>
              <w:t xml:space="preserve">البرقي </w:t>
            </w:r>
          </w:p>
        </w:tc>
        <w:tc>
          <w:tcPr>
            <w:tcW w:w="1908" w:type="dxa"/>
          </w:tcPr>
          <w:p w:rsidR="008867CD" w:rsidRPr="007E0B1D" w:rsidRDefault="008867CD" w:rsidP="008867CD">
            <w:pPr>
              <w:pStyle w:val="libCenter"/>
              <w:rPr>
                <w:rtl/>
              </w:rPr>
            </w:pPr>
            <w:r w:rsidRPr="00CF15BE">
              <w:rPr>
                <w:rtl/>
              </w:rPr>
              <w:t>19</w:t>
            </w:r>
          </w:p>
        </w:tc>
      </w:tr>
      <w:tr w:rsidR="008867CD" w:rsidRPr="007E0B1D" w:rsidTr="00AE355E">
        <w:tc>
          <w:tcPr>
            <w:tcW w:w="5679" w:type="dxa"/>
          </w:tcPr>
          <w:p w:rsidR="008867CD" w:rsidRPr="00CF15BE" w:rsidRDefault="008867CD" w:rsidP="008867CD">
            <w:pPr>
              <w:pStyle w:val="libNormal0"/>
              <w:rPr>
                <w:rFonts w:hint="cs"/>
                <w:rtl/>
              </w:rPr>
            </w:pPr>
            <w:r w:rsidRPr="00CF15BE">
              <w:rPr>
                <w:rtl/>
              </w:rPr>
              <w:t>أحمد بن محمّد بن عبيد الله الأشعري</w:t>
            </w:r>
            <w:r w:rsidR="00D8054C">
              <w:rPr>
                <w:rtl/>
              </w:rPr>
              <w:t>،</w:t>
            </w:r>
            <w:r w:rsidRPr="00CF15BE">
              <w:rPr>
                <w:rtl/>
              </w:rPr>
              <w:t xml:space="preserve"> القمي </w:t>
            </w:r>
          </w:p>
        </w:tc>
        <w:tc>
          <w:tcPr>
            <w:tcW w:w="1908" w:type="dxa"/>
          </w:tcPr>
          <w:p w:rsidR="008867CD" w:rsidRPr="007E0B1D" w:rsidRDefault="008867CD" w:rsidP="008867CD">
            <w:pPr>
              <w:pStyle w:val="libCenter"/>
              <w:rPr>
                <w:rtl/>
              </w:rPr>
            </w:pPr>
            <w:r w:rsidRPr="00CF15BE">
              <w:rPr>
                <w:rtl/>
              </w:rPr>
              <w:t>20</w:t>
            </w:r>
          </w:p>
        </w:tc>
      </w:tr>
      <w:tr w:rsidR="008867CD" w:rsidRPr="007E0B1D" w:rsidTr="00AE355E">
        <w:tc>
          <w:tcPr>
            <w:tcW w:w="5679" w:type="dxa"/>
          </w:tcPr>
          <w:p w:rsidR="008867CD" w:rsidRPr="00CF15BE" w:rsidRDefault="008867CD" w:rsidP="008867CD">
            <w:pPr>
              <w:pStyle w:val="libNormal0"/>
              <w:rPr>
                <w:rFonts w:hint="cs"/>
                <w:rtl/>
              </w:rPr>
            </w:pPr>
            <w:r w:rsidRPr="00CF15BE">
              <w:rPr>
                <w:rtl/>
              </w:rPr>
              <w:t xml:space="preserve">أحمد بن محمّد بن عمرو ابن أبي نصر زيد البزنطي </w:t>
            </w:r>
          </w:p>
        </w:tc>
        <w:tc>
          <w:tcPr>
            <w:tcW w:w="1908" w:type="dxa"/>
          </w:tcPr>
          <w:p w:rsidR="008867CD" w:rsidRPr="007E0B1D" w:rsidRDefault="008867CD" w:rsidP="008867CD">
            <w:pPr>
              <w:pStyle w:val="libCenter"/>
              <w:rPr>
                <w:rtl/>
              </w:rPr>
            </w:pPr>
            <w:r w:rsidRPr="00CF15BE">
              <w:rPr>
                <w:rtl/>
              </w:rPr>
              <w:t>21</w:t>
            </w:r>
          </w:p>
        </w:tc>
      </w:tr>
      <w:tr w:rsidR="008867CD" w:rsidRPr="007E0B1D" w:rsidTr="00AE355E">
        <w:tc>
          <w:tcPr>
            <w:tcW w:w="5679" w:type="dxa"/>
          </w:tcPr>
          <w:p w:rsidR="008867CD" w:rsidRPr="00CF15BE" w:rsidRDefault="008867CD" w:rsidP="008867CD">
            <w:pPr>
              <w:pStyle w:val="libNormal0"/>
              <w:rPr>
                <w:rFonts w:hint="cs"/>
                <w:rtl/>
              </w:rPr>
            </w:pPr>
            <w:r w:rsidRPr="00CF15BE">
              <w:rPr>
                <w:rtl/>
              </w:rPr>
              <w:t>أحمد بن محمّد بن عيسى بن عبد الله بن سعد بن مالك الأشعري</w:t>
            </w:r>
            <w:r w:rsidR="00D8054C">
              <w:rPr>
                <w:rtl/>
              </w:rPr>
              <w:t>،</w:t>
            </w:r>
            <w:r w:rsidRPr="00CF15BE">
              <w:rPr>
                <w:rtl/>
              </w:rPr>
              <w:t xml:space="preserve"> القمي </w:t>
            </w:r>
          </w:p>
        </w:tc>
        <w:tc>
          <w:tcPr>
            <w:tcW w:w="1908" w:type="dxa"/>
          </w:tcPr>
          <w:p w:rsidR="008867CD" w:rsidRPr="007E0B1D" w:rsidRDefault="008867CD" w:rsidP="008867CD">
            <w:pPr>
              <w:pStyle w:val="libCenter"/>
              <w:rPr>
                <w:rtl/>
              </w:rPr>
            </w:pPr>
            <w:r w:rsidRPr="00CF15BE">
              <w:rPr>
                <w:rtl/>
              </w:rPr>
              <w:t>22</w:t>
            </w:r>
          </w:p>
        </w:tc>
      </w:tr>
      <w:tr w:rsidR="008867CD" w:rsidRPr="007E0B1D" w:rsidTr="00AE355E">
        <w:tc>
          <w:tcPr>
            <w:tcW w:w="5679" w:type="dxa"/>
          </w:tcPr>
          <w:p w:rsidR="008867CD" w:rsidRPr="00CF15BE" w:rsidRDefault="008867CD" w:rsidP="008867CD">
            <w:pPr>
              <w:pStyle w:val="libNormal0"/>
              <w:rPr>
                <w:rFonts w:hint="cs"/>
                <w:rtl/>
              </w:rPr>
            </w:pPr>
            <w:r w:rsidRPr="00CF15BE">
              <w:rPr>
                <w:rtl/>
              </w:rPr>
              <w:t xml:space="preserve">ادريس القمي </w:t>
            </w:r>
          </w:p>
        </w:tc>
        <w:tc>
          <w:tcPr>
            <w:tcW w:w="1908" w:type="dxa"/>
          </w:tcPr>
          <w:p w:rsidR="008867CD" w:rsidRPr="007E0B1D" w:rsidRDefault="008867CD" w:rsidP="008867CD">
            <w:pPr>
              <w:pStyle w:val="libCenter"/>
              <w:rPr>
                <w:rtl/>
              </w:rPr>
            </w:pPr>
            <w:r w:rsidRPr="00CF15BE">
              <w:rPr>
                <w:rtl/>
              </w:rPr>
              <w:t>23</w:t>
            </w:r>
          </w:p>
        </w:tc>
      </w:tr>
      <w:tr w:rsidR="008867CD" w:rsidRPr="007E0B1D" w:rsidTr="00AE355E">
        <w:tc>
          <w:tcPr>
            <w:tcW w:w="5679" w:type="dxa"/>
          </w:tcPr>
          <w:p w:rsidR="008867CD" w:rsidRPr="00815470" w:rsidRDefault="008867CD" w:rsidP="008867CD">
            <w:pPr>
              <w:pStyle w:val="libNormal0"/>
              <w:rPr>
                <w:rFonts w:hint="cs"/>
                <w:rtl/>
              </w:rPr>
            </w:pPr>
            <w:r w:rsidRPr="00815470">
              <w:rPr>
                <w:rtl/>
              </w:rPr>
              <w:t>اسحاق بن ابراهيم الحضيني</w:t>
            </w:r>
            <w:r w:rsidR="00D8054C">
              <w:rPr>
                <w:rtl/>
              </w:rPr>
              <w:t>،</w:t>
            </w:r>
            <w:r w:rsidRPr="00815470">
              <w:rPr>
                <w:rtl/>
              </w:rPr>
              <w:t xml:space="preserve"> وقيل الحصيني </w:t>
            </w:r>
          </w:p>
        </w:tc>
        <w:tc>
          <w:tcPr>
            <w:tcW w:w="1908" w:type="dxa"/>
          </w:tcPr>
          <w:p w:rsidR="008867CD" w:rsidRPr="007E0B1D" w:rsidRDefault="008867CD" w:rsidP="008867CD">
            <w:pPr>
              <w:pStyle w:val="libCenter"/>
              <w:rPr>
                <w:rtl/>
              </w:rPr>
            </w:pPr>
            <w:r w:rsidRPr="00815470">
              <w:rPr>
                <w:rtl/>
              </w:rPr>
              <w:t>24</w:t>
            </w:r>
          </w:p>
        </w:tc>
      </w:tr>
      <w:tr w:rsidR="008867CD" w:rsidRPr="007E0B1D" w:rsidTr="00AE355E">
        <w:tc>
          <w:tcPr>
            <w:tcW w:w="5679" w:type="dxa"/>
          </w:tcPr>
          <w:p w:rsidR="008867CD" w:rsidRPr="00815470" w:rsidRDefault="008867CD" w:rsidP="008867CD">
            <w:pPr>
              <w:pStyle w:val="libNormal0"/>
              <w:rPr>
                <w:rFonts w:hint="cs"/>
                <w:rtl/>
              </w:rPr>
            </w:pPr>
            <w:r w:rsidRPr="00815470">
              <w:rPr>
                <w:rtl/>
              </w:rPr>
              <w:t xml:space="preserve">اسحاق بن ابراهيم بن هاشم القمي </w:t>
            </w:r>
          </w:p>
        </w:tc>
        <w:tc>
          <w:tcPr>
            <w:tcW w:w="1908" w:type="dxa"/>
          </w:tcPr>
          <w:p w:rsidR="008867CD" w:rsidRPr="007E0B1D" w:rsidRDefault="008867CD" w:rsidP="008867CD">
            <w:pPr>
              <w:pStyle w:val="libCenter"/>
              <w:rPr>
                <w:rtl/>
              </w:rPr>
            </w:pPr>
            <w:r w:rsidRPr="00815470">
              <w:rPr>
                <w:rtl/>
              </w:rPr>
              <w:t>25</w:t>
            </w:r>
          </w:p>
        </w:tc>
      </w:tr>
      <w:tr w:rsidR="008867CD" w:rsidRPr="007E0B1D" w:rsidTr="00AE355E">
        <w:tc>
          <w:tcPr>
            <w:tcW w:w="5679" w:type="dxa"/>
          </w:tcPr>
          <w:p w:rsidR="008867CD" w:rsidRPr="00815470" w:rsidRDefault="008867CD" w:rsidP="008867CD">
            <w:pPr>
              <w:pStyle w:val="libNormal0"/>
              <w:rPr>
                <w:rFonts w:hint="cs"/>
                <w:rtl/>
              </w:rPr>
            </w:pPr>
            <w:r w:rsidRPr="00815470">
              <w:rPr>
                <w:rtl/>
              </w:rPr>
              <w:t xml:space="preserve">اسحاق الأنباري </w:t>
            </w:r>
          </w:p>
        </w:tc>
        <w:tc>
          <w:tcPr>
            <w:tcW w:w="1908" w:type="dxa"/>
          </w:tcPr>
          <w:p w:rsidR="008867CD" w:rsidRPr="007E0B1D" w:rsidRDefault="008867CD" w:rsidP="008867CD">
            <w:pPr>
              <w:pStyle w:val="libCenter"/>
              <w:rPr>
                <w:rtl/>
              </w:rPr>
            </w:pPr>
            <w:r w:rsidRPr="00815470">
              <w:rPr>
                <w:rtl/>
              </w:rPr>
              <w:t>26</w:t>
            </w:r>
          </w:p>
        </w:tc>
      </w:tr>
      <w:tr w:rsidR="008867CD" w:rsidRPr="007E0B1D" w:rsidTr="00AE355E">
        <w:tc>
          <w:tcPr>
            <w:tcW w:w="5679" w:type="dxa"/>
          </w:tcPr>
          <w:p w:rsidR="008867CD" w:rsidRPr="00815470" w:rsidRDefault="008867CD" w:rsidP="008867CD">
            <w:pPr>
              <w:pStyle w:val="libNormal0"/>
              <w:rPr>
                <w:rFonts w:hint="cs"/>
                <w:rtl/>
              </w:rPr>
            </w:pPr>
            <w:r w:rsidRPr="00815470">
              <w:rPr>
                <w:rtl/>
              </w:rPr>
              <w:t>اسحاق بن محمّد بن ابراهيم الحضيني اسحاق بن ابراهيم الحضيني اسحاق بن محمّد بن أحمد بن أبان بن مرار النخعي</w:t>
            </w:r>
            <w:r w:rsidR="00D8054C">
              <w:rPr>
                <w:rtl/>
              </w:rPr>
              <w:t>،</w:t>
            </w:r>
            <w:r w:rsidRPr="00815470">
              <w:rPr>
                <w:rtl/>
              </w:rPr>
              <w:t xml:space="preserve"> البصري</w:t>
            </w:r>
            <w:r w:rsidR="00D8054C">
              <w:rPr>
                <w:rtl/>
              </w:rPr>
              <w:t>،</w:t>
            </w:r>
            <w:r w:rsidRPr="00815470">
              <w:rPr>
                <w:rtl/>
              </w:rPr>
              <w:t xml:space="preserve"> الأحمر </w:t>
            </w:r>
          </w:p>
        </w:tc>
        <w:tc>
          <w:tcPr>
            <w:tcW w:w="1908" w:type="dxa"/>
          </w:tcPr>
          <w:p w:rsidR="008867CD" w:rsidRPr="007E0B1D" w:rsidRDefault="008867CD" w:rsidP="008867CD">
            <w:pPr>
              <w:pStyle w:val="libCenter"/>
              <w:rPr>
                <w:rtl/>
              </w:rPr>
            </w:pPr>
            <w:r w:rsidRPr="00815470">
              <w:rPr>
                <w:rtl/>
              </w:rPr>
              <w:t>27</w:t>
            </w:r>
          </w:p>
        </w:tc>
      </w:tr>
      <w:tr w:rsidR="008867CD" w:rsidRPr="007E0B1D" w:rsidTr="00AE355E">
        <w:tc>
          <w:tcPr>
            <w:tcW w:w="5679" w:type="dxa"/>
          </w:tcPr>
          <w:p w:rsidR="008867CD" w:rsidRPr="00815470" w:rsidRDefault="008867CD" w:rsidP="008867CD">
            <w:pPr>
              <w:pStyle w:val="libNormal0"/>
              <w:rPr>
                <w:rFonts w:hint="cs"/>
                <w:rtl/>
              </w:rPr>
            </w:pPr>
            <w:r w:rsidRPr="00815470">
              <w:rPr>
                <w:rtl/>
              </w:rPr>
              <w:t>اسماعيل بن مهران بن محمّد ابن أبي نصر زيد السكوني</w:t>
            </w:r>
            <w:r w:rsidR="00D8054C">
              <w:rPr>
                <w:rtl/>
              </w:rPr>
              <w:t>،</w:t>
            </w:r>
            <w:r w:rsidRPr="00815470">
              <w:rPr>
                <w:rtl/>
              </w:rPr>
              <w:t xml:space="preserve"> الكوفي </w:t>
            </w:r>
          </w:p>
        </w:tc>
        <w:tc>
          <w:tcPr>
            <w:tcW w:w="1908" w:type="dxa"/>
          </w:tcPr>
          <w:p w:rsidR="008867CD" w:rsidRPr="007E0B1D" w:rsidRDefault="008867CD" w:rsidP="008867CD">
            <w:pPr>
              <w:pStyle w:val="libCenter"/>
              <w:rPr>
                <w:rtl/>
              </w:rPr>
            </w:pPr>
            <w:r w:rsidRPr="00815470">
              <w:rPr>
                <w:rtl/>
              </w:rPr>
              <w:t>28</w:t>
            </w:r>
          </w:p>
        </w:tc>
      </w:tr>
      <w:tr w:rsidR="008867CD" w:rsidRPr="007E0B1D" w:rsidTr="00AE355E">
        <w:tc>
          <w:tcPr>
            <w:tcW w:w="5679" w:type="dxa"/>
          </w:tcPr>
          <w:p w:rsidR="008867CD" w:rsidRPr="00815470" w:rsidRDefault="008867CD" w:rsidP="008867CD">
            <w:pPr>
              <w:pStyle w:val="libNormal0"/>
              <w:rPr>
                <w:rFonts w:hint="cs"/>
                <w:rtl/>
              </w:rPr>
            </w:pPr>
            <w:r w:rsidRPr="00815470">
              <w:rPr>
                <w:rtl/>
              </w:rPr>
              <w:t>أميّة بن علي القيسي</w:t>
            </w:r>
            <w:r w:rsidR="00D8054C">
              <w:rPr>
                <w:rtl/>
              </w:rPr>
              <w:t>،</w:t>
            </w:r>
            <w:r w:rsidRPr="00815470">
              <w:rPr>
                <w:rtl/>
              </w:rPr>
              <w:t xml:space="preserve"> وقيل القبسي</w:t>
            </w:r>
            <w:r w:rsidR="00D8054C">
              <w:rPr>
                <w:rtl/>
              </w:rPr>
              <w:t>،</w:t>
            </w:r>
            <w:r w:rsidRPr="00815470">
              <w:rPr>
                <w:rtl/>
              </w:rPr>
              <w:t xml:space="preserve"> وقيل القتيبي</w:t>
            </w:r>
            <w:r w:rsidR="00D8054C">
              <w:rPr>
                <w:rtl/>
              </w:rPr>
              <w:t>،</w:t>
            </w:r>
            <w:r w:rsidRPr="00815470">
              <w:rPr>
                <w:rtl/>
              </w:rPr>
              <w:t xml:space="preserve"> الشامي </w:t>
            </w:r>
          </w:p>
        </w:tc>
        <w:tc>
          <w:tcPr>
            <w:tcW w:w="1908" w:type="dxa"/>
          </w:tcPr>
          <w:p w:rsidR="008867CD" w:rsidRPr="007E0B1D" w:rsidRDefault="008867CD" w:rsidP="008867CD">
            <w:pPr>
              <w:pStyle w:val="libCenter"/>
              <w:rPr>
                <w:rtl/>
              </w:rPr>
            </w:pPr>
            <w:r w:rsidRPr="00815470">
              <w:rPr>
                <w:rtl/>
              </w:rPr>
              <w:t>29</w:t>
            </w:r>
          </w:p>
        </w:tc>
      </w:tr>
      <w:tr w:rsidR="008867CD" w:rsidRPr="007E0B1D" w:rsidTr="00AE355E">
        <w:tc>
          <w:tcPr>
            <w:tcW w:w="5679" w:type="dxa"/>
          </w:tcPr>
          <w:p w:rsidR="008867CD" w:rsidRPr="00E8688E" w:rsidRDefault="008867CD" w:rsidP="008867CD">
            <w:pPr>
              <w:pStyle w:val="libNormal0"/>
              <w:rPr>
                <w:rFonts w:hint="cs"/>
                <w:rtl/>
              </w:rPr>
            </w:pPr>
            <w:r w:rsidRPr="00E8688E">
              <w:rPr>
                <w:rtl/>
              </w:rPr>
              <w:t>ايوب بن نوح بن دراج الكوفي</w:t>
            </w:r>
            <w:r w:rsidR="00D8054C">
              <w:rPr>
                <w:rtl/>
              </w:rPr>
              <w:t>،</w:t>
            </w:r>
            <w:r w:rsidRPr="00E8688E">
              <w:rPr>
                <w:rtl/>
              </w:rPr>
              <w:t xml:space="preserve"> النخعي </w:t>
            </w:r>
          </w:p>
        </w:tc>
        <w:tc>
          <w:tcPr>
            <w:tcW w:w="1908" w:type="dxa"/>
          </w:tcPr>
          <w:p w:rsidR="008867CD" w:rsidRPr="007E0B1D" w:rsidRDefault="008867CD" w:rsidP="008867CD">
            <w:pPr>
              <w:pStyle w:val="libCenter"/>
              <w:rPr>
                <w:rtl/>
              </w:rPr>
            </w:pPr>
            <w:r w:rsidRPr="00E8688E">
              <w:rPr>
                <w:rtl/>
              </w:rPr>
              <w:t>30</w:t>
            </w:r>
          </w:p>
        </w:tc>
      </w:tr>
      <w:tr w:rsidR="008867CD" w:rsidRPr="007E0B1D" w:rsidTr="00AE355E">
        <w:tc>
          <w:tcPr>
            <w:tcW w:w="5679" w:type="dxa"/>
          </w:tcPr>
          <w:p w:rsidR="008867CD" w:rsidRPr="00E8688E" w:rsidRDefault="008867CD" w:rsidP="008867CD">
            <w:pPr>
              <w:pStyle w:val="libNormal0"/>
              <w:rPr>
                <w:rFonts w:hint="cs"/>
                <w:rtl/>
              </w:rPr>
            </w:pPr>
            <w:r w:rsidRPr="00E8688E">
              <w:rPr>
                <w:rtl/>
              </w:rPr>
              <w:t>بكر بن أحمد بن ابراهيم بن زياد بن موسى العصري</w:t>
            </w:r>
            <w:r w:rsidR="00D8054C">
              <w:rPr>
                <w:rtl/>
              </w:rPr>
              <w:t>،</w:t>
            </w:r>
            <w:r w:rsidRPr="00E8688E">
              <w:rPr>
                <w:rtl/>
              </w:rPr>
              <w:t xml:space="preserve"> وقيل القصري </w:t>
            </w:r>
          </w:p>
        </w:tc>
        <w:tc>
          <w:tcPr>
            <w:tcW w:w="1908" w:type="dxa"/>
          </w:tcPr>
          <w:p w:rsidR="008867CD" w:rsidRPr="007E0B1D" w:rsidRDefault="008867CD" w:rsidP="008867CD">
            <w:pPr>
              <w:pStyle w:val="libCenter"/>
              <w:rPr>
                <w:rtl/>
              </w:rPr>
            </w:pPr>
            <w:r w:rsidRPr="00E8688E">
              <w:rPr>
                <w:rtl/>
              </w:rPr>
              <w:t>31</w:t>
            </w:r>
          </w:p>
        </w:tc>
      </w:tr>
      <w:tr w:rsidR="008867CD" w:rsidRPr="007E0B1D" w:rsidTr="00AE355E">
        <w:tc>
          <w:tcPr>
            <w:tcW w:w="5679" w:type="dxa"/>
          </w:tcPr>
          <w:p w:rsidR="008867CD" w:rsidRPr="00E8688E" w:rsidRDefault="008867CD" w:rsidP="008867CD">
            <w:pPr>
              <w:pStyle w:val="libNormal0"/>
              <w:rPr>
                <w:rFonts w:hint="cs"/>
                <w:rtl/>
              </w:rPr>
            </w:pPr>
            <w:r w:rsidRPr="00E8688E">
              <w:rPr>
                <w:rtl/>
              </w:rPr>
              <w:t>بكر بن صالح الرازي</w:t>
            </w:r>
            <w:r w:rsidR="00D8054C">
              <w:rPr>
                <w:rtl/>
              </w:rPr>
              <w:t>،</w:t>
            </w:r>
            <w:r w:rsidRPr="00E8688E">
              <w:rPr>
                <w:rtl/>
              </w:rPr>
              <w:t xml:space="preserve"> الضبي </w:t>
            </w:r>
          </w:p>
        </w:tc>
        <w:tc>
          <w:tcPr>
            <w:tcW w:w="1908" w:type="dxa"/>
          </w:tcPr>
          <w:p w:rsidR="008867CD" w:rsidRPr="007E0B1D" w:rsidRDefault="008867CD" w:rsidP="008867CD">
            <w:pPr>
              <w:pStyle w:val="libCenter"/>
              <w:rPr>
                <w:rtl/>
              </w:rPr>
            </w:pPr>
            <w:r w:rsidRPr="00E8688E">
              <w:rPr>
                <w:rtl/>
              </w:rPr>
              <w:t>32</w:t>
            </w:r>
          </w:p>
        </w:tc>
      </w:tr>
      <w:tr w:rsidR="008867CD" w:rsidRPr="007E0B1D" w:rsidTr="00AE355E">
        <w:tc>
          <w:tcPr>
            <w:tcW w:w="5679" w:type="dxa"/>
          </w:tcPr>
          <w:p w:rsidR="008867CD" w:rsidRPr="00E8688E" w:rsidRDefault="008867CD" w:rsidP="008867CD">
            <w:pPr>
              <w:pStyle w:val="libNormal0"/>
              <w:rPr>
                <w:rFonts w:hint="cs"/>
                <w:rtl/>
              </w:rPr>
            </w:pPr>
            <w:r w:rsidRPr="00E8688E">
              <w:rPr>
                <w:rtl/>
              </w:rPr>
              <w:t xml:space="preserve">بندار مولى ادريس </w:t>
            </w:r>
          </w:p>
        </w:tc>
        <w:tc>
          <w:tcPr>
            <w:tcW w:w="1908" w:type="dxa"/>
          </w:tcPr>
          <w:p w:rsidR="008867CD" w:rsidRPr="007E0B1D" w:rsidRDefault="008867CD" w:rsidP="008867CD">
            <w:pPr>
              <w:pStyle w:val="libCenter"/>
              <w:rPr>
                <w:rtl/>
              </w:rPr>
            </w:pPr>
            <w:r w:rsidRPr="00E8688E">
              <w:rPr>
                <w:rtl/>
              </w:rPr>
              <w:t>33</w:t>
            </w:r>
          </w:p>
        </w:tc>
      </w:tr>
      <w:tr w:rsidR="008867CD" w:rsidRPr="007E0B1D" w:rsidTr="00AE355E">
        <w:tc>
          <w:tcPr>
            <w:tcW w:w="5679" w:type="dxa"/>
          </w:tcPr>
          <w:p w:rsidR="008867CD" w:rsidRPr="00E8688E" w:rsidRDefault="008867CD" w:rsidP="008867CD">
            <w:pPr>
              <w:pStyle w:val="libNormal0"/>
              <w:rPr>
                <w:rFonts w:hint="cs"/>
                <w:rtl/>
              </w:rPr>
            </w:pPr>
            <w:r w:rsidRPr="00E8688E">
              <w:rPr>
                <w:rtl/>
              </w:rPr>
              <w:t xml:space="preserve">أبو تمامة </w:t>
            </w:r>
          </w:p>
        </w:tc>
        <w:tc>
          <w:tcPr>
            <w:tcW w:w="1908" w:type="dxa"/>
          </w:tcPr>
          <w:p w:rsidR="008867CD" w:rsidRPr="007E0B1D" w:rsidRDefault="008867CD" w:rsidP="008867CD">
            <w:pPr>
              <w:pStyle w:val="libCenter"/>
              <w:rPr>
                <w:rtl/>
              </w:rPr>
            </w:pPr>
            <w:r w:rsidRPr="00E8688E">
              <w:rPr>
                <w:rtl/>
              </w:rPr>
              <w:t>34</w:t>
            </w:r>
          </w:p>
        </w:tc>
      </w:tr>
      <w:tr w:rsidR="008867CD" w:rsidRPr="007E0B1D" w:rsidTr="00AE355E">
        <w:tc>
          <w:tcPr>
            <w:tcW w:w="5679" w:type="dxa"/>
          </w:tcPr>
          <w:p w:rsidR="008867CD" w:rsidRPr="001D207C" w:rsidRDefault="008867CD" w:rsidP="008867CD">
            <w:pPr>
              <w:pStyle w:val="libNormal0"/>
              <w:rPr>
                <w:rFonts w:hint="cs"/>
                <w:rtl/>
              </w:rPr>
            </w:pPr>
            <w:r w:rsidRPr="001D207C">
              <w:rPr>
                <w:rtl/>
              </w:rPr>
              <w:t xml:space="preserve">أبو ثمامة أبو تمامة أبو جعفر البصري </w:t>
            </w:r>
          </w:p>
        </w:tc>
        <w:tc>
          <w:tcPr>
            <w:tcW w:w="1908" w:type="dxa"/>
          </w:tcPr>
          <w:p w:rsidR="008867CD" w:rsidRPr="007E0B1D" w:rsidRDefault="008867CD" w:rsidP="008867CD">
            <w:pPr>
              <w:pStyle w:val="libCenter"/>
              <w:rPr>
                <w:rtl/>
              </w:rPr>
            </w:pPr>
            <w:r w:rsidRPr="001D207C">
              <w:rPr>
                <w:rtl/>
              </w:rPr>
              <w:t>35</w:t>
            </w:r>
          </w:p>
        </w:tc>
      </w:tr>
      <w:tr w:rsidR="008867CD" w:rsidRPr="007E0B1D" w:rsidTr="00AE355E">
        <w:tc>
          <w:tcPr>
            <w:tcW w:w="5679" w:type="dxa"/>
          </w:tcPr>
          <w:p w:rsidR="008867CD" w:rsidRPr="001D207C" w:rsidRDefault="008867CD" w:rsidP="008867CD">
            <w:pPr>
              <w:pStyle w:val="libNormal0"/>
              <w:rPr>
                <w:rFonts w:hint="cs"/>
                <w:rtl/>
              </w:rPr>
            </w:pPr>
            <w:r w:rsidRPr="001D207C">
              <w:rPr>
                <w:rtl/>
              </w:rPr>
              <w:t xml:space="preserve">جعفر الجوهري </w:t>
            </w:r>
          </w:p>
        </w:tc>
        <w:tc>
          <w:tcPr>
            <w:tcW w:w="1908" w:type="dxa"/>
          </w:tcPr>
          <w:p w:rsidR="008867CD" w:rsidRPr="007E0B1D" w:rsidRDefault="008867CD" w:rsidP="008867CD">
            <w:pPr>
              <w:pStyle w:val="libCenter"/>
              <w:rPr>
                <w:rtl/>
              </w:rPr>
            </w:pPr>
            <w:r w:rsidRPr="001D207C">
              <w:rPr>
                <w:rtl/>
              </w:rPr>
              <w:t>36</w:t>
            </w:r>
          </w:p>
        </w:tc>
      </w:tr>
      <w:tr w:rsidR="008867CD" w:rsidRPr="007E0B1D" w:rsidTr="00AE355E">
        <w:tc>
          <w:tcPr>
            <w:tcW w:w="5679" w:type="dxa"/>
          </w:tcPr>
          <w:p w:rsidR="008867CD" w:rsidRPr="001D207C" w:rsidRDefault="008867CD" w:rsidP="008867CD">
            <w:pPr>
              <w:pStyle w:val="libNormal0"/>
              <w:rPr>
                <w:rtl/>
              </w:rPr>
            </w:pPr>
            <w:r w:rsidRPr="001D207C">
              <w:rPr>
                <w:rtl/>
              </w:rPr>
              <w:t xml:space="preserve">جعفر بن داود اليعقوبي </w:t>
            </w:r>
          </w:p>
        </w:tc>
        <w:tc>
          <w:tcPr>
            <w:tcW w:w="1908" w:type="dxa"/>
          </w:tcPr>
          <w:p w:rsidR="008867CD" w:rsidRPr="007E0B1D" w:rsidRDefault="008867CD" w:rsidP="008867CD">
            <w:pPr>
              <w:pStyle w:val="libCenter"/>
              <w:rPr>
                <w:rtl/>
              </w:rPr>
            </w:pPr>
            <w:r w:rsidRPr="001D207C">
              <w:rPr>
                <w:rtl/>
              </w:rPr>
              <w:t>37</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1D207C"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1D207C" w:rsidRDefault="008867CD" w:rsidP="008867CD">
            <w:pPr>
              <w:pStyle w:val="libCenterBold2"/>
              <w:rPr>
                <w:rtl/>
              </w:rPr>
            </w:pPr>
            <w:r w:rsidRPr="007E0B1D">
              <w:rPr>
                <w:rtl/>
              </w:rPr>
              <w:t>رقم الترجمة</w:t>
            </w:r>
          </w:p>
        </w:tc>
      </w:tr>
      <w:tr w:rsidR="008867CD" w:rsidRPr="001D207C" w:rsidTr="00AE355E">
        <w:tc>
          <w:tcPr>
            <w:tcW w:w="5679" w:type="dxa"/>
          </w:tcPr>
          <w:p w:rsidR="008867CD" w:rsidRPr="004B68F9" w:rsidRDefault="008867CD" w:rsidP="008867CD">
            <w:pPr>
              <w:pStyle w:val="libNormal0"/>
              <w:rPr>
                <w:rFonts w:hint="cs"/>
                <w:rtl/>
              </w:rPr>
            </w:pPr>
            <w:r w:rsidRPr="004B68F9">
              <w:rPr>
                <w:rtl/>
              </w:rPr>
              <w:t xml:space="preserve">جعفر بن محمّد الصوفي </w:t>
            </w:r>
          </w:p>
        </w:tc>
        <w:tc>
          <w:tcPr>
            <w:tcW w:w="1908" w:type="dxa"/>
          </w:tcPr>
          <w:p w:rsidR="008867CD" w:rsidRPr="001D207C" w:rsidRDefault="008867CD" w:rsidP="008867CD">
            <w:pPr>
              <w:pStyle w:val="libCenter"/>
              <w:rPr>
                <w:rtl/>
              </w:rPr>
            </w:pPr>
            <w:r w:rsidRPr="004B68F9">
              <w:rPr>
                <w:rtl/>
              </w:rPr>
              <w:t>38</w:t>
            </w:r>
          </w:p>
        </w:tc>
      </w:tr>
      <w:tr w:rsidR="008867CD" w:rsidRPr="001D207C" w:rsidTr="00AE355E">
        <w:tc>
          <w:tcPr>
            <w:tcW w:w="5679" w:type="dxa"/>
          </w:tcPr>
          <w:p w:rsidR="008867CD" w:rsidRPr="004B68F9" w:rsidRDefault="008867CD" w:rsidP="008867CD">
            <w:pPr>
              <w:pStyle w:val="libNormal0"/>
              <w:rPr>
                <w:rFonts w:hint="cs"/>
                <w:rtl/>
              </w:rPr>
            </w:pPr>
            <w:r w:rsidRPr="004B68F9">
              <w:rPr>
                <w:rtl/>
              </w:rPr>
              <w:t>جعفر بن محمّد الهاشمي</w:t>
            </w:r>
            <w:r w:rsidR="00D8054C">
              <w:rPr>
                <w:rtl/>
              </w:rPr>
              <w:t>،</w:t>
            </w:r>
            <w:r w:rsidRPr="004B68F9">
              <w:rPr>
                <w:rtl/>
              </w:rPr>
              <w:t xml:space="preserve"> الصيرفي </w:t>
            </w:r>
          </w:p>
        </w:tc>
        <w:tc>
          <w:tcPr>
            <w:tcW w:w="1908" w:type="dxa"/>
          </w:tcPr>
          <w:p w:rsidR="008867CD" w:rsidRPr="001D207C" w:rsidRDefault="008867CD" w:rsidP="008867CD">
            <w:pPr>
              <w:pStyle w:val="libCenter"/>
              <w:rPr>
                <w:rtl/>
              </w:rPr>
            </w:pPr>
            <w:r w:rsidRPr="004B68F9">
              <w:rPr>
                <w:rtl/>
              </w:rPr>
              <w:t>39</w:t>
            </w:r>
          </w:p>
        </w:tc>
      </w:tr>
      <w:tr w:rsidR="008867CD" w:rsidRPr="001D207C" w:rsidTr="00AE355E">
        <w:tc>
          <w:tcPr>
            <w:tcW w:w="5679" w:type="dxa"/>
          </w:tcPr>
          <w:p w:rsidR="008867CD" w:rsidRPr="004B68F9" w:rsidRDefault="008867CD" w:rsidP="008867CD">
            <w:pPr>
              <w:pStyle w:val="libNormal0"/>
              <w:rPr>
                <w:rFonts w:hint="cs"/>
                <w:rtl/>
              </w:rPr>
            </w:pPr>
            <w:r w:rsidRPr="004B68F9">
              <w:rPr>
                <w:rtl/>
              </w:rPr>
              <w:t>جعفر بن محمّد بن يونس الأحول</w:t>
            </w:r>
            <w:r w:rsidR="00D8054C">
              <w:rPr>
                <w:rtl/>
              </w:rPr>
              <w:t>،</w:t>
            </w:r>
            <w:r w:rsidRPr="004B68F9">
              <w:rPr>
                <w:rtl/>
              </w:rPr>
              <w:t xml:space="preserve"> الصيرفي</w:t>
            </w:r>
            <w:r w:rsidR="00D8054C">
              <w:rPr>
                <w:rtl/>
              </w:rPr>
              <w:t>،</w:t>
            </w:r>
            <w:r w:rsidRPr="004B68F9">
              <w:rPr>
                <w:rtl/>
              </w:rPr>
              <w:t xml:space="preserve"> البجلي </w:t>
            </w:r>
          </w:p>
        </w:tc>
        <w:tc>
          <w:tcPr>
            <w:tcW w:w="1908" w:type="dxa"/>
          </w:tcPr>
          <w:p w:rsidR="008867CD" w:rsidRPr="001D207C" w:rsidRDefault="008867CD" w:rsidP="008867CD">
            <w:pPr>
              <w:pStyle w:val="libCenter"/>
              <w:rPr>
                <w:rtl/>
              </w:rPr>
            </w:pPr>
            <w:r w:rsidRPr="004B68F9">
              <w:rPr>
                <w:rtl/>
              </w:rPr>
              <w:t>40</w:t>
            </w:r>
          </w:p>
        </w:tc>
      </w:tr>
      <w:tr w:rsidR="008867CD" w:rsidRPr="001D207C" w:rsidTr="00AE355E">
        <w:tc>
          <w:tcPr>
            <w:tcW w:w="5679" w:type="dxa"/>
          </w:tcPr>
          <w:p w:rsidR="008867CD" w:rsidRPr="004B68F9" w:rsidRDefault="008867CD" w:rsidP="008867CD">
            <w:pPr>
              <w:pStyle w:val="libNormal0"/>
              <w:rPr>
                <w:rFonts w:hint="cs"/>
                <w:rtl/>
              </w:rPr>
            </w:pPr>
            <w:r w:rsidRPr="004B68F9">
              <w:rPr>
                <w:rtl/>
              </w:rPr>
              <w:t>جعفر بن يحيى بن سعد</w:t>
            </w:r>
            <w:r w:rsidR="00D8054C">
              <w:rPr>
                <w:rtl/>
              </w:rPr>
              <w:t>،</w:t>
            </w:r>
            <w:r w:rsidRPr="004B68F9">
              <w:rPr>
                <w:rtl/>
              </w:rPr>
              <w:t xml:space="preserve"> وقيل سعيد الأحول </w:t>
            </w:r>
          </w:p>
        </w:tc>
        <w:tc>
          <w:tcPr>
            <w:tcW w:w="1908" w:type="dxa"/>
          </w:tcPr>
          <w:p w:rsidR="008867CD" w:rsidRPr="001D207C" w:rsidRDefault="008867CD" w:rsidP="008867CD">
            <w:pPr>
              <w:pStyle w:val="libCenter"/>
              <w:rPr>
                <w:rtl/>
              </w:rPr>
            </w:pPr>
            <w:r w:rsidRPr="004B68F9">
              <w:rPr>
                <w:rtl/>
              </w:rPr>
              <w:t>41</w:t>
            </w:r>
          </w:p>
        </w:tc>
      </w:tr>
      <w:tr w:rsidR="008867CD" w:rsidRPr="001D207C" w:rsidTr="00AE355E">
        <w:tc>
          <w:tcPr>
            <w:tcW w:w="5679" w:type="dxa"/>
          </w:tcPr>
          <w:p w:rsidR="008867CD" w:rsidRPr="004B68F9" w:rsidRDefault="008867CD" w:rsidP="008867CD">
            <w:pPr>
              <w:pStyle w:val="libNormal0"/>
              <w:rPr>
                <w:rFonts w:hint="cs"/>
                <w:rtl/>
              </w:rPr>
            </w:pPr>
            <w:r w:rsidRPr="004B68F9">
              <w:rPr>
                <w:rtl/>
              </w:rPr>
              <w:t>الحسن بن راشد بن علي البغدادي</w:t>
            </w:r>
            <w:r w:rsidR="00D8054C">
              <w:rPr>
                <w:rtl/>
              </w:rPr>
              <w:t>،</w:t>
            </w:r>
            <w:r w:rsidRPr="004B68F9">
              <w:rPr>
                <w:rtl/>
              </w:rPr>
              <w:t xml:space="preserve"> مولى آل المهلب </w:t>
            </w:r>
          </w:p>
        </w:tc>
        <w:tc>
          <w:tcPr>
            <w:tcW w:w="1908" w:type="dxa"/>
          </w:tcPr>
          <w:p w:rsidR="008867CD" w:rsidRPr="001D207C" w:rsidRDefault="008867CD" w:rsidP="008867CD">
            <w:pPr>
              <w:pStyle w:val="libCenter"/>
              <w:rPr>
                <w:rtl/>
              </w:rPr>
            </w:pPr>
            <w:r w:rsidRPr="004B68F9">
              <w:rPr>
                <w:rtl/>
              </w:rPr>
              <w:t>42</w:t>
            </w:r>
          </w:p>
        </w:tc>
      </w:tr>
      <w:tr w:rsidR="008867CD" w:rsidRPr="001D207C" w:rsidTr="00AE355E">
        <w:tc>
          <w:tcPr>
            <w:tcW w:w="5679" w:type="dxa"/>
          </w:tcPr>
          <w:p w:rsidR="008867CD" w:rsidRPr="004633C6" w:rsidRDefault="008867CD" w:rsidP="008867CD">
            <w:pPr>
              <w:pStyle w:val="libNormal0"/>
              <w:rPr>
                <w:rFonts w:hint="cs"/>
                <w:rtl/>
              </w:rPr>
            </w:pPr>
            <w:r w:rsidRPr="004633C6">
              <w:rPr>
                <w:rtl/>
              </w:rPr>
              <w:t>الحسن بن سعيد بن حماد بن سعيد الكوفي</w:t>
            </w:r>
            <w:r w:rsidR="00D8054C">
              <w:rPr>
                <w:rtl/>
              </w:rPr>
              <w:t>،</w:t>
            </w:r>
            <w:r w:rsidRPr="004633C6">
              <w:rPr>
                <w:rtl/>
              </w:rPr>
              <w:t xml:space="preserve"> الأهوازي </w:t>
            </w:r>
          </w:p>
        </w:tc>
        <w:tc>
          <w:tcPr>
            <w:tcW w:w="1908" w:type="dxa"/>
          </w:tcPr>
          <w:p w:rsidR="008867CD" w:rsidRPr="001D207C" w:rsidRDefault="008867CD" w:rsidP="008867CD">
            <w:pPr>
              <w:pStyle w:val="libCenter"/>
              <w:rPr>
                <w:rtl/>
              </w:rPr>
            </w:pPr>
            <w:r w:rsidRPr="004633C6">
              <w:rPr>
                <w:rtl/>
              </w:rPr>
              <w:t>43</w:t>
            </w:r>
          </w:p>
        </w:tc>
      </w:tr>
      <w:tr w:rsidR="008867CD" w:rsidRPr="001D207C" w:rsidTr="00AE355E">
        <w:tc>
          <w:tcPr>
            <w:tcW w:w="5679" w:type="dxa"/>
          </w:tcPr>
          <w:p w:rsidR="008867CD" w:rsidRPr="004633C6" w:rsidRDefault="008867CD" w:rsidP="008867CD">
            <w:pPr>
              <w:pStyle w:val="libNormal0"/>
              <w:rPr>
                <w:rFonts w:hint="cs"/>
                <w:rtl/>
              </w:rPr>
            </w:pPr>
            <w:r w:rsidRPr="004633C6">
              <w:rPr>
                <w:rtl/>
              </w:rPr>
              <w:t xml:space="preserve">الحسن بن العباس بن حريش الرازي </w:t>
            </w:r>
          </w:p>
        </w:tc>
        <w:tc>
          <w:tcPr>
            <w:tcW w:w="1908" w:type="dxa"/>
          </w:tcPr>
          <w:p w:rsidR="008867CD" w:rsidRPr="001D207C" w:rsidRDefault="008867CD" w:rsidP="008867CD">
            <w:pPr>
              <w:pStyle w:val="libCenter"/>
              <w:rPr>
                <w:rtl/>
              </w:rPr>
            </w:pPr>
            <w:r w:rsidRPr="004633C6">
              <w:rPr>
                <w:rtl/>
              </w:rPr>
              <w:t>44</w:t>
            </w:r>
          </w:p>
        </w:tc>
      </w:tr>
      <w:tr w:rsidR="008867CD" w:rsidRPr="001D207C" w:rsidTr="00AE355E">
        <w:tc>
          <w:tcPr>
            <w:tcW w:w="5679" w:type="dxa"/>
          </w:tcPr>
          <w:p w:rsidR="008867CD" w:rsidRPr="004633C6" w:rsidRDefault="008867CD" w:rsidP="008867CD">
            <w:pPr>
              <w:pStyle w:val="libNormal0"/>
              <w:rPr>
                <w:rFonts w:hint="cs"/>
                <w:rtl/>
              </w:rPr>
            </w:pPr>
            <w:r w:rsidRPr="004633C6">
              <w:rPr>
                <w:rtl/>
              </w:rPr>
              <w:t xml:space="preserve">الحسن بن عباس بن خراش </w:t>
            </w:r>
          </w:p>
        </w:tc>
        <w:tc>
          <w:tcPr>
            <w:tcW w:w="1908" w:type="dxa"/>
          </w:tcPr>
          <w:p w:rsidR="008867CD" w:rsidRPr="001D207C" w:rsidRDefault="008867CD" w:rsidP="008867CD">
            <w:pPr>
              <w:pStyle w:val="libCenter"/>
              <w:rPr>
                <w:rtl/>
              </w:rPr>
            </w:pPr>
            <w:r w:rsidRPr="004633C6">
              <w:rPr>
                <w:rtl/>
              </w:rPr>
              <w:t>45</w:t>
            </w:r>
          </w:p>
        </w:tc>
      </w:tr>
      <w:tr w:rsidR="008867CD" w:rsidRPr="001D207C" w:rsidTr="00AE355E">
        <w:tc>
          <w:tcPr>
            <w:tcW w:w="5679" w:type="dxa"/>
          </w:tcPr>
          <w:p w:rsidR="008867CD" w:rsidRPr="004633C6" w:rsidRDefault="008867CD" w:rsidP="008867CD">
            <w:pPr>
              <w:pStyle w:val="libNormal0"/>
              <w:rPr>
                <w:rFonts w:hint="cs"/>
                <w:rtl/>
              </w:rPr>
            </w:pPr>
            <w:r w:rsidRPr="004633C6">
              <w:rPr>
                <w:rtl/>
              </w:rPr>
              <w:t>الحسن بن علي ابن أبي عثمان عبد الواحد الكوفي</w:t>
            </w:r>
            <w:r w:rsidR="00D8054C">
              <w:rPr>
                <w:rtl/>
              </w:rPr>
              <w:t>،</w:t>
            </w:r>
            <w:r w:rsidRPr="004633C6">
              <w:rPr>
                <w:rtl/>
              </w:rPr>
              <w:t xml:space="preserve"> سجادة </w:t>
            </w:r>
          </w:p>
        </w:tc>
        <w:tc>
          <w:tcPr>
            <w:tcW w:w="1908" w:type="dxa"/>
          </w:tcPr>
          <w:p w:rsidR="008867CD" w:rsidRPr="001D207C" w:rsidRDefault="008867CD" w:rsidP="008867CD">
            <w:pPr>
              <w:pStyle w:val="libCenter"/>
              <w:rPr>
                <w:rtl/>
              </w:rPr>
            </w:pPr>
            <w:r w:rsidRPr="004633C6">
              <w:rPr>
                <w:rtl/>
              </w:rPr>
              <w:t>46</w:t>
            </w:r>
          </w:p>
        </w:tc>
      </w:tr>
      <w:tr w:rsidR="008867CD" w:rsidRPr="001D207C" w:rsidTr="00AE355E">
        <w:tc>
          <w:tcPr>
            <w:tcW w:w="5679" w:type="dxa"/>
          </w:tcPr>
          <w:p w:rsidR="008867CD" w:rsidRPr="004633C6" w:rsidRDefault="008867CD" w:rsidP="008867CD">
            <w:pPr>
              <w:pStyle w:val="libNormal0"/>
              <w:rPr>
                <w:rFonts w:hint="cs"/>
                <w:rtl/>
              </w:rPr>
            </w:pPr>
            <w:r w:rsidRPr="004633C6">
              <w:rPr>
                <w:rtl/>
              </w:rPr>
              <w:t>الحسن بن محبوب بن وهب السراد</w:t>
            </w:r>
            <w:r w:rsidR="00D8054C">
              <w:rPr>
                <w:rtl/>
              </w:rPr>
              <w:t>،</w:t>
            </w:r>
            <w:r w:rsidRPr="004633C6">
              <w:rPr>
                <w:rtl/>
              </w:rPr>
              <w:t xml:space="preserve"> البجلي</w:t>
            </w:r>
            <w:r w:rsidR="00D8054C">
              <w:rPr>
                <w:rtl/>
              </w:rPr>
              <w:t>،</w:t>
            </w:r>
            <w:r w:rsidRPr="004633C6">
              <w:rPr>
                <w:rtl/>
              </w:rPr>
              <w:t xml:space="preserve"> الكوفي </w:t>
            </w:r>
          </w:p>
        </w:tc>
        <w:tc>
          <w:tcPr>
            <w:tcW w:w="1908" w:type="dxa"/>
          </w:tcPr>
          <w:p w:rsidR="008867CD" w:rsidRPr="001D207C" w:rsidRDefault="008867CD" w:rsidP="008867CD">
            <w:pPr>
              <w:pStyle w:val="libCenter"/>
              <w:rPr>
                <w:rtl/>
              </w:rPr>
            </w:pPr>
            <w:r w:rsidRPr="004633C6">
              <w:rPr>
                <w:rtl/>
              </w:rPr>
              <w:t>47</w:t>
            </w:r>
          </w:p>
        </w:tc>
      </w:tr>
      <w:tr w:rsidR="008867CD" w:rsidRPr="001D207C" w:rsidTr="00AE355E">
        <w:tc>
          <w:tcPr>
            <w:tcW w:w="5679" w:type="dxa"/>
          </w:tcPr>
          <w:p w:rsidR="008867CD" w:rsidRPr="00C66395" w:rsidRDefault="008867CD" w:rsidP="008867CD">
            <w:pPr>
              <w:pStyle w:val="libNormal0"/>
              <w:rPr>
                <w:rFonts w:hint="cs"/>
                <w:rtl/>
              </w:rPr>
            </w:pPr>
            <w:r w:rsidRPr="00C66395">
              <w:rPr>
                <w:rtl/>
              </w:rPr>
              <w:t>الحسن بن محمّد الجواني ابن عبيد الله الأعرج</w:t>
            </w:r>
            <w:r w:rsidR="00D8054C">
              <w:rPr>
                <w:rtl/>
              </w:rPr>
              <w:t>،</w:t>
            </w:r>
            <w:r w:rsidRPr="00C66395">
              <w:rPr>
                <w:rtl/>
              </w:rPr>
              <w:t xml:space="preserve"> الهاشمي</w:t>
            </w:r>
            <w:r w:rsidR="00D8054C">
              <w:rPr>
                <w:rtl/>
              </w:rPr>
              <w:t>،</w:t>
            </w:r>
            <w:r w:rsidRPr="00C66395">
              <w:rPr>
                <w:rtl/>
              </w:rPr>
              <w:t xml:space="preserve"> العلوي </w:t>
            </w:r>
          </w:p>
        </w:tc>
        <w:tc>
          <w:tcPr>
            <w:tcW w:w="1908" w:type="dxa"/>
          </w:tcPr>
          <w:p w:rsidR="008867CD" w:rsidRPr="001D207C" w:rsidRDefault="008867CD" w:rsidP="008867CD">
            <w:pPr>
              <w:pStyle w:val="libCenter"/>
              <w:rPr>
                <w:rtl/>
              </w:rPr>
            </w:pPr>
            <w:r w:rsidRPr="00C66395">
              <w:rPr>
                <w:rtl/>
              </w:rPr>
              <w:t>48</w:t>
            </w:r>
          </w:p>
        </w:tc>
      </w:tr>
      <w:tr w:rsidR="008867CD" w:rsidRPr="001D207C" w:rsidTr="00AE355E">
        <w:tc>
          <w:tcPr>
            <w:tcW w:w="5679" w:type="dxa"/>
          </w:tcPr>
          <w:p w:rsidR="008867CD" w:rsidRPr="00C66395" w:rsidRDefault="008867CD" w:rsidP="008867CD">
            <w:pPr>
              <w:pStyle w:val="libNormal0"/>
              <w:rPr>
                <w:rFonts w:hint="cs"/>
                <w:rtl/>
              </w:rPr>
            </w:pPr>
            <w:r w:rsidRPr="00C66395">
              <w:rPr>
                <w:rtl/>
              </w:rPr>
              <w:t xml:space="preserve">الحسين بن أسد البصري </w:t>
            </w:r>
          </w:p>
        </w:tc>
        <w:tc>
          <w:tcPr>
            <w:tcW w:w="1908" w:type="dxa"/>
          </w:tcPr>
          <w:p w:rsidR="008867CD" w:rsidRPr="001D207C" w:rsidRDefault="008867CD" w:rsidP="008867CD">
            <w:pPr>
              <w:pStyle w:val="libCenter"/>
              <w:rPr>
                <w:rtl/>
              </w:rPr>
            </w:pPr>
            <w:r w:rsidRPr="00C66395">
              <w:rPr>
                <w:rtl/>
              </w:rPr>
              <w:t>49</w:t>
            </w:r>
          </w:p>
        </w:tc>
      </w:tr>
      <w:tr w:rsidR="008867CD" w:rsidRPr="001D207C" w:rsidTr="00AE355E">
        <w:tc>
          <w:tcPr>
            <w:tcW w:w="5679" w:type="dxa"/>
          </w:tcPr>
          <w:p w:rsidR="008867CD" w:rsidRPr="00C66395" w:rsidRDefault="008867CD" w:rsidP="008867CD">
            <w:pPr>
              <w:pStyle w:val="libNormal0"/>
              <w:rPr>
                <w:rFonts w:hint="cs"/>
                <w:rtl/>
              </w:rPr>
            </w:pPr>
            <w:r w:rsidRPr="00C66395">
              <w:rPr>
                <w:rtl/>
              </w:rPr>
              <w:t>الحسين بن بشار</w:t>
            </w:r>
            <w:r w:rsidR="00D8054C">
              <w:rPr>
                <w:rtl/>
              </w:rPr>
              <w:t>،</w:t>
            </w:r>
            <w:r w:rsidRPr="00C66395">
              <w:rPr>
                <w:rtl/>
              </w:rPr>
              <w:t xml:space="preserve"> وقيل يسار المدائني</w:t>
            </w:r>
            <w:r w:rsidR="00D8054C">
              <w:rPr>
                <w:rtl/>
              </w:rPr>
              <w:t>،</w:t>
            </w:r>
            <w:r w:rsidRPr="00C66395">
              <w:rPr>
                <w:rtl/>
              </w:rPr>
              <w:t xml:space="preserve"> وقيل الواسطي </w:t>
            </w:r>
          </w:p>
        </w:tc>
        <w:tc>
          <w:tcPr>
            <w:tcW w:w="1908" w:type="dxa"/>
          </w:tcPr>
          <w:p w:rsidR="008867CD" w:rsidRPr="001D207C" w:rsidRDefault="008867CD" w:rsidP="008867CD">
            <w:pPr>
              <w:pStyle w:val="libCenter"/>
              <w:rPr>
                <w:rtl/>
              </w:rPr>
            </w:pPr>
            <w:r w:rsidRPr="00C66395">
              <w:rPr>
                <w:rtl/>
              </w:rPr>
              <w:t>50</w:t>
            </w:r>
          </w:p>
        </w:tc>
      </w:tr>
      <w:tr w:rsidR="008867CD" w:rsidRPr="001D207C" w:rsidTr="00AE355E">
        <w:tc>
          <w:tcPr>
            <w:tcW w:w="5679" w:type="dxa"/>
          </w:tcPr>
          <w:p w:rsidR="008867CD" w:rsidRPr="00C66395" w:rsidRDefault="008867CD" w:rsidP="008867CD">
            <w:pPr>
              <w:pStyle w:val="libNormal0"/>
              <w:rPr>
                <w:rFonts w:hint="cs"/>
                <w:rtl/>
              </w:rPr>
            </w:pPr>
            <w:r w:rsidRPr="00C66395">
              <w:rPr>
                <w:rtl/>
              </w:rPr>
              <w:t xml:space="preserve">الحسين بن الحكم </w:t>
            </w:r>
          </w:p>
        </w:tc>
        <w:tc>
          <w:tcPr>
            <w:tcW w:w="1908" w:type="dxa"/>
          </w:tcPr>
          <w:p w:rsidR="008867CD" w:rsidRPr="001D207C" w:rsidRDefault="008867CD" w:rsidP="008867CD">
            <w:pPr>
              <w:pStyle w:val="libCenter"/>
              <w:rPr>
                <w:rtl/>
              </w:rPr>
            </w:pPr>
            <w:r w:rsidRPr="00C66395">
              <w:rPr>
                <w:rtl/>
              </w:rPr>
              <w:t>51</w:t>
            </w:r>
          </w:p>
        </w:tc>
      </w:tr>
      <w:tr w:rsidR="008867CD" w:rsidRPr="001D207C" w:rsidTr="00AE355E">
        <w:tc>
          <w:tcPr>
            <w:tcW w:w="5679" w:type="dxa"/>
          </w:tcPr>
          <w:p w:rsidR="008867CD" w:rsidRPr="00C66395" w:rsidRDefault="008867CD" w:rsidP="008867CD">
            <w:pPr>
              <w:pStyle w:val="libNormal0"/>
              <w:rPr>
                <w:rFonts w:hint="cs"/>
                <w:rtl/>
              </w:rPr>
            </w:pPr>
            <w:r w:rsidRPr="00C66395">
              <w:rPr>
                <w:rtl/>
              </w:rPr>
              <w:t xml:space="preserve">الحسين بن داود اليعقوبي </w:t>
            </w:r>
          </w:p>
        </w:tc>
        <w:tc>
          <w:tcPr>
            <w:tcW w:w="1908" w:type="dxa"/>
          </w:tcPr>
          <w:p w:rsidR="008867CD" w:rsidRPr="001D207C" w:rsidRDefault="008867CD" w:rsidP="008867CD">
            <w:pPr>
              <w:pStyle w:val="libCenter"/>
              <w:rPr>
                <w:rtl/>
              </w:rPr>
            </w:pPr>
            <w:r w:rsidRPr="00C66395">
              <w:rPr>
                <w:rtl/>
              </w:rPr>
              <w:t>52</w:t>
            </w:r>
          </w:p>
        </w:tc>
      </w:tr>
      <w:tr w:rsidR="008867CD" w:rsidRPr="001D207C" w:rsidTr="00AE355E">
        <w:tc>
          <w:tcPr>
            <w:tcW w:w="5679" w:type="dxa"/>
          </w:tcPr>
          <w:p w:rsidR="008867CD" w:rsidRPr="00BC2961" w:rsidRDefault="008867CD" w:rsidP="008867CD">
            <w:pPr>
              <w:pStyle w:val="libNormal0"/>
              <w:rPr>
                <w:rFonts w:hint="cs"/>
                <w:rtl/>
              </w:rPr>
            </w:pPr>
            <w:r w:rsidRPr="00BC2961">
              <w:rPr>
                <w:rtl/>
              </w:rPr>
              <w:t>الحسين بن سعيد بن حماد بن سعيد الكوفي</w:t>
            </w:r>
            <w:r w:rsidR="00D8054C">
              <w:rPr>
                <w:rtl/>
              </w:rPr>
              <w:t>،</w:t>
            </w:r>
            <w:r w:rsidRPr="00BC2961">
              <w:rPr>
                <w:rtl/>
              </w:rPr>
              <w:t xml:space="preserve"> الأهوازي </w:t>
            </w:r>
          </w:p>
        </w:tc>
        <w:tc>
          <w:tcPr>
            <w:tcW w:w="1908" w:type="dxa"/>
          </w:tcPr>
          <w:p w:rsidR="008867CD" w:rsidRPr="001D207C" w:rsidRDefault="008867CD" w:rsidP="008867CD">
            <w:pPr>
              <w:pStyle w:val="libCenter"/>
              <w:rPr>
                <w:rtl/>
              </w:rPr>
            </w:pPr>
            <w:r w:rsidRPr="00BC2961">
              <w:rPr>
                <w:rtl/>
              </w:rPr>
              <w:t>53</w:t>
            </w:r>
          </w:p>
        </w:tc>
      </w:tr>
      <w:tr w:rsidR="008867CD" w:rsidRPr="001D207C" w:rsidTr="00AE355E">
        <w:tc>
          <w:tcPr>
            <w:tcW w:w="5679" w:type="dxa"/>
          </w:tcPr>
          <w:p w:rsidR="008867CD" w:rsidRPr="00BC2961" w:rsidRDefault="008867CD" w:rsidP="008867CD">
            <w:pPr>
              <w:pStyle w:val="libNormal0"/>
              <w:rPr>
                <w:rFonts w:hint="cs"/>
                <w:rtl/>
              </w:rPr>
            </w:pPr>
            <w:r w:rsidRPr="00BC2961">
              <w:rPr>
                <w:rtl/>
              </w:rPr>
              <w:t xml:space="preserve">الحسين بن سهل بن نوح </w:t>
            </w:r>
          </w:p>
        </w:tc>
        <w:tc>
          <w:tcPr>
            <w:tcW w:w="1908" w:type="dxa"/>
          </w:tcPr>
          <w:p w:rsidR="008867CD" w:rsidRPr="001D207C" w:rsidRDefault="008867CD" w:rsidP="008867CD">
            <w:pPr>
              <w:pStyle w:val="libCenter"/>
              <w:rPr>
                <w:rtl/>
              </w:rPr>
            </w:pPr>
            <w:r w:rsidRPr="00BC2961">
              <w:rPr>
                <w:rtl/>
              </w:rPr>
              <w:t>54</w:t>
            </w:r>
          </w:p>
        </w:tc>
      </w:tr>
      <w:tr w:rsidR="008867CD" w:rsidRPr="001D207C" w:rsidTr="00AE355E">
        <w:tc>
          <w:tcPr>
            <w:tcW w:w="5679" w:type="dxa"/>
          </w:tcPr>
          <w:p w:rsidR="008867CD" w:rsidRPr="00BC2961" w:rsidRDefault="008867CD" w:rsidP="008867CD">
            <w:pPr>
              <w:pStyle w:val="libNormal0"/>
              <w:rPr>
                <w:rFonts w:hint="cs"/>
                <w:rtl/>
              </w:rPr>
            </w:pPr>
            <w:r w:rsidRPr="00BC2961">
              <w:rPr>
                <w:rtl/>
              </w:rPr>
              <w:t xml:space="preserve">الحسين بن العباس بن حريش الحسن بن العباس بن حريش الرازي الحسين بن علي القمي </w:t>
            </w:r>
          </w:p>
        </w:tc>
        <w:tc>
          <w:tcPr>
            <w:tcW w:w="1908" w:type="dxa"/>
          </w:tcPr>
          <w:p w:rsidR="008867CD" w:rsidRPr="001D207C" w:rsidRDefault="008867CD" w:rsidP="008867CD">
            <w:pPr>
              <w:pStyle w:val="libCenter"/>
              <w:rPr>
                <w:rtl/>
              </w:rPr>
            </w:pPr>
            <w:r w:rsidRPr="00BC2961">
              <w:rPr>
                <w:rtl/>
              </w:rPr>
              <w:t>55</w:t>
            </w:r>
          </w:p>
        </w:tc>
      </w:tr>
      <w:tr w:rsidR="008867CD" w:rsidRPr="001D207C" w:rsidTr="00AE355E">
        <w:tc>
          <w:tcPr>
            <w:tcW w:w="5679" w:type="dxa"/>
          </w:tcPr>
          <w:p w:rsidR="008867CD" w:rsidRPr="008F5473" w:rsidRDefault="008867CD" w:rsidP="008867CD">
            <w:pPr>
              <w:pStyle w:val="libNormal0"/>
              <w:rPr>
                <w:rFonts w:hint="cs"/>
                <w:rtl/>
              </w:rPr>
            </w:pPr>
            <w:r w:rsidRPr="008F5473">
              <w:rPr>
                <w:rtl/>
              </w:rPr>
              <w:t>الحسين بن محمّد الأشعري</w:t>
            </w:r>
            <w:r w:rsidR="00D8054C">
              <w:rPr>
                <w:rtl/>
              </w:rPr>
              <w:t>،</w:t>
            </w:r>
            <w:r w:rsidRPr="008F5473">
              <w:rPr>
                <w:rtl/>
              </w:rPr>
              <w:t xml:space="preserve"> القمي </w:t>
            </w:r>
          </w:p>
        </w:tc>
        <w:tc>
          <w:tcPr>
            <w:tcW w:w="1908" w:type="dxa"/>
          </w:tcPr>
          <w:p w:rsidR="008867CD" w:rsidRPr="001D207C" w:rsidRDefault="008867CD" w:rsidP="008867CD">
            <w:pPr>
              <w:pStyle w:val="libCenter"/>
              <w:rPr>
                <w:rtl/>
              </w:rPr>
            </w:pPr>
            <w:r w:rsidRPr="008F5473">
              <w:rPr>
                <w:rtl/>
              </w:rPr>
              <w:t>56</w:t>
            </w:r>
          </w:p>
        </w:tc>
      </w:tr>
      <w:tr w:rsidR="008867CD" w:rsidRPr="001D207C" w:rsidTr="00AE355E">
        <w:tc>
          <w:tcPr>
            <w:tcW w:w="5679" w:type="dxa"/>
          </w:tcPr>
          <w:p w:rsidR="008867CD" w:rsidRPr="008F5473" w:rsidRDefault="008867CD" w:rsidP="008867CD">
            <w:pPr>
              <w:pStyle w:val="libNormal0"/>
              <w:rPr>
                <w:rtl/>
              </w:rPr>
            </w:pPr>
            <w:r w:rsidRPr="008F5473">
              <w:rPr>
                <w:rtl/>
              </w:rPr>
              <w:t>الحسين بن مسلم</w:t>
            </w:r>
            <w:r w:rsidR="00D8054C">
              <w:rPr>
                <w:rtl/>
              </w:rPr>
              <w:t>،</w:t>
            </w:r>
            <w:r w:rsidRPr="008F5473">
              <w:rPr>
                <w:rtl/>
              </w:rPr>
              <w:t xml:space="preserve"> وقيل أسلم</w:t>
            </w:r>
            <w:r w:rsidR="00D8054C">
              <w:rPr>
                <w:rtl/>
              </w:rPr>
              <w:t>،</w:t>
            </w:r>
            <w:r w:rsidRPr="008F5473">
              <w:rPr>
                <w:rtl/>
              </w:rPr>
              <w:t xml:space="preserve"> وقيل أسد </w:t>
            </w:r>
          </w:p>
        </w:tc>
        <w:tc>
          <w:tcPr>
            <w:tcW w:w="1908" w:type="dxa"/>
          </w:tcPr>
          <w:p w:rsidR="008867CD" w:rsidRPr="001D207C" w:rsidRDefault="008867CD" w:rsidP="008867CD">
            <w:pPr>
              <w:pStyle w:val="libCenter"/>
              <w:rPr>
                <w:rtl/>
              </w:rPr>
            </w:pPr>
            <w:r w:rsidRPr="008F5473">
              <w:rPr>
                <w:rtl/>
              </w:rPr>
              <w:t>57</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1D207C"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1D207C" w:rsidRDefault="008867CD" w:rsidP="008867CD">
            <w:pPr>
              <w:pStyle w:val="libCenterBold2"/>
              <w:rPr>
                <w:rtl/>
              </w:rPr>
            </w:pPr>
            <w:r w:rsidRPr="007E0B1D">
              <w:rPr>
                <w:rtl/>
              </w:rPr>
              <w:t>رقم الترجمة</w:t>
            </w:r>
          </w:p>
        </w:tc>
      </w:tr>
      <w:tr w:rsidR="008867CD" w:rsidRPr="001D207C" w:rsidTr="00AE355E">
        <w:tc>
          <w:tcPr>
            <w:tcW w:w="5679" w:type="dxa"/>
          </w:tcPr>
          <w:p w:rsidR="008867CD" w:rsidRPr="004D555B" w:rsidRDefault="008867CD" w:rsidP="008867CD">
            <w:pPr>
              <w:pStyle w:val="libNormal0"/>
              <w:rPr>
                <w:rFonts w:hint="cs"/>
                <w:rtl/>
              </w:rPr>
            </w:pPr>
            <w:r w:rsidRPr="004D555B">
              <w:rPr>
                <w:rtl/>
              </w:rPr>
              <w:t xml:space="preserve">الحصين بن أبي الحصين </w:t>
            </w:r>
          </w:p>
        </w:tc>
        <w:tc>
          <w:tcPr>
            <w:tcW w:w="1908" w:type="dxa"/>
          </w:tcPr>
          <w:p w:rsidR="008867CD" w:rsidRPr="001D207C" w:rsidRDefault="008867CD" w:rsidP="008867CD">
            <w:pPr>
              <w:pStyle w:val="libCenter"/>
              <w:rPr>
                <w:rtl/>
              </w:rPr>
            </w:pPr>
            <w:r w:rsidRPr="004D555B">
              <w:rPr>
                <w:rtl/>
              </w:rPr>
              <w:t>58</w:t>
            </w:r>
          </w:p>
        </w:tc>
      </w:tr>
      <w:tr w:rsidR="008867CD" w:rsidRPr="001D207C" w:rsidTr="00AE355E">
        <w:tc>
          <w:tcPr>
            <w:tcW w:w="5679" w:type="dxa"/>
          </w:tcPr>
          <w:p w:rsidR="008867CD" w:rsidRPr="004D555B" w:rsidRDefault="008867CD" w:rsidP="008867CD">
            <w:pPr>
              <w:pStyle w:val="libNormal0"/>
              <w:rPr>
                <w:rFonts w:hint="cs"/>
                <w:rtl/>
              </w:rPr>
            </w:pPr>
            <w:r w:rsidRPr="004D555B">
              <w:rPr>
                <w:rtl/>
              </w:rPr>
              <w:t>أبو الحصين بن الحصين الحضيني</w:t>
            </w:r>
            <w:r w:rsidR="00D8054C">
              <w:rPr>
                <w:rtl/>
              </w:rPr>
              <w:t>،</w:t>
            </w:r>
            <w:r w:rsidRPr="004D555B">
              <w:rPr>
                <w:rtl/>
              </w:rPr>
              <w:t xml:space="preserve"> وقيل الحصيني</w:t>
            </w:r>
            <w:r w:rsidR="00D8054C">
              <w:rPr>
                <w:rtl/>
              </w:rPr>
              <w:t>،</w:t>
            </w:r>
            <w:r w:rsidRPr="004D555B">
              <w:rPr>
                <w:rtl/>
              </w:rPr>
              <w:t xml:space="preserve"> الأهوازي </w:t>
            </w:r>
          </w:p>
        </w:tc>
        <w:tc>
          <w:tcPr>
            <w:tcW w:w="1908" w:type="dxa"/>
          </w:tcPr>
          <w:p w:rsidR="008867CD" w:rsidRPr="001D207C" w:rsidRDefault="008867CD" w:rsidP="008867CD">
            <w:pPr>
              <w:pStyle w:val="libCenter"/>
              <w:rPr>
                <w:rtl/>
              </w:rPr>
            </w:pPr>
            <w:r w:rsidRPr="004D555B">
              <w:rPr>
                <w:rtl/>
              </w:rPr>
              <w:t>59</w:t>
            </w:r>
          </w:p>
        </w:tc>
      </w:tr>
      <w:tr w:rsidR="008867CD" w:rsidRPr="001D207C" w:rsidTr="00AE355E">
        <w:tc>
          <w:tcPr>
            <w:tcW w:w="5679" w:type="dxa"/>
          </w:tcPr>
          <w:p w:rsidR="008867CD" w:rsidRPr="004D555B" w:rsidRDefault="008867CD" w:rsidP="008867CD">
            <w:pPr>
              <w:pStyle w:val="libNormal0"/>
              <w:rPr>
                <w:rFonts w:hint="cs"/>
                <w:rtl/>
              </w:rPr>
            </w:pPr>
            <w:r w:rsidRPr="004D555B">
              <w:rPr>
                <w:rtl/>
              </w:rPr>
              <w:t xml:space="preserve">حفص الجوهري </w:t>
            </w:r>
          </w:p>
        </w:tc>
        <w:tc>
          <w:tcPr>
            <w:tcW w:w="1908" w:type="dxa"/>
          </w:tcPr>
          <w:p w:rsidR="008867CD" w:rsidRPr="001D207C" w:rsidRDefault="008867CD" w:rsidP="008867CD">
            <w:pPr>
              <w:pStyle w:val="libCenter"/>
              <w:rPr>
                <w:rtl/>
              </w:rPr>
            </w:pPr>
            <w:r w:rsidRPr="004D555B">
              <w:rPr>
                <w:rtl/>
              </w:rPr>
              <w:t>60</w:t>
            </w:r>
          </w:p>
        </w:tc>
      </w:tr>
      <w:tr w:rsidR="008867CD" w:rsidRPr="001D207C" w:rsidTr="00AE355E">
        <w:tc>
          <w:tcPr>
            <w:tcW w:w="5679" w:type="dxa"/>
          </w:tcPr>
          <w:p w:rsidR="008867CD" w:rsidRPr="004D555B" w:rsidRDefault="008867CD" w:rsidP="008867CD">
            <w:pPr>
              <w:pStyle w:val="libNormal0"/>
              <w:rPr>
                <w:rFonts w:hint="cs"/>
                <w:rtl/>
              </w:rPr>
            </w:pPr>
            <w:r w:rsidRPr="004D555B">
              <w:rPr>
                <w:rtl/>
              </w:rPr>
              <w:t xml:space="preserve">حماد بن عيسى الصواف </w:t>
            </w:r>
          </w:p>
        </w:tc>
        <w:tc>
          <w:tcPr>
            <w:tcW w:w="1908" w:type="dxa"/>
          </w:tcPr>
          <w:p w:rsidR="008867CD" w:rsidRPr="001D207C" w:rsidRDefault="008867CD" w:rsidP="008867CD">
            <w:pPr>
              <w:pStyle w:val="libCenter"/>
              <w:rPr>
                <w:rtl/>
              </w:rPr>
            </w:pPr>
            <w:r w:rsidRPr="004D555B">
              <w:rPr>
                <w:rtl/>
              </w:rPr>
              <w:t>61</w:t>
            </w:r>
          </w:p>
        </w:tc>
      </w:tr>
      <w:tr w:rsidR="008867CD" w:rsidRPr="001D207C" w:rsidTr="00AE355E">
        <w:tc>
          <w:tcPr>
            <w:tcW w:w="5679" w:type="dxa"/>
          </w:tcPr>
          <w:p w:rsidR="008867CD" w:rsidRPr="004D555B" w:rsidRDefault="008867CD" w:rsidP="008867CD">
            <w:pPr>
              <w:pStyle w:val="libNormal0"/>
              <w:rPr>
                <w:rFonts w:hint="cs"/>
                <w:rtl/>
              </w:rPr>
            </w:pPr>
            <w:r w:rsidRPr="004D555B">
              <w:rPr>
                <w:rtl/>
              </w:rPr>
              <w:t>حمدان بن ابراهيم الحضيني</w:t>
            </w:r>
            <w:r w:rsidR="00D8054C">
              <w:rPr>
                <w:rtl/>
              </w:rPr>
              <w:t>،</w:t>
            </w:r>
            <w:r w:rsidRPr="004D555B">
              <w:rPr>
                <w:rtl/>
              </w:rPr>
              <w:t xml:space="preserve"> الأهوازي</w:t>
            </w:r>
            <w:r w:rsidR="00D8054C">
              <w:rPr>
                <w:rtl/>
              </w:rPr>
              <w:t>،</w:t>
            </w:r>
            <w:r w:rsidRPr="004D555B">
              <w:rPr>
                <w:rtl/>
              </w:rPr>
              <w:t xml:space="preserve"> الكوفي </w:t>
            </w:r>
          </w:p>
        </w:tc>
        <w:tc>
          <w:tcPr>
            <w:tcW w:w="1908" w:type="dxa"/>
          </w:tcPr>
          <w:p w:rsidR="008867CD" w:rsidRPr="001D207C" w:rsidRDefault="008867CD" w:rsidP="008867CD">
            <w:pPr>
              <w:pStyle w:val="libCenter"/>
              <w:rPr>
                <w:rtl/>
              </w:rPr>
            </w:pPr>
            <w:r w:rsidRPr="004D555B">
              <w:rPr>
                <w:rtl/>
              </w:rPr>
              <w:t>62</w:t>
            </w:r>
          </w:p>
        </w:tc>
      </w:tr>
      <w:tr w:rsidR="008867CD" w:rsidRPr="001D207C" w:rsidTr="00AE355E">
        <w:tc>
          <w:tcPr>
            <w:tcW w:w="5679" w:type="dxa"/>
          </w:tcPr>
          <w:p w:rsidR="008867CD" w:rsidRPr="004D555B" w:rsidRDefault="008867CD" w:rsidP="008867CD">
            <w:pPr>
              <w:pStyle w:val="libNormal0"/>
              <w:rPr>
                <w:rFonts w:hint="cs"/>
                <w:rtl/>
              </w:rPr>
            </w:pPr>
            <w:r w:rsidRPr="004D555B">
              <w:rPr>
                <w:rtl/>
              </w:rPr>
              <w:t>حمدان بن اسحاق الدسوائي</w:t>
            </w:r>
            <w:r w:rsidR="00D8054C">
              <w:rPr>
                <w:rtl/>
              </w:rPr>
              <w:t>،</w:t>
            </w:r>
            <w:r w:rsidRPr="004D555B">
              <w:rPr>
                <w:rtl/>
              </w:rPr>
              <w:t xml:space="preserve"> وقيل الديواني </w:t>
            </w:r>
          </w:p>
        </w:tc>
        <w:tc>
          <w:tcPr>
            <w:tcW w:w="1908" w:type="dxa"/>
          </w:tcPr>
          <w:p w:rsidR="008867CD" w:rsidRPr="001D207C" w:rsidRDefault="008867CD" w:rsidP="008867CD">
            <w:pPr>
              <w:pStyle w:val="libCenter"/>
              <w:rPr>
                <w:rtl/>
              </w:rPr>
            </w:pPr>
            <w:r w:rsidRPr="004D555B">
              <w:rPr>
                <w:rtl/>
              </w:rPr>
              <w:t>63</w:t>
            </w:r>
          </w:p>
        </w:tc>
      </w:tr>
      <w:tr w:rsidR="008867CD" w:rsidRPr="001D207C" w:rsidTr="00AE355E">
        <w:tc>
          <w:tcPr>
            <w:tcW w:w="5679" w:type="dxa"/>
          </w:tcPr>
          <w:p w:rsidR="008867CD" w:rsidRPr="004D555B" w:rsidRDefault="008867CD" w:rsidP="008867CD">
            <w:pPr>
              <w:pStyle w:val="libNormal0"/>
              <w:rPr>
                <w:rFonts w:hint="cs"/>
                <w:rtl/>
              </w:rPr>
            </w:pPr>
            <w:r w:rsidRPr="004D555B">
              <w:rPr>
                <w:rtl/>
              </w:rPr>
              <w:t>حمزة بن يعلى الأشعري</w:t>
            </w:r>
            <w:r w:rsidR="00D8054C">
              <w:rPr>
                <w:rtl/>
              </w:rPr>
              <w:t>،</w:t>
            </w:r>
            <w:r w:rsidRPr="004D555B">
              <w:rPr>
                <w:rtl/>
              </w:rPr>
              <w:t xml:space="preserve"> القمي </w:t>
            </w:r>
          </w:p>
        </w:tc>
        <w:tc>
          <w:tcPr>
            <w:tcW w:w="1908" w:type="dxa"/>
          </w:tcPr>
          <w:p w:rsidR="008867CD" w:rsidRPr="001D207C" w:rsidRDefault="008867CD" w:rsidP="008867CD">
            <w:pPr>
              <w:pStyle w:val="libCenter"/>
              <w:rPr>
                <w:rtl/>
              </w:rPr>
            </w:pPr>
            <w:r w:rsidRPr="004D555B">
              <w:rPr>
                <w:rtl/>
              </w:rPr>
              <w:t>64</w:t>
            </w:r>
          </w:p>
        </w:tc>
      </w:tr>
      <w:tr w:rsidR="008867CD" w:rsidRPr="001D207C" w:rsidTr="00AE355E">
        <w:tc>
          <w:tcPr>
            <w:tcW w:w="5679" w:type="dxa"/>
          </w:tcPr>
          <w:p w:rsidR="008867CD" w:rsidRPr="004D555B" w:rsidRDefault="008867CD" w:rsidP="008867CD">
            <w:pPr>
              <w:pStyle w:val="libNormal0"/>
              <w:rPr>
                <w:rFonts w:hint="cs"/>
                <w:rtl/>
              </w:rPr>
            </w:pPr>
            <w:r w:rsidRPr="004D555B">
              <w:rPr>
                <w:rtl/>
              </w:rPr>
              <w:t xml:space="preserve">خلف بن سلمة البصري </w:t>
            </w:r>
          </w:p>
        </w:tc>
        <w:tc>
          <w:tcPr>
            <w:tcW w:w="1908" w:type="dxa"/>
          </w:tcPr>
          <w:p w:rsidR="008867CD" w:rsidRPr="001D207C" w:rsidRDefault="008867CD" w:rsidP="008867CD">
            <w:pPr>
              <w:pStyle w:val="libCenter"/>
              <w:rPr>
                <w:rtl/>
              </w:rPr>
            </w:pPr>
            <w:r w:rsidRPr="004D555B">
              <w:rPr>
                <w:rtl/>
              </w:rPr>
              <w:t>65</w:t>
            </w:r>
          </w:p>
        </w:tc>
      </w:tr>
      <w:tr w:rsidR="008867CD" w:rsidRPr="001D207C" w:rsidTr="00AE355E">
        <w:tc>
          <w:tcPr>
            <w:tcW w:w="5679" w:type="dxa"/>
          </w:tcPr>
          <w:p w:rsidR="008867CD" w:rsidRPr="004D555B" w:rsidRDefault="008867CD" w:rsidP="008867CD">
            <w:pPr>
              <w:pStyle w:val="libNormal0"/>
              <w:rPr>
                <w:rFonts w:hint="cs"/>
                <w:rtl/>
              </w:rPr>
            </w:pPr>
            <w:r w:rsidRPr="004D555B">
              <w:rPr>
                <w:rtl/>
              </w:rPr>
              <w:t xml:space="preserve">خلف الصيرفي </w:t>
            </w:r>
          </w:p>
        </w:tc>
        <w:tc>
          <w:tcPr>
            <w:tcW w:w="1908" w:type="dxa"/>
          </w:tcPr>
          <w:p w:rsidR="008867CD" w:rsidRPr="001D207C" w:rsidRDefault="008867CD" w:rsidP="008867CD">
            <w:pPr>
              <w:pStyle w:val="libCenter"/>
              <w:rPr>
                <w:rtl/>
              </w:rPr>
            </w:pPr>
            <w:r w:rsidRPr="004D555B">
              <w:rPr>
                <w:rtl/>
              </w:rPr>
              <w:t>66</w:t>
            </w:r>
          </w:p>
        </w:tc>
      </w:tr>
      <w:tr w:rsidR="008867CD" w:rsidRPr="001D207C" w:rsidTr="00AE355E">
        <w:tc>
          <w:tcPr>
            <w:tcW w:w="5679" w:type="dxa"/>
          </w:tcPr>
          <w:p w:rsidR="008867CD" w:rsidRPr="007A3E52" w:rsidRDefault="008867CD" w:rsidP="008867CD">
            <w:pPr>
              <w:pStyle w:val="libNormal0"/>
              <w:rPr>
                <w:rFonts w:hint="cs"/>
                <w:rtl/>
              </w:rPr>
            </w:pPr>
            <w:r w:rsidRPr="007A3E52">
              <w:rPr>
                <w:rtl/>
              </w:rPr>
              <w:t>خيران بن اسحاق الزاكاني</w:t>
            </w:r>
            <w:r w:rsidR="00D8054C">
              <w:rPr>
                <w:rtl/>
              </w:rPr>
              <w:t>،</w:t>
            </w:r>
            <w:r w:rsidRPr="007A3E52">
              <w:rPr>
                <w:rtl/>
              </w:rPr>
              <w:t xml:space="preserve"> وقيل الراكاني</w:t>
            </w:r>
            <w:r w:rsidR="00D8054C">
              <w:rPr>
                <w:rtl/>
              </w:rPr>
              <w:t>،</w:t>
            </w:r>
            <w:r w:rsidRPr="007A3E52">
              <w:rPr>
                <w:rtl/>
              </w:rPr>
              <w:t xml:space="preserve"> القراطيسي</w:t>
            </w:r>
            <w:r w:rsidR="00D8054C">
              <w:rPr>
                <w:rtl/>
              </w:rPr>
              <w:t>،</w:t>
            </w:r>
            <w:r w:rsidRPr="007A3E52">
              <w:rPr>
                <w:rtl/>
              </w:rPr>
              <w:t xml:space="preserve"> الاسباطي </w:t>
            </w:r>
          </w:p>
        </w:tc>
        <w:tc>
          <w:tcPr>
            <w:tcW w:w="1908" w:type="dxa"/>
          </w:tcPr>
          <w:p w:rsidR="008867CD" w:rsidRPr="001D207C" w:rsidRDefault="008867CD" w:rsidP="008867CD">
            <w:pPr>
              <w:pStyle w:val="libCenter"/>
              <w:rPr>
                <w:rtl/>
              </w:rPr>
            </w:pPr>
            <w:r w:rsidRPr="007A3E52">
              <w:rPr>
                <w:rtl/>
              </w:rPr>
              <w:t>67</w:t>
            </w:r>
          </w:p>
        </w:tc>
      </w:tr>
      <w:tr w:rsidR="008867CD" w:rsidRPr="001D207C" w:rsidTr="00AE355E">
        <w:tc>
          <w:tcPr>
            <w:tcW w:w="5679" w:type="dxa"/>
          </w:tcPr>
          <w:p w:rsidR="008867CD" w:rsidRPr="007A3E52" w:rsidRDefault="008867CD" w:rsidP="008867CD">
            <w:pPr>
              <w:pStyle w:val="libNormal0"/>
              <w:rPr>
                <w:rFonts w:hint="cs"/>
                <w:rtl/>
              </w:rPr>
            </w:pPr>
            <w:r w:rsidRPr="007A3E52">
              <w:rPr>
                <w:rtl/>
              </w:rPr>
              <w:t>داود بن القاسم بن اسحاق بن عبد الله القرشي</w:t>
            </w:r>
            <w:r w:rsidR="00D8054C">
              <w:rPr>
                <w:rtl/>
              </w:rPr>
              <w:t>،</w:t>
            </w:r>
            <w:r w:rsidRPr="007A3E52">
              <w:rPr>
                <w:rtl/>
              </w:rPr>
              <w:t xml:space="preserve"> الهاشمي</w:t>
            </w:r>
            <w:r w:rsidR="00D8054C">
              <w:rPr>
                <w:rtl/>
              </w:rPr>
              <w:t>،</w:t>
            </w:r>
            <w:r w:rsidRPr="007A3E52">
              <w:rPr>
                <w:rtl/>
              </w:rPr>
              <w:t xml:space="preserve"> الجعفري </w:t>
            </w:r>
          </w:p>
        </w:tc>
        <w:tc>
          <w:tcPr>
            <w:tcW w:w="1908" w:type="dxa"/>
          </w:tcPr>
          <w:p w:rsidR="008867CD" w:rsidRPr="001D207C" w:rsidRDefault="008867CD" w:rsidP="008867CD">
            <w:pPr>
              <w:pStyle w:val="libCenter"/>
              <w:rPr>
                <w:rtl/>
              </w:rPr>
            </w:pPr>
            <w:r w:rsidRPr="007A3E52">
              <w:rPr>
                <w:rtl/>
              </w:rPr>
              <w:t>68</w:t>
            </w:r>
          </w:p>
        </w:tc>
      </w:tr>
      <w:tr w:rsidR="008867CD" w:rsidRPr="001D207C" w:rsidTr="00AE355E">
        <w:tc>
          <w:tcPr>
            <w:tcW w:w="5679" w:type="dxa"/>
          </w:tcPr>
          <w:p w:rsidR="008867CD" w:rsidRPr="007A3E52" w:rsidRDefault="008867CD" w:rsidP="008867CD">
            <w:pPr>
              <w:pStyle w:val="libNormal0"/>
              <w:rPr>
                <w:rFonts w:hint="cs"/>
                <w:rtl/>
              </w:rPr>
            </w:pPr>
            <w:r w:rsidRPr="007A3E52">
              <w:rPr>
                <w:rtl/>
              </w:rPr>
              <w:t>داود بن مافنة الصرمي</w:t>
            </w:r>
            <w:r w:rsidR="00D8054C">
              <w:rPr>
                <w:rtl/>
              </w:rPr>
              <w:t>،</w:t>
            </w:r>
            <w:r w:rsidRPr="007A3E52">
              <w:rPr>
                <w:rtl/>
              </w:rPr>
              <w:t xml:space="preserve"> الكوفي </w:t>
            </w:r>
          </w:p>
        </w:tc>
        <w:tc>
          <w:tcPr>
            <w:tcW w:w="1908" w:type="dxa"/>
          </w:tcPr>
          <w:p w:rsidR="008867CD" w:rsidRPr="001D207C" w:rsidRDefault="008867CD" w:rsidP="008867CD">
            <w:pPr>
              <w:pStyle w:val="libCenter"/>
              <w:rPr>
                <w:rtl/>
              </w:rPr>
            </w:pPr>
            <w:r w:rsidRPr="007A3E52">
              <w:rPr>
                <w:rtl/>
              </w:rPr>
              <w:t>69</w:t>
            </w:r>
          </w:p>
        </w:tc>
      </w:tr>
      <w:tr w:rsidR="008867CD" w:rsidRPr="001D207C" w:rsidTr="00AE355E">
        <w:tc>
          <w:tcPr>
            <w:tcW w:w="5679" w:type="dxa"/>
          </w:tcPr>
          <w:p w:rsidR="008867CD" w:rsidRPr="007A3E52" w:rsidRDefault="008867CD" w:rsidP="008867CD">
            <w:pPr>
              <w:pStyle w:val="libNormal0"/>
              <w:rPr>
                <w:rFonts w:hint="cs"/>
                <w:rtl/>
              </w:rPr>
            </w:pPr>
            <w:r w:rsidRPr="007A3E52">
              <w:rPr>
                <w:rtl/>
              </w:rPr>
              <w:t xml:space="preserve">داود بن مهزيار </w:t>
            </w:r>
          </w:p>
        </w:tc>
        <w:tc>
          <w:tcPr>
            <w:tcW w:w="1908" w:type="dxa"/>
          </w:tcPr>
          <w:p w:rsidR="008867CD" w:rsidRPr="001D207C" w:rsidRDefault="008867CD" w:rsidP="008867CD">
            <w:pPr>
              <w:pStyle w:val="libCenter"/>
              <w:rPr>
                <w:rtl/>
              </w:rPr>
            </w:pPr>
            <w:r w:rsidRPr="007A3E52">
              <w:rPr>
                <w:rtl/>
              </w:rPr>
              <w:t>70</w:t>
            </w:r>
          </w:p>
        </w:tc>
      </w:tr>
      <w:tr w:rsidR="008867CD" w:rsidRPr="001D207C" w:rsidTr="00AE355E">
        <w:tc>
          <w:tcPr>
            <w:tcW w:w="5679" w:type="dxa"/>
          </w:tcPr>
          <w:p w:rsidR="008867CD" w:rsidRPr="007A3E52" w:rsidRDefault="008867CD" w:rsidP="008867CD">
            <w:pPr>
              <w:pStyle w:val="libNormal0"/>
              <w:rPr>
                <w:rFonts w:hint="cs"/>
                <w:rtl/>
              </w:rPr>
            </w:pPr>
            <w:r w:rsidRPr="007A3E52">
              <w:rPr>
                <w:rtl/>
              </w:rPr>
              <w:t>دعبل بن علي بن رزين الخزاعي</w:t>
            </w:r>
            <w:r w:rsidR="00D8054C">
              <w:rPr>
                <w:rtl/>
              </w:rPr>
              <w:t>،</w:t>
            </w:r>
            <w:r w:rsidRPr="007A3E52">
              <w:rPr>
                <w:rtl/>
              </w:rPr>
              <w:t xml:space="preserve"> المضري</w:t>
            </w:r>
            <w:r w:rsidR="00D8054C">
              <w:rPr>
                <w:rtl/>
              </w:rPr>
              <w:t>،</w:t>
            </w:r>
            <w:r w:rsidRPr="007A3E52">
              <w:rPr>
                <w:rtl/>
              </w:rPr>
              <w:t xml:space="preserve"> الكوفي </w:t>
            </w:r>
          </w:p>
        </w:tc>
        <w:tc>
          <w:tcPr>
            <w:tcW w:w="1908" w:type="dxa"/>
          </w:tcPr>
          <w:p w:rsidR="008867CD" w:rsidRPr="001D207C" w:rsidRDefault="008867CD" w:rsidP="008867CD">
            <w:pPr>
              <w:pStyle w:val="libCenter"/>
              <w:rPr>
                <w:rtl/>
              </w:rPr>
            </w:pPr>
            <w:r w:rsidRPr="007A3E52">
              <w:rPr>
                <w:rtl/>
              </w:rPr>
              <w:t>71</w:t>
            </w:r>
          </w:p>
        </w:tc>
      </w:tr>
      <w:tr w:rsidR="008867CD" w:rsidRPr="001D207C" w:rsidTr="00AE355E">
        <w:tc>
          <w:tcPr>
            <w:tcW w:w="5679" w:type="dxa"/>
          </w:tcPr>
          <w:p w:rsidR="008867CD" w:rsidRPr="007A3E52" w:rsidRDefault="008867CD" w:rsidP="008867CD">
            <w:pPr>
              <w:pStyle w:val="libNormal0"/>
              <w:rPr>
                <w:rFonts w:hint="cs"/>
                <w:rtl/>
              </w:rPr>
            </w:pPr>
            <w:r w:rsidRPr="007A3E52">
              <w:rPr>
                <w:rtl/>
              </w:rPr>
              <w:t xml:space="preserve">الريان بن شبيب </w:t>
            </w:r>
          </w:p>
        </w:tc>
        <w:tc>
          <w:tcPr>
            <w:tcW w:w="1908" w:type="dxa"/>
          </w:tcPr>
          <w:p w:rsidR="008867CD" w:rsidRPr="001D207C" w:rsidRDefault="008867CD" w:rsidP="008867CD">
            <w:pPr>
              <w:pStyle w:val="libCenter"/>
              <w:rPr>
                <w:rtl/>
              </w:rPr>
            </w:pPr>
            <w:r w:rsidRPr="007A3E52">
              <w:rPr>
                <w:rtl/>
              </w:rPr>
              <w:t>72</w:t>
            </w:r>
          </w:p>
        </w:tc>
      </w:tr>
      <w:tr w:rsidR="008867CD" w:rsidRPr="001D207C" w:rsidTr="00AE355E">
        <w:tc>
          <w:tcPr>
            <w:tcW w:w="5679" w:type="dxa"/>
          </w:tcPr>
          <w:p w:rsidR="008867CD" w:rsidRPr="007A3E52" w:rsidRDefault="008867CD" w:rsidP="008867CD">
            <w:pPr>
              <w:pStyle w:val="libNormal0"/>
              <w:rPr>
                <w:rFonts w:hint="cs"/>
                <w:rtl/>
              </w:rPr>
            </w:pPr>
            <w:r w:rsidRPr="007A3E52">
              <w:rPr>
                <w:rtl/>
              </w:rPr>
              <w:t>زكريا بن آدم بن عبد الله بن سعد الأشعري</w:t>
            </w:r>
            <w:r w:rsidR="00D8054C">
              <w:rPr>
                <w:rtl/>
              </w:rPr>
              <w:t>،</w:t>
            </w:r>
            <w:r w:rsidRPr="007A3E52">
              <w:rPr>
                <w:rtl/>
              </w:rPr>
              <w:t xml:space="preserve"> القمي </w:t>
            </w:r>
          </w:p>
        </w:tc>
        <w:tc>
          <w:tcPr>
            <w:tcW w:w="1908" w:type="dxa"/>
          </w:tcPr>
          <w:p w:rsidR="008867CD" w:rsidRPr="001D207C" w:rsidRDefault="008867CD" w:rsidP="008867CD">
            <w:pPr>
              <w:pStyle w:val="libCenter"/>
              <w:rPr>
                <w:rtl/>
              </w:rPr>
            </w:pPr>
            <w:r w:rsidRPr="007A3E52">
              <w:rPr>
                <w:rtl/>
              </w:rPr>
              <w:t>73</w:t>
            </w:r>
          </w:p>
        </w:tc>
      </w:tr>
      <w:tr w:rsidR="008867CD" w:rsidRPr="001D207C" w:rsidTr="00AE355E">
        <w:tc>
          <w:tcPr>
            <w:tcW w:w="5679" w:type="dxa"/>
          </w:tcPr>
          <w:p w:rsidR="008867CD" w:rsidRPr="00F370D3" w:rsidRDefault="008867CD" w:rsidP="008867CD">
            <w:pPr>
              <w:pStyle w:val="libNormal0"/>
              <w:rPr>
                <w:rFonts w:hint="cs"/>
                <w:rtl/>
              </w:rPr>
            </w:pPr>
            <w:r w:rsidRPr="00F370D3">
              <w:rPr>
                <w:rtl/>
              </w:rPr>
              <w:t xml:space="preserve">زهراء أم أحمد بن الحسين البغدادي </w:t>
            </w:r>
          </w:p>
        </w:tc>
        <w:tc>
          <w:tcPr>
            <w:tcW w:w="1908" w:type="dxa"/>
          </w:tcPr>
          <w:p w:rsidR="008867CD" w:rsidRPr="001D207C" w:rsidRDefault="008867CD" w:rsidP="008867CD">
            <w:pPr>
              <w:pStyle w:val="libCenter"/>
              <w:rPr>
                <w:rtl/>
              </w:rPr>
            </w:pPr>
            <w:r w:rsidRPr="00F370D3">
              <w:rPr>
                <w:rtl/>
              </w:rPr>
              <w:t>74</w:t>
            </w:r>
          </w:p>
        </w:tc>
      </w:tr>
      <w:tr w:rsidR="008867CD" w:rsidRPr="001D207C" w:rsidTr="00AE355E">
        <w:tc>
          <w:tcPr>
            <w:tcW w:w="5679" w:type="dxa"/>
          </w:tcPr>
          <w:p w:rsidR="008867CD" w:rsidRPr="00F370D3" w:rsidRDefault="008867CD" w:rsidP="008867CD">
            <w:pPr>
              <w:pStyle w:val="libNormal0"/>
              <w:rPr>
                <w:rFonts w:hint="cs"/>
                <w:rtl/>
              </w:rPr>
            </w:pPr>
            <w:r w:rsidRPr="00F370D3">
              <w:rPr>
                <w:rtl/>
              </w:rPr>
              <w:t xml:space="preserve">زينب بنت محمّد بن يحيى </w:t>
            </w:r>
          </w:p>
        </w:tc>
        <w:tc>
          <w:tcPr>
            <w:tcW w:w="1908" w:type="dxa"/>
          </w:tcPr>
          <w:p w:rsidR="008867CD" w:rsidRPr="001D207C" w:rsidRDefault="008867CD" w:rsidP="008867CD">
            <w:pPr>
              <w:pStyle w:val="libCenter"/>
              <w:rPr>
                <w:rtl/>
              </w:rPr>
            </w:pPr>
            <w:r w:rsidRPr="00F370D3">
              <w:rPr>
                <w:rtl/>
              </w:rPr>
              <w:t>75</w:t>
            </w:r>
          </w:p>
        </w:tc>
      </w:tr>
      <w:tr w:rsidR="008867CD" w:rsidRPr="001D207C" w:rsidTr="00AE355E">
        <w:tc>
          <w:tcPr>
            <w:tcW w:w="5679" w:type="dxa"/>
          </w:tcPr>
          <w:p w:rsidR="008867CD" w:rsidRPr="00F370D3" w:rsidRDefault="008867CD" w:rsidP="008867CD">
            <w:pPr>
              <w:pStyle w:val="libNormal0"/>
              <w:rPr>
                <w:rFonts w:hint="cs"/>
                <w:rtl/>
              </w:rPr>
            </w:pPr>
            <w:r w:rsidRPr="00F370D3">
              <w:rPr>
                <w:rtl/>
              </w:rPr>
              <w:t xml:space="preserve">أبو سارة </w:t>
            </w:r>
          </w:p>
        </w:tc>
        <w:tc>
          <w:tcPr>
            <w:tcW w:w="1908" w:type="dxa"/>
          </w:tcPr>
          <w:p w:rsidR="008867CD" w:rsidRPr="001D207C" w:rsidRDefault="008867CD" w:rsidP="008867CD">
            <w:pPr>
              <w:pStyle w:val="libCenter"/>
              <w:rPr>
                <w:rtl/>
              </w:rPr>
            </w:pPr>
            <w:r w:rsidRPr="00F370D3">
              <w:rPr>
                <w:rtl/>
              </w:rPr>
              <w:t>76</w:t>
            </w:r>
          </w:p>
        </w:tc>
      </w:tr>
      <w:tr w:rsidR="008867CD" w:rsidRPr="001D207C" w:rsidTr="00AE355E">
        <w:tc>
          <w:tcPr>
            <w:tcW w:w="5679" w:type="dxa"/>
          </w:tcPr>
          <w:p w:rsidR="008867CD" w:rsidRPr="00F370D3" w:rsidRDefault="008867CD" w:rsidP="008867CD">
            <w:pPr>
              <w:pStyle w:val="libNormal0"/>
              <w:rPr>
                <w:rFonts w:hint="cs"/>
                <w:rtl/>
              </w:rPr>
            </w:pPr>
            <w:r w:rsidRPr="00F370D3">
              <w:rPr>
                <w:rtl/>
              </w:rPr>
              <w:t>سعد بن سعد الأحوص ابن سعد بن مالك الأشعري</w:t>
            </w:r>
            <w:r w:rsidR="00D8054C">
              <w:rPr>
                <w:rtl/>
              </w:rPr>
              <w:t>،</w:t>
            </w:r>
            <w:r w:rsidRPr="00F370D3">
              <w:rPr>
                <w:rtl/>
              </w:rPr>
              <w:t xml:space="preserve"> القمي </w:t>
            </w:r>
          </w:p>
        </w:tc>
        <w:tc>
          <w:tcPr>
            <w:tcW w:w="1908" w:type="dxa"/>
          </w:tcPr>
          <w:p w:rsidR="008867CD" w:rsidRPr="001D207C" w:rsidRDefault="008867CD" w:rsidP="008867CD">
            <w:pPr>
              <w:pStyle w:val="libCenter"/>
              <w:rPr>
                <w:rtl/>
              </w:rPr>
            </w:pPr>
            <w:r w:rsidRPr="00F370D3">
              <w:rPr>
                <w:rtl/>
              </w:rPr>
              <w:t>77</w:t>
            </w:r>
          </w:p>
        </w:tc>
      </w:tr>
      <w:tr w:rsidR="008867CD" w:rsidRPr="001D207C" w:rsidTr="00AE355E">
        <w:tc>
          <w:tcPr>
            <w:tcW w:w="5679" w:type="dxa"/>
          </w:tcPr>
          <w:p w:rsidR="008867CD" w:rsidRPr="00F370D3" w:rsidRDefault="008867CD" w:rsidP="008867CD">
            <w:pPr>
              <w:pStyle w:val="libNormal0"/>
              <w:rPr>
                <w:rtl/>
              </w:rPr>
            </w:pPr>
            <w:r w:rsidRPr="00F370D3">
              <w:rPr>
                <w:rtl/>
              </w:rPr>
              <w:t>سعيد بن جناح الأزدي</w:t>
            </w:r>
            <w:r w:rsidR="00D8054C">
              <w:rPr>
                <w:rtl/>
              </w:rPr>
              <w:t>،</w:t>
            </w:r>
            <w:r w:rsidRPr="00F370D3">
              <w:rPr>
                <w:rtl/>
              </w:rPr>
              <w:t xml:space="preserve"> الكوفي</w:t>
            </w:r>
            <w:r w:rsidR="00D8054C">
              <w:rPr>
                <w:rtl/>
              </w:rPr>
              <w:t>،</w:t>
            </w:r>
            <w:r w:rsidRPr="00F370D3">
              <w:rPr>
                <w:rtl/>
              </w:rPr>
              <w:t xml:space="preserve"> البغدادي </w:t>
            </w:r>
          </w:p>
        </w:tc>
        <w:tc>
          <w:tcPr>
            <w:tcW w:w="1908" w:type="dxa"/>
          </w:tcPr>
          <w:p w:rsidR="008867CD" w:rsidRPr="001D207C" w:rsidRDefault="008867CD" w:rsidP="008867CD">
            <w:pPr>
              <w:pStyle w:val="libCenter"/>
              <w:rPr>
                <w:rtl/>
              </w:rPr>
            </w:pPr>
            <w:r w:rsidRPr="00F370D3">
              <w:rPr>
                <w:rtl/>
              </w:rPr>
              <w:t>78</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1D207C"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1D207C" w:rsidRDefault="008867CD" w:rsidP="008867CD">
            <w:pPr>
              <w:pStyle w:val="libCenterBold2"/>
              <w:rPr>
                <w:rtl/>
              </w:rPr>
            </w:pPr>
            <w:r w:rsidRPr="007E0B1D">
              <w:rPr>
                <w:rtl/>
              </w:rPr>
              <w:t>رقم الترجمة</w:t>
            </w:r>
          </w:p>
        </w:tc>
      </w:tr>
      <w:tr w:rsidR="008867CD" w:rsidRPr="001D207C" w:rsidTr="00AE355E">
        <w:tc>
          <w:tcPr>
            <w:tcW w:w="5679" w:type="dxa"/>
          </w:tcPr>
          <w:p w:rsidR="008867CD" w:rsidRPr="00132B1F" w:rsidRDefault="008867CD" w:rsidP="008867CD">
            <w:pPr>
              <w:pStyle w:val="libNormal0"/>
              <w:rPr>
                <w:rFonts w:hint="cs"/>
                <w:rtl/>
              </w:rPr>
            </w:pPr>
            <w:r w:rsidRPr="00132B1F">
              <w:rPr>
                <w:rtl/>
              </w:rPr>
              <w:t xml:space="preserve">أبو سكينة الكوفي </w:t>
            </w:r>
          </w:p>
        </w:tc>
        <w:tc>
          <w:tcPr>
            <w:tcW w:w="1908" w:type="dxa"/>
          </w:tcPr>
          <w:p w:rsidR="008867CD" w:rsidRPr="001D207C" w:rsidRDefault="008867CD" w:rsidP="008867CD">
            <w:pPr>
              <w:pStyle w:val="libCenter"/>
              <w:rPr>
                <w:rtl/>
              </w:rPr>
            </w:pPr>
            <w:r w:rsidRPr="00132B1F">
              <w:rPr>
                <w:rtl/>
              </w:rPr>
              <w:t>79</w:t>
            </w:r>
          </w:p>
        </w:tc>
      </w:tr>
      <w:tr w:rsidR="008867CD" w:rsidRPr="001D207C" w:rsidTr="00AE355E">
        <w:tc>
          <w:tcPr>
            <w:tcW w:w="5679" w:type="dxa"/>
          </w:tcPr>
          <w:p w:rsidR="008867CD" w:rsidRPr="00132B1F" w:rsidRDefault="008867CD" w:rsidP="008867CD">
            <w:pPr>
              <w:pStyle w:val="libNormal0"/>
              <w:rPr>
                <w:rFonts w:hint="cs"/>
                <w:rtl/>
              </w:rPr>
            </w:pPr>
            <w:r w:rsidRPr="00132B1F">
              <w:rPr>
                <w:rtl/>
              </w:rPr>
              <w:t>سهل بن زياد الآدمي</w:t>
            </w:r>
            <w:r w:rsidR="00D8054C">
              <w:rPr>
                <w:rtl/>
              </w:rPr>
              <w:t>،</w:t>
            </w:r>
            <w:r w:rsidRPr="00132B1F">
              <w:rPr>
                <w:rtl/>
              </w:rPr>
              <w:t xml:space="preserve"> الرازي </w:t>
            </w:r>
          </w:p>
        </w:tc>
        <w:tc>
          <w:tcPr>
            <w:tcW w:w="1908" w:type="dxa"/>
          </w:tcPr>
          <w:p w:rsidR="008867CD" w:rsidRPr="001D207C" w:rsidRDefault="008867CD" w:rsidP="008867CD">
            <w:pPr>
              <w:pStyle w:val="libCenter"/>
              <w:rPr>
                <w:rtl/>
              </w:rPr>
            </w:pPr>
            <w:r w:rsidRPr="00132B1F">
              <w:rPr>
                <w:rtl/>
              </w:rPr>
              <w:t>80</w:t>
            </w:r>
          </w:p>
        </w:tc>
      </w:tr>
      <w:tr w:rsidR="008867CD" w:rsidRPr="001D207C" w:rsidTr="00AE355E">
        <w:tc>
          <w:tcPr>
            <w:tcW w:w="5679" w:type="dxa"/>
          </w:tcPr>
          <w:p w:rsidR="008867CD" w:rsidRPr="00132B1F" w:rsidRDefault="008867CD" w:rsidP="008867CD">
            <w:pPr>
              <w:pStyle w:val="libNormal0"/>
              <w:rPr>
                <w:rFonts w:hint="cs"/>
                <w:rtl/>
              </w:rPr>
            </w:pPr>
            <w:r w:rsidRPr="00132B1F">
              <w:rPr>
                <w:rtl/>
              </w:rPr>
              <w:t xml:space="preserve">شاذان بن الخليل النيسابوري </w:t>
            </w:r>
          </w:p>
        </w:tc>
        <w:tc>
          <w:tcPr>
            <w:tcW w:w="1908" w:type="dxa"/>
          </w:tcPr>
          <w:p w:rsidR="008867CD" w:rsidRPr="001D207C" w:rsidRDefault="008867CD" w:rsidP="008867CD">
            <w:pPr>
              <w:pStyle w:val="libCenter"/>
              <w:rPr>
                <w:rtl/>
              </w:rPr>
            </w:pPr>
            <w:r w:rsidRPr="00132B1F">
              <w:rPr>
                <w:rtl/>
              </w:rPr>
              <w:t>81</w:t>
            </w:r>
          </w:p>
        </w:tc>
      </w:tr>
      <w:tr w:rsidR="008867CD" w:rsidRPr="001D207C" w:rsidTr="00AE355E">
        <w:tc>
          <w:tcPr>
            <w:tcW w:w="5679" w:type="dxa"/>
          </w:tcPr>
          <w:p w:rsidR="008867CD" w:rsidRPr="00132B1F" w:rsidRDefault="008867CD" w:rsidP="008867CD">
            <w:pPr>
              <w:pStyle w:val="libNormal0"/>
              <w:rPr>
                <w:rFonts w:hint="cs"/>
                <w:rtl/>
              </w:rPr>
            </w:pPr>
            <w:r w:rsidRPr="00132B1F">
              <w:rPr>
                <w:rtl/>
              </w:rPr>
              <w:t xml:space="preserve">شاذويه بن الحسين بن داود القمي </w:t>
            </w:r>
          </w:p>
        </w:tc>
        <w:tc>
          <w:tcPr>
            <w:tcW w:w="1908" w:type="dxa"/>
          </w:tcPr>
          <w:p w:rsidR="008867CD" w:rsidRPr="001D207C" w:rsidRDefault="008867CD" w:rsidP="008867CD">
            <w:pPr>
              <w:pStyle w:val="libCenter"/>
              <w:rPr>
                <w:rtl/>
              </w:rPr>
            </w:pPr>
            <w:r w:rsidRPr="00132B1F">
              <w:rPr>
                <w:rtl/>
              </w:rPr>
              <w:t>82</w:t>
            </w:r>
          </w:p>
        </w:tc>
      </w:tr>
      <w:tr w:rsidR="008867CD" w:rsidRPr="001D207C" w:rsidTr="00AE355E">
        <w:tc>
          <w:tcPr>
            <w:tcW w:w="5679" w:type="dxa"/>
          </w:tcPr>
          <w:p w:rsidR="008867CD" w:rsidRPr="00132B1F" w:rsidRDefault="008867CD" w:rsidP="008867CD">
            <w:pPr>
              <w:pStyle w:val="libNormal0"/>
              <w:rPr>
                <w:rFonts w:hint="cs"/>
                <w:rtl/>
              </w:rPr>
            </w:pPr>
            <w:r w:rsidRPr="00132B1F">
              <w:rPr>
                <w:rtl/>
              </w:rPr>
              <w:t xml:space="preserve">صالح بن محمّد بن سهل </w:t>
            </w:r>
          </w:p>
        </w:tc>
        <w:tc>
          <w:tcPr>
            <w:tcW w:w="1908" w:type="dxa"/>
          </w:tcPr>
          <w:p w:rsidR="008867CD" w:rsidRPr="001D207C" w:rsidRDefault="008867CD" w:rsidP="008867CD">
            <w:pPr>
              <w:pStyle w:val="libCenter"/>
              <w:rPr>
                <w:rtl/>
              </w:rPr>
            </w:pPr>
            <w:r w:rsidRPr="00132B1F">
              <w:rPr>
                <w:rtl/>
              </w:rPr>
              <w:t>83</w:t>
            </w:r>
          </w:p>
        </w:tc>
      </w:tr>
      <w:tr w:rsidR="008867CD" w:rsidRPr="001D207C" w:rsidTr="00AE355E">
        <w:tc>
          <w:tcPr>
            <w:tcW w:w="5679" w:type="dxa"/>
          </w:tcPr>
          <w:p w:rsidR="008867CD" w:rsidRPr="00132B1F" w:rsidRDefault="008867CD" w:rsidP="008867CD">
            <w:pPr>
              <w:pStyle w:val="libNormal0"/>
              <w:rPr>
                <w:rFonts w:hint="cs"/>
                <w:rtl/>
              </w:rPr>
            </w:pPr>
            <w:r w:rsidRPr="00132B1F">
              <w:rPr>
                <w:rtl/>
              </w:rPr>
              <w:t xml:space="preserve">صالح بن محمّد الهمداني </w:t>
            </w:r>
          </w:p>
        </w:tc>
        <w:tc>
          <w:tcPr>
            <w:tcW w:w="1908" w:type="dxa"/>
          </w:tcPr>
          <w:p w:rsidR="008867CD" w:rsidRPr="001D207C" w:rsidRDefault="008867CD" w:rsidP="008867CD">
            <w:pPr>
              <w:pStyle w:val="libCenter"/>
              <w:rPr>
                <w:rtl/>
              </w:rPr>
            </w:pPr>
            <w:r w:rsidRPr="00132B1F">
              <w:rPr>
                <w:rtl/>
              </w:rPr>
              <w:t>84</w:t>
            </w:r>
          </w:p>
        </w:tc>
      </w:tr>
      <w:tr w:rsidR="008867CD" w:rsidRPr="001D207C" w:rsidTr="00AE355E">
        <w:tc>
          <w:tcPr>
            <w:tcW w:w="5679" w:type="dxa"/>
          </w:tcPr>
          <w:p w:rsidR="008867CD" w:rsidRPr="000F7995" w:rsidRDefault="008867CD" w:rsidP="008867CD">
            <w:pPr>
              <w:pStyle w:val="libNormal0"/>
              <w:rPr>
                <w:rFonts w:hint="cs"/>
                <w:rtl/>
              </w:rPr>
            </w:pPr>
            <w:r w:rsidRPr="000F7995">
              <w:rPr>
                <w:rtl/>
              </w:rPr>
              <w:t xml:space="preserve">صالح ابن أبي حماد مسلمة الرازي </w:t>
            </w:r>
          </w:p>
        </w:tc>
        <w:tc>
          <w:tcPr>
            <w:tcW w:w="1908" w:type="dxa"/>
          </w:tcPr>
          <w:p w:rsidR="008867CD" w:rsidRPr="001D207C" w:rsidRDefault="008867CD" w:rsidP="008867CD">
            <w:pPr>
              <w:pStyle w:val="libCenter"/>
              <w:rPr>
                <w:rtl/>
              </w:rPr>
            </w:pPr>
            <w:r w:rsidRPr="000F7995">
              <w:rPr>
                <w:rtl/>
              </w:rPr>
              <w:t>85</w:t>
            </w:r>
          </w:p>
        </w:tc>
      </w:tr>
      <w:tr w:rsidR="008867CD" w:rsidRPr="001D207C" w:rsidTr="00AE355E">
        <w:tc>
          <w:tcPr>
            <w:tcW w:w="5679" w:type="dxa"/>
          </w:tcPr>
          <w:p w:rsidR="008867CD" w:rsidRPr="000F7995" w:rsidRDefault="008867CD" w:rsidP="008867CD">
            <w:pPr>
              <w:pStyle w:val="libNormal0"/>
              <w:rPr>
                <w:rFonts w:hint="cs"/>
                <w:rtl/>
              </w:rPr>
            </w:pPr>
            <w:r w:rsidRPr="000F7995">
              <w:rPr>
                <w:rtl/>
              </w:rPr>
              <w:t>صفوان بن يحيى البجلي</w:t>
            </w:r>
            <w:r w:rsidR="00D8054C">
              <w:rPr>
                <w:rtl/>
              </w:rPr>
              <w:t>،</w:t>
            </w:r>
            <w:r w:rsidRPr="000F7995">
              <w:rPr>
                <w:rtl/>
              </w:rPr>
              <w:t xml:space="preserve"> الكوفي</w:t>
            </w:r>
            <w:r w:rsidR="00D8054C">
              <w:rPr>
                <w:rtl/>
              </w:rPr>
              <w:t>،</w:t>
            </w:r>
            <w:r w:rsidRPr="000F7995">
              <w:rPr>
                <w:rtl/>
              </w:rPr>
              <w:t xml:space="preserve"> بياع السابري </w:t>
            </w:r>
          </w:p>
        </w:tc>
        <w:tc>
          <w:tcPr>
            <w:tcW w:w="1908" w:type="dxa"/>
          </w:tcPr>
          <w:p w:rsidR="008867CD" w:rsidRPr="001D207C" w:rsidRDefault="008867CD" w:rsidP="008867CD">
            <w:pPr>
              <w:pStyle w:val="libCenter"/>
              <w:rPr>
                <w:rtl/>
              </w:rPr>
            </w:pPr>
            <w:r w:rsidRPr="000F7995">
              <w:rPr>
                <w:rtl/>
              </w:rPr>
              <w:t>86</w:t>
            </w:r>
          </w:p>
        </w:tc>
      </w:tr>
      <w:tr w:rsidR="008867CD" w:rsidRPr="001D207C" w:rsidTr="00AE355E">
        <w:tc>
          <w:tcPr>
            <w:tcW w:w="5679" w:type="dxa"/>
          </w:tcPr>
          <w:p w:rsidR="008867CD" w:rsidRPr="000F7995" w:rsidRDefault="008867CD" w:rsidP="008867CD">
            <w:pPr>
              <w:pStyle w:val="libNormal0"/>
              <w:rPr>
                <w:rFonts w:hint="cs"/>
                <w:rtl/>
              </w:rPr>
            </w:pPr>
            <w:r w:rsidRPr="000F7995">
              <w:rPr>
                <w:rtl/>
              </w:rPr>
              <w:t xml:space="preserve">العباس بن عمر الهمداني </w:t>
            </w:r>
          </w:p>
        </w:tc>
        <w:tc>
          <w:tcPr>
            <w:tcW w:w="1908" w:type="dxa"/>
          </w:tcPr>
          <w:p w:rsidR="008867CD" w:rsidRPr="001D207C" w:rsidRDefault="008867CD" w:rsidP="008867CD">
            <w:pPr>
              <w:pStyle w:val="libCenter"/>
              <w:rPr>
                <w:rtl/>
              </w:rPr>
            </w:pPr>
            <w:r w:rsidRPr="000F7995">
              <w:rPr>
                <w:rtl/>
              </w:rPr>
              <w:t>87</w:t>
            </w:r>
          </w:p>
        </w:tc>
      </w:tr>
      <w:tr w:rsidR="008867CD" w:rsidRPr="001D207C" w:rsidTr="00AE355E">
        <w:tc>
          <w:tcPr>
            <w:tcW w:w="5679" w:type="dxa"/>
          </w:tcPr>
          <w:p w:rsidR="008867CD" w:rsidRPr="000F7995" w:rsidRDefault="008867CD" w:rsidP="008867CD">
            <w:pPr>
              <w:pStyle w:val="libNormal0"/>
              <w:rPr>
                <w:rFonts w:hint="cs"/>
                <w:rtl/>
              </w:rPr>
            </w:pPr>
            <w:r w:rsidRPr="000F7995">
              <w:rPr>
                <w:rtl/>
              </w:rPr>
              <w:t>العباس بن معروف الأشعري</w:t>
            </w:r>
            <w:r w:rsidR="00D8054C">
              <w:rPr>
                <w:rtl/>
              </w:rPr>
              <w:t>،</w:t>
            </w:r>
            <w:r w:rsidRPr="000F7995">
              <w:rPr>
                <w:rtl/>
              </w:rPr>
              <w:t xml:space="preserve"> القمي </w:t>
            </w:r>
          </w:p>
        </w:tc>
        <w:tc>
          <w:tcPr>
            <w:tcW w:w="1908" w:type="dxa"/>
          </w:tcPr>
          <w:p w:rsidR="008867CD" w:rsidRPr="001D207C" w:rsidRDefault="008867CD" w:rsidP="008867CD">
            <w:pPr>
              <w:pStyle w:val="libCenter"/>
              <w:rPr>
                <w:rtl/>
              </w:rPr>
            </w:pPr>
            <w:r w:rsidRPr="000F7995">
              <w:rPr>
                <w:rtl/>
              </w:rPr>
              <w:t>88</w:t>
            </w:r>
          </w:p>
        </w:tc>
      </w:tr>
      <w:tr w:rsidR="008867CD" w:rsidRPr="001D207C" w:rsidTr="00AE355E">
        <w:tc>
          <w:tcPr>
            <w:tcW w:w="5679" w:type="dxa"/>
          </w:tcPr>
          <w:p w:rsidR="008867CD" w:rsidRPr="000F7995" w:rsidRDefault="008867CD" w:rsidP="008867CD">
            <w:pPr>
              <w:pStyle w:val="libNormal0"/>
              <w:rPr>
                <w:rFonts w:hint="cs"/>
                <w:rtl/>
              </w:rPr>
            </w:pPr>
            <w:r w:rsidRPr="000F7995">
              <w:rPr>
                <w:rtl/>
              </w:rPr>
              <w:t>عبد الجبار بن المبارك</w:t>
            </w:r>
            <w:r w:rsidR="00D8054C">
              <w:rPr>
                <w:rtl/>
              </w:rPr>
              <w:t>،</w:t>
            </w:r>
            <w:r w:rsidRPr="000F7995">
              <w:rPr>
                <w:rtl/>
              </w:rPr>
              <w:t xml:space="preserve"> وقيل علي النهاوندي </w:t>
            </w:r>
          </w:p>
        </w:tc>
        <w:tc>
          <w:tcPr>
            <w:tcW w:w="1908" w:type="dxa"/>
          </w:tcPr>
          <w:p w:rsidR="008867CD" w:rsidRPr="001D207C" w:rsidRDefault="008867CD" w:rsidP="008867CD">
            <w:pPr>
              <w:pStyle w:val="libCenter"/>
              <w:rPr>
                <w:rtl/>
              </w:rPr>
            </w:pPr>
            <w:r w:rsidRPr="000F7995">
              <w:rPr>
                <w:rtl/>
              </w:rPr>
              <w:t>89</w:t>
            </w:r>
          </w:p>
        </w:tc>
      </w:tr>
      <w:tr w:rsidR="008867CD" w:rsidRPr="001D207C" w:rsidTr="00AE355E">
        <w:tc>
          <w:tcPr>
            <w:tcW w:w="5679" w:type="dxa"/>
          </w:tcPr>
          <w:p w:rsidR="008867CD" w:rsidRPr="00FE76C9" w:rsidRDefault="008867CD" w:rsidP="008867CD">
            <w:pPr>
              <w:pStyle w:val="libNormal0"/>
              <w:rPr>
                <w:rFonts w:hint="cs"/>
                <w:rtl/>
              </w:rPr>
            </w:pPr>
            <w:r w:rsidRPr="00FE76C9">
              <w:rPr>
                <w:rtl/>
              </w:rPr>
              <w:t>عبد الرحمن ابن أبي نجران عمرو بن مسلم التميمي</w:t>
            </w:r>
            <w:r w:rsidR="00D8054C">
              <w:rPr>
                <w:rtl/>
              </w:rPr>
              <w:t>،</w:t>
            </w:r>
            <w:r w:rsidRPr="00FE76C9">
              <w:rPr>
                <w:rtl/>
              </w:rPr>
              <w:t xml:space="preserve"> الكوفي </w:t>
            </w:r>
          </w:p>
        </w:tc>
        <w:tc>
          <w:tcPr>
            <w:tcW w:w="1908" w:type="dxa"/>
          </w:tcPr>
          <w:p w:rsidR="008867CD" w:rsidRPr="001D207C" w:rsidRDefault="008867CD" w:rsidP="008867CD">
            <w:pPr>
              <w:pStyle w:val="libCenter"/>
              <w:rPr>
                <w:rtl/>
              </w:rPr>
            </w:pPr>
            <w:r w:rsidRPr="00FE76C9">
              <w:rPr>
                <w:rtl/>
              </w:rPr>
              <w:t>90</w:t>
            </w:r>
          </w:p>
        </w:tc>
      </w:tr>
      <w:tr w:rsidR="008867CD" w:rsidRPr="001D207C" w:rsidTr="00AE355E">
        <w:tc>
          <w:tcPr>
            <w:tcW w:w="5679" w:type="dxa"/>
          </w:tcPr>
          <w:p w:rsidR="008867CD" w:rsidRPr="00FE76C9" w:rsidRDefault="008867CD" w:rsidP="008867CD">
            <w:pPr>
              <w:pStyle w:val="libNormal0"/>
              <w:rPr>
                <w:rFonts w:hint="cs"/>
                <w:rtl/>
              </w:rPr>
            </w:pPr>
            <w:r w:rsidRPr="00FE76C9">
              <w:rPr>
                <w:rtl/>
              </w:rPr>
              <w:t>عبد العظيم بن عبد الله القرشي</w:t>
            </w:r>
            <w:r w:rsidR="00D8054C">
              <w:rPr>
                <w:rtl/>
              </w:rPr>
              <w:t>،</w:t>
            </w:r>
            <w:r w:rsidRPr="00FE76C9">
              <w:rPr>
                <w:rtl/>
              </w:rPr>
              <w:t xml:space="preserve"> الهاشمي الحسني </w:t>
            </w:r>
          </w:p>
        </w:tc>
        <w:tc>
          <w:tcPr>
            <w:tcW w:w="1908" w:type="dxa"/>
          </w:tcPr>
          <w:p w:rsidR="008867CD" w:rsidRPr="001D207C" w:rsidRDefault="008867CD" w:rsidP="008867CD">
            <w:pPr>
              <w:pStyle w:val="libCenter"/>
              <w:rPr>
                <w:rtl/>
              </w:rPr>
            </w:pPr>
            <w:r w:rsidRPr="00FE76C9">
              <w:rPr>
                <w:rtl/>
              </w:rPr>
              <w:t>91</w:t>
            </w:r>
          </w:p>
        </w:tc>
      </w:tr>
      <w:tr w:rsidR="008867CD" w:rsidRPr="001D207C" w:rsidTr="00AE355E">
        <w:tc>
          <w:tcPr>
            <w:tcW w:w="5679" w:type="dxa"/>
          </w:tcPr>
          <w:p w:rsidR="008867CD" w:rsidRPr="00FE76C9" w:rsidRDefault="008867CD" w:rsidP="008867CD">
            <w:pPr>
              <w:pStyle w:val="libNormal0"/>
              <w:rPr>
                <w:rFonts w:hint="cs"/>
                <w:rtl/>
              </w:rPr>
            </w:pPr>
            <w:r w:rsidRPr="00FE76C9">
              <w:rPr>
                <w:rtl/>
              </w:rPr>
              <w:t>عبد الله بن خداش البصري</w:t>
            </w:r>
            <w:r w:rsidR="00D8054C">
              <w:rPr>
                <w:rtl/>
              </w:rPr>
              <w:t>،</w:t>
            </w:r>
            <w:r w:rsidRPr="00FE76C9">
              <w:rPr>
                <w:rtl/>
              </w:rPr>
              <w:t xml:space="preserve"> المهري </w:t>
            </w:r>
          </w:p>
        </w:tc>
        <w:tc>
          <w:tcPr>
            <w:tcW w:w="1908" w:type="dxa"/>
          </w:tcPr>
          <w:p w:rsidR="008867CD" w:rsidRPr="001D207C" w:rsidRDefault="008867CD" w:rsidP="008867CD">
            <w:pPr>
              <w:pStyle w:val="libCenter"/>
              <w:rPr>
                <w:rtl/>
              </w:rPr>
            </w:pPr>
            <w:r w:rsidRPr="00FE76C9">
              <w:rPr>
                <w:rtl/>
              </w:rPr>
              <w:t>92</w:t>
            </w:r>
          </w:p>
        </w:tc>
      </w:tr>
      <w:tr w:rsidR="008867CD" w:rsidRPr="001D207C" w:rsidTr="00AE355E">
        <w:tc>
          <w:tcPr>
            <w:tcW w:w="5679" w:type="dxa"/>
          </w:tcPr>
          <w:p w:rsidR="008867CD" w:rsidRPr="00FE76C9" w:rsidRDefault="008867CD" w:rsidP="008867CD">
            <w:pPr>
              <w:pStyle w:val="libNormal0"/>
              <w:rPr>
                <w:rFonts w:hint="cs"/>
                <w:rtl/>
              </w:rPr>
            </w:pPr>
            <w:r w:rsidRPr="00FE76C9">
              <w:rPr>
                <w:rtl/>
              </w:rPr>
              <w:t xml:space="preserve">أبو عبد الله الخراساني </w:t>
            </w:r>
          </w:p>
        </w:tc>
        <w:tc>
          <w:tcPr>
            <w:tcW w:w="1908" w:type="dxa"/>
          </w:tcPr>
          <w:p w:rsidR="008867CD" w:rsidRPr="001D207C" w:rsidRDefault="008867CD" w:rsidP="008867CD">
            <w:pPr>
              <w:pStyle w:val="libCenter"/>
              <w:rPr>
                <w:rtl/>
              </w:rPr>
            </w:pPr>
            <w:r w:rsidRPr="00FE76C9">
              <w:rPr>
                <w:rtl/>
              </w:rPr>
              <w:t>93</w:t>
            </w:r>
          </w:p>
        </w:tc>
      </w:tr>
      <w:tr w:rsidR="008867CD" w:rsidRPr="001D207C" w:rsidTr="00AE355E">
        <w:tc>
          <w:tcPr>
            <w:tcW w:w="5679" w:type="dxa"/>
          </w:tcPr>
          <w:p w:rsidR="008867CD" w:rsidRPr="00FE76C9" w:rsidRDefault="008867CD" w:rsidP="008867CD">
            <w:pPr>
              <w:pStyle w:val="libNormal0"/>
              <w:rPr>
                <w:rFonts w:hint="cs"/>
                <w:rtl/>
              </w:rPr>
            </w:pPr>
            <w:r w:rsidRPr="00FE76C9">
              <w:rPr>
                <w:rtl/>
              </w:rPr>
              <w:t xml:space="preserve">عبد الله بن رزين </w:t>
            </w:r>
          </w:p>
        </w:tc>
        <w:tc>
          <w:tcPr>
            <w:tcW w:w="1908" w:type="dxa"/>
          </w:tcPr>
          <w:p w:rsidR="008867CD" w:rsidRPr="001D207C" w:rsidRDefault="008867CD" w:rsidP="008867CD">
            <w:pPr>
              <w:pStyle w:val="libCenter"/>
              <w:rPr>
                <w:rtl/>
              </w:rPr>
            </w:pPr>
            <w:r w:rsidRPr="00FE76C9">
              <w:rPr>
                <w:rtl/>
              </w:rPr>
              <w:t>94</w:t>
            </w:r>
          </w:p>
        </w:tc>
      </w:tr>
      <w:tr w:rsidR="008867CD" w:rsidRPr="001D207C" w:rsidTr="00AE355E">
        <w:tc>
          <w:tcPr>
            <w:tcW w:w="5679" w:type="dxa"/>
          </w:tcPr>
          <w:p w:rsidR="008867CD" w:rsidRPr="00D113A3" w:rsidRDefault="008867CD" w:rsidP="008867CD">
            <w:pPr>
              <w:pStyle w:val="libNormal0"/>
              <w:rPr>
                <w:rFonts w:hint="cs"/>
                <w:rtl/>
              </w:rPr>
            </w:pPr>
            <w:r w:rsidRPr="00D113A3">
              <w:rPr>
                <w:rtl/>
              </w:rPr>
              <w:t xml:space="preserve">عبد الله بن سنان </w:t>
            </w:r>
          </w:p>
        </w:tc>
        <w:tc>
          <w:tcPr>
            <w:tcW w:w="1908" w:type="dxa"/>
          </w:tcPr>
          <w:p w:rsidR="008867CD" w:rsidRPr="001D207C" w:rsidRDefault="008867CD" w:rsidP="008867CD">
            <w:pPr>
              <w:pStyle w:val="libCenter"/>
              <w:rPr>
                <w:rtl/>
              </w:rPr>
            </w:pPr>
            <w:r w:rsidRPr="00D113A3">
              <w:rPr>
                <w:rtl/>
              </w:rPr>
              <w:t>95</w:t>
            </w:r>
          </w:p>
        </w:tc>
      </w:tr>
      <w:tr w:rsidR="008867CD" w:rsidRPr="001D207C" w:rsidTr="00AE355E">
        <w:tc>
          <w:tcPr>
            <w:tcW w:w="5679" w:type="dxa"/>
          </w:tcPr>
          <w:p w:rsidR="008867CD" w:rsidRPr="00D113A3" w:rsidRDefault="008867CD" w:rsidP="008867CD">
            <w:pPr>
              <w:pStyle w:val="libNormal0"/>
              <w:rPr>
                <w:rFonts w:hint="cs"/>
                <w:rtl/>
              </w:rPr>
            </w:pPr>
            <w:r w:rsidRPr="00D113A3">
              <w:rPr>
                <w:rtl/>
              </w:rPr>
              <w:t>عبد الله بن الصلت التيمي</w:t>
            </w:r>
            <w:r w:rsidR="00D8054C">
              <w:rPr>
                <w:rtl/>
              </w:rPr>
              <w:t>،</w:t>
            </w:r>
            <w:r w:rsidRPr="00D113A3">
              <w:rPr>
                <w:rtl/>
              </w:rPr>
              <w:t xml:space="preserve"> القمي </w:t>
            </w:r>
          </w:p>
        </w:tc>
        <w:tc>
          <w:tcPr>
            <w:tcW w:w="1908" w:type="dxa"/>
          </w:tcPr>
          <w:p w:rsidR="008867CD" w:rsidRPr="001D207C" w:rsidRDefault="008867CD" w:rsidP="008867CD">
            <w:pPr>
              <w:pStyle w:val="libCenter"/>
              <w:rPr>
                <w:rtl/>
              </w:rPr>
            </w:pPr>
            <w:r w:rsidRPr="00D113A3">
              <w:rPr>
                <w:rtl/>
              </w:rPr>
              <w:t>96</w:t>
            </w:r>
          </w:p>
        </w:tc>
      </w:tr>
      <w:tr w:rsidR="008867CD" w:rsidRPr="001D207C" w:rsidTr="00AE355E">
        <w:tc>
          <w:tcPr>
            <w:tcW w:w="5679" w:type="dxa"/>
          </w:tcPr>
          <w:p w:rsidR="008867CD" w:rsidRPr="00D113A3" w:rsidRDefault="008867CD" w:rsidP="008867CD">
            <w:pPr>
              <w:pStyle w:val="libNormal0"/>
              <w:rPr>
                <w:rFonts w:hint="cs"/>
                <w:rtl/>
              </w:rPr>
            </w:pPr>
            <w:r w:rsidRPr="00D113A3">
              <w:rPr>
                <w:rtl/>
              </w:rPr>
              <w:t>عبد الله بن محمّد بن حصين</w:t>
            </w:r>
            <w:r w:rsidR="00D8054C">
              <w:rPr>
                <w:rtl/>
              </w:rPr>
              <w:t>،</w:t>
            </w:r>
            <w:r w:rsidRPr="00D113A3">
              <w:rPr>
                <w:rtl/>
              </w:rPr>
              <w:t xml:space="preserve"> وقيل حضين الحضيني</w:t>
            </w:r>
            <w:r w:rsidR="00D8054C">
              <w:rPr>
                <w:rtl/>
              </w:rPr>
              <w:t>،</w:t>
            </w:r>
            <w:r w:rsidRPr="00D113A3">
              <w:rPr>
                <w:rtl/>
              </w:rPr>
              <w:t xml:space="preserve"> وقيل الحصيني</w:t>
            </w:r>
            <w:r w:rsidR="00D8054C">
              <w:rPr>
                <w:rtl/>
              </w:rPr>
              <w:t>،</w:t>
            </w:r>
            <w:r w:rsidRPr="00D113A3">
              <w:rPr>
                <w:rtl/>
              </w:rPr>
              <w:t xml:space="preserve"> وقيل الحصيبي</w:t>
            </w:r>
            <w:r w:rsidR="00D8054C">
              <w:rPr>
                <w:rtl/>
              </w:rPr>
              <w:t>،</w:t>
            </w:r>
            <w:r w:rsidRPr="00D113A3">
              <w:rPr>
                <w:rtl/>
              </w:rPr>
              <w:t xml:space="preserve"> العبدي</w:t>
            </w:r>
            <w:r w:rsidR="00D8054C">
              <w:rPr>
                <w:rtl/>
              </w:rPr>
              <w:t>،</w:t>
            </w:r>
            <w:r w:rsidRPr="00D113A3">
              <w:rPr>
                <w:rtl/>
              </w:rPr>
              <w:t xml:space="preserve"> الأهوازي </w:t>
            </w:r>
          </w:p>
        </w:tc>
        <w:tc>
          <w:tcPr>
            <w:tcW w:w="1908" w:type="dxa"/>
          </w:tcPr>
          <w:p w:rsidR="008867CD" w:rsidRPr="001D207C" w:rsidRDefault="008867CD" w:rsidP="008867CD">
            <w:pPr>
              <w:pStyle w:val="libCenter"/>
              <w:rPr>
                <w:rtl/>
              </w:rPr>
            </w:pPr>
            <w:r w:rsidRPr="00D113A3">
              <w:rPr>
                <w:rtl/>
              </w:rPr>
              <w:t>97</w:t>
            </w:r>
          </w:p>
        </w:tc>
      </w:tr>
      <w:tr w:rsidR="008867CD" w:rsidRPr="001D207C" w:rsidTr="00AE355E">
        <w:tc>
          <w:tcPr>
            <w:tcW w:w="5679" w:type="dxa"/>
          </w:tcPr>
          <w:p w:rsidR="008867CD" w:rsidRPr="00D113A3" w:rsidRDefault="008867CD" w:rsidP="008867CD">
            <w:pPr>
              <w:pStyle w:val="libNormal0"/>
              <w:rPr>
                <w:rtl/>
              </w:rPr>
            </w:pPr>
            <w:r w:rsidRPr="007E0B1D">
              <w:rPr>
                <w:rtl/>
              </w:rPr>
              <w:t xml:space="preserve">عبد الله بن محمّد بن حماد الرازي </w:t>
            </w:r>
          </w:p>
        </w:tc>
        <w:tc>
          <w:tcPr>
            <w:tcW w:w="1908" w:type="dxa"/>
          </w:tcPr>
          <w:p w:rsidR="008867CD" w:rsidRPr="001D207C" w:rsidRDefault="008867CD" w:rsidP="008867CD">
            <w:pPr>
              <w:pStyle w:val="libCenter"/>
              <w:rPr>
                <w:rtl/>
              </w:rPr>
            </w:pPr>
            <w:r w:rsidRPr="007E0B1D">
              <w:rPr>
                <w:rtl/>
              </w:rPr>
              <w:t>98</w:t>
            </w:r>
          </w:p>
        </w:tc>
      </w:tr>
    </w:tbl>
    <w:p w:rsidR="00D8054C" w:rsidRDefault="00D8054C" w:rsidP="00D8054C">
      <w:pPr>
        <w:pStyle w:val="libNormal"/>
      </w:pPr>
      <w:r>
        <w:rPr>
          <w:rtl/>
        </w:rPr>
        <w:br w:type="page"/>
      </w:r>
    </w:p>
    <w:p w:rsidR="008867CD" w:rsidRDefault="008867CD" w:rsidP="008867CD">
      <w:pPr>
        <w:pStyle w:val="libNormal"/>
      </w:pPr>
    </w:p>
    <w:tbl>
      <w:tblPr>
        <w:tblStyle w:val="TableGrid"/>
        <w:bidiVisual/>
        <w:tblW w:w="0" w:type="auto"/>
        <w:tblLook w:val="01E0"/>
      </w:tblPr>
      <w:tblGrid>
        <w:gridCol w:w="5679"/>
        <w:gridCol w:w="1908"/>
      </w:tblGrid>
      <w:tr w:rsidR="008867CD" w:rsidRPr="007E0B1D"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7E0B1D" w:rsidRDefault="008867CD" w:rsidP="008867CD">
            <w:pPr>
              <w:pStyle w:val="libCenterBold2"/>
              <w:rPr>
                <w:rtl/>
              </w:rPr>
            </w:pPr>
            <w:r w:rsidRPr="007E0B1D">
              <w:rPr>
                <w:rtl/>
              </w:rPr>
              <w:t>رقم الترجمة</w:t>
            </w:r>
          </w:p>
        </w:tc>
      </w:tr>
      <w:tr w:rsidR="008867CD" w:rsidRPr="007E0B1D" w:rsidTr="00AE355E">
        <w:tc>
          <w:tcPr>
            <w:tcW w:w="5679" w:type="dxa"/>
          </w:tcPr>
          <w:p w:rsidR="008867CD" w:rsidRPr="00801079" w:rsidRDefault="008867CD" w:rsidP="008867CD">
            <w:pPr>
              <w:pStyle w:val="libNormal0"/>
              <w:rPr>
                <w:rFonts w:hint="cs"/>
                <w:rtl/>
              </w:rPr>
            </w:pPr>
            <w:r w:rsidRPr="00801079">
              <w:rPr>
                <w:rtl/>
              </w:rPr>
              <w:t xml:space="preserve">عبد الله بن محمّد بن سهل بن داود </w:t>
            </w:r>
          </w:p>
        </w:tc>
        <w:tc>
          <w:tcPr>
            <w:tcW w:w="1908" w:type="dxa"/>
          </w:tcPr>
          <w:p w:rsidR="008867CD" w:rsidRPr="007E0B1D" w:rsidRDefault="008867CD" w:rsidP="008867CD">
            <w:pPr>
              <w:pStyle w:val="libCenter"/>
              <w:rPr>
                <w:rtl/>
              </w:rPr>
            </w:pPr>
            <w:r w:rsidRPr="00801079">
              <w:rPr>
                <w:rtl/>
              </w:rPr>
              <w:t>99</w:t>
            </w:r>
          </w:p>
        </w:tc>
      </w:tr>
      <w:tr w:rsidR="008867CD" w:rsidRPr="007E0B1D" w:rsidTr="00AE355E">
        <w:tc>
          <w:tcPr>
            <w:tcW w:w="5679" w:type="dxa"/>
          </w:tcPr>
          <w:p w:rsidR="008867CD" w:rsidRPr="00801079" w:rsidRDefault="008867CD" w:rsidP="008867CD">
            <w:pPr>
              <w:pStyle w:val="libNormal0"/>
              <w:rPr>
                <w:rFonts w:hint="cs"/>
                <w:rtl/>
              </w:rPr>
            </w:pPr>
            <w:r w:rsidRPr="00801079">
              <w:rPr>
                <w:rtl/>
              </w:rPr>
              <w:t xml:space="preserve">عبد الله بن موسى الكاظم </w:t>
            </w:r>
            <w:r w:rsidR="00D8054C" w:rsidRPr="00D8054C">
              <w:rPr>
                <w:rStyle w:val="libAlaemChar"/>
                <w:rtl/>
              </w:rPr>
              <w:t>عليه‌السلام</w:t>
            </w:r>
            <w:r w:rsidR="00D8054C">
              <w:rPr>
                <w:rtl/>
              </w:rPr>
              <w:t>،</w:t>
            </w:r>
            <w:r w:rsidRPr="00801079">
              <w:rPr>
                <w:rtl/>
              </w:rPr>
              <w:t xml:space="preserve"> الهاشمي</w:t>
            </w:r>
            <w:r w:rsidR="00D8054C">
              <w:rPr>
                <w:rtl/>
              </w:rPr>
              <w:t>،</w:t>
            </w:r>
            <w:r w:rsidRPr="00801079">
              <w:rPr>
                <w:rtl/>
              </w:rPr>
              <w:t xml:space="preserve"> العلوي </w:t>
            </w:r>
          </w:p>
        </w:tc>
        <w:tc>
          <w:tcPr>
            <w:tcW w:w="1908" w:type="dxa"/>
          </w:tcPr>
          <w:p w:rsidR="008867CD" w:rsidRPr="007E0B1D" w:rsidRDefault="008867CD" w:rsidP="008867CD">
            <w:pPr>
              <w:pStyle w:val="libCenter"/>
              <w:rPr>
                <w:rtl/>
              </w:rPr>
            </w:pPr>
            <w:r w:rsidRPr="00801079">
              <w:rPr>
                <w:rtl/>
              </w:rPr>
              <w:t>100</w:t>
            </w:r>
          </w:p>
        </w:tc>
      </w:tr>
      <w:tr w:rsidR="008867CD" w:rsidRPr="007E0B1D" w:rsidTr="00AE355E">
        <w:tc>
          <w:tcPr>
            <w:tcW w:w="5679" w:type="dxa"/>
          </w:tcPr>
          <w:p w:rsidR="008867CD" w:rsidRPr="00801079" w:rsidRDefault="008867CD" w:rsidP="008867CD">
            <w:pPr>
              <w:pStyle w:val="libNormal0"/>
              <w:rPr>
                <w:rFonts w:hint="cs"/>
                <w:rtl/>
              </w:rPr>
            </w:pPr>
            <w:r w:rsidRPr="00801079">
              <w:rPr>
                <w:rtl/>
              </w:rPr>
              <w:t xml:space="preserve">عبيد الله بن محمّد الرازي </w:t>
            </w:r>
          </w:p>
        </w:tc>
        <w:tc>
          <w:tcPr>
            <w:tcW w:w="1908" w:type="dxa"/>
          </w:tcPr>
          <w:p w:rsidR="008867CD" w:rsidRPr="007E0B1D" w:rsidRDefault="008867CD" w:rsidP="008867CD">
            <w:pPr>
              <w:pStyle w:val="libCenter"/>
              <w:rPr>
                <w:rtl/>
              </w:rPr>
            </w:pPr>
            <w:r w:rsidRPr="00801079">
              <w:rPr>
                <w:rtl/>
              </w:rPr>
              <w:t>101</w:t>
            </w:r>
          </w:p>
        </w:tc>
      </w:tr>
      <w:tr w:rsidR="008867CD" w:rsidRPr="007E0B1D" w:rsidTr="00AE355E">
        <w:tc>
          <w:tcPr>
            <w:tcW w:w="5679" w:type="dxa"/>
          </w:tcPr>
          <w:p w:rsidR="008867CD" w:rsidRPr="00801079" w:rsidRDefault="008867CD" w:rsidP="008867CD">
            <w:pPr>
              <w:pStyle w:val="libNormal0"/>
              <w:rPr>
                <w:rFonts w:hint="cs"/>
                <w:rtl/>
              </w:rPr>
            </w:pPr>
            <w:r w:rsidRPr="00801079">
              <w:rPr>
                <w:rtl/>
              </w:rPr>
              <w:t>عثمان بن سعيد العمري</w:t>
            </w:r>
            <w:r w:rsidR="00D8054C">
              <w:rPr>
                <w:rtl/>
              </w:rPr>
              <w:t>،</w:t>
            </w:r>
            <w:r w:rsidRPr="00801079">
              <w:rPr>
                <w:rtl/>
              </w:rPr>
              <w:t xml:space="preserve"> وقيل العمروي</w:t>
            </w:r>
            <w:r w:rsidR="00D8054C">
              <w:rPr>
                <w:rtl/>
              </w:rPr>
              <w:t>،</w:t>
            </w:r>
            <w:r w:rsidRPr="00801079">
              <w:rPr>
                <w:rtl/>
              </w:rPr>
              <w:t xml:space="preserve"> السمان</w:t>
            </w:r>
            <w:r w:rsidR="00D8054C">
              <w:rPr>
                <w:rtl/>
              </w:rPr>
              <w:t>،</w:t>
            </w:r>
            <w:r w:rsidRPr="00801079">
              <w:rPr>
                <w:rtl/>
              </w:rPr>
              <w:t xml:space="preserve"> وقيل الزيات</w:t>
            </w:r>
            <w:r w:rsidR="00D8054C">
              <w:rPr>
                <w:rtl/>
              </w:rPr>
              <w:t>،</w:t>
            </w:r>
            <w:r w:rsidRPr="00801079">
              <w:rPr>
                <w:rtl/>
              </w:rPr>
              <w:t xml:space="preserve"> الأسدي </w:t>
            </w:r>
          </w:p>
        </w:tc>
        <w:tc>
          <w:tcPr>
            <w:tcW w:w="1908" w:type="dxa"/>
          </w:tcPr>
          <w:p w:rsidR="008867CD" w:rsidRPr="007E0B1D" w:rsidRDefault="008867CD" w:rsidP="008867CD">
            <w:pPr>
              <w:pStyle w:val="libCenter"/>
              <w:rPr>
                <w:rtl/>
              </w:rPr>
            </w:pPr>
            <w:r w:rsidRPr="00801079">
              <w:rPr>
                <w:rtl/>
              </w:rPr>
              <w:t>102</w:t>
            </w:r>
          </w:p>
        </w:tc>
      </w:tr>
      <w:tr w:rsidR="008867CD" w:rsidRPr="007E0B1D" w:rsidTr="00AE355E">
        <w:tc>
          <w:tcPr>
            <w:tcW w:w="5679" w:type="dxa"/>
          </w:tcPr>
          <w:p w:rsidR="008867CD" w:rsidRPr="00801079" w:rsidRDefault="008867CD" w:rsidP="008867CD">
            <w:pPr>
              <w:pStyle w:val="libNormal0"/>
              <w:rPr>
                <w:rFonts w:hint="cs"/>
                <w:rtl/>
              </w:rPr>
            </w:pPr>
            <w:r w:rsidRPr="00801079">
              <w:rPr>
                <w:rtl/>
              </w:rPr>
              <w:t>عثمان بن عيسى العامري</w:t>
            </w:r>
            <w:r w:rsidR="00D8054C">
              <w:rPr>
                <w:rtl/>
              </w:rPr>
              <w:t>،</w:t>
            </w:r>
            <w:r w:rsidRPr="00801079">
              <w:rPr>
                <w:rtl/>
              </w:rPr>
              <w:t xml:space="preserve"> الكلابي</w:t>
            </w:r>
            <w:r w:rsidR="00D8054C">
              <w:rPr>
                <w:rtl/>
              </w:rPr>
              <w:t>،</w:t>
            </w:r>
            <w:r w:rsidRPr="00801079">
              <w:rPr>
                <w:rtl/>
              </w:rPr>
              <w:t xml:space="preserve"> الرواسي</w:t>
            </w:r>
            <w:r w:rsidR="00D8054C">
              <w:rPr>
                <w:rtl/>
              </w:rPr>
              <w:t>،</w:t>
            </w:r>
            <w:r w:rsidRPr="00801079">
              <w:rPr>
                <w:rtl/>
              </w:rPr>
              <w:t xml:space="preserve"> الكوفي </w:t>
            </w:r>
          </w:p>
        </w:tc>
        <w:tc>
          <w:tcPr>
            <w:tcW w:w="1908" w:type="dxa"/>
          </w:tcPr>
          <w:p w:rsidR="008867CD" w:rsidRPr="007E0B1D" w:rsidRDefault="008867CD" w:rsidP="008867CD">
            <w:pPr>
              <w:pStyle w:val="libCenter"/>
              <w:rPr>
                <w:rtl/>
              </w:rPr>
            </w:pPr>
            <w:r w:rsidRPr="00801079">
              <w:rPr>
                <w:rtl/>
              </w:rPr>
              <w:t>103</w:t>
            </w:r>
          </w:p>
        </w:tc>
      </w:tr>
      <w:tr w:rsidR="008867CD" w:rsidRPr="007E0B1D" w:rsidTr="00AE355E">
        <w:tc>
          <w:tcPr>
            <w:tcW w:w="5679" w:type="dxa"/>
          </w:tcPr>
          <w:p w:rsidR="008867CD" w:rsidRPr="00801079" w:rsidRDefault="008867CD" w:rsidP="008867CD">
            <w:pPr>
              <w:pStyle w:val="libNormal0"/>
              <w:rPr>
                <w:rFonts w:hint="cs"/>
                <w:rtl/>
              </w:rPr>
            </w:pPr>
            <w:r w:rsidRPr="00801079">
              <w:rPr>
                <w:rtl/>
              </w:rPr>
              <w:t>علي بن أسباط بن سالم الكندي</w:t>
            </w:r>
            <w:r w:rsidR="00D8054C">
              <w:rPr>
                <w:rtl/>
              </w:rPr>
              <w:t>،</w:t>
            </w:r>
            <w:r w:rsidRPr="00801079">
              <w:rPr>
                <w:rtl/>
              </w:rPr>
              <w:t xml:space="preserve"> الكوفي</w:t>
            </w:r>
            <w:r w:rsidR="00D8054C">
              <w:rPr>
                <w:rtl/>
              </w:rPr>
              <w:t>،</w:t>
            </w:r>
            <w:r w:rsidRPr="00801079">
              <w:rPr>
                <w:rtl/>
              </w:rPr>
              <w:t xml:space="preserve"> بياع الزطي </w:t>
            </w:r>
          </w:p>
        </w:tc>
        <w:tc>
          <w:tcPr>
            <w:tcW w:w="1908" w:type="dxa"/>
          </w:tcPr>
          <w:p w:rsidR="008867CD" w:rsidRPr="007E0B1D" w:rsidRDefault="008867CD" w:rsidP="008867CD">
            <w:pPr>
              <w:pStyle w:val="libCenter"/>
              <w:rPr>
                <w:rtl/>
              </w:rPr>
            </w:pPr>
            <w:r w:rsidRPr="00801079">
              <w:rPr>
                <w:rtl/>
              </w:rPr>
              <w:t>104</w:t>
            </w:r>
          </w:p>
        </w:tc>
      </w:tr>
      <w:tr w:rsidR="008867CD" w:rsidRPr="007E0B1D" w:rsidTr="00AE355E">
        <w:tc>
          <w:tcPr>
            <w:tcW w:w="5679" w:type="dxa"/>
          </w:tcPr>
          <w:p w:rsidR="008867CD" w:rsidRPr="00801079" w:rsidRDefault="008867CD" w:rsidP="008867CD">
            <w:pPr>
              <w:pStyle w:val="libNormal0"/>
              <w:rPr>
                <w:rFonts w:hint="cs"/>
                <w:rtl/>
              </w:rPr>
            </w:pPr>
            <w:r w:rsidRPr="00801079">
              <w:rPr>
                <w:rtl/>
              </w:rPr>
              <w:t xml:space="preserve">علي بن بلال البغدادي </w:t>
            </w:r>
          </w:p>
        </w:tc>
        <w:tc>
          <w:tcPr>
            <w:tcW w:w="1908" w:type="dxa"/>
          </w:tcPr>
          <w:p w:rsidR="008867CD" w:rsidRPr="007E0B1D" w:rsidRDefault="008867CD" w:rsidP="008867CD">
            <w:pPr>
              <w:pStyle w:val="libCenter"/>
              <w:rPr>
                <w:rtl/>
              </w:rPr>
            </w:pPr>
            <w:r w:rsidRPr="00801079">
              <w:rPr>
                <w:rtl/>
              </w:rPr>
              <w:t>105</w:t>
            </w:r>
          </w:p>
        </w:tc>
      </w:tr>
      <w:tr w:rsidR="008867CD" w:rsidRPr="007E0B1D" w:rsidTr="00AE355E">
        <w:tc>
          <w:tcPr>
            <w:tcW w:w="5679" w:type="dxa"/>
          </w:tcPr>
          <w:p w:rsidR="008867CD" w:rsidRPr="00801079" w:rsidRDefault="008867CD" w:rsidP="008867CD">
            <w:pPr>
              <w:pStyle w:val="libNormal0"/>
              <w:rPr>
                <w:rFonts w:hint="cs"/>
                <w:rtl/>
              </w:rPr>
            </w:pPr>
            <w:r w:rsidRPr="00801079">
              <w:rPr>
                <w:rtl/>
              </w:rPr>
              <w:t xml:space="preserve">أبو علي بن بلال </w:t>
            </w:r>
          </w:p>
        </w:tc>
        <w:tc>
          <w:tcPr>
            <w:tcW w:w="1908" w:type="dxa"/>
          </w:tcPr>
          <w:p w:rsidR="008867CD" w:rsidRPr="007E0B1D" w:rsidRDefault="008867CD" w:rsidP="008867CD">
            <w:pPr>
              <w:pStyle w:val="libCenter"/>
              <w:rPr>
                <w:rtl/>
              </w:rPr>
            </w:pPr>
            <w:r w:rsidRPr="00801079">
              <w:rPr>
                <w:rtl/>
              </w:rPr>
              <w:t>106</w:t>
            </w:r>
          </w:p>
        </w:tc>
      </w:tr>
      <w:tr w:rsidR="008867CD" w:rsidRPr="007E0B1D" w:rsidTr="00AE355E">
        <w:tc>
          <w:tcPr>
            <w:tcW w:w="5679" w:type="dxa"/>
          </w:tcPr>
          <w:p w:rsidR="008867CD" w:rsidRPr="002867EF" w:rsidRDefault="008867CD" w:rsidP="008867CD">
            <w:pPr>
              <w:pStyle w:val="libNormal0"/>
              <w:rPr>
                <w:rFonts w:hint="cs"/>
                <w:rtl/>
              </w:rPr>
            </w:pPr>
            <w:r w:rsidRPr="002867EF">
              <w:rPr>
                <w:rtl/>
              </w:rPr>
              <w:t xml:space="preserve">علي بن جعفر الصادق </w:t>
            </w:r>
            <w:r w:rsidR="00D8054C" w:rsidRPr="00D8054C">
              <w:rPr>
                <w:rStyle w:val="libAlaemChar"/>
                <w:rtl/>
              </w:rPr>
              <w:t>عليه‌السلام</w:t>
            </w:r>
            <w:r w:rsidRPr="002867EF">
              <w:rPr>
                <w:rtl/>
              </w:rPr>
              <w:t xml:space="preserve"> القرشي</w:t>
            </w:r>
            <w:r w:rsidR="00D8054C">
              <w:rPr>
                <w:rtl/>
              </w:rPr>
              <w:t>،</w:t>
            </w:r>
            <w:r w:rsidRPr="002867EF">
              <w:rPr>
                <w:rtl/>
              </w:rPr>
              <w:t xml:space="preserve"> الهاشمي</w:t>
            </w:r>
            <w:r w:rsidR="00D8054C">
              <w:rPr>
                <w:rtl/>
              </w:rPr>
              <w:t>،</w:t>
            </w:r>
            <w:r w:rsidRPr="002867EF">
              <w:rPr>
                <w:rtl/>
              </w:rPr>
              <w:t xml:space="preserve"> المدني</w:t>
            </w:r>
            <w:r w:rsidR="00D8054C">
              <w:rPr>
                <w:rtl/>
              </w:rPr>
              <w:t>،</w:t>
            </w:r>
            <w:r w:rsidRPr="002867EF">
              <w:rPr>
                <w:rtl/>
              </w:rPr>
              <w:t xml:space="preserve"> العريضي </w:t>
            </w:r>
          </w:p>
        </w:tc>
        <w:tc>
          <w:tcPr>
            <w:tcW w:w="1908" w:type="dxa"/>
          </w:tcPr>
          <w:p w:rsidR="008867CD" w:rsidRPr="007E0B1D" w:rsidRDefault="008867CD" w:rsidP="008867CD">
            <w:pPr>
              <w:pStyle w:val="libCenter"/>
              <w:rPr>
                <w:rtl/>
              </w:rPr>
            </w:pPr>
            <w:r w:rsidRPr="002867EF">
              <w:rPr>
                <w:rtl/>
              </w:rPr>
              <w:t>107</w:t>
            </w:r>
          </w:p>
        </w:tc>
      </w:tr>
      <w:tr w:rsidR="008867CD" w:rsidRPr="007E0B1D" w:rsidTr="00AE355E">
        <w:tc>
          <w:tcPr>
            <w:tcW w:w="5679" w:type="dxa"/>
          </w:tcPr>
          <w:p w:rsidR="008867CD" w:rsidRPr="002867EF" w:rsidRDefault="008867CD" w:rsidP="008867CD">
            <w:pPr>
              <w:pStyle w:val="libNormal0"/>
              <w:rPr>
                <w:rFonts w:hint="cs"/>
                <w:rtl/>
              </w:rPr>
            </w:pPr>
            <w:r w:rsidRPr="002867EF">
              <w:rPr>
                <w:rtl/>
              </w:rPr>
              <w:t>علي بن حديد بن حكيم الأزدي</w:t>
            </w:r>
            <w:r w:rsidR="00D8054C">
              <w:rPr>
                <w:rtl/>
              </w:rPr>
              <w:t>،</w:t>
            </w:r>
            <w:r w:rsidRPr="002867EF">
              <w:rPr>
                <w:rtl/>
              </w:rPr>
              <w:t xml:space="preserve"> الكوفي</w:t>
            </w:r>
            <w:r w:rsidR="00D8054C">
              <w:rPr>
                <w:rtl/>
              </w:rPr>
              <w:t>،</w:t>
            </w:r>
            <w:r w:rsidRPr="002867EF">
              <w:rPr>
                <w:rtl/>
              </w:rPr>
              <w:t xml:space="preserve"> المدائني</w:t>
            </w:r>
            <w:r w:rsidR="00D8054C">
              <w:rPr>
                <w:rtl/>
              </w:rPr>
              <w:t>،</w:t>
            </w:r>
            <w:r w:rsidRPr="002867EF">
              <w:rPr>
                <w:rtl/>
              </w:rPr>
              <w:t xml:space="preserve"> الساباطي </w:t>
            </w:r>
          </w:p>
        </w:tc>
        <w:tc>
          <w:tcPr>
            <w:tcW w:w="1908" w:type="dxa"/>
          </w:tcPr>
          <w:p w:rsidR="008867CD" w:rsidRPr="007E0B1D" w:rsidRDefault="008867CD" w:rsidP="008867CD">
            <w:pPr>
              <w:pStyle w:val="libCenter"/>
              <w:rPr>
                <w:rtl/>
              </w:rPr>
            </w:pPr>
            <w:r w:rsidRPr="002867EF">
              <w:rPr>
                <w:rtl/>
              </w:rPr>
              <w:t>108</w:t>
            </w:r>
          </w:p>
        </w:tc>
      </w:tr>
      <w:tr w:rsidR="008867CD" w:rsidRPr="007E0B1D" w:rsidTr="00AE355E">
        <w:tc>
          <w:tcPr>
            <w:tcW w:w="5679" w:type="dxa"/>
          </w:tcPr>
          <w:p w:rsidR="008867CD" w:rsidRPr="002867EF" w:rsidRDefault="008867CD" w:rsidP="008867CD">
            <w:pPr>
              <w:pStyle w:val="libNormal0"/>
              <w:rPr>
                <w:rFonts w:hint="cs"/>
                <w:rtl/>
              </w:rPr>
            </w:pPr>
            <w:r w:rsidRPr="002867EF">
              <w:rPr>
                <w:rtl/>
              </w:rPr>
              <w:t>علي بن حسان الواسطي</w:t>
            </w:r>
            <w:r w:rsidR="00D8054C">
              <w:rPr>
                <w:rtl/>
              </w:rPr>
              <w:t>،</w:t>
            </w:r>
            <w:r w:rsidRPr="002867EF">
              <w:rPr>
                <w:rtl/>
              </w:rPr>
              <w:t xml:space="preserve"> القصير</w:t>
            </w:r>
            <w:r w:rsidR="00D8054C">
              <w:rPr>
                <w:rtl/>
              </w:rPr>
              <w:t>،</w:t>
            </w:r>
            <w:r w:rsidRPr="002867EF">
              <w:rPr>
                <w:rtl/>
              </w:rPr>
              <w:t xml:space="preserve"> المنمس </w:t>
            </w:r>
          </w:p>
        </w:tc>
        <w:tc>
          <w:tcPr>
            <w:tcW w:w="1908" w:type="dxa"/>
          </w:tcPr>
          <w:p w:rsidR="008867CD" w:rsidRPr="007E0B1D" w:rsidRDefault="008867CD" w:rsidP="008867CD">
            <w:pPr>
              <w:pStyle w:val="libCenter"/>
              <w:rPr>
                <w:rtl/>
              </w:rPr>
            </w:pPr>
            <w:r w:rsidRPr="002867EF">
              <w:rPr>
                <w:rtl/>
              </w:rPr>
              <w:t>109</w:t>
            </w:r>
          </w:p>
        </w:tc>
      </w:tr>
      <w:tr w:rsidR="008867CD" w:rsidRPr="007E0B1D" w:rsidTr="00AE355E">
        <w:tc>
          <w:tcPr>
            <w:tcW w:w="5679" w:type="dxa"/>
          </w:tcPr>
          <w:p w:rsidR="008867CD" w:rsidRPr="002867EF" w:rsidRDefault="008867CD" w:rsidP="008867CD">
            <w:pPr>
              <w:pStyle w:val="libNormal0"/>
              <w:rPr>
                <w:rFonts w:hint="cs"/>
                <w:rtl/>
              </w:rPr>
            </w:pPr>
            <w:r w:rsidRPr="002867EF">
              <w:rPr>
                <w:rtl/>
              </w:rPr>
              <w:t>علي بن الحسين</w:t>
            </w:r>
            <w:r w:rsidR="00D8054C">
              <w:rPr>
                <w:rtl/>
              </w:rPr>
              <w:t>،</w:t>
            </w:r>
            <w:r w:rsidRPr="002867EF">
              <w:rPr>
                <w:rtl/>
              </w:rPr>
              <w:t xml:space="preserve"> وقيل الحسن بن علي بن عمر الهاشمي</w:t>
            </w:r>
            <w:r w:rsidR="00D8054C">
              <w:rPr>
                <w:rtl/>
              </w:rPr>
              <w:t>،</w:t>
            </w:r>
            <w:r w:rsidRPr="002867EF">
              <w:rPr>
                <w:rtl/>
              </w:rPr>
              <w:t xml:space="preserve"> العسكري </w:t>
            </w:r>
          </w:p>
        </w:tc>
        <w:tc>
          <w:tcPr>
            <w:tcW w:w="1908" w:type="dxa"/>
          </w:tcPr>
          <w:p w:rsidR="008867CD" w:rsidRPr="007E0B1D" w:rsidRDefault="008867CD" w:rsidP="008867CD">
            <w:pPr>
              <w:pStyle w:val="libCenter"/>
              <w:rPr>
                <w:rtl/>
              </w:rPr>
            </w:pPr>
            <w:r w:rsidRPr="002867EF">
              <w:rPr>
                <w:rtl/>
              </w:rPr>
              <w:t>110</w:t>
            </w:r>
          </w:p>
        </w:tc>
      </w:tr>
      <w:tr w:rsidR="008867CD" w:rsidRPr="007E0B1D" w:rsidTr="00AE355E">
        <w:tc>
          <w:tcPr>
            <w:tcW w:w="5679" w:type="dxa"/>
          </w:tcPr>
          <w:p w:rsidR="008867CD" w:rsidRPr="002867EF" w:rsidRDefault="008867CD" w:rsidP="008867CD">
            <w:pPr>
              <w:pStyle w:val="libNormal0"/>
              <w:rPr>
                <w:rFonts w:hint="cs"/>
                <w:rtl/>
              </w:rPr>
            </w:pPr>
            <w:r w:rsidRPr="002867EF">
              <w:rPr>
                <w:rtl/>
              </w:rPr>
              <w:t>علي بن الحكم بن الزبير النخعي</w:t>
            </w:r>
            <w:r w:rsidR="00D8054C">
              <w:rPr>
                <w:rtl/>
              </w:rPr>
              <w:t>،</w:t>
            </w:r>
            <w:r w:rsidRPr="002867EF">
              <w:rPr>
                <w:rtl/>
              </w:rPr>
              <w:t xml:space="preserve"> الكوفي</w:t>
            </w:r>
            <w:r w:rsidR="00D8054C">
              <w:rPr>
                <w:rtl/>
              </w:rPr>
              <w:t>،</w:t>
            </w:r>
            <w:r w:rsidRPr="002867EF">
              <w:rPr>
                <w:rtl/>
              </w:rPr>
              <w:t xml:space="preserve"> الأنباري</w:t>
            </w:r>
            <w:r w:rsidR="00D8054C">
              <w:rPr>
                <w:rtl/>
              </w:rPr>
              <w:t>،</w:t>
            </w:r>
            <w:r w:rsidRPr="002867EF">
              <w:rPr>
                <w:rtl/>
              </w:rPr>
              <w:t xml:space="preserve"> الضرير </w:t>
            </w:r>
          </w:p>
        </w:tc>
        <w:tc>
          <w:tcPr>
            <w:tcW w:w="1908" w:type="dxa"/>
          </w:tcPr>
          <w:p w:rsidR="008867CD" w:rsidRPr="007E0B1D" w:rsidRDefault="008867CD" w:rsidP="008867CD">
            <w:pPr>
              <w:pStyle w:val="libCenter"/>
              <w:rPr>
                <w:rtl/>
              </w:rPr>
            </w:pPr>
            <w:r w:rsidRPr="002867EF">
              <w:rPr>
                <w:rtl/>
              </w:rPr>
              <w:t>111</w:t>
            </w:r>
          </w:p>
        </w:tc>
      </w:tr>
      <w:tr w:rsidR="008867CD" w:rsidRPr="007E0B1D" w:rsidTr="00AE355E">
        <w:tc>
          <w:tcPr>
            <w:tcW w:w="5679" w:type="dxa"/>
          </w:tcPr>
          <w:p w:rsidR="008867CD" w:rsidRPr="00EF3FCB" w:rsidRDefault="008867CD" w:rsidP="008867CD">
            <w:pPr>
              <w:pStyle w:val="libNormal0"/>
              <w:rPr>
                <w:rFonts w:hint="cs"/>
                <w:rtl/>
              </w:rPr>
            </w:pPr>
            <w:r w:rsidRPr="00EF3FCB">
              <w:rPr>
                <w:rtl/>
              </w:rPr>
              <w:t xml:space="preserve">علي بن عاصم الكوفي </w:t>
            </w:r>
          </w:p>
        </w:tc>
        <w:tc>
          <w:tcPr>
            <w:tcW w:w="1908" w:type="dxa"/>
          </w:tcPr>
          <w:p w:rsidR="008867CD" w:rsidRPr="007E0B1D" w:rsidRDefault="008867CD" w:rsidP="008867CD">
            <w:pPr>
              <w:pStyle w:val="libCenter"/>
              <w:rPr>
                <w:rtl/>
              </w:rPr>
            </w:pPr>
            <w:r w:rsidRPr="00EF3FCB">
              <w:rPr>
                <w:rtl/>
              </w:rPr>
              <w:t>112</w:t>
            </w:r>
          </w:p>
        </w:tc>
      </w:tr>
      <w:tr w:rsidR="008867CD" w:rsidRPr="007E0B1D" w:rsidTr="00AE355E">
        <w:tc>
          <w:tcPr>
            <w:tcW w:w="5679" w:type="dxa"/>
          </w:tcPr>
          <w:p w:rsidR="008867CD" w:rsidRPr="00EF3FCB" w:rsidRDefault="008867CD" w:rsidP="008867CD">
            <w:pPr>
              <w:pStyle w:val="libNormal0"/>
              <w:rPr>
                <w:rFonts w:hint="cs"/>
                <w:rtl/>
              </w:rPr>
            </w:pPr>
            <w:r w:rsidRPr="00EF3FCB">
              <w:rPr>
                <w:rtl/>
              </w:rPr>
              <w:t>علي بن عبد الله القمي</w:t>
            </w:r>
            <w:r w:rsidR="00D8054C">
              <w:rPr>
                <w:rtl/>
              </w:rPr>
              <w:t>،</w:t>
            </w:r>
            <w:r w:rsidRPr="00EF3FCB">
              <w:rPr>
                <w:rtl/>
              </w:rPr>
              <w:t xml:space="preserve"> العطار </w:t>
            </w:r>
          </w:p>
        </w:tc>
        <w:tc>
          <w:tcPr>
            <w:tcW w:w="1908" w:type="dxa"/>
          </w:tcPr>
          <w:p w:rsidR="008867CD" w:rsidRPr="007E0B1D" w:rsidRDefault="008867CD" w:rsidP="008867CD">
            <w:pPr>
              <w:pStyle w:val="libCenter"/>
              <w:rPr>
                <w:rtl/>
              </w:rPr>
            </w:pPr>
            <w:r w:rsidRPr="00EF3FCB">
              <w:rPr>
                <w:rtl/>
              </w:rPr>
              <w:t>113</w:t>
            </w:r>
          </w:p>
        </w:tc>
      </w:tr>
      <w:tr w:rsidR="008867CD" w:rsidRPr="007E0B1D" w:rsidTr="00AE355E">
        <w:tc>
          <w:tcPr>
            <w:tcW w:w="5679" w:type="dxa"/>
          </w:tcPr>
          <w:p w:rsidR="008867CD" w:rsidRPr="00EF3FCB" w:rsidRDefault="008867CD" w:rsidP="008867CD">
            <w:pPr>
              <w:pStyle w:val="libNormal0"/>
              <w:rPr>
                <w:rFonts w:hint="cs"/>
                <w:rtl/>
              </w:rPr>
            </w:pPr>
            <w:r w:rsidRPr="00EF3FCB">
              <w:rPr>
                <w:rtl/>
              </w:rPr>
              <w:t xml:space="preserve">علي بن عبد الله المدائني </w:t>
            </w:r>
          </w:p>
        </w:tc>
        <w:tc>
          <w:tcPr>
            <w:tcW w:w="1908" w:type="dxa"/>
          </w:tcPr>
          <w:p w:rsidR="008867CD" w:rsidRPr="007E0B1D" w:rsidRDefault="008867CD" w:rsidP="008867CD">
            <w:pPr>
              <w:pStyle w:val="libCenter"/>
              <w:rPr>
                <w:rtl/>
              </w:rPr>
            </w:pPr>
            <w:r w:rsidRPr="00EF3FCB">
              <w:rPr>
                <w:rtl/>
              </w:rPr>
              <w:t>114</w:t>
            </w:r>
          </w:p>
        </w:tc>
      </w:tr>
      <w:tr w:rsidR="008867CD" w:rsidRPr="007E0B1D" w:rsidTr="00AE355E">
        <w:tc>
          <w:tcPr>
            <w:tcW w:w="5679" w:type="dxa"/>
          </w:tcPr>
          <w:p w:rsidR="008867CD" w:rsidRPr="00EF3FCB" w:rsidRDefault="008867CD" w:rsidP="008867CD">
            <w:pPr>
              <w:pStyle w:val="libNormal0"/>
              <w:rPr>
                <w:rFonts w:hint="cs"/>
                <w:rtl/>
              </w:rPr>
            </w:pPr>
            <w:r w:rsidRPr="00EF3FCB">
              <w:rPr>
                <w:rtl/>
              </w:rPr>
              <w:t xml:space="preserve">علي بن عبد الملك القمي </w:t>
            </w:r>
          </w:p>
        </w:tc>
        <w:tc>
          <w:tcPr>
            <w:tcW w:w="1908" w:type="dxa"/>
          </w:tcPr>
          <w:p w:rsidR="008867CD" w:rsidRPr="007E0B1D" w:rsidRDefault="008867CD" w:rsidP="008867CD">
            <w:pPr>
              <w:pStyle w:val="libCenter"/>
              <w:rPr>
                <w:rtl/>
              </w:rPr>
            </w:pPr>
            <w:r w:rsidRPr="00EF3FCB">
              <w:rPr>
                <w:rtl/>
              </w:rPr>
              <w:t>115</w:t>
            </w:r>
          </w:p>
        </w:tc>
      </w:tr>
      <w:tr w:rsidR="008867CD" w:rsidRPr="007E0B1D" w:rsidTr="00AE355E">
        <w:tc>
          <w:tcPr>
            <w:tcW w:w="5679" w:type="dxa"/>
          </w:tcPr>
          <w:p w:rsidR="008867CD" w:rsidRPr="00EF3FCB" w:rsidRDefault="008867CD" w:rsidP="008867CD">
            <w:pPr>
              <w:pStyle w:val="libNormal0"/>
              <w:rPr>
                <w:rFonts w:hint="cs"/>
                <w:rtl/>
              </w:rPr>
            </w:pPr>
            <w:r w:rsidRPr="00EF3FCB">
              <w:rPr>
                <w:rtl/>
              </w:rPr>
              <w:t xml:space="preserve">علي بن محمّد بن سليمان النوفلي </w:t>
            </w:r>
          </w:p>
        </w:tc>
        <w:tc>
          <w:tcPr>
            <w:tcW w:w="1908" w:type="dxa"/>
          </w:tcPr>
          <w:p w:rsidR="008867CD" w:rsidRPr="007E0B1D" w:rsidRDefault="008867CD" w:rsidP="008867CD">
            <w:pPr>
              <w:pStyle w:val="libCenter"/>
              <w:rPr>
                <w:rtl/>
              </w:rPr>
            </w:pPr>
            <w:r w:rsidRPr="00EF3FCB">
              <w:rPr>
                <w:rtl/>
              </w:rPr>
              <w:t>116</w:t>
            </w:r>
          </w:p>
        </w:tc>
      </w:tr>
      <w:tr w:rsidR="008867CD" w:rsidRPr="007E0B1D" w:rsidTr="00AE355E">
        <w:tc>
          <w:tcPr>
            <w:tcW w:w="5679" w:type="dxa"/>
          </w:tcPr>
          <w:p w:rsidR="008867CD" w:rsidRPr="00EF3FCB" w:rsidRDefault="008867CD" w:rsidP="008867CD">
            <w:pPr>
              <w:pStyle w:val="libNormal0"/>
              <w:rPr>
                <w:rFonts w:hint="cs"/>
                <w:rtl/>
              </w:rPr>
            </w:pPr>
            <w:r w:rsidRPr="00EF3FCB">
              <w:rPr>
                <w:rtl/>
              </w:rPr>
              <w:t>علي بن محمّد بن علي العلوي</w:t>
            </w:r>
            <w:r w:rsidR="00D8054C">
              <w:rPr>
                <w:rtl/>
              </w:rPr>
              <w:t>،</w:t>
            </w:r>
            <w:r w:rsidRPr="00EF3FCB">
              <w:rPr>
                <w:rtl/>
              </w:rPr>
              <w:t xml:space="preserve"> الحسني </w:t>
            </w:r>
          </w:p>
        </w:tc>
        <w:tc>
          <w:tcPr>
            <w:tcW w:w="1908" w:type="dxa"/>
          </w:tcPr>
          <w:p w:rsidR="008867CD" w:rsidRPr="007E0B1D" w:rsidRDefault="008867CD" w:rsidP="008867CD">
            <w:pPr>
              <w:pStyle w:val="libCenter"/>
              <w:rPr>
                <w:rtl/>
              </w:rPr>
            </w:pPr>
            <w:r w:rsidRPr="00EF3FCB">
              <w:rPr>
                <w:rtl/>
              </w:rPr>
              <w:t>117</w:t>
            </w:r>
          </w:p>
        </w:tc>
      </w:tr>
      <w:tr w:rsidR="008867CD" w:rsidRPr="007E0B1D" w:rsidTr="00AE355E">
        <w:tc>
          <w:tcPr>
            <w:tcW w:w="5679" w:type="dxa"/>
          </w:tcPr>
          <w:p w:rsidR="008867CD" w:rsidRPr="00EF3FCB" w:rsidRDefault="008867CD" w:rsidP="008867CD">
            <w:pPr>
              <w:pStyle w:val="libNormal0"/>
              <w:rPr>
                <w:rFonts w:hint="cs"/>
                <w:rtl/>
              </w:rPr>
            </w:pPr>
            <w:r w:rsidRPr="00EF3FCB">
              <w:rPr>
                <w:rtl/>
              </w:rPr>
              <w:t xml:space="preserve">علي بن محمّد القلانسي </w:t>
            </w:r>
          </w:p>
        </w:tc>
        <w:tc>
          <w:tcPr>
            <w:tcW w:w="1908" w:type="dxa"/>
          </w:tcPr>
          <w:p w:rsidR="008867CD" w:rsidRPr="007E0B1D" w:rsidRDefault="008867CD" w:rsidP="008867CD">
            <w:pPr>
              <w:pStyle w:val="libCenter"/>
              <w:rPr>
                <w:rtl/>
              </w:rPr>
            </w:pPr>
            <w:r w:rsidRPr="00EF3FCB">
              <w:rPr>
                <w:rtl/>
              </w:rPr>
              <w:t>118</w:t>
            </w:r>
          </w:p>
        </w:tc>
      </w:tr>
      <w:tr w:rsidR="008867CD" w:rsidRPr="007E0B1D" w:rsidTr="00AE355E">
        <w:tc>
          <w:tcPr>
            <w:tcW w:w="5679" w:type="dxa"/>
          </w:tcPr>
          <w:p w:rsidR="008867CD" w:rsidRPr="00EF3FCB" w:rsidRDefault="008867CD" w:rsidP="008867CD">
            <w:pPr>
              <w:pStyle w:val="libNormal0"/>
              <w:rPr>
                <w:rtl/>
              </w:rPr>
            </w:pPr>
            <w:r w:rsidRPr="00EF3FCB">
              <w:rPr>
                <w:rtl/>
              </w:rPr>
              <w:t xml:space="preserve">علي بن محمّد بن هارون بن الحسن بن محبوب </w:t>
            </w:r>
          </w:p>
        </w:tc>
        <w:tc>
          <w:tcPr>
            <w:tcW w:w="1908" w:type="dxa"/>
          </w:tcPr>
          <w:p w:rsidR="008867CD" w:rsidRPr="007E0B1D" w:rsidRDefault="008867CD" w:rsidP="008867CD">
            <w:pPr>
              <w:pStyle w:val="libCenter"/>
              <w:rPr>
                <w:rtl/>
              </w:rPr>
            </w:pPr>
            <w:r w:rsidRPr="00EF3FCB">
              <w:rPr>
                <w:rtl/>
              </w:rPr>
              <w:t>119</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7E0B1D"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7E0B1D" w:rsidRDefault="008867CD" w:rsidP="008867CD">
            <w:pPr>
              <w:pStyle w:val="libCenterBold2"/>
              <w:rPr>
                <w:rtl/>
              </w:rPr>
            </w:pPr>
            <w:r w:rsidRPr="007E0B1D">
              <w:rPr>
                <w:rtl/>
              </w:rPr>
              <w:t>رقم الترجمة</w:t>
            </w:r>
          </w:p>
        </w:tc>
      </w:tr>
      <w:tr w:rsidR="008867CD" w:rsidRPr="007E0B1D" w:rsidTr="00AE355E">
        <w:tc>
          <w:tcPr>
            <w:tcW w:w="5679" w:type="dxa"/>
          </w:tcPr>
          <w:p w:rsidR="008867CD" w:rsidRPr="00DB668E" w:rsidRDefault="008867CD" w:rsidP="008867CD">
            <w:pPr>
              <w:pStyle w:val="libNormal0"/>
              <w:rPr>
                <w:rFonts w:hint="cs"/>
                <w:rtl/>
              </w:rPr>
            </w:pPr>
            <w:r w:rsidRPr="00DB668E">
              <w:rPr>
                <w:rtl/>
              </w:rPr>
              <w:t>علي بن مهزيار الدورقي</w:t>
            </w:r>
            <w:r w:rsidR="00D8054C">
              <w:rPr>
                <w:rtl/>
              </w:rPr>
              <w:t>،</w:t>
            </w:r>
            <w:r w:rsidRPr="00DB668E">
              <w:rPr>
                <w:rtl/>
              </w:rPr>
              <w:t xml:space="preserve"> الأهوازي </w:t>
            </w:r>
          </w:p>
        </w:tc>
        <w:tc>
          <w:tcPr>
            <w:tcW w:w="1908" w:type="dxa"/>
          </w:tcPr>
          <w:p w:rsidR="008867CD" w:rsidRPr="007E0B1D" w:rsidRDefault="008867CD" w:rsidP="008867CD">
            <w:pPr>
              <w:pStyle w:val="libCenter"/>
              <w:rPr>
                <w:rtl/>
              </w:rPr>
            </w:pPr>
            <w:r w:rsidRPr="00DB668E">
              <w:rPr>
                <w:rtl/>
              </w:rPr>
              <w:t>120</w:t>
            </w:r>
          </w:p>
        </w:tc>
      </w:tr>
      <w:tr w:rsidR="008867CD" w:rsidRPr="007E0B1D" w:rsidTr="00AE355E">
        <w:tc>
          <w:tcPr>
            <w:tcW w:w="5679" w:type="dxa"/>
          </w:tcPr>
          <w:p w:rsidR="008867CD" w:rsidRPr="00DB668E" w:rsidRDefault="008867CD" w:rsidP="008867CD">
            <w:pPr>
              <w:pStyle w:val="libNormal0"/>
              <w:rPr>
                <w:rFonts w:hint="cs"/>
                <w:rtl/>
              </w:rPr>
            </w:pPr>
            <w:r w:rsidRPr="00DB668E">
              <w:rPr>
                <w:rtl/>
              </w:rPr>
              <w:t>علي بن ميسر</w:t>
            </w:r>
            <w:r w:rsidR="00D8054C">
              <w:rPr>
                <w:rtl/>
              </w:rPr>
              <w:t>،</w:t>
            </w:r>
            <w:r w:rsidRPr="00DB668E">
              <w:rPr>
                <w:rtl/>
              </w:rPr>
              <w:t xml:space="preserve"> وقيل ميسرة البصري </w:t>
            </w:r>
          </w:p>
        </w:tc>
        <w:tc>
          <w:tcPr>
            <w:tcW w:w="1908" w:type="dxa"/>
          </w:tcPr>
          <w:p w:rsidR="008867CD" w:rsidRPr="007E0B1D" w:rsidRDefault="008867CD" w:rsidP="008867CD">
            <w:pPr>
              <w:pStyle w:val="libCenter"/>
              <w:rPr>
                <w:rtl/>
              </w:rPr>
            </w:pPr>
            <w:r w:rsidRPr="00DB668E">
              <w:rPr>
                <w:rtl/>
              </w:rPr>
              <w:t>121</w:t>
            </w:r>
          </w:p>
        </w:tc>
      </w:tr>
      <w:tr w:rsidR="008867CD" w:rsidRPr="007E0B1D" w:rsidTr="00AE355E">
        <w:tc>
          <w:tcPr>
            <w:tcW w:w="5679" w:type="dxa"/>
          </w:tcPr>
          <w:p w:rsidR="008867CD" w:rsidRPr="00DB668E" w:rsidRDefault="008867CD" w:rsidP="008867CD">
            <w:pPr>
              <w:pStyle w:val="libNormal0"/>
              <w:rPr>
                <w:rFonts w:hint="cs"/>
                <w:rtl/>
              </w:rPr>
            </w:pPr>
            <w:r w:rsidRPr="00DB668E">
              <w:rPr>
                <w:rtl/>
              </w:rPr>
              <w:t xml:space="preserve">علي بن نصر الناب </w:t>
            </w:r>
          </w:p>
        </w:tc>
        <w:tc>
          <w:tcPr>
            <w:tcW w:w="1908" w:type="dxa"/>
          </w:tcPr>
          <w:p w:rsidR="008867CD" w:rsidRPr="007E0B1D" w:rsidRDefault="008867CD" w:rsidP="008867CD">
            <w:pPr>
              <w:pStyle w:val="libCenter"/>
              <w:rPr>
                <w:rtl/>
              </w:rPr>
            </w:pPr>
            <w:r w:rsidRPr="00DB668E">
              <w:rPr>
                <w:rtl/>
              </w:rPr>
              <w:t>122</w:t>
            </w:r>
          </w:p>
        </w:tc>
      </w:tr>
      <w:tr w:rsidR="008867CD" w:rsidRPr="007E0B1D" w:rsidTr="00AE355E">
        <w:tc>
          <w:tcPr>
            <w:tcW w:w="5679" w:type="dxa"/>
          </w:tcPr>
          <w:p w:rsidR="008867CD" w:rsidRPr="00DB668E" w:rsidRDefault="008867CD" w:rsidP="008867CD">
            <w:pPr>
              <w:pStyle w:val="libNormal0"/>
              <w:rPr>
                <w:rFonts w:hint="cs"/>
                <w:rtl/>
              </w:rPr>
            </w:pPr>
            <w:r w:rsidRPr="00DB668E">
              <w:rPr>
                <w:rtl/>
              </w:rPr>
              <w:t xml:space="preserve">علي بن يحيى </w:t>
            </w:r>
          </w:p>
        </w:tc>
        <w:tc>
          <w:tcPr>
            <w:tcW w:w="1908" w:type="dxa"/>
          </w:tcPr>
          <w:p w:rsidR="008867CD" w:rsidRPr="007E0B1D" w:rsidRDefault="008867CD" w:rsidP="008867CD">
            <w:pPr>
              <w:pStyle w:val="libCenter"/>
              <w:rPr>
                <w:rtl/>
              </w:rPr>
            </w:pPr>
            <w:r w:rsidRPr="00DB668E">
              <w:rPr>
                <w:rtl/>
              </w:rPr>
              <w:t>123</w:t>
            </w:r>
          </w:p>
        </w:tc>
      </w:tr>
      <w:tr w:rsidR="008867CD" w:rsidRPr="007E0B1D" w:rsidTr="00AE355E">
        <w:tc>
          <w:tcPr>
            <w:tcW w:w="5679" w:type="dxa"/>
          </w:tcPr>
          <w:p w:rsidR="008867CD" w:rsidRPr="00DB668E" w:rsidRDefault="008867CD" w:rsidP="008867CD">
            <w:pPr>
              <w:pStyle w:val="libNormal0"/>
              <w:rPr>
                <w:rFonts w:hint="cs"/>
                <w:rtl/>
              </w:rPr>
            </w:pPr>
            <w:r w:rsidRPr="00DB668E">
              <w:rPr>
                <w:rtl/>
              </w:rPr>
              <w:t xml:space="preserve">عمر بن توبة الصنعاني </w:t>
            </w:r>
          </w:p>
        </w:tc>
        <w:tc>
          <w:tcPr>
            <w:tcW w:w="1908" w:type="dxa"/>
          </w:tcPr>
          <w:p w:rsidR="008867CD" w:rsidRPr="007E0B1D" w:rsidRDefault="008867CD" w:rsidP="008867CD">
            <w:pPr>
              <w:pStyle w:val="libCenter"/>
              <w:rPr>
                <w:rtl/>
              </w:rPr>
            </w:pPr>
            <w:r w:rsidRPr="00DB668E">
              <w:rPr>
                <w:rtl/>
              </w:rPr>
              <w:t>124</w:t>
            </w:r>
          </w:p>
        </w:tc>
      </w:tr>
      <w:tr w:rsidR="008867CD" w:rsidRPr="007E0B1D" w:rsidTr="00AE355E">
        <w:tc>
          <w:tcPr>
            <w:tcW w:w="5679" w:type="dxa"/>
          </w:tcPr>
          <w:p w:rsidR="008867CD" w:rsidRPr="00DB668E" w:rsidRDefault="008867CD" w:rsidP="008867CD">
            <w:pPr>
              <w:pStyle w:val="libNormal0"/>
              <w:rPr>
                <w:rFonts w:hint="cs"/>
                <w:rtl/>
              </w:rPr>
            </w:pPr>
            <w:r w:rsidRPr="00DB668E">
              <w:rPr>
                <w:rtl/>
              </w:rPr>
              <w:t xml:space="preserve">أبو عمر الحذاء </w:t>
            </w:r>
          </w:p>
        </w:tc>
        <w:tc>
          <w:tcPr>
            <w:tcW w:w="1908" w:type="dxa"/>
          </w:tcPr>
          <w:p w:rsidR="008867CD" w:rsidRPr="007E0B1D" w:rsidRDefault="008867CD" w:rsidP="008867CD">
            <w:pPr>
              <w:pStyle w:val="libCenter"/>
              <w:rPr>
                <w:rtl/>
              </w:rPr>
            </w:pPr>
            <w:r w:rsidRPr="00DB668E">
              <w:rPr>
                <w:rtl/>
              </w:rPr>
              <w:t>125</w:t>
            </w:r>
          </w:p>
        </w:tc>
      </w:tr>
      <w:tr w:rsidR="008867CD" w:rsidRPr="007E0B1D" w:rsidTr="00AE355E">
        <w:tc>
          <w:tcPr>
            <w:tcW w:w="5679" w:type="dxa"/>
          </w:tcPr>
          <w:p w:rsidR="008867CD" w:rsidRPr="001710D4" w:rsidRDefault="008867CD" w:rsidP="008867CD">
            <w:pPr>
              <w:pStyle w:val="libNormal0"/>
              <w:rPr>
                <w:rFonts w:hint="cs"/>
                <w:rtl/>
              </w:rPr>
            </w:pPr>
            <w:r w:rsidRPr="001710D4">
              <w:rPr>
                <w:rtl/>
              </w:rPr>
              <w:t>أبو عمرو الحذاء أبو عمر الحذاء عمران بن محمّد بن عمران بن عبد الله بن سعد الأشعري</w:t>
            </w:r>
            <w:r w:rsidR="00D8054C">
              <w:rPr>
                <w:rtl/>
              </w:rPr>
              <w:t>،</w:t>
            </w:r>
            <w:r w:rsidRPr="001710D4">
              <w:rPr>
                <w:rtl/>
              </w:rPr>
              <w:t xml:space="preserve"> القمي </w:t>
            </w:r>
          </w:p>
        </w:tc>
        <w:tc>
          <w:tcPr>
            <w:tcW w:w="1908" w:type="dxa"/>
          </w:tcPr>
          <w:p w:rsidR="008867CD" w:rsidRPr="007E0B1D" w:rsidRDefault="008867CD" w:rsidP="008867CD">
            <w:pPr>
              <w:pStyle w:val="libCenter"/>
              <w:rPr>
                <w:rtl/>
              </w:rPr>
            </w:pPr>
            <w:r w:rsidRPr="001710D4">
              <w:rPr>
                <w:rtl/>
              </w:rPr>
              <w:t>126</w:t>
            </w:r>
          </w:p>
        </w:tc>
      </w:tr>
      <w:tr w:rsidR="008867CD" w:rsidRPr="007E0B1D" w:rsidTr="00AE355E">
        <w:tc>
          <w:tcPr>
            <w:tcW w:w="5679" w:type="dxa"/>
          </w:tcPr>
          <w:p w:rsidR="008867CD" w:rsidRPr="001710D4" w:rsidRDefault="008867CD" w:rsidP="008867CD">
            <w:pPr>
              <w:pStyle w:val="libNormal0"/>
              <w:rPr>
                <w:rFonts w:hint="cs"/>
                <w:rtl/>
              </w:rPr>
            </w:pPr>
            <w:r w:rsidRPr="001710D4">
              <w:rPr>
                <w:rtl/>
              </w:rPr>
              <w:t xml:space="preserve">عيسى بن جعفر بن عيسى </w:t>
            </w:r>
          </w:p>
        </w:tc>
        <w:tc>
          <w:tcPr>
            <w:tcW w:w="1908" w:type="dxa"/>
          </w:tcPr>
          <w:p w:rsidR="008867CD" w:rsidRPr="007E0B1D" w:rsidRDefault="008867CD" w:rsidP="008867CD">
            <w:pPr>
              <w:pStyle w:val="libCenter"/>
              <w:rPr>
                <w:rtl/>
              </w:rPr>
            </w:pPr>
            <w:r w:rsidRPr="001710D4">
              <w:rPr>
                <w:rtl/>
              </w:rPr>
              <w:t>127</w:t>
            </w:r>
          </w:p>
        </w:tc>
      </w:tr>
      <w:tr w:rsidR="008867CD" w:rsidRPr="007E0B1D" w:rsidTr="00AE355E">
        <w:tc>
          <w:tcPr>
            <w:tcW w:w="5679" w:type="dxa"/>
          </w:tcPr>
          <w:p w:rsidR="008867CD" w:rsidRPr="001710D4" w:rsidRDefault="008867CD" w:rsidP="008867CD">
            <w:pPr>
              <w:pStyle w:val="libNormal0"/>
              <w:rPr>
                <w:rFonts w:hint="cs"/>
                <w:rtl/>
              </w:rPr>
            </w:pPr>
            <w:r w:rsidRPr="001710D4">
              <w:rPr>
                <w:rtl/>
              </w:rPr>
              <w:t>عيسى بن المستفاد البجلي</w:t>
            </w:r>
            <w:r w:rsidR="00D8054C">
              <w:rPr>
                <w:rtl/>
              </w:rPr>
              <w:t>،</w:t>
            </w:r>
            <w:r w:rsidRPr="001710D4">
              <w:rPr>
                <w:rtl/>
              </w:rPr>
              <w:t xml:space="preserve"> الضرير </w:t>
            </w:r>
          </w:p>
        </w:tc>
        <w:tc>
          <w:tcPr>
            <w:tcW w:w="1908" w:type="dxa"/>
          </w:tcPr>
          <w:p w:rsidR="008867CD" w:rsidRPr="007E0B1D" w:rsidRDefault="008867CD" w:rsidP="008867CD">
            <w:pPr>
              <w:pStyle w:val="libCenter"/>
              <w:rPr>
                <w:rtl/>
              </w:rPr>
            </w:pPr>
            <w:r w:rsidRPr="001710D4">
              <w:rPr>
                <w:rtl/>
              </w:rPr>
              <w:t>128</w:t>
            </w:r>
          </w:p>
        </w:tc>
      </w:tr>
      <w:tr w:rsidR="008867CD" w:rsidRPr="007E0B1D" w:rsidTr="00AE355E">
        <w:tc>
          <w:tcPr>
            <w:tcW w:w="5679" w:type="dxa"/>
          </w:tcPr>
          <w:p w:rsidR="008867CD" w:rsidRPr="001710D4" w:rsidRDefault="008867CD" w:rsidP="008867CD">
            <w:pPr>
              <w:pStyle w:val="libNormal0"/>
              <w:rPr>
                <w:rFonts w:hint="cs"/>
                <w:rtl/>
              </w:rPr>
            </w:pPr>
            <w:r w:rsidRPr="001710D4">
              <w:rPr>
                <w:rtl/>
              </w:rPr>
              <w:t xml:space="preserve">أبو الفضل الخراساني </w:t>
            </w:r>
          </w:p>
        </w:tc>
        <w:tc>
          <w:tcPr>
            <w:tcW w:w="1908" w:type="dxa"/>
          </w:tcPr>
          <w:p w:rsidR="008867CD" w:rsidRPr="007E0B1D" w:rsidRDefault="008867CD" w:rsidP="008867CD">
            <w:pPr>
              <w:pStyle w:val="libCenter"/>
              <w:rPr>
                <w:rtl/>
              </w:rPr>
            </w:pPr>
            <w:r w:rsidRPr="001710D4">
              <w:rPr>
                <w:rtl/>
              </w:rPr>
              <w:t>129</w:t>
            </w:r>
          </w:p>
        </w:tc>
      </w:tr>
      <w:tr w:rsidR="008867CD" w:rsidRPr="007E0B1D" w:rsidTr="00AE355E">
        <w:tc>
          <w:tcPr>
            <w:tcW w:w="5679" w:type="dxa"/>
          </w:tcPr>
          <w:p w:rsidR="008867CD" w:rsidRPr="001710D4" w:rsidRDefault="008867CD" w:rsidP="008867CD">
            <w:pPr>
              <w:pStyle w:val="libNormal0"/>
              <w:rPr>
                <w:rFonts w:hint="cs"/>
                <w:rtl/>
              </w:rPr>
            </w:pPr>
            <w:r w:rsidRPr="001710D4">
              <w:rPr>
                <w:rtl/>
              </w:rPr>
              <w:t xml:space="preserve">القاسم بن الحسين البزنطي </w:t>
            </w:r>
          </w:p>
        </w:tc>
        <w:tc>
          <w:tcPr>
            <w:tcW w:w="1908" w:type="dxa"/>
          </w:tcPr>
          <w:p w:rsidR="008867CD" w:rsidRPr="007E0B1D" w:rsidRDefault="008867CD" w:rsidP="008867CD">
            <w:pPr>
              <w:pStyle w:val="libCenter"/>
              <w:rPr>
                <w:rtl/>
              </w:rPr>
            </w:pPr>
            <w:r w:rsidRPr="001710D4">
              <w:rPr>
                <w:rtl/>
              </w:rPr>
              <w:t>130</w:t>
            </w:r>
          </w:p>
        </w:tc>
      </w:tr>
      <w:tr w:rsidR="008867CD" w:rsidRPr="007E0B1D" w:rsidTr="00AE355E">
        <w:tc>
          <w:tcPr>
            <w:tcW w:w="5679" w:type="dxa"/>
          </w:tcPr>
          <w:p w:rsidR="008867CD" w:rsidRPr="001710D4" w:rsidRDefault="008867CD" w:rsidP="008867CD">
            <w:pPr>
              <w:pStyle w:val="libNormal0"/>
              <w:rPr>
                <w:rFonts w:hint="cs"/>
                <w:rtl/>
              </w:rPr>
            </w:pPr>
            <w:r w:rsidRPr="001710D4">
              <w:rPr>
                <w:rtl/>
              </w:rPr>
              <w:t xml:space="preserve">القاسم الصيقل </w:t>
            </w:r>
          </w:p>
        </w:tc>
        <w:tc>
          <w:tcPr>
            <w:tcW w:w="1908" w:type="dxa"/>
          </w:tcPr>
          <w:p w:rsidR="008867CD" w:rsidRPr="007E0B1D" w:rsidRDefault="008867CD" w:rsidP="008867CD">
            <w:pPr>
              <w:pStyle w:val="libCenter"/>
              <w:rPr>
                <w:rtl/>
              </w:rPr>
            </w:pPr>
            <w:r w:rsidRPr="001710D4">
              <w:rPr>
                <w:rtl/>
              </w:rPr>
              <w:t>131</w:t>
            </w:r>
          </w:p>
        </w:tc>
      </w:tr>
      <w:tr w:rsidR="008867CD" w:rsidRPr="007E0B1D" w:rsidTr="00AE355E">
        <w:tc>
          <w:tcPr>
            <w:tcW w:w="5679" w:type="dxa"/>
          </w:tcPr>
          <w:p w:rsidR="008867CD" w:rsidRPr="001710D4" w:rsidRDefault="008867CD" w:rsidP="008867CD">
            <w:pPr>
              <w:pStyle w:val="libNormal0"/>
              <w:rPr>
                <w:rFonts w:hint="cs"/>
                <w:rtl/>
              </w:rPr>
            </w:pPr>
            <w:r w:rsidRPr="001710D4">
              <w:rPr>
                <w:rtl/>
              </w:rPr>
              <w:t xml:space="preserve">القاسم بن عبد الرحمن </w:t>
            </w:r>
          </w:p>
        </w:tc>
        <w:tc>
          <w:tcPr>
            <w:tcW w:w="1908" w:type="dxa"/>
          </w:tcPr>
          <w:p w:rsidR="008867CD" w:rsidRPr="007E0B1D" w:rsidRDefault="008867CD" w:rsidP="008867CD">
            <w:pPr>
              <w:pStyle w:val="libCenter"/>
              <w:rPr>
                <w:rtl/>
              </w:rPr>
            </w:pPr>
            <w:r w:rsidRPr="001710D4">
              <w:rPr>
                <w:rtl/>
              </w:rPr>
              <w:t>132</w:t>
            </w:r>
          </w:p>
        </w:tc>
      </w:tr>
      <w:tr w:rsidR="008867CD" w:rsidRPr="007E0B1D" w:rsidTr="00AE355E">
        <w:tc>
          <w:tcPr>
            <w:tcW w:w="5679" w:type="dxa"/>
          </w:tcPr>
          <w:p w:rsidR="008867CD" w:rsidRPr="001710D4" w:rsidRDefault="008867CD" w:rsidP="008867CD">
            <w:pPr>
              <w:pStyle w:val="libNormal0"/>
              <w:rPr>
                <w:rFonts w:hint="cs"/>
                <w:rtl/>
              </w:rPr>
            </w:pPr>
            <w:r w:rsidRPr="001710D4">
              <w:rPr>
                <w:rtl/>
              </w:rPr>
              <w:t>محمّد بن ابراهيم الحضيني</w:t>
            </w:r>
            <w:r w:rsidR="00D8054C">
              <w:rPr>
                <w:rtl/>
              </w:rPr>
              <w:t>،</w:t>
            </w:r>
            <w:r w:rsidRPr="001710D4">
              <w:rPr>
                <w:rtl/>
              </w:rPr>
              <w:t xml:space="preserve"> الأهوازي </w:t>
            </w:r>
          </w:p>
        </w:tc>
        <w:tc>
          <w:tcPr>
            <w:tcW w:w="1908" w:type="dxa"/>
          </w:tcPr>
          <w:p w:rsidR="008867CD" w:rsidRPr="007E0B1D" w:rsidRDefault="008867CD" w:rsidP="008867CD">
            <w:pPr>
              <w:pStyle w:val="libCenter"/>
              <w:rPr>
                <w:rtl/>
              </w:rPr>
            </w:pPr>
            <w:r w:rsidRPr="001710D4">
              <w:rPr>
                <w:rtl/>
              </w:rPr>
              <w:t>133</w:t>
            </w:r>
          </w:p>
        </w:tc>
      </w:tr>
      <w:tr w:rsidR="008867CD" w:rsidRPr="007E0B1D" w:rsidTr="00AE355E">
        <w:tc>
          <w:tcPr>
            <w:tcW w:w="5679" w:type="dxa"/>
          </w:tcPr>
          <w:p w:rsidR="008867CD" w:rsidRPr="001710D4" w:rsidRDefault="008867CD" w:rsidP="008867CD">
            <w:pPr>
              <w:pStyle w:val="libNormal0"/>
              <w:rPr>
                <w:rFonts w:hint="cs"/>
                <w:rtl/>
              </w:rPr>
            </w:pPr>
            <w:r w:rsidRPr="001710D4">
              <w:rPr>
                <w:rtl/>
              </w:rPr>
              <w:t>محمّد بن أحمد بن حماد المحمودي</w:t>
            </w:r>
            <w:r w:rsidR="00D8054C">
              <w:rPr>
                <w:rtl/>
              </w:rPr>
              <w:t>،</w:t>
            </w:r>
            <w:r w:rsidRPr="001710D4">
              <w:rPr>
                <w:rtl/>
              </w:rPr>
              <w:t xml:space="preserve"> المروزى </w:t>
            </w:r>
          </w:p>
        </w:tc>
        <w:tc>
          <w:tcPr>
            <w:tcW w:w="1908" w:type="dxa"/>
          </w:tcPr>
          <w:p w:rsidR="008867CD" w:rsidRPr="007E0B1D" w:rsidRDefault="008867CD" w:rsidP="008867CD">
            <w:pPr>
              <w:pStyle w:val="libCenter"/>
              <w:rPr>
                <w:rtl/>
              </w:rPr>
            </w:pPr>
            <w:r w:rsidRPr="001710D4">
              <w:rPr>
                <w:rtl/>
              </w:rPr>
              <w:t>134</w:t>
            </w:r>
          </w:p>
        </w:tc>
      </w:tr>
      <w:tr w:rsidR="008867CD" w:rsidRPr="007E0B1D" w:rsidTr="00AE355E">
        <w:tc>
          <w:tcPr>
            <w:tcW w:w="5679" w:type="dxa"/>
          </w:tcPr>
          <w:p w:rsidR="008867CD" w:rsidRDefault="008867CD" w:rsidP="008867CD">
            <w:pPr>
              <w:pStyle w:val="libNormal0"/>
            </w:pPr>
            <w:r w:rsidRPr="001710D4">
              <w:rPr>
                <w:rtl/>
              </w:rPr>
              <w:t>محمّد بن اسماعيل بن بزيع الكوفي</w:t>
            </w:r>
            <w:r w:rsidR="00D8054C">
              <w:rPr>
                <w:rtl/>
              </w:rPr>
              <w:t>،</w:t>
            </w:r>
            <w:r w:rsidRPr="001710D4">
              <w:rPr>
                <w:rtl/>
              </w:rPr>
              <w:t xml:space="preserve"> العباسي</w:t>
            </w:r>
            <w:r w:rsidR="00D8054C">
              <w:rPr>
                <w:rtl/>
              </w:rPr>
              <w:t>،</w:t>
            </w:r>
            <w:r w:rsidRPr="001710D4">
              <w:rPr>
                <w:rtl/>
              </w:rPr>
              <w:t xml:space="preserve"> ابن بزيع </w:t>
            </w:r>
          </w:p>
        </w:tc>
        <w:tc>
          <w:tcPr>
            <w:tcW w:w="1908" w:type="dxa"/>
          </w:tcPr>
          <w:p w:rsidR="008867CD" w:rsidRPr="007E0B1D" w:rsidRDefault="008867CD" w:rsidP="008867CD">
            <w:pPr>
              <w:pStyle w:val="libCenter"/>
              <w:rPr>
                <w:rtl/>
              </w:rPr>
            </w:pPr>
            <w:r w:rsidRPr="001710D4">
              <w:rPr>
                <w:rtl/>
              </w:rPr>
              <w:t>135</w:t>
            </w:r>
          </w:p>
        </w:tc>
      </w:tr>
      <w:tr w:rsidR="008867CD" w:rsidRPr="007E0B1D" w:rsidTr="00AE355E">
        <w:tc>
          <w:tcPr>
            <w:tcW w:w="5679" w:type="dxa"/>
          </w:tcPr>
          <w:p w:rsidR="008867CD" w:rsidRPr="005B4A77" w:rsidRDefault="008867CD" w:rsidP="008867CD">
            <w:pPr>
              <w:pStyle w:val="libNormal0"/>
              <w:rPr>
                <w:rFonts w:hint="cs"/>
                <w:rtl/>
              </w:rPr>
            </w:pPr>
            <w:r w:rsidRPr="005B4A77">
              <w:rPr>
                <w:rtl/>
              </w:rPr>
              <w:t xml:space="preserve">محمّد بن اسماعيل الرازي </w:t>
            </w:r>
          </w:p>
        </w:tc>
        <w:tc>
          <w:tcPr>
            <w:tcW w:w="1908" w:type="dxa"/>
          </w:tcPr>
          <w:p w:rsidR="008867CD" w:rsidRPr="007E0B1D" w:rsidRDefault="008867CD" w:rsidP="008867CD">
            <w:pPr>
              <w:pStyle w:val="libCenter"/>
              <w:rPr>
                <w:rtl/>
              </w:rPr>
            </w:pPr>
            <w:r w:rsidRPr="005B4A77">
              <w:rPr>
                <w:rtl/>
              </w:rPr>
              <w:t>136</w:t>
            </w:r>
          </w:p>
        </w:tc>
      </w:tr>
      <w:tr w:rsidR="008867CD" w:rsidRPr="007E0B1D" w:rsidTr="00AE355E">
        <w:tc>
          <w:tcPr>
            <w:tcW w:w="5679" w:type="dxa"/>
          </w:tcPr>
          <w:p w:rsidR="008867CD" w:rsidRPr="005B4A77" w:rsidRDefault="008867CD" w:rsidP="008867CD">
            <w:pPr>
              <w:pStyle w:val="libNormal0"/>
              <w:rPr>
                <w:rFonts w:hint="cs"/>
                <w:rtl/>
              </w:rPr>
            </w:pPr>
            <w:r w:rsidRPr="005B4A77">
              <w:rPr>
                <w:rtl/>
              </w:rPr>
              <w:t>محمّد بن الحسن بن أبي خالد القمي</w:t>
            </w:r>
            <w:r w:rsidR="00D8054C">
              <w:rPr>
                <w:rtl/>
              </w:rPr>
              <w:t>،</w:t>
            </w:r>
            <w:r w:rsidRPr="005B4A77">
              <w:rPr>
                <w:rtl/>
              </w:rPr>
              <w:t xml:space="preserve"> الأشعري</w:t>
            </w:r>
            <w:r w:rsidR="00D8054C">
              <w:rPr>
                <w:rtl/>
              </w:rPr>
              <w:t>،</w:t>
            </w:r>
            <w:r w:rsidRPr="005B4A77">
              <w:rPr>
                <w:rtl/>
              </w:rPr>
              <w:t xml:space="preserve"> شنبولة </w:t>
            </w:r>
          </w:p>
        </w:tc>
        <w:tc>
          <w:tcPr>
            <w:tcW w:w="1908" w:type="dxa"/>
          </w:tcPr>
          <w:p w:rsidR="008867CD" w:rsidRPr="007E0B1D" w:rsidRDefault="008867CD" w:rsidP="008867CD">
            <w:pPr>
              <w:pStyle w:val="libCenter"/>
              <w:rPr>
                <w:rtl/>
              </w:rPr>
            </w:pPr>
            <w:r w:rsidRPr="005B4A77">
              <w:rPr>
                <w:rtl/>
              </w:rPr>
              <w:t>137</w:t>
            </w:r>
          </w:p>
        </w:tc>
      </w:tr>
      <w:tr w:rsidR="008867CD" w:rsidRPr="007E0B1D" w:rsidTr="00AE355E">
        <w:tc>
          <w:tcPr>
            <w:tcW w:w="5679" w:type="dxa"/>
          </w:tcPr>
          <w:p w:rsidR="008867CD" w:rsidRPr="005B4A77" w:rsidRDefault="008867CD" w:rsidP="008867CD">
            <w:pPr>
              <w:pStyle w:val="libNormal0"/>
              <w:rPr>
                <w:rFonts w:hint="cs"/>
                <w:rtl/>
              </w:rPr>
            </w:pPr>
            <w:r w:rsidRPr="005B4A77">
              <w:rPr>
                <w:rtl/>
              </w:rPr>
              <w:t>محمّد بن الحسن بن شمون البصري</w:t>
            </w:r>
            <w:r w:rsidR="00D8054C">
              <w:rPr>
                <w:rtl/>
              </w:rPr>
              <w:t>،</w:t>
            </w:r>
            <w:r w:rsidRPr="005B4A77">
              <w:rPr>
                <w:rtl/>
              </w:rPr>
              <w:t xml:space="preserve"> البغدادي </w:t>
            </w:r>
          </w:p>
        </w:tc>
        <w:tc>
          <w:tcPr>
            <w:tcW w:w="1908" w:type="dxa"/>
          </w:tcPr>
          <w:p w:rsidR="008867CD" w:rsidRPr="007E0B1D" w:rsidRDefault="008867CD" w:rsidP="008867CD">
            <w:pPr>
              <w:pStyle w:val="libCenter"/>
              <w:rPr>
                <w:rtl/>
              </w:rPr>
            </w:pPr>
            <w:r w:rsidRPr="005B4A77">
              <w:rPr>
                <w:rtl/>
              </w:rPr>
              <w:t>138</w:t>
            </w:r>
          </w:p>
        </w:tc>
      </w:tr>
      <w:tr w:rsidR="008867CD" w:rsidRPr="007E0B1D" w:rsidTr="00AE355E">
        <w:tc>
          <w:tcPr>
            <w:tcW w:w="5679" w:type="dxa"/>
          </w:tcPr>
          <w:p w:rsidR="008867CD" w:rsidRPr="005B4A77" w:rsidRDefault="008867CD" w:rsidP="008867CD">
            <w:pPr>
              <w:pStyle w:val="libNormal0"/>
              <w:rPr>
                <w:rtl/>
              </w:rPr>
            </w:pPr>
            <w:r w:rsidRPr="005B4A77">
              <w:rPr>
                <w:rtl/>
              </w:rPr>
              <w:t xml:space="preserve">محمّد بن الحسن بن عمار </w:t>
            </w:r>
          </w:p>
        </w:tc>
        <w:tc>
          <w:tcPr>
            <w:tcW w:w="1908" w:type="dxa"/>
          </w:tcPr>
          <w:p w:rsidR="008867CD" w:rsidRPr="007E0B1D" w:rsidRDefault="008867CD" w:rsidP="008867CD">
            <w:pPr>
              <w:pStyle w:val="libCenter"/>
              <w:rPr>
                <w:rtl/>
              </w:rPr>
            </w:pPr>
            <w:r w:rsidRPr="005B4A77">
              <w:rPr>
                <w:rtl/>
              </w:rPr>
              <w:t>139</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7E0B1D"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7E0B1D" w:rsidRDefault="008867CD" w:rsidP="008867CD">
            <w:pPr>
              <w:pStyle w:val="libCenterBold2"/>
              <w:rPr>
                <w:rtl/>
              </w:rPr>
            </w:pPr>
            <w:r w:rsidRPr="007E0B1D">
              <w:rPr>
                <w:rtl/>
              </w:rPr>
              <w:t>رقم الترجمة</w:t>
            </w:r>
          </w:p>
        </w:tc>
      </w:tr>
      <w:tr w:rsidR="008867CD" w:rsidRPr="007E0B1D" w:rsidTr="00AE355E">
        <w:tc>
          <w:tcPr>
            <w:tcW w:w="5679" w:type="dxa"/>
          </w:tcPr>
          <w:p w:rsidR="008867CD" w:rsidRPr="00F978DF" w:rsidRDefault="008867CD" w:rsidP="008867CD">
            <w:pPr>
              <w:pStyle w:val="libNormal0"/>
              <w:rPr>
                <w:rFonts w:hint="cs"/>
                <w:rtl/>
              </w:rPr>
            </w:pPr>
            <w:r w:rsidRPr="00F978DF">
              <w:rPr>
                <w:rtl/>
              </w:rPr>
              <w:t xml:space="preserve">محمّد بن الحسن بن محبوب </w:t>
            </w:r>
          </w:p>
        </w:tc>
        <w:tc>
          <w:tcPr>
            <w:tcW w:w="1908" w:type="dxa"/>
          </w:tcPr>
          <w:p w:rsidR="008867CD" w:rsidRPr="007E0B1D" w:rsidRDefault="008867CD" w:rsidP="008867CD">
            <w:pPr>
              <w:pStyle w:val="libCenter"/>
              <w:rPr>
                <w:rtl/>
              </w:rPr>
            </w:pPr>
            <w:r w:rsidRPr="00F978DF">
              <w:rPr>
                <w:rtl/>
              </w:rPr>
              <w:t>140</w:t>
            </w:r>
          </w:p>
        </w:tc>
      </w:tr>
      <w:tr w:rsidR="008867CD" w:rsidRPr="007E0B1D" w:rsidTr="00AE355E">
        <w:tc>
          <w:tcPr>
            <w:tcW w:w="5679" w:type="dxa"/>
          </w:tcPr>
          <w:p w:rsidR="008867CD" w:rsidRPr="00F978DF" w:rsidRDefault="008867CD" w:rsidP="008867CD">
            <w:pPr>
              <w:pStyle w:val="libNormal0"/>
              <w:rPr>
                <w:rFonts w:hint="cs"/>
                <w:rtl/>
              </w:rPr>
            </w:pPr>
            <w:r w:rsidRPr="00F978DF">
              <w:rPr>
                <w:rtl/>
              </w:rPr>
              <w:t xml:space="preserve">محمّد بن الحسن الواسطي </w:t>
            </w:r>
          </w:p>
        </w:tc>
        <w:tc>
          <w:tcPr>
            <w:tcW w:w="1908" w:type="dxa"/>
          </w:tcPr>
          <w:p w:rsidR="008867CD" w:rsidRPr="007E0B1D" w:rsidRDefault="008867CD" w:rsidP="008867CD">
            <w:pPr>
              <w:pStyle w:val="libCenter"/>
              <w:rPr>
                <w:rtl/>
              </w:rPr>
            </w:pPr>
            <w:r w:rsidRPr="00F978DF">
              <w:rPr>
                <w:rtl/>
              </w:rPr>
              <w:t>141</w:t>
            </w:r>
          </w:p>
        </w:tc>
      </w:tr>
      <w:tr w:rsidR="008867CD" w:rsidRPr="007E0B1D" w:rsidTr="00AE355E">
        <w:tc>
          <w:tcPr>
            <w:tcW w:w="5679" w:type="dxa"/>
          </w:tcPr>
          <w:p w:rsidR="008867CD" w:rsidRPr="00F978DF" w:rsidRDefault="008867CD" w:rsidP="008867CD">
            <w:pPr>
              <w:pStyle w:val="libNormal0"/>
              <w:rPr>
                <w:rFonts w:hint="cs"/>
                <w:rtl/>
              </w:rPr>
            </w:pPr>
            <w:r w:rsidRPr="00F978DF">
              <w:rPr>
                <w:rtl/>
              </w:rPr>
              <w:t>محمّد بن الحسين ابن أبي الخطاب زيد الهمداني</w:t>
            </w:r>
            <w:r w:rsidR="00D8054C">
              <w:rPr>
                <w:rtl/>
              </w:rPr>
              <w:t>،</w:t>
            </w:r>
            <w:r w:rsidRPr="00F978DF">
              <w:rPr>
                <w:rtl/>
              </w:rPr>
              <w:t xml:space="preserve"> الكوفي</w:t>
            </w:r>
            <w:r w:rsidR="00D8054C">
              <w:rPr>
                <w:rtl/>
              </w:rPr>
              <w:t>،</w:t>
            </w:r>
            <w:r w:rsidRPr="00F978DF">
              <w:rPr>
                <w:rtl/>
              </w:rPr>
              <w:t xml:space="preserve"> الزيات </w:t>
            </w:r>
          </w:p>
        </w:tc>
        <w:tc>
          <w:tcPr>
            <w:tcW w:w="1908" w:type="dxa"/>
          </w:tcPr>
          <w:p w:rsidR="008867CD" w:rsidRPr="007E0B1D" w:rsidRDefault="008867CD" w:rsidP="008867CD">
            <w:pPr>
              <w:pStyle w:val="libCenter"/>
              <w:rPr>
                <w:rtl/>
              </w:rPr>
            </w:pPr>
            <w:r w:rsidRPr="00F978DF">
              <w:rPr>
                <w:rtl/>
              </w:rPr>
              <w:t>142</w:t>
            </w:r>
          </w:p>
        </w:tc>
      </w:tr>
      <w:tr w:rsidR="008867CD" w:rsidRPr="007E0B1D" w:rsidTr="00AE355E">
        <w:tc>
          <w:tcPr>
            <w:tcW w:w="5679" w:type="dxa"/>
          </w:tcPr>
          <w:p w:rsidR="008867CD" w:rsidRPr="00F978DF" w:rsidRDefault="008867CD" w:rsidP="008867CD">
            <w:pPr>
              <w:pStyle w:val="libNormal0"/>
              <w:rPr>
                <w:rFonts w:hint="cs"/>
                <w:rtl/>
              </w:rPr>
            </w:pPr>
            <w:r w:rsidRPr="00F978DF">
              <w:rPr>
                <w:rtl/>
              </w:rPr>
              <w:t xml:space="preserve">محمّد بن حمزة العلوي </w:t>
            </w:r>
          </w:p>
        </w:tc>
        <w:tc>
          <w:tcPr>
            <w:tcW w:w="1908" w:type="dxa"/>
          </w:tcPr>
          <w:p w:rsidR="008867CD" w:rsidRPr="007E0B1D" w:rsidRDefault="008867CD" w:rsidP="008867CD">
            <w:pPr>
              <w:pStyle w:val="libCenter"/>
              <w:rPr>
                <w:rtl/>
              </w:rPr>
            </w:pPr>
            <w:r w:rsidRPr="00F978DF">
              <w:rPr>
                <w:rtl/>
              </w:rPr>
              <w:t>143</w:t>
            </w:r>
          </w:p>
        </w:tc>
      </w:tr>
      <w:tr w:rsidR="008867CD" w:rsidRPr="007E0B1D" w:rsidTr="00AE355E">
        <w:tc>
          <w:tcPr>
            <w:tcW w:w="5679" w:type="dxa"/>
          </w:tcPr>
          <w:p w:rsidR="008867CD" w:rsidRPr="00F978DF" w:rsidRDefault="008867CD" w:rsidP="008867CD">
            <w:pPr>
              <w:pStyle w:val="libNormal0"/>
              <w:rPr>
                <w:rFonts w:hint="cs"/>
                <w:rtl/>
              </w:rPr>
            </w:pPr>
            <w:r w:rsidRPr="00F978DF">
              <w:rPr>
                <w:rtl/>
              </w:rPr>
              <w:t>محمّد بن خالد بن عبد الرحمن بن محمّد بن علي البرقي</w:t>
            </w:r>
            <w:r w:rsidR="00D8054C">
              <w:rPr>
                <w:rtl/>
              </w:rPr>
              <w:t>،</w:t>
            </w:r>
            <w:r w:rsidRPr="00F978DF">
              <w:rPr>
                <w:rtl/>
              </w:rPr>
              <w:t xml:space="preserve"> القمي </w:t>
            </w:r>
          </w:p>
        </w:tc>
        <w:tc>
          <w:tcPr>
            <w:tcW w:w="1908" w:type="dxa"/>
          </w:tcPr>
          <w:p w:rsidR="008867CD" w:rsidRPr="007E0B1D" w:rsidRDefault="008867CD" w:rsidP="008867CD">
            <w:pPr>
              <w:pStyle w:val="libCenter"/>
              <w:rPr>
                <w:rtl/>
              </w:rPr>
            </w:pPr>
            <w:r w:rsidRPr="00F978DF">
              <w:rPr>
                <w:rtl/>
              </w:rPr>
              <w:t>144</w:t>
            </w:r>
          </w:p>
        </w:tc>
      </w:tr>
      <w:tr w:rsidR="008867CD" w:rsidRPr="007E0B1D" w:rsidTr="00AE355E">
        <w:tc>
          <w:tcPr>
            <w:tcW w:w="5679" w:type="dxa"/>
          </w:tcPr>
          <w:p w:rsidR="008867CD" w:rsidRPr="00F978DF" w:rsidRDefault="008867CD" w:rsidP="008867CD">
            <w:pPr>
              <w:pStyle w:val="libNormal0"/>
              <w:rPr>
                <w:rFonts w:hint="cs"/>
                <w:rtl/>
              </w:rPr>
            </w:pPr>
            <w:r w:rsidRPr="00F978DF">
              <w:rPr>
                <w:rtl/>
              </w:rPr>
              <w:t xml:space="preserve">محمّد بن خزيمة </w:t>
            </w:r>
          </w:p>
        </w:tc>
        <w:tc>
          <w:tcPr>
            <w:tcW w:w="1908" w:type="dxa"/>
          </w:tcPr>
          <w:p w:rsidR="008867CD" w:rsidRPr="007E0B1D" w:rsidRDefault="008867CD" w:rsidP="008867CD">
            <w:pPr>
              <w:pStyle w:val="libCenter"/>
              <w:rPr>
                <w:rtl/>
              </w:rPr>
            </w:pPr>
            <w:r w:rsidRPr="00F978DF">
              <w:rPr>
                <w:rtl/>
              </w:rPr>
              <w:t>145</w:t>
            </w:r>
          </w:p>
        </w:tc>
      </w:tr>
      <w:tr w:rsidR="008867CD" w:rsidRPr="007E0B1D" w:rsidTr="00AE355E">
        <w:tc>
          <w:tcPr>
            <w:tcW w:w="5679" w:type="dxa"/>
          </w:tcPr>
          <w:p w:rsidR="008867CD" w:rsidRPr="00F978DF" w:rsidRDefault="008867CD" w:rsidP="008867CD">
            <w:pPr>
              <w:pStyle w:val="libNormal0"/>
              <w:rPr>
                <w:rFonts w:hint="cs"/>
                <w:rtl/>
              </w:rPr>
            </w:pPr>
            <w:r w:rsidRPr="00F978DF">
              <w:rPr>
                <w:rtl/>
              </w:rPr>
              <w:t>محمّد بن رجاء الأرجاني</w:t>
            </w:r>
            <w:r w:rsidR="00D8054C">
              <w:rPr>
                <w:rtl/>
              </w:rPr>
              <w:t>،</w:t>
            </w:r>
            <w:r w:rsidRPr="00F978DF">
              <w:rPr>
                <w:rtl/>
              </w:rPr>
              <w:t xml:space="preserve"> الخياط</w:t>
            </w:r>
            <w:r w:rsidR="00D8054C">
              <w:rPr>
                <w:rtl/>
              </w:rPr>
              <w:t>،</w:t>
            </w:r>
            <w:r w:rsidRPr="00F978DF">
              <w:rPr>
                <w:rtl/>
              </w:rPr>
              <w:t xml:space="preserve"> وقيل الحناط </w:t>
            </w:r>
          </w:p>
        </w:tc>
        <w:tc>
          <w:tcPr>
            <w:tcW w:w="1908" w:type="dxa"/>
          </w:tcPr>
          <w:p w:rsidR="008867CD" w:rsidRPr="007E0B1D" w:rsidRDefault="008867CD" w:rsidP="008867CD">
            <w:pPr>
              <w:pStyle w:val="libCenter"/>
              <w:rPr>
                <w:rtl/>
              </w:rPr>
            </w:pPr>
            <w:r w:rsidRPr="00F978DF">
              <w:rPr>
                <w:rtl/>
              </w:rPr>
              <w:t>146</w:t>
            </w:r>
          </w:p>
        </w:tc>
      </w:tr>
      <w:tr w:rsidR="008867CD" w:rsidRPr="007E0B1D" w:rsidTr="00AE355E">
        <w:tc>
          <w:tcPr>
            <w:tcW w:w="5679" w:type="dxa"/>
          </w:tcPr>
          <w:p w:rsidR="008867CD" w:rsidRPr="00F978DF" w:rsidRDefault="008867CD" w:rsidP="008867CD">
            <w:pPr>
              <w:pStyle w:val="libNormal0"/>
              <w:rPr>
                <w:rFonts w:hint="cs"/>
                <w:rtl/>
              </w:rPr>
            </w:pPr>
            <w:r w:rsidRPr="00F978DF">
              <w:rPr>
                <w:rtl/>
              </w:rPr>
              <w:t>محمّد بن الريان بن الصلت الأشعري</w:t>
            </w:r>
            <w:r w:rsidR="00D8054C">
              <w:rPr>
                <w:rtl/>
              </w:rPr>
              <w:t>،</w:t>
            </w:r>
            <w:r w:rsidRPr="00F978DF">
              <w:rPr>
                <w:rtl/>
              </w:rPr>
              <w:t xml:space="preserve"> القمي </w:t>
            </w:r>
          </w:p>
        </w:tc>
        <w:tc>
          <w:tcPr>
            <w:tcW w:w="1908" w:type="dxa"/>
          </w:tcPr>
          <w:p w:rsidR="008867CD" w:rsidRPr="007E0B1D" w:rsidRDefault="008867CD" w:rsidP="008867CD">
            <w:pPr>
              <w:pStyle w:val="libCenter"/>
              <w:rPr>
                <w:rtl/>
              </w:rPr>
            </w:pPr>
            <w:r w:rsidRPr="00F978DF">
              <w:rPr>
                <w:rtl/>
              </w:rPr>
              <w:t>147</w:t>
            </w:r>
          </w:p>
        </w:tc>
      </w:tr>
      <w:tr w:rsidR="008867CD" w:rsidRPr="007E0B1D" w:rsidTr="00AE355E">
        <w:tc>
          <w:tcPr>
            <w:tcW w:w="5679" w:type="dxa"/>
          </w:tcPr>
          <w:p w:rsidR="008867CD" w:rsidRPr="000D34D0" w:rsidRDefault="008867CD" w:rsidP="008867CD">
            <w:pPr>
              <w:pStyle w:val="libNormal0"/>
              <w:rPr>
                <w:rFonts w:hint="cs"/>
                <w:rtl/>
              </w:rPr>
            </w:pPr>
            <w:r w:rsidRPr="000D34D0">
              <w:rPr>
                <w:rtl/>
              </w:rPr>
              <w:t xml:space="preserve">محمّد بن سالم بن عبد الحميد الكوفي </w:t>
            </w:r>
          </w:p>
        </w:tc>
        <w:tc>
          <w:tcPr>
            <w:tcW w:w="1908" w:type="dxa"/>
          </w:tcPr>
          <w:p w:rsidR="008867CD" w:rsidRPr="007E0B1D" w:rsidRDefault="008867CD" w:rsidP="008867CD">
            <w:pPr>
              <w:pStyle w:val="libCenter"/>
              <w:rPr>
                <w:rtl/>
              </w:rPr>
            </w:pPr>
            <w:r w:rsidRPr="000D34D0">
              <w:rPr>
                <w:rtl/>
              </w:rPr>
              <w:t>148</w:t>
            </w:r>
          </w:p>
        </w:tc>
      </w:tr>
      <w:tr w:rsidR="008867CD" w:rsidRPr="007E0B1D" w:rsidTr="00AE355E">
        <w:tc>
          <w:tcPr>
            <w:tcW w:w="5679" w:type="dxa"/>
          </w:tcPr>
          <w:p w:rsidR="008867CD" w:rsidRPr="000D34D0" w:rsidRDefault="008867CD" w:rsidP="008867CD">
            <w:pPr>
              <w:pStyle w:val="libNormal0"/>
              <w:rPr>
                <w:rFonts w:hint="cs"/>
                <w:rtl/>
              </w:rPr>
            </w:pPr>
            <w:r w:rsidRPr="000D34D0">
              <w:rPr>
                <w:rtl/>
              </w:rPr>
              <w:t xml:space="preserve">محمّد بن سليمان </w:t>
            </w:r>
          </w:p>
        </w:tc>
        <w:tc>
          <w:tcPr>
            <w:tcW w:w="1908" w:type="dxa"/>
          </w:tcPr>
          <w:p w:rsidR="008867CD" w:rsidRPr="007E0B1D" w:rsidRDefault="008867CD" w:rsidP="008867CD">
            <w:pPr>
              <w:pStyle w:val="libCenter"/>
              <w:rPr>
                <w:rtl/>
              </w:rPr>
            </w:pPr>
            <w:r w:rsidRPr="000D34D0">
              <w:rPr>
                <w:rtl/>
              </w:rPr>
              <w:t>149</w:t>
            </w:r>
          </w:p>
        </w:tc>
      </w:tr>
      <w:tr w:rsidR="008867CD" w:rsidRPr="007E0B1D" w:rsidTr="00AE355E">
        <w:tc>
          <w:tcPr>
            <w:tcW w:w="5679" w:type="dxa"/>
          </w:tcPr>
          <w:p w:rsidR="008867CD" w:rsidRPr="000D34D0" w:rsidRDefault="008867CD" w:rsidP="008867CD">
            <w:pPr>
              <w:pStyle w:val="libNormal0"/>
              <w:rPr>
                <w:rFonts w:hint="cs"/>
                <w:rtl/>
              </w:rPr>
            </w:pPr>
            <w:r w:rsidRPr="000D34D0">
              <w:rPr>
                <w:rtl/>
              </w:rPr>
              <w:t>محمّد بن سنان الزاهري</w:t>
            </w:r>
            <w:r w:rsidR="00D8054C">
              <w:rPr>
                <w:rtl/>
              </w:rPr>
              <w:t>،</w:t>
            </w:r>
            <w:r w:rsidRPr="000D34D0">
              <w:rPr>
                <w:rtl/>
              </w:rPr>
              <w:t xml:space="preserve"> الخزاعي</w:t>
            </w:r>
            <w:r w:rsidR="00D8054C">
              <w:rPr>
                <w:rtl/>
              </w:rPr>
              <w:t>،</w:t>
            </w:r>
            <w:r w:rsidRPr="000D34D0">
              <w:rPr>
                <w:rtl/>
              </w:rPr>
              <w:t xml:space="preserve"> الكوفي </w:t>
            </w:r>
          </w:p>
        </w:tc>
        <w:tc>
          <w:tcPr>
            <w:tcW w:w="1908" w:type="dxa"/>
          </w:tcPr>
          <w:p w:rsidR="008867CD" w:rsidRPr="007E0B1D" w:rsidRDefault="008867CD" w:rsidP="008867CD">
            <w:pPr>
              <w:pStyle w:val="libCenter"/>
              <w:rPr>
                <w:rtl/>
              </w:rPr>
            </w:pPr>
            <w:r w:rsidRPr="000D34D0">
              <w:rPr>
                <w:rtl/>
              </w:rPr>
              <w:t>150</w:t>
            </w:r>
          </w:p>
        </w:tc>
      </w:tr>
      <w:tr w:rsidR="008867CD" w:rsidRPr="007E0B1D" w:rsidTr="00AE355E">
        <w:tc>
          <w:tcPr>
            <w:tcW w:w="5679" w:type="dxa"/>
          </w:tcPr>
          <w:p w:rsidR="008867CD" w:rsidRPr="000D34D0" w:rsidRDefault="008867CD" w:rsidP="008867CD">
            <w:pPr>
              <w:pStyle w:val="libNormal0"/>
              <w:rPr>
                <w:rFonts w:hint="cs"/>
                <w:rtl/>
              </w:rPr>
            </w:pPr>
            <w:r w:rsidRPr="000D34D0">
              <w:rPr>
                <w:rtl/>
              </w:rPr>
              <w:t>محمّد بن سهل بن اليسع بن عبد الله بن سعد بن مالك الأشعري</w:t>
            </w:r>
            <w:r w:rsidR="00D8054C">
              <w:rPr>
                <w:rtl/>
              </w:rPr>
              <w:t>،</w:t>
            </w:r>
            <w:r w:rsidRPr="000D34D0">
              <w:rPr>
                <w:rtl/>
              </w:rPr>
              <w:t xml:space="preserve"> القمي </w:t>
            </w:r>
          </w:p>
        </w:tc>
        <w:tc>
          <w:tcPr>
            <w:tcW w:w="1908" w:type="dxa"/>
          </w:tcPr>
          <w:p w:rsidR="008867CD" w:rsidRPr="007E0B1D" w:rsidRDefault="008867CD" w:rsidP="008867CD">
            <w:pPr>
              <w:pStyle w:val="libCenter"/>
              <w:rPr>
                <w:rtl/>
              </w:rPr>
            </w:pPr>
            <w:r w:rsidRPr="000D34D0">
              <w:rPr>
                <w:rtl/>
              </w:rPr>
              <w:t>151</w:t>
            </w:r>
          </w:p>
        </w:tc>
      </w:tr>
      <w:tr w:rsidR="008867CD" w:rsidRPr="007E0B1D" w:rsidTr="00AE355E">
        <w:tc>
          <w:tcPr>
            <w:tcW w:w="5679" w:type="dxa"/>
          </w:tcPr>
          <w:p w:rsidR="008867CD" w:rsidRPr="000D34D0" w:rsidRDefault="008867CD" w:rsidP="008867CD">
            <w:pPr>
              <w:pStyle w:val="libNormal0"/>
              <w:rPr>
                <w:rFonts w:hint="cs"/>
                <w:rtl/>
              </w:rPr>
            </w:pPr>
            <w:r w:rsidRPr="000D34D0">
              <w:rPr>
                <w:rtl/>
              </w:rPr>
              <w:t xml:space="preserve">محمّد بن عبد الجبار بن أبي الصهبان القمي </w:t>
            </w:r>
          </w:p>
        </w:tc>
        <w:tc>
          <w:tcPr>
            <w:tcW w:w="1908" w:type="dxa"/>
          </w:tcPr>
          <w:p w:rsidR="008867CD" w:rsidRPr="007E0B1D" w:rsidRDefault="008867CD" w:rsidP="008867CD">
            <w:pPr>
              <w:pStyle w:val="libCenter"/>
              <w:rPr>
                <w:rtl/>
              </w:rPr>
            </w:pPr>
            <w:r w:rsidRPr="000D34D0">
              <w:rPr>
                <w:rtl/>
              </w:rPr>
              <w:t>152</w:t>
            </w:r>
          </w:p>
        </w:tc>
      </w:tr>
      <w:tr w:rsidR="008867CD" w:rsidRPr="007E0B1D" w:rsidTr="00AE355E">
        <w:tc>
          <w:tcPr>
            <w:tcW w:w="5679" w:type="dxa"/>
          </w:tcPr>
          <w:p w:rsidR="008867CD" w:rsidRPr="001B1830" w:rsidRDefault="008867CD" w:rsidP="008867CD">
            <w:pPr>
              <w:pStyle w:val="libNormal0"/>
              <w:rPr>
                <w:rFonts w:hint="cs"/>
                <w:rtl/>
              </w:rPr>
            </w:pPr>
            <w:r w:rsidRPr="001B1830">
              <w:rPr>
                <w:rtl/>
              </w:rPr>
              <w:t xml:space="preserve">محمّد بن عبد الله المدائني </w:t>
            </w:r>
          </w:p>
        </w:tc>
        <w:tc>
          <w:tcPr>
            <w:tcW w:w="1908" w:type="dxa"/>
          </w:tcPr>
          <w:p w:rsidR="008867CD" w:rsidRPr="007E0B1D" w:rsidRDefault="008867CD" w:rsidP="008867CD">
            <w:pPr>
              <w:pStyle w:val="libCenter"/>
              <w:rPr>
                <w:rtl/>
              </w:rPr>
            </w:pPr>
            <w:r w:rsidRPr="001B1830">
              <w:rPr>
                <w:rtl/>
              </w:rPr>
              <w:t>153</w:t>
            </w:r>
          </w:p>
        </w:tc>
      </w:tr>
      <w:tr w:rsidR="008867CD" w:rsidRPr="007E0B1D" w:rsidTr="00AE355E">
        <w:tc>
          <w:tcPr>
            <w:tcW w:w="5679" w:type="dxa"/>
          </w:tcPr>
          <w:p w:rsidR="008867CD" w:rsidRPr="001B1830" w:rsidRDefault="008867CD" w:rsidP="008867CD">
            <w:pPr>
              <w:pStyle w:val="libNormal0"/>
              <w:rPr>
                <w:rFonts w:hint="cs"/>
                <w:rtl/>
              </w:rPr>
            </w:pPr>
            <w:r w:rsidRPr="001B1830">
              <w:rPr>
                <w:rtl/>
              </w:rPr>
              <w:t xml:space="preserve">محمّد بن عبد الله بن مهران الكرخي </w:t>
            </w:r>
          </w:p>
        </w:tc>
        <w:tc>
          <w:tcPr>
            <w:tcW w:w="1908" w:type="dxa"/>
          </w:tcPr>
          <w:p w:rsidR="008867CD" w:rsidRPr="007E0B1D" w:rsidRDefault="008867CD" w:rsidP="008867CD">
            <w:pPr>
              <w:pStyle w:val="libCenter"/>
              <w:rPr>
                <w:rtl/>
              </w:rPr>
            </w:pPr>
            <w:r w:rsidRPr="001B1830">
              <w:rPr>
                <w:rtl/>
              </w:rPr>
              <w:t>154</w:t>
            </w:r>
          </w:p>
        </w:tc>
      </w:tr>
      <w:tr w:rsidR="008867CD" w:rsidRPr="007E0B1D" w:rsidTr="00AE355E">
        <w:tc>
          <w:tcPr>
            <w:tcW w:w="5679" w:type="dxa"/>
          </w:tcPr>
          <w:p w:rsidR="008867CD" w:rsidRPr="001B1830" w:rsidRDefault="008867CD" w:rsidP="008867CD">
            <w:pPr>
              <w:pStyle w:val="libNormal0"/>
              <w:rPr>
                <w:rFonts w:hint="cs"/>
                <w:rtl/>
              </w:rPr>
            </w:pPr>
            <w:r w:rsidRPr="001B1830">
              <w:rPr>
                <w:rtl/>
              </w:rPr>
              <w:t xml:space="preserve">محمّد بن عبدة </w:t>
            </w:r>
          </w:p>
        </w:tc>
        <w:tc>
          <w:tcPr>
            <w:tcW w:w="1908" w:type="dxa"/>
          </w:tcPr>
          <w:p w:rsidR="008867CD" w:rsidRPr="007E0B1D" w:rsidRDefault="008867CD" w:rsidP="008867CD">
            <w:pPr>
              <w:pStyle w:val="libCenter"/>
              <w:rPr>
                <w:rtl/>
              </w:rPr>
            </w:pPr>
            <w:r w:rsidRPr="001B1830">
              <w:rPr>
                <w:rtl/>
              </w:rPr>
              <w:t>155</w:t>
            </w:r>
          </w:p>
        </w:tc>
      </w:tr>
      <w:tr w:rsidR="008867CD" w:rsidRPr="007E0B1D" w:rsidTr="00AE355E">
        <w:tc>
          <w:tcPr>
            <w:tcW w:w="5679" w:type="dxa"/>
          </w:tcPr>
          <w:p w:rsidR="008867CD" w:rsidRPr="001B1830" w:rsidRDefault="008867CD" w:rsidP="008867CD">
            <w:pPr>
              <w:pStyle w:val="libNormal0"/>
              <w:rPr>
                <w:rFonts w:hint="cs"/>
                <w:rtl/>
              </w:rPr>
            </w:pPr>
            <w:r w:rsidRPr="001B1830">
              <w:rPr>
                <w:rtl/>
              </w:rPr>
              <w:t xml:space="preserve">محمّد بن علي الهاشمي </w:t>
            </w:r>
          </w:p>
        </w:tc>
        <w:tc>
          <w:tcPr>
            <w:tcW w:w="1908" w:type="dxa"/>
          </w:tcPr>
          <w:p w:rsidR="008867CD" w:rsidRPr="007E0B1D" w:rsidRDefault="008867CD" w:rsidP="008867CD">
            <w:pPr>
              <w:pStyle w:val="libCenter"/>
              <w:rPr>
                <w:rtl/>
              </w:rPr>
            </w:pPr>
            <w:r w:rsidRPr="001B1830">
              <w:rPr>
                <w:rtl/>
              </w:rPr>
              <w:t>156</w:t>
            </w:r>
          </w:p>
        </w:tc>
      </w:tr>
      <w:tr w:rsidR="008867CD" w:rsidRPr="007E0B1D" w:rsidTr="00AE355E">
        <w:tc>
          <w:tcPr>
            <w:tcW w:w="5679" w:type="dxa"/>
          </w:tcPr>
          <w:p w:rsidR="008867CD" w:rsidRPr="001B1830" w:rsidRDefault="008867CD" w:rsidP="008867CD">
            <w:pPr>
              <w:pStyle w:val="libNormal0"/>
              <w:rPr>
                <w:rFonts w:hint="cs"/>
                <w:rtl/>
              </w:rPr>
            </w:pPr>
            <w:r w:rsidRPr="001B1830">
              <w:rPr>
                <w:rtl/>
              </w:rPr>
              <w:t xml:space="preserve">محمّد بن عمر الساباطي </w:t>
            </w:r>
          </w:p>
        </w:tc>
        <w:tc>
          <w:tcPr>
            <w:tcW w:w="1908" w:type="dxa"/>
          </w:tcPr>
          <w:p w:rsidR="008867CD" w:rsidRPr="007E0B1D" w:rsidRDefault="008867CD" w:rsidP="008867CD">
            <w:pPr>
              <w:pStyle w:val="libCenter"/>
              <w:rPr>
                <w:rtl/>
              </w:rPr>
            </w:pPr>
            <w:r w:rsidRPr="001B1830">
              <w:rPr>
                <w:rtl/>
              </w:rPr>
              <w:t>157</w:t>
            </w:r>
          </w:p>
        </w:tc>
      </w:tr>
      <w:tr w:rsidR="008867CD" w:rsidRPr="007E0B1D" w:rsidTr="00AE355E">
        <w:tc>
          <w:tcPr>
            <w:tcW w:w="5679" w:type="dxa"/>
          </w:tcPr>
          <w:p w:rsidR="008867CD" w:rsidRPr="000A78CD" w:rsidRDefault="008867CD" w:rsidP="008867CD">
            <w:pPr>
              <w:pStyle w:val="libNormal0"/>
              <w:rPr>
                <w:rFonts w:hint="cs"/>
                <w:rtl/>
              </w:rPr>
            </w:pPr>
            <w:r w:rsidRPr="000A78CD">
              <w:rPr>
                <w:rtl/>
              </w:rPr>
              <w:t>محمّد بن عيسى بن عبد الله بن سعد بن مالك الأشعري</w:t>
            </w:r>
            <w:r w:rsidR="00D8054C">
              <w:rPr>
                <w:rtl/>
              </w:rPr>
              <w:t>،</w:t>
            </w:r>
            <w:r w:rsidRPr="000A78CD">
              <w:rPr>
                <w:rtl/>
              </w:rPr>
              <w:t xml:space="preserve"> القمي </w:t>
            </w:r>
          </w:p>
        </w:tc>
        <w:tc>
          <w:tcPr>
            <w:tcW w:w="1908" w:type="dxa"/>
          </w:tcPr>
          <w:p w:rsidR="008867CD" w:rsidRPr="007E0B1D" w:rsidRDefault="008867CD" w:rsidP="008867CD">
            <w:pPr>
              <w:pStyle w:val="libCenter"/>
              <w:rPr>
                <w:rtl/>
              </w:rPr>
            </w:pPr>
            <w:r w:rsidRPr="000A78CD">
              <w:rPr>
                <w:rtl/>
              </w:rPr>
              <w:t>158</w:t>
            </w:r>
          </w:p>
        </w:tc>
      </w:tr>
      <w:tr w:rsidR="008867CD" w:rsidRPr="007E0B1D" w:rsidTr="00AE355E">
        <w:tc>
          <w:tcPr>
            <w:tcW w:w="5679" w:type="dxa"/>
          </w:tcPr>
          <w:p w:rsidR="008867CD" w:rsidRPr="000A78CD" w:rsidRDefault="008867CD" w:rsidP="008867CD">
            <w:pPr>
              <w:pStyle w:val="libNormal0"/>
              <w:rPr>
                <w:rtl/>
              </w:rPr>
            </w:pPr>
            <w:r w:rsidRPr="000A78CD">
              <w:rPr>
                <w:rtl/>
              </w:rPr>
              <w:t>محمّد بن عيسى بن عبيد بن يقطين بن موسى العبيدي</w:t>
            </w:r>
            <w:r w:rsidR="00D8054C">
              <w:rPr>
                <w:rtl/>
              </w:rPr>
              <w:t>،</w:t>
            </w:r>
            <w:r w:rsidRPr="000A78CD">
              <w:rPr>
                <w:rtl/>
              </w:rPr>
              <w:t xml:space="preserve"> اليقطيني</w:t>
            </w:r>
            <w:r w:rsidR="00D8054C">
              <w:rPr>
                <w:rtl/>
              </w:rPr>
              <w:t>،</w:t>
            </w:r>
            <w:r w:rsidRPr="000A78CD">
              <w:rPr>
                <w:rtl/>
              </w:rPr>
              <w:t xml:space="preserve"> الأسدي</w:t>
            </w:r>
            <w:r w:rsidR="00D8054C">
              <w:rPr>
                <w:rtl/>
              </w:rPr>
              <w:t>،</w:t>
            </w:r>
            <w:r w:rsidRPr="000A78CD">
              <w:rPr>
                <w:rtl/>
              </w:rPr>
              <w:t xml:space="preserve"> الخزيمي</w:t>
            </w:r>
            <w:r w:rsidR="00D8054C">
              <w:rPr>
                <w:rtl/>
              </w:rPr>
              <w:t>،</w:t>
            </w:r>
            <w:r w:rsidRPr="000A78CD">
              <w:rPr>
                <w:rtl/>
              </w:rPr>
              <w:t xml:space="preserve"> اليونسي</w:t>
            </w:r>
            <w:r w:rsidR="00D8054C">
              <w:rPr>
                <w:rtl/>
              </w:rPr>
              <w:t>،</w:t>
            </w:r>
            <w:r w:rsidRPr="000A78CD">
              <w:rPr>
                <w:rtl/>
              </w:rPr>
              <w:t xml:space="preserve"> البغدادي </w:t>
            </w:r>
          </w:p>
        </w:tc>
        <w:tc>
          <w:tcPr>
            <w:tcW w:w="1908" w:type="dxa"/>
          </w:tcPr>
          <w:p w:rsidR="008867CD" w:rsidRPr="007E0B1D" w:rsidRDefault="008867CD" w:rsidP="008867CD">
            <w:pPr>
              <w:pStyle w:val="libCenter"/>
              <w:rPr>
                <w:rtl/>
              </w:rPr>
            </w:pPr>
            <w:r w:rsidRPr="000A78CD">
              <w:rPr>
                <w:rtl/>
              </w:rPr>
              <w:t>159</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7E0B1D" w:rsidTr="00AE355E">
        <w:tc>
          <w:tcPr>
            <w:tcW w:w="5679" w:type="dxa"/>
          </w:tcPr>
          <w:p w:rsidR="008867CD" w:rsidRPr="00920F0C" w:rsidRDefault="008867CD" w:rsidP="008867CD">
            <w:pPr>
              <w:pStyle w:val="libBold2"/>
              <w:rPr>
                <w:rtl/>
              </w:rPr>
            </w:pPr>
            <w:r w:rsidRPr="00920F0C">
              <w:rPr>
                <w:rtl/>
              </w:rPr>
              <w:t>الاسم</w:t>
            </w:r>
          </w:p>
        </w:tc>
        <w:tc>
          <w:tcPr>
            <w:tcW w:w="1908" w:type="dxa"/>
          </w:tcPr>
          <w:p w:rsidR="008867CD" w:rsidRPr="007E0B1D" w:rsidRDefault="008867CD" w:rsidP="008867CD">
            <w:pPr>
              <w:pStyle w:val="libCenterBold2"/>
              <w:rPr>
                <w:rtl/>
              </w:rPr>
            </w:pPr>
            <w:r w:rsidRPr="007E0B1D">
              <w:rPr>
                <w:rtl/>
              </w:rPr>
              <w:t>رقم الترجمة</w:t>
            </w:r>
          </w:p>
        </w:tc>
      </w:tr>
      <w:tr w:rsidR="008867CD" w:rsidRPr="007E0B1D" w:rsidTr="00AE355E">
        <w:tc>
          <w:tcPr>
            <w:tcW w:w="5679" w:type="dxa"/>
          </w:tcPr>
          <w:p w:rsidR="008867CD" w:rsidRPr="000C1BB4" w:rsidRDefault="008867CD" w:rsidP="008867CD">
            <w:pPr>
              <w:pStyle w:val="libNormal0"/>
              <w:rPr>
                <w:rFonts w:hint="cs"/>
                <w:rtl/>
              </w:rPr>
            </w:pPr>
            <w:r w:rsidRPr="000C1BB4">
              <w:rPr>
                <w:rtl/>
              </w:rPr>
              <w:t xml:space="preserve">محمّد بن الفرج الرخجي </w:t>
            </w:r>
          </w:p>
        </w:tc>
        <w:tc>
          <w:tcPr>
            <w:tcW w:w="1908" w:type="dxa"/>
          </w:tcPr>
          <w:p w:rsidR="008867CD" w:rsidRPr="007E0B1D" w:rsidRDefault="008867CD" w:rsidP="008867CD">
            <w:pPr>
              <w:pStyle w:val="libCenter"/>
              <w:rPr>
                <w:rtl/>
              </w:rPr>
            </w:pPr>
            <w:r w:rsidRPr="000C1BB4">
              <w:rPr>
                <w:rtl/>
              </w:rPr>
              <w:t>160</w:t>
            </w:r>
          </w:p>
        </w:tc>
      </w:tr>
      <w:tr w:rsidR="008867CD" w:rsidRPr="007E0B1D" w:rsidTr="00AE355E">
        <w:tc>
          <w:tcPr>
            <w:tcW w:w="5679" w:type="dxa"/>
          </w:tcPr>
          <w:p w:rsidR="008867CD" w:rsidRPr="000C1BB4" w:rsidRDefault="008867CD" w:rsidP="008867CD">
            <w:pPr>
              <w:pStyle w:val="libNormal0"/>
              <w:rPr>
                <w:rFonts w:hint="cs"/>
                <w:rtl/>
              </w:rPr>
            </w:pPr>
            <w:r w:rsidRPr="000C1BB4">
              <w:rPr>
                <w:rtl/>
              </w:rPr>
              <w:t>محمّد بن الفضيل</w:t>
            </w:r>
            <w:r w:rsidR="00D8054C">
              <w:rPr>
                <w:rtl/>
              </w:rPr>
              <w:t>،</w:t>
            </w:r>
            <w:r w:rsidRPr="000C1BB4">
              <w:rPr>
                <w:rtl/>
              </w:rPr>
              <w:t xml:space="preserve"> وقيل الفضل بن كثير الأزدي</w:t>
            </w:r>
            <w:r w:rsidR="00D8054C">
              <w:rPr>
                <w:rtl/>
              </w:rPr>
              <w:t>،</w:t>
            </w:r>
            <w:r w:rsidRPr="000C1BB4">
              <w:rPr>
                <w:rtl/>
              </w:rPr>
              <w:t xml:space="preserve"> الكوفي</w:t>
            </w:r>
            <w:r w:rsidR="00D8054C">
              <w:rPr>
                <w:rtl/>
              </w:rPr>
              <w:t>،</w:t>
            </w:r>
            <w:r w:rsidRPr="000C1BB4">
              <w:rPr>
                <w:rtl/>
              </w:rPr>
              <w:t xml:space="preserve"> الصيرفي</w:t>
            </w:r>
            <w:r w:rsidR="00D8054C">
              <w:rPr>
                <w:rtl/>
              </w:rPr>
              <w:t>،</w:t>
            </w:r>
            <w:r w:rsidRPr="000C1BB4">
              <w:rPr>
                <w:rtl/>
              </w:rPr>
              <w:t xml:space="preserve"> الأزرق </w:t>
            </w:r>
          </w:p>
        </w:tc>
        <w:tc>
          <w:tcPr>
            <w:tcW w:w="1908" w:type="dxa"/>
          </w:tcPr>
          <w:p w:rsidR="008867CD" w:rsidRPr="007E0B1D" w:rsidRDefault="008867CD" w:rsidP="008867CD">
            <w:pPr>
              <w:pStyle w:val="libCenter"/>
              <w:rPr>
                <w:rtl/>
              </w:rPr>
            </w:pPr>
            <w:r w:rsidRPr="000C1BB4">
              <w:rPr>
                <w:rtl/>
              </w:rPr>
              <w:t>161</w:t>
            </w:r>
          </w:p>
        </w:tc>
      </w:tr>
      <w:tr w:rsidR="008867CD" w:rsidRPr="007E0B1D" w:rsidTr="00AE355E">
        <w:tc>
          <w:tcPr>
            <w:tcW w:w="5679" w:type="dxa"/>
          </w:tcPr>
          <w:p w:rsidR="008867CD" w:rsidRPr="000C1BB4" w:rsidRDefault="008867CD" w:rsidP="008867CD">
            <w:pPr>
              <w:pStyle w:val="libNormal0"/>
              <w:rPr>
                <w:rFonts w:hint="cs"/>
                <w:rtl/>
              </w:rPr>
            </w:pPr>
            <w:r w:rsidRPr="000C1BB4">
              <w:rPr>
                <w:rtl/>
              </w:rPr>
              <w:t xml:space="preserve">محمّد بن أبي قريش </w:t>
            </w:r>
          </w:p>
        </w:tc>
        <w:tc>
          <w:tcPr>
            <w:tcW w:w="1908" w:type="dxa"/>
          </w:tcPr>
          <w:p w:rsidR="008867CD" w:rsidRPr="007E0B1D" w:rsidRDefault="008867CD" w:rsidP="008867CD">
            <w:pPr>
              <w:pStyle w:val="libCenter"/>
              <w:rPr>
                <w:rtl/>
              </w:rPr>
            </w:pPr>
            <w:r w:rsidRPr="000C1BB4">
              <w:rPr>
                <w:rtl/>
              </w:rPr>
              <w:t>162</w:t>
            </w:r>
          </w:p>
        </w:tc>
      </w:tr>
      <w:tr w:rsidR="008867CD" w:rsidRPr="007E0B1D" w:rsidTr="00AE355E">
        <w:tc>
          <w:tcPr>
            <w:tcW w:w="5679" w:type="dxa"/>
          </w:tcPr>
          <w:p w:rsidR="008867CD" w:rsidRPr="000C1BB4" w:rsidRDefault="008867CD" w:rsidP="008867CD">
            <w:pPr>
              <w:pStyle w:val="libNormal0"/>
              <w:rPr>
                <w:rFonts w:hint="cs"/>
                <w:rtl/>
              </w:rPr>
            </w:pPr>
            <w:r w:rsidRPr="000C1BB4">
              <w:rPr>
                <w:rtl/>
              </w:rPr>
              <w:t xml:space="preserve">محمّد بن أبي نصر </w:t>
            </w:r>
          </w:p>
        </w:tc>
        <w:tc>
          <w:tcPr>
            <w:tcW w:w="1908" w:type="dxa"/>
          </w:tcPr>
          <w:p w:rsidR="008867CD" w:rsidRPr="007E0B1D" w:rsidRDefault="008867CD" w:rsidP="008867CD">
            <w:pPr>
              <w:pStyle w:val="libCenter"/>
              <w:rPr>
                <w:rtl/>
              </w:rPr>
            </w:pPr>
            <w:r w:rsidRPr="000C1BB4">
              <w:rPr>
                <w:rtl/>
              </w:rPr>
              <w:t>163</w:t>
            </w:r>
          </w:p>
        </w:tc>
      </w:tr>
      <w:tr w:rsidR="008867CD" w:rsidRPr="007E0B1D" w:rsidTr="00AE355E">
        <w:tc>
          <w:tcPr>
            <w:tcW w:w="5679" w:type="dxa"/>
          </w:tcPr>
          <w:p w:rsidR="008867CD" w:rsidRPr="000C1BB4" w:rsidRDefault="008867CD" w:rsidP="008867CD">
            <w:pPr>
              <w:pStyle w:val="libNormal0"/>
              <w:rPr>
                <w:rFonts w:hint="cs"/>
                <w:rtl/>
              </w:rPr>
            </w:pPr>
            <w:r w:rsidRPr="000C1BB4">
              <w:rPr>
                <w:rtl/>
              </w:rPr>
              <w:t xml:space="preserve">محمّد بن نصر الناب </w:t>
            </w:r>
          </w:p>
        </w:tc>
        <w:tc>
          <w:tcPr>
            <w:tcW w:w="1908" w:type="dxa"/>
          </w:tcPr>
          <w:p w:rsidR="008867CD" w:rsidRPr="007E0B1D" w:rsidRDefault="008867CD" w:rsidP="008867CD">
            <w:pPr>
              <w:pStyle w:val="libCenter"/>
              <w:rPr>
                <w:rtl/>
              </w:rPr>
            </w:pPr>
            <w:r w:rsidRPr="000C1BB4">
              <w:rPr>
                <w:rtl/>
              </w:rPr>
              <w:t>164</w:t>
            </w:r>
          </w:p>
        </w:tc>
      </w:tr>
      <w:tr w:rsidR="008867CD" w:rsidRPr="007E0B1D" w:rsidTr="00AE355E">
        <w:tc>
          <w:tcPr>
            <w:tcW w:w="5679" w:type="dxa"/>
          </w:tcPr>
          <w:p w:rsidR="008867CD" w:rsidRPr="000C1BB4" w:rsidRDefault="008867CD" w:rsidP="008867CD">
            <w:pPr>
              <w:pStyle w:val="libNormal0"/>
              <w:rPr>
                <w:rFonts w:hint="cs"/>
                <w:rtl/>
              </w:rPr>
            </w:pPr>
            <w:r w:rsidRPr="000C1BB4">
              <w:rPr>
                <w:rtl/>
              </w:rPr>
              <w:t>محمّد بن نصير الفهري</w:t>
            </w:r>
            <w:r w:rsidR="00D8054C">
              <w:rPr>
                <w:rtl/>
              </w:rPr>
              <w:t>،</w:t>
            </w:r>
            <w:r w:rsidRPr="000C1BB4">
              <w:rPr>
                <w:rtl/>
              </w:rPr>
              <w:t xml:space="preserve"> النميري</w:t>
            </w:r>
            <w:r w:rsidR="00D8054C">
              <w:rPr>
                <w:rtl/>
              </w:rPr>
              <w:t>،</w:t>
            </w:r>
            <w:r w:rsidRPr="000C1BB4">
              <w:rPr>
                <w:rtl/>
              </w:rPr>
              <w:t xml:space="preserve"> البصري </w:t>
            </w:r>
          </w:p>
        </w:tc>
        <w:tc>
          <w:tcPr>
            <w:tcW w:w="1908" w:type="dxa"/>
          </w:tcPr>
          <w:p w:rsidR="008867CD" w:rsidRPr="007E0B1D" w:rsidRDefault="008867CD" w:rsidP="008867CD">
            <w:pPr>
              <w:pStyle w:val="libCenter"/>
              <w:rPr>
                <w:rtl/>
              </w:rPr>
            </w:pPr>
            <w:r w:rsidRPr="000C1BB4">
              <w:rPr>
                <w:rtl/>
              </w:rPr>
              <w:t>165</w:t>
            </w:r>
          </w:p>
        </w:tc>
      </w:tr>
      <w:tr w:rsidR="008867CD" w:rsidRPr="007E0B1D" w:rsidTr="00AE355E">
        <w:tc>
          <w:tcPr>
            <w:tcW w:w="5679" w:type="dxa"/>
          </w:tcPr>
          <w:p w:rsidR="008867CD" w:rsidRPr="000C1BB4" w:rsidRDefault="008867CD" w:rsidP="008867CD">
            <w:pPr>
              <w:pStyle w:val="libNormal0"/>
              <w:rPr>
                <w:rFonts w:hint="cs"/>
                <w:rtl/>
              </w:rPr>
            </w:pPr>
            <w:r w:rsidRPr="000C1BB4">
              <w:rPr>
                <w:rtl/>
              </w:rPr>
              <w:t xml:space="preserve">محمّد بن نوح الرحجي </w:t>
            </w:r>
          </w:p>
        </w:tc>
        <w:tc>
          <w:tcPr>
            <w:tcW w:w="1908" w:type="dxa"/>
          </w:tcPr>
          <w:p w:rsidR="008867CD" w:rsidRPr="007E0B1D" w:rsidRDefault="008867CD" w:rsidP="008867CD">
            <w:pPr>
              <w:pStyle w:val="libCenter"/>
              <w:rPr>
                <w:rtl/>
              </w:rPr>
            </w:pPr>
            <w:r w:rsidRPr="000C1BB4">
              <w:rPr>
                <w:rtl/>
              </w:rPr>
              <w:t>166</w:t>
            </w:r>
          </w:p>
        </w:tc>
      </w:tr>
      <w:tr w:rsidR="008867CD" w:rsidRPr="007E0B1D" w:rsidTr="00AE355E">
        <w:tc>
          <w:tcPr>
            <w:tcW w:w="5679" w:type="dxa"/>
          </w:tcPr>
          <w:p w:rsidR="008867CD" w:rsidRPr="000C1BB4" w:rsidRDefault="008867CD" w:rsidP="008867CD">
            <w:pPr>
              <w:pStyle w:val="libNormal0"/>
              <w:rPr>
                <w:rFonts w:hint="cs"/>
                <w:rtl/>
              </w:rPr>
            </w:pPr>
            <w:r w:rsidRPr="000C1BB4">
              <w:rPr>
                <w:rtl/>
              </w:rPr>
              <w:t>محمّد بن الوليد الخزاز</w:t>
            </w:r>
            <w:r w:rsidR="00D8054C">
              <w:rPr>
                <w:rtl/>
              </w:rPr>
              <w:t>،</w:t>
            </w:r>
            <w:r w:rsidRPr="000C1BB4">
              <w:rPr>
                <w:rtl/>
              </w:rPr>
              <w:t xml:space="preserve"> الكرماني </w:t>
            </w:r>
          </w:p>
        </w:tc>
        <w:tc>
          <w:tcPr>
            <w:tcW w:w="1908" w:type="dxa"/>
          </w:tcPr>
          <w:p w:rsidR="008867CD" w:rsidRPr="007E0B1D" w:rsidRDefault="008867CD" w:rsidP="008867CD">
            <w:pPr>
              <w:pStyle w:val="libCenter"/>
              <w:rPr>
                <w:rtl/>
              </w:rPr>
            </w:pPr>
            <w:r w:rsidRPr="000C1BB4">
              <w:rPr>
                <w:rtl/>
              </w:rPr>
              <w:t>167</w:t>
            </w:r>
          </w:p>
        </w:tc>
      </w:tr>
      <w:tr w:rsidR="008867CD" w:rsidRPr="007E0B1D" w:rsidTr="00AE355E">
        <w:tc>
          <w:tcPr>
            <w:tcW w:w="5679" w:type="dxa"/>
          </w:tcPr>
          <w:p w:rsidR="008867CD" w:rsidRPr="00960C9F" w:rsidRDefault="008867CD" w:rsidP="008867CD">
            <w:pPr>
              <w:pStyle w:val="libNormal0"/>
              <w:rPr>
                <w:rFonts w:hint="cs"/>
                <w:rtl/>
              </w:rPr>
            </w:pPr>
            <w:r w:rsidRPr="00960C9F">
              <w:rPr>
                <w:rtl/>
              </w:rPr>
              <w:t>محمّد بن أبي يزيد</w:t>
            </w:r>
            <w:r w:rsidR="00D8054C">
              <w:rPr>
                <w:rtl/>
              </w:rPr>
              <w:t>،</w:t>
            </w:r>
            <w:r w:rsidRPr="00960C9F">
              <w:rPr>
                <w:rtl/>
              </w:rPr>
              <w:t xml:space="preserve"> وقيل ابن أبي زيد القمي</w:t>
            </w:r>
            <w:r w:rsidR="00D8054C">
              <w:rPr>
                <w:rtl/>
              </w:rPr>
              <w:t>،</w:t>
            </w:r>
            <w:r w:rsidRPr="00960C9F">
              <w:rPr>
                <w:rtl/>
              </w:rPr>
              <w:t xml:space="preserve"> الرازي </w:t>
            </w:r>
          </w:p>
        </w:tc>
        <w:tc>
          <w:tcPr>
            <w:tcW w:w="1908" w:type="dxa"/>
          </w:tcPr>
          <w:p w:rsidR="008867CD" w:rsidRPr="007E0B1D" w:rsidRDefault="008867CD" w:rsidP="008867CD">
            <w:pPr>
              <w:pStyle w:val="libCenter"/>
              <w:rPr>
                <w:rtl/>
              </w:rPr>
            </w:pPr>
            <w:r w:rsidRPr="00960C9F">
              <w:rPr>
                <w:rtl/>
              </w:rPr>
              <w:t>168</w:t>
            </w:r>
          </w:p>
        </w:tc>
      </w:tr>
      <w:tr w:rsidR="008867CD" w:rsidRPr="007E0B1D" w:rsidTr="00AE355E">
        <w:tc>
          <w:tcPr>
            <w:tcW w:w="5679" w:type="dxa"/>
          </w:tcPr>
          <w:p w:rsidR="008867CD" w:rsidRPr="00960C9F" w:rsidRDefault="008867CD" w:rsidP="008867CD">
            <w:pPr>
              <w:pStyle w:val="libNormal0"/>
              <w:rPr>
                <w:rFonts w:hint="cs"/>
                <w:rtl/>
              </w:rPr>
            </w:pPr>
            <w:r w:rsidRPr="00960C9F">
              <w:rPr>
                <w:rtl/>
              </w:rPr>
              <w:t xml:space="preserve">محمّد بن يونس بن عبد الرحمن </w:t>
            </w:r>
          </w:p>
        </w:tc>
        <w:tc>
          <w:tcPr>
            <w:tcW w:w="1908" w:type="dxa"/>
          </w:tcPr>
          <w:p w:rsidR="008867CD" w:rsidRPr="007E0B1D" w:rsidRDefault="008867CD" w:rsidP="008867CD">
            <w:pPr>
              <w:pStyle w:val="libCenter"/>
              <w:rPr>
                <w:rtl/>
              </w:rPr>
            </w:pPr>
            <w:r w:rsidRPr="00960C9F">
              <w:rPr>
                <w:rtl/>
              </w:rPr>
              <w:t>169</w:t>
            </w:r>
          </w:p>
        </w:tc>
      </w:tr>
      <w:tr w:rsidR="008867CD" w:rsidRPr="007E0B1D" w:rsidTr="00AE355E">
        <w:tc>
          <w:tcPr>
            <w:tcW w:w="5679" w:type="dxa"/>
          </w:tcPr>
          <w:p w:rsidR="008867CD" w:rsidRPr="00960C9F" w:rsidRDefault="008867CD" w:rsidP="008867CD">
            <w:pPr>
              <w:pStyle w:val="libNormal0"/>
              <w:rPr>
                <w:rFonts w:hint="cs"/>
                <w:rtl/>
              </w:rPr>
            </w:pPr>
            <w:r w:rsidRPr="00960C9F">
              <w:rPr>
                <w:rtl/>
              </w:rPr>
              <w:t>المختار بن زياد العبدي</w:t>
            </w:r>
            <w:r w:rsidR="00D8054C">
              <w:rPr>
                <w:rtl/>
              </w:rPr>
              <w:t>،</w:t>
            </w:r>
            <w:r w:rsidRPr="00960C9F">
              <w:rPr>
                <w:rtl/>
              </w:rPr>
              <w:t xml:space="preserve"> البصري </w:t>
            </w:r>
          </w:p>
        </w:tc>
        <w:tc>
          <w:tcPr>
            <w:tcW w:w="1908" w:type="dxa"/>
          </w:tcPr>
          <w:p w:rsidR="008867CD" w:rsidRPr="007E0B1D" w:rsidRDefault="008867CD" w:rsidP="008867CD">
            <w:pPr>
              <w:pStyle w:val="libCenter"/>
              <w:rPr>
                <w:rtl/>
              </w:rPr>
            </w:pPr>
            <w:r w:rsidRPr="00960C9F">
              <w:rPr>
                <w:rtl/>
              </w:rPr>
              <w:t>170</w:t>
            </w:r>
          </w:p>
        </w:tc>
      </w:tr>
      <w:tr w:rsidR="008867CD" w:rsidRPr="007E0B1D" w:rsidTr="00AE355E">
        <w:tc>
          <w:tcPr>
            <w:tcW w:w="5679" w:type="dxa"/>
          </w:tcPr>
          <w:p w:rsidR="008867CD" w:rsidRPr="00960C9F" w:rsidRDefault="008867CD" w:rsidP="008867CD">
            <w:pPr>
              <w:pStyle w:val="libNormal0"/>
              <w:rPr>
                <w:rFonts w:hint="cs"/>
                <w:rtl/>
              </w:rPr>
            </w:pPr>
            <w:r w:rsidRPr="00960C9F">
              <w:rPr>
                <w:rtl/>
              </w:rPr>
              <w:t xml:space="preserve">مروك بن عبيد بن سالم ابن أبي حفصة زياد العجلي </w:t>
            </w:r>
          </w:p>
        </w:tc>
        <w:tc>
          <w:tcPr>
            <w:tcW w:w="1908" w:type="dxa"/>
          </w:tcPr>
          <w:p w:rsidR="008867CD" w:rsidRPr="007E0B1D" w:rsidRDefault="008867CD" w:rsidP="008867CD">
            <w:pPr>
              <w:pStyle w:val="libCenter"/>
              <w:rPr>
                <w:rtl/>
              </w:rPr>
            </w:pPr>
            <w:r w:rsidRPr="00960C9F">
              <w:rPr>
                <w:rtl/>
              </w:rPr>
              <w:t>171</w:t>
            </w:r>
          </w:p>
        </w:tc>
      </w:tr>
      <w:tr w:rsidR="008867CD" w:rsidRPr="007E0B1D" w:rsidTr="00AE355E">
        <w:tc>
          <w:tcPr>
            <w:tcW w:w="5679" w:type="dxa"/>
          </w:tcPr>
          <w:p w:rsidR="008867CD" w:rsidRPr="00960C9F" w:rsidRDefault="008867CD" w:rsidP="008867CD">
            <w:pPr>
              <w:pStyle w:val="libNormal0"/>
              <w:rPr>
                <w:rFonts w:hint="cs"/>
                <w:rtl/>
              </w:rPr>
            </w:pPr>
            <w:r w:rsidRPr="00960C9F">
              <w:rPr>
                <w:rtl/>
              </w:rPr>
              <w:t xml:space="preserve">أبو مساور </w:t>
            </w:r>
          </w:p>
        </w:tc>
        <w:tc>
          <w:tcPr>
            <w:tcW w:w="1908" w:type="dxa"/>
          </w:tcPr>
          <w:p w:rsidR="008867CD" w:rsidRPr="007E0B1D" w:rsidRDefault="008867CD" w:rsidP="008867CD">
            <w:pPr>
              <w:pStyle w:val="libCenter"/>
              <w:rPr>
                <w:rtl/>
              </w:rPr>
            </w:pPr>
            <w:r w:rsidRPr="00960C9F">
              <w:rPr>
                <w:rtl/>
              </w:rPr>
              <w:t>172</w:t>
            </w:r>
          </w:p>
        </w:tc>
      </w:tr>
      <w:tr w:rsidR="008867CD" w:rsidRPr="007E0B1D" w:rsidTr="00AE355E">
        <w:tc>
          <w:tcPr>
            <w:tcW w:w="5679" w:type="dxa"/>
          </w:tcPr>
          <w:p w:rsidR="008867CD" w:rsidRPr="00960C9F" w:rsidRDefault="008867CD" w:rsidP="008867CD">
            <w:pPr>
              <w:pStyle w:val="libNormal0"/>
              <w:rPr>
                <w:rFonts w:hint="cs"/>
                <w:rtl/>
              </w:rPr>
            </w:pPr>
            <w:r w:rsidRPr="00960C9F">
              <w:rPr>
                <w:rtl/>
              </w:rPr>
              <w:t>مصدق بن صدقة المدائني</w:t>
            </w:r>
            <w:r w:rsidR="00D8054C">
              <w:rPr>
                <w:rtl/>
              </w:rPr>
              <w:t>،</w:t>
            </w:r>
            <w:r w:rsidRPr="00960C9F">
              <w:rPr>
                <w:rtl/>
              </w:rPr>
              <w:t xml:space="preserve"> وقيل الكوفي </w:t>
            </w:r>
          </w:p>
        </w:tc>
        <w:tc>
          <w:tcPr>
            <w:tcW w:w="1908" w:type="dxa"/>
          </w:tcPr>
          <w:p w:rsidR="008867CD" w:rsidRPr="007E0B1D" w:rsidRDefault="008867CD" w:rsidP="008867CD">
            <w:pPr>
              <w:pStyle w:val="libCenter"/>
              <w:rPr>
                <w:rtl/>
              </w:rPr>
            </w:pPr>
            <w:r w:rsidRPr="00960C9F">
              <w:rPr>
                <w:rtl/>
              </w:rPr>
              <w:t>173</w:t>
            </w:r>
          </w:p>
        </w:tc>
      </w:tr>
      <w:tr w:rsidR="008867CD" w:rsidRPr="007E0B1D" w:rsidTr="00AE355E">
        <w:tc>
          <w:tcPr>
            <w:tcW w:w="5679" w:type="dxa"/>
          </w:tcPr>
          <w:p w:rsidR="008867CD" w:rsidRPr="00940B39" w:rsidRDefault="008867CD" w:rsidP="008867CD">
            <w:pPr>
              <w:pStyle w:val="libNormal0"/>
              <w:rPr>
                <w:rFonts w:hint="cs"/>
                <w:rtl/>
              </w:rPr>
            </w:pPr>
            <w:r w:rsidRPr="00940B39">
              <w:rPr>
                <w:rtl/>
              </w:rPr>
              <w:t>معاوية بن حكيم بن معاوية بن عمار الدهني</w:t>
            </w:r>
            <w:r w:rsidR="00D8054C">
              <w:rPr>
                <w:rtl/>
              </w:rPr>
              <w:t>،</w:t>
            </w:r>
            <w:r w:rsidRPr="00940B39">
              <w:rPr>
                <w:rtl/>
              </w:rPr>
              <w:t xml:space="preserve"> البجلي</w:t>
            </w:r>
            <w:r w:rsidR="00D8054C">
              <w:rPr>
                <w:rtl/>
              </w:rPr>
              <w:t>،</w:t>
            </w:r>
            <w:r w:rsidRPr="00940B39">
              <w:rPr>
                <w:rtl/>
              </w:rPr>
              <w:t xml:space="preserve"> الكوفي </w:t>
            </w:r>
          </w:p>
        </w:tc>
        <w:tc>
          <w:tcPr>
            <w:tcW w:w="1908" w:type="dxa"/>
          </w:tcPr>
          <w:p w:rsidR="008867CD" w:rsidRPr="007E0B1D" w:rsidRDefault="008867CD" w:rsidP="008867CD">
            <w:pPr>
              <w:pStyle w:val="libCenter"/>
              <w:rPr>
                <w:rtl/>
              </w:rPr>
            </w:pPr>
            <w:r w:rsidRPr="00940B39">
              <w:rPr>
                <w:rtl/>
              </w:rPr>
              <w:t>174</w:t>
            </w:r>
          </w:p>
        </w:tc>
      </w:tr>
      <w:tr w:rsidR="008867CD" w:rsidRPr="007E0B1D" w:rsidTr="00AE355E">
        <w:tc>
          <w:tcPr>
            <w:tcW w:w="5679" w:type="dxa"/>
          </w:tcPr>
          <w:p w:rsidR="008867CD" w:rsidRPr="00940B39" w:rsidRDefault="008867CD" w:rsidP="008867CD">
            <w:pPr>
              <w:pStyle w:val="libNormal0"/>
              <w:rPr>
                <w:rFonts w:hint="cs"/>
                <w:rtl/>
              </w:rPr>
            </w:pPr>
            <w:r w:rsidRPr="00940B39">
              <w:rPr>
                <w:rtl/>
              </w:rPr>
              <w:t xml:space="preserve">المنذر بن قابوس </w:t>
            </w:r>
          </w:p>
        </w:tc>
        <w:tc>
          <w:tcPr>
            <w:tcW w:w="1908" w:type="dxa"/>
          </w:tcPr>
          <w:p w:rsidR="008867CD" w:rsidRPr="007E0B1D" w:rsidRDefault="008867CD" w:rsidP="008867CD">
            <w:pPr>
              <w:pStyle w:val="libCenter"/>
              <w:rPr>
                <w:rtl/>
              </w:rPr>
            </w:pPr>
            <w:r w:rsidRPr="00940B39">
              <w:rPr>
                <w:rtl/>
              </w:rPr>
              <w:t>175</w:t>
            </w:r>
          </w:p>
        </w:tc>
      </w:tr>
      <w:tr w:rsidR="008867CD" w:rsidRPr="007E0B1D" w:rsidTr="00AE355E">
        <w:tc>
          <w:tcPr>
            <w:tcW w:w="5679" w:type="dxa"/>
          </w:tcPr>
          <w:p w:rsidR="008867CD" w:rsidRPr="00940B39" w:rsidRDefault="008867CD" w:rsidP="008867CD">
            <w:pPr>
              <w:pStyle w:val="libNormal0"/>
              <w:rPr>
                <w:rFonts w:hint="cs"/>
                <w:rtl/>
              </w:rPr>
            </w:pPr>
            <w:r w:rsidRPr="00940B39">
              <w:rPr>
                <w:rtl/>
              </w:rPr>
              <w:t>المنذر بن محمّد قابوس المنذر بن قابوس المنذر بن محمّد بن المنذر بن سعيد القابوسي المنذر بن قابوس منصور بن العباس الرازي</w:t>
            </w:r>
            <w:r w:rsidR="00D8054C">
              <w:rPr>
                <w:rtl/>
              </w:rPr>
              <w:t>،</w:t>
            </w:r>
            <w:r w:rsidRPr="00940B39">
              <w:rPr>
                <w:rtl/>
              </w:rPr>
              <w:t xml:space="preserve"> البغدادي </w:t>
            </w:r>
          </w:p>
        </w:tc>
        <w:tc>
          <w:tcPr>
            <w:tcW w:w="1908" w:type="dxa"/>
          </w:tcPr>
          <w:p w:rsidR="008867CD" w:rsidRPr="007E0B1D" w:rsidRDefault="008867CD" w:rsidP="008867CD">
            <w:pPr>
              <w:pStyle w:val="libCenter"/>
              <w:rPr>
                <w:rtl/>
              </w:rPr>
            </w:pPr>
            <w:r w:rsidRPr="00940B39">
              <w:rPr>
                <w:rtl/>
              </w:rPr>
              <w:t>176</w:t>
            </w:r>
          </w:p>
        </w:tc>
      </w:tr>
      <w:tr w:rsidR="008867CD" w:rsidRPr="007E0B1D" w:rsidTr="00AE355E">
        <w:tc>
          <w:tcPr>
            <w:tcW w:w="5679" w:type="dxa"/>
          </w:tcPr>
          <w:p w:rsidR="008867CD" w:rsidRPr="00940B39" w:rsidRDefault="008867CD" w:rsidP="008867CD">
            <w:pPr>
              <w:pStyle w:val="libNormal0"/>
              <w:rPr>
                <w:rtl/>
              </w:rPr>
            </w:pPr>
            <w:r w:rsidRPr="00940B39">
              <w:rPr>
                <w:rtl/>
              </w:rPr>
              <w:t xml:space="preserve">ابن مهران </w:t>
            </w:r>
          </w:p>
        </w:tc>
        <w:tc>
          <w:tcPr>
            <w:tcW w:w="1908" w:type="dxa"/>
          </w:tcPr>
          <w:p w:rsidR="008867CD" w:rsidRPr="007E0B1D" w:rsidRDefault="008867CD" w:rsidP="008867CD">
            <w:pPr>
              <w:pStyle w:val="libCenter"/>
              <w:rPr>
                <w:rtl/>
              </w:rPr>
            </w:pPr>
            <w:r w:rsidRPr="00940B39">
              <w:rPr>
                <w:rtl/>
              </w:rPr>
              <w:t>177</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5679"/>
        <w:gridCol w:w="1908"/>
      </w:tblGrid>
      <w:tr w:rsidR="008867CD" w:rsidRPr="00940B39" w:rsidTr="00AE355E">
        <w:tc>
          <w:tcPr>
            <w:tcW w:w="5679" w:type="dxa"/>
          </w:tcPr>
          <w:p w:rsidR="008867CD" w:rsidRPr="00301F39" w:rsidRDefault="008867CD" w:rsidP="008867CD">
            <w:pPr>
              <w:pStyle w:val="libBold2"/>
              <w:rPr>
                <w:rtl/>
              </w:rPr>
            </w:pPr>
            <w:r w:rsidRPr="00301F39">
              <w:rPr>
                <w:rtl/>
              </w:rPr>
              <w:t>الاسم</w:t>
            </w:r>
          </w:p>
        </w:tc>
        <w:tc>
          <w:tcPr>
            <w:tcW w:w="190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5679" w:type="dxa"/>
          </w:tcPr>
          <w:p w:rsidR="008867CD" w:rsidRPr="0085520C" w:rsidRDefault="008867CD" w:rsidP="008867CD">
            <w:pPr>
              <w:pStyle w:val="libNormal0"/>
              <w:rPr>
                <w:rFonts w:hint="cs"/>
                <w:rtl/>
              </w:rPr>
            </w:pPr>
            <w:r w:rsidRPr="0085520C">
              <w:rPr>
                <w:rtl/>
              </w:rPr>
              <w:t xml:space="preserve">موسى بن داود المنقري </w:t>
            </w:r>
          </w:p>
        </w:tc>
        <w:tc>
          <w:tcPr>
            <w:tcW w:w="1908" w:type="dxa"/>
          </w:tcPr>
          <w:p w:rsidR="008867CD" w:rsidRPr="00940B39" w:rsidRDefault="008867CD" w:rsidP="008867CD">
            <w:pPr>
              <w:pStyle w:val="libCenter"/>
              <w:rPr>
                <w:rtl/>
              </w:rPr>
            </w:pPr>
            <w:r w:rsidRPr="0085520C">
              <w:rPr>
                <w:rtl/>
              </w:rPr>
              <w:t>178</w:t>
            </w:r>
          </w:p>
        </w:tc>
      </w:tr>
      <w:tr w:rsidR="008867CD" w:rsidRPr="00940B39" w:rsidTr="00AE355E">
        <w:tc>
          <w:tcPr>
            <w:tcW w:w="5679" w:type="dxa"/>
          </w:tcPr>
          <w:p w:rsidR="008867CD" w:rsidRPr="0085520C" w:rsidRDefault="008867CD" w:rsidP="008867CD">
            <w:pPr>
              <w:pStyle w:val="libNormal0"/>
              <w:rPr>
                <w:rFonts w:hint="cs"/>
                <w:rtl/>
              </w:rPr>
            </w:pPr>
            <w:r w:rsidRPr="0085520C">
              <w:rPr>
                <w:rtl/>
              </w:rPr>
              <w:t xml:space="preserve">موسى بن داود اليعقوبي </w:t>
            </w:r>
          </w:p>
        </w:tc>
        <w:tc>
          <w:tcPr>
            <w:tcW w:w="1908" w:type="dxa"/>
          </w:tcPr>
          <w:p w:rsidR="008867CD" w:rsidRPr="00940B39" w:rsidRDefault="008867CD" w:rsidP="008867CD">
            <w:pPr>
              <w:pStyle w:val="libCenter"/>
              <w:rPr>
                <w:rtl/>
              </w:rPr>
            </w:pPr>
            <w:r w:rsidRPr="0085520C">
              <w:rPr>
                <w:rtl/>
              </w:rPr>
              <w:t>179</w:t>
            </w:r>
          </w:p>
        </w:tc>
      </w:tr>
      <w:tr w:rsidR="008867CD" w:rsidRPr="00940B39" w:rsidTr="00AE355E">
        <w:tc>
          <w:tcPr>
            <w:tcW w:w="5679" w:type="dxa"/>
          </w:tcPr>
          <w:p w:rsidR="008867CD" w:rsidRPr="0085520C" w:rsidRDefault="008867CD" w:rsidP="008867CD">
            <w:pPr>
              <w:pStyle w:val="libNormal0"/>
              <w:rPr>
                <w:rFonts w:hint="cs"/>
                <w:rtl/>
              </w:rPr>
            </w:pPr>
            <w:r w:rsidRPr="0085520C">
              <w:rPr>
                <w:rtl/>
              </w:rPr>
              <w:t xml:space="preserve">موسى بن عبد الله بن عبد الملك بن هشام </w:t>
            </w:r>
          </w:p>
        </w:tc>
        <w:tc>
          <w:tcPr>
            <w:tcW w:w="1908" w:type="dxa"/>
          </w:tcPr>
          <w:p w:rsidR="008867CD" w:rsidRPr="00940B39" w:rsidRDefault="008867CD" w:rsidP="008867CD">
            <w:pPr>
              <w:pStyle w:val="libCenter"/>
              <w:rPr>
                <w:rtl/>
              </w:rPr>
            </w:pPr>
            <w:r w:rsidRPr="0085520C">
              <w:rPr>
                <w:rtl/>
              </w:rPr>
              <w:t>180</w:t>
            </w:r>
          </w:p>
        </w:tc>
      </w:tr>
      <w:tr w:rsidR="008867CD" w:rsidRPr="00940B39" w:rsidTr="00AE355E">
        <w:tc>
          <w:tcPr>
            <w:tcW w:w="5679" w:type="dxa"/>
          </w:tcPr>
          <w:p w:rsidR="008867CD" w:rsidRPr="0085520C" w:rsidRDefault="008867CD" w:rsidP="008867CD">
            <w:pPr>
              <w:pStyle w:val="libNormal0"/>
              <w:rPr>
                <w:rFonts w:hint="cs"/>
                <w:rtl/>
              </w:rPr>
            </w:pPr>
            <w:r w:rsidRPr="0085520C">
              <w:rPr>
                <w:rtl/>
              </w:rPr>
              <w:t xml:space="preserve">موسى بن عبد الملك </w:t>
            </w:r>
          </w:p>
        </w:tc>
        <w:tc>
          <w:tcPr>
            <w:tcW w:w="1908" w:type="dxa"/>
          </w:tcPr>
          <w:p w:rsidR="008867CD" w:rsidRPr="00940B39" w:rsidRDefault="008867CD" w:rsidP="008867CD">
            <w:pPr>
              <w:pStyle w:val="libCenter"/>
              <w:rPr>
                <w:rtl/>
              </w:rPr>
            </w:pPr>
            <w:r w:rsidRPr="0085520C">
              <w:rPr>
                <w:rtl/>
              </w:rPr>
              <w:t>181</w:t>
            </w:r>
          </w:p>
        </w:tc>
      </w:tr>
      <w:tr w:rsidR="008867CD" w:rsidRPr="00940B39" w:rsidTr="00AE355E">
        <w:tc>
          <w:tcPr>
            <w:tcW w:w="5679" w:type="dxa"/>
          </w:tcPr>
          <w:p w:rsidR="008867CD" w:rsidRPr="0085520C" w:rsidRDefault="008867CD" w:rsidP="008867CD">
            <w:pPr>
              <w:pStyle w:val="libNormal0"/>
              <w:rPr>
                <w:rFonts w:hint="cs"/>
                <w:rtl/>
              </w:rPr>
            </w:pPr>
            <w:r w:rsidRPr="0085520C">
              <w:rPr>
                <w:rtl/>
              </w:rPr>
              <w:t>موسى بن عمر بن بزيع الكوفي</w:t>
            </w:r>
            <w:r w:rsidR="00D8054C">
              <w:rPr>
                <w:rtl/>
              </w:rPr>
              <w:t>،</w:t>
            </w:r>
            <w:r w:rsidRPr="0085520C">
              <w:rPr>
                <w:rtl/>
              </w:rPr>
              <w:t xml:space="preserve"> مولى المنصور </w:t>
            </w:r>
          </w:p>
        </w:tc>
        <w:tc>
          <w:tcPr>
            <w:tcW w:w="1908" w:type="dxa"/>
          </w:tcPr>
          <w:p w:rsidR="008867CD" w:rsidRPr="00940B39" w:rsidRDefault="008867CD" w:rsidP="008867CD">
            <w:pPr>
              <w:pStyle w:val="libCenter"/>
              <w:rPr>
                <w:rtl/>
              </w:rPr>
            </w:pPr>
            <w:r w:rsidRPr="0085520C">
              <w:rPr>
                <w:rtl/>
              </w:rPr>
              <w:t>182</w:t>
            </w:r>
          </w:p>
        </w:tc>
      </w:tr>
      <w:tr w:rsidR="008867CD" w:rsidRPr="00940B39" w:rsidTr="00AE355E">
        <w:tc>
          <w:tcPr>
            <w:tcW w:w="5679" w:type="dxa"/>
          </w:tcPr>
          <w:p w:rsidR="008867CD" w:rsidRPr="0085520C" w:rsidRDefault="008867CD" w:rsidP="008867CD">
            <w:pPr>
              <w:pStyle w:val="libNormal0"/>
              <w:rPr>
                <w:rFonts w:hint="cs"/>
                <w:rtl/>
              </w:rPr>
            </w:pPr>
            <w:r w:rsidRPr="0085520C">
              <w:rPr>
                <w:rtl/>
              </w:rPr>
              <w:t>موسى بن القاسم بن معاوية بن وهب البجلي</w:t>
            </w:r>
            <w:r w:rsidR="00D8054C">
              <w:rPr>
                <w:rtl/>
              </w:rPr>
              <w:t>،</w:t>
            </w:r>
            <w:r w:rsidRPr="0085520C">
              <w:rPr>
                <w:rtl/>
              </w:rPr>
              <w:t xml:space="preserve"> الكوفي</w:t>
            </w:r>
            <w:r w:rsidR="00D8054C">
              <w:rPr>
                <w:rtl/>
              </w:rPr>
              <w:t>،</w:t>
            </w:r>
            <w:r w:rsidRPr="0085520C">
              <w:rPr>
                <w:rtl/>
              </w:rPr>
              <w:t xml:space="preserve"> المجلي </w:t>
            </w:r>
          </w:p>
        </w:tc>
        <w:tc>
          <w:tcPr>
            <w:tcW w:w="1908" w:type="dxa"/>
          </w:tcPr>
          <w:p w:rsidR="008867CD" w:rsidRPr="00940B39" w:rsidRDefault="008867CD" w:rsidP="008867CD">
            <w:pPr>
              <w:pStyle w:val="libCenter"/>
              <w:rPr>
                <w:rtl/>
              </w:rPr>
            </w:pPr>
            <w:r w:rsidRPr="0085520C">
              <w:rPr>
                <w:rtl/>
              </w:rPr>
              <w:t>183</w:t>
            </w:r>
          </w:p>
        </w:tc>
      </w:tr>
      <w:tr w:rsidR="008867CD" w:rsidRPr="00940B39" w:rsidTr="00AE355E">
        <w:tc>
          <w:tcPr>
            <w:tcW w:w="5679" w:type="dxa"/>
          </w:tcPr>
          <w:p w:rsidR="008867CD" w:rsidRPr="0085520C" w:rsidRDefault="008867CD" w:rsidP="008867CD">
            <w:pPr>
              <w:pStyle w:val="libNormal0"/>
              <w:rPr>
                <w:rFonts w:hint="cs"/>
                <w:rtl/>
              </w:rPr>
            </w:pPr>
            <w:r w:rsidRPr="0085520C">
              <w:rPr>
                <w:rtl/>
              </w:rPr>
              <w:t xml:space="preserve">موسى بن المختار بن يزيد العنسي </w:t>
            </w:r>
          </w:p>
        </w:tc>
        <w:tc>
          <w:tcPr>
            <w:tcW w:w="1908" w:type="dxa"/>
          </w:tcPr>
          <w:p w:rsidR="008867CD" w:rsidRPr="00940B39" w:rsidRDefault="008867CD" w:rsidP="008867CD">
            <w:pPr>
              <w:pStyle w:val="libCenter"/>
              <w:rPr>
                <w:rtl/>
              </w:rPr>
            </w:pPr>
            <w:r w:rsidRPr="0085520C">
              <w:rPr>
                <w:rtl/>
              </w:rPr>
              <w:t>184</w:t>
            </w:r>
          </w:p>
        </w:tc>
      </w:tr>
      <w:tr w:rsidR="008867CD" w:rsidRPr="00940B39" w:rsidTr="00AE355E">
        <w:tc>
          <w:tcPr>
            <w:tcW w:w="5679" w:type="dxa"/>
          </w:tcPr>
          <w:p w:rsidR="008867CD" w:rsidRPr="0085520C" w:rsidRDefault="008867CD" w:rsidP="008867CD">
            <w:pPr>
              <w:pStyle w:val="libNormal0"/>
              <w:rPr>
                <w:rFonts w:hint="cs"/>
                <w:rtl/>
              </w:rPr>
            </w:pPr>
            <w:r w:rsidRPr="0085520C">
              <w:rPr>
                <w:rtl/>
              </w:rPr>
              <w:t>نصر</w:t>
            </w:r>
            <w:r w:rsidR="00D8054C">
              <w:rPr>
                <w:rtl/>
              </w:rPr>
              <w:t>،</w:t>
            </w:r>
            <w:r w:rsidRPr="0085520C">
              <w:rPr>
                <w:rtl/>
              </w:rPr>
              <w:t xml:space="preserve"> وقيل نصير الخادم </w:t>
            </w:r>
          </w:p>
        </w:tc>
        <w:tc>
          <w:tcPr>
            <w:tcW w:w="1908" w:type="dxa"/>
          </w:tcPr>
          <w:p w:rsidR="008867CD" w:rsidRPr="00940B39" w:rsidRDefault="008867CD" w:rsidP="008867CD">
            <w:pPr>
              <w:pStyle w:val="libCenter"/>
              <w:rPr>
                <w:rtl/>
              </w:rPr>
            </w:pPr>
            <w:r w:rsidRPr="0085520C">
              <w:rPr>
                <w:rtl/>
              </w:rPr>
              <w:t>185</w:t>
            </w:r>
          </w:p>
        </w:tc>
      </w:tr>
      <w:tr w:rsidR="008867CD" w:rsidRPr="00940B39" w:rsidTr="00AE355E">
        <w:tc>
          <w:tcPr>
            <w:tcW w:w="5679" w:type="dxa"/>
          </w:tcPr>
          <w:p w:rsidR="008867CD" w:rsidRPr="0085520C" w:rsidRDefault="008867CD" w:rsidP="008867CD">
            <w:pPr>
              <w:pStyle w:val="libNormal0"/>
              <w:rPr>
                <w:rFonts w:hint="cs"/>
                <w:rtl/>
              </w:rPr>
            </w:pPr>
            <w:r w:rsidRPr="0085520C">
              <w:rPr>
                <w:rtl/>
              </w:rPr>
              <w:t>نوح بن شعيب</w:t>
            </w:r>
            <w:r w:rsidR="00D8054C">
              <w:rPr>
                <w:rtl/>
              </w:rPr>
              <w:t>،</w:t>
            </w:r>
            <w:r w:rsidRPr="0085520C">
              <w:rPr>
                <w:rtl/>
              </w:rPr>
              <w:t xml:space="preserve"> وقيل صالح البغدادي </w:t>
            </w:r>
          </w:p>
        </w:tc>
        <w:tc>
          <w:tcPr>
            <w:tcW w:w="1908" w:type="dxa"/>
          </w:tcPr>
          <w:p w:rsidR="008867CD" w:rsidRPr="00940B39" w:rsidRDefault="008867CD" w:rsidP="008867CD">
            <w:pPr>
              <w:pStyle w:val="libCenter"/>
              <w:rPr>
                <w:rtl/>
              </w:rPr>
            </w:pPr>
            <w:r w:rsidRPr="0085520C">
              <w:rPr>
                <w:rtl/>
              </w:rPr>
              <w:t>186</w:t>
            </w:r>
          </w:p>
        </w:tc>
      </w:tr>
      <w:tr w:rsidR="008867CD" w:rsidRPr="00940B39" w:rsidTr="00AE355E">
        <w:tc>
          <w:tcPr>
            <w:tcW w:w="5679" w:type="dxa"/>
          </w:tcPr>
          <w:p w:rsidR="008867CD" w:rsidRPr="0085520C" w:rsidRDefault="008867CD" w:rsidP="008867CD">
            <w:pPr>
              <w:pStyle w:val="libNormal0"/>
              <w:rPr>
                <w:rFonts w:hint="cs"/>
                <w:rtl/>
              </w:rPr>
            </w:pPr>
            <w:r w:rsidRPr="0085520C">
              <w:rPr>
                <w:rtl/>
              </w:rPr>
              <w:t xml:space="preserve">هارون بن الحسن بن محبوب بن وهب بن جعفر بن وهب البجلي </w:t>
            </w:r>
          </w:p>
        </w:tc>
        <w:tc>
          <w:tcPr>
            <w:tcW w:w="1908" w:type="dxa"/>
          </w:tcPr>
          <w:p w:rsidR="008867CD" w:rsidRPr="00940B39" w:rsidRDefault="008867CD" w:rsidP="008867CD">
            <w:pPr>
              <w:pStyle w:val="libCenter"/>
              <w:rPr>
                <w:rtl/>
              </w:rPr>
            </w:pPr>
            <w:r w:rsidRPr="0085520C">
              <w:rPr>
                <w:rtl/>
              </w:rPr>
              <w:t>187</w:t>
            </w:r>
          </w:p>
        </w:tc>
      </w:tr>
      <w:tr w:rsidR="008867CD" w:rsidRPr="00940B39" w:rsidTr="00AE355E">
        <w:tc>
          <w:tcPr>
            <w:tcW w:w="5679" w:type="dxa"/>
          </w:tcPr>
          <w:p w:rsidR="008867CD" w:rsidRPr="00CA0345" w:rsidRDefault="008867CD" w:rsidP="008867CD">
            <w:pPr>
              <w:pStyle w:val="libNormal0"/>
              <w:rPr>
                <w:rFonts w:hint="cs"/>
                <w:rtl/>
              </w:rPr>
            </w:pPr>
            <w:r w:rsidRPr="00CA0345">
              <w:rPr>
                <w:rtl/>
              </w:rPr>
              <w:t xml:space="preserve">والد الخيراني </w:t>
            </w:r>
          </w:p>
        </w:tc>
        <w:tc>
          <w:tcPr>
            <w:tcW w:w="1908" w:type="dxa"/>
          </w:tcPr>
          <w:p w:rsidR="008867CD" w:rsidRPr="00940B39" w:rsidRDefault="008867CD" w:rsidP="008867CD">
            <w:pPr>
              <w:pStyle w:val="libCenter"/>
              <w:rPr>
                <w:rtl/>
              </w:rPr>
            </w:pPr>
            <w:r w:rsidRPr="00CA0345">
              <w:rPr>
                <w:rtl/>
              </w:rPr>
              <w:t>188</w:t>
            </w:r>
          </w:p>
        </w:tc>
      </w:tr>
      <w:tr w:rsidR="008867CD" w:rsidRPr="00940B39" w:rsidTr="00AE355E">
        <w:tc>
          <w:tcPr>
            <w:tcW w:w="5679" w:type="dxa"/>
          </w:tcPr>
          <w:p w:rsidR="008867CD" w:rsidRPr="00CA0345" w:rsidRDefault="008867CD" w:rsidP="008867CD">
            <w:pPr>
              <w:pStyle w:val="libNormal0"/>
              <w:rPr>
                <w:rFonts w:hint="cs"/>
                <w:rtl/>
              </w:rPr>
            </w:pPr>
            <w:r w:rsidRPr="00CA0345">
              <w:rPr>
                <w:rtl/>
              </w:rPr>
              <w:t>يحيى بن اكثم بن محمّد بن قطن بن سمعان التميمي</w:t>
            </w:r>
            <w:r w:rsidR="00D8054C">
              <w:rPr>
                <w:rtl/>
              </w:rPr>
              <w:t>،</w:t>
            </w:r>
            <w:r w:rsidRPr="00CA0345">
              <w:rPr>
                <w:rtl/>
              </w:rPr>
              <w:t xml:space="preserve"> الأسيدي</w:t>
            </w:r>
            <w:r w:rsidR="00D8054C">
              <w:rPr>
                <w:rtl/>
              </w:rPr>
              <w:t>،</w:t>
            </w:r>
            <w:r w:rsidRPr="00CA0345">
              <w:rPr>
                <w:rtl/>
              </w:rPr>
              <w:t xml:space="preserve"> الخراساني</w:t>
            </w:r>
            <w:r w:rsidR="00D8054C">
              <w:rPr>
                <w:rtl/>
              </w:rPr>
              <w:t>،</w:t>
            </w:r>
            <w:r w:rsidRPr="00CA0345">
              <w:rPr>
                <w:rtl/>
              </w:rPr>
              <w:t xml:space="preserve"> المروزي</w:t>
            </w:r>
            <w:r w:rsidR="00D8054C">
              <w:rPr>
                <w:rtl/>
              </w:rPr>
              <w:t>،</w:t>
            </w:r>
            <w:r w:rsidRPr="00CA0345">
              <w:rPr>
                <w:rtl/>
              </w:rPr>
              <w:t xml:space="preserve"> البغدادي</w:t>
            </w:r>
            <w:r w:rsidR="00D8054C">
              <w:rPr>
                <w:rtl/>
              </w:rPr>
              <w:t>،</w:t>
            </w:r>
            <w:r w:rsidRPr="00CA0345">
              <w:rPr>
                <w:rtl/>
              </w:rPr>
              <w:t xml:space="preserve"> ابن اكثم </w:t>
            </w:r>
          </w:p>
        </w:tc>
        <w:tc>
          <w:tcPr>
            <w:tcW w:w="1908" w:type="dxa"/>
          </w:tcPr>
          <w:p w:rsidR="008867CD" w:rsidRPr="00940B39" w:rsidRDefault="008867CD" w:rsidP="008867CD">
            <w:pPr>
              <w:pStyle w:val="libCenter"/>
              <w:rPr>
                <w:rtl/>
              </w:rPr>
            </w:pPr>
            <w:r w:rsidRPr="00CA0345">
              <w:rPr>
                <w:rtl/>
              </w:rPr>
              <w:t>189</w:t>
            </w:r>
          </w:p>
        </w:tc>
      </w:tr>
      <w:tr w:rsidR="008867CD" w:rsidRPr="00940B39" w:rsidTr="00AE355E">
        <w:tc>
          <w:tcPr>
            <w:tcW w:w="5679" w:type="dxa"/>
          </w:tcPr>
          <w:p w:rsidR="008867CD" w:rsidRPr="00CA0345" w:rsidRDefault="008867CD" w:rsidP="008867CD">
            <w:pPr>
              <w:pStyle w:val="libNormal0"/>
              <w:rPr>
                <w:rFonts w:hint="cs"/>
                <w:rtl/>
              </w:rPr>
            </w:pPr>
            <w:r w:rsidRPr="00CA0345">
              <w:rPr>
                <w:rtl/>
              </w:rPr>
              <w:t>يحيى بن أبي عمران</w:t>
            </w:r>
            <w:r w:rsidR="00D8054C">
              <w:rPr>
                <w:rtl/>
              </w:rPr>
              <w:t>،</w:t>
            </w:r>
            <w:r w:rsidRPr="00CA0345">
              <w:rPr>
                <w:rtl/>
              </w:rPr>
              <w:t xml:space="preserve"> وقيل عمران الهمداني </w:t>
            </w:r>
          </w:p>
        </w:tc>
        <w:tc>
          <w:tcPr>
            <w:tcW w:w="1908" w:type="dxa"/>
          </w:tcPr>
          <w:p w:rsidR="008867CD" w:rsidRPr="00940B39" w:rsidRDefault="008867CD" w:rsidP="008867CD">
            <w:pPr>
              <w:pStyle w:val="libCenter"/>
              <w:rPr>
                <w:rtl/>
              </w:rPr>
            </w:pPr>
            <w:r w:rsidRPr="00CA0345">
              <w:rPr>
                <w:rtl/>
              </w:rPr>
              <w:t>190</w:t>
            </w:r>
          </w:p>
        </w:tc>
      </w:tr>
      <w:tr w:rsidR="008867CD" w:rsidRPr="00940B39" w:rsidTr="00AE355E">
        <w:tc>
          <w:tcPr>
            <w:tcW w:w="5679" w:type="dxa"/>
          </w:tcPr>
          <w:p w:rsidR="008867CD" w:rsidRPr="00CA0345" w:rsidRDefault="008867CD" w:rsidP="008867CD">
            <w:pPr>
              <w:pStyle w:val="libNormal0"/>
              <w:rPr>
                <w:rFonts w:hint="cs"/>
                <w:rtl/>
              </w:rPr>
            </w:pPr>
            <w:r w:rsidRPr="00CA0345">
              <w:rPr>
                <w:rtl/>
              </w:rPr>
              <w:t xml:space="preserve">يزداد </w:t>
            </w:r>
          </w:p>
        </w:tc>
        <w:tc>
          <w:tcPr>
            <w:tcW w:w="1908" w:type="dxa"/>
          </w:tcPr>
          <w:p w:rsidR="008867CD" w:rsidRPr="00940B39" w:rsidRDefault="008867CD" w:rsidP="008867CD">
            <w:pPr>
              <w:pStyle w:val="libCenter"/>
              <w:rPr>
                <w:rtl/>
              </w:rPr>
            </w:pPr>
            <w:r w:rsidRPr="00CA0345">
              <w:rPr>
                <w:rtl/>
              </w:rPr>
              <w:t>191</w:t>
            </w:r>
          </w:p>
        </w:tc>
      </w:tr>
      <w:tr w:rsidR="008867CD" w:rsidRPr="00940B39" w:rsidTr="00AE355E">
        <w:tc>
          <w:tcPr>
            <w:tcW w:w="5679" w:type="dxa"/>
          </w:tcPr>
          <w:p w:rsidR="008867CD" w:rsidRPr="00CA0345" w:rsidRDefault="008867CD" w:rsidP="008867CD">
            <w:pPr>
              <w:pStyle w:val="libNormal0"/>
              <w:rPr>
                <w:rFonts w:hint="cs"/>
                <w:rtl/>
              </w:rPr>
            </w:pPr>
            <w:r w:rsidRPr="00CA0345">
              <w:rPr>
                <w:rtl/>
              </w:rPr>
              <w:t>يعقوب بن اسحاق السكيت ابن يوسف الدورقي</w:t>
            </w:r>
            <w:r w:rsidR="00D8054C">
              <w:rPr>
                <w:rtl/>
              </w:rPr>
              <w:t>،</w:t>
            </w:r>
            <w:r w:rsidRPr="00CA0345">
              <w:rPr>
                <w:rtl/>
              </w:rPr>
              <w:t xml:space="preserve"> الأهوازي</w:t>
            </w:r>
            <w:r w:rsidR="00D8054C">
              <w:rPr>
                <w:rtl/>
              </w:rPr>
              <w:t>،</w:t>
            </w:r>
            <w:r w:rsidRPr="00CA0345">
              <w:rPr>
                <w:rtl/>
              </w:rPr>
              <w:t xml:space="preserve"> البغدادي</w:t>
            </w:r>
            <w:r w:rsidR="00D8054C">
              <w:rPr>
                <w:rtl/>
              </w:rPr>
              <w:t>،</w:t>
            </w:r>
            <w:r w:rsidRPr="00CA0345">
              <w:rPr>
                <w:rtl/>
              </w:rPr>
              <w:t xml:space="preserve"> ابن السكيت </w:t>
            </w:r>
          </w:p>
        </w:tc>
        <w:tc>
          <w:tcPr>
            <w:tcW w:w="1908" w:type="dxa"/>
          </w:tcPr>
          <w:p w:rsidR="008867CD" w:rsidRPr="00940B39" w:rsidRDefault="008867CD" w:rsidP="008867CD">
            <w:pPr>
              <w:pStyle w:val="libCenter"/>
              <w:rPr>
                <w:rtl/>
              </w:rPr>
            </w:pPr>
            <w:r w:rsidRPr="00CA0345">
              <w:rPr>
                <w:rtl/>
              </w:rPr>
              <w:t>192</w:t>
            </w:r>
          </w:p>
        </w:tc>
      </w:tr>
      <w:tr w:rsidR="008867CD" w:rsidRPr="00940B39" w:rsidTr="00AE355E">
        <w:tc>
          <w:tcPr>
            <w:tcW w:w="5679" w:type="dxa"/>
          </w:tcPr>
          <w:p w:rsidR="008867CD" w:rsidRPr="00CA0345" w:rsidRDefault="008867CD" w:rsidP="008867CD">
            <w:pPr>
              <w:pStyle w:val="libNormal0"/>
              <w:rPr>
                <w:rtl/>
              </w:rPr>
            </w:pPr>
            <w:r w:rsidRPr="00CA0345">
              <w:rPr>
                <w:rtl/>
              </w:rPr>
              <w:t>يعقوب بن يزيد بن حماد السلمي</w:t>
            </w:r>
            <w:r w:rsidR="00D8054C">
              <w:rPr>
                <w:rtl/>
              </w:rPr>
              <w:t>،</w:t>
            </w:r>
            <w:r w:rsidRPr="00CA0345">
              <w:rPr>
                <w:rtl/>
              </w:rPr>
              <w:t xml:space="preserve"> الأنباري</w:t>
            </w:r>
            <w:r w:rsidR="00D8054C">
              <w:rPr>
                <w:rtl/>
              </w:rPr>
              <w:t>،</w:t>
            </w:r>
            <w:r w:rsidRPr="00CA0345">
              <w:rPr>
                <w:rtl/>
              </w:rPr>
              <w:t xml:space="preserve"> البغدادي</w:t>
            </w:r>
            <w:r w:rsidR="00D8054C">
              <w:rPr>
                <w:rtl/>
              </w:rPr>
              <w:t>،</w:t>
            </w:r>
            <w:r w:rsidRPr="00CA0345">
              <w:rPr>
                <w:rtl/>
              </w:rPr>
              <w:t xml:space="preserve"> الكاتب </w:t>
            </w:r>
          </w:p>
        </w:tc>
        <w:tc>
          <w:tcPr>
            <w:tcW w:w="1908" w:type="dxa"/>
          </w:tcPr>
          <w:p w:rsidR="008867CD" w:rsidRPr="00940B39" w:rsidRDefault="008867CD" w:rsidP="008867CD">
            <w:pPr>
              <w:pStyle w:val="libCenter"/>
              <w:rPr>
                <w:rtl/>
              </w:rPr>
            </w:pPr>
            <w:r w:rsidRPr="00CA0345">
              <w:rPr>
                <w:rtl/>
              </w:rPr>
              <w:t>193</w:t>
            </w:r>
          </w:p>
        </w:tc>
      </w:tr>
    </w:tbl>
    <w:p w:rsidR="008867CD" w:rsidRDefault="008867CD" w:rsidP="008867CD">
      <w:pPr>
        <w:pStyle w:val="libNormal"/>
        <w:rPr>
          <w:rFonts w:hint="cs"/>
          <w:rtl/>
        </w:rPr>
      </w:pPr>
    </w:p>
    <w:p w:rsidR="00D8054C" w:rsidRDefault="00D8054C" w:rsidP="00D8054C">
      <w:pPr>
        <w:pStyle w:val="libNormal"/>
        <w:rPr>
          <w:rtl/>
        </w:rPr>
      </w:pPr>
      <w:r>
        <w:rPr>
          <w:rtl/>
        </w:rPr>
        <w:br w:type="page"/>
      </w:r>
    </w:p>
    <w:p w:rsidR="008867CD" w:rsidRDefault="008867CD" w:rsidP="008867CD">
      <w:pPr>
        <w:pStyle w:val="libCenterBold1"/>
        <w:rPr>
          <w:rFonts w:hint="cs"/>
          <w:rtl/>
        </w:rPr>
      </w:pPr>
      <w:r>
        <w:rPr>
          <w:rtl/>
        </w:rPr>
        <w:lastRenderedPageBreak/>
        <w:t>(</w:t>
      </w:r>
      <w:r w:rsidRPr="007E0B1D">
        <w:rPr>
          <w:rtl/>
        </w:rPr>
        <w:t xml:space="preserve">2) </w:t>
      </w:r>
    </w:p>
    <w:p w:rsidR="008867CD" w:rsidRPr="007E0B1D" w:rsidRDefault="008867CD" w:rsidP="00665C01">
      <w:pPr>
        <w:pStyle w:val="libCenterBold1"/>
        <w:rPr>
          <w:rtl/>
        </w:rPr>
      </w:pPr>
      <w:r w:rsidRPr="007E0B1D">
        <w:rPr>
          <w:rtl/>
        </w:rPr>
        <w:t>الأمكنة والبقاع</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Default="008867CD" w:rsidP="008867CD">
      <w:pPr>
        <w:pStyle w:val="libNormal"/>
        <w:rPr>
          <w:rtl/>
        </w:rPr>
      </w:pPr>
    </w:p>
    <w:tbl>
      <w:tblPr>
        <w:tblStyle w:val="TableGrid"/>
        <w:bidiVisual/>
        <w:tblW w:w="0" w:type="auto"/>
        <w:tblLook w:val="01E0"/>
      </w:tblPr>
      <w:tblGrid>
        <w:gridCol w:w="2979"/>
        <w:gridCol w:w="4608"/>
      </w:tblGrid>
      <w:tr w:rsidR="008867CD" w:rsidRPr="00940B39" w:rsidTr="00AE355E">
        <w:tc>
          <w:tcPr>
            <w:tcW w:w="2979" w:type="dxa"/>
          </w:tcPr>
          <w:p w:rsidR="008867CD" w:rsidRPr="00301F39" w:rsidRDefault="008867CD" w:rsidP="008867CD">
            <w:pPr>
              <w:pStyle w:val="libBold2"/>
              <w:rPr>
                <w:rtl/>
              </w:rPr>
            </w:pPr>
            <w:r w:rsidRPr="00301F39">
              <w:rPr>
                <w:rtl/>
              </w:rPr>
              <w:t>الاسم</w:t>
            </w:r>
          </w:p>
        </w:tc>
        <w:tc>
          <w:tcPr>
            <w:tcW w:w="460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2979" w:type="dxa"/>
          </w:tcPr>
          <w:p w:rsidR="008867CD" w:rsidRPr="00012075" w:rsidRDefault="008867CD" w:rsidP="008867CD">
            <w:pPr>
              <w:pStyle w:val="libNormal0"/>
              <w:rPr>
                <w:rFonts w:hint="cs"/>
                <w:rtl/>
              </w:rPr>
            </w:pPr>
            <w:r w:rsidRPr="00012075">
              <w:rPr>
                <w:rtl/>
              </w:rPr>
              <w:t xml:space="preserve">الأنبار </w:t>
            </w:r>
          </w:p>
        </w:tc>
        <w:tc>
          <w:tcPr>
            <w:tcW w:w="4608" w:type="dxa"/>
          </w:tcPr>
          <w:p w:rsidR="008867CD" w:rsidRPr="00940B39" w:rsidRDefault="008867CD" w:rsidP="008867CD">
            <w:pPr>
              <w:pStyle w:val="libCenter"/>
              <w:rPr>
                <w:rtl/>
              </w:rPr>
            </w:pPr>
            <w:r w:rsidRPr="00012075">
              <w:rPr>
                <w:rtl/>
              </w:rPr>
              <w:t>193</w:t>
            </w:r>
          </w:p>
        </w:tc>
      </w:tr>
      <w:tr w:rsidR="008867CD" w:rsidRPr="00940B39" w:rsidTr="00AE355E">
        <w:tc>
          <w:tcPr>
            <w:tcW w:w="2979" w:type="dxa"/>
          </w:tcPr>
          <w:p w:rsidR="008867CD" w:rsidRPr="00012075" w:rsidRDefault="008867CD" w:rsidP="008867CD">
            <w:pPr>
              <w:pStyle w:val="libNormal0"/>
              <w:rPr>
                <w:rFonts w:hint="cs"/>
                <w:rtl/>
              </w:rPr>
            </w:pPr>
            <w:r w:rsidRPr="00012075">
              <w:rPr>
                <w:rtl/>
              </w:rPr>
              <w:t xml:space="preserve">الأهواز </w:t>
            </w:r>
          </w:p>
        </w:tc>
        <w:tc>
          <w:tcPr>
            <w:tcW w:w="4608" w:type="dxa"/>
          </w:tcPr>
          <w:p w:rsidR="008867CD" w:rsidRPr="00940B39" w:rsidRDefault="008867CD" w:rsidP="008867CD">
            <w:pPr>
              <w:pStyle w:val="libCenter"/>
              <w:rPr>
                <w:rtl/>
              </w:rPr>
            </w:pPr>
            <w:r w:rsidRPr="00012075">
              <w:rPr>
                <w:rtl/>
              </w:rPr>
              <w:t xml:space="preserve">59 </w:t>
            </w:r>
            <w:r>
              <w:rPr>
                <w:rtl/>
              </w:rPr>
              <w:t>و 7</w:t>
            </w:r>
            <w:r w:rsidRPr="00012075">
              <w:rPr>
                <w:rtl/>
              </w:rPr>
              <w:t>1 و</w:t>
            </w:r>
            <w:r>
              <w:rPr>
                <w:rFonts w:hint="cs"/>
                <w:rtl/>
              </w:rPr>
              <w:t xml:space="preserve"> </w:t>
            </w:r>
            <w:r w:rsidRPr="00012075">
              <w:rPr>
                <w:rtl/>
              </w:rPr>
              <w:t>120</w:t>
            </w:r>
          </w:p>
        </w:tc>
      </w:tr>
      <w:tr w:rsidR="008867CD" w:rsidRPr="00940B39" w:rsidTr="00AE355E">
        <w:tc>
          <w:tcPr>
            <w:tcW w:w="2979" w:type="dxa"/>
          </w:tcPr>
          <w:p w:rsidR="008867CD" w:rsidRPr="00012075" w:rsidRDefault="008867CD" w:rsidP="008867CD">
            <w:pPr>
              <w:pStyle w:val="libNormal0"/>
              <w:rPr>
                <w:rFonts w:hint="cs"/>
                <w:rtl/>
              </w:rPr>
            </w:pPr>
            <w:r w:rsidRPr="00012075">
              <w:rPr>
                <w:rtl/>
              </w:rPr>
              <w:t xml:space="preserve">باب الكوفة </w:t>
            </w:r>
          </w:p>
        </w:tc>
        <w:tc>
          <w:tcPr>
            <w:tcW w:w="4608" w:type="dxa"/>
          </w:tcPr>
          <w:p w:rsidR="008867CD" w:rsidRPr="00940B39" w:rsidRDefault="008867CD" w:rsidP="008867CD">
            <w:pPr>
              <w:pStyle w:val="libCenter"/>
              <w:rPr>
                <w:rtl/>
              </w:rPr>
            </w:pPr>
            <w:r w:rsidRPr="00012075">
              <w:rPr>
                <w:rtl/>
              </w:rPr>
              <w:t>176</w:t>
            </w:r>
          </w:p>
        </w:tc>
      </w:tr>
      <w:tr w:rsidR="008867CD" w:rsidRPr="00940B39" w:rsidTr="00AE355E">
        <w:tc>
          <w:tcPr>
            <w:tcW w:w="2979" w:type="dxa"/>
          </w:tcPr>
          <w:p w:rsidR="008867CD" w:rsidRPr="00012075" w:rsidRDefault="008867CD" w:rsidP="008867CD">
            <w:pPr>
              <w:pStyle w:val="libNormal0"/>
              <w:rPr>
                <w:rFonts w:hint="cs"/>
                <w:rtl/>
              </w:rPr>
            </w:pPr>
            <w:r w:rsidRPr="00012075">
              <w:rPr>
                <w:rtl/>
              </w:rPr>
              <w:t xml:space="preserve">برقة </w:t>
            </w:r>
          </w:p>
        </w:tc>
        <w:tc>
          <w:tcPr>
            <w:tcW w:w="4608" w:type="dxa"/>
          </w:tcPr>
          <w:p w:rsidR="008867CD" w:rsidRPr="00940B39" w:rsidRDefault="008867CD" w:rsidP="008867CD">
            <w:pPr>
              <w:pStyle w:val="libCenter"/>
              <w:rPr>
                <w:rtl/>
              </w:rPr>
            </w:pPr>
            <w:r w:rsidRPr="00012075">
              <w:rPr>
                <w:rtl/>
              </w:rPr>
              <w:t>19</w:t>
            </w:r>
          </w:p>
        </w:tc>
      </w:tr>
      <w:tr w:rsidR="008867CD" w:rsidRPr="00940B39" w:rsidTr="00AE355E">
        <w:tc>
          <w:tcPr>
            <w:tcW w:w="2979" w:type="dxa"/>
          </w:tcPr>
          <w:p w:rsidR="008867CD" w:rsidRPr="00012075" w:rsidRDefault="008867CD" w:rsidP="008867CD">
            <w:pPr>
              <w:pStyle w:val="libNormal0"/>
              <w:rPr>
                <w:rFonts w:hint="cs"/>
                <w:rtl/>
              </w:rPr>
            </w:pPr>
            <w:r w:rsidRPr="00012075">
              <w:rPr>
                <w:rtl/>
              </w:rPr>
              <w:t xml:space="preserve">بزنط </w:t>
            </w:r>
          </w:p>
        </w:tc>
        <w:tc>
          <w:tcPr>
            <w:tcW w:w="4608" w:type="dxa"/>
          </w:tcPr>
          <w:p w:rsidR="008867CD" w:rsidRPr="00940B39" w:rsidRDefault="008867CD" w:rsidP="008867CD">
            <w:pPr>
              <w:pStyle w:val="libCenter"/>
              <w:rPr>
                <w:rtl/>
              </w:rPr>
            </w:pPr>
            <w:r w:rsidRPr="00012075">
              <w:rPr>
                <w:rtl/>
              </w:rPr>
              <w:t>21</w:t>
            </w:r>
          </w:p>
        </w:tc>
      </w:tr>
      <w:tr w:rsidR="008867CD" w:rsidRPr="00940B39" w:rsidTr="00AE355E">
        <w:tc>
          <w:tcPr>
            <w:tcW w:w="2979" w:type="dxa"/>
          </w:tcPr>
          <w:p w:rsidR="008867CD" w:rsidRPr="00012075" w:rsidRDefault="008867CD" w:rsidP="008867CD">
            <w:pPr>
              <w:pStyle w:val="libNormal0"/>
              <w:rPr>
                <w:rFonts w:hint="cs"/>
                <w:rtl/>
              </w:rPr>
            </w:pPr>
            <w:r w:rsidRPr="00012075">
              <w:rPr>
                <w:rtl/>
              </w:rPr>
              <w:t xml:space="preserve">البصرة </w:t>
            </w:r>
          </w:p>
        </w:tc>
        <w:tc>
          <w:tcPr>
            <w:tcW w:w="4608" w:type="dxa"/>
          </w:tcPr>
          <w:p w:rsidR="008867CD" w:rsidRPr="00940B39" w:rsidRDefault="008867CD" w:rsidP="008867CD">
            <w:pPr>
              <w:pStyle w:val="libCenter"/>
              <w:rPr>
                <w:rtl/>
              </w:rPr>
            </w:pPr>
            <w:r w:rsidRPr="00012075">
              <w:rPr>
                <w:rtl/>
              </w:rPr>
              <w:t xml:space="preserve">138 </w:t>
            </w:r>
            <w:r>
              <w:rPr>
                <w:rtl/>
              </w:rPr>
              <w:t>و 1</w:t>
            </w:r>
            <w:r w:rsidRPr="00012075">
              <w:rPr>
                <w:rtl/>
              </w:rPr>
              <w:t>89</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بغداد </w:t>
            </w:r>
          </w:p>
        </w:tc>
        <w:tc>
          <w:tcPr>
            <w:tcW w:w="4608" w:type="dxa"/>
          </w:tcPr>
          <w:p w:rsidR="008867CD" w:rsidRPr="00940B39" w:rsidRDefault="008867CD" w:rsidP="008867CD">
            <w:pPr>
              <w:pStyle w:val="libCenter"/>
              <w:rPr>
                <w:rtl/>
              </w:rPr>
            </w:pPr>
            <w:r w:rsidRPr="009577C0">
              <w:rPr>
                <w:rtl/>
              </w:rPr>
              <w:t xml:space="preserve">68 </w:t>
            </w:r>
            <w:r>
              <w:rPr>
                <w:rtl/>
              </w:rPr>
              <w:t>و 7</w:t>
            </w:r>
            <w:r w:rsidRPr="009577C0">
              <w:rPr>
                <w:rtl/>
              </w:rPr>
              <w:t xml:space="preserve">1 </w:t>
            </w:r>
            <w:r>
              <w:rPr>
                <w:rtl/>
              </w:rPr>
              <w:t>و 7</w:t>
            </w:r>
            <w:r w:rsidRPr="009577C0">
              <w:rPr>
                <w:rtl/>
              </w:rPr>
              <w:t xml:space="preserve">8 </w:t>
            </w:r>
            <w:r>
              <w:rPr>
                <w:rtl/>
              </w:rPr>
              <w:t>و 1</w:t>
            </w:r>
            <w:r w:rsidRPr="009577C0">
              <w:rPr>
                <w:rtl/>
              </w:rPr>
              <w:t xml:space="preserve">02 </w:t>
            </w:r>
            <w:r>
              <w:rPr>
                <w:rtl/>
              </w:rPr>
              <w:t>و 1</w:t>
            </w:r>
            <w:r w:rsidRPr="009577C0">
              <w:rPr>
                <w:rtl/>
              </w:rPr>
              <w:t xml:space="preserve">38 </w:t>
            </w:r>
            <w:r>
              <w:rPr>
                <w:rtl/>
              </w:rPr>
              <w:t>و 1</w:t>
            </w:r>
            <w:r w:rsidRPr="009577C0">
              <w:rPr>
                <w:rtl/>
              </w:rPr>
              <w:t xml:space="preserve">59 </w:t>
            </w:r>
            <w:r>
              <w:rPr>
                <w:rtl/>
              </w:rPr>
              <w:t>و 1</w:t>
            </w:r>
            <w:r w:rsidRPr="009577C0">
              <w:rPr>
                <w:rtl/>
              </w:rPr>
              <w:t xml:space="preserve">76 </w:t>
            </w:r>
            <w:r>
              <w:rPr>
                <w:rtl/>
              </w:rPr>
              <w:t>و 1</w:t>
            </w:r>
            <w:r w:rsidRPr="009577C0">
              <w:rPr>
                <w:rtl/>
              </w:rPr>
              <w:t xml:space="preserve">89 </w:t>
            </w:r>
            <w:r>
              <w:rPr>
                <w:rtl/>
              </w:rPr>
              <w:t>و 1</w:t>
            </w:r>
            <w:r w:rsidRPr="009577C0">
              <w:rPr>
                <w:rtl/>
              </w:rPr>
              <w:t xml:space="preserve">92 </w:t>
            </w:r>
            <w:r>
              <w:rPr>
                <w:rtl/>
              </w:rPr>
              <w:t>و 1</w:t>
            </w:r>
            <w:r w:rsidRPr="009577C0">
              <w:rPr>
                <w:rtl/>
              </w:rPr>
              <w:t>93</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الجانب الغربي من بغداد </w:t>
            </w:r>
          </w:p>
        </w:tc>
        <w:tc>
          <w:tcPr>
            <w:tcW w:w="4608" w:type="dxa"/>
          </w:tcPr>
          <w:p w:rsidR="008867CD" w:rsidRPr="00940B39" w:rsidRDefault="008867CD" w:rsidP="008867CD">
            <w:pPr>
              <w:pStyle w:val="libCenter"/>
              <w:rPr>
                <w:rtl/>
              </w:rPr>
            </w:pPr>
            <w:r w:rsidRPr="009577C0">
              <w:rPr>
                <w:rtl/>
              </w:rPr>
              <w:t>102</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جسر بالبل </w:t>
            </w:r>
          </w:p>
        </w:tc>
        <w:tc>
          <w:tcPr>
            <w:tcW w:w="4608" w:type="dxa"/>
          </w:tcPr>
          <w:p w:rsidR="008867CD" w:rsidRPr="00940B39" w:rsidRDefault="008867CD" w:rsidP="008867CD">
            <w:pPr>
              <w:pStyle w:val="libCenter"/>
              <w:rPr>
                <w:rtl/>
              </w:rPr>
            </w:pPr>
            <w:r w:rsidRPr="009577C0">
              <w:rPr>
                <w:rtl/>
              </w:rPr>
              <w:t>7</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حلوان </w:t>
            </w:r>
          </w:p>
        </w:tc>
        <w:tc>
          <w:tcPr>
            <w:tcW w:w="4608" w:type="dxa"/>
          </w:tcPr>
          <w:p w:rsidR="008867CD" w:rsidRPr="00940B39" w:rsidRDefault="008867CD" w:rsidP="008867CD">
            <w:pPr>
              <w:pStyle w:val="libCenter"/>
              <w:rPr>
                <w:rtl/>
              </w:rPr>
            </w:pPr>
            <w:r w:rsidRPr="009577C0">
              <w:rPr>
                <w:rtl/>
              </w:rPr>
              <w:t>12</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خراسان </w:t>
            </w:r>
          </w:p>
        </w:tc>
        <w:tc>
          <w:tcPr>
            <w:tcW w:w="4608" w:type="dxa"/>
          </w:tcPr>
          <w:p w:rsidR="008867CD" w:rsidRPr="00940B39" w:rsidRDefault="008867CD" w:rsidP="008867CD">
            <w:pPr>
              <w:pStyle w:val="libCenter"/>
              <w:rPr>
                <w:rtl/>
              </w:rPr>
            </w:pPr>
            <w:r w:rsidRPr="009577C0">
              <w:rPr>
                <w:rtl/>
              </w:rPr>
              <w:t>71</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خوزستان </w:t>
            </w:r>
          </w:p>
        </w:tc>
        <w:tc>
          <w:tcPr>
            <w:tcW w:w="4608" w:type="dxa"/>
          </w:tcPr>
          <w:p w:rsidR="008867CD" w:rsidRPr="00940B39" w:rsidRDefault="008867CD" w:rsidP="008867CD">
            <w:pPr>
              <w:pStyle w:val="libCenter"/>
              <w:rPr>
                <w:rtl/>
              </w:rPr>
            </w:pPr>
            <w:r w:rsidRPr="009577C0">
              <w:rPr>
                <w:rtl/>
              </w:rPr>
              <w:t xml:space="preserve">120 </w:t>
            </w:r>
            <w:r>
              <w:rPr>
                <w:rtl/>
              </w:rPr>
              <w:t>و 1</w:t>
            </w:r>
            <w:r w:rsidRPr="009577C0">
              <w:rPr>
                <w:rtl/>
              </w:rPr>
              <w:t>92</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الدورق </w:t>
            </w:r>
          </w:p>
        </w:tc>
        <w:tc>
          <w:tcPr>
            <w:tcW w:w="4608" w:type="dxa"/>
          </w:tcPr>
          <w:p w:rsidR="008867CD" w:rsidRPr="00940B39" w:rsidRDefault="008867CD" w:rsidP="008867CD">
            <w:pPr>
              <w:pStyle w:val="libCenter"/>
              <w:rPr>
                <w:rtl/>
              </w:rPr>
            </w:pPr>
            <w:r w:rsidRPr="009577C0">
              <w:rPr>
                <w:rtl/>
              </w:rPr>
              <w:t xml:space="preserve">120 </w:t>
            </w:r>
            <w:r>
              <w:rPr>
                <w:rtl/>
              </w:rPr>
              <w:t>و 1</w:t>
            </w:r>
            <w:r w:rsidRPr="009577C0">
              <w:rPr>
                <w:rtl/>
              </w:rPr>
              <w:t>92</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الربدة </w:t>
            </w:r>
          </w:p>
        </w:tc>
        <w:tc>
          <w:tcPr>
            <w:tcW w:w="4608" w:type="dxa"/>
          </w:tcPr>
          <w:p w:rsidR="008867CD" w:rsidRPr="00940B39" w:rsidRDefault="008867CD" w:rsidP="008867CD">
            <w:pPr>
              <w:pStyle w:val="libCenter"/>
              <w:rPr>
                <w:rtl/>
              </w:rPr>
            </w:pPr>
            <w:r w:rsidRPr="009577C0">
              <w:rPr>
                <w:rtl/>
              </w:rPr>
              <w:t>189</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الري </w:t>
            </w:r>
          </w:p>
        </w:tc>
        <w:tc>
          <w:tcPr>
            <w:tcW w:w="4608" w:type="dxa"/>
          </w:tcPr>
          <w:p w:rsidR="008867CD" w:rsidRPr="00940B39" w:rsidRDefault="008867CD" w:rsidP="008867CD">
            <w:pPr>
              <w:pStyle w:val="libCenter"/>
              <w:rPr>
                <w:rtl/>
              </w:rPr>
            </w:pPr>
            <w:r w:rsidRPr="009577C0">
              <w:rPr>
                <w:rtl/>
              </w:rPr>
              <w:t xml:space="preserve">80 </w:t>
            </w:r>
            <w:r>
              <w:rPr>
                <w:rtl/>
              </w:rPr>
              <w:t>و 9</w:t>
            </w:r>
            <w:r w:rsidRPr="009577C0">
              <w:rPr>
                <w:rtl/>
              </w:rPr>
              <w:t xml:space="preserve">1 </w:t>
            </w:r>
            <w:r>
              <w:rPr>
                <w:rtl/>
              </w:rPr>
              <w:t>و 1</w:t>
            </w:r>
            <w:r w:rsidRPr="009577C0">
              <w:rPr>
                <w:rtl/>
              </w:rPr>
              <w:t>76</w:t>
            </w:r>
          </w:p>
        </w:tc>
      </w:tr>
      <w:tr w:rsidR="008867CD" w:rsidRPr="00940B39" w:rsidTr="00AE355E">
        <w:tc>
          <w:tcPr>
            <w:tcW w:w="2979" w:type="dxa"/>
          </w:tcPr>
          <w:p w:rsidR="008867CD" w:rsidRPr="009577C0" w:rsidRDefault="008867CD" w:rsidP="008867CD">
            <w:pPr>
              <w:pStyle w:val="libNormal0"/>
              <w:rPr>
                <w:rFonts w:hint="cs"/>
                <w:rtl/>
              </w:rPr>
            </w:pPr>
            <w:r w:rsidRPr="009577C0">
              <w:rPr>
                <w:rtl/>
              </w:rPr>
              <w:t xml:space="preserve">زويلة </w:t>
            </w:r>
          </w:p>
        </w:tc>
        <w:tc>
          <w:tcPr>
            <w:tcW w:w="4608" w:type="dxa"/>
          </w:tcPr>
          <w:p w:rsidR="008867CD" w:rsidRPr="00940B39" w:rsidRDefault="008867CD" w:rsidP="008867CD">
            <w:pPr>
              <w:pStyle w:val="libCenter"/>
              <w:rPr>
                <w:rtl/>
              </w:rPr>
            </w:pPr>
            <w:r w:rsidRPr="009577C0">
              <w:rPr>
                <w:rtl/>
              </w:rPr>
              <w:t>71</w:t>
            </w:r>
          </w:p>
        </w:tc>
      </w:tr>
      <w:tr w:rsidR="008867CD" w:rsidRPr="00940B39" w:rsidTr="00AE355E">
        <w:tc>
          <w:tcPr>
            <w:tcW w:w="2979" w:type="dxa"/>
          </w:tcPr>
          <w:p w:rsidR="008867CD" w:rsidRPr="00555E07" w:rsidRDefault="008867CD" w:rsidP="008867CD">
            <w:pPr>
              <w:pStyle w:val="libNormal0"/>
              <w:rPr>
                <w:rFonts w:hint="cs"/>
                <w:rtl/>
              </w:rPr>
            </w:pPr>
            <w:r w:rsidRPr="00555E07">
              <w:rPr>
                <w:rtl/>
              </w:rPr>
              <w:t xml:space="preserve">ساربانان </w:t>
            </w:r>
          </w:p>
        </w:tc>
        <w:tc>
          <w:tcPr>
            <w:tcW w:w="4608" w:type="dxa"/>
          </w:tcPr>
          <w:p w:rsidR="008867CD" w:rsidRPr="00940B39" w:rsidRDefault="008867CD" w:rsidP="008867CD">
            <w:pPr>
              <w:pStyle w:val="libCenter"/>
              <w:rPr>
                <w:rtl/>
              </w:rPr>
            </w:pPr>
            <w:r w:rsidRPr="00555E07">
              <w:rPr>
                <w:rtl/>
              </w:rPr>
              <w:t>91</w:t>
            </w:r>
          </w:p>
        </w:tc>
      </w:tr>
      <w:tr w:rsidR="008867CD" w:rsidRPr="00940B39" w:rsidTr="00AE355E">
        <w:tc>
          <w:tcPr>
            <w:tcW w:w="2979" w:type="dxa"/>
          </w:tcPr>
          <w:p w:rsidR="008867CD" w:rsidRPr="00555E07" w:rsidRDefault="008867CD" w:rsidP="008867CD">
            <w:pPr>
              <w:pStyle w:val="libNormal0"/>
              <w:rPr>
                <w:rFonts w:hint="cs"/>
                <w:rtl/>
              </w:rPr>
            </w:pPr>
            <w:r w:rsidRPr="00555E07">
              <w:rPr>
                <w:rtl/>
              </w:rPr>
              <w:t xml:space="preserve">سامراء </w:t>
            </w:r>
          </w:p>
        </w:tc>
        <w:tc>
          <w:tcPr>
            <w:tcW w:w="4608" w:type="dxa"/>
          </w:tcPr>
          <w:p w:rsidR="008867CD" w:rsidRPr="00940B39" w:rsidRDefault="008867CD" w:rsidP="008867CD">
            <w:pPr>
              <w:pStyle w:val="libCenter"/>
              <w:rPr>
                <w:rtl/>
              </w:rPr>
            </w:pPr>
            <w:r w:rsidRPr="00555E07">
              <w:rPr>
                <w:rtl/>
              </w:rPr>
              <w:t>68</w:t>
            </w:r>
          </w:p>
        </w:tc>
      </w:tr>
      <w:tr w:rsidR="008867CD" w:rsidRPr="00940B39" w:rsidTr="00AE355E">
        <w:tc>
          <w:tcPr>
            <w:tcW w:w="2979" w:type="dxa"/>
          </w:tcPr>
          <w:p w:rsidR="008867CD" w:rsidRPr="00555E07" w:rsidRDefault="008867CD" w:rsidP="008867CD">
            <w:pPr>
              <w:pStyle w:val="libNormal0"/>
              <w:rPr>
                <w:rFonts w:hint="cs"/>
                <w:rtl/>
              </w:rPr>
            </w:pPr>
            <w:r w:rsidRPr="00555E07">
              <w:rPr>
                <w:rtl/>
              </w:rPr>
              <w:t xml:space="preserve">ساوة </w:t>
            </w:r>
          </w:p>
        </w:tc>
        <w:tc>
          <w:tcPr>
            <w:tcW w:w="4608" w:type="dxa"/>
          </w:tcPr>
          <w:p w:rsidR="008867CD" w:rsidRPr="00940B39" w:rsidRDefault="008867CD" w:rsidP="008867CD">
            <w:pPr>
              <w:pStyle w:val="libCenter"/>
              <w:rPr>
                <w:rtl/>
              </w:rPr>
            </w:pPr>
            <w:r w:rsidRPr="00555E07">
              <w:rPr>
                <w:rtl/>
              </w:rPr>
              <w:t>100</w:t>
            </w:r>
          </w:p>
        </w:tc>
      </w:tr>
      <w:tr w:rsidR="008867CD" w:rsidRPr="00940B39" w:rsidTr="00AE355E">
        <w:tc>
          <w:tcPr>
            <w:tcW w:w="2979" w:type="dxa"/>
          </w:tcPr>
          <w:p w:rsidR="008867CD" w:rsidRPr="00785216" w:rsidRDefault="008867CD" w:rsidP="008867CD">
            <w:pPr>
              <w:pStyle w:val="libNormal0"/>
              <w:rPr>
                <w:rFonts w:hint="cs"/>
                <w:rtl/>
              </w:rPr>
            </w:pPr>
            <w:r w:rsidRPr="00785216">
              <w:rPr>
                <w:rtl/>
              </w:rPr>
              <w:t xml:space="preserve">السوس </w:t>
            </w:r>
          </w:p>
        </w:tc>
        <w:tc>
          <w:tcPr>
            <w:tcW w:w="4608" w:type="dxa"/>
          </w:tcPr>
          <w:p w:rsidR="008867CD" w:rsidRPr="00940B39" w:rsidRDefault="008867CD" w:rsidP="008867CD">
            <w:pPr>
              <w:pStyle w:val="libCenter"/>
              <w:rPr>
                <w:rtl/>
              </w:rPr>
            </w:pPr>
            <w:r w:rsidRPr="00785216">
              <w:rPr>
                <w:rtl/>
              </w:rPr>
              <w:t>71</w:t>
            </w:r>
          </w:p>
        </w:tc>
      </w:tr>
      <w:tr w:rsidR="008867CD" w:rsidRPr="00940B39" w:rsidTr="00AE355E">
        <w:tc>
          <w:tcPr>
            <w:tcW w:w="2979" w:type="dxa"/>
          </w:tcPr>
          <w:p w:rsidR="008867CD" w:rsidRDefault="008867CD" w:rsidP="008867CD">
            <w:pPr>
              <w:pStyle w:val="libNormal0"/>
            </w:pPr>
            <w:r w:rsidRPr="00785216">
              <w:rPr>
                <w:rtl/>
              </w:rPr>
              <w:t xml:space="preserve">الشام </w:t>
            </w:r>
          </w:p>
        </w:tc>
        <w:tc>
          <w:tcPr>
            <w:tcW w:w="4608" w:type="dxa"/>
          </w:tcPr>
          <w:p w:rsidR="008867CD" w:rsidRPr="00940B39" w:rsidRDefault="008867CD" w:rsidP="008867CD">
            <w:pPr>
              <w:pStyle w:val="libCenter"/>
              <w:rPr>
                <w:rtl/>
              </w:rPr>
            </w:pPr>
            <w:r w:rsidRPr="00785216">
              <w:rPr>
                <w:rtl/>
              </w:rPr>
              <w:t>71</w:t>
            </w:r>
          </w:p>
        </w:tc>
      </w:tr>
    </w:tbl>
    <w:p w:rsidR="008867CD" w:rsidRPr="007E0B1D" w:rsidRDefault="008867CD" w:rsidP="008867CD">
      <w:pPr>
        <w:pStyle w:val="libNormal"/>
        <w:rPr>
          <w:rtl/>
        </w:rPr>
      </w:pPr>
    </w:p>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2619"/>
        <w:gridCol w:w="4968"/>
      </w:tblGrid>
      <w:tr w:rsidR="008867CD" w:rsidRPr="00940B39" w:rsidTr="00AE355E">
        <w:tc>
          <w:tcPr>
            <w:tcW w:w="2619" w:type="dxa"/>
          </w:tcPr>
          <w:p w:rsidR="008867CD" w:rsidRPr="00301F39" w:rsidRDefault="008867CD" w:rsidP="008867CD">
            <w:pPr>
              <w:pStyle w:val="libBold2"/>
              <w:rPr>
                <w:rtl/>
              </w:rPr>
            </w:pPr>
            <w:r w:rsidRPr="00301F39">
              <w:rPr>
                <w:rtl/>
              </w:rPr>
              <w:t>الاسم</w:t>
            </w:r>
          </w:p>
        </w:tc>
        <w:tc>
          <w:tcPr>
            <w:tcW w:w="496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الطيب </w:t>
            </w:r>
          </w:p>
        </w:tc>
        <w:tc>
          <w:tcPr>
            <w:tcW w:w="4968" w:type="dxa"/>
          </w:tcPr>
          <w:p w:rsidR="008867CD" w:rsidRPr="00940B39" w:rsidRDefault="008867CD" w:rsidP="008867CD">
            <w:pPr>
              <w:pStyle w:val="libCenter"/>
              <w:rPr>
                <w:rtl/>
              </w:rPr>
            </w:pPr>
            <w:r w:rsidRPr="004C6B38">
              <w:rPr>
                <w:rtl/>
              </w:rPr>
              <w:t>71</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العريض </w:t>
            </w:r>
          </w:p>
        </w:tc>
        <w:tc>
          <w:tcPr>
            <w:tcW w:w="4968" w:type="dxa"/>
          </w:tcPr>
          <w:p w:rsidR="008867CD" w:rsidRPr="00940B39" w:rsidRDefault="008867CD" w:rsidP="008867CD">
            <w:pPr>
              <w:pStyle w:val="libCenter"/>
              <w:rPr>
                <w:rtl/>
              </w:rPr>
            </w:pPr>
            <w:r w:rsidRPr="004C6B38">
              <w:rPr>
                <w:rtl/>
              </w:rPr>
              <w:t>107</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قرقيسيا </w:t>
            </w:r>
          </w:p>
        </w:tc>
        <w:tc>
          <w:tcPr>
            <w:tcW w:w="4968" w:type="dxa"/>
          </w:tcPr>
          <w:p w:rsidR="008867CD" w:rsidRPr="00940B39" w:rsidRDefault="008867CD" w:rsidP="008867CD">
            <w:pPr>
              <w:pStyle w:val="libCenter"/>
              <w:rPr>
                <w:rtl/>
              </w:rPr>
            </w:pPr>
            <w:r w:rsidRPr="004C6B38">
              <w:rPr>
                <w:rtl/>
              </w:rPr>
              <w:t>71</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قم </w:t>
            </w:r>
          </w:p>
        </w:tc>
        <w:tc>
          <w:tcPr>
            <w:tcW w:w="4968" w:type="dxa"/>
          </w:tcPr>
          <w:p w:rsidR="008867CD" w:rsidRPr="00940B39" w:rsidRDefault="008867CD" w:rsidP="008867CD">
            <w:pPr>
              <w:pStyle w:val="libCenter"/>
              <w:rPr>
                <w:rtl/>
              </w:rPr>
            </w:pPr>
            <w:r w:rsidRPr="004C6B38">
              <w:rPr>
                <w:rtl/>
              </w:rPr>
              <w:t xml:space="preserve">9 </w:t>
            </w:r>
            <w:r>
              <w:rPr>
                <w:rtl/>
              </w:rPr>
              <w:t>و 1</w:t>
            </w:r>
            <w:r w:rsidRPr="004C6B38">
              <w:rPr>
                <w:rtl/>
              </w:rPr>
              <w:t xml:space="preserve">2 </w:t>
            </w:r>
            <w:r>
              <w:rPr>
                <w:rtl/>
              </w:rPr>
              <w:t>و 1</w:t>
            </w:r>
            <w:r w:rsidRPr="004C6B38">
              <w:rPr>
                <w:rtl/>
              </w:rPr>
              <w:t xml:space="preserve">9 </w:t>
            </w:r>
            <w:r>
              <w:rPr>
                <w:rtl/>
              </w:rPr>
              <w:t>و 2</w:t>
            </w:r>
            <w:r w:rsidRPr="004C6B38">
              <w:rPr>
                <w:rtl/>
              </w:rPr>
              <w:t xml:space="preserve">2 </w:t>
            </w:r>
            <w:r>
              <w:rPr>
                <w:rtl/>
              </w:rPr>
              <w:t>و 5</w:t>
            </w:r>
            <w:r w:rsidRPr="004C6B38">
              <w:rPr>
                <w:rtl/>
              </w:rPr>
              <w:t xml:space="preserve">3 </w:t>
            </w:r>
            <w:r>
              <w:rPr>
                <w:rtl/>
              </w:rPr>
              <w:t>و 7</w:t>
            </w:r>
            <w:r w:rsidRPr="004C6B38">
              <w:rPr>
                <w:rtl/>
              </w:rPr>
              <w:t xml:space="preserve">2 </w:t>
            </w:r>
            <w:r>
              <w:rPr>
                <w:rtl/>
              </w:rPr>
              <w:t>و 7</w:t>
            </w:r>
            <w:r w:rsidRPr="004C6B38">
              <w:rPr>
                <w:rtl/>
              </w:rPr>
              <w:t xml:space="preserve">3 </w:t>
            </w:r>
            <w:r>
              <w:rPr>
                <w:rtl/>
              </w:rPr>
              <w:t>و 8</w:t>
            </w:r>
            <w:r w:rsidRPr="004C6B38">
              <w:rPr>
                <w:rtl/>
              </w:rPr>
              <w:t xml:space="preserve">0 </w:t>
            </w:r>
            <w:r>
              <w:rPr>
                <w:rtl/>
              </w:rPr>
              <w:t>و 8</w:t>
            </w:r>
            <w:r w:rsidRPr="004C6B38">
              <w:rPr>
                <w:rtl/>
              </w:rPr>
              <w:t xml:space="preserve">3 </w:t>
            </w:r>
            <w:r>
              <w:rPr>
                <w:rtl/>
              </w:rPr>
              <w:t>و 1</w:t>
            </w:r>
            <w:r w:rsidRPr="004C6B38">
              <w:rPr>
                <w:rtl/>
              </w:rPr>
              <w:t>07</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كربلاء </w:t>
            </w:r>
          </w:p>
        </w:tc>
        <w:tc>
          <w:tcPr>
            <w:tcW w:w="4968" w:type="dxa"/>
          </w:tcPr>
          <w:p w:rsidR="008867CD" w:rsidRPr="00940B39" w:rsidRDefault="008867CD" w:rsidP="008867CD">
            <w:pPr>
              <w:pStyle w:val="libCenter"/>
              <w:rPr>
                <w:rtl/>
              </w:rPr>
            </w:pPr>
            <w:r w:rsidRPr="004C6B38">
              <w:rPr>
                <w:rtl/>
              </w:rPr>
              <w:t>103</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الكوفة </w:t>
            </w:r>
          </w:p>
        </w:tc>
        <w:tc>
          <w:tcPr>
            <w:tcW w:w="4968" w:type="dxa"/>
          </w:tcPr>
          <w:p w:rsidR="008867CD" w:rsidRPr="00940B39" w:rsidRDefault="008867CD" w:rsidP="008867CD">
            <w:pPr>
              <w:pStyle w:val="libCenter"/>
              <w:rPr>
                <w:rtl/>
              </w:rPr>
            </w:pPr>
            <w:r w:rsidRPr="004C6B38">
              <w:rPr>
                <w:rtl/>
              </w:rPr>
              <w:t xml:space="preserve">71 </w:t>
            </w:r>
            <w:r>
              <w:rPr>
                <w:rtl/>
              </w:rPr>
              <w:t>و 1</w:t>
            </w:r>
            <w:r w:rsidRPr="004C6B38">
              <w:rPr>
                <w:rtl/>
              </w:rPr>
              <w:t xml:space="preserve">03 </w:t>
            </w:r>
            <w:r>
              <w:rPr>
                <w:rtl/>
              </w:rPr>
              <w:t>و 1</w:t>
            </w:r>
            <w:r w:rsidRPr="004C6B38">
              <w:rPr>
                <w:rtl/>
              </w:rPr>
              <w:t xml:space="preserve">07 </w:t>
            </w:r>
            <w:r>
              <w:rPr>
                <w:rtl/>
              </w:rPr>
              <w:t>و 1</w:t>
            </w:r>
            <w:r w:rsidRPr="004C6B38">
              <w:rPr>
                <w:rtl/>
              </w:rPr>
              <w:t>12</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المدائن </w:t>
            </w:r>
          </w:p>
        </w:tc>
        <w:tc>
          <w:tcPr>
            <w:tcW w:w="4968" w:type="dxa"/>
          </w:tcPr>
          <w:p w:rsidR="008867CD" w:rsidRPr="00940B39" w:rsidRDefault="008867CD" w:rsidP="008867CD">
            <w:pPr>
              <w:pStyle w:val="libCenter"/>
              <w:rPr>
                <w:rtl/>
              </w:rPr>
            </w:pPr>
            <w:r w:rsidRPr="004C6B38">
              <w:rPr>
                <w:rtl/>
              </w:rPr>
              <w:t>108</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المدينة المنورة </w:t>
            </w:r>
          </w:p>
        </w:tc>
        <w:tc>
          <w:tcPr>
            <w:tcW w:w="4968" w:type="dxa"/>
          </w:tcPr>
          <w:p w:rsidR="008867CD" w:rsidRPr="00940B39" w:rsidRDefault="008867CD" w:rsidP="008867CD">
            <w:pPr>
              <w:pStyle w:val="libCenter"/>
              <w:rPr>
                <w:rtl/>
              </w:rPr>
            </w:pPr>
            <w:r w:rsidRPr="004C6B38">
              <w:rPr>
                <w:rtl/>
              </w:rPr>
              <w:t xml:space="preserve">86 </w:t>
            </w:r>
            <w:r>
              <w:rPr>
                <w:rtl/>
              </w:rPr>
              <w:t>و 1</w:t>
            </w:r>
            <w:r w:rsidRPr="004C6B38">
              <w:rPr>
                <w:rtl/>
              </w:rPr>
              <w:t xml:space="preserve">07 </w:t>
            </w:r>
            <w:r>
              <w:rPr>
                <w:rtl/>
              </w:rPr>
              <w:t>و 1</w:t>
            </w:r>
            <w:r w:rsidRPr="004C6B38">
              <w:rPr>
                <w:rtl/>
              </w:rPr>
              <w:t>89</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مرو </w:t>
            </w:r>
          </w:p>
        </w:tc>
        <w:tc>
          <w:tcPr>
            <w:tcW w:w="4968" w:type="dxa"/>
          </w:tcPr>
          <w:p w:rsidR="008867CD" w:rsidRPr="00940B39" w:rsidRDefault="008867CD" w:rsidP="008867CD">
            <w:pPr>
              <w:pStyle w:val="libCenter"/>
              <w:rPr>
                <w:rtl/>
              </w:rPr>
            </w:pPr>
            <w:r w:rsidRPr="004C6B38">
              <w:rPr>
                <w:rtl/>
              </w:rPr>
              <w:t>189</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مصر </w:t>
            </w:r>
          </w:p>
        </w:tc>
        <w:tc>
          <w:tcPr>
            <w:tcW w:w="4968" w:type="dxa"/>
          </w:tcPr>
          <w:p w:rsidR="008867CD" w:rsidRPr="00940B39" w:rsidRDefault="008867CD" w:rsidP="008867CD">
            <w:pPr>
              <w:pStyle w:val="libCenter"/>
              <w:rPr>
                <w:rtl/>
              </w:rPr>
            </w:pPr>
            <w:r w:rsidRPr="004C6B38">
              <w:rPr>
                <w:rtl/>
              </w:rPr>
              <w:t>71</w:t>
            </w:r>
          </w:p>
        </w:tc>
      </w:tr>
      <w:tr w:rsidR="008867CD" w:rsidRPr="00940B39" w:rsidTr="00AE355E">
        <w:tc>
          <w:tcPr>
            <w:tcW w:w="2619" w:type="dxa"/>
          </w:tcPr>
          <w:p w:rsidR="008867CD" w:rsidRPr="004C6B38" w:rsidRDefault="008867CD" w:rsidP="008867CD">
            <w:pPr>
              <w:pStyle w:val="libNormal0"/>
              <w:rPr>
                <w:rFonts w:hint="cs"/>
                <w:rtl/>
              </w:rPr>
            </w:pPr>
            <w:r w:rsidRPr="004C6B38">
              <w:rPr>
                <w:rtl/>
              </w:rPr>
              <w:t xml:space="preserve">المغرب الأقصى </w:t>
            </w:r>
          </w:p>
        </w:tc>
        <w:tc>
          <w:tcPr>
            <w:tcW w:w="4968" w:type="dxa"/>
          </w:tcPr>
          <w:p w:rsidR="008867CD" w:rsidRPr="00940B39" w:rsidRDefault="008867CD" w:rsidP="008867CD">
            <w:pPr>
              <w:pStyle w:val="libCenter"/>
              <w:rPr>
                <w:rtl/>
              </w:rPr>
            </w:pPr>
            <w:r w:rsidRPr="004C6B38">
              <w:rPr>
                <w:rtl/>
              </w:rPr>
              <w:t>71</w:t>
            </w:r>
          </w:p>
        </w:tc>
      </w:tr>
      <w:tr w:rsidR="008867CD" w:rsidRPr="00940B39" w:rsidTr="00AE355E">
        <w:tc>
          <w:tcPr>
            <w:tcW w:w="2619" w:type="dxa"/>
          </w:tcPr>
          <w:p w:rsidR="008867CD" w:rsidRPr="004C6B38" w:rsidRDefault="008867CD" w:rsidP="008867CD">
            <w:pPr>
              <w:pStyle w:val="libNormal0"/>
              <w:rPr>
                <w:rtl/>
              </w:rPr>
            </w:pPr>
            <w:r w:rsidRPr="004C6B38">
              <w:rPr>
                <w:rtl/>
              </w:rPr>
              <w:t xml:space="preserve">واسط </w:t>
            </w:r>
          </w:p>
        </w:tc>
        <w:tc>
          <w:tcPr>
            <w:tcW w:w="4968" w:type="dxa"/>
          </w:tcPr>
          <w:p w:rsidR="008867CD" w:rsidRPr="00940B39" w:rsidRDefault="008867CD" w:rsidP="008867CD">
            <w:pPr>
              <w:pStyle w:val="libCenter"/>
              <w:rPr>
                <w:rtl/>
              </w:rPr>
            </w:pPr>
            <w:r w:rsidRPr="004C6B38">
              <w:rPr>
                <w:rtl/>
              </w:rPr>
              <w:t xml:space="preserve">71 </w:t>
            </w:r>
            <w:r>
              <w:rPr>
                <w:rtl/>
              </w:rPr>
              <w:t>و 1</w:t>
            </w:r>
            <w:r w:rsidRPr="004C6B38">
              <w:rPr>
                <w:rtl/>
              </w:rPr>
              <w:t>05</w:t>
            </w:r>
          </w:p>
        </w:tc>
      </w:tr>
    </w:tbl>
    <w:p w:rsidR="008867CD" w:rsidRDefault="008867CD" w:rsidP="008867CD">
      <w:pPr>
        <w:pStyle w:val="libNormal"/>
        <w:rPr>
          <w:rFonts w:hint="cs"/>
          <w:rtl/>
        </w:rPr>
      </w:pPr>
    </w:p>
    <w:p w:rsidR="00D8054C" w:rsidRDefault="00D8054C" w:rsidP="00D8054C">
      <w:pPr>
        <w:pStyle w:val="libNormal"/>
        <w:rPr>
          <w:rtl/>
        </w:rPr>
      </w:pPr>
      <w:r>
        <w:rPr>
          <w:rtl/>
        </w:rPr>
        <w:br w:type="page"/>
      </w:r>
    </w:p>
    <w:p w:rsidR="008867CD" w:rsidRDefault="008867CD" w:rsidP="008867CD">
      <w:pPr>
        <w:pStyle w:val="libCenterBold1"/>
        <w:rPr>
          <w:rFonts w:hint="cs"/>
          <w:rtl/>
        </w:rPr>
      </w:pPr>
      <w:r>
        <w:rPr>
          <w:rtl/>
        </w:rPr>
        <w:lastRenderedPageBreak/>
        <w:t>(</w:t>
      </w:r>
      <w:r w:rsidRPr="007E0B1D">
        <w:rPr>
          <w:rtl/>
        </w:rPr>
        <w:t xml:space="preserve">3) </w:t>
      </w:r>
    </w:p>
    <w:p w:rsidR="008867CD" w:rsidRPr="007E0B1D" w:rsidRDefault="008867CD" w:rsidP="00665C01">
      <w:pPr>
        <w:pStyle w:val="libCenterBold1"/>
        <w:rPr>
          <w:rtl/>
        </w:rPr>
      </w:pPr>
      <w:r w:rsidRPr="007E0B1D">
        <w:rPr>
          <w:rtl/>
        </w:rPr>
        <w:t>الكتب المؤلفة من قبل المترجم لهم</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D65964" w:rsidRDefault="008867CD" w:rsidP="008867CD">
            <w:pPr>
              <w:pStyle w:val="libNormal0"/>
              <w:rPr>
                <w:rFonts w:hint="cs"/>
                <w:rtl/>
              </w:rPr>
            </w:pPr>
            <w:r w:rsidRPr="00D65964">
              <w:rPr>
                <w:rtl/>
              </w:rPr>
              <w:t xml:space="preserve">الآداب </w:t>
            </w:r>
          </w:p>
        </w:tc>
        <w:tc>
          <w:tcPr>
            <w:tcW w:w="4248" w:type="dxa"/>
          </w:tcPr>
          <w:p w:rsidR="008867CD" w:rsidRPr="00940B39" w:rsidRDefault="008867CD" w:rsidP="008867CD">
            <w:pPr>
              <w:pStyle w:val="libCenter"/>
              <w:rPr>
                <w:rtl/>
              </w:rPr>
            </w:pPr>
            <w:r w:rsidRPr="00D65964">
              <w:rPr>
                <w:rtl/>
              </w:rPr>
              <w:t>88</w:t>
            </w:r>
          </w:p>
        </w:tc>
      </w:tr>
      <w:tr w:rsidR="008867CD" w:rsidRPr="00940B39" w:rsidTr="00AE355E">
        <w:tc>
          <w:tcPr>
            <w:tcW w:w="3339" w:type="dxa"/>
          </w:tcPr>
          <w:p w:rsidR="008867CD" w:rsidRPr="00D65964" w:rsidRDefault="008867CD" w:rsidP="008867CD">
            <w:pPr>
              <w:pStyle w:val="libNormal0"/>
              <w:rPr>
                <w:rFonts w:hint="cs"/>
                <w:rtl/>
              </w:rPr>
            </w:pPr>
            <w:r w:rsidRPr="00D65964">
              <w:rPr>
                <w:rtl/>
              </w:rPr>
              <w:t xml:space="preserve">آداب النفس </w:t>
            </w:r>
          </w:p>
        </w:tc>
        <w:tc>
          <w:tcPr>
            <w:tcW w:w="4248" w:type="dxa"/>
          </w:tcPr>
          <w:p w:rsidR="008867CD" w:rsidRPr="00940B39" w:rsidRDefault="008867CD" w:rsidP="008867CD">
            <w:pPr>
              <w:pStyle w:val="libCenter"/>
              <w:rPr>
                <w:rtl/>
              </w:rPr>
            </w:pPr>
            <w:r w:rsidRPr="00D65964">
              <w:rPr>
                <w:rtl/>
              </w:rPr>
              <w:t>19</w:t>
            </w:r>
          </w:p>
        </w:tc>
      </w:tr>
      <w:tr w:rsidR="008867CD" w:rsidRPr="00940B39" w:rsidTr="00AE355E">
        <w:tc>
          <w:tcPr>
            <w:tcW w:w="3339" w:type="dxa"/>
          </w:tcPr>
          <w:p w:rsidR="008867CD" w:rsidRPr="00D65964" w:rsidRDefault="008867CD" w:rsidP="008867CD">
            <w:pPr>
              <w:pStyle w:val="libNormal0"/>
              <w:rPr>
                <w:rFonts w:hint="cs"/>
                <w:rtl/>
              </w:rPr>
            </w:pPr>
            <w:r w:rsidRPr="00D65964">
              <w:rPr>
                <w:rtl/>
              </w:rPr>
              <w:t xml:space="preserve">ابتلاء المؤمن </w:t>
            </w:r>
          </w:p>
        </w:tc>
        <w:tc>
          <w:tcPr>
            <w:tcW w:w="4248" w:type="dxa"/>
          </w:tcPr>
          <w:p w:rsidR="008867CD" w:rsidRPr="00940B39" w:rsidRDefault="008867CD" w:rsidP="008867CD">
            <w:pPr>
              <w:pStyle w:val="libCenter"/>
              <w:rPr>
                <w:rtl/>
              </w:rPr>
            </w:pPr>
            <w:r w:rsidRPr="00D65964">
              <w:rPr>
                <w:rtl/>
              </w:rPr>
              <w:t>53</w:t>
            </w:r>
          </w:p>
        </w:tc>
      </w:tr>
      <w:tr w:rsidR="008867CD" w:rsidRPr="00940B39" w:rsidTr="00AE355E">
        <w:tc>
          <w:tcPr>
            <w:tcW w:w="3339" w:type="dxa"/>
          </w:tcPr>
          <w:p w:rsidR="008867CD" w:rsidRPr="00D65964" w:rsidRDefault="008867CD" w:rsidP="008867CD">
            <w:pPr>
              <w:pStyle w:val="libNormal0"/>
              <w:rPr>
                <w:rFonts w:hint="cs"/>
                <w:rtl/>
              </w:rPr>
            </w:pPr>
            <w:r w:rsidRPr="00D65964">
              <w:rPr>
                <w:rtl/>
              </w:rPr>
              <w:t xml:space="preserve">الاحتجاج </w:t>
            </w:r>
          </w:p>
        </w:tc>
        <w:tc>
          <w:tcPr>
            <w:tcW w:w="4248" w:type="dxa"/>
          </w:tcPr>
          <w:p w:rsidR="008867CD" w:rsidRPr="00940B39" w:rsidRDefault="008867CD" w:rsidP="008867CD">
            <w:pPr>
              <w:pStyle w:val="libCenter"/>
              <w:rPr>
                <w:rtl/>
              </w:rPr>
            </w:pPr>
            <w:r w:rsidRPr="00D65964">
              <w:rPr>
                <w:rtl/>
              </w:rPr>
              <w:t>19</w:t>
            </w:r>
          </w:p>
        </w:tc>
      </w:tr>
      <w:tr w:rsidR="008867CD" w:rsidRPr="00940B39" w:rsidTr="00AE355E">
        <w:tc>
          <w:tcPr>
            <w:tcW w:w="3339" w:type="dxa"/>
          </w:tcPr>
          <w:p w:rsidR="008867CD" w:rsidRPr="00D65964" w:rsidRDefault="008867CD" w:rsidP="008867CD">
            <w:pPr>
              <w:pStyle w:val="libNormal0"/>
              <w:rPr>
                <w:rFonts w:hint="cs"/>
                <w:rtl/>
              </w:rPr>
            </w:pPr>
            <w:r w:rsidRPr="00D65964">
              <w:rPr>
                <w:rtl/>
              </w:rPr>
              <w:t xml:space="preserve">الأحكام </w:t>
            </w:r>
          </w:p>
        </w:tc>
        <w:tc>
          <w:tcPr>
            <w:tcW w:w="4248" w:type="dxa"/>
          </w:tcPr>
          <w:p w:rsidR="008867CD" w:rsidRPr="00940B39" w:rsidRDefault="008867CD" w:rsidP="008867CD">
            <w:pPr>
              <w:pStyle w:val="libCenter"/>
              <w:rPr>
                <w:rtl/>
              </w:rPr>
            </w:pPr>
            <w:r w:rsidRPr="00D65964">
              <w:rPr>
                <w:rtl/>
              </w:rPr>
              <w:t>103</w:t>
            </w:r>
          </w:p>
        </w:tc>
      </w:tr>
      <w:tr w:rsidR="008867CD" w:rsidRPr="00940B39" w:rsidTr="00AE355E">
        <w:tc>
          <w:tcPr>
            <w:tcW w:w="3339" w:type="dxa"/>
          </w:tcPr>
          <w:p w:rsidR="008867CD" w:rsidRPr="00D65964" w:rsidRDefault="008867CD" w:rsidP="008867CD">
            <w:pPr>
              <w:pStyle w:val="libNormal0"/>
              <w:rPr>
                <w:rFonts w:hint="cs"/>
                <w:rtl/>
              </w:rPr>
            </w:pPr>
            <w:r w:rsidRPr="00D65964">
              <w:rPr>
                <w:rtl/>
              </w:rPr>
              <w:t xml:space="preserve">أخبار السيد الحميري </w:t>
            </w:r>
          </w:p>
        </w:tc>
        <w:tc>
          <w:tcPr>
            <w:tcW w:w="4248" w:type="dxa"/>
          </w:tcPr>
          <w:p w:rsidR="008867CD" w:rsidRPr="00940B39" w:rsidRDefault="008867CD" w:rsidP="008867CD">
            <w:pPr>
              <w:pStyle w:val="libCenter"/>
              <w:rPr>
                <w:rtl/>
              </w:rPr>
            </w:pPr>
            <w:r w:rsidRPr="00D65964">
              <w:rPr>
                <w:rtl/>
              </w:rPr>
              <w:t>27</w:t>
            </w:r>
          </w:p>
        </w:tc>
      </w:tr>
      <w:tr w:rsidR="008867CD" w:rsidRPr="00940B39" w:rsidTr="00AE355E">
        <w:tc>
          <w:tcPr>
            <w:tcW w:w="3339" w:type="dxa"/>
          </w:tcPr>
          <w:p w:rsidR="008867CD" w:rsidRPr="003F5C41" w:rsidRDefault="008867CD" w:rsidP="008867CD">
            <w:pPr>
              <w:pStyle w:val="libNormal0"/>
              <w:rPr>
                <w:rFonts w:hint="cs"/>
                <w:rtl/>
              </w:rPr>
            </w:pPr>
            <w:r w:rsidRPr="003F5C41">
              <w:rPr>
                <w:rtl/>
              </w:rPr>
              <w:t xml:space="preserve">اختلاف الحديث </w:t>
            </w:r>
          </w:p>
        </w:tc>
        <w:tc>
          <w:tcPr>
            <w:tcW w:w="4248" w:type="dxa"/>
          </w:tcPr>
          <w:p w:rsidR="008867CD" w:rsidRPr="00940B39" w:rsidRDefault="008867CD" w:rsidP="008867CD">
            <w:pPr>
              <w:pStyle w:val="libCenter"/>
              <w:rPr>
                <w:rtl/>
              </w:rPr>
            </w:pPr>
            <w:r w:rsidRPr="003F5C41">
              <w:rPr>
                <w:rtl/>
              </w:rPr>
              <w:t>19</w:t>
            </w:r>
          </w:p>
        </w:tc>
      </w:tr>
      <w:tr w:rsidR="008867CD" w:rsidRPr="00940B39" w:rsidTr="00AE355E">
        <w:tc>
          <w:tcPr>
            <w:tcW w:w="3339" w:type="dxa"/>
          </w:tcPr>
          <w:p w:rsidR="008867CD" w:rsidRPr="003F5C41" w:rsidRDefault="008867CD" w:rsidP="008867CD">
            <w:pPr>
              <w:pStyle w:val="libNormal0"/>
              <w:rPr>
                <w:rFonts w:hint="cs"/>
                <w:rtl/>
              </w:rPr>
            </w:pPr>
            <w:r w:rsidRPr="003F5C41">
              <w:rPr>
                <w:rtl/>
              </w:rPr>
              <w:t xml:space="preserve">أخلاق المؤمن </w:t>
            </w:r>
          </w:p>
        </w:tc>
        <w:tc>
          <w:tcPr>
            <w:tcW w:w="4248" w:type="dxa"/>
          </w:tcPr>
          <w:p w:rsidR="008867CD" w:rsidRPr="00940B39" w:rsidRDefault="008867CD" w:rsidP="008867CD">
            <w:pPr>
              <w:pStyle w:val="libCenter"/>
              <w:rPr>
                <w:rtl/>
              </w:rPr>
            </w:pPr>
            <w:r w:rsidRPr="003F5C41">
              <w:rPr>
                <w:rtl/>
              </w:rPr>
              <w:t>183</w:t>
            </w:r>
          </w:p>
        </w:tc>
      </w:tr>
      <w:tr w:rsidR="008867CD" w:rsidRPr="00940B39" w:rsidTr="00AE355E">
        <w:tc>
          <w:tcPr>
            <w:tcW w:w="3339" w:type="dxa"/>
          </w:tcPr>
          <w:p w:rsidR="008867CD" w:rsidRPr="003F5C41" w:rsidRDefault="008867CD" w:rsidP="008867CD">
            <w:pPr>
              <w:pStyle w:val="libNormal0"/>
              <w:rPr>
                <w:rFonts w:hint="cs"/>
                <w:rtl/>
              </w:rPr>
            </w:pPr>
            <w:r w:rsidRPr="003F5C41">
              <w:rPr>
                <w:rtl/>
              </w:rPr>
              <w:t xml:space="preserve">الاخوان </w:t>
            </w:r>
          </w:p>
        </w:tc>
        <w:tc>
          <w:tcPr>
            <w:tcW w:w="4248" w:type="dxa"/>
          </w:tcPr>
          <w:p w:rsidR="008867CD" w:rsidRPr="00940B39" w:rsidRDefault="008867CD" w:rsidP="008867CD">
            <w:pPr>
              <w:pStyle w:val="libCenter"/>
              <w:rPr>
                <w:rtl/>
              </w:rPr>
            </w:pPr>
            <w:r w:rsidRPr="003F5C41">
              <w:rPr>
                <w:rtl/>
              </w:rPr>
              <w:t>19</w:t>
            </w:r>
          </w:p>
        </w:tc>
      </w:tr>
      <w:tr w:rsidR="008867CD" w:rsidRPr="00940B39" w:rsidTr="00AE355E">
        <w:tc>
          <w:tcPr>
            <w:tcW w:w="3339" w:type="dxa"/>
          </w:tcPr>
          <w:p w:rsidR="008867CD" w:rsidRPr="003F5C41" w:rsidRDefault="008867CD" w:rsidP="008867CD">
            <w:pPr>
              <w:pStyle w:val="libNormal0"/>
              <w:rPr>
                <w:rFonts w:hint="cs"/>
                <w:rtl/>
              </w:rPr>
            </w:pPr>
            <w:r w:rsidRPr="003F5C41">
              <w:rPr>
                <w:rtl/>
              </w:rPr>
              <w:t xml:space="preserve">الأدب </w:t>
            </w:r>
          </w:p>
        </w:tc>
        <w:tc>
          <w:tcPr>
            <w:tcW w:w="4248" w:type="dxa"/>
          </w:tcPr>
          <w:p w:rsidR="008867CD" w:rsidRPr="00940B39" w:rsidRDefault="008867CD" w:rsidP="008867CD">
            <w:pPr>
              <w:pStyle w:val="libCenter"/>
              <w:rPr>
                <w:rtl/>
              </w:rPr>
            </w:pPr>
            <w:r w:rsidRPr="003F5C41">
              <w:rPr>
                <w:rtl/>
              </w:rPr>
              <w:t>183</w:t>
            </w:r>
          </w:p>
        </w:tc>
      </w:tr>
      <w:tr w:rsidR="008867CD" w:rsidRPr="00940B39" w:rsidTr="00AE355E">
        <w:tc>
          <w:tcPr>
            <w:tcW w:w="3339" w:type="dxa"/>
          </w:tcPr>
          <w:p w:rsidR="008867CD" w:rsidRPr="003F5C41" w:rsidRDefault="008867CD" w:rsidP="008867CD">
            <w:pPr>
              <w:pStyle w:val="libNormal0"/>
              <w:rPr>
                <w:rFonts w:hint="cs"/>
                <w:rtl/>
              </w:rPr>
            </w:pPr>
            <w:r w:rsidRPr="003F5C41">
              <w:rPr>
                <w:rtl/>
              </w:rPr>
              <w:t xml:space="preserve">أدب المعاشرة </w:t>
            </w:r>
          </w:p>
        </w:tc>
        <w:tc>
          <w:tcPr>
            <w:tcW w:w="4248" w:type="dxa"/>
          </w:tcPr>
          <w:p w:rsidR="008867CD" w:rsidRPr="00940B39" w:rsidRDefault="008867CD" w:rsidP="008867CD">
            <w:pPr>
              <w:pStyle w:val="libCenter"/>
              <w:rPr>
                <w:rtl/>
              </w:rPr>
            </w:pPr>
            <w:r w:rsidRPr="003F5C41">
              <w:rPr>
                <w:rtl/>
              </w:rPr>
              <w:t>19</w:t>
            </w:r>
          </w:p>
        </w:tc>
      </w:tr>
      <w:tr w:rsidR="008867CD" w:rsidRPr="00940B39" w:rsidTr="00AE355E">
        <w:tc>
          <w:tcPr>
            <w:tcW w:w="3339" w:type="dxa"/>
          </w:tcPr>
          <w:p w:rsidR="008867CD" w:rsidRPr="003F5C41" w:rsidRDefault="008867CD" w:rsidP="008867CD">
            <w:pPr>
              <w:pStyle w:val="libNormal0"/>
              <w:rPr>
                <w:rFonts w:hint="cs"/>
                <w:rtl/>
              </w:rPr>
            </w:pPr>
            <w:r w:rsidRPr="003F5C41">
              <w:rPr>
                <w:rtl/>
              </w:rPr>
              <w:t xml:space="preserve">الأرضين والجبال والأودية </w:t>
            </w:r>
          </w:p>
        </w:tc>
        <w:tc>
          <w:tcPr>
            <w:tcW w:w="4248" w:type="dxa"/>
          </w:tcPr>
          <w:p w:rsidR="008867CD" w:rsidRPr="00940B39" w:rsidRDefault="008867CD" w:rsidP="008867CD">
            <w:pPr>
              <w:pStyle w:val="libCenter"/>
              <w:rPr>
                <w:rtl/>
              </w:rPr>
            </w:pPr>
            <w:r w:rsidRPr="003F5C41">
              <w:rPr>
                <w:rtl/>
              </w:rPr>
              <w:t>192</w:t>
            </w:r>
          </w:p>
        </w:tc>
      </w:tr>
      <w:tr w:rsidR="008867CD" w:rsidRPr="00940B39" w:rsidTr="00AE355E">
        <w:tc>
          <w:tcPr>
            <w:tcW w:w="3339" w:type="dxa"/>
          </w:tcPr>
          <w:p w:rsidR="008867CD" w:rsidRPr="003F5C41" w:rsidRDefault="008867CD" w:rsidP="008867CD">
            <w:pPr>
              <w:pStyle w:val="libNormal0"/>
              <w:rPr>
                <w:rFonts w:hint="cs"/>
                <w:rtl/>
              </w:rPr>
            </w:pPr>
            <w:r w:rsidRPr="003F5C41">
              <w:rPr>
                <w:rtl/>
              </w:rPr>
              <w:t xml:space="preserve">أسامي أمير المؤمنين </w:t>
            </w:r>
            <w:r w:rsidR="00D8054C" w:rsidRPr="00D8054C">
              <w:rPr>
                <w:rStyle w:val="libAlaemChar"/>
                <w:rtl/>
              </w:rPr>
              <w:t>عليه‌السلام</w:t>
            </w:r>
            <w:r w:rsidRPr="003F5C41">
              <w:rPr>
                <w:rtl/>
              </w:rPr>
              <w:t xml:space="preserve"> </w:t>
            </w:r>
          </w:p>
        </w:tc>
        <w:tc>
          <w:tcPr>
            <w:tcW w:w="4248" w:type="dxa"/>
          </w:tcPr>
          <w:p w:rsidR="008867CD" w:rsidRPr="00940B39" w:rsidRDefault="008867CD" w:rsidP="008867CD">
            <w:pPr>
              <w:pStyle w:val="libCenter"/>
              <w:rPr>
                <w:rtl/>
              </w:rPr>
            </w:pPr>
            <w:r w:rsidRPr="003F5C41">
              <w:rPr>
                <w:rtl/>
              </w:rPr>
              <w:t>138</w:t>
            </w:r>
          </w:p>
        </w:tc>
      </w:tr>
      <w:tr w:rsidR="008867CD" w:rsidRPr="00940B39" w:rsidTr="00AE355E">
        <w:tc>
          <w:tcPr>
            <w:tcW w:w="3339" w:type="dxa"/>
          </w:tcPr>
          <w:p w:rsidR="008867CD" w:rsidRPr="0009100C" w:rsidRDefault="008867CD" w:rsidP="008867CD">
            <w:pPr>
              <w:pStyle w:val="libNormal0"/>
              <w:rPr>
                <w:rFonts w:hint="cs"/>
                <w:rtl/>
              </w:rPr>
            </w:pPr>
            <w:r w:rsidRPr="0009100C">
              <w:rPr>
                <w:rtl/>
              </w:rPr>
              <w:t xml:space="preserve">الاستطاعة على مذاهب أهل العدل </w:t>
            </w:r>
          </w:p>
        </w:tc>
        <w:tc>
          <w:tcPr>
            <w:tcW w:w="4248" w:type="dxa"/>
          </w:tcPr>
          <w:p w:rsidR="008867CD" w:rsidRPr="00940B39" w:rsidRDefault="008867CD" w:rsidP="008867CD">
            <w:pPr>
              <w:pStyle w:val="libCenter"/>
              <w:rPr>
                <w:rtl/>
              </w:rPr>
            </w:pPr>
            <w:r w:rsidRPr="0009100C">
              <w:rPr>
                <w:rtl/>
              </w:rPr>
              <w:t>113</w:t>
            </w:r>
          </w:p>
        </w:tc>
      </w:tr>
      <w:tr w:rsidR="008867CD" w:rsidRPr="00940B39" w:rsidTr="00AE355E">
        <w:tc>
          <w:tcPr>
            <w:tcW w:w="3339" w:type="dxa"/>
          </w:tcPr>
          <w:p w:rsidR="008867CD" w:rsidRPr="0009100C" w:rsidRDefault="008867CD" w:rsidP="008867CD">
            <w:pPr>
              <w:pStyle w:val="libNormal0"/>
              <w:rPr>
                <w:rFonts w:hint="cs"/>
                <w:rtl/>
              </w:rPr>
            </w:pPr>
            <w:r w:rsidRPr="0009100C">
              <w:rPr>
                <w:rtl/>
              </w:rPr>
              <w:t xml:space="preserve">الاستغفار </w:t>
            </w:r>
          </w:p>
        </w:tc>
        <w:tc>
          <w:tcPr>
            <w:tcW w:w="4248" w:type="dxa"/>
          </w:tcPr>
          <w:p w:rsidR="008867CD" w:rsidRPr="00940B39" w:rsidRDefault="008867CD" w:rsidP="008867CD">
            <w:pPr>
              <w:pStyle w:val="libCenter"/>
              <w:rPr>
                <w:rtl/>
              </w:rPr>
            </w:pPr>
            <w:r w:rsidRPr="0009100C">
              <w:rPr>
                <w:rtl/>
              </w:rPr>
              <w:t>32</w:t>
            </w:r>
          </w:p>
        </w:tc>
      </w:tr>
      <w:tr w:rsidR="008867CD" w:rsidRPr="00940B39" w:rsidTr="00AE355E">
        <w:tc>
          <w:tcPr>
            <w:tcW w:w="3339" w:type="dxa"/>
          </w:tcPr>
          <w:p w:rsidR="008867CD" w:rsidRPr="0009100C" w:rsidRDefault="008867CD" w:rsidP="008867CD">
            <w:pPr>
              <w:pStyle w:val="libNormal0"/>
              <w:rPr>
                <w:rFonts w:hint="cs"/>
                <w:rtl/>
              </w:rPr>
            </w:pPr>
            <w:r w:rsidRPr="0009100C">
              <w:rPr>
                <w:rtl/>
              </w:rPr>
              <w:t xml:space="preserve">الأشربة </w:t>
            </w:r>
          </w:p>
        </w:tc>
        <w:tc>
          <w:tcPr>
            <w:tcW w:w="4248" w:type="dxa"/>
          </w:tcPr>
          <w:p w:rsidR="008867CD" w:rsidRPr="00940B39" w:rsidRDefault="008867CD" w:rsidP="008867CD">
            <w:pPr>
              <w:pStyle w:val="libCenter"/>
              <w:rPr>
                <w:rtl/>
              </w:rPr>
            </w:pPr>
            <w:r w:rsidRPr="0009100C">
              <w:rPr>
                <w:rtl/>
              </w:rPr>
              <w:t xml:space="preserve">53 </w:t>
            </w:r>
            <w:r>
              <w:rPr>
                <w:rtl/>
              </w:rPr>
              <w:t>و 1</w:t>
            </w:r>
            <w:r w:rsidRPr="0009100C">
              <w:rPr>
                <w:rtl/>
              </w:rPr>
              <w:t>20</w:t>
            </w:r>
          </w:p>
        </w:tc>
      </w:tr>
      <w:tr w:rsidR="008867CD" w:rsidRPr="00940B39" w:rsidTr="00AE355E">
        <w:tc>
          <w:tcPr>
            <w:tcW w:w="3339" w:type="dxa"/>
          </w:tcPr>
          <w:p w:rsidR="008867CD" w:rsidRPr="0009100C" w:rsidRDefault="008867CD" w:rsidP="008867CD">
            <w:pPr>
              <w:pStyle w:val="libNormal0"/>
              <w:rPr>
                <w:rFonts w:hint="cs"/>
                <w:rtl/>
              </w:rPr>
            </w:pPr>
            <w:r w:rsidRPr="0009100C">
              <w:rPr>
                <w:rtl/>
              </w:rPr>
              <w:t xml:space="preserve">أصل ابراهيم بن أبي البلاد </w:t>
            </w:r>
          </w:p>
        </w:tc>
        <w:tc>
          <w:tcPr>
            <w:tcW w:w="4248" w:type="dxa"/>
          </w:tcPr>
          <w:p w:rsidR="008867CD" w:rsidRPr="00940B39" w:rsidRDefault="008867CD" w:rsidP="008867CD">
            <w:pPr>
              <w:pStyle w:val="libCenter"/>
              <w:rPr>
                <w:rtl/>
              </w:rPr>
            </w:pPr>
            <w:r w:rsidRPr="0009100C">
              <w:rPr>
                <w:rtl/>
              </w:rPr>
              <w:t>10</w:t>
            </w:r>
          </w:p>
        </w:tc>
      </w:tr>
      <w:tr w:rsidR="008867CD" w:rsidRPr="00940B39" w:rsidTr="00AE355E">
        <w:tc>
          <w:tcPr>
            <w:tcW w:w="3339" w:type="dxa"/>
          </w:tcPr>
          <w:p w:rsidR="008867CD" w:rsidRPr="0009100C" w:rsidRDefault="008867CD" w:rsidP="008867CD">
            <w:pPr>
              <w:pStyle w:val="libNormal0"/>
              <w:rPr>
                <w:rFonts w:hint="cs"/>
                <w:rtl/>
              </w:rPr>
            </w:pPr>
            <w:r w:rsidRPr="0009100C">
              <w:rPr>
                <w:rtl/>
              </w:rPr>
              <w:t xml:space="preserve">أصل اسماعيل بن مهران </w:t>
            </w:r>
          </w:p>
        </w:tc>
        <w:tc>
          <w:tcPr>
            <w:tcW w:w="4248" w:type="dxa"/>
          </w:tcPr>
          <w:p w:rsidR="008867CD" w:rsidRPr="00940B39" w:rsidRDefault="008867CD" w:rsidP="008867CD">
            <w:pPr>
              <w:pStyle w:val="libCenter"/>
              <w:rPr>
                <w:rtl/>
              </w:rPr>
            </w:pPr>
            <w:r w:rsidRPr="0009100C">
              <w:rPr>
                <w:rtl/>
              </w:rPr>
              <w:t>28</w:t>
            </w:r>
          </w:p>
        </w:tc>
      </w:tr>
      <w:tr w:rsidR="008867CD" w:rsidRPr="00940B39" w:rsidTr="00AE355E">
        <w:tc>
          <w:tcPr>
            <w:tcW w:w="3339" w:type="dxa"/>
          </w:tcPr>
          <w:p w:rsidR="008867CD" w:rsidRPr="001A3E8A" w:rsidRDefault="008867CD" w:rsidP="008867CD">
            <w:pPr>
              <w:pStyle w:val="libNormal0"/>
              <w:rPr>
                <w:rFonts w:hint="cs"/>
                <w:rtl/>
              </w:rPr>
            </w:pPr>
            <w:r w:rsidRPr="001A3E8A">
              <w:rPr>
                <w:rtl/>
              </w:rPr>
              <w:t xml:space="preserve">اصلاح المنطق </w:t>
            </w:r>
          </w:p>
        </w:tc>
        <w:tc>
          <w:tcPr>
            <w:tcW w:w="4248" w:type="dxa"/>
          </w:tcPr>
          <w:p w:rsidR="008867CD" w:rsidRPr="00940B39" w:rsidRDefault="008867CD" w:rsidP="008867CD">
            <w:pPr>
              <w:pStyle w:val="libCenter"/>
              <w:rPr>
                <w:rtl/>
              </w:rPr>
            </w:pPr>
            <w:r w:rsidRPr="001A3E8A">
              <w:rPr>
                <w:rtl/>
              </w:rPr>
              <w:t>192</w:t>
            </w:r>
          </w:p>
        </w:tc>
      </w:tr>
      <w:tr w:rsidR="008867CD" w:rsidRPr="00940B39" w:rsidTr="00AE355E">
        <w:tc>
          <w:tcPr>
            <w:tcW w:w="3339" w:type="dxa"/>
          </w:tcPr>
          <w:p w:rsidR="008867CD" w:rsidRPr="001A3E8A" w:rsidRDefault="008867CD" w:rsidP="008867CD">
            <w:pPr>
              <w:pStyle w:val="libNormal0"/>
              <w:rPr>
                <w:rFonts w:hint="cs"/>
                <w:rtl/>
              </w:rPr>
            </w:pPr>
            <w:r w:rsidRPr="001A3E8A">
              <w:rPr>
                <w:rtl/>
              </w:rPr>
              <w:t xml:space="preserve">الأصوات </w:t>
            </w:r>
          </w:p>
        </w:tc>
        <w:tc>
          <w:tcPr>
            <w:tcW w:w="4248" w:type="dxa"/>
          </w:tcPr>
          <w:p w:rsidR="008867CD" w:rsidRPr="00940B39" w:rsidRDefault="008867CD" w:rsidP="008867CD">
            <w:pPr>
              <w:pStyle w:val="libCenter"/>
              <w:rPr>
                <w:rtl/>
              </w:rPr>
            </w:pPr>
            <w:r w:rsidRPr="001A3E8A">
              <w:rPr>
                <w:rtl/>
              </w:rPr>
              <w:t>192</w:t>
            </w:r>
          </w:p>
        </w:tc>
      </w:tr>
      <w:tr w:rsidR="008867CD" w:rsidRPr="00940B39" w:rsidTr="00AE355E">
        <w:tc>
          <w:tcPr>
            <w:tcW w:w="3339" w:type="dxa"/>
          </w:tcPr>
          <w:p w:rsidR="008867CD" w:rsidRPr="001A3E8A" w:rsidRDefault="008867CD" w:rsidP="008867CD">
            <w:pPr>
              <w:pStyle w:val="libNormal0"/>
              <w:rPr>
                <w:rtl/>
              </w:rPr>
            </w:pPr>
            <w:r w:rsidRPr="001A3E8A">
              <w:rPr>
                <w:rtl/>
              </w:rPr>
              <w:t xml:space="preserve">الأضداد </w:t>
            </w:r>
          </w:p>
        </w:tc>
        <w:tc>
          <w:tcPr>
            <w:tcW w:w="4248" w:type="dxa"/>
          </w:tcPr>
          <w:p w:rsidR="008867CD" w:rsidRPr="00940B39" w:rsidRDefault="008867CD" w:rsidP="008867CD">
            <w:pPr>
              <w:pStyle w:val="libCenter"/>
              <w:rPr>
                <w:rtl/>
              </w:rPr>
            </w:pPr>
            <w:r w:rsidRPr="001A3E8A">
              <w:rPr>
                <w:rtl/>
              </w:rPr>
              <w:t>192</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1158DD" w:rsidRDefault="008867CD" w:rsidP="008867CD">
            <w:pPr>
              <w:pStyle w:val="libNormal0"/>
              <w:rPr>
                <w:rFonts w:hint="cs"/>
                <w:rtl/>
              </w:rPr>
            </w:pPr>
            <w:r w:rsidRPr="001158DD">
              <w:rPr>
                <w:rtl/>
              </w:rPr>
              <w:t xml:space="preserve">الأظلة </w:t>
            </w:r>
          </w:p>
        </w:tc>
        <w:tc>
          <w:tcPr>
            <w:tcW w:w="4248" w:type="dxa"/>
          </w:tcPr>
          <w:p w:rsidR="008867CD" w:rsidRPr="00940B39" w:rsidRDefault="008867CD" w:rsidP="008867CD">
            <w:pPr>
              <w:pStyle w:val="libCenter"/>
              <w:rPr>
                <w:rtl/>
              </w:rPr>
            </w:pPr>
            <w:r w:rsidRPr="001158DD">
              <w:rPr>
                <w:rtl/>
              </w:rPr>
              <w:t>150</w:t>
            </w:r>
          </w:p>
        </w:tc>
      </w:tr>
      <w:tr w:rsidR="008867CD" w:rsidRPr="00940B39" w:rsidTr="00AE355E">
        <w:tc>
          <w:tcPr>
            <w:tcW w:w="3339" w:type="dxa"/>
          </w:tcPr>
          <w:p w:rsidR="008867CD" w:rsidRPr="001158DD" w:rsidRDefault="008867CD" w:rsidP="008867CD">
            <w:pPr>
              <w:pStyle w:val="libNormal0"/>
              <w:rPr>
                <w:rFonts w:hint="cs"/>
                <w:rtl/>
              </w:rPr>
            </w:pPr>
            <w:r w:rsidRPr="001158DD">
              <w:rPr>
                <w:rtl/>
              </w:rPr>
              <w:t xml:space="preserve">الألفاظ </w:t>
            </w:r>
          </w:p>
        </w:tc>
        <w:tc>
          <w:tcPr>
            <w:tcW w:w="4248" w:type="dxa"/>
          </w:tcPr>
          <w:p w:rsidR="008867CD" w:rsidRPr="00940B39" w:rsidRDefault="008867CD" w:rsidP="008867CD">
            <w:pPr>
              <w:pStyle w:val="libCenter"/>
              <w:rPr>
                <w:rtl/>
              </w:rPr>
            </w:pPr>
            <w:r w:rsidRPr="001158DD">
              <w:rPr>
                <w:rtl/>
              </w:rPr>
              <w:t>192</w:t>
            </w:r>
          </w:p>
        </w:tc>
      </w:tr>
      <w:tr w:rsidR="008867CD" w:rsidRPr="00940B39" w:rsidTr="00AE355E">
        <w:tc>
          <w:tcPr>
            <w:tcW w:w="3339" w:type="dxa"/>
          </w:tcPr>
          <w:p w:rsidR="008867CD" w:rsidRPr="001158DD" w:rsidRDefault="008867CD" w:rsidP="008867CD">
            <w:pPr>
              <w:pStyle w:val="libNormal0"/>
              <w:rPr>
                <w:rFonts w:hint="cs"/>
                <w:rtl/>
              </w:rPr>
            </w:pPr>
            <w:r w:rsidRPr="001158DD">
              <w:rPr>
                <w:rtl/>
              </w:rPr>
              <w:t xml:space="preserve">الامامة </w:t>
            </w:r>
          </w:p>
        </w:tc>
        <w:tc>
          <w:tcPr>
            <w:tcW w:w="4248" w:type="dxa"/>
          </w:tcPr>
          <w:p w:rsidR="008867CD" w:rsidRPr="00940B39" w:rsidRDefault="008867CD" w:rsidP="008867CD">
            <w:pPr>
              <w:pStyle w:val="libCenter"/>
              <w:rPr>
                <w:rtl/>
              </w:rPr>
            </w:pPr>
            <w:r w:rsidRPr="001158DD">
              <w:rPr>
                <w:rtl/>
              </w:rPr>
              <w:t xml:space="preserve">142 </w:t>
            </w:r>
            <w:r>
              <w:rPr>
                <w:rtl/>
              </w:rPr>
              <w:t>و 1</w:t>
            </w:r>
            <w:r w:rsidRPr="001158DD">
              <w:rPr>
                <w:rtl/>
              </w:rPr>
              <w:t>59</w:t>
            </w:r>
          </w:p>
        </w:tc>
      </w:tr>
      <w:tr w:rsidR="008867CD" w:rsidRPr="00940B39" w:rsidTr="00AE355E">
        <w:tc>
          <w:tcPr>
            <w:tcW w:w="3339" w:type="dxa"/>
          </w:tcPr>
          <w:p w:rsidR="008867CD" w:rsidRPr="001158DD" w:rsidRDefault="008867CD" w:rsidP="008867CD">
            <w:pPr>
              <w:pStyle w:val="libNormal0"/>
              <w:rPr>
                <w:rFonts w:hint="cs"/>
                <w:rtl/>
              </w:rPr>
            </w:pPr>
            <w:r w:rsidRPr="001158DD">
              <w:rPr>
                <w:rtl/>
              </w:rPr>
              <w:t xml:space="preserve">الأمل والرجاء </w:t>
            </w:r>
          </w:p>
        </w:tc>
        <w:tc>
          <w:tcPr>
            <w:tcW w:w="4248" w:type="dxa"/>
          </w:tcPr>
          <w:p w:rsidR="008867CD" w:rsidRPr="00940B39" w:rsidRDefault="008867CD" w:rsidP="008867CD">
            <w:pPr>
              <w:pStyle w:val="libCenter"/>
              <w:rPr>
                <w:rtl/>
              </w:rPr>
            </w:pPr>
            <w:r w:rsidRPr="001158DD">
              <w:rPr>
                <w:rtl/>
              </w:rPr>
              <w:t>159</w:t>
            </w:r>
          </w:p>
        </w:tc>
      </w:tr>
      <w:tr w:rsidR="008867CD" w:rsidRPr="00940B39" w:rsidTr="00AE355E">
        <w:tc>
          <w:tcPr>
            <w:tcW w:w="3339" w:type="dxa"/>
          </w:tcPr>
          <w:p w:rsidR="008867CD" w:rsidRPr="001158DD" w:rsidRDefault="008867CD" w:rsidP="008867CD">
            <w:pPr>
              <w:pStyle w:val="libNormal0"/>
              <w:rPr>
                <w:rFonts w:hint="cs"/>
                <w:rtl/>
              </w:rPr>
            </w:pPr>
            <w:r w:rsidRPr="001158DD">
              <w:rPr>
                <w:rtl/>
              </w:rPr>
              <w:t xml:space="preserve">الأنبياء </w:t>
            </w:r>
          </w:p>
        </w:tc>
        <w:tc>
          <w:tcPr>
            <w:tcW w:w="4248" w:type="dxa"/>
          </w:tcPr>
          <w:p w:rsidR="008867CD" w:rsidRPr="00940B39" w:rsidRDefault="008867CD" w:rsidP="008867CD">
            <w:pPr>
              <w:pStyle w:val="libCenter"/>
              <w:rPr>
                <w:rtl/>
              </w:rPr>
            </w:pPr>
            <w:r w:rsidRPr="001158DD">
              <w:rPr>
                <w:rtl/>
              </w:rPr>
              <w:t>120</w:t>
            </w:r>
          </w:p>
        </w:tc>
      </w:tr>
      <w:tr w:rsidR="008867CD" w:rsidRPr="00940B39" w:rsidTr="00AE355E">
        <w:tc>
          <w:tcPr>
            <w:tcW w:w="3339" w:type="dxa"/>
          </w:tcPr>
          <w:p w:rsidR="008867CD" w:rsidRPr="001158DD" w:rsidRDefault="008867CD" w:rsidP="008867CD">
            <w:pPr>
              <w:pStyle w:val="libNormal0"/>
              <w:rPr>
                <w:rFonts w:hint="cs"/>
                <w:rtl/>
              </w:rPr>
            </w:pPr>
            <w:r w:rsidRPr="001158DD">
              <w:rPr>
                <w:rtl/>
              </w:rPr>
              <w:t xml:space="preserve">الاهليلجة </w:t>
            </w:r>
          </w:p>
        </w:tc>
        <w:tc>
          <w:tcPr>
            <w:tcW w:w="4248" w:type="dxa"/>
          </w:tcPr>
          <w:p w:rsidR="008867CD" w:rsidRPr="00940B39" w:rsidRDefault="008867CD" w:rsidP="008867CD">
            <w:pPr>
              <w:pStyle w:val="libCenter"/>
              <w:rPr>
                <w:rtl/>
              </w:rPr>
            </w:pPr>
            <w:r w:rsidRPr="001158DD">
              <w:rPr>
                <w:rtl/>
              </w:rPr>
              <w:t>28</w:t>
            </w:r>
          </w:p>
        </w:tc>
      </w:tr>
      <w:tr w:rsidR="008867CD" w:rsidRPr="00940B39" w:rsidTr="00AE355E">
        <w:tc>
          <w:tcPr>
            <w:tcW w:w="3339" w:type="dxa"/>
          </w:tcPr>
          <w:p w:rsidR="008867CD" w:rsidRPr="001158DD" w:rsidRDefault="008867CD" w:rsidP="008867CD">
            <w:pPr>
              <w:pStyle w:val="libNormal0"/>
              <w:rPr>
                <w:rFonts w:hint="cs"/>
                <w:rtl/>
              </w:rPr>
            </w:pPr>
            <w:r w:rsidRPr="001158DD">
              <w:rPr>
                <w:rtl/>
              </w:rPr>
              <w:t xml:space="preserve">ايمان التمسك بأحكام القرآن </w:t>
            </w:r>
          </w:p>
        </w:tc>
        <w:tc>
          <w:tcPr>
            <w:tcW w:w="4248" w:type="dxa"/>
          </w:tcPr>
          <w:p w:rsidR="008867CD" w:rsidRPr="00940B39" w:rsidRDefault="008867CD" w:rsidP="008867CD">
            <w:pPr>
              <w:pStyle w:val="libCenter"/>
              <w:rPr>
                <w:rtl/>
              </w:rPr>
            </w:pPr>
            <w:r w:rsidRPr="001158DD">
              <w:rPr>
                <w:rtl/>
              </w:rPr>
              <w:t>189</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الايمان والنذر </w:t>
            </w:r>
          </w:p>
        </w:tc>
        <w:tc>
          <w:tcPr>
            <w:tcW w:w="4248" w:type="dxa"/>
          </w:tcPr>
          <w:p w:rsidR="008867CD" w:rsidRPr="00940B39" w:rsidRDefault="008867CD" w:rsidP="008867CD">
            <w:pPr>
              <w:pStyle w:val="libCenter"/>
              <w:rPr>
                <w:rtl/>
              </w:rPr>
            </w:pPr>
            <w:r w:rsidRPr="0025401E">
              <w:rPr>
                <w:rtl/>
              </w:rPr>
              <w:t>53</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الايمان والنذر </w:t>
            </w:r>
          </w:p>
        </w:tc>
        <w:tc>
          <w:tcPr>
            <w:tcW w:w="4248" w:type="dxa"/>
          </w:tcPr>
          <w:p w:rsidR="008867CD" w:rsidRPr="00940B39" w:rsidRDefault="008867CD" w:rsidP="008867CD">
            <w:pPr>
              <w:pStyle w:val="libCenter"/>
              <w:rPr>
                <w:rtl/>
              </w:rPr>
            </w:pPr>
            <w:r w:rsidRPr="0025401E">
              <w:rPr>
                <w:rtl/>
              </w:rPr>
              <w:t>183</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البداء </w:t>
            </w:r>
          </w:p>
        </w:tc>
        <w:tc>
          <w:tcPr>
            <w:tcW w:w="4248" w:type="dxa"/>
          </w:tcPr>
          <w:p w:rsidR="008867CD" w:rsidRPr="00940B39" w:rsidRDefault="008867CD" w:rsidP="008867CD">
            <w:pPr>
              <w:pStyle w:val="libCenter"/>
              <w:rPr>
                <w:rtl/>
              </w:rPr>
            </w:pPr>
            <w:r w:rsidRPr="0025401E">
              <w:rPr>
                <w:rtl/>
              </w:rPr>
              <w:t>193</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البشارات </w:t>
            </w:r>
          </w:p>
        </w:tc>
        <w:tc>
          <w:tcPr>
            <w:tcW w:w="4248" w:type="dxa"/>
          </w:tcPr>
          <w:p w:rsidR="008867CD" w:rsidRPr="00940B39" w:rsidRDefault="008867CD" w:rsidP="008867CD">
            <w:pPr>
              <w:pStyle w:val="libCenter"/>
              <w:rPr>
                <w:rtl/>
              </w:rPr>
            </w:pPr>
            <w:r w:rsidRPr="0025401E">
              <w:rPr>
                <w:rtl/>
              </w:rPr>
              <w:t xml:space="preserve">8 </w:t>
            </w:r>
            <w:r>
              <w:rPr>
                <w:rtl/>
              </w:rPr>
              <w:t>و 1</w:t>
            </w:r>
            <w:r w:rsidRPr="0025401E">
              <w:rPr>
                <w:rtl/>
              </w:rPr>
              <w:t>20</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بعد الاسناد </w:t>
            </w:r>
          </w:p>
        </w:tc>
        <w:tc>
          <w:tcPr>
            <w:tcW w:w="4248" w:type="dxa"/>
          </w:tcPr>
          <w:p w:rsidR="008867CD" w:rsidRPr="00940B39" w:rsidRDefault="008867CD" w:rsidP="008867CD">
            <w:pPr>
              <w:pStyle w:val="libCenter"/>
              <w:rPr>
                <w:rtl/>
              </w:rPr>
            </w:pPr>
            <w:r w:rsidRPr="0025401E">
              <w:rPr>
                <w:rtl/>
              </w:rPr>
              <w:t>159</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البلدان </w:t>
            </w:r>
          </w:p>
        </w:tc>
        <w:tc>
          <w:tcPr>
            <w:tcW w:w="4248" w:type="dxa"/>
          </w:tcPr>
          <w:p w:rsidR="008867CD" w:rsidRPr="00940B39" w:rsidRDefault="008867CD" w:rsidP="008867CD">
            <w:pPr>
              <w:pStyle w:val="libCenter"/>
              <w:rPr>
                <w:rtl/>
              </w:rPr>
            </w:pPr>
            <w:r w:rsidRPr="0025401E">
              <w:rPr>
                <w:rtl/>
              </w:rPr>
              <w:t>19</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البيع والشرى </w:t>
            </w:r>
          </w:p>
        </w:tc>
        <w:tc>
          <w:tcPr>
            <w:tcW w:w="4248" w:type="dxa"/>
          </w:tcPr>
          <w:p w:rsidR="008867CD" w:rsidRPr="00940B39" w:rsidRDefault="008867CD" w:rsidP="008867CD">
            <w:pPr>
              <w:pStyle w:val="libCenter"/>
              <w:rPr>
                <w:rtl/>
              </w:rPr>
            </w:pPr>
            <w:r w:rsidRPr="0025401E">
              <w:rPr>
                <w:rtl/>
              </w:rPr>
              <w:t>90</w:t>
            </w:r>
          </w:p>
        </w:tc>
      </w:tr>
      <w:tr w:rsidR="008867CD" w:rsidRPr="00940B39" w:rsidTr="00AE355E">
        <w:tc>
          <w:tcPr>
            <w:tcW w:w="3339" w:type="dxa"/>
          </w:tcPr>
          <w:p w:rsidR="008867CD" w:rsidRPr="0025401E" w:rsidRDefault="008867CD" w:rsidP="008867CD">
            <w:pPr>
              <w:pStyle w:val="libNormal0"/>
              <w:rPr>
                <w:rFonts w:hint="cs"/>
                <w:rtl/>
              </w:rPr>
            </w:pPr>
            <w:r w:rsidRPr="0025401E">
              <w:rPr>
                <w:rtl/>
              </w:rPr>
              <w:t xml:space="preserve">التاريخ </w:t>
            </w:r>
          </w:p>
        </w:tc>
        <w:tc>
          <w:tcPr>
            <w:tcW w:w="4248" w:type="dxa"/>
          </w:tcPr>
          <w:p w:rsidR="008867CD" w:rsidRPr="00940B39" w:rsidRDefault="008867CD" w:rsidP="008867CD">
            <w:pPr>
              <w:pStyle w:val="libCenter"/>
              <w:rPr>
                <w:rtl/>
              </w:rPr>
            </w:pPr>
            <w:r w:rsidRPr="0025401E">
              <w:rPr>
                <w:rtl/>
              </w:rPr>
              <w:t>19</w:t>
            </w:r>
          </w:p>
        </w:tc>
      </w:tr>
      <w:tr w:rsidR="008867CD" w:rsidRPr="00940B39" w:rsidTr="00AE355E">
        <w:tc>
          <w:tcPr>
            <w:tcW w:w="3339" w:type="dxa"/>
          </w:tcPr>
          <w:p w:rsidR="008867CD" w:rsidRPr="00A473A4" w:rsidRDefault="008867CD" w:rsidP="008867CD">
            <w:pPr>
              <w:pStyle w:val="libNormal0"/>
              <w:rPr>
                <w:rFonts w:hint="cs"/>
                <w:rtl/>
              </w:rPr>
            </w:pPr>
            <w:r w:rsidRPr="00A473A4">
              <w:rPr>
                <w:rtl/>
              </w:rPr>
              <w:t xml:space="preserve">التبصرة </w:t>
            </w:r>
          </w:p>
        </w:tc>
        <w:tc>
          <w:tcPr>
            <w:tcW w:w="4248" w:type="dxa"/>
          </w:tcPr>
          <w:p w:rsidR="008867CD" w:rsidRPr="00940B39" w:rsidRDefault="008867CD" w:rsidP="008867CD">
            <w:pPr>
              <w:pStyle w:val="libCenter"/>
              <w:rPr>
                <w:rtl/>
              </w:rPr>
            </w:pPr>
            <w:r w:rsidRPr="00A473A4">
              <w:rPr>
                <w:rtl/>
              </w:rPr>
              <w:t>154</w:t>
            </w:r>
          </w:p>
        </w:tc>
      </w:tr>
      <w:tr w:rsidR="008867CD" w:rsidRPr="00940B39" w:rsidTr="00AE355E">
        <w:tc>
          <w:tcPr>
            <w:tcW w:w="3339" w:type="dxa"/>
          </w:tcPr>
          <w:p w:rsidR="008867CD" w:rsidRPr="00A473A4" w:rsidRDefault="008867CD" w:rsidP="008867CD">
            <w:pPr>
              <w:pStyle w:val="libNormal0"/>
              <w:rPr>
                <w:rFonts w:hint="cs"/>
                <w:rtl/>
              </w:rPr>
            </w:pPr>
            <w:r w:rsidRPr="00A473A4">
              <w:rPr>
                <w:rtl/>
              </w:rPr>
              <w:t xml:space="preserve">التجارات والاجارات </w:t>
            </w:r>
          </w:p>
        </w:tc>
        <w:tc>
          <w:tcPr>
            <w:tcW w:w="4248" w:type="dxa"/>
          </w:tcPr>
          <w:p w:rsidR="008867CD" w:rsidRPr="00940B39" w:rsidRDefault="008867CD" w:rsidP="008867CD">
            <w:pPr>
              <w:pStyle w:val="libCenter"/>
              <w:rPr>
                <w:rtl/>
              </w:rPr>
            </w:pPr>
            <w:r w:rsidRPr="00A473A4">
              <w:rPr>
                <w:rtl/>
              </w:rPr>
              <w:t>120</w:t>
            </w:r>
          </w:p>
        </w:tc>
      </w:tr>
      <w:tr w:rsidR="008867CD" w:rsidRPr="00940B39" w:rsidTr="00AE355E">
        <w:tc>
          <w:tcPr>
            <w:tcW w:w="3339" w:type="dxa"/>
          </w:tcPr>
          <w:p w:rsidR="008867CD" w:rsidRPr="00A473A4" w:rsidRDefault="008867CD" w:rsidP="008867CD">
            <w:pPr>
              <w:pStyle w:val="libNormal0"/>
              <w:rPr>
                <w:rFonts w:hint="cs"/>
                <w:rtl/>
              </w:rPr>
            </w:pPr>
            <w:r w:rsidRPr="00A473A4">
              <w:rPr>
                <w:rtl/>
              </w:rPr>
              <w:t xml:space="preserve">التجمل والمروة </w:t>
            </w:r>
          </w:p>
        </w:tc>
        <w:tc>
          <w:tcPr>
            <w:tcW w:w="4248" w:type="dxa"/>
          </w:tcPr>
          <w:p w:rsidR="008867CD" w:rsidRPr="00940B39" w:rsidRDefault="008867CD" w:rsidP="008867CD">
            <w:pPr>
              <w:pStyle w:val="libCenter"/>
              <w:rPr>
                <w:rtl/>
              </w:rPr>
            </w:pPr>
            <w:r w:rsidRPr="00A473A4">
              <w:rPr>
                <w:rtl/>
              </w:rPr>
              <w:t>159</w:t>
            </w:r>
          </w:p>
        </w:tc>
      </w:tr>
      <w:tr w:rsidR="008867CD" w:rsidRPr="00940B39" w:rsidTr="00AE355E">
        <w:tc>
          <w:tcPr>
            <w:tcW w:w="3339" w:type="dxa"/>
          </w:tcPr>
          <w:p w:rsidR="008867CD" w:rsidRPr="00A473A4" w:rsidRDefault="008867CD" w:rsidP="008867CD">
            <w:pPr>
              <w:pStyle w:val="libNormal0"/>
              <w:rPr>
                <w:rFonts w:hint="cs"/>
                <w:rtl/>
              </w:rPr>
            </w:pPr>
            <w:r w:rsidRPr="00A473A4">
              <w:rPr>
                <w:rtl/>
              </w:rPr>
              <w:t xml:space="preserve">التراحم والتعاطف </w:t>
            </w:r>
          </w:p>
        </w:tc>
        <w:tc>
          <w:tcPr>
            <w:tcW w:w="4248" w:type="dxa"/>
          </w:tcPr>
          <w:p w:rsidR="008867CD" w:rsidRPr="00940B39" w:rsidRDefault="008867CD" w:rsidP="008867CD">
            <w:pPr>
              <w:pStyle w:val="libCenter"/>
              <w:rPr>
                <w:rtl/>
              </w:rPr>
            </w:pPr>
            <w:r w:rsidRPr="00A473A4">
              <w:rPr>
                <w:rtl/>
              </w:rPr>
              <w:t>19</w:t>
            </w:r>
          </w:p>
        </w:tc>
      </w:tr>
      <w:tr w:rsidR="008867CD" w:rsidRPr="00940B39" w:rsidTr="00AE355E">
        <w:tc>
          <w:tcPr>
            <w:tcW w:w="3339" w:type="dxa"/>
          </w:tcPr>
          <w:p w:rsidR="008867CD" w:rsidRPr="007A6CE4" w:rsidRDefault="008867CD" w:rsidP="008867CD">
            <w:pPr>
              <w:pStyle w:val="libNormal0"/>
              <w:rPr>
                <w:rFonts w:hint="cs"/>
                <w:rtl/>
              </w:rPr>
            </w:pPr>
            <w:r w:rsidRPr="007A6CE4">
              <w:rPr>
                <w:rtl/>
              </w:rPr>
              <w:t xml:space="preserve">التفسير </w:t>
            </w:r>
          </w:p>
        </w:tc>
        <w:tc>
          <w:tcPr>
            <w:tcW w:w="4248" w:type="dxa"/>
          </w:tcPr>
          <w:p w:rsidR="008867CD" w:rsidRPr="00940B39" w:rsidRDefault="008867CD" w:rsidP="008867CD">
            <w:pPr>
              <w:pStyle w:val="libCenter"/>
              <w:rPr>
                <w:rtl/>
              </w:rPr>
            </w:pPr>
            <w:r w:rsidRPr="007A6CE4">
              <w:rPr>
                <w:rtl/>
              </w:rPr>
              <w:t xml:space="preserve">47 </w:t>
            </w:r>
            <w:r>
              <w:rPr>
                <w:rtl/>
              </w:rPr>
              <w:t>و 9</w:t>
            </w:r>
            <w:r w:rsidRPr="007A6CE4">
              <w:rPr>
                <w:rtl/>
              </w:rPr>
              <w:t xml:space="preserve">6 </w:t>
            </w:r>
            <w:r>
              <w:rPr>
                <w:rtl/>
              </w:rPr>
              <w:t>و 1</w:t>
            </w:r>
            <w:r w:rsidRPr="007A6CE4">
              <w:rPr>
                <w:rtl/>
              </w:rPr>
              <w:t>44</w:t>
            </w:r>
          </w:p>
        </w:tc>
      </w:tr>
      <w:tr w:rsidR="008867CD" w:rsidRPr="00940B39" w:rsidTr="00AE355E">
        <w:tc>
          <w:tcPr>
            <w:tcW w:w="3339" w:type="dxa"/>
          </w:tcPr>
          <w:p w:rsidR="008867CD" w:rsidRDefault="008867CD" w:rsidP="008867CD">
            <w:pPr>
              <w:pStyle w:val="libNormal0"/>
            </w:pPr>
            <w:r w:rsidRPr="007A6CE4">
              <w:rPr>
                <w:rtl/>
              </w:rPr>
              <w:t xml:space="preserve">تفسير القرآن </w:t>
            </w:r>
          </w:p>
        </w:tc>
        <w:tc>
          <w:tcPr>
            <w:tcW w:w="4248" w:type="dxa"/>
          </w:tcPr>
          <w:p w:rsidR="008867CD" w:rsidRPr="00940B39" w:rsidRDefault="008867CD" w:rsidP="008867CD">
            <w:pPr>
              <w:pStyle w:val="libCenter"/>
              <w:rPr>
                <w:rtl/>
              </w:rPr>
            </w:pPr>
            <w:r w:rsidRPr="007A6CE4">
              <w:rPr>
                <w:rtl/>
              </w:rPr>
              <w:t xml:space="preserve">43 </w:t>
            </w:r>
            <w:r>
              <w:rPr>
                <w:rtl/>
              </w:rPr>
              <w:t>و 5</w:t>
            </w:r>
            <w:r w:rsidRPr="007A6CE4">
              <w:rPr>
                <w:rtl/>
              </w:rPr>
              <w:t xml:space="preserve">3 </w:t>
            </w:r>
            <w:r>
              <w:rPr>
                <w:rtl/>
              </w:rPr>
              <w:t>و 1</w:t>
            </w:r>
            <w:r w:rsidRPr="007A6CE4">
              <w:rPr>
                <w:rtl/>
              </w:rPr>
              <w:t xml:space="preserve">04 </w:t>
            </w:r>
            <w:r>
              <w:rPr>
                <w:rtl/>
              </w:rPr>
              <w:t>و 1</w:t>
            </w:r>
            <w:r w:rsidRPr="007A6CE4">
              <w:rPr>
                <w:rtl/>
              </w:rPr>
              <w:t xml:space="preserve">20 </w:t>
            </w:r>
            <w:r>
              <w:rPr>
                <w:rtl/>
              </w:rPr>
              <w:t>و 1</w:t>
            </w:r>
            <w:r w:rsidRPr="007A6CE4">
              <w:rPr>
                <w:rtl/>
              </w:rPr>
              <w:t>59</w:t>
            </w:r>
          </w:p>
        </w:tc>
      </w:tr>
    </w:tbl>
    <w:p w:rsidR="008867CD" w:rsidRPr="007E0B1D" w:rsidRDefault="008867CD" w:rsidP="008867CD">
      <w:pPr>
        <w:pStyle w:val="libNormal"/>
        <w:rPr>
          <w:rtl/>
        </w:rPr>
      </w:pPr>
    </w:p>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التقية </w:t>
            </w:r>
          </w:p>
        </w:tc>
        <w:tc>
          <w:tcPr>
            <w:tcW w:w="4248" w:type="dxa"/>
          </w:tcPr>
          <w:p w:rsidR="008867CD" w:rsidRPr="00940B39" w:rsidRDefault="008867CD" w:rsidP="008867CD">
            <w:pPr>
              <w:pStyle w:val="libCenter"/>
              <w:rPr>
                <w:rtl/>
              </w:rPr>
            </w:pPr>
            <w:r w:rsidRPr="00AA4A99">
              <w:rPr>
                <w:rtl/>
              </w:rPr>
              <w:t>53</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التنبيه في الفقه </w:t>
            </w:r>
          </w:p>
        </w:tc>
        <w:tc>
          <w:tcPr>
            <w:tcW w:w="4248" w:type="dxa"/>
          </w:tcPr>
          <w:p w:rsidR="008867CD" w:rsidRPr="00940B39" w:rsidRDefault="008867CD" w:rsidP="008867CD">
            <w:pPr>
              <w:pStyle w:val="libCenter"/>
              <w:rPr>
                <w:rtl/>
              </w:rPr>
            </w:pPr>
            <w:r w:rsidRPr="00AA4A99">
              <w:rPr>
                <w:rtl/>
              </w:rPr>
              <w:t>189</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التنزيل والتعبير </w:t>
            </w:r>
          </w:p>
        </w:tc>
        <w:tc>
          <w:tcPr>
            <w:tcW w:w="4248" w:type="dxa"/>
          </w:tcPr>
          <w:p w:rsidR="008867CD" w:rsidRPr="00940B39" w:rsidRDefault="008867CD" w:rsidP="008867CD">
            <w:pPr>
              <w:pStyle w:val="libCenter"/>
              <w:rPr>
                <w:rtl/>
              </w:rPr>
            </w:pPr>
            <w:r w:rsidRPr="00AA4A99">
              <w:rPr>
                <w:rtl/>
              </w:rPr>
              <w:t>144</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التهذيب </w:t>
            </w:r>
          </w:p>
        </w:tc>
        <w:tc>
          <w:tcPr>
            <w:tcW w:w="4248" w:type="dxa"/>
          </w:tcPr>
          <w:p w:rsidR="008867CD" w:rsidRPr="00940B39" w:rsidRDefault="008867CD" w:rsidP="008867CD">
            <w:pPr>
              <w:pStyle w:val="libCenter"/>
              <w:rPr>
                <w:rtl/>
              </w:rPr>
            </w:pPr>
            <w:r w:rsidRPr="00AA4A99">
              <w:rPr>
                <w:rtl/>
              </w:rPr>
              <w:t>19</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التوحيد </w:t>
            </w:r>
          </w:p>
        </w:tc>
        <w:tc>
          <w:tcPr>
            <w:tcW w:w="4248" w:type="dxa"/>
          </w:tcPr>
          <w:p w:rsidR="008867CD" w:rsidRPr="00940B39" w:rsidRDefault="008867CD" w:rsidP="008867CD">
            <w:pPr>
              <w:pStyle w:val="libCenter"/>
              <w:rPr>
                <w:rtl/>
              </w:rPr>
            </w:pPr>
            <w:r w:rsidRPr="00AA4A99">
              <w:rPr>
                <w:rtl/>
              </w:rPr>
              <w:t xml:space="preserve">22 </w:t>
            </w:r>
            <w:r>
              <w:rPr>
                <w:rtl/>
              </w:rPr>
              <w:t>و 2</w:t>
            </w:r>
            <w:r w:rsidRPr="00AA4A99">
              <w:rPr>
                <w:rtl/>
              </w:rPr>
              <w:t xml:space="preserve">7 </w:t>
            </w:r>
            <w:r>
              <w:rPr>
                <w:rtl/>
              </w:rPr>
              <w:t>و 8</w:t>
            </w:r>
            <w:r w:rsidRPr="00AA4A99">
              <w:rPr>
                <w:rtl/>
              </w:rPr>
              <w:t xml:space="preserve">0 </w:t>
            </w:r>
            <w:r>
              <w:rPr>
                <w:rtl/>
              </w:rPr>
              <w:t>و 1</w:t>
            </w:r>
            <w:r w:rsidRPr="00AA4A99">
              <w:rPr>
                <w:rtl/>
              </w:rPr>
              <w:t>42</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التوقيعات </w:t>
            </w:r>
          </w:p>
        </w:tc>
        <w:tc>
          <w:tcPr>
            <w:tcW w:w="4248" w:type="dxa"/>
          </w:tcPr>
          <w:p w:rsidR="008867CD" w:rsidRPr="00940B39" w:rsidRDefault="008867CD" w:rsidP="008867CD">
            <w:pPr>
              <w:pStyle w:val="libCenter"/>
              <w:rPr>
                <w:rtl/>
              </w:rPr>
            </w:pPr>
            <w:r w:rsidRPr="00AA4A99">
              <w:rPr>
                <w:rtl/>
              </w:rPr>
              <w:t>159</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ثواب الأعمال </w:t>
            </w:r>
          </w:p>
        </w:tc>
        <w:tc>
          <w:tcPr>
            <w:tcW w:w="4248" w:type="dxa"/>
          </w:tcPr>
          <w:p w:rsidR="008867CD" w:rsidRPr="00940B39" w:rsidRDefault="008867CD" w:rsidP="008867CD">
            <w:pPr>
              <w:pStyle w:val="libCenter"/>
              <w:rPr>
                <w:rtl/>
              </w:rPr>
            </w:pPr>
            <w:r w:rsidRPr="00AA4A99">
              <w:rPr>
                <w:rtl/>
              </w:rPr>
              <w:t>159</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ثواب انا أنزلناه في ليلة القدر </w:t>
            </w:r>
          </w:p>
        </w:tc>
        <w:tc>
          <w:tcPr>
            <w:tcW w:w="4248" w:type="dxa"/>
          </w:tcPr>
          <w:p w:rsidR="008867CD" w:rsidRPr="00940B39" w:rsidRDefault="008867CD" w:rsidP="008867CD">
            <w:pPr>
              <w:pStyle w:val="libCenter"/>
              <w:rPr>
                <w:rtl/>
              </w:rPr>
            </w:pPr>
            <w:r w:rsidRPr="00AA4A99">
              <w:rPr>
                <w:rtl/>
              </w:rPr>
              <w:t>44</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ثواب الحج </w:t>
            </w:r>
          </w:p>
        </w:tc>
        <w:tc>
          <w:tcPr>
            <w:tcW w:w="4248" w:type="dxa"/>
          </w:tcPr>
          <w:p w:rsidR="008867CD" w:rsidRPr="00940B39" w:rsidRDefault="008867CD" w:rsidP="008867CD">
            <w:pPr>
              <w:pStyle w:val="libCenter"/>
              <w:rPr>
                <w:rtl/>
              </w:rPr>
            </w:pPr>
            <w:r w:rsidRPr="00AA4A99">
              <w:rPr>
                <w:rtl/>
              </w:rPr>
              <w:t>135</w:t>
            </w:r>
          </w:p>
        </w:tc>
      </w:tr>
      <w:tr w:rsidR="008867CD" w:rsidRPr="00940B39" w:rsidTr="00AE355E">
        <w:tc>
          <w:tcPr>
            <w:tcW w:w="3339" w:type="dxa"/>
          </w:tcPr>
          <w:p w:rsidR="008867CD" w:rsidRPr="00AA4A99" w:rsidRDefault="008867CD" w:rsidP="008867CD">
            <w:pPr>
              <w:pStyle w:val="libNormal0"/>
              <w:rPr>
                <w:rFonts w:hint="cs"/>
                <w:rtl/>
              </w:rPr>
            </w:pPr>
            <w:r w:rsidRPr="00AA4A99">
              <w:rPr>
                <w:rtl/>
              </w:rPr>
              <w:t xml:space="preserve">ثواب القرآن </w:t>
            </w:r>
          </w:p>
        </w:tc>
        <w:tc>
          <w:tcPr>
            <w:tcW w:w="4248" w:type="dxa"/>
          </w:tcPr>
          <w:p w:rsidR="008867CD" w:rsidRPr="00940B39" w:rsidRDefault="008867CD" w:rsidP="008867CD">
            <w:pPr>
              <w:pStyle w:val="libCenter"/>
              <w:rPr>
                <w:rtl/>
              </w:rPr>
            </w:pPr>
            <w:r w:rsidRPr="00AA4A99">
              <w:rPr>
                <w:rtl/>
              </w:rPr>
              <w:t>28</w:t>
            </w:r>
          </w:p>
        </w:tc>
      </w:tr>
      <w:tr w:rsidR="008867CD" w:rsidRPr="00940B39" w:rsidTr="00AE355E">
        <w:tc>
          <w:tcPr>
            <w:tcW w:w="3339" w:type="dxa"/>
          </w:tcPr>
          <w:p w:rsidR="008867CD" w:rsidRPr="00381685" w:rsidRDefault="008867CD" w:rsidP="008867CD">
            <w:pPr>
              <w:pStyle w:val="libNormal0"/>
              <w:rPr>
                <w:rFonts w:hint="cs"/>
                <w:rtl/>
              </w:rPr>
            </w:pPr>
            <w:r w:rsidRPr="00381685">
              <w:rPr>
                <w:rtl/>
              </w:rPr>
              <w:t xml:space="preserve">الجامع </w:t>
            </w:r>
          </w:p>
        </w:tc>
        <w:tc>
          <w:tcPr>
            <w:tcW w:w="4248" w:type="dxa"/>
          </w:tcPr>
          <w:p w:rsidR="008867CD" w:rsidRPr="00940B39" w:rsidRDefault="008867CD" w:rsidP="008867CD">
            <w:pPr>
              <w:pStyle w:val="libCenter"/>
              <w:rPr>
                <w:rtl/>
              </w:rPr>
            </w:pPr>
            <w:r w:rsidRPr="00381685">
              <w:rPr>
                <w:rtl/>
              </w:rPr>
              <w:t>21</w:t>
            </w:r>
          </w:p>
        </w:tc>
      </w:tr>
      <w:tr w:rsidR="008867CD" w:rsidRPr="00940B39" w:rsidTr="00AE355E">
        <w:tc>
          <w:tcPr>
            <w:tcW w:w="3339" w:type="dxa"/>
          </w:tcPr>
          <w:p w:rsidR="008867CD" w:rsidRPr="00381685" w:rsidRDefault="008867CD" w:rsidP="008867CD">
            <w:pPr>
              <w:pStyle w:val="libNormal0"/>
              <w:rPr>
                <w:rFonts w:hint="cs"/>
                <w:rtl/>
              </w:rPr>
            </w:pPr>
            <w:r w:rsidRPr="00381685">
              <w:rPr>
                <w:rtl/>
              </w:rPr>
              <w:t xml:space="preserve">جامع الفقه </w:t>
            </w:r>
          </w:p>
        </w:tc>
        <w:tc>
          <w:tcPr>
            <w:tcW w:w="4248" w:type="dxa"/>
          </w:tcPr>
          <w:p w:rsidR="008867CD" w:rsidRPr="00940B39" w:rsidRDefault="008867CD" w:rsidP="008867CD">
            <w:pPr>
              <w:pStyle w:val="libCenter"/>
              <w:rPr>
                <w:rtl/>
              </w:rPr>
            </w:pPr>
            <w:r w:rsidRPr="00381685">
              <w:rPr>
                <w:rtl/>
              </w:rPr>
              <w:t>175</w:t>
            </w:r>
          </w:p>
        </w:tc>
      </w:tr>
      <w:tr w:rsidR="008867CD" w:rsidRPr="00940B39" w:rsidTr="00AE355E">
        <w:tc>
          <w:tcPr>
            <w:tcW w:w="3339" w:type="dxa"/>
          </w:tcPr>
          <w:p w:rsidR="008867CD" w:rsidRPr="00381685" w:rsidRDefault="008867CD" w:rsidP="008867CD">
            <w:pPr>
              <w:pStyle w:val="libNormal0"/>
              <w:rPr>
                <w:rFonts w:hint="cs"/>
                <w:rtl/>
              </w:rPr>
            </w:pPr>
            <w:r w:rsidRPr="00381685">
              <w:rPr>
                <w:rtl/>
              </w:rPr>
              <w:t xml:space="preserve">الجامع في الحديث </w:t>
            </w:r>
          </w:p>
        </w:tc>
        <w:tc>
          <w:tcPr>
            <w:tcW w:w="4248" w:type="dxa"/>
          </w:tcPr>
          <w:p w:rsidR="008867CD" w:rsidRPr="00940B39" w:rsidRDefault="008867CD" w:rsidP="008867CD">
            <w:pPr>
              <w:pStyle w:val="libCenter"/>
              <w:rPr>
                <w:rtl/>
              </w:rPr>
            </w:pPr>
            <w:r w:rsidRPr="00381685">
              <w:rPr>
                <w:rtl/>
              </w:rPr>
              <w:t>183</w:t>
            </w:r>
          </w:p>
        </w:tc>
      </w:tr>
      <w:tr w:rsidR="008867CD" w:rsidRPr="00940B39" w:rsidTr="00AE355E">
        <w:tc>
          <w:tcPr>
            <w:tcW w:w="3339" w:type="dxa"/>
          </w:tcPr>
          <w:p w:rsidR="008867CD" w:rsidRPr="00381685" w:rsidRDefault="008867CD" w:rsidP="008867CD">
            <w:pPr>
              <w:pStyle w:val="libNormal0"/>
              <w:rPr>
                <w:rFonts w:hint="cs"/>
                <w:rtl/>
              </w:rPr>
            </w:pPr>
            <w:r w:rsidRPr="00381685">
              <w:rPr>
                <w:rtl/>
              </w:rPr>
              <w:t xml:space="preserve">الجمل </w:t>
            </w:r>
          </w:p>
        </w:tc>
        <w:tc>
          <w:tcPr>
            <w:tcW w:w="4248" w:type="dxa"/>
          </w:tcPr>
          <w:p w:rsidR="008867CD" w:rsidRPr="00940B39" w:rsidRDefault="008867CD" w:rsidP="008867CD">
            <w:pPr>
              <w:pStyle w:val="libCenter"/>
              <w:rPr>
                <w:rtl/>
              </w:rPr>
            </w:pPr>
            <w:r w:rsidRPr="00381685">
              <w:rPr>
                <w:rtl/>
              </w:rPr>
              <w:t>175</w:t>
            </w:r>
          </w:p>
        </w:tc>
      </w:tr>
      <w:tr w:rsidR="008867CD" w:rsidRPr="00940B39" w:rsidTr="00AE355E">
        <w:tc>
          <w:tcPr>
            <w:tcW w:w="3339" w:type="dxa"/>
          </w:tcPr>
          <w:p w:rsidR="008867CD" w:rsidRPr="00381685" w:rsidRDefault="008867CD" w:rsidP="008867CD">
            <w:pPr>
              <w:pStyle w:val="libNormal0"/>
              <w:rPr>
                <w:rFonts w:hint="cs"/>
                <w:rtl/>
              </w:rPr>
            </w:pPr>
            <w:r w:rsidRPr="00381685">
              <w:rPr>
                <w:rtl/>
              </w:rPr>
              <w:t xml:space="preserve">الجهاد </w:t>
            </w:r>
          </w:p>
        </w:tc>
        <w:tc>
          <w:tcPr>
            <w:tcW w:w="4248" w:type="dxa"/>
          </w:tcPr>
          <w:p w:rsidR="008867CD" w:rsidRPr="00940B39" w:rsidRDefault="008867CD" w:rsidP="008867CD">
            <w:pPr>
              <w:pStyle w:val="libCenter"/>
              <w:rPr>
                <w:rtl/>
              </w:rPr>
            </w:pPr>
            <w:r w:rsidRPr="00381685">
              <w:rPr>
                <w:rtl/>
              </w:rPr>
              <w:t>32</w:t>
            </w:r>
          </w:p>
        </w:tc>
      </w:tr>
      <w:tr w:rsidR="008867CD" w:rsidRPr="00940B39" w:rsidTr="00AE355E">
        <w:tc>
          <w:tcPr>
            <w:tcW w:w="3339" w:type="dxa"/>
          </w:tcPr>
          <w:p w:rsidR="008867CD" w:rsidRPr="00381685" w:rsidRDefault="008867CD" w:rsidP="008867CD">
            <w:pPr>
              <w:pStyle w:val="libNormal0"/>
              <w:rPr>
                <w:rFonts w:hint="cs"/>
                <w:rtl/>
              </w:rPr>
            </w:pPr>
            <w:r w:rsidRPr="00381685">
              <w:rPr>
                <w:rtl/>
              </w:rPr>
              <w:t xml:space="preserve">الحج </w:t>
            </w:r>
          </w:p>
        </w:tc>
        <w:tc>
          <w:tcPr>
            <w:tcW w:w="4248" w:type="dxa"/>
          </w:tcPr>
          <w:p w:rsidR="008867CD" w:rsidRPr="00940B39" w:rsidRDefault="008867CD" w:rsidP="008867CD">
            <w:pPr>
              <w:pStyle w:val="libCenter"/>
              <w:rPr>
                <w:rtl/>
              </w:rPr>
            </w:pPr>
            <w:r w:rsidRPr="00381685">
              <w:rPr>
                <w:rtl/>
              </w:rPr>
              <w:t xml:space="preserve">43 </w:t>
            </w:r>
            <w:r>
              <w:rPr>
                <w:rtl/>
              </w:rPr>
              <w:t>و 5</w:t>
            </w:r>
            <w:r w:rsidRPr="00381685">
              <w:rPr>
                <w:rtl/>
              </w:rPr>
              <w:t xml:space="preserve">3 </w:t>
            </w:r>
            <w:r>
              <w:rPr>
                <w:rtl/>
              </w:rPr>
              <w:t>و 8</w:t>
            </w:r>
            <w:r w:rsidRPr="00381685">
              <w:rPr>
                <w:rtl/>
              </w:rPr>
              <w:t xml:space="preserve">6 </w:t>
            </w:r>
            <w:r>
              <w:rPr>
                <w:rtl/>
              </w:rPr>
              <w:t>و 1</w:t>
            </w:r>
            <w:r w:rsidRPr="00381685">
              <w:rPr>
                <w:rtl/>
              </w:rPr>
              <w:t xml:space="preserve">20 </w:t>
            </w:r>
            <w:r>
              <w:rPr>
                <w:rtl/>
              </w:rPr>
              <w:t>و 1</w:t>
            </w:r>
            <w:r w:rsidRPr="00381685">
              <w:rPr>
                <w:rtl/>
              </w:rPr>
              <w:t xml:space="preserve">35 </w:t>
            </w:r>
            <w:r>
              <w:rPr>
                <w:rtl/>
              </w:rPr>
              <w:t>و 1</w:t>
            </w:r>
            <w:r w:rsidRPr="00381685">
              <w:rPr>
                <w:rtl/>
              </w:rPr>
              <w:t xml:space="preserve">50 </w:t>
            </w:r>
            <w:r>
              <w:rPr>
                <w:rtl/>
              </w:rPr>
              <w:t>و 1</w:t>
            </w:r>
            <w:r w:rsidRPr="00381685">
              <w:rPr>
                <w:rtl/>
              </w:rPr>
              <w:t>83</w:t>
            </w:r>
          </w:p>
        </w:tc>
      </w:tr>
      <w:tr w:rsidR="008867CD" w:rsidRPr="00940B39" w:rsidTr="00AE355E">
        <w:tc>
          <w:tcPr>
            <w:tcW w:w="3339" w:type="dxa"/>
          </w:tcPr>
          <w:p w:rsidR="008867CD" w:rsidRPr="00381685" w:rsidRDefault="008867CD" w:rsidP="008867CD">
            <w:pPr>
              <w:pStyle w:val="libNormal0"/>
              <w:rPr>
                <w:rFonts w:hint="cs"/>
                <w:rtl/>
              </w:rPr>
            </w:pPr>
            <w:r w:rsidRPr="00381685">
              <w:rPr>
                <w:rtl/>
              </w:rPr>
              <w:t xml:space="preserve">الحدود </w:t>
            </w:r>
          </w:p>
        </w:tc>
        <w:tc>
          <w:tcPr>
            <w:tcW w:w="4248" w:type="dxa"/>
          </w:tcPr>
          <w:p w:rsidR="008867CD" w:rsidRPr="00940B39" w:rsidRDefault="008867CD" w:rsidP="008867CD">
            <w:pPr>
              <w:pStyle w:val="libCenter"/>
              <w:rPr>
                <w:rtl/>
              </w:rPr>
            </w:pPr>
            <w:r w:rsidRPr="00381685">
              <w:rPr>
                <w:rtl/>
              </w:rPr>
              <w:t xml:space="preserve">47 </w:t>
            </w:r>
            <w:r>
              <w:rPr>
                <w:rtl/>
              </w:rPr>
              <w:t>و 1</w:t>
            </w:r>
            <w:r w:rsidRPr="00381685">
              <w:rPr>
                <w:rtl/>
              </w:rPr>
              <w:t xml:space="preserve">20 </w:t>
            </w:r>
            <w:r>
              <w:rPr>
                <w:rtl/>
              </w:rPr>
              <w:t>و 1</w:t>
            </w:r>
            <w:r w:rsidRPr="00381685">
              <w:rPr>
                <w:rtl/>
              </w:rPr>
              <w:t>83</w:t>
            </w:r>
          </w:p>
        </w:tc>
      </w:tr>
      <w:tr w:rsidR="008867CD" w:rsidRPr="00940B39" w:rsidTr="00AE355E">
        <w:tc>
          <w:tcPr>
            <w:tcW w:w="3339" w:type="dxa"/>
          </w:tcPr>
          <w:p w:rsidR="008867CD" w:rsidRPr="005B36BE" w:rsidRDefault="008867CD" w:rsidP="008867CD">
            <w:pPr>
              <w:pStyle w:val="libNormal0"/>
              <w:rPr>
                <w:rFonts w:hint="cs"/>
                <w:rtl/>
              </w:rPr>
            </w:pPr>
            <w:r w:rsidRPr="005B36BE">
              <w:rPr>
                <w:rtl/>
              </w:rPr>
              <w:t xml:space="preserve">حروب الأوس والخزرج </w:t>
            </w:r>
          </w:p>
        </w:tc>
        <w:tc>
          <w:tcPr>
            <w:tcW w:w="4248" w:type="dxa"/>
          </w:tcPr>
          <w:p w:rsidR="008867CD" w:rsidRPr="00940B39" w:rsidRDefault="008867CD" w:rsidP="008867CD">
            <w:pPr>
              <w:pStyle w:val="libCenter"/>
              <w:rPr>
                <w:rtl/>
              </w:rPr>
            </w:pPr>
            <w:r w:rsidRPr="005B36BE">
              <w:rPr>
                <w:rtl/>
              </w:rPr>
              <w:t>144</w:t>
            </w:r>
          </w:p>
        </w:tc>
      </w:tr>
      <w:tr w:rsidR="008867CD" w:rsidRPr="00940B39" w:rsidTr="00AE355E">
        <w:tc>
          <w:tcPr>
            <w:tcW w:w="3339" w:type="dxa"/>
          </w:tcPr>
          <w:p w:rsidR="008867CD" w:rsidRPr="005B36BE" w:rsidRDefault="008867CD" w:rsidP="008867CD">
            <w:pPr>
              <w:pStyle w:val="libNormal0"/>
              <w:rPr>
                <w:rFonts w:hint="cs"/>
                <w:rtl/>
              </w:rPr>
            </w:pPr>
            <w:r w:rsidRPr="005B36BE">
              <w:rPr>
                <w:rtl/>
              </w:rPr>
              <w:t xml:space="preserve">حروف القرآن </w:t>
            </w:r>
          </w:p>
        </w:tc>
        <w:tc>
          <w:tcPr>
            <w:tcW w:w="4248" w:type="dxa"/>
          </w:tcPr>
          <w:p w:rsidR="008867CD" w:rsidRPr="00940B39" w:rsidRDefault="008867CD" w:rsidP="008867CD">
            <w:pPr>
              <w:pStyle w:val="libCenter"/>
              <w:rPr>
                <w:rtl/>
              </w:rPr>
            </w:pPr>
            <w:r w:rsidRPr="005B36BE">
              <w:rPr>
                <w:rtl/>
              </w:rPr>
              <w:t>120</w:t>
            </w:r>
          </w:p>
        </w:tc>
      </w:tr>
      <w:tr w:rsidR="008867CD" w:rsidRPr="00940B39" w:rsidTr="00AE355E">
        <w:tc>
          <w:tcPr>
            <w:tcW w:w="3339" w:type="dxa"/>
          </w:tcPr>
          <w:p w:rsidR="008867CD" w:rsidRPr="005B36BE" w:rsidRDefault="008867CD" w:rsidP="008867CD">
            <w:pPr>
              <w:pStyle w:val="libNormal0"/>
              <w:rPr>
                <w:rFonts w:hint="cs"/>
                <w:rtl/>
              </w:rPr>
            </w:pPr>
            <w:r w:rsidRPr="005B36BE">
              <w:rPr>
                <w:rtl/>
              </w:rPr>
              <w:t xml:space="preserve">الحيض </w:t>
            </w:r>
          </w:p>
        </w:tc>
        <w:tc>
          <w:tcPr>
            <w:tcW w:w="4248" w:type="dxa"/>
          </w:tcPr>
          <w:p w:rsidR="008867CD" w:rsidRPr="00940B39" w:rsidRDefault="008867CD" w:rsidP="008867CD">
            <w:pPr>
              <w:pStyle w:val="libCenter"/>
              <w:rPr>
                <w:rtl/>
              </w:rPr>
            </w:pPr>
            <w:r w:rsidRPr="005B36BE">
              <w:rPr>
                <w:rtl/>
              </w:rPr>
              <w:t>174</w:t>
            </w:r>
          </w:p>
        </w:tc>
      </w:tr>
      <w:tr w:rsidR="008867CD" w:rsidRPr="00940B39" w:rsidTr="00AE355E">
        <w:tc>
          <w:tcPr>
            <w:tcW w:w="3339" w:type="dxa"/>
          </w:tcPr>
          <w:p w:rsidR="008867CD" w:rsidRPr="005B36BE" w:rsidRDefault="008867CD" w:rsidP="008867CD">
            <w:pPr>
              <w:pStyle w:val="libNormal0"/>
              <w:rPr>
                <w:rFonts w:hint="cs"/>
                <w:rtl/>
              </w:rPr>
            </w:pPr>
            <w:r w:rsidRPr="007E0B1D">
              <w:rPr>
                <w:rtl/>
              </w:rPr>
              <w:t xml:space="preserve">الخطب </w:t>
            </w:r>
          </w:p>
        </w:tc>
        <w:tc>
          <w:tcPr>
            <w:tcW w:w="4248" w:type="dxa"/>
          </w:tcPr>
          <w:p w:rsidR="008867CD" w:rsidRPr="00940B39" w:rsidRDefault="008867CD" w:rsidP="008867CD">
            <w:pPr>
              <w:pStyle w:val="libCenter"/>
              <w:rPr>
                <w:rtl/>
              </w:rPr>
            </w:pPr>
            <w:r w:rsidRPr="007E0B1D">
              <w:rPr>
                <w:rtl/>
              </w:rPr>
              <w:t xml:space="preserve">144 </w:t>
            </w:r>
            <w:r>
              <w:rPr>
                <w:rtl/>
              </w:rPr>
              <w:t>و 1</w:t>
            </w:r>
            <w:r w:rsidRPr="007E0B1D">
              <w:rPr>
                <w:rtl/>
              </w:rPr>
              <w:t>58</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خطب أمير المؤمنين </w:t>
            </w:r>
            <w:r w:rsidR="00D8054C" w:rsidRPr="00D8054C">
              <w:rPr>
                <w:rStyle w:val="libAlaemChar"/>
                <w:rtl/>
              </w:rPr>
              <w:t>عليه‌السلام</w:t>
            </w:r>
            <w:r w:rsidRPr="000A1C10">
              <w:rPr>
                <w:rtl/>
              </w:rPr>
              <w:t xml:space="preserve"> </w:t>
            </w:r>
          </w:p>
        </w:tc>
        <w:tc>
          <w:tcPr>
            <w:tcW w:w="4248" w:type="dxa"/>
          </w:tcPr>
          <w:p w:rsidR="008867CD" w:rsidRPr="00940B39" w:rsidRDefault="008867CD" w:rsidP="008867CD">
            <w:pPr>
              <w:pStyle w:val="libCenter"/>
              <w:rPr>
                <w:rtl/>
              </w:rPr>
            </w:pPr>
            <w:r w:rsidRPr="000A1C10">
              <w:rPr>
                <w:rtl/>
              </w:rPr>
              <w:t xml:space="preserve">28 </w:t>
            </w:r>
            <w:r>
              <w:rPr>
                <w:rtl/>
              </w:rPr>
              <w:t>و 8</w:t>
            </w:r>
            <w:r w:rsidRPr="000A1C10">
              <w:rPr>
                <w:rtl/>
              </w:rPr>
              <w:t xml:space="preserve">5 </w:t>
            </w:r>
            <w:r>
              <w:rPr>
                <w:rtl/>
              </w:rPr>
              <w:t>و 9</w:t>
            </w:r>
            <w:r w:rsidRPr="000A1C10">
              <w:rPr>
                <w:rtl/>
              </w:rPr>
              <w:t>1</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درجات الايمان </w:t>
            </w:r>
          </w:p>
        </w:tc>
        <w:tc>
          <w:tcPr>
            <w:tcW w:w="4248" w:type="dxa"/>
          </w:tcPr>
          <w:p w:rsidR="008867CD" w:rsidRPr="00940B39" w:rsidRDefault="008867CD" w:rsidP="008867CD">
            <w:pPr>
              <w:pStyle w:val="libCenter"/>
              <w:rPr>
                <w:rtl/>
              </w:rPr>
            </w:pPr>
            <w:r w:rsidRPr="000A1C10">
              <w:rPr>
                <w:rtl/>
              </w:rPr>
              <w:t>32</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الدلائل </w:t>
            </w:r>
          </w:p>
        </w:tc>
        <w:tc>
          <w:tcPr>
            <w:tcW w:w="4248" w:type="dxa"/>
          </w:tcPr>
          <w:p w:rsidR="008867CD" w:rsidRPr="00940B39" w:rsidRDefault="008867CD" w:rsidP="008867CD">
            <w:pPr>
              <w:pStyle w:val="libCenter"/>
              <w:rPr>
                <w:rtl/>
              </w:rPr>
            </w:pPr>
            <w:r w:rsidRPr="000A1C10">
              <w:rPr>
                <w:rtl/>
              </w:rPr>
              <w:t>104</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الديات </w:t>
            </w:r>
          </w:p>
        </w:tc>
        <w:tc>
          <w:tcPr>
            <w:tcW w:w="4248" w:type="dxa"/>
          </w:tcPr>
          <w:p w:rsidR="008867CD" w:rsidRPr="00940B39" w:rsidRDefault="008867CD" w:rsidP="008867CD">
            <w:pPr>
              <w:pStyle w:val="libCenter"/>
              <w:rPr>
                <w:rtl/>
              </w:rPr>
            </w:pPr>
            <w:r w:rsidRPr="000A1C10">
              <w:rPr>
                <w:rtl/>
              </w:rPr>
              <w:t xml:space="preserve">43 </w:t>
            </w:r>
            <w:r>
              <w:rPr>
                <w:rtl/>
              </w:rPr>
              <w:t>و 4</w:t>
            </w:r>
            <w:r w:rsidRPr="000A1C10">
              <w:rPr>
                <w:rtl/>
              </w:rPr>
              <w:t xml:space="preserve">7 </w:t>
            </w:r>
            <w:r>
              <w:rPr>
                <w:rtl/>
              </w:rPr>
              <w:t>و 1</w:t>
            </w:r>
            <w:r w:rsidRPr="000A1C10">
              <w:rPr>
                <w:rtl/>
              </w:rPr>
              <w:t xml:space="preserve">20 </w:t>
            </w:r>
            <w:r>
              <w:rPr>
                <w:rtl/>
              </w:rPr>
              <w:t>و 1</w:t>
            </w:r>
            <w:r w:rsidRPr="000A1C10">
              <w:rPr>
                <w:rtl/>
              </w:rPr>
              <w:t xml:space="preserve">74 </w:t>
            </w:r>
            <w:r>
              <w:rPr>
                <w:rtl/>
              </w:rPr>
              <w:t>و 1</w:t>
            </w:r>
            <w:r w:rsidRPr="000A1C10">
              <w:rPr>
                <w:rtl/>
              </w:rPr>
              <w:t>83</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ديوان شعر دعبل </w:t>
            </w:r>
          </w:p>
        </w:tc>
        <w:tc>
          <w:tcPr>
            <w:tcW w:w="4248" w:type="dxa"/>
          </w:tcPr>
          <w:p w:rsidR="008867CD" w:rsidRPr="00940B39" w:rsidRDefault="008867CD" w:rsidP="008867CD">
            <w:pPr>
              <w:pStyle w:val="libCenter"/>
              <w:rPr>
                <w:rtl/>
              </w:rPr>
            </w:pPr>
            <w:r w:rsidRPr="000A1C10">
              <w:rPr>
                <w:rtl/>
              </w:rPr>
              <w:t>71</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الرجال </w:t>
            </w:r>
          </w:p>
        </w:tc>
        <w:tc>
          <w:tcPr>
            <w:tcW w:w="4248" w:type="dxa"/>
          </w:tcPr>
          <w:p w:rsidR="008867CD" w:rsidRPr="00940B39" w:rsidRDefault="008867CD" w:rsidP="008867CD">
            <w:pPr>
              <w:pStyle w:val="libCenter"/>
              <w:rPr>
                <w:rtl/>
              </w:rPr>
            </w:pPr>
            <w:r w:rsidRPr="000A1C10">
              <w:rPr>
                <w:rtl/>
              </w:rPr>
              <w:t>159</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الرد على أهل القدر </w:t>
            </w:r>
          </w:p>
        </w:tc>
        <w:tc>
          <w:tcPr>
            <w:tcW w:w="4248" w:type="dxa"/>
          </w:tcPr>
          <w:p w:rsidR="008867CD" w:rsidRPr="00940B39" w:rsidRDefault="008867CD" w:rsidP="008867CD">
            <w:pPr>
              <w:pStyle w:val="libCenter"/>
              <w:rPr>
                <w:rtl/>
              </w:rPr>
            </w:pPr>
            <w:r w:rsidRPr="000A1C10">
              <w:rPr>
                <w:rtl/>
              </w:rPr>
              <w:t>142</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الرد على الغالية </w:t>
            </w:r>
          </w:p>
        </w:tc>
        <w:tc>
          <w:tcPr>
            <w:tcW w:w="4248" w:type="dxa"/>
          </w:tcPr>
          <w:p w:rsidR="008867CD" w:rsidRPr="00940B39" w:rsidRDefault="008867CD" w:rsidP="008867CD">
            <w:pPr>
              <w:pStyle w:val="libCenter"/>
              <w:rPr>
                <w:rtl/>
              </w:rPr>
            </w:pPr>
            <w:r w:rsidRPr="000A1C10">
              <w:rPr>
                <w:rtl/>
              </w:rPr>
              <w:t>53</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الرد على الغلاة </w:t>
            </w:r>
          </w:p>
        </w:tc>
        <w:tc>
          <w:tcPr>
            <w:tcW w:w="4248" w:type="dxa"/>
          </w:tcPr>
          <w:p w:rsidR="008867CD" w:rsidRPr="00940B39" w:rsidRDefault="008867CD" w:rsidP="008867CD">
            <w:pPr>
              <w:pStyle w:val="libCenter"/>
              <w:rPr>
                <w:rtl/>
              </w:rPr>
            </w:pPr>
            <w:r w:rsidRPr="000A1C10">
              <w:rPr>
                <w:rtl/>
              </w:rPr>
              <w:t>120</w:t>
            </w:r>
          </w:p>
        </w:tc>
      </w:tr>
      <w:tr w:rsidR="008867CD" w:rsidRPr="00940B39" w:rsidTr="00AE355E">
        <w:tc>
          <w:tcPr>
            <w:tcW w:w="3339" w:type="dxa"/>
          </w:tcPr>
          <w:p w:rsidR="008867CD" w:rsidRPr="000A1C10" w:rsidRDefault="008867CD" w:rsidP="008867CD">
            <w:pPr>
              <w:pStyle w:val="libNormal0"/>
              <w:rPr>
                <w:rFonts w:hint="cs"/>
                <w:rtl/>
              </w:rPr>
            </w:pPr>
            <w:r w:rsidRPr="000A1C10">
              <w:rPr>
                <w:rtl/>
              </w:rPr>
              <w:t xml:space="preserve">الرفاهية </w:t>
            </w:r>
          </w:p>
        </w:tc>
        <w:tc>
          <w:tcPr>
            <w:tcW w:w="4248" w:type="dxa"/>
          </w:tcPr>
          <w:p w:rsidR="008867CD" w:rsidRPr="00940B39" w:rsidRDefault="008867CD" w:rsidP="008867CD">
            <w:pPr>
              <w:pStyle w:val="libCenter"/>
              <w:rPr>
                <w:rtl/>
              </w:rPr>
            </w:pPr>
            <w:r w:rsidRPr="000A1C10">
              <w:rPr>
                <w:rtl/>
              </w:rPr>
              <w:t>19</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روايات محمّد بن عبد الجبار بن أبي الصهبان </w:t>
            </w:r>
          </w:p>
        </w:tc>
        <w:tc>
          <w:tcPr>
            <w:tcW w:w="4248" w:type="dxa"/>
          </w:tcPr>
          <w:p w:rsidR="008867CD" w:rsidRPr="00940B39" w:rsidRDefault="008867CD" w:rsidP="008867CD">
            <w:pPr>
              <w:pStyle w:val="libCenter"/>
              <w:rPr>
                <w:rtl/>
              </w:rPr>
            </w:pPr>
            <w:r w:rsidRPr="003D4F91">
              <w:rPr>
                <w:rtl/>
              </w:rPr>
              <w:t>152</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الزكاة </w:t>
            </w:r>
          </w:p>
        </w:tc>
        <w:tc>
          <w:tcPr>
            <w:tcW w:w="4248" w:type="dxa"/>
          </w:tcPr>
          <w:p w:rsidR="008867CD" w:rsidRPr="00940B39" w:rsidRDefault="008867CD" w:rsidP="008867CD">
            <w:pPr>
              <w:pStyle w:val="libCenter"/>
              <w:rPr>
                <w:rtl/>
              </w:rPr>
            </w:pPr>
            <w:r w:rsidRPr="003D4F91">
              <w:rPr>
                <w:rtl/>
              </w:rPr>
              <w:t xml:space="preserve">31 </w:t>
            </w:r>
            <w:r>
              <w:rPr>
                <w:rtl/>
              </w:rPr>
              <w:t>و 4</w:t>
            </w:r>
            <w:r w:rsidRPr="003D4F91">
              <w:rPr>
                <w:rtl/>
              </w:rPr>
              <w:t xml:space="preserve">3 </w:t>
            </w:r>
            <w:r>
              <w:rPr>
                <w:rtl/>
              </w:rPr>
              <w:t>و 5</w:t>
            </w:r>
            <w:r w:rsidRPr="003D4F91">
              <w:rPr>
                <w:rtl/>
              </w:rPr>
              <w:t xml:space="preserve">3 </w:t>
            </w:r>
            <w:r>
              <w:rPr>
                <w:rtl/>
              </w:rPr>
              <w:t>و 8</w:t>
            </w:r>
            <w:r w:rsidRPr="003D4F91">
              <w:rPr>
                <w:rtl/>
              </w:rPr>
              <w:t xml:space="preserve">6 </w:t>
            </w:r>
            <w:r>
              <w:rPr>
                <w:rtl/>
              </w:rPr>
              <w:t>و 1</w:t>
            </w:r>
            <w:r w:rsidRPr="003D4F91">
              <w:rPr>
                <w:rtl/>
              </w:rPr>
              <w:t xml:space="preserve">20 </w:t>
            </w:r>
            <w:r>
              <w:rPr>
                <w:rtl/>
              </w:rPr>
              <w:t>و 1</w:t>
            </w:r>
            <w:r w:rsidRPr="003D4F91">
              <w:rPr>
                <w:rtl/>
              </w:rPr>
              <w:t xml:space="preserve">59 </w:t>
            </w:r>
            <w:r>
              <w:rPr>
                <w:rtl/>
              </w:rPr>
              <w:t>و 1</w:t>
            </w:r>
            <w:r w:rsidRPr="003D4F91">
              <w:rPr>
                <w:rtl/>
              </w:rPr>
              <w:t>83</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الزهد </w:t>
            </w:r>
          </w:p>
        </w:tc>
        <w:tc>
          <w:tcPr>
            <w:tcW w:w="4248" w:type="dxa"/>
          </w:tcPr>
          <w:p w:rsidR="008867CD" w:rsidRPr="00940B39" w:rsidRDefault="008867CD" w:rsidP="008867CD">
            <w:pPr>
              <w:pStyle w:val="libCenter"/>
              <w:rPr>
                <w:rtl/>
              </w:rPr>
            </w:pPr>
            <w:r w:rsidRPr="003D4F91">
              <w:rPr>
                <w:rtl/>
              </w:rPr>
              <w:t>120</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الزيارات </w:t>
            </w:r>
          </w:p>
        </w:tc>
        <w:tc>
          <w:tcPr>
            <w:tcW w:w="4248" w:type="dxa"/>
          </w:tcPr>
          <w:p w:rsidR="008867CD" w:rsidRPr="00940B39" w:rsidRDefault="008867CD" w:rsidP="008867CD">
            <w:pPr>
              <w:pStyle w:val="libCenter"/>
              <w:rPr>
                <w:rtl/>
              </w:rPr>
            </w:pPr>
            <w:r w:rsidRPr="003D4F91">
              <w:rPr>
                <w:rtl/>
              </w:rPr>
              <w:t>43</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الزينة </w:t>
            </w:r>
          </w:p>
        </w:tc>
        <w:tc>
          <w:tcPr>
            <w:tcW w:w="4248" w:type="dxa"/>
          </w:tcPr>
          <w:p w:rsidR="008867CD" w:rsidRPr="00940B39" w:rsidRDefault="008867CD" w:rsidP="008867CD">
            <w:pPr>
              <w:pStyle w:val="libCenter"/>
              <w:rPr>
                <w:rtl/>
              </w:rPr>
            </w:pPr>
            <w:r w:rsidRPr="003D4F91">
              <w:rPr>
                <w:rtl/>
              </w:rPr>
              <w:t>19</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السنن والآداب ومكارم الأخلاق </w:t>
            </w:r>
          </w:p>
        </w:tc>
        <w:tc>
          <w:tcPr>
            <w:tcW w:w="4248" w:type="dxa"/>
          </w:tcPr>
          <w:p w:rsidR="008867CD" w:rsidRPr="00940B39" w:rsidRDefault="008867CD" w:rsidP="008867CD">
            <w:pPr>
              <w:pStyle w:val="libCenter"/>
              <w:rPr>
                <w:rtl/>
              </w:rPr>
            </w:pPr>
            <w:r w:rsidRPr="003D4F91">
              <w:rPr>
                <w:rtl/>
              </w:rPr>
              <w:t>138</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الشراء والبيع </w:t>
            </w:r>
          </w:p>
        </w:tc>
        <w:tc>
          <w:tcPr>
            <w:tcW w:w="4248" w:type="dxa"/>
          </w:tcPr>
          <w:p w:rsidR="008867CD" w:rsidRPr="00940B39" w:rsidRDefault="008867CD" w:rsidP="008867CD">
            <w:pPr>
              <w:pStyle w:val="libCenter"/>
              <w:rPr>
                <w:rtl/>
              </w:rPr>
            </w:pPr>
            <w:r w:rsidRPr="003D4F91">
              <w:rPr>
                <w:rtl/>
              </w:rPr>
              <w:t xml:space="preserve">86 </w:t>
            </w:r>
            <w:r>
              <w:rPr>
                <w:rtl/>
              </w:rPr>
              <w:t>و 1</w:t>
            </w:r>
            <w:r w:rsidRPr="003D4F91">
              <w:rPr>
                <w:rtl/>
              </w:rPr>
              <w:t>50</w:t>
            </w:r>
          </w:p>
        </w:tc>
      </w:tr>
      <w:tr w:rsidR="008867CD" w:rsidRPr="00940B39" w:rsidTr="00AE355E">
        <w:tc>
          <w:tcPr>
            <w:tcW w:w="3339" w:type="dxa"/>
          </w:tcPr>
          <w:p w:rsidR="008867CD" w:rsidRPr="003D4F91" w:rsidRDefault="008867CD" w:rsidP="008867CD">
            <w:pPr>
              <w:pStyle w:val="libNormal0"/>
              <w:rPr>
                <w:rFonts w:hint="cs"/>
                <w:rtl/>
              </w:rPr>
            </w:pPr>
            <w:r w:rsidRPr="003D4F91">
              <w:rPr>
                <w:rtl/>
              </w:rPr>
              <w:t xml:space="preserve">شعر الأخطل </w:t>
            </w:r>
          </w:p>
        </w:tc>
        <w:tc>
          <w:tcPr>
            <w:tcW w:w="4248" w:type="dxa"/>
          </w:tcPr>
          <w:p w:rsidR="008867CD" w:rsidRPr="00940B39" w:rsidRDefault="008867CD" w:rsidP="008867CD">
            <w:pPr>
              <w:pStyle w:val="libCenter"/>
              <w:rPr>
                <w:rtl/>
              </w:rPr>
            </w:pPr>
            <w:r w:rsidRPr="003D4F91">
              <w:rPr>
                <w:rtl/>
              </w:rPr>
              <w:t>192</w:t>
            </w:r>
          </w:p>
        </w:tc>
      </w:tr>
      <w:tr w:rsidR="008867CD" w:rsidRPr="00940B39" w:rsidTr="00AE355E">
        <w:tc>
          <w:tcPr>
            <w:tcW w:w="3339" w:type="dxa"/>
          </w:tcPr>
          <w:p w:rsidR="008867CD" w:rsidRPr="00B61371" w:rsidRDefault="008867CD" w:rsidP="008867CD">
            <w:pPr>
              <w:pStyle w:val="libNormal0"/>
              <w:rPr>
                <w:rFonts w:hint="cs"/>
                <w:rtl/>
              </w:rPr>
            </w:pPr>
            <w:r w:rsidRPr="00B61371">
              <w:rPr>
                <w:rtl/>
              </w:rPr>
              <w:t xml:space="preserve">شعر الأعشى </w:t>
            </w:r>
          </w:p>
        </w:tc>
        <w:tc>
          <w:tcPr>
            <w:tcW w:w="4248" w:type="dxa"/>
          </w:tcPr>
          <w:p w:rsidR="008867CD" w:rsidRPr="00940B39" w:rsidRDefault="008867CD" w:rsidP="008867CD">
            <w:pPr>
              <w:pStyle w:val="libCenter"/>
              <w:rPr>
                <w:rtl/>
              </w:rPr>
            </w:pPr>
            <w:r w:rsidRPr="00B61371">
              <w:rPr>
                <w:rtl/>
              </w:rPr>
              <w:t>192</w:t>
            </w:r>
          </w:p>
        </w:tc>
      </w:tr>
      <w:tr w:rsidR="008867CD" w:rsidRPr="00940B39" w:rsidTr="00AE355E">
        <w:tc>
          <w:tcPr>
            <w:tcW w:w="3339" w:type="dxa"/>
          </w:tcPr>
          <w:p w:rsidR="008867CD" w:rsidRPr="00B61371" w:rsidRDefault="008867CD" w:rsidP="008867CD">
            <w:pPr>
              <w:pStyle w:val="libNormal0"/>
              <w:rPr>
                <w:rFonts w:hint="cs"/>
                <w:rtl/>
              </w:rPr>
            </w:pPr>
            <w:r w:rsidRPr="00B61371">
              <w:rPr>
                <w:rtl/>
              </w:rPr>
              <w:t xml:space="preserve">شعر امرؤ القيس </w:t>
            </w:r>
          </w:p>
        </w:tc>
        <w:tc>
          <w:tcPr>
            <w:tcW w:w="4248" w:type="dxa"/>
          </w:tcPr>
          <w:p w:rsidR="008867CD" w:rsidRPr="00940B39" w:rsidRDefault="008867CD" w:rsidP="008867CD">
            <w:pPr>
              <w:pStyle w:val="libCenter"/>
              <w:rPr>
                <w:rtl/>
              </w:rPr>
            </w:pPr>
            <w:r w:rsidRPr="00B61371">
              <w:rPr>
                <w:rtl/>
              </w:rPr>
              <w:t>192</w:t>
            </w:r>
          </w:p>
        </w:tc>
      </w:tr>
      <w:tr w:rsidR="008867CD" w:rsidRPr="00940B39" w:rsidTr="00AE355E">
        <w:tc>
          <w:tcPr>
            <w:tcW w:w="3339" w:type="dxa"/>
          </w:tcPr>
          <w:p w:rsidR="008867CD" w:rsidRPr="00B61371" w:rsidRDefault="008867CD" w:rsidP="008867CD">
            <w:pPr>
              <w:pStyle w:val="libNormal0"/>
              <w:rPr>
                <w:rtl/>
              </w:rPr>
            </w:pPr>
            <w:r w:rsidRPr="00B61371">
              <w:rPr>
                <w:rtl/>
              </w:rPr>
              <w:t xml:space="preserve">شعر أوس بن حجر </w:t>
            </w:r>
          </w:p>
        </w:tc>
        <w:tc>
          <w:tcPr>
            <w:tcW w:w="4248" w:type="dxa"/>
          </w:tcPr>
          <w:p w:rsidR="008867CD" w:rsidRPr="00940B39" w:rsidRDefault="008867CD" w:rsidP="008867CD">
            <w:pPr>
              <w:pStyle w:val="libCenter"/>
              <w:rPr>
                <w:rtl/>
              </w:rPr>
            </w:pPr>
            <w:r w:rsidRPr="00B61371">
              <w:rPr>
                <w:rtl/>
              </w:rPr>
              <w:t>192</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جرير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حسان بن ثابت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زهير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سليك بن السلكة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عامر بن الطفيل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علقمة الفحل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عمرو بن كلثوم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الفرزدق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شعر النابغة </w:t>
            </w:r>
          </w:p>
        </w:tc>
        <w:tc>
          <w:tcPr>
            <w:tcW w:w="4248" w:type="dxa"/>
          </w:tcPr>
          <w:p w:rsidR="008867CD" w:rsidRPr="00940B39" w:rsidRDefault="008867CD" w:rsidP="008867CD">
            <w:pPr>
              <w:pStyle w:val="libCenter"/>
              <w:rPr>
                <w:rtl/>
              </w:rPr>
            </w:pPr>
            <w:r w:rsidRPr="005D431D">
              <w:rPr>
                <w:rtl/>
              </w:rPr>
              <w:t>192</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الشهادات </w:t>
            </w:r>
          </w:p>
        </w:tc>
        <w:tc>
          <w:tcPr>
            <w:tcW w:w="4248" w:type="dxa"/>
          </w:tcPr>
          <w:p w:rsidR="008867CD" w:rsidRPr="00940B39" w:rsidRDefault="008867CD" w:rsidP="008867CD">
            <w:pPr>
              <w:pStyle w:val="libCenter"/>
              <w:rPr>
                <w:rtl/>
              </w:rPr>
            </w:pPr>
            <w:r w:rsidRPr="005D431D">
              <w:rPr>
                <w:rtl/>
              </w:rPr>
              <w:t xml:space="preserve">53 </w:t>
            </w:r>
            <w:r>
              <w:rPr>
                <w:rtl/>
              </w:rPr>
              <w:t>و 1</w:t>
            </w:r>
            <w:r w:rsidRPr="005D431D">
              <w:rPr>
                <w:rtl/>
              </w:rPr>
              <w:t>83</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الصراط </w:t>
            </w:r>
          </w:p>
        </w:tc>
        <w:tc>
          <w:tcPr>
            <w:tcW w:w="4248" w:type="dxa"/>
          </w:tcPr>
          <w:p w:rsidR="008867CD" w:rsidRPr="00940B39" w:rsidRDefault="008867CD" w:rsidP="008867CD">
            <w:pPr>
              <w:pStyle w:val="libCenter"/>
              <w:rPr>
                <w:rtl/>
              </w:rPr>
            </w:pPr>
            <w:r w:rsidRPr="005D431D">
              <w:rPr>
                <w:rtl/>
              </w:rPr>
              <w:t>27</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صفة الجنة والنار </w:t>
            </w:r>
          </w:p>
        </w:tc>
        <w:tc>
          <w:tcPr>
            <w:tcW w:w="4248" w:type="dxa"/>
          </w:tcPr>
          <w:p w:rsidR="008867CD" w:rsidRPr="00940B39" w:rsidRDefault="008867CD" w:rsidP="008867CD">
            <w:pPr>
              <w:pStyle w:val="libCenter"/>
              <w:rPr>
                <w:rtl/>
              </w:rPr>
            </w:pPr>
            <w:r w:rsidRPr="005D431D">
              <w:rPr>
                <w:rtl/>
              </w:rPr>
              <w:t>78</w:t>
            </w:r>
          </w:p>
        </w:tc>
      </w:tr>
      <w:tr w:rsidR="008867CD" w:rsidRPr="00940B39" w:rsidTr="00AE355E">
        <w:tc>
          <w:tcPr>
            <w:tcW w:w="3339" w:type="dxa"/>
          </w:tcPr>
          <w:p w:rsidR="008867CD" w:rsidRPr="005D431D" w:rsidRDefault="008867CD" w:rsidP="008867CD">
            <w:pPr>
              <w:pStyle w:val="libNormal0"/>
              <w:rPr>
                <w:rFonts w:hint="cs"/>
                <w:rtl/>
              </w:rPr>
            </w:pPr>
            <w:r w:rsidRPr="005D431D">
              <w:rPr>
                <w:rtl/>
              </w:rPr>
              <w:t xml:space="preserve">صفة المؤمن والفاجر </w:t>
            </w:r>
          </w:p>
        </w:tc>
        <w:tc>
          <w:tcPr>
            <w:tcW w:w="4248" w:type="dxa"/>
          </w:tcPr>
          <w:p w:rsidR="008867CD" w:rsidRPr="00940B39" w:rsidRDefault="008867CD" w:rsidP="008867CD">
            <w:pPr>
              <w:pStyle w:val="libCenter"/>
              <w:rPr>
                <w:rtl/>
              </w:rPr>
            </w:pPr>
            <w:r w:rsidRPr="005D431D">
              <w:rPr>
                <w:rtl/>
              </w:rPr>
              <w:t>28</w:t>
            </w:r>
          </w:p>
        </w:tc>
      </w:tr>
      <w:tr w:rsidR="008867CD" w:rsidRPr="00940B39" w:rsidTr="00AE355E">
        <w:tc>
          <w:tcPr>
            <w:tcW w:w="3339" w:type="dxa"/>
          </w:tcPr>
          <w:p w:rsidR="008867CD" w:rsidRPr="00971AA5" w:rsidRDefault="008867CD" w:rsidP="008867CD">
            <w:pPr>
              <w:pStyle w:val="libNormal0"/>
              <w:rPr>
                <w:rFonts w:hint="cs"/>
                <w:rtl/>
              </w:rPr>
            </w:pPr>
            <w:r w:rsidRPr="00971AA5">
              <w:rPr>
                <w:rtl/>
              </w:rPr>
              <w:t xml:space="preserve">صفين </w:t>
            </w:r>
          </w:p>
        </w:tc>
        <w:tc>
          <w:tcPr>
            <w:tcW w:w="4248" w:type="dxa"/>
          </w:tcPr>
          <w:p w:rsidR="008867CD" w:rsidRPr="00940B39" w:rsidRDefault="008867CD" w:rsidP="008867CD">
            <w:pPr>
              <w:pStyle w:val="libCenter"/>
              <w:rPr>
                <w:rtl/>
              </w:rPr>
            </w:pPr>
            <w:r w:rsidRPr="00971AA5">
              <w:rPr>
                <w:rtl/>
              </w:rPr>
              <w:t>175</w:t>
            </w:r>
          </w:p>
        </w:tc>
      </w:tr>
      <w:tr w:rsidR="008867CD" w:rsidRPr="00940B39" w:rsidTr="00AE355E">
        <w:tc>
          <w:tcPr>
            <w:tcW w:w="3339" w:type="dxa"/>
          </w:tcPr>
          <w:p w:rsidR="008867CD" w:rsidRPr="00971AA5" w:rsidRDefault="008867CD" w:rsidP="008867CD">
            <w:pPr>
              <w:pStyle w:val="libNormal0"/>
              <w:rPr>
                <w:rFonts w:hint="cs"/>
                <w:rtl/>
              </w:rPr>
            </w:pPr>
            <w:r w:rsidRPr="00971AA5">
              <w:rPr>
                <w:rtl/>
              </w:rPr>
              <w:t xml:space="preserve">الصلاة </w:t>
            </w:r>
          </w:p>
        </w:tc>
        <w:tc>
          <w:tcPr>
            <w:tcW w:w="4248" w:type="dxa"/>
          </w:tcPr>
          <w:p w:rsidR="008867CD" w:rsidRPr="00940B39" w:rsidRDefault="008867CD" w:rsidP="008867CD">
            <w:pPr>
              <w:pStyle w:val="libCenter"/>
              <w:rPr>
                <w:rtl/>
              </w:rPr>
            </w:pPr>
            <w:r w:rsidRPr="00971AA5">
              <w:rPr>
                <w:rtl/>
              </w:rPr>
              <w:t xml:space="preserve">31 </w:t>
            </w:r>
            <w:r>
              <w:rPr>
                <w:rtl/>
              </w:rPr>
              <w:t>و 4</w:t>
            </w:r>
            <w:r w:rsidRPr="00971AA5">
              <w:rPr>
                <w:rtl/>
              </w:rPr>
              <w:t xml:space="preserve">3 </w:t>
            </w:r>
            <w:r>
              <w:rPr>
                <w:rtl/>
              </w:rPr>
              <w:t>و 5</w:t>
            </w:r>
            <w:r w:rsidRPr="00971AA5">
              <w:rPr>
                <w:rtl/>
              </w:rPr>
              <w:t xml:space="preserve">3 </w:t>
            </w:r>
            <w:r>
              <w:rPr>
                <w:rtl/>
              </w:rPr>
              <w:t>و 1</w:t>
            </w:r>
            <w:r w:rsidRPr="00971AA5">
              <w:rPr>
                <w:rtl/>
              </w:rPr>
              <w:t xml:space="preserve">03 </w:t>
            </w:r>
            <w:r>
              <w:rPr>
                <w:rtl/>
              </w:rPr>
              <w:t>و 1</w:t>
            </w:r>
            <w:r w:rsidRPr="00971AA5">
              <w:rPr>
                <w:rtl/>
              </w:rPr>
              <w:t xml:space="preserve">20 </w:t>
            </w:r>
            <w:r>
              <w:rPr>
                <w:rtl/>
              </w:rPr>
              <w:t>و 1</w:t>
            </w:r>
            <w:r w:rsidRPr="00971AA5">
              <w:rPr>
                <w:rtl/>
              </w:rPr>
              <w:t>83</w:t>
            </w:r>
          </w:p>
        </w:tc>
      </w:tr>
      <w:tr w:rsidR="008867CD" w:rsidRPr="00940B39" w:rsidTr="00AE355E">
        <w:tc>
          <w:tcPr>
            <w:tcW w:w="3339" w:type="dxa"/>
          </w:tcPr>
          <w:p w:rsidR="008867CD" w:rsidRPr="00971AA5" w:rsidRDefault="008867CD" w:rsidP="008867CD">
            <w:pPr>
              <w:pStyle w:val="libNormal0"/>
              <w:rPr>
                <w:rFonts w:hint="cs"/>
                <w:rtl/>
              </w:rPr>
            </w:pPr>
            <w:r w:rsidRPr="00971AA5">
              <w:rPr>
                <w:rtl/>
              </w:rPr>
              <w:t xml:space="preserve">الصوم </w:t>
            </w:r>
          </w:p>
        </w:tc>
        <w:tc>
          <w:tcPr>
            <w:tcW w:w="4248" w:type="dxa"/>
          </w:tcPr>
          <w:p w:rsidR="008867CD" w:rsidRPr="00940B39" w:rsidRDefault="008867CD" w:rsidP="008867CD">
            <w:pPr>
              <w:pStyle w:val="libCenter"/>
              <w:rPr>
                <w:rtl/>
              </w:rPr>
            </w:pPr>
            <w:r w:rsidRPr="00971AA5">
              <w:rPr>
                <w:rtl/>
              </w:rPr>
              <w:t xml:space="preserve">43 </w:t>
            </w:r>
            <w:r>
              <w:rPr>
                <w:rtl/>
              </w:rPr>
              <w:t>و 5</w:t>
            </w:r>
            <w:r w:rsidRPr="00971AA5">
              <w:rPr>
                <w:rtl/>
              </w:rPr>
              <w:t>3</w:t>
            </w:r>
          </w:p>
        </w:tc>
      </w:tr>
      <w:tr w:rsidR="008867CD" w:rsidRPr="00940B39" w:rsidTr="00AE355E">
        <w:tc>
          <w:tcPr>
            <w:tcW w:w="3339" w:type="dxa"/>
          </w:tcPr>
          <w:p w:rsidR="008867CD" w:rsidRPr="00971AA5" w:rsidRDefault="008867CD" w:rsidP="008867CD">
            <w:pPr>
              <w:pStyle w:val="libNormal0"/>
              <w:rPr>
                <w:rFonts w:hint="cs"/>
                <w:rtl/>
              </w:rPr>
            </w:pPr>
            <w:r w:rsidRPr="00971AA5">
              <w:rPr>
                <w:rtl/>
              </w:rPr>
              <w:t xml:space="preserve">الصيام </w:t>
            </w:r>
          </w:p>
        </w:tc>
        <w:tc>
          <w:tcPr>
            <w:tcW w:w="4248" w:type="dxa"/>
          </w:tcPr>
          <w:p w:rsidR="008867CD" w:rsidRPr="00940B39" w:rsidRDefault="008867CD" w:rsidP="008867CD">
            <w:pPr>
              <w:pStyle w:val="libCenter"/>
              <w:rPr>
                <w:rtl/>
              </w:rPr>
            </w:pPr>
            <w:r w:rsidRPr="00971AA5">
              <w:rPr>
                <w:rtl/>
              </w:rPr>
              <w:t xml:space="preserve">120 </w:t>
            </w:r>
            <w:r>
              <w:rPr>
                <w:rtl/>
              </w:rPr>
              <w:t>و 1</w:t>
            </w:r>
            <w:r w:rsidRPr="00971AA5">
              <w:rPr>
                <w:rtl/>
              </w:rPr>
              <w:t>83</w:t>
            </w:r>
          </w:p>
        </w:tc>
      </w:tr>
      <w:tr w:rsidR="008867CD" w:rsidRPr="00940B39" w:rsidTr="00AE355E">
        <w:tc>
          <w:tcPr>
            <w:tcW w:w="3339" w:type="dxa"/>
          </w:tcPr>
          <w:p w:rsidR="008867CD" w:rsidRPr="00971AA5" w:rsidRDefault="008867CD" w:rsidP="008867CD">
            <w:pPr>
              <w:pStyle w:val="libNormal0"/>
              <w:rPr>
                <w:rFonts w:hint="cs"/>
                <w:rtl/>
              </w:rPr>
            </w:pPr>
            <w:r w:rsidRPr="00971AA5">
              <w:rPr>
                <w:rtl/>
              </w:rPr>
              <w:t xml:space="preserve">الصيد والذبائح </w:t>
            </w:r>
          </w:p>
        </w:tc>
        <w:tc>
          <w:tcPr>
            <w:tcW w:w="4248" w:type="dxa"/>
          </w:tcPr>
          <w:p w:rsidR="008867CD" w:rsidRPr="00940B39" w:rsidRDefault="008867CD" w:rsidP="008867CD">
            <w:pPr>
              <w:pStyle w:val="libCenter"/>
              <w:rPr>
                <w:rtl/>
              </w:rPr>
            </w:pPr>
            <w:r w:rsidRPr="00971AA5">
              <w:rPr>
                <w:rtl/>
              </w:rPr>
              <w:t xml:space="preserve">120 </w:t>
            </w:r>
            <w:r>
              <w:rPr>
                <w:rtl/>
              </w:rPr>
              <w:t>و 1</w:t>
            </w:r>
            <w:r w:rsidRPr="00971AA5">
              <w:rPr>
                <w:rtl/>
              </w:rPr>
              <w:t>50</w:t>
            </w:r>
          </w:p>
        </w:tc>
      </w:tr>
      <w:tr w:rsidR="008867CD" w:rsidRPr="00940B39" w:rsidTr="00AE355E">
        <w:tc>
          <w:tcPr>
            <w:tcW w:w="3339" w:type="dxa"/>
          </w:tcPr>
          <w:p w:rsidR="008867CD" w:rsidRPr="00971AA5" w:rsidRDefault="008867CD" w:rsidP="008867CD">
            <w:pPr>
              <w:pStyle w:val="libNormal0"/>
              <w:rPr>
                <w:rFonts w:hint="cs"/>
                <w:rtl/>
              </w:rPr>
            </w:pPr>
            <w:r w:rsidRPr="00971AA5">
              <w:rPr>
                <w:rtl/>
              </w:rPr>
              <w:t xml:space="preserve">الضياء </w:t>
            </w:r>
          </w:p>
        </w:tc>
        <w:tc>
          <w:tcPr>
            <w:tcW w:w="4248" w:type="dxa"/>
          </w:tcPr>
          <w:p w:rsidR="008867CD" w:rsidRPr="00940B39" w:rsidRDefault="008867CD" w:rsidP="008867CD">
            <w:pPr>
              <w:pStyle w:val="libCenter"/>
              <w:rPr>
                <w:rtl/>
              </w:rPr>
            </w:pPr>
            <w:r w:rsidRPr="00971AA5">
              <w:rPr>
                <w:rtl/>
              </w:rPr>
              <w:t>159</w:t>
            </w:r>
          </w:p>
        </w:tc>
      </w:tr>
      <w:tr w:rsidR="008867CD" w:rsidRPr="00940B39" w:rsidTr="00AE355E">
        <w:tc>
          <w:tcPr>
            <w:tcW w:w="3339" w:type="dxa"/>
          </w:tcPr>
          <w:p w:rsidR="008867CD" w:rsidRPr="00971AA5" w:rsidRDefault="008867CD" w:rsidP="008867CD">
            <w:pPr>
              <w:pStyle w:val="libNormal0"/>
              <w:rPr>
                <w:rFonts w:hint="cs"/>
                <w:rtl/>
              </w:rPr>
            </w:pPr>
            <w:r w:rsidRPr="00971AA5">
              <w:rPr>
                <w:rtl/>
              </w:rPr>
              <w:t xml:space="preserve">الطب الصغير </w:t>
            </w:r>
          </w:p>
        </w:tc>
        <w:tc>
          <w:tcPr>
            <w:tcW w:w="4248" w:type="dxa"/>
          </w:tcPr>
          <w:p w:rsidR="008867CD" w:rsidRPr="00940B39" w:rsidRDefault="008867CD" w:rsidP="008867CD">
            <w:pPr>
              <w:pStyle w:val="libCenter"/>
              <w:rPr>
                <w:rtl/>
              </w:rPr>
            </w:pPr>
            <w:r w:rsidRPr="00971AA5">
              <w:rPr>
                <w:rtl/>
              </w:rPr>
              <w:t>22</w:t>
            </w:r>
          </w:p>
        </w:tc>
      </w:tr>
      <w:tr w:rsidR="008867CD" w:rsidRPr="00940B39" w:rsidTr="00AE355E">
        <w:tc>
          <w:tcPr>
            <w:tcW w:w="3339" w:type="dxa"/>
          </w:tcPr>
          <w:p w:rsidR="008867CD" w:rsidRPr="00971AA5" w:rsidRDefault="008867CD" w:rsidP="008867CD">
            <w:pPr>
              <w:pStyle w:val="libNormal0"/>
              <w:rPr>
                <w:rtl/>
              </w:rPr>
            </w:pPr>
            <w:r w:rsidRPr="00971AA5">
              <w:rPr>
                <w:rtl/>
              </w:rPr>
              <w:t xml:space="preserve">الطب الكبير </w:t>
            </w:r>
          </w:p>
        </w:tc>
        <w:tc>
          <w:tcPr>
            <w:tcW w:w="4248" w:type="dxa"/>
          </w:tcPr>
          <w:p w:rsidR="008867CD" w:rsidRPr="00940B39" w:rsidRDefault="008867CD" w:rsidP="008867CD">
            <w:pPr>
              <w:pStyle w:val="libCenter"/>
              <w:rPr>
                <w:rtl/>
              </w:rPr>
            </w:pPr>
            <w:r w:rsidRPr="00971AA5">
              <w:rPr>
                <w:rtl/>
              </w:rPr>
              <w:t>22</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طبقات الشعراء </w:t>
            </w:r>
          </w:p>
        </w:tc>
        <w:tc>
          <w:tcPr>
            <w:tcW w:w="4248" w:type="dxa"/>
          </w:tcPr>
          <w:p w:rsidR="008867CD" w:rsidRPr="00940B39" w:rsidRDefault="008867CD" w:rsidP="008867CD">
            <w:pPr>
              <w:pStyle w:val="libCenter"/>
              <w:rPr>
                <w:rtl/>
              </w:rPr>
            </w:pPr>
            <w:r w:rsidRPr="00700BAB">
              <w:rPr>
                <w:rtl/>
              </w:rPr>
              <w:t>71</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الطعن على يونس </w:t>
            </w:r>
          </w:p>
        </w:tc>
        <w:tc>
          <w:tcPr>
            <w:tcW w:w="4248" w:type="dxa"/>
          </w:tcPr>
          <w:p w:rsidR="008867CD" w:rsidRPr="00940B39" w:rsidRDefault="008867CD" w:rsidP="008867CD">
            <w:pPr>
              <w:pStyle w:val="libCenter"/>
              <w:rPr>
                <w:rtl/>
              </w:rPr>
            </w:pPr>
            <w:r w:rsidRPr="00700BAB">
              <w:rPr>
                <w:rtl/>
              </w:rPr>
              <w:t>193</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الطلاق </w:t>
            </w:r>
          </w:p>
        </w:tc>
        <w:tc>
          <w:tcPr>
            <w:tcW w:w="4248" w:type="dxa"/>
          </w:tcPr>
          <w:p w:rsidR="008867CD" w:rsidRPr="00940B39" w:rsidRDefault="008867CD" w:rsidP="008867CD">
            <w:pPr>
              <w:pStyle w:val="libCenter"/>
              <w:rPr>
                <w:rtl/>
              </w:rPr>
            </w:pPr>
            <w:r w:rsidRPr="00700BAB">
              <w:rPr>
                <w:rtl/>
              </w:rPr>
              <w:t xml:space="preserve">43 </w:t>
            </w:r>
            <w:r>
              <w:rPr>
                <w:rtl/>
              </w:rPr>
              <w:t>و 4</w:t>
            </w:r>
            <w:r w:rsidRPr="00700BAB">
              <w:rPr>
                <w:rtl/>
              </w:rPr>
              <w:t xml:space="preserve">7 </w:t>
            </w:r>
            <w:r>
              <w:rPr>
                <w:rtl/>
              </w:rPr>
              <w:t>و 5</w:t>
            </w:r>
            <w:r w:rsidRPr="00700BAB">
              <w:rPr>
                <w:rtl/>
              </w:rPr>
              <w:t xml:space="preserve">3 </w:t>
            </w:r>
            <w:r>
              <w:rPr>
                <w:rtl/>
              </w:rPr>
              <w:t>و 8</w:t>
            </w:r>
            <w:r w:rsidRPr="00700BAB">
              <w:rPr>
                <w:rtl/>
              </w:rPr>
              <w:t xml:space="preserve">6 </w:t>
            </w:r>
            <w:r>
              <w:rPr>
                <w:rtl/>
              </w:rPr>
              <w:t>و 1</w:t>
            </w:r>
            <w:r w:rsidRPr="00700BAB">
              <w:rPr>
                <w:rtl/>
              </w:rPr>
              <w:t xml:space="preserve">20 </w:t>
            </w:r>
            <w:r>
              <w:rPr>
                <w:rtl/>
              </w:rPr>
              <w:t>و 1</w:t>
            </w:r>
            <w:r w:rsidRPr="00700BAB">
              <w:rPr>
                <w:rtl/>
              </w:rPr>
              <w:t xml:space="preserve">74 </w:t>
            </w:r>
            <w:r>
              <w:rPr>
                <w:rtl/>
              </w:rPr>
              <w:t>و 1</w:t>
            </w:r>
            <w:r w:rsidRPr="00700BAB">
              <w:rPr>
                <w:rtl/>
              </w:rPr>
              <w:t>83</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الطهارة </w:t>
            </w:r>
          </w:p>
        </w:tc>
        <w:tc>
          <w:tcPr>
            <w:tcW w:w="4248" w:type="dxa"/>
          </w:tcPr>
          <w:p w:rsidR="008867CD" w:rsidRPr="00940B39" w:rsidRDefault="008867CD" w:rsidP="008867CD">
            <w:pPr>
              <w:pStyle w:val="libCenter"/>
              <w:rPr>
                <w:rtl/>
              </w:rPr>
            </w:pPr>
            <w:r w:rsidRPr="00700BAB">
              <w:rPr>
                <w:rtl/>
              </w:rPr>
              <w:t>31</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الطير </w:t>
            </w:r>
          </w:p>
        </w:tc>
        <w:tc>
          <w:tcPr>
            <w:tcW w:w="4248" w:type="dxa"/>
          </w:tcPr>
          <w:p w:rsidR="008867CD" w:rsidRPr="00940B39" w:rsidRDefault="008867CD" w:rsidP="008867CD">
            <w:pPr>
              <w:pStyle w:val="libCenter"/>
              <w:rPr>
                <w:rtl/>
              </w:rPr>
            </w:pPr>
            <w:r w:rsidRPr="00700BAB">
              <w:rPr>
                <w:rtl/>
              </w:rPr>
              <w:t>192</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ظرائف </w:t>
            </w:r>
          </w:p>
        </w:tc>
        <w:tc>
          <w:tcPr>
            <w:tcW w:w="4248" w:type="dxa"/>
          </w:tcPr>
          <w:p w:rsidR="008867CD" w:rsidRPr="00940B39" w:rsidRDefault="008867CD" w:rsidP="008867CD">
            <w:pPr>
              <w:pStyle w:val="libCenter"/>
              <w:rPr>
                <w:rtl/>
              </w:rPr>
            </w:pPr>
            <w:r w:rsidRPr="00700BAB">
              <w:rPr>
                <w:rtl/>
              </w:rPr>
              <w:t>159</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العتق </w:t>
            </w:r>
          </w:p>
        </w:tc>
        <w:tc>
          <w:tcPr>
            <w:tcW w:w="4248" w:type="dxa"/>
          </w:tcPr>
          <w:p w:rsidR="008867CD" w:rsidRPr="00940B39" w:rsidRDefault="008867CD" w:rsidP="008867CD">
            <w:pPr>
              <w:pStyle w:val="libCenter"/>
              <w:rPr>
                <w:rtl/>
              </w:rPr>
            </w:pPr>
            <w:r w:rsidRPr="00700BAB">
              <w:rPr>
                <w:rtl/>
              </w:rPr>
              <w:t>47</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عجائب أحكام أمير المؤمنين </w:t>
            </w:r>
            <w:r w:rsidR="00D8054C" w:rsidRPr="00D8054C">
              <w:rPr>
                <w:rStyle w:val="libAlaemChar"/>
                <w:rtl/>
              </w:rPr>
              <w:t>عليه‌السلام</w:t>
            </w:r>
            <w:r w:rsidRPr="00700BAB">
              <w:rPr>
                <w:rtl/>
              </w:rPr>
              <w:t xml:space="preserve"> </w:t>
            </w:r>
          </w:p>
        </w:tc>
        <w:tc>
          <w:tcPr>
            <w:tcW w:w="4248" w:type="dxa"/>
          </w:tcPr>
          <w:p w:rsidR="008867CD" w:rsidRPr="00940B39" w:rsidRDefault="008867CD" w:rsidP="008867CD">
            <w:pPr>
              <w:pStyle w:val="libCenter"/>
              <w:rPr>
                <w:rtl/>
              </w:rPr>
            </w:pPr>
            <w:r w:rsidRPr="00700BAB">
              <w:rPr>
                <w:rtl/>
              </w:rPr>
              <w:t>9</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العلل </w:t>
            </w:r>
          </w:p>
        </w:tc>
        <w:tc>
          <w:tcPr>
            <w:tcW w:w="4248" w:type="dxa"/>
          </w:tcPr>
          <w:p w:rsidR="008867CD" w:rsidRPr="00940B39" w:rsidRDefault="008867CD" w:rsidP="008867CD">
            <w:pPr>
              <w:pStyle w:val="libCenter"/>
              <w:rPr>
                <w:rtl/>
              </w:rPr>
            </w:pPr>
            <w:r w:rsidRPr="00700BAB">
              <w:rPr>
                <w:rtl/>
              </w:rPr>
              <w:t xml:space="preserve">19 </w:t>
            </w:r>
            <w:r>
              <w:rPr>
                <w:rtl/>
              </w:rPr>
              <w:t>و 2</w:t>
            </w:r>
            <w:r w:rsidRPr="00700BAB">
              <w:rPr>
                <w:rtl/>
              </w:rPr>
              <w:t xml:space="preserve">8 </w:t>
            </w:r>
            <w:r>
              <w:rPr>
                <w:rtl/>
              </w:rPr>
              <w:t>و 1</w:t>
            </w:r>
            <w:r w:rsidRPr="00700BAB">
              <w:rPr>
                <w:rtl/>
              </w:rPr>
              <w:t>44</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علل الصلاة </w:t>
            </w:r>
          </w:p>
        </w:tc>
        <w:tc>
          <w:tcPr>
            <w:tcW w:w="4248" w:type="dxa"/>
          </w:tcPr>
          <w:p w:rsidR="008867CD" w:rsidRPr="00940B39" w:rsidRDefault="008867CD" w:rsidP="008867CD">
            <w:pPr>
              <w:pStyle w:val="libCenter"/>
              <w:rPr>
                <w:rtl/>
              </w:rPr>
            </w:pPr>
            <w:r w:rsidRPr="00700BAB">
              <w:rPr>
                <w:rtl/>
              </w:rPr>
              <w:t>12</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علل الصوم </w:t>
            </w:r>
          </w:p>
        </w:tc>
        <w:tc>
          <w:tcPr>
            <w:tcW w:w="4248" w:type="dxa"/>
          </w:tcPr>
          <w:p w:rsidR="008867CD" w:rsidRPr="00940B39" w:rsidRDefault="008867CD" w:rsidP="008867CD">
            <w:pPr>
              <w:pStyle w:val="libCenter"/>
              <w:rPr>
                <w:rtl/>
              </w:rPr>
            </w:pPr>
            <w:r w:rsidRPr="00700BAB">
              <w:rPr>
                <w:rtl/>
              </w:rPr>
              <w:t>12</w:t>
            </w:r>
          </w:p>
        </w:tc>
      </w:tr>
      <w:tr w:rsidR="008867CD" w:rsidRPr="00940B39" w:rsidTr="00AE355E">
        <w:tc>
          <w:tcPr>
            <w:tcW w:w="3339" w:type="dxa"/>
          </w:tcPr>
          <w:p w:rsidR="008867CD" w:rsidRPr="00700BAB" w:rsidRDefault="008867CD" w:rsidP="008867CD">
            <w:pPr>
              <w:pStyle w:val="libNormal0"/>
              <w:rPr>
                <w:rFonts w:hint="cs"/>
                <w:rtl/>
              </w:rPr>
            </w:pPr>
            <w:r w:rsidRPr="00700BAB">
              <w:rPr>
                <w:rtl/>
              </w:rPr>
              <w:t xml:space="preserve">علم الباري </w:t>
            </w:r>
          </w:p>
        </w:tc>
        <w:tc>
          <w:tcPr>
            <w:tcW w:w="4248" w:type="dxa"/>
          </w:tcPr>
          <w:p w:rsidR="008867CD" w:rsidRPr="00940B39" w:rsidRDefault="008867CD" w:rsidP="008867CD">
            <w:pPr>
              <w:pStyle w:val="libCenter"/>
              <w:rPr>
                <w:rtl/>
              </w:rPr>
            </w:pPr>
            <w:r w:rsidRPr="00700BAB">
              <w:rPr>
                <w:rtl/>
              </w:rPr>
              <w:t>144</w:t>
            </w:r>
          </w:p>
        </w:tc>
      </w:tr>
      <w:tr w:rsidR="008867CD" w:rsidRPr="00940B39" w:rsidTr="00AE355E">
        <w:tc>
          <w:tcPr>
            <w:tcW w:w="3339" w:type="dxa"/>
          </w:tcPr>
          <w:p w:rsidR="008867CD" w:rsidRPr="00DD1D18" w:rsidRDefault="008867CD" w:rsidP="008867CD">
            <w:pPr>
              <w:pStyle w:val="libNormal0"/>
              <w:rPr>
                <w:rFonts w:hint="cs"/>
                <w:rtl/>
              </w:rPr>
            </w:pPr>
            <w:r w:rsidRPr="00DD1D18">
              <w:rPr>
                <w:rtl/>
              </w:rPr>
              <w:t xml:space="preserve">العويص </w:t>
            </w:r>
          </w:p>
        </w:tc>
        <w:tc>
          <w:tcPr>
            <w:tcW w:w="4248" w:type="dxa"/>
          </w:tcPr>
          <w:p w:rsidR="008867CD" w:rsidRPr="00940B39" w:rsidRDefault="008867CD" w:rsidP="008867CD">
            <w:pPr>
              <w:pStyle w:val="libCenter"/>
              <w:rPr>
                <w:rtl/>
              </w:rPr>
            </w:pPr>
            <w:r w:rsidRPr="00DD1D18">
              <w:rPr>
                <w:rtl/>
              </w:rPr>
              <w:t>144</w:t>
            </w:r>
          </w:p>
        </w:tc>
      </w:tr>
      <w:tr w:rsidR="008867CD" w:rsidRPr="00940B39" w:rsidTr="00AE355E">
        <w:tc>
          <w:tcPr>
            <w:tcW w:w="3339" w:type="dxa"/>
          </w:tcPr>
          <w:p w:rsidR="008867CD" w:rsidRPr="00DD1D18" w:rsidRDefault="008867CD" w:rsidP="008867CD">
            <w:pPr>
              <w:pStyle w:val="libNormal0"/>
              <w:rPr>
                <w:rFonts w:hint="cs"/>
                <w:rtl/>
              </w:rPr>
            </w:pPr>
            <w:r w:rsidRPr="00DD1D18">
              <w:rPr>
                <w:rtl/>
              </w:rPr>
              <w:t xml:space="preserve">الغارات </w:t>
            </w:r>
          </w:p>
        </w:tc>
        <w:tc>
          <w:tcPr>
            <w:tcW w:w="4248" w:type="dxa"/>
          </w:tcPr>
          <w:p w:rsidR="008867CD" w:rsidRPr="00940B39" w:rsidRDefault="008867CD" w:rsidP="008867CD">
            <w:pPr>
              <w:pStyle w:val="libCenter"/>
              <w:rPr>
                <w:rtl/>
              </w:rPr>
            </w:pPr>
            <w:r w:rsidRPr="00DD1D18">
              <w:rPr>
                <w:rtl/>
              </w:rPr>
              <w:t>175</w:t>
            </w:r>
          </w:p>
        </w:tc>
      </w:tr>
      <w:tr w:rsidR="008867CD" w:rsidRPr="00940B39" w:rsidTr="00AE355E">
        <w:tc>
          <w:tcPr>
            <w:tcW w:w="3339" w:type="dxa"/>
          </w:tcPr>
          <w:p w:rsidR="008867CD" w:rsidRPr="00DD1D18" w:rsidRDefault="008867CD" w:rsidP="008867CD">
            <w:pPr>
              <w:pStyle w:val="libNormal0"/>
              <w:rPr>
                <w:rFonts w:hint="cs"/>
                <w:rtl/>
              </w:rPr>
            </w:pPr>
            <w:r w:rsidRPr="00DD1D18">
              <w:rPr>
                <w:rtl/>
              </w:rPr>
              <w:t>الفرائض</w:t>
            </w:r>
          </w:p>
        </w:tc>
        <w:tc>
          <w:tcPr>
            <w:tcW w:w="4248" w:type="dxa"/>
          </w:tcPr>
          <w:p w:rsidR="008867CD" w:rsidRPr="00940B39" w:rsidRDefault="008867CD" w:rsidP="008867CD">
            <w:pPr>
              <w:pStyle w:val="libCenter"/>
              <w:rPr>
                <w:rtl/>
              </w:rPr>
            </w:pPr>
            <w:r w:rsidRPr="00DD1D18">
              <w:rPr>
                <w:rtl/>
              </w:rPr>
              <w:t xml:space="preserve">43 </w:t>
            </w:r>
            <w:r>
              <w:rPr>
                <w:rtl/>
              </w:rPr>
              <w:t>و 4</w:t>
            </w:r>
            <w:r w:rsidRPr="00DD1D18">
              <w:rPr>
                <w:rtl/>
              </w:rPr>
              <w:t xml:space="preserve">7 </w:t>
            </w:r>
            <w:r>
              <w:rPr>
                <w:rtl/>
              </w:rPr>
              <w:t>و 5</w:t>
            </w:r>
            <w:r w:rsidRPr="00DD1D18">
              <w:rPr>
                <w:rtl/>
              </w:rPr>
              <w:t xml:space="preserve">3 </w:t>
            </w:r>
            <w:r>
              <w:rPr>
                <w:rtl/>
              </w:rPr>
              <w:t>و 1</w:t>
            </w:r>
            <w:r w:rsidRPr="00DD1D18">
              <w:rPr>
                <w:rtl/>
              </w:rPr>
              <w:t>74</w:t>
            </w:r>
          </w:p>
        </w:tc>
      </w:tr>
      <w:tr w:rsidR="008867CD" w:rsidRPr="00940B39" w:rsidTr="00AE355E">
        <w:tc>
          <w:tcPr>
            <w:tcW w:w="3339" w:type="dxa"/>
          </w:tcPr>
          <w:p w:rsidR="008867CD" w:rsidRPr="00DD1D18" w:rsidRDefault="008867CD" w:rsidP="008867CD">
            <w:pPr>
              <w:pStyle w:val="libNormal0"/>
              <w:rPr>
                <w:rFonts w:hint="cs"/>
                <w:rtl/>
              </w:rPr>
            </w:pPr>
            <w:r w:rsidRPr="00DD1D18">
              <w:rPr>
                <w:rtl/>
              </w:rPr>
              <w:t>الفضائل</w:t>
            </w:r>
          </w:p>
        </w:tc>
        <w:tc>
          <w:tcPr>
            <w:tcW w:w="4248" w:type="dxa"/>
          </w:tcPr>
          <w:p w:rsidR="008867CD" w:rsidRPr="00940B39" w:rsidRDefault="008867CD" w:rsidP="008867CD">
            <w:pPr>
              <w:pStyle w:val="libCenter"/>
              <w:rPr>
                <w:rtl/>
              </w:rPr>
            </w:pPr>
            <w:r w:rsidRPr="00DD1D18">
              <w:rPr>
                <w:rtl/>
              </w:rPr>
              <w:t>120</w:t>
            </w:r>
          </w:p>
        </w:tc>
      </w:tr>
      <w:tr w:rsidR="008867CD" w:rsidRPr="00940B39" w:rsidTr="00AE355E">
        <w:tc>
          <w:tcPr>
            <w:tcW w:w="3339" w:type="dxa"/>
          </w:tcPr>
          <w:p w:rsidR="008867CD" w:rsidRPr="00DD1D18" w:rsidRDefault="008867CD" w:rsidP="008867CD">
            <w:pPr>
              <w:pStyle w:val="libNormal0"/>
              <w:rPr>
                <w:rFonts w:hint="cs"/>
                <w:rtl/>
              </w:rPr>
            </w:pPr>
            <w:r w:rsidRPr="00DD1D18">
              <w:rPr>
                <w:rtl/>
              </w:rPr>
              <w:t>فضائل العرب</w:t>
            </w:r>
          </w:p>
        </w:tc>
        <w:tc>
          <w:tcPr>
            <w:tcW w:w="4248" w:type="dxa"/>
          </w:tcPr>
          <w:p w:rsidR="008867CD" w:rsidRPr="00940B39" w:rsidRDefault="008867CD" w:rsidP="008867CD">
            <w:pPr>
              <w:pStyle w:val="libCenter"/>
              <w:rPr>
                <w:rtl/>
              </w:rPr>
            </w:pPr>
            <w:r w:rsidRPr="00DD1D18">
              <w:rPr>
                <w:rtl/>
              </w:rPr>
              <w:t>22</w:t>
            </w:r>
          </w:p>
        </w:tc>
      </w:tr>
      <w:tr w:rsidR="008867CD" w:rsidRPr="00940B39" w:rsidTr="00AE355E">
        <w:tc>
          <w:tcPr>
            <w:tcW w:w="3339" w:type="dxa"/>
          </w:tcPr>
          <w:p w:rsidR="008867CD" w:rsidRPr="00DD1D18" w:rsidRDefault="008867CD" w:rsidP="008867CD">
            <w:pPr>
              <w:pStyle w:val="libNormal0"/>
              <w:rPr>
                <w:rFonts w:hint="cs"/>
                <w:rtl/>
              </w:rPr>
            </w:pPr>
            <w:r w:rsidRPr="00DD1D18">
              <w:rPr>
                <w:rtl/>
              </w:rPr>
              <w:t>فضل انا أنزلناه</w:t>
            </w:r>
          </w:p>
        </w:tc>
        <w:tc>
          <w:tcPr>
            <w:tcW w:w="4248" w:type="dxa"/>
          </w:tcPr>
          <w:p w:rsidR="008867CD" w:rsidRPr="00940B39" w:rsidRDefault="008867CD" w:rsidP="008867CD">
            <w:pPr>
              <w:pStyle w:val="libCenter"/>
              <w:rPr>
                <w:rtl/>
              </w:rPr>
            </w:pPr>
            <w:r w:rsidRPr="00DD1D18">
              <w:rPr>
                <w:rtl/>
              </w:rPr>
              <w:t>124</w:t>
            </w:r>
          </w:p>
        </w:tc>
      </w:tr>
      <w:tr w:rsidR="008867CD" w:rsidRPr="00940B39" w:rsidTr="00AE355E">
        <w:tc>
          <w:tcPr>
            <w:tcW w:w="3339" w:type="dxa"/>
          </w:tcPr>
          <w:p w:rsidR="008867CD" w:rsidRPr="00DD1D18" w:rsidRDefault="008867CD" w:rsidP="008867CD">
            <w:pPr>
              <w:pStyle w:val="libNormal0"/>
              <w:rPr>
                <w:rFonts w:hint="cs"/>
                <w:rtl/>
              </w:rPr>
            </w:pPr>
            <w:r w:rsidRPr="00DD1D18">
              <w:rPr>
                <w:rtl/>
              </w:rPr>
              <w:t xml:space="preserve">فضل النبي </w:t>
            </w:r>
            <w:r w:rsidR="00D8054C" w:rsidRPr="00D8054C">
              <w:rPr>
                <w:rStyle w:val="libAlaemChar"/>
                <w:rtl/>
              </w:rPr>
              <w:t>صلى‌الله‌عليه‌وآله</w:t>
            </w:r>
          </w:p>
        </w:tc>
        <w:tc>
          <w:tcPr>
            <w:tcW w:w="4248" w:type="dxa"/>
          </w:tcPr>
          <w:p w:rsidR="008867CD" w:rsidRPr="00940B39" w:rsidRDefault="008867CD" w:rsidP="008867CD">
            <w:pPr>
              <w:pStyle w:val="libCenter"/>
              <w:rPr>
                <w:rtl/>
              </w:rPr>
            </w:pPr>
            <w:r w:rsidRPr="00DD1D18">
              <w:rPr>
                <w:rtl/>
              </w:rPr>
              <w:t>22</w:t>
            </w:r>
          </w:p>
        </w:tc>
      </w:tr>
      <w:tr w:rsidR="008867CD" w:rsidRPr="00940B39" w:rsidTr="00AE355E">
        <w:tc>
          <w:tcPr>
            <w:tcW w:w="3339" w:type="dxa"/>
          </w:tcPr>
          <w:p w:rsidR="008867CD" w:rsidRPr="004C6B38" w:rsidRDefault="008867CD" w:rsidP="008867CD">
            <w:pPr>
              <w:pStyle w:val="libNormal0"/>
              <w:rPr>
                <w:rFonts w:hint="cs"/>
                <w:rtl/>
              </w:rPr>
            </w:pPr>
            <w:r w:rsidRPr="00DD1D18">
              <w:rPr>
                <w:rtl/>
              </w:rPr>
              <w:t>الفهم</w:t>
            </w:r>
          </w:p>
        </w:tc>
        <w:tc>
          <w:tcPr>
            <w:tcW w:w="4248" w:type="dxa"/>
          </w:tcPr>
          <w:p w:rsidR="008867CD" w:rsidRPr="00940B39" w:rsidRDefault="008867CD" w:rsidP="008867CD">
            <w:pPr>
              <w:pStyle w:val="libCenter"/>
              <w:rPr>
                <w:rtl/>
              </w:rPr>
            </w:pPr>
            <w:r w:rsidRPr="00DD1D18">
              <w:rPr>
                <w:rtl/>
              </w:rPr>
              <w:t>19</w:t>
            </w:r>
          </w:p>
        </w:tc>
      </w:tr>
      <w:tr w:rsidR="008867CD" w:rsidRPr="00940B39" w:rsidTr="00AE355E">
        <w:tc>
          <w:tcPr>
            <w:tcW w:w="3339" w:type="dxa"/>
          </w:tcPr>
          <w:p w:rsidR="008867CD" w:rsidRPr="007E0B1D" w:rsidRDefault="008867CD" w:rsidP="008867CD">
            <w:pPr>
              <w:pStyle w:val="libNormal0"/>
              <w:rPr>
                <w:rtl/>
              </w:rPr>
            </w:pPr>
            <w:r w:rsidRPr="007E0B1D">
              <w:rPr>
                <w:rtl/>
              </w:rPr>
              <w:t>الفيء والخمس</w:t>
            </w:r>
          </w:p>
        </w:tc>
        <w:tc>
          <w:tcPr>
            <w:tcW w:w="4248" w:type="dxa"/>
          </w:tcPr>
          <w:p w:rsidR="008867CD" w:rsidRPr="007E0B1D" w:rsidRDefault="008867CD" w:rsidP="008867CD">
            <w:pPr>
              <w:pStyle w:val="libCenter"/>
              <w:rPr>
                <w:rtl/>
              </w:rPr>
            </w:pPr>
            <w:r w:rsidRPr="007E0B1D">
              <w:rPr>
                <w:rtl/>
              </w:rPr>
              <w:t>159</w:t>
            </w:r>
          </w:p>
        </w:tc>
      </w:tr>
    </w:tbl>
    <w:p w:rsidR="008867CD" w:rsidRPr="007E0B1D" w:rsidRDefault="008867CD" w:rsidP="008867CD">
      <w:pPr>
        <w:pStyle w:val="libNormal"/>
        <w:rPr>
          <w:rtl/>
        </w:rPr>
      </w:pPr>
    </w:p>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القائم </w:t>
            </w:r>
            <w:r w:rsidR="00D8054C" w:rsidRPr="00D8054C">
              <w:rPr>
                <w:rStyle w:val="libAlaemChar"/>
                <w:rtl/>
              </w:rPr>
              <w:t>عليه‌السلام</w:t>
            </w:r>
            <w:r w:rsidRPr="004B0DFA">
              <w:rPr>
                <w:rtl/>
              </w:rPr>
              <w:t xml:space="preserve"> </w:t>
            </w:r>
          </w:p>
        </w:tc>
        <w:tc>
          <w:tcPr>
            <w:tcW w:w="4248" w:type="dxa"/>
          </w:tcPr>
          <w:p w:rsidR="008867CD" w:rsidRPr="00940B39" w:rsidRDefault="008867CD" w:rsidP="008867CD">
            <w:pPr>
              <w:pStyle w:val="libCenter"/>
              <w:rPr>
                <w:rtl/>
              </w:rPr>
            </w:pPr>
            <w:r w:rsidRPr="004B0DFA">
              <w:rPr>
                <w:rtl/>
              </w:rPr>
              <w:t>120</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القباب </w:t>
            </w:r>
          </w:p>
        </w:tc>
        <w:tc>
          <w:tcPr>
            <w:tcW w:w="4248" w:type="dxa"/>
          </w:tcPr>
          <w:p w:rsidR="008867CD" w:rsidRPr="00940B39" w:rsidRDefault="008867CD" w:rsidP="008867CD">
            <w:pPr>
              <w:pStyle w:val="libCenter"/>
              <w:rPr>
                <w:rtl/>
              </w:rPr>
            </w:pPr>
            <w:r w:rsidRPr="004B0DFA">
              <w:rPr>
                <w:rtl/>
              </w:rPr>
              <w:t>154</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قبض روح المؤمن والكافر </w:t>
            </w:r>
          </w:p>
        </w:tc>
        <w:tc>
          <w:tcPr>
            <w:tcW w:w="4248" w:type="dxa"/>
          </w:tcPr>
          <w:p w:rsidR="008867CD" w:rsidRPr="00940B39" w:rsidRDefault="008867CD" w:rsidP="008867CD">
            <w:pPr>
              <w:pStyle w:val="libCenter"/>
              <w:rPr>
                <w:rtl/>
              </w:rPr>
            </w:pPr>
            <w:r w:rsidRPr="004B0DFA">
              <w:rPr>
                <w:rtl/>
              </w:rPr>
              <w:t>78</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قرب الاسناد </w:t>
            </w:r>
          </w:p>
        </w:tc>
        <w:tc>
          <w:tcPr>
            <w:tcW w:w="4248" w:type="dxa"/>
          </w:tcPr>
          <w:p w:rsidR="008867CD" w:rsidRPr="00940B39" w:rsidRDefault="008867CD" w:rsidP="008867CD">
            <w:pPr>
              <w:pStyle w:val="libCenter"/>
              <w:rPr>
                <w:rtl/>
              </w:rPr>
            </w:pPr>
            <w:r w:rsidRPr="004B0DFA">
              <w:rPr>
                <w:rtl/>
              </w:rPr>
              <w:t>159</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القضايا </w:t>
            </w:r>
          </w:p>
        </w:tc>
        <w:tc>
          <w:tcPr>
            <w:tcW w:w="4248" w:type="dxa"/>
          </w:tcPr>
          <w:p w:rsidR="008867CD" w:rsidRPr="00940B39" w:rsidRDefault="008867CD" w:rsidP="008867CD">
            <w:pPr>
              <w:pStyle w:val="libCenter"/>
              <w:rPr>
                <w:rtl/>
              </w:rPr>
            </w:pPr>
            <w:r w:rsidRPr="004B0DFA">
              <w:rPr>
                <w:rtl/>
              </w:rPr>
              <w:t xml:space="preserve">90 </w:t>
            </w:r>
            <w:r>
              <w:rPr>
                <w:rtl/>
              </w:rPr>
              <w:t>و 1</w:t>
            </w:r>
            <w:r w:rsidRPr="004B0DFA">
              <w:rPr>
                <w:rtl/>
              </w:rPr>
              <w:t>03</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قضايا أمير المؤمنين </w:t>
            </w:r>
            <w:r w:rsidR="00D8054C" w:rsidRPr="00D8054C">
              <w:rPr>
                <w:rStyle w:val="libAlaemChar"/>
                <w:rtl/>
              </w:rPr>
              <w:t>عليه‌السلام</w:t>
            </w:r>
            <w:r w:rsidRPr="004B0DFA">
              <w:rPr>
                <w:rtl/>
              </w:rPr>
              <w:t xml:space="preserve"> </w:t>
            </w:r>
          </w:p>
        </w:tc>
        <w:tc>
          <w:tcPr>
            <w:tcW w:w="4248" w:type="dxa"/>
          </w:tcPr>
          <w:p w:rsidR="008867CD" w:rsidRPr="00940B39" w:rsidRDefault="008867CD" w:rsidP="008867CD">
            <w:pPr>
              <w:pStyle w:val="libCenter"/>
              <w:rPr>
                <w:rtl/>
              </w:rPr>
            </w:pPr>
            <w:r w:rsidRPr="004B0DFA">
              <w:rPr>
                <w:rtl/>
              </w:rPr>
              <w:t>9</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كتاب ابراهيم بن أبي البلاد </w:t>
            </w:r>
          </w:p>
        </w:tc>
        <w:tc>
          <w:tcPr>
            <w:tcW w:w="4248" w:type="dxa"/>
          </w:tcPr>
          <w:p w:rsidR="008867CD" w:rsidRPr="00940B39" w:rsidRDefault="008867CD" w:rsidP="008867CD">
            <w:pPr>
              <w:pStyle w:val="libCenter"/>
              <w:rPr>
                <w:rtl/>
              </w:rPr>
            </w:pPr>
            <w:r w:rsidRPr="004B0DFA">
              <w:rPr>
                <w:rtl/>
              </w:rPr>
              <w:t>10</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كتاب ابراهيم بن أبي محمود الخراساني </w:t>
            </w:r>
          </w:p>
        </w:tc>
        <w:tc>
          <w:tcPr>
            <w:tcW w:w="4248" w:type="dxa"/>
          </w:tcPr>
          <w:p w:rsidR="008867CD" w:rsidRPr="00940B39" w:rsidRDefault="008867CD" w:rsidP="008867CD">
            <w:pPr>
              <w:pStyle w:val="libCenter"/>
              <w:rPr>
                <w:rtl/>
              </w:rPr>
            </w:pPr>
            <w:r w:rsidRPr="004B0DFA">
              <w:rPr>
                <w:rtl/>
              </w:rPr>
              <w:t>6</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كتاب أميّة بن علي القيسي </w:t>
            </w:r>
          </w:p>
        </w:tc>
        <w:tc>
          <w:tcPr>
            <w:tcW w:w="4248" w:type="dxa"/>
          </w:tcPr>
          <w:p w:rsidR="008867CD" w:rsidRPr="00940B39" w:rsidRDefault="008867CD" w:rsidP="008867CD">
            <w:pPr>
              <w:pStyle w:val="libCenter"/>
              <w:rPr>
                <w:rtl/>
              </w:rPr>
            </w:pPr>
            <w:r w:rsidRPr="004B0DFA">
              <w:rPr>
                <w:rtl/>
              </w:rPr>
              <w:t>29</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كتاب حمزة بن يعلى الأشعري </w:t>
            </w:r>
          </w:p>
        </w:tc>
        <w:tc>
          <w:tcPr>
            <w:tcW w:w="4248" w:type="dxa"/>
          </w:tcPr>
          <w:p w:rsidR="008867CD" w:rsidRPr="00940B39" w:rsidRDefault="008867CD" w:rsidP="008867CD">
            <w:pPr>
              <w:pStyle w:val="libCenter"/>
              <w:rPr>
                <w:rtl/>
              </w:rPr>
            </w:pPr>
            <w:r w:rsidRPr="004B0DFA">
              <w:rPr>
                <w:rtl/>
              </w:rPr>
              <w:t>64</w:t>
            </w:r>
          </w:p>
        </w:tc>
      </w:tr>
      <w:tr w:rsidR="008867CD" w:rsidRPr="00940B39" w:rsidTr="00AE355E">
        <w:tc>
          <w:tcPr>
            <w:tcW w:w="3339" w:type="dxa"/>
          </w:tcPr>
          <w:p w:rsidR="008867CD" w:rsidRPr="004B0DFA" w:rsidRDefault="008867CD" w:rsidP="008867CD">
            <w:pPr>
              <w:pStyle w:val="libNormal0"/>
              <w:rPr>
                <w:rFonts w:hint="cs"/>
                <w:rtl/>
              </w:rPr>
            </w:pPr>
            <w:r w:rsidRPr="004B0DFA">
              <w:rPr>
                <w:rtl/>
              </w:rPr>
              <w:t xml:space="preserve">كتاب خيران بن اسحاق </w:t>
            </w:r>
          </w:p>
        </w:tc>
        <w:tc>
          <w:tcPr>
            <w:tcW w:w="4248" w:type="dxa"/>
          </w:tcPr>
          <w:p w:rsidR="008867CD" w:rsidRPr="00940B39" w:rsidRDefault="008867CD" w:rsidP="008867CD">
            <w:pPr>
              <w:pStyle w:val="libCenter"/>
              <w:rPr>
                <w:rtl/>
              </w:rPr>
            </w:pPr>
            <w:r w:rsidRPr="004B0DFA">
              <w:rPr>
                <w:rtl/>
              </w:rPr>
              <w:t>67</w:t>
            </w:r>
          </w:p>
        </w:tc>
      </w:tr>
      <w:tr w:rsidR="008867CD" w:rsidRPr="00940B39" w:rsidTr="00AE355E">
        <w:tc>
          <w:tcPr>
            <w:tcW w:w="3339" w:type="dxa"/>
          </w:tcPr>
          <w:p w:rsidR="008867CD" w:rsidRPr="005867E1" w:rsidRDefault="008867CD" w:rsidP="008867CD">
            <w:pPr>
              <w:pStyle w:val="libNormal0"/>
              <w:rPr>
                <w:rFonts w:hint="cs"/>
                <w:rtl/>
              </w:rPr>
            </w:pPr>
            <w:r w:rsidRPr="005867E1">
              <w:rPr>
                <w:rtl/>
              </w:rPr>
              <w:t>كتاب داود بن القاسم</w:t>
            </w:r>
            <w:r w:rsidR="00D8054C">
              <w:rPr>
                <w:rtl/>
              </w:rPr>
              <w:t>،</w:t>
            </w:r>
            <w:r w:rsidRPr="005867E1">
              <w:rPr>
                <w:rtl/>
              </w:rPr>
              <w:t xml:space="preserve"> أبو هاشم الجعفري </w:t>
            </w:r>
          </w:p>
        </w:tc>
        <w:tc>
          <w:tcPr>
            <w:tcW w:w="4248" w:type="dxa"/>
          </w:tcPr>
          <w:p w:rsidR="008867CD" w:rsidRPr="00940B39" w:rsidRDefault="008867CD" w:rsidP="008867CD">
            <w:pPr>
              <w:pStyle w:val="libCenter"/>
              <w:rPr>
                <w:rtl/>
              </w:rPr>
            </w:pPr>
            <w:r w:rsidRPr="005867E1">
              <w:rPr>
                <w:rtl/>
              </w:rPr>
              <w:t>68</w:t>
            </w:r>
          </w:p>
        </w:tc>
      </w:tr>
      <w:tr w:rsidR="008867CD" w:rsidRPr="00940B39" w:rsidTr="00AE355E">
        <w:tc>
          <w:tcPr>
            <w:tcW w:w="3339" w:type="dxa"/>
          </w:tcPr>
          <w:p w:rsidR="008867CD" w:rsidRPr="005867E1" w:rsidRDefault="008867CD" w:rsidP="008867CD">
            <w:pPr>
              <w:pStyle w:val="libNormal0"/>
              <w:rPr>
                <w:rFonts w:hint="cs"/>
                <w:rtl/>
              </w:rPr>
            </w:pPr>
            <w:r w:rsidRPr="005867E1">
              <w:rPr>
                <w:rtl/>
              </w:rPr>
              <w:t xml:space="preserve">كتاب زكريا بن آدم الأشعري </w:t>
            </w:r>
          </w:p>
        </w:tc>
        <w:tc>
          <w:tcPr>
            <w:tcW w:w="4248" w:type="dxa"/>
          </w:tcPr>
          <w:p w:rsidR="008867CD" w:rsidRPr="00940B39" w:rsidRDefault="008867CD" w:rsidP="008867CD">
            <w:pPr>
              <w:pStyle w:val="libCenter"/>
              <w:rPr>
                <w:rtl/>
              </w:rPr>
            </w:pPr>
            <w:r w:rsidRPr="005867E1">
              <w:rPr>
                <w:rtl/>
              </w:rPr>
              <w:t>73</w:t>
            </w:r>
          </w:p>
        </w:tc>
      </w:tr>
      <w:tr w:rsidR="008867CD" w:rsidRPr="00940B39" w:rsidTr="00AE355E">
        <w:tc>
          <w:tcPr>
            <w:tcW w:w="3339" w:type="dxa"/>
          </w:tcPr>
          <w:p w:rsidR="008867CD" w:rsidRPr="005867E1" w:rsidRDefault="008867CD" w:rsidP="008867CD">
            <w:pPr>
              <w:pStyle w:val="libNormal0"/>
              <w:rPr>
                <w:rFonts w:hint="cs"/>
                <w:rtl/>
              </w:rPr>
            </w:pPr>
            <w:r w:rsidRPr="005867E1">
              <w:rPr>
                <w:rtl/>
              </w:rPr>
              <w:t xml:space="preserve">كتاب سعد بن سعد الأحوص </w:t>
            </w:r>
          </w:p>
        </w:tc>
        <w:tc>
          <w:tcPr>
            <w:tcW w:w="4248" w:type="dxa"/>
          </w:tcPr>
          <w:p w:rsidR="008867CD" w:rsidRPr="00940B39" w:rsidRDefault="008867CD" w:rsidP="008867CD">
            <w:pPr>
              <w:pStyle w:val="libCenter"/>
              <w:rPr>
                <w:rtl/>
              </w:rPr>
            </w:pPr>
            <w:r w:rsidRPr="005867E1">
              <w:rPr>
                <w:rtl/>
              </w:rPr>
              <w:t>77</w:t>
            </w:r>
          </w:p>
        </w:tc>
      </w:tr>
      <w:tr w:rsidR="008867CD" w:rsidRPr="00940B39" w:rsidTr="00AE355E">
        <w:tc>
          <w:tcPr>
            <w:tcW w:w="3339" w:type="dxa"/>
          </w:tcPr>
          <w:p w:rsidR="008867CD" w:rsidRPr="005867E1" w:rsidRDefault="008867CD" w:rsidP="008867CD">
            <w:pPr>
              <w:pStyle w:val="libNormal0"/>
              <w:rPr>
                <w:rFonts w:hint="cs"/>
                <w:rtl/>
              </w:rPr>
            </w:pPr>
            <w:r w:rsidRPr="005867E1">
              <w:rPr>
                <w:rtl/>
              </w:rPr>
              <w:t xml:space="preserve">كتاب عبد الجبار بن المبارك </w:t>
            </w:r>
          </w:p>
        </w:tc>
        <w:tc>
          <w:tcPr>
            <w:tcW w:w="4248" w:type="dxa"/>
          </w:tcPr>
          <w:p w:rsidR="008867CD" w:rsidRPr="00940B39" w:rsidRDefault="008867CD" w:rsidP="008867CD">
            <w:pPr>
              <w:pStyle w:val="libCenter"/>
              <w:rPr>
                <w:rtl/>
              </w:rPr>
            </w:pPr>
            <w:r w:rsidRPr="005867E1">
              <w:rPr>
                <w:rtl/>
              </w:rPr>
              <w:t>89</w:t>
            </w:r>
          </w:p>
        </w:tc>
      </w:tr>
      <w:tr w:rsidR="008867CD" w:rsidRPr="00940B39" w:rsidTr="00AE355E">
        <w:tc>
          <w:tcPr>
            <w:tcW w:w="3339" w:type="dxa"/>
          </w:tcPr>
          <w:p w:rsidR="008867CD" w:rsidRPr="005867E1" w:rsidRDefault="008867CD" w:rsidP="008867CD">
            <w:pPr>
              <w:pStyle w:val="libNormal0"/>
              <w:rPr>
                <w:rFonts w:hint="cs"/>
                <w:rtl/>
              </w:rPr>
            </w:pPr>
            <w:r w:rsidRPr="005867E1">
              <w:rPr>
                <w:rtl/>
              </w:rPr>
              <w:t xml:space="preserve">كتاب عبد الله بن خداش </w:t>
            </w:r>
          </w:p>
        </w:tc>
        <w:tc>
          <w:tcPr>
            <w:tcW w:w="4248" w:type="dxa"/>
          </w:tcPr>
          <w:p w:rsidR="008867CD" w:rsidRPr="00940B39" w:rsidRDefault="008867CD" w:rsidP="008867CD">
            <w:pPr>
              <w:pStyle w:val="libCenter"/>
              <w:rPr>
                <w:rtl/>
              </w:rPr>
            </w:pPr>
            <w:r w:rsidRPr="005867E1">
              <w:rPr>
                <w:rtl/>
              </w:rPr>
              <w:t>92</w:t>
            </w:r>
          </w:p>
        </w:tc>
      </w:tr>
      <w:tr w:rsidR="008867CD" w:rsidRPr="00940B39" w:rsidTr="00AE355E">
        <w:tc>
          <w:tcPr>
            <w:tcW w:w="3339" w:type="dxa"/>
          </w:tcPr>
          <w:p w:rsidR="008867CD" w:rsidRPr="005867E1" w:rsidRDefault="008867CD" w:rsidP="008867CD">
            <w:pPr>
              <w:pStyle w:val="libNormal0"/>
              <w:rPr>
                <w:rFonts w:hint="cs"/>
                <w:rtl/>
              </w:rPr>
            </w:pPr>
            <w:r w:rsidRPr="005867E1">
              <w:rPr>
                <w:rtl/>
              </w:rPr>
              <w:t xml:space="preserve">كتاب علي بن بلال البغدادي </w:t>
            </w:r>
          </w:p>
        </w:tc>
        <w:tc>
          <w:tcPr>
            <w:tcW w:w="4248" w:type="dxa"/>
          </w:tcPr>
          <w:p w:rsidR="008867CD" w:rsidRPr="00940B39" w:rsidRDefault="008867CD" w:rsidP="008867CD">
            <w:pPr>
              <w:pStyle w:val="libCenter"/>
              <w:rPr>
                <w:rtl/>
              </w:rPr>
            </w:pPr>
            <w:r w:rsidRPr="005867E1">
              <w:rPr>
                <w:rtl/>
              </w:rPr>
              <w:t>105</w:t>
            </w:r>
          </w:p>
        </w:tc>
      </w:tr>
      <w:tr w:rsidR="008867CD" w:rsidRPr="00940B39" w:rsidTr="00AE355E">
        <w:tc>
          <w:tcPr>
            <w:tcW w:w="3339" w:type="dxa"/>
          </w:tcPr>
          <w:p w:rsidR="008867CD" w:rsidRPr="005867E1" w:rsidRDefault="008867CD" w:rsidP="008867CD">
            <w:pPr>
              <w:pStyle w:val="libNormal0"/>
              <w:rPr>
                <w:rFonts w:hint="cs"/>
                <w:rtl/>
              </w:rPr>
            </w:pPr>
            <w:r w:rsidRPr="005867E1">
              <w:rPr>
                <w:rtl/>
              </w:rPr>
              <w:t xml:space="preserve">كتاب علي بن حديد الأزدي </w:t>
            </w:r>
          </w:p>
        </w:tc>
        <w:tc>
          <w:tcPr>
            <w:tcW w:w="4248" w:type="dxa"/>
          </w:tcPr>
          <w:p w:rsidR="008867CD" w:rsidRPr="00940B39" w:rsidRDefault="008867CD" w:rsidP="008867CD">
            <w:pPr>
              <w:pStyle w:val="libCenter"/>
              <w:rPr>
                <w:rtl/>
              </w:rPr>
            </w:pPr>
            <w:r w:rsidRPr="005867E1">
              <w:rPr>
                <w:rtl/>
              </w:rPr>
              <w:t>108</w:t>
            </w:r>
          </w:p>
        </w:tc>
      </w:tr>
      <w:tr w:rsidR="008867CD" w:rsidRPr="00940B39" w:rsidTr="00AE355E">
        <w:tc>
          <w:tcPr>
            <w:tcW w:w="3339" w:type="dxa"/>
          </w:tcPr>
          <w:p w:rsidR="008867CD" w:rsidRPr="005867E1" w:rsidRDefault="008867CD" w:rsidP="008867CD">
            <w:pPr>
              <w:pStyle w:val="libNormal0"/>
              <w:rPr>
                <w:rFonts w:hint="cs"/>
                <w:rtl/>
              </w:rPr>
            </w:pPr>
            <w:r w:rsidRPr="005867E1">
              <w:rPr>
                <w:rtl/>
              </w:rPr>
              <w:t xml:space="preserve">كتاب علي بن حسان الواسطي </w:t>
            </w:r>
          </w:p>
        </w:tc>
        <w:tc>
          <w:tcPr>
            <w:tcW w:w="4248" w:type="dxa"/>
          </w:tcPr>
          <w:p w:rsidR="008867CD" w:rsidRPr="00940B39" w:rsidRDefault="008867CD" w:rsidP="008867CD">
            <w:pPr>
              <w:pStyle w:val="libCenter"/>
              <w:rPr>
                <w:rtl/>
              </w:rPr>
            </w:pPr>
            <w:r w:rsidRPr="005867E1">
              <w:rPr>
                <w:rtl/>
              </w:rPr>
              <w:t>109</w:t>
            </w:r>
          </w:p>
        </w:tc>
      </w:tr>
      <w:tr w:rsidR="008867CD" w:rsidRPr="00940B39" w:rsidTr="00AE355E">
        <w:tc>
          <w:tcPr>
            <w:tcW w:w="3339" w:type="dxa"/>
          </w:tcPr>
          <w:p w:rsidR="008867CD" w:rsidRPr="003F307D" w:rsidRDefault="008867CD" w:rsidP="008867CD">
            <w:pPr>
              <w:pStyle w:val="libNormal0"/>
              <w:rPr>
                <w:rFonts w:hint="cs"/>
                <w:rtl/>
              </w:rPr>
            </w:pPr>
            <w:r w:rsidRPr="003F307D">
              <w:rPr>
                <w:rtl/>
              </w:rPr>
              <w:t xml:space="preserve">كتاب علي بن الحكم النخعي </w:t>
            </w:r>
          </w:p>
        </w:tc>
        <w:tc>
          <w:tcPr>
            <w:tcW w:w="4248" w:type="dxa"/>
          </w:tcPr>
          <w:p w:rsidR="008867CD" w:rsidRPr="00940B39" w:rsidRDefault="008867CD" w:rsidP="008867CD">
            <w:pPr>
              <w:pStyle w:val="libCenter"/>
              <w:rPr>
                <w:rtl/>
              </w:rPr>
            </w:pPr>
            <w:r w:rsidRPr="003F307D">
              <w:rPr>
                <w:rtl/>
              </w:rPr>
              <w:t>111</w:t>
            </w:r>
          </w:p>
        </w:tc>
      </w:tr>
      <w:tr w:rsidR="008867CD" w:rsidRPr="00940B39" w:rsidTr="00AE355E">
        <w:tc>
          <w:tcPr>
            <w:tcW w:w="3339" w:type="dxa"/>
          </w:tcPr>
          <w:p w:rsidR="008867CD" w:rsidRDefault="008867CD" w:rsidP="008867CD">
            <w:pPr>
              <w:pStyle w:val="libNormal0"/>
            </w:pPr>
            <w:r w:rsidRPr="003F307D">
              <w:rPr>
                <w:rtl/>
              </w:rPr>
              <w:t xml:space="preserve">كتاب عمران بن محمّد بن عمران الأشعري </w:t>
            </w:r>
          </w:p>
        </w:tc>
        <w:tc>
          <w:tcPr>
            <w:tcW w:w="4248" w:type="dxa"/>
          </w:tcPr>
          <w:p w:rsidR="008867CD" w:rsidRPr="00940B39" w:rsidRDefault="008867CD" w:rsidP="008867CD">
            <w:pPr>
              <w:pStyle w:val="libCenter"/>
              <w:rPr>
                <w:rtl/>
              </w:rPr>
            </w:pPr>
            <w:r w:rsidRPr="003F307D">
              <w:rPr>
                <w:rtl/>
              </w:rPr>
              <w:t>126</w:t>
            </w:r>
          </w:p>
        </w:tc>
      </w:tr>
    </w:tbl>
    <w:p w:rsidR="008867CD" w:rsidRPr="007E0B1D" w:rsidRDefault="008867CD" w:rsidP="008867CD">
      <w:pPr>
        <w:pStyle w:val="libNormal"/>
        <w:rPr>
          <w:rtl/>
        </w:rPr>
      </w:pPr>
    </w:p>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كتاب محمّد بن سهل بن اليسع الأشعري </w:t>
            </w:r>
          </w:p>
        </w:tc>
        <w:tc>
          <w:tcPr>
            <w:tcW w:w="4248" w:type="dxa"/>
          </w:tcPr>
          <w:p w:rsidR="008867CD" w:rsidRPr="00940B39" w:rsidRDefault="008867CD" w:rsidP="008867CD">
            <w:pPr>
              <w:pStyle w:val="libCenter"/>
              <w:rPr>
                <w:rtl/>
              </w:rPr>
            </w:pPr>
            <w:r w:rsidRPr="00BE6032">
              <w:rPr>
                <w:rtl/>
              </w:rPr>
              <w:t>151</w:t>
            </w:r>
          </w:p>
        </w:tc>
      </w:tr>
      <w:tr w:rsidR="008867CD" w:rsidRPr="00940B39" w:rsidTr="00AE355E">
        <w:tc>
          <w:tcPr>
            <w:tcW w:w="3339" w:type="dxa"/>
          </w:tcPr>
          <w:p w:rsidR="008867CD" w:rsidRPr="00BE6032" w:rsidRDefault="008867CD" w:rsidP="008867CD">
            <w:pPr>
              <w:pStyle w:val="libNormal0"/>
              <w:rPr>
                <w:rFonts w:hint="cs"/>
                <w:rtl/>
              </w:rPr>
            </w:pPr>
            <w:r w:rsidRPr="00BE6032">
              <w:rPr>
                <w:rtl/>
              </w:rPr>
              <w:t>كتاب محمّد بن الفضيل الأزدي</w:t>
            </w:r>
            <w:r w:rsidR="00D8054C">
              <w:rPr>
                <w:rtl/>
              </w:rPr>
              <w:t>،</w:t>
            </w:r>
            <w:r w:rsidRPr="00BE6032">
              <w:rPr>
                <w:rtl/>
              </w:rPr>
              <w:t xml:space="preserve"> الصيرفي </w:t>
            </w:r>
          </w:p>
        </w:tc>
        <w:tc>
          <w:tcPr>
            <w:tcW w:w="4248" w:type="dxa"/>
          </w:tcPr>
          <w:p w:rsidR="008867CD" w:rsidRPr="00940B39" w:rsidRDefault="008867CD" w:rsidP="008867CD">
            <w:pPr>
              <w:pStyle w:val="libCenter"/>
              <w:rPr>
                <w:rtl/>
              </w:rPr>
            </w:pPr>
            <w:r w:rsidRPr="00BE6032">
              <w:rPr>
                <w:rtl/>
              </w:rPr>
              <w:t>161</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الكفارات </w:t>
            </w:r>
          </w:p>
        </w:tc>
        <w:tc>
          <w:tcPr>
            <w:tcW w:w="4248" w:type="dxa"/>
          </w:tcPr>
          <w:p w:rsidR="008867CD" w:rsidRPr="00940B39" w:rsidRDefault="008867CD" w:rsidP="008867CD">
            <w:pPr>
              <w:pStyle w:val="libCenter"/>
              <w:rPr>
                <w:rtl/>
              </w:rPr>
            </w:pPr>
            <w:r w:rsidRPr="00BE6032">
              <w:rPr>
                <w:rtl/>
              </w:rPr>
              <w:t>120</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اللؤلؤة </w:t>
            </w:r>
          </w:p>
        </w:tc>
        <w:tc>
          <w:tcPr>
            <w:tcW w:w="4248" w:type="dxa"/>
          </w:tcPr>
          <w:p w:rsidR="008867CD" w:rsidRPr="00940B39" w:rsidRDefault="008867CD" w:rsidP="008867CD">
            <w:pPr>
              <w:pStyle w:val="libCenter"/>
              <w:rPr>
                <w:rtl/>
              </w:rPr>
            </w:pPr>
            <w:r w:rsidRPr="00BE6032">
              <w:rPr>
                <w:rtl/>
              </w:rPr>
              <w:t xml:space="preserve">142 </w:t>
            </w:r>
            <w:r>
              <w:rPr>
                <w:rtl/>
              </w:rPr>
              <w:t>و 1</w:t>
            </w:r>
            <w:r w:rsidRPr="00BE6032">
              <w:rPr>
                <w:rtl/>
              </w:rPr>
              <w:t>59</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ما اتفق لفظه واختلف معناه </w:t>
            </w:r>
          </w:p>
        </w:tc>
        <w:tc>
          <w:tcPr>
            <w:tcW w:w="4248" w:type="dxa"/>
          </w:tcPr>
          <w:p w:rsidR="008867CD" w:rsidRPr="00940B39" w:rsidRDefault="008867CD" w:rsidP="008867CD">
            <w:pPr>
              <w:pStyle w:val="libCenter"/>
              <w:rPr>
                <w:rtl/>
              </w:rPr>
            </w:pPr>
            <w:r w:rsidRPr="00BE6032">
              <w:rPr>
                <w:rtl/>
              </w:rPr>
              <w:t>192</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المتعة </w:t>
            </w:r>
          </w:p>
        </w:tc>
        <w:tc>
          <w:tcPr>
            <w:tcW w:w="4248" w:type="dxa"/>
          </w:tcPr>
          <w:p w:rsidR="008867CD" w:rsidRPr="00940B39" w:rsidRDefault="008867CD" w:rsidP="008867CD">
            <w:pPr>
              <w:pStyle w:val="libCenter"/>
              <w:rPr>
                <w:rtl/>
              </w:rPr>
            </w:pPr>
            <w:r w:rsidRPr="00BE6032">
              <w:rPr>
                <w:rtl/>
              </w:rPr>
              <w:t>22</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مجالس هشام بن الحكم </w:t>
            </w:r>
          </w:p>
        </w:tc>
        <w:tc>
          <w:tcPr>
            <w:tcW w:w="4248" w:type="dxa"/>
          </w:tcPr>
          <w:p w:rsidR="008867CD" w:rsidRPr="00940B39" w:rsidRDefault="008867CD" w:rsidP="008867CD">
            <w:pPr>
              <w:pStyle w:val="libCenter"/>
              <w:rPr>
                <w:rtl/>
              </w:rPr>
            </w:pPr>
            <w:r w:rsidRPr="00BE6032">
              <w:rPr>
                <w:rtl/>
              </w:rPr>
              <w:t>27</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المحاسن </w:t>
            </w:r>
          </w:p>
        </w:tc>
        <w:tc>
          <w:tcPr>
            <w:tcW w:w="4248" w:type="dxa"/>
          </w:tcPr>
          <w:p w:rsidR="008867CD" w:rsidRPr="00940B39" w:rsidRDefault="008867CD" w:rsidP="008867CD">
            <w:pPr>
              <w:pStyle w:val="libCenter"/>
              <w:rPr>
                <w:rtl/>
              </w:rPr>
            </w:pPr>
            <w:r w:rsidRPr="00BE6032">
              <w:rPr>
                <w:rtl/>
              </w:rPr>
              <w:t xml:space="preserve">19 </w:t>
            </w:r>
            <w:r>
              <w:rPr>
                <w:rtl/>
              </w:rPr>
              <w:t>و 1</w:t>
            </w:r>
            <w:r w:rsidRPr="00BE6032">
              <w:rPr>
                <w:rtl/>
              </w:rPr>
              <w:t>44</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المذكر والمؤنث </w:t>
            </w:r>
          </w:p>
        </w:tc>
        <w:tc>
          <w:tcPr>
            <w:tcW w:w="4248" w:type="dxa"/>
          </w:tcPr>
          <w:p w:rsidR="008867CD" w:rsidRPr="00940B39" w:rsidRDefault="008867CD" w:rsidP="008867CD">
            <w:pPr>
              <w:pStyle w:val="libCenter"/>
              <w:rPr>
                <w:rtl/>
              </w:rPr>
            </w:pPr>
            <w:r w:rsidRPr="00BE6032">
              <w:rPr>
                <w:rtl/>
              </w:rPr>
              <w:t>192</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المزاج </w:t>
            </w:r>
          </w:p>
        </w:tc>
        <w:tc>
          <w:tcPr>
            <w:tcW w:w="4248" w:type="dxa"/>
          </w:tcPr>
          <w:p w:rsidR="008867CD" w:rsidRPr="00940B39" w:rsidRDefault="008867CD" w:rsidP="008867CD">
            <w:pPr>
              <w:pStyle w:val="libCenter"/>
              <w:rPr>
                <w:rtl/>
              </w:rPr>
            </w:pPr>
            <w:r w:rsidRPr="00BE6032">
              <w:rPr>
                <w:rtl/>
              </w:rPr>
              <w:t>47</w:t>
            </w:r>
          </w:p>
        </w:tc>
      </w:tr>
      <w:tr w:rsidR="008867CD" w:rsidRPr="00940B39" w:rsidTr="00AE355E">
        <w:tc>
          <w:tcPr>
            <w:tcW w:w="3339" w:type="dxa"/>
          </w:tcPr>
          <w:p w:rsidR="008867CD" w:rsidRPr="00BE6032" w:rsidRDefault="008867CD" w:rsidP="008867CD">
            <w:pPr>
              <w:pStyle w:val="libNormal0"/>
              <w:rPr>
                <w:rFonts w:hint="cs"/>
                <w:rtl/>
              </w:rPr>
            </w:pPr>
            <w:r w:rsidRPr="00BE6032">
              <w:rPr>
                <w:rtl/>
              </w:rPr>
              <w:t xml:space="preserve">المزار </w:t>
            </w:r>
          </w:p>
        </w:tc>
        <w:tc>
          <w:tcPr>
            <w:tcW w:w="4248" w:type="dxa"/>
          </w:tcPr>
          <w:p w:rsidR="008867CD" w:rsidRPr="00940B39" w:rsidRDefault="008867CD" w:rsidP="008867CD">
            <w:pPr>
              <w:pStyle w:val="libCenter"/>
              <w:rPr>
                <w:rtl/>
              </w:rPr>
            </w:pPr>
            <w:r w:rsidRPr="00BE6032">
              <w:rPr>
                <w:rtl/>
              </w:rPr>
              <w:t>104</w:t>
            </w:r>
          </w:p>
        </w:tc>
      </w:tr>
      <w:tr w:rsidR="008867CD" w:rsidRPr="00940B39" w:rsidTr="00AE355E">
        <w:tc>
          <w:tcPr>
            <w:tcW w:w="3339" w:type="dxa"/>
          </w:tcPr>
          <w:p w:rsidR="008867CD" w:rsidRPr="00BE477F" w:rsidRDefault="008867CD" w:rsidP="008867CD">
            <w:pPr>
              <w:pStyle w:val="libNormal0"/>
              <w:rPr>
                <w:rFonts w:hint="cs"/>
                <w:rtl/>
              </w:rPr>
            </w:pPr>
            <w:r w:rsidRPr="00BE477F">
              <w:rPr>
                <w:rtl/>
              </w:rPr>
              <w:t xml:space="preserve">المسائل </w:t>
            </w:r>
          </w:p>
        </w:tc>
        <w:tc>
          <w:tcPr>
            <w:tcW w:w="4248" w:type="dxa"/>
          </w:tcPr>
          <w:p w:rsidR="008867CD" w:rsidRPr="00940B39" w:rsidRDefault="008867CD" w:rsidP="008867CD">
            <w:pPr>
              <w:pStyle w:val="libCenter"/>
              <w:rPr>
                <w:rtl/>
              </w:rPr>
            </w:pPr>
            <w:r w:rsidRPr="00BE477F">
              <w:rPr>
                <w:rtl/>
              </w:rPr>
              <w:t>193</w:t>
            </w:r>
          </w:p>
        </w:tc>
      </w:tr>
      <w:tr w:rsidR="008867CD" w:rsidRPr="00940B39" w:rsidTr="00AE355E">
        <w:tc>
          <w:tcPr>
            <w:tcW w:w="3339" w:type="dxa"/>
          </w:tcPr>
          <w:p w:rsidR="008867CD" w:rsidRPr="00BE477F" w:rsidRDefault="008867CD" w:rsidP="008867CD">
            <w:pPr>
              <w:pStyle w:val="libNormal0"/>
              <w:rPr>
                <w:rFonts w:hint="cs"/>
                <w:rtl/>
              </w:rPr>
            </w:pPr>
            <w:r w:rsidRPr="00BE477F">
              <w:rPr>
                <w:rtl/>
              </w:rPr>
              <w:t xml:space="preserve">مسائل الامام الرضا </w:t>
            </w:r>
            <w:r w:rsidR="00D8054C" w:rsidRPr="00D8054C">
              <w:rPr>
                <w:rStyle w:val="libAlaemChar"/>
                <w:rtl/>
              </w:rPr>
              <w:t>عليه‌السلام</w:t>
            </w:r>
            <w:r w:rsidRPr="00BE477F">
              <w:rPr>
                <w:rtl/>
              </w:rPr>
              <w:t xml:space="preserve"> </w:t>
            </w:r>
          </w:p>
        </w:tc>
        <w:tc>
          <w:tcPr>
            <w:tcW w:w="4248" w:type="dxa"/>
          </w:tcPr>
          <w:p w:rsidR="008867CD" w:rsidRPr="00940B39" w:rsidRDefault="008867CD" w:rsidP="008867CD">
            <w:pPr>
              <w:pStyle w:val="libCenter"/>
              <w:rPr>
                <w:rtl/>
              </w:rPr>
            </w:pPr>
            <w:r w:rsidRPr="00BE477F">
              <w:rPr>
                <w:rtl/>
              </w:rPr>
              <w:t>97</w:t>
            </w:r>
          </w:p>
        </w:tc>
      </w:tr>
      <w:tr w:rsidR="008867CD" w:rsidRPr="00940B39" w:rsidTr="00AE355E">
        <w:tc>
          <w:tcPr>
            <w:tcW w:w="3339" w:type="dxa"/>
          </w:tcPr>
          <w:p w:rsidR="008867CD" w:rsidRPr="00BE477F" w:rsidRDefault="008867CD" w:rsidP="008867CD">
            <w:pPr>
              <w:pStyle w:val="libNormal0"/>
              <w:rPr>
                <w:rFonts w:hint="cs"/>
                <w:rtl/>
              </w:rPr>
            </w:pPr>
            <w:r w:rsidRPr="00BE477F">
              <w:rPr>
                <w:rtl/>
              </w:rPr>
              <w:t xml:space="preserve">مسائل للامام العسكري </w:t>
            </w:r>
            <w:r w:rsidR="00D8054C" w:rsidRPr="00D8054C">
              <w:rPr>
                <w:rStyle w:val="libAlaemChar"/>
                <w:rtl/>
              </w:rPr>
              <w:t>عليه‌السلام</w:t>
            </w:r>
            <w:r w:rsidRPr="00BE477F">
              <w:rPr>
                <w:rtl/>
              </w:rPr>
              <w:t xml:space="preserve"> </w:t>
            </w:r>
          </w:p>
        </w:tc>
        <w:tc>
          <w:tcPr>
            <w:tcW w:w="4248" w:type="dxa"/>
          </w:tcPr>
          <w:p w:rsidR="008867CD" w:rsidRPr="00940B39" w:rsidRDefault="008867CD" w:rsidP="008867CD">
            <w:pPr>
              <w:pStyle w:val="libCenter"/>
              <w:rPr>
                <w:rtl/>
              </w:rPr>
            </w:pPr>
            <w:r w:rsidRPr="00BE477F">
              <w:rPr>
                <w:rtl/>
              </w:rPr>
              <w:t>147</w:t>
            </w:r>
          </w:p>
        </w:tc>
      </w:tr>
      <w:tr w:rsidR="008867CD" w:rsidRPr="00940B39" w:rsidTr="00AE355E">
        <w:tc>
          <w:tcPr>
            <w:tcW w:w="3339" w:type="dxa"/>
          </w:tcPr>
          <w:p w:rsidR="008867CD" w:rsidRPr="008E6CE3" w:rsidRDefault="008867CD" w:rsidP="008867CD">
            <w:pPr>
              <w:pStyle w:val="libNormal0"/>
              <w:rPr>
                <w:rFonts w:hint="cs"/>
                <w:rtl/>
              </w:rPr>
            </w:pPr>
            <w:r w:rsidRPr="008E6CE3">
              <w:rPr>
                <w:rtl/>
              </w:rPr>
              <w:t xml:space="preserve">مسائل داود بن مافنة الصرمي </w:t>
            </w:r>
          </w:p>
        </w:tc>
        <w:tc>
          <w:tcPr>
            <w:tcW w:w="4248" w:type="dxa"/>
          </w:tcPr>
          <w:p w:rsidR="008867CD" w:rsidRPr="00940B39" w:rsidRDefault="008867CD" w:rsidP="008867CD">
            <w:pPr>
              <w:pStyle w:val="libCenter"/>
              <w:rPr>
                <w:rtl/>
              </w:rPr>
            </w:pPr>
            <w:r w:rsidRPr="008E6CE3">
              <w:rPr>
                <w:rtl/>
              </w:rPr>
              <w:t>69</w:t>
            </w:r>
          </w:p>
        </w:tc>
      </w:tr>
      <w:tr w:rsidR="008867CD" w:rsidRPr="00940B39" w:rsidTr="00AE355E">
        <w:tc>
          <w:tcPr>
            <w:tcW w:w="3339" w:type="dxa"/>
          </w:tcPr>
          <w:p w:rsidR="008867CD" w:rsidRPr="008E6CE3" w:rsidRDefault="008867CD" w:rsidP="008867CD">
            <w:pPr>
              <w:pStyle w:val="libNormal0"/>
              <w:rPr>
                <w:rFonts w:hint="cs"/>
                <w:rtl/>
              </w:rPr>
            </w:pPr>
            <w:r w:rsidRPr="008E6CE3">
              <w:rPr>
                <w:rtl/>
              </w:rPr>
              <w:t xml:space="preserve">مسائل الرجال </w:t>
            </w:r>
          </w:p>
        </w:tc>
        <w:tc>
          <w:tcPr>
            <w:tcW w:w="4248" w:type="dxa"/>
          </w:tcPr>
          <w:p w:rsidR="008867CD" w:rsidRPr="00940B39" w:rsidRDefault="008867CD" w:rsidP="008867CD">
            <w:pPr>
              <w:pStyle w:val="libCenter"/>
              <w:rPr>
                <w:rtl/>
              </w:rPr>
            </w:pPr>
            <w:r w:rsidRPr="008E6CE3">
              <w:rPr>
                <w:rtl/>
              </w:rPr>
              <w:t>183</w:t>
            </w:r>
          </w:p>
        </w:tc>
      </w:tr>
      <w:tr w:rsidR="008867CD" w:rsidRPr="00940B39" w:rsidTr="00AE355E">
        <w:tc>
          <w:tcPr>
            <w:tcW w:w="3339" w:type="dxa"/>
          </w:tcPr>
          <w:p w:rsidR="008867CD" w:rsidRPr="008E6CE3" w:rsidRDefault="008867CD" w:rsidP="008867CD">
            <w:pPr>
              <w:pStyle w:val="libNormal0"/>
              <w:rPr>
                <w:rFonts w:hint="cs"/>
                <w:rtl/>
              </w:rPr>
            </w:pPr>
            <w:r w:rsidRPr="008E6CE3">
              <w:rPr>
                <w:rtl/>
              </w:rPr>
              <w:t xml:space="preserve">مسائل الرجال لأبي الحسن الهادي </w:t>
            </w:r>
            <w:r w:rsidR="00D8054C" w:rsidRPr="00D8054C">
              <w:rPr>
                <w:rStyle w:val="libAlaemChar"/>
                <w:rtl/>
              </w:rPr>
              <w:t>عليه‌السلام</w:t>
            </w:r>
            <w:r w:rsidRPr="008E6CE3">
              <w:rPr>
                <w:rtl/>
              </w:rPr>
              <w:t xml:space="preserve"> </w:t>
            </w:r>
          </w:p>
        </w:tc>
        <w:tc>
          <w:tcPr>
            <w:tcW w:w="4248" w:type="dxa"/>
          </w:tcPr>
          <w:p w:rsidR="008867CD" w:rsidRPr="00940B39" w:rsidRDefault="008867CD" w:rsidP="008867CD">
            <w:pPr>
              <w:pStyle w:val="libCenter"/>
              <w:rPr>
                <w:rtl/>
              </w:rPr>
            </w:pPr>
            <w:r w:rsidRPr="008E6CE3">
              <w:rPr>
                <w:rtl/>
              </w:rPr>
              <w:t>12</w:t>
            </w:r>
          </w:p>
        </w:tc>
      </w:tr>
      <w:tr w:rsidR="008867CD" w:rsidRPr="00940B39" w:rsidTr="00AE355E">
        <w:tc>
          <w:tcPr>
            <w:tcW w:w="3339" w:type="dxa"/>
          </w:tcPr>
          <w:p w:rsidR="008867CD" w:rsidRPr="00BC186E" w:rsidRDefault="008867CD" w:rsidP="008867CD">
            <w:pPr>
              <w:pStyle w:val="libNormal0"/>
              <w:rPr>
                <w:rFonts w:hint="cs"/>
                <w:rtl/>
              </w:rPr>
            </w:pPr>
            <w:r w:rsidRPr="00BC186E">
              <w:rPr>
                <w:rtl/>
              </w:rPr>
              <w:t xml:space="preserve">مسائل الصباح بن نصر الهندي </w:t>
            </w:r>
          </w:p>
        </w:tc>
        <w:tc>
          <w:tcPr>
            <w:tcW w:w="4248" w:type="dxa"/>
          </w:tcPr>
          <w:p w:rsidR="008867CD" w:rsidRPr="00940B39" w:rsidRDefault="008867CD" w:rsidP="008867CD">
            <w:pPr>
              <w:pStyle w:val="libCenter"/>
              <w:rPr>
                <w:rtl/>
              </w:rPr>
            </w:pPr>
            <w:r w:rsidRPr="00BC186E">
              <w:rPr>
                <w:rtl/>
              </w:rPr>
              <w:t>72</w:t>
            </w:r>
          </w:p>
        </w:tc>
      </w:tr>
      <w:tr w:rsidR="008867CD" w:rsidRPr="00940B39" w:rsidTr="00AE355E">
        <w:tc>
          <w:tcPr>
            <w:tcW w:w="3339" w:type="dxa"/>
          </w:tcPr>
          <w:p w:rsidR="008867CD" w:rsidRPr="00BC186E" w:rsidRDefault="008867CD" w:rsidP="008867CD">
            <w:pPr>
              <w:pStyle w:val="libNormal0"/>
              <w:rPr>
                <w:rFonts w:hint="cs"/>
                <w:rtl/>
              </w:rPr>
            </w:pPr>
            <w:r w:rsidRPr="00BC186E">
              <w:rPr>
                <w:rtl/>
              </w:rPr>
              <w:t xml:space="preserve">مسائل علي بن جعفر </w:t>
            </w:r>
          </w:p>
        </w:tc>
        <w:tc>
          <w:tcPr>
            <w:tcW w:w="4248" w:type="dxa"/>
          </w:tcPr>
          <w:p w:rsidR="008867CD" w:rsidRPr="00940B39" w:rsidRDefault="008867CD" w:rsidP="008867CD">
            <w:pPr>
              <w:pStyle w:val="libCenter"/>
              <w:rPr>
                <w:rtl/>
              </w:rPr>
            </w:pPr>
            <w:r w:rsidRPr="00BC186E">
              <w:rPr>
                <w:rtl/>
              </w:rPr>
              <w:t>107</w:t>
            </w:r>
          </w:p>
        </w:tc>
      </w:tr>
      <w:tr w:rsidR="008867CD" w:rsidRPr="00940B39" w:rsidTr="00AE355E">
        <w:tc>
          <w:tcPr>
            <w:tcW w:w="3339" w:type="dxa"/>
          </w:tcPr>
          <w:p w:rsidR="008867CD" w:rsidRPr="00BC186E" w:rsidRDefault="008867CD" w:rsidP="008867CD">
            <w:pPr>
              <w:pStyle w:val="libNormal0"/>
              <w:rPr>
                <w:rFonts w:hint="cs"/>
                <w:rtl/>
              </w:rPr>
            </w:pPr>
            <w:r w:rsidRPr="00BC186E">
              <w:rPr>
                <w:rtl/>
              </w:rPr>
              <w:t xml:space="preserve">المسائل المجربة </w:t>
            </w:r>
          </w:p>
        </w:tc>
        <w:tc>
          <w:tcPr>
            <w:tcW w:w="4248" w:type="dxa"/>
          </w:tcPr>
          <w:p w:rsidR="008867CD" w:rsidRPr="00940B39" w:rsidRDefault="008867CD" w:rsidP="008867CD">
            <w:pPr>
              <w:pStyle w:val="libCenter"/>
              <w:rPr>
                <w:rtl/>
              </w:rPr>
            </w:pPr>
            <w:r w:rsidRPr="00BC186E">
              <w:rPr>
                <w:rtl/>
              </w:rPr>
              <w:t>159</w:t>
            </w:r>
          </w:p>
        </w:tc>
      </w:tr>
      <w:tr w:rsidR="008867CD" w:rsidRPr="00940B39" w:rsidTr="00AE355E">
        <w:tc>
          <w:tcPr>
            <w:tcW w:w="3339" w:type="dxa"/>
          </w:tcPr>
          <w:p w:rsidR="008867CD" w:rsidRPr="00BC186E" w:rsidRDefault="008867CD" w:rsidP="008867CD">
            <w:pPr>
              <w:pStyle w:val="libNormal0"/>
              <w:rPr>
                <w:rtl/>
              </w:rPr>
            </w:pPr>
            <w:r w:rsidRPr="00BC186E">
              <w:rPr>
                <w:rtl/>
              </w:rPr>
              <w:t xml:space="preserve">مسائل محمّد بن الفرج الرخجي </w:t>
            </w:r>
          </w:p>
        </w:tc>
        <w:tc>
          <w:tcPr>
            <w:tcW w:w="4248" w:type="dxa"/>
          </w:tcPr>
          <w:p w:rsidR="008867CD" w:rsidRPr="00940B39" w:rsidRDefault="008867CD" w:rsidP="008867CD">
            <w:pPr>
              <w:pStyle w:val="libCenter"/>
              <w:rPr>
                <w:rtl/>
              </w:rPr>
            </w:pPr>
            <w:r w:rsidRPr="00BC186E">
              <w:rPr>
                <w:rtl/>
              </w:rPr>
              <w:t>160</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752657" w:rsidRDefault="008867CD" w:rsidP="008867CD">
            <w:pPr>
              <w:pStyle w:val="libNormal0"/>
              <w:rPr>
                <w:rFonts w:hint="cs"/>
                <w:rtl/>
              </w:rPr>
            </w:pPr>
            <w:r w:rsidRPr="00752657">
              <w:rPr>
                <w:rtl/>
              </w:rPr>
              <w:t>مسائل محمّد بن الفضيل الأزدي</w:t>
            </w:r>
            <w:r w:rsidR="00D8054C">
              <w:rPr>
                <w:rtl/>
              </w:rPr>
              <w:t>،</w:t>
            </w:r>
            <w:r w:rsidRPr="00752657">
              <w:rPr>
                <w:rtl/>
              </w:rPr>
              <w:t xml:space="preserve"> الصيرفي </w:t>
            </w:r>
          </w:p>
        </w:tc>
        <w:tc>
          <w:tcPr>
            <w:tcW w:w="4248" w:type="dxa"/>
          </w:tcPr>
          <w:p w:rsidR="008867CD" w:rsidRPr="00940B39" w:rsidRDefault="008867CD" w:rsidP="008867CD">
            <w:pPr>
              <w:pStyle w:val="libCenter"/>
              <w:rPr>
                <w:rtl/>
              </w:rPr>
            </w:pPr>
            <w:r w:rsidRPr="00752657">
              <w:rPr>
                <w:rtl/>
              </w:rPr>
              <w:t>161</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المشيخة </w:t>
            </w:r>
          </w:p>
        </w:tc>
        <w:tc>
          <w:tcPr>
            <w:tcW w:w="4248" w:type="dxa"/>
          </w:tcPr>
          <w:p w:rsidR="008867CD" w:rsidRPr="00940B39" w:rsidRDefault="008867CD" w:rsidP="008867CD">
            <w:pPr>
              <w:pStyle w:val="libCenter"/>
              <w:rPr>
                <w:rtl/>
              </w:rPr>
            </w:pPr>
            <w:r w:rsidRPr="00752657">
              <w:rPr>
                <w:rtl/>
              </w:rPr>
              <w:t>47</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المطعم والمشرب </w:t>
            </w:r>
          </w:p>
        </w:tc>
        <w:tc>
          <w:tcPr>
            <w:tcW w:w="4248" w:type="dxa"/>
          </w:tcPr>
          <w:p w:rsidR="008867CD" w:rsidRPr="00940B39" w:rsidRDefault="008867CD" w:rsidP="008867CD">
            <w:pPr>
              <w:pStyle w:val="libCenter"/>
              <w:rPr>
                <w:rtl/>
              </w:rPr>
            </w:pPr>
            <w:r w:rsidRPr="00752657">
              <w:rPr>
                <w:rtl/>
              </w:rPr>
              <w:t>90</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المعرفة </w:t>
            </w:r>
          </w:p>
        </w:tc>
        <w:tc>
          <w:tcPr>
            <w:tcW w:w="4248" w:type="dxa"/>
          </w:tcPr>
          <w:p w:rsidR="008867CD" w:rsidRPr="00940B39" w:rsidRDefault="008867CD" w:rsidP="008867CD">
            <w:pPr>
              <w:pStyle w:val="libCenter"/>
              <w:rPr>
                <w:rtl/>
              </w:rPr>
            </w:pPr>
            <w:r w:rsidRPr="00752657">
              <w:rPr>
                <w:rtl/>
              </w:rPr>
              <w:t xml:space="preserve">138 </w:t>
            </w:r>
            <w:r>
              <w:rPr>
                <w:rtl/>
              </w:rPr>
              <w:t>و 1</w:t>
            </w:r>
            <w:r w:rsidRPr="00752657">
              <w:rPr>
                <w:rtl/>
              </w:rPr>
              <w:t xml:space="preserve">42 </w:t>
            </w:r>
            <w:r>
              <w:rPr>
                <w:rtl/>
              </w:rPr>
              <w:t>و 1</w:t>
            </w:r>
            <w:r w:rsidRPr="00752657">
              <w:rPr>
                <w:rtl/>
              </w:rPr>
              <w:t>59</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معرفة رواة الأخبار </w:t>
            </w:r>
          </w:p>
        </w:tc>
        <w:tc>
          <w:tcPr>
            <w:tcW w:w="4248" w:type="dxa"/>
          </w:tcPr>
          <w:p w:rsidR="008867CD" w:rsidRPr="00940B39" w:rsidRDefault="008867CD" w:rsidP="008867CD">
            <w:pPr>
              <w:pStyle w:val="libCenter"/>
              <w:rPr>
                <w:rtl/>
              </w:rPr>
            </w:pPr>
            <w:r w:rsidRPr="00752657">
              <w:rPr>
                <w:rtl/>
              </w:rPr>
              <w:t>47</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مقتل أبي الخطاب </w:t>
            </w:r>
          </w:p>
        </w:tc>
        <w:tc>
          <w:tcPr>
            <w:tcW w:w="4248" w:type="dxa"/>
          </w:tcPr>
          <w:p w:rsidR="008867CD" w:rsidRPr="00940B39" w:rsidRDefault="008867CD" w:rsidP="008867CD">
            <w:pPr>
              <w:pStyle w:val="libCenter"/>
              <w:rPr>
                <w:rtl/>
              </w:rPr>
            </w:pPr>
            <w:r w:rsidRPr="00752657">
              <w:rPr>
                <w:rtl/>
              </w:rPr>
              <w:t>154</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المقصور والممدود </w:t>
            </w:r>
          </w:p>
        </w:tc>
        <w:tc>
          <w:tcPr>
            <w:tcW w:w="4248" w:type="dxa"/>
          </w:tcPr>
          <w:p w:rsidR="008867CD" w:rsidRPr="00940B39" w:rsidRDefault="008867CD" w:rsidP="008867CD">
            <w:pPr>
              <w:pStyle w:val="libCenter"/>
              <w:rPr>
                <w:rtl/>
              </w:rPr>
            </w:pPr>
            <w:r w:rsidRPr="00752657">
              <w:rPr>
                <w:rtl/>
              </w:rPr>
              <w:t>192</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المكاتبة </w:t>
            </w:r>
          </w:p>
        </w:tc>
        <w:tc>
          <w:tcPr>
            <w:tcW w:w="4248" w:type="dxa"/>
          </w:tcPr>
          <w:p w:rsidR="008867CD" w:rsidRPr="00940B39" w:rsidRDefault="008867CD" w:rsidP="008867CD">
            <w:pPr>
              <w:pStyle w:val="libCenter"/>
              <w:rPr>
                <w:rtl/>
              </w:rPr>
            </w:pPr>
            <w:r w:rsidRPr="00752657">
              <w:rPr>
                <w:rtl/>
              </w:rPr>
              <w:t>43</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المكاسب </w:t>
            </w:r>
          </w:p>
        </w:tc>
        <w:tc>
          <w:tcPr>
            <w:tcW w:w="4248" w:type="dxa"/>
          </w:tcPr>
          <w:p w:rsidR="008867CD" w:rsidRPr="00940B39" w:rsidRDefault="008867CD" w:rsidP="008867CD">
            <w:pPr>
              <w:pStyle w:val="libCenter"/>
              <w:rPr>
                <w:rtl/>
              </w:rPr>
            </w:pPr>
            <w:r w:rsidRPr="00752657">
              <w:rPr>
                <w:rtl/>
              </w:rPr>
              <w:t xml:space="preserve">19 </w:t>
            </w:r>
            <w:r>
              <w:rPr>
                <w:rtl/>
              </w:rPr>
              <w:t>و 2</w:t>
            </w:r>
            <w:r w:rsidRPr="00752657">
              <w:rPr>
                <w:rtl/>
              </w:rPr>
              <w:t xml:space="preserve">2 </w:t>
            </w:r>
            <w:r>
              <w:rPr>
                <w:rtl/>
              </w:rPr>
              <w:t>و 4</w:t>
            </w:r>
            <w:r w:rsidRPr="00752657">
              <w:rPr>
                <w:rtl/>
              </w:rPr>
              <w:t xml:space="preserve">3 </w:t>
            </w:r>
            <w:r>
              <w:rPr>
                <w:rtl/>
              </w:rPr>
              <w:t>و 5</w:t>
            </w:r>
            <w:r w:rsidRPr="00752657">
              <w:rPr>
                <w:rtl/>
              </w:rPr>
              <w:t xml:space="preserve">3 </w:t>
            </w:r>
            <w:r>
              <w:rPr>
                <w:rtl/>
              </w:rPr>
              <w:t>و 1</w:t>
            </w:r>
            <w:r w:rsidRPr="00752657">
              <w:rPr>
                <w:rtl/>
              </w:rPr>
              <w:t xml:space="preserve">20 </w:t>
            </w:r>
            <w:r>
              <w:rPr>
                <w:rtl/>
              </w:rPr>
              <w:t>و 1</w:t>
            </w:r>
            <w:r w:rsidRPr="00752657">
              <w:rPr>
                <w:rtl/>
              </w:rPr>
              <w:t>50</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مكة والمدينة </w:t>
            </w:r>
          </w:p>
        </w:tc>
        <w:tc>
          <w:tcPr>
            <w:tcW w:w="4248" w:type="dxa"/>
          </w:tcPr>
          <w:p w:rsidR="008867CD" w:rsidRPr="00940B39" w:rsidRDefault="008867CD" w:rsidP="008867CD">
            <w:pPr>
              <w:pStyle w:val="libCenter"/>
              <w:rPr>
                <w:rtl/>
              </w:rPr>
            </w:pPr>
            <w:r w:rsidRPr="00752657">
              <w:rPr>
                <w:rtl/>
              </w:rPr>
              <w:t>144</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الملاحم </w:t>
            </w:r>
          </w:p>
        </w:tc>
        <w:tc>
          <w:tcPr>
            <w:tcW w:w="4248" w:type="dxa"/>
          </w:tcPr>
          <w:p w:rsidR="008867CD" w:rsidRPr="00940B39" w:rsidRDefault="008867CD" w:rsidP="008867CD">
            <w:pPr>
              <w:pStyle w:val="libCenter"/>
              <w:rPr>
                <w:rtl/>
              </w:rPr>
            </w:pPr>
            <w:r w:rsidRPr="00752657">
              <w:rPr>
                <w:rtl/>
              </w:rPr>
              <w:t xml:space="preserve">28 </w:t>
            </w:r>
            <w:r>
              <w:rPr>
                <w:rtl/>
              </w:rPr>
              <w:t>و 4</w:t>
            </w:r>
            <w:r w:rsidRPr="00752657">
              <w:rPr>
                <w:rtl/>
              </w:rPr>
              <w:t xml:space="preserve">3 </w:t>
            </w:r>
            <w:r>
              <w:rPr>
                <w:rtl/>
              </w:rPr>
              <w:t>و 1</w:t>
            </w:r>
            <w:r w:rsidRPr="00752657">
              <w:rPr>
                <w:rtl/>
              </w:rPr>
              <w:t xml:space="preserve">20 </w:t>
            </w:r>
            <w:r>
              <w:rPr>
                <w:rtl/>
              </w:rPr>
              <w:t>و 1</w:t>
            </w:r>
            <w:r w:rsidRPr="00752657">
              <w:rPr>
                <w:rtl/>
              </w:rPr>
              <w:t>54</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الممدوحين والمذمومين </w:t>
            </w:r>
          </w:p>
        </w:tc>
        <w:tc>
          <w:tcPr>
            <w:tcW w:w="4248" w:type="dxa"/>
          </w:tcPr>
          <w:p w:rsidR="008867CD" w:rsidRPr="00940B39" w:rsidRDefault="008867CD" w:rsidP="008867CD">
            <w:pPr>
              <w:pStyle w:val="libCenter"/>
              <w:rPr>
                <w:rtl/>
              </w:rPr>
            </w:pPr>
            <w:r w:rsidRPr="00752657">
              <w:rPr>
                <w:rtl/>
              </w:rPr>
              <w:t>154</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المناسك </w:t>
            </w:r>
          </w:p>
        </w:tc>
        <w:tc>
          <w:tcPr>
            <w:tcW w:w="4248" w:type="dxa"/>
          </w:tcPr>
          <w:p w:rsidR="008867CD" w:rsidRPr="00940B39" w:rsidRDefault="008867CD" w:rsidP="008867CD">
            <w:pPr>
              <w:pStyle w:val="libCenter"/>
              <w:rPr>
                <w:rtl/>
              </w:rPr>
            </w:pPr>
            <w:r w:rsidRPr="00752657">
              <w:rPr>
                <w:rtl/>
              </w:rPr>
              <w:t>107</w:t>
            </w:r>
          </w:p>
        </w:tc>
      </w:tr>
      <w:tr w:rsidR="008867CD" w:rsidRPr="00940B39" w:rsidTr="00AE355E">
        <w:tc>
          <w:tcPr>
            <w:tcW w:w="3339" w:type="dxa"/>
          </w:tcPr>
          <w:p w:rsidR="008867CD" w:rsidRPr="00752657" w:rsidRDefault="008867CD" w:rsidP="008867CD">
            <w:pPr>
              <w:pStyle w:val="libNormal0"/>
              <w:rPr>
                <w:rFonts w:hint="cs"/>
                <w:rtl/>
              </w:rPr>
            </w:pPr>
            <w:r w:rsidRPr="00752657">
              <w:rPr>
                <w:rtl/>
              </w:rPr>
              <w:t xml:space="preserve">المنافع </w:t>
            </w:r>
          </w:p>
        </w:tc>
        <w:tc>
          <w:tcPr>
            <w:tcW w:w="4248" w:type="dxa"/>
          </w:tcPr>
          <w:p w:rsidR="008867CD" w:rsidRPr="00940B39" w:rsidRDefault="008867CD" w:rsidP="008867CD">
            <w:pPr>
              <w:pStyle w:val="libCenter"/>
              <w:rPr>
                <w:rtl/>
              </w:rPr>
            </w:pPr>
            <w:r w:rsidRPr="00752657">
              <w:rPr>
                <w:rtl/>
              </w:rPr>
              <w:t>19</w:t>
            </w:r>
          </w:p>
        </w:tc>
      </w:tr>
      <w:tr w:rsidR="008867CD" w:rsidRPr="00940B39" w:rsidTr="00AE355E">
        <w:tc>
          <w:tcPr>
            <w:tcW w:w="3339" w:type="dxa"/>
          </w:tcPr>
          <w:p w:rsidR="008867CD" w:rsidRPr="00BC18EC" w:rsidRDefault="008867CD" w:rsidP="008867CD">
            <w:pPr>
              <w:pStyle w:val="libNormal0"/>
              <w:rPr>
                <w:rFonts w:hint="cs"/>
                <w:rtl/>
              </w:rPr>
            </w:pPr>
            <w:r w:rsidRPr="00BC18EC">
              <w:rPr>
                <w:rtl/>
              </w:rPr>
              <w:t xml:space="preserve">المناقب </w:t>
            </w:r>
          </w:p>
        </w:tc>
        <w:tc>
          <w:tcPr>
            <w:tcW w:w="4248" w:type="dxa"/>
          </w:tcPr>
          <w:p w:rsidR="008867CD" w:rsidRPr="00940B39" w:rsidRDefault="008867CD" w:rsidP="008867CD">
            <w:pPr>
              <w:pStyle w:val="libCenter"/>
              <w:rPr>
                <w:rtl/>
              </w:rPr>
            </w:pPr>
            <w:r w:rsidRPr="00BC18EC">
              <w:rPr>
                <w:rtl/>
              </w:rPr>
              <w:t xml:space="preserve">31 </w:t>
            </w:r>
            <w:r>
              <w:rPr>
                <w:rtl/>
              </w:rPr>
              <w:t>و 4</w:t>
            </w:r>
            <w:r w:rsidRPr="00BC18EC">
              <w:rPr>
                <w:rtl/>
              </w:rPr>
              <w:t>3</w:t>
            </w:r>
          </w:p>
        </w:tc>
      </w:tr>
      <w:tr w:rsidR="008867CD" w:rsidRPr="00940B39" w:rsidTr="00AE355E">
        <w:tc>
          <w:tcPr>
            <w:tcW w:w="3339" w:type="dxa"/>
          </w:tcPr>
          <w:p w:rsidR="008867CD" w:rsidRPr="00BC18EC" w:rsidRDefault="008867CD" w:rsidP="008867CD">
            <w:pPr>
              <w:pStyle w:val="libNormal0"/>
              <w:rPr>
                <w:rFonts w:hint="cs"/>
                <w:rtl/>
              </w:rPr>
            </w:pPr>
            <w:r w:rsidRPr="00BC18EC">
              <w:rPr>
                <w:rtl/>
              </w:rPr>
              <w:t xml:space="preserve">مناقب أبي الخطاب </w:t>
            </w:r>
          </w:p>
        </w:tc>
        <w:tc>
          <w:tcPr>
            <w:tcW w:w="4248" w:type="dxa"/>
          </w:tcPr>
          <w:p w:rsidR="008867CD" w:rsidRPr="00940B39" w:rsidRDefault="008867CD" w:rsidP="008867CD">
            <w:pPr>
              <w:pStyle w:val="libCenter"/>
              <w:rPr>
                <w:rtl/>
              </w:rPr>
            </w:pPr>
            <w:r w:rsidRPr="00BC18EC">
              <w:rPr>
                <w:rtl/>
              </w:rPr>
              <w:t>154</w:t>
            </w:r>
          </w:p>
        </w:tc>
      </w:tr>
      <w:tr w:rsidR="008867CD" w:rsidRPr="00940B39" w:rsidTr="00AE355E">
        <w:tc>
          <w:tcPr>
            <w:tcW w:w="3339" w:type="dxa"/>
          </w:tcPr>
          <w:p w:rsidR="008867CD" w:rsidRPr="00BC18EC" w:rsidRDefault="008867CD" w:rsidP="008867CD">
            <w:pPr>
              <w:pStyle w:val="libNormal0"/>
              <w:rPr>
                <w:rFonts w:hint="cs"/>
                <w:rtl/>
              </w:rPr>
            </w:pPr>
            <w:r w:rsidRPr="00BC18EC">
              <w:rPr>
                <w:rtl/>
              </w:rPr>
              <w:t xml:space="preserve">المياه </w:t>
            </w:r>
          </w:p>
        </w:tc>
        <w:tc>
          <w:tcPr>
            <w:tcW w:w="4248" w:type="dxa"/>
          </w:tcPr>
          <w:p w:rsidR="008867CD" w:rsidRPr="00940B39" w:rsidRDefault="008867CD" w:rsidP="008867CD">
            <w:pPr>
              <w:pStyle w:val="libCenter"/>
              <w:rPr>
                <w:rtl/>
              </w:rPr>
            </w:pPr>
            <w:r w:rsidRPr="00BC18EC">
              <w:rPr>
                <w:rtl/>
              </w:rPr>
              <w:t>103</w:t>
            </w:r>
          </w:p>
        </w:tc>
      </w:tr>
      <w:tr w:rsidR="008867CD" w:rsidRPr="00940B39" w:rsidTr="00AE355E">
        <w:tc>
          <w:tcPr>
            <w:tcW w:w="3339" w:type="dxa"/>
          </w:tcPr>
          <w:p w:rsidR="008867CD" w:rsidRPr="00BC18EC" w:rsidRDefault="008867CD" w:rsidP="008867CD">
            <w:pPr>
              <w:pStyle w:val="libNormal0"/>
              <w:rPr>
                <w:rFonts w:hint="cs"/>
                <w:rtl/>
              </w:rPr>
            </w:pPr>
            <w:r w:rsidRPr="00BC18EC">
              <w:rPr>
                <w:rtl/>
              </w:rPr>
              <w:t xml:space="preserve">الناسخ والمنسوخ </w:t>
            </w:r>
          </w:p>
        </w:tc>
        <w:tc>
          <w:tcPr>
            <w:tcW w:w="4248" w:type="dxa"/>
          </w:tcPr>
          <w:p w:rsidR="008867CD" w:rsidRPr="00940B39" w:rsidRDefault="008867CD" w:rsidP="008867CD">
            <w:pPr>
              <w:pStyle w:val="libCenter"/>
              <w:rPr>
                <w:rtl/>
              </w:rPr>
            </w:pPr>
            <w:r w:rsidRPr="00BC18EC">
              <w:rPr>
                <w:rtl/>
              </w:rPr>
              <w:t>22</w:t>
            </w:r>
          </w:p>
        </w:tc>
      </w:tr>
      <w:tr w:rsidR="008867CD" w:rsidRPr="00940B39" w:rsidTr="00AE355E">
        <w:tc>
          <w:tcPr>
            <w:tcW w:w="3339" w:type="dxa"/>
          </w:tcPr>
          <w:p w:rsidR="008867CD" w:rsidRPr="00BC18EC" w:rsidRDefault="008867CD" w:rsidP="008867CD">
            <w:pPr>
              <w:pStyle w:val="libNormal0"/>
              <w:rPr>
                <w:rFonts w:hint="cs"/>
                <w:rtl/>
              </w:rPr>
            </w:pPr>
            <w:r w:rsidRPr="00BC18EC">
              <w:rPr>
                <w:rtl/>
              </w:rPr>
              <w:t xml:space="preserve">النبات </w:t>
            </w:r>
          </w:p>
        </w:tc>
        <w:tc>
          <w:tcPr>
            <w:tcW w:w="4248" w:type="dxa"/>
          </w:tcPr>
          <w:p w:rsidR="008867CD" w:rsidRPr="00940B39" w:rsidRDefault="008867CD" w:rsidP="008867CD">
            <w:pPr>
              <w:pStyle w:val="libCenter"/>
              <w:rPr>
                <w:rtl/>
              </w:rPr>
            </w:pPr>
            <w:r w:rsidRPr="00BC18EC">
              <w:rPr>
                <w:rtl/>
              </w:rPr>
              <w:t>192</w:t>
            </w:r>
          </w:p>
        </w:tc>
      </w:tr>
      <w:tr w:rsidR="008867CD" w:rsidRPr="00940B39" w:rsidTr="00AE355E">
        <w:tc>
          <w:tcPr>
            <w:tcW w:w="3339" w:type="dxa"/>
          </w:tcPr>
          <w:p w:rsidR="008867CD" w:rsidRPr="00BC18EC" w:rsidRDefault="008867CD" w:rsidP="008867CD">
            <w:pPr>
              <w:pStyle w:val="libNormal0"/>
              <w:rPr>
                <w:rFonts w:hint="cs"/>
                <w:rtl/>
              </w:rPr>
            </w:pPr>
            <w:r w:rsidRPr="00BC18EC">
              <w:rPr>
                <w:rtl/>
              </w:rPr>
              <w:t xml:space="preserve">النذور والايمان </w:t>
            </w:r>
          </w:p>
        </w:tc>
        <w:tc>
          <w:tcPr>
            <w:tcW w:w="4248" w:type="dxa"/>
          </w:tcPr>
          <w:p w:rsidR="008867CD" w:rsidRPr="00940B39" w:rsidRDefault="008867CD" w:rsidP="008867CD">
            <w:pPr>
              <w:pStyle w:val="libCenter"/>
              <w:rPr>
                <w:rtl/>
              </w:rPr>
            </w:pPr>
            <w:r w:rsidRPr="00BC18EC">
              <w:rPr>
                <w:rtl/>
              </w:rPr>
              <w:t>120</w:t>
            </w:r>
          </w:p>
        </w:tc>
      </w:tr>
      <w:tr w:rsidR="008867CD" w:rsidRPr="00940B39" w:rsidTr="00AE355E">
        <w:tc>
          <w:tcPr>
            <w:tcW w:w="3339" w:type="dxa"/>
          </w:tcPr>
          <w:p w:rsidR="008867CD" w:rsidRPr="00BC18EC" w:rsidRDefault="008867CD" w:rsidP="008867CD">
            <w:pPr>
              <w:pStyle w:val="libNormal0"/>
              <w:rPr>
                <w:rtl/>
              </w:rPr>
            </w:pPr>
            <w:r w:rsidRPr="00BC18EC">
              <w:rPr>
                <w:rtl/>
              </w:rPr>
              <w:t xml:space="preserve">النكاح </w:t>
            </w:r>
          </w:p>
        </w:tc>
        <w:tc>
          <w:tcPr>
            <w:tcW w:w="4248" w:type="dxa"/>
          </w:tcPr>
          <w:p w:rsidR="008867CD" w:rsidRPr="00940B39" w:rsidRDefault="008867CD" w:rsidP="008867CD">
            <w:pPr>
              <w:pStyle w:val="libCenter"/>
              <w:rPr>
                <w:rtl/>
              </w:rPr>
            </w:pPr>
            <w:r w:rsidRPr="00BC18EC">
              <w:rPr>
                <w:rtl/>
              </w:rPr>
              <w:t xml:space="preserve">43 </w:t>
            </w:r>
            <w:r>
              <w:rPr>
                <w:rtl/>
              </w:rPr>
              <w:t>و 4</w:t>
            </w:r>
            <w:r w:rsidRPr="00BC18EC">
              <w:rPr>
                <w:rtl/>
              </w:rPr>
              <w:t xml:space="preserve">7 </w:t>
            </w:r>
            <w:r>
              <w:rPr>
                <w:rtl/>
              </w:rPr>
              <w:t>و 5</w:t>
            </w:r>
            <w:r w:rsidRPr="00BC18EC">
              <w:rPr>
                <w:rtl/>
              </w:rPr>
              <w:t xml:space="preserve">3 </w:t>
            </w:r>
            <w:r>
              <w:rPr>
                <w:rtl/>
              </w:rPr>
              <w:t>و 8</w:t>
            </w:r>
            <w:r w:rsidRPr="00BC18EC">
              <w:rPr>
                <w:rtl/>
              </w:rPr>
              <w:t xml:space="preserve">6 </w:t>
            </w:r>
            <w:r>
              <w:rPr>
                <w:rtl/>
              </w:rPr>
              <w:t>و 1</w:t>
            </w:r>
            <w:r w:rsidRPr="00BC18EC">
              <w:rPr>
                <w:rtl/>
              </w:rPr>
              <w:t xml:space="preserve">74 </w:t>
            </w:r>
            <w:r>
              <w:rPr>
                <w:rtl/>
              </w:rPr>
              <w:t>و 1</w:t>
            </w:r>
            <w:r w:rsidRPr="00BC18EC">
              <w:rPr>
                <w:rtl/>
              </w:rPr>
              <w:t>83</w:t>
            </w:r>
          </w:p>
        </w:tc>
      </w:tr>
    </w:tbl>
    <w:p w:rsidR="00D8054C" w:rsidRDefault="00D8054C" w:rsidP="00D8054C">
      <w:pPr>
        <w:pStyle w:val="libNormal"/>
        <w:rPr>
          <w:rtl/>
        </w:rPr>
      </w:pPr>
      <w:r>
        <w:rPr>
          <w:rtl/>
        </w:rPr>
        <w:br w:type="page"/>
      </w:r>
    </w:p>
    <w:p w:rsidR="008867CD" w:rsidRDefault="008867CD" w:rsidP="008867CD">
      <w:pPr>
        <w:pStyle w:val="libNormal"/>
        <w:rPr>
          <w:rtl/>
        </w:rPr>
      </w:pPr>
    </w:p>
    <w:tbl>
      <w:tblPr>
        <w:tblStyle w:val="TableGrid"/>
        <w:bidiVisual/>
        <w:tblW w:w="0" w:type="auto"/>
        <w:tblLook w:val="01E0"/>
      </w:tblPr>
      <w:tblGrid>
        <w:gridCol w:w="3339"/>
        <w:gridCol w:w="4248"/>
      </w:tblGrid>
      <w:tr w:rsidR="008867CD" w:rsidRPr="00940B39" w:rsidTr="00AE355E">
        <w:tc>
          <w:tcPr>
            <w:tcW w:w="3339" w:type="dxa"/>
          </w:tcPr>
          <w:p w:rsidR="008867CD" w:rsidRPr="00301F39" w:rsidRDefault="008867CD" w:rsidP="008867CD">
            <w:pPr>
              <w:pStyle w:val="libBold2"/>
              <w:rPr>
                <w:rtl/>
              </w:rPr>
            </w:pPr>
            <w:r w:rsidRPr="00301F39">
              <w:rPr>
                <w:rtl/>
              </w:rPr>
              <w:t>الاسم</w:t>
            </w:r>
          </w:p>
        </w:tc>
        <w:tc>
          <w:tcPr>
            <w:tcW w:w="4248" w:type="dxa"/>
          </w:tcPr>
          <w:p w:rsidR="008867CD" w:rsidRPr="00940B39" w:rsidRDefault="008867CD" w:rsidP="008867CD">
            <w:pPr>
              <w:pStyle w:val="libCenterBold2"/>
              <w:rPr>
                <w:rtl/>
              </w:rPr>
            </w:pPr>
            <w:r w:rsidRPr="007E0B1D">
              <w:rPr>
                <w:rtl/>
              </w:rPr>
              <w:t>رقم الترجمة</w:t>
            </w:r>
          </w:p>
        </w:tc>
      </w:tr>
      <w:tr w:rsidR="008867CD" w:rsidRPr="00940B39" w:rsidTr="00AE355E">
        <w:tc>
          <w:tcPr>
            <w:tcW w:w="3339" w:type="dxa"/>
          </w:tcPr>
          <w:p w:rsidR="008867CD" w:rsidRPr="00D44BFC" w:rsidRDefault="008867CD" w:rsidP="008867CD">
            <w:pPr>
              <w:pStyle w:val="libNormal0"/>
              <w:rPr>
                <w:rFonts w:hint="cs"/>
                <w:rtl/>
              </w:rPr>
            </w:pPr>
            <w:r w:rsidRPr="00D44BFC">
              <w:rPr>
                <w:rtl/>
              </w:rPr>
              <w:t xml:space="preserve">النهروان </w:t>
            </w:r>
          </w:p>
        </w:tc>
        <w:tc>
          <w:tcPr>
            <w:tcW w:w="4248" w:type="dxa"/>
          </w:tcPr>
          <w:p w:rsidR="008867CD" w:rsidRPr="00940B39" w:rsidRDefault="008867CD" w:rsidP="008867CD">
            <w:pPr>
              <w:pStyle w:val="libCenter"/>
              <w:rPr>
                <w:rtl/>
              </w:rPr>
            </w:pPr>
            <w:r w:rsidRPr="00D44BFC">
              <w:rPr>
                <w:rtl/>
              </w:rPr>
              <w:t>175</w:t>
            </w:r>
          </w:p>
        </w:tc>
      </w:tr>
      <w:tr w:rsidR="008867CD" w:rsidRPr="00940B39" w:rsidTr="00AE355E">
        <w:tc>
          <w:tcPr>
            <w:tcW w:w="3339" w:type="dxa"/>
          </w:tcPr>
          <w:p w:rsidR="008867CD" w:rsidRPr="00D44BFC" w:rsidRDefault="008867CD" w:rsidP="008867CD">
            <w:pPr>
              <w:pStyle w:val="libNormal0"/>
              <w:rPr>
                <w:rFonts w:hint="cs"/>
                <w:rtl/>
              </w:rPr>
            </w:pPr>
            <w:r w:rsidRPr="00D44BFC">
              <w:rPr>
                <w:rtl/>
              </w:rPr>
              <w:t xml:space="preserve">النوادر </w:t>
            </w:r>
          </w:p>
        </w:tc>
        <w:tc>
          <w:tcPr>
            <w:tcW w:w="4248" w:type="dxa"/>
          </w:tcPr>
          <w:p w:rsidR="008867CD" w:rsidRPr="00940B39" w:rsidRDefault="008867CD" w:rsidP="008867CD">
            <w:pPr>
              <w:pStyle w:val="libCenter"/>
              <w:rPr>
                <w:rtl/>
              </w:rPr>
            </w:pPr>
            <w:r w:rsidRPr="00D44BFC">
              <w:rPr>
                <w:rtl/>
              </w:rPr>
              <w:t xml:space="preserve">9 </w:t>
            </w:r>
            <w:r>
              <w:rPr>
                <w:rtl/>
              </w:rPr>
              <w:t>و 2</w:t>
            </w:r>
            <w:r w:rsidRPr="00D44BFC">
              <w:rPr>
                <w:rtl/>
              </w:rPr>
              <w:t xml:space="preserve">0 </w:t>
            </w:r>
            <w:r>
              <w:rPr>
                <w:rtl/>
              </w:rPr>
              <w:t>و 2</w:t>
            </w:r>
            <w:r w:rsidRPr="00D44BFC">
              <w:rPr>
                <w:rtl/>
              </w:rPr>
              <w:t xml:space="preserve">1 </w:t>
            </w:r>
            <w:r>
              <w:rPr>
                <w:rtl/>
              </w:rPr>
              <w:t>و 2</w:t>
            </w:r>
            <w:r w:rsidRPr="00D44BFC">
              <w:rPr>
                <w:rtl/>
              </w:rPr>
              <w:t xml:space="preserve">2 </w:t>
            </w:r>
            <w:r>
              <w:rPr>
                <w:rtl/>
              </w:rPr>
              <w:t>و 2</w:t>
            </w:r>
            <w:r w:rsidRPr="00D44BFC">
              <w:rPr>
                <w:rtl/>
              </w:rPr>
              <w:t xml:space="preserve">8 </w:t>
            </w:r>
            <w:r>
              <w:rPr>
                <w:rtl/>
              </w:rPr>
              <w:t>و 3</w:t>
            </w:r>
            <w:r w:rsidRPr="00D44BFC">
              <w:rPr>
                <w:rtl/>
              </w:rPr>
              <w:t xml:space="preserve">0 </w:t>
            </w:r>
            <w:r>
              <w:rPr>
                <w:rtl/>
              </w:rPr>
              <w:t>و 3</w:t>
            </w:r>
            <w:r w:rsidRPr="00D44BFC">
              <w:rPr>
                <w:rtl/>
              </w:rPr>
              <w:t xml:space="preserve">2 </w:t>
            </w:r>
            <w:r>
              <w:rPr>
                <w:rtl/>
              </w:rPr>
              <w:t>و 4</w:t>
            </w:r>
            <w:r w:rsidRPr="00D44BFC">
              <w:rPr>
                <w:rtl/>
              </w:rPr>
              <w:t xml:space="preserve">0 </w:t>
            </w:r>
            <w:r>
              <w:rPr>
                <w:rtl/>
              </w:rPr>
              <w:t>و 4</w:t>
            </w:r>
            <w:r w:rsidRPr="00D44BFC">
              <w:rPr>
                <w:rtl/>
              </w:rPr>
              <w:t xml:space="preserve">6 </w:t>
            </w:r>
            <w:r>
              <w:rPr>
                <w:rtl/>
              </w:rPr>
              <w:t>و 4</w:t>
            </w:r>
            <w:r w:rsidRPr="00D44BFC">
              <w:rPr>
                <w:rtl/>
              </w:rPr>
              <w:t xml:space="preserve">7 </w:t>
            </w:r>
            <w:r>
              <w:rPr>
                <w:rtl/>
              </w:rPr>
              <w:t>و 8</w:t>
            </w:r>
            <w:r w:rsidRPr="00D44BFC">
              <w:rPr>
                <w:rtl/>
              </w:rPr>
              <w:t xml:space="preserve">0 </w:t>
            </w:r>
            <w:r>
              <w:rPr>
                <w:rtl/>
              </w:rPr>
              <w:t>و 8</w:t>
            </w:r>
            <w:r w:rsidRPr="00D44BFC">
              <w:rPr>
                <w:rtl/>
              </w:rPr>
              <w:t xml:space="preserve">5 </w:t>
            </w:r>
            <w:r>
              <w:rPr>
                <w:rtl/>
              </w:rPr>
              <w:t>و 9</w:t>
            </w:r>
            <w:r w:rsidRPr="00D44BFC">
              <w:rPr>
                <w:rtl/>
              </w:rPr>
              <w:t xml:space="preserve">0 </w:t>
            </w:r>
            <w:r>
              <w:rPr>
                <w:rtl/>
              </w:rPr>
              <w:t>و 1</w:t>
            </w:r>
            <w:r w:rsidRPr="00D44BFC">
              <w:rPr>
                <w:rtl/>
              </w:rPr>
              <w:t xml:space="preserve">04 </w:t>
            </w:r>
            <w:r>
              <w:rPr>
                <w:rtl/>
              </w:rPr>
              <w:t>و 1</w:t>
            </w:r>
            <w:r w:rsidRPr="00D44BFC">
              <w:rPr>
                <w:rtl/>
              </w:rPr>
              <w:t xml:space="preserve">38 </w:t>
            </w:r>
            <w:r>
              <w:rPr>
                <w:rtl/>
              </w:rPr>
              <w:t>و 1</w:t>
            </w:r>
            <w:r w:rsidRPr="00D44BFC">
              <w:rPr>
                <w:rtl/>
              </w:rPr>
              <w:t xml:space="preserve">42 </w:t>
            </w:r>
            <w:r>
              <w:rPr>
                <w:rtl/>
              </w:rPr>
              <w:t>و 1</w:t>
            </w:r>
            <w:r w:rsidRPr="00D44BFC">
              <w:rPr>
                <w:rtl/>
              </w:rPr>
              <w:t xml:space="preserve">44 </w:t>
            </w:r>
            <w:r>
              <w:rPr>
                <w:rtl/>
              </w:rPr>
              <w:t>و 1</w:t>
            </w:r>
            <w:r w:rsidRPr="00D44BFC">
              <w:rPr>
                <w:rtl/>
              </w:rPr>
              <w:t xml:space="preserve">50 </w:t>
            </w:r>
            <w:r>
              <w:rPr>
                <w:rtl/>
              </w:rPr>
              <w:t>و 1</w:t>
            </w:r>
            <w:r w:rsidRPr="00D44BFC">
              <w:rPr>
                <w:rtl/>
              </w:rPr>
              <w:t xml:space="preserve">54 </w:t>
            </w:r>
            <w:r>
              <w:rPr>
                <w:rtl/>
              </w:rPr>
              <w:t>و 1</w:t>
            </w:r>
            <w:r w:rsidRPr="00D44BFC">
              <w:rPr>
                <w:rtl/>
              </w:rPr>
              <w:t xml:space="preserve">59 </w:t>
            </w:r>
            <w:r>
              <w:rPr>
                <w:rtl/>
              </w:rPr>
              <w:t>و 1</w:t>
            </w:r>
            <w:r w:rsidRPr="00D44BFC">
              <w:rPr>
                <w:rtl/>
              </w:rPr>
              <w:t xml:space="preserve">71 </w:t>
            </w:r>
            <w:r>
              <w:rPr>
                <w:rtl/>
              </w:rPr>
              <w:t>و 1</w:t>
            </w:r>
            <w:r w:rsidRPr="00D44BFC">
              <w:rPr>
                <w:rtl/>
              </w:rPr>
              <w:t xml:space="preserve">74 </w:t>
            </w:r>
            <w:r>
              <w:rPr>
                <w:rtl/>
              </w:rPr>
              <w:t>و 1</w:t>
            </w:r>
            <w:r w:rsidRPr="00D44BFC">
              <w:rPr>
                <w:rtl/>
              </w:rPr>
              <w:t xml:space="preserve">75 </w:t>
            </w:r>
            <w:r>
              <w:rPr>
                <w:rtl/>
              </w:rPr>
              <w:t>و 1</w:t>
            </w:r>
            <w:r w:rsidRPr="00D44BFC">
              <w:rPr>
                <w:rtl/>
              </w:rPr>
              <w:t xml:space="preserve">82 </w:t>
            </w:r>
            <w:r>
              <w:rPr>
                <w:rtl/>
              </w:rPr>
              <w:t>و 1</w:t>
            </w:r>
            <w:r w:rsidRPr="00D44BFC">
              <w:rPr>
                <w:rtl/>
              </w:rPr>
              <w:t>87</w:t>
            </w:r>
          </w:p>
        </w:tc>
      </w:tr>
      <w:tr w:rsidR="008867CD" w:rsidRPr="00940B39" w:rsidTr="00AE355E">
        <w:tc>
          <w:tcPr>
            <w:tcW w:w="3339" w:type="dxa"/>
          </w:tcPr>
          <w:p w:rsidR="008867CD" w:rsidRPr="00D44BFC" w:rsidRDefault="008867CD" w:rsidP="008867CD">
            <w:pPr>
              <w:pStyle w:val="libNormal0"/>
              <w:rPr>
                <w:rFonts w:hint="cs"/>
                <w:rtl/>
              </w:rPr>
            </w:pPr>
            <w:r w:rsidRPr="00D44BFC">
              <w:rPr>
                <w:rtl/>
              </w:rPr>
              <w:t xml:space="preserve">نوادر الحج </w:t>
            </w:r>
          </w:p>
        </w:tc>
        <w:tc>
          <w:tcPr>
            <w:tcW w:w="4248" w:type="dxa"/>
          </w:tcPr>
          <w:p w:rsidR="008867CD" w:rsidRPr="00940B39" w:rsidRDefault="008867CD" w:rsidP="008867CD">
            <w:pPr>
              <w:pStyle w:val="libCenter"/>
              <w:rPr>
                <w:rtl/>
              </w:rPr>
            </w:pPr>
            <w:r w:rsidRPr="00D44BFC">
              <w:rPr>
                <w:rtl/>
              </w:rPr>
              <w:t>193</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الواحدة في مثالب العرب ومناقبها </w:t>
            </w:r>
          </w:p>
        </w:tc>
        <w:tc>
          <w:tcPr>
            <w:tcW w:w="4248" w:type="dxa"/>
          </w:tcPr>
          <w:p w:rsidR="008867CD" w:rsidRPr="00940B39" w:rsidRDefault="008867CD" w:rsidP="008867CD">
            <w:pPr>
              <w:pStyle w:val="libCenter"/>
              <w:rPr>
                <w:rtl/>
              </w:rPr>
            </w:pPr>
            <w:r w:rsidRPr="005B3A80">
              <w:rPr>
                <w:rtl/>
              </w:rPr>
              <w:t>71</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الواضح المكشوف في الرد على أهل الوقوف </w:t>
            </w:r>
          </w:p>
        </w:tc>
        <w:tc>
          <w:tcPr>
            <w:tcW w:w="4248" w:type="dxa"/>
          </w:tcPr>
          <w:p w:rsidR="008867CD" w:rsidRPr="00940B39" w:rsidRDefault="008867CD" w:rsidP="008867CD">
            <w:pPr>
              <w:pStyle w:val="libCenter"/>
              <w:rPr>
                <w:rtl/>
              </w:rPr>
            </w:pPr>
            <w:r w:rsidRPr="005B3A80">
              <w:rPr>
                <w:rtl/>
              </w:rPr>
              <w:t>159</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وجوه الكفر </w:t>
            </w:r>
          </w:p>
        </w:tc>
        <w:tc>
          <w:tcPr>
            <w:tcW w:w="4248" w:type="dxa"/>
          </w:tcPr>
          <w:p w:rsidR="008867CD" w:rsidRPr="00940B39" w:rsidRDefault="008867CD" w:rsidP="008867CD">
            <w:pPr>
              <w:pStyle w:val="libCenter"/>
              <w:rPr>
                <w:rtl/>
              </w:rPr>
            </w:pPr>
            <w:r w:rsidRPr="005B3A80">
              <w:rPr>
                <w:rtl/>
              </w:rPr>
              <w:t>32</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الوحش </w:t>
            </w:r>
          </w:p>
        </w:tc>
        <w:tc>
          <w:tcPr>
            <w:tcW w:w="4248" w:type="dxa"/>
          </w:tcPr>
          <w:p w:rsidR="008867CD" w:rsidRPr="00940B39" w:rsidRDefault="008867CD" w:rsidP="008867CD">
            <w:pPr>
              <w:pStyle w:val="libCenter"/>
              <w:rPr>
                <w:rtl/>
              </w:rPr>
            </w:pPr>
            <w:r w:rsidRPr="005B3A80">
              <w:rPr>
                <w:rtl/>
              </w:rPr>
              <w:t>192</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الوصايا </w:t>
            </w:r>
          </w:p>
        </w:tc>
        <w:tc>
          <w:tcPr>
            <w:tcW w:w="4248" w:type="dxa"/>
          </w:tcPr>
          <w:p w:rsidR="008867CD" w:rsidRPr="00940B39" w:rsidRDefault="008867CD" w:rsidP="008867CD">
            <w:pPr>
              <w:pStyle w:val="libCenter"/>
              <w:rPr>
                <w:rtl/>
              </w:rPr>
            </w:pPr>
            <w:r w:rsidRPr="005B3A80">
              <w:rPr>
                <w:rtl/>
              </w:rPr>
              <w:t xml:space="preserve">86 </w:t>
            </w:r>
            <w:r>
              <w:rPr>
                <w:rtl/>
              </w:rPr>
              <w:t>و 1</w:t>
            </w:r>
            <w:r w:rsidRPr="005B3A80">
              <w:rPr>
                <w:rtl/>
              </w:rPr>
              <w:t xml:space="preserve">03 </w:t>
            </w:r>
            <w:r>
              <w:rPr>
                <w:rtl/>
              </w:rPr>
              <w:t>و 1</w:t>
            </w:r>
            <w:r w:rsidRPr="005B3A80">
              <w:rPr>
                <w:rtl/>
              </w:rPr>
              <w:t>59</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وصايا للأئمة </w:t>
            </w:r>
            <w:r w:rsidR="00D8054C" w:rsidRPr="00D8054C">
              <w:rPr>
                <w:rStyle w:val="libAlaemChar"/>
                <w:rtl/>
              </w:rPr>
              <w:t>عليهم‌السلام</w:t>
            </w:r>
            <w:r w:rsidRPr="005B3A80">
              <w:rPr>
                <w:rtl/>
              </w:rPr>
              <w:t xml:space="preserve"> </w:t>
            </w:r>
          </w:p>
        </w:tc>
        <w:tc>
          <w:tcPr>
            <w:tcW w:w="4248" w:type="dxa"/>
          </w:tcPr>
          <w:p w:rsidR="008867CD" w:rsidRPr="00940B39" w:rsidRDefault="008867CD" w:rsidP="008867CD">
            <w:pPr>
              <w:pStyle w:val="libCenter"/>
              <w:rPr>
                <w:rtl/>
              </w:rPr>
            </w:pPr>
            <w:r w:rsidRPr="005B3A80">
              <w:rPr>
                <w:rtl/>
              </w:rPr>
              <w:t>142</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الوصية </w:t>
            </w:r>
          </w:p>
        </w:tc>
        <w:tc>
          <w:tcPr>
            <w:tcW w:w="4248" w:type="dxa"/>
          </w:tcPr>
          <w:p w:rsidR="008867CD" w:rsidRPr="00940B39" w:rsidRDefault="008867CD" w:rsidP="008867CD">
            <w:pPr>
              <w:pStyle w:val="libCenter"/>
              <w:rPr>
                <w:rtl/>
              </w:rPr>
            </w:pPr>
            <w:r w:rsidRPr="005B3A80">
              <w:rPr>
                <w:rtl/>
              </w:rPr>
              <w:t xml:space="preserve">128 </w:t>
            </w:r>
            <w:r>
              <w:rPr>
                <w:rtl/>
              </w:rPr>
              <w:t>و 1</w:t>
            </w:r>
            <w:r w:rsidRPr="005B3A80">
              <w:rPr>
                <w:rtl/>
              </w:rPr>
              <w:t>50</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الوضوء </w:t>
            </w:r>
          </w:p>
        </w:tc>
        <w:tc>
          <w:tcPr>
            <w:tcW w:w="4248" w:type="dxa"/>
          </w:tcPr>
          <w:p w:rsidR="008867CD" w:rsidRPr="00940B39" w:rsidRDefault="008867CD" w:rsidP="008867CD">
            <w:pPr>
              <w:pStyle w:val="libCenter"/>
              <w:rPr>
                <w:rtl/>
              </w:rPr>
            </w:pPr>
            <w:r w:rsidRPr="005B3A80">
              <w:rPr>
                <w:rtl/>
              </w:rPr>
              <w:t xml:space="preserve">43 </w:t>
            </w:r>
            <w:r>
              <w:rPr>
                <w:rtl/>
              </w:rPr>
              <w:t>و 5</w:t>
            </w:r>
            <w:r w:rsidRPr="005B3A80">
              <w:rPr>
                <w:rtl/>
              </w:rPr>
              <w:t xml:space="preserve">3 </w:t>
            </w:r>
            <w:r>
              <w:rPr>
                <w:rtl/>
              </w:rPr>
              <w:t>و 8</w:t>
            </w:r>
            <w:r w:rsidRPr="005B3A80">
              <w:rPr>
                <w:rtl/>
              </w:rPr>
              <w:t xml:space="preserve">6 </w:t>
            </w:r>
            <w:r>
              <w:rPr>
                <w:rtl/>
              </w:rPr>
              <w:t>و 1</w:t>
            </w:r>
            <w:r w:rsidRPr="005B3A80">
              <w:rPr>
                <w:rtl/>
              </w:rPr>
              <w:t xml:space="preserve">20 </w:t>
            </w:r>
            <w:r>
              <w:rPr>
                <w:rtl/>
              </w:rPr>
              <w:t>و 1</w:t>
            </w:r>
            <w:r w:rsidRPr="005B3A80">
              <w:rPr>
                <w:rtl/>
              </w:rPr>
              <w:t>83</w:t>
            </w:r>
          </w:p>
        </w:tc>
      </w:tr>
      <w:tr w:rsidR="008867CD" w:rsidRPr="00940B39" w:rsidTr="00AE355E">
        <w:tc>
          <w:tcPr>
            <w:tcW w:w="3339" w:type="dxa"/>
          </w:tcPr>
          <w:p w:rsidR="008867CD" w:rsidRPr="005B3A80" w:rsidRDefault="008867CD" w:rsidP="008867CD">
            <w:pPr>
              <w:pStyle w:val="libNormal0"/>
              <w:rPr>
                <w:rFonts w:hint="cs"/>
                <w:rtl/>
              </w:rPr>
            </w:pPr>
            <w:r w:rsidRPr="005B3A80">
              <w:rPr>
                <w:rtl/>
              </w:rPr>
              <w:t xml:space="preserve">وفود العرب على النبي </w:t>
            </w:r>
            <w:r w:rsidR="00D8054C" w:rsidRPr="00D8054C">
              <w:rPr>
                <w:rStyle w:val="libAlaemChar"/>
                <w:rtl/>
              </w:rPr>
              <w:t>صلى‌الله‌عليه‌وآله</w:t>
            </w:r>
            <w:r w:rsidRPr="005B3A80">
              <w:rPr>
                <w:rtl/>
              </w:rPr>
              <w:t xml:space="preserve"> </w:t>
            </w:r>
          </w:p>
        </w:tc>
        <w:tc>
          <w:tcPr>
            <w:tcW w:w="4248" w:type="dxa"/>
          </w:tcPr>
          <w:p w:rsidR="008867CD" w:rsidRPr="00940B39" w:rsidRDefault="008867CD" w:rsidP="008867CD">
            <w:pPr>
              <w:pStyle w:val="libCenter"/>
              <w:rPr>
                <w:rtl/>
              </w:rPr>
            </w:pPr>
            <w:r w:rsidRPr="005B3A80">
              <w:rPr>
                <w:rtl/>
              </w:rPr>
              <w:t>175</w:t>
            </w:r>
          </w:p>
        </w:tc>
      </w:tr>
      <w:tr w:rsidR="008867CD" w:rsidRPr="00940B39" w:rsidTr="00AE355E">
        <w:tc>
          <w:tcPr>
            <w:tcW w:w="3339" w:type="dxa"/>
          </w:tcPr>
          <w:p w:rsidR="008867CD" w:rsidRPr="005B3A80" w:rsidRDefault="008867CD" w:rsidP="008867CD">
            <w:pPr>
              <w:pStyle w:val="libNormal0"/>
              <w:rPr>
                <w:rtl/>
              </w:rPr>
            </w:pPr>
            <w:r w:rsidRPr="005B3A80">
              <w:rPr>
                <w:rtl/>
              </w:rPr>
              <w:t xml:space="preserve">يوم وليلة </w:t>
            </w:r>
          </w:p>
        </w:tc>
        <w:tc>
          <w:tcPr>
            <w:tcW w:w="4248" w:type="dxa"/>
          </w:tcPr>
          <w:p w:rsidR="008867CD" w:rsidRPr="00940B39" w:rsidRDefault="008867CD" w:rsidP="008867CD">
            <w:pPr>
              <w:pStyle w:val="libCenter"/>
              <w:rPr>
                <w:rtl/>
              </w:rPr>
            </w:pPr>
            <w:r w:rsidRPr="005B3A80">
              <w:rPr>
                <w:rtl/>
              </w:rPr>
              <w:t xml:space="preserve">90 </w:t>
            </w:r>
            <w:r>
              <w:rPr>
                <w:rtl/>
              </w:rPr>
              <w:t>و 9</w:t>
            </w:r>
            <w:r w:rsidRPr="005B3A80">
              <w:rPr>
                <w:rtl/>
              </w:rPr>
              <w:t xml:space="preserve">1 </w:t>
            </w:r>
            <w:r>
              <w:rPr>
                <w:rtl/>
              </w:rPr>
              <w:t>و 1</w:t>
            </w:r>
            <w:r w:rsidRPr="005B3A80">
              <w:rPr>
                <w:rtl/>
              </w:rPr>
              <w:t xml:space="preserve">44 </w:t>
            </w:r>
            <w:r>
              <w:rPr>
                <w:rtl/>
              </w:rPr>
              <w:t>و 1</w:t>
            </w:r>
            <w:r w:rsidRPr="005B3A80">
              <w:rPr>
                <w:rtl/>
              </w:rPr>
              <w:t>74</w:t>
            </w:r>
          </w:p>
        </w:tc>
      </w:tr>
    </w:tbl>
    <w:p w:rsidR="00D8054C" w:rsidRDefault="00D8054C" w:rsidP="00D8054C">
      <w:pPr>
        <w:pStyle w:val="libNormal"/>
        <w:rPr>
          <w:rtl/>
        </w:rPr>
      </w:pPr>
      <w:r>
        <w:rPr>
          <w:rtl/>
        </w:rPr>
        <w:br w:type="page"/>
      </w:r>
    </w:p>
    <w:p w:rsidR="008867CD" w:rsidRDefault="008867CD" w:rsidP="008867CD">
      <w:pPr>
        <w:pStyle w:val="libCenterBold1"/>
        <w:rPr>
          <w:rFonts w:hint="cs"/>
          <w:rtl/>
        </w:rPr>
      </w:pPr>
      <w:r>
        <w:rPr>
          <w:rtl/>
        </w:rPr>
        <w:lastRenderedPageBreak/>
        <w:t>(</w:t>
      </w:r>
      <w:r w:rsidRPr="007E0B1D">
        <w:rPr>
          <w:rtl/>
        </w:rPr>
        <w:t xml:space="preserve">4) </w:t>
      </w:r>
    </w:p>
    <w:p w:rsidR="008867CD" w:rsidRPr="007E0B1D" w:rsidRDefault="008867CD" w:rsidP="00665C01">
      <w:pPr>
        <w:pStyle w:val="libCenterBold1"/>
        <w:rPr>
          <w:rtl/>
        </w:rPr>
      </w:pPr>
      <w:r w:rsidRPr="007E0B1D">
        <w:rPr>
          <w:rtl/>
        </w:rPr>
        <w:t>مراجع التراجم</w:t>
      </w:r>
    </w:p>
    <w:p w:rsidR="00D8054C" w:rsidRDefault="00D8054C" w:rsidP="00D8054C">
      <w:pPr>
        <w:pStyle w:val="libNormal"/>
        <w:rPr>
          <w:rtl/>
        </w:rPr>
      </w:pPr>
      <w:r>
        <w:rPr>
          <w:rtl/>
        </w:rPr>
        <w:br w:type="page"/>
      </w:r>
    </w:p>
    <w:p w:rsidR="00D8054C" w:rsidRDefault="00D8054C" w:rsidP="00D8054C">
      <w:pPr>
        <w:pStyle w:val="libNormal"/>
        <w:rPr>
          <w:rtl/>
        </w:rPr>
      </w:pPr>
      <w:r>
        <w:rPr>
          <w:rtl/>
        </w:rPr>
        <w:lastRenderedPageBreak/>
        <w:br w:type="page"/>
      </w:r>
    </w:p>
    <w:p w:rsidR="008867CD" w:rsidRPr="007E0B1D" w:rsidRDefault="008867CD" w:rsidP="008867CD">
      <w:pPr>
        <w:pStyle w:val="libNormal"/>
        <w:rPr>
          <w:rtl/>
        </w:rPr>
      </w:pPr>
      <w:r w:rsidRPr="007E0B1D">
        <w:rPr>
          <w:rtl/>
        </w:rPr>
        <w:lastRenderedPageBreak/>
        <w:t>1</w:t>
      </w:r>
      <w:r w:rsidR="00D8054C">
        <w:rPr>
          <w:rtl/>
        </w:rPr>
        <w:t xml:space="preserve"> - </w:t>
      </w:r>
      <w:r w:rsidRPr="007E0B1D">
        <w:rPr>
          <w:rtl/>
        </w:rPr>
        <w:t>آثار عجم.</w:t>
      </w:r>
    </w:p>
    <w:p w:rsidR="008867CD" w:rsidRPr="007E0B1D" w:rsidRDefault="008867CD" w:rsidP="008867CD">
      <w:pPr>
        <w:pStyle w:val="libNormal"/>
        <w:rPr>
          <w:rtl/>
        </w:rPr>
      </w:pPr>
      <w:r w:rsidRPr="007E0B1D">
        <w:rPr>
          <w:rtl/>
        </w:rPr>
        <w:t>لفرصت الدولة شيرازي.</w:t>
      </w:r>
    </w:p>
    <w:p w:rsidR="008867CD" w:rsidRDefault="008867CD" w:rsidP="008867CD">
      <w:pPr>
        <w:pStyle w:val="libNormal"/>
        <w:rPr>
          <w:rFonts w:hint="cs"/>
          <w:rtl/>
        </w:rPr>
      </w:pPr>
      <w:r w:rsidRPr="007E0B1D">
        <w:rPr>
          <w:rtl/>
        </w:rPr>
        <w:t>طبع بمبئي</w:t>
      </w:r>
      <w:r w:rsidR="00D8054C">
        <w:rPr>
          <w:rtl/>
        </w:rPr>
        <w:t xml:space="preserve"> - </w:t>
      </w:r>
      <w:r w:rsidRPr="007E0B1D">
        <w:rPr>
          <w:rtl/>
        </w:rPr>
        <w:t>الهند</w:t>
      </w:r>
      <w:r w:rsidR="00D8054C">
        <w:rPr>
          <w:rtl/>
        </w:rPr>
        <w:t xml:space="preserve"> - </w:t>
      </w:r>
      <w:r w:rsidRPr="007E0B1D">
        <w:rPr>
          <w:rtl/>
        </w:rPr>
        <w:t>سنة 1314 ه‍</w:t>
      </w:r>
    </w:p>
    <w:p w:rsidR="008867CD" w:rsidRPr="007E0B1D" w:rsidRDefault="008867CD" w:rsidP="008867CD">
      <w:pPr>
        <w:pStyle w:val="libNormal"/>
        <w:rPr>
          <w:rtl/>
        </w:rPr>
      </w:pPr>
      <w:r w:rsidRPr="007E0B1D">
        <w:rPr>
          <w:rtl/>
        </w:rPr>
        <w:t>2</w:t>
      </w:r>
      <w:r w:rsidR="00D8054C">
        <w:rPr>
          <w:rtl/>
        </w:rPr>
        <w:t xml:space="preserve"> - </w:t>
      </w:r>
      <w:r w:rsidRPr="007E0B1D">
        <w:rPr>
          <w:rtl/>
        </w:rPr>
        <w:t>الأئمة الاثنا عشر.</w:t>
      </w:r>
    </w:p>
    <w:p w:rsidR="008867CD" w:rsidRPr="007E0B1D" w:rsidRDefault="008867CD" w:rsidP="008867CD">
      <w:pPr>
        <w:pStyle w:val="libNormal"/>
        <w:rPr>
          <w:rtl/>
        </w:rPr>
      </w:pPr>
      <w:r w:rsidRPr="007E0B1D">
        <w:rPr>
          <w:rtl/>
        </w:rPr>
        <w:t>لشمس الدين محمّد بن طولون.</w:t>
      </w:r>
    </w:p>
    <w:p w:rsidR="008867CD" w:rsidRPr="007E0B1D" w:rsidRDefault="008867CD" w:rsidP="008867CD">
      <w:pPr>
        <w:pStyle w:val="libNormal"/>
        <w:rPr>
          <w:rtl/>
        </w:rPr>
      </w:pPr>
      <w:r w:rsidRPr="007E0B1D">
        <w:rPr>
          <w:rtl/>
        </w:rPr>
        <w:t>منشورات الرضي</w:t>
      </w:r>
      <w:r w:rsidR="00D8054C">
        <w:rPr>
          <w:rtl/>
        </w:rPr>
        <w:t xml:space="preserve"> - </w:t>
      </w:r>
      <w:r w:rsidRPr="007E0B1D">
        <w:rPr>
          <w:rtl/>
        </w:rPr>
        <w:t>قم.</w:t>
      </w:r>
    </w:p>
    <w:p w:rsidR="008867CD" w:rsidRPr="007E0B1D" w:rsidRDefault="008867CD" w:rsidP="008867CD">
      <w:pPr>
        <w:pStyle w:val="libNormal"/>
        <w:rPr>
          <w:rtl/>
        </w:rPr>
      </w:pPr>
      <w:r w:rsidRPr="007E0B1D">
        <w:rPr>
          <w:rtl/>
        </w:rPr>
        <w:t>3</w:t>
      </w:r>
      <w:r w:rsidR="00D8054C">
        <w:rPr>
          <w:rtl/>
        </w:rPr>
        <w:t xml:space="preserve"> - </w:t>
      </w:r>
      <w:r w:rsidRPr="007E0B1D">
        <w:rPr>
          <w:rtl/>
        </w:rPr>
        <w:t>اتقان المقال.</w:t>
      </w:r>
    </w:p>
    <w:p w:rsidR="008867CD" w:rsidRPr="007E0B1D" w:rsidRDefault="008867CD" w:rsidP="008867CD">
      <w:pPr>
        <w:pStyle w:val="libNormal"/>
        <w:rPr>
          <w:rtl/>
        </w:rPr>
      </w:pPr>
      <w:r w:rsidRPr="007E0B1D">
        <w:rPr>
          <w:rtl/>
        </w:rPr>
        <w:t>للشيخ محمّد طه نجف.</w:t>
      </w:r>
    </w:p>
    <w:p w:rsidR="008867CD" w:rsidRPr="007E0B1D" w:rsidRDefault="008867CD" w:rsidP="008867CD">
      <w:pPr>
        <w:pStyle w:val="libNormal"/>
        <w:rPr>
          <w:rtl/>
        </w:rPr>
      </w:pPr>
      <w:r w:rsidRPr="007E0B1D">
        <w:rPr>
          <w:rtl/>
        </w:rPr>
        <w:t>المطبقة العلوية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4</w:t>
      </w:r>
      <w:r w:rsidR="00D8054C">
        <w:rPr>
          <w:rtl/>
        </w:rPr>
        <w:t xml:space="preserve"> - </w:t>
      </w:r>
      <w:r w:rsidRPr="007E0B1D">
        <w:rPr>
          <w:rtl/>
        </w:rPr>
        <w:t>اثبات الوصية.</w:t>
      </w:r>
    </w:p>
    <w:p w:rsidR="008867CD" w:rsidRPr="007E0B1D" w:rsidRDefault="008867CD" w:rsidP="008867CD">
      <w:pPr>
        <w:pStyle w:val="libNormal"/>
        <w:rPr>
          <w:rtl/>
        </w:rPr>
      </w:pPr>
      <w:r w:rsidRPr="007E0B1D">
        <w:rPr>
          <w:rtl/>
        </w:rPr>
        <w:t>لعلي بن الحسين المسعودي.</w:t>
      </w:r>
    </w:p>
    <w:p w:rsidR="008867CD" w:rsidRPr="007E0B1D" w:rsidRDefault="008867CD" w:rsidP="008867CD">
      <w:pPr>
        <w:pStyle w:val="libNormal"/>
        <w:rPr>
          <w:rtl/>
        </w:rPr>
      </w:pPr>
      <w:r w:rsidRPr="007E0B1D">
        <w:rPr>
          <w:rtl/>
        </w:rPr>
        <w:t>منشورات الرضي</w:t>
      </w:r>
      <w:r w:rsidR="00D8054C">
        <w:rPr>
          <w:rtl/>
        </w:rPr>
        <w:t xml:space="preserve"> - </w:t>
      </w:r>
      <w:r w:rsidRPr="007E0B1D">
        <w:rPr>
          <w:rtl/>
        </w:rPr>
        <w:t>قم.</w:t>
      </w:r>
    </w:p>
    <w:p w:rsidR="008867CD" w:rsidRPr="007E0B1D" w:rsidRDefault="008867CD" w:rsidP="008867CD">
      <w:pPr>
        <w:pStyle w:val="libNormal"/>
        <w:rPr>
          <w:rtl/>
        </w:rPr>
      </w:pPr>
      <w:r w:rsidRPr="007E0B1D">
        <w:rPr>
          <w:rtl/>
        </w:rPr>
        <w:t>5</w:t>
      </w:r>
      <w:r w:rsidR="00D8054C">
        <w:rPr>
          <w:rtl/>
        </w:rPr>
        <w:t xml:space="preserve"> - </w:t>
      </w:r>
      <w:r w:rsidRPr="007E0B1D">
        <w:rPr>
          <w:rtl/>
        </w:rPr>
        <w:t>الاحتجاج.</w:t>
      </w:r>
    </w:p>
    <w:p w:rsidR="008867CD" w:rsidRPr="007E0B1D" w:rsidRDefault="008867CD" w:rsidP="008867CD">
      <w:pPr>
        <w:pStyle w:val="libNormal"/>
        <w:rPr>
          <w:rtl/>
        </w:rPr>
      </w:pPr>
      <w:r w:rsidRPr="007E0B1D">
        <w:rPr>
          <w:rtl/>
        </w:rPr>
        <w:t>لأبي منصور أحمد بن علي الطبرسي.</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6</w:t>
      </w:r>
      <w:r w:rsidR="00D8054C">
        <w:rPr>
          <w:rtl/>
        </w:rPr>
        <w:t xml:space="preserve"> - </w:t>
      </w:r>
      <w:r w:rsidRPr="007E0B1D">
        <w:rPr>
          <w:rtl/>
        </w:rPr>
        <w:t xml:space="preserve">أحسن التراجم لأصحاب الامام موسى الكاظم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لعبد الحسين الشبستري.</w:t>
      </w:r>
    </w:p>
    <w:p w:rsidR="008867CD" w:rsidRPr="007E0B1D" w:rsidRDefault="008867CD" w:rsidP="008867CD">
      <w:pPr>
        <w:pStyle w:val="libNormal"/>
        <w:rPr>
          <w:rtl/>
        </w:rPr>
      </w:pPr>
      <w:r w:rsidRPr="007E0B1D">
        <w:rPr>
          <w:rtl/>
        </w:rPr>
        <w:t xml:space="preserve">نشر المؤتمر العالمي للامام الرضا </w:t>
      </w:r>
      <w:r w:rsidR="00D8054C" w:rsidRPr="00D8054C">
        <w:rPr>
          <w:rStyle w:val="libAlaemChar"/>
          <w:rtl/>
        </w:rPr>
        <w:t>عليه‌السلام</w:t>
      </w:r>
      <w:r w:rsidR="00D8054C">
        <w:rPr>
          <w:rtl/>
        </w:rPr>
        <w:t xml:space="preserve"> - </w:t>
      </w:r>
      <w:r w:rsidRPr="007E0B1D">
        <w:rPr>
          <w:rtl/>
        </w:rPr>
        <w:t>مشهد.</w:t>
      </w:r>
    </w:p>
    <w:p w:rsidR="008867CD" w:rsidRPr="007E0B1D" w:rsidRDefault="008867CD" w:rsidP="008867CD">
      <w:pPr>
        <w:pStyle w:val="libNormal"/>
        <w:rPr>
          <w:rtl/>
        </w:rPr>
      </w:pPr>
      <w:r w:rsidRPr="007E0B1D">
        <w:rPr>
          <w:rtl/>
        </w:rPr>
        <w:t>7</w:t>
      </w:r>
      <w:r w:rsidR="00D8054C">
        <w:rPr>
          <w:rtl/>
        </w:rPr>
        <w:t xml:space="preserve"> - </w:t>
      </w:r>
      <w:r w:rsidRPr="007E0B1D">
        <w:rPr>
          <w:rtl/>
        </w:rPr>
        <w:t>أحوال الرجال.</w:t>
      </w:r>
    </w:p>
    <w:p w:rsidR="008867CD" w:rsidRPr="007E0B1D" w:rsidRDefault="008867CD" w:rsidP="008867CD">
      <w:pPr>
        <w:pStyle w:val="libNormal"/>
        <w:rPr>
          <w:rtl/>
        </w:rPr>
      </w:pPr>
      <w:r w:rsidRPr="007E0B1D">
        <w:rPr>
          <w:rtl/>
        </w:rPr>
        <w:t>لأبي اسحاق ابراهيم بن يعقوب الجوزجاني.</w:t>
      </w:r>
    </w:p>
    <w:p w:rsidR="008867CD" w:rsidRPr="007E0B1D" w:rsidRDefault="008867CD" w:rsidP="008867CD">
      <w:pPr>
        <w:pStyle w:val="libNormal"/>
        <w:rPr>
          <w:rtl/>
        </w:rPr>
      </w:pPr>
      <w:r w:rsidRPr="007E0B1D">
        <w:rPr>
          <w:rtl/>
        </w:rPr>
        <w:t>مؤسسة الرسالة</w:t>
      </w:r>
      <w:r w:rsidR="00D8054C">
        <w:rPr>
          <w:rtl/>
        </w:rPr>
        <w:t xml:space="preserve"> - </w:t>
      </w:r>
      <w:r w:rsidRPr="007E0B1D">
        <w:rPr>
          <w:rtl/>
        </w:rPr>
        <w:t>بيروت.</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8</w:t>
      </w:r>
      <w:r w:rsidR="00D8054C">
        <w:rPr>
          <w:rtl/>
        </w:rPr>
        <w:t xml:space="preserve"> - </w:t>
      </w:r>
      <w:r w:rsidRPr="007E0B1D">
        <w:rPr>
          <w:rtl/>
        </w:rPr>
        <w:t>الأخبار الطوال.</w:t>
      </w:r>
    </w:p>
    <w:p w:rsidR="008867CD" w:rsidRPr="007E0B1D" w:rsidRDefault="008867CD" w:rsidP="008867CD">
      <w:pPr>
        <w:pStyle w:val="libNormal"/>
        <w:rPr>
          <w:rtl/>
        </w:rPr>
      </w:pPr>
      <w:r w:rsidRPr="007E0B1D">
        <w:rPr>
          <w:rtl/>
        </w:rPr>
        <w:t>لأبي حنيفة أحمد بن داود الدينوري.</w:t>
      </w:r>
    </w:p>
    <w:p w:rsidR="008867CD" w:rsidRPr="007E0B1D" w:rsidRDefault="008867CD" w:rsidP="008867CD">
      <w:pPr>
        <w:pStyle w:val="libNormal"/>
        <w:rPr>
          <w:rtl/>
        </w:rPr>
      </w:pPr>
      <w:r w:rsidRPr="007E0B1D">
        <w:rPr>
          <w:rtl/>
        </w:rPr>
        <w:t>مكتبة المثنى</w:t>
      </w:r>
      <w:r w:rsidR="00D8054C">
        <w:rPr>
          <w:rtl/>
        </w:rPr>
        <w:t xml:space="preserve"> - </w:t>
      </w:r>
      <w:r w:rsidRPr="007E0B1D">
        <w:rPr>
          <w:rtl/>
        </w:rPr>
        <w:t>بغداد.</w:t>
      </w:r>
    </w:p>
    <w:p w:rsidR="008867CD" w:rsidRPr="007E0B1D" w:rsidRDefault="008867CD" w:rsidP="008867CD">
      <w:pPr>
        <w:pStyle w:val="libNormal"/>
        <w:rPr>
          <w:rtl/>
        </w:rPr>
      </w:pPr>
      <w:r w:rsidRPr="007E0B1D">
        <w:rPr>
          <w:rtl/>
        </w:rPr>
        <w:t>9</w:t>
      </w:r>
      <w:r w:rsidR="00D8054C">
        <w:rPr>
          <w:rtl/>
        </w:rPr>
        <w:t xml:space="preserve"> - </w:t>
      </w:r>
      <w:r w:rsidRPr="007E0B1D">
        <w:rPr>
          <w:rtl/>
        </w:rPr>
        <w:t>أخبار القضاة.</w:t>
      </w:r>
    </w:p>
    <w:p w:rsidR="008867CD" w:rsidRPr="007E0B1D" w:rsidRDefault="008867CD" w:rsidP="008867CD">
      <w:pPr>
        <w:pStyle w:val="libNormal"/>
        <w:rPr>
          <w:rtl/>
        </w:rPr>
      </w:pPr>
      <w:r w:rsidRPr="007E0B1D">
        <w:rPr>
          <w:rtl/>
        </w:rPr>
        <w:t>لمحمّد بن خلف بن حيان</w:t>
      </w:r>
      <w:r w:rsidR="00D8054C">
        <w:rPr>
          <w:rtl/>
        </w:rPr>
        <w:t>،</w:t>
      </w:r>
      <w:r w:rsidRPr="007E0B1D">
        <w:rPr>
          <w:rtl/>
        </w:rPr>
        <w:t xml:space="preserve"> وكيع.</w:t>
      </w:r>
    </w:p>
    <w:p w:rsidR="008867CD" w:rsidRPr="007E0B1D" w:rsidRDefault="008867CD" w:rsidP="008867CD">
      <w:pPr>
        <w:pStyle w:val="libNormal"/>
        <w:rPr>
          <w:rtl/>
        </w:rPr>
      </w:pPr>
      <w:r w:rsidRPr="007E0B1D">
        <w:rPr>
          <w:rtl/>
        </w:rPr>
        <w:t>عالم الكتب</w:t>
      </w:r>
      <w:r w:rsidR="00D8054C">
        <w:rPr>
          <w:rtl/>
        </w:rPr>
        <w:t xml:space="preserve"> - </w:t>
      </w:r>
      <w:r w:rsidRPr="007E0B1D">
        <w:rPr>
          <w:rtl/>
        </w:rPr>
        <w:t>بيروت.</w:t>
      </w:r>
    </w:p>
    <w:p w:rsidR="008867CD" w:rsidRPr="007E0B1D" w:rsidRDefault="008867CD" w:rsidP="008867CD">
      <w:pPr>
        <w:pStyle w:val="libNormal"/>
        <w:rPr>
          <w:rtl/>
        </w:rPr>
      </w:pPr>
      <w:r w:rsidRPr="007E0B1D">
        <w:rPr>
          <w:rtl/>
        </w:rPr>
        <w:t>10</w:t>
      </w:r>
      <w:r w:rsidR="00D8054C">
        <w:rPr>
          <w:rtl/>
        </w:rPr>
        <w:t xml:space="preserve"> - </w:t>
      </w:r>
      <w:r w:rsidRPr="007E0B1D">
        <w:rPr>
          <w:rtl/>
        </w:rPr>
        <w:t>الاختصاص.</w:t>
      </w:r>
    </w:p>
    <w:p w:rsidR="008867CD" w:rsidRPr="007E0B1D" w:rsidRDefault="008867CD" w:rsidP="008867CD">
      <w:pPr>
        <w:pStyle w:val="libNormal"/>
        <w:rPr>
          <w:rtl/>
        </w:rPr>
      </w:pPr>
      <w:r w:rsidRPr="007E0B1D">
        <w:rPr>
          <w:rtl/>
        </w:rPr>
        <w:t>لأبي عبد الله محمّد بن محمّد العكبري</w:t>
      </w:r>
      <w:r w:rsidR="00D8054C">
        <w:rPr>
          <w:rtl/>
        </w:rPr>
        <w:t>،</w:t>
      </w:r>
      <w:r w:rsidRPr="007E0B1D">
        <w:rPr>
          <w:rtl/>
        </w:rPr>
        <w:t xml:space="preserve"> البغدادي</w:t>
      </w:r>
      <w:r w:rsidR="00D8054C">
        <w:rPr>
          <w:rtl/>
        </w:rPr>
        <w:t>،</w:t>
      </w:r>
      <w:r w:rsidRPr="007E0B1D">
        <w:rPr>
          <w:rtl/>
        </w:rPr>
        <w:t xml:space="preserve"> الشيخ المفيد.</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Default="008867CD" w:rsidP="008867CD">
      <w:pPr>
        <w:pStyle w:val="libNormal"/>
        <w:rPr>
          <w:rFonts w:hint="cs"/>
          <w:rtl/>
        </w:rPr>
      </w:pPr>
      <w:r w:rsidRPr="007E0B1D">
        <w:rPr>
          <w:rtl/>
        </w:rPr>
        <w:t>اختيار معرفة الرجال رجال الكشي</w:t>
      </w:r>
    </w:p>
    <w:p w:rsidR="008867CD" w:rsidRPr="007E0B1D" w:rsidRDefault="008867CD" w:rsidP="008867CD">
      <w:pPr>
        <w:pStyle w:val="libNormal"/>
        <w:rPr>
          <w:rtl/>
        </w:rPr>
      </w:pPr>
      <w:r w:rsidRPr="007E0B1D">
        <w:rPr>
          <w:rtl/>
        </w:rPr>
        <w:t>11</w:t>
      </w:r>
      <w:r w:rsidR="00D8054C">
        <w:rPr>
          <w:rtl/>
        </w:rPr>
        <w:t xml:space="preserve"> - </w:t>
      </w:r>
      <w:r w:rsidRPr="007E0B1D">
        <w:rPr>
          <w:rtl/>
        </w:rPr>
        <w:t>الارشاد.</w:t>
      </w:r>
    </w:p>
    <w:p w:rsidR="008867CD" w:rsidRPr="007E0B1D" w:rsidRDefault="008867CD" w:rsidP="008867CD">
      <w:pPr>
        <w:pStyle w:val="libNormal"/>
        <w:rPr>
          <w:rtl/>
        </w:rPr>
      </w:pPr>
      <w:r w:rsidRPr="007E0B1D">
        <w:rPr>
          <w:rtl/>
        </w:rPr>
        <w:t>لأبي عبد الله محمّد بن محمّد العكبري</w:t>
      </w:r>
      <w:r w:rsidR="00D8054C">
        <w:rPr>
          <w:rtl/>
        </w:rPr>
        <w:t>،</w:t>
      </w:r>
      <w:r w:rsidRPr="007E0B1D">
        <w:rPr>
          <w:rtl/>
        </w:rPr>
        <w:t xml:space="preserve"> البغدادي</w:t>
      </w:r>
      <w:r w:rsidR="00D8054C">
        <w:rPr>
          <w:rtl/>
        </w:rPr>
        <w:t>،</w:t>
      </w:r>
      <w:r w:rsidRPr="007E0B1D">
        <w:rPr>
          <w:rtl/>
        </w:rPr>
        <w:t xml:space="preserve"> الشيخ المفيد.</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12</w:t>
      </w:r>
      <w:r w:rsidR="00D8054C">
        <w:rPr>
          <w:rtl/>
        </w:rPr>
        <w:t xml:space="preserve"> - </w:t>
      </w:r>
      <w:r w:rsidRPr="007E0B1D">
        <w:rPr>
          <w:rtl/>
        </w:rPr>
        <w:t>الاستبصار.</w:t>
      </w:r>
    </w:p>
    <w:p w:rsidR="008867CD" w:rsidRPr="007E0B1D" w:rsidRDefault="008867CD" w:rsidP="008867CD">
      <w:pPr>
        <w:pStyle w:val="libNormal"/>
        <w:rPr>
          <w:rtl/>
        </w:rPr>
      </w:pPr>
      <w:r w:rsidRPr="007E0B1D">
        <w:rPr>
          <w:rtl/>
        </w:rPr>
        <w:t>لأبي جعفر محمّد بن الحسن الطوسي.</w:t>
      </w:r>
    </w:p>
    <w:p w:rsidR="008867CD" w:rsidRPr="007E0B1D" w:rsidRDefault="008867CD" w:rsidP="008867CD">
      <w:pPr>
        <w:pStyle w:val="libNormal"/>
        <w:rPr>
          <w:rtl/>
        </w:rPr>
      </w:pPr>
      <w:r w:rsidRPr="007E0B1D">
        <w:rPr>
          <w:rtl/>
        </w:rPr>
        <w:t>دار الكتب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13</w:t>
      </w:r>
      <w:r w:rsidR="00D8054C">
        <w:rPr>
          <w:rtl/>
        </w:rPr>
        <w:t xml:space="preserve"> - </w:t>
      </w:r>
      <w:r w:rsidRPr="007E0B1D">
        <w:rPr>
          <w:rtl/>
        </w:rPr>
        <w:t>اشارة التعيين.</w:t>
      </w:r>
    </w:p>
    <w:p w:rsidR="008867CD" w:rsidRPr="007E0B1D" w:rsidRDefault="008867CD" w:rsidP="008867CD">
      <w:pPr>
        <w:pStyle w:val="libNormal"/>
        <w:rPr>
          <w:rtl/>
        </w:rPr>
      </w:pPr>
      <w:r w:rsidRPr="007E0B1D">
        <w:rPr>
          <w:rtl/>
        </w:rPr>
        <w:t>لعبد الباقي بن عبد المجيد اليماني.</w:t>
      </w:r>
    </w:p>
    <w:p w:rsidR="008867CD" w:rsidRPr="007E0B1D" w:rsidRDefault="008867CD" w:rsidP="008867CD">
      <w:pPr>
        <w:pStyle w:val="libNormal"/>
        <w:rPr>
          <w:rtl/>
        </w:rPr>
      </w:pPr>
      <w:r w:rsidRPr="007E0B1D">
        <w:rPr>
          <w:rtl/>
        </w:rPr>
        <w:t>شركة الطباعة العربية السعودية</w:t>
      </w:r>
      <w:r w:rsidR="00D8054C">
        <w:rPr>
          <w:rtl/>
        </w:rPr>
        <w:t xml:space="preserve"> - </w:t>
      </w:r>
      <w:r w:rsidRPr="007E0B1D">
        <w:rPr>
          <w:rtl/>
        </w:rPr>
        <w:t>الرياض.</w:t>
      </w:r>
    </w:p>
    <w:p w:rsidR="008867CD" w:rsidRPr="007E0B1D" w:rsidRDefault="008867CD" w:rsidP="008867CD">
      <w:pPr>
        <w:pStyle w:val="libNormal"/>
        <w:rPr>
          <w:rtl/>
        </w:rPr>
      </w:pPr>
      <w:r w:rsidRPr="007E0B1D">
        <w:rPr>
          <w:rtl/>
        </w:rPr>
        <w:t>14</w:t>
      </w:r>
      <w:r w:rsidR="00D8054C">
        <w:rPr>
          <w:rtl/>
        </w:rPr>
        <w:t xml:space="preserve"> - </w:t>
      </w:r>
      <w:r w:rsidRPr="007E0B1D">
        <w:rPr>
          <w:rtl/>
        </w:rPr>
        <w:t>أضبط المقال.</w:t>
      </w:r>
    </w:p>
    <w:p w:rsidR="008867CD" w:rsidRPr="007E0B1D" w:rsidRDefault="008867CD" w:rsidP="008867CD">
      <w:pPr>
        <w:pStyle w:val="libNormal"/>
        <w:rPr>
          <w:rtl/>
        </w:rPr>
      </w:pPr>
      <w:r w:rsidRPr="007E0B1D">
        <w:rPr>
          <w:rtl/>
        </w:rPr>
        <w:t>لنجم الدين حسن بن عبد الله الطبري</w:t>
      </w:r>
      <w:r w:rsidR="00D8054C">
        <w:rPr>
          <w:rtl/>
        </w:rPr>
        <w:t>،</w:t>
      </w:r>
      <w:r w:rsidRPr="007E0B1D">
        <w:rPr>
          <w:rtl/>
        </w:rPr>
        <w:t xml:space="preserve"> الآملي.</w:t>
      </w:r>
    </w:p>
    <w:p w:rsidR="008867CD" w:rsidRPr="007E0B1D" w:rsidRDefault="008867CD" w:rsidP="008867CD">
      <w:pPr>
        <w:pStyle w:val="libNormal"/>
        <w:rPr>
          <w:rtl/>
        </w:rPr>
      </w:pPr>
      <w:r w:rsidRPr="007E0B1D">
        <w:rPr>
          <w:rtl/>
        </w:rPr>
        <w:t>آخر الجزء الثاني من كتاب الكافي</w:t>
      </w:r>
      <w:r w:rsidR="00D8054C">
        <w:rPr>
          <w:rtl/>
        </w:rPr>
        <w:t xml:space="preserve"> - </w:t>
      </w:r>
      <w:r w:rsidRPr="007E0B1D">
        <w:rPr>
          <w:rtl/>
        </w:rPr>
        <w:t>المكتبة الاسلامية</w:t>
      </w:r>
      <w:r w:rsidR="00D8054C">
        <w:rPr>
          <w:rtl/>
        </w:rPr>
        <w:t xml:space="preserve"> - </w:t>
      </w:r>
      <w:r w:rsidRPr="007E0B1D">
        <w:rPr>
          <w:rtl/>
        </w:rPr>
        <w:t>طهران.</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15</w:t>
      </w:r>
      <w:r w:rsidR="00D8054C">
        <w:rPr>
          <w:rtl/>
        </w:rPr>
        <w:t xml:space="preserve"> - </w:t>
      </w:r>
      <w:r w:rsidRPr="007E0B1D">
        <w:rPr>
          <w:rtl/>
        </w:rPr>
        <w:t>الأعلام.</w:t>
      </w:r>
    </w:p>
    <w:p w:rsidR="008867CD" w:rsidRPr="007E0B1D" w:rsidRDefault="008867CD" w:rsidP="008867CD">
      <w:pPr>
        <w:pStyle w:val="libNormal"/>
        <w:rPr>
          <w:rtl/>
        </w:rPr>
      </w:pPr>
      <w:r w:rsidRPr="007E0B1D">
        <w:rPr>
          <w:rtl/>
        </w:rPr>
        <w:t>لخير الدين الزركلي.</w:t>
      </w:r>
    </w:p>
    <w:p w:rsidR="008867CD" w:rsidRPr="007E0B1D" w:rsidRDefault="008867CD" w:rsidP="008867CD">
      <w:pPr>
        <w:pStyle w:val="libNormal"/>
        <w:rPr>
          <w:rtl/>
        </w:rPr>
      </w:pPr>
      <w:r w:rsidRPr="007E0B1D">
        <w:rPr>
          <w:rtl/>
        </w:rPr>
        <w:t>دار العلم للملايين</w:t>
      </w:r>
      <w:r w:rsidR="00D8054C">
        <w:rPr>
          <w:rtl/>
        </w:rPr>
        <w:t xml:space="preserve"> - </w:t>
      </w:r>
      <w:r w:rsidRPr="007E0B1D">
        <w:rPr>
          <w:rtl/>
        </w:rPr>
        <w:t>بيروت.</w:t>
      </w:r>
    </w:p>
    <w:p w:rsidR="008867CD" w:rsidRPr="007E0B1D" w:rsidRDefault="008867CD" w:rsidP="008867CD">
      <w:pPr>
        <w:pStyle w:val="libNormal"/>
        <w:rPr>
          <w:rtl/>
        </w:rPr>
      </w:pPr>
      <w:r w:rsidRPr="007E0B1D">
        <w:rPr>
          <w:rtl/>
        </w:rPr>
        <w:t>16</w:t>
      </w:r>
      <w:r w:rsidR="00D8054C">
        <w:rPr>
          <w:rtl/>
        </w:rPr>
        <w:t xml:space="preserve"> - </w:t>
      </w:r>
      <w:r w:rsidRPr="007E0B1D">
        <w:rPr>
          <w:rtl/>
        </w:rPr>
        <w:t>الأعلام في معجم البلدان.</w:t>
      </w:r>
    </w:p>
    <w:p w:rsidR="008867CD" w:rsidRPr="007E0B1D" w:rsidRDefault="008867CD" w:rsidP="008867CD">
      <w:pPr>
        <w:pStyle w:val="libNormal"/>
        <w:rPr>
          <w:rtl/>
        </w:rPr>
      </w:pPr>
      <w:r w:rsidRPr="007E0B1D">
        <w:rPr>
          <w:rtl/>
        </w:rPr>
        <w:t>لعبد الحسين الشبستري.</w:t>
      </w:r>
    </w:p>
    <w:p w:rsidR="008867CD" w:rsidRPr="007E0B1D" w:rsidRDefault="008867CD" w:rsidP="008867CD">
      <w:pPr>
        <w:pStyle w:val="libNormal"/>
        <w:rPr>
          <w:rtl/>
        </w:rPr>
      </w:pPr>
      <w:r w:rsidRPr="007E0B1D">
        <w:rPr>
          <w:rtl/>
        </w:rPr>
        <w:t>دار احياء التراث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17</w:t>
      </w:r>
      <w:r w:rsidR="00D8054C">
        <w:rPr>
          <w:rtl/>
        </w:rPr>
        <w:t xml:space="preserve"> - </w:t>
      </w:r>
      <w:r w:rsidRPr="007E0B1D">
        <w:rPr>
          <w:rtl/>
        </w:rPr>
        <w:t>اعلام الورى.</w:t>
      </w:r>
    </w:p>
    <w:p w:rsidR="008867CD" w:rsidRPr="007E0B1D" w:rsidRDefault="008867CD" w:rsidP="008867CD">
      <w:pPr>
        <w:pStyle w:val="libNormal"/>
        <w:rPr>
          <w:rtl/>
        </w:rPr>
      </w:pPr>
      <w:r w:rsidRPr="007E0B1D">
        <w:rPr>
          <w:rtl/>
        </w:rPr>
        <w:t>لأبي علي الفضل بن الحسن الطبرسي.</w:t>
      </w:r>
    </w:p>
    <w:p w:rsidR="008867CD" w:rsidRPr="007E0B1D" w:rsidRDefault="008867CD" w:rsidP="008867CD">
      <w:pPr>
        <w:pStyle w:val="libNormal"/>
        <w:rPr>
          <w:rtl/>
        </w:rPr>
      </w:pPr>
      <w:r w:rsidRPr="007E0B1D">
        <w:rPr>
          <w:rtl/>
        </w:rPr>
        <w:t>المطبعة الحيدرية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18</w:t>
      </w:r>
      <w:r w:rsidR="00D8054C">
        <w:rPr>
          <w:rtl/>
        </w:rPr>
        <w:t xml:space="preserve"> - </w:t>
      </w:r>
      <w:r w:rsidRPr="007E0B1D">
        <w:rPr>
          <w:rtl/>
        </w:rPr>
        <w:t>أعيان الشيعة.</w:t>
      </w:r>
    </w:p>
    <w:p w:rsidR="008867CD" w:rsidRPr="007E0B1D" w:rsidRDefault="008867CD" w:rsidP="008867CD">
      <w:pPr>
        <w:pStyle w:val="libNormal"/>
        <w:rPr>
          <w:rtl/>
        </w:rPr>
      </w:pPr>
      <w:r w:rsidRPr="007E0B1D">
        <w:rPr>
          <w:rtl/>
        </w:rPr>
        <w:t>للسيد محسن الأمين العاملي.</w:t>
      </w:r>
    </w:p>
    <w:p w:rsidR="008867CD" w:rsidRPr="007E0B1D" w:rsidRDefault="008867CD" w:rsidP="008867CD">
      <w:pPr>
        <w:pStyle w:val="libNormal"/>
        <w:rPr>
          <w:rtl/>
        </w:rPr>
      </w:pPr>
      <w:r w:rsidRPr="007E0B1D">
        <w:rPr>
          <w:rtl/>
        </w:rPr>
        <w:t>دار التعارف</w:t>
      </w:r>
      <w:r w:rsidR="00D8054C">
        <w:rPr>
          <w:rtl/>
        </w:rPr>
        <w:t xml:space="preserve"> - </w:t>
      </w:r>
      <w:r w:rsidRPr="007E0B1D">
        <w:rPr>
          <w:rtl/>
        </w:rPr>
        <w:t>بيروت.</w:t>
      </w:r>
    </w:p>
    <w:p w:rsidR="008867CD" w:rsidRPr="007E0B1D" w:rsidRDefault="008867CD" w:rsidP="008867CD">
      <w:pPr>
        <w:pStyle w:val="libNormal"/>
        <w:rPr>
          <w:rtl/>
        </w:rPr>
      </w:pPr>
      <w:r w:rsidRPr="007E0B1D">
        <w:rPr>
          <w:rtl/>
        </w:rPr>
        <w:t>19</w:t>
      </w:r>
      <w:r w:rsidR="00D8054C">
        <w:rPr>
          <w:rtl/>
        </w:rPr>
        <w:t xml:space="preserve"> - </w:t>
      </w:r>
      <w:r w:rsidRPr="007E0B1D">
        <w:rPr>
          <w:rtl/>
        </w:rPr>
        <w:t>الأغاني.</w:t>
      </w:r>
    </w:p>
    <w:p w:rsidR="008867CD" w:rsidRPr="007E0B1D" w:rsidRDefault="008867CD" w:rsidP="008867CD">
      <w:pPr>
        <w:pStyle w:val="libNormal"/>
        <w:rPr>
          <w:rtl/>
        </w:rPr>
      </w:pPr>
      <w:r w:rsidRPr="007E0B1D">
        <w:rPr>
          <w:rtl/>
        </w:rPr>
        <w:t>لأبي الفرج علي بن الحسين الاصبهاني.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20</w:t>
      </w:r>
      <w:r w:rsidR="00D8054C">
        <w:rPr>
          <w:rtl/>
        </w:rPr>
        <w:t xml:space="preserve"> - </w:t>
      </w:r>
      <w:r w:rsidRPr="007E0B1D">
        <w:rPr>
          <w:rtl/>
        </w:rPr>
        <w:t>اكتفاء القنوع.</w:t>
      </w:r>
    </w:p>
    <w:p w:rsidR="008867CD" w:rsidRPr="007E0B1D" w:rsidRDefault="008867CD" w:rsidP="008867CD">
      <w:pPr>
        <w:pStyle w:val="libNormal"/>
        <w:rPr>
          <w:rtl/>
        </w:rPr>
      </w:pPr>
      <w:r w:rsidRPr="007E0B1D">
        <w:rPr>
          <w:rtl/>
        </w:rPr>
        <w:t>لادوارد فنديك.</w:t>
      </w:r>
    </w:p>
    <w:p w:rsidR="008867CD" w:rsidRPr="007E0B1D" w:rsidRDefault="008867CD" w:rsidP="008867CD">
      <w:pPr>
        <w:pStyle w:val="libNormal"/>
        <w:rPr>
          <w:rtl/>
        </w:rPr>
      </w:pPr>
      <w:r w:rsidRPr="007E0B1D">
        <w:rPr>
          <w:rtl/>
        </w:rPr>
        <w:t>اوفست 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21</w:t>
      </w:r>
      <w:r w:rsidR="00D8054C">
        <w:rPr>
          <w:rtl/>
        </w:rPr>
        <w:t xml:space="preserve"> - </w:t>
      </w:r>
      <w:r w:rsidRPr="007E0B1D">
        <w:rPr>
          <w:rtl/>
        </w:rPr>
        <w:t>الاكمال.</w:t>
      </w:r>
    </w:p>
    <w:p w:rsidR="008867CD" w:rsidRPr="007E0B1D" w:rsidRDefault="008867CD" w:rsidP="008867CD">
      <w:pPr>
        <w:pStyle w:val="libNormal"/>
        <w:rPr>
          <w:rtl/>
        </w:rPr>
      </w:pPr>
      <w:r w:rsidRPr="007E0B1D">
        <w:rPr>
          <w:rtl/>
        </w:rPr>
        <w:t>لعلي بن هبة الله بن ماكولا.</w:t>
      </w:r>
    </w:p>
    <w:p w:rsidR="008867CD" w:rsidRPr="007E0B1D" w:rsidRDefault="008867CD" w:rsidP="008867CD">
      <w:pPr>
        <w:pStyle w:val="libNormal"/>
        <w:rPr>
          <w:rtl/>
        </w:rPr>
      </w:pPr>
      <w:r w:rsidRPr="007E0B1D">
        <w:rPr>
          <w:rtl/>
        </w:rPr>
        <w:t>دائرة المعارف العثمانية</w:t>
      </w:r>
      <w:r w:rsidR="00D8054C">
        <w:rPr>
          <w:rtl/>
        </w:rPr>
        <w:t xml:space="preserve"> - </w:t>
      </w:r>
      <w:r w:rsidRPr="007E0B1D">
        <w:rPr>
          <w:rtl/>
        </w:rPr>
        <w:t>حيدرآباد</w:t>
      </w:r>
      <w:r w:rsidR="00D8054C">
        <w:rPr>
          <w:rtl/>
        </w:rPr>
        <w:t xml:space="preserve"> - </w:t>
      </w:r>
      <w:r w:rsidRPr="007E0B1D">
        <w:rPr>
          <w:rtl/>
        </w:rPr>
        <w:t>الهند.</w:t>
      </w:r>
    </w:p>
    <w:p w:rsidR="008867CD" w:rsidRPr="007E0B1D" w:rsidRDefault="008867CD" w:rsidP="008867CD">
      <w:pPr>
        <w:pStyle w:val="libNormal"/>
        <w:rPr>
          <w:rtl/>
        </w:rPr>
      </w:pPr>
      <w:r w:rsidRPr="007E0B1D">
        <w:rPr>
          <w:rtl/>
        </w:rPr>
        <w:t>22</w:t>
      </w:r>
      <w:r w:rsidR="00D8054C">
        <w:rPr>
          <w:rtl/>
        </w:rPr>
        <w:t xml:space="preserve"> - </w:t>
      </w:r>
      <w:r w:rsidRPr="007E0B1D">
        <w:rPr>
          <w:rtl/>
        </w:rPr>
        <w:t>الأمالي.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لأبي جعفر محمّد بن الحسن الطوسي.</w:t>
      </w:r>
    </w:p>
    <w:p w:rsidR="008867CD" w:rsidRPr="007E0B1D" w:rsidRDefault="008867CD" w:rsidP="008867CD">
      <w:pPr>
        <w:pStyle w:val="libNormal"/>
        <w:rPr>
          <w:rtl/>
        </w:rPr>
      </w:pPr>
      <w:r w:rsidRPr="007E0B1D">
        <w:rPr>
          <w:rtl/>
        </w:rPr>
        <w:t>مطبعة النعمان</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23</w:t>
      </w:r>
      <w:r w:rsidR="00D8054C">
        <w:rPr>
          <w:rtl/>
        </w:rPr>
        <w:t xml:space="preserve"> - </w:t>
      </w:r>
      <w:r w:rsidRPr="007E0B1D">
        <w:rPr>
          <w:rtl/>
        </w:rPr>
        <w:t>الأمالي.</w:t>
      </w:r>
    </w:p>
    <w:p w:rsidR="008867CD" w:rsidRPr="007E0B1D" w:rsidRDefault="008867CD" w:rsidP="008867CD">
      <w:pPr>
        <w:pStyle w:val="libNormal"/>
        <w:rPr>
          <w:rtl/>
        </w:rPr>
      </w:pPr>
      <w:r w:rsidRPr="007E0B1D">
        <w:rPr>
          <w:rtl/>
        </w:rPr>
        <w:t>لأبي جعفر محمّد بن علي بن بابويه القمي</w:t>
      </w:r>
      <w:r w:rsidR="00D8054C">
        <w:rPr>
          <w:rtl/>
        </w:rPr>
        <w:t>،</w:t>
      </w:r>
      <w:r w:rsidRPr="007E0B1D">
        <w:rPr>
          <w:rtl/>
        </w:rPr>
        <w:t xml:space="preserve"> الشيخ الصدوق.</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24</w:t>
      </w:r>
      <w:r w:rsidR="00D8054C">
        <w:rPr>
          <w:rtl/>
        </w:rPr>
        <w:t xml:space="preserve"> - </w:t>
      </w:r>
      <w:r w:rsidRPr="007E0B1D">
        <w:rPr>
          <w:rtl/>
        </w:rPr>
        <w:t>أمل الآمل.</w:t>
      </w:r>
    </w:p>
    <w:p w:rsidR="008867CD" w:rsidRPr="007E0B1D" w:rsidRDefault="008867CD" w:rsidP="008867CD">
      <w:pPr>
        <w:pStyle w:val="libNormal"/>
        <w:rPr>
          <w:rtl/>
        </w:rPr>
      </w:pPr>
      <w:r w:rsidRPr="007E0B1D">
        <w:rPr>
          <w:rtl/>
        </w:rPr>
        <w:t>لمحمّد بن الحسن الحر العاملي.</w:t>
      </w:r>
    </w:p>
    <w:p w:rsidR="008867CD" w:rsidRPr="007E0B1D" w:rsidRDefault="008867CD" w:rsidP="008867CD">
      <w:pPr>
        <w:pStyle w:val="libNormal"/>
        <w:rPr>
          <w:rtl/>
        </w:rPr>
      </w:pPr>
      <w:r w:rsidRPr="007E0B1D">
        <w:rPr>
          <w:rtl/>
        </w:rPr>
        <w:t>دار الكتاب الاسلامي</w:t>
      </w:r>
      <w:r w:rsidR="00D8054C">
        <w:rPr>
          <w:rtl/>
        </w:rPr>
        <w:t xml:space="preserve"> - </w:t>
      </w:r>
      <w:r w:rsidRPr="007E0B1D">
        <w:rPr>
          <w:rtl/>
        </w:rPr>
        <w:t>قم.</w:t>
      </w:r>
    </w:p>
    <w:p w:rsidR="008867CD" w:rsidRPr="007E0B1D" w:rsidRDefault="008867CD" w:rsidP="008867CD">
      <w:pPr>
        <w:pStyle w:val="libNormal"/>
        <w:rPr>
          <w:rtl/>
        </w:rPr>
      </w:pPr>
      <w:r w:rsidRPr="007E0B1D">
        <w:rPr>
          <w:rtl/>
        </w:rPr>
        <w:t>25</w:t>
      </w:r>
      <w:r w:rsidR="00D8054C">
        <w:rPr>
          <w:rtl/>
        </w:rPr>
        <w:t xml:space="preserve"> - </w:t>
      </w:r>
      <w:r w:rsidRPr="007E0B1D">
        <w:rPr>
          <w:rtl/>
        </w:rPr>
        <w:t>الأنباء في تاريخ الخلفاء.</w:t>
      </w:r>
    </w:p>
    <w:p w:rsidR="008867CD" w:rsidRPr="007E0B1D" w:rsidRDefault="008867CD" w:rsidP="008867CD">
      <w:pPr>
        <w:pStyle w:val="libNormal"/>
        <w:rPr>
          <w:rtl/>
        </w:rPr>
      </w:pPr>
      <w:r w:rsidRPr="007E0B1D">
        <w:rPr>
          <w:rtl/>
        </w:rPr>
        <w:t>لمحمّد بن علي بن محمّد بن عمراني.</w:t>
      </w:r>
    </w:p>
    <w:p w:rsidR="008867CD" w:rsidRPr="007E0B1D" w:rsidRDefault="008867CD" w:rsidP="008867CD">
      <w:pPr>
        <w:pStyle w:val="libNormal"/>
        <w:rPr>
          <w:rtl/>
        </w:rPr>
      </w:pPr>
      <w:r w:rsidRPr="007E0B1D">
        <w:rPr>
          <w:rtl/>
        </w:rPr>
        <w:t>دفتر نشر كتاب</w:t>
      </w:r>
      <w:r w:rsidR="00D8054C">
        <w:rPr>
          <w:rtl/>
        </w:rPr>
        <w:t xml:space="preserve"> - </w:t>
      </w:r>
      <w:r w:rsidRPr="007E0B1D">
        <w:rPr>
          <w:rtl/>
        </w:rPr>
        <w:t>مطبعة دانشگاه فردوسي</w:t>
      </w:r>
      <w:r w:rsidR="00D8054C">
        <w:rPr>
          <w:rtl/>
        </w:rPr>
        <w:t xml:space="preserve"> - </w:t>
      </w:r>
      <w:r w:rsidRPr="007E0B1D">
        <w:rPr>
          <w:rtl/>
        </w:rPr>
        <w:t>مشهد.</w:t>
      </w:r>
    </w:p>
    <w:p w:rsidR="008867CD" w:rsidRPr="007E0B1D" w:rsidRDefault="008867CD" w:rsidP="008867CD">
      <w:pPr>
        <w:pStyle w:val="libNormal"/>
        <w:rPr>
          <w:rtl/>
        </w:rPr>
      </w:pPr>
      <w:r w:rsidRPr="007E0B1D">
        <w:rPr>
          <w:rtl/>
        </w:rPr>
        <w:t>26</w:t>
      </w:r>
      <w:r w:rsidR="00D8054C">
        <w:rPr>
          <w:rtl/>
        </w:rPr>
        <w:t xml:space="preserve"> - </w:t>
      </w:r>
      <w:r w:rsidRPr="007E0B1D">
        <w:rPr>
          <w:rtl/>
        </w:rPr>
        <w:t>أنباه الرواة.</w:t>
      </w:r>
    </w:p>
    <w:p w:rsidR="008867CD" w:rsidRPr="007E0B1D" w:rsidRDefault="008867CD" w:rsidP="008867CD">
      <w:pPr>
        <w:pStyle w:val="libNormal"/>
        <w:rPr>
          <w:rtl/>
        </w:rPr>
      </w:pPr>
      <w:r w:rsidRPr="007E0B1D">
        <w:rPr>
          <w:rtl/>
        </w:rPr>
        <w:t>لأبي الحسن جمال الدين علي بن يوسف الشيباني</w:t>
      </w:r>
      <w:r w:rsidR="00D8054C">
        <w:rPr>
          <w:rtl/>
        </w:rPr>
        <w:t>،</w:t>
      </w:r>
      <w:r w:rsidRPr="007E0B1D">
        <w:rPr>
          <w:rtl/>
        </w:rPr>
        <w:t xml:space="preserve"> القفطي.</w:t>
      </w:r>
    </w:p>
    <w:p w:rsidR="008867CD" w:rsidRPr="007E0B1D" w:rsidRDefault="008867CD" w:rsidP="008867CD">
      <w:pPr>
        <w:pStyle w:val="libNormal"/>
        <w:rPr>
          <w:rtl/>
        </w:rPr>
      </w:pPr>
      <w:r w:rsidRPr="007E0B1D">
        <w:rPr>
          <w:rtl/>
        </w:rPr>
        <w:t>دار الكتب المصرية</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27</w:t>
      </w:r>
      <w:r w:rsidR="00D8054C">
        <w:rPr>
          <w:rtl/>
        </w:rPr>
        <w:t xml:space="preserve"> - </w:t>
      </w:r>
      <w:r w:rsidRPr="007E0B1D">
        <w:rPr>
          <w:rtl/>
        </w:rPr>
        <w:t>الأنساب.</w:t>
      </w:r>
    </w:p>
    <w:p w:rsidR="008867CD" w:rsidRPr="007E0B1D" w:rsidRDefault="008867CD" w:rsidP="008867CD">
      <w:pPr>
        <w:pStyle w:val="libNormal"/>
        <w:rPr>
          <w:rtl/>
        </w:rPr>
      </w:pPr>
      <w:r w:rsidRPr="007E0B1D">
        <w:rPr>
          <w:rtl/>
        </w:rPr>
        <w:t>لأبي سعيد عبد الكريم بن محمّد التميمي</w:t>
      </w:r>
      <w:r w:rsidR="00D8054C">
        <w:rPr>
          <w:rtl/>
        </w:rPr>
        <w:t>،</w:t>
      </w:r>
      <w:r w:rsidRPr="007E0B1D">
        <w:rPr>
          <w:rtl/>
        </w:rPr>
        <w:t xml:space="preserve"> السمعاني.</w:t>
      </w:r>
    </w:p>
    <w:p w:rsidR="008867CD" w:rsidRPr="007E0B1D" w:rsidRDefault="008867CD" w:rsidP="008867CD">
      <w:pPr>
        <w:pStyle w:val="libNormal"/>
        <w:rPr>
          <w:rtl/>
        </w:rPr>
      </w:pPr>
      <w:r w:rsidRPr="007E0B1D">
        <w:rPr>
          <w:rtl/>
        </w:rPr>
        <w:t>اعتنى بنشرة المستشرق مرجليوت</w:t>
      </w:r>
      <w:r w:rsidR="00D8054C">
        <w:rPr>
          <w:rtl/>
        </w:rPr>
        <w:t xml:space="preserve"> - </w:t>
      </w:r>
      <w:r w:rsidRPr="007E0B1D">
        <w:rPr>
          <w:rtl/>
        </w:rPr>
        <w:t>اوفست مكتبة المثنى</w:t>
      </w:r>
      <w:r w:rsidR="00D8054C">
        <w:rPr>
          <w:rtl/>
        </w:rPr>
        <w:t xml:space="preserve"> - </w:t>
      </w:r>
      <w:r w:rsidRPr="007E0B1D">
        <w:rPr>
          <w:rtl/>
        </w:rPr>
        <w:t>بغداد.</w:t>
      </w:r>
    </w:p>
    <w:p w:rsidR="008867CD" w:rsidRPr="007E0B1D" w:rsidRDefault="008867CD" w:rsidP="008867CD">
      <w:pPr>
        <w:pStyle w:val="libNormal"/>
        <w:rPr>
          <w:rtl/>
        </w:rPr>
      </w:pPr>
      <w:r w:rsidRPr="007E0B1D">
        <w:rPr>
          <w:rtl/>
        </w:rPr>
        <w:t>28</w:t>
      </w:r>
      <w:r w:rsidR="00D8054C">
        <w:rPr>
          <w:rtl/>
        </w:rPr>
        <w:t xml:space="preserve"> - </w:t>
      </w:r>
      <w:r w:rsidRPr="007E0B1D">
        <w:rPr>
          <w:rtl/>
        </w:rPr>
        <w:t>أنساب الأشراف.</w:t>
      </w:r>
    </w:p>
    <w:p w:rsidR="008867CD" w:rsidRPr="007E0B1D" w:rsidRDefault="008867CD" w:rsidP="008867CD">
      <w:pPr>
        <w:pStyle w:val="libNormal"/>
        <w:rPr>
          <w:rtl/>
        </w:rPr>
      </w:pPr>
      <w:r w:rsidRPr="007E0B1D">
        <w:rPr>
          <w:rtl/>
        </w:rPr>
        <w:t>لأحمد بن يحيى البلاذري.</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29</w:t>
      </w:r>
      <w:r w:rsidR="00D8054C">
        <w:rPr>
          <w:rtl/>
        </w:rPr>
        <w:t xml:space="preserve"> - </w:t>
      </w:r>
      <w:r w:rsidRPr="007E0B1D">
        <w:rPr>
          <w:rtl/>
        </w:rPr>
        <w:t>الأنوار البهية.</w:t>
      </w:r>
    </w:p>
    <w:p w:rsidR="008867CD" w:rsidRPr="007E0B1D" w:rsidRDefault="008867CD" w:rsidP="008867CD">
      <w:pPr>
        <w:pStyle w:val="libNormal"/>
        <w:rPr>
          <w:rtl/>
        </w:rPr>
      </w:pPr>
      <w:r w:rsidRPr="007E0B1D">
        <w:rPr>
          <w:rtl/>
        </w:rPr>
        <w:t>للشيخ عباس القمي.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دار الأضواء</w:t>
      </w:r>
      <w:r w:rsidR="00D8054C">
        <w:rPr>
          <w:rtl/>
        </w:rPr>
        <w:t xml:space="preserve"> - </w:t>
      </w:r>
      <w:r w:rsidRPr="007E0B1D">
        <w:rPr>
          <w:rtl/>
        </w:rPr>
        <w:t>بيروت.</w:t>
      </w:r>
    </w:p>
    <w:p w:rsidR="008867CD" w:rsidRPr="007E0B1D" w:rsidRDefault="008867CD" w:rsidP="008867CD">
      <w:pPr>
        <w:pStyle w:val="libNormal"/>
        <w:rPr>
          <w:rtl/>
        </w:rPr>
      </w:pPr>
      <w:r w:rsidRPr="007E0B1D">
        <w:rPr>
          <w:rtl/>
        </w:rPr>
        <w:t>30</w:t>
      </w:r>
      <w:r w:rsidR="00D8054C">
        <w:rPr>
          <w:rtl/>
        </w:rPr>
        <w:t xml:space="preserve"> - </w:t>
      </w:r>
      <w:r w:rsidRPr="007E0B1D">
        <w:rPr>
          <w:rtl/>
        </w:rPr>
        <w:t>الأنوار النعمانية.</w:t>
      </w:r>
    </w:p>
    <w:p w:rsidR="008867CD" w:rsidRPr="007E0B1D" w:rsidRDefault="008867CD" w:rsidP="008867CD">
      <w:pPr>
        <w:pStyle w:val="libNormal"/>
        <w:rPr>
          <w:rtl/>
        </w:rPr>
      </w:pPr>
      <w:r w:rsidRPr="007E0B1D">
        <w:rPr>
          <w:rtl/>
        </w:rPr>
        <w:t>للسيد نعمة الله الموسوي</w:t>
      </w:r>
      <w:r w:rsidR="00D8054C">
        <w:rPr>
          <w:rtl/>
        </w:rPr>
        <w:t>،</w:t>
      </w:r>
      <w:r w:rsidRPr="007E0B1D">
        <w:rPr>
          <w:rtl/>
        </w:rPr>
        <w:t xml:space="preserve"> الجزائري.</w:t>
      </w:r>
    </w:p>
    <w:p w:rsidR="008867CD" w:rsidRPr="007E0B1D" w:rsidRDefault="008867CD" w:rsidP="008867CD">
      <w:pPr>
        <w:pStyle w:val="libNormal"/>
        <w:rPr>
          <w:rtl/>
        </w:rPr>
      </w:pPr>
      <w:r w:rsidRPr="007E0B1D">
        <w:rPr>
          <w:rtl/>
        </w:rPr>
        <w:t>مطبعة شركت چاپ.</w:t>
      </w:r>
    </w:p>
    <w:p w:rsidR="008867CD" w:rsidRPr="007E0B1D" w:rsidRDefault="008867CD" w:rsidP="008867CD">
      <w:pPr>
        <w:pStyle w:val="libNormal"/>
        <w:rPr>
          <w:rtl/>
        </w:rPr>
      </w:pPr>
      <w:r w:rsidRPr="007E0B1D">
        <w:rPr>
          <w:rtl/>
        </w:rPr>
        <w:t>31</w:t>
      </w:r>
      <w:r w:rsidR="00D8054C">
        <w:rPr>
          <w:rtl/>
        </w:rPr>
        <w:t xml:space="preserve"> - </w:t>
      </w:r>
      <w:r w:rsidRPr="007E0B1D">
        <w:rPr>
          <w:rtl/>
        </w:rPr>
        <w:t>الأوراق.</w:t>
      </w:r>
    </w:p>
    <w:p w:rsidR="008867CD" w:rsidRPr="007E0B1D" w:rsidRDefault="008867CD" w:rsidP="008867CD">
      <w:pPr>
        <w:pStyle w:val="libNormal"/>
        <w:rPr>
          <w:rtl/>
        </w:rPr>
      </w:pPr>
      <w:r w:rsidRPr="007E0B1D">
        <w:rPr>
          <w:rtl/>
        </w:rPr>
        <w:t>لأبي بكر محمّد بن يحيى البغدادي</w:t>
      </w:r>
      <w:r w:rsidR="00D8054C">
        <w:rPr>
          <w:rtl/>
        </w:rPr>
        <w:t>،</w:t>
      </w:r>
      <w:r w:rsidRPr="007E0B1D">
        <w:rPr>
          <w:rtl/>
        </w:rPr>
        <w:t xml:space="preserve"> الشطرنجي</w:t>
      </w:r>
      <w:r w:rsidR="00D8054C">
        <w:rPr>
          <w:rtl/>
        </w:rPr>
        <w:t>،</w:t>
      </w:r>
      <w:r w:rsidRPr="007E0B1D">
        <w:rPr>
          <w:rtl/>
        </w:rPr>
        <w:t xml:space="preserve"> الصولي.</w:t>
      </w:r>
    </w:p>
    <w:p w:rsidR="008867CD" w:rsidRPr="007E0B1D" w:rsidRDefault="008867CD" w:rsidP="008867CD">
      <w:pPr>
        <w:pStyle w:val="libNormal"/>
        <w:rPr>
          <w:rtl/>
        </w:rPr>
      </w:pPr>
      <w:r w:rsidRPr="007E0B1D">
        <w:rPr>
          <w:rtl/>
        </w:rPr>
        <w:t>طبع القاهرة سنة 1935.</w:t>
      </w:r>
    </w:p>
    <w:p w:rsidR="008867CD" w:rsidRPr="007E0B1D" w:rsidRDefault="008867CD" w:rsidP="008867CD">
      <w:pPr>
        <w:pStyle w:val="libNormal"/>
        <w:rPr>
          <w:rtl/>
        </w:rPr>
      </w:pPr>
      <w:r w:rsidRPr="007E0B1D">
        <w:rPr>
          <w:rtl/>
        </w:rPr>
        <w:t>32</w:t>
      </w:r>
      <w:r w:rsidR="00D8054C">
        <w:rPr>
          <w:rtl/>
        </w:rPr>
        <w:t xml:space="preserve"> - </w:t>
      </w:r>
      <w:r w:rsidRPr="007E0B1D">
        <w:rPr>
          <w:rtl/>
        </w:rPr>
        <w:t>إيضاح الاشتباه.</w:t>
      </w:r>
    </w:p>
    <w:p w:rsidR="008867CD" w:rsidRPr="007E0B1D" w:rsidRDefault="008867CD" w:rsidP="008867CD">
      <w:pPr>
        <w:pStyle w:val="libNormal"/>
        <w:rPr>
          <w:rtl/>
        </w:rPr>
      </w:pPr>
      <w:r w:rsidRPr="007E0B1D">
        <w:rPr>
          <w:rtl/>
        </w:rPr>
        <w:t>لجمال الدين الحسن بن يوسف الحلي</w:t>
      </w:r>
      <w:r w:rsidR="00D8054C">
        <w:rPr>
          <w:rtl/>
        </w:rPr>
        <w:t>،</w:t>
      </w:r>
      <w:r w:rsidRPr="007E0B1D">
        <w:rPr>
          <w:rtl/>
        </w:rPr>
        <w:t xml:space="preserve"> العلامة.</w:t>
      </w:r>
    </w:p>
    <w:p w:rsidR="008867CD" w:rsidRPr="007E0B1D" w:rsidRDefault="008867CD" w:rsidP="008867CD">
      <w:pPr>
        <w:pStyle w:val="libNormal"/>
        <w:rPr>
          <w:rtl/>
        </w:rPr>
      </w:pPr>
      <w:r w:rsidRPr="007E0B1D">
        <w:rPr>
          <w:rtl/>
        </w:rPr>
        <w:t>طبعة حجرية</w:t>
      </w:r>
      <w:r w:rsidR="00D8054C">
        <w:rPr>
          <w:rtl/>
        </w:rPr>
        <w:t xml:space="preserve"> - </w:t>
      </w:r>
      <w:r w:rsidRPr="007E0B1D">
        <w:rPr>
          <w:rtl/>
        </w:rPr>
        <w:t>ايران.</w:t>
      </w:r>
    </w:p>
    <w:p w:rsidR="008867CD" w:rsidRPr="007E0B1D" w:rsidRDefault="008867CD" w:rsidP="008867CD">
      <w:pPr>
        <w:pStyle w:val="libNormal"/>
        <w:rPr>
          <w:rtl/>
        </w:rPr>
      </w:pPr>
      <w:r w:rsidRPr="007E0B1D">
        <w:rPr>
          <w:rtl/>
        </w:rPr>
        <w:t>33</w:t>
      </w:r>
      <w:r w:rsidR="00D8054C">
        <w:rPr>
          <w:rtl/>
        </w:rPr>
        <w:t xml:space="preserve"> - </w:t>
      </w:r>
      <w:r w:rsidRPr="007E0B1D">
        <w:rPr>
          <w:rtl/>
        </w:rPr>
        <w:t>إيضاح المكنون.</w:t>
      </w:r>
    </w:p>
    <w:p w:rsidR="008867CD" w:rsidRPr="007E0B1D" w:rsidRDefault="008867CD" w:rsidP="008867CD">
      <w:pPr>
        <w:pStyle w:val="libNormal"/>
        <w:rPr>
          <w:rtl/>
        </w:rPr>
      </w:pPr>
      <w:r w:rsidRPr="007E0B1D">
        <w:rPr>
          <w:rtl/>
        </w:rPr>
        <w:t>لإسماعيل باشا ابن محمّد أمين الباباني</w:t>
      </w:r>
      <w:r w:rsidR="00D8054C">
        <w:rPr>
          <w:rtl/>
        </w:rPr>
        <w:t>،</w:t>
      </w:r>
      <w:r w:rsidRPr="007E0B1D">
        <w:rPr>
          <w:rtl/>
        </w:rPr>
        <w:t xml:space="preserve"> البغدادي.</w:t>
      </w:r>
    </w:p>
    <w:p w:rsidR="008867CD" w:rsidRPr="007E0B1D" w:rsidRDefault="008867CD" w:rsidP="008867CD">
      <w:pPr>
        <w:pStyle w:val="libNormal"/>
        <w:rPr>
          <w:rtl/>
        </w:rPr>
      </w:pPr>
      <w:r w:rsidRPr="007E0B1D">
        <w:rPr>
          <w:rtl/>
        </w:rPr>
        <w:t>دار الفكر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34</w:t>
      </w:r>
      <w:r w:rsidR="00D8054C">
        <w:rPr>
          <w:rtl/>
        </w:rPr>
        <w:t xml:space="preserve"> - </w:t>
      </w:r>
      <w:r w:rsidRPr="007E0B1D">
        <w:rPr>
          <w:rtl/>
        </w:rPr>
        <w:t>بحار الأنوار.</w:t>
      </w:r>
    </w:p>
    <w:p w:rsidR="008867CD" w:rsidRPr="007E0B1D" w:rsidRDefault="008867CD" w:rsidP="008867CD">
      <w:pPr>
        <w:pStyle w:val="libNormal"/>
        <w:rPr>
          <w:rtl/>
        </w:rPr>
      </w:pPr>
      <w:r w:rsidRPr="007E0B1D">
        <w:rPr>
          <w:rtl/>
        </w:rPr>
        <w:t>للشيخ محمّد باقر بن محمّد تقي المجلسي.</w:t>
      </w:r>
    </w:p>
    <w:p w:rsidR="008867CD" w:rsidRPr="007E0B1D" w:rsidRDefault="008867CD" w:rsidP="008867CD">
      <w:pPr>
        <w:pStyle w:val="libNormal"/>
        <w:rPr>
          <w:rtl/>
        </w:rPr>
      </w:pPr>
      <w:r w:rsidRPr="007E0B1D">
        <w:rPr>
          <w:rtl/>
        </w:rPr>
        <w:t>مؤسسة الوفاء</w:t>
      </w:r>
      <w:r w:rsidR="00D8054C">
        <w:rPr>
          <w:rtl/>
        </w:rPr>
        <w:t xml:space="preserve"> - </w:t>
      </w:r>
      <w:r w:rsidRPr="007E0B1D">
        <w:rPr>
          <w:rtl/>
        </w:rPr>
        <w:t>بيروت.</w:t>
      </w:r>
    </w:p>
    <w:p w:rsidR="008867CD" w:rsidRPr="007E0B1D" w:rsidRDefault="008867CD" w:rsidP="008867CD">
      <w:pPr>
        <w:pStyle w:val="libNormal"/>
        <w:rPr>
          <w:rtl/>
        </w:rPr>
      </w:pPr>
      <w:r w:rsidRPr="007E0B1D">
        <w:rPr>
          <w:rtl/>
        </w:rPr>
        <w:t>35</w:t>
      </w:r>
      <w:r w:rsidR="00D8054C">
        <w:rPr>
          <w:rtl/>
        </w:rPr>
        <w:t xml:space="preserve"> - </w:t>
      </w:r>
      <w:r w:rsidRPr="007E0B1D">
        <w:rPr>
          <w:rtl/>
        </w:rPr>
        <w:t>البداية والنهاية.</w:t>
      </w:r>
    </w:p>
    <w:p w:rsidR="008867CD" w:rsidRPr="007E0B1D" w:rsidRDefault="008867CD" w:rsidP="008867CD">
      <w:pPr>
        <w:pStyle w:val="libNormal"/>
        <w:rPr>
          <w:rtl/>
        </w:rPr>
      </w:pPr>
      <w:r w:rsidRPr="007E0B1D">
        <w:rPr>
          <w:rtl/>
        </w:rPr>
        <w:t>لأبي الفداء عماد الدين اسماعيل بن عمر بن كثير الدمشقي.</w:t>
      </w:r>
    </w:p>
    <w:p w:rsidR="008867CD" w:rsidRPr="007E0B1D" w:rsidRDefault="008867CD" w:rsidP="008867CD">
      <w:pPr>
        <w:pStyle w:val="libNormal"/>
        <w:rPr>
          <w:rtl/>
        </w:rPr>
      </w:pPr>
      <w:r w:rsidRPr="007E0B1D">
        <w:rPr>
          <w:rtl/>
        </w:rPr>
        <w:t>مكتبة المعارف</w:t>
      </w:r>
      <w:r w:rsidR="00D8054C">
        <w:rPr>
          <w:rtl/>
        </w:rPr>
        <w:t xml:space="preserve"> - </w:t>
      </w:r>
      <w:r w:rsidRPr="007E0B1D">
        <w:rPr>
          <w:rtl/>
        </w:rPr>
        <w:t>بيروت.</w:t>
      </w:r>
    </w:p>
    <w:p w:rsidR="008867CD" w:rsidRPr="007E0B1D" w:rsidRDefault="008867CD" w:rsidP="008867CD">
      <w:pPr>
        <w:pStyle w:val="libNormal"/>
        <w:rPr>
          <w:rtl/>
        </w:rPr>
      </w:pPr>
      <w:r w:rsidRPr="007E0B1D">
        <w:rPr>
          <w:rtl/>
        </w:rPr>
        <w:t>36</w:t>
      </w:r>
      <w:r w:rsidR="00D8054C">
        <w:rPr>
          <w:rtl/>
        </w:rPr>
        <w:t xml:space="preserve"> - </w:t>
      </w:r>
      <w:r w:rsidRPr="007E0B1D">
        <w:rPr>
          <w:rtl/>
        </w:rPr>
        <w:t>بشارة المصطفى.</w:t>
      </w:r>
    </w:p>
    <w:p w:rsidR="008867CD" w:rsidRPr="007E0B1D" w:rsidRDefault="008867CD" w:rsidP="008867CD">
      <w:pPr>
        <w:pStyle w:val="libNormal"/>
        <w:rPr>
          <w:rtl/>
        </w:rPr>
      </w:pPr>
      <w:r w:rsidRPr="007E0B1D">
        <w:rPr>
          <w:rtl/>
        </w:rPr>
        <w:t>لأبي جعفر محمّد بن محمّد الطبري.</w:t>
      </w:r>
    </w:p>
    <w:p w:rsidR="008867CD" w:rsidRPr="007E0B1D" w:rsidRDefault="008867CD" w:rsidP="008867CD">
      <w:pPr>
        <w:pStyle w:val="libNormal"/>
        <w:rPr>
          <w:rtl/>
        </w:rPr>
      </w:pPr>
      <w:r w:rsidRPr="007E0B1D">
        <w:rPr>
          <w:rtl/>
        </w:rPr>
        <w:t>المطبعة الحيدرية</w:t>
      </w:r>
      <w:r w:rsidR="00D8054C">
        <w:rPr>
          <w:rtl/>
        </w:rPr>
        <w:t xml:space="preserve"> - </w:t>
      </w:r>
      <w:r w:rsidRPr="007E0B1D">
        <w:rPr>
          <w:rtl/>
        </w:rPr>
        <w:t>النجف الأشرف.</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37</w:t>
      </w:r>
      <w:r w:rsidR="00D8054C">
        <w:rPr>
          <w:rtl/>
        </w:rPr>
        <w:t xml:space="preserve"> - </w:t>
      </w:r>
      <w:r w:rsidRPr="007E0B1D">
        <w:rPr>
          <w:rtl/>
        </w:rPr>
        <w:t>بصائر الدرجات.</w:t>
      </w:r>
    </w:p>
    <w:p w:rsidR="008867CD" w:rsidRPr="007E0B1D" w:rsidRDefault="008867CD" w:rsidP="008867CD">
      <w:pPr>
        <w:pStyle w:val="libNormal"/>
        <w:rPr>
          <w:rtl/>
        </w:rPr>
      </w:pPr>
      <w:r w:rsidRPr="007E0B1D">
        <w:rPr>
          <w:rtl/>
        </w:rPr>
        <w:t>لأبي جعفر محمّد بن الحسن بن فروخ الصفار</w:t>
      </w:r>
      <w:r w:rsidR="00D8054C">
        <w:rPr>
          <w:rtl/>
        </w:rPr>
        <w:t>،</w:t>
      </w:r>
      <w:r w:rsidRPr="007E0B1D">
        <w:rPr>
          <w:rtl/>
        </w:rPr>
        <w:t xml:space="preserve"> القمي.</w:t>
      </w:r>
    </w:p>
    <w:p w:rsidR="008867CD" w:rsidRPr="007E0B1D" w:rsidRDefault="008867CD" w:rsidP="008867CD">
      <w:pPr>
        <w:pStyle w:val="libNormal"/>
        <w:rPr>
          <w:rtl/>
        </w:rPr>
      </w:pPr>
      <w:r w:rsidRPr="007E0B1D">
        <w:rPr>
          <w:rtl/>
        </w:rPr>
        <w:t>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38</w:t>
      </w:r>
      <w:r w:rsidR="00D8054C">
        <w:rPr>
          <w:rtl/>
        </w:rPr>
        <w:t xml:space="preserve"> - </w:t>
      </w:r>
      <w:r w:rsidRPr="007E0B1D">
        <w:rPr>
          <w:rtl/>
        </w:rPr>
        <w:t>بغية الوعاة.</w:t>
      </w:r>
    </w:p>
    <w:p w:rsidR="008867CD" w:rsidRPr="007E0B1D" w:rsidRDefault="008867CD" w:rsidP="008867CD">
      <w:pPr>
        <w:pStyle w:val="libNormal"/>
        <w:rPr>
          <w:rtl/>
        </w:rPr>
      </w:pPr>
      <w:r w:rsidRPr="007E0B1D">
        <w:rPr>
          <w:rtl/>
        </w:rPr>
        <w:t>لجلال الدين عبد الرحمن بن أبي بكر السيوطي.</w:t>
      </w:r>
    </w:p>
    <w:p w:rsidR="008867CD" w:rsidRPr="007E0B1D" w:rsidRDefault="008867CD" w:rsidP="008867CD">
      <w:pPr>
        <w:pStyle w:val="libNormal"/>
        <w:rPr>
          <w:rtl/>
        </w:rPr>
      </w:pPr>
      <w:r w:rsidRPr="007E0B1D">
        <w:rPr>
          <w:rtl/>
        </w:rPr>
        <w:t>مطبعة عيسى البابي</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39</w:t>
      </w:r>
      <w:r w:rsidR="00D8054C">
        <w:rPr>
          <w:rtl/>
        </w:rPr>
        <w:t xml:space="preserve"> - </w:t>
      </w:r>
      <w:r w:rsidRPr="007E0B1D">
        <w:rPr>
          <w:rtl/>
        </w:rPr>
        <w:t>بهجة الآمال.</w:t>
      </w:r>
    </w:p>
    <w:p w:rsidR="008867CD" w:rsidRPr="007E0B1D" w:rsidRDefault="008867CD" w:rsidP="008867CD">
      <w:pPr>
        <w:pStyle w:val="libNormal"/>
        <w:rPr>
          <w:rtl/>
        </w:rPr>
      </w:pPr>
      <w:r w:rsidRPr="007E0B1D">
        <w:rPr>
          <w:rtl/>
        </w:rPr>
        <w:t>لملا علي العلياري التبريزي.</w:t>
      </w:r>
    </w:p>
    <w:p w:rsidR="008867CD" w:rsidRPr="007E0B1D" w:rsidRDefault="008867CD" w:rsidP="008867CD">
      <w:pPr>
        <w:pStyle w:val="libNormal"/>
        <w:rPr>
          <w:rtl/>
        </w:rPr>
      </w:pPr>
      <w:r w:rsidRPr="007E0B1D">
        <w:rPr>
          <w:rtl/>
        </w:rPr>
        <w:t>المطبعة العلمية</w:t>
      </w:r>
      <w:r w:rsidR="00D8054C">
        <w:rPr>
          <w:rtl/>
        </w:rPr>
        <w:t xml:space="preserve"> - </w:t>
      </w:r>
      <w:r w:rsidRPr="007E0B1D">
        <w:rPr>
          <w:rtl/>
        </w:rPr>
        <w:t>قم.</w:t>
      </w:r>
    </w:p>
    <w:p w:rsidR="008867CD" w:rsidRPr="007E0B1D" w:rsidRDefault="008867CD" w:rsidP="008867CD">
      <w:pPr>
        <w:pStyle w:val="libNormal"/>
        <w:rPr>
          <w:rtl/>
        </w:rPr>
      </w:pPr>
      <w:r w:rsidRPr="007E0B1D">
        <w:rPr>
          <w:rtl/>
        </w:rPr>
        <w:t>40</w:t>
      </w:r>
      <w:r w:rsidR="00D8054C">
        <w:rPr>
          <w:rtl/>
        </w:rPr>
        <w:t xml:space="preserve"> - </w:t>
      </w:r>
      <w:r w:rsidRPr="007E0B1D">
        <w:rPr>
          <w:rtl/>
        </w:rPr>
        <w:t>البيان والتبيين.</w:t>
      </w:r>
    </w:p>
    <w:p w:rsidR="008867CD" w:rsidRPr="007E0B1D" w:rsidRDefault="008867CD" w:rsidP="008867CD">
      <w:pPr>
        <w:pStyle w:val="libNormal"/>
        <w:rPr>
          <w:rtl/>
        </w:rPr>
      </w:pPr>
      <w:r w:rsidRPr="007E0B1D">
        <w:rPr>
          <w:rtl/>
        </w:rPr>
        <w:t>لأبي عثمان عمرو بن بحر الجاحظ.</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41</w:t>
      </w:r>
      <w:r w:rsidR="00D8054C">
        <w:rPr>
          <w:rtl/>
        </w:rPr>
        <w:t xml:space="preserve"> - </w:t>
      </w:r>
      <w:r w:rsidRPr="007E0B1D">
        <w:rPr>
          <w:rtl/>
        </w:rPr>
        <w:t>تاريخ آداب اللغة العربية.</w:t>
      </w:r>
    </w:p>
    <w:p w:rsidR="008867CD" w:rsidRPr="007E0B1D" w:rsidRDefault="008867CD" w:rsidP="008867CD">
      <w:pPr>
        <w:pStyle w:val="libNormal"/>
        <w:rPr>
          <w:rtl/>
        </w:rPr>
      </w:pPr>
      <w:r w:rsidRPr="007E0B1D">
        <w:rPr>
          <w:rtl/>
        </w:rPr>
        <w:t>لجرجي زيدان.</w:t>
      </w:r>
    </w:p>
    <w:p w:rsidR="008867CD" w:rsidRPr="007E0B1D" w:rsidRDefault="008867CD" w:rsidP="008867CD">
      <w:pPr>
        <w:pStyle w:val="libNormal"/>
        <w:rPr>
          <w:rtl/>
        </w:rPr>
      </w:pPr>
      <w:r w:rsidRPr="007E0B1D">
        <w:rPr>
          <w:rtl/>
        </w:rPr>
        <w:t>دار مكتبة الحياة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42</w:t>
      </w:r>
      <w:r w:rsidR="00D8054C">
        <w:rPr>
          <w:rtl/>
        </w:rPr>
        <w:t xml:space="preserve"> - </w:t>
      </w:r>
      <w:r w:rsidRPr="007E0B1D">
        <w:rPr>
          <w:rtl/>
        </w:rPr>
        <w:t>تاريخ آل زرارة.</w:t>
      </w:r>
    </w:p>
    <w:p w:rsidR="008867CD" w:rsidRPr="007E0B1D" w:rsidRDefault="008867CD" w:rsidP="008867CD">
      <w:pPr>
        <w:pStyle w:val="libNormal"/>
        <w:rPr>
          <w:rtl/>
        </w:rPr>
      </w:pPr>
      <w:r w:rsidRPr="007E0B1D">
        <w:rPr>
          <w:rtl/>
        </w:rPr>
        <w:t>للسيد محمّد علي الموحد الأبطحي.</w:t>
      </w:r>
    </w:p>
    <w:p w:rsidR="008867CD" w:rsidRPr="007E0B1D" w:rsidRDefault="008867CD" w:rsidP="008867CD">
      <w:pPr>
        <w:pStyle w:val="libNormal"/>
        <w:rPr>
          <w:rtl/>
        </w:rPr>
      </w:pPr>
      <w:r w:rsidRPr="007E0B1D">
        <w:rPr>
          <w:rtl/>
        </w:rPr>
        <w:t>مطبعة رباني</w:t>
      </w:r>
      <w:r w:rsidR="00D8054C">
        <w:rPr>
          <w:rtl/>
        </w:rPr>
        <w:t xml:space="preserve"> - </w:t>
      </w:r>
      <w:r w:rsidRPr="007E0B1D">
        <w:rPr>
          <w:rtl/>
        </w:rPr>
        <w:t>اصفهان.</w:t>
      </w:r>
    </w:p>
    <w:p w:rsidR="008867CD" w:rsidRPr="007E0B1D" w:rsidRDefault="008867CD" w:rsidP="008867CD">
      <w:pPr>
        <w:pStyle w:val="libNormal"/>
        <w:rPr>
          <w:rtl/>
        </w:rPr>
      </w:pPr>
      <w:r w:rsidRPr="007E0B1D">
        <w:rPr>
          <w:rtl/>
        </w:rPr>
        <w:t>43</w:t>
      </w:r>
      <w:r w:rsidR="00D8054C">
        <w:rPr>
          <w:rtl/>
        </w:rPr>
        <w:t xml:space="preserve"> - </w:t>
      </w:r>
      <w:r w:rsidRPr="007E0B1D">
        <w:rPr>
          <w:rtl/>
        </w:rPr>
        <w:t>تاريخ الاسلام.</w:t>
      </w:r>
    </w:p>
    <w:p w:rsidR="008867CD" w:rsidRPr="007E0B1D" w:rsidRDefault="008867CD" w:rsidP="008867CD">
      <w:pPr>
        <w:pStyle w:val="libNormal"/>
        <w:rPr>
          <w:rtl/>
        </w:rPr>
      </w:pPr>
      <w:r w:rsidRPr="007E0B1D">
        <w:rPr>
          <w:rtl/>
        </w:rPr>
        <w:t>لأبي عبد الله شمس الدين محمّد بن أحمد الذهبي.</w:t>
      </w:r>
    </w:p>
    <w:p w:rsidR="008867CD" w:rsidRPr="007E0B1D" w:rsidRDefault="008867CD" w:rsidP="008867CD">
      <w:pPr>
        <w:pStyle w:val="libNormal"/>
        <w:rPr>
          <w:rtl/>
        </w:rPr>
      </w:pPr>
      <w:r w:rsidRPr="007E0B1D">
        <w:rPr>
          <w:rtl/>
        </w:rPr>
        <w:t>مؤسسة الرسالة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44</w:t>
      </w:r>
      <w:r w:rsidR="00D8054C">
        <w:rPr>
          <w:rtl/>
        </w:rPr>
        <w:t xml:space="preserve"> - </w:t>
      </w:r>
      <w:r w:rsidRPr="007E0B1D">
        <w:rPr>
          <w:rtl/>
        </w:rPr>
        <w:t>تاريخ أسماء الثقات.</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لأبي حفص عمر بن أحمد</w:t>
      </w:r>
      <w:r w:rsidR="00D8054C">
        <w:rPr>
          <w:rtl/>
        </w:rPr>
        <w:t>،</w:t>
      </w:r>
      <w:r w:rsidRPr="007E0B1D">
        <w:rPr>
          <w:rtl/>
        </w:rPr>
        <w:t xml:space="preserve"> ابن شاهين.</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Bold1"/>
        <w:rPr>
          <w:rtl/>
        </w:rPr>
      </w:pPr>
      <w:r w:rsidRPr="007E0B1D">
        <w:rPr>
          <w:rtl/>
        </w:rPr>
        <w:t>تاريخ الامم والملوك</w:t>
      </w:r>
      <w:r>
        <w:rPr>
          <w:rFonts w:hint="cs"/>
          <w:rtl/>
        </w:rPr>
        <w:t xml:space="preserve"> =</w:t>
      </w:r>
      <w:r w:rsidRPr="007E0B1D">
        <w:rPr>
          <w:rtl/>
        </w:rPr>
        <w:t xml:space="preserve"> تاريخ الطبري.</w:t>
      </w:r>
    </w:p>
    <w:p w:rsidR="008867CD" w:rsidRPr="007E0B1D" w:rsidRDefault="008867CD" w:rsidP="008867CD">
      <w:pPr>
        <w:pStyle w:val="libNormal"/>
        <w:rPr>
          <w:rtl/>
        </w:rPr>
      </w:pPr>
      <w:r w:rsidRPr="007E0B1D">
        <w:rPr>
          <w:rtl/>
        </w:rPr>
        <w:t>45</w:t>
      </w:r>
      <w:r w:rsidR="00D8054C">
        <w:rPr>
          <w:rtl/>
        </w:rPr>
        <w:t xml:space="preserve"> - </w:t>
      </w:r>
      <w:r w:rsidRPr="007E0B1D">
        <w:rPr>
          <w:rtl/>
        </w:rPr>
        <w:t xml:space="preserve">تاريخ أهل البيت </w:t>
      </w:r>
      <w:r w:rsidR="00D8054C" w:rsidRPr="00D8054C">
        <w:rPr>
          <w:rStyle w:val="libAlaemChar"/>
          <w:rtl/>
        </w:rPr>
        <w:t>عليهم‌السلام</w:t>
      </w:r>
      <w:r w:rsidRPr="007E0B1D">
        <w:rPr>
          <w:rtl/>
        </w:rPr>
        <w:t>.</w:t>
      </w:r>
    </w:p>
    <w:p w:rsidR="008867CD" w:rsidRPr="007E0B1D" w:rsidRDefault="008867CD" w:rsidP="008867CD">
      <w:pPr>
        <w:pStyle w:val="libNormal"/>
        <w:rPr>
          <w:rtl/>
        </w:rPr>
      </w:pPr>
      <w:r w:rsidRPr="007E0B1D">
        <w:rPr>
          <w:rtl/>
        </w:rPr>
        <w:t>تحقيق السيد محمّد رضا الحسيني.</w:t>
      </w:r>
    </w:p>
    <w:p w:rsidR="008867CD" w:rsidRPr="007E0B1D" w:rsidRDefault="008867CD" w:rsidP="008867CD">
      <w:pPr>
        <w:pStyle w:val="libNormal"/>
        <w:rPr>
          <w:rtl/>
        </w:rPr>
      </w:pPr>
      <w:r w:rsidRPr="007E0B1D">
        <w:rPr>
          <w:rtl/>
        </w:rPr>
        <w:t xml:space="preserve">مؤسسة آل البيت </w:t>
      </w:r>
      <w:r w:rsidR="00D8054C" w:rsidRPr="00D8054C">
        <w:rPr>
          <w:rStyle w:val="libAlaemChar"/>
          <w:rtl/>
        </w:rPr>
        <w:t>عليهم‌السلام</w:t>
      </w:r>
      <w:r w:rsidRPr="007E0B1D">
        <w:rPr>
          <w:rtl/>
        </w:rPr>
        <w:t xml:space="preserve"> لا حياء التراث</w:t>
      </w:r>
      <w:r w:rsidR="00D8054C">
        <w:rPr>
          <w:rtl/>
        </w:rPr>
        <w:t xml:space="preserve"> - </w:t>
      </w:r>
      <w:r w:rsidRPr="007E0B1D">
        <w:rPr>
          <w:rtl/>
        </w:rPr>
        <w:t>قم.</w:t>
      </w:r>
    </w:p>
    <w:p w:rsidR="008867CD" w:rsidRPr="007E0B1D" w:rsidRDefault="008867CD" w:rsidP="008867CD">
      <w:pPr>
        <w:pStyle w:val="libNormal"/>
        <w:rPr>
          <w:rtl/>
        </w:rPr>
      </w:pPr>
      <w:r w:rsidRPr="007E0B1D">
        <w:rPr>
          <w:rtl/>
        </w:rPr>
        <w:t>46</w:t>
      </w:r>
      <w:r w:rsidR="00D8054C">
        <w:rPr>
          <w:rtl/>
        </w:rPr>
        <w:t xml:space="preserve"> - </w:t>
      </w:r>
      <w:r w:rsidRPr="007E0B1D">
        <w:rPr>
          <w:rtl/>
        </w:rPr>
        <w:t>تاريخ بغداد.</w:t>
      </w:r>
    </w:p>
    <w:p w:rsidR="008867CD" w:rsidRPr="007E0B1D" w:rsidRDefault="008867CD" w:rsidP="008867CD">
      <w:pPr>
        <w:pStyle w:val="libNormal"/>
        <w:rPr>
          <w:rtl/>
        </w:rPr>
      </w:pPr>
      <w:r w:rsidRPr="007E0B1D">
        <w:rPr>
          <w:rtl/>
        </w:rPr>
        <w:t>لأبي بكر أحمد بن علي الخطيب البغدادي.</w:t>
      </w:r>
    </w:p>
    <w:p w:rsidR="008867CD" w:rsidRPr="007E0B1D" w:rsidRDefault="008867CD" w:rsidP="008867CD">
      <w:pPr>
        <w:pStyle w:val="libNormal"/>
        <w:rPr>
          <w:rtl/>
        </w:rPr>
      </w:pPr>
      <w:r w:rsidRPr="007E0B1D">
        <w:rPr>
          <w:rtl/>
        </w:rPr>
        <w:t>دار الكتاب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47</w:t>
      </w:r>
      <w:r w:rsidR="00D8054C">
        <w:rPr>
          <w:rtl/>
        </w:rPr>
        <w:t xml:space="preserve"> - </w:t>
      </w:r>
      <w:r w:rsidRPr="007E0B1D">
        <w:rPr>
          <w:rtl/>
        </w:rPr>
        <w:t>تاريخ الثقات.</w:t>
      </w:r>
    </w:p>
    <w:p w:rsidR="008867CD" w:rsidRPr="007E0B1D" w:rsidRDefault="008867CD" w:rsidP="008867CD">
      <w:pPr>
        <w:pStyle w:val="libNormal"/>
        <w:rPr>
          <w:rtl/>
        </w:rPr>
      </w:pPr>
      <w:r w:rsidRPr="007E0B1D">
        <w:rPr>
          <w:rtl/>
        </w:rPr>
        <w:t>لأحمد بن عبد الله بن صالح العجلي.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48</w:t>
      </w:r>
      <w:r w:rsidR="00D8054C">
        <w:rPr>
          <w:rtl/>
        </w:rPr>
        <w:t xml:space="preserve"> - </w:t>
      </w:r>
      <w:r w:rsidRPr="007E0B1D">
        <w:rPr>
          <w:rtl/>
        </w:rPr>
        <w:t xml:space="preserve">تاريخ حبيب السير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لغياث الدين بن همام الحسيني</w:t>
      </w:r>
      <w:r w:rsidR="00D8054C">
        <w:rPr>
          <w:rtl/>
        </w:rPr>
        <w:t>،</w:t>
      </w:r>
      <w:r w:rsidRPr="007E0B1D">
        <w:rPr>
          <w:rtl/>
        </w:rPr>
        <w:t xml:space="preserve"> خواند أمير.</w:t>
      </w:r>
    </w:p>
    <w:p w:rsidR="008867CD" w:rsidRPr="007E0B1D" w:rsidRDefault="008867CD" w:rsidP="008867CD">
      <w:pPr>
        <w:pStyle w:val="libNormal"/>
        <w:rPr>
          <w:rtl/>
        </w:rPr>
      </w:pPr>
      <w:r w:rsidRPr="007E0B1D">
        <w:rPr>
          <w:rtl/>
        </w:rPr>
        <w:t>كتابفروشي خيام</w:t>
      </w:r>
      <w:r w:rsidR="00D8054C">
        <w:rPr>
          <w:rtl/>
        </w:rPr>
        <w:t xml:space="preserve"> - </w:t>
      </w:r>
      <w:r w:rsidRPr="007E0B1D">
        <w:rPr>
          <w:rtl/>
        </w:rPr>
        <w:t>طهران.</w:t>
      </w:r>
    </w:p>
    <w:p w:rsidR="008867CD" w:rsidRPr="007E0B1D" w:rsidRDefault="008867CD" w:rsidP="008867CD">
      <w:pPr>
        <w:pStyle w:val="libNormal"/>
        <w:rPr>
          <w:rtl/>
        </w:rPr>
      </w:pPr>
      <w:r w:rsidRPr="007E0B1D">
        <w:rPr>
          <w:rtl/>
        </w:rPr>
        <w:t>49</w:t>
      </w:r>
      <w:r w:rsidR="00D8054C">
        <w:rPr>
          <w:rtl/>
        </w:rPr>
        <w:t xml:space="preserve"> - </w:t>
      </w:r>
      <w:r w:rsidRPr="007E0B1D">
        <w:rPr>
          <w:rtl/>
        </w:rPr>
        <w:t>تاريخ ابن خلدون.</w:t>
      </w:r>
    </w:p>
    <w:p w:rsidR="008867CD" w:rsidRPr="007E0B1D" w:rsidRDefault="008867CD" w:rsidP="008867CD">
      <w:pPr>
        <w:pStyle w:val="libNormal"/>
        <w:rPr>
          <w:rtl/>
        </w:rPr>
      </w:pPr>
      <w:r w:rsidRPr="007E0B1D">
        <w:rPr>
          <w:rtl/>
        </w:rPr>
        <w:t>لأبي زيد عبد الرحمن بن محمّد التونسي</w:t>
      </w:r>
      <w:r w:rsidR="00D8054C">
        <w:rPr>
          <w:rtl/>
        </w:rPr>
        <w:t>،</w:t>
      </w:r>
      <w:r w:rsidRPr="007E0B1D">
        <w:rPr>
          <w:rtl/>
        </w:rPr>
        <w:t xml:space="preserve"> الاشبيلي</w:t>
      </w:r>
      <w:r w:rsidR="00D8054C">
        <w:rPr>
          <w:rtl/>
        </w:rPr>
        <w:t>،</w:t>
      </w:r>
      <w:r w:rsidRPr="007E0B1D">
        <w:rPr>
          <w:rtl/>
        </w:rPr>
        <w:t xml:space="preserve"> ابن خلدون.</w:t>
      </w:r>
    </w:p>
    <w:p w:rsidR="008867CD" w:rsidRDefault="008867CD" w:rsidP="008867CD">
      <w:pPr>
        <w:pStyle w:val="libNormal"/>
        <w:rPr>
          <w:rFonts w:hint="cs"/>
          <w:rtl/>
        </w:rPr>
      </w:pPr>
      <w:r w:rsidRPr="007E0B1D">
        <w:rPr>
          <w:rtl/>
        </w:rPr>
        <w:t>طبع القاهرة سنة 1355 ه‍</w:t>
      </w:r>
    </w:p>
    <w:p w:rsidR="008867CD" w:rsidRPr="007E0B1D" w:rsidRDefault="008867CD" w:rsidP="008867CD">
      <w:pPr>
        <w:pStyle w:val="libNormal"/>
        <w:rPr>
          <w:rtl/>
        </w:rPr>
      </w:pPr>
      <w:r w:rsidRPr="007E0B1D">
        <w:rPr>
          <w:rtl/>
        </w:rPr>
        <w:t>50</w:t>
      </w:r>
      <w:r w:rsidR="00D8054C">
        <w:rPr>
          <w:rtl/>
        </w:rPr>
        <w:t xml:space="preserve"> - </w:t>
      </w:r>
      <w:r w:rsidRPr="007E0B1D">
        <w:rPr>
          <w:rtl/>
        </w:rPr>
        <w:t>تاريخ الخلفاء.</w:t>
      </w:r>
    </w:p>
    <w:p w:rsidR="008867CD" w:rsidRPr="007E0B1D" w:rsidRDefault="008867CD" w:rsidP="008867CD">
      <w:pPr>
        <w:pStyle w:val="libNormal"/>
        <w:rPr>
          <w:rtl/>
        </w:rPr>
      </w:pPr>
      <w:r w:rsidRPr="007E0B1D">
        <w:rPr>
          <w:rtl/>
        </w:rPr>
        <w:t>لجلال الدين عبد الرحمن بن أبي بكر السيوطي.</w:t>
      </w:r>
    </w:p>
    <w:p w:rsidR="008867CD" w:rsidRPr="007E0B1D" w:rsidRDefault="008867CD" w:rsidP="008867CD">
      <w:pPr>
        <w:pStyle w:val="libNormal"/>
        <w:rPr>
          <w:rtl/>
        </w:rPr>
      </w:pPr>
      <w:r w:rsidRPr="007E0B1D">
        <w:rPr>
          <w:rtl/>
        </w:rPr>
        <w:t>مجمع اللغة العربية</w:t>
      </w:r>
      <w:r w:rsidR="00D8054C">
        <w:rPr>
          <w:rtl/>
        </w:rPr>
        <w:t xml:space="preserve"> - </w:t>
      </w:r>
      <w:r w:rsidRPr="007E0B1D">
        <w:rPr>
          <w:rtl/>
        </w:rPr>
        <w:t>دمشق.</w:t>
      </w:r>
    </w:p>
    <w:p w:rsidR="008867CD" w:rsidRPr="007E0B1D" w:rsidRDefault="008867CD" w:rsidP="008867CD">
      <w:pPr>
        <w:pStyle w:val="libNormal"/>
        <w:rPr>
          <w:rtl/>
        </w:rPr>
      </w:pPr>
      <w:r w:rsidRPr="007E0B1D">
        <w:rPr>
          <w:rtl/>
        </w:rPr>
        <w:t>51</w:t>
      </w:r>
      <w:r w:rsidR="00D8054C">
        <w:rPr>
          <w:rtl/>
        </w:rPr>
        <w:t xml:space="preserve"> - </w:t>
      </w:r>
      <w:r w:rsidRPr="007E0B1D">
        <w:rPr>
          <w:rtl/>
        </w:rPr>
        <w:t>تاريخ دمشق.</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لأبي القاسم علي بن الحسن بن هبة الله</w:t>
      </w:r>
      <w:r w:rsidR="00D8054C">
        <w:rPr>
          <w:rtl/>
        </w:rPr>
        <w:t>،</w:t>
      </w:r>
      <w:r w:rsidRPr="007E0B1D">
        <w:rPr>
          <w:rtl/>
        </w:rPr>
        <w:t xml:space="preserve"> ابن عساكر.</w:t>
      </w:r>
    </w:p>
    <w:p w:rsidR="008867CD" w:rsidRPr="007E0B1D" w:rsidRDefault="008867CD" w:rsidP="008867CD">
      <w:pPr>
        <w:pStyle w:val="libNormal"/>
        <w:rPr>
          <w:rtl/>
        </w:rPr>
      </w:pPr>
      <w:r w:rsidRPr="007E0B1D">
        <w:rPr>
          <w:rtl/>
        </w:rPr>
        <w:t>مجمع اللغة العربية</w:t>
      </w:r>
      <w:r w:rsidR="00D8054C">
        <w:rPr>
          <w:rtl/>
        </w:rPr>
        <w:t xml:space="preserve"> - </w:t>
      </w:r>
      <w:r w:rsidRPr="007E0B1D">
        <w:rPr>
          <w:rtl/>
        </w:rPr>
        <w:t>دمشق.</w:t>
      </w:r>
    </w:p>
    <w:p w:rsidR="008867CD" w:rsidRPr="007E0B1D" w:rsidRDefault="008867CD" w:rsidP="008867CD">
      <w:pPr>
        <w:pStyle w:val="libNormal"/>
        <w:rPr>
          <w:rtl/>
        </w:rPr>
      </w:pPr>
      <w:r w:rsidRPr="007E0B1D">
        <w:rPr>
          <w:rtl/>
        </w:rPr>
        <w:t>52</w:t>
      </w:r>
      <w:r w:rsidR="00D8054C">
        <w:rPr>
          <w:rtl/>
        </w:rPr>
        <w:t xml:space="preserve"> - </w:t>
      </w:r>
      <w:r w:rsidRPr="007E0B1D">
        <w:rPr>
          <w:rtl/>
        </w:rPr>
        <w:t>تاريخ الشعوب الاسلامية.</w:t>
      </w:r>
    </w:p>
    <w:p w:rsidR="008867CD" w:rsidRPr="007E0B1D" w:rsidRDefault="008867CD" w:rsidP="008867CD">
      <w:pPr>
        <w:pStyle w:val="libNormal"/>
        <w:rPr>
          <w:rtl/>
        </w:rPr>
      </w:pPr>
      <w:r w:rsidRPr="007E0B1D">
        <w:rPr>
          <w:rtl/>
        </w:rPr>
        <w:t>لكارل بروكلمان.</w:t>
      </w:r>
    </w:p>
    <w:p w:rsidR="008867CD" w:rsidRPr="007E0B1D" w:rsidRDefault="008867CD" w:rsidP="008867CD">
      <w:pPr>
        <w:pStyle w:val="libNormal"/>
        <w:rPr>
          <w:rtl/>
        </w:rPr>
      </w:pPr>
      <w:r w:rsidRPr="007E0B1D">
        <w:rPr>
          <w:rtl/>
        </w:rPr>
        <w:t>دار العلم للملايين</w:t>
      </w:r>
      <w:r w:rsidR="00D8054C">
        <w:rPr>
          <w:rtl/>
        </w:rPr>
        <w:t xml:space="preserve"> - </w:t>
      </w:r>
      <w:r w:rsidRPr="007E0B1D">
        <w:rPr>
          <w:rtl/>
        </w:rPr>
        <w:t>بيروت.</w:t>
      </w:r>
    </w:p>
    <w:p w:rsidR="008867CD" w:rsidRPr="007E0B1D" w:rsidRDefault="008867CD" w:rsidP="008867CD">
      <w:pPr>
        <w:pStyle w:val="libNormal"/>
        <w:rPr>
          <w:rtl/>
        </w:rPr>
      </w:pPr>
      <w:r w:rsidRPr="007E0B1D">
        <w:rPr>
          <w:rtl/>
        </w:rPr>
        <w:t>53</w:t>
      </w:r>
      <w:r w:rsidR="00D8054C">
        <w:rPr>
          <w:rtl/>
        </w:rPr>
        <w:t xml:space="preserve"> - </w:t>
      </w:r>
      <w:r w:rsidRPr="007E0B1D">
        <w:rPr>
          <w:rtl/>
        </w:rPr>
        <w:t>تاريخ الطبري.</w:t>
      </w:r>
    </w:p>
    <w:p w:rsidR="008867CD" w:rsidRPr="007E0B1D" w:rsidRDefault="008867CD" w:rsidP="008867CD">
      <w:pPr>
        <w:pStyle w:val="libNormal"/>
        <w:rPr>
          <w:rtl/>
        </w:rPr>
      </w:pPr>
      <w:r w:rsidRPr="007E0B1D">
        <w:rPr>
          <w:rtl/>
        </w:rPr>
        <w:t>لأبي جعفر محمّد بن جرير الطبري.</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54</w:t>
      </w:r>
      <w:r w:rsidR="00D8054C">
        <w:rPr>
          <w:rtl/>
        </w:rPr>
        <w:t xml:space="preserve"> - </w:t>
      </w:r>
      <w:r w:rsidRPr="007E0B1D">
        <w:rPr>
          <w:rtl/>
        </w:rPr>
        <w:t>تاريخ أبو الفداء.</w:t>
      </w:r>
    </w:p>
    <w:p w:rsidR="008867CD" w:rsidRPr="007E0B1D" w:rsidRDefault="008867CD" w:rsidP="008867CD">
      <w:pPr>
        <w:pStyle w:val="libNormal"/>
        <w:rPr>
          <w:rtl/>
        </w:rPr>
      </w:pPr>
      <w:r w:rsidRPr="007E0B1D">
        <w:rPr>
          <w:rtl/>
        </w:rPr>
        <w:t>لأبي الفداء اسماعيل بن علي</w:t>
      </w:r>
      <w:r w:rsidR="00D8054C">
        <w:rPr>
          <w:rtl/>
        </w:rPr>
        <w:t>،</w:t>
      </w:r>
      <w:r w:rsidRPr="007E0B1D">
        <w:rPr>
          <w:rtl/>
        </w:rPr>
        <w:t xml:space="preserve"> الملك المؤيد الحموي.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55</w:t>
      </w:r>
      <w:r w:rsidR="00D8054C">
        <w:rPr>
          <w:rtl/>
        </w:rPr>
        <w:t xml:space="preserve"> - </w:t>
      </w:r>
      <w:r w:rsidRPr="007E0B1D">
        <w:rPr>
          <w:rtl/>
        </w:rPr>
        <w:t xml:space="preserve">تاريخ قم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لحسن بن محمّد بن حسن القمي.</w:t>
      </w:r>
    </w:p>
    <w:p w:rsidR="008867CD" w:rsidRPr="007E0B1D" w:rsidRDefault="008867CD" w:rsidP="008867CD">
      <w:pPr>
        <w:pStyle w:val="libNormal"/>
        <w:rPr>
          <w:rtl/>
        </w:rPr>
      </w:pPr>
      <w:r w:rsidRPr="007E0B1D">
        <w:rPr>
          <w:rtl/>
        </w:rPr>
        <w:t>انتشارات توس</w:t>
      </w:r>
      <w:r w:rsidR="00D8054C">
        <w:rPr>
          <w:rtl/>
        </w:rPr>
        <w:t xml:space="preserve"> - </w:t>
      </w:r>
      <w:r w:rsidRPr="007E0B1D">
        <w:rPr>
          <w:rtl/>
        </w:rPr>
        <w:t>طهران.</w:t>
      </w:r>
    </w:p>
    <w:p w:rsidR="008867CD" w:rsidRPr="007E0B1D" w:rsidRDefault="008867CD" w:rsidP="008867CD">
      <w:pPr>
        <w:pStyle w:val="libNormal"/>
        <w:rPr>
          <w:rtl/>
        </w:rPr>
      </w:pPr>
      <w:r w:rsidRPr="007E0B1D">
        <w:rPr>
          <w:rtl/>
        </w:rPr>
        <w:t>56</w:t>
      </w:r>
      <w:r w:rsidR="00D8054C">
        <w:rPr>
          <w:rtl/>
        </w:rPr>
        <w:t xml:space="preserve"> - </w:t>
      </w:r>
      <w:r w:rsidRPr="007E0B1D">
        <w:rPr>
          <w:rtl/>
        </w:rPr>
        <w:t>التاريخ الكبير.</w:t>
      </w:r>
    </w:p>
    <w:p w:rsidR="008867CD" w:rsidRPr="007E0B1D" w:rsidRDefault="008867CD" w:rsidP="008867CD">
      <w:pPr>
        <w:pStyle w:val="libNormal"/>
        <w:rPr>
          <w:rtl/>
        </w:rPr>
      </w:pPr>
      <w:r w:rsidRPr="007E0B1D">
        <w:rPr>
          <w:rtl/>
        </w:rPr>
        <w:t>لأبي عبد الله اسماعيل بن ابراهيم البخاري.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57</w:t>
      </w:r>
      <w:r w:rsidR="00D8054C">
        <w:rPr>
          <w:rtl/>
        </w:rPr>
        <w:t xml:space="preserve"> - </w:t>
      </w:r>
      <w:r w:rsidRPr="007E0B1D">
        <w:rPr>
          <w:rtl/>
        </w:rPr>
        <w:t xml:space="preserve">تاريخ گزيده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لحمد الله مستوفي.</w:t>
      </w:r>
    </w:p>
    <w:p w:rsidR="008867CD" w:rsidRPr="007E0B1D" w:rsidRDefault="008867CD" w:rsidP="008867CD">
      <w:pPr>
        <w:pStyle w:val="libNormal"/>
        <w:rPr>
          <w:rtl/>
        </w:rPr>
      </w:pPr>
      <w:r w:rsidRPr="007E0B1D">
        <w:rPr>
          <w:rtl/>
        </w:rPr>
        <w:t>انتشارات أمير كبير</w:t>
      </w:r>
      <w:r w:rsidR="00D8054C">
        <w:rPr>
          <w:rtl/>
        </w:rPr>
        <w:t xml:space="preserve"> - </w:t>
      </w:r>
      <w:r w:rsidRPr="007E0B1D">
        <w:rPr>
          <w:rtl/>
        </w:rPr>
        <w:t>طهران.</w:t>
      </w:r>
    </w:p>
    <w:p w:rsidR="008867CD" w:rsidRPr="007E0B1D" w:rsidRDefault="008867CD" w:rsidP="008867CD">
      <w:pPr>
        <w:pStyle w:val="libNormal"/>
        <w:rPr>
          <w:rtl/>
        </w:rPr>
      </w:pPr>
      <w:r w:rsidRPr="007E0B1D">
        <w:rPr>
          <w:rtl/>
        </w:rPr>
        <w:t>58</w:t>
      </w:r>
      <w:r w:rsidR="00D8054C">
        <w:rPr>
          <w:rtl/>
        </w:rPr>
        <w:t xml:space="preserve"> - </w:t>
      </w:r>
      <w:r w:rsidRPr="007E0B1D">
        <w:rPr>
          <w:rtl/>
        </w:rPr>
        <w:t>تاريخ مختصر الدول.</w:t>
      </w:r>
    </w:p>
    <w:p w:rsidR="008867CD" w:rsidRPr="007E0B1D" w:rsidRDefault="008867CD" w:rsidP="008867CD">
      <w:pPr>
        <w:pStyle w:val="libNormal"/>
        <w:rPr>
          <w:rtl/>
        </w:rPr>
      </w:pPr>
      <w:r w:rsidRPr="007E0B1D">
        <w:rPr>
          <w:rtl/>
        </w:rPr>
        <w:t>لغريغوريوس الملطي</w:t>
      </w:r>
      <w:r w:rsidR="00D8054C">
        <w:rPr>
          <w:rtl/>
        </w:rPr>
        <w:t>،</w:t>
      </w:r>
      <w:r w:rsidRPr="007E0B1D">
        <w:rPr>
          <w:rtl/>
        </w:rPr>
        <w:t xml:space="preserve"> ابن العبري.</w:t>
      </w:r>
    </w:p>
    <w:p w:rsidR="00D8054C" w:rsidRDefault="00D8054C" w:rsidP="00D8054C">
      <w:pPr>
        <w:pStyle w:val="libNormal"/>
        <w:rPr>
          <w:rtl/>
        </w:rPr>
      </w:pPr>
      <w:r>
        <w:rPr>
          <w:rtl/>
        </w:rPr>
        <w:br w:type="page"/>
      </w:r>
    </w:p>
    <w:p w:rsidR="008867CD" w:rsidRDefault="008867CD" w:rsidP="008867CD">
      <w:pPr>
        <w:pStyle w:val="libNormal"/>
        <w:rPr>
          <w:rFonts w:hint="cs"/>
          <w:rtl/>
        </w:rPr>
      </w:pPr>
      <w:r w:rsidRPr="007E0B1D">
        <w:rPr>
          <w:rtl/>
        </w:rPr>
        <w:lastRenderedPageBreak/>
        <w:t>طبع بيروت سنة 1390 ه‍</w:t>
      </w:r>
    </w:p>
    <w:p w:rsidR="008867CD" w:rsidRPr="007E0B1D" w:rsidRDefault="008867CD" w:rsidP="008867CD">
      <w:pPr>
        <w:pStyle w:val="libNormal"/>
        <w:rPr>
          <w:rtl/>
        </w:rPr>
      </w:pPr>
      <w:r w:rsidRPr="007E0B1D">
        <w:rPr>
          <w:rtl/>
        </w:rPr>
        <w:t>59</w:t>
      </w:r>
      <w:r w:rsidR="00D8054C">
        <w:rPr>
          <w:rtl/>
        </w:rPr>
        <w:t xml:space="preserve"> - </w:t>
      </w:r>
      <w:r w:rsidRPr="007E0B1D">
        <w:rPr>
          <w:rtl/>
        </w:rPr>
        <w:t>تاريخ ابن الوردي.</w:t>
      </w:r>
    </w:p>
    <w:p w:rsidR="008867CD" w:rsidRPr="007E0B1D" w:rsidRDefault="008867CD" w:rsidP="008867CD">
      <w:pPr>
        <w:pStyle w:val="libNormal"/>
        <w:rPr>
          <w:rtl/>
        </w:rPr>
      </w:pPr>
      <w:r w:rsidRPr="007E0B1D">
        <w:rPr>
          <w:rtl/>
        </w:rPr>
        <w:t>لزين الدين عمر بن مظفر الحلبي</w:t>
      </w:r>
      <w:r w:rsidR="00D8054C">
        <w:rPr>
          <w:rtl/>
        </w:rPr>
        <w:t>،</w:t>
      </w:r>
      <w:r w:rsidRPr="007E0B1D">
        <w:rPr>
          <w:rtl/>
        </w:rPr>
        <w:t xml:space="preserve"> ابن الوردي.</w:t>
      </w:r>
    </w:p>
    <w:p w:rsidR="008867CD" w:rsidRDefault="008867CD" w:rsidP="008867CD">
      <w:pPr>
        <w:pStyle w:val="libNormal"/>
        <w:rPr>
          <w:rFonts w:hint="cs"/>
          <w:rtl/>
        </w:rPr>
      </w:pPr>
      <w:r w:rsidRPr="007E0B1D">
        <w:rPr>
          <w:rtl/>
        </w:rPr>
        <w:t>طبع القاهرة سنة 1285 ه‍</w:t>
      </w:r>
    </w:p>
    <w:p w:rsidR="008867CD" w:rsidRPr="007E0B1D" w:rsidRDefault="008867CD" w:rsidP="008867CD">
      <w:pPr>
        <w:pStyle w:val="libNormal"/>
        <w:rPr>
          <w:rtl/>
        </w:rPr>
      </w:pPr>
      <w:r w:rsidRPr="007E0B1D">
        <w:rPr>
          <w:rtl/>
        </w:rPr>
        <w:t>60</w:t>
      </w:r>
      <w:r w:rsidR="00D8054C">
        <w:rPr>
          <w:rtl/>
        </w:rPr>
        <w:t xml:space="preserve"> - </w:t>
      </w:r>
      <w:r w:rsidRPr="007E0B1D">
        <w:rPr>
          <w:rtl/>
        </w:rPr>
        <w:t>تاريخ اليعقوبي.</w:t>
      </w:r>
    </w:p>
    <w:p w:rsidR="008867CD" w:rsidRPr="007E0B1D" w:rsidRDefault="008867CD" w:rsidP="008867CD">
      <w:pPr>
        <w:pStyle w:val="libNormal"/>
        <w:rPr>
          <w:rtl/>
        </w:rPr>
      </w:pPr>
      <w:r w:rsidRPr="007E0B1D">
        <w:rPr>
          <w:rtl/>
        </w:rPr>
        <w:t>لأحمد بن أبي يعقوب بن جعفر اليعقوبي</w:t>
      </w:r>
      <w:r w:rsidR="00D8054C">
        <w:rPr>
          <w:rtl/>
        </w:rPr>
        <w:t>،</w:t>
      </w:r>
      <w:r w:rsidRPr="007E0B1D">
        <w:rPr>
          <w:rtl/>
        </w:rPr>
        <w:t xml:space="preserve"> ابن واضح.</w:t>
      </w:r>
    </w:p>
    <w:p w:rsidR="008867CD" w:rsidRPr="007E0B1D" w:rsidRDefault="008867CD" w:rsidP="008867CD">
      <w:pPr>
        <w:pStyle w:val="libNormal"/>
        <w:rPr>
          <w:rtl/>
        </w:rPr>
      </w:pPr>
      <w:r w:rsidRPr="007E0B1D">
        <w:rPr>
          <w:rtl/>
        </w:rPr>
        <w:t>دار صادر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61</w:t>
      </w:r>
      <w:r w:rsidR="00D8054C">
        <w:rPr>
          <w:rtl/>
        </w:rPr>
        <w:t xml:space="preserve"> - </w:t>
      </w:r>
      <w:r w:rsidRPr="007E0B1D">
        <w:rPr>
          <w:rtl/>
        </w:rPr>
        <w:t>تأسيس الشيعة.</w:t>
      </w:r>
    </w:p>
    <w:p w:rsidR="008867CD" w:rsidRPr="007E0B1D" w:rsidRDefault="008867CD" w:rsidP="008867CD">
      <w:pPr>
        <w:pStyle w:val="libNormal"/>
        <w:rPr>
          <w:rtl/>
        </w:rPr>
      </w:pPr>
      <w:r w:rsidRPr="007E0B1D">
        <w:rPr>
          <w:rtl/>
        </w:rPr>
        <w:t>للسيد حسن الصدر.</w:t>
      </w:r>
    </w:p>
    <w:p w:rsidR="008867CD" w:rsidRPr="007E0B1D" w:rsidRDefault="008867CD" w:rsidP="008867CD">
      <w:pPr>
        <w:pStyle w:val="libNormal"/>
        <w:rPr>
          <w:rtl/>
        </w:rPr>
      </w:pPr>
      <w:r w:rsidRPr="007E0B1D">
        <w:rPr>
          <w:rtl/>
        </w:rPr>
        <w:t>منشورات الأعلمي</w:t>
      </w:r>
      <w:r w:rsidR="00D8054C">
        <w:rPr>
          <w:rtl/>
        </w:rPr>
        <w:t xml:space="preserve"> - </w:t>
      </w:r>
      <w:r w:rsidRPr="007E0B1D">
        <w:rPr>
          <w:rtl/>
        </w:rPr>
        <w:t>طهران.</w:t>
      </w:r>
    </w:p>
    <w:p w:rsidR="008867CD" w:rsidRPr="007E0B1D" w:rsidRDefault="008867CD" w:rsidP="008867CD">
      <w:pPr>
        <w:pStyle w:val="libBold1"/>
        <w:rPr>
          <w:rtl/>
        </w:rPr>
      </w:pPr>
      <w:r w:rsidRPr="007E0B1D">
        <w:rPr>
          <w:rtl/>
        </w:rPr>
        <w:t>تتمة المختصر في أخبار البشر</w:t>
      </w:r>
      <w:r>
        <w:rPr>
          <w:rFonts w:hint="cs"/>
          <w:rtl/>
        </w:rPr>
        <w:t xml:space="preserve"> =</w:t>
      </w:r>
      <w:r w:rsidRPr="007E0B1D">
        <w:rPr>
          <w:rtl/>
        </w:rPr>
        <w:t xml:space="preserve"> تاريخ ابن الوردي.</w:t>
      </w:r>
    </w:p>
    <w:p w:rsidR="008867CD" w:rsidRPr="007E0B1D" w:rsidRDefault="008867CD" w:rsidP="008867CD">
      <w:pPr>
        <w:pStyle w:val="libNormal"/>
        <w:rPr>
          <w:rtl/>
        </w:rPr>
      </w:pPr>
      <w:r w:rsidRPr="007E0B1D">
        <w:rPr>
          <w:rtl/>
        </w:rPr>
        <w:t>62</w:t>
      </w:r>
      <w:r w:rsidR="00D8054C">
        <w:rPr>
          <w:rtl/>
        </w:rPr>
        <w:t xml:space="preserve"> - </w:t>
      </w:r>
      <w:r w:rsidRPr="007E0B1D">
        <w:rPr>
          <w:rtl/>
        </w:rPr>
        <w:t xml:space="preserve">تتمة المنتهى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للشيخ عباس القمي.</w:t>
      </w:r>
    </w:p>
    <w:p w:rsidR="008867CD" w:rsidRPr="007E0B1D" w:rsidRDefault="008867CD" w:rsidP="008867CD">
      <w:pPr>
        <w:pStyle w:val="libNormal"/>
        <w:rPr>
          <w:rtl/>
        </w:rPr>
      </w:pPr>
      <w:r w:rsidRPr="007E0B1D">
        <w:rPr>
          <w:rtl/>
        </w:rPr>
        <w:t>انتشارات داوري</w:t>
      </w:r>
      <w:r w:rsidR="00D8054C">
        <w:rPr>
          <w:rtl/>
        </w:rPr>
        <w:t xml:space="preserve"> - </w:t>
      </w:r>
      <w:r w:rsidRPr="007E0B1D">
        <w:rPr>
          <w:rtl/>
        </w:rPr>
        <w:t>قم.</w:t>
      </w:r>
    </w:p>
    <w:p w:rsidR="008867CD" w:rsidRPr="007E0B1D" w:rsidRDefault="008867CD" w:rsidP="008867CD">
      <w:pPr>
        <w:pStyle w:val="libNormal"/>
        <w:rPr>
          <w:rtl/>
        </w:rPr>
      </w:pPr>
      <w:r w:rsidRPr="007E0B1D">
        <w:rPr>
          <w:rtl/>
        </w:rPr>
        <w:t>63</w:t>
      </w:r>
      <w:r w:rsidR="00D8054C">
        <w:rPr>
          <w:rtl/>
        </w:rPr>
        <w:t xml:space="preserve"> - </w:t>
      </w:r>
      <w:r w:rsidRPr="007E0B1D">
        <w:rPr>
          <w:rtl/>
        </w:rPr>
        <w:t>التحرير الطاوسي.</w:t>
      </w:r>
    </w:p>
    <w:p w:rsidR="008867CD" w:rsidRPr="007E0B1D" w:rsidRDefault="008867CD" w:rsidP="008867CD">
      <w:pPr>
        <w:pStyle w:val="libNormal"/>
        <w:rPr>
          <w:rtl/>
        </w:rPr>
      </w:pPr>
      <w:r w:rsidRPr="007E0B1D">
        <w:rPr>
          <w:rtl/>
        </w:rPr>
        <w:t>للشيخ حسن بن زين الدين بن علي بن أحمد</w:t>
      </w:r>
      <w:r w:rsidR="00D8054C">
        <w:rPr>
          <w:rtl/>
        </w:rPr>
        <w:t>،</w:t>
      </w:r>
      <w:r w:rsidRPr="007E0B1D">
        <w:rPr>
          <w:rtl/>
        </w:rPr>
        <w:t xml:space="preserve"> الشهيد الثاني.</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64</w:t>
      </w:r>
      <w:r w:rsidR="00D8054C">
        <w:rPr>
          <w:rtl/>
        </w:rPr>
        <w:t xml:space="preserve"> - </w:t>
      </w:r>
      <w:r w:rsidRPr="007E0B1D">
        <w:rPr>
          <w:rtl/>
        </w:rPr>
        <w:t>تحف العقول.</w:t>
      </w:r>
    </w:p>
    <w:p w:rsidR="008867CD" w:rsidRPr="007E0B1D" w:rsidRDefault="008867CD" w:rsidP="008867CD">
      <w:pPr>
        <w:pStyle w:val="libNormal"/>
        <w:rPr>
          <w:rtl/>
        </w:rPr>
      </w:pPr>
      <w:r w:rsidRPr="007E0B1D">
        <w:rPr>
          <w:rtl/>
        </w:rPr>
        <w:t>لأبي محمّد الحسن بن علي بن الحسين بن شعبة الحراني.</w:t>
      </w:r>
    </w:p>
    <w:p w:rsidR="008867CD" w:rsidRPr="007E0B1D" w:rsidRDefault="008867CD" w:rsidP="008867CD">
      <w:pPr>
        <w:pStyle w:val="libNormal"/>
        <w:rPr>
          <w:rtl/>
        </w:rPr>
      </w:pPr>
      <w:r w:rsidRPr="007E0B1D">
        <w:rPr>
          <w:rtl/>
        </w:rPr>
        <w:t>النشر الاسلامي</w:t>
      </w:r>
      <w:r w:rsidR="00D8054C">
        <w:rPr>
          <w:rtl/>
        </w:rPr>
        <w:t xml:space="preserve"> - </w:t>
      </w:r>
      <w:r w:rsidRPr="007E0B1D">
        <w:rPr>
          <w:rtl/>
        </w:rPr>
        <w:t>قم.</w:t>
      </w:r>
    </w:p>
    <w:p w:rsidR="008867CD" w:rsidRPr="007E0B1D" w:rsidRDefault="008867CD" w:rsidP="008867CD">
      <w:pPr>
        <w:pStyle w:val="libNormal"/>
        <w:rPr>
          <w:rtl/>
        </w:rPr>
      </w:pPr>
      <w:r w:rsidRPr="007E0B1D">
        <w:rPr>
          <w:rtl/>
        </w:rPr>
        <w:t>65</w:t>
      </w:r>
      <w:r w:rsidR="00D8054C">
        <w:rPr>
          <w:rtl/>
        </w:rPr>
        <w:t xml:space="preserve"> - </w:t>
      </w:r>
      <w:r w:rsidRPr="007E0B1D">
        <w:rPr>
          <w:rtl/>
        </w:rPr>
        <w:t xml:space="preserve">تذكرة الأولياء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للشيخ فريد الدين العطار.</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انتشارات كلشائي وجكامه</w:t>
      </w:r>
      <w:r w:rsidR="00D8054C">
        <w:rPr>
          <w:rtl/>
        </w:rPr>
        <w:t xml:space="preserve"> - </w:t>
      </w:r>
      <w:r w:rsidRPr="007E0B1D">
        <w:rPr>
          <w:rtl/>
        </w:rPr>
        <w:t>طهران.</w:t>
      </w:r>
    </w:p>
    <w:p w:rsidR="008867CD" w:rsidRPr="007E0B1D" w:rsidRDefault="008867CD" w:rsidP="008867CD">
      <w:pPr>
        <w:pStyle w:val="libNormal"/>
        <w:rPr>
          <w:rtl/>
        </w:rPr>
      </w:pPr>
      <w:r w:rsidRPr="007E0B1D">
        <w:rPr>
          <w:rtl/>
        </w:rPr>
        <w:t>66</w:t>
      </w:r>
      <w:r w:rsidR="00D8054C">
        <w:rPr>
          <w:rtl/>
        </w:rPr>
        <w:t xml:space="preserve"> - </w:t>
      </w:r>
      <w:r w:rsidRPr="007E0B1D">
        <w:rPr>
          <w:rtl/>
        </w:rPr>
        <w:t>تذكرة الحفاظ.</w:t>
      </w:r>
    </w:p>
    <w:p w:rsidR="008867CD" w:rsidRPr="007E0B1D" w:rsidRDefault="008867CD" w:rsidP="008867CD">
      <w:pPr>
        <w:pStyle w:val="libNormal"/>
        <w:rPr>
          <w:rtl/>
        </w:rPr>
      </w:pPr>
      <w:r w:rsidRPr="007E0B1D">
        <w:rPr>
          <w:rtl/>
        </w:rPr>
        <w:t>لأبي عبد الله شمس الدين محمّد بن أحمد الذهبي.</w:t>
      </w:r>
    </w:p>
    <w:p w:rsidR="008867CD" w:rsidRPr="007E0B1D" w:rsidRDefault="008867CD" w:rsidP="008867CD">
      <w:pPr>
        <w:pStyle w:val="libNormal"/>
        <w:rPr>
          <w:rtl/>
        </w:rPr>
      </w:pPr>
      <w:r w:rsidRPr="007E0B1D">
        <w:rPr>
          <w:rtl/>
        </w:rPr>
        <w:t>دار احياء التراث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67</w:t>
      </w:r>
      <w:r w:rsidR="00D8054C">
        <w:rPr>
          <w:rtl/>
        </w:rPr>
        <w:t xml:space="preserve"> - </w:t>
      </w:r>
      <w:r w:rsidRPr="007E0B1D">
        <w:rPr>
          <w:rtl/>
        </w:rPr>
        <w:t>تذكرة الخواص.</w:t>
      </w:r>
    </w:p>
    <w:p w:rsidR="008867CD" w:rsidRPr="007E0B1D" w:rsidRDefault="008867CD" w:rsidP="008867CD">
      <w:pPr>
        <w:pStyle w:val="libNormal"/>
        <w:rPr>
          <w:rtl/>
        </w:rPr>
      </w:pPr>
      <w:r w:rsidRPr="007E0B1D">
        <w:rPr>
          <w:rtl/>
        </w:rPr>
        <w:t>ليوسف بن فرغلي البغدادي</w:t>
      </w:r>
      <w:r w:rsidR="00D8054C">
        <w:rPr>
          <w:rtl/>
        </w:rPr>
        <w:t>،</w:t>
      </w:r>
      <w:r w:rsidRPr="007E0B1D">
        <w:rPr>
          <w:rtl/>
        </w:rPr>
        <w:t xml:space="preserve"> سبط ابن الجوزي.</w:t>
      </w:r>
    </w:p>
    <w:p w:rsidR="008867CD" w:rsidRPr="007E0B1D" w:rsidRDefault="008867CD" w:rsidP="008867CD">
      <w:pPr>
        <w:pStyle w:val="libNormal"/>
        <w:rPr>
          <w:rtl/>
        </w:rPr>
      </w:pPr>
      <w:r w:rsidRPr="007E0B1D">
        <w:rPr>
          <w:rtl/>
        </w:rPr>
        <w:t>مكتبة نينوى</w:t>
      </w:r>
      <w:r w:rsidR="00D8054C">
        <w:rPr>
          <w:rtl/>
        </w:rPr>
        <w:t xml:space="preserve"> - </w:t>
      </w:r>
      <w:r w:rsidRPr="007E0B1D">
        <w:rPr>
          <w:rtl/>
        </w:rPr>
        <w:t>طهران.</w:t>
      </w:r>
    </w:p>
    <w:p w:rsidR="008867CD" w:rsidRPr="007E0B1D" w:rsidRDefault="008867CD" w:rsidP="008867CD">
      <w:pPr>
        <w:pStyle w:val="libNormal"/>
        <w:rPr>
          <w:rtl/>
        </w:rPr>
      </w:pPr>
      <w:r w:rsidRPr="007E0B1D">
        <w:rPr>
          <w:rtl/>
        </w:rPr>
        <w:t>68</w:t>
      </w:r>
      <w:r w:rsidR="00D8054C">
        <w:rPr>
          <w:rtl/>
        </w:rPr>
        <w:t xml:space="preserve"> - </w:t>
      </w:r>
      <w:r w:rsidRPr="007E0B1D">
        <w:rPr>
          <w:rtl/>
        </w:rPr>
        <w:t>تفسير القمي.</w:t>
      </w:r>
    </w:p>
    <w:p w:rsidR="008867CD" w:rsidRPr="007E0B1D" w:rsidRDefault="008867CD" w:rsidP="008867CD">
      <w:pPr>
        <w:pStyle w:val="libNormal"/>
        <w:rPr>
          <w:rtl/>
        </w:rPr>
      </w:pPr>
      <w:r w:rsidRPr="007E0B1D">
        <w:rPr>
          <w:rtl/>
        </w:rPr>
        <w:t>لأبي الحسن علي بن ابراهيم القمي.</w:t>
      </w:r>
    </w:p>
    <w:p w:rsidR="008867CD" w:rsidRPr="007E0B1D" w:rsidRDefault="008867CD" w:rsidP="008867CD">
      <w:pPr>
        <w:pStyle w:val="libNormal"/>
        <w:rPr>
          <w:rtl/>
        </w:rPr>
      </w:pPr>
      <w:r w:rsidRPr="007E0B1D">
        <w:rPr>
          <w:rtl/>
        </w:rPr>
        <w:t>مؤسسة دار الكتاب للطباعة والنشر</w:t>
      </w:r>
      <w:r w:rsidR="00D8054C">
        <w:rPr>
          <w:rtl/>
        </w:rPr>
        <w:t xml:space="preserve"> - </w:t>
      </w:r>
      <w:r w:rsidRPr="007E0B1D">
        <w:rPr>
          <w:rtl/>
        </w:rPr>
        <w:t>قم.</w:t>
      </w:r>
    </w:p>
    <w:p w:rsidR="008867CD" w:rsidRPr="007E0B1D" w:rsidRDefault="008867CD" w:rsidP="008867CD">
      <w:pPr>
        <w:pStyle w:val="libNormal"/>
        <w:rPr>
          <w:rtl/>
        </w:rPr>
      </w:pPr>
      <w:r w:rsidRPr="007E0B1D">
        <w:rPr>
          <w:rtl/>
        </w:rPr>
        <w:t>69</w:t>
      </w:r>
      <w:r w:rsidR="00D8054C">
        <w:rPr>
          <w:rtl/>
        </w:rPr>
        <w:t xml:space="preserve"> - </w:t>
      </w:r>
      <w:r w:rsidRPr="007E0B1D">
        <w:rPr>
          <w:rtl/>
        </w:rPr>
        <w:t>تقريب التهذيب.</w:t>
      </w:r>
    </w:p>
    <w:p w:rsidR="008867CD" w:rsidRPr="007E0B1D" w:rsidRDefault="008867CD" w:rsidP="008867CD">
      <w:pPr>
        <w:pStyle w:val="libNormal"/>
        <w:rPr>
          <w:rtl/>
        </w:rPr>
      </w:pPr>
      <w:r w:rsidRPr="007E0B1D">
        <w:rPr>
          <w:rtl/>
        </w:rPr>
        <w:t>لأحمد بن علي بن حجر العسقلاني.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70</w:t>
      </w:r>
      <w:r w:rsidR="00D8054C">
        <w:rPr>
          <w:rtl/>
        </w:rPr>
        <w:t xml:space="preserve"> - </w:t>
      </w:r>
      <w:r w:rsidRPr="007E0B1D">
        <w:rPr>
          <w:rtl/>
        </w:rPr>
        <w:t>التنبيه والاشراف.</w:t>
      </w:r>
    </w:p>
    <w:p w:rsidR="008867CD" w:rsidRPr="007E0B1D" w:rsidRDefault="008867CD" w:rsidP="008867CD">
      <w:pPr>
        <w:pStyle w:val="libNormal"/>
        <w:rPr>
          <w:rtl/>
        </w:rPr>
      </w:pPr>
      <w:r w:rsidRPr="007E0B1D">
        <w:rPr>
          <w:rtl/>
        </w:rPr>
        <w:t>لأبي الحسن علي بن الحسين المسعودي.</w:t>
      </w:r>
    </w:p>
    <w:p w:rsidR="008867CD" w:rsidRPr="007E0B1D" w:rsidRDefault="008867CD" w:rsidP="008867CD">
      <w:pPr>
        <w:pStyle w:val="libNormal"/>
        <w:rPr>
          <w:rtl/>
        </w:rPr>
      </w:pPr>
      <w:r w:rsidRPr="007E0B1D">
        <w:rPr>
          <w:rtl/>
        </w:rPr>
        <w:t>دار صعب</w:t>
      </w:r>
      <w:r w:rsidR="00D8054C">
        <w:rPr>
          <w:rtl/>
        </w:rPr>
        <w:t xml:space="preserve"> - </w:t>
      </w:r>
      <w:r w:rsidRPr="007E0B1D">
        <w:rPr>
          <w:rtl/>
        </w:rPr>
        <w:t>بيروت.</w:t>
      </w:r>
    </w:p>
    <w:p w:rsidR="008867CD" w:rsidRPr="007E0B1D" w:rsidRDefault="008867CD" w:rsidP="008867CD">
      <w:pPr>
        <w:pStyle w:val="libNormal"/>
        <w:rPr>
          <w:rtl/>
        </w:rPr>
      </w:pPr>
      <w:r w:rsidRPr="007E0B1D">
        <w:rPr>
          <w:rtl/>
        </w:rPr>
        <w:t>71</w:t>
      </w:r>
      <w:r w:rsidR="00D8054C">
        <w:rPr>
          <w:rtl/>
        </w:rPr>
        <w:t xml:space="preserve"> - </w:t>
      </w:r>
      <w:r w:rsidRPr="007E0B1D">
        <w:rPr>
          <w:rtl/>
        </w:rPr>
        <w:t>تنقيح المقال.</w:t>
      </w:r>
    </w:p>
    <w:p w:rsidR="008867CD" w:rsidRPr="007E0B1D" w:rsidRDefault="008867CD" w:rsidP="008867CD">
      <w:pPr>
        <w:pStyle w:val="libNormal"/>
        <w:rPr>
          <w:rtl/>
        </w:rPr>
      </w:pPr>
      <w:r w:rsidRPr="007E0B1D">
        <w:rPr>
          <w:rtl/>
        </w:rPr>
        <w:t>للشيخ عبد الله المامقاني.</w:t>
      </w:r>
    </w:p>
    <w:p w:rsidR="008867CD" w:rsidRPr="007E0B1D" w:rsidRDefault="008867CD" w:rsidP="008867CD">
      <w:pPr>
        <w:pStyle w:val="libNormal"/>
        <w:rPr>
          <w:rtl/>
        </w:rPr>
      </w:pPr>
      <w:r w:rsidRPr="007E0B1D">
        <w:rPr>
          <w:rtl/>
        </w:rPr>
        <w:t>المطبعة المرتضوية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72</w:t>
      </w:r>
      <w:r w:rsidR="00D8054C">
        <w:rPr>
          <w:rtl/>
        </w:rPr>
        <w:t xml:space="preserve"> - </w:t>
      </w:r>
      <w:r w:rsidRPr="007E0B1D">
        <w:rPr>
          <w:rtl/>
        </w:rPr>
        <w:t>تهذيب الأحكام.</w:t>
      </w:r>
    </w:p>
    <w:p w:rsidR="008867CD" w:rsidRPr="007E0B1D" w:rsidRDefault="008867CD" w:rsidP="008867CD">
      <w:pPr>
        <w:pStyle w:val="libNormal"/>
        <w:rPr>
          <w:rtl/>
        </w:rPr>
      </w:pPr>
      <w:r w:rsidRPr="007E0B1D">
        <w:rPr>
          <w:rtl/>
        </w:rPr>
        <w:t>لأبي جعفر محمّد بن الحسن الطوسي.</w:t>
      </w:r>
    </w:p>
    <w:p w:rsidR="008867CD" w:rsidRPr="007E0B1D" w:rsidRDefault="008867CD" w:rsidP="008867CD">
      <w:pPr>
        <w:pStyle w:val="libNormal"/>
        <w:rPr>
          <w:rtl/>
        </w:rPr>
      </w:pPr>
      <w:r w:rsidRPr="007E0B1D">
        <w:rPr>
          <w:rtl/>
        </w:rPr>
        <w:t>دار الكتب الاسلامية</w:t>
      </w:r>
      <w:r w:rsidR="00D8054C">
        <w:rPr>
          <w:rtl/>
        </w:rPr>
        <w:t xml:space="preserve"> - </w:t>
      </w:r>
      <w:r w:rsidRPr="007E0B1D">
        <w:rPr>
          <w:rtl/>
        </w:rPr>
        <w:t>طهران.</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73</w:t>
      </w:r>
      <w:r w:rsidR="00D8054C">
        <w:rPr>
          <w:rtl/>
        </w:rPr>
        <w:t xml:space="preserve"> - </w:t>
      </w:r>
      <w:r w:rsidRPr="007E0B1D">
        <w:rPr>
          <w:rtl/>
        </w:rPr>
        <w:t>تهذيب تاريخ دمشق.</w:t>
      </w:r>
    </w:p>
    <w:p w:rsidR="008867CD" w:rsidRPr="007E0B1D" w:rsidRDefault="008867CD" w:rsidP="008867CD">
      <w:pPr>
        <w:pStyle w:val="libNormal"/>
        <w:rPr>
          <w:rtl/>
        </w:rPr>
      </w:pPr>
      <w:r w:rsidRPr="007E0B1D">
        <w:rPr>
          <w:rtl/>
        </w:rPr>
        <w:t>لعبد القادر بن أحمد الدمشقي</w:t>
      </w:r>
      <w:r w:rsidR="00D8054C">
        <w:rPr>
          <w:rtl/>
        </w:rPr>
        <w:t>،</w:t>
      </w:r>
      <w:r w:rsidRPr="007E0B1D">
        <w:rPr>
          <w:rtl/>
        </w:rPr>
        <w:t xml:space="preserve"> ابن بدران.</w:t>
      </w:r>
    </w:p>
    <w:p w:rsidR="008867CD" w:rsidRPr="007E0B1D" w:rsidRDefault="008867CD" w:rsidP="008867CD">
      <w:pPr>
        <w:pStyle w:val="libNormal"/>
        <w:rPr>
          <w:rtl/>
        </w:rPr>
      </w:pPr>
      <w:r w:rsidRPr="007E0B1D">
        <w:rPr>
          <w:rtl/>
        </w:rPr>
        <w:t>المكتبة العربية</w:t>
      </w:r>
      <w:r w:rsidR="00D8054C">
        <w:rPr>
          <w:rtl/>
        </w:rPr>
        <w:t xml:space="preserve"> - </w:t>
      </w:r>
      <w:r w:rsidRPr="007E0B1D">
        <w:rPr>
          <w:rtl/>
        </w:rPr>
        <w:t>دمشق.</w:t>
      </w:r>
    </w:p>
    <w:p w:rsidR="008867CD" w:rsidRPr="007E0B1D" w:rsidRDefault="008867CD" w:rsidP="008867CD">
      <w:pPr>
        <w:pStyle w:val="libNormal"/>
        <w:rPr>
          <w:rtl/>
        </w:rPr>
      </w:pPr>
      <w:r w:rsidRPr="007E0B1D">
        <w:rPr>
          <w:rtl/>
        </w:rPr>
        <w:t>74</w:t>
      </w:r>
      <w:r w:rsidR="00D8054C">
        <w:rPr>
          <w:rtl/>
        </w:rPr>
        <w:t xml:space="preserve"> - </w:t>
      </w:r>
      <w:r w:rsidRPr="007E0B1D">
        <w:rPr>
          <w:rtl/>
        </w:rPr>
        <w:t>تهذيب التهذيب.</w:t>
      </w:r>
    </w:p>
    <w:p w:rsidR="008867CD" w:rsidRPr="007E0B1D" w:rsidRDefault="008867CD" w:rsidP="008867CD">
      <w:pPr>
        <w:pStyle w:val="libNormal"/>
        <w:rPr>
          <w:rtl/>
        </w:rPr>
      </w:pPr>
      <w:r w:rsidRPr="007E0B1D">
        <w:rPr>
          <w:rtl/>
        </w:rPr>
        <w:t>لأبي الفضل أحمد بن علي بن حجر العسقلاني.</w:t>
      </w:r>
    </w:p>
    <w:p w:rsidR="008867CD" w:rsidRPr="007E0B1D" w:rsidRDefault="008867CD" w:rsidP="008867CD">
      <w:pPr>
        <w:pStyle w:val="libNormal"/>
        <w:rPr>
          <w:rtl/>
        </w:rPr>
      </w:pPr>
      <w:r w:rsidRPr="007E0B1D">
        <w:rPr>
          <w:rtl/>
        </w:rPr>
        <w:t>دائرة المعارف النظامية</w:t>
      </w:r>
      <w:r w:rsidR="00D8054C">
        <w:rPr>
          <w:rtl/>
        </w:rPr>
        <w:t xml:space="preserve"> - </w:t>
      </w:r>
      <w:r w:rsidRPr="007E0B1D">
        <w:rPr>
          <w:rtl/>
        </w:rPr>
        <w:t>حيدرآباد</w:t>
      </w:r>
      <w:r w:rsidR="00D8054C">
        <w:rPr>
          <w:rtl/>
        </w:rPr>
        <w:t xml:space="preserve"> - </w:t>
      </w:r>
      <w:r w:rsidRPr="007E0B1D">
        <w:rPr>
          <w:rtl/>
        </w:rPr>
        <w:t>الهند.</w:t>
      </w:r>
    </w:p>
    <w:p w:rsidR="008867CD" w:rsidRPr="007E0B1D" w:rsidRDefault="008867CD" w:rsidP="008867CD">
      <w:pPr>
        <w:pStyle w:val="libNormal"/>
        <w:rPr>
          <w:rtl/>
        </w:rPr>
      </w:pPr>
      <w:r w:rsidRPr="007E0B1D">
        <w:rPr>
          <w:rtl/>
        </w:rPr>
        <w:t>75</w:t>
      </w:r>
      <w:r w:rsidR="00D8054C">
        <w:rPr>
          <w:rtl/>
        </w:rPr>
        <w:t xml:space="preserve"> - </w:t>
      </w:r>
      <w:r w:rsidRPr="007E0B1D">
        <w:rPr>
          <w:rtl/>
        </w:rPr>
        <w:t>تهذيب سير اعلام النبلاء.</w:t>
      </w:r>
    </w:p>
    <w:p w:rsidR="008867CD" w:rsidRPr="007E0B1D" w:rsidRDefault="008867CD" w:rsidP="008867CD">
      <w:pPr>
        <w:pStyle w:val="libNormal"/>
        <w:rPr>
          <w:rtl/>
        </w:rPr>
      </w:pPr>
      <w:r w:rsidRPr="007E0B1D">
        <w:rPr>
          <w:rtl/>
        </w:rPr>
        <w:t>لمحمّد بن أحمد بن عثمان الذهبي.</w:t>
      </w:r>
    </w:p>
    <w:p w:rsidR="008867CD" w:rsidRPr="007E0B1D" w:rsidRDefault="008867CD" w:rsidP="008867CD">
      <w:pPr>
        <w:pStyle w:val="libNormal"/>
        <w:rPr>
          <w:rtl/>
        </w:rPr>
      </w:pPr>
      <w:r w:rsidRPr="007E0B1D">
        <w:rPr>
          <w:rtl/>
        </w:rPr>
        <w:t>مؤسسة الرسالة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76</w:t>
      </w:r>
      <w:r w:rsidR="00D8054C">
        <w:rPr>
          <w:rtl/>
        </w:rPr>
        <w:t xml:space="preserve"> - </w:t>
      </w:r>
      <w:r w:rsidRPr="007E0B1D">
        <w:rPr>
          <w:rtl/>
        </w:rPr>
        <w:t>تهذيب الكمال.</w:t>
      </w:r>
    </w:p>
    <w:p w:rsidR="008867CD" w:rsidRPr="007E0B1D" w:rsidRDefault="008867CD" w:rsidP="008867CD">
      <w:pPr>
        <w:pStyle w:val="libNormal"/>
        <w:rPr>
          <w:rtl/>
        </w:rPr>
      </w:pPr>
      <w:r w:rsidRPr="007E0B1D">
        <w:rPr>
          <w:rtl/>
        </w:rPr>
        <w:t>لأبي الحجاج جمال الدين يوسف المزي.</w:t>
      </w:r>
    </w:p>
    <w:p w:rsidR="008867CD" w:rsidRPr="007E0B1D" w:rsidRDefault="008867CD" w:rsidP="008867CD">
      <w:pPr>
        <w:pStyle w:val="libNormal"/>
        <w:rPr>
          <w:rtl/>
        </w:rPr>
      </w:pPr>
      <w:r w:rsidRPr="007E0B1D">
        <w:rPr>
          <w:rtl/>
        </w:rPr>
        <w:t>مؤسسة الرسالة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77</w:t>
      </w:r>
      <w:r w:rsidR="00D8054C">
        <w:rPr>
          <w:rtl/>
        </w:rPr>
        <w:t xml:space="preserve"> - </w:t>
      </w:r>
      <w:r w:rsidRPr="007E0B1D">
        <w:rPr>
          <w:rtl/>
        </w:rPr>
        <w:t>تهذيب المقال.</w:t>
      </w:r>
    </w:p>
    <w:p w:rsidR="008867CD" w:rsidRPr="007E0B1D" w:rsidRDefault="008867CD" w:rsidP="008867CD">
      <w:pPr>
        <w:pStyle w:val="libNormal"/>
        <w:rPr>
          <w:rtl/>
        </w:rPr>
      </w:pPr>
      <w:r w:rsidRPr="007E0B1D">
        <w:rPr>
          <w:rtl/>
        </w:rPr>
        <w:t>للسيد محمّد علي الموحد الأبطحي.</w:t>
      </w:r>
    </w:p>
    <w:p w:rsidR="008867CD" w:rsidRPr="007E0B1D" w:rsidRDefault="008867CD" w:rsidP="008867CD">
      <w:pPr>
        <w:pStyle w:val="libNormal"/>
        <w:rPr>
          <w:rtl/>
        </w:rPr>
      </w:pPr>
      <w:r w:rsidRPr="007E0B1D">
        <w:rPr>
          <w:rtl/>
        </w:rPr>
        <w:t>مطبعة الآداب</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78</w:t>
      </w:r>
      <w:r w:rsidR="00D8054C">
        <w:rPr>
          <w:rtl/>
        </w:rPr>
        <w:t xml:space="preserve"> - </w:t>
      </w:r>
      <w:r w:rsidRPr="007E0B1D">
        <w:rPr>
          <w:rtl/>
        </w:rPr>
        <w:t>التوحيد.</w:t>
      </w:r>
    </w:p>
    <w:p w:rsidR="008867CD" w:rsidRPr="007E0B1D" w:rsidRDefault="008867CD" w:rsidP="008867CD">
      <w:pPr>
        <w:pStyle w:val="libNormal"/>
        <w:rPr>
          <w:rtl/>
        </w:rPr>
      </w:pPr>
      <w:r w:rsidRPr="007E0B1D">
        <w:rPr>
          <w:rtl/>
        </w:rPr>
        <w:t>لأبي جعفر محمّد بن علي بن الحسين بن بابويه القمي</w:t>
      </w:r>
      <w:r w:rsidR="00D8054C">
        <w:rPr>
          <w:rtl/>
        </w:rPr>
        <w:t>،</w:t>
      </w:r>
      <w:r w:rsidRPr="007E0B1D">
        <w:rPr>
          <w:rtl/>
        </w:rPr>
        <w:t xml:space="preserve"> الشيخ الصدوق.</w:t>
      </w:r>
    </w:p>
    <w:p w:rsidR="008867CD" w:rsidRPr="007E0B1D" w:rsidRDefault="008867CD" w:rsidP="008867CD">
      <w:pPr>
        <w:pStyle w:val="libNormal"/>
        <w:rPr>
          <w:rtl/>
        </w:rPr>
      </w:pPr>
      <w:r w:rsidRPr="007E0B1D">
        <w:rPr>
          <w:rtl/>
        </w:rPr>
        <w:t>مؤسسة النشر الاسلامي</w:t>
      </w:r>
      <w:r w:rsidR="00D8054C">
        <w:rPr>
          <w:rtl/>
        </w:rPr>
        <w:t xml:space="preserve"> - </w:t>
      </w:r>
      <w:r w:rsidRPr="007E0B1D">
        <w:rPr>
          <w:rtl/>
        </w:rPr>
        <w:t>قم.</w:t>
      </w:r>
    </w:p>
    <w:p w:rsidR="008867CD" w:rsidRPr="007E0B1D" w:rsidRDefault="008867CD" w:rsidP="008867CD">
      <w:pPr>
        <w:pStyle w:val="libNormal"/>
        <w:rPr>
          <w:rtl/>
        </w:rPr>
      </w:pPr>
      <w:r w:rsidRPr="007E0B1D">
        <w:rPr>
          <w:rtl/>
        </w:rPr>
        <w:t>79</w:t>
      </w:r>
      <w:r w:rsidR="00D8054C">
        <w:rPr>
          <w:rtl/>
        </w:rPr>
        <w:t xml:space="preserve"> - </w:t>
      </w:r>
      <w:r w:rsidRPr="007E0B1D">
        <w:rPr>
          <w:rtl/>
        </w:rPr>
        <w:t>توضيح الاشتباه.</w:t>
      </w:r>
    </w:p>
    <w:p w:rsidR="008867CD" w:rsidRPr="007E0B1D" w:rsidRDefault="008867CD" w:rsidP="008867CD">
      <w:pPr>
        <w:pStyle w:val="libNormal"/>
        <w:rPr>
          <w:rtl/>
        </w:rPr>
      </w:pPr>
      <w:r w:rsidRPr="007E0B1D">
        <w:rPr>
          <w:rtl/>
        </w:rPr>
        <w:t>لمحمّد علي ساروي.</w:t>
      </w:r>
    </w:p>
    <w:p w:rsidR="008867CD" w:rsidRPr="007E0B1D" w:rsidRDefault="008867CD" w:rsidP="008867CD">
      <w:pPr>
        <w:pStyle w:val="libNormal"/>
        <w:rPr>
          <w:rtl/>
        </w:rPr>
      </w:pPr>
      <w:r w:rsidRPr="007E0B1D">
        <w:rPr>
          <w:rtl/>
        </w:rPr>
        <w:t>مطبعة جامعة طهران</w:t>
      </w:r>
      <w:r w:rsidR="00D8054C">
        <w:rPr>
          <w:rtl/>
        </w:rPr>
        <w:t xml:space="preserve"> - </w:t>
      </w:r>
      <w:r w:rsidRPr="007E0B1D">
        <w:rPr>
          <w:rtl/>
        </w:rPr>
        <w:t>طهران.</w:t>
      </w:r>
    </w:p>
    <w:p w:rsidR="008867CD" w:rsidRPr="007E0B1D" w:rsidRDefault="008867CD" w:rsidP="008867CD">
      <w:pPr>
        <w:pStyle w:val="libNormal"/>
        <w:rPr>
          <w:rtl/>
        </w:rPr>
      </w:pPr>
      <w:r w:rsidRPr="007E0B1D">
        <w:rPr>
          <w:rtl/>
        </w:rPr>
        <w:t>80</w:t>
      </w:r>
      <w:r w:rsidR="00D8054C">
        <w:rPr>
          <w:rtl/>
        </w:rPr>
        <w:t xml:space="preserve"> - </w:t>
      </w:r>
      <w:r w:rsidRPr="007E0B1D">
        <w:rPr>
          <w:rtl/>
        </w:rPr>
        <w:t>الثقات.</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لأبي حاتم محمّد بن حبان بن أحمد التميمي</w:t>
      </w:r>
      <w:r w:rsidR="00D8054C">
        <w:rPr>
          <w:rtl/>
        </w:rPr>
        <w:t>،</w:t>
      </w:r>
      <w:r w:rsidRPr="007E0B1D">
        <w:rPr>
          <w:rtl/>
        </w:rPr>
        <w:t xml:space="preserve"> البستي</w:t>
      </w:r>
      <w:r w:rsidR="00D8054C">
        <w:rPr>
          <w:rtl/>
        </w:rPr>
        <w:t>،</w:t>
      </w:r>
      <w:r w:rsidRPr="007E0B1D">
        <w:rPr>
          <w:rtl/>
        </w:rPr>
        <w:t xml:space="preserve"> ابن حبان.</w:t>
      </w:r>
    </w:p>
    <w:p w:rsidR="008867CD" w:rsidRPr="007E0B1D" w:rsidRDefault="008867CD" w:rsidP="008867CD">
      <w:pPr>
        <w:pStyle w:val="libNormal"/>
        <w:rPr>
          <w:rtl/>
        </w:rPr>
      </w:pPr>
      <w:r w:rsidRPr="007E0B1D">
        <w:rPr>
          <w:rtl/>
        </w:rPr>
        <w:t>دائرة المعارف العثمانية</w:t>
      </w:r>
      <w:r w:rsidR="00D8054C">
        <w:rPr>
          <w:rtl/>
        </w:rPr>
        <w:t xml:space="preserve"> - </w:t>
      </w:r>
      <w:r w:rsidRPr="007E0B1D">
        <w:rPr>
          <w:rtl/>
        </w:rPr>
        <w:t>حيدرآباد</w:t>
      </w:r>
      <w:r w:rsidR="00D8054C">
        <w:rPr>
          <w:rtl/>
        </w:rPr>
        <w:t xml:space="preserve"> - </w:t>
      </w:r>
      <w:r w:rsidRPr="007E0B1D">
        <w:rPr>
          <w:rtl/>
        </w:rPr>
        <w:t>الهند.</w:t>
      </w:r>
    </w:p>
    <w:p w:rsidR="008867CD" w:rsidRPr="007E0B1D" w:rsidRDefault="008867CD" w:rsidP="008867CD">
      <w:pPr>
        <w:pStyle w:val="libNormal"/>
        <w:rPr>
          <w:rtl/>
        </w:rPr>
      </w:pPr>
      <w:r w:rsidRPr="007E0B1D">
        <w:rPr>
          <w:rtl/>
        </w:rPr>
        <w:t>81</w:t>
      </w:r>
      <w:r w:rsidR="00D8054C">
        <w:rPr>
          <w:rtl/>
        </w:rPr>
        <w:t xml:space="preserve"> - </w:t>
      </w:r>
      <w:r w:rsidRPr="007E0B1D">
        <w:rPr>
          <w:rtl/>
        </w:rPr>
        <w:t>جامع أحاديث الشيعة.</w:t>
      </w:r>
    </w:p>
    <w:p w:rsidR="008867CD" w:rsidRPr="007E0B1D" w:rsidRDefault="008867CD" w:rsidP="008867CD">
      <w:pPr>
        <w:pStyle w:val="libNormal"/>
        <w:rPr>
          <w:rtl/>
        </w:rPr>
      </w:pPr>
      <w:r w:rsidRPr="007E0B1D">
        <w:rPr>
          <w:rtl/>
        </w:rPr>
        <w:t>اشراف السيد حسين الطباطبائي</w:t>
      </w:r>
      <w:r w:rsidR="00D8054C">
        <w:rPr>
          <w:rtl/>
        </w:rPr>
        <w:t>،</w:t>
      </w:r>
      <w:r w:rsidRPr="007E0B1D">
        <w:rPr>
          <w:rtl/>
        </w:rPr>
        <w:t xml:space="preserve"> البروجردي.</w:t>
      </w:r>
    </w:p>
    <w:p w:rsidR="008867CD" w:rsidRPr="007E0B1D" w:rsidRDefault="008867CD" w:rsidP="008867CD">
      <w:pPr>
        <w:pStyle w:val="libNormal"/>
        <w:rPr>
          <w:rtl/>
        </w:rPr>
      </w:pPr>
      <w:r w:rsidRPr="007E0B1D">
        <w:rPr>
          <w:rtl/>
        </w:rPr>
        <w:t>المطبعة العلمية</w:t>
      </w:r>
      <w:r w:rsidR="00D8054C">
        <w:rPr>
          <w:rtl/>
        </w:rPr>
        <w:t xml:space="preserve"> - </w:t>
      </w:r>
      <w:r w:rsidRPr="007E0B1D">
        <w:rPr>
          <w:rtl/>
        </w:rPr>
        <w:t>قم.</w:t>
      </w:r>
    </w:p>
    <w:p w:rsidR="008867CD" w:rsidRPr="007E0B1D" w:rsidRDefault="008867CD" w:rsidP="008867CD">
      <w:pPr>
        <w:pStyle w:val="libNormal"/>
        <w:rPr>
          <w:rtl/>
        </w:rPr>
      </w:pPr>
      <w:r w:rsidRPr="007E0B1D">
        <w:rPr>
          <w:rtl/>
        </w:rPr>
        <w:t>82</w:t>
      </w:r>
      <w:r w:rsidR="00D8054C">
        <w:rPr>
          <w:rtl/>
        </w:rPr>
        <w:t xml:space="preserve"> - </w:t>
      </w:r>
      <w:r w:rsidRPr="007E0B1D">
        <w:rPr>
          <w:rtl/>
        </w:rPr>
        <w:t>جامع الرواة.</w:t>
      </w:r>
    </w:p>
    <w:p w:rsidR="008867CD" w:rsidRPr="007E0B1D" w:rsidRDefault="008867CD" w:rsidP="008867CD">
      <w:pPr>
        <w:pStyle w:val="libNormal"/>
        <w:rPr>
          <w:rtl/>
        </w:rPr>
      </w:pPr>
      <w:r w:rsidRPr="007E0B1D">
        <w:rPr>
          <w:rtl/>
        </w:rPr>
        <w:t>لمحمّد بن علي الأردبيلي</w:t>
      </w:r>
      <w:r w:rsidR="00D8054C">
        <w:rPr>
          <w:rtl/>
        </w:rPr>
        <w:t>،</w:t>
      </w:r>
      <w:r w:rsidRPr="007E0B1D">
        <w:rPr>
          <w:rtl/>
        </w:rPr>
        <w:t xml:space="preserve"> الغروي</w:t>
      </w:r>
      <w:r w:rsidR="00D8054C">
        <w:rPr>
          <w:rtl/>
        </w:rPr>
        <w:t>،</w:t>
      </w:r>
      <w:r w:rsidRPr="007E0B1D">
        <w:rPr>
          <w:rtl/>
        </w:rPr>
        <w:t xml:space="preserve"> الحائري.</w:t>
      </w:r>
    </w:p>
    <w:p w:rsidR="008867CD" w:rsidRPr="007E0B1D" w:rsidRDefault="008867CD" w:rsidP="008867CD">
      <w:pPr>
        <w:pStyle w:val="libNormal"/>
        <w:rPr>
          <w:rtl/>
        </w:rPr>
      </w:pPr>
      <w:r w:rsidRPr="007E0B1D">
        <w:rPr>
          <w:rtl/>
        </w:rPr>
        <w:t>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83</w:t>
      </w:r>
      <w:r w:rsidR="00D8054C">
        <w:rPr>
          <w:rtl/>
        </w:rPr>
        <w:t xml:space="preserve"> - </w:t>
      </w:r>
      <w:r w:rsidRPr="007E0B1D">
        <w:rPr>
          <w:rtl/>
        </w:rPr>
        <w:t>الجامع في الرجال.</w:t>
      </w:r>
    </w:p>
    <w:p w:rsidR="008867CD" w:rsidRPr="007E0B1D" w:rsidRDefault="008867CD" w:rsidP="008867CD">
      <w:pPr>
        <w:pStyle w:val="libNormal"/>
        <w:rPr>
          <w:rtl/>
        </w:rPr>
      </w:pPr>
      <w:r w:rsidRPr="007E0B1D">
        <w:rPr>
          <w:rtl/>
        </w:rPr>
        <w:t>للشيخ موسى الزنجاني.</w:t>
      </w:r>
    </w:p>
    <w:p w:rsidR="008867CD" w:rsidRPr="007E0B1D" w:rsidRDefault="008867CD" w:rsidP="008867CD">
      <w:pPr>
        <w:pStyle w:val="libNormal"/>
        <w:rPr>
          <w:rtl/>
        </w:rPr>
      </w:pPr>
      <w:r w:rsidRPr="007E0B1D">
        <w:rPr>
          <w:rtl/>
        </w:rPr>
        <w:t>چاپخانه پيروز</w:t>
      </w:r>
      <w:r w:rsidR="00D8054C">
        <w:rPr>
          <w:rtl/>
        </w:rPr>
        <w:t xml:space="preserve"> - </w:t>
      </w:r>
      <w:r w:rsidRPr="007E0B1D">
        <w:rPr>
          <w:rtl/>
        </w:rPr>
        <w:t>قم.</w:t>
      </w:r>
    </w:p>
    <w:p w:rsidR="008867CD" w:rsidRPr="007E0B1D" w:rsidRDefault="008867CD" w:rsidP="008867CD">
      <w:pPr>
        <w:pStyle w:val="libNormal"/>
        <w:rPr>
          <w:rtl/>
        </w:rPr>
      </w:pPr>
      <w:r w:rsidRPr="007E0B1D">
        <w:rPr>
          <w:rtl/>
        </w:rPr>
        <w:t>84</w:t>
      </w:r>
      <w:r w:rsidR="00D8054C">
        <w:rPr>
          <w:rtl/>
        </w:rPr>
        <w:t xml:space="preserve"> - </w:t>
      </w:r>
      <w:r w:rsidRPr="007E0B1D">
        <w:rPr>
          <w:rtl/>
        </w:rPr>
        <w:t>جامع كرامات الأولياء.</w:t>
      </w:r>
    </w:p>
    <w:p w:rsidR="008867CD" w:rsidRPr="007E0B1D" w:rsidRDefault="008867CD" w:rsidP="008867CD">
      <w:pPr>
        <w:pStyle w:val="libNormal"/>
        <w:rPr>
          <w:rtl/>
        </w:rPr>
      </w:pPr>
      <w:r w:rsidRPr="007E0B1D">
        <w:rPr>
          <w:rtl/>
        </w:rPr>
        <w:t>ليوسف بن اسماعيل النبهاني.</w:t>
      </w:r>
    </w:p>
    <w:p w:rsidR="008867CD" w:rsidRPr="007E0B1D" w:rsidRDefault="008867CD" w:rsidP="008867CD">
      <w:pPr>
        <w:pStyle w:val="libNormal"/>
        <w:rPr>
          <w:rtl/>
        </w:rPr>
      </w:pPr>
      <w:r w:rsidRPr="007E0B1D">
        <w:rPr>
          <w:rtl/>
        </w:rPr>
        <w:t>المكتبة الشعبية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85</w:t>
      </w:r>
      <w:r w:rsidR="00D8054C">
        <w:rPr>
          <w:rtl/>
        </w:rPr>
        <w:t xml:space="preserve"> - </w:t>
      </w:r>
      <w:r w:rsidRPr="007E0B1D">
        <w:rPr>
          <w:rtl/>
        </w:rPr>
        <w:t>جامع المقال.</w:t>
      </w:r>
    </w:p>
    <w:p w:rsidR="008867CD" w:rsidRPr="007E0B1D" w:rsidRDefault="008867CD" w:rsidP="008867CD">
      <w:pPr>
        <w:pStyle w:val="libNormal"/>
        <w:rPr>
          <w:rtl/>
        </w:rPr>
      </w:pPr>
      <w:r w:rsidRPr="007E0B1D">
        <w:rPr>
          <w:rtl/>
        </w:rPr>
        <w:t>للشيخ فخر الدين الطريحي.</w:t>
      </w:r>
    </w:p>
    <w:p w:rsidR="008867CD" w:rsidRPr="007E0B1D" w:rsidRDefault="008867CD" w:rsidP="008867CD">
      <w:pPr>
        <w:pStyle w:val="libNormal"/>
        <w:rPr>
          <w:rtl/>
        </w:rPr>
      </w:pPr>
      <w:r w:rsidRPr="007E0B1D">
        <w:rPr>
          <w:rtl/>
        </w:rPr>
        <w:t>كتابفروشي جعفري تبريزي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86</w:t>
      </w:r>
      <w:r w:rsidR="00D8054C">
        <w:rPr>
          <w:rtl/>
        </w:rPr>
        <w:t xml:space="preserve"> - </w:t>
      </w:r>
      <w:r w:rsidRPr="007E0B1D">
        <w:rPr>
          <w:rtl/>
        </w:rPr>
        <w:t>الجرح والتعديل.</w:t>
      </w:r>
    </w:p>
    <w:p w:rsidR="008867CD" w:rsidRPr="007E0B1D" w:rsidRDefault="008867CD" w:rsidP="008867CD">
      <w:pPr>
        <w:pStyle w:val="libNormal"/>
        <w:rPr>
          <w:rtl/>
        </w:rPr>
      </w:pPr>
      <w:r w:rsidRPr="007E0B1D">
        <w:rPr>
          <w:rtl/>
        </w:rPr>
        <w:t>لعبد الرحمن ابن أبي حاتم محمّد الرازي.</w:t>
      </w:r>
    </w:p>
    <w:p w:rsidR="008867CD" w:rsidRPr="007E0B1D" w:rsidRDefault="008867CD" w:rsidP="008867CD">
      <w:pPr>
        <w:pStyle w:val="libNormal"/>
        <w:rPr>
          <w:rtl/>
        </w:rPr>
      </w:pPr>
      <w:r w:rsidRPr="007E0B1D">
        <w:rPr>
          <w:rtl/>
        </w:rPr>
        <w:t>دائرة المعارف العثمانية</w:t>
      </w:r>
      <w:r w:rsidR="00D8054C">
        <w:rPr>
          <w:rtl/>
        </w:rPr>
        <w:t xml:space="preserve"> - </w:t>
      </w:r>
      <w:r w:rsidRPr="007E0B1D">
        <w:rPr>
          <w:rtl/>
        </w:rPr>
        <w:t>حيدرآباد</w:t>
      </w:r>
      <w:r w:rsidR="00D8054C">
        <w:rPr>
          <w:rtl/>
        </w:rPr>
        <w:t xml:space="preserve"> - </w:t>
      </w:r>
      <w:r w:rsidRPr="007E0B1D">
        <w:rPr>
          <w:rtl/>
        </w:rPr>
        <w:t>الهند.</w:t>
      </w:r>
    </w:p>
    <w:p w:rsidR="008867CD" w:rsidRPr="007E0B1D" w:rsidRDefault="008867CD" w:rsidP="008867CD">
      <w:pPr>
        <w:pStyle w:val="libNormal"/>
        <w:rPr>
          <w:rtl/>
        </w:rPr>
      </w:pPr>
      <w:r w:rsidRPr="007E0B1D">
        <w:rPr>
          <w:rtl/>
        </w:rPr>
        <w:t>87</w:t>
      </w:r>
      <w:r w:rsidR="00D8054C">
        <w:rPr>
          <w:rtl/>
        </w:rPr>
        <w:t xml:space="preserve"> - </w:t>
      </w:r>
      <w:r w:rsidRPr="007E0B1D">
        <w:rPr>
          <w:rtl/>
        </w:rPr>
        <w:t>الجواهر المضية.</w:t>
      </w:r>
    </w:p>
    <w:p w:rsidR="008867CD" w:rsidRPr="007E0B1D" w:rsidRDefault="008867CD" w:rsidP="008867CD">
      <w:pPr>
        <w:pStyle w:val="libNormal"/>
        <w:rPr>
          <w:rtl/>
        </w:rPr>
      </w:pPr>
      <w:r w:rsidRPr="007E0B1D">
        <w:rPr>
          <w:rtl/>
        </w:rPr>
        <w:t>لعبد القادر ابن أبي الوفاء محمّد القرشي.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دائرة المعارف العثمانية</w:t>
      </w:r>
      <w:r w:rsidR="00D8054C">
        <w:rPr>
          <w:rtl/>
        </w:rPr>
        <w:t xml:space="preserve"> - </w:t>
      </w:r>
      <w:r w:rsidRPr="007E0B1D">
        <w:rPr>
          <w:rtl/>
        </w:rPr>
        <w:t>حيدرآباد</w:t>
      </w:r>
      <w:r w:rsidR="00D8054C">
        <w:rPr>
          <w:rtl/>
        </w:rPr>
        <w:t xml:space="preserve"> - </w:t>
      </w:r>
      <w:r w:rsidRPr="007E0B1D">
        <w:rPr>
          <w:rtl/>
        </w:rPr>
        <w:t>الهند.</w:t>
      </w:r>
    </w:p>
    <w:p w:rsidR="008867CD" w:rsidRPr="007E0B1D" w:rsidRDefault="008867CD" w:rsidP="008867CD">
      <w:pPr>
        <w:pStyle w:val="libBold1"/>
        <w:rPr>
          <w:rtl/>
        </w:rPr>
      </w:pPr>
      <w:r w:rsidRPr="007E0B1D">
        <w:rPr>
          <w:rtl/>
        </w:rPr>
        <w:t>حبيب السير</w:t>
      </w:r>
      <w:r>
        <w:rPr>
          <w:rFonts w:hint="cs"/>
          <w:rtl/>
        </w:rPr>
        <w:t xml:space="preserve"> =</w:t>
      </w:r>
      <w:r w:rsidRPr="007E0B1D">
        <w:rPr>
          <w:rtl/>
        </w:rPr>
        <w:t xml:space="preserve"> تاريخ حبيب السير.</w:t>
      </w:r>
    </w:p>
    <w:p w:rsidR="008867CD" w:rsidRPr="007E0B1D" w:rsidRDefault="008867CD" w:rsidP="008867CD">
      <w:pPr>
        <w:pStyle w:val="libNormal"/>
        <w:rPr>
          <w:rtl/>
        </w:rPr>
      </w:pPr>
      <w:r w:rsidRPr="007E0B1D">
        <w:rPr>
          <w:rtl/>
        </w:rPr>
        <w:t>88</w:t>
      </w:r>
      <w:r w:rsidR="00D8054C">
        <w:rPr>
          <w:rtl/>
        </w:rPr>
        <w:t xml:space="preserve"> - </w:t>
      </w:r>
      <w:r w:rsidRPr="007E0B1D">
        <w:rPr>
          <w:rtl/>
        </w:rPr>
        <w:t>حلية الأولياء.</w:t>
      </w:r>
    </w:p>
    <w:p w:rsidR="008867CD" w:rsidRPr="007E0B1D" w:rsidRDefault="008867CD" w:rsidP="008867CD">
      <w:pPr>
        <w:pStyle w:val="libNormal"/>
        <w:rPr>
          <w:rtl/>
        </w:rPr>
      </w:pPr>
      <w:r w:rsidRPr="007E0B1D">
        <w:rPr>
          <w:rtl/>
        </w:rPr>
        <w:t>لأبي نعيم أحمد بن عبد الله الاصبهاني.</w:t>
      </w:r>
    </w:p>
    <w:p w:rsidR="008867CD" w:rsidRPr="007E0B1D" w:rsidRDefault="008867CD" w:rsidP="008867CD">
      <w:pPr>
        <w:pStyle w:val="libNormal"/>
        <w:rPr>
          <w:rtl/>
        </w:rPr>
      </w:pPr>
      <w:r w:rsidRPr="007E0B1D">
        <w:rPr>
          <w:rtl/>
        </w:rPr>
        <w:t>دار الكتاب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89</w:t>
      </w:r>
      <w:r w:rsidR="00D8054C">
        <w:rPr>
          <w:rtl/>
        </w:rPr>
        <w:t xml:space="preserve"> - </w:t>
      </w:r>
      <w:r w:rsidRPr="007E0B1D">
        <w:rPr>
          <w:rtl/>
        </w:rPr>
        <w:t>حياة الحيوان الكبرى.</w:t>
      </w:r>
    </w:p>
    <w:p w:rsidR="008867CD" w:rsidRPr="007E0B1D" w:rsidRDefault="008867CD" w:rsidP="008867CD">
      <w:pPr>
        <w:pStyle w:val="libNormal"/>
        <w:rPr>
          <w:rtl/>
        </w:rPr>
      </w:pPr>
      <w:r w:rsidRPr="007E0B1D">
        <w:rPr>
          <w:rtl/>
        </w:rPr>
        <w:t>لكمال الدين محمّد بن موسى الدميري.</w:t>
      </w:r>
    </w:p>
    <w:p w:rsidR="008867CD" w:rsidRPr="007E0B1D" w:rsidRDefault="008867CD" w:rsidP="008867CD">
      <w:pPr>
        <w:pStyle w:val="libNormal"/>
        <w:rPr>
          <w:rtl/>
        </w:rPr>
      </w:pPr>
      <w:r w:rsidRPr="007E0B1D">
        <w:rPr>
          <w:rtl/>
        </w:rPr>
        <w:t>منشورات الرضي</w:t>
      </w:r>
      <w:r w:rsidR="00D8054C">
        <w:rPr>
          <w:rtl/>
        </w:rPr>
        <w:t xml:space="preserve"> - </w:t>
      </w:r>
      <w:r w:rsidRPr="007E0B1D">
        <w:rPr>
          <w:rtl/>
        </w:rPr>
        <w:t>قم.</w:t>
      </w:r>
    </w:p>
    <w:p w:rsidR="008867CD" w:rsidRPr="007E0B1D" w:rsidRDefault="008867CD" w:rsidP="008867CD">
      <w:pPr>
        <w:pStyle w:val="libNormal"/>
        <w:rPr>
          <w:rtl/>
        </w:rPr>
      </w:pPr>
      <w:r w:rsidRPr="007E0B1D">
        <w:rPr>
          <w:rtl/>
        </w:rPr>
        <w:t>90</w:t>
      </w:r>
      <w:r w:rsidR="00D8054C">
        <w:rPr>
          <w:rtl/>
        </w:rPr>
        <w:t xml:space="preserve"> - </w:t>
      </w:r>
      <w:r w:rsidRPr="007E0B1D">
        <w:rPr>
          <w:rtl/>
        </w:rPr>
        <w:t>الحيوان.</w:t>
      </w:r>
    </w:p>
    <w:p w:rsidR="008867CD" w:rsidRPr="007E0B1D" w:rsidRDefault="008867CD" w:rsidP="008867CD">
      <w:pPr>
        <w:pStyle w:val="libNormal"/>
        <w:rPr>
          <w:rtl/>
        </w:rPr>
      </w:pPr>
      <w:r w:rsidRPr="007E0B1D">
        <w:rPr>
          <w:rtl/>
        </w:rPr>
        <w:t>لأبي عثمان عمرو بن بحر الجاحظ.</w:t>
      </w:r>
    </w:p>
    <w:p w:rsidR="008867CD" w:rsidRPr="007E0B1D" w:rsidRDefault="008867CD" w:rsidP="008867CD">
      <w:pPr>
        <w:pStyle w:val="libNormal"/>
        <w:rPr>
          <w:rtl/>
        </w:rPr>
      </w:pPr>
      <w:r w:rsidRPr="007E0B1D">
        <w:rPr>
          <w:rtl/>
        </w:rPr>
        <w:t>منشورات المجمع العلمي العربي الاسلامي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91</w:t>
      </w:r>
      <w:r w:rsidR="00D8054C">
        <w:rPr>
          <w:rtl/>
        </w:rPr>
        <w:t xml:space="preserve"> - </w:t>
      </w:r>
      <w:r w:rsidRPr="007E0B1D">
        <w:rPr>
          <w:rtl/>
        </w:rPr>
        <w:t>خاتمة المستدرك.</w:t>
      </w:r>
    </w:p>
    <w:p w:rsidR="008867CD" w:rsidRPr="007E0B1D" w:rsidRDefault="008867CD" w:rsidP="008867CD">
      <w:pPr>
        <w:pStyle w:val="libNormal"/>
        <w:rPr>
          <w:rtl/>
        </w:rPr>
      </w:pPr>
      <w:r w:rsidRPr="007E0B1D">
        <w:rPr>
          <w:rtl/>
        </w:rPr>
        <w:t>لميرزا حسين النوري الطبرسي.</w:t>
      </w:r>
    </w:p>
    <w:p w:rsidR="008867CD" w:rsidRPr="007E0B1D" w:rsidRDefault="008867CD" w:rsidP="008867CD">
      <w:pPr>
        <w:pStyle w:val="libNormal"/>
        <w:rPr>
          <w:rtl/>
        </w:rPr>
      </w:pPr>
      <w:r w:rsidRPr="007E0B1D">
        <w:rPr>
          <w:rtl/>
        </w:rPr>
        <w:t>منشورات المكتبة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92</w:t>
      </w:r>
      <w:r w:rsidR="00D8054C">
        <w:rPr>
          <w:rtl/>
        </w:rPr>
        <w:t xml:space="preserve"> - </w:t>
      </w:r>
      <w:r w:rsidRPr="007E0B1D">
        <w:rPr>
          <w:rtl/>
        </w:rPr>
        <w:t>الخرائج والجرائح.</w:t>
      </w:r>
    </w:p>
    <w:p w:rsidR="008867CD" w:rsidRPr="007E0B1D" w:rsidRDefault="008867CD" w:rsidP="008867CD">
      <w:pPr>
        <w:pStyle w:val="libNormal"/>
        <w:rPr>
          <w:rtl/>
        </w:rPr>
      </w:pPr>
      <w:r w:rsidRPr="007E0B1D">
        <w:rPr>
          <w:rtl/>
        </w:rPr>
        <w:t>لقطب الدين سعيد بن هبة الله الراوندي.</w:t>
      </w:r>
    </w:p>
    <w:p w:rsidR="008867CD" w:rsidRPr="007E0B1D" w:rsidRDefault="008867CD" w:rsidP="008867CD">
      <w:pPr>
        <w:pStyle w:val="libNormal"/>
        <w:rPr>
          <w:rtl/>
        </w:rPr>
      </w:pPr>
      <w:r w:rsidRPr="007E0B1D">
        <w:rPr>
          <w:rtl/>
        </w:rPr>
        <w:t xml:space="preserve">نسخة مصورة عن نسخة خطية في مؤسسة آل البيت </w:t>
      </w:r>
      <w:r w:rsidR="00D8054C" w:rsidRPr="00D8054C">
        <w:rPr>
          <w:rStyle w:val="libAlaemChar"/>
          <w:rtl/>
        </w:rPr>
        <w:t>عليهم‌السلام</w:t>
      </w:r>
      <w:r w:rsidRPr="007E0B1D">
        <w:rPr>
          <w:rtl/>
        </w:rPr>
        <w:t xml:space="preserve"> لاحياء التراث</w:t>
      </w:r>
      <w:r w:rsidR="00D8054C">
        <w:rPr>
          <w:rtl/>
        </w:rPr>
        <w:t xml:space="preserve"> - </w:t>
      </w:r>
      <w:r w:rsidRPr="007E0B1D">
        <w:rPr>
          <w:rtl/>
        </w:rPr>
        <w:t>قم.</w:t>
      </w:r>
    </w:p>
    <w:p w:rsidR="008867CD" w:rsidRPr="007E0B1D" w:rsidRDefault="008867CD" w:rsidP="008867CD">
      <w:pPr>
        <w:pStyle w:val="libNormal"/>
        <w:rPr>
          <w:rtl/>
        </w:rPr>
      </w:pPr>
      <w:r w:rsidRPr="007E0B1D">
        <w:rPr>
          <w:rtl/>
        </w:rPr>
        <w:t>93</w:t>
      </w:r>
      <w:r w:rsidR="00D8054C">
        <w:rPr>
          <w:rtl/>
        </w:rPr>
        <w:t xml:space="preserve"> - </w:t>
      </w:r>
      <w:r w:rsidRPr="007E0B1D">
        <w:rPr>
          <w:rtl/>
        </w:rPr>
        <w:t>خزانة الأدب.</w:t>
      </w:r>
    </w:p>
    <w:p w:rsidR="008867CD" w:rsidRPr="007E0B1D" w:rsidRDefault="008867CD" w:rsidP="008867CD">
      <w:pPr>
        <w:pStyle w:val="libNormal"/>
        <w:rPr>
          <w:rtl/>
        </w:rPr>
      </w:pPr>
      <w:r w:rsidRPr="007E0B1D">
        <w:rPr>
          <w:rtl/>
        </w:rPr>
        <w:t>للشيخ عبد القادر بن عمر البغدادي.</w:t>
      </w:r>
    </w:p>
    <w:p w:rsidR="008867CD" w:rsidRPr="007E0B1D" w:rsidRDefault="008867CD" w:rsidP="008867CD">
      <w:pPr>
        <w:pStyle w:val="libNormal"/>
        <w:rPr>
          <w:rtl/>
        </w:rPr>
      </w:pPr>
      <w:r w:rsidRPr="007E0B1D">
        <w:rPr>
          <w:rtl/>
        </w:rPr>
        <w:t>مكتبة الخانچي</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94</w:t>
      </w:r>
      <w:r w:rsidR="00D8054C">
        <w:rPr>
          <w:rtl/>
        </w:rPr>
        <w:t xml:space="preserve"> - </w:t>
      </w:r>
      <w:r w:rsidRPr="007E0B1D">
        <w:rPr>
          <w:rtl/>
        </w:rPr>
        <w:t>الخصال.</w:t>
      </w:r>
    </w:p>
    <w:p w:rsidR="008867CD" w:rsidRPr="007E0B1D" w:rsidRDefault="008867CD" w:rsidP="008867CD">
      <w:pPr>
        <w:pStyle w:val="libNormal"/>
        <w:rPr>
          <w:rtl/>
        </w:rPr>
      </w:pPr>
      <w:r w:rsidRPr="007E0B1D">
        <w:rPr>
          <w:rtl/>
        </w:rPr>
        <w:t>لأبي جعفر محمّد بن علي بن الحسين بن بابويه القمي</w:t>
      </w:r>
      <w:r w:rsidR="00D8054C">
        <w:rPr>
          <w:rtl/>
        </w:rPr>
        <w:t>،</w:t>
      </w:r>
      <w:r w:rsidRPr="007E0B1D">
        <w:rPr>
          <w:rtl/>
        </w:rPr>
        <w:t xml:space="preserve"> الشيخ الصدوق.</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منشورات جامعة المدرسين</w:t>
      </w:r>
      <w:r w:rsidR="00D8054C">
        <w:rPr>
          <w:rtl/>
        </w:rPr>
        <w:t xml:space="preserve"> - </w:t>
      </w:r>
      <w:r w:rsidRPr="007E0B1D">
        <w:rPr>
          <w:rtl/>
        </w:rPr>
        <w:t>قم.</w:t>
      </w:r>
    </w:p>
    <w:p w:rsidR="008867CD" w:rsidRPr="007E0B1D" w:rsidRDefault="008867CD" w:rsidP="008867CD">
      <w:pPr>
        <w:pStyle w:val="libNormal"/>
        <w:rPr>
          <w:rtl/>
        </w:rPr>
      </w:pPr>
      <w:r w:rsidRPr="007E0B1D">
        <w:rPr>
          <w:rtl/>
        </w:rPr>
        <w:t>95</w:t>
      </w:r>
      <w:r w:rsidR="00D8054C">
        <w:rPr>
          <w:rtl/>
        </w:rPr>
        <w:t xml:space="preserve"> - </w:t>
      </w:r>
      <w:r w:rsidRPr="007E0B1D">
        <w:rPr>
          <w:rtl/>
        </w:rPr>
        <w:t>خطط المقريزي.</w:t>
      </w:r>
    </w:p>
    <w:p w:rsidR="008867CD" w:rsidRPr="007E0B1D" w:rsidRDefault="008867CD" w:rsidP="008867CD">
      <w:pPr>
        <w:pStyle w:val="libNormal"/>
        <w:rPr>
          <w:rtl/>
        </w:rPr>
      </w:pPr>
      <w:r w:rsidRPr="007E0B1D">
        <w:rPr>
          <w:rtl/>
        </w:rPr>
        <w:t>لأبي العباس تقي الدين أحمد بن علي المصري المقريزي.</w:t>
      </w:r>
    </w:p>
    <w:p w:rsidR="008867CD" w:rsidRDefault="008867CD" w:rsidP="008867CD">
      <w:pPr>
        <w:pStyle w:val="libNormal"/>
        <w:rPr>
          <w:rFonts w:hint="cs"/>
          <w:rtl/>
        </w:rPr>
      </w:pPr>
      <w:r w:rsidRPr="007E0B1D">
        <w:rPr>
          <w:rtl/>
        </w:rPr>
        <w:t>طبعة القاهرة سنة 1327 ه‍</w:t>
      </w:r>
    </w:p>
    <w:p w:rsidR="008867CD" w:rsidRPr="007E0B1D" w:rsidRDefault="008867CD" w:rsidP="008867CD">
      <w:pPr>
        <w:pStyle w:val="libNormal"/>
        <w:rPr>
          <w:rtl/>
        </w:rPr>
      </w:pPr>
      <w:r w:rsidRPr="007E0B1D">
        <w:rPr>
          <w:rtl/>
        </w:rPr>
        <w:t>96</w:t>
      </w:r>
      <w:r w:rsidR="00D8054C">
        <w:rPr>
          <w:rtl/>
        </w:rPr>
        <w:t xml:space="preserve"> - </w:t>
      </w:r>
      <w:r w:rsidRPr="007E0B1D">
        <w:rPr>
          <w:rtl/>
        </w:rPr>
        <w:t>خلاصة تذهيب الكمال.</w:t>
      </w:r>
    </w:p>
    <w:p w:rsidR="008867CD" w:rsidRPr="007E0B1D" w:rsidRDefault="008867CD" w:rsidP="008867CD">
      <w:pPr>
        <w:pStyle w:val="libNormal"/>
        <w:rPr>
          <w:rtl/>
        </w:rPr>
      </w:pPr>
      <w:r w:rsidRPr="007E0B1D">
        <w:rPr>
          <w:rtl/>
        </w:rPr>
        <w:t>لصفي الدين أحمد بن عبد الله الأنصاري</w:t>
      </w:r>
      <w:r w:rsidR="00D8054C">
        <w:rPr>
          <w:rtl/>
        </w:rPr>
        <w:t>،</w:t>
      </w:r>
      <w:r w:rsidRPr="007E0B1D">
        <w:rPr>
          <w:rtl/>
        </w:rPr>
        <w:t xml:space="preserve"> الخزرجي</w:t>
      </w:r>
      <w:r w:rsidR="00D8054C">
        <w:rPr>
          <w:rtl/>
        </w:rPr>
        <w:t>،</w:t>
      </w:r>
      <w:r w:rsidRPr="007E0B1D">
        <w:rPr>
          <w:rtl/>
        </w:rPr>
        <w:t xml:space="preserve"> الساعدي.</w:t>
      </w:r>
    </w:p>
    <w:p w:rsidR="008867CD" w:rsidRPr="007E0B1D" w:rsidRDefault="008867CD" w:rsidP="008867CD">
      <w:pPr>
        <w:pStyle w:val="libNormal"/>
        <w:rPr>
          <w:rtl/>
        </w:rPr>
      </w:pPr>
      <w:r w:rsidRPr="007E0B1D">
        <w:rPr>
          <w:rtl/>
        </w:rPr>
        <w:t>المطبعة الخيرية</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97</w:t>
      </w:r>
      <w:r w:rsidR="00D8054C">
        <w:rPr>
          <w:rtl/>
        </w:rPr>
        <w:t xml:space="preserve"> - </w:t>
      </w:r>
      <w:r w:rsidRPr="007E0B1D">
        <w:rPr>
          <w:rtl/>
        </w:rPr>
        <w:t>دائرة المعارف الاسلامية.</w:t>
      </w:r>
    </w:p>
    <w:p w:rsidR="008867CD" w:rsidRPr="007E0B1D" w:rsidRDefault="008867CD" w:rsidP="008867CD">
      <w:pPr>
        <w:pStyle w:val="libNormal"/>
        <w:rPr>
          <w:rtl/>
        </w:rPr>
      </w:pPr>
      <w:r w:rsidRPr="007E0B1D">
        <w:rPr>
          <w:rtl/>
        </w:rPr>
        <w:t>أصدرها بالعربية</w:t>
      </w:r>
      <w:r w:rsidR="00D8054C">
        <w:rPr>
          <w:rtl/>
        </w:rPr>
        <w:t>:</w:t>
      </w:r>
      <w:r w:rsidRPr="007E0B1D">
        <w:rPr>
          <w:rtl/>
        </w:rPr>
        <w:t xml:space="preserve"> أحمد الشنتناوي وابراهيم زكي خورشيد وعبد الحميد يونس.</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98</w:t>
      </w:r>
      <w:r w:rsidR="00D8054C">
        <w:rPr>
          <w:rtl/>
        </w:rPr>
        <w:t xml:space="preserve"> - </w:t>
      </w:r>
      <w:r w:rsidRPr="007E0B1D">
        <w:rPr>
          <w:rtl/>
        </w:rPr>
        <w:t>دائرة المعارف للبستاني. للمعلم بطرس البستاني.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99</w:t>
      </w:r>
      <w:r w:rsidR="00D8054C">
        <w:rPr>
          <w:rtl/>
        </w:rPr>
        <w:t xml:space="preserve"> - </w:t>
      </w:r>
      <w:r w:rsidRPr="007E0B1D">
        <w:rPr>
          <w:rtl/>
        </w:rPr>
        <w:t>دائرة المعارف لفريد وجدي.</w:t>
      </w:r>
    </w:p>
    <w:p w:rsidR="008867CD" w:rsidRPr="007E0B1D" w:rsidRDefault="008867CD" w:rsidP="008867CD">
      <w:pPr>
        <w:pStyle w:val="libNormal"/>
        <w:rPr>
          <w:rtl/>
        </w:rPr>
      </w:pPr>
      <w:r w:rsidRPr="007E0B1D">
        <w:rPr>
          <w:rtl/>
        </w:rPr>
        <w:t>لمحمّد فريد وجدي.</w:t>
      </w:r>
    </w:p>
    <w:p w:rsidR="008867CD" w:rsidRPr="007E0B1D" w:rsidRDefault="008867CD" w:rsidP="008867CD">
      <w:pPr>
        <w:pStyle w:val="libNormal"/>
        <w:rPr>
          <w:rtl/>
        </w:rPr>
      </w:pPr>
      <w:r w:rsidRPr="007E0B1D">
        <w:rPr>
          <w:rtl/>
        </w:rPr>
        <w:t>دائرة معارف القرن العشرين</w:t>
      </w:r>
      <w:r w:rsidR="00D8054C">
        <w:rPr>
          <w:rtl/>
        </w:rPr>
        <w:t xml:space="preserve"> - </w:t>
      </w:r>
      <w:r w:rsidRPr="007E0B1D">
        <w:rPr>
          <w:rtl/>
        </w:rPr>
        <w:t>القاهرة سنة 1932.</w:t>
      </w:r>
    </w:p>
    <w:p w:rsidR="008867CD" w:rsidRPr="007E0B1D" w:rsidRDefault="008867CD" w:rsidP="008867CD">
      <w:pPr>
        <w:pStyle w:val="libBold1"/>
        <w:rPr>
          <w:rtl/>
        </w:rPr>
      </w:pPr>
      <w:r w:rsidRPr="007E0B1D">
        <w:rPr>
          <w:rtl/>
        </w:rPr>
        <w:t>دائرة معارف القرن العشرين</w:t>
      </w:r>
      <w:r>
        <w:rPr>
          <w:rFonts w:hint="cs"/>
          <w:rtl/>
        </w:rPr>
        <w:t xml:space="preserve"> =</w:t>
      </w:r>
      <w:r w:rsidRPr="007E0B1D">
        <w:rPr>
          <w:rtl/>
        </w:rPr>
        <w:t xml:space="preserve"> دائرة المعارف لفريد وجدي.</w:t>
      </w:r>
    </w:p>
    <w:p w:rsidR="008867CD" w:rsidRPr="007E0B1D" w:rsidRDefault="008867CD" w:rsidP="008867CD">
      <w:pPr>
        <w:pStyle w:val="libNormal"/>
        <w:rPr>
          <w:rtl/>
        </w:rPr>
      </w:pPr>
      <w:r w:rsidRPr="007E0B1D">
        <w:rPr>
          <w:rtl/>
        </w:rPr>
        <w:t>100</w:t>
      </w:r>
      <w:r w:rsidR="00D8054C">
        <w:rPr>
          <w:rtl/>
        </w:rPr>
        <w:t xml:space="preserve"> - </w:t>
      </w:r>
      <w:r w:rsidRPr="007E0B1D">
        <w:rPr>
          <w:rtl/>
        </w:rPr>
        <w:t>دلائل الصدق.</w:t>
      </w:r>
    </w:p>
    <w:p w:rsidR="008867CD" w:rsidRPr="007E0B1D" w:rsidRDefault="008867CD" w:rsidP="008867CD">
      <w:pPr>
        <w:pStyle w:val="libNormal"/>
        <w:rPr>
          <w:rtl/>
        </w:rPr>
      </w:pPr>
      <w:r w:rsidRPr="007E0B1D">
        <w:rPr>
          <w:rtl/>
        </w:rPr>
        <w:t>للشيخ محمّد الحسن المظفر.</w:t>
      </w:r>
    </w:p>
    <w:p w:rsidR="008867CD" w:rsidRPr="007E0B1D" w:rsidRDefault="008867CD" w:rsidP="008867CD">
      <w:pPr>
        <w:pStyle w:val="libNormal"/>
        <w:rPr>
          <w:rtl/>
        </w:rPr>
      </w:pPr>
      <w:r w:rsidRPr="007E0B1D">
        <w:rPr>
          <w:rtl/>
        </w:rPr>
        <w:t>چاپخانه بوذرجمهري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101</w:t>
      </w:r>
      <w:r w:rsidR="00D8054C">
        <w:rPr>
          <w:rtl/>
        </w:rPr>
        <w:t xml:space="preserve"> - </w:t>
      </w:r>
      <w:r w:rsidRPr="007E0B1D">
        <w:rPr>
          <w:rtl/>
        </w:rPr>
        <w:t>دول الاسلام.</w:t>
      </w:r>
    </w:p>
    <w:p w:rsidR="008867CD" w:rsidRPr="007E0B1D" w:rsidRDefault="008867CD" w:rsidP="008867CD">
      <w:pPr>
        <w:pStyle w:val="libNormal"/>
        <w:rPr>
          <w:rtl/>
        </w:rPr>
      </w:pPr>
      <w:r w:rsidRPr="007E0B1D">
        <w:rPr>
          <w:rtl/>
        </w:rPr>
        <w:t>لأبي عبد الله شمس الدين محمّد بن أحمد الذهبي.</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102</w:t>
      </w:r>
      <w:r w:rsidR="00D8054C">
        <w:rPr>
          <w:rtl/>
        </w:rPr>
        <w:t xml:space="preserve"> - </w:t>
      </w:r>
      <w:r w:rsidRPr="007E0B1D">
        <w:rPr>
          <w:rtl/>
        </w:rPr>
        <w:t>ديوان دعبل الخزاعي.</w:t>
      </w:r>
    </w:p>
    <w:p w:rsidR="008867CD" w:rsidRPr="007E0B1D" w:rsidRDefault="008867CD" w:rsidP="008867CD">
      <w:pPr>
        <w:pStyle w:val="libNormal"/>
        <w:rPr>
          <w:rtl/>
        </w:rPr>
      </w:pPr>
      <w:r w:rsidRPr="007E0B1D">
        <w:rPr>
          <w:rtl/>
        </w:rPr>
        <w:t>جمع وتقديم وتحقيق عبد الصاحب عمران الدجيلي.</w:t>
      </w:r>
    </w:p>
    <w:p w:rsidR="008867CD" w:rsidRPr="007E0B1D" w:rsidRDefault="008867CD" w:rsidP="008867CD">
      <w:pPr>
        <w:pStyle w:val="libNormal"/>
        <w:rPr>
          <w:rtl/>
        </w:rPr>
      </w:pPr>
      <w:r w:rsidRPr="007E0B1D">
        <w:rPr>
          <w:rtl/>
        </w:rPr>
        <w:t>دار الكتاب اللبناني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103</w:t>
      </w:r>
      <w:r w:rsidR="00D8054C">
        <w:rPr>
          <w:rtl/>
        </w:rPr>
        <w:t xml:space="preserve"> - </w:t>
      </w:r>
      <w:r w:rsidRPr="007E0B1D">
        <w:rPr>
          <w:rtl/>
        </w:rPr>
        <w:t>الذريعة.</w:t>
      </w:r>
    </w:p>
    <w:p w:rsidR="008867CD" w:rsidRPr="007E0B1D" w:rsidRDefault="008867CD" w:rsidP="008867CD">
      <w:pPr>
        <w:pStyle w:val="libNormal"/>
        <w:rPr>
          <w:rtl/>
        </w:rPr>
      </w:pPr>
      <w:r w:rsidRPr="007E0B1D">
        <w:rPr>
          <w:rtl/>
        </w:rPr>
        <w:t>للشيخ آقا بزرگ الطهراني.</w:t>
      </w:r>
    </w:p>
    <w:p w:rsidR="008867CD" w:rsidRPr="007E0B1D" w:rsidRDefault="008867CD" w:rsidP="008867CD">
      <w:pPr>
        <w:pStyle w:val="libNormal"/>
        <w:rPr>
          <w:rtl/>
        </w:rPr>
      </w:pPr>
      <w:r w:rsidRPr="007E0B1D">
        <w:rPr>
          <w:rtl/>
        </w:rPr>
        <w:t>دار الأضواء</w:t>
      </w:r>
      <w:r w:rsidR="00D8054C">
        <w:rPr>
          <w:rtl/>
        </w:rPr>
        <w:t xml:space="preserve"> - </w:t>
      </w:r>
      <w:r w:rsidRPr="007E0B1D">
        <w:rPr>
          <w:rtl/>
        </w:rPr>
        <w:t>بيروت.</w:t>
      </w:r>
    </w:p>
    <w:p w:rsidR="008867CD" w:rsidRPr="007E0B1D" w:rsidRDefault="008867CD" w:rsidP="008867CD">
      <w:pPr>
        <w:pStyle w:val="libNormal"/>
        <w:rPr>
          <w:rtl/>
        </w:rPr>
      </w:pPr>
      <w:r w:rsidRPr="007E0B1D">
        <w:rPr>
          <w:rtl/>
        </w:rPr>
        <w:t>104</w:t>
      </w:r>
      <w:r w:rsidR="00D8054C">
        <w:rPr>
          <w:rtl/>
        </w:rPr>
        <w:t xml:space="preserve"> - </w:t>
      </w:r>
      <w:r w:rsidRPr="007E0B1D">
        <w:rPr>
          <w:rtl/>
        </w:rPr>
        <w:t>ذيل تاريخ بغداد.</w:t>
      </w:r>
    </w:p>
    <w:p w:rsidR="008867CD" w:rsidRPr="007E0B1D" w:rsidRDefault="008867CD" w:rsidP="008867CD">
      <w:pPr>
        <w:pStyle w:val="libNormal"/>
        <w:rPr>
          <w:rtl/>
        </w:rPr>
      </w:pPr>
      <w:r w:rsidRPr="007E0B1D">
        <w:rPr>
          <w:rtl/>
        </w:rPr>
        <w:t>لأبي عبد الله محب الدين محمّد بن محمّد البغدادي</w:t>
      </w:r>
      <w:r w:rsidR="00D8054C">
        <w:rPr>
          <w:rtl/>
        </w:rPr>
        <w:t>،</w:t>
      </w:r>
      <w:r w:rsidRPr="007E0B1D">
        <w:rPr>
          <w:rtl/>
        </w:rPr>
        <w:t xml:space="preserve"> ابن النجار.</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105</w:t>
      </w:r>
      <w:r w:rsidR="00D8054C">
        <w:rPr>
          <w:rtl/>
        </w:rPr>
        <w:t xml:space="preserve"> - </w:t>
      </w:r>
      <w:r w:rsidRPr="007E0B1D">
        <w:rPr>
          <w:rtl/>
        </w:rPr>
        <w:t xml:space="preserve">راهنماى دانشوران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للسيد علي اكبر البرقعي.</w:t>
      </w:r>
    </w:p>
    <w:p w:rsidR="008867CD" w:rsidRPr="007E0B1D" w:rsidRDefault="008867CD" w:rsidP="008867CD">
      <w:pPr>
        <w:pStyle w:val="libNormal"/>
        <w:rPr>
          <w:rtl/>
        </w:rPr>
      </w:pPr>
      <w:r w:rsidRPr="007E0B1D">
        <w:rPr>
          <w:rtl/>
        </w:rPr>
        <w:t>چاپخانه تابش</w:t>
      </w:r>
      <w:r w:rsidR="00D8054C">
        <w:rPr>
          <w:rtl/>
        </w:rPr>
        <w:t xml:space="preserve"> - </w:t>
      </w:r>
      <w:r w:rsidRPr="007E0B1D">
        <w:rPr>
          <w:rtl/>
        </w:rPr>
        <w:t>قم.</w:t>
      </w:r>
    </w:p>
    <w:p w:rsidR="008867CD" w:rsidRPr="007E0B1D" w:rsidRDefault="008867CD" w:rsidP="008867CD">
      <w:pPr>
        <w:pStyle w:val="libBold1"/>
        <w:rPr>
          <w:rtl/>
        </w:rPr>
      </w:pPr>
      <w:r w:rsidRPr="007E0B1D">
        <w:rPr>
          <w:rtl/>
        </w:rPr>
        <w:t>ربيع الشيعة</w:t>
      </w:r>
      <w:r>
        <w:rPr>
          <w:rFonts w:hint="cs"/>
          <w:rtl/>
        </w:rPr>
        <w:t xml:space="preserve"> =</w:t>
      </w:r>
      <w:r w:rsidRPr="007E0B1D">
        <w:rPr>
          <w:rtl/>
        </w:rPr>
        <w:t xml:space="preserve"> اعلام الورى.</w:t>
      </w:r>
    </w:p>
    <w:p w:rsidR="008867CD" w:rsidRPr="007E0B1D" w:rsidRDefault="008867CD" w:rsidP="008867CD">
      <w:pPr>
        <w:pStyle w:val="libNormal"/>
        <w:rPr>
          <w:rtl/>
        </w:rPr>
      </w:pPr>
      <w:r w:rsidRPr="007E0B1D">
        <w:rPr>
          <w:rtl/>
        </w:rPr>
        <w:t>106</w:t>
      </w:r>
      <w:r w:rsidR="00D8054C">
        <w:rPr>
          <w:rtl/>
        </w:rPr>
        <w:t xml:space="preserve"> - </w:t>
      </w:r>
      <w:r w:rsidRPr="007E0B1D">
        <w:rPr>
          <w:rtl/>
        </w:rPr>
        <w:t>رجال الأنصاري.</w:t>
      </w:r>
    </w:p>
    <w:p w:rsidR="008867CD" w:rsidRPr="007E0B1D" w:rsidRDefault="008867CD" w:rsidP="008867CD">
      <w:pPr>
        <w:pStyle w:val="libNormal"/>
        <w:rPr>
          <w:rtl/>
        </w:rPr>
      </w:pPr>
      <w:r w:rsidRPr="007E0B1D">
        <w:rPr>
          <w:rtl/>
        </w:rPr>
        <w:t>للشيخ مرتضى بن محمّد أمين التستري النجفي الأنصاري.</w:t>
      </w:r>
    </w:p>
    <w:p w:rsidR="008867CD" w:rsidRPr="007E0B1D" w:rsidRDefault="008867CD" w:rsidP="008867CD">
      <w:pPr>
        <w:pStyle w:val="libNormal"/>
        <w:rPr>
          <w:rtl/>
        </w:rPr>
      </w:pPr>
      <w:r w:rsidRPr="007E0B1D">
        <w:rPr>
          <w:rtl/>
        </w:rPr>
        <w:t>نسخة مصورة عن نسخة خطية محفوظة في مكتبة السيد علي الخراساني</w:t>
      </w:r>
      <w:r w:rsidR="00D8054C">
        <w:rPr>
          <w:rtl/>
        </w:rPr>
        <w:t xml:space="preserve"> - </w:t>
      </w:r>
      <w:r w:rsidRPr="007E0B1D">
        <w:rPr>
          <w:rtl/>
        </w:rPr>
        <w:t>قم.</w:t>
      </w:r>
    </w:p>
    <w:p w:rsidR="008867CD" w:rsidRPr="007E0B1D" w:rsidRDefault="008867CD" w:rsidP="008867CD">
      <w:pPr>
        <w:pStyle w:val="libNormal"/>
        <w:rPr>
          <w:rtl/>
        </w:rPr>
      </w:pPr>
      <w:r w:rsidRPr="007E0B1D">
        <w:rPr>
          <w:rtl/>
        </w:rPr>
        <w:t>107</w:t>
      </w:r>
      <w:r w:rsidR="00D8054C">
        <w:rPr>
          <w:rtl/>
        </w:rPr>
        <w:t xml:space="preserve"> - </w:t>
      </w:r>
      <w:r w:rsidRPr="007E0B1D">
        <w:rPr>
          <w:rtl/>
        </w:rPr>
        <w:t>رجال بحر العلوم.</w:t>
      </w:r>
    </w:p>
    <w:p w:rsidR="008867CD" w:rsidRPr="007E0B1D" w:rsidRDefault="008867CD" w:rsidP="008867CD">
      <w:pPr>
        <w:pStyle w:val="libNormal"/>
        <w:rPr>
          <w:rtl/>
        </w:rPr>
      </w:pPr>
      <w:r w:rsidRPr="007E0B1D">
        <w:rPr>
          <w:rtl/>
        </w:rPr>
        <w:t>للسيد محمّد المهدي الطباطبائي</w:t>
      </w:r>
      <w:r w:rsidR="00D8054C">
        <w:rPr>
          <w:rtl/>
        </w:rPr>
        <w:t>،</w:t>
      </w:r>
      <w:r w:rsidRPr="007E0B1D">
        <w:rPr>
          <w:rtl/>
        </w:rPr>
        <w:t xml:space="preserve"> بحر العلوم.</w:t>
      </w:r>
    </w:p>
    <w:p w:rsidR="008867CD" w:rsidRPr="007E0B1D" w:rsidRDefault="008867CD" w:rsidP="008867CD">
      <w:pPr>
        <w:pStyle w:val="libNormal"/>
        <w:rPr>
          <w:rtl/>
        </w:rPr>
      </w:pPr>
      <w:r w:rsidRPr="007E0B1D">
        <w:rPr>
          <w:rtl/>
        </w:rPr>
        <w:t xml:space="preserve">منشورات مكتبة الصادق </w:t>
      </w:r>
      <w:r w:rsidR="00D8054C" w:rsidRPr="00D8054C">
        <w:rPr>
          <w:rStyle w:val="libAlaemChar"/>
          <w:rtl/>
        </w:rPr>
        <w:t>عليه‌السلام</w:t>
      </w:r>
      <w:r w:rsidR="00D8054C">
        <w:rPr>
          <w:rtl/>
        </w:rPr>
        <w:t xml:space="preserve"> - </w:t>
      </w:r>
      <w:r w:rsidRPr="007E0B1D">
        <w:rPr>
          <w:rtl/>
        </w:rPr>
        <w:t>طهران.</w:t>
      </w:r>
    </w:p>
    <w:p w:rsidR="008867CD" w:rsidRPr="007E0B1D" w:rsidRDefault="008867CD" w:rsidP="008867CD">
      <w:pPr>
        <w:pStyle w:val="libNormal"/>
        <w:rPr>
          <w:rtl/>
        </w:rPr>
      </w:pPr>
      <w:r w:rsidRPr="007E0B1D">
        <w:rPr>
          <w:rtl/>
        </w:rPr>
        <w:t>108</w:t>
      </w:r>
      <w:r w:rsidR="00D8054C">
        <w:rPr>
          <w:rtl/>
        </w:rPr>
        <w:t xml:space="preserve"> - </w:t>
      </w:r>
      <w:r w:rsidRPr="007E0B1D">
        <w:rPr>
          <w:rtl/>
        </w:rPr>
        <w:t>رجال البرقي.</w:t>
      </w:r>
    </w:p>
    <w:p w:rsidR="008867CD" w:rsidRPr="007E0B1D" w:rsidRDefault="008867CD" w:rsidP="008867CD">
      <w:pPr>
        <w:pStyle w:val="libNormal"/>
        <w:rPr>
          <w:rtl/>
        </w:rPr>
      </w:pPr>
      <w:r w:rsidRPr="007E0B1D">
        <w:rPr>
          <w:rtl/>
        </w:rPr>
        <w:t>لأبي جعفر أحمد بن أبي عبد الله البرقي.</w:t>
      </w:r>
    </w:p>
    <w:p w:rsidR="008867CD" w:rsidRPr="007E0B1D" w:rsidRDefault="008867CD" w:rsidP="008867CD">
      <w:pPr>
        <w:pStyle w:val="libNormal"/>
        <w:rPr>
          <w:rtl/>
        </w:rPr>
      </w:pPr>
      <w:r w:rsidRPr="007E0B1D">
        <w:rPr>
          <w:rtl/>
        </w:rPr>
        <w:t>تحقيق السيد كاظم الموسوي المياموي.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109</w:t>
      </w:r>
      <w:r w:rsidR="00D8054C">
        <w:rPr>
          <w:rtl/>
        </w:rPr>
        <w:t xml:space="preserve"> - </w:t>
      </w:r>
      <w:r w:rsidRPr="007E0B1D">
        <w:rPr>
          <w:rtl/>
        </w:rPr>
        <w:t>رجال الحلي.</w:t>
      </w:r>
    </w:p>
    <w:p w:rsidR="008867CD" w:rsidRPr="007E0B1D" w:rsidRDefault="008867CD" w:rsidP="008867CD">
      <w:pPr>
        <w:pStyle w:val="libNormal"/>
        <w:rPr>
          <w:rtl/>
        </w:rPr>
      </w:pPr>
      <w:r w:rsidRPr="007E0B1D">
        <w:rPr>
          <w:rtl/>
        </w:rPr>
        <w:t>للحسن بن يوسف بن علي بن المطهر الحلي</w:t>
      </w:r>
      <w:r w:rsidR="00D8054C">
        <w:rPr>
          <w:rtl/>
        </w:rPr>
        <w:t>،</w:t>
      </w:r>
      <w:r w:rsidRPr="007E0B1D">
        <w:rPr>
          <w:rtl/>
        </w:rPr>
        <w:t xml:space="preserve"> العلامة.</w:t>
      </w:r>
    </w:p>
    <w:p w:rsidR="008867CD" w:rsidRPr="007E0B1D" w:rsidRDefault="008867CD" w:rsidP="008867CD">
      <w:pPr>
        <w:pStyle w:val="libNormal"/>
        <w:rPr>
          <w:rtl/>
        </w:rPr>
      </w:pPr>
      <w:r w:rsidRPr="007E0B1D">
        <w:rPr>
          <w:rtl/>
        </w:rPr>
        <w:t>المطبعة الحيدرية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110</w:t>
      </w:r>
      <w:r w:rsidR="00D8054C">
        <w:rPr>
          <w:rtl/>
        </w:rPr>
        <w:t xml:space="preserve"> - </w:t>
      </w:r>
      <w:r w:rsidRPr="007E0B1D">
        <w:rPr>
          <w:rtl/>
        </w:rPr>
        <w:t>رجال ابن داود.</w:t>
      </w:r>
    </w:p>
    <w:p w:rsidR="008867CD" w:rsidRPr="007E0B1D" w:rsidRDefault="008867CD" w:rsidP="008867CD">
      <w:pPr>
        <w:pStyle w:val="libNormal"/>
        <w:rPr>
          <w:rtl/>
        </w:rPr>
      </w:pPr>
      <w:r w:rsidRPr="007E0B1D">
        <w:rPr>
          <w:rtl/>
        </w:rPr>
        <w:t>لتقي الدين الحسن بن علي بن داود الحلي</w:t>
      </w:r>
      <w:r w:rsidR="00D8054C">
        <w:rPr>
          <w:rtl/>
        </w:rPr>
        <w:t>،</w:t>
      </w:r>
      <w:r w:rsidRPr="007E0B1D">
        <w:rPr>
          <w:rtl/>
        </w:rPr>
        <w:t xml:space="preserve"> ابن داود.</w:t>
      </w:r>
    </w:p>
    <w:p w:rsidR="008867CD" w:rsidRPr="007E0B1D" w:rsidRDefault="008867CD" w:rsidP="008867CD">
      <w:pPr>
        <w:pStyle w:val="libNormal"/>
        <w:rPr>
          <w:rtl/>
        </w:rPr>
      </w:pPr>
      <w:r w:rsidRPr="007E0B1D">
        <w:rPr>
          <w:rtl/>
        </w:rPr>
        <w:t>منشورات الرضي</w:t>
      </w:r>
      <w:r w:rsidR="00D8054C">
        <w:rPr>
          <w:rtl/>
        </w:rPr>
        <w:t xml:space="preserve"> - </w:t>
      </w:r>
      <w:r w:rsidRPr="007E0B1D">
        <w:rPr>
          <w:rtl/>
        </w:rPr>
        <w:t>قم.</w:t>
      </w:r>
    </w:p>
    <w:p w:rsidR="008867CD" w:rsidRPr="007E0B1D" w:rsidRDefault="008867CD" w:rsidP="008867CD">
      <w:pPr>
        <w:pStyle w:val="libNormal"/>
        <w:rPr>
          <w:rtl/>
        </w:rPr>
      </w:pPr>
      <w:r w:rsidRPr="007E0B1D">
        <w:rPr>
          <w:rtl/>
        </w:rPr>
        <w:t>111</w:t>
      </w:r>
      <w:r w:rsidR="00D8054C">
        <w:rPr>
          <w:rtl/>
        </w:rPr>
        <w:t xml:space="preserve"> - </w:t>
      </w:r>
      <w:r w:rsidRPr="007E0B1D">
        <w:rPr>
          <w:rtl/>
        </w:rPr>
        <w:t>رجال الطوسي.</w:t>
      </w:r>
    </w:p>
    <w:p w:rsidR="008867CD" w:rsidRPr="007E0B1D" w:rsidRDefault="008867CD" w:rsidP="008867CD">
      <w:pPr>
        <w:pStyle w:val="libNormal"/>
        <w:rPr>
          <w:rtl/>
        </w:rPr>
      </w:pPr>
      <w:r w:rsidRPr="007E0B1D">
        <w:rPr>
          <w:rtl/>
        </w:rPr>
        <w:t>لأبي جعفر محمّد بن الحسن الطوسي</w:t>
      </w:r>
      <w:r w:rsidR="00D8054C">
        <w:rPr>
          <w:rtl/>
        </w:rPr>
        <w:t>،</w:t>
      </w:r>
      <w:r w:rsidRPr="007E0B1D">
        <w:rPr>
          <w:rtl/>
        </w:rPr>
        <w:t xml:space="preserve"> شيخ الطائفة.</w:t>
      </w:r>
    </w:p>
    <w:p w:rsidR="008867CD" w:rsidRPr="007E0B1D" w:rsidRDefault="008867CD" w:rsidP="008867CD">
      <w:pPr>
        <w:pStyle w:val="libNormal"/>
        <w:rPr>
          <w:rtl/>
        </w:rPr>
      </w:pPr>
      <w:r w:rsidRPr="007E0B1D">
        <w:rPr>
          <w:rtl/>
        </w:rPr>
        <w:t>المكتبة والمطبعة الحيدرية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112</w:t>
      </w:r>
      <w:r w:rsidR="00D8054C">
        <w:rPr>
          <w:rtl/>
        </w:rPr>
        <w:t xml:space="preserve"> - </w:t>
      </w:r>
      <w:r w:rsidRPr="007E0B1D">
        <w:rPr>
          <w:rtl/>
        </w:rPr>
        <w:t>رجال الكشي.</w:t>
      </w:r>
    </w:p>
    <w:p w:rsidR="008867CD" w:rsidRPr="007E0B1D" w:rsidRDefault="008867CD" w:rsidP="008867CD">
      <w:pPr>
        <w:pStyle w:val="libNormal"/>
        <w:rPr>
          <w:rtl/>
        </w:rPr>
      </w:pPr>
      <w:r w:rsidRPr="007E0B1D">
        <w:rPr>
          <w:rtl/>
        </w:rPr>
        <w:t>لأبي جعفر محمّد بن الحسن الطوسي</w:t>
      </w:r>
      <w:r w:rsidR="00D8054C">
        <w:rPr>
          <w:rtl/>
        </w:rPr>
        <w:t>،</w:t>
      </w:r>
      <w:r w:rsidRPr="007E0B1D">
        <w:rPr>
          <w:rtl/>
        </w:rPr>
        <w:t xml:space="preserve"> شيخ الطائفة.</w:t>
      </w:r>
    </w:p>
    <w:p w:rsidR="008867CD" w:rsidRPr="007E0B1D" w:rsidRDefault="008867CD" w:rsidP="008867CD">
      <w:pPr>
        <w:pStyle w:val="libNormal"/>
        <w:rPr>
          <w:rtl/>
        </w:rPr>
      </w:pPr>
      <w:r w:rsidRPr="007E0B1D">
        <w:rPr>
          <w:rtl/>
        </w:rPr>
        <w:t>مطبعة جامعة مشهد</w:t>
      </w:r>
      <w:r w:rsidR="00D8054C">
        <w:rPr>
          <w:rtl/>
        </w:rPr>
        <w:t xml:space="preserve"> - </w:t>
      </w:r>
      <w:r w:rsidRPr="007E0B1D">
        <w:rPr>
          <w:rtl/>
        </w:rPr>
        <w:t>مشهد.</w:t>
      </w:r>
    </w:p>
    <w:p w:rsidR="008867CD" w:rsidRPr="007E0B1D" w:rsidRDefault="008867CD" w:rsidP="008867CD">
      <w:pPr>
        <w:pStyle w:val="libNormal"/>
        <w:rPr>
          <w:rtl/>
        </w:rPr>
      </w:pPr>
      <w:r w:rsidRPr="007E0B1D">
        <w:rPr>
          <w:rtl/>
        </w:rPr>
        <w:t>113</w:t>
      </w:r>
      <w:r w:rsidR="00D8054C">
        <w:rPr>
          <w:rtl/>
        </w:rPr>
        <w:t xml:space="preserve"> - </w:t>
      </w:r>
      <w:r w:rsidRPr="007E0B1D">
        <w:rPr>
          <w:rtl/>
        </w:rPr>
        <w:t>رجال النجاشي.</w:t>
      </w:r>
    </w:p>
    <w:p w:rsidR="008867CD" w:rsidRPr="007E0B1D" w:rsidRDefault="008867CD" w:rsidP="008867CD">
      <w:pPr>
        <w:pStyle w:val="libNormal"/>
        <w:rPr>
          <w:rtl/>
        </w:rPr>
      </w:pPr>
      <w:r w:rsidRPr="007E0B1D">
        <w:rPr>
          <w:rtl/>
        </w:rPr>
        <w:t>لأبي العباس أحمد بن علي النجاشي.</w:t>
      </w:r>
    </w:p>
    <w:p w:rsidR="008867CD" w:rsidRPr="007E0B1D" w:rsidRDefault="008867CD" w:rsidP="008867CD">
      <w:pPr>
        <w:pStyle w:val="libNormal"/>
        <w:rPr>
          <w:rtl/>
        </w:rPr>
      </w:pPr>
      <w:r w:rsidRPr="007E0B1D">
        <w:rPr>
          <w:rtl/>
        </w:rPr>
        <w:t>مكتبة الداوري</w:t>
      </w:r>
      <w:r w:rsidR="00D8054C">
        <w:rPr>
          <w:rtl/>
        </w:rPr>
        <w:t xml:space="preserve"> - </w:t>
      </w:r>
      <w:r w:rsidRPr="007E0B1D">
        <w:rPr>
          <w:rtl/>
        </w:rPr>
        <w:t>قم.</w:t>
      </w:r>
    </w:p>
    <w:p w:rsidR="008867CD" w:rsidRPr="007E0B1D" w:rsidRDefault="008867CD" w:rsidP="008867CD">
      <w:pPr>
        <w:pStyle w:val="libNormal"/>
        <w:rPr>
          <w:rtl/>
        </w:rPr>
      </w:pPr>
      <w:r w:rsidRPr="007E0B1D">
        <w:rPr>
          <w:rtl/>
        </w:rPr>
        <w:t>114</w:t>
      </w:r>
      <w:r w:rsidR="00D8054C">
        <w:rPr>
          <w:rtl/>
        </w:rPr>
        <w:t xml:space="preserve"> - </w:t>
      </w:r>
      <w:r w:rsidRPr="007E0B1D">
        <w:rPr>
          <w:rtl/>
        </w:rPr>
        <w:t>رسالة في آل أعين.</w:t>
      </w:r>
    </w:p>
    <w:p w:rsidR="008867CD" w:rsidRPr="007E0B1D" w:rsidRDefault="008867CD" w:rsidP="008867CD">
      <w:pPr>
        <w:pStyle w:val="libNormal"/>
        <w:rPr>
          <w:rtl/>
        </w:rPr>
      </w:pPr>
      <w:r w:rsidRPr="007E0B1D">
        <w:rPr>
          <w:rtl/>
        </w:rPr>
        <w:t>لأبي غالب أحمد بن محمّد الشيباني الزراري.</w:t>
      </w:r>
    </w:p>
    <w:p w:rsidR="008867CD" w:rsidRPr="007E0B1D" w:rsidRDefault="008867CD" w:rsidP="008867CD">
      <w:pPr>
        <w:pStyle w:val="libNormal"/>
        <w:rPr>
          <w:rtl/>
        </w:rPr>
      </w:pPr>
      <w:r w:rsidRPr="007E0B1D">
        <w:rPr>
          <w:rtl/>
        </w:rPr>
        <w:t>مطبعة رباني</w:t>
      </w:r>
      <w:r w:rsidR="00D8054C">
        <w:rPr>
          <w:rtl/>
        </w:rPr>
        <w:t xml:space="preserve"> - </w:t>
      </w:r>
      <w:r w:rsidRPr="007E0B1D">
        <w:rPr>
          <w:rtl/>
        </w:rPr>
        <w:t>اصفهان.</w:t>
      </w:r>
    </w:p>
    <w:p w:rsidR="008867CD" w:rsidRPr="007E0B1D" w:rsidRDefault="008867CD" w:rsidP="008867CD">
      <w:pPr>
        <w:pStyle w:val="libNormal"/>
        <w:rPr>
          <w:rtl/>
        </w:rPr>
      </w:pPr>
      <w:r w:rsidRPr="007E0B1D">
        <w:rPr>
          <w:rtl/>
        </w:rPr>
        <w:t>115</w:t>
      </w:r>
      <w:r w:rsidR="00D8054C">
        <w:rPr>
          <w:rtl/>
        </w:rPr>
        <w:t xml:space="preserve"> - </w:t>
      </w:r>
      <w:r w:rsidRPr="007E0B1D">
        <w:rPr>
          <w:rtl/>
        </w:rPr>
        <w:t>روضات الجنات.</w:t>
      </w:r>
    </w:p>
    <w:p w:rsidR="008867CD" w:rsidRPr="007E0B1D" w:rsidRDefault="008867CD" w:rsidP="008867CD">
      <w:pPr>
        <w:pStyle w:val="libNormal"/>
        <w:rPr>
          <w:rtl/>
        </w:rPr>
      </w:pPr>
      <w:r w:rsidRPr="007E0B1D">
        <w:rPr>
          <w:rtl/>
        </w:rPr>
        <w:t>للميرزا محمّد باقر الموسوي الخوانساري الاصبهاني.</w:t>
      </w:r>
    </w:p>
    <w:p w:rsidR="008867CD" w:rsidRPr="007E0B1D" w:rsidRDefault="008867CD" w:rsidP="008867CD">
      <w:pPr>
        <w:pStyle w:val="libNormal"/>
        <w:rPr>
          <w:rtl/>
        </w:rPr>
      </w:pPr>
      <w:r w:rsidRPr="007E0B1D">
        <w:rPr>
          <w:rtl/>
        </w:rPr>
        <w:t>تحقيق أسد الله اسماعيليان</w:t>
      </w:r>
      <w:r w:rsidR="00D8054C">
        <w:rPr>
          <w:rtl/>
        </w:rPr>
        <w:t xml:space="preserve"> - </w:t>
      </w:r>
      <w:r w:rsidRPr="007E0B1D">
        <w:rPr>
          <w:rtl/>
        </w:rPr>
        <w:t>مكتبة اسماعيليان</w:t>
      </w:r>
      <w:r w:rsidR="00D8054C">
        <w:rPr>
          <w:rtl/>
        </w:rPr>
        <w:t xml:space="preserve"> - </w:t>
      </w:r>
      <w:r w:rsidRPr="007E0B1D">
        <w:rPr>
          <w:rtl/>
        </w:rPr>
        <w:t>طهران.</w:t>
      </w:r>
    </w:p>
    <w:p w:rsidR="008867CD" w:rsidRPr="007E0B1D" w:rsidRDefault="008867CD" w:rsidP="008867CD">
      <w:pPr>
        <w:pStyle w:val="libNormal"/>
        <w:rPr>
          <w:rtl/>
        </w:rPr>
      </w:pPr>
      <w:r w:rsidRPr="007E0B1D">
        <w:rPr>
          <w:rtl/>
        </w:rPr>
        <w:t>116</w:t>
      </w:r>
      <w:r w:rsidR="00D8054C">
        <w:rPr>
          <w:rtl/>
        </w:rPr>
        <w:t xml:space="preserve"> - </w:t>
      </w:r>
      <w:r w:rsidRPr="007E0B1D">
        <w:rPr>
          <w:rtl/>
        </w:rPr>
        <w:t>روضة الكافي.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للشيخ أبي جعفر محمّد بن يعقوب الكليني الرازي.</w:t>
      </w:r>
    </w:p>
    <w:p w:rsidR="008867CD" w:rsidRPr="007E0B1D" w:rsidRDefault="008867CD" w:rsidP="008867CD">
      <w:pPr>
        <w:pStyle w:val="libNormal"/>
        <w:rPr>
          <w:rtl/>
        </w:rPr>
      </w:pPr>
      <w:r w:rsidRPr="007E0B1D">
        <w:rPr>
          <w:rtl/>
        </w:rPr>
        <w:t>دار الكتب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117</w:t>
      </w:r>
      <w:r w:rsidR="00D8054C">
        <w:rPr>
          <w:rtl/>
        </w:rPr>
        <w:t xml:space="preserve"> - </w:t>
      </w:r>
      <w:r w:rsidRPr="007E0B1D">
        <w:rPr>
          <w:rtl/>
        </w:rPr>
        <w:t>روضة المتقين.</w:t>
      </w:r>
    </w:p>
    <w:p w:rsidR="008867CD" w:rsidRPr="007E0B1D" w:rsidRDefault="008867CD" w:rsidP="008867CD">
      <w:pPr>
        <w:pStyle w:val="libNormal"/>
        <w:rPr>
          <w:rtl/>
        </w:rPr>
      </w:pPr>
      <w:r w:rsidRPr="007E0B1D">
        <w:rPr>
          <w:rtl/>
        </w:rPr>
        <w:t>للمولى محمّد تقي بن مقصود علي المجلسي.</w:t>
      </w:r>
    </w:p>
    <w:p w:rsidR="008867CD" w:rsidRPr="007E0B1D" w:rsidRDefault="008867CD" w:rsidP="008867CD">
      <w:pPr>
        <w:pStyle w:val="libNormal"/>
        <w:rPr>
          <w:rtl/>
        </w:rPr>
      </w:pPr>
      <w:r w:rsidRPr="007E0B1D">
        <w:rPr>
          <w:rtl/>
        </w:rPr>
        <w:t>المطبعة العلمية</w:t>
      </w:r>
      <w:r w:rsidR="00D8054C">
        <w:rPr>
          <w:rtl/>
        </w:rPr>
        <w:t xml:space="preserve"> - </w:t>
      </w:r>
      <w:r w:rsidRPr="007E0B1D">
        <w:rPr>
          <w:rtl/>
        </w:rPr>
        <w:t>قم.</w:t>
      </w:r>
    </w:p>
    <w:p w:rsidR="008867CD" w:rsidRPr="007E0B1D" w:rsidRDefault="008867CD" w:rsidP="008867CD">
      <w:pPr>
        <w:pStyle w:val="libNormal"/>
        <w:rPr>
          <w:rtl/>
        </w:rPr>
      </w:pPr>
      <w:r w:rsidRPr="007E0B1D">
        <w:rPr>
          <w:rtl/>
        </w:rPr>
        <w:t>118</w:t>
      </w:r>
      <w:r w:rsidR="00D8054C">
        <w:rPr>
          <w:rtl/>
        </w:rPr>
        <w:t xml:space="preserve"> - </w:t>
      </w:r>
      <w:r w:rsidRPr="007E0B1D">
        <w:rPr>
          <w:rtl/>
        </w:rPr>
        <w:t xml:space="preserve">رياحين الشريعة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للشيخ ذبيح الله المحلاتي.</w:t>
      </w:r>
    </w:p>
    <w:p w:rsidR="008867CD" w:rsidRPr="007E0B1D" w:rsidRDefault="008867CD" w:rsidP="008867CD">
      <w:pPr>
        <w:pStyle w:val="libNormal"/>
        <w:rPr>
          <w:rtl/>
        </w:rPr>
      </w:pPr>
      <w:r w:rsidRPr="007E0B1D">
        <w:rPr>
          <w:rtl/>
        </w:rPr>
        <w:t>دار الكتب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119</w:t>
      </w:r>
      <w:r w:rsidR="00D8054C">
        <w:rPr>
          <w:rtl/>
        </w:rPr>
        <w:t xml:space="preserve"> - </w:t>
      </w:r>
      <w:r w:rsidRPr="007E0B1D">
        <w:rPr>
          <w:rtl/>
        </w:rPr>
        <w:t>رياض العلماء.</w:t>
      </w:r>
    </w:p>
    <w:p w:rsidR="008867CD" w:rsidRPr="007E0B1D" w:rsidRDefault="008867CD" w:rsidP="008867CD">
      <w:pPr>
        <w:pStyle w:val="libNormal"/>
        <w:rPr>
          <w:rtl/>
        </w:rPr>
      </w:pPr>
      <w:r w:rsidRPr="007E0B1D">
        <w:rPr>
          <w:rtl/>
        </w:rPr>
        <w:t>للميرزا عبد الله أفندي الاصبهاني.</w:t>
      </w:r>
    </w:p>
    <w:p w:rsidR="008867CD" w:rsidRPr="007E0B1D" w:rsidRDefault="008867CD" w:rsidP="008867CD">
      <w:pPr>
        <w:pStyle w:val="libNormal"/>
        <w:rPr>
          <w:rtl/>
        </w:rPr>
      </w:pPr>
      <w:r w:rsidRPr="007E0B1D">
        <w:rPr>
          <w:rtl/>
        </w:rPr>
        <w:t>باهتمام السيد محمود المرعشي</w:t>
      </w:r>
      <w:r w:rsidR="00D8054C">
        <w:rPr>
          <w:rtl/>
        </w:rPr>
        <w:t xml:space="preserve"> - </w:t>
      </w:r>
      <w:r w:rsidRPr="007E0B1D">
        <w:rPr>
          <w:rtl/>
        </w:rPr>
        <w:t>مطبعة الخيام</w:t>
      </w:r>
      <w:r w:rsidR="00D8054C">
        <w:rPr>
          <w:rtl/>
        </w:rPr>
        <w:t xml:space="preserve"> - </w:t>
      </w:r>
      <w:r w:rsidRPr="007E0B1D">
        <w:rPr>
          <w:rtl/>
        </w:rPr>
        <w:t>قم.</w:t>
      </w:r>
    </w:p>
    <w:p w:rsidR="008867CD" w:rsidRPr="007E0B1D" w:rsidRDefault="008867CD" w:rsidP="008867CD">
      <w:pPr>
        <w:pStyle w:val="libNormal"/>
        <w:rPr>
          <w:rtl/>
        </w:rPr>
      </w:pPr>
      <w:r w:rsidRPr="007E0B1D">
        <w:rPr>
          <w:rtl/>
        </w:rPr>
        <w:t>120</w:t>
      </w:r>
      <w:r w:rsidR="00D8054C">
        <w:rPr>
          <w:rtl/>
        </w:rPr>
        <w:t xml:space="preserve"> - </w:t>
      </w:r>
      <w:r w:rsidRPr="007E0B1D">
        <w:rPr>
          <w:rtl/>
        </w:rPr>
        <w:t xml:space="preserve">ريحانة الأدب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لميرزا محمد علي مدرس.</w:t>
      </w:r>
    </w:p>
    <w:p w:rsidR="008867CD" w:rsidRPr="007E0B1D" w:rsidRDefault="008867CD" w:rsidP="008867CD">
      <w:pPr>
        <w:pStyle w:val="libNormal"/>
        <w:rPr>
          <w:rtl/>
        </w:rPr>
      </w:pPr>
      <w:r w:rsidRPr="007E0B1D">
        <w:rPr>
          <w:rtl/>
        </w:rPr>
        <w:t>الطبعة الثالثة</w:t>
      </w:r>
      <w:r w:rsidR="00D8054C">
        <w:rPr>
          <w:rtl/>
        </w:rPr>
        <w:t xml:space="preserve"> - </w:t>
      </w:r>
      <w:r w:rsidRPr="007E0B1D">
        <w:rPr>
          <w:rtl/>
        </w:rPr>
        <w:t>چاپخانه شفق</w:t>
      </w:r>
      <w:r w:rsidR="00D8054C">
        <w:rPr>
          <w:rtl/>
        </w:rPr>
        <w:t xml:space="preserve"> - </w:t>
      </w:r>
      <w:r w:rsidRPr="007E0B1D">
        <w:rPr>
          <w:rtl/>
        </w:rPr>
        <w:t>تبريز.</w:t>
      </w:r>
    </w:p>
    <w:p w:rsidR="008867CD" w:rsidRPr="007E0B1D" w:rsidRDefault="008867CD" w:rsidP="008867CD">
      <w:pPr>
        <w:pStyle w:val="libNormal"/>
        <w:rPr>
          <w:rtl/>
        </w:rPr>
      </w:pPr>
      <w:r w:rsidRPr="007E0B1D">
        <w:rPr>
          <w:rtl/>
        </w:rPr>
        <w:t>121</w:t>
      </w:r>
      <w:r w:rsidR="00D8054C">
        <w:rPr>
          <w:rtl/>
        </w:rPr>
        <w:t xml:space="preserve"> - </w:t>
      </w:r>
      <w:r w:rsidRPr="007E0B1D">
        <w:rPr>
          <w:rtl/>
        </w:rPr>
        <w:t>زهر الآداب.</w:t>
      </w:r>
    </w:p>
    <w:p w:rsidR="008867CD" w:rsidRPr="007E0B1D" w:rsidRDefault="008867CD" w:rsidP="008867CD">
      <w:pPr>
        <w:pStyle w:val="libNormal"/>
        <w:rPr>
          <w:rtl/>
        </w:rPr>
      </w:pPr>
      <w:r w:rsidRPr="007E0B1D">
        <w:rPr>
          <w:rtl/>
        </w:rPr>
        <w:t>لأبي اسحاق ابراهيم بن علي القيرواني.</w:t>
      </w:r>
    </w:p>
    <w:p w:rsidR="008867CD" w:rsidRPr="007E0B1D" w:rsidRDefault="008867CD" w:rsidP="008867CD">
      <w:pPr>
        <w:pStyle w:val="libNormal"/>
        <w:rPr>
          <w:rtl/>
        </w:rPr>
      </w:pPr>
      <w:r w:rsidRPr="007E0B1D">
        <w:rPr>
          <w:rtl/>
        </w:rPr>
        <w:t>دار احياء الكتب العربية</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122</w:t>
      </w:r>
      <w:r w:rsidR="00D8054C">
        <w:rPr>
          <w:rtl/>
        </w:rPr>
        <w:t xml:space="preserve"> - </w:t>
      </w:r>
      <w:r w:rsidRPr="007E0B1D">
        <w:rPr>
          <w:rtl/>
        </w:rPr>
        <w:t>السرائر.</w:t>
      </w:r>
    </w:p>
    <w:p w:rsidR="008867CD" w:rsidRPr="007E0B1D" w:rsidRDefault="008867CD" w:rsidP="008867CD">
      <w:pPr>
        <w:pStyle w:val="libNormal"/>
        <w:rPr>
          <w:rtl/>
        </w:rPr>
      </w:pPr>
      <w:r w:rsidRPr="007E0B1D">
        <w:rPr>
          <w:rtl/>
        </w:rPr>
        <w:t>لأبي عبد الله محمّد بن ادريس العجلي الحلي.</w:t>
      </w:r>
    </w:p>
    <w:p w:rsidR="008867CD" w:rsidRPr="007E0B1D" w:rsidRDefault="008867CD" w:rsidP="008867CD">
      <w:pPr>
        <w:pStyle w:val="libNormal"/>
        <w:rPr>
          <w:rtl/>
        </w:rPr>
      </w:pPr>
      <w:r w:rsidRPr="007E0B1D">
        <w:rPr>
          <w:rtl/>
        </w:rPr>
        <w:t>انتشارات المعارف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123</w:t>
      </w:r>
      <w:r w:rsidR="00D8054C">
        <w:rPr>
          <w:rtl/>
        </w:rPr>
        <w:t xml:space="preserve"> - </w:t>
      </w:r>
      <w:r w:rsidRPr="007E0B1D">
        <w:rPr>
          <w:rtl/>
        </w:rPr>
        <w:t>سفينة البحار.</w:t>
      </w:r>
    </w:p>
    <w:p w:rsidR="008867CD" w:rsidRPr="007E0B1D" w:rsidRDefault="008867CD" w:rsidP="008867CD">
      <w:pPr>
        <w:pStyle w:val="libNormal"/>
        <w:rPr>
          <w:rtl/>
        </w:rPr>
      </w:pPr>
      <w:r w:rsidRPr="007E0B1D">
        <w:rPr>
          <w:rtl/>
        </w:rPr>
        <w:t>للشيخ عباس القمي.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دار التعارف</w:t>
      </w:r>
      <w:r w:rsidR="00D8054C">
        <w:rPr>
          <w:rtl/>
        </w:rPr>
        <w:t xml:space="preserve"> - </w:t>
      </w:r>
      <w:r w:rsidRPr="007E0B1D">
        <w:rPr>
          <w:rtl/>
        </w:rPr>
        <w:t>بيروت.</w:t>
      </w:r>
    </w:p>
    <w:p w:rsidR="008867CD" w:rsidRPr="007E0B1D" w:rsidRDefault="008867CD" w:rsidP="008867CD">
      <w:pPr>
        <w:pStyle w:val="libNormal"/>
        <w:rPr>
          <w:rtl/>
        </w:rPr>
      </w:pPr>
      <w:r w:rsidRPr="007E0B1D">
        <w:rPr>
          <w:rtl/>
        </w:rPr>
        <w:t>124</w:t>
      </w:r>
      <w:r w:rsidR="00D8054C">
        <w:rPr>
          <w:rtl/>
        </w:rPr>
        <w:t xml:space="preserve"> - </w:t>
      </w:r>
      <w:r w:rsidRPr="007E0B1D">
        <w:rPr>
          <w:rtl/>
        </w:rPr>
        <w:t>سير أعلام النبلاء.</w:t>
      </w:r>
    </w:p>
    <w:p w:rsidR="008867CD" w:rsidRPr="007E0B1D" w:rsidRDefault="008867CD" w:rsidP="008867CD">
      <w:pPr>
        <w:pStyle w:val="libNormal"/>
        <w:rPr>
          <w:rtl/>
        </w:rPr>
      </w:pPr>
      <w:r w:rsidRPr="007E0B1D">
        <w:rPr>
          <w:rtl/>
        </w:rPr>
        <w:t>لأبي عبد الله شمس الدين محمّد بن أحمد بن عثمان الذهبي.</w:t>
      </w:r>
    </w:p>
    <w:p w:rsidR="008867CD" w:rsidRPr="007E0B1D" w:rsidRDefault="008867CD" w:rsidP="008867CD">
      <w:pPr>
        <w:pStyle w:val="libNormal"/>
        <w:rPr>
          <w:rtl/>
        </w:rPr>
      </w:pPr>
      <w:r w:rsidRPr="007E0B1D">
        <w:rPr>
          <w:rtl/>
        </w:rPr>
        <w:t>مؤسسة الرسالة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125</w:t>
      </w:r>
      <w:r w:rsidR="00D8054C">
        <w:rPr>
          <w:rtl/>
        </w:rPr>
        <w:t xml:space="preserve"> - </w:t>
      </w:r>
      <w:r w:rsidRPr="007E0B1D">
        <w:rPr>
          <w:rtl/>
        </w:rPr>
        <w:t xml:space="preserve">شد الازار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لأبي القاسم معين الدين جنيد الشيرازي.</w:t>
      </w:r>
    </w:p>
    <w:p w:rsidR="008867CD" w:rsidRPr="007E0B1D" w:rsidRDefault="008867CD" w:rsidP="008867CD">
      <w:pPr>
        <w:pStyle w:val="libNormal"/>
        <w:rPr>
          <w:rtl/>
        </w:rPr>
      </w:pPr>
      <w:r w:rsidRPr="007E0B1D">
        <w:rPr>
          <w:rtl/>
        </w:rPr>
        <w:t>چاپخانه مجلس</w:t>
      </w:r>
      <w:r w:rsidR="00D8054C">
        <w:rPr>
          <w:rtl/>
        </w:rPr>
        <w:t xml:space="preserve"> - </w:t>
      </w:r>
      <w:r w:rsidRPr="007E0B1D">
        <w:rPr>
          <w:rtl/>
        </w:rPr>
        <w:t>طهران.</w:t>
      </w:r>
    </w:p>
    <w:p w:rsidR="008867CD" w:rsidRPr="007E0B1D" w:rsidRDefault="008867CD" w:rsidP="008867CD">
      <w:pPr>
        <w:pStyle w:val="libNormal"/>
        <w:rPr>
          <w:rtl/>
        </w:rPr>
      </w:pPr>
      <w:r w:rsidRPr="007E0B1D">
        <w:rPr>
          <w:rtl/>
        </w:rPr>
        <w:t>126</w:t>
      </w:r>
      <w:r w:rsidR="00D8054C">
        <w:rPr>
          <w:rtl/>
        </w:rPr>
        <w:t xml:space="preserve"> - </w:t>
      </w:r>
      <w:r w:rsidRPr="007E0B1D">
        <w:rPr>
          <w:rtl/>
        </w:rPr>
        <w:t>شذرات الذهب.</w:t>
      </w:r>
    </w:p>
    <w:p w:rsidR="008867CD" w:rsidRPr="007E0B1D" w:rsidRDefault="008867CD" w:rsidP="008867CD">
      <w:pPr>
        <w:pStyle w:val="libNormal"/>
        <w:rPr>
          <w:rtl/>
        </w:rPr>
      </w:pPr>
      <w:r w:rsidRPr="007E0B1D">
        <w:rPr>
          <w:rtl/>
        </w:rPr>
        <w:t>لأبي الفلاح عبد الحي بن العماد الحنبلي.</w:t>
      </w:r>
    </w:p>
    <w:p w:rsidR="008867CD" w:rsidRPr="007E0B1D" w:rsidRDefault="008867CD" w:rsidP="008867CD">
      <w:pPr>
        <w:pStyle w:val="libNormal"/>
        <w:rPr>
          <w:rtl/>
        </w:rPr>
      </w:pPr>
      <w:r w:rsidRPr="007E0B1D">
        <w:rPr>
          <w:rtl/>
        </w:rPr>
        <w:t>دار الآفاق الجديدة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127</w:t>
      </w:r>
      <w:r w:rsidR="00D8054C">
        <w:rPr>
          <w:rtl/>
        </w:rPr>
        <w:t xml:space="preserve"> - </w:t>
      </w:r>
      <w:r w:rsidRPr="007E0B1D">
        <w:rPr>
          <w:rtl/>
        </w:rPr>
        <w:t>شرح مشيخة التهذيب.</w:t>
      </w:r>
    </w:p>
    <w:p w:rsidR="008867CD" w:rsidRPr="007E0B1D" w:rsidRDefault="008867CD" w:rsidP="008867CD">
      <w:pPr>
        <w:pStyle w:val="libNormal"/>
        <w:rPr>
          <w:rtl/>
        </w:rPr>
      </w:pPr>
      <w:r w:rsidRPr="007E0B1D">
        <w:rPr>
          <w:rtl/>
        </w:rPr>
        <w:t>للسيد حسن الموسوي الخرسان.</w:t>
      </w:r>
    </w:p>
    <w:p w:rsidR="008867CD" w:rsidRPr="007E0B1D" w:rsidRDefault="008867CD" w:rsidP="008867CD">
      <w:pPr>
        <w:pStyle w:val="libNormal"/>
        <w:rPr>
          <w:rtl/>
        </w:rPr>
      </w:pPr>
      <w:r w:rsidRPr="007E0B1D">
        <w:rPr>
          <w:rtl/>
        </w:rPr>
        <w:t>دار الكتب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128</w:t>
      </w:r>
      <w:r w:rsidR="00D8054C">
        <w:rPr>
          <w:rtl/>
        </w:rPr>
        <w:t xml:space="preserve"> - </w:t>
      </w:r>
      <w:r w:rsidRPr="007E0B1D">
        <w:rPr>
          <w:rtl/>
        </w:rPr>
        <w:t>شرح مشيخة الفقيه.</w:t>
      </w:r>
    </w:p>
    <w:p w:rsidR="008867CD" w:rsidRPr="007E0B1D" w:rsidRDefault="008867CD" w:rsidP="008867CD">
      <w:pPr>
        <w:pStyle w:val="libNormal"/>
        <w:rPr>
          <w:rtl/>
        </w:rPr>
      </w:pPr>
      <w:r w:rsidRPr="007E0B1D">
        <w:rPr>
          <w:rtl/>
        </w:rPr>
        <w:t>للسيد حسن الموسوي الخرسان.</w:t>
      </w:r>
    </w:p>
    <w:p w:rsidR="008867CD" w:rsidRPr="007E0B1D" w:rsidRDefault="008867CD" w:rsidP="008867CD">
      <w:pPr>
        <w:pStyle w:val="libNormal"/>
        <w:rPr>
          <w:rtl/>
        </w:rPr>
      </w:pPr>
      <w:r w:rsidRPr="007E0B1D">
        <w:rPr>
          <w:rtl/>
        </w:rPr>
        <w:t>دار الكتب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129</w:t>
      </w:r>
      <w:r w:rsidR="00D8054C">
        <w:rPr>
          <w:rtl/>
        </w:rPr>
        <w:t xml:space="preserve"> - </w:t>
      </w:r>
      <w:r w:rsidRPr="007E0B1D">
        <w:rPr>
          <w:rtl/>
        </w:rPr>
        <w:t>شعر دعبل.</w:t>
      </w:r>
    </w:p>
    <w:p w:rsidR="008867CD" w:rsidRPr="007E0B1D" w:rsidRDefault="008867CD" w:rsidP="008867CD">
      <w:pPr>
        <w:pStyle w:val="libNormal"/>
        <w:rPr>
          <w:rtl/>
        </w:rPr>
      </w:pPr>
      <w:r w:rsidRPr="007E0B1D">
        <w:rPr>
          <w:rtl/>
        </w:rPr>
        <w:t>لعبد الكريم الأشتر.</w:t>
      </w:r>
    </w:p>
    <w:p w:rsidR="008867CD" w:rsidRPr="007E0B1D" w:rsidRDefault="008867CD" w:rsidP="008867CD">
      <w:pPr>
        <w:pStyle w:val="libNormal"/>
        <w:rPr>
          <w:rtl/>
        </w:rPr>
      </w:pPr>
      <w:r w:rsidRPr="007E0B1D">
        <w:rPr>
          <w:rtl/>
        </w:rPr>
        <w:t>مجمع اللغة العربية</w:t>
      </w:r>
      <w:r w:rsidR="00D8054C">
        <w:rPr>
          <w:rtl/>
        </w:rPr>
        <w:t xml:space="preserve"> - </w:t>
      </w:r>
      <w:r w:rsidRPr="007E0B1D">
        <w:rPr>
          <w:rtl/>
        </w:rPr>
        <w:t>دمشق.</w:t>
      </w:r>
    </w:p>
    <w:p w:rsidR="008867CD" w:rsidRPr="007E0B1D" w:rsidRDefault="008867CD" w:rsidP="008867CD">
      <w:pPr>
        <w:pStyle w:val="libNormal"/>
        <w:rPr>
          <w:rtl/>
        </w:rPr>
      </w:pPr>
      <w:r w:rsidRPr="007E0B1D">
        <w:rPr>
          <w:rtl/>
        </w:rPr>
        <w:t>130</w:t>
      </w:r>
      <w:r w:rsidR="00D8054C">
        <w:rPr>
          <w:rtl/>
        </w:rPr>
        <w:t xml:space="preserve"> - </w:t>
      </w:r>
      <w:r w:rsidRPr="007E0B1D">
        <w:rPr>
          <w:rtl/>
        </w:rPr>
        <w:t>الشعر والشعراء.</w:t>
      </w:r>
    </w:p>
    <w:p w:rsidR="008867CD" w:rsidRPr="007E0B1D" w:rsidRDefault="008867CD" w:rsidP="008867CD">
      <w:pPr>
        <w:pStyle w:val="libNormal"/>
        <w:rPr>
          <w:rtl/>
        </w:rPr>
      </w:pPr>
      <w:r w:rsidRPr="007E0B1D">
        <w:rPr>
          <w:rtl/>
        </w:rPr>
        <w:t>لعبد الكريم بن مسلم بن قتيبة.</w:t>
      </w:r>
    </w:p>
    <w:p w:rsidR="008867CD" w:rsidRPr="007E0B1D" w:rsidRDefault="008867CD" w:rsidP="008867CD">
      <w:pPr>
        <w:pStyle w:val="libNormal"/>
        <w:rPr>
          <w:rtl/>
        </w:rPr>
      </w:pPr>
      <w:r w:rsidRPr="007E0B1D">
        <w:rPr>
          <w:rtl/>
        </w:rPr>
        <w:t>عالم الكتب</w:t>
      </w:r>
      <w:r w:rsidR="00D8054C">
        <w:rPr>
          <w:rtl/>
        </w:rPr>
        <w:t xml:space="preserve"> - </w:t>
      </w:r>
      <w:r w:rsidRPr="007E0B1D">
        <w:rPr>
          <w:rtl/>
        </w:rPr>
        <w:t>بيروت.</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131</w:t>
      </w:r>
      <w:r w:rsidR="00D8054C">
        <w:rPr>
          <w:rtl/>
        </w:rPr>
        <w:t xml:space="preserve"> - </w:t>
      </w:r>
      <w:r w:rsidRPr="007E0B1D">
        <w:rPr>
          <w:rtl/>
        </w:rPr>
        <w:t>الشعر والشعراء في العصر العباسي.</w:t>
      </w:r>
    </w:p>
    <w:p w:rsidR="008867CD" w:rsidRPr="007E0B1D" w:rsidRDefault="008867CD" w:rsidP="008867CD">
      <w:pPr>
        <w:pStyle w:val="libNormal"/>
        <w:rPr>
          <w:rtl/>
        </w:rPr>
      </w:pPr>
      <w:r w:rsidRPr="007E0B1D">
        <w:rPr>
          <w:rtl/>
        </w:rPr>
        <w:t>للدكتور مصطفى الشكعة.</w:t>
      </w:r>
    </w:p>
    <w:p w:rsidR="008867CD" w:rsidRPr="007E0B1D" w:rsidRDefault="008867CD" w:rsidP="008867CD">
      <w:pPr>
        <w:pStyle w:val="libNormal"/>
        <w:rPr>
          <w:rtl/>
        </w:rPr>
      </w:pPr>
      <w:r w:rsidRPr="007E0B1D">
        <w:rPr>
          <w:rtl/>
        </w:rPr>
        <w:t>دار العلم للملايين</w:t>
      </w:r>
      <w:r w:rsidR="00D8054C">
        <w:rPr>
          <w:rtl/>
        </w:rPr>
        <w:t xml:space="preserve"> - </w:t>
      </w:r>
      <w:r w:rsidRPr="007E0B1D">
        <w:rPr>
          <w:rtl/>
        </w:rPr>
        <w:t>بيروت.</w:t>
      </w:r>
    </w:p>
    <w:p w:rsidR="008867CD" w:rsidRPr="007E0B1D" w:rsidRDefault="008867CD" w:rsidP="008867CD">
      <w:pPr>
        <w:pStyle w:val="libNormal"/>
        <w:rPr>
          <w:rtl/>
        </w:rPr>
      </w:pPr>
      <w:r w:rsidRPr="007E0B1D">
        <w:rPr>
          <w:rtl/>
        </w:rPr>
        <w:t>132</w:t>
      </w:r>
      <w:r w:rsidR="00D8054C">
        <w:rPr>
          <w:rtl/>
        </w:rPr>
        <w:t xml:space="preserve"> - </w:t>
      </w:r>
      <w:r w:rsidRPr="007E0B1D">
        <w:rPr>
          <w:rtl/>
        </w:rPr>
        <w:t>الشيعة والحاكون.</w:t>
      </w:r>
    </w:p>
    <w:p w:rsidR="008867CD" w:rsidRPr="007E0B1D" w:rsidRDefault="008867CD" w:rsidP="008867CD">
      <w:pPr>
        <w:pStyle w:val="libNormal"/>
        <w:rPr>
          <w:rtl/>
        </w:rPr>
      </w:pPr>
      <w:r w:rsidRPr="007E0B1D">
        <w:rPr>
          <w:rtl/>
        </w:rPr>
        <w:t>لمحمّد جواد مغنية.</w:t>
      </w:r>
    </w:p>
    <w:p w:rsidR="008867CD" w:rsidRPr="007E0B1D" w:rsidRDefault="008867CD" w:rsidP="008867CD">
      <w:pPr>
        <w:pStyle w:val="libNormal"/>
        <w:rPr>
          <w:rtl/>
        </w:rPr>
      </w:pPr>
      <w:r w:rsidRPr="007E0B1D">
        <w:rPr>
          <w:rtl/>
        </w:rPr>
        <w:t>دار الهلال ودار الجواد</w:t>
      </w:r>
      <w:r w:rsidR="00D8054C">
        <w:rPr>
          <w:rtl/>
        </w:rPr>
        <w:t xml:space="preserve"> - </w:t>
      </w:r>
      <w:r w:rsidRPr="007E0B1D">
        <w:rPr>
          <w:rtl/>
        </w:rPr>
        <w:t>بيروت.</w:t>
      </w:r>
    </w:p>
    <w:p w:rsidR="008867CD" w:rsidRPr="007E0B1D" w:rsidRDefault="008867CD" w:rsidP="008867CD">
      <w:pPr>
        <w:pStyle w:val="libNormal"/>
        <w:rPr>
          <w:rtl/>
        </w:rPr>
      </w:pPr>
      <w:r w:rsidRPr="007E0B1D">
        <w:rPr>
          <w:rtl/>
        </w:rPr>
        <w:t>133</w:t>
      </w:r>
      <w:r w:rsidR="00D8054C">
        <w:rPr>
          <w:rtl/>
        </w:rPr>
        <w:t xml:space="preserve"> - </w:t>
      </w:r>
      <w:r w:rsidRPr="007E0B1D">
        <w:rPr>
          <w:rtl/>
        </w:rPr>
        <w:t>صفوة الصفوة.</w:t>
      </w:r>
    </w:p>
    <w:p w:rsidR="008867CD" w:rsidRPr="007E0B1D" w:rsidRDefault="008867CD" w:rsidP="008867CD">
      <w:pPr>
        <w:pStyle w:val="libNormal"/>
        <w:rPr>
          <w:rtl/>
        </w:rPr>
      </w:pPr>
      <w:r w:rsidRPr="007E0B1D">
        <w:rPr>
          <w:rtl/>
        </w:rPr>
        <w:t>لأبي الفرج عبد الرحمن بن علي الجوزي.</w:t>
      </w:r>
    </w:p>
    <w:p w:rsidR="008867CD" w:rsidRPr="007E0B1D" w:rsidRDefault="008867CD" w:rsidP="008867CD">
      <w:pPr>
        <w:pStyle w:val="libNormal"/>
        <w:rPr>
          <w:rtl/>
        </w:rPr>
      </w:pPr>
      <w:r w:rsidRPr="007E0B1D">
        <w:rPr>
          <w:rtl/>
        </w:rPr>
        <w:t>دائرة المعارف</w:t>
      </w:r>
      <w:r w:rsidR="00D8054C">
        <w:rPr>
          <w:rtl/>
        </w:rPr>
        <w:t xml:space="preserve"> - </w:t>
      </w:r>
      <w:r w:rsidRPr="007E0B1D">
        <w:rPr>
          <w:rtl/>
        </w:rPr>
        <w:t>حيدرآباد</w:t>
      </w:r>
      <w:r w:rsidR="00D8054C">
        <w:rPr>
          <w:rtl/>
        </w:rPr>
        <w:t xml:space="preserve"> - </w:t>
      </w:r>
      <w:r w:rsidRPr="007E0B1D">
        <w:rPr>
          <w:rtl/>
        </w:rPr>
        <w:t>الهند.</w:t>
      </w:r>
    </w:p>
    <w:p w:rsidR="008867CD" w:rsidRPr="007E0B1D" w:rsidRDefault="008867CD" w:rsidP="008867CD">
      <w:pPr>
        <w:pStyle w:val="libNormal"/>
        <w:rPr>
          <w:rtl/>
        </w:rPr>
      </w:pPr>
      <w:r w:rsidRPr="007E0B1D">
        <w:rPr>
          <w:rtl/>
        </w:rPr>
        <w:t>134</w:t>
      </w:r>
      <w:r w:rsidR="00D8054C">
        <w:rPr>
          <w:rtl/>
        </w:rPr>
        <w:t xml:space="preserve"> - </w:t>
      </w:r>
      <w:r w:rsidRPr="007E0B1D">
        <w:rPr>
          <w:rtl/>
        </w:rPr>
        <w:t>الضعفاء.</w:t>
      </w:r>
    </w:p>
    <w:p w:rsidR="008867CD" w:rsidRPr="007E0B1D" w:rsidRDefault="008867CD" w:rsidP="008867CD">
      <w:pPr>
        <w:pStyle w:val="libNormal"/>
        <w:rPr>
          <w:rtl/>
        </w:rPr>
      </w:pPr>
      <w:r w:rsidRPr="007E0B1D">
        <w:rPr>
          <w:rtl/>
        </w:rPr>
        <w:t>لأبي نعيم أحمد بن عبد الله الاصبهاني.</w:t>
      </w:r>
    </w:p>
    <w:p w:rsidR="008867CD" w:rsidRPr="007E0B1D" w:rsidRDefault="008867CD" w:rsidP="008867CD">
      <w:pPr>
        <w:pStyle w:val="libNormal"/>
        <w:rPr>
          <w:rtl/>
        </w:rPr>
      </w:pPr>
      <w:r w:rsidRPr="007E0B1D">
        <w:rPr>
          <w:rtl/>
        </w:rPr>
        <w:t>دار الثقافة</w:t>
      </w:r>
      <w:r w:rsidR="00D8054C">
        <w:rPr>
          <w:rtl/>
        </w:rPr>
        <w:t xml:space="preserve"> - </w:t>
      </w:r>
      <w:r w:rsidRPr="007E0B1D">
        <w:rPr>
          <w:rtl/>
        </w:rPr>
        <w:t>الدار البيضاء.</w:t>
      </w:r>
    </w:p>
    <w:p w:rsidR="008867CD" w:rsidRPr="007E0B1D" w:rsidRDefault="008867CD" w:rsidP="008867CD">
      <w:pPr>
        <w:pStyle w:val="libNormal"/>
        <w:rPr>
          <w:rtl/>
        </w:rPr>
      </w:pPr>
      <w:r w:rsidRPr="007E0B1D">
        <w:rPr>
          <w:rtl/>
        </w:rPr>
        <w:t>135</w:t>
      </w:r>
      <w:r w:rsidR="00D8054C">
        <w:rPr>
          <w:rtl/>
        </w:rPr>
        <w:t xml:space="preserve"> - </w:t>
      </w:r>
      <w:r w:rsidRPr="007E0B1D">
        <w:rPr>
          <w:rtl/>
        </w:rPr>
        <w:t>الضعفاء الكبير.</w:t>
      </w:r>
    </w:p>
    <w:p w:rsidR="008867CD" w:rsidRPr="007E0B1D" w:rsidRDefault="008867CD" w:rsidP="008867CD">
      <w:pPr>
        <w:pStyle w:val="libNormal"/>
        <w:rPr>
          <w:rtl/>
        </w:rPr>
      </w:pPr>
      <w:r w:rsidRPr="007E0B1D">
        <w:rPr>
          <w:rtl/>
        </w:rPr>
        <w:t>لأبي جعفر محمّد بن عمرو العقيلي.</w:t>
      </w:r>
    </w:p>
    <w:p w:rsidR="008867CD" w:rsidRPr="007E0B1D" w:rsidRDefault="008867CD" w:rsidP="008867CD">
      <w:pPr>
        <w:pStyle w:val="libNormal"/>
        <w:rPr>
          <w:rtl/>
        </w:rPr>
      </w:pPr>
      <w:r w:rsidRPr="007E0B1D">
        <w:rPr>
          <w:rtl/>
        </w:rPr>
        <w:t>دار المكتبة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136</w:t>
      </w:r>
      <w:r w:rsidR="00D8054C">
        <w:rPr>
          <w:rtl/>
        </w:rPr>
        <w:t xml:space="preserve"> - </w:t>
      </w:r>
      <w:r w:rsidRPr="007E0B1D">
        <w:rPr>
          <w:rtl/>
        </w:rPr>
        <w:t>الضعفاء والمتروكين.</w:t>
      </w:r>
    </w:p>
    <w:p w:rsidR="008867CD" w:rsidRPr="007E0B1D" w:rsidRDefault="008867CD" w:rsidP="008867CD">
      <w:pPr>
        <w:pStyle w:val="libNormal"/>
        <w:rPr>
          <w:rtl/>
        </w:rPr>
      </w:pPr>
      <w:r w:rsidRPr="007E0B1D">
        <w:rPr>
          <w:rtl/>
        </w:rPr>
        <w:t>لأبي الفرج عبد الرحمن بن علي الجوزي.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137</w:t>
      </w:r>
      <w:r w:rsidR="00D8054C">
        <w:rPr>
          <w:rtl/>
        </w:rPr>
        <w:t xml:space="preserve"> - </w:t>
      </w:r>
      <w:r w:rsidRPr="007E0B1D">
        <w:rPr>
          <w:rtl/>
        </w:rPr>
        <w:t>الضعفاء والمتروكين.</w:t>
      </w:r>
    </w:p>
    <w:p w:rsidR="008867CD" w:rsidRPr="007E0B1D" w:rsidRDefault="008867CD" w:rsidP="008867CD">
      <w:pPr>
        <w:pStyle w:val="libNormal"/>
        <w:rPr>
          <w:rtl/>
        </w:rPr>
      </w:pPr>
      <w:r w:rsidRPr="007E0B1D">
        <w:rPr>
          <w:rtl/>
        </w:rPr>
        <w:t>لأبي الحسن علي بن عمر الدار قطني البغدادي.</w:t>
      </w:r>
    </w:p>
    <w:p w:rsidR="008867CD" w:rsidRPr="007E0B1D" w:rsidRDefault="008867CD" w:rsidP="008867CD">
      <w:pPr>
        <w:pStyle w:val="libNormal"/>
        <w:rPr>
          <w:rtl/>
        </w:rPr>
      </w:pPr>
      <w:r w:rsidRPr="007E0B1D">
        <w:rPr>
          <w:rtl/>
        </w:rPr>
        <w:t>مؤسسة الرسالة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138</w:t>
      </w:r>
      <w:r w:rsidR="00D8054C">
        <w:rPr>
          <w:rtl/>
        </w:rPr>
        <w:t xml:space="preserve"> - </w:t>
      </w:r>
      <w:r w:rsidRPr="007E0B1D">
        <w:rPr>
          <w:rtl/>
        </w:rPr>
        <w:t xml:space="preserve">طب الأئمة </w:t>
      </w:r>
      <w:r w:rsidR="00D8054C" w:rsidRPr="00D8054C">
        <w:rPr>
          <w:rStyle w:val="libAlaemChar"/>
          <w:rtl/>
        </w:rPr>
        <w:t>عليهم‌السلام</w:t>
      </w:r>
      <w:r w:rsidRPr="007E0B1D">
        <w:rPr>
          <w:rtl/>
        </w:rPr>
        <w:t>.</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رواية عبد الله الزيات والحسين بن بسطام.</w:t>
      </w:r>
    </w:p>
    <w:p w:rsidR="008867CD" w:rsidRPr="007E0B1D" w:rsidRDefault="008867CD" w:rsidP="008867CD">
      <w:pPr>
        <w:pStyle w:val="libNormal"/>
        <w:rPr>
          <w:rtl/>
        </w:rPr>
      </w:pPr>
      <w:r w:rsidRPr="007E0B1D">
        <w:rPr>
          <w:rtl/>
        </w:rPr>
        <w:t>المطبعة الحيدرية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139</w:t>
      </w:r>
      <w:r w:rsidR="00D8054C">
        <w:rPr>
          <w:rtl/>
        </w:rPr>
        <w:t xml:space="preserve"> - </w:t>
      </w:r>
      <w:r w:rsidRPr="007E0B1D">
        <w:rPr>
          <w:rtl/>
        </w:rPr>
        <w:t>الطبقات.</w:t>
      </w:r>
    </w:p>
    <w:p w:rsidR="008867CD" w:rsidRPr="007E0B1D" w:rsidRDefault="008867CD" w:rsidP="008867CD">
      <w:pPr>
        <w:pStyle w:val="libNormal"/>
        <w:rPr>
          <w:rtl/>
        </w:rPr>
      </w:pPr>
      <w:r w:rsidRPr="007E0B1D">
        <w:rPr>
          <w:rtl/>
        </w:rPr>
        <w:t>لخليفة بن خياط.</w:t>
      </w:r>
    </w:p>
    <w:p w:rsidR="008867CD" w:rsidRPr="007E0B1D" w:rsidRDefault="008867CD" w:rsidP="008867CD">
      <w:pPr>
        <w:pStyle w:val="libNormal"/>
        <w:rPr>
          <w:rtl/>
        </w:rPr>
      </w:pPr>
      <w:r w:rsidRPr="007E0B1D">
        <w:rPr>
          <w:rtl/>
        </w:rPr>
        <w:t>مطبعة العاني</w:t>
      </w:r>
      <w:r w:rsidR="00D8054C">
        <w:rPr>
          <w:rtl/>
        </w:rPr>
        <w:t xml:space="preserve"> - </w:t>
      </w:r>
      <w:r w:rsidRPr="007E0B1D">
        <w:rPr>
          <w:rtl/>
        </w:rPr>
        <w:t>بغداد.</w:t>
      </w:r>
    </w:p>
    <w:p w:rsidR="008867CD" w:rsidRPr="007E0B1D" w:rsidRDefault="008867CD" w:rsidP="008867CD">
      <w:pPr>
        <w:pStyle w:val="libNormal"/>
        <w:rPr>
          <w:rtl/>
        </w:rPr>
      </w:pPr>
      <w:r w:rsidRPr="007E0B1D">
        <w:rPr>
          <w:rtl/>
        </w:rPr>
        <w:t>140</w:t>
      </w:r>
      <w:r w:rsidR="00D8054C">
        <w:rPr>
          <w:rtl/>
        </w:rPr>
        <w:t xml:space="preserve"> - </w:t>
      </w:r>
      <w:r w:rsidRPr="007E0B1D">
        <w:rPr>
          <w:rtl/>
        </w:rPr>
        <w:t>طبقات الأولياء.</w:t>
      </w:r>
    </w:p>
    <w:p w:rsidR="008867CD" w:rsidRPr="007E0B1D" w:rsidRDefault="008867CD" w:rsidP="008867CD">
      <w:pPr>
        <w:pStyle w:val="libNormal"/>
        <w:rPr>
          <w:rtl/>
        </w:rPr>
      </w:pPr>
      <w:r w:rsidRPr="007E0B1D">
        <w:rPr>
          <w:rtl/>
        </w:rPr>
        <w:t>لأبي حفص سراج الدين عمر بن علي المصري</w:t>
      </w:r>
      <w:r w:rsidR="00D8054C">
        <w:rPr>
          <w:rtl/>
        </w:rPr>
        <w:t>،</w:t>
      </w:r>
      <w:r w:rsidRPr="007E0B1D">
        <w:rPr>
          <w:rtl/>
        </w:rPr>
        <w:t xml:space="preserve"> ابن الملقن.</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141</w:t>
      </w:r>
      <w:r w:rsidR="00D8054C">
        <w:rPr>
          <w:rtl/>
        </w:rPr>
        <w:t xml:space="preserve"> - </w:t>
      </w:r>
      <w:r w:rsidRPr="007E0B1D">
        <w:rPr>
          <w:rtl/>
        </w:rPr>
        <w:t>طبقات الحفاظ.</w:t>
      </w:r>
    </w:p>
    <w:p w:rsidR="008867CD" w:rsidRPr="007E0B1D" w:rsidRDefault="008867CD" w:rsidP="008867CD">
      <w:pPr>
        <w:pStyle w:val="libNormal"/>
        <w:rPr>
          <w:rtl/>
        </w:rPr>
      </w:pPr>
      <w:r w:rsidRPr="007E0B1D">
        <w:rPr>
          <w:rtl/>
        </w:rPr>
        <w:t>لجلال الدين عبد الرحمن بن أبي بكر السيوطي.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142</w:t>
      </w:r>
      <w:r w:rsidR="00D8054C">
        <w:rPr>
          <w:rtl/>
        </w:rPr>
        <w:t xml:space="preserve"> - </w:t>
      </w:r>
      <w:r w:rsidRPr="007E0B1D">
        <w:rPr>
          <w:rtl/>
        </w:rPr>
        <w:t>طبقات الحنابلة.</w:t>
      </w:r>
    </w:p>
    <w:p w:rsidR="008867CD" w:rsidRPr="007E0B1D" w:rsidRDefault="008867CD" w:rsidP="008867CD">
      <w:pPr>
        <w:pStyle w:val="libNormal"/>
        <w:rPr>
          <w:rtl/>
        </w:rPr>
      </w:pPr>
      <w:r w:rsidRPr="007E0B1D">
        <w:rPr>
          <w:rtl/>
        </w:rPr>
        <w:t>لأبي الحسين محمّد بن أبي يعلى.</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143</w:t>
      </w:r>
      <w:r w:rsidR="00D8054C">
        <w:rPr>
          <w:rtl/>
        </w:rPr>
        <w:t xml:space="preserve"> - </w:t>
      </w:r>
      <w:r w:rsidRPr="007E0B1D">
        <w:rPr>
          <w:rtl/>
        </w:rPr>
        <w:t>طبقات الزبيدي.</w:t>
      </w:r>
    </w:p>
    <w:p w:rsidR="008867CD" w:rsidRPr="007E0B1D" w:rsidRDefault="008867CD" w:rsidP="008867CD">
      <w:pPr>
        <w:pStyle w:val="libNormal"/>
        <w:rPr>
          <w:rtl/>
        </w:rPr>
      </w:pPr>
      <w:r w:rsidRPr="007E0B1D">
        <w:rPr>
          <w:rtl/>
        </w:rPr>
        <w:t>لأبي بكر محمّد بن حسن الزبيدي.</w:t>
      </w:r>
    </w:p>
    <w:p w:rsidR="008867CD" w:rsidRDefault="008867CD" w:rsidP="008867CD">
      <w:pPr>
        <w:pStyle w:val="libNormal"/>
        <w:rPr>
          <w:rFonts w:hint="cs"/>
          <w:rtl/>
        </w:rPr>
      </w:pPr>
      <w:r w:rsidRPr="007E0B1D">
        <w:rPr>
          <w:rtl/>
        </w:rPr>
        <w:t>طبع القاهرة سنة 1373 ه‍</w:t>
      </w:r>
    </w:p>
    <w:p w:rsidR="008867CD" w:rsidRPr="007E0B1D" w:rsidRDefault="008867CD" w:rsidP="008867CD">
      <w:pPr>
        <w:pStyle w:val="libNormal"/>
        <w:rPr>
          <w:rtl/>
        </w:rPr>
      </w:pPr>
      <w:r w:rsidRPr="007E0B1D">
        <w:rPr>
          <w:rtl/>
        </w:rPr>
        <w:t>144</w:t>
      </w:r>
      <w:r w:rsidR="00D8054C">
        <w:rPr>
          <w:rtl/>
        </w:rPr>
        <w:t xml:space="preserve"> - </w:t>
      </w:r>
      <w:r w:rsidRPr="007E0B1D">
        <w:rPr>
          <w:rtl/>
        </w:rPr>
        <w:t>طبقات الشعراء.</w:t>
      </w:r>
    </w:p>
    <w:p w:rsidR="008867CD" w:rsidRPr="007E0B1D" w:rsidRDefault="008867CD" w:rsidP="008867CD">
      <w:pPr>
        <w:pStyle w:val="libNormal"/>
        <w:rPr>
          <w:rtl/>
        </w:rPr>
      </w:pPr>
      <w:r w:rsidRPr="007E0B1D">
        <w:rPr>
          <w:rtl/>
        </w:rPr>
        <w:t>لعبد الله بن المعتز.</w:t>
      </w:r>
    </w:p>
    <w:p w:rsidR="008867CD" w:rsidRPr="007E0B1D" w:rsidRDefault="008867CD" w:rsidP="008867CD">
      <w:pPr>
        <w:pStyle w:val="libNormal"/>
        <w:rPr>
          <w:rtl/>
        </w:rPr>
      </w:pPr>
      <w:r w:rsidRPr="007E0B1D">
        <w:rPr>
          <w:rtl/>
        </w:rPr>
        <w:t>دار المعارف</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145</w:t>
      </w:r>
      <w:r w:rsidR="00D8054C">
        <w:rPr>
          <w:rtl/>
        </w:rPr>
        <w:t xml:space="preserve"> - </w:t>
      </w:r>
      <w:r w:rsidRPr="007E0B1D">
        <w:rPr>
          <w:rtl/>
        </w:rPr>
        <w:t xml:space="preserve">طبقات الصوفية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للخواجه عبد الله أنصاري هروي.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انتشارات توس</w:t>
      </w:r>
      <w:r w:rsidR="00D8054C">
        <w:rPr>
          <w:rtl/>
        </w:rPr>
        <w:t xml:space="preserve"> - </w:t>
      </w:r>
      <w:r w:rsidRPr="007E0B1D">
        <w:rPr>
          <w:rtl/>
        </w:rPr>
        <w:t>طهران.</w:t>
      </w:r>
    </w:p>
    <w:p w:rsidR="008867CD" w:rsidRPr="007E0B1D" w:rsidRDefault="008867CD" w:rsidP="008867CD">
      <w:pPr>
        <w:pStyle w:val="libNormal"/>
        <w:rPr>
          <w:rtl/>
        </w:rPr>
      </w:pPr>
      <w:r w:rsidRPr="007E0B1D">
        <w:rPr>
          <w:rtl/>
        </w:rPr>
        <w:t>146</w:t>
      </w:r>
      <w:r w:rsidR="00D8054C">
        <w:rPr>
          <w:rtl/>
        </w:rPr>
        <w:t xml:space="preserve"> - </w:t>
      </w:r>
      <w:r w:rsidRPr="007E0B1D">
        <w:rPr>
          <w:rtl/>
        </w:rPr>
        <w:t>طبقات الصوفية.</w:t>
      </w:r>
    </w:p>
    <w:p w:rsidR="008867CD" w:rsidRPr="007E0B1D" w:rsidRDefault="008867CD" w:rsidP="008867CD">
      <w:pPr>
        <w:pStyle w:val="libNormal"/>
        <w:rPr>
          <w:rtl/>
        </w:rPr>
      </w:pPr>
      <w:r w:rsidRPr="007E0B1D">
        <w:rPr>
          <w:rtl/>
        </w:rPr>
        <w:t>لأبي عبد الرحمن محمّد بن حسين السلمي النيسابوري.</w:t>
      </w:r>
    </w:p>
    <w:p w:rsidR="008867CD" w:rsidRDefault="008867CD" w:rsidP="008867CD">
      <w:pPr>
        <w:pStyle w:val="libNormal"/>
        <w:rPr>
          <w:rFonts w:hint="cs"/>
          <w:rtl/>
        </w:rPr>
      </w:pPr>
      <w:r w:rsidRPr="007E0B1D">
        <w:rPr>
          <w:rtl/>
        </w:rPr>
        <w:t>طبع القاهرة سنة 1372 ه‍</w:t>
      </w:r>
    </w:p>
    <w:p w:rsidR="008867CD" w:rsidRPr="007E0B1D" w:rsidRDefault="008867CD" w:rsidP="008867CD">
      <w:pPr>
        <w:pStyle w:val="libNormal"/>
        <w:rPr>
          <w:rtl/>
        </w:rPr>
      </w:pPr>
      <w:r w:rsidRPr="007E0B1D">
        <w:rPr>
          <w:rtl/>
        </w:rPr>
        <w:t>147</w:t>
      </w:r>
      <w:r w:rsidR="00D8054C">
        <w:rPr>
          <w:rtl/>
        </w:rPr>
        <w:t xml:space="preserve"> - </w:t>
      </w:r>
      <w:r w:rsidRPr="007E0B1D">
        <w:rPr>
          <w:rtl/>
        </w:rPr>
        <w:t>الطبقات الكبرى.</w:t>
      </w:r>
    </w:p>
    <w:p w:rsidR="008867CD" w:rsidRPr="007E0B1D" w:rsidRDefault="008867CD" w:rsidP="008867CD">
      <w:pPr>
        <w:pStyle w:val="libNormal"/>
        <w:rPr>
          <w:rtl/>
        </w:rPr>
      </w:pPr>
      <w:r w:rsidRPr="007E0B1D">
        <w:rPr>
          <w:rtl/>
        </w:rPr>
        <w:t>لأبي المواهب عبد الوهاب بن أحمد الشعراني.</w:t>
      </w:r>
    </w:p>
    <w:p w:rsidR="008867CD" w:rsidRPr="007E0B1D" w:rsidRDefault="008867CD" w:rsidP="008867CD">
      <w:pPr>
        <w:pStyle w:val="libNormal"/>
        <w:rPr>
          <w:rtl/>
        </w:rPr>
      </w:pPr>
      <w:r w:rsidRPr="007E0B1D">
        <w:rPr>
          <w:rtl/>
        </w:rPr>
        <w:t>دار العلم للجميع</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148</w:t>
      </w:r>
      <w:r w:rsidR="00D8054C">
        <w:rPr>
          <w:rtl/>
        </w:rPr>
        <w:t xml:space="preserve"> - </w:t>
      </w:r>
      <w:r w:rsidRPr="007E0B1D">
        <w:rPr>
          <w:rtl/>
        </w:rPr>
        <w:t>الطبقات الكبرى.</w:t>
      </w:r>
    </w:p>
    <w:p w:rsidR="008867CD" w:rsidRPr="007E0B1D" w:rsidRDefault="008867CD" w:rsidP="008867CD">
      <w:pPr>
        <w:pStyle w:val="libNormal"/>
        <w:rPr>
          <w:rtl/>
        </w:rPr>
      </w:pPr>
      <w:r w:rsidRPr="007E0B1D">
        <w:rPr>
          <w:rtl/>
        </w:rPr>
        <w:t>لأبي عبد الله محمّد بن سعد الزهري</w:t>
      </w:r>
      <w:r w:rsidR="00D8054C">
        <w:rPr>
          <w:rtl/>
        </w:rPr>
        <w:t>،</w:t>
      </w:r>
      <w:r w:rsidRPr="007E0B1D">
        <w:rPr>
          <w:rtl/>
        </w:rPr>
        <w:t xml:space="preserve"> البصري</w:t>
      </w:r>
      <w:r w:rsidR="00D8054C">
        <w:rPr>
          <w:rtl/>
        </w:rPr>
        <w:t>،</w:t>
      </w:r>
      <w:r w:rsidRPr="007E0B1D">
        <w:rPr>
          <w:rtl/>
        </w:rPr>
        <w:t xml:space="preserve"> ابن سعد.</w:t>
      </w:r>
    </w:p>
    <w:p w:rsidR="008867CD" w:rsidRPr="007E0B1D" w:rsidRDefault="008867CD" w:rsidP="008867CD">
      <w:pPr>
        <w:pStyle w:val="libNormal"/>
        <w:rPr>
          <w:rtl/>
        </w:rPr>
      </w:pPr>
      <w:r w:rsidRPr="007E0B1D">
        <w:rPr>
          <w:rtl/>
        </w:rPr>
        <w:t>دار صادر ودار بيروت</w:t>
      </w:r>
      <w:r w:rsidR="00D8054C">
        <w:rPr>
          <w:rtl/>
        </w:rPr>
        <w:t xml:space="preserve"> - </w:t>
      </w:r>
      <w:r w:rsidRPr="007E0B1D">
        <w:rPr>
          <w:rtl/>
        </w:rPr>
        <w:t>بيروت.</w:t>
      </w:r>
    </w:p>
    <w:p w:rsidR="008867CD" w:rsidRPr="007E0B1D" w:rsidRDefault="008867CD" w:rsidP="008867CD">
      <w:pPr>
        <w:pStyle w:val="libNormal"/>
        <w:rPr>
          <w:rtl/>
        </w:rPr>
      </w:pPr>
      <w:r w:rsidRPr="007E0B1D">
        <w:rPr>
          <w:rtl/>
        </w:rPr>
        <w:t>149</w:t>
      </w:r>
      <w:r w:rsidR="00D8054C">
        <w:rPr>
          <w:rtl/>
        </w:rPr>
        <w:t xml:space="preserve"> - </w:t>
      </w:r>
      <w:r w:rsidRPr="007E0B1D">
        <w:rPr>
          <w:rtl/>
        </w:rPr>
        <w:t>طبقات المفسرين.</w:t>
      </w:r>
    </w:p>
    <w:p w:rsidR="008867CD" w:rsidRPr="007E0B1D" w:rsidRDefault="008867CD" w:rsidP="008867CD">
      <w:pPr>
        <w:pStyle w:val="libNormal"/>
        <w:rPr>
          <w:rtl/>
        </w:rPr>
      </w:pPr>
      <w:r w:rsidRPr="007E0B1D">
        <w:rPr>
          <w:rtl/>
        </w:rPr>
        <w:t>لشمس الدين محمّد بن علي الداوري.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Bold1"/>
        <w:rPr>
          <w:rtl/>
        </w:rPr>
      </w:pPr>
      <w:r w:rsidRPr="007E0B1D">
        <w:rPr>
          <w:rtl/>
        </w:rPr>
        <w:t>طبقات النحويين واللغويين</w:t>
      </w:r>
      <w:r>
        <w:rPr>
          <w:rFonts w:hint="cs"/>
          <w:rtl/>
        </w:rPr>
        <w:t xml:space="preserve"> =</w:t>
      </w:r>
      <w:r w:rsidRPr="007E0B1D">
        <w:rPr>
          <w:rtl/>
        </w:rPr>
        <w:t xml:space="preserve"> طبقات الزبيدي.</w:t>
      </w:r>
    </w:p>
    <w:p w:rsidR="008867CD" w:rsidRPr="007E0B1D" w:rsidRDefault="008867CD" w:rsidP="008867CD">
      <w:pPr>
        <w:pStyle w:val="libNormal"/>
        <w:rPr>
          <w:rtl/>
        </w:rPr>
      </w:pPr>
      <w:r w:rsidRPr="007E0B1D">
        <w:rPr>
          <w:rtl/>
        </w:rPr>
        <w:t>150</w:t>
      </w:r>
      <w:r w:rsidR="00D8054C">
        <w:rPr>
          <w:rtl/>
        </w:rPr>
        <w:t xml:space="preserve"> - </w:t>
      </w:r>
      <w:r w:rsidRPr="007E0B1D">
        <w:rPr>
          <w:rtl/>
        </w:rPr>
        <w:t>طرائف المقال.</w:t>
      </w:r>
    </w:p>
    <w:p w:rsidR="008867CD" w:rsidRPr="007E0B1D" w:rsidRDefault="008867CD" w:rsidP="008867CD">
      <w:pPr>
        <w:pStyle w:val="libNormal"/>
        <w:rPr>
          <w:rtl/>
        </w:rPr>
      </w:pPr>
      <w:r w:rsidRPr="007E0B1D">
        <w:rPr>
          <w:rtl/>
        </w:rPr>
        <w:t>للسيد علي أصغر الجابلقي البروجردي.</w:t>
      </w:r>
    </w:p>
    <w:p w:rsidR="008867CD" w:rsidRPr="007E0B1D" w:rsidRDefault="008867CD" w:rsidP="008867CD">
      <w:pPr>
        <w:pStyle w:val="libNormal"/>
        <w:rPr>
          <w:rtl/>
        </w:rPr>
      </w:pPr>
      <w:r w:rsidRPr="007E0B1D">
        <w:rPr>
          <w:rtl/>
        </w:rPr>
        <w:t>منشورات 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151</w:t>
      </w:r>
      <w:r w:rsidR="00D8054C">
        <w:rPr>
          <w:rtl/>
        </w:rPr>
        <w:t xml:space="preserve"> - </w:t>
      </w:r>
      <w:r w:rsidRPr="007E0B1D">
        <w:rPr>
          <w:rtl/>
        </w:rPr>
        <w:t>العبر في خبر من غبر.</w:t>
      </w:r>
    </w:p>
    <w:p w:rsidR="008867CD" w:rsidRPr="007E0B1D" w:rsidRDefault="008867CD" w:rsidP="008867CD">
      <w:pPr>
        <w:pStyle w:val="libNormal"/>
        <w:rPr>
          <w:rtl/>
        </w:rPr>
      </w:pPr>
      <w:r w:rsidRPr="007E0B1D">
        <w:rPr>
          <w:rtl/>
        </w:rPr>
        <w:t>لأبي عبد الله شمس الدين محمّد بن أحمد الذهبي.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Bold1"/>
        <w:rPr>
          <w:rtl/>
        </w:rPr>
      </w:pPr>
      <w:r w:rsidRPr="007E0B1D">
        <w:rPr>
          <w:rtl/>
        </w:rPr>
        <w:t>العبر وديوان المبتدأ والخبر</w:t>
      </w:r>
      <w:r>
        <w:rPr>
          <w:rFonts w:hint="cs"/>
          <w:rtl/>
        </w:rPr>
        <w:t xml:space="preserve"> =</w:t>
      </w:r>
      <w:r w:rsidRPr="007E0B1D">
        <w:rPr>
          <w:rtl/>
        </w:rPr>
        <w:t xml:space="preserve"> تاريخ ابن خلدون.</w:t>
      </w:r>
    </w:p>
    <w:p w:rsidR="008867CD" w:rsidRPr="007E0B1D" w:rsidRDefault="008867CD" w:rsidP="008867CD">
      <w:pPr>
        <w:pStyle w:val="libNormal"/>
        <w:rPr>
          <w:rtl/>
        </w:rPr>
      </w:pPr>
      <w:r w:rsidRPr="007E0B1D">
        <w:rPr>
          <w:rtl/>
        </w:rPr>
        <w:t>152</w:t>
      </w:r>
      <w:r w:rsidR="00D8054C">
        <w:rPr>
          <w:rtl/>
        </w:rPr>
        <w:t xml:space="preserve"> - </w:t>
      </w:r>
      <w:r w:rsidRPr="007E0B1D">
        <w:rPr>
          <w:rtl/>
        </w:rPr>
        <w:t>العقد الفريد.</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لأبي عمر أحمد بن محمّد بن عبد ربه القرطبي الاندلسي</w:t>
      </w:r>
      <w:r w:rsidR="00D8054C">
        <w:rPr>
          <w:rtl/>
        </w:rPr>
        <w:t>،</w:t>
      </w:r>
      <w:r w:rsidRPr="007E0B1D">
        <w:rPr>
          <w:rtl/>
        </w:rPr>
        <w:t xml:space="preserve"> ابن عبد ربه.</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153</w:t>
      </w:r>
      <w:r w:rsidR="00D8054C">
        <w:rPr>
          <w:rtl/>
        </w:rPr>
        <w:t xml:space="preserve"> - </w:t>
      </w:r>
      <w:r w:rsidRPr="007E0B1D">
        <w:rPr>
          <w:rtl/>
        </w:rPr>
        <w:t>علل الشرائع.</w:t>
      </w:r>
    </w:p>
    <w:p w:rsidR="008867CD" w:rsidRPr="007E0B1D" w:rsidRDefault="008867CD" w:rsidP="008867CD">
      <w:pPr>
        <w:pStyle w:val="libNormal"/>
        <w:rPr>
          <w:rtl/>
        </w:rPr>
      </w:pPr>
      <w:r w:rsidRPr="007E0B1D">
        <w:rPr>
          <w:rtl/>
        </w:rPr>
        <w:t>للشيخ أبي جعفر محمّد بن علي بن الحسين بن بابويه القمي</w:t>
      </w:r>
      <w:r w:rsidR="00D8054C">
        <w:rPr>
          <w:rtl/>
        </w:rPr>
        <w:t>،</w:t>
      </w:r>
      <w:r w:rsidRPr="007E0B1D">
        <w:rPr>
          <w:rtl/>
        </w:rPr>
        <w:t xml:space="preserve"> الشيخ الصدوق.</w:t>
      </w:r>
    </w:p>
    <w:p w:rsidR="008867CD" w:rsidRPr="007E0B1D" w:rsidRDefault="008867CD" w:rsidP="008867CD">
      <w:pPr>
        <w:pStyle w:val="libNormal"/>
        <w:rPr>
          <w:rtl/>
        </w:rPr>
      </w:pPr>
      <w:r w:rsidRPr="007E0B1D">
        <w:rPr>
          <w:rtl/>
        </w:rPr>
        <w:t>المكتبة الحيدرية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154</w:t>
      </w:r>
      <w:r w:rsidR="00D8054C">
        <w:rPr>
          <w:rtl/>
        </w:rPr>
        <w:t xml:space="preserve"> - </w:t>
      </w:r>
      <w:r w:rsidRPr="007E0B1D">
        <w:rPr>
          <w:rtl/>
        </w:rPr>
        <w:t>عمدة المطالب.</w:t>
      </w:r>
    </w:p>
    <w:p w:rsidR="008867CD" w:rsidRPr="007E0B1D" w:rsidRDefault="008867CD" w:rsidP="008867CD">
      <w:pPr>
        <w:pStyle w:val="libNormal"/>
        <w:rPr>
          <w:rtl/>
        </w:rPr>
      </w:pPr>
      <w:r w:rsidRPr="007E0B1D">
        <w:rPr>
          <w:rtl/>
        </w:rPr>
        <w:t>للسيد جمال الدين أحمد بن علي الحسني</w:t>
      </w:r>
      <w:r w:rsidR="00D8054C">
        <w:rPr>
          <w:rtl/>
        </w:rPr>
        <w:t>،</w:t>
      </w:r>
      <w:r w:rsidRPr="007E0B1D">
        <w:rPr>
          <w:rtl/>
        </w:rPr>
        <w:t xml:space="preserve"> ابن عنبة.</w:t>
      </w:r>
    </w:p>
    <w:p w:rsidR="008867CD" w:rsidRPr="007E0B1D" w:rsidRDefault="008867CD" w:rsidP="008867CD">
      <w:pPr>
        <w:pStyle w:val="libNormal"/>
        <w:rPr>
          <w:rtl/>
        </w:rPr>
      </w:pPr>
      <w:r w:rsidRPr="007E0B1D">
        <w:rPr>
          <w:rtl/>
        </w:rPr>
        <w:t>المكتبة الحيدرية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155</w:t>
      </w:r>
      <w:r w:rsidR="00D8054C">
        <w:rPr>
          <w:rtl/>
        </w:rPr>
        <w:t xml:space="preserve"> - </w:t>
      </w:r>
      <w:r w:rsidRPr="007E0B1D">
        <w:rPr>
          <w:rtl/>
        </w:rPr>
        <w:t>العندبيل.</w:t>
      </w:r>
    </w:p>
    <w:p w:rsidR="008867CD" w:rsidRPr="007E0B1D" w:rsidRDefault="008867CD" w:rsidP="008867CD">
      <w:pPr>
        <w:pStyle w:val="libNormal"/>
        <w:rPr>
          <w:rtl/>
        </w:rPr>
      </w:pPr>
      <w:r w:rsidRPr="007E0B1D">
        <w:rPr>
          <w:rtl/>
        </w:rPr>
        <w:t>للسيد محمّد حسين الرضوي الكاشاني.</w:t>
      </w:r>
    </w:p>
    <w:p w:rsidR="008867CD" w:rsidRPr="007E0B1D" w:rsidRDefault="008867CD" w:rsidP="008867CD">
      <w:pPr>
        <w:pStyle w:val="libNormal"/>
        <w:rPr>
          <w:rtl/>
        </w:rPr>
      </w:pPr>
      <w:r w:rsidRPr="007E0B1D">
        <w:rPr>
          <w:rtl/>
        </w:rPr>
        <w:t>مطبعة شركة طبع الكتاب</w:t>
      </w:r>
      <w:r w:rsidR="00D8054C">
        <w:rPr>
          <w:rtl/>
        </w:rPr>
        <w:t xml:space="preserve"> - </w:t>
      </w:r>
      <w:r w:rsidRPr="007E0B1D">
        <w:rPr>
          <w:rtl/>
        </w:rPr>
        <w:t>طهران.</w:t>
      </w:r>
    </w:p>
    <w:p w:rsidR="008867CD" w:rsidRPr="007E0B1D" w:rsidRDefault="008867CD" w:rsidP="008867CD">
      <w:pPr>
        <w:pStyle w:val="libNormal"/>
        <w:rPr>
          <w:rtl/>
        </w:rPr>
      </w:pPr>
      <w:r w:rsidRPr="007E0B1D">
        <w:rPr>
          <w:rtl/>
        </w:rPr>
        <w:t>156</w:t>
      </w:r>
      <w:r w:rsidR="00D8054C">
        <w:rPr>
          <w:rtl/>
        </w:rPr>
        <w:t xml:space="preserve"> - </w:t>
      </w:r>
      <w:r w:rsidRPr="007E0B1D">
        <w:rPr>
          <w:rtl/>
        </w:rPr>
        <w:t xml:space="preserve">عيون أخبار الرضا </w:t>
      </w:r>
      <w:r w:rsidR="00D8054C" w:rsidRPr="00D8054C">
        <w:rPr>
          <w:rStyle w:val="libAlaemChar"/>
          <w:rtl/>
        </w:rPr>
        <w:t>عليه‌السلام</w:t>
      </w:r>
      <w:r w:rsidRPr="007E0B1D">
        <w:rPr>
          <w:rtl/>
        </w:rPr>
        <w:t>.</w:t>
      </w:r>
    </w:p>
    <w:p w:rsidR="008867CD" w:rsidRPr="007E0B1D" w:rsidRDefault="008867CD" w:rsidP="008867CD">
      <w:pPr>
        <w:pStyle w:val="libNormal"/>
        <w:rPr>
          <w:rtl/>
        </w:rPr>
      </w:pPr>
      <w:r w:rsidRPr="007E0B1D">
        <w:rPr>
          <w:rtl/>
        </w:rPr>
        <w:t>للشيخ أبي جعفر محمّد بن علي بن الحسين بن بابويه القمي</w:t>
      </w:r>
      <w:r w:rsidR="00D8054C">
        <w:rPr>
          <w:rtl/>
        </w:rPr>
        <w:t>،</w:t>
      </w:r>
      <w:r w:rsidRPr="007E0B1D">
        <w:rPr>
          <w:rtl/>
        </w:rPr>
        <w:t xml:space="preserve"> الشيخ الصدوق.</w:t>
      </w:r>
    </w:p>
    <w:p w:rsidR="008867CD" w:rsidRPr="007E0B1D" w:rsidRDefault="008867CD" w:rsidP="008867CD">
      <w:pPr>
        <w:pStyle w:val="libNormal"/>
        <w:rPr>
          <w:rtl/>
        </w:rPr>
      </w:pPr>
      <w:r w:rsidRPr="007E0B1D">
        <w:rPr>
          <w:rtl/>
        </w:rPr>
        <w:t>نشر رضا مشهدي</w:t>
      </w:r>
      <w:r w:rsidR="00D8054C">
        <w:rPr>
          <w:rtl/>
        </w:rPr>
        <w:t xml:space="preserve"> - </w:t>
      </w:r>
      <w:r w:rsidRPr="007E0B1D">
        <w:rPr>
          <w:rtl/>
        </w:rPr>
        <w:t>قم.</w:t>
      </w:r>
    </w:p>
    <w:p w:rsidR="008867CD" w:rsidRPr="007E0B1D" w:rsidRDefault="008867CD" w:rsidP="008867CD">
      <w:pPr>
        <w:pStyle w:val="libNormal"/>
        <w:rPr>
          <w:rtl/>
        </w:rPr>
      </w:pPr>
      <w:r w:rsidRPr="007E0B1D">
        <w:rPr>
          <w:rtl/>
        </w:rPr>
        <w:t>157</w:t>
      </w:r>
      <w:r w:rsidR="00D8054C">
        <w:rPr>
          <w:rtl/>
        </w:rPr>
        <w:t xml:space="preserve"> - </w:t>
      </w:r>
      <w:r w:rsidRPr="007E0B1D">
        <w:rPr>
          <w:rtl/>
        </w:rPr>
        <w:t>الغدير.</w:t>
      </w:r>
    </w:p>
    <w:p w:rsidR="008867CD" w:rsidRPr="007E0B1D" w:rsidRDefault="008867CD" w:rsidP="008867CD">
      <w:pPr>
        <w:pStyle w:val="libNormal"/>
        <w:rPr>
          <w:rtl/>
        </w:rPr>
      </w:pPr>
      <w:r w:rsidRPr="007E0B1D">
        <w:rPr>
          <w:rtl/>
        </w:rPr>
        <w:t>للشيخ عبد الحسين الأميني النجفي.</w:t>
      </w:r>
    </w:p>
    <w:p w:rsidR="008867CD" w:rsidRPr="007E0B1D" w:rsidRDefault="008867CD" w:rsidP="008867CD">
      <w:pPr>
        <w:pStyle w:val="libNormal"/>
        <w:rPr>
          <w:rtl/>
        </w:rPr>
      </w:pPr>
      <w:r w:rsidRPr="007E0B1D">
        <w:rPr>
          <w:rtl/>
        </w:rPr>
        <w:t>دار الكتاب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158</w:t>
      </w:r>
      <w:r w:rsidR="00D8054C">
        <w:rPr>
          <w:rtl/>
        </w:rPr>
        <w:t xml:space="preserve"> - </w:t>
      </w:r>
      <w:r w:rsidRPr="007E0B1D">
        <w:rPr>
          <w:rtl/>
        </w:rPr>
        <w:t>الغيبة.</w:t>
      </w:r>
    </w:p>
    <w:p w:rsidR="008867CD" w:rsidRPr="007E0B1D" w:rsidRDefault="008867CD" w:rsidP="008867CD">
      <w:pPr>
        <w:pStyle w:val="libNormal"/>
        <w:rPr>
          <w:rtl/>
        </w:rPr>
      </w:pPr>
      <w:r w:rsidRPr="007E0B1D">
        <w:rPr>
          <w:rtl/>
        </w:rPr>
        <w:t>للشيخ أبي عبد الله محمّد بن ابراهيم النعماني.</w:t>
      </w:r>
    </w:p>
    <w:p w:rsidR="008867CD" w:rsidRPr="007E0B1D" w:rsidRDefault="008867CD" w:rsidP="008867CD">
      <w:pPr>
        <w:pStyle w:val="libNormal"/>
        <w:rPr>
          <w:rtl/>
        </w:rPr>
      </w:pPr>
      <w:r w:rsidRPr="007E0B1D">
        <w:rPr>
          <w:rtl/>
        </w:rPr>
        <w:t>مكتبة الصدوق</w:t>
      </w:r>
      <w:r w:rsidR="00D8054C">
        <w:rPr>
          <w:rtl/>
        </w:rPr>
        <w:t xml:space="preserve"> - </w:t>
      </w:r>
      <w:r w:rsidRPr="007E0B1D">
        <w:rPr>
          <w:rtl/>
        </w:rPr>
        <w:t>طهران.</w:t>
      </w:r>
    </w:p>
    <w:p w:rsidR="008867CD" w:rsidRPr="007E0B1D" w:rsidRDefault="008867CD" w:rsidP="008867CD">
      <w:pPr>
        <w:pStyle w:val="libNormal"/>
        <w:rPr>
          <w:rtl/>
        </w:rPr>
      </w:pPr>
      <w:r w:rsidRPr="007E0B1D">
        <w:rPr>
          <w:rtl/>
        </w:rPr>
        <w:t>159</w:t>
      </w:r>
      <w:r w:rsidR="00D8054C">
        <w:rPr>
          <w:rtl/>
        </w:rPr>
        <w:t xml:space="preserve"> - </w:t>
      </w:r>
      <w:r w:rsidRPr="007E0B1D">
        <w:rPr>
          <w:rtl/>
        </w:rPr>
        <w:t>الغيبة.</w:t>
      </w:r>
    </w:p>
    <w:p w:rsidR="008867CD" w:rsidRPr="007E0B1D" w:rsidRDefault="008867CD" w:rsidP="008867CD">
      <w:pPr>
        <w:pStyle w:val="libNormal"/>
        <w:rPr>
          <w:rtl/>
        </w:rPr>
      </w:pPr>
      <w:r w:rsidRPr="007E0B1D">
        <w:rPr>
          <w:rtl/>
        </w:rPr>
        <w:t>للشيخ أبي جعفر محمّد بن الحسن الطوسي</w:t>
      </w:r>
      <w:r w:rsidR="00D8054C">
        <w:rPr>
          <w:rtl/>
        </w:rPr>
        <w:t>،</w:t>
      </w:r>
      <w:r w:rsidRPr="007E0B1D">
        <w:rPr>
          <w:rtl/>
        </w:rPr>
        <w:t xml:space="preserve"> شيخ الطائفة.</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مطبعة النعمان</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160</w:t>
      </w:r>
      <w:r w:rsidR="00D8054C">
        <w:rPr>
          <w:rtl/>
        </w:rPr>
        <w:t xml:space="preserve"> - </w:t>
      </w:r>
      <w:r w:rsidRPr="007E0B1D">
        <w:rPr>
          <w:rtl/>
        </w:rPr>
        <w:t>الفخري في الآداب السلطانية.</w:t>
      </w:r>
    </w:p>
    <w:p w:rsidR="008867CD" w:rsidRPr="007E0B1D" w:rsidRDefault="008867CD" w:rsidP="008867CD">
      <w:pPr>
        <w:pStyle w:val="libNormal"/>
        <w:rPr>
          <w:rtl/>
        </w:rPr>
      </w:pPr>
      <w:r w:rsidRPr="007E0B1D">
        <w:rPr>
          <w:rtl/>
        </w:rPr>
        <w:t>لمحمّد بن علي بن طباطبا</w:t>
      </w:r>
      <w:r w:rsidR="00D8054C">
        <w:rPr>
          <w:rtl/>
        </w:rPr>
        <w:t>،</w:t>
      </w:r>
      <w:r w:rsidRPr="007E0B1D">
        <w:rPr>
          <w:rtl/>
        </w:rPr>
        <w:t xml:space="preserve"> ابن الطقطقا.</w:t>
      </w:r>
    </w:p>
    <w:p w:rsidR="008867CD" w:rsidRPr="007E0B1D" w:rsidRDefault="008867CD" w:rsidP="008867CD">
      <w:pPr>
        <w:pStyle w:val="libNormal"/>
        <w:rPr>
          <w:rtl/>
        </w:rPr>
      </w:pPr>
      <w:r w:rsidRPr="007E0B1D">
        <w:rPr>
          <w:rtl/>
        </w:rPr>
        <w:t>دار بيروت للطباعة والنشر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161</w:t>
      </w:r>
      <w:r w:rsidR="00D8054C">
        <w:rPr>
          <w:rtl/>
        </w:rPr>
        <w:t xml:space="preserve"> - </w:t>
      </w:r>
      <w:r w:rsidRPr="007E0B1D">
        <w:rPr>
          <w:rtl/>
        </w:rPr>
        <w:t>الفخري في أنساب الطالبيين.</w:t>
      </w:r>
    </w:p>
    <w:p w:rsidR="008867CD" w:rsidRPr="007E0B1D" w:rsidRDefault="008867CD" w:rsidP="008867CD">
      <w:pPr>
        <w:pStyle w:val="libNormal"/>
        <w:rPr>
          <w:rtl/>
        </w:rPr>
      </w:pPr>
      <w:r w:rsidRPr="007E0B1D">
        <w:rPr>
          <w:rtl/>
        </w:rPr>
        <w:t>لأبي طالب عز الدين اسماعيل بن الحسين المروزي الأزورقاني.</w:t>
      </w:r>
    </w:p>
    <w:p w:rsidR="008867CD" w:rsidRPr="007E0B1D" w:rsidRDefault="008867CD" w:rsidP="008867CD">
      <w:pPr>
        <w:pStyle w:val="libNormal"/>
        <w:rPr>
          <w:rtl/>
        </w:rPr>
      </w:pPr>
      <w:r w:rsidRPr="007E0B1D">
        <w:rPr>
          <w:rtl/>
        </w:rPr>
        <w:t>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162</w:t>
      </w:r>
      <w:r w:rsidR="00D8054C">
        <w:rPr>
          <w:rtl/>
        </w:rPr>
        <w:t xml:space="preserve"> - </w:t>
      </w:r>
      <w:r w:rsidRPr="007E0B1D">
        <w:rPr>
          <w:rtl/>
        </w:rPr>
        <w:t>الفرق بين الفرق.</w:t>
      </w:r>
    </w:p>
    <w:p w:rsidR="008867CD" w:rsidRPr="007E0B1D" w:rsidRDefault="008867CD" w:rsidP="008867CD">
      <w:pPr>
        <w:pStyle w:val="libNormal"/>
        <w:rPr>
          <w:rtl/>
        </w:rPr>
      </w:pPr>
      <w:r w:rsidRPr="007E0B1D">
        <w:rPr>
          <w:rtl/>
        </w:rPr>
        <w:t>لعبد القاهر بن طاهر بن محمّد البغدادي الأسفراييني التميمي.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163</w:t>
      </w:r>
      <w:r w:rsidR="00D8054C">
        <w:rPr>
          <w:rtl/>
        </w:rPr>
        <w:t xml:space="preserve"> - </w:t>
      </w:r>
      <w:r w:rsidRPr="007E0B1D">
        <w:rPr>
          <w:rtl/>
        </w:rPr>
        <w:t>فرق الشيعة.</w:t>
      </w:r>
    </w:p>
    <w:p w:rsidR="008867CD" w:rsidRPr="007E0B1D" w:rsidRDefault="008867CD" w:rsidP="008867CD">
      <w:pPr>
        <w:pStyle w:val="libNormal"/>
        <w:rPr>
          <w:rtl/>
        </w:rPr>
      </w:pPr>
      <w:r w:rsidRPr="007E0B1D">
        <w:rPr>
          <w:rtl/>
        </w:rPr>
        <w:t>لأبي محمّد الحسن بن موسى النوبختي.</w:t>
      </w:r>
    </w:p>
    <w:p w:rsidR="008867CD" w:rsidRPr="007E0B1D" w:rsidRDefault="008867CD" w:rsidP="008867CD">
      <w:pPr>
        <w:pStyle w:val="libNormal"/>
        <w:rPr>
          <w:rtl/>
        </w:rPr>
      </w:pPr>
      <w:r w:rsidRPr="007E0B1D">
        <w:rPr>
          <w:rtl/>
        </w:rPr>
        <w:t>المكتبة المرتضوية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164</w:t>
      </w:r>
      <w:r w:rsidR="00D8054C">
        <w:rPr>
          <w:rtl/>
        </w:rPr>
        <w:t xml:space="preserve"> - </w:t>
      </w:r>
      <w:r w:rsidRPr="007E0B1D">
        <w:rPr>
          <w:rtl/>
        </w:rPr>
        <w:t xml:space="preserve">فرهنگ معين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للدكتور محمّد معين.</w:t>
      </w:r>
    </w:p>
    <w:p w:rsidR="008867CD" w:rsidRPr="007E0B1D" w:rsidRDefault="008867CD" w:rsidP="008867CD">
      <w:pPr>
        <w:pStyle w:val="libNormal"/>
        <w:rPr>
          <w:rtl/>
        </w:rPr>
      </w:pPr>
      <w:r w:rsidRPr="007E0B1D">
        <w:rPr>
          <w:rtl/>
        </w:rPr>
        <w:t>مؤسسة انتشارات أمير كبير</w:t>
      </w:r>
      <w:r w:rsidR="00D8054C">
        <w:rPr>
          <w:rtl/>
        </w:rPr>
        <w:t xml:space="preserve"> - </w:t>
      </w:r>
      <w:r w:rsidRPr="007E0B1D">
        <w:rPr>
          <w:rtl/>
        </w:rPr>
        <w:t>طهران.</w:t>
      </w:r>
    </w:p>
    <w:p w:rsidR="008867CD" w:rsidRPr="007E0B1D" w:rsidRDefault="008867CD" w:rsidP="008867CD">
      <w:pPr>
        <w:pStyle w:val="libNormal"/>
        <w:rPr>
          <w:rtl/>
        </w:rPr>
      </w:pPr>
      <w:r w:rsidRPr="007E0B1D">
        <w:rPr>
          <w:rtl/>
        </w:rPr>
        <w:t>165</w:t>
      </w:r>
      <w:r w:rsidR="00D8054C">
        <w:rPr>
          <w:rtl/>
        </w:rPr>
        <w:t xml:space="preserve"> - </w:t>
      </w:r>
      <w:r w:rsidRPr="007E0B1D">
        <w:rPr>
          <w:rtl/>
        </w:rPr>
        <w:t>الفصل في الملل والأهواء والنحل.</w:t>
      </w:r>
    </w:p>
    <w:p w:rsidR="008867CD" w:rsidRPr="007E0B1D" w:rsidRDefault="008867CD" w:rsidP="008867CD">
      <w:pPr>
        <w:pStyle w:val="libNormal"/>
        <w:rPr>
          <w:rtl/>
        </w:rPr>
      </w:pPr>
      <w:r w:rsidRPr="007E0B1D">
        <w:rPr>
          <w:rtl/>
        </w:rPr>
        <w:t>لأبي محمّد علي بن حزم الاندلسي الظاهري</w:t>
      </w:r>
      <w:r w:rsidR="00D8054C">
        <w:rPr>
          <w:rtl/>
        </w:rPr>
        <w:t>،</w:t>
      </w:r>
      <w:r w:rsidRPr="007E0B1D">
        <w:rPr>
          <w:rtl/>
        </w:rPr>
        <w:t xml:space="preserve"> ابن حزم.</w:t>
      </w:r>
    </w:p>
    <w:p w:rsidR="008867CD" w:rsidRPr="007E0B1D" w:rsidRDefault="008867CD" w:rsidP="008867CD">
      <w:pPr>
        <w:pStyle w:val="libNormal"/>
        <w:rPr>
          <w:rtl/>
        </w:rPr>
      </w:pPr>
      <w:r w:rsidRPr="007E0B1D">
        <w:rPr>
          <w:rtl/>
        </w:rPr>
        <w:t>مكتبة المثنى</w:t>
      </w:r>
      <w:r w:rsidR="00D8054C">
        <w:rPr>
          <w:rtl/>
        </w:rPr>
        <w:t xml:space="preserve"> - </w:t>
      </w:r>
      <w:r w:rsidRPr="007E0B1D">
        <w:rPr>
          <w:rtl/>
        </w:rPr>
        <w:t>بغداد.</w:t>
      </w:r>
    </w:p>
    <w:p w:rsidR="008867CD" w:rsidRPr="007E0B1D" w:rsidRDefault="008867CD" w:rsidP="008867CD">
      <w:pPr>
        <w:pStyle w:val="libNormal"/>
        <w:rPr>
          <w:rtl/>
        </w:rPr>
      </w:pPr>
      <w:r w:rsidRPr="007E0B1D">
        <w:rPr>
          <w:rtl/>
        </w:rPr>
        <w:t>166</w:t>
      </w:r>
      <w:r w:rsidR="00D8054C">
        <w:rPr>
          <w:rtl/>
        </w:rPr>
        <w:t xml:space="preserve"> - </w:t>
      </w:r>
      <w:r w:rsidRPr="007E0B1D">
        <w:rPr>
          <w:rtl/>
        </w:rPr>
        <w:t xml:space="preserve">الفصول الفخرية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لجمال الدين أحمد بن علي بن حسين بن عنبة الحسني.</w:t>
      </w:r>
    </w:p>
    <w:p w:rsidR="008867CD" w:rsidRPr="007E0B1D" w:rsidRDefault="008867CD" w:rsidP="008867CD">
      <w:pPr>
        <w:pStyle w:val="libNormal"/>
        <w:rPr>
          <w:rtl/>
        </w:rPr>
      </w:pPr>
      <w:r w:rsidRPr="007E0B1D">
        <w:rPr>
          <w:rtl/>
        </w:rPr>
        <w:t>شركت انتشارات علمى وفرهنگى</w:t>
      </w:r>
      <w:r w:rsidR="00D8054C">
        <w:rPr>
          <w:rtl/>
        </w:rPr>
        <w:t xml:space="preserve"> - </w:t>
      </w:r>
      <w:r w:rsidRPr="007E0B1D">
        <w:rPr>
          <w:rtl/>
        </w:rPr>
        <w:t>ايران.</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167</w:t>
      </w:r>
      <w:r w:rsidR="00D8054C">
        <w:rPr>
          <w:rtl/>
        </w:rPr>
        <w:t xml:space="preserve"> - </w:t>
      </w:r>
      <w:r w:rsidRPr="007E0B1D">
        <w:rPr>
          <w:rtl/>
        </w:rPr>
        <w:t>الفصول المختارة.</w:t>
      </w:r>
    </w:p>
    <w:p w:rsidR="008867CD" w:rsidRPr="007E0B1D" w:rsidRDefault="008867CD" w:rsidP="008867CD">
      <w:pPr>
        <w:pStyle w:val="libNormal"/>
        <w:rPr>
          <w:rtl/>
        </w:rPr>
      </w:pPr>
      <w:r w:rsidRPr="007E0B1D">
        <w:rPr>
          <w:rtl/>
        </w:rPr>
        <w:t>للشيخ محمّد بن محمّد بن النعمان العكبري</w:t>
      </w:r>
      <w:r w:rsidR="00D8054C">
        <w:rPr>
          <w:rtl/>
        </w:rPr>
        <w:t>،</w:t>
      </w:r>
      <w:r w:rsidRPr="007E0B1D">
        <w:rPr>
          <w:rtl/>
        </w:rPr>
        <w:t xml:space="preserve"> الشيخ المفيد.</w:t>
      </w:r>
    </w:p>
    <w:p w:rsidR="008867CD" w:rsidRPr="007E0B1D" w:rsidRDefault="008867CD" w:rsidP="008867CD">
      <w:pPr>
        <w:pStyle w:val="libNormal"/>
        <w:rPr>
          <w:rtl/>
        </w:rPr>
      </w:pPr>
      <w:r w:rsidRPr="007E0B1D">
        <w:rPr>
          <w:rtl/>
        </w:rPr>
        <w:t>مكتبة الداوري</w:t>
      </w:r>
      <w:r w:rsidR="00D8054C">
        <w:rPr>
          <w:rtl/>
        </w:rPr>
        <w:t xml:space="preserve"> - </w:t>
      </w:r>
      <w:r w:rsidRPr="007E0B1D">
        <w:rPr>
          <w:rtl/>
        </w:rPr>
        <w:t>قم.</w:t>
      </w:r>
    </w:p>
    <w:p w:rsidR="008867CD" w:rsidRPr="007E0B1D" w:rsidRDefault="008867CD" w:rsidP="008867CD">
      <w:pPr>
        <w:pStyle w:val="libNormal"/>
        <w:rPr>
          <w:rtl/>
        </w:rPr>
      </w:pPr>
      <w:r w:rsidRPr="007E0B1D">
        <w:rPr>
          <w:rtl/>
        </w:rPr>
        <w:t>168</w:t>
      </w:r>
      <w:r w:rsidR="00D8054C">
        <w:rPr>
          <w:rtl/>
        </w:rPr>
        <w:t xml:space="preserve"> - </w:t>
      </w:r>
      <w:r w:rsidRPr="007E0B1D">
        <w:rPr>
          <w:rtl/>
        </w:rPr>
        <w:t>فلاح السائل.</w:t>
      </w:r>
    </w:p>
    <w:p w:rsidR="008867CD" w:rsidRPr="007E0B1D" w:rsidRDefault="008867CD" w:rsidP="008867CD">
      <w:pPr>
        <w:pStyle w:val="libNormal"/>
        <w:rPr>
          <w:rtl/>
        </w:rPr>
      </w:pPr>
      <w:r w:rsidRPr="007E0B1D">
        <w:rPr>
          <w:rtl/>
        </w:rPr>
        <w:t>لرضي الدين علي بن موسى بن جعفر بن طاوس.</w:t>
      </w:r>
    </w:p>
    <w:p w:rsidR="008867CD" w:rsidRPr="007E0B1D" w:rsidRDefault="008867CD" w:rsidP="008867CD">
      <w:pPr>
        <w:pStyle w:val="libNormal"/>
        <w:rPr>
          <w:rtl/>
        </w:rPr>
      </w:pPr>
      <w:r w:rsidRPr="007E0B1D">
        <w:rPr>
          <w:rtl/>
        </w:rPr>
        <w:t>انتشارات كتابفروشي تهراني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169</w:t>
      </w:r>
      <w:r w:rsidR="00D8054C">
        <w:rPr>
          <w:rtl/>
        </w:rPr>
        <w:t xml:space="preserve"> - </w:t>
      </w:r>
      <w:r w:rsidRPr="007E0B1D">
        <w:rPr>
          <w:rtl/>
        </w:rPr>
        <w:t>الفلاكة والمفلوكون.</w:t>
      </w:r>
    </w:p>
    <w:p w:rsidR="008867CD" w:rsidRPr="007E0B1D" w:rsidRDefault="008867CD" w:rsidP="008867CD">
      <w:pPr>
        <w:pStyle w:val="libNormal"/>
        <w:rPr>
          <w:rtl/>
        </w:rPr>
      </w:pPr>
      <w:r w:rsidRPr="007E0B1D">
        <w:rPr>
          <w:rtl/>
        </w:rPr>
        <w:t>لشهاب الدين أحمد بن علي بن عبد الله الدلجي المصري الدمشقي.</w:t>
      </w:r>
    </w:p>
    <w:p w:rsidR="008867CD" w:rsidRDefault="008867CD" w:rsidP="008867CD">
      <w:pPr>
        <w:pStyle w:val="libNormal"/>
        <w:rPr>
          <w:rFonts w:hint="cs"/>
          <w:rtl/>
        </w:rPr>
      </w:pPr>
      <w:r w:rsidRPr="007E0B1D">
        <w:rPr>
          <w:rtl/>
        </w:rPr>
        <w:t>طبع القاهرة سنة 1322 ه‍</w:t>
      </w:r>
    </w:p>
    <w:p w:rsidR="008867CD" w:rsidRPr="007E0B1D" w:rsidRDefault="008867CD" w:rsidP="008867CD">
      <w:pPr>
        <w:pStyle w:val="libNormal"/>
        <w:rPr>
          <w:rtl/>
        </w:rPr>
      </w:pPr>
      <w:r w:rsidRPr="007E0B1D">
        <w:rPr>
          <w:rtl/>
        </w:rPr>
        <w:t>170</w:t>
      </w:r>
      <w:r w:rsidR="00D8054C">
        <w:rPr>
          <w:rtl/>
        </w:rPr>
        <w:t xml:space="preserve"> - </w:t>
      </w:r>
      <w:r w:rsidRPr="007E0B1D">
        <w:rPr>
          <w:rtl/>
        </w:rPr>
        <w:t>الفهرست.</w:t>
      </w:r>
    </w:p>
    <w:p w:rsidR="008867CD" w:rsidRPr="007E0B1D" w:rsidRDefault="008867CD" w:rsidP="008867CD">
      <w:pPr>
        <w:pStyle w:val="libNormal"/>
        <w:rPr>
          <w:rtl/>
        </w:rPr>
      </w:pPr>
      <w:r w:rsidRPr="007E0B1D">
        <w:rPr>
          <w:rtl/>
        </w:rPr>
        <w:t>لأبي جعفر محمّد بن الحسن الطوسي</w:t>
      </w:r>
      <w:r w:rsidR="00D8054C">
        <w:rPr>
          <w:rtl/>
        </w:rPr>
        <w:t>،</w:t>
      </w:r>
      <w:r w:rsidRPr="007E0B1D">
        <w:rPr>
          <w:rtl/>
        </w:rPr>
        <w:t xml:space="preserve"> شيخ الطائفة.</w:t>
      </w:r>
    </w:p>
    <w:p w:rsidR="008867CD" w:rsidRPr="007E0B1D" w:rsidRDefault="008867CD" w:rsidP="008867CD">
      <w:pPr>
        <w:pStyle w:val="libNormal"/>
        <w:rPr>
          <w:rtl/>
        </w:rPr>
      </w:pPr>
      <w:r w:rsidRPr="007E0B1D">
        <w:rPr>
          <w:rtl/>
        </w:rPr>
        <w:t>منشورات الرضي</w:t>
      </w:r>
      <w:r w:rsidR="00D8054C">
        <w:rPr>
          <w:rtl/>
        </w:rPr>
        <w:t xml:space="preserve"> - </w:t>
      </w:r>
      <w:r w:rsidRPr="007E0B1D">
        <w:rPr>
          <w:rtl/>
        </w:rPr>
        <w:t>قم.</w:t>
      </w:r>
    </w:p>
    <w:p w:rsidR="008867CD" w:rsidRPr="007E0B1D" w:rsidRDefault="008867CD" w:rsidP="008867CD">
      <w:pPr>
        <w:pStyle w:val="libNormal"/>
        <w:rPr>
          <w:rtl/>
        </w:rPr>
      </w:pPr>
      <w:r w:rsidRPr="007E0B1D">
        <w:rPr>
          <w:rtl/>
        </w:rPr>
        <w:t>171</w:t>
      </w:r>
      <w:r w:rsidR="00D8054C">
        <w:rPr>
          <w:rtl/>
        </w:rPr>
        <w:t xml:space="preserve"> - </w:t>
      </w:r>
      <w:r w:rsidRPr="007E0B1D">
        <w:rPr>
          <w:rtl/>
        </w:rPr>
        <w:t>الفهرست.</w:t>
      </w:r>
    </w:p>
    <w:p w:rsidR="008867CD" w:rsidRPr="007E0B1D" w:rsidRDefault="008867CD" w:rsidP="008867CD">
      <w:pPr>
        <w:pStyle w:val="libNormal"/>
        <w:rPr>
          <w:rtl/>
        </w:rPr>
      </w:pPr>
      <w:r w:rsidRPr="007E0B1D">
        <w:rPr>
          <w:rtl/>
        </w:rPr>
        <w:t>لأبي الفرج محمّد بن اسحاق الوراق النديم.</w:t>
      </w:r>
    </w:p>
    <w:p w:rsidR="008867CD" w:rsidRPr="007E0B1D" w:rsidRDefault="008867CD" w:rsidP="008867CD">
      <w:pPr>
        <w:pStyle w:val="libNormal"/>
        <w:rPr>
          <w:rtl/>
        </w:rPr>
      </w:pPr>
      <w:r w:rsidRPr="007E0B1D">
        <w:rPr>
          <w:rtl/>
        </w:rPr>
        <w:t>مطبعة جامعة طهران</w:t>
      </w:r>
      <w:r w:rsidR="00D8054C">
        <w:rPr>
          <w:rtl/>
        </w:rPr>
        <w:t xml:space="preserve"> - </w:t>
      </w:r>
      <w:r w:rsidRPr="007E0B1D">
        <w:rPr>
          <w:rtl/>
        </w:rPr>
        <w:t>طهران.</w:t>
      </w:r>
    </w:p>
    <w:p w:rsidR="008867CD" w:rsidRPr="007E0B1D" w:rsidRDefault="008867CD" w:rsidP="008867CD">
      <w:pPr>
        <w:pStyle w:val="libNormal"/>
        <w:rPr>
          <w:rtl/>
        </w:rPr>
      </w:pPr>
      <w:r w:rsidRPr="007E0B1D">
        <w:rPr>
          <w:rtl/>
        </w:rPr>
        <w:t>172</w:t>
      </w:r>
      <w:r w:rsidR="00D8054C">
        <w:rPr>
          <w:rtl/>
        </w:rPr>
        <w:t xml:space="preserve"> - </w:t>
      </w:r>
      <w:r w:rsidRPr="007E0B1D">
        <w:rPr>
          <w:rtl/>
        </w:rPr>
        <w:t>الفوائد البهية.</w:t>
      </w:r>
    </w:p>
    <w:p w:rsidR="008867CD" w:rsidRPr="007E0B1D" w:rsidRDefault="008867CD" w:rsidP="008867CD">
      <w:pPr>
        <w:pStyle w:val="libNormal"/>
        <w:rPr>
          <w:rtl/>
        </w:rPr>
      </w:pPr>
      <w:r w:rsidRPr="007E0B1D">
        <w:rPr>
          <w:rtl/>
        </w:rPr>
        <w:t>لأبي الحسنات محمّد عبد الحي اللكنوي الهندي.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173</w:t>
      </w:r>
      <w:r w:rsidR="00D8054C">
        <w:rPr>
          <w:rtl/>
        </w:rPr>
        <w:t xml:space="preserve"> - </w:t>
      </w:r>
      <w:r w:rsidRPr="007E0B1D">
        <w:rPr>
          <w:rtl/>
        </w:rPr>
        <w:t xml:space="preserve">فوائد الرضوية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للشيخ عباس القمي.</w:t>
      </w:r>
    </w:p>
    <w:p w:rsidR="008867CD" w:rsidRPr="007E0B1D" w:rsidRDefault="008867CD" w:rsidP="008867CD">
      <w:pPr>
        <w:pStyle w:val="libNormal"/>
        <w:rPr>
          <w:rtl/>
        </w:rPr>
      </w:pPr>
      <w:r w:rsidRPr="007E0B1D">
        <w:rPr>
          <w:rtl/>
        </w:rPr>
        <w:t>طبع ايران.</w:t>
      </w:r>
    </w:p>
    <w:p w:rsidR="008867CD" w:rsidRPr="007E0B1D" w:rsidRDefault="008867CD" w:rsidP="008867CD">
      <w:pPr>
        <w:pStyle w:val="libNormal"/>
        <w:rPr>
          <w:rtl/>
        </w:rPr>
      </w:pPr>
      <w:r w:rsidRPr="007E0B1D">
        <w:rPr>
          <w:rtl/>
        </w:rPr>
        <w:t>174</w:t>
      </w:r>
      <w:r w:rsidR="00D8054C">
        <w:rPr>
          <w:rtl/>
        </w:rPr>
        <w:t xml:space="preserve"> - </w:t>
      </w:r>
      <w:r w:rsidRPr="007E0B1D">
        <w:rPr>
          <w:rtl/>
        </w:rPr>
        <w:t>فوات الوفيات.</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لمحمّد بن شاكر الكتبي.</w:t>
      </w:r>
    </w:p>
    <w:p w:rsidR="008867CD" w:rsidRPr="007E0B1D" w:rsidRDefault="008867CD" w:rsidP="008867CD">
      <w:pPr>
        <w:pStyle w:val="libNormal"/>
        <w:rPr>
          <w:rtl/>
        </w:rPr>
      </w:pPr>
      <w:r w:rsidRPr="007E0B1D">
        <w:rPr>
          <w:rtl/>
        </w:rPr>
        <w:t>دار صادر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175</w:t>
      </w:r>
      <w:r w:rsidR="00D8054C">
        <w:rPr>
          <w:rtl/>
        </w:rPr>
        <w:t xml:space="preserve"> - </w:t>
      </w:r>
      <w:r w:rsidRPr="007E0B1D">
        <w:rPr>
          <w:rtl/>
        </w:rPr>
        <w:t>قاموس الرجال.</w:t>
      </w:r>
    </w:p>
    <w:p w:rsidR="008867CD" w:rsidRPr="007E0B1D" w:rsidRDefault="008867CD" w:rsidP="008867CD">
      <w:pPr>
        <w:pStyle w:val="libNormal"/>
        <w:rPr>
          <w:rtl/>
        </w:rPr>
      </w:pPr>
      <w:r w:rsidRPr="007E0B1D">
        <w:rPr>
          <w:rtl/>
        </w:rPr>
        <w:t>للشيخ محمّد تقي التستري.</w:t>
      </w:r>
    </w:p>
    <w:p w:rsidR="008867CD" w:rsidRPr="007E0B1D" w:rsidRDefault="008867CD" w:rsidP="008867CD">
      <w:pPr>
        <w:pStyle w:val="libNormal"/>
        <w:rPr>
          <w:rtl/>
        </w:rPr>
      </w:pPr>
      <w:r w:rsidRPr="007E0B1D">
        <w:rPr>
          <w:rtl/>
        </w:rPr>
        <w:t>مكتبة مصطفوي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176</w:t>
      </w:r>
      <w:r w:rsidR="00D8054C">
        <w:rPr>
          <w:rtl/>
        </w:rPr>
        <w:t xml:space="preserve"> - </w:t>
      </w:r>
      <w:r w:rsidRPr="007E0B1D">
        <w:rPr>
          <w:rtl/>
        </w:rPr>
        <w:t>القاموس المحيط.</w:t>
      </w:r>
    </w:p>
    <w:p w:rsidR="008867CD" w:rsidRPr="007E0B1D" w:rsidRDefault="008867CD" w:rsidP="008867CD">
      <w:pPr>
        <w:pStyle w:val="libNormal"/>
        <w:rPr>
          <w:rtl/>
        </w:rPr>
      </w:pPr>
      <w:r w:rsidRPr="007E0B1D">
        <w:rPr>
          <w:rtl/>
        </w:rPr>
        <w:t>لمجد الدين محمّد بن يعقوب الفيروزآبادي.</w:t>
      </w:r>
    </w:p>
    <w:p w:rsidR="008867CD" w:rsidRPr="007E0B1D" w:rsidRDefault="008867CD" w:rsidP="008867CD">
      <w:pPr>
        <w:pStyle w:val="libNormal"/>
        <w:rPr>
          <w:rtl/>
        </w:rPr>
      </w:pPr>
      <w:r w:rsidRPr="007E0B1D">
        <w:rPr>
          <w:rtl/>
        </w:rPr>
        <w:t>دار الفكر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177</w:t>
      </w:r>
      <w:r w:rsidR="00D8054C">
        <w:rPr>
          <w:rtl/>
        </w:rPr>
        <w:t xml:space="preserve"> - </w:t>
      </w:r>
      <w:r w:rsidRPr="007E0B1D">
        <w:rPr>
          <w:rtl/>
        </w:rPr>
        <w:t>قرب الاسناد.</w:t>
      </w:r>
    </w:p>
    <w:p w:rsidR="008867CD" w:rsidRPr="007E0B1D" w:rsidRDefault="008867CD" w:rsidP="008867CD">
      <w:pPr>
        <w:pStyle w:val="libNormal"/>
        <w:rPr>
          <w:rtl/>
        </w:rPr>
      </w:pPr>
      <w:r w:rsidRPr="007E0B1D">
        <w:rPr>
          <w:rtl/>
        </w:rPr>
        <w:t>لأبي العباس عبد الله بن جعفر الحميري.</w:t>
      </w:r>
    </w:p>
    <w:p w:rsidR="008867CD" w:rsidRPr="007E0B1D" w:rsidRDefault="008867CD" w:rsidP="008867CD">
      <w:pPr>
        <w:pStyle w:val="libNormal"/>
        <w:rPr>
          <w:rtl/>
        </w:rPr>
      </w:pPr>
      <w:r w:rsidRPr="007E0B1D">
        <w:rPr>
          <w:rtl/>
        </w:rPr>
        <w:t>طبعة حجرية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178</w:t>
      </w:r>
      <w:r w:rsidR="00D8054C">
        <w:rPr>
          <w:rtl/>
        </w:rPr>
        <w:t xml:space="preserve"> - </w:t>
      </w:r>
      <w:r w:rsidRPr="007E0B1D">
        <w:rPr>
          <w:rtl/>
        </w:rPr>
        <w:t>الكافي</w:t>
      </w:r>
      <w:r w:rsidR="00D8054C">
        <w:rPr>
          <w:rtl/>
        </w:rPr>
        <w:t xml:space="preserve"> - </w:t>
      </w:r>
      <w:r w:rsidRPr="007E0B1D">
        <w:rPr>
          <w:rtl/>
        </w:rPr>
        <w:t>الاصول</w:t>
      </w:r>
      <w:r w:rsidR="00D8054C">
        <w:rPr>
          <w:rtl/>
        </w:rPr>
        <w:t xml:space="preserve"> -</w:t>
      </w:r>
      <w:r w:rsidRPr="007E0B1D">
        <w:rPr>
          <w:rtl/>
        </w:rPr>
        <w:t>.</w:t>
      </w:r>
    </w:p>
    <w:p w:rsidR="008867CD" w:rsidRPr="007E0B1D" w:rsidRDefault="008867CD" w:rsidP="008867CD">
      <w:pPr>
        <w:pStyle w:val="libNormal"/>
        <w:rPr>
          <w:rtl/>
        </w:rPr>
      </w:pPr>
      <w:r w:rsidRPr="007E0B1D">
        <w:rPr>
          <w:rtl/>
        </w:rPr>
        <w:t>لأبي جعفر محمّد بن يعقوب الكليني الرازي.</w:t>
      </w:r>
    </w:p>
    <w:p w:rsidR="008867CD" w:rsidRPr="007E0B1D" w:rsidRDefault="008867CD" w:rsidP="008867CD">
      <w:pPr>
        <w:pStyle w:val="libNormal"/>
        <w:rPr>
          <w:rtl/>
        </w:rPr>
      </w:pPr>
      <w:r w:rsidRPr="007E0B1D">
        <w:rPr>
          <w:rtl/>
        </w:rPr>
        <w:t>منشورات المكتبة الاسلامية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179</w:t>
      </w:r>
      <w:r w:rsidR="00D8054C">
        <w:rPr>
          <w:rtl/>
        </w:rPr>
        <w:t xml:space="preserve"> - </w:t>
      </w:r>
      <w:r w:rsidRPr="007E0B1D">
        <w:rPr>
          <w:rtl/>
        </w:rPr>
        <w:t>الكافي</w:t>
      </w:r>
      <w:r w:rsidR="00D8054C">
        <w:rPr>
          <w:rtl/>
        </w:rPr>
        <w:t xml:space="preserve"> - </w:t>
      </w:r>
      <w:r w:rsidRPr="007E0B1D">
        <w:rPr>
          <w:rtl/>
        </w:rPr>
        <w:t>الفروع</w:t>
      </w:r>
      <w:r w:rsidR="00D8054C">
        <w:rPr>
          <w:rtl/>
        </w:rPr>
        <w:t xml:space="preserve"> -</w:t>
      </w:r>
      <w:r w:rsidRPr="007E0B1D">
        <w:rPr>
          <w:rtl/>
        </w:rPr>
        <w:t>.</w:t>
      </w:r>
    </w:p>
    <w:p w:rsidR="008867CD" w:rsidRPr="007E0B1D" w:rsidRDefault="008867CD" w:rsidP="008867CD">
      <w:pPr>
        <w:pStyle w:val="libNormal"/>
        <w:rPr>
          <w:rtl/>
        </w:rPr>
      </w:pPr>
      <w:r w:rsidRPr="007E0B1D">
        <w:rPr>
          <w:rtl/>
        </w:rPr>
        <w:t>لأبي جعفر محمّد بن يعقوب الكليني الرازي.</w:t>
      </w:r>
    </w:p>
    <w:p w:rsidR="008867CD" w:rsidRPr="007E0B1D" w:rsidRDefault="008867CD" w:rsidP="008867CD">
      <w:pPr>
        <w:pStyle w:val="libNormal"/>
        <w:rPr>
          <w:rtl/>
        </w:rPr>
      </w:pPr>
      <w:r w:rsidRPr="007E0B1D">
        <w:rPr>
          <w:rtl/>
        </w:rPr>
        <w:t>دار صعب</w:t>
      </w:r>
      <w:r w:rsidR="00D8054C">
        <w:rPr>
          <w:rtl/>
        </w:rPr>
        <w:t xml:space="preserve"> - </w:t>
      </w:r>
      <w:r w:rsidRPr="007E0B1D">
        <w:rPr>
          <w:rtl/>
        </w:rPr>
        <w:t>بيروت.</w:t>
      </w:r>
    </w:p>
    <w:p w:rsidR="008867CD" w:rsidRPr="007E0B1D" w:rsidRDefault="008867CD" w:rsidP="008867CD">
      <w:pPr>
        <w:pStyle w:val="libNormal"/>
        <w:rPr>
          <w:rtl/>
        </w:rPr>
      </w:pPr>
      <w:r w:rsidRPr="007E0B1D">
        <w:rPr>
          <w:rtl/>
        </w:rPr>
        <w:t>180</w:t>
      </w:r>
      <w:r w:rsidR="00D8054C">
        <w:rPr>
          <w:rtl/>
        </w:rPr>
        <w:t xml:space="preserve"> - </w:t>
      </w:r>
      <w:r w:rsidRPr="007E0B1D">
        <w:rPr>
          <w:rtl/>
        </w:rPr>
        <w:t>الكامل في التاريخ.</w:t>
      </w:r>
    </w:p>
    <w:p w:rsidR="008867CD" w:rsidRPr="007E0B1D" w:rsidRDefault="008867CD" w:rsidP="008867CD">
      <w:pPr>
        <w:pStyle w:val="libNormal"/>
        <w:rPr>
          <w:rtl/>
        </w:rPr>
      </w:pPr>
      <w:r w:rsidRPr="007E0B1D">
        <w:rPr>
          <w:rtl/>
        </w:rPr>
        <w:t>لأبي الحسن عز الدين علي بن محمّد الشيباني</w:t>
      </w:r>
      <w:r w:rsidR="00D8054C">
        <w:rPr>
          <w:rtl/>
        </w:rPr>
        <w:t>،</w:t>
      </w:r>
      <w:r w:rsidRPr="007E0B1D">
        <w:rPr>
          <w:rtl/>
        </w:rPr>
        <w:t xml:space="preserve"> ابن الأثير.</w:t>
      </w:r>
    </w:p>
    <w:p w:rsidR="008867CD" w:rsidRPr="007E0B1D" w:rsidRDefault="008867CD" w:rsidP="008867CD">
      <w:pPr>
        <w:pStyle w:val="libNormal"/>
        <w:rPr>
          <w:rtl/>
        </w:rPr>
      </w:pPr>
      <w:r w:rsidRPr="007E0B1D">
        <w:rPr>
          <w:rtl/>
        </w:rPr>
        <w:t>دار صادر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181</w:t>
      </w:r>
      <w:r w:rsidR="00D8054C">
        <w:rPr>
          <w:rtl/>
        </w:rPr>
        <w:t xml:space="preserve"> - </w:t>
      </w:r>
      <w:r w:rsidRPr="007E0B1D">
        <w:rPr>
          <w:rtl/>
        </w:rPr>
        <w:t>كامل الزيارات.</w:t>
      </w:r>
    </w:p>
    <w:p w:rsidR="008867CD" w:rsidRPr="007E0B1D" w:rsidRDefault="008867CD" w:rsidP="008867CD">
      <w:pPr>
        <w:pStyle w:val="libNormal"/>
        <w:rPr>
          <w:rtl/>
        </w:rPr>
      </w:pPr>
      <w:r w:rsidRPr="007E0B1D">
        <w:rPr>
          <w:rtl/>
        </w:rPr>
        <w:t>للشيخ أبي القاسم جعفر بن محمّد بن جعفر</w:t>
      </w:r>
      <w:r w:rsidR="00D8054C">
        <w:rPr>
          <w:rtl/>
        </w:rPr>
        <w:t>،</w:t>
      </w:r>
      <w:r w:rsidRPr="007E0B1D">
        <w:rPr>
          <w:rtl/>
        </w:rPr>
        <w:t xml:space="preserve"> ابن قولويه.</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المطبعة المرتضوية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182</w:t>
      </w:r>
      <w:r w:rsidR="00D8054C">
        <w:rPr>
          <w:rtl/>
        </w:rPr>
        <w:t xml:space="preserve"> - </w:t>
      </w:r>
      <w:r w:rsidRPr="007E0B1D">
        <w:rPr>
          <w:rtl/>
        </w:rPr>
        <w:t>الكامل في ضعفاء الرجال.</w:t>
      </w:r>
    </w:p>
    <w:p w:rsidR="008867CD" w:rsidRPr="007E0B1D" w:rsidRDefault="008867CD" w:rsidP="008867CD">
      <w:pPr>
        <w:pStyle w:val="libNormal"/>
        <w:rPr>
          <w:rtl/>
        </w:rPr>
      </w:pPr>
      <w:r w:rsidRPr="007E0B1D">
        <w:rPr>
          <w:rtl/>
        </w:rPr>
        <w:t>لأبي أحمد عبد الله بن عدي الجرجاني.</w:t>
      </w:r>
    </w:p>
    <w:p w:rsidR="008867CD" w:rsidRPr="007E0B1D" w:rsidRDefault="008867CD" w:rsidP="008867CD">
      <w:pPr>
        <w:pStyle w:val="libNormal"/>
        <w:rPr>
          <w:rtl/>
        </w:rPr>
      </w:pPr>
      <w:r w:rsidRPr="007E0B1D">
        <w:rPr>
          <w:rtl/>
        </w:rPr>
        <w:t>دار الفكر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183</w:t>
      </w:r>
      <w:r w:rsidR="00D8054C">
        <w:rPr>
          <w:rtl/>
        </w:rPr>
        <w:t xml:space="preserve"> - </w:t>
      </w:r>
      <w:r w:rsidRPr="007E0B1D">
        <w:rPr>
          <w:rtl/>
        </w:rPr>
        <w:t>كشف الأستار.</w:t>
      </w:r>
    </w:p>
    <w:p w:rsidR="008867CD" w:rsidRPr="007E0B1D" w:rsidRDefault="008867CD" w:rsidP="008867CD">
      <w:pPr>
        <w:pStyle w:val="libNormal"/>
        <w:rPr>
          <w:rtl/>
        </w:rPr>
      </w:pPr>
      <w:r w:rsidRPr="007E0B1D">
        <w:rPr>
          <w:rtl/>
        </w:rPr>
        <w:t>للسيد أحمد الحسيني الخوانساري الصفائي.</w:t>
      </w:r>
    </w:p>
    <w:p w:rsidR="008867CD" w:rsidRPr="007E0B1D" w:rsidRDefault="008867CD" w:rsidP="008867CD">
      <w:pPr>
        <w:pStyle w:val="libNormal"/>
        <w:rPr>
          <w:rtl/>
        </w:rPr>
      </w:pPr>
      <w:r w:rsidRPr="007E0B1D">
        <w:rPr>
          <w:rtl/>
        </w:rPr>
        <w:t xml:space="preserve">اعداد مؤسسة آل البيت </w:t>
      </w:r>
      <w:r w:rsidR="00D8054C" w:rsidRPr="00D8054C">
        <w:rPr>
          <w:rStyle w:val="libAlaemChar"/>
          <w:rtl/>
        </w:rPr>
        <w:t>عليهم‌السلام</w:t>
      </w:r>
      <w:r w:rsidRPr="007E0B1D">
        <w:rPr>
          <w:rtl/>
        </w:rPr>
        <w:t xml:space="preserve"> لاحياء التراث</w:t>
      </w:r>
      <w:r w:rsidR="00D8054C">
        <w:rPr>
          <w:rtl/>
        </w:rPr>
        <w:t xml:space="preserve"> - </w:t>
      </w:r>
      <w:r w:rsidRPr="007E0B1D">
        <w:rPr>
          <w:rtl/>
        </w:rPr>
        <w:t>قم.</w:t>
      </w:r>
    </w:p>
    <w:p w:rsidR="008867CD" w:rsidRPr="007E0B1D" w:rsidRDefault="008867CD" w:rsidP="008867CD">
      <w:pPr>
        <w:pStyle w:val="libNormal"/>
        <w:rPr>
          <w:rtl/>
        </w:rPr>
      </w:pPr>
      <w:r w:rsidRPr="007E0B1D">
        <w:rPr>
          <w:rtl/>
        </w:rPr>
        <w:t>184</w:t>
      </w:r>
      <w:r w:rsidR="00D8054C">
        <w:rPr>
          <w:rtl/>
        </w:rPr>
        <w:t xml:space="preserve"> - </w:t>
      </w:r>
      <w:r w:rsidRPr="007E0B1D">
        <w:rPr>
          <w:rtl/>
        </w:rPr>
        <w:t>كشف الحجب والأستار.</w:t>
      </w:r>
    </w:p>
    <w:p w:rsidR="008867CD" w:rsidRPr="007E0B1D" w:rsidRDefault="008867CD" w:rsidP="008867CD">
      <w:pPr>
        <w:pStyle w:val="libNormal"/>
        <w:rPr>
          <w:rtl/>
        </w:rPr>
      </w:pPr>
      <w:r w:rsidRPr="007E0B1D">
        <w:rPr>
          <w:rtl/>
        </w:rPr>
        <w:t>للسيد اعجاز حسين النيسابوري الكنتوري.</w:t>
      </w:r>
    </w:p>
    <w:p w:rsidR="008867CD" w:rsidRPr="007E0B1D" w:rsidRDefault="008867CD" w:rsidP="008867CD">
      <w:pPr>
        <w:pStyle w:val="libNormal"/>
        <w:rPr>
          <w:rtl/>
        </w:rPr>
      </w:pPr>
      <w:r w:rsidRPr="007E0B1D">
        <w:rPr>
          <w:rtl/>
        </w:rPr>
        <w:t>منشورات 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185</w:t>
      </w:r>
      <w:r w:rsidR="00D8054C">
        <w:rPr>
          <w:rtl/>
        </w:rPr>
        <w:t xml:space="preserve"> - </w:t>
      </w:r>
      <w:r w:rsidRPr="007E0B1D">
        <w:rPr>
          <w:rtl/>
        </w:rPr>
        <w:t>كشف الظنون.</w:t>
      </w:r>
    </w:p>
    <w:p w:rsidR="008867CD" w:rsidRPr="007E0B1D" w:rsidRDefault="008867CD" w:rsidP="008867CD">
      <w:pPr>
        <w:pStyle w:val="libNormal"/>
        <w:rPr>
          <w:rtl/>
        </w:rPr>
      </w:pPr>
      <w:r w:rsidRPr="007E0B1D">
        <w:rPr>
          <w:rtl/>
        </w:rPr>
        <w:t>للمولى مصطفى بن عبد الله القسطنطني الرومي</w:t>
      </w:r>
      <w:r w:rsidR="00D8054C">
        <w:rPr>
          <w:rtl/>
        </w:rPr>
        <w:t>،</w:t>
      </w:r>
      <w:r w:rsidRPr="007E0B1D">
        <w:rPr>
          <w:rtl/>
        </w:rPr>
        <w:t xml:space="preserve"> حاجي خليفة.</w:t>
      </w:r>
    </w:p>
    <w:p w:rsidR="008867CD" w:rsidRPr="007E0B1D" w:rsidRDefault="008867CD" w:rsidP="008867CD">
      <w:pPr>
        <w:pStyle w:val="libNormal"/>
        <w:rPr>
          <w:rtl/>
        </w:rPr>
      </w:pPr>
      <w:r w:rsidRPr="007E0B1D">
        <w:rPr>
          <w:rtl/>
        </w:rPr>
        <w:t>دار الفكر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186</w:t>
      </w:r>
      <w:r w:rsidR="00D8054C">
        <w:rPr>
          <w:rtl/>
        </w:rPr>
        <w:t xml:space="preserve"> - </w:t>
      </w:r>
      <w:r w:rsidRPr="007E0B1D">
        <w:rPr>
          <w:rtl/>
        </w:rPr>
        <w:t>كشف الغمة.</w:t>
      </w:r>
    </w:p>
    <w:p w:rsidR="008867CD" w:rsidRPr="007E0B1D" w:rsidRDefault="008867CD" w:rsidP="008867CD">
      <w:pPr>
        <w:pStyle w:val="libNormal"/>
        <w:rPr>
          <w:rtl/>
        </w:rPr>
      </w:pPr>
      <w:r w:rsidRPr="007E0B1D">
        <w:rPr>
          <w:rtl/>
        </w:rPr>
        <w:t>لأبي الحسن علي بن عيسى بن أبي الفتح الاربلي.</w:t>
      </w:r>
    </w:p>
    <w:p w:rsidR="008867CD" w:rsidRPr="007E0B1D" w:rsidRDefault="008867CD" w:rsidP="008867CD">
      <w:pPr>
        <w:pStyle w:val="libNormal"/>
        <w:rPr>
          <w:rtl/>
        </w:rPr>
      </w:pPr>
      <w:r w:rsidRPr="007E0B1D">
        <w:rPr>
          <w:rtl/>
        </w:rPr>
        <w:t>دار الكتاب الاسلامي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187</w:t>
      </w:r>
      <w:r w:rsidR="00D8054C">
        <w:rPr>
          <w:rtl/>
        </w:rPr>
        <w:t xml:space="preserve"> - </w:t>
      </w:r>
      <w:r w:rsidRPr="007E0B1D">
        <w:rPr>
          <w:rtl/>
        </w:rPr>
        <w:t>كفاية الأثر.</w:t>
      </w:r>
    </w:p>
    <w:p w:rsidR="008867CD" w:rsidRPr="007E0B1D" w:rsidRDefault="008867CD" w:rsidP="008867CD">
      <w:pPr>
        <w:pStyle w:val="libNormal"/>
        <w:rPr>
          <w:rtl/>
        </w:rPr>
      </w:pPr>
      <w:r w:rsidRPr="007E0B1D">
        <w:rPr>
          <w:rtl/>
        </w:rPr>
        <w:t>لعلي بن محمّد بن علي الخزاز الرازي.</w:t>
      </w:r>
    </w:p>
    <w:p w:rsidR="008867CD" w:rsidRPr="007E0B1D" w:rsidRDefault="008867CD" w:rsidP="008867CD">
      <w:pPr>
        <w:pStyle w:val="libNormal"/>
        <w:rPr>
          <w:rtl/>
        </w:rPr>
      </w:pPr>
      <w:r w:rsidRPr="007E0B1D">
        <w:rPr>
          <w:rtl/>
        </w:rPr>
        <w:t>مطبعة الخيام</w:t>
      </w:r>
      <w:r w:rsidR="00D8054C">
        <w:rPr>
          <w:rtl/>
        </w:rPr>
        <w:t xml:space="preserve"> - </w:t>
      </w:r>
      <w:r w:rsidRPr="007E0B1D">
        <w:rPr>
          <w:rtl/>
        </w:rPr>
        <w:t>قم.</w:t>
      </w:r>
    </w:p>
    <w:p w:rsidR="008867CD" w:rsidRPr="007E0B1D" w:rsidRDefault="008867CD" w:rsidP="008867CD">
      <w:pPr>
        <w:pStyle w:val="libNormal"/>
        <w:rPr>
          <w:rtl/>
        </w:rPr>
      </w:pPr>
      <w:r w:rsidRPr="007E0B1D">
        <w:rPr>
          <w:rtl/>
        </w:rPr>
        <w:t>188</w:t>
      </w:r>
      <w:r w:rsidR="00D8054C">
        <w:rPr>
          <w:rtl/>
        </w:rPr>
        <w:t xml:space="preserve"> - </w:t>
      </w:r>
      <w:r w:rsidRPr="007E0B1D">
        <w:rPr>
          <w:rtl/>
        </w:rPr>
        <w:t>كمال الدين وتمام النعمة.</w:t>
      </w:r>
    </w:p>
    <w:p w:rsidR="008867CD" w:rsidRPr="007E0B1D" w:rsidRDefault="008867CD" w:rsidP="008867CD">
      <w:pPr>
        <w:pStyle w:val="libNormal"/>
        <w:rPr>
          <w:rtl/>
        </w:rPr>
      </w:pPr>
      <w:r w:rsidRPr="007E0B1D">
        <w:rPr>
          <w:rtl/>
        </w:rPr>
        <w:t>لأبي جعفر محمّد بن علي بن الحسين بن بابويه القمي</w:t>
      </w:r>
      <w:r w:rsidR="00D8054C">
        <w:rPr>
          <w:rtl/>
        </w:rPr>
        <w:t>،</w:t>
      </w:r>
      <w:r w:rsidRPr="007E0B1D">
        <w:rPr>
          <w:rtl/>
        </w:rPr>
        <w:t xml:space="preserve"> الشيخ الصدوق.</w:t>
      </w:r>
    </w:p>
    <w:p w:rsidR="008867CD" w:rsidRPr="007E0B1D" w:rsidRDefault="008867CD" w:rsidP="008867CD">
      <w:pPr>
        <w:pStyle w:val="libNormal"/>
        <w:rPr>
          <w:rtl/>
        </w:rPr>
      </w:pPr>
      <w:r w:rsidRPr="007E0B1D">
        <w:rPr>
          <w:rtl/>
        </w:rPr>
        <w:t>مؤسسة النشر الاسلامي</w:t>
      </w:r>
      <w:r w:rsidR="00D8054C">
        <w:rPr>
          <w:rtl/>
        </w:rPr>
        <w:t xml:space="preserve"> - </w:t>
      </w:r>
      <w:r w:rsidRPr="007E0B1D">
        <w:rPr>
          <w:rtl/>
        </w:rPr>
        <w:t>قم.</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189</w:t>
      </w:r>
      <w:r w:rsidR="00D8054C">
        <w:rPr>
          <w:rtl/>
        </w:rPr>
        <w:t xml:space="preserve"> - </w:t>
      </w:r>
      <w:r w:rsidRPr="007E0B1D">
        <w:rPr>
          <w:rtl/>
        </w:rPr>
        <w:t>الكنى والأسماء.</w:t>
      </w:r>
    </w:p>
    <w:p w:rsidR="008867CD" w:rsidRPr="007E0B1D" w:rsidRDefault="008867CD" w:rsidP="008867CD">
      <w:pPr>
        <w:pStyle w:val="libNormal"/>
        <w:rPr>
          <w:rtl/>
        </w:rPr>
      </w:pPr>
      <w:r w:rsidRPr="007E0B1D">
        <w:rPr>
          <w:rtl/>
        </w:rPr>
        <w:t>لأبي بشر محمّد بن أحمد الدولابي.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190</w:t>
      </w:r>
      <w:r w:rsidR="00D8054C">
        <w:rPr>
          <w:rtl/>
        </w:rPr>
        <w:t xml:space="preserve"> - </w:t>
      </w:r>
      <w:r w:rsidRPr="007E0B1D">
        <w:rPr>
          <w:rtl/>
        </w:rPr>
        <w:t>الكنى والألقاب.</w:t>
      </w:r>
    </w:p>
    <w:p w:rsidR="008867CD" w:rsidRPr="007E0B1D" w:rsidRDefault="008867CD" w:rsidP="008867CD">
      <w:pPr>
        <w:pStyle w:val="libNormal"/>
        <w:rPr>
          <w:rtl/>
        </w:rPr>
      </w:pPr>
      <w:r w:rsidRPr="007E0B1D">
        <w:rPr>
          <w:rtl/>
        </w:rPr>
        <w:t>للشيخ عباس القمي.</w:t>
      </w:r>
    </w:p>
    <w:p w:rsidR="008867CD" w:rsidRPr="007E0B1D" w:rsidRDefault="008867CD" w:rsidP="008867CD">
      <w:pPr>
        <w:pStyle w:val="libNormal"/>
        <w:rPr>
          <w:rtl/>
        </w:rPr>
      </w:pPr>
      <w:r w:rsidRPr="007E0B1D">
        <w:rPr>
          <w:rtl/>
        </w:rPr>
        <w:t>انتشارات بيدار</w:t>
      </w:r>
      <w:r w:rsidR="00D8054C">
        <w:rPr>
          <w:rtl/>
        </w:rPr>
        <w:t xml:space="preserve"> - </w:t>
      </w:r>
      <w:r w:rsidRPr="007E0B1D">
        <w:rPr>
          <w:rtl/>
        </w:rPr>
        <w:t>قم.</w:t>
      </w:r>
    </w:p>
    <w:p w:rsidR="008867CD" w:rsidRPr="007E0B1D" w:rsidRDefault="008867CD" w:rsidP="008867CD">
      <w:pPr>
        <w:pStyle w:val="libNormal"/>
        <w:rPr>
          <w:rtl/>
        </w:rPr>
      </w:pPr>
      <w:r w:rsidRPr="007E0B1D">
        <w:rPr>
          <w:rtl/>
        </w:rPr>
        <w:t>191</w:t>
      </w:r>
      <w:r w:rsidR="00D8054C">
        <w:rPr>
          <w:rtl/>
        </w:rPr>
        <w:t xml:space="preserve"> - </w:t>
      </w:r>
      <w:r w:rsidRPr="007E0B1D">
        <w:rPr>
          <w:rtl/>
        </w:rPr>
        <w:t>اللباب.</w:t>
      </w:r>
    </w:p>
    <w:p w:rsidR="008867CD" w:rsidRPr="007E0B1D" w:rsidRDefault="008867CD" w:rsidP="008867CD">
      <w:pPr>
        <w:pStyle w:val="libNormal"/>
        <w:rPr>
          <w:rtl/>
        </w:rPr>
      </w:pPr>
      <w:r w:rsidRPr="007E0B1D">
        <w:rPr>
          <w:rtl/>
        </w:rPr>
        <w:t>لأبي الحسن عز الدين علي بن محمّد الشيباني الجزري</w:t>
      </w:r>
      <w:r w:rsidR="00D8054C">
        <w:rPr>
          <w:rtl/>
        </w:rPr>
        <w:t>،</w:t>
      </w:r>
      <w:r w:rsidRPr="007E0B1D">
        <w:rPr>
          <w:rtl/>
        </w:rPr>
        <w:t xml:space="preserve"> ابن الأثير.</w:t>
      </w:r>
    </w:p>
    <w:p w:rsidR="008867CD" w:rsidRPr="007E0B1D" w:rsidRDefault="008867CD" w:rsidP="008867CD">
      <w:pPr>
        <w:pStyle w:val="libNormal"/>
        <w:rPr>
          <w:rtl/>
        </w:rPr>
      </w:pPr>
      <w:r w:rsidRPr="007E0B1D">
        <w:rPr>
          <w:rtl/>
        </w:rPr>
        <w:t>مكتبة المثنى</w:t>
      </w:r>
      <w:r w:rsidR="00D8054C">
        <w:rPr>
          <w:rtl/>
        </w:rPr>
        <w:t xml:space="preserve"> - </w:t>
      </w:r>
      <w:r w:rsidRPr="007E0B1D">
        <w:rPr>
          <w:rtl/>
        </w:rPr>
        <w:t>بغداد.</w:t>
      </w:r>
    </w:p>
    <w:p w:rsidR="008867CD" w:rsidRPr="007E0B1D" w:rsidRDefault="008867CD" w:rsidP="008867CD">
      <w:pPr>
        <w:pStyle w:val="libNormal"/>
        <w:rPr>
          <w:rtl/>
        </w:rPr>
      </w:pPr>
      <w:r w:rsidRPr="007E0B1D">
        <w:rPr>
          <w:rtl/>
        </w:rPr>
        <w:t>192</w:t>
      </w:r>
      <w:r w:rsidR="00D8054C">
        <w:rPr>
          <w:rtl/>
        </w:rPr>
        <w:t xml:space="preserve"> - </w:t>
      </w:r>
      <w:r w:rsidRPr="007E0B1D">
        <w:rPr>
          <w:rtl/>
        </w:rPr>
        <w:t xml:space="preserve">لب التواريخ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ليحيى بن عبد اللطيف القزويني.</w:t>
      </w:r>
    </w:p>
    <w:p w:rsidR="008867CD" w:rsidRPr="007E0B1D" w:rsidRDefault="008867CD" w:rsidP="008867CD">
      <w:pPr>
        <w:pStyle w:val="libNormal"/>
        <w:rPr>
          <w:rtl/>
        </w:rPr>
      </w:pPr>
      <w:r w:rsidRPr="007E0B1D">
        <w:rPr>
          <w:rtl/>
        </w:rPr>
        <w:t>انتشارات بنياد وكويا</w:t>
      </w:r>
      <w:r w:rsidR="00D8054C">
        <w:rPr>
          <w:rtl/>
        </w:rPr>
        <w:t xml:space="preserve"> - </w:t>
      </w:r>
      <w:r w:rsidRPr="007E0B1D">
        <w:rPr>
          <w:rtl/>
        </w:rPr>
        <w:t>ايران.</w:t>
      </w:r>
    </w:p>
    <w:p w:rsidR="008867CD" w:rsidRPr="007E0B1D" w:rsidRDefault="008867CD" w:rsidP="008867CD">
      <w:pPr>
        <w:pStyle w:val="libNormal"/>
        <w:rPr>
          <w:rtl/>
        </w:rPr>
      </w:pPr>
      <w:r w:rsidRPr="007E0B1D">
        <w:rPr>
          <w:rtl/>
        </w:rPr>
        <w:t>193</w:t>
      </w:r>
      <w:r w:rsidR="00D8054C">
        <w:rPr>
          <w:rtl/>
        </w:rPr>
        <w:t xml:space="preserve"> - </w:t>
      </w:r>
      <w:r w:rsidRPr="007E0B1D">
        <w:rPr>
          <w:rtl/>
        </w:rPr>
        <w:t>لسان الميزان.</w:t>
      </w:r>
    </w:p>
    <w:p w:rsidR="008867CD" w:rsidRPr="007E0B1D" w:rsidRDefault="008867CD" w:rsidP="008867CD">
      <w:pPr>
        <w:pStyle w:val="libNormal"/>
        <w:rPr>
          <w:rtl/>
        </w:rPr>
      </w:pPr>
      <w:r w:rsidRPr="007E0B1D">
        <w:rPr>
          <w:rtl/>
        </w:rPr>
        <w:t>لشهاب الدين أحمد بن علي بن حجر العسقلاني</w:t>
      </w:r>
      <w:r w:rsidR="00D8054C">
        <w:rPr>
          <w:rtl/>
        </w:rPr>
        <w:t>،</w:t>
      </w:r>
      <w:r w:rsidRPr="007E0B1D">
        <w:rPr>
          <w:rtl/>
        </w:rPr>
        <w:t xml:space="preserve"> ابن حجر.</w:t>
      </w:r>
    </w:p>
    <w:p w:rsidR="008867CD" w:rsidRPr="007E0B1D" w:rsidRDefault="008867CD" w:rsidP="008867CD">
      <w:pPr>
        <w:pStyle w:val="libNormal"/>
        <w:rPr>
          <w:rtl/>
        </w:rPr>
      </w:pPr>
      <w:r w:rsidRPr="007E0B1D">
        <w:rPr>
          <w:rtl/>
        </w:rPr>
        <w:t>دائرة المعارف النظامية</w:t>
      </w:r>
      <w:r w:rsidR="00D8054C">
        <w:rPr>
          <w:rtl/>
        </w:rPr>
        <w:t xml:space="preserve"> - </w:t>
      </w:r>
      <w:r w:rsidRPr="007E0B1D">
        <w:rPr>
          <w:rtl/>
        </w:rPr>
        <w:t>حيدرآباد</w:t>
      </w:r>
      <w:r w:rsidR="00D8054C">
        <w:rPr>
          <w:rtl/>
        </w:rPr>
        <w:t xml:space="preserve"> - </w:t>
      </w:r>
      <w:r w:rsidRPr="007E0B1D">
        <w:rPr>
          <w:rtl/>
        </w:rPr>
        <w:t>الهند.</w:t>
      </w:r>
    </w:p>
    <w:p w:rsidR="008867CD" w:rsidRPr="007E0B1D" w:rsidRDefault="008867CD" w:rsidP="008867CD">
      <w:pPr>
        <w:pStyle w:val="libNormal"/>
        <w:rPr>
          <w:rtl/>
        </w:rPr>
      </w:pPr>
      <w:r w:rsidRPr="007E0B1D">
        <w:rPr>
          <w:rtl/>
        </w:rPr>
        <w:t>194</w:t>
      </w:r>
      <w:r w:rsidR="00D8054C">
        <w:rPr>
          <w:rtl/>
        </w:rPr>
        <w:t xml:space="preserve"> - </w:t>
      </w:r>
      <w:r w:rsidRPr="007E0B1D">
        <w:rPr>
          <w:rtl/>
        </w:rPr>
        <w:t xml:space="preserve">لغت نامه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لعلي أكبر دهخدا.</w:t>
      </w:r>
    </w:p>
    <w:p w:rsidR="008867CD" w:rsidRPr="007E0B1D" w:rsidRDefault="008867CD" w:rsidP="008867CD">
      <w:pPr>
        <w:pStyle w:val="libNormal"/>
        <w:rPr>
          <w:rtl/>
        </w:rPr>
      </w:pPr>
      <w:r w:rsidRPr="007E0B1D">
        <w:rPr>
          <w:rtl/>
        </w:rPr>
        <w:t>سازمان لغت نامه</w:t>
      </w:r>
      <w:r w:rsidR="00D8054C">
        <w:rPr>
          <w:rtl/>
        </w:rPr>
        <w:t xml:space="preserve"> - </w:t>
      </w:r>
      <w:r w:rsidRPr="007E0B1D">
        <w:rPr>
          <w:rtl/>
        </w:rPr>
        <w:t>چاپ سيروس</w:t>
      </w:r>
      <w:r w:rsidR="00D8054C">
        <w:rPr>
          <w:rtl/>
        </w:rPr>
        <w:t xml:space="preserve"> - </w:t>
      </w:r>
      <w:r w:rsidRPr="007E0B1D">
        <w:rPr>
          <w:rtl/>
        </w:rPr>
        <w:t>طهران.</w:t>
      </w:r>
    </w:p>
    <w:p w:rsidR="008867CD" w:rsidRPr="007E0B1D" w:rsidRDefault="008867CD" w:rsidP="008867CD">
      <w:pPr>
        <w:pStyle w:val="libBold1"/>
        <w:rPr>
          <w:rtl/>
        </w:rPr>
      </w:pPr>
      <w:r w:rsidRPr="007E0B1D">
        <w:rPr>
          <w:rtl/>
        </w:rPr>
        <w:t>لواقح الأنوار</w:t>
      </w:r>
      <w:r>
        <w:rPr>
          <w:rFonts w:hint="cs"/>
          <w:rtl/>
        </w:rPr>
        <w:t xml:space="preserve"> =</w:t>
      </w:r>
      <w:r w:rsidRPr="007E0B1D">
        <w:rPr>
          <w:rtl/>
        </w:rPr>
        <w:t xml:space="preserve"> الطبقات الكبرى للشعراني.</w:t>
      </w:r>
    </w:p>
    <w:p w:rsidR="008867CD" w:rsidRPr="007E0B1D" w:rsidRDefault="008867CD" w:rsidP="008867CD">
      <w:pPr>
        <w:pStyle w:val="libNormal"/>
        <w:rPr>
          <w:rtl/>
        </w:rPr>
      </w:pPr>
      <w:r w:rsidRPr="007E0B1D">
        <w:rPr>
          <w:rtl/>
        </w:rPr>
        <w:t>195</w:t>
      </w:r>
      <w:r w:rsidR="00D8054C">
        <w:rPr>
          <w:rtl/>
        </w:rPr>
        <w:t xml:space="preserve"> - </w:t>
      </w:r>
      <w:r w:rsidRPr="007E0B1D">
        <w:rPr>
          <w:rtl/>
        </w:rPr>
        <w:t>مثير الأحزان.</w:t>
      </w:r>
    </w:p>
    <w:p w:rsidR="008867CD" w:rsidRPr="007E0B1D" w:rsidRDefault="008867CD" w:rsidP="008867CD">
      <w:pPr>
        <w:pStyle w:val="libNormal"/>
        <w:rPr>
          <w:rtl/>
        </w:rPr>
      </w:pPr>
      <w:r w:rsidRPr="007E0B1D">
        <w:rPr>
          <w:rtl/>
        </w:rPr>
        <w:t>للشيخ شريف الجواهري.</w:t>
      </w:r>
    </w:p>
    <w:p w:rsidR="008867CD" w:rsidRPr="007E0B1D" w:rsidRDefault="008867CD" w:rsidP="008867CD">
      <w:pPr>
        <w:pStyle w:val="libNormal"/>
        <w:rPr>
          <w:rtl/>
        </w:rPr>
      </w:pPr>
      <w:r w:rsidRPr="007E0B1D">
        <w:rPr>
          <w:rtl/>
        </w:rPr>
        <w:t>منشورات الرضي</w:t>
      </w:r>
      <w:r w:rsidR="00D8054C">
        <w:rPr>
          <w:rtl/>
        </w:rPr>
        <w:t xml:space="preserve"> - </w:t>
      </w:r>
      <w:r w:rsidRPr="007E0B1D">
        <w:rPr>
          <w:rtl/>
        </w:rPr>
        <w:t>قم.</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 xml:space="preserve">مجالس المؤمنين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للسيد نور الله الشوشتري</w:t>
      </w:r>
      <w:r w:rsidR="00D8054C">
        <w:rPr>
          <w:rtl/>
        </w:rPr>
        <w:t>،</w:t>
      </w:r>
      <w:r w:rsidRPr="007E0B1D">
        <w:rPr>
          <w:rtl/>
        </w:rPr>
        <w:t xml:space="preserve"> القاضي.</w:t>
      </w:r>
    </w:p>
    <w:p w:rsidR="008867CD" w:rsidRPr="007E0B1D" w:rsidRDefault="008867CD" w:rsidP="008867CD">
      <w:pPr>
        <w:pStyle w:val="libNormal"/>
        <w:rPr>
          <w:rtl/>
        </w:rPr>
      </w:pPr>
      <w:r w:rsidRPr="007E0B1D">
        <w:rPr>
          <w:rtl/>
        </w:rPr>
        <w:t>كتابفروشي اسلامية</w:t>
      </w:r>
      <w:r w:rsidR="00D8054C">
        <w:rPr>
          <w:rtl/>
        </w:rPr>
        <w:t xml:space="preserve"> - </w:t>
      </w:r>
      <w:r w:rsidRPr="007E0B1D">
        <w:rPr>
          <w:rtl/>
        </w:rPr>
        <w:t>طهران.</w:t>
      </w:r>
    </w:p>
    <w:p w:rsidR="008867CD" w:rsidRPr="007E0B1D" w:rsidRDefault="008867CD" w:rsidP="008867CD">
      <w:pPr>
        <w:pStyle w:val="libNormal"/>
        <w:rPr>
          <w:rtl/>
        </w:rPr>
      </w:pPr>
      <w:r w:rsidRPr="007E0B1D">
        <w:rPr>
          <w:rtl/>
        </w:rPr>
        <w:t>197</w:t>
      </w:r>
      <w:r w:rsidR="00D8054C">
        <w:rPr>
          <w:rtl/>
        </w:rPr>
        <w:t xml:space="preserve"> - </w:t>
      </w:r>
      <w:r w:rsidRPr="007E0B1D">
        <w:rPr>
          <w:rtl/>
        </w:rPr>
        <w:t>المجدي في أنساب الطالبيين.</w:t>
      </w:r>
    </w:p>
    <w:p w:rsidR="008867CD" w:rsidRPr="007E0B1D" w:rsidRDefault="008867CD" w:rsidP="008867CD">
      <w:pPr>
        <w:pStyle w:val="libNormal"/>
        <w:rPr>
          <w:rtl/>
        </w:rPr>
      </w:pPr>
      <w:r w:rsidRPr="007E0B1D">
        <w:rPr>
          <w:rtl/>
        </w:rPr>
        <w:t>لأبي الحسن نجم الدين علي بن محمّد العلوي العمري.</w:t>
      </w:r>
    </w:p>
    <w:p w:rsidR="008867CD" w:rsidRPr="007E0B1D" w:rsidRDefault="008867CD" w:rsidP="008867CD">
      <w:pPr>
        <w:pStyle w:val="libNormal"/>
        <w:rPr>
          <w:rtl/>
        </w:rPr>
      </w:pPr>
      <w:r w:rsidRPr="007E0B1D">
        <w:rPr>
          <w:rtl/>
        </w:rPr>
        <w:t>منشورات 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198</w:t>
      </w:r>
      <w:r w:rsidR="00D8054C">
        <w:rPr>
          <w:rtl/>
        </w:rPr>
        <w:t xml:space="preserve"> - </w:t>
      </w:r>
      <w:r w:rsidRPr="007E0B1D">
        <w:rPr>
          <w:rtl/>
        </w:rPr>
        <w:t>المجروحين.</w:t>
      </w:r>
    </w:p>
    <w:p w:rsidR="008867CD" w:rsidRPr="007E0B1D" w:rsidRDefault="008867CD" w:rsidP="008867CD">
      <w:pPr>
        <w:pStyle w:val="libNormal"/>
        <w:rPr>
          <w:rtl/>
        </w:rPr>
      </w:pPr>
      <w:r w:rsidRPr="007E0B1D">
        <w:rPr>
          <w:rtl/>
        </w:rPr>
        <w:t>لأبي حاتم محمّد بن حبان التميمي البستي</w:t>
      </w:r>
      <w:r w:rsidR="00D8054C">
        <w:rPr>
          <w:rtl/>
        </w:rPr>
        <w:t>،</w:t>
      </w:r>
      <w:r w:rsidRPr="007E0B1D">
        <w:rPr>
          <w:rtl/>
        </w:rPr>
        <w:t xml:space="preserve"> ابن حبان.</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199</w:t>
      </w:r>
      <w:r w:rsidR="00D8054C">
        <w:rPr>
          <w:rtl/>
        </w:rPr>
        <w:t xml:space="preserve"> - </w:t>
      </w:r>
      <w:r w:rsidRPr="007E0B1D">
        <w:rPr>
          <w:rtl/>
        </w:rPr>
        <w:t>مجمع الرجال.</w:t>
      </w:r>
    </w:p>
    <w:p w:rsidR="008867CD" w:rsidRPr="007E0B1D" w:rsidRDefault="008867CD" w:rsidP="008867CD">
      <w:pPr>
        <w:pStyle w:val="libNormal"/>
        <w:rPr>
          <w:rtl/>
        </w:rPr>
      </w:pPr>
      <w:r w:rsidRPr="007E0B1D">
        <w:rPr>
          <w:rtl/>
        </w:rPr>
        <w:t>للمولى عناية الله بن علي القهپائي.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قم.</w:t>
      </w:r>
    </w:p>
    <w:p w:rsidR="008867CD" w:rsidRPr="007E0B1D" w:rsidRDefault="008867CD" w:rsidP="008867CD">
      <w:pPr>
        <w:pStyle w:val="libNormal"/>
        <w:rPr>
          <w:rtl/>
        </w:rPr>
      </w:pPr>
      <w:r w:rsidRPr="007E0B1D">
        <w:rPr>
          <w:rtl/>
        </w:rPr>
        <w:t>200</w:t>
      </w:r>
      <w:r w:rsidR="00D8054C">
        <w:rPr>
          <w:rtl/>
        </w:rPr>
        <w:t xml:space="preserve"> - </w:t>
      </w:r>
      <w:r w:rsidRPr="007E0B1D">
        <w:rPr>
          <w:rtl/>
        </w:rPr>
        <w:t>المجموع في الضعفاء والمتروكين.</w:t>
      </w:r>
    </w:p>
    <w:p w:rsidR="008867CD" w:rsidRPr="007E0B1D" w:rsidRDefault="008867CD" w:rsidP="008867CD">
      <w:pPr>
        <w:pStyle w:val="libNormal"/>
        <w:rPr>
          <w:rtl/>
        </w:rPr>
      </w:pPr>
      <w:r w:rsidRPr="007E0B1D">
        <w:rPr>
          <w:rtl/>
        </w:rPr>
        <w:t>للشيخ عبد العزيز السيروان.</w:t>
      </w:r>
    </w:p>
    <w:p w:rsidR="008867CD" w:rsidRPr="007E0B1D" w:rsidRDefault="008867CD" w:rsidP="008867CD">
      <w:pPr>
        <w:pStyle w:val="libNormal"/>
        <w:rPr>
          <w:rtl/>
        </w:rPr>
      </w:pPr>
      <w:r w:rsidRPr="007E0B1D">
        <w:rPr>
          <w:rtl/>
        </w:rPr>
        <w:t>دار القلم</w:t>
      </w:r>
      <w:r w:rsidR="00D8054C">
        <w:rPr>
          <w:rtl/>
        </w:rPr>
        <w:t xml:space="preserve"> - </w:t>
      </w:r>
      <w:r w:rsidRPr="007E0B1D">
        <w:rPr>
          <w:rtl/>
        </w:rPr>
        <w:t>بيروت.</w:t>
      </w:r>
    </w:p>
    <w:p w:rsidR="008867CD" w:rsidRPr="007E0B1D" w:rsidRDefault="008867CD" w:rsidP="008867CD">
      <w:pPr>
        <w:pStyle w:val="libNormal"/>
        <w:rPr>
          <w:rtl/>
        </w:rPr>
      </w:pPr>
      <w:r w:rsidRPr="007E0B1D">
        <w:rPr>
          <w:rtl/>
        </w:rPr>
        <w:t>201</w:t>
      </w:r>
      <w:r w:rsidR="00D8054C">
        <w:rPr>
          <w:rtl/>
        </w:rPr>
        <w:t xml:space="preserve"> - </w:t>
      </w:r>
      <w:r w:rsidRPr="007E0B1D">
        <w:rPr>
          <w:rtl/>
        </w:rPr>
        <w:t>المحاسن.</w:t>
      </w:r>
    </w:p>
    <w:p w:rsidR="008867CD" w:rsidRPr="007E0B1D" w:rsidRDefault="008867CD" w:rsidP="008867CD">
      <w:pPr>
        <w:pStyle w:val="libNormal"/>
        <w:rPr>
          <w:rtl/>
        </w:rPr>
      </w:pPr>
      <w:r w:rsidRPr="007E0B1D">
        <w:rPr>
          <w:rtl/>
        </w:rPr>
        <w:t>لأبي جعفر أحمد بن محمّد بن خالد البرقي.</w:t>
      </w:r>
    </w:p>
    <w:p w:rsidR="008867CD" w:rsidRPr="007E0B1D" w:rsidRDefault="008867CD" w:rsidP="008867CD">
      <w:pPr>
        <w:pStyle w:val="libNormal"/>
        <w:rPr>
          <w:rtl/>
        </w:rPr>
      </w:pPr>
      <w:r w:rsidRPr="007E0B1D">
        <w:rPr>
          <w:rtl/>
        </w:rPr>
        <w:t>دار الكتب الاسلامية</w:t>
      </w:r>
      <w:r w:rsidR="00D8054C">
        <w:rPr>
          <w:rtl/>
        </w:rPr>
        <w:t xml:space="preserve"> - </w:t>
      </w:r>
      <w:r w:rsidRPr="007E0B1D">
        <w:rPr>
          <w:rtl/>
        </w:rPr>
        <w:t>قم.</w:t>
      </w:r>
    </w:p>
    <w:p w:rsidR="008867CD" w:rsidRPr="007E0B1D" w:rsidRDefault="008867CD" w:rsidP="008867CD">
      <w:pPr>
        <w:pStyle w:val="libBold1"/>
        <w:rPr>
          <w:rtl/>
        </w:rPr>
      </w:pPr>
      <w:r w:rsidRPr="007E0B1D">
        <w:rPr>
          <w:rtl/>
        </w:rPr>
        <w:t>المختصر في أخبار البشر</w:t>
      </w:r>
      <w:r>
        <w:rPr>
          <w:rtl/>
        </w:rPr>
        <w:t xml:space="preserve"> </w:t>
      </w:r>
      <w:r>
        <w:rPr>
          <w:rFonts w:hint="cs"/>
          <w:rtl/>
        </w:rPr>
        <w:t>=</w:t>
      </w:r>
      <w:r>
        <w:rPr>
          <w:rtl/>
        </w:rPr>
        <w:t xml:space="preserve"> </w:t>
      </w:r>
      <w:r w:rsidRPr="007E0B1D">
        <w:rPr>
          <w:rtl/>
        </w:rPr>
        <w:t>تاريخ أبو الفداء.</w:t>
      </w:r>
    </w:p>
    <w:p w:rsidR="008867CD" w:rsidRPr="007E0B1D" w:rsidRDefault="008867CD" w:rsidP="008867CD">
      <w:pPr>
        <w:pStyle w:val="libBold1"/>
        <w:rPr>
          <w:rtl/>
        </w:rPr>
      </w:pPr>
      <w:r w:rsidRPr="007E0B1D">
        <w:rPr>
          <w:rtl/>
        </w:rPr>
        <w:t>مختصر دول الاسلام</w:t>
      </w:r>
      <w:r>
        <w:rPr>
          <w:rFonts w:hint="cs"/>
          <w:rtl/>
        </w:rPr>
        <w:t xml:space="preserve"> =</w:t>
      </w:r>
      <w:r w:rsidRPr="007E0B1D">
        <w:rPr>
          <w:rtl/>
        </w:rPr>
        <w:t xml:space="preserve"> دول الاسلام.</w:t>
      </w:r>
    </w:p>
    <w:p w:rsidR="008867CD" w:rsidRPr="007E0B1D" w:rsidRDefault="008867CD" w:rsidP="008867CD">
      <w:pPr>
        <w:pStyle w:val="libNormal"/>
        <w:rPr>
          <w:rtl/>
        </w:rPr>
      </w:pPr>
      <w:r w:rsidRPr="007E0B1D">
        <w:rPr>
          <w:rtl/>
        </w:rPr>
        <w:t>202</w:t>
      </w:r>
      <w:r w:rsidR="00D8054C">
        <w:rPr>
          <w:rtl/>
        </w:rPr>
        <w:t xml:space="preserve"> - </w:t>
      </w:r>
      <w:r w:rsidRPr="007E0B1D">
        <w:rPr>
          <w:rtl/>
        </w:rPr>
        <w:t>مدينة المعاجز.</w:t>
      </w:r>
    </w:p>
    <w:p w:rsidR="008867CD" w:rsidRPr="007E0B1D" w:rsidRDefault="008867CD" w:rsidP="008867CD">
      <w:pPr>
        <w:pStyle w:val="libNormal"/>
        <w:rPr>
          <w:rtl/>
        </w:rPr>
      </w:pPr>
      <w:r w:rsidRPr="007E0B1D">
        <w:rPr>
          <w:rtl/>
        </w:rPr>
        <w:t>للسيد هاشم الحسيني البحراني.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مكتبة المحمودي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203</w:t>
      </w:r>
      <w:r w:rsidR="00D8054C">
        <w:rPr>
          <w:rtl/>
        </w:rPr>
        <w:t xml:space="preserve"> - </w:t>
      </w:r>
      <w:r w:rsidRPr="007E0B1D">
        <w:rPr>
          <w:rtl/>
        </w:rPr>
        <w:t>مراتب النحويين.</w:t>
      </w:r>
    </w:p>
    <w:p w:rsidR="008867CD" w:rsidRPr="007E0B1D" w:rsidRDefault="008867CD" w:rsidP="008867CD">
      <w:pPr>
        <w:pStyle w:val="libNormal"/>
        <w:rPr>
          <w:rtl/>
        </w:rPr>
      </w:pPr>
      <w:r w:rsidRPr="007E0B1D">
        <w:rPr>
          <w:rtl/>
        </w:rPr>
        <w:t>لأبي الطيب عبد الواحد بن علي العسكري الحلبي.</w:t>
      </w:r>
    </w:p>
    <w:p w:rsidR="008867CD" w:rsidRDefault="008867CD" w:rsidP="008867CD">
      <w:pPr>
        <w:pStyle w:val="libNormal"/>
        <w:rPr>
          <w:rFonts w:hint="cs"/>
          <w:rtl/>
        </w:rPr>
      </w:pPr>
      <w:r w:rsidRPr="007E0B1D">
        <w:rPr>
          <w:rtl/>
        </w:rPr>
        <w:t>طبع القاهرة سنة 1375 ه‍</w:t>
      </w:r>
    </w:p>
    <w:p w:rsidR="008867CD" w:rsidRPr="007E0B1D" w:rsidRDefault="008867CD" w:rsidP="008867CD">
      <w:pPr>
        <w:pStyle w:val="libNormal"/>
        <w:rPr>
          <w:rtl/>
        </w:rPr>
      </w:pPr>
      <w:r w:rsidRPr="007E0B1D">
        <w:rPr>
          <w:rtl/>
        </w:rPr>
        <w:t>204</w:t>
      </w:r>
      <w:r w:rsidR="00D8054C">
        <w:rPr>
          <w:rtl/>
        </w:rPr>
        <w:t xml:space="preserve"> - </w:t>
      </w:r>
      <w:r w:rsidRPr="007E0B1D">
        <w:rPr>
          <w:rtl/>
        </w:rPr>
        <w:t>المراسيل.</w:t>
      </w:r>
    </w:p>
    <w:p w:rsidR="008867CD" w:rsidRPr="007E0B1D" w:rsidRDefault="008867CD" w:rsidP="008867CD">
      <w:pPr>
        <w:pStyle w:val="libNormal"/>
        <w:rPr>
          <w:rtl/>
        </w:rPr>
      </w:pPr>
      <w:r w:rsidRPr="007E0B1D">
        <w:rPr>
          <w:rtl/>
        </w:rPr>
        <w:t>لأبي محمّد عبد الرحمن بن محمّد الحنظلي</w:t>
      </w:r>
      <w:r w:rsidR="00D8054C">
        <w:rPr>
          <w:rtl/>
        </w:rPr>
        <w:t>،</w:t>
      </w:r>
      <w:r w:rsidRPr="007E0B1D">
        <w:rPr>
          <w:rtl/>
        </w:rPr>
        <w:t xml:space="preserve"> الرازي.</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205</w:t>
      </w:r>
      <w:r w:rsidR="00D8054C">
        <w:rPr>
          <w:rtl/>
        </w:rPr>
        <w:t xml:space="preserve"> - </w:t>
      </w:r>
      <w:r w:rsidRPr="007E0B1D">
        <w:rPr>
          <w:rtl/>
        </w:rPr>
        <w:t>مرآة الجنان.</w:t>
      </w:r>
    </w:p>
    <w:p w:rsidR="008867CD" w:rsidRPr="007E0B1D" w:rsidRDefault="008867CD" w:rsidP="008867CD">
      <w:pPr>
        <w:pStyle w:val="libNormal"/>
        <w:rPr>
          <w:rtl/>
        </w:rPr>
      </w:pPr>
      <w:r w:rsidRPr="007E0B1D">
        <w:rPr>
          <w:rtl/>
        </w:rPr>
        <w:t>لأبي محمّد عبد الله بن أسعد اليافعي.</w:t>
      </w:r>
    </w:p>
    <w:p w:rsidR="008867CD" w:rsidRPr="007E0B1D" w:rsidRDefault="008867CD" w:rsidP="008867CD">
      <w:pPr>
        <w:pStyle w:val="libNormal"/>
        <w:rPr>
          <w:rtl/>
        </w:rPr>
      </w:pPr>
      <w:r w:rsidRPr="007E0B1D">
        <w:rPr>
          <w:rtl/>
        </w:rPr>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206</w:t>
      </w:r>
      <w:r w:rsidR="00D8054C">
        <w:rPr>
          <w:rtl/>
        </w:rPr>
        <w:t xml:space="preserve"> - </w:t>
      </w:r>
      <w:r w:rsidRPr="007E0B1D">
        <w:rPr>
          <w:rtl/>
        </w:rPr>
        <w:t>مروج الذهب.</w:t>
      </w:r>
    </w:p>
    <w:p w:rsidR="008867CD" w:rsidRPr="007E0B1D" w:rsidRDefault="008867CD" w:rsidP="008867CD">
      <w:pPr>
        <w:pStyle w:val="libNormal"/>
        <w:rPr>
          <w:rtl/>
        </w:rPr>
      </w:pPr>
      <w:r w:rsidRPr="007E0B1D">
        <w:rPr>
          <w:rtl/>
        </w:rPr>
        <w:t>لأبي الحسن علي بن الحسين المسعودي.</w:t>
      </w:r>
    </w:p>
    <w:p w:rsidR="008867CD" w:rsidRPr="007E0B1D" w:rsidRDefault="008867CD" w:rsidP="008867CD">
      <w:pPr>
        <w:pStyle w:val="libNormal"/>
        <w:rPr>
          <w:rtl/>
        </w:rPr>
      </w:pPr>
      <w:r w:rsidRPr="007E0B1D">
        <w:rPr>
          <w:rtl/>
        </w:rPr>
        <w:t>المكتبة التجارية الكبرى</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207</w:t>
      </w:r>
      <w:r w:rsidR="00D8054C">
        <w:rPr>
          <w:rtl/>
        </w:rPr>
        <w:t xml:space="preserve"> - </w:t>
      </w:r>
      <w:r w:rsidRPr="007E0B1D">
        <w:rPr>
          <w:rtl/>
        </w:rPr>
        <w:t>مستطرفات السرائر.</w:t>
      </w:r>
    </w:p>
    <w:p w:rsidR="008867CD" w:rsidRPr="007E0B1D" w:rsidRDefault="008867CD" w:rsidP="008867CD">
      <w:pPr>
        <w:pStyle w:val="libNormal"/>
        <w:rPr>
          <w:rtl/>
        </w:rPr>
      </w:pPr>
      <w:r w:rsidRPr="007E0B1D">
        <w:rPr>
          <w:rtl/>
        </w:rPr>
        <w:t>لأبي عبد الله محمّد بن أحمد بن ادريس الحلي.</w:t>
      </w:r>
    </w:p>
    <w:p w:rsidR="008867CD" w:rsidRPr="007E0B1D" w:rsidRDefault="008867CD" w:rsidP="008867CD">
      <w:pPr>
        <w:pStyle w:val="libNormal"/>
        <w:rPr>
          <w:rtl/>
        </w:rPr>
      </w:pPr>
      <w:r w:rsidRPr="007E0B1D">
        <w:rPr>
          <w:rtl/>
        </w:rPr>
        <w:t xml:space="preserve">نشر مدرسة الامام المهدي </w:t>
      </w:r>
      <w:r w:rsidR="00D8054C" w:rsidRPr="00D8054C">
        <w:rPr>
          <w:rStyle w:val="libAlaemChar"/>
          <w:rtl/>
        </w:rPr>
        <w:t>عليه‌السلام</w:t>
      </w:r>
      <w:r w:rsidR="00D8054C">
        <w:rPr>
          <w:rtl/>
        </w:rPr>
        <w:t xml:space="preserve"> - </w:t>
      </w:r>
      <w:r w:rsidRPr="007E0B1D">
        <w:rPr>
          <w:rtl/>
        </w:rPr>
        <w:t>قم.</w:t>
      </w:r>
    </w:p>
    <w:p w:rsidR="008867CD" w:rsidRPr="007E0B1D" w:rsidRDefault="008867CD" w:rsidP="008867CD">
      <w:pPr>
        <w:pStyle w:val="libBold1"/>
        <w:rPr>
          <w:rtl/>
        </w:rPr>
      </w:pPr>
      <w:r w:rsidRPr="007E0B1D">
        <w:rPr>
          <w:rtl/>
        </w:rPr>
        <w:t>مشتركات الكاظمي</w:t>
      </w:r>
      <w:r>
        <w:rPr>
          <w:rFonts w:hint="cs"/>
          <w:rtl/>
        </w:rPr>
        <w:t xml:space="preserve"> =</w:t>
      </w:r>
      <w:r w:rsidRPr="007E0B1D">
        <w:rPr>
          <w:rtl/>
        </w:rPr>
        <w:t xml:space="preserve"> هداية المحدثين.</w:t>
      </w:r>
    </w:p>
    <w:p w:rsidR="008867CD" w:rsidRPr="007E0B1D" w:rsidRDefault="008867CD" w:rsidP="008867CD">
      <w:pPr>
        <w:pStyle w:val="libNormal"/>
        <w:rPr>
          <w:rtl/>
        </w:rPr>
      </w:pPr>
      <w:r w:rsidRPr="007E0B1D">
        <w:rPr>
          <w:rtl/>
        </w:rPr>
        <w:t>208</w:t>
      </w:r>
      <w:r w:rsidR="00D8054C">
        <w:rPr>
          <w:rtl/>
        </w:rPr>
        <w:t xml:space="preserve"> - </w:t>
      </w:r>
      <w:r w:rsidRPr="007E0B1D">
        <w:rPr>
          <w:rtl/>
        </w:rPr>
        <w:t>مشيخة من لا يحضره الفقيه.</w:t>
      </w:r>
    </w:p>
    <w:p w:rsidR="008867CD" w:rsidRPr="007E0B1D" w:rsidRDefault="008867CD" w:rsidP="008867CD">
      <w:pPr>
        <w:pStyle w:val="libNormal"/>
        <w:rPr>
          <w:rtl/>
        </w:rPr>
      </w:pPr>
      <w:r w:rsidRPr="007E0B1D">
        <w:rPr>
          <w:rtl/>
        </w:rPr>
        <w:t>لأبي جعفر محمّد بن علي بن الحسين بن بابويه القمي</w:t>
      </w:r>
      <w:r w:rsidR="00D8054C">
        <w:rPr>
          <w:rtl/>
        </w:rPr>
        <w:t>،</w:t>
      </w:r>
      <w:r w:rsidRPr="007E0B1D">
        <w:rPr>
          <w:rtl/>
        </w:rPr>
        <w:t xml:space="preserve"> الشيخ الصدوق.</w:t>
      </w:r>
    </w:p>
    <w:p w:rsidR="008867CD" w:rsidRPr="007E0B1D" w:rsidRDefault="008867CD" w:rsidP="008867CD">
      <w:pPr>
        <w:pStyle w:val="libNormal"/>
        <w:rPr>
          <w:rtl/>
        </w:rPr>
      </w:pPr>
      <w:r w:rsidRPr="007E0B1D">
        <w:rPr>
          <w:rtl/>
        </w:rPr>
        <w:t>منشورات جامعة المدرسين</w:t>
      </w:r>
      <w:r w:rsidR="00D8054C">
        <w:rPr>
          <w:rtl/>
        </w:rPr>
        <w:t xml:space="preserve"> - </w:t>
      </w:r>
      <w:r w:rsidRPr="007E0B1D">
        <w:rPr>
          <w:rtl/>
        </w:rPr>
        <w:t>قم.</w:t>
      </w:r>
    </w:p>
    <w:p w:rsidR="008867CD" w:rsidRPr="007E0B1D" w:rsidRDefault="008867CD" w:rsidP="008867CD">
      <w:pPr>
        <w:pStyle w:val="libNormal"/>
        <w:rPr>
          <w:rtl/>
        </w:rPr>
      </w:pPr>
      <w:r w:rsidRPr="007E0B1D">
        <w:rPr>
          <w:rtl/>
        </w:rPr>
        <w:t>209</w:t>
      </w:r>
      <w:r w:rsidR="00D8054C">
        <w:rPr>
          <w:rtl/>
        </w:rPr>
        <w:t xml:space="preserve"> - </w:t>
      </w:r>
      <w:r w:rsidRPr="007E0B1D">
        <w:rPr>
          <w:rtl/>
        </w:rPr>
        <w:t>المصباح.</w:t>
      </w:r>
    </w:p>
    <w:p w:rsidR="008867CD" w:rsidRPr="007E0B1D" w:rsidRDefault="008867CD" w:rsidP="008867CD">
      <w:pPr>
        <w:pStyle w:val="libNormal"/>
        <w:rPr>
          <w:rtl/>
        </w:rPr>
      </w:pPr>
      <w:r w:rsidRPr="007E0B1D">
        <w:rPr>
          <w:rtl/>
        </w:rPr>
        <w:t>للشيخ تقي الدين ابراهيم بن علي العاملي</w:t>
      </w:r>
      <w:r w:rsidR="00D8054C">
        <w:rPr>
          <w:rtl/>
        </w:rPr>
        <w:t>،</w:t>
      </w:r>
      <w:r w:rsidRPr="007E0B1D">
        <w:rPr>
          <w:rtl/>
        </w:rPr>
        <w:t xml:space="preserve"> الكفعمي.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مؤسسة الأعلمي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210</w:t>
      </w:r>
      <w:r w:rsidR="00D8054C">
        <w:rPr>
          <w:rtl/>
        </w:rPr>
        <w:t xml:space="preserve"> - </w:t>
      </w:r>
      <w:r w:rsidRPr="007E0B1D">
        <w:rPr>
          <w:rtl/>
        </w:rPr>
        <w:t>المعارف.</w:t>
      </w:r>
    </w:p>
    <w:p w:rsidR="008867CD" w:rsidRPr="007E0B1D" w:rsidRDefault="008867CD" w:rsidP="008867CD">
      <w:pPr>
        <w:pStyle w:val="libNormal"/>
        <w:rPr>
          <w:rtl/>
        </w:rPr>
      </w:pPr>
      <w:r w:rsidRPr="007E0B1D">
        <w:rPr>
          <w:rtl/>
        </w:rPr>
        <w:t>لأبي محمّد عبد الله بن مسلم بن قتيبة الدينوري</w:t>
      </w:r>
      <w:r w:rsidR="00D8054C">
        <w:rPr>
          <w:rtl/>
        </w:rPr>
        <w:t>،</w:t>
      </w:r>
      <w:r w:rsidRPr="007E0B1D">
        <w:rPr>
          <w:rtl/>
        </w:rPr>
        <w:t xml:space="preserve"> ابن قتيبة.</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211</w:t>
      </w:r>
      <w:r w:rsidR="00D8054C">
        <w:rPr>
          <w:rtl/>
        </w:rPr>
        <w:t xml:space="preserve"> - </w:t>
      </w:r>
      <w:r w:rsidRPr="007E0B1D">
        <w:rPr>
          <w:rtl/>
        </w:rPr>
        <w:t>معالم العلماء.</w:t>
      </w:r>
    </w:p>
    <w:p w:rsidR="008867CD" w:rsidRPr="007E0B1D" w:rsidRDefault="008867CD" w:rsidP="008867CD">
      <w:pPr>
        <w:pStyle w:val="libNormal"/>
        <w:rPr>
          <w:rtl/>
        </w:rPr>
      </w:pPr>
      <w:r w:rsidRPr="007E0B1D">
        <w:rPr>
          <w:rtl/>
        </w:rPr>
        <w:t>لمحمّد بن علي بن شهرآشوب المازندراني</w:t>
      </w:r>
      <w:r w:rsidR="00D8054C">
        <w:rPr>
          <w:rtl/>
        </w:rPr>
        <w:t>،</w:t>
      </w:r>
      <w:r w:rsidRPr="007E0B1D">
        <w:rPr>
          <w:rtl/>
        </w:rPr>
        <w:t xml:space="preserve"> ابن شهرآشوب.</w:t>
      </w:r>
    </w:p>
    <w:p w:rsidR="008867CD" w:rsidRPr="007E0B1D" w:rsidRDefault="008867CD" w:rsidP="008867CD">
      <w:pPr>
        <w:pStyle w:val="libNormal"/>
        <w:rPr>
          <w:rtl/>
        </w:rPr>
      </w:pPr>
      <w:r w:rsidRPr="007E0B1D">
        <w:rPr>
          <w:rtl/>
        </w:rPr>
        <w:t>المطبعة الحيدرية</w:t>
      </w:r>
      <w:r w:rsidR="00D8054C">
        <w:rPr>
          <w:rtl/>
        </w:rPr>
        <w:t xml:space="preserve"> - </w:t>
      </w:r>
      <w:r w:rsidRPr="007E0B1D">
        <w:rPr>
          <w:rtl/>
        </w:rPr>
        <w:t>النجف الأشرف.</w:t>
      </w:r>
    </w:p>
    <w:p w:rsidR="008867CD" w:rsidRPr="007E0B1D" w:rsidRDefault="008867CD" w:rsidP="008867CD">
      <w:pPr>
        <w:pStyle w:val="libNormal"/>
        <w:rPr>
          <w:rtl/>
        </w:rPr>
      </w:pPr>
      <w:r w:rsidRPr="007E0B1D">
        <w:rPr>
          <w:rtl/>
        </w:rPr>
        <w:t>212</w:t>
      </w:r>
      <w:r w:rsidR="00D8054C">
        <w:rPr>
          <w:rtl/>
        </w:rPr>
        <w:t xml:space="preserve"> - </w:t>
      </w:r>
      <w:r w:rsidRPr="007E0B1D">
        <w:rPr>
          <w:rtl/>
        </w:rPr>
        <w:t>معاهد التنصيص.</w:t>
      </w:r>
    </w:p>
    <w:p w:rsidR="008867CD" w:rsidRPr="007E0B1D" w:rsidRDefault="008867CD" w:rsidP="008867CD">
      <w:pPr>
        <w:pStyle w:val="libNormal"/>
        <w:rPr>
          <w:rtl/>
        </w:rPr>
      </w:pPr>
      <w:r w:rsidRPr="007E0B1D">
        <w:rPr>
          <w:rtl/>
        </w:rPr>
        <w:t>للشيخ عبد الرحيم بن أحمد العباسي.</w:t>
      </w:r>
    </w:p>
    <w:p w:rsidR="008867CD" w:rsidRPr="007E0B1D" w:rsidRDefault="008867CD" w:rsidP="008867CD">
      <w:pPr>
        <w:pStyle w:val="libNormal"/>
        <w:rPr>
          <w:rtl/>
        </w:rPr>
      </w:pPr>
      <w:r w:rsidRPr="007E0B1D">
        <w:rPr>
          <w:rtl/>
        </w:rPr>
        <w:t>عالم الكتب</w:t>
      </w:r>
      <w:r w:rsidR="00D8054C">
        <w:rPr>
          <w:rtl/>
        </w:rPr>
        <w:t xml:space="preserve"> - </w:t>
      </w:r>
      <w:r w:rsidRPr="007E0B1D">
        <w:rPr>
          <w:rtl/>
        </w:rPr>
        <w:t>بيروت.</w:t>
      </w:r>
    </w:p>
    <w:p w:rsidR="008867CD" w:rsidRPr="007E0B1D" w:rsidRDefault="008867CD" w:rsidP="008867CD">
      <w:pPr>
        <w:pStyle w:val="libNormal"/>
        <w:rPr>
          <w:rtl/>
        </w:rPr>
      </w:pPr>
      <w:r w:rsidRPr="007E0B1D">
        <w:rPr>
          <w:rtl/>
        </w:rPr>
        <w:t>213</w:t>
      </w:r>
      <w:r w:rsidR="00D8054C">
        <w:rPr>
          <w:rtl/>
        </w:rPr>
        <w:t xml:space="preserve"> - </w:t>
      </w:r>
      <w:r w:rsidRPr="007E0B1D">
        <w:rPr>
          <w:rtl/>
        </w:rPr>
        <w:t>معجم الادباء.</w:t>
      </w:r>
    </w:p>
    <w:p w:rsidR="008867CD" w:rsidRPr="007E0B1D" w:rsidRDefault="008867CD" w:rsidP="008867CD">
      <w:pPr>
        <w:pStyle w:val="libNormal"/>
        <w:rPr>
          <w:rtl/>
        </w:rPr>
      </w:pPr>
      <w:r w:rsidRPr="007E0B1D">
        <w:rPr>
          <w:rtl/>
        </w:rPr>
        <w:t>لأبي عبد الله شهاب الدين ياقوت بن عبد الله الحموي الرومي.</w:t>
      </w:r>
    </w:p>
    <w:p w:rsidR="008867CD" w:rsidRPr="007E0B1D" w:rsidRDefault="008867CD" w:rsidP="008867CD">
      <w:pPr>
        <w:pStyle w:val="libNormal"/>
        <w:rPr>
          <w:rtl/>
        </w:rPr>
      </w:pPr>
      <w:r w:rsidRPr="007E0B1D">
        <w:rPr>
          <w:rtl/>
        </w:rPr>
        <w:t>دار الفكر</w:t>
      </w:r>
      <w:r w:rsidR="00D8054C">
        <w:rPr>
          <w:rtl/>
        </w:rPr>
        <w:t xml:space="preserve"> - </w:t>
      </w:r>
      <w:r w:rsidRPr="007E0B1D">
        <w:rPr>
          <w:rtl/>
        </w:rPr>
        <w:t>بيروت.</w:t>
      </w:r>
    </w:p>
    <w:p w:rsidR="008867CD" w:rsidRPr="007E0B1D" w:rsidRDefault="008867CD" w:rsidP="008867CD">
      <w:pPr>
        <w:pStyle w:val="libBold1"/>
        <w:rPr>
          <w:rtl/>
        </w:rPr>
      </w:pPr>
      <w:r w:rsidRPr="007E0B1D">
        <w:rPr>
          <w:rtl/>
        </w:rPr>
        <w:t>معجم الأنساب والاسرات الحاكمة</w:t>
      </w:r>
      <w:r>
        <w:rPr>
          <w:rFonts w:hint="cs"/>
          <w:rtl/>
        </w:rPr>
        <w:t xml:space="preserve"> =</w:t>
      </w:r>
      <w:r w:rsidRPr="007E0B1D">
        <w:rPr>
          <w:rtl/>
        </w:rPr>
        <w:t xml:space="preserve"> معجم زامباور.</w:t>
      </w:r>
    </w:p>
    <w:p w:rsidR="008867CD" w:rsidRPr="007E0B1D" w:rsidRDefault="008867CD" w:rsidP="008867CD">
      <w:pPr>
        <w:pStyle w:val="libNormal"/>
        <w:rPr>
          <w:rtl/>
        </w:rPr>
      </w:pPr>
      <w:r w:rsidRPr="007E0B1D">
        <w:rPr>
          <w:rtl/>
        </w:rPr>
        <w:t>214</w:t>
      </w:r>
      <w:r w:rsidR="00D8054C">
        <w:rPr>
          <w:rtl/>
        </w:rPr>
        <w:t xml:space="preserve"> - </w:t>
      </w:r>
      <w:r w:rsidRPr="007E0B1D">
        <w:rPr>
          <w:rtl/>
        </w:rPr>
        <w:t>معجم البلدان.</w:t>
      </w:r>
    </w:p>
    <w:p w:rsidR="008867CD" w:rsidRPr="007E0B1D" w:rsidRDefault="008867CD" w:rsidP="008867CD">
      <w:pPr>
        <w:pStyle w:val="libNormal"/>
        <w:rPr>
          <w:rtl/>
        </w:rPr>
      </w:pPr>
      <w:r w:rsidRPr="007E0B1D">
        <w:rPr>
          <w:rtl/>
        </w:rPr>
        <w:t>لأبي عبد الله شهاب الدين ياقوت بن عبد الله الحموي الرومي.</w:t>
      </w:r>
    </w:p>
    <w:p w:rsidR="008867CD" w:rsidRPr="007E0B1D" w:rsidRDefault="008867CD" w:rsidP="008867CD">
      <w:pPr>
        <w:pStyle w:val="libNormal"/>
        <w:rPr>
          <w:rtl/>
        </w:rPr>
      </w:pPr>
      <w:r w:rsidRPr="007E0B1D">
        <w:rPr>
          <w:rtl/>
        </w:rPr>
        <w:t>دار احياء التراث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215</w:t>
      </w:r>
      <w:r w:rsidR="00D8054C">
        <w:rPr>
          <w:rtl/>
        </w:rPr>
        <w:t xml:space="preserve"> - </w:t>
      </w:r>
      <w:r w:rsidRPr="007E0B1D">
        <w:rPr>
          <w:rtl/>
        </w:rPr>
        <w:t>معجم الثقات.</w:t>
      </w:r>
    </w:p>
    <w:p w:rsidR="008867CD" w:rsidRPr="007E0B1D" w:rsidRDefault="008867CD" w:rsidP="008867CD">
      <w:pPr>
        <w:pStyle w:val="libNormal"/>
        <w:rPr>
          <w:rtl/>
        </w:rPr>
      </w:pPr>
      <w:r w:rsidRPr="007E0B1D">
        <w:rPr>
          <w:rtl/>
        </w:rPr>
        <w:t>لأبي طالب التجليل التبريزي.</w:t>
      </w:r>
    </w:p>
    <w:p w:rsidR="008867CD" w:rsidRPr="007E0B1D" w:rsidRDefault="008867CD" w:rsidP="008867CD">
      <w:pPr>
        <w:pStyle w:val="libNormal"/>
        <w:rPr>
          <w:rtl/>
        </w:rPr>
      </w:pPr>
      <w:r w:rsidRPr="007E0B1D">
        <w:rPr>
          <w:rtl/>
        </w:rPr>
        <w:t>مؤسسة النشر الاسلامي</w:t>
      </w:r>
      <w:r w:rsidR="00D8054C">
        <w:rPr>
          <w:rtl/>
        </w:rPr>
        <w:t xml:space="preserve"> - </w:t>
      </w:r>
      <w:r w:rsidRPr="007E0B1D">
        <w:rPr>
          <w:rtl/>
        </w:rPr>
        <w:t>قم.</w:t>
      </w:r>
    </w:p>
    <w:p w:rsidR="008867CD" w:rsidRPr="007E0B1D" w:rsidRDefault="008867CD" w:rsidP="008867CD">
      <w:pPr>
        <w:pStyle w:val="libNormal"/>
        <w:rPr>
          <w:rtl/>
        </w:rPr>
      </w:pPr>
      <w:r w:rsidRPr="007E0B1D">
        <w:rPr>
          <w:rtl/>
        </w:rPr>
        <w:t>216</w:t>
      </w:r>
      <w:r w:rsidR="00D8054C">
        <w:rPr>
          <w:rtl/>
        </w:rPr>
        <w:t xml:space="preserve"> - </w:t>
      </w:r>
      <w:r w:rsidRPr="007E0B1D">
        <w:rPr>
          <w:rtl/>
        </w:rPr>
        <w:t>معجم رجال الحديث.</w:t>
      </w:r>
    </w:p>
    <w:p w:rsidR="008867CD" w:rsidRPr="007E0B1D" w:rsidRDefault="008867CD" w:rsidP="008867CD">
      <w:pPr>
        <w:pStyle w:val="libNormal"/>
        <w:rPr>
          <w:rtl/>
        </w:rPr>
      </w:pPr>
      <w:r w:rsidRPr="007E0B1D">
        <w:rPr>
          <w:rtl/>
        </w:rPr>
        <w:t>للسيد أبو القاسم الموسوي الخوئي.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منشورات مدينة العلم</w:t>
      </w:r>
      <w:r w:rsidR="00D8054C">
        <w:rPr>
          <w:rtl/>
        </w:rPr>
        <w:t xml:space="preserve"> - </w:t>
      </w:r>
      <w:r w:rsidRPr="007E0B1D">
        <w:rPr>
          <w:rtl/>
        </w:rPr>
        <w:t>قم.</w:t>
      </w:r>
    </w:p>
    <w:p w:rsidR="008867CD" w:rsidRPr="007E0B1D" w:rsidRDefault="008867CD" w:rsidP="008867CD">
      <w:pPr>
        <w:pStyle w:val="libNormal"/>
        <w:rPr>
          <w:rtl/>
        </w:rPr>
      </w:pPr>
      <w:r w:rsidRPr="007E0B1D">
        <w:rPr>
          <w:rtl/>
        </w:rPr>
        <w:t>217</w:t>
      </w:r>
      <w:r w:rsidR="00D8054C">
        <w:rPr>
          <w:rtl/>
        </w:rPr>
        <w:t xml:space="preserve"> - </w:t>
      </w:r>
      <w:r w:rsidRPr="007E0B1D">
        <w:rPr>
          <w:rtl/>
        </w:rPr>
        <w:t xml:space="preserve">معجم زامباور </w:t>
      </w:r>
      <w:r w:rsidR="00D8054C">
        <w:rPr>
          <w:rtl/>
        </w:rPr>
        <w:t>(</w:t>
      </w:r>
      <w:r w:rsidRPr="007E0B1D">
        <w:rPr>
          <w:rtl/>
        </w:rPr>
        <w:t>الترجمة الفارسية</w:t>
      </w:r>
      <w:r w:rsidR="00D8054C">
        <w:rPr>
          <w:rtl/>
        </w:rPr>
        <w:t>)</w:t>
      </w:r>
      <w:r>
        <w:rPr>
          <w:rtl/>
        </w:rPr>
        <w:t>.</w:t>
      </w:r>
    </w:p>
    <w:p w:rsidR="008867CD" w:rsidRPr="007E0B1D" w:rsidRDefault="008867CD" w:rsidP="008867CD">
      <w:pPr>
        <w:pStyle w:val="libNormal"/>
        <w:rPr>
          <w:rtl/>
        </w:rPr>
      </w:pPr>
      <w:r w:rsidRPr="007E0B1D">
        <w:rPr>
          <w:rtl/>
        </w:rPr>
        <w:t>للمستشرق زامباور.</w:t>
      </w:r>
    </w:p>
    <w:p w:rsidR="008867CD" w:rsidRPr="007E0B1D" w:rsidRDefault="008867CD" w:rsidP="008867CD">
      <w:pPr>
        <w:pStyle w:val="libNormal"/>
        <w:rPr>
          <w:rtl/>
        </w:rPr>
      </w:pPr>
      <w:r w:rsidRPr="007E0B1D">
        <w:rPr>
          <w:rtl/>
        </w:rPr>
        <w:t>كتابفروشي خيام</w:t>
      </w:r>
      <w:r w:rsidR="00D8054C">
        <w:rPr>
          <w:rtl/>
        </w:rPr>
        <w:t xml:space="preserve"> - </w:t>
      </w:r>
      <w:r w:rsidRPr="007E0B1D">
        <w:rPr>
          <w:rtl/>
        </w:rPr>
        <w:t>طهران.</w:t>
      </w:r>
    </w:p>
    <w:p w:rsidR="008867CD" w:rsidRPr="007E0B1D" w:rsidRDefault="008867CD" w:rsidP="008867CD">
      <w:pPr>
        <w:pStyle w:val="libNormal"/>
        <w:rPr>
          <w:rtl/>
        </w:rPr>
      </w:pPr>
      <w:r w:rsidRPr="007E0B1D">
        <w:rPr>
          <w:rtl/>
        </w:rPr>
        <w:t>218</w:t>
      </w:r>
      <w:r w:rsidR="00D8054C">
        <w:rPr>
          <w:rtl/>
        </w:rPr>
        <w:t xml:space="preserve"> - </w:t>
      </w:r>
      <w:r w:rsidRPr="007E0B1D">
        <w:rPr>
          <w:rtl/>
        </w:rPr>
        <w:t>معجم الشعراء.</w:t>
      </w:r>
    </w:p>
    <w:p w:rsidR="008867CD" w:rsidRPr="007E0B1D" w:rsidRDefault="008867CD" w:rsidP="008867CD">
      <w:pPr>
        <w:pStyle w:val="libNormal"/>
        <w:rPr>
          <w:rtl/>
        </w:rPr>
      </w:pPr>
      <w:r w:rsidRPr="007E0B1D">
        <w:rPr>
          <w:rtl/>
        </w:rPr>
        <w:t>لأبي عبيد الله محمّد بن عمران المرزباني.</w:t>
      </w:r>
    </w:p>
    <w:p w:rsidR="008867CD" w:rsidRPr="007E0B1D" w:rsidRDefault="008867CD" w:rsidP="008867CD">
      <w:pPr>
        <w:pStyle w:val="libNormal"/>
        <w:rPr>
          <w:rtl/>
        </w:rPr>
      </w:pPr>
      <w:r w:rsidRPr="007E0B1D">
        <w:rPr>
          <w:rtl/>
        </w:rPr>
        <w:t>مكتبة النوري</w:t>
      </w:r>
      <w:r w:rsidR="00D8054C">
        <w:rPr>
          <w:rtl/>
        </w:rPr>
        <w:t xml:space="preserve"> - </w:t>
      </w:r>
      <w:r w:rsidRPr="007E0B1D">
        <w:rPr>
          <w:rtl/>
        </w:rPr>
        <w:t>دمشق.</w:t>
      </w:r>
    </w:p>
    <w:p w:rsidR="008867CD" w:rsidRPr="007E0B1D" w:rsidRDefault="008867CD" w:rsidP="008867CD">
      <w:pPr>
        <w:pStyle w:val="libNormal"/>
        <w:rPr>
          <w:rtl/>
        </w:rPr>
      </w:pPr>
      <w:r w:rsidRPr="007E0B1D">
        <w:rPr>
          <w:rtl/>
        </w:rPr>
        <w:t>219</w:t>
      </w:r>
      <w:r w:rsidR="00D8054C">
        <w:rPr>
          <w:rtl/>
        </w:rPr>
        <w:t xml:space="preserve"> - </w:t>
      </w:r>
      <w:r w:rsidRPr="007E0B1D">
        <w:rPr>
          <w:rtl/>
        </w:rPr>
        <w:t>معجم المصنفين.</w:t>
      </w:r>
    </w:p>
    <w:p w:rsidR="008867CD" w:rsidRPr="007E0B1D" w:rsidRDefault="008867CD" w:rsidP="008867CD">
      <w:pPr>
        <w:pStyle w:val="libNormal"/>
        <w:rPr>
          <w:rtl/>
        </w:rPr>
      </w:pPr>
      <w:r w:rsidRPr="007E0B1D">
        <w:rPr>
          <w:rtl/>
        </w:rPr>
        <w:t>لمحمود حسن التونكي.</w:t>
      </w:r>
    </w:p>
    <w:p w:rsidR="008867CD" w:rsidRPr="007E0B1D" w:rsidRDefault="008867CD" w:rsidP="008867CD">
      <w:pPr>
        <w:pStyle w:val="libNormal"/>
        <w:rPr>
          <w:rtl/>
        </w:rPr>
      </w:pPr>
      <w:r w:rsidRPr="007E0B1D">
        <w:rPr>
          <w:rtl/>
        </w:rPr>
        <w:t>220</w:t>
      </w:r>
      <w:r w:rsidR="00D8054C">
        <w:rPr>
          <w:rtl/>
        </w:rPr>
        <w:t xml:space="preserve"> - </w:t>
      </w:r>
      <w:r w:rsidRPr="007E0B1D">
        <w:rPr>
          <w:rtl/>
        </w:rPr>
        <w:t>معجم المطبوعات العربية.</w:t>
      </w:r>
    </w:p>
    <w:p w:rsidR="008867CD" w:rsidRPr="007E0B1D" w:rsidRDefault="008867CD" w:rsidP="008867CD">
      <w:pPr>
        <w:pStyle w:val="libNormal"/>
        <w:rPr>
          <w:rtl/>
        </w:rPr>
      </w:pPr>
      <w:r w:rsidRPr="007E0B1D">
        <w:rPr>
          <w:rtl/>
        </w:rPr>
        <w:t>ليوسف اليان سركيس.</w:t>
      </w:r>
    </w:p>
    <w:p w:rsidR="008867CD" w:rsidRPr="007E0B1D" w:rsidRDefault="008867CD" w:rsidP="008867CD">
      <w:pPr>
        <w:pStyle w:val="libNormal"/>
        <w:rPr>
          <w:rtl/>
        </w:rPr>
      </w:pPr>
      <w:r w:rsidRPr="007E0B1D">
        <w:rPr>
          <w:rtl/>
        </w:rPr>
        <w:t>منشورات 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221</w:t>
      </w:r>
      <w:r w:rsidR="00D8054C">
        <w:rPr>
          <w:rtl/>
        </w:rPr>
        <w:t xml:space="preserve"> - </w:t>
      </w:r>
      <w:r w:rsidRPr="007E0B1D">
        <w:rPr>
          <w:rtl/>
        </w:rPr>
        <w:t>معجم مؤلفي الشيعة.</w:t>
      </w:r>
    </w:p>
    <w:p w:rsidR="008867CD" w:rsidRPr="007E0B1D" w:rsidRDefault="008867CD" w:rsidP="008867CD">
      <w:pPr>
        <w:pStyle w:val="libNormal"/>
        <w:rPr>
          <w:rtl/>
        </w:rPr>
      </w:pPr>
      <w:r w:rsidRPr="007E0B1D">
        <w:rPr>
          <w:rtl/>
        </w:rPr>
        <w:t>لعلي الفاضل القائيني النجفي.</w:t>
      </w:r>
    </w:p>
    <w:p w:rsidR="008867CD" w:rsidRPr="007E0B1D" w:rsidRDefault="008867CD" w:rsidP="008867CD">
      <w:pPr>
        <w:pStyle w:val="libNormal"/>
        <w:rPr>
          <w:rtl/>
        </w:rPr>
      </w:pPr>
      <w:r w:rsidRPr="007E0B1D">
        <w:rPr>
          <w:rtl/>
        </w:rPr>
        <w:t>من منشورات مطبعة وزارة الارشاد الاسلامي</w:t>
      </w:r>
      <w:r w:rsidR="00D8054C">
        <w:rPr>
          <w:rtl/>
        </w:rPr>
        <w:t xml:space="preserve"> - </w:t>
      </w:r>
      <w:r w:rsidRPr="007E0B1D">
        <w:rPr>
          <w:rtl/>
        </w:rPr>
        <w:t>ايران.</w:t>
      </w:r>
    </w:p>
    <w:p w:rsidR="008867CD" w:rsidRPr="007E0B1D" w:rsidRDefault="008867CD" w:rsidP="008867CD">
      <w:pPr>
        <w:pStyle w:val="libNormal"/>
        <w:rPr>
          <w:rtl/>
        </w:rPr>
      </w:pPr>
      <w:r w:rsidRPr="007E0B1D">
        <w:rPr>
          <w:rtl/>
        </w:rPr>
        <w:t>222</w:t>
      </w:r>
      <w:r w:rsidR="00D8054C">
        <w:rPr>
          <w:rtl/>
        </w:rPr>
        <w:t xml:space="preserve"> - </w:t>
      </w:r>
      <w:r w:rsidRPr="007E0B1D">
        <w:rPr>
          <w:rtl/>
        </w:rPr>
        <w:t>معجم المؤلفين.</w:t>
      </w:r>
    </w:p>
    <w:p w:rsidR="008867CD" w:rsidRPr="007E0B1D" w:rsidRDefault="008867CD" w:rsidP="008867CD">
      <w:pPr>
        <w:pStyle w:val="libNormal"/>
        <w:rPr>
          <w:rtl/>
        </w:rPr>
      </w:pPr>
      <w:r w:rsidRPr="007E0B1D">
        <w:rPr>
          <w:rtl/>
        </w:rPr>
        <w:t>لعمر رضا كحالة.</w:t>
      </w:r>
    </w:p>
    <w:p w:rsidR="008867CD" w:rsidRPr="007E0B1D" w:rsidRDefault="008867CD" w:rsidP="008867CD">
      <w:pPr>
        <w:pStyle w:val="libNormal"/>
        <w:rPr>
          <w:rtl/>
        </w:rPr>
      </w:pPr>
      <w:r w:rsidRPr="007E0B1D">
        <w:rPr>
          <w:rtl/>
        </w:rPr>
        <w:t>مكتبة المثنى ودار احياء التراث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223</w:t>
      </w:r>
      <w:r w:rsidR="00D8054C">
        <w:rPr>
          <w:rtl/>
        </w:rPr>
        <w:t xml:space="preserve"> - </w:t>
      </w:r>
      <w:r w:rsidRPr="007E0B1D">
        <w:rPr>
          <w:rtl/>
        </w:rPr>
        <w:t>المغني في الضعفاء.</w:t>
      </w:r>
    </w:p>
    <w:p w:rsidR="008867CD" w:rsidRPr="007E0B1D" w:rsidRDefault="008867CD" w:rsidP="008867CD">
      <w:pPr>
        <w:pStyle w:val="libNormal"/>
        <w:rPr>
          <w:rtl/>
        </w:rPr>
      </w:pPr>
      <w:r w:rsidRPr="007E0B1D">
        <w:rPr>
          <w:rtl/>
        </w:rPr>
        <w:t>لأبي عبد الله شمس الدين محمّد بن أحمد الذهبي.</w:t>
      </w:r>
    </w:p>
    <w:p w:rsidR="008867CD" w:rsidRPr="007E0B1D" w:rsidRDefault="008867CD" w:rsidP="008867CD">
      <w:pPr>
        <w:pStyle w:val="libNormal"/>
        <w:rPr>
          <w:rtl/>
        </w:rPr>
      </w:pPr>
      <w:r w:rsidRPr="007E0B1D">
        <w:rPr>
          <w:rtl/>
        </w:rPr>
        <w:t>دار المعارف</w:t>
      </w:r>
      <w:r w:rsidR="00D8054C">
        <w:rPr>
          <w:rtl/>
        </w:rPr>
        <w:t xml:space="preserve"> - </w:t>
      </w:r>
      <w:r w:rsidRPr="007E0B1D">
        <w:rPr>
          <w:rtl/>
        </w:rPr>
        <w:t>حلب.</w:t>
      </w:r>
    </w:p>
    <w:p w:rsidR="008867CD" w:rsidRPr="007E0B1D" w:rsidRDefault="008867CD" w:rsidP="008867CD">
      <w:pPr>
        <w:pStyle w:val="libNormal"/>
        <w:rPr>
          <w:rtl/>
        </w:rPr>
      </w:pPr>
      <w:r w:rsidRPr="007E0B1D">
        <w:rPr>
          <w:rtl/>
        </w:rPr>
        <w:t>224</w:t>
      </w:r>
      <w:r w:rsidR="00D8054C">
        <w:rPr>
          <w:rtl/>
        </w:rPr>
        <w:t xml:space="preserve"> - </w:t>
      </w:r>
      <w:r w:rsidRPr="007E0B1D">
        <w:rPr>
          <w:rtl/>
        </w:rPr>
        <w:t>مفتاح السعادة.</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لأحمد بن مصطفى طاش كبرى زاده.</w:t>
      </w:r>
    </w:p>
    <w:p w:rsidR="008867CD" w:rsidRPr="007E0B1D" w:rsidRDefault="008867CD" w:rsidP="008867CD">
      <w:pPr>
        <w:pStyle w:val="libNormal"/>
        <w:rPr>
          <w:rtl/>
        </w:rPr>
      </w:pPr>
      <w:r w:rsidRPr="007E0B1D">
        <w:rPr>
          <w:rtl/>
        </w:rPr>
        <w:t>دار الكتب العلمية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225</w:t>
      </w:r>
      <w:r w:rsidR="00D8054C">
        <w:rPr>
          <w:rtl/>
        </w:rPr>
        <w:t xml:space="preserve"> - </w:t>
      </w:r>
      <w:r w:rsidRPr="007E0B1D">
        <w:rPr>
          <w:rtl/>
        </w:rPr>
        <w:t>مقاتل الطالبيين.</w:t>
      </w:r>
    </w:p>
    <w:p w:rsidR="008867CD" w:rsidRPr="007E0B1D" w:rsidRDefault="008867CD" w:rsidP="008867CD">
      <w:pPr>
        <w:pStyle w:val="libNormal"/>
        <w:rPr>
          <w:rtl/>
        </w:rPr>
      </w:pPr>
      <w:r w:rsidRPr="007E0B1D">
        <w:rPr>
          <w:rtl/>
        </w:rPr>
        <w:t>لأبي الفرج علي بن الحسين الاموي الاصبهاني.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226</w:t>
      </w:r>
      <w:r w:rsidR="00D8054C">
        <w:rPr>
          <w:rtl/>
        </w:rPr>
        <w:t xml:space="preserve"> - </w:t>
      </w:r>
      <w:r w:rsidRPr="007E0B1D">
        <w:rPr>
          <w:rtl/>
        </w:rPr>
        <w:t>مقالات الاسلاميين.</w:t>
      </w:r>
    </w:p>
    <w:p w:rsidR="008867CD" w:rsidRPr="007E0B1D" w:rsidRDefault="008867CD" w:rsidP="008867CD">
      <w:pPr>
        <w:pStyle w:val="libNormal"/>
        <w:rPr>
          <w:rtl/>
        </w:rPr>
      </w:pPr>
      <w:r w:rsidRPr="007E0B1D">
        <w:rPr>
          <w:rtl/>
        </w:rPr>
        <w:t>لأبي الحسن علي بن اسماعيل الأشعري.</w:t>
      </w:r>
    </w:p>
    <w:p w:rsidR="008867CD" w:rsidRPr="007E0B1D" w:rsidRDefault="008867CD" w:rsidP="008867CD">
      <w:pPr>
        <w:pStyle w:val="libNormal"/>
        <w:rPr>
          <w:rtl/>
        </w:rPr>
      </w:pPr>
      <w:r w:rsidRPr="007E0B1D">
        <w:rPr>
          <w:rtl/>
        </w:rPr>
        <w:t>مكتبة النهضة المصرية</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227</w:t>
      </w:r>
      <w:r w:rsidR="00D8054C">
        <w:rPr>
          <w:rtl/>
        </w:rPr>
        <w:t xml:space="preserve"> - </w:t>
      </w:r>
      <w:r w:rsidRPr="007E0B1D">
        <w:rPr>
          <w:rtl/>
        </w:rPr>
        <w:t>المقالات والفرق.</w:t>
      </w:r>
    </w:p>
    <w:p w:rsidR="008867CD" w:rsidRPr="007E0B1D" w:rsidRDefault="008867CD" w:rsidP="008867CD">
      <w:pPr>
        <w:pStyle w:val="libNormal"/>
        <w:rPr>
          <w:rtl/>
        </w:rPr>
      </w:pPr>
      <w:r w:rsidRPr="007E0B1D">
        <w:rPr>
          <w:rtl/>
        </w:rPr>
        <w:t>لسعد بن عبد الله الأشعري القمي.</w:t>
      </w:r>
    </w:p>
    <w:p w:rsidR="008867CD" w:rsidRPr="007E0B1D" w:rsidRDefault="008867CD" w:rsidP="008867CD">
      <w:pPr>
        <w:pStyle w:val="libNormal"/>
        <w:rPr>
          <w:rtl/>
        </w:rPr>
      </w:pPr>
      <w:r w:rsidRPr="007E0B1D">
        <w:rPr>
          <w:rtl/>
        </w:rPr>
        <w:t>مركز انتشارات علمي وفرهنگي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228</w:t>
      </w:r>
      <w:r w:rsidR="00D8054C">
        <w:rPr>
          <w:rtl/>
        </w:rPr>
        <w:t xml:space="preserve"> - </w:t>
      </w:r>
      <w:r w:rsidRPr="007E0B1D">
        <w:rPr>
          <w:rtl/>
        </w:rPr>
        <w:t>الملل والنحل.</w:t>
      </w:r>
    </w:p>
    <w:p w:rsidR="008867CD" w:rsidRPr="007E0B1D" w:rsidRDefault="008867CD" w:rsidP="008867CD">
      <w:pPr>
        <w:pStyle w:val="libNormal"/>
        <w:rPr>
          <w:rtl/>
        </w:rPr>
      </w:pPr>
      <w:r w:rsidRPr="007E0B1D">
        <w:rPr>
          <w:rtl/>
        </w:rPr>
        <w:t>لأبي الفتح محمّد بن عبد الكريم الشهرستاني.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229</w:t>
      </w:r>
      <w:r w:rsidR="00D8054C">
        <w:rPr>
          <w:rtl/>
        </w:rPr>
        <w:t xml:space="preserve"> - </w:t>
      </w:r>
      <w:r w:rsidRPr="007E0B1D">
        <w:rPr>
          <w:rtl/>
        </w:rPr>
        <w:t>مناقب آل أبي طالب.</w:t>
      </w:r>
    </w:p>
    <w:p w:rsidR="008867CD" w:rsidRPr="007E0B1D" w:rsidRDefault="008867CD" w:rsidP="008867CD">
      <w:pPr>
        <w:pStyle w:val="libNormal"/>
        <w:rPr>
          <w:rtl/>
        </w:rPr>
      </w:pPr>
      <w:r w:rsidRPr="007E0B1D">
        <w:rPr>
          <w:rtl/>
        </w:rPr>
        <w:t>لمحمّد بن علي بن شهرآشوب المازندراني</w:t>
      </w:r>
      <w:r w:rsidR="00D8054C">
        <w:rPr>
          <w:rtl/>
        </w:rPr>
        <w:t>،</w:t>
      </w:r>
      <w:r w:rsidRPr="007E0B1D">
        <w:rPr>
          <w:rtl/>
        </w:rPr>
        <w:t xml:space="preserve"> ابن شهرآشوب.</w:t>
      </w:r>
    </w:p>
    <w:p w:rsidR="008867CD" w:rsidRPr="007E0B1D" w:rsidRDefault="008867CD" w:rsidP="008867CD">
      <w:pPr>
        <w:pStyle w:val="libNormal"/>
        <w:rPr>
          <w:rtl/>
        </w:rPr>
      </w:pPr>
      <w:r w:rsidRPr="007E0B1D">
        <w:rPr>
          <w:rtl/>
        </w:rPr>
        <w:t>انتشارات علامة</w:t>
      </w:r>
      <w:r w:rsidR="00D8054C">
        <w:rPr>
          <w:rtl/>
        </w:rPr>
        <w:t xml:space="preserve"> - </w:t>
      </w:r>
      <w:r w:rsidRPr="007E0B1D">
        <w:rPr>
          <w:rtl/>
        </w:rPr>
        <w:t>قم.</w:t>
      </w:r>
    </w:p>
    <w:p w:rsidR="008867CD" w:rsidRPr="007E0B1D" w:rsidRDefault="008867CD" w:rsidP="008867CD">
      <w:pPr>
        <w:pStyle w:val="libNormal"/>
        <w:rPr>
          <w:rtl/>
        </w:rPr>
      </w:pPr>
      <w:r w:rsidRPr="007E0B1D">
        <w:rPr>
          <w:rtl/>
        </w:rPr>
        <w:t>230</w:t>
      </w:r>
      <w:r w:rsidR="00D8054C">
        <w:rPr>
          <w:rtl/>
        </w:rPr>
        <w:t xml:space="preserve"> - </w:t>
      </w:r>
      <w:r w:rsidRPr="007E0B1D">
        <w:rPr>
          <w:rtl/>
        </w:rPr>
        <w:t xml:space="preserve">منتخب التواريخ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لمحمّد هاشم الخراساني.</w:t>
      </w:r>
    </w:p>
    <w:p w:rsidR="008867CD" w:rsidRPr="007E0B1D" w:rsidRDefault="008867CD" w:rsidP="008867CD">
      <w:pPr>
        <w:pStyle w:val="libNormal"/>
        <w:rPr>
          <w:rtl/>
        </w:rPr>
      </w:pPr>
      <w:r w:rsidRPr="007E0B1D">
        <w:rPr>
          <w:rtl/>
        </w:rPr>
        <w:t>كتابفروشي محمّد حسن علمي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231</w:t>
      </w:r>
      <w:r w:rsidR="00D8054C">
        <w:rPr>
          <w:rtl/>
        </w:rPr>
        <w:t xml:space="preserve"> - </w:t>
      </w:r>
      <w:r w:rsidRPr="007E0B1D">
        <w:rPr>
          <w:rtl/>
        </w:rPr>
        <w:t>منتقى الجمال.</w:t>
      </w:r>
    </w:p>
    <w:p w:rsidR="008867CD" w:rsidRPr="007E0B1D" w:rsidRDefault="008867CD" w:rsidP="008867CD">
      <w:pPr>
        <w:pStyle w:val="libNormal"/>
        <w:rPr>
          <w:rtl/>
        </w:rPr>
      </w:pPr>
      <w:r w:rsidRPr="007E0B1D">
        <w:rPr>
          <w:rtl/>
        </w:rPr>
        <w:t>للشيخ أبي منصور جمال الدين الحسن بن زين الدين.</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چاپ جاويد</w:t>
      </w:r>
      <w:r w:rsidR="00D8054C">
        <w:rPr>
          <w:rtl/>
        </w:rPr>
        <w:t xml:space="preserve"> - </w:t>
      </w:r>
      <w:r w:rsidRPr="007E0B1D">
        <w:rPr>
          <w:rtl/>
        </w:rPr>
        <w:t>اصفهان.</w:t>
      </w:r>
    </w:p>
    <w:p w:rsidR="008867CD" w:rsidRPr="007E0B1D" w:rsidRDefault="008867CD" w:rsidP="008867CD">
      <w:pPr>
        <w:pStyle w:val="libNormal"/>
        <w:rPr>
          <w:rtl/>
        </w:rPr>
      </w:pPr>
      <w:r w:rsidRPr="007E0B1D">
        <w:rPr>
          <w:rtl/>
        </w:rPr>
        <w:t>232</w:t>
      </w:r>
      <w:r w:rsidR="00D8054C">
        <w:rPr>
          <w:rtl/>
        </w:rPr>
        <w:t xml:space="preserve"> - </w:t>
      </w:r>
      <w:r w:rsidRPr="007E0B1D">
        <w:rPr>
          <w:rtl/>
        </w:rPr>
        <w:t xml:space="preserve">منتهى الآمال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للشيخ عباس القمي.</w:t>
      </w:r>
    </w:p>
    <w:p w:rsidR="008867CD" w:rsidRPr="007E0B1D" w:rsidRDefault="008867CD" w:rsidP="008867CD">
      <w:pPr>
        <w:pStyle w:val="libNormal"/>
        <w:rPr>
          <w:rtl/>
        </w:rPr>
      </w:pPr>
      <w:r w:rsidRPr="007E0B1D">
        <w:rPr>
          <w:rtl/>
        </w:rPr>
        <w:t>انتشارات ايران.</w:t>
      </w:r>
    </w:p>
    <w:p w:rsidR="008867CD" w:rsidRPr="007E0B1D" w:rsidRDefault="008867CD" w:rsidP="008867CD">
      <w:pPr>
        <w:pStyle w:val="libNormal"/>
        <w:rPr>
          <w:rtl/>
        </w:rPr>
      </w:pPr>
      <w:r w:rsidRPr="007E0B1D">
        <w:rPr>
          <w:rtl/>
        </w:rPr>
        <w:t>233</w:t>
      </w:r>
      <w:r w:rsidR="00D8054C">
        <w:rPr>
          <w:rtl/>
        </w:rPr>
        <w:t xml:space="preserve"> - </w:t>
      </w:r>
      <w:r w:rsidRPr="007E0B1D">
        <w:rPr>
          <w:rtl/>
        </w:rPr>
        <w:t>منتهى المقال.</w:t>
      </w:r>
    </w:p>
    <w:p w:rsidR="008867CD" w:rsidRPr="007E0B1D" w:rsidRDefault="008867CD" w:rsidP="008867CD">
      <w:pPr>
        <w:pStyle w:val="libNormal"/>
        <w:rPr>
          <w:rtl/>
        </w:rPr>
      </w:pPr>
      <w:r w:rsidRPr="007E0B1D">
        <w:rPr>
          <w:rtl/>
        </w:rPr>
        <w:t>لأبي علي محمّد بن اسماعيل بن عبد الجبار المازندراني الحائري.</w:t>
      </w:r>
    </w:p>
    <w:p w:rsidR="008867CD" w:rsidRPr="007E0B1D" w:rsidRDefault="008867CD" w:rsidP="008867CD">
      <w:pPr>
        <w:pStyle w:val="libNormal"/>
        <w:rPr>
          <w:rtl/>
        </w:rPr>
      </w:pPr>
      <w:r w:rsidRPr="007E0B1D">
        <w:rPr>
          <w:rtl/>
        </w:rPr>
        <w:t>طبعة حجرية</w:t>
      </w:r>
      <w:r w:rsidR="00D8054C">
        <w:rPr>
          <w:rtl/>
        </w:rPr>
        <w:t xml:space="preserve"> - </w:t>
      </w:r>
      <w:r w:rsidRPr="007E0B1D">
        <w:rPr>
          <w:rtl/>
        </w:rPr>
        <w:t>ايران.</w:t>
      </w:r>
    </w:p>
    <w:p w:rsidR="008867CD" w:rsidRPr="007E0B1D" w:rsidRDefault="008867CD" w:rsidP="008867CD">
      <w:pPr>
        <w:pStyle w:val="libNormal"/>
        <w:rPr>
          <w:rtl/>
        </w:rPr>
      </w:pPr>
      <w:r w:rsidRPr="007E0B1D">
        <w:rPr>
          <w:rtl/>
        </w:rPr>
        <w:t>234</w:t>
      </w:r>
      <w:r w:rsidR="00D8054C">
        <w:rPr>
          <w:rtl/>
        </w:rPr>
        <w:t xml:space="preserve"> - </w:t>
      </w:r>
      <w:r w:rsidRPr="007E0B1D">
        <w:rPr>
          <w:rtl/>
        </w:rPr>
        <w:t>من لا يحضره الفقيه.</w:t>
      </w:r>
    </w:p>
    <w:p w:rsidR="008867CD" w:rsidRPr="007E0B1D" w:rsidRDefault="008867CD" w:rsidP="008867CD">
      <w:pPr>
        <w:pStyle w:val="libNormal"/>
        <w:rPr>
          <w:rtl/>
        </w:rPr>
      </w:pPr>
      <w:r w:rsidRPr="007E0B1D">
        <w:rPr>
          <w:rtl/>
        </w:rPr>
        <w:t>لأبي جعفر محمّد بن علي بن الحسين بن بابويه القمي</w:t>
      </w:r>
      <w:r w:rsidR="00D8054C">
        <w:rPr>
          <w:rtl/>
        </w:rPr>
        <w:t>،</w:t>
      </w:r>
      <w:r w:rsidRPr="007E0B1D">
        <w:rPr>
          <w:rtl/>
        </w:rPr>
        <w:t xml:space="preserve"> الشيخ الصدوق.</w:t>
      </w:r>
    </w:p>
    <w:p w:rsidR="008867CD" w:rsidRPr="007E0B1D" w:rsidRDefault="008867CD" w:rsidP="008867CD">
      <w:pPr>
        <w:pStyle w:val="libNormal"/>
        <w:rPr>
          <w:rtl/>
        </w:rPr>
      </w:pPr>
      <w:r w:rsidRPr="007E0B1D">
        <w:rPr>
          <w:rtl/>
        </w:rPr>
        <w:t>منشورات جامعة المدرسين</w:t>
      </w:r>
      <w:r w:rsidR="00D8054C">
        <w:rPr>
          <w:rtl/>
        </w:rPr>
        <w:t xml:space="preserve"> - </w:t>
      </w:r>
      <w:r w:rsidRPr="007E0B1D">
        <w:rPr>
          <w:rtl/>
        </w:rPr>
        <w:t>قم.</w:t>
      </w:r>
    </w:p>
    <w:p w:rsidR="008867CD" w:rsidRPr="007E0B1D" w:rsidRDefault="008867CD" w:rsidP="008867CD">
      <w:pPr>
        <w:pStyle w:val="libNormal"/>
        <w:rPr>
          <w:rtl/>
        </w:rPr>
      </w:pPr>
      <w:r w:rsidRPr="007E0B1D">
        <w:rPr>
          <w:rtl/>
        </w:rPr>
        <w:t>235</w:t>
      </w:r>
      <w:r w:rsidR="00D8054C">
        <w:rPr>
          <w:rtl/>
        </w:rPr>
        <w:t xml:space="preserve"> - </w:t>
      </w:r>
      <w:r w:rsidRPr="007E0B1D">
        <w:rPr>
          <w:rtl/>
        </w:rPr>
        <w:t>منهاج السنة.</w:t>
      </w:r>
    </w:p>
    <w:p w:rsidR="008867CD" w:rsidRPr="007E0B1D" w:rsidRDefault="008867CD" w:rsidP="008867CD">
      <w:pPr>
        <w:pStyle w:val="libNormal"/>
        <w:rPr>
          <w:rtl/>
        </w:rPr>
      </w:pPr>
      <w:r w:rsidRPr="007E0B1D">
        <w:rPr>
          <w:rtl/>
        </w:rPr>
        <w:t>لأبي العباس أحمد بن عبد الحليم الحراني الدمشقي</w:t>
      </w:r>
      <w:r w:rsidR="00D8054C">
        <w:rPr>
          <w:rtl/>
        </w:rPr>
        <w:t>،</w:t>
      </w:r>
      <w:r w:rsidRPr="007E0B1D">
        <w:rPr>
          <w:rtl/>
        </w:rPr>
        <w:t xml:space="preserve"> ابن تيمية.</w:t>
      </w:r>
    </w:p>
    <w:p w:rsidR="008867CD" w:rsidRPr="007E0B1D" w:rsidRDefault="008867CD" w:rsidP="008867CD">
      <w:pPr>
        <w:pStyle w:val="libNormal"/>
        <w:rPr>
          <w:rtl/>
        </w:rPr>
      </w:pPr>
      <w:r w:rsidRPr="007E0B1D">
        <w:rPr>
          <w:rtl/>
        </w:rPr>
        <w:t>المطبعة الأميرية</w:t>
      </w:r>
      <w:r w:rsidR="00D8054C">
        <w:rPr>
          <w:rtl/>
        </w:rPr>
        <w:t xml:space="preserve"> - </w:t>
      </w:r>
      <w:r w:rsidRPr="007E0B1D">
        <w:rPr>
          <w:rtl/>
        </w:rPr>
        <w:t>بولاق.</w:t>
      </w:r>
    </w:p>
    <w:p w:rsidR="008867CD" w:rsidRPr="007E0B1D" w:rsidRDefault="008867CD" w:rsidP="008867CD">
      <w:pPr>
        <w:pStyle w:val="libNormal"/>
        <w:rPr>
          <w:rtl/>
        </w:rPr>
      </w:pPr>
      <w:r w:rsidRPr="007E0B1D">
        <w:rPr>
          <w:rtl/>
        </w:rPr>
        <w:t>236</w:t>
      </w:r>
      <w:r w:rsidR="00D8054C">
        <w:rPr>
          <w:rtl/>
        </w:rPr>
        <w:t xml:space="preserve"> - </w:t>
      </w:r>
      <w:r w:rsidRPr="007E0B1D">
        <w:rPr>
          <w:rtl/>
        </w:rPr>
        <w:t>منهاج الكرامة.</w:t>
      </w:r>
    </w:p>
    <w:p w:rsidR="008867CD" w:rsidRPr="007E0B1D" w:rsidRDefault="008867CD" w:rsidP="008867CD">
      <w:pPr>
        <w:pStyle w:val="libNormal"/>
        <w:rPr>
          <w:rtl/>
        </w:rPr>
      </w:pPr>
      <w:r w:rsidRPr="007E0B1D">
        <w:rPr>
          <w:rtl/>
        </w:rPr>
        <w:t>لجمال الدين الحسن بن يوسف بن علي بن المطهر الحلي</w:t>
      </w:r>
      <w:r w:rsidR="00D8054C">
        <w:rPr>
          <w:rtl/>
        </w:rPr>
        <w:t>،</w:t>
      </w:r>
      <w:r w:rsidRPr="007E0B1D">
        <w:rPr>
          <w:rtl/>
        </w:rPr>
        <w:t xml:space="preserve"> العلامة.</w:t>
      </w:r>
    </w:p>
    <w:p w:rsidR="008867CD" w:rsidRPr="007E0B1D" w:rsidRDefault="008867CD" w:rsidP="008867CD">
      <w:pPr>
        <w:pStyle w:val="libNormal"/>
        <w:rPr>
          <w:rtl/>
        </w:rPr>
      </w:pPr>
      <w:r w:rsidRPr="007E0B1D">
        <w:rPr>
          <w:rtl/>
        </w:rPr>
        <w:t>طبع ايران سنة 1296.</w:t>
      </w:r>
    </w:p>
    <w:p w:rsidR="008867CD" w:rsidRPr="007E0B1D" w:rsidRDefault="008867CD" w:rsidP="008867CD">
      <w:pPr>
        <w:pStyle w:val="libNormal"/>
        <w:rPr>
          <w:rtl/>
        </w:rPr>
      </w:pPr>
      <w:r w:rsidRPr="007E0B1D">
        <w:rPr>
          <w:rtl/>
        </w:rPr>
        <w:t>237</w:t>
      </w:r>
      <w:r w:rsidR="00D8054C">
        <w:rPr>
          <w:rtl/>
        </w:rPr>
        <w:t xml:space="preserve"> - </w:t>
      </w:r>
      <w:r w:rsidRPr="007E0B1D">
        <w:rPr>
          <w:rtl/>
        </w:rPr>
        <w:t>منهج المقال.</w:t>
      </w:r>
    </w:p>
    <w:p w:rsidR="008867CD" w:rsidRPr="007E0B1D" w:rsidRDefault="008867CD" w:rsidP="008867CD">
      <w:pPr>
        <w:pStyle w:val="libNormal"/>
        <w:rPr>
          <w:rtl/>
        </w:rPr>
      </w:pPr>
      <w:r w:rsidRPr="007E0B1D">
        <w:rPr>
          <w:rtl/>
        </w:rPr>
        <w:t>للميرزا محمّد بن علي بن ابراهيم الأسترآبادي.</w:t>
      </w:r>
    </w:p>
    <w:p w:rsidR="008867CD" w:rsidRPr="007E0B1D" w:rsidRDefault="008867CD" w:rsidP="008867CD">
      <w:pPr>
        <w:pStyle w:val="libNormal"/>
        <w:rPr>
          <w:rtl/>
        </w:rPr>
      </w:pPr>
      <w:r w:rsidRPr="007E0B1D">
        <w:rPr>
          <w:rtl/>
        </w:rPr>
        <w:t>طبعة حجرية</w:t>
      </w:r>
      <w:r w:rsidR="00D8054C">
        <w:rPr>
          <w:rtl/>
        </w:rPr>
        <w:t xml:space="preserve"> - </w:t>
      </w:r>
      <w:r w:rsidRPr="007E0B1D">
        <w:rPr>
          <w:rtl/>
        </w:rPr>
        <w:t>ايران.</w:t>
      </w:r>
    </w:p>
    <w:p w:rsidR="008867CD" w:rsidRPr="007E0B1D" w:rsidRDefault="008867CD" w:rsidP="008867CD">
      <w:pPr>
        <w:pStyle w:val="libBold1"/>
        <w:rPr>
          <w:rtl/>
        </w:rPr>
      </w:pPr>
      <w:r w:rsidRPr="007E0B1D">
        <w:rPr>
          <w:rtl/>
        </w:rPr>
        <w:t>المواعظ والاعتبار</w:t>
      </w:r>
      <w:r>
        <w:rPr>
          <w:rFonts w:hint="cs"/>
          <w:rtl/>
        </w:rPr>
        <w:t xml:space="preserve"> =</w:t>
      </w:r>
      <w:r w:rsidRPr="007E0B1D">
        <w:rPr>
          <w:rtl/>
        </w:rPr>
        <w:t xml:space="preserve"> خطط المقريزي.</w:t>
      </w:r>
    </w:p>
    <w:p w:rsidR="008867CD" w:rsidRPr="007E0B1D" w:rsidRDefault="008867CD" w:rsidP="008867CD">
      <w:pPr>
        <w:pStyle w:val="libNormal"/>
        <w:rPr>
          <w:rtl/>
        </w:rPr>
      </w:pPr>
      <w:r w:rsidRPr="007E0B1D">
        <w:rPr>
          <w:rtl/>
        </w:rPr>
        <w:t>238</w:t>
      </w:r>
      <w:r w:rsidR="00D8054C">
        <w:rPr>
          <w:rtl/>
        </w:rPr>
        <w:t xml:space="preserve"> - </w:t>
      </w:r>
      <w:r w:rsidRPr="007E0B1D">
        <w:rPr>
          <w:rtl/>
        </w:rPr>
        <w:t>الموسوعة الاسلامية.</w:t>
      </w:r>
    </w:p>
    <w:p w:rsidR="008867CD" w:rsidRPr="007E0B1D" w:rsidRDefault="008867CD" w:rsidP="008867CD">
      <w:pPr>
        <w:pStyle w:val="libNormal"/>
        <w:rPr>
          <w:rtl/>
        </w:rPr>
      </w:pPr>
      <w:r w:rsidRPr="007E0B1D">
        <w:rPr>
          <w:rtl/>
        </w:rPr>
        <w:t>لحسن الأمين.</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دار التعارف</w:t>
      </w:r>
      <w:r w:rsidR="00D8054C">
        <w:rPr>
          <w:rtl/>
        </w:rPr>
        <w:t xml:space="preserve"> - </w:t>
      </w:r>
      <w:r w:rsidRPr="007E0B1D">
        <w:rPr>
          <w:rtl/>
        </w:rPr>
        <w:t>بيروت.</w:t>
      </w:r>
    </w:p>
    <w:p w:rsidR="008867CD" w:rsidRPr="007E0B1D" w:rsidRDefault="008867CD" w:rsidP="008867CD">
      <w:pPr>
        <w:pStyle w:val="libNormal"/>
        <w:rPr>
          <w:rtl/>
        </w:rPr>
      </w:pPr>
      <w:r w:rsidRPr="007E0B1D">
        <w:rPr>
          <w:rtl/>
        </w:rPr>
        <w:t>239</w:t>
      </w:r>
      <w:r w:rsidR="00D8054C">
        <w:rPr>
          <w:rtl/>
        </w:rPr>
        <w:t xml:space="preserve"> - </w:t>
      </w:r>
      <w:r w:rsidRPr="007E0B1D">
        <w:rPr>
          <w:rtl/>
        </w:rPr>
        <w:t>الموسوعة العربية الميسرة.</w:t>
      </w:r>
    </w:p>
    <w:p w:rsidR="008867CD" w:rsidRPr="007E0B1D" w:rsidRDefault="008867CD" w:rsidP="008867CD">
      <w:pPr>
        <w:pStyle w:val="libNormal"/>
        <w:rPr>
          <w:rtl/>
        </w:rPr>
      </w:pPr>
      <w:r w:rsidRPr="007E0B1D">
        <w:rPr>
          <w:rtl/>
        </w:rPr>
        <w:t>اشراف محمّد شفيق غربال.</w:t>
      </w:r>
    </w:p>
    <w:p w:rsidR="008867CD" w:rsidRPr="007E0B1D" w:rsidRDefault="008867CD" w:rsidP="008867CD">
      <w:pPr>
        <w:pStyle w:val="libNormal"/>
        <w:rPr>
          <w:rtl/>
        </w:rPr>
      </w:pPr>
      <w:r w:rsidRPr="007E0B1D">
        <w:rPr>
          <w:rtl/>
        </w:rPr>
        <w:t>دار الشعب ومؤسسة فرانكلين للطباعة والنشر.</w:t>
      </w:r>
    </w:p>
    <w:p w:rsidR="008867CD" w:rsidRPr="007E0B1D" w:rsidRDefault="008867CD" w:rsidP="008867CD">
      <w:pPr>
        <w:pStyle w:val="libNormal"/>
        <w:rPr>
          <w:rtl/>
        </w:rPr>
      </w:pPr>
      <w:r w:rsidRPr="007E0B1D">
        <w:rPr>
          <w:rtl/>
        </w:rPr>
        <w:t>240</w:t>
      </w:r>
      <w:r w:rsidR="00D8054C">
        <w:rPr>
          <w:rtl/>
        </w:rPr>
        <w:t xml:space="preserve"> - </w:t>
      </w:r>
      <w:r w:rsidRPr="007E0B1D">
        <w:rPr>
          <w:rtl/>
        </w:rPr>
        <w:t>الموشح.</w:t>
      </w:r>
    </w:p>
    <w:p w:rsidR="008867CD" w:rsidRPr="007E0B1D" w:rsidRDefault="008867CD" w:rsidP="008867CD">
      <w:pPr>
        <w:pStyle w:val="libNormal"/>
        <w:rPr>
          <w:rtl/>
        </w:rPr>
      </w:pPr>
      <w:r w:rsidRPr="007E0B1D">
        <w:rPr>
          <w:rtl/>
        </w:rPr>
        <w:t>لأبي عبد الله محمّد بن عمران المرزباني الخراساني البغدادي.</w:t>
      </w:r>
    </w:p>
    <w:p w:rsidR="008867CD" w:rsidRDefault="008867CD" w:rsidP="008867CD">
      <w:pPr>
        <w:pStyle w:val="libNormal"/>
        <w:rPr>
          <w:rFonts w:hint="cs"/>
          <w:rtl/>
        </w:rPr>
      </w:pPr>
      <w:r w:rsidRPr="007E0B1D">
        <w:rPr>
          <w:rtl/>
        </w:rPr>
        <w:t>طبع القاهرة سنة 1343 ه‍</w:t>
      </w:r>
    </w:p>
    <w:p w:rsidR="008867CD" w:rsidRPr="007E0B1D" w:rsidRDefault="008867CD" w:rsidP="008867CD">
      <w:pPr>
        <w:pStyle w:val="libNormal"/>
        <w:rPr>
          <w:rtl/>
        </w:rPr>
      </w:pPr>
      <w:r w:rsidRPr="007E0B1D">
        <w:rPr>
          <w:rtl/>
        </w:rPr>
        <w:t>241</w:t>
      </w:r>
      <w:r w:rsidR="00D8054C">
        <w:rPr>
          <w:rtl/>
        </w:rPr>
        <w:t xml:space="preserve"> - </w:t>
      </w:r>
      <w:r w:rsidRPr="007E0B1D">
        <w:rPr>
          <w:rtl/>
        </w:rPr>
        <w:t>ميزان الاعتدال.</w:t>
      </w:r>
    </w:p>
    <w:p w:rsidR="008867CD" w:rsidRPr="007E0B1D" w:rsidRDefault="008867CD" w:rsidP="008867CD">
      <w:pPr>
        <w:pStyle w:val="libNormal"/>
        <w:rPr>
          <w:rtl/>
        </w:rPr>
      </w:pPr>
      <w:r w:rsidRPr="007E0B1D">
        <w:rPr>
          <w:rtl/>
        </w:rPr>
        <w:t>لأبي عبد الله شمس الدين محمّد بن أحمد بن عثمان الذهبي.</w:t>
      </w:r>
    </w:p>
    <w:p w:rsidR="008867CD" w:rsidRPr="007E0B1D" w:rsidRDefault="008867CD" w:rsidP="008867CD">
      <w:pPr>
        <w:pStyle w:val="libNormal"/>
        <w:rPr>
          <w:rtl/>
        </w:rPr>
      </w:pPr>
      <w:r w:rsidRPr="007E0B1D">
        <w:rPr>
          <w:rtl/>
        </w:rPr>
        <w:t>دار المعرفة</w:t>
      </w:r>
      <w:r w:rsidR="00D8054C">
        <w:rPr>
          <w:rtl/>
        </w:rPr>
        <w:t xml:space="preserve"> - </w:t>
      </w:r>
      <w:r w:rsidRPr="007E0B1D">
        <w:rPr>
          <w:rtl/>
        </w:rPr>
        <w:t>بيروت.</w:t>
      </w:r>
    </w:p>
    <w:p w:rsidR="008867CD" w:rsidRPr="007E0B1D" w:rsidRDefault="008867CD" w:rsidP="008867CD">
      <w:pPr>
        <w:pStyle w:val="libNormal"/>
        <w:rPr>
          <w:rtl/>
        </w:rPr>
      </w:pPr>
      <w:r w:rsidRPr="007E0B1D">
        <w:rPr>
          <w:rtl/>
        </w:rPr>
        <w:t>242</w:t>
      </w:r>
      <w:r w:rsidR="00D8054C">
        <w:rPr>
          <w:rtl/>
        </w:rPr>
        <w:t xml:space="preserve"> - </w:t>
      </w:r>
      <w:r w:rsidRPr="007E0B1D">
        <w:rPr>
          <w:rtl/>
        </w:rPr>
        <w:t xml:space="preserve">نامه دانشوران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تأليف جماعة.</w:t>
      </w:r>
    </w:p>
    <w:p w:rsidR="008867CD" w:rsidRPr="007E0B1D" w:rsidRDefault="008867CD" w:rsidP="008867CD">
      <w:pPr>
        <w:pStyle w:val="libNormal"/>
        <w:rPr>
          <w:rtl/>
        </w:rPr>
      </w:pPr>
      <w:r w:rsidRPr="007E0B1D">
        <w:rPr>
          <w:rtl/>
        </w:rPr>
        <w:t>چاپخانه دار العلم</w:t>
      </w:r>
      <w:r w:rsidR="00D8054C">
        <w:rPr>
          <w:rtl/>
        </w:rPr>
        <w:t xml:space="preserve"> - </w:t>
      </w:r>
      <w:r w:rsidRPr="007E0B1D">
        <w:rPr>
          <w:rtl/>
        </w:rPr>
        <w:t>قم.</w:t>
      </w:r>
    </w:p>
    <w:p w:rsidR="008867CD" w:rsidRPr="007E0B1D" w:rsidRDefault="008867CD" w:rsidP="008867CD">
      <w:pPr>
        <w:pStyle w:val="libNormal"/>
        <w:rPr>
          <w:rtl/>
        </w:rPr>
      </w:pPr>
      <w:r w:rsidRPr="007E0B1D">
        <w:rPr>
          <w:rtl/>
        </w:rPr>
        <w:t>243</w:t>
      </w:r>
      <w:r w:rsidR="00D8054C">
        <w:rPr>
          <w:rtl/>
        </w:rPr>
        <w:t xml:space="preserve"> - </w:t>
      </w:r>
      <w:r w:rsidRPr="007E0B1D">
        <w:rPr>
          <w:rtl/>
        </w:rPr>
        <w:t>النجوم الزاهرة.</w:t>
      </w:r>
    </w:p>
    <w:p w:rsidR="008867CD" w:rsidRPr="007E0B1D" w:rsidRDefault="008867CD" w:rsidP="008867CD">
      <w:pPr>
        <w:pStyle w:val="libNormal"/>
        <w:rPr>
          <w:rtl/>
        </w:rPr>
      </w:pPr>
      <w:r w:rsidRPr="007E0B1D">
        <w:rPr>
          <w:rtl/>
        </w:rPr>
        <w:t>لأبي المحاسن جمال الدين يوسف بن تغري بردى البشغاوي القاهري.</w:t>
      </w:r>
    </w:p>
    <w:p w:rsidR="008867CD" w:rsidRPr="007E0B1D" w:rsidRDefault="008867CD" w:rsidP="008867CD">
      <w:pPr>
        <w:pStyle w:val="libNormal"/>
        <w:rPr>
          <w:rtl/>
        </w:rPr>
      </w:pPr>
      <w:r w:rsidRPr="007E0B1D">
        <w:rPr>
          <w:rtl/>
        </w:rPr>
        <w:t>نسخة مصورة عن طبعة دار الكتب</w:t>
      </w:r>
      <w:r w:rsidR="00D8054C">
        <w:rPr>
          <w:rtl/>
        </w:rPr>
        <w:t xml:space="preserve"> - </w:t>
      </w:r>
      <w:r w:rsidRPr="007E0B1D">
        <w:rPr>
          <w:rtl/>
        </w:rPr>
        <w:t>القاهرة.</w:t>
      </w:r>
    </w:p>
    <w:p w:rsidR="008867CD" w:rsidRPr="007E0B1D" w:rsidRDefault="008867CD" w:rsidP="008867CD">
      <w:pPr>
        <w:pStyle w:val="libNormal"/>
        <w:rPr>
          <w:rtl/>
        </w:rPr>
      </w:pPr>
      <w:r w:rsidRPr="007E0B1D">
        <w:rPr>
          <w:rtl/>
        </w:rPr>
        <w:t>244</w:t>
      </w:r>
      <w:r w:rsidR="00D8054C">
        <w:rPr>
          <w:rtl/>
        </w:rPr>
        <w:t xml:space="preserve"> - </w:t>
      </w:r>
      <w:r w:rsidRPr="007E0B1D">
        <w:rPr>
          <w:rtl/>
        </w:rPr>
        <w:t>نزهة الألباء.</w:t>
      </w:r>
    </w:p>
    <w:p w:rsidR="008867CD" w:rsidRPr="007E0B1D" w:rsidRDefault="008867CD" w:rsidP="008867CD">
      <w:pPr>
        <w:pStyle w:val="libNormal"/>
        <w:rPr>
          <w:rtl/>
        </w:rPr>
      </w:pPr>
      <w:r w:rsidRPr="007E0B1D">
        <w:rPr>
          <w:rtl/>
        </w:rPr>
        <w:t>لأبي البركات عبد الرحمن بن محمّد الأنباري.</w:t>
      </w:r>
    </w:p>
    <w:p w:rsidR="008867CD" w:rsidRDefault="008867CD" w:rsidP="008867CD">
      <w:pPr>
        <w:pStyle w:val="libNormal"/>
        <w:rPr>
          <w:rFonts w:hint="cs"/>
          <w:rtl/>
        </w:rPr>
      </w:pPr>
      <w:r w:rsidRPr="007E0B1D">
        <w:rPr>
          <w:rtl/>
        </w:rPr>
        <w:t>طبع القاهرة سنة 1294 ه‍</w:t>
      </w:r>
    </w:p>
    <w:p w:rsidR="008867CD" w:rsidRPr="007E0B1D" w:rsidRDefault="008867CD" w:rsidP="008867CD">
      <w:pPr>
        <w:pStyle w:val="libNormal"/>
        <w:rPr>
          <w:rtl/>
        </w:rPr>
      </w:pPr>
      <w:r w:rsidRPr="007E0B1D">
        <w:rPr>
          <w:rtl/>
        </w:rPr>
        <w:t>245</w:t>
      </w:r>
      <w:r w:rsidR="00D8054C">
        <w:rPr>
          <w:rtl/>
        </w:rPr>
        <w:t xml:space="preserve"> - </w:t>
      </w:r>
      <w:r w:rsidRPr="007E0B1D">
        <w:rPr>
          <w:rtl/>
        </w:rPr>
        <w:t xml:space="preserve">نزهة القلوب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لحمد الله مستوفي.</w:t>
      </w:r>
    </w:p>
    <w:p w:rsidR="008867CD" w:rsidRPr="007E0B1D" w:rsidRDefault="008867CD" w:rsidP="008867CD">
      <w:pPr>
        <w:pStyle w:val="libNormal"/>
        <w:rPr>
          <w:rFonts w:hint="cs"/>
          <w:rtl/>
        </w:rPr>
      </w:pPr>
      <w:r w:rsidRPr="007E0B1D">
        <w:rPr>
          <w:rtl/>
        </w:rPr>
        <w:t>طبع ليدن سنة 1331 ه</w:t>
      </w:r>
      <w:r>
        <w:rPr>
          <w:rFonts w:hint="cs"/>
          <w:rtl/>
        </w:rPr>
        <w:t>ـ</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246</w:t>
      </w:r>
      <w:r w:rsidR="00D8054C">
        <w:rPr>
          <w:rtl/>
        </w:rPr>
        <w:t xml:space="preserve"> - </w:t>
      </w:r>
      <w:r w:rsidRPr="007E0B1D">
        <w:rPr>
          <w:rtl/>
        </w:rPr>
        <w:t>نضد الايضاح.</w:t>
      </w:r>
    </w:p>
    <w:p w:rsidR="008867CD" w:rsidRPr="007E0B1D" w:rsidRDefault="008867CD" w:rsidP="008867CD">
      <w:pPr>
        <w:pStyle w:val="libNormal"/>
        <w:rPr>
          <w:rtl/>
        </w:rPr>
      </w:pPr>
      <w:r w:rsidRPr="007E0B1D">
        <w:rPr>
          <w:rtl/>
        </w:rPr>
        <w:t>لمحمّد بن محمّد حسن</w:t>
      </w:r>
      <w:r w:rsidR="00D8054C">
        <w:rPr>
          <w:rtl/>
        </w:rPr>
        <w:t>،</w:t>
      </w:r>
      <w:r w:rsidRPr="007E0B1D">
        <w:rPr>
          <w:rtl/>
        </w:rPr>
        <w:t xml:space="preserve"> علم الهدى.</w:t>
      </w:r>
    </w:p>
    <w:p w:rsidR="008867CD" w:rsidRPr="007E0B1D" w:rsidRDefault="008867CD" w:rsidP="008867CD">
      <w:pPr>
        <w:pStyle w:val="libNormal"/>
        <w:rPr>
          <w:rtl/>
        </w:rPr>
      </w:pPr>
      <w:r w:rsidRPr="007E0B1D">
        <w:rPr>
          <w:rtl/>
        </w:rPr>
        <w:t>حاشية فهرست الطوسي</w:t>
      </w:r>
      <w:r w:rsidR="00D8054C">
        <w:rPr>
          <w:rtl/>
        </w:rPr>
        <w:t xml:space="preserve"> - </w:t>
      </w:r>
      <w:r w:rsidRPr="007E0B1D">
        <w:rPr>
          <w:rtl/>
        </w:rPr>
        <w:t>چاپخانه دانشگاه مشهد.</w:t>
      </w:r>
    </w:p>
    <w:p w:rsidR="008867CD" w:rsidRPr="007E0B1D" w:rsidRDefault="008867CD" w:rsidP="008867CD">
      <w:pPr>
        <w:pStyle w:val="libNormal"/>
        <w:rPr>
          <w:rtl/>
        </w:rPr>
      </w:pPr>
      <w:r w:rsidRPr="007E0B1D">
        <w:rPr>
          <w:rtl/>
        </w:rPr>
        <w:t>247</w:t>
      </w:r>
      <w:r w:rsidR="00D8054C">
        <w:rPr>
          <w:rtl/>
        </w:rPr>
        <w:t xml:space="preserve"> - </w:t>
      </w:r>
      <w:r w:rsidRPr="007E0B1D">
        <w:rPr>
          <w:rtl/>
        </w:rPr>
        <w:t xml:space="preserve">نفحات الانس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للمولى عبد الرحمن بن أحمد الجامي الدشتي الفارسي.</w:t>
      </w:r>
    </w:p>
    <w:p w:rsidR="008867CD" w:rsidRPr="007E0B1D" w:rsidRDefault="008867CD" w:rsidP="008867CD">
      <w:pPr>
        <w:pStyle w:val="libNormal"/>
        <w:rPr>
          <w:rtl/>
        </w:rPr>
      </w:pPr>
      <w:r w:rsidRPr="007E0B1D">
        <w:rPr>
          <w:rtl/>
        </w:rPr>
        <w:t>كتابفروشي محمودي</w:t>
      </w:r>
      <w:r w:rsidR="00D8054C">
        <w:rPr>
          <w:rtl/>
        </w:rPr>
        <w:t xml:space="preserve"> - </w:t>
      </w:r>
      <w:r w:rsidRPr="007E0B1D">
        <w:rPr>
          <w:rtl/>
        </w:rPr>
        <w:t>طهران.</w:t>
      </w:r>
    </w:p>
    <w:p w:rsidR="008867CD" w:rsidRPr="007E0B1D" w:rsidRDefault="008867CD" w:rsidP="008867CD">
      <w:pPr>
        <w:pStyle w:val="libNormal"/>
        <w:rPr>
          <w:rtl/>
        </w:rPr>
      </w:pPr>
      <w:r w:rsidRPr="007E0B1D">
        <w:rPr>
          <w:rtl/>
        </w:rPr>
        <w:t>248</w:t>
      </w:r>
      <w:r w:rsidR="00D8054C">
        <w:rPr>
          <w:rtl/>
        </w:rPr>
        <w:t xml:space="preserve"> - </w:t>
      </w:r>
      <w:r w:rsidRPr="007E0B1D">
        <w:rPr>
          <w:rtl/>
        </w:rPr>
        <w:t>نقد الرجال.</w:t>
      </w:r>
    </w:p>
    <w:p w:rsidR="008867CD" w:rsidRPr="007E0B1D" w:rsidRDefault="008867CD" w:rsidP="008867CD">
      <w:pPr>
        <w:pStyle w:val="libNormal"/>
        <w:rPr>
          <w:rtl/>
        </w:rPr>
      </w:pPr>
      <w:r w:rsidRPr="007E0B1D">
        <w:rPr>
          <w:rtl/>
        </w:rPr>
        <w:t>للسيد مير مصطفى الحسيني التفريشي.</w:t>
      </w:r>
    </w:p>
    <w:p w:rsidR="008867CD" w:rsidRPr="007E0B1D" w:rsidRDefault="008867CD" w:rsidP="008867CD">
      <w:pPr>
        <w:pStyle w:val="libNormal"/>
        <w:rPr>
          <w:rtl/>
        </w:rPr>
      </w:pPr>
      <w:r w:rsidRPr="007E0B1D">
        <w:rPr>
          <w:rtl/>
        </w:rPr>
        <w:t xml:space="preserve">انتشارات الرسول المصطفى </w:t>
      </w:r>
      <w:r w:rsidR="00D8054C" w:rsidRPr="00D8054C">
        <w:rPr>
          <w:rStyle w:val="libAlaemChar"/>
          <w:rtl/>
        </w:rPr>
        <w:t>صلى‌الله‌عليه‌وآله</w:t>
      </w:r>
      <w:r w:rsidR="00D8054C">
        <w:rPr>
          <w:rtl/>
        </w:rPr>
        <w:t xml:space="preserve"> - </w:t>
      </w:r>
      <w:r w:rsidRPr="007E0B1D">
        <w:rPr>
          <w:rtl/>
        </w:rPr>
        <w:t>قم.</w:t>
      </w:r>
    </w:p>
    <w:p w:rsidR="008867CD" w:rsidRPr="007E0B1D" w:rsidRDefault="008867CD" w:rsidP="008867CD">
      <w:pPr>
        <w:pStyle w:val="libNormal"/>
        <w:rPr>
          <w:rtl/>
        </w:rPr>
      </w:pPr>
      <w:r w:rsidRPr="007E0B1D">
        <w:rPr>
          <w:rtl/>
        </w:rPr>
        <w:t>249</w:t>
      </w:r>
      <w:r w:rsidR="00D8054C">
        <w:rPr>
          <w:rtl/>
        </w:rPr>
        <w:t xml:space="preserve"> - </w:t>
      </w:r>
      <w:r w:rsidRPr="007E0B1D">
        <w:rPr>
          <w:rtl/>
        </w:rPr>
        <w:t>نور القبس.</w:t>
      </w:r>
    </w:p>
    <w:p w:rsidR="008867CD" w:rsidRPr="007E0B1D" w:rsidRDefault="008867CD" w:rsidP="008867CD">
      <w:pPr>
        <w:pStyle w:val="libNormal"/>
        <w:rPr>
          <w:rtl/>
        </w:rPr>
      </w:pPr>
      <w:r w:rsidRPr="007E0B1D">
        <w:rPr>
          <w:rtl/>
        </w:rPr>
        <w:t>لأبي المحاسن يوسف بن أحمد اليغموري.</w:t>
      </w:r>
    </w:p>
    <w:p w:rsidR="008867CD" w:rsidRPr="007E0B1D" w:rsidRDefault="008867CD" w:rsidP="008867CD">
      <w:pPr>
        <w:pStyle w:val="libNormal"/>
        <w:rPr>
          <w:rtl/>
        </w:rPr>
      </w:pPr>
      <w:r w:rsidRPr="007E0B1D">
        <w:rPr>
          <w:rtl/>
        </w:rPr>
        <w:t>250</w:t>
      </w:r>
      <w:r w:rsidR="00D8054C">
        <w:rPr>
          <w:rtl/>
        </w:rPr>
        <w:t xml:space="preserve"> - </w:t>
      </w:r>
      <w:r w:rsidRPr="007E0B1D">
        <w:rPr>
          <w:rtl/>
        </w:rPr>
        <w:t>هداية المحدثين.</w:t>
      </w:r>
    </w:p>
    <w:p w:rsidR="008867CD" w:rsidRPr="007E0B1D" w:rsidRDefault="008867CD" w:rsidP="008867CD">
      <w:pPr>
        <w:pStyle w:val="libNormal"/>
        <w:rPr>
          <w:rtl/>
        </w:rPr>
      </w:pPr>
      <w:r w:rsidRPr="007E0B1D">
        <w:rPr>
          <w:rtl/>
        </w:rPr>
        <w:t>لمحمّد أمين بن محمّد علي الكاظمي.</w:t>
      </w:r>
    </w:p>
    <w:p w:rsidR="008867CD" w:rsidRPr="007E0B1D" w:rsidRDefault="008867CD" w:rsidP="008867CD">
      <w:pPr>
        <w:pStyle w:val="libNormal"/>
        <w:rPr>
          <w:rtl/>
        </w:rPr>
      </w:pPr>
      <w:r w:rsidRPr="007E0B1D">
        <w:rPr>
          <w:rtl/>
        </w:rPr>
        <w:t>منشورات 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251</w:t>
      </w:r>
      <w:r w:rsidR="00D8054C">
        <w:rPr>
          <w:rtl/>
        </w:rPr>
        <w:t xml:space="preserve"> - </w:t>
      </w:r>
      <w:r w:rsidRPr="007E0B1D">
        <w:rPr>
          <w:rtl/>
        </w:rPr>
        <w:t xml:space="preserve">هدية الأحباب </w:t>
      </w:r>
      <w:r w:rsidR="00D8054C">
        <w:rPr>
          <w:rtl/>
        </w:rPr>
        <w:t>(</w:t>
      </w:r>
      <w:r w:rsidRPr="007E0B1D">
        <w:rPr>
          <w:rtl/>
        </w:rPr>
        <w:t>فارسي</w:t>
      </w:r>
      <w:r w:rsidR="00D8054C">
        <w:rPr>
          <w:rtl/>
        </w:rPr>
        <w:t>)</w:t>
      </w:r>
      <w:r>
        <w:rPr>
          <w:rtl/>
        </w:rPr>
        <w:t>.</w:t>
      </w:r>
    </w:p>
    <w:p w:rsidR="008867CD" w:rsidRPr="007E0B1D" w:rsidRDefault="008867CD" w:rsidP="008867CD">
      <w:pPr>
        <w:pStyle w:val="libNormal"/>
        <w:rPr>
          <w:rtl/>
        </w:rPr>
      </w:pPr>
      <w:r w:rsidRPr="007E0B1D">
        <w:rPr>
          <w:rtl/>
        </w:rPr>
        <w:t>للشيخ عباس القمي.</w:t>
      </w:r>
    </w:p>
    <w:p w:rsidR="008867CD" w:rsidRPr="007E0B1D" w:rsidRDefault="008867CD" w:rsidP="008867CD">
      <w:pPr>
        <w:pStyle w:val="libNormal"/>
        <w:rPr>
          <w:rtl/>
        </w:rPr>
      </w:pPr>
      <w:r w:rsidRPr="007E0B1D">
        <w:rPr>
          <w:rtl/>
        </w:rPr>
        <w:t>كتابخانه صدوق</w:t>
      </w:r>
      <w:r w:rsidR="00D8054C">
        <w:rPr>
          <w:rtl/>
        </w:rPr>
        <w:t xml:space="preserve"> - </w:t>
      </w:r>
      <w:r w:rsidRPr="007E0B1D">
        <w:rPr>
          <w:rtl/>
        </w:rPr>
        <w:t>طهران.</w:t>
      </w:r>
    </w:p>
    <w:p w:rsidR="008867CD" w:rsidRPr="007E0B1D" w:rsidRDefault="008867CD" w:rsidP="008867CD">
      <w:pPr>
        <w:pStyle w:val="libNormal"/>
        <w:rPr>
          <w:rtl/>
        </w:rPr>
      </w:pPr>
      <w:r w:rsidRPr="007E0B1D">
        <w:rPr>
          <w:rtl/>
        </w:rPr>
        <w:t>252</w:t>
      </w:r>
      <w:r w:rsidR="00D8054C">
        <w:rPr>
          <w:rtl/>
        </w:rPr>
        <w:t xml:space="preserve"> - </w:t>
      </w:r>
      <w:r w:rsidRPr="007E0B1D">
        <w:rPr>
          <w:rtl/>
        </w:rPr>
        <w:t>هدية العارفين.</w:t>
      </w:r>
    </w:p>
    <w:p w:rsidR="008867CD" w:rsidRPr="007E0B1D" w:rsidRDefault="008867CD" w:rsidP="008867CD">
      <w:pPr>
        <w:pStyle w:val="libNormal"/>
        <w:rPr>
          <w:rtl/>
        </w:rPr>
      </w:pPr>
      <w:r w:rsidRPr="007E0B1D">
        <w:rPr>
          <w:rtl/>
        </w:rPr>
        <w:t>لإسماعيل بن محمّد أمين الباباني البغدادي.</w:t>
      </w:r>
    </w:p>
    <w:p w:rsidR="008867CD" w:rsidRPr="007E0B1D" w:rsidRDefault="008867CD" w:rsidP="008867CD">
      <w:pPr>
        <w:pStyle w:val="libNormal"/>
        <w:rPr>
          <w:rtl/>
        </w:rPr>
      </w:pPr>
      <w:r w:rsidRPr="007E0B1D">
        <w:rPr>
          <w:rtl/>
        </w:rPr>
        <w:t>دار الفكر</w:t>
      </w:r>
      <w:r w:rsidR="00D8054C">
        <w:rPr>
          <w:rtl/>
        </w:rPr>
        <w:t xml:space="preserve"> - </w:t>
      </w:r>
      <w:r w:rsidRPr="007E0B1D">
        <w:rPr>
          <w:rtl/>
        </w:rPr>
        <w:t>بيروت.</w:t>
      </w:r>
    </w:p>
    <w:p w:rsidR="008867CD" w:rsidRPr="007E0B1D" w:rsidRDefault="008867CD" w:rsidP="008867CD">
      <w:pPr>
        <w:pStyle w:val="libNormal"/>
        <w:rPr>
          <w:rtl/>
        </w:rPr>
      </w:pPr>
      <w:r w:rsidRPr="007E0B1D">
        <w:rPr>
          <w:rtl/>
        </w:rPr>
        <w:t>253</w:t>
      </w:r>
      <w:r w:rsidR="00D8054C">
        <w:rPr>
          <w:rtl/>
        </w:rPr>
        <w:t xml:space="preserve"> - </w:t>
      </w:r>
      <w:r w:rsidRPr="007E0B1D">
        <w:rPr>
          <w:rtl/>
        </w:rPr>
        <w:t>الوجيزة.</w:t>
      </w:r>
    </w:p>
    <w:p w:rsidR="008867CD" w:rsidRPr="007E0B1D" w:rsidRDefault="008867CD" w:rsidP="008867CD">
      <w:pPr>
        <w:pStyle w:val="libNormal"/>
        <w:rPr>
          <w:rtl/>
        </w:rPr>
      </w:pPr>
      <w:r w:rsidRPr="007E0B1D">
        <w:rPr>
          <w:rtl/>
        </w:rPr>
        <w:t>للشيخ محمّد باقر بن محمّد تقي المجلسي.</w:t>
      </w:r>
    </w:p>
    <w:p w:rsidR="00D8054C" w:rsidRDefault="00D8054C" w:rsidP="00D8054C">
      <w:pPr>
        <w:pStyle w:val="libNormal"/>
        <w:rPr>
          <w:rtl/>
        </w:rPr>
      </w:pPr>
      <w:r>
        <w:rPr>
          <w:rtl/>
        </w:rPr>
        <w:br w:type="page"/>
      </w:r>
    </w:p>
    <w:p w:rsidR="008867CD" w:rsidRPr="007E0B1D" w:rsidRDefault="008867CD" w:rsidP="008867CD">
      <w:pPr>
        <w:pStyle w:val="libNormal"/>
        <w:rPr>
          <w:rtl/>
        </w:rPr>
      </w:pPr>
      <w:r w:rsidRPr="007E0B1D">
        <w:rPr>
          <w:rtl/>
        </w:rPr>
        <w:lastRenderedPageBreak/>
        <w:t>نسخة مصورة عن نسخة خطية محفوظة في مكتبة السيد النجفي المرعشي</w:t>
      </w:r>
      <w:r w:rsidR="00D8054C">
        <w:rPr>
          <w:rtl/>
        </w:rPr>
        <w:t xml:space="preserve"> - </w:t>
      </w:r>
      <w:r w:rsidRPr="007E0B1D">
        <w:rPr>
          <w:rtl/>
        </w:rPr>
        <w:t>قم.</w:t>
      </w:r>
    </w:p>
    <w:p w:rsidR="008867CD" w:rsidRPr="007E0B1D" w:rsidRDefault="008867CD" w:rsidP="008867CD">
      <w:pPr>
        <w:pStyle w:val="libNormal"/>
        <w:rPr>
          <w:rtl/>
        </w:rPr>
      </w:pPr>
      <w:r w:rsidRPr="007E0B1D">
        <w:rPr>
          <w:rtl/>
        </w:rPr>
        <w:t>254</w:t>
      </w:r>
      <w:r w:rsidR="00D8054C">
        <w:rPr>
          <w:rtl/>
        </w:rPr>
        <w:t xml:space="preserve"> - </w:t>
      </w:r>
      <w:r w:rsidRPr="007E0B1D">
        <w:rPr>
          <w:rtl/>
        </w:rPr>
        <w:t>وسائل الشيعة.</w:t>
      </w:r>
    </w:p>
    <w:p w:rsidR="008867CD" w:rsidRPr="007E0B1D" w:rsidRDefault="008867CD" w:rsidP="008867CD">
      <w:pPr>
        <w:pStyle w:val="libNormal"/>
        <w:rPr>
          <w:rtl/>
        </w:rPr>
      </w:pPr>
      <w:r w:rsidRPr="007E0B1D">
        <w:rPr>
          <w:rtl/>
        </w:rPr>
        <w:t>لمحمّد بن الحسن الحر العاملي.</w:t>
      </w:r>
    </w:p>
    <w:p w:rsidR="008867CD" w:rsidRPr="007E0B1D" w:rsidRDefault="008867CD" w:rsidP="008867CD">
      <w:pPr>
        <w:pStyle w:val="libNormal"/>
        <w:rPr>
          <w:rtl/>
        </w:rPr>
      </w:pPr>
      <w:r w:rsidRPr="007E0B1D">
        <w:rPr>
          <w:rtl/>
        </w:rPr>
        <w:t>دار احياء التراث العربي</w:t>
      </w:r>
      <w:r w:rsidR="00D8054C">
        <w:rPr>
          <w:rtl/>
        </w:rPr>
        <w:t xml:space="preserve"> - </w:t>
      </w:r>
      <w:r w:rsidRPr="007E0B1D">
        <w:rPr>
          <w:rtl/>
        </w:rPr>
        <w:t>بيروت.</w:t>
      </w:r>
    </w:p>
    <w:p w:rsidR="008867CD" w:rsidRPr="007E0B1D" w:rsidRDefault="008867CD" w:rsidP="008867CD">
      <w:pPr>
        <w:pStyle w:val="libNormal"/>
        <w:rPr>
          <w:rtl/>
        </w:rPr>
      </w:pPr>
      <w:r w:rsidRPr="007E0B1D">
        <w:rPr>
          <w:rtl/>
        </w:rPr>
        <w:t>255</w:t>
      </w:r>
      <w:r w:rsidR="00D8054C">
        <w:rPr>
          <w:rtl/>
        </w:rPr>
        <w:t xml:space="preserve"> - </w:t>
      </w:r>
      <w:r w:rsidRPr="007E0B1D">
        <w:rPr>
          <w:rtl/>
        </w:rPr>
        <w:t xml:space="preserve">الوصول الى مناقب آل الرسول </w:t>
      </w:r>
      <w:r w:rsidR="00D8054C" w:rsidRPr="00D8054C">
        <w:rPr>
          <w:rStyle w:val="libAlaemChar"/>
          <w:rtl/>
        </w:rPr>
        <w:t>صلى‌الله‌عليه‌وآله</w:t>
      </w:r>
      <w:r w:rsidRPr="007E0B1D">
        <w:rPr>
          <w:rtl/>
        </w:rPr>
        <w:t>.</w:t>
      </w:r>
    </w:p>
    <w:p w:rsidR="008867CD" w:rsidRPr="007E0B1D" w:rsidRDefault="008867CD" w:rsidP="008867CD">
      <w:pPr>
        <w:pStyle w:val="libNormal"/>
        <w:rPr>
          <w:rtl/>
        </w:rPr>
      </w:pPr>
      <w:r w:rsidRPr="007E0B1D">
        <w:rPr>
          <w:rtl/>
        </w:rPr>
        <w:t>للشيخ علي الروحاني النجف آبادي.</w:t>
      </w:r>
    </w:p>
    <w:p w:rsidR="008867CD" w:rsidRPr="007E0B1D" w:rsidRDefault="008867CD" w:rsidP="008867CD">
      <w:pPr>
        <w:pStyle w:val="libNormal"/>
        <w:rPr>
          <w:rtl/>
        </w:rPr>
      </w:pPr>
      <w:r w:rsidRPr="007E0B1D">
        <w:rPr>
          <w:rtl/>
        </w:rPr>
        <w:t xml:space="preserve">مؤسسة الزهراء </w:t>
      </w:r>
      <w:r w:rsidR="00D8054C" w:rsidRPr="00D8054C">
        <w:rPr>
          <w:rStyle w:val="libAlaemChar"/>
          <w:rtl/>
        </w:rPr>
        <w:t>عليها‌السلام</w:t>
      </w:r>
      <w:r w:rsidR="00D8054C">
        <w:rPr>
          <w:rtl/>
        </w:rPr>
        <w:t xml:space="preserve"> - </w:t>
      </w:r>
      <w:r w:rsidRPr="007E0B1D">
        <w:rPr>
          <w:rtl/>
        </w:rPr>
        <w:t>قم.</w:t>
      </w:r>
    </w:p>
    <w:p w:rsidR="008867CD" w:rsidRPr="007E0B1D" w:rsidRDefault="008867CD" w:rsidP="008867CD">
      <w:pPr>
        <w:pStyle w:val="libNormal"/>
        <w:rPr>
          <w:rtl/>
        </w:rPr>
      </w:pPr>
      <w:r w:rsidRPr="007E0B1D">
        <w:rPr>
          <w:rtl/>
        </w:rPr>
        <w:t>256</w:t>
      </w:r>
      <w:r w:rsidR="00D8054C">
        <w:rPr>
          <w:rtl/>
        </w:rPr>
        <w:t xml:space="preserve"> - </w:t>
      </w:r>
      <w:r w:rsidRPr="007E0B1D">
        <w:rPr>
          <w:rtl/>
        </w:rPr>
        <w:t>وفيات الأعيان.</w:t>
      </w:r>
    </w:p>
    <w:p w:rsidR="008867CD" w:rsidRPr="007E0B1D" w:rsidRDefault="008867CD" w:rsidP="008867CD">
      <w:pPr>
        <w:pStyle w:val="libNormal"/>
        <w:rPr>
          <w:rtl/>
        </w:rPr>
      </w:pPr>
      <w:r w:rsidRPr="007E0B1D">
        <w:rPr>
          <w:rtl/>
        </w:rPr>
        <w:t>لأبي العباس شمس الدين أحمد بن محمّد بن خلكان.</w:t>
      </w:r>
    </w:p>
    <w:p w:rsidR="008867CD" w:rsidRPr="007E0B1D" w:rsidRDefault="008867CD" w:rsidP="008867CD">
      <w:pPr>
        <w:pStyle w:val="libNormal"/>
        <w:rPr>
          <w:rtl/>
        </w:rPr>
      </w:pPr>
      <w:r w:rsidRPr="007E0B1D">
        <w:rPr>
          <w:rtl/>
        </w:rPr>
        <w:t>منشورات الرضي</w:t>
      </w:r>
      <w:r w:rsidR="00D8054C">
        <w:rPr>
          <w:rtl/>
        </w:rPr>
        <w:t xml:space="preserve"> - </w:t>
      </w:r>
      <w:r w:rsidRPr="007E0B1D">
        <w:rPr>
          <w:rtl/>
        </w:rPr>
        <w:t>قم.</w:t>
      </w:r>
    </w:p>
    <w:p w:rsidR="008867CD" w:rsidRPr="007E0B1D" w:rsidRDefault="008867CD" w:rsidP="008867CD">
      <w:pPr>
        <w:pStyle w:val="libNormal"/>
        <w:rPr>
          <w:rtl/>
        </w:rPr>
      </w:pPr>
      <w:r w:rsidRPr="007E0B1D">
        <w:rPr>
          <w:rtl/>
        </w:rPr>
        <w:t>257</w:t>
      </w:r>
      <w:r w:rsidR="00D8054C">
        <w:rPr>
          <w:rtl/>
        </w:rPr>
        <w:t xml:space="preserve"> - </w:t>
      </w:r>
      <w:r w:rsidRPr="007E0B1D">
        <w:rPr>
          <w:rtl/>
        </w:rPr>
        <w:t>الولاة والقضاة.</w:t>
      </w:r>
    </w:p>
    <w:p w:rsidR="008867CD" w:rsidRPr="007E0B1D" w:rsidRDefault="008867CD" w:rsidP="008867CD">
      <w:pPr>
        <w:pStyle w:val="libNormal"/>
        <w:rPr>
          <w:rtl/>
        </w:rPr>
      </w:pPr>
      <w:r w:rsidRPr="007E0B1D">
        <w:rPr>
          <w:rtl/>
        </w:rPr>
        <w:t>لأبي عمر محمّد بن يوسف الكندي.</w:t>
      </w:r>
    </w:p>
    <w:p w:rsidR="008867CD" w:rsidRPr="007E0B1D" w:rsidRDefault="008867CD" w:rsidP="008867CD">
      <w:pPr>
        <w:pStyle w:val="libNormal"/>
        <w:rPr>
          <w:rtl/>
        </w:rPr>
      </w:pPr>
      <w:r w:rsidRPr="007E0B1D">
        <w:rPr>
          <w:rtl/>
        </w:rPr>
        <w:t>مطبعة الآباء اليسوعيين</w:t>
      </w:r>
      <w:r w:rsidR="00D8054C">
        <w:rPr>
          <w:rtl/>
        </w:rPr>
        <w:t xml:space="preserve"> - </w:t>
      </w:r>
      <w:r w:rsidRPr="007E0B1D">
        <w:rPr>
          <w:rtl/>
        </w:rPr>
        <w:t>بيروت.</w:t>
      </w:r>
    </w:p>
    <w:p w:rsidR="008867CD" w:rsidRPr="008867CD" w:rsidRDefault="008867CD" w:rsidP="008867CD">
      <w:pPr>
        <w:pStyle w:val="libNormal"/>
        <w:rPr>
          <w:rStyle w:val="libBold2Char"/>
          <w:rtl/>
        </w:rPr>
      </w:pPr>
      <w:r w:rsidRPr="008867CD">
        <w:rPr>
          <w:rStyle w:val="libBold2Char"/>
          <w:rtl/>
        </w:rPr>
        <w:t>في شهر رجب المرجب من سنة 1420 ه‍</w:t>
      </w:r>
      <w:r w:rsidR="00D8054C">
        <w:rPr>
          <w:rStyle w:val="libBold2Char"/>
          <w:rtl/>
        </w:rPr>
        <w:t>،</w:t>
      </w:r>
      <w:r w:rsidRPr="008867CD">
        <w:rPr>
          <w:rStyle w:val="libBold2Char"/>
          <w:rtl/>
        </w:rPr>
        <w:t xml:space="preserve"> وفي مدينة قم المقدسة تم تأليف هذا الكتاب الذي بين أيدينا والذي سميته </w:t>
      </w:r>
      <w:r w:rsidR="00D8054C">
        <w:rPr>
          <w:rStyle w:val="libBold2Char"/>
          <w:rtl/>
        </w:rPr>
        <w:t>(</w:t>
      </w:r>
      <w:r w:rsidRPr="008867CD">
        <w:rPr>
          <w:rStyle w:val="libBold2Char"/>
          <w:rtl/>
        </w:rPr>
        <w:t xml:space="preserve">سبل الرشاد الى أصحاب الامام الجواد </w:t>
      </w:r>
      <w:r w:rsidR="00D8054C" w:rsidRPr="00D8054C">
        <w:rPr>
          <w:rStyle w:val="libAlaemChar"/>
          <w:rtl/>
        </w:rPr>
        <w:t>عليه‌السلام</w:t>
      </w:r>
      <w:r w:rsidR="00D8054C">
        <w:rPr>
          <w:rStyle w:val="libBold2Char"/>
          <w:rtl/>
        </w:rPr>
        <w:t>)،</w:t>
      </w:r>
      <w:r w:rsidRPr="008867CD">
        <w:rPr>
          <w:rStyle w:val="libBold2Char"/>
          <w:rtl/>
        </w:rPr>
        <w:t xml:space="preserve"> أرجو أن يكون مورد رضى وقبول سيدي وامامي محمّد الجواد </w:t>
      </w:r>
      <w:r w:rsidR="00D8054C" w:rsidRPr="00D8054C">
        <w:rPr>
          <w:rStyle w:val="libAlaemChar"/>
          <w:rtl/>
        </w:rPr>
        <w:t>عليه‌السلام</w:t>
      </w:r>
      <w:r w:rsidR="00D8054C">
        <w:rPr>
          <w:rStyle w:val="libBold2Char"/>
          <w:rtl/>
        </w:rPr>
        <w:t>،</w:t>
      </w:r>
      <w:r w:rsidRPr="008867CD">
        <w:rPr>
          <w:rStyle w:val="libBold2Char"/>
          <w:rtl/>
        </w:rPr>
        <w:t xml:space="preserve"> وأن يكون رافدا يستفيد منه طلاب العلم والحق والفضيلة</w:t>
      </w:r>
      <w:r w:rsidR="00D8054C">
        <w:rPr>
          <w:rStyle w:val="libBold2Char"/>
          <w:rtl/>
        </w:rPr>
        <w:t>،</w:t>
      </w:r>
      <w:r w:rsidRPr="008867CD">
        <w:rPr>
          <w:rStyle w:val="libBold2Char"/>
          <w:rtl/>
        </w:rPr>
        <w:t xml:space="preserve"> والله من وراء القصد.</w:t>
      </w:r>
    </w:p>
    <w:p w:rsidR="008867CD" w:rsidRPr="007A5207" w:rsidRDefault="008867CD" w:rsidP="008867CD">
      <w:pPr>
        <w:pStyle w:val="libLeftBold"/>
        <w:rPr>
          <w:rFonts w:hint="cs"/>
          <w:rtl/>
        </w:rPr>
      </w:pPr>
      <w:r w:rsidRPr="007E0B1D">
        <w:rPr>
          <w:rtl/>
        </w:rPr>
        <w:t>عبد الحسين الشبستري</w:t>
      </w:r>
    </w:p>
    <w:p w:rsidR="00AE355E" w:rsidRDefault="00AE355E" w:rsidP="00AE355E">
      <w:pPr>
        <w:pStyle w:val="libNormal"/>
        <w:rPr>
          <w:rtl/>
        </w:rPr>
      </w:pPr>
      <w:r>
        <w:rPr>
          <w:rtl/>
        </w:rPr>
        <w:br w:type="page"/>
      </w:r>
    </w:p>
    <w:sdt>
      <w:sdtPr>
        <w:rPr>
          <w:rtl/>
        </w:rPr>
        <w:id w:val="19044947"/>
        <w:docPartObj>
          <w:docPartGallery w:val="Table of Contents"/>
          <w:docPartUnique/>
        </w:docPartObj>
      </w:sdtPr>
      <w:sdtEndPr>
        <w:rPr>
          <w:b w:val="0"/>
          <w:bCs w:val="0"/>
        </w:rPr>
      </w:sdtEndPr>
      <w:sdtContent>
        <w:p w:rsidR="00AE355E" w:rsidRDefault="00665C01" w:rsidP="00665C01">
          <w:pPr>
            <w:pStyle w:val="libCenterBold1"/>
            <w:rPr>
              <w:rFonts w:hint="cs"/>
              <w:rtl/>
            </w:rPr>
          </w:pPr>
          <w:r>
            <w:rPr>
              <w:rFonts w:hint="cs"/>
              <w:rtl/>
            </w:rPr>
            <w:t>الفهرس</w:t>
          </w:r>
        </w:p>
        <w:p w:rsidR="00665C01" w:rsidRDefault="00AE355E">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8984079" w:history="1">
            <w:r w:rsidR="00665C01" w:rsidRPr="005C773B">
              <w:rPr>
                <w:rStyle w:val="Hyperlink"/>
                <w:rFonts w:hint="eastAsia"/>
                <w:noProof/>
                <w:rtl/>
              </w:rPr>
              <w:t>المقدمة</w:t>
            </w:r>
            <w:r w:rsidR="00665C01">
              <w:rPr>
                <w:noProof/>
                <w:webHidden/>
                <w:rtl/>
              </w:rPr>
              <w:tab/>
            </w:r>
            <w:r w:rsidR="00665C01">
              <w:rPr>
                <w:noProof/>
                <w:webHidden/>
                <w:rtl/>
              </w:rPr>
              <w:fldChar w:fldCharType="begin"/>
            </w:r>
            <w:r w:rsidR="00665C01">
              <w:rPr>
                <w:noProof/>
                <w:webHidden/>
                <w:rtl/>
              </w:rPr>
              <w:instrText xml:space="preserve"> </w:instrText>
            </w:r>
            <w:r w:rsidR="00665C01">
              <w:rPr>
                <w:noProof/>
                <w:webHidden/>
              </w:rPr>
              <w:instrText>PAGEREF</w:instrText>
            </w:r>
            <w:r w:rsidR="00665C01">
              <w:rPr>
                <w:noProof/>
                <w:webHidden/>
                <w:rtl/>
              </w:rPr>
              <w:instrText xml:space="preserve"> _</w:instrText>
            </w:r>
            <w:r w:rsidR="00665C01">
              <w:rPr>
                <w:noProof/>
                <w:webHidden/>
              </w:rPr>
              <w:instrText>Toc398984079 \h</w:instrText>
            </w:r>
            <w:r w:rsidR="00665C01">
              <w:rPr>
                <w:noProof/>
                <w:webHidden/>
                <w:rtl/>
              </w:rPr>
              <w:instrText xml:space="preserve"> </w:instrText>
            </w:r>
            <w:r w:rsidR="00665C01">
              <w:rPr>
                <w:noProof/>
                <w:webHidden/>
                <w:rtl/>
              </w:rPr>
            </w:r>
            <w:r w:rsidR="00665C01">
              <w:rPr>
                <w:noProof/>
                <w:webHidden/>
                <w:rtl/>
              </w:rPr>
              <w:fldChar w:fldCharType="separate"/>
            </w:r>
            <w:r w:rsidR="00D5633B">
              <w:rPr>
                <w:noProof/>
                <w:webHidden/>
                <w:rtl/>
              </w:rPr>
              <w:t>8</w:t>
            </w:r>
            <w:r w:rsidR="00665C01">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0" w:history="1">
            <w:r w:rsidRPr="005C773B">
              <w:rPr>
                <w:rStyle w:val="Hyperlink"/>
                <w:rFonts w:hint="eastAsia"/>
                <w:noProof/>
                <w:rtl/>
                <w:lang w:bidi="fa-IR"/>
              </w:rPr>
              <w:t>شذرات</w:t>
            </w:r>
            <w:r w:rsidRPr="005C773B">
              <w:rPr>
                <w:rStyle w:val="Hyperlink"/>
                <w:noProof/>
                <w:rtl/>
                <w:lang w:bidi="fa-IR"/>
              </w:rPr>
              <w:t xml:space="preserve"> </w:t>
            </w:r>
            <w:r w:rsidRPr="005C773B">
              <w:rPr>
                <w:rStyle w:val="Hyperlink"/>
                <w:rFonts w:hint="eastAsia"/>
                <w:noProof/>
                <w:rtl/>
                <w:lang w:bidi="fa-IR"/>
              </w:rPr>
              <w:t>من</w:t>
            </w:r>
            <w:r w:rsidRPr="005C773B">
              <w:rPr>
                <w:rStyle w:val="Hyperlink"/>
                <w:noProof/>
                <w:rtl/>
                <w:lang w:bidi="fa-IR"/>
              </w:rPr>
              <w:t xml:space="preserve"> </w:t>
            </w:r>
            <w:r w:rsidRPr="005C773B">
              <w:rPr>
                <w:rStyle w:val="Hyperlink"/>
                <w:rFonts w:hint="eastAsia"/>
                <w:noProof/>
                <w:rtl/>
                <w:lang w:bidi="fa-IR"/>
              </w:rPr>
              <w:t>حياة</w:t>
            </w:r>
            <w:r w:rsidRPr="005C773B">
              <w:rPr>
                <w:rStyle w:val="Hyperlink"/>
                <w:noProof/>
                <w:rtl/>
                <w:lang w:bidi="fa-IR"/>
              </w:rPr>
              <w:t xml:space="preserve"> </w:t>
            </w:r>
            <w:r w:rsidRPr="005C773B">
              <w:rPr>
                <w:rStyle w:val="Hyperlink"/>
                <w:rFonts w:hint="eastAsia"/>
                <w:noProof/>
                <w:rtl/>
                <w:lang w:bidi="fa-IR"/>
              </w:rPr>
              <w:t>الامام</w:t>
            </w:r>
            <w:r w:rsidRPr="005C773B">
              <w:rPr>
                <w:rStyle w:val="Hyperlink"/>
                <w:noProof/>
                <w:rtl/>
                <w:lang w:bidi="fa-IR"/>
              </w:rPr>
              <w:t xml:space="preserve"> </w:t>
            </w:r>
            <w:r w:rsidRPr="005C773B">
              <w:rPr>
                <w:rStyle w:val="Hyperlink"/>
                <w:rFonts w:hint="eastAsia"/>
                <w:noProof/>
                <w:rtl/>
                <w:lang w:bidi="fa-IR"/>
              </w:rPr>
              <w:t>الجواد</w:t>
            </w:r>
            <w:r w:rsidRPr="005C773B">
              <w:rPr>
                <w:rStyle w:val="Hyperlink"/>
                <w:noProof/>
                <w:rtl/>
                <w:lang w:bidi="fa-IR"/>
              </w:rPr>
              <w:t xml:space="preserve"> </w:t>
            </w:r>
            <w:r w:rsidRPr="005C773B">
              <w:rPr>
                <w:rStyle w:val="Hyperlink"/>
                <w:rFonts w:hint="eastAsia"/>
                <w:noProof/>
                <w:rtl/>
              </w:rPr>
              <w:t>عليه</w:t>
            </w:r>
            <w:r w:rsidRPr="005C773B">
              <w:rPr>
                <w:rStyle w:val="Hyperlink"/>
                <w:noProof/>
                <w:rtl/>
              </w:rPr>
              <w:t xml:space="preserve"> </w:t>
            </w:r>
            <w:r w:rsidRPr="005C773B">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Toc398984080 \h</w:instrText>
            </w:r>
            <w:r>
              <w:rPr>
                <w:noProof/>
                <w:webHidden/>
                <w:rtl/>
              </w:rPr>
              <w:instrText xml:space="preserve"> </w:instrText>
            </w:r>
            <w:r>
              <w:rPr>
                <w:noProof/>
                <w:webHidden/>
                <w:rtl/>
              </w:rPr>
            </w:r>
            <w:r>
              <w:rPr>
                <w:noProof/>
                <w:webHidden/>
                <w:rtl/>
              </w:rPr>
              <w:fldChar w:fldCharType="separate"/>
            </w:r>
            <w:r w:rsidR="00D5633B">
              <w:rPr>
                <w:noProof/>
                <w:webHidden/>
                <w:rtl/>
              </w:rPr>
              <w:t>11</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1"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الألف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Toc398984081 \h</w:instrText>
            </w:r>
            <w:r>
              <w:rPr>
                <w:noProof/>
                <w:webHidden/>
                <w:rtl/>
              </w:rPr>
              <w:instrText xml:space="preserve"> </w:instrText>
            </w:r>
            <w:r>
              <w:rPr>
                <w:noProof/>
                <w:webHidden/>
                <w:rtl/>
              </w:rPr>
            </w:r>
            <w:r>
              <w:rPr>
                <w:noProof/>
                <w:webHidden/>
                <w:rtl/>
              </w:rPr>
              <w:fldChar w:fldCharType="separate"/>
            </w:r>
            <w:r w:rsidR="00D5633B">
              <w:rPr>
                <w:noProof/>
                <w:webHidden/>
                <w:rtl/>
              </w:rPr>
              <w:t>19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2"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Toc398984082 \h</w:instrText>
            </w:r>
            <w:r>
              <w:rPr>
                <w:noProof/>
                <w:webHidden/>
                <w:rtl/>
              </w:rPr>
              <w:instrText xml:space="preserve"> </w:instrText>
            </w:r>
            <w:r>
              <w:rPr>
                <w:noProof/>
                <w:webHidden/>
                <w:rtl/>
              </w:rPr>
            </w:r>
            <w:r>
              <w:rPr>
                <w:noProof/>
                <w:webHidden/>
                <w:rtl/>
              </w:rPr>
              <w:fldChar w:fldCharType="separate"/>
            </w:r>
            <w:r w:rsidR="00D5633B">
              <w:rPr>
                <w:noProof/>
                <w:webHidden/>
                <w:rtl/>
              </w:rPr>
              <w:t>59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3"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Toc398984083 \h</w:instrText>
            </w:r>
            <w:r>
              <w:rPr>
                <w:noProof/>
                <w:webHidden/>
                <w:rtl/>
              </w:rPr>
              <w:instrText xml:space="preserve"> </w:instrText>
            </w:r>
            <w:r>
              <w:rPr>
                <w:noProof/>
                <w:webHidden/>
                <w:rtl/>
              </w:rPr>
            </w:r>
            <w:r>
              <w:rPr>
                <w:noProof/>
                <w:webHidden/>
                <w:rtl/>
              </w:rPr>
              <w:fldChar w:fldCharType="separate"/>
            </w:r>
            <w:r w:rsidR="00D5633B">
              <w:rPr>
                <w:noProof/>
                <w:webHidden/>
                <w:rtl/>
              </w:rPr>
              <w:t>65</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4"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الجيم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Toc398984084 \h</w:instrText>
            </w:r>
            <w:r>
              <w:rPr>
                <w:noProof/>
                <w:webHidden/>
                <w:rtl/>
              </w:rPr>
              <w:instrText xml:space="preserve"> </w:instrText>
            </w:r>
            <w:r>
              <w:rPr>
                <w:noProof/>
                <w:webHidden/>
                <w:rtl/>
              </w:rPr>
            </w:r>
            <w:r>
              <w:rPr>
                <w:noProof/>
                <w:webHidden/>
                <w:rtl/>
              </w:rPr>
              <w:fldChar w:fldCharType="separate"/>
            </w:r>
            <w:r w:rsidR="00D5633B">
              <w:rPr>
                <w:noProof/>
                <w:webHidden/>
                <w:rtl/>
              </w:rPr>
              <w:t>69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5"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الحاء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Toc398984085 \h</w:instrText>
            </w:r>
            <w:r>
              <w:rPr>
                <w:noProof/>
                <w:webHidden/>
                <w:rtl/>
              </w:rPr>
              <w:instrText xml:space="preserve"> </w:instrText>
            </w:r>
            <w:r>
              <w:rPr>
                <w:noProof/>
                <w:webHidden/>
                <w:rtl/>
              </w:rPr>
            </w:r>
            <w:r>
              <w:rPr>
                <w:noProof/>
                <w:webHidden/>
                <w:rtl/>
              </w:rPr>
              <w:fldChar w:fldCharType="separate"/>
            </w:r>
            <w:r w:rsidR="00D5633B">
              <w:rPr>
                <w:noProof/>
                <w:webHidden/>
                <w:rtl/>
              </w:rPr>
              <w:t>77</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6"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الخاء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Toc398984086 \h</w:instrText>
            </w:r>
            <w:r>
              <w:rPr>
                <w:noProof/>
                <w:webHidden/>
                <w:rtl/>
              </w:rPr>
              <w:instrText xml:space="preserve"> </w:instrText>
            </w:r>
            <w:r>
              <w:rPr>
                <w:noProof/>
                <w:webHidden/>
                <w:rtl/>
              </w:rPr>
            </w:r>
            <w:r>
              <w:rPr>
                <w:noProof/>
                <w:webHidden/>
                <w:rtl/>
              </w:rPr>
              <w:fldChar w:fldCharType="separate"/>
            </w:r>
            <w:r w:rsidR="00D5633B">
              <w:rPr>
                <w:noProof/>
                <w:webHidden/>
                <w:rtl/>
              </w:rPr>
              <w:t>103</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7"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الدال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Toc398984087 \h</w:instrText>
            </w:r>
            <w:r>
              <w:rPr>
                <w:noProof/>
                <w:webHidden/>
                <w:rtl/>
              </w:rPr>
              <w:instrText xml:space="preserve"> </w:instrText>
            </w:r>
            <w:r>
              <w:rPr>
                <w:noProof/>
                <w:webHidden/>
                <w:rtl/>
              </w:rPr>
            </w:r>
            <w:r>
              <w:rPr>
                <w:noProof/>
                <w:webHidden/>
                <w:rtl/>
              </w:rPr>
              <w:fldChar w:fldCharType="separate"/>
            </w:r>
            <w:r w:rsidR="00D5633B">
              <w:rPr>
                <w:noProof/>
                <w:webHidden/>
                <w:rtl/>
              </w:rPr>
              <w:t>109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8"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Toc398984088 \h</w:instrText>
            </w:r>
            <w:r>
              <w:rPr>
                <w:noProof/>
                <w:webHidden/>
                <w:rtl/>
              </w:rPr>
              <w:instrText xml:space="preserve"> </w:instrText>
            </w:r>
            <w:r>
              <w:rPr>
                <w:noProof/>
                <w:webHidden/>
                <w:rtl/>
              </w:rPr>
            </w:r>
            <w:r>
              <w:rPr>
                <w:noProof/>
                <w:webHidden/>
                <w:rtl/>
              </w:rPr>
              <w:fldChar w:fldCharType="separate"/>
            </w:r>
            <w:r w:rsidR="00D5633B">
              <w:rPr>
                <w:noProof/>
                <w:webHidden/>
                <w:rtl/>
              </w:rPr>
              <w:t>119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89"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الزاي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Toc398984089 \h</w:instrText>
            </w:r>
            <w:r>
              <w:rPr>
                <w:noProof/>
                <w:webHidden/>
                <w:rtl/>
              </w:rPr>
              <w:instrText xml:space="preserve"> </w:instrText>
            </w:r>
            <w:r>
              <w:rPr>
                <w:noProof/>
                <w:webHidden/>
                <w:rtl/>
              </w:rPr>
            </w:r>
            <w:r>
              <w:rPr>
                <w:noProof/>
                <w:webHidden/>
                <w:rtl/>
              </w:rPr>
              <w:fldChar w:fldCharType="separate"/>
            </w:r>
            <w:r w:rsidR="00D5633B">
              <w:rPr>
                <w:noProof/>
                <w:webHidden/>
                <w:rtl/>
              </w:rPr>
              <w:t>123</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0"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Toc398984090 \h</w:instrText>
            </w:r>
            <w:r>
              <w:rPr>
                <w:noProof/>
                <w:webHidden/>
                <w:rtl/>
              </w:rPr>
              <w:instrText xml:space="preserve"> </w:instrText>
            </w:r>
            <w:r>
              <w:rPr>
                <w:noProof/>
                <w:webHidden/>
                <w:rtl/>
              </w:rPr>
            </w:r>
            <w:r>
              <w:rPr>
                <w:noProof/>
                <w:webHidden/>
                <w:rtl/>
              </w:rPr>
              <w:fldChar w:fldCharType="separate"/>
            </w:r>
            <w:r w:rsidR="00D5633B">
              <w:rPr>
                <w:noProof/>
                <w:webHidden/>
                <w:rtl/>
              </w:rPr>
              <w:t>129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1"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Toc398984091 \h</w:instrText>
            </w:r>
            <w:r>
              <w:rPr>
                <w:noProof/>
                <w:webHidden/>
                <w:rtl/>
              </w:rPr>
              <w:instrText xml:space="preserve"> </w:instrText>
            </w:r>
            <w:r>
              <w:rPr>
                <w:noProof/>
                <w:webHidden/>
                <w:rtl/>
              </w:rPr>
            </w:r>
            <w:r>
              <w:rPr>
                <w:noProof/>
                <w:webHidden/>
                <w:rtl/>
              </w:rPr>
              <w:fldChar w:fldCharType="separate"/>
            </w:r>
            <w:r w:rsidR="00D5633B">
              <w:rPr>
                <w:noProof/>
                <w:webHidden/>
                <w:rtl/>
              </w:rPr>
              <w:t>139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2"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الصاد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Toc398984092 \h</w:instrText>
            </w:r>
            <w:r>
              <w:rPr>
                <w:noProof/>
                <w:webHidden/>
                <w:rtl/>
              </w:rPr>
              <w:instrText xml:space="preserve"> </w:instrText>
            </w:r>
            <w:r>
              <w:rPr>
                <w:noProof/>
                <w:webHidden/>
                <w:rtl/>
              </w:rPr>
            </w:r>
            <w:r>
              <w:rPr>
                <w:noProof/>
                <w:webHidden/>
                <w:rtl/>
              </w:rPr>
              <w:fldChar w:fldCharType="separate"/>
            </w:r>
            <w:r w:rsidR="00D5633B">
              <w:rPr>
                <w:noProof/>
                <w:webHidden/>
                <w:rtl/>
              </w:rPr>
              <w:t>143</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3"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Toc398984093 \h</w:instrText>
            </w:r>
            <w:r>
              <w:rPr>
                <w:noProof/>
                <w:webHidden/>
                <w:rtl/>
              </w:rPr>
              <w:instrText xml:space="preserve"> </w:instrText>
            </w:r>
            <w:r>
              <w:rPr>
                <w:noProof/>
                <w:webHidden/>
                <w:rtl/>
              </w:rPr>
            </w:r>
            <w:r>
              <w:rPr>
                <w:noProof/>
                <w:webHidden/>
                <w:rtl/>
              </w:rPr>
              <w:fldChar w:fldCharType="separate"/>
            </w:r>
            <w:r w:rsidR="00D5633B">
              <w:rPr>
                <w:noProof/>
                <w:webHidden/>
                <w:rtl/>
              </w:rPr>
              <w:t>151</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4"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Toc398984094 \h</w:instrText>
            </w:r>
            <w:r>
              <w:rPr>
                <w:noProof/>
                <w:webHidden/>
                <w:rtl/>
              </w:rPr>
              <w:instrText xml:space="preserve"> </w:instrText>
            </w:r>
            <w:r>
              <w:rPr>
                <w:noProof/>
                <w:webHidden/>
                <w:rtl/>
              </w:rPr>
            </w:r>
            <w:r>
              <w:rPr>
                <w:noProof/>
                <w:webHidden/>
                <w:rtl/>
              </w:rPr>
              <w:fldChar w:fldCharType="separate"/>
            </w:r>
            <w:r w:rsidR="00D5633B">
              <w:rPr>
                <w:noProof/>
                <w:webHidden/>
                <w:rtl/>
              </w:rPr>
              <w:t>203</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5"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Toc398984095 \h</w:instrText>
            </w:r>
            <w:r>
              <w:rPr>
                <w:noProof/>
                <w:webHidden/>
                <w:rtl/>
              </w:rPr>
              <w:instrText xml:space="preserve"> </w:instrText>
            </w:r>
            <w:r>
              <w:rPr>
                <w:noProof/>
                <w:webHidden/>
                <w:rtl/>
              </w:rPr>
            </w:r>
            <w:r>
              <w:rPr>
                <w:noProof/>
                <w:webHidden/>
                <w:rtl/>
              </w:rPr>
              <w:fldChar w:fldCharType="separate"/>
            </w:r>
            <w:r w:rsidR="00D5633B">
              <w:rPr>
                <w:noProof/>
                <w:webHidden/>
                <w:rtl/>
              </w:rPr>
              <w:t>207</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6"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Toc398984096 \h</w:instrText>
            </w:r>
            <w:r>
              <w:rPr>
                <w:noProof/>
                <w:webHidden/>
                <w:rtl/>
              </w:rPr>
              <w:instrText xml:space="preserve"> </w:instrText>
            </w:r>
            <w:r>
              <w:rPr>
                <w:noProof/>
                <w:webHidden/>
                <w:rtl/>
              </w:rPr>
            </w:r>
            <w:r>
              <w:rPr>
                <w:noProof/>
                <w:webHidden/>
                <w:rtl/>
              </w:rPr>
              <w:fldChar w:fldCharType="separate"/>
            </w:r>
            <w:r w:rsidR="00D5633B">
              <w:rPr>
                <w:noProof/>
                <w:webHidden/>
                <w:rtl/>
              </w:rPr>
              <w:t>211</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7"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Toc398984097 \h</w:instrText>
            </w:r>
            <w:r>
              <w:rPr>
                <w:noProof/>
                <w:webHidden/>
                <w:rtl/>
              </w:rPr>
              <w:instrText xml:space="preserve"> </w:instrText>
            </w:r>
            <w:r>
              <w:rPr>
                <w:noProof/>
                <w:webHidden/>
                <w:rtl/>
              </w:rPr>
            </w:r>
            <w:r>
              <w:rPr>
                <w:noProof/>
                <w:webHidden/>
                <w:rtl/>
              </w:rPr>
              <w:fldChar w:fldCharType="separate"/>
            </w:r>
            <w:r w:rsidR="00D5633B">
              <w:rPr>
                <w:noProof/>
                <w:webHidden/>
                <w:rtl/>
              </w:rPr>
              <w:t>269</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8"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Toc398984098 \h</w:instrText>
            </w:r>
            <w:r>
              <w:rPr>
                <w:noProof/>
                <w:webHidden/>
                <w:rtl/>
              </w:rPr>
              <w:instrText xml:space="preserve"> </w:instrText>
            </w:r>
            <w:r>
              <w:rPr>
                <w:noProof/>
                <w:webHidden/>
                <w:rtl/>
              </w:rPr>
            </w:r>
            <w:r>
              <w:rPr>
                <w:noProof/>
                <w:webHidden/>
                <w:rtl/>
              </w:rPr>
              <w:fldChar w:fldCharType="separate"/>
            </w:r>
            <w:r w:rsidR="00D5633B">
              <w:rPr>
                <w:noProof/>
                <w:webHidden/>
                <w:rtl/>
              </w:rPr>
              <w:t>273</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099"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الواو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Toc398984099 \h</w:instrText>
            </w:r>
            <w:r>
              <w:rPr>
                <w:noProof/>
                <w:webHidden/>
                <w:rtl/>
              </w:rPr>
              <w:instrText xml:space="preserve"> </w:instrText>
            </w:r>
            <w:r>
              <w:rPr>
                <w:noProof/>
                <w:webHidden/>
                <w:rtl/>
              </w:rPr>
            </w:r>
            <w:r>
              <w:rPr>
                <w:noProof/>
                <w:webHidden/>
                <w:rtl/>
              </w:rPr>
              <w:fldChar w:fldCharType="separate"/>
            </w:r>
            <w:r w:rsidR="00D5633B">
              <w:rPr>
                <w:noProof/>
                <w:webHidden/>
                <w:rtl/>
              </w:rPr>
              <w:t>277</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100" w:history="1">
            <w:r w:rsidRPr="005C773B">
              <w:rPr>
                <w:rStyle w:val="Hyperlink"/>
                <w:rFonts w:hint="eastAsia"/>
                <w:noProof/>
                <w:rtl/>
                <w:lang w:bidi="fa-IR"/>
              </w:rPr>
              <w:t>حرف</w:t>
            </w:r>
            <w:r w:rsidRPr="005C773B">
              <w:rPr>
                <w:rStyle w:val="Hyperlink"/>
                <w:noProof/>
                <w:rtl/>
                <w:lang w:bidi="fa-IR"/>
              </w:rPr>
              <w:t xml:space="preserve"> </w:t>
            </w:r>
            <w:r w:rsidRPr="005C773B">
              <w:rPr>
                <w:rStyle w:val="Hyperlink"/>
                <w:rFonts w:hint="eastAsia"/>
                <w:noProof/>
                <w:rtl/>
                <w:lang w:bidi="fa-IR"/>
              </w:rPr>
              <w:t>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Toc398984100 \h</w:instrText>
            </w:r>
            <w:r>
              <w:rPr>
                <w:noProof/>
                <w:webHidden/>
                <w:rtl/>
              </w:rPr>
              <w:instrText xml:space="preserve"> </w:instrText>
            </w:r>
            <w:r>
              <w:rPr>
                <w:noProof/>
                <w:webHidden/>
                <w:rtl/>
              </w:rPr>
            </w:r>
            <w:r>
              <w:rPr>
                <w:noProof/>
                <w:webHidden/>
                <w:rtl/>
              </w:rPr>
              <w:fldChar w:fldCharType="separate"/>
            </w:r>
            <w:r w:rsidR="00D5633B">
              <w:rPr>
                <w:noProof/>
                <w:webHidden/>
                <w:rtl/>
              </w:rPr>
              <w:t>281</w:t>
            </w:r>
            <w:r>
              <w:rPr>
                <w:noProof/>
                <w:webHidden/>
                <w:rtl/>
              </w:rPr>
              <w:fldChar w:fldCharType="end"/>
            </w:r>
          </w:hyperlink>
        </w:p>
        <w:p w:rsidR="00665C01" w:rsidRDefault="00665C01">
          <w:pPr>
            <w:pStyle w:val="TOC1"/>
            <w:rPr>
              <w:rFonts w:asciiTheme="minorHAnsi" w:eastAsiaTheme="minorEastAsia" w:hAnsiTheme="minorHAnsi" w:cstheme="minorBidi"/>
              <w:bCs w:val="0"/>
              <w:noProof/>
              <w:color w:val="auto"/>
              <w:sz w:val="22"/>
              <w:szCs w:val="22"/>
              <w:rtl/>
            </w:rPr>
          </w:pPr>
          <w:hyperlink w:anchor="_Toc398984101" w:history="1">
            <w:r w:rsidRPr="005C773B">
              <w:rPr>
                <w:rStyle w:val="Hyperlink"/>
                <w:rFonts w:hint="eastAsia"/>
                <w:noProof/>
                <w:rtl/>
                <w:lang w:bidi="fa-IR"/>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Toc398984101 \h</w:instrText>
            </w:r>
            <w:r>
              <w:rPr>
                <w:noProof/>
                <w:webHidden/>
                <w:rtl/>
              </w:rPr>
              <w:instrText xml:space="preserve"> </w:instrText>
            </w:r>
            <w:r>
              <w:rPr>
                <w:noProof/>
                <w:webHidden/>
                <w:rtl/>
              </w:rPr>
            </w:r>
            <w:r>
              <w:rPr>
                <w:noProof/>
                <w:webHidden/>
                <w:rtl/>
              </w:rPr>
              <w:fldChar w:fldCharType="separate"/>
            </w:r>
            <w:r w:rsidR="00D5633B">
              <w:rPr>
                <w:noProof/>
                <w:webHidden/>
                <w:rtl/>
              </w:rPr>
              <w:t>295</w:t>
            </w:r>
            <w:r>
              <w:rPr>
                <w:noProof/>
                <w:webHidden/>
                <w:rtl/>
              </w:rPr>
              <w:fldChar w:fldCharType="end"/>
            </w:r>
          </w:hyperlink>
        </w:p>
        <w:p w:rsidR="00AE355E" w:rsidRDefault="00AE355E" w:rsidP="00AE355E">
          <w:pPr>
            <w:pStyle w:val="libNormal"/>
          </w:pPr>
          <w:r>
            <w:fldChar w:fldCharType="end"/>
          </w:r>
        </w:p>
      </w:sdtContent>
    </w:sdt>
    <w:sectPr w:rsidR="00AE355E"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55E" w:rsidRDefault="00AE355E">
      <w:r>
        <w:separator/>
      </w:r>
    </w:p>
  </w:endnote>
  <w:endnote w:type="continuationSeparator" w:id="0">
    <w:p w:rsidR="00AE355E" w:rsidRDefault="00AE35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55E" w:rsidRPr="00460435" w:rsidRDefault="00AE355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5633B">
      <w:rPr>
        <w:rFonts w:ascii="Traditional Arabic" w:hAnsi="Traditional Arabic"/>
        <w:noProof/>
        <w:sz w:val="28"/>
        <w:szCs w:val="28"/>
        <w:rtl/>
      </w:rPr>
      <w:t>294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55E" w:rsidRPr="00460435" w:rsidRDefault="00AE355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5633B">
      <w:rPr>
        <w:rFonts w:ascii="Traditional Arabic" w:hAnsi="Traditional Arabic"/>
        <w:noProof/>
        <w:sz w:val="28"/>
        <w:szCs w:val="28"/>
        <w:rtl/>
      </w:rPr>
      <w:t>363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55E" w:rsidRPr="00460435" w:rsidRDefault="00AE355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5633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55E" w:rsidRDefault="00AE355E">
      <w:r>
        <w:separator/>
      </w:r>
    </w:p>
  </w:footnote>
  <w:footnote w:type="continuationSeparator" w:id="0">
    <w:p w:rsidR="00AE355E" w:rsidRDefault="00AE35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8054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758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65C01"/>
    <w:rsid w:val="006726F6"/>
    <w:rsid w:val="00672E5A"/>
    <w:rsid w:val="00675D66"/>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67CD"/>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355E"/>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33B"/>
    <w:rsid w:val="00D56DF2"/>
    <w:rsid w:val="00D615FF"/>
    <w:rsid w:val="00D6188A"/>
    <w:rsid w:val="00D66EE9"/>
    <w:rsid w:val="00D67101"/>
    <w:rsid w:val="00D671FA"/>
    <w:rsid w:val="00D70D85"/>
    <w:rsid w:val="00D718B1"/>
    <w:rsid w:val="00D71BAC"/>
    <w:rsid w:val="00D7331A"/>
    <w:rsid w:val="00D7499D"/>
    <w:rsid w:val="00D8054C"/>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67CD"/>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3367C-4603-4D62-8AF6-610C5D31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TotalTime>
  <Pages>363</Pages>
  <Words>41043</Words>
  <Characters>233949</Characters>
  <Application>Microsoft Office Word</Application>
  <DocSecurity>0</DocSecurity>
  <Lines>1949</Lines>
  <Paragraphs>548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2014-09-20T10:16:00Z</cp:lastPrinted>
  <dcterms:created xsi:type="dcterms:W3CDTF">2014-09-20T10:00:00Z</dcterms:created>
  <dcterms:modified xsi:type="dcterms:W3CDTF">2014-09-20T10:16:00Z</dcterms:modified>
</cp:coreProperties>
</file>