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29E" w:rsidRDefault="0035029E" w:rsidP="0035029E">
      <w:pPr>
        <w:pStyle w:val="Heading1Center"/>
        <w:rPr>
          <w:noProof/>
        </w:rPr>
      </w:pPr>
      <w:bookmarkStart w:id="0" w:name="_Toc403904011"/>
      <w:r w:rsidRPr="0035029E">
        <w:rPr>
          <w:noProof/>
          <w:rtl/>
        </w:rPr>
        <w:t>كتاب الرجال</w:t>
      </w:r>
      <w:bookmarkEnd w:id="0"/>
      <w:r>
        <w:rPr>
          <w:noProof/>
        </w:rPr>
        <w:t xml:space="preserve"> </w:t>
      </w:r>
    </w:p>
    <w:p w:rsidR="0035029E" w:rsidRDefault="0035029E" w:rsidP="0035029E">
      <w:pPr>
        <w:pStyle w:val="Heading1Center"/>
      </w:pPr>
      <w:bookmarkStart w:id="1" w:name="_Toc403904012"/>
      <w:r w:rsidRPr="0035029E">
        <w:rPr>
          <w:rtl/>
        </w:rPr>
        <w:t>لابن داوود</w:t>
      </w:r>
      <w:bookmarkEnd w:id="1"/>
    </w:p>
    <w:p w:rsidR="0035029E" w:rsidRDefault="0035029E" w:rsidP="0035029E">
      <w:pPr>
        <w:pStyle w:val="libNormal"/>
      </w:pPr>
    </w:p>
    <w:p w:rsidR="0035029E" w:rsidRDefault="0035029E" w:rsidP="0035029E">
      <w:pPr>
        <w:pStyle w:val="libNormal"/>
      </w:pPr>
    </w:p>
    <w:p w:rsidR="0035029E" w:rsidRDefault="0035029E" w:rsidP="0035029E">
      <w:pPr>
        <w:pStyle w:val="libNormal"/>
      </w:pPr>
    </w:p>
    <w:p w:rsidR="0035029E" w:rsidRDefault="0035029E" w:rsidP="0035029E">
      <w:pPr>
        <w:pStyle w:val="libNormal"/>
      </w:pPr>
    </w:p>
    <w:p w:rsidR="0035029E" w:rsidRPr="0035029E" w:rsidRDefault="0035029E" w:rsidP="0035029E">
      <w:pPr>
        <w:pStyle w:val="libCenterBold2"/>
      </w:pPr>
      <w:r w:rsidRPr="0035029E">
        <w:rPr>
          <w:rtl/>
        </w:rPr>
        <w:t>لتقى الدين الحسن بن على بن داود الحلى قدس سره</w:t>
      </w:r>
    </w:p>
    <w:p w:rsidR="007849C6" w:rsidRDefault="007849C6" w:rsidP="00D56380">
      <w:pPr>
        <w:pStyle w:val="libCenter"/>
        <w:rPr>
          <w:rtl/>
        </w:rPr>
      </w:pPr>
      <w:r>
        <w:rPr>
          <w:rtl/>
        </w:rPr>
        <w:br w:type="page"/>
      </w:r>
      <w:r>
        <w:rPr>
          <w:rtl/>
        </w:rPr>
        <w:lastRenderedPageBreak/>
        <w:br w:type="page"/>
      </w:r>
      <w:bookmarkStart w:id="2" w:name="_Toc265165226"/>
      <w:bookmarkStart w:id="3" w:name="_Toc286683155"/>
      <w:r>
        <w:rPr>
          <w:rtl/>
        </w:rPr>
        <w:lastRenderedPageBreak/>
        <w:t>ترجمة حياة المؤلف :</w:t>
      </w:r>
      <w:bookmarkEnd w:id="2"/>
      <w:bookmarkEnd w:id="3"/>
      <w:r>
        <w:rPr>
          <w:rtl/>
        </w:rPr>
        <w:t xml:space="preserve"> </w:t>
      </w:r>
    </w:p>
    <w:p w:rsidR="007849C6" w:rsidRDefault="007849C6" w:rsidP="002C2B53">
      <w:pPr>
        <w:pStyle w:val="libLeft"/>
        <w:rPr>
          <w:rtl/>
        </w:rPr>
      </w:pPr>
      <w:r>
        <w:rPr>
          <w:rtl/>
        </w:rPr>
        <w:t xml:space="preserve">بقلم : العلامة السيد محمد صادق بحر العلوم </w:t>
      </w:r>
    </w:p>
    <w:p w:rsidR="007849C6" w:rsidRDefault="007849C6" w:rsidP="00186E94">
      <w:pPr>
        <w:pStyle w:val="libNormal"/>
        <w:rPr>
          <w:rtl/>
        </w:rPr>
      </w:pPr>
      <w:r>
        <w:rPr>
          <w:rtl/>
        </w:rPr>
        <w:t xml:space="preserve">الشيخ تقي الدين أبو محمد الحسن بن علي بن داود الحلي ، وقد يسمى في بعض المعاجم الرجالية الحسن بن داود نسبة إلى الجد ، وهو متعارف. </w:t>
      </w:r>
    </w:p>
    <w:p w:rsidR="007849C6" w:rsidRDefault="007849C6" w:rsidP="00186E94">
      <w:pPr>
        <w:pStyle w:val="libNormal"/>
        <w:rPr>
          <w:rtl/>
        </w:rPr>
      </w:pPr>
      <w:r>
        <w:rPr>
          <w:rtl/>
        </w:rPr>
        <w:t xml:space="preserve">ولد </w:t>
      </w:r>
      <w:r w:rsidR="006B246D" w:rsidRPr="006B246D">
        <w:rPr>
          <w:rStyle w:val="libAlaemChar"/>
          <w:rFonts w:hint="cs"/>
          <w:rtl/>
        </w:rPr>
        <w:t>رحمه‌الله</w:t>
      </w:r>
      <w:r>
        <w:rPr>
          <w:rtl/>
        </w:rPr>
        <w:t xml:space="preserve"> خامس جمادى الآخرة </w:t>
      </w:r>
      <w:r w:rsidRPr="00883FE7">
        <w:rPr>
          <w:rtl/>
        </w:rPr>
        <w:t>سنة (647) كما</w:t>
      </w:r>
      <w:r>
        <w:rPr>
          <w:rtl/>
        </w:rPr>
        <w:t xml:space="preserve"> أرخ هو بذلك في ترجمة نفسه في القسم الاول من كتابه ـ هذا. </w:t>
      </w:r>
    </w:p>
    <w:p w:rsidR="007849C6" w:rsidRDefault="007849C6" w:rsidP="00186E94">
      <w:pPr>
        <w:pStyle w:val="libNormal"/>
        <w:rPr>
          <w:rtl/>
        </w:rPr>
      </w:pPr>
      <w:r>
        <w:rPr>
          <w:rtl/>
        </w:rPr>
        <w:t xml:space="preserve">كان عالما فاضلا جليلا فقيها صالحا محقق متبحرا أديبا موصوفا في الاجازات وفي المعاجم الرجالية بسلطان العلماء والبلغاء وتاج المحدثين والفقهاء. </w:t>
      </w:r>
    </w:p>
    <w:p w:rsidR="007849C6" w:rsidRDefault="007849C6" w:rsidP="00186E94">
      <w:pPr>
        <w:pStyle w:val="libNormal"/>
        <w:rPr>
          <w:rtl/>
        </w:rPr>
      </w:pPr>
      <w:r>
        <w:rPr>
          <w:rtl/>
        </w:rPr>
        <w:t xml:space="preserve">نشأ نشأة صالح وتربى في أحضان العلماء الفطاحل في عصره من أساطين الحلة يوم صارت الحلة مركزا علميا لشيعة تشد إليها الرحال من كل حدب وصوب الارتواء من منهلها الصافي العذب وبنيت فيها المدارس العلمية ، حتى برز من عالي مجلس الشيخ نجم الدين الحلي صاحب ( الشرايع ) أكثر من أربعمائة مجتهد جهابذة ، وفيها بيوت خرج منها علماء فضلاء أعلام ، مثل بني طاووس وبني نما وبني سعيد وبني المطهر وآل معية ، وغيرهم ، فلا غرو أن صار المترجم له خريج هذه المدارس العالية علما من الاعلام يشار إليه بالبنان واشتهر صيته ونبغ في عصره ووصف في المعاجم بكل وصف جميل ، فقد برع في كل العلوم والفنون كالفقه والاصول والتفسير والادب والنحو والصرف والمعاني والبيان والبديع والعروض براعة متخصص فنان في كل واحد منها. </w:t>
      </w:r>
    </w:p>
    <w:p w:rsidR="007849C6" w:rsidRDefault="007849C6" w:rsidP="00186E94">
      <w:pPr>
        <w:pStyle w:val="libNormal"/>
        <w:rPr>
          <w:rtl/>
        </w:rPr>
      </w:pPr>
      <w:r>
        <w:rPr>
          <w:rtl/>
        </w:rPr>
        <w:t xml:space="preserve">كان المترجم له معاصرا للعلامة الحلي الحسن بن يوسف بن المطهر ، وشريكا له في الدرس عند المحقق الحلي صاحب ( الشرايع ) جعفر بن </w:t>
      </w:r>
    </w:p>
    <w:p w:rsidR="007849C6" w:rsidRDefault="007849C6" w:rsidP="00186E94">
      <w:pPr>
        <w:pStyle w:val="libNormal0"/>
        <w:rPr>
          <w:rtl/>
        </w:rPr>
      </w:pPr>
      <w:r>
        <w:rPr>
          <w:rtl/>
        </w:rPr>
        <w:br w:type="page"/>
      </w:r>
      <w:r>
        <w:rPr>
          <w:rtl/>
        </w:rPr>
        <w:lastRenderedPageBreak/>
        <w:t xml:space="preserve">سعيد </w:t>
      </w:r>
      <w:r w:rsidR="006B246D" w:rsidRPr="006B246D">
        <w:rPr>
          <w:rStyle w:val="libAlaemChar"/>
          <w:rFonts w:hint="cs"/>
          <w:rtl/>
        </w:rPr>
        <w:t>رحمه‌الله</w:t>
      </w:r>
      <w:r>
        <w:rPr>
          <w:rtl/>
        </w:rPr>
        <w:t xml:space="preserve"> والعلامة الحلي أصغر منه بسنة فان العلامة ـ كما ذكر في ترجمة نفسه في الخلاصة ـ ولد تاسع وعشرين شهر رمضان سنة 648 ه‍ ، وابن داود ولد ـ كما عرفت ـ في خامس جمادى الآخرة سنة 647 ه‍ ، ويعبر عنه ابن داود في رجاله ـ عند انتقاده له ـ في بعض التراجم بقوله : ( بعض أصحابنا ) ولم يصرح باسمه. </w:t>
      </w:r>
    </w:p>
    <w:p w:rsidR="007849C6" w:rsidRDefault="007849C6" w:rsidP="00186E94">
      <w:pPr>
        <w:pStyle w:val="libNormal"/>
        <w:rPr>
          <w:rtl/>
        </w:rPr>
      </w:pPr>
      <w:r>
        <w:rPr>
          <w:rtl/>
        </w:rPr>
        <w:t xml:space="preserve">ومن الغريب أن ابن داود ترجم للعلامة الحلي في كتاب رجاله في القسم الاول منه ولكن العلامة لم يذكره في ( خلاصته ) مع انه معاصره وشريكه في الدرس عند المحقق الحلي ـ كما عرفت ـ وذلك مما يستدعي الغرابة. ولم يذكر أرباب المعاجم أسبابا لذلك ، ولعلهم لا يعرفونها. </w:t>
      </w:r>
    </w:p>
    <w:p w:rsidR="007849C6" w:rsidRDefault="007849C6" w:rsidP="00186E94">
      <w:pPr>
        <w:pStyle w:val="libBold2"/>
        <w:rPr>
          <w:rtl/>
        </w:rPr>
      </w:pPr>
      <w:r w:rsidRPr="00670C09">
        <w:rPr>
          <w:rtl/>
        </w:rPr>
        <w:t>مشايخه :</w:t>
      </w:r>
      <w:r>
        <w:rPr>
          <w:rtl/>
        </w:rPr>
        <w:t xml:space="preserve"> </w:t>
      </w:r>
    </w:p>
    <w:p w:rsidR="007849C6" w:rsidRDefault="007849C6" w:rsidP="00186E94">
      <w:pPr>
        <w:pStyle w:val="libNormal"/>
        <w:rPr>
          <w:rtl/>
        </w:rPr>
      </w:pPr>
      <w:r>
        <w:rPr>
          <w:rtl/>
        </w:rPr>
        <w:t xml:space="preserve">تلمذ على السيد جمال الدين أحمد ابن طاووس </w:t>
      </w:r>
      <w:r w:rsidR="006B246D" w:rsidRPr="006B246D">
        <w:rPr>
          <w:rStyle w:val="libAlaemChar"/>
          <w:rFonts w:hint="cs"/>
          <w:rtl/>
        </w:rPr>
        <w:t>رحمه‌الله</w:t>
      </w:r>
      <w:r>
        <w:rPr>
          <w:rtl/>
        </w:rPr>
        <w:t xml:space="preserve"> كما ذكر هو نفسه في ترجمته من القسم الاول فقال : ( أحمد بن موسى ابن جعفر بن محمد بن أحمد بن محمد بن أحمد بن محمد بن محمد الطاووس العلوي الحسني ، سيدنا الطاهر الامام المعظم. فقيه أهل البيت جمال الدين أبو الفضائل مات سنة 673 ه‍ ، مصنف مجتهد ، كان أورع فضلاء زمانه ، قرأت عليه أكثر ( البشرى ) و ( الملاذ ) وغير ذلك من تصانيفه ورواياته. رباني وعلمني وأحسن إلي ، واكثر فوائد هذا الكتاب ـ يعني كتاب الرجال ـ ونكته من إشاراته وتحقيقاته ) ويريد بالبشرى ( بشرى المحققين ) في الفقه ست مجلدات ، وبكتاب ( الملاذ ) الذي هو في الفقه أربع مجلدات. </w:t>
      </w:r>
    </w:p>
    <w:p w:rsidR="007849C6" w:rsidRDefault="007849C6" w:rsidP="00186E94">
      <w:pPr>
        <w:pStyle w:val="libNormal"/>
        <w:rPr>
          <w:rtl/>
        </w:rPr>
      </w:pPr>
      <w:r>
        <w:rPr>
          <w:rtl/>
        </w:rPr>
        <w:t xml:space="preserve">وتلمذ أيضا على ولده السيد عبد الكريم ابن السيد أحمد ابن طاووس. صاحب كتاب ( فرحة الغرى ) ، وقد ترجم له في كتابه في </w:t>
      </w:r>
    </w:p>
    <w:p w:rsidR="007849C6" w:rsidRDefault="007849C6" w:rsidP="00186E94">
      <w:pPr>
        <w:pStyle w:val="libNormal0"/>
        <w:rPr>
          <w:rtl/>
        </w:rPr>
      </w:pPr>
      <w:r>
        <w:rPr>
          <w:rtl/>
        </w:rPr>
        <w:br w:type="page"/>
      </w:r>
      <w:r>
        <w:rPr>
          <w:rtl/>
        </w:rPr>
        <w:lastRenderedPageBreak/>
        <w:t xml:space="preserve">القسم الاول منه ، فمما قال : ( وكان أوحد زمانه ، حائري المولد ، حلي المنشأ ، بغدادي التحصيل ، كاظمي الخاتمة ، ولد في شعبان سنة 648 ه‍ ، وتوفي شوال سنة 693 ه‍ ، وكان عمره خمسا وأربعين سنة وشهرين وأياما كنت قرينه طفلين إلى أن توفى ـ قدس الله روحه ـ ما رأيت قبله ولا بعده كخلقه وجميل قاعدته ثانيا ، ولا لذكائه وقوة حافظته مماثلا. ، ما دخل في ذهنه شيء فكاد ينساه ، حفظ القرآن في مدة يسيرة وله إحدى عشرة سنة ، استقل بالكتابة ، واستغنى عن المعلم في أربعين يوما ، وعمره إذ ذاك أربع سنين ولا تحصى مناقبه وفضائله ... ). </w:t>
      </w:r>
      <w:r>
        <w:rPr>
          <w:rtl/>
        </w:rPr>
        <w:cr/>
        <w:t xml:space="preserve">وتلمذ ـ أيضا ـ على الامام نجم الدين أبي القاسم جعفر بن الحسن ابن يحيى بن سعيد الحلي </w:t>
      </w:r>
      <w:r w:rsidR="006B246D" w:rsidRPr="006B246D">
        <w:rPr>
          <w:rStyle w:val="libAlaemChar"/>
          <w:rFonts w:hint="cs"/>
          <w:rtl/>
        </w:rPr>
        <w:t>رحمه‌الله</w:t>
      </w:r>
      <w:r>
        <w:rPr>
          <w:rtl/>
        </w:rPr>
        <w:t xml:space="preserve"> وقد ترجم له في كتابه وقال : ( قرأت عليه ورباني صغيرا. وكان له علي إحسان عظيم والتفات ، وأجازني جميع ما صنفه وقرأ ورواه. وكل ما تصح روايته عنه ، توفى في شهر ربيع الآخر </w:t>
      </w:r>
      <w:r w:rsidRPr="0002071A">
        <w:rPr>
          <w:rtl/>
        </w:rPr>
        <w:t>سنة (676) ..</w:t>
      </w:r>
      <w:r>
        <w:rPr>
          <w:rtl/>
        </w:rPr>
        <w:t xml:space="preserve"> ) </w:t>
      </w:r>
    </w:p>
    <w:p w:rsidR="007849C6" w:rsidRDefault="007849C6" w:rsidP="00186E94">
      <w:pPr>
        <w:pStyle w:val="libNormal"/>
        <w:rPr>
          <w:rtl/>
        </w:rPr>
      </w:pPr>
      <w:r>
        <w:rPr>
          <w:rtl/>
        </w:rPr>
        <w:t xml:space="preserve">وعلى الشيخ مفيد الدين محمد بن علي بن محمد بن جهيم الاسدي ، كما صرح به عند ذكر طرقه في اول كتابه ـ هذا ـ. </w:t>
      </w:r>
    </w:p>
    <w:p w:rsidR="007849C6" w:rsidRPr="0053348F" w:rsidRDefault="007849C6" w:rsidP="00186E94">
      <w:pPr>
        <w:pStyle w:val="libBold2"/>
        <w:rPr>
          <w:rtl/>
        </w:rPr>
      </w:pPr>
      <w:r w:rsidRPr="0053348F">
        <w:rPr>
          <w:rtl/>
        </w:rPr>
        <w:t xml:space="preserve">تلامذته الراوون عنه : </w:t>
      </w:r>
    </w:p>
    <w:p w:rsidR="007849C6" w:rsidRDefault="007849C6" w:rsidP="00186E94">
      <w:pPr>
        <w:pStyle w:val="libNormal"/>
        <w:rPr>
          <w:rtl/>
        </w:rPr>
      </w:pPr>
      <w:r>
        <w:rPr>
          <w:rtl/>
        </w:rPr>
        <w:t xml:space="preserve">يروي عنه : رضي الدين أبو الحسن علي بن أحمد بن يحيى المزيدي الحلي المتوفى سنة 757 ه‍ ، والشيخ زين الدين علي بن أحمد بن طراد المطارابادي المتوفى بالحلة سنة 762 ه‍ يوم الجمعة اول رجب ، كما ذكره الشهيد الثاني في إجازته الكبيرة للشيخ حسين بن عبد الصمد ـ والد اليشخ البهائي ـ التي ذكرها المجلسي في كتاب الاجازات الملحق بآخر كتاب بحار الانوار ( ص 84 ) وذكرها أيضا الشيخ يوسف البحراني في كشكوله ( ج 2 ـ ص 201 ) من طبع النجف الاشرف ، ويروي عنه </w:t>
      </w:r>
    </w:p>
    <w:p w:rsidR="007849C6" w:rsidRDefault="007849C6" w:rsidP="00186E94">
      <w:pPr>
        <w:pStyle w:val="libNormal0"/>
        <w:rPr>
          <w:rtl/>
        </w:rPr>
      </w:pPr>
      <w:r>
        <w:rPr>
          <w:rtl/>
        </w:rPr>
        <w:br w:type="page"/>
      </w:r>
      <w:r>
        <w:rPr>
          <w:rtl/>
        </w:rPr>
        <w:lastRenderedPageBreak/>
        <w:t>ـ أيضا</w:t>
      </w:r>
      <w:r>
        <w:t xml:space="preserve"> </w:t>
      </w:r>
      <w:r>
        <w:rPr>
          <w:rtl/>
        </w:rPr>
        <w:t xml:space="preserve">ـ السيد تاج الدين أبو عبد الله محمد ابن السيد جلال الدين أبي جعفر القاسم بن الحسين العلوي الحسني الديباجي الحلي المعروف بابن معية ، الذي عبر عنه الشهيد الاول </w:t>
      </w:r>
      <w:r w:rsidR="006B246D" w:rsidRPr="006B246D">
        <w:rPr>
          <w:rStyle w:val="libAlaemChar"/>
          <w:rFonts w:hint="cs"/>
          <w:rtl/>
        </w:rPr>
        <w:t>رحمه‌الله</w:t>
      </w:r>
      <w:r>
        <w:rPr>
          <w:rtl/>
        </w:rPr>
        <w:t xml:space="preserve"> في بعض إجازاته بأنه أعجوبة الزمان في جميع الفضائل والماثر ، قال الشيهد الاول في ( مجوعته ) التي هي بخط الشيخ محمد بن علي الجبعي ( جد الشيخ البهائي ) : ( إن هذا السيد المذكور </w:t>
      </w:r>
      <w:r w:rsidRPr="00D14D49">
        <w:rPr>
          <w:rtl/>
        </w:rPr>
        <w:t>مات في (8)</w:t>
      </w:r>
      <w:r>
        <w:rPr>
          <w:rtl/>
        </w:rPr>
        <w:t xml:space="preserve"> ربيع الثاني </w:t>
      </w:r>
      <w:r w:rsidRPr="0002071A">
        <w:rPr>
          <w:rtl/>
        </w:rPr>
        <w:t>سنة (776) ه‍</w:t>
      </w:r>
      <w:r>
        <w:rPr>
          <w:rtl/>
        </w:rPr>
        <w:t xml:space="preserve"> ، بالحلة وحمل إلى مشهد أمير المؤمنين </w:t>
      </w:r>
      <w:r w:rsidR="0006364F" w:rsidRPr="0006364F">
        <w:rPr>
          <w:rStyle w:val="libAlaemChar"/>
          <w:rFonts w:hint="cs"/>
          <w:rtl/>
        </w:rPr>
        <w:t>عليه‌السلام</w:t>
      </w:r>
      <w:r>
        <w:rPr>
          <w:rtl/>
        </w:rPr>
        <w:t xml:space="preserve"> ) </w:t>
      </w:r>
    </w:p>
    <w:p w:rsidR="007849C6" w:rsidRDefault="007849C6" w:rsidP="00186E94">
      <w:pPr>
        <w:pStyle w:val="libNormal"/>
        <w:rPr>
          <w:rtl/>
        </w:rPr>
      </w:pPr>
      <w:r>
        <w:rPr>
          <w:rtl/>
        </w:rPr>
        <w:t>وتوجد في ( مكتبة دانشكاه بطهران ) نسخة من كتاب ( بناء المقالة العلوية في نقض الرسالة العثمانية ) التي هي للجاحظ ، ونقضها السيد جمال الدين أبو الفضل أحمد بن موسى ابن طاووس الحسني الحلي ـ طاب ثراه ـ المتوفى سنة 673 ه‍. كتب هذه النسخة بخط الجيد تلميذه ابن داود الحلي ( المترجم له ) وقد فرغ من كتابتها في شوال سنة 665 ه‍. وكان قد قرأها على أستاذه ابن طاووس المذكور وعلى ظهر النسخة وآخرها قصائد بخطه أيضا لاستاذه المذكور في أهل البيت ( ع ) منها قصيدتي التي أنشأها عند عزمه مع تلميذه ابن داود على التوجه إلى مشهد أمير المؤمنين ( ع ) لعرض كتابه ( بناء المقالة العلوية ) على الامام ( ع ) مستجديا سبب يديه ، وهي ثمانية أبيات ، مطلعها</w:t>
      </w:r>
      <w:r>
        <w:rPr>
          <w:rFonts w:hint="cs"/>
          <w:rtl/>
        </w:rPr>
        <w:t xml:space="preserve"> </w:t>
      </w:r>
      <w:r>
        <w:rPr>
          <w:rtl/>
        </w:rPr>
        <w:t>:</w:t>
      </w:r>
    </w:p>
    <w:tbl>
      <w:tblPr>
        <w:bidiVisual/>
        <w:tblW w:w="5000" w:type="pct"/>
        <w:tblLook w:val="01E0"/>
      </w:tblPr>
      <w:tblGrid>
        <w:gridCol w:w="3682"/>
        <w:gridCol w:w="225"/>
        <w:gridCol w:w="3680"/>
      </w:tblGrid>
      <w:tr w:rsidR="007849C6" w:rsidTr="00186E94">
        <w:tc>
          <w:tcPr>
            <w:tcW w:w="3625" w:type="dxa"/>
            <w:shd w:val="clear" w:color="auto" w:fill="auto"/>
          </w:tcPr>
          <w:p w:rsidR="007849C6" w:rsidRDefault="007849C6" w:rsidP="002C2B53">
            <w:pPr>
              <w:pStyle w:val="libPoem"/>
              <w:rPr>
                <w:rtl/>
              </w:rPr>
            </w:pPr>
            <w:r w:rsidRPr="0053348F">
              <w:rPr>
                <w:rtl/>
              </w:rPr>
              <w:t>أتينا تباري الريح منا عزائم</w:t>
            </w:r>
            <w:r w:rsidRPr="002C2B53">
              <w:rPr>
                <w:rStyle w:val="libPoemTiniChar0"/>
                <w:rtl/>
              </w:rPr>
              <w:br/>
              <w:t> </w:t>
            </w:r>
          </w:p>
        </w:tc>
        <w:tc>
          <w:tcPr>
            <w:tcW w:w="57" w:type="dxa"/>
            <w:shd w:val="clear" w:color="auto" w:fill="auto"/>
          </w:tcPr>
          <w:p w:rsidR="007849C6" w:rsidRDefault="007849C6" w:rsidP="00186E94">
            <w:pPr>
              <w:rPr>
                <w:rtl/>
              </w:rPr>
            </w:pPr>
          </w:p>
        </w:tc>
        <w:tc>
          <w:tcPr>
            <w:tcW w:w="3624" w:type="dxa"/>
            <w:shd w:val="clear" w:color="auto" w:fill="auto"/>
          </w:tcPr>
          <w:p w:rsidR="007849C6" w:rsidRDefault="007849C6" w:rsidP="002C2B53">
            <w:pPr>
              <w:pStyle w:val="libPoem"/>
              <w:rPr>
                <w:rtl/>
              </w:rPr>
            </w:pPr>
            <w:r w:rsidRPr="0053348F">
              <w:rPr>
                <w:rtl/>
              </w:rPr>
              <w:t>إلى ملك يستثمر الغوث آمله</w:t>
            </w:r>
            <w:r w:rsidRPr="002C2B53">
              <w:rPr>
                <w:rStyle w:val="libPoemTiniChar0"/>
                <w:rtl/>
              </w:rPr>
              <w:br/>
              <w:t>  </w:t>
            </w:r>
          </w:p>
        </w:tc>
      </w:tr>
    </w:tbl>
    <w:p w:rsidR="007849C6" w:rsidRDefault="007849C6" w:rsidP="00186E94">
      <w:pPr>
        <w:pStyle w:val="libNormal"/>
        <w:rPr>
          <w:rtl/>
        </w:rPr>
      </w:pPr>
      <w:r>
        <w:rPr>
          <w:rtl/>
        </w:rPr>
        <w:t>ومنها : قصيدته التي أنشأها حين تأخرت السفينة التي يتوجه فيها إلى الحضرة المقدسة الغروية ، وهي سبعة أبيات مطلعها :</w:t>
      </w:r>
    </w:p>
    <w:tbl>
      <w:tblPr>
        <w:bidiVisual/>
        <w:tblW w:w="5000" w:type="pct"/>
        <w:tblLook w:val="01E0"/>
      </w:tblPr>
      <w:tblGrid>
        <w:gridCol w:w="3682"/>
        <w:gridCol w:w="225"/>
        <w:gridCol w:w="3680"/>
      </w:tblGrid>
      <w:tr w:rsidR="007849C6" w:rsidTr="00186E94">
        <w:tc>
          <w:tcPr>
            <w:tcW w:w="3625" w:type="dxa"/>
            <w:shd w:val="clear" w:color="auto" w:fill="auto"/>
          </w:tcPr>
          <w:p w:rsidR="007849C6" w:rsidRDefault="007849C6" w:rsidP="002C2B53">
            <w:pPr>
              <w:pStyle w:val="libPoem"/>
              <w:rPr>
                <w:rtl/>
              </w:rPr>
            </w:pPr>
            <w:r>
              <w:rPr>
                <w:rtl/>
              </w:rPr>
              <w:t>لئن عاقني عن قصد ربعك عائق</w:t>
            </w:r>
            <w:r w:rsidRPr="002C2B53">
              <w:rPr>
                <w:rStyle w:val="libPoemTiniChar0"/>
                <w:rtl/>
              </w:rPr>
              <w:br/>
              <w:t> </w:t>
            </w:r>
          </w:p>
        </w:tc>
        <w:tc>
          <w:tcPr>
            <w:tcW w:w="57" w:type="dxa"/>
            <w:shd w:val="clear" w:color="auto" w:fill="auto"/>
          </w:tcPr>
          <w:p w:rsidR="007849C6" w:rsidRDefault="007849C6" w:rsidP="00186E94">
            <w:pPr>
              <w:rPr>
                <w:rtl/>
              </w:rPr>
            </w:pPr>
          </w:p>
        </w:tc>
        <w:tc>
          <w:tcPr>
            <w:tcW w:w="3624" w:type="dxa"/>
            <w:shd w:val="clear" w:color="auto" w:fill="auto"/>
          </w:tcPr>
          <w:p w:rsidR="007849C6" w:rsidRDefault="007849C6" w:rsidP="002C2B53">
            <w:pPr>
              <w:pStyle w:val="libPoem"/>
              <w:rPr>
                <w:rtl/>
              </w:rPr>
            </w:pPr>
            <w:r>
              <w:rPr>
                <w:rtl/>
              </w:rPr>
              <w:t>فوجدي لانفاسي إليك طريق</w:t>
            </w:r>
            <w:r w:rsidRPr="002C2B53">
              <w:rPr>
                <w:rStyle w:val="libPoemTiniChar0"/>
                <w:rtl/>
              </w:rPr>
              <w:br/>
              <w:t>  </w:t>
            </w:r>
          </w:p>
        </w:tc>
      </w:tr>
    </w:tbl>
    <w:p w:rsidR="007849C6" w:rsidRDefault="007849C6" w:rsidP="00186E94">
      <w:pPr>
        <w:pStyle w:val="libNormal"/>
        <w:rPr>
          <w:rtl/>
        </w:rPr>
      </w:pPr>
      <w:r>
        <w:rPr>
          <w:rtl/>
        </w:rPr>
        <w:t xml:space="preserve">وكتب ابن داود ـ أيضا في آخر النسخة التي بخطه ما هذا نصه : </w:t>
      </w:r>
    </w:p>
    <w:p w:rsidR="007849C6" w:rsidRDefault="007849C6" w:rsidP="00186E94">
      <w:pPr>
        <w:pStyle w:val="libNormal"/>
        <w:rPr>
          <w:rtl/>
        </w:rPr>
      </w:pPr>
      <w:r>
        <w:rPr>
          <w:rtl/>
        </w:rPr>
        <w:t xml:space="preserve">« ومما سطره ـ أجل الله به أولياءه ـ عند قراءتنا هذا الكتاب ـ </w:t>
      </w:r>
    </w:p>
    <w:p w:rsidR="007849C6" w:rsidRDefault="007849C6" w:rsidP="00186E94">
      <w:pPr>
        <w:pStyle w:val="libNormal0"/>
        <w:rPr>
          <w:rtl/>
        </w:rPr>
      </w:pPr>
      <w:r>
        <w:rPr>
          <w:rtl/>
        </w:rPr>
        <w:br w:type="page"/>
      </w:r>
      <w:r>
        <w:rPr>
          <w:rtl/>
        </w:rPr>
        <w:lastRenderedPageBreak/>
        <w:t>يعني ( بناء المقالة العلوية ـ لدى الضريح المقدس عند الرأس الشريف ـ صلى الله عليه ـ لما قصدنا مشهد مولانا أمير المؤمنين ـ صلوات الله عليه ـ إبان الزيارة الرجبية النبوية عرضنا عليه هذا الكتاب قارئين له بخدمته ، لائذين بحرم رأفته. مستهطلين سحاب إغاثته ، في خلوة من الجماعات ، المتكاثراث الشاغلات ، وأنشد مجده بعض من كان معنا ما اتفق من مخاطباتنا ومناقشاتنا ، وغير ذلك من كلام يناسب حالنا في مقام حاثين عزائمه على مبراتنا ، واجابة دعواتنا ولجأنا إليه إلتجاء الجدب الداثر إلى السحاب ، والمسافر المبعد إلى الاقتراب ، والمريض إلى زوال الاوصاب. وذي الحريض إلى إماطة مخاطر الفناء والذهاب ، ومن فعل ذلك من بعض أتباع مولانا ـ صلوات الله عليه ـ خليق باقتطاف ثمرات البغية من دوح يديه ، فكيف وهو الاصل الباذخ ، والملك العدل السامق الشامخ ، غير مستغش في خيبة سائلية ، وإجاء رجاء آمليه ، بل البناء على أن المسائل ناجحة وإن تأخرت ، والفواضل سانحة لدينه وإن تبعدت :</w:t>
      </w:r>
    </w:p>
    <w:tbl>
      <w:tblPr>
        <w:bidiVisual/>
        <w:tblW w:w="5000" w:type="pct"/>
        <w:tblLook w:val="01E0"/>
      </w:tblPr>
      <w:tblGrid>
        <w:gridCol w:w="3675"/>
        <w:gridCol w:w="239"/>
        <w:gridCol w:w="3673"/>
      </w:tblGrid>
      <w:tr w:rsidR="007849C6" w:rsidTr="00186E94">
        <w:tc>
          <w:tcPr>
            <w:tcW w:w="3675" w:type="dxa"/>
            <w:shd w:val="clear" w:color="auto" w:fill="auto"/>
          </w:tcPr>
          <w:p w:rsidR="007849C6" w:rsidRDefault="007849C6" w:rsidP="002C2B53">
            <w:pPr>
              <w:pStyle w:val="libPoem"/>
              <w:rPr>
                <w:rtl/>
              </w:rPr>
            </w:pPr>
            <w:r w:rsidRPr="00EF1028">
              <w:rPr>
                <w:rtl/>
              </w:rPr>
              <w:t>يلوح بافاق المناجح سعدها</w:t>
            </w:r>
            <w:r w:rsidRPr="002C2B53">
              <w:rPr>
                <w:rStyle w:val="libPoemTiniChar0"/>
                <w:rtl/>
              </w:rPr>
              <w:br/>
              <w:t> </w:t>
            </w:r>
          </w:p>
        </w:tc>
        <w:tc>
          <w:tcPr>
            <w:tcW w:w="239" w:type="dxa"/>
            <w:shd w:val="clear" w:color="auto" w:fill="auto"/>
          </w:tcPr>
          <w:p w:rsidR="007849C6" w:rsidRDefault="007849C6" w:rsidP="00186E94">
            <w:pPr>
              <w:rPr>
                <w:rtl/>
              </w:rPr>
            </w:pPr>
          </w:p>
        </w:tc>
        <w:tc>
          <w:tcPr>
            <w:tcW w:w="3673" w:type="dxa"/>
            <w:shd w:val="clear" w:color="auto" w:fill="auto"/>
          </w:tcPr>
          <w:p w:rsidR="007849C6" w:rsidRDefault="007849C6" w:rsidP="002C2B53">
            <w:pPr>
              <w:pStyle w:val="libPoem"/>
              <w:rPr>
                <w:rtl/>
              </w:rPr>
            </w:pPr>
            <w:r w:rsidRPr="00EF1028">
              <w:rPr>
                <w:rtl/>
              </w:rPr>
              <w:t>وإن قذفت بالبعد عنها العوائق</w:t>
            </w:r>
            <w:r w:rsidRPr="002C2B53">
              <w:rPr>
                <w:rStyle w:val="libPoemTiniChar0"/>
                <w:rtl/>
              </w:rPr>
              <w:br/>
              <w:t>  </w:t>
            </w:r>
          </w:p>
        </w:tc>
      </w:tr>
      <w:tr w:rsidR="007849C6" w:rsidTr="00186E94">
        <w:tc>
          <w:tcPr>
            <w:tcW w:w="3675" w:type="dxa"/>
          </w:tcPr>
          <w:p w:rsidR="007849C6" w:rsidRDefault="007849C6" w:rsidP="002C2B53">
            <w:pPr>
              <w:pStyle w:val="libPoem"/>
              <w:rPr>
                <w:rtl/>
              </w:rPr>
            </w:pPr>
            <w:r w:rsidRPr="00EF1028">
              <w:rPr>
                <w:rtl/>
              </w:rPr>
              <w:t>كما الغيث يزجي في زمان وتارة</w:t>
            </w:r>
            <w:r w:rsidRPr="002C2B53">
              <w:rPr>
                <w:rStyle w:val="libPoemTiniChar0"/>
                <w:rtl/>
              </w:rPr>
              <w:br/>
              <w:t> </w:t>
            </w:r>
          </w:p>
        </w:tc>
        <w:tc>
          <w:tcPr>
            <w:tcW w:w="239" w:type="dxa"/>
          </w:tcPr>
          <w:p w:rsidR="007849C6" w:rsidRDefault="007849C6" w:rsidP="00186E94">
            <w:pPr>
              <w:rPr>
                <w:rtl/>
              </w:rPr>
            </w:pPr>
          </w:p>
        </w:tc>
        <w:tc>
          <w:tcPr>
            <w:tcW w:w="3673" w:type="dxa"/>
          </w:tcPr>
          <w:p w:rsidR="007849C6" w:rsidRDefault="007849C6" w:rsidP="002C2B53">
            <w:pPr>
              <w:pStyle w:val="libPoem"/>
              <w:rPr>
                <w:rtl/>
              </w:rPr>
            </w:pPr>
            <w:r w:rsidRPr="00EF1028">
              <w:rPr>
                <w:rtl/>
              </w:rPr>
              <w:t>تخاف عزاليه الدواني الدوافق »</w:t>
            </w:r>
            <w:r w:rsidRPr="002C2B53">
              <w:rPr>
                <w:rStyle w:val="libPoemTiniChar0"/>
                <w:rtl/>
              </w:rPr>
              <w:br/>
              <w:t>  </w:t>
            </w:r>
          </w:p>
        </w:tc>
      </w:tr>
    </w:tbl>
    <w:p w:rsidR="007849C6" w:rsidRPr="00EF1028" w:rsidRDefault="007849C6" w:rsidP="00186E94">
      <w:pPr>
        <w:pStyle w:val="libBold2"/>
        <w:rPr>
          <w:rtl/>
        </w:rPr>
      </w:pPr>
      <w:r>
        <w:rPr>
          <w:rtl/>
        </w:rPr>
        <w:t xml:space="preserve"> </w:t>
      </w:r>
      <w:r w:rsidRPr="00EF1028">
        <w:rPr>
          <w:rtl/>
        </w:rPr>
        <w:t xml:space="preserve">أقوال العلماء فيه : </w:t>
      </w:r>
    </w:p>
    <w:p w:rsidR="007849C6" w:rsidRDefault="007849C6" w:rsidP="00186E94">
      <w:pPr>
        <w:pStyle w:val="libNormal"/>
        <w:rPr>
          <w:rtl/>
        </w:rPr>
      </w:pPr>
      <w:r>
        <w:rPr>
          <w:rtl/>
        </w:rPr>
        <w:t xml:space="preserve">قال الخوانساري في روضات الجنات ـ بعد إطرائه ـ : « يروي عنه الشهيد بواسطة الشيخ علي بن أحمد المزيدي وابن معية وأمثالها ». </w:t>
      </w:r>
    </w:p>
    <w:p w:rsidR="007849C6" w:rsidRDefault="007849C6" w:rsidP="00186E94">
      <w:pPr>
        <w:pStyle w:val="libNormal"/>
        <w:rPr>
          <w:rtl/>
        </w:rPr>
      </w:pPr>
      <w:r>
        <w:rPr>
          <w:rtl/>
        </w:rPr>
        <w:t xml:space="preserve">وفي أمل الآمل للحر العاملي ! « الحسن بن علي بن داود الحلي. كان عالما فاضلا جليلا صالحا محقق متبحرا من تلامذة المحقق نجم الدين الحلي يروي عنه الشهيد بواسطة ابن معية ». </w:t>
      </w:r>
    </w:p>
    <w:p w:rsidR="007849C6" w:rsidRDefault="007849C6" w:rsidP="00186E94">
      <w:pPr>
        <w:pStyle w:val="libNormal"/>
        <w:rPr>
          <w:rtl/>
        </w:rPr>
      </w:pPr>
      <w:r>
        <w:rPr>
          <w:rtl/>
        </w:rPr>
        <w:t xml:space="preserve">وقال الشهيد الثاني في إجازته للحسين بن عبد الصمد العاملي ( والد الشيخ البهائي ) عند ذكر ابن داود : « الشيخ الفقيه الاديب </w:t>
      </w:r>
    </w:p>
    <w:p w:rsidR="007849C6" w:rsidRDefault="007849C6" w:rsidP="00186E94">
      <w:pPr>
        <w:pStyle w:val="libNormal0"/>
        <w:rPr>
          <w:rtl/>
        </w:rPr>
      </w:pPr>
      <w:r>
        <w:rPr>
          <w:rtl/>
        </w:rPr>
        <w:br w:type="page"/>
      </w:r>
      <w:r>
        <w:rPr>
          <w:rtl/>
        </w:rPr>
        <w:lastRenderedPageBreak/>
        <w:t xml:space="preserve">النحوي العروضي ، ملك العلماء والشعراء والادباء ، تقي الدين الحسن ابن علي ابن داود الحلي. صاحب التصانيف الغزيرة ، والتحقيقات الكثيرة التي من جملتها ( كتاب الرجال ) سلك فيه مسلكا لم يسبقه أحد من الاصحاب. ومن وقف عليه علم جلية الحال فيما أشرنا إليه ، وله من التصانيف في الفقه نظما ونثرا مختصرا ومطولا. وفي العربي والمنطق والعروض وأصول الدين نحو من ثلاثين مصنفا كلها في غاية الجودة ». </w:t>
      </w:r>
    </w:p>
    <w:p w:rsidR="007849C6" w:rsidRDefault="007849C6" w:rsidP="00186E94">
      <w:pPr>
        <w:pStyle w:val="libNormal"/>
        <w:rPr>
          <w:rtl/>
        </w:rPr>
      </w:pPr>
      <w:r>
        <w:rPr>
          <w:rtl/>
        </w:rPr>
        <w:t xml:space="preserve">وقال الشهيد في إجازته للشيخ محمد بن عبد علي بن نجدة ـ عند ذكره ـ : « الشيخ الامام سلان الادباء. ملك النظم والنثر المبرز في النحو والعروض ». </w:t>
      </w:r>
    </w:p>
    <w:p w:rsidR="007849C6" w:rsidRDefault="007849C6" w:rsidP="00186E94">
      <w:pPr>
        <w:pStyle w:val="libNormal"/>
        <w:rPr>
          <w:rtl/>
        </w:rPr>
      </w:pPr>
      <w:r>
        <w:rPr>
          <w:rtl/>
        </w:rPr>
        <w:t xml:space="preserve">وقال الشيخ علي بن عبد العالي الكركي في إجازته الكبيرة للقاضي صفي الدين عيسى « الشيخ الامام سلطان الادباء والبلغاء. تاج المحدثين والفقهاء تقي الدين الحسن بن داود ، صاحب كتاب الرجال وغيره ». </w:t>
      </w:r>
    </w:p>
    <w:p w:rsidR="007849C6" w:rsidRDefault="007849C6" w:rsidP="00186E94">
      <w:pPr>
        <w:pStyle w:val="libNormal"/>
        <w:rPr>
          <w:rtl/>
        </w:rPr>
      </w:pPr>
      <w:r>
        <w:rPr>
          <w:rtl/>
        </w:rPr>
        <w:t xml:space="preserve">وذكره السيد مصطفى التفريشي في ( نقد الرجال ) فقال : « الحسن بن علي بن داود من أصحابنا المجتهدين شيخ جليل من تلاميذ الامام المحقق نجم الدين أبي القاسم الحلي ، والامام المعظم ، فقيه أهل البيت ، جمال الدين ابن طاووس </w:t>
      </w:r>
      <w:r w:rsidR="006B246D" w:rsidRPr="006B246D">
        <w:rPr>
          <w:rStyle w:val="libAlaemChar"/>
          <w:rFonts w:hint="cs"/>
          <w:rtl/>
        </w:rPr>
        <w:t>رحمه‌الله</w:t>
      </w:r>
      <w:r>
        <w:rPr>
          <w:rtl/>
        </w:rPr>
        <w:t xml:space="preserve"> ، له أزيد من ثلاثين كتابا نظما ونثرا ، وله في علم الرجال كتاب معروف حسن الترتيب إلا أن فيه أغلاطا كثيرة ، غفر الله له » ونقل الميرزا محمد الاسترابادي في ( الوسيط ) عن التفريشي عين ما ذكره ولم يزد عليه. </w:t>
      </w:r>
    </w:p>
    <w:p w:rsidR="007849C6" w:rsidRDefault="007849C6" w:rsidP="00186E94">
      <w:pPr>
        <w:pStyle w:val="libNormal"/>
        <w:rPr>
          <w:rtl/>
        </w:rPr>
      </w:pPr>
      <w:r>
        <w:rPr>
          <w:rtl/>
        </w:rPr>
        <w:t xml:space="preserve">وذكره المحقق الكركي أيضا في إجازته للشيخ الجليل الشيخ علي ابن عبد العالي الميسي. وولده الشيخ إبراهيم بن علي. ونعته بالشيخ الامام سلطان الادباء والبلغاء ، تاج المحدثين والفقهاء تقي الدين الحسن ابن داود ، أنظر الاجازة المذركوة في كتاب الاجازات الذي ألحقه المجلسي في آخر كتابه البحار ص </w:t>
      </w:r>
      <w:r w:rsidRPr="00186E94">
        <w:rPr>
          <w:rStyle w:val="libFootnotenumChar"/>
          <w:rtl/>
        </w:rPr>
        <w:t>(56)</w:t>
      </w:r>
      <w:r>
        <w:rPr>
          <w:rtl/>
        </w:rPr>
        <w:t xml:space="preserve"> وانظر العبارة المذكورة في نعته ( ص 51 ) </w:t>
      </w:r>
    </w:p>
    <w:p w:rsidR="007849C6" w:rsidRDefault="007849C6" w:rsidP="00186E94">
      <w:pPr>
        <w:pStyle w:val="libNormal0"/>
        <w:rPr>
          <w:rtl/>
        </w:rPr>
      </w:pPr>
      <w:r>
        <w:rPr>
          <w:rtl/>
        </w:rPr>
        <w:br w:type="page"/>
      </w:r>
      <w:r>
        <w:rPr>
          <w:rtl/>
        </w:rPr>
        <w:lastRenderedPageBreak/>
        <w:t xml:space="preserve">وفي مستدرك الوسائل للحاج ميرزا حسين النوري </w:t>
      </w:r>
      <w:r w:rsidR="006B246D" w:rsidRPr="006B246D">
        <w:rPr>
          <w:rStyle w:val="libAlaemChar"/>
          <w:rFonts w:hint="cs"/>
          <w:rtl/>
        </w:rPr>
        <w:t>رحمه‌الله</w:t>
      </w:r>
      <w:r>
        <w:rPr>
          <w:rtl/>
        </w:rPr>
        <w:t xml:space="preserve"> في الخاتمة ( ص 442 ) : « الفاضل الاديب تقي الدين الحسن بن علي بن داود الحلي ، المعروف بابن داود ، صاحب التصانيف الكثيرة التي منها كتاب الرجال ( الخ ). ». </w:t>
      </w:r>
    </w:p>
    <w:p w:rsidR="007849C6" w:rsidRDefault="007849C6" w:rsidP="00186E94">
      <w:pPr>
        <w:pStyle w:val="libNormal"/>
        <w:rPr>
          <w:rtl/>
        </w:rPr>
      </w:pPr>
      <w:r>
        <w:rPr>
          <w:rtl/>
        </w:rPr>
        <w:t xml:space="preserve">وفي رياض العلماء للميرزا عبدالله أفندي : « الشيخ تقي الدين أبو محمد الحسن بن علي بن داود الحلي. الفقيه الجليل ، رئيس أهل الادب ، ورأس أرباب الرتب العالم الفاضل الرجالي النبيل المعروف بابن داود صاحب كتاب الرجال. وقد يعبر عنه بالحسن بن داود اختصارا ، من باب النسبة إلى الجد ، وهذا الشيخ حاله في الجلالة أشهر من أن يذكر ، وأكثر من أن يسطر ، وكان شريكا ، في الدرس مع السيد عبد الكريم ابن جمال الدين أحمد بن طاووس الحلي عند المحقق وغيره ، وله سبط فاضل وهو الشيخ أبو طالب بن رجب ». </w:t>
      </w:r>
    </w:p>
    <w:p w:rsidR="007849C6" w:rsidRDefault="007849C6" w:rsidP="00186E94">
      <w:pPr>
        <w:pStyle w:val="libNormal"/>
        <w:rPr>
          <w:rtl/>
        </w:rPr>
      </w:pPr>
      <w:r>
        <w:rPr>
          <w:rtl/>
        </w:rPr>
        <w:t xml:space="preserve">وأبو طالب ـ هذا ـ يقال : هو العالم الذي ينقل عنه دعاء الجوشن الكبير وشرحه ، كذا ذكره شيخنا العلامة المحدث الشيخ عباس القمي </w:t>
      </w:r>
      <w:r w:rsidR="006B246D" w:rsidRPr="006B246D">
        <w:rPr>
          <w:rStyle w:val="libAlaemChar"/>
          <w:rFonts w:hint="cs"/>
          <w:rtl/>
        </w:rPr>
        <w:t>رحمه‌الله</w:t>
      </w:r>
      <w:r>
        <w:rPr>
          <w:rtl/>
        </w:rPr>
        <w:t xml:space="preserve"> عند ترجمته. في الكنى والالقاب. </w:t>
      </w:r>
    </w:p>
    <w:p w:rsidR="007849C6" w:rsidRDefault="007849C6" w:rsidP="00186E94">
      <w:pPr>
        <w:pStyle w:val="libNormal"/>
        <w:rPr>
          <w:rtl/>
        </w:rPr>
      </w:pPr>
      <w:r>
        <w:rPr>
          <w:rtl/>
        </w:rPr>
        <w:t xml:space="preserve">وفي سماء المقال في تحقيق علم الرجال. للعلامة أبي الهدى الكلباسي الاصفهاني ( ص 91 ) : « قطب دائرة العلم والكمال. ومركز محيط الفضل والافضال ، مالك أزمة الفاضل بالقض والقضيض ، وممتد الباع في السجع والقريض ، الفاتح لباب الفضل المسدود ، الحسن بن علي بن داود ». </w:t>
      </w:r>
    </w:p>
    <w:p w:rsidR="007849C6" w:rsidRDefault="007849C6" w:rsidP="00186E94">
      <w:pPr>
        <w:pStyle w:val="libNormal"/>
        <w:rPr>
          <w:rtl/>
        </w:rPr>
      </w:pPr>
      <w:r>
        <w:rPr>
          <w:rtl/>
        </w:rPr>
        <w:t xml:space="preserve">وفي الكنى والالقاب لشيخنا العلامة المتبحر ( ج 1 ـ ص 271 ) : « تقي الدين الحسن بن علي بن داود الحلي. الشيخ العالم الفاضل الجليل الفقيه المتبحر صاحب كتاب الرجال ونظم التبصرة وغيرهما مما ينوف على الثلاثين ». </w:t>
      </w:r>
    </w:p>
    <w:p w:rsidR="007849C6" w:rsidRDefault="007849C6" w:rsidP="00186E94">
      <w:pPr>
        <w:pStyle w:val="libNormal"/>
        <w:rPr>
          <w:rtl/>
        </w:rPr>
      </w:pPr>
      <w:r>
        <w:rPr>
          <w:rtl/>
        </w:rPr>
        <w:br w:type="page"/>
      </w:r>
      <w:r>
        <w:rPr>
          <w:rtl/>
        </w:rPr>
        <w:lastRenderedPageBreak/>
        <w:t xml:space="preserve">وأطراه جل أهل المعاجم الرجالية ، ونعتوه بالعلم والفضل والادب. </w:t>
      </w:r>
    </w:p>
    <w:p w:rsidR="007849C6" w:rsidRDefault="007849C6" w:rsidP="00186E94">
      <w:pPr>
        <w:pStyle w:val="libBold2"/>
        <w:rPr>
          <w:rtl/>
        </w:rPr>
      </w:pPr>
      <w:r w:rsidRPr="00670C09">
        <w:rPr>
          <w:rtl/>
        </w:rPr>
        <w:t>مؤلفاته :</w:t>
      </w:r>
      <w:r>
        <w:rPr>
          <w:rtl/>
        </w:rPr>
        <w:t xml:space="preserve"> </w:t>
      </w:r>
    </w:p>
    <w:p w:rsidR="007849C6" w:rsidRDefault="007849C6" w:rsidP="00186E94">
      <w:pPr>
        <w:pStyle w:val="libNormal"/>
        <w:rPr>
          <w:rtl/>
        </w:rPr>
      </w:pPr>
      <w:r>
        <w:rPr>
          <w:rtl/>
        </w:rPr>
        <w:t xml:space="preserve">ذكر جملة من مؤلفاته في ترجمة نفسه من الكتاب ، ولولاها لضاعت أسماؤها كما ضاعت هي نفسها ، فانه لا يعرف منها اليوم غير كتاب الرجال ، قال : منها في الفقيه ( تحصيل المنافع ) ، قال صاحب ( رياض العلماء ) : « لعله شرح على الشرايع أو المختصر النافع ، وسماه سبط الشيخ علي الكركي في رسالة اللمعة في تحقيق أمر الجمعة ـ إيضاح المنافع » قال سيدنا المحسن الامين </w:t>
      </w:r>
      <w:r w:rsidR="006B246D" w:rsidRPr="006B246D">
        <w:rPr>
          <w:rStyle w:val="libAlaemChar"/>
          <w:rFonts w:hint="cs"/>
          <w:rtl/>
        </w:rPr>
        <w:t>رحمه‌الله</w:t>
      </w:r>
      <w:r>
        <w:rPr>
          <w:rtl/>
        </w:rPr>
        <w:t xml:space="preserve"> في أعيان الشيعة : توجد نسخته في مكتبة السد اسد الله باصفهان. </w:t>
      </w:r>
    </w:p>
    <w:p w:rsidR="007849C6" w:rsidRDefault="007849C6" w:rsidP="00186E94">
      <w:pPr>
        <w:pStyle w:val="libNormal"/>
        <w:rPr>
          <w:rtl/>
        </w:rPr>
      </w:pPr>
      <w:r>
        <w:rPr>
          <w:rtl/>
        </w:rPr>
        <w:t xml:space="preserve">ثم ذكر المؤمن بقية مؤلفاته في ترجمة نفسه ، فراجعها ، ولعل له تآليف أخرى بعد تاريخ تأليفه لكتاب الرجال. </w:t>
      </w:r>
    </w:p>
    <w:p w:rsidR="007849C6" w:rsidRDefault="007849C6" w:rsidP="00186E94">
      <w:pPr>
        <w:pStyle w:val="libNormal"/>
        <w:rPr>
          <w:rtl/>
        </w:rPr>
      </w:pPr>
      <w:r>
        <w:rPr>
          <w:rtl/>
        </w:rPr>
        <w:t xml:space="preserve">قال سيدنا المحسن الامين </w:t>
      </w:r>
      <w:r w:rsidR="0006364F" w:rsidRPr="0006364F">
        <w:rPr>
          <w:rStyle w:val="libAlaemChar"/>
          <w:rFonts w:hint="cs"/>
          <w:rtl/>
        </w:rPr>
        <w:t>قدس‌سره</w:t>
      </w:r>
      <w:r>
        <w:rPr>
          <w:rtl/>
        </w:rPr>
        <w:t xml:space="preserve"> « وجدنا له منظومة في الامامة وهي حسنة الاسلوب جيدة النظم ، سهلة الفهم ، ويمكن أن تكون الواقعة المذكورة فيها حقيقية ، ويمكن أن تكون خيالية تصويرية. ولعلها إحدى المنظومات التي ذكرها في مؤلفاته. قال فيها ـ بعد الحمد والصلاة والشكر على نعمة مجاورة قبر أمير المؤمنين </w:t>
      </w:r>
      <w:r w:rsidR="0006364F" w:rsidRPr="0006364F">
        <w:rPr>
          <w:rStyle w:val="libAlaemChar"/>
          <w:rFonts w:hint="cs"/>
          <w:rtl/>
        </w:rPr>
        <w:t>عليه‌السلام</w:t>
      </w:r>
      <w:r>
        <w:rPr>
          <w:rtl/>
        </w:rPr>
        <w:t xml:space="preserve"> :</w:t>
      </w:r>
    </w:p>
    <w:tbl>
      <w:tblPr>
        <w:bidiVisual/>
        <w:tblW w:w="5000" w:type="pct"/>
        <w:tblLook w:val="01E0"/>
      </w:tblPr>
      <w:tblGrid>
        <w:gridCol w:w="3675"/>
        <w:gridCol w:w="239"/>
        <w:gridCol w:w="3673"/>
      </w:tblGrid>
      <w:tr w:rsidR="007849C6" w:rsidTr="00186E94">
        <w:tc>
          <w:tcPr>
            <w:tcW w:w="3675" w:type="dxa"/>
            <w:shd w:val="clear" w:color="auto" w:fill="auto"/>
          </w:tcPr>
          <w:p w:rsidR="007849C6" w:rsidRDefault="007849C6" w:rsidP="002C2B53">
            <w:pPr>
              <w:pStyle w:val="libPoem"/>
              <w:rPr>
                <w:rtl/>
              </w:rPr>
            </w:pPr>
            <w:r w:rsidRPr="004E5A22">
              <w:rPr>
                <w:rtl/>
              </w:rPr>
              <w:t>وقد جرت لي قصة غريبة</w:t>
            </w:r>
            <w:r w:rsidRPr="002C2B53">
              <w:rPr>
                <w:rStyle w:val="libPoemTiniChar0"/>
                <w:rtl/>
              </w:rPr>
              <w:br/>
              <w:t> </w:t>
            </w:r>
          </w:p>
        </w:tc>
        <w:tc>
          <w:tcPr>
            <w:tcW w:w="239" w:type="dxa"/>
            <w:shd w:val="clear" w:color="auto" w:fill="auto"/>
          </w:tcPr>
          <w:p w:rsidR="007849C6" w:rsidRDefault="007849C6" w:rsidP="00186E94">
            <w:pPr>
              <w:rPr>
                <w:rtl/>
              </w:rPr>
            </w:pPr>
          </w:p>
        </w:tc>
        <w:tc>
          <w:tcPr>
            <w:tcW w:w="3673" w:type="dxa"/>
            <w:shd w:val="clear" w:color="auto" w:fill="auto"/>
          </w:tcPr>
          <w:p w:rsidR="007849C6" w:rsidRDefault="007849C6" w:rsidP="002C2B53">
            <w:pPr>
              <w:pStyle w:val="libPoem"/>
              <w:rPr>
                <w:rtl/>
              </w:rPr>
            </w:pPr>
            <w:r w:rsidRPr="004E5A22">
              <w:rPr>
                <w:rtl/>
              </w:rPr>
              <w:t>قد نتجت قضية عجيبة</w:t>
            </w:r>
            <w:r w:rsidRPr="002C2B53">
              <w:rPr>
                <w:rStyle w:val="libPoemTiniChar0"/>
                <w:rtl/>
              </w:rPr>
              <w:br/>
              <w:t>  </w:t>
            </w:r>
          </w:p>
        </w:tc>
      </w:tr>
      <w:tr w:rsidR="007849C6" w:rsidTr="00186E94">
        <w:tc>
          <w:tcPr>
            <w:tcW w:w="3675" w:type="dxa"/>
          </w:tcPr>
          <w:p w:rsidR="007849C6" w:rsidRDefault="007849C6" w:rsidP="002C2B53">
            <w:pPr>
              <w:pStyle w:val="libPoem"/>
              <w:rPr>
                <w:rtl/>
              </w:rPr>
            </w:pPr>
            <w:r w:rsidRPr="004E5A22">
              <w:rPr>
                <w:rtl/>
              </w:rPr>
              <w:t>فاعتبروا فيها ففيها معتبر</w:t>
            </w:r>
            <w:r w:rsidRPr="002C2B53">
              <w:rPr>
                <w:rStyle w:val="libPoemTiniChar0"/>
                <w:rtl/>
              </w:rPr>
              <w:br/>
              <w:t> </w:t>
            </w:r>
          </w:p>
        </w:tc>
        <w:tc>
          <w:tcPr>
            <w:tcW w:w="239" w:type="dxa"/>
          </w:tcPr>
          <w:p w:rsidR="007849C6" w:rsidRDefault="007849C6" w:rsidP="00186E94">
            <w:pPr>
              <w:rPr>
                <w:rtl/>
              </w:rPr>
            </w:pPr>
          </w:p>
        </w:tc>
        <w:tc>
          <w:tcPr>
            <w:tcW w:w="3673" w:type="dxa"/>
          </w:tcPr>
          <w:p w:rsidR="007849C6" w:rsidRDefault="007849C6" w:rsidP="002C2B53">
            <w:pPr>
              <w:pStyle w:val="libPoem"/>
              <w:rPr>
                <w:rtl/>
              </w:rPr>
            </w:pPr>
            <w:r w:rsidRPr="004E5A22">
              <w:rPr>
                <w:rtl/>
              </w:rPr>
              <w:t>يغني عن الاغراق في قوس النظر</w:t>
            </w:r>
            <w:r w:rsidRPr="002C2B53">
              <w:rPr>
                <w:rStyle w:val="libPoemTiniChar0"/>
                <w:rtl/>
              </w:rPr>
              <w:br/>
              <w:t>  </w:t>
            </w:r>
          </w:p>
        </w:tc>
      </w:tr>
      <w:tr w:rsidR="007849C6" w:rsidTr="00186E94">
        <w:tc>
          <w:tcPr>
            <w:tcW w:w="3675" w:type="dxa"/>
          </w:tcPr>
          <w:p w:rsidR="007849C6" w:rsidRDefault="007849C6" w:rsidP="002C2B53">
            <w:pPr>
              <w:pStyle w:val="libPoem"/>
              <w:rPr>
                <w:rtl/>
              </w:rPr>
            </w:pPr>
            <w:r w:rsidRPr="004E5A22">
              <w:rPr>
                <w:rtl/>
              </w:rPr>
              <w:t>حضرت في بغداد دار علم</w:t>
            </w:r>
            <w:r w:rsidRPr="002C2B53">
              <w:rPr>
                <w:rStyle w:val="libPoemTiniChar0"/>
                <w:rtl/>
              </w:rPr>
              <w:br/>
              <w:t> </w:t>
            </w:r>
          </w:p>
        </w:tc>
        <w:tc>
          <w:tcPr>
            <w:tcW w:w="239" w:type="dxa"/>
          </w:tcPr>
          <w:p w:rsidR="007849C6" w:rsidRDefault="007849C6" w:rsidP="00186E94">
            <w:pPr>
              <w:rPr>
                <w:rtl/>
              </w:rPr>
            </w:pPr>
          </w:p>
        </w:tc>
        <w:tc>
          <w:tcPr>
            <w:tcW w:w="3673" w:type="dxa"/>
          </w:tcPr>
          <w:p w:rsidR="007849C6" w:rsidRDefault="007849C6" w:rsidP="002C2B53">
            <w:pPr>
              <w:pStyle w:val="libPoem"/>
              <w:rPr>
                <w:rtl/>
              </w:rPr>
            </w:pPr>
            <w:r w:rsidRPr="004E5A22">
              <w:rPr>
                <w:rtl/>
              </w:rPr>
              <w:t>فيها جبال نظر وفهم</w:t>
            </w:r>
            <w:r w:rsidRPr="002C2B53">
              <w:rPr>
                <w:rStyle w:val="libPoemTiniChar0"/>
                <w:rtl/>
              </w:rPr>
              <w:br/>
              <w:t>  </w:t>
            </w:r>
          </w:p>
        </w:tc>
      </w:tr>
      <w:tr w:rsidR="007849C6" w:rsidTr="00186E94">
        <w:tc>
          <w:tcPr>
            <w:tcW w:w="3675" w:type="dxa"/>
          </w:tcPr>
          <w:p w:rsidR="007849C6" w:rsidRDefault="007849C6" w:rsidP="002C2B53">
            <w:pPr>
              <w:pStyle w:val="libPoem"/>
              <w:rPr>
                <w:rtl/>
              </w:rPr>
            </w:pPr>
            <w:r w:rsidRPr="004E5A22">
              <w:rPr>
                <w:rtl/>
              </w:rPr>
              <w:t>في كل يوم لهم مجال</w:t>
            </w:r>
            <w:r w:rsidRPr="002C2B53">
              <w:rPr>
                <w:rStyle w:val="libPoemTiniChar0"/>
                <w:rtl/>
              </w:rPr>
              <w:br/>
              <w:t> </w:t>
            </w:r>
          </w:p>
        </w:tc>
        <w:tc>
          <w:tcPr>
            <w:tcW w:w="239" w:type="dxa"/>
          </w:tcPr>
          <w:p w:rsidR="007849C6" w:rsidRDefault="007849C6" w:rsidP="00186E94">
            <w:pPr>
              <w:rPr>
                <w:rtl/>
              </w:rPr>
            </w:pPr>
          </w:p>
        </w:tc>
        <w:tc>
          <w:tcPr>
            <w:tcW w:w="3673" w:type="dxa"/>
          </w:tcPr>
          <w:p w:rsidR="007849C6" w:rsidRDefault="007849C6" w:rsidP="002C2B53">
            <w:pPr>
              <w:pStyle w:val="libPoem"/>
              <w:rPr>
                <w:rtl/>
              </w:rPr>
            </w:pPr>
            <w:r w:rsidRPr="004E5A22">
              <w:rPr>
                <w:rtl/>
              </w:rPr>
              <w:t>تدنو به الاوجال والآجال</w:t>
            </w:r>
            <w:r w:rsidRPr="002C2B53">
              <w:rPr>
                <w:rStyle w:val="libPoemTiniChar0"/>
                <w:rtl/>
              </w:rPr>
              <w:br/>
              <w:t>  </w:t>
            </w:r>
          </w:p>
        </w:tc>
      </w:tr>
      <w:tr w:rsidR="007849C6" w:rsidTr="00186E94">
        <w:tc>
          <w:tcPr>
            <w:tcW w:w="3675" w:type="dxa"/>
          </w:tcPr>
          <w:p w:rsidR="007849C6" w:rsidRDefault="007849C6" w:rsidP="002C2B53">
            <w:pPr>
              <w:pStyle w:val="libPoem"/>
              <w:rPr>
                <w:rtl/>
              </w:rPr>
            </w:pPr>
            <w:r w:rsidRPr="004E5A22">
              <w:rPr>
                <w:rtl/>
              </w:rPr>
              <w:t>لابد أن يسفر عن جريح</w:t>
            </w:r>
            <w:r w:rsidRPr="002C2B53">
              <w:rPr>
                <w:rStyle w:val="libPoemTiniChar0"/>
                <w:rtl/>
              </w:rPr>
              <w:br/>
              <w:t> </w:t>
            </w:r>
          </w:p>
        </w:tc>
        <w:tc>
          <w:tcPr>
            <w:tcW w:w="239" w:type="dxa"/>
          </w:tcPr>
          <w:p w:rsidR="007849C6" w:rsidRDefault="007849C6" w:rsidP="00186E94">
            <w:pPr>
              <w:rPr>
                <w:rtl/>
              </w:rPr>
            </w:pPr>
          </w:p>
        </w:tc>
        <w:tc>
          <w:tcPr>
            <w:tcW w:w="3673" w:type="dxa"/>
          </w:tcPr>
          <w:p w:rsidR="007849C6" w:rsidRDefault="007849C6" w:rsidP="002C2B53">
            <w:pPr>
              <w:pStyle w:val="libPoem"/>
              <w:rPr>
                <w:rtl/>
              </w:rPr>
            </w:pPr>
            <w:r w:rsidRPr="004E5A22">
              <w:rPr>
                <w:rtl/>
              </w:rPr>
              <w:t>بصارم الحجة أو طريح</w:t>
            </w:r>
            <w:r w:rsidRPr="002C2B53">
              <w:rPr>
                <w:rStyle w:val="libPoemTiniChar0"/>
                <w:rtl/>
              </w:rPr>
              <w:br/>
              <w:t>  </w:t>
            </w:r>
          </w:p>
        </w:tc>
      </w:tr>
      <w:tr w:rsidR="007849C6" w:rsidTr="00186E94">
        <w:tc>
          <w:tcPr>
            <w:tcW w:w="3675" w:type="dxa"/>
          </w:tcPr>
          <w:p w:rsidR="007849C6" w:rsidRDefault="007849C6" w:rsidP="002C2B53">
            <w:pPr>
              <w:pStyle w:val="libPoem"/>
              <w:rPr>
                <w:rtl/>
              </w:rPr>
            </w:pPr>
            <w:r w:rsidRPr="004E5A22">
              <w:rPr>
                <w:rtl/>
              </w:rPr>
              <w:t>لما اطمأنت بهم المجالس</w:t>
            </w:r>
            <w:r w:rsidRPr="002C2B53">
              <w:rPr>
                <w:rStyle w:val="libPoemTiniChar0"/>
                <w:rtl/>
              </w:rPr>
              <w:br/>
              <w:t> </w:t>
            </w:r>
          </w:p>
        </w:tc>
        <w:tc>
          <w:tcPr>
            <w:tcW w:w="239" w:type="dxa"/>
          </w:tcPr>
          <w:p w:rsidR="007849C6" w:rsidRDefault="007849C6" w:rsidP="00186E94">
            <w:pPr>
              <w:rPr>
                <w:rtl/>
              </w:rPr>
            </w:pPr>
          </w:p>
        </w:tc>
        <w:tc>
          <w:tcPr>
            <w:tcW w:w="3673" w:type="dxa"/>
          </w:tcPr>
          <w:p w:rsidR="007849C6" w:rsidRDefault="007849C6" w:rsidP="002C2B53">
            <w:pPr>
              <w:pStyle w:val="libPoem"/>
              <w:rPr>
                <w:rtl/>
              </w:rPr>
            </w:pPr>
            <w:r w:rsidRPr="004E5A22">
              <w:rPr>
                <w:rtl/>
              </w:rPr>
              <w:t>ووضعت لاماتها الفوارس</w:t>
            </w:r>
            <w:r w:rsidRPr="002C2B53">
              <w:rPr>
                <w:rStyle w:val="libPoemTiniChar0"/>
                <w:rtl/>
              </w:rPr>
              <w:br/>
              <w:t>  </w:t>
            </w:r>
          </w:p>
        </w:tc>
      </w:tr>
    </w:tbl>
    <w:p w:rsidR="007849C6" w:rsidRDefault="007849C6" w:rsidP="00186E94">
      <w:pPr>
        <w:pStyle w:val="libNormal0"/>
        <w:rPr>
          <w:rtl/>
        </w:rPr>
      </w:pPr>
      <w:r>
        <w:rPr>
          <w:rtl/>
        </w:rPr>
        <w:cr/>
      </w:r>
      <w:r>
        <w:rPr>
          <w:rtl/>
        </w:rPr>
        <w:br w:type="page"/>
      </w:r>
    </w:p>
    <w:tbl>
      <w:tblPr>
        <w:bidiVisual/>
        <w:tblW w:w="5000" w:type="pct"/>
        <w:tblLook w:val="01E0"/>
      </w:tblPr>
      <w:tblGrid>
        <w:gridCol w:w="3675"/>
        <w:gridCol w:w="239"/>
        <w:gridCol w:w="3673"/>
      </w:tblGrid>
      <w:tr w:rsidR="007849C6" w:rsidTr="00186E94">
        <w:tc>
          <w:tcPr>
            <w:tcW w:w="3675" w:type="dxa"/>
            <w:shd w:val="clear" w:color="auto" w:fill="auto"/>
          </w:tcPr>
          <w:p w:rsidR="007849C6" w:rsidRDefault="007849C6" w:rsidP="002C2B53">
            <w:pPr>
              <w:pStyle w:val="libPoem"/>
              <w:rPr>
                <w:rtl/>
              </w:rPr>
            </w:pPr>
            <w:r w:rsidRPr="000543A1">
              <w:rPr>
                <w:rtl/>
              </w:rPr>
              <w:lastRenderedPageBreak/>
              <w:t>واجتمع المدرسون الاربعة</w:t>
            </w:r>
            <w:r w:rsidRPr="002C2B53">
              <w:rPr>
                <w:rStyle w:val="libPoemTiniChar0"/>
                <w:rtl/>
              </w:rPr>
              <w:br/>
              <w:t> </w:t>
            </w:r>
          </w:p>
        </w:tc>
        <w:tc>
          <w:tcPr>
            <w:tcW w:w="239" w:type="dxa"/>
            <w:shd w:val="clear" w:color="auto" w:fill="auto"/>
          </w:tcPr>
          <w:p w:rsidR="007849C6" w:rsidRDefault="007849C6" w:rsidP="00186E94">
            <w:pPr>
              <w:rPr>
                <w:rtl/>
              </w:rPr>
            </w:pPr>
          </w:p>
        </w:tc>
        <w:tc>
          <w:tcPr>
            <w:tcW w:w="3673" w:type="dxa"/>
            <w:shd w:val="clear" w:color="auto" w:fill="auto"/>
          </w:tcPr>
          <w:p w:rsidR="007849C6" w:rsidRDefault="007849C6" w:rsidP="002C2B53">
            <w:pPr>
              <w:pStyle w:val="libPoem"/>
              <w:rPr>
                <w:rtl/>
              </w:rPr>
            </w:pPr>
            <w:r w:rsidRPr="000543A1">
              <w:rPr>
                <w:rtl/>
              </w:rPr>
              <w:t>في خلوة اراؤهم مجتمعة</w:t>
            </w:r>
            <w:r w:rsidRPr="002C2B53">
              <w:rPr>
                <w:rStyle w:val="libPoemTiniChar0"/>
                <w:rtl/>
              </w:rPr>
              <w:br/>
              <w:t>  </w:t>
            </w:r>
          </w:p>
        </w:tc>
      </w:tr>
      <w:tr w:rsidR="007849C6" w:rsidTr="00186E94">
        <w:tc>
          <w:tcPr>
            <w:tcW w:w="3675" w:type="dxa"/>
          </w:tcPr>
          <w:p w:rsidR="007849C6" w:rsidRDefault="007849C6" w:rsidP="002C2B53">
            <w:pPr>
              <w:pStyle w:val="libPoem"/>
              <w:rPr>
                <w:rtl/>
              </w:rPr>
            </w:pPr>
            <w:r w:rsidRPr="000543A1">
              <w:rPr>
                <w:rtl/>
              </w:rPr>
              <w:t>حضرت في مجلسهم فقالوا</w:t>
            </w:r>
            <w:r w:rsidRPr="002C2B53">
              <w:rPr>
                <w:rStyle w:val="libPoemTiniChar0"/>
                <w:rtl/>
              </w:rPr>
              <w:br/>
              <w:t> </w:t>
            </w:r>
          </w:p>
        </w:tc>
        <w:tc>
          <w:tcPr>
            <w:tcW w:w="239" w:type="dxa"/>
          </w:tcPr>
          <w:p w:rsidR="007849C6" w:rsidRDefault="007849C6" w:rsidP="00186E94">
            <w:pPr>
              <w:rPr>
                <w:rtl/>
              </w:rPr>
            </w:pPr>
          </w:p>
        </w:tc>
        <w:tc>
          <w:tcPr>
            <w:tcW w:w="3673" w:type="dxa"/>
          </w:tcPr>
          <w:p w:rsidR="007849C6" w:rsidRDefault="007849C6" w:rsidP="002C2B53">
            <w:pPr>
              <w:pStyle w:val="libPoem"/>
              <w:rPr>
                <w:rtl/>
              </w:rPr>
            </w:pPr>
            <w:r w:rsidRPr="000543A1">
              <w:rPr>
                <w:rtl/>
              </w:rPr>
              <w:t>أنت فقيه وهنا سؤال</w:t>
            </w:r>
            <w:r w:rsidRPr="002C2B53">
              <w:rPr>
                <w:rStyle w:val="libPoemTiniChar0"/>
                <w:rtl/>
              </w:rPr>
              <w:br/>
              <w:t>  </w:t>
            </w:r>
          </w:p>
        </w:tc>
      </w:tr>
      <w:tr w:rsidR="007849C6" w:rsidTr="00186E94">
        <w:tc>
          <w:tcPr>
            <w:tcW w:w="3675" w:type="dxa"/>
          </w:tcPr>
          <w:p w:rsidR="007849C6" w:rsidRDefault="007849C6" w:rsidP="002C2B53">
            <w:pPr>
              <w:pStyle w:val="libPoem"/>
              <w:rPr>
                <w:rtl/>
              </w:rPr>
            </w:pPr>
            <w:r w:rsidRPr="000543A1">
              <w:rPr>
                <w:rtl/>
              </w:rPr>
              <w:t>ماذا ترى أحق بالتقدم</w:t>
            </w:r>
            <w:r w:rsidRPr="002C2B53">
              <w:rPr>
                <w:rStyle w:val="libPoemTiniChar0"/>
                <w:rtl/>
              </w:rPr>
              <w:br/>
              <w:t> </w:t>
            </w:r>
          </w:p>
        </w:tc>
        <w:tc>
          <w:tcPr>
            <w:tcW w:w="239" w:type="dxa"/>
          </w:tcPr>
          <w:p w:rsidR="007849C6" w:rsidRDefault="007849C6" w:rsidP="00186E94">
            <w:pPr>
              <w:rPr>
                <w:rtl/>
              </w:rPr>
            </w:pPr>
          </w:p>
        </w:tc>
        <w:tc>
          <w:tcPr>
            <w:tcW w:w="3673" w:type="dxa"/>
          </w:tcPr>
          <w:p w:rsidR="007849C6" w:rsidRDefault="007849C6" w:rsidP="002C2B53">
            <w:pPr>
              <w:pStyle w:val="libPoem"/>
              <w:rPr>
                <w:rtl/>
              </w:rPr>
            </w:pPr>
            <w:r w:rsidRPr="000543A1">
              <w:rPr>
                <w:rtl/>
              </w:rPr>
              <w:t>بعد رسول الله هادي الامم</w:t>
            </w:r>
            <w:r w:rsidRPr="002C2B53">
              <w:rPr>
                <w:rStyle w:val="libPoemTiniChar0"/>
                <w:rtl/>
              </w:rPr>
              <w:br/>
              <w:t>  </w:t>
            </w:r>
          </w:p>
        </w:tc>
      </w:tr>
      <w:tr w:rsidR="007849C6" w:rsidTr="00186E94">
        <w:tc>
          <w:tcPr>
            <w:tcW w:w="3675" w:type="dxa"/>
          </w:tcPr>
          <w:p w:rsidR="007849C6" w:rsidRDefault="007849C6" w:rsidP="002C2B53">
            <w:pPr>
              <w:pStyle w:val="libPoem"/>
              <w:rPr>
                <w:rtl/>
              </w:rPr>
            </w:pPr>
            <w:r w:rsidRPr="000543A1">
              <w:rPr>
                <w:rtl/>
              </w:rPr>
              <w:t>فقلت فيه نظر يحتاج</w:t>
            </w:r>
            <w:r w:rsidRPr="002C2B53">
              <w:rPr>
                <w:rStyle w:val="libPoemTiniChar0"/>
                <w:rtl/>
              </w:rPr>
              <w:br/>
              <w:t> </w:t>
            </w:r>
          </w:p>
        </w:tc>
        <w:tc>
          <w:tcPr>
            <w:tcW w:w="239" w:type="dxa"/>
          </w:tcPr>
          <w:p w:rsidR="007849C6" w:rsidRDefault="007849C6" w:rsidP="00186E94">
            <w:pPr>
              <w:rPr>
                <w:rtl/>
              </w:rPr>
            </w:pPr>
          </w:p>
        </w:tc>
        <w:tc>
          <w:tcPr>
            <w:tcW w:w="3673" w:type="dxa"/>
          </w:tcPr>
          <w:p w:rsidR="007849C6" w:rsidRDefault="007849C6" w:rsidP="002C2B53">
            <w:pPr>
              <w:pStyle w:val="libPoem"/>
              <w:rPr>
                <w:rtl/>
              </w:rPr>
            </w:pPr>
            <w:r w:rsidRPr="000543A1">
              <w:rPr>
                <w:rtl/>
              </w:rPr>
              <w:t>أن يترك العناد واللجاج</w:t>
            </w:r>
            <w:r w:rsidRPr="002C2B53">
              <w:rPr>
                <w:rStyle w:val="libPoemTiniChar0"/>
                <w:rtl/>
              </w:rPr>
              <w:br/>
              <w:t>  </w:t>
            </w:r>
          </w:p>
        </w:tc>
      </w:tr>
      <w:tr w:rsidR="007849C6" w:rsidTr="00186E94">
        <w:tc>
          <w:tcPr>
            <w:tcW w:w="3675" w:type="dxa"/>
          </w:tcPr>
          <w:p w:rsidR="007849C6" w:rsidRDefault="007849C6" w:rsidP="002C2B53">
            <w:pPr>
              <w:pStyle w:val="libPoem"/>
              <w:rPr>
                <w:rtl/>
              </w:rPr>
            </w:pPr>
            <w:r w:rsidRPr="000543A1">
              <w:rPr>
                <w:rtl/>
              </w:rPr>
              <w:t>وكلنا ذووا عقول ونظر</w:t>
            </w:r>
            <w:r w:rsidRPr="002C2B53">
              <w:rPr>
                <w:rStyle w:val="libPoemTiniChar0"/>
                <w:rtl/>
              </w:rPr>
              <w:br/>
              <w:t> </w:t>
            </w:r>
          </w:p>
        </w:tc>
        <w:tc>
          <w:tcPr>
            <w:tcW w:w="239" w:type="dxa"/>
          </w:tcPr>
          <w:p w:rsidR="007849C6" w:rsidRDefault="007849C6" w:rsidP="00186E94">
            <w:pPr>
              <w:rPr>
                <w:rtl/>
              </w:rPr>
            </w:pPr>
          </w:p>
        </w:tc>
        <w:tc>
          <w:tcPr>
            <w:tcW w:w="3673" w:type="dxa"/>
          </w:tcPr>
          <w:p w:rsidR="007849C6" w:rsidRDefault="007849C6" w:rsidP="002C2B53">
            <w:pPr>
              <w:pStyle w:val="libPoem"/>
              <w:rPr>
                <w:rtl/>
              </w:rPr>
            </w:pPr>
            <w:r w:rsidRPr="000543A1">
              <w:rPr>
                <w:rtl/>
              </w:rPr>
              <w:t>وفكرة صالحة ومعتبر</w:t>
            </w:r>
            <w:r w:rsidRPr="002C2B53">
              <w:rPr>
                <w:rStyle w:val="libPoemTiniChar0"/>
                <w:rtl/>
              </w:rPr>
              <w:br/>
              <w:t>  </w:t>
            </w:r>
          </w:p>
        </w:tc>
      </w:tr>
      <w:tr w:rsidR="007849C6" w:rsidTr="00186E94">
        <w:tc>
          <w:tcPr>
            <w:tcW w:w="3675" w:type="dxa"/>
          </w:tcPr>
          <w:p w:rsidR="007849C6" w:rsidRDefault="007849C6" w:rsidP="002C2B53">
            <w:pPr>
              <w:pStyle w:val="libPoem"/>
              <w:rPr>
                <w:rtl/>
              </w:rPr>
            </w:pPr>
            <w:r w:rsidRPr="000543A1">
              <w:rPr>
                <w:rtl/>
              </w:rPr>
              <w:t>فلنفرض الآن قضي النبي</w:t>
            </w:r>
            <w:r w:rsidRPr="002C2B53">
              <w:rPr>
                <w:rStyle w:val="libPoemTiniChar0"/>
                <w:rtl/>
              </w:rPr>
              <w:br/>
              <w:t> </w:t>
            </w:r>
          </w:p>
        </w:tc>
        <w:tc>
          <w:tcPr>
            <w:tcW w:w="239" w:type="dxa"/>
          </w:tcPr>
          <w:p w:rsidR="007849C6" w:rsidRDefault="007849C6" w:rsidP="00186E94">
            <w:pPr>
              <w:rPr>
                <w:rtl/>
              </w:rPr>
            </w:pPr>
          </w:p>
        </w:tc>
        <w:tc>
          <w:tcPr>
            <w:tcW w:w="3673" w:type="dxa"/>
          </w:tcPr>
          <w:p w:rsidR="007849C6" w:rsidRDefault="007849C6" w:rsidP="002C2B53">
            <w:pPr>
              <w:pStyle w:val="libPoem"/>
              <w:rPr>
                <w:rtl/>
              </w:rPr>
            </w:pPr>
            <w:r w:rsidRPr="000543A1">
              <w:rPr>
                <w:rtl/>
              </w:rPr>
              <w:t>واجتمع الدني والقصي</w:t>
            </w:r>
            <w:r w:rsidRPr="002C2B53">
              <w:rPr>
                <w:rStyle w:val="libPoemTiniChar0"/>
                <w:rtl/>
              </w:rPr>
              <w:br/>
              <w:t>  </w:t>
            </w:r>
          </w:p>
        </w:tc>
      </w:tr>
      <w:tr w:rsidR="007849C6" w:rsidTr="00186E94">
        <w:tc>
          <w:tcPr>
            <w:tcW w:w="3675" w:type="dxa"/>
          </w:tcPr>
          <w:p w:rsidR="007849C6" w:rsidRDefault="007849C6" w:rsidP="002C2B53">
            <w:pPr>
              <w:pStyle w:val="libPoem"/>
              <w:rPr>
                <w:rtl/>
              </w:rPr>
            </w:pPr>
            <w:r w:rsidRPr="000543A1">
              <w:rPr>
                <w:rtl/>
              </w:rPr>
              <w:t>وأنتم مكان أهل العقد</w:t>
            </w:r>
            <w:r w:rsidRPr="002C2B53">
              <w:rPr>
                <w:rStyle w:val="libPoemTiniChar0"/>
                <w:rtl/>
              </w:rPr>
              <w:br/>
              <w:t> </w:t>
            </w:r>
          </w:p>
        </w:tc>
        <w:tc>
          <w:tcPr>
            <w:tcW w:w="239" w:type="dxa"/>
          </w:tcPr>
          <w:p w:rsidR="007849C6" w:rsidRDefault="007849C6" w:rsidP="00186E94">
            <w:pPr>
              <w:rPr>
                <w:rtl/>
              </w:rPr>
            </w:pPr>
          </w:p>
        </w:tc>
        <w:tc>
          <w:tcPr>
            <w:tcW w:w="3673" w:type="dxa"/>
          </w:tcPr>
          <w:p w:rsidR="007849C6" w:rsidRDefault="007849C6" w:rsidP="002C2B53">
            <w:pPr>
              <w:pStyle w:val="libPoem"/>
              <w:rPr>
                <w:rtl/>
              </w:rPr>
            </w:pPr>
            <w:r w:rsidRPr="000543A1">
              <w:rPr>
                <w:rtl/>
              </w:rPr>
              <w:t>والحل بل فوقهم في النقد</w:t>
            </w:r>
            <w:r w:rsidRPr="002C2B53">
              <w:rPr>
                <w:rStyle w:val="libPoemTiniChar0"/>
                <w:rtl/>
              </w:rPr>
              <w:br/>
              <w:t>  </w:t>
            </w:r>
          </w:p>
        </w:tc>
      </w:tr>
      <w:tr w:rsidR="007849C6" w:rsidTr="00186E94">
        <w:tc>
          <w:tcPr>
            <w:tcW w:w="3675" w:type="dxa"/>
          </w:tcPr>
          <w:p w:rsidR="007849C6" w:rsidRDefault="007849C6" w:rsidP="002C2B53">
            <w:pPr>
              <w:pStyle w:val="libPoem"/>
              <w:rPr>
                <w:rtl/>
              </w:rPr>
            </w:pPr>
            <w:r w:rsidRPr="000543A1">
              <w:rPr>
                <w:rtl/>
              </w:rPr>
              <w:t>فالتزموا قواعد الانصاف</w:t>
            </w:r>
            <w:r w:rsidRPr="002C2B53">
              <w:rPr>
                <w:rStyle w:val="libPoemTiniChar0"/>
                <w:rtl/>
              </w:rPr>
              <w:br/>
              <w:t> </w:t>
            </w:r>
          </w:p>
        </w:tc>
        <w:tc>
          <w:tcPr>
            <w:tcW w:w="239" w:type="dxa"/>
          </w:tcPr>
          <w:p w:rsidR="007849C6" w:rsidRDefault="007849C6" w:rsidP="00186E94">
            <w:pPr>
              <w:rPr>
                <w:rtl/>
              </w:rPr>
            </w:pPr>
          </w:p>
        </w:tc>
        <w:tc>
          <w:tcPr>
            <w:tcW w:w="3673" w:type="dxa"/>
          </w:tcPr>
          <w:p w:rsidR="007849C6" w:rsidRDefault="007849C6" w:rsidP="002C2B53">
            <w:pPr>
              <w:pStyle w:val="libPoem"/>
              <w:rPr>
                <w:rtl/>
              </w:rPr>
            </w:pPr>
            <w:r w:rsidRPr="000543A1">
              <w:rPr>
                <w:rtl/>
              </w:rPr>
              <w:t>فانها من شم الاشراف</w:t>
            </w:r>
            <w:r w:rsidRPr="002C2B53">
              <w:rPr>
                <w:rStyle w:val="libPoemTiniChar0"/>
                <w:rtl/>
              </w:rPr>
              <w:br/>
              <w:t>  </w:t>
            </w:r>
          </w:p>
        </w:tc>
      </w:tr>
      <w:tr w:rsidR="007849C6" w:rsidTr="00186E94">
        <w:tc>
          <w:tcPr>
            <w:tcW w:w="3675" w:type="dxa"/>
          </w:tcPr>
          <w:p w:rsidR="007849C6" w:rsidRDefault="007849C6" w:rsidP="002C2B53">
            <w:pPr>
              <w:pStyle w:val="libPoem"/>
              <w:rPr>
                <w:rtl/>
              </w:rPr>
            </w:pPr>
            <w:r w:rsidRPr="000543A1">
              <w:rPr>
                <w:rtl/>
              </w:rPr>
              <w:t>لما قضي النبي قال الاكثر</w:t>
            </w:r>
            <w:r w:rsidRPr="002C2B53">
              <w:rPr>
                <w:rStyle w:val="libPoemTiniChar0"/>
                <w:rtl/>
              </w:rPr>
              <w:br/>
              <w:t> </w:t>
            </w:r>
          </w:p>
        </w:tc>
        <w:tc>
          <w:tcPr>
            <w:tcW w:w="239" w:type="dxa"/>
          </w:tcPr>
          <w:p w:rsidR="007849C6" w:rsidRDefault="007849C6" w:rsidP="00186E94">
            <w:pPr>
              <w:rPr>
                <w:rtl/>
              </w:rPr>
            </w:pPr>
          </w:p>
        </w:tc>
        <w:tc>
          <w:tcPr>
            <w:tcW w:w="3673" w:type="dxa"/>
          </w:tcPr>
          <w:p w:rsidR="007849C6" w:rsidRDefault="007849C6" w:rsidP="002C2B53">
            <w:pPr>
              <w:pStyle w:val="libPoem"/>
              <w:rPr>
                <w:rtl/>
              </w:rPr>
            </w:pPr>
            <w:r w:rsidRPr="000543A1">
              <w:rPr>
                <w:rtl/>
              </w:rPr>
              <w:t>إن أبا بكر هو المؤمر</w:t>
            </w:r>
            <w:r w:rsidRPr="002C2B53">
              <w:rPr>
                <w:rStyle w:val="libPoemTiniChar0"/>
                <w:rtl/>
              </w:rPr>
              <w:br/>
              <w:t>  </w:t>
            </w:r>
          </w:p>
        </w:tc>
      </w:tr>
      <w:tr w:rsidR="007849C6" w:rsidTr="00186E94">
        <w:tc>
          <w:tcPr>
            <w:tcW w:w="3675" w:type="dxa"/>
          </w:tcPr>
          <w:p w:rsidR="007849C6" w:rsidRDefault="007849C6" w:rsidP="002C2B53">
            <w:pPr>
              <w:pStyle w:val="libPoem"/>
              <w:rPr>
                <w:rtl/>
              </w:rPr>
            </w:pPr>
            <w:r w:rsidRPr="000543A1">
              <w:rPr>
                <w:rtl/>
              </w:rPr>
              <w:t>وقال قوم ذاك للعباس</w:t>
            </w:r>
            <w:r w:rsidRPr="002C2B53">
              <w:rPr>
                <w:rStyle w:val="libPoemTiniChar0"/>
                <w:rtl/>
              </w:rPr>
              <w:br/>
              <w:t> </w:t>
            </w:r>
          </w:p>
        </w:tc>
        <w:tc>
          <w:tcPr>
            <w:tcW w:w="239" w:type="dxa"/>
          </w:tcPr>
          <w:p w:rsidR="007849C6" w:rsidRDefault="007849C6" w:rsidP="00186E94">
            <w:pPr>
              <w:rPr>
                <w:rtl/>
              </w:rPr>
            </w:pPr>
          </w:p>
        </w:tc>
        <w:tc>
          <w:tcPr>
            <w:tcW w:w="3673" w:type="dxa"/>
          </w:tcPr>
          <w:p w:rsidR="007849C6" w:rsidRDefault="007849C6" w:rsidP="002C2B53">
            <w:pPr>
              <w:pStyle w:val="libPoem"/>
              <w:rPr>
                <w:rtl/>
              </w:rPr>
            </w:pPr>
            <w:r w:rsidRPr="000543A1">
              <w:rPr>
                <w:rtl/>
              </w:rPr>
              <w:t>وانقرضوا وقال باقي الناس</w:t>
            </w:r>
            <w:r w:rsidRPr="002C2B53">
              <w:rPr>
                <w:rStyle w:val="libPoemTiniChar0"/>
                <w:rtl/>
              </w:rPr>
              <w:br/>
              <w:t>  </w:t>
            </w:r>
          </w:p>
        </w:tc>
      </w:tr>
      <w:tr w:rsidR="007849C6" w:rsidTr="00186E94">
        <w:tc>
          <w:tcPr>
            <w:tcW w:w="3675" w:type="dxa"/>
          </w:tcPr>
          <w:p w:rsidR="007849C6" w:rsidRDefault="007849C6" w:rsidP="002C2B53">
            <w:pPr>
              <w:pStyle w:val="libPoem"/>
              <w:rPr>
                <w:rtl/>
              </w:rPr>
            </w:pPr>
            <w:r w:rsidRPr="000543A1">
              <w:rPr>
                <w:rtl/>
              </w:rPr>
              <w:t>ذاك علي والجميع مدعي</w:t>
            </w:r>
            <w:r w:rsidRPr="002C2B53">
              <w:rPr>
                <w:rStyle w:val="libPoemTiniChar0"/>
                <w:rtl/>
              </w:rPr>
              <w:br/>
              <w:t> </w:t>
            </w:r>
          </w:p>
        </w:tc>
        <w:tc>
          <w:tcPr>
            <w:tcW w:w="239" w:type="dxa"/>
          </w:tcPr>
          <w:p w:rsidR="007849C6" w:rsidRDefault="007849C6" w:rsidP="00186E94">
            <w:pPr>
              <w:rPr>
                <w:rtl/>
              </w:rPr>
            </w:pPr>
          </w:p>
        </w:tc>
        <w:tc>
          <w:tcPr>
            <w:tcW w:w="3673" w:type="dxa"/>
          </w:tcPr>
          <w:p w:rsidR="007849C6" w:rsidRDefault="007849C6" w:rsidP="002C2B53">
            <w:pPr>
              <w:pStyle w:val="libPoem"/>
              <w:rPr>
                <w:rtl/>
              </w:rPr>
            </w:pPr>
            <w:r w:rsidRPr="000543A1">
              <w:rPr>
                <w:rtl/>
              </w:rPr>
              <w:t>أن سواه للمحال يدعي</w:t>
            </w:r>
            <w:r w:rsidRPr="002C2B53">
              <w:rPr>
                <w:rStyle w:val="libPoemTiniChar0"/>
                <w:rtl/>
              </w:rPr>
              <w:br/>
              <w:t>  </w:t>
            </w:r>
          </w:p>
        </w:tc>
      </w:tr>
      <w:tr w:rsidR="007849C6" w:rsidTr="00186E94">
        <w:tc>
          <w:tcPr>
            <w:tcW w:w="3675" w:type="dxa"/>
          </w:tcPr>
          <w:p w:rsidR="007849C6" w:rsidRDefault="007849C6" w:rsidP="002C2B53">
            <w:pPr>
              <w:pStyle w:val="libPoem"/>
              <w:rPr>
                <w:rtl/>
              </w:rPr>
            </w:pPr>
            <w:r w:rsidRPr="000543A1">
              <w:rPr>
                <w:rtl/>
              </w:rPr>
              <w:t>فهل ترون أنه لما قضى</w:t>
            </w:r>
            <w:r w:rsidRPr="002C2B53">
              <w:rPr>
                <w:rStyle w:val="libPoemTiniChar0"/>
                <w:rtl/>
              </w:rPr>
              <w:br/>
              <w:t> </w:t>
            </w:r>
          </w:p>
        </w:tc>
        <w:tc>
          <w:tcPr>
            <w:tcW w:w="239" w:type="dxa"/>
          </w:tcPr>
          <w:p w:rsidR="007849C6" w:rsidRDefault="007849C6" w:rsidP="00186E94">
            <w:pPr>
              <w:rPr>
                <w:rtl/>
              </w:rPr>
            </w:pPr>
          </w:p>
        </w:tc>
        <w:tc>
          <w:tcPr>
            <w:tcW w:w="3673" w:type="dxa"/>
          </w:tcPr>
          <w:p w:rsidR="007849C6" w:rsidRDefault="007849C6" w:rsidP="002C2B53">
            <w:pPr>
              <w:pStyle w:val="libPoem"/>
              <w:rPr>
                <w:rtl/>
              </w:rPr>
            </w:pPr>
            <w:r w:rsidRPr="000543A1">
              <w:rPr>
                <w:rtl/>
              </w:rPr>
              <w:t>نصل على خليفة أم فوصنا</w:t>
            </w:r>
            <w:r w:rsidRPr="002C2B53">
              <w:rPr>
                <w:rStyle w:val="libPoemTiniChar0"/>
                <w:rtl/>
              </w:rPr>
              <w:br/>
              <w:t>  </w:t>
            </w:r>
          </w:p>
        </w:tc>
      </w:tr>
      <w:tr w:rsidR="007849C6" w:rsidTr="00186E94">
        <w:tc>
          <w:tcPr>
            <w:tcW w:w="3675" w:type="dxa"/>
          </w:tcPr>
          <w:p w:rsidR="007849C6" w:rsidRDefault="007849C6" w:rsidP="002C2B53">
            <w:pPr>
              <w:pStyle w:val="libPoem"/>
              <w:rPr>
                <w:rtl/>
              </w:rPr>
            </w:pPr>
            <w:r w:rsidRPr="000543A1">
              <w:rPr>
                <w:rtl/>
              </w:rPr>
              <w:t>ترتيبه بعد إلى الرعايا</w:t>
            </w:r>
            <w:r w:rsidRPr="002C2B53">
              <w:rPr>
                <w:rStyle w:val="libPoemTiniChar0"/>
                <w:rtl/>
              </w:rPr>
              <w:br/>
              <w:t> </w:t>
            </w:r>
          </w:p>
        </w:tc>
        <w:tc>
          <w:tcPr>
            <w:tcW w:w="239" w:type="dxa"/>
          </w:tcPr>
          <w:p w:rsidR="007849C6" w:rsidRDefault="007849C6" w:rsidP="00186E94">
            <w:pPr>
              <w:rPr>
                <w:rtl/>
              </w:rPr>
            </w:pPr>
          </w:p>
        </w:tc>
        <w:tc>
          <w:tcPr>
            <w:tcW w:w="3673" w:type="dxa"/>
          </w:tcPr>
          <w:p w:rsidR="007849C6" w:rsidRDefault="007849C6" w:rsidP="002C2B53">
            <w:pPr>
              <w:pStyle w:val="libPoem"/>
              <w:rPr>
                <w:rtl/>
              </w:rPr>
            </w:pPr>
            <w:r w:rsidRPr="000543A1">
              <w:rPr>
                <w:rtl/>
              </w:rPr>
              <w:t>ليجمعوا على الامام رايا</w:t>
            </w:r>
            <w:r w:rsidRPr="002C2B53">
              <w:rPr>
                <w:rStyle w:val="libPoemTiniChar0"/>
                <w:rtl/>
              </w:rPr>
              <w:br/>
              <w:t>  </w:t>
            </w:r>
          </w:p>
        </w:tc>
      </w:tr>
    </w:tbl>
    <w:p w:rsidR="007849C6" w:rsidRDefault="007849C6" w:rsidP="00186E94">
      <w:pPr>
        <w:pStyle w:val="libNormal"/>
        <w:rPr>
          <w:rtl/>
        </w:rPr>
      </w:pPr>
      <w:r w:rsidRPr="00481E4B">
        <w:rPr>
          <w:rtl/>
        </w:rPr>
        <w:t>إلى (108) بيتا في المحاججة</w:t>
      </w:r>
      <w:r>
        <w:rPr>
          <w:rtl/>
        </w:rPr>
        <w:t xml:space="preserve"> برهن فيها على رأيه في إمامة علي أمير المؤمنين ( ع ) ورد مخالفيه ، راجعها في أعيان الشيعة ( ج 22 ـ ص 323 ـ 349 ). </w:t>
      </w:r>
    </w:p>
    <w:p w:rsidR="007849C6" w:rsidRDefault="007849C6" w:rsidP="00186E94">
      <w:pPr>
        <w:pStyle w:val="libBold2"/>
        <w:rPr>
          <w:rtl/>
        </w:rPr>
      </w:pPr>
      <w:r w:rsidRPr="00670C09">
        <w:rPr>
          <w:rtl/>
        </w:rPr>
        <w:t>التعريف بكتاب الرجال :</w:t>
      </w:r>
      <w:r>
        <w:rPr>
          <w:rtl/>
        </w:rPr>
        <w:t xml:space="preserve"> </w:t>
      </w:r>
    </w:p>
    <w:p w:rsidR="007849C6" w:rsidRDefault="007849C6" w:rsidP="00186E94">
      <w:pPr>
        <w:pStyle w:val="libNormal"/>
        <w:rPr>
          <w:rtl/>
        </w:rPr>
      </w:pPr>
      <w:r>
        <w:rPr>
          <w:rtl/>
        </w:rPr>
        <w:t xml:space="preserve">قد عرفت قول الشهيد الثاني </w:t>
      </w:r>
      <w:r w:rsidR="006B246D" w:rsidRPr="006B246D">
        <w:rPr>
          <w:rStyle w:val="libAlaemChar"/>
          <w:rFonts w:hint="cs"/>
          <w:rtl/>
        </w:rPr>
        <w:t>رحمه‌الله</w:t>
      </w:r>
      <w:r>
        <w:rPr>
          <w:rtl/>
        </w:rPr>
        <w:t xml:space="preserve"> في إجازته للشيخ حسين ابن عبد الصمد العاملي ـ عند ذكره رجال ابن داود ـ : « سلك فيه مسلكا لم يسبقه أحد من الاصحاب ». </w:t>
      </w:r>
    </w:p>
    <w:p w:rsidR="007849C6" w:rsidRDefault="007849C6" w:rsidP="00186E94">
      <w:pPr>
        <w:pStyle w:val="libNormal"/>
        <w:rPr>
          <w:rtl/>
        </w:rPr>
      </w:pPr>
      <w:r>
        <w:rPr>
          <w:rtl/>
        </w:rPr>
        <w:t xml:space="preserve">وقال صاحب أمل الآمل : « سلوكه في كتاب الرجال أنه رتبه على الحروف الاول فالاول في الاسماء وأسماء الآباء والاجداد ، وجمع جميع </w:t>
      </w:r>
    </w:p>
    <w:p w:rsidR="007849C6" w:rsidRDefault="007849C6" w:rsidP="00186E94">
      <w:pPr>
        <w:pStyle w:val="libNormal0"/>
        <w:rPr>
          <w:rtl/>
        </w:rPr>
      </w:pPr>
      <w:r>
        <w:rPr>
          <w:rtl/>
        </w:rPr>
        <w:br w:type="page"/>
      </w:r>
      <w:r>
        <w:rPr>
          <w:rtl/>
        </w:rPr>
        <w:lastRenderedPageBreak/>
        <w:t xml:space="preserve">ما وصل إليه من كتب الرجال مع حسن الترتيب وزيادة التهذيب ، فنقل ما في فهرستي الشيخ والنجاشي ، والكشي ، وكتاب الرجال للشيخ ، وكتاب ابن الغضائري ، والبرقي والعقيقي ، وابن عقدة ، والفضل بن شاذان ، وابن عبدون ، وغيرها ، وجعل لكل كتاب علامة ، بل لكل باب حرفا أو حرفين ، وضبط الاسماء ، ولم يذكر من المتأخرين عن الشيخ إلا أسماء يسيرة ». </w:t>
      </w:r>
    </w:p>
    <w:p w:rsidR="007849C6" w:rsidRDefault="007849C6" w:rsidP="00186E94">
      <w:pPr>
        <w:pStyle w:val="libNormal"/>
        <w:rPr>
          <w:rtl/>
        </w:rPr>
      </w:pPr>
      <w:r>
        <w:rPr>
          <w:rtl/>
        </w:rPr>
        <w:t xml:space="preserve">ومر قول صاحب النقد : « إن كتاب الرجال حسن الترتيب إلا أن فيه أغلاطا كثيرة ». </w:t>
      </w:r>
    </w:p>
    <w:p w:rsidR="007849C6" w:rsidRDefault="007849C6" w:rsidP="00186E94">
      <w:pPr>
        <w:pStyle w:val="libNormal"/>
        <w:rPr>
          <w:rtl/>
        </w:rPr>
      </w:pPr>
      <w:r>
        <w:rPr>
          <w:rtl/>
        </w:rPr>
        <w:t xml:space="preserve">وقد أحصى الاغلاط العلامة المحقق أبو الهدى الكلباسي الاصفهاني </w:t>
      </w:r>
      <w:r w:rsidR="006B246D" w:rsidRPr="006B246D">
        <w:rPr>
          <w:rStyle w:val="libAlaemChar"/>
          <w:rFonts w:hint="cs"/>
          <w:rtl/>
        </w:rPr>
        <w:t>رحمه‌الله</w:t>
      </w:r>
      <w:r>
        <w:rPr>
          <w:rtl/>
        </w:rPr>
        <w:t xml:space="preserve"> في ( ص 92 ) من كتابه ( سماء المقال في تحقيق علم الرجال ) المطبوع بايران ( قم ) سنة 1372 ه‍ ، فراجعه. </w:t>
      </w:r>
    </w:p>
    <w:p w:rsidR="007849C6" w:rsidRDefault="007849C6" w:rsidP="00186E94">
      <w:pPr>
        <w:pStyle w:val="libNormal"/>
        <w:rPr>
          <w:rtl/>
        </w:rPr>
      </w:pPr>
      <w:r>
        <w:rPr>
          <w:rtl/>
        </w:rPr>
        <w:t xml:space="preserve">وفي أمل الآمل قال : « وكأنه ـ أي صاحب النقد ـ أشار إلى اعتراضاته على العلامة وتعريضاته به ، وحو ذلك مما ذكره ميرزا محمد في كتاب الرجال ونبه عليه ». </w:t>
      </w:r>
    </w:p>
    <w:p w:rsidR="007849C6" w:rsidRDefault="007849C6" w:rsidP="00186E94">
      <w:pPr>
        <w:pStyle w:val="libNormal"/>
        <w:rPr>
          <w:rtl/>
        </w:rPr>
      </w:pPr>
      <w:r>
        <w:rPr>
          <w:rtl/>
        </w:rPr>
        <w:t xml:space="preserve">ولكن الاغلاط الكثيرة التي أشار إليها ليست هي ما ظنه صاحب الامل ، فان اعتراضاته على العلامة ربما كان مصيبا في اكثرها ، ولا يقال في مثلها أغلاط ، سواء أكانت حقا أم باطلا ، بل المراد بالاغلاط أنه كثرا ما يذكر الكشي ويكون الصواب النجاشي ، أو ينقل عن كتاب ما ليس فيه ، واشتباه رجلين بواحد ، وجعل الواحد رجلين ، أو نحو ذلك من الاغلاط في ضبط الاسماء. وغير ذلك. وقد بينها أصحاب كتب الرجال ، ومنهم صاحب النقد التفريشي. ولم يتعرض لشئ مما ظنه صاحب الامل ، ونعم ما قال صاحب النقد من أن كتابه حسن الترتيب إلا أن فيه أغلاطا كثيرة ـ غفر الله له ـ فكتابه في الحقيقة ليس فيه شيء من الحسن زائدا على غيره ، بل هو دون غيره ، وليس فيه إلا حسن </w:t>
      </w:r>
    </w:p>
    <w:p w:rsidR="007849C6" w:rsidRDefault="007849C6" w:rsidP="00186E94">
      <w:pPr>
        <w:pStyle w:val="libNormal0"/>
        <w:rPr>
          <w:rtl/>
        </w:rPr>
      </w:pPr>
      <w:r>
        <w:rPr>
          <w:rtl/>
        </w:rPr>
        <w:br w:type="page"/>
      </w:r>
      <w:r>
        <w:rPr>
          <w:rtl/>
        </w:rPr>
        <w:lastRenderedPageBreak/>
        <w:t xml:space="preserve">الترتيب على حروف المعجم في الاسماء. وأسماء الآباد والاجداد ، فانه أول من سلك هذا المسلك من أصحابنا ، وتبعه من عبده إلى اليوم. وقال في أول كتابه : « وهذه لجة لم يسبقني أحد من أصحابنا ( رضوان الله عليهم ) إلى خوض غمرها. وقاعدة أنا أبو عذرها ». </w:t>
      </w:r>
    </w:p>
    <w:p w:rsidR="007849C6" w:rsidRDefault="007849C6" w:rsidP="00186E94">
      <w:pPr>
        <w:pStyle w:val="libNormal"/>
        <w:rPr>
          <w:rtl/>
        </w:rPr>
      </w:pPr>
      <w:r>
        <w:rPr>
          <w:rtl/>
        </w:rPr>
        <w:t xml:space="preserve">وهو كمال قال : والرجاليون منا ومن غيرنا وإن رتبوا كتبهم على حروف المعجم إلا أن ذلك الترتيب كان ناقصا. فهم يذكرون حسن قبل حسان. وحسن بن علي قبل حسن بن أحمد ، وهو أول من التفت ة لى هذا النقص وتداركه من أصحابنا. أما من غيرنا فلست أعلم أول من فعل ذلك ، وهذا يدل على جودة قريحته وحسن تفكيره. ثم هو أول من رمز إلى أسماء الكتب والرجال في كتب الرجال من أصحابنا وتبعه من بعده إلى اليوم طلبا لاختصار. ولكن قد يوقع في الاشتباه ويحتمل أن يكون بعض الاغلاط التي وقعت في كتابه. منشؤه ذلك ، فهو وإن أحسن في ذكل الترتيب وأتى بما لم يسبق إليه لكنه وقع في تلك الاغلاط بسبب قلة المراجعة وامعان النظر ، قال ذلك سيدنا المحسن الامين في الاعيان. </w:t>
      </w:r>
    </w:p>
    <w:p w:rsidR="007849C6" w:rsidRDefault="007849C6" w:rsidP="00186E94">
      <w:pPr>
        <w:pStyle w:val="libNormal"/>
        <w:rPr>
          <w:rtl/>
        </w:rPr>
      </w:pPr>
      <w:r>
        <w:rPr>
          <w:rtl/>
        </w:rPr>
        <w:t>واعتذر صاحب ( رياض العلماء ) عنه ( بان نقله من كتب الاصحاب ما ليس فيها لى سمما فيه طعن عليه إذ أكثر ذلك نشأ من اختلاف النسخ وزياد المولفين في كتبهم بعد اشتهاد بعض نسخها بدون تلك الزيادة كما يشاهد في مؤلفات معاصرينا أيضا ، ولا سيما كتب الرجال التي يزيد فيها مؤلفوها الاسامي والاحول يوما فيوما. ورأيت نظير ذلك في فهرست منتجب الدين ، وفهرست الشيخ الطوسي. ورجال النجاشي وغيرها ، حتى أني رأيت في بلدة ( ساري ) نسخة من خلاصة العلامة كتبها تلميذه في عصره وعليها خطه. وفيها اختلاف شديد مع النسخ المشهورة. بل لم يكن فيها كثير من الاسامي والاحوال المذكورة في</w:t>
      </w:r>
    </w:p>
    <w:p w:rsidR="007849C6" w:rsidRDefault="007849C6" w:rsidP="00186E94">
      <w:pPr>
        <w:pStyle w:val="libNormal0"/>
        <w:rPr>
          <w:rtl/>
        </w:rPr>
      </w:pPr>
      <w:r>
        <w:rPr>
          <w:rtl/>
        </w:rPr>
        <w:br w:type="page"/>
      </w:r>
      <w:r>
        <w:rPr>
          <w:rtl/>
        </w:rPr>
        <w:lastRenderedPageBreak/>
        <w:t xml:space="preserve">النسخ المتداولة ). </w:t>
      </w:r>
    </w:p>
    <w:p w:rsidR="007849C6" w:rsidRDefault="007849C6" w:rsidP="00186E94">
      <w:pPr>
        <w:pStyle w:val="libNormal"/>
        <w:rPr>
          <w:rtl/>
        </w:rPr>
      </w:pPr>
      <w:r>
        <w:rPr>
          <w:rtl/>
        </w:rPr>
        <w:t xml:space="preserve">واعترض سيدنا المحسن الامين </w:t>
      </w:r>
      <w:r w:rsidR="006B246D" w:rsidRPr="006B246D">
        <w:rPr>
          <w:rStyle w:val="libAlaemChar"/>
          <w:rFonts w:hint="cs"/>
          <w:rtl/>
        </w:rPr>
        <w:t>رحمه‌الله</w:t>
      </w:r>
      <w:r>
        <w:rPr>
          <w:rtl/>
        </w:rPr>
        <w:t xml:space="preserve"> على ما ذكره صاحب ( رياض العلماء ) بقوله : « الناظر في كتاب ابن داود يعلم أن منشأ تلك الاغلاط ليس هو اختلاف النسخ ، مع أن اختلاف النسخ ليس بالنسبة إلى ابن داود وحده فلماذا وقعت تلك الاغلاط الكثيرة في كتابه ولم تقع في كتب غيره ». </w:t>
      </w:r>
    </w:p>
    <w:p w:rsidR="007849C6" w:rsidRDefault="007849C6" w:rsidP="00186E94">
      <w:pPr>
        <w:pStyle w:val="libNormal"/>
        <w:rPr>
          <w:rtl/>
        </w:rPr>
      </w:pPr>
      <w:r>
        <w:rPr>
          <w:rtl/>
        </w:rPr>
        <w:t>وفي كتاب رجال سيدنا الحجة ( بحر العلوم ) نقلا عن كتاب إيجاز المقال في معرفة الرجال للشيخ فرج الله بن محمد بن درويش بن الحسين بن حماد بن أكبر الحويزي معاصر المحدث الحر العاملي ـ بعد ترجمة لصاحب الكتاب ـ قال : وقد طعن على كتابه بعض المتأخرين ـ يريد صاحب النقد التفريشي ـ ولعمري :</w:t>
      </w:r>
    </w:p>
    <w:tbl>
      <w:tblPr>
        <w:bidiVisual/>
        <w:tblW w:w="5000" w:type="pct"/>
        <w:tblLook w:val="01E0"/>
      </w:tblPr>
      <w:tblGrid>
        <w:gridCol w:w="3682"/>
        <w:gridCol w:w="225"/>
        <w:gridCol w:w="3680"/>
      </w:tblGrid>
      <w:tr w:rsidR="007849C6" w:rsidTr="00186E94">
        <w:tc>
          <w:tcPr>
            <w:tcW w:w="3625" w:type="dxa"/>
            <w:shd w:val="clear" w:color="auto" w:fill="auto"/>
          </w:tcPr>
          <w:p w:rsidR="007849C6" w:rsidRDefault="007849C6" w:rsidP="002C2B53">
            <w:pPr>
              <w:pStyle w:val="libPoem"/>
              <w:rPr>
                <w:rtl/>
              </w:rPr>
            </w:pPr>
            <w:r w:rsidRPr="00286AC0">
              <w:rPr>
                <w:rtl/>
              </w:rPr>
              <w:t>ما أنصف الصهباء من</w:t>
            </w:r>
            <w:r w:rsidRPr="002C2B53">
              <w:rPr>
                <w:rStyle w:val="libPoemTiniChar0"/>
                <w:rtl/>
              </w:rPr>
              <w:br/>
              <w:t> </w:t>
            </w:r>
          </w:p>
        </w:tc>
        <w:tc>
          <w:tcPr>
            <w:tcW w:w="57" w:type="dxa"/>
            <w:shd w:val="clear" w:color="auto" w:fill="auto"/>
          </w:tcPr>
          <w:p w:rsidR="007849C6" w:rsidRDefault="007849C6" w:rsidP="00186E94">
            <w:pPr>
              <w:rPr>
                <w:rtl/>
              </w:rPr>
            </w:pPr>
          </w:p>
        </w:tc>
        <w:tc>
          <w:tcPr>
            <w:tcW w:w="3624" w:type="dxa"/>
            <w:shd w:val="clear" w:color="auto" w:fill="auto"/>
          </w:tcPr>
          <w:p w:rsidR="007849C6" w:rsidRDefault="007849C6" w:rsidP="002C2B53">
            <w:pPr>
              <w:pStyle w:val="libPoem"/>
              <w:rPr>
                <w:rtl/>
              </w:rPr>
            </w:pPr>
            <w:r w:rsidRPr="00286AC0">
              <w:rPr>
                <w:rtl/>
              </w:rPr>
              <w:t>ضحكت إلى وقد عبس</w:t>
            </w:r>
            <w:r w:rsidRPr="002C2B53">
              <w:rPr>
                <w:rStyle w:val="libPoemTiniChar0"/>
                <w:rtl/>
              </w:rPr>
              <w:br/>
              <w:t>  </w:t>
            </w:r>
          </w:p>
        </w:tc>
      </w:tr>
    </w:tbl>
    <w:p w:rsidR="007849C6" w:rsidRDefault="007849C6" w:rsidP="00186E94">
      <w:pPr>
        <w:pStyle w:val="libNormal"/>
        <w:rPr>
          <w:rtl/>
        </w:rPr>
      </w:pPr>
      <w:r>
        <w:rPr>
          <w:rtl/>
        </w:rPr>
        <w:t xml:space="preserve">ثم قال السيد بحر العلوم </w:t>
      </w:r>
      <w:r w:rsidR="0006364F" w:rsidRPr="0006364F">
        <w:rPr>
          <w:rStyle w:val="libAlaemChar"/>
          <w:rFonts w:hint="cs"/>
          <w:rtl/>
        </w:rPr>
        <w:t>قدس‌سره</w:t>
      </w:r>
      <w:r>
        <w:rPr>
          <w:rtl/>
        </w:rPr>
        <w:t xml:space="preserve"> :</w:t>
      </w:r>
    </w:p>
    <w:tbl>
      <w:tblPr>
        <w:bidiVisual/>
        <w:tblW w:w="5000" w:type="pct"/>
        <w:tblLook w:val="01E0"/>
      </w:tblPr>
      <w:tblGrid>
        <w:gridCol w:w="3682"/>
        <w:gridCol w:w="225"/>
        <w:gridCol w:w="3680"/>
      </w:tblGrid>
      <w:tr w:rsidR="007849C6" w:rsidTr="00186E94">
        <w:tc>
          <w:tcPr>
            <w:tcW w:w="3625" w:type="dxa"/>
            <w:shd w:val="clear" w:color="auto" w:fill="auto"/>
          </w:tcPr>
          <w:p w:rsidR="007849C6" w:rsidRDefault="007849C6" w:rsidP="002C2B53">
            <w:pPr>
              <w:pStyle w:val="libPoem"/>
              <w:rPr>
                <w:rtl/>
              </w:rPr>
            </w:pPr>
            <w:r w:rsidRPr="00286AC0">
              <w:rPr>
                <w:rtl/>
              </w:rPr>
              <w:t>قد أنصف الصهباء من</w:t>
            </w:r>
            <w:r w:rsidRPr="002C2B53">
              <w:rPr>
                <w:rStyle w:val="libPoemTiniChar0"/>
                <w:rtl/>
              </w:rPr>
              <w:br/>
              <w:t> </w:t>
            </w:r>
          </w:p>
        </w:tc>
        <w:tc>
          <w:tcPr>
            <w:tcW w:w="57" w:type="dxa"/>
            <w:shd w:val="clear" w:color="auto" w:fill="auto"/>
          </w:tcPr>
          <w:p w:rsidR="007849C6" w:rsidRDefault="007849C6" w:rsidP="00186E94">
            <w:pPr>
              <w:rPr>
                <w:rtl/>
              </w:rPr>
            </w:pPr>
          </w:p>
        </w:tc>
        <w:tc>
          <w:tcPr>
            <w:tcW w:w="3624" w:type="dxa"/>
            <w:shd w:val="clear" w:color="auto" w:fill="auto"/>
          </w:tcPr>
          <w:p w:rsidR="007849C6" w:rsidRDefault="007849C6" w:rsidP="002C2B53">
            <w:pPr>
              <w:pStyle w:val="libPoem"/>
              <w:rPr>
                <w:rtl/>
              </w:rPr>
            </w:pPr>
            <w:r w:rsidRPr="00286AC0">
              <w:rPr>
                <w:rtl/>
              </w:rPr>
              <w:t>عنها يزيل ما التبس</w:t>
            </w:r>
            <w:r w:rsidRPr="002C2B53">
              <w:rPr>
                <w:rStyle w:val="libPoemTiniChar0"/>
                <w:rtl/>
              </w:rPr>
              <w:br/>
              <w:t>  </w:t>
            </w:r>
          </w:p>
        </w:tc>
      </w:tr>
    </w:tbl>
    <w:p w:rsidR="007849C6" w:rsidRDefault="007849C6" w:rsidP="00186E94">
      <w:pPr>
        <w:pStyle w:val="libNormal"/>
        <w:rPr>
          <w:rtl/>
        </w:rPr>
      </w:pPr>
      <w:r>
        <w:rPr>
          <w:rtl/>
        </w:rPr>
        <w:t xml:space="preserve">وقال العلامة المحدث النوري </w:t>
      </w:r>
      <w:r w:rsidR="006B246D" w:rsidRPr="006B246D">
        <w:rPr>
          <w:rStyle w:val="libAlaemChar"/>
          <w:rFonts w:hint="cs"/>
          <w:rtl/>
        </w:rPr>
        <w:t>رحمه‌الله</w:t>
      </w:r>
      <w:r>
        <w:rPr>
          <w:rtl/>
        </w:rPr>
        <w:t xml:space="preserve"> في خاتمة مستدرك الوسائل ( ص 442 ) : « إن الناس في هذا الكتاب بين غال ومفرط ومقتصد ( فمن الاول ) الشيخ حسين بن عبد الصمد ( والد البهائي ) فقال في كتاب درايته » وكتاب ابن داود في الرجال مغن لنا عن جميع ما صنف في هذا الفن ، وإنما اعتمادنا الآن في ذلك عليه ، ( ومن الثاني ) المولى عبدالله التستري فقال في شرحه على التهذيب ، في شرح سند الحديث الاول منه في جملة كلام له : « ولا يعتمد على ما ذكره ابن داود في باب محمد بن أورمة ، لان كتاب ابن داود لم أجده صالحا للاعتماد ، لما ظفرنا عليه من الخلل الكثير في النقل عن المتقدمين وفى نقد الرجال والتمييز بينهم ، ويظهر ذلك بادنى تتبع للمولود التي نقل </w:t>
      </w:r>
    </w:p>
    <w:p w:rsidR="007849C6" w:rsidRDefault="007849C6" w:rsidP="00186E94">
      <w:pPr>
        <w:pStyle w:val="libNormal0"/>
        <w:rPr>
          <w:rtl/>
        </w:rPr>
      </w:pPr>
      <w:r>
        <w:rPr>
          <w:rtl/>
        </w:rPr>
        <w:br w:type="page"/>
      </w:r>
      <w:r>
        <w:rPr>
          <w:rtl/>
        </w:rPr>
        <w:lastRenderedPageBreak/>
        <w:t xml:space="preserve">ما في كتابه منها ، « ( ومن الثالث ) جل الاصحاب فتراهم يسلكون بكتابه سلوكهم بنظائره ». </w:t>
      </w:r>
    </w:p>
    <w:p w:rsidR="007849C6" w:rsidRDefault="007849C6" w:rsidP="00186E94">
      <w:pPr>
        <w:pStyle w:val="libNormal"/>
        <w:rPr>
          <w:rtl/>
        </w:rPr>
      </w:pPr>
      <w:r>
        <w:rPr>
          <w:rtl/>
        </w:rPr>
        <w:t xml:space="preserve">قال سيدنا المحسن الامين ـ بعد أن نقل هذا الكلام ـ عن المحدث النوري : « قد عرفت أن أحسن ما وصف به هذا الكتاب هو كلام صاحب النقد ( أي السيد مصطفى التفريشي ) ومنه يعلم أن كلام صاحب إيجاز المقال جزاف من القول ، وكذا كلام والد البهائي فانه لا يغني عن غيره أصلا ، وأن كلام التستري ليس بعيدا عن الصواب. وصاحب النقد هو تلميذه ». </w:t>
      </w:r>
    </w:p>
    <w:p w:rsidR="007849C6" w:rsidRDefault="007849C6" w:rsidP="00186E94">
      <w:pPr>
        <w:pStyle w:val="libNormal"/>
        <w:rPr>
          <w:rtl/>
        </w:rPr>
      </w:pPr>
      <w:r>
        <w:rPr>
          <w:rtl/>
        </w:rPr>
        <w:t xml:space="preserve">وقال المولى أبو علي الحائري في ( منتهى المقال في الرجال ) ـ بعد أن ذكر كلام صاحب نقد الرجال من أن في كتاب رجال ابن داود أغلاطا كثيرة ، وكلام صاحب أمل الآمل من قوله : « وكأنه أشار إلى اعتراضه على العلامة وتعريضاته به ونحو ذلك » ما هذا نصه : « ليس الامر كما ذكره بل مراده </w:t>
      </w:r>
      <w:r w:rsidR="006B246D" w:rsidRPr="006B246D">
        <w:rPr>
          <w:rStyle w:val="libAlaemChar"/>
          <w:rFonts w:hint="cs"/>
          <w:rtl/>
        </w:rPr>
        <w:t>رحمه‌الله</w:t>
      </w:r>
      <w:r>
        <w:rPr>
          <w:rtl/>
        </w:rPr>
        <w:t xml:space="preserve"> ما في كتابه من الخبط وعدم الضبط فانك تراه كثيرا ما يقول : ( جش ) والذي ينبغي ( كش ) أو يقول : ( كش ) وهو ( جخ ) أو يقول : ( جخ ) وليس فيه منه أثر ، وربما يستنبط المدح بل الوثاقة مما لا رائحة منه فيه ، وربما يستنبط من مواضع آخر وينسبه إليها إلى غير ذلك ، ولعله خطه كان رديا. وكان كل ناسخ يكتب حسبما يفهمه منه ، ولم تعرض النسخة عليه فبقيت سقيمة ولم تصحح. وأما أعتراضاته وتعريضاته ( أي بالعلامة ) فهي في تراجم الكلمات لا غير ، وهو يصيب في جلها لم نقل في كلها كما يظهر من ( التوضيح ) ـ أي العلامة ـ وغيره ، فلا اعتراض عليه من جهتها ، ولا هي أغلاط. فافهم ». </w:t>
      </w:r>
    </w:p>
    <w:p w:rsidR="007849C6" w:rsidRDefault="007849C6" w:rsidP="00186E94">
      <w:pPr>
        <w:pStyle w:val="libNormal"/>
        <w:rPr>
          <w:rtl/>
        </w:rPr>
      </w:pPr>
      <w:r>
        <w:rPr>
          <w:rtl/>
        </w:rPr>
        <w:t xml:space="preserve">وما ذكره صاحب منتهى المقال من قوله : ( لعل خطه كان رديا ) لا يوافقه عليه أحد من أرباب المعاجم. فأن خط ابن داود كان حسنا </w:t>
      </w:r>
    </w:p>
    <w:p w:rsidR="007849C6" w:rsidRDefault="007849C6" w:rsidP="00186E94">
      <w:pPr>
        <w:pStyle w:val="libNormal0"/>
        <w:rPr>
          <w:rtl/>
        </w:rPr>
      </w:pPr>
      <w:r>
        <w:rPr>
          <w:rtl/>
        </w:rPr>
        <w:br w:type="page"/>
      </w:r>
      <w:r>
        <w:rPr>
          <w:rtl/>
        </w:rPr>
        <w:lastRenderedPageBreak/>
        <w:t xml:space="preserve">وغير رديء فأن صاحب ( رياض العلماء ) يقول في ترجمة ابن داود ما هذا نصه : « إني رأيت خطه الشريف ولا يخلو من جودة » ويحدثنا العلامة المحدث النوري في خاتمة مستدرك الوسائل بما نصه : « وعندي كتاب نقض العثمانية للسيد الاجل أحمد بن طاووس ، بخط هذا الشيخ وخطه كأسمه حسن جيد وقد قرئ عليه وتاريخ الكتابة سنة 665 ». ومثله قال الشيخ عباس القمي </w:t>
      </w:r>
      <w:r w:rsidR="006B246D" w:rsidRPr="006B246D">
        <w:rPr>
          <w:rStyle w:val="libAlaemChar"/>
          <w:rFonts w:hint="cs"/>
          <w:rtl/>
        </w:rPr>
        <w:t>رحمه‌الله</w:t>
      </w:r>
      <w:r>
        <w:rPr>
          <w:rtl/>
        </w:rPr>
        <w:t xml:space="preserve"> الفوائد الرضوية ( ص 109 ) عند ترجتمه لابن داود « رأيت كتاب نقض العثمانية ( يريد كتاب بناء المقالة العلوية في نقض الرسالة العثمانية للسيد الاجل أحمد ابن طاووس ) بخط هذا الشيخ ، وخطه كأسمه حسن ، وقد قرئ عليه ، وتاريخ كتابته سنة 665 ه‍ » كأنه يشير إلى النسخة التي نوهنا عنها سابقا والتي وهي في ( مكتبة دانشكاه بطهران ) والتي على ظهرها وآخرها قصائد بخطه الجيد لاستاذه ابن طاووس في أهل البيت </w:t>
      </w:r>
      <w:r w:rsidR="0006364F" w:rsidRPr="0006364F">
        <w:rPr>
          <w:rStyle w:val="libAlaemChar"/>
          <w:rFonts w:hint="cs"/>
          <w:rtl/>
        </w:rPr>
        <w:t>عليهم‌السلام</w:t>
      </w:r>
      <w:r>
        <w:rPr>
          <w:rtl/>
        </w:rPr>
        <w:t xml:space="preserve">. </w:t>
      </w:r>
    </w:p>
    <w:p w:rsidR="007849C6" w:rsidRDefault="007849C6" w:rsidP="00186E94">
      <w:pPr>
        <w:pStyle w:val="libNormal"/>
        <w:rPr>
          <w:rtl/>
        </w:rPr>
      </w:pPr>
      <w:r>
        <w:rPr>
          <w:rtl/>
        </w:rPr>
        <w:t xml:space="preserve">والذي يترجح في النظر أن تبدل رمز ( جش ) برمز ( كش ) وكذا بعض التغييرات جاء من اختلاف النسخ. فان ابن داود حين تأليفه للكتاب كانت عنده المصادر التي ينقل عنها في كتابه وقد نقل في اكثر التراجم عن الكتابين المذكورين نقلا صحيحا ومن المستبعد ان يغفل عن النقل الصحيح ويغير رمز ( جش ) إلى رمز ( كش ) وكذا بعض التغييرات ، والحق أن نسبة الخبط وعدم الضبط إليه كلية إجحاف بحقه ، ولاننكران فيه بعض الخبط منه. ونحن رجعنا إلى المصادق التي ينقل عنها صاحب الكتاب وأبدلنا رمز ( كش ) برمز ( جش ) في بعض الموارد التي جاء فيها الاشتباه ، كما أنا حققنا الكتاب تحقيقا دقيقا وصححناه بالرجوع إلى المصادر الصحيحة التي بايدينا. وعلقنا عليه بعض التعليقات المهمة. فجاءت هذه النسخة غاية في الصحة وتمتاز عن النسخة المطبوعة بمطبعة ( دانشكاه طهران سنة 1383 ه‍ ) ، والتي جاء فيها تحريفات </w:t>
      </w:r>
    </w:p>
    <w:p w:rsidR="007849C6" w:rsidRDefault="007849C6" w:rsidP="00186E94">
      <w:pPr>
        <w:pStyle w:val="libNormal0"/>
        <w:rPr>
          <w:rtl/>
        </w:rPr>
      </w:pPr>
      <w:r>
        <w:rPr>
          <w:rtl/>
        </w:rPr>
        <w:br w:type="page"/>
      </w:r>
      <w:r>
        <w:rPr>
          <w:rtl/>
        </w:rPr>
        <w:lastRenderedPageBreak/>
        <w:t xml:space="preserve">وتصحيفات كثيرة. </w:t>
      </w:r>
    </w:p>
    <w:p w:rsidR="007849C6" w:rsidRDefault="007849C6" w:rsidP="00186E94">
      <w:pPr>
        <w:pStyle w:val="libNormal"/>
        <w:rPr>
          <w:rtl/>
        </w:rPr>
      </w:pPr>
      <w:r>
        <w:rPr>
          <w:rtl/>
        </w:rPr>
        <w:t xml:space="preserve">ذكرنا ـ آنفا ـ أن ابن داود قد اكثر في رجاله من الايراد على العلامة في توضيح الالفاظ والانساب ، معبرا عنه في موارد عديدة ببعض الاصحاب ، حتى أنه كثيرا ما ينبه إلى الوهم والغلط. </w:t>
      </w:r>
    </w:p>
    <w:p w:rsidR="007849C6" w:rsidRDefault="007849C6" w:rsidP="00186E94">
      <w:pPr>
        <w:pStyle w:val="libNormal"/>
        <w:rPr>
          <w:rtl/>
        </w:rPr>
      </w:pPr>
      <w:r>
        <w:rPr>
          <w:rtl/>
        </w:rPr>
        <w:t xml:space="preserve">( فمن الاول ) : ما قاله في زر بن حبيش : « بالحاء والمهملة المضمومة والباء المفردة والياء المثناة من تحت والشين العجمة. ومن أصحابنا من صحفه بالسين المهملة. وهو وهم « ـ أنظر رجال العلامة ـ الخلاصة ـ ( ص 76 ) رقم </w:t>
      </w:r>
      <w:r w:rsidRPr="00186E94">
        <w:rPr>
          <w:rStyle w:val="libFootnotenumChar"/>
          <w:rtl/>
        </w:rPr>
        <w:t>(1)</w:t>
      </w:r>
      <w:r>
        <w:rPr>
          <w:rtl/>
        </w:rPr>
        <w:t xml:space="preserve"> طبع النجف الاشرف ، وقال في زريق بن مرزق ثقة وبعض أصحابنا إلتبس عليه حاله فتوهم انه ( رزيق ) بتقديم المهملة وأثبته في باب الراء » ـ أنظر رجال العلامة ( ص 73 ـ رقم 9 ). </w:t>
      </w:r>
    </w:p>
    <w:p w:rsidR="007849C6" w:rsidRDefault="007849C6" w:rsidP="00186E94">
      <w:pPr>
        <w:pStyle w:val="libNormal"/>
        <w:rPr>
          <w:rtl/>
        </w:rPr>
      </w:pPr>
      <w:r>
        <w:rPr>
          <w:rtl/>
        </w:rPr>
        <w:t xml:space="preserve">( ومن الثاني ) : ما ذكره في خالد بن نجيح الجوان « بالجيم والنون ، بياع الجون ، ، ورأيت في تصنيف بعض أصحابنا : خالد الحوار ، وهو غلط » ـ أنظر رجال العلامة ( ص 65 ـ رقم 4 ) وذكر في داود ابن أبي يزيد : « إسمه ( زنكان ) بالزاي والنون المفتوحتين ، أبو سليمان النيشابوري ، واشتبه إسم أبي يزيد على بعض أصحابنا فأثبته ( زنكار ) بالراء بعد الالف وهو غلط » ـ أنظر رجال العلامة ( ص 68 ـ رقم 4 ) ونحوها غيرها من المواضع المتعددة. </w:t>
      </w:r>
    </w:p>
    <w:p w:rsidR="007849C6" w:rsidRDefault="007849C6" w:rsidP="00186E94">
      <w:pPr>
        <w:pStyle w:val="libNormal"/>
        <w:rPr>
          <w:rtl/>
        </w:rPr>
      </w:pPr>
      <w:r>
        <w:rPr>
          <w:rtl/>
        </w:rPr>
        <w:t xml:space="preserve">ومن الغريب ما ذكره في داود بن فرقد من أنه « اشتبه على بعض الاصحاب اسم أبيه ، فقال : ( ابن مرقد ) بالميم ، وهو غلط » مع أن عبارة ( خلاصة العلامة ) المخطوطة والمطبوعة ( ص 68 ـ رقم 2 ) بالفاء ، بل صرح العلامة في ( إيضاح الاشتباه ) ـ ص 36 ـ طبع إيران « بفتح الفاء وإسكان الراء والقاف والدال المهملة ». </w:t>
      </w:r>
    </w:p>
    <w:p w:rsidR="007849C6" w:rsidRDefault="007849C6" w:rsidP="00186E94">
      <w:pPr>
        <w:pStyle w:val="libNormal"/>
        <w:rPr>
          <w:rtl/>
        </w:rPr>
      </w:pPr>
      <w:r>
        <w:rPr>
          <w:rtl/>
        </w:rPr>
        <w:t xml:space="preserve">كما أن من الغريب ذكره ( عبدالله بن شبرمة الكوفي ) في القسم الاول من كتابه الموضوع للموثقين ، مع أن الظاهر ـ كما صرح به في </w:t>
      </w:r>
    </w:p>
    <w:p w:rsidR="007849C6" w:rsidRDefault="007849C6" w:rsidP="00186E94">
      <w:pPr>
        <w:pStyle w:val="libNormal0"/>
        <w:rPr>
          <w:rtl/>
        </w:rPr>
      </w:pPr>
      <w:r>
        <w:rPr>
          <w:rtl/>
        </w:rPr>
        <w:br w:type="page"/>
      </w:r>
      <w:r>
        <w:rPr>
          <w:rtl/>
        </w:rPr>
        <w:lastRenderedPageBreak/>
        <w:t xml:space="preserve">منتهى المقال ـ أنه من العامة ، كما ذكره ابن حجر العسقلاني في ( تهذيب التهذيب ـ ج 5 ـ ص 250 ) طبع حيدر آباد دكن ، فقال : « .. وقال عبدالله بن داود عن الثوري : فهاؤنا ابن شبرمة وابن أبي ليلى ، وقال العجلي : كان قاضيا على السواد لابي جعفر ( أي المنصور الدوانيقي ) وكان الثوري إذا قيل له : من مفتيكم ؟ يقول : ابن أبي ليلى وابن شبرمة » ولد سنة 72 ه‍ ، وتوفي سنة 144 ه‍ كما قاله ابن حجر. </w:t>
      </w:r>
    </w:p>
    <w:p w:rsidR="007849C6" w:rsidRDefault="007849C6" w:rsidP="00186E94">
      <w:pPr>
        <w:pStyle w:val="libNormal"/>
        <w:rPr>
          <w:rtl/>
        </w:rPr>
      </w:pPr>
      <w:r>
        <w:rPr>
          <w:rtl/>
        </w:rPr>
        <w:t xml:space="preserve">ولقد أجاد العلامة الحلي </w:t>
      </w:r>
      <w:r w:rsidR="006B246D" w:rsidRPr="006B246D">
        <w:rPr>
          <w:rStyle w:val="libAlaemChar"/>
          <w:rFonts w:hint="cs"/>
          <w:rtl/>
        </w:rPr>
        <w:t>رحمه‌الله</w:t>
      </w:r>
      <w:r>
        <w:rPr>
          <w:rtl/>
        </w:rPr>
        <w:t xml:space="preserve"> حيث ذكره في القسم الثاني من الخلاصة ـ أنظر ( ص 236 ـ رقم 5 ). </w:t>
      </w:r>
    </w:p>
    <w:p w:rsidR="007849C6" w:rsidRDefault="007849C6" w:rsidP="00186E94">
      <w:pPr>
        <w:pStyle w:val="libNormal"/>
        <w:rPr>
          <w:rtl/>
        </w:rPr>
      </w:pPr>
      <w:r>
        <w:rPr>
          <w:rtl/>
        </w:rPr>
        <w:t xml:space="preserve">وعده الملجسي </w:t>
      </w:r>
      <w:r w:rsidR="006B246D" w:rsidRPr="006B246D">
        <w:rPr>
          <w:rStyle w:val="libAlaemChar"/>
          <w:rFonts w:hint="cs"/>
          <w:rtl/>
        </w:rPr>
        <w:t>رحمه‌الله</w:t>
      </w:r>
      <w:r>
        <w:rPr>
          <w:rtl/>
        </w:rPr>
        <w:t xml:space="preserve"> في الوجيزة ( ص 156 ) من الضعاف ، وكذا غيرهما من أصحابنا الامامية ، وأرباب المعاجم الرجالية. </w:t>
      </w:r>
    </w:p>
    <w:p w:rsidR="007849C6" w:rsidRDefault="007849C6" w:rsidP="00186E94">
      <w:pPr>
        <w:pStyle w:val="libNormal"/>
        <w:rPr>
          <w:rtl/>
        </w:rPr>
      </w:pPr>
      <w:r>
        <w:rPr>
          <w:rtl/>
        </w:rPr>
        <w:t xml:space="preserve">إن ابن داود في كتاب رجاله ـ هذا ـ له مسك خاص ، وذلك أنه إن رمز بحروف ( لم جخ ) أراد بذلك عد الشيخ الطوسي الرجل المترجم له في رجاله ممن لم يرو عن الائمة ( ع ) وإن رمز بحرفي ( لم ) فقط ، كان ذلك منه إشارة إلى خلو رجال النجاشي من نسبة الرواية عن الامام ( ع ) إلى الرجل ، فكل من لم ينسب النجاشي إليه الرواية عن إمام ( ع ) رمز له ابن داود بحرفي ( لم ) مجردا عن حرفي ( جخ ) وقد خفي ذلك على بعض أرباب المعاجم كالميرزا محمد الاسترابادي في ( منهج المقال ) والشيخ أبي علي الحائري في ( منتهى المقال ) وغيرهما ، وقد كثر منهم الاعتراض على ابن داود في موارد عديدة رمز فيها بحرفي ( لم ) مع خلو رجال الشيخ </w:t>
      </w:r>
      <w:r w:rsidR="006B246D" w:rsidRPr="006B246D">
        <w:rPr>
          <w:rStyle w:val="libAlaemChar"/>
          <w:rFonts w:hint="cs"/>
          <w:rtl/>
        </w:rPr>
        <w:t>رحمه‌الله</w:t>
      </w:r>
      <w:r>
        <w:rPr>
          <w:rtl/>
        </w:rPr>
        <w:t xml:space="preserve"> عن ذلك ، ولم يلتفتوا إلى أنه إذا رمز بحرفي ( لم ) مجردا عن حرفي ( جخ ) لم يرد أن الشيخ عده ممن لم يرو عنهم ( ع ) وإنما يريد ذلك حيث عقب حرفي ( لم ) بحرفي ( جخ ) فقال ( لم جخ ). </w:t>
      </w:r>
    </w:p>
    <w:p w:rsidR="007849C6" w:rsidRDefault="007849C6" w:rsidP="00186E94">
      <w:pPr>
        <w:pStyle w:val="libNormal"/>
        <w:rPr>
          <w:rtl/>
        </w:rPr>
      </w:pPr>
      <w:r>
        <w:rPr>
          <w:rtl/>
        </w:rPr>
        <w:br w:type="page"/>
      </w:r>
      <w:r>
        <w:rPr>
          <w:rtl/>
        </w:rPr>
        <w:lastRenderedPageBreak/>
        <w:t xml:space="preserve">ويؤيد ما ذكرناه ما أورده المحقق الميرداماد </w:t>
      </w:r>
      <w:r w:rsidR="006B246D" w:rsidRPr="006B246D">
        <w:rPr>
          <w:rStyle w:val="libAlaemChar"/>
          <w:rFonts w:hint="cs"/>
          <w:rtl/>
        </w:rPr>
        <w:t>رحمه‌الله</w:t>
      </w:r>
      <w:r>
        <w:rPr>
          <w:rtl/>
        </w:rPr>
        <w:t xml:space="preserve"> في الراشحة السابعة عشرة من كتابه ( الرواشح السماوية ) ـ طبع إيران سنة 1311 ه‍. فقال ما نصه : « إن الشيخ أبا العباس النجاشي قد علم من ديدنه الذي هو عليه في كتابه ، وعهد من سيرته التي قد التزمها فيه : أنه إذا كان لمن يذكره من الرجال رواية عن أحدهم ( ع ) فانه يورد ذلك في ترجمته أو في ترجمة رجل آخر غيره ، إما من طريق الحكم به أو على سبيل النقل عن نافل ، فمهما أهمل القول فيه فذلك آية أن الرجل عنده من طبقة من لم يرو عنهم ( ع ) وكذلك كل من فيه مطعن وغميزة فانه يلتزم ايراد ذلك البتة إما في ترجمة الرجل أو ذكره من دون ارداف ذلك بمدح أو ذم أصلا كان ذلك آية ان الرجل سالم عنده عن كل مغمز ومطعن فالشيخ تقي الدين بن داود حيث أنه يعلم هذا الاصطلاح فكلما رأى ترجمة رجل في كتاب النجاشي خالية عن نسبته إليهم ( ع ) بالرواية عن أحد منهم ( ع ) أورده في كتابه ، وقال ( لم جش ) وكلما رأى ذكر رجل في كتاب النجاشي مجردا عن إيراد غمز فيه أورده في قسم الممدوحين من كتابه مقتصرا على ذكره ، أو قائلا : [ جش ] ممدوح ، والقاصرون عن تعرف الاساليب والاصطلاحات كلما رأوا ذلك في كتابه اعترضوا عليه بان النجاشي لم يقل [ لم ] ولم يأت بمدح أو ذم ، بل ذكر الرجل وسكت عن الزائد عن أصل ذكره ، فإذا قد استبان لك أن من يذكره النجاشي من غير ذم ومدح يكون سليما عنده عن الطعن في مذهبه ، وعن القدح في روايته ، فيكون بحسب ذلك طريق الحديث من جهته قويا لا حسنا ولا موثقا ، وكذلك من اقتصر الحسن بن داود على مجرد ذكره في قسم الممدوحين من غير مدح وقدح يكون الطريق بحسبه قويا ». </w:t>
      </w:r>
    </w:p>
    <w:p w:rsidR="007849C6" w:rsidRDefault="007849C6" w:rsidP="00186E94">
      <w:pPr>
        <w:pStyle w:val="libNormal"/>
        <w:rPr>
          <w:rtl/>
        </w:rPr>
      </w:pPr>
      <w:r>
        <w:rPr>
          <w:rtl/>
        </w:rPr>
        <w:br w:type="page"/>
      </w:r>
      <w:r>
        <w:rPr>
          <w:rtl/>
        </w:rPr>
        <w:lastRenderedPageBreak/>
        <w:t xml:space="preserve">وله أيضا ملك آخر في كتابه ـ هذا ـ فانه كثيرا ما يلخص الترجمة من الكشي والنجاشي وفهرست الشيخ ورجاله ، ويزيد عليها ، بعض الجمل منه ، وربما يستقل بالترجمة وحده ، وهذا لا يخفى على من سبر كتابه بدقة ، وقد صرح بذلك في مقدمته. </w:t>
      </w:r>
    </w:p>
    <w:p w:rsidR="007849C6" w:rsidRDefault="007849C6" w:rsidP="00186E94">
      <w:pPr>
        <w:pStyle w:val="libNormal"/>
        <w:rPr>
          <w:rtl/>
        </w:rPr>
      </w:pPr>
      <w:r>
        <w:rPr>
          <w:rtl/>
        </w:rPr>
        <w:t xml:space="preserve">وذكر صاحب الكتاب في آخر القسم الاول بعنوان خاص جماعة قال النجاشي في كل منهم [ ثقة ثقة ] مرتين عدتهم أربعة وثلاثون رجلا ، مرتبين على حروف الهجاء ، وقد ذكرهم في أبوابهم من الكتاب. </w:t>
      </w:r>
    </w:p>
    <w:p w:rsidR="007849C6" w:rsidRDefault="007849C6" w:rsidP="00186E94">
      <w:pPr>
        <w:pStyle w:val="libNormal"/>
        <w:rPr>
          <w:rtl/>
        </w:rPr>
      </w:pPr>
      <w:r>
        <w:rPr>
          <w:rtl/>
        </w:rPr>
        <w:t xml:space="preserve">ثم قال : « وقد ذكر ابن الغضائري في كتابه خمسة رجال زيادة على ما قاله النجاشي كل منهم ثقة ثقة مرتين ، وهم : علي بن حسان الواسطي ، محمد بن قيس أبو نصر الاسدي ، محمد بن الحسن بن الوليد أبو جعفر ، محمد بن محمد بن رباط ، هشام بن سالم الجواليقي ». </w:t>
      </w:r>
    </w:p>
    <w:p w:rsidR="007849C6" w:rsidRDefault="007849C6" w:rsidP="00186E94">
      <w:pPr>
        <w:pStyle w:val="libNormal"/>
        <w:rPr>
          <w:rtl/>
        </w:rPr>
      </w:pPr>
      <w:r>
        <w:rPr>
          <w:rtl/>
        </w:rPr>
        <w:t xml:space="preserve">ولكن محمد بن الحسن بن الوليد أبا جعفر هو بعينه الذي ذكره في عدة النجاشي بعنون محمد بن الحسن بن أحمد بن الوليد نزيل قم ، ونسبه الغضائري إلى جده الثاني ، وهو متعارف. </w:t>
      </w:r>
    </w:p>
    <w:p w:rsidR="007849C6" w:rsidRDefault="007849C6" w:rsidP="00186E94">
      <w:pPr>
        <w:pStyle w:val="libNormal"/>
        <w:rPr>
          <w:rtl/>
        </w:rPr>
      </w:pPr>
      <w:r>
        <w:rPr>
          <w:rtl/>
        </w:rPr>
        <w:t xml:space="preserve">ثم ذكر خمسة فصول لا غنى للباحثين عنها ، كل فصل معنون بعنوان خاص. </w:t>
      </w:r>
    </w:p>
    <w:p w:rsidR="007849C6" w:rsidRDefault="007849C6" w:rsidP="00186E94">
      <w:pPr>
        <w:pStyle w:val="libNormal"/>
        <w:rPr>
          <w:rtl/>
        </w:rPr>
      </w:pPr>
      <w:r>
        <w:rPr>
          <w:rtl/>
        </w:rPr>
        <w:t xml:space="preserve">ثم ذكر في آخر القسم الثاني سبعة عشر فصلا لا يستغني عنها الباحثون كل فصل معنوان بعنوان خاص أيضا. </w:t>
      </w:r>
    </w:p>
    <w:p w:rsidR="007849C6" w:rsidRDefault="007849C6" w:rsidP="00186E94">
      <w:pPr>
        <w:pStyle w:val="libNormal"/>
        <w:rPr>
          <w:rtl/>
        </w:rPr>
      </w:pPr>
      <w:r>
        <w:rPr>
          <w:rtl/>
        </w:rPr>
        <w:t xml:space="preserve">ثم أورد تنبيهات تسعة يحتاج إليها الباحثون في علم الرجال. </w:t>
      </w:r>
    </w:p>
    <w:p w:rsidR="007849C6" w:rsidRDefault="007849C6" w:rsidP="00186E94">
      <w:pPr>
        <w:pStyle w:val="libBold2"/>
        <w:rPr>
          <w:rtl/>
        </w:rPr>
      </w:pPr>
      <w:r w:rsidRPr="00670C09">
        <w:rPr>
          <w:rtl/>
        </w:rPr>
        <w:t>شعره :</w:t>
      </w:r>
      <w:r>
        <w:rPr>
          <w:rtl/>
        </w:rPr>
        <w:t xml:space="preserve"> </w:t>
      </w:r>
    </w:p>
    <w:p w:rsidR="007849C6" w:rsidRDefault="007849C6" w:rsidP="00186E94">
      <w:pPr>
        <w:pStyle w:val="libNormal"/>
        <w:rPr>
          <w:rtl/>
        </w:rPr>
      </w:pPr>
      <w:r>
        <w:rPr>
          <w:rtl/>
        </w:rPr>
        <w:t xml:space="preserve">هو مكثر من نظم الاراجيز الشعرية في جملة من الفنون العلمية. وذلك إن دل على شيء فانما يدل على انه ذو قريحة في النظم جيدة ، </w:t>
      </w:r>
    </w:p>
    <w:p w:rsidR="007849C6" w:rsidRDefault="007849C6" w:rsidP="00186E94">
      <w:pPr>
        <w:pStyle w:val="libNormal0"/>
        <w:rPr>
          <w:rtl/>
        </w:rPr>
      </w:pPr>
      <w:r>
        <w:rPr>
          <w:rtl/>
        </w:rPr>
        <w:br w:type="page"/>
      </w:r>
      <w:r>
        <w:rPr>
          <w:rtl/>
        </w:rPr>
        <w:lastRenderedPageBreak/>
        <w:t>وملكة قوية فيه ، وقد ذكر هو في ترجمة نفسه وفي عداد مؤلفاته جملة منه ، كاللمعة في فقه الصلاة نظما ، وعقد الجواهر في الاشباه والنظائر نظما ، واللؤلؤة في خلاف أصحابنا نظما ، والرائض في الفرائض نظما. وعدة الناسك في قضاء المناسك نظما ، والدر الثمين في أصول الدين نظما ، والخريدة العذراء في العقيدة والغراء نظما ، والجوهرة في نظم التبصرة. أولها :</w:t>
      </w:r>
    </w:p>
    <w:tbl>
      <w:tblPr>
        <w:bidiVisual/>
        <w:tblW w:w="5000" w:type="pct"/>
        <w:tblLook w:val="01E0"/>
      </w:tblPr>
      <w:tblGrid>
        <w:gridCol w:w="3682"/>
        <w:gridCol w:w="225"/>
        <w:gridCol w:w="3680"/>
      </w:tblGrid>
      <w:tr w:rsidR="007849C6" w:rsidTr="00186E94">
        <w:tc>
          <w:tcPr>
            <w:tcW w:w="3625" w:type="dxa"/>
            <w:shd w:val="clear" w:color="auto" w:fill="auto"/>
          </w:tcPr>
          <w:p w:rsidR="007849C6" w:rsidRDefault="007849C6" w:rsidP="002C2B53">
            <w:pPr>
              <w:pStyle w:val="libPoem"/>
              <w:rPr>
                <w:rtl/>
              </w:rPr>
            </w:pPr>
            <w:r w:rsidRPr="00C21CC9">
              <w:rPr>
                <w:rtl/>
              </w:rPr>
              <w:t>الحمد لله الذي تقادما</w:t>
            </w:r>
            <w:r w:rsidRPr="002C2B53">
              <w:rPr>
                <w:rStyle w:val="libPoemTiniChar0"/>
                <w:rtl/>
              </w:rPr>
              <w:br/>
              <w:t> </w:t>
            </w:r>
          </w:p>
        </w:tc>
        <w:tc>
          <w:tcPr>
            <w:tcW w:w="57" w:type="dxa"/>
            <w:shd w:val="clear" w:color="auto" w:fill="auto"/>
          </w:tcPr>
          <w:p w:rsidR="007849C6" w:rsidRDefault="007849C6" w:rsidP="00186E94">
            <w:pPr>
              <w:rPr>
                <w:rtl/>
              </w:rPr>
            </w:pPr>
          </w:p>
        </w:tc>
        <w:tc>
          <w:tcPr>
            <w:tcW w:w="3624" w:type="dxa"/>
            <w:shd w:val="clear" w:color="auto" w:fill="auto"/>
          </w:tcPr>
          <w:p w:rsidR="007849C6" w:rsidRDefault="007849C6" w:rsidP="002C2B53">
            <w:pPr>
              <w:pStyle w:val="libPoem"/>
              <w:rPr>
                <w:rtl/>
              </w:rPr>
            </w:pPr>
            <w:r w:rsidRPr="00C21CC9">
              <w:rPr>
                <w:rtl/>
              </w:rPr>
              <w:t>سلطانه وشأنه معظما</w:t>
            </w:r>
            <w:r w:rsidRPr="002C2B53">
              <w:rPr>
                <w:rStyle w:val="libPoemTiniChar0"/>
                <w:rtl/>
              </w:rPr>
              <w:br/>
              <w:t>  </w:t>
            </w:r>
          </w:p>
        </w:tc>
      </w:tr>
    </w:tbl>
    <w:p w:rsidR="007849C6" w:rsidRDefault="007849C6" w:rsidP="00186E94">
      <w:pPr>
        <w:pStyle w:val="libNormal"/>
        <w:rPr>
          <w:rtl/>
        </w:rPr>
      </w:pPr>
      <w:r>
        <w:rPr>
          <w:rtl/>
        </w:rPr>
        <w:t xml:space="preserve">ومنظومة في </w:t>
      </w:r>
      <w:r w:rsidRPr="007E4D51">
        <w:rPr>
          <w:rtl/>
        </w:rPr>
        <w:t>الكلام في (108) بيتا أوردنا</w:t>
      </w:r>
      <w:r>
        <w:rPr>
          <w:rtl/>
        </w:rPr>
        <w:t xml:space="preserve"> شطرا منها عند ذكر مؤلفاته ، وله قصيدة يرثي بها الشيخ شمس الدين أبا محمد محفوظ بن وشاح بن محمد الاسدي المتوفى سنة 690 ه‍ ، بالحة ، ذكرها الشيخ الحر في أمل الآمل في ترجمة المؤلف ، قال فيها :</w:t>
      </w:r>
    </w:p>
    <w:tbl>
      <w:tblPr>
        <w:bidiVisual/>
        <w:tblW w:w="5000" w:type="pct"/>
        <w:tblLook w:val="01E0"/>
      </w:tblPr>
      <w:tblGrid>
        <w:gridCol w:w="3675"/>
        <w:gridCol w:w="239"/>
        <w:gridCol w:w="3673"/>
      </w:tblGrid>
      <w:tr w:rsidR="007849C6" w:rsidTr="00186E94">
        <w:tc>
          <w:tcPr>
            <w:tcW w:w="3675" w:type="dxa"/>
            <w:shd w:val="clear" w:color="auto" w:fill="auto"/>
          </w:tcPr>
          <w:p w:rsidR="007849C6" w:rsidRDefault="007849C6" w:rsidP="002C2B53">
            <w:pPr>
              <w:pStyle w:val="libPoem"/>
              <w:rPr>
                <w:rtl/>
              </w:rPr>
            </w:pPr>
            <w:r w:rsidRPr="00C27421">
              <w:rPr>
                <w:rtl/>
              </w:rPr>
              <w:t>لك الله أي بناء تداعى</w:t>
            </w:r>
            <w:r w:rsidRPr="002C2B53">
              <w:rPr>
                <w:rStyle w:val="libPoemTiniChar0"/>
                <w:rtl/>
              </w:rPr>
              <w:br/>
              <w:t> </w:t>
            </w:r>
          </w:p>
        </w:tc>
        <w:tc>
          <w:tcPr>
            <w:tcW w:w="239" w:type="dxa"/>
            <w:shd w:val="clear" w:color="auto" w:fill="auto"/>
          </w:tcPr>
          <w:p w:rsidR="007849C6" w:rsidRDefault="007849C6" w:rsidP="00186E94">
            <w:pPr>
              <w:rPr>
                <w:rtl/>
              </w:rPr>
            </w:pPr>
          </w:p>
        </w:tc>
        <w:tc>
          <w:tcPr>
            <w:tcW w:w="3673" w:type="dxa"/>
            <w:shd w:val="clear" w:color="auto" w:fill="auto"/>
          </w:tcPr>
          <w:p w:rsidR="007849C6" w:rsidRDefault="007849C6" w:rsidP="002C2B53">
            <w:pPr>
              <w:pStyle w:val="libPoem"/>
              <w:rPr>
                <w:rtl/>
              </w:rPr>
            </w:pPr>
            <w:r w:rsidRPr="00C27421">
              <w:rPr>
                <w:rtl/>
              </w:rPr>
              <w:t>وقد كان فوق النجوم ارتفاعا</w:t>
            </w:r>
            <w:r w:rsidRPr="002C2B53">
              <w:rPr>
                <w:rStyle w:val="libPoemTiniChar0"/>
                <w:rtl/>
              </w:rPr>
              <w:br/>
              <w:t>  </w:t>
            </w:r>
          </w:p>
        </w:tc>
      </w:tr>
      <w:tr w:rsidR="007849C6" w:rsidTr="00186E94">
        <w:tc>
          <w:tcPr>
            <w:tcW w:w="3675" w:type="dxa"/>
          </w:tcPr>
          <w:p w:rsidR="007849C6" w:rsidRDefault="007849C6" w:rsidP="002C2B53">
            <w:pPr>
              <w:pStyle w:val="libPoem"/>
              <w:rPr>
                <w:rtl/>
              </w:rPr>
            </w:pPr>
            <w:r w:rsidRPr="00C27421">
              <w:rPr>
                <w:rtl/>
              </w:rPr>
              <w:t>وأي علاء دعته الخطوب</w:t>
            </w:r>
            <w:r w:rsidRPr="002C2B53">
              <w:rPr>
                <w:rStyle w:val="libPoemTiniChar0"/>
                <w:rtl/>
              </w:rPr>
              <w:br/>
              <w:t> </w:t>
            </w:r>
          </w:p>
        </w:tc>
        <w:tc>
          <w:tcPr>
            <w:tcW w:w="239" w:type="dxa"/>
          </w:tcPr>
          <w:p w:rsidR="007849C6" w:rsidRDefault="007849C6" w:rsidP="00186E94">
            <w:pPr>
              <w:rPr>
                <w:rtl/>
              </w:rPr>
            </w:pPr>
          </w:p>
        </w:tc>
        <w:tc>
          <w:tcPr>
            <w:tcW w:w="3673" w:type="dxa"/>
          </w:tcPr>
          <w:p w:rsidR="007849C6" w:rsidRDefault="007849C6" w:rsidP="002C2B53">
            <w:pPr>
              <w:pStyle w:val="libPoem"/>
              <w:rPr>
                <w:rtl/>
              </w:rPr>
            </w:pPr>
            <w:r w:rsidRPr="00C27421">
              <w:rPr>
                <w:rtl/>
              </w:rPr>
              <w:t>فلبى ولولا الردى ما أطاعا</w:t>
            </w:r>
            <w:r w:rsidRPr="002C2B53">
              <w:rPr>
                <w:rStyle w:val="libPoemTiniChar0"/>
                <w:rtl/>
              </w:rPr>
              <w:br/>
              <w:t>  </w:t>
            </w:r>
          </w:p>
        </w:tc>
      </w:tr>
      <w:tr w:rsidR="007849C6" w:rsidTr="00186E94">
        <w:tc>
          <w:tcPr>
            <w:tcW w:w="3675" w:type="dxa"/>
          </w:tcPr>
          <w:p w:rsidR="007849C6" w:rsidRDefault="007849C6" w:rsidP="002C2B53">
            <w:pPr>
              <w:pStyle w:val="libPoem"/>
              <w:rPr>
                <w:rtl/>
              </w:rPr>
            </w:pPr>
            <w:r w:rsidRPr="00C27421">
              <w:rPr>
                <w:rtl/>
              </w:rPr>
              <w:t>وأي ضياء ثوى في الثرى</w:t>
            </w:r>
            <w:r w:rsidRPr="002C2B53">
              <w:rPr>
                <w:rStyle w:val="libPoemTiniChar0"/>
                <w:rtl/>
              </w:rPr>
              <w:br/>
              <w:t> </w:t>
            </w:r>
          </w:p>
        </w:tc>
        <w:tc>
          <w:tcPr>
            <w:tcW w:w="239" w:type="dxa"/>
          </w:tcPr>
          <w:p w:rsidR="007849C6" w:rsidRDefault="007849C6" w:rsidP="00186E94">
            <w:pPr>
              <w:rPr>
                <w:rtl/>
              </w:rPr>
            </w:pPr>
          </w:p>
        </w:tc>
        <w:tc>
          <w:tcPr>
            <w:tcW w:w="3673" w:type="dxa"/>
          </w:tcPr>
          <w:p w:rsidR="007849C6" w:rsidRDefault="007849C6" w:rsidP="002C2B53">
            <w:pPr>
              <w:pStyle w:val="libPoem"/>
              <w:rPr>
                <w:rtl/>
              </w:rPr>
            </w:pPr>
            <w:r w:rsidRPr="00C27421">
              <w:rPr>
                <w:rtl/>
              </w:rPr>
              <w:t>وقد كان يخفي النجوم التماعا</w:t>
            </w:r>
            <w:r w:rsidRPr="002C2B53">
              <w:rPr>
                <w:rStyle w:val="libPoemTiniChar0"/>
                <w:rtl/>
              </w:rPr>
              <w:br/>
              <w:t>  </w:t>
            </w:r>
          </w:p>
        </w:tc>
      </w:tr>
      <w:tr w:rsidR="007849C6" w:rsidTr="00186E94">
        <w:tc>
          <w:tcPr>
            <w:tcW w:w="3675" w:type="dxa"/>
          </w:tcPr>
          <w:p w:rsidR="007849C6" w:rsidRDefault="007849C6" w:rsidP="002C2B53">
            <w:pPr>
              <w:pStyle w:val="libPoem"/>
              <w:rPr>
                <w:rtl/>
              </w:rPr>
            </w:pPr>
            <w:r w:rsidRPr="00C27421">
              <w:rPr>
                <w:rtl/>
              </w:rPr>
              <w:t>لقد كان شمس الهدى كاسمه</w:t>
            </w:r>
            <w:r w:rsidRPr="002C2B53">
              <w:rPr>
                <w:rStyle w:val="libPoemTiniChar0"/>
                <w:rtl/>
              </w:rPr>
              <w:br/>
              <w:t> </w:t>
            </w:r>
          </w:p>
        </w:tc>
        <w:tc>
          <w:tcPr>
            <w:tcW w:w="239" w:type="dxa"/>
          </w:tcPr>
          <w:p w:rsidR="007849C6" w:rsidRDefault="007849C6" w:rsidP="00186E94">
            <w:pPr>
              <w:rPr>
                <w:rtl/>
              </w:rPr>
            </w:pPr>
          </w:p>
        </w:tc>
        <w:tc>
          <w:tcPr>
            <w:tcW w:w="3673" w:type="dxa"/>
          </w:tcPr>
          <w:p w:rsidR="007849C6" w:rsidRDefault="007849C6" w:rsidP="002C2B53">
            <w:pPr>
              <w:pStyle w:val="libPoem"/>
              <w:rPr>
                <w:rtl/>
              </w:rPr>
            </w:pPr>
            <w:r w:rsidRPr="00C27421">
              <w:rPr>
                <w:rtl/>
              </w:rPr>
              <w:t>فارخى الكسوف عليه قناعا</w:t>
            </w:r>
            <w:r w:rsidRPr="002C2B53">
              <w:rPr>
                <w:rStyle w:val="libPoemTiniChar0"/>
                <w:rtl/>
              </w:rPr>
              <w:br/>
              <w:t>  </w:t>
            </w:r>
          </w:p>
        </w:tc>
      </w:tr>
      <w:tr w:rsidR="007849C6" w:rsidTr="00186E94">
        <w:tc>
          <w:tcPr>
            <w:tcW w:w="3675" w:type="dxa"/>
          </w:tcPr>
          <w:p w:rsidR="007849C6" w:rsidRDefault="007849C6" w:rsidP="002C2B53">
            <w:pPr>
              <w:pStyle w:val="libPoem"/>
              <w:rPr>
                <w:rtl/>
              </w:rPr>
            </w:pPr>
            <w:r w:rsidRPr="00C27421">
              <w:rPr>
                <w:rtl/>
              </w:rPr>
              <w:t>فوا أسفا أين ذاك اللسان</w:t>
            </w:r>
            <w:r w:rsidRPr="002C2B53">
              <w:rPr>
                <w:rStyle w:val="libPoemTiniChar0"/>
                <w:rtl/>
              </w:rPr>
              <w:br/>
              <w:t> </w:t>
            </w:r>
          </w:p>
        </w:tc>
        <w:tc>
          <w:tcPr>
            <w:tcW w:w="239" w:type="dxa"/>
          </w:tcPr>
          <w:p w:rsidR="007849C6" w:rsidRDefault="007849C6" w:rsidP="00186E94">
            <w:pPr>
              <w:rPr>
                <w:rtl/>
              </w:rPr>
            </w:pPr>
          </w:p>
        </w:tc>
        <w:tc>
          <w:tcPr>
            <w:tcW w:w="3673" w:type="dxa"/>
          </w:tcPr>
          <w:p w:rsidR="007849C6" w:rsidRDefault="007849C6" w:rsidP="002C2B53">
            <w:pPr>
              <w:pStyle w:val="libPoem"/>
              <w:rPr>
                <w:rtl/>
              </w:rPr>
            </w:pPr>
            <w:r w:rsidRPr="00C27421">
              <w:rPr>
                <w:rtl/>
              </w:rPr>
              <w:t>إذا رام معنى أجاب اتباعا</w:t>
            </w:r>
            <w:r w:rsidRPr="002C2B53">
              <w:rPr>
                <w:rStyle w:val="libPoemTiniChar0"/>
                <w:rtl/>
              </w:rPr>
              <w:br/>
              <w:t>  </w:t>
            </w:r>
          </w:p>
        </w:tc>
      </w:tr>
      <w:tr w:rsidR="007849C6" w:rsidTr="00186E94">
        <w:tc>
          <w:tcPr>
            <w:tcW w:w="3675" w:type="dxa"/>
          </w:tcPr>
          <w:p w:rsidR="007849C6" w:rsidRDefault="007849C6" w:rsidP="002C2B53">
            <w:pPr>
              <w:pStyle w:val="libPoem"/>
              <w:rPr>
                <w:rtl/>
              </w:rPr>
            </w:pPr>
            <w:r w:rsidRPr="00C27421">
              <w:rPr>
                <w:rtl/>
              </w:rPr>
              <w:t>وتلك البحوث التي ما تمل</w:t>
            </w:r>
            <w:r w:rsidRPr="002C2B53">
              <w:rPr>
                <w:rStyle w:val="libPoemTiniChar0"/>
                <w:rtl/>
              </w:rPr>
              <w:br/>
              <w:t> </w:t>
            </w:r>
          </w:p>
        </w:tc>
        <w:tc>
          <w:tcPr>
            <w:tcW w:w="239" w:type="dxa"/>
          </w:tcPr>
          <w:p w:rsidR="007849C6" w:rsidRDefault="007849C6" w:rsidP="00186E94">
            <w:pPr>
              <w:rPr>
                <w:rtl/>
              </w:rPr>
            </w:pPr>
          </w:p>
        </w:tc>
        <w:tc>
          <w:tcPr>
            <w:tcW w:w="3673" w:type="dxa"/>
          </w:tcPr>
          <w:p w:rsidR="007849C6" w:rsidRDefault="007849C6" w:rsidP="002C2B53">
            <w:pPr>
              <w:pStyle w:val="libPoem"/>
              <w:rPr>
                <w:rtl/>
              </w:rPr>
            </w:pPr>
            <w:r w:rsidRPr="00C27421">
              <w:rPr>
                <w:rtl/>
              </w:rPr>
              <w:t>إذا مل صاحب بحث سماعا</w:t>
            </w:r>
            <w:r w:rsidRPr="002C2B53">
              <w:rPr>
                <w:rStyle w:val="libPoemTiniChar0"/>
                <w:rtl/>
              </w:rPr>
              <w:br/>
              <w:t>  </w:t>
            </w:r>
          </w:p>
        </w:tc>
      </w:tr>
      <w:tr w:rsidR="007849C6" w:rsidTr="00186E94">
        <w:tc>
          <w:tcPr>
            <w:tcW w:w="3675" w:type="dxa"/>
          </w:tcPr>
          <w:p w:rsidR="007849C6" w:rsidRDefault="007849C6" w:rsidP="002C2B53">
            <w:pPr>
              <w:pStyle w:val="libPoem"/>
              <w:rPr>
                <w:rtl/>
              </w:rPr>
            </w:pPr>
            <w:r w:rsidRPr="00C27421">
              <w:rPr>
                <w:rtl/>
              </w:rPr>
              <w:t>فمن ذا يجيب سؤال الوفود</w:t>
            </w:r>
            <w:r w:rsidRPr="002C2B53">
              <w:rPr>
                <w:rStyle w:val="libPoemTiniChar0"/>
                <w:rtl/>
              </w:rPr>
              <w:br/>
              <w:t> </w:t>
            </w:r>
          </w:p>
        </w:tc>
        <w:tc>
          <w:tcPr>
            <w:tcW w:w="239" w:type="dxa"/>
          </w:tcPr>
          <w:p w:rsidR="007849C6" w:rsidRDefault="007849C6" w:rsidP="00186E94">
            <w:pPr>
              <w:rPr>
                <w:rtl/>
              </w:rPr>
            </w:pPr>
          </w:p>
        </w:tc>
        <w:tc>
          <w:tcPr>
            <w:tcW w:w="3673" w:type="dxa"/>
          </w:tcPr>
          <w:p w:rsidR="007849C6" w:rsidRDefault="007849C6" w:rsidP="002C2B53">
            <w:pPr>
              <w:pStyle w:val="libPoem"/>
              <w:rPr>
                <w:rtl/>
              </w:rPr>
            </w:pPr>
            <w:r w:rsidRPr="00C27421">
              <w:rPr>
                <w:rtl/>
              </w:rPr>
              <w:t>إذا عرضوا أو تعاطوا نزاعا</w:t>
            </w:r>
            <w:r w:rsidRPr="002C2B53">
              <w:rPr>
                <w:rStyle w:val="libPoemTiniChar0"/>
                <w:rtl/>
              </w:rPr>
              <w:br/>
              <w:t>  </w:t>
            </w:r>
          </w:p>
        </w:tc>
      </w:tr>
      <w:tr w:rsidR="007849C6" w:rsidTr="00186E94">
        <w:tc>
          <w:tcPr>
            <w:tcW w:w="3675" w:type="dxa"/>
          </w:tcPr>
          <w:p w:rsidR="007849C6" w:rsidRDefault="007849C6" w:rsidP="002C2B53">
            <w:pPr>
              <w:pStyle w:val="libPoem"/>
              <w:rPr>
                <w:rtl/>
              </w:rPr>
            </w:pPr>
            <w:r w:rsidRPr="00C27421">
              <w:rPr>
                <w:rtl/>
              </w:rPr>
              <w:t>ومن لليتامى ولابن السبيل</w:t>
            </w:r>
            <w:r w:rsidRPr="002C2B53">
              <w:rPr>
                <w:rStyle w:val="libPoemTiniChar0"/>
                <w:rtl/>
              </w:rPr>
              <w:br/>
              <w:t> </w:t>
            </w:r>
          </w:p>
        </w:tc>
        <w:tc>
          <w:tcPr>
            <w:tcW w:w="239" w:type="dxa"/>
          </w:tcPr>
          <w:p w:rsidR="007849C6" w:rsidRDefault="007849C6" w:rsidP="00186E94">
            <w:pPr>
              <w:rPr>
                <w:rtl/>
              </w:rPr>
            </w:pPr>
          </w:p>
        </w:tc>
        <w:tc>
          <w:tcPr>
            <w:tcW w:w="3673" w:type="dxa"/>
          </w:tcPr>
          <w:p w:rsidR="007849C6" w:rsidRDefault="007849C6" w:rsidP="002C2B53">
            <w:pPr>
              <w:pStyle w:val="libPoem"/>
              <w:rPr>
                <w:rtl/>
              </w:rPr>
            </w:pPr>
            <w:r w:rsidRPr="00C27421">
              <w:rPr>
                <w:rtl/>
              </w:rPr>
              <w:t>إذا قصدوه عراة جياعا</w:t>
            </w:r>
            <w:r w:rsidRPr="002C2B53">
              <w:rPr>
                <w:rStyle w:val="libPoemTiniChar0"/>
                <w:rtl/>
              </w:rPr>
              <w:br/>
              <w:t>  </w:t>
            </w:r>
          </w:p>
        </w:tc>
      </w:tr>
      <w:tr w:rsidR="007849C6" w:rsidTr="00186E94">
        <w:tc>
          <w:tcPr>
            <w:tcW w:w="3675" w:type="dxa"/>
          </w:tcPr>
          <w:p w:rsidR="007849C6" w:rsidRDefault="007849C6" w:rsidP="002C2B53">
            <w:pPr>
              <w:pStyle w:val="libPoem"/>
              <w:rPr>
                <w:rtl/>
              </w:rPr>
            </w:pPr>
            <w:r w:rsidRPr="00C27421">
              <w:rPr>
                <w:rtl/>
              </w:rPr>
              <w:t>ومن للوفاء وحفظ الاخاء</w:t>
            </w:r>
            <w:r w:rsidRPr="002C2B53">
              <w:rPr>
                <w:rStyle w:val="libPoemTiniChar0"/>
                <w:rtl/>
              </w:rPr>
              <w:br/>
              <w:t> </w:t>
            </w:r>
          </w:p>
        </w:tc>
        <w:tc>
          <w:tcPr>
            <w:tcW w:w="239" w:type="dxa"/>
          </w:tcPr>
          <w:p w:rsidR="007849C6" w:rsidRDefault="007849C6" w:rsidP="00186E94">
            <w:pPr>
              <w:rPr>
                <w:rtl/>
              </w:rPr>
            </w:pPr>
          </w:p>
        </w:tc>
        <w:tc>
          <w:tcPr>
            <w:tcW w:w="3673" w:type="dxa"/>
          </w:tcPr>
          <w:p w:rsidR="007849C6" w:rsidRDefault="007849C6" w:rsidP="002C2B53">
            <w:pPr>
              <w:pStyle w:val="libPoem"/>
              <w:rPr>
                <w:rtl/>
              </w:rPr>
            </w:pPr>
            <w:r w:rsidRPr="00C27421">
              <w:rPr>
                <w:rtl/>
              </w:rPr>
              <w:t>ورعي العهود إذا الغدر شاعا</w:t>
            </w:r>
            <w:r w:rsidRPr="002C2B53">
              <w:rPr>
                <w:rStyle w:val="libPoemTiniChar0"/>
                <w:rtl/>
              </w:rPr>
              <w:br/>
              <w:t>  </w:t>
            </w:r>
          </w:p>
        </w:tc>
      </w:tr>
      <w:tr w:rsidR="007849C6" w:rsidTr="00186E94">
        <w:tc>
          <w:tcPr>
            <w:tcW w:w="3675" w:type="dxa"/>
          </w:tcPr>
          <w:p w:rsidR="007849C6" w:rsidRDefault="007849C6" w:rsidP="002C2B53">
            <w:pPr>
              <w:pStyle w:val="libPoem"/>
              <w:rPr>
                <w:rtl/>
              </w:rPr>
            </w:pPr>
            <w:r w:rsidRPr="00C27421">
              <w:rPr>
                <w:rtl/>
              </w:rPr>
              <w:t>سقى الله مضجعه رحمة</w:t>
            </w:r>
            <w:r w:rsidRPr="002C2B53">
              <w:rPr>
                <w:rStyle w:val="libPoemTiniChar0"/>
                <w:rtl/>
              </w:rPr>
              <w:br/>
              <w:t> </w:t>
            </w:r>
          </w:p>
        </w:tc>
        <w:tc>
          <w:tcPr>
            <w:tcW w:w="239" w:type="dxa"/>
          </w:tcPr>
          <w:p w:rsidR="007849C6" w:rsidRDefault="007849C6" w:rsidP="00186E94">
            <w:pPr>
              <w:rPr>
                <w:rtl/>
              </w:rPr>
            </w:pPr>
          </w:p>
        </w:tc>
        <w:tc>
          <w:tcPr>
            <w:tcW w:w="3673" w:type="dxa"/>
          </w:tcPr>
          <w:p w:rsidR="007849C6" w:rsidRDefault="007849C6" w:rsidP="002C2B53">
            <w:pPr>
              <w:pStyle w:val="libPoem"/>
              <w:rPr>
                <w:rtl/>
              </w:rPr>
            </w:pPr>
            <w:r w:rsidRPr="00C27421">
              <w:rPr>
                <w:rtl/>
              </w:rPr>
              <w:t>تروي ثراه وتأبى انقطاعا</w:t>
            </w:r>
            <w:r w:rsidRPr="002C2B53">
              <w:rPr>
                <w:rStyle w:val="libPoemTiniChar0"/>
                <w:rtl/>
              </w:rPr>
              <w:br/>
              <w:t>  </w:t>
            </w:r>
          </w:p>
        </w:tc>
      </w:tr>
    </w:tbl>
    <w:p w:rsidR="007849C6" w:rsidRDefault="007849C6" w:rsidP="00186E94">
      <w:pPr>
        <w:pStyle w:val="libNormal"/>
        <w:rPr>
          <w:rtl/>
        </w:rPr>
      </w:pPr>
      <w:r>
        <w:rPr>
          <w:rtl/>
        </w:rPr>
        <w:t>وله من قصيدة في يوم الغدير ، ذكرها صاحب ( الحجج القوية في إثبات الوصية ):</w:t>
      </w:r>
    </w:p>
    <w:tbl>
      <w:tblPr>
        <w:bidiVisual/>
        <w:tblW w:w="5000" w:type="pct"/>
        <w:tblLook w:val="01E0"/>
      </w:tblPr>
      <w:tblGrid>
        <w:gridCol w:w="3682"/>
        <w:gridCol w:w="225"/>
        <w:gridCol w:w="3680"/>
      </w:tblGrid>
      <w:tr w:rsidR="007849C6" w:rsidTr="00186E94">
        <w:tc>
          <w:tcPr>
            <w:tcW w:w="3625" w:type="dxa"/>
            <w:shd w:val="clear" w:color="auto" w:fill="auto"/>
          </w:tcPr>
          <w:p w:rsidR="007849C6" w:rsidRDefault="007849C6" w:rsidP="002C2B53">
            <w:pPr>
              <w:pStyle w:val="libPoem"/>
              <w:rPr>
                <w:rtl/>
              </w:rPr>
            </w:pPr>
            <w:r w:rsidRPr="008C7BFC">
              <w:rPr>
                <w:rtl/>
              </w:rPr>
              <w:t>أفما نظرت إلى كلام محمد</w:t>
            </w:r>
            <w:r w:rsidRPr="002C2B53">
              <w:rPr>
                <w:rStyle w:val="libPoemTiniChar0"/>
                <w:rtl/>
              </w:rPr>
              <w:br/>
              <w:t> </w:t>
            </w:r>
          </w:p>
        </w:tc>
        <w:tc>
          <w:tcPr>
            <w:tcW w:w="57" w:type="dxa"/>
            <w:shd w:val="clear" w:color="auto" w:fill="auto"/>
          </w:tcPr>
          <w:p w:rsidR="007849C6" w:rsidRDefault="007849C6" w:rsidP="00186E94">
            <w:pPr>
              <w:rPr>
                <w:rtl/>
              </w:rPr>
            </w:pPr>
          </w:p>
        </w:tc>
        <w:tc>
          <w:tcPr>
            <w:tcW w:w="3624" w:type="dxa"/>
            <w:shd w:val="clear" w:color="auto" w:fill="auto"/>
          </w:tcPr>
          <w:p w:rsidR="007849C6" w:rsidRDefault="007849C6" w:rsidP="002C2B53">
            <w:pPr>
              <w:pStyle w:val="libPoem"/>
              <w:rPr>
                <w:rtl/>
              </w:rPr>
            </w:pPr>
            <w:r w:rsidRPr="008C7BFC">
              <w:rPr>
                <w:rtl/>
              </w:rPr>
              <w:t>يوم الغدير وقد أقيم المحمل</w:t>
            </w:r>
            <w:r w:rsidRPr="002C2B53">
              <w:rPr>
                <w:rStyle w:val="libPoemTiniChar0"/>
                <w:rtl/>
              </w:rPr>
              <w:br/>
              <w:t>  </w:t>
            </w:r>
          </w:p>
        </w:tc>
      </w:tr>
    </w:tbl>
    <w:p w:rsidR="007849C6" w:rsidRDefault="007849C6" w:rsidP="00186E94">
      <w:pPr>
        <w:pStyle w:val="libNormal0"/>
        <w:rPr>
          <w:rtl/>
        </w:rPr>
      </w:pPr>
      <w:r>
        <w:rPr>
          <w:rtl/>
        </w:rPr>
        <w:br w:type="page"/>
      </w:r>
    </w:p>
    <w:tbl>
      <w:tblPr>
        <w:bidiVisual/>
        <w:tblW w:w="5000" w:type="pct"/>
        <w:tblLook w:val="01E0"/>
      </w:tblPr>
      <w:tblGrid>
        <w:gridCol w:w="3675"/>
        <w:gridCol w:w="239"/>
        <w:gridCol w:w="3673"/>
      </w:tblGrid>
      <w:tr w:rsidR="007849C6" w:rsidTr="00186E94">
        <w:tc>
          <w:tcPr>
            <w:tcW w:w="3675" w:type="dxa"/>
            <w:shd w:val="clear" w:color="auto" w:fill="auto"/>
          </w:tcPr>
          <w:p w:rsidR="007849C6" w:rsidRDefault="007849C6" w:rsidP="002C2B53">
            <w:pPr>
              <w:pStyle w:val="libPoem"/>
              <w:rPr>
                <w:rtl/>
              </w:rPr>
            </w:pPr>
            <w:r w:rsidRPr="008C7BFC">
              <w:rPr>
                <w:rtl/>
              </w:rPr>
              <w:lastRenderedPageBreak/>
              <w:t>من كنت مولاه فهذا حيدر</w:t>
            </w:r>
            <w:r w:rsidRPr="002C2B53">
              <w:rPr>
                <w:rStyle w:val="libPoemTiniChar0"/>
                <w:rtl/>
              </w:rPr>
              <w:br/>
              <w:t> </w:t>
            </w:r>
          </w:p>
        </w:tc>
        <w:tc>
          <w:tcPr>
            <w:tcW w:w="239" w:type="dxa"/>
            <w:shd w:val="clear" w:color="auto" w:fill="auto"/>
          </w:tcPr>
          <w:p w:rsidR="007849C6" w:rsidRDefault="007849C6" w:rsidP="00186E94">
            <w:pPr>
              <w:rPr>
                <w:rtl/>
              </w:rPr>
            </w:pPr>
          </w:p>
        </w:tc>
        <w:tc>
          <w:tcPr>
            <w:tcW w:w="3673" w:type="dxa"/>
            <w:shd w:val="clear" w:color="auto" w:fill="auto"/>
          </w:tcPr>
          <w:p w:rsidR="007849C6" w:rsidRDefault="007849C6" w:rsidP="002C2B53">
            <w:pPr>
              <w:pStyle w:val="libPoem"/>
              <w:rPr>
                <w:rtl/>
              </w:rPr>
            </w:pPr>
            <w:r w:rsidRPr="008C7BFC">
              <w:rPr>
                <w:rtl/>
              </w:rPr>
              <w:t>مولاه لا يرتاب فيه محصل</w:t>
            </w:r>
            <w:r w:rsidRPr="002C2B53">
              <w:rPr>
                <w:rStyle w:val="libPoemTiniChar0"/>
                <w:rtl/>
              </w:rPr>
              <w:br/>
              <w:t>  </w:t>
            </w:r>
          </w:p>
        </w:tc>
      </w:tr>
      <w:tr w:rsidR="007849C6" w:rsidTr="00186E94">
        <w:tc>
          <w:tcPr>
            <w:tcW w:w="3675" w:type="dxa"/>
          </w:tcPr>
          <w:p w:rsidR="007849C6" w:rsidRDefault="007849C6" w:rsidP="002C2B53">
            <w:pPr>
              <w:pStyle w:val="libPoem"/>
              <w:rPr>
                <w:rtl/>
              </w:rPr>
            </w:pPr>
            <w:r w:rsidRPr="008C7BFC">
              <w:rPr>
                <w:rtl/>
              </w:rPr>
              <w:t>نص النبي عليه نصا ظاهرا</w:t>
            </w:r>
            <w:r w:rsidRPr="002C2B53">
              <w:rPr>
                <w:rStyle w:val="libPoemTiniChar0"/>
                <w:rtl/>
              </w:rPr>
              <w:br/>
              <w:t> </w:t>
            </w:r>
          </w:p>
        </w:tc>
        <w:tc>
          <w:tcPr>
            <w:tcW w:w="239" w:type="dxa"/>
          </w:tcPr>
          <w:p w:rsidR="007849C6" w:rsidRDefault="007849C6" w:rsidP="00186E94">
            <w:pPr>
              <w:rPr>
                <w:rtl/>
              </w:rPr>
            </w:pPr>
          </w:p>
        </w:tc>
        <w:tc>
          <w:tcPr>
            <w:tcW w:w="3673" w:type="dxa"/>
          </w:tcPr>
          <w:p w:rsidR="007849C6" w:rsidRDefault="007849C6" w:rsidP="002C2B53">
            <w:pPr>
              <w:pStyle w:val="libPoem"/>
              <w:rPr>
                <w:rtl/>
              </w:rPr>
            </w:pPr>
            <w:r w:rsidRPr="008C7BFC">
              <w:rPr>
                <w:rtl/>
              </w:rPr>
              <w:t>بخلافة غراء لا تتأول</w:t>
            </w:r>
            <w:r w:rsidRPr="002C2B53">
              <w:rPr>
                <w:rStyle w:val="libPoemTiniChar0"/>
                <w:rtl/>
              </w:rPr>
              <w:br/>
              <w:t>  </w:t>
            </w:r>
          </w:p>
        </w:tc>
      </w:tr>
    </w:tbl>
    <w:p w:rsidR="007849C6" w:rsidRDefault="007849C6" w:rsidP="00186E94">
      <w:pPr>
        <w:pStyle w:val="libNormal"/>
        <w:rPr>
          <w:rtl/>
        </w:rPr>
      </w:pPr>
      <w:r>
        <w:rPr>
          <w:rtl/>
        </w:rPr>
        <w:t xml:space="preserve">ولم يذكر أصحاب المعاجم له شعرا أكثر من ذلك ، كما لم نظفر على بقية القصيدة التي ذكر منها ثلاثة أبيات صاحب الحجج القوية. </w:t>
      </w:r>
    </w:p>
    <w:p w:rsidR="007849C6" w:rsidRDefault="007849C6" w:rsidP="00186E94">
      <w:pPr>
        <w:pStyle w:val="libBold2"/>
        <w:rPr>
          <w:rtl/>
        </w:rPr>
      </w:pPr>
      <w:r w:rsidRPr="00670C09">
        <w:rPr>
          <w:rtl/>
        </w:rPr>
        <w:t>وفاته :</w:t>
      </w:r>
      <w:r>
        <w:rPr>
          <w:rtl/>
        </w:rPr>
        <w:t xml:space="preserve"> </w:t>
      </w:r>
    </w:p>
    <w:p w:rsidR="007849C6" w:rsidRDefault="007849C6" w:rsidP="00186E94">
      <w:pPr>
        <w:pStyle w:val="libNormal"/>
        <w:rPr>
          <w:rtl/>
        </w:rPr>
      </w:pPr>
      <w:r>
        <w:rPr>
          <w:rtl/>
        </w:rPr>
        <w:t xml:space="preserve">لم يضبط تاريخ وفاته ، ومحلها وموضع دفنه إلا انه كان حيا سنة 693 كما عرفت من ذكره لوفاة السيد عبد الكريم ابن طاووس في رجاله وأنها كانت في شوال 693 ه‍ ، وذكر شيخنا الحجة المغفور له الشيخ آغا بزرك الطهراني </w:t>
      </w:r>
      <w:r w:rsidR="0006364F" w:rsidRPr="0006364F">
        <w:rPr>
          <w:rStyle w:val="libAlaemChar"/>
          <w:rFonts w:hint="cs"/>
          <w:rtl/>
        </w:rPr>
        <w:t>قدس‌سره</w:t>
      </w:r>
      <w:r>
        <w:rPr>
          <w:rtl/>
        </w:rPr>
        <w:t xml:space="preserve"> في الذريعة عند ذكر رجاله ( ج 6 ـ ص 87 ) أنه « ألف رجاله في سنة 707 ه‍ » كما ذكر في مصفى المقال في مصنفي علم الرجال ( ص 126 ) أنه « فرغ من رجاله سنة 707 ه‍ » فيكون المؤلف قد أدرك شطرا من القرن الثامن ، ولا نعلم كم عاش بعد هذا التاريخ. </w:t>
      </w:r>
    </w:p>
    <w:p w:rsidR="007849C6" w:rsidRDefault="007849C6" w:rsidP="00186E94">
      <w:pPr>
        <w:pStyle w:val="libNormal"/>
        <w:rPr>
          <w:rtl/>
        </w:rPr>
      </w:pPr>
      <w:r>
        <w:rPr>
          <w:rtl/>
        </w:rPr>
        <w:t xml:space="preserve">وذكر سيدنا المحسن الامين العاملي </w:t>
      </w:r>
      <w:r w:rsidR="006B246D" w:rsidRPr="006B246D">
        <w:rPr>
          <w:rStyle w:val="libAlaemChar"/>
          <w:rFonts w:hint="cs"/>
          <w:rtl/>
        </w:rPr>
        <w:t>رحمه‌الله</w:t>
      </w:r>
      <w:r>
        <w:rPr>
          <w:rtl/>
        </w:rPr>
        <w:t xml:space="preserve"> في أعيان الشيعة ( ج 22 ص 335 ) ـ نقلا عن الطليعة في شعراء الشيعة لشيخنا المغفور له الشيخ محمد السماوي « أنه توفى سنة </w:t>
      </w:r>
      <w:r w:rsidRPr="00A64446">
        <w:rPr>
          <w:rtl/>
        </w:rPr>
        <w:t>نيف و (740) ثم قال</w:t>
      </w:r>
      <w:r>
        <w:rPr>
          <w:rtl/>
        </w:rPr>
        <w:t xml:space="preserve"> : « ولم أجد أحدا أرخ وفاته ، وفي التاريخ المذكور نظر ، فانه إن صح يكون عمره نحو المائة ، فيكون من المعمرين ، ولو كان لذكروه ، والله أعلم ».</w:t>
      </w:r>
    </w:p>
    <w:p w:rsidR="007849C6" w:rsidRDefault="007849C6" w:rsidP="002C2B53">
      <w:pPr>
        <w:pStyle w:val="libLeftBold"/>
        <w:rPr>
          <w:rtl/>
        </w:rPr>
      </w:pPr>
      <w:r w:rsidRPr="008C7BFC">
        <w:rPr>
          <w:rtl/>
        </w:rPr>
        <w:t>محمد صادق بحر العلوم</w:t>
      </w:r>
    </w:p>
    <w:p w:rsidR="007849C6" w:rsidRDefault="007849C6" w:rsidP="007849C6">
      <w:pPr>
        <w:pStyle w:val="Heading1Center"/>
        <w:rPr>
          <w:rtl/>
        </w:rPr>
      </w:pPr>
      <w:r>
        <w:rPr>
          <w:rtl/>
        </w:rPr>
        <w:br w:type="page"/>
      </w:r>
      <w:bookmarkStart w:id="4" w:name="_Toc265165227"/>
      <w:bookmarkStart w:id="5" w:name="_Toc286683156"/>
      <w:bookmarkStart w:id="6" w:name="_Toc403904013"/>
      <w:r>
        <w:rPr>
          <w:rtl/>
        </w:rPr>
        <w:lastRenderedPageBreak/>
        <w:t>بسم الله الرحمن الرحيم</w:t>
      </w:r>
      <w:bookmarkEnd w:id="4"/>
      <w:bookmarkEnd w:id="5"/>
      <w:bookmarkEnd w:id="6"/>
    </w:p>
    <w:p w:rsidR="007849C6" w:rsidRDefault="007849C6" w:rsidP="00186E94">
      <w:pPr>
        <w:pStyle w:val="libNormal"/>
        <w:rPr>
          <w:rtl/>
        </w:rPr>
      </w:pPr>
      <w:r>
        <w:rPr>
          <w:rtl/>
        </w:rPr>
        <w:t xml:space="preserve">الحمد لله الذي وفقني للتخلي عن الحركات الدنيوية ، والنظر في المهمات الاخروية ، وصرف عزمي عن الوجه الذي انقضى عليه أكثر العمر من الاعراض عن الجواهر الحقيقية إلى الاعراض المجازية ، وذلك من أعظم المنح الربانية والهبات الالهية. وصلى الله على سيدنا محمد أشرف البرية ، وآله العترة العلوية. </w:t>
      </w:r>
    </w:p>
    <w:p w:rsidR="007849C6" w:rsidRDefault="007849C6" w:rsidP="00186E94">
      <w:pPr>
        <w:pStyle w:val="libNormal"/>
        <w:rPr>
          <w:rtl/>
        </w:rPr>
      </w:pPr>
      <w:r>
        <w:rPr>
          <w:rtl/>
        </w:rPr>
        <w:t xml:space="preserve">وبعد ، فاني لما نظرت في أصول الفتاوى الفقهية وفروعها النظرية ، وحاولت الخلاص من الشبهات التقليدية واتباع ما نشأت عليه من الفتاوي المحكية ، اضطررت إلى سبر الاحاديث المروية عن الائمة المهدية ، والدخول بين مختلفها على الطريقة المرضية في القواعد الاصولية ، واعتبار ما استنبطه الاصحاب منها من الفتاوي الفرعية ، لاصطفي الموافق للحق في الروية. وأطرح المخالف بالكلية ، رأيت من لوازم هذه القضية النظر في الاحاديث الامامية ورجالها المرضية وغير المرضية ، فصنفت هذا المختصر جامعا لنخب كتاب ( الرجال ) للشيخ أبي جعفر </w:t>
      </w:r>
      <w:r w:rsidR="006B246D" w:rsidRPr="006B246D">
        <w:rPr>
          <w:rStyle w:val="libAlaemChar"/>
          <w:rFonts w:hint="cs"/>
          <w:rtl/>
        </w:rPr>
        <w:t>رحمه‌الله</w:t>
      </w:r>
      <w:r>
        <w:rPr>
          <w:rtl/>
        </w:rPr>
        <w:t xml:space="preserve"> ، و ( الفهرست ) له ، وما حققه الكشي والنجاشي ، وما صنفه البرقي والغضائري وغيرهم وبدأت بالموثقين ، وأخرت المجروحين ، ليكون الوضع بحسب الاستحقاق والترتيب بالقصد لا بالاتفاق ورتبته على حروف المعجم في الاوائل والثواني ، فالآباء ، على قاعدة تقود الطالب إلى بغيته ، وتسوقه إلى غايته ، من غير طول وتصفح للابواب ، ولاخبط في الكتاب. وضمنته رموزا تغني عن التطويل ، وتنوب عن الكثير بالقليل. وبينت فيها المظان التي أخذت منها ، واستخرجت عنها ، فالكشى ( كش ) والنجاشي ( جش ) </w:t>
      </w:r>
    </w:p>
    <w:p w:rsidR="007849C6" w:rsidRDefault="007849C6" w:rsidP="00186E94">
      <w:pPr>
        <w:pStyle w:val="libNormal0"/>
        <w:rPr>
          <w:rtl/>
        </w:rPr>
      </w:pPr>
      <w:r>
        <w:rPr>
          <w:rtl/>
        </w:rPr>
        <w:br w:type="page"/>
      </w:r>
      <w:r>
        <w:rPr>
          <w:rtl/>
        </w:rPr>
        <w:lastRenderedPageBreak/>
        <w:t xml:space="preserve">وكتاب الرجال للشيخ ( جخ ) والفهرست ( ست ) والبرقي ( قي ) وعلي ابن أحمد العقيقي ( عق ) وابن عقدة ( قد ) والفضل بن شاذان ( فش ) وابن عبدون ( عب ) والغضائري ( غض ) ومحمد بن بابويه ( يه ) وابن فضال ( فض ). وبينت رجال النبي ( ص ) والائمة ( ع ) فكل من أعلمت عليه برمز واحد منهم فهو من رجاله ، ومن روى عن أكثر من واحد ذكرت الرمز بعددهم ، فالرسول ( ص ) ( ل ) وعلي ( ع ) ( ي ) والحسن ( ع ) ( ن ) والحسين ( ع ) ( سين ) وعلي بن الحسين ( ع ) ( ين ) ومحمد بن علي الباقر ( ع ) ( قر ) وجعفر بن محمد الصادق ( ع ) ( ق ) وموسى بن جعفر الكاظم ( ع ) ( م ) وعلي بن موسى الرضا ( ع ) ( ضا ) ومحمد بن علي الجواد ( ع ) ( د ) وعلي بن محمد الهادي ( ع ) ( دي ) والحسن بن علي العسكري ( كر ) ومن لم يرو عن واحد منهم </w:t>
      </w:r>
      <w:r w:rsidR="0006364F" w:rsidRPr="0006364F">
        <w:rPr>
          <w:rStyle w:val="libAlaemChar"/>
          <w:rFonts w:hint="cs"/>
          <w:rtl/>
        </w:rPr>
        <w:t>عليهم‌السلام</w:t>
      </w:r>
      <w:r>
        <w:rPr>
          <w:rtl/>
        </w:rPr>
        <w:t xml:space="preserve"> ( لم ). </w:t>
      </w:r>
    </w:p>
    <w:p w:rsidR="007849C6" w:rsidRDefault="007849C6" w:rsidP="00186E94">
      <w:pPr>
        <w:pStyle w:val="libNormal"/>
        <w:rPr>
          <w:rtl/>
        </w:rPr>
      </w:pPr>
      <w:r>
        <w:rPr>
          <w:rtl/>
        </w:rPr>
        <w:t xml:space="preserve">وهذه لجة لم يسبقني أحد من أصحابنا رضي الله عنهم إلى خوض غمرها ، وقاعدة أنا أبو عذرها. فالله تعالى يوفقني لاتمام المرام ، ويجعله وسيلة إلى سلامة دار السلام بمحمد وآله الكرام. </w:t>
      </w:r>
    </w:p>
    <w:p w:rsidR="007849C6" w:rsidRDefault="007849C6" w:rsidP="00186E94">
      <w:pPr>
        <w:pStyle w:val="libNormal"/>
        <w:rPr>
          <w:rtl/>
        </w:rPr>
      </w:pPr>
      <w:r>
        <w:rPr>
          <w:rtl/>
        </w:rPr>
        <w:t xml:space="preserve">وقبل الخوض في المقصود من هذا الكتاب يجب أن أقدم مقدمة تبين بها طريقي إلى المشائخ الآتي ذكرهم : </w:t>
      </w:r>
    </w:p>
    <w:p w:rsidR="007849C6" w:rsidRDefault="007849C6" w:rsidP="00186E94">
      <w:pPr>
        <w:pStyle w:val="libNormal"/>
        <w:rPr>
          <w:rtl/>
        </w:rPr>
      </w:pPr>
      <w:r>
        <w:rPr>
          <w:rtl/>
        </w:rPr>
        <w:t xml:space="preserve">فطريقي إلى الشيخ أبي جعفر محمد بن الحسن الطوسي </w:t>
      </w:r>
      <w:r w:rsidR="006B246D" w:rsidRPr="006B246D">
        <w:rPr>
          <w:rStyle w:val="libAlaemChar"/>
          <w:rFonts w:hint="cs"/>
          <w:rtl/>
        </w:rPr>
        <w:t>رحمه‌الله</w:t>
      </w:r>
      <w:r>
        <w:rPr>
          <w:rtl/>
        </w:rPr>
        <w:t xml:space="preserve"> شيخنا الامام نجم الدين أبو القاسم جعفر بن الحسن بن سعيد </w:t>
      </w:r>
      <w:r w:rsidR="006B246D" w:rsidRPr="006B246D">
        <w:rPr>
          <w:rStyle w:val="libAlaemChar"/>
          <w:rFonts w:hint="cs"/>
          <w:rtl/>
        </w:rPr>
        <w:t>رحمه‌الله</w:t>
      </w:r>
      <w:r>
        <w:rPr>
          <w:rtl/>
        </w:rPr>
        <w:t xml:space="preserve"> عن ابيه عن جده عن عربي بن مسافر العبادي ، عن إلياس بن هشام الحائري ، عن أبي علي الحسن بن محمد عن أبيه الشيخ أبي جعفر محمد بن الحسن الطوسي </w:t>
      </w:r>
      <w:r w:rsidR="006B246D" w:rsidRPr="006B246D">
        <w:rPr>
          <w:rStyle w:val="libAlaemChar"/>
          <w:rFonts w:hint="cs"/>
          <w:rtl/>
        </w:rPr>
        <w:t>رحمه‌الله</w:t>
      </w:r>
      <w:r>
        <w:rPr>
          <w:rtl/>
        </w:rPr>
        <w:t xml:space="preserve">. </w:t>
      </w:r>
    </w:p>
    <w:p w:rsidR="007849C6" w:rsidRDefault="007849C6" w:rsidP="00186E94">
      <w:pPr>
        <w:pStyle w:val="libNormal"/>
        <w:rPr>
          <w:rtl/>
        </w:rPr>
      </w:pPr>
      <w:r>
        <w:rPr>
          <w:rtl/>
        </w:rPr>
        <w:t xml:space="preserve">وطريقي إلى الشيخ الصدوق أبي جعفر محمد بن علي بن بابويه القمي </w:t>
      </w:r>
      <w:r w:rsidR="006B246D" w:rsidRPr="006B246D">
        <w:rPr>
          <w:rStyle w:val="libAlaemChar"/>
          <w:rFonts w:hint="cs"/>
          <w:rtl/>
        </w:rPr>
        <w:t>رحمه‌الله</w:t>
      </w:r>
      <w:r>
        <w:rPr>
          <w:rtl/>
        </w:rPr>
        <w:t xml:space="preserve"> شيخنا نجم الدين أيضا ، عن الشيخ الصالح تاج الدين الحسن ابن الدربي والسيد محي الدين محمد بن عبدالله بن زهرة ، عن الفقيه </w:t>
      </w:r>
    </w:p>
    <w:p w:rsidR="007849C6" w:rsidRDefault="007849C6" w:rsidP="00186E94">
      <w:pPr>
        <w:pStyle w:val="libNormal0"/>
        <w:rPr>
          <w:rtl/>
        </w:rPr>
      </w:pPr>
      <w:r>
        <w:rPr>
          <w:rtl/>
        </w:rPr>
        <w:br w:type="page"/>
      </w:r>
      <w:r>
        <w:rPr>
          <w:rtl/>
        </w:rPr>
        <w:lastRenderedPageBreak/>
        <w:t xml:space="preserve">رشيد الدين محمد بن شهراشوب المازندراني ، عن محمد وعلي ابني عبد الصمد ، عن الشيخ أبي عبدالله أبيهما ، عن أبي البركات علي بن ا لحسين الجوزي ، عن الشيخ أبي جعفر محمد بن علي بن بابويه </w:t>
      </w:r>
      <w:r w:rsidR="006B246D" w:rsidRPr="006B246D">
        <w:rPr>
          <w:rStyle w:val="libAlaemChar"/>
          <w:rFonts w:hint="cs"/>
          <w:rtl/>
        </w:rPr>
        <w:t>رحمه‌الله</w:t>
      </w:r>
      <w:r>
        <w:rPr>
          <w:rtl/>
        </w:rPr>
        <w:t xml:space="preserve">. </w:t>
      </w:r>
    </w:p>
    <w:p w:rsidR="007849C6" w:rsidRDefault="007849C6" w:rsidP="00186E94">
      <w:pPr>
        <w:pStyle w:val="libNormal"/>
        <w:rPr>
          <w:rtl/>
        </w:rPr>
      </w:pPr>
      <w:r>
        <w:rPr>
          <w:rtl/>
        </w:rPr>
        <w:t xml:space="preserve">وطريقي إلى المفيد محمد بن محمد بن النعمان </w:t>
      </w:r>
      <w:r w:rsidR="006B246D" w:rsidRPr="006B246D">
        <w:rPr>
          <w:rStyle w:val="libAlaemChar"/>
          <w:rFonts w:hint="cs"/>
          <w:rtl/>
        </w:rPr>
        <w:t>رحمه‌الله</w:t>
      </w:r>
      <w:r>
        <w:rPr>
          <w:rtl/>
        </w:rPr>
        <w:t xml:space="preserve"> شيخنا نجم الدين المذكور ، عن الشيخ تاج الدين الحسن بن الدربي وعن والده الحسن ابن سعيد ، عن أبيه ، وعن الشيخ نجيب الدين محمد بن نما ، عن الشيخ محمد بن إدريس جميعا ، عن عربي بن مسافر ، عن إلياس بن هشام الحائري ، عن أبي علي الحسن بن محمد الطوسي ، عن الشيخ السعيد أبي جعفر محمد بن الحسن الطوسي عن المفيد </w:t>
      </w:r>
      <w:r w:rsidR="006B246D" w:rsidRPr="006B246D">
        <w:rPr>
          <w:rStyle w:val="libAlaemChar"/>
          <w:rFonts w:hint="cs"/>
          <w:rtl/>
        </w:rPr>
        <w:t>رحمه‌الله</w:t>
      </w:r>
      <w:r>
        <w:rPr>
          <w:rtl/>
        </w:rPr>
        <w:t xml:space="preserve">. </w:t>
      </w:r>
    </w:p>
    <w:p w:rsidR="007849C6" w:rsidRDefault="007849C6" w:rsidP="00186E94">
      <w:pPr>
        <w:pStyle w:val="libNormal"/>
        <w:rPr>
          <w:rtl/>
        </w:rPr>
      </w:pPr>
      <w:r>
        <w:rPr>
          <w:rtl/>
        </w:rPr>
        <w:t xml:space="preserve">وطريقي إلى الشيخ سلاربن عبد العزيز </w:t>
      </w:r>
      <w:r w:rsidR="006B246D" w:rsidRPr="006B246D">
        <w:rPr>
          <w:rStyle w:val="libAlaemChar"/>
          <w:rFonts w:hint="cs"/>
          <w:rtl/>
        </w:rPr>
        <w:t>رحمه‌الله</w:t>
      </w:r>
      <w:r>
        <w:rPr>
          <w:rtl/>
        </w:rPr>
        <w:t xml:space="preserve"> شيخنا نجم الدين أيضا ، عن شيخه نجيب الدين محمد بن نما ، والسيد شمس الدين فخار ابن معد الموسوي ، عن الشيخ محمد بن إدريس ، والشيخ الصالح تاج الدين الحسن ابن الدربي جميعا عن عربي بن مسافر العبادي ، عن إلياس ابن هشام الحايري ، عن الشيخ أبي علي الحسن بن محمد الطوسي عن سلار رحمهم الله تعالى. </w:t>
      </w:r>
    </w:p>
    <w:p w:rsidR="007849C6" w:rsidRDefault="007849C6" w:rsidP="00186E94">
      <w:pPr>
        <w:pStyle w:val="libNormal"/>
        <w:rPr>
          <w:rtl/>
        </w:rPr>
      </w:pPr>
      <w:r>
        <w:rPr>
          <w:rtl/>
        </w:rPr>
        <w:t xml:space="preserve">وطريقي إلى السيد المرتضى علم الهدى </w:t>
      </w:r>
      <w:r w:rsidR="006B246D" w:rsidRPr="006B246D">
        <w:rPr>
          <w:rStyle w:val="libAlaemChar"/>
          <w:rFonts w:hint="cs"/>
          <w:rtl/>
        </w:rPr>
        <w:t>رحمه‌الله</w:t>
      </w:r>
      <w:r>
        <w:rPr>
          <w:rtl/>
        </w:rPr>
        <w:t xml:space="preserve"> شيخنا نجم الدين أيضا ، عن الحسن بن الدربي والسيد محي الدين محمد بن زهرة الحسيني ، عن الفقيه رشيد الدين أبي جعفر محمد بن شهراشوب المازندراني ، عن السيد أبي الصمصام ذي الفقار بن معبد الحسني المروزي ، عن أبي عبدالله محمد بن علي الحلواني ، عن السيد علم الهدى </w:t>
      </w:r>
      <w:r w:rsidR="006B246D" w:rsidRPr="006B246D">
        <w:rPr>
          <w:rStyle w:val="libAlaemChar"/>
          <w:rFonts w:hint="cs"/>
          <w:rtl/>
        </w:rPr>
        <w:t>رحمه‌الله</w:t>
      </w:r>
      <w:r>
        <w:rPr>
          <w:rtl/>
        </w:rPr>
        <w:t xml:space="preserve">. </w:t>
      </w:r>
    </w:p>
    <w:p w:rsidR="007849C6" w:rsidRDefault="007849C6" w:rsidP="00186E94">
      <w:pPr>
        <w:pStyle w:val="libNormal"/>
        <w:rPr>
          <w:rtl/>
        </w:rPr>
      </w:pPr>
      <w:r>
        <w:rPr>
          <w:rtl/>
        </w:rPr>
        <w:t xml:space="preserve">وطريقي إلى أبي الصلاح تقي بن نجم الدين الحلبي. شيخنا نجم الدين أيضا ، عن السيد الفقيه شمس الدين فخار بن معد الموسوي ، عن الفقيه شاذان بن جبرئيل القمي ، عن الشيخ الفقيه عبدالله بن عمر </w:t>
      </w:r>
    </w:p>
    <w:p w:rsidR="007849C6" w:rsidRDefault="007849C6" w:rsidP="00186E94">
      <w:pPr>
        <w:pStyle w:val="libNormal0"/>
        <w:rPr>
          <w:rtl/>
        </w:rPr>
      </w:pPr>
      <w:r>
        <w:rPr>
          <w:rtl/>
        </w:rPr>
        <w:br w:type="page"/>
      </w:r>
      <w:r>
        <w:rPr>
          <w:rtl/>
        </w:rPr>
        <w:lastRenderedPageBreak/>
        <w:t xml:space="preserve">العمري الطرابلسي ، عن القاضي عبد العزيز بن أبي كامل ، عن أبي الصلاح الحلبي. </w:t>
      </w:r>
    </w:p>
    <w:p w:rsidR="007849C6" w:rsidRDefault="007849C6" w:rsidP="00186E94">
      <w:pPr>
        <w:pStyle w:val="libNormal"/>
        <w:rPr>
          <w:rtl/>
        </w:rPr>
      </w:pPr>
      <w:r>
        <w:rPr>
          <w:rtl/>
        </w:rPr>
        <w:t xml:space="preserve">وطريقي إلى النجاشي شيخنا نجم الدين أيضا ، والشيخ مفيد الدين محمد بن جهيم رحمهما الله جميعا عن السيد شمس الدين فخار ، عن عبدالحميد بن التقي ، عن أبي الرضا فضل الله بن علي الراوندي العلوي الحسني ، عن ذي الفقار العلوي ، عن النجاشي المصنف. </w:t>
      </w:r>
    </w:p>
    <w:p w:rsidR="007849C6" w:rsidRDefault="007849C6" w:rsidP="00186E94">
      <w:pPr>
        <w:pStyle w:val="libNormal"/>
        <w:rPr>
          <w:rtl/>
        </w:rPr>
      </w:pPr>
      <w:r>
        <w:rPr>
          <w:rtl/>
        </w:rPr>
        <w:t xml:space="preserve">وطريقي إلى الكشى شيخنا نجم الدين أيضا ، والشيخ مفيد الدين محمد بن جهيم جميعا عن السيد شمس الدين فخار ، عن أبي محمد قريش ابن سبيع بن مهنا بن سبيع الحسيني ، عن الحسين بن رطبة السوراوي ، عن أبي علي عن أبيه أبي جعفر الطوسي ، عن عدة من أصحابنا ، عن أبي محمد هارون بن موسى التلعكبري ، عن الكشي </w:t>
      </w:r>
      <w:r w:rsidR="006B246D" w:rsidRPr="006B246D">
        <w:rPr>
          <w:rStyle w:val="libAlaemChar"/>
          <w:rFonts w:hint="cs"/>
          <w:rtl/>
        </w:rPr>
        <w:t>رحمه‌الله</w:t>
      </w:r>
      <w:r>
        <w:rPr>
          <w:rtl/>
        </w:rPr>
        <w:t xml:space="preserve"> تعالى. </w:t>
      </w:r>
    </w:p>
    <w:p w:rsidR="007849C6" w:rsidRDefault="007849C6" w:rsidP="007849C6">
      <w:pPr>
        <w:pStyle w:val="Heading1Center"/>
        <w:rPr>
          <w:rtl/>
        </w:rPr>
      </w:pPr>
      <w:r>
        <w:rPr>
          <w:rtl/>
        </w:rPr>
        <w:br w:type="page"/>
      </w:r>
      <w:bookmarkStart w:id="7" w:name="_Toc265165228"/>
      <w:bookmarkStart w:id="8" w:name="_Toc286683157"/>
      <w:bookmarkStart w:id="9" w:name="_Toc403904014"/>
      <w:r>
        <w:rPr>
          <w:rtl/>
        </w:rPr>
        <w:lastRenderedPageBreak/>
        <w:t>الجزء الاول من الكتاب</w:t>
      </w:r>
      <w:bookmarkEnd w:id="7"/>
      <w:bookmarkEnd w:id="8"/>
      <w:bookmarkEnd w:id="9"/>
    </w:p>
    <w:p w:rsidR="007849C6" w:rsidRPr="00B275C3" w:rsidRDefault="007849C6" w:rsidP="00186E94">
      <w:pPr>
        <w:pStyle w:val="libCenterBold1"/>
        <w:rPr>
          <w:rStyle w:val="Heading1CenterChar"/>
          <w:rtl/>
        </w:rPr>
      </w:pPr>
      <w:r>
        <w:rPr>
          <w:rtl/>
        </w:rPr>
        <w:t>[ في ذكر الممدوحين ومن لم يضعفهم الاصحاب فيما علمته ]</w:t>
      </w:r>
      <w:r>
        <w:rPr>
          <w:rtl/>
        </w:rPr>
        <w:cr/>
      </w:r>
      <w:r w:rsidRPr="008B5E74">
        <w:rPr>
          <w:rStyle w:val="Heading1CenterChar"/>
          <w:rtl/>
        </w:rPr>
        <w:t>( باب الهمزة )</w:t>
      </w:r>
    </w:p>
    <w:p w:rsidR="007849C6" w:rsidRDefault="007849C6" w:rsidP="00186E94">
      <w:pPr>
        <w:pStyle w:val="libNormal"/>
        <w:rPr>
          <w:rtl/>
        </w:rPr>
      </w:pPr>
      <w:r>
        <w:rPr>
          <w:rtl/>
        </w:rPr>
        <w:t xml:space="preserve">1 ـ آدم بن إسحاق بن آدم بن عبدالله الاشعري لم ( جش ) قمي ثقة. </w:t>
      </w:r>
    </w:p>
    <w:p w:rsidR="007849C6" w:rsidRDefault="007849C6" w:rsidP="00186E94">
      <w:pPr>
        <w:pStyle w:val="libNormal"/>
        <w:rPr>
          <w:rtl/>
        </w:rPr>
      </w:pPr>
      <w:r>
        <w:rPr>
          <w:rtl/>
        </w:rPr>
        <w:t xml:space="preserve">2 ـ آدم بن الحسين النخاس ( ق ) ( جش ، جخ ) كوفي ثقة. روى عنه إسماعيل بن مهران. ومن أصحابنا من أثبته في كتاب له « النجاشي » وهو غلط. </w:t>
      </w:r>
    </w:p>
    <w:p w:rsidR="007849C6" w:rsidRDefault="007849C6" w:rsidP="00186E94">
      <w:pPr>
        <w:pStyle w:val="libNormal"/>
        <w:rPr>
          <w:rtl/>
        </w:rPr>
      </w:pPr>
      <w:r>
        <w:rPr>
          <w:rtl/>
        </w:rPr>
        <w:t xml:space="preserve">3 ـ آدم بن المتوكل أبو الحسين بياع اللؤلؤ ق ( جش ) كوفي مهمل </w:t>
      </w:r>
      <w:r w:rsidRPr="00186E94">
        <w:rPr>
          <w:rStyle w:val="libFootnotenumChar"/>
          <w:rtl/>
        </w:rPr>
        <w:t>(1)</w:t>
      </w:r>
      <w:r>
        <w:rPr>
          <w:rtl/>
        </w:rPr>
        <w:t xml:space="preserve"> </w:t>
      </w:r>
    </w:p>
    <w:p w:rsidR="007849C6" w:rsidRDefault="007849C6" w:rsidP="00186E94">
      <w:pPr>
        <w:pStyle w:val="libNormal"/>
        <w:rPr>
          <w:rtl/>
        </w:rPr>
      </w:pPr>
      <w:r>
        <w:rPr>
          <w:rtl/>
        </w:rPr>
        <w:t xml:space="preserve">4 ـ أبان بن تغلب ، بنقطتين فوق فمعجمة ، ابن رباح ، بنقطة تحت الباء ، أبو سعيد البكري الجريري ، بالجيم المضمومة والمهملتين ، مولى بني جرير ين ، قر ، ق ( كش ) ثقة جليل القدر سيد عصره وفقيهه وعمدة الائمة </w:t>
      </w:r>
      <w:r w:rsidR="0006364F" w:rsidRPr="0006364F">
        <w:rPr>
          <w:rStyle w:val="libAlaemChar"/>
          <w:rFonts w:hint="cs"/>
          <w:rtl/>
        </w:rPr>
        <w:t>عليهم‌السلام</w:t>
      </w:r>
      <w:r>
        <w:rPr>
          <w:rtl/>
        </w:rPr>
        <w:t xml:space="preserve"> ، روى </w:t>
      </w:r>
      <w:r w:rsidRPr="00186E94">
        <w:rPr>
          <w:rStyle w:val="libFootnotenumChar"/>
          <w:rtl/>
        </w:rPr>
        <w:t>(2)</w:t>
      </w:r>
      <w:r>
        <w:rPr>
          <w:rtl/>
        </w:rPr>
        <w:t xml:space="preserve"> عن الصادق ( ع ) ثلاثين ألف حديث. قال له أبو جعفر ( ع ) : « اجلس في مسجد الكوفة وأفت الناس ، إني أحب أن يرى في شيعتي مثلك ). وكان إذا دخل على أبي عبدالله ثنى له وسادة وصافحه ، وكان إذا قدم المدينة تقوضت إليه الحلق وأخليت له سارية </w:t>
      </w:r>
      <w:r w:rsidRPr="00186E94">
        <w:rPr>
          <w:rStyle w:val="libFootnotenumChar"/>
          <w:rtl/>
        </w:rPr>
        <w:t>(3)</w:t>
      </w:r>
      <w:r>
        <w:rPr>
          <w:rtl/>
        </w:rPr>
        <w:t xml:space="preserve"> النبي ( ص ). قال أبو عبدالله ( ع ) لسليم بن أبي حبة لما </w:t>
      </w:r>
    </w:p>
    <w:p w:rsidR="007849C6" w:rsidRDefault="007849C6" w:rsidP="002C2B53">
      <w:pPr>
        <w:pStyle w:val="libLine"/>
        <w:rPr>
          <w:rtl/>
        </w:rPr>
      </w:pPr>
      <w:r>
        <w:rPr>
          <w:rtl/>
        </w:rPr>
        <w:t>__________________</w:t>
      </w:r>
    </w:p>
    <w:p w:rsidR="007849C6" w:rsidRPr="00674887" w:rsidRDefault="007849C6" w:rsidP="002C2B53">
      <w:pPr>
        <w:pStyle w:val="libFootnote0"/>
        <w:rPr>
          <w:rtl/>
        </w:rPr>
      </w:pPr>
      <w:r w:rsidRPr="00674887">
        <w:rPr>
          <w:rtl/>
        </w:rPr>
        <w:t xml:space="preserve">1 ـ نسب إهمال آدم بن المتوكل إلى ( جش ) مع أنه قال في ترجمته : « ثقة روى عن أبي عبدالله </w:t>
      </w:r>
      <w:r w:rsidR="0006364F" w:rsidRPr="0006364F">
        <w:rPr>
          <w:rStyle w:val="libAlaemChar"/>
          <w:rFonts w:hint="cs"/>
          <w:rtl/>
        </w:rPr>
        <w:t>عليه‌السلام</w:t>
      </w:r>
      <w:r w:rsidRPr="00674887">
        <w:rPr>
          <w:rtl/>
        </w:rPr>
        <w:t xml:space="preserve"> ذكره أصحاب الرجال له أصل ». </w:t>
      </w:r>
    </w:p>
    <w:p w:rsidR="007849C6" w:rsidRPr="00674887" w:rsidRDefault="007849C6" w:rsidP="002C2B53">
      <w:pPr>
        <w:pStyle w:val="libFootnote0"/>
        <w:rPr>
          <w:rtl/>
        </w:rPr>
      </w:pPr>
      <w:r w:rsidRPr="00674887">
        <w:rPr>
          <w:rtl/>
        </w:rPr>
        <w:t xml:space="preserve">2 ـ روى ذلك النجاشي في رجاله. </w:t>
      </w:r>
    </w:p>
    <w:p w:rsidR="007849C6" w:rsidRPr="00674887" w:rsidRDefault="007849C6" w:rsidP="002C2B53">
      <w:pPr>
        <w:pStyle w:val="libFootnote0"/>
        <w:rPr>
          <w:rtl/>
        </w:rPr>
      </w:pPr>
      <w:r w:rsidRPr="00674887">
        <w:rPr>
          <w:rtl/>
        </w:rPr>
        <w:t xml:space="preserve">3 ـ سارية النبي </w:t>
      </w:r>
      <w:r w:rsidR="00CA64D5" w:rsidRPr="00CA64D5">
        <w:rPr>
          <w:rStyle w:val="libAlaemChar"/>
          <w:rFonts w:hint="cs"/>
          <w:rtl/>
        </w:rPr>
        <w:t>صلى‌الله‌عليه‌وآله‌وسلم</w:t>
      </w:r>
      <w:r w:rsidRPr="00674887">
        <w:rPr>
          <w:rtl/>
        </w:rPr>
        <w:t xml:space="preserve"> هي الاسطوانة التي كان يعتمد عليها. </w:t>
      </w:r>
    </w:p>
    <w:p w:rsidR="007849C6" w:rsidRDefault="007849C6" w:rsidP="00186E94">
      <w:pPr>
        <w:pStyle w:val="libNormal0"/>
        <w:rPr>
          <w:rtl/>
        </w:rPr>
      </w:pPr>
      <w:r>
        <w:rPr>
          <w:rtl/>
        </w:rPr>
        <w:br w:type="page"/>
      </w:r>
      <w:r>
        <w:rPr>
          <w:rtl/>
        </w:rPr>
        <w:lastRenderedPageBreak/>
        <w:t xml:space="preserve">ودعه : « إئت أبان بن تغلب فانه سمع مني حديثا كثيرا ، فما روى لك عني فاروه عني » مات سنة إحدى وأربعين ومائة. وترحم عليه أبو عبد الله </w:t>
      </w:r>
      <w:r w:rsidR="0006364F" w:rsidRPr="0006364F">
        <w:rPr>
          <w:rStyle w:val="libAlaemChar"/>
          <w:rFonts w:hint="cs"/>
          <w:rtl/>
        </w:rPr>
        <w:t>عليه‌السلام</w:t>
      </w:r>
      <w:r>
        <w:rPr>
          <w:rtl/>
        </w:rPr>
        <w:t xml:space="preserve"> وقال : « لقد أوجع قلبي موت أبان » وكان قد أخبره بموته موقتا. </w:t>
      </w:r>
    </w:p>
    <w:p w:rsidR="007849C6" w:rsidRDefault="007849C6" w:rsidP="00186E94">
      <w:pPr>
        <w:pStyle w:val="libNormal"/>
        <w:rPr>
          <w:rtl/>
        </w:rPr>
      </w:pPr>
      <w:r>
        <w:rPr>
          <w:rtl/>
        </w:rPr>
        <w:t xml:space="preserve">5 ـ أبان بن عبدالملك ق ( جش ) شيخ من أصحابنا. </w:t>
      </w:r>
    </w:p>
    <w:p w:rsidR="007849C6" w:rsidRDefault="007849C6" w:rsidP="00186E94">
      <w:pPr>
        <w:pStyle w:val="libNormal"/>
        <w:rPr>
          <w:rtl/>
        </w:rPr>
      </w:pPr>
      <w:r>
        <w:rPr>
          <w:rtl/>
        </w:rPr>
        <w:t xml:space="preserve">6 ـ أبان بن عثمان الاحمر لم </w:t>
      </w:r>
      <w:r w:rsidRPr="00186E94">
        <w:rPr>
          <w:rStyle w:val="libFootnotenumChar"/>
          <w:rtl/>
        </w:rPr>
        <w:t>(1)</w:t>
      </w:r>
      <w:r>
        <w:rPr>
          <w:rtl/>
        </w:rPr>
        <w:t xml:space="preserve"> ( كش ) من الستة الذين أجمعت العصابة على تصديقهم ، وهم : جميل بن دراج ، عبدالله بن مسكان ، عبدبن بكير ، حماد بن عيسى ، حماد بن عثمان ، أبان بن عثمان. وجميل بن دراج أفقههم وقد ذكر أصحابنا أنه كان ناووسيا فهو بالضعفاء أجدر لكن ذكرته هنا لثناء الكشي ( عليه ) وإحالته على الاجماع المذكور </w:t>
      </w:r>
      <w:r w:rsidRPr="00186E94">
        <w:rPr>
          <w:rStyle w:val="libFootnotenumChar"/>
          <w:rtl/>
        </w:rPr>
        <w:t>(2)</w:t>
      </w:r>
      <w:r>
        <w:rPr>
          <w:rtl/>
        </w:rPr>
        <w:t xml:space="preserve">. </w:t>
      </w:r>
    </w:p>
    <w:p w:rsidR="007849C6" w:rsidRDefault="007849C6" w:rsidP="00186E94">
      <w:pPr>
        <w:pStyle w:val="libNormal"/>
        <w:rPr>
          <w:rtl/>
        </w:rPr>
      </w:pPr>
      <w:r>
        <w:rPr>
          <w:rtl/>
        </w:rPr>
        <w:t xml:space="preserve">7 ـ أبان المحاربي ل ( جخ ) روى حديثا واحدا على قول البغوي. </w:t>
      </w:r>
    </w:p>
    <w:p w:rsidR="007849C6" w:rsidRDefault="007849C6" w:rsidP="00186E94">
      <w:pPr>
        <w:pStyle w:val="libNormal"/>
        <w:rPr>
          <w:rtl/>
        </w:rPr>
      </w:pPr>
      <w:r>
        <w:rPr>
          <w:rtl/>
        </w:rPr>
        <w:t xml:space="preserve">8 ـ أبان بن عمر الأسدي ختن آل ميثم بن يحيى التمار لم ( جش ) شيخ من أصحابنا ثقة ، لم يرو عنه إلا عبيس بن هشام الناشري. </w:t>
      </w:r>
    </w:p>
    <w:p w:rsidR="007849C6" w:rsidRDefault="007849C6" w:rsidP="00186E94">
      <w:pPr>
        <w:pStyle w:val="libNormal"/>
        <w:rPr>
          <w:rtl/>
        </w:rPr>
      </w:pPr>
      <w:r>
        <w:rPr>
          <w:rtl/>
        </w:rPr>
        <w:t xml:space="preserve">9 ـ أبراهم بن أبي البلاد ، بالباء المفردة تحت ق ، م ، ضا ( جخ ) كوفي ثقة ، ويكنى أبو البلاد أبا إسماعيل. واسم أبي البلاد يحيى بن سليم. </w:t>
      </w:r>
    </w:p>
    <w:p w:rsidR="007849C6" w:rsidRDefault="007849C6" w:rsidP="00186E94">
      <w:pPr>
        <w:pStyle w:val="libNormal"/>
        <w:rPr>
          <w:rtl/>
        </w:rPr>
      </w:pPr>
      <w:r>
        <w:rPr>
          <w:rtl/>
        </w:rPr>
        <w:t xml:space="preserve">10 ـ إبراهيم بن أبي حفص الكاتب ، أبو إسحاق كر ( ست ) ثقة وجيه. </w:t>
      </w:r>
    </w:p>
    <w:p w:rsidR="007849C6" w:rsidRDefault="007849C6" w:rsidP="00186E94">
      <w:pPr>
        <w:pStyle w:val="libNormal"/>
        <w:rPr>
          <w:rtl/>
        </w:rPr>
      </w:pPr>
      <w:r>
        <w:rPr>
          <w:rtl/>
        </w:rPr>
        <w:t xml:space="preserve">11 ـ إبراهيم بن أبي الكرام الجعفري ضا ذكر بعض أصحابنا أنه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ذكرنا في مقدمة الكتاب التي وضعناها ما اصطلح عليه ابن داود في رمز ( لم ) وحده ، فراجعه. </w:t>
      </w:r>
    </w:p>
    <w:p w:rsidR="007849C6" w:rsidRDefault="007849C6" w:rsidP="002C2B53">
      <w:pPr>
        <w:pStyle w:val="libFootnote0"/>
        <w:rPr>
          <w:rtl/>
        </w:rPr>
      </w:pPr>
      <w:r>
        <w:rPr>
          <w:rtl/>
        </w:rPr>
        <w:t xml:space="preserve">2 ـ اثنى عليه الكشي في عنوان : تسمية الفقهاء من اصحاب أبي عبدالله الصادق </w:t>
      </w:r>
      <w:r w:rsidR="0006364F" w:rsidRPr="0006364F">
        <w:rPr>
          <w:rStyle w:val="libAlaemChar"/>
          <w:rFonts w:hint="cs"/>
          <w:rtl/>
        </w:rPr>
        <w:t>عليه‌السلام</w:t>
      </w:r>
      <w:r>
        <w:rPr>
          <w:rtl/>
        </w:rPr>
        <w:t>.</w:t>
      </w:r>
    </w:p>
    <w:p w:rsidR="007849C6" w:rsidRDefault="007849C6" w:rsidP="00186E94">
      <w:pPr>
        <w:pStyle w:val="libNormal0"/>
        <w:rPr>
          <w:rtl/>
        </w:rPr>
      </w:pPr>
      <w:r>
        <w:rPr>
          <w:rtl/>
        </w:rPr>
        <w:br w:type="page"/>
      </w:r>
      <w:r>
        <w:rPr>
          <w:rtl/>
        </w:rPr>
        <w:lastRenderedPageBreak/>
        <w:t xml:space="preserve">كان خيرا. </w:t>
      </w:r>
    </w:p>
    <w:p w:rsidR="007849C6" w:rsidRDefault="007849C6" w:rsidP="00186E94">
      <w:pPr>
        <w:pStyle w:val="libNormal"/>
        <w:rPr>
          <w:rtl/>
        </w:rPr>
      </w:pPr>
      <w:r>
        <w:rPr>
          <w:rtl/>
        </w:rPr>
        <w:t xml:space="preserve">12 ـ إبراهيم أبو رافع ل ، ي ( جخ ) عتيق رسول الله ( ص ) صاحب أمير المؤمنين بعده ، ثقة. </w:t>
      </w:r>
    </w:p>
    <w:p w:rsidR="007849C6" w:rsidRDefault="007849C6" w:rsidP="00186E94">
      <w:pPr>
        <w:pStyle w:val="libNormal"/>
        <w:rPr>
          <w:rtl/>
        </w:rPr>
      </w:pPr>
      <w:r>
        <w:rPr>
          <w:rtl/>
        </w:rPr>
        <w:t xml:space="preserve">13 ـ إبراهيم بن أبي محمود الخراساني ضا ( جخ ) ثقة. </w:t>
      </w:r>
    </w:p>
    <w:p w:rsidR="007849C6" w:rsidRDefault="007849C6" w:rsidP="00186E94">
      <w:pPr>
        <w:pStyle w:val="libNormal"/>
        <w:rPr>
          <w:rtl/>
        </w:rPr>
      </w:pPr>
      <w:r>
        <w:rPr>
          <w:rtl/>
        </w:rPr>
        <w:t xml:space="preserve">14 ـ إبراهيم الحارثي ق ( كش ) ممدوح </w:t>
      </w:r>
      <w:r w:rsidRPr="00186E94">
        <w:rPr>
          <w:rStyle w:val="libFootnotenumChar"/>
          <w:rtl/>
        </w:rPr>
        <w:t>(1)</w:t>
      </w:r>
      <w:r>
        <w:rPr>
          <w:rtl/>
        </w:rPr>
        <w:t xml:space="preserve">. </w:t>
      </w:r>
    </w:p>
    <w:p w:rsidR="007849C6" w:rsidRDefault="007849C6" w:rsidP="00186E94">
      <w:pPr>
        <w:pStyle w:val="libNormal"/>
        <w:rPr>
          <w:rtl/>
        </w:rPr>
      </w:pPr>
      <w:r>
        <w:rPr>
          <w:rtl/>
        </w:rPr>
        <w:t xml:space="preserve">15 ـ إبراهيم بن الحكم بن ظهير ( بالظم ) الفزاري ، أبو إسحاق ، صاحب التفسير عن السدي لم ( جخ ) صنف كتبا. </w:t>
      </w:r>
    </w:p>
    <w:p w:rsidR="007849C6" w:rsidRDefault="007849C6" w:rsidP="00186E94">
      <w:pPr>
        <w:pStyle w:val="libNormal"/>
        <w:rPr>
          <w:rtl/>
        </w:rPr>
      </w:pPr>
      <w:r>
        <w:rPr>
          <w:rtl/>
        </w:rPr>
        <w:t xml:space="preserve">16 ـ إبراهيم بن حماد ( ست ) له كتاب. </w:t>
      </w:r>
    </w:p>
    <w:p w:rsidR="007849C6" w:rsidRDefault="007849C6" w:rsidP="00186E94">
      <w:pPr>
        <w:pStyle w:val="libNormal"/>
        <w:rPr>
          <w:rtl/>
        </w:rPr>
      </w:pPr>
      <w:r>
        <w:rPr>
          <w:rtl/>
        </w:rPr>
        <w:t xml:space="preserve">17 ـ إبراهيم بن خالد العطار ( ست ) له كتاب. </w:t>
      </w:r>
    </w:p>
    <w:p w:rsidR="007849C6" w:rsidRDefault="007849C6" w:rsidP="00186E94">
      <w:pPr>
        <w:pStyle w:val="libNormal"/>
        <w:rPr>
          <w:rtl/>
        </w:rPr>
      </w:pPr>
      <w:r>
        <w:rPr>
          <w:rtl/>
        </w:rPr>
        <w:t xml:space="preserve">18 ـ إبراهيم بن رجا الجحدري ، بالجيم المفتوحة والحاء والدال المهملتين لم ( جخ ) ثقة بصري ، له مجلس يصف فيه أبا محمد العسكري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19 ـ إبراهيم بن زياد أبو أيوب </w:t>
      </w:r>
      <w:r w:rsidRPr="00186E94">
        <w:rPr>
          <w:rStyle w:val="libFootnotenumChar"/>
          <w:rtl/>
        </w:rPr>
        <w:t>(2)</w:t>
      </w:r>
      <w:r>
        <w:rPr>
          <w:rtl/>
        </w:rPr>
        <w:t xml:space="preserve"> الخراز ، بالخاء المعجمة والراء المهملة والزاي وقيل : ابن عيسى وقيل : ابن عثمان ق ، م ( كش ، جش ) ثقة ممدوح. </w:t>
      </w:r>
    </w:p>
    <w:p w:rsidR="007849C6" w:rsidRDefault="007849C6" w:rsidP="00186E94">
      <w:pPr>
        <w:pStyle w:val="libNormal"/>
        <w:rPr>
          <w:rtl/>
        </w:rPr>
      </w:pPr>
      <w:r>
        <w:rPr>
          <w:rtl/>
        </w:rPr>
        <w:t xml:space="preserve">20 ـ إبراهيم بن سلام ضا نيشابوري وكيل ، ومن أصحابنا من ذكر أنه سلامة ، والحق الاول ، ومنهم من قال : إنه من أصحاب الكاظم </w:t>
      </w:r>
    </w:p>
    <w:p w:rsidR="007849C6" w:rsidRDefault="007849C6" w:rsidP="002C2B53">
      <w:pPr>
        <w:pStyle w:val="libFootnote0"/>
        <w:rPr>
          <w:rtl/>
        </w:rPr>
      </w:pPr>
      <w:r>
        <w:rPr>
          <w:rtl/>
        </w:rPr>
        <w:t>____________</w:t>
      </w:r>
    </w:p>
    <w:p w:rsidR="007849C6" w:rsidRDefault="007849C6" w:rsidP="002C2B53">
      <w:pPr>
        <w:pStyle w:val="libFootnote0"/>
        <w:rPr>
          <w:rtl/>
        </w:rPr>
      </w:pPr>
      <w:r>
        <w:rPr>
          <w:rtl/>
        </w:rPr>
        <w:t xml:space="preserve">1 ـ الموجود في رجال الشيخ في أصحاب الصادق </w:t>
      </w:r>
      <w:r w:rsidR="0006364F" w:rsidRPr="0006364F">
        <w:rPr>
          <w:rStyle w:val="libAlaemChar"/>
          <w:rFonts w:hint="cs"/>
          <w:rtl/>
        </w:rPr>
        <w:t>عليه‌السلام</w:t>
      </w:r>
      <w:r>
        <w:rPr>
          <w:rtl/>
        </w:rPr>
        <w:t xml:space="preserve"> الحارثي ولكن الموجود في ( كش ) المخارقي وفي بعضها الخارقي. </w:t>
      </w:r>
    </w:p>
    <w:p w:rsidR="007849C6" w:rsidRDefault="007849C6" w:rsidP="002C2B53">
      <w:pPr>
        <w:pStyle w:val="libFootnote0"/>
        <w:rPr>
          <w:rtl/>
        </w:rPr>
      </w:pPr>
      <w:r>
        <w:rPr>
          <w:rtl/>
        </w:rPr>
        <w:t xml:space="preserve">2 ـ الموجود في ( كش ) و ( جش ) إبراهيم بن عيسى أبو أيوب وقيل ابن عثمان ، والموجود في رجال الشيخ في باب أصحاب الصادق </w:t>
      </w:r>
      <w:r w:rsidR="0006364F" w:rsidRPr="0006364F">
        <w:rPr>
          <w:rStyle w:val="libAlaemChar"/>
          <w:rFonts w:hint="cs"/>
          <w:rtl/>
        </w:rPr>
        <w:t>عليه‌السلام</w:t>
      </w:r>
      <w:r>
        <w:rPr>
          <w:rtl/>
        </w:rPr>
        <w:t xml:space="preserve"> : إبراهيم ابن زياد أبو أيوب الخزاز ، ثم ذكر فيه إبراهيم بن عيسى الخزاز ثم قال : ويقال : ابن عثمان ، ولم يذكره في باب أصحاب الكاظم </w:t>
      </w:r>
      <w:r w:rsidR="0006364F" w:rsidRPr="0006364F">
        <w:rPr>
          <w:rStyle w:val="libAlaemChar"/>
          <w:rFonts w:hint="cs"/>
          <w:rtl/>
        </w:rPr>
        <w:t>عليه‌السلام</w:t>
      </w:r>
      <w:r>
        <w:rPr>
          <w:rtl/>
        </w:rPr>
        <w:t xml:space="preserve"> ولكن النجاشي ذكر أنه روى عن أبي عبدالله وأبي الحسن </w:t>
      </w:r>
      <w:r w:rsidR="0006364F" w:rsidRPr="0006364F">
        <w:rPr>
          <w:rStyle w:val="libAlaemChar"/>
          <w:rFonts w:hint="cs"/>
          <w:rtl/>
        </w:rPr>
        <w:t>عليهما‌السلام</w:t>
      </w:r>
      <w:r>
        <w:rPr>
          <w:rtl/>
        </w:rPr>
        <w:t xml:space="preserve">. </w:t>
      </w:r>
    </w:p>
    <w:p w:rsidR="007849C6" w:rsidRDefault="007849C6" w:rsidP="00186E94">
      <w:pPr>
        <w:pStyle w:val="libNormal0"/>
        <w:rPr>
          <w:rtl/>
        </w:rPr>
      </w:pPr>
      <w:r>
        <w:rPr>
          <w:rtl/>
        </w:rPr>
        <w:br w:type="page"/>
      </w:r>
      <w:r w:rsidR="0006364F" w:rsidRPr="0006364F">
        <w:rPr>
          <w:rStyle w:val="libAlaemChar"/>
          <w:rFonts w:hint="cs"/>
          <w:rtl/>
        </w:rPr>
        <w:lastRenderedPageBreak/>
        <w:t>عليه‌السلام</w:t>
      </w:r>
      <w:r>
        <w:rPr>
          <w:rtl/>
        </w:rPr>
        <w:t xml:space="preserve"> ومنهم من أورده في رجال الجواد </w:t>
      </w:r>
      <w:r w:rsidR="0006364F" w:rsidRPr="0006364F">
        <w:rPr>
          <w:rStyle w:val="libAlaemChar"/>
          <w:rFonts w:hint="cs"/>
          <w:rtl/>
        </w:rPr>
        <w:t>عليه‌السلام</w:t>
      </w:r>
      <w:r>
        <w:rPr>
          <w:rtl/>
        </w:rPr>
        <w:t xml:space="preserve"> والحق أنه من أصحاب الرضا ( ع ). </w:t>
      </w:r>
    </w:p>
    <w:p w:rsidR="007849C6" w:rsidRDefault="007849C6" w:rsidP="00186E94">
      <w:pPr>
        <w:pStyle w:val="libNormal"/>
        <w:rPr>
          <w:rtl/>
        </w:rPr>
      </w:pPr>
      <w:r>
        <w:rPr>
          <w:rtl/>
        </w:rPr>
        <w:t xml:space="preserve">21 ـ إبراهيم بن سليمان بن داحة المزني بالزاي ، ومنهم من يقول : المدني فيحرفه. و « داحة » اسم أمه ، وقيل : جارية أبيه. ومنهم من يقول : ابن أبي داحة ، والحق الاول ، مولى آل طلحة ق ( جخ ) وجه من أصحابنا ، متكلم أديب. </w:t>
      </w:r>
    </w:p>
    <w:p w:rsidR="007849C6" w:rsidRDefault="007849C6" w:rsidP="00186E94">
      <w:pPr>
        <w:pStyle w:val="libNormal"/>
        <w:rPr>
          <w:rtl/>
        </w:rPr>
      </w:pPr>
      <w:r>
        <w:rPr>
          <w:rtl/>
        </w:rPr>
        <w:t xml:space="preserve">22 ـ إبراهيم بن سليمان بن عبدالله </w:t>
      </w:r>
      <w:r w:rsidRPr="00186E94">
        <w:rPr>
          <w:rStyle w:val="libFootnotenumChar"/>
          <w:rtl/>
        </w:rPr>
        <w:t>(1)</w:t>
      </w:r>
      <w:r>
        <w:rPr>
          <w:rtl/>
        </w:rPr>
        <w:t xml:space="preserve"> بن حيان بالياء المثناة تحت ، النهمي ، بالنون المكسورة وسكون الهاء ، بطن من همدان ، بسكون الميم والدال المهملة ، الخزاز بالمعجمات ، الكوفي لم ( جخ ) أبو إسحاق ثقة في الحديث ، وربما قيل تيمي لسكناه في تيم ، وربما قيل هلالي لسكناه في بني هلال. وضعفه ( غض ). </w:t>
      </w:r>
    </w:p>
    <w:p w:rsidR="007849C6" w:rsidRDefault="007849C6" w:rsidP="00186E94">
      <w:pPr>
        <w:pStyle w:val="libNormal"/>
        <w:rPr>
          <w:rtl/>
        </w:rPr>
      </w:pPr>
      <w:r>
        <w:rPr>
          <w:rtl/>
        </w:rPr>
        <w:t xml:space="preserve">23 ـ إبراهيم بن صالح الانماطي قر ( ست ) ثقة انقرضت كتبه وله كتاب « الغيبة ». </w:t>
      </w:r>
    </w:p>
    <w:p w:rsidR="007849C6" w:rsidRDefault="007849C6" w:rsidP="00186E94">
      <w:pPr>
        <w:pStyle w:val="libNormal"/>
        <w:rPr>
          <w:rtl/>
        </w:rPr>
      </w:pPr>
      <w:r>
        <w:rPr>
          <w:rtl/>
        </w:rPr>
        <w:t xml:space="preserve">24 ـ إبراهيم بن عبدالله بن الحسن بن الحسن بن علي بن أبي طالب الهاشمي ق ( جخ ) قتل سنة خمس وأربعين ومائة لخمس بقين من ذى القعدة. </w:t>
      </w:r>
    </w:p>
    <w:p w:rsidR="007849C6" w:rsidRDefault="007849C6" w:rsidP="00186E94">
      <w:pPr>
        <w:pStyle w:val="libNormal"/>
        <w:rPr>
          <w:rtl/>
        </w:rPr>
      </w:pPr>
      <w:r>
        <w:rPr>
          <w:rtl/>
        </w:rPr>
        <w:t xml:space="preserve">25 ـ إبراهيم بن عبدالله القاري منسوب إلى قارة ، وهو أيثع ـ بفتح الهمزة والياء المثناة تحت المسكنة والثاء المثلثة المفتوحة والعين المهملة ، وقيل : ييثع بالياء عوض الهمزة ـ بن مليح بن الوهن بن خزيمة ابن مدركة ي ، من خواصه. </w:t>
      </w:r>
    </w:p>
    <w:p w:rsidR="007849C6" w:rsidRDefault="007849C6" w:rsidP="00186E94">
      <w:pPr>
        <w:pStyle w:val="libNormal"/>
        <w:rPr>
          <w:rtl/>
        </w:rPr>
      </w:pPr>
      <w:r>
        <w:rPr>
          <w:rtl/>
        </w:rPr>
        <w:t xml:space="preserve">26 ـ إبراهيم بن عبدة النيشابوري كر ( كش ) وكله أبو محمد ( ع ) وأمر بطاعته. </w:t>
      </w:r>
    </w:p>
    <w:p w:rsidR="007849C6" w:rsidRDefault="007849C6" w:rsidP="00186E94">
      <w:pPr>
        <w:pStyle w:val="libNormal"/>
        <w:rPr>
          <w:rtl/>
        </w:rPr>
      </w:pPr>
      <w:r>
        <w:rPr>
          <w:rtl/>
        </w:rPr>
        <w:t xml:space="preserve">27 ـ إبراهيم بن عثمان الخراز ، بالراء والزاي ، المكنى بأبي أيوب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ابن عبيد الله ( خ ل ). </w:t>
      </w:r>
    </w:p>
    <w:p w:rsidR="007849C6" w:rsidRDefault="007849C6" w:rsidP="00186E94">
      <w:pPr>
        <w:pStyle w:val="libNormal0"/>
        <w:rPr>
          <w:rtl/>
        </w:rPr>
      </w:pPr>
      <w:r>
        <w:rPr>
          <w:rtl/>
        </w:rPr>
        <w:br w:type="page"/>
      </w:r>
      <w:r>
        <w:rPr>
          <w:rtl/>
        </w:rPr>
        <w:lastRenderedPageBreak/>
        <w:t xml:space="preserve">لم ( ست ) ثقة له أصل </w:t>
      </w:r>
      <w:r w:rsidRPr="00186E94">
        <w:rPr>
          <w:rStyle w:val="libFootnotenumChar"/>
          <w:rtl/>
        </w:rPr>
        <w:t>(1)</w:t>
      </w:r>
      <w:r>
        <w:rPr>
          <w:rtl/>
        </w:rPr>
        <w:t xml:space="preserve">. </w:t>
      </w:r>
    </w:p>
    <w:p w:rsidR="007849C6" w:rsidRDefault="007849C6" w:rsidP="00186E94">
      <w:pPr>
        <w:pStyle w:val="libNormal"/>
        <w:rPr>
          <w:rtl/>
        </w:rPr>
      </w:pPr>
      <w:r>
        <w:rPr>
          <w:rtl/>
        </w:rPr>
        <w:t xml:space="preserve">28 ـ إبراهيم بن علي الكوفي لم ( جخ ) راو مصنف عالم زاهد. </w:t>
      </w:r>
    </w:p>
    <w:p w:rsidR="007849C6" w:rsidRDefault="007849C6" w:rsidP="00186E94">
      <w:pPr>
        <w:pStyle w:val="libNormal"/>
        <w:rPr>
          <w:rtl/>
        </w:rPr>
      </w:pPr>
      <w:r>
        <w:rPr>
          <w:rtl/>
        </w:rPr>
        <w:t xml:space="preserve">29 ـ إبراهيم بن محمد بن أبي يحيى أبو إسحاق مولى بني أسلم بن أفصى ، بالفاء والصاد المهملة ، مدني كان خاصا بحديثنا قر ، ق ( جخ ، ست ) والعامة تضعفه لذلك. </w:t>
      </w:r>
    </w:p>
    <w:p w:rsidR="007849C6" w:rsidRDefault="007849C6" w:rsidP="00186E94">
      <w:pPr>
        <w:pStyle w:val="libNormal"/>
        <w:rPr>
          <w:rtl/>
        </w:rPr>
      </w:pPr>
      <w:r>
        <w:rPr>
          <w:rtl/>
        </w:rPr>
        <w:t xml:space="preserve">30 ـ إبراهيم بن محمد الاشعري م ، ضا ( كش ) قمي ثقة. </w:t>
      </w:r>
    </w:p>
    <w:p w:rsidR="007849C6" w:rsidRDefault="007849C6" w:rsidP="00186E94">
      <w:pPr>
        <w:pStyle w:val="libNormal"/>
        <w:rPr>
          <w:rtl/>
        </w:rPr>
      </w:pPr>
      <w:r>
        <w:rPr>
          <w:rtl/>
        </w:rPr>
        <w:t xml:space="preserve">31 ـ إبراهيم بن محمد بن سعيد بن هلال ، ومنهم من يقول : بن هليل ، بفتح الحاء وكسر اللام ، والحق الاول ، بن عاصم الثقفي ، أصله كوفي يكنى أبا إسحاق لم ( جخ ) كان زيديا ثم رجع وصنف كتابا في المناقب والمثالب فاستعظمه الكوفيون فقال : أي البلاد أبعد من الشيعة ؟ فقالوا : إصفهان فحلف لا يرويه إلا بها. </w:t>
      </w:r>
    </w:p>
    <w:p w:rsidR="007849C6" w:rsidRDefault="007849C6" w:rsidP="00186E94">
      <w:pPr>
        <w:pStyle w:val="libNormal"/>
        <w:rPr>
          <w:rtl/>
        </w:rPr>
      </w:pPr>
      <w:r>
        <w:rPr>
          <w:rtl/>
        </w:rPr>
        <w:t xml:space="preserve">32 ـ أبراهيم بن محمد بن فارس لم ( كش ) لا بأس به في نفسه ولكن بعض من يروي هو عنه. </w:t>
      </w:r>
    </w:p>
    <w:p w:rsidR="007849C6" w:rsidRDefault="007849C6" w:rsidP="00186E94">
      <w:pPr>
        <w:pStyle w:val="libNormal"/>
        <w:rPr>
          <w:rtl/>
        </w:rPr>
      </w:pPr>
      <w:r>
        <w:rPr>
          <w:rtl/>
        </w:rPr>
        <w:t xml:space="preserve">33 ـ إبراهيم بن محمد بن العباس الختلي ، بضم الخاء وفتح التاء المثناة فوق لم ( جخ ) كان رجلا صالحا. </w:t>
      </w:r>
    </w:p>
    <w:p w:rsidR="007849C6" w:rsidRDefault="007849C6" w:rsidP="00186E94">
      <w:pPr>
        <w:pStyle w:val="libNormal"/>
        <w:rPr>
          <w:rtl/>
        </w:rPr>
      </w:pPr>
      <w:r>
        <w:rPr>
          <w:rtl/>
        </w:rPr>
        <w:t xml:space="preserve">34 ـ إبراهيم بن محمد بن معروف أبو إسحاق المذاري بالذال المعجمة لم ( جش ) شيخ من أصحابنا ثقة. </w:t>
      </w:r>
    </w:p>
    <w:p w:rsidR="007849C6" w:rsidRDefault="007849C6" w:rsidP="00186E94">
      <w:pPr>
        <w:pStyle w:val="libNormal"/>
        <w:rPr>
          <w:rtl/>
        </w:rPr>
      </w:pPr>
      <w:r>
        <w:rPr>
          <w:rtl/>
        </w:rPr>
        <w:t xml:space="preserve">35 ـ إبراهيم بن محمد الهمذاني كر ( كش ) كان وكيلا له ( ع ). </w:t>
      </w:r>
    </w:p>
    <w:p w:rsidR="007849C6" w:rsidRDefault="007849C6" w:rsidP="00186E94">
      <w:pPr>
        <w:pStyle w:val="libNormal"/>
        <w:rPr>
          <w:rtl/>
        </w:rPr>
      </w:pPr>
      <w:r>
        <w:rPr>
          <w:rtl/>
        </w:rPr>
        <w:t xml:space="preserve">36 ـ إبراهيم بن مسلم بن هلال الضرير ، ذكره بعض مشائخنا ، قال : ذكره شيوخنا وأصحاب الحديث ، ثقة. </w:t>
      </w:r>
    </w:p>
    <w:p w:rsidR="007849C6" w:rsidRDefault="007849C6" w:rsidP="00186E94">
      <w:pPr>
        <w:pStyle w:val="libNormal"/>
        <w:rPr>
          <w:rtl/>
        </w:rPr>
      </w:pPr>
      <w:r>
        <w:rPr>
          <w:rtl/>
        </w:rPr>
        <w:t xml:space="preserve">37 ـ إبراهيم بن معاذ بالضم قر ، ق ( جخ ). روى عن أبي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راجع : إبراهيم بن زياد أبو أيوب الخراز المتقدم مع هامشنا هناك ، ولم يكن إبراهيم بن عثمان ممن لم يرو عنهم ( ع ) حتى يرمز إليهم صاحب الكتاب برمز ( لم ) ولا ذكره الشيخ في باب من لم يرو عنهم ، فلاحظ. </w:t>
      </w:r>
    </w:p>
    <w:p w:rsidR="007849C6" w:rsidRDefault="007849C6" w:rsidP="00186E94">
      <w:pPr>
        <w:pStyle w:val="libNormal0"/>
        <w:rPr>
          <w:rtl/>
        </w:rPr>
      </w:pPr>
      <w:r>
        <w:rPr>
          <w:rtl/>
        </w:rPr>
        <w:br w:type="page"/>
      </w:r>
      <w:r>
        <w:rPr>
          <w:rtl/>
        </w:rPr>
        <w:lastRenderedPageBreak/>
        <w:t xml:space="preserve">عبدالله حديث التعاقد بين القوم. </w:t>
      </w:r>
    </w:p>
    <w:p w:rsidR="007849C6" w:rsidRDefault="007849C6" w:rsidP="00186E94">
      <w:pPr>
        <w:pStyle w:val="libNormal"/>
        <w:rPr>
          <w:rtl/>
        </w:rPr>
      </w:pPr>
      <w:r>
        <w:rPr>
          <w:rtl/>
        </w:rPr>
        <w:t xml:space="preserve">38 ـ إبراهيم بن مهزم ، بكسر الميم وفتح الزاي ، الاسدي من بني نصر يعرف بابن أبي بردة قر ، ق ( جش ) ثقة ، عمر طويلا. </w:t>
      </w:r>
    </w:p>
    <w:p w:rsidR="007849C6" w:rsidRDefault="007849C6" w:rsidP="00186E94">
      <w:pPr>
        <w:pStyle w:val="libNormal"/>
        <w:rPr>
          <w:rtl/>
        </w:rPr>
      </w:pPr>
      <w:r>
        <w:rPr>
          <w:rtl/>
        </w:rPr>
        <w:t xml:space="preserve">39 ـ إبراهيم بن مهزيار أبو إسحاق الاهوازي لم ( كش ) ممدوح. </w:t>
      </w:r>
    </w:p>
    <w:p w:rsidR="007849C6" w:rsidRDefault="007849C6" w:rsidP="00186E94">
      <w:pPr>
        <w:pStyle w:val="libNormal"/>
        <w:rPr>
          <w:rtl/>
        </w:rPr>
      </w:pPr>
      <w:r>
        <w:rPr>
          <w:rtl/>
        </w:rPr>
        <w:t xml:space="preserve">40 ـ إبراهيم بن نصير ، بالتصغير والصاد المهملة ، الكشي لم ( جخ ) ثقة مأمون كثير الرواية. </w:t>
      </w:r>
    </w:p>
    <w:p w:rsidR="007849C6" w:rsidRDefault="007849C6" w:rsidP="00186E94">
      <w:pPr>
        <w:pStyle w:val="libNormal"/>
        <w:rPr>
          <w:rtl/>
        </w:rPr>
      </w:pPr>
      <w:r>
        <w:rPr>
          <w:rtl/>
        </w:rPr>
        <w:t xml:space="preserve">41 ـ إبراهيم بن نصر بن القعقاع الجعفي. قال ابن سماعة : بجلي ، وقال ابن عقدة : فزاري ق ( جخ ، جش ) ثقة صحيح الحديث. </w:t>
      </w:r>
    </w:p>
    <w:p w:rsidR="007849C6" w:rsidRDefault="007849C6" w:rsidP="00186E94">
      <w:pPr>
        <w:pStyle w:val="libNormal"/>
        <w:rPr>
          <w:rtl/>
        </w:rPr>
      </w:pPr>
      <w:r>
        <w:rPr>
          <w:rtl/>
        </w:rPr>
        <w:t xml:space="preserve">42 ـ إبراهيم بن نعيم ـ بالضم ـ أبو الصباح العبدي ، نزل كنانة فقيل : الكناني قر ، ق ( جخ ، كش ، جش ) قال له الصادق ( ع ) : « أنت ميزان لاعين فيه » مات بعد السبعين والمائة وهو ابن نيف وسبعين سنة. </w:t>
      </w:r>
    </w:p>
    <w:p w:rsidR="007849C6" w:rsidRDefault="007849C6" w:rsidP="00186E94">
      <w:pPr>
        <w:pStyle w:val="libNormal"/>
        <w:rPr>
          <w:rtl/>
        </w:rPr>
      </w:pPr>
      <w:r>
        <w:rPr>
          <w:rtl/>
        </w:rPr>
        <w:t xml:space="preserve">43 ـ إبراهيم بن هاشم أبو إسحاق القمي ، أصله كوفي انتقل إلى قم د ( كش ) </w:t>
      </w:r>
      <w:r w:rsidRPr="00186E94">
        <w:rPr>
          <w:rStyle w:val="libFootnotenumChar"/>
          <w:rtl/>
        </w:rPr>
        <w:t>(1)</w:t>
      </w:r>
      <w:r>
        <w:rPr>
          <w:rtl/>
        </w:rPr>
        <w:t xml:space="preserve"> تلميذ يونس بن عبدالرحمن من أصحاب الرضا ( ع ) ( جش ) : وفي قول الكشي نظر ، قال أصحابنا : هو أول من نشر حديث الكوفيين بقم. </w:t>
      </w:r>
    </w:p>
    <w:p w:rsidR="007849C6" w:rsidRDefault="007849C6" w:rsidP="00186E94">
      <w:pPr>
        <w:pStyle w:val="libNormal"/>
        <w:rPr>
          <w:rtl/>
        </w:rPr>
      </w:pPr>
      <w:r>
        <w:rPr>
          <w:rtl/>
        </w:rPr>
        <w:t xml:space="preserve">44 ـ إبراهيم بن يوسف بن إبراهيم الكندي الطحان م ( جش ) ثقة. </w:t>
      </w:r>
    </w:p>
    <w:p w:rsidR="007849C6" w:rsidRDefault="007849C6" w:rsidP="00186E94">
      <w:pPr>
        <w:pStyle w:val="libNormal"/>
        <w:rPr>
          <w:rtl/>
        </w:rPr>
      </w:pPr>
      <w:r>
        <w:rPr>
          <w:rtl/>
        </w:rPr>
        <w:t xml:space="preserve">45 ـ أبي بن ثابت بن المنذر بن حزام أخو حسان ل ( جخ ) شهد بدراوقتل يوم بئر معونة </w:t>
      </w:r>
      <w:r w:rsidRPr="00186E94">
        <w:rPr>
          <w:rStyle w:val="libFootnotenumChar"/>
          <w:rtl/>
        </w:rPr>
        <w:t>(2)</w:t>
      </w:r>
      <w:r>
        <w:rPr>
          <w:rtl/>
        </w:rPr>
        <w:t xml:space="preserve">.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لا يوجد في ( كش ) وإنما يوجد في ( جش ) وهو الذى نقل عن ( كش ) ، ولم يذكر الشيخ في رجاله أنه من اصحاب الجواد </w:t>
      </w:r>
      <w:r w:rsidR="0006364F" w:rsidRPr="0006364F">
        <w:rPr>
          <w:rStyle w:val="libAlaemChar"/>
          <w:rFonts w:hint="cs"/>
          <w:rtl/>
        </w:rPr>
        <w:t>عليه‌السلام</w:t>
      </w:r>
      <w:r>
        <w:rPr>
          <w:rtl/>
        </w:rPr>
        <w:t xml:space="preserve"> كما رمز إليه صاحب الكتاب. </w:t>
      </w:r>
    </w:p>
    <w:p w:rsidR="007849C6" w:rsidRDefault="007849C6" w:rsidP="002C2B53">
      <w:pPr>
        <w:pStyle w:val="libFootnote0"/>
        <w:rPr>
          <w:rtl/>
        </w:rPr>
      </w:pPr>
      <w:r>
        <w:rPr>
          <w:rtl/>
        </w:rPr>
        <w:t xml:space="preserve">2 ـ بئر معونة في قبلى نجد تنسب غزوة من غزوات النبي </w:t>
      </w:r>
      <w:r w:rsidR="00CA64D5" w:rsidRPr="00CA64D5">
        <w:rPr>
          <w:rStyle w:val="libAlaemChar"/>
          <w:rFonts w:hint="cs"/>
          <w:rtl/>
        </w:rPr>
        <w:t>صلى‌الله‌عليه‌وآله‌وسلم</w:t>
      </w:r>
      <w:r>
        <w:rPr>
          <w:rtl/>
        </w:rPr>
        <w:t xml:space="preserve"> كانت بعد ستة وثلاثين شهرا بعد الهجرة. </w:t>
      </w:r>
    </w:p>
    <w:p w:rsidR="007849C6" w:rsidRDefault="007849C6" w:rsidP="00186E94">
      <w:pPr>
        <w:pStyle w:val="libNormal"/>
        <w:rPr>
          <w:rtl/>
        </w:rPr>
      </w:pPr>
      <w:r>
        <w:rPr>
          <w:rtl/>
        </w:rPr>
        <w:br w:type="page"/>
      </w:r>
      <w:r>
        <w:rPr>
          <w:rtl/>
        </w:rPr>
        <w:lastRenderedPageBreak/>
        <w:t xml:space="preserve">46 ـ أبي بن عمارة ، بكسر العين الانصاري ل صلى معه القبلتين. </w:t>
      </w:r>
    </w:p>
    <w:p w:rsidR="007849C6" w:rsidRDefault="007849C6" w:rsidP="00186E94">
      <w:pPr>
        <w:pStyle w:val="libNormal"/>
        <w:rPr>
          <w:rtl/>
        </w:rPr>
      </w:pPr>
      <w:r>
        <w:rPr>
          <w:rtl/>
        </w:rPr>
        <w:t xml:space="preserve">47 ـ أبي بن قيس ل ، ي قتل يوم صفين. </w:t>
      </w:r>
    </w:p>
    <w:p w:rsidR="007849C6" w:rsidRDefault="007849C6" w:rsidP="00186E94">
      <w:pPr>
        <w:pStyle w:val="libNormal"/>
        <w:rPr>
          <w:rtl/>
        </w:rPr>
      </w:pPr>
      <w:r>
        <w:rPr>
          <w:rtl/>
        </w:rPr>
        <w:t xml:space="preserve">48 ـ أبي بن كعب بن قيس بن عبيد يكنى أبا المنذر ل ( جخ ) شهد العقبة مع السبعين ، وكان يكتب الوحي. آخى بينه وبين سعيد بن زيد ابن عمرو بن نفيل ، شهد بدرا والعقبة الثانية وبايع لرسول الله ( ص ). </w:t>
      </w:r>
    </w:p>
    <w:p w:rsidR="007849C6" w:rsidRDefault="007849C6" w:rsidP="00186E94">
      <w:pPr>
        <w:pStyle w:val="libNormal"/>
        <w:rPr>
          <w:rtl/>
        </w:rPr>
      </w:pPr>
      <w:r>
        <w:rPr>
          <w:rtl/>
        </w:rPr>
        <w:t xml:space="preserve">49 ـ أبي بن مالك الجرشي بالجيم والشين المعجمة ل ( جخ ) مهمل. </w:t>
      </w:r>
    </w:p>
    <w:p w:rsidR="007849C6" w:rsidRDefault="007849C6" w:rsidP="00186E94">
      <w:pPr>
        <w:pStyle w:val="libNormal"/>
        <w:rPr>
          <w:rtl/>
        </w:rPr>
      </w:pPr>
      <w:r>
        <w:rPr>
          <w:rtl/>
        </w:rPr>
        <w:t xml:space="preserve">50 ـ أحمد بن إبراهيم بن أحمد بن المعلي بن أسد العمي ، بالعين المهملة المفتوحة وتشديد الميم ، البصري يكنى أبا بشر لم ( جش ، ست ) واسع الرواية كان ثقة فقيها حسن التصنيف ، وكان مستملي أبي أحمد الجلودي ، بفتح الجيم وضم اللام وبالدال المهملة. </w:t>
      </w:r>
    </w:p>
    <w:p w:rsidR="007849C6" w:rsidRDefault="007849C6" w:rsidP="00186E94">
      <w:pPr>
        <w:pStyle w:val="libNormal"/>
        <w:rPr>
          <w:rtl/>
        </w:rPr>
      </w:pPr>
      <w:r>
        <w:rPr>
          <w:rtl/>
        </w:rPr>
        <w:t xml:space="preserve">51 ـ أحمد بن إبراهيم بن أبي رافع الصيمري ، بالصاد المفتوحة المهملة وفتح الميم. ومن أصحابنا من قال : بضم الميم والحق الاول ، والصيمر ـ بفتح الميم ـ بلدة من أرض مهرجان على خمس مراحل من الدينور ، والصيمر أيضا بالبصرة على فم نهر معقل. أبو عبد الله من ولد عبيد بن عازب أخي البراء بن العازب الانصاري لم ( جش ، ست ) كوفي سكن بغداد صحيح العقيدة ثقة. </w:t>
      </w:r>
    </w:p>
    <w:p w:rsidR="007849C6" w:rsidRDefault="007849C6" w:rsidP="00186E94">
      <w:pPr>
        <w:pStyle w:val="libNormal"/>
        <w:rPr>
          <w:rtl/>
        </w:rPr>
      </w:pPr>
      <w:r>
        <w:rPr>
          <w:rtl/>
        </w:rPr>
        <w:t xml:space="preserve">52 ـ أحمد بن أبي زاهر ، واسم أبي زاهر موسى ـ أبو جعفر الاشعري القمي مولى ( جش ) كان وجها بقم وحديثه ليس بذلك النقي ( من الاخلاط ). </w:t>
      </w:r>
    </w:p>
    <w:p w:rsidR="007849C6" w:rsidRDefault="007849C6" w:rsidP="00186E94">
      <w:pPr>
        <w:pStyle w:val="libNormal"/>
        <w:rPr>
          <w:rtl/>
        </w:rPr>
      </w:pPr>
      <w:r>
        <w:rPr>
          <w:rtl/>
        </w:rPr>
        <w:t xml:space="preserve">53 ـ أحمد بن إبراهيم بن إسماعيل بن داود بن حمدون الكاتب النديم دى ، كر ( جخ ، ست ) شيخ أهل اللغة. </w:t>
      </w:r>
    </w:p>
    <w:p w:rsidR="007849C6" w:rsidRDefault="007849C6" w:rsidP="00186E94">
      <w:pPr>
        <w:pStyle w:val="libNormal"/>
        <w:rPr>
          <w:rtl/>
        </w:rPr>
      </w:pPr>
      <w:r>
        <w:rPr>
          <w:rtl/>
        </w:rPr>
        <w:t xml:space="preserve">54 ـ أحمد بن إبراهيم بن علان يعرف بعلان ـ بفتح العين وتشديد اللام ومن أصحابنا من قال : عليان ، والحق الاول ، الكليني ، بضم الكاف وتخفيف اللام لم ( جخ ) خير فاضل من أهل الري. </w:t>
      </w:r>
    </w:p>
    <w:p w:rsidR="007849C6" w:rsidRDefault="007849C6" w:rsidP="00186E94">
      <w:pPr>
        <w:pStyle w:val="libNormal"/>
        <w:rPr>
          <w:rtl/>
        </w:rPr>
      </w:pPr>
      <w:r>
        <w:rPr>
          <w:rtl/>
        </w:rPr>
        <w:br w:type="page"/>
      </w:r>
      <w:r>
        <w:rPr>
          <w:rtl/>
        </w:rPr>
        <w:lastRenderedPageBreak/>
        <w:t xml:space="preserve">55 ـ أحمد بن إبراهيم أبو حامد المراغي ( كش ) ممدوح عظيم الشأن. </w:t>
      </w:r>
    </w:p>
    <w:p w:rsidR="007849C6" w:rsidRDefault="007849C6" w:rsidP="00186E94">
      <w:pPr>
        <w:pStyle w:val="libNormal"/>
        <w:rPr>
          <w:rtl/>
        </w:rPr>
      </w:pPr>
      <w:r>
        <w:rPr>
          <w:rtl/>
        </w:rPr>
        <w:t xml:space="preserve">56 ـ أحمد بن أبي عوف ، أبو عوف من أهل بخارى لم ( جخ ) لا بأس به. </w:t>
      </w:r>
    </w:p>
    <w:p w:rsidR="007849C6" w:rsidRDefault="007849C6" w:rsidP="00186E94">
      <w:pPr>
        <w:pStyle w:val="libNormal"/>
        <w:rPr>
          <w:rtl/>
        </w:rPr>
      </w:pPr>
      <w:r>
        <w:rPr>
          <w:rtl/>
        </w:rPr>
        <w:t xml:space="preserve">57 ـ أحمد بن بن إدريس أبو علي الاشعري القمي لم ( ست ، جش ). ثقة صحيح الحديث فقيه مات بالقرعاء في طريق مكة سنة ست وثلاثمائة. </w:t>
      </w:r>
    </w:p>
    <w:p w:rsidR="007849C6" w:rsidRDefault="007849C6" w:rsidP="00186E94">
      <w:pPr>
        <w:pStyle w:val="libNormal"/>
        <w:rPr>
          <w:rtl/>
        </w:rPr>
      </w:pPr>
      <w:r>
        <w:rPr>
          <w:rtl/>
        </w:rPr>
        <w:t xml:space="preserve">58 ـ أحمد بن إسحاق الرازي دي ( جخ ) ثقة. </w:t>
      </w:r>
    </w:p>
    <w:p w:rsidR="007849C6" w:rsidRDefault="007849C6" w:rsidP="00186E94">
      <w:pPr>
        <w:pStyle w:val="libNormal"/>
        <w:rPr>
          <w:rtl/>
        </w:rPr>
      </w:pPr>
      <w:r>
        <w:rPr>
          <w:rtl/>
        </w:rPr>
        <w:t xml:space="preserve">59 ـ أحمد بن إسحاق بن عبدالله بن سعد بن مالك بن الاحوص بالحاء والصاد المهملتين ـ الاشعري ، أبو علي القمي د ، دي ، كركان خاص أبي محمد ( ع ) ثقة ، ورأى صاحب الزمان ( ع ). </w:t>
      </w:r>
    </w:p>
    <w:p w:rsidR="007849C6" w:rsidRDefault="007849C6" w:rsidP="00186E94">
      <w:pPr>
        <w:pStyle w:val="libNormal"/>
        <w:rPr>
          <w:rtl/>
        </w:rPr>
      </w:pPr>
      <w:r>
        <w:rPr>
          <w:rtl/>
        </w:rPr>
        <w:t xml:space="preserve">60 ـ أحمد بن إسماعيل الفقيه صاحب كتاب الامامة لم ( جخ ) ( مهمل ). </w:t>
      </w:r>
    </w:p>
    <w:p w:rsidR="007849C6" w:rsidRDefault="007849C6" w:rsidP="00186E94">
      <w:pPr>
        <w:pStyle w:val="libNormal"/>
        <w:rPr>
          <w:rtl/>
        </w:rPr>
      </w:pPr>
      <w:r>
        <w:rPr>
          <w:rtl/>
        </w:rPr>
        <w:t xml:space="preserve">61 ـ أحمد بن إسماعيل بن سمكة بن عبدالله أبو علي لم ( ست ) بجلي عربي من أهل قم ، فاضل أديب عليه قرأ أبو الحسن محمد بن الحسين ابن العميد ، وله كتب عدة لم يصنف مثلها ، كان من أصاحب أحمد ابن أبي عبدالله البرقي وممن تأدب عليه. </w:t>
      </w:r>
    </w:p>
    <w:p w:rsidR="007849C6" w:rsidRDefault="007849C6" w:rsidP="00186E94">
      <w:pPr>
        <w:pStyle w:val="libNormal"/>
        <w:rPr>
          <w:rtl/>
        </w:rPr>
      </w:pPr>
      <w:r>
        <w:rPr>
          <w:rtl/>
        </w:rPr>
        <w:t xml:space="preserve">62 ـ أحمد بن أصفهبذ بن العباس القمي الضريز المفسر مصنف كتاب تعبير الرؤيا لم ( جخ ) مهمل ، ومنهم من ينسب كتابه إلى الكليني وليس له. </w:t>
      </w:r>
    </w:p>
    <w:p w:rsidR="007849C6" w:rsidRDefault="007849C6" w:rsidP="00186E94">
      <w:pPr>
        <w:pStyle w:val="libNormal"/>
        <w:rPr>
          <w:rtl/>
        </w:rPr>
      </w:pPr>
      <w:r>
        <w:rPr>
          <w:rtl/>
        </w:rPr>
        <w:t xml:space="preserve">63 ـ أحمد بن الحسن الاسفرايني أبو العباس الضرير المفسر لم ( ست ). له كتاب المصابيح في ذكر ما نزل من القران في أهل البيت </w:t>
      </w:r>
      <w:r w:rsidR="0006364F" w:rsidRPr="0006364F">
        <w:rPr>
          <w:rStyle w:val="libAlaemChar"/>
          <w:rFonts w:hint="cs"/>
          <w:rtl/>
        </w:rPr>
        <w:t>عليهم‌السلام</w:t>
      </w:r>
      <w:r>
        <w:rPr>
          <w:rtl/>
        </w:rPr>
        <w:t xml:space="preserve"> ، وعندي أنه أحمد بن الاصفهبذ الذي قبله. </w:t>
      </w:r>
    </w:p>
    <w:p w:rsidR="007849C6" w:rsidRDefault="007849C6" w:rsidP="00186E94">
      <w:pPr>
        <w:pStyle w:val="libNormal"/>
        <w:rPr>
          <w:rtl/>
        </w:rPr>
      </w:pPr>
      <w:r>
        <w:rPr>
          <w:rtl/>
        </w:rPr>
        <w:t xml:space="preserve">64 ـ أحمد بن الحسن الخزاز بالمعجمات ( ست ) له كتاب التفسير. </w:t>
      </w:r>
    </w:p>
    <w:p w:rsidR="007849C6" w:rsidRDefault="007849C6" w:rsidP="00186E94">
      <w:pPr>
        <w:pStyle w:val="libNormal"/>
        <w:rPr>
          <w:rtl/>
        </w:rPr>
      </w:pPr>
      <w:r>
        <w:rPr>
          <w:rtl/>
        </w:rPr>
        <w:t xml:space="preserve">65 ـ أحمد بن الحسن الرازي أبو علي لم ( جخ ) خاصي. </w:t>
      </w:r>
    </w:p>
    <w:p w:rsidR="007849C6" w:rsidRDefault="007849C6" w:rsidP="00186E94">
      <w:pPr>
        <w:pStyle w:val="libNormal"/>
        <w:rPr>
          <w:rtl/>
        </w:rPr>
      </w:pPr>
      <w:r>
        <w:rPr>
          <w:rtl/>
        </w:rPr>
        <w:br w:type="page"/>
      </w:r>
      <w:r>
        <w:rPr>
          <w:rtl/>
        </w:rPr>
        <w:lastRenderedPageBreak/>
        <w:t xml:space="preserve">66 ـ أحمد بن الحسن بن إسماعيل بن شعيب بن ميثم بن عبدالله التمار ، أبو عبد الله صنا ( ست ) كوفي صحيح الحديث سليمه. </w:t>
      </w:r>
    </w:p>
    <w:p w:rsidR="007849C6" w:rsidRDefault="007849C6" w:rsidP="00186E94">
      <w:pPr>
        <w:pStyle w:val="libNormal"/>
        <w:rPr>
          <w:rtl/>
        </w:rPr>
      </w:pPr>
      <w:r>
        <w:rPr>
          <w:rtl/>
        </w:rPr>
        <w:t xml:space="preserve">67 ـ أحمد بن الحسن بن الحسين اللؤلؤي ، لم ( ست ) ثقة ، وليس هو بابن المعرف بالحسن بن الحسين اللؤلؤي ، كوفي وله كتاب « اللؤلؤ ». </w:t>
      </w:r>
    </w:p>
    <w:p w:rsidR="007849C6" w:rsidRDefault="007849C6" w:rsidP="00186E94">
      <w:pPr>
        <w:pStyle w:val="libNormal"/>
        <w:rPr>
          <w:rtl/>
        </w:rPr>
      </w:pPr>
      <w:r>
        <w:rPr>
          <w:rtl/>
        </w:rPr>
        <w:t xml:space="preserve">68 ـ أحمد بن الحسين بن سعيد بن عثمان القرشي ، أبو عبد الله ( ست ) له نوادر. </w:t>
      </w:r>
    </w:p>
    <w:p w:rsidR="007849C6" w:rsidRDefault="007849C6" w:rsidP="00186E94">
      <w:pPr>
        <w:pStyle w:val="libNormal"/>
        <w:rPr>
          <w:rtl/>
        </w:rPr>
      </w:pPr>
      <w:r>
        <w:rPr>
          <w:rtl/>
        </w:rPr>
        <w:t xml:space="preserve">69 ـ أحمد بن الحسين بن عبدالملك أبو جعفر الاودي ، ومنهم من يقول « الازدي » وليس بشيء ، و « أود » بفتح الهمزة اسم رجل وإليه ينسب الافوه الاودي لم ( ست ) كوفي ثقة مرجوع إليه ، بوب كتاب المشيخة </w:t>
      </w:r>
      <w:r w:rsidRPr="00186E94">
        <w:rPr>
          <w:rStyle w:val="libFootnotenumChar"/>
          <w:rtl/>
        </w:rPr>
        <w:t>(1)</w:t>
      </w:r>
      <w:r>
        <w:rPr>
          <w:rtl/>
        </w:rPr>
        <w:t xml:space="preserve">. </w:t>
      </w:r>
    </w:p>
    <w:p w:rsidR="007849C6" w:rsidRDefault="007849C6" w:rsidP="00186E94">
      <w:pPr>
        <w:pStyle w:val="libNormal"/>
        <w:rPr>
          <w:rtl/>
        </w:rPr>
      </w:pPr>
      <w:r>
        <w:rPr>
          <w:rtl/>
        </w:rPr>
        <w:t xml:space="preserve">70 ـ أحمد بن الحسين بن عمر بن يزيد الصيقل أبو جعفر ق ، م ( جش ) ثقة. جده عمر بن يزيد بياع السابري. </w:t>
      </w:r>
    </w:p>
    <w:p w:rsidR="007849C6" w:rsidRDefault="007849C6" w:rsidP="00186E94">
      <w:pPr>
        <w:pStyle w:val="libNormal"/>
        <w:rPr>
          <w:rtl/>
        </w:rPr>
      </w:pPr>
      <w:r>
        <w:rPr>
          <w:rtl/>
        </w:rPr>
        <w:t xml:space="preserve">71 ـ أحمد بن حمزة بن اليسع بن عبدالله القمي دي ( جخ ) روى أبوه عن ضاثقة. </w:t>
      </w:r>
    </w:p>
    <w:p w:rsidR="007849C6" w:rsidRDefault="007849C6" w:rsidP="00186E94">
      <w:pPr>
        <w:pStyle w:val="libNormal"/>
        <w:rPr>
          <w:rtl/>
        </w:rPr>
      </w:pPr>
      <w:r>
        <w:rPr>
          <w:rtl/>
        </w:rPr>
        <w:t xml:space="preserve">72 ـ أحمد بن حمزة لم ( كش ) كان ( من ) عداد الوزراء. </w:t>
      </w:r>
    </w:p>
    <w:p w:rsidR="007849C6" w:rsidRDefault="007849C6" w:rsidP="00186E94">
      <w:pPr>
        <w:pStyle w:val="libNormal"/>
        <w:rPr>
          <w:rtl/>
        </w:rPr>
      </w:pPr>
      <w:r>
        <w:rPr>
          <w:rtl/>
        </w:rPr>
        <w:t xml:space="preserve">73 ـ أحمد بن داود بن سعيد الفزاري أبو يحيى الجرجاني لم ( جخ ، ست ) كان من جملة أصحاب الحديث من العامة واستبصر وصنف في الاحتجاج عليهم. </w:t>
      </w:r>
    </w:p>
    <w:p w:rsidR="007849C6" w:rsidRDefault="007849C6" w:rsidP="00186E94">
      <w:pPr>
        <w:pStyle w:val="libNormal"/>
        <w:rPr>
          <w:rtl/>
        </w:rPr>
      </w:pPr>
      <w:r>
        <w:rPr>
          <w:rtl/>
        </w:rPr>
        <w:t xml:space="preserve">74 ـ أحمد بن داود بن علي أبو الحسين القمي أخو شيخنا الفقيه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قال النجاشي : جمع كتاب المشيخة وبوبه على أسماء الشيوخ ، وقال الشيخ في الفهرست : بوب كتاب المشيخة بعد أن كان منشورا فجعله على أسماء الرجال ، والمراد بكتاب المشيخة هو مشيخة الحسن بن محبوب السراد الذى يرويه عنه صاحب الترجمة. </w:t>
      </w:r>
    </w:p>
    <w:p w:rsidR="007849C6" w:rsidRDefault="007849C6" w:rsidP="00186E94">
      <w:pPr>
        <w:pStyle w:val="libNormal0"/>
        <w:rPr>
          <w:rtl/>
        </w:rPr>
      </w:pPr>
      <w:r>
        <w:rPr>
          <w:rtl/>
        </w:rPr>
        <w:br w:type="page"/>
      </w:r>
      <w:r>
        <w:rPr>
          <w:rtl/>
        </w:rPr>
        <w:lastRenderedPageBreak/>
        <w:t xml:space="preserve">القمي لم ( ست ، جش ) ثقة ثقة كثير الحديث ، صحب أبا الحسن علي ابن بابويه. </w:t>
      </w:r>
    </w:p>
    <w:p w:rsidR="007849C6" w:rsidRDefault="007849C6" w:rsidP="00186E94">
      <w:pPr>
        <w:pStyle w:val="libNormal"/>
        <w:rPr>
          <w:rtl/>
        </w:rPr>
      </w:pPr>
      <w:r>
        <w:rPr>
          <w:rtl/>
        </w:rPr>
        <w:t xml:space="preserve">75 ـ أحمد بن رباح ، بالباء المفردة تحت ، بن أبي النصر السكوني لم ( جش ) مولى روى عن الرجال. </w:t>
      </w:r>
    </w:p>
    <w:p w:rsidR="007849C6" w:rsidRDefault="007849C6" w:rsidP="00186E94">
      <w:pPr>
        <w:pStyle w:val="libNormal"/>
        <w:rPr>
          <w:rtl/>
        </w:rPr>
      </w:pPr>
      <w:r>
        <w:rPr>
          <w:rtl/>
        </w:rPr>
        <w:t xml:space="preserve">76 ـ أحمد بن رزق الغمشاني بجلي لم ( جش ، ست ) ثقة. </w:t>
      </w:r>
    </w:p>
    <w:p w:rsidR="007849C6" w:rsidRDefault="007849C6" w:rsidP="00186E94">
      <w:pPr>
        <w:pStyle w:val="libNormal"/>
        <w:rPr>
          <w:rtl/>
        </w:rPr>
      </w:pPr>
      <w:r>
        <w:rPr>
          <w:rtl/>
        </w:rPr>
        <w:t xml:space="preserve">77 ـ أحمد بن زياد بن جعفر الهمذاني بالذال المعجمة لم ثقة. </w:t>
      </w:r>
    </w:p>
    <w:p w:rsidR="007849C6" w:rsidRDefault="007849C6" w:rsidP="00186E94">
      <w:pPr>
        <w:pStyle w:val="libNormal"/>
        <w:rPr>
          <w:rtl/>
        </w:rPr>
      </w:pPr>
      <w:r>
        <w:rPr>
          <w:rtl/>
        </w:rPr>
        <w:t xml:space="preserve">78 ـ أحمد بن سليمان الحجال لم ( جش ، ست ). له كتاب. </w:t>
      </w:r>
    </w:p>
    <w:p w:rsidR="007849C6" w:rsidRDefault="007849C6" w:rsidP="00186E94">
      <w:pPr>
        <w:pStyle w:val="libNormal"/>
        <w:rPr>
          <w:rtl/>
        </w:rPr>
      </w:pPr>
      <w:r>
        <w:rPr>
          <w:rtl/>
        </w:rPr>
        <w:t xml:space="preserve">79 ـ أحمد بن إسماعيل بن سمكة بن عبدالله </w:t>
      </w:r>
      <w:r w:rsidRPr="00186E94">
        <w:rPr>
          <w:rStyle w:val="libFootnotenumChar"/>
          <w:rtl/>
        </w:rPr>
        <w:t>(1)</w:t>
      </w:r>
      <w:r>
        <w:rPr>
          <w:rtl/>
        </w:rPr>
        <w:t xml:space="preserve"> أبو علي لم ( ست ) بجلي عربي من أهل قم ، فاضل أديب ، قرأ عليه أبو الفضل محمد بن الحسين بن العميد ، له كتب نفيسة. </w:t>
      </w:r>
    </w:p>
    <w:p w:rsidR="007849C6" w:rsidRDefault="007849C6" w:rsidP="00186E94">
      <w:pPr>
        <w:pStyle w:val="libNormal"/>
        <w:rPr>
          <w:rtl/>
        </w:rPr>
      </w:pPr>
      <w:r>
        <w:rPr>
          <w:rtl/>
        </w:rPr>
        <w:t xml:space="preserve">80 ـ أحمد بن شعيب أبو عبد الرحمن. ( ست ) له كتاب. </w:t>
      </w:r>
    </w:p>
    <w:p w:rsidR="007849C6" w:rsidRDefault="007849C6" w:rsidP="00186E94">
      <w:pPr>
        <w:pStyle w:val="libNormal"/>
        <w:rPr>
          <w:rtl/>
        </w:rPr>
      </w:pPr>
      <w:r>
        <w:rPr>
          <w:rtl/>
        </w:rPr>
        <w:t xml:space="preserve">81 ـ أحمد بن صبيح ـ بالصاد المهملة المفتوحة والباء المفردة تحت المكسورة ـ أبو عبد الله الاسدي لم ( جش ، ست ) كوفي ثقة ، والزيدية تدعيه وليس منهم. ومنهم من ضم الصاد وفتح الباء وليس بشئ. </w:t>
      </w:r>
    </w:p>
    <w:p w:rsidR="007849C6" w:rsidRDefault="007849C6" w:rsidP="00186E94">
      <w:pPr>
        <w:pStyle w:val="libNormal"/>
        <w:rPr>
          <w:rtl/>
        </w:rPr>
      </w:pPr>
      <w:r>
        <w:rPr>
          <w:rtl/>
        </w:rPr>
        <w:t xml:space="preserve">82 ـ أحمد بن عائذ ـ بالذال المعجمة ـ بن حبيب الاحمسي البجلي ق ( جخ ، جش ، كش ). مولى ثقة ، كان صحب أبا خديجة سالم بن مكرم وأخذ عنه وعرف به وكان حلالا ببغداد </w:t>
      </w:r>
      <w:r w:rsidRPr="00186E94">
        <w:rPr>
          <w:rStyle w:val="libFootnotenumChar"/>
          <w:rtl/>
        </w:rPr>
        <w:t>(2)</w:t>
      </w:r>
      <w:r>
        <w:rPr>
          <w:rtl/>
        </w:rPr>
        <w:t xml:space="preserve">. </w:t>
      </w:r>
    </w:p>
    <w:p w:rsidR="007849C6" w:rsidRDefault="007849C6" w:rsidP="00186E94">
      <w:pPr>
        <w:pStyle w:val="libNormal"/>
        <w:rPr>
          <w:rtl/>
        </w:rPr>
      </w:pPr>
      <w:r>
        <w:rPr>
          <w:rtl/>
        </w:rPr>
        <w:t xml:space="preserve">83 ـ أحمد بن عامر أبو الجعد بن سليمان بن صالح بن وهب بن عامر ضا ( جش ) قتل جده عامر مع الحسين ( ع ). </w:t>
      </w:r>
    </w:p>
    <w:p w:rsidR="007849C6" w:rsidRDefault="007849C6" w:rsidP="00186E94">
      <w:pPr>
        <w:pStyle w:val="libNormal"/>
        <w:rPr>
          <w:rtl/>
        </w:rPr>
      </w:pPr>
      <w:r>
        <w:rPr>
          <w:rtl/>
        </w:rPr>
        <w:t xml:space="preserve">84 ـ أحمد بن عبد العزيز الجوهري ( ست ) له كتاب. </w:t>
      </w:r>
    </w:p>
    <w:p w:rsidR="007849C6" w:rsidRDefault="007849C6" w:rsidP="00186E94">
      <w:pPr>
        <w:pStyle w:val="libNormal"/>
        <w:rPr>
          <w:rtl/>
        </w:rPr>
      </w:pPr>
      <w:r>
        <w:rPr>
          <w:rtl/>
        </w:rPr>
        <w:t xml:space="preserve">85 ـ أحمد بن عبدالله بن أحمدجلين بالجيم المضمومة وتشديد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هذا هو المتقدم بعنوان أحمد بن إسماعيل بن سمكة بن عبدالله أبو علي ، فجاء مكررا. </w:t>
      </w:r>
    </w:p>
    <w:p w:rsidR="007849C6" w:rsidRDefault="007849C6" w:rsidP="002C2B53">
      <w:pPr>
        <w:pStyle w:val="libFootnote0"/>
        <w:rPr>
          <w:rtl/>
        </w:rPr>
      </w:pPr>
      <w:r>
        <w:rPr>
          <w:rtl/>
        </w:rPr>
        <w:t xml:space="preserve">2 ـ بالمهملة والمشددة. والحل الشيرج. صرح به المصنف فيما يأتي. </w:t>
      </w:r>
    </w:p>
    <w:p w:rsidR="007849C6" w:rsidRDefault="007849C6" w:rsidP="00186E94">
      <w:pPr>
        <w:pStyle w:val="libNormal0"/>
        <w:rPr>
          <w:rtl/>
        </w:rPr>
      </w:pPr>
      <w:r>
        <w:rPr>
          <w:rtl/>
        </w:rPr>
        <w:br w:type="page"/>
      </w:r>
      <w:r>
        <w:rPr>
          <w:rtl/>
        </w:rPr>
        <w:lastRenderedPageBreak/>
        <w:t xml:space="preserve">اللام المكسورة والياء المثناة تحت ، الدوري ، أبو بكر الوراق لم ( جخ ، ست ) ثقة في حديثه ، له كتاب رد الشمس ( جش ) : ثقة مسكون إلى روايته وما يتحقق بأمرنامع اختلاطه بالعامة. </w:t>
      </w:r>
    </w:p>
    <w:p w:rsidR="007849C6" w:rsidRDefault="007849C6" w:rsidP="00186E94">
      <w:pPr>
        <w:pStyle w:val="libNormal"/>
        <w:rPr>
          <w:rtl/>
        </w:rPr>
      </w:pPr>
      <w:r>
        <w:rPr>
          <w:rtl/>
        </w:rPr>
        <w:t xml:space="preserve">86 ـ أحمد بن عبدالله بن أحمد الرفاء لم ( جش ) : أخونا ، مات قريب السن. </w:t>
      </w:r>
    </w:p>
    <w:p w:rsidR="007849C6" w:rsidRDefault="007849C6" w:rsidP="00186E94">
      <w:pPr>
        <w:pStyle w:val="libNormal"/>
        <w:rPr>
          <w:rtl/>
        </w:rPr>
      </w:pPr>
      <w:r>
        <w:rPr>
          <w:rtl/>
        </w:rPr>
        <w:t xml:space="preserve">87 ـ أحمد بن عبد الواحد بن أحمد البزاز أبو عبد الله لم ( جش ) شيخنا المعروف بابن عبدون كان عالما بالادب وعبر عنه الشيخ بأحمدبن عبدون المعروف بابن الحاشر ، بالحاء المهملة والشين المعجمة. </w:t>
      </w:r>
    </w:p>
    <w:p w:rsidR="007849C6" w:rsidRDefault="007849C6" w:rsidP="00186E94">
      <w:pPr>
        <w:pStyle w:val="libNormal"/>
        <w:rPr>
          <w:rtl/>
        </w:rPr>
      </w:pPr>
      <w:r>
        <w:rPr>
          <w:rtl/>
        </w:rPr>
        <w:t xml:space="preserve">88 ـ أحمد بن عبدالله بن جعفر الحميري ( لم ) له مكاتبة. </w:t>
      </w:r>
    </w:p>
    <w:p w:rsidR="007849C6" w:rsidRDefault="007849C6" w:rsidP="00186E94">
      <w:pPr>
        <w:pStyle w:val="libNormal"/>
        <w:rPr>
          <w:rtl/>
        </w:rPr>
      </w:pPr>
      <w:r>
        <w:rPr>
          <w:rtl/>
        </w:rPr>
        <w:t xml:space="preserve">89 ـ أحمد بن عبدالله بن مهران ـ بالكسر ـ المعروف بابن خانبة ، بالخاء المعجمة والنون المكسورة والباء المفردة ، أبو جعفر لم ( جش ، ست ) كان من أصحابنا الثقات وما ظهر له رواية ، وله كتاب « التأديب » وهو كتاب يوم وليلة. </w:t>
      </w:r>
    </w:p>
    <w:p w:rsidR="007849C6" w:rsidRDefault="007849C6" w:rsidP="00186E94">
      <w:pPr>
        <w:pStyle w:val="libNormal"/>
        <w:rPr>
          <w:rtl/>
        </w:rPr>
      </w:pPr>
      <w:r>
        <w:rPr>
          <w:rtl/>
        </w:rPr>
        <w:t xml:space="preserve">90 ـ أحمد بن عبدالله الكرخي لم ( كش ) كان كاتب إسحاق ابن إبراهيم ثم تاب وأقبل على التصنيف ، وكان أحد غلمان يونس بن عبدالرحمن معروفا به. </w:t>
      </w:r>
    </w:p>
    <w:p w:rsidR="007849C6" w:rsidRDefault="007849C6" w:rsidP="00186E94">
      <w:pPr>
        <w:pStyle w:val="libNormal"/>
        <w:rPr>
          <w:rtl/>
        </w:rPr>
      </w:pPr>
      <w:r>
        <w:rPr>
          <w:rtl/>
        </w:rPr>
        <w:t xml:space="preserve">91 ـ أحمد بن عبدالله بن عيسى بن مصقلة بن سعيد القمي الاشعري لم ( جش ) ثقة. </w:t>
      </w:r>
    </w:p>
    <w:p w:rsidR="007849C6" w:rsidRDefault="007849C6" w:rsidP="00186E94">
      <w:pPr>
        <w:pStyle w:val="libNormal"/>
        <w:rPr>
          <w:rtl/>
        </w:rPr>
      </w:pPr>
      <w:r>
        <w:rPr>
          <w:rtl/>
        </w:rPr>
        <w:t xml:space="preserve">92 ـ أحمد بن عبيدالله بن يحيى بن خاقان لم ( جش ) ذكره أصحابنا في المصنفين. </w:t>
      </w:r>
    </w:p>
    <w:p w:rsidR="007849C6" w:rsidRDefault="007849C6" w:rsidP="00186E94">
      <w:pPr>
        <w:pStyle w:val="libNormal"/>
        <w:rPr>
          <w:rtl/>
        </w:rPr>
      </w:pPr>
      <w:r>
        <w:rPr>
          <w:rtl/>
        </w:rPr>
        <w:t xml:space="preserve">93 ـ أحمد بن عبدوس ـ بالضم ـ الخلنجي ، بالخاء المعجمة والنون والجيم أبو عبد الله ( جش ) له كتاب « نوادر ». </w:t>
      </w:r>
    </w:p>
    <w:p w:rsidR="007849C6" w:rsidRDefault="007849C6" w:rsidP="00186E94">
      <w:pPr>
        <w:pStyle w:val="libNormal"/>
        <w:rPr>
          <w:rtl/>
        </w:rPr>
      </w:pPr>
      <w:r>
        <w:rPr>
          <w:rtl/>
        </w:rPr>
        <w:t xml:space="preserve">94 ـ أحمد بن عبدون ، يعرف بابن الحاشر ، بالحاء المهملة والشين المعجمة ، أبو عبد الله كثير الرواية لم ( ست ) : سمعنا منه وأجاز لنا. </w:t>
      </w:r>
    </w:p>
    <w:p w:rsidR="007849C6" w:rsidRDefault="007849C6" w:rsidP="00186E94">
      <w:pPr>
        <w:pStyle w:val="libNormal"/>
        <w:rPr>
          <w:rtl/>
        </w:rPr>
      </w:pPr>
      <w:r>
        <w:rPr>
          <w:rtl/>
        </w:rPr>
        <w:br w:type="page"/>
      </w:r>
      <w:r>
        <w:rPr>
          <w:rtl/>
        </w:rPr>
        <w:lastRenderedPageBreak/>
        <w:t xml:space="preserve">95 ـ أحمد بن عبيد ( ست ) بغدادي له كتاب. </w:t>
      </w:r>
    </w:p>
    <w:p w:rsidR="007849C6" w:rsidRDefault="007849C6" w:rsidP="00186E94">
      <w:pPr>
        <w:pStyle w:val="libNormal"/>
        <w:rPr>
          <w:rtl/>
        </w:rPr>
      </w:pPr>
      <w:r>
        <w:rPr>
          <w:rtl/>
        </w:rPr>
        <w:t xml:space="preserve">96 ـ أحمد بن علي بن أحمد بن العباس بن محمد بن عبدالله بن إبراهيم بن محمد بن عبدالله بن النجاشي الذي ولي الاهواز مصنف كتاب الرجال ( ثقة ) لم ( جش ) معظم كثير التصانيف. </w:t>
      </w:r>
    </w:p>
    <w:p w:rsidR="007849C6" w:rsidRDefault="007849C6" w:rsidP="00186E94">
      <w:pPr>
        <w:pStyle w:val="libNormal"/>
        <w:rPr>
          <w:rtl/>
        </w:rPr>
      </w:pPr>
      <w:r>
        <w:rPr>
          <w:rtl/>
        </w:rPr>
        <w:t xml:space="preserve">97 ـ أحمد بن علي البلخي لم ( جخ ) الرجل الصالح ، أجاز التلعكبري. </w:t>
      </w:r>
    </w:p>
    <w:p w:rsidR="007849C6" w:rsidRDefault="007849C6" w:rsidP="00186E94">
      <w:pPr>
        <w:pStyle w:val="libNormal"/>
        <w:rPr>
          <w:rtl/>
        </w:rPr>
      </w:pPr>
      <w:r>
        <w:rPr>
          <w:rtl/>
        </w:rPr>
        <w:t xml:space="preserve">98 ـ أحمد بن علي بن الحسن بن شاذان الفامي القمي. لم ( جخ ، جش ). شيخنا الفقيه ، حسن المعرفة </w:t>
      </w:r>
      <w:r w:rsidRPr="00186E94">
        <w:rPr>
          <w:rStyle w:val="libFootnotenumChar"/>
          <w:rtl/>
        </w:rPr>
        <w:t>(1)</w:t>
      </w:r>
      <w:r>
        <w:rPr>
          <w:rtl/>
        </w:rPr>
        <w:t xml:space="preserve">. </w:t>
      </w:r>
    </w:p>
    <w:p w:rsidR="007849C6" w:rsidRDefault="007849C6" w:rsidP="00186E94">
      <w:pPr>
        <w:pStyle w:val="libNormal"/>
        <w:rPr>
          <w:rtl/>
        </w:rPr>
      </w:pPr>
      <w:r>
        <w:rPr>
          <w:rtl/>
        </w:rPr>
        <w:t xml:space="preserve">99 ـ أحمد بن علي القمي المعروف بشقران ، بضم الشين المعجمة ، كان أشل دوارالم ( جخ ) مهمل. </w:t>
      </w:r>
    </w:p>
    <w:p w:rsidR="007849C6" w:rsidRDefault="007849C6" w:rsidP="00186E94">
      <w:pPr>
        <w:pStyle w:val="libNormal"/>
        <w:rPr>
          <w:rtl/>
        </w:rPr>
      </w:pPr>
      <w:r>
        <w:rPr>
          <w:rtl/>
        </w:rPr>
        <w:t xml:space="preserve">100 ـ أحمد بن علي الفائدي أبو عمر القزويني لم ( جخ ، ست ، جش ) شيخ ثقة وجه من أصحابنا. </w:t>
      </w:r>
    </w:p>
    <w:p w:rsidR="007849C6" w:rsidRDefault="007849C6" w:rsidP="00186E94">
      <w:pPr>
        <w:pStyle w:val="libNormal"/>
        <w:rPr>
          <w:rtl/>
        </w:rPr>
      </w:pPr>
      <w:r>
        <w:rPr>
          <w:rtl/>
        </w:rPr>
        <w:t xml:space="preserve">101 ـ أحمد بن علي بن العباس بن نوح السيرافي نزيل البصرة لم ( جش ) ثقة في حديثه متقن لما يرويه ، فقيه بصير في الحديث والرواية ، وهو شيخنا. </w:t>
      </w:r>
    </w:p>
    <w:p w:rsidR="007849C6" w:rsidRDefault="007849C6" w:rsidP="00186E94">
      <w:pPr>
        <w:pStyle w:val="libNormal"/>
        <w:rPr>
          <w:rtl/>
        </w:rPr>
      </w:pPr>
      <w:r>
        <w:rPr>
          <w:rtl/>
        </w:rPr>
        <w:t xml:space="preserve">102 ـ أحمد بن علي بن محمد بن جعفر بن عبدالله بن الحسين بن علي بن الحسين بن علي بن أبي طالب ( ع ) العلوي العقيقي ، كان مقيما بمكة ( جش ) سمع ( من ) أصحابنا وأكثر عنهم. </w:t>
      </w:r>
    </w:p>
    <w:p w:rsidR="007849C6" w:rsidRDefault="007849C6" w:rsidP="00186E94">
      <w:pPr>
        <w:pStyle w:val="libNormal"/>
        <w:rPr>
          <w:rtl/>
        </w:rPr>
      </w:pPr>
      <w:r>
        <w:rPr>
          <w:rtl/>
        </w:rPr>
        <w:t xml:space="preserve">103 ـ أحمد بن علوية الاصفهاني الرحال ، بالحاء المهملة والتضعيف ، لم ( جش ) سمي الرحال لانه رحل خمسين رحلة من حج إلى غزوة ( ست ) </w:t>
      </w:r>
      <w:r w:rsidRPr="00186E94">
        <w:rPr>
          <w:rStyle w:val="libFootnotenumChar"/>
          <w:rtl/>
        </w:rPr>
        <w:t>(2)</w:t>
      </w:r>
      <w:r>
        <w:rPr>
          <w:rtl/>
        </w:rPr>
        <w:t xml:space="preserve"> يعرف بابن الاسود الكاتب ، روى عن إبراهيم بن محمد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لا يوجد هذا الاسم في رجال الشيخ في باب من لم يرو عنهم </w:t>
      </w:r>
      <w:r w:rsidR="0006364F" w:rsidRPr="0006364F">
        <w:rPr>
          <w:rStyle w:val="libAlaemChar"/>
          <w:rFonts w:hint="cs"/>
          <w:rtl/>
        </w:rPr>
        <w:t>عليهم‌السلام</w:t>
      </w:r>
      <w:r>
        <w:rPr>
          <w:rtl/>
        </w:rPr>
        <w:t xml:space="preserve"> ، فراجع. </w:t>
      </w:r>
    </w:p>
    <w:p w:rsidR="007849C6" w:rsidRDefault="007849C6" w:rsidP="002C2B53">
      <w:pPr>
        <w:pStyle w:val="libFootnote0"/>
        <w:rPr>
          <w:rtl/>
        </w:rPr>
      </w:pPr>
      <w:r>
        <w:rPr>
          <w:rtl/>
        </w:rPr>
        <w:t xml:space="preserve">2 ـ لا يوجد هذا الاسم في ( ست ) وإنما ذكره الشيخ في رجاله في باب </w:t>
      </w:r>
    </w:p>
    <w:p w:rsidR="007849C6" w:rsidRDefault="007849C6" w:rsidP="00186E94">
      <w:pPr>
        <w:pStyle w:val="libNormal0"/>
        <w:rPr>
          <w:rtl/>
        </w:rPr>
      </w:pPr>
      <w:r>
        <w:rPr>
          <w:rtl/>
        </w:rPr>
        <w:br w:type="page"/>
      </w:r>
      <w:r>
        <w:rPr>
          <w:rtl/>
        </w:rPr>
        <w:lastRenderedPageBreak/>
        <w:t xml:space="preserve">الثقفي كتبه كلها ، روى عنه الحسين بن محمد بن عامر ، وله دعاء الاعتقاد تصنيفه. </w:t>
      </w:r>
    </w:p>
    <w:p w:rsidR="007849C6" w:rsidRDefault="007849C6" w:rsidP="00186E94">
      <w:pPr>
        <w:pStyle w:val="libNormal"/>
        <w:rPr>
          <w:rtl/>
        </w:rPr>
      </w:pPr>
      <w:r>
        <w:rPr>
          <w:rtl/>
        </w:rPr>
        <w:t xml:space="preserve">104 ـ أحمد بن علي الكوفي أبو الحسين لم ( جخ ) روى عن الكليني ، قال : أخبرنا به عنه علي بن الحسين المرتضى </w:t>
      </w:r>
      <w:r w:rsidR="006B246D" w:rsidRPr="006B246D">
        <w:rPr>
          <w:rStyle w:val="libAlaemChar"/>
          <w:rFonts w:hint="cs"/>
          <w:rtl/>
        </w:rPr>
        <w:t>رحمه‌الله</w:t>
      </w:r>
      <w:r>
        <w:rPr>
          <w:rtl/>
        </w:rPr>
        <w:t xml:space="preserve">. </w:t>
      </w:r>
    </w:p>
    <w:p w:rsidR="007849C6" w:rsidRDefault="007849C6" w:rsidP="00186E94">
      <w:pPr>
        <w:pStyle w:val="libNormal"/>
        <w:rPr>
          <w:rtl/>
        </w:rPr>
      </w:pPr>
      <w:r>
        <w:rPr>
          <w:rtl/>
        </w:rPr>
        <w:t xml:space="preserve">105 ـ أحمد بن عمر بن أبي شعبة الحلبي ، م ، ضا ( جش ، كش ) : ثقة ممدوح وهو ابن عم عبيدالله وعبد الاعلى وعمران ومحمد الحلبيين. </w:t>
      </w:r>
    </w:p>
    <w:p w:rsidR="007849C6" w:rsidRDefault="007849C6" w:rsidP="00186E94">
      <w:pPr>
        <w:pStyle w:val="libNormal"/>
        <w:rPr>
          <w:rtl/>
        </w:rPr>
      </w:pPr>
      <w:r>
        <w:rPr>
          <w:rtl/>
        </w:rPr>
        <w:t xml:space="preserve">106 ـ أحمد بن عمر الخلال بالخاء المعجمة ـ كان يبيع الخل ، وفي نسخة بالمهملة : كان يبيع الحل ـ أي الشيرج ، واختارها الشيخ </w:t>
      </w:r>
      <w:r w:rsidR="006B246D" w:rsidRPr="006B246D">
        <w:rPr>
          <w:rStyle w:val="libAlaemChar"/>
          <w:rFonts w:hint="cs"/>
          <w:rtl/>
        </w:rPr>
        <w:t>رحمه‌الله</w:t>
      </w:r>
      <w:r>
        <w:rPr>
          <w:rtl/>
        </w:rPr>
        <w:t xml:space="preserve"> ( ست ، جخ ). قال روى عنه محمد بن عيسى اليقطيني ذكر ذلك في باب « من لم يروعن الائمة ( ع ) » وذكر في رجال الرضا ( ع ) : « أحمد ابن عمر الخلال ـ بالخاء المعجمة ، وقال : إنه كوفي رديء الاصل ثقة » فالظاهر ، أنهما رجلان : فابن الخلال بالمعجمة ضاوالذي بالمهملة لم. أقول : لا يضر رداءة أصله مع ثبوت ثقته. </w:t>
      </w:r>
    </w:p>
    <w:p w:rsidR="007849C6" w:rsidRDefault="007849C6" w:rsidP="00186E94">
      <w:pPr>
        <w:pStyle w:val="libNormal"/>
        <w:rPr>
          <w:rtl/>
        </w:rPr>
      </w:pPr>
      <w:r>
        <w:rPr>
          <w:rtl/>
        </w:rPr>
        <w:t xml:space="preserve">107 ـ أحمد بن عمرو بن المنهال ( جش ) لاأعرف غير هذا. </w:t>
      </w:r>
    </w:p>
    <w:p w:rsidR="007849C6" w:rsidRDefault="007849C6" w:rsidP="00186E94">
      <w:pPr>
        <w:pStyle w:val="libNormal"/>
        <w:rPr>
          <w:rtl/>
        </w:rPr>
      </w:pPr>
      <w:r>
        <w:rPr>
          <w:rtl/>
        </w:rPr>
        <w:t xml:space="preserve">108 ـ أحمد بن حمزة بن بزيع لم ( كش ) قال ابن حمدويه عن أشياخه إنه في عداد الوزراء هو وأخوه إسماعيل </w:t>
      </w:r>
      <w:r w:rsidRPr="00186E94">
        <w:rPr>
          <w:rStyle w:val="libFootnotenumChar"/>
          <w:rtl/>
        </w:rPr>
        <w:t>(1)</w:t>
      </w:r>
      <w:r>
        <w:rPr>
          <w:rtl/>
        </w:rPr>
        <w:t xml:space="preserve">.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من لم يرو عنهم </w:t>
      </w:r>
      <w:r w:rsidR="0006364F" w:rsidRPr="0006364F">
        <w:rPr>
          <w:rStyle w:val="libAlaemChar"/>
          <w:rFonts w:hint="cs"/>
          <w:rtl/>
        </w:rPr>
        <w:t>عليهم‌السلام</w:t>
      </w:r>
      <w:r>
        <w:rPr>
          <w:rtl/>
        </w:rPr>
        <w:t xml:space="preserve"> ، والنجاشي في رجاله ، وأحمد بن علوية ـ هذا ـ هو صاحب القصيدة النونية في مدح الامام علي أمير المؤمنين </w:t>
      </w:r>
      <w:r w:rsidR="0006364F" w:rsidRPr="0006364F">
        <w:rPr>
          <w:rStyle w:val="libAlaemChar"/>
          <w:rFonts w:hint="cs"/>
          <w:rtl/>
        </w:rPr>
        <w:t>عليه‌السلام</w:t>
      </w:r>
      <w:r>
        <w:rPr>
          <w:rtl/>
        </w:rPr>
        <w:t xml:space="preserve"> المشهورة بالالفية والمحيرة وهي ثمانمائة ونيف وثلاثون بيتا وقد عرضت على أبي حاتم السجستاني فقال : يا أهل البصرة غلبكم والله شاعر إصفهان بهذه القصيدة في إحكامها وكثرة قوافيها ، مطلعها :</w:t>
      </w:r>
    </w:p>
    <w:tbl>
      <w:tblPr>
        <w:bidiVisual/>
        <w:tblW w:w="5000" w:type="pct"/>
        <w:tblLook w:val="01E0"/>
      </w:tblPr>
      <w:tblGrid>
        <w:gridCol w:w="3682"/>
        <w:gridCol w:w="225"/>
        <w:gridCol w:w="3680"/>
      </w:tblGrid>
      <w:tr w:rsidR="007849C6" w:rsidTr="00186E94">
        <w:tc>
          <w:tcPr>
            <w:tcW w:w="3625" w:type="dxa"/>
            <w:shd w:val="clear" w:color="auto" w:fill="auto"/>
          </w:tcPr>
          <w:p w:rsidR="007849C6" w:rsidRDefault="007849C6" w:rsidP="002C2B53">
            <w:pPr>
              <w:pStyle w:val="libPoemFootnote"/>
              <w:rPr>
                <w:rtl/>
              </w:rPr>
            </w:pPr>
            <w:r w:rsidRPr="00745A61">
              <w:rPr>
                <w:rtl/>
              </w:rPr>
              <w:t>ما بال عينك ثرة الاجفان</w:t>
            </w:r>
            <w:r w:rsidRPr="002C2B53">
              <w:rPr>
                <w:rStyle w:val="libPoemTiniChar0"/>
                <w:rtl/>
              </w:rPr>
              <w:br/>
              <w:t> </w:t>
            </w:r>
          </w:p>
        </w:tc>
        <w:tc>
          <w:tcPr>
            <w:tcW w:w="57" w:type="dxa"/>
            <w:shd w:val="clear" w:color="auto" w:fill="auto"/>
          </w:tcPr>
          <w:p w:rsidR="007849C6" w:rsidRDefault="007849C6" w:rsidP="00186E94">
            <w:pPr>
              <w:rPr>
                <w:rtl/>
              </w:rPr>
            </w:pPr>
          </w:p>
        </w:tc>
        <w:tc>
          <w:tcPr>
            <w:tcW w:w="3624" w:type="dxa"/>
            <w:shd w:val="clear" w:color="auto" w:fill="auto"/>
          </w:tcPr>
          <w:p w:rsidR="007849C6" w:rsidRDefault="007849C6" w:rsidP="002C2B53">
            <w:pPr>
              <w:pStyle w:val="libPoemFootnote"/>
              <w:rPr>
                <w:rtl/>
              </w:rPr>
            </w:pPr>
            <w:r w:rsidRPr="00745A61">
              <w:rPr>
                <w:rtl/>
              </w:rPr>
              <w:t>عبرى اللحاظ سقيمة الانسان</w:t>
            </w:r>
            <w:r w:rsidRPr="002C2B53">
              <w:rPr>
                <w:rStyle w:val="libPoemTiniChar0"/>
                <w:rtl/>
              </w:rPr>
              <w:br/>
              <w:t>  </w:t>
            </w:r>
          </w:p>
        </w:tc>
      </w:tr>
    </w:tbl>
    <w:p w:rsidR="007849C6" w:rsidRDefault="007849C6" w:rsidP="002C2B53">
      <w:pPr>
        <w:pStyle w:val="libFootnote0"/>
        <w:rPr>
          <w:rtl/>
        </w:rPr>
      </w:pPr>
      <w:r>
        <w:rPr>
          <w:rtl/>
        </w:rPr>
        <w:t xml:space="preserve">توفى سنة 320 ه‍ ، وذكره ابن شهر اشوب في معالم العلماء وغيره. </w:t>
      </w:r>
    </w:p>
    <w:p w:rsidR="007849C6" w:rsidRDefault="007849C6" w:rsidP="002C2B53">
      <w:pPr>
        <w:pStyle w:val="libFootnote0"/>
        <w:rPr>
          <w:rtl/>
        </w:rPr>
      </w:pPr>
      <w:r>
        <w:rPr>
          <w:rtl/>
        </w:rPr>
        <w:t xml:space="preserve">1 ـ أحمد بن حمزة هذا هو المتقدم قريبا بعنوان أحمد بن حمزة </w:t>
      </w:r>
    </w:p>
    <w:p w:rsidR="007849C6" w:rsidRDefault="007849C6" w:rsidP="00186E94">
      <w:pPr>
        <w:pStyle w:val="libNormal"/>
        <w:rPr>
          <w:rtl/>
        </w:rPr>
      </w:pPr>
      <w:r>
        <w:rPr>
          <w:rtl/>
        </w:rPr>
        <w:br w:type="page"/>
      </w:r>
      <w:r>
        <w:rPr>
          <w:rtl/>
        </w:rPr>
        <w:lastRenderedPageBreak/>
        <w:t xml:space="preserve">109 ـ أحمد بن عيسى بن جعفر العلوي العمري لم ( جخ ) ثقة من أصحاب العياشي ، بالياء المنقوطة تحت نقطتين والشين المعجمة. </w:t>
      </w:r>
    </w:p>
    <w:p w:rsidR="007849C6" w:rsidRDefault="007849C6" w:rsidP="00186E94">
      <w:pPr>
        <w:pStyle w:val="libNormal"/>
        <w:rPr>
          <w:rtl/>
        </w:rPr>
      </w:pPr>
      <w:r>
        <w:rPr>
          <w:rtl/>
        </w:rPr>
        <w:t xml:space="preserve">110 ـ أحمد بن فارس بن زكريا ( ست ) له كتب. </w:t>
      </w:r>
    </w:p>
    <w:p w:rsidR="007849C6" w:rsidRDefault="007849C6" w:rsidP="00186E94">
      <w:pPr>
        <w:pStyle w:val="libNormal"/>
        <w:rPr>
          <w:rtl/>
        </w:rPr>
      </w:pPr>
      <w:r>
        <w:rPr>
          <w:rtl/>
        </w:rPr>
        <w:t xml:space="preserve">111 ـ أحمد بن فضل الخزاعي لم ( جش ) له كتاب « النوادر ». </w:t>
      </w:r>
    </w:p>
    <w:p w:rsidR="007849C6" w:rsidRDefault="007849C6" w:rsidP="00186E94">
      <w:pPr>
        <w:pStyle w:val="libNormal"/>
        <w:rPr>
          <w:rtl/>
        </w:rPr>
      </w:pPr>
      <w:r>
        <w:rPr>
          <w:rtl/>
        </w:rPr>
        <w:t xml:space="preserve">112 ـ أحمد بن القاسم لم ( جش ) رجل من أصحابنا له نوادر. </w:t>
      </w:r>
    </w:p>
    <w:p w:rsidR="007849C6" w:rsidRDefault="007849C6" w:rsidP="00186E94">
      <w:pPr>
        <w:pStyle w:val="libNormal"/>
        <w:rPr>
          <w:rtl/>
        </w:rPr>
      </w:pPr>
      <w:r>
        <w:rPr>
          <w:rtl/>
        </w:rPr>
        <w:t xml:space="preserve">113 ـ أحمد بن المبارك لم ( جش ) مهمل. </w:t>
      </w:r>
    </w:p>
    <w:p w:rsidR="007849C6" w:rsidRDefault="007849C6" w:rsidP="00186E94">
      <w:pPr>
        <w:pStyle w:val="libNormal"/>
        <w:rPr>
          <w:rtl/>
        </w:rPr>
      </w:pPr>
      <w:r>
        <w:rPr>
          <w:rtl/>
        </w:rPr>
        <w:t xml:space="preserve">114 ـ أحمد بن محمد بن أحمد بن طرخان الكندي الكاتب أبو الحسين الجرجاني لم ( جش ) ثقة صحيح السماع. </w:t>
      </w:r>
    </w:p>
    <w:p w:rsidR="007849C6" w:rsidRDefault="007849C6" w:rsidP="00186E94">
      <w:pPr>
        <w:pStyle w:val="libNormal"/>
        <w:rPr>
          <w:rtl/>
        </w:rPr>
      </w:pPr>
      <w:r>
        <w:rPr>
          <w:rtl/>
        </w:rPr>
        <w:t xml:space="preserve">115 ـ أحمد بن محمد بن أحمد بن طلحة أبو عبد الله ، وهو ابن أخي أبي الحسن علي بن عاصم المحدث. يقال له « العاصمي » لم ( جش ) ثقة ، أصله كوفي وسكن بغداد. </w:t>
      </w:r>
    </w:p>
    <w:p w:rsidR="007849C6" w:rsidRDefault="007849C6" w:rsidP="00186E94">
      <w:pPr>
        <w:pStyle w:val="libNormal"/>
        <w:rPr>
          <w:rtl/>
        </w:rPr>
      </w:pPr>
      <w:r>
        <w:rPr>
          <w:rtl/>
        </w:rPr>
        <w:t xml:space="preserve">116 ـ أحمد بن محمد بن أحمد أبو علي الجرجاني لم ( جش ) نزيل مصر كان ثقة في حديثه ورعا لا يطعن عليه. </w:t>
      </w:r>
    </w:p>
    <w:p w:rsidR="007849C6" w:rsidRDefault="007849C6" w:rsidP="00186E94">
      <w:pPr>
        <w:pStyle w:val="libNormal"/>
        <w:rPr>
          <w:rtl/>
        </w:rPr>
      </w:pPr>
      <w:r>
        <w:rPr>
          <w:rtl/>
        </w:rPr>
        <w:t xml:space="preserve">117 ـ أحمد بن محمد أبو بشر السراج لم ( جش ) مهمل. </w:t>
      </w:r>
    </w:p>
    <w:p w:rsidR="007849C6" w:rsidRDefault="007849C6" w:rsidP="00186E94">
      <w:pPr>
        <w:pStyle w:val="libNormal"/>
        <w:rPr>
          <w:rtl/>
        </w:rPr>
      </w:pPr>
      <w:r>
        <w:rPr>
          <w:rtl/>
        </w:rPr>
        <w:t xml:space="preserve">118 ـ أحمد بن محمد بن أبي نصر البزنطي ، بالباء المفردة تحت المفتوحة والزاي المفتوحة والنون الساكنة والطاء المهملة ـ مولى السكون م ، ضا ( جخ ، ست ، كش ، جش ) ثقة جليل عندهما ( ع ) ، له كتاب « الجامع ». </w:t>
      </w:r>
    </w:p>
    <w:p w:rsidR="007849C6" w:rsidRDefault="007849C6" w:rsidP="00186E94">
      <w:pPr>
        <w:pStyle w:val="libNormal"/>
        <w:rPr>
          <w:rtl/>
        </w:rPr>
      </w:pPr>
      <w:r>
        <w:rPr>
          <w:rtl/>
        </w:rPr>
        <w:t xml:space="preserve">119 ـ أحمد بن محمد بن جعفر أبو علي الصولي لم ( ست ) روى عنه المفيد </w:t>
      </w:r>
      <w:r w:rsidR="006B246D" w:rsidRPr="006B246D">
        <w:rPr>
          <w:rStyle w:val="libAlaemChar"/>
          <w:rFonts w:hint="cs"/>
          <w:rtl/>
        </w:rPr>
        <w:t>رحمه‌الله</w:t>
      </w:r>
      <w:r>
        <w:rPr>
          <w:rtl/>
        </w:rPr>
        <w:t xml:space="preserve"> ، ثقة في حديثه مسكون إلى روايته ، له كتب ( جش ). بصري صحب الجلودي ـ كالعروضي ـ عمر ، وقدم بغداد سنة ثلاث وخمسين وثلثمائة وسمع الناس منه ، وكان ثقة في حديثه ممسكونا إلى روايته ، وقيل : كان يروي عن الضعفاء.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الذي قال فيه : إنه كان من عداد الوزراء. </w:t>
      </w:r>
    </w:p>
    <w:p w:rsidR="007849C6" w:rsidRDefault="007849C6" w:rsidP="00186E94">
      <w:pPr>
        <w:pStyle w:val="libNormal"/>
        <w:rPr>
          <w:rtl/>
        </w:rPr>
      </w:pPr>
      <w:r>
        <w:rPr>
          <w:rtl/>
        </w:rPr>
        <w:br w:type="page"/>
      </w:r>
      <w:r>
        <w:rPr>
          <w:rtl/>
        </w:rPr>
        <w:lastRenderedPageBreak/>
        <w:t xml:space="preserve">120 ـ أحمد بن محمد بن الحسين بن الحسن بن دؤل القمي لم ( جش ) له مائة كتاب ، توفي سنة خمسين وثلاثمائة. </w:t>
      </w:r>
    </w:p>
    <w:p w:rsidR="007849C6" w:rsidRDefault="007849C6" w:rsidP="00186E94">
      <w:pPr>
        <w:pStyle w:val="libNormal"/>
        <w:rPr>
          <w:rtl/>
        </w:rPr>
      </w:pPr>
      <w:r>
        <w:rPr>
          <w:rtl/>
        </w:rPr>
        <w:t xml:space="preserve">121 ـ أحمد بن محمد بن الحسين بن سعيد القرشي أبو عبدالله لم ( جخ ) مهمل. </w:t>
      </w:r>
    </w:p>
    <w:p w:rsidR="007849C6" w:rsidRDefault="007849C6" w:rsidP="00186E94">
      <w:pPr>
        <w:pStyle w:val="libNormal"/>
        <w:rPr>
          <w:rtl/>
        </w:rPr>
      </w:pPr>
      <w:r>
        <w:rPr>
          <w:rtl/>
        </w:rPr>
        <w:t xml:space="preserve">122 ـ أحمد بن محمد بن خالد بن عبدالرحمن بن محمد بن علي البرقي ، أبو جعفر ، أصله كوفي وكان جده محمد بن علي حبسه يوسف بن عمر بعد قتل زيد ثم قتله ، وكان خالد صغير السن فهرب مع أبيه عبدالرحمن إلى « برق رود » وقيل « برقة رود » د ( جخ ، ست ، جش ) كان ثقة في نفسه يروي عن الضعفاء ويعتمد المراسيل ، صننف كثيرا. أقول وذكرته في الضعفاء لطعن ( غض ) فيه ، ويقوي ( عندي ) ثقته مشي أحمد بن محمد بن عيسى في جنازته حافيا حاسرا تنصلا مما قذفه به. </w:t>
      </w:r>
    </w:p>
    <w:p w:rsidR="007849C6" w:rsidRDefault="007849C6" w:rsidP="00186E94">
      <w:pPr>
        <w:pStyle w:val="libNormal"/>
        <w:rPr>
          <w:rtl/>
        </w:rPr>
      </w:pPr>
      <w:r>
        <w:rPr>
          <w:rtl/>
        </w:rPr>
        <w:t xml:space="preserve">123 ـ أحمد بن محمد بن الربيع الاقرع الكندي صاحب كتاب النوادر لم ( جش ) كان عالما بالرجال. </w:t>
      </w:r>
    </w:p>
    <w:p w:rsidR="007849C6" w:rsidRDefault="007849C6" w:rsidP="00186E94">
      <w:pPr>
        <w:pStyle w:val="libNormal"/>
        <w:rPr>
          <w:rtl/>
        </w:rPr>
      </w:pPr>
      <w:r>
        <w:rPr>
          <w:rtl/>
        </w:rPr>
        <w:t xml:space="preserve">124 ـ أحمد بن محمد بن زيد الخزاعي لم ( جخ ) ( مهمل ). </w:t>
      </w:r>
    </w:p>
    <w:p w:rsidR="007849C6" w:rsidRDefault="007849C6" w:rsidP="00186E94">
      <w:pPr>
        <w:pStyle w:val="libNormal"/>
        <w:rPr>
          <w:rtl/>
        </w:rPr>
      </w:pPr>
      <w:r>
        <w:rPr>
          <w:rtl/>
        </w:rPr>
        <w:t xml:space="preserve">125 ـ أحمد بن محمد بن سليمان بن الحسن بن الجهم بن بكير بن أعين بن سنسن ـ بالمهملتين المضمومتين والنونين ـ الزراري ، يكنى أبا غالب لم ( جخ ، ست ، جش ) جليل القدر كثير الرواية ، كان شيخ أصحابنا في عصره وأستادهم وثقتهم ، صنف كتبا وكانوا يعرفون بالبكيريين إلى أن خرج توقيع أبي محمد ( ع ) يقول عن أبي طاهر الزراري « فأما الزراري رعاه الله » فعرفوا بالزراريين ، وبعض فضلاء أصحابنا أثبته في تصنيفه « أبو غالب الرازي » وأن الامام ( ع ) قال : « وأما الرازي » وهو غلط وانما هو الزراري نسبة إلى زرارة بن أعين </w:t>
      </w:r>
      <w:r w:rsidR="006B246D" w:rsidRPr="006B246D">
        <w:rPr>
          <w:rStyle w:val="libAlaemChar"/>
          <w:rFonts w:hint="cs"/>
          <w:rtl/>
        </w:rPr>
        <w:t>رحمه‌الله</w:t>
      </w:r>
      <w:r>
        <w:rPr>
          <w:rtl/>
        </w:rPr>
        <w:t xml:space="preserve"> مات أحمد بن محمد سنة ثمان وستين وثلاثمائة. </w:t>
      </w:r>
    </w:p>
    <w:p w:rsidR="007849C6" w:rsidRDefault="007849C6" w:rsidP="00186E94">
      <w:pPr>
        <w:pStyle w:val="libNormal"/>
        <w:rPr>
          <w:rtl/>
        </w:rPr>
      </w:pPr>
      <w:r>
        <w:rPr>
          <w:rtl/>
        </w:rPr>
        <w:br w:type="page"/>
      </w:r>
      <w:r>
        <w:rPr>
          <w:rtl/>
        </w:rPr>
        <w:lastRenderedPageBreak/>
        <w:t xml:space="preserve">126 ـ أحمد بن محمد بن عاصم أبو عبد الله العاصمي لم ( ست ) ثقة في حديثه ، سالم الجنبة ، له كتب. </w:t>
      </w:r>
    </w:p>
    <w:p w:rsidR="007849C6" w:rsidRDefault="007849C6" w:rsidP="00186E94">
      <w:pPr>
        <w:pStyle w:val="libNormal"/>
        <w:rPr>
          <w:rtl/>
        </w:rPr>
      </w:pPr>
      <w:r>
        <w:rPr>
          <w:rtl/>
        </w:rPr>
        <w:t xml:space="preserve">127 ـ أحمد بن محمد بن عبيدالله الاشعري القمي د ( جخ ، جش ) شيخ من أصحابنا ثقة. </w:t>
      </w:r>
    </w:p>
    <w:p w:rsidR="007849C6" w:rsidRDefault="007849C6" w:rsidP="00186E94">
      <w:pPr>
        <w:pStyle w:val="libNormal"/>
        <w:rPr>
          <w:rtl/>
        </w:rPr>
      </w:pPr>
      <w:r>
        <w:rPr>
          <w:rtl/>
        </w:rPr>
        <w:t xml:space="preserve">128 ـ أحمد بن محمد بن عمار الكوفي لم ( جخ ، ست ، جش ) ثقة جليل القدر من أصحابنا صنف كتبا. </w:t>
      </w:r>
    </w:p>
    <w:p w:rsidR="007849C6" w:rsidRDefault="007849C6" w:rsidP="00186E94">
      <w:pPr>
        <w:pStyle w:val="libNormal"/>
        <w:rPr>
          <w:rtl/>
        </w:rPr>
      </w:pPr>
      <w:r>
        <w:rPr>
          <w:rtl/>
        </w:rPr>
        <w:t xml:space="preserve">129 ـ أحمد بن محمد بن عمر بن الجراح بن موسى ، ومنهم من يقول : ابن عمران بن موسى ، وعمر أصح ، أبو الحسن المعروف بابن الجندي لم ( جش ) أستادنا </w:t>
      </w:r>
      <w:r w:rsidR="006B246D" w:rsidRPr="006B246D">
        <w:rPr>
          <w:rStyle w:val="libAlaemChar"/>
          <w:rFonts w:hint="cs"/>
          <w:rtl/>
        </w:rPr>
        <w:t>رحمه‌الله</w:t>
      </w:r>
      <w:r>
        <w:rPr>
          <w:rtl/>
        </w:rPr>
        <w:t xml:space="preserve"> ، ألحقناه بالشيوخ في زمانه له كتاب « عقلاء المجانين ». </w:t>
      </w:r>
    </w:p>
    <w:p w:rsidR="007849C6" w:rsidRDefault="007849C6" w:rsidP="00186E94">
      <w:pPr>
        <w:pStyle w:val="libNormal"/>
        <w:rPr>
          <w:rtl/>
        </w:rPr>
      </w:pPr>
      <w:r>
        <w:rPr>
          <w:rtl/>
        </w:rPr>
        <w:t xml:space="preserve">130 ـ أحمد بن محمد بن عمرو بن أبي نصروأخوه أسماعيل بن مهران بن أبي نصر لم ( جش ) كانامن أولاد السكون ولم يزك ولم يمدح. </w:t>
      </w:r>
    </w:p>
    <w:p w:rsidR="007849C6" w:rsidRDefault="007849C6" w:rsidP="00186E94">
      <w:pPr>
        <w:pStyle w:val="libNormal"/>
        <w:rPr>
          <w:rtl/>
        </w:rPr>
      </w:pPr>
      <w:r>
        <w:rPr>
          <w:rtl/>
        </w:rPr>
        <w:t xml:space="preserve">131 ـ أحمد بن محمد بن عيسى بن عبدالله بن سعد بن مالك بن الاحوص بن السائب بن مالك بن عامر الاشعري ، من بني ذخران ـ بالذال المضمومة والخاء الساكنة المعجمتين ـ ( بن ) عوف بن الجماهر ـ بالضم ـ ابن الاشعث ، أبو جعفر القمي ضا ( ست ، جخ ) شيخ قم ووجهها وفقيهها غير مدافع ، له كتب ( كش ) : عن نصر بن الصباح : ما كان أحمد بن محمد يروي عن ابن محبوب من أجل أن أصحابنا يتهمون ابن محبوب في أبي حمزة الثمالى ثم تاب ورجع عن هذا القول كان شيخ القميين ورئيسهم وفقيههم ، لقي أبا جعفر الثاني </w:t>
      </w:r>
      <w:r w:rsidR="0006364F" w:rsidRPr="0006364F">
        <w:rPr>
          <w:rStyle w:val="libAlaemChar"/>
          <w:rFonts w:hint="cs"/>
          <w:rtl/>
        </w:rPr>
        <w:t>عليه‌السلام</w:t>
      </w:r>
      <w:r>
        <w:rPr>
          <w:rtl/>
        </w:rPr>
        <w:t xml:space="preserve"> وأبا الحسن الثالث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132 ـ أحمد بن محمد بن عيسى القسري أبو الحسن لم ( جخ ) روى عن أبي جعفر محمد بن العلا بشيراز وكان أديبا فاضلا. </w:t>
      </w:r>
    </w:p>
    <w:p w:rsidR="007849C6" w:rsidRDefault="007849C6" w:rsidP="00186E94">
      <w:pPr>
        <w:pStyle w:val="libNormal"/>
        <w:rPr>
          <w:rtl/>
        </w:rPr>
      </w:pPr>
      <w:r>
        <w:rPr>
          <w:rtl/>
        </w:rPr>
        <w:br w:type="page"/>
      </w:r>
      <w:r>
        <w:rPr>
          <w:rtl/>
        </w:rPr>
        <w:lastRenderedPageBreak/>
        <w:t xml:space="preserve">133 ـ أحمد بن محمد بن مسلمة الرماني البغدادي أبو علي لم ( جش ) يروي عن زياد بن مروان. </w:t>
      </w:r>
    </w:p>
    <w:p w:rsidR="007849C6" w:rsidRDefault="007849C6" w:rsidP="00186E94">
      <w:pPr>
        <w:pStyle w:val="libNormal"/>
        <w:rPr>
          <w:rtl/>
        </w:rPr>
      </w:pPr>
      <w:r>
        <w:rPr>
          <w:rtl/>
        </w:rPr>
        <w:t xml:space="preserve">134 ـ أحمد بن محمد بن موسى بن الحارث بن عون بن عبدالله ابن نوفل بن الحارث بن عبدالمطلب بن هاشم لم ( جش ) له كتاب نوادر كبير. </w:t>
      </w:r>
    </w:p>
    <w:p w:rsidR="007849C6" w:rsidRDefault="007849C6" w:rsidP="00186E94">
      <w:pPr>
        <w:pStyle w:val="libNormal"/>
        <w:rPr>
          <w:rtl/>
        </w:rPr>
      </w:pPr>
      <w:r>
        <w:rPr>
          <w:rtl/>
        </w:rPr>
        <w:t xml:space="preserve">135 ـ أحمد بن محمد بن هيثمة العجلي ثقة. </w:t>
      </w:r>
    </w:p>
    <w:p w:rsidR="007849C6" w:rsidRDefault="007849C6" w:rsidP="00186E94">
      <w:pPr>
        <w:pStyle w:val="libNormal"/>
        <w:rPr>
          <w:rtl/>
        </w:rPr>
      </w:pPr>
      <w:r>
        <w:rPr>
          <w:rtl/>
        </w:rPr>
        <w:t xml:space="preserve">136 ـ أحمد بن محمد بن يحيى العطار القمي لم ( جخ ) مهمل. </w:t>
      </w:r>
    </w:p>
    <w:p w:rsidR="007849C6" w:rsidRDefault="007849C6" w:rsidP="00186E94">
      <w:pPr>
        <w:pStyle w:val="libNormal"/>
        <w:rPr>
          <w:rtl/>
        </w:rPr>
      </w:pPr>
      <w:r>
        <w:rPr>
          <w:rtl/>
        </w:rPr>
        <w:t xml:space="preserve">137 ـ أحمد بن محمد بن يحيى الفارسي لم ( جخ ) مهمل. </w:t>
      </w:r>
    </w:p>
    <w:p w:rsidR="007849C6" w:rsidRDefault="007849C6" w:rsidP="00186E94">
      <w:pPr>
        <w:pStyle w:val="libNormal"/>
        <w:rPr>
          <w:rtl/>
        </w:rPr>
      </w:pPr>
      <w:r>
        <w:rPr>
          <w:rtl/>
        </w:rPr>
        <w:t xml:space="preserve">138 ـ أحمد بن معافي د ( جخ ) ثقة </w:t>
      </w:r>
      <w:r w:rsidRPr="00186E94">
        <w:rPr>
          <w:rStyle w:val="libFootnotenumChar"/>
          <w:rtl/>
        </w:rPr>
        <w:t>(1)</w:t>
      </w:r>
      <w:r>
        <w:rPr>
          <w:rtl/>
        </w:rPr>
        <w:t xml:space="preserve">. </w:t>
      </w:r>
    </w:p>
    <w:p w:rsidR="007849C6" w:rsidRDefault="007849C6" w:rsidP="00186E94">
      <w:pPr>
        <w:pStyle w:val="libNormal"/>
        <w:rPr>
          <w:rtl/>
        </w:rPr>
      </w:pPr>
      <w:r>
        <w:rPr>
          <w:rtl/>
        </w:rPr>
        <w:t xml:space="preserve">139 ـ أحمد بن معروف لم ( جش ، ست ) قمي له كتاب « نوادر ». </w:t>
      </w:r>
    </w:p>
    <w:p w:rsidR="007849C6" w:rsidRDefault="007849C6" w:rsidP="00186E94">
      <w:pPr>
        <w:pStyle w:val="libNormal"/>
        <w:rPr>
          <w:rtl/>
        </w:rPr>
      </w:pPr>
      <w:r>
        <w:rPr>
          <w:rtl/>
        </w:rPr>
        <w:t xml:space="preserve">140 ـ أحمد بن موسى بن جعفر بن محمد بن أحمد بن محمد بن أحمد بن محمد بن محمد الطاووس العلوي الحسني سيدنا الطاهر الامام المعظم. فقيه أهل البيت جمال الدين أبو الفضائل مات سنة ثلاث وسبعين وستمائة ، مصنف مجتهد كان أورع فضلاء زمانه قرأت عليه أكثر « البشرى » و « الملاذ » وغير ذلك من تصانيفه ، وأجاز لي جميع تصانفيه ورواياته ، وكان شاعرا مصقعا بليغا منشيا مجيدا ، من تصانيفه كتاب « بشرى المحققين » في الفقه ست مجلدات ، كتاب « الملاذ » في الفقه أربع مجلدات ، كتاب « الكر » مجلد ، كتاب « السهم السريع » في تحليل المبايعة مع القرض مجلد ، كتاب « الفوائد العدة » في أصول الفقه مجلد ، كتاب « الثاقب المسخر على نقض المشجر » في أصول الدين ، كتاب « الروح » نقضا على ابن أبي الحديد ، كتاب « شواهد القرآن » مجلدان ، كتاب « بناء المقالة العلوية في نقض الرسالة العثمانية » مجلد ،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لا يوجد أحمد بن معافى في رجال الشيخ من أصحاب الجواد </w:t>
      </w:r>
      <w:r w:rsidR="0006364F" w:rsidRPr="0006364F">
        <w:rPr>
          <w:rStyle w:val="libAlaemChar"/>
          <w:rFonts w:hint="cs"/>
          <w:rtl/>
        </w:rPr>
        <w:t>عليه‌السلام</w:t>
      </w:r>
      <w:r>
        <w:rPr>
          <w:rtl/>
        </w:rPr>
        <w:t xml:space="preserve"> حتى ينسب إليه التوثيق في حقه.</w:t>
      </w:r>
    </w:p>
    <w:p w:rsidR="007849C6" w:rsidRDefault="007849C6" w:rsidP="00186E94">
      <w:pPr>
        <w:pStyle w:val="libNormal0"/>
        <w:rPr>
          <w:rtl/>
        </w:rPr>
      </w:pPr>
      <w:r>
        <w:rPr>
          <w:rtl/>
        </w:rPr>
        <w:br w:type="page"/>
      </w:r>
      <w:r>
        <w:rPr>
          <w:rtl/>
        </w:rPr>
        <w:lastRenderedPageBreak/>
        <w:t xml:space="preserve">كتاب « المسائل » في أصول الدين مجلد ، كتاب « عين العبرة في غبن العترة » مجلد ، كتاب « زهرة الرياض » في المواعظ مجلد ، كتاب « الاختيار في أدعية الليل والنهار » مجلد ، كتاب « الازهار » في شرح لامية مهيار مجلدان ، كتاب « عمل اليوم والليلة » مجلد ، وله غيرذلك تمام اثنين وثمانين مجلدا من أحسن التصانيف وأحقها ، وحقق الرجال والرواية والتفسير تحقيقا لا مزيد عليه ، رباني وعلمني وأحسن إلى وأكثر فوائد هذا الكتاب ونكته من إشاراته وتحقيقاته جزاه الله عني أفضل جزاء المحسنين. </w:t>
      </w:r>
    </w:p>
    <w:p w:rsidR="007849C6" w:rsidRDefault="007849C6" w:rsidP="00186E94">
      <w:pPr>
        <w:pStyle w:val="libNormal"/>
        <w:rPr>
          <w:rtl/>
        </w:rPr>
      </w:pPr>
      <w:r>
        <w:rPr>
          <w:rtl/>
        </w:rPr>
        <w:t xml:space="preserve">141 ـ أحمد بن ميثم بن أبي نعيم المفضل بن عمر ، لقبه دكين ، بالدال المهملة المضمومة والكاف المفتوحة ، روى عنه حميد بن زيادكتاب « الملاحم » وكتاب ( الدلالة ) وغيرهما ( ست ، جش ) من ثقات أصحابنا الكوفيين وفقهائهم. </w:t>
      </w:r>
    </w:p>
    <w:p w:rsidR="007849C6" w:rsidRDefault="007849C6" w:rsidP="00186E94">
      <w:pPr>
        <w:pStyle w:val="libNormal"/>
        <w:rPr>
          <w:rtl/>
        </w:rPr>
      </w:pPr>
      <w:r>
        <w:rPr>
          <w:rtl/>
        </w:rPr>
        <w:t xml:space="preserve">142 أحمد بن النضر ، بالنون والضاد المعجمة ، الخزاز ، بالمعجمات ، أبو الحسن الجعفي لم ( ست ، جش ) مولى كوفي ثقة. </w:t>
      </w:r>
    </w:p>
    <w:p w:rsidR="007849C6" w:rsidRDefault="007849C6" w:rsidP="00186E94">
      <w:pPr>
        <w:pStyle w:val="libNormal"/>
        <w:rPr>
          <w:rtl/>
        </w:rPr>
      </w:pPr>
      <w:r>
        <w:rPr>
          <w:rtl/>
        </w:rPr>
        <w:t xml:space="preserve">143 ـ أحمد بن وهيب بن حفص الاسدي الجريري لم ( جش ) مهمل. </w:t>
      </w:r>
    </w:p>
    <w:p w:rsidR="007849C6" w:rsidRDefault="007849C6" w:rsidP="00186E94">
      <w:pPr>
        <w:pStyle w:val="libNormal"/>
        <w:rPr>
          <w:rtl/>
        </w:rPr>
      </w:pPr>
      <w:r>
        <w:rPr>
          <w:rtl/>
        </w:rPr>
        <w:t xml:space="preserve">144 ـ أحمد بن يحيى بن حكيم الاودي الصوفي كوفي ، أبو جعفر ، ابن أخي ذبيان ، بالذال المعجمة المضمومة والباء المفردة والياء المثناة تحت ، لم ( جش ) ثقة. </w:t>
      </w:r>
    </w:p>
    <w:p w:rsidR="007849C6" w:rsidRDefault="007849C6" w:rsidP="00186E94">
      <w:pPr>
        <w:pStyle w:val="libNormal"/>
        <w:rPr>
          <w:rtl/>
        </w:rPr>
      </w:pPr>
      <w:r>
        <w:rPr>
          <w:rtl/>
        </w:rPr>
        <w:t xml:space="preserve">145 ـ أحمد بن حمزة بن اليسع بن عبدالله القمي لم ( جش ) روى أبوه عن الرضا ( ع ) ثقة ثقة. </w:t>
      </w:r>
    </w:p>
    <w:p w:rsidR="007849C6" w:rsidRDefault="007849C6" w:rsidP="00186E94">
      <w:pPr>
        <w:pStyle w:val="libNormal"/>
        <w:rPr>
          <w:rtl/>
        </w:rPr>
      </w:pPr>
      <w:r>
        <w:rPr>
          <w:rtl/>
        </w:rPr>
        <w:t xml:space="preserve">146 ـ أحمد بن يوسف مولى بني تيم الله ضا ( جخ ) ثقة كوفي الاصل بصري المنزل بغدادي الوفاة. </w:t>
      </w:r>
    </w:p>
    <w:p w:rsidR="007849C6" w:rsidRDefault="007849C6" w:rsidP="00186E94">
      <w:pPr>
        <w:pStyle w:val="libNormal"/>
        <w:rPr>
          <w:rtl/>
        </w:rPr>
      </w:pPr>
      <w:r>
        <w:rPr>
          <w:rtl/>
        </w:rPr>
        <w:t xml:space="preserve">147 ـ الاحنف بن قيس التميمي أبو بحر اسمه الضحاك ل ، ي ، ن ( كش ) قاتل مع علي </w:t>
      </w:r>
      <w:r w:rsidR="0006364F" w:rsidRPr="0006364F">
        <w:rPr>
          <w:rStyle w:val="libAlaemChar"/>
          <w:rFonts w:hint="cs"/>
          <w:rtl/>
        </w:rPr>
        <w:t>عليه‌السلام</w:t>
      </w:r>
      <w:r>
        <w:rPr>
          <w:rtl/>
        </w:rPr>
        <w:t xml:space="preserve"> بصفين ممدوح. </w:t>
      </w:r>
    </w:p>
    <w:p w:rsidR="007849C6" w:rsidRDefault="007849C6" w:rsidP="00186E94">
      <w:pPr>
        <w:pStyle w:val="libNormal"/>
        <w:rPr>
          <w:rtl/>
        </w:rPr>
      </w:pPr>
      <w:r>
        <w:rPr>
          <w:rtl/>
        </w:rPr>
        <w:br w:type="page"/>
      </w:r>
      <w:r>
        <w:rPr>
          <w:rtl/>
        </w:rPr>
        <w:lastRenderedPageBreak/>
        <w:t xml:space="preserve">148 ـ إدريس بن زياد الكفرتوثي بالكاف المفتوحة والفاء والمفتوحة وقيل الساكنة والراء والتاء المثناة فوق المضمومة والثاء المثلثة ، منسوب إلى « كفرتوثا » ومن أصحابنا من صحفه فتوهم أنه بثاءين مثلثين ، والحق الاول ، قرية بخراسان ، أبو الفضل لم ( جش ) ثقة أدرك أصحاب الصادق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149 ـ إدريس بن عبدالله بن سعد الاشعري لم ( جش ) ثقة. </w:t>
      </w:r>
    </w:p>
    <w:p w:rsidR="007849C6" w:rsidRDefault="007849C6" w:rsidP="00186E94">
      <w:pPr>
        <w:pStyle w:val="libNormal"/>
        <w:rPr>
          <w:rtl/>
        </w:rPr>
      </w:pPr>
      <w:r>
        <w:rPr>
          <w:rtl/>
        </w:rPr>
        <w:t xml:space="preserve">150 ـ إدريس بن عيسى الاشعري القمي ضا ( جخ ) روى عنه حديثا واحدا. </w:t>
      </w:r>
    </w:p>
    <w:p w:rsidR="007849C6" w:rsidRDefault="007849C6" w:rsidP="00186E94">
      <w:pPr>
        <w:pStyle w:val="libNormal"/>
        <w:rPr>
          <w:rtl/>
        </w:rPr>
      </w:pPr>
      <w:r>
        <w:rPr>
          <w:rtl/>
        </w:rPr>
        <w:t xml:space="preserve">151 ـ إدريس بن الفضل بن سليمان الخولاني أبو الفضل الكوفي لم ( جش ، جخ ) ثقة. </w:t>
      </w:r>
    </w:p>
    <w:p w:rsidR="007849C6" w:rsidRDefault="007849C6" w:rsidP="00186E94">
      <w:pPr>
        <w:pStyle w:val="libNormal"/>
        <w:rPr>
          <w:rtl/>
        </w:rPr>
      </w:pPr>
      <w:r>
        <w:rPr>
          <w:rtl/>
        </w:rPr>
        <w:t xml:space="preserve">152 ـ أديم بضم الهمزة وفتح الدال بن الحر الجعفي ق ( جش ، جخ ) ثقة كوفي ( كش ) : « أديم بن الحر الحذاء روى عنه </w:t>
      </w:r>
      <w:r w:rsidR="0006364F" w:rsidRPr="0006364F">
        <w:rPr>
          <w:rStyle w:val="libAlaemChar"/>
          <w:rFonts w:hint="cs"/>
          <w:rtl/>
        </w:rPr>
        <w:t>عليه‌السلام</w:t>
      </w:r>
      <w:r>
        <w:rPr>
          <w:rtl/>
        </w:rPr>
        <w:t xml:space="preserve"> أربعين حديثا » وقال الشيخ في كتاب الرجال : إنه خثعمى. </w:t>
      </w:r>
    </w:p>
    <w:p w:rsidR="007849C6" w:rsidRDefault="007849C6" w:rsidP="00186E94">
      <w:pPr>
        <w:pStyle w:val="libNormal"/>
        <w:rPr>
          <w:rtl/>
        </w:rPr>
      </w:pPr>
      <w:r>
        <w:rPr>
          <w:rtl/>
        </w:rPr>
        <w:t xml:space="preserve">153 ـ أرطاة بن بن حبيب الاسدي كوفي ق ( جش ) ثقة. </w:t>
      </w:r>
    </w:p>
    <w:p w:rsidR="007849C6" w:rsidRDefault="007849C6" w:rsidP="00186E94">
      <w:pPr>
        <w:pStyle w:val="libNormal"/>
        <w:rPr>
          <w:rtl/>
        </w:rPr>
      </w:pPr>
      <w:r>
        <w:rPr>
          <w:rtl/>
        </w:rPr>
        <w:t xml:space="preserve">154 ـ أرقم بن أبي أرقم المخزومي ل ( جخ ) أبو عبد الله ، شهد بدرا واسم أبيه عبدمناف. </w:t>
      </w:r>
    </w:p>
    <w:p w:rsidR="007849C6" w:rsidRDefault="007849C6" w:rsidP="00186E94">
      <w:pPr>
        <w:pStyle w:val="libNormal"/>
        <w:rPr>
          <w:rtl/>
        </w:rPr>
      </w:pPr>
      <w:r>
        <w:rPr>
          <w:rtl/>
        </w:rPr>
        <w:t xml:space="preserve">155 ـ أسامة بن حفص م ( كش ، جخ ) ممدوح وكان قيما له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156 ـ أسامة بن زيد بن شراحيل ، بالشين المعجمة والحاء المهملة الكلبي ، مولى رسول الله ( ص ) ، أمه أم أيمن أسمها بركة ، بالمفردة تحت ، مولاة رسول الله ، كنيته أبو محمد ، وقيل : أبو زيد ل ، ي ( كش ) مدح بعد الذم ، وكفنه الحسن ( ع ) </w:t>
      </w:r>
      <w:r w:rsidRPr="00186E94">
        <w:rPr>
          <w:rStyle w:val="libFootnotenumChar"/>
          <w:rtl/>
        </w:rPr>
        <w:t>(1)</w:t>
      </w:r>
      <w:r>
        <w:rPr>
          <w:rtl/>
        </w:rPr>
        <w:t xml:space="preserve"> في حبرة وقال الباقر ( ع )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لعل الصحيح وكفنه ( الحسين </w:t>
      </w:r>
      <w:r w:rsidR="0006364F" w:rsidRPr="0006364F">
        <w:rPr>
          <w:rStyle w:val="libAlaemChar"/>
          <w:rFonts w:hint="cs"/>
          <w:rtl/>
        </w:rPr>
        <w:t>عليه‌السلام</w:t>
      </w:r>
      <w:r>
        <w:rPr>
          <w:rtl/>
        </w:rPr>
        <w:t xml:space="preserve"> ) لان الحسن </w:t>
      </w:r>
      <w:r w:rsidR="0006364F" w:rsidRPr="0006364F">
        <w:rPr>
          <w:rStyle w:val="libAlaemChar"/>
          <w:rFonts w:hint="cs"/>
          <w:rtl/>
        </w:rPr>
        <w:t>عليه‌السلام</w:t>
      </w:r>
      <w:r>
        <w:rPr>
          <w:rtl/>
        </w:rPr>
        <w:t xml:space="preserve"> توفى سنة 49 وتوفى أسامة بن زيد سنة ( 54 ) كما ذكره أرباب المعاجم. </w:t>
      </w:r>
    </w:p>
    <w:p w:rsidR="007849C6" w:rsidRDefault="007849C6" w:rsidP="00186E94">
      <w:pPr>
        <w:pStyle w:val="libNormal0"/>
        <w:rPr>
          <w:rtl/>
        </w:rPr>
      </w:pPr>
      <w:r>
        <w:rPr>
          <w:rtl/>
        </w:rPr>
        <w:br w:type="page"/>
      </w:r>
      <w:r>
        <w:rPr>
          <w:rtl/>
        </w:rPr>
        <w:lastRenderedPageBreak/>
        <w:t xml:space="preserve">فيه : « إنه قد رجع فلا تقولوا فيه إلا خيرا » وكتب أمير المؤمنين ( ع ) إلى والي المدينة : « لا تعطين سعدا ولا ابن عمر من الفئ شيئا ، فأما أسامة بن زيد فاني قد عذرته في اليمين التي كانت عليه ». </w:t>
      </w:r>
    </w:p>
    <w:p w:rsidR="007849C6" w:rsidRDefault="007849C6" w:rsidP="00186E94">
      <w:pPr>
        <w:pStyle w:val="libNormal"/>
        <w:rPr>
          <w:rtl/>
        </w:rPr>
      </w:pPr>
      <w:r>
        <w:rPr>
          <w:rtl/>
        </w:rPr>
        <w:t xml:space="preserve">157 ـ أسباط بن سالم بياع الزطي ق ( ست ) له كتاب. </w:t>
      </w:r>
    </w:p>
    <w:p w:rsidR="007849C6" w:rsidRDefault="007849C6" w:rsidP="00186E94">
      <w:pPr>
        <w:pStyle w:val="libNormal"/>
        <w:rPr>
          <w:rtl/>
        </w:rPr>
      </w:pPr>
      <w:r>
        <w:rPr>
          <w:rtl/>
        </w:rPr>
        <w:t xml:space="preserve">158 ـ إسحاق بن آدم بن عبد ربه </w:t>
      </w:r>
      <w:r w:rsidRPr="00186E94">
        <w:rPr>
          <w:rStyle w:val="libFootnotenumChar"/>
          <w:rtl/>
        </w:rPr>
        <w:t>(1)</w:t>
      </w:r>
      <w:r>
        <w:rPr>
          <w:rtl/>
        </w:rPr>
        <w:t xml:space="preserve"> بن سعد الاشعري القمي ضا ( جش ) مهمل. </w:t>
      </w:r>
    </w:p>
    <w:p w:rsidR="007849C6" w:rsidRDefault="007849C6" w:rsidP="00186E94">
      <w:pPr>
        <w:pStyle w:val="libNormal"/>
        <w:rPr>
          <w:rtl/>
        </w:rPr>
      </w:pPr>
      <w:r>
        <w:rPr>
          <w:rtl/>
        </w:rPr>
        <w:t xml:space="preserve">159 ـ إسحاق بن إبراهيم الحضيني بالحاء المهملة المضمومة والضاد المعجمة المفتوحة ضا ، د ( جخ ) كان وكيل الرضا ( ع ). </w:t>
      </w:r>
    </w:p>
    <w:p w:rsidR="007849C6" w:rsidRDefault="007849C6" w:rsidP="00186E94">
      <w:pPr>
        <w:pStyle w:val="libNormal"/>
        <w:rPr>
          <w:rtl/>
        </w:rPr>
      </w:pPr>
      <w:r>
        <w:rPr>
          <w:rtl/>
        </w:rPr>
        <w:t xml:space="preserve">160 ـ إسحاق بن إسماعيل النيسابوري كر ( كش ، جخ ) ثقة ممدوح. </w:t>
      </w:r>
    </w:p>
    <w:p w:rsidR="007849C6" w:rsidRDefault="007849C6" w:rsidP="00186E94">
      <w:pPr>
        <w:pStyle w:val="libNormal"/>
        <w:rPr>
          <w:rtl/>
        </w:rPr>
      </w:pPr>
      <w:r>
        <w:rPr>
          <w:rtl/>
        </w:rPr>
        <w:t xml:space="preserve">161 ـ إسحاق بن بريد بالباء المفردة تحت والراء المهملة ، ومن أصحابنا من صحفه فقال « يزيد » بالياء المثناة تحت والزاي المعجمة والحق الاول ، ابن إسماعيل الطائي أبو يعقوب ق ( جخ ، جش ) مولى ثقة. </w:t>
      </w:r>
    </w:p>
    <w:p w:rsidR="007849C6" w:rsidRDefault="007849C6" w:rsidP="00186E94">
      <w:pPr>
        <w:pStyle w:val="libNormal"/>
        <w:rPr>
          <w:rtl/>
        </w:rPr>
      </w:pPr>
      <w:r>
        <w:rPr>
          <w:rtl/>
        </w:rPr>
        <w:t xml:space="preserve">162 ـ إسحاق بن جندب ، بالجيم المضمومة أبو إسماعيل الفرائضي ق ( جش ) ثقة ثقة. </w:t>
      </w:r>
    </w:p>
    <w:p w:rsidR="007849C6" w:rsidRDefault="007849C6" w:rsidP="00186E94">
      <w:pPr>
        <w:pStyle w:val="libNormal"/>
        <w:rPr>
          <w:rtl/>
        </w:rPr>
      </w:pPr>
      <w:r>
        <w:rPr>
          <w:rtl/>
        </w:rPr>
        <w:t xml:space="preserve">163 ـ إسحاق بن عبدالله بن سعد بن مالك الاشعري ق ، م ( جش ) قمي ثقة وابنه أحمد مشهور. </w:t>
      </w:r>
    </w:p>
    <w:p w:rsidR="007849C6" w:rsidRDefault="007849C6" w:rsidP="00186E94">
      <w:pPr>
        <w:pStyle w:val="libNormal"/>
        <w:rPr>
          <w:rtl/>
        </w:rPr>
      </w:pPr>
      <w:r>
        <w:rPr>
          <w:rtl/>
        </w:rPr>
        <w:t xml:space="preserve">164 ـ إسحاق بن عمار بن حيان مولى بني تغلب ، أبو يعقوب الصيرفي م ( جش ، كش ) ثقة هو وإخوته ( ست ) : فطحي ولكنه ثقة يعتمد عليه. </w:t>
      </w:r>
    </w:p>
    <w:p w:rsidR="007849C6" w:rsidRDefault="007849C6" w:rsidP="00186E94">
      <w:pPr>
        <w:pStyle w:val="libNormal"/>
        <w:rPr>
          <w:rtl/>
        </w:rPr>
      </w:pPr>
      <w:r>
        <w:rPr>
          <w:rtl/>
        </w:rPr>
        <w:t xml:space="preserve">165 ـ إسحاق بن غالب الاسدي ق ( جش ) والبي عربي ثقة ، وأخوه عبدالله كذلك.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في [ جش ] إسحاق بن آدم بن عبدالله ، روى عن الرضا ( ع ). </w:t>
      </w:r>
    </w:p>
    <w:p w:rsidR="007849C6" w:rsidRDefault="007849C6" w:rsidP="00186E94">
      <w:pPr>
        <w:pStyle w:val="libNormal"/>
        <w:rPr>
          <w:rtl/>
        </w:rPr>
      </w:pPr>
      <w:r>
        <w:rPr>
          <w:rtl/>
        </w:rPr>
        <w:br w:type="page"/>
      </w:r>
      <w:r>
        <w:rPr>
          <w:rtl/>
        </w:rPr>
        <w:lastRenderedPageBreak/>
        <w:t xml:space="preserve">166 ـ إسحاق بن محمد لم ( جخ ) ثقة. </w:t>
      </w:r>
    </w:p>
    <w:p w:rsidR="007849C6" w:rsidRDefault="007849C6" w:rsidP="00186E94">
      <w:pPr>
        <w:pStyle w:val="libNormal"/>
        <w:rPr>
          <w:rtl/>
        </w:rPr>
      </w:pPr>
      <w:r>
        <w:rPr>
          <w:rtl/>
        </w:rPr>
        <w:t xml:space="preserve">167 ـ أسد بن عفير بضم العين المهملة ( جش ) ، من شيوخ أصحاب الحديث الثقات </w:t>
      </w:r>
      <w:r w:rsidRPr="00186E94">
        <w:rPr>
          <w:rStyle w:val="libFootnotenumChar"/>
          <w:rtl/>
        </w:rPr>
        <w:t>(1)</w:t>
      </w:r>
      <w:r>
        <w:rPr>
          <w:rtl/>
        </w:rPr>
        <w:t xml:space="preserve">. </w:t>
      </w:r>
    </w:p>
    <w:p w:rsidR="007849C6" w:rsidRDefault="007849C6" w:rsidP="00186E94">
      <w:pPr>
        <w:pStyle w:val="libNormal"/>
        <w:rPr>
          <w:rtl/>
        </w:rPr>
      </w:pPr>
      <w:r>
        <w:rPr>
          <w:rtl/>
        </w:rPr>
        <w:t xml:space="preserve">168 ـ أسد بن كرز القسري ، بالقاف المفتوحة والسين المهملة ، المزني ، ويقال الجهني الغفاري ل ( جخ ) وكان مؤذنا. </w:t>
      </w:r>
    </w:p>
    <w:p w:rsidR="007849C6" w:rsidRDefault="007849C6" w:rsidP="00186E94">
      <w:pPr>
        <w:pStyle w:val="libNormal"/>
        <w:rPr>
          <w:rtl/>
        </w:rPr>
      </w:pPr>
      <w:r>
        <w:rPr>
          <w:rtl/>
        </w:rPr>
        <w:t xml:space="preserve">169 ـ أسيد ، بالفتح فالكسر ، ابن حضير ، بالحاء المهملة المضمومة ، وقيل : المعجمة فالضاد المعجمة المفتوحة ، بن سماك ، بالسين المهملة المسكورة والكاف ، أبو يحيى ويقال أبو عتيك ، بالعين المهملة المفتوحة والتاء المثناة فوق المكسورة ، ل ( جخ ) اخى رسول الله بينه وبين زيد بن حارثة. </w:t>
      </w:r>
    </w:p>
    <w:p w:rsidR="007849C6" w:rsidRDefault="007849C6" w:rsidP="00186E94">
      <w:pPr>
        <w:pStyle w:val="libNormal"/>
        <w:rPr>
          <w:rtl/>
        </w:rPr>
      </w:pPr>
      <w:r>
        <w:rPr>
          <w:rtl/>
        </w:rPr>
        <w:t xml:space="preserve">170 ـ أسد بن معلي بن أسد العمي البصري لم ( جش ) رجل من أصحابنا. </w:t>
      </w:r>
    </w:p>
    <w:p w:rsidR="007849C6" w:rsidRDefault="007849C6" w:rsidP="00186E94">
      <w:pPr>
        <w:pStyle w:val="libNormal"/>
        <w:rPr>
          <w:rtl/>
        </w:rPr>
      </w:pPr>
      <w:r>
        <w:rPr>
          <w:rtl/>
        </w:rPr>
        <w:t xml:space="preserve">171 ـ أسعد بن زرارة أبو أمامة الخزرجي ل ( جخ ) وهو من النقباء الثلاثة ليلة العقبة. وله أخوان : عثمان وسعد ابناء زرارة. </w:t>
      </w:r>
    </w:p>
    <w:p w:rsidR="007849C6" w:rsidRDefault="007849C6" w:rsidP="00186E94">
      <w:pPr>
        <w:pStyle w:val="libNormal"/>
        <w:rPr>
          <w:rtl/>
        </w:rPr>
      </w:pPr>
      <w:r>
        <w:rPr>
          <w:rtl/>
        </w:rPr>
        <w:t xml:space="preserve">172 ـ إسماعيل بن آدم بن عبدالله بن سعد الاشعري لم ( جش ) وجه من القميين ثقة. </w:t>
      </w:r>
    </w:p>
    <w:p w:rsidR="007849C6" w:rsidRDefault="007849C6" w:rsidP="00186E94">
      <w:pPr>
        <w:pStyle w:val="libNormal"/>
        <w:rPr>
          <w:rtl/>
        </w:rPr>
      </w:pPr>
      <w:r>
        <w:rPr>
          <w:rtl/>
        </w:rPr>
        <w:t xml:space="preserve">173 ـ إسماعيل بن إبراهيم القصير بن برة ، بفتح الباء المفردة والراء المهملة ق ( جخ ، ست ، جش ) ثقة كوفي. </w:t>
      </w:r>
    </w:p>
    <w:p w:rsidR="007849C6" w:rsidRDefault="007849C6" w:rsidP="00186E94">
      <w:pPr>
        <w:pStyle w:val="libNormal"/>
        <w:rPr>
          <w:rtl/>
        </w:rPr>
      </w:pPr>
      <w:r>
        <w:rPr>
          <w:rtl/>
        </w:rPr>
        <w:t xml:space="preserve">174 ـ إسماعيل بن أبي خالد محمد بن مهاجر بن عبيد الازدي ق ( جش ، ست ) ثقة هو وأبوه. </w:t>
      </w:r>
    </w:p>
    <w:p w:rsidR="007849C6" w:rsidRDefault="007849C6" w:rsidP="00186E94">
      <w:pPr>
        <w:pStyle w:val="libNormal"/>
        <w:rPr>
          <w:rtl/>
        </w:rPr>
      </w:pPr>
      <w:r>
        <w:rPr>
          <w:rtl/>
        </w:rPr>
        <w:t xml:space="preserve">175 ـ إسماعيل بن أبي زياد يعرف بالسكوني الشعيري ق ( جش ) له كتاب ، مهمل ، واسم أبي زياد مسلم البزاز الاسدي. </w:t>
      </w:r>
    </w:p>
    <w:p w:rsidR="007849C6" w:rsidRDefault="007849C6" w:rsidP="00186E94">
      <w:pPr>
        <w:pStyle w:val="libNormal"/>
        <w:rPr>
          <w:rtl/>
        </w:rPr>
      </w:pPr>
      <w:r>
        <w:rPr>
          <w:rtl/>
        </w:rPr>
        <w:t xml:space="preserve">176 ـ إسماعيل بن أبي زياد السلمي ( جش ) كوفي ثقة.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ذكره النجاشي في ترجمة ابنه داود بن أسد. </w:t>
      </w:r>
    </w:p>
    <w:p w:rsidR="007849C6" w:rsidRDefault="007849C6" w:rsidP="00186E94">
      <w:pPr>
        <w:pStyle w:val="libNormal"/>
        <w:rPr>
          <w:rtl/>
        </w:rPr>
      </w:pPr>
      <w:r>
        <w:rPr>
          <w:rtl/>
        </w:rPr>
        <w:br w:type="page"/>
      </w:r>
      <w:r>
        <w:rPr>
          <w:rtl/>
        </w:rPr>
        <w:lastRenderedPageBreak/>
        <w:t xml:space="preserve">177 ـ إسماعيل بن بزيع ، بالباء المفردة تحت والزاي المكسورة والياء المثناة تحت ضا ، د ( كش ) ثقة. </w:t>
      </w:r>
      <w:r w:rsidRPr="00186E94">
        <w:rPr>
          <w:rStyle w:val="libFootnotenumChar"/>
          <w:rtl/>
        </w:rPr>
        <w:t>(1)</w:t>
      </w:r>
      <w:r>
        <w:rPr>
          <w:rtl/>
        </w:rPr>
        <w:t xml:space="preserve">. </w:t>
      </w:r>
    </w:p>
    <w:p w:rsidR="007849C6" w:rsidRDefault="007849C6" w:rsidP="00186E94">
      <w:pPr>
        <w:pStyle w:val="libNormal"/>
        <w:rPr>
          <w:rtl/>
        </w:rPr>
      </w:pPr>
      <w:r>
        <w:rPr>
          <w:rtl/>
        </w:rPr>
        <w:t xml:space="preserve">178 ـ إسماعيل بن بكير ( جش ) كوفي ثقة. </w:t>
      </w:r>
    </w:p>
    <w:p w:rsidR="007849C6" w:rsidRDefault="007849C6" w:rsidP="00186E94">
      <w:pPr>
        <w:pStyle w:val="libNormal"/>
        <w:rPr>
          <w:rtl/>
        </w:rPr>
      </w:pPr>
      <w:r>
        <w:rPr>
          <w:rtl/>
        </w:rPr>
        <w:t xml:space="preserve">179 ـ إسماعيل بن جابر ( جخ ) الخثعمي الكوفي أبو محمد القرشي ثقة ممدوح ، له أصول قر ، ق ( جش ) : عوض الخثعمي : الجعفي. </w:t>
      </w:r>
    </w:p>
    <w:p w:rsidR="007849C6" w:rsidRDefault="007849C6" w:rsidP="00186E94">
      <w:pPr>
        <w:pStyle w:val="libNormal"/>
        <w:rPr>
          <w:rtl/>
        </w:rPr>
      </w:pPr>
      <w:r>
        <w:rPr>
          <w:rtl/>
        </w:rPr>
        <w:t xml:space="preserve">180 ـ إسماعيل بن الحكم الرافعي من ولد أبي رافع مولى رسول الله </w:t>
      </w:r>
      <w:r w:rsidR="00CA64D5" w:rsidRPr="00CA64D5">
        <w:rPr>
          <w:rStyle w:val="libAlaemChar"/>
          <w:rFonts w:hint="cs"/>
          <w:rtl/>
        </w:rPr>
        <w:t>صلى‌الله‌عليه‌وآله‌وسلم</w:t>
      </w:r>
      <w:r>
        <w:rPr>
          <w:rtl/>
        </w:rPr>
        <w:t xml:space="preserve"> ( جش ، ست ) ، له كتاب. </w:t>
      </w:r>
    </w:p>
    <w:p w:rsidR="007849C6" w:rsidRDefault="007849C6" w:rsidP="00186E94">
      <w:pPr>
        <w:pStyle w:val="libNormal"/>
        <w:rPr>
          <w:rtl/>
        </w:rPr>
      </w:pPr>
      <w:r>
        <w:rPr>
          <w:rtl/>
        </w:rPr>
        <w:t xml:space="preserve">181 ـ إسماعيل بن الخطاب لم ( كش ) ثقة. </w:t>
      </w:r>
    </w:p>
    <w:p w:rsidR="007849C6" w:rsidRDefault="007849C6" w:rsidP="00186E94">
      <w:pPr>
        <w:pStyle w:val="libNormal"/>
        <w:rPr>
          <w:rtl/>
        </w:rPr>
      </w:pPr>
      <w:r>
        <w:rPr>
          <w:rtl/>
        </w:rPr>
        <w:t xml:space="preserve">182 ـ إسماعيل بن دينار لم ( جش ) ثقة. </w:t>
      </w:r>
    </w:p>
    <w:p w:rsidR="007849C6" w:rsidRDefault="007849C6" w:rsidP="00186E94">
      <w:pPr>
        <w:pStyle w:val="libNormal"/>
        <w:rPr>
          <w:rtl/>
        </w:rPr>
      </w:pPr>
      <w:r>
        <w:rPr>
          <w:rtl/>
        </w:rPr>
        <w:t xml:space="preserve">183 ـ إسماعيل بن زيد الطحان كوفي لم ( جش ) ثقة ، روى عن محمد بن مروان ومعاوية بن عمار ويعقوب بن شعيب عن ق. </w:t>
      </w:r>
    </w:p>
    <w:p w:rsidR="007849C6" w:rsidRDefault="007849C6" w:rsidP="00186E94">
      <w:pPr>
        <w:pStyle w:val="libNormal"/>
        <w:rPr>
          <w:rtl/>
        </w:rPr>
      </w:pPr>
      <w:r>
        <w:rPr>
          <w:rtl/>
        </w:rPr>
        <w:t xml:space="preserve">184 ـ إسماعيل بن سعد الاحوص بالمهملتين الاشعري القمي ضا ( جخ ) ثقة. </w:t>
      </w:r>
    </w:p>
    <w:p w:rsidR="007849C6" w:rsidRDefault="007849C6" w:rsidP="00186E94">
      <w:pPr>
        <w:pStyle w:val="libNormal"/>
        <w:rPr>
          <w:rtl/>
        </w:rPr>
      </w:pPr>
      <w:r>
        <w:rPr>
          <w:rtl/>
        </w:rPr>
        <w:t xml:space="preserve">185 ـ إسماعيل بن سهل ( ست ) له كتاب. </w:t>
      </w:r>
    </w:p>
    <w:p w:rsidR="007849C6" w:rsidRDefault="007849C6" w:rsidP="00186E94">
      <w:pPr>
        <w:pStyle w:val="libNormal"/>
        <w:rPr>
          <w:rtl/>
        </w:rPr>
      </w:pPr>
      <w:r>
        <w:rPr>
          <w:rtl/>
        </w:rPr>
        <w:t xml:space="preserve">186 ـ إسماعيل بن شعيب العريشي ، بالعين المهملة المفتوحة والياء المثناة تحت والشين المعجمة لم ( جخ ، ست ) ثقة قليل الحديث. </w:t>
      </w:r>
    </w:p>
    <w:p w:rsidR="007849C6" w:rsidRDefault="007849C6" w:rsidP="00186E94">
      <w:pPr>
        <w:pStyle w:val="libNormal"/>
        <w:rPr>
          <w:rtl/>
        </w:rPr>
      </w:pPr>
      <w:r>
        <w:rPr>
          <w:rtl/>
        </w:rPr>
        <w:t xml:space="preserve">187 ـ إسماعيل بن عبد الخالق بن عبد ربه بن أبي ميمونة بن يسار ، بالياء المثناة تحت والمهملة ، مولى بني أسد قر ، ق ، م ( جش ، كش ) وجه من وجوه أصحابنا فقيه من فقهائنا هو وعمومته شهاب وعبد الرحيم ووهب وأبوه عبد الخالق كلهم ثقات. </w:t>
      </w:r>
    </w:p>
    <w:p w:rsidR="007849C6" w:rsidRDefault="007849C6" w:rsidP="00186E94">
      <w:pPr>
        <w:pStyle w:val="libNormal"/>
        <w:rPr>
          <w:rtl/>
        </w:rPr>
      </w:pPr>
      <w:r>
        <w:rPr>
          <w:rtl/>
        </w:rPr>
        <w:t xml:space="preserve">188 ـ إسماعيل بن عبدالرحمن الجعفي الكوفي قر ، ق ( جخ ) تابعي مات في حياة الصادق ( ع ) وترحم عليه وكان فقيها.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لا يوجد إسماعيل بن بزيع في رجال الشيخ من أصحاب الرضا والجواد </w:t>
      </w:r>
      <w:r w:rsidR="0006364F" w:rsidRPr="0006364F">
        <w:rPr>
          <w:rStyle w:val="libAlaemChar"/>
          <w:rFonts w:hint="cs"/>
          <w:rtl/>
        </w:rPr>
        <w:t>عليهما‌السلام</w:t>
      </w:r>
      <w:r>
        <w:rPr>
          <w:rtl/>
        </w:rPr>
        <w:t xml:space="preserve"> ولا في رجال الكشي. </w:t>
      </w:r>
    </w:p>
    <w:p w:rsidR="007849C6" w:rsidRDefault="007849C6" w:rsidP="00186E94">
      <w:pPr>
        <w:pStyle w:val="libNormal"/>
        <w:rPr>
          <w:rtl/>
        </w:rPr>
      </w:pPr>
      <w:r>
        <w:rPr>
          <w:rtl/>
        </w:rPr>
        <w:br w:type="page"/>
      </w:r>
      <w:r>
        <w:rPr>
          <w:rtl/>
        </w:rPr>
        <w:lastRenderedPageBreak/>
        <w:t xml:space="preserve">189 ـ إسماعيل بن عبد الرحمن حقيبة ، بالحاء المهملة المفتوحة والقاف المكسورة والياء المثناة تحت و ( الباء ) المفردة ، وقيل بالجيم المضمومة والفاء المفتوحة والياء المثناة تحت والنون ق ( جخ ، كش ) ثقة. </w:t>
      </w:r>
    </w:p>
    <w:p w:rsidR="007849C6" w:rsidRDefault="007849C6" w:rsidP="00186E94">
      <w:pPr>
        <w:pStyle w:val="libNormal"/>
        <w:rPr>
          <w:rtl/>
        </w:rPr>
      </w:pPr>
      <w:r>
        <w:rPr>
          <w:rtl/>
        </w:rPr>
        <w:t xml:space="preserve">190 ـ إسماعيل بن عثمان بن أبان ( ست ) له أصل ، مهمل. </w:t>
      </w:r>
    </w:p>
    <w:p w:rsidR="007849C6" w:rsidRDefault="007849C6" w:rsidP="00186E94">
      <w:pPr>
        <w:pStyle w:val="libNormal"/>
        <w:rPr>
          <w:rtl/>
        </w:rPr>
      </w:pPr>
      <w:r>
        <w:rPr>
          <w:rtl/>
        </w:rPr>
        <w:t xml:space="preserve">191 ـ إسماعيل بن علي بن إسحاق بن أبي سهل بن نوبخت ، بالنون المضمومة والباء المفردة المفتوحة والخاء المعجمة الساكنة والتاء المثناة فوق ، أبو سهل لم ( ست ) شيخ المتكلمين من أصحابنا ببغداد حسن التصنيف. </w:t>
      </w:r>
    </w:p>
    <w:p w:rsidR="007849C6" w:rsidRDefault="007849C6" w:rsidP="00186E94">
      <w:pPr>
        <w:pStyle w:val="libNormal"/>
        <w:rPr>
          <w:rtl/>
        </w:rPr>
      </w:pPr>
      <w:r>
        <w:rPr>
          <w:rtl/>
        </w:rPr>
        <w:t xml:space="preserve">192 ـ إسماعيل بن علي العمي ، بالعين المهملة والميم المشددة ، أبو علي البصري لم ( ست ) أحد شيوخنا البصريين ثقة له كتب. </w:t>
      </w:r>
    </w:p>
    <w:p w:rsidR="007849C6" w:rsidRDefault="007849C6" w:rsidP="00186E94">
      <w:pPr>
        <w:pStyle w:val="libNormal"/>
        <w:rPr>
          <w:rtl/>
        </w:rPr>
      </w:pPr>
      <w:r>
        <w:rPr>
          <w:rtl/>
        </w:rPr>
        <w:t xml:space="preserve">193 ـ إسماعيل بن الفضل بن يعقوب بن الفضل بن عبدالله بن الحارث بن نوفل بن الحارث بن عبدالمطلب الهاشمي قر ، ق ( جخ ، كش ) ثقة بصري. </w:t>
      </w:r>
    </w:p>
    <w:p w:rsidR="007849C6" w:rsidRDefault="007849C6" w:rsidP="00186E94">
      <w:pPr>
        <w:pStyle w:val="libNormal"/>
        <w:rPr>
          <w:rtl/>
        </w:rPr>
      </w:pPr>
      <w:r>
        <w:rPr>
          <w:rtl/>
        </w:rPr>
        <w:t xml:space="preserve">194 ـ إسماعيل بن محمد بن إسحاق بن جعفر بن محمد بن علي بن الحسين بن علي بن أبي طالب </w:t>
      </w:r>
      <w:r w:rsidR="0006364F" w:rsidRPr="0006364F">
        <w:rPr>
          <w:rStyle w:val="libAlaemChar"/>
          <w:rFonts w:hint="cs"/>
          <w:rtl/>
        </w:rPr>
        <w:t>عليهم‌السلام</w:t>
      </w:r>
      <w:r>
        <w:rPr>
          <w:rtl/>
        </w:rPr>
        <w:t xml:space="preserve"> لم ( جش ) ثقة روى عن جده إسحاق بن جعفر وعن عم أبيه علي بن جعفر صاحب المسائل. </w:t>
      </w:r>
    </w:p>
    <w:p w:rsidR="007849C6" w:rsidRDefault="007849C6" w:rsidP="00186E94">
      <w:pPr>
        <w:pStyle w:val="libNormal"/>
        <w:rPr>
          <w:rtl/>
        </w:rPr>
      </w:pPr>
      <w:r>
        <w:rPr>
          <w:rtl/>
        </w:rPr>
        <w:t xml:space="preserve">195 ـ إسماعيل بن محمد بن إسماعيل بن هلال المخزومي أبو محمد لم ( ست ، جش ) وجه من أصحابنا المكيين ثقة له كتب. </w:t>
      </w:r>
    </w:p>
    <w:p w:rsidR="007849C6" w:rsidRDefault="007849C6" w:rsidP="00186E94">
      <w:pPr>
        <w:pStyle w:val="libNormal"/>
        <w:rPr>
          <w:rtl/>
        </w:rPr>
      </w:pPr>
      <w:r>
        <w:rPr>
          <w:rtl/>
        </w:rPr>
        <w:t xml:space="preserve">196 ـ إسماعيل بن محمد الحميري السيد الشاعر المعظم ق ( جخ ) أخباره تأليف الصولي. </w:t>
      </w:r>
    </w:p>
    <w:p w:rsidR="007849C6" w:rsidRDefault="007849C6" w:rsidP="00186E94">
      <w:pPr>
        <w:pStyle w:val="libNormal"/>
        <w:rPr>
          <w:rtl/>
        </w:rPr>
      </w:pPr>
      <w:r>
        <w:rPr>
          <w:rtl/>
        </w:rPr>
        <w:t xml:space="preserve">197 ـ إسماعيل بن موسى الكاظم ( ع ) م ( ست ) سكن مصر وحدث بها ، له كتب. </w:t>
      </w:r>
    </w:p>
    <w:p w:rsidR="007849C6" w:rsidRDefault="007849C6" w:rsidP="00186E94">
      <w:pPr>
        <w:pStyle w:val="libNormal"/>
        <w:rPr>
          <w:rtl/>
        </w:rPr>
      </w:pPr>
      <w:r>
        <w:rPr>
          <w:rtl/>
        </w:rPr>
        <w:t xml:space="preserve">198 ـ إسماعيل بن مهران ، بكسر الميم ، بن محمد بن أبي نصر السكوني ضا ( ست ) ثقة ونسب إليه الغضائري الاضطراب والرواية عن </w:t>
      </w:r>
    </w:p>
    <w:p w:rsidR="007849C6" w:rsidRDefault="007849C6" w:rsidP="00186E94">
      <w:pPr>
        <w:pStyle w:val="libNormal0"/>
        <w:rPr>
          <w:rtl/>
        </w:rPr>
      </w:pPr>
      <w:r>
        <w:rPr>
          <w:rtl/>
        </w:rPr>
        <w:br w:type="page"/>
      </w:r>
      <w:r>
        <w:rPr>
          <w:rtl/>
        </w:rPr>
        <w:lastRenderedPageBreak/>
        <w:t xml:space="preserve">الضعفاء فذكرته هناك والاقوى الاعتماد عليه. </w:t>
      </w:r>
    </w:p>
    <w:p w:rsidR="007849C6" w:rsidRDefault="007849C6" w:rsidP="00186E94">
      <w:pPr>
        <w:pStyle w:val="libNormal"/>
        <w:rPr>
          <w:rtl/>
        </w:rPr>
      </w:pPr>
      <w:r>
        <w:rPr>
          <w:rtl/>
        </w:rPr>
        <w:t xml:space="preserve">199 ـ الاعلم الازدي ي ثقة. </w:t>
      </w:r>
    </w:p>
    <w:p w:rsidR="007849C6" w:rsidRDefault="007849C6" w:rsidP="00186E94">
      <w:pPr>
        <w:pStyle w:val="libNormal"/>
        <w:rPr>
          <w:rtl/>
        </w:rPr>
      </w:pPr>
      <w:r>
        <w:rPr>
          <w:rtl/>
        </w:rPr>
        <w:t xml:space="preserve">200 ـ إسماعيل بن همام بن عبدالرحمن بن أبي عبدالله ميمون البصري مولى كندة. يكنى أبا همام ضا ( جخ ، جش ) ثقة هو وأبوه وجده. </w:t>
      </w:r>
    </w:p>
    <w:p w:rsidR="007849C6" w:rsidRDefault="007849C6" w:rsidP="00186E94">
      <w:pPr>
        <w:pStyle w:val="libNormal"/>
        <w:rPr>
          <w:rtl/>
        </w:rPr>
      </w:pPr>
      <w:r>
        <w:rPr>
          <w:rtl/>
        </w:rPr>
        <w:t xml:space="preserve">201 ـ الاسود بن رزين أبو عبد الله المزني ق ( جش ) ذكره أصحاب الرجال. </w:t>
      </w:r>
    </w:p>
    <w:p w:rsidR="007849C6" w:rsidRDefault="007849C6" w:rsidP="00186E94">
      <w:pPr>
        <w:pStyle w:val="libNormal"/>
        <w:rPr>
          <w:rtl/>
        </w:rPr>
      </w:pPr>
      <w:r>
        <w:rPr>
          <w:rtl/>
        </w:rPr>
        <w:t xml:space="preserve">202 ـ الاسود بن سريع السعدي أبو عبد الله ل ( جخ ) شاعر جاهلي قاص في الاسلام ، وهو أول من قص في المسجد. </w:t>
      </w:r>
    </w:p>
    <w:p w:rsidR="007849C6" w:rsidRDefault="007849C6" w:rsidP="00186E94">
      <w:pPr>
        <w:pStyle w:val="libNormal"/>
        <w:rPr>
          <w:rtl/>
        </w:rPr>
      </w:pPr>
      <w:r>
        <w:rPr>
          <w:rtl/>
        </w:rPr>
        <w:t xml:space="preserve">203 ـ الاسود بن عرفجة السكسكي بالمهملتين المفتوحتين والكافين ي ( جخ ) هرب من معاوية ولجاء إليه ( ع ). </w:t>
      </w:r>
    </w:p>
    <w:p w:rsidR="007849C6" w:rsidRDefault="007849C6" w:rsidP="00186E94">
      <w:pPr>
        <w:pStyle w:val="libNormal"/>
        <w:rPr>
          <w:rtl/>
        </w:rPr>
      </w:pPr>
      <w:r>
        <w:rPr>
          <w:rtl/>
        </w:rPr>
        <w:t xml:space="preserve">204 ـ الاصبغ ، بالصاد المهملة والباء المفردة والغين المعجمة ، بن نباته بالضم ، النهمي الحنظلي ي ( ست ) من خواصه ( ع ). </w:t>
      </w:r>
    </w:p>
    <w:p w:rsidR="007849C6" w:rsidRDefault="007849C6" w:rsidP="00186E94">
      <w:pPr>
        <w:pStyle w:val="libNormal"/>
        <w:rPr>
          <w:rtl/>
        </w:rPr>
      </w:pPr>
      <w:r>
        <w:rPr>
          <w:rtl/>
        </w:rPr>
        <w:t xml:space="preserve">205 ـ أصرم بن حوشب ( ست ) له كتاب. </w:t>
      </w:r>
    </w:p>
    <w:p w:rsidR="007849C6" w:rsidRDefault="007849C6" w:rsidP="00186E94">
      <w:pPr>
        <w:pStyle w:val="libNormal"/>
        <w:rPr>
          <w:rtl/>
        </w:rPr>
      </w:pPr>
      <w:r>
        <w:rPr>
          <w:rtl/>
        </w:rPr>
        <w:t xml:space="preserve">206 ـ أمية بن عمرو الشعيري لم ( ست ، جش ) كوفي ، أكثر كتابه عن إسماعيل السكوني. </w:t>
      </w:r>
    </w:p>
    <w:p w:rsidR="007849C6" w:rsidRDefault="007849C6" w:rsidP="00186E94">
      <w:pPr>
        <w:pStyle w:val="libNormal"/>
        <w:rPr>
          <w:rtl/>
        </w:rPr>
      </w:pPr>
      <w:r>
        <w:rPr>
          <w:rtl/>
        </w:rPr>
        <w:t xml:space="preserve">207 ـ أنس مولى النبي ( ص ) ل ( جخ ) شهد بدرا وقيل قتل بها وقيل بقي إلى أحد. </w:t>
      </w:r>
    </w:p>
    <w:p w:rsidR="007849C6" w:rsidRDefault="007849C6" w:rsidP="00186E94">
      <w:pPr>
        <w:pStyle w:val="libNormal"/>
        <w:rPr>
          <w:rtl/>
        </w:rPr>
      </w:pPr>
      <w:r>
        <w:rPr>
          <w:rtl/>
        </w:rPr>
        <w:t xml:space="preserve">208 ـ أنس بن أبي مرثد بالراء المهملة والثاء المثلثة كلنان ، بفتح الكاف وتشديد اللام والنونين ، بن خضير بالخاء المضمومة والضاد المفتوحة المعجمتين ، الغنوي ل ( جخ ) حليف حمزة بن عبدالمطلب ، وقيل أنيس وهو أصح. </w:t>
      </w:r>
    </w:p>
    <w:p w:rsidR="007849C6" w:rsidRDefault="007849C6" w:rsidP="00186E94">
      <w:pPr>
        <w:pStyle w:val="libNormal"/>
        <w:rPr>
          <w:rtl/>
        </w:rPr>
      </w:pPr>
      <w:r>
        <w:rPr>
          <w:rtl/>
        </w:rPr>
        <w:t xml:space="preserve">209 ـ أنس بن الحارث ل ، ي ، ن ، سين ( جخ ) قتل مع الحسين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210 ـ أنس بن ظهير ، بضم الظاء المعجمة الانصاري ل ( جخ ) مهمل. </w:t>
      </w:r>
    </w:p>
    <w:p w:rsidR="007849C6" w:rsidRDefault="007849C6" w:rsidP="00186E94">
      <w:pPr>
        <w:pStyle w:val="libNormal"/>
        <w:rPr>
          <w:rtl/>
        </w:rPr>
      </w:pPr>
      <w:r>
        <w:rPr>
          <w:rtl/>
        </w:rPr>
        <w:br w:type="page"/>
      </w:r>
      <w:r>
        <w:rPr>
          <w:rtl/>
        </w:rPr>
        <w:lastRenderedPageBreak/>
        <w:t xml:space="preserve">211 ـ أنس بن عياض أبو ضمرة الليثي عربي من بني ليث بن بكر ابن عبدمناف بن كنانة ، مدني ( جش ، ست ) ثقة صحيح الحديث. </w:t>
      </w:r>
    </w:p>
    <w:p w:rsidR="007849C6" w:rsidRDefault="007849C6" w:rsidP="00186E94">
      <w:pPr>
        <w:pStyle w:val="libNormal"/>
        <w:rPr>
          <w:rtl/>
        </w:rPr>
      </w:pPr>
      <w:r>
        <w:rPr>
          <w:rtl/>
        </w:rPr>
        <w:t xml:space="preserve">212 ـ أنيس بن قتادة ل ( جخ ) قتل يوم أحد. </w:t>
      </w:r>
    </w:p>
    <w:p w:rsidR="007849C6" w:rsidRDefault="007849C6" w:rsidP="00186E94">
      <w:pPr>
        <w:pStyle w:val="libNormal"/>
        <w:rPr>
          <w:rtl/>
        </w:rPr>
      </w:pPr>
      <w:r>
        <w:rPr>
          <w:rtl/>
        </w:rPr>
        <w:t xml:space="preserve">213 ـ أنس بن مالك أبو حمزة ل ( جخ ) خادم رسول الله ( ص ) الانصاري. </w:t>
      </w:r>
    </w:p>
    <w:p w:rsidR="007849C6" w:rsidRDefault="007849C6" w:rsidP="00186E94">
      <w:pPr>
        <w:pStyle w:val="libNormal"/>
        <w:rPr>
          <w:rtl/>
        </w:rPr>
      </w:pPr>
      <w:r>
        <w:rPr>
          <w:rtl/>
        </w:rPr>
        <w:t xml:space="preserve">214 ـ أنس بن مالك القشيري وقيل : العجلاني ، هو الكعبي أبو أمية ل ( جخ ). </w:t>
      </w:r>
    </w:p>
    <w:p w:rsidR="007849C6" w:rsidRDefault="007849C6" w:rsidP="00186E94">
      <w:pPr>
        <w:pStyle w:val="libNormal"/>
        <w:rPr>
          <w:rtl/>
        </w:rPr>
      </w:pPr>
      <w:r>
        <w:rPr>
          <w:rtl/>
        </w:rPr>
        <w:t xml:space="preserve">215 ـ أنس بن معاذ بن أنس بن قيس الانصاري ل ( جخ ) شهد بدر وأحدا. </w:t>
      </w:r>
    </w:p>
    <w:p w:rsidR="007849C6" w:rsidRDefault="007849C6" w:rsidP="00186E94">
      <w:pPr>
        <w:pStyle w:val="libNormal"/>
        <w:rPr>
          <w:rtl/>
        </w:rPr>
      </w:pPr>
      <w:r>
        <w:rPr>
          <w:rtl/>
        </w:rPr>
        <w:t xml:space="preserve">216 ـ أنس بن معاذ بن قيس ( سين ) ( جخ ) قتل معه ( ع ). </w:t>
      </w:r>
    </w:p>
    <w:p w:rsidR="007849C6" w:rsidRDefault="007849C6" w:rsidP="00186E94">
      <w:pPr>
        <w:pStyle w:val="libNormal"/>
        <w:rPr>
          <w:rtl/>
        </w:rPr>
      </w:pPr>
      <w:r>
        <w:rPr>
          <w:rtl/>
        </w:rPr>
        <w:t xml:space="preserve">217 ـ أوس بن ثابت ل ( جخ ) شهد بدرا والعقبة مع السبعين ، أخى رسول الله بينه وبين عثمان بن عفان. </w:t>
      </w:r>
    </w:p>
    <w:p w:rsidR="007849C6" w:rsidRDefault="007849C6" w:rsidP="00186E94">
      <w:pPr>
        <w:pStyle w:val="libNormal"/>
        <w:rPr>
          <w:rtl/>
        </w:rPr>
      </w:pPr>
      <w:r>
        <w:rPr>
          <w:rtl/>
        </w:rPr>
        <w:t xml:space="preserve">218 ـ أويس القرني بالقاف والراء المفتوحتين والنون ي ( جخ ، كش ) من أفضل أصحابه ، عن ، أبي جعفر أنه خير التابعين أو من خير التابعين ، قتل معه. </w:t>
      </w:r>
    </w:p>
    <w:p w:rsidR="007849C6" w:rsidRDefault="007849C6" w:rsidP="00186E94">
      <w:pPr>
        <w:pStyle w:val="libNormal"/>
        <w:rPr>
          <w:rtl/>
        </w:rPr>
      </w:pPr>
      <w:r>
        <w:rPr>
          <w:rtl/>
        </w:rPr>
        <w:t xml:space="preserve">219 ـ إياس بن أبي البكير ل ( جخ ) شهد بدرا وأحدا والخندق والمشاهد كلها. </w:t>
      </w:r>
    </w:p>
    <w:p w:rsidR="007849C6" w:rsidRDefault="007849C6" w:rsidP="00186E94">
      <w:pPr>
        <w:pStyle w:val="libNormal"/>
        <w:rPr>
          <w:rtl/>
        </w:rPr>
      </w:pPr>
      <w:r>
        <w:rPr>
          <w:rtl/>
        </w:rPr>
        <w:t xml:space="preserve">220 ـ إلياس بن عمرو البجلي ق ( جخ ) وهو جد الحسن بن علي ابن بنت إلياس ، الصيرفي خير. </w:t>
      </w:r>
    </w:p>
    <w:p w:rsidR="007849C6" w:rsidRDefault="007849C6" w:rsidP="00186E94">
      <w:pPr>
        <w:pStyle w:val="libNormal"/>
        <w:rPr>
          <w:rtl/>
        </w:rPr>
      </w:pPr>
      <w:r>
        <w:rPr>
          <w:rtl/>
        </w:rPr>
        <w:t xml:space="preserve">221 ـ أيمن بن أم أيمن ل ( جخ ) قتل يوم أحد وهو من الثمانية الصابرين. </w:t>
      </w:r>
    </w:p>
    <w:p w:rsidR="007849C6" w:rsidRDefault="007849C6" w:rsidP="00186E94">
      <w:pPr>
        <w:pStyle w:val="libNormal"/>
        <w:rPr>
          <w:rtl/>
        </w:rPr>
      </w:pPr>
      <w:r>
        <w:rPr>
          <w:rtl/>
        </w:rPr>
        <w:t xml:space="preserve">222 ـ أيوب بن الحر الجعفي ق ، ( جخ ، ست ، جش ) مولى ثقة يعرف بأخي أديم. </w:t>
      </w:r>
    </w:p>
    <w:p w:rsidR="007849C6" w:rsidRDefault="007849C6" w:rsidP="00186E94">
      <w:pPr>
        <w:pStyle w:val="libNormal"/>
        <w:rPr>
          <w:rtl/>
        </w:rPr>
      </w:pPr>
      <w:r>
        <w:rPr>
          <w:rtl/>
        </w:rPr>
        <w:t xml:space="preserve">223 ـ أيوب بن عطية الاعرج الكوفي أبو عبد الرحمن الحذاء ق </w:t>
      </w:r>
    </w:p>
    <w:p w:rsidR="007849C6" w:rsidRDefault="007849C6" w:rsidP="00186E94">
      <w:pPr>
        <w:pStyle w:val="libNormal0"/>
        <w:rPr>
          <w:rtl/>
        </w:rPr>
      </w:pPr>
      <w:r>
        <w:rPr>
          <w:rtl/>
        </w:rPr>
        <w:br w:type="page"/>
      </w:r>
      <w:r>
        <w:rPr>
          <w:rtl/>
        </w:rPr>
        <w:lastRenderedPageBreak/>
        <w:t xml:space="preserve">( جخ ) ثقة. </w:t>
      </w:r>
    </w:p>
    <w:p w:rsidR="007849C6" w:rsidRDefault="007849C6" w:rsidP="00186E94">
      <w:pPr>
        <w:pStyle w:val="libNormal"/>
        <w:rPr>
          <w:rtl/>
        </w:rPr>
      </w:pPr>
      <w:r>
        <w:rPr>
          <w:rtl/>
        </w:rPr>
        <w:t xml:space="preserve">224 ـ أيوب بن نوح بن دراج النخعي مولاهم ضا ، د ، دي ( جخ ، ست ، كش ، جش ) ممدوح كوفي كان وكيلا لهما </w:t>
      </w:r>
      <w:r w:rsidRPr="00186E94">
        <w:rPr>
          <w:rStyle w:val="libFootnotenumChar"/>
          <w:rtl/>
        </w:rPr>
        <w:t>(1)</w:t>
      </w:r>
      <w:r>
        <w:rPr>
          <w:rtl/>
        </w:rPr>
        <w:t xml:space="preserve"> عظيما ورعا ثقة وكان أبوه قاضيا بالكوفة صحيح الاعتقاد وأخوه جميل بن دراج لقي الهادي </w:t>
      </w:r>
      <w:r w:rsidR="0006364F" w:rsidRPr="0006364F">
        <w:rPr>
          <w:rStyle w:val="libAlaemChar"/>
          <w:rFonts w:hint="cs"/>
          <w:rtl/>
        </w:rPr>
        <w:t>عليه‌السلام</w:t>
      </w:r>
      <w:r>
        <w:rPr>
          <w:rtl/>
        </w:rPr>
        <w:t xml:space="preserve">. </w:t>
      </w:r>
    </w:p>
    <w:p w:rsidR="007849C6" w:rsidRDefault="007849C6" w:rsidP="007849C6">
      <w:pPr>
        <w:pStyle w:val="Heading1Center"/>
        <w:rPr>
          <w:rtl/>
        </w:rPr>
      </w:pPr>
      <w:bookmarkStart w:id="10" w:name="_Toc265165229"/>
      <w:bookmarkStart w:id="11" w:name="_Toc286683158"/>
      <w:bookmarkStart w:id="12" w:name="_Toc403904015"/>
      <w:r>
        <w:rPr>
          <w:rtl/>
        </w:rPr>
        <w:t>( باب الباء )</w:t>
      </w:r>
      <w:bookmarkEnd w:id="10"/>
      <w:bookmarkEnd w:id="11"/>
      <w:bookmarkEnd w:id="12"/>
    </w:p>
    <w:p w:rsidR="007849C6" w:rsidRDefault="007849C6" w:rsidP="00186E94">
      <w:pPr>
        <w:pStyle w:val="libNormal"/>
        <w:rPr>
          <w:rtl/>
        </w:rPr>
      </w:pPr>
      <w:r>
        <w:rPr>
          <w:rtl/>
        </w:rPr>
        <w:t xml:space="preserve">225 ـ بائس مولى حمزة باليسع الاشعري ضا ( جخ ) ثقة. </w:t>
      </w:r>
    </w:p>
    <w:p w:rsidR="007849C6" w:rsidRDefault="007849C6" w:rsidP="00186E94">
      <w:pPr>
        <w:pStyle w:val="libNormal"/>
        <w:rPr>
          <w:rtl/>
        </w:rPr>
      </w:pPr>
      <w:r>
        <w:rPr>
          <w:rtl/>
        </w:rPr>
        <w:t xml:space="preserve">226 ـ بجير بن أبي بجير ، بضم الباء وفتح الجيم فيهما ، الجهني ل ( جخ ) شهد بدراوأحدا. </w:t>
      </w:r>
    </w:p>
    <w:p w:rsidR="007849C6" w:rsidRDefault="007849C6" w:rsidP="00186E94">
      <w:pPr>
        <w:pStyle w:val="libNormal"/>
        <w:rPr>
          <w:rtl/>
        </w:rPr>
      </w:pPr>
      <w:r>
        <w:rPr>
          <w:rtl/>
        </w:rPr>
        <w:t xml:space="preserve">227 ـ البراء بن عازب ل : ي ( جخ ، كش ) شهد ( ع ) له بالجنة. وذلك بعدأن روت العامة أنه دعا عليه علي ( ع ) لكتمانه الشهادة بيوم غدير خم فعمي. </w:t>
      </w:r>
    </w:p>
    <w:p w:rsidR="007849C6" w:rsidRDefault="007849C6" w:rsidP="00186E94">
      <w:pPr>
        <w:pStyle w:val="libNormal"/>
        <w:rPr>
          <w:rtl/>
        </w:rPr>
      </w:pPr>
      <w:r>
        <w:rPr>
          <w:rtl/>
        </w:rPr>
        <w:t xml:space="preserve">228 ـ البراء بن مالك الانصاري أخو أنس ل ( جخ ) شهدأحدا والخندق وقتل يوم تستر ، بالتاءين المثناتين فوق بينهما سين مهملة. </w:t>
      </w:r>
    </w:p>
    <w:p w:rsidR="007849C6" w:rsidRDefault="007849C6" w:rsidP="00186E94">
      <w:pPr>
        <w:pStyle w:val="libNormal"/>
        <w:rPr>
          <w:rtl/>
        </w:rPr>
      </w:pPr>
      <w:r>
        <w:rPr>
          <w:rtl/>
        </w:rPr>
        <w:t xml:space="preserve">229 ـ البراء بن محمد لم ( جش ) كوفي ثقة. </w:t>
      </w:r>
    </w:p>
    <w:p w:rsidR="007849C6" w:rsidRDefault="007849C6" w:rsidP="00186E94">
      <w:pPr>
        <w:pStyle w:val="libNormal"/>
        <w:rPr>
          <w:rtl/>
        </w:rPr>
      </w:pPr>
      <w:r>
        <w:rPr>
          <w:rtl/>
        </w:rPr>
        <w:t xml:space="preserve">230 ـ البراء بن معرور الانصاري الخزرجي ل ( جخ ) توفي في حياة النبي ( ص ) ، من النقباء ليلة العقبة. ومنهم من اشتبه عليه اسم أبيه فقال : ابن معروف ، وهو غلط. </w:t>
      </w:r>
    </w:p>
    <w:p w:rsidR="007849C6" w:rsidRDefault="007849C6" w:rsidP="00186E94">
      <w:pPr>
        <w:pStyle w:val="libNormal"/>
        <w:rPr>
          <w:rtl/>
        </w:rPr>
      </w:pPr>
      <w:r>
        <w:rPr>
          <w:rtl/>
        </w:rPr>
        <w:t xml:space="preserve">231 ـ برد الاسكاف ق ( جش ، ست ) مولى مكاتب له كتاب يرويه ابن أبي عمير ( جخ ) روى عن قر ، ق. </w:t>
      </w:r>
    </w:p>
    <w:p w:rsidR="007849C6" w:rsidRDefault="007849C6" w:rsidP="00186E94">
      <w:pPr>
        <w:pStyle w:val="libNormal"/>
        <w:rPr>
          <w:rtl/>
        </w:rPr>
      </w:pPr>
      <w:r>
        <w:rPr>
          <w:rtl/>
        </w:rPr>
        <w:t xml:space="preserve">232 ـ بريد ، بضم الباء المفردة والراء المهملة المفتوحة والياء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يعني لابي الحسن الهادي ولابي محمد الحسن العسكري </w:t>
      </w:r>
      <w:r w:rsidR="0006364F" w:rsidRPr="0006364F">
        <w:rPr>
          <w:rStyle w:val="libAlaemChar"/>
          <w:rFonts w:hint="cs"/>
          <w:rtl/>
        </w:rPr>
        <w:t>عليهما‌السلام</w:t>
      </w:r>
      <w:r>
        <w:rPr>
          <w:rtl/>
        </w:rPr>
        <w:t xml:space="preserve"> كما في النجاشي. </w:t>
      </w:r>
    </w:p>
    <w:p w:rsidR="007849C6" w:rsidRDefault="007849C6" w:rsidP="00186E94">
      <w:pPr>
        <w:pStyle w:val="libNormal0"/>
        <w:rPr>
          <w:rtl/>
        </w:rPr>
      </w:pPr>
      <w:r>
        <w:rPr>
          <w:rtl/>
        </w:rPr>
        <w:br w:type="page"/>
      </w:r>
      <w:r>
        <w:rPr>
          <w:rtl/>
        </w:rPr>
        <w:lastRenderedPageBreak/>
        <w:t xml:space="preserve">المثناة تحت ، بن معاوية العجلي يكنى أبا القاسم ( جش ) قر ، ق وجه من وجوه أصحابنا فقيه ، له محل عند الائمة </w:t>
      </w:r>
      <w:r w:rsidR="0006364F" w:rsidRPr="0006364F">
        <w:rPr>
          <w:rStyle w:val="libAlaemChar"/>
          <w:rFonts w:hint="cs"/>
          <w:rtl/>
        </w:rPr>
        <w:t>عليهم‌السلام</w:t>
      </w:r>
      <w:r>
        <w:rPr>
          <w:rtl/>
        </w:rPr>
        <w:t xml:space="preserve"> ( كش ) مدح أولا ثم ذم ، مات في حياة أبي عبدالله ( ع ). أقول : هو أحد الخمسة المخبتين الذين اتفقت العصابة على توثيقهم وفقههم وهو أيضا عند الجمهور وجه ، ذكره الدارقطني في المؤتلف والمختلف وأنه روى حديث خاصف النعل عن النبي ( ص ). </w:t>
      </w:r>
    </w:p>
    <w:p w:rsidR="007849C6" w:rsidRDefault="007849C6" w:rsidP="00186E94">
      <w:pPr>
        <w:pStyle w:val="libNormal"/>
        <w:rPr>
          <w:rtl/>
        </w:rPr>
      </w:pPr>
      <w:r>
        <w:rPr>
          <w:rtl/>
        </w:rPr>
        <w:t xml:space="preserve">233 ـ بريدة بن الخصيب الاسلمي الخزاعي ي ( جخ ) مدني عربي من السابقين الذين رجعوا إلى أمير المؤمنين ( ع ). </w:t>
      </w:r>
    </w:p>
    <w:p w:rsidR="007849C6" w:rsidRDefault="007849C6" w:rsidP="00186E94">
      <w:pPr>
        <w:pStyle w:val="libNormal"/>
        <w:rPr>
          <w:rtl/>
        </w:rPr>
      </w:pPr>
      <w:r>
        <w:rPr>
          <w:rtl/>
        </w:rPr>
        <w:t xml:space="preserve">234 ـ برية ، بضم الباء وسكون الراء وفتح الياء المثناة تحت ، العبادي ، بالكسر ، وذكره الجوهري بالفتح ورد عليه ، الحيري ، بكسر الحاء المهملة ق ( جخ ، جش ) أسلم علي يده. أقول : في قول النجاشي نظر </w:t>
      </w:r>
      <w:r w:rsidRPr="00186E94">
        <w:rPr>
          <w:rStyle w:val="libFootnotenumChar"/>
          <w:rtl/>
        </w:rPr>
        <w:t>(1)</w:t>
      </w:r>
      <w:r>
        <w:rPr>
          <w:rtl/>
        </w:rPr>
        <w:t xml:space="preserve"> ، لان الذي أسلم على يده ( ع ) برية النصراني وهو غير العبادي ، وقد ذكرهما الشيخ في الفهرست. ومن الناس من ظنه بريه بفتح الراء وسكون الياء تصغير إيراهيم وليس به. له كتاب أخبرنا به ابن عبدون. </w:t>
      </w:r>
    </w:p>
    <w:p w:rsidR="007849C6" w:rsidRDefault="007849C6" w:rsidP="00186E94">
      <w:pPr>
        <w:pStyle w:val="libNormal"/>
        <w:rPr>
          <w:rtl/>
        </w:rPr>
      </w:pPr>
      <w:r>
        <w:rPr>
          <w:rtl/>
        </w:rPr>
        <w:t xml:space="preserve">235 ـ برية النصراني ( ست ) له كتاب. </w:t>
      </w:r>
    </w:p>
    <w:p w:rsidR="007849C6" w:rsidRDefault="007849C6" w:rsidP="00186E94">
      <w:pPr>
        <w:pStyle w:val="libNormal"/>
        <w:rPr>
          <w:rtl/>
        </w:rPr>
      </w:pPr>
      <w:r>
        <w:rPr>
          <w:rtl/>
        </w:rPr>
        <w:t xml:space="preserve">236 ـ بسر السلمي أبو رافع ل ( جخ ) مهمل. </w:t>
      </w:r>
    </w:p>
    <w:p w:rsidR="007849C6" w:rsidRDefault="007849C6" w:rsidP="00186E94">
      <w:pPr>
        <w:pStyle w:val="libNormal"/>
        <w:rPr>
          <w:rtl/>
        </w:rPr>
      </w:pPr>
      <w:r>
        <w:rPr>
          <w:rtl/>
        </w:rPr>
        <w:t xml:space="preserve">237 ـ بسطام بن الحصين بن عبدالرحمن الجعفي ، ابن أخي خيثمة وإسماعيل ق ( جخ ، جش ) كان وجها في أصحابنا وأبوه وعمومته ، وكان أوجههم إسماعيل ، وهم بيت بالكوفة من جعفى يقال لهم بنو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لم يقل النجاشي إنه أسلم على يده ( أي على يد الصادق </w:t>
      </w:r>
      <w:r w:rsidR="0006364F" w:rsidRPr="0006364F">
        <w:rPr>
          <w:rStyle w:val="libAlaemChar"/>
          <w:rFonts w:hint="cs"/>
          <w:rtl/>
        </w:rPr>
        <w:t>عليه‌السلام</w:t>
      </w:r>
      <w:r>
        <w:rPr>
          <w:rtl/>
        </w:rPr>
        <w:t xml:space="preserve"> ) وإنما الذي قال ذلك الشيخ في رجاله في باب أصحاب الصادق </w:t>
      </w:r>
      <w:r w:rsidR="0006364F" w:rsidRPr="0006364F">
        <w:rPr>
          <w:rStyle w:val="libAlaemChar"/>
          <w:rFonts w:hint="cs"/>
          <w:rtl/>
        </w:rPr>
        <w:t>عليه‌السلام</w:t>
      </w:r>
      <w:r>
        <w:rPr>
          <w:rtl/>
        </w:rPr>
        <w:t xml:space="preserve"> ، فراجعه. </w:t>
      </w:r>
    </w:p>
    <w:p w:rsidR="007849C6" w:rsidRDefault="007849C6" w:rsidP="00186E94">
      <w:pPr>
        <w:pStyle w:val="libNormal0"/>
        <w:rPr>
          <w:rtl/>
        </w:rPr>
      </w:pPr>
      <w:r>
        <w:rPr>
          <w:rtl/>
        </w:rPr>
        <w:br w:type="page"/>
      </w:r>
      <w:r>
        <w:rPr>
          <w:rtl/>
        </w:rPr>
        <w:lastRenderedPageBreak/>
        <w:t xml:space="preserve">أبي سبرة. </w:t>
      </w:r>
    </w:p>
    <w:p w:rsidR="007849C6" w:rsidRDefault="007849C6" w:rsidP="00186E94">
      <w:pPr>
        <w:pStyle w:val="libNormal"/>
        <w:rPr>
          <w:rtl/>
        </w:rPr>
      </w:pPr>
      <w:r>
        <w:rPr>
          <w:rtl/>
        </w:rPr>
        <w:t xml:space="preserve">238 ـ بسطام بن سابور الزيات ، ومنهم من يقول : ابن الزيات ، والحق الاول ، أبو الحسن الواسطي ق ( جخ ، ست ) ثقة ، ومنهم </w:t>
      </w:r>
      <w:r w:rsidRPr="00186E94">
        <w:rPr>
          <w:rStyle w:val="libFootnotenumChar"/>
          <w:rtl/>
        </w:rPr>
        <w:t>(1)</w:t>
      </w:r>
      <w:r>
        <w:rPr>
          <w:rtl/>
        </w:rPr>
        <w:t xml:space="preserve"> من يقول : أبو الحسين والحق الاول. </w:t>
      </w:r>
    </w:p>
    <w:p w:rsidR="007849C6" w:rsidRDefault="007849C6" w:rsidP="00186E94">
      <w:pPr>
        <w:pStyle w:val="libNormal"/>
        <w:rPr>
          <w:rtl/>
        </w:rPr>
      </w:pPr>
      <w:r>
        <w:rPr>
          <w:rtl/>
        </w:rPr>
        <w:t xml:space="preserve">239 ـ بسطام بن سابور ( جش ، ست ) له كتاب. </w:t>
      </w:r>
    </w:p>
    <w:p w:rsidR="007849C6" w:rsidRDefault="007849C6" w:rsidP="00186E94">
      <w:pPr>
        <w:pStyle w:val="libNormal"/>
        <w:rPr>
          <w:rtl/>
        </w:rPr>
      </w:pPr>
      <w:r>
        <w:rPr>
          <w:rtl/>
        </w:rPr>
        <w:t xml:space="preserve">240 ـ بسطام بن علي أبو علي لم وكيل من أهل همذان. </w:t>
      </w:r>
    </w:p>
    <w:p w:rsidR="007849C6" w:rsidRDefault="007849C6" w:rsidP="00186E94">
      <w:pPr>
        <w:pStyle w:val="libNormal"/>
        <w:rPr>
          <w:rtl/>
        </w:rPr>
      </w:pPr>
      <w:r>
        <w:rPr>
          <w:rtl/>
        </w:rPr>
        <w:t xml:space="preserve">241 ـ بسطام بن مرة ( جش ) له كتاب. </w:t>
      </w:r>
    </w:p>
    <w:p w:rsidR="007849C6" w:rsidRDefault="007849C6" w:rsidP="00186E94">
      <w:pPr>
        <w:pStyle w:val="libNormal"/>
        <w:rPr>
          <w:rtl/>
        </w:rPr>
      </w:pPr>
      <w:r>
        <w:rPr>
          <w:rtl/>
        </w:rPr>
        <w:t xml:space="preserve">242 ـ بسام الصيرفي قر : ق ( كش ) ممدوح. </w:t>
      </w:r>
    </w:p>
    <w:p w:rsidR="007849C6" w:rsidRDefault="007849C6" w:rsidP="00186E94">
      <w:pPr>
        <w:pStyle w:val="libNormal"/>
        <w:rPr>
          <w:rtl/>
        </w:rPr>
      </w:pPr>
      <w:r>
        <w:rPr>
          <w:rtl/>
        </w:rPr>
        <w:t xml:space="preserve">243 ـ بشار ، بالباء المفردة والشين المعجمة ، بن يسار ، بالياء المثناة تحت والسين المهملة ، العجلي الكوفي ق ( جخ ، وجش ) ثقة ( كش ) قال علي بن الحسن هو خير من أبان وليس به بأس. </w:t>
      </w:r>
    </w:p>
    <w:p w:rsidR="007849C6" w:rsidRDefault="007849C6" w:rsidP="00186E94">
      <w:pPr>
        <w:pStyle w:val="libNormal"/>
        <w:rPr>
          <w:rtl/>
        </w:rPr>
      </w:pPr>
      <w:r>
        <w:rPr>
          <w:rtl/>
        </w:rPr>
        <w:t xml:space="preserve">244 ـ بشير بن أبي مسعود الانصاري ي ( جخ ) صحابي قتل يوم الحرة. </w:t>
      </w:r>
    </w:p>
    <w:p w:rsidR="007849C6" w:rsidRDefault="007849C6" w:rsidP="00186E94">
      <w:pPr>
        <w:pStyle w:val="libNormal"/>
        <w:rPr>
          <w:rtl/>
        </w:rPr>
      </w:pPr>
      <w:r>
        <w:rPr>
          <w:rtl/>
        </w:rPr>
        <w:t xml:space="preserve">245 ـ بشر بن البراء بن معرور ل ( جخ ) شهد بدرا وأحدا والخندق والحديبية وخيبر وأكل مع النبي ( ص ) يوم خيبر من الشاة المسمومة وقيل : إنه مات منه. </w:t>
      </w:r>
    </w:p>
    <w:p w:rsidR="007849C6" w:rsidRDefault="007849C6" w:rsidP="00186E94">
      <w:pPr>
        <w:pStyle w:val="libNormal"/>
        <w:rPr>
          <w:rtl/>
        </w:rPr>
      </w:pPr>
      <w:r>
        <w:rPr>
          <w:rtl/>
        </w:rPr>
        <w:t xml:space="preserve">246 ـ بشير بن سعد الانصاري ل ( جخ ) شهد بدرا وقتل في خلافة أبي بكر باليمن في إمارة خالد بن الوليد. </w:t>
      </w:r>
    </w:p>
    <w:p w:rsidR="007849C6" w:rsidRDefault="007849C6" w:rsidP="00186E94">
      <w:pPr>
        <w:pStyle w:val="libNormal"/>
        <w:rPr>
          <w:rtl/>
        </w:rPr>
      </w:pPr>
      <w:r>
        <w:rPr>
          <w:rtl/>
        </w:rPr>
        <w:t xml:space="preserve">247 ـ بشير الدهان. وقيل بالباء المثناة من تحت والسين المهملة ق ، م ( جخ ) ( مهمل ). </w:t>
      </w:r>
    </w:p>
    <w:p w:rsidR="007849C6" w:rsidRDefault="007849C6" w:rsidP="00186E94">
      <w:pPr>
        <w:pStyle w:val="libNormal"/>
        <w:rPr>
          <w:rtl/>
        </w:rPr>
      </w:pPr>
      <w:r>
        <w:rPr>
          <w:rtl/>
        </w:rPr>
        <w:t xml:space="preserve">248 ـ بشر بن سحيم الغفاري ل ( جخ ) مهمل. </w:t>
      </w:r>
    </w:p>
    <w:p w:rsidR="007849C6" w:rsidRDefault="007849C6" w:rsidP="00186E94">
      <w:pPr>
        <w:pStyle w:val="libNormal"/>
        <w:rPr>
          <w:rtl/>
        </w:rPr>
      </w:pPr>
      <w:r>
        <w:rPr>
          <w:rtl/>
        </w:rPr>
        <w:t xml:space="preserve">249 ـ بشر بن سلام ( جش ) مهمل.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الذي كناه بأبي الحسين النجاشي والشيخ في الفهرست. </w:t>
      </w:r>
    </w:p>
    <w:p w:rsidR="007849C6" w:rsidRDefault="007849C6" w:rsidP="00186E94">
      <w:pPr>
        <w:pStyle w:val="libNormal"/>
        <w:rPr>
          <w:rtl/>
        </w:rPr>
      </w:pPr>
      <w:r>
        <w:rPr>
          <w:rtl/>
        </w:rPr>
        <w:br w:type="page"/>
      </w:r>
      <w:r>
        <w:rPr>
          <w:rtl/>
        </w:rPr>
        <w:lastRenderedPageBreak/>
        <w:t xml:space="preserve">250 ـ بشر بن سلمة ق ( جش ) </w:t>
      </w:r>
      <w:r w:rsidRPr="00186E94">
        <w:rPr>
          <w:rStyle w:val="libFootnotenumChar"/>
          <w:rtl/>
        </w:rPr>
        <w:t>(1)</w:t>
      </w:r>
      <w:r>
        <w:rPr>
          <w:rtl/>
        </w:rPr>
        <w:t xml:space="preserve"> كوفي ثقة. </w:t>
      </w:r>
    </w:p>
    <w:p w:rsidR="007849C6" w:rsidRDefault="007849C6" w:rsidP="00186E94">
      <w:pPr>
        <w:pStyle w:val="libNormal"/>
        <w:rPr>
          <w:rtl/>
        </w:rPr>
      </w:pPr>
      <w:r>
        <w:rPr>
          <w:rtl/>
        </w:rPr>
        <w:t xml:space="preserve">251 ـ بشر بن سليمان البجلي ( حش ) كوفي له كتاب. </w:t>
      </w:r>
    </w:p>
    <w:p w:rsidR="007849C6" w:rsidRDefault="007849C6" w:rsidP="00186E94">
      <w:pPr>
        <w:pStyle w:val="libNormal"/>
        <w:rPr>
          <w:rtl/>
        </w:rPr>
      </w:pPr>
      <w:r>
        <w:rPr>
          <w:rtl/>
        </w:rPr>
        <w:t xml:space="preserve">252 ـ بشر بن طرخان النخاس ق ( كش ) دعا ( ع ) له بنماء الولد والمال فأكثر منهما. </w:t>
      </w:r>
    </w:p>
    <w:p w:rsidR="007849C6" w:rsidRDefault="007849C6" w:rsidP="00186E94">
      <w:pPr>
        <w:pStyle w:val="libNormal"/>
        <w:rPr>
          <w:rtl/>
        </w:rPr>
      </w:pPr>
      <w:r>
        <w:rPr>
          <w:rtl/>
        </w:rPr>
        <w:t xml:space="preserve">253 ـ بشر بن عاصم له ( جخ ) صاحب النبي ( ص ). </w:t>
      </w:r>
    </w:p>
    <w:p w:rsidR="007849C6" w:rsidRDefault="007849C6" w:rsidP="00186E94">
      <w:pPr>
        <w:pStyle w:val="libNormal"/>
        <w:rPr>
          <w:rtl/>
        </w:rPr>
      </w:pPr>
      <w:r>
        <w:rPr>
          <w:rtl/>
        </w:rPr>
        <w:t xml:space="preserve">254 ـ بشير بن عبد المنذر أبو لبابة ، بضم اللام والباءين المفردتين من تحت ، الانصاري ل ( جخ ) شهد بدرا والعقبة الاخيرة. </w:t>
      </w:r>
    </w:p>
    <w:p w:rsidR="007849C6" w:rsidRDefault="007849C6" w:rsidP="00186E94">
      <w:pPr>
        <w:pStyle w:val="libNormal"/>
        <w:rPr>
          <w:rtl/>
        </w:rPr>
      </w:pPr>
      <w:r>
        <w:rPr>
          <w:rtl/>
        </w:rPr>
        <w:t xml:space="preserve">255 ـ بشر بن مسلمة يكني أبا صدقة ق ثقة. </w:t>
      </w:r>
    </w:p>
    <w:p w:rsidR="007849C6" w:rsidRDefault="007849C6" w:rsidP="00186E94">
      <w:pPr>
        <w:pStyle w:val="libNormal"/>
        <w:rPr>
          <w:rtl/>
        </w:rPr>
      </w:pPr>
      <w:r>
        <w:rPr>
          <w:rtl/>
        </w:rPr>
        <w:t xml:space="preserve">256 ـ بشير النبال قر ، ق ( كش ) ممدوح ، وقال ( جخ ) : « بشير بن ميمون الوابشي النبال الكوفي ». </w:t>
      </w:r>
    </w:p>
    <w:p w:rsidR="007849C6" w:rsidRDefault="007849C6" w:rsidP="00186E94">
      <w:pPr>
        <w:pStyle w:val="libNormal"/>
        <w:rPr>
          <w:rtl/>
        </w:rPr>
      </w:pPr>
      <w:r>
        <w:rPr>
          <w:rtl/>
        </w:rPr>
        <w:t xml:space="preserve">257 ـ بكاربن أحمد لم ( ست ) له كتاب الجنائز. </w:t>
      </w:r>
    </w:p>
    <w:p w:rsidR="007849C6" w:rsidRDefault="007849C6" w:rsidP="00186E94">
      <w:pPr>
        <w:pStyle w:val="libNormal"/>
        <w:rPr>
          <w:rtl/>
        </w:rPr>
      </w:pPr>
      <w:r>
        <w:rPr>
          <w:rtl/>
        </w:rPr>
        <w:t xml:space="preserve">258 ـ بكر بن أحمد بن زياد لم ( ست ) له كتاب. </w:t>
      </w:r>
    </w:p>
    <w:p w:rsidR="007849C6" w:rsidRDefault="007849C6" w:rsidP="00186E94">
      <w:pPr>
        <w:pStyle w:val="libNormal"/>
        <w:rPr>
          <w:rtl/>
        </w:rPr>
      </w:pPr>
      <w:r>
        <w:rPr>
          <w:rtl/>
        </w:rPr>
        <w:t xml:space="preserve">259 ـ بكر بن الاشعث أبو إسماعيل م ( جش ) كوفي ثقة. </w:t>
      </w:r>
    </w:p>
    <w:p w:rsidR="007849C6" w:rsidRDefault="007849C6" w:rsidP="00186E94">
      <w:pPr>
        <w:pStyle w:val="libNormal"/>
        <w:rPr>
          <w:rtl/>
        </w:rPr>
      </w:pPr>
      <w:r>
        <w:rPr>
          <w:rtl/>
        </w:rPr>
        <w:t xml:space="preserve">260 ـ بكير بن أعين بن سنسن ، بالمهملتين المضمومتين والنونين ، أبو عبدالله ويقال : أبو الجهم له ستة أولاد ذكور : عبدالله والجهم وعبد الحميد وعبد الاعلى وعمر وزيد قر : ق ( جخ ) مات مستقيما ( كش ) روى أن الصادق ( ع ) قال فيه بعد موته : لقد أنزله الله بين رسوله وبين أمير المؤمنين ( ع ). </w:t>
      </w:r>
    </w:p>
    <w:p w:rsidR="007849C6" w:rsidRDefault="007849C6" w:rsidP="00186E94">
      <w:pPr>
        <w:pStyle w:val="libNormal"/>
        <w:rPr>
          <w:rtl/>
        </w:rPr>
      </w:pPr>
      <w:r>
        <w:rPr>
          <w:rtl/>
        </w:rPr>
        <w:t xml:space="preserve">261 ـ بكر بن جناح أبو محمد ( جش ) مولى كوفي ثقة. </w:t>
      </w:r>
    </w:p>
    <w:p w:rsidR="007849C6" w:rsidRDefault="007849C6" w:rsidP="00186E94">
      <w:pPr>
        <w:pStyle w:val="libNormal"/>
        <w:rPr>
          <w:rtl/>
        </w:rPr>
      </w:pPr>
      <w:r>
        <w:rPr>
          <w:rtl/>
        </w:rPr>
        <w:t xml:space="preserve">262 ـ بكر بن صالح الرازي الضبي مولى بائس </w:t>
      </w:r>
      <w:r w:rsidRPr="00186E94">
        <w:rPr>
          <w:rStyle w:val="libFootnotenumChar"/>
          <w:rtl/>
        </w:rPr>
        <w:t>(2)</w:t>
      </w:r>
      <w:r>
        <w:rPr>
          <w:rtl/>
        </w:rPr>
        <w:t xml:space="preserve"> مولى حمزة بن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الذي في رجال النجاشي ( بشر بن مسلمة ) وكذا في رجال الشيخ ، بالميم في أوله ، وهو الذي يأتي قريبا. </w:t>
      </w:r>
    </w:p>
    <w:p w:rsidR="007849C6" w:rsidRDefault="007849C6" w:rsidP="002C2B53">
      <w:pPr>
        <w:pStyle w:val="libFootnote0"/>
        <w:rPr>
          <w:rtl/>
        </w:rPr>
      </w:pPr>
      <w:r>
        <w:rPr>
          <w:rtl/>
        </w:rPr>
        <w:t xml:space="preserve">2 ـ تقدم ذكر بائس مولى حمزة ، وكون بكر مولى بائس سهو من صاحب الكتاب ، والذي أوقعه في هذا الاشتباه أن الشيخ </w:t>
      </w:r>
      <w:r w:rsidR="006B246D" w:rsidRPr="006B246D">
        <w:rPr>
          <w:rStyle w:val="libAlaemChar"/>
          <w:rFonts w:hint="cs"/>
          <w:rtl/>
        </w:rPr>
        <w:t>رحمه‌الله</w:t>
      </w:r>
      <w:r>
        <w:rPr>
          <w:rtl/>
        </w:rPr>
        <w:t xml:space="preserve"> في رجاله ذكر </w:t>
      </w:r>
    </w:p>
    <w:p w:rsidR="007849C6" w:rsidRDefault="007849C6" w:rsidP="00186E94">
      <w:pPr>
        <w:pStyle w:val="libNormal0"/>
        <w:rPr>
          <w:rtl/>
        </w:rPr>
      </w:pPr>
      <w:r>
        <w:rPr>
          <w:rtl/>
        </w:rPr>
        <w:br w:type="page"/>
      </w:r>
      <w:r>
        <w:rPr>
          <w:rtl/>
        </w:rPr>
        <w:lastRenderedPageBreak/>
        <w:t xml:space="preserve">اليسع الاشعري ، ثقة. </w:t>
      </w:r>
    </w:p>
    <w:p w:rsidR="007849C6" w:rsidRDefault="007849C6" w:rsidP="00186E94">
      <w:pPr>
        <w:pStyle w:val="libNormal"/>
        <w:rPr>
          <w:rtl/>
        </w:rPr>
      </w:pPr>
      <w:r>
        <w:rPr>
          <w:rtl/>
        </w:rPr>
        <w:t xml:space="preserve">263 ـ بكر بن محمد الازدي ابن أخي سدير الصيرفي م ، ضا ( كش ) ممدوح. </w:t>
      </w:r>
    </w:p>
    <w:p w:rsidR="007849C6" w:rsidRDefault="007849C6" w:rsidP="00186E94">
      <w:pPr>
        <w:pStyle w:val="libNormal"/>
        <w:rPr>
          <w:rtl/>
        </w:rPr>
      </w:pPr>
      <w:r>
        <w:rPr>
          <w:rtl/>
        </w:rPr>
        <w:t xml:space="preserve">264 ـ بكر بن محمد بن حبيب بن بقية ، أبو عثمان المازني الشيباني ، شيخ الفضلاء لم ( جش ) كان إماميا ثقة. </w:t>
      </w:r>
    </w:p>
    <w:p w:rsidR="007849C6" w:rsidRDefault="007849C6" w:rsidP="00186E94">
      <w:pPr>
        <w:pStyle w:val="libNormal"/>
        <w:rPr>
          <w:rtl/>
        </w:rPr>
      </w:pPr>
      <w:r>
        <w:rPr>
          <w:rtl/>
        </w:rPr>
        <w:t xml:space="preserve">265 ـ بكر بن محمد </w:t>
      </w:r>
      <w:r w:rsidRPr="00186E94">
        <w:rPr>
          <w:rStyle w:val="libFootnotenumChar"/>
          <w:rtl/>
        </w:rPr>
        <w:t>(1)</w:t>
      </w:r>
      <w:r>
        <w:rPr>
          <w:rtl/>
        </w:rPr>
        <w:t xml:space="preserve"> بن عبدالرحمن الازدي ، بالزاي ، الغامدي بالغين المعجمة ، أبو محمد ، وجه جليل ثقة كوفي. </w:t>
      </w:r>
    </w:p>
    <w:p w:rsidR="007849C6" w:rsidRDefault="007849C6" w:rsidP="00186E94">
      <w:pPr>
        <w:pStyle w:val="libNormal"/>
        <w:rPr>
          <w:rtl/>
        </w:rPr>
      </w:pPr>
      <w:r>
        <w:rPr>
          <w:rtl/>
        </w:rPr>
        <w:t xml:space="preserve">266 ـ بلال بن رباح ، بالباء المفردة مولى رسول الله ( ص ) ل ، ى كان صالحا ( جخ ) وقال ( كش ) : روى عن النبي ( ص ) حسب ، شهد بدرا وتوفي في دمشق بالطاعون ، كنيته أبو عبد الله وقيل أبو عمرو ، وقيل أبو عبد الكريم. </w:t>
      </w:r>
    </w:p>
    <w:p w:rsidR="007849C6" w:rsidRDefault="007849C6" w:rsidP="00186E94">
      <w:pPr>
        <w:pStyle w:val="libNormal"/>
        <w:rPr>
          <w:rtl/>
        </w:rPr>
      </w:pPr>
      <w:r>
        <w:rPr>
          <w:rtl/>
        </w:rPr>
        <w:t xml:space="preserve">267 ـ بنان ، بضم الباء والنون ، بن محمد بن عيسى أخو أحمد بن محمد بن عيسى ( كش ) مهمل. </w:t>
      </w:r>
    </w:p>
    <w:p w:rsidR="007849C6" w:rsidRDefault="007849C6" w:rsidP="00186E94">
      <w:pPr>
        <w:pStyle w:val="libNormal"/>
        <w:rPr>
          <w:rtl/>
        </w:rPr>
      </w:pPr>
      <w:r>
        <w:rPr>
          <w:rtl/>
        </w:rPr>
        <w:t xml:space="preserve">268 ـ بندار ، بضم الباء وسكون النون ، بن محمد بن عبدالله لم ( ست ) إمامي متقدم له كتب. </w:t>
      </w:r>
    </w:p>
    <w:p w:rsidR="007849C6" w:rsidRDefault="007849C6" w:rsidP="00186E94">
      <w:pPr>
        <w:pStyle w:val="libNormal"/>
        <w:rPr>
          <w:rtl/>
        </w:rPr>
      </w:pPr>
      <w:r>
        <w:rPr>
          <w:rtl/>
        </w:rPr>
        <w:t xml:space="preserve">269 ـ بيان ، بالباء المفردة والياء المثناة تحت ، الجزري أبو أحمد كوفي مولى ( جش ) قال محمد بن عبدالحميد : كان خيرا فاضلا. </w:t>
      </w:r>
    </w:p>
    <w:p w:rsidR="007849C6" w:rsidRDefault="007849C6" w:rsidP="007849C6">
      <w:pPr>
        <w:pStyle w:val="Heading1Center"/>
        <w:rPr>
          <w:rtl/>
        </w:rPr>
      </w:pPr>
      <w:bookmarkStart w:id="13" w:name="_Toc265165230"/>
      <w:bookmarkStart w:id="14" w:name="_Toc286683159"/>
      <w:bookmarkStart w:id="15" w:name="_Toc403904016"/>
      <w:r>
        <w:rPr>
          <w:rtl/>
        </w:rPr>
        <w:t>( باب التاء المثناة فوق )</w:t>
      </w:r>
      <w:bookmarkEnd w:id="13"/>
      <w:bookmarkEnd w:id="14"/>
      <w:bookmarkEnd w:id="15"/>
    </w:p>
    <w:p w:rsidR="007849C6" w:rsidRDefault="007849C6" w:rsidP="00186E94">
      <w:pPr>
        <w:pStyle w:val="libNormal"/>
        <w:rPr>
          <w:rtl/>
        </w:rPr>
      </w:pPr>
      <w:r>
        <w:rPr>
          <w:rtl/>
        </w:rPr>
        <w:t xml:space="preserve">270 ـ تقي بن نجم الدين الحلبي أبو الصلاح عظيم القدر من علماء مشائخ الشيعة لم ( جخ ) قال الشيخ : قرأ علينا وعلى المرتضى وحاله شهير.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بائس هذا بعد بكر بن صالح فتوهم صاحب الكتاب أن لفظة مولى أضيف إلى بائس وأنه صفة لبكر. </w:t>
      </w:r>
    </w:p>
    <w:p w:rsidR="007849C6" w:rsidRDefault="007849C6" w:rsidP="002C2B53">
      <w:pPr>
        <w:pStyle w:val="libFootnote0"/>
        <w:rPr>
          <w:rtl/>
        </w:rPr>
      </w:pPr>
      <w:r>
        <w:rPr>
          <w:rtl/>
        </w:rPr>
        <w:t xml:space="preserve">1 ـ هذا هو بكر بن محمد الازدي المتقدم. </w:t>
      </w:r>
    </w:p>
    <w:p w:rsidR="007849C6" w:rsidRDefault="007849C6" w:rsidP="00186E94">
      <w:pPr>
        <w:pStyle w:val="libNormal"/>
        <w:rPr>
          <w:rtl/>
        </w:rPr>
      </w:pPr>
      <w:r>
        <w:rPr>
          <w:rtl/>
        </w:rPr>
        <w:br w:type="page"/>
      </w:r>
      <w:r>
        <w:rPr>
          <w:rtl/>
        </w:rPr>
        <w:lastRenderedPageBreak/>
        <w:t xml:space="preserve">271 ـ تليدبن سليمان أبو إدريس المحاربي ق ( جش ) لم أقف على جرحه ولا تعديله لكن روى ابن عقدة عن ابن نمير أنه قال : لا أعتمد بما روى تليد عن ( أبي ) الحجاف مع أن ( أبا ) الحجاف ثقة. وهذا ليس جرحا لجواز أن يكون المانع من اعتداده تاريخا ينافي الرواية عنه أو غير ذلك. </w:t>
      </w:r>
    </w:p>
    <w:p w:rsidR="007849C6" w:rsidRDefault="007849C6" w:rsidP="00186E94">
      <w:pPr>
        <w:pStyle w:val="libNormal"/>
        <w:rPr>
          <w:rtl/>
        </w:rPr>
      </w:pPr>
      <w:r>
        <w:rPr>
          <w:rtl/>
        </w:rPr>
        <w:t xml:space="preserve">272 ـ تميم مولى خداش بن الصمه لم ( جخ ) آخى رسول الله </w:t>
      </w:r>
      <w:r w:rsidR="00CA64D5" w:rsidRPr="00CA64D5">
        <w:rPr>
          <w:rStyle w:val="libAlaemChar"/>
          <w:rFonts w:hint="cs"/>
          <w:rtl/>
        </w:rPr>
        <w:t>صلى‌الله‌عليه‌وآله‌وسلم</w:t>
      </w:r>
      <w:r>
        <w:rPr>
          <w:rtl/>
        </w:rPr>
        <w:t xml:space="preserve"> بينه وبين جناد مولى عتبة بن غزوان ، شهد بدراوأحدا. </w:t>
      </w:r>
    </w:p>
    <w:p w:rsidR="007849C6" w:rsidRDefault="007849C6" w:rsidP="00186E94">
      <w:pPr>
        <w:pStyle w:val="libNormal"/>
        <w:rPr>
          <w:rtl/>
        </w:rPr>
      </w:pPr>
      <w:r>
        <w:rPr>
          <w:rtl/>
        </w:rPr>
        <w:t xml:space="preserve">273 ـ تميم بن حذيم ، بكسر الحاء المهملة وسكون الذال المعجمة وفتح الياء المثناة تحت ، الناجي ى ( جخ ) شهد معه وكان من خواصه ، كذا أثبته الشيخ بخطه ورأيت بعض أصحابنا قد أثبته « حذلم » وهو أقرب ، قال الجوهري : « تميم بن حذ لم من التابعين » ورأيت هذا المصنف قد أثبت هذا الاسم بعينه في خواص أمير المؤمنين ( ع ) : « تميم ابن خزيم بالخاء المعجمة والزاي » وهو وهم. </w:t>
      </w:r>
    </w:p>
    <w:p w:rsidR="007849C6" w:rsidRDefault="007849C6" w:rsidP="00186E94">
      <w:pPr>
        <w:pStyle w:val="libNormal"/>
        <w:rPr>
          <w:rtl/>
        </w:rPr>
      </w:pPr>
      <w:r>
        <w:rPr>
          <w:rtl/>
        </w:rPr>
        <w:t xml:space="preserve">274 ـ تميم بن عمرو أبو حبش ى ( جخ ) عامله على المدينة حتى قدم سهل بن حنيف. </w:t>
      </w:r>
    </w:p>
    <w:p w:rsidR="007849C6" w:rsidRDefault="007849C6" w:rsidP="007849C6">
      <w:pPr>
        <w:pStyle w:val="Heading1Center"/>
        <w:rPr>
          <w:rtl/>
        </w:rPr>
      </w:pPr>
      <w:bookmarkStart w:id="16" w:name="_Toc265165231"/>
      <w:bookmarkStart w:id="17" w:name="_Toc286683160"/>
      <w:bookmarkStart w:id="18" w:name="_Toc403904017"/>
      <w:r>
        <w:rPr>
          <w:rtl/>
        </w:rPr>
        <w:t>( باب الثاء المثلثة )</w:t>
      </w:r>
      <w:bookmarkEnd w:id="16"/>
      <w:bookmarkEnd w:id="17"/>
      <w:bookmarkEnd w:id="18"/>
    </w:p>
    <w:p w:rsidR="007849C6" w:rsidRDefault="007849C6" w:rsidP="00186E94">
      <w:pPr>
        <w:pStyle w:val="libNormal"/>
        <w:rPr>
          <w:rtl/>
        </w:rPr>
      </w:pPr>
      <w:r>
        <w:rPr>
          <w:rtl/>
        </w:rPr>
        <w:t xml:space="preserve">275 ـ ثابت البناني بالباء المضمومة والنونين بينهما ألف ، منسوب إلى بنانة وهم ( من ) ولد سعد بن لؤي. يكنى أبا فضالة ي ( جخ ) من أهل بدرقتل معه </w:t>
      </w:r>
      <w:r w:rsidR="0006364F" w:rsidRPr="0006364F">
        <w:rPr>
          <w:rStyle w:val="libAlaemChar"/>
          <w:rFonts w:hint="cs"/>
          <w:rtl/>
        </w:rPr>
        <w:t>عليه‌السلام</w:t>
      </w:r>
      <w:r>
        <w:rPr>
          <w:rtl/>
        </w:rPr>
        <w:t xml:space="preserve"> بصفين. </w:t>
      </w:r>
    </w:p>
    <w:p w:rsidR="007849C6" w:rsidRDefault="007849C6" w:rsidP="00186E94">
      <w:pPr>
        <w:pStyle w:val="libNormal"/>
        <w:rPr>
          <w:rtl/>
        </w:rPr>
      </w:pPr>
      <w:r>
        <w:rPr>
          <w:rtl/>
        </w:rPr>
        <w:t xml:space="preserve">276 ـ ثابت بن جرير ( جش ) له كتاب. </w:t>
      </w:r>
    </w:p>
    <w:p w:rsidR="007849C6" w:rsidRDefault="007849C6" w:rsidP="00186E94">
      <w:pPr>
        <w:pStyle w:val="libNormal"/>
        <w:rPr>
          <w:rtl/>
        </w:rPr>
      </w:pPr>
      <w:r>
        <w:rPr>
          <w:rtl/>
        </w:rPr>
        <w:t xml:space="preserve">277 ـ ثابت بن دينار أبو حمزة الثمالي واسم دينار أبو صفية ين ، قر ، ق ( جخ ، ست ) ثقة له كتاب. </w:t>
      </w:r>
    </w:p>
    <w:p w:rsidR="007849C6" w:rsidRDefault="007849C6" w:rsidP="00186E94">
      <w:pPr>
        <w:pStyle w:val="libNormal"/>
        <w:rPr>
          <w:rtl/>
        </w:rPr>
      </w:pPr>
      <w:r>
        <w:rPr>
          <w:rtl/>
        </w:rPr>
        <w:br w:type="page"/>
      </w:r>
      <w:r>
        <w:rPr>
          <w:rtl/>
        </w:rPr>
        <w:lastRenderedPageBreak/>
        <w:t>278 ـ ثابت بن زيد أبو زيد أبو زيد ل ( جخ ) وهو أحد الستة الذين جمعوا القرآن على عهد رسول الله (</w:t>
      </w:r>
      <w:r>
        <w:rPr>
          <w:rFonts w:hint="cs"/>
          <w:rtl/>
        </w:rPr>
        <w:t xml:space="preserve"> </w:t>
      </w:r>
      <w:r>
        <w:rPr>
          <w:rtl/>
        </w:rPr>
        <w:t>ص</w:t>
      </w:r>
      <w:r>
        <w:rPr>
          <w:rFonts w:hint="cs"/>
          <w:rtl/>
        </w:rPr>
        <w:t xml:space="preserve"> </w:t>
      </w:r>
      <w:r>
        <w:rPr>
          <w:rtl/>
        </w:rPr>
        <w:t xml:space="preserve">). </w:t>
      </w:r>
    </w:p>
    <w:p w:rsidR="007849C6" w:rsidRDefault="007849C6" w:rsidP="00186E94">
      <w:pPr>
        <w:pStyle w:val="libNormal"/>
        <w:rPr>
          <w:rtl/>
        </w:rPr>
      </w:pPr>
      <w:r>
        <w:rPr>
          <w:rtl/>
        </w:rPr>
        <w:t xml:space="preserve">279 ـ ثابت بن شريح أبو إسماعيل الصائغ الانباري مولى الازدق ( جخ ، جش ) ثقة ، أكثر عن أبي بصير وعن الحسين بن أبي العلاء. </w:t>
      </w:r>
    </w:p>
    <w:p w:rsidR="007849C6" w:rsidRDefault="007849C6" w:rsidP="00186E94">
      <w:pPr>
        <w:pStyle w:val="libNormal"/>
        <w:rPr>
          <w:rtl/>
        </w:rPr>
      </w:pPr>
      <w:r>
        <w:rPr>
          <w:rtl/>
        </w:rPr>
        <w:t xml:space="preserve">280 ـ ثابت الضرير ( ست ) له كتاب. </w:t>
      </w:r>
    </w:p>
    <w:p w:rsidR="007849C6" w:rsidRDefault="007849C6" w:rsidP="00186E94">
      <w:pPr>
        <w:pStyle w:val="libNormal"/>
        <w:rPr>
          <w:rtl/>
        </w:rPr>
      </w:pPr>
      <w:r>
        <w:rPr>
          <w:rtl/>
        </w:rPr>
        <w:t xml:space="preserve">281 ـ ثابت بن الضحاك بن خليفة الانصاري ل ( جخ ) كان قد بايع تحت الشجرة. </w:t>
      </w:r>
    </w:p>
    <w:p w:rsidR="007849C6" w:rsidRDefault="007849C6" w:rsidP="00186E94">
      <w:pPr>
        <w:pStyle w:val="libNormal"/>
        <w:rPr>
          <w:rtl/>
        </w:rPr>
      </w:pPr>
      <w:r>
        <w:rPr>
          <w:rtl/>
        </w:rPr>
        <w:t xml:space="preserve">282 ـ ثابت بن قيس بن الشماس الخزرجي ل ( جخ ) خطيب الانصار ، سكن المدينة ، قتل يوم اليمامة. </w:t>
      </w:r>
    </w:p>
    <w:p w:rsidR="007849C6" w:rsidRDefault="007849C6" w:rsidP="00186E94">
      <w:pPr>
        <w:pStyle w:val="libNormal"/>
        <w:rPr>
          <w:rtl/>
        </w:rPr>
      </w:pPr>
      <w:r>
        <w:rPr>
          <w:rtl/>
        </w:rPr>
        <w:t xml:space="preserve">283 ـ ثابت بن هرمز أبو المقدام الفارسي الحدادى ، ين ( جخ ، كش ) مهمل وفيه غمز ذكر لاجله في الضعفاء. </w:t>
      </w:r>
    </w:p>
    <w:p w:rsidR="007849C6" w:rsidRDefault="007849C6" w:rsidP="00186E94">
      <w:pPr>
        <w:pStyle w:val="libNormal"/>
        <w:rPr>
          <w:rtl/>
        </w:rPr>
      </w:pPr>
      <w:r>
        <w:rPr>
          <w:rtl/>
        </w:rPr>
        <w:t xml:space="preserve">284 ـ ثبيت بن محمد أبو محمد العسكري صاحب أبي عيسى الوراق لم ( جش ) متكلم حاذق من أصحابنا العسكريين كان له اطلاع بالحديث والرواية والفقه. </w:t>
      </w:r>
    </w:p>
    <w:p w:rsidR="007849C6" w:rsidRDefault="007849C6" w:rsidP="00186E94">
      <w:pPr>
        <w:pStyle w:val="libNormal"/>
        <w:rPr>
          <w:rtl/>
        </w:rPr>
      </w:pPr>
      <w:r>
        <w:rPr>
          <w:rtl/>
        </w:rPr>
        <w:t xml:space="preserve">285 ـ ثعلبة بن راشد الأسدي الكوفي ق ( جخ ). </w:t>
      </w:r>
    </w:p>
    <w:p w:rsidR="007849C6" w:rsidRDefault="007849C6" w:rsidP="00186E94">
      <w:pPr>
        <w:pStyle w:val="libNormal"/>
        <w:rPr>
          <w:rtl/>
        </w:rPr>
      </w:pPr>
      <w:r>
        <w:rPr>
          <w:rtl/>
        </w:rPr>
        <w:t xml:space="preserve">286 ـ ثعلبة بن ميمون ( مولى ) بني أسد ق ، م ( جخ ، جش ) كان وجيها في أصحابنا قارئا فقيها لغويا زاهدا. </w:t>
      </w:r>
    </w:p>
    <w:p w:rsidR="007849C6" w:rsidRDefault="007849C6" w:rsidP="00186E94">
      <w:pPr>
        <w:pStyle w:val="libNormal"/>
        <w:rPr>
          <w:rtl/>
        </w:rPr>
      </w:pPr>
      <w:r>
        <w:rPr>
          <w:rtl/>
        </w:rPr>
        <w:t xml:space="preserve">287 ـ ثوير بن أبي فاخته أبو جهم ، واسم أبي فاختة سعيد بن علاقة لم ( جش ، كش ) روى عن أبيه ، ممدوح. </w:t>
      </w:r>
    </w:p>
    <w:p w:rsidR="007849C6" w:rsidRDefault="007849C6" w:rsidP="007849C6">
      <w:pPr>
        <w:pStyle w:val="Heading1Center"/>
        <w:rPr>
          <w:rtl/>
        </w:rPr>
      </w:pPr>
      <w:bookmarkStart w:id="19" w:name="_Toc265165232"/>
      <w:bookmarkStart w:id="20" w:name="_Toc286683161"/>
      <w:bookmarkStart w:id="21" w:name="_Toc403904018"/>
      <w:r>
        <w:rPr>
          <w:rtl/>
        </w:rPr>
        <w:t>( باب الجيم )</w:t>
      </w:r>
      <w:bookmarkEnd w:id="19"/>
      <w:bookmarkEnd w:id="20"/>
      <w:bookmarkEnd w:id="21"/>
    </w:p>
    <w:p w:rsidR="007849C6" w:rsidRDefault="007849C6" w:rsidP="00186E94">
      <w:pPr>
        <w:pStyle w:val="libNormal"/>
        <w:rPr>
          <w:rtl/>
        </w:rPr>
      </w:pPr>
      <w:r>
        <w:rPr>
          <w:rtl/>
        </w:rPr>
        <w:t>288 ـ جابر بن عبدالله بن عمرو بن حزام الانصاري ل ، ى ، ن ، سين ، ين ، قر ( جخ ) عظيم الشأن قال الصادق ( ع ) « إنه كان آخر من بقي من أصحاب رسول الله ( يصلي الله عليه وآله ) وكان منقطعا إلينا أهل</w:t>
      </w:r>
    </w:p>
    <w:p w:rsidR="007849C6" w:rsidRDefault="007849C6" w:rsidP="00186E94">
      <w:pPr>
        <w:pStyle w:val="libNormal0"/>
        <w:rPr>
          <w:rtl/>
        </w:rPr>
      </w:pPr>
      <w:r>
        <w:rPr>
          <w:rtl/>
        </w:rPr>
        <w:br w:type="page"/>
      </w:r>
      <w:r>
        <w:rPr>
          <w:rtl/>
        </w:rPr>
        <w:lastRenderedPageBreak/>
        <w:t xml:space="preserve">البيت ) وكان يقعد في مسجد رسول الله وهو معتم بعمامة سوداء ، روي أن النبي ( ص ) قال له : « إنك تلقى الباقرمن ولدي فقل له كذا وكذا » شهد بدرا وثماني عشرة غزاة مع النبي ( ص ) مات سنة ثمان وسبعين. </w:t>
      </w:r>
    </w:p>
    <w:p w:rsidR="007849C6" w:rsidRDefault="007849C6" w:rsidP="00186E94">
      <w:pPr>
        <w:pStyle w:val="libNormal"/>
        <w:rPr>
          <w:rtl/>
        </w:rPr>
      </w:pPr>
      <w:r>
        <w:rPr>
          <w:rtl/>
        </w:rPr>
        <w:t xml:space="preserve">289 ـ جابر المكفوف ق ( كش ) قال له الصادق ( ع ) : أما يصلونك ؟ فقال : ربما فعلوا ، قال : يا جابركم من عبد إن غاب لم يفقدوه وإن شهدلم يعرفوه ، في أطمار ، لو أقسم على الله لابرقسمه. </w:t>
      </w:r>
    </w:p>
    <w:p w:rsidR="007849C6" w:rsidRDefault="007849C6" w:rsidP="00186E94">
      <w:pPr>
        <w:pStyle w:val="libNormal"/>
        <w:rPr>
          <w:rtl/>
        </w:rPr>
      </w:pPr>
      <w:r>
        <w:rPr>
          <w:rtl/>
        </w:rPr>
        <w:t xml:space="preserve">290 ـ جابر بن يزيد الجعفي قر ( كش ) مدحه ، روى عن الصادق ( ع ) أنه قال : ( رحم الله جابرا كان يصدق علينا ) وذمه النجاشي وسيأتي في المجروحين. </w:t>
      </w:r>
    </w:p>
    <w:p w:rsidR="007849C6" w:rsidRDefault="007849C6" w:rsidP="00186E94">
      <w:pPr>
        <w:pStyle w:val="libNormal"/>
        <w:rPr>
          <w:rtl/>
        </w:rPr>
      </w:pPr>
      <w:r>
        <w:rPr>
          <w:rtl/>
        </w:rPr>
        <w:t xml:space="preserve">291 ـ جارود بن المنذر أبو المنذر الكندي النخاس ، كوفي ق ( جش ) ثقة ثقة. </w:t>
      </w:r>
    </w:p>
    <w:p w:rsidR="007849C6" w:rsidRDefault="007849C6" w:rsidP="00186E94">
      <w:pPr>
        <w:pStyle w:val="libNormal"/>
        <w:rPr>
          <w:rtl/>
        </w:rPr>
      </w:pPr>
      <w:r>
        <w:rPr>
          <w:rtl/>
        </w:rPr>
        <w:t xml:space="preserve">292 ـ جارية بن قدامة ى ( كش ) ممدوح. </w:t>
      </w:r>
    </w:p>
    <w:p w:rsidR="007849C6" w:rsidRDefault="007849C6" w:rsidP="00186E94">
      <w:pPr>
        <w:pStyle w:val="libNormal"/>
        <w:rPr>
          <w:rtl/>
        </w:rPr>
      </w:pPr>
      <w:r>
        <w:rPr>
          <w:rtl/>
        </w:rPr>
        <w:t xml:space="preserve">293 ـ جبرئيل بن أحمد الفاريابي ، يكنى أبا محمد ، كان مقيمابكش لم ( جخ ) كثير الرواية عن العلماء بالعراق وقم وخراسان. </w:t>
      </w:r>
    </w:p>
    <w:p w:rsidR="007849C6" w:rsidRDefault="007849C6" w:rsidP="00186E94">
      <w:pPr>
        <w:pStyle w:val="libNormal"/>
        <w:rPr>
          <w:rtl/>
        </w:rPr>
      </w:pPr>
      <w:r>
        <w:rPr>
          <w:rtl/>
        </w:rPr>
        <w:t xml:space="preserve">294 ـ جبيربن مطعم ( كش ) انه من حوارى ين ، ولم أره في كتب الشيخ </w:t>
      </w:r>
      <w:r w:rsidR="006B246D" w:rsidRPr="006B246D">
        <w:rPr>
          <w:rStyle w:val="libAlaemChar"/>
          <w:rFonts w:hint="cs"/>
          <w:rtl/>
        </w:rPr>
        <w:t>رحمه‌الله</w:t>
      </w:r>
      <w:r>
        <w:rPr>
          <w:rtl/>
        </w:rPr>
        <w:t xml:space="preserve">. </w:t>
      </w:r>
    </w:p>
    <w:p w:rsidR="007849C6" w:rsidRDefault="007849C6" w:rsidP="00186E94">
      <w:pPr>
        <w:pStyle w:val="libNormal"/>
        <w:rPr>
          <w:rtl/>
        </w:rPr>
      </w:pPr>
      <w:r>
        <w:rPr>
          <w:rtl/>
        </w:rPr>
        <w:t xml:space="preserve">295 ـ جحدربن المغيرة الطائي ق ( جش ) مهمل. </w:t>
      </w:r>
    </w:p>
    <w:p w:rsidR="007849C6" w:rsidRDefault="007849C6" w:rsidP="00186E94">
      <w:pPr>
        <w:pStyle w:val="libNormal"/>
        <w:rPr>
          <w:rtl/>
        </w:rPr>
      </w:pPr>
      <w:r>
        <w:rPr>
          <w:rtl/>
        </w:rPr>
        <w:t xml:space="preserve">296 ـ جراح المدائني ق ( جش ) مهمل. </w:t>
      </w:r>
    </w:p>
    <w:p w:rsidR="007849C6" w:rsidRDefault="007849C6" w:rsidP="00186E94">
      <w:pPr>
        <w:pStyle w:val="libNormal"/>
        <w:rPr>
          <w:rtl/>
        </w:rPr>
      </w:pPr>
      <w:r>
        <w:rPr>
          <w:rtl/>
        </w:rPr>
        <w:t xml:space="preserve">297 ـ جرير بن عبدالله ، أبو عمرو ويقال أبو عبد الله ، البجلي ، سكن الكوفة وقدم الشام برسالة أمير المؤمنين ( ع ) إلى معاوية ى ( جخ ) أسلم في السنة التي قبض فيها النبي ( ص ) وقيل : كان طوله ستة أذرع. </w:t>
      </w:r>
    </w:p>
    <w:p w:rsidR="007849C6" w:rsidRDefault="007849C6" w:rsidP="00186E94">
      <w:pPr>
        <w:pStyle w:val="libNormal"/>
        <w:rPr>
          <w:rtl/>
        </w:rPr>
      </w:pPr>
      <w:r>
        <w:rPr>
          <w:rtl/>
        </w:rPr>
        <w:t xml:space="preserve">298 ـ جعفر بن أبي طالب ل ( جخ ) قتل بمؤتة. </w:t>
      </w:r>
    </w:p>
    <w:p w:rsidR="007849C6" w:rsidRDefault="007849C6" w:rsidP="00186E94">
      <w:pPr>
        <w:pStyle w:val="libNormal"/>
        <w:rPr>
          <w:rtl/>
        </w:rPr>
      </w:pPr>
      <w:r>
        <w:rPr>
          <w:rtl/>
        </w:rPr>
        <w:t xml:space="preserve">299 ـ جعفر بن إبراهيم بن محمد بن علي بن عبدالله بن جعفر بن </w:t>
      </w:r>
    </w:p>
    <w:p w:rsidR="007849C6" w:rsidRDefault="007849C6" w:rsidP="00186E94">
      <w:pPr>
        <w:pStyle w:val="libNormal0"/>
        <w:rPr>
          <w:rtl/>
        </w:rPr>
      </w:pPr>
      <w:r>
        <w:rPr>
          <w:rtl/>
        </w:rPr>
        <w:br w:type="page"/>
      </w:r>
      <w:r>
        <w:rPr>
          <w:rtl/>
        </w:rPr>
        <w:lastRenderedPageBreak/>
        <w:t xml:space="preserve">أبي طالب ق ( جخ ) ثقة. </w:t>
      </w:r>
    </w:p>
    <w:p w:rsidR="007849C6" w:rsidRDefault="007849C6" w:rsidP="00186E94">
      <w:pPr>
        <w:pStyle w:val="libNormal"/>
        <w:rPr>
          <w:rtl/>
        </w:rPr>
      </w:pPr>
      <w:r>
        <w:rPr>
          <w:rtl/>
        </w:rPr>
        <w:t xml:space="preserve">300 ـ جعفر بن أحمد بن أيوب السمرقندي يقال له « ابن التاجر » كذا رأيته بخط الشيخ </w:t>
      </w:r>
      <w:r w:rsidR="006B246D" w:rsidRPr="006B246D">
        <w:rPr>
          <w:rStyle w:val="libAlaemChar"/>
          <w:rFonts w:hint="cs"/>
          <w:rtl/>
        </w:rPr>
        <w:t>رحمه‌الله</w:t>
      </w:r>
      <w:r>
        <w:rPr>
          <w:rtl/>
        </w:rPr>
        <w:t xml:space="preserve"> ( جخ ، جش ) كان صحيح الحديث والمذهب ، روى عنه محمد بن مسعود العياشي. </w:t>
      </w:r>
    </w:p>
    <w:p w:rsidR="007849C6" w:rsidRDefault="007849C6" w:rsidP="00186E94">
      <w:pPr>
        <w:pStyle w:val="libNormal"/>
        <w:rPr>
          <w:rtl/>
        </w:rPr>
      </w:pPr>
      <w:r>
        <w:rPr>
          <w:rtl/>
        </w:rPr>
        <w:t xml:space="preserve">301 ـ جعفر بن أحمد بن وندك ، بالنون والدال المهملة والكاف ، الرازي ، أبو عبد الله لم من أصحابنا المتكلمين. </w:t>
      </w:r>
    </w:p>
    <w:p w:rsidR="007849C6" w:rsidRDefault="007849C6" w:rsidP="00186E94">
      <w:pPr>
        <w:pStyle w:val="libNormal"/>
        <w:rPr>
          <w:rtl/>
        </w:rPr>
      </w:pPr>
      <w:r>
        <w:rPr>
          <w:rtl/>
        </w:rPr>
        <w:t xml:space="preserve">302 ـ جعفر بن أحمد بن يوسف الاودي أبو عبد الله ( جش ) كوفي ثقة. </w:t>
      </w:r>
    </w:p>
    <w:p w:rsidR="007849C6" w:rsidRDefault="007849C6" w:rsidP="00186E94">
      <w:pPr>
        <w:pStyle w:val="libNormal"/>
        <w:rPr>
          <w:rtl/>
        </w:rPr>
      </w:pPr>
      <w:r>
        <w:rPr>
          <w:rtl/>
        </w:rPr>
        <w:t xml:space="preserve">303 ـ جعفر بن بشير ، بالباء المفردة تحت المفتوحة والمعجمة ، أبو محمد ، البجلي الوشاء ضا ( جخ ، كش ، جش ) من زهاد أصحابنا وعبادهم ونساكهم وثقاتهم ، له مسجد بالكوفة باق في بجيلة. قال النجاشي : وإنا وأصحابنا إذا وردنا الكوفة نصلي فيه مع المساجد التي نرغب في الصلاة فيها ، مات بالابواء </w:t>
      </w:r>
      <w:r w:rsidRPr="00186E94">
        <w:rPr>
          <w:rStyle w:val="libFootnotenumChar"/>
          <w:rtl/>
        </w:rPr>
        <w:t>(1)</w:t>
      </w:r>
      <w:r>
        <w:rPr>
          <w:rtl/>
        </w:rPr>
        <w:t xml:space="preserve"> ، بالباء المفردة ، موضع قريب من مكة ، كان ملقبا بقفة العلم ، روى عن الثقات. </w:t>
      </w:r>
    </w:p>
    <w:p w:rsidR="007849C6" w:rsidRDefault="007849C6" w:rsidP="00186E94">
      <w:pPr>
        <w:pStyle w:val="libNormal"/>
        <w:rPr>
          <w:rtl/>
        </w:rPr>
      </w:pPr>
      <w:r>
        <w:rPr>
          <w:rtl/>
        </w:rPr>
        <w:t xml:space="preserve">304 ـ جعفر بن الحسن بن يحيى بن سعيد الحلي شيخنا نجم الدين أبو القاسم المحقق المدقق الامام العلامة ، واحد عصره وكان ألسن أهل زمانه وأقومهم بالحجة وأسرعهم استحضارا ، قرأت عليه ورباني صغيرا ، وكان له علي إحسان عظيم والتفات ، وأجازني جميع ما صنفه وقرأه ورواه وكل ما تصح روايته عنه ، توفى في شهر ربيع الآخر سنة ستة وسبعين وستمائة ، له تصانيف حسنة محققة محررة عذبة ، فمنها كتاب « شرائع الاسلام » مجلدان ، كتاب « النافع » في مختصره مجلد ، كتاب « المعتبر » في شرح المختصر لم يتم مجلدان ، كتاب « نكت النهاية » مجلد ، كتاب « المسائل الغرية » مجلد كتاب « المسائل المصرية » مجلد ، كتاب « المسلك » في أصول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مات بالابواء سنة ثمان ومائتين ، كذا ذكر النجاشي. </w:t>
      </w:r>
    </w:p>
    <w:p w:rsidR="007849C6" w:rsidRDefault="007849C6" w:rsidP="00186E94">
      <w:pPr>
        <w:pStyle w:val="libNormal0"/>
        <w:rPr>
          <w:rtl/>
        </w:rPr>
      </w:pPr>
      <w:r>
        <w:rPr>
          <w:rtl/>
        </w:rPr>
        <w:br w:type="page"/>
      </w:r>
      <w:r>
        <w:rPr>
          <w:rtl/>
        </w:rPr>
        <w:lastRenderedPageBreak/>
        <w:t xml:space="preserve">الدين مجلد ، كتاب « المعارج » في أصول الفقه مجلد ، كتاب « الكهنة » في المنطق مجلد ، وله كتب غيرذلك ليس هذا موضع استيفائها ، فأمرها ظاهر ، وله تلاميذ فقهاء فضلاء ، رحمة الله تعالى. </w:t>
      </w:r>
    </w:p>
    <w:p w:rsidR="007849C6" w:rsidRDefault="007849C6" w:rsidP="00186E94">
      <w:pPr>
        <w:pStyle w:val="libNormal"/>
        <w:rPr>
          <w:rtl/>
        </w:rPr>
      </w:pPr>
      <w:r>
        <w:rPr>
          <w:rtl/>
        </w:rPr>
        <w:t xml:space="preserve">305 ـ جعفر بن الحسين بن علي بن شهريار ، أبو محمد المؤمن القمي لم ( جش ) شيخ من أصحابنا القميين ثقة ، انتقل إلى الكوفة وأقام بها. </w:t>
      </w:r>
    </w:p>
    <w:p w:rsidR="007849C6" w:rsidRDefault="007849C6" w:rsidP="00186E94">
      <w:pPr>
        <w:pStyle w:val="libNormal"/>
        <w:rPr>
          <w:rtl/>
        </w:rPr>
      </w:pPr>
      <w:r>
        <w:rPr>
          <w:rtl/>
        </w:rPr>
        <w:t xml:space="preserve">306 ـ جعفر بن خلف م ( كش ) ممدوح. </w:t>
      </w:r>
    </w:p>
    <w:p w:rsidR="007849C6" w:rsidRDefault="007849C6" w:rsidP="00186E94">
      <w:pPr>
        <w:pStyle w:val="libNormal"/>
        <w:rPr>
          <w:rtl/>
        </w:rPr>
      </w:pPr>
      <w:r>
        <w:rPr>
          <w:rtl/>
        </w:rPr>
        <w:t xml:space="preserve">307 ـ جعفر بن سليمان القمي أبو محمد لم ( جش ) ثقة. </w:t>
      </w:r>
    </w:p>
    <w:p w:rsidR="007849C6" w:rsidRDefault="007849C6" w:rsidP="00186E94">
      <w:pPr>
        <w:pStyle w:val="libNormal"/>
        <w:rPr>
          <w:rtl/>
        </w:rPr>
      </w:pPr>
      <w:r>
        <w:rPr>
          <w:rtl/>
        </w:rPr>
        <w:t xml:space="preserve">308 ـ جعفر بن سليمان الضبعي ، بالضاد المعجمة والباء المفردة المفتوحتين والمهملة ، البصري ق ( جخ ) ثقة. </w:t>
      </w:r>
    </w:p>
    <w:p w:rsidR="007849C6" w:rsidRDefault="007849C6" w:rsidP="00186E94">
      <w:pPr>
        <w:pStyle w:val="libNormal"/>
        <w:rPr>
          <w:rtl/>
        </w:rPr>
      </w:pPr>
      <w:r>
        <w:rPr>
          <w:rtl/>
        </w:rPr>
        <w:t xml:space="preserve">309 ـ جعفر بن سهيل الصيقل كر ( جخ ) وكيل أبي الحسن وأبي محمد وصاحب الزمان ( ع ). </w:t>
      </w:r>
    </w:p>
    <w:p w:rsidR="007849C6" w:rsidRDefault="007849C6" w:rsidP="00186E94">
      <w:pPr>
        <w:pStyle w:val="libNormal"/>
        <w:rPr>
          <w:rtl/>
        </w:rPr>
      </w:pPr>
      <w:r>
        <w:rPr>
          <w:rtl/>
        </w:rPr>
        <w:t xml:space="preserve">310 ـ جعفر بن عبدالرحمن الكاهلي لم ( جش ) مهمل. </w:t>
      </w:r>
    </w:p>
    <w:p w:rsidR="007849C6" w:rsidRDefault="007849C6" w:rsidP="00186E94">
      <w:pPr>
        <w:pStyle w:val="libNormal"/>
        <w:rPr>
          <w:rtl/>
        </w:rPr>
      </w:pPr>
      <w:r>
        <w:rPr>
          <w:rtl/>
        </w:rPr>
        <w:t xml:space="preserve">311 ـ جعفر بن عبدالله رأس المذري بن جعفر الثاني بن عبدالله ابن جعفر بن محمد بن علي بن أبي طالب ( ع ) أبو عبد الله لم ( جش ) كان وجها فقيها وأوثق الناس في حديثه ، روى عن أخيه محمد عن أبيه عبدالله بن جعفر. </w:t>
      </w:r>
    </w:p>
    <w:p w:rsidR="007849C6" w:rsidRDefault="007849C6" w:rsidP="00186E94">
      <w:pPr>
        <w:pStyle w:val="libNormal"/>
        <w:rPr>
          <w:rtl/>
        </w:rPr>
      </w:pPr>
      <w:r>
        <w:rPr>
          <w:rtl/>
        </w:rPr>
        <w:t xml:space="preserve">312 ـ جعفر بن عثمان بن زياد الرواسي ( كش ) ممدوح </w:t>
      </w:r>
      <w:r w:rsidRPr="00186E94">
        <w:rPr>
          <w:rStyle w:val="libFootnotenumChar"/>
          <w:rtl/>
        </w:rPr>
        <w:t>(1)</w:t>
      </w:r>
      <w:r>
        <w:rPr>
          <w:rtl/>
        </w:rPr>
        <w:t xml:space="preserve">. </w:t>
      </w:r>
    </w:p>
    <w:p w:rsidR="007849C6" w:rsidRDefault="007849C6" w:rsidP="00186E94">
      <w:pPr>
        <w:pStyle w:val="libNormal"/>
        <w:rPr>
          <w:rtl/>
        </w:rPr>
      </w:pPr>
      <w:r>
        <w:rPr>
          <w:rtl/>
        </w:rPr>
        <w:t xml:space="preserve">313 ـ جعفر بن عثمان بن شريك بن عدى الكلابي الوحيدي ابن أخي عبدالله بن شريك وأخوه الحسين بن عثمان ق ( جش ، كش ) ممدوح </w:t>
      </w:r>
      <w:r w:rsidRPr="00186E94">
        <w:rPr>
          <w:rStyle w:val="libFootnotenumChar"/>
          <w:rtl/>
        </w:rPr>
        <w:t>(2)</w:t>
      </w:r>
      <w:r>
        <w:rPr>
          <w:rtl/>
        </w:rPr>
        <w:t xml:space="preserve">.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ذكره الكشي في ترجمة حماد الناب وجعفر والحسين أخويه بني عثمان ابن زياد الرواسي وقال : ( كلهم فاضلون خيار ثقات ). </w:t>
      </w:r>
    </w:p>
    <w:p w:rsidR="007849C6" w:rsidRDefault="007849C6" w:rsidP="002C2B53">
      <w:pPr>
        <w:pStyle w:val="libFootnote0"/>
        <w:rPr>
          <w:rtl/>
        </w:rPr>
      </w:pPr>
      <w:r>
        <w:rPr>
          <w:rtl/>
        </w:rPr>
        <w:t xml:space="preserve">2 ـ لا يوجد هذا الاسم في ( كش ) وجزم بعضهم باتحاده مع سابقه ، فلاحظ. </w:t>
      </w:r>
    </w:p>
    <w:p w:rsidR="007849C6" w:rsidRDefault="007849C6" w:rsidP="00186E94">
      <w:pPr>
        <w:pStyle w:val="libNormal"/>
        <w:rPr>
          <w:rtl/>
        </w:rPr>
      </w:pPr>
      <w:r>
        <w:rPr>
          <w:rtl/>
        </w:rPr>
        <w:br w:type="page"/>
      </w:r>
      <w:r>
        <w:rPr>
          <w:rtl/>
        </w:rPr>
        <w:lastRenderedPageBreak/>
        <w:t xml:space="preserve">314 ـ جعفر بن عثمان الطائي شاعر أهل البيت ق ( كش ) ممدوح. </w:t>
      </w:r>
    </w:p>
    <w:p w:rsidR="007849C6" w:rsidRDefault="007849C6" w:rsidP="00186E94">
      <w:pPr>
        <w:pStyle w:val="libNormal"/>
        <w:rPr>
          <w:rtl/>
        </w:rPr>
      </w:pPr>
      <w:r>
        <w:rPr>
          <w:rtl/>
        </w:rPr>
        <w:t xml:space="preserve">315 ـ جعفر بن علي بن أبي طالب قتل مع أخيه الحسين ( ع ) أمه أم البنين. </w:t>
      </w:r>
    </w:p>
    <w:p w:rsidR="007849C6" w:rsidRDefault="007849C6" w:rsidP="00186E94">
      <w:pPr>
        <w:pStyle w:val="libNormal"/>
        <w:rPr>
          <w:rtl/>
        </w:rPr>
      </w:pPr>
      <w:r>
        <w:rPr>
          <w:rtl/>
        </w:rPr>
        <w:t xml:space="preserve">316 ـ جعفر بن علي بن أحمد القمي المعروف بابن الرازي لم ( جخ ) أبو محمد ثقة مصنف </w:t>
      </w:r>
      <w:r w:rsidRPr="00186E94">
        <w:rPr>
          <w:rStyle w:val="libFootnotenumChar"/>
          <w:rtl/>
        </w:rPr>
        <w:t>(1)</w:t>
      </w:r>
      <w:r>
        <w:rPr>
          <w:rtl/>
        </w:rPr>
        <w:t xml:space="preserve">. </w:t>
      </w:r>
    </w:p>
    <w:p w:rsidR="007849C6" w:rsidRDefault="007849C6" w:rsidP="00186E94">
      <w:pPr>
        <w:pStyle w:val="libNormal"/>
        <w:rPr>
          <w:rtl/>
        </w:rPr>
      </w:pPr>
      <w:r>
        <w:rPr>
          <w:rtl/>
        </w:rPr>
        <w:t xml:space="preserve">317 ـ جعفر بن علي بن حسان ( جش ) له نوادر ( جخ ست ) البجلي له نوادر. </w:t>
      </w:r>
    </w:p>
    <w:p w:rsidR="007849C6" w:rsidRDefault="007849C6" w:rsidP="00186E94">
      <w:pPr>
        <w:pStyle w:val="libNormal"/>
        <w:rPr>
          <w:rtl/>
        </w:rPr>
      </w:pPr>
      <w:r>
        <w:rPr>
          <w:rtl/>
        </w:rPr>
        <w:t xml:space="preserve">318 ـ جعفر بن علي بن سهل بن فروخ ، بفتح الفاء وبالخاء المعجمة الدقاق الدوري الحافظ بغدادي لم ( جخ ) يكنى أبا محمد روى عنه التلعكبري. </w:t>
      </w:r>
    </w:p>
    <w:p w:rsidR="007849C6" w:rsidRDefault="007849C6" w:rsidP="00186E94">
      <w:pPr>
        <w:pStyle w:val="libNormal"/>
        <w:rPr>
          <w:rtl/>
        </w:rPr>
      </w:pPr>
      <w:r>
        <w:rPr>
          <w:rtl/>
        </w:rPr>
        <w:t xml:space="preserve">319 ـ جعفر بن عمرو المعروف بالعمري لم ( كش ) ممدوح </w:t>
      </w:r>
      <w:r w:rsidRPr="00186E94">
        <w:rPr>
          <w:rStyle w:val="libFootnotenumChar"/>
          <w:rtl/>
        </w:rPr>
        <w:t>(2)</w:t>
      </w:r>
      <w:r>
        <w:rPr>
          <w:rtl/>
        </w:rPr>
        <w:t xml:space="preserve">. </w:t>
      </w:r>
    </w:p>
    <w:p w:rsidR="007849C6" w:rsidRDefault="007849C6" w:rsidP="00186E94">
      <w:pPr>
        <w:pStyle w:val="libNormal"/>
        <w:rPr>
          <w:rtl/>
        </w:rPr>
      </w:pPr>
      <w:r>
        <w:rPr>
          <w:rtl/>
        </w:rPr>
        <w:t xml:space="preserve">320 ـ جعفر بن عيسى بن يقطين دى ( كش ) ممدوح. </w:t>
      </w:r>
    </w:p>
    <w:p w:rsidR="007849C6" w:rsidRDefault="007849C6" w:rsidP="00186E94">
      <w:pPr>
        <w:pStyle w:val="libNormal"/>
        <w:rPr>
          <w:rtl/>
        </w:rPr>
      </w:pPr>
      <w:r>
        <w:rPr>
          <w:rtl/>
        </w:rPr>
        <w:t xml:space="preserve">321 ـ جعفر بن مازن الكاهلي الطحان أبو عبد الله لم ( جش ) مهمل. </w:t>
      </w:r>
    </w:p>
    <w:p w:rsidR="007849C6" w:rsidRDefault="007849C6" w:rsidP="00186E94">
      <w:pPr>
        <w:pStyle w:val="libNormal"/>
        <w:rPr>
          <w:rtl/>
        </w:rPr>
      </w:pPr>
      <w:r>
        <w:rPr>
          <w:rtl/>
        </w:rPr>
        <w:t xml:space="preserve">322 ـ جعفر بن المثنى بن عبد السلام بن عبدالرحمن بن نعيم الازدي العطار لم ( جش ) ثقة من وجوه أصحابنا الكوفيين. </w:t>
      </w:r>
    </w:p>
    <w:p w:rsidR="007849C6" w:rsidRDefault="007849C6" w:rsidP="00186E94">
      <w:pPr>
        <w:pStyle w:val="libNormal"/>
        <w:rPr>
          <w:rtl/>
        </w:rPr>
      </w:pPr>
      <w:r>
        <w:rPr>
          <w:rtl/>
        </w:rPr>
        <w:t xml:space="preserve">323 ـ جعفر بن ( محمد بن ) إبراهيم بن عبدالله بن موسى الكاظم </w:t>
      </w:r>
      <w:r w:rsidR="0006364F" w:rsidRPr="0006364F">
        <w:rPr>
          <w:rStyle w:val="libAlaemChar"/>
          <w:rFonts w:hint="cs"/>
          <w:rtl/>
        </w:rPr>
        <w:t>عليه‌السلام</w:t>
      </w:r>
      <w:r>
        <w:rPr>
          <w:rtl/>
        </w:rPr>
        <w:t xml:space="preserve"> المصري لم ( جخ ) روى عنه التلعكبري </w:t>
      </w:r>
      <w:r w:rsidRPr="00186E94">
        <w:rPr>
          <w:rStyle w:val="libFootnotenumChar"/>
          <w:rtl/>
        </w:rPr>
        <w:t>(3)</w:t>
      </w:r>
      <w:r>
        <w:rPr>
          <w:rtl/>
        </w:rPr>
        <w:t xml:space="preserve">. </w:t>
      </w:r>
    </w:p>
    <w:p w:rsidR="007849C6" w:rsidRDefault="007849C6" w:rsidP="00186E94">
      <w:pPr>
        <w:pStyle w:val="libNormal"/>
        <w:rPr>
          <w:rtl/>
        </w:rPr>
      </w:pPr>
      <w:r>
        <w:rPr>
          <w:rtl/>
        </w:rPr>
        <w:t xml:space="preserve">324 ـ جعفر بن محمد بن إسحاق بن رباط أبو القاسم البجلي لم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جعفر بن علي بن أحمد القمي وإن ذكره الشيخ في رجاله في باب من لم يرو عنهم </w:t>
      </w:r>
      <w:r w:rsidR="0006364F" w:rsidRPr="0006364F">
        <w:rPr>
          <w:rStyle w:val="libAlaemChar"/>
          <w:rFonts w:hint="cs"/>
          <w:rtl/>
        </w:rPr>
        <w:t>عليهم‌السلام</w:t>
      </w:r>
      <w:r>
        <w:rPr>
          <w:rtl/>
        </w:rPr>
        <w:t xml:space="preserve"> إلا أنه لم يوثقه ، ولم يقل فيه إلا أنه صاحب المصنفات ، ولعل توثيقه من صاحب الكتاب. </w:t>
      </w:r>
    </w:p>
    <w:p w:rsidR="007849C6" w:rsidRDefault="007849C6" w:rsidP="002C2B53">
      <w:pPr>
        <w:pStyle w:val="libFootnote0"/>
        <w:rPr>
          <w:rtl/>
        </w:rPr>
      </w:pPr>
      <w:r>
        <w:rPr>
          <w:rtl/>
        </w:rPr>
        <w:t xml:space="preserve">2 ـ سماه الكشي حفص بن عمرو ، ولا يوجد فيه جعفر بن عمرو ، وسيأتي ذكر حفص بن عمرو. </w:t>
      </w:r>
    </w:p>
    <w:p w:rsidR="007849C6" w:rsidRDefault="007849C6" w:rsidP="002C2B53">
      <w:pPr>
        <w:pStyle w:val="libFootnote0"/>
        <w:rPr>
          <w:rtl/>
        </w:rPr>
      </w:pPr>
      <w:r>
        <w:rPr>
          <w:rtl/>
        </w:rPr>
        <w:t xml:space="preserve">3 ـ وسمع منه سنة ( 360 ) وله منه إجازة روى عن حميد ، كذا في رجال الشيخ في باب من لم يرو عنهم </w:t>
      </w:r>
      <w:r w:rsidR="0006364F" w:rsidRPr="0006364F">
        <w:rPr>
          <w:rStyle w:val="libAlaemChar"/>
          <w:rFonts w:hint="cs"/>
          <w:rtl/>
        </w:rPr>
        <w:t>عليهم‌السلام</w:t>
      </w:r>
      <w:r>
        <w:rPr>
          <w:rtl/>
        </w:rPr>
        <w:t xml:space="preserve">. </w:t>
      </w:r>
    </w:p>
    <w:p w:rsidR="007849C6" w:rsidRDefault="007849C6" w:rsidP="00186E94">
      <w:pPr>
        <w:pStyle w:val="libNormal0"/>
        <w:rPr>
          <w:rtl/>
        </w:rPr>
      </w:pPr>
      <w:r>
        <w:rPr>
          <w:rtl/>
        </w:rPr>
        <w:br w:type="page"/>
      </w:r>
      <w:r>
        <w:rPr>
          <w:rtl/>
        </w:rPr>
        <w:lastRenderedPageBreak/>
        <w:t xml:space="preserve">( جش ) شيخ ثقة كوفي من أصحابنا. </w:t>
      </w:r>
    </w:p>
    <w:p w:rsidR="007849C6" w:rsidRDefault="007849C6" w:rsidP="00186E94">
      <w:pPr>
        <w:pStyle w:val="libNormal"/>
        <w:rPr>
          <w:rtl/>
        </w:rPr>
      </w:pPr>
      <w:r>
        <w:rPr>
          <w:rtl/>
        </w:rPr>
        <w:t xml:space="preserve">325 ـ جعفر بن محمد بن جعفر بن الحسن بن جعفر بن الحسن المثنى ، أبو عبد الله والد أبي قيراط ، وابنه يحيى بن جعفر ( جش ) روى الحديث كان وجها في الطالبيين متقدما ثقة سمع فأكثر وعمر نيفا وتسعين سنة ، ومات في ذي القعدة من سنة ثمانين وثلاثمائة. </w:t>
      </w:r>
    </w:p>
    <w:p w:rsidR="007849C6" w:rsidRDefault="007849C6" w:rsidP="00186E94">
      <w:pPr>
        <w:pStyle w:val="libNormal"/>
        <w:rPr>
          <w:rtl/>
        </w:rPr>
      </w:pPr>
      <w:r>
        <w:rPr>
          <w:rtl/>
        </w:rPr>
        <w:t xml:space="preserve">326 ـ جعفر بن محمد بن جعفر بن موسى بن قولويه أبو القاسم ، شيخ المفيد يلقب أبوه مسلمة لم ( ست ، جش ) ثقة جليل مصنف ، كل ما يوصف به الناس من جميل وثقة وفقه فهو فوقه ، مات سنة ثمان وستين وثلاثمائة ، ذكره الشيخ في كتاب الرجال ، وبعض أصحابنا قال : مات سنة تسع وستين ، والاظهر الاول. </w:t>
      </w:r>
    </w:p>
    <w:p w:rsidR="007849C6" w:rsidRDefault="007849C6" w:rsidP="00186E94">
      <w:pPr>
        <w:pStyle w:val="libNormal"/>
        <w:rPr>
          <w:rtl/>
        </w:rPr>
      </w:pPr>
      <w:r>
        <w:rPr>
          <w:rtl/>
        </w:rPr>
        <w:t xml:space="preserve">327 ـ جعفر بن محمد بن رباح بالباء المفردة ق ( جخ ) مهمل. </w:t>
      </w:r>
    </w:p>
    <w:p w:rsidR="007849C6" w:rsidRDefault="007849C6" w:rsidP="00186E94">
      <w:pPr>
        <w:pStyle w:val="libNormal"/>
        <w:rPr>
          <w:rtl/>
        </w:rPr>
      </w:pPr>
      <w:r>
        <w:rPr>
          <w:rtl/>
        </w:rPr>
        <w:t xml:space="preserve">328 ـ جعفر بن محمد بن شريح الحضرمي ( ست ) له كتاب. </w:t>
      </w:r>
    </w:p>
    <w:p w:rsidR="007849C6" w:rsidRDefault="007849C6" w:rsidP="00186E94">
      <w:pPr>
        <w:pStyle w:val="libNormal"/>
        <w:rPr>
          <w:rtl/>
        </w:rPr>
      </w:pPr>
      <w:r>
        <w:rPr>
          <w:rtl/>
        </w:rPr>
        <w:t xml:space="preserve">329 ـ جعفر بن محمد بن عبيدالله ( ست ) له كتاب. </w:t>
      </w:r>
    </w:p>
    <w:p w:rsidR="007849C6" w:rsidRDefault="007849C6" w:rsidP="00186E94">
      <w:pPr>
        <w:pStyle w:val="libNormal"/>
        <w:rPr>
          <w:rtl/>
        </w:rPr>
      </w:pPr>
      <w:r>
        <w:rPr>
          <w:rtl/>
        </w:rPr>
        <w:t xml:space="preserve">330 ـ جعفر بن محمد بن علي بن الحسين بن علي بن أبي طالب ( ع ) قر ولده الامام أبو عبد الله الصادق ( ع ) ، لاتسع الصحف ذكر مناقبه وعلو مقامه فالادب يقتضي الوقوف دونها. </w:t>
      </w:r>
    </w:p>
    <w:p w:rsidR="007849C6" w:rsidRDefault="007849C6" w:rsidP="00186E94">
      <w:pPr>
        <w:pStyle w:val="libNormal"/>
        <w:rPr>
          <w:rtl/>
        </w:rPr>
      </w:pPr>
      <w:r>
        <w:rPr>
          <w:rtl/>
        </w:rPr>
        <w:t xml:space="preserve">331 ـ جعفر بن محمد الدوريستي أبو عبد الله لم ( جخ ) ثقة. </w:t>
      </w:r>
    </w:p>
    <w:p w:rsidR="007849C6" w:rsidRDefault="007849C6" w:rsidP="00186E94">
      <w:pPr>
        <w:pStyle w:val="libNormal"/>
        <w:rPr>
          <w:rtl/>
        </w:rPr>
      </w:pPr>
      <w:r>
        <w:rPr>
          <w:rtl/>
        </w:rPr>
        <w:t xml:space="preserve">332 ـ جعفر بن محمد بن عون الاسدي لم وجه ، روى عنه أحمد ابن محمد بن عيسى. </w:t>
      </w:r>
    </w:p>
    <w:p w:rsidR="007849C6" w:rsidRDefault="007849C6" w:rsidP="00186E94">
      <w:pPr>
        <w:pStyle w:val="libNormal"/>
        <w:rPr>
          <w:rtl/>
        </w:rPr>
      </w:pPr>
      <w:r>
        <w:rPr>
          <w:rtl/>
        </w:rPr>
        <w:t xml:space="preserve">333 ـ جعفر بن محدبن مسعود العياشي ، بالعين المهملة والياء المثناة تحت والشين المعجمة لم ( جخ ) فاضل. </w:t>
      </w:r>
    </w:p>
    <w:p w:rsidR="007849C6" w:rsidRDefault="007849C6" w:rsidP="00186E94">
      <w:pPr>
        <w:pStyle w:val="libNormal"/>
        <w:rPr>
          <w:rtl/>
        </w:rPr>
      </w:pPr>
      <w:r>
        <w:rPr>
          <w:rtl/>
        </w:rPr>
        <w:t xml:space="preserve">334 ـ جعفر بن محمد بن يونس الاحول د ( جخ ) ثقة لغوي فاضل. </w:t>
      </w:r>
    </w:p>
    <w:p w:rsidR="007849C6" w:rsidRDefault="007849C6" w:rsidP="00186E94">
      <w:pPr>
        <w:pStyle w:val="libNormal"/>
        <w:rPr>
          <w:rtl/>
        </w:rPr>
      </w:pPr>
      <w:r>
        <w:rPr>
          <w:rtl/>
        </w:rPr>
        <w:t xml:space="preserve">335 ـ جعفر بن محمد السنجاري لم ( جش ) لم يسمع منه حميد إلا حديثا واحدا. </w:t>
      </w:r>
    </w:p>
    <w:p w:rsidR="007849C6" w:rsidRDefault="007849C6" w:rsidP="00186E94">
      <w:pPr>
        <w:pStyle w:val="libNormal"/>
        <w:rPr>
          <w:rtl/>
        </w:rPr>
      </w:pPr>
      <w:r>
        <w:rPr>
          <w:rtl/>
        </w:rPr>
        <w:br w:type="page"/>
      </w:r>
      <w:r>
        <w:rPr>
          <w:rtl/>
        </w:rPr>
        <w:lastRenderedPageBreak/>
        <w:t xml:space="preserve">336 ـ جعفر بن معروف أبو محمد من أهل كش لم ( جخ ) وكيل مكاتب. </w:t>
      </w:r>
    </w:p>
    <w:p w:rsidR="007849C6" w:rsidRDefault="007849C6" w:rsidP="00186E94">
      <w:pPr>
        <w:pStyle w:val="libNormal"/>
        <w:rPr>
          <w:rtl/>
        </w:rPr>
      </w:pPr>
      <w:r>
        <w:rPr>
          <w:rtl/>
        </w:rPr>
        <w:t xml:space="preserve">337 ـ جعفر بن ورقاء أبو محمد أمير بني شيبان بالعراق ووجههم لم ( جش ) صحيح المذهب. </w:t>
      </w:r>
    </w:p>
    <w:p w:rsidR="007849C6" w:rsidRDefault="007849C6" w:rsidP="00186E94">
      <w:pPr>
        <w:pStyle w:val="libNormal"/>
        <w:rPr>
          <w:rtl/>
        </w:rPr>
      </w:pPr>
      <w:r>
        <w:rPr>
          <w:rtl/>
        </w:rPr>
        <w:t xml:space="preserve">338 ـ جعفر الوراق ( ست ) له نوادر. </w:t>
      </w:r>
    </w:p>
    <w:p w:rsidR="007849C6" w:rsidRDefault="007849C6" w:rsidP="00186E94">
      <w:pPr>
        <w:pStyle w:val="libNormal"/>
        <w:rPr>
          <w:rtl/>
        </w:rPr>
      </w:pPr>
      <w:r>
        <w:rPr>
          <w:rtl/>
        </w:rPr>
        <w:t xml:space="preserve">339 ـ جعفر بن هارون أبو عبد الله ق ( جخ ) ثقة. </w:t>
      </w:r>
    </w:p>
    <w:p w:rsidR="007849C6" w:rsidRDefault="007849C6" w:rsidP="00186E94">
      <w:pPr>
        <w:pStyle w:val="libNormal"/>
        <w:rPr>
          <w:rtl/>
        </w:rPr>
      </w:pPr>
      <w:r>
        <w:rPr>
          <w:rtl/>
        </w:rPr>
        <w:t xml:space="preserve">340 ـ جعفر بن الهذيل ، بالذال المعجمة وضم الهاء لم ( جش ) له نوادر. </w:t>
      </w:r>
    </w:p>
    <w:p w:rsidR="007849C6" w:rsidRDefault="007849C6" w:rsidP="00186E94">
      <w:pPr>
        <w:pStyle w:val="libNormal"/>
        <w:rPr>
          <w:rtl/>
        </w:rPr>
      </w:pPr>
      <w:r>
        <w:rPr>
          <w:rtl/>
        </w:rPr>
        <w:t xml:space="preserve">341 ـ جعفر بن يحيى بن العلاء أبو محمد الرازي لم ( جش ) ثقة وأبوه أيضا ، روى أبوه عن ق وهو أخلط بنا من أبيه وأدخل فينا ، وكان أبوه يحيى بن العلاء قاضيا بالري. </w:t>
      </w:r>
    </w:p>
    <w:p w:rsidR="007849C6" w:rsidRDefault="007849C6" w:rsidP="00186E94">
      <w:pPr>
        <w:pStyle w:val="libNormal"/>
        <w:rPr>
          <w:rtl/>
        </w:rPr>
      </w:pPr>
      <w:r>
        <w:rPr>
          <w:rtl/>
        </w:rPr>
        <w:t xml:space="preserve">342 ـ جعيدة ، بضم الجيم وفتح العين وتاء التأنيث ، الهمذاني ى ( جخ ) من خواصه. </w:t>
      </w:r>
    </w:p>
    <w:p w:rsidR="007849C6" w:rsidRDefault="007849C6" w:rsidP="00186E94">
      <w:pPr>
        <w:pStyle w:val="libNormal"/>
        <w:rPr>
          <w:rtl/>
        </w:rPr>
      </w:pPr>
      <w:r>
        <w:rPr>
          <w:rtl/>
        </w:rPr>
        <w:t xml:space="preserve">343 ـ جفير بالجيم المضمومة والفاء ، ابن الحكم العبدي ، أبو المنذر ق ( جخ ) عربي ثقة. </w:t>
      </w:r>
    </w:p>
    <w:p w:rsidR="007849C6" w:rsidRDefault="007849C6" w:rsidP="00186E94">
      <w:pPr>
        <w:pStyle w:val="libNormal"/>
        <w:rPr>
          <w:rtl/>
        </w:rPr>
      </w:pPr>
      <w:r>
        <w:rPr>
          <w:rtl/>
        </w:rPr>
        <w:t xml:space="preserve">344 ـ جلبة بالجيم المضمومة والباء المفردة ، بن حيان بن الابجر بالباء المفردة والجيم ، الكناني لم ( جش ) يروي عن جميل بن دراج. </w:t>
      </w:r>
    </w:p>
    <w:p w:rsidR="007849C6" w:rsidRDefault="007849C6" w:rsidP="00186E94">
      <w:pPr>
        <w:pStyle w:val="libNormal"/>
        <w:rPr>
          <w:rtl/>
        </w:rPr>
      </w:pPr>
      <w:r>
        <w:rPr>
          <w:rtl/>
        </w:rPr>
        <w:t xml:space="preserve">345 ـ جلبة بن العياض أبو الحسين الليثي ، أخو أبي ضمرة لم ( جش ) ثقة قليل الحديث. </w:t>
      </w:r>
    </w:p>
    <w:p w:rsidR="007849C6" w:rsidRDefault="007849C6" w:rsidP="00186E94">
      <w:pPr>
        <w:pStyle w:val="libNormal"/>
        <w:rPr>
          <w:rtl/>
        </w:rPr>
      </w:pPr>
      <w:r>
        <w:rPr>
          <w:rtl/>
        </w:rPr>
        <w:t xml:space="preserve">346 ـ جميل بن دراج ودراج يكنى أبا الصبيح بن عبدالله. أبو علي النخعي ق ، م ( جش ، كش ) قال ابن فضال : أبو محمد شيخنا ووجه الطائفة ثقة ، وأخوه نوح بن دراج القاضي كان أيضا من أصحابنا وكان يخفي أمره ، وهو من الستة الذين أجمعت العصابة على تصحيح ما يصح عنهم ، ومقدمهم وثقتهم. </w:t>
      </w:r>
    </w:p>
    <w:p w:rsidR="007849C6" w:rsidRDefault="007849C6" w:rsidP="00186E94">
      <w:pPr>
        <w:pStyle w:val="libNormal"/>
        <w:rPr>
          <w:rtl/>
        </w:rPr>
      </w:pPr>
      <w:r>
        <w:rPr>
          <w:rtl/>
        </w:rPr>
        <w:br w:type="page"/>
      </w:r>
      <w:r>
        <w:rPr>
          <w:rtl/>
        </w:rPr>
        <w:lastRenderedPageBreak/>
        <w:t xml:space="preserve">347 ـ جميل بن صالح الاسدي ق ، م ( جش ) ثقة وجه. </w:t>
      </w:r>
    </w:p>
    <w:p w:rsidR="007849C6" w:rsidRDefault="007849C6" w:rsidP="00186E94">
      <w:pPr>
        <w:pStyle w:val="libNormal"/>
        <w:rPr>
          <w:rtl/>
        </w:rPr>
      </w:pPr>
      <w:r>
        <w:rPr>
          <w:rtl/>
        </w:rPr>
        <w:t xml:space="preserve">348 ـ جميل بن عبدالله بن نافع الخياط الكوفي ، حكى ابن عقدة عن ابن نمير توثيقه. </w:t>
      </w:r>
    </w:p>
    <w:p w:rsidR="007849C6" w:rsidRDefault="007849C6" w:rsidP="00186E94">
      <w:pPr>
        <w:pStyle w:val="libNormal"/>
        <w:rPr>
          <w:rtl/>
        </w:rPr>
      </w:pPr>
      <w:r>
        <w:rPr>
          <w:rtl/>
        </w:rPr>
        <w:t xml:space="preserve">349 ـ جندب ، بضم الدال وفتحها ، بن جنادة أبو ذر الغفاري ، وقيل جندب بن السكن ، بالفتحتين ، وقيل اسمه برير ، بالباء المفتوحة والراء المكسورة والياء المثناة تحت والراء ، مات في زمن عثمان بالربذة بالراء والباء المفردة والذال المعجمة المفتوحات ل ، ى ( جخ ، ست ) أحد الاركان الاربعة. </w:t>
      </w:r>
    </w:p>
    <w:p w:rsidR="007849C6" w:rsidRDefault="007849C6" w:rsidP="00186E94">
      <w:pPr>
        <w:pStyle w:val="libNormal"/>
        <w:rPr>
          <w:rtl/>
        </w:rPr>
      </w:pPr>
      <w:r>
        <w:rPr>
          <w:rtl/>
        </w:rPr>
        <w:t xml:space="preserve">350 ـ جون مولى أبي ذرسين ( كش ) الظاهر أنه قتل معه بكربلاء مهمل. </w:t>
      </w:r>
    </w:p>
    <w:p w:rsidR="007849C6" w:rsidRDefault="007849C6" w:rsidP="00186E94">
      <w:pPr>
        <w:pStyle w:val="libNormal"/>
        <w:rPr>
          <w:rtl/>
        </w:rPr>
      </w:pPr>
      <w:r>
        <w:rPr>
          <w:rtl/>
        </w:rPr>
        <w:t xml:space="preserve">351 ـ جويرية ، بالجيم والباءين المثناتين تحت والراء بينهما ، بن مسهر العبدي ( كش ) ممدوح. </w:t>
      </w:r>
    </w:p>
    <w:p w:rsidR="007849C6" w:rsidRDefault="007849C6" w:rsidP="00186E94">
      <w:pPr>
        <w:pStyle w:val="libNormal"/>
        <w:rPr>
          <w:rtl/>
        </w:rPr>
      </w:pPr>
      <w:r>
        <w:rPr>
          <w:rtl/>
        </w:rPr>
        <w:t xml:space="preserve">352 ـ جهم بن حكيم لم ( جش ) كوفي ثقة. </w:t>
      </w:r>
    </w:p>
    <w:p w:rsidR="007849C6" w:rsidRDefault="007849C6" w:rsidP="00186E94">
      <w:pPr>
        <w:pStyle w:val="libNormal"/>
        <w:rPr>
          <w:rtl/>
        </w:rPr>
      </w:pPr>
      <w:r>
        <w:rPr>
          <w:rtl/>
        </w:rPr>
        <w:t xml:space="preserve">353 ـ جهيم بن أبي جهم ويقال ابن أبي جهمة ( جش ) روى عنه سعدان بن مسلم نوادر. </w:t>
      </w:r>
    </w:p>
    <w:p w:rsidR="007849C6" w:rsidRDefault="007849C6" w:rsidP="007849C6">
      <w:pPr>
        <w:pStyle w:val="Heading1Center"/>
        <w:rPr>
          <w:rtl/>
        </w:rPr>
      </w:pPr>
      <w:bookmarkStart w:id="22" w:name="_Toc265165233"/>
      <w:bookmarkStart w:id="23" w:name="_Toc286683162"/>
      <w:bookmarkStart w:id="24" w:name="_Toc403904019"/>
      <w:r>
        <w:rPr>
          <w:rtl/>
        </w:rPr>
        <w:t>( باب الحاء المهملة )</w:t>
      </w:r>
      <w:bookmarkEnd w:id="22"/>
      <w:bookmarkEnd w:id="23"/>
      <w:bookmarkEnd w:id="24"/>
    </w:p>
    <w:p w:rsidR="007849C6" w:rsidRDefault="007849C6" w:rsidP="00186E94">
      <w:pPr>
        <w:pStyle w:val="libNormal"/>
        <w:rPr>
          <w:rtl/>
        </w:rPr>
      </w:pPr>
      <w:r>
        <w:rPr>
          <w:rtl/>
        </w:rPr>
        <w:t xml:space="preserve">354 ـ الحارث بن أبي جعفر محمد بن نعمان الاحول مولى بجيلة ق ( جش ) كذا. </w:t>
      </w:r>
    </w:p>
    <w:p w:rsidR="007849C6" w:rsidRDefault="007849C6" w:rsidP="00186E94">
      <w:pPr>
        <w:pStyle w:val="libNormal"/>
        <w:rPr>
          <w:rtl/>
        </w:rPr>
      </w:pPr>
      <w:r>
        <w:rPr>
          <w:rtl/>
        </w:rPr>
        <w:t xml:space="preserve">355 ـ الحارث بن أبي رسن الاودي ، بالواو ، الكوفي لم ( عق ) أول من ألقى التشيع في بني أود. </w:t>
      </w:r>
    </w:p>
    <w:p w:rsidR="007849C6" w:rsidRDefault="007849C6" w:rsidP="00186E94">
      <w:pPr>
        <w:pStyle w:val="libNormal"/>
        <w:rPr>
          <w:rtl/>
        </w:rPr>
      </w:pPr>
      <w:r>
        <w:rPr>
          <w:rtl/>
        </w:rPr>
        <w:t xml:space="preserve">356 ـ الحارث بن أنس الاشهلي بالمعجمة الانصاري ل ( جخ ) قتل بأحد. </w:t>
      </w:r>
    </w:p>
    <w:p w:rsidR="007849C6" w:rsidRDefault="007849C6" w:rsidP="00186E94">
      <w:pPr>
        <w:pStyle w:val="libNormal"/>
        <w:rPr>
          <w:rtl/>
        </w:rPr>
      </w:pPr>
      <w:r>
        <w:rPr>
          <w:rtl/>
        </w:rPr>
        <w:t xml:space="preserve">357 ـ الحارث الاعورى ( كش ) ممدوح. </w:t>
      </w:r>
    </w:p>
    <w:p w:rsidR="007849C6" w:rsidRDefault="007849C6" w:rsidP="00186E94">
      <w:pPr>
        <w:pStyle w:val="libNormal"/>
        <w:rPr>
          <w:rtl/>
        </w:rPr>
      </w:pPr>
      <w:r>
        <w:rPr>
          <w:rtl/>
        </w:rPr>
        <w:br w:type="page"/>
      </w:r>
      <w:r>
        <w:rPr>
          <w:rtl/>
        </w:rPr>
        <w:lastRenderedPageBreak/>
        <w:t xml:space="preserve">358 ـ الحارث بن أقبش ، بالقاف الساكنة والباء المفردة والشين المعجمة ق ( جخ ) روى حديثا واحدا. </w:t>
      </w:r>
    </w:p>
    <w:p w:rsidR="007849C6" w:rsidRDefault="007849C6" w:rsidP="00186E94">
      <w:pPr>
        <w:pStyle w:val="libNormal"/>
        <w:rPr>
          <w:rtl/>
        </w:rPr>
      </w:pPr>
      <w:r>
        <w:rPr>
          <w:rtl/>
        </w:rPr>
        <w:t xml:space="preserve">359 ـ الحارث بن أوس بن معاذ بن النعمان الانصاري ل ( جخ ) أخى رسول الله ( ص ) بينه وبين عامر بن فهيرة مولى أبي بكرشهد بدرا وقتل بأحد. </w:t>
      </w:r>
    </w:p>
    <w:p w:rsidR="007849C6" w:rsidRDefault="007849C6" w:rsidP="00186E94">
      <w:pPr>
        <w:pStyle w:val="libNormal"/>
        <w:rPr>
          <w:rtl/>
        </w:rPr>
      </w:pPr>
      <w:r>
        <w:rPr>
          <w:rtl/>
        </w:rPr>
        <w:t xml:space="preserve">360 ـ الحارث بن الربيع ى ( جخ ) يكنى أبا زياد ، عامله ( ع ) على المدينة أحد بني مازن النجار. </w:t>
      </w:r>
    </w:p>
    <w:p w:rsidR="007849C6" w:rsidRDefault="007849C6" w:rsidP="00186E94">
      <w:pPr>
        <w:pStyle w:val="libNormal"/>
        <w:rPr>
          <w:rtl/>
        </w:rPr>
      </w:pPr>
      <w:r>
        <w:rPr>
          <w:rtl/>
        </w:rPr>
        <w:t xml:space="preserve">361 ـ حارثة بسراقة الانصاري النجاري ل ( جخ ) شهد بدرا وأحداوقتل بها. </w:t>
      </w:r>
    </w:p>
    <w:p w:rsidR="007849C6" w:rsidRDefault="007849C6" w:rsidP="00186E94">
      <w:pPr>
        <w:pStyle w:val="libNormal"/>
        <w:rPr>
          <w:rtl/>
        </w:rPr>
      </w:pPr>
      <w:r>
        <w:rPr>
          <w:rtl/>
        </w:rPr>
        <w:t xml:space="preserve">362 ـ الحارث بن عمران الجعفري الكلابي الكوفي ق ( جخ ، جش ) ثقة. </w:t>
      </w:r>
    </w:p>
    <w:p w:rsidR="007849C6" w:rsidRDefault="007849C6" w:rsidP="00186E94">
      <w:pPr>
        <w:pStyle w:val="libNormal"/>
        <w:rPr>
          <w:rtl/>
        </w:rPr>
      </w:pPr>
      <w:r>
        <w:rPr>
          <w:rtl/>
        </w:rPr>
        <w:t xml:space="preserve">363 ـ الحارث بن غضين ، بالغين المضمومة والضاد المفتوحة المعجمتين ، كذا رأيت بخط الشيخ أبي جعفر </w:t>
      </w:r>
      <w:r w:rsidR="006B246D" w:rsidRPr="006B246D">
        <w:rPr>
          <w:rStyle w:val="libAlaemChar"/>
          <w:rFonts w:hint="cs"/>
          <w:rtl/>
        </w:rPr>
        <w:t>رحمه‌الله</w:t>
      </w:r>
      <w:r>
        <w:rPr>
          <w:rtl/>
        </w:rPr>
        <w:t xml:space="preserve"> ورأيت في تصنيف بعض الاصحاب بالصاد المهملة ، أبو وهب الثقفي ق ( جخ ) وثقة ابن عقدة توفى في سنة ثلاث وأربعين ومائة. </w:t>
      </w:r>
    </w:p>
    <w:p w:rsidR="007849C6" w:rsidRDefault="007849C6" w:rsidP="00186E94">
      <w:pPr>
        <w:pStyle w:val="libNormal"/>
        <w:rPr>
          <w:rtl/>
        </w:rPr>
      </w:pPr>
      <w:r>
        <w:rPr>
          <w:rtl/>
        </w:rPr>
        <w:t xml:space="preserve">364 ـ الحارث بن قيس بن خالد بن مخلد الانصاري الخزرجي كنيته أبو خالد ل ( جخ ) شهد بدرا والعقبة في السبعين وما بعدها من الغزوات واليمامة ومات في خلافة عمر. </w:t>
      </w:r>
    </w:p>
    <w:p w:rsidR="007849C6" w:rsidRDefault="007849C6" w:rsidP="00186E94">
      <w:pPr>
        <w:pStyle w:val="libNormal"/>
        <w:rPr>
          <w:rtl/>
        </w:rPr>
      </w:pPr>
      <w:r>
        <w:rPr>
          <w:rtl/>
        </w:rPr>
        <w:t xml:space="preserve">365 ـ الحارث بن قيس بن عميرة الاسدي ، بفتح العين وكسر الميم ل ( جخ ) كان له ثماني نسوة حين أسلم فأمره النبي ( يصلي الله عليه وآله ) أن يختار منهن أربعا ويترك باقيهن. </w:t>
      </w:r>
    </w:p>
    <w:p w:rsidR="007849C6" w:rsidRDefault="007849C6" w:rsidP="00186E94">
      <w:pPr>
        <w:pStyle w:val="libNormal"/>
        <w:rPr>
          <w:rtl/>
        </w:rPr>
      </w:pPr>
      <w:r>
        <w:rPr>
          <w:rtl/>
        </w:rPr>
        <w:t xml:space="preserve">366 ـ الحارث بن قيس ي ، ن ( جخ ، كش ) ممدوح قطعت رجله بصفين. </w:t>
      </w:r>
    </w:p>
    <w:p w:rsidR="007849C6" w:rsidRDefault="007849C6" w:rsidP="00186E94">
      <w:pPr>
        <w:pStyle w:val="libNormal"/>
        <w:rPr>
          <w:rtl/>
        </w:rPr>
      </w:pPr>
      <w:r>
        <w:rPr>
          <w:rtl/>
        </w:rPr>
        <w:t xml:space="preserve">367 ـ الحارث بن المغيرة النصري بالنون والصاد المهملة قر ، ق ، </w:t>
      </w:r>
    </w:p>
    <w:p w:rsidR="007849C6" w:rsidRDefault="007849C6" w:rsidP="00186E94">
      <w:pPr>
        <w:pStyle w:val="libNormal0"/>
        <w:rPr>
          <w:rtl/>
        </w:rPr>
      </w:pPr>
      <w:r>
        <w:rPr>
          <w:rtl/>
        </w:rPr>
        <w:br w:type="page"/>
      </w:r>
      <w:r>
        <w:rPr>
          <w:rtl/>
        </w:rPr>
        <w:lastRenderedPageBreak/>
        <w:t xml:space="preserve">م ثقة ( كش ) مذموم. </w:t>
      </w:r>
    </w:p>
    <w:p w:rsidR="007849C6" w:rsidRDefault="007849C6" w:rsidP="00186E94">
      <w:pPr>
        <w:pStyle w:val="libNormal"/>
        <w:rPr>
          <w:rtl/>
        </w:rPr>
      </w:pPr>
      <w:r>
        <w:rPr>
          <w:rtl/>
        </w:rPr>
        <w:t xml:space="preserve">368 ـ الحارث بن نعمان بن أمية الانصاري ل ( جخ ) شهد بدراوأحدا. </w:t>
      </w:r>
    </w:p>
    <w:p w:rsidR="007849C6" w:rsidRDefault="007849C6" w:rsidP="00186E94">
      <w:pPr>
        <w:pStyle w:val="libNormal"/>
        <w:rPr>
          <w:rtl/>
        </w:rPr>
      </w:pPr>
      <w:r>
        <w:rPr>
          <w:rtl/>
        </w:rPr>
        <w:t xml:space="preserve">369 ـ حارثة بن نعمان ، كنيته أبو عبد الله ، الانصاري ل ، ى ( جخ ) شهد بدرا وأحدا وما بعدهما من المشاهد وذكر هو أنه رأى جبرئيل ( ع ) دفعتين على صورة دحية الكلبي : أولهما حين خرج رسول الله إلى بني قريظة ، والثاني حين رجع من حنين ، وشهد مع أمير المؤمنين </w:t>
      </w:r>
      <w:r w:rsidR="0006364F" w:rsidRPr="0006364F">
        <w:rPr>
          <w:rStyle w:val="libAlaemChar"/>
          <w:rFonts w:hint="cs"/>
          <w:rtl/>
        </w:rPr>
        <w:t>عليه‌السلام</w:t>
      </w:r>
      <w:r>
        <w:rPr>
          <w:rtl/>
        </w:rPr>
        <w:t xml:space="preserve"> القتال وتوفى في زمن معاوية. </w:t>
      </w:r>
    </w:p>
    <w:p w:rsidR="007849C6" w:rsidRDefault="007849C6" w:rsidP="00186E94">
      <w:pPr>
        <w:pStyle w:val="libNormal"/>
        <w:rPr>
          <w:rtl/>
        </w:rPr>
      </w:pPr>
      <w:r>
        <w:rPr>
          <w:rtl/>
        </w:rPr>
        <w:t xml:space="preserve">370 ـ حارثة بن وهب الخزاعي ل ( جخ ) سكن الكوفة. </w:t>
      </w:r>
    </w:p>
    <w:p w:rsidR="007849C6" w:rsidRDefault="007849C6" w:rsidP="00186E94">
      <w:pPr>
        <w:pStyle w:val="libNormal"/>
        <w:rPr>
          <w:rtl/>
        </w:rPr>
      </w:pPr>
      <w:r>
        <w:rPr>
          <w:rtl/>
        </w:rPr>
        <w:t xml:space="preserve">371 ـ الحارث بن هشام بن المغيرة المخزومي ل ( جخ ) أسلم يوم الفتح سكن المدينة وخرج في خلافة عمر إلى الشام فلم يزل بها حتى مات ، وقيل قتل يوم اليرموك. </w:t>
      </w:r>
    </w:p>
    <w:p w:rsidR="007849C6" w:rsidRDefault="007849C6" w:rsidP="00186E94">
      <w:pPr>
        <w:pStyle w:val="libNormal"/>
        <w:rPr>
          <w:rtl/>
        </w:rPr>
      </w:pPr>
      <w:r>
        <w:rPr>
          <w:rtl/>
        </w:rPr>
        <w:t xml:space="preserve">372 ـ الحارث بن همام النخعي ى ( جخ ) صاحب لواء الاشتر يوم صفين. </w:t>
      </w:r>
    </w:p>
    <w:p w:rsidR="007849C6" w:rsidRDefault="007849C6" w:rsidP="00186E94">
      <w:pPr>
        <w:pStyle w:val="libNormal"/>
        <w:rPr>
          <w:rtl/>
        </w:rPr>
      </w:pPr>
      <w:r>
        <w:rPr>
          <w:rtl/>
        </w:rPr>
        <w:t xml:space="preserve">373 ـ الحارث الهمداني ، بالمهملة ، الحالقي ى ( جخ ) مهمل. </w:t>
      </w:r>
    </w:p>
    <w:p w:rsidR="007849C6" w:rsidRDefault="007849C6" w:rsidP="00186E94">
      <w:pPr>
        <w:pStyle w:val="libNormal"/>
        <w:rPr>
          <w:rtl/>
        </w:rPr>
      </w:pPr>
      <w:r>
        <w:rPr>
          <w:rtl/>
        </w:rPr>
        <w:t xml:space="preserve">374 ـ حبابة الوالبية ن ، سين ، ين ، قر ( كش ) ممدوحة. </w:t>
      </w:r>
    </w:p>
    <w:p w:rsidR="007849C6" w:rsidRDefault="007849C6" w:rsidP="00186E94">
      <w:pPr>
        <w:pStyle w:val="libNormal"/>
        <w:rPr>
          <w:rtl/>
        </w:rPr>
      </w:pPr>
      <w:r>
        <w:rPr>
          <w:rtl/>
        </w:rPr>
        <w:t xml:space="preserve">375 ـ حبة ، بالحاء المهملة والباء المفردة ، بن جوين ، بالجيم المضمومة وقيل بن جوية العرني ، بالعين المهملة المضمومة والراء المفتوحة والنون ، منسوب إلى عرينة بن عرين بن بدربن قسر ، كنية حبة أبو قدامة كوفي ى ، ن ( جخ ، كش ) ممدوح </w:t>
      </w:r>
      <w:r w:rsidRPr="00186E94">
        <w:rPr>
          <w:rStyle w:val="libFootnotenumChar"/>
          <w:rtl/>
        </w:rPr>
        <w:t>(1)</w:t>
      </w:r>
      <w:r>
        <w:rPr>
          <w:rtl/>
        </w:rPr>
        <w:t xml:space="preserve">. </w:t>
      </w:r>
    </w:p>
    <w:p w:rsidR="007849C6" w:rsidRDefault="007849C6" w:rsidP="00186E94">
      <w:pPr>
        <w:pStyle w:val="libNormal"/>
        <w:rPr>
          <w:rtl/>
        </w:rPr>
      </w:pPr>
      <w:r>
        <w:rPr>
          <w:rtl/>
        </w:rPr>
        <w:t xml:space="preserve">376 ـ حبيب بن أوس أبو تمام الطائي لم كان إماميا وله في أهل البيت ( ع ) مدائح كثيرة. </w:t>
      </w:r>
    </w:p>
    <w:p w:rsidR="007849C6" w:rsidRDefault="007849C6" w:rsidP="00186E94">
      <w:pPr>
        <w:pStyle w:val="libNormal"/>
        <w:rPr>
          <w:rtl/>
        </w:rPr>
      </w:pPr>
      <w:r>
        <w:rPr>
          <w:rtl/>
        </w:rPr>
        <w:t xml:space="preserve">377 ـ حبيب السجستاني ين ، قر ، ق ( جخ ، كش ) كان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لم يذكر ( حبة ) الكشي في رجاله ، فلاحظ. </w:t>
      </w:r>
    </w:p>
    <w:p w:rsidR="007849C6" w:rsidRDefault="007849C6" w:rsidP="00186E94">
      <w:pPr>
        <w:pStyle w:val="libNormal0"/>
        <w:rPr>
          <w:rtl/>
        </w:rPr>
      </w:pPr>
      <w:r>
        <w:rPr>
          <w:rtl/>
        </w:rPr>
        <w:br w:type="page"/>
      </w:r>
      <w:r>
        <w:rPr>
          <w:rtl/>
        </w:rPr>
        <w:lastRenderedPageBreak/>
        <w:t xml:space="preserve">شاريا </w:t>
      </w:r>
      <w:r w:rsidRPr="00186E94">
        <w:rPr>
          <w:rStyle w:val="libFootnotenumChar"/>
          <w:rtl/>
        </w:rPr>
        <w:t>(1)</w:t>
      </w:r>
      <w:r>
        <w:rPr>
          <w:rtl/>
        </w:rPr>
        <w:t xml:space="preserve"> ثم دخل في مذهبهما وانقطع إليهما. </w:t>
      </w:r>
    </w:p>
    <w:p w:rsidR="007849C6" w:rsidRDefault="007849C6" w:rsidP="00186E94">
      <w:pPr>
        <w:pStyle w:val="libNormal"/>
        <w:rPr>
          <w:rtl/>
        </w:rPr>
      </w:pPr>
      <w:r>
        <w:rPr>
          <w:rtl/>
        </w:rPr>
        <w:t xml:space="preserve">378 ـ حبيب بن مظاهر وقيل مظهر ، بفتح الظاء وتشديد الهاء وكسرها ، والاول بخط الشيخ </w:t>
      </w:r>
      <w:r w:rsidR="006B246D" w:rsidRPr="006B246D">
        <w:rPr>
          <w:rStyle w:val="libAlaemChar"/>
          <w:rFonts w:hint="cs"/>
          <w:rtl/>
        </w:rPr>
        <w:t>رحمه‌الله</w:t>
      </w:r>
      <w:r>
        <w:rPr>
          <w:rtl/>
        </w:rPr>
        <w:t xml:space="preserve"> ى ، سين ( جخ ، كش ) قتل مع الحسين ( ع ) وكان من السبعين الذين نصروه وصبروا على البلاء حتى قتلوا بين يديه ، رحمهم الله تعالى. </w:t>
      </w:r>
    </w:p>
    <w:p w:rsidR="007849C6" w:rsidRDefault="007849C6" w:rsidP="00186E94">
      <w:pPr>
        <w:pStyle w:val="libNormal"/>
        <w:rPr>
          <w:rtl/>
        </w:rPr>
      </w:pPr>
      <w:r>
        <w:rPr>
          <w:rtl/>
        </w:rPr>
        <w:t xml:space="preserve">379 ـ حبيب بن المعلل الخثعمي المدائني ق ، م ، ضا ( جش ، جخ ، ست ) ثقة ثقة صحيح لكن روى ( عق ) الطعن فيه ولم يثبت. </w:t>
      </w:r>
    </w:p>
    <w:p w:rsidR="007849C6" w:rsidRDefault="007849C6" w:rsidP="00186E94">
      <w:pPr>
        <w:pStyle w:val="libNormal"/>
        <w:rPr>
          <w:rtl/>
        </w:rPr>
      </w:pPr>
      <w:r>
        <w:rPr>
          <w:rtl/>
        </w:rPr>
        <w:t xml:space="preserve">380 ـ حبيب بن النعمان الاعرابي ( جش ) رجل من بني أسد من أهل البادية. </w:t>
      </w:r>
    </w:p>
    <w:p w:rsidR="007849C6" w:rsidRDefault="007849C6" w:rsidP="00186E94">
      <w:pPr>
        <w:pStyle w:val="libNormal"/>
        <w:rPr>
          <w:rtl/>
        </w:rPr>
      </w:pPr>
      <w:r>
        <w:rPr>
          <w:rtl/>
        </w:rPr>
        <w:t xml:space="preserve">381 ـ حبيب بن النعمان الهمداني الكوفي ق ( جخ ) مهمل. </w:t>
      </w:r>
    </w:p>
    <w:p w:rsidR="007849C6" w:rsidRDefault="007849C6" w:rsidP="00186E94">
      <w:pPr>
        <w:pStyle w:val="libNormal"/>
        <w:rPr>
          <w:rtl/>
        </w:rPr>
      </w:pPr>
      <w:r>
        <w:rPr>
          <w:rtl/>
        </w:rPr>
        <w:t xml:space="preserve">382 ـ حبيش بن مبشر ، أخو جعفر بن مبشر ، أبو عبد الله لم ( جش ) كان من أصحابنا ، واسمه محمد ، روى من أحاديث العامة فأكثر. </w:t>
      </w:r>
    </w:p>
    <w:p w:rsidR="007849C6" w:rsidRDefault="007849C6" w:rsidP="00186E94">
      <w:pPr>
        <w:pStyle w:val="libNormal"/>
        <w:rPr>
          <w:rtl/>
        </w:rPr>
      </w:pPr>
      <w:r>
        <w:rPr>
          <w:rtl/>
        </w:rPr>
        <w:t xml:space="preserve">383 ـ حجاج دينار ( ست ، جش ) له كتاب. </w:t>
      </w:r>
    </w:p>
    <w:p w:rsidR="007849C6" w:rsidRDefault="007849C6" w:rsidP="00186E94">
      <w:pPr>
        <w:pStyle w:val="libNormal"/>
        <w:rPr>
          <w:rtl/>
        </w:rPr>
      </w:pPr>
      <w:r>
        <w:rPr>
          <w:rtl/>
        </w:rPr>
        <w:t xml:space="preserve">384 ـ حجاج بن رفاعة أبو علي الخشاب ق ( جخ ، ست ، جش ) كوفي ثقة له كتاب. </w:t>
      </w:r>
    </w:p>
    <w:p w:rsidR="007849C6" w:rsidRDefault="007849C6" w:rsidP="00186E94">
      <w:pPr>
        <w:pStyle w:val="libNormal"/>
        <w:rPr>
          <w:rtl/>
        </w:rPr>
      </w:pPr>
      <w:r>
        <w:rPr>
          <w:rtl/>
        </w:rPr>
        <w:t xml:space="preserve">385 ـ حجر بن زائدة ق ( جخ ، ست ) وثقه ( جش ) وضعفه ( كش ). </w:t>
      </w:r>
    </w:p>
    <w:p w:rsidR="007849C6" w:rsidRDefault="007849C6" w:rsidP="00186E94">
      <w:pPr>
        <w:pStyle w:val="libNormal"/>
        <w:rPr>
          <w:rtl/>
        </w:rPr>
      </w:pPr>
      <w:r>
        <w:rPr>
          <w:rtl/>
        </w:rPr>
        <w:t xml:space="preserve">386 ـ حجر بن عدي ى ، ن ( جخ ، كش ) من عظماء أصحابه ، أمره محمد بن يوسف أن يلعن عليا ( ع ) فقال : إن الامير قد أمرني أن ألعن عليا فالعنوه لعنه الله. </w:t>
      </w:r>
    </w:p>
    <w:p w:rsidR="007849C6" w:rsidRDefault="007849C6" w:rsidP="00186E94">
      <w:pPr>
        <w:pStyle w:val="libNormal"/>
        <w:rPr>
          <w:rtl/>
        </w:rPr>
      </w:pPr>
      <w:r>
        <w:rPr>
          <w:rtl/>
        </w:rPr>
        <w:t xml:space="preserve">387 ـ حديد بن حكيم ، بالفتح ، أبو علي الازدي ، بالزاي ، المدائني ق ، م ( جخ ، ست ، جش ) ثقة وجه متكلم. </w:t>
      </w:r>
    </w:p>
    <w:p w:rsidR="007849C6" w:rsidRDefault="007849C6" w:rsidP="00186E94">
      <w:pPr>
        <w:pStyle w:val="libNormal"/>
        <w:rPr>
          <w:rtl/>
        </w:rPr>
      </w:pPr>
      <w:r>
        <w:rPr>
          <w:rtl/>
        </w:rPr>
        <w:t xml:space="preserve">388 ـ حذيفة بن أسيد الغفاري أبو سريحة وفي نسخة أبو سرعة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الشاري واحد الشراة وهم الخوارج ، سموا به لقولهم : شرينا أنفسنا. </w:t>
      </w:r>
    </w:p>
    <w:p w:rsidR="007849C6" w:rsidRDefault="007849C6" w:rsidP="00186E94">
      <w:pPr>
        <w:pStyle w:val="libNormal0"/>
        <w:rPr>
          <w:rtl/>
        </w:rPr>
      </w:pPr>
      <w:r>
        <w:rPr>
          <w:rtl/>
        </w:rPr>
        <w:br w:type="page"/>
      </w:r>
      <w:r>
        <w:rPr>
          <w:rtl/>
        </w:rPr>
        <w:lastRenderedPageBreak/>
        <w:t xml:space="preserve">ل ( جخ ). </w:t>
      </w:r>
    </w:p>
    <w:p w:rsidR="007849C6" w:rsidRDefault="007849C6" w:rsidP="00186E94">
      <w:pPr>
        <w:pStyle w:val="libNormal"/>
        <w:rPr>
          <w:rtl/>
        </w:rPr>
      </w:pPr>
      <w:r>
        <w:rPr>
          <w:rtl/>
        </w:rPr>
        <w:t xml:space="preserve">389 ـ حذيفة بن منصور بن كثير بن سلمة بن عبدالرحمن الخزاعي أبومحمد قر ، ق ، م ( جخ ، ست ، كش ) ممدوح ( جش ) ثقة ( غض ) حديثه غير نقي يروي الصحيح والسقيم. ولذلك ذكرته في الضعفاء. </w:t>
      </w:r>
    </w:p>
    <w:p w:rsidR="007849C6" w:rsidRDefault="007849C6" w:rsidP="00186E94">
      <w:pPr>
        <w:pStyle w:val="libNormal"/>
        <w:rPr>
          <w:rtl/>
        </w:rPr>
      </w:pPr>
      <w:r>
        <w:rPr>
          <w:rtl/>
        </w:rPr>
        <w:t xml:space="preserve">390 ـ حذيفة بن اليمان العبسي أبو عبد الله ل ، ى ( شهد بدرا وأحدا ) أحد الاركان الاربعة ، أنصاري سكن الكوفة ومات بالمدائن بعد بيعة أمير المؤمنين بأربعين يوما. </w:t>
      </w:r>
    </w:p>
    <w:p w:rsidR="007849C6" w:rsidRDefault="007849C6" w:rsidP="00186E94">
      <w:pPr>
        <w:pStyle w:val="libNormal"/>
        <w:rPr>
          <w:rtl/>
        </w:rPr>
      </w:pPr>
      <w:r>
        <w:rPr>
          <w:rtl/>
        </w:rPr>
        <w:t xml:space="preserve">391 ـ حريث ، بضم الحاء المهملة وفتح الراء ، بن زيد الانصاري ل ( جخ ) شهد بدرا وأحدا. </w:t>
      </w:r>
    </w:p>
    <w:p w:rsidR="007849C6" w:rsidRDefault="007849C6" w:rsidP="00186E94">
      <w:pPr>
        <w:pStyle w:val="libNormal"/>
        <w:rPr>
          <w:rtl/>
        </w:rPr>
      </w:pPr>
      <w:r>
        <w:rPr>
          <w:rtl/>
        </w:rPr>
        <w:t xml:space="preserve">392 ـ حريز بن عبدالملك البقباق ق ( كش ) ممدوح </w:t>
      </w:r>
      <w:r w:rsidRPr="00186E94">
        <w:rPr>
          <w:rStyle w:val="libFootnotenumChar"/>
          <w:rtl/>
        </w:rPr>
        <w:t>(1)</w:t>
      </w:r>
      <w:r>
        <w:rPr>
          <w:rtl/>
        </w:rPr>
        <w:t xml:space="preserve">. </w:t>
      </w:r>
    </w:p>
    <w:p w:rsidR="007849C6" w:rsidRDefault="007849C6" w:rsidP="00186E94">
      <w:pPr>
        <w:pStyle w:val="libNormal"/>
        <w:rPr>
          <w:rtl/>
        </w:rPr>
      </w:pPr>
      <w:r>
        <w:rPr>
          <w:rtl/>
        </w:rPr>
        <w:t xml:space="preserve">393 ـ حريز بن عبدالله السجستاني كوفي وسافر إلى سجستان كثيرا فعرف بها ق ( جخ ) ثقة ، وروى ( جش ) أن ( ق ) حجبه عنه وعلى تقدير صحة الرواية لا يقتضي الجرح لجواز غيره. </w:t>
      </w:r>
    </w:p>
    <w:p w:rsidR="007849C6" w:rsidRDefault="007849C6" w:rsidP="00186E94">
      <w:pPr>
        <w:pStyle w:val="libNormal"/>
        <w:rPr>
          <w:rtl/>
        </w:rPr>
      </w:pPr>
      <w:r>
        <w:rPr>
          <w:rtl/>
        </w:rPr>
        <w:t xml:space="preserve">394 ـ حسان بن مهران الجمال مولى بني كاهل ، أسدي ، وقيل مولى لغني ، أخو صفوان ق ، م ، ( جخ ست ، جش ) ثقة ثقة أصح من صفوان وأوجه ، وعندي أنهما اثنان : صفوان الجمال الكاهلي أسدي ، والآخر مولى ، وقد فصل بينهما الشيخ أبو جعفر في كتاب الرجال. </w:t>
      </w:r>
    </w:p>
    <w:p w:rsidR="007849C6" w:rsidRDefault="007849C6" w:rsidP="00186E94">
      <w:pPr>
        <w:pStyle w:val="libNormal"/>
        <w:rPr>
          <w:rtl/>
        </w:rPr>
      </w:pPr>
      <w:r>
        <w:rPr>
          <w:rtl/>
        </w:rPr>
        <w:t xml:space="preserve">395 ـ الحسن بن أبي سارة النيلي ق ( جخ ) ثقة.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1</w:t>
      </w:r>
      <w:r>
        <w:rPr>
          <w:rFonts w:hint="cs"/>
          <w:rtl/>
        </w:rPr>
        <w:t xml:space="preserve"> </w:t>
      </w:r>
      <w:r>
        <w:rPr>
          <w:rtl/>
        </w:rPr>
        <w:t xml:space="preserve">ـ الذي في كش هو حريز بن عبدالله السجستاني وفضل بن عبد الملك البقباق ، وان عبدالرحمن بن الحجاج سأل ابا العباس فضل بن البقباق لحريز الاذن على ابي عبدالله </w:t>
      </w:r>
      <w:r w:rsidR="0006364F" w:rsidRPr="0006364F">
        <w:rPr>
          <w:rStyle w:val="libAlaemChar"/>
          <w:rFonts w:hint="cs"/>
          <w:rtl/>
        </w:rPr>
        <w:t>عليه‌السلام</w:t>
      </w:r>
      <w:r>
        <w:rPr>
          <w:rtl/>
        </w:rPr>
        <w:t xml:space="preserve"> فلم يأذن له ، فسبق قلمه الشريف وخلط بينهما ، وليس من حريز بن عبدالملك اثر في الكتب فإذا هو حريز بن عبدالله السجستاني الآتي. </w:t>
      </w:r>
    </w:p>
    <w:p w:rsidR="007849C6" w:rsidRDefault="007849C6" w:rsidP="00186E94">
      <w:pPr>
        <w:pStyle w:val="libNormal"/>
        <w:rPr>
          <w:rtl/>
        </w:rPr>
      </w:pPr>
      <w:r>
        <w:rPr>
          <w:rtl/>
        </w:rPr>
        <w:br w:type="page"/>
      </w:r>
      <w:r>
        <w:rPr>
          <w:rtl/>
        </w:rPr>
        <w:lastRenderedPageBreak/>
        <w:t xml:space="preserve">396 ـ الحسن بن أبي العرندس الكندي الكوفي ق ( جخ ) مهمل. </w:t>
      </w:r>
    </w:p>
    <w:p w:rsidR="007849C6" w:rsidRDefault="007849C6" w:rsidP="00186E94">
      <w:pPr>
        <w:pStyle w:val="libNormal"/>
        <w:rPr>
          <w:rtl/>
        </w:rPr>
      </w:pPr>
      <w:r>
        <w:rPr>
          <w:rtl/>
        </w:rPr>
        <w:t xml:space="preserve">397 ـ الحسن بن أحمد بن محمد بن الهيثم العجلي أبو محمد ( جش ) ثقة من وجوه أصحابنا ، وأبوه وجده ثقتان ، رازي ثم كوفي. </w:t>
      </w:r>
    </w:p>
    <w:p w:rsidR="007849C6" w:rsidRDefault="007849C6" w:rsidP="00186E94">
      <w:pPr>
        <w:pStyle w:val="libNormal"/>
        <w:rPr>
          <w:rtl/>
        </w:rPr>
      </w:pPr>
      <w:r>
        <w:rPr>
          <w:rtl/>
        </w:rPr>
        <w:t xml:space="preserve">398 ـ الحسن بن أحمد بن ريذويه ، ( براء مكسورة وياء بالنقطتين تحت ، والذال المعجمة المفتوحة ، والواو الساكنة والياء المنقوطة تحتها نقطتين المفتوحة ) القمي ( جش ) ثقة. </w:t>
      </w:r>
    </w:p>
    <w:p w:rsidR="007849C6" w:rsidRDefault="007849C6" w:rsidP="00186E94">
      <w:pPr>
        <w:pStyle w:val="libNormal"/>
        <w:rPr>
          <w:rtl/>
        </w:rPr>
      </w:pPr>
      <w:r>
        <w:rPr>
          <w:rtl/>
        </w:rPr>
        <w:t xml:space="preserve">399 ـ الحسن بن أيوب ( جش ) له كتاب أصل. </w:t>
      </w:r>
    </w:p>
    <w:p w:rsidR="007849C6" w:rsidRDefault="007849C6" w:rsidP="00186E94">
      <w:pPr>
        <w:pStyle w:val="libNormal"/>
        <w:rPr>
          <w:rtl/>
        </w:rPr>
      </w:pPr>
      <w:r>
        <w:rPr>
          <w:rtl/>
        </w:rPr>
        <w:t xml:space="preserve">400 ـ الحسن بن بشار ، بالباء المفردة والشين المعجمة المدايني م ، ضا ( جخ ) ثقة صحيح ، كان واقفيا ثم رجع. </w:t>
      </w:r>
    </w:p>
    <w:p w:rsidR="007849C6" w:rsidRDefault="007849C6" w:rsidP="00186E94">
      <w:pPr>
        <w:pStyle w:val="libNormal"/>
        <w:rPr>
          <w:rtl/>
        </w:rPr>
      </w:pPr>
      <w:r>
        <w:rPr>
          <w:rtl/>
        </w:rPr>
        <w:t xml:space="preserve">401 ـ الحسن بن جعفر بن الحسن ( بن الحسن ) بن علي بن أبي طالب أبو محمد المدائني ق ( جش ) ثقة. </w:t>
      </w:r>
    </w:p>
    <w:p w:rsidR="007849C6" w:rsidRDefault="007849C6" w:rsidP="00186E94">
      <w:pPr>
        <w:pStyle w:val="libNormal"/>
        <w:rPr>
          <w:rtl/>
        </w:rPr>
      </w:pPr>
      <w:r>
        <w:rPr>
          <w:rtl/>
        </w:rPr>
        <w:t xml:space="preserve">402 ـ الحسن بن جهم بن بكير بن أعين أبو محمد الشيباني م ، ضا ( جخ ، جش ) ثقة صحيح. </w:t>
      </w:r>
    </w:p>
    <w:p w:rsidR="007849C6" w:rsidRDefault="007849C6" w:rsidP="00186E94">
      <w:pPr>
        <w:pStyle w:val="libNormal"/>
        <w:rPr>
          <w:rtl/>
        </w:rPr>
      </w:pPr>
      <w:r>
        <w:rPr>
          <w:rtl/>
        </w:rPr>
        <w:t xml:space="preserve">403 ـ الحسن بن الحسن الحسني الرازي الاسود ، أبو عبد الله لم ( جخ ) أبو عبد الله فاضل. </w:t>
      </w:r>
    </w:p>
    <w:p w:rsidR="007849C6" w:rsidRDefault="007849C6" w:rsidP="00186E94">
      <w:pPr>
        <w:pStyle w:val="libNormal"/>
        <w:rPr>
          <w:rtl/>
        </w:rPr>
      </w:pPr>
      <w:r>
        <w:rPr>
          <w:rtl/>
        </w:rPr>
        <w:t xml:space="preserve">404 ـ الحسن بن الحسين اللؤلؤي لم ( جخ ) روى عنه محمد بن أحمد ابن يحيى وضعفه ابن بابويه ( جش ) وذكر مما يدل على نزاهته ، وقد ذكرته في الضعفاء. </w:t>
      </w:r>
    </w:p>
    <w:p w:rsidR="007849C6" w:rsidRDefault="007849C6" w:rsidP="00186E94">
      <w:pPr>
        <w:pStyle w:val="libNormal"/>
        <w:rPr>
          <w:rtl/>
        </w:rPr>
      </w:pPr>
      <w:r>
        <w:rPr>
          <w:rtl/>
        </w:rPr>
        <w:t xml:space="preserve">405 ـ الحسن بن الحسن بن الحسن بن أبي طالب المثلث قر ( جخ ) هو أخو عبدالله وإبراهيم ، أمهم فاطمة بنت الحسين السبط ( ع ). </w:t>
      </w:r>
    </w:p>
    <w:p w:rsidR="007849C6" w:rsidRDefault="007849C6" w:rsidP="00186E94">
      <w:pPr>
        <w:pStyle w:val="libNormal"/>
        <w:rPr>
          <w:rtl/>
        </w:rPr>
      </w:pPr>
      <w:r>
        <w:rPr>
          <w:rtl/>
        </w:rPr>
        <w:t xml:space="preserve">406 ـ الحسن بن الحسين العرني ، بالعين المهملة المضمومة والراء المفتوحة والنون ، النجار ( جش ) له كتاب عن الرجال عن ق. </w:t>
      </w:r>
    </w:p>
    <w:p w:rsidR="007849C6" w:rsidRDefault="007849C6" w:rsidP="00186E94">
      <w:pPr>
        <w:pStyle w:val="libNormal"/>
        <w:rPr>
          <w:rtl/>
        </w:rPr>
      </w:pPr>
      <w:r>
        <w:rPr>
          <w:rtl/>
        </w:rPr>
        <w:t xml:space="preserve">407 ـ الحسن بن الحسين الجحدري الكندي ق ( جش ) عربي ثقة. </w:t>
      </w:r>
    </w:p>
    <w:p w:rsidR="007849C6" w:rsidRDefault="007849C6" w:rsidP="00186E94">
      <w:pPr>
        <w:pStyle w:val="libNormal"/>
        <w:rPr>
          <w:rtl/>
        </w:rPr>
      </w:pPr>
      <w:r>
        <w:rPr>
          <w:rtl/>
        </w:rPr>
        <w:t xml:space="preserve">408 ـ الحسن بن الحسين السكوني لم ( جش ) عربي كوفي ثقة. </w:t>
      </w:r>
    </w:p>
    <w:p w:rsidR="007849C6" w:rsidRDefault="007849C6" w:rsidP="00186E94">
      <w:pPr>
        <w:pStyle w:val="libNormal"/>
        <w:rPr>
          <w:rtl/>
        </w:rPr>
      </w:pPr>
      <w:r>
        <w:rPr>
          <w:rtl/>
        </w:rPr>
        <w:br w:type="page"/>
      </w:r>
      <w:r>
        <w:rPr>
          <w:rtl/>
        </w:rPr>
        <w:lastRenderedPageBreak/>
        <w:t xml:space="preserve">409 ـ الحسين بن حماد بن ميمون العبدي ق ( جش ). </w:t>
      </w:r>
    </w:p>
    <w:p w:rsidR="007849C6" w:rsidRDefault="007849C6" w:rsidP="00186E94">
      <w:pPr>
        <w:pStyle w:val="libNormal"/>
        <w:rPr>
          <w:rtl/>
        </w:rPr>
      </w:pPr>
      <w:r>
        <w:rPr>
          <w:rtl/>
        </w:rPr>
        <w:t xml:space="preserve">410 ـ الحسن بن خالد بن محمد بن علي البرقي أبو علي أخو محمد بن خالدلم ( جش ، ست ) ثقة مصنف. </w:t>
      </w:r>
    </w:p>
    <w:p w:rsidR="007849C6" w:rsidRDefault="007849C6" w:rsidP="00186E94">
      <w:pPr>
        <w:pStyle w:val="libNormal"/>
        <w:rPr>
          <w:rtl/>
        </w:rPr>
      </w:pPr>
      <w:r>
        <w:rPr>
          <w:rtl/>
        </w:rPr>
        <w:t xml:space="preserve">411 ـ الحسن بن خنيس بالخاء المعجمة والنون المفتوحة والسين المهملة ق ( جخ ، كش ) ثقة وهو غير الحسن بن حبيس ، بالحاء المهملة والباء المفردة ، ذاك روى عن قر ، ق. </w:t>
      </w:r>
    </w:p>
    <w:p w:rsidR="007849C6" w:rsidRDefault="007849C6" w:rsidP="00186E94">
      <w:pPr>
        <w:pStyle w:val="libNormal"/>
        <w:rPr>
          <w:rtl/>
        </w:rPr>
      </w:pPr>
      <w:r>
        <w:rPr>
          <w:rtl/>
        </w:rPr>
        <w:t xml:space="preserve">412 ـ الحسن بن راشد أبو علي مولى لآل المهلب د ( جخ ) بغدادي ثقة. </w:t>
      </w:r>
    </w:p>
    <w:p w:rsidR="007849C6" w:rsidRDefault="007849C6" w:rsidP="00186E94">
      <w:pPr>
        <w:pStyle w:val="libNormal"/>
        <w:rPr>
          <w:rtl/>
        </w:rPr>
      </w:pPr>
      <w:r>
        <w:rPr>
          <w:rtl/>
        </w:rPr>
        <w:t xml:space="preserve">413 ـ الحسن بن رباط البجلي كوفي ق ( جش ) وإخوته إسحاق ويونس وعبد الله ، له كتاب رواية الحسن بن محبوب. </w:t>
      </w:r>
    </w:p>
    <w:p w:rsidR="007849C6" w:rsidRDefault="007849C6" w:rsidP="00186E94">
      <w:pPr>
        <w:pStyle w:val="libNormal"/>
        <w:rPr>
          <w:rtl/>
        </w:rPr>
      </w:pPr>
      <w:r>
        <w:rPr>
          <w:rtl/>
        </w:rPr>
        <w:t xml:space="preserve">414 ـ الحسن بن زرارة بن أعين الشيباني ق ( جخ ) مهمل. </w:t>
      </w:r>
    </w:p>
    <w:p w:rsidR="007849C6" w:rsidRDefault="007849C6" w:rsidP="00186E94">
      <w:pPr>
        <w:pStyle w:val="libNormal"/>
        <w:rPr>
          <w:rtl/>
        </w:rPr>
      </w:pPr>
      <w:r>
        <w:rPr>
          <w:rtl/>
        </w:rPr>
        <w:t xml:space="preserve">415 ـ الحسن بن زياد العطار مولى بني ضبة ق ( جخ ، ست ، كش ، جش ) ممدوح. </w:t>
      </w:r>
    </w:p>
    <w:p w:rsidR="007849C6" w:rsidRDefault="007849C6" w:rsidP="00186E94">
      <w:pPr>
        <w:pStyle w:val="libNormal"/>
        <w:rPr>
          <w:rtl/>
        </w:rPr>
      </w:pPr>
      <w:r>
        <w:rPr>
          <w:rtl/>
        </w:rPr>
        <w:t xml:space="preserve">416 ـ الحسن بن زيدان الصرمي ، بكسر الصاد المهملة لم ( جش ) له نوادر. </w:t>
      </w:r>
    </w:p>
    <w:p w:rsidR="007849C6" w:rsidRDefault="007849C6" w:rsidP="00186E94">
      <w:pPr>
        <w:pStyle w:val="libNormal"/>
        <w:rPr>
          <w:rtl/>
        </w:rPr>
      </w:pPr>
      <w:r>
        <w:rPr>
          <w:rtl/>
        </w:rPr>
        <w:t xml:space="preserve">417 ـ الحسن بن زيد بن علي بن الحسين </w:t>
      </w:r>
      <w:r w:rsidR="0006364F" w:rsidRPr="0006364F">
        <w:rPr>
          <w:rStyle w:val="libAlaemChar"/>
          <w:rFonts w:hint="cs"/>
          <w:rtl/>
        </w:rPr>
        <w:t>عليه‌السلام</w:t>
      </w:r>
      <w:r>
        <w:rPr>
          <w:rtl/>
        </w:rPr>
        <w:t xml:space="preserve"> أبو عبد الله ق ، م ( جش ) ذو الدمعة كان أبو عبد الله </w:t>
      </w:r>
      <w:r w:rsidR="0006364F" w:rsidRPr="0006364F">
        <w:rPr>
          <w:rStyle w:val="libAlaemChar"/>
          <w:rFonts w:hint="cs"/>
          <w:rtl/>
        </w:rPr>
        <w:t>عليه‌السلام</w:t>
      </w:r>
      <w:r>
        <w:rPr>
          <w:rtl/>
        </w:rPr>
        <w:t xml:space="preserve"> تبناه ورباه وزوجه بنت الارقط </w:t>
      </w:r>
      <w:r w:rsidRPr="00186E94">
        <w:rPr>
          <w:rStyle w:val="libFootnotenumChar"/>
          <w:rtl/>
        </w:rPr>
        <w:t>(1)</w:t>
      </w:r>
      <w:r>
        <w:rPr>
          <w:rtl/>
        </w:rPr>
        <w:t xml:space="preserve">. </w:t>
      </w:r>
    </w:p>
    <w:p w:rsidR="007849C6" w:rsidRDefault="007849C6" w:rsidP="00186E94">
      <w:pPr>
        <w:pStyle w:val="libNormal"/>
        <w:rPr>
          <w:rtl/>
        </w:rPr>
      </w:pPr>
      <w:r>
        <w:rPr>
          <w:rtl/>
        </w:rPr>
        <w:t xml:space="preserve">418 ـ الحسن بن السري العبدي الانباري الكاتب الكرخي وأخوه علي ق ( جخ ، ست ، جش ) ثقتان. </w:t>
      </w:r>
    </w:p>
    <w:p w:rsidR="007849C6" w:rsidRDefault="007849C6" w:rsidP="00186E94">
      <w:pPr>
        <w:pStyle w:val="libNormal"/>
        <w:rPr>
          <w:rtl/>
        </w:rPr>
      </w:pPr>
      <w:r>
        <w:rPr>
          <w:rtl/>
        </w:rPr>
        <w:t xml:space="preserve">419 ـ الحسن بن سعيد بن حماد بن مهران مولى علي بن الحسين </w:t>
      </w:r>
      <w:r w:rsidR="0006364F" w:rsidRPr="0006364F">
        <w:rPr>
          <w:rStyle w:val="libAlaemChar"/>
          <w:rFonts w:hint="cs"/>
          <w:rtl/>
        </w:rPr>
        <w:t>عليه‌السلام</w:t>
      </w:r>
      <w:r>
        <w:rPr>
          <w:rtl/>
        </w:rPr>
        <w:t xml:space="preserve"> أبو محمد الاهوازي ضا ( جخ ، ست ، جش ) ثقة ، روى جميع ما صنفه أخوه الحسين بن سعيد عن جميع شيوخه وزاد عليه بروايته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ينبغي ذكره فيما يأتي فيمن اسمه الحسين ( مصغرا ). </w:t>
      </w:r>
    </w:p>
    <w:p w:rsidR="007849C6" w:rsidRDefault="007849C6" w:rsidP="00186E94">
      <w:pPr>
        <w:pStyle w:val="libNormal0"/>
        <w:rPr>
          <w:rtl/>
        </w:rPr>
      </w:pPr>
      <w:r>
        <w:rPr>
          <w:rtl/>
        </w:rPr>
        <w:br w:type="page"/>
      </w:r>
      <w:r>
        <w:rPr>
          <w:rtl/>
        </w:rPr>
        <w:lastRenderedPageBreak/>
        <w:t xml:space="preserve">عن زرعة عن سماعة ، والباقي هما متساويان فيه ، أخوه يروي عنه عن زرعة عن سماعة. يقال إن للحسن خمسين مصنفا. </w:t>
      </w:r>
    </w:p>
    <w:p w:rsidR="007849C6" w:rsidRDefault="007849C6" w:rsidP="00186E94">
      <w:pPr>
        <w:pStyle w:val="libNormal"/>
        <w:rPr>
          <w:rtl/>
        </w:rPr>
      </w:pPr>
      <w:r>
        <w:rPr>
          <w:rtl/>
        </w:rPr>
        <w:t xml:space="preserve">420 ـ الحسن بن سعيد الهمداني ق ( جخ ) مهمل. </w:t>
      </w:r>
    </w:p>
    <w:p w:rsidR="007849C6" w:rsidRDefault="007849C6" w:rsidP="00186E94">
      <w:pPr>
        <w:pStyle w:val="libNormal"/>
        <w:rPr>
          <w:rtl/>
        </w:rPr>
      </w:pPr>
      <w:r>
        <w:rPr>
          <w:rtl/>
        </w:rPr>
        <w:t xml:space="preserve">421 ـ الحسن بن سعيد البجلي الاحمسي الكوفي ق ( جخ ) مهمل. </w:t>
      </w:r>
    </w:p>
    <w:p w:rsidR="007849C6" w:rsidRDefault="007849C6" w:rsidP="00186E94">
      <w:pPr>
        <w:pStyle w:val="libNormal"/>
        <w:rPr>
          <w:rtl/>
        </w:rPr>
      </w:pPr>
      <w:r>
        <w:rPr>
          <w:rtl/>
        </w:rPr>
        <w:t xml:space="preserve">422 ـ الحسن بن سيف بن سليمان التمار لم وثقه أبن عقدة. </w:t>
      </w:r>
    </w:p>
    <w:p w:rsidR="007849C6" w:rsidRDefault="007849C6" w:rsidP="00186E94">
      <w:pPr>
        <w:pStyle w:val="libNormal"/>
        <w:rPr>
          <w:rtl/>
        </w:rPr>
      </w:pPr>
      <w:r>
        <w:rPr>
          <w:rtl/>
        </w:rPr>
        <w:t xml:space="preserve">423 ـ الحسن بن شجرة بن ميمون بن أبي أراكة لم ثقة. </w:t>
      </w:r>
    </w:p>
    <w:p w:rsidR="007849C6" w:rsidRDefault="007849C6" w:rsidP="00186E94">
      <w:pPr>
        <w:pStyle w:val="libNormal"/>
        <w:rPr>
          <w:rtl/>
        </w:rPr>
      </w:pPr>
      <w:r>
        <w:rPr>
          <w:rtl/>
        </w:rPr>
        <w:t xml:space="preserve">424 ـ الحسن بن صالح الاحول ، كوفي ( جش ) له كتاب مختلف روايته. </w:t>
      </w:r>
    </w:p>
    <w:p w:rsidR="007849C6" w:rsidRDefault="007849C6" w:rsidP="00186E94">
      <w:pPr>
        <w:pStyle w:val="libNormal"/>
        <w:rPr>
          <w:rtl/>
        </w:rPr>
      </w:pPr>
      <w:r>
        <w:rPr>
          <w:rtl/>
        </w:rPr>
        <w:t xml:space="preserve">425 ـ الحسن بن صدقة المدائني ، أخو مصدق بن صدقة ق ، م ( جخ ) ثقة. </w:t>
      </w:r>
    </w:p>
    <w:p w:rsidR="007849C6" w:rsidRDefault="007849C6" w:rsidP="00186E94">
      <w:pPr>
        <w:pStyle w:val="libNormal"/>
        <w:rPr>
          <w:rtl/>
        </w:rPr>
      </w:pPr>
      <w:r>
        <w:rPr>
          <w:rtl/>
        </w:rPr>
        <w:t xml:space="preserve">426 ، 427 ـ الحسن والحسين ابنا الصباح ( كش ) ممدوحان </w:t>
      </w:r>
      <w:r w:rsidRPr="00186E94">
        <w:rPr>
          <w:rStyle w:val="libFootnotenumChar"/>
          <w:rtl/>
        </w:rPr>
        <w:t>(1)</w:t>
      </w:r>
      <w:r>
        <w:rPr>
          <w:rtl/>
        </w:rPr>
        <w:t xml:space="preserve">. </w:t>
      </w:r>
    </w:p>
    <w:p w:rsidR="007849C6" w:rsidRDefault="007849C6" w:rsidP="00186E94">
      <w:pPr>
        <w:pStyle w:val="libNormal"/>
        <w:rPr>
          <w:rtl/>
        </w:rPr>
      </w:pPr>
      <w:r>
        <w:rPr>
          <w:rtl/>
        </w:rPr>
        <w:t xml:space="preserve">428 ـ الحسن بن طريف بن ناصح لم ( ست ، جش ) كوفي ثقة مصنف ، سكن بغداد ، وأبوه قبل. </w:t>
      </w:r>
    </w:p>
    <w:p w:rsidR="007849C6" w:rsidRDefault="007849C6" w:rsidP="00186E94">
      <w:pPr>
        <w:pStyle w:val="libNormal"/>
        <w:rPr>
          <w:rtl/>
        </w:rPr>
      </w:pPr>
      <w:r>
        <w:rPr>
          <w:rtl/>
        </w:rPr>
        <w:t xml:space="preserve">429 ـ الحسن بن عبدربه لم ( كش ) كان وكيلا. </w:t>
      </w:r>
    </w:p>
    <w:p w:rsidR="007849C6" w:rsidRDefault="007849C6" w:rsidP="00186E94">
      <w:pPr>
        <w:pStyle w:val="libNormal"/>
        <w:rPr>
          <w:rtl/>
        </w:rPr>
      </w:pPr>
      <w:r>
        <w:rPr>
          <w:rtl/>
        </w:rPr>
        <w:t xml:space="preserve">430 ـ الحسن بن عبد الصمد بن محمد بن عبدالله الاشعري لم ( جش ) ثقة من أصحابنا القميين. </w:t>
      </w:r>
    </w:p>
    <w:p w:rsidR="007849C6" w:rsidRDefault="007849C6" w:rsidP="00186E94">
      <w:pPr>
        <w:pStyle w:val="libNormal"/>
        <w:rPr>
          <w:rtl/>
        </w:rPr>
      </w:pPr>
      <w:r>
        <w:rPr>
          <w:rtl/>
        </w:rPr>
        <w:t xml:space="preserve">431 ـ الحسن بن عبيدالله بن سهل لم ( جخ ) له كتاب المتعة مهمل. </w:t>
      </w:r>
    </w:p>
    <w:p w:rsidR="007849C6" w:rsidRDefault="007849C6" w:rsidP="00186E94">
      <w:pPr>
        <w:pStyle w:val="libNormal"/>
        <w:rPr>
          <w:rtl/>
        </w:rPr>
      </w:pPr>
      <w:r>
        <w:rPr>
          <w:rtl/>
        </w:rPr>
        <w:t xml:space="preserve">432 ـ الحسن بن عطية الحناط ق ( جخ ، ست ) كوفي ثقة. </w:t>
      </w:r>
    </w:p>
    <w:p w:rsidR="007849C6" w:rsidRDefault="007849C6" w:rsidP="00186E94">
      <w:pPr>
        <w:pStyle w:val="libNormal"/>
        <w:rPr>
          <w:rtl/>
        </w:rPr>
      </w:pPr>
      <w:r>
        <w:rPr>
          <w:rtl/>
        </w:rPr>
        <w:t xml:space="preserve">433 ـ الحسن بن عطية الدغشي ، بالدال المهملة والغين والشين المعجمتين ، أبو ناب الكوفي ق ( جخ ) ثقة ، وذكر بعض الاصحاب أنه هو الحناط الذي قبله ، وفيه نظر لان الشيخ ذكرهما في كتاب الرجال مختلفي النسبة وفصل بينهما وذكر الاول في الفهرست دون الثاني ، وهذا يدل على تغايرهما. </w:t>
      </w:r>
    </w:p>
    <w:p w:rsidR="007849C6" w:rsidRDefault="007849C6" w:rsidP="00186E94">
      <w:pPr>
        <w:pStyle w:val="libNormal"/>
        <w:rPr>
          <w:rtl/>
        </w:rPr>
      </w:pPr>
      <w:r>
        <w:rPr>
          <w:rtl/>
        </w:rPr>
        <w:t xml:space="preserve">434 ـ الحسن بن علي بن أبي عقيل ، أبو محمد العماني الحذاء وذكر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لم يذكر الحسن والحسين ابني الصباح الكشي في رجاله. </w:t>
      </w:r>
    </w:p>
    <w:p w:rsidR="007849C6" w:rsidRDefault="007849C6" w:rsidP="00186E94">
      <w:pPr>
        <w:pStyle w:val="libNormal0"/>
        <w:rPr>
          <w:rtl/>
        </w:rPr>
      </w:pPr>
      <w:r>
        <w:rPr>
          <w:rtl/>
        </w:rPr>
        <w:br w:type="page"/>
      </w:r>
      <w:r>
        <w:rPr>
          <w:rtl/>
        </w:rPr>
        <w:lastRenderedPageBreak/>
        <w:t xml:space="preserve">الشيخ أنه الحسن بن عيسى أبو علي وهو الاشبه لم ( جخ ، ست ، جش ) من أعيان الفقهاء وجلة متكلمي الامامية ، له كتب منها كتاب « التمسك بحبل آل الرسول » وكتاب « الكر والفر » في الامامة وغيرهما. </w:t>
      </w:r>
    </w:p>
    <w:p w:rsidR="007849C6" w:rsidRDefault="007849C6" w:rsidP="00186E94">
      <w:pPr>
        <w:pStyle w:val="libNormal"/>
        <w:rPr>
          <w:rtl/>
        </w:rPr>
      </w:pPr>
      <w:r>
        <w:rPr>
          <w:rtl/>
        </w:rPr>
        <w:t xml:space="preserve">435 ـ الحسن بن علي بن بقاح ، بالباء المفردة والقاف المشددة والحاء المهملة لم ( جش ) كوفي صحيح الحديث. </w:t>
      </w:r>
    </w:p>
    <w:p w:rsidR="007849C6" w:rsidRDefault="007849C6" w:rsidP="00186E94">
      <w:pPr>
        <w:pStyle w:val="libNormal"/>
        <w:rPr>
          <w:rtl/>
        </w:rPr>
      </w:pPr>
      <w:r>
        <w:rPr>
          <w:rtl/>
        </w:rPr>
        <w:t xml:space="preserve">436 ـ الحسن بن علي بن أبي المغيرة الزيدي الكوفي قر ، ق ( جش ) ثقة هو وأبوه </w:t>
      </w:r>
    </w:p>
    <w:p w:rsidR="007849C6" w:rsidRDefault="007849C6" w:rsidP="00186E94">
      <w:pPr>
        <w:pStyle w:val="libNormal"/>
        <w:rPr>
          <w:rtl/>
        </w:rPr>
      </w:pPr>
      <w:r>
        <w:rPr>
          <w:rtl/>
        </w:rPr>
        <w:t xml:space="preserve">437 ـ الحسن بن علي أبو محمد الحجال لم ( جش ) ثقة قمي. </w:t>
      </w:r>
    </w:p>
    <w:p w:rsidR="007849C6" w:rsidRDefault="007849C6" w:rsidP="00186E94">
      <w:pPr>
        <w:pStyle w:val="libNormal"/>
        <w:rPr>
          <w:rtl/>
        </w:rPr>
      </w:pPr>
      <w:r>
        <w:rPr>
          <w:rtl/>
        </w:rPr>
        <w:t xml:space="preserve">438 ـ الحسن بن علي الخياط ، بالخاء المعجمة والياء المثناة تحت لم ( جخ ) فاضل. </w:t>
      </w:r>
    </w:p>
    <w:p w:rsidR="007849C6" w:rsidRDefault="007849C6" w:rsidP="00186E94">
      <w:pPr>
        <w:pStyle w:val="libNormal"/>
        <w:rPr>
          <w:rtl/>
        </w:rPr>
      </w:pPr>
      <w:r>
        <w:rPr>
          <w:rtl/>
        </w:rPr>
        <w:t xml:space="preserve">439 ـ الحسن بن علي بن داود مصنف هذا الكتاب مولده خامس جمادي الآخرة سنة سبع وأربعين وستمائة ، له كتب منها في الفقه كتاب ( تحصيل المنافع ) وكتاب ( التحفة السعدية ) وكتاب ( المقتصر من المختصر ) وكتاب ( الكافي ) وكتاب ( النكت ) وكتاب ( الرائع ) وكتاب ( خلاف المذاهب الخمسة ) وكتاب ( تكملة المعتبر ) لم يتم ، وكتاب ( الجوهرة في نظم التبصرة ) وكتاب ( اللمعة ) في فقه الصلاة نظما ، وكتاب الرائض في الفرائض نظما وكتاب ( عقد الجواهر في الاشباه والنظائر ) نظما ، وكتاب ( اللؤلؤة ) في خلاف أصحابنا نظما لم يتم وكتاب ( عدة الناسك في قضاء المناسك ) نظما ، وكتاب ( الرجال ) وهو هذا الكتاب. وله في الفقه غيرذلك. ومنها في اصول الدين وغيره ( الدر الثمين في اصول الدين ) نظما ، وكتاب ( الخريدة العذراء في العقيدة الغراء ) نظما. وكتاب ( الدرج ) وكتاب ( إحكام القضية في أحكام القضية ) في المنطق ، وكتاب ( حل الاشكال في عقد الاشكال ) في المنطق ، وكتاب ( البغية ) في القضايا ، وكتاب ( الاكليل التاجى في العروض ) </w:t>
      </w:r>
    </w:p>
    <w:p w:rsidR="007849C6" w:rsidRDefault="007849C6" w:rsidP="00186E94">
      <w:pPr>
        <w:pStyle w:val="libNormal0"/>
        <w:rPr>
          <w:rtl/>
        </w:rPr>
      </w:pPr>
      <w:r>
        <w:rPr>
          <w:rtl/>
        </w:rPr>
        <w:br w:type="page"/>
      </w:r>
      <w:r>
        <w:rPr>
          <w:rtl/>
        </w:rPr>
        <w:lastRenderedPageBreak/>
        <w:t xml:space="preserve">وكتاب ( قرة عين الخليل في شرح النظم الجليل ) لابن الحاجب في العروض أيضا ، وكتاب ( شرح قصيدة صدر الدين الساوي ) في العروض أيضا وكتاب ( مختصر الايضاح ) في النحو ، وكتاب ( حروف المعجم ) في النحو وكتاب ( مختصر أسرار العربية ) في النحو. </w:t>
      </w:r>
    </w:p>
    <w:p w:rsidR="007849C6" w:rsidRDefault="007849C6" w:rsidP="00186E94">
      <w:pPr>
        <w:pStyle w:val="libNormal"/>
        <w:rPr>
          <w:rtl/>
        </w:rPr>
      </w:pPr>
      <w:r>
        <w:rPr>
          <w:rtl/>
        </w:rPr>
        <w:t xml:space="preserve">440 ـ الحسن بن علي الزيتوني الاشعري أبو محمد لم ( جش ) له كتاب النوادر. </w:t>
      </w:r>
    </w:p>
    <w:p w:rsidR="007849C6" w:rsidRDefault="007849C6" w:rsidP="00186E94">
      <w:pPr>
        <w:pStyle w:val="libNormal"/>
        <w:rPr>
          <w:rtl/>
        </w:rPr>
      </w:pPr>
      <w:r>
        <w:rPr>
          <w:rtl/>
        </w:rPr>
        <w:t xml:space="preserve">441 ـ الحسن بن علي بن عبدالله بن المغيرة البجلي مولى جندب بن عبدالله أبو محمد لم ( جش ) من أصحابنا الكوفيين ثقة. ثقة </w:t>
      </w:r>
    </w:p>
    <w:p w:rsidR="007849C6" w:rsidRDefault="007849C6" w:rsidP="00186E94">
      <w:pPr>
        <w:pStyle w:val="libNormal"/>
        <w:rPr>
          <w:rtl/>
        </w:rPr>
      </w:pPr>
      <w:r>
        <w:rPr>
          <w:rtl/>
        </w:rPr>
        <w:t xml:space="preserve">442 ـ الحسن بن علي بن فضال ضا ( كش ) ممدوح معظم ، كان فطحيا فرجع قبل موته ( ست ) أبو علي بن فضال التيملي ، بن ربيعة ابن بكير ، مولى تيم الله بن ثعلبة ، كان خصيصا بالرضا </w:t>
      </w:r>
      <w:r w:rsidR="0006364F" w:rsidRPr="0006364F">
        <w:rPr>
          <w:rStyle w:val="libAlaemChar"/>
          <w:rFonts w:hint="cs"/>
          <w:rtl/>
        </w:rPr>
        <w:t>عليه‌السلام</w:t>
      </w:r>
      <w:r>
        <w:rPr>
          <w:rtl/>
        </w:rPr>
        <w:t xml:space="preserve"> جليل القدر عظيم المنزلة زاهدا ورعا ، له كتب ، مات سنة أربع وعشرين ومائتين. </w:t>
      </w:r>
    </w:p>
    <w:p w:rsidR="007849C6" w:rsidRDefault="007849C6" w:rsidP="00186E94">
      <w:pPr>
        <w:pStyle w:val="libNormal"/>
        <w:rPr>
          <w:rtl/>
        </w:rPr>
      </w:pPr>
      <w:r>
        <w:rPr>
          <w:rtl/>
        </w:rPr>
        <w:t xml:space="preserve">443 ـ الحسن بن علوان الكلبي مولاهم ق ( ست ) كوفي ثقة </w:t>
      </w:r>
      <w:r w:rsidRPr="00186E94">
        <w:rPr>
          <w:rStyle w:val="libFootnotenumChar"/>
          <w:rtl/>
        </w:rPr>
        <w:t>(1)</w:t>
      </w:r>
      <w:r>
        <w:rPr>
          <w:rtl/>
        </w:rPr>
        <w:t xml:space="preserve">. </w:t>
      </w:r>
    </w:p>
    <w:p w:rsidR="007849C6" w:rsidRDefault="007849C6" w:rsidP="00186E94">
      <w:pPr>
        <w:pStyle w:val="libNormal"/>
        <w:rPr>
          <w:rtl/>
        </w:rPr>
      </w:pPr>
      <w:r>
        <w:rPr>
          <w:rtl/>
        </w:rPr>
        <w:t xml:space="preserve">444 ـ الحسن بن علي بن النعمان مولى بني هاشم ، أبوه علي النعمان الاعلم كر ( جش ، ست ) ثقة. </w:t>
      </w:r>
    </w:p>
    <w:p w:rsidR="007849C6" w:rsidRDefault="007849C6" w:rsidP="00186E94">
      <w:pPr>
        <w:pStyle w:val="libNormal"/>
        <w:rPr>
          <w:rtl/>
        </w:rPr>
      </w:pPr>
      <w:r>
        <w:rPr>
          <w:rtl/>
        </w:rPr>
        <w:t xml:space="preserve">445 ، 446 ـ الحسن بن علي بن يقطين وأخوه الحسين ضا ( جخ ، ست ) ثقتان. </w:t>
      </w:r>
    </w:p>
    <w:p w:rsidR="007849C6" w:rsidRDefault="007849C6" w:rsidP="00186E94">
      <w:pPr>
        <w:pStyle w:val="libNormal"/>
        <w:rPr>
          <w:rtl/>
        </w:rPr>
      </w:pPr>
      <w:r>
        <w:rPr>
          <w:rtl/>
        </w:rPr>
        <w:t xml:space="preserve">447 ـ الحسن بن عمر بن سليمان ق ، م ( جش ) ممدوح. </w:t>
      </w:r>
    </w:p>
    <w:p w:rsidR="007849C6" w:rsidRDefault="007849C6" w:rsidP="00186E94">
      <w:pPr>
        <w:pStyle w:val="libNormal"/>
        <w:rPr>
          <w:rtl/>
        </w:rPr>
      </w:pPr>
      <w:r>
        <w:rPr>
          <w:rtl/>
        </w:rPr>
        <w:t xml:space="preserve">448 ـ الحسن بن عمرو بن منهال مقلاص ( جش ) كوفي ثقة هو وأبوه.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سماه الشيخ في الفهرست الحسن بن علي الكلبي وسماه النجاشي الحسن ابن علوان وذكره في ترجمة اخيه الحسين ، واما الشيخ فلم يذكر في اصحاب الصادق </w:t>
      </w:r>
      <w:r w:rsidR="0006364F" w:rsidRPr="0006364F">
        <w:rPr>
          <w:rStyle w:val="libAlaemChar"/>
          <w:rFonts w:hint="cs"/>
          <w:rtl/>
        </w:rPr>
        <w:t>عليه‌السلام</w:t>
      </w:r>
      <w:r>
        <w:rPr>
          <w:rtl/>
        </w:rPr>
        <w:t xml:space="preserve"> من رجاله سوى الحسين بن علوان الكلبي. </w:t>
      </w:r>
    </w:p>
    <w:p w:rsidR="007849C6" w:rsidRDefault="007849C6" w:rsidP="00186E94">
      <w:pPr>
        <w:pStyle w:val="libNormal"/>
        <w:rPr>
          <w:rtl/>
        </w:rPr>
      </w:pPr>
      <w:r>
        <w:rPr>
          <w:rtl/>
        </w:rPr>
        <w:br w:type="page"/>
      </w:r>
      <w:r>
        <w:rPr>
          <w:rtl/>
        </w:rPr>
        <w:lastRenderedPageBreak/>
        <w:t xml:space="preserve">449 ، 450 ـ الحسن بن عمر بن يزيد وأخوه الحسين ضا ( جخ ) ثقتان. </w:t>
      </w:r>
    </w:p>
    <w:p w:rsidR="007849C6" w:rsidRDefault="007849C6" w:rsidP="00186E94">
      <w:pPr>
        <w:pStyle w:val="libNormal"/>
        <w:rPr>
          <w:rtl/>
        </w:rPr>
      </w:pPr>
      <w:r>
        <w:rPr>
          <w:rtl/>
        </w:rPr>
        <w:t xml:space="preserve">451 ـ الحسن بن عنبسة ، بالنون والباء المفردة المفتوحة ، الصوفي لم ( جخ ، ست ، جش ) كوفي ثقة روى عنه حميد بن زياد. </w:t>
      </w:r>
    </w:p>
    <w:p w:rsidR="007849C6" w:rsidRDefault="007849C6" w:rsidP="00186E94">
      <w:pPr>
        <w:pStyle w:val="libNormal"/>
        <w:rPr>
          <w:rtl/>
        </w:rPr>
      </w:pPr>
      <w:r>
        <w:rPr>
          <w:rtl/>
        </w:rPr>
        <w:t xml:space="preserve">452 ـ الحسن بن قدامة الكناني الحنفي ق ( جش ) ثقة. </w:t>
      </w:r>
    </w:p>
    <w:p w:rsidR="007849C6" w:rsidRDefault="007849C6" w:rsidP="00186E94">
      <w:pPr>
        <w:pStyle w:val="libNormal"/>
        <w:rPr>
          <w:rtl/>
        </w:rPr>
      </w:pPr>
      <w:r>
        <w:rPr>
          <w:rtl/>
        </w:rPr>
        <w:t xml:space="preserve">453 ـ الحسن بن متيل ، بضم الميم وتضعيف التاء المفتوحة والياء المثناة تحت القمي لم ( جش ، كش ) وجه من وجوه أصحابنا كثير الحديث. </w:t>
      </w:r>
    </w:p>
    <w:p w:rsidR="007849C6" w:rsidRDefault="007849C6" w:rsidP="00186E94">
      <w:pPr>
        <w:pStyle w:val="libNormal"/>
        <w:rPr>
          <w:rtl/>
        </w:rPr>
      </w:pPr>
      <w:r>
        <w:rPr>
          <w:rtl/>
        </w:rPr>
        <w:t xml:space="preserve">454 ـ الحسن بن محبوب السراد بالمهملة وقيل الزراد ، أبو علي م ضا ( جخ ، ست ) ثقة جليل ( القدر ) يعد في الاركان الاربعة في عصره ، وروي عن الرضا ( ع ) وستين رجلا من أصحاب أبي عبدالله </w:t>
      </w:r>
      <w:r w:rsidR="0006364F" w:rsidRPr="0006364F">
        <w:rPr>
          <w:rStyle w:val="libAlaemChar"/>
          <w:rFonts w:hint="cs"/>
          <w:rtl/>
        </w:rPr>
        <w:t>عليه‌السلام</w:t>
      </w:r>
      <w:r>
        <w:rPr>
          <w:rtl/>
        </w:rPr>
        <w:t xml:space="preserve"> ( كش ) أجمعت العصابة على تصحيح ما يصح عنه والاقرار له بالفقه مات سنة أربع وعشرين ومائتين عن خمس وسبعين سنة. </w:t>
      </w:r>
    </w:p>
    <w:p w:rsidR="007849C6" w:rsidRDefault="007849C6" w:rsidP="00186E94">
      <w:pPr>
        <w:pStyle w:val="libNormal"/>
        <w:rPr>
          <w:rtl/>
        </w:rPr>
      </w:pPr>
      <w:r>
        <w:rPr>
          <w:rtl/>
        </w:rPr>
        <w:t xml:space="preserve">455 ـ الحسن بن محمد بن الجمهور العمي لم ثقة ، لكن لروايته عن الضعفاء ذكرته فيهم. </w:t>
      </w:r>
    </w:p>
    <w:p w:rsidR="007849C6" w:rsidRDefault="007849C6" w:rsidP="00186E94">
      <w:pPr>
        <w:pStyle w:val="libNormal"/>
        <w:rPr>
          <w:rtl/>
        </w:rPr>
      </w:pPr>
      <w:r>
        <w:rPr>
          <w:rtl/>
        </w:rPr>
        <w:t xml:space="preserve">456 ـ الحسن بن محمد الحضرمي ابن اخت ابي مالك الحضرمي لم ثقة. </w:t>
      </w:r>
    </w:p>
    <w:p w:rsidR="007849C6" w:rsidRDefault="007849C6" w:rsidP="00186E94">
      <w:pPr>
        <w:pStyle w:val="libNormal"/>
        <w:rPr>
          <w:rtl/>
        </w:rPr>
      </w:pPr>
      <w:r>
        <w:rPr>
          <w:rtl/>
        </w:rPr>
        <w:t xml:space="preserve">457 ـ الحسن بن محمد بن حمزة الحسيني الطبري أبو محمد لم ( ست ، جخ ) المرعشي ، بفتح الميم وكسر العين المهملة ، زاهد عالم أديب فاضل كثير المحاسن ( جش ) مات سنة ثمان وخمسين وثلاثمائة ( جخ ) إنه سمع منه الحسين بن عبيدالله واحمد بن عبدون والمفيد في سنة أربع وستين وثلاثمائة ، وبينهما تهافت. </w:t>
      </w:r>
    </w:p>
    <w:p w:rsidR="007849C6" w:rsidRDefault="007849C6" w:rsidP="00186E94">
      <w:pPr>
        <w:pStyle w:val="libNormal"/>
        <w:rPr>
          <w:rtl/>
        </w:rPr>
      </w:pPr>
      <w:r>
        <w:rPr>
          <w:rtl/>
        </w:rPr>
        <w:t xml:space="preserve">458 ـ الحسن بن محمد بن خالد الطيالسي أبو العباس التميمي لم جخ </w:t>
      </w:r>
      <w:r w:rsidRPr="00186E94">
        <w:rPr>
          <w:rStyle w:val="libFootnotenumChar"/>
          <w:rtl/>
        </w:rPr>
        <w:t>(1)</w:t>
      </w:r>
      <w:r>
        <w:rPr>
          <w:rtl/>
        </w:rPr>
        <w:t xml:space="preserve"> ثقة.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لم يذكره الشيخ </w:t>
      </w:r>
      <w:r w:rsidR="006B246D" w:rsidRPr="006B246D">
        <w:rPr>
          <w:rStyle w:val="libAlaemChar"/>
          <w:rFonts w:hint="cs"/>
          <w:rtl/>
        </w:rPr>
        <w:t>رحمه‌الله</w:t>
      </w:r>
      <w:r>
        <w:rPr>
          <w:rtl/>
        </w:rPr>
        <w:t xml:space="preserve"> في رجاله في باب من لم يرو عنهم ـ </w:t>
      </w:r>
      <w:r w:rsidR="0006364F" w:rsidRPr="0006364F">
        <w:rPr>
          <w:rStyle w:val="libAlaemChar"/>
          <w:rFonts w:hint="cs"/>
          <w:rtl/>
        </w:rPr>
        <w:t>عليهم‌السلام</w:t>
      </w:r>
      <w:r>
        <w:rPr>
          <w:rtl/>
        </w:rPr>
        <w:t xml:space="preserve"> في النسخ المخطوطة ، فراجع. </w:t>
      </w:r>
    </w:p>
    <w:p w:rsidR="007849C6" w:rsidRDefault="007849C6" w:rsidP="00186E94">
      <w:pPr>
        <w:pStyle w:val="libNormal"/>
        <w:rPr>
          <w:rtl/>
        </w:rPr>
      </w:pPr>
      <w:r>
        <w:rPr>
          <w:rtl/>
        </w:rPr>
        <w:br w:type="page"/>
      </w:r>
      <w:r>
        <w:rPr>
          <w:rtl/>
        </w:rPr>
        <w:lastRenderedPageBreak/>
        <w:t xml:space="preserve">459 ـ الحسن بن محمد أبو علي القطان الكوفي ق ( جخ ) وثقه ابن عقدة. </w:t>
      </w:r>
    </w:p>
    <w:p w:rsidR="007849C6" w:rsidRDefault="007849C6" w:rsidP="00186E94">
      <w:pPr>
        <w:pStyle w:val="libNormal"/>
        <w:rPr>
          <w:rtl/>
        </w:rPr>
      </w:pPr>
      <w:r>
        <w:rPr>
          <w:rtl/>
        </w:rPr>
        <w:t xml:space="preserve">460 ـ الحسن بن محمد بن الفضل بن يعقوب بن سعيد بن نوفل بن الحارث بن عبدالمطلب أبو محمد ، شيخ من الهاشميين ضا ( جش ) وروى أبوه عن ق ، م. </w:t>
      </w:r>
    </w:p>
    <w:p w:rsidR="007849C6" w:rsidRDefault="007849C6" w:rsidP="00186E94">
      <w:pPr>
        <w:pStyle w:val="libNormal"/>
        <w:rPr>
          <w:rtl/>
        </w:rPr>
      </w:pPr>
      <w:r>
        <w:rPr>
          <w:rtl/>
        </w:rPr>
        <w:t xml:space="preserve">461 ـ الحسن بن محمد النهاندي أبو علي لم متكلم فاضل له كتب. </w:t>
      </w:r>
    </w:p>
    <w:p w:rsidR="007849C6" w:rsidRDefault="007849C6" w:rsidP="00186E94">
      <w:pPr>
        <w:pStyle w:val="libNormal"/>
        <w:rPr>
          <w:rtl/>
        </w:rPr>
      </w:pPr>
      <w:r>
        <w:rPr>
          <w:rtl/>
        </w:rPr>
        <w:t xml:space="preserve">462 ـ الحسن بن محمد بن هارون بن عمران الهمداني وكيل. </w:t>
      </w:r>
    </w:p>
    <w:p w:rsidR="007849C6" w:rsidRDefault="007849C6" w:rsidP="00186E94">
      <w:pPr>
        <w:pStyle w:val="libNormal"/>
        <w:rPr>
          <w:rtl/>
        </w:rPr>
      </w:pPr>
      <w:r>
        <w:rPr>
          <w:rtl/>
        </w:rPr>
        <w:t xml:space="preserve">463 ـ الحسن بن موسى النوبختي ، بالنون المضمومة والباء المفردة المفتوحة والخاء المعجمة والتاء المثناة فوق ، ابن اخت أبي سهل بن نوبخت أبو محمد لم ( جخ ، ست ) متكلم فقيه فيلسوف إمامي حسن الاعتقاد ( جش ) شيخنا المتكلم المبرز على نظرائه ، تصانيفه عظيمة ظاهرة. </w:t>
      </w:r>
    </w:p>
    <w:p w:rsidR="007849C6" w:rsidRDefault="007849C6" w:rsidP="00186E94">
      <w:pPr>
        <w:pStyle w:val="libNormal"/>
        <w:rPr>
          <w:rtl/>
        </w:rPr>
      </w:pPr>
      <w:r>
        <w:rPr>
          <w:rtl/>
        </w:rPr>
        <w:t xml:space="preserve">464 ـ الحسن بن موسى بن سالم الحناط أبو عبد الله ، مولى بني أسد ثم بني والبة ق ( جش ، جخ ، ست ). </w:t>
      </w:r>
    </w:p>
    <w:p w:rsidR="007849C6" w:rsidRDefault="007849C6" w:rsidP="00186E94">
      <w:pPr>
        <w:pStyle w:val="libNormal"/>
        <w:rPr>
          <w:rtl/>
        </w:rPr>
      </w:pPr>
      <w:r>
        <w:rPr>
          <w:rtl/>
        </w:rPr>
        <w:t xml:space="preserve">465 ـ الحسن بن موسى الخشاب ضا ( جخ ، جش ) من وجوه أصحابنا كثير العلم والحديث. </w:t>
      </w:r>
    </w:p>
    <w:p w:rsidR="007849C6" w:rsidRDefault="007849C6" w:rsidP="00186E94">
      <w:pPr>
        <w:pStyle w:val="libNormal"/>
        <w:rPr>
          <w:rtl/>
        </w:rPr>
      </w:pPr>
      <w:r>
        <w:rPr>
          <w:rtl/>
        </w:rPr>
        <w:t xml:space="preserve">466 ـ الحسن بن يوسف بن المطهر الحلي شيخ الطائفة وعلامة وقته وصاحب التحقيق والتدقيق كثير التصانيف ، انتهت رياسة الامامية إليه في المعقول والمنقول ، مولده سنة ثمان وأربعين وستمائة ، وكان والده قدس الله روحه فقيها محققا مدرسا عظيم الشأن. </w:t>
      </w:r>
    </w:p>
    <w:p w:rsidR="007849C6" w:rsidRDefault="007849C6" w:rsidP="00186E94">
      <w:pPr>
        <w:pStyle w:val="libNormal"/>
        <w:rPr>
          <w:rtl/>
        </w:rPr>
      </w:pPr>
      <w:r>
        <w:rPr>
          <w:rtl/>
        </w:rPr>
        <w:t xml:space="preserve">467 ـ الحسين </w:t>
      </w:r>
      <w:r w:rsidRPr="00186E94">
        <w:rPr>
          <w:rStyle w:val="libFootnotenumChar"/>
          <w:rtl/>
        </w:rPr>
        <w:t>(1)</w:t>
      </w:r>
      <w:r>
        <w:rPr>
          <w:rtl/>
        </w:rPr>
        <w:t xml:space="preserve"> بن أبي قتادة علي بن محمد بن عبيد بن حفص ابن حميد ، مولى السائب بن مالك الاشعري ق ، م ( جش ) قتل ( حميد ) يوم المختار معه ، ويكنى الحسين أبا محمد وكان شاعرا أديبا.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اتفقت المراجع على ان اسمه ( الحسن ) مكبرا ، وذكره النجاشي وقال روى عن الصادق والكاظم ( ع ). </w:t>
      </w:r>
    </w:p>
    <w:p w:rsidR="007849C6" w:rsidRDefault="007849C6" w:rsidP="00186E94">
      <w:pPr>
        <w:pStyle w:val="libNormal"/>
        <w:rPr>
          <w:rtl/>
        </w:rPr>
      </w:pPr>
      <w:r>
        <w:rPr>
          <w:rtl/>
        </w:rPr>
        <w:br w:type="page"/>
      </w:r>
      <w:r>
        <w:rPr>
          <w:rtl/>
        </w:rPr>
        <w:lastRenderedPageBreak/>
        <w:t xml:space="preserve">468 ـ الحسين بن أبي العلاء الخفاف أبو علي الاعور ، وقيل الخصاف وقيل مولى لبني عامر ق ( كش ) فيه نظر عندي لتهافت الاقوال فيه ، وقد حكى سيدنا جمال الدين </w:t>
      </w:r>
      <w:r w:rsidR="006B246D" w:rsidRPr="006B246D">
        <w:rPr>
          <w:rStyle w:val="libAlaemChar"/>
          <w:rFonts w:hint="cs"/>
          <w:rtl/>
        </w:rPr>
        <w:t>رحمه‌الله</w:t>
      </w:r>
      <w:r>
        <w:rPr>
          <w:rtl/>
        </w:rPr>
        <w:t xml:space="preserve"> في ( البشري ) تزكيته ، وأخواه علي وعبد الحميد رويا عنه </w:t>
      </w:r>
      <w:r w:rsidR="0006364F" w:rsidRPr="0006364F">
        <w:rPr>
          <w:rStyle w:val="libAlaemChar"/>
          <w:rFonts w:hint="cs"/>
          <w:rtl/>
        </w:rPr>
        <w:t>عليه‌السلام</w:t>
      </w:r>
      <w:r>
        <w:rPr>
          <w:rtl/>
        </w:rPr>
        <w:t xml:space="preserve"> وكان هو أوجههم. </w:t>
      </w:r>
    </w:p>
    <w:p w:rsidR="007849C6" w:rsidRDefault="007849C6" w:rsidP="00186E94">
      <w:pPr>
        <w:pStyle w:val="libNormal"/>
        <w:rPr>
          <w:rtl/>
        </w:rPr>
      </w:pPr>
      <w:r>
        <w:rPr>
          <w:rtl/>
        </w:rPr>
        <w:t xml:space="preserve">469 ـ الحسين بن أبي الخطاب ( كش ) مهمل. </w:t>
      </w:r>
    </w:p>
    <w:p w:rsidR="007849C6" w:rsidRDefault="007849C6" w:rsidP="00186E94">
      <w:pPr>
        <w:pStyle w:val="libNormal"/>
        <w:rPr>
          <w:rtl/>
        </w:rPr>
      </w:pPr>
      <w:r>
        <w:rPr>
          <w:rtl/>
        </w:rPr>
        <w:t xml:space="preserve">470 ـ الحسين بن أحمد بن ريذويه القمي ( جش ) ثقة </w:t>
      </w:r>
      <w:r w:rsidRPr="00186E94">
        <w:rPr>
          <w:rStyle w:val="libFootnotenumChar"/>
          <w:rtl/>
        </w:rPr>
        <w:t>(1)</w:t>
      </w:r>
      <w:r>
        <w:rPr>
          <w:rtl/>
        </w:rPr>
        <w:t xml:space="preserve">. </w:t>
      </w:r>
    </w:p>
    <w:p w:rsidR="007849C6" w:rsidRDefault="007849C6" w:rsidP="00186E94">
      <w:pPr>
        <w:pStyle w:val="libNormal"/>
        <w:rPr>
          <w:rtl/>
        </w:rPr>
      </w:pPr>
      <w:r>
        <w:rPr>
          <w:rtl/>
        </w:rPr>
        <w:t xml:space="preserve">471 ـ الحسين بن إسكيب ، بكسر الهمزة والسين المهملة كر ( جخ ) قيل : إنه خادم القبر. </w:t>
      </w:r>
    </w:p>
    <w:p w:rsidR="007849C6" w:rsidRDefault="007849C6" w:rsidP="00186E94">
      <w:pPr>
        <w:pStyle w:val="libNormal"/>
        <w:rPr>
          <w:rtl/>
        </w:rPr>
      </w:pPr>
      <w:r>
        <w:rPr>
          <w:rtl/>
        </w:rPr>
        <w:t xml:space="preserve">472 ـ الحسين بن أسد البصري دى ( جخ ) ثقة صحيح إلا أن ( غض ) قال : يروي عن الضعفاء وليس له شيء صالح إلا كتاب علي ابن إسماعيل بن شعيب بن ميثم وقد رواه عنه غيره </w:t>
      </w:r>
      <w:r w:rsidRPr="00186E94">
        <w:rPr>
          <w:rStyle w:val="libFootnotenumChar"/>
          <w:rtl/>
        </w:rPr>
        <w:t>(2)</w:t>
      </w:r>
      <w:r>
        <w:rPr>
          <w:rtl/>
        </w:rPr>
        <w:t xml:space="preserve">. </w:t>
      </w:r>
    </w:p>
    <w:p w:rsidR="007849C6" w:rsidRDefault="007849C6" w:rsidP="00186E94">
      <w:pPr>
        <w:pStyle w:val="libNormal"/>
        <w:rPr>
          <w:rtl/>
        </w:rPr>
      </w:pPr>
      <w:r>
        <w:rPr>
          <w:rtl/>
        </w:rPr>
        <w:t xml:space="preserve">473 ـ الحسين بن إشكيب ، بالشين المعجمة والياء المثناة تحت والباء المفردة ، المروزي المقيم بسمرقند وكش لم ( ست ) </w:t>
      </w:r>
      <w:r w:rsidRPr="00186E94">
        <w:rPr>
          <w:rStyle w:val="libFootnotenumChar"/>
          <w:rtl/>
        </w:rPr>
        <w:t>(3)</w:t>
      </w:r>
      <w:r>
        <w:rPr>
          <w:rtl/>
        </w:rPr>
        <w:t xml:space="preserve"> عالم فاضل مصنف متكلم ( جش ) شيخ لنا خراساني ثقة ثقة ، قال الكشي : هو القمي خادم القبر </w:t>
      </w:r>
      <w:r w:rsidRPr="00186E94">
        <w:rPr>
          <w:rStyle w:val="libFootnotenumChar"/>
          <w:rtl/>
        </w:rPr>
        <w:t>(4)</w:t>
      </w:r>
      <w:r>
        <w:rPr>
          <w:rtl/>
        </w:rPr>
        <w:t xml:space="preserve">. </w:t>
      </w:r>
    </w:p>
    <w:p w:rsidR="007849C6" w:rsidRDefault="007849C6" w:rsidP="00186E94">
      <w:pPr>
        <w:pStyle w:val="libNormal"/>
        <w:rPr>
          <w:rtl/>
        </w:rPr>
      </w:pPr>
      <w:r>
        <w:rPr>
          <w:rtl/>
        </w:rPr>
        <w:t xml:space="preserve">474 ـ الحسين بن أبي ثوير </w:t>
      </w:r>
      <w:r w:rsidRPr="00186E94">
        <w:rPr>
          <w:rStyle w:val="libFootnotenumChar"/>
          <w:rtl/>
        </w:rPr>
        <w:t>(5)</w:t>
      </w:r>
      <w:r>
        <w:rPr>
          <w:rtl/>
        </w:rPr>
        <w:t xml:space="preserve"> بالثاء المثلثة والتصغير ، كذا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هذا هو الحسن مكبرا ابن احمد السابق وهو الذي ذكره ( جش ). </w:t>
      </w:r>
    </w:p>
    <w:p w:rsidR="007849C6" w:rsidRDefault="007849C6" w:rsidP="002C2B53">
      <w:pPr>
        <w:pStyle w:val="libFootnote0"/>
        <w:rPr>
          <w:rtl/>
        </w:rPr>
      </w:pPr>
      <w:r>
        <w:rPr>
          <w:rtl/>
        </w:rPr>
        <w:t xml:space="preserve">2 ـ لا يخفى ان الغضائري انما طعن بالحسن بن اسد البصري لا بالحسين الا ان يقال باتحادهما كما هو رأي بعضهم. </w:t>
      </w:r>
    </w:p>
    <w:p w:rsidR="007849C6" w:rsidRDefault="007849C6" w:rsidP="002C2B53">
      <w:pPr>
        <w:pStyle w:val="libFootnote0"/>
        <w:rPr>
          <w:rtl/>
        </w:rPr>
      </w:pPr>
      <w:r>
        <w:rPr>
          <w:rtl/>
        </w:rPr>
        <w:t xml:space="preserve">3 ـ لم يذكر الحسين بن اشكيب في ( ست ) فراجع. </w:t>
      </w:r>
    </w:p>
    <w:p w:rsidR="007849C6" w:rsidRDefault="007849C6" w:rsidP="002C2B53">
      <w:pPr>
        <w:pStyle w:val="libFootnote0"/>
        <w:rPr>
          <w:rtl/>
        </w:rPr>
      </w:pPr>
      <w:r>
        <w:rPr>
          <w:rtl/>
        </w:rPr>
        <w:t xml:space="preserve">4 ـ إلى هنا عبارة النجاشي ، وهو الذى نقل عن الكشي انه القمي خادم القبر ولم يوجد في اختيار الكشي والظاهر ان النجاشي نقله عن الكشي الكبير الذي لا يوجد اليوم. وكثيرا ما ينقل النجاشي عنه. </w:t>
      </w:r>
    </w:p>
    <w:p w:rsidR="007849C6" w:rsidRDefault="007849C6" w:rsidP="002C2B53">
      <w:pPr>
        <w:pStyle w:val="libFootnote0"/>
        <w:rPr>
          <w:rtl/>
        </w:rPr>
      </w:pPr>
      <w:r>
        <w:rPr>
          <w:rtl/>
        </w:rPr>
        <w:t xml:space="preserve">5 ـ في ( جش وست وق جخ ) الحسين بن ثوير بدون زيادة أبي ، فراجعها </w:t>
      </w:r>
    </w:p>
    <w:p w:rsidR="007849C6" w:rsidRDefault="007849C6" w:rsidP="00186E94">
      <w:pPr>
        <w:pStyle w:val="libNormal0"/>
        <w:rPr>
          <w:rtl/>
        </w:rPr>
      </w:pPr>
      <w:r>
        <w:rPr>
          <w:rtl/>
        </w:rPr>
        <w:br w:type="page"/>
      </w:r>
      <w:r>
        <w:rPr>
          <w:rtl/>
        </w:rPr>
        <w:lastRenderedPageBreak/>
        <w:t xml:space="preserve">ذكره الشيخ في الرجال والفهرست ، ابن أبي فاختة سعيد بن حمران مولى ام هاني قر ، ق ( جخ ، جش ) ثقة. </w:t>
      </w:r>
    </w:p>
    <w:p w:rsidR="007849C6" w:rsidRDefault="007849C6" w:rsidP="00186E94">
      <w:pPr>
        <w:pStyle w:val="libNormal"/>
        <w:rPr>
          <w:rtl/>
        </w:rPr>
      </w:pPr>
      <w:r>
        <w:rPr>
          <w:rtl/>
        </w:rPr>
        <w:t xml:space="preserve">475 ـ الحسين بن الجهم بن بكير بن أعين م : ضا ( جخ ) ثقة. </w:t>
      </w:r>
    </w:p>
    <w:p w:rsidR="007849C6" w:rsidRDefault="007849C6" w:rsidP="00186E94">
      <w:pPr>
        <w:pStyle w:val="libNormal"/>
        <w:rPr>
          <w:rtl/>
        </w:rPr>
      </w:pPr>
      <w:r>
        <w:rPr>
          <w:rtl/>
        </w:rPr>
        <w:t xml:space="preserve">476 ـ الحسين بن الحسن بن أبان كر ( جخ ) ولم أعلم أنه روى عنه </w:t>
      </w:r>
      <w:r w:rsidR="0006364F" w:rsidRPr="0006364F">
        <w:rPr>
          <w:rStyle w:val="libAlaemChar"/>
          <w:rFonts w:hint="cs"/>
          <w:rtl/>
        </w:rPr>
        <w:t>عليه‌السلام</w:t>
      </w:r>
      <w:r>
        <w:rPr>
          <w:rtl/>
        </w:rPr>
        <w:t xml:space="preserve"> ، في طبقة الصفار وسعد بن عبدالله وهو أقدم منهما لانه روى عن الحسين بن سعيد ولم يرويا عنه. </w:t>
      </w:r>
    </w:p>
    <w:p w:rsidR="007849C6" w:rsidRDefault="007849C6" w:rsidP="00186E94">
      <w:pPr>
        <w:pStyle w:val="libNormal"/>
        <w:rPr>
          <w:rtl/>
        </w:rPr>
      </w:pPr>
      <w:r>
        <w:rPr>
          <w:rtl/>
        </w:rPr>
        <w:t xml:space="preserve">477 ـ الحسين بن الحسن بن محمد بن موسى بن بابويه لم ( جخ ) كان فقيها عالما روى عن خاله علي بن الحسين بن بابويه. </w:t>
      </w:r>
    </w:p>
    <w:p w:rsidR="007849C6" w:rsidRDefault="007849C6" w:rsidP="00186E94">
      <w:pPr>
        <w:pStyle w:val="libNormal"/>
        <w:rPr>
          <w:rtl/>
        </w:rPr>
      </w:pPr>
      <w:r>
        <w:rPr>
          <w:rtl/>
        </w:rPr>
        <w:t xml:space="preserve">478 ـ الحسين بن حمزة الليثى الكوفي ابن بنت أبي حمزة الثمالي بالثاء المثلثة المضمومة ق ( جش ) ثقة ، وخاله محمد بن أبي حمزة روى عنه أيضا ، كذا رأيته بخط الشيخ أبي جعفر الطوسي </w:t>
      </w:r>
      <w:r w:rsidR="006B246D" w:rsidRPr="006B246D">
        <w:rPr>
          <w:rStyle w:val="libAlaemChar"/>
          <w:rFonts w:hint="cs"/>
          <w:rtl/>
        </w:rPr>
        <w:t>رحمه‌الله</w:t>
      </w:r>
      <w:r>
        <w:rPr>
          <w:rtl/>
        </w:rPr>
        <w:t xml:space="preserve"> وقال الكشي ( الحسن بن أبي حمزة ) والاول أظهر. </w:t>
      </w:r>
    </w:p>
    <w:p w:rsidR="007849C6" w:rsidRDefault="007849C6" w:rsidP="00186E94">
      <w:pPr>
        <w:pStyle w:val="libNormal"/>
        <w:rPr>
          <w:rtl/>
        </w:rPr>
      </w:pPr>
      <w:r>
        <w:rPr>
          <w:rtl/>
        </w:rPr>
        <w:t xml:space="preserve">479 ـ الحسين بن سعيد بن حماد بن مهران الاهوازي أخو الحسن ضا ، د ، دى ( جخ ، ست ) ثقة عظيم الشأن صاحب المصنفات ، أصله كوفي وانتقل مع أخيه الحسن إلى الاهواز ثم إلى قم وتوفي بها ، وله ثلاثون كتابا. </w:t>
      </w:r>
    </w:p>
    <w:p w:rsidR="007849C6" w:rsidRDefault="007849C6" w:rsidP="00186E94">
      <w:pPr>
        <w:pStyle w:val="libNormal"/>
        <w:rPr>
          <w:rtl/>
        </w:rPr>
      </w:pPr>
      <w:r>
        <w:rPr>
          <w:rtl/>
        </w:rPr>
        <w:t xml:space="preserve">480 ـ الحسين بن شاذويه أبو عبد الله الصفار لم ( جش ) كان صحافا ثقة وحكى ( غض ) طعن القميين فيه ولم يثبت. </w:t>
      </w:r>
    </w:p>
    <w:p w:rsidR="007849C6" w:rsidRDefault="007849C6" w:rsidP="00186E94">
      <w:pPr>
        <w:pStyle w:val="libNormal"/>
        <w:rPr>
          <w:rtl/>
        </w:rPr>
      </w:pPr>
      <w:r>
        <w:rPr>
          <w:rtl/>
        </w:rPr>
        <w:t xml:space="preserve">481 ـ الحسين بن الصباح ( كش ) ممدوح. </w:t>
      </w:r>
    </w:p>
    <w:p w:rsidR="007849C6" w:rsidRDefault="007849C6" w:rsidP="00186E94">
      <w:pPr>
        <w:pStyle w:val="libNormal"/>
        <w:rPr>
          <w:rtl/>
        </w:rPr>
      </w:pPr>
      <w:r>
        <w:rPr>
          <w:rtl/>
        </w:rPr>
        <w:t xml:space="preserve">482 ـ الحسين بن عبيدالله بن إبراهيم الغضائري أبو عبد الله لم ( جش جخ ، ست ) </w:t>
      </w:r>
      <w:r w:rsidRPr="00186E94">
        <w:rPr>
          <w:rStyle w:val="libFootnotenumChar"/>
          <w:rtl/>
        </w:rPr>
        <w:t>(1)</w:t>
      </w:r>
      <w:r>
        <w:rPr>
          <w:rtl/>
        </w:rPr>
        <w:t xml:space="preserve"> كثير السماع عالم بالرجال شيخنا ، روى عنه الشيخ سماعا وأجازه وكذا النجاشي ، مات سنة أحدى عشرة وأربعمائة.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لم يذكره الشيخ في ( ست ) مع أنه ذكر في باب من لم يروي عنهم </w:t>
      </w:r>
      <w:r w:rsidR="0006364F" w:rsidRPr="0006364F">
        <w:rPr>
          <w:rStyle w:val="libAlaemChar"/>
          <w:rFonts w:hint="cs"/>
          <w:rtl/>
        </w:rPr>
        <w:t>عليهم‌السلام</w:t>
      </w:r>
      <w:r>
        <w:rPr>
          <w:rtl/>
        </w:rPr>
        <w:t xml:space="preserve"> في رجاله : أن له تصانيف ذكرناهما في الفهرست. </w:t>
      </w:r>
    </w:p>
    <w:p w:rsidR="007849C6" w:rsidRDefault="007849C6" w:rsidP="00186E94">
      <w:pPr>
        <w:pStyle w:val="libNormal"/>
        <w:rPr>
          <w:rtl/>
        </w:rPr>
      </w:pPr>
      <w:r>
        <w:rPr>
          <w:rtl/>
        </w:rPr>
        <w:br w:type="page"/>
      </w:r>
      <w:r>
        <w:rPr>
          <w:rtl/>
        </w:rPr>
        <w:lastRenderedPageBreak/>
        <w:t xml:space="preserve">483 ـ الحسين بن عبدالله بن جعفر له مكاتبة. </w:t>
      </w:r>
    </w:p>
    <w:p w:rsidR="007849C6" w:rsidRDefault="007849C6" w:rsidP="00186E94">
      <w:pPr>
        <w:pStyle w:val="libNormal"/>
        <w:rPr>
          <w:rtl/>
        </w:rPr>
      </w:pPr>
      <w:r>
        <w:rPr>
          <w:rtl/>
        </w:rPr>
        <w:t xml:space="preserve">484 ـ الحسين بن عبيد الله بن حمران الهمداني المعروف بالسكوني لم ( جش ) من أصحابنا الكوفيين ثقة. </w:t>
      </w:r>
    </w:p>
    <w:p w:rsidR="007849C6" w:rsidRDefault="007849C6" w:rsidP="00186E94">
      <w:pPr>
        <w:pStyle w:val="libNormal"/>
        <w:rPr>
          <w:rtl/>
        </w:rPr>
      </w:pPr>
      <w:r>
        <w:rPr>
          <w:rtl/>
        </w:rPr>
        <w:t xml:space="preserve">485 ـ الحسين بن عبدالرحمن ق ( جخ ) مهمل. </w:t>
      </w:r>
    </w:p>
    <w:p w:rsidR="007849C6" w:rsidRDefault="007849C6" w:rsidP="00186E94">
      <w:pPr>
        <w:pStyle w:val="libNormal"/>
        <w:rPr>
          <w:rtl/>
        </w:rPr>
      </w:pPr>
      <w:r>
        <w:rPr>
          <w:rtl/>
        </w:rPr>
        <w:t xml:space="preserve">486 ـ الحسين بن عثمان بن شريك بن عدي العامري التوحيدي ق م ( جخ ، ( جش ) ثقة. </w:t>
      </w:r>
    </w:p>
    <w:p w:rsidR="007849C6" w:rsidRDefault="007849C6" w:rsidP="00186E94">
      <w:pPr>
        <w:pStyle w:val="libNormal"/>
        <w:rPr>
          <w:rtl/>
        </w:rPr>
      </w:pPr>
      <w:r>
        <w:rPr>
          <w:rtl/>
        </w:rPr>
        <w:t xml:space="preserve">487 ـ الحسين بن عثمان الاحمسي البجلي ق ، م ( جخ ، جش ) ثقة. </w:t>
      </w:r>
    </w:p>
    <w:p w:rsidR="007849C6" w:rsidRDefault="007849C6" w:rsidP="00186E94">
      <w:pPr>
        <w:pStyle w:val="libNormal"/>
        <w:rPr>
          <w:rtl/>
        </w:rPr>
      </w:pPr>
      <w:r>
        <w:rPr>
          <w:rtl/>
        </w:rPr>
        <w:t xml:space="preserve">488 ـ الحسين بن علي بن ( الحسين بن ) موسى بن بابويه القمي أبو عبد الله لم ( كش </w:t>
      </w:r>
      <w:r w:rsidRPr="00186E94">
        <w:rPr>
          <w:rStyle w:val="libFootnotenumChar"/>
          <w:rtl/>
        </w:rPr>
        <w:t>(1)</w:t>
      </w:r>
      <w:r>
        <w:rPr>
          <w:rtl/>
        </w:rPr>
        <w:t xml:space="preserve"> جخ ، جش ) ثقة روى عن أبيه إجازة وأخيه رحمهما الله. </w:t>
      </w:r>
    </w:p>
    <w:p w:rsidR="007849C6" w:rsidRDefault="007849C6" w:rsidP="00186E94">
      <w:pPr>
        <w:pStyle w:val="libNormal"/>
        <w:rPr>
          <w:rtl/>
        </w:rPr>
      </w:pPr>
      <w:r>
        <w:rPr>
          <w:rtl/>
        </w:rPr>
        <w:t xml:space="preserve">489 ـ الحسين بن علي بن الحسين ( بن علي ) بن أبي طالب ، ين ، قر ، ق ( جخ ). </w:t>
      </w:r>
    </w:p>
    <w:p w:rsidR="007849C6" w:rsidRDefault="007849C6" w:rsidP="00186E94">
      <w:pPr>
        <w:pStyle w:val="libNormal"/>
        <w:rPr>
          <w:rtl/>
        </w:rPr>
      </w:pPr>
      <w:r>
        <w:rPr>
          <w:rtl/>
        </w:rPr>
        <w:t xml:space="preserve">490 ـ الحسين بن علي بن الحسن بن الحسن صاحب فخ ق ( جخ ) مهمل. </w:t>
      </w:r>
    </w:p>
    <w:p w:rsidR="007849C6" w:rsidRDefault="007849C6" w:rsidP="00186E94">
      <w:pPr>
        <w:pStyle w:val="libNormal"/>
        <w:rPr>
          <w:rtl/>
        </w:rPr>
      </w:pPr>
      <w:r>
        <w:rPr>
          <w:rtl/>
        </w:rPr>
        <w:t xml:space="preserve">491 ـ الحسين بن علي الخزاز القمي أبو عبد الله لم ( جخ ) روى عن حمزة بن القاسم وغيره. </w:t>
      </w:r>
    </w:p>
    <w:p w:rsidR="007849C6" w:rsidRDefault="007849C6" w:rsidP="00186E94">
      <w:pPr>
        <w:pStyle w:val="libNormal"/>
        <w:rPr>
          <w:rtl/>
        </w:rPr>
      </w:pPr>
      <w:r>
        <w:rPr>
          <w:rtl/>
        </w:rPr>
        <w:t xml:space="preserve">492 ـ الحسين بن القاسم بن محمد بن أيوب بن شمون أبو عبد الله الكاتب م ( كش </w:t>
      </w:r>
      <w:r w:rsidRPr="00186E94">
        <w:rPr>
          <w:rStyle w:val="libFootnotenumChar"/>
          <w:rtl/>
        </w:rPr>
        <w:t>(2)</w:t>
      </w:r>
      <w:r>
        <w:rPr>
          <w:rtl/>
        </w:rPr>
        <w:t xml:space="preserve"> ) ممدوح بعد الذم ( جش ) كان أبوه القاسم من جلة أصحابنا. </w:t>
      </w:r>
    </w:p>
    <w:p w:rsidR="007849C6" w:rsidRDefault="007849C6" w:rsidP="00186E94">
      <w:pPr>
        <w:pStyle w:val="libNormal"/>
        <w:rPr>
          <w:rtl/>
        </w:rPr>
      </w:pPr>
      <w:r>
        <w:rPr>
          <w:rtl/>
        </w:rPr>
        <w:t xml:space="preserve">493 ـ الحسين بن مالك القمي دى ( جخ ) ثقة واشتبه على بعض أصحابنا فأثبته في باب الحسن وليس كذلك ، وانما هو الحسين بن مالك. </w:t>
      </w:r>
    </w:p>
    <w:p w:rsidR="007849C6" w:rsidRDefault="007849C6" w:rsidP="00186E94">
      <w:pPr>
        <w:pStyle w:val="libNormal"/>
        <w:rPr>
          <w:rtl/>
        </w:rPr>
      </w:pPr>
      <w:r>
        <w:rPr>
          <w:rtl/>
        </w:rPr>
        <w:t xml:space="preserve">494 ـ الحسين بن محمد بن علي الازدي أبو عبد الله لم ( جش ) ثقة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لم يذكره الكشى في رجاله. </w:t>
      </w:r>
    </w:p>
    <w:p w:rsidR="007849C6" w:rsidRDefault="007849C6" w:rsidP="002C2B53">
      <w:pPr>
        <w:pStyle w:val="libFootnote0"/>
        <w:rPr>
          <w:rtl/>
        </w:rPr>
      </w:pPr>
      <w:r>
        <w:rPr>
          <w:rtl/>
        </w:rPr>
        <w:t xml:space="preserve">2 ـ سماه الكشي في رجاله الحسن « مكبرا ». </w:t>
      </w:r>
    </w:p>
    <w:p w:rsidR="007849C6" w:rsidRDefault="007849C6" w:rsidP="00186E94">
      <w:pPr>
        <w:pStyle w:val="libNormal0"/>
        <w:rPr>
          <w:rtl/>
        </w:rPr>
      </w:pPr>
      <w:r>
        <w:rPr>
          <w:rtl/>
        </w:rPr>
        <w:br w:type="page"/>
      </w:r>
      <w:r>
        <w:rPr>
          <w:rtl/>
        </w:rPr>
        <w:lastRenderedPageBreak/>
        <w:t xml:space="preserve">من أصحابنا كوفي غلب عليه علم الادب والشعر. </w:t>
      </w:r>
    </w:p>
    <w:p w:rsidR="007849C6" w:rsidRDefault="007849C6" w:rsidP="00186E94">
      <w:pPr>
        <w:pStyle w:val="libNormal"/>
        <w:rPr>
          <w:rtl/>
        </w:rPr>
      </w:pPr>
      <w:r>
        <w:rPr>
          <w:rtl/>
        </w:rPr>
        <w:t xml:space="preserve">495 ـ الحسين بن محمد بن الفرزدق بن بجير بن زياد الفزاري أبو عبدالله القطعي بياع الخز ، ق لم ( جش ) ثقة. </w:t>
      </w:r>
    </w:p>
    <w:p w:rsidR="007849C6" w:rsidRDefault="007849C6" w:rsidP="00186E94">
      <w:pPr>
        <w:pStyle w:val="libNormal"/>
        <w:rPr>
          <w:rtl/>
        </w:rPr>
      </w:pPr>
      <w:r>
        <w:rPr>
          <w:rtl/>
        </w:rPr>
        <w:t xml:space="preserve">496 ـ الحسين بن المختار أبو عبد الله القلانسي ق ، م ( جش ، جخ ) مهمل. </w:t>
      </w:r>
    </w:p>
    <w:p w:rsidR="007849C6" w:rsidRDefault="007849C6" w:rsidP="00186E94">
      <w:pPr>
        <w:pStyle w:val="libNormal"/>
        <w:rPr>
          <w:rtl/>
        </w:rPr>
      </w:pPr>
      <w:r>
        <w:rPr>
          <w:rtl/>
        </w:rPr>
        <w:t xml:space="preserve">497 ـ الحسين بن موفق لم ( جش ) شيخ من أصحابنا ثقة قليل الحديث. </w:t>
      </w:r>
    </w:p>
    <w:p w:rsidR="007849C6" w:rsidRDefault="007849C6" w:rsidP="00186E94">
      <w:pPr>
        <w:pStyle w:val="libNormal"/>
        <w:rPr>
          <w:rtl/>
        </w:rPr>
      </w:pPr>
      <w:r>
        <w:rPr>
          <w:rtl/>
        </w:rPr>
        <w:t xml:space="preserve">498 ـ الحسين بن المنذر بن أبي طريفة ، بالطاء المهملة المضمومة والراء المهملة المفتوحة والفاء ، البجلي ق ( جخ ، كش ) كبير ممدوح ، قال فيه الصادق </w:t>
      </w:r>
      <w:r w:rsidR="0006364F" w:rsidRPr="0006364F">
        <w:rPr>
          <w:rStyle w:val="libAlaemChar"/>
          <w:rFonts w:hint="cs"/>
          <w:rtl/>
        </w:rPr>
        <w:t>عليه‌السلام</w:t>
      </w:r>
      <w:r>
        <w:rPr>
          <w:rtl/>
        </w:rPr>
        <w:t xml:space="preserve"> : من فراخ الشيعة. </w:t>
      </w:r>
    </w:p>
    <w:p w:rsidR="007849C6" w:rsidRDefault="007849C6" w:rsidP="00186E94">
      <w:pPr>
        <w:pStyle w:val="libNormal"/>
        <w:rPr>
          <w:rtl/>
        </w:rPr>
      </w:pPr>
      <w:r>
        <w:rPr>
          <w:rtl/>
        </w:rPr>
        <w:t xml:space="preserve">499 ـ الحسين بن نعيم ، بضم النون وفتح العين المهملة ، الصحاف مولى بني أسد ق ( جخ ) ثقة وأخواه علي ومحمد. </w:t>
      </w:r>
    </w:p>
    <w:p w:rsidR="007849C6" w:rsidRDefault="007849C6" w:rsidP="00186E94">
      <w:pPr>
        <w:pStyle w:val="libNormal"/>
        <w:rPr>
          <w:rtl/>
        </w:rPr>
      </w:pPr>
      <w:r>
        <w:rPr>
          <w:rtl/>
        </w:rPr>
        <w:t xml:space="preserve">500 ـ الحسين بن يزيد المتطبب النوفلي ضا ( جخ ) روى عن السكوني مهمل. </w:t>
      </w:r>
    </w:p>
    <w:p w:rsidR="007849C6" w:rsidRDefault="007849C6" w:rsidP="00186E94">
      <w:pPr>
        <w:pStyle w:val="libNormal"/>
        <w:rPr>
          <w:rtl/>
        </w:rPr>
      </w:pPr>
      <w:r>
        <w:rPr>
          <w:rtl/>
        </w:rPr>
        <w:t xml:space="preserve">501 ـ حفص ابن البختري بالخاء المعجمة بعد الباء المفردة المفتوحة مولى بغدادي ، أصله كوفي ق : م ( جخ ، جش ) ثقة قال النجاشي : كان بينه وبين آل أعين نبوة فغمزوا عليه ( بلعب ) الشطرنج. </w:t>
      </w:r>
    </w:p>
    <w:p w:rsidR="007849C6" w:rsidRDefault="007849C6" w:rsidP="00186E94">
      <w:pPr>
        <w:pStyle w:val="libNormal"/>
        <w:rPr>
          <w:rtl/>
        </w:rPr>
      </w:pPr>
      <w:r>
        <w:rPr>
          <w:rtl/>
        </w:rPr>
        <w:t xml:space="preserve">502 ـ حفص أخو بسطام ، بن سابور لم ثقة. </w:t>
      </w:r>
    </w:p>
    <w:p w:rsidR="007849C6" w:rsidRDefault="007849C6" w:rsidP="00186E94">
      <w:pPr>
        <w:pStyle w:val="libNormal"/>
        <w:rPr>
          <w:rtl/>
        </w:rPr>
      </w:pPr>
      <w:r>
        <w:rPr>
          <w:rtl/>
        </w:rPr>
        <w:t xml:space="preserve">503 ـ حفص بن سالم أبو ولاد </w:t>
      </w:r>
      <w:r w:rsidRPr="00186E94">
        <w:rPr>
          <w:rStyle w:val="libFootnotenumChar"/>
          <w:rtl/>
        </w:rPr>
        <w:t>(1)</w:t>
      </w:r>
      <w:r>
        <w:rPr>
          <w:rtl/>
        </w:rPr>
        <w:t xml:space="preserve"> الحناط ، بالحاء المهملة والنون قال ابن فضال : ( حفص بن يونس مخزومي ) وكذا أورده الشيخ ق ( جخ ثقة ) وقيل من موالي جعفى.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اورد الشيخ اولا « حفص بن يونس أبو ولاد الحناط الآجرى » ثم ذكر « حفص بن سالم ابو ولاد الحناط مولى جعفي كوفي راجع باب أصحاب الصادق ( ع ) من رجاله. </w:t>
      </w:r>
    </w:p>
    <w:p w:rsidR="007849C6" w:rsidRDefault="007849C6" w:rsidP="00186E94">
      <w:pPr>
        <w:pStyle w:val="libNormal"/>
        <w:rPr>
          <w:rtl/>
        </w:rPr>
      </w:pPr>
      <w:r>
        <w:rPr>
          <w:rtl/>
        </w:rPr>
        <w:br w:type="page"/>
      </w:r>
      <w:r>
        <w:rPr>
          <w:rtl/>
        </w:rPr>
        <w:lastRenderedPageBreak/>
        <w:t xml:space="preserve">504 ـ حفص بن سوقة العمري مولى عمرو بن حريث المخزومي ق ، م. </w:t>
      </w:r>
    </w:p>
    <w:p w:rsidR="007849C6" w:rsidRDefault="007849C6" w:rsidP="00186E94">
      <w:pPr>
        <w:pStyle w:val="libNormal"/>
        <w:rPr>
          <w:rtl/>
        </w:rPr>
      </w:pPr>
      <w:r>
        <w:rPr>
          <w:rtl/>
        </w:rPr>
        <w:t xml:space="preserve">505 ـ حقص بن عاصم أبو عاصم السلمي المدني ق ( جخ ) ثقة. </w:t>
      </w:r>
    </w:p>
    <w:p w:rsidR="007849C6" w:rsidRDefault="007849C6" w:rsidP="00186E94">
      <w:pPr>
        <w:pStyle w:val="libNormal"/>
        <w:rPr>
          <w:rtl/>
        </w:rPr>
      </w:pPr>
      <w:r>
        <w:rPr>
          <w:rtl/>
        </w:rPr>
        <w:t xml:space="preserve">506 ـ حفص بن العلالم ( جش ) كوفي ثقة. </w:t>
      </w:r>
    </w:p>
    <w:p w:rsidR="007849C6" w:rsidRDefault="007849C6" w:rsidP="00186E94">
      <w:pPr>
        <w:pStyle w:val="libNormal"/>
        <w:rPr>
          <w:rtl/>
        </w:rPr>
      </w:pPr>
      <w:r>
        <w:rPr>
          <w:rtl/>
        </w:rPr>
        <w:t xml:space="preserve">507 ـ حفص بن عمرو المعروف بالعمري وكيل أبي محمد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508 ـ حفص بن وهب الافزعي قر ( جخ ) مهمل ( جش ) ثقة. </w:t>
      </w:r>
    </w:p>
    <w:p w:rsidR="007849C6" w:rsidRDefault="007849C6" w:rsidP="00186E94">
      <w:pPr>
        <w:pStyle w:val="libNormal"/>
        <w:rPr>
          <w:rtl/>
        </w:rPr>
      </w:pPr>
      <w:r>
        <w:rPr>
          <w:rtl/>
        </w:rPr>
        <w:t xml:space="preserve">509 ـ حفص بن يونس أبو ولاد الحناط وعندي أنه المذكور أنه حفص بن سالم. </w:t>
      </w:r>
    </w:p>
    <w:p w:rsidR="007849C6" w:rsidRDefault="007849C6" w:rsidP="00186E94">
      <w:pPr>
        <w:pStyle w:val="libNormal"/>
        <w:rPr>
          <w:rtl/>
        </w:rPr>
      </w:pPr>
      <w:r>
        <w:rPr>
          <w:rtl/>
        </w:rPr>
        <w:t xml:space="preserve">510 ـ حكم بن حكيم ( بضم الحاء المهملة ) أبو خلاد الصيرفي كوفي ق ( جخ ، جش ) ثقة. قال ابن بابويه : إنه ابن أخي خلاد. </w:t>
      </w:r>
    </w:p>
    <w:p w:rsidR="007849C6" w:rsidRDefault="007849C6" w:rsidP="00186E94">
      <w:pPr>
        <w:pStyle w:val="libNormal"/>
        <w:rPr>
          <w:rtl/>
        </w:rPr>
      </w:pPr>
      <w:r>
        <w:rPr>
          <w:rtl/>
        </w:rPr>
        <w:t xml:space="preserve">511 ـ حكم بن سعد الاسدي الناشري لم ( جش ) قليل الحديث وهو أخو مشمعل ومشمعل أكثر رواية منه. </w:t>
      </w:r>
    </w:p>
    <w:p w:rsidR="007849C6" w:rsidRDefault="007849C6" w:rsidP="00186E94">
      <w:pPr>
        <w:pStyle w:val="libNormal"/>
        <w:rPr>
          <w:rtl/>
        </w:rPr>
      </w:pPr>
      <w:r>
        <w:rPr>
          <w:rtl/>
        </w:rPr>
        <w:t xml:space="preserve">512 ـ الحكم بن عبدالرحمن بن أبي نعيم ( عق ) خيارثقة ثقة. </w:t>
      </w:r>
    </w:p>
    <w:p w:rsidR="007849C6" w:rsidRDefault="007849C6" w:rsidP="00186E94">
      <w:pPr>
        <w:pStyle w:val="libNormal"/>
        <w:rPr>
          <w:rtl/>
        </w:rPr>
      </w:pPr>
      <w:r>
        <w:rPr>
          <w:rtl/>
        </w:rPr>
        <w:t xml:space="preserve">513 ـ الحكم القتات ، بالقاف والتاءين المثناتين فوق قر ، ق كوفي قليل الحديث. </w:t>
      </w:r>
    </w:p>
    <w:p w:rsidR="007849C6" w:rsidRDefault="007849C6" w:rsidP="00186E94">
      <w:pPr>
        <w:pStyle w:val="libNormal"/>
        <w:rPr>
          <w:rtl/>
        </w:rPr>
      </w:pPr>
      <w:r>
        <w:rPr>
          <w:rtl/>
        </w:rPr>
        <w:t xml:space="preserve">514 ـ حكم بن مسكين أبو محمد ، مولى ثقيف ، المكفوف ق ( جش ). </w:t>
      </w:r>
    </w:p>
    <w:p w:rsidR="007849C6" w:rsidRDefault="007849C6" w:rsidP="00186E94">
      <w:pPr>
        <w:pStyle w:val="libNormal"/>
        <w:rPr>
          <w:rtl/>
        </w:rPr>
      </w:pPr>
      <w:r>
        <w:rPr>
          <w:rtl/>
        </w:rPr>
        <w:t xml:space="preserve">515 ـ حماد بن أبي طلحة بياع السابري كوفي ثقة ثقة. </w:t>
      </w:r>
    </w:p>
    <w:p w:rsidR="007849C6" w:rsidRDefault="007849C6" w:rsidP="00186E94">
      <w:pPr>
        <w:pStyle w:val="libNormal"/>
        <w:rPr>
          <w:rtl/>
        </w:rPr>
      </w:pPr>
      <w:r>
        <w:rPr>
          <w:rtl/>
        </w:rPr>
        <w:t xml:space="preserve">516 ـ حماد بن أبي حنيفة النعمان ق ( جخ ) مهمل. </w:t>
      </w:r>
    </w:p>
    <w:p w:rsidR="007849C6" w:rsidRDefault="007849C6" w:rsidP="00186E94">
      <w:pPr>
        <w:pStyle w:val="libNormal"/>
        <w:rPr>
          <w:rtl/>
        </w:rPr>
      </w:pPr>
      <w:r>
        <w:rPr>
          <w:rtl/>
        </w:rPr>
        <w:t xml:space="preserve">517 ـ حماد بن سليمان ق ( جخ ) تابعي ( كوفي ) استاد أبي حنيفة. </w:t>
      </w:r>
    </w:p>
    <w:p w:rsidR="007849C6" w:rsidRDefault="007849C6" w:rsidP="00186E94">
      <w:pPr>
        <w:pStyle w:val="libNormal"/>
        <w:rPr>
          <w:rtl/>
        </w:rPr>
      </w:pPr>
      <w:r>
        <w:rPr>
          <w:rtl/>
        </w:rPr>
        <w:t xml:space="preserve">518 ـ حماد بن السمندري ق ( كش ) ممدوح ، ولم أر في رجال الصادق </w:t>
      </w:r>
      <w:r w:rsidR="0006364F" w:rsidRPr="0006364F">
        <w:rPr>
          <w:rStyle w:val="libAlaemChar"/>
          <w:rFonts w:hint="cs"/>
          <w:rtl/>
        </w:rPr>
        <w:t>عليه‌السلام</w:t>
      </w:r>
      <w:r>
        <w:rPr>
          <w:rtl/>
        </w:rPr>
        <w:t xml:space="preserve"> إلا حماد بن عبد العزيز السمند لي باللام بخط الشيخ </w:t>
      </w:r>
      <w:r w:rsidR="006B246D" w:rsidRPr="006B246D">
        <w:rPr>
          <w:rStyle w:val="libAlaemChar"/>
          <w:rFonts w:hint="cs"/>
          <w:rtl/>
        </w:rPr>
        <w:t>رحمه‌الله</w:t>
      </w:r>
      <w:r>
        <w:rPr>
          <w:rtl/>
        </w:rPr>
        <w:t xml:space="preserve">. </w:t>
      </w:r>
    </w:p>
    <w:p w:rsidR="007849C6" w:rsidRDefault="007849C6" w:rsidP="00186E94">
      <w:pPr>
        <w:pStyle w:val="libNormal"/>
        <w:rPr>
          <w:rtl/>
        </w:rPr>
      </w:pPr>
      <w:r>
        <w:rPr>
          <w:rtl/>
        </w:rPr>
        <w:t xml:space="preserve">519 ـ حماد بن شعيب الحماني بكسر الحاء والتشديد ق ( جخ ) ممدوح. </w:t>
      </w:r>
    </w:p>
    <w:p w:rsidR="007849C6" w:rsidRDefault="007849C6" w:rsidP="00186E94">
      <w:pPr>
        <w:pStyle w:val="libNormal"/>
        <w:rPr>
          <w:rtl/>
        </w:rPr>
      </w:pPr>
      <w:r>
        <w:rPr>
          <w:rtl/>
        </w:rPr>
        <w:br w:type="page"/>
      </w:r>
      <w:r>
        <w:rPr>
          <w:rtl/>
        </w:rPr>
        <w:lastRenderedPageBreak/>
        <w:t xml:space="preserve">520 ـ حماد بن صمحة ، بالمهملة وتسكين الميم والحاء المهملة ، الكوفي ، كذا رأيته في خط بعض مشائخنا ، وبعض أصحابنا ضبطه بالمعجمتين ق ( جخ ) ثقة. </w:t>
      </w:r>
    </w:p>
    <w:p w:rsidR="007849C6" w:rsidRDefault="007849C6" w:rsidP="00186E94">
      <w:pPr>
        <w:pStyle w:val="libNormal"/>
        <w:rPr>
          <w:rtl/>
        </w:rPr>
      </w:pPr>
      <w:r>
        <w:rPr>
          <w:rtl/>
        </w:rPr>
        <w:t xml:space="preserve">521 ـ حماد بن عثمان الناب ق ، م ، ضا ، د ( جخ ، ست ) يعرف بالناب </w:t>
      </w:r>
      <w:r w:rsidRPr="00186E94">
        <w:rPr>
          <w:rStyle w:val="libFootnotenumChar"/>
          <w:rtl/>
        </w:rPr>
        <w:t>(1)</w:t>
      </w:r>
      <w:r>
        <w:rPr>
          <w:rtl/>
        </w:rPr>
        <w:t xml:space="preserve"> ( كان يسكن عرزم فنسب إليها ، هو وأخوه عبدالله ثقتان ، رويا عن أبي عبد الله ( ع ) واختص حماد بروايته عن الكاظم والرضا ( ع ) مات سنة تسعين ومائة بالكوفة ) والحسين أخوه خير فاضل ، وحماد ممن أجمعت العصابة على تصحيح ما يصح عنه. </w:t>
      </w:r>
    </w:p>
    <w:p w:rsidR="007849C6" w:rsidRDefault="007849C6" w:rsidP="00186E94">
      <w:pPr>
        <w:pStyle w:val="libNormal"/>
        <w:rPr>
          <w:rtl/>
        </w:rPr>
      </w:pPr>
      <w:r>
        <w:rPr>
          <w:rtl/>
        </w:rPr>
        <w:t xml:space="preserve">522 ـ حماد بن عثمان بن عمرو بن خالد الفزاري مولاهم كوفي ثقة هو وأخوه عبدالله ق ، م ، ضا. </w:t>
      </w:r>
    </w:p>
    <w:p w:rsidR="007849C6" w:rsidRDefault="007849C6" w:rsidP="00186E94">
      <w:pPr>
        <w:pStyle w:val="libNormal"/>
        <w:rPr>
          <w:rtl/>
        </w:rPr>
      </w:pPr>
      <w:r>
        <w:rPr>
          <w:rtl/>
        </w:rPr>
        <w:t xml:space="preserve">523 ـ حماد بن عيسى أبو محمد الجهني ق ، م ، ضاأصله كوفي بقي إلى زمن الرضا ( ع ) ذهب السيل به في طريق مكة بالجحفة ثقة مولى وقيل عربي ( جش ) لم يحفظ عنه رواية عن الرضا ( ع ) ولاعن أبي جعفر ( ع ) ( كش ) دعاله أبو الحسن الاول ( ع ) بالدار والزوجة والولد والخادم والحج خمسين سنة فبلغ ذلك ، فلما حج في الحادية والخمسين غرق بالوادي حيث أراد الغسل للاحرام ، عاش نيفا وتسعين سنة ومات سنة تسع ومائتين بوادي قناة بالمدينة وهو وادي يسيل من الشجرة إلى المدينة. </w:t>
      </w:r>
    </w:p>
    <w:p w:rsidR="007849C6" w:rsidRDefault="007849C6" w:rsidP="00186E94">
      <w:pPr>
        <w:pStyle w:val="libNormal"/>
        <w:rPr>
          <w:rtl/>
        </w:rPr>
      </w:pPr>
      <w:r>
        <w:rPr>
          <w:rtl/>
        </w:rPr>
        <w:t xml:space="preserve">524 ـ حمدان بن أحمد ( كش ) هو من خاصة الخاصة ، أجمعت العصابة على تصحيح ما يصح عنه والاقرار له بالفقه في آخرين. </w:t>
      </w:r>
    </w:p>
    <w:p w:rsidR="007849C6" w:rsidRDefault="007849C6" w:rsidP="00186E94">
      <w:pPr>
        <w:pStyle w:val="libNormal"/>
        <w:rPr>
          <w:rtl/>
        </w:rPr>
      </w:pPr>
      <w:r>
        <w:rPr>
          <w:rtl/>
        </w:rPr>
        <w:t xml:space="preserve">525 ـ حمدان بن سليمان أبو سعيد النيسابوري يعرف بابن التاجر </w:t>
      </w:r>
      <w:r w:rsidRPr="00186E94">
        <w:rPr>
          <w:rStyle w:val="libFootnotenumChar"/>
          <w:rtl/>
        </w:rPr>
        <w:t>(2)</w:t>
      </w:r>
      <w:r>
        <w:rPr>
          <w:rtl/>
        </w:rPr>
        <w:t xml:space="preserve">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لا يخفى أن ما بين الهلالين يتعلق بحماد بن عثمان بن عمرو الآتي ذكره ، وقد سبق قلمه الشريف فخلط أو هو من صنع النساخ كما هو الظاهر. </w:t>
      </w:r>
    </w:p>
    <w:p w:rsidR="007849C6" w:rsidRDefault="007849C6" w:rsidP="002C2B53">
      <w:pPr>
        <w:pStyle w:val="libFootnote0"/>
        <w:rPr>
          <w:rtl/>
        </w:rPr>
      </w:pPr>
      <w:r>
        <w:rPr>
          <w:rtl/>
        </w:rPr>
        <w:t xml:space="preserve">2 ـ الذي في رجال الشيخ في أصحاب الهادي </w:t>
      </w:r>
      <w:r w:rsidR="0006364F" w:rsidRPr="0006364F">
        <w:rPr>
          <w:rStyle w:val="libAlaemChar"/>
          <w:rFonts w:hint="cs"/>
          <w:rtl/>
        </w:rPr>
        <w:t>عليه‌السلام</w:t>
      </w:r>
      <w:r>
        <w:rPr>
          <w:rtl/>
        </w:rPr>
        <w:t xml:space="preserve"> : ( المعروف </w:t>
      </w:r>
    </w:p>
    <w:p w:rsidR="007849C6" w:rsidRDefault="007849C6" w:rsidP="00186E94">
      <w:pPr>
        <w:pStyle w:val="libNormal0"/>
        <w:rPr>
          <w:rtl/>
        </w:rPr>
      </w:pPr>
      <w:r>
        <w:rPr>
          <w:rtl/>
        </w:rPr>
        <w:br w:type="page"/>
      </w:r>
      <w:r>
        <w:rPr>
          <w:rtl/>
        </w:rPr>
        <w:lastRenderedPageBreak/>
        <w:t xml:space="preserve">دى ، كر ( جخ ، جش ) ثقة من وجوه أصحابنا ، ورأيت بخط الشيخ </w:t>
      </w:r>
      <w:r w:rsidR="006B246D" w:rsidRPr="006B246D">
        <w:rPr>
          <w:rStyle w:val="libAlaemChar"/>
          <w:rFonts w:hint="cs"/>
          <w:rtl/>
        </w:rPr>
        <w:t>رحمه‌الله</w:t>
      </w:r>
      <w:r>
        <w:rPr>
          <w:rtl/>
        </w:rPr>
        <w:t xml:space="preserve"> في باب من لم يرو عن أحد من الائمة ( ع ) ما صورته : ( حمدان بن سليمان النيسابوري روى عنه محمد بن يحيى العطار ) وهذا مناقض لكونه روى عن الهادي والعسكري ( ع ) إلا أن يكون غيره. </w:t>
      </w:r>
    </w:p>
    <w:p w:rsidR="007849C6" w:rsidRDefault="007849C6" w:rsidP="00186E94">
      <w:pPr>
        <w:pStyle w:val="libNormal"/>
        <w:rPr>
          <w:rtl/>
        </w:rPr>
      </w:pPr>
      <w:r>
        <w:rPr>
          <w:rtl/>
        </w:rPr>
        <w:t xml:space="preserve">526 ـ حمدان بن المعافي أبو جعفر الصبيحي من قصر صبيح مولى جعفر بن محمد ( ع ) م ، ضا ( جش ). </w:t>
      </w:r>
    </w:p>
    <w:p w:rsidR="007849C6" w:rsidRDefault="007849C6" w:rsidP="00186E94">
      <w:pPr>
        <w:pStyle w:val="libNormal"/>
        <w:rPr>
          <w:rtl/>
        </w:rPr>
      </w:pPr>
      <w:r>
        <w:rPr>
          <w:rtl/>
        </w:rPr>
        <w:t xml:space="preserve">527 ـ حمدويه بفتح الحاء والدال المهملتين والصوت ، بن نصير ، بالفتح ، بن شاهي ، بالمعجمة ، أبو الحسن لم ( جخ ) أوحد زمانه لا نظير له. </w:t>
      </w:r>
    </w:p>
    <w:p w:rsidR="007849C6" w:rsidRDefault="007849C6" w:rsidP="00186E94">
      <w:pPr>
        <w:pStyle w:val="libNormal"/>
        <w:rPr>
          <w:rtl/>
        </w:rPr>
      </w:pPr>
      <w:r>
        <w:rPr>
          <w:rtl/>
        </w:rPr>
        <w:t xml:space="preserve">528 ـ حمران بن أعين أخو زرارة قر ، ق ( كش ) ممدوح معظم. </w:t>
      </w:r>
    </w:p>
    <w:p w:rsidR="007849C6" w:rsidRDefault="007849C6" w:rsidP="00186E94">
      <w:pPr>
        <w:pStyle w:val="libNormal"/>
        <w:rPr>
          <w:rtl/>
        </w:rPr>
      </w:pPr>
      <w:r>
        <w:rPr>
          <w:rtl/>
        </w:rPr>
        <w:t xml:space="preserve">529 ـ حمزة بن بزيع ضا ( كش ) ممدوح وترحم عليه الرضا ( ع ). </w:t>
      </w:r>
    </w:p>
    <w:p w:rsidR="007849C6" w:rsidRDefault="007849C6" w:rsidP="00186E94">
      <w:pPr>
        <w:pStyle w:val="libNormal"/>
        <w:rPr>
          <w:rtl/>
        </w:rPr>
      </w:pPr>
      <w:r>
        <w:rPr>
          <w:rtl/>
        </w:rPr>
        <w:t xml:space="preserve">530 ـ حمزة بن حمران بن أعين الشيباني ق ( جش ) هو وأخوه عقبة بن حمران. </w:t>
      </w:r>
    </w:p>
    <w:p w:rsidR="007849C6" w:rsidRDefault="007849C6" w:rsidP="00186E94">
      <w:pPr>
        <w:pStyle w:val="libNormal"/>
        <w:rPr>
          <w:rtl/>
        </w:rPr>
      </w:pPr>
      <w:r>
        <w:rPr>
          <w:rtl/>
        </w:rPr>
        <w:t xml:space="preserve">531 ـ حمزة بن القاسم بن علي بن حمزة العلوي العباسي أبو يعلي لم ( جش ) ثقة جليل القدر من أصحابنا كثير الحديث. </w:t>
      </w:r>
    </w:p>
    <w:p w:rsidR="007849C6" w:rsidRDefault="007849C6" w:rsidP="00186E94">
      <w:pPr>
        <w:pStyle w:val="libNormal"/>
        <w:rPr>
          <w:rtl/>
        </w:rPr>
      </w:pPr>
      <w:r>
        <w:rPr>
          <w:rtl/>
        </w:rPr>
        <w:t xml:space="preserve">532 ـ حمزة بن اليسع القمي ق ( جخ ) مهمل. </w:t>
      </w:r>
    </w:p>
    <w:p w:rsidR="007849C6" w:rsidRDefault="007849C6" w:rsidP="00186E94">
      <w:pPr>
        <w:pStyle w:val="libNormal"/>
        <w:rPr>
          <w:rtl/>
        </w:rPr>
      </w:pPr>
      <w:r>
        <w:rPr>
          <w:rtl/>
        </w:rPr>
        <w:t xml:space="preserve">533 ـ حمزة بن يعلي الاشعري أبو يعلى القمي ضا ، د ( جش ) ثقة وجه. </w:t>
      </w:r>
    </w:p>
    <w:p w:rsidR="007849C6" w:rsidRDefault="007849C6" w:rsidP="00186E94">
      <w:pPr>
        <w:pStyle w:val="libNormal"/>
        <w:rPr>
          <w:rtl/>
        </w:rPr>
      </w:pPr>
      <w:r>
        <w:rPr>
          <w:rtl/>
        </w:rPr>
        <w:t xml:space="preserve">534 ـ حمزة الطيارقر ، ق ( كش ، جخ ) ممدوح كذا في خط الشيخ </w:t>
      </w:r>
      <w:r w:rsidR="006B246D" w:rsidRPr="006B246D">
        <w:rPr>
          <w:rStyle w:val="libAlaemChar"/>
          <w:rFonts w:hint="cs"/>
          <w:rtl/>
        </w:rPr>
        <w:t>رحمه‌الله</w:t>
      </w:r>
      <w:r>
        <w:rPr>
          <w:rtl/>
        </w:rPr>
        <w:t xml:space="preserve"> وبعض أصحابنا أثبته : ( حمزة بن الطيار ) وهو التباس ، والظاهر أنه رأى في كتاب الرجال ( حمزة بن محمد الطيار ) فظنه صفة أبيه وهو له ، ترحم عليه الصادق ( ع ). </w:t>
      </w:r>
    </w:p>
    <w:p w:rsidR="007849C6" w:rsidRDefault="007849C6" w:rsidP="00186E94">
      <w:pPr>
        <w:pStyle w:val="libNormal"/>
        <w:rPr>
          <w:rtl/>
        </w:rPr>
      </w:pPr>
      <w:r>
        <w:rPr>
          <w:rtl/>
        </w:rPr>
        <w:t xml:space="preserve">535 ـ حميد ، بضم الحاء بن حماد بن حوار ، بضم الحاء المهملة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بالتاجر ) لا بابن التاجر. </w:t>
      </w:r>
    </w:p>
    <w:p w:rsidR="007849C6" w:rsidRDefault="007849C6" w:rsidP="00186E94">
      <w:pPr>
        <w:pStyle w:val="libNormal0"/>
        <w:rPr>
          <w:rtl/>
        </w:rPr>
      </w:pPr>
      <w:r>
        <w:rPr>
          <w:rtl/>
        </w:rPr>
        <w:br w:type="page"/>
      </w:r>
      <w:r>
        <w:rPr>
          <w:rtl/>
        </w:rPr>
        <w:lastRenderedPageBreak/>
        <w:t xml:space="preserve">والراء ، التميمي الكوفي لم ( عق ) ثقة. </w:t>
      </w:r>
    </w:p>
    <w:p w:rsidR="007849C6" w:rsidRDefault="007849C6" w:rsidP="00186E94">
      <w:pPr>
        <w:pStyle w:val="libNormal"/>
        <w:rPr>
          <w:rtl/>
        </w:rPr>
      </w:pPr>
      <w:r>
        <w:rPr>
          <w:rtl/>
        </w:rPr>
        <w:t xml:space="preserve">536 ـ حميد ، بضم الحاء ، بن زياد من أهل نينوى قرية إلى جانب الحائر لم ( جخ ) مصنف ثقة فاضل إلا أن النجاشي قال : إنه واقفي وقد أثبته في الضعفاء لذاك. </w:t>
      </w:r>
    </w:p>
    <w:p w:rsidR="007849C6" w:rsidRDefault="007849C6" w:rsidP="00186E94">
      <w:pPr>
        <w:pStyle w:val="libNormal"/>
        <w:rPr>
          <w:rtl/>
        </w:rPr>
      </w:pPr>
      <w:r>
        <w:rPr>
          <w:rtl/>
        </w:rPr>
        <w:t xml:space="preserve">537 ـ حميد بن شعيب السبيعي الهمداني ق ( كش ) روى عن جابر. </w:t>
      </w:r>
    </w:p>
    <w:p w:rsidR="007849C6" w:rsidRDefault="007849C6" w:rsidP="00186E94">
      <w:pPr>
        <w:pStyle w:val="libNormal"/>
        <w:rPr>
          <w:rtl/>
        </w:rPr>
      </w:pPr>
      <w:r>
        <w:rPr>
          <w:rtl/>
        </w:rPr>
        <w:t xml:space="preserve">538 ـ حميد ، بالضم أيضا ، ابن المثنى العجلي ، أبو المغراء بالغين المعجمة والراء الممدودة مفتوح الميم ، الصيرفي ق ( جخ ، ست ) ثقة له أصل. </w:t>
      </w:r>
    </w:p>
    <w:p w:rsidR="007849C6" w:rsidRDefault="007849C6" w:rsidP="00186E94">
      <w:pPr>
        <w:pStyle w:val="libNormal"/>
        <w:rPr>
          <w:rtl/>
        </w:rPr>
      </w:pPr>
      <w:r>
        <w:rPr>
          <w:rtl/>
        </w:rPr>
        <w:t xml:space="preserve">539 ـ حنظلة بن زكريا بن يحيى بن حنظلة بن خالد التميمي أبو الحسين القزويني لم ( جش ) لم يكن بذاك ( جخ ) خاصي. </w:t>
      </w:r>
    </w:p>
    <w:p w:rsidR="007849C6" w:rsidRDefault="007849C6" w:rsidP="00186E94">
      <w:pPr>
        <w:pStyle w:val="libNormal"/>
        <w:rPr>
          <w:rtl/>
        </w:rPr>
      </w:pPr>
      <w:r>
        <w:rPr>
          <w:rtl/>
        </w:rPr>
        <w:t xml:space="preserve">540 ـ حيان بالياء المثناة تحت ، بن علي العنزي ق ( جخ ) ثقة. </w:t>
      </w:r>
    </w:p>
    <w:p w:rsidR="007849C6" w:rsidRDefault="007849C6" w:rsidP="00186E94">
      <w:pPr>
        <w:pStyle w:val="libNormal"/>
        <w:rPr>
          <w:rtl/>
        </w:rPr>
      </w:pPr>
      <w:r>
        <w:rPr>
          <w:rtl/>
        </w:rPr>
        <w:t xml:space="preserve">541 ـ حيدر بن شعيب بن عيسى الطالقاني لم ( جخ ) خاصي نزيل بغداد ، أبو القاسم ، روى عنه التلعكبري وسمع منه سنة ست وعشرين وثلاثمائة. </w:t>
      </w:r>
    </w:p>
    <w:p w:rsidR="007849C6" w:rsidRDefault="007849C6" w:rsidP="00186E94">
      <w:pPr>
        <w:pStyle w:val="libNormal"/>
        <w:rPr>
          <w:rtl/>
        </w:rPr>
      </w:pPr>
      <w:r>
        <w:rPr>
          <w:rtl/>
        </w:rPr>
        <w:t xml:space="preserve">542 ـ حيدر بن محمد بن نيعم السمرقندي لم ( جخ ، ست ) جليل القدر ثقة روى ألف كتاب من كتب الشيعة ، روى عنه التلعكبري وسمع منه سنة أربعين وثلاثمائة. </w:t>
      </w:r>
    </w:p>
    <w:p w:rsidR="007849C6" w:rsidRDefault="007849C6" w:rsidP="007849C6">
      <w:pPr>
        <w:pStyle w:val="Heading1Center"/>
        <w:rPr>
          <w:rtl/>
        </w:rPr>
      </w:pPr>
      <w:bookmarkStart w:id="25" w:name="_Toc265165234"/>
      <w:bookmarkStart w:id="26" w:name="_Toc286683163"/>
      <w:bookmarkStart w:id="27" w:name="_Toc403904020"/>
      <w:r>
        <w:rPr>
          <w:rtl/>
        </w:rPr>
        <w:t>( باب الخاء المعجمة )</w:t>
      </w:r>
      <w:bookmarkEnd w:id="25"/>
      <w:bookmarkEnd w:id="26"/>
      <w:bookmarkEnd w:id="27"/>
    </w:p>
    <w:p w:rsidR="007849C6" w:rsidRDefault="007849C6" w:rsidP="00186E94">
      <w:pPr>
        <w:pStyle w:val="libNormal"/>
        <w:rPr>
          <w:rtl/>
        </w:rPr>
      </w:pPr>
      <w:r>
        <w:rPr>
          <w:rtl/>
        </w:rPr>
        <w:t xml:space="preserve">543 ـ خالد بن أبي إسماعيل ( جش ) كوفي ثقة. </w:t>
      </w:r>
    </w:p>
    <w:p w:rsidR="007849C6" w:rsidRDefault="007849C6" w:rsidP="00186E94">
      <w:pPr>
        <w:pStyle w:val="libNormal"/>
        <w:rPr>
          <w:rtl/>
        </w:rPr>
      </w:pPr>
      <w:r>
        <w:rPr>
          <w:rtl/>
        </w:rPr>
        <w:t xml:space="preserve">544 ـ خالد بن أبي دجانة ل ، ى ( جخ ) من أهل بدر. </w:t>
      </w:r>
    </w:p>
    <w:p w:rsidR="007849C6" w:rsidRDefault="007849C6" w:rsidP="00186E94">
      <w:pPr>
        <w:pStyle w:val="libNormal"/>
        <w:rPr>
          <w:rtl/>
        </w:rPr>
      </w:pPr>
      <w:r>
        <w:rPr>
          <w:rtl/>
        </w:rPr>
        <w:t xml:space="preserve">545 ـ خالد بن أبي كريمة قر ذكره ابن نوح </w:t>
      </w:r>
      <w:r w:rsidRPr="00186E94">
        <w:rPr>
          <w:rStyle w:val="libFootnotenumChar"/>
          <w:rtl/>
        </w:rPr>
        <w:t>(1)</w:t>
      </w:r>
      <w:r>
        <w:rPr>
          <w:rtl/>
        </w:rPr>
        <w:t xml:space="preserve">.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هذه عبارة النجاشي في ترجمته فانه قال : « روى عن الباقر عليه </w:t>
      </w:r>
    </w:p>
    <w:p w:rsidR="007849C6" w:rsidRDefault="007849C6" w:rsidP="00186E94">
      <w:pPr>
        <w:pStyle w:val="libNormal"/>
        <w:rPr>
          <w:rtl/>
        </w:rPr>
      </w:pPr>
      <w:r>
        <w:rPr>
          <w:rtl/>
        </w:rPr>
        <w:br w:type="page"/>
      </w:r>
      <w:r>
        <w:rPr>
          <w:rtl/>
        </w:rPr>
        <w:lastRenderedPageBreak/>
        <w:t xml:space="preserve">546 ـ خالد بن جرير ، بالجيم ، بن يزيد بن جرير ، بالجيم ، بن عبدالله البجلي وأثبته الشيخ في كتاب الرجال : ( خالد بن يزيد بن جرير ) ق ( جخ ) هو وأخوه إسحاق ( جخ ، كش ) مدحه. </w:t>
      </w:r>
    </w:p>
    <w:p w:rsidR="007849C6" w:rsidRDefault="007849C6" w:rsidP="00186E94">
      <w:pPr>
        <w:pStyle w:val="libNormal"/>
        <w:rPr>
          <w:rtl/>
        </w:rPr>
      </w:pPr>
      <w:r>
        <w:rPr>
          <w:rtl/>
        </w:rPr>
        <w:t xml:space="preserve">547 ـ خالد بن حماد القلانسي الكوفي ق ، م ( جش ) مولى ثقة. </w:t>
      </w:r>
    </w:p>
    <w:p w:rsidR="007849C6" w:rsidRDefault="007849C6" w:rsidP="00186E94">
      <w:pPr>
        <w:pStyle w:val="libNormal"/>
        <w:rPr>
          <w:rtl/>
        </w:rPr>
      </w:pPr>
      <w:r>
        <w:rPr>
          <w:rtl/>
        </w:rPr>
        <w:t xml:space="preserve">548 ـ خالد بن زيد أبو أيوب الانصاري الخزرجي ل ( جخ ) مهمل. </w:t>
      </w:r>
    </w:p>
    <w:p w:rsidR="007849C6" w:rsidRDefault="007849C6" w:rsidP="00186E94">
      <w:pPr>
        <w:pStyle w:val="libNormal"/>
        <w:rPr>
          <w:rtl/>
        </w:rPr>
      </w:pPr>
      <w:r>
        <w:rPr>
          <w:rtl/>
        </w:rPr>
        <w:t xml:space="preserve">549 ـ خالد بن زيد </w:t>
      </w:r>
      <w:r w:rsidRPr="00186E94">
        <w:rPr>
          <w:rStyle w:val="libFootnotenumChar"/>
          <w:rtl/>
        </w:rPr>
        <w:t>(1)</w:t>
      </w:r>
      <w:r>
        <w:rPr>
          <w:rtl/>
        </w:rPr>
        <w:t xml:space="preserve"> أبو خالد القماط ق ( جخ ) مهمل. </w:t>
      </w:r>
    </w:p>
    <w:p w:rsidR="007849C6" w:rsidRDefault="007849C6" w:rsidP="00186E94">
      <w:pPr>
        <w:pStyle w:val="libNormal"/>
        <w:rPr>
          <w:rtl/>
        </w:rPr>
      </w:pPr>
      <w:r>
        <w:rPr>
          <w:rtl/>
        </w:rPr>
        <w:t xml:space="preserve">550 ـ خالد بن سدير بن حكيم بن صهيب الصيرفي ( جش ) لم يذكر له أكثر من هذا ( ست ) عن محمد بن بابويه أن كتابه موضوع. </w:t>
      </w:r>
    </w:p>
    <w:p w:rsidR="007849C6" w:rsidRDefault="007849C6" w:rsidP="00186E94">
      <w:pPr>
        <w:pStyle w:val="libNormal"/>
        <w:rPr>
          <w:rtl/>
        </w:rPr>
      </w:pPr>
      <w:r>
        <w:rPr>
          <w:rtl/>
        </w:rPr>
        <w:t xml:space="preserve">551 ـ خالد بن سعيد أبو سعيد القماط ق ( كش ) كوفي ثقة. </w:t>
      </w:r>
    </w:p>
    <w:p w:rsidR="007849C6" w:rsidRDefault="007849C6" w:rsidP="00186E94">
      <w:pPr>
        <w:pStyle w:val="libNormal"/>
        <w:rPr>
          <w:rtl/>
        </w:rPr>
      </w:pPr>
      <w:r>
        <w:rPr>
          <w:rtl/>
        </w:rPr>
        <w:t xml:space="preserve">552 ـ خالد بن سعيد الأسدي الكوفي ق ، ( جخ ) مهمل. </w:t>
      </w:r>
    </w:p>
    <w:p w:rsidR="007849C6" w:rsidRDefault="007849C6" w:rsidP="00186E94">
      <w:pPr>
        <w:pStyle w:val="libNormal"/>
        <w:rPr>
          <w:rtl/>
        </w:rPr>
      </w:pPr>
      <w:r>
        <w:rPr>
          <w:rtl/>
        </w:rPr>
        <w:t xml:space="preserve">553 ـ خالد بن سعيد الاموي الكوفي ق ( جخ ) مهمل. </w:t>
      </w:r>
    </w:p>
    <w:p w:rsidR="007849C6" w:rsidRDefault="007849C6" w:rsidP="00186E94">
      <w:pPr>
        <w:pStyle w:val="libNormal"/>
        <w:rPr>
          <w:rtl/>
        </w:rPr>
      </w:pPr>
      <w:r>
        <w:rPr>
          <w:rtl/>
        </w:rPr>
        <w:t xml:space="preserve">554 ـ خالد بن صبيح ، بالصاد المهملة المفتوحة ( جش ) كوفي ثقة. </w:t>
      </w:r>
    </w:p>
    <w:p w:rsidR="007849C6" w:rsidRDefault="007849C6" w:rsidP="00186E94">
      <w:pPr>
        <w:pStyle w:val="libNormal"/>
        <w:rPr>
          <w:rtl/>
        </w:rPr>
      </w:pPr>
      <w:r>
        <w:rPr>
          <w:rtl/>
        </w:rPr>
        <w:t xml:space="preserve">555 ـ خالد بن عبدالرحمن أبو الهيثم العطار ق ( عق ) ثقة ثقة. </w:t>
      </w:r>
    </w:p>
    <w:p w:rsidR="007849C6" w:rsidRDefault="007849C6" w:rsidP="00186E94">
      <w:pPr>
        <w:pStyle w:val="libNormal"/>
        <w:rPr>
          <w:rtl/>
        </w:rPr>
      </w:pPr>
      <w:r>
        <w:rPr>
          <w:rtl/>
        </w:rPr>
        <w:t xml:space="preserve">556 ـ خالد بن ماد ، بتشديد الدال المهملة ، القلانسي ق ، م ثقة ، واشتبه على بعض الاصحاب فقال : خالد بن زياد ثم رآه في نسخة أخرى بغير زاي فتوهم الميم باء فقال ابن باد وكلاهما غلط وقد ذكره الشيخ في كتابه كما قلناه. </w:t>
      </w:r>
    </w:p>
    <w:p w:rsidR="007849C6" w:rsidRDefault="007849C6" w:rsidP="00186E94">
      <w:pPr>
        <w:pStyle w:val="libNormal"/>
        <w:rPr>
          <w:rtl/>
        </w:rPr>
      </w:pPr>
      <w:r>
        <w:rPr>
          <w:rtl/>
        </w:rPr>
        <w:t xml:space="preserve">557 ـ خالد بن نجيح الجوان ، بالجيم والنون بياع الجون ق ، م ( جش ، كش ) ورأيت في تصنيف بعض الاصحاب ( خالد الحوار ) وهو غلط. </w:t>
      </w:r>
    </w:p>
    <w:p w:rsidR="007849C6" w:rsidRDefault="007849C6" w:rsidP="00186E94">
      <w:pPr>
        <w:pStyle w:val="libNormal"/>
        <w:rPr>
          <w:rtl/>
        </w:rPr>
      </w:pPr>
      <w:r>
        <w:rPr>
          <w:rtl/>
        </w:rPr>
        <w:t xml:space="preserve">558 ـ خالد بن يحيى بن خالد. مهمل.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السلام ذكره ابن نوح ». </w:t>
      </w:r>
    </w:p>
    <w:p w:rsidR="007849C6" w:rsidRDefault="007849C6" w:rsidP="002C2B53">
      <w:pPr>
        <w:pStyle w:val="libFootnote0"/>
        <w:rPr>
          <w:rtl/>
        </w:rPr>
      </w:pPr>
      <w:r>
        <w:rPr>
          <w:rtl/>
        </w:rPr>
        <w:t xml:space="preserve">1 ـ الذي في رجال الشيخ في باب أصحاب الصادق </w:t>
      </w:r>
      <w:r w:rsidR="0006364F" w:rsidRPr="0006364F">
        <w:rPr>
          <w:rStyle w:val="libAlaemChar"/>
          <w:rFonts w:hint="cs"/>
          <w:rtl/>
        </w:rPr>
        <w:t>عليه‌السلام</w:t>
      </w:r>
      <w:r>
        <w:rPr>
          <w:rtl/>
        </w:rPr>
        <w:t xml:space="preserve"> « خالد ابن يزيد » بالياء في أوله. </w:t>
      </w:r>
    </w:p>
    <w:p w:rsidR="007849C6" w:rsidRDefault="007849C6" w:rsidP="00186E94">
      <w:pPr>
        <w:pStyle w:val="libNormal"/>
        <w:rPr>
          <w:rtl/>
        </w:rPr>
      </w:pPr>
      <w:r>
        <w:rPr>
          <w:rtl/>
        </w:rPr>
        <w:br w:type="page"/>
      </w:r>
      <w:r>
        <w:rPr>
          <w:rtl/>
        </w:rPr>
        <w:lastRenderedPageBreak/>
        <w:t xml:space="preserve">559 ـ خالد بن يزيد أبو يزيد العكلي ق ( جش ) كوفي ثقة. </w:t>
      </w:r>
    </w:p>
    <w:p w:rsidR="007849C6" w:rsidRDefault="007849C6" w:rsidP="00186E94">
      <w:pPr>
        <w:pStyle w:val="libNormal"/>
        <w:rPr>
          <w:rtl/>
        </w:rPr>
      </w:pPr>
      <w:r>
        <w:rPr>
          <w:rtl/>
        </w:rPr>
        <w:t xml:space="preserve">560 ـ خالد بن يزيد بن جبل م ( جش ) كوفي ثقة. </w:t>
      </w:r>
    </w:p>
    <w:p w:rsidR="007849C6" w:rsidRDefault="007849C6" w:rsidP="00186E94">
      <w:pPr>
        <w:pStyle w:val="libNormal"/>
        <w:rPr>
          <w:rtl/>
        </w:rPr>
      </w:pPr>
      <w:r>
        <w:rPr>
          <w:rtl/>
        </w:rPr>
        <w:t xml:space="preserve">561 ـ خباب بن الارت بفتح الراء وتشديد التاء المثنات فوق ل ( جخ ) مهمل. </w:t>
      </w:r>
    </w:p>
    <w:p w:rsidR="007849C6" w:rsidRDefault="007849C6" w:rsidP="00186E94">
      <w:pPr>
        <w:pStyle w:val="libNormal"/>
        <w:rPr>
          <w:rtl/>
        </w:rPr>
      </w:pPr>
      <w:r>
        <w:rPr>
          <w:rtl/>
        </w:rPr>
        <w:t xml:space="preserve">562 ـ خزيمة بن ثابت ذو الشهادتين ل ( جخ ) قتل مع أمير المؤمنين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563 ـ خزيمة بن يقطين م ( جخ ) مهمل. </w:t>
      </w:r>
    </w:p>
    <w:p w:rsidR="007849C6" w:rsidRDefault="007849C6" w:rsidP="00186E94">
      <w:pPr>
        <w:pStyle w:val="libNormal"/>
        <w:rPr>
          <w:rtl/>
        </w:rPr>
      </w:pPr>
      <w:r>
        <w:rPr>
          <w:rtl/>
        </w:rPr>
        <w:t xml:space="preserve">564 ـ حضر بن عمرو النخعي له نوادرق ( جش ). </w:t>
      </w:r>
    </w:p>
    <w:p w:rsidR="007849C6" w:rsidRDefault="007849C6" w:rsidP="00186E94">
      <w:pPr>
        <w:pStyle w:val="libNormal"/>
        <w:rPr>
          <w:rtl/>
        </w:rPr>
      </w:pPr>
      <w:r>
        <w:rPr>
          <w:rtl/>
        </w:rPr>
        <w:t xml:space="preserve">565 ـ خضربن عيسى م ( جخ ، ست ، جش ) رجل من الجبل لا بأس به له نوادر. </w:t>
      </w:r>
    </w:p>
    <w:p w:rsidR="007849C6" w:rsidRDefault="007849C6" w:rsidP="00186E94">
      <w:pPr>
        <w:pStyle w:val="libNormal"/>
        <w:rPr>
          <w:rtl/>
        </w:rPr>
      </w:pPr>
      <w:r>
        <w:rPr>
          <w:rtl/>
        </w:rPr>
        <w:t xml:space="preserve">566 ـ خضيب بن عبدالرحمن الوابشي الكوفي الزاهدق ( جخ ) مهمل. </w:t>
      </w:r>
    </w:p>
    <w:p w:rsidR="007849C6" w:rsidRDefault="007849C6" w:rsidP="00186E94">
      <w:pPr>
        <w:pStyle w:val="libNormal"/>
        <w:rPr>
          <w:rtl/>
        </w:rPr>
      </w:pPr>
      <w:r>
        <w:rPr>
          <w:rtl/>
        </w:rPr>
        <w:t xml:space="preserve">567 ـ خطاب بن سلمة بالفتح ق ( جخ ، جش ) كوفي ثقة. </w:t>
      </w:r>
    </w:p>
    <w:p w:rsidR="007849C6" w:rsidRDefault="007849C6" w:rsidP="00186E94">
      <w:pPr>
        <w:pStyle w:val="libNormal"/>
        <w:rPr>
          <w:rtl/>
        </w:rPr>
      </w:pPr>
      <w:r>
        <w:rPr>
          <w:rtl/>
        </w:rPr>
        <w:t xml:space="preserve">568 ـ خلف بن حماد بن ناشر </w:t>
      </w:r>
      <w:r w:rsidRPr="00186E94">
        <w:rPr>
          <w:rStyle w:val="libFootnotenumChar"/>
          <w:rtl/>
        </w:rPr>
        <w:t>(1)</w:t>
      </w:r>
      <w:r>
        <w:rPr>
          <w:rtl/>
        </w:rPr>
        <w:t xml:space="preserve"> بن المسيب م ( كش ، جش ) كوفي ثقة ( غض ) أمره مختلط. ذكرته في الضعفاء. </w:t>
      </w:r>
    </w:p>
    <w:p w:rsidR="007849C6" w:rsidRDefault="007849C6" w:rsidP="00186E94">
      <w:pPr>
        <w:pStyle w:val="libNormal"/>
        <w:rPr>
          <w:rtl/>
        </w:rPr>
      </w:pPr>
      <w:r>
        <w:rPr>
          <w:rtl/>
        </w:rPr>
        <w:t xml:space="preserve">569 ـ خلف بن خلف م ( جخ ) مجهول. </w:t>
      </w:r>
    </w:p>
    <w:p w:rsidR="007849C6" w:rsidRDefault="007849C6" w:rsidP="00186E94">
      <w:pPr>
        <w:pStyle w:val="libNormal"/>
        <w:rPr>
          <w:rtl/>
        </w:rPr>
      </w:pPr>
      <w:r>
        <w:rPr>
          <w:rtl/>
        </w:rPr>
        <w:t xml:space="preserve">570 ـ خلف بن عيسى لم ( جش ) له كتاب يرويه عن سليمان بن جعفر عن الصادق ( ع ). </w:t>
      </w:r>
    </w:p>
    <w:p w:rsidR="007849C6" w:rsidRDefault="007849C6" w:rsidP="00186E94">
      <w:pPr>
        <w:pStyle w:val="libNormal"/>
        <w:rPr>
          <w:rtl/>
        </w:rPr>
      </w:pPr>
      <w:r>
        <w:rPr>
          <w:rtl/>
        </w:rPr>
        <w:t xml:space="preserve">571 ـ خلاد بن أبي مسلم الصفار ( جخ ، عق ) ثقة ثقة. </w:t>
      </w:r>
    </w:p>
    <w:p w:rsidR="007849C6" w:rsidRDefault="007849C6" w:rsidP="00186E94">
      <w:pPr>
        <w:pStyle w:val="libNormal"/>
        <w:rPr>
          <w:rtl/>
        </w:rPr>
      </w:pPr>
      <w:r>
        <w:rPr>
          <w:rtl/>
        </w:rPr>
        <w:t xml:space="preserve">572 ـ خلاد السدي البزاز كوفي ق ( جخ ) وقال ( جش ) : قيل إنه خلاد بن خلف المقري خال محمد بن علي الصيرفي أبي سمينة. </w:t>
      </w:r>
    </w:p>
    <w:p w:rsidR="007849C6" w:rsidRDefault="007849C6" w:rsidP="00186E94">
      <w:pPr>
        <w:pStyle w:val="libNormal"/>
        <w:rPr>
          <w:rtl/>
        </w:rPr>
      </w:pPr>
      <w:r>
        <w:rPr>
          <w:rtl/>
        </w:rPr>
        <w:t xml:space="preserve">573 ـ خليد بن أوفى ، أبو الربيع الشامي العنزي ق ( جش ) مهمل.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الذي في ( جش ) ياسر بدل ناشر ولكن العلامة في الخلاصة سماه ناشر كما ضبطه كذلك في إيضاح الاشتباه. </w:t>
      </w:r>
    </w:p>
    <w:p w:rsidR="007849C6" w:rsidRDefault="007849C6" w:rsidP="00186E94">
      <w:pPr>
        <w:pStyle w:val="libNormal"/>
        <w:rPr>
          <w:rtl/>
        </w:rPr>
      </w:pPr>
      <w:r>
        <w:rPr>
          <w:rtl/>
        </w:rPr>
        <w:br w:type="page"/>
      </w:r>
      <w:r>
        <w:rPr>
          <w:rtl/>
        </w:rPr>
        <w:lastRenderedPageBreak/>
        <w:t xml:space="preserve">574 ـ الخليل بن أحمد شيخ الناس في علوم الادب فضله وزهده أشهر من أن يخفى ، كان أمامي المذهب. </w:t>
      </w:r>
    </w:p>
    <w:p w:rsidR="007849C6" w:rsidRDefault="007849C6" w:rsidP="00186E94">
      <w:pPr>
        <w:pStyle w:val="libNormal"/>
        <w:rPr>
          <w:rtl/>
        </w:rPr>
      </w:pPr>
      <w:r>
        <w:rPr>
          <w:rtl/>
        </w:rPr>
        <w:t xml:space="preserve">575 ـ خليل العبدي ق ( كش ) كوفي ثقة. </w:t>
      </w:r>
    </w:p>
    <w:p w:rsidR="007849C6" w:rsidRDefault="007849C6" w:rsidP="00186E94">
      <w:pPr>
        <w:pStyle w:val="libNormal"/>
        <w:rPr>
          <w:rtl/>
        </w:rPr>
      </w:pPr>
      <w:r>
        <w:rPr>
          <w:rtl/>
        </w:rPr>
        <w:t xml:space="preserve">576 ـ خوات ، بتشديد الواو والتاء المثناة فوق ، بن جبير ، بضم الجيم ، ى ( جخ ) بدري. </w:t>
      </w:r>
    </w:p>
    <w:p w:rsidR="007849C6" w:rsidRDefault="007849C6" w:rsidP="00186E94">
      <w:pPr>
        <w:pStyle w:val="libNormal"/>
        <w:rPr>
          <w:rtl/>
        </w:rPr>
      </w:pPr>
      <w:r>
        <w:rPr>
          <w:rtl/>
        </w:rPr>
        <w:t xml:space="preserve">577 ـ خيثمة ، بالخاء المعجمة المفتوحة والياء المثناة تحت والثاء المثلثة ، بن عبدالرحمن الجعفي ق ( جخ ، جش ) قريب الحال لان العقيقي قال : ( إنه فاضل ) وهو أمارة لعدالته. </w:t>
      </w:r>
    </w:p>
    <w:p w:rsidR="007849C6" w:rsidRDefault="007849C6" w:rsidP="00186E94">
      <w:pPr>
        <w:pStyle w:val="libNormal"/>
        <w:rPr>
          <w:rtl/>
        </w:rPr>
      </w:pPr>
      <w:r>
        <w:rPr>
          <w:rtl/>
        </w:rPr>
        <w:t xml:space="preserve">578 ـ خيران الخادم القراطيسي دى ( جخ ، كش ) محمود الطريقة ثقة. </w:t>
      </w:r>
    </w:p>
    <w:p w:rsidR="007849C6" w:rsidRDefault="007849C6" w:rsidP="007849C6">
      <w:pPr>
        <w:pStyle w:val="Heading1Center"/>
        <w:rPr>
          <w:rtl/>
        </w:rPr>
      </w:pPr>
      <w:bookmarkStart w:id="28" w:name="_Toc265165235"/>
      <w:bookmarkStart w:id="29" w:name="_Toc286683164"/>
      <w:bookmarkStart w:id="30" w:name="_Toc403904021"/>
      <w:r>
        <w:rPr>
          <w:rtl/>
        </w:rPr>
        <w:t>( باب الدال المهملة )</w:t>
      </w:r>
      <w:bookmarkEnd w:id="28"/>
      <w:bookmarkEnd w:id="29"/>
      <w:bookmarkEnd w:id="30"/>
    </w:p>
    <w:p w:rsidR="007849C6" w:rsidRDefault="007849C6" w:rsidP="00186E94">
      <w:pPr>
        <w:pStyle w:val="libNormal"/>
        <w:rPr>
          <w:rtl/>
        </w:rPr>
      </w:pPr>
      <w:r>
        <w:rPr>
          <w:rtl/>
        </w:rPr>
        <w:t xml:space="preserve">579 ـ دواودبن أبي يزيد الكوفي العطار ق ، م ( جخ ، ست ) مولى ثقة. </w:t>
      </w:r>
    </w:p>
    <w:p w:rsidR="007849C6" w:rsidRDefault="007849C6" w:rsidP="00186E94">
      <w:pPr>
        <w:pStyle w:val="libNormal"/>
        <w:rPr>
          <w:rtl/>
        </w:rPr>
      </w:pPr>
      <w:r>
        <w:rPr>
          <w:rtl/>
        </w:rPr>
        <w:t xml:space="preserve">580 ـ داود بن أبي يزيد </w:t>
      </w:r>
      <w:r w:rsidRPr="00186E94">
        <w:rPr>
          <w:rStyle w:val="libFootnotenumChar"/>
          <w:rtl/>
        </w:rPr>
        <w:t>(1)</w:t>
      </w:r>
      <w:r>
        <w:rPr>
          <w:rtl/>
        </w:rPr>
        <w:t xml:space="preserve"> اسمه زنكان ، بالزاي والنون المفتوحتين ، أبو سليمان النيسابوري ، واشتبه اسم أبي يزيد على بعض أصحابنا فأثبته ( زنكار ) بالراء وهو غلط ، دى ( جخ ) في النجارين في سكة طرخان في دار سحتويه ( صادق ) اللجهة ثقة. </w:t>
      </w:r>
    </w:p>
    <w:p w:rsidR="007849C6" w:rsidRDefault="007849C6" w:rsidP="00186E94">
      <w:pPr>
        <w:pStyle w:val="libNormal"/>
        <w:rPr>
          <w:rtl/>
        </w:rPr>
      </w:pPr>
      <w:r>
        <w:rPr>
          <w:rtl/>
        </w:rPr>
        <w:t xml:space="preserve">581 ـ داود بن أسد بن عفير </w:t>
      </w:r>
      <w:r w:rsidRPr="00186E94">
        <w:rPr>
          <w:rStyle w:val="libFootnotenumChar"/>
          <w:rtl/>
        </w:rPr>
        <w:t>(2)</w:t>
      </w:r>
      <w:r>
        <w:rPr>
          <w:rtl/>
        </w:rPr>
        <w:t xml:space="preserve"> بن الاحوص البصري ( جش ) شيخ جليل فقيه متكلم ثقة ثقة وأبوه أسد مثله.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في جميع النسخ : أبي زيد بدل أبي يزيد كما في الفهرست ورجال الشيخ في باب أصحاب علي الهادي </w:t>
      </w:r>
      <w:r w:rsidR="0006364F" w:rsidRPr="0006364F">
        <w:rPr>
          <w:rStyle w:val="libAlaemChar"/>
          <w:rFonts w:hint="cs"/>
          <w:rtl/>
        </w:rPr>
        <w:t>عليه‌السلام</w:t>
      </w:r>
      <w:r>
        <w:rPr>
          <w:rtl/>
        </w:rPr>
        <w:t xml:space="preserve"> وفي باب أصحاب الحسن العسكري </w:t>
      </w:r>
      <w:r w:rsidR="0006364F" w:rsidRPr="0006364F">
        <w:rPr>
          <w:rStyle w:val="libAlaemChar"/>
          <w:rFonts w:hint="cs"/>
          <w:rtl/>
        </w:rPr>
        <w:t>عليه‌السلام</w:t>
      </w:r>
      <w:r>
        <w:rPr>
          <w:rtl/>
        </w:rPr>
        <w:t xml:space="preserve">. </w:t>
      </w:r>
    </w:p>
    <w:p w:rsidR="007849C6" w:rsidRDefault="007849C6" w:rsidP="002C2B53">
      <w:pPr>
        <w:pStyle w:val="libFootnote0"/>
        <w:rPr>
          <w:rtl/>
        </w:rPr>
      </w:pPr>
      <w:r>
        <w:rPr>
          <w:rtl/>
        </w:rPr>
        <w:t xml:space="preserve">2 ـ في النجاشي : أعفر. </w:t>
      </w:r>
    </w:p>
    <w:p w:rsidR="007849C6" w:rsidRDefault="007849C6" w:rsidP="00186E94">
      <w:pPr>
        <w:pStyle w:val="libNormal"/>
        <w:rPr>
          <w:rtl/>
        </w:rPr>
      </w:pPr>
      <w:r>
        <w:rPr>
          <w:rtl/>
        </w:rPr>
        <w:br w:type="page"/>
      </w:r>
      <w:r>
        <w:rPr>
          <w:rtl/>
        </w:rPr>
        <w:lastRenderedPageBreak/>
        <w:t xml:space="preserve">582 ـ دوادبن بلال بن أحيحة ، بضم الهمزة والحاءين المهملتين المفتوحتين بينهما ياء مثناة تحت ، أبو ليلى الانصاري ى ( عق ) من الاصفياء. </w:t>
      </w:r>
    </w:p>
    <w:p w:rsidR="007849C6" w:rsidRDefault="007849C6" w:rsidP="00186E94">
      <w:pPr>
        <w:pStyle w:val="libNormal"/>
        <w:rPr>
          <w:rtl/>
        </w:rPr>
      </w:pPr>
      <w:r>
        <w:rPr>
          <w:rtl/>
        </w:rPr>
        <w:t xml:space="preserve">583 ـ داود بن الحسن بن الحسن بن علي بن أبي طالب قر ( جخ ) معظم الشأن. </w:t>
      </w:r>
    </w:p>
    <w:p w:rsidR="007849C6" w:rsidRDefault="007849C6" w:rsidP="00186E94">
      <w:pPr>
        <w:pStyle w:val="libNormal"/>
        <w:rPr>
          <w:rtl/>
        </w:rPr>
      </w:pPr>
      <w:r>
        <w:rPr>
          <w:rtl/>
        </w:rPr>
        <w:t xml:space="preserve">584 ـ داود بن حصين الاسدي مولاهم ق ، م ( جش ) كوفي ثقة ، وقيل واقفي وهو زوج خالة علي بن الحسن بن فضال. </w:t>
      </w:r>
    </w:p>
    <w:p w:rsidR="007849C6" w:rsidRDefault="007849C6" w:rsidP="00186E94">
      <w:pPr>
        <w:pStyle w:val="libNormal"/>
        <w:rPr>
          <w:rtl/>
        </w:rPr>
      </w:pPr>
      <w:r>
        <w:rPr>
          <w:rtl/>
        </w:rPr>
        <w:t xml:space="preserve">585 ـ داود بن زربي ، بالزاي المضمومة ورأيت بخط الشيخ أبي جعفر ( الزربي ) بكسر الزاي فالراء ، وقيل بالعكس ، والباء المفردة ق ، م ( كش ) هو أبو سليمان الخندفي بالفاء منسوب إلى خندف وهي امرأة إلياس بن مضربن نزارنسب ولد إلياس إليها ، البندار ، كان أخص الناس بالرشيد ، وكان معتقدا في أبي عبدالله ( ع ) أهمله الشيخ ووثقه ( جش ). </w:t>
      </w:r>
    </w:p>
    <w:p w:rsidR="007849C6" w:rsidRDefault="007849C6" w:rsidP="00186E94">
      <w:pPr>
        <w:pStyle w:val="libNormal"/>
        <w:rPr>
          <w:rtl/>
        </w:rPr>
      </w:pPr>
      <w:r>
        <w:rPr>
          <w:rtl/>
        </w:rPr>
        <w:t xml:space="preserve">586 ـ داود بن سرحان العطار ق ، ( جخ ، ست ، جش ) ثقة. </w:t>
      </w:r>
    </w:p>
    <w:p w:rsidR="007849C6" w:rsidRDefault="007849C6" w:rsidP="00186E94">
      <w:pPr>
        <w:pStyle w:val="libNormal"/>
        <w:rPr>
          <w:rtl/>
        </w:rPr>
      </w:pPr>
      <w:r>
        <w:rPr>
          <w:rtl/>
        </w:rPr>
        <w:t xml:space="preserve">587 ـ داود بن سليمان أبو سليمان الحمار ، بفتح الحاء المهملة وتشديد الميم ق ( جخ ، جش ) كوفي ثقة. </w:t>
      </w:r>
    </w:p>
    <w:p w:rsidR="007849C6" w:rsidRDefault="007849C6" w:rsidP="00186E94">
      <w:pPr>
        <w:pStyle w:val="libNormal"/>
        <w:rPr>
          <w:rtl/>
        </w:rPr>
      </w:pPr>
      <w:r>
        <w:rPr>
          <w:rtl/>
        </w:rPr>
        <w:t xml:space="preserve">588 ـ داود بن سليمان بن جعفر أبو أحمد القزويني ضا ( جش ) ذكره ابن نوح له كتاب. </w:t>
      </w:r>
    </w:p>
    <w:p w:rsidR="007849C6" w:rsidRDefault="007849C6" w:rsidP="00186E94">
      <w:pPr>
        <w:pStyle w:val="libNormal"/>
        <w:rPr>
          <w:rtl/>
        </w:rPr>
      </w:pPr>
      <w:r>
        <w:rPr>
          <w:rtl/>
        </w:rPr>
        <w:t xml:space="preserve">589 ـ داود بن سليمان القرشي ( جش ) ذكره ابن نوح ، له كتاب. </w:t>
      </w:r>
    </w:p>
    <w:p w:rsidR="007849C6" w:rsidRDefault="007849C6" w:rsidP="00186E94">
      <w:pPr>
        <w:pStyle w:val="libNormal"/>
        <w:rPr>
          <w:rtl/>
        </w:rPr>
      </w:pPr>
      <w:r>
        <w:rPr>
          <w:rtl/>
        </w:rPr>
        <w:t xml:space="preserve">590 ـ داود بن عطار المقري ، له كتاب نوادر ( جش ) ذكره ابن نوح. </w:t>
      </w:r>
    </w:p>
    <w:p w:rsidR="007849C6" w:rsidRDefault="007849C6" w:rsidP="00186E94">
      <w:pPr>
        <w:pStyle w:val="libNormal"/>
        <w:rPr>
          <w:rtl/>
        </w:rPr>
      </w:pPr>
      <w:r>
        <w:rPr>
          <w:rtl/>
        </w:rPr>
        <w:t>591 ـ داود بن علي اليعقوبي الهاشمي أبو علي بن داودم ( جخ ) ضا ( جش ) ثقة له كتاب.</w:t>
      </w:r>
    </w:p>
    <w:p w:rsidR="007849C6" w:rsidRDefault="007849C6" w:rsidP="00186E94">
      <w:pPr>
        <w:pStyle w:val="libNormal"/>
        <w:rPr>
          <w:rtl/>
        </w:rPr>
      </w:pPr>
      <w:r>
        <w:rPr>
          <w:rtl/>
        </w:rPr>
        <w:br w:type="page"/>
      </w:r>
      <w:r>
        <w:rPr>
          <w:rtl/>
        </w:rPr>
        <w:lastRenderedPageBreak/>
        <w:t xml:space="preserve">592 ـ داود بن فرقد </w:t>
      </w:r>
      <w:r w:rsidRPr="00186E94">
        <w:rPr>
          <w:rStyle w:val="libFootnotenumChar"/>
          <w:rtl/>
        </w:rPr>
        <w:t>(1)</w:t>
      </w:r>
      <w:r>
        <w:rPr>
          <w:rtl/>
        </w:rPr>
        <w:t xml:space="preserve"> بفتح القاف ق ، م ( جخ ، كش ، جش ) مولى ( آل ) أبي السمال ، باللام ، الاسدي النصري يكنى أبا يزيد كوفي ثقة واشتبه على بعض أصحابنا اسم أبيه فقال ( بن مرقد ) بالميم وهو غلط. وفرقد يكنى أبا يزيد. </w:t>
      </w:r>
    </w:p>
    <w:p w:rsidR="007849C6" w:rsidRDefault="007849C6" w:rsidP="00186E94">
      <w:pPr>
        <w:pStyle w:val="libNormal"/>
        <w:rPr>
          <w:rtl/>
        </w:rPr>
      </w:pPr>
      <w:r>
        <w:rPr>
          <w:rtl/>
        </w:rPr>
        <w:t xml:space="preserve">593 ـ داود بن القاسم بن إسحاق بن عبدالله بن جعفر بن أبي طالب أبو هاشم الجعفري ضا ، د ، دى ، كر ( جخ ، كش ) عظيم المنزلة شريف القدر ثقة. </w:t>
      </w:r>
    </w:p>
    <w:p w:rsidR="007849C6" w:rsidRDefault="007849C6" w:rsidP="00186E94">
      <w:pPr>
        <w:pStyle w:val="libNormal"/>
        <w:rPr>
          <w:rtl/>
        </w:rPr>
      </w:pPr>
      <w:r>
        <w:rPr>
          <w:rtl/>
        </w:rPr>
        <w:t>594 ـ داود بن كثير الرقي مولى بني أسد ق ( جخ ) وثقه الشيخ والكشي وابن فضال ، وطعن فيه النجاشي وسيأتي في الضعفاء.</w:t>
      </w:r>
    </w:p>
    <w:p w:rsidR="007849C6" w:rsidRDefault="007849C6" w:rsidP="00186E94">
      <w:pPr>
        <w:pStyle w:val="libNormal"/>
        <w:rPr>
          <w:rtl/>
        </w:rPr>
      </w:pPr>
      <w:r>
        <w:rPr>
          <w:rtl/>
        </w:rPr>
        <w:t xml:space="preserve">595 ـ داود بن كورة ، بالضم والراء المهملة لم ( جخ ، ست ، جش ) أبو سليمان القمي وهو الذي بوب كتاب النوادر لاحمد بن محمد ابن عيسى ، وكتاب المشيخة للحسن بن محبوب السراد على معاني الفقه. مهمل. </w:t>
      </w:r>
    </w:p>
    <w:p w:rsidR="007849C6" w:rsidRDefault="007849C6" w:rsidP="00186E94">
      <w:pPr>
        <w:pStyle w:val="libNormal"/>
        <w:rPr>
          <w:rtl/>
        </w:rPr>
      </w:pPr>
      <w:r>
        <w:rPr>
          <w:rtl/>
        </w:rPr>
        <w:t xml:space="preserve">596 ـ داود بن مافنة الصرمي بالصاد المهملة والراء الساكنة. مولى بني قرة ثم بني صرمة منهم ، كوفي يكنى أبا سليمان ضاوبقي إلى أيام كر ( ست ، جخ ) له مسائل. </w:t>
      </w:r>
    </w:p>
    <w:p w:rsidR="007849C6" w:rsidRDefault="007849C6" w:rsidP="00186E94">
      <w:pPr>
        <w:pStyle w:val="libNormal"/>
        <w:rPr>
          <w:rtl/>
        </w:rPr>
      </w:pPr>
      <w:r>
        <w:rPr>
          <w:rtl/>
        </w:rPr>
        <w:t xml:space="preserve">597 ـ داود بن محمد النهدي ابن عم الهيثم بن أبي مسروق لم ( جخ ، ست ، جش ) كوفي ثقة. </w:t>
      </w:r>
    </w:p>
    <w:p w:rsidR="007849C6" w:rsidRDefault="007849C6" w:rsidP="00186E94">
      <w:pPr>
        <w:pStyle w:val="libNormal"/>
        <w:rPr>
          <w:rtl/>
        </w:rPr>
      </w:pPr>
      <w:r>
        <w:rPr>
          <w:rtl/>
        </w:rPr>
        <w:t xml:space="preserve">598 ـ داود بن النعمان مولى بني هاشم أخو علي بن النعمان ،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ذكر التفريشي في نقد الرجال في ترجمة داود بن أبي يزيد الكوفي العطار : « يظهر من باب الاغسال من زيادات التهذيب أن داود بن أبي يزيد العطار هذا هو داود بن فرقد حيث قال : داود بن أبي يزيد العطار وهو داود بن فرقد ... » فراجعه ، وقد صرح الشيخ بمثله في باب أوقات الصلاة أيضا من التهذيب. </w:t>
      </w:r>
    </w:p>
    <w:p w:rsidR="007849C6" w:rsidRDefault="007849C6" w:rsidP="00186E94">
      <w:pPr>
        <w:pStyle w:val="libNormal0"/>
        <w:rPr>
          <w:rtl/>
        </w:rPr>
      </w:pPr>
      <w:r>
        <w:rPr>
          <w:rtl/>
        </w:rPr>
        <w:br w:type="page"/>
      </w:r>
      <w:r>
        <w:rPr>
          <w:rtl/>
        </w:rPr>
        <w:lastRenderedPageBreak/>
        <w:t xml:space="preserve">وداود هو الاكبر ( جخ ، كش ) ضا ( جش ) م وقيل ق خير فاضل </w:t>
      </w:r>
      <w:r w:rsidRPr="00186E94">
        <w:rPr>
          <w:rStyle w:val="libFootnotenumChar"/>
          <w:rtl/>
        </w:rPr>
        <w:t>(1)</w:t>
      </w:r>
      <w:r>
        <w:rPr>
          <w:rtl/>
        </w:rPr>
        <w:t xml:space="preserve">. </w:t>
      </w:r>
    </w:p>
    <w:p w:rsidR="007849C6" w:rsidRDefault="007849C6" w:rsidP="00186E94">
      <w:pPr>
        <w:pStyle w:val="libNormal"/>
        <w:rPr>
          <w:rtl/>
        </w:rPr>
      </w:pPr>
      <w:r>
        <w:rPr>
          <w:rtl/>
        </w:rPr>
        <w:t xml:space="preserve">599 ـ داود بن يحيى بن بشير الدهقان ( جش ) كوفي يكني أبا سليمان ثقة. </w:t>
      </w:r>
    </w:p>
    <w:p w:rsidR="007849C6" w:rsidRDefault="007849C6" w:rsidP="00186E94">
      <w:pPr>
        <w:pStyle w:val="libNormal"/>
        <w:rPr>
          <w:rtl/>
        </w:rPr>
      </w:pPr>
      <w:r>
        <w:rPr>
          <w:rtl/>
        </w:rPr>
        <w:t xml:space="preserve">600 ـ دارم بن قبيصة ( بالصاد المهملة ) بن نهشل بن مجمع ، أبو الحسن التميمي الدارمي السائح ضا ( جش ) مهمل. </w:t>
      </w:r>
    </w:p>
    <w:p w:rsidR="007849C6" w:rsidRDefault="007849C6" w:rsidP="00186E94">
      <w:pPr>
        <w:pStyle w:val="libNormal"/>
        <w:rPr>
          <w:rtl/>
        </w:rPr>
      </w:pPr>
      <w:r>
        <w:rPr>
          <w:rtl/>
        </w:rPr>
        <w:t>601 ـ دعبل ، بكسر الدال المهملة والباء المفردة تحت ، بن ( علي بن ) رزين بن عثمان بن عبدالرحمن بن عبدالله بن بديل بن ورقاء الخزاعي ، الشاعر المشهور ضا ( جخ ) وفدعليه بخراسان وأنشده قصيدته التي يقول فيها شعرا :</w:t>
      </w:r>
    </w:p>
    <w:tbl>
      <w:tblPr>
        <w:bidiVisual/>
        <w:tblW w:w="5000" w:type="pct"/>
        <w:tblLook w:val="01E0"/>
      </w:tblPr>
      <w:tblGrid>
        <w:gridCol w:w="3675"/>
        <w:gridCol w:w="239"/>
        <w:gridCol w:w="3673"/>
      </w:tblGrid>
      <w:tr w:rsidR="007849C6" w:rsidTr="00186E94">
        <w:tc>
          <w:tcPr>
            <w:tcW w:w="3675" w:type="dxa"/>
            <w:shd w:val="clear" w:color="auto" w:fill="auto"/>
          </w:tcPr>
          <w:p w:rsidR="007849C6" w:rsidRDefault="007849C6" w:rsidP="002C2B53">
            <w:pPr>
              <w:pStyle w:val="libPoem"/>
              <w:rPr>
                <w:rtl/>
              </w:rPr>
            </w:pPr>
            <w:r w:rsidRPr="00BB759A">
              <w:rPr>
                <w:rtl/>
              </w:rPr>
              <w:t>ألم ترأني مذ ثلاثين حجة</w:t>
            </w:r>
            <w:r w:rsidRPr="002C2B53">
              <w:rPr>
                <w:rStyle w:val="libPoemTiniChar0"/>
                <w:rtl/>
              </w:rPr>
              <w:br/>
              <w:t> </w:t>
            </w:r>
          </w:p>
        </w:tc>
        <w:tc>
          <w:tcPr>
            <w:tcW w:w="239" w:type="dxa"/>
            <w:shd w:val="clear" w:color="auto" w:fill="auto"/>
          </w:tcPr>
          <w:p w:rsidR="007849C6" w:rsidRDefault="007849C6" w:rsidP="00186E94">
            <w:pPr>
              <w:rPr>
                <w:rtl/>
              </w:rPr>
            </w:pPr>
          </w:p>
        </w:tc>
        <w:tc>
          <w:tcPr>
            <w:tcW w:w="3673" w:type="dxa"/>
            <w:shd w:val="clear" w:color="auto" w:fill="auto"/>
          </w:tcPr>
          <w:p w:rsidR="007849C6" w:rsidRDefault="007849C6" w:rsidP="002C2B53">
            <w:pPr>
              <w:pStyle w:val="libPoem"/>
              <w:rPr>
                <w:rtl/>
              </w:rPr>
            </w:pPr>
            <w:r w:rsidRPr="00BB759A">
              <w:rPr>
                <w:rtl/>
              </w:rPr>
              <w:t>أروح وأغدودائم الحسرات</w:t>
            </w:r>
            <w:r w:rsidRPr="002C2B53">
              <w:rPr>
                <w:rStyle w:val="libPoemTiniChar0"/>
                <w:rtl/>
              </w:rPr>
              <w:br/>
              <w:t>  </w:t>
            </w:r>
          </w:p>
        </w:tc>
      </w:tr>
      <w:tr w:rsidR="007849C6" w:rsidTr="00186E94">
        <w:tc>
          <w:tcPr>
            <w:tcW w:w="3675" w:type="dxa"/>
          </w:tcPr>
          <w:p w:rsidR="007849C6" w:rsidRDefault="007849C6" w:rsidP="002C2B53">
            <w:pPr>
              <w:pStyle w:val="libPoem"/>
              <w:rPr>
                <w:rtl/>
              </w:rPr>
            </w:pPr>
            <w:r w:rsidRPr="00BB759A">
              <w:rPr>
                <w:rtl/>
              </w:rPr>
              <w:t>أرى فيئهم في غيره متقسما</w:t>
            </w:r>
            <w:r w:rsidRPr="002C2B53">
              <w:rPr>
                <w:rStyle w:val="libPoemTiniChar0"/>
                <w:rtl/>
              </w:rPr>
              <w:br/>
              <w:t> </w:t>
            </w:r>
          </w:p>
        </w:tc>
        <w:tc>
          <w:tcPr>
            <w:tcW w:w="239" w:type="dxa"/>
          </w:tcPr>
          <w:p w:rsidR="007849C6" w:rsidRDefault="007849C6" w:rsidP="00186E94">
            <w:pPr>
              <w:rPr>
                <w:rtl/>
              </w:rPr>
            </w:pPr>
          </w:p>
        </w:tc>
        <w:tc>
          <w:tcPr>
            <w:tcW w:w="3673" w:type="dxa"/>
          </w:tcPr>
          <w:p w:rsidR="007849C6" w:rsidRDefault="007849C6" w:rsidP="002C2B53">
            <w:pPr>
              <w:pStyle w:val="libPoem"/>
              <w:rPr>
                <w:rtl/>
              </w:rPr>
            </w:pPr>
            <w:r w:rsidRPr="00BB759A">
              <w:rPr>
                <w:rtl/>
              </w:rPr>
              <w:t>وأيديهم من فيئهم صفرات</w:t>
            </w:r>
            <w:r w:rsidRPr="002C2B53">
              <w:rPr>
                <w:rStyle w:val="libPoemTiniChar0"/>
                <w:rtl/>
              </w:rPr>
              <w:br/>
              <w:t>  </w:t>
            </w:r>
          </w:p>
        </w:tc>
      </w:tr>
    </w:tbl>
    <w:p w:rsidR="007849C6" w:rsidRDefault="007849C6" w:rsidP="00186E94">
      <w:pPr>
        <w:pStyle w:val="libNormal"/>
        <w:rPr>
          <w:rtl/>
        </w:rPr>
      </w:pPr>
      <w:r>
        <w:rPr>
          <w:rtl/>
        </w:rPr>
        <w:t xml:space="preserve">فدخل الرضا </w:t>
      </w:r>
      <w:r w:rsidR="0006364F" w:rsidRPr="0006364F">
        <w:rPr>
          <w:rStyle w:val="libAlaemChar"/>
          <w:rFonts w:hint="cs"/>
          <w:rtl/>
        </w:rPr>
        <w:t>عليه‌السلام</w:t>
      </w:r>
      <w:r>
        <w:rPr>
          <w:rtl/>
        </w:rPr>
        <w:t xml:space="preserve"> وبعث إليه بخرقة خز فيها ستمائة دينار وقال للجارية : اعتذري إليه ، فقال دعبل : لا والله ما أردت هذا ولا له خرجت ، ولكن تهب لي ثوبا من ثيابك ، فردها عليه أبو الحسن </w:t>
      </w:r>
      <w:r w:rsidR="0006364F" w:rsidRPr="0006364F">
        <w:rPr>
          <w:rStyle w:val="libAlaemChar"/>
          <w:rFonts w:hint="cs"/>
          <w:rtl/>
        </w:rPr>
        <w:t>عليه‌السلام</w:t>
      </w:r>
      <w:r>
        <w:rPr>
          <w:rtl/>
        </w:rPr>
        <w:t xml:space="preserve"> وبعث إليه بجبة من ثيابه فخرج دعبل حتى وردقم فنظروا إلى الجبة فأعطوه بها ألف دينار فأبى عليهم ، وقال : لا والله ولا خرقة منها بألف دينار ثم خرج عن قم فاتبعوه وقد أجمعوا له وأخذوا الجبة فرجع إلى قم وكلمهم فيها ، فقالوا : ليس إلى هذا سبيل ولكن إن شيءت فهذه ألف دينار ، فقال نعم وخرقة منها. </w:t>
      </w:r>
    </w:p>
    <w:p w:rsidR="007849C6" w:rsidRDefault="007849C6" w:rsidP="007849C6">
      <w:pPr>
        <w:pStyle w:val="Heading1Center"/>
        <w:rPr>
          <w:rtl/>
        </w:rPr>
      </w:pPr>
      <w:bookmarkStart w:id="31" w:name="_Toc265165236"/>
      <w:bookmarkStart w:id="32" w:name="_Toc286683165"/>
      <w:bookmarkStart w:id="33" w:name="_Toc403904022"/>
      <w:r>
        <w:rPr>
          <w:rtl/>
        </w:rPr>
        <w:t>( باب الذال المعجمة )</w:t>
      </w:r>
      <w:bookmarkEnd w:id="31"/>
      <w:bookmarkEnd w:id="32"/>
      <w:bookmarkEnd w:id="33"/>
    </w:p>
    <w:p w:rsidR="007849C6" w:rsidRDefault="007849C6" w:rsidP="00186E94">
      <w:pPr>
        <w:pStyle w:val="libNormal"/>
        <w:rPr>
          <w:rtl/>
        </w:rPr>
      </w:pPr>
      <w:r>
        <w:rPr>
          <w:rtl/>
        </w:rPr>
        <w:t xml:space="preserve">602 ـ ذريح ، بالذال المعجمة المفتوحة والراء المكسورة والياء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عبارة النجاشي : « روى عن أبي الحسن موسى وقيل أبي عبدالله </w:t>
      </w:r>
      <w:r w:rsidR="0006364F" w:rsidRPr="0006364F">
        <w:rPr>
          <w:rStyle w:val="libAlaemChar"/>
          <w:rFonts w:hint="cs"/>
          <w:rtl/>
        </w:rPr>
        <w:t>عليه‌السلام</w:t>
      </w:r>
      <w:r>
        <w:rPr>
          <w:rtl/>
        </w:rPr>
        <w:t xml:space="preserve"> » وجملة « خير فاضل » من الكشي. </w:t>
      </w:r>
    </w:p>
    <w:p w:rsidR="007849C6" w:rsidRDefault="007849C6" w:rsidP="00186E94">
      <w:pPr>
        <w:pStyle w:val="libNormal0"/>
        <w:rPr>
          <w:rtl/>
        </w:rPr>
      </w:pPr>
      <w:r>
        <w:rPr>
          <w:rtl/>
        </w:rPr>
        <w:br w:type="page"/>
      </w:r>
      <w:r>
        <w:rPr>
          <w:rtl/>
        </w:rPr>
        <w:lastRenderedPageBreak/>
        <w:t xml:space="preserve">المثناة تحت والحاء المهملة ، بن محمد بن يزيد أبو الوليد المحاربي عربي من بني محارب بن حفصة ق ( جخ ، ست كش ) ممدوح له أصل وذكر ابن عقدة وابن نوح أنه روى عن الكاظم </w:t>
      </w:r>
      <w:r w:rsidR="0006364F" w:rsidRPr="0006364F">
        <w:rPr>
          <w:rStyle w:val="libAlaemChar"/>
          <w:rFonts w:hint="cs"/>
          <w:rtl/>
        </w:rPr>
        <w:t>عليه‌السلام</w:t>
      </w:r>
      <w:r>
        <w:rPr>
          <w:rtl/>
        </w:rPr>
        <w:t xml:space="preserve"> أيضا. </w:t>
      </w:r>
    </w:p>
    <w:p w:rsidR="007849C6" w:rsidRDefault="007849C6" w:rsidP="007849C6">
      <w:pPr>
        <w:pStyle w:val="Heading1Center"/>
        <w:rPr>
          <w:rtl/>
        </w:rPr>
      </w:pPr>
      <w:bookmarkStart w:id="34" w:name="_Toc265165237"/>
      <w:bookmarkStart w:id="35" w:name="_Toc286683166"/>
      <w:bookmarkStart w:id="36" w:name="_Toc403904023"/>
      <w:r>
        <w:rPr>
          <w:rtl/>
        </w:rPr>
        <w:t>( باب الراء المهملة )</w:t>
      </w:r>
      <w:bookmarkEnd w:id="34"/>
      <w:bookmarkEnd w:id="35"/>
      <w:bookmarkEnd w:id="36"/>
    </w:p>
    <w:p w:rsidR="007849C6" w:rsidRDefault="007849C6" w:rsidP="00186E94">
      <w:pPr>
        <w:pStyle w:val="libNormal"/>
        <w:rPr>
          <w:rtl/>
        </w:rPr>
      </w:pPr>
      <w:r>
        <w:rPr>
          <w:rtl/>
        </w:rPr>
        <w:t xml:space="preserve">603 ـ الرازي ( كش ) ممدوح </w:t>
      </w:r>
      <w:r w:rsidRPr="00186E94">
        <w:rPr>
          <w:rStyle w:val="libFootnotenumChar"/>
          <w:rtl/>
        </w:rPr>
        <w:t>(1)</w:t>
      </w:r>
      <w:r>
        <w:rPr>
          <w:rtl/>
        </w:rPr>
        <w:t xml:space="preserve">. </w:t>
      </w:r>
    </w:p>
    <w:p w:rsidR="007849C6" w:rsidRDefault="007849C6" w:rsidP="00186E94">
      <w:pPr>
        <w:pStyle w:val="libNormal"/>
        <w:rPr>
          <w:rtl/>
        </w:rPr>
      </w:pPr>
      <w:r>
        <w:rPr>
          <w:rtl/>
        </w:rPr>
        <w:t xml:space="preserve">604 ـ رافع بن سلمة بن زياد بن أبي الجعد الاشجعي مولاهم كوفي ق ( جخ ، جش ) ثقة من بيت الثقات. </w:t>
      </w:r>
    </w:p>
    <w:p w:rsidR="007849C6" w:rsidRDefault="007849C6" w:rsidP="00186E94">
      <w:pPr>
        <w:pStyle w:val="libNormal"/>
        <w:rPr>
          <w:rtl/>
        </w:rPr>
      </w:pPr>
      <w:r>
        <w:rPr>
          <w:rtl/>
        </w:rPr>
        <w:t xml:space="preserve">605 ـ ربيع بن أبي مدرك أبو سعيد كوفي ق ( جخ ، جش ) يقال له المصلوب كان صلب بالكوفة على التشيع ثقة. </w:t>
      </w:r>
    </w:p>
    <w:p w:rsidR="007849C6" w:rsidRDefault="007849C6" w:rsidP="00186E94">
      <w:pPr>
        <w:pStyle w:val="libNormal"/>
        <w:rPr>
          <w:rtl/>
        </w:rPr>
      </w:pPr>
      <w:r>
        <w:rPr>
          <w:rtl/>
        </w:rPr>
        <w:t xml:space="preserve">606 ـ الربيع بن خيثم ى ( كش ) زاهد ممدوح </w:t>
      </w:r>
      <w:r w:rsidRPr="00186E94">
        <w:rPr>
          <w:rStyle w:val="libFootnotenumChar"/>
          <w:rtl/>
        </w:rPr>
        <w:t>(2)</w:t>
      </w:r>
      <w:r>
        <w:rPr>
          <w:rtl/>
        </w:rPr>
        <w:t xml:space="preserve">. </w:t>
      </w:r>
    </w:p>
    <w:p w:rsidR="007849C6" w:rsidRDefault="007849C6" w:rsidP="00186E94">
      <w:pPr>
        <w:pStyle w:val="libNormal"/>
        <w:rPr>
          <w:rtl/>
        </w:rPr>
      </w:pPr>
      <w:r>
        <w:rPr>
          <w:rtl/>
        </w:rPr>
        <w:t xml:space="preserve">607 ـ ربيع بن سليمان بن عمرولم ( جش ) كوفي صحب السكوني وأخذ عنه ، قريب الامر في الحديث ( غض ) طعن عليه ، ويجوز أن يخرج شاهدا. </w:t>
      </w:r>
    </w:p>
    <w:p w:rsidR="007849C6" w:rsidRDefault="007849C6" w:rsidP="00186E94">
      <w:pPr>
        <w:pStyle w:val="libNormal"/>
        <w:rPr>
          <w:rtl/>
        </w:rPr>
      </w:pPr>
      <w:r>
        <w:rPr>
          <w:rtl/>
        </w:rPr>
        <w:t xml:space="preserve">608 ـ ربيع بن محمد بن عمرو بن حسان الاصم المسلى ومسلية قبيلة من مذحج ( جش ) له كتاب. </w:t>
      </w:r>
    </w:p>
    <w:p w:rsidR="007849C6" w:rsidRDefault="007849C6" w:rsidP="00186E94">
      <w:pPr>
        <w:pStyle w:val="libNormal"/>
        <w:rPr>
          <w:rtl/>
        </w:rPr>
      </w:pPr>
      <w:r>
        <w:rPr>
          <w:rtl/>
        </w:rPr>
        <w:t xml:space="preserve">609 ـ ربعي ، بالكسر ، بن خراش بالخاء المعجمة المكسورة والراء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ذكر الرازي الكشي ( ص 481 ) طبع النجف الاشرف في ترجمة إسحاق بن إسماعيل النيسابوري وأصحابه الستة وتنصرف هذه النسبة إلى احمد إسحاق الوكيل. وهو ثقة عدل لكونه وكيل الناحية المقدسة للامام أبي محمد الحسن العسكري </w:t>
      </w:r>
      <w:r w:rsidR="0006364F" w:rsidRPr="0006364F">
        <w:rPr>
          <w:rStyle w:val="libAlaemChar"/>
          <w:rFonts w:hint="cs"/>
          <w:rtl/>
        </w:rPr>
        <w:t>عليه‌السلام</w:t>
      </w:r>
      <w:r>
        <w:rPr>
          <w:rtl/>
        </w:rPr>
        <w:t xml:space="preserve">. </w:t>
      </w:r>
    </w:p>
    <w:p w:rsidR="007849C6" w:rsidRDefault="007849C6" w:rsidP="002C2B53">
      <w:pPr>
        <w:pStyle w:val="libFootnote0"/>
        <w:rPr>
          <w:rtl/>
        </w:rPr>
      </w:pPr>
      <w:r>
        <w:rPr>
          <w:rtl/>
        </w:rPr>
        <w:t xml:space="preserve">2 ـ ذكره الكشي في رجاله عند تعداده الزهاد الثمانية ولكن بتقديم الثاء على الياء ، توفي ربيع هذا سنة 61 ه‍ ، وقيل : سنة 63 ه‍. </w:t>
      </w:r>
    </w:p>
    <w:p w:rsidR="007849C6" w:rsidRDefault="007849C6" w:rsidP="00186E94">
      <w:pPr>
        <w:pStyle w:val="libNormal0"/>
        <w:rPr>
          <w:rtl/>
        </w:rPr>
      </w:pPr>
      <w:r>
        <w:rPr>
          <w:rtl/>
        </w:rPr>
        <w:br w:type="page"/>
      </w:r>
      <w:r>
        <w:rPr>
          <w:rtl/>
        </w:rPr>
        <w:lastRenderedPageBreak/>
        <w:t xml:space="preserve">المهملة والشين المعجمة. </w:t>
      </w:r>
    </w:p>
    <w:p w:rsidR="007849C6" w:rsidRDefault="007849C6" w:rsidP="00186E94">
      <w:pPr>
        <w:pStyle w:val="libNormal"/>
        <w:rPr>
          <w:rtl/>
        </w:rPr>
      </w:pPr>
      <w:r>
        <w:rPr>
          <w:rtl/>
        </w:rPr>
        <w:t xml:space="preserve">610 ـ ربعي ، بكسر الراء وسكون الباء المفردة ، بن عبدالله بن الجارود بن أبي سبرة الهذلي أبو نعيم بصري ق ، م ( جش ) ثقة ، اختص بالفضيل بن يسار وأخذ عنه. </w:t>
      </w:r>
    </w:p>
    <w:p w:rsidR="007849C6" w:rsidRDefault="007849C6" w:rsidP="00186E94">
      <w:pPr>
        <w:pStyle w:val="libNormal"/>
        <w:rPr>
          <w:rtl/>
        </w:rPr>
      </w:pPr>
      <w:r>
        <w:rPr>
          <w:rtl/>
        </w:rPr>
        <w:t xml:space="preserve">611 ـ رجاء بن يحيى بن سامان أبو الحسين العبرتائي ، بفتح العين المهملة والباء المفردة وسكون الراء المهملة والتاء المثناة فوق والمد ، الكاتب كر ( جش ، جخ ) دى روى عنه أبو المفضل محمد بن عبدالله الشيباني ، أخبرنا عنه جماعة من أصحابنا. </w:t>
      </w:r>
    </w:p>
    <w:p w:rsidR="007849C6" w:rsidRDefault="007849C6" w:rsidP="00186E94">
      <w:pPr>
        <w:pStyle w:val="libNormal"/>
        <w:rPr>
          <w:rtl/>
        </w:rPr>
      </w:pPr>
      <w:r>
        <w:rPr>
          <w:rtl/>
        </w:rPr>
        <w:t xml:space="preserve">612 ـ رزيق </w:t>
      </w:r>
      <w:r w:rsidRPr="00186E94">
        <w:rPr>
          <w:rStyle w:val="libFootnotenumChar"/>
          <w:rtl/>
        </w:rPr>
        <w:t>(1)</w:t>
      </w:r>
      <w:r>
        <w:rPr>
          <w:rtl/>
        </w:rPr>
        <w:t xml:space="preserve"> بن الزبير الخلقاني ابن أبي الزرقاء ، يكني أبا العوام ق ( جش ) ذكره ابن نوح. أقول ـ كذا ذكره النجاشي والذي نقلته أنه رزيق بن الزبير ، بالراء المهملة المضمومة فالمعجمة المفتوحة فالياء المثناة تحت فالقاف ، وقد ذكره الشيخ في كتاب الرجال. </w:t>
      </w:r>
    </w:p>
    <w:p w:rsidR="007849C6" w:rsidRDefault="007849C6" w:rsidP="00186E94">
      <w:pPr>
        <w:pStyle w:val="libNormal"/>
        <w:rPr>
          <w:rtl/>
        </w:rPr>
      </w:pPr>
      <w:r>
        <w:rPr>
          <w:rtl/>
        </w:rPr>
        <w:t xml:space="preserve">613 ـ رزام ، بكسر الراء فالزاي ابن مسلم مولى خالد بن عبدالله القسري كوفي ق ( جخ ، كش ) علمه الصادق </w:t>
      </w:r>
      <w:r w:rsidR="0006364F" w:rsidRPr="0006364F">
        <w:rPr>
          <w:rStyle w:val="libAlaemChar"/>
          <w:rFonts w:hint="cs"/>
          <w:rtl/>
        </w:rPr>
        <w:t>عليه‌السلام</w:t>
      </w:r>
      <w:r>
        <w:rPr>
          <w:rtl/>
        </w:rPr>
        <w:t xml:space="preserve"> دعاء خلص به من العذاب. </w:t>
      </w:r>
    </w:p>
    <w:p w:rsidR="007849C6" w:rsidRDefault="007849C6" w:rsidP="00186E94">
      <w:pPr>
        <w:pStyle w:val="libNormal"/>
        <w:rPr>
          <w:rtl/>
        </w:rPr>
      </w:pPr>
      <w:r>
        <w:rPr>
          <w:rtl/>
        </w:rPr>
        <w:t xml:space="preserve">614 ـ رشد ، بفتح الراء والشين المعجمة ، ومن أصحابنا من أثبته بياء بعد شين ، ورأيته بخط الشيخ في عدة مواضع بغير ياء والاقرب الاول ، بن زيد الجعفي لم ( جخ ، ست ، جش ) كوفي ثقة قليل الحديث </w:t>
      </w:r>
      <w:r w:rsidRPr="00186E94">
        <w:rPr>
          <w:rStyle w:val="libFootnotenumChar"/>
          <w:rtl/>
        </w:rPr>
        <w:t>(2)</w:t>
      </w:r>
      <w:r>
        <w:rPr>
          <w:rtl/>
        </w:rPr>
        <w:t xml:space="preserve">.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كان في نسخة الاصل ( رزبي ) وقال بعد ذلك : ( كذا ذكره النجاشي ) ثم قال : ( والذي نقلته أنه رزيق ) ولكن الذي في النجاشي ( رزيق ) ولعل نسخة النجاشي التي كانت عند صاحب الكتاب كانت مغلوطة. </w:t>
      </w:r>
    </w:p>
    <w:p w:rsidR="007849C6" w:rsidRDefault="007849C6" w:rsidP="002C2B53">
      <w:pPr>
        <w:pStyle w:val="libFootnote0"/>
        <w:rPr>
          <w:rtl/>
        </w:rPr>
      </w:pPr>
      <w:r>
        <w:rPr>
          <w:rtl/>
        </w:rPr>
        <w:t xml:space="preserve">2 ـ الموجود في النجاشي وفهرست الشيخ ورجاله في باب من لم يرو عنهم ( ع ) ( رشيد ) بالياء بعد الشين. </w:t>
      </w:r>
    </w:p>
    <w:p w:rsidR="007849C6" w:rsidRDefault="007849C6" w:rsidP="00186E94">
      <w:pPr>
        <w:pStyle w:val="libNormal"/>
        <w:rPr>
          <w:rtl/>
        </w:rPr>
      </w:pPr>
      <w:r>
        <w:rPr>
          <w:rtl/>
        </w:rPr>
        <w:br w:type="page"/>
      </w:r>
      <w:r>
        <w:rPr>
          <w:rtl/>
        </w:rPr>
        <w:lastRenderedPageBreak/>
        <w:t xml:space="preserve">615 ـ رشيد ، بضم الراء وفتح الشين المعجمة ، ( الهجري ) بفتحتين ورأيت بعض أصحابنا قد ضبطه ( الهجري ) بضم الجيم وهو اشتباه عليه ى ، ن ، سين ، ين ( كش ، جخ ) صاحب أمير المؤمنين </w:t>
      </w:r>
      <w:r w:rsidR="0006364F" w:rsidRPr="0006364F">
        <w:rPr>
          <w:rStyle w:val="libAlaemChar"/>
          <w:rFonts w:hint="cs"/>
          <w:rtl/>
        </w:rPr>
        <w:t>عليه‌السلام</w:t>
      </w:r>
      <w:r>
        <w:rPr>
          <w:rtl/>
        </w:rPr>
        <w:t xml:space="preserve"> ، كان يسميه رشيد البلايا ، قال له : ( أنت معي في الدنيا والاخرة ) وأخبره بما جرى له مع عبيدالله بن زياد ، فلما قال له بأي ميتة قال لك تموت ؟ قال له : أخبرني أنك تدعوني إلى البراءة منه فلا أبرأ فتقطع يدي ورجلي ولساني ، فقال : لاكذبنه ، فقطع أطرافه وأبقى لسانه ، فقالت ابنته : كنت أسأله هل يؤلمك ذلك ؟ فيقول : كما يؤلم زحام الناس. ثم شرع يحدث الناس فأرسل الحجام فقطع لسانه ، </w:t>
      </w:r>
      <w:r w:rsidR="006B246D" w:rsidRPr="006B246D">
        <w:rPr>
          <w:rStyle w:val="libAlaemChar"/>
          <w:rFonts w:hint="cs"/>
          <w:rtl/>
        </w:rPr>
        <w:t>رحمه‌الله</w:t>
      </w:r>
      <w:r>
        <w:rPr>
          <w:rtl/>
        </w:rPr>
        <w:t xml:space="preserve">. </w:t>
      </w:r>
    </w:p>
    <w:p w:rsidR="007849C6" w:rsidRDefault="007849C6" w:rsidP="00186E94">
      <w:pPr>
        <w:pStyle w:val="libNormal"/>
        <w:rPr>
          <w:rtl/>
        </w:rPr>
      </w:pPr>
      <w:r>
        <w:rPr>
          <w:rtl/>
        </w:rPr>
        <w:t xml:space="preserve">616 ـ رفاعة بن محمد الحضرمي ق ( جخ ) ثقة. </w:t>
      </w:r>
    </w:p>
    <w:p w:rsidR="007849C6" w:rsidRDefault="007849C6" w:rsidP="00186E94">
      <w:pPr>
        <w:pStyle w:val="libNormal"/>
        <w:rPr>
          <w:rtl/>
        </w:rPr>
      </w:pPr>
      <w:r>
        <w:rPr>
          <w:rtl/>
        </w:rPr>
        <w:t xml:space="preserve">617 ـ رفاعة بن موسى الاسدي النخاس ق ( جخ ، جش ) ثقة مرضي لا غمز فيه. </w:t>
      </w:r>
    </w:p>
    <w:p w:rsidR="007849C6" w:rsidRDefault="007849C6" w:rsidP="00186E94">
      <w:pPr>
        <w:pStyle w:val="libNormal"/>
        <w:rPr>
          <w:rtl/>
        </w:rPr>
      </w:pPr>
      <w:r>
        <w:rPr>
          <w:rtl/>
        </w:rPr>
        <w:t xml:space="preserve">618 ـ رقيم بن إلياس بن عمرو البجلي كوفي ق ( جش ) ثقة. </w:t>
      </w:r>
    </w:p>
    <w:p w:rsidR="007849C6" w:rsidRDefault="007849C6" w:rsidP="00186E94">
      <w:pPr>
        <w:pStyle w:val="libNormal"/>
        <w:rPr>
          <w:rtl/>
        </w:rPr>
      </w:pPr>
      <w:r>
        <w:rPr>
          <w:rtl/>
        </w:rPr>
        <w:t xml:space="preserve">619 ـ روح بن عبدالرحيم ، شريك المعلي بن خنيس ق ( جخ ، جش ) ثقة. </w:t>
      </w:r>
    </w:p>
    <w:p w:rsidR="007849C6" w:rsidRDefault="007849C6" w:rsidP="00186E94">
      <w:pPr>
        <w:pStyle w:val="libNormal"/>
        <w:rPr>
          <w:rtl/>
        </w:rPr>
      </w:pPr>
      <w:r>
        <w:rPr>
          <w:rtl/>
        </w:rPr>
        <w:t xml:space="preserve">620 ـ رومي بن زرارة بن أعين الشيباني ق ( جخ ، جش ) ثقة قليل الحديث. </w:t>
      </w:r>
    </w:p>
    <w:p w:rsidR="007849C6" w:rsidRDefault="007849C6" w:rsidP="00186E94">
      <w:pPr>
        <w:pStyle w:val="libNormal"/>
        <w:rPr>
          <w:rtl/>
        </w:rPr>
      </w:pPr>
      <w:r>
        <w:rPr>
          <w:rtl/>
        </w:rPr>
        <w:t xml:space="preserve">621 ـ رهم ، بضم الراء ، الانصاري م ( جخ ، كش ) ممدوح. </w:t>
      </w:r>
    </w:p>
    <w:p w:rsidR="007849C6" w:rsidRDefault="007849C6" w:rsidP="00186E94">
      <w:pPr>
        <w:pStyle w:val="libNormal"/>
        <w:rPr>
          <w:rtl/>
        </w:rPr>
      </w:pPr>
      <w:r>
        <w:rPr>
          <w:rtl/>
        </w:rPr>
        <w:t xml:space="preserve">622 ـ الريان ، بالراء والياء المثناة تحت ، بن شبيب ، خال المعتصم لم ( جش ) ثقة سكن قم وروي عنه أهلها. </w:t>
      </w:r>
    </w:p>
    <w:p w:rsidR="007849C6" w:rsidRDefault="007849C6" w:rsidP="00186E94">
      <w:pPr>
        <w:pStyle w:val="libNormal"/>
        <w:rPr>
          <w:rtl/>
        </w:rPr>
      </w:pPr>
      <w:r>
        <w:rPr>
          <w:rtl/>
        </w:rPr>
        <w:t xml:space="preserve">623 ـ الريان بن الصلت الاشعري القمي أبو علي ضا ، دى ( جخ ست ) كان ثقة صدوقا خراسانيا. </w:t>
      </w:r>
    </w:p>
    <w:p w:rsidR="007849C6" w:rsidRDefault="007849C6" w:rsidP="007849C6">
      <w:pPr>
        <w:pStyle w:val="Heading1Center"/>
        <w:rPr>
          <w:rtl/>
        </w:rPr>
      </w:pPr>
      <w:r>
        <w:rPr>
          <w:rtl/>
        </w:rPr>
        <w:br w:type="page"/>
      </w:r>
      <w:bookmarkStart w:id="37" w:name="_Toc265165238"/>
      <w:bookmarkStart w:id="38" w:name="_Toc286683167"/>
      <w:bookmarkStart w:id="39" w:name="_Toc403904024"/>
      <w:r>
        <w:rPr>
          <w:rtl/>
        </w:rPr>
        <w:lastRenderedPageBreak/>
        <w:t>باب الزاي المعجمة</w:t>
      </w:r>
      <w:bookmarkEnd w:id="37"/>
      <w:bookmarkEnd w:id="38"/>
      <w:bookmarkEnd w:id="39"/>
    </w:p>
    <w:p w:rsidR="007849C6" w:rsidRDefault="007849C6" w:rsidP="00186E94">
      <w:pPr>
        <w:pStyle w:val="libNormal"/>
        <w:rPr>
          <w:rtl/>
        </w:rPr>
      </w:pPr>
      <w:r>
        <w:rPr>
          <w:rtl/>
        </w:rPr>
        <w:t xml:space="preserve">624 ـ زاهر الاسلمي أبو مجزاة ، بفتح الميم والزاي وسكون الجيم ل ( جخ ) من أصحاب الشجرة. </w:t>
      </w:r>
    </w:p>
    <w:p w:rsidR="007849C6" w:rsidRDefault="007849C6" w:rsidP="00186E94">
      <w:pPr>
        <w:pStyle w:val="libNormal"/>
        <w:rPr>
          <w:rtl/>
        </w:rPr>
      </w:pPr>
      <w:r>
        <w:rPr>
          <w:rtl/>
        </w:rPr>
        <w:t xml:space="preserve">625 ـ الزبيربن العوام ل ( جخ ). </w:t>
      </w:r>
    </w:p>
    <w:p w:rsidR="007849C6" w:rsidRDefault="007849C6" w:rsidP="00186E94">
      <w:pPr>
        <w:pStyle w:val="libNormal"/>
        <w:rPr>
          <w:rtl/>
        </w:rPr>
      </w:pPr>
      <w:r>
        <w:rPr>
          <w:rtl/>
        </w:rPr>
        <w:t xml:space="preserve">626 ـ زحر ، بفتح الزاي والسكون الحاء المهملة ، بن عبدالله أبو الحصين الاسدي قر ، ق ( جش ) ثقة. </w:t>
      </w:r>
    </w:p>
    <w:p w:rsidR="007849C6" w:rsidRDefault="007849C6" w:rsidP="00186E94">
      <w:pPr>
        <w:pStyle w:val="libNormal"/>
        <w:rPr>
          <w:rtl/>
        </w:rPr>
      </w:pPr>
      <w:r>
        <w:rPr>
          <w:rtl/>
        </w:rPr>
        <w:t xml:space="preserve">627 ـ زحربن قيس ى ( جخ ) رسول علي بن أبي طالب </w:t>
      </w:r>
      <w:r w:rsidR="0006364F" w:rsidRPr="0006364F">
        <w:rPr>
          <w:rStyle w:val="libAlaemChar"/>
          <w:rFonts w:hint="cs"/>
          <w:rtl/>
        </w:rPr>
        <w:t>عليه‌السلام</w:t>
      </w:r>
      <w:r>
        <w:rPr>
          <w:rtl/>
        </w:rPr>
        <w:t xml:space="preserve"> إلى الري ثم إلى الخوارج. </w:t>
      </w:r>
    </w:p>
    <w:p w:rsidR="007849C6" w:rsidRDefault="007849C6" w:rsidP="00186E94">
      <w:pPr>
        <w:pStyle w:val="libNormal"/>
        <w:rPr>
          <w:rtl/>
        </w:rPr>
      </w:pPr>
      <w:r>
        <w:rPr>
          <w:rtl/>
        </w:rPr>
        <w:t xml:space="preserve">628 ـ زحربن النعمان الاسدي أبو الخطاب ق ( جخ ) مولى كوفي ثقة. </w:t>
      </w:r>
    </w:p>
    <w:p w:rsidR="007849C6" w:rsidRDefault="007849C6" w:rsidP="00186E94">
      <w:pPr>
        <w:pStyle w:val="libNormal"/>
        <w:rPr>
          <w:rtl/>
        </w:rPr>
      </w:pPr>
      <w:r>
        <w:rPr>
          <w:rtl/>
        </w:rPr>
        <w:t xml:space="preserve">629 ـ زرارة بن أعين الشيباني مولاهم أبو علي قر ، ق ، م ( جخ ، ست ، كش ) </w:t>
      </w:r>
      <w:r w:rsidRPr="00186E94">
        <w:rPr>
          <w:rStyle w:val="libFootnotenumChar"/>
          <w:rtl/>
        </w:rPr>
        <w:t>(1)</w:t>
      </w:r>
      <w:r>
        <w:rPr>
          <w:rtl/>
        </w:rPr>
        <w:t xml:space="preserve"> اسمه عبدربه ، وكان أعين بن سنسن ـ بالمهملتين المضمومتين والنونين ـ عبد اروميا لرجل من بني شيبان ، تعلم القرآن ثم أعتقه فعرض عليه أن يدخله في نسبه فأبي أعين ذلك وقال ( أقرني على ولائي ) وكان سنسن راهبا في بلاد الروم. له عدة أولاد : الحسن والحسين ورومي وعبيد وعبد الله ويحيى بنوزرارة ، وله أخوة : حمران النحوي وله ابنان حمزة ومحمد ، وبكير أبو الجهم له عبدالله بن بكير ، وعبد الله بن أعين ، وعبد الملك بن أعين وابنه ضريس. وزرارة كان أصدق أهل زمانه وأفضلهم ، قال فيه الصادق </w:t>
      </w:r>
      <w:r w:rsidR="0006364F" w:rsidRPr="0006364F">
        <w:rPr>
          <w:rStyle w:val="libAlaemChar"/>
          <w:rFonts w:hint="cs"/>
          <w:rtl/>
        </w:rPr>
        <w:t>عليه‌السلام</w:t>
      </w:r>
      <w:r>
        <w:rPr>
          <w:rtl/>
        </w:rPr>
        <w:t xml:space="preserve"> : ( لولا زرارة لقلت إن أحاديث أبي </w:t>
      </w:r>
      <w:r w:rsidR="0006364F" w:rsidRPr="0006364F">
        <w:rPr>
          <w:rStyle w:val="libAlaemChar"/>
          <w:rFonts w:hint="cs"/>
          <w:rtl/>
        </w:rPr>
        <w:t>عليه‌السلام</w:t>
      </w:r>
      <w:r>
        <w:rPr>
          <w:rtl/>
        </w:rPr>
        <w:t xml:space="preserve"> ستذهب ) وروى الكشي عن أبي عبدالله </w:t>
      </w:r>
      <w:r w:rsidR="0006364F" w:rsidRPr="0006364F">
        <w:rPr>
          <w:rStyle w:val="libAlaemChar"/>
          <w:rFonts w:hint="cs"/>
          <w:rtl/>
        </w:rPr>
        <w:t>عليه‌السلام</w:t>
      </w:r>
      <w:r>
        <w:rPr>
          <w:rtl/>
        </w:rPr>
        <w:t xml:space="preserve"> أنه قال : ( أحب الناس إلي أحياء أو أمواتا أربعة : بريد بن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وترجم لزرارة النجاشي أيضا في رجاله وقال : مات سنة 150 ه‍ ، بعد أبي عبدالله الصادق </w:t>
      </w:r>
      <w:r w:rsidR="0006364F" w:rsidRPr="0006364F">
        <w:rPr>
          <w:rStyle w:val="libAlaemChar"/>
          <w:rFonts w:hint="cs"/>
          <w:rtl/>
        </w:rPr>
        <w:t>عليه‌السلام</w:t>
      </w:r>
      <w:r>
        <w:rPr>
          <w:rtl/>
        </w:rPr>
        <w:t xml:space="preserve">. </w:t>
      </w:r>
    </w:p>
    <w:p w:rsidR="007849C6" w:rsidRDefault="007849C6" w:rsidP="00186E94">
      <w:pPr>
        <w:pStyle w:val="libNormal0"/>
        <w:rPr>
          <w:rtl/>
        </w:rPr>
      </w:pPr>
      <w:r>
        <w:rPr>
          <w:rtl/>
        </w:rPr>
        <w:br w:type="page"/>
      </w:r>
      <w:r>
        <w:rPr>
          <w:rtl/>
        </w:rPr>
        <w:lastRenderedPageBreak/>
        <w:t xml:space="preserve">معاوية ، بالباء المفردة المضمومة والراء المفتوحة البجلي ، وزرارة ومحمد ابن مسلم وأبو مسلم وأبو بصير ) وقال </w:t>
      </w:r>
      <w:r w:rsidR="0006364F" w:rsidRPr="0006364F">
        <w:rPr>
          <w:rStyle w:val="libAlaemChar"/>
          <w:rFonts w:hint="cs"/>
          <w:rtl/>
        </w:rPr>
        <w:t>عليه‌السلام</w:t>
      </w:r>
      <w:r>
        <w:rPr>
          <w:rtl/>
        </w:rPr>
        <w:t xml:space="preserve"> لشخص : ( إذا أردت حديثنا فعليك بهذا الجالس ) وأومأ إلى رجل من أصحابه ، فسألت عنه فقيل زرارة. وقال </w:t>
      </w:r>
      <w:r w:rsidR="0006364F" w:rsidRPr="0006364F">
        <w:rPr>
          <w:rStyle w:val="libAlaemChar"/>
          <w:rFonts w:hint="cs"/>
          <w:rtl/>
        </w:rPr>
        <w:t>عليه‌السلام</w:t>
      </w:r>
      <w:r>
        <w:rPr>
          <w:rtl/>
        </w:rPr>
        <w:t xml:space="preserve"> في الاربعة المذكورين : ( إنهم من الذين قال الله تعالى : </w:t>
      </w:r>
      <w:r w:rsidRPr="00186E94">
        <w:rPr>
          <w:rStyle w:val="libAlaemChar"/>
          <w:rtl/>
        </w:rPr>
        <w:t>(</w:t>
      </w:r>
      <w:r w:rsidRPr="00186E94">
        <w:rPr>
          <w:rStyle w:val="libAieChar"/>
          <w:rtl/>
        </w:rPr>
        <w:t xml:space="preserve"> السابقون السابقون أولئك المقربون </w:t>
      </w:r>
      <w:r w:rsidRPr="00186E94">
        <w:rPr>
          <w:rStyle w:val="libAlaemChar"/>
          <w:rtl/>
        </w:rPr>
        <w:t>)</w:t>
      </w:r>
      <w:r>
        <w:rPr>
          <w:rtl/>
        </w:rPr>
        <w:t xml:space="preserve"> وحال زرارة أوضح من أن يحتاج ألى ايضاح. </w:t>
      </w:r>
    </w:p>
    <w:p w:rsidR="007849C6" w:rsidRDefault="007849C6" w:rsidP="00186E94">
      <w:pPr>
        <w:pStyle w:val="libNormal"/>
        <w:rPr>
          <w:rtl/>
        </w:rPr>
      </w:pPr>
      <w:r>
        <w:rPr>
          <w:rtl/>
        </w:rPr>
        <w:t xml:space="preserve">630 ـ زربن حبيش ، بالحاء المهملة المضمومة والباء المفردة المفتوحة والياء المثناة تحت والشين المعجمة ى ( جخ ) كان فاضلا ، ومن أصحابنا من صحفه فقال بالسين المهملة وهو وهم. </w:t>
      </w:r>
    </w:p>
    <w:p w:rsidR="007849C6" w:rsidRDefault="007849C6" w:rsidP="00186E94">
      <w:pPr>
        <w:pStyle w:val="libNormal"/>
        <w:rPr>
          <w:rtl/>
        </w:rPr>
      </w:pPr>
      <w:r>
        <w:rPr>
          <w:rtl/>
        </w:rPr>
        <w:t xml:space="preserve">631 ـ زريق بن مرزوق ( ست ، جش ) كوفي ثقة ، وبعض أصحابنا التبس عليه حاله فتوهم أنه ( رزيق ) بتقديم المهملة واثبته في باب الراء وهو وهم ، وقد ذكره الشيخ أبو جعفر في الفهرست في باب الزاي </w:t>
      </w:r>
      <w:r w:rsidRPr="00186E94">
        <w:rPr>
          <w:rStyle w:val="libFootnotenumChar"/>
          <w:rtl/>
        </w:rPr>
        <w:t>(1)</w:t>
      </w:r>
      <w:r>
        <w:rPr>
          <w:rtl/>
        </w:rPr>
        <w:t xml:space="preserve">. </w:t>
      </w:r>
    </w:p>
    <w:p w:rsidR="007849C6" w:rsidRDefault="007849C6" w:rsidP="00186E94">
      <w:pPr>
        <w:pStyle w:val="libNormal"/>
        <w:rPr>
          <w:rtl/>
        </w:rPr>
      </w:pPr>
      <w:r>
        <w:rPr>
          <w:rtl/>
        </w:rPr>
        <w:t xml:space="preserve">632 ـ زفر بن النعمان أبو الأزهر العجلي كوفي ق ( جخ ) مهمل. </w:t>
      </w:r>
    </w:p>
    <w:p w:rsidR="007849C6" w:rsidRDefault="007849C6" w:rsidP="00186E94">
      <w:pPr>
        <w:pStyle w:val="libNormal"/>
        <w:rPr>
          <w:rtl/>
        </w:rPr>
      </w:pPr>
      <w:r>
        <w:rPr>
          <w:rtl/>
        </w:rPr>
        <w:t xml:space="preserve">633 ـ زفر بن سويد الجعفي مولاهم ق ( جخ ) مهمل. </w:t>
      </w:r>
    </w:p>
    <w:p w:rsidR="007849C6" w:rsidRDefault="007849C6" w:rsidP="00186E94">
      <w:pPr>
        <w:pStyle w:val="libNormal"/>
        <w:rPr>
          <w:rtl/>
        </w:rPr>
      </w:pPr>
      <w:r>
        <w:rPr>
          <w:rtl/>
        </w:rPr>
        <w:t xml:space="preserve">634 ـ زكاربن الحسن الدينوري ( جش ) شيخ من أصحابنا ثقة. </w:t>
      </w:r>
    </w:p>
    <w:p w:rsidR="007849C6" w:rsidRDefault="007849C6" w:rsidP="00186E94">
      <w:pPr>
        <w:pStyle w:val="libNormal"/>
        <w:rPr>
          <w:rtl/>
        </w:rPr>
      </w:pPr>
      <w:r>
        <w:rPr>
          <w:rtl/>
        </w:rPr>
        <w:t xml:space="preserve">635 ـ زكريا بن آدم بن عبدالله بن سعد الاشعري القمي ضا ، د ( جخ ، ست ، كش ) فقيه جليل عظيم القدر عنده ، قال للرضا </w:t>
      </w:r>
      <w:r w:rsidR="0006364F" w:rsidRPr="0006364F">
        <w:rPr>
          <w:rStyle w:val="libAlaemChar"/>
          <w:rFonts w:hint="cs"/>
          <w:rtl/>
        </w:rPr>
        <w:t>عليه‌السلام</w:t>
      </w:r>
      <w:r>
        <w:rPr>
          <w:rtl/>
        </w:rPr>
        <w:t xml:space="preserve"> إني أريد الخروج عن أهل بيتي فقد كثر سفاههم ، فقال </w:t>
      </w:r>
      <w:r w:rsidR="0006364F" w:rsidRPr="0006364F">
        <w:rPr>
          <w:rStyle w:val="libAlaemChar"/>
          <w:rFonts w:hint="cs"/>
          <w:rtl/>
        </w:rPr>
        <w:t>عليه‌السلام</w:t>
      </w:r>
      <w:r>
        <w:rPr>
          <w:rtl/>
        </w:rPr>
        <w:t xml:space="preserve"> له : ( لا تفعل فان الله تعالى يدفع عنهم بك كما يدفع عن أهل بغداد بابي الحسن الكاظم </w:t>
      </w:r>
      <w:r w:rsidR="0006364F" w:rsidRPr="0006364F">
        <w:rPr>
          <w:rStyle w:val="libAlaemChar"/>
          <w:rFonts w:hint="cs"/>
          <w:rtl/>
        </w:rPr>
        <w:t>عليه‌السلام</w:t>
      </w:r>
      <w:r>
        <w:rPr>
          <w:rtl/>
        </w:rPr>
        <w:t xml:space="preserve"> ) وسأل علي بن المسيب الرضا </w:t>
      </w:r>
      <w:r w:rsidR="0006364F" w:rsidRPr="0006364F">
        <w:rPr>
          <w:rStyle w:val="libAlaemChar"/>
          <w:rFonts w:hint="cs"/>
          <w:rtl/>
        </w:rPr>
        <w:t>عليه‌السلام</w:t>
      </w:r>
      <w:r>
        <w:rPr>
          <w:rtl/>
        </w:rPr>
        <w:t xml:space="preserve"> فقال : إن شقتي بعيدة فلست أصل إليك في كل وقت فممن آخذ معالم ديني ؟ فقال : ( من زكريا بن آدم القمي المأمون على الدين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ولكن النجاشي ذكره ( رزيق ) بتقديم الراء على الزاي. </w:t>
      </w:r>
    </w:p>
    <w:p w:rsidR="007849C6" w:rsidRDefault="007849C6" w:rsidP="00186E94">
      <w:pPr>
        <w:pStyle w:val="libNormal0"/>
        <w:rPr>
          <w:rtl/>
        </w:rPr>
      </w:pPr>
      <w:r>
        <w:rPr>
          <w:rtl/>
        </w:rPr>
        <w:br w:type="page"/>
      </w:r>
      <w:r>
        <w:rPr>
          <w:rtl/>
        </w:rPr>
        <w:lastRenderedPageBreak/>
        <w:t xml:space="preserve">والدنيا ) وحج زميله من المدينة </w:t>
      </w:r>
      <w:r w:rsidRPr="00186E94">
        <w:rPr>
          <w:rStyle w:val="libFootnotenumChar"/>
          <w:rtl/>
        </w:rPr>
        <w:t>(1)</w:t>
      </w:r>
      <w:r>
        <w:rPr>
          <w:rtl/>
        </w:rPr>
        <w:t xml:space="preserve">. </w:t>
      </w:r>
    </w:p>
    <w:p w:rsidR="007849C6" w:rsidRDefault="007849C6" w:rsidP="00186E94">
      <w:pPr>
        <w:pStyle w:val="libNormal"/>
        <w:rPr>
          <w:rtl/>
        </w:rPr>
      </w:pPr>
      <w:r>
        <w:rPr>
          <w:rtl/>
        </w:rPr>
        <w:t xml:space="preserve">636 ـ زكريا بن إدريس بن عبد الله بن سعد الاشعري القمي أبو جرير ، بضم الجيم وفتح الراء ( جش ) قيل ق ، م ، ضا. أقول : إنه مذكورفي ( جخ ) في رجال الصادق والرضا </w:t>
      </w:r>
      <w:r w:rsidR="0006364F" w:rsidRPr="0006364F">
        <w:rPr>
          <w:rStyle w:val="libAlaemChar"/>
          <w:rFonts w:hint="cs"/>
          <w:rtl/>
        </w:rPr>
        <w:t>عليهما‌السلام</w:t>
      </w:r>
      <w:r>
        <w:rPr>
          <w:rtl/>
        </w:rPr>
        <w:t xml:space="preserve">. </w:t>
      </w:r>
    </w:p>
    <w:p w:rsidR="007849C6" w:rsidRDefault="007849C6" w:rsidP="00186E94">
      <w:pPr>
        <w:pStyle w:val="libNormal"/>
        <w:rPr>
          <w:rtl/>
        </w:rPr>
      </w:pPr>
      <w:r>
        <w:rPr>
          <w:rtl/>
        </w:rPr>
        <w:t xml:space="preserve">637 ـ زكريا بن الحر الجعفي أخواديم ، بضم الهمزة وفتح الدال المهملة ، وأيوب ، كان وجها. </w:t>
      </w:r>
    </w:p>
    <w:p w:rsidR="007849C6" w:rsidRDefault="007849C6" w:rsidP="00186E94">
      <w:pPr>
        <w:pStyle w:val="libNormal"/>
        <w:rPr>
          <w:rtl/>
        </w:rPr>
      </w:pPr>
      <w:r>
        <w:rPr>
          <w:rtl/>
        </w:rPr>
        <w:t xml:space="preserve">638 ـ زكريا بن سابور الازدي مولاهم الواسطي ( جخ ) ق ( كش ) ممدوح. </w:t>
      </w:r>
    </w:p>
    <w:p w:rsidR="007849C6" w:rsidRDefault="007849C6" w:rsidP="00186E94">
      <w:pPr>
        <w:pStyle w:val="libNormal"/>
        <w:rPr>
          <w:rtl/>
        </w:rPr>
      </w:pPr>
      <w:r>
        <w:rPr>
          <w:rtl/>
        </w:rPr>
        <w:t xml:space="preserve">639 ـ زكريا بن سابق ق ( كش ) ممدوح. </w:t>
      </w:r>
    </w:p>
    <w:p w:rsidR="007849C6" w:rsidRDefault="007849C6" w:rsidP="00186E94">
      <w:pPr>
        <w:pStyle w:val="libNormal"/>
        <w:rPr>
          <w:rtl/>
        </w:rPr>
      </w:pPr>
      <w:r>
        <w:rPr>
          <w:rtl/>
        </w:rPr>
        <w:t xml:space="preserve">640 ـ زكريا بن عبدالله الفياض أبو يحيى ق ، م ( جش ) ابن نوح. قر. </w:t>
      </w:r>
    </w:p>
    <w:p w:rsidR="007849C6" w:rsidRDefault="007849C6" w:rsidP="00186E94">
      <w:pPr>
        <w:pStyle w:val="libNormal"/>
        <w:rPr>
          <w:rtl/>
        </w:rPr>
      </w:pPr>
      <w:r>
        <w:rPr>
          <w:rtl/>
        </w:rPr>
        <w:t xml:space="preserve">641 ـ زكريا بن عبد الصمد القمي أبو جرير ، بالجيم والراءين م ، ضا ( جخ ) ثقة. </w:t>
      </w:r>
    </w:p>
    <w:p w:rsidR="007849C6" w:rsidRDefault="007849C6" w:rsidP="00186E94">
      <w:pPr>
        <w:pStyle w:val="libNormal"/>
        <w:rPr>
          <w:rtl/>
        </w:rPr>
      </w:pPr>
      <w:r>
        <w:rPr>
          <w:rtl/>
        </w:rPr>
        <w:t xml:space="preserve">642 ـ زكريا كوكب الدم ، أبو يحيى الموصلي ق ، م ( جخ ، كش ) شيخ من الاخبار ( غض ) ضعيف. وقد ذكرته في الضعفاء. </w:t>
      </w:r>
    </w:p>
    <w:p w:rsidR="007849C6" w:rsidRDefault="007849C6" w:rsidP="00186E94">
      <w:pPr>
        <w:pStyle w:val="libNormal"/>
        <w:rPr>
          <w:rtl/>
        </w:rPr>
      </w:pPr>
      <w:r>
        <w:rPr>
          <w:rtl/>
        </w:rPr>
        <w:t xml:space="preserve">643 ـ زكريا بن يحيى التميمي لم ( جش ) كوفي ثقة. </w:t>
      </w:r>
    </w:p>
    <w:p w:rsidR="007849C6" w:rsidRDefault="007849C6" w:rsidP="00186E94">
      <w:pPr>
        <w:pStyle w:val="libNormal"/>
        <w:rPr>
          <w:rtl/>
        </w:rPr>
      </w:pPr>
      <w:r>
        <w:rPr>
          <w:rtl/>
        </w:rPr>
        <w:t xml:space="preserve">644 ـ زكريا بن يحيى الواسطي ق ( جخ ، جش ) ذكر ابن نوح ثقة. </w:t>
      </w:r>
    </w:p>
    <w:p w:rsidR="007849C6" w:rsidRDefault="007849C6" w:rsidP="00186E94">
      <w:pPr>
        <w:pStyle w:val="libNormal"/>
        <w:rPr>
          <w:rtl/>
        </w:rPr>
      </w:pPr>
      <w:r>
        <w:rPr>
          <w:rtl/>
        </w:rPr>
        <w:t xml:space="preserve">645 ـ زميلة بضم الزاي وفتح الميم ى ( كش ) ثقة والتبس على بعض أصحابنا فأثبته في الراء المهملة وهو وهم ، وقد ذكره الشيخ في باب الزاي من كتاب الرجال.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المراد أن الرضا ( ع ) حج وكان زكريا بن آدم زميله من المدينة إلى مكة ، كذا ذكره العلامة في الخلاصة. </w:t>
      </w:r>
    </w:p>
    <w:p w:rsidR="007849C6" w:rsidRDefault="007849C6" w:rsidP="00186E94">
      <w:pPr>
        <w:pStyle w:val="libNormal"/>
        <w:rPr>
          <w:rtl/>
        </w:rPr>
      </w:pPr>
      <w:r>
        <w:rPr>
          <w:rtl/>
        </w:rPr>
        <w:br w:type="page"/>
      </w:r>
      <w:r>
        <w:rPr>
          <w:rtl/>
        </w:rPr>
        <w:lastRenderedPageBreak/>
        <w:t xml:space="preserve">646 ـ زهير بن القين سين ( جخ ) قتل بكربلا </w:t>
      </w:r>
      <w:r w:rsidR="006B246D" w:rsidRPr="006B246D">
        <w:rPr>
          <w:rStyle w:val="libAlaemChar"/>
          <w:rFonts w:hint="cs"/>
          <w:rtl/>
        </w:rPr>
        <w:t>رحمه‌الله</w:t>
      </w:r>
      <w:r>
        <w:rPr>
          <w:rtl/>
        </w:rPr>
        <w:t xml:space="preserve"> عظيم الشأن. </w:t>
      </w:r>
    </w:p>
    <w:p w:rsidR="007849C6" w:rsidRDefault="007849C6" w:rsidP="00186E94">
      <w:pPr>
        <w:pStyle w:val="libNormal"/>
        <w:rPr>
          <w:rtl/>
        </w:rPr>
      </w:pPr>
      <w:r>
        <w:rPr>
          <w:rtl/>
        </w:rPr>
        <w:t xml:space="preserve">647 ـ زياد بن أبي رجاء ، بالجيم ، واسم أبي رجاء منذرقر ، ق ( جخ ) كوفي ثقة صحيح. </w:t>
      </w:r>
    </w:p>
    <w:p w:rsidR="007849C6" w:rsidRDefault="007849C6" w:rsidP="00186E94">
      <w:pPr>
        <w:pStyle w:val="libNormal"/>
        <w:rPr>
          <w:rtl/>
        </w:rPr>
      </w:pPr>
      <w:r>
        <w:rPr>
          <w:rtl/>
        </w:rPr>
        <w:t xml:space="preserve">648 ـ زياد بن أبي الحلال ، بفتح الحاء المهملة ، كوفي مولى ق ( جخ ، ست ، جش ) ثقة. </w:t>
      </w:r>
    </w:p>
    <w:p w:rsidR="007849C6" w:rsidRDefault="007849C6" w:rsidP="00186E94">
      <w:pPr>
        <w:pStyle w:val="libNormal"/>
        <w:rPr>
          <w:rtl/>
        </w:rPr>
      </w:pPr>
      <w:r>
        <w:rPr>
          <w:rtl/>
        </w:rPr>
        <w:t xml:space="preserve">649 ـ زياد بن أبي غياث ، واسم أبي غياث مسلم مولى آل دغش ابن محارب بن خصفة ق ( جش ) ذكره ابن عقدة وابن نوح ثقة. </w:t>
      </w:r>
    </w:p>
    <w:p w:rsidR="007849C6" w:rsidRDefault="007849C6" w:rsidP="00186E94">
      <w:pPr>
        <w:pStyle w:val="libNormal"/>
        <w:rPr>
          <w:rtl/>
        </w:rPr>
      </w:pPr>
      <w:r>
        <w:rPr>
          <w:rtl/>
        </w:rPr>
        <w:t xml:space="preserve">650 ـ زياد بن الجعدى ( جخ ) من خواصه. </w:t>
      </w:r>
    </w:p>
    <w:p w:rsidR="007849C6" w:rsidRDefault="007849C6" w:rsidP="00186E94">
      <w:pPr>
        <w:pStyle w:val="libNormal"/>
        <w:rPr>
          <w:rtl/>
        </w:rPr>
      </w:pPr>
      <w:r>
        <w:rPr>
          <w:rtl/>
        </w:rPr>
        <w:t xml:space="preserve">651 ـ زياد بن سابور أخو بسطام الواسطي ق ( جخ ) ثقة. </w:t>
      </w:r>
    </w:p>
    <w:p w:rsidR="007849C6" w:rsidRDefault="007849C6" w:rsidP="00186E94">
      <w:pPr>
        <w:pStyle w:val="libNormal"/>
        <w:rPr>
          <w:rtl/>
        </w:rPr>
      </w:pPr>
      <w:r>
        <w:rPr>
          <w:rtl/>
        </w:rPr>
        <w:t xml:space="preserve">652 ـ زياد بن سوقة ق ( ثق ). </w:t>
      </w:r>
    </w:p>
    <w:p w:rsidR="007849C6" w:rsidRDefault="007849C6" w:rsidP="00186E94">
      <w:pPr>
        <w:pStyle w:val="libNormal"/>
        <w:rPr>
          <w:rtl/>
        </w:rPr>
      </w:pPr>
      <w:r>
        <w:rPr>
          <w:rtl/>
        </w:rPr>
        <w:t xml:space="preserve">653 ـ زياد بن عبيدى ( جخ ) عامله على البصرة. </w:t>
      </w:r>
    </w:p>
    <w:p w:rsidR="007849C6" w:rsidRDefault="007849C6" w:rsidP="00186E94">
      <w:pPr>
        <w:pStyle w:val="libNormal"/>
        <w:rPr>
          <w:rtl/>
        </w:rPr>
      </w:pPr>
      <w:r>
        <w:rPr>
          <w:rtl/>
        </w:rPr>
        <w:t xml:space="preserve">654 ـ زياد بن عيسى أبو عبيدة الحذاء قر ، ق وقيل : ( زياد بن رجا ) مات في زمن أبي عبدالله </w:t>
      </w:r>
      <w:r w:rsidR="0006364F" w:rsidRPr="0006364F">
        <w:rPr>
          <w:rStyle w:val="libAlaemChar"/>
          <w:rFonts w:hint="cs"/>
          <w:rtl/>
        </w:rPr>
        <w:t>عليه‌السلام</w:t>
      </w:r>
      <w:r>
        <w:rPr>
          <w:rtl/>
        </w:rPr>
        <w:t xml:space="preserve"> ، وقف أبو عبد الله ( ع ) على قبره بعد دفنه ودعا له فقال : ( اللهم برد على أبي عبيدة اللهم نور له قبره ، اللهم ألحقه بنبيه ). </w:t>
      </w:r>
    </w:p>
    <w:p w:rsidR="007849C6" w:rsidRDefault="007849C6" w:rsidP="00186E94">
      <w:pPr>
        <w:pStyle w:val="libNormal"/>
        <w:rPr>
          <w:rtl/>
        </w:rPr>
      </w:pPr>
      <w:r>
        <w:rPr>
          <w:rtl/>
        </w:rPr>
        <w:t xml:space="preserve">655 ـ زيد بن أرقم ل ، ى ، ن ، سين ( جخ ) قال الفضل بن شاذان : إنه من السابقين الذين رجعوا إلى أمير المؤمنين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656 ـ زيد بن أسلم مولى عمر بن الخطاب ، فيه نظر. </w:t>
      </w:r>
    </w:p>
    <w:p w:rsidR="007849C6" w:rsidRDefault="007849C6" w:rsidP="00186E94">
      <w:pPr>
        <w:pStyle w:val="libNormal"/>
        <w:rPr>
          <w:rtl/>
        </w:rPr>
      </w:pPr>
      <w:r>
        <w:rPr>
          <w:rtl/>
        </w:rPr>
        <w:t xml:space="preserve">657 ـ زيد بن ثابت ل ( جخ ). </w:t>
      </w:r>
    </w:p>
    <w:p w:rsidR="007849C6" w:rsidRDefault="007849C6" w:rsidP="00186E94">
      <w:pPr>
        <w:pStyle w:val="libNormal"/>
        <w:rPr>
          <w:rtl/>
        </w:rPr>
      </w:pPr>
      <w:r>
        <w:rPr>
          <w:rtl/>
        </w:rPr>
        <w:t xml:space="preserve">658 ـ زيد بن حارثة ، بالحاء المهملة والثاء المثلثة ( جخ ) قتل بمؤته. </w:t>
      </w:r>
    </w:p>
    <w:p w:rsidR="007849C6" w:rsidRDefault="007849C6" w:rsidP="00186E94">
      <w:pPr>
        <w:pStyle w:val="libNormal"/>
        <w:rPr>
          <w:rtl/>
        </w:rPr>
      </w:pPr>
      <w:r>
        <w:rPr>
          <w:rtl/>
        </w:rPr>
        <w:t xml:space="preserve">659 ـ زيد بن ربيعة يكنى أبا معبد ى ( جخ ). </w:t>
      </w:r>
    </w:p>
    <w:p w:rsidR="007849C6" w:rsidRDefault="007849C6" w:rsidP="00186E94">
      <w:pPr>
        <w:pStyle w:val="libNormal"/>
        <w:rPr>
          <w:rtl/>
        </w:rPr>
      </w:pPr>
      <w:r>
        <w:rPr>
          <w:rtl/>
        </w:rPr>
        <w:t xml:space="preserve">660 ـ زيد الزراد الكوفي ق ( جخ ، جش ). </w:t>
      </w:r>
    </w:p>
    <w:p w:rsidR="007849C6" w:rsidRDefault="007849C6" w:rsidP="00186E94">
      <w:pPr>
        <w:pStyle w:val="libNormal"/>
        <w:rPr>
          <w:rtl/>
        </w:rPr>
      </w:pPr>
      <w:r>
        <w:rPr>
          <w:rtl/>
        </w:rPr>
        <w:br w:type="page"/>
      </w:r>
      <w:r>
        <w:rPr>
          <w:rtl/>
        </w:rPr>
        <w:lastRenderedPageBreak/>
        <w:t xml:space="preserve">661 ـ زيد بن صوحان ، بضم الصاد المهملة ، كان من الابدال ى ( جخ ) قتل يوم الجمل بين يدي أمير المؤمنين </w:t>
      </w:r>
      <w:r w:rsidR="0006364F" w:rsidRPr="0006364F">
        <w:rPr>
          <w:rStyle w:val="libAlaemChar"/>
          <w:rFonts w:hint="cs"/>
          <w:rtl/>
        </w:rPr>
        <w:t>عليه‌السلام</w:t>
      </w:r>
      <w:r>
        <w:rPr>
          <w:rtl/>
        </w:rPr>
        <w:t xml:space="preserve"> فقال له لما صرع : ( رحمك الله يا زيد كنت خفيف المؤونة عظيم المعونة ) وقيل إن عائشة استرجعت يوم قتل زيد وهو أخو صعصعة ، وزيد الاكبر. </w:t>
      </w:r>
    </w:p>
    <w:p w:rsidR="007849C6" w:rsidRDefault="007849C6" w:rsidP="00186E94">
      <w:pPr>
        <w:pStyle w:val="libNormal"/>
        <w:rPr>
          <w:rtl/>
        </w:rPr>
      </w:pPr>
      <w:r>
        <w:rPr>
          <w:rtl/>
        </w:rPr>
        <w:t xml:space="preserve">662 ـ زيد بن عبدالله الحناط ، يكنى أبا حكيم بالفتح. كوفي جمحى أصله مدني ق ( جخ ) ثقة. </w:t>
      </w:r>
    </w:p>
    <w:p w:rsidR="007849C6" w:rsidRDefault="007849C6" w:rsidP="00186E94">
      <w:pPr>
        <w:pStyle w:val="libNormal"/>
        <w:rPr>
          <w:rtl/>
        </w:rPr>
      </w:pPr>
      <w:r>
        <w:rPr>
          <w:rtl/>
        </w:rPr>
        <w:t xml:space="preserve">663 ـ زيد بن علي بن الحسين ين ، قر ، ق ( جخ ) قتل سنة إحدى وعشرين ومائة ، وله اثنتان وأربعون سنة. شهد له الصادق </w:t>
      </w:r>
      <w:r w:rsidR="0006364F" w:rsidRPr="0006364F">
        <w:rPr>
          <w:rStyle w:val="libAlaemChar"/>
          <w:rFonts w:hint="cs"/>
          <w:rtl/>
        </w:rPr>
        <w:t>عليه‌السلام</w:t>
      </w:r>
      <w:r>
        <w:rPr>
          <w:rtl/>
        </w:rPr>
        <w:t xml:space="preserve"> بالوفاء وترحم عليه. </w:t>
      </w:r>
    </w:p>
    <w:p w:rsidR="007849C6" w:rsidRDefault="007849C6" w:rsidP="00186E94">
      <w:pPr>
        <w:pStyle w:val="libNormal"/>
        <w:rPr>
          <w:rtl/>
        </w:rPr>
      </w:pPr>
      <w:r>
        <w:rPr>
          <w:rtl/>
        </w:rPr>
        <w:t xml:space="preserve">664 ـ زيد بن محمد بن يونس ، أبو أسامة الشحام قر ، ق ( جخ ست ) ثقة أثبته الشيخ في رجال الباقر </w:t>
      </w:r>
      <w:r w:rsidR="0006364F" w:rsidRPr="0006364F">
        <w:rPr>
          <w:rStyle w:val="libAlaemChar"/>
          <w:rFonts w:hint="cs"/>
          <w:rtl/>
        </w:rPr>
        <w:t>عليه‌السلام</w:t>
      </w:r>
      <w:r>
        <w:rPr>
          <w:rtl/>
        </w:rPr>
        <w:t xml:space="preserve"> كذا وأثبته في رجال الصادق </w:t>
      </w:r>
      <w:r w:rsidR="0006364F" w:rsidRPr="0006364F">
        <w:rPr>
          <w:rStyle w:val="libAlaemChar"/>
          <w:rFonts w:hint="cs"/>
          <w:rtl/>
        </w:rPr>
        <w:t>عليه‌السلام</w:t>
      </w:r>
      <w:r>
        <w:rPr>
          <w:rtl/>
        </w:rPr>
        <w:t xml:space="preserve"> : ( زيد بن يونس ) فحذف اسم أبيه وأثبته في الفهرست : ( زيد الشحام ) والجميع واحد. وقال بعض أصحابنا : وقيل : ابن موسى وذلك غيره واقفي. </w:t>
      </w:r>
    </w:p>
    <w:p w:rsidR="007849C6" w:rsidRDefault="007849C6" w:rsidP="00186E94">
      <w:pPr>
        <w:pStyle w:val="libNormal"/>
        <w:rPr>
          <w:rtl/>
        </w:rPr>
      </w:pPr>
      <w:r>
        <w:rPr>
          <w:rtl/>
        </w:rPr>
        <w:t xml:space="preserve">665 ـ زيد بن المستهل بن الكميت الاسدي ق ( جخ ) مهمل. </w:t>
      </w:r>
    </w:p>
    <w:p w:rsidR="007849C6" w:rsidRDefault="007849C6" w:rsidP="00186E94">
      <w:pPr>
        <w:pStyle w:val="libNormal"/>
        <w:rPr>
          <w:rtl/>
        </w:rPr>
      </w:pPr>
      <w:r>
        <w:rPr>
          <w:rtl/>
        </w:rPr>
        <w:t xml:space="preserve">666 ـ زيد بن وهب الجهني ى من خواص أمير المؤمنين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667 ـ زيد النرسي ، بالنون. ق ( ست ، جش ) : ق ، م مهمل هو وزيد الزراد لهما أصلان لم يروهما محمد بن علي بن بابويه ، وقال في فهرسته : لم يروهما محمد بن الحسن بن الوليد ، وقال هما موضوعان ، وكذلك كتاب خالد بن عبدالله بن سدير ، وضع هذه الاصول محمد بن موسى الهمداني. </w:t>
      </w:r>
    </w:p>
    <w:p w:rsidR="007849C6" w:rsidRDefault="007849C6" w:rsidP="007849C6">
      <w:pPr>
        <w:pStyle w:val="Heading1Center"/>
        <w:rPr>
          <w:rtl/>
        </w:rPr>
      </w:pPr>
      <w:bookmarkStart w:id="40" w:name="_Toc265165239"/>
      <w:bookmarkStart w:id="41" w:name="_Toc286683168"/>
      <w:bookmarkStart w:id="42" w:name="_Toc403904025"/>
      <w:r>
        <w:rPr>
          <w:rtl/>
        </w:rPr>
        <w:t>( باب السين المهملة )</w:t>
      </w:r>
      <w:bookmarkEnd w:id="40"/>
      <w:bookmarkEnd w:id="41"/>
      <w:bookmarkEnd w:id="42"/>
    </w:p>
    <w:p w:rsidR="007849C6" w:rsidRDefault="007849C6" w:rsidP="00186E94">
      <w:pPr>
        <w:pStyle w:val="libNormal"/>
        <w:rPr>
          <w:rtl/>
        </w:rPr>
      </w:pPr>
      <w:r>
        <w:rPr>
          <w:rtl/>
        </w:rPr>
        <w:t xml:space="preserve">668 ـ سالم بن سلمة أبو خديجة الرواجني ق ( جخ ) مهمل ( جش ) ثقة ثقة. </w:t>
      </w:r>
    </w:p>
    <w:p w:rsidR="007849C6" w:rsidRDefault="007849C6" w:rsidP="00186E94">
      <w:pPr>
        <w:pStyle w:val="libNormal"/>
        <w:rPr>
          <w:rtl/>
        </w:rPr>
      </w:pPr>
      <w:r>
        <w:rPr>
          <w:rtl/>
        </w:rPr>
        <w:br w:type="page"/>
      </w:r>
      <w:r>
        <w:rPr>
          <w:rtl/>
        </w:rPr>
        <w:lastRenderedPageBreak/>
        <w:t xml:space="preserve">أقول : وهذا غير سالم بن مكرم ، وذاك أيضا أبو خديجة وهو الجمال مولى بني أسد ، ذاك من الضعفاء. </w:t>
      </w:r>
    </w:p>
    <w:p w:rsidR="007849C6" w:rsidRDefault="007849C6" w:rsidP="00186E94">
      <w:pPr>
        <w:pStyle w:val="libNormal"/>
        <w:rPr>
          <w:rtl/>
        </w:rPr>
      </w:pPr>
      <w:r>
        <w:rPr>
          <w:rtl/>
        </w:rPr>
        <w:t xml:space="preserve">669 ـ سالم العطار ق ( جخ ) خادمه. </w:t>
      </w:r>
    </w:p>
    <w:p w:rsidR="007849C6" w:rsidRDefault="007849C6" w:rsidP="00186E94">
      <w:pPr>
        <w:pStyle w:val="libNormal"/>
        <w:rPr>
          <w:rtl/>
        </w:rPr>
      </w:pPr>
      <w:r>
        <w:rPr>
          <w:rtl/>
        </w:rPr>
        <w:t xml:space="preserve">670 ـ سالم بن أبي الجعدي ( جخ ) من خواصه ( ع ). </w:t>
      </w:r>
    </w:p>
    <w:p w:rsidR="007849C6" w:rsidRDefault="007849C6" w:rsidP="00186E94">
      <w:pPr>
        <w:pStyle w:val="libNormal"/>
        <w:rPr>
          <w:rtl/>
        </w:rPr>
      </w:pPr>
      <w:r>
        <w:rPr>
          <w:rtl/>
        </w:rPr>
        <w:t xml:space="preserve">671 ـ سيحان بن صوحان أخو صعصعة ، العبدي. </w:t>
      </w:r>
    </w:p>
    <w:p w:rsidR="007849C6" w:rsidRDefault="007849C6" w:rsidP="00186E94">
      <w:pPr>
        <w:pStyle w:val="libNormal"/>
        <w:rPr>
          <w:rtl/>
        </w:rPr>
      </w:pPr>
      <w:r>
        <w:rPr>
          <w:rtl/>
        </w:rPr>
        <w:t xml:space="preserve">672 ـ سدير بن حكيم ، بالفتح ، أبو الفضل قر ، ق ( جش ، كش ) ممدوح وقال علي بن أحمد العقيقي : صدير الصيرفي اسمه سلمة كان مخلطا. </w:t>
      </w:r>
    </w:p>
    <w:p w:rsidR="007849C6" w:rsidRDefault="007849C6" w:rsidP="00186E94">
      <w:pPr>
        <w:pStyle w:val="libNormal"/>
        <w:rPr>
          <w:rtl/>
        </w:rPr>
      </w:pPr>
      <w:r>
        <w:rPr>
          <w:rtl/>
        </w:rPr>
        <w:t xml:space="preserve">673 ـ سري بن عبدالله بن يعقوب السلمي ق ( جش ) كوفي ثقة. </w:t>
      </w:r>
    </w:p>
    <w:p w:rsidR="007849C6" w:rsidRDefault="007849C6" w:rsidP="00186E94">
      <w:pPr>
        <w:pStyle w:val="libNormal"/>
        <w:rPr>
          <w:rtl/>
        </w:rPr>
      </w:pPr>
      <w:r>
        <w:rPr>
          <w:rtl/>
        </w:rPr>
        <w:t xml:space="preserve">674 ـ سعد بن أبي خلف يعرف بالزام مولى بني زهرة بن كلاب ق ، م ( جخ ، جش ) كوفي ثقة. </w:t>
      </w:r>
    </w:p>
    <w:p w:rsidR="007849C6" w:rsidRDefault="007849C6" w:rsidP="00186E94">
      <w:pPr>
        <w:pStyle w:val="libNormal"/>
        <w:rPr>
          <w:rtl/>
        </w:rPr>
      </w:pPr>
      <w:r>
        <w:rPr>
          <w:rtl/>
        </w:rPr>
        <w:t xml:space="preserve">675 ـ سعد بن أبي وقاص ل. </w:t>
      </w:r>
    </w:p>
    <w:p w:rsidR="007849C6" w:rsidRDefault="007849C6" w:rsidP="00186E94">
      <w:pPr>
        <w:pStyle w:val="libNormal"/>
        <w:rPr>
          <w:rtl/>
        </w:rPr>
      </w:pPr>
      <w:r>
        <w:rPr>
          <w:rtl/>
        </w:rPr>
        <w:t xml:space="preserve">676 ـ سعد أبو سعيد الخدري ل ، ى ( عق ) من الاصفياء. </w:t>
      </w:r>
    </w:p>
    <w:p w:rsidR="007849C6" w:rsidRDefault="007849C6" w:rsidP="00186E94">
      <w:pPr>
        <w:pStyle w:val="libNormal"/>
        <w:rPr>
          <w:rtl/>
        </w:rPr>
      </w:pPr>
      <w:r>
        <w:rPr>
          <w:rtl/>
        </w:rPr>
        <w:t xml:space="preserve">677 ـ سعد بن حميد أبو عمارة الهمداني ( جخ ) اصيبت عينه يوم صفين. </w:t>
      </w:r>
    </w:p>
    <w:p w:rsidR="007849C6" w:rsidRDefault="007849C6" w:rsidP="00186E94">
      <w:pPr>
        <w:pStyle w:val="libNormal"/>
        <w:rPr>
          <w:rtl/>
        </w:rPr>
      </w:pPr>
      <w:r>
        <w:rPr>
          <w:rtl/>
        </w:rPr>
        <w:t xml:space="preserve">678 ـ سعد بن سعد الاحوص ، بالحاء والصاد المهملتين ، بن سعد ابن مالك الاشعري القمي ومن إصحابنا من أثبته ( سعد بن سعد بن الاحوص ) والاحوص أبوه لاجده ضا ، ( كش ، جخ ) ثقة. </w:t>
      </w:r>
    </w:p>
    <w:p w:rsidR="007849C6" w:rsidRDefault="007849C6" w:rsidP="00186E94">
      <w:pPr>
        <w:pStyle w:val="libNormal"/>
        <w:rPr>
          <w:rtl/>
        </w:rPr>
      </w:pPr>
      <w:r>
        <w:rPr>
          <w:rtl/>
        </w:rPr>
        <w:t xml:space="preserve">679 ـ سعد بن الصلت الكوفي القاضي ق ( جخ ) مهمل. </w:t>
      </w:r>
    </w:p>
    <w:p w:rsidR="007849C6" w:rsidRDefault="007849C6" w:rsidP="00186E94">
      <w:pPr>
        <w:pStyle w:val="libNormal"/>
        <w:rPr>
          <w:rtl/>
        </w:rPr>
      </w:pPr>
      <w:r>
        <w:rPr>
          <w:rtl/>
        </w:rPr>
        <w:t xml:space="preserve">680 ـ سعد بن طريف الحنظلي وقيل الدئلي مولاهم ضا ( كش ) الجميع واحد </w:t>
      </w:r>
      <w:r w:rsidRPr="00186E94">
        <w:rPr>
          <w:rStyle w:val="libFootnotenumChar"/>
          <w:rtl/>
        </w:rPr>
        <w:t>(1)</w:t>
      </w:r>
      <w:r>
        <w:rPr>
          <w:rtl/>
        </w:rPr>
        <w:t xml:space="preserve">.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نقل الكشي في ترجمة سعد الاسكاف عن حمدويه : أن سعد الاسكاف وسعد الخفاف وسعد بن طريف واحد ، وعبارة صاحب الكتاب قاصرة عن أداء ذلك. </w:t>
      </w:r>
    </w:p>
    <w:p w:rsidR="007849C6" w:rsidRDefault="007849C6" w:rsidP="00186E94">
      <w:pPr>
        <w:pStyle w:val="libNormal"/>
        <w:rPr>
          <w:rtl/>
        </w:rPr>
      </w:pPr>
      <w:r>
        <w:rPr>
          <w:rtl/>
        </w:rPr>
        <w:br w:type="page"/>
      </w:r>
      <w:r>
        <w:rPr>
          <w:rtl/>
        </w:rPr>
        <w:lastRenderedPageBreak/>
        <w:t xml:space="preserve">وقيل </w:t>
      </w:r>
      <w:r w:rsidRPr="00186E94">
        <w:rPr>
          <w:rStyle w:val="libFootnotenumChar"/>
          <w:rtl/>
        </w:rPr>
        <w:t>(1)</w:t>
      </w:r>
      <w:r>
        <w:rPr>
          <w:rtl/>
        </w:rPr>
        <w:t xml:space="preserve"> كان ناووسيا ولم يثبت. </w:t>
      </w:r>
    </w:p>
    <w:p w:rsidR="007849C6" w:rsidRDefault="007849C6" w:rsidP="00186E94">
      <w:pPr>
        <w:pStyle w:val="libNormal"/>
        <w:rPr>
          <w:rtl/>
        </w:rPr>
      </w:pPr>
      <w:r>
        <w:rPr>
          <w:rtl/>
        </w:rPr>
        <w:t xml:space="preserve">681 ـ سعد بن عبدالله بن أبي خلف الاشعري القمي أبو القاسم ( جش ) شيخ الطائفة وفقيههما ووجهها ، سمع من حديث العامة شيئا كثيرا ، لقي مولانا أبا محمد العسكري </w:t>
      </w:r>
      <w:r w:rsidR="0006364F" w:rsidRPr="0006364F">
        <w:rPr>
          <w:rStyle w:val="libAlaemChar"/>
          <w:rFonts w:hint="cs"/>
          <w:rtl/>
        </w:rPr>
        <w:t>عليه‌السلام</w:t>
      </w:r>
      <w:r>
        <w:rPr>
          <w:rtl/>
        </w:rPr>
        <w:t xml:space="preserve"> ، وبعض أصحابنا يضعف لقاءه له ، ويقال حكايته </w:t>
      </w:r>
      <w:r w:rsidRPr="00186E94">
        <w:rPr>
          <w:rStyle w:val="libFootnotenumChar"/>
          <w:rtl/>
        </w:rPr>
        <w:t>(2)</w:t>
      </w:r>
      <w:r>
        <w:rPr>
          <w:rtl/>
        </w:rPr>
        <w:t xml:space="preserve"> موضوعة ( جخ ) : عاصره ولم أعلم أنه روى عنه ، مات سنة ثلاثمائة وقيل قبلها بسنة ، وقيل بعدها بسنة في ولاية رستم. </w:t>
      </w:r>
    </w:p>
    <w:p w:rsidR="007849C6" w:rsidRDefault="007849C6" w:rsidP="00186E94">
      <w:pPr>
        <w:pStyle w:val="libNormal"/>
        <w:rPr>
          <w:rtl/>
        </w:rPr>
      </w:pPr>
      <w:r>
        <w:rPr>
          <w:rtl/>
        </w:rPr>
        <w:t xml:space="preserve">682 ـ سعد بن معاذ ل ( جخ ). </w:t>
      </w:r>
    </w:p>
    <w:p w:rsidR="007849C6" w:rsidRDefault="007849C6" w:rsidP="00186E94">
      <w:pPr>
        <w:pStyle w:val="libNormal"/>
        <w:rPr>
          <w:rtl/>
        </w:rPr>
      </w:pPr>
      <w:r>
        <w:rPr>
          <w:rtl/>
        </w:rPr>
        <w:t xml:space="preserve">683 ـ سعيد بن أبي الجهم القابوسي اللخمي أبو الحسين من ولد قابوس بن النعمان بن المنذر ق ، م ( جخ ) وروى عن أبان بن تغلب كان ثقة وجها بالكوفة. </w:t>
      </w:r>
    </w:p>
    <w:p w:rsidR="007849C6" w:rsidRDefault="007849C6" w:rsidP="00186E94">
      <w:pPr>
        <w:pStyle w:val="libNormal"/>
        <w:rPr>
          <w:rtl/>
        </w:rPr>
      </w:pPr>
      <w:r>
        <w:rPr>
          <w:rtl/>
        </w:rPr>
        <w:t xml:space="preserve">684 ـ سعبدالاعرج ق ( جش ). </w:t>
      </w:r>
    </w:p>
    <w:p w:rsidR="007849C6" w:rsidRDefault="007849C6" w:rsidP="00186E94">
      <w:pPr>
        <w:pStyle w:val="libNormal"/>
        <w:rPr>
          <w:rtl/>
        </w:rPr>
      </w:pPr>
      <w:r>
        <w:rPr>
          <w:rtl/>
        </w:rPr>
        <w:t xml:space="preserve">685 ـ سعيد بن أحمد بن موسى أبو القاسم الغراد الكوفي لم ( جش ) كان ثقة صدوقا. </w:t>
      </w:r>
    </w:p>
    <w:p w:rsidR="007849C6" w:rsidRDefault="007849C6" w:rsidP="00186E94">
      <w:pPr>
        <w:pStyle w:val="libNormal"/>
        <w:rPr>
          <w:rtl/>
        </w:rPr>
      </w:pPr>
      <w:r>
        <w:rPr>
          <w:rtl/>
        </w:rPr>
        <w:t>686</w:t>
      </w:r>
      <w:r>
        <w:rPr>
          <w:rFonts w:hint="cs"/>
          <w:rtl/>
        </w:rPr>
        <w:t xml:space="preserve"> </w:t>
      </w:r>
      <w:r>
        <w:rPr>
          <w:rtl/>
        </w:rPr>
        <w:t xml:space="preserve">ـ سعيد بن بيان ، بالباء المفردة والياء المثناة تحت ، أبو حنيفة سائق الحاج ، والتبس على بعض أصحابنا فأثبته أبو خفيفة وهو غلط </w:t>
      </w:r>
      <w:r w:rsidRPr="00186E94">
        <w:rPr>
          <w:rStyle w:val="libFootnotenumChar"/>
          <w:rtl/>
        </w:rPr>
        <w:t>(3)</w:t>
      </w:r>
      <w:r>
        <w:rPr>
          <w:rtl/>
        </w:rPr>
        <w:t xml:space="preserve"> الهمداني بالمهملة ( كش ) مذموم ق ( جخ ) مهمل ( ج ش ) ثقة. </w:t>
      </w:r>
    </w:p>
    <w:p w:rsidR="007849C6" w:rsidRDefault="007849C6" w:rsidP="00186E94">
      <w:pPr>
        <w:pStyle w:val="libNormal"/>
        <w:rPr>
          <w:rtl/>
        </w:rPr>
      </w:pPr>
      <w:r>
        <w:rPr>
          <w:rtl/>
        </w:rPr>
        <w:t xml:space="preserve">687 ـ سعيد بن جبير أبو محمد الوالبي مولاهم ين ( جخ ) تابعي ،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قاله حمدويه كما ذكر الكشي ، فقال عنه « وكان ناووسيا وقف على أبي عبدالله </w:t>
      </w:r>
      <w:r w:rsidR="0006364F" w:rsidRPr="0006364F">
        <w:rPr>
          <w:rStyle w:val="libAlaemChar"/>
          <w:rFonts w:hint="cs"/>
          <w:rtl/>
        </w:rPr>
        <w:t>عليه‌السلام</w:t>
      </w:r>
      <w:r>
        <w:rPr>
          <w:rtl/>
        </w:rPr>
        <w:t xml:space="preserve"> ». </w:t>
      </w:r>
    </w:p>
    <w:p w:rsidR="007849C6" w:rsidRDefault="007849C6" w:rsidP="002C2B53">
      <w:pPr>
        <w:pStyle w:val="libFootnote0"/>
        <w:rPr>
          <w:rtl/>
        </w:rPr>
      </w:pPr>
      <w:r>
        <w:rPr>
          <w:rtl/>
        </w:rPr>
        <w:t xml:space="preserve">2 ـ ذكر الحكاية الصدوق </w:t>
      </w:r>
      <w:r w:rsidR="006B246D" w:rsidRPr="006B246D">
        <w:rPr>
          <w:rStyle w:val="libAlaemChar"/>
          <w:rFonts w:hint="cs"/>
          <w:rtl/>
        </w:rPr>
        <w:t>رحمه‌الله</w:t>
      </w:r>
      <w:r>
        <w:rPr>
          <w:rtl/>
        </w:rPr>
        <w:t xml:space="preserve"> في إكمال الدين وهي طويلة ، فراجعها. </w:t>
      </w:r>
    </w:p>
    <w:p w:rsidR="007849C6" w:rsidRDefault="007849C6" w:rsidP="002C2B53">
      <w:pPr>
        <w:pStyle w:val="libFootnote0"/>
        <w:rPr>
          <w:rtl/>
        </w:rPr>
      </w:pPr>
      <w:r>
        <w:rPr>
          <w:rtl/>
        </w:rPr>
        <w:t xml:space="preserve">3 ـ يريد ببعض الاصحاب العلامة ولكن الموجود في الخلاصة أبو حنيفة لا كما ذكر صاحب الكتاب وكذا في باب الكنى منها وكذا في إيضاح الاشتباه له ، ولعل نسخة صاحب الكتاب من الخلاصة كانت مغلوطة. </w:t>
      </w:r>
    </w:p>
    <w:p w:rsidR="007849C6" w:rsidRDefault="007849C6" w:rsidP="00186E94">
      <w:pPr>
        <w:pStyle w:val="libNormal0"/>
        <w:rPr>
          <w:rtl/>
        </w:rPr>
      </w:pPr>
      <w:r>
        <w:rPr>
          <w:rtl/>
        </w:rPr>
        <w:br w:type="page"/>
      </w:r>
      <w:r>
        <w:rPr>
          <w:rtl/>
        </w:rPr>
        <w:lastRenderedPageBreak/>
        <w:t xml:space="preserve">قال الفضل بن شاذان كان يأتم بعلي بن الحسين </w:t>
      </w:r>
      <w:r w:rsidR="0006364F" w:rsidRPr="0006364F">
        <w:rPr>
          <w:rStyle w:val="libAlaemChar"/>
          <w:rFonts w:hint="cs"/>
          <w:rtl/>
        </w:rPr>
        <w:t>عليه‌السلام</w:t>
      </w:r>
      <w:r>
        <w:rPr>
          <w:rtl/>
        </w:rPr>
        <w:t xml:space="preserve"> وكان يثني عليه وما كان سبب قتل الحجاج له إلا هذا الامر وكان مستقيما. </w:t>
      </w:r>
    </w:p>
    <w:p w:rsidR="007849C6" w:rsidRDefault="007849C6" w:rsidP="00186E94">
      <w:pPr>
        <w:pStyle w:val="libNormal"/>
        <w:rPr>
          <w:rtl/>
        </w:rPr>
      </w:pPr>
      <w:r>
        <w:rPr>
          <w:rtl/>
        </w:rPr>
        <w:t xml:space="preserve">688 ـ سعيد بن جناح الازدي مولاهم كوفي نشأ ببغداد ومات بها ضا ( جش ) ثقة. </w:t>
      </w:r>
    </w:p>
    <w:p w:rsidR="007849C6" w:rsidRDefault="007849C6" w:rsidP="00186E94">
      <w:pPr>
        <w:pStyle w:val="libNormal"/>
        <w:rPr>
          <w:rtl/>
        </w:rPr>
      </w:pPr>
      <w:r>
        <w:rPr>
          <w:rtl/>
        </w:rPr>
        <w:t xml:space="preserve">689 ـ سعيد خادم أبي دلف العجلي ضا ( جش ). </w:t>
      </w:r>
    </w:p>
    <w:p w:rsidR="007849C6" w:rsidRDefault="007849C6" w:rsidP="00186E94">
      <w:pPr>
        <w:pStyle w:val="libNormal"/>
        <w:rPr>
          <w:rtl/>
        </w:rPr>
      </w:pPr>
      <w:r>
        <w:rPr>
          <w:rtl/>
        </w:rPr>
        <w:t xml:space="preserve">690 ـ سعيد بن سعد بن سليمان بن العباس بن شريك العبسي لم ( جش ). </w:t>
      </w:r>
    </w:p>
    <w:p w:rsidR="007849C6" w:rsidRDefault="007849C6" w:rsidP="00186E94">
      <w:pPr>
        <w:pStyle w:val="libNormal"/>
        <w:rPr>
          <w:rtl/>
        </w:rPr>
      </w:pPr>
      <w:r>
        <w:rPr>
          <w:rtl/>
        </w:rPr>
        <w:t xml:space="preserve">691 ـ سعيد بن عبدالرحمن ـ وقيل : ابن عبدالله الاعرج السمان أبو عبد الله التيمي مولاهم ق ( جخ ، جش ) كوفي ثقة. </w:t>
      </w:r>
    </w:p>
    <w:p w:rsidR="007849C6" w:rsidRDefault="007849C6" w:rsidP="00186E94">
      <w:pPr>
        <w:pStyle w:val="libNormal"/>
        <w:rPr>
          <w:rtl/>
        </w:rPr>
      </w:pPr>
      <w:r>
        <w:rPr>
          <w:rtl/>
        </w:rPr>
        <w:t xml:space="preserve">692 ـ سعيد بن غزوان الاسدي مولاهم كوفي أخو فضيل ق ( جش ) وابنه محمد روى أيضا عنه. </w:t>
      </w:r>
    </w:p>
    <w:p w:rsidR="007849C6" w:rsidRDefault="007849C6" w:rsidP="00186E94">
      <w:pPr>
        <w:pStyle w:val="libNormal"/>
        <w:rPr>
          <w:rtl/>
        </w:rPr>
      </w:pPr>
      <w:r>
        <w:rPr>
          <w:rtl/>
        </w:rPr>
        <w:t xml:space="preserve">693 ـ سعيد بن فيروز ، ي من خواصه. </w:t>
      </w:r>
    </w:p>
    <w:p w:rsidR="007849C6" w:rsidRDefault="007849C6" w:rsidP="00186E94">
      <w:pPr>
        <w:pStyle w:val="libNormal"/>
        <w:rPr>
          <w:rtl/>
        </w:rPr>
      </w:pPr>
      <w:r>
        <w:rPr>
          <w:rtl/>
        </w:rPr>
        <w:t xml:space="preserve">694 ـ سعيد بن مسلمة بن هشام بن عبدالملك بن مروان دمشقي ق ( جخ ، جش ) مهمل له كتاب. </w:t>
      </w:r>
    </w:p>
    <w:p w:rsidR="007849C6" w:rsidRDefault="007849C6" w:rsidP="00186E94">
      <w:pPr>
        <w:pStyle w:val="libNormal"/>
        <w:rPr>
          <w:rtl/>
        </w:rPr>
      </w:pPr>
      <w:r>
        <w:rPr>
          <w:rtl/>
        </w:rPr>
        <w:t xml:space="preserve">695 ـ سعيد بن المسيب بن حزن أبو محمد المخزومي ين ( جش ، كش ) من الصدر الاول رباه أمير المؤمنين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696 ـ سعدان بن مسلم واسمه عبدالرحمن ، أبو الحسن العامري مولى أبي العلا كرز بن حفيد </w:t>
      </w:r>
      <w:r w:rsidRPr="00186E94">
        <w:rPr>
          <w:rStyle w:val="libFootnotenumChar"/>
          <w:rtl/>
        </w:rPr>
        <w:t>(1)</w:t>
      </w:r>
      <w:r>
        <w:rPr>
          <w:rtl/>
        </w:rPr>
        <w:t xml:space="preserve"> العامري من عامر بن ربيعة ق ، م ( جش ) عمر طويلا. </w:t>
      </w:r>
    </w:p>
    <w:p w:rsidR="007849C6" w:rsidRDefault="007849C6" w:rsidP="00186E94">
      <w:pPr>
        <w:pStyle w:val="libNormal"/>
        <w:rPr>
          <w:rtl/>
        </w:rPr>
      </w:pPr>
      <w:r>
        <w:rPr>
          <w:rtl/>
        </w:rPr>
        <w:t xml:space="preserve">697 ـ سعيدة مولاة جعفر </w:t>
      </w:r>
      <w:r w:rsidR="0006364F" w:rsidRPr="0006364F">
        <w:rPr>
          <w:rStyle w:val="libAlaemChar"/>
          <w:rFonts w:hint="cs"/>
          <w:rtl/>
        </w:rPr>
        <w:t>عليه‌السلام</w:t>
      </w:r>
      <w:r>
        <w:rPr>
          <w:rtl/>
        </w:rPr>
        <w:t xml:space="preserve"> ق ( كش ) قال لها أبو عبدالله : أسأل الذي عرفنيك في الدنيا أن يزوجنيك في الآخرة. </w:t>
      </w:r>
    </w:p>
    <w:p w:rsidR="007849C6" w:rsidRDefault="007849C6" w:rsidP="00186E94">
      <w:pPr>
        <w:pStyle w:val="libNormal"/>
        <w:rPr>
          <w:rtl/>
        </w:rPr>
      </w:pPr>
      <w:r>
        <w:rPr>
          <w:rtl/>
        </w:rPr>
        <w:t xml:space="preserve">698 ـ سعيد بن يسار بن عجل الحناط الضبعي ، بضم الضاد وفتح الباء ، مولى بني ضبيعة ق ، م ( جش ) كوفي ثقة.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في بعض نسخ النجاشي ( جعيد ) بدل حفيد. </w:t>
      </w:r>
    </w:p>
    <w:p w:rsidR="007849C6" w:rsidRDefault="007849C6" w:rsidP="00186E94">
      <w:pPr>
        <w:pStyle w:val="libNormal"/>
        <w:rPr>
          <w:rtl/>
        </w:rPr>
      </w:pPr>
      <w:r>
        <w:rPr>
          <w:rtl/>
        </w:rPr>
        <w:br w:type="page"/>
      </w:r>
      <w:r>
        <w:rPr>
          <w:rtl/>
        </w:rPr>
        <w:lastRenderedPageBreak/>
        <w:t xml:space="preserve">699 ـ سفيان بن أبي ليلي الهمداني ن ( كش ) ممدوح من اصحابه </w:t>
      </w:r>
      <w:r w:rsidR="0006364F" w:rsidRPr="0006364F">
        <w:rPr>
          <w:rStyle w:val="libAlaemChar"/>
          <w:rFonts w:hint="cs"/>
          <w:rtl/>
        </w:rPr>
        <w:t>عليه‌السلام</w:t>
      </w:r>
      <w:r>
        <w:rPr>
          <w:rtl/>
        </w:rPr>
        <w:t xml:space="preserve"> عاتب الحسن </w:t>
      </w:r>
      <w:r w:rsidR="0006364F" w:rsidRPr="0006364F">
        <w:rPr>
          <w:rStyle w:val="libAlaemChar"/>
          <w:rFonts w:hint="cs"/>
          <w:rtl/>
        </w:rPr>
        <w:t>عليه‌السلام</w:t>
      </w:r>
      <w:r>
        <w:rPr>
          <w:rtl/>
        </w:rPr>
        <w:t xml:space="preserve"> بقوله ( يا مذل المؤمنين ! ) واعتذر له بأنه قال ذلك محبة وفيه نظر. </w:t>
      </w:r>
    </w:p>
    <w:p w:rsidR="007849C6" w:rsidRDefault="007849C6" w:rsidP="00186E94">
      <w:pPr>
        <w:pStyle w:val="libNormal"/>
        <w:rPr>
          <w:rtl/>
        </w:rPr>
      </w:pPr>
      <w:r>
        <w:rPr>
          <w:rtl/>
        </w:rPr>
        <w:t xml:space="preserve">700 ـ سفيان بن سعيد بن مسروق أبو عبد الله الثوري ق ( جخ ) أسند عنه. </w:t>
      </w:r>
    </w:p>
    <w:p w:rsidR="007849C6" w:rsidRDefault="007849C6" w:rsidP="00186E94">
      <w:pPr>
        <w:pStyle w:val="libNormal"/>
        <w:rPr>
          <w:rtl/>
        </w:rPr>
      </w:pPr>
      <w:r>
        <w:rPr>
          <w:rtl/>
        </w:rPr>
        <w:t xml:space="preserve">701 ـ سفيان بن صالح ( جش ) مجردا. </w:t>
      </w:r>
    </w:p>
    <w:p w:rsidR="007849C6" w:rsidRDefault="007849C6" w:rsidP="00186E94">
      <w:pPr>
        <w:pStyle w:val="libNormal"/>
        <w:rPr>
          <w:rtl/>
        </w:rPr>
      </w:pPr>
      <w:r>
        <w:rPr>
          <w:rtl/>
        </w:rPr>
        <w:t xml:space="preserve">702 ـ سفيان بن عيينة ، بالياءين المثناتين تحت والنون ، ابن أبي عمران الهلالي كان جده أبوعمران عاملا من عمال خالد القسري ق ( كش ) ممدوح. </w:t>
      </w:r>
    </w:p>
    <w:p w:rsidR="007849C6" w:rsidRDefault="007849C6" w:rsidP="00186E94">
      <w:pPr>
        <w:pStyle w:val="libNormal"/>
        <w:rPr>
          <w:rtl/>
        </w:rPr>
      </w:pPr>
      <w:r>
        <w:rPr>
          <w:rtl/>
        </w:rPr>
        <w:t xml:space="preserve">703 ـ سفيان بن يزيد ى ( جخ ) أخذ رايته </w:t>
      </w:r>
      <w:r w:rsidR="0006364F" w:rsidRPr="0006364F">
        <w:rPr>
          <w:rStyle w:val="libAlaemChar"/>
          <w:rFonts w:hint="cs"/>
          <w:rtl/>
        </w:rPr>
        <w:t>عليه‌السلام</w:t>
      </w:r>
      <w:r>
        <w:rPr>
          <w:rtl/>
        </w:rPr>
        <w:t xml:space="preserve"> ثم أخوه عبيد ، ثم أخوه كرب ، ثم عميرة بن بشر ، ثم أخوه الحارث بن بشر فقتلوا جميعا. </w:t>
      </w:r>
    </w:p>
    <w:p w:rsidR="007849C6" w:rsidRDefault="007849C6" w:rsidP="00186E94">
      <w:pPr>
        <w:pStyle w:val="libNormal"/>
        <w:rPr>
          <w:rtl/>
        </w:rPr>
      </w:pPr>
      <w:r>
        <w:rPr>
          <w:rtl/>
        </w:rPr>
        <w:t xml:space="preserve">704 ـ سكين ، بضم السين وفتح الكاف ، مشترك بين جماعة ، منهم : </w:t>
      </w:r>
    </w:p>
    <w:p w:rsidR="007849C6" w:rsidRDefault="007849C6" w:rsidP="00186E94">
      <w:pPr>
        <w:pStyle w:val="libNormal"/>
        <w:rPr>
          <w:rtl/>
        </w:rPr>
      </w:pPr>
      <w:r>
        <w:rPr>
          <w:rtl/>
        </w:rPr>
        <w:t xml:space="preserve">705 ـ سكين بن إسحاق النخعي .. و .. </w:t>
      </w:r>
    </w:p>
    <w:p w:rsidR="007849C6" w:rsidRDefault="007849C6" w:rsidP="00186E94">
      <w:pPr>
        <w:pStyle w:val="libNormal"/>
        <w:rPr>
          <w:rtl/>
        </w:rPr>
      </w:pPr>
      <w:r>
        <w:rPr>
          <w:rtl/>
        </w:rPr>
        <w:t xml:space="preserve">706 ـ سكين بن عمارة أبو محمد الثقفي الرحال مولاهم كوفي. و. </w:t>
      </w:r>
    </w:p>
    <w:p w:rsidR="007849C6" w:rsidRDefault="007849C6" w:rsidP="00186E94">
      <w:pPr>
        <w:pStyle w:val="libNormal"/>
        <w:rPr>
          <w:rtl/>
        </w:rPr>
      </w:pPr>
      <w:r>
        <w:rPr>
          <w:rtl/>
        </w:rPr>
        <w:t xml:space="preserve">707 ـ سكين بن عبدربه المحاربي الكوفي مولاهم. و .. </w:t>
      </w:r>
    </w:p>
    <w:p w:rsidR="007849C6" w:rsidRDefault="007849C6" w:rsidP="00186E94">
      <w:pPr>
        <w:pStyle w:val="libNormal"/>
        <w:rPr>
          <w:rtl/>
        </w:rPr>
      </w:pPr>
      <w:r>
        <w:rPr>
          <w:rtl/>
        </w:rPr>
        <w:t xml:space="preserve">708 ـ سكين بن فضالة الازدي الكوفي. و .. </w:t>
      </w:r>
    </w:p>
    <w:p w:rsidR="007849C6" w:rsidRDefault="007849C6" w:rsidP="00186E94">
      <w:pPr>
        <w:pStyle w:val="libNormal"/>
        <w:rPr>
          <w:rtl/>
        </w:rPr>
      </w:pPr>
      <w:r>
        <w:rPr>
          <w:rtl/>
        </w:rPr>
        <w:t xml:space="preserve">709 ـ سكين بن عبد العزيز البصري و. </w:t>
      </w:r>
    </w:p>
    <w:p w:rsidR="007849C6" w:rsidRDefault="007849C6" w:rsidP="00186E94">
      <w:pPr>
        <w:pStyle w:val="libNormal"/>
        <w:rPr>
          <w:rtl/>
        </w:rPr>
      </w:pPr>
      <w:r>
        <w:rPr>
          <w:rtl/>
        </w:rPr>
        <w:t xml:space="preserve">710 ـ سكين بن أبي فاطمة الجعفي وكلهم رووا عن الصادق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711 ـ سلاربن عبد العزيز الديلمي أبو يعلى فقيه جليل معظم مصنف من تلامذة المفيد والسيد المرتضى ، من تصانيفه كتاب ( الابواب والفصول ) في الفقه والرسالة التي سماها ( المراسم ) وغير ذلك قدس الله سره. </w:t>
      </w:r>
    </w:p>
    <w:p w:rsidR="007849C6" w:rsidRDefault="007849C6" w:rsidP="00186E94">
      <w:pPr>
        <w:pStyle w:val="libNormal"/>
        <w:rPr>
          <w:rtl/>
        </w:rPr>
      </w:pPr>
      <w:r>
        <w:rPr>
          <w:rtl/>
        </w:rPr>
        <w:br w:type="page"/>
      </w:r>
      <w:r>
        <w:rPr>
          <w:rtl/>
        </w:rPr>
        <w:lastRenderedPageBreak/>
        <w:t xml:space="preserve">712 ـ سلام بن أبي عمرة الخراساني قر ، ق ( كش ) ثقة سكن الكوفة. </w:t>
      </w:r>
    </w:p>
    <w:p w:rsidR="007849C6" w:rsidRDefault="007849C6" w:rsidP="00186E94">
      <w:pPr>
        <w:pStyle w:val="libNormal"/>
        <w:rPr>
          <w:rtl/>
        </w:rPr>
      </w:pPr>
      <w:r>
        <w:rPr>
          <w:rtl/>
        </w:rPr>
        <w:t xml:space="preserve">713 ـ سلام بن عبدالله الهاشمي ( جش ) له كتاب. </w:t>
      </w:r>
    </w:p>
    <w:p w:rsidR="007849C6" w:rsidRDefault="007849C6" w:rsidP="00186E94">
      <w:pPr>
        <w:pStyle w:val="libNormal"/>
        <w:rPr>
          <w:rtl/>
        </w:rPr>
      </w:pPr>
      <w:r>
        <w:rPr>
          <w:rtl/>
        </w:rPr>
        <w:t xml:space="preserve">714 ـ سلام بن الوليد ، قال محمد بن مسعود ، لا بأس به. </w:t>
      </w:r>
    </w:p>
    <w:p w:rsidR="007849C6" w:rsidRDefault="007849C6" w:rsidP="00186E94">
      <w:pPr>
        <w:pStyle w:val="libNormal"/>
        <w:rPr>
          <w:rtl/>
        </w:rPr>
      </w:pPr>
      <w:r>
        <w:rPr>
          <w:rtl/>
        </w:rPr>
        <w:t xml:space="preserve">715 ـ سلم أبو الفضيل ، مصغر ، الحناط ، بالحاء المهملة والنون. و .. </w:t>
      </w:r>
    </w:p>
    <w:p w:rsidR="007849C6" w:rsidRDefault="007849C6" w:rsidP="00186E94">
      <w:pPr>
        <w:pStyle w:val="libNormal"/>
        <w:rPr>
          <w:rtl/>
        </w:rPr>
      </w:pPr>
      <w:r>
        <w:rPr>
          <w:rtl/>
        </w:rPr>
        <w:t xml:space="preserve">716 ـ سلم أبو الفضل ـ مكبر ـ الخياط بالخاء المعجمة والياء المثناة تحت ، كلاهما رويا عن ق ( جخ ). </w:t>
      </w:r>
    </w:p>
    <w:p w:rsidR="007849C6" w:rsidRDefault="007849C6" w:rsidP="00186E94">
      <w:pPr>
        <w:pStyle w:val="libNormal"/>
        <w:rPr>
          <w:rtl/>
        </w:rPr>
      </w:pPr>
      <w:r>
        <w:rPr>
          <w:rtl/>
        </w:rPr>
        <w:t xml:space="preserve">717 ـ سلامة بن محمد بن إسماعيل الارزني بالراء والزاي فالنون لم ( جخ ) نزيل بغداد ، سمع منه التلعكبري سنة ثمان وعشرين وثلاثمائة وله منه إجازة ، يكنى أبا الحسن شيخ من أصحابنا ثقة جليل روى عن ابن الوليد وعلي بن بابويه. </w:t>
      </w:r>
    </w:p>
    <w:p w:rsidR="007849C6" w:rsidRDefault="007849C6" w:rsidP="00186E94">
      <w:pPr>
        <w:pStyle w:val="libNormal"/>
        <w:rPr>
          <w:rtl/>
        </w:rPr>
      </w:pPr>
      <w:r>
        <w:rPr>
          <w:rtl/>
        </w:rPr>
        <w:t xml:space="preserve">718 ـ سلمان الفارسي مولى رسول الله </w:t>
      </w:r>
      <w:r w:rsidR="00CA64D5" w:rsidRPr="00CA64D5">
        <w:rPr>
          <w:rStyle w:val="libAlaemChar"/>
          <w:rFonts w:hint="cs"/>
          <w:rtl/>
        </w:rPr>
        <w:t>صلى‌الله‌عليه‌وآله‌وسلم</w:t>
      </w:r>
      <w:r>
        <w:rPr>
          <w:rtl/>
        </w:rPr>
        <w:t xml:space="preserve"> ل ، ى أبو عبد الله أول الاركان الاربعة أجل من أن يوضح حاله. </w:t>
      </w:r>
    </w:p>
    <w:p w:rsidR="007849C6" w:rsidRDefault="007849C6" w:rsidP="00186E94">
      <w:pPr>
        <w:pStyle w:val="libNormal"/>
        <w:rPr>
          <w:rtl/>
        </w:rPr>
      </w:pPr>
      <w:r>
        <w:rPr>
          <w:rtl/>
        </w:rPr>
        <w:t xml:space="preserve">719 ـ سلمة بن جناح الكوفي ق ( جخ ) مهمل. </w:t>
      </w:r>
    </w:p>
    <w:p w:rsidR="007849C6" w:rsidRDefault="007849C6" w:rsidP="00186E94">
      <w:pPr>
        <w:pStyle w:val="libNormal"/>
        <w:rPr>
          <w:rtl/>
        </w:rPr>
      </w:pPr>
      <w:r>
        <w:rPr>
          <w:rtl/>
        </w:rPr>
        <w:t xml:space="preserve">720 ـ سلمة بن محمد ، أخو منصور كوفي م ( جش ) مهمل. </w:t>
      </w:r>
    </w:p>
    <w:p w:rsidR="007849C6" w:rsidRDefault="007849C6" w:rsidP="00186E94">
      <w:pPr>
        <w:pStyle w:val="libNormal"/>
        <w:rPr>
          <w:rtl/>
        </w:rPr>
      </w:pPr>
      <w:r>
        <w:rPr>
          <w:rtl/>
        </w:rPr>
        <w:t xml:space="preserve">721 ـ سلمة بن كهيل ى ( جخ ) البرقي : من خواصه. </w:t>
      </w:r>
    </w:p>
    <w:p w:rsidR="007849C6" w:rsidRDefault="007849C6" w:rsidP="00186E94">
      <w:pPr>
        <w:pStyle w:val="libNormal"/>
        <w:rPr>
          <w:rtl/>
        </w:rPr>
      </w:pPr>
      <w:r>
        <w:rPr>
          <w:rtl/>
        </w:rPr>
        <w:t xml:space="preserve">722 ـ سلمة بن كهيل بن الحصين أبو يحيى الحضرمي الكوفي ين قر ، ق ( جخ ) مهمل. </w:t>
      </w:r>
    </w:p>
    <w:p w:rsidR="007849C6" w:rsidRDefault="007849C6" w:rsidP="00186E94">
      <w:pPr>
        <w:pStyle w:val="libNormal"/>
        <w:rPr>
          <w:rtl/>
        </w:rPr>
      </w:pPr>
      <w:r>
        <w:rPr>
          <w:rtl/>
        </w:rPr>
        <w:t xml:space="preserve">723 ـ سليمان بن بلال ضا ( جخ ) ثقة </w:t>
      </w:r>
      <w:r w:rsidRPr="00186E94">
        <w:rPr>
          <w:rStyle w:val="libFootnotenumChar"/>
          <w:rtl/>
        </w:rPr>
        <w:t>(1)</w:t>
      </w:r>
      <w:r>
        <w:rPr>
          <w:rtl/>
        </w:rPr>
        <w:t xml:space="preserve">. </w:t>
      </w:r>
    </w:p>
    <w:p w:rsidR="007849C6" w:rsidRDefault="007849C6" w:rsidP="00186E94">
      <w:pPr>
        <w:pStyle w:val="libNormal"/>
        <w:rPr>
          <w:rtl/>
        </w:rPr>
      </w:pPr>
      <w:r>
        <w:rPr>
          <w:rtl/>
        </w:rPr>
        <w:t xml:space="preserve">724 ـ سليمان بن جعفر بن إبراهيم بن محمد بن علي بن عبدالله بن جعفر الطيار أبو محمد الطالبي الجعفري م ، ضا ( جخ ، ست ، كش ، جش ) ممدوح ثقة.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لم يذكره الشيخ في رجاله من اصحاب الرضا </w:t>
      </w:r>
      <w:r w:rsidR="0006364F" w:rsidRPr="0006364F">
        <w:rPr>
          <w:rStyle w:val="libAlaemChar"/>
          <w:rFonts w:hint="cs"/>
          <w:rtl/>
        </w:rPr>
        <w:t>عليه‌السلام</w:t>
      </w:r>
      <w:r>
        <w:rPr>
          <w:rtl/>
        </w:rPr>
        <w:t xml:space="preserve"> بل ذكره في أصحاب الصادق </w:t>
      </w:r>
      <w:r w:rsidR="0006364F" w:rsidRPr="0006364F">
        <w:rPr>
          <w:rStyle w:val="libAlaemChar"/>
          <w:rFonts w:hint="cs"/>
          <w:rtl/>
        </w:rPr>
        <w:t>عليه‌السلام</w:t>
      </w:r>
      <w:r>
        <w:rPr>
          <w:rtl/>
        </w:rPr>
        <w:t xml:space="preserve"> ، وقد توفي سنة 192 ه‍.</w:t>
      </w:r>
    </w:p>
    <w:p w:rsidR="007849C6" w:rsidRDefault="007849C6" w:rsidP="00186E94">
      <w:pPr>
        <w:pStyle w:val="libNormal"/>
        <w:rPr>
          <w:rtl/>
        </w:rPr>
      </w:pPr>
      <w:r>
        <w:rPr>
          <w:rtl/>
        </w:rPr>
        <w:br w:type="page"/>
      </w:r>
      <w:r>
        <w:rPr>
          <w:rtl/>
        </w:rPr>
        <w:lastRenderedPageBreak/>
        <w:t xml:space="preserve">725 ـ سليمان بن سفيان أبو داود المسترق ، بكسر الراء وتشديد القاف ، المنشد ، مولى كندة ثم بني عدي منهم لم ( جش ) إنما سمي المسترق لانه كان يسترق الناس بشعر السيد الحميري يحدث عن سفيان عن مصعب عن أبي عبدالله </w:t>
      </w:r>
      <w:r w:rsidR="0006364F" w:rsidRPr="0006364F">
        <w:rPr>
          <w:rStyle w:val="libAlaemChar"/>
          <w:rFonts w:hint="cs"/>
          <w:rtl/>
        </w:rPr>
        <w:t>عليه‌السلام</w:t>
      </w:r>
      <w:r>
        <w:rPr>
          <w:rtl/>
        </w:rPr>
        <w:t xml:space="preserve"> ، عاش سبعين سنة ومات سنة ثلاثين ومائة. </w:t>
      </w:r>
    </w:p>
    <w:p w:rsidR="007849C6" w:rsidRDefault="007849C6" w:rsidP="00186E94">
      <w:pPr>
        <w:pStyle w:val="libNormal"/>
        <w:rPr>
          <w:rtl/>
        </w:rPr>
      </w:pPr>
      <w:r>
        <w:rPr>
          <w:rtl/>
        </w:rPr>
        <w:t xml:space="preserve">726 ـ سليمان بن سماعة الضبي الكوزي ، بالزاي ، من بني كوز ابن كعب بن بجالة بن ذهل بن مالك بن بكر بن سعد بن ضبة ، أو إلى كوزبن موئلة بن همام بن ضب بن كعب لم ( جش ) ثقة. </w:t>
      </w:r>
    </w:p>
    <w:p w:rsidR="007849C6" w:rsidRDefault="007849C6" w:rsidP="00186E94">
      <w:pPr>
        <w:pStyle w:val="libNormal"/>
        <w:rPr>
          <w:rtl/>
        </w:rPr>
      </w:pPr>
      <w:r>
        <w:rPr>
          <w:rtl/>
        </w:rPr>
        <w:t xml:space="preserve">727 ـ سليمان بن صالح الجصاص بالجيم ق ( جخ ، جش ) كوفي ثقة. </w:t>
      </w:r>
    </w:p>
    <w:p w:rsidR="007849C6" w:rsidRDefault="007849C6" w:rsidP="00186E94">
      <w:pPr>
        <w:pStyle w:val="libNormal"/>
        <w:rPr>
          <w:rtl/>
        </w:rPr>
      </w:pPr>
      <w:r>
        <w:rPr>
          <w:rtl/>
        </w:rPr>
        <w:t xml:space="preserve">728 ـ سليمان مولى طربال ، ذكره ابن نوح ( جش ) ق روى عنه عباد بن يعقوب الاسدي. </w:t>
      </w:r>
    </w:p>
    <w:p w:rsidR="007849C6" w:rsidRDefault="007849C6" w:rsidP="00186E94">
      <w:pPr>
        <w:pStyle w:val="libNormal"/>
        <w:rPr>
          <w:rtl/>
        </w:rPr>
      </w:pPr>
      <w:r>
        <w:rPr>
          <w:rtl/>
        </w:rPr>
        <w:t>729</w:t>
      </w:r>
      <w:r>
        <w:rPr>
          <w:rFonts w:hint="cs"/>
          <w:rtl/>
        </w:rPr>
        <w:t xml:space="preserve"> </w:t>
      </w:r>
      <w:r>
        <w:rPr>
          <w:rtl/>
        </w:rPr>
        <w:t xml:space="preserve">ـ سليمان بن مهران أبو محمد الاعمش الاسدي الكوفي مولاهم ق ( جخ ) مهمل. </w:t>
      </w:r>
    </w:p>
    <w:p w:rsidR="007849C6" w:rsidRDefault="007849C6" w:rsidP="00186E94">
      <w:pPr>
        <w:pStyle w:val="libNormal"/>
        <w:rPr>
          <w:rtl/>
        </w:rPr>
      </w:pPr>
      <w:r>
        <w:rPr>
          <w:rtl/>
        </w:rPr>
        <w:t xml:space="preserve">730 ـ سليمان بن مسهر ، بكسر الميم وفتح الهاء ى ( جخ ) كان يروي عن خرشة ، بالخاء المعجمة والراء والشين المعجمة المفتوحات ، بن الحر ، بالحاء المهملة المضمومة وتشديد الراء ، وكانا جميعا مستقيمين. </w:t>
      </w:r>
    </w:p>
    <w:p w:rsidR="007849C6" w:rsidRDefault="007849C6" w:rsidP="00186E94">
      <w:pPr>
        <w:pStyle w:val="libNormal"/>
        <w:rPr>
          <w:rtl/>
        </w:rPr>
      </w:pPr>
      <w:r>
        <w:rPr>
          <w:rtl/>
        </w:rPr>
        <w:t xml:space="preserve">731 ـ سليمان مولى الحسين </w:t>
      </w:r>
      <w:r w:rsidR="0006364F" w:rsidRPr="0006364F">
        <w:rPr>
          <w:rStyle w:val="libAlaemChar"/>
          <w:rFonts w:hint="cs"/>
          <w:rtl/>
        </w:rPr>
        <w:t>عليه‌السلام</w:t>
      </w:r>
      <w:r>
        <w:rPr>
          <w:rtl/>
        </w:rPr>
        <w:t xml:space="preserve"> سين ( جخ ) قتل معه ، وكفى بذلك فخرا. </w:t>
      </w:r>
    </w:p>
    <w:p w:rsidR="007849C6" w:rsidRDefault="007849C6" w:rsidP="00186E94">
      <w:pPr>
        <w:pStyle w:val="libNormal"/>
        <w:rPr>
          <w:rtl/>
        </w:rPr>
      </w:pPr>
      <w:r>
        <w:rPr>
          <w:rtl/>
        </w:rPr>
        <w:t xml:space="preserve">732 ـ سليم بن قيس ، صاحب الكتاب ، الهلالي ى ، ن سين ، ين قر ، ( قي ) من الاولياء ( كش ) روى تصديقه ( غض ) كتابه موضوع وفيه أن الائمة ثلاثة عشر وأسانيده مختلفة. </w:t>
      </w:r>
    </w:p>
    <w:p w:rsidR="007849C6" w:rsidRDefault="007849C6" w:rsidP="00186E94">
      <w:pPr>
        <w:pStyle w:val="libNormal"/>
        <w:rPr>
          <w:rtl/>
        </w:rPr>
      </w:pPr>
      <w:r>
        <w:rPr>
          <w:rtl/>
        </w:rPr>
        <w:t xml:space="preserve">733 ـ سليم الفراء </w:t>
      </w:r>
      <w:r w:rsidRPr="00186E94">
        <w:rPr>
          <w:rStyle w:val="libFootnotenumChar"/>
          <w:rtl/>
        </w:rPr>
        <w:t>(1)</w:t>
      </w:r>
      <w:r>
        <w:rPr>
          <w:rtl/>
        </w:rPr>
        <w:t xml:space="preserve"> كوفي ق ، م ( جخ ، ست ، جش ) ثقة. </w:t>
      </w:r>
    </w:p>
    <w:p w:rsidR="007849C6" w:rsidRDefault="007849C6" w:rsidP="00186E94">
      <w:pPr>
        <w:pStyle w:val="libNormal"/>
        <w:rPr>
          <w:rtl/>
        </w:rPr>
      </w:pPr>
      <w:r>
        <w:rPr>
          <w:rtl/>
        </w:rPr>
        <w:t xml:space="preserve">734 ـ سنان أبو عبدالله بن سنان ق ( جخ ، كش ) ممدوح. </w:t>
      </w:r>
    </w:p>
    <w:p w:rsidR="007849C6" w:rsidRDefault="007849C6" w:rsidP="002C2B53">
      <w:pPr>
        <w:pStyle w:val="libFootnote0"/>
        <w:rPr>
          <w:rtl/>
        </w:rPr>
      </w:pPr>
      <w:r>
        <w:rPr>
          <w:rtl/>
        </w:rPr>
        <w:t>____________</w:t>
      </w:r>
    </w:p>
    <w:p w:rsidR="007849C6" w:rsidRDefault="007849C6" w:rsidP="002C2B53">
      <w:pPr>
        <w:pStyle w:val="libFootnote0"/>
        <w:rPr>
          <w:rtl/>
        </w:rPr>
      </w:pPr>
      <w:r>
        <w:rPr>
          <w:rtl/>
        </w:rPr>
        <w:t xml:space="preserve">1 ـ سليم الفراء لم يذكره الشيخ في الفهرست. </w:t>
      </w:r>
    </w:p>
    <w:p w:rsidR="007849C6" w:rsidRDefault="007849C6" w:rsidP="00186E94">
      <w:pPr>
        <w:pStyle w:val="libNormal"/>
        <w:rPr>
          <w:rtl/>
        </w:rPr>
      </w:pPr>
      <w:r>
        <w:rPr>
          <w:rtl/>
        </w:rPr>
        <w:br w:type="page"/>
      </w:r>
      <w:r>
        <w:rPr>
          <w:rtl/>
        </w:rPr>
        <w:lastRenderedPageBreak/>
        <w:t xml:space="preserve">735 ـ سنان بن عبدالرحمن مولى بني هاشم الكوفي ق ( جخ ) ممدوح ، وليس هو أبا عبدالله. </w:t>
      </w:r>
    </w:p>
    <w:p w:rsidR="007849C6" w:rsidRDefault="007849C6" w:rsidP="00186E94">
      <w:pPr>
        <w:pStyle w:val="libNormal"/>
        <w:rPr>
          <w:rtl/>
        </w:rPr>
      </w:pPr>
      <w:r>
        <w:rPr>
          <w:rtl/>
        </w:rPr>
        <w:t xml:space="preserve">736 ـ سندي بن الربيع البغدادي م ( جش ) مهمل. </w:t>
      </w:r>
    </w:p>
    <w:p w:rsidR="007849C6" w:rsidRDefault="007849C6" w:rsidP="00186E94">
      <w:pPr>
        <w:pStyle w:val="libNormal"/>
        <w:rPr>
          <w:rtl/>
        </w:rPr>
      </w:pPr>
      <w:r>
        <w:rPr>
          <w:rtl/>
        </w:rPr>
        <w:t xml:space="preserve">737 ـ سندي بن عيسى الهمداني لم ( جش ) ثقة كوفي. </w:t>
      </w:r>
    </w:p>
    <w:p w:rsidR="007849C6" w:rsidRDefault="007849C6" w:rsidP="00186E94">
      <w:pPr>
        <w:pStyle w:val="libNormal"/>
        <w:rPr>
          <w:rtl/>
        </w:rPr>
      </w:pPr>
      <w:r>
        <w:rPr>
          <w:rtl/>
        </w:rPr>
        <w:t xml:space="preserve">738 ـ سندي بن محمد ، وإسمه أبان ويكنى أبابشرد ( جخ ، ست جش ). صليب من جهينة </w:t>
      </w:r>
      <w:r w:rsidRPr="00186E94">
        <w:rPr>
          <w:rStyle w:val="libFootnotenumChar"/>
          <w:rtl/>
        </w:rPr>
        <w:t>(1)</w:t>
      </w:r>
      <w:r>
        <w:rPr>
          <w:rtl/>
        </w:rPr>
        <w:t xml:space="preserve"> وقيل من بجيلة ، وهو الاشهر وهو ابن أخت صفوان بن يحيى كان ثقة وجها من أصحابنا الكوفيين. </w:t>
      </w:r>
    </w:p>
    <w:p w:rsidR="007849C6" w:rsidRDefault="007849C6" w:rsidP="00186E94">
      <w:pPr>
        <w:pStyle w:val="libNormal"/>
        <w:rPr>
          <w:rtl/>
        </w:rPr>
      </w:pPr>
      <w:r>
        <w:rPr>
          <w:rtl/>
        </w:rPr>
        <w:t xml:space="preserve">739 ـ سويدبن غفلة ، بالعين المهملة والفاء المفتوحتين ى ، ن ( جخ ، عق ) : من الاولياء. </w:t>
      </w:r>
    </w:p>
    <w:p w:rsidR="007849C6" w:rsidRDefault="007849C6" w:rsidP="00186E94">
      <w:pPr>
        <w:pStyle w:val="libNormal"/>
        <w:rPr>
          <w:rtl/>
        </w:rPr>
      </w:pPr>
      <w:r>
        <w:rPr>
          <w:rtl/>
        </w:rPr>
        <w:t xml:space="preserve">740 ـ سورة بن كليب قر ، ق ( كش ) ممدوح وهواسم لاثنين. النهدي والاسدي ، وكلاهما كوفي ، ولم يذكر الشيخ هذا الاسم ممن روى عن الباقر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741 ـ سويدبن محمد بن مسلم ( جش ) له كتاب </w:t>
      </w:r>
      <w:r w:rsidRPr="00186E94">
        <w:rPr>
          <w:rStyle w:val="libFootnotenumChar"/>
          <w:rtl/>
        </w:rPr>
        <w:t>(2)</w:t>
      </w:r>
      <w:r>
        <w:rPr>
          <w:rtl/>
        </w:rPr>
        <w:t xml:space="preserve">. </w:t>
      </w:r>
    </w:p>
    <w:p w:rsidR="007849C6" w:rsidRDefault="007849C6" w:rsidP="00186E94">
      <w:pPr>
        <w:pStyle w:val="libNormal"/>
        <w:rPr>
          <w:rtl/>
        </w:rPr>
      </w:pPr>
      <w:r>
        <w:rPr>
          <w:rtl/>
        </w:rPr>
        <w:t xml:space="preserve">742 ـ سويدبن مسلم القلاق ( جخ ، ست ، عب ) ثقة. </w:t>
      </w:r>
    </w:p>
    <w:p w:rsidR="007849C6" w:rsidRDefault="007849C6" w:rsidP="00186E94">
      <w:pPr>
        <w:pStyle w:val="libNormal"/>
        <w:rPr>
          <w:rtl/>
        </w:rPr>
      </w:pPr>
      <w:r>
        <w:rPr>
          <w:rtl/>
        </w:rPr>
        <w:t xml:space="preserve">743 ـ سهل بن أحمد بن عبدالله بن أحمد بن سهل الديباجي أبو محمد ( جش ) لا بأس به ، كان يخفي أمره ثم تشاهر بالدين آخر عمره ( غض ) مشتبه الحديث. </w:t>
      </w:r>
    </w:p>
    <w:p w:rsidR="007849C6" w:rsidRDefault="007849C6" w:rsidP="00186E94">
      <w:pPr>
        <w:pStyle w:val="libNormal"/>
        <w:rPr>
          <w:rtl/>
        </w:rPr>
      </w:pPr>
      <w:r>
        <w:rPr>
          <w:rtl/>
        </w:rPr>
        <w:t xml:space="preserve">744 ـ سهل بن حنيف ، بالحاء المهملة المضمومة والنون المفتوحة ل ، ى ( جخ ، كش ) كبر عليه أمير المؤمنين </w:t>
      </w:r>
      <w:r w:rsidR="0006364F" w:rsidRPr="0006364F">
        <w:rPr>
          <w:rStyle w:val="libAlaemChar"/>
          <w:rFonts w:hint="cs"/>
          <w:rtl/>
        </w:rPr>
        <w:t>عليه‌السلام</w:t>
      </w:r>
      <w:r>
        <w:rPr>
          <w:rtl/>
        </w:rPr>
        <w:t xml:space="preserve"> خمسا وعشرين تكبيرة. </w:t>
      </w:r>
    </w:p>
    <w:p w:rsidR="007849C6" w:rsidRDefault="007849C6" w:rsidP="00186E94">
      <w:pPr>
        <w:pStyle w:val="libNormal"/>
        <w:rPr>
          <w:rtl/>
        </w:rPr>
      </w:pPr>
      <w:r>
        <w:rPr>
          <w:rtl/>
        </w:rPr>
        <w:t xml:space="preserve">745 ـ سهل بن زاذويه أبو محمد القمي ( جش ) ثقة جيد الحديث نقي الرواية حكايته عن ابن نوح.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الصليب من القوم الخالص منهم الذي لم يكن انتسابه إليهم بالولاء. </w:t>
      </w:r>
    </w:p>
    <w:p w:rsidR="007849C6" w:rsidRDefault="007849C6" w:rsidP="002C2B53">
      <w:pPr>
        <w:pStyle w:val="libFootnote0"/>
        <w:rPr>
          <w:rtl/>
        </w:rPr>
      </w:pPr>
      <w:r>
        <w:rPr>
          <w:rtl/>
        </w:rPr>
        <w:t xml:space="preserve">2 ـ الذي في ( جش ) وكذا في ( ست ) سويد مولى محمد بن مسلم. </w:t>
      </w:r>
    </w:p>
    <w:p w:rsidR="007849C6" w:rsidRDefault="007849C6" w:rsidP="00186E94">
      <w:pPr>
        <w:pStyle w:val="libNormal"/>
        <w:rPr>
          <w:rtl/>
        </w:rPr>
      </w:pPr>
      <w:r>
        <w:rPr>
          <w:rtl/>
        </w:rPr>
        <w:br w:type="page"/>
      </w:r>
      <w:r>
        <w:rPr>
          <w:rtl/>
        </w:rPr>
        <w:lastRenderedPageBreak/>
        <w:t xml:space="preserve">746 ـ سهل بن الهرمزان ، بضم الهاء وسكون الرا ، وضم الميم والزاي لم ( جش ) قمي ثقة قليل الحديث. </w:t>
      </w:r>
    </w:p>
    <w:p w:rsidR="007849C6" w:rsidRDefault="007849C6" w:rsidP="00186E94">
      <w:pPr>
        <w:pStyle w:val="libNormal"/>
        <w:rPr>
          <w:rtl/>
        </w:rPr>
      </w:pPr>
      <w:r>
        <w:rPr>
          <w:rtl/>
        </w:rPr>
        <w:t xml:space="preserve">747 ـ سهل بن اليسع بن عبدالله بن سعد الاشعري م ، ضا ( جخ جش ) قمى ثقة ثقة </w:t>
      </w:r>
      <w:r w:rsidRPr="00186E94">
        <w:rPr>
          <w:rStyle w:val="libFootnotenumChar"/>
          <w:rtl/>
        </w:rPr>
        <w:t>(1)</w:t>
      </w:r>
      <w:r>
        <w:rPr>
          <w:rtl/>
        </w:rPr>
        <w:t xml:space="preserve">. </w:t>
      </w:r>
    </w:p>
    <w:p w:rsidR="007849C6" w:rsidRDefault="007849C6" w:rsidP="00186E94">
      <w:pPr>
        <w:pStyle w:val="libNormal"/>
        <w:rPr>
          <w:rtl/>
        </w:rPr>
      </w:pPr>
      <w:r>
        <w:rPr>
          <w:rtl/>
        </w:rPr>
        <w:t xml:space="preserve">748 ـ سيابة ، بفتح السين والياء المثناة تحت والياء المفردة ، بن ناجية المدني ، ذكره سعد بن عبدالله ، له كتاب. </w:t>
      </w:r>
    </w:p>
    <w:p w:rsidR="007849C6" w:rsidRDefault="007849C6" w:rsidP="00186E94">
      <w:pPr>
        <w:pStyle w:val="libNormal"/>
        <w:rPr>
          <w:rtl/>
        </w:rPr>
      </w:pPr>
      <w:r>
        <w:rPr>
          <w:rtl/>
        </w:rPr>
        <w:t xml:space="preserve">749 ـ سيف بن سليمان التمار ابو الحسن كوفي ق ( جخ ، جش ) ثقة وابنه الحسن بن سيف روى عنه أيضا. </w:t>
      </w:r>
    </w:p>
    <w:p w:rsidR="007849C6" w:rsidRDefault="007849C6" w:rsidP="00186E94">
      <w:pPr>
        <w:pStyle w:val="libNormal"/>
        <w:rPr>
          <w:rtl/>
        </w:rPr>
      </w:pPr>
      <w:r>
        <w:rPr>
          <w:rtl/>
        </w:rPr>
        <w:t xml:space="preserve">750 ـ سيف بن عمارة الجعفي ق ( جخ ) مهمل. </w:t>
      </w:r>
    </w:p>
    <w:p w:rsidR="007849C6" w:rsidRDefault="007849C6" w:rsidP="00186E94">
      <w:pPr>
        <w:pStyle w:val="libNormal"/>
        <w:rPr>
          <w:rtl/>
        </w:rPr>
      </w:pPr>
      <w:r>
        <w:rPr>
          <w:rtl/>
        </w:rPr>
        <w:t xml:space="preserve">751 ـ سيف بن عميرة ، بالفتح ، النخعي ق ، م ( حخ ، جش ) عربي كوفي ثقة. </w:t>
      </w:r>
    </w:p>
    <w:p w:rsidR="007849C6" w:rsidRDefault="007849C6" w:rsidP="00186E94">
      <w:pPr>
        <w:pStyle w:val="libNormal"/>
        <w:rPr>
          <w:rtl/>
        </w:rPr>
      </w:pPr>
      <w:r>
        <w:rPr>
          <w:rtl/>
        </w:rPr>
        <w:t xml:space="preserve">752 ـ سيف بن مصعب العبدى أبو محمد الشاعر ( كش ) : قال الصادق </w:t>
      </w:r>
      <w:r w:rsidR="0006364F" w:rsidRPr="0006364F">
        <w:rPr>
          <w:rStyle w:val="libAlaemChar"/>
          <w:rFonts w:hint="cs"/>
          <w:rtl/>
        </w:rPr>
        <w:t>عليه‌السلام</w:t>
      </w:r>
      <w:r>
        <w:rPr>
          <w:rtl/>
        </w:rPr>
        <w:t xml:space="preserve"> يا معشر الشيعة علموا اولادكم شعر العبدي فانه على دين الله. </w:t>
      </w:r>
    </w:p>
    <w:p w:rsidR="007849C6" w:rsidRDefault="007849C6" w:rsidP="00186E94">
      <w:pPr>
        <w:pStyle w:val="libNormal"/>
        <w:rPr>
          <w:rtl/>
        </w:rPr>
      </w:pPr>
      <w:r>
        <w:rPr>
          <w:rtl/>
        </w:rPr>
        <w:t xml:space="preserve">753 ـ السيد </w:t>
      </w:r>
      <w:r w:rsidRPr="00186E94">
        <w:rPr>
          <w:rStyle w:val="libFootnotenumChar"/>
          <w:rtl/>
        </w:rPr>
        <w:t>(2)</w:t>
      </w:r>
      <w:r>
        <w:rPr>
          <w:rtl/>
        </w:rPr>
        <w:t xml:space="preserve"> بن محمد الحميرى ق ( كش ) مادح أهل البيت </w:t>
      </w:r>
      <w:r w:rsidR="0006364F" w:rsidRPr="0006364F">
        <w:rPr>
          <w:rStyle w:val="libAlaemChar"/>
          <w:rFonts w:hint="cs"/>
          <w:rtl/>
        </w:rPr>
        <w:t>عليهم‌السلام</w:t>
      </w:r>
      <w:r>
        <w:rPr>
          <w:rtl/>
        </w:rPr>
        <w:t xml:space="preserve"> ترحم عليه الصادق </w:t>
      </w:r>
      <w:r w:rsidR="0006364F" w:rsidRPr="0006364F">
        <w:rPr>
          <w:rStyle w:val="libAlaemChar"/>
          <w:rFonts w:hint="cs"/>
          <w:rtl/>
        </w:rPr>
        <w:t>عليه‌السلام</w:t>
      </w:r>
      <w:r>
        <w:rPr>
          <w:rtl/>
        </w:rPr>
        <w:t xml:space="preserve"> ، روى أنه اسود وجهه عند الموت فقال : هكذا يفعل بأوليائكم يا امير المؤمنين ؟! فابيض وجهه كأنه القمر ليلة البدر. وكان كيسانيا فرجع وقال بأبي جعفر </w:t>
      </w:r>
      <w:r w:rsidR="0006364F" w:rsidRPr="0006364F">
        <w:rPr>
          <w:rStyle w:val="libAlaemChar"/>
          <w:rFonts w:hint="cs"/>
          <w:rtl/>
        </w:rPr>
        <w:t>عليه‌السلام</w:t>
      </w:r>
      <w:r>
        <w:rPr>
          <w:rtl/>
        </w:rPr>
        <w:t xml:space="preserve">.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الموجود في رجال النجاشي توثيقه مرة لا مرتين لكن ذكر صاحب الكتاب في آخر هذا القسم أنه ممن قال فيهم النجاشي ثقة مرتين ، فراجعه. </w:t>
      </w:r>
    </w:p>
    <w:p w:rsidR="007849C6" w:rsidRDefault="007849C6" w:rsidP="002C2B53">
      <w:pPr>
        <w:pStyle w:val="libFootnote0"/>
        <w:rPr>
          <w:rtl/>
        </w:rPr>
      </w:pPr>
      <w:r>
        <w:rPr>
          <w:rtl/>
        </w:rPr>
        <w:t xml:space="preserve">2 ـ سبق ذكره بعنوان إسماعيل بن محمد الحميري ، وإنما كرر ذكره هنا لشهرته بلقب ( السيد ). </w:t>
      </w:r>
    </w:p>
    <w:p w:rsidR="007849C6" w:rsidRDefault="007849C6" w:rsidP="007849C6">
      <w:pPr>
        <w:pStyle w:val="Heading1Center"/>
        <w:rPr>
          <w:rtl/>
        </w:rPr>
      </w:pPr>
      <w:r>
        <w:rPr>
          <w:rtl/>
        </w:rPr>
        <w:br w:type="page"/>
      </w:r>
      <w:bookmarkStart w:id="43" w:name="_Toc265165240"/>
      <w:bookmarkStart w:id="44" w:name="_Toc286683169"/>
      <w:bookmarkStart w:id="45" w:name="_Toc403904026"/>
      <w:r>
        <w:rPr>
          <w:rtl/>
        </w:rPr>
        <w:lastRenderedPageBreak/>
        <w:t>( باب الشين المعجمة )</w:t>
      </w:r>
      <w:bookmarkEnd w:id="43"/>
      <w:bookmarkEnd w:id="44"/>
      <w:bookmarkEnd w:id="45"/>
    </w:p>
    <w:p w:rsidR="007849C6" w:rsidRDefault="007849C6" w:rsidP="00186E94">
      <w:pPr>
        <w:pStyle w:val="libNormal"/>
        <w:rPr>
          <w:rtl/>
        </w:rPr>
      </w:pPr>
      <w:r>
        <w:rPr>
          <w:rtl/>
        </w:rPr>
        <w:t xml:space="preserve">754 ـ شجرة بن ميمون بن أبي أراكة الوابشى مولاهم النبال قر ق ( جخ ، كش ) مهمل. </w:t>
      </w:r>
    </w:p>
    <w:p w:rsidR="007849C6" w:rsidRDefault="007849C6" w:rsidP="00186E94">
      <w:pPr>
        <w:pStyle w:val="libNormal"/>
        <w:rPr>
          <w:rtl/>
        </w:rPr>
      </w:pPr>
      <w:r>
        <w:rPr>
          <w:rtl/>
        </w:rPr>
        <w:t xml:space="preserve">755 ، 756 ـ شرحبيل ، بضم الشين وفتح الراء وسكون الحاء المهملة والباء المفردة والباء المثناة تحت ، وشتير ، بضم الشين وفتح التاء المثناة فوق والياء المثناة تحت ساكنة ويقال شمير ، وهبير ، وكريب وبريد إخوة قتلوا ( بصفين ، كل واحد يأخذ الراية بعد الاخر حتى قتلوا. وبعض ) المصنفين </w:t>
      </w:r>
      <w:r w:rsidRPr="00186E94">
        <w:rPr>
          <w:rStyle w:val="libFootnotenumChar"/>
          <w:rtl/>
        </w:rPr>
        <w:t>(1)</w:t>
      </w:r>
      <w:r>
        <w:rPr>
          <w:rtl/>
        </w:rPr>
        <w:t xml:space="preserve"> اثبت ستير ، بالسين المهملة ، ( وهو وهم ) وقد أثبته الشيخ أبو جعفر في باب الشين المعجمة ، وامره ظاهر. </w:t>
      </w:r>
    </w:p>
    <w:p w:rsidR="007849C6" w:rsidRDefault="007849C6" w:rsidP="00186E94">
      <w:pPr>
        <w:pStyle w:val="libNormal"/>
        <w:rPr>
          <w:rtl/>
        </w:rPr>
      </w:pPr>
      <w:r>
        <w:rPr>
          <w:rtl/>
        </w:rPr>
        <w:t xml:space="preserve">757 ـ شعيب بن اعين الحدادق ( جخ ، كش ) كوفي ثقة. </w:t>
      </w:r>
    </w:p>
    <w:p w:rsidR="007849C6" w:rsidRDefault="007849C6" w:rsidP="00186E94">
      <w:pPr>
        <w:pStyle w:val="libNormal"/>
        <w:rPr>
          <w:rtl/>
        </w:rPr>
      </w:pPr>
      <w:r>
        <w:rPr>
          <w:rtl/>
        </w:rPr>
        <w:t xml:space="preserve">758 ـ شعيب بن يعقوب العقرقوفي أبو يعقوب ، ابن اخت أبي بصير يحيى بن القاسم ق ، م ( جخ ، ست ، كش ) ثقة عين. </w:t>
      </w:r>
    </w:p>
    <w:p w:rsidR="007849C6" w:rsidRDefault="007849C6" w:rsidP="00186E94">
      <w:pPr>
        <w:pStyle w:val="libNormal"/>
        <w:rPr>
          <w:rtl/>
        </w:rPr>
      </w:pPr>
      <w:r>
        <w:rPr>
          <w:rtl/>
        </w:rPr>
        <w:t xml:space="preserve">759 ـ شعيب مولى علي بن الحسين ين ( كش ) ممدوح. </w:t>
      </w:r>
    </w:p>
    <w:p w:rsidR="007849C6" w:rsidRDefault="007849C6" w:rsidP="00186E94">
      <w:pPr>
        <w:pStyle w:val="libNormal"/>
        <w:rPr>
          <w:rtl/>
        </w:rPr>
      </w:pPr>
      <w:r>
        <w:rPr>
          <w:rtl/>
        </w:rPr>
        <w:t xml:space="preserve">760 ـ شهاب بن عبدربه بن أبي ميمونة مولى بني نصر بن قعين من بني اسد قر ، ق ( جخ ، كش ) كان موسرا ذا حال. </w:t>
      </w:r>
    </w:p>
    <w:p w:rsidR="007849C6" w:rsidRDefault="007849C6" w:rsidP="007849C6">
      <w:pPr>
        <w:pStyle w:val="Heading1Center"/>
        <w:rPr>
          <w:rtl/>
        </w:rPr>
      </w:pPr>
      <w:bookmarkStart w:id="46" w:name="_Toc265165241"/>
      <w:bookmarkStart w:id="47" w:name="_Toc286683170"/>
      <w:bookmarkStart w:id="48" w:name="_Toc403904027"/>
      <w:r>
        <w:rPr>
          <w:rtl/>
        </w:rPr>
        <w:t>( باب الصاد المهملة )</w:t>
      </w:r>
      <w:bookmarkEnd w:id="46"/>
      <w:bookmarkEnd w:id="47"/>
      <w:bookmarkEnd w:id="48"/>
    </w:p>
    <w:p w:rsidR="007849C6" w:rsidRDefault="007849C6" w:rsidP="00186E94">
      <w:pPr>
        <w:pStyle w:val="libNormal"/>
        <w:rPr>
          <w:rtl/>
        </w:rPr>
      </w:pPr>
      <w:r>
        <w:rPr>
          <w:rtl/>
        </w:rPr>
        <w:t xml:space="preserve">761 ـ صابر مولى بسام بن عبدالله الصيرفي مولى بني اسد ق ( جش ). </w:t>
      </w:r>
    </w:p>
    <w:p w:rsidR="007849C6" w:rsidRDefault="007849C6" w:rsidP="00186E94">
      <w:pPr>
        <w:pStyle w:val="libNormal"/>
        <w:rPr>
          <w:rtl/>
        </w:rPr>
      </w:pPr>
      <w:r>
        <w:rPr>
          <w:rtl/>
        </w:rPr>
        <w:t xml:space="preserve">762 ـ صالح أبو خالد القماط ( جش ) له كتاب </w:t>
      </w:r>
      <w:r w:rsidRPr="00186E94">
        <w:rPr>
          <w:rStyle w:val="libFootnotenumChar"/>
          <w:rtl/>
        </w:rPr>
        <w:t>(2)</w:t>
      </w:r>
      <w:r>
        <w:rPr>
          <w:rtl/>
        </w:rPr>
        <w:t xml:space="preserve">. </w:t>
      </w:r>
    </w:p>
    <w:p w:rsidR="007849C6" w:rsidRDefault="007849C6" w:rsidP="00186E94">
      <w:pPr>
        <w:pStyle w:val="libNormal"/>
        <w:rPr>
          <w:rtl/>
        </w:rPr>
      </w:pPr>
      <w:r>
        <w:rPr>
          <w:rtl/>
        </w:rPr>
        <w:t xml:space="preserve">763 ـ صالح أبو مقاتل الديلمى ( جش ) له كتاب الاحتجاج. </w:t>
      </w:r>
    </w:p>
    <w:p w:rsidR="007849C6" w:rsidRDefault="007849C6" w:rsidP="00186E94">
      <w:pPr>
        <w:pStyle w:val="libNormal"/>
        <w:rPr>
          <w:rtl/>
        </w:rPr>
      </w:pPr>
      <w:r>
        <w:rPr>
          <w:rtl/>
        </w:rPr>
        <w:t xml:space="preserve">764 ـ صالح الحذاء كوفي ( جش ) مهمل.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هو العلامة ذكره في باب الكنى من الخلاصة بالسين المهملة. </w:t>
      </w:r>
    </w:p>
    <w:p w:rsidR="007849C6" w:rsidRDefault="007849C6" w:rsidP="002C2B53">
      <w:pPr>
        <w:pStyle w:val="libFootnote0"/>
        <w:rPr>
          <w:rtl/>
        </w:rPr>
      </w:pPr>
      <w:r>
        <w:rPr>
          <w:rtl/>
        </w:rPr>
        <w:t xml:space="preserve">2 ـ الذي في ( جش ) صالح بن خالد القماط. </w:t>
      </w:r>
    </w:p>
    <w:p w:rsidR="007849C6" w:rsidRDefault="007849C6" w:rsidP="00186E94">
      <w:pPr>
        <w:pStyle w:val="libNormal"/>
        <w:rPr>
          <w:rtl/>
        </w:rPr>
      </w:pPr>
      <w:r>
        <w:rPr>
          <w:rtl/>
        </w:rPr>
        <w:br w:type="page"/>
      </w:r>
      <w:r>
        <w:rPr>
          <w:rtl/>
        </w:rPr>
        <w:lastRenderedPageBreak/>
        <w:t xml:space="preserve">765 ـ صالح بن خالد المحاملي أبو شعيب الكناسى مولى علي بن الحكم بن الزبير مولى بني اسد م ( جش ). </w:t>
      </w:r>
    </w:p>
    <w:p w:rsidR="007849C6" w:rsidRDefault="007849C6" w:rsidP="00186E94">
      <w:pPr>
        <w:pStyle w:val="libNormal"/>
        <w:rPr>
          <w:rtl/>
        </w:rPr>
      </w:pPr>
      <w:r>
        <w:rPr>
          <w:rtl/>
        </w:rPr>
        <w:t xml:space="preserve">766 ـ صالح بن رزين كوفي ق ( جش ). </w:t>
      </w:r>
    </w:p>
    <w:p w:rsidR="007849C6" w:rsidRDefault="007849C6" w:rsidP="00186E94">
      <w:pPr>
        <w:pStyle w:val="libNormal"/>
        <w:rPr>
          <w:rtl/>
        </w:rPr>
      </w:pPr>
      <w:r>
        <w:rPr>
          <w:rtl/>
        </w:rPr>
        <w:t xml:space="preserve">767 ـ صالح بن سعيد أبو سعيد القماط مولى بني أسد ( جخ ) أحد أركان النسب ق ( جش ) كوفي مهمل. </w:t>
      </w:r>
    </w:p>
    <w:p w:rsidR="007849C6" w:rsidRDefault="007849C6" w:rsidP="00186E94">
      <w:pPr>
        <w:pStyle w:val="libNormal"/>
        <w:rPr>
          <w:rtl/>
        </w:rPr>
      </w:pPr>
      <w:r>
        <w:rPr>
          <w:rtl/>
        </w:rPr>
        <w:t xml:space="preserve">768 ـ صالح بن سهل قر ، ق ( كش ) ممدوح. </w:t>
      </w:r>
    </w:p>
    <w:p w:rsidR="007849C6" w:rsidRDefault="007849C6" w:rsidP="00186E94">
      <w:pPr>
        <w:pStyle w:val="libNormal"/>
        <w:rPr>
          <w:rtl/>
        </w:rPr>
      </w:pPr>
      <w:r>
        <w:rPr>
          <w:rtl/>
        </w:rPr>
        <w:t xml:space="preserve">769 ـ صالح بن محمد الصرمي </w:t>
      </w:r>
      <w:r w:rsidRPr="00186E94">
        <w:rPr>
          <w:rStyle w:val="libFootnotenumChar"/>
          <w:rtl/>
        </w:rPr>
        <w:t>(1)</w:t>
      </w:r>
      <w:r>
        <w:rPr>
          <w:rtl/>
        </w:rPr>
        <w:t xml:space="preserve"> شيخ أبي الحسن الجنيدي ( جش ). </w:t>
      </w:r>
    </w:p>
    <w:p w:rsidR="007849C6" w:rsidRDefault="007849C6" w:rsidP="00186E94">
      <w:pPr>
        <w:pStyle w:val="libNormal"/>
        <w:rPr>
          <w:rtl/>
        </w:rPr>
      </w:pPr>
      <w:r>
        <w:rPr>
          <w:rtl/>
        </w:rPr>
        <w:t xml:space="preserve">770 ـ صالح بن محمد الهمذاني دى ( جخ ) ثقة. </w:t>
      </w:r>
    </w:p>
    <w:p w:rsidR="007849C6" w:rsidRDefault="007849C6" w:rsidP="00186E94">
      <w:pPr>
        <w:pStyle w:val="libNormal"/>
        <w:rPr>
          <w:rtl/>
        </w:rPr>
      </w:pPr>
      <w:r>
        <w:rPr>
          <w:rtl/>
        </w:rPr>
        <w:t xml:space="preserve">771 ـ صالح بن موسى الجواربي ، بالجيم المفتوحة والراء والباء المفردة ق ( جخ ) احد اركان النسب ، ومن أصحابنا من توهمه ( الخواربي ) ـ بالخاء ـ وهو تصحيف. </w:t>
      </w:r>
    </w:p>
    <w:p w:rsidR="007849C6" w:rsidRDefault="007849C6" w:rsidP="00186E94">
      <w:pPr>
        <w:pStyle w:val="libNormal"/>
        <w:rPr>
          <w:rtl/>
        </w:rPr>
      </w:pPr>
      <w:r>
        <w:rPr>
          <w:rtl/>
        </w:rPr>
        <w:t xml:space="preserve">772 ـ صالح بن ميثم قر ، ق ( جخ ، عق ) قال له أبو جعفر </w:t>
      </w:r>
      <w:r w:rsidR="0006364F" w:rsidRPr="0006364F">
        <w:rPr>
          <w:rStyle w:val="libAlaemChar"/>
          <w:rFonts w:hint="cs"/>
          <w:rtl/>
        </w:rPr>
        <w:t>عليه‌السلام</w:t>
      </w:r>
      <w:r>
        <w:rPr>
          <w:rtl/>
        </w:rPr>
        <w:t xml:space="preserve"> : « إنى أحبك واحب أباك حبا شديدا ». </w:t>
      </w:r>
    </w:p>
    <w:p w:rsidR="007849C6" w:rsidRDefault="007849C6" w:rsidP="00186E94">
      <w:pPr>
        <w:pStyle w:val="libNormal"/>
        <w:rPr>
          <w:rtl/>
        </w:rPr>
      </w:pPr>
      <w:r>
        <w:rPr>
          <w:rtl/>
        </w:rPr>
        <w:t xml:space="preserve">773 ـ صباح بن صبيح الحذاء الفزارى مولاهم ، إمام مسجد دار اللؤلؤ بالكوفة ، وبعضهم قال : « دار اللؤلؤة » وإنما هي « دار اللؤلؤ » ق ( جش ) ثقة ( عين ). </w:t>
      </w:r>
    </w:p>
    <w:p w:rsidR="007849C6" w:rsidRDefault="007849C6" w:rsidP="00186E94">
      <w:pPr>
        <w:pStyle w:val="libNormal"/>
        <w:rPr>
          <w:rtl/>
        </w:rPr>
      </w:pPr>
      <w:r>
        <w:rPr>
          <w:rtl/>
        </w:rPr>
        <w:t xml:space="preserve">774 ـ صباح بن موسى الساباطى أخو عمار الساباطى ق ( جخ ) ثقة. </w:t>
      </w:r>
    </w:p>
    <w:p w:rsidR="007849C6" w:rsidRDefault="007849C6" w:rsidP="00186E94">
      <w:pPr>
        <w:pStyle w:val="libNormal"/>
        <w:rPr>
          <w:rtl/>
        </w:rPr>
      </w:pPr>
      <w:r>
        <w:rPr>
          <w:rtl/>
        </w:rPr>
        <w:t xml:space="preserve">775 ـ صباح بن نصر الهندي </w:t>
      </w:r>
      <w:r w:rsidRPr="00186E94">
        <w:rPr>
          <w:rStyle w:val="libFootnotenumChar"/>
          <w:rtl/>
        </w:rPr>
        <w:t>(2)</w:t>
      </w:r>
      <w:r>
        <w:rPr>
          <w:rtl/>
        </w:rPr>
        <w:t xml:space="preserve"> ضا ( جش ) له مسائل عنه. </w:t>
      </w:r>
    </w:p>
    <w:p w:rsidR="007849C6" w:rsidRDefault="007849C6" w:rsidP="00186E94">
      <w:pPr>
        <w:pStyle w:val="libNormal"/>
        <w:rPr>
          <w:rtl/>
        </w:rPr>
      </w:pPr>
      <w:r>
        <w:rPr>
          <w:rtl/>
        </w:rPr>
        <w:t xml:space="preserve">776 ـ صباح بن يحيى بن محمد المزني قر ، ق ( جش ) كوفي ثقة. </w:t>
      </w:r>
    </w:p>
    <w:p w:rsidR="007849C6" w:rsidRDefault="007849C6" w:rsidP="00186E94">
      <w:pPr>
        <w:pStyle w:val="libNormal"/>
        <w:rPr>
          <w:rtl/>
        </w:rPr>
      </w:pPr>
      <w:r>
        <w:rPr>
          <w:rtl/>
        </w:rPr>
        <w:t xml:space="preserve">777 ـ صبيح أبو الصباح مولى بسام بن عبدالله الصيرفي ( جش ) له كتاب. </w:t>
      </w:r>
    </w:p>
    <w:p w:rsidR="007849C6" w:rsidRDefault="007849C6" w:rsidP="00186E94">
      <w:pPr>
        <w:pStyle w:val="libNormal"/>
        <w:rPr>
          <w:rtl/>
        </w:rPr>
      </w:pPr>
      <w:r>
        <w:rPr>
          <w:rtl/>
        </w:rPr>
        <w:t xml:space="preserve">778 ـ صبيح الصايغ أبو علي ( جش ) كوفي ثقة.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في النجاشي الصرائي ، والجندي. </w:t>
      </w:r>
    </w:p>
    <w:p w:rsidR="007849C6" w:rsidRDefault="007849C6" w:rsidP="002C2B53">
      <w:pPr>
        <w:pStyle w:val="libFootnote0"/>
        <w:rPr>
          <w:rtl/>
        </w:rPr>
      </w:pPr>
      <w:r>
        <w:rPr>
          <w:rtl/>
        </w:rPr>
        <w:t xml:space="preserve">2 ـ وفي نسخة النهدي. </w:t>
      </w:r>
    </w:p>
    <w:p w:rsidR="007849C6" w:rsidRDefault="007849C6" w:rsidP="00186E94">
      <w:pPr>
        <w:pStyle w:val="libNormal"/>
        <w:rPr>
          <w:rtl/>
        </w:rPr>
      </w:pPr>
      <w:r>
        <w:rPr>
          <w:rtl/>
        </w:rPr>
        <w:br w:type="page"/>
      </w:r>
      <w:r>
        <w:rPr>
          <w:rtl/>
        </w:rPr>
        <w:lastRenderedPageBreak/>
        <w:t xml:space="preserve">779 ـ صدقة بن بندار القمى أبو سهل قديم السماع ( جش ) مات سنة إحدى وثلاثمائة ، كان ثقة خيرا. </w:t>
      </w:r>
    </w:p>
    <w:p w:rsidR="007849C6" w:rsidRDefault="007849C6" w:rsidP="00186E94">
      <w:pPr>
        <w:pStyle w:val="libNormal"/>
        <w:rPr>
          <w:rtl/>
        </w:rPr>
      </w:pPr>
      <w:r>
        <w:rPr>
          <w:rtl/>
        </w:rPr>
        <w:t xml:space="preserve">780 ـ صعصعة بن صوحان ، بضم الصاد المهملة ، العبدي ى ( جخ ، كش ) روى عهد مالك بن الحارث الاشتر ، قال الصادق </w:t>
      </w:r>
      <w:r w:rsidR="0006364F" w:rsidRPr="0006364F">
        <w:rPr>
          <w:rStyle w:val="libAlaemChar"/>
          <w:rFonts w:hint="cs"/>
          <w:rtl/>
        </w:rPr>
        <w:t>عليه‌السلام</w:t>
      </w:r>
      <w:r>
        <w:rPr>
          <w:rtl/>
        </w:rPr>
        <w:t xml:space="preserve"> ، ( ما كان مع أمير المؤمنين </w:t>
      </w:r>
      <w:r w:rsidR="0006364F" w:rsidRPr="0006364F">
        <w:rPr>
          <w:rStyle w:val="libAlaemChar"/>
          <w:rFonts w:hint="cs"/>
          <w:rtl/>
        </w:rPr>
        <w:t>عليه‌السلام</w:t>
      </w:r>
      <w:r>
        <w:rPr>
          <w:rtl/>
        </w:rPr>
        <w:t xml:space="preserve"> من يعرف حقه إلا صعصعة وأصحابه ) وهذا مقنع في شرفه. </w:t>
      </w:r>
    </w:p>
    <w:p w:rsidR="007849C6" w:rsidRDefault="007849C6" w:rsidP="00186E94">
      <w:pPr>
        <w:pStyle w:val="libNormal"/>
        <w:rPr>
          <w:rtl/>
        </w:rPr>
      </w:pPr>
      <w:r>
        <w:rPr>
          <w:rtl/>
        </w:rPr>
        <w:t xml:space="preserve">781 ـ صفوان بن مهران بن المغيرة الاسدي مولاهم ثم مولى بني كاهل منهم ق ( جش ، جخ ، ست ، كش ) كوفي ثقة يكنى أبا محمد كان سكن بني خزام بالكوفة وأخواه الحسين ومسكين ، وكان صفوان جمالا فباع جماله امتثالا لامر الكاظم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782 ـ صفوان بن يحيى مولى بجيلة أبو محمد البجلي بياع السابري كوفي ضا ، د ( كش ، جخ ، ست ) ثقة ثقة عين ، روى أبوه عن ق وكان له عنده منزلة شريفة ، توكل للرضا ولابي جعفر ( ع ) وسلم مذهبه من الوقف ، وكان شريكا لعبدالله بن جندب وعلي بن النعمان وكان كل منهم يصلي إحدى وخمسين ركعة ، وتعاهدوا على أن من بقى منهم يصلي عن الماضي صلاته ويزكي زكاته ويصوم صومه ، فتأخر صفوان عنهما فصار يصلي كل يوم مائة وثلاثة وخمسين ركعة ، ويصوم في السنة ثلاثة اشهر ، ويزكي زكاته ثلاث دفعات ، وكل ما تبرع لنفسه يعمل لهما مثله ، واستأذن جماله في استيداع دينارين لبعض أصحابه ورعا. </w:t>
      </w:r>
    </w:p>
    <w:p w:rsidR="007849C6" w:rsidRDefault="007849C6" w:rsidP="00186E94">
      <w:pPr>
        <w:pStyle w:val="libNormal"/>
        <w:rPr>
          <w:rtl/>
        </w:rPr>
      </w:pPr>
      <w:r>
        <w:rPr>
          <w:rtl/>
        </w:rPr>
        <w:t xml:space="preserve">783 ـ صيفي بن فسيل ، بالفاء المهملة والياء المثناة تحت ى من خواصه </w:t>
      </w:r>
      <w:r w:rsidR="0006364F" w:rsidRPr="0006364F">
        <w:rPr>
          <w:rStyle w:val="libAlaemChar"/>
          <w:rFonts w:hint="cs"/>
          <w:rtl/>
        </w:rPr>
        <w:t>عليه‌السلام</w:t>
      </w:r>
      <w:r>
        <w:rPr>
          <w:rtl/>
        </w:rPr>
        <w:t xml:space="preserve">. </w:t>
      </w:r>
    </w:p>
    <w:p w:rsidR="007849C6" w:rsidRDefault="007849C6" w:rsidP="007849C6">
      <w:pPr>
        <w:pStyle w:val="Heading1Center"/>
        <w:rPr>
          <w:rtl/>
        </w:rPr>
      </w:pPr>
      <w:bookmarkStart w:id="49" w:name="_Toc265165242"/>
      <w:bookmarkStart w:id="50" w:name="_Toc286683171"/>
      <w:bookmarkStart w:id="51" w:name="_Toc403904028"/>
      <w:r>
        <w:rPr>
          <w:rtl/>
        </w:rPr>
        <w:t>( باب الضاد المعجمة )</w:t>
      </w:r>
      <w:bookmarkEnd w:id="49"/>
      <w:bookmarkEnd w:id="50"/>
      <w:bookmarkEnd w:id="51"/>
    </w:p>
    <w:p w:rsidR="007849C6" w:rsidRDefault="007849C6" w:rsidP="00186E94">
      <w:pPr>
        <w:pStyle w:val="libNormal"/>
        <w:rPr>
          <w:rtl/>
        </w:rPr>
      </w:pPr>
      <w:r>
        <w:rPr>
          <w:rtl/>
        </w:rPr>
        <w:t xml:space="preserve">784 ـ ضريس بن عبدالملك بن أعين الشيباني الكناسي ، كان يتجر </w:t>
      </w:r>
    </w:p>
    <w:p w:rsidR="007849C6" w:rsidRDefault="007849C6" w:rsidP="00186E94">
      <w:pPr>
        <w:pStyle w:val="libNormal0"/>
        <w:rPr>
          <w:rtl/>
        </w:rPr>
      </w:pPr>
      <w:r>
        <w:rPr>
          <w:rtl/>
        </w:rPr>
        <w:br w:type="page"/>
      </w:r>
      <w:r>
        <w:rPr>
          <w:rtl/>
        </w:rPr>
        <w:lastRenderedPageBreak/>
        <w:t xml:space="preserve">بالكناسة ، وكان تحته بنت حمران ق ( كش ) كان خيرا فاضلا. </w:t>
      </w:r>
    </w:p>
    <w:p w:rsidR="007849C6" w:rsidRDefault="007849C6" w:rsidP="00186E94">
      <w:pPr>
        <w:pStyle w:val="libNormal"/>
        <w:rPr>
          <w:rtl/>
        </w:rPr>
      </w:pPr>
      <w:r>
        <w:rPr>
          <w:rtl/>
        </w:rPr>
        <w:t xml:space="preserve">785 ـ الضحاك أبو مالك الحضرمي م ( جش ، جخ ) ق أيضا ، كوفي عربي كان متكلما ثقة ثقة في الحديث. </w:t>
      </w:r>
    </w:p>
    <w:p w:rsidR="007849C6" w:rsidRDefault="007849C6" w:rsidP="00186E94">
      <w:pPr>
        <w:pStyle w:val="libNormal"/>
        <w:rPr>
          <w:rtl/>
        </w:rPr>
      </w:pPr>
      <w:r>
        <w:rPr>
          <w:rtl/>
        </w:rPr>
        <w:t xml:space="preserve">786 ـ الضحاك بن سعد الواسطي ( جش ) له كتاب. </w:t>
      </w:r>
    </w:p>
    <w:p w:rsidR="007849C6" w:rsidRDefault="007849C6" w:rsidP="007849C6">
      <w:pPr>
        <w:pStyle w:val="Heading1Center"/>
        <w:rPr>
          <w:rtl/>
        </w:rPr>
      </w:pPr>
      <w:bookmarkStart w:id="52" w:name="_Toc265165243"/>
      <w:bookmarkStart w:id="53" w:name="_Toc286683172"/>
      <w:bookmarkStart w:id="54" w:name="_Toc403904029"/>
      <w:r>
        <w:rPr>
          <w:rtl/>
        </w:rPr>
        <w:t>( باب الطاء المهلة )</w:t>
      </w:r>
      <w:bookmarkEnd w:id="52"/>
      <w:bookmarkEnd w:id="53"/>
      <w:bookmarkEnd w:id="54"/>
    </w:p>
    <w:p w:rsidR="007849C6" w:rsidRDefault="007849C6" w:rsidP="00186E94">
      <w:pPr>
        <w:pStyle w:val="libNormal"/>
        <w:rPr>
          <w:rtl/>
        </w:rPr>
      </w:pPr>
      <w:r>
        <w:rPr>
          <w:rtl/>
        </w:rPr>
        <w:t xml:space="preserve">787 ـ طاوس بن كيسان أبو عبد الله اليماني ين ( جخ ) مهمل. </w:t>
      </w:r>
    </w:p>
    <w:p w:rsidR="007849C6" w:rsidRDefault="007849C6" w:rsidP="00186E94">
      <w:pPr>
        <w:pStyle w:val="libNormal"/>
        <w:rPr>
          <w:rtl/>
        </w:rPr>
      </w:pPr>
      <w:r>
        <w:rPr>
          <w:rtl/>
        </w:rPr>
        <w:t xml:space="preserve">788 ـ طاهر بن حاتم بن ماهويه ( القزويني ) أخو فارس بن حاتم ( جش ، حخ ) كان صحيحا ثم خلط وسيجيء في الضعفاء. </w:t>
      </w:r>
    </w:p>
    <w:p w:rsidR="007849C6" w:rsidRDefault="007849C6" w:rsidP="00186E94">
      <w:pPr>
        <w:pStyle w:val="libNormal"/>
        <w:rPr>
          <w:rtl/>
        </w:rPr>
      </w:pPr>
      <w:r>
        <w:rPr>
          <w:rtl/>
        </w:rPr>
        <w:t xml:space="preserve">789 ـ طاهر غلام أبي الجيش ( ست ) </w:t>
      </w:r>
      <w:r w:rsidRPr="00186E94">
        <w:rPr>
          <w:rStyle w:val="libFootnotenumChar"/>
          <w:rtl/>
        </w:rPr>
        <w:t>(1)</w:t>
      </w:r>
      <w:r>
        <w:rPr>
          <w:rtl/>
        </w:rPr>
        <w:t xml:space="preserve"> كان متكلما وله كتب قرا عليه الشيخ أبو عبد الله المفيد </w:t>
      </w:r>
      <w:r w:rsidR="006B246D" w:rsidRPr="006B246D">
        <w:rPr>
          <w:rStyle w:val="libAlaemChar"/>
          <w:rFonts w:hint="cs"/>
          <w:rtl/>
        </w:rPr>
        <w:t>رحمه‌الله</w:t>
      </w:r>
      <w:r>
        <w:rPr>
          <w:rtl/>
        </w:rPr>
        <w:t xml:space="preserve">. </w:t>
      </w:r>
    </w:p>
    <w:p w:rsidR="007849C6" w:rsidRDefault="007849C6" w:rsidP="00186E94">
      <w:pPr>
        <w:pStyle w:val="libNormal"/>
        <w:rPr>
          <w:rtl/>
        </w:rPr>
      </w:pPr>
      <w:r>
        <w:rPr>
          <w:rtl/>
        </w:rPr>
        <w:t xml:space="preserve">790 ـ طلاب ، أبو رويم ، بن حوشب ( بن ) يزيد بن الحارث ق ( جخ ، جش ) كوفي ثقة. </w:t>
      </w:r>
    </w:p>
    <w:p w:rsidR="007849C6" w:rsidRDefault="007849C6" w:rsidP="00186E94">
      <w:pPr>
        <w:pStyle w:val="libNormal"/>
        <w:rPr>
          <w:rtl/>
        </w:rPr>
      </w:pPr>
      <w:r>
        <w:rPr>
          <w:rtl/>
        </w:rPr>
        <w:t xml:space="preserve">791 ـ طلحة بن عبيدالله ل ( جخ ) مهمل. </w:t>
      </w:r>
    </w:p>
    <w:p w:rsidR="007849C6" w:rsidRDefault="007849C6" w:rsidP="00186E94">
      <w:pPr>
        <w:pStyle w:val="libNormal"/>
        <w:rPr>
          <w:rtl/>
        </w:rPr>
      </w:pPr>
      <w:r>
        <w:rPr>
          <w:rtl/>
        </w:rPr>
        <w:t xml:space="preserve">792 ـ الطفيل بن الحارث بن عبدالمطلب ل ، ى ( جخ ) صحابي بدري. </w:t>
      </w:r>
    </w:p>
    <w:p w:rsidR="007849C6" w:rsidRDefault="007849C6" w:rsidP="00186E94">
      <w:pPr>
        <w:pStyle w:val="libNormal"/>
        <w:rPr>
          <w:rtl/>
        </w:rPr>
      </w:pPr>
      <w:r>
        <w:rPr>
          <w:rtl/>
        </w:rPr>
        <w:t xml:space="preserve">793 ـ الطرماح بن عدي ( بن حاتم ) ى ، سين ( جخ ). </w:t>
      </w:r>
    </w:p>
    <w:p w:rsidR="007849C6" w:rsidRDefault="007849C6" w:rsidP="007849C6">
      <w:pPr>
        <w:pStyle w:val="Heading1Center"/>
        <w:rPr>
          <w:rtl/>
        </w:rPr>
      </w:pPr>
      <w:bookmarkStart w:id="55" w:name="_Toc265165244"/>
      <w:bookmarkStart w:id="56" w:name="_Toc286683173"/>
      <w:bookmarkStart w:id="57" w:name="_Toc403904030"/>
      <w:r>
        <w:rPr>
          <w:rtl/>
        </w:rPr>
        <w:t>( باب الظاء المهملة )</w:t>
      </w:r>
      <w:bookmarkEnd w:id="55"/>
      <w:bookmarkEnd w:id="56"/>
      <w:bookmarkEnd w:id="57"/>
    </w:p>
    <w:p w:rsidR="007849C6" w:rsidRDefault="007849C6" w:rsidP="00186E94">
      <w:pPr>
        <w:pStyle w:val="libNormal"/>
        <w:rPr>
          <w:rtl/>
        </w:rPr>
      </w:pPr>
      <w:r>
        <w:rPr>
          <w:rtl/>
        </w:rPr>
        <w:t xml:space="preserve">794 ـ ظالم بن ظالم ، وقيل بن عمرو أبو الأسود الدئلي ن ، سين ين ( جخ ). </w:t>
      </w:r>
    </w:p>
    <w:p w:rsidR="007849C6" w:rsidRDefault="007849C6" w:rsidP="00186E94">
      <w:pPr>
        <w:pStyle w:val="libNormal"/>
        <w:rPr>
          <w:rtl/>
        </w:rPr>
      </w:pPr>
      <w:r>
        <w:rPr>
          <w:rtl/>
        </w:rPr>
        <w:t xml:space="preserve">795 ـ ظالم بن سراق ، بضم السين المهملة ، يكنى ابا الصفرة ،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في بعض نسخ الفهرست أبي الحبيش بالحاء ثم الباء الموحدة كما في رجال النجاشي. </w:t>
      </w:r>
    </w:p>
    <w:p w:rsidR="007849C6" w:rsidRDefault="007849C6" w:rsidP="00186E94">
      <w:pPr>
        <w:pStyle w:val="libNormal0"/>
        <w:rPr>
          <w:rtl/>
        </w:rPr>
      </w:pPr>
      <w:r>
        <w:rPr>
          <w:rtl/>
        </w:rPr>
        <w:br w:type="page"/>
      </w:r>
      <w:r>
        <w:rPr>
          <w:rtl/>
        </w:rPr>
        <w:lastRenderedPageBreak/>
        <w:t xml:space="preserve">والد المهلب ى ( جخ ) كان شيعيا ، وقدم بعد الجمل فقال لعلي </w:t>
      </w:r>
      <w:r w:rsidR="0006364F" w:rsidRPr="0006364F">
        <w:rPr>
          <w:rStyle w:val="libAlaemChar"/>
          <w:rFonts w:hint="cs"/>
          <w:rtl/>
        </w:rPr>
        <w:t>عليه‌السلام</w:t>
      </w:r>
      <w:r>
        <w:rPr>
          <w:rtl/>
        </w:rPr>
        <w:t xml:space="preserve"> : أما والله لو شهدتك ما قاتلك ازدي ، فمات بالبصرة وصلى عليه أمير المؤمنين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796 ـ ظريف بن ناصح لم ( ست ) له كتاب الديات ، ذكره مهملا ( جش ) كوفي نشأ ببغداد وكان ثقة صدوقا. </w:t>
      </w:r>
    </w:p>
    <w:p w:rsidR="007849C6" w:rsidRDefault="007849C6" w:rsidP="00186E94">
      <w:pPr>
        <w:pStyle w:val="libNormal"/>
        <w:rPr>
          <w:rtl/>
        </w:rPr>
      </w:pPr>
      <w:r>
        <w:rPr>
          <w:rtl/>
        </w:rPr>
        <w:t xml:space="preserve">797 ـ ظفر بن حمدون أبو منصور البادرائي لم ( جش ) من أصحابنا له كتاب ( غض ) : في مذهبه ضعف. </w:t>
      </w:r>
    </w:p>
    <w:p w:rsidR="007849C6" w:rsidRDefault="007849C6" w:rsidP="007849C6">
      <w:pPr>
        <w:pStyle w:val="Heading1Center"/>
        <w:rPr>
          <w:rtl/>
        </w:rPr>
      </w:pPr>
      <w:bookmarkStart w:id="58" w:name="_Toc265165245"/>
      <w:bookmarkStart w:id="59" w:name="_Toc286683174"/>
      <w:bookmarkStart w:id="60" w:name="_Toc403904031"/>
      <w:r>
        <w:rPr>
          <w:rtl/>
        </w:rPr>
        <w:t>( باب العين المهملة )</w:t>
      </w:r>
      <w:bookmarkEnd w:id="58"/>
      <w:bookmarkEnd w:id="59"/>
      <w:bookmarkEnd w:id="60"/>
    </w:p>
    <w:p w:rsidR="007849C6" w:rsidRDefault="007849C6" w:rsidP="00186E94">
      <w:pPr>
        <w:pStyle w:val="libNormal"/>
        <w:rPr>
          <w:rtl/>
        </w:rPr>
      </w:pPr>
      <w:r>
        <w:rPr>
          <w:rtl/>
        </w:rPr>
        <w:t xml:space="preserve">798 ـ عاصم بن حميد الحنفي مولاهم الحناط ، بالمهملة والنون ق ( جخ ، ست ، كش ) ثقة عين صدوق. </w:t>
      </w:r>
    </w:p>
    <w:p w:rsidR="007849C6" w:rsidRDefault="007849C6" w:rsidP="00186E94">
      <w:pPr>
        <w:pStyle w:val="libNormal"/>
        <w:rPr>
          <w:rtl/>
        </w:rPr>
      </w:pPr>
      <w:r>
        <w:rPr>
          <w:rtl/>
        </w:rPr>
        <w:t xml:space="preserve">799 ـ عاصم بن ضمرة السلولي ى. </w:t>
      </w:r>
    </w:p>
    <w:p w:rsidR="007849C6" w:rsidRDefault="007849C6" w:rsidP="00186E94">
      <w:pPr>
        <w:pStyle w:val="libNormal"/>
        <w:rPr>
          <w:rtl/>
        </w:rPr>
      </w:pPr>
      <w:r>
        <w:rPr>
          <w:rtl/>
        </w:rPr>
        <w:t xml:space="preserve">800 ـ عاصم الكوزي ، بضم الكاف وبالزاي من كوز ضبة وقيل من كوز بني مالك بن اسدق ( جش ) ثقة. </w:t>
      </w:r>
    </w:p>
    <w:p w:rsidR="007849C6" w:rsidRDefault="007849C6" w:rsidP="00186E94">
      <w:pPr>
        <w:pStyle w:val="libNormal"/>
        <w:rPr>
          <w:rtl/>
        </w:rPr>
      </w:pPr>
      <w:r>
        <w:rPr>
          <w:rtl/>
        </w:rPr>
        <w:t xml:space="preserve">801 ـ عامر بن الاصقع الزبيدي ى ( جخ ) رسوله إلى معاوية. </w:t>
      </w:r>
    </w:p>
    <w:p w:rsidR="007849C6" w:rsidRDefault="007849C6" w:rsidP="00186E94">
      <w:pPr>
        <w:pStyle w:val="libNormal"/>
        <w:rPr>
          <w:rtl/>
        </w:rPr>
      </w:pPr>
      <w:r>
        <w:rPr>
          <w:rtl/>
        </w:rPr>
        <w:t xml:space="preserve">802 ـ عامر بن حزم ، بالحاء المهملة المفتوحة والزاي الساكنة ل ، ى عامل رسول الله </w:t>
      </w:r>
      <w:r w:rsidR="00CA64D5" w:rsidRPr="00CA64D5">
        <w:rPr>
          <w:rStyle w:val="libAlaemChar"/>
          <w:rFonts w:hint="cs"/>
          <w:rtl/>
        </w:rPr>
        <w:t>صلى‌الله‌عليه‌وآله‌وسلم</w:t>
      </w:r>
      <w:r>
        <w:rPr>
          <w:rtl/>
        </w:rPr>
        <w:t xml:space="preserve"> على نجران. </w:t>
      </w:r>
    </w:p>
    <w:p w:rsidR="007849C6" w:rsidRDefault="007849C6" w:rsidP="00186E94">
      <w:pPr>
        <w:pStyle w:val="libNormal"/>
        <w:rPr>
          <w:rtl/>
        </w:rPr>
      </w:pPr>
      <w:r>
        <w:rPr>
          <w:rtl/>
        </w:rPr>
        <w:t xml:space="preserve">803 ـ عامر بن شرحبيل ، بضم الشين المعجمة وفتح الراء وسكون الحاء المهملة ، أبو عمرو الفقيه ى ( جخ ) رآه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804 ـ عامر بن عبدالله بن جذاعة ق ( جخ ، كش ) من حواري الباقر والصادق </w:t>
      </w:r>
      <w:r w:rsidR="0006364F" w:rsidRPr="0006364F">
        <w:rPr>
          <w:rStyle w:val="libAlaemChar"/>
          <w:rFonts w:hint="cs"/>
          <w:rtl/>
        </w:rPr>
        <w:t>عليهما‌السلام</w:t>
      </w:r>
      <w:r>
        <w:rPr>
          <w:rtl/>
        </w:rPr>
        <w:t xml:space="preserve">. </w:t>
      </w:r>
    </w:p>
    <w:p w:rsidR="007849C6" w:rsidRDefault="007849C6" w:rsidP="00186E94">
      <w:pPr>
        <w:pStyle w:val="libNormal"/>
        <w:rPr>
          <w:rtl/>
        </w:rPr>
      </w:pPr>
      <w:r>
        <w:rPr>
          <w:rtl/>
        </w:rPr>
        <w:t xml:space="preserve">805 ـ عامر بن عبد قيس ى ( كش ) من الزهاد الثمانية من أصحابه ( ع ). </w:t>
      </w:r>
    </w:p>
    <w:p w:rsidR="007849C6" w:rsidRDefault="007849C6" w:rsidP="00186E94">
      <w:pPr>
        <w:pStyle w:val="libNormal"/>
        <w:rPr>
          <w:rtl/>
        </w:rPr>
      </w:pPr>
      <w:r>
        <w:rPr>
          <w:rtl/>
        </w:rPr>
        <w:t xml:space="preserve">806 ـ عامر بن واثلة الكناني بالثاء المثلثة يكنى أبا الطفيل أدرك </w:t>
      </w:r>
    </w:p>
    <w:p w:rsidR="007849C6" w:rsidRDefault="007849C6" w:rsidP="00186E94">
      <w:pPr>
        <w:pStyle w:val="libNormal0"/>
        <w:rPr>
          <w:rtl/>
        </w:rPr>
      </w:pPr>
      <w:r>
        <w:rPr>
          <w:rtl/>
        </w:rPr>
        <w:br w:type="page"/>
      </w:r>
      <w:r>
        <w:rPr>
          <w:rtl/>
        </w:rPr>
        <w:lastRenderedPageBreak/>
        <w:t xml:space="preserve">ثمانى سنين من حياة النبي </w:t>
      </w:r>
      <w:r w:rsidR="00CA64D5" w:rsidRPr="00CA64D5">
        <w:rPr>
          <w:rStyle w:val="libAlaemChar"/>
          <w:rFonts w:hint="cs"/>
          <w:rtl/>
        </w:rPr>
        <w:t>صلى‌الله‌عليه‌وآله‌وسلم</w:t>
      </w:r>
      <w:r>
        <w:rPr>
          <w:rtl/>
        </w:rPr>
        <w:t xml:space="preserve"> ولدعام احد ى ، ين ( جخ ) من خواصه ( ع ). </w:t>
      </w:r>
    </w:p>
    <w:p w:rsidR="007849C6" w:rsidRDefault="007849C6" w:rsidP="00186E94">
      <w:pPr>
        <w:pStyle w:val="libNormal"/>
        <w:rPr>
          <w:rtl/>
        </w:rPr>
      </w:pPr>
      <w:r>
        <w:rPr>
          <w:rtl/>
        </w:rPr>
        <w:t xml:space="preserve">807 ـ عباد أبو سعيد العصفرى ( جش ) : هو عباد بن يعقوب. </w:t>
      </w:r>
    </w:p>
    <w:p w:rsidR="007849C6" w:rsidRDefault="007849C6" w:rsidP="00186E94">
      <w:pPr>
        <w:pStyle w:val="libNormal"/>
        <w:rPr>
          <w:rtl/>
        </w:rPr>
      </w:pPr>
      <w:r>
        <w:rPr>
          <w:rtl/>
        </w:rPr>
        <w:t xml:space="preserve">808 ـ عباد بن سليمان ( جش ) مهمل. </w:t>
      </w:r>
    </w:p>
    <w:p w:rsidR="007849C6" w:rsidRDefault="007849C6" w:rsidP="00186E94">
      <w:pPr>
        <w:pStyle w:val="libNormal"/>
        <w:rPr>
          <w:rtl/>
        </w:rPr>
      </w:pPr>
      <w:r>
        <w:rPr>
          <w:rtl/>
        </w:rPr>
        <w:t xml:space="preserve">809 ـ عباس بن زيد مولى جعفر بن محمدق ( جخ ، جش ) مهمل. </w:t>
      </w:r>
    </w:p>
    <w:p w:rsidR="007849C6" w:rsidRDefault="007849C6" w:rsidP="00186E94">
      <w:pPr>
        <w:pStyle w:val="libNormal"/>
        <w:rPr>
          <w:rtl/>
        </w:rPr>
      </w:pPr>
      <w:r>
        <w:rPr>
          <w:rtl/>
        </w:rPr>
        <w:t xml:space="preserve">810 ـ عباس بن عامر بن رباح أبو الفضل الثقفى القصباني لم ( جخ ، جش ) شيخ صدوق ثقة. </w:t>
      </w:r>
    </w:p>
    <w:p w:rsidR="007849C6" w:rsidRDefault="007849C6" w:rsidP="00186E94">
      <w:pPr>
        <w:pStyle w:val="libNormal"/>
        <w:rPr>
          <w:rtl/>
        </w:rPr>
      </w:pPr>
      <w:r>
        <w:rPr>
          <w:rtl/>
        </w:rPr>
        <w:t xml:space="preserve">811 ـ العباس بن عبدالمطلب ـ رضي الله عنه ـ ل ، ى. </w:t>
      </w:r>
    </w:p>
    <w:p w:rsidR="007849C6" w:rsidRDefault="007849C6" w:rsidP="00186E94">
      <w:pPr>
        <w:pStyle w:val="libNormal"/>
        <w:rPr>
          <w:rtl/>
        </w:rPr>
      </w:pPr>
      <w:r>
        <w:rPr>
          <w:rtl/>
        </w:rPr>
        <w:t xml:space="preserve">812 ـ عباس بن علي بن ابي سارة ( جش ) كوفي ثقة. </w:t>
      </w:r>
    </w:p>
    <w:p w:rsidR="007849C6" w:rsidRDefault="007849C6" w:rsidP="00186E94">
      <w:pPr>
        <w:pStyle w:val="libNormal"/>
        <w:rPr>
          <w:rtl/>
        </w:rPr>
      </w:pPr>
      <w:r>
        <w:rPr>
          <w:rtl/>
        </w:rPr>
        <w:t xml:space="preserve">813 ـ عباس بن عيسى الغاضري ، أبو محمد كوفي سكن بني غاضرة ( جش ) مهمل. </w:t>
      </w:r>
    </w:p>
    <w:p w:rsidR="007849C6" w:rsidRDefault="007849C6" w:rsidP="00186E94">
      <w:pPr>
        <w:pStyle w:val="libNormal"/>
        <w:rPr>
          <w:rtl/>
        </w:rPr>
      </w:pPr>
      <w:r>
        <w:rPr>
          <w:rtl/>
        </w:rPr>
        <w:t xml:space="preserve">814 ، 815 ـ العباس وعبد الله ابنا علي </w:t>
      </w:r>
      <w:r w:rsidR="0006364F" w:rsidRPr="0006364F">
        <w:rPr>
          <w:rStyle w:val="libAlaemChar"/>
          <w:rFonts w:hint="cs"/>
          <w:rtl/>
        </w:rPr>
        <w:t>عليه‌السلام</w:t>
      </w:r>
      <w:r>
        <w:rPr>
          <w:rtl/>
        </w:rPr>
        <w:t xml:space="preserve"> سين أخواه قتلا معه بكربلا امهما ام البنين. </w:t>
      </w:r>
    </w:p>
    <w:p w:rsidR="007849C6" w:rsidRDefault="007849C6" w:rsidP="00186E94">
      <w:pPr>
        <w:pStyle w:val="libNormal"/>
        <w:rPr>
          <w:rtl/>
        </w:rPr>
      </w:pPr>
      <w:r>
        <w:rPr>
          <w:rtl/>
        </w:rPr>
        <w:t xml:space="preserve">816 ـ العباس بن الفضل يكنى ابا الفضل سين ( حخ ) روى عنه خطبته. </w:t>
      </w:r>
    </w:p>
    <w:p w:rsidR="007849C6" w:rsidRDefault="007849C6" w:rsidP="00186E94">
      <w:pPr>
        <w:pStyle w:val="libNormal"/>
        <w:rPr>
          <w:rtl/>
        </w:rPr>
      </w:pPr>
      <w:r>
        <w:rPr>
          <w:rtl/>
        </w:rPr>
        <w:t xml:space="preserve">817 ـ العباس بن معروف ابو الفضل الوراق ( جش ) نزل بغداد ومات بها ، وكان من أصحاب يونس. </w:t>
      </w:r>
    </w:p>
    <w:p w:rsidR="007849C6" w:rsidRDefault="007849C6" w:rsidP="00186E94">
      <w:pPr>
        <w:pStyle w:val="libNormal"/>
        <w:rPr>
          <w:rtl/>
        </w:rPr>
      </w:pPr>
      <w:r>
        <w:rPr>
          <w:rtl/>
        </w:rPr>
        <w:t xml:space="preserve">818 ـ العباس بن موسى النخاس ، بالنون والخاء المعجمة والسين المهملة م ( جخ ) ثقة. </w:t>
      </w:r>
    </w:p>
    <w:p w:rsidR="007849C6" w:rsidRDefault="007849C6" w:rsidP="00186E94">
      <w:pPr>
        <w:pStyle w:val="libNormal"/>
        <w:rPr>
          <w:rtl/>
        </w:rPr>
      </w:pPr>
      <w:r>
        <w:rPr>
          <w:rtl/>
        </w:rPr>
        <w:t xml:space="preserve">819 ـ العباس بن الوليد بن صبيح ق ( ست ) كوفي ثقة. </w:t>
      </w:r>
    </w:p>
    <w:p w:rsidR="007849C6" w:rsidRDefault="007849C6" w:rsidP="00186E94">
      <w:pPr>
        <w:pStyle w:val="libNormal"/>
        <w:rPr>
          <w:rtl/>
        </w:rPr>
      </w:pPr>
      <w:r>
        <w:rPr>
          <w:rtl/>
        </w:rPr>
        <w:t xml:space="preserve">820 ـ العباس بن هشام ابو الفضل الناشري الاسدي ( جش ) عربي ثقة جليل مثير الرواية كسر اسمه فقيل عبيس. </w:t>
      </w:r>
    </w:p>
    <w:p w:rsidR="007849C6" w:rsidRDefault="007849C6" w:rsidP="00186E94">
      <w:pPr>
        <w:pStyle w:val="libNormal"/>
        <w:rPr>
          <w:rtl/>
        </w:rPr>
      </w:pPr>
      <w:r>
        <w:rPr>
          <w:rtl/>
        </w:rPr>
        <w:t xml:space="preserve">821 ـ عباس بن يزيد الخريزي ، بالخاء المعجمعة والراء فالياء المثناة تحت فالزاي لم ثقة. </w:t>
      </w:r>
    </w:p>
    <w:p w:rsidR="007849C6" w:rsidRDefault="007849C6" w:rsidP="00186E94">
      <w:pPr>
        <w:pStyle w:val="libNormal"/>
        <w:rPr>
          <w:rtl/>
        </w:rPr>
      </w:pPr>
      <w:r>
        <w:rPr>
          <w:rtl/>
        </w:rPr>
        <w:br w:type="page"/>
      </w:r>
      <w:r>
        <w:rPr>
          <w:rtl/>
        </w:rPr>
        <w:lastRenderedPageBreak/>
        <w:t xml:space="preserve">822 ـ عباية بن رفاعة ، بالباء المفردة والياء المفردة والياء المثناة تحت ، بن رافع ابن خديج الانصاري ى ( جخ ) من اهل اليمن ، ومن أصحابنا </w:t>
      </w:r>
      <w:r w:rsidRPr="00186E94">
        <w:rPr>
          <w:rStyle w:val="libFootnotenumChar"/>
          <w:rtl/>
        </w:rPr>
        <w:t>(1)</w:t>
      </w:r>
      <w:r>
        <w:rPr>
          <w:rtl/>
        </w:rPr>
        <w:t xml:space="preserve"> من ذكره في كتابه : « عابد بن رفاعة بن رافع بن جذيمة » وهو اشتباه وقد حققه الشيخ أبو جعفر بخطه كما ذكرته. </w:t>
      </w:r>
    </w:p>
    <w:p w:rsidR="007849C6" w:rsidRDefault="007849C6" w:rsidP="00186E94">
      <w:pPr>
        <w:pStyle w:val="libNormal"/>
        <w:rPr>
          <w:rtl/>
        </w:rPr>
      </w:pPr>
      <w:r>
        <w:rPr>
          <w:rtl/>
        </w:rPr>
        <w:t xml:space="preserve">823 ـ عبدالله بن أبي أويس بن مالك بن ( أبي ) عامر الاصبحي حليف بني تميم بن مرة أبو أويس ق ( جش ) له نسخة عنه ( ع ). </w:t>
      </w:r>
    </w:p>
    <w:p w:rsidR="007849C6" w:rsidRDefault="007849C6" w:rsidP="00186E94">
      <w:pPr>
        <w:pStyle w:val="libNormal"/>
        <w:rPr>
          <w:rtl/>
        </w:rPr>
      </w:pPr>
      <w:r>
        <w:rPr>
          <w:rtl/>
        </w:rPr>
        <w:t xml:space="preserve">824 ـ عبدالله بن أبي بكر بن أبي قحافة ـ رضي الله عنه ـ ل ( جخ ) </w:t>
      </w:r>
      <w:r w:rsidRPr="00186E94">
        <w:rPr>
          <w:rStyle w:val="libFootnotenumChar"/>
          <w:rtl/>
        </w:rPr>
        <w:t>(2)</w:t>
      </w:r>
      <w:r>
        <w:rPr>
          <w:rtl/>
        </w:rPr>
        <w:t xml:space="preserve">. </w:t>
      </w:r>
    </w:p>
    <w:p w:rsidR="007849C6" w:rsidRDefault="007849C6" w:rsidP="00186E94">
      <w:pPr>
        <w:pStyle w:val="libNormal"/>
        <w:rPr>
          <w:rtl/>
        </w:rPr>
      </w:pPr>
      <w:r>
        <w:rPr>
          <w:rtl/>
        </w:rPr>
        <w:t xml:space="preserve">825 ـ عبدالله بن أبي زيد أحمد بن يعقوب بن نصر الانباري ( جش ) </w:t>
      </w:r>
      <w:r w:rsidRPr="00186E94">
        <w:rPr>
          <w:rStyle w:val="libFootnotenumChar"/>
          <w:rtl/>
        </w:rPr>
        <w:t>(3)</w:t>
      </w:r>
      <w:r>
        <w:rPr>
          <w:rtl/>
        </w:rPr>
        <w:t xml:space="preserve">. ضعيف </w:t>
      </w:r>
    </w:p>
    <w:p w:rsidR="007849C6" w:rsidRDefault="007849C6" w:rsidP="00186E94">
      <w:pPr>
        <w:pStyle w:val="libNormal"/>
        <w:rPr>
          <w:rtl/>
        </w:rPr>
      </w:pPr>
      <w:r>
        <w:rPr>
          <w:rtl/>
        </w:rPr>
        <w:t xml:space="preserve">826 ـ عبدالله بن أبي طلحة ى ( جخ ) هو الذي دعا له رسول الله يوم حملت به امه. </w:t>
      </w:r>
    </w:p>
    <w:p w:rsidR="007849C6" w:rsidRDefault="007849C6" w:rsidP="00186E94">
      <w:pPr>
        <w:pStyle w:val="libNormal"/>
        <w:rPr>
          <w:rtl/>
        </w:rPr>
      </w:pPr>
      <w:r>
        <w:rPr>
          <w:rtl/>
        </w:rPr>
        <w:t xml:space="preserve">827 ـ عبدالله بن أبي محمد بن خالد بن عمر الطيالسي أبو العباس التميمي ( جش ) من أصحابنا ثقة سليم الجنبة وكذلك أخوه أبو محمد. </w:t>
      </w:r>
    </w:p>
    <w:p w:rsidR="007849C6" w:rsidRDefault="007849C6" w:rsidP="00186E94">
      <w:pPr>
        <w:pStyle w:val="libNormal"/>
        <w:rPr>
          <w:rtl/>
        </w:rPr>
      </w:pPr>
      <w:r>
        <w:rPr>
          <w:rtl/>
        </w:rPr>
        <w:t xml:space="preserve">828 ـ عبدالله بن أبي العلاء المذارى ، بالذال المعجمة ، أبو محمد ثقة من وجوه أصحابنا.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هو العلامة وقد ذكره في باب الكنى من القسم الاول من الخلاصة. </w:t>
      </w:r>
    </w:p>
    <w:p w:rsidR="007849C6" w:rsidRDefault="007849C6" w:rsidP="002C2B53">
      <w:pPr>
        <w:pStyle w:val="libFootnote0"/>
        <w:rPr>
          <w:rtl/>
        </w:rPr>
      </w:pPr>
      <w:r>
        <w:rPr>
          <w:rtl/>
        </w:rPr>
        <w:t xml:space="preserve">2 ـ الموجود في باب أصحاب الرسول </w:t>
      </w:r>
      <w:r w:rsidR="00CA64D5" w:rsidRPr="00CA64D5">
        <w:rPr>
          <w:rStyle w:val="libAlaemChar"/>
          <w:rFonts w:hint="cs"/>
          <w:rtl/>
        </w:rPr>
        <w:t>صلى‌الله‌عليه‌وآله‌وسلم</w:t>
      </w:r>
      <w:r>
        <w:rPr>
          <w:rtl/>
        </w:rPr>
        <w:t xml:space="preserve"> من رجال الشيخ ( عبدالله بن عثمان يكنى أبا بكر بن أبي قحافة ) ولعل نسخة صاحب الكتاب من رجال الشيخ كانت مغلوطة. </w:t>
      </w:r>
    </w:p>
    <w:p w:rsidR="007849C6" w:rsidRDefault="007849C6" w:rsidP="002C2B53">
      <w:pPr>
        <w:pStyle w:val="libFootnote0"/>
        <w:rPr>
          <w:rtl/>
        </w:rPr>
      </w:pPr>
      <w:r>
        <w:rPr>
          <w:rtl/>
        </w:rPr>
        <w:t xml:space="preserve">3 ـ الموجود في النجاشي ( عبيد الله ) بالتصغير وقال بعد ترجمته وتكنيته بأبي طالب : « مات بواسط سنة 356 ه‍ ». </w:t>
      </w:r>
    </w:p>
    <w:p w:rsidR="007849C6" w:rsidRDefault="007849C6" w:rsidP="00186E94">
      <w:pPr>
        <w:pStyle w:val="libNormal"/>
        <w:rPr>
          <w:rtl/>
        </w:rPr>
      </w:pPr>
      <w:r>
        <w:rPr>
          <w:rtl/>
        </w:rPr>
        <w:br w:type="page"/>
      </w:r>
      <w:r>
        <w:rPr>
          <w:rtl/>
        </w:rPr>
        <w:lastRenderedPageBreak/>
        <w:t xml:space="preserve">829 ـ عبدالله بن أبي يعفور العبدي ، واسم أبي يعفور « واقد » وقيل « وقدان » بالقاف ، يكنى أبا محمد ق ( جش ) جليل ثقة ثقة كريم على أبي عبدالله ( ع ) ومات في أيامه ، كان قارئا يقرأ في مسجد الكوفة وروي </w:t>
      </w:r>
      <w:r w:rsidRPr="00186E94">
        <w:rPr>
          <w:rStyle w:val="libFootnotenumChar"/>
          <w:rtl/>
        </w:rPr>
        <w:t>(1)</w:t>
      </w:r>
      <w:r>
        <w:rPr>
          <w:rtl/>
        </w:rPr>
        <w:t xml:space="preserve"> أن الصادق ( ع ) قال : ( ما وجدت احدا يقبل وصيتي ويطيع أمري إلا عبدالله بن أبي يعفور ). </w:t>
      </w:r>
    </w:p>
    <w:p w:rsidR="007849C6" w:rsidRDefault="007849C6" w:rsidP="00186E94">
      <w:pPr>
        <w:pStyle w:val="libNormal"/>
        <w:rPr>
          <w:rtl/>
        </w:rPr>
      </w:pPr>
      <w:r>
        <w:rPr>
          <w:rtl/>
        </w:rPr>
        <w:t xml:space="preserve">830 ـ عبدالله بن إبراهيم بن أبي عمرو الغفاري حليف الانصار ، سكن مزينة بالمدينة ، فتارة يقال الغفاري وتارة يقال الانصاري. </w:t>
      </w:r>
    </w:p>
    <w:p w:rsidR="007849C6" w:rsidRDefault="007849C6" w:rsidP="00186E94">
      <w:pPr>
        <w:pStyle w:val="libNormal"/>
        <w:rPr>
          <w:rtl/>
        </w:rPr>
      </w:pPr>
      <w:r>
        <w:rPr>
          <w:rtl/>
        </w:rPr>
        <w:t xml:space="preserve">831 ـ عبدالله بن إبراهيم بن ( الحسين بن ) علي زين العابدين </w:t>
      </w:r>
      <w:r w:rsidR="0006364F" w:rsidRPr="0006364F">
        <w:rPr>
          <w:rStyle w:val="libAlaemChar"/>
          <w:rFonts w:hint="cs"/>
          <w:rtl/>
        </w:rPr>
        <w:t>عليه‌السلام</w:t>
      </w:r>
      <w:r>
        <w:rPr>
          <w:rtl/>
        </w:rPr>
        <w:t xml:space="preserve"> ( جش ) له نسخة يرويها عن آبائه ( ع ). </w:t>
      </w:r>
    </w:p>
    <w:p w:rsidR="007849C6" w:rsidRDefault="007849C6" w:rsidP="00186E94">
      <w:pPr>
        <w:pStyle w:val="libNormal"/>
        <w:rPr>
          <w:rtl/>
        </w:rPr>
      </w:pPr>
      <w:r>
        <w:rPr>
          <w:rtl/>
        </w:rPr>
        <w:t xml:space="preserve">832 ـ عبدالله بن إبراهيم بن محمد بن علي بن عبدالله بن جعفر ابن أبي طالب أبو محمد لم ( جش ) ثقة صدوق ، روى أبوه عن أبي جعفر وأبي عبدالله ( ع ) ، وروى أخوه جعفر عن أبي عبدالله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833 ـ عبدالله أبو هريرة ل ( جخ ). </w:t>
      </w:r>
    </w:p>
    <w:p w:rsidR="007849C6" w:rsidRDefault="007849C6" w:rsidP="00186E94">
      <w:pPr>
        <w:pStyle w:val="libNormal"/>
        <w:rPr>
          <w:rtl/>
        </w:rPr>
      </w:pPr>
      <w:r>
        <w:rPr>
          <w:rtl/>
        </w:rPr>
        <w:t xml:space="preserve">834 ـ عبدالله بن أحمد بن عامر بن سليمان بن صالح بن وهب ابن عامر ، وهو الذي قتل مع الحسين ( ع ) بكربلا ، ابن حسان المقتول بصفين مع أمير المؤمنين ( ع ) يكنى أبا القاسم لم ( جش ) روى عن أبيه عن الرضا ( ع ). </w:t>
      </w:r>
    </w:p>
    <w:p w:rsidR="007849C6" w:rsidRDefault="007849C6" w:rsidP="00186E94">
      <w:pPr>
        <w:pStyle w:val="libNormal"/>
        <w:rPr>
          <w:rtl/>
        </w:rPr>
      </w:pPr>
      <w:r>
        <w:rPr>
          <w:rtl/>
        </w:rPr>
        <w:t xml:space="preserve">835 ـ عبدالله بن أحمد بن نهيك أبو العباس لم ( ست ، جش ) الشيخ الصدوق الثقة. وآل نهيك بالكوفة بيت من أصحابنا منهم عبدالله ابن محمد وعبد الرحمن. </w:t>
      </w:r>
    </w:p>
    <w:p w:rsidR="007849C6" w:rsidRDefault="007849C6" w:rsidP="00186E94">
      <w:pPr>
        <w:pStyle w:val="libNormal"/>
        <w:rPr>
          <w:rtl/>
        </w:rPr>
      </w:pPr>
      <w:r>
        <w:rPr>
          <w:rtl/>
        </w:rPr>
        <w:t xml:space="preserve">836 ـ عبدالله بن أحمد بن يعقوب بن نصر الانباري أبو طالب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الراوي هو الكشي في ترجمته. </w:t>
      </w:r>
    </w:p>
    <w:p w:rsidR="007849C6" w:rsidRDefault="007849C6" w:rsidP="00186E94">
      <w:pPr>
        <w:pStyle w:val="libNormal0"/>
        <w:rPr>
          <w:rtl/>
        </w:rPr>
      </w:pPr>
      <w:r>
        <w:rPr>
          <w:rtl/>
        </w:rPr>
        <w:br w:type="page"/>
      </w:r>
      <w:r>
        <w:rPr>
          <w:rtl/>
        </w:rPr>
        <w:lastRenderedPageBreak/>
        <w:t xml:space="preserve">لم ( جخ ) خاصي </w:t>
      </w:r>
      <w:r w:rsidRPr="00186E94">
        <w:rPr>
          <w:rStyle w:val="libFootnotenumChar"/>
          <w:rtl/>
        </w:rPr>
        <w:t>(1)</w:t>
      </w:r>
      <w:r>
        <w:rPr>
          <w:rtl/>
        </w:rPr>
        <w:t xml:space="preserve">. </w:t>
      </w:r>
    </w:p>
    <w:p w:rsidR="007849C6" w:rsidRDefault="007849C6" w:rsidP="00186E94">
      <w:pPr>
        <w:pStyle w:val="libNormal"/>
        <w:rPr>
          <w:rtl/>
        </w:rPr>
      </w:pPr>
      <w:r>
        <w:rPr>
          <w:rtl/>
        </w:rPr>
        <w:t xml:space="preserve">837 ـ عبدالله بن أيوب بن راشد الزهري بياع الزطي ( جش ) مهمل. </w:t>
      </w:r>
    </w:p>
    <w:p w:rsidR="007849C6" w:rsidRDefault="007849C6" w:rsidP="00186E94">
      <w:pPr>
        <w:pStyle w:val="libNormal"/>
        <w:rPr>
          <w:rtl/>
        </w:rPr>
      </w:pPr>
      <w:r>
        <w:rPr>
          <w:rtl/>
        </w:rPr>
        <w:t xml:space="preserve">839 ، 840 ـ عبدالله بن بديل وأخوه عبدالرحمن ، هما وأخوهما محمد رسل النبي ( ص ) إلى اليمن ى ( جش ) قتلا معه بصفين. </w:t>
      </w:r>
    </w:p>
    <w:p w:rsidR="007849C6" w:rsidRDefault="007849C6" w:rsidP="00186E94">
      <w:pPr>
        <w:pStyle w:val="libNormal"/>
        <w:rPr>
          <w:rtl/>
        </w:rPr>
      </w:pPr>
      <w:r>
        <w:rPr>
          <w:rtl/>
        </w:rPr>
        <w:t xml:space="preserve">841 ـ عبدالله بن بسطام أبو عتاب أخو الحسين بن بسطام ( جش ) مهمل. </w:t>
      </w:r>
    </w:p>
    <w:p w:rsidR="007849C6" w:rsidRDefault="007849C6" w:rsidP="00186E94">
      <w:pPr>
        <w:pStyle w:val="libNormal"/>
        <w:rPr>
          <w:rtl/>
        </w:rPr>
      </w:pPr>
      <w:r>
        <w:rPr>
          <w:rtl/>
        </w:rPr>
        <w:t xml:space="preserve">842 ـ عبدالله بن بكير بن أعين بن سنسن أبو علي الشيباني مولاهم ق ( جش ) وقال ( كش ) : ليس هو من أولاد أعين ، له ابن اسمه الحسين وهو ممدوح. وقال ( كش ) في موضع آخر : ( عبدالله بن بكير فطحي ) وسيأتي في الضعفاء. </w:t>
      </w:r>
    </w:p>
    <w:p w:rsidR="007849C6" w:rsidRDefault="007849C6" w:rsidP="00186E94">
      <w:pPr>
        <w:pStyle w:val="libNormal"/>
        <w:rPr>
          <w:rtl/>
        </w:rPr>
      </w:pPr>
      <w:r>
        <w:rPr>
          <w:rtl/>
        </w:rPr>
        <w:t xml:space="preserve">834 ـ عبدالله بن جبلة بن حيان بن الحر الكنائي أبو محمد لم ( جش ) عربي صليب ثقة ، روى عن أبيه عن جده حيان ( جش ) : كان واقفيا. </w:t>
      </w:r>
    </w:p>
    <w:p w:rsidR="007849C6" w:rsidRDefault="007849C6" w:rsidP="00186E94">
      <w:pPr>
        <w:pStyle w:val="libNormal"/>
        <w:rPr>
          <w:rtl/>
        </w:rPr>
      </w:pPr>
      <w:r>
        <w:rPr>
          <w:rtl/>
        </w:rPr>
        <w:t xml:space="preserve">844 ـ عبدالله بن جعفر بن أبي طالب ل ، ى ، ن ( جخ ) قليل الرواية. </w:t>
      </w:r>
    </w:p>
    <w:p w:rsidR="007849C6" w:rsidRDefault="007849C6" w:rsidP="00186E94">
      <w:pPr>
        <w:pStyle w:val="libNormal"/>
        <w:rPr>
          <w:rtl/>
        </w:rPr>
      </w:pPr>
      <w:r>
        <w:rPr>
          <w:rtl/>
        </w:rPr>
        <w:t xml:space="preserve">845 ـ عبدالله بن جعفر بن الحسين بن مالك بن جامع الحميري أبو العباس القمي شيخ القميين ووجههم ، قدم الكوفة سنة نيف وتسعين ومائتين ، وسمع أهلها منه. </w:t>
      </w:r>
    </w:p>
    <w:p w:rsidR="007849C6" w:rsidRDefault="007849C6" w:rsidP="00186E94">
      <w:pPr>
        <w:pStyle w:val="libNormal"/>
        <w:rPr>
          <w:rtl/>
        </w:rPr>
      </w:pPr>
      <w:r>
        <w:rPr>
          <w:rtl/>
        </w:rPr>
        <w:t xml:space="preserve">846 ـ عبدالله بن جندب م ، ضا ( جخ ، كش ) كان مجتهدا جليل القدر ثقة قال له أبو الحسن ( ع ) : إني راض عنك والله ورسوله ، وقال إنه من المخبتين.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تقدم هذا الاسم آنفا بعنوان عبدالله بن أبي زيد أحمد بن يعقوب ويأتي في القسم الثاني. </w:t>
      </w:r>
    </w:p>
    <w:p w:rsidR="007849C6" w:rsidRDefault="007849C6" w:rsidP="00186E94">
      <w:pPr>
        <w:pStyle w:val="libNormal"/>
        <w:rPr>
          <w:rtl/>
        </w:rPr>
      </w:pPr>
      <w:r>
        <w:rPr>
          <w:rtl/>
        </w:rPr>
        <w:br w:type="page"/>
      </w:r>
      <w:r>
        <w:rPr>
          <w:rtl/>
        </w:rPr>
        <w:lastRenderedPageBreak/>
        <w:t xml:space="preserve">847 ـ عبدالله بن الحجاج البجلي أخو عبدالرحمن ( جش ) مولى ثقة. </w:t>
      </w:r>
    </w:p>
    <w:p w:rsidR="007849C6" w:rsidRDefault="007849C6" w:rsidP="00186E94">
      <w:pPr>
        <w:pStyle w:val="libNormal"/>
        <w:rPr>
          <w:rtl/>
        </w:rPr>
      </w:pPr>
      <w:r>
        <w:rPr>
          <w:rtl/>
        </w:rPr>
        <w:t xml:space="preserve">848 ـ عبدالله بن حجل ي من خواصه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849 ـ عبدالله بن الحسن بن الحسن ( ع ) أبو محمد قر ، ق ( جخ ) شيخ الطالبيين </w:t>
      </w:r>
      <w:r w:rsidRPr="00186E94">
        <w:rPr>
          <w:rStyle w:val="libFootnotenumChar"/>
          <w:rtl/>
        </w:rPr>
        <w:t>(1)</w:t>
      </w:r>
      <w:r>
        <w:rPr>
          <w:rtl/>
        </w:rPr>
        <w:t xml:space="preserve">. </w:t>
      </w:r>
    </w:p>
    <w:p w:rsidR="007849C6" w:rsidRDefault="007849C6" w:rsidP="00186E94">
      <w:pPr>
        <w:pStyle w:val="libNormal"/>
        <w:rPr>
          <w:rtl/>
        </w:rPr>
      </w:pPr>
      <w:r>
        <w:rPr>
          <w:rtl/>
        </w:rPr>
        <w:t xml:space="preserve">850 ـ عبدالله بن حبيب السلمي. </w:t>
      </w:r>
    </w:p>
    <w:p w:rsidR="007849C6" w:rsidRDefault="007849C6" w:rsidP="00186E94">
      <w:pPr>
        <w:pStyle w:val="libNormal"/>
        <w:rPr>
          <w:rtl/>
        </w:rPr>
      </w:pPr>
      <w:r>
        <w:rPr>
          <w:rtl/>
        </w:rPr>
        <w:t xml:space="preserve">851 ـ عبدالله بن الحسن بن علي ( ع ) سين ( جخ ) قتل معه بكربلا. </w:t>
      </w:r>
    </w:p>
    <w:p w:rsidR="007849C6" w:rsidRDefault="007849C6" w:rsidP="00186E94">
      <w:pPr>
        <w:pStyle w:val="libNormal"/>
        <w:rPr>
          <w:rtl/>
        </w:rPr>
      </w:pPr>
      <w:r>
        <w:rPr>
          <w:rtl/>
        </w:rPr>
        <w:t xml:space="preserve">852 ـ عبدالله بن الحسن بن سعيد الشيباني أخو محمد بن الحسن الفقيه ق ( جخ ) مهمل. </w:t>
      </w:r>
    </w:p>
    <w:p w:rsidR="007849C6" w:rsidRDefault="007849C6" w:rsidP="00186E94">
      <w:pPr>
        <w:pStyle w:val="libNormal"/>
        <w:rPr>
          <w:rtl/>
        </w:rPr>
      </w:pPr>
      <w:r>
        <w:rPr>
          <w:rtl/>
        </w:rPr>
        <w:t xml:space="preserve">853 ـ عبدالله الحلبي لم ( جخ ، ست ) شيخ له كتاب </w:t>
      </w:r>
      <w:r w:rsidRPr="00186E94">
        <w:rPr>
          <w:rStyle w:val="libFootnotenumChar"/>
          <w:rtl/>
        </w:rPr>
        <w:t>(2)</w:t>
      </w:r>
      <w:r>
        <w:rPr>
          <w:rtl/>
        </w:rPr>
        <w:t xml:space="preserve">. </w:t>
      </w:r>
    </w:p>
    <w:p w:rsidR="007849C6" w:rsidRDefault="007849C6" w:rsidP="00186E94">
      <w:pPr>
        <w:pStyle w:val="libNormal"/>
        <w:rPr>
          <w:rtl/>
        </w:rPr>
      </w:pPr>
      <w:r>
        <w:rPr>
          <w:rtl/>
        </w:rPr>
        <w:t xml:space="preserve">854 ـ عبدالله بن الحسين بن سعد القطربلي بضم القاف وسكون الطاء المهملة وضم الراء وتشديد الباء وضمها ، أبو محمد الكاتب كر ( جش ) كان من خواص سيدنا أبي محمد ( ع ) ومن وجوه أهل الادب. </w:t>
      </w:r>
    </w:p>
    <w:p w:rsidR="007849C6" w:rsidRDefault="007849C6" w:rsidP="00186E94">
      <w:pPr>
        <w:pStyle w:val="libNormal"/>
        <w:rPr>
          <w:rtl/>
        </w:rPr>
      </w:pPr>
      <w:r>
        <w:rPr>
          <w:rtl/>
        </w:rPr>
        <w:t xml:space="preserve">855 ـ عبدالله بن الحسين القاساني أبو محمد بالضرير لم ( جش ) حافظ حسن الحفظ. </w:t>
      </w:r>
    </w:p>
    <w:p w:rsidR="007849C6" w:rsidRDefault="007849C6" w:rsidP="00186E94">
      <w:pPr>
        <w:pStyle w:val="libNormal"/>
        <w:rPr>
          <w:rtl/>
        </w:rPr>
      </w:pPr>
      <w:r>
        <w:rPr>
          <w:rtl/>
        </w:rPr>
        <w:t xml:space="preserve">856 ـ عبدالله بن الحسين بن محمد بن يعقوب الفارسي أبو محمد لم ( جش ) شيخ من فقهاء أصحابنا رأيته ولم أسمع منه. </w:t>
      </w:r>
    </w:p>
    <w:p w:rsidR="007849C6" w:rsidRDefault="007849C6" w:rsidP="00186E94">
      <w:pPr>
        <w:pStyle w:val="libNormal"/>
        <w:rPr>
          <w:rtl/>
        </w:rPr>
      </w:pPr>
      <w:r>
        <w:rPr>
          <w:rtl/>
        </w:rPr>
        <w:t xml:space="preserve">857 ـ عبدالله بن حماد الانصاري لم ( جش ) من وجوه أصحابنا يكني أبا محمد ( غض ) يعرف حديثه وينكر.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هذا هو عبدالله المحض ابنه محمد الملقب بالنفس الزكية ابن الحسن المثنى ابن الحسن بن علي بن أبي طالب </w:t>
      </w:r>
      <w:r w:rsidR="0006364F" w:rsidRPr="0006364F">
        <w:rPr>
          <w:rStyle w:val="libAlaemChar"/>
          <w:rFonts w:hint="cs"/>
          <w:rtl/>
        </w:rPr>
        <w:t>عليه‌السلام</w:t>
      </w:r>
      <w:r>
        <w:rPr>
          <w:rtl/>
        </w:rPr>
        <w:t xml:space="preserve"> قتل محمد بن عبد الله بالمدينة سنة 145 ه‍ ، كما يأتي في حرف الميم. </w:t>
      </w:r>
    </w:p>
    <w:p w:rsidR="007849C6" w:rsidRDefault="007849C6" w:rsidP="002C2B53">
      <w:pPr>
        <w:pStyle w:val="libFootnote0"/>
        <w:rPr>
          <w:rtl/>
        </w:rPr>
      </w:pPr>
      <w:r>
        <w:rPr>
          <w:rtl/>
        </w:rPr>
        <w:t xml:space="preserve">2 ـ لم يذكر هذا الاسم في رجال الشيخ ولا الفهرست ولا في غيرهما. </w:t>
      </w:r>
    </w:p>
    <w:p w:rsidR="007849C6" w:rsidRDefault="007849C6" w:rsidP="00186E94">
      <w:pPr>
        <w:pStyle w:val="libNormal"/>
        <w:rPr>
          <w:rtl/>
        </w:rPr>
      </w:pPr>
      <w:r>
        <w:rPr>
          <w:rtl/>
        </w:rPr>
        <w:br w:type="page"/>
      </w:r>
      <w:r>
        <w:rPr>
          <w:rtl/>
        </w:rPr>
        <w:lastRenderedPageBreak/>
        <w:t xml:space="preserve">858 ـ عبدالله بن حمدويه البيهقي لم ( كش ) ممدوح </w:t>
      </w:r>
      <w:r w:rsidRPr="00186E94">
        <w:rPr>
          <w:rStyle w:val="libFootnotenumChar"/>
          <w:rtl/>
        </w:rPr>
        <w:t>(1)</w:t>
      </w:r>
      <w:r>
        <w:rPr>
          <w:rtl/>
        </w:rPr>
        <w:t xml:space="preserve">. </w:t>
      </w:r>
    </w:p>
    <w:p w:rsidR="007849C6" w:rsidRDefault="007849C6" w:rsidP="00186E94">
      <w:pPr>
        <w:pStyle w:val="libNormal"/>
        <w:rPr>
          <w:rtl/>
        </w:rPr>
      </w:pPr>
      <w:r>
        <w:rPr>
          <w:rtl/>
        </w:rPr>
        <w:t xml:space="preserve">859 ـ عبدالله بن خباب ، بالخاء المعجمة والباءين المفردتين الاولى مشددة ، بن الارت ، بالراء والتاء المثناة فوق المشددة ى ( جخ ) قتله الخوارج قبل واقعة النهروان. </w:t>
      </w:r>
    </w:p>
    <w:p w:rsidR="007849C6" w:rsidRDefault="007849C6" w:rsidP="00186E94">
      <w:pPr>
        <w:pStyle w:val="libNormal"/>
        <w:rPr>
          <w:rtl/>
        </w:rPr>
      </w:pPr>
      <w:r>
        <w:rPr>
          <w:rtl/>
        </w:rPr>
        <w:t xml:space="preserve">860 ـ عبدالله بن ختيل ، بالخاء المعجمة المضمومة والتاء المثناة فوق المفتوحة والياء المثناة تحت الساكنة ، الجمحي ى ( جخ ) قتل معه بصفين </w:t>
      </w:r>
      <w:r w:rsidRPr="00186E94">
        <w:rPr>
          <w:rStyle w:val="libFootnotenumChar"/>
          <w:rtl/>
        </w:rPr>
        <w:t>(2)</w:t>
      </w:r>
      <w:r>
        <w:rPr>
          <w:rtl/>
        </w:rPr>
        <w:t xml:space="preserve">. </w:t>
      </w:r>
    </w:p>
    <w:p w:rsidR="007849C6" w:rsidRDefault="007849C6" w:rsidP="00186E94">
      <w:pPr>
        <w:pStyle w:val="libNormal"/>
        <w:rPr>
          <w:rtl/>
        </w:rPr>
      </w:pPr>
      <w:r>
        <w:rPr>
          <w:rtl/>
        </w:rPr>
        <w:t xml:space="preserve">861 ـ عبدالله بن رباط ، بالراء والباء المفردة ثقة. </w:t>
      </w:r>
    </w:p>
    <w:p w:rsidR="007849C6" w:rsidRDefault="007849C6" w:rsidP="00186E94">
      <w:pPr>
        <w:pStyle w:val="libNormal"/>
        <w:rPr>
          <w:rtl/>
        </w:rPr>
      </w:pPr>
      <w:r>
        <w:rPr>
          <w:rtl/>
        </w:rPr>
        <w:t xml:space="preserve">862 ـ عبدالله بن الزبير ، بالضم معروف ل. </w:t>
      </w:r>
    </w:p>
    <w:p w:rsidR="007849C6" w:rsidRDefault="007849C6" w:rsidP="00186E94">
      <w:pPr>
        <w:pStyle w:val="libNormal"/>
        <w:rPr>
          <w:rtl/>
        </w:rPr>
      </w:pPr>
      <w:r>
        <w:rPr>
          <w:rtl/>
        </w:rPr>
        <w:t xml:space="preserve">863 ـ عبدالله بن الزبير ، بفتح الزاي ، الاسدي ق ( جش ) روى عنه نوادر. </w:t>
      </w:r>
    </w:p>
    <w:p w:rsidR="007849C6" w:rsidRDefault="007849C6" w:rsidP="00186E94">
      <w:pPr>
        <w:pStyle w:val="libNormal"/>
        <w:rPr>
          <w:rtl/>
        </w:rPr>
      </w:pPr>
      <w:r>
        <w:rPr>
          <w:rtl/>
        </w:rPr>
        <w:t xml:space="preserve">864 ـ عبدالله بن زرارة بن أعين الشيباني ق ( كش ، جش ) ثقة. </w:t>
      </w:r>
    </w:p>
    <w:p w:rsidR="007849C6" w:rsidRDefault="007849C6" w:rsidP="00186E94">
      <w:pPr>
        <w:pStyle w:val="libNormal"/>
        <w:rPr>
          <w:rtl/>
        </w:rPr>
      </w:pPr>
      <w:r>
        <w:rPr>
          <w:rtl/>
        </w:rPr>
        <w:t xml:space="preserve">865 ـ عبد الله بن زيد ي ( جخ ) قتل يوم الحرة </w:t>
      </w:r>
      <w:r w:rsidRPr="00186E94">
        <w:rPr>
          <w:rStyle w:val="libFootnotenumChar"/>
          <w:rtl/>
        </w:rPr>
        <w:t>(3)</w:t>
      </w:r>
      <w:r>
        <w:rPr>
          <w:rtl/>
        </w:rPr>
        <w:t xml:space="preserve">. </w:t>
      </w:r>
    </w:p>
    <w:p w:rsidR="007849C6" w:rsidRDefault="007849C6" w:rsidP="00186E94">
      <w:pPr>
        <w:pStyle w:val="libNormal"/>
        <w:rPr>
          <w:rtl/>
        </w:rPr>
      </w:pPr>
      <w:r>
        <w:rPr>
          <w:rtl/>
        </w:rPr>
        <w:t xml:space="preserve">866 ، 867 ـ عبدالله بن سعيد بن حيان ، بالياء المشددة المثناة تحت ، بن أبجر ، بالباء المفردة والجيم ، الكناني ، بالنونين ، أبو عمرو الطبيب ( جش ) شيخ ثقة من أصحابنا ، وأخوه عبدالملك بن سعيد ( جش ) ثقة ، عمر إلي سنة أربعين ومائتين. </w:t>
      </w:r>
    </w:p>
    <w:p w:rsidR="007849C6" w:rsidRDefault="007849C6" w:rsidP="00186E94">
      <w:pPr>
        <w:pStyle w:val="libNormal"/>
        <w:rPr>
          <w:rtl/>
        </w:rPr>
      </w:pPr>
      <w:r>
        <w:rPr>
          <w:rtl/>
        </w:rPr>
        <w:t xml:space="preserve">868 ـ عبدالله بن سعيد أبو شبل الاسدي مولاهم ق ( جش ) كوفي بياع الوشي ثقة.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وذكره الشيخ في رجاله في باب اصحاب الحسن العسكري ( ع ). </w:t>
      </w:r>
    </w:p>
    <w:p w:rsidR="007849C6" w:rsidRDefault="007849C6" w:rsidP="002C2B53">
      <w:pPr>
        <w:pStyle w:val="libFootnote0"/>
        <w:rPr>
          <w:rtl/>
        </w:rPr>
      </w:pPr>
      <w:r>
        <w:rPr>
          <w:rtl/>
        </w:rPr>
        <w:t xml:space="preserve">2 ـ سماه الشيخ في باب أصحاب علي ( ع ) من رجاله عبدالرحمن. </w:t>
      </w:r>
    </w:p>
    <w:p w:rsidR="007849C6" w:rsidRDefault="007849C6" w:rsidP="002C2B53">
      <w:pPr>
        <w:pStyle w:val="libFootnote0"/>
        <w:rPr>
          <w:rtl/>
        </w:rPr>
      </w:pPr>
      <w:r>
        <w:rPr>
          <w:rtl/>
        </w:rPr>
        <w:t xml:space="preserve">3 ـ عبد الله ـ هذا ـ هو ابن زيد بن عاصم من بني النجار ، شهد احدا ويوم الحرة هو يوم مقاتلة يزيد بن معاوية مع أهل المدينة سنة 63 ، و عبدالله هو قائل مسيلمة الكذاب مشاركا في ذلك وحشيا. </w:t>
      </w:r>
    </w:p>
    <w:p w:rsidR="007849C6" w:rsidRDefault="007849C6" w:rsidP="00186E94">
      <w:pPr>
        <w:pStyle w:val="libNormal"/>
        <w:rPr>
          <w:rtl/>
        </w:rPr>
      </w:pPr>
      <w:r>
        <w:rPr>
          <w:rtl/>
        </w:rPr>
        <w:br w:type="page"/>
      </w:r>
      <w:r>
        <w:rPr>
          <w:rtl/>
        </w:rPr>
        <w:lastRenderedPageBreak/>
        <w:t xml:space="preserve">869 ـ عبدالله بن سلام ل ( جخ ). </w:t>
      </w:r>
    </w:p>
    <w:p w:rsidR="007849C6" w:rsidRDefault="007849C6" w:rsidP="00186E94">
      <w:pPr>
        <w:pStyle w:val="libNormal"/>
        <w:rPr>
          <w:rtl/>
        </w:rPr>
      </w:pPr>
      <w:r>
        <w:rPr>
          <w:rtl/>
        </w:rPr>
        <w:t xml:space="preserve">870 ـ عبدالله بن سلمة ، ومن أصحابنا من أثبته ( عبد بن سلمة ) والاظهر الاول ، الذي قال : ما يسرني أن لم أشهد صفين ، ولوددت أن كل مشهد شهده علي شهدته ى ( جخ ). </w:t>
      </w:r>
    </w:p>
    <w:p w:rsidR="007849C6" w:rsidRDefault="007849C6" w:rsidP="00186E94">
      <w:pPr>
        <w:pStyle w:val="libNormal"/>
        <w:rPr>
          <w:rtl/>
        </w:rPr>
      </w:pPr>
      <w:r>
        <w:rPr>
          <w:rtl/>
        </w:rPr>
        <w:t xml:space="preserve">871 ـ عبدالله بن سليمان الصيرفي ق ( جخ ) مولى كوفي. </w:t>
      </w:r>
    </w:p>
    <w:p w:rsidR="007849C6" w:rsidRDefault="007849C6" w:rsidP="00186E94">
      <w:pPr>
        <w:pStyle w:val="libNormal"/>
        <w:rPr>
          <w:rtl/>
        </w:rPr>
      </w:pPr>
      <w:r>
        <w:rPr>
          <w:rtl/>
        </w:rPr>
        <w:t xml:space="preserve">872 ـ عبدالله بن سنان بن ظريف مولى بني هاشم ، ويقال مولى بني أبي طالب ويقال مولى بني العباس ق وقيل م أيضا ( كش ) ولم يثبت ، كان خازنا للمنصور </w:t>
      </w:r>
      <w:r w:rsidRPr="00186E94">
        <w:rPr>
          <w:rStyle w:val="libFootnotenumChar"/>
          <w:rtl/>
        </w:rPr>
        <w:t>(1)</w:t>
      </w:r>
      <w:r>
        <w:rPr>
          <w:rtl/>
        </w:rPr>
        <w:t xml:space="preserve"> والمهدي والهادي والرشيد كوفي ثقة جليل منزه عن الطعن ( ست ) ثقة. </w:t>
      </w:r>
    </w:p>
    <w:p w:rsidR="007849C6" w:rsidRDefault="007849C6" w:rsidP="00186E94">
      <w:pPr>
        <w:pStyle w:val="libNormal"/>
        <w:rPr>
          <w:rtl/>
        </w:rPr>
      </w:pPr>
      <w:r>
        <w:rPr>
          <w:rtl/>
        </w:rPr>
        <w:t xml:space="preserve">873 ـ عبدالله بن شبرمة ، بالشين المعجمة والباء المفردة الساكنة والراء المضمومة الضبي الفقيه أبو شبرمة ين ، قر ( جخ ) كان قاضيا للمنصور على سواد الكوفة ، كان فقيها شاعرا. </w:t>
      </w:r>
    </w:p>
    <w:p w:rsidR="007849C6" w:rsidRDefault="007849C6" w:rsidP="00186E94">
      <w:pPr>
        <w:pStyle w:val="libNormal"/>
        <w:rPr>
          <w:rtl/>
        </w:rPr>
      </w:pPr>
      <w:r>
        <w:rPr>
          <w:rtl/>
        </w:rPr>
        <w:t xml:space="preserve">874 ـ عبدالله بن شداد بن الهادي الليثي ، منسوب إلى الليث بن بكير بن عبد مناة بن كنانة بن خزيمة ى ( كش ) من خواصه. عاده الحسين ( ع ) ففارقته الحمى. </w:t>
      </w:r>
    </w:p>
    <w:p w:rsidR="007849C6" w:rsidRDefault="007849C6" w:rsidP="00186E94">
      <w:pPr>
        <w:pStyle w:val="libNormal"/>
        <w:rPr>
          <w:rtl/>
        </w:rPr>
      </w:pPr>
      <w:r>
        <w:rPr>
          <w:rtl/>
        </w:rPr>
        <w:t xml:space="preserve">875 ـ عبدالله بن شريك العامري قر ، ق ( جخ ، كش ) روى عنه </w:t>
      </w:r>
      <w:r w:rsidRPr="00186E94">
        <w:rPr>
          <w:rStyle w:val="libFootnotenumChar"/>
          <w:rtl/>
        </w:rPr>
        <w:t>(2)</w:t>
      </w:r>
      <w:r>
        <w:rPr>
          <w:rtl/>
        </w:rPr>
        <w:t xml:space="preserve"> أنه قال : ( كأني بعبدالله بن شريك العامري عليه عما ـ مة سوداء وذؤابتاها بين كتفيه مصعدا في لحف الجبل بين يدي قائمنا أهل البيت ، في أربعة آلاف يكبرون ). </w:t>
      </w:r>
    </w:p>
    <w:p w:rsidR="007849C6" w:rsidRDefault="007849C6" w:rsidP="00186E94">
      <w:pPr>
        <w:pStyle w:val="libNormal"/>
        <w:rPr>
          <w:rtl/>
        </w:rPr>
      </w:pPr>
      <w:r>
        <w:rPr>
          <w:rtl/>
        </w:rPr>
        <w:t xml:space="preserve">876 ـ عبدالله بن الصامت ، ابن أخي أبي ذري ( جخ ) ممن أقام بالبصرة وكان شيعيا </w:t>
      </w:r>
      <w:r w:rsidRPr="00186E94">
        <w:rPr>
          <w:rStyle w:val="libFootnotenumChar"/>
          <w:rtl/>
        </w:rPr>
        <w:t>(3)</w:t>
      </w:r>
      <w:r>
        <w:rPr>
          <w:rtl/>
        </w:rPr>
        <w:t xml:space="preserve">.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من قوله : كان خازنا إلى قوله : منزه عن الطعن مأخوذ من النجاشي. </w:t>
      </w:r>
    </w:p>
    <w:p w:rsidR="007849C6" w:rsidRDefault="007849C6" w:rsidP="002C2B53">
      <w:pPr>
        <w:pStyle w:val="libFootnote0"/>
        <w:rPr>
          <w:rtl/>
        </w:rPr>
      </w:pPr>
      <w:r>
        <w:rPr>
          <w:rtl/>
        </w:rPr>
        <w:t xml:space="preserve">2 ـ يعني عن أبي جعفر الباقر </w:t>
      </w:r>
      <w:r w:rsidR="0006364F" w:rsidRPr="0006364F">
        <w:rPr>
          <w:rStyle w:val="libAlaemChar"/>
          <w:rFonts w:hint="cs"/>
          <w:rtl/>
        </w:rPr>
        <w:t>عليه‌السلام</w:t>
      </w:r>
      <w:r>
        <w:rPr>
          <w:rtl/>
        </w:rPr>
        <w:t xml:space="preserve">. </w:t>
      </w:r>
    </w:p>
    <w:p w:rsidR="007849C6" w:rsidRDefault="007849C6" w:rsidP="002C2B53">
      <w:pPr>
        <w:pStyle w:val="libFootnote0"/>
        <w:rPr>
          <w:rtl/>
        </w:rPr>
      </w:pPr>
      <w:r>
        <w:rPr>
          <w:rtl/>
        </w:rPr>
        <w:t xml:space="preserve">3 ـ لا يخفى أن المذكور في رجال الشيخ باب أصحاب أمير المؤمنين </w:t>
      </w:r>
    </w:p>
    <w:p w:rsidR="007849C6" w:rsidRDefault="007849C6" w:rsidP="00186E94">
      <w:pPr>
        <w:pStyle w:val="libNormal"/>
        <w:rPr>
          <w:rtl/>
        </w:rPr>
      </w:pPr>
      <w:r>
        <w:rPr>
          <w:rtl/>
        </w:rPr>
        <w:br w:type="page"/>
      </w:r>
      <w:r>
        <w:rPr>
          <w:rtl/>
        </w:rPr>
        <w:lastRenderedPageBreak/>
        <w:t xml:space="preserve">877 ـ عبدالله بن الصلت أبو طالب القمي مولى بني تيم اللات ابن ثعلبة ضا ( جخ ، كش ) ثقة. </w:t>
      </w:r>
    </w:p>
    <w:p w:rsidR="007849C6" w:rsidRDefault="007849C6" w:rsidP="00186E94">
      <w:pPr>
        <w:pStyle w:val="libNormal"/>
        <w:rPr>
          <w:rtl/>
        </w:rPr>
      </w:pPr>
      <w:r>
        <w:rPr>
          <w:rtl/>
        </w:rPr>
        <w:t xml:space="preserve">878 ـ عبدالله بن طاوس ضا ( جخ ) عاش مائة سنة باخبار الرضا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879 ـ عبدالله بن طاهر النقار لم ( جخ ) ثقة صالح حلواني ورع من أصحاب العياشي ، ومنهم من أثبته ( النقاب ) وهو غلط بل هو النقار. </w:t>
      </w:r>
    </w:p>
    <w:p w:rsidR="007849C6" w:rsidRDefault="007849C6" w:rsidP="00186E94">
      <w:pPr>
        <w:pStyle w:val="libNormal"/>
        <w:rPr>
          <w:rtl/>
        </w:rPr>
      </w:pPr>
      <w:r>
        <w:rPr>
          <w:rtl/>
        </w:rPr>
        <w:t xml:space="preserve">880 ـ عبدالله بن العباس ل ، ى رضي الله عنه حاله أعظم من أن يشار إليه في الفضل والجلالة ومحبة أمير المؤمنين </w:t>
      </w:r>
      <w:r w:rsidR="0006364F" w:rsidRPr="0006364F">
        <w:rPr>
          <w:rStyle w:val="libAlaemChar"/>
          <w:rFonts w:hint="cs"/>
          <w:rtl/>
        </w:rPr>
        <w:t>عليه‌السلام</w:t>
      </w:r>
      <w:r>
        <w:rPr>
          <w:rtl/>
        </w:rPr>
        <w:t xml:space="preserve"> وانقياده إلى قوله. </w:t>
      </w:r>
    </w:p>
    <w:p w:rsidR="007849C6" w:rsidRDefault="007849C6" w:rsidP="00186E94">
      <w:pPr>
        <w:pStyle w:val="libNormal"/>
        <w:rPr>
          <w:rtl/>
        </w:rPr>
      </w:pPr>
      <w:r>
        <w:rPr>
          <w:rtl/>
        </w:rPr>
        <w:t xml:space="preserve">881 ـ عبدالله بن عبدالرحمن بن عتيبة بالتاء المثناة فوق فالياء المثناة تحت فالباء المفردة ، الاسدي ق ( جخ ، جش ) كوفي ثقة يكني أبا أمية. </w:t>
      </w:r>
    </w:p>
    <w:p w:rsidR="007849C6" w:rsidRDefault="007849C6" w:rsidP="00186E94">
      <w:pPr>
        <w:pStyle w:val="libNormal"/>
        <w:rPr>
          <w:rtl/>
        </w:rPr>
      </w:pPr>
      <w:r>
        <w:rPr>
          <w:rtl/>
        </w:rPr>
        <w:t xml:space="preserve">882 ـ عبدالله بن عتيك ، بفتح العين المهملة والتاء المثناة فوق والياء المثناة تحت ى بدري. </w:t>
      </w:r>
    </w:p>
    <w:p w:rsidR="007849C6" w:rsidRDefault="007849C6" w:rsidP="00186E94">
      <w:pPr>
        <w:pStyle w:val="libNormal"/>
        <w:rPr>
          <w:rtl/>
        </w:rPr>
      </w:pPr>
      <w:r>
        <w:rPr>
          <w:rtl/>
        </w:rPr>
        <w:t xml:space="preserve">883 ـ عبدالله بن عثمان بن عمر بن خالد الفزاري ق ثقة. </w:t>
      </w:r>
    </w:p>
    <w:p w:rsidR="007849C6" w:rsidRDefault="007849C6" w:rsidP="00186E94">
      <w:pPr>
        <w:pStyle w:val="libNormal"/>
        <w:rPr>
          <w:rtl/>
        </w:rPr>
      </w:pPr>
      <w:r>
        <w:rPr>
          <w:rtl/>
        </w:rPr>
        <w:t xml:space="preserve">884 ـ عبدالله بن عطاقر ، ق ( كش ) ممدوح. </w:t>
      </w:r>
    </w:p>
    <w:p w:rsidR="007849C6" w:rsidRDefault="007849C6" w:rsidP="00186E94">
      <w:pPr>
        <w:pStyle w:val="libNormal"/>
        <w:rPr>
          <w:rtl/>
        </w:rPr>
      </w:pPr>
      <w:r>
        <w:rPr>
          <w:rtl/>
        </w:rPr>
        <w:t xml:space="preserve">885 ـ عبدالله بن عقيل بن أبي طالب ين. </w:t>
      </w:r>
    </w:p>
    <w:p w:rsidR="007849C6" w:rsidRDefault="007849C6" w:rsidP="00186E94">
      <w:pPr>
        <w:pStyle w:val="libNormal"/>
        <w:rPr>
          <w:rtl/>
        </w:rPr>
      </w:pPr>
      <w:r>
        <w:rPr>
          <w:rtl/>
        </w:rPr>
        <w:t xml:space="preserve">886 ـ عبدالله بن العلا المذاري أبو محمد ( جش ) ثقة من وجوه أصحابنا </w:t>
      </w:r>
      <w:r w:rsidRPr="00186E94">
        <w:rPr>
          <w:rStyle w:val="libFootnotenumChar"/>
          <w:rtl/>
        </w:rPr>
        <w:t>(1)</w:t>
      </w:r>
      <w:r>
        <w:rPr>
          <w:rtl/>
        </w:rPr>
        <w:t xml:space="preserve">.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علي </w:t>
      </w:r>
      <w:r w:rsidR="0006364F" w:rsidRPr="0006364F">
        <w:rPr>
          <w:rStyle w:val="libAlaemChar"/>
          <w:rFonts w:hint="cs"/>
          <w:rtl/>
        </w:rPr>
        <w:t>عليه‌السلام</w:t>
      </w:r>
      <w:r>
        <w:rPr>
          <w:rtl/>
        </w:rPr>
        <w:t xml:space="preserve"> ( عبادة بن الصامت ) وسيأتي ذكره قريبا ، ولا يوجد فيه ( عبدالله ). </w:t>
      </w:r>
    </w:p>
    <w:p w:rsidR="007849C6" w:rsidRDefault="007849C6" w:rsidP="002C2B53">
      <w:pPr>
        <w:pStyle w:val="libFootnote0"/>
        <w:rPr>
          <w:rtl/>
        </w:rPr>
      </w:pPr>
      <w:r>
        <w:rPr>
          <w:rtl/>
        </w:rPr>
        <w:t xml:space="preserve">1 ـ هذا هو الذي يوجد في رجال النجاشي فقط ، وقد سبق آنفا ذكره بعنوان ( عبدالله بن أبي العلا ) فراجعه ، فانهما واحد. </w:t>
      </w:r>
    </w:p>
    <w:p w:rsidR="007849C6" w:rsidRDefault="007849C6" w:rsidP="00186E94">
      <w:pPr>
        <w:pStyle w:val="libNormal"/>
        <w:rPr>
          <w:rtl/>
        </w:rPr>
      </w:pPr>
      <w:r>
        <w:rPr>
          <w:rtl/>
        </w:rPr>
        <w:br w:type="page"/>
      </w:r>
      <w:r>
        <w:rPr>
          <w:rtl/>
        </w:rPr>
        <w:lastRenderedPageBreak/>
        <w:t xml:space="preserve">887 ـ عبدالله بن علي بن زين العابدين ( ع ) ين ( جخ ). </w:t>
      </w:r>
    </w:p>
    <w:p w:rsidR="007849C6" w:rsidRDefault="007849C6" w:rsidP="00186E94">
      <w:pPr>
        <w:pStyle w:val="libNormal"/>
        <w:rPr>
          <w:rtl/>
        </w:rPr>
      </w:pPr>
      <w:r>
        <w:rPr>
          <w:rtl/>
        </w:rPr>
        <w:t xml:space="preserve">888 ـ عبدالله بن عمر بن بكار الحناط ، بالحاء المهملة ، كوفي ثقة. </w:t>
      </w:r>
    </w:p>
    <w:p w:rsidR="007849C6" w:rsidRDefault="007849C6" w:rsidP="00186E94">
      <w:pPr>
        <w:pStyle w:val="libNormal"/>
        <w:rPr>
          <w:rtl/>
        </w:rPr>
      </w:pPr>
      <w:r>
        <w:rPr>
          <w:rtl/>
        </w:rPr>
        <w:t xml:space="preserve">889 ـ عبدالله بن علي بن أبي طالب ( ع ) أمه أم البنين سين ( جخ ) أخوه قتل معه بكربلا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890 ـ عبدالله بن علي بن أبي رافع مولى رسول الله ( ص ) ل ( جخ ). </w:t>
      </w:r>
    </w:p>
    <w:p w:rsidR="007849C6" w:rsidRDefault="007849C6" w:rsidP="00186E94">
      <w:pPr>
        <w:pStyle w:val="libNormal"/>
        <w:rPr>
          <w:rtl/>
        </w:rPr>
      </w:pPr>
      <w:r>
        <w:rPr>
          <w:rtl/>
        </w:rPr>
        <w:t xml:space="preserve">891 ـ عبدالله بن غالب الاسدي الشاعر الفقيه أبو علي قر ، ق م ( جش ) ثقة ثقة ، وأخوه إسحاق بن غالب. أثنى على عبدالله أبو عبدالله ( ع ) بأن ملكا يلقي عليه الشعر وإني أعرف ذلك الملك. </w:t>
      </w:r>
    </w:p>
    <w:p w:rsidR="007849C6" w:rsidRDefault="007849C6" w:rsidP="00186E94">
      <w:pPr>
        <w:pStyle w:val="libNormal"/>
        <w:rPr>
          <w:rtl/>
        </w:rPr>
      </w:pPr>
      <w:r>
        <w:rPr>
          <w:rtl/>
        </w:rPr>
        <w:t xml:space="preserve">892 ـ عبدالله بن الفضل بن عبدالله بن ببه ، بالباءين المفردتين والتشديد ، كذا في النسخة والصواب أن عبدالله هو ( ببه ) ثقة ق ( جش ). </w:t>
      </w:r>
    </w:p>
    <w:p w:rsidR="007849C6" w:rsidRDefault="007849C6" w:rsidP="00186E94">
      <w:pPr>
        <w:pStyle w:val="libNormal"/>
        <w:rPr>
          <w:rtl/>
        </w:rPr>
      </w:pPr>
      <w:r>
        <w:rPr>
          <w:rtl/>
        </w:rPr>
        <w:t xml:space="preserve">893 ـ عبدالله بن الفضل بن محمد بن هيكل النبهاني أبو عيسى أصله كوفي انتقل إلى مصر ( جش ) </w:t>
      </w:r>
      <w:r w:rsidRPr="00186E94">
        <w:rPr>
          <w:rStyle w:val="libFootnotenumChar"/>
          <w:rtl/>
        </w:rPr>
        <w:t>(1)</w:t>
      </w:r>
      <w:r>
        <w:rPr>
          <w:rtl/>
        </w:rPr>
        <w:t xml:space="preserve">. </w:t>
      </w:r>
    </w:p>
    <w:p w:rsidR="007849C6" w:rsidRDefault="007849C6" w:rsidP="00186E94">
      <w:pPr>
        <w:pStyle w:val="libNormal"/>
        <w:rPr>
          <w:rtl/>
        </w:rPr>
      </w:pPr>
      <w:r>
        <w:rPr>
          <w:rtl/>
        </w:rPr>
        <w:t xml:space="preserve">894 ـ عبدالله بن قيس أبو موسى الاشعري ل ( جخ ). </w:t>
      </w:r>
    </w:p>
    <w:p w:rsidR="007849C6" w:rsidRDefault="007849C6" w:rsidP="00186E94">
      <w:pPr>
        <w:pStyle w:val="libNormal"/>
        <w:rPr>
          <w:rtl/>
        </w:rPr>
      </w:pPr>
      <w:r>
        <w:rPr>
          <w:rtl/>
        </w:rPr>
        <w:t xml:space="preserve">895 ـ عبدالله بن كثير السراج سين ( جخ ) كان من دعائه. </w:t>
      </w:r>
    </w:p>
    <w:p w:rsidR="007849C6" w:rsidRDefault="007849C6" w:rsidP="00186E94">
      <w:pPr>
        <w:pStyle w:val="libNormal"/>
        <w:rPr>
          <w:rtl/>
        </w:rPr>
      </w:pPr>
      <w:r>
        <w:rPr>
          <w:rtl/>
        </w:rPr>
        <w:t xml:space="preserve">896 ـ عبدالله بن محمد الاسدي مولاهم كوفي الحجال ، بالحاء المهملة والجيم ، المزخرف ، أبو محمد ، وقيل من موالي بني تميم لم ( جش ، ست ) ثقة ثقة ثبت. </w:t>
      </w:r>
    </w:p>
    <w:p w:rsidR="007849C6" w:rsidRDefault="007849C6" w:rsidP="00186E94">
      <w:pPr>
        <w:pStyle w:val="libNormal"/>
        <w:rPr>
          <w:rtl/>
        </w:rPr>
      </w:pPr>
      <w:r>
        <w:rPr>
          <w:rtl/>
        </w:rPr>
        <w:t xml:space="preserve">897 ـ عبدالله بن محمد الاسدي أبو بصير الكوفي قر ( جخ ) مهمل. </w:t>
      </w:r>
    </w:p>
    <w:p w:rsidR="007849C6" w:rsidRDefault="007849C6" w:rsidP="00186E94">
      <w:pPr>
        <w:pStyle w:val="libNormal"/>
        <w:rPr>
          <w:rtl/>
        </w:rPr>
      </w:pPr>
      <w:r>
        <w:rPr>
          <w:rtl/>
        </w:rPr>
        <w:t xml:space="preserve">898 ـ عبدالله بن محمد بن الحسين الحصيني بالحاء المهملة المضمومة والصاد المهملة المفتوحة والياء المثناة تحت والنون ، الاهوازي ، كذا ضبطه الشيخ أبو جعفر </w:t>
      </w:r>
      <w:r w:rsidR="006B246D" w:rsidRPr="006B246D">
        <w:rPr>
          <w:rStyle w:val="libAlaemChar"/>
          <w:rFonts w:hint="cs"/>
          <w:rtl/>
        </w:rPr>
        <w:t>رحمه‌الله</w:t>
      </w:r>
      <w:r>
        <w:rPr>
          <w:rtl/>
        </w:rPr>
        <w:t xml:space="preserve"> بخطه في كتاب الرجال ، ورأيت في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هذا هو عبيد الله بن الفضل بن محمد بن هليل ( هلال ) الآتي ، ولم يذكره ( كش ) بل ذكره ( جش ) فراجعه. </w:t>
      </w:r>
    </w:p>
    <w:p w:rsidR="007849C6" w:rsidRDefault="007849C6" w:rsidP="00186E94">
      <w:pPr>
        <w:pStyle w:val="libNormal0"/>
        <w:rPr>
          <w:rtl/>
        </w:rPr>
      </w:pPr>
      <w:r>
        <w:rPr>
          <w:rtl/>
        </w:rPr>
        <w:br w:type="page"/>
      </w:r>
      <w:r>
        <w:rPr>
          <w:rtl/>
        </w:rPr>
        <w:lastRenderedPageBreak/>
        <w:t xml:space="preserve">الفهرست بخطه أيضا عبدالله بن محمد الخصيبي ، بفتح الخاء المعجمة وكسر الصاد المهملة والياء المثناة تحت والباء المفردة ولم يقل ( بن الحصين ) ولا ( الاهوازي ) فيجوز أن يكون غيره ضا ( جش ) ثقة ثقة. </w:t>
      </w:r>
    </w:p>
    <w:p w:rsidR="007849C6" w:rsidRDefault="007849C6" w:rsidP="00186E94">
      <w:pPr>
        <w:pStyle w:val="libNormal"/>
        <w:rPr>
          <w:rtl/>
        </w:rPr>
      </w:pPr>
      <w:r>
        <w:rPr>
          <w:rtl/>
        </w:rPr>
        <w:t xml:space="preserve">899 ـ عبدالله بن محمد أبو بكر الحضرمي ق ، م ( جخ ) سمع من أبي الطفيل تابعي ( كش ) جرت له مناظرة جيدة مع زيد مدحها أبو عبد الله ( ع ) </w:t>
      </w:r>
      <w:r w:rsidRPr="00186E94">
        <w:rPr>
          <w:rStyle w:val="libFootnotenumChar"/>
          <w:rtl/>
        </w:rPr>
        <w:t>(1)</w:t>
      </w:r>
      <w:r>
        <w:rPr>
          <w:rtl/>
        </w:rPr>
        <w:t xml:space="preserve">. </w:t>
      </w:r>
    </w:p>
    <w:p w:rsidR="007849C6" w:rsidRDefault="007849C6" w:rsidP="00186E94">
      <w:pPr>
        <w:pStyle w:val="libNormal"/>
        <w:rPr>
          <w:rtl/>
        </w:rPr>
      </w:pPr>
      <w:r>
        <w:rPr>
          <w:rtl/>
        </w:rPr>
        <w:t xml:space="preserve">900 ـ عبدالله بن محمد بن خالد بن عمر الطيالسي أبو العباس ويكني أبوه أبا عبد الله التميمي ( كش ) قال محمد بن مسعود : ما علمته إلا خيرا ثقة. </w:t>
      </w:r>
    </w:p>
    <w:p w:rsidR="007849C6" w:rsidRDefault="007849C6" w:rsidP="00186E94">
      <w:pPr>
        <w:pStyle w:val="libNormal"/>
        <w:rPr>
          <w:rtl/>
        </w:rPr>
      </w:pPr>
      <w:r>
        <w:rPr>
          <w:rtl/>
        </w:rPr>
        <w:t xml:space="preserve">901 ـ عبدالله بن محمد ، أبو محمد الحذاء الدعلجي منسوب إلى موضع خلف باب الكوفة ببغداد يقال له الدعالجة لم ( جش ) : كان فقيها عارفا عليه تعلمت المواريث. </w:t>
      </w:r>
    </w:p>
    <w:p w:rsidR="007849C6" w:rsidRDefault="007849C6" w:rsidP="00186E94">
      <w:pPr>
        <w:pStyle w:val="libNormal"/>
        <w:rPr>
          <w:rtl/>
        </w:rPr>
      </w:pPr>
      <w:r>
        <w:rPr>
          <w:rtl/>
        </w:rPr>
        <w:t xml:space="preserve">902 ـ عبدالله بن محمد بن علي بن الحسين ( ع ) ق ( جخ ). </w:t>
      </w:r>
    </w:p>
    <w:p w:rsidR="007849C6" w:rsidRDefault="007849C6" w:rsidP="00186E94">
      <w:pPr>
        <w:pStyle w:val="libNormal"/>
        <w:rPr>
          <w:rtl/>
        </w:rPr>
      </w:pPr>
      <w:r>
        <w:rPr>
          <w:rtl/>
        </w:rPr>
        <w:t xml:space="preserve">903 ـ عبدالله بن محمد بن علي بن العباس بن هارون التميمي الرازي ( جخ ) كذا </w:t>
      </w:r>
      <w:r w:rsidRPr="00186E94">
        <w:rPr>
          <w:rStyle w:val="libFootnotenumChar"/>
          <w:rtl/>
        </w:rPr>
        <w:t>(2)</w:t>
      </w:r>
      <w:r>
        <w:rPr>
          <w:rtl/>
        </w:rPr>
        <w:t xml:space="preserve">. </w:t>
      </w:r>
    </w:p>
    <w:p w:rsidR="007849C6" w:rsidRDefault="007849C6" w:rsidP="00186E94">
      <w:pPr>
        <w:pStyle w:val="libNormal"/>
        <w:rPr>
          <w:rtl/>
        </w:rPr>
      </w:pPr>
      <w:r>
        <w:rPr>
          <w:rtl/>
        </w:rPr>
        <w:t xml:space="preserve">904 ـ عبدالله بن محمد بن الفضل بن هلال الطائي أبو عيسى المصري لم ( جخ ) خاصي. </w:t>
      </w:r>
    </w:p>
    <w:p w:rsidR="007849C6" w:rsidRDefault="007849C6" w:rsidP="00186E94">
      <w:pPr>
        <w:pStyle w:val="libNormal"/>
        <w:rPr>
          <w:rtl/>
        </w:rPr>
      </w:pPr>
      <w:r>
        <w:rPr>
          <w:rtl/>
        </w:rPr>
        <w:t xml:space="preserve">905 ـ عبدالله بن محمد النهيكي ، بفتح النون ( جش ) ثقة قليل الحديث جمعت نوادره. </w:t>
      </w:r>
    </w:p>
    <w:p w:rsidR="007849C6" w:rsidRDefault="007849C6" w:rsidP="00186E94">
      <w:pPr>
        <w:pStyle w:val="libNormal"/>
        <w:rPr>
          <w:rtl/>
        </w:rPr>
      </w:pPr>
      <w:r>
        <w:rPr>
          <w:rtl/>
        </w:rPr>
        <w:t xml:space="preserve">906 ـ عبدالله بن مسعودل ( جخ ) معروف.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لا يظهر من المناظرة التي جرت مع زيد ان الامام أبا عبدالله ( ع ) مدحها ولم يذكر هذا المدح عند ذكره في باب الكنى. </w:t>
      </w:r>
    </w:p>
    <w:p w:rsidR="007849C6" w:rsidRDefault="007849C6" w:rsidP="002C2B53">
      <w:pPr>
        <w:pStyle w:val="libFootnote0"/>
        <w:rPr>
          <w:rtl/>
        </w:rPr>
      </w:pPr>
      <w:r>
        <w:rPr>
          <w:rtl/>
        </w:rPr>
        <w:t xml:space="preserve">2 ـ لا يوجد هذا الاسم في ( جخ ) وانما هو موجود في ( جش ) وقال بعد عنوانه بما ذكر : « له نسخة عن الرضا ( ع ) ثم ذكر طريقه إليها ، فراجع. </w:t>
      </w:r>
    </w:p>
    <w:p w:rsidR="007849C6" w:rsidRDefault="007849C6" w:rsidP="00186E94">
      <w:pPr>
        <w:pStyle w:val="libNormal"/>
        <w:rPr>
          <w:rtl/>
        </w:rPr>
      </w:pPr>
      <w:r>
        <w:rPr>
          <w:rtl/>
        </w:rPr>
        <w:br w:type="page"/>
      </w:r>
      <w:r>
        <w:rPr>
          <w:rtl/>
        </w:rPr>
        <w:lastRenderedPageBreak/>
        <w:t xml:space="preserve">907 ـ عبدالله بن مسكان أبو محمد فقيه عين معظم من الستة الذين أجمعت العصابة على تصديقهم وثقتهم ق ( كش ) وقال ( جش ) : م وقيل عن ق ولم يثبت. مات في أيام أبي الحسن قبل الحادثة. </w:t>
      </w:r>
    </w:p>
    <w:p w:rsidR="007849C6" w:rsidRDefault="007849C6" w:rsidP="00186E94">
      <w:pPr>
        <w:pStyle w:val="libNormal"/>
        <w:rPr>
          <w:rtl/>
        </w:rPr>
      </w:pPr>
      <w:r>
        <w:rPr>
          <w:rtl/>
        </w:rPr>
        <w:t xml:space="preserve">908 ـ عبدالله بن مسلم بن عقيل سين ( جخ ) قتل معه بكربلا. </w:t>
      </w:r>
    </w:p>
    <w:p w:rsidR="007849C6" w:rsidRDefault="007849C6" w:rsidP="00186E94">
      <w:pPr>
        <w:pStyle w:val="libNormal"/>
        <w:rPr>
          <w:rtl/>
        </w:rPr>
      </w:pPr>
      <w:r>
        <w:rPr>
          <w:rtl/>
        </w:rPr>
        <w:t xml:space="preserve">909 ـ عبدالله بن المغيرة أبو محمد البجلي مولى جندب بن عبدالله بن سفيان العلقي ، بفتح العين المهملة واللام وكسر القاف ، منسوب إلى علقة بن عبقر بن أنمار بن أراس بن عمرو بن الغوث بطن من بجلية م ( جش ، جخ ) ثقة ثقة لا يعدل به أحد علما ودينا وورعا ( كش ) كان واقفيا ، قال : فلما حججت تعلقت بالملتزم وسألت الله هدايتي فوقع في نفسي أن آتي الرضا </w:t>
      </w:r>
      <w:r w:rsidR="0006364F" w:rsidRPr="0006364F">
        <w:rPr>
          <w:rStyle w:val="libAlaemChar"/>
          <w:rFonts w:hint="cs"/>
          <w:rtl/>
        </w:rPr>
        <w:t>عليه‌السلام</w:t>
      </w:r>
      <w:r>
        <w:rPr>
          <w:rtl/>
        </w:rPr>
        <w:t xml:space="preserve"> فأتيت المدينة فوقفت ببابه فسمعت نداءه : ادخل يا عبد الله بن المغيرة : فلما نظر إلي قال قد أجاب الله دعوتك وهداك لدينك ، فقلت : أشهد أنك حجة الله وأمينه على خلقه. </w:t>
      </w:r>
    </w:p>
    <w:p w:rsidR="007849C6" w:rsidRDefault="007849C6" w:rsidP="00186E94">
      <w:pPr>
        <w:pStyle w:val="libNormal"/>
        <w:rPr>
          <w:rtl/>
        </w:rPr>
      </w:pPr>
      <w:r>
        <w:rPr>
          <w:rtl/>
        </w:rPr>
        <w:t xml:space="preserve">910 ـ عبدالله بن ميمون الاسود القداح مولى بني مخزوم ، يبري القداح ق ( جخ ، كش ) ممدوح ثقة ، وروى أبوه عن قر ، ق. </w:t>
      </w:r>
    </w:p>
    <w:p w:rsidR="007849C6" w:rsidRDefault="007849C6" w:rsidP="00186E94">
      <w:pPr>
        <w:pStyle w:val="libNormal"/>
        <w:rPr>
          <w:rtl/>
        </w:rPr>
      </w:pPr>
      <w:r>
        <w:rPr>
          <w:rtl/>
        </w:rPr>
        <w:t xml:space="preserve">911 ـ عبدالله بن النجاشي بن غنيم بن سمعان أبو بجير الاسدي النصري ق ( كش ). </w:t>
      </w:r>
    </w:p>
    <w:p w:rsidR="007849C6" w:rsidRDefault="007849C6" w:rsidP="00186E94">
      <w:pPr>
        <w:pStyle w:val="libNormal"/>
        <w:rPr>
          <w:rtl/>
        </w:rPr>
      </w:pPr>
      <w:r>
        <w:rPr>
          <w:rtl/>
        </w:rPr>
        <w:t xml:space="preserve">912 ـ عبدالله بن نضلة </w:t>
      </w:r>
      <w:r w:rsidRPr="00186E94">
        <w:rPr>
          <w:rStyle w:val="libFootnotenumChar"/>
          <w:rtl/>
        </w:rPr>
        <w:t>(1)</w:t>
      </w:r>
      <w:r>
        <w:rPr>
          <w:rtl/>
        </w:rPr>
        <w:t xml:space="preserve"> بالنون والضاد المعجمة الخزاعي ، قال ابن الاعمش لابيه : على من قرأت القرآن ؟ قال : على يحيى بن وثاب وقرأ يحيى على عبدالله بن نضلة ى ( جخ ). </w:t>
      </w:r>
    </w:p>
    <w:p w:rsidR="007849C6" w:rsidRDefault="007849C6" w:rsidP="00186E94">
      <w:pPr>
        <w:pStyle w:val="libNormal"/>
        <w:rPr>
          <w:rtl/>
        </w:rPr>
      </w:pPr>
      <w:r>
        <w:rPr>
          <w:rtl/>
        </w:rPr>
        <w:t xml:space="preserve">913 ـ عبدالله بن وضاح أبو محمد م ( جخ ) كوفي ثقة من الموالي ، صاحب أبا بصير يحيى بن القاسم كثيرا ، وعرف به. </w:t>
      </w:r>
    </w:p>
    <w:p w:rsidR="007849C6" w:rsidRDefault="007849C6" w:rsidP="00186E94">
      <w:pPr>
        <w:pStyle w:val="libNormal"/>
        <w:rPr>
          <w:rtl/>
        </w:rPr>
      </w:pPr>
      <w:r>
        <w:rPr>
          <w:rtl/>
        </w:rPr>
        <w:t>914 ـ عبدالله بن الوليد السمان النخعي مولى كوفي ق ( جش ) ثقة</w:t>
      </w:r>
      <w:r>
        <w:rPr>
          <w:rFonts w:hint="cs"/>
          <w:rtl/>
        </w:rPr>
        <w:t>.</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الموجود في رجال الشيخ باب أصحاب علي </w:t>
      </w:r>
      <w:r w:rsidR="0006364F" w:rsidRPr="0006364F">
        <w:rPr>
          <w:rStyle w:val="libAlaemChar"/>
          <w:rFonts w:hint="cs"/>
          <w:rtl/>
        </w:rPr>
        <w:t>عليه‌السلام</w:t>
      </w:r>
      <w:r>
        <w:rPr>
          <w:rtl/>
        </w:rPr>
        <w:t xml:space="preserve"> عبيد بن نضلة الخزاعي ، فراجع. </w:t>
      </w:r>
    </w:p>
    <w:p w:rsidR="007849C6" w:rsidRDefault="007849C6" w:rsidP="00186E94">
      <w:pPr>
        <w:pStyle w:val="libNormal"/>
        <w:rPr>
          <w:rtl/>
        </w:rPr>
      </w:pPr>
      <w:r>
        <w:rPr>
          <w:rtl/>
        </w:rPr>
        <w:br w:type="page"/>
      </w:r>
      <w:r>
        <w:rPr>
          <w:rtl/>
        </w:rPr>
        <w:lastRenderedPageBreak/>
        <w:t xml:space="preserve">915 ـ عبدالله بن هارون أبو محمد الزبيري ( جش ) كذا. </w:t>
      </w:r>
    </w:p>
    <w:p w:rsidR="007849C6" w:rsidRDefault="007849C6" w:rsidP="00186E94">
      <w:pPr>
        <w:pStyle w:val="libNormal"/>
        <w:rPr>
          <w:rtl/>
        </w:rPr>
      </w:pPr>
      <w:r>
        <w:rPr>
          <w:rtl/>
        </w:rPr>
        <w:t xml:space="preserve">916 ـ عبدالله بن هليل ( جش ) كذا. </w:t>
      </w:r>
    </w:p>
    <w:p w:rsidR="007849C6" w:rsidRDefault="007849C6" w:rsidP="00186E94">
      <w:pPr>
        <w:pStyle w:val="libNormal"/>
        <w:rPr>
          <w:rtl/>
        </w:rPr>
      </w:pPr>
      <w:r>
        <w:rPr>
          <w:rtl/>
        </w:rPr>
        <w:t xml:space="preserve">917 ـ عبدالله الهيثم ( جش ) كوفي ، كذا. </w:t>
      </w:r>
    </w:p>
    <w:p w:rsidR="007849C6" w:rsidRDefault="007849C6" w:rsidP="00186E94">
      <w:pPr>
        <w:pStyle w:val="libNormal"/>
        <w:rPr>
          <w:rtl/>
        </w:rPr>
      </w:pPr>
      <w:r>
        <w:rPr>
          <w:rtl/>
        </w:rPr>
        <w:t xml:space="preserve">918 ـ عبدالله بن يحيى أبو محمد الكاهلي ق ، م ( جخ ، ست ، كش ) عربي أخو إسحاق رويا عنهما </w:t>
      </w:r>
      <w:r w:rsidR="0006364F" w:rsidRPr="0006364F">
        <w:rPr>
          <w:rStyle w:val="libAlaemChar"/>
          <w:rFonts w:hint="cs"/>
          <w:rtl/>
        </w:rPr>
        <w:t>عليه‌السلام</w:t>
      </w:r>
      <w:r>
        <w:rPr>
          <w:rtl/>
        </w:rPr>
        <w:t xml:space="preserve"> كان عبدالله وجيها عند أبي الحسن </w:t>
      </w:r>
      <w:r w:rsidR="0006364F" w:rsidRPr="0006364F">
        <w:rPr>
          <w:rStyle w:val="libAlaemChar"/>
          <w:rFonts w:hint="cs"/>
          <w:rtl/>
        </w:rPr>
        <w:t>عليه‌السلام</w:t>
      </w:r>
      <w:r>
        <w:rPr>
          <w:rtl/>
        </w:rPr>
        <w:t xml:space="preserve"> ووصى به علي بن يقطين فقال له : ( اضمن لي الكاهلي وعياله أضمن لك الجنة ) وقيل إنه تميمي النسب قال له ابو الحسن </w:t>
      </w:r>
      <w:r w:rsidR="0006364F" w:rsidRPr="0006364F">
        <w:rPr>
          <w:rStyle w:val="libAlaemChar"/>
          <w:rFonts w:hint="cs"/>
          <w:rtl/>
        </w:rPr>
        <w:t>عليه‌السلام</w:t>
      </w:r>
      <w:r>
        <w:rPr>
          <w:rtl/>
        </w:rPr>
        <w:t xml:space="preserve"> : اعمل في سنتك هذه خيرا فقد دنا أجلك ، فبكى فقال : ما يبكيك ؟ فقال : جعلت فداك نعيت إلي نفسي ، فقال : ابشرفانك من شيعتنا وأنت إلى خير. فمات بعد ذلك </w:t>
      </w:r>
      <w:r w:rsidR="006B246D" w:rsidRPr="006B246D">
        <w:rPr>
          <w:rStyle w:val="libAlaemChar"/>
          <w:rFonts w:hint="cs"/>
          <w:rtl/>
        </w:rPr>
        <w:t>رحمه‌الله</w:t>
      </w:r>
      <w:r>
        <w:rPr>
          <w:rtl/>
        </w:rPr>
        <w:t xml:space="preserve">. </w:t>
      </w:r>
    </w:p>
    <w:p w:rsidR="007849C6" w:rsidRDefault="007849C6" w:rsidP="00186E94">
      <w:pPr>
        <w:pStyle w:val="libNormal"/>
        <w:rPr>
          <w:rtl/>
        </w:rPr>
      </w:pPr>
      <w:r>
        <w:rPr>
          <w:rtl/>
        </w:rPr>
        <w:t xml:space="preserve">919 ـ عبدالله بن يحيى الحضرمي ى ( جخ ). </w:t>
      </w:r>
    </w:p>
    <w:p w:rsidR="007849C6" w:rsidRDefault="007849C6" w:rsidP="00186E94">
      <w:pPr>
        <w:pStyle w:val="libNormal"/>
        <w:rPr>
          <w:rtl/>
        </w:rPr>
      </w:pPr>
      <w:r>
        <w:rPr>
          <w:rtl/>
        </w:rPr>
        <w:t xml:space="preserve">920 ـ عبدالله بن يقطر ، يقال بالياء المثناة تحت ، ويقال بالباء المضمومة المفردة تحت والقاف والطاء المهملة المضمومة سين ( جخ ) رضيعه </w:t>
      </w:r>
      <w:r w:rsidR="0006364F" w:rsidRPr="0006364F">
        <w:rPr>
          <w:rStyle w:val="libAlaemChar"/>
          <w:rFonts w:hint="cs"/>
          <w:rtl/>
        </w:rPr>
        <w:t>عليه‌السلام</w:t>
      </w:r>
      <w:r>
        <w:rPr>
          <w:rtl/>
        </w:rPr>
        <w:t xml:space="preserve"> ، أرسله إلى الكوفة فرمي به من أعلى القصر فتكسر فقام إليه عمرو الازدي فذبحه ، ويقال إنما فعل ذلك عبدالملك بن عمير اللخمي. </w:t>
      </w:r>
    </w:p>
    <w:p w:rsidR="007849C6" w:rsidRDefault="007849C6" w:rsidP="00186E94">
      <w:pPr>
        <w:pStyle w:val="libNormal"/>
        <w:rPr>
          <w:rtl/>
        </w:rPr>
      </w:pPr>
      <w:r>
        <w:rPr>
          <w:rtl/>
        </w:rPr>
        <w:t xml:space="preserve">921 ـ عبيد ( الله ) ، بالتصغير ، ابن أبي رافع ى ( جخ ) كاتبه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922 ـ عبيدالله بن علي بن أبي شعبة الكوفي الحلبي ق ( جخ ، ست ) له كتاب معمول عليه ، وقيل إنه عرض على الصادق </w:t>
      </w:r>
      <w:r w:rsidR="0006364F" w:rsidRPr="0006364F">
        <w:rPr>
          <w:rStyle w:val="libAlaemChar"/>
          <w:rFonts w:hint="cs"/>
          <w:rtl/>
        </w:rPr>
        <w:t>عليه‌السلام</w:t>
      </w:r>
      <w:r>
        <w:rPr>
          <w:rtl/>
        </w:rPr>
        <w:t xml:space="preserve"> فاستحسنه وقال ليس لهؤلاء مثله. قال البرقي : ( كان متجره إلى حلب فغلب عليه هذا اللقب ) وآل أبي شعبة بيت كبير في الكوفة أخيار وهو أول من صنف للامامية ثقة. </w:t>
      </w:r>
    </w:p>
    <w:p w:rsidR="007849C6" w:rsidRDefault="007849C6" w:rsidP="00186E94">
      <w:pPr>
        <w:pStyle w:val="libNormal"/>
        <w:rPr>
          <w:rtl/>
        </w:rPr>
      </w:pPr>
      <w:r>
        <w:rPr>
          <w:rtl/>
        </w:rPr>
        <w:t xml:space="preserve">923 ـ عبيد بن الحسن الكوفي لم ( جش ) ثقة. </w:t>
      </w:r>
    </w:p>
    <w:p w:rsidR="007849C6" w:rsidRDefault="007849C6" w:rsidP="00186E94">
      <w:pPr>
        <w:pStyle w:val="libNormal"/>
        <w:rPr>
          <w:rtl/>
        </w:rPr>
      </w:pPr>
      <w:r>
        <w:rPr>
          <w:rtl/>
        </w:rPr>
        <w:t xml:space="preserve">924 ـ عبيد بن زرارة بن أعين الشيباني ق ثقة ثقة لا لبس فيه </w:t>
      </w:r>
    </w:p>
    <w:p w:rsidR="007849C6" w:rsidRDefault="007849C6" w:rsidP="00186E94">
      <w:pPr>
        <w:pStyle w:val="libNormal0"/>
        <w:rPr>
          <w:rtl/>
        </w:rPr>
      </w:pPr>
      <w:r>
        <w:rPr>
          <w:rtl/>
        </w:rPr>
        <w:br w:type="page"/>
      </w:r>
      <w:r>
        <w:rPr>
          <w:rtl/>
        </w:rPr>
        <w:lastRenderedPageBreak/>
        <w:t xml:space="preserve">ولاشك. </w:t>
      </w:r>
    </w:p>
    <w:p w:rsidR="007849C6" w:rsidRDefault="007849C6" w:rsidP="00186E94">
      <w:pPr>
        <w:pStyle w:val="libNormal"/>
        <w:rPr>
          <w:rtl/>
        </w:rPr>
      </w:pPr>
      <w:r>
        <w:rPr>
          <w:rtl/>
        </w:rPr>
        <w:t xml:space="preserve">925 ـ عبيد </w:t>
      </w:r>
      <w:r w:rsidRPr="00186E94">
        <w:rPr>
          <w:rStyle w:val="libFootnotenumChar"/>
          <w:rtl/>
        </w:rPr>
        <w:t>(1)</w:t>
      </w:r>
      <w:r>
        <w:rPr>
          <w:rtl/>
        </w:rPr>
        <w:t xml:space="preserve"> بن عبدالله ، أبو عبد الله الجدلي وقيل إنه كان تحت راية المختارى ( جخ ). </w:t>
      </w:r>
    </w:p>
    <w:p w:rsidR="007849C6" w:rsidRDefault="007849C6" w:rsidP="00186E94">
      <w:pPr>
        <w:pStyle w:val="libNormal"/>
        <w:rPr>
          <w:rtl/>
        </w:rPr>
      </w:pPr>
      <w:r>
        <w:rPr>
          <w:rtl/>
        </w:rPr>
        <w:t xml:space="preserve">926 ـ عبيدالله بن عمر بن حفص بن عاصم بن عمر بن الخطاب القرشي ق ( جخ ) تابعي. </w:t>
      </w:r>
    </w:p>
    <w:p w:rsidR="007849C6" w:rsidRDefault="007849C6" w:rsidP="00186E94">
      <w:pPr>
        <w:pStyle w:val="libNormal"/>
        <w:rPr>
          <w:rtl/>
        </w:rPr>
      </w:pPr>
      <w:r>
        <w:rPr>
          <w:rtl/>
        </w:rPr>
        <w:t xml:space="preserve">927 ـ عبيد الله بن الفضل بن محمد بن هليل </w:t>
      </w:r>
      <w:r w:rsidRPr="00186E94">
        <w:rPr>
          <w:rStyle w:val="libFootnotenumChar"/>
          <w:rtl/>
        </w:rPr>
        <w:t>(2)</w:t>
      </w:r>
      <w:r>
        <w:rPr>
          <w:rtl/>
        </w:rPr>
        <w:t xml:space="preserve"> النبهاني أبو عيسى أصله كوفي انتقل إلى مصر ( جش ). </w:t>
      </w:r>
    </w:p>
    <w:p w:rsidR="007849C6" w:rsidRDefault="007849C6" w:rsidP="00186E94">
      <w:pPr>
        <w:pStyle w:val="libNormal"/>
        <w:rPr>
          <w:rtl/>
        </w:rPr>
      </w:pPr>
      <w:r>
        <w:rPr>
          <w:rtl/>
        </w:rPr>
        <w:t xml:space="preserve">928 ـ عبيدالله بن محمد بن عمر بن علي بن أبي طالب ق ( جخ ). </w:t>
      </w:r>
    </w:p>
    <w:p w:rsidR="007849C6" w:rsidRDefault="007849C6" w:rsidP="00186E94">
      <w:pPr>
        <w:pStyle w:val="libNormal"/>
        <w:rPr>
          <w:rtl/>
        </w:rPr>
      </w:pPr>
      <w:r>
        <w:rPr>
          <w:rtl/>
        </w:rPr>
        <w:t xml:space="preserve">929 ـ عبيدالله بن ا لوليد الوصافي ، بالصاد المهملة ، منسوب إلى الوصاف رجل من سادات العرب سمي الوصاف لحديث له ، قاله الصغاني </w:t>
      </w:r>
      <w:r w:rsidRPr="00186E94">
        <w:rPr>
          <w:rStyle w:val="libFootnotenumChar"/>
          <w:rtl/>
        </w:rPr>
        <w:t>(3)</w:t>
      </w:r>
      <w:r>
        <w:rPr>
          <w:rtl/>
        </w:rPr>
        <w:t xml:space="preserve"> في التكملة ومن أصحابنا من التبس عليه فقال بالضاد المعجمة عربي قر ، ق ( جخ ، جش ) ثقة يكنى أبا سعيد. </w:t>
      </w:r>
    </w:p>
    <w:p w:rsidR="007849C6" w:rsidRDefault="007849C6" w:rsidP="00186E94">
      <w:pPr>
        <w:pStyle w:val="libNormal"/>
        <w:rPr>
          <w:rtl/>
        </w:rPr>
      </w:pPr>
      <w:r>
        <w:rPr>
          <w:rtl/>
        </w:rPr>
        <w:t xml:space="preserve">930 ـ عبادة بن الصامت ل ، ى ( جخ ) هو ابن أخي أبي ذر ممن أقام بالبصرة </w:t>
      </w:r>
      <w:r w:rsidRPr="00186E94">
        <w:rPr>
          <w:rStyle w:val="libFootnotenumChar"/>
          <w:rtl/>
        </w:rPr>
        <w:t>(4)</w:t>
      </w:r>
      <w:r>
        <w:rPr>
          <w:rtl/>
        </w:rPr>
        <w:t xml:space="preserve"> ورجع إلى أمير المؤمنين </w:t>
      </w:r>
      <w:r w:rsidR="0006364F" w:rsidRPr="0006364F">
        <w:rPr>
          <w:rStyle w:val="libAlaemChar"/>
          <w:rFonts w:hint="cs"/>
          <w:rtl/>
        </w:rPr>
        <w:t>عليه‌السلام</w:t>
      </w:r>
      <w:r>
        <w:rPr>
          <w:rtl/>
        </w:rPr>
        <w:t xml:space="preserve"> وكان شيعيا. </w:t>
      </w:r>
    </w:p>
    <w:p w:rsidR="007849C6" w:rsidRDefault="007849C6" w:rsidP="00186E94">
      <w:pPr>
        <w:pStyle w:val="libNormal"/>
        <w:rPr>
          <w:rtl/>
        </w:rPr>
      </w:pPr>
      <w:r>
        <w:rPr>
          <w:rtl/>
        </w:rPr>
        <w:t xml:space="preserve">931 ـ عبدان بن محمد الجويمي ، بالجيم المضمومة وفتح الواو ، منسوب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هذا هو عبيد بن عبد الآتي قريبا ، فلاحظ. </w:t>
      </w:r>
    </w:p>
    <w:p w:rsidR="007849C6" w:rsidRDefault="007849C6" w:rsidP="002C2B53">
      <w:pPr>
        <w:pStyle w:val="libFootnote0"/>
        <w:rPr>
          <w:rtl/>
        </w:rPr>
      </w:pPr>
      <w:r>
        <w:rPr>
          <w:rtl/>
        </w:rPr>
        <w:t xml:space="preserve">2 ـ في ( جش ) هلال بالالف ، وتقدم بعنوان عبدالله بن الفضل بن محمد ابن هيكل. </w:t>
      </w:r>
    </w:p>
    <w:p w:rsidR="007849C6" w:rsidRDefault="007849C6" w:rsidP="002C2B53">
      <w:pPr>
        <w:pStyle w:val="libFootnote0"/>
        <w:rPr>
          <w:rtl/>
        </w:rPr>
      </w:pPr>
      <w:r>
        <w:rPr>
          <w:rtl/>
        </w:rPr>
        <w:t xml:space="preserve">3 ـ الصغاني هو الحسن بن محمد بن الحسن بن حيدر العدوي العمري الملقب رضي الدين المولود سنة 577 في لاهور ( الهند ) والمتوفى ببغداد سنة 650 ، ومن مؤلفاته ( التكملة ) ست مجلدات ، جعلها تكملة لصحاح الجوهري في اللغة ، ومنها ( مجمع البحرين ) مجلدان في اللغة. نقل عنه صاحب الكتاب في ترجمة ( عبدان بن محمد الجويمي ) الآتية قريبا. </w:t>
      </w:r>
    </w:p>
    <w:p w:rsidR="007849C6" w:rsidRDefault="007849C6" w:rsidP="002C2B53">
      <w:pPr>
        <w:pStyle w:val="libFootnote0"/>
        <w:rPr>
          <w:rtl/>
        </w:rPr>
      </w:pPr>
      <w:r>
        <w:rPr>
          <w:rtl/>
        </w:rPr>
        <w:t xml:space="preserve">4 ـ تقدم بعنوان عبدالله بن الصامت ، أنظر تعليقتنا هناك. </w:t>
      </w:r>
    </w:p>
    <w:p w:rsidR="007849C6" w:rsidRDefault="007849C6" w:rsidP="00186E94">
      <w:pPr>
        <w:pStyle w:val="libNormal0"/>
        <w:rPr>
          <w:rtl/>
        </w:rPr>
      </w:pPr>
      <w:r>
        <w:rPr>
          <w:rtl/>
        </w:rPr>
        <w:br w:type="page"/>
      </w:r>
      <w:r>
        <w:rPr>
          <w:rtl/>
        </w:rPr>
        <w:lastRenderedPageBreak/>
        <w:t xml:space="preserve">إلى جويم مدينة بفارس يقال لها ( جويم أبي أحمد ) قاله الصغاني في مجمع البحرين ( أبو معاد ) كر ( جش ) له نسخة يرويها عنه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932 ـ عبدالاعلى بن علي بن أبي شعبة أخو محمد بن علي الحلبي ، ثقة لا يطعن عليه </w:t>
      </w:r>
      <w:r w:rsidRPr="00186E94">
        <w:rPr>
          <w:rStyle w:val="libFootnotenumChar"/>
          <w:rtl/>
        </w:rPr>
        <w:t>(1)</w:t>
      </w:r>
      <w:r>
        <w:rPr>
          <w:rtl/>
        </w:rPr>
        <w:t xml:space="preserve">. </w:t>
      </w:r>
    </w:p>
    <w:p w:rsidR="007849C6" w:rsidRDefault="007849C6" w:rsidP="00186E94">
      <w:pPr>
        <w:pStyle w:val="libNormal"/>
        <w:rPr>
          <w:rtl/>
        </w:rPr>
      </w:pPr>
      <w:r>
        <w:rPr>
          <w:rtl/>
        </w:rPr>
        <w:t xml:space="preserve">933 ـ عبدالاعلى مولى آل سام بن لؤي بن غالب ، وسام بطن منهم ، ذكره الحازمي في العجالة ق ( كش ) ممدوح. </w:t>
      </w:r>
    </w:p>
    <w:p w:rsidR="007849C6" w:rsidRDefault="007849C6" w:rsidP="00186E94">
      <w:pPr>
        <w:pStyle w:val="libNormal"/>
        <w:rPr>
          <w:rtl/>
        </w:rPr>
      </w:pPr>
      <w:r>
        <w:rPr>
          <w:rtl/>
        </w:rPr>
        <w:t xml:space="preserve">934 ـ عبدالباقي بن قانع له كتاب السنن عن أهل البيت </w:t>
      </w:r>
      <w:r w:rsidR="0006364F" w:rsidRPr="0006364F">
        <w:rPr>
          <w:rStyle w:val="libAlaemChar"/>
          <w:rFonts w:hint="cs"/>
          <w:rtl/>
        </w:rPr>
        <w:t>عليهم‌السلام</w:t>
      </w:r>
      <w:r>
        <w:rPr>
          <w:rtl/>
        </w:rPr>
        <w:t xml:space="preserve">. </w:t>
      </w:r>
    </w:p>
    <w:p w:rsidR="007849C6" w:rsidRDefault="007849C6" w:rsidP="00186E94">
      <w:pPr>
        <w:pStyle w:val="libNormal"/>
        <w:rPr>
          <w:rtl/>
        </w:rPr>
      </w:pPr>
      <w:r>
        <w:rPr>
          <w:rtl/>
        </w:rPr>
        <w:t xml:space="preserve">935 ـ عبد الجبار بن أعين أخو زرارة ق ( جخ ) هو وأخواه عبد الملك وعبد الرحمن محمودون. </w:t>
      </w:r>
    </w:p>
    <w:p w:rsidR="007849C6" w:rsidRDefault="007849C6" w:rsidP="00186E94">
      <w:pPr>
        <w:pStyle w:val="libNormal"/>
        <w:rPr>
          <w:rtl/>
        </w:rPr>
      </w:pPr>
      <w:r>
        <w:rPr>
          <w:rtl/>
        </w:rPr>
        <w:t xml:space="preserve">936 ـ عبد الجبار بن المبارك النهاوندي ضا ، د ( كش ) عتيق د ( ع ) وقد كان سباه أهل الضلال ، ممدوح. </w:t>
      </w:r>
    </w:p>
    <w:p w:rsidR="007849C6" w:rsidRDefault="007849C6" w:rsidP="00186E94">
      <w:pPr>
        <w:pStyle w:val="libNormal"/>
        <w:rPr>
          <w:rtl/>
        </w:rPr>
      </w:pPr>
      <w:r>
        <w:rPr>
          <w:rtl/>
        </w:rPr>
        <w:t xml:space="preserve">937 ـ عبدالحميد بن أبي العلاء بن عبدالملك الازدي ق ( جخ ، جش ) ثقة يقال له السمين. </w:t>
      </w:r>
    </w:p>
    <w:p w:rsidR="007849C6" w:rsidRDefault="007849C6" w:rsidP="00186E94">
      <w:pPr>
        <w:pStyle w:val="libNormal"/>
        <w:rPr>
          <w:rtl/>
        </w:rPr>
      </w:pPr>
      <w:r>
        <w:rPr>
          <w:rtl/>
        </w:rPr>
        <w:t xml:space="preserve">938 ـ عبدالحميد بن سعد ( جش ) بجلي كوفي. </w:t>
      </w:r>
    </w:p>
    <w:p w:rsidR="007849C6" w:rsidRDefault="007849C6" w:rsidP="00186E94">
      <w:pPr>
        <w:pStyle w:val="libNormal"/>
        <w:rPr>
          <w:rtl/>
        </w:rPr>
      </w:pPr>
      <w:r>
        <w:rPr>
          <w:rtl/>
        </w:rPr>
        <w:t xml:space="preserve">939 ـ عبدالحميد بن سالم العطار ق ( جخ ) ثقة. </w:t>
      </w:r>
    </w:p>
    <w:p w:rsidR="007849C6" w:rsidRDefault="007849C6" w:rsidP="00186E94">
      <w:pPr>
        <w:pStyle w:val="libNormal"/>
        <w:rPr>
          <w:rtl/>
        </w:rPr>
      </w:pPr>
      <w:r>
        <w:rPr>
          <w:rtl/>
        </w:rPr>
        <w:t xml:space="preserve">940 ـ عبدالحميد بن غواض ، بالغين والضاد المعجمتين ، قر ، ق ( جخ ) ثقة. </w:t>
      </w:r>
    </w:p>
    <w:p w:rsidR="007849C6" w:rsidRDefault="007849C6" w:rsidP="00186E94">
      <w:pPr>
        <w:pStyle w:val="libNormal"/>
        <w:rPr>
          <w:rtl/>
        </w:rPr>
      </w:pPr>
      <w:r>
        <w:rPr>
          <w:rtl/>
        </w:rPr>
        <w:t xml:space="preserve">941 ـ عبد الخالق بن عبدربه ق ( كش ) من موالي بني أسد. </w:t>
      </w:r>
    </w:p>
    <w:p w:rsidR="007849C6" w:rsidRDefault="007849C6" w:rsidP="00186E94">
      <w:pPr>
        <w:pStyle w:val="libNormal"/>
        <w:rPr>
          <w:rtl/>
        </w:rPr>
      </w:pPr>
      <w:r>
        <w:rPr>
          <w:rtl/>
        </w:rPr>
        <w:t xml:space="preserve">942 ـ عبد الخالق ق ( كش ) ممدوح </w:t>
      </w:r>
      <w:r w:rsidRPr="00186E94">
        <w:rPr>
          <w:rStyle w:val="libFootnotenumChar"/>
          <w:rtl/>
        </w:rPr>
        <w:t>(2)</w:t>
      </w:r>
      <w:r>
        <w:rPr>
          <w:rtl/>
        </w:rPr>
        <w:t xml:space="preserve">. </w:t>
      </w:r>
    </w:p>
    <w:p w:rsidR="007849C6" w:rsidRDefault="007849C6" w:rsidP="00186E94">
      <w:pPr>
        <w:pStyle w:val="libNormal"/>
        <w:rPr>
          <w:rtl/>
        </w:rPr>
      </w:pPr>
      <w:r>
        <w:rPr>
          <w:rtl/>
        </w:rPr>
        <w:t xml:space="preserve">943 ـ عبد خير الخيواني ، بالخاء المعجمة والياء المثناة تحت الساكنة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وثقه ( جش ) في ترجمة أخيه محمد بن علي ، فراجع. </w:t>
      </w:r>
    </w:p>
    <w:p w:rsidR="007849C6" w:rsidRDefault="007849C6" w:rsidP="002C2B53">
      <w:pPr>
        <w:pStyle w:val="libFootnote0"/>
        <w:rPr>
          <w:rtl/>
        </w:rPr>
      </w:pPr>
      <w:r>
        <w:rPr>
          <w:rtl/>
        </w:rPr>
        <w:t xml:space="preserve">2 ـ هذا هو عبد الخالق بن عبد ربه السابق ولم يذكر الكشى غيره فكأنه تكرار لما سبق. </w:t>
      </w:r>
    </w:p>
    <w:p w:rsidR="007849C6" w:rsidRDefault="007849C6" w:rsidP="00186E94">
      <w:pPr>
        <w:pStyle w:val="libNormal0"/>
        <w:rPr>
          <w:rtl/>
        </w:rPr>
      </w:pPr>
      <w:r>
        <w:rPr>
          <w:rtl/>
        </w:rPr>
        <w:br w:type="page"/>
      </w:r>
      <w:r>
        <w:rPr>
          <w:rtl/>
        </w:rPr>
        <w:lastRenderedPageBreak/>
        <w:t xml:space="preserve">والواو والنون ، منسوب إلى خيوان بن همدان بالدال المهملة ، وقال الدارقطني : الخيراني بالراء المهملة ، والاظهر الاشهر بالواو ى ( جخ ) من خواصه ( ع ). </w:t>
      </w:r>
    </w:p>
    <w:p w:rsidR="007849C6" w:rsidRDefault="007849C6" w:rsidP="00186E94">
      <w:pPr>
        <w:pStyle w:val="libNormal"/>
        <w:rPr>
          <w:rtl/>
        </w:rPr>
      </w:pPr>
      <w:r>
        <w:rPr>
          <w:rtl/>
        </w:rPr>
        <w:t xml:space="preserve">944 ـ عبدالرحمن بن أبي عبدالله ، واسم أبي عبدالله ميمون البصري ق ( جخ ) مولى بني شيبان ختن الفضيل بن يسار ( عق ) : روى عنه سبعمائة مسألة ، ثقة. </w:t>
      </w:r>
    </w:p>
    <w:p w:rsidR="007849C6" w:rsidRDefault="007849C6" w:rsidP="00186E94">
      <w:pPr>
        <w:pStyle w:val="libNormal"/>
        <w:rPr>
          <w:rtl/>
        </w:rPr>
      </w:pPr>
      <w:r>
        <w:rPr>
          <w:rtl/>
        </w:rPr>
        <w:t xml:space="preserve">945 ـ عبدالرحمن بن أبي ليلى ى ( كش ، جخ ) ضربه الحجاج حتى اسودت كتفاه ، شهد مع علي </w:t>
      </w:r>
      <w:r w:rsidR="0006364F" w:rsidRPr="0006364F">
        <w:rPr>
          <w:rStyle w:val="libAlaemChar"/>
          <w:rFonts w:hint="cs"/>
          <w:rtl/>
        </w:rPr>
        <w:t>عليه‌السلام</w:t>
      </w:r>
      <w:r>
        <w:rPr>
          <w:rtl/>
        </w:rPr>
        <w:t xml:space="preserve"> مشاهده عربي كوفي. </w:t>
      </w:r>
    </w:p>
    <w:p w:rsidR="007849C6" w:rsidRDefault="007849C6" w:rsidP="00186E94">
      <w:pPr>
        <w:pStyle w:val="libNormal"/>
        <w:rPr>
          <w:rtl/>
        </w:rPr>
      </w:pPr>
      <w:r>
        <w:rPr>
          <w:rtl/>
        </w:rPr>
        <w:t xml:space="preserve">946 ـ عبدالرحمن بن أبي نجران ، بالنون المفتوحة والجيم والراء واسمه عمرو بن مسلم التميمي ، مولى كوفي ، أبو الفضل ضا ، د ( جخ ست ، جش ) ثقة ثقة. </w:t>
      </w:r>
    </w:p>
    <w:p w:rsidR="007849C6" w:rsidRDefault="007849C6" w:rsidP="00186E94">
      <w:pPr>
        <w:pStyle w:val="libNormal"/>
        <w:rPr>
          <w:rtl/>
        </w:rPr>
      </w:pPr>
      <w:r>
        <w:rPr>
          <w:rtl/>
        </w:rPr>
        <w:t xml:space="preserve">947 ـ عبدالرحمن بن أحمد بن جبرويه ، بالجيم والباء المفردة والراء والياء المثناة تحت ، أبو محمد العسكري لم ( جش ) متكلم من أصحابنا حسن التصنيف. </w:t>
      </w:r>
    </w:p>
    <w:p w:rsidR="007849C6" w:rsidRDefault="007849C6" w:rsidP="00186E94">
      <w:pPr>
        <w:pStyle w:val="libNormal"/>
        <w:rPr>
          <w:rtl/>
        </w:rPr>
      </w:pPr>
      <w:r>
        <w:rPr>
          <w:rtl/>
        </w:rPr>
        <w:t xml:space="preserve">948 ـ عبدالرحمن بن أعين الشيباني قر ، ق ( جخ ، ست ، كش ) قليل الحديث مات على الاستقامة ( عق ) عارف. </w:t>
      </w:r>
    </w:p>
    <w:p w:rsidR="007849C6" w:rsidRDefault="007849C6" w:rsidP="00186E94">
      <w:pPr>
        <w:pStyle w:val="libNormal"/>
        <w:rPr>
          <w:rtl/>
        </w:rPr>
      </w:pPr>
      <w:r>
        <w:rPr>
          <w:rtl/>
        </w:rPr>
        <w:t xml:space="preserve">949 ـ عبدالرحمن بن الحجاج البجلي مولاهم كوفي بياع السابري سكن بغداد ورمي بالكيسانية ق ، م ( جخ ، ست ، كش ) بقي بعد أبي الحسن </w:t>
      </w:r>
      <w:r w:rsidR="0006364F" w:rsidRPr="0006364F">
        <w:rPr>
          <w:rStyle w:val="libAlaemChar"/>
          <w:rFonts w:hint="cs"/>
          <w:rtl/>
        </w:rPr>
        <w:t>عليه‌السلام</w:t>
      </w:r>
      <w:r>
        <w:rPr>
          <w:rtl/>
        </w:rPr>
        <w:t xml:space="preserve"> ورجع إلى الحق الرضا </w:t>
      </w:r>
      <w:r w:rsidR="0006364F" w:rsidRPr="0006364F">
        <w:rPr>
          <w:rStyle w:val="libAlaemChar"/>
          <w:rFonts w:hint="cs"/>
          <w:rtl/>
        </w:rPr>
        <w:t>عليه‌السلام</w:t>
      </w:r>
      <w:r>
        <w:rPr>
          <w:rtl/>
        </w:rPr>
        <w:t xml:space="preserve"> وكان ثقة ثقة ، شهد له الصادق </w:t>
      </w:r>
      <w:r w:rsidR="0006364F" w:rsidRPr="0006364F">
        <w:rPr>
          <w:rStyle w:val="libAlaemChar"/>
          <w:rFonts w:hint="cs"/>
          <w:rtl/>
        </w:rPr>
        <w:t>عليه‌السلام</w:t>
      </w:r>
      <w:r>
        <w:rPr>
          <w:rtl/>
        </w:rPr>
        <w:t xml:space="preserve"> بالجنة. </w:t>
      </w:r>
    </w:p>
    <w:p w:rsidR="007849C6" w:rsidRDefault="007849C6" w:rsidP="00186E94">
      <w:pPr>
        <w:pStyle w:val="libNormal"/>
        <w:rPr>
          <w:rtl/>
        </w:rPr>
      </w:pPr>
      <w:r>
        <w:rPr>
          <w:rtl/>
        </w:rPr>
        <w:t xml:space="preserve">950 ـ عبدالرحمن بن عبدربه ( كش ) ممدوح. </w:t>
      </w:r>
    </w:p>
    <w:p w:rsidR="007849C6" w:rsidRDefault="007849C6" w:rsidP="00186E94">
      <w:pPr>
        <w:pStyle w:val="libNormal"/>
        <w:rPr>
          <w:rtl/>
        </w:rPr>
      </w:pPr>
      <w:r>
        <w:rPr>
          <w:rtl/>
        </w:rPr>
        <w:t xml:space="preserve">951 ـ عبدالرحمن بن سالم بن عبدالرحمن الاشل الكوفي العطار أخو عبدالحميد بن سالم ( جش ) له كتاب. </w:t>
      </w:r>
    </w:p>
    <w:p w:rsidR="007849C6" w:rsidRDefault="007849C6" w:rsidP="00186E94">
      <w:pPr>
        <w:pStyle w:val="libNormal"/>
        <w:rPr>
          <w:rtl/>
        </w:rPr>
      </w:pPr>
      <w:r>
        <w:rPr>
          <w:rtl/>
        </w:rPr>
        <w:t xml:space="preserve">952 ـ عبدالرحمن بن عمر العائذي ، من عائذة قريش كوفي ، </w:t>
      </w:r>
    </w:p>
    <w:p w:rsidR="007849C6" w:rsidRDefault="007849C6" w:rsidP="00186E94">
      <w:pPr>
        <w:pStyle w:val="libNormal0"/>
        <w:rPr>
          <w:rtl/>
        </w:rPr>
      </w:pPr>
      <w:r>
        <w:rPr>
          <w:rtl/>
        </w:rPr>
        <w:br w:type="page"/>
      </w:r>
      <w:r>
        <w:rPr>
          <w:rtl/>
        </w:rPr>
        <w:lastRenderedPageBreak/>
        <w:t xml:space="preserve">والكوفيون يقولون « العيذي » وهو عائذ الله بن سعد العشيرة من مذحج ( جش ) وربماكان هذا النسب أصح لان عائذة قريش ليس لها بالكوفة خطة والخطة لعائذة اليمن. </w:t>
      </w:r>
    </w:p>
    <w:p w:rsidR="007849C6" w:rsidRDefault="007849C6" w:rsidP="00186E94">
      <w:pPr>
        <w:pStyle w:val="libNormal"/>
        <w:rPr>
          <w:rtl/>
        </w:rPr>
      </w:pPr>
      <w:r>
        <w:rPr>
          <w:rtl/>
        </w:rPr>
        <w:t xml:space="preserve">953 ـ عبدالرحمن بن عمران ( جش ) له كتاب. </w:t>
      </w:r>
    </w:p>
    <w:p w:rsidR="007849C6" w:rsidRDefault="007849C6" w:rsidP="00186E94">
      <w:pPr>
        <w:pStyle w:val="libNormal"/>
        <w:rPr>
          <w:rtl/>
        </w:rPr>
      </w:pPr>
      <w:r>
        <w:rPr>
          <w:rtl/>
        </w:rPr>
        <w:t xml:space="preserve">954 ـ عبدالرحمن بن محمد بن أبي هاشم البجلي أبو محمد ( ست ، جش ) جليل القدر من أصحابنا ثقة ثقة. </w:t>
      </w:r>
    </w:p>
    <w:p w:rsidR="007849C6" w:rsidRDefault="007849C6" w:rsidP="00186E94">
      <w:pPr>
        <w:pStyle w:val="libNormal"/>
        <w:rPr>
          <w:rtl/>
        </w:rPr>
      </w:pPr>
      <w:r>
        <w:rPr>
          <w:rtl/>
        </w:rPr>
        <w:t xml:space="preserve">955 ـ عبدالرحمن بن محمد بن عبيدالله العرزمي الفلزاري أبو محمد كذا وجدته بخط الشيخ أبي جعفر </w:t>
      </w:r>
      <w:r w:rsidR="006B246D" w:rsidRPr="006B246D">
        <w:rPr>
          <w:rStyle w:val="libAlaemChar"/>
          <w:rFonts w:hint="cs"/>
          <w:rtl/>
        </w:rPr>
        <w:t>رحمه‌الله</w:t>
      </w:r>
      <w:r>
        <w:rPr>
          <w:rtl/>
        </w:rPr>
        <w:t xml:space="preserve"> في كتابيه : كتاب الرجال والفهرست ومن أصحابنا أثبته « الرزمى » وفيه نظرق ( جخ ، ست جش ) ثقة. </w:t>
      </w:r>
    </w:p>
    <w:p w:rsidR="007849C6" w:rsidRDefault="007849C6" w:rsidP="00186E94">
      <w:pPr>
        <w:pStyle w:val="libNormal"/>
        <w:rPr>
          <w:rtl/>
        </w:rPr>
      </w:pPr>
      <w:r>
        <w:rPr>
          <w:rtl/>
        </w:rPr>
        <w:t xml:space="preserve">956 ـ عبد السلام بن سالم البجلي ( جش ) كوفي ثقة. </w:t>
      </w:r>
    </w:p>
    <w:p w:rsidR="007849C6" w:rsidRDefault="007849C6" w:rsidP="00186E94">
      <w:pPr>
        <w:pStyle w:val="libNormal"/>
        <w:rPr>
          <w:rtl/>
        </w:rPr>
      </w:pPr>
      <w:r>
        <w:rPr>
          <w:rtl/>
        </w:rPr>
        <w:t xml:space="preserve">957 ـ عبد السلام بن صالح أبو الصلت الهروي ضا ثقة صحيح الحديث. </w:t>
      </w:r>
    </w:p>
    <w:p w:rsidR="007849C6" w:rsidRDefault="007849C6" w:rsidP="00186E94">
      <w:pPr>
        <w:pStyle w:val="libNormal"/>
        <w:rPr>
          <w:rtl/>
        </w:rPr>
      </w:pPr>
      <w:r>
        <w:rPr>
          <w:rtl/>
        </w:rPr>
        <w:t xml:space="preserve">958 ـ عبد السلام بن عبدالرحمن ق ( كش ) ممدوح. </w:t>
      </w:r>
    </w:p>
    <w:p w:rsidR="007849C6" w:rsidRDefault="007849C6" w:rsidP="00186E94">
      <w:pPr>
        <w:pStyle w:val="libNormal"/>
        <w:rPr>
          <w:rtl/>
        </w:rPr>
      </w:pPr>
      <w:r>
        <w:rPr>
          <w:rtl/>
        </w:rPr>
        <w:t xml:space="preserve">959 ـ عبد الصمد بن بشير العرامي العبدي مولاهم كوفي ق ( جش ) ثقة ثقة ممدوح. </w:t>
      </w:r>
    </w:p>
    <w:p w:rsidR="007849C6" w:rsidRDefault="007849C6" w:rsidP="00186E94">
      <w:pPr>
        <w:pStyle w:val="libNormal"/>
        <w:rPr>
          <w:rtl/>
        </w:rPr>
      </w:pPr>
      <w:r>
        <w:rPr>
          <w:rtl/>
        </w:rPr>
        <w:t xml:space="preserve">960 ـ عبد العزيز بن عبدالله بن يونس الموصلي لم ( جخ ) روى عنه التلعكبري ووثقه. </w:t>
      </w:r>
    </w:p>
    <w:p w:rsidR="007849C6" w:rsidRDefault="007849C6" w:rsidP="00186E94">
      <w:pPr>
        <w:pStyle w:val="libNormal"/>
        <w:rPr>
          <w:rtl/>
        </w:rPr>
      </w:pPr>
      <w:r>
        <w:rPr>
          <w:rtl/>
        </w:rPr>
        <w:t xml:space="preserve">961 ـ عبد العزيز بن المهتدي بن محمد بن عبد العزيز القمي الاشعري ضا ( جخ ، ست ، كش ) ثقة كان صالحا ، ودعا له الجواد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962 ـ عبد العزيز بن يحيى بن أحمد بن عيسى الجلودى الازدي البصري أبو أحمد ( جش ) شيخ البصرة وهو منسوب إلى ( جلود ) بالجيم المفتوحة واللام المضمومة والواو الساكنة والدال المهملة ، ومن أصحابنا من وهم في ذلك فقال باللام الساكنة والواو المفتوحة والحق الاول ، قرية </w:t>
      </w:r>
    </w:p>
    <w:p w:rsidR="007849C6" w:rsidRDefault="007849C6" w:rsidP="00186E94">
      <w:pPr>
        <w:pStyle w:val="libNormal0"/>
        <w:rPr>
          <w:rtl/>
        </w:rPr>
      </w:pPr>
      <w:r>
        <w:rPr>
          <w:rtl/>
        </w:rPr>
        <w:br w:type="page"/>
      </w:r>
      <w:r>
        <w:rPr>
          <w:rtl/>
        </w:rPr>
        <w:lastRenderedPageBreak/>
        <w:t xml:space="preserve">في البحر ، وقيل بطن من الازد ولا يعرف النسابون ذلك. له كتب كثيرة لم ( ست ) : إمامى المذهب له كتب كثيرة في السير والاخبار والفقه. </w:t>
      </w:r>
    </w:p>
    <w:p w:rsidR="007849C6" w:rsidRDefault="007849C6" w:rsidP="00186E94">
      <w:pPr>
        <w:pStyle w:val="libNormal"/>
        <w:rPr>
          <w:rtl/>
        </w:rPr>
      </w:pPr>
      <w:r>
        <w:rPr>
          <w:rtl/>
        </w:rPr>
        <w:t xml:space="preserve">963 ـ عبد العظيم بن عبدالله بن علي بن الحسن بن زيد بن الحسن ابن علي بن أبي طالب ( ع ) أبو القاسم ( جش ) عابد ورع كان مرضيا. </w:t>
      </w:r>
    </w:p>
    <w:p w:rsidR="007849C6" w:rsidRDefault="007849C6" w:rsidP="00186E94">
      <w:pPr>
        <w:pStyle w:val="libNormal"/>
        <w:rPr>
          <w:rtl/>
        </w:rPr>
      </w:pPr>
      <w:r>
        <w:rPr>
          <w:rtl/>
        </w:rPr>
        <w:t xml:space="preserve">964 ـ عبد الغفار بن حبيب الطائي الجازي ، بالجيم والزاي ، من أهل الجازية قرية بالنهرين ، ورأيت بخط الشيخ أبي جعفر في كتاب الرجال « عبد الغفار بن حبيب الحارثي » بالحاء المهملة والراء والثاء المثلثة ق ( جخ ، جش ) ثقة. </w:t>
      </w:r>
    </w:p>
    <w:p w:rsidR="007849C6" w:rsidRDefault="007849C6" w:rsidP="00186E94">
      <w:pPr>
        <w:pStyle w:val="libNormal"/>
        <w:rPr>
          <w:rtl/>
        </w:rPr>
      </w:pPr>
      <w:r>
        <w:rPr>
          <w:rtl/>
        </w:rPr>
        <w:t xml:space="preserve">965 ـ عبد الغفار بن القاسم بن قيس بن فهد أبو مريم الانصاري قر : ق ( جخ ، جش ) ثقة. </w:t>
      </w:r>
    </w:p>
    <w:p w:rsidR="007849C6" w:rsidRDefault="007849C6" w:rsidP="00186E94">
      <w:pPr>
        <w:pStyle w:val="libNormal"/>
        <w:rPr>
          <w:rtl/>
        </w:rPr>
      </w:pPr>
      <w:r>
        <w:rPr>
          <w:rtl/>
        </w:rPr>
        <w:t xml:space="preserve">966 ـ عبد الكريم بن أحمد بن موسى بن جعفر بن محمد بن أحمد ابن محمد بن أحمد بن محمد بن طاوس الحسيني العلوي سيدنا الامام المعظم غياث الدين الفقيه النسابة النحوي العروضي الزاهد العابد أبو المظفر قدس الله روحه ، انتهت رياسة السادات وذوي النواميس إليه ، وكان اوحد زمانه ، حائرى المولد ، حلي المنشأ ، بغدادي التحصيل ، كاظمي الخاتمة ، ولد في شعبان سنة ثمان وأربعين وستمائة وتوفي في شوال سنة ثلاث وتسعين وستمائة ، وكان عمره خمسا وأربعين سنة وشهرين واياما كنت قرينه طفلين إلى أن توفي قدس الله روحه ما رأيت قبله ولابعده كخلقه وجميل قاعدته وحلو معاشرته ثانيا ، ولا لذكائه وقوة حافظته مماثلا ، مادخل في ذهنه شيء فكاد ينساه ، حفظا لقرآن في مدة يسيرة وله إحدى عشرة سنة ، استقل بالكتابة واستغنى من المعلم في أربعين يوماوعمره إذ ذاك أربع سنين و ، ولا تحصى مناقبه وفضائله. له كتب كثيرة منها « كتاب الشمل المنظوم في مصنفي العلوم » ما لاصحابنا مثله </w:t>
      </w:r>
    </w:p>
    <w:p w:rsidR="007849C6" w:rsidRDefault="007849C6" w:rsidP="00186E94">
      <w:pPr>
        <w:pStyle w:val="libNormal0"/>
        <w:rPr>
          <w:rtl/>
        </w:rPr>
      </w:pPr>
      <w:r>
        <w:rPr>
          <w:rtl/>
        </w:rPr>
        <w:br w:type="page"/>
      </w:r>
      <w:r>
        <w:rPr>
          <w:rtl/>
        </w:rPr>
        <w:lastRenderedPageBreak/>
        <w:t xml:space="preserve">ومنها كتاب « فرحة الغري بصرحة الغري » وغير ذلك. </w:t>
      </w:r>
    </w:p>
    <w:p w:rsidR="007849C6" w:rsidRDefault="007849C6" w:rsidP="00186E94">
      <w:pPr>
        <w:pStyle w:val="libNormal"/>
        <w:rPr>
          <w:rtl/>
        </w:rPr>
      </w:pPr>
      <w:r>
        <w:rPr>
          <w:rtl/>
        </w:rPr>
        <w:t xml:space="preserve">967 ـ عبد الكريم بن عتبة ، بضم العين المهملة والتاء المثناة فوق والباء المفردة ، الهاشمي ق ، م ( جخ ) ثقة. </w:t>
      </w:r>
    </w:p>
    <w:p w:rsidR="007849C6" w:rsidRDefault="007849C6" w:rsidP="00186E94">
      <w:pPr>
        <w:pStyle w:val="libNormal"/>
        <w:rPr>
          <w:rtl/>
        </w:rPr>
      </w:pPr>
      <w:r>
        <w:rPr>
          <w:rtl/>
        </w:rPr>
        <w:t xml:space="preserve">968 ـ عبد الكريم بن هليل ، وفى خط الشيخ أبي جعفر : بن هلال الجعفي الخزاز ، بالخاء والزايين المعجمات ، مولى ق ( جش ) كوفي ثقة عين ، يقال له الخلقاني بالخاء المعجمة والقاف والنون. </w:t>
      </w:r>
    </w:p>
    <w:p w:rsidR="007849C6" w:rsidRDefault="007849C6" w:rsidP="00186E94">
      <w:pPr>
        <w:pStyle w:val="libNormal"/>
        <w:rPr>
          <w:rtl/>
        </w:rPr>
      </w:pPr>
      <w:r>
        <w:rPr>
          <w:rtl/>
        </w:rPr>
        <w:t xml:space="preserve">969 ـ عبدالملك بن أعين اخو زرارة ق ( كش ) ممدوح. </w:t>
      </w:r>
    </w:p>
    <w:p w:rsidR="007849C6" w:rsidRDefault="007849C6" w:rsidP="00186E94">
      <w:pPr>
        <w:pStyle w:val="libNormal"/>
        <w:rPr>
          <w:rtl/>
        </w:rPr>
      </w:pPr>
      <w:r>
        <w:rPr>
          <w:rtl/>
        </w:rPr>
        <w:t xml:space="preserve">970 ـ عبدالملك بن حكيم ، بفتح الحاء الخثعمي كوفي ثقة ق ، م ( جش ) ثقة عين. </w:t>
      </w:r>
    </w:p>
    <w:p w:rsidR="007849C6" w:rsidRDefault="007849C6" w:rsidP="00186E94">
      <w:pPr>
        <w:pStyle w:val="libNormal"/>
        <w:rPr>
          <w:rtl/>
        </w:rPr>
      </w:pPr>
      <w:r>
        <w:rPr>
          <w:rtl/>
        </w:rPr>
        <w:t xml:space="preserve">971 عبدالملك بن سعيد ثقة. </w:t>
      </w:r>
    </w:p>
    <w:p w:rsidR="007849C6" w:rsidRDefault="007849C6" w:rsidP="00186E94">
      <w:pPr>
        <w:pStyle w:val="libNormal"/>
        <w:rPr>
          <w:rtl/>
        </w:rPr>
      </w:pPr>
      <w:r>
        <w:rPr>
          <w:rtl/>
        </w:rPr>
        <w:t xml:space="preserve">972 عبدالملك بن عبدالله ( عق ) قوى الايمان. </w:t>
      </w:r>
    </w:p>
    <w:p w:rsidR="007849C6" w:rsidRDefault="007849C6" w:rsidP="00186E94">
      <w:pPr>
        <w:pStyle w:val="libNormal"/>
        <w:rPr>
          <w:rtl/>
        </w:rPr>
      </w:pPr>
      <w:r>
        <w:rPr>
          <w:rtl/>
        </w:rPr>
        <w:t xml:space="preserve">973 ـ عبدالملك بن عتبة الصيرفي النخعي الكوفي قر ، ق ( جخ ، جش ) ثقة. </w:t>
      </w:r>
    </w:p>
    <w:p w:rsidR="007849C6" w:rsidRDefault="007849C6" w:rsidP="00186E94">
      <w:pPr>
        <w:pStyle w:val="libNormal"/>
        <w:rPr>
          <w:rtl/>
        </w:rPr>
      </w:pPr>
      <w:r>
        <w:rPr>
          <w:rtl/>
        </w:rPr>
        <w:t xml:space="preserve">974 ـ عبدالملك بن عتبة اللهي ، بكسر اللام وسكون الهاء ، منسوب إلى لهب بن أحجن بن كعب بن الحارث ، قبيلة تعرف بالقيافة والزجر ق م ( جش ، جخ ) ثقة. وذكره أبو العباس بن سعيد فيمن روى عن أبي جعفر وأبي عبدالله </w:t>
      </w:r>
      <w:r w:rsidR="0006364F" w:rsidRPr="0006364F">
        <w:rPr>
          <w:rStyle w:val="libAlaemChar"/>
          <w:rFonts w:hint="cs"/>
          <w:rtl/>
        </w:rPr>
        <w:t>عليهما‌السلام</w:t>
      </w:r>
      <w:r>
        <w:rPr>
          <w:rtl/>
        </w:rPr>
        <w:t xml:space="preserve">. </w:t>
      </w:r>
    </w:p>
    <w:p w:rsidR="007849C6" w:rsidRDefault="007849C6" w:rsidP="00186E94">
      <w:pPr>
        <w:pStyle w:val="libNormal"/>
        <w:rPr>
          <w:rtl/>
        </w:rPr>
      </w:pPr>
      <w:r>
        <w:rPr>
          <w:rtl/>
        </w:rPr>
        <w:t xml:space="preserve">975 ـ عبدالملك بن عطاقر ، ق ( كش ) كان ثقة نجيبا </w:t>
      </w:r>
      <w:r w:rsidRPr="00186E94">
        <w:rPr>
          <w:rStyle w:val="libFootnotenumChar"/>
          <w:rtl/>
        </w:rPr>
        <w:t>(1)</w:t>
      </w:r>
      <w:r>
        <w:rPr>
          <w:rtl/>
        </w:rPr>
        <w:t xml:space="preserve">. </w:t>
      </w:r>
    </w:p>
    <w:p w:rsidR="007849C6" w:rsidRDefault="007849C6" w:rsidP="00186E94">
      <w:pPr>
        <w:pStyle w:val="libNormal"/>
        <w:rPr>
          <w:rtl/>
        </w:rPr>
      </w:pPr>
      <w:r>
        <w:rPr>
          <w:rtl/>
        </w:rPr>
        <w:t xml:space="preserve">976 ـ عبدالملك بن عمرو ( كش ) ثقة. </w:t>
      </w:r>
    </w:p>
    <w:p w:rsidR="007849C6" w:rsidRDefault="007849C6" w:rsidP="00186E94">
      <w:pPr>
        <w:pStyle w:val="libNormal"/>
        <w:rPr>
          <w:rtl/>
        </w:rPr>
      </w:pPr>
      <w:r>
        <w:rPr>
          <w:rtl/>
        </w:rPr>
        <w:t xml:space="preserve">977 ـ عبدالملك بن ميسرة ، وكنية أبيه أبو سليمان ، الفزارى مولاهم تابعي ق ( جخ ). </w:t>
      </w:r>
    </w:p>
    <w:p w:rsidR="007849C6" w:rsidRDefault="007849C6" w:rsidP="00186E94">
      <w:pPr>
        <w:pStyle w:val="libNormal"/>
        <w:rPr>
          <w:rtl/>
        </w:rPr>
      </w:pPr>
      <w:r>
        <w:rPr>
          <w:rtl/>
        </w:rPr>
        <w:t xml:space="preserve">978 ـ عبدالملك بن الوليد ( ست ) كوفي ثقة قليل الحديث له كتاب.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الذي في ( كش ) أن عبدالملك بن عطا نجيب براوية نصر بن الصباح ولم يصدر منه التوثيق في حقه. </w:t>
      </w:r>
    </w:p>
    <w:p w:rsidR="007849C6" w:rsidRDefault="007849C6" w:rsidP="00186E94">
      <w:pPr>
        <w:pStyle w:val="libNormal"/>
        <w:rPr>
          <w:rtl/>
        </w:rPr>
      </w:pPr>
      <w:r>
        <w:rPr>
          <w:rtl/>
        </w:rPr>
        <w:br w:type="page"/>
      </w:r>
      <w:r>
        <w:rPr>
          <w:rtl/>
        </w:rPr>
        <w:lastRenderedPageBreak/>
        <w:t xml:space="preserve">979 ـ عبدالمؤمن بن القاسم بن قيس بن قيس بن فهد الانصاري قر ، ق ( جش ) وأخوه </w:t>
      </w:r>
      <w:r w:rsidRPr="00186E94">
        <w:rPr>
          <w:rStyle w:val="libFootnotenumChar"/>
          <w:rtl/>
        </w:rPr>
        <w:t>(1)</w:t>
      </w:r>
      <w:r>
        <w:rPr>
          <w:rtl/>
        </w:rPr>
        <w:t xml:space="preserve"> أبو مريم عبد الغفار ثقة. </w:t>
      </w:r>
    </w:p>
    <w:p w:rsidR="007849C6" w:rsidRDefault="007849C6" w:rsidP="00186E94">
      <w:pPr>
        <w:pStyle w:val="libNormal"/>
        <w:rPr>
          <w:rtl/>
        </w:rPr>
      </w:pPr>
      <w:r>
        <w:rPr>
          <w:rtl/>
        </w:rPr>
        <w:t xml:space="preserve">980 ـ عبد الواحد بن عبدالله بن يونس الموصلي اخو عبد العزيز لم ( جخ ) روى عنهما التلعكبري ووثقهما. </w:t>
      </w:r>
    </w:p>
    <w:p w:rsidR="007849C6" w:rsidRDefault="007849C6" w:rsidP="00186E94">
      <w:pPr>
        <w:pStyle w:val="libNormal"/>
        <w:rPr>
          <w:rtl/>
        </w:rPr>
      </w:pPr>
      <w:r>
        <w:rPr>
          <w:rtl/>
        </w:rPr>
        <w:t xml:space="preserve">981 ـ عبد الوهاب المادرائي أبو محمد صاحب كتاب « الغيبة » ( جش ) كذا. </w:t>
      </w:r>
    </w:p>
    <w:p w:rsidR="007849C6" w:rsidRDefault="007849C6" w:rsidP="00186E94">
      <w:pPr>
        <w:pStyle w:val="libNormal"/>
        <w:rPr>
          <w:rtl/>
        </w:rPr>
      </w:pPr>
      <w:r>
        <w:rPr>
          <w:rtl/>
        </w:rPr>
        <w:t xml:space="preserve">982 ـ عبدوس بن إبراهيم بغدادي ( جش ) ذكره ابن بطة هكذا. </w:t>
      </w:r>
    </w:p>
    <w:p w:rsidR="007849C6" w:rsidRDefault="007849C6" w:rsidP="00186E94">
      <w:pPr>
        <w:pStyle w:val="libNormal"/>
        <w:rPr>
          <w:rtl/>
        </w:rPr>
      </w:pPr>
      <w:r>
        <w:rPr>
          <w:rtl/>
        </w:rPr>
        <w:t xml:space="preserve">983 ـ عبيد بن زرارة بن أعين الشيباني </w:t>
      </w:r>
      <w:r w:rsidRPr="00186E94">
        <w:rPr>
          <w:rStyle w:val="libFootnotenumChar"/>
          <w:rtl/>
        </w:rPr>
        <w:t>(2)</w:t>
      </w:r>
      <w:r>
        <w:rPr>
          <w:rtl/>
        </w:rPr>
        <w:t xml:space="preserve"> ق ( جخ ، ست ، جش ) ثقة ثقة لا لبس فيه ولاشك. ]</w:t>
      </w:r>
    </w:p>
    <w:p w:rsidR="007849C6" w:rsidRDefault="007849C6" w:rsidP="00186E94">
      <w:pPr>
        <w:pStyle w:val="libNormal"/>
        <w:rPr>
          <w:rtl/>
        </w:rPr>
      </w:pPr>
      <w:r>
        <w:rPr>
          <w:rtl/>
        </w:rPr>
        <w:t xml:space="preserve">984 ـ عبيد مصغرا ، بن عبد مكبرا أبو عبد الله الجدلي ، بالجيم والدال المهملة المفتوحتين ى ( جخ ) وقيل إنه كان تحت راية المختار </w:t>
      </w:r>
      <w:r w:rsidRPr="00186E94">
        <w:rPr>
          <w:rStyle w:val="libFootnotenumChar"/>
          <w:rtl/>
        </w:rPr>
        <w:t>(3)</w:t>
      </w:r>
      <w:r>
        <w:rPr>
          <w:rtl/>
        </w:rPr>
        <w:t xml:space="preserve">. </w:t>
      </w:r>
    </w:p>
    <w:p w:rsidR="007849C6" w:rsidRDefault="007849C6" w:rsidP="00186E94">
      <w:pPr>
        <w:pStyle w:val="libNormal"/>
        <w:rPr>
          <w:rtl/>
        </w:rPr>
      </w:pPr>
      <w:r>
        <w:rPr>
          <w:rtl/>
        </w:rPr>
        <w:t xml:space="preserve">985 ـ عبيدة السليماني ى ثقة. </w:t>
      </w:r>
    </w:p>
    <w:p w:rsidR="007849C6" w:rsidRDefault="007849C6" w:rsidP="00186E94">
      <w:pPr>
        <w:pStyle w:val="libNormal"/>
        <w:rPr>
          <w:rtl/>
        </w:rPr>
      </w:pPr>
      <w:r>
        <w:rPr>
          <w:rtl/>
        </w:rPr>
        <w:t xml:space="preserve">986 ـ عتيق ، بفتح العين المهملة ، بن معاوية بن الصامت الانصاري الخزرجي أبو العباس الذرقي ، بالذال المعجمة والراء المهملة المفتوحتين والقاف ل ، ى ( جخ ) فارس رسول الله </w:t>
      </w:r>
      <w:r w:rsidR="00CA64D5" w:rsidRPr="00CA64D5">
        <w:rPr>
          <w:rStyle w:val="libAlaemChar"/>
          <w:rFonts w:hint="cs"/>
          <w:rtl/>
        </w:rPr>
        <w:t>صلى‌الله‌عليه‌وآله‌وسلم</w:t>
      </w:r>
      <w:r>
        <w:rPr>
          <w:rtl/>
        </w:rPr>
        <w:t xml:space="preserve"> </w:t>
      </w:r>
      <w:r w:rsidRPr="00186E94">
        <w:rPr>
          <w:rStyle w:val="libFootnotenumChar"/>
          <w:rtl/>
        </w:rPr>
        <w:t>(4)</w:t>
      </w:r>
      <w:r>
        <w:rPr>
          <w:rtl/>
        </w:rPr>
        <w:t xml:space="preserve">. </w:t>
      </w:r>
    </w:p>
    <w:p w:rsidR="007849C6" w:rsidRDefault="007849C6" w:rsidP="00186E94">
      <w:pPr>
        <w:pStyle w:val="libNormal"/>
        <w:rPr>
          <w:rtl/>
        </w:rPr>
      </w:pPr>
      <w:r>
        <w:rPr>
          <w:rtl/>
        </w:rPr>
        <w:t xml:space="preserve">987 ـ عتيبة ، بضم العين المهملة وفتح التاء المثناة فوق والياء المثناة تحت والباء المفردة ، بن ميمون بياع القصب مولى بجيلة ثقة عين. </w:t>
      </w:r>
    </w:p>
    <w:p w:rsidR="007849C6" w:rsidRDefault="007849C6" w:rsidP="00186E94">
      <w:pPr>
        <w:pStyle w:val="libNormal"/>
        <w:rPr>
          <w:rtl/>
        </w:rPr>
      </w:pPr>
      <w:r>
        <w:rPr>
          <w:rtl/>
        </w:rPr>
        <w:t xml:space="preserve">988 ـ عثمان بن جعفر المحاربي ( جش ، جخ ) كذا.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في ( جش ) : ثقة هو وأخوه وهو أخو أبي مريم عبد الغفار بن القاسم توفي سنة ( 147 ) وهو ابن إحدى وثمانين سنة. </w:t>
      </w:r>
    </w:p>
    <w:p w:rsidR="007849C6" w:rsidRDefault="007849C6" w:rsidP="002C2B53">
      <w:pPr>
        <w:pStyle w:val="libFootnote0"/>
        <w:rPr>
          <w:rtl/>
        </w:rPr>
      </w:pPr>
      <w:r>
        <w:rPr>
          <w:rtl/>
        </w:rPr>
        <w:t xml:space="preserve">2 ـ تقدم عبيد بن زرارة ، فراجعه. </w:t>
      </w:r>
    </w:p>
    <w:p w:rsidR="007849C6" w:rsidRDefault="007849C6" w:rsidP="002C2B53">
      <w:pPr>
        <w:pStyle w:val="libFootnote0"/>
        <w:rPr>
          <w:rtl/>
        </w:rPr>
      </w:pPr>
      <w:r>
        <w:rPr>
          <w:rtl/>
        </w:rPr>
        <w:t xml:space="preserve">3 ـ تقدم هذا الاسم ، فراجعه. </w:t>
      </w:r>
    </w:p>
    <w:p w:rsidR="007849C6" w:rsidRDefault="007849C6" w:rsidP="002C2B53">
      <w:pPr>
        <w:pStyle w:val="libFootnote0"/>
        <w:rPr>
          <w:rtl/>
        </w:rPr>
      </w:pPr>
      <w:r>
        <w:rPr>
          <w:rtl/>
        </w:rPr>
        <w:t xml:space="preserve">4 ـ ذكر عتيق بن معاوية الشيخ في باب أصحاب علي </w:t>
      </w:r>
      <w:r w:rsidR="0006364F" w:rsidRPr="0006364F">
        <w:rPr>
          <w:rStyle w:val="libAlaemChar"/>
          <w:rFonts w:hint="cs"/>
          <w:rtl/>
        </w:rPr>
        <w:t>عليه‌السلام</w:t>
      </w:r>
      <w:r>
        <w:rPr>
          <w:rtl/>
        </w:rPr>
        <w:t xml:space="preserve"> وكناه بابي عياش الزرقي ( بالزاي ) ولم يذكره في باب أصحاب الرسول </w:t>
      </w:r>
      <w:r w:rsidR="00CA64D5" w:rsidRPr="00CA64D5">
        <w:rPr>
          <w:rStyle w:val="libAlaemChar"/>
          <w:rFonts w:hint="cs"/>
          <w:rtl/>
        </w:rPr>
        <w:t>صلى‌الله‌عليه‌وآله‌وسلم</w:t>
      </w:r>
      <w:r>
        <w:rPr>
          <w:rtl/>
        </w:rPr>
        <w:t xml:space="preserve"> </w:t>
      </w:r>
    </w:p>
    <w:p w:rsidR="007849C6" w:rsidRDefault="007849C6" w:rsidP="00186E94">
      <w:pPr>
        <w:pStyle w:val="libNormal"/>
        <w:rPr>
          <w:rtl/>
        </w:rPr>
      </w:pPr>
      <w:r>
        <w:rPr>
          <w:rtl/>
        </w:rPr>
        <w:br w:type="page"/>
      </w:r>
      <w:r>
        <w:rPr>
          <w:rtl/>
        </w:rPr>
        <w:lastRenderedPageBreak/>
        <w:t xml:space="preserve">989 ـ عثمان بن حامد ، أبو سعيد الوجيني ، يضم الواو وفتح الجيم والياء المثناة تحت والنون ، الكشي لم ( جخ ) ثقة. </w:t>
      </w:r>
    </w:p>
    <w:p w:rsidR="007849C6" w:rsidRDefault="007849C6" w:rsidP="00186E94">
      <w:pPr>
        <w:pStyle w:val="libNormal"/>
        <w:rPr>
          <w:rtl/>
        </w:rPr>
      </w:pPr>
      <w:r>
        <w:rPr>
          <w:rtl/>
        </w:rPr>
        <w:t xml:space="preserve">990 ـ عثمان بن حنيف ، بالحاء المهملة المضمومة والنون المفتوحة والياء المثناة تحت والفاء ى ( جخ ، كش ) من السابقين الذين رجعوا إليه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991 ـ عثمان بن سعيد العمري السمان الزيات يكنى أبا عمرو دى كر ( جخ ) جليل القدر ثقة خدم الهادي </w:t>
      </w:r>
      <w:r w:rsidR="0006364F" w:rsidRPr="0006364F">
        <w:rPr>
          <w:rStyle w:val="libAlaemChar"/>
          <w:rFonts w:hint="cs"/>
          <w:rtl/>
        </w:rPr>
        <w:t>عليه‌السلام</w:t>
      </w:r>
      <w:r>
        <w:rPr>
          <w:rtl/>
        </w:rPr>
        <w:t xml:space="preserve"> وله إحدى عشرة سنة وله إليه عهد معروف ، وتوكل للعسكري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992 ـ عجلان بن صالح ق ( كش ) روي أن أبا عبد الله </w:t>
      </w:r>
      <w:r w:rsidR="0006364F" w:rsidRPr="0006364F">
        <w:rPr>
          <w:rStyle w:val="libAlaemChar"/>
          <w:rFonts w:hint="cs"/>
          <w:rtl/>
        </w:rPr>
        <w:t>عليه‌السلام</w:t>
      </w:r>
      <w:r>
        <w:rPr>
          <w:rtl/>
        </w:rPr>
        <w:t xml:space="preserve"> قال له : ( كأني ) أنظرك إلى جنبي والناس يعرضون علي ). </w:t>
      </w:r>
    </w:p>
    <w:p w:rsidR="007849C6" w:rsidRDefault="007849C6" w:rsidP="00186E94">
      <w:pPr>
        <w:pStyle w:val="libNormal"/>
        <w:rPr>
          <w:rtl/>
        </w:rPr>
      </w:pPr>
      <w:r>
        <w:rPr>
          <w:rtl/>
        </w:rPr>
        <w:t xml:space="preserve">993 ـ عدي بن حاتم الطائي ل ( جخ ، كش ) من الذين رجعوا إلى أمير المؤمنين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994 ـ عرفة الازدي بالزاي دعاله النبي </w:t>
      </w:r>
      <w:r w:rsidR="00CA64D5" w:rsidRPr="00CA64D5">
        <w:rPr>
          <w:rStyle w:val="libAlaemChar"/>
          <w:rFonts w:hint="cs"/>
          <w:rtl/>
        </w:rPr>
        <w:t>صلى‌الله‌عليه‌وآله‌وسلم</w:t>
      </w:r>
      <w:r>
        <w:rPr>
          <w:rtl/>
        </w:rPr>
        <w:t xml:space="preserve"> فقال له : « اللهم بارك في صفقته » ى ( جخ ). </w:t>
      </w:r>
    </w:p>
    <w:p w:rsidR="007849C6" w:rsidRDefault="007849C6" w:rsidP="00186E94">
      <w:pPr>
        <w:pStyle w:val="libNormal"/>
        <w:rPr>
          <w:rtl/>
        </w:rPr>
      </w:pPr>
      <w:r>
        <w:rPr>
          <w:rtl/>
        </w:rPr>
        <w:t xml:space="preserve">995 ـ عروة القتات ، بالقاف والتاءين المثناتين فوق ، مشددة الاولى ( كش ) ممدوح. </w:t>
      </w:r>
    </w:p>
    <w:p w:rsidR="007849C6" w:rsidRDefault="007849C6" w:rsidP="00186E94">
      <w:pPr>
        <w:pStyle w:val="libNormal"/>
        <w:rPr>
          <w:rtl/>
        </w:rPr>
      </w:pPr>
      <w:r>
        <w:rPr>
          <w:rtl/>
        </w:rPr>
        <w:t xml:space="preserve">996 ـ عطية بن الحارث أبوروق الهمداني الكوفي تابعي ( عق ) كان يتولى أهل البيت </w:t>
      </w:r>
      <w:r w:rsidR="0006364F" w:rsidRPr="0006364F">
        <w:rPr>
          <w:rStyle w:val="libAlaemChar"/>
          <w:rFonts w:hint="cs"/>
          <w:rtl/>
        </w:rPr>
        <w:t>عليهم‌السلام</w:t>
      </w:r>
      <w:r>
        <w:rPr>
          <w:rtl/>
        </w:rPr>
        <w:t xml:space="preserve">. </w:t>
      </w:r>
    </w:p>
    <w:p w:rsidR="007849C6" w:rsidRDefault="007849C6" w:rsidP="00186E94">
      <w:pPr>
        <w:pStyle w:val="libNormal"/>
        <w:rPr>
          <w:rtl/>
        </w:rPr>
      </w:pPr>
      <w:r>
        <w:rPr>
          <w:rtl/>
        </w:rPr>
        <w:t xml:space="preserve">997 ـ عقبة بن عمرو الانصاري ل ، ى ( جخ ) صاحب رسول الله </w:t>
      </w:r>
      <w:r w:rsidR="00CA64D5" w:rsidRPr="00CA64D5">
        <w:rPr>
          <w:rStyle w:val="libAlaemChar"/>
          <w:rFonts w:hint="cs"/>
          <w:rtl/>
        </w:rPr>
        <w:t>صلى‌الله‌عليه‌وآله‌وسلم</w:t>
      </w:r>
      <w:r>
        <w:rPr>
          <w:rtl/>
        </w:rPr>
        <w:t xml:space="preserve"> وخليفة علي </w:t>
      </w:r>
      <w:r w:rsidR="0006364F" w:rsidRPr="0006364F">
        <w:rPr>
          <w:rStyle w:val="libAlaemChar"/>
          <w:rFonts w:hint="cs"/>
          <w:rtl/>
        </w:rPr>
        <w:t>عليه‌السلام</w:t>
      </w:r>
      <w:r>
        <w:rPr>
          <w:rtl/>
        </w:rPr>
        <w:t xml:space="preserve"> على الكوفة. </w:t>
      </w:r>
    </w:p>
    <w:p w:rsidR="007849C6" w:rsidRDefault="007849C6" w:rsidP="00186E94">
      <w:pPr>
        <w:pStyle w:val="libNormal"/>
        <w:rPr>
          <w:rtl/>
        </w:rPr>
      </w:pPr>
      <w:r>
        <w:rPr>
          <w:rtl/>
        </w:rPr>
        <w:t xml:space="preserve">998 ـ عقبة بن محرر ، بالراءين المهملتين بكسر الاولى وتشديدها كذا رأيته بخط شيخنا أبي جعفر </w:t>
      </w:r>
      <w:r w:rsidR="006B246D" w:rsidRPr="006B246D">
        <w:rPr>
          <w:rStyle w:val="libAlaemChar"/>
          <w:rFonts w:hint="cs"/>
          <w:rtl/>
        </w:rPr>
        <w:t>رحمه‌الله</w:t>
      </w:r>
      <w:r>
        <w:rPr>
          <w:rtl/>
        </w:rPr>
        <w:t xml:space="preserve"> ، وفى نسخة النجاشي « محرز » بالراء المخففة والزاي ق ( كش ، جش ) وأخوه عبدالله أيضا </w:t>
      </w:r>
      <w:r w:rsidRPr="00186E94">
        <w:rPr>
          <w:rStyle w:val="libFootnotenumChar"/>
          <w:rtl/>
        </w:rPr>
        <w:t>(1)</w:t>
      </w:r>
      <w:r>
        <w:rPr>
          <w:rtl/>
        </w:rPr>
        <w:t xml:space="preserve">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لا يوجد عقبة بن محرز في ( كش ) وذكره الشيخ في ( ست ). </w:t>
      </w:r>
    </w:p>
    <w:p w:rsidR="007849C6" w:rsidRDefault="007849C6" w:rsidP="00186E94">
      <w:pPr>
        <w:pStyle w:val="libNormal"/>
        <w:rPr>
          <w:rtl/>
        </w:rPr>
      </w:pPr>
      <w:r>
        <w:rPr>
          <w:rtl/>
        </w:rPr>
        <w:br w:type="page"/>
      </w:r>
      <w:r>
        <w:rPr>
          <w:rtl/>
        </w:rPr>
        <w:lastRenderedPageBreak/>
        <w:t xml:space="preserve">999 ـ عقبة بن عمرو أبو مسعود ى ( جخ ) بدري. </w:t>
      </w:r>
    </w:p>
    <w:p w:rsidR="007849C6" w:rsidRDefault="007849C6" w:rsidP="00186E94">
      <w:pPr>
        <w:pStyle w:val="libNormal"/>
        <w:rPr>
          <w:rtl/>
        </w:rPr>
      </w:pPr>
      <w:r>
        <w:rPr>
          <w:rtl/>
        </w:rPr>
        <w:t xml:space="preserve">1000 ـ العقيلي ى ( جخ ) ترجمان الحديث يرويه كما سمعه </w:t>
      </w:r>
      <w:r w:rsidRPr="00186E94">
        <w:rPr>
          <w:rStyle w:val="libFootnotenumChar"/>
          <w:rtl/>
        </w:rPr>
        <w:t>(1)</w:t>
      </w:r>
      <w:r>
        <w:rPr>
          <w:rtl/>
        </w:rPr>
        <w:t xml:space="preserve">. </w:t>
      </w:r>
    </w:p>
    <w:p w:rsidR="007849C6" w:rsidRDefault="007849C6" w:rsidP="00186E94">
      <w:pPr>
        <w:pStyle w:val="libNormal"/>
        <w:rPr>
          <w:rtl/>
        </w:rPr>
      </w:pPr>
      <w:r>
        <w:rPr>
          <w:rtl/>
        </w:rPr>
        <w:t xml:space="preserve">1001 ـ عقيل بن أبي طالب ى ( جخ ) أخوه </w:t>
      </w:r>
      <w:r w:rsidR="0006364F" w:rsidRPr="0006364F">
        <w:rPr>
          <w:rStyle w:val="libAlaemChar"/>
          <w:rFonts w:hint="cs"/>
          <w:rtl/>
        </w:rPr>
        <w:t>عليه‌السلام</w:t>
      </w:r>
      <w:r>
        <w:rPr>
          <w:rtl/>
        </w:rPr>
        <w:t xml:space="preserve"> معظم. </w:t>
      </w:r>
    </w:p>
    <w:p w:rsidR="007849C6" w:rsidRDefault="007849C6" w:rsidP="00186E94">
      <w:pPr>
        <w:pStyle w:val="libNormal"/>
        <w:rPr>
          <w:rtl/>
        </w:rPr>
      </w:pPr>
      <w:r>
        <w:rPr>
          <w:rtl/>
        </w:rPr>
        <w:t xml:space="preserve">1002 ـ العلاء بن رزين القلاء كان يقلى السويق مولى يشكر ق ( جش ) ثقة تفقه على محمد بن مسلم معظم. </w:t>
      </w:r>
    </w:p>
    <w:p w:rsidR="007849C6" w:rsidRDefault="007849C6" w:rsidP="00186E94">
      <w:pPr>
        <w:pStyle w:val="libNormal"/>
        <w:rPr>
          <w:rtl/>
        </w:rPr>
      </w:pPr>
      <w:r>
        <w:rPr>
          <w:rtl/>
        </w:rPr>
        <w:t xml:space="preserve">1003 ـ العلابن فضيل بن يسار أبو القاسم النهدي ، بالنون ، منسوب إلى نهدبن زيد بن ليث بن سودبن أسلم بن الحاف بن قضاعة بطن من قضاعة ( جخ ، جش ) مولى بصري ثقة. </w:t>
      </w:r>
    </w:p>
    <w:p w:rsidR="007849C6" w:rsidRDefault="007849C6" w:rsidP="00186E94">
      <w:pPr>
        <w:pStyle w:val="libNormal"/>
        <w:rPr>
          <w:rtl/>
        </w:rPr>
      </w:pPr>
      <w:r>
        <w:rPr>
          <w:rtl/>
        </w:rPr>
        <w:t xml:space="preserve">1004 ـ العلاء بن المقعد كوفي ق ( جش ) ثقة. </w:t>
      </w:r>
    </w:p>
    <w:p w:rsidR="007849C6" w:rsidRDefault="007849C6" w:rsidP="00186E94">
      <w:pPr>
        <w:pStyle w:val="libNormal"/>
        <w:rPr>
          <w:rtl/>
        </w:rPr>
      </w:pPr>
      <w:r>
        <w:rPr>
          <w:rtl/>
        </w:rPr>
        <w:t xml:space="preserve">1005 ـ العلاء بن يحيى ، المكفوف ( جش ) ثقة. </w:t>
      </w:r>
    </w:p>
    <w:p w:rsidR="007849C6" w:rsidRDefault="007849C6" w:rsidP="00186E94">
      <w:pPr>
        <w:pStyle w:val="libNormal"/>
        <w:rPr>
          <w:rtl/>
        </w:rPr>
      </w:pPr>
      <w:r>
        <w:rPr>
          <w:rtl/>
        </w:rPr>
        <w:t xml:space="preserve">1006 ـ علباء ، بالباء المفردة ، بن دراع ، بالدال المهملة ، الاسدي قر ، ق ( كش ) ضمن له الجنة. </w:t>
      </w:r>
    </w:p>
    <w:p w:rsidR="007849C6" w:rsidRDefault="007849C6" w:rsidP="00186E94">
      <w:pPr>
        <w:pStyle w:val="libNormal"/>
        <w:rPr>
          <w:rtl/>
        </w:rPr>
      </w:pPr>
      <w:r>
        <w:rPr>
          <w:rtl/>
        </w:rPr>
        <w:t xml:space="preserve">1007 ـ علقمة بن قيس ى ( جخ ) قتل بصفين هو وأخوه ابي. </w:t>
      </w:r>
    </w:p>
    <w:p w:rsidR="007849C6" w:rsidRDefault="007849C6" w:rsidP="00186E94">
      <w:pPr>
        <w:pStyle w:val="libNormal"/>
        <w:rPr>
          <w:rtl/>
        </w:rPr>
      </w:pPr>
      <w:r>
        <w:rPr>
          <w:rtl/>
        </w:rPr>
        <w:t xml:space="preserve">1008 ـ علي بن أبي جهمة كوفي ( جش ) مولى ثقة. </w:t>
      </w:r>
    </w:p>
    <w:p w:rsidR="007849C6" w:rsidRDefault="007849C6" w:rsidP="00186E94">
      <w:pPr>
        <w:pStyle w:val="libNormal"/>
        <w:rPr>
          <w:rtl/>
        </w:rPr>
      </w:pPr>
      <w:r>
        <w:rPr>
          <w:rtl/>
        </w:rPr>
        <w:t xml:space="preserve">1009 ـ علي بن أبي حمزة الثمالي ق ( كش ) ممدوح. </w:t>
      </w:r>
    </w:p>
    <w:p w:rsidR="007849C6" w:rsidRDefault="007849C6" w:rsidP="00186E94">
      <w:pPr>
        <w:pStyle w:val="libNormal"/>
        <w:rPr>
          <w:rtl/>
        </w:rPr>
      </w:pPr>
      <w:r>
        <w:rPr>
          <w:rtl/>
        </w:rPr>
        <w:t xml:space="preserve">1010 ـ علي بن أبي راشد ، لم يذكر بثناء ولاذم. </w:t>
      </w:r>
    </w:p>
    <w:p w:rsidR="007849C6" w:rsidRDefault="007849C6" w:rsidP="00186E94">
      <w:pPr>
        <w:pStyle w:val="libNormal"/>
        <w:rPr>
          <w:rtl/>
        </w:rPr>
      </w:pPr>
      <w:r>
        <w:rPr>
          <w:rtl/>
        </w:rPr>
        <w:t xml:space="preserve">1011 ـ علي بن أبي رافع ى كان كاتبا له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1012 ـ علي بن شجرة ، بالشين المعجمة والجيم ، بن ميمون بن أبي أراكة النبال مولى كندة ( جش ) روى أبوه عن قر ، ق واخوه الحسن بن شجرة وكلهم ثقات. </w:t>
      </w:r>
    </w:p>
    <w:p w:rsidR="007849C6" w:rsidRDefault="007849C6" w:rsidP="00186E94">
      <w:pPr>
        <w:pStyle w:val="libNormal"/>
        <w:rPr>
          <w:rtl/>
        </w:rPr>
      </w:pPr>
      <w:r>
        <w:rPr>
          <w:rtl/>
        </w:rPr>
        <w:t xml:space="preserve">1013 ـ علي بن أبي شعبة الحلي ثقة.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العقيلي إسمه ( عوف ) وقد ذكره الكشي في رجاله ( ص 90 ) طبع النجف الاشرف ، وروى بسنده عن فرات بن أحنف : أن العقيلي كان من أصحاب أمير المؤمنين ـ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br w:type="page"/>
      </w:r>
      <w:r>
        <w:rPr>
          <w:rtl/>
        </w:rPr>
        <w:lastRenderedPageBreak/>
        <w:t xml:space="preserve">1014 ـ علي بن أبي شعيب المدائني ، لم أقف له على ثناء ولا ذم. </w:t>
      </w:r>
    </w:p>
    <w:p w:rsidR="007849C6" w:rsidRDefault="007849C6" w:rsidP="00186E94">
      <w:pPr>
        <w:pStyle w:val="libNormal"/>
        <w:rPr>
          <w:rtl/>
        </w:rPr>
      </w:pPr>
      <w:r>
        <w:rPr>
          <w:rtl/>
        </w:rPr>
        <w:t xml:space="preserve">1015 ـ علي بن أبي طالب بن عبدالمطلب بن هاشم أمير المؤمنين </w:t>
      </w:r>
      <w:r w:rsidR="0006364F" w:rsidRPr="0006364F">
        <w:rPr>
          <w:rStyle w:val="libAlaemChar"/>
          <w:rFonts w:hint="cs"/>
          <w:rtl/>
        </w:rPr>
        <w:t>عليه‌السلام</w:t>
      </w:r>
      <w:r>
        <w:rPr>
          <w:rtl/>
        </w:rPr>
        <w:t xml:space="preserve"> سيد الاوصياء. </w:t>
      </w:r>
    </w:p>
    <w:p w:rsidR="007849C6" w:rsidRDefault="007849C6" w:rsidP="00186E94">
      <w:pPr>
        <w:pStyle w:val="libNormal"/>
        <w:rPr>
          <w:rtl/>
        </w:rPr>
      </w:pPr>
      <w:r>
        <w:rPr>
          <w:rtl/>
        </w:rPr>
        <w:t xml:space="preserve">1016 ـ علي بن أبي المغيرة ثقة. </w:t>
      </w:r>
    </w:p>
    <w:p w:rsidR="007849C6" w:rsidRDefault="007849C6" w:rsidP="00186E94">
      <w:pPr>
        <w:pStyle w:val="libNormal"/>
        <w:rPr>
          <w:rtl/>
        </w:rPr>
      </w:pPr>
      <w:r>
        <w:rPr>
          <w:rtl/>
        </w:rPr>
        <w:t xml:space="preserve">1017 ـ علي بن إبراهيم بن محمد بن الحسن بن محمد بن عبيدالله ابن الحسن بن علي بن الحسين بن علي بن أبي طالب أبو الحسن الجواني ( جش ) ثقة صحيح الحديث. </w:t>
      </w:r>
    </w:p>
    <w:p w:rsidR="007849C6" w:rsidRDefault="007849C6" w:rsidP="00186E94">
      <w:pPr>
        <w:pStyle w:val="libNormal"/>
        <w:rPr>
          <w:rtl/>
        </w:rPr>
      </w:pPr>
      <w:r>
        <w:rPr>
          <w:rtl/>
        </w:rPr>
        <w:t xml:space="preserve">1018 ـ علي بن إبراهيم بن هاشم القمي أبو الحسن لم ( جش ) ثقة في الحديث ثبت معتمد صحيح المذهب. </w:t>
      </w:r>
    </w:p>
    <w:p w:rsidR="007849C6" w:rsidRDefault="007849C6" w:rsidP="00186E94">
      <w:pPr>
        <w:pStyle w:val="libNormal"/>
        <w:rPr>
          <w:rtl/>
        </w:rPr>
      </w:pPr>
      <w:r>
        <w:rPr>
          <w:rtl/>
        </w:rPr>
        <w:t xml:space="preserve">1019 ـ علي بن أحمد بن الحسين الطبري الآملي ابو الحسن لم ( جش ) شيخ كثير الحديث من أصحابنا ثقة. </w:t>
      </w:r>
    </w:p>
    <w:p w:rsidR="007849C6" w:rsidRDefault="007849C6" w:rsidP="00186E94">
      <w:pPr>
        <w:pStyle w:val="libNormal"/>
        <w:rPr>
          <w:rtl/>
        </w:rPr>
      </w:pPr>
      <w:r>
        <w:rPr>
          <w:rtl/>
        </w:rPr>
        <w:t xml:space="preserve">1020 ـ علي بن إسحاق بن عبدالله بن سعد الاشعري ( جش ) ثقة. </w:t>
      </w:r>
    </w:p>
    <w:p w:rsidR="007849C6" w:rsidRDefault="007849C6" w:rsidP="00186E94">
      <w:pPr>
        <w:pStyle w:val="libNormal"/>
        <w:rPr>
          <w:rtl/>
        </w:rPr>
      </w:pPr>
      <w:r>
        <w:rPr>
          <w:rtl/>
        </w:rPr>
        <w:t xml:space="preserve">1021 ـ علي بن إسماعيل الدهقان لم ( جخ ) زاهد خير فاضل من أصحاب العياشي. </w:t>
      </w:r>
    </w:p>
    <w:p w:rsidR="007849C6" w:rsidRDefault="007849C6" w:rsidP="00186E94">
      <w:pPr>
        <w:pStyle w:val="libNormal"/>
        <w:rPr>
          <w:rtl/>
        </w:rPr>
      </w:pPr>
      <w:r>
        <w:rPr>
          <w:rtl/>
        </w:rPr>
        <w:t xml:space="preserve">1022 ـ علي بن إسماعيل بن شعيب بن ميثم بن يحيى التمار. أبو الحسن الميثمي مولى بني أسد أول من تكلم على مذهب الامامية ( جش ) كوفي سكن البصرة ، وكان من وجوه المتكلمين من أصحابنا كلم أبا الهذيل والنظام. </w:t>
      </w:r>
    </w:p>
    <w:p w:rsidR="007849C6" w:rsidRDefault="007849C6" w:rsidP="00186E94">
      <w:pPr>
        <w:pStyle w:val="libNormal"/>
        <w:rPr>
          <w:rtl/>
        </w:rPr>
      </w:pPr>
      <w:r>
        <w:rPr>
          <w:rtl/>
        </w:rPr>
        <w:t xml:space="preserve">1023 ـ علي بن بلال بغدادي د ( جخ ) ثقة. </w:t>
      </w:r>
    </w:p>
    <w:p w:rsidR="007849C6" w:rsidRDefault="007849C6" w:rsidP="00186E94">
      <w:pPr>
        <w:pStyle w:val="libNormal"/>
        <w:rPr>
          <w:rtl/>
        </w:rPr>
      </w:pPr>
      <w:r>
        <w:rPr>
          <w:rtl/>
        </w:rPr>
        <w:t xml:space="preserve">1024 ـ علي بن بلال بن أبي معاوية أبو الحسن المهلبي الازدي شيخ من أصحابنا بالبصرة لم ( جخ ) سمع فأكثر. </w:t>
      </w:r>
    </w:p>
    <w:p w:rsidR="007849C6" w:rsidRDefault="007849C6" w:rsidP="00186E94">
      <w:pPr>
        <w:pStyle w:val="libNormal"/>
        <w:rPr>
          <w:rtl/>
        </w:rPr>
      </w:pPr>
      <w:r>
        <w:rPr>
          <w:rtl/>
        </w:rPr>
        <w:t xml:space="preserve">1025 ـ علي بن جعفر دى ( جخ ) وكيله ثقة كان في حبس المتوكل وخاف القتل والشك في دينه فوعده ان يقصد الله فيه ، فحم المتوكل فأمر بتخلية من في السجن مطلقا وتخليته التخصيص. </w:t>
      </w:r>
    </w:p>
    <w:p w:rsidR="007849C6" w:rsidRDefault="007849C6" w:rsidP="00186E94">
      <w:pPr>
        <w:pStyle w:val="libNormal"/>
        <w:rPr>
          <w:rtl/>
        </w:rPr>
      </w:pPr>
      <w:r>
        <w:rPr>
          <w:rtl/>
        </w:rPr>
        <w:br w:type="page"/>
      </w:r>
      <w:r>
        <w:rPr>
          <w:rtl/>
        </w:rPr>
        <w:lastRenderedPageBreak/>
        <w:t xml:space="preserve">1026 ـ علي بن جعفر بن محمد بن الحسين أبو الحسن العريضي ولد الصادق </w:t>
      </w:r>
      <w:r w:rsidR="0006364F" w:rsidRPr="0006364F">
        <w:rPr>
          <w:rStyle w:val="libAlaemChar"/>
          <w:rFonts w:hint="cs"/>
          <w:rtl/>
        </w:rPr>
        <w:t>عليه‌السلام</w:t>
      </w:r>
      <w:r>
        <w:rPr>
          <w:rtl/>
        </w:rPr>
        <w:t xml:space="preserve"> ق ، م معظم سكن العريض من نواحي المدينة فنسب ولده إليها. له كتاب في الحلال والحرام عن أبيه وأخيه الكاظم </w:t>
      </w:r>
      <w:r w:rsidR="0006364F" w:rsidRPr="0006364F">
        <w:rPr>
          <w:rStyle w:val="libAlaemChar"/>
          <w:rFonts w:hint="cs"/>
          <w:rtl/>
        </w:rPr>
        <w:t>عليهما‌السلام</w:t>
      </w:r>
      <w:r>
        <w:rPr>
          <w:rtl/>
        </w:rPr>
        <w:t xml:space="preserve">. </w:t>
      </w:r>
    </w:p>
    <w:p w:rsidR="007849C6" w:rsidRDefault="007849C6" w:rsidP="00186E94">
      <w:pPr>
        <w:pStyle w:val="libNormal"/>
        <w:rPr>
          <w:rtl/>
        </w:rPr>
      </w:pPr>
      <w:r>
        <w:rPr>
          <w:rtl/>
        </w:rPr>
        <w:t xml:space="preserve">1027 ـ علي بن حاتم أبو الحسن القزويني بن أبي حاتم لم ( جخ ) له كتب جيدة ( جش ) يروى عن الضعفاء. </w:t>
      </w:r>
    </w:p>
    <w:p w:rsidR="007849C6" w:rsidRDefault="007849C6" w:rsidP="00186E94">
      <w:pPr>
        <w:pStyle w:val="libNormal"/>
        <w:rPr>
          <w:rtl/>
        </w:rPr>
      </w:pPr>
      <w:r>
        <w:rPr>
          <w:rtl/>
        </w:rPr>
        <w:t xml:space="preserve">1028 ـ علي بن حامد المكفوف ( كش ) لا بأس به </w:t>
      </w:r>
      <w:r w:rsidRPr="00186E94">
        <w:rPr>
          <w:rStyle w:val="libFootnotenumChar"/>
          <w:rtl/>
        </w:rPr>
        <w:t>(1)</w:t>
      </w:r>
      <w:r>
        <w:rPr>
          <w:rtl/>
        </w:rPr>
        <w:t xml:space="preserve"> </w:t>
      </w:r>
    </w:p>
    <w:p w:rsidR="007849C6" w:rsidRDefault="007849C6" w:rsidP="00186E94">
      <w:pPr>
        <w:pStyle w:val="libNormal"/>
        <w:rPr>
          <w:rtl/>
        </w:rPr>
      </w:pPr>
      <w:r>
        <w:rPr>
          <w:rtl/>
        </w:rPr>
        <w:t xml:space="preserve">1029 ـ علي بن حسان الواسطي أبو الحسن القصير المعروف بالمنمس عمر أكثر من مائة سنة ( كش ) مدحه ( جش ) : لا بأس به ( غض ) : ثقة ثقة. </w:t>
      </w:r>
    </w:p>
    <w:p w:rsidR="007849C6" w:rsidRDefault="007849C6" w:rsidP="00186E94">
      <w:pPr>
        <w:pStyle w:val="libNormal"/>
        <w:rPr>
          <w:rtl/>
        </w:rPr>
      </w:pPr>
      <w:r>
        <w:rPr>
          <w:rtl/>
        </w:rPr>
        <w:t xml:space="preserve">1030 ـ علي بن الحسن بن رباط البجلي أبو الحسن ضا ( جخ ، ست جش ) كوفي ثقة. </w:t>
      </w:r>
    </w:p>
    <w:p w:rsidR="007849C6" w:rsidRDefault="007849C6" w:rsidP="00186E94">
      <w:pPr>
        <w:pStyle w:val="libNormal"/>
        <w:rPr>
          <w:rtl/>
        </w:rPr>
      </w:pPr>
      <w:r>
        <w:rPr>
          <w:rtl/>
        </w:rPr>
        <w:t xml:space="preserve">1031 ـ علي بن الحسن البصري ( جش ) عن ابن بطة هكذا. </w:t>
      </w:r>
    </w:p>
    <w:p w:rsidR="007849C6" w:rsidRDefault="007849C6" w:rsidP="00186E94">
      <w:pPr>
        <w:pStyle w:val="libNormal"/>
        <w:rPr>
          <w:rtl/>
        </w:rPr>
      </w:pPr>
      <w:r>
        <w:rPr>
          <w:rtl/>
        </w:rPr>
        <w:t xml:space="preserve">1032 ـ علي بن الحسين بن عبدالله كر ( كش ) كان وكيلا قبل أبي علي بن راشد ، مات بالخزيمية سنة تسع وعشرين ومائتين. </w:t>
      </w:r>
    </w:p>
    <w:p w:rsidR="007849C6" w:rsidRDefault="007849C6" w:rsidP="00186E94">
      <w:pPr>
        <w:pStyle w:val="libNormal"/>
        <w:rPr>
          <w:rtl/>
        </w:rPr>
      </w:pPr>
      <w:r>
        <w:rPr>
          <w:rtl/>
        </w:rPr>
        <w:t xml:space="preserve">1033 ـ علي بن الحسين بن علي بن أبي طالب </w:t>
      </w:r>
      <w:r w:rsidR="0006364F" w:rsidRPr="0006364F">
        <w:rPr>
          <w:rStyle w:val="libAlaemChar"/>
          <w:rFonts w:hint="cs"/>
          <w:rtl/>
        </w:rPr>
        <w:t>عليهم‌السلام</w:t>
      </w:r>
      <w:r>
        <w:rPr>
          <w:rtl/>
        </w:rPr>
        <w:t xml:space="preserve"> زين العابدين الامام السجاد ذو الثفنات ، تقصير العبارة وتضيق الاوراق عن مناقبه. </w:t>
      </w:r>
    </w:p>
    <w:p w:rsidR="007849C6" w:rsidRDefault="007849C6" w:rsidP="00186E94">
      <w:pPr>
        <w:pStyle w:val="libNormal"/>
        <w:rPr>
          <w:rtl/>
        </w:rPr>
      </w:pPr>
      <w:r>
        <w:rPr>
          <w:rtl/>
        </w:rPr>
        <w:t xml:space="preserve">1034 ـ علي بن الحسين الاصغر أخوه </w:t>
      </w:r>
      <w:r w:rsidR="0006364F" w:rsidRPr="0006364F">
        <w:rPr>
          <w:rStyle w:val="libAlaemChar"/>
          <w:rFonts w:hint="cs"/>
          <w:rtl/>
        </w:rPr>
        <w:t>عليه‌السلام</w:t>
      </w:r>
      <w:r>
        <w:rPr>
          <w:rtl/>
        </w:rPr>
        <w:t xml:space="preserve"> قتل بكربلا. </w:t>
      </w:r>
    </w:p>
    <w:p w:rsidR="007849C6" w:rsidRDefault="007849C6" w:rsidP="00186E94">
      <w:pPr>
        <w:pStyle w:val="libNormal"/>
        <w:rPr>
          <w:rtl/>
        </w:rPr>
      </w:pPr>
      <w:r>
        <w:rPr>
          <w:rtl/>
        </w:rPr>
        <w:t xml:space="preserve">1035 ـ علي بن الحسين بن علي بن الحسين بن علي بن أبي طالب </w:t>
      </w:r>
      <w:r w:rsidR="0006364F" w:rsidRPr="0006364F">
        <w:rPr>
          <w:rStyle w:val="libAlaemChar"/>
          <w:rFonts w:hint="cs"/>
          <w:rtl/>
        </w:rPr>
        <w:t>عليهم‌السلام</w:t>
      </w:r>
      <w:r>
        <w:rPr>
          <w:rtl/>
        </w:rPr>
        <w:t xml:space="preserve"> ق ( جخ ) معظم. </w:t>
      </w:r>
    </w:p>
    <w:p w:rsidR="007849C6" w:rsidRDefault="007849C6" w:rsidP="00186E94">
      <w:pPr>
        <w:pStyle w:val="libNormal"/>
        <w:rPr>
          <w:rtl/>
        </w:rPr>
      </w:pPr>
      <w:r>
        <w:rPr>
          <w:rtl/>
        </w:rPr>
        <w:t xml:space="preserve">1036 ـ علي بن الحسين بن موسى بن محمد بن موسى بن إبراهيم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لا يوجد علي بن حامد هذا في الكشي الموجود في الايدي ولعله في الكشى الكبير ونقل عنه صاحب الكتاب وكان عنده. </w:t>
      </w:r>
    </w:p>
    <w:p w:rsidR="007849C6" w:rsidRDefault="007849C6" w:rsidP="00186E94">
      <w:pPr>
        <w:pStyle w:val="libNormal0"/>
        <w:rPr>
          <w:rtl/>
        </w:rPr>
      </w:pPr>
      <w:r>
        <w:rPr>
          <w:rtl/>
        </w:rPr>
        <w:br w:type="page"/>
      </w:r>
      <w:r>
        <w:rPr>
          <w:rtl/>
        </w:rPr>
        <w:lastRenderedPageBreak/>
        <w:t xml:space="preserve">ابن موسى بن جعفر </w:t>
      </w:r>
      <w:r w:rsidR="0006364F" w:rsidRPr="0006364F">
        <w:rPr>
          <w:rStyle w:val="libAlaemChar"/>
          <w:rFonts w:hint="cs"/>
          <w:rtl/>
        </w:rPr>
        <w:t>عليه‌السلام</w:t>
      </w:r>
      <w:r>
        <w:rPr>
          <w:rtl/>
        </w:rPr>
        <w:t xml:space="preserve"> أبو القاسم المرتضى علم الهدى ذو المجدين ، أفضل أهل زمانه وسيد فقهاء عصره ، حال فضله وتصانيفه شهير ، قدس الله روحه. توفي في شهر ربيع الاول سنة ست وثلاثين وأربعمائة ، وكان مولده في رجب سنة خمسين وثلاثمائة عن ثمانين سنة وثمانية أشهر وأيام. </w:t>
      </w:r>
    </w:p>
    <w:p w:rsidR="007849C6" w:rsidRDefault="007849C6" w:rsidP="00186E94">
      <w:pPr>
        <w:pStyle w:val="libNormal"/>
        <w:rPr>
          <w:rtl/>
        </w:rPr>
      </w:pPr>
      <w:r>
        <w:rPr>
          <w:rtl/>
        </w:rPr>
        <w:t xml:space="preserve">1037 ـ علي بن الحسين الهمداني دى ( جخ ) ثقة. </w:t>
      </w:r>
    </w:p>
    <w:p w:rsidR="007849C6" w:rsidRDefault="007849C6" w:rsidP="00186E94">
      <w:pPr>
        <w:pStyle w:val="libNormal"/>
        <w:rPr>
          <w:rtl/>
        </w:rPr>
      </w:pPr>
      <w:r>
        <w:rPr>
          <w:rtl/>
        </w:rPr>
        <w:t xml:space="preserve">1038 ـ علي بن الحسين بن على : المسعودي أبو الحسن لم له كتاب « إثبات الوصية لعلي </w:t>
      </w:r>
      <w:r w:rsidR="0006364F" w:rsidRPr="0006364F">
        <w:rPr>
          <w:rStyle w:val="libAlaemChar"/>
          <w:rFonts w:hint="cs"/>
          <w:rtl/>
        </w:rPr>
        <w:t>عليه‌السلام</w:t>
      </w:r>
      <w:r>
        <w:rPr>
          <w:rtl/>
        </w:rPr>
        <w:t xml:space="preserve"> وهو صاحب « مروج الذهب ». </w:t>
      </w:r>
    </w:p>
    <w:p w:rsidR="007849C6" w:rsidRDefault="007849C6" w:rsidP="00186E94">
      <w:pPr>
        <w:pStyle w:val="libNormal"/>
        <w:rPr>
          <w:rtl/>
        </w:rPr>
      </w:pPr>
      <w:r>
        <w:rPr>
          <w:rtl/>
        </w:rPr>
        <w:t xml:space="preserve">1039 ـ علي بن الحسين بن علي يكنى أبا الحسن ، ابن أبي طاهر الطاهري السمرقندي لم ( جخ ) ثقة وكيل. </w:t>
      </w:r>
    </w:p>
    <w:p w:rsidR="007849C6" w:rsidRDefault="007849C6" w:rsidP="00186E94">
      <w:pPr>
        <w:pStyle w:val="libNormal"/>
        <w:rPr>
          <w:rtl/>
        </w:rPr>
      </w:pPr>
      <w:r>
        <w:rPr>
          <w:rtl/>
        </w:rPr>
        <w:t xml:space="preserve">1040 ـ علي بن الحسين بن موسى بن بابويه القمي أبو الحسن لم ( جخ ، ست ) الفقيه الجليل المعظم الثقة الورع المصنف قدم العراق واجتمع مع أبي القاسم الحسين بن روح </w:t>
      </w:r>
      <w:r w:rsidR="006B246D" w:rsidRPr="006B246D">
        <w:rPr>
          <w:rStyle w:val="libAlaemChar"/>
          <w:rFonts w:hint="cs"/>
          <w:rtl/>
        </w:rPr>
        <w:t>رحمه‌الله</w:t>
      </w:r>
      <w:r>
        <w:rPr>
          <w:rtl/>
        </w:rPr>
        <w:t xml:space="preserve"> وسأله مسائله ثم كاتبه بعد ذلك على يد علي بن جعفر بن الاسود يسأله أن يوصل له رقعة إلى الصاحب </w:t>
      </w:r>
      <w:r w:rsidR="0006364F" w:rsidRPr="0006364F">
        <w:rPr>
          <w:rStyle w:val="libAlaemChar"/>
          <w:rFonts w:hint="cs"/>
          <w:rtl/>
        </w:rPr>
        <w:t>عليه‌السلام</w:t>
      </w:r>
      <w:r>
        <w:rPr>
          <w:rtl/>
        </w:rPr>
        <w:t xml:space="preserve"> يسأله فيها الولد فكتب </w:t>
      </w:r>
      <w:r w:rsidR="0006364F" w:rsidRPr="0006364F">
        <w:rPr>
          <w:rStyle w:val="libAlaemChar"/>
          <w:rFonts w:hint="cs"/>
          <w:rtl/>
        </w:rPr>
        <w:t>عليه‌السلام</w:t>
      </w:r>
      <w:r>
        <w:rPr>
          <w:rtl/>
        </w:rPr>
        <w:t xml:space="preserve"> إليه « قد دعونا الله لك وسترزق ولدين ذكرين خيرين » فولد ( له ) أبو جعفر وأبو عبد الله من ام ولد ، فكان أبو جعفر </w:t>
      </w:r>
      <w:r w:rsidR="006B246D" w:rsidRPr="006B246D">
        <w:rPr>
          <w:rStyle w:val="libAlaemChar"/>
          <w:rFonts w:hint="cs"/>
          <w:rtl/>
        </w:rPr>
        <w:t>رحمه‌الله</w:t>
      </w:r>
      <w:r>
        <w:rPr>
          <w:rtl/>
        </w:rPr>
        <w:t xml:space="preserve"> يفتخر ويقول أنا ولدت بدعوة صاحب الامر </w:t>
      </w:r>
      <w:r w:rsidR="0006364F" w:rsidRPr="0006364F">
        <w:rPr>
          <w:rStyle w:val="libAlaemChar"/>
          <w:rFonts w:hint="cs"/>
          <w:rtl/>
        </w:rPr>
        <w:t>عليه‌السلام</w:t>
      </w:r>
      <w:r>
        <w:rPr>
          <w:rtl/>
        </w:rPr>
        <w:t xml:space="preserve">. ومات علي </w:t>
      </w:r>
      <w:r w:rsidR="006B246D" w:rsidRPr="006B246D">
        <w:rPr>
          <w:rStyle w:val="libAlaemChar"/>
          <w:rFonts w:hint="cs"/>
          <w:rtl/>
        </w:rPr>
        <w:t>رحمه‌الله</w:t>
      </w:r>
      <w:r>
        <w:rPr>
          <w:rtl/>
        </w:rPr>
        <w:t xml:space="preserve"> سنة تسع وعشرين وثلاثماته وهي السنة التي تناثرت فيها النجوم. </w:t>
      </w:r>
    </w:p>
    <w:p w:rsidR="007849C6" w:rsidRDefault="007849C6" w:rsidP="00186E94">
      <w:pPr>
        <w:pStyle w:val="libNormal"/>
        <w:rPr>
          <w:rtl/>
        </w:rPr>
      </w:pPr>
      <w:r>
        <w:rPr>
          <w:rtl/>
        </w:rPr>
        <w:t xml:space="preserve">1041 ـ علي بن الحسن بن الحجاج الكوفي أبو الحسن لم ( جخ ) خاصي. </w:t>
      </w:r>
    </w:p>
    <w:p w:rsidR="007849C6" w:rsidRDefault="007849C6" w:rsidP="00186E94">
      <w:pPr>
        <w:pStyle w:val="libNormal"/>
        <w:rPr>
          <w:rtl/>
        </w:rPr>
      </w:pPr>
      <w:r>
        <w:rPr>
          <w:rtl/>
        </w:rPr>
        <w:t xml:space="preserve">1042 ـ علي بن الحسن الحدادي أبو الحسن ، صاحب كتب الفضل ابن شاذان لم ( جخ ) روى عنه التلعكبري. </w:t>
      </w:r>
    </w:p>
    <w:p w:rsidR="007849C6" w:rsidRDefault="007849C6" w:rsidP="00186E94">
      <w:pPr>
        <w:pStyle w:val="libNormal"/>
        <w:rPr>
          <w:rtl/>
        </w:rPr>
      </w:pPr>
      <w:r>
        <w:rPr>
          <w:rtl/>
        </w:rPr>
        <w:t xml:space="preserve">1043 ـ علي بن حسنويه ، بفتح الحاء المهملة والسين المهملة والنون </w:t>
      </w:r>
    </w:p>
    <w:p w:rsidR="007849C6" w:rsidRDefault="007849C6" w:rsidP="00186E94">
      <w:pPr>
        <w:pStyle w:val="libNormal0"/>
        <w:rPr>
          <w:rtl/>
        </w:rPr>
      </w:pPr>
      <w:r>
        <w:rPr>
          <w:rtl/>
        </w:rPr>
        <w:br w:type="page"/>
      </w:r>
      <w:r>
        <w:rPr>
          <w:rtl/>
        </w:rPr>
        <w:lastRenderedPageBreak/>
        <w:t xml:space="preserve">والصوت ، الرماني من تلامذة أبي النصر محمد بن مسعود العياشي. </w:t>
      </w:r>
    </w:p>
    <w:p w:rsidR="007849C6" w:rsidRDefault="007849C6" w:rsidP="00186E94">
      <w:pPr>
        <w:pStyle w:val="libNormal"/>
        <w:rPr>
          <w:rtl/>
        </w:rPr>
      </w:pPr>
      <w:r>
        <w:rPr>
          <w:rtl/>
        </w:rPr>
        <w:t xml:space="preserve">1044 ـ علي بن الحكم بن الزبير النخعي أبو الحسن الضرير مولى لم ( جش ) له ابن عم يعرف بعلي بن جعفر الزبير روى عنه. </w:t>
      </w:r>
    </w:p>
    <w:p w:rsidR="007849C6" w:rsidRDefault="007849C6" w:rsidP="00186E94">
      <w:pPr>
        <w:pStyle w:val="libNormal"/>
        <w:rPr>
          <w:rtl/>
        </w:rPr>
      </w:pPr>
      <w:r>
        <w:rPr>
          <w:rtl/>
        </w:rPr>
        <w:t xml:space="preserve">1045 ـ علي بن الحكم الكوفي لم ( ست ) ثقة جليل القدر. </w:t>
      </w:r>
    </w:p>
    <w:p w:rsidR="007849C6" w:rsidRDefault="007849C6" w:rsidP="00186E94">
      <w:pPr>
        <w:pStyle w:val="libNormal"/>
        <w:rPr>
          <w:rtl/>
        </w:rPr>
      </w:pPr>
      <w:r>
        <w:rPr>
          <w:rtl/>
        </w:rPr>
        <w:t xml:space="preserve">1046 ـ علي بن الحكم الانباري ( كش ) هو ابن اخت داود بن النعمان بياع الانماط وهو تلميذ ابن أبي عمير ، ولقي من أصحاب أبي عبدالله كثيرا مثل ابن فضال وابن بكير ، ولم يذكر له ثناء ولا ذم. </w:t>
      </w:r>
    </w:p>
    <w:p w:rsidR="007849C6" w:rsidRDefault="007849C6" w:rsidP="00186E94">
      <w:pPr>
        <w:pStyle w:val="libNormal"/>
        <w:rPr>
          <w:rtl/>
        </w:rPr>
      </w:pPr>
      <w:r>
        <w:rPr>
          <w:rtl/>
        </w:rPr>
        <w:t xml:space="preserve">1047 ـ علي بن حمزة بن الحسن بن عبيدالله بن العباس بن علي ابن أبي طالب </w:t>
      </w:r>
      <w:r w:rsidR="0006364F" w:rsidRPr="0006364F">
        <w:rPr>
          <w:rStyle w:val="libAlaemChar"/>
          <w:rFonts w:hint="cs"/>
          <w:rtl/>
        </w:rPr>
        <w:t>عليه‌السلام</w:t>
      </w:r>
      <w:r>
        <w:rPr>
          <w:rtl/>
        </w:rPr>
        <w:t xml:space="preserve"> أبو محمد ( جش ) ثقة. </w:t>
      </w:r>
    </w:p>
    <w:p w:rsidR="007849C6" w:rsidRDefault="007849C6" w:rsidP="00186E94">
      <w:pPr>
        <w:pStyle w:val="libNormal"/>
        <w:rPr>
          <w:rtl/>
        </w:rPr>
      </w:pPr>
      <w:r>
        <w:rPr>
          <w:rtl/>
        </w:rPr>
        <w:t xml:space="preserve">1048 ـ علي بن خليد ، بالخاء المعجمة المضمومة لم ( كش ) يعرف بالمكفوف أبي الحسن ليس به بأس. </w:t>
      </w:r>
    </w:p>
    <w:p w:rsidR="007849C6" w:rsidRDefault="007849C6" w:rsidP="00186E94">
      <w:pPr>
        <w:pStyle w:val="libNormal"/>
        <w:rPr>
          <w:rtl/>
        </w:rPr>
      </w:pPr>
      <w:r>
        <w:rPr>
          <w:rtl/>
        </w:rPr>
        <w:t xml:space="preserve">1049 ـ علي بن رئاب الكوفي لم ( ست ) ثقة جليل القدر ، له أصل كبير. </w:t>
      </w:r>
    </w:p>
    <w:p w:rsidR="007849C6" w:rsidRDefault="007849C6" w:rsidP="00186E94">
      <w:pPr>
        <w:pStyle w:val="libNormal"/>
        <w:rPr>
          <w:rtl/>
        </w:rPr>
      </w:pPr>
      <w:r>
        <w:rPr>
          <w:rtl/>
        </w:rPr>
        <w:t xml:space="preserve">1050 ـ علي بن ربيعة الوالبي الاسدي ى ( جخ ) كان من العباد. </w:t>
      </w:r>
    </w:p>
    <w:p w:rsidR="007849C6" w:rsidRDefault="007849C6" w:rsidP="00186E94">
      <w:pPr>
        <w:pStyle w:val="libNormal"/>
        <w:rPr>
          <w:rtl/>
        </w:rPr>
      </w:pPr>
      <w:r>
        <w:rPr>
          <w:rtl/>
        </w:rPr>
        <w:t xml:space="preserve">1051 ـ علي بن الريان بن صلت ، الاشعري القمي د ى ثقة وكيل. </w:t>
      </w:r>
    </w:p>
    <w:p w:rsidR="007849C6" w:rsidRDefault="007849C6" w:rsidP="00186E94">
      <w:pPr>
        <w:pStyle w:val="libNormal"/>
        <w:rPr>
          <w:rtl/>
        </w:rPr>
      </w:pPr>
      <w:r>
        <w:rPr>
          <w:rtl/>
        </w:rPr>
        <w:t xml:space="preserve">1052 ـ علي بن السري الكرخي ق ( جخ ، كش ) مجهول الحال ( عق ، جش ) ثقة. </w:t>
      </w:r>
    </w:p>
    <w:p w:rsidR="007849C6" w:rsidRDefault="007849C6" w:rsidP="00186E94">
      <w:pPr>
        <w:pStyle w:val="libNormal"/>
        <w:rPr>
          <w:rtl/>
        </w:rPr>
      </w:pPr>
      <w:r>
        <w:rPr>
          <w:rtl/>
        </w:rPr>
        <w:t xml:space="preserve">1053 ـ علي بن سعيد بن رزام القاشاني من قرية من سواد قاشان لم ( جش ) ثقة يروى عن أحمد بن محمد بن عيسى وابن أبي الخطاب. </w:t>
      </w:r>
    </w:p>
    <w:p w:rsidR="007849C6" w:rsidRDefault="007849C6" w:rsidP="00186E94">
      <w:pPr>
        <w:pStyle w:val="libNormal"/>
        <w:rPr>
          <w:rtl/>
        </w:rPr>
      </w:pPr>
      <w:r>
        <w:rPr>
          <w:rtl/>
        </w:rPr>
        <w:t xml:space="preserve">1054 ـ علي بن سليمان بن الحسن بن الجهم بن بكير بن أعين أبو الحسن الزراري وبعض الاصحاب أثبته « الرازي » وهما بناء على الوهم الاول وقد ذكرناه </w:t>
      </w:r>
      <w:r w:rsidRPr="00186E94">
        <w:rPr>
          <w:rStyle w:val="libFootnotenumChar"/>
          <w:rtl/>
        </w:rPr>
        <w:t>(1)</w:t>
      </w:r>
      <w:r>
        <w:rPr>
          <w:rtl/>
        </w:rPr>
        <w:t xml:space="preserve"> ( جش ) كان له اتصال بصاحب الامر </w:t>
      </w:r>
      <w:r w:rsidR="0006364F" w:rsidRPr="0006364F">
        <w:rPr>
          <w:rStyle w:val="libAlaemChar"/>
          <w:rFonts w:hint="cs"/>
          <w:rtl/>
        </w:rPr>
        <w:t>عليه‌السلام</w:t>
      </w:r>
      <w:r>
        <w:rPr>
          <w:rtl/>
        </w:rPr>
        <w:t xml:space="preserve"> وخرجت إليه توقيعات وكانت له في أصحابنا منزلة وكان ورعا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ذكره في ترجمة أحمد بن محمد سليمان الزراري ، فراجعه. </w:t>
      </w:r>
    </w:p>
    <w:p w:rsidR="007849C6" w:rsidRDefault="007849C6" w:rsidP="00186E94">
      <w:pPr>
        <w:pStyle w:val="libNormal0"/>
        <w:rPr>
          <w:rtl/>
        </w:rPr>
      </w:pPr>
      <w:r>
        <w:rPr>
          <w:rtl/>
        </w:rPr>
        <w:br w:type="page"/>
      </w:r>
      <w:r>
        <w:rPr>
          <w:rtl/>
        </w:rPr>
        <w:lastRenderedPageBreak/>
        <w:t xml:space="preserve">ثقة فقيها لامطعن عليه. </w:t>
      </w:r>
    </w:p>
    <w:p w:rsidR="007849C6" w:rsidRDefault="007849C6" w:rsidP="00186E94">
      <w:pPr>
        <w:pStyle w:val="libNormal"/>
        <w:rPr>
          <w:rtl/>
        </w:rPr>
      </w:pPr>
      <w:r>
        <w:rPr>
          <w:rtl/>
        </w:rPr>
        <w:t xml:space="preserve">1055 ـ علي بن سويد السائي ، ينسب إلى قرية من المدينة يقال لها « ساية » م ( جش ، جخ ، كش ، ست ) وقيل عن ق ولم يثبت. </w:t>
      </w:r>
    </w:p>
    <w:p w:rsidR="007849C6" w:rsidRDefault="007849C6" w:rsidP="00186E94">
      <w:pPr>
        <w:pStyle w:val="libNormal"/>
        <w:rPr>
          <w:rtl/>
        </w:rPr>
      </w:pPr>
      <w:r>
        <w:rPr>
          <w:rtl/>
        </w:rPr>
        <w:t xml:space="preserve">1056 ـ علي بن سيف بن عميرة النخعي أبو الحسن مولى كوفي ضا ( جش ) ثقة هو أكبر من أخيه الحسين. </w:t>
      </w:r>
    </w:p>
    <w:p w:rsidR="007849C6" w:rsidRDefault="007849C6" w:rsidP="00186E94">
      <w:pPr>
        <w:pStyle w:val="libNormal"/>
        <w:rPr>
          <w:rtl/>
        </w:rPr>
      </w:pPr>
      <w:r>
        <w:rPr>
          <w:rtl/>
        </w:rPr>
        <w:t xml:space="preserve">1057 ـ علي بن شيرة ، بكسر الشين المعجمة والياء المثناة تحت والراء د ى ( جخ ) ثقة. </w:t>
      </w:r>
    </w:p>
    <w:p w:rsidR="007849C6" w:rsidRDefault="007849C6" w:rsidP="00186E94">
      <w:pPr>
        <w:pStyle w:val="libNormal"/>
        <w:rPr>
          <w:rtl/>
        </w:rPr>
      </w:pPr>
      <w:r>
        <w:rPr>
          <w:rtl/>
        </w:rPr>
        <w:t xml:space="preserve">1058 ـ علي بن الصلت النهاوندي </w:t>
      </w:r>
      <w:r w:rsidRPr="00186E94">
        <w:rPr>
          <w:rStyle w:val="libFootnotenumChar"/>
          <w:rtl/>
        </w:rPr>
        <w:t>(1)</w:t>
      </w:r>
      <w:r>
        <w:rPr>
          <w:rtl/>
        </w:rPr>
        <w:t xml:space="preserve"> ( فض ، جش ، ست ). </w:t>
      </w:r>
    </w:p>
    <w:p w:rsidR="007849C6" w:rsidRDefault="007849C6" w:rsidP="00186E94">
      <w:pPr>
        <w:pStyle w:val="libNormal"/>
        <w:rPr>
          <w:rtl/>
        </w:rPr>
      </w:pPr>
      <w:r>
        <w:rPr>
          <w:rtl/>
        </w:rPr>
        <w:t xml:space="preserve">1059 ـ علي بن عبيدالله بن الحسين بن علي بن الحسين عليه السللام أبو الحسن م ، ضا ( كش ، جش ) كان أزهد آل أبيطالب وأعبدهم في زمانه واختص بهما </w:t>
      </w:r>
      <w:r w:rsidR="0006364F" w:rsidRPr="0006364F">
        <w:rPr>
          <w:rStyle w:val="libAlaemChar"/>
          <w:rFonts w:hint="cs"/>
          <w:rtl/>
        </w:rPr>
        <w:t>عليهما‌السلام</w:t>
      </w:r>
      <w:r>
        <w:rPr>
          <w:rtl/>
        </w:rPr>
        <w:t xml:space="preserve"> واختلط بأصحابنا وكان لما أراده محمد ابن إبراهيم طباطبالان يبايع له أبو السرايا بعده أبي عليه ورد الامر إلى محمد بن محمد بن زيد بن على. كان الرضا </w:t>
      </w:r>
      <w:r w:rsidR="0006364F" w:rsidRPr="0006364F">
        <w:rPr>
          <w:rStyle w:val="libAlaemChar"/>
          <w:rFonts w:hint="cs"/>
          <w:rtl/>
        </w:rPr>
        <w:t>عليه‌السلام</w:t>
      </w:r>
      <w:r>
        <w:rPr>
          <w:rtl/>
        </w:rPr>
        <w:t xml:space="preserve"> يسميه الزوج الصالح ، لان زوجته كانت بنت عبدالله بن الحسين الاصغر. </w:t>
      </w:r>
    </w:p>
    <w:p w:rsidR="007849C6" w:rsidRDefault="007849C6" w:rsidP="00186E94">
      <w:pPr>
        <w:pStyle w:val="libNormal"/>
        <w:rPr>
          <w:rtl/>
        </w:rPr>
      </w:pPr>
      <w:r>
        <w:rPr>
          <w:rtl/>
        </w:rPr>
        <w:t xml:space="preserve">1060 ـ علي بن عبدالله بن مروان ( كش ) قال أبو النضر لم أسمع منه إلا خيرا. </w:t>
      </w:r>
    </w:p>
    <w:p w:rsidR="007849C6" w:rsidRDefault="007849C6" w:rsidP="00186E94">
      <w:pPr>
        <w:pStyle w:val="libNormal"/>
        <w:rPr>
          <w:rtl/>
        </w:rPr>
      </w:pPr>
      <w:r>
        <w:rPr>
          <w:rtl/>
        </w:rPr>
        <w:t xml:space="preserve">1061 ـ علي بن عبدالله بن مسكان ( جش ) له كتاب. </w:t>
      </w:r>
    </w:p>
    <w:p w:rsidR="007849C6" w:rsidRDefault="007849C6" w:rsidP="00186E94">
      <w:pPr>
        <w:pStyle w:val="libNormal"/>
        <w:rPr>
          <w:rtl/>
        </w:rPr>
      </w:pPr>
      <w:r>
        <w:rPr>
          <w:rtl/>
        </w:rPr>
        <w:t xml:space="preserve">1062 ـ علي بن عبدالله بن الحسين العطار القمي لم ثقة من اصحابنا </w:t>
      </w:r>
    </w:p>
    <w:p w:rsidR="007849C6" w:rsidRDefault="007849C6" w:rsidP="00186E94">
      <w:pPr>
        <w:pStyle w:val="libNormal"/>
        <w:rPr>
          <w:rtl/>
        </w:rPr>
      </w:pPr>
      <w:r>
        <w:rPr>
          <w:rtl/>
        </w:rPr>
        <w:t xml:space="preserve">1063 ـ علي بن عبدالله العلوي </w:t>
      </w:r>
      <w:r w:rsidRPr="00186E94">
        <w:rPr>
          <w:rStyle w:val="libFootnotenumChar"/>
          <w:rtl/>
        </w:rPr>
        <w:t>(2)</w:t>
      </w:r>
      <w:r>
        <w:rPr>
          <w:rtl/>
        </w:rPr>
        <w:t xml:space="preserve"> أبو طالب صاحب مسجد الرضا </w:t>
      </w:r>
      <w:r w:rsidR="0006364F" w:rsidRPr="0006364F">
        <w:rPr>
          <w:rStyle w:val="libAlaemChar"/>
          <w:rFonts w:hint="cs"/>
          <w:rtl/>
        </w:rPr>
        <w:t>عليه‌السلام</w:t>
      </w:r>
      <w:r>
        <w:rPr>
          <w:rtl/>
        </w:rPr>
        <w:t xml:space="preserve"> بممطير من أرض طبرستان لم ( جخ ). </w:t>
      </w:r>
    </w:p>
    <w:p w:rsidR="007849C6" w:rsidRDefault="007849C6" w:rsidP="00186E94">
      <w:pPr>
        <w:pStyle w:val="libNormal"/>
        <w:rPr>
          <w:rtl/>
        </w:rPr>
      </w:pPr>
      <w:r>
        <w:rPr>
          <w:rtl/>
        </w:rPr>
        <w:t xml:space="preserve">1064 ـ علي بن عبدالرحمن بن عيسى بن عروة بن الجراح القناني أبو الحسن الكاتب ( جش ) كان سليم الاعتقاد صحيح الرواية.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النهاوندي إنما هو علي بن ريدويه لا علي بن الصلت ، راجع النجاشي. </w:t>
      </w:r>
    </w:p>
    <w:p w:rsidR="007849C6" w:rsidRDefault="007849C6" w:rsidP="002C2B53">
      <w:pPr>
        <w:pStyle w:val="libFootnote0"/>
        <w:rPr>
          <w:rtl/>
        </w:rPr>
      </w:pPr>
      <w:r>
        <w:rPr>
          <w:rtl/>
        </w:rPr>
        <w:t xml:space="preserve">2 ـ لا توجد نسبة العلوي له في رجال الشيخ في ( لم ). </w:t>
      </w:r>
    </w:p>
    <w:p w:rsidR="007849C6" w:rsidRDefault="007849C6" w:rsidP="00186E94">
      <w:pPr>
        <w:pStyle w:val="libNormal"/>
        <w:rPr>
          <w:rtl/>
        </w:rPr>
      </w:pPr>
      <w:r>
        <w:rPr>
          <w:rtl/>
        </w:rPr>
        <w:br w:type="page"/>
      </w:r>
      <w:r>
        <w:rPr>
          <w:rtl/>
        </w:rPr>
        <w:lastRenderedPageBreak/>
        <w:t xml:space="preserve">1065 ـ علي بن عبد العزيز ( بط ) </w:t>
      </w:r>
      <w:r w:rsidRPr="00186E94">
        <w:rPr>
          <w:rStyle w:val="libFootnotenumChar"/>
          <w:rtl/>
        </w:rPr>
        <w:t>(1)</w:t>
      </w:r>
      <w:r>
        <w:rPr>
          <w:rtl/>
        </w:rPr>
        <w:t xml:space="preserve">. </w:t>
      </w:r>
    </w:p>
    <w:p w:rsidR="007849C6" w:rsidRDefault="007849C6" w:rsidP="00186E94">
      <w:pPr>
        <w:pStyle w:val="libNormal"/>
        <w:rPr>
          <w:rtl/>
        </w:rPr>
      </w:pPr>
      <w:r>
        <w:rPr>
          <w:rtl/>
        </w:rPr>
        <w:t xml:space="preserve">1066 ـ علي بن عقبة بن خالد الاسدي أبو الحسن ى ( جخ ، ست جش ) مولى كوفي ثقة ثقة. </w:t>
      </w:r>
    </w:p>
    <w:p w:rsidR="007849C6" w:rsidRDefault="007849C6" w:rsidP="00186E94">
      <w:pPr>
        <w:pStyle w:val="libNormal"/>
        <w:rPr>
          <w:rtl/>
        </w:rPr>
      </w:pPr>
      <w:r>
        <w:rPr>
          <w:rtl/>
        </w:rPr>
        <w:t xml:space="preserve">1067 ـ علي بن عمران الخزاز ، بالمعجمات ، الكوفي الفقيه المعروف بشفا ثقة قليل الحديث </w:t>
      </w:r>
      <w:r w:rsidRPr="00186E94">
        <w:rPr>
          <w:rStyle w:val="libFootnotenumChar"/>
          <w:rtl/>
        </w:rPr>
        <w:t>(2)</w:t>
      </w:r>
      <w:r>
        <w:rPr>
          <w:rtl/>
        </w:rPr>
        <w:t xml:space="preserve"> </w:t>
      </w:r>
    </w:p>
    <w:p w:rsidR="007849C6" w:rsidRDefault="007849C6" w:rsidP="00186E94">
      <w:pPr>
        <w:pStyle w:val="libNormal"/>
        <w:rPr>
          <w:rtl/>
        </w:rPr>
      </w:pPr>
      <w:r>
        <w:rPr>
          <w:rtl/>
        </w:rPr>
        <w:t xml:space="preserve">1068 ـ علي الخزاز ، بالمعجمات ، الرازي لم ( ست ) متكلم جليل القدر له كتب في الكلام كان مقيما بالري وبهامات. </w:t>
      </w:r>
    </w:p>
    <w:p w:rsidR="007849C6" w:rsidRDefault="007849C6" w:rsidP="00186E94">
      <w:pPr>
        <w:pStyle w:val="libNormal"/>
        <w:rPr>
          <w:rtl/>
        </w:rPr>
      </w:pPr>
      <w:r>
        <w:rPr>
          <w:rtl/>
        </w:rPr>
        <w:t xml:space="preserve">1069 ـ علي بن عمرو من أهل نهاوند ( بط ). </w:t>
      </w:r>
    </w:p>
    <w:p w:rsidR="007849C6" w:rsidRDefault="007849C6" w:rsidP="00186E94">
      <w:pPr>
        <w:pStyle w:val="libNormal"/>
        <w:rPr>
          <w:rtl/>
        </w:rPr>
      </w:pPr>
      <w:r>
        <w:rPr>
          <w:rtl/>
        </w:rPr>
        <w:t xml:space="preserve">1070 ـ علي بن الفضل الخزاز أبو الحسن ( جش ) كوفي. </w:t>
      </w:r>
    </w:p>
    <w:p w:rsidR="007849C6" w:rsidRDefault="007849C6" w:rsidP="00186E94">
      <w:pPr>
        <w:pStyle w:val="libNormal"/>
        <w:rPr>
          <w:rtl/>
        </w:rPr>
      </w:pPr>
      <w:r>
        <w:rPr>
          <w:rtl/>
        </w:rPr>
        <w:t xml:space="preserve">1071 ـ علي بن مالك لم ( جخ ) روى عنه ابن همام دعاء الصحيفة. </w:t>
      </w:r>
    </w:p>
    <w:p w:rsidR="007849C6" w:rsidRDefault="007849C6" w:rsidP="00186E94">
      <w:pPr>
        <w:pStyle w:val="libNormal"/>
        <w:rPr>
          <w:rtl/>
        </w:rPr>
      </w:pPr>
      <w:r>
        <w:rPr>
          <w:rtl/>
        </w:rPr>
        <w:t xml:space="preserve">1072 ـ علي بن محمد بن إبراهيم بن أبان المعروف بعلان أبو الحسن ( جش ) ثقة عين. </w:t>
      </w:r>
    </w:p>
    <w:p w:rsidR="007849C6" w:rsidRDefault="007849C6" w:rsidP="00186E94">
      <w:pPr>
        <w:pStyle w:val="libNormal"/>
        <w:rPr>
          <w:rtl/>
        </w:rPr>
      </w:pPr>
      <w:r>
        <w:rPr>
          <w:rtl/>
        </w:rPr>
        <w:t xml:space="preserve">1073 ـ علي بن محمد بن أبي القاسم عبدالله بن عمران البرقي المعروف أبوه ماجيلويه ، أبو الحسن ( جش ) ثقة فاضل فقيه تأدب على جده لامه أحمد بن محمد البرقي. </w:t>
      </w:r>
    </w:p>
    <w:p w:rsidR="007849C6" w:rsidRDefault="007849C6" w:rsidP="00186E94">
      <w:pPr>
        <w:pStyle w:val="libNormal"/>
        <w:rPr>
          <w:rtl/>
        </w:rPr>
      </w:pPr>
      <w:r>
        <w:rPr>
          <w:rtl/>
        </w:rPr>
        <w:t xml:space="preserve">1074 ـ علي بن محمد بن إبراهيم الهمذاني وكيل الناحية. </w:t>
      </w:r>
    </w:p>
    <w:p w:rsidR="007849C6" w:rsidRDefault="007849C6" w:rsidP="00186E94">
      <w:pPr>
        <w:pStyle w:val="libNormal"/>
        <w:rPr>
          <w:rtl/>
        </w:rPr>
      </w:pPr>
      <w:r>
        <w:rPr>
          <w:rtl/>
        </w:rPr>
        <w:t xml:space="preserve">1075 ـ علي بن محمد بن حفص بن عبيد مولى السائب بن مالك الاشعري أبو قتادة القمي ق ( جش ) ثقة. </w:t>
      </w:r>
    </w:p>
    <w:p w:rsidR="007849C6" w:rsidRDefault="007849C6" w:rsidP="00186E94">
      <w:pPr>
        <w:pStyle w:val="libNormal"/>
        <w:rPr>
          <w:rtl/>
        </w:rPr>
      </w:pPr>
      <w:r>
        <w:rPr>
          <w:rtl/>
        </w:rPr>
        <w:t xml:space="preserve">1076 ـ علي بن محمد بن شيران أبو الحسن الابلى كان أصله من كازرون سكن أبوه الابلة ( جش ) شيخ من أصحابنا ثقة صدوق. </w:t>
      </w:r>
    </w:p>
    <w:p w:rsidR="007849C6" w:rsidRDefault="007849C6" w:rsidP="00186E94">
      <w:pPr>
        <w:pStyle w:val="libNormal"/>
        <w:rPr>
          <w:rtl/>
        </w:rPr>
      </w:pPr>
      <w:r>
        <w:rPr>
          <w:rtl/>
        </w:rPr>
        <w:t xml:space="preserve">1077 ـ علي بن محمد بن عبدالله أبو الحسن القزويني القاضي لم ( جش ) وجه من وجوه أصحابنا ثقة في الحديث ، قدم بغداد سنة ست وخمسين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أي ذكره ابن بطة. </w:t>
      </w:r>
    </w:p>
    <w:p w:rsidR="007849C6" w:rsidRDefault="007849C6" w:rsidP="002C2B53">
      <w:pPr>
        <w:pStyle w:val="libFootnote0"/>
        <w:rPr>
          <w:rtl/>
        </w:rPr>
      </w:pPr>
      <w:r>
        <w:rPr>
          <w:rtl/>
        </w:rPr>
        <w:t xml:space="preserve">2 ـ ذكره النجاشي ولم يصفه بالفقيه ولكن قال : إنه كوفي. </w:t>
      </w:r>
    </w:p>
    <w:p w:rsidR="007849C6" w:rsidRDefault="007849C6" w:rsidP="00186E94">
      <w:pPr>
        <w:pStyle w:val="libNormal0"/>
        <w:rPr>
          <w:rtl/>
        </w:rPr>
      </w:pPr>
      <w:r>
        <w:rPr>
          <w:rtl/>
        </w:rPr>
        <w:br w:type="page"/>
      </w:r>
      <w:r>
        <w:rPr>
          <w:rtl/>
        </w:rPr>
        <w:lastRenderedPageBreak/>
        <w:t xml:space="preserve">وثلاثمائة ومعه قطعة من كتب العياشي. </w:t>
      </w:r>
    </w:p>
    <w:p w:rsidR="007849C6" w:rsidRDefault="007849C6" w:rsidP="00186E94">
      <w:pPr>
        <w:pStyle w:val="libNormal"/>
        <w:rPr>
          <w:rtl/>
        </w:rPr>
      </w:pPr>
      <w:r>
        <w:rPr>
          <w:rtl/>
        </w:rPr>
        <w:t xml:space="preserve">1078 ـ علي بن محمد بن علي الخزاز ، بالمعجمات ، أبو القاسم ( جش ) ثقة كان في أصحابنا وجيها. </w:t>
      </w:r>
    </w:p>
    <w:p w:rsidR="007849C6" w:rsidRDefault="007849C6" w:rsidP="00186E94">
      <w:pPr>
        <w:pStyle w:val="libNormal"/>
        <w:rPr>
          <w:rtl/>
        </w:rPr>
      </w:pPr>
      <w:r>
        <w:rPr>
          <w:rtl/>
        </w:rPr>
        <w:t xml:space="preserve">1079 ـ علي بن محمد الخلقي بفتحتين ، قيل بالفاء وقيل بالقاف والخاء المعجممة فيهما ، السمرقندي لم ( جخ ) ثقة فاضل. </w:t>
      </w:r>
    </w:p>
    <w:p w:rsidR="007849C6" w:rsidRDefault="007849C6" w:rsidP="00186E94">
      <w:pPr>
        <w:pStyle w:val="libNormal"/>
        <w:rPr>
          <w:rtl/>
        </w:rPr>
      </w:pPr>
      <w:r>
        <w:rPr>
          <w:rtl/>
        </w:rPr>
        <w:t xml:space="preserve">1080 ـ علي بن محمد بن العباس بن فسانجس ، بضم الفاء والسينين المهملتين والنون الساكنة والجيم المضمومة ( جش ) كان عالما بالاخبار والآداب وكان معتزليا وعاد مجردا في المذهب. </w:t>
      </w:r>
    </w:p>
    <w:p w:rsidR="007849C6" w:rsidRDefault="007849C6" w:rsidP="00186E94">
      <w:pPr>
        <w:pStyle w:val="libNormal"/>
        <w:rPr>
          <w:rtl/>
        </w:rPr>
      </w:pPr>
      <w:r>
        <w:rPr>
          <w:rtl/>
        </w:rPr>
        <w:t xml:space="preserve">1081 ـ علي بن محمد ابن العدودي الشمشاطي ابو الحسن من عدي ابن تغلب لم ( جش ) كان شيخا بالجزيرة فاضل أهل زمانه وأديبهم. </w:t>
      </w:r>
    </w:p>
    <w:p w:rsidR="007849C6" w:rsidRDefault="007849C6" w:rsidP="00186E94">
      <w:pPr>
        <w:pStyle w:val="libNormal"/>
        <w:rPr>
          <w:rtl/>
        </w:rPr>
      </w:pPr>
      <w:r>
        <w:rPr>
          <w:rtl/>
        </w:rPr>
        <w:t xml:space="preserve">1082 ـ علي بن محمد بن جعفر بن موسى بن مسرور أبو الحسن يلقب أبوه ممله ، روى الحديث ومات حديث السن. </w:t>
      </w:r>
    </w:p>
    <w:p w:rsidR="007849C6" w:rsidRDefault="007849C6" w:rsidP="00186E94">
      <w:pPr>
        <w:pStyle w:val="libNormal"/>
        <w:rPr>
          <w:rtl/>
        </w:rPr>
      </w:pPr>
      <w:r>
        <w:rPr>
          <w:rtl/>
        </w:rPr>
        <w:t xml:space="preserve">1083 ـ علي بن محمد بن فيرزان ، بالفاء والياء المثناة تحت والراء والزاي ، أبو الحسن القمي لم ( جخ ) كثير الرواية مقيم بكش. </w:t>
      </w:r>
    </w:p>
    <w:p w:rsidR="007849C6" w:rsidRDefault="007849C6" w:rsidP="00186E94">
      <w:pPr>
        <w:pStyle w:val="libNormal"/>
        <w:rPr>
          <w:rtl/>
        </w:rPr>
      </w:pPr>
      <w:r>
        <w:rPr>
          <w:rtl/>
        </w:rPr>
        <w:t xml:space="preserve">1084 ـ علي بن محمد بن قتيبة النيسابوري ( جش ) عليه اعتمد ( كش ) في كتاب الرجال ، أبو الحسن صاحب الفضل بن شاذان. </w:t>
      </w:r>
    </w:p>
    <w:p w:rsidR="007849C6" w:rsidRDefault="007849C6" w:rsidP="00186E94">
      <w:pPr>
        <w:pStyle w:val="libNormal"/>
        <w:rPr>
          <w:rtl/>
        </w:rPr>
      </w:pPr>
      <w:r>
        <w:rPr>
          <w:rtl/>
        </w:rPr>
        <w:t xml:space="preserve">1085 ـ علي بن محمد الكرخي أبو الحسن ( جش ) كان فقيها متكلما من وجوه أصحابنا. </w:t>
      </w:r>
    </w:p>
    <w:p w:rsidR="007849C6" w:rsidRDefault="007849C6" w:rsidP="00186E94">
      <w:pPr>
        <w:pStyle w:val="libNormal"/>
        <w:rPr>
          <w:rtl/>
        </w:rPr>
      </w:pPr>
      <w:r>
        <w:rPr>
          <w:rtl/>
        </w:rPr>
        <w:t xml:space="preserve">1086 ـ علي بن محمد المنقري كذا أثبته الشيخ دى ( جخ ، ست ) ثقة. </w:t>
      </w:r>
    </w:p>
    <w:p w:rsidR="007849C6" w:rsidRDefault="007849C6" w:rsidP="00186E94">
      <w:pPr>
        <w:pStyle w:val="libNormal"/>
        <w:rPr>
          <w:rtl/>
        </w:rPr>
      </w:pPr>
      <w:r>
        <w:rPr>
          <w:rtl/>
        </w:rPr>
        <w:t xml:space="preserve">1087 ـ علي بن محمد بن يوسف بن مهجور أبو الحسن الفارسي المعروف بابن خالويه ( جش ) شيخ من أصحابنا ثقة. </w:t>
      </w:r>
    </w:p>
    <w:p w:rsidR="007849C6" w:rsidRDefault="007849C6" w:rsidP="00186E94">
      <w:pPr>
        <w:pStyle w:val="libNormal"/>
        <w:rPr>
          <w:rtl/>
        </w:rPr>
      </w:pPr>
      <w:r>
        <w:rPr>
          <w:rtl/>
        </w:rPr>
        <w:t xml:space="preserve">1088 ـ علي بن المسيب ضا ( جخ ) عربي همذاني ، بالمعجمة ، ثقة. </w:t>
      </w:r>
    </w:p>
    <w:p w:rsidR="007849C6" w:rsidRDefault="007849C6" w:rsidP="00186E94">
      <w:pPr>
        <w:pStyle w:val="libNormal"/>
        <w:rPr>
          <w:rtl/>
        </w:rPr>
      </w:pPr>
      <w:r>
        <w:rPr>
          <w:rtl/>
        </w:rPr>
        <w:t xml:space="preserve">1089 ـ علي بن معبد ( جش ) له كتاب. </w:t>
      </w:r>
    </w:p>
    <w:p w:rsidR="007849C6" w:rsidRDefault="007849C6" w:rsidP="00186E94">
      <w:pPr>
        <w:pStyle w:val="libNormal"/>
        <w:rPr>
          <w:rtl/>
        </w:rPr>
      </w:pPr>
      <w:r>
        <w:rPr>
          <w:rtl/>
        </w:rPr>
        <w:t xml:space="preserve">1090 ـ علي بن منصور أبو الحسن كوفي سكن بغداد متكلم من </w:t>
      </w:r>
    </w:p>
    <w:p w:rsidR="007849C6" w:rsidRDefault="007849C6" w:rsidP="00186E94">
      <w:pPr>
        <w:pStyle w:val="libNormal0"/>
        <w:rPr>
          <w:rtl/>
        </w:rPr>
      </w:pPr>
      <w:r>
        <w:rPr>
          <w:rtl/>
        </w:rPr>
        <w:br w:type="page"/>
      </w:r>
      <w:r>
        <w:rPr>
          <w:rtl/>
        </w:rPr>
        <w:lastRenderedPageBreak/>
        <w:t xml:space="preserve">أصحاب هشام. </w:t>
      </w:r>
    </w:p>
    <w:p w:rsidR="007849C6" w:rsidRDefault="007849C6" w:rsidP="00186E94">
      <w:pPr>
        <w:pStyle w:val="libNormal"/>
        <w:rPr>
          <w:rtl/>
        </w:rPr>
      </w:pPr>
      <w:r>
        <w:rPr>
          <w:rtl/>
        </w:rPr>
        <w:t xml:space="preserve">1091 ـ علي بن مهزيار الاهوازي أبو الحسن دورقي الاصل مولى كان أبوه نصرانيا فأسلم ، وقيل إن عليا أيضا أسلم وعرف وتفقه ضا ، د ، دى ( جش ) اختص بأبي جعفر الثاني </w:t>
      </w:r>
      <w:r w:rsidR="0006364F" w:rsidRPr="0006364F">
        <w:rPr>
          <w:rStyle w:val="libAlaemChar"/>
          <w:rFonts w:hint="cs"/>
          <w:rtl/>
        </w:rPr>
        <w:t>عليه‌السلام</w:t>
      </w:r>
      <w:r>
        <w:rPr>
          <w:rtl/>
        </w:rPr>
        <w:t xml:space="preserve"> وتوكل له ، وكذلك أبو الحسن الثالث </w:t>
      </w:r>
      <w:r w:rsidR="0006364F" w:rsidRPr="0006364F">
        <w:rPr>
          <w:rStyle w:val="libAlaemChar"/>
          <w:rFonts w:hint="cs"/>
          <w:rtl/>
        </w:rPr>
        <w:t>عليه‌السلام</w:t>
      </w:r>
      <w:r>
        <w:rPr>
          <w:rtl/>
        </w:rPr>
        <w:t xml:space="preserve"> خرجت ، فيه توقيعات بكل خيروكان ثقة لامطعن عليه معتقدا ( كش ) : كان إذا طلعت الشمس لا يرفع رأسه حتى يدعو لالف من إخوانه ( ست ) : علي بن مهزيار جليل القدر واسع الرواية ثقة ، له ثلاثة وثلاثون كتابا. </w:t>
      </w:r>
    </w:p>
    <w:p w:rsidR="007849C6" w:rsidRDefault="007849C6" w:rsidP="00186E94">
      <w:pPr>
        <w:pStyle w:val="libNormal"/>
        <w:rPr>
          <w:rtl/>
        </w:rPr>
      </w:pPr>
      <w:r>
        <w:rPr>
          <w:rtl/>
        </w:rPr>
        <w:t xml:space="preserve">1092 ـ علي بن مهدي بن صدقة بن هشام بن غالب بن محمد الرقي الانصاري أبو الحسن ضا ( جش ). </w:t>
      </w:r>
    </w:p>
    <w:p w:rsidR="007849C6" w:rsidRDefault="007849C6" w:rsidP="00186E94">
      <w:pPr>
        <w:pStyle w:val="libNormal"/>
        <w:rPr>
          <w:rtl/>
        </w:rPr>
      </w:pPr>
      <w:r>
        <w:rPr>
          <w:rtl/>
        </w:rPr>
        <w:t xml:space="preserve">1093 ـ علي بن ميسرة نهاوندي ( بط ). </w:t>
      </w:r>
    </w:p>
    <w:p w:rsidR="007849C6" w:rsidRDefault="007849C6" w:rsidP="00186E94">
      <w:pPr>
        <w:pStyle w:val="libNormal"/>
        <w:rPr>
          <w:rtl/>
        </w:rPr>
      </w:pPr>
      <w:r>
        <w:rPr>
          <w:rtl/>
        </w:rPr>
        <w:t xml:space="preserve">1094 ـ علي بن ميمون الصائغ ، بالعين المعجمة ، أبو الحسن لقبه أبو الأكراد ق ، م ( جش ، غض ) حديثه يعرف وينكر. </w:t>
      </w:r>
    </w:p>
    <w:p w:rsidR="007849C6" w:rsidRDefault="007849C6" w:rsidP="00186E94">
      <w:pPr>
        <w:pStyle w:val="libNormal"/>
        <w:rPr>
          <w:rtl/>
        </w:rPr>
      </w:pPr>
      <w:r>
        <w:rPr>
          <w:rtl/>
        </w:rPr>
        <w:t xml:space="preserve">1095 ـ علي بن النعمان الاعلم النخعي أبو الحسن مولاهم كوفي ضا ( جخ ، ست ، جش ) وأخوه داود أعلى منه وابنه الحسن بن علي وابنه أحمد رويا الحديث وكان ثقة وجها ثبتا صحيحا واضح الطريقة. </w:t>
      </w:r>
    </w:p>
    <w:p w:rsidR="007849C6" w:rsidRDefault="007849C6" w:rsidP="00186E94">
      <w:pPr>
        <w:pStyle w:val="libNormal"/>
        <w:rPr>
          <w:rtl/>
        </w:rPr>
      </w:pPr>
      <w:r>
        <w:rPr>
          <w:rtl/>
        </w:rPr>
        <w:t xml:space="preserve">1096 ـ علي بن النعيم ثقة. </w:t>
      </w:r>
    </w:p>
    <w:p w:rsidR="007849C6" w:rsidRDefault="007849C6" w:rsidP="00186E94">
      <w:pPr>
        <w:pStyle w:val="libNormal"/>
        <w:rPr>
          <w:rtl/>
        </w:rPr>
      </w:pPr>
      <w:r>
        <w:rPr>
          <w:rtl/>
        </w:rPr>
        <w:t xml:space="preserve">1097 ـ علي بن وصيف أبو الحسن الناشي الشاعر المتكلم. </w:t>
      </w:r>
    </w:p>
    <w:p w:rsidR="007849C6" w:rsidRDefault="007849C6" w:rsidP="00186E94">
      <w:pPr>
        <w:pStyle w:val="libNormal"/>
        <w:rPr>
          <w:rtl/>
        </w:rPr>
      </w:pPr>
      <w:r>
        <w:rPr>
          <w:rtl/>
        </w:rPr>
        <w:t xml:space="preserve">1098 ـ علي بن يحيى بن الحسن مولى علي بن الحسين </w:t>
      </w:r>
      <w:r w:rsidR="0006364F" w:rsidRPr="0006364F">
        <w:rPr>
          <w:rStyle w:val="libAlaemChar"/>
          <w:rFonts w:hint="cs"/>
          <w:rtl/>
        </w:rPr>
        <w:t>عليه‌السلام</w:t>
      </w:r>
      <w:r>
        <w:rPr>
          <w:rtl/>
        </w:rPr>
        <w:t xml:space="preserve"> ضا ( جخ ) كوفي ثقة ومنهم من أثبته : ( علي بن يحيى بن الحسين ) والحق الاول. </w:t>
      </w:r>
    </w:p>
    <w:p w:rsidR="007849C6" w:rsidRDefault="007849C6" w:rsidP="00186E94">
      <w:pPr>
        <w:pStyle w:val="libNormal"/>
        <w:rPr>
          <w:rtl/>
        </w:rPr>
      </w:pPr>
      <w:r>
        <w:rPr>
          <w:rtl/>
        </w:rPr>
        <w:t xml:space="preserve">1099 ـ علي بن يقطين بن موسى ، البغدادي سكنها وهو كوفي الاصل مولى بني أسد أبو الحسن ، وكان أبوه يقطين بن موسى داعية طلبه مروان فهرب وولد علي بالكوفة سنة أربع وعشرين ومائة وهربت أمه به وبعبيد </w:t>
      </w:r>
    </w:p>
    <w:p w:rsidR="007849C6" w:rsidRDefault="007849C6" w:rsidP="00186E94">
      <w:pPr>
        <w:pStyle w:val="libNormal0"/>
        <w:rPr>
          <w:rtl/>
        </w:rPr>
      </w:pPr>
      <w:r>
        <w:rPr>
          <w:rtl/>
        </w:rPr>
        <w:br w:type="page"/>
      </w:r>
      <w:r>
        <w:rPr>
          <w:rtl/>
        </w:rPr>
        <w:lastRenderedPageBreak/>
        <w:t xml:space="preserve">أخيه إلى المدينة حتى ظهرت الدولة ( الهاشمية ) ورجعت ، مات في أيام موسى </w:t>
      </w:r>
      <w:r w:rsidR="0006364F" w:rsidRPr="0006364F">
        <w:rPr>
          <w:rStyle w:val="libAlaemChar"/>
          <w:rFonts w:hint="cs"/>
          <w:rtl/>
        </w:rPr>
        <w:t>عليه‌السلام</w:t>
      </w:r>
      <w:r>
        <w:rPr>
          <w:rtl/>
        </w:rPr>
        <w:t xml:space="preserve"> سنة اثنتين وثمانين ومائة ببغداد وهو </w:t>
      </w:r>
      <w:r w:rsidR="0006364F" w:rsidRPr="0006364F">
        <w:rPr>
          <w:rStyle w:val="libAlaemChar"/>
          <w:rFonts w:hint="cs"/>
          <w:rtl/>
        </w:rPr>
        <w:t>عليه‌السلام</w:t>
      </w:r>
      <w:r>
        <w:rPr>
          <w:rtl/>
        </w:rPr>
        <w:t xml:space="preserve"> محبوس في سجن هارون مدة أربع سنين ( جش ) عن ق حديثا واحدا وعن م كثيرا ( كش ) ضمن له أبو الحسن </w:t>
      </w:r>
      <w:r w:rsidR="0006364F" w:rsidRPr="0006364F">
        <w:rPr>
          <w:rStyle w:val="libAlaemChar"/>
          <w:rFonts w:hint="cs"/>
          <w:rtl/>
        </w:rPr>
        <w:t>عليه‌السلام</w:t>
      </w:r>
      <w:r>
        <w:rPr>
          <w:rtl/>
        </w:rPr>
        <w:t xml:space="preserve"> الجنة ( ست ) : كان جليل القدر عظيم المنزلة عند أبي الحسن </w:t>
      </w:r>
      <w:r w:rsidR="0006364F" w:rsidRPr="0006364F">
        <w:rPr>
          <w:rStyle w:val="libAlaemChar"/>
          <w:rFonts w:hint="cs"/>
          <w:rtl/>
        </w:rPr>
        <w:t>عليه‌السلام</w:t>
      </w:r>
      <w:r>
        <w:rPr>
          <w:rtl/>
        </w:rPr>
        <w:t xml:space="preserve"> عظيم المكان في الطائفة وكان أبوه يقطين في خدمة أبي العباس وأبي جعفر المنصور ومع ذلك يتشيع ويقول بالامامة وكذلك ولده ، يحمل الاموال إلى الصادق </w:t>
      </w:r>
      <w:r w:rsidR="0006364F" w:rsidRPr="0006364F">
        <w:rPr>
          <w:rStyle w:val="libAlaemChar"/>
          <w:rFonts w:hint="cs"/>
          <w:rtl/>
        </w:rPr>
        <w:t>عليه‌السلام</w:t>
      </w:r>
      <w:r>
        <w:rPr>
          <w:rtl/>
        </w:rPr>
        <w:t xml:space="preserve"> توفي علي بمدينة السلام سنة اثنتين وثمانين ومائة ، وسنه سبع وخمسون سنة ، وصلى عليه ولي العهد محمد بن الرشيد وكانت وفاته وأبو الحسن </w:t>
      </w:r>
      <w:r w:rsidR="0006364F" w:rsidRPr="0006364F">
        <w:rPr>
          <w:rStyle w:val="libAlaemChar"/>
          <w:rFonts w:hint="cs"/>
          <w:rtl/>
        </w:rPr>
        <w:t>عليه‌السلام</w:t>
      </w:r>
      <w:r>
        <w:rPr>
          <w:rtl/>
        </w:rPr>
        <w:t xml:space="preserve"> في الحبس ، وبقي </w:t>
      </w:r>
      <w:r w:rsidR="0006364F" w:rsidRPr="0006364F">
        <w:rPr>
          <w:rStyle w:val="libAlaemChar"/>
          <w:rFonts w:hint="cs"/>
          <w:rtl/>
        </w:rPr>
        <w:t>عليه‌السلام</w:t>
      </w:r>
      <w:r>
        <w:rPr>
          <w:rtl/>
        </w:rPr>
        <w:t xml:space="preserve"> بعد موته في الحبس أربع سنين وروى الكشي عن أبي الحسن </w:t>
      </w:r>
      <w:r w:rsidR="0006364F" w:rsidRPr="0006364F">
        <w:rPr>
          <w:rStyle w:val="libAlaemChar"/>
          <w:rFonts w:hint="cs"/>
          <w:rtl/>
        </w:rPr>
        <w:t>عليه‌السلام</w:t>
      </w:r>
      <w:r>
        <w:rPr>
          <w:rtl/>
        </w:rPr>
        <w:t xml:space="preserve"> أنه قال : « ما عرض في قلبي أحد في الموقف إلا علي بن يقطين فانه ما زال معي حتى أفضت » ولعلي كتب. </w:t>
      </w:r>
    </w:p>
    <w:p w:rsidR="007849C6" w:rsidRDefault="007849C6" w:rsidP="00186E94">
      <w:pPr>
        <w:pStyle w:val="libNormal"/>
        <w:rPr>
          <w:rtl/>
        </w:rPr>
      </w:pPr>
      <w:r>
        <w:rPr>
          <w:rtl/>
        </w:rPr>
        <w:t xml:space="preserve">1100 ـ عمارة بن زيد الخيواني الهمداني مدني لم ( جش ) لايعرف من أمره غير هذا. </w:t>
      </w:r>
    </w:p>
    <w:p w:rsidR="007849C6" w:rsidRDefault="007849C6" w:rsidP="00186E94">
      <w:pPr>
        <w:pStyle w:val="libNormal"/>
        <w:rPr>
          <w:rtl/>
        </w:rPr>
      </w:pPr>
      <w:r>
        <w:rPr>
          <w:rtl/>
        </w:rPr>
        <w:t xml:space="preserve">1101 ـ عمار أبو اليقظان الاسدي ( جش ) له كتاب. </w:t>
      </w:r>
    </w:p>
    <w:p w:rsidR="007849C6" w:rsidRDefault="007849C6" w:rsidP="00186E94">
      <w:pPr>
        <w:pStyle w:val="libNormal"/>
        <w:rPr>
          <w:rtl/>
        </w:rPr>
      </w:pPr>
      <w:r>
        <w:rPr>
          <w:rtl/>
        </w:rPr>
        <w:t xml:space="preserve">1102 ـ عمار بن مروان مولى بني ثوبان بن سالم مولى بني يشكر وأخوه عمرو ق ( ست ، جش ) ثقتان. </w:t>
      </w:r>
    </w:p>
    <w:p w:rsidR="007849C6" w:rsidRDefault="007849C6" w:rsidP="00186E94">
      <w:pPr>
        <w:pStyle w:val="libNormal"/>
        <w:rPr>
          <w:rtl/>
        </w:rPr>
      </w:pPr>
      <w:r>
        <w:rPr>
          <w:rtl/>
        </w:rPr>
        <w:t xml:space="preserve">1103 ـ عمار بن ياسر </w:t>
      </w:r>
      <w:r w:rsidR="006B246D" w:rsidRPr="006B246D">
        <w:rPr>
          <w:rStyle w:val="libAlaemChar"/>
          <w:rFonts w:hint="cs"/>
          <w:rtl/>
        </w:rPr>
        <w:t>رحمه‌الله</w:t>
      </w:r>
      <w:r>
        <w:rPr>
          <w:rtl/>
        </w:rPr>
        <w:t xml:space="preserve"> صاحب رسول الله </w:t>
      </w:r>
      <w:r w:rsidR="0006364F" w:rsidRPr="0006364F">
        <w:rPr>
          <w:rStyle w:val="libAlaemChar"/>
          <w:rFonts w:hint="cs"/>
          <w:rtl/>
        </w:rPr>
        <w:t>صلى‌الله‌عليه‌وآله</w:t>
      </w:r>
      <w:r>
        <w:rPr>
          <w:rtl/>
        </w:rPr>
        <w:t xml:space="preserve"> روى حمران بن أعين عن أبي جعفر </w:t>
      </w:r>
      <w:r w:rsidR="0006364F" w:rsidRPr="0006364F">
        <w:rPr>
          <w:rStyle w:val="libAlaemChar"/>
          <w:rFonts w:hint="cs"/>
          <w:rtl/>
        </w:rPr>
        <w:t>عليه‌السلام</w:t>
      </w:r>
      <w:r>
        <w:rPr>
          <w:rtl/>
        </w:rPr>
        <w:t xml:space="preserve"> قال : قلت ما تقول في عمار بن ياسر </w:t>
      </w:r>
      <w:r w:rsidR="006B246D" w:rsidRPr="006B246D">
        <w:rPr>
          <w:rStyle w:val="libAlaemChar"/>
          <w:rFonts w:hint="cs"/>
          <w:rtl/>
        </w:rPr>
        <w:t>رحمه‌الله</w:t>
      </w:r>
      <w:r>
        <w:rPr>
          <w:rtl/>
        </w:rPr>
        <w:t xml:space="preserve"> ؟ قال : رحم الله عمارا ـ ثلاثا ـ قاتل مع أمير المؤمنين فقتل شهيدا ل ، ى ( كش ). </w:t>
      </w:r>
    </w:p>
    <w:p w:rsidR="007849C6" w:rsidRDefault="007849C6" w:rsidP="00186E94">
      <w:pPr>
        <w:pStyle w:val="libNormal"/>
        <w:rPr>
          <w:rtl/>
        </w:rPr>
      </w:pPr>
      <w:r>
        <w:rPr>
          <w:rtl/>
        </w:rPr>
        <w:t xml:space="preserve">1104 ـ عمر بن أبان الكلبي أبو حفص مولى كوفي ، ومن أصحابنا من أثبته ( الكليني ) وهو تصحيف ق ( جخ ، جش ) كذا. </w:t>
      </w:r>
    </w:p>
    <w:p w:rsidR="007849C6" w:rsidRDefault="007849C6" w:rsidP="00186E94">
      <w:pPr>
        <w:pStyle w:val="libNormal"/>
        <w:rPr>
          <w:rtl/>
        </w:rPr>
      </w:pPr>
      <w:r>
        <w:rPr>
          <w:rtl/>
        </w:rPr>
        <w:br w:type="page"/>
      </w:r>
      <w:r>
        <w:rPr>
          <w:rtl/>
        </w:rPr>
        <w:lastRenderedPageBreak/>
        <w:t xml:space="preserve">1105 ـ عمر أبو حفص الزبالي ق ( جش ) كذا. </w:t>
      </w:r>
    </w:p>
    <w:p w:rsidR="007849C6" w:rsidRDefault="007849C6" w:rsidP="00186E94">
      <w:pPr>
        <w:pStyle w:val="libNormal"/>
        <w:rPr>
          <w:rtl/>
        </w:rPr>
      </w:pPr>
      <w:r>
        <w:rPr>
          <w:rtl/>
        </w:rPr>
        <w:t xml:space="preserve">1106 ـ عمر أبو حفص الرماني ق ( جش ) وعن رجل عنه. </w:t>
      </w:r>
    </w:p>
    <w:p w:rsidR="007849C6" w:rsidRDefault="007849C6" w:rsidP="00186E94">
      <w:pPr>
        <w:pStyle w:val="libNormal"/>
        <w:rPr>
          <w:rtl/>
        </w:rPr>
      </w:pPr>
      <w:r>
        <w:rPr>
          <w:rtl/>
        </w:rPr>
        <w:t xml:space="preserve">1107 ـ عمر بن أبي زياد الابزاري ق ( جخ ، ست ، جش ). </w:t>
      </w:r>
    </w:p>
    <w:p w:rsidR="007849C6" w:rsidRDefault="007849C6" w:rsidP="00186E94">
      <w:pPr>
        <w:pStyle w:val="libNormal"/>
        <w:rPr>
          <w:rtl/>
        </w:rPr>
      </w:pPr>
      <w:r>
        <w:rPr>
          <w:rtl/>
        </w:rPr>
        <w:t xml:space="preserve">1108 ـ عمرو بن إبراهيم الازدي ق ( جخ ، جش ) كوفي ثقة. </w:t>
      </w:r>
    </w:p>
    <w:p w:rsidR="007849C6" w:rsidRDefault="007849C6" w:rsidP="00186E94">
      <w:pPr>
        <w:pStyle w:val="libNormal"/>
        <w:rPr>
          <w:rtl/>
        </w:rPr>
      </w:pPr>
      <w:r>
        <w:rPr>
          <w:rtl/>
        </w:rPr>
        <w:t xml:space="preserve">1109 ـ عمرو بن أبي المقدام ثابت بن هرمز الحذاء </w:t>
      </w:r>
      <w:r w:rsidRPr="00186E94">
        <w:rPr>
          <w:rStyle w:val="libFootnotenumChar"/>
          <w:rtl/>
        </w:rPr>
        <w:t>(1)</w:t>
      </w:r>
      <w:r>
        <w:rPr>
          <w:rtl/>
        </w:rPr>
        <w:t xml:space="preserve"> مولى بني عجل ين ، قر ، ق ( كش ) ممدوح ، وروي أن أبا عبد الله </w:t>
      </w:r>
      <w:r w:rsidR="0006364F" w:rsidRPr="0006364F">
        <w:rPr>
          <w:rStyle w:val="libAlaemChar"/>
          <w:rFonts w:hint="cs"/>
          <w:rtl/>
        </w:rPr>
        <w:t>عليه‌السلام</w:t>
      </w:r>
      <w:r>
        <w:rPr>
          <w:rtl/>
        </w:rPr>
        <w:t xml:space="preserve"> شهد له بأنه من الحاج. </w:t>
      </w:r>
    </w:p>
    <w:p w:rsidR="007849C6" w:rsidRDefault="007849C6" w:rsidP="00186E94">
      <w:pPr>
        <w:pStyle w:val="libNormal"/>
        <w:rPr>
          <w:rtl/>
        </w:rPr>
      </w:pPr>
      <w:r>
        <w:rPr>
          <w:rtl/>
        </w:rPr>
        <w:t xml:space="preserve">1110 ـ عمرو بن أبي نصر واسمه زيد وقيل زياد مولى السكون ثم مولى زيد بن فرات ، الشرعبي ، بالشين المعجمة المفتوحة والراء الساكنة والعين المهملة المفتوحة والباء المفردة المكسورة ، منسوب إلى شرعب بن قيس بن معاوية بن جشم بن عبد شمس بن وائل ق ( جش ) ثقة. </w:t>
      </w:r>
    </w:p>
    <w:p w:rsidR="007849C6" w:rsidRDefault="007849C6" w:rsidP="00186E94">
      <w:pPr>
        <w:pStyle w:val="libNormal"/>
        <w:rPr>
          <w:rtl/>
        </w:rPr>
      </w:pPr>
      <w:r>
        <w:rPr>
          <w:rtl/>
        </w:rPr>
        <w:t xml:space="preserve">1111 ـ عمرو بن اذينة كوفي </w:t>
      </w:r>
      <w:r w:rsidRPr="00186E94">
        <w:rPr>
          <w:rStyle w:val="libFootnotenumChar"/>
          <w:rtl/>
        </w:rPr>
        <w:t>(2)</w:t>
      </w:r>
      <w:r>
        <w:rPr>
          <w:rtl/>
        </w:rPr>
        <w:t xml:space="preserve"> ويقال إن اسمه محمد بن عمرو فغلب عليه اسم أبيه لم ( كش جخ ست ) هرب من المهدي ومات في اليمن فلذلك لم يرو عنه كثيرا ، وهو عبد لبني القيس. </w:t>
      </w:r>
    </w:p>
    <w:p w:rsidR="007849C6" w:rsidRDefault="007849C6" w:rsidP="00186E94">
      <w:pPr>
        <w:pStyle w:val="libNormal"/>
        <w:rPr>
          <w:rtl/>
        </w:rPr>
      </w:pPr>
      <w:r>
        <w:rPr>
          <w:rtl/>
        </w:rPr>
        <w:t xml:space="preserve">1112 ـ عمرو بن حريث ، بالحاء المهملة المضمومة والراء المفتوحة والياء المثناة تحت والثاء المثلثة ق ( جخ ، كش ، جش ) أبو أحمد الصيرفي الاسدي كوفي مولى ثقة. </w:t>
      </w:r>
    </w:p>
    <w:p w:rsidR="007849C6" w:rsidRDefault="007849C6" w:rsidP="00186E94">
      <w:pPr>
        <w:pStyle w:val="libNormal"/>
        <w:rPr>
          <w:rtl/>
        </w:rPr>
      </w:pPr>
      <w:r>
        <w:rPr>
          <w:rtl/>
        </w:rPr>
        <w:t xml:space="preserve">1113 ـ عمرو بن حريث أبو خلاد الكوفي ق ( جخ ) مهمل. </w:t>
      </w:r>
    </w:p>
    <w:p w:rsidR="007849C6" w:rsidRDefault="007849C6" w:rsidP="00186E94">
      <w:pPr>
        <w:pStyle w:val="libNormal"/>
        <w:rPr>
          <w:rtl/>
        </w:rPr>
      </w:pPr>
      <w:r>
        <w:rPr>
          <w:rtl/>
        </w:rPr>
        <w:t xml:space="preserve">1114 ـ عمرو بن حريث أبو محمد الاشجعي الكوفي ق ( جخ ) مهمل. </w:t>
      </w:r>
    </w:p>
    <w:p w:rsidR="007849C6" w:rsidRDefault="007849C6" w:rsidP="00186E94">
      <w:pPr>
        <w:pStyle w:val="libNormal"/>
        <w:rPr>
          <w:rtl/>
        </w:rPr>
      </w:pPr>
      <w:r>
        <w:rPr>
          <w:rtl/>
        </w:rPr>
        <w:t xml:space="preserve">1115 ـ عمرو بن حسان الازدي ق ( جخ ) ثقة.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في المعاجم الرجالية الحداد بدل الحذاء. </w:t>
      </w:r>
    </w:p>
    <w:p w:rsidR="007849C6" w:rsidRDefault="007849C6" w:rsidP="002C2B53">
      <w:pPr>
        <w:pStyle w:val="libFootnote0"/>
        <w:rPr>
          <w:rtl/>
        </w:rPr>
      </w:pPr>
      <w:r>
        <w:rPr>
          <w:rtl/>
        </w:rPr>
        <w:t xml:space="preserve">2 ـ الموجود في رجال الشيخ في بابي أصحاب الصادق والكاظم ـ </w:t>
      </w:r>
      <w:r w:rsidR="0006364F" w:rsidRPr="0006364F">
        <w:rPr>
          <w:rStyle w:val="libAlaemChar"/>
          <w:rFonts w:hint="cs"/>
          <w:rtl/>
        </w:rPr>
        <w:t>عليهما‌السلام</w:t>
      </w:r>
      <w:r>
        <w:rPr>
          <w:rtl/>
        </w:rPr>
        <w:t xml:space="preserve"> ، وفي فهرسته ( عمر ) بدون الواو ، وكذا في الكشي والنجاشي ، فراجع </w:t>
      </w:r>
    </w:p>
    <w:p w:rsidR="007849C6" w:rsidRDefault="007849C6" w:rsidP="00186E94">
      <w:pPr>
        <w:pStyle w:val="libNormal"/>
        <w:rPr>
          <w:rtl/>
        </w:rPr>
      </w:pPr>
      <w:r>
        <w:rPr>
          <w:rtl/>
        </w:rPr>
        <w:br w:type="page"/>
      </w:r>
      <w:r>
        <w:rPr>
          <w:rtl/>
        </w:rPr>
        <w:lastRenderedPageBreak/>
        <w:t xml:space="preserve">1116 ـ عمرو بن حفص الرماني ق ( جخ ) كوفي ثقة. </w:t>
      </w:r>
    </w:p>
    <w:p w:rsidR="007849C6" w:rsidRDefault="007849C6" w:rsidP="00186E94">
      <w:pPr>
        <w:pStyle w:val="libNormal"/>
        <w:rPr>
          <w:rtl/>
        </w:rPr>
      </w:pPr>
      <w:r>
        <w:rPr>
          <w:rtl/>
        </w:rPr>
        <w:t xml:space="preserve">1117 ـ عمرو بن الحمق صاحب رسول الله </w:t>
      </w:r>
      <w:r w:rsidR="00CA64D5" w:rsidRPr="00CA64D5">
        <w:rPr>
          <w:rStyle w:val="libAlaemChar"/>
          <w:rFonts w:hint="cs"/>
          <w:rtl/>
        </w:rPr>
        <w:t>صلى‌الله‌عليه‌وآله‌وسلم</w:t>
      </w:r>
      <w:r>
        <w:rPr>
          <w:rtl/>
        </w:rPr>
        <w:t xml:space="preserve"> شهد له الحسين </w:t>
      </w:r>
      <w:r w:rsidR="0006364F" w:rsidRPr="0006364F">
        <w:rPr>
          <w:rStyle w:val="libAlaemChar"/>
          <w:rFonts w:hint="cs"/>
          <w:rtl/>
        </w:rPr>
        <w:t>عليه‌السلام</w:t>
      </w:r>
      <w:r>
        <w:rPr>
          <w:rtl/>
        </w:rPr>
        <w:t xml:space="preserve"> بالصلاح والعبادة ل ، ى ، ن ( جخ ، كش ). </w:t>
      </w:r>
    </w:p>
    <w:p w:rsidR="007849C6" w:rsidRDefault="007849C6" w:rsidP="00186E94">
      <w:pPr>
        <w:pStyle w:val="libNormal"/>
        <w:rPr>
          <w:rtl/>
        </w:rPr>
      </w:pPr>
      <w:r>
        <w:rPr>
          <w:rtl/>
        </w:rPr>
        <w:t xml:space="preserve">1118 ـ عمرو بن حنظلة الكوفي العجلي ق ( جخ ). </w:t>
      </w:r>
    </w:p>
    <w:p w:rsidR="007849C6" w:rsidRDefault="007849C6" w:rsidP="00186E94">
      <w:pPr>
        <w:pStyle w:val="libNormal"/>
        <w:rPr>
          <w:rtl/>
        </w:rPr>
      </w:pPr>
      <w:r>
        <w:rPr>
          <w:rtl/>
        </w:rPr>
        <w:t xml:space="preserve">1119 ـ عمرو بن خالد الحناط ، بالحاء المهملة والنون ، لقبه الافرق ق ( جش ) مولى ثقة عين. </w:t>
      </w:r>
    </w:p>
    <w:p w:rsidR="007849C6" w:rsidRDefault="007849C6" w:rsidP="00186E94">
      <w:pPr>
        <w:pStyle w:val="libNormal"/>
        <w:rPr>
          <w:rtl/>
        </w:rPr>
      </w:pPr>
      <w:r>
        <w:rPr>
          <w:rtl/>
        </w:rPr>
        <w:t xml:space="preserve">1120 ـ عمرو بن دينار المكي قر ، ق ( جخ ) أحد أئمة التابعين فاضل. </w:t>
      </w:r>
    </w:p>
    <w:p w:rsidR="007849C6" w:rsidRDefault="007849C6" w:rsidP="00186E94">
      <w:pPr>
        <w:pStyle w:val="libNormal"/>
        <w:rPr>
          <w:rtl/>
        </w:rPr>
      </w:pPr>
      <w:r>
        <w:rPr>
          <w:rtl/>
        </w:rPr>
        <w:t xml:space="preserve">1121 ـ عمرو بن دينار الكوفي ق ( جخ ) مهمل. </w:t>
      </w:r>
    </w:p>
    <w:p w:rsidR="007849C6" w:rsidRDefault="007849C6" w:rsidP="00186E94">
      <w:pPr>
        <w:pStyle w:val="libNormal"/>
        <w:rPr>
          <w:rtl/>
        </w:rPr>
      </w:pPr>
      <w:r>
        <w:rPr>
          <w:rtl/>
        </w:rPr>
        <w:t xml:space="preserve">1122 ـ عمرو بن الربيع أبو أحمد البصري ق ( جش ) ثقة. </w:t>
      </w:r>
    </w:p>
    <w:p w:rsidR="007849C6" w:rsidRDefault="007849C6" w:rsidP="00186E94">
      <w:pPr>
        <w:pStyle w:val="libNormal"/>
        <w:rPr>
          <w:rtl/>
        </w:rPr>
      </w:pPr>
      <w:r>
        <w:rPr>
          <w:rtl/>
        </w:rPr>
        <w:t xml:space="preserve">1123 ـ عمرو بن سالم صاحب السابري وأخوه حفص ق ( جخ ، ست ، جش ) ثقتان. </w:t>
      </w:r>
    </w:p>
    <w:p w:rsidR="007849C6" w:rsidRDefault="007849C6" w:rsidP="00186E94">
      <w:pPr>
        <w:pStyle w:val="libNormal"/>
        <w:rPr>
          <w:rtl/>
        </w:rPr>
      </w:pPr>
      <w:r>
        <w:rPr>
          <w:rtl/>
        </w:rPr>
        <w:t xml:space="preserve">1124 ـ عمرو بن عبدالله بن يعلي بن مرة الثقفي لم ( جش ) روى عن أبيه عن جده عن أمير المؤمنين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1125 ـ عمرو بن عبيدالله الازرق أبو علي ق ( جش ). </w:t>
      </w:r>
    </w:p>
    <w:p w:rsidR="007849C6" w:rsidRDefault="007849C6" w:rsidP="00186E94">
      <w:pPr>
        <w:pStyle w:val="libNormal"/>
        <w:rPr>
          <w:rtl/>
        </w:rPr>
      </w:pPr>
      <w:r>
        <w:rPr>
          <w:rtl/>
        </w:rPr>
        <w:t xml:space="preserve">1126 ، 1127 ـ عمرو بن عثمان الثقفي الخراز بالراء فالزاي وقيل الازدي أبو علي لم ( جش ) ثقة نقي الحديث صحيح الحكايات ، ومن أصحابنا من أثبته : ( عمرو بن غياث ) والاول بخط الشيخ أبي جعفر </w:t>
      </w:r>
      <w:r w:rsidR="006B246D" w:rsidRPr="006B246D">
        <w:rPr>
          <w:rStyle w:val="libAlaemChar"/>
          <w:rFonts w:hint="cs"/>
          <w:rtl/>
        </w:rPr>
        <w:t>رحمه‌الله</w:t>
      </w:r>
      <w:r>
        <w:rPr>
          <w:rtl/>
        </w:rPr>
        <w:t xml:space="preserve"> وأما عمرو بن غياث فانه أبو الأسود الحضرمي ، ذاك من رجال الصادق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1128 ـ عمرو بن علي بن أبي طالب ى ( جخ ) معروف. </w:t>
      </w:r>
    </w:p>
    <w:p w:rsidR="007849C6" w:rsidRDefault="007849C6" w:rsidP="00186E94">
      <w:pPr>
        <w:pStyle w:val="libNormal"/>
        <w:rPr>
          <w:rtl/>
        </w:rPr>
      </w:pPr>
      <w:r>
        <w:rPr>
          <w:rtl/>
        </w:rPr>
        <w:t xml:space="preserve">1129 ـ عمرو بن علي بن الحسين الاشرف ين ( جخ ) معروف. </w:t>
      </w:r>
    </w:p>
    <w:p w:rsidR="007849C6" w:rsidRDefault="007849C6" w:rsidP="00186E94">
      <w:pPr>
        <w:pStyle w:val="libNormal"/>
        <w:rPr>
          <w:rtl/>
        </w:rPr>
      </w:pPr>
      <w:r>
        <w:rPr>
          <w:rtl/>
        </w:rPr>
        <w:t xml:space="preserve">1130 ـ عمرو بن محمد بن سليم بن البراء يكنى أبا بكر المعروف بابن الجعابي ، بالجيم المكسورة والعين المهملة والباء المفردة ، والتبس على بعض </w:t>
      </w:r>
    </w:p>
    <w:p w:rsidR="007849C6" w:rsidRDefault="007849C6" w:rsidP="00186E94">
      <w:pPr>
        <w:pStyle w:val="libNormal0"/>
        <w:rPr>
          <w:rtl/>
        </w:rPr>
      </w:pPr>
      <w:r>
        <w:rPr>
          <w:rtl/>
        </w:rPr>
        <w:br w:type="page"/>
      </w:r>
      <w:r>
        <w:rPr>
          <w:rtl/>
        </w:rPr>
        <w:lastRenderedPageBreak/>
        <w:t xml:space="preserve">الاصحاب فقال بابن المعاني والحق الاول لم ( جخ ) خرج إلى سيف الدولة فقربه واختص به ، وكان عارفا بالرجال من العامة والخاصة. </w:t>
      </w:r>
    </w:p>
    <w:p w:rsidR="007849C6" w:rsidRDefault="007849C6" w:rsidP="00186E94">
      <w:pPr>
        <w:pStyle w:val="libNormal"/>
        <w:rPr>
          <w:rtl/>
        </w:rPr>
      </w:pPr>
      <w:r>
        <w:rPr>
          <w:rtl/>
        </w:rPr>
        <w:t xml:space="preserve">1131 ـ عمرو بن محمد بن عبدالرحمن بن أذنية بن سلمة بن الحارث ق ( جخ ، جش ) شيخ من أصحابنا البصريين ووجههم ، روايته مكاتبة. </w:t>
      </w:r>
    </w:p>
    <w:p w:rsidR="007849C6" w:rsidRDefault="007849C6" w:rsidP="00186E94">
      <w:pPr>
        <w:pStyle w:val="libNormal"/>
        <w:rPr>
          <w:rtl/>
        </w:rPr>
      </w:pPr>
      <w:r>
        <w:rPr>
          <w:rtl/>
        </w:rPr>
        <w:t xml:space="preserve">1132 ـ عمرو بن محصن يكنى أبا احيحة بالمهملتين ى ( جخ ) اصيب بصفين وهو الذي جهز أمير المؤمنين ( ع ) إلى الجمل بمائة ألف درهم. </w:t>
      </w:r>
    </w:p>
    <w:p w:rsidR="007849C6" w:rsidRDefault="007849C6" w:rsidP="00186E94">
      <w:pPr>
        <w:pStyle w:val="libNormal"/>
        <w:rPr>
          <w:rtl/>
        </w:rPr>
      </w:pPr>
      <w:r>
        <w:rPr>
          <w:rtl/>
        </w:rPr>
        <w:t xml:space="preserve">1133 ـ عمرو بن محمد بن يزيد أبو الأسود بياع السابري مولى ثقيف ق ، م ( جخ ، ست ، جش ) ثقة جليل. </w:t>
      </w:r>
    </w:p>
    <w:p w:rsidR="007849C6" w:rsidRDefault="007849C6" w:rsidP="00186E94">
      <w:pPr>
        <w:pStyle w:val="libNormal"/>
        <w:rPr>
          <w:rtl/>
        </w:rPr>
      </w:pPr>
      <w:r>
        <w:rPr>
          <w:rtl/>
        </w:rPr>
        <w:t xml:space="preserve">1134 ـ عمرو بن مروان ( جخ ، جش ) كوفي ثقة خزاز ، بالمعجمات. </w:t>
      </w:r>
    </w:p>
    <w:p w:rsidR="007849C6" w:rsidRDefault="007849C6" w:rsidP="00186E94">
      <w:pPr>
        <w:pStyle w:val="libNormal"/>
        <w:rPr>
          <w:rtl/>
        </w:rPr>
      </w:pPr>
      <w:r>
        <w:rPr>
          <w:rtl/>
        </w:rPr>
        <w:t xml:space="preserve">1135 ـ عمرو بن منهال بن مقلاص القيسي ق ، م ( جش ) له ولدان أحمد والحسن من أهل الحديث. </w:t>
      </w:r>
    </w:p>
    <w:p w:rsidR="007849C6" w:rsidRDefault="007849C6" w:rsidP="00186E94">
      <w:pPr>
        <w:pStyle w:val="libNormal"/>
        <w:rPr>
          <w:rtl/>
        </w:rPr>
      </w:pPr>
      <w:r>
        <w:rPr>
          <w:rtl/>
        </w:rPr>
        <w:t xml:space="preserve">1136 ـ عمرو بن إلياس البجلي كوفي قر ، ق ( جخ ، جش ) هو أبو إلياس بن عمرو البجلي. أيضا ابن ابن الاول ق ( جش ) ثقة روى عن الطاطري ، وأخواه يعقوب ورقيم ثقتان. </w:t>
      </w:r>
    </w:p>
    <w:p w:rsidR="007849C6" w:rsidRDefault="007849C6" w:rsidP="00186E94">
      <w:pPr>
        <w:pStyle w:val="libNormal"/>
        <w:rPr>
          <w:rtl/>
        </w:rPr>
      </w:pPr>
      <w:r>
        <w:rPr>
          <w:rtl/>
        </w:rPr>
        <w:t xml:space="preserve">1137 ـ عمر بن يزيد بياع السابري م ( جخ ، ست ) ثقة له كتاب. </w:t>
      </w:r>
    </w:p>
    <w:p w:rsidR="007849C6" w:rsidRDefault="007849C6" w:rsidP="00186E94">
      <w:pPr>
        <w:pStyle w:val="libNormal"/>
        <w:rPr>
          <w:rtl/>
        </w:rPr>
      </w:pPr>
      <w:r>
        <w:rPr>
          <w:rtl/>
        </w:rPr>
        <w:t xml:space="preserve">1138 ـ عمرو بن يزيد الثقفي مولاهم البزازق ( جخ ) مهمل. </w:t>
      </w:r>
    </w:p>
    <w:p w:rsidR="007849C6" w:rsidRDefault="007849C6" w:rsidP="00186E94">
      <w:pPr>
        <w:pStyle w:val="libNormal"/>
        <w:rPr>
          <w:rtl/>
        </w:rPr>
      </w:pPr>
      <w:r>
        <w:rPr>
          <w:rtl/>
        </w:rPr>
        <w:t xml:space="preserve">1139 ـ عمر بن يزيد بن ذبيان الصيقل أبو موسى مولى بني نهد ق ( جخ ، جش ) ثقة. </w:t>
      </w:r>
    </w:p>
    <w:p w:rsidR="007849C6" w:rsidRDefault="007849C6" w:rsidP="00186E94">
      <w:pPr>
        <w:pStyle w:val="libNormal"/>
        <w:rPr>
          <w:rtl/>
        </w:rPr>
      </w:pPr>
      <w:r>
        <w:rPr>
          <w:rtl/>
        </w:rPr>
        <w:t xml:space="preserve">1140 ـ عمرو بن اليسع كوفي ( جش ) له كتاب. </w:t>
      </w:r>
    </w:p>
    <w:p w:rsidR="007849C6" w:rsidRDefault="007849C6" w:rsidP="00186E94">
      <w:pPr>
        <w:pStyle w:val="libNormal"/>
        <w:rPr>
          <w:rtl/>
        </w:rPr>
      </w:pPr>
      <w:r>
        <w:rPr>
          <w:rtl/>
        </w:rPr>
        <w:t xml:space="preserve">1141 ـ عمران بن إسماعيل قال ابن بطة : حدثنا البرقي عنه بكتابه. </w:t>
      </w:r>
    </w:p>
    <w:p w:rsidR="007849C6" w:rsidRDefault="007849C6" w:rsidP="00186E94">
      <w:pPr>
        <w:pStyle w:val="libNormal"/>
        <w:rPr>
          <w:rtl/>
        </w:rPr>
      </w:pPr>
      <w:r>
        <w:rPr>
          <w:rtl/>
        </w:rPr>
        <w:t xml:space="preserve">1142 ـ عمران بن الحصين ى ( كش ) من الذين رجعوا إليه ( ع ). </w:t>
      </w:r>
    </w:p>
    <w:p w:rsidR="007849C6" w:rsidRDefault="007849C6" w:rsidP="00186E94">
      <w:pPr>
        <w:pStyle w:val="libNormal"/>
        <w:rPr>
          <w:rtl/>
        </w:rPr>
      </w:pPr>
      <w:r>
        <w:rPr>
          <w:rtl/>
        </w:rPr>
        <w:br w:type="page"/>
      </w:r>
      <w:r>
        <w:rPr>
          <w:rtl/>
        </w:rPr>
        <w:lastRenderedPageBreak/>
        <w:t xml:space="preserve">1143 ـ عمران بن حمران الاذرعي من أهل أذرعات ق ( جش ). </w:t>
      </w:r>
    </w:p>
    <w:p w:rsidR="007849C6" w:rsidRDefault="007849C6" w:rsidP="00186E94">
      <w:pPr>
        <w:pStyle w:val="libNormal"/>
        <w:rPr>
          <w:rtl/>
        </w:rPr>
      </w:pPr>
      <w:r>
        <w:rPr>
          <w:rtl/>
        </w:rPr>
        <w:t xml:space="preserve">1144 ـ عمران بن شفاء الاصبحي كوفي ق ( جش ). </w:t>
      </w:r>
    </w:p>
    <w:p w:rsidR="007849C6" w:rsidRDefault="007849C6" w:rsidP="00186E94">
      <w:pPr>
        <w:pStyle w:val="libNormal"/>
        <w:rPr>
          <w:rtl/>
        </w:rPr>
      </w:pPr>
      <w:r>
        <w:rPr>
          <w:rtl/>
        </w:rPr>
        <w:t xml:space="preserve">1145 ـ عمران وعيسى ابنا عبدالله القميان ممدوحان دعا أبو عبد الله </w:t>
      </w:r>
      <w:r w:rsidR="0006364F" w:rsidRPr="0006364F">
        <w:rPr>
          <w:rStyle w:val="libAlaemChar"/>
          <w:rFonts w:hint="cs"/>
          <w:rtl/>
        </w:rPr>
        <w:t>عليه‌السلام</w:t>
      </w:r>
      <w:r>
        <w:rPr>
          <w:rtl/>
        </w:rPr>
        <w:t xml:space="preserve"> لعمران حيث خاط له المضارب فقال : أسأل الله أن يصلي على محمد وآل محمد وأن يظلك وعترتك يوم لاظل إلا ظله. وقال فيه أيضا إن بالباب رجلا منا أهل البيت. ثم قال : هو منا حيا وميتا. </w:t>
      </w:r>
      <w:r>
        <w:rPr>
          <w:rtl/>
        </w:rPr>
        <w:cr/>
        <w:t xml:space="preserve">1146 ـ عمران بن علي بن أبي شعبة أبو الفضل الحلبي ثقة لامطعن عليه. </w:t>
      </w:r>
    </w:p>
    <w:p w:rsidR="007849C6" w:rsidRDefault="007849C6" w:rsidP="00186E94">
      <w:pPr>
        <w:pStyle w:val="libNormal"/>
        <w:rPr>
          <w:rtl/>
        </w:rPr>
      </w:pPr>
      <w:r>
        <w:rPr>
          <w:rtl/>
        </w:rPr>
        <w:t xml:space="preserve">1147 ـ عمران بن قطن ق ( جش ) له كتاب. </w:t>
      </w:r>
    </w:p>
    <w:p w:rsidR="007849C6" w:rsidRDefault="007849C6" w:rsidP="00186E94">
      <w:pPr>
        <w:pStyle w:val="libNormal"/>
        <w:rPr>
          <w:rtl/>
        </w:rPr>
      </w:pPr>
      <w:r>
        <w:rPr>
          <w:rtl/>
        </w:rPr>
        <w:t xml:space="preserve">1148 ـ عمران بن محمد بن عمران بن عبدالله بن سعد الاشعري القمي ضا ( جخ ، ست ) ثقة. </w:t>
      </w:r>
    </w:p>
    <w:p w:rsidR="007849C6" w:rsidRDefault="007849C6" w:rsidP="00186E94">
      <w:pPr>
        <w:pStyle w:val="libNormal"/>
        <w:rPr>
          <w:rtl/>
        </w:rPr>
      </w:pPr>
      <w:r>
        <w:rPr>
          <w:rtl/>
        </w:rPr>
        <w:t xml:space="preserve">1149 ـ عمران بن مسكان أبو محمد ( جش ) كوفي ثقة. </w:t>
      </w:r>
    </w:p>
    <w:p w:rsidR="007849C6" w:rsidRDefault="007849C6" w:rsidP="00186E94">
      <w:pPr>
        <w:pStyle w:val="libNormal"/>
        <w:rPr>
          <w:rtl/>
        </w:rPr>
      </w:pPr>
      <w:r>
        <w:rPr>
          <w:rtl/>
        </w:rPr>
        <w:t xml:space="preserve">1150 ـ عمران بن موسى الزيتوني ( جش ) قمي ثقة. </w:t>
      </w:r>
    </w:p>
    <w:p w:rsidR="007849C6" w:rsidRDefault="007849C6" w:rsidP="00186E94">
      <w:pPr>
        <w:pStyle w:val="libNormal"/>
        <w:rPr>
          <w:rtl/>
        </w:rPr>
      </w:pPr>
      <w:r>
        <w:rPr>
          <w:rtl/>
        </w:rPr>
        <w:t xml:space="preserve">1151 ـ عمران بن ميثم بن يحيى الاسدي قر ، ق ( جش ) مولى ثقة. </w:t>
      </w:r>
    </w:p>
    <w:p w:rsidR="007849C6" w:rsidRDefault="007849C6" w:rsidP="00186E94">
      <w:pPr>
        <w:pStyle w:val="libNormal"/>
        <w:rPr>
          <w:rtl/>
        </w:rPr>
      </w:pPr>
      <w:r>
        <w:rPr>
          <w:rtl/>
        </w:rPr>
        <w:t xml:space="preserve">1152 ـ العمركي بن علي بن محمد البوفكي ، و ( بوفك ) قرية من قرى نيسابور ، شيخ من أصحابنا ثقة. وكان سيدنا جمال الدين قدس الله روحه يقول : في رواية صحيحة ان اسمه علي بن البوفكي ، له كتب. </w:t>
      </w:r>
    </w:p>
    <w:p w:rsidR="007849C6" w:rsidRDefault="007849C6" w:rsidP="00186E94">
      <w:pPr>
        <w:pStyle w:val="libNormal"/>
        <w:rPr>
          <w:rtl/>
        </w:rPr>
      </w:pPr>
      <w:r>
        <w:rPr>
          <w:rtl/>
        </w:rPr>
        <w:t xml:space="preserve">1153 ـ عنبسة بن حماد خير فاضل قر ، ق ( جش ). </w:t>
      </w:r>
    </w:p>
    <w:p w:rsidR="007849C6" w:rsidRDefault="007849C6" w:rsidP="00186E94">
      <w:pPr>
        <w:pStyle w:val="libNormal"/>
        <w:rPr>
          <w:rtl/>
        </w:rPr>
      </w:pPr>
      <w:r>
        <w:rPr>
          <w:rtl/>
        </w:rPr>
        <w:t xml:space="preserve">1154 ـ عنبسة بن بجاد ، بالباء المفردة ، العابد مولى بني أسد كان قاضيا ق ( جخ ، جش ) ثقة. </w:t>
      </w:r>
    </w:p>
    <w:p w:rsidR="007849C6" w:rsidRDefault="007849C6" w:rsidP="00186E94">
      <w:pPr>
        <w:pStyle w:val="libNormal"/>
        <w:rPr>
          <w:rtl/>
        </w:rPr>
      </w:pPr>
      <w:r>
        <w:rPr>
          <w:rtl/>
        </w:rPr>
        <w:t xml:space="preserve">1155 ـ عنبسة بن مصعب العجلي ق ، م ( جخ ). </w:t>
      </w:r>
    </w:p>
    <w:p w:rsidR="007849C6" w:rsidRDefault="007849C6" w:rsidP="00186E94">
      <w:pPr>
        <w:pStyle w:val="libNormal"/>
        <w:rPr>
          <w:rtl/>
        </w:rPr>
      </w:pPr>
      <w:r>
        <w:rPr>
          <w:rtl/>
        </w:rPr>
        <w:t xml:space="preserve">1156 ـ عوف بن الحارث ى ( جخ ) بدري. </w:t>
      </w:r>
    </w:p>
    <w:p w:rsidR="007849C6" w:rsidRDefault="007849C6" w:rsidP="00186E94">
      <w:pPr>
        <w:pStyle w:val="libNormal"/>
        <w:rPr>
          <w:rtl/>
        </w:rPr>
      </w:pPr>
      <w:r>
        <w:rPr>
          <w:rtl/>
        </w:rPr>
        <w:t xml:space="preserve">1157 ـ عون بن جعفر بن أبي طالب ى ( جخ ). </w:t>
      </w:r>
    </w:p>
    <w:p w:rsidR="007849C6" w:rsidRDefault="007849C6" w:rsidP="00186E94">
      <w:pPr>
        <w:pStyle w:val="libNormal"/>
        <w:rPr>
          <w:rtl/>
        </w:rPr>
      </w:pPr>
      <w:r>
        <w:rPr>
          <w:rtl/>
        </w:rPr>
        <w:br w:type="page"/>
      </w:r>
      <w:r>
        <w:rPr>
          <w:rtl/>
        </w:rPr>
        <w:lastRenderedPageBreak/>
        <w:t xml:space="preserve">1158 ـ عون بن جرير ، صاحب عمرو بن هارون الثقفي ذكره ابن بطة ( جش ، ست ). </w:t>
      </w:r>
    </w:p>
    <w:p w:rsidR="007849C6" w:rsidRDefault="007849C6" w:rsidP="00186E94">
      <w:pPr>
        <w:pStyle w:val="libNormal"/>
        <w:rPr>
          <w:rtl/>
        </w:rPr>
      </w:pPr>
      <w:r>
        <w:rPr>
          <w:rtl/>
        </w:rPr>
        <w:t xml:space="preserve">1159 ـ عون بن سالم ( جش ) ثقة قليل الحديث كوفي. </w:t>
      </w:r>
    </w:p>
    <w:p w:rsidR="007849C6" w:rsidRDefault="007849C6" w:rsidP="00186E94">
      <w:pPr>
        <w:pStyle w:val="libNormal"/>
        <w:rPr>
          <w:rtl/>
        </w:rPr>
      </w:pPr>
      <w:r>
        <w:rPr>
          <w:rtl/>
        </w:rPr>
        <w:t xml:space="preserve">1160 ـ عون بن عبدالله بن جعفر بن أبي طالب سين ( جخ ) استشهد معه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1161 ـ العوام بن حوشب بن يزيد بن اديم ، وبعض الاصحاب أثبته ( بن رويم ) الشيباني ق ( جش ) ممدوح ، هو أكبر من أخيه طلاب. </w:t>
      </w:r>
    </w:p>
    <w:p w:rsidR="007849C6" w:rsidRDefault="007849C6" w:rsidP="00186E94">
      <w:pPr>
        <w:pStyle w:val="libNormal"/>
        <w:rPr>
          <w:rtl/>
        </w:rPr>
      </w:pPr>
      <w:r>
        <w:rPr>
          <w:rtl/>
        </w:rPr>
        <w:t xml:space="preserve">1162 ـ عيسى بن أي منصور شلقان ق ( جخ ، كش ، جش ) ممدوح ، روي أن أبا عبد الله </w:t>
      </w:r>
      <w:r w:rsidR="0006364F" w:rsidRPr="0006364F">
        <w:rPr>
          <w:rStyle w:val="libAlaemChar"/>
          <w:rFonts w:hint="cs"/>
          <w:rtl/>
        </w:rPr>
        <w:t>عليه‌السلام</w:t>
      </w:r>
      <w:r>
        <w:rPr>
          <w:rtl/>
        </w:rPr>
        <w:t xml:space="preserve"> كان يقول إذا رآه : ( من أحب أن يرى رجلا من أهل الجنة فلينظر إلى هذا ) كان خيرا فاضلا. وأعلم أن هذا غير عيسى بن صبيح العرزمي وإن كان أبو منصور اسمه صبيح لكنه غير شلقان ، ومن أصحابنا من توهمه أياه والشيخ </w:t>
      </w:r>
      <w:r w:rsidR="006B246D" w:rsidRPr="006B246D">
        <w:rPr>
          <w:rStyle w:val="libAlaemChar"/>
          <w:rFonts w:hint="cs"/>
          <w:rtl/>
        </w:rPr>
        <w:t>رحمه‌الله</w:t>
      </w:r>
      <w:r>
        <w:rPr>
          <w:rtl/>
        </w:rPr>
        <w:t xml:space="preserve"> قد بين اختلافهما. </w:t>
      </w:r>
    </w:p>
    <w:p w:rsidR="007849C6" w:rsidRDefault="007849C6" w:rsidP="00186E94">
      <w:pPr>
        <w:pStyle w:val="libNormal"/>
        <w:rPr>
          <w:rtl/>
        </w:rPr>
      </w:pPr>
      <w:r>
        <w:rPr>
          <w:rtl/>
        </w:rPr>
        <w:t xml:space="preserve">1163 ـ عيسى بن أحمد بن عيسى بن المنصور أبو موسى السر من رائي دى ( جش ). </w:t>
      </w:r>
    </w:p>
    <w:p w:rsidR="007849C6" w:rsidRDefault="007849C6" w:rsidP="00186E94">
      <w:pPr>
        <w:pStyle w:val="libNormal"/>
        <w:rPr>
          <w:rtl/>
        </w:rPr>
      </w:pPr>
      <w:r>
        <w:rPr>
          <w:rtl/>
        </w:rPr>
        <w:t xml:space="preserve">1164 ـ عيسى بن أعين الجريرى ، بضم الجيم والراءين المهملتين منسوب إلى جرير بن عباد ، بالضم والتخفيف ، بن ضبيعة بن قيسر بن ثعلبة الاسدي ق ( جش ) مولى كوفي ثقة ، وروى عن عبيد بن عيسى ابن أعين صاحب السبوب وهي الثياب البيض من القز. </w:t>
      </w:r>
    </w:p>
    <w:p w:rsidR="007849C6" w:rsidRDefault="007849C6" w:rsidP="00186E94">
      <w:pPr>
        <w:pStyle w:val="libNormal"/>
        <w:rPr>
          <w:rtl/>
        </w:rPr>
      </w:pPr>
      <w:r>
        <w:rPr>
          <w:rtl/>
        </w:rPr>
        <w:t xml:space="preserve">1165 ـ عيسى بن حمزة المدايني الثقفي ق ( جش ). </w:t>
      </w:r>
    </w:p>
    <w:p w:rsidR="007849C6" w:rsidRDefault="007849C6" w:rsidP="00186E94">
      <w:pPr>
        <w:pStyle w:val="libNormal"/>
        <w:rPr>
          <w:rtl/>
        </w:rPr>
      </w:pPr>
      <w:r>
        <w:rPr>
          <w:rtl/>
        </w:rPr>
        <w:t xml:space="preserve">1166 ـ عيسى بن جعفر بن عاصم العاصمي م ( كش ) ممدوح ضرب ثلاثمائة سوط ورمي به في الدجلة ، قال محمد بن الفرج : كتبت إلى أبي الحسن ( ع ) أسأله عنه فدعا له. </w:t>
      </w:r>
    </w:p>
    <w:p w:rsidR="007849C6" w:rsidRDefault="007849C6" w:rsidP="00186E94">
      <w:pPr>
        <w:pStyle w:val="libNormal"/>
        <w:rPr>
          <w:rtl/>
        </w:rPr>
      </w:pPr>
      <w:r>
        <w:rPr>
          <w:rtl/>
        </w:rPr>
        <w:br w:type="page"/>
      </w:r>
      <w:r>
        <w:rPr>
          <w:rtl/>
        </w:rPr>
        <w:lastRenderedPageBreak/>
        <w:t xml:space="preserve">1167 ـ عيسى بن داود النجار م ( جش ) كوفي من أصحابنا قليل الرواية. </w:t>
      </w:r>
    </w:p>
    <w:p w:rsidR="007849C6" w:rsidRDefault="007849C6" w:rsidP="00186E94">
      <w:pPr>
        <w:pStyle w:val="libNormal"/>
        <w:rPr>
          <w:rtl/>
        </w:rPr>
      </w:pPr>
      <w:r>
        <w:rPr>
          <w:rtl/>
        </w:rPr>
        <w:t xml:space="preserve">1168 ـ عيسى بن راشدق ( جش ) يعرف بابن كازر. </w:t>
      </w:r>
    </w:p>
    <w:p w:rsidR="007849C6" w:rsidRDefault="007849C6" w:rsidP="00186E94">
      <w:pPr>
        <w:pStyle w:val="libNormal"/>
        <w:rPr>
          <w:rtl/>
        </w:rPr>
      </w:pPr>
      <w:r>
        <w:rPr>
          <w:rtl/>
        </w:rPr>
        <w:t xml:space="preserve">1169 ـ عيسى بن روضة صاحب المنصور كان متكلما جيد الكلام ( جش ) له كتاب في الامامة ، وصفه أحمد بن أبي طاهر في كتاب بغداد </w:t>
      </w:r>
      <w:r w:rsidRPr="00186E94">
        <w:rPr>
          <w:rStyle w:val="libFootnotenumChar"/>
          <w:rtl/>
        </w:rPr>
        <w:t>(1)</w:t>
      </w:r>
      <w:r>
        <w:rPr>
          <w:rtl/>
        </w:rPr>
        <w:t xml:space="preserve">. </w:t>
      </w:r>
    </w:p>
    <w:p w:rsidR="007849C6" w:rsidRDefault="007849C6" w:rsidP="00186E94">
      <w:pPr>
        <w:pStyle w:val="libNormal"/>
        <w:rPr>
          <w:rtl/>
        </w:rPr>
      </w:pPr>
      <w:r>
        <w:rPr>
          <w:rtl/>
        </w:rPr>
        <w:t xml:space="preserve">1170 ـ عيسى بن السري أبو اليسع الكرخي بغدادي ق ( جش ، ست ، كش ، جخ ) مدحاه. </w:t>
      </w:r>
    </w:p>
    <w:p w:rsidR="007849C6" w:rsidRDefault="007849C6" w:rsidP="00186E94">
      <w:pPr>
        <w:pStyle w:val="libNormal"/>
        <w:rPr>
          <w:rtl/>
        </w:rPr>
      </w:pPr>
      <w:r>
        <w:rPr>
          <w:rtl/>
        </w:rPr>
        <w:t xml:space="preserve">1171 ـ عيسى بن صبيح العرزمي بالراء فالزاي ق ( كش ) عربي ثقة صليب. </w:t>
      </w:r>
    </w:p>
    <w:p w:rsidR="007849C6" w:rsidRDefault="007849C6" w:rsidP="00186E94">
      <w:pPr>
        <w:pStyle w:val="libNormal"/>
        <w:rPr>
          <w:rtl/>
        </w:rPr>
      </w:pPr>
      <w:r>
        <w:rPr>
          <w:rtl/>
        </w:rPr>
        <w:t xml:space="preserve">1172 ـ عيسى بن عبدالله بن محمد بن عمر بن علي بن أبي طالب لم ( جش ) له كتاب. </w:t>
      </w:r>
    </w:p>
    <w:p w:rsidR="007849C6" w:rsidRDefault="007849C6" w:rsidP="00186E94">
      <w:pPr>
        <w:pStyle w:val="libNormal"/>
        <w:rPr>
          <w:rtl/>
        </w:rPr>
      </w:pPr>
      <w:r>
        <w:rPr>
          <w:rtl/>
        </w:rPr>
        <w:t xml:space="preserve">1173 ـ عيسى بن عبدالله القمي ق ( جخ ، كش ) ثقة ، قبل الصادق </w:t>
      </w:r>
      <w:r w:rsidR="0006364F" w:rsidRPr="0006364F">
        <w:rPr>
          <w:rStyle w:val="libAlaemChar"/>
          <w:rFonts w:hint="cs"/>
          <w:rtl/>
        </w:rPr>
        <w:t>عليه‌السلام</w:t>
      </w:r>
      <w:r>
        <w:rPr>
          <w:rtl/>
        </w:rPr>
        <w:t xml:space="preserve"> بين عينيه وقال : أنت منا. </w:t>
      </w:r>
    </w:p>
    <w:p w:rsidR="007849C6" w:rsidRDefault="007849C6" w:rsidP="00186E94">
      <w:pPr>
        <w:pStyle w:val="libNormal"/>
        <w:rPr>
          <w:rtl/>
        </w:rPr>
      </w:pPr>
      <w:r>
        <w:rPr>
          <w:rtl/>
        </w:rPr>
        <w:t xml:space="preserve">1174 ـ عيسى بن عبدالله بن سعد بن مالك الاشعري ق ، م ( جخ ، كش ، عق ) كان وجها عند أبي عبدالله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1175 ـ عيسى بن ماهان أبو جعفر الرازي ق ( جخ ). </w:t>
      </w:r>
    </w:p>
    <w:p w:rsidR="007849C6" w:rsidRDefault="007849C6" w:rsidP="00186E94">
      <w:pPr>
        <w:pStyle w:val="libNormal"/>
        <w:rPr>
          <w:rtl/>
        </w:rPr>
      </w:pPr>
      <w:r>
        <w:rPr>
          <w:rtl/>
        </w:rPr>
        <w:t xml:space="preserve">1176 ـ عيسى بن المستفاد أبو موسى البجلي الضرير قر ( جخ ، ست ، جش ) لم يكن بذاك. </w:t>
      </w:r>
    </w:p>
    <w:p w:rsidR="007849C6" w:rsidRDefault="007849C6" w:rsidP="00186E94">
      <w:pPr>
        <w:pStyle w:val="libNormal"/>
        <w:rPr>
          <w:rtl/>
        </w:rPr>
      </w:pPr>
      <w:r>
        <w:rPr>
          <w:rtl/>
        </w:rPr>
        <w:t xml:space="preserve">1177 ـ عيسى بن مهران المستعطف أبو موسى لم ( جخ ، ست ، جش ) له كتب.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هو أحمد بن طيفور أبي طاهر الخراساني المولود سنة 204 والمتوفى ببغداد سنة 280 ، له تاريخ بغداد طبع منه المجلد السادس. </w:t>
      </w:r>
    </w:p>
    <w:p w:rsidR="007849C6" w:rsidRDefault="007849C6" w:rsidP="00186E94">
      <w:pPr>
        <w:pStyle w:val="libNormal"/>
        <w:rPr>
          <w:rtl/>
        </w:rPr>
      </w:pPr>
      <w:r>
        <w:rPr>
          <w:rtl/>
        </w:rPr>
        <w:br w:type="page"/>
      </w:r>
      <w:r>
        <w:rPr>
          <w:rtl/>
        </w:rPr>
        <w:lastRenderedPageBreak/>
        <w:t xml:space="preserve">1178 ـ عيسى مولى الانصارمن أهل خراسان ق ( جخ ) خدمه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1179 ـ عيسى بن الوليد الهمداني ( جش ) كوفي ثقة. </w:t>
      </w:r>
    </w:p>
    <w:p w:rsidR="007849C6" w:rsidRDefault="007849C6" w:rsidP="00186E94">
      <w:pPr>
        <w:pStyle w:val="libNormal"/>
        <w:rPr>
          <w:rtl/>
        </w:rPr>
      </w:pPr>
      <w:r>
        <w:rPr>
          <w:rtl/>
        </w:rPr>
        <w:t xml:space="preserve">1180 ـ عيسى بن هشام ( جش ) له كتاب. </w:t>
      </w:r>
    </w:p>
    <w:p w:rsidR="007849C6" w:rsidRDefault="007849C6" w:rsidP="00186E94">
      <w:pPr>
        <w:pStyle w:val="libNormal"/>
        <w:rPr>
          <w:rtl/>
        </w:rPr>
      </w:pPr>
      <w:r>
        <w:rPr>
          <w:rtl/>
        </w:rPr>
        <w:t xml:space="preserve">1181 ـ العيص ، بالعين المهملة المكسورة والياء المثناة تحت والصاد المهملة ، بن القاسم هو وأخوه الربيع ابنا اخت سليمان بن خالد الاقطع ق ( جخ ، كش ) ممدوح ثقة عين. </w:t>
      </w:r>
    </w:p>
    <w:p w:rsidR="007849C6" w:rsidRDefault="007849C6" w:rsidP="007849C6">
      <w:pPr>
        <w:pStyle w:val="Heading1Center"/>
        <w:rPr>
          <w:rtl/>
        </w:rPr>
      </w:pPr>
      <w:bookmarkStart w:id="61" w:name="_Toc265165246"/>
      <w:bookmarkStart w:id="62" w:name="_Toc286683175"/>
      <w:bookmarkStart w:id="63" w:name="_Toc403904032"/>
      <w:r>
        <w:rPr>
          <w:rtl/>
        </w:rPr>
        <w:t>( باب الغين المعجمة )</w:t>
      </w:r>
      <w:bookmarkEnd w:id="61"/>
      <w:bookmarkEnd w:id="62"/>
      <w:bookmarkEnd w:id="63"/>
    </w:p>
    <w:p w:rsidR="007849C6" w:rsidRDefault="007849C6" w:rsidP="00186E94">
      <w:pPr>
        <w:pStyle w:val="libNormal"/>
        <w:rPr>
          <w:rtl/>
        </w:rPr>
      </w:pPr>
      <w:r>
        <w:rPr>
          <w:rtl/>
        </w:rPr>
        <w:t xml:space="preserve">1182 ـ غالب بن عثمان الهمداني الشاعر المشاعري ق ( جخ ) </w:t>
      </w:r>
      <w:r w:rsidRPr="00186E94">
        <w:rPr>
          <w:rStyle w:val="libFootnotenumChar"/>
          <w:rtl/>
        </w:rPr>
        <w:t>(1)</w:t>
      </w:r>
      <w:r>
        <w:rPr>
          <w:rtl/>
        </w:rPr>
        <w:t xml:space="preserve"> كوفي يكنى أبا سلمة مهمل. </w:t>
      </w:r>
    </w:p>
    <w:p w:rsidR="007849C6" w:rsidRDefault="007849C6" w:rsidP="00186E94">
      <w:pPr>
        <w:pStyle w:val="libNormal"/>
        <w:rPr>
          <w:rtl/>
        </w:rPr>
      </w:pPr>
      <w:r>
        <w:rPr>
          <w:rtl/>
        </w:rPr>
        <w:t xml:space="preserve">1183 ـ غالب بن عثمان المنقري مولاهم السمال ، بالسين المهملة واللام بمعنى الكحال ق ( جخ ) كوفي. </w:t>
      </w:r>
    </w:p>
    <w:p w:rsidR="007849C6" w:rsidRDefault="007849C6" w:rsidP="00186E94">
      <w:pPr>
        <w:pStyle w:val="libNormal"/>
        <w:rPr>
          <w:rtl/>
        </w:rPr>
      </w:pPr>
      <w:r>
        <w:rPr>
          <w:rtl/>
        </w:rPr>
        <w:t xml:space="preserve">1184 ـ غياث بن كلوب بن فيهس البجلي ( جش ، جخ ) له كتاب ذكره مهملا. </w:t>
      </w:r>
    </w:p>
    <w:p w:rsidR="007849C6" w:rsidRDefault="007849C6" w:rsidP="007849C6">
      <w:pPr>
        <w:pStyle w:val="Heading1Center"/>
        <w:rPr>
          <w:rtl/>
        </w:rPr>
      </w:pPr>
      <w:bookmarkStart w:id="64" w:name="_Toc265165247"/>
      <w:bookmarkStart w:id="65" w:name="_Toc286683176"/>
      <w:bookmarkStart w:id="66" w:name="_Toc403904033"/>
      <w:r>
        <w:rPr>
          <w:rtl/>
        </w:rPr>
        <w:t>( باب الفاء )</w:t>
      </w:r>
      <w:bookmarkEnd w:id="64"/>
      <w:bookmarkEnd w:id="65"/>
      <w:bookmarkEnd w:id="66"/>
    </w:p>
    <w:p w:rsidR="007849C6" w:rsidRDefault="007849C6" w:rsidP="00186E94">
      <w:pPr>
        <w:pStyle w:val="libNormal"/>
        <w:rPr>
          <w:rtl/>
        </w:rPr>
      </w:pPr>
      <w:r>
        <w:rPr>
          <w:rtl/>
        </w:rPr>
        <w:t xml:space="preserve">1185 ـ فارس بن حاتم بن ماهويه القزويني ( كش ) شاذ الحديث. </w:t>
      </w:r>
    </w:p>
    <w:p w:rsidR="007849C6" w:rsidRDefault="007849C6" w:rsidP="00186E94">
      <w:pPr>
        <w:pStyle w:val="libNormal"/>
        <w:rPr>
          <w:rtl/>
        </w:rPr>
      </w:pPr>
      <w:r>
        <w:rPr>
          <w:rtl/>
        </w:rPr>
        <w:t xml:space="preserve">1186 ـ فارس بن سليمان أبو شجاع الارجاني لم ( جش ) شيخ من أصحابنا كثير الادب والحديث. </w:t>
      </w:r>
    </w:p>
    <w:p w:rsidR="007849C6" w:rsidRDefault="007849C6" w:rsidP="00186E94">
      <w:pPr>
        <w:pStyle w:val="libNormal"/>
        <w:rPr>
          <w:rtl/>
        </w:rPr>
      </w:pPr>
      <w:r>
        <w:rPr>
          <w:rtl/>
        </w:rPr>
        <w:t xml:space="preserve">1187 ـ الفاكهة بن سعد ى ( جخ ) قتل بصفين. </w:t>
      </w:r>
    </w:p>
    <w:p w:rsidR="007849C6" w:rsidRDefault="007849C6" w:rsidP="00186E94">
      <w:pPr>
        <w:pStyle w:val="libNormal"/>
        <w:rPr>
          <w:rtl/>
        </w:rPr>
      </w:pPr>
      <w:r>
        <w:rPr>
          <w:rtl/>
        </w:rPr>
        <w:t xml:space="preserve">1188 ـ فايد الحناط كوفي ، قال ابن فضال : ف ، م ـ </w:t>
      </w:r>
      <w:r w:rsidR="0006364F" w:rsidRPr="0006364F">
        <w:rPr>
          <w:rStyle w:val="libAlaemChar"/>
          <w:rFonts w:hint="cs"/>
          <w:rtl/>
        </w:rPr>
        <w:t>عليهما‌السلام</w:t>
      </w:r>
      <w:r>
        <w:rPr>
          <w:rFonts w:hint="cs"/>
          <w:rtl/>
        </w:rPr>
        <w:t>.</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وزاد الشيخ في رجاله في باب اصحاب الصادق </w:t>
      </w:r>
      <w:r w:rsidR="0006364F" w:rsidRPr="0006364F">
        <w:rPr>
          <w:rStyle w:val="libAlaemChar"/>
          <w:rFonts w:hint="cs"/>
          <w:rtl/>
        </w:rPr>
        <w:t>عليه‌السلام</w:t>
      </w:r>
      <w:r>
        <w:rPr>
          <w:rtl/>
        </w:rPr>
        <w:t xml:space="preserve"> أنه مات سنة 166 ه‍ ، وله ثمان وسبعون سنة. </w:t>
      </w:r>
    </w:p>
    <w:p w:rsidR="007849C6" w:rsidRDefault="007849C6" w:rsidP="00186E94">
      <w:pPr>
        <w:pStyle w:val="libNormal"/>
        <w:rPr>
          <w:rtl/>
        </w:rPr>
      </w:pPr>
      <w:r>
        <w:rPr>
          <w:rtl/>
        </w:rPr>
        <w:br w:type="page"/>
      </w:r>
      <w:r>
        <w:rPr>
          <w:rtl/>
        </w:rPr>
        <w:lastRenderedPageBreak/>
        <w:t xml:space="preserve">1189 ـ فرج السندي ( جش ) له كتاب. </w:t>
      </w:r>
    </w:p>
    <w:p w:rsidR="007849C6" w:rsidRDefault="007849C6" w:rsidP="00186E94">
      <w:pPr>
        <w:pStyle w:val="libNormal"/>
        <w:rPr>
          <w:rtl/>
        </w:rPr>
      </w:pPr>
      <w:r>
        <w:rPr>
          <w:rtl/>
        </w:rPr>
        <w:t xml:space="preserve">1190 ـ الفرزدق ، مادح علي بن الحسين </w:t>
      </w:r>
      <w:r w:rsidR="0006364F" w:rsidRPr="0006364F">
        <w:rPr>
          <w:rStyle w:val="libAlaemChar"/>
          <w:rFonts w:hint="cs"/>
          <w:rtl/>
        </w:rPr>
        <w:t>عليهما‌السلام</w:t>
      </w:r>
      <w:r>
        <w:rPr>
          <w:rtl/>
        </w:rPr>
        <w:t xml:space="preserve"> في وجه هشام حتى حبسه ين ( كش ، جخ ) ممدوح ، يكنى أبا فراس. </w:t>
      </w:r>
    </w:p>
    <w:p w:rsidR="007849C6" w:rsidRDefault="007849C6" w:rsidP="00186E94">
      <w:pPr>
        <w:pStyle w:val="libNormal"/>
        <w:rPr>
          <w:rtl/>
        </w:rPr>
      </w:pPr>
      <w:r>
        <w:rPr>
          <w:rtl/>
        </w:rPr>
        <w:t xml:space="preserve">1191 ـ فضالة بن أيوب الازدي م ، ضا ( جخ ، جش ) عربي صميم سكن الاهواز ، فقيه من فقهائهما. </w:t>
      </w:r>
    </w:p>
    <w:p w:rsidR="007849C6" w:rsidRDefault="007849C6" w:rsidP="00186E94">
      <w:pPr>
        <w:pStyle w:val="libNormal"/>
        <w:rPr>
          <w:rtl/>
        </w:rPr>
      </w:pPr>
      <w:r>
        <w:rPr>
          <w:rtl/>
        </w:rPr>
        <w:t xml:space="preserve">1192 ـ الفضل بن أبي قرة التميمي السمندي ـ بلد من أذربايجان ـ انتقل إلى أرمينية ق ( جش ) لم يكن بذاك. </w:t>
      </w:r>
    </w:p>
    <w:p w:rsidR="007849C6" w:rsidRDefault="007849C6" w:rsidP="00186E94">
      <w:pPr>
        <w:pStyle w:val="libNormal"/>
        <w:rPr>
          <w:rtl/>
        </w:rPr>
      </w:pPr>
      <w:r>
        <w:rPr>
          <w:rtl/>
        </w:rPr>
        <w:t xml:space="preserve">1193 ـ الفضل بن إسماعيل لم ( جش ) ثقة من أصحابنا قليل الحديث. </w:t>
      </w:r>
    </w:p>
    <w:p w:rsidR="007849C6" w:rsidRDefault="007849C6" w:rsidP="00186E94">
      <w:pPr>
        <w:pStyle w:val="libNormal"/>
        <w:rPr>
          <w:rtl/>
        </w:rPr>
      </w:pPr>
      <w:r>
        <w:rPr>
          <w:rtl/>
        </w:rPr>
        <w:t xml:space="preserve">1194 ـ الفضل بن الحارث لم ( كش ) ممدوح. </w:t>
      </w:r>
    </w:p>
    <w:p w:rsidR="007849C6" w:rsidRDefault="007849C6" w:rsidP="00186E94">
      <w:pPr>
        <w:pStyle w:val="libNormal"/>
        <w:rPr>
          <w:rtl/>
        </w:rPr>
      </w:pPr>
      <w:r>
        <w:rPr>
          <w:rtl/>
        </w:rPr>
        <w:t xml:space="preserve">1195 ـ الفضل بن الربيع ق ( جخ ) مهمل. </w:t>
      </w:r>
    </w:p>
    <w:p w:rsidR="007849C6" w:rsidRDefault="007849C6" w:rsidP="00186E94">
      <w:pPr>
        <w:pStyle w:val="libNormal"/>
        <w:rPr>
          <w:rtl/>
        </w:rPr>
      </w:pPr>
      <w:r>
        <w:rPr>
          <w:rtl/>
        </w:rPr>
        <w:t xml:space="preserve">1196 ـ الفضل بن الزبير الرسان قر ، ق ( كش ) ممدوح. </w:t>
      </w:r>
    </w:p>
    <w:p w:rsidR="007849C6" w:rsidRDefault="007849C6" w:rsidP="00186E94">
      <w:pPr>
        <w:pStyle w:val="libNormal"/>
        <w:rPr>
          <w:rtl/>
        </w:rPr>
      </w:pPr>
      <w:r>
        <w:rPr>
          <w:rtl/>
        </w:rPr>
        <w:t xml:space="preserve">1197 ـ الفضل بن سليمان الكاتب البغدادي كان يكتب للمنصور والمهدي على ديوان الخراج ق ، م ( جش ) مهمل. </w:t>
      </w:r>
    </w:p>
    <w:p w:rsidR="007849C6" w:rsidRDefault="007849C6" w:rsidP="00186E94">
      <w:pPr>
        <w:pStyle w:val="libNormal"/>
        <w:rPr>
          <w:rtl/>
        </w:rPr>
      </w:pPr>
      <w:r>
        <w:rPr>
          <w:rtl/>
        </w:rPr>
        <w:t xml:space="preserve">1198 ـ الفضل بن سنان ضا ( جخ ) نيسابوري وكيل. </w:t>
      </w:r>
    </w:p>
    <w:p w:rsidR="007849C6" w:rsidRDefault="007849C6" w:rsidP="00186E94">
      <w:pPr>
        <w:pStyle w:val="libNormal"/>
        <w:rPr>
          <w:rtl/>
        </w:rPr>
      </w:pPr>
      <w:r>
        <w:rPr>
          <w:rtl/>
        </w:rPr>
        <w:t xml:space="preserve">1199 ـ الفضل بن سهل ذو الرياستين ضا ( جخ ) مهمل. </w:t>
      </w:r>
    </w:p>
    <w:p w:rsidR="007849C6" w:rsidRDefault="007849C6" w:rsidP="00186E94">
      <w:pPr>
        <w:pStyle w:val="libNormal"/>
        <w:rPr>
          <w:rtl/>
        </w:rPr>
      </w:pPr>
      <w:r>
        <w:rPr>
          <w:rtl/>
        </w:rPr>
        <w:t xml:space="preserve">1200 ـ الفضل بن شاذان النيسابوري أبو محمد ، دى ، كر ( جخ ست ) متكلم فقيه جليل القدر ( جش ) كان أبوه من أصحاب يونس وروى عن أبي جعفر الثاني ، وقيل عن الرضا </w:t>
      </w:r>
      <w:r w:rsidR="0006364F" w:rsidRPr="0006364F">
        <w:rPr>
          <w:rStyle w:val="libAlaemChar"/>
          <w:rFonts w:hint="cs"/>
          <w:rtl/>
        </w:rPr>
        <w:t>عليه‌السلام</w:t>
      </w:r>
      <w:r>
        <w:rPr>
          <w:rtl/>
        </w:rPr>
        <w:t xml:space="preserve"> أيضا وكان أحد أصحابنا الفقهاء العظام والمتكلمين حاله أعظم من أن يشار إليها قيل : إنه دخل على أبي محمد العسكري </w:t>
      </w:r>
      <w:r w:rsidR="0006364F" w:rsidRPr="0006364F">
        <w:rPr>
          <w:rStyle w:val="libAlaemChar"/>
          <w:rFonts w:hint="cs"/>
          <w:rtl/>
        </w:rPr>
        <w:t>عليه‌السلام</w:t>
      </w:r>
      <w:r>
        <w:rPr>
          <w:rtl/>
        </w:rPr>
        <w:t xml:space="preserve"> فلما أراد أن يخرج سقط منه كتاب من تصنيفه فتناوله أبو محمد </w:t>
      </w:r>
      <w:r w:rsidR="0006364F" w:rsidRPr="0006364F">
        <w:rPr>
          <w:rStyle w:val="libAlaemChar"/>
          <w:rFonts w:hint="cs"/>
          <w:rtl/>
        </w:rPr>
        <w:t>عليه‌السلام</w:t>
      </w:r>
      <w:r>
        <w:rPr>
          <w:rtl/>
        </w:rPr>
        <w:t xml:space="preserve"> ونظر فيه وترحم عليه ، وذكر أنه قال : ( أغبط أهل خراسان لمكان الفضل وكونه بين أظهرهم ) وكفاه بذلك فخرا. وروى الكشي ما ينافي ذلك ولا التفات إليه </w:t>
      </w:r>
    </w:p>
    <w:p w:rsidR="007849C6" w:rsidRDefault="007849C6" w:rsidP="00186E94">
      <w:pPr>
        <w:pStyle w:val="libNormal"/>
        <w:rPr>
          <w:rtl/>
        </w:rPr>
      </w:pPr>
      <w:r>
        <w:rPr>
          <w:rtl/>
        </w:rPr>
        <w:br w:type="page"/>
      </w:r>
      <w:r>
        <w:rPr>
          <w:rtl/>
        </w:rPr>
        <w:lastRenderedPageBreak/>
        <w:t xml:space="preserve">1201 ـ الفضل بن عبدالرحمن لم ( جش ) بغدادي متكلم. </w:t>
      </w:r>
    </w:p>
    <w:p w:rsidR="007849C6" w:rsidRDefault="007849C6" w:rsidP="00186E94">
      <w:pPr>
        <w:pStyle w:val="libNormal"/>
        <w:rPr>
          <w:rtl/>
        </w:rPr>
      </w:pPr>
      <w:r>
        <w:rPr>
          <w:rtl/>
        </w:rPr>
        <w:t xml:space="preserve">1202 ـ الفضل بن عبدالملك أبو العباس البقباق ، بالباءين المفردتين والقافين ق ( جخ ) كوفي ثقة عين. </w:t>
      </w:r>
    </w:p>
    <w:p w:rsidR="007849C6" w:rsidRDefault="007849C6" w:rsidP="00186E94">
      <w:pPr>
        <w:pStyle w:val="libNormal"/>
        <w:rPr>
          <w:rtl/>
        </w:rPr>
      </w:pPr>
      <w:r>
        <w:rPr>
          <w:rtl/>
        </w:rPr>
        <w:t xml:space="preserve">1203 ـ الفضل بن عثمان المرادي كذا رأيته في بعض كتب اصحابنا ورأيت بخط الشيخ أبي جعفر </w:t>
      </w:r>
      <w:r w:rsidR="006B246D" w:rsidRPr="006B246D">
        <w:rPr>
          <w:rStyle w:val="libAlaemChar"/>
          <w:rFonts w:hint="cs"/>
          <w:rtl/>
        </w:rPr>
        <w:t>رحمه‌الله</w:t>
      </w:r>
      <w:r>
        <w:rPr>
          <w:rtl/>
        </w:rPr>
        <w:t xml:space="preserve"> في كتاب الرجال : ( الفضيل ) مصغرا ، الكوفي أبو محمد الصايغ ، بالياء المثناة تحت والغين المعجمة ق ( جخ ، جش ) مولى ثقة وهو ابن اخت علي بن ميمون المعروف بأبي الاكراد. </w:t>
      </w:r>
    </w:p>
    <w:p w:rsidR="007849C6" w:rsidRDefault="007849C6" w:rsidP="00186E94">
      <w:pPr>
        <w:pStyle w:val="libNormal"/>
        <w:rPr>
          <w:rtl/>
        </w:rPr>
      </w:pPr>
      <w:r>
        <w:rPr>
          <w:rtl/>
        </w:rPr>
        <w:t xml:space="preserve">1204 ـ الفضيل بن محمد بن راشد مولى الفضل البقباق ( قي ) كوفي ثقة ، كذا رأيته في كتب بعض الاصحاب ورأيت بخط الشيخ : ( الفضل مولى محمد بن راشد ). </w:t>
      </w:r>
    </w:p>
    <w:p w:rsidR="007849C6" w:rsidRDefault="007849C6" w:rsidP="00186E94">
      <w:pPr>
        <w:pStyle w:val="libNormal"/>
        <w:rPr>
          <w:rtl/>
        </w:rPr>
      </w:pPr>
      <w:r>
        <w:rPr>
          <w:rtl/>
        </w:rPr>
        <w:t xml:space="preserve">1205 ـ الفضيل بن يسار ، بالياء المثناة تحت والسين المهملة. النهدي ابو القاسم قر ، ق ( جخ ، جش ) مات في أيام أبي عبدالله </w:t>
      </w:r>
      <w:r w:rsidR="0006364F" w:rsidRPr="0006364F">
        <w:rPr>
          <w:rStyle w:val="libAlaemChar"/>
          <w:rFonts w:hint="cs"/>
          <w:rtl/>
        </w:rPr>
        <w:t>عليه‌السلام</w:t>
      </w:r>
      <w:r>
        <w:rPr>
          <w:rtl/>
        </w:rPr>
        <w:t xml:space="preserve"> قال ابن نوح. يكنى أبا مسور ( كش ) روي أن أبا عبد الله كان إذا رأه قال : ( بشر المخبتين ، من أحب أن يرى رجلا من أهل الجنة فلينظر إلى هذا ). </w:t>
      </w:r>
    </w:p>
    <w:p w:rsidR="007849C6" w:rsidRDefault="007849C6" w:rsidP="00186E94">
      <w:pPr>
        <w:pStyle w:val="libNormal"/>
        <w:rPr>
          <w:rtl/>
        </w:rPr>
      </w:pPr>
      <w:r>
        <w:rPr>
          <w:rtl/>
        </w:rPr>
        <w:t xml:space="preserve">1206 ـ الفضيل بن يسار </w:t>
      </w:r>
      <w:r w:rsidRPr="00186E94">
        <w:rPr>
          <w:rStyle w:val="libFootnotenumChar"/>
          <w:rtl/>
        </w:rPr>
        <w:t>(1)</w:t>
      </w:r>
      <w:r>
        <w:rPr>
          <w:rtl/>
        </w:rPr>
        <w:t xml:space="preserve"> ( بالياء المثناة تحت ) ق ، دى ، كر ( جخ ) بصري مولى ثقة. </w:t>
      </w:r>
    </w:p>
    <w:p w:rsidR="007849C6" w:rsidRDefault="007849C6" w:rsidP="00186E94">
      <w:pPr>
        <w:pStyle w:val="libNormal"/>
        <w:rPr>
          <w:rtl/>
        </w:rPr>
      </w:pPr>
      <w:r>
        <w:rPr>
          <w:rtl/>
        </w:rPr>
        <w:t xml:space="preserve">1207 ـ الفيض بن المختار الجعفي الكوفي كذا رأيته في خط الشيخ أبي جعفر </w:t>
      </w:r>
      <w:r w:rsidR="006B246D" w:rsidRPr="006B246D">
        <w:rPr>
          <w:rStyle w:val="libAlaemChar"/>
          <w:rFonts w:hint="cs"/>
          <w:rtl/>
        </w:rPr>
        <w:t>رحمه‌الله</w:t>
      </w:r>
      <w:r>
        <w:rPr>
          <w:rtl/>
        </w:rPr>
        <w:t xml:space="preserve"> ، وبعض اصحابنا أثبته الخثعمي ، والاول أثبت قر ، ق ، م ( جش ) ق.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هذا هو الفضيل بن يسار النهدي السابق ، ولم يذكره الشيخ في رجاله من أصحاب الهادي والعسكري ( ع ) لانه مات في أيام أبي عبدالله الصادق </w:t>
      </w:r>
      <w:r w:rsidR="0006364F" w:rsidRPr="0006364F">
        <w:rPr>
          <w:rStyle w:val="libAlaemChar"/>
          <w:rFonts w:hint="cs"/>
          <w:rtl/>
        </w:rPr>
        <w:t>عليه‌السلام</w:t>
      </w:r>
      <w:r>
        <w:rPr>
          <w:rtl/>
        </w:rPr>
        <w:t xml:space="preserve">. </w:t>
      </w:r>
    </w:p>
    <w:p w:rsidR="007849C6" w:rsidRDefault="007849C6" w:rsidP="007849C6">
      <w:pPr>
        <w:pStyle w:val="Heading1Center"/>
        <w:rPr>
          <w:rtl/>
        </w:rPr>
      </w:pPr>
      <w:r>
        <w:rPr>
          <w:rtl/>
        </w:rPr>
        <w:br w:type="page"/>
      </w:r>
      <w:bookmarkStart w:id="67" w:name="_Toc265165248"/>
      <w:bookmarkStart w:id="68" w:name="_Toc286683177"/>
      <w:bookmarkStart w:id="69" w:name="_Toc403904034"/>
      <w:r>
        <w:rPr>
          <w:rtl/>
        </w:rPr>
        <w:lastRenderedPageBreak/>
        <w:t>( باب القاف )</w:t>
      </w:r>
      <w:bookmarkEnd w:id="67"/>
      <w:bookmarkEnd w:id="68"/>
      <w:bookmarkEnd w:id="69"/>
    </w:p>
    <w:p w:rsidR="007849C6" w:rsidRDefault="007849C6" w:rsidP="00186E94">
      <w:pPr>
        <w:pStyle w:val="libNormal"/>
        <w:rPr>
          <w:rtl/>
        </w:rPr>
      </w:pPr>
      <w:r>
        <w:rPr>
          <w:rtl/>
        </w:rPr>
        <w:t xml:space="preserve">1208 ـ القاسم البرسي </w:t>
      </w:r>
      <w:r w:rsidRPr="00186E94">
        <w:rPr>
          <w:rStyle w:val="libFootnotenumChar"/>
          <w:rtl/>
        </w:rPr>
        <w:t>(1)</w:t>
      </w:r>
      <w:r>
        <w:rPr>
          <w:rtl/>
        </w:rPr>
        <w:t xml:space="preserve"> بن إبراهيم طباطبابن إسماعيل بن إبراهيم بن الحسن بن الحسن بن علي بن أبي طالب </w:t>
      </w:r>
      <w:r w:rsidR="0006364F" w:rsidRPr="0006364F">
        <w:rPr>
          <w:rStyle w:val="libAlaemChar"/>
          <w:rFonts w:hint="cs"/>
          <w:rtl/>
        </w:rPr>
        <w:t>عليه‌السلام</w:t>
      </w:r>
      <w:r>
        <w:rPr>
          <w:rtl/>
        </w:rPr>
        <w:t xml:space="preserve"> لم ( جش ). </w:t>
      </w:r>
    </w:p>
    <w:p w:rsidR="007849C6" w:rsidRDefault="007849C6" w:rsidP="00186E94">
      <w:pPr>
        <w:pStyle w:val="libNormal"/>
        <w:rPr>
          <w:rtl/>
        </w:rPr>
      </w:pPr>
      <w:r>
        <w:rPr>
          <w:rtl/>
        </w:rPr>
        <w:t xml:space="preserve">1209 ـ القاسم بن بريد ، بالباء المفردة المضمومة والراء المفتوحة ابن معاوية ، العجلي ق ، م ( جخ ، جش ) ثقة. </w:t>
      </w:r>
    </w:p>
    <w:p w:rsidR="007849C6" w:rsidRDefault="007849C6" w:rsidP="00186E94">
      <w:pPr>
        <w:pStyle w:val="libNormal"/>
        <w:rPr>
          <w:rtl/>
        </w:rPr>
      </w:pPr>
      <w:r>
        <w:rPr>
          <w:rtl/>
        </w:rPr>
        <w:t xml:space="preserve">1210 ـ القاسم بن بهرام أبو همدان ق ( جخ ) قاضي هيت. </w:t>
      </w:r>
    </w:p>
    <w:p w:rsidR="007849C6" w:rsidRDefault="007849C6" w:rsidP="00186E94">
      <w:pPr>
        <w:pStyle w:val="libNormal"/>
        <w:rPr>
          <w:rtl/>
        </w:rPr>
      </w:pPr>
      <w:r>
        <w:rPr>
          <w:rtl/>
        </w:rPr>
        <w:t xml:space="preserve">1211 ـ القاسم بن خليفة لم ( جش ) كوفي قليل الحديث. </w:t>
      </w:r>
    </w:p>
    <w:p w:rsidR="007849C6" w:rsidRDefault="007849C6" w:rsidP="00186E94">
      <w:pPr>
        <w:pStyle w:val="libNormal"/>
        <w:rPr>
          <w:rtl/>
        </w:rPr>
      </w:pPr>
      <w:r>
        <w:rPr>
          <w:rtl/>
        </w:rPr>
        <w:t xml:space="preserve">1212 ـ القاسم بن الربيع لم ( جش ) له كتاب. </w:t>
      </w:r>
    </w:p>
    <w:p w:rsidR="007849C6" w:rsidRDefault="007849C6" w:rsidP="00186E94">
      <w:pPr>
        <w:pStyle w:val="libNormal"/>
        <w:rPr>
          <w:rtl/>
        </w:rPr>
      </w:pPr>
      <w:r>
        <w:rPr>
          <w:rtl/>
        </w:rPr>
        <w:t xml:space="preserve">1213 ـ القاسم بن سليمان البغدادي لم ( جش ) له كتاب. </w:t>
      </w:r>
    </w:p>
    <w:p w:rsidR="007849C6" w:rsidRDefault="007849C6" w:rsidP="00186E94">
      <w:pPr>
        <w:pStyle w:val="libNormal"/>
        <w:rPr>
          <w:rtl/>
        </w:rPr>
      </w:pPr>
      <w:r>
        <w:rPr>
          <w:rtl/>
        </w:rPr>
        <w:t xml:space="preserve">1214 ـ القاسم بن عروة أبو محمد مولى أبي أيوب الخزري البغدادي وبهامات ق ( كش ) كان وزير أبي جعفر المنصور ممدوح. </w:t>
      </w:r>
    </w:p>
    <w:p w:rsidR="007849C6" w:rsidRDefault="007849C6" w:rsidP="00186E94">
      <w:pPr>
        <w:pStyle w:val="libNormal"/>
        <w:rPr>
          <w:rtl/>
        </w:rPr>
      </w:pPr>
      <w:r>
        <w:rPr>
          <w:rtl/>
        </w:rPr>
        <w:t xml:space="preserve">1215 ـ القاسم بن عوف الشيباني ين ( كش ) ممدوح ( جخ ، قي ) كان يختلف بين علي بن الحسين ومحمد ابن الحنفية. </w:t>
      </w:r>
    </w:p>
    <w:p w:rsidR="007849C6" w:rsidRDefault="007849C6" w:rsidP="00186E94">
      <w:pPr>
        <w:pStyle w:val="libNormal"/>
        <w:rPr>
          <w:rtl/>
        </w:rPr>
      </w:pPr>
      <w:r>
        <w:rPr>
          <w:rtl/>
        </w:rPr>
        <w:t xml:space="preserve">1216 ـ القاسم بن الفضيل بن يسار النهدي البصري ق ( جش ، جخ ) أبو أحمد ثقة ، وقيل أبو محمد. </w:t>
      </w:r>
    </w:p>
    <w:p w:rsidR="007849C6" w:rsidRDefault="007849C6" w:rsidP="00186E94">
      <w:pPr>
        <w:pStyle w:val="libNormal"/>
        <w:rPr>
          <w:rtl/>
        </w:rPr>
      </w:pPr>
      <w:r>
        <w:rPr>
          <w:rtl/>
        </w:rPr>
        <w:t xml:space="preserve">1217 ـ القاسم بن محمد بن أبي بكر ين ( جخ ) </w:t>
      </w:r>
      <w:r w:rsidRPr="00186E94">
        <w:rPr>
          <w:rStyle w:val="libFootnotenumChar"/>
          <w:rtl/>
        </w:rPr>
        <w:t>(2)</w:t>
      </w:r>
      <w:r>
        <w:rPr>
          <w:rtl/>
        </w:rPr>
        <w:t xml:space="preserve">.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وفي نسخة القاسم الرسي. </w:t>
      </w:r>
    </w:p>
    <w:p w:rsidR="007849C6" w:rsidRDefault="007849C6" w:rsidP="002C2B53">
      <w:pPr>
        <w:pStyle w:val="libFootnote0"/>
        <w:rPr>
          <w:rtl/>
        </w:rPr>
      </w:pPr>
      <w:r>
        <w:rPr>
          <w:rtl/>
        </w:rPr>
        <w:t xml:space="preserve">2 ـ القاسم بن محمد ـ هذا ـ جد الامام الصادق </w:t>
      </w:r>
      <w:r w:rsidR="0006364F" w:rsidRPr="0006364F">
        <w:rPr>
          <w:rStyle w:val="libAlaemChar"/>
          <w:rFonts w:hint="cs"/>
          <w:rtl/>
        </w:rPr>
        <w:t>عليه‌السلام</w:t>
      </w:r>
      <w:r>
        <w:rPr>
          <w:rtl/>
        </w:rPr>
        <w:t xml:space="preserve"> لامه وابن خالة الامام السجاد ( ع ) وأمه وأم القاسم بنتا يزدجرد بن شهريار آخر الاكاسرة ، وتزوج الحسين </w:t>
      </w:r>
      <w:r w:rsidR="0006364F" w:rsidRPr="0006364F">
        <w:rPr>
          <w:rStyle w:val="libAlaemChar"/>
          <w:rFonts w:hint="cs"/>
          <w:rtl/>
        </w:rPr>
        <w:t>عليه‌السلام</w:t>
      </w:r>
      <w:r>
        <w:rPr>
          <w:rtl/>
        </w:rPr>
        <w:t xml:space="preserve"> باحداهما ومحمد بن أبي بكر بالاخرى ، وكان القاسم فقيها فاضلا ، ذكره ابن خلكان في تاريخه فقال ( إنه كان من سادات التابعين وفقهاء الشيعة وكان أفضل أهل زمانه ، وكان يقول مالك بن أنس انه من فقهاء هذه الامة ، مات سنة ( 101 ) وله اثنتان وسبعون سنة ). </w:t>
      </w:r>
    </w:p>
    <w:p w:rsidR="007849C6" w:rsidRDefault="007849C6" w:rsidP="00186E94">
      <w:pPr>
        <w:pStyle w:val="libNormal"/>
        <w:rPr>
          <w:rtl/>
        </w:rPr>
      </w:pPr>
      <w:r>
        <w:rPr>
          <w:rtl/>
        </w:rPr>
        <w:br w:type="page"/>
      </w:r>
      <w:r>
        <w:rPr>
          <w:rtl/>
        </w:rPr>
        <w:lastRenderedPageBreak/>
        <w:t xml:space="preserve">1218 ـ القاسم بن محمد بن أيوب بن ميمون من جلة أصحابنا وليس هو كاسولا. </w:t>
      </w:r>
    </w:p>
    <w:p w:rsidR="007849C6" w:rsidRDefault="007849C6" w:rsidP="00186E94">
      <w:pPr>
        <w:pStyle w:val="libNormal"/>
        <w:rPr>
          <w:rtl/>
        </w:rPr>
      </w:pPr>
      <w:r>
        <w:rPr>
          <w:rtl/>
        </w:rPr>
        <w:t xml:space="preserve">1219 ـ القاسم بن محمد الجوهري م ( جش ) كوفي سكن بغداد. وقال نصر بن الصباح : لم يلق أبا عبد الله ( ع ) ، وقيل كان واقفيا أقول : إن الشيخ ذكر القاسم بن محمد الجوهري في رجال الكاظم </w:t>
      </w:r>
      <w:r w:rsidR="0006364F" w:rsidRPr="0006364F">
        <w:rPr>
          <w:rStyle w:val="libAlaemChar"/>
          <w:rFonts w:hint="cs"/>
          <w:rtl/>
        </w:rPr>
        <w:t>عليه‌السلام</w:t>
      </w:r>
      <w:r>
        <w:rPr>
          <w:rtl/>
        </w:rPr>
        <w:t xml:space="preserve"> وقال : كان واقفيا ، وذكر في باب من لم يروعن الائمة : ( القاسم ابن محمد الجوهري روى عنه الحسين بن سعيد ) فالظاهر أنه غيره والاخير ثقة. </w:t>
      </w:r>
    </w:p>
    <w:p w:rsidR="007849C6" w:rsidRDefault="007849C6" w:rsidP="00186E94">
      <w:pPr>
        <w:pStyle w:val="libNormal"/>
        <w:rPr>
          <w:rtl/>
        </w:rPr>
      </w:pPr>
      <w:r>
        <w:rPr>
          <w:rtl/>
        </w:rPr>
        <w:t xml:space="preserve">1220 ـ القاسم بن محمد الخلقاني لم ( جخ ، ست ) كوفي قريب الامر. </w:t>
      </w:r>
    </w:p>
    <w:p w:rsidR="007849C6" w:rsidRDefault="007849C6" w:rsidP="00186E94">
      <w:pPr>
        <w:pStyle w:val="libNormal"/>
        <w:rPr>
          <w:rtl/>
        </w:rPr>
      </w:pPr>
      <w:r>
        <w:rPr>
          <w:rtl/>
        </w:rPr>
        <w:t xml:space="preserve">1221 ـ القاسم بن محمد بن علي بن إبراهيم بن محمد الهمداني وكيل الناحية. </w:t>
      </w:r>
    </w:p>
    <w:p w:rsidR="007849C6" w:rsidRDefault="007849C6" w:rsidP="00186E94">
      <w:pPr>
        <w:pStyle w:val="libNormal"/>
        <w:rPr>
          <w:rtl/>
        </w:rPr>
      </w:pPr>
      <w:r>
        <w:rPr>
          <w:rtl/>
        </w:rPr>
        <w:t xml:space="preserve">1222 ـ القاسم بن معن بن عبدالرحمن بن عبدالله بن مسعود المسعودي ق ( جخ ) اسند عنه. </w:t>
      </w:r>
    </w:p>
    <w:p w:rsidR="007849C6" w:rsidRDefault="007849C6" w:rsidP="00186E94">
      <w:pPr>
        <w:pStyle w:val="libNormal"/>
        <w:rPr>
          <w:rtl/>
        </w:rPr>
      </w:pPr>
      <w:r>
        <w:rPr>
          <w:rtl/>
        </w:rPr>
        <w:t xml:space="preserve">1223 ـ القاسم بن الوليد القرشي عماري ق ( جخ ، جش ) مهمل. </w:t>
      </w:r>
    </w:p>
    <w:p w:rsidR="007849C6" w:rsidRDefault="007849C6" w:rsidP="00186E94">
      <w:pPr>
        <w:pStyle w:val="libNormal"/>
        <w:rPr>
          <w:rtl/>
        </w:rPr>
      </w:pPr>
      <w:r>
        <w:rPr>
          <w:rtl/>
        </w:rPr>
        <w:t xml:space="preserve">1224 ـ القاسم بن هشام اللؤلؤي كر ( جخ ، كش ) قال محمد بن مسعود : رأيته خيرا فاضلا روى عن الحسن بن محبوب. </w:t>
      </w:r>
    </w:p>
    <w:p w:rsidR="007849C6" w:rsidRDefault="007849C6" w:rsidP="00186E94">
      <w:pPr>
        <w:pStyle w:val="libNormal"/>
        <w:rPr>
          <w:rtl/>
        </w:rPr>
      </w:pPr>
      <w:r>
        <w:rPr>
          <w:rtl/>
        </w:rPr>
        <w:t xml:space="preserve">1225 ـ قتيبة بن محمد الاعشى المؤدب أبو محمد المقري الكوفي مولى الازدق ( جخ ) مهمل ( جش ) ثقة عين. </w:t>
      </w:r>
    </w:p>
    <w:p w:rsidR="007849C6" w:rsidRDefault="007849C6" w:rsidP="00186E94">
      <w:pPr>
        <w:pStyle w:val="libNormal"/>
        <w:rPr>
          <w:rtl/>
        </w:rPr>
      </w:pPr>
      <w:r>
        <w:rPr>
          <w:rtl/>
        </w:rPr>
        <w:t xml:space="preserve">1226 ـ قثم بن العباس بن عبدالمطلب ل ( جخ ). </w:t>
      </w:r>
    </w:p>
    <w:p w:rsidR="007849C6" w:rsidRDefault="007849C6" w:rsidP="00186E94">
      <w:pPr>
        <w:pStyle w:val="libNormal"/>
        <w:rPr>
          <w:rtl/>
        </w:rPr>
      </w:pPr>
      <w:r>
        <w:rPr>
          <w:rtl/>
        </w:rPr>
        <w:t xml:space="preserve">1227 ـ قدامة بن مظعون ل ( جخ ) شهد بدرا. </w:t>
      </w:r>
    </w:p>
    <w:p w:rsidR="007849C6" w:rsidRDefault="007849C6" w:rsidP="00186E94">
      <w:pPr>
        <w:pStyle w:val="libNormal"/>
        <w:rPr>
          <w:rtl/>
        </w:rPr>
      </w:pPr>
      <w:r>
        <w:rPr>
          <w:rtl/>
        </w:rPr>
        <w:t xml:space="preserve">1228 ـ قنبر مولى أمير المؤمنين </w:t>
      </w:r>
      <w:r w:rsidR="0006364F" w:rsidRPr="0006364F">
        <w:rPr>
          <w:rStyle w:val="libAlaemChar"/>
          <w:rFonts w:hint="cs"/>
          <w:rtl/>
        </w:rPr>
        <w:t>عليه‌السلام</w:t>
      </w:r>
      <w:r>
        <w:rPr>
          <w:rtl/>
        </w:rPr>
        <w:t xml:space="preserve"> ى ( كش ) قتله الحجاج على حبه </w:t>
      </w:r>
      <w:r w:rsidR="0006364F" w:rsidRPr="0006364F">
        <w:rPr>
          <w:rStyle w:val="libAlaemChar"/>
          <w:rFonts w:hint="cs"/>
          <w:rtl/>
        </w:rPr>
        <w:t>عليه‌السلام</w:t>
      </w:r>
      <w:r>
        <w:rPr>
          <w:rtl/>
        </w:rPr>
        <w:t xml:space="preserve"> ( جخ ) لم يعثر له على رواية عنه. </w:t>
      </w:r>
    </w:p>
    <w:p w:rsidR="007849C6" w:rsidRDefault="007849C6" w:rsidP="00186E94">
      <w:pPr>
        <w:pStyle w:val="libNormal"/>
        <w:rPr>
          <w:rtl/>
        </w:rPr>
      </w:pPr>
      <w:r>
        <w:rPr>
          <w:rtl/>
        </w:rPr>
        <w:t xml:space="preserve">1229 ـ قنيز ، بالنون والياء المثناة تحت فالزاي ، وفي نسخة بالنون فالباء المفردة تحت ، وبهذا قيده الشيخ أبو جعفر بخطه ، ابن علي بن شاذان يكنى أبا نصر لم ( جخ ) روى عن أبيه عن الفضل بن شاذان </w:t>
      </w:r>
    </w:p>
    <w:p w:rsidR="007849C6" w:rsidRDefault="007849C6" w:rsidP="00186E94">
      <w:pPr>
        <w:pStyle w:val="libNormal0"/>
        <w:rPr>
          <w:rtl/>
        </w:rPr>
      </w:pPr>
      <w:r>
        <w:rPr>
          <w:rtl/>
        </w:rPr>
        <w:br w:type="page"/>
      </w:r>
      <w:r>
        <w:rPr>
          <w:rtl/>
        </w:rPr>
        <w:lastRenderedPageBreak/>
        <w:t xml:space="preserve">وروى أيضا عن حمزة بن محمد العلوي جليل القدر. </w:t>
      </w:r>
    </w:p>
    <w:p w:rsidR="007849C6" w:rsidRDefault="007849C6" w:rsidP="00186E94">
      <w:pPr>
        <w:pStyle w:val="libNormal"/>
        <w:rPr>
          <w:rtl/>
        </w:rPr>
      </w:pPr>
      <w:r>
        <w:rPr>
          <w:rtl/>
        </w:rPr>
        <w:t xml:space="preserve">1230 ـ قيس بن رمانة قر ، ق ( كش ) ممدوح ( جخ ). </w:t>
      </w:r>
    </w:p>
    <w:p w:rsidR="007849C6" w:rsidRDefault="007849C6" w:rsidP="00186E94">
      <w:pPr>
        <w:pStyle w:val="libNormal"/>
        <w:rPr>
          <w:rtl/>
        </w:rPr>
      </w:pPr>
      <w:r>
        <w:rPr>
          <w:rtl/>
        </w:rPr>
        <w:t xml:space="preserve">1231 ـ قيس بن أبي مسلم الاشعري الكوفي ، وأمه رمانة ، يكني أبا المفضل. </w:t>
      </w:r>
    </w:p>
    <w:p w:rsidR="007849C6" w:rsidRDefault="007849C6" w:rsidP="00186E94">
      <w:pPr>
        <w:pStyle w:val="libNormal"/>
        <w:rPr>
          <w:rtl/>
        </w:rPr>
      </w:pPr>
      <w:r>
        <w:rPr>
          <w:rtl/>
        </w:rPr>
        <w:t xml:space="preserve">1232 ـ قيس بن سعد بن عبادة ل ، ى ، ن ( كش ) من جملة العشرة الذين نصروا رسول الله صلى إليه وآله وسلم ( جخ ) وهو ممن لم يبايع أبا بكر. </w:t>
      </w:r>
    </w:p>
    <w:p w:rsidR="007849C6" w:rsidRDefault="007849C6" w:rsidP="00186E94">
      <w:pPr>
        <w:pStyle w:val="libNormal"/>
        <w:rPr>
          <w:rtl/>
        </w:rPr>
      </w:pPr>
      <w:r>
        <w:rPr>
          <w:rtl/>
        </w:rPr>
        <w:t xml:space="preserve">1233 ـ قيس بن عبادة بن ثعلبة بن قيس البكري ى ( جخ ، كش ) ممدوح. </w:t>
      </w:r>
    </w:p>
    <w:p w:rsidR="007849C6" w:rsidRDefault="007849C6" w:rsidP="00186E94">
      <w:pPr>
        <w:pStyle w:val="libNormal"/>
        <w:rPr>
          <w:rtl/>
        </w:rPr>
      </w:pPr>
      <w:r>
        <w:rPr>
          <w:rtl/>
        </w:rPr>
        <w:t xml:space="preserve">1234 ـ قيس أخو عمار الساباطي ثقة. </w:t>
      </w:r>
    </w:p>
    <w:p w:rsidR="007849C6" w:rsidRDefault="007849C6" w:rsidP="00186E94">
      <w:pPr>
        <w:pStyle w:val="libNormal"/>
        <w:rPr>
          <w:rtl/>
        </w:rPr>
      </w:pPr>
      <w:r>
        <w:rPr>
          <w:rtl/>
        </w:rPr>
        <w:t xml:space="preserve">1235 ـ قيس بن عمار بن حيان قريب الامر. </w:t>
      </w:r>
    </w:p>
    <w:p w:rsidR="007849C6" w:rsidRDefault="007849C6" w:rsidP="00186E94">
      <w:pPr>
        <w:pStyle w:val="libNormal"/>
        <w:rPr>
          <w:rtl/>
        </w:rPr>
      </w:pPr>
      <w:r>
        <w:rPr>
          <w:rtl/>
        </w:rPr>
        <w:t xml:space="preserve">1236 ـ قيس بن عوف ين ( كش ) ممدوح. </w:t>
      </w:r>
    </w:p>
    <w:p w:rsidR="007849C6" w:rsidRDefault="007849C6" w:rsidP="00186E94">
      <w:pPr>
        <w:pStyle w:val="libNormal"/>
        <w:rPr>
          <w:rtl/>
        </w:rPr>
      </w:pPr>
      <w:r>
        <w:rPr>
          <w:rtl/>
        </w:rPr>
        <w:t xml:space="preserve">1237 ـ قيس بن قهدان لم ( كش ) ممدوح. </w:t>
      </w:r>
    </w:p>
    <w:p w:rsidR="007849C6" w:rsidRDefault="007849C6" w:rsidP="00186E94">
      <w:pPr>
        <w:pStyle w:val="libNormal"/>
        <w:rPr>
          <w:rtl/>
        </w:rPr>
      </w:pPr>
      <w:r>
        <w:rPr>
          <w:rtl/>
        </w:rPr>
        <w:t xml:space="preserve">1238 ـ قيس بن مسهر الصيداوي سين ( جخ ). </w:t>
      </w:r>
    </w:p>
    <w:p w:rsidR="007849C6" w:rsidRDefault="007849C6" w:rsidP="007849C6">
      <w:pPr>
        <w:pStyle w:val="Heading1Center"/>
        <w:rPr>
          <w:rtl/>
        </w:rPr>
      </w:pPr>
      <w:bookmarkStart w:id="70" w:name="_Toc265165249"/>
      <w:bookmarkStart w:id="71" w:name="_Toc286683178"/>
      <w:bookmarkStart w:id="72" w:name="_Toc403904035"/>
      <w:r>
        <w:rPr>
          <w:rtl/>
        </w:rPr>
        <w:t>( باب الكاف )</w:t>
      </w:r>
      <w:bookmarkEnd w:id="70"/>
      <w:bookmarkEnd w:id="71"/>
      <w:bookmarkEnd w:id="72"/>
    </w:p>
    <w:p w:rsidR="007849C6" w:rsidRDefault="007849C6" w:rsidP="00186E94">
      <w:pPr>
        <w:pStyle w:val="libNormal"/>
        <w:rPr>
          <w:rtl/>
        </w:rPr>
      </w:pPr>
      <w:r>
        <w:rPr>
          <w:rtl/>
        </w:rPr>
        <w:t xml:space="preserve">1239 ـ كافور الخادم م ( جخ ) ثقة </w:t>
      </w:r>
      <w:r w:rsidRPr="00186E94">
        <w:rPr>
          <w:rStyle w:val="libFootnotenumChar"/>
          <w:rtl/>
        </w:rPr>
        <w:t>(1)</w:t>
      </w:r>
      <w:r>
        <w:rPr>
          <w:rtl/>
        </w:rPr>
        <w:t xml:space="preserve"> </w:t>
      </w:r>
    </w:p>
    <w:p w:rsidR="007849C6" w:rsidRDefault="007849C6" w:rsidP="00186E94">
      <w:pPr>
        <w:pStyle w:val="libNormal"/>
        <w:rPr>
          <w:rtl/>
        </w:rPr>
      </w:pPr>
      <w:r>
        <w:rPr>
          <w:rtl/>
        </w:rPr>
        <w:t xml:space="preserve">1240 ـ كثير بن طارق أبو طارق القنبري من ولد قنبر مولى أمير المؤمنين </w:t>
      </w:r>
      <w:r w:rsidR="0006364F" w:rsidRPr="0006364F">
        <w:rPr>
          <w:rStyle w:val="libAlaemChar"/>
          <w:rFonts w:hint="cs"/>
          <w:rtl/>
        </w:rPr>
        <w:t>عليه‌السلام</w:t>
      </w:r>
      <w:r>
        <w:rPr>
          <w:rtl/>
        </w:rPr>
        <w:t xml:space="preserve"> لم ( جش ) روى عن زيد وغيره. </w:t>
      </w:r>
    </w:p>
    <w:p w:rsidR="007849C6" w:rsidRDefault="007849C6" w:rsidP="00186E94">
      <w:pPr>
        <w:pStyle w:val="libNormal"/>
        <w:rPr>
          <w:rtl/>
        </w:rPr>
      </w:pPr>
      <w:r>
        <w:rPr>
          <w:rtl/>
        </w:rPr>
        <w:t xml:space="preserve">1241 ـ كثير الطويل ( عق ) عرف هذا الامر. </w:t>
      </w:r>
    </w:p>
    <w:p w:rsidR="007849C6" w:rsidRDefault="007849C6" w:rsidP="00186E94">
      <w:pPr>
        <w:pStyle w:val="libNormal"/>
        <w:rPr>
          <w:rtl/>
        </w:rPr>
      </w:pPr>
      <w:r>
        <w:rPr>
          <w:rtl/>
        </w:rPr>
        <w:t xml:space="preserve">1242 ـ كثير بن كلثمة ، كذا رأيته بخط الشيخ أبي جعفر في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لم يذكره الشيخ في رجاله من اصحاب الكاظم </w:t>
      </w:r>
      <w:r w:rsidR="0006364F" w:rsidRPr="0006364F">
        <w:rPr>
          <w:rStyle w:val="libAlaemChar"/>
          <w:rFonts w:hint="cs"/>
          <w:rtl/>
        </w:rPr>
        <w:t>عليه‌السلام</w:t>
      </w:r>
      <w:r>
        <w:rPr>
          <w:rtl/>
        </w:rPr>
        <w:t xml:space="preserve"> وإنما ذكره من أصحاب الهادي </w:t>
      </w:r>
      <w:r w:rsidR="0006364F" w:rsidRPr="0006364F">
        <w:rPr>
          <w:rStyle w:val="libAlaemChar"/>
          <w:rFonts w:hint="cs"/>
          <w:rtl/>
        </w:rPr>
        <w:t>عليه‌السلام</w:t>
      </w:r>
      <w:r>
        <w:rPr>
          <w:rtl/>
        </w:rPr>
        <w:t xml:space="preserve">. </w:t>
      </w:r>
    </w:p>
    <w:p w:rsidR="007849C6" w:rsidRDefault="007849C6" w:rsidP="00186E94">
      <w:pPr>
        <w:pStyle w:val="libNormal0"/>
        <w:rPr>
          <w:rtl/>
        </w:rPr>
      </w:pPr>
      <w:r>
        <w:rPr>
          <w:rtl/>
        </w:rPr>
        <w:br w:type="page"/>
      </w:r>
      <w:r>
        <w:rPr>
          <w:rtl/>
        </w:rPr>
        <w:lastRenderedPageBreak/>
        <w:t xml:space="preserve">رجال الصادق </w:t>
      </w:r>
      <w:r w:rsidR="0006364F" w:rsidRPr="0006364F">
        <w:rPr>
          <w:rStyle w:val="libAlaemChar"/>
          <w:rFonts w:hint="cs"/>
          <w:rtl/>
        </w:rPr>
        <w:t>عليه‌السلام</w:t>
      </w:r>
      <w:r>
        <w:rPr>
          <w:rtl/>
        </w:rPr>
        <w:t xml:space="preserve"> أبو الحارث وقيل : أبو الفضل قر ، ق ( جخ جش ) كوفي ثقة. </w:t>
      </w:r>
    </w:p>
    <w:p w:rsidR="007849C6" w:rsidRDefault="007849C6" w:rsidP="00186E94">
      <w:pPr>
        <w:pStyle w:val="libNormal"/>
        <w:rPr>
          <w:rtl/>
        </w:rPr>
      </w:pPr>
      <w:r>
        <w:rPr>
          <w:rtl/>
        </w:rPr>
        <w:t xml:space="preserve">1243 ـ كعب بن عبدالله ى ( جخ ) حضر وقعة الجمل وصفين وغيرهما. </w:t>
      </w:r>
    </w:p>
    <w:p w:rsidR="007849C6" w:rsidRDefault="007849C6" w:rsidP="00186E94">
      <w:pPr>
        <w:pStyle w:val="libNormal"/>
        <w:rPr>
          <w:rtl/>
        </w:rPr>
      </w:pPr>
      <w:r>
        <w:rPr>
          <w:rtl/>
        </w:rPr>
        <w:t xml:space="preserve">1244 ـ كعب بن عبدالله مولى بني طرفة ق ( كش ، جخ ) كوفي ثقة. </w:t>
      </w:r>
    </w:p>
    <w:p w:rsidR="007849C6" w:rsidRDefault="007849C6" w:rsidP="00186E94">
      <w:pPr>
        <w:pStyle w:val="libNormal"/>
        <w:rPr>
          <w:rtl/>
        </w:rPr>
      </w:pPr>
      <w:r>
        <w:rPr>
          <w:rtl/>
        </w:rPr>
        <w:t xml:space="preserve">1245 ـ الكلح الضبي ى ( جخ ) كان على رجالته </w:t>
      </w:r>
      <w:r w:rsidR="0006364F" w:rsidRPr="0006364F">
        <w:rPr>
          <w:rStyle w:val="libAlaemChar"/>
          <w:rFonts w:hint="cs"/>
          <w:rtl/>
        </w:rPr>
        <w:t>عليه‌السلام</w:t>
      </w:r>
      <w:r>
        <w:rPr>
          <w:rtl/>
        </w:rPr>
        <w:t xml:space="preserve"> بصفين </w:t>
      </w:r>
    </w:p>
    <w:p w:rsidR="007849C6" w:rsidRDefault="007849C6" w:rsidP="00186E94">
      <w:pPr>
        <w:pStyle w:val="libNormal"/>
        <w:rPr>
          <w:rtl/>
        </w:rPr>
      </w:pPr>
      <w:r>
        <w:rPr>
          <w:rtl/>
        </w:rPr>
        <w:t xml:space="preserve">1246 ـ كليب بن معاوية بن جبلة الصيداوي الاسدي أبو محمد. وقيل أبو الحسين قر : ق ( جخ ، جش ) وابنه محمد بن كليب ق ( كش ) أنه </w:t>
      </w:r>
      <w:r w:rsidR="0006364F" w:rsidRPr="0006364F">
        <w:rPr>
          <w:rStyle w:val="libAlaemChar"/>
          <w:rFonts w:hint="cs"/>
          <w:rtl/>
        </w:rPr>
        <w:t>عليه‌السلام</w:t>
      </w:r>
      <w:r>
        <w:rPr>
          <w:rtl/>
        </w:rPr>
        <w:t xml:space="preserve"> قال في حقه : إني احبه ولم أره. </w:t>
      </w:r>
    </w:p>
    <w:p w:rsidR="007849C6" w:rsidRDefault="007849C6" w:rsidP="00186E94">
      <w:pPr>
        <w:pStyle w:val="libNormal"/>
        <w:rPr>
          <w:rtl/>
        </w:rPr>
      </w:pPr>
      <w:r>
        <w:rPr>
          <w:rtl/>
        </w:rPr>
        <w:t xml:space="preserve">1247 ـ الكميت بن زيد الاسدي أبو المستهل قر ، ق ( جخ ) مات في حياة أبي عبدالله </w:t>
      </w:r>
      <w:r w:rsidR="0006364F" w:rsidRPr="0006364F">
        <w:rPr>
          <w:rStyle w:val="libAlaemChar"/>
          <w:rFonts w:hint="cs"/>
          <w:rtl/>
        </w:rPr>
        <w:t>عليه‌السلام</w:t>
      </w:r>
      <w:r>
        <w:rPr>
          <w:rtl/>
        </w:rPr>
        <w:t xml:space="preserve"> ( كش ) قال له الباقر </w:t>
      </w:r>
      <w:r w:rsidR="0006364F" w:rsidRPr="0006364F">
        <w:rPr>
          <w:rStyle w:val="libAlaemChar"/>
          <w:rFonts w:hint="cs"/>
          <w:rtl/>
        </w:rPr>
        <w:t>عليه‌السلام</w:t>
      </w:r>
      <w:r>
        <w:rPr>
          <w:rtl/>
        </w:rPr>
        <w:t xml:space="preserve"> لما أورده : ( من لقب متيم مستهام ) : لا تزال مؤيدا بروح القدس مادمت تقول فينا </w:t>
      </w:r>
      <w:r w:rsidRPr="00186E94">
        <w:rPr>
          <w:rStyle w:val="libFootnotenumChar"/>
          <w:rtl/>
        </w:rPr>
        <w:t>(1)</w:t>
      </w:r>
      <w:r>
        <w:rPr>
          <w:rtl/>
        </w:rPr>
        <w:t xml:space="preserve">. </w:t>
      </w:r>
    </w:p>
    <w:p w:rsidR="007849C6" w:rsidRDefault="007849C6" w:rsidP="00186E94">
      <w:pPr>
        <w:pStyle w:val="libNormal"/>
        <w:rPr>
          <w:rtl/>
        </w:rPr>
      </w:pPr>
      <w:r>
        <w:rPr>
          <w:rtl/>
        </w:rPr>
        <w:t xml:space="preserve">1248 ـ كميل بن زياد النخعي ى ، ن ( جخ ) من خواصهما </w:t>
      </w:r>
      <w:r w:rsidRPr="00186E94">
        <w:rPr>
          <w:rStyle w:val="libFootnotenumChar"/>
          <w:rtl/>
        </w:rPr>
        <w:t>(2)</w:t>
      </w:r>
      <w:r>
        <w:rPr>
          <w:rtl/>
        </w:rPr>
        <w:t xml:space="preserve">. </w:t>
      </w:r>
    </w:p>
    <w:p w:rsidR="007849C6" w:rsidRDefault="007849C6" w:rsidP="00186E94">
      <w:pPr>
        <w:pStyle w:val="libNormal"/>
        <w:rPr>
          <w:rtl/>
        </w:rPr>
      </w:pPr>
      <w:r>
        <w:rPr>
          <w:rtl/>
        </w:rPr>
        <w:t xml:space="preserve">1249 ـ كنكر ، بالنون والراء المهملة أبو خالد القماط وهو الكابلي ين ، قر ( جخ ، جش ) كوفي. </w:t>
      </w:r>
    </w:p>
    <w:p w:rsidR="007849C6" w:rsidRDefault="007849C6" w:rsidP="00186E94">
      <w:pPr>
        <w:pStyle w:val="libNormal"/>
        <w:rPr>
          <w:rtl/>
        </w:rPr>
      </w:pPr>
      <w:r>
        <w:rPr>
          <w:rtl/>
        </w:rPr>
        <w:t xml:space="preserve">1250 ـ كيسان بن كليب أبو صادق ى ، ن ، سين ين ( جخ ).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ولد الكميت بن زيد سنة 60 ه‍ ، وتوفي سنة 126 في حياة الصادق </w:t>
      </w:r>
      <w:r w:rsidR="0006364F" w:rsidRPr="0006364F">
        <w:rPr>
          <w:rStyle w:val="libAlaemChar"/>
          <w:rFonts w:hint="cs"/>
          <w:rtl/>
        </w:rPr>
        <w:t>عليه‌السلام</w:t>
      </w:r>
      <w:r>
        <w:rPr>
          <w:rtl/>
        </w:rPr>
        <w:t xml:space="preserve"> لان وفاته </w:t>
      </w:r>
      <w:r w:rsidR="0006364F" w:rsidRPr="0006364F">
        <w:rPr>
          <w:rStyle w:val="libAlaemChar"/>
          <w:rFonts w:hint="cs"/>
          <w:rtl/>
        </w:rPr>
        <w:t>عليه‌السلام</w:t>
      </w:r>
      <w:r>
        <w:rPr>
          <w:rtl/>
        </w:rPr>
        <w:t xml:space="preserve"> سنة 148. </w:t>
      </w:r>
    </w:p>
    <w:p w:rsidR="007849C6" w:rsidRDefault="007849C6" w:rsidP="002C2B53">
      <w:pPr>
        <w:pStyle w:val="libFootnote0"/>
        <w:rPr>
          <w:rtl/>
        </w:rPr>
      </w:pPr>
      <w:r>
        <w:rPr>
          <w:rtl/>
        </w:rPr>
        <w:t xml:space="preserve">2 ـ قال ابن حجر العسقلاني في تهذيب التهذيب ( ج 8 ـ ص 448 ) بعد أن ترجم له نقلا عن خليفة : قتله الحجاج سنة 82 ، ونقل عن ابن أبي خيثمة أنه سمع يحيى بن معين يقول : مات كميل سنة 88 وهو ابن سبعين سنة. </w:t>
      </w:r>
    </w:p>
    <w:p w:rsidR="007849C6" w:rsidRDefault="007849C6" w:rsidP="007849C6">
      <w:pPr>
        <w:pStyle w:val="Heading1Center"/>
        <w:rPr>
          <w:rtl/>
        </w:rPr>
      </w:pPr>
      <w:r>
        <w:rPr>
          <w:rtl/>
        </w:rPr>
        <w:br w:type="page"/>
      </w:r>
      <w:bookmarkStart w:id="73" w:name="_Toc265165250"/>
      <w:bookmarkStart w:id="74" w:name="_Toc286683179"/>
      <w:bookmarkStart w:id="75" w:name="_Toc403904036"/>
      <w:r>
        <w:rPr>
          <w:rtl/>
        </w:rPr>
        <w:lastRenderedPageBreak/>
        <w:t>( باب اللام )</w:t>
      </w:r>
      <w:bookmarkEnd w:id="73"/>
      <w:bookmarkEnd w:id="74"/>
      <w:bookmarkEnd w:id="75"/>
    </w:p>
    <w:p w:rsidR="007849C6" w:rsidRDefault="007849C6" w:rsidP="00186E94">
      <w:pPr>
        <w:pStyle w:val="libNormal"/>
        <w:rPr>
          <w:rtl/>
        </w:rPr>
      </w:pPr>
      <w:r>
        <w:rPr>
          <w:rtl/>
        </w:rPr>
        <w:t xml:space="preserve">1251 ـ لوط بن يحيى الازدي يكنى أبا مخنف ى ( كش ) قال الشيخ أبو جعفر الطوسي : وعندي ان هذا غلط لانه لم يلق أمير المؤمنين ( ع ) وإنما كان أبوه يحيى من أصحابه ، ولوط بن يحيى روى عن ن ، سين ق ( ست ) والصحيح أن أباه كان من أصحابه </w:t>
      </w:r>
      <w:r w:rsidR="0006364F" w:rsidRPr="0006364F">
        <w:rPr>
          <w:rStyle w:val="libAlaemChar"/>
          <w:rFonts w:hint="cs"/>
          <w:rtl/>
        </w:rPr>
        <w:t>عليه‌السلام</w:t>
      </w:r>
      <w:r>
        <w:rPr>
          <w:rtl/>
        </w:rPr>
        <w:t xml:space="preserve"> وهو لم يلقه ( جش ) قيل إنه روى عن أبي جعفر</w:t>
      </w:r>
      <w:r w:rsidR="0006364F" w:rsidRPr="0006364F">
        <w:rPr>
          <w:rStyle w:val="libAlaemChar"/>
          <w:rFonts w:hint="cs"/>
          <w:rtl/>
        </w:rPr>
        <w:t>عليه‌السلام</w:t>
      </w:r>
      <w:r>
        <w:rPr>
          <w:rtl/>
        </w:rPr>
        <w:t xml:space="preserve"> ولم يصح. </w:t>
      </w:r>
    </w:p>
    <w:p w:rsidR="007849C6" w:rsidRDefault="007849C6" w:rsidP="00186E94">
      <w:pPr>
        <w:pStyle w:val="libNormal"/>
        <w:rPr>
          <w:rtl/>
        </w:rPr>
      </w:pPr>
      <w:r>
        <w:rPr>
          <w:rtl/>
        </w:rPr>
        <w:t xml:space="preserve">1252 ـ ليث بن البختري المرادي ، بالخاء المعجمة ، وهو أبو بصير الاصغر ، وقد ذكرناه في الكنى. </w:t>
      </w:r>
    </w:p>
    <w:p w:rsidR="007849C6" w:rsidRDefault="007849C6" w:rsidP="007849C6">
      <w:pPr>
        <w:pStyle w:val="Heading1Center"/>
        <w:rPr>
          <w:rtl/>
        </w:rPr>
      </w:pPr>
      <w:bookmarkStart w:id="76" w:name="_Toc265165251"/>
      <w:bookmarkStart w:id="77" w:name="_Toc286683180"/>
      <w:bookmarkStart w:id="78" w:name="_Toc403904037"/>
      <w:r>
        <w:rPr>
          <w:rtl/>
        </w:rPr>
        <w:t>( باب الميم )</w:t>
      </w:r>
      <w:bookmarkEnd w:id="76"/>
      <w:bookmarkEnd w:id="77"/>
      <w:bookmarkEnd w:id="78"/>
    </w:p>
    <w:p w:rsidR="007849C6" w:rsidRDefault="007849C6" w:rsidP="00186E94">
      <w:pPr>
        <w:pStyle w:val="libNormal"/>
        <w:rPr>
          <w:rtl/>
        </w:rPr>
      </w:pPr>
      <w:r>
        <w:rPr>
          <w:rtl/>
        </w:rPr>
        <w:t xml:space="preserve">1253 ـ مالك بن أعين الجهني قر ، ق ( كش ) أن القمى كان يقول : هو ابن أعين ، وليس من إخوة زرارة وهو بصري. </w:t>
      </w:r>
    </w:p>
    <w:p w:rsidR="007849C6" w:rsidRDefault="007849C6" w:rsidP="00186E94">
      <w:pPr>
        <w:pStyle w:val="libNormal"/>
        <w:rPr>
          <w:rtl/>
        </w:rPr>
      </w:pPr>
      <w:r>
        <w:rPr>
          <w:rtl/>
        </w:rPr>
        <w:t xml:space="preserve">1254 ـ مالك بن الحارث الاشتر النخعي ى ( جخ ، كش ) جليل القدر ، حاله أشهر من أن ينبه عليهما. لما بلغ أمير المؤمنين </w:t>
      </w:r>
      <w:r w:rsidR="0006364F" w:rsidRPr="0006364F">
        <w:rPr>
          <w:rStyle w:val="libAlaemChar"/>
          <w:rFonts w:hint="cs"/>
          <w:rtl/>
        </w:rPr>
        <w:t>عليه‌السلام</w:t>
      </w:r>
      <w:r>
        <w:rPr>
          <w:rtl/>
        </w:rPr>
        <w:t xml:space="preserve"> موته تأوه حزينا وقال : ( رحم الله مالكا ، وما مالك عز على هالكا ، ولو كان صخرا لكان صلدا ، ولو كان جبلا لكان فندا وكانه قدمني قدا ) ويكفيه شرفا قوله </w:t>
      </w:r>
      <w:r w:rsidR="0006364F" w:rsidRPr="0006364F">
        <w:rPr>
          <w:rStyle w:val="libAlaemChar"/>
          <w:rFonts w:hint="cs"/>
          <w:rtl/>
        </w:rPr>
        <w:t>عليه‌السلام</w:t>
      </w:r>
      <w:r>
        <w:rPr>
          <w:rtl/>
        </w:rPr>
        <w:t xml:space="preserve"> : لقد كان لي كما كنت لرسول الله </w:t>
      </w:r>
      <w:r w:rsidR="0006364F" w:rsidRPr="0006364F">
        <w:rPr>
          <w:rStyle w:val="libAlaemChar"/>
          <w:rFonts w:hint="cs"/>
          <w:rtl/>
        </w:rPr>
        <w:t>صلى‌الله‌عليه‌وآله</w:t>
      </w:r>
      <w:r>
        <w:rPr>
          <w:rtl/>
        </w:rPr>
        <w:t xml:space="preserve">. </w:t>
      </w:r>
    </w:p>
    <w:p w:rsidR="007849C6" w:rsidRDefault="007849C6" w:rsidP="00186E94">
      <w:pPr>
        <w:pStyle w:val="libNormal"/>
        <w:rPr>
          <w:rtl/>
        </w:rPr>
      </w:pPr>
      <w:r>
        <w:rPr>
          <w:rtl/>
        </w:rPr>
        <w:t xml:space="preserve">1255 ـ مالك بن عطية الاحمسي أبو الحسين البجلي الكوفي ق ( جش ) ثقة. </w:t>
      </w:r>
    </w:p>
    <w:p w:rsidR="007849C6" w:rsidRDefault="007849C6" w:rsidP="00186E94">
      <w:pPr>
        <w:pStyle w:val="libNormal"/>
        <w:rPr>
          <w:rtl/>
        </w:rPr>
      </w:pPr>
      <w:r>
        <w:rPr>
          <w:rtl/>
        </w:rPr>
        <w:t xml:space="preserve">1256 ـ المتوكل بن عمر بن المتوكل لم ( ست ، جشر ) روى عن يحيى بن زيد دعاء الصحيفة. </w:t>
      </w:r>
    </w:p>
    <w:p w:rsidR="007849C6" w:rsidRDefault="007849C6" w:rsidP="00186E94">
      <w:pPr>
        <w:pStyle w:val="libNormal"/>
        <w:rPr>
          <w:rtl/>
        </w:rPr>
      </w:pPr>
      <w:r>
        <w:rPr>
          <w:rtl/>
        </w:rPr>
        <w:br w:type="page"/>
      </w:r>
      <w:r>
        <w:rPr>
          <w:rtl/>
        </w:rPr>
        <w:lastRenderedPageBreak/>
        <w:t xml:space="preserve">1257 ـ مثنى بن الحضرمي لم ( جش ) له كتاب. </w:t>
      </w:r>
    </w:p>
    <w:p w:rsidR="007849C6" w:rsidRDefault="007849C6" w:rsidP="00186E94">
      <w:pPr>
        <w:pStyle w:val="libNormal"/>
        <w:rPr>
          <w:rtl/>
        </w:rPr>
      </w:pPr>
      <w:r>
        <w:rPr>
          <w:rtl/>
        </w:rPr>
        <w:t xml:space="preserve">1258 ـ مثنى بن راشد لم ( جش ) له كتاب. </w:t>
      </w:r>
    </w:p>
    <w:p w:rsidR="007849C6" w:rsidRDefault="007849C6" w:rsidP="00186E94">
      <w:pPr>
        <w:pStyle w:val="libNormal"/>
        <w:rPr>
          <w:rtl/>
        </w:rPr>
      </w:pPr>
      <w:r>
        <w:rPr>
          <w:rtl/>
        </w:rPr>
        <w:t xml:space="preserve">1259 ـ مثنى بن عبد السلام لم ( كش ) لا بأس به. </w:t>
      </w:r>
    </w:p>
    <w:p w:rsidR="007849C6" w:rsidRDefault="007849C6" w:rsidP="00186E94">
      <w:pPr>
        <w:pStyle w:val="libNormal"/>
        <w:rPr>
          <w:rtl/>
        </w:rPr>
      </w:pPr>
      <w:r>
        <w:rPr>
          <w:rtl/>
        </w:rPr>
        <w:t xml:space="preserve">1260 ـ مثنى بن الوليد الحناط ق ( كش ) مولى كوفي. </w:t>
      </w:r>
    </w:p>
    <w:p w:rsidR="007849C6" w:rsidRDefault="007849C6" w:rsidP="00186E94">
      <w:pPr>
        <w:pStyle w:val="libNormal"/>
        <w:rPr>
          <w:rtl/>
        </w:rPr>
      </w:pPr>
      <w:r>
        <w:rPr>
          <w:rtl/>
        </w:rPr>
        <w:t xml:space="preserve">1261 ـ محسن بن أحمد القيسي من موالي قيس عيلان ضا ( جش ). </w:t>
      </w:r>
    </w:p>
    <w:p w:rsidR="007849C6" w:rsidRDefault="007849C6" w:rsidP="00186E94">
      <w:pPr>
        <w:pStyle w:val="libNormal"/>
        <w:rPr>
          <w:rtl/>
        </w:rPr>
      </w:pPr>
      <w:r>
        <w:rPr>
          <w:rtl/>
        </w:rPr>
        <w:t xml:space="preserve">1262 ـ محفوظ بن نصر الهمداني لم ( جش ) كوفي ثقة. </w:t>
      </w:r>
    </w:p>
    <w:p w:rsidR="007849C6" w:rsidRDefault="007849C6" w:rsidP="00186E94">
      <w:pPr>
        <w:pStyle w:val="libNormal"/>
        <w:rPr>
          <w:rtl/>
        </w:rPr>
      </w:pPr>
      <w:r>
        <w:rPr>
          <w:rtl/>
        </w:rPr>
        <w:t xml:space="preserve">1263 ـ محمد بن أبي بكر همام بن سهل الكاتب الاسكافي لم ( جش ) شيخ من أصحابنا ومقدمهم عظيم المنزلة كثير الحديث. </w:t>
      </w:r>
    </w:p>
    <w:p w:rsidR="007849C6" w:rsidRDefault="007849C6" w:rsidP="00186E94">
      <w:pPr>
        <w:pStyle w:val="libNormal"/>
        <w:rPr>
          <w:rtl/>
        </w:rPr>
      </w:pPr>
      <w:r>
        <w:rPr>
          <w:rtl/>
        </w:rPr>
        <w:t xml:space="preserve">1264 ـ محمد بن أبي بكر ل ، ى ( جخ ) ولد في حجة الوداع وقتل بمصر سنة ثمان وثلاثين من الهجرة في خلافة علي </w:t>
      </w:r>
      <w:r w:rsidR="0006364F" w:rsidRPr="0006364F">
        <w:rPr>
          <w:rStyle w:val="libAlaemChar"/>
          <w:rFonts w:hint="cs"/>
          <w:rtl/>
        </w:rPr>
        <w:t>عليه‌السلام</w:t>
      </w:r>
      <w:r>
        <w:rPr>
          <w:rtl/>
        </w:rPr>
        <w:t xml:space="preserve"> فكان عاملا عليها من قبله خاصا به ( كش ) هو من جملة الخمسة الذين كانوا من أصحاب أمير المؤمنين </w:t>
      </w:r>
      <w:r w:rsidR="0006364F" w:rsidRPr="0006364F">
        <w:rPr>
          <w:rStyle w:val="libAlaemChar"/>
          <w:rFonts w:hint="cs"/>
          <w:rtl/>
        </w:rPr>
        <w:t>عليه‌السلام</w:t>
      </w:r>
      <w:r>
        <w:rPr>
          <w:rtl/>
        </w:rPr>
        <w:t xml:space="preserve"> وهم محمد بن أبي بكر ، وهاشم بن عتبة بن أبي وقاص المرقال وجعدة بن هبيرة المخزومي ومحمد بن أبي حذيفة بن عتبة بن ربيعة ، والخامس أبو الربيع بن أبي العاص بن ربيعة صهر النبي </w:t>
      </w:r>
      <w:r w:rsidR="00CA64D5" w:rsidRPr="00CA64D5">
        <w:rPr>
          <w:rStyle w:val="libAlaemChar"/>
          <w:rFonts w:hint="cs"/>
          <w:rtl/>
        </w:rPr>
        <w:t>صلى‌الله‌عليه‌وآله‌وسلم</w:t>
      </w:r>
      <w:r>
        <w:rPr>
          <w:rtl/>
        </w:rPr>
        <w:t xml:space="preserve"> سلف أمير المؤمنين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1265 ـ محمد بن أبي حذيفة بن عتبة المذكور ى ( جخ ) كان عامله على مصر ( كش ) من انصاره </w:t>
      </w:r>
      <w:r w:rsidR="0006364F" w:rsidRPr="0006364F">
        <w:rPr>
          <w:rStyle w:val="libAlaemChar"/>
          <w:rFonts w:hint="cs"/>
          <w:rtl/>
        </w:rPr>
        <w:t>عليه‌السلام</w:t>
      </w:r>
      <w:r>
        <w:rPr>
          <w:rtl/>
        </w:rPr>
        <w:t xml:space="preserve"> مات في سجن معاوية على البراء من أمير المؤمنين </w:t>
      </w:r>
      <w:r w:rsidR="0006364F" w:rsidRPr="0006364F">
        <w:rPr>
          <w:rStyle w:val="libAlaemChar"/>
          <w:rFonts w:hint="cs"/>
          <w:rtl/>
        </w:rPr>
        <w:t>عليه‌السلام</w:t>
      </w:r>
      <w:r>
        <w:rPr>
          <w:rtl/>
        </w:rPr>
        <w:t xml:space="preserve"> وسبه ولم يفعل وقابله بالعظائم ، ولم يأخذه في الله لومة لائم. </w:t>
      </w:r>
    </w:p>
    <w:p w:rsidR="007849C6" w:rsidRDefault="007849C6" w:rsidP="00186E94">
      <w:pPr>
        <w:pStyle w:val="libNormal"/>
        <w:rPr>
          <w:rtl/>
        </w:rPr>
      </w:pPr>
      <w:r>
        <w:rPr>
          <w:rtl/>
        </w:rPr>
        <w:t xml:space="preserve">1266 ـ محمد بن أبي الحسين بن أبي الخطاب أبو جعفر الزيات الهمداني واسم أبي الخطاب زيد لم ( جش ) جليل من أصحابنا عظيم القدر ثقة عين حسن التصانيف صحيح الرواية. </w:t>
      </w:r>
    </w:p>
    <w:p w:rsidR="007849C6" w:rsidRDefault="007849C6" w:rsidP="00186E94">
      <w:pPr>
        <w:pStyle w:val="libNormal"/>
        <w:rPr>
          <w:rtl/>
        </w:rPr>
      </w:pPr>
      <w:r>
        <w:rPr>
          <w:rtl/>
        </w:rPr>
        <w:t xml:space="preserve">1267 ـ محمد بن أبي حمزة التيملي ق ( جخ ) ثقة فاضل. </w:t>
      </w:r>
    </w:p>
    <w:p w:rsidR="007849C6" w:rsidRDefault="007849C6" w:rsidP="00186E94">
      <w:pPr>
        <w:pStyle w:val="libNormal"/>
        <w:rPr>
          <w:rtl/>
        </w:rPr>
      </w:pPr>
      <w:r>
        <w:rPr>
          <w:rtl/>
        </w:rPr>
        <w:t xml:space="preserve">1268 ـ محمد بن أبي حمزة ثابت بن أبي صفية الثمالي ، بالثاء المثلثة </w:t>
      </w:r>
    </w:p>
    <w:p w:rsidR="007849C6" w:rsidRDefault="007849C6" w:rsidP="00186E94">
      <w:pPr>
        <w:pStyle w:val="libNormal0"/>
        <w:rPr>
          <w:rtl/>
        </w:rPr>
      </w:pPr>
      <w:r>
        <w:rPr>
          <w:rtl/>
        </w:rPr>
        <w:br w:type="page"/>
      </w:r>
      <w:r>
        <w:rPr>
          <w:rtl/>
        </w:rPr>
        <w:lastRenderedPageBreak/>
        <w:t xml:space="preserve">المضمومة ق ( جخ ، ست ) مهمل ( كش ) ممدوح ( جش ) له كتاب. </w:t>
      </w:r>
    </w:p>
    <w:p w:rsidR="007849C6" w:rsidRDefault="007849C6" w:rsidP="00186E94">
      <w:pPr>
        <w:pStyle w:val="libNormal"/>
        <w:rPr>
          <w:rtl/>
        </w:rPr>
      </w:pPr>
      <w:r>
        <w:rPr>
          <w:rtl/>
        </w:rPr>
        <w:t xml:space="preserve">1269 ـ محمد بن أبي سلمة بن عبد الاسد بن هلال بن عبدالله بن عمرو بن مخزوم ل ، ى ( حخ ) شهد مع علي </w:t>
      </w:r>
      <w:r w:rsidR="0006364F" w:rsidRPr="0006364F">
        <w:rPr>
          <w:rStyle w:val="libAlaemChar"/>
          <w:rFonts w:hint="cs"/>
          <w:rtl/>
        </w:rPr>
        <w:t>عليه‌السلام</w:t>
      </w:r>
      <w:r>
        <w:rPr>
          <w:rtl/>
        </w:rPr>
        <w:t xml:space="preserve"> هو وأخوه سلمة وأمهما ام سلمة زوجة النبي </w:t>
      </w:r>
      <w:r w:rsidR="00CA64D5" w:rsidRPr="00CA64D5">
        <w:rPr>
          <w:rStyle w:val="libAlaemChar"/>
          <w:rFonts w:hint="cs"/>
          <w:rtl/>
        </w:rPr>
        <w:t>صلى‌الله‌عليه‌وآله‌وسلم</w:t>
      </w:r>
      <w:r>
        <w:rPr>
          <w:rtl/>
        </w:rPr>
        <w:t xml:space="preserve"> أتت بهما إلى علي </w:t>
      </w:r>
      <w:r w:rsidR="0006364F" w:rsidRPr="0006364F">
        <w:rPr>
          <w:rStyle w:val="libAlaemChar"/>
          <w:rFonts w:hint="cs"/>
          <w:rtl/>
        </w:rPr>
        <w:t>عليه‌السلام</w:t>
      </w:r>
      <w:r>
        <w:rPr>
          <w:rtl/>
        </w:rPr>
        <w:t xml:space="preserve"> فقالت : ( هما عليك صدقة فلو يصلح لي الخروج لخرجت معك ) وقيل : سلمة وعمرو ابنا أبي سلمة ، قال ابن عقدة : هذا أصح. </w:t>
      </w:r>
    </w:p>
    <w:p w:rsidR="007849C6" w:rsidRDefault="007849C6" w:rsidP="00186E94">
      <w:pPr>
        <w:pStyle w:val="libNormal"/>
        <w:rPr>
          <w:rtl/>
        </w:rPr>
      </w:pPr>
      <w:r>
        <w:rPr>
          <w:rtl/>
        </w:rPr>
        <w:t xml:space="preserve">1270 ـ محمد بن أبي الصهبان عبدالجباردى ، كر ( جخ ) قمى ثقة. </w:t>
      </w:r>
    </w:p>
    <w:p w:rsidR="007849C6" w:rsidRDefault="007849C6" w:rsidP="00186E94">
      <w:pPr>
        <w:pStyle w:val="libNormal"/>
        <w:rPr>
          <w:rtl/>
        </w:rPr>
      </w:pPr>
      <w:r>
        <w:rPr>
          <w:rtl/>
        </w:rPr>
        <w:t xml:space="preserve">1271 ـ محمد بن أبي عمر الطبيب ق ( جخ ) روى كتاب الديات وهو المنسوب إلى ظريف بن ناصح لانه طريقه. </w:t>
      </w:r>
    </w:p>
    <w:p w:rsidR="007849C6" w:rsidRDefault="007849C6" w:rsidP="00186E94">
      <w:pPr>
        <w:pStyle w:val="libNormal"/>
        <w:rPr>
          <w:rtl/>
        </w:rPr>
      </w:pPr>
      <w:r>
        <w:rPr>
          <w:rtl/>
        </w:rPr>
        <w:t xml:space="preserve">1272 ـ محمد بن أبي عمير البزاز بياع السابري ق ، ضا ( جخ ) ثقة ( ست ) يكنى أبا أحمد من موالي الازد واسم أبي عمير زياد بن عيسى من أوثق الناس عند الخاصة والعامة وانسكهم وأورعهم وأعبدهم وقد ذكره الجاحظ في كتابه في فخر قحطان على عدنان بذلك ، وذكر أنه ( كان اوحد أهل زمانه في الاشياء كلها ) أدرك من الاثمة ثلاثة : أبا إبراهيم موسى بن جعفر </w:t>
      </w:r>
      <w:r w:rsidR="0006364F" w:rsidRPr="0006364F">
        <w:rPr>
          <w:rStyle w:val="libAlaemChar"/>
          <w:rFonts w:hint="cs"/>
          <w:rtl/>
        </w:rPr>
        <w:t>عليه‌السلام</w:t>
      </w:r>
      <w:r>
        <w:rPr>
          <w:rtl/>
        </w:rPr>
        <w:t xml:space="preserve"> ولم يرو عنه ، وروى عن أبي الحسن الرضا والجواد </w:t>
      </w:r>
      <w:r w:rsidR="0006364F" w:rsidRPr="0006364F">
        <w:rPr>
          <w:rStyle w:val="libAlaemChar"/>
          <w:rFonts w:hint="cs"/>
          <w:rtl/>
        </w:rPr>
        <w:t>عليهما‌السلام</w:t>
      </w:r>
      <w:r>
        <w:rPr>
          <w:rtl/>
        </w:rPr>
        <w:t xml:space="preserve"> ، وروى عنه أحمد بن محمد بن عيسى كتب مائة رجل من رجال أبي عبدالله </w:t>
      </w:r>
      <w:r w:rsidR="0006364F" w:rsidRPr="0006364F">
        <w:rPr>
          <w:rStyle w:val="libAlaemChar"/>
          <w:rFonts w:hint="cs"/>
          <w:rtl/>
        </w:rPr>
        <w:t>عليه‌السلام</w:t>
      </w:r>
      <w:r>
        <w:rPr>
          <w:rtl/>
        </w:rPr>
        <w:t xml:space="preserve"> وله مصنفات كثيرة ، وذكر ابن بطة أنها أربعة وتسعون كتابا ( كش ، جش ) حبس بعد الرضا </w:t>
      </w:r>
      <w:r w:rsidR="0006364F" w:rsidRPr="0006364F">
        <w:rPr>
          <w:rStyle w:val="libAlaemChar"/>
          <w:rFonts w:hint="cs"/>
          <w:rtl/>
        </w:rPr>
        <w:t>عليه‌السلام</w:t>
      </w:r>
      <w:r>
        <w:rPr>
          <w:rtl/>
        </w:rPr>
        <w:t xml:space="preserve"> ونهب ماله وذهبت كتبه ، وكان يحفظ أربعين جلدا فلذلك أرسل أحاديثه. وكان قد سعي به أنه يعرف اسماء الشيعة ومواضعهم ، فأمره السلطان بتسميتهم فأبى فضرب ضربا عظيما ـ وقبل : كان ذلك ليلي القضاء ـ قال : ( فلما بلغ بي الضرب ذلك كدت اسميهم فسمعت نداء محمد بن يونس بن عبدالرحمن يقول ! يا محمد بن أبي عمير : اذكر موقفك بين يدي الله ! فتقويت بقوله وصبرت ولم اخبرهم والحمد لله ) وقيل إنه </w:t>
      </w:r>
    </w:p>
    <w:p w:rsidR="007849C6" w:rsidRDefault="007849C6" w:rsidP="00186E94">
      <w:pPr>
        <w:pStyle w:val="libNormal0"/>
        <w:rPr>
          <w:rtl/>
        </w:rPr>
      </w:pPr>
      <w:r>
        <w:rPr>
          <w:rtl/>
        </w:rPr>
        <w:br w:type="page"/>
      </w:r>
      <w:r>
        <w:rPr>
          <w:rtl/>
        </w:rPr>
        <w:lastRenderedPageBreak/>
        <w:t xml:space="preserve">أدى مائة وأحد وعشرين ألف درهم حتى خلص ، وكان ممولا وكان مولى بني امية وقيل مولى المهلب بن أبي صفرة ، بغدادي الاصل والمقام ، لقي الكاظم </w:t>
      </w:r>
      <w:r w:rsidR="0006364F" w:rsidRPr="0006364F">
        <w:rPr>
          <w:rStyle w:val="libAlaemChar"/>
          <w:rFonts w:hint="cs"/>
          <w:rtl/>
        </w:rPr>
        <w:t>عليه‌السلام</w:t>
      </w:r>
      <w:r>
        <w:rPr>
          <w:rtl/>
        </w:rPr>
        <w:t xml:space="preserve"> وسمع منه أحاديث كناه في بعضها فقال </w:t>
      </w:r>
      <w:r w:rsidR="0006364F" w:rsidRPr="0006364F">
        <w:rPr>
          <w:rStyle w:val="libAlaemChar"/>
          <w:rFonts w:hint="cs"/>
          <w:rtl/>
        </w:rPr>
        <w:t>عليه‌السلام</w:t>
      </w:r>
      <w:r>
        <w:rPr>
          <w:rtl/>
        </w:rPr>
        <w:t xml:space="preserve"> : يا أبا أحمد ! تعظيما له </w:t>
      </w:r>
      <w:r w:rsidR="006B246D" w:rsidRPr="006B246D">
        <w:rPr>
          <w:rStyle w:val="libAlaemChar"/>
          <w:rFonts w:hint="cs"/>
          <w:rtl/>
        </w:rPr>
        <w:t>رحمه‌الله</w:t>
      </w:r>
      <w:r>
        <w:rPr>
          <w:rtl/>
        </w:rPr>
        <w:t xml:space="preserve">. </w:t>
      </w:r>
    </w:p>
    <w:p w:rsidR="007849C6" w:rsidRDefault="007849C6" w:rsidP="00186E94">
      <w:pPr>
        <w:pStyle w:val="libNormal"/>
        <w:rPr>
          <w:rtl/>
        </w:rPr>
      </w:pPr>
      <w:r>
        <w:rPr>
          <w:rtl/>
        </w:rPr>
        <w:t xml:space="preserve">1273 ـ محمد بن أبي عمران موسى بن علي بن عبدربه أبو الفرج القزويني الكاتب لم ( جش ) ثقة صحيح الرواية والطريقة. </w:t>
      </w:r>
    </w:p>
    <w:p w:rsidR="007849C6" w:rsidRDefault="007849C6" w:rsidP="00186E94">
      <w:pPr>
        <w:pStyle w:val="libNormal"/>
        <w:rPr>
          <w:rtl/>
        </w:rPr>
      </w:pPr>
      <w:r>
        <w:rPr>
          <w:rtl/>
        </w:rPr>
        <w:t xml:space="preserve">1274 ـ محمد بن أبي القاسم عبيدالله </w:t>
      </w:r>
      <w:r w:rsidRPr="00186E94">
        <w:rPr>
          <w:rStyle w:val="libFootnotenumChar"/>
          <w:rtl/>
        </w:rPr>
        <w:t>(1)</w:t>
      </w:r>
      <w:r>
        <w:rPr>
          <w:rtl/>
        </w:rPr>
        <w:t xml:space="preserve"> بن عمران الخبابي ، بالخاء المعجمة المفتوحة والباءين المفردتين ، البرقي الملقب بما جيلويه وأبو القاسم ملقب بندار لم ( جش ) سيد من أصحابنا فقيه فاضل في الآداب والغريب وهو صهر أحمد بن أبي عبدالله البرقي علي ابنته ، وابنه علي بن محمد منها وكان أخذ عنه العلم والادب. </w:t>
      </w:r>
    </w:p>
    <w:p w:rsidR="007849C6" w:rsidRDefault="007849C6" w:rsidP="00186E94">
      <w:pPr>
        <w:pStyle w:val="libNormal"/>
        <w:rPr>
          <w:rtl/>
        </w:rPr>
      </w:pPr>
      <w:r>
        <w:rPr>
          <w:rtl/>
        </w:rPr>
        <w:t xml:space="preserve">1275 ـ محمد بن أبي يونس تسنيم بن الحسن بن يونس أبو طاهر الوراق الحضرمي الكوفي لم ( جش ) ثقة عين ، حديثه صحيح روى عنه العامة والخاصة وكان وراق أبي نعيم الفضل بن دكين. </w:t>
      </w:r>
    </w:p>
    <w:p w:rsidR="007849C6" w:rsidRDefault="007849C6" w:rsidP="00186E94">
      <w:pPr>
        <w:pStyle w:val="libNormal"/>
        <w:rPr>
          <w:rtl/>
        </w:rPr>
      </w:pPr>
      <w:r>
        <w:rPr>
          <w:rtl/>
        </w:rPr>
        <w:t xml:space="preserve">1276 ـ محمد بن إبراهيم بن أبي البلاد وأخوه يحيى مولى بني عبدالله ابن غطفان لم ( جش ) ثقة قليل الحديث ، وأخوه يحيى أكثر حديثا منه. </w:t>
      </w:r>
    </w:p>
    <w:p w:rsidR="007849C6" w:rsidRDefault="007849C6" w:rsidP="00186E94">
      <w:pPr>
        <w:pStyle w:val="libNormal"/>
        <w:rPr>
          <w:rtl/>
        </w:rPr>
      </w:pPr>
      <w:r>
        <w:rPr>
          <w:rtl/>
        </w:rPr>
        <w:t xml:space="preserve">1277 ـ محمد بن إبراهيم علان الكليني لم ( جخ ) خير. </w:t>
      </w:r>
    </w:p>
    <w:p w:rsidR="007849C6" w:rsidRDefault="007849C6" w:rsidP="00186E94">
      <w:pPr>
        <w:pStyle w:val="libNormal"/>
        <w:rPr>
          <w:rtl/>
        </w:rPr>
      </w:pPr>
      <w:r>
        <w:rPr>
          <w:rtl/>
        </w:rPr>
        <w:t xml:space="preserve">1278 ـ محمد بن إبراهيم بن جعفر أبو عبد الله الكاتب النعماني المعروف بابن زينب لم ( جش ) شيخ من أصحابنا عظيم القدر شريف المنزلة صحيح العقيدة كثير الحديث قدم بغداد وخرج إلى الشام ومات بها. </w:t>
      </w:r>
    </w:p>
    <w:p w:rsidR="007849C6" w:rsidRDefault="007849C6" w:rsidP="00186E94">
      <w:pPr>
        <w:pStyle w:val="libNormal"/>
        <w:rPr>
          <w:rtl/>
        </w:rPr>
      </w:pPr>
      <w:r>
        <w:rPr>
          <w:rtl/>
        </w:rPr>
        <w:t xml:space="preserve">1279 ـ محمد بن إبراهيم بن محمد الهمداني لم ( كش ) كان أبوه وكيل أبي الحسن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1280 ـ محمد بن ابراهيم الحضينى بالحاء المهملة المضمومة والضاد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وفي نسخة عبدالله بن عمران. </w:t>
      </w:r>
    </w:p>
    <w:p w:rsidR="007849C6" w:rsidRDefault="007849C6" w:rsidP="00186E94">
      <w:pPr>
        <w:pStyle w:val="libNormal0"/>
        <w:rPr>
          <w:rtl/>
        </w:rPr>
      </w:pPr>
      <w:r>
        <w:rPr>
          <w:rtl/>
        </w:rPr>
        <w:br w:type="page"/>
      </w:r>
      <w:r>
        <w:rPr>
          <w:rtl/>
        </w:rPr>
        <w:lastRenderedPageBreak/>
        <w:t xml:space="preserve">المعجمة المفتوحة والياء المثناة تحت والنون ، الاهوازي د ( جش ، كش ) ممدوح. </w:t>
      </w:r>
    </w:p>
    <w:p w:rsidR="007849C6" w:rsidRDefault="007849C6" w:rsidP="00186E94">
      <w:pPr>
        <w:pStyle w:val="libNormal"/>
        <w:rPr>
          <w:rtl/>
        </w:rPr>
      </w:pPr>
      <w:r>
        <w:rPr>
          <w:rtl/>
        </w:rPr>
        <w:t xml:space="preserve">1281 ـ محمد بن إبراهيم بن محمد بن علي بن عبدالله بن عباس بن عبدالمطلب ق ( جش ). </w:t>
      </w:r>
    </w:p>
    <w:p w:rsidR="007849C6" w:rsidRDefault="007849C6" w:rsidP="00186E94">
      <w:pPr>
        <w:pStyle w:val="libNormal"/>
        <w:rPr>
          <w:rtl/>
        </w:rPr>
      </w:pPr>
      <w:r>
        <w:rPr>
          <w:rtl/>
        </w:rPr>
        <w:t xml:space="preserve">1282 ـ محمد بن إبراهيم بن يوسف ، وقيل : ابن سيف ، الكاتب يكنى أبا الحسن المعروف بالشافعي لم ( ست ، جش ) كان على الظاهر يتفقه على مذهب الشافعي ويرى رأي الامامية وكان فقيها على المذهبين. </w:t>
      </w:r>
    </w:p>
    <w:p w:rsidR="007849C6" w:rsidRDefault="007849C6" w:rsidP="00186E94">
      <w:pPr>
        <w:pStyle w:val="libNormal"/>
        <w:rPr>
          <w:rtl/>
        </w:rPr>
      </w:pPr>
      <w:r>
        <w:rPr>
          <w:rtl/>
        </w:rPr>
        <w:t xml:space="preserve">1283 ـ محمد بن أحمد بن أبي عوف لم ( جخ ) من أهل بخاري لا بأس به. </w:t>
      </w:r>
    </w:p>
    <w:p w:rsidR="007849C6" w:rsidRDefault="007849C6" w:rsidP="00186E94">
      <w:pPr>
        <w:pStyle w:val="libNormal"/>
        <w:rPr>
          <w:rtl/>
        </w:rPr>
      </w:pPr>
      <w:r>
        <w:rPr>
          <w:rtl/>
        </w:rPr>
        <w:t xml:space="preserve">1284 ـ محمد بن أحمد بن أبي قتادة أبو جعفر ثقة من القميين عين مولى. </w:t>
      </w:r>
    </w:p>
    <w:p w:rsidR="007849C6" w:rsidRDefault="007849C6" w:rsidP="00186E94">
      <w:pPr>
        <w:pStyle w:val="libNormal"/>
        <w:rPr>
          <w:rtl/>
        </w:rPr>
      </w:pPr>
      <w:r>
        <w:rPr>
          <w:rtl/>
        </w:rPr>
        <w:t xml:space="preserve">1285 ـ محمد بن أحمد بن إبراهيم بن سليمان </w:t>
      </w:r>
      <w:r w:rsidRPr="00186E94">
        <w:rPr>
          <w:rStyle w:val="libFootnotenumChar"/>
          <w:rtl/>
        </w:rPr>
        <w:t>(1)</w:t>
      </w:r>
      <w:r>
        <w:rPr>
          <w:rtl/>
        </w:rPr>
        <w:t xml:space="preserve"> أبو الفضل الجعفي المعروف بالصابوني لم ( جش ) سكن مصر وكان زيديا ثم عاد إلينا وكانت له منزلة بمصر. </w:t>
      </w:r>
    </w:p>
    <w:p w:rsidR="007849C6" w:rsidRDefault="007849C6" w:rsidP="00186E94">
      <w:pPr>
        <w:pStyle w:val="libNormal"/>
        <w:rPr>
          <w:rtl/>
        </w:rPr>
      </w:pPr>
      <w:r>
        <w:rPr>
          <w:rtl/>
        </w:rPr>
        <w:t xml:space="preserve">1286 ـ محمد بن أحمد بن إسماعيل بن بزيع </w:t>
      </w:r>
      <w:r w:rsidRPr="00186E94">
        <w:rPr>
          <w:rStyle w:val="libFootnotenumChar"/>
          <w:rtl/>
        </w:rPr>
        <w:t>(2)</w:t>
      </w:r>
      <w:r>
        <w:rPr>
          <w:rtl/>
        </w:rPr>
        <w:t xml:space="preserve"> م ، ضا ، د ( كش ، جخ ، ست ) ثقة صحيح كوفي. </w:t>
      </w:r>
    </w:p>
    <w:p w:rsidR="007849C6" w:rsidRDefault="007849C6" w:rsidP="00186E94">
      <w:pPr>
        <w:pStyle w:val="libNormal"/>
        <w:rPr>
          <w:rtl/>
        </w:rPr>
      </w:pPr>
      <w:r>
        <w:rPr>
          <w:rtl/>
        </w:rPr>
        <w:t xml:space="preserve">1287 ـ محمد بن أحمد بن جعفر القمي العطار كر ( جخ ) كان وكيله ( ع ) ( كش ) ليس له ثالث في الارض. </w:t>
      </w:r>
    </w:p>
    <w:p w:rsidR="007849C6" w:rsidRDefault="007849C6" w:rsidP="00186E94">
      <w:pPr>
        <w:pStyle w:val="libNormal"/>
        <w:rPr>
          <w:rtl/>
        </w:rPr>
      </w:pPr>
      <w:r>
        <w:rPr>
          <w:rtl/>
        </w:rPr>
        <w:t xml:space="preserve">1288 ـ محمد بن أحمد بن الجنيد يكنى أبا على لم ( جخ ) كان جيد التصنيف حسنه إلا أنه كان يرى القول بالقياس فتركت كتبه لذلك ولم يتعول عليها ( جش ) ، سمعت بعض شيوخنا يذكر أنه كان عنده مال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في بعض نسخ النجاشي ( سليم ) بدل ( سليمان ). </w:t>
      </w:r>
    </w:p>
    <w:p w:rsidR="007849C6" w:rsidRDefault="007849C6" w:rsidP="002C2B53">
      <w:pPr>
        <w:pStyle w:val="libFootnote0"/>
        <w:rPr>
          <w:rtl/>
        </w:rPr>
      </w:pPr>
      <w:r>
        <w:rPr>
          <w:rtl/>
        </w:rPr>
        <w:t xml:space="preserve">2 ـ هذا هو محمد بن إسماعيل الآتي ، ولم يذكر أحد من أرباب المعاجم أنه ابن احمد بن إسماعيل. </w:t>
      </w:r>
    </w:p>
    <w:p w:rsidR="007849C6" w:rsidRDefault="007849C6" w:rsidP="00186E94">
      <w:pPr>
        <w:pStyle w:val="libNormal0"/>
        <w:rPr>
          <w:rtl/>
        </w:rPr>
      </w:pPr>
      <w:r>
        <w:rPr>
          <w:rtl/>
        </w:rPr>
        <w:br w:type="page"/>
      </w:r>
      <w:r>
        <w:rPr>
          <w:rtl/>
        </w:rPr>
        <w:lastRenderedPageBreak/>
        <w:t xml:space="preserve">للصاحب </w:t>
      </w:r>
      <w:r w:rsidR="0006364F" w:rsidRPr="0006364F">
        <w:rPr>
          <w:rStyle w:val="libAlaemChar"/>
          <w:rFonts w:hint="cs"/>
          <w:rtl/>
        </w:rPr>
        <w:t>عليه‌السلام</w:t>
      </w:r>
      <w:r>
        <w:rPr>
          <w:rtl/>
        </w:rPr>
        <w:t xml:space="preserve"> وسيف. </w:t>
      </w:r>
    </w:p>
    <w:p w:rsidR="007849C6" w:rsidRDefault="007849C6" w:rsidP="00186E94">
      <w:pPr>
        <w:pStyle w:val="libNormal"/>
        <w:rPr>
          <w:rtl/>
        </w:rPr>
      </w:pPr>
      <w:r>
        <w:rPr>
          <w:rtl/>
        </w:rPr>
        <w:t xml:space="preserve">1289 ـ محمد بن أحمد بن الحارث </w:t>
      </w:r>
      <w:r w:rsidRPr="00186E94">
        <w:rPr>
          <w:rStyle w:val="libFootnotenumChar"/>
          <w:rtl/>
        </w:rPr>
        <w:t>(1)</w:t>
      </w:r>
      <w:r>
        <w:rPr>
          <w:rtl/>
        </w:rPr>
        <w:t xml:space="preserve"> الخطيب بساوة لم ( جخ ) له كتاب في الامامة. </w:t>
      </w:r>
    </w:p>
    <w:p w:rsidR="007849C6" w:rsidRDefault="007849C6" w:rsidP="00186E94">
      <w:pPr>
        <w:pStyle w:val="libNormal"/>
        <w:rPr>
          <w:rtl/>
        </w:rPr>
      </w:pPr>
      <w:r>
        <w:rPr>
          <w:rtl/>
        </w:rPr>
        <w:t xml:space="preserve">1290 ـ محمد بن أحمد بن حماد المروزي المحمودي د ( كش ) ممدوح. </w:t>
      </w:r>
    </w:p>
    <w:p w:rsidR="007849C6" w:rsidRDefault="007849C6" w:rsidP="00186E94">
      <w:pPr>
        <w:pStyle w:val="libNormal"/>
        <w:rPr>
          <w:rtl/>
        </w:rPr>
      </w:pPr>
      <w:r>
        <w:rPr>
          <w:rtl/>
        </w:rPr>
        <w:t xml:space="preserve">1291 ـ محمد بن أحمد بن خاقان النهدي أبو جعفر القلانسي ( كش ) كوفي خير ( غض ) ضعيف ، وسيأتي في الضعفاء. </w:t>
      </w:r>
    </w:p>
    <w:p w:rsidR="007849C6" w:rsidRDefault="007849C6" w:rsidP="00186E94">
      <w:pPr>
        <w:pStyle w:val="libNormal"/>
        <w:rPr>
          <w:rtl/>
        </w:rPr>
      </w:pPr>
      <w:r>
        <w:rPr>
          <w:rtl/>
        </w:rPr>
        <w:t xml:space="preserve">1292 ـ محمد بن أحمد بن داود القمي لم ( جش ) شيخ هذه الطائفة وعالمها وشيخ القميين في وقته وفقيههم ، حكى أبو عبد الله الحسين بن عبيدالله أنه لم ير أحدا أحفظ ولا أفقه منه ولا أعرف بالحديث. ورد بغداد فأقام بها وحدث ( ست ) يكنى أبا الحسن ، له كتب ، مات سنة ثمان وستين وثلاثمائة ودفن بمقابر قريش. </w:t>
      </w:r>
    </w:p>
    <w:p w:rsidR="007849C6" w:rsidRDefault="007849C6" w:rsidP="00186E94">
      <w:pPr>
        <w:pStyle w:val="libNormal"/>
        <w:rPr>
          <w:rtl/>
        </w:rPr>
      </w:pPr>
      <w:r>
        <w:rPr>
          <w:rtl/>
        </w:rPr>
        <w:t xml:space="preserve">1293 ـ محمد بن أحمد بن روح ، بفتح الراء ، الطرسوسي كذلك لم ( جش ) أبو أحمد له كتاب. </w:t>
      </w:r>
    </w:p>
    <w:p w:rsidR="007849C6" w:rsidRDefault="007849C6" w:rsidP="00186E94">
      <w:pPr>
        <w:pStyle w:val="libNormal"/>
        <w:rPr>
          <w:rtl/>
        </w:rPr>
      </w:pPr>
      <w:r>
        <w:rPr>
          <w:rtl/>
        </w:rPr>
        <w:t xml:space="preserve">1294 ـ محمد بن أحمد بن عبدالله بن مهران بن خانبة ، بالخاء المعجمة والنون والباء المفردة ، الكرخي لم ( جش ) لوالده مكاتبة إلى الرضا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1295 ـ محمد بن أحمد بن عبدالله أبو عبد الله البصري الملقب بالمفجع لم ( جش ) جليل من وجوه أهل الادب واللغة والحديث ، صحيح المذهب حسن الاعتقاد ، له شعر كثير في أهل البيت </w:t>
      </w:r>
      <w:r w:rsidR="0006364F" w:rsidRPr="0006364F">
        <w:rPr>
          <w:rStyle w:val="libAlaemChar"/>
          <w:rFonts w:hint="cs"/>
          <w:rtl/>
        </w:rPr>
        <w:t>عليهم‌السلام</w:t>
      </w:r>
      <w:r>
        <w:rPr>
          <w:rtl/>
        </w:rPr>
        <w:t xml:space="preserve"> يتفجع عليهم ولذلك سمى المفجع. ومن شعره : إن يكن قيل لي المفجع نبزا فلعمري أنا المفجع هما. </w:t>
      </w:r>
    </w:p>
    <w:p w:rsidR="007849C6" w:rsidRDefault="007849C6" w:rsidP="00186E94">
      <w:pPr>
        <w:pStyle w:val="libNormal"/>
        <w:rPr>
          <w:rtl/>
        </w:rPr>
      </w:pPr>
      <w:r>
        <w:rPr>
          <w:rtl/>
        </w:rPr>
        <w:t xml:space="preserve">1296 ـ محمد بن أحمد بن عبدالله بن قضاعة بن صفوان بن مهران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هذا هو محمد بن أحمد بن محمد بن الحارث الآتي قريبا. </w:t>
      </w:r>
    </w:p>
    <w:p w:rsidR="007849C6" w:rsidRDefault="007849C6" w:rsidP="00186E94">
      <w:pPr>
        <w:pStyle w:val="libNormal0"/>
        <w:rPr>
          <w:rtl/>
        </w:rPr>
      </w:pPr>
      <w:r>
        <w:rPr>
          <w:rtl/>
        </w:rPr>
        <w:br w:type="page"/>
      </w:r>
      <w:r>
        <w:rPr>
          <w:rtl/>
        </w:rPr>
        <w:lastRenderedPageBreak/>
        <w:t xml:space="preserve">الجمال المعروف بالصفواني أبو عبد الله لم ( جخ ، ست ) له مصنفات كثيرة وهو خاصي ، وقيل إنه كان اميا ، له كتب أملاها من ظهر قلبه ثقة ثقة. باهل قاضي الموصل في الامامة بين يدي ابن حمدان ، فحم قاضي الموصل من ساعته وانفلج كفه التي باهله بها واسودت ومات من الغد ، فعظمت منزلة أبي عبدالله الصفواني عند الملوك بذلك ( غض ) فيه كلام يأتي في الضعفاء. ولست أتردد في ثقته ، وأمره ظاهر لا يؤثر فيه تردد الغضائري ، ولو لم يكن له إلا مباهلته لقاضي الموصل في الامامة وهلاك القاضي من الغد واسوداد كفه التي باهله بها لكفى. </w:t>
      </w:r>
    </w:p>
    <w:p w:rsidR="007849C6" w:rsidRDefault="007849C6" w:rsidP="00186E94">
      <w:pPr>
        <w:pStyle w:val="libNormal"/>
        <w:rPr>
          <w:rtl/>
        </w:rPr>
      </w:pPr>
      <w:r>
        <w:rPr>
          <w:rtl/>
        </w:rPr>
        <w:t xml:space="preserve">1297 ـ محمد بن أحمد بن عبيدالله بن أحمد بن عيسى بن المنصور عباسي هاشمي يكنى أبا الحسن لم ( جخ ) روى عن عمه أبي موسى </w:t>
      </w:r>
      <w:r w:rsidRPr="00186E94">
        <w:rPr>
          <w:rStyle w:val="libFootnotenumChar"/>
          <w:rtl/>
        </w:rPr>
        <w:t>(1)</w:t>
      </w:r>
      <w:r>
        <w:rPr>
          <w:rtl/>
        </w:rPr>
        <w:t xml:space="preserve"> عيسى بن أحمد بن عيسى بن المنصور عن أبي محمد صاحب العسكر معجزات ودلائل. </w:t>
      </w:r>
    </w:p>
    <w:p w:rsidR="007849C6" w:rsidRDefault="007849C6" w:rsidP="00186E94">
      <w:pPr>
        <w:pStyle w:val="libNormal"/>
        <w:rPr>
          <w:rtl/>
        </w:rPr>
      </w:pPr>
      <w:r>
        <w:rPr>
          <w:rtl/>
        </w:rPr>
        <w:t xml:space="preserve">1298 ـ محمد بن أحمد بن علي الفتال النيسابوري المعروف بابن الفارسي أبو علي لم ( جخ ) </w:t>
      </w:r>
      <w:r w:rsidRPr="00186E94">
        <w:rPr>
          <w:rStyle w:val="libFootnotenumChar"/>
          <w:rtl/>
        </w:rPr>
        <w:t>(2)</w:t>
      </w:r>
      <w:r>
        <w:rPr>
          <w:rtl/>
        </w:rPr>
        <w:t xml:space="preserve"> متكلم جليل القدر فقيه عالم زاهد ورع قتله أبو المحاسن عبد الرزاق رئيس نيشابور الملقب بشهاب الاسلام. </w:t>
      </w:r>
    </w:p>
    <w:p w:rsidR="007849C6" w:rsidRDefault="007849C6" w:rsidP="00186E94">
      <w:pPr>
        <w:pStyle w:val="libNormal"/>
        <w:rPr>
          <w:rtl/>
        </w:rPr>
      </w:pPr>
      <w:r>
        <w:rPr>
          <w:rtl/>
        </w:rPr>
        <w:t xml:space="preserve">1299 محمد بن أحمد يكنى أبا الحسين الزاهد من أهل طوس لم ( جخ )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أبو موسى عيسى بن أحمد هو عم أبيه ، وهذا متعارف. </w:t>
      </w:r>
    </w:p>
    <w:p w:rsidR="007849C6" w:rsidRDefault="007849C6" w:rsidP="002C2B53">
      <w:pPr>
        <w:pStyle w:val="libFootnote0"/>
        <w:rPr>
          <w:rtl/>
        </w:rPr>
      </w:pPr>
      <w:r>
        <w:rPr>
          <w:rtl/>
        </w:rPr>
        <w:t xml:space="preserve">2 ـ لا يخفى أنه وقع سهو لصاحب الكتاب هنا فان المترجم له لا يوجد له ذكر في جميع نسخ رجال الشيخ لانه متأخر زمانه عن زمان الشيخ بكثير فان قاتله عبد الرزاق أبا المحاسن هو ابن عبدالله بن علي بن إسحاق شهاب الدين الطوسي المتوفى سنة 515 ه‍ ، بنيسابور هو وزير السلطان سنجر شاه السلجوقي المولود سنة 479 والمتوفى سنة ( 552 ) ه‍ ، وابن أخي نظام الملك ، راجع النجوم الزاهرة لنغري بردي ( ج 5 ـ ص 333 ) والكامل لابن الاثير في حوادث سنة 515 ه‍ ، وحوادث سنة ( 552 ). </w:t>
      </w:r>
    </w:p>
    <w:p w:rsidR="007849C6" w:rsidRDefault="007849C6" w:rsidP="00186E94">
      <w:pPr>
        <w:pStyle w:val="libNormal"/>
        <w:rPr>
          <w:rtl/>
        </w:rPr>
      </w:pPr>
      <w:r>
        <w:rPr>
          <w:rtl/>
        </w:rPr>
        <w:br w:type="page"/>
      </w:r>
      <w:r>
        <w:rPr>
          <w:rtl/>
        </w:rPr>
        <w:lastRenderedPageBreak/>
        <w:t xml:space="preserve">1300 ـ محمد بن أحمد بن قيس بن عيلان ضا ( جخ ) كوفي ثقة له كتاب. </w:t>
      </w:r>
    </w:p>
    <w:p w:rsidR="007849C6" w:rsidRDefault="007849C6" w:rsidP="00186E94">
      <w:pPr>
        <w:pStyle w:val="libNormal"/>
        <w:rPr>
          <w:rtl/>
        </w:rPr>
      </w:pPr>
      <w:r>
        <w:rPr>
          <w:rtl/>
        </w:rPr>
        <w:t xml:space="preserve">1301 ـ محمد بن أحمد النعيمي أبو المظفر لم ( جش ) أخباري من أصحابنا. </w:t>
      </w:r>
    </w:p>
    <w:p w:rsidR="007849C6" w:rsidRDefault="007849C6" w:rsidP="00186E94">
      <w:pPr>
        <w:pStyle w:val="libNormal"/>
        <w:rPr>
          <w:rtl/>
        </w:rPr>
      </w:pPr>
      <w:r>
        <w:rPr>
          <w:rtl/>
        </w:rPr>
        <w:t xml:space="preserve">1302 ـ محمد بن أحمد بن محمد أبو جعفر الجريري ، بالجيم المضمومة والراءين المهملتين قبل الياء المثناة تحت وبعدها ، المعروف بابن البصري لم ( جش ) رجل من أصحابنا له رواية. </w:t>
      </w:r>
    </w:p>
    <w:p w:rsidR="007849C6" w:rsidRDefault="007849C6" w:rsidP="00186E94">
      <w:pPr>
        <w:pStyle w:val="libNormal"/>
        <w:rPr>
          <w:rtl/>
        </w:rPr>
      </w:pPr>
      <w:r>
        <w:rPr>
          <w:rtl/>
        </w:rPr>
        <w:t xml:space="preserve">1303 ـ محمد بن أحمد بن محمد بن الحارث أبو الحسن الخطيب بساوه المعروف بالحارثي لم ( جش ) وجه من أصحابنا ثقة. </w:t>
      </w:r>
    </w:p>
    <w:p w:rsidR="007849C6" w:rsidRDefault="007849C6" w:rsidP="00186E94">
      <w:pPr>
        <w:pStyle w:val="libNormal"/>
        <w:rPr>
          <w:rtl/>
        </w:rPr>
      </w:pPr>
      <w:r>
        <w:rPr>
          <w:rtl/>
        </w:rPr>
        <w:t xml:space="preserve">1304 ـ محمد بن أحمد بن محمد بن رجاالبجلي أبو جعفر لم ( جش ) كوفي سكن طاقات عرينة. </w:t>
      </w:r>
    </w:p>
    <w:p w:rsidR="007849C6" w:rsidRDefault="007849C6" w:rsidP="00186E94">
      <w:pPr>
        <w:pStyle w:val="libNormal"/>
        <w:rPr>
          <w:rtl/>
        </w:rPr>
      </w:pPr>
      <w:r>
        <w:rPr>
          <w:rtl/>
        </w:rPr>
        <w:t xml:space="preserve">1305 ـ محمد بن أحمد بن محمد بن سعيد بن عقدة الهمداني يكنى أبا نعيم لم ( جخ ) جليل القدر عظيم الحفظ. </w:t>
      </w:r>
    </w:p>
    <w:p w:rsidR="007849C6" w:rsidRDefault="007849C6" w:rsidP="00186E94">
      <w:pPr>
        <w:pStyle w:val="libNormal"/>
        <w:rPr>
          <w:rtl/>
        </w:rPr>
      </w:pPr>
      <w:r>
        <w:rPr>
          <w:rtl/>
        </w:rPr>
        <w:t xml:space="preserve">1306 ـ محمد بن أحمد بن محمد بن عبدالله بن أبي الثلج لم ( جخ ست ) بغدادي خاصي يكنى أبا بكر له كتاب « التنزيل » في أمير المؤمنين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1307 ـ محمد بن أحمد بن نعيم الشاذاني ، بالشين والذال المعجمتين والنون ، لم ( كش ) قال محمد : اجتمع عندي مال للغريم </w:t>
      </w:r>
      <w:r w:rsidRPr="00186E94">
        <w:rPr>
          <w:rStyle w:val="libFootnotenumChar"/>
          <w:rtl/>
        </w:rPr>
        <w:t>(1)</w:t>
      </w:r>
      <w:r>
        <w:rPr>
          <w:rtl/>
        </w:rPr>
        <w:t xml:space="preserve"> فأنفذت به إليه وزدته من مالي فورد الجواب : « وقد وصل إلي ما أنفذته إلي من خاصة مالك وهو كذا وكذا فقبل الله منك » ممدوح. </w:t>
      </w:r>
    </w:p>
    <w:p w:rsidR="007849C6" w:rsidRDefault="007849C6" w:rsidP="00186E94">
      <w:pPr>
        <w:pStyle w:val="libNormal"/>
        <w:rPr>
          <w:rtl/>
        </w:rPr>
      </w:pPr>
      <w:r>
        <w:rPr>
          <w:rtl/>
        </w:rPr>
        <w:t xml:space="preserve">1308 ـ محمد بن أحمد بن يحيى الاشعري لم ( جخ ) صاحب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الغريم هو الامام العسكري </w:t>
      </w:r>
      <w:r w:rsidR="0006364F" w:rsidRPr="0006364F">
        <w:rPr>
          <w:rStyle w:val="libAlaemChar"/>
          <w:rFonts w:hint="cs"/>
          <w:rtl/>
        </w:rPr>
        <w:t>عليه‌السلام</w:t>
      </w:r>
      <w:r>
        <w:rPr>
          <w:rtl/>
        </w:rPr>
        <w:t xml:space="preserve"> لانه كان وكيله ، ولقبه بالغريم تقية. </w:t>
      </w:r>
    </w:p>
    <w:p w:rsidR="007849C6" w:rsidRDefault="007849C6" w:rsidP="00186E94">
      <w:pPr>
        <w:pStyle w:val="libNormal0"/>
        <w:rPr>
          <w:rtl/>
        </w:rPr>
      </w:pPr>
      <w:r>
        <w:rPr>
          <w:rtl/>
        </w:rPr>
        <w:br w:type="page"/>
      </w:r>
      <w:r>
        <w:rPr>
          <w:rtl/>
        </w:rPr>
        <w:lastRenderedPageBreak/>
        <w:t xml:space="preserve">« نوادر الحكمة » ( ست ) جليل القدر كثير الرواية لكن قيل : إنه كان لا يبالي عمن روى. </w:t>
      </w:r>
    </w:p>
    <w:p w:rsidR="007849C6" w:rsidRDefault="007849C6" w:rsidP="00186E94">
      <w:pPr>
        <w:pStyle w:val="libNormal"/>
        <w:rPr>
          <w:rtl/>
        </w:rPr>
      </w:pPr>
      <w:r>
        <w:rPr>
          <w:rtl/>
        </w:rPr>
        <w:t xml:space="preserve">1309 ـ محمد بن إسحاق صاحب الشقاق ق ( جخ ) كوفي. </w:t>
      </w:r>
    </w:p>
    <w:p w:rsidR="007849C6" w:rsidRDefault="007849C6" w:rsidP="00186E94">
      <w:pPr>
        <w:pStyle w:val="libNormal"/>
        <w:rPr>
          <w:rtl/>
        </w:rPr>
      </w:pPr>
      <w:r>
        <w:rPr>
          <w:rtl/>
        </w:rPr>
        <w:t xml:space="preserve">1310 ـ محمد بن إسحاق بن عمار بن حيان التغلبي ، بالتاء المثناة فوق والغين المعجمة ، الصيرفي لم ( جش ) ثقة عين ( يه ) واقفي. </w:t>
      </w:r>
    </w:p>
    <w:p w:rsidR="007849C6" w:rsidRDefault="007849C6" w:rsidP="00186E94">
      <w:pPr>
        <w:pStyle w:val="libNormal"/>
        <w:rPr>
          <w:rtl/>
        </w:rPr>
      </w:pPr>
      <w:r>
        <w:rPr>
          <w:rtl/>
        </w:rPr>
        <w:t xml:space="preserve">1311 ـ محمد بن إسحاق شعر ، بالشين المعجمة والعين المهملة المفتوحتين ، ضا ( كش ) ممدوح. </w:t>
      </w:r>
    </w:p>
    <w:p w:rsidR="007849C6" w:rsidRDefault="007849C6" w:rsidP="00186E94">
      <w:pPr>
        <w:pStyle w:val="libNormal"/>
        <w:rPr>
          <w:rtl/>
        </w:rPr>
      </w:pPr>
      <w:r>
        <w:rPr>
          <w:rtl/>
        </w:rPr>
        <w:t xml:space="preserve">1312 ـ محمد بن إسحاق بن يسار المدني قر ، ق ( جخ ) اسند عنه يكنى أبا بكر صاحب المغازي من سبي عين التمر وهو أول سبي دخل المدينة ، وقيل كنيته أبو عبد الله. </w:t>
      </w:r>
    </w:p>
    <w:p w:rsidR="007849C6" w:rsidRDefault="007849C6" w:rsidP="00186E94">
      <w:pPr>
        <w:pStyle w:val="libNormal"/>
        <w:rPr>
          <w:rtl/>
        </w:rPr>
      </w:pPr>
      <w:r>
        <w:rPr>
          <w:rtl/>
        </w:rPr>
        <w:t xml:space="preserve">1313 ـ محمد بن إسماعيل بن أحمد بن بشير البرمكي المعروف بصاحب الصومعة أبو عبد الله لم ( جش ) سكن قم وليس أصله منها ، ذكر ذلك أبو العباس بن نوح وكان ثقة مستقيما ، وضعفه الغضائري ، والثقة أرجح. </w:t>
      </w:r>
    </w:p>
    <w:p w:rsidR="007849C6" w:rsidRDefault="007849C6" w:rsidP="00186E94">
      <w:pPr>
        <w:pStyle w:val="libNormal"/>
        <w:rPr>
          <w:rtl/>
        </w:rPr>
      </w:pPr>
      <w:r>
        <w:rPr>
          <w:rtl/>
        </w:rPr>
        <w:t xml:space="preserve">1314 ـ محمد بن إسماعيل بن بزيع بالباء المفردة والزاي المعجمة أبو جعفر مولى المنصور أبي جعفر ( جش ) كان من صالحي هذه الطائفة وثقاتهم كثير العمل </w:t>
      </w:r>
      <w:r w:rsidRPr="00186E94">
        <w:rPr>
          <w:rStyle w:val="libFootnotenumChar"/>
          <w:rtl/>
        </w:rPr>
        <w:t>(1)</w:t>
      </w:r>
      <w:r>
        <w:rPr>
          <w:rtl/>
        </w:rPr>
        <w:t xml:space="preserve">. </w:t>
      </w:r>
    </w:p>
    <w:p w:rsidR="007849C6" w:rsidRDefault="007849C6" w:rsidP="00186E94">
      <w:pPr>
        <w:pStyle w:val="libNormal"/>
        <w:rPr>
          <w:rtl/>
        </w:rPr>
      </w:pPr>
      <w:r>
        <w:rPr>
          <w:rtl/>
        </w:rPr>
        <w:t xml:space="preserve">1315 ـ محمد بن إسماعيل الجعفري لم ( ست ، جش ) له كتاب. </w:t>
      </w:r>
    </w:p>
    <w:p w:rsidR="007849C6" w:rsidRDefault="007849C6" w:rsidP="00186E94">
      <w:pPr>
        <w:pStyle w:val="libNormal"/>
        <w:rPr>
          <w:rtl/>
        </w:rPr>
      </w:pPr>
      <w:r>
        <w:rPr>
          <w:rtl/>
        </w:rPr>
        <w:t xml:space="preserve">1316 ـ محمد بن إسماعيل بن خيثم الكناني لم ( جش ). </w:t>
      </w:r>
    </w:p>
    <w:p w:rsidR="007849C6" w:rsidRDefault="007849C6" w:rsidP="00186E94">
      <w:pPr>
        <w:pStyle w:val="libNormal"/>
        <w:rPr>
          <w:rtl/>
        </w:rPr>
      </w:pPr>
      <w:r>
        <w:rPr>
          <w:rtl/>
        </w:rPr>
        <w:t xml:space="preserve">1317 ـ محمد بن إسماعيل ميمون الزعفراني أبو عبد الله لم ( جش ) ثقة عين روى عن الثقات ولقي اصحاب أبي عبدالله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1318 ـ محمد بن أصبغ الهمداني ( ست ) كوفي له كتاب. </w:t>
      </w:r>
    </w:p>
    <w:p w:rsidR="007849C6" w:rsidRDefault="007849C6" w:rsidP="00186E94">
      <w:pPr>
        <w:pStyle w:val="libNormal"/>
        <w:rPr>
          <w:rtl/>
        </w:rPr>
      </w:pPr>
      <w:r>
        <w:rPr>
          <w:rtl/>
        </w:rPr>
        <w:t xml:space="preserve">1319 ـ محمد بن بدران بن عمران أبو جعفر الرازي سكن الكوفة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هذا هو محمد بن احمد بن اسماعيل بن بزيع المتقدم. </w:t>
      </w:r>
    </w:p>
    <w:p w:rsidR="007849C6" w:rsidRDefault="007849C6" w:rsidP="00186E94">
      <w:pPr>
        <w:pStyle w:val="libNormal0"/>
        <w:rPr>
          <w:rtl/>
        </w:rPr>
      </w:pPr>
      <w:r>
        <w:rPr>
          <w:rtl/>
        </w:rPr>
        <w:br w:type="page"/>
      </w:r>
      <w:r>
        <w:rPr>
          <w:rtl/>
        </w:rPr>
        <w:lastRenderedPageBreak/>
        <w:t xml:space="preserve">وجاور بقية عمره ، يسكن إلى روايته وهو عين </w:t>
      </w:r>
      <w:r w:rsidRPr="00186E94">
        <w:rPr>
          <w:rStyle w:val="libFootnotenumChar"/>
          <w:rtl/>
        </w:rPr>
        <w:t>(1)</w:t>
      </w:r>
      <w:r>
        <w:rPr>
          <w:rtl/>
        </w:rPr>
        <w:t xml:space="preserve">. </w:t>
      </w:r>
    </w:p>
    <w:p w:rsidR="007849C6" w:rsidRDefault="007849C6" w:rsidP="00186E94">
      <w:pPr>
        <w:pStyle w:val="libNormal"/>
        <w:rPr>
          <w:rtl/>
        </w:rPr>
      </w:pPr>
      <w:r>
        <w:rPr>
          <w:rtl/>
        </w:rPr>
        <w:t xml:space="preserve">1320 ـ محمد بن بديل بن ورقاء ى ( جخ ) عداده في الكوفيين ، أصله حجازي نزل الكوفة هو وأخوه عبدالله ، قتلا معه بصفين ، وهما رسولا رسول الله </w:t>
      </w:r>
      <w:r w:rsidR="0006364F" w:rsidRPr="0006364F">
        <w:rPr>
          <w:rStyle w:val="libAlaemChar"/>
          <w:rFonts w:hint="cs"/>
          <w:rtl/>
        </w:rPr>
        <w:t>صلى‌الله‌عليه‌وآله</w:t>
      </w:r>
      <w:r>
        <w:rPr>
          <w:rtl/>
        </w:rPr>
        <w:t xml:space="preserve"> كتب إلى أبيهما بديل بن ورقاء. </w:t>
      </w:r>
    </w:p>
    <w:p w:rsidR="007849C6" w:rsidRDefault="007849C6" w:rsidP="00186E94">
      <w:pPr>
        <w:pStyle w:val="libNormal"/>
        <w:rPr>
          <w:rtl/>
        </w:rPr>
      </w:pPr>
      <w:r>
        <w:rPr>
          <w:rtl/>
        </w:rPr>
        <w:t xml:space="preserve">1321 ـ محمد بن بشر السوسنجردى ، بالسين المهملة قبل الواو وبعدها والنون والجيم والراء والدال المهملتين ، ومن أصحابنا من قال عوض النون التاء المثناة فوق ، وعوض الراء الزاي ، وهو وهم. ويعرف بالحمدوني لم ( جخ ) له كتاب في الامامة ( جش ) متكلم صحيح الاعتقاد ، حج على قديمه خمسين حجة. </w:t>
      </w:r>
    </w:p>
    <w:p w:rsidR="007849C6" w:rsidRDefault="007849C6" w:rsidP="00186E94">
      <w:pPr>
        <w:pStyle w:val="libNormal"/>
        <w:rPr>
          <w:rtl/>
        </w:rPr>
      </w:pPr>
      <w:r>
        <w:rPr>
          <w:rtl/>
        </w:rPr>
        <w:t xml:space="preserve">1322 ـ محمد بن بشير لم ( جش ) هو وأخوه علي ثقتان كوفي مات بقم. </w:t>
      </w:r>
    </w:p>
    <w:p w:rsidR="007849C6" w:rsidRDefault="007849C6" w:rsidP="00186E94">
      <w:pPr>
        <w:pStyle w:val="libNormal"/>
        <w:rPr>
          <w:rtl/>
        </w:rPr>
      </w:pPr>
      <w:r>
        <w:rPr>
          <w:rtl/>
        </w:rPr>
        <w:t xml:space="preserve">1323 ـ محمد بن بكران بن عمران أبو جعفر الرازي لم ( جش ) سكن الكوفة وجاور بقية عمره ، عين من الاعيان مسكون إليه </w:t>
      </w:r>
      <w:r w:rsidRPr="00186E94">
        <w:rPr>
          <w:rStyle w:val="libFootnotenumChar"/>
          <w:rtl/>
        </w:rPr>
        <w:t>(2)</w:t>
      </w:r>
      <w:r>
        <w:rPr>
          <w:rtl/>
        </w:rPr>
        <w:t xml:space="preserve">. </w:t>
      </w:r>
    </w:p>
    <w:p w:rsidR="007849C6" w:rsidRDefault="007849C6" w:rsidP="00186E94">
      <w:pPr>
        <w:pStyle w:val="libNormal"/>
        <w:rPr>
          <w:rtl/>
        </w:rPr>
      </w:pPr>
      <w:r>
        <w:rPr>
          <w:rtl/>
        </w:rPr>
        <w:t xml:space="preserve">1324 ـ محمد بن بندار بن عاصم الذهلي القمي لم ( جخ ) ثقة عين. </w:t>
      </w:r>
    </w:p>
    <w:p w:rsidR="007849C6" w:rsidRDefault="007849C6" w:rsidP="00186E94">
      <w:pPr>
        <w:pStyle w:val="libNormal"/>
        <w:rPr>
          <w:rtl/>
        </w:rPr>
      </w:pPr>
      <w:r>
        <w:rPr>
          <w:rtl/>
        </w:rPr>
        <w:t xml:space="preserve">1325 ـ محمد بن البهلول لم ( جش ) كوفي له كتاب. </w:t>
      </w:r>
    </w:p>
    <w:p w:rsidR="007849C6" w:rsidRDefault="007849C6" w:rsidP="00186E94">
      <w:pPr>
        <w:pStyle w:val="libNormal"/>
        <w:rPr>
          <w:rtl/>
        </w:rPr>
      </w:pPr>
      <w:r>
        <w:rPr>
          <w:rtl/>
        </w:rPr>
        <w:t xml:space="preserve">1326 ـ محمد بن تميم النهشلي التميمي البصري لم ( جش ) له كتاب. </w:t>
      </w:r>
    </w:p>
    <w:p w:rsidR="007849C6" w:rsidRDefault="007849C6" w:rsidP="00186E94">
      <w:pPr>
        <w:pStyle w:val="libNormal"/>
        <w:rPr>
          <w:rtl/>
        </w:rPr>
      </w:pPr>
      <w:r>
        <w:rPr>
          <w:rtl/>
        </w:rPr>
        <w:t xml:space="preserve">1327 ـ محمد بن ثوابا ، بالثاء المثلثة والباء المفردة لم ( جش ) كوفي ثقة قليل الحديث له كتاب.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ذكره النجاشي بعنوان محمد بن بكران وكذا العلامة في الخلاصة ، والمجلسي في الوجيزة. </w:t>
      </w:r>
    </w:p>
    <w:p w:rsidR="007849C6" w:rsidRDefault="007849C6" w:rsidP="002C2B53">
      <w:pPr>
        <w:pStyle w:val="libFootnote0"/>
        <w:rPr>
          <w:rtl/>
        </w:rPr>
      </w:pPr>
      <w:r>
        <w:rPr>
          <w:rtl/>
        </w:rPr>
        <w:t xml:space="preserve">2 ـ هذا هو محمد بن بدران السابق ، فلاحظ. </w:t>
      </w:r>
    </w:p>
    <w:p w:rsidR="007849C6" w:rsidRDefault="007849C6" w:rsidP="00186E94">
      <w:pPr>
        <w:pStyle w:val="libNormal"/>
        <w:rPr>
          <w:rtl/>
        </w:rPr>
      </w:pPr>
      <w:r>
        <w:rPr>
          <w:rtl/>
        </w:rPr>
        <w:br w:type="page"/>
      </w:r>
      <w:r>
        <w:rPr>
          <w:rtl/>
        </w:rPr>
        <w:lastRenderedPageBreak/>
        <w:t xml:space="preserve">1328 ـ محمد بن جبرئيل الاهوازي لم ( جش ) له كتاب. </w:t>
      </w:r>
    </w:p>
    <w:p w:rsidR="007849C6" w:rsidRDefault="007849C6" w:rsidP="00186E94">
      <w:pPr>
        <w:pStyle w:val="libNormal"/>
        <w:rPr>
          <w:rtl/>
        </w:rPr>
      </w:pPr>
      <w:r>
        <w:rPr>
          <w:rtl/>
        </w:rPr>
        <w:t xml:space="preserve">1329 ـ محمد بن جبير بن مطعم ين ( جخ ، كش ) </w:t>
      </w:r>
      <w:r w:rsidRPr="00186E94">
        <w:rPr>
          <w:rStyle w:val="libFootnotenumChar"/>
          <w:rtl/>
        </w:rPr>
        <w:t>(1)</w:t>
      </w:r>
      <w:r>
        <w:rPr>
          <w:rtl/>
        </w:rPr>
        <w:t xml:space="preserve"> لم يكن في زمن علي بن الحسين </w:t>
      </w:r>
      <w:r w:rsidR="0006364F" w:rsidRPr="0006364F">
        <w:rPr>
          <w:rStyle w:val="libAlaemChar"/>
          <w:rFonts w:hint="cs"/>
          <w:rtl/>
        </w:rPr>
        <w:t>عليه‌السلام</w:t>
      </w:r>
      <w:r>
        <w:rPr>
          <w:rtl/>
        </w:rPr>
        <w:t xml:space="preserve"> في أول أمره إلا خمسة ، ذكر من جملتهم محمد بن جبيربن مطعم. </w:t>
      </w:r>
    </w:p>
    <w:p w:rsidR="007849C6" w:rsidRDefault="007849C6" w:rsidP="00186E94">
      <w:pPr>
        <w:pStyle w:val="libNormal"/>
        <w:rPr>
          <w:rtl/>
        </w:rPr>
      </w:pPr>
      <w:r>
        <w:rPr>
          <w:rtl/>
        </w:rPr>
        <w:t xml:space="preserve">1330 ـ محمد بن جرير ، بالجيم والراءين المهملتين ابن رستم الطبري الآملي أبو جعفر لم ( جخ ، ست ، جش ) جليل من أصحابنا كثير العلم حسن الكلام ثقة في الحديث صاحب كتاب « المسترشد » في الامامة </w:t>
      </w:r>
      <w:r w:rsidR="006B246D" w:rsidRPr="006B246D">
        <w:rPr>
          <w:rStyle w:val="libAlaemChar"/>
          <w:rFonts w:hint="cs"/>
          <w:rtl/>
        </w:rPr>
        <w:t>رحمه‌الله</w:t>
      </w:r>
      <w:r>
        <w:rPr>
          <w:rtl/>
        </w:rPr>
        <w:t xml:space="preserve"> ، وهو غير صاحب التاريخ ذاك عامي. </w:t>
      </w:r>
    </w:p>
    <w:p w:rsidR="007849C6" w:rsidRDefault="007849C6" w:rsidP="00186E94">
      <w:pPr>
        <w:pStyle w:val="libNormal"/>
        <w:rPr>
          <w:rtl/>
        </w:rPr>
      </w:pPr>
      <w:r>
        <w:rPr>
          <w:rtl/>
        </w:rPr>
        <w:t xml:space="preserve">1331 ـ محمد بن جزك ، بالجيم والزاي الجمال دى ثقة. </w:t>
      </w:r>
    </w:p>
    <w:p w:rsidR="007849C6" w:rsidRDefault="007849C6" w:rsidP="00186E94">
      <w:pPr>
        <w:pStyle w:val="libNormal"/>
        <w:rPr>
          <w:rtl/>
        </w:rPr>
      </w:pPr>
      <w:r>
        <w:rPr>
          <w:rtl/>
        </w:rPr>
        <w:t xml:space="preserve">1332 ـ محمد بن جعفر بن أحمد بن بطة المؤدب أبو جعفر القمي لم ( جش ) كبير المنزلة بقم كثير الادب والفضل والعلم يتساهل في الحديث ويعلق الاسانيد بالاجازات وفي فهرست ما رواه غلط كثير ، كان ابن الوليد يقول : كان مخلطا ضعيفا. </w:t>
      </w:r>
    </w:p>
    <w:p w:rsidR="007849C6" w:rsidRDefault="007849C6" w:rsidP="00186E94">
      <w:pPr>
        <w:pStyle w:val="libNormal"/>
        <w:rPr>
          <w:rtl/>
        </w:rPr>
      </w:pPr>
      <w:r>
        <w:rPr>
          <w:rtl/>
        </w:rPr>
        <w:t xml:space="preserve">1333 ـ محمد بن جعفر بن أبي طالب ل ، ى سين ( جخ ) قدم على علي </w:t>
      </w:r>
      <w:r w:rsidR="0006364F" w:rsidRPr="0006364F">
        <w:rPr>
          <w:rStyle w:val="libAlaemChar"/>
          <w:rFonts w:hint="cs"/>
          <w:rtl/>
        </w:rPr>
        <w:t>عليه‌السلام</w:t>
      </w:r>
      <w:r>
        <w:rPr>
          <w:rtl/>
        </w:rPr>
        <w:t xml:space="preserve"> الكوفة قتل بكربلا </w:t>
      </w:r>
      <w:r w:rsidRPr="00186E94">
        <w:rPr>
          <w:rStyle w:val="libFootnotenumChar"/>
          <w:rtl/>
        </w:rPr>
        <w:t>(2)</w:t>
      </w:r>
      <w:r>
        <w:rPr>
          <w:rtl/>
        </w:rPr>
        <w:t xml:space="preserve">. </w:t>
      </w:r>
    </w:p>
    <w:p w:rsidR="007849C6" w:rsidRDefault="007849C6" w:rsidP="00186E94">
      <w:pPr>
        <w:pStyle w:val="libNormal"/>
        <w:rPr>
          <w:rtl/>
        </w:rPr>
      </w:pPr>
      <w:r>
        <w:rPr>
          <w:rtl/>
        </w:rPr>
        <w:t xml:space="preserve">1334 ـ محمد بن جعفر بن محمد بن الفتح الهمداني المعروف بالمراغي لم ( جش ) كان عالما بالاب متكلما صحيح الرواية فيما نقله ، وكان أبو الحسن السمسمي أحد غلمانه. </w:t>
      </w:r>
    </w:p>
    <w:p w:rsidR="007849C6" w:rsidRDefault="007849C6" w:rsidP="00186E94">
      <w:pPr>
        <w:pStyle w:val="libNormal"/>
        <w:rPr>
          <w:rtl/>
        </w:rPr>
      </w:pPr>
      <w:r>
        <w:rPr>
          <w:rtl/>
        </w:rPr>
        <w:t xml:space="preserve">1335 ـ محمد بن جعفر الأسدي الرازي ي لم ( جخ ) يكنى أبا الحسين كان أحد الابواب.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ذكره الكشي ضمن ترجمة سعيد بن المسيب. </w:t>
      </w:r>
    </w:p>
    <w:p w:rsidR="007849C6" w:rsidRDefault="007849C6" w:rsidP="002C2B53">
      <w:pPr>
        <w:pStyle w:val="libFootnote0"/>
        <w:rPr>
          <w:rtl/>
        </w:rPr>
      </w:pPr>
      <w:r>
        <w:rPr>
          <w:rtl/>
        </w:rPr>
        <w:t xml:space="preserve">2 ـ الذي قتل مع الحسين </w:t>
      </w:r>
      <w:r w:rsidR="0006364F" w:rsidRPr="0006364F">
        <w:rPr>
          <w:rStyle w:val="libAlaemChar"/>
          <w:rFonts w:hint="cs"/>
          <w:rtl/>
        </w:rPr>
        <w:t>عليه‌السلام</w:t>
      </w:r>
      <w:r>
        <w:rPr>
          <w:rtl/>
        </w:rPr>
        <w:t xml:space="preserve"> بكربلا هو محمد بن عبدالله بن جعفر الآتي وأمه الخوصاء بنت حفصة. </w:t>
      </w:r>
    </w:p>
    <w:p w:rsidR="007849C6" w:rsidRDefault="007849C6" w:rsidP="00186E94">
      <w:pPr>
        <w:pStyle w:val="libNormal"/>
        <w:rPr>
          <w:rtl/>
        </w:rPr>
      </w:pPr>
      <w:r>
        <w:rPr>
          <w:rtl/>
        </w:rPr>
        <w:br w:type="page"/>
      </w:r>
      <w:r>
        <w:rPr>
          <w:rtl/>
        </w:rPr>
        <w:lastRenderedPageBreak/>
        <w:t xml:space="preserve">1336 ـ محمد بن جعفر الأسدي لم ( ست ) له كتاب الرد على أهل الاستطاعة. </w:t>
      </w:r>
    </w:p>
    <w:p w:rsidR="007849C6" w:rsidRDefault="007849C6" w:rsidP="00186E94">
      <w:pPr>
        <w:pStyle w:val="libNormal"/>
        <w:rPr>
          <w:rtl/>
        </w:rPr>
      </w:pPr>
      <w:r>
        <w:rPr>
          <w:rtl/>
        </w:rPr>
        <w:t xml:space="preserve">1337 ـ محمد بن جعفر بن محمد بن عون الاسدي أبو الحسين الكوفي ساكن الري يقال له محمد بن أبي عبدالله لم ( جش ) كان ثقة صحيح الحديث غير أن فيه طعنا أوجب ذكره في الضعفاء. </w:t>
      </w:r>
    </w:p>
    <w:p w:rsidR="007849C6" w:rsidRDefault="007849C6" w:rsidP="00186E94">
      <w:pPr>
        <w:pStyle w:val="libNormal"/>
        <w:rPr>
          <w:rtl/>
        </w:rPr>
      </w:pPr>
      <w:r>
        <w:rPr>
          <w:rtl/>
        </w:rPr>
        <w:t xml:space="preserve">1338 ـ محمد بن جعفرضا ( جخ ) ابن عمه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1339 ـ محمد بن جعفر بن محمد بن عبدالله النحوي أبو بكر المؤدب لم ( جش ) عالم بالعربية والحديث. </w:t>
      </w:r>
    </w:p>
    <w:p w:rsidR="007849C6" w:rsidRDefault="007849C6" w:rsidP="00186E94">
      <w:pPr>
        <w:pStyle w:val="libNormal"/>
        <w:rPr>
          <w:rtl/>
        </w:rPr>
      </w:pPr>
      <w:r>
        <w:rPr>
          <w:rtl/>
        </w:rPr>
        <w:t xml:space="preserve">1340 ـ محمد بن جعفر بن محمد بن علي بن الحسين يلقب ديباجة لم ( جش ) له نسخة. </w:t>
      </w:r>
    </w:p>
    <w:p w:rsidR="007849C6" w:rsidRDefault="007849C6" w:rsidP="00186E94">
      <w:pPr>
        <w:pStyle w:val="libNormal"/>
        <w:rPr>
          <w:rtl/>
        </w:rPr>
      </w:pPr>
      <w:r>
        <w:rPr>
          <w:rtl/>
        </w:rPr>
        <w:t xml:space="preserve">1341 ـ محمد بن جميل بن صالح الاسدي لم ( جش ) عربي صميم ثقة. </w:t>
      </w:r>
    </w:p>
    <w:p w:rsidR="007849C6" w:rsidRDefault="007849C6" w:rsidP="00186E94">
      <w:pPr>
        <w:pStyle w:val="libNormal"/>
        <w:rPr>
          <w:rtl/>
        </w:rPr>
      </w:pPr>
      <w:r>
        <w:rPr>
          <w:rtl/>
        </w:rPr>
        <w:t xml:space="preserve">1342 ـ محمد الحداد صاحب المعلي بن خنيس لم ( جش ) له كتاب. </w:t>
      </w:r>
    </w:p>
    <w:p w:rsidR="007849C6" w:rsidRDefault="007849C6" w:rsidP="00186E94">
      <w:pPr>
        <w:pStyle w:val="libNormal"/>
        <w:rPr>
          <w:rtl/>
        </w:rPr>
      </w:pPr>
      <w:r>
        <w:rPr>
          <w:rtl/>
        </w:rPr>
        <w:t xml:space="preserve">1343 ـ محمد بن حرب الهلالي ق ( جخ ) أمير مكة. </w:t>
      </w:r>
    </w:p>
    <w:p w:rsidR="007849C6" w:rsidRDefault="007849C6" w:rsidP="00186E94">
      <w:pPr>
        <w:pStyle w:val="libNormal"/>
        <w:rPr>
          <w:rtl/>
        </w:rPr>
      </w:pPr>
      <w:r>
        <w:rPr>
          <w:rtl/>
        </w:rPr>
        <w:t xml:space="preserve">1344 ـ محمد بن الحسن بن أبي سارة أبو جعفر مولى الانصار يعرف بالرواسي قر ، ق ( جش ) أصله كوفي سكن هو وأبوه قبله النيل. </w:t>
      </w:r>
    </w:p>
    <w:p w:rsidR="007849C6" w:rsidRDefault="007849C6" w:rsidP="00186E94">
      <w:pPr>
        <w:pStyle w:val="libNormal"/>
        <w:rPr>
          <w:rtl/>
        </w:rPr>
      </w:pPr>
      <w:r>
        <w:rPr>
          <w:rtl/>
        </w:rPr>
        <w:t xml:space="preserve">1345 ـ محمد بن الحسين بن أبي الخطاب أبو جعفر الزيات ، واسم أبي الخطاب زيد الهمداني بالمهلمة د دى ( جخ ) ثقة. </w:t>
      </w:r>
    </w:p>
    <w:p w:rsidR="007849C6" w:rsidRDefault="007849C6" w:rsidP="00186E94">
      <w:pPr>
        <w:pStyle w:val="libNormal"/>
        <w:rPr>
          <w:rtl/>
        </w:rPr>
      </w:pPr>
      <w:r>
        <w:rPr>
          <w:rtl/>
        </w:rPr>
        <w:t xml:space="preserve">1346 ـ محمد بن الحسن بن أحمد بن الوليد أبو جعفر شيخ القميين وفقيههم ومتقدمهم لم ( جش ) يقال انه نزيل قم ولم يكن أصله منها ثقة ثقة عين. </w:t>
      </w:r>
    </w:p>
    <w:p w:rsidR="007849C6" w:rsidRDefault="007849C6" w:rsidP="00186E94">
      <w:pPr>
        <w:pStyle w:val="libNormal"/>
        <w:rPr>
          <w:rtl/>
        </w:rPr>
      </w:pPr>
      <w:r>
        <w:rPr>
          <w:rtl/>
        </w:rPr>
        <w:t xml:space="preserve">1347 ـ محمد بن الحسن بن حمزة الجعفري أبو يعلى لم ( جش ) خليفة الشيخ أبي عبدالله بن النعمان المفيد ، متكلم فقيه مات </w:t>
      </w:r>
      <w:r w:rsidR="006B246D" w:rsidRPr="006B246D">
        <w:rPr>
          <w:rStyle w:val="libAlaemChar"/>
          <w:rFonts w:hint="cs"/>
          <w:rtl/>
        </w:rPr>
        <w:t>رحمه‌الله</w:t>
      </w:r>
      <w:r>
        <w:rPr>
          <w:rtl/>
        </w:rPr>
        <w:t xml:space="preserve"> يوم السبت سادس شهر رمضان سنة ثلاث وستين وأربعمائة ودفن </w:t>
      </w:r>
    </w:p>
    <w:p w:rsidR="007849C6" w:rsidRDefault="007849C6" w:rsidP="00186E94">
      <w:pPr>
        <w:pStyle w:val="libNormal0"/>
        <w:rPr>
          <w:rtl/>
        </w:rPr>
      </w:pPr>
      <w:r>
        <w:rPr>
          <w:rtl/>
        </w:rPr>
        <w:br w:type="page"/>
      </w:r>
      <w:r>
        <w:rPr>
          <w:rtl/>
        </w:rPr>
        <w:lastRenderedPageBreak/>
        <w:t xml:space="preserve">في داره </w:t>
      </w:r>
      <w:r w:rsidRPr="00186E94">
        <w:rPr>
          <w:rStyle w:val="libFootnotenumChar"/>
          <w:rtl/>
        </w:rPr>
        <w:t>(1)</w:t>
      </w:r>
      <w:r>
        <w:rPr>
          <w:rtl/>
        </w:rPr>
        <w:t xml:space="preserve">. </w:t>
      </w:r>
    </w:p>
    <w:p w:rsidR="007849C6" w:rsidRDefault="007849C6" w:rsidP="00186E94">
      <w:pPr>
        <w:pStyle w:val="libNormal"/>
        <w:rPr>
          <w:rtl/>
        </w:rPr>
      </w:pPr>
      <w:r>
        <w:rPr>
          <w:rtl/>
        </w:rPr>
        <w:t xml:space="preserve">1348 ـ محمد بن الحسن بن زياد العطار لم ( جش ) كوفي ثقة. </w:t>
      </w:r>
    </w:p>
    <w:p w:rsidR="007849C6" w:rsidRDefault="007849C6" w:rsidP="00186E94">
      <w:pPr>
        <w:pStyle w:val="libNormal"/>
        <w:rPr>
          <w:rtl/>
        </w:rPr>
      </w:pPr>
      <w:r>
        <w:rPr>
          <w:rtl/>
        </w:rPr>
        <w:t xml:space="preserve">1349 ـ محمد بن الحسن بن زياد الميثمي الاسدي مولاهم أبو جعفر ضا ( جش ) ثقة عين. </w:t>
      </w:r>
    </w:p>
    <w:p w:rsidR="007849C6" w:rsidRDefault="007849C6" w:rsidP="00186E94">
      <w:pPr>
        <w:pStyle w:val="libNormal"/>
        <w:rPr>
          <w:rtl/>
        </w:rPr>
      </w:pPr>
      <w:r>
        <w:rPr>
          <w:rtl/>
        </w:rPr>
        <w:t xml:space="preserve">1350 ـ محمد بن الحسين بن سفرجلة أبو الحسن الخزاز ، بالخاء والزايين المعجمات ، الكوفي لم ( جش ) ثقة عين من أصحابنا واضح الرواية. </w:t>
      </w:r>
    </w:p>
    <w:p w:rsidR="007849C6" w:rsidRDefault="007849C6" w:rsidP="00186E94">
      <w:pPr>
        <w:pStyle w:val="libNormal"/>
        <w:rPr>
          <w:rtl/>
        </w:rPr>
      </w:pPr>
      <w:r>
        <w:rPr>
          <w:rtl/>
        </w:rPr>
        <w:t xml:space="preserve">1351 ـ محمد بن الحسين بن سعيد بن عبدالله بن سعيد الطبري يكنى أبا جعفر لم ( جخ ) خاصي. </w:t>
      </w:r>
    </w:p>
    <w:p w:rsidR="007849C6" w:rsidRDefault="007849C6" w:rsidP="00186E94">
      <w:pPr>
        <w:pStyle w:val="libNormal"/>
        <w:rPr>
          <w:rtl/>
        </w:rPr>
      </w:pPr>
      <w:r>
        <w:rPr>
          <w:rtl/>
        </w:rPr>
        <w:t xml:space="preserve">1352 ـ محمد بن الحسن الصيرفي لم ( ست ) له كتاب ( التحريف والتبديل ) مهمل. </w:t>
      </w:r>
    </w:p>
    <w:p w:rsidR="007849C6" w:rsidRDefault="007849C6" w:rsidP="00186E94">
      <w:pPr>
        <w:pStyle w:val="libNormal"/>
        <w:rPr>
          <w:rtl/>
        </w:rPr>
      </w:pPr>
      <w:r>
        <w:rPr>
          <w:rtl/>
        </w:rPr>
        <w:t xml:space="preserve">1353 ـ محمد بن الحسن الصفار كر ( جخ ، ست ) له كتب مثل كتب الحسين بن سعيد وزيادة </w:t>
      </w:r>
      <w:r w:rsidRPr="00186E94">
        <w:rPr>
          <w:rStyle w:val="libFootnotenumChar"/>
          <w:rtl/>
        </w:rPr>
        <w:t>(2)</w:t>
      </w:r>
      <w:r>
        <w:rPr>
          <w:rtl/>
        </w:rPr>
        <w:t xml:space="preserve">. </w:t>
      </w:r>
    </w:p>
    <w:p w:rsidR="007849C6" w:rsidRDefault="007849C6" w:rsidP="00186E94">
      <w:pPr>
        <w:pStyle w:val="libNormal"/>
        <w:rPr>
          <w:rtl/>
        </w:rPr>
      </w:pPr>
      <w:r>
        <w:rPr>
          <w:rtl/>
        </w:rPr>
        <w:t xml:space="preserve">1354 ـ محمد بن الحسن بن عبدالله بن الحسن بن محمد بن الحسن بن محمد بن عبدالله بن </w:t>
      </w:r>
      <w:r w:rsidRPr="00186E94">
        <w:rPr>
          <w:rStyle w:val="libFootnotenumChar"/>
          <w:rtl/>
        </w:rPr>
        <w:t>(3)</w:t>
      </w:r>
      <w:r>
        <w:rPr>
          <w:rtl/>
        </w:rPr>
        <w:t xml:space="preserve"> الحسين بن علي بن الحسين بن علي بن أبي طالب الجواني أبو عبد الله لم ( جش ) ساكن آمل طبرستان كان فقيها وسمع الحديث. </w:t>
      </w:r>
    </w:p>
    <w:p w:rsidR="007849C6" w:rsidRDefault="007849C6" w:rsidP="00186E94">
      <w:pPr>
        <w:pStyle w:val="libNormal"/>
        <w:rPr>
          <w:rtl/>
        </w:rPr>
      </w:pPr>
      <w:r>
        <w:rPr>
          <w:rtl/>
        </w:rPr>
        <w:t xml:space="preserve">1355 ـ محمد بن الحسن بن علي الطوسي أبو جعفر شيخنا شيخ الطائفة وعمدتها ، قدس الله روحه ( لم ) أوضح من أن يوضح حاله ، ولد في شهر رمضان سنة خمس وثمانين وثلاثمائة ، وقدم العراق سنة ثمان وأربعمائة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هكذا في نسخ النجاشي من أن وفاة المترجم له سنة 463 ه‍ ، ولكن ذلك لا يتفق مع كون وفاة النجاشي سنة 450 ه‍ كما ذكره العلامة في الخلاصة إلا أن يكون ما ذكره العلامة غلطا. </w:t>
      </w:r>
    </w:p>
    <w:p w:rsidR="007849C6" w:rsidRDefault="007849C6" w:rsidP="002C2B53">
      <w:pPr>
        <w:pStyle w:val="libFootnote0"/>
        <w:rPr>
          <w:rtl/>
        </w:rPr>
      </w:pPr>
      <w:r>
        <w:rPr>
          <w:rtl/>
        </w:rPr>
        <w:t xml:space="preserve">2 ـ هذا هو محمد بن الحسن بن فروخ الصفار الآتي. </w:t>
      </w:r>
    </w:p>
    <w:p w:rsidR="007849C6" w:rsidRDefault="007849C6" w:rsidP="002C2B53">
      <w:pPr>
        <w:pStyle w:val="libFootnote0"/>
        <w:rPr>
          <w:rtl/>
        </w:rPr>
      </w:pPr>
      <w:r>
        <w:rPr>
          <w:rtl/>
        </w:rPr>
        <w:t xml:space="preserve">3 ـ في بعض نسخ النجاشي ( عبيد الله مولى الحسين بن علي الخ ). </w:t>
      </w:r>
    </w:p>
    <w:p w:rsidR="007849C6" w:rsidRDefault="007849C6" w:rsidP="00186E94">
      <w:pPr>
        <w:pStyle w:val="libNormal0"/>
        <w:rPr>
          <w:rtl/>
        </w:rPr>
      </w:pPr>
      <w:r>
        <w:rPr>
          <w:rtl/>
        </w:rPr>
        <w:br w:type="page"/>
      </w:r>
      <w:r>
        <w:rPr>
          <w:rtl/>
        </w:rPr>
        <w:lastRenderedPageBreak/>
        <w:t xml:space="preserve">وتوفي ليلة الاثنين ثاني عشري المحرم من سنة ستين وأربعمائة بالمشهد الشريف الغروي ودفن بداره. </w:t>
      </w:r>
    </w:p>
    <w:p w:rsidR="007849C6" w:rsidRDefault="007849C6" w:rsidP="00186E94">
      <w:pPr>
        <w:pStyle w:val="libNormal"/>
        <w:rPr>
          <w:rtl/>
        </w:rPr>
      </w:pPr>
      <w:r>
        <w:rPr>
          <w:rtl/>
        </w:rPr>
        <w:t xml:space="preserve">1356 ـ محمد بن الحسن بن علي أبو المثنى لم ( جش ) كوفي ثقة عظيم المنزلة في أصحابنا. </w:t>
      </w:r>
    </w:p>
    <w:p w:rsidR="007849C6" w:rsidRDefault="007849C6" w:rsidP="00186E94">
      <w:pPr>
        <w:pStyle w:val="libNormal"/>
        <w:rPr>
          <w:rtl/>
        </w:rPr>
      </w:pPr>
      <w:r>
        <w:rPr>
          <w:rtl/>
        </w:rPr>
        <w:t xml:space="preserve">1357 ـ محمد بن الحسن بن علي بن شاذان أبو الحسن لم ( جخ ) فاضل جليل القدر. </w:t>
      </w:r>
    </w:p>
    <w:p w:rsidR="007849C6" w:rsidRDefault="007849C6" w:rsidP="00186E94">
      <w:pPr>
        <w:pStyle w:val="libNormal"/>
        <w:rPr>
          <w:rtl/>
        </w:rPr>
      </w:pPr>
      <w:r>
        <w:rPr>
          <w:rtl/>
        </w:rPr>
        <w:t xml:space="preserve">1358 ـ محمد بن الحسن بن علي أبو عبد الله المحاربي ، بالحاء المهملة والراء والباء المفردة ، جليل من أصحابنا عظيم القدر عالم بأمور أصحابنا وأنسابهم. </w:t>
      </w:r>
    </w:p>
    <w:p w:rsidR="007849C6" w:rsidRDefault="007849C6" w:rsidP="00186E94">
      <w:pPr>
        <w:pStyle w:val="libNormal"/>
        <w:rPr>
          <w:rtl/>
        </w:rPr>
      </w:pPr>
      <w:r>
        <w:rPr>
          <w:rtl/>
        </w:rPr>
        <w:t xml:space="preserve">1359 ـ محمد بن الحسن بن فروخ </w:t>
      </w:r>
      <w:r w:rsidRPr="00186E94">
        <w:rPr>
          <w:rStyle w:val="libFootnotenumChar"/>
          <w:rtl/>
        </w:rPr>
        <w:t>(1)</w:t>
      </w:r>
      <w:r>
        <w:rPr>
          <w:rtl/>
        </w:rPr>
        <w:t xml:space="preserve"> بالفاء المفتوحة والراء والخاء المعجمة ، الصفار ، مولى عيسى بن موسى بن طلحة بن عبدالله بن السايب ابن مالك بن عامر الاشعري أبو جعفر الاعرج لم ( جش ) كان وجها في أصحابنا القميين ثقة عظيم القدر راجحاقليل السقط في الرواية ، توفى بقم سنة تسعين ومائتين. </w:t>
      </w:r>
    </w:p>
    <w:p w:rsidR="007849C6" w:rsidRDefault="007849C6" w:rsidP="00186E94">
      <w:pPr>
        <w:pStyle w:val="libNormal"/>
        <w:rPr>
          <w:rtl/>
        </w:rPr>
      </w:pPr>
      <w:r>
        <w:rPr>
          <w:rtl/>
        </w:rPr>
        <w:t xml:space="preserve">1360 ـ محمد بن الحسين بن موسى بن محمد بن موسى بن إبراهيم ابن موسى بن جعفر بن محمد بن علي بن الحسين بن علي بن أبي طالب </w:t>
      </w:r>
      <w:r w:rsidR="0006364F" w:rsidRPr="0006364F">
        <w:rPr>
          <w:rStyle w:val="libAlaemChar"/>
          <w:rFonts w:hint="cs"/>
          <w:rtl/>
        </w:rPr>
        <w:t>عليهم‌السلام</w:t>
      </w:r>
      <w:r>
        <w:rPr>
          <w:rtl/>
        </w:rPr>
        <w:t xml:space="preserve"> أبو الحسن الرضي نقيب العلويين ببغداد ، أخو سيدنا المرتضى علم الهدى ، حاله أشهر من أن يخفى. كان ميلاده سنة تسع وخمسين وثلاثمائة ، وتوفى في السادس من المحرم سنة ست وأربعمائة لم ( جش ). </w:t>
      </w:r>
    </w:p>
    <w:p w:rsidR="007849C6" w:rsidRDefault="007849C6" w:rsidP="00186E94">
      <w:pPr>
        <w:pStyle w:val="libNormal"/>
        <w:rPr>
          <w:rtl/>
        </w:rPr>
      </w:pPr>
      <w:r>
        <w:rPr>
          <w:rtl/>
        </w:rPr>
        <w:t xml:space="preserve">1361 ـ محمد بن الحسن القمي لم ( جخ ) وليس بابن الوليد إلا أنه نظيره روى عن جميع مشائخه. </w:t>
      </w:r>
    </w:p>
    <w:p w:rsidR="007849C6" w:rsidRDefault="007849C6" w:rsidP="00186E94">
      <w:pPr>
        <w:pStyle w:val="libNormal"/>
        <w:rPr>
          <w:rtl/>
        </w:rPr>
      </w:pPr>
      <w:r>
        <w:rPr>
          <w:rtl/>
        </w:rPr>
        <w:t>1362 ـ محمد بن الحسن بن أحمد بن الوليد القمي جليل القدر بصير</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هذا هو محمد بن الحسن الصفار المتقدم. </w:t>
      </w:r>
    </w:p>
    <w:p w:rsidR="007849C6" w:rsidRDefault="007849C6" w:rsidP="00186E94">
      <w:pPr>
        <w:pStyle w:val="libNormal0"/>
        <w:rPr>
          <w:rtl/>
        </w:rPr>
      </w:pPr>
      <w:r>
        <w:rPr>
          <w:rtl/>
        </w:rPr>
        <w:br w:type="page"/>
      </w:r>
      <w:r>
        <w:rPr>
          <w:rtl/>
        </w:rPr>
        <w:lastRenderedPageBreak/>
        <w:t xml:space="preserve">بالفقه ثقة </w:t>
      </w:r>
      <w:r w:rsidRPr="00186E94">
        <w:rPr>
          <w:rStyle w:val="libFootnotenumChar"/>
          <w:rtl/>
        </w:rPr>
        <w:t>(1)</w:t>
      </w:r>
      <w:r>
        <w:rPr>
          <w:rtl/>
        </w:rPr>
        <w:t xml:space="preserve">. </w:t>
      </w:r>
    </w:p>
    <w:p w:rsidR="007849C6" w:rsidRDefault="007849C6" w:rsidP="00186E94">
      <w:pPr>
        <w:pStyle w:val="libNormal"/>
        <w:rPr>
          <w:rtl/>
        </w:rPr>
      </w:pPr>
      <w:r>
        <w:rPr>
          <w:rtl/>
        </w:rPr>
        <w:t xml:space="preserve">1363 ـ محمد بن الحسن الواسطي ق ( جخ ، كش ، عق ، فش ) كان كريما على أبي جعفر وأبي الحسن </w:t>
      </w:r>
      <w:r w:rsidR="0006364F" w:rsidRPr="0006364F">
        <w:rPr>
          <w:rStyle w:val="libAlaemChar"/>
          <w:rFonts w:hint="cs"/>
          <w:rtl/>
        </w:rPr>
        <w:t>عليهما‌السلام</w:t>
      </w:r>
      <w:r>
        <w:rPr>
          <w:rtl/>
        </w:rPr>
        <w:t xml:space="preserve"> أنفذ نفقته في مرضه وكفنه وأقام مأتمه عند موته. </w:t>
      </w:r>
    </w:p>
    <w:p w:rsidR="007849C6" w:rsidRDefault="007849C6" w:rsidP="00186E94">
      <w:pPr>
        <w:pStyle w:val="libNormal"/>
        <w:rPr>
          <w:rtl/>
        </w:rPr>
      </w:pPr>
      <w:r>
        <w:rPr>
          <w:rtl/>
        </w:rPr>
        <w:t xml:space="preserve">1364 ـ محمد بن حفص بن عمرو أبو جعفر وهو ابن العمري كر ( جخ ) وكيل. </w:t>
      </w:r>
    </w:p>
    <w:p w:rsidR="007849C6" w:rsidRDefault="007849C6" w:rsidP="00186E94">
      <w:pPr>
        <w:pStyle w:val="libNormal"/>
        <w:rPr>
          <w:rtl/>
        </w:rPr>
      </w:pPr>
      <w:r>
        <w:rPr>
          <w:rtl/>
        </w:rPr>
        <w:t xml:space="preserve">1365 ـ محمد بن حكيم الخثعمي أبو جعفر م ( كش ) كان يناظر الناس بالمدينة ويسأله أبو الحسن موسى </w:t>
      </w:r>
      <w:r w:rsidR="0006364F" w:rsidRPr="0006364F">
        <w:rPr>
          <w:rStyle w:val="libAlaemChar"/>
          <w:rFonts w:hint="cs"/>
          <w:rtl/>
        </w:rPr>
        <w:t>عليه‌السلام</w:t>
      </w:r>
      <w:r>
        <w:rPr>
          <w:rtl/>
        </w:rPr>
        <w:t xml:space="preserve"> فيخبره فيرضى بمناظرته. </w:t>
      </w:r>
    </w:p>
    <w:p w:rsidR="007849C6" w:rsidRDefault="007849C6" w:rsidP="00186E94">
      <w:pPr>
        <w:pStyle w:val="libNormal"/>
        <w:rPr>
          <w:rtl/>
        </w:rPr>
      </w:pPr>
      <w:r>
        <w:rPr>
          <w:rtl/>
        </w:rPr>
        <w:t xml:space="preserve">1366 ـ محمد بن حماد بن زيد الحارثي ، بالحاء المهملة والراء والثاء المثلثة ، أبو عبد الله لم ( جش ) ثقة ، روى أبوه عن الصادق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1367 ـ محمد بن حمران النهدي أبو جعفر ق ( جش ) ثقة كوفي الاصل نزل جرجرايا ، وليس بابن أعين. </w:t>
      </w:r>
    </w:p>
    <w:p w:rsidR="007849C6" w:rsidRDefault="007849C6" w:rsidP="00186E94">
      <w:pPr>
        <w:pStyle w:val="libNormal"/>
        <w:rPr>
          <w:rtl/>
        </w:rPr>
      </w:pPr>
      <w:r>
        <w:rPr>
          <w:rtl/>
        </w:rPr>
        <w:t xml:space="preserve">1368 ـ محمد بن حمران بن أعين ، مولى بني شيبان ق ( جخ ) مهمل. </w:t>
      </w:r>
    </w:p>
    <w:p w:rsidR="007849C6" w:rsidRDefault="007849C6" w:rsidP="00186E94">
      <w:pPr>
        <w:pStyle w:val="libNormal"/>
        <w:rPr>
          <w:rtl/>
        </w:rPr>
      </w:pPr>
      <w:r>
        <w:rPr>
          <w:rtl/>
        </w:rPr>
        <w:t xml:space="preserve">1369 ـ محمد بن خالد البرقي أبو عبد الله مولى أبي موسى الاشعري م ، ضا ( جخ ، ست ) ثقة ( غض ) : حديثه يعرف وينكر يروي عن الضعفاء كثيرا. </w:t>
      </w:r>
    </w:p>
    <w:p w:rsidR="007849C6" w:rsidRDefault="007849C6" w:rsidP="00186E94">
      <w:pPr>
        <w:pStyle w:val="libNormal"/>
        <w:rPr>
          <w:rtl/>
        </w:rPr>
      </w:pPr>
      <w:r>
        <w:rPr>
          <w:rtl/>
        </w:rPr>
        <w:t xml:space="preserve">1370 ـ محمد بن خالد الاحمسي البجلي لم ( جش ) كوفي ثقة. </w:t>
      </w:r>
    </w:p>
    <w:p w:rsidR="007849C6" w:rsidRDefault="007849C6" w:rsidP="00186E94">
      <w:pPr>
        <w:pStyle w:val="libNormal"/>
        <w:rPr>
          <w:rtl/>
        </w:rPr>
      </w:pPr>
      <w:r>
        <w:rPr>
          <w:rtl/>
        </w:rPr>
        <w:t xml:space="preserve">1371 ـ محمد بن خالد الاصم لم ( جش ) كذا. </w:t>
      </w:r>
    </w:p>
    <w:p w:rsidR="007849C6" w:rsidRDefault="007849C6" w:rsidP="00186E94">
      <w:pPr>
        <w:pStyle w:val="libNormal"/>
        <w:rPr>
          <w:rtl/>
        </w:rPr>
      </w:pPr>
      <w:r>
        <w:rPr>
          <w:rtl/>
        </w:rPr>
        <w:t xml:space="preserve">1372 ـ محمد بن خالد الاشعري لم ( جش ) قمي قريب الامر. </w:t>
      </w:r>
    </w:p>
    <w:p w:rsidR="007849C6" w:rsidRDefault="007849C6" w:rsidP="00186E94">
      <w:pPr>
        <w:pStyle w:val="libNormal"/>
        <w:rPr>
          <w:rtl/>
        </w:rPr>
      </w:pPr>
      <w:r>
        <w:rPr>
          <w:rtl/>
        </w:rPr>
        <w:t xml:space="preserve">1373 ـ محمد بن الخليل بن أسد الثقفي ، وقيل النخعي لم ( جش ) كوفي من أصحابنا ثقة يكنى أبا عبد الله.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هذا هو الذي تقدم آنفا بعنوان ( محمد بن الحسن بن أحمد بن الوليد أبو جعفر ) فلاحظ. </w:t>
      </w:r>
    </w:p>
    <w:p w:rsidR="007849C6" w:rsidRDefault="007849C6" w:rsidP="00186E94">
      <w:pPr>
        <w:pStyle w:val="libNormal"/>
        <w:rPr>
          <w:rtl/>
        </w:rPr>
      </w:pPr>
      <w:r>
        <w:rPr>
          <w:rtl/>
        </w:rPr>
        <w:br w:type="page"/>
      </w:r>
      <w:r>
        <w:rPr>
          <w:rtl/>
        </w:rPr>
        <w:lastRenderedPageBreak/>
        <w:t xml:space="preserve">1374 ـ محمد بن الخليل بن جعفر المعروف بالسكاك ، صاحب هشام ابن الحكم وتلميذه لم ( ست ) وكان متكلما ، وخالف هشاما في أشياء لا في أصل الامامة ، له كتب ( جخ ) إمامى ( جش ) له كتاب في التشبيه. </w:t>
      </w:r>
    </w:p>
    <w:p w:rsidR="007849C6" w:rsidRDefault="007849C6" w:rsidP="00186E94">
      <w:pPr>
        <w:pStyle w:val="libNormal"/>
        <w:rPr>
          <w:rtl/>
        </w:rPr>
      </w:pPr>
      <w:r>
        <w:rPr>
          <w:rtl/>
        </w:rPr>
        <w:t xml:space="preserve">1375 ـ محمد بن خلف ، أبو بكر الرازي لم ( جش ) متكلم جليل من أصحابنا. </w:t>
      </w:r>
    </w:p>
    <w:p w:rsidR="007849C6" w:rsidRDefault="007849C6" w:rsidP="00186E94">
      <w:pPr>
        <w:pStyle w:val="libNormal"/>
        <w:rPr>
          <w:rtl/>
        </w:rPr>
      </w:pPr>
      <w:r>
        <w:rPr>
          <w:rtl/>
        </w:rPr>
        <w:t xml:space="preserve">1376 ـ محمد بن الريان ، بالراء والياء المثناة تحت والنون ، بن الصلت الاشعري القمي دى ( جخ ) كر ( جش ) له مسائل ( ينقل ) عنه ثقة. </w:t>
      </w:r>
    </w:p>
    <w:p w:rsidR="007849C6" w:rsidRDefault="007849C6" w:rsidP="00186E94">
      <w:pPr>
        <w:pStyle w:val="libNormal"/>
        <w:rPr>
          <w:rtl/>
        </w:rPr>
      </w:pPr>
      <w:r>
        <w:rPr>
          <w:rtl/>
        </w:rPr>
        <w:t xml:space="preserve">1377 ـ محمد بن زرارة بن أعين الشيباني ق ( جخ ) مهمل. </w:t>
      </w:r>
    </w:p>
    <w:p w:rsidR="007849C6" w:rsidRDefault="007849C6" w:rsidP="00186E94">
      <w:pPr>
        <w:pStyle w:val="libNormal"/>
        <w:rPr>
          <w:rtl/>
        </w:rPr>
      </w:pPr>
      <w:r>
        <w:rPr>
          <w:rtl/>
        </w:rPr>
        <w:t xml:space="preserve">1378 ـ محمد بن رزقان ، صاحب موسى بن جعفر بن الحباب ، صاحب جعفر بن محمد </w:t>
      </w:r>
      <w:r w:rsidR="0006364F" w:rsidRPr="0006364F">
        <w:rPr>
          <w:rStyle w:val="libAlaemChar"/>
          <w:rFonts w:hint="cs"/>
          <w:rtl/>
        </w:rPr>
        <w:t>عليه‌السلام</w:t>
      </w:r>
      <w:r>
        <w:rPr>
          <w:rtl/>
        </w:rPr>
        <w:t xml:space="preserve"> لم ( جش ) كذا وجدت. </w:t>
      </w:r>
    </w:p>
    <w:p w:rsidR="007849C6" w:rsidRDefault="007849C6" w:rsidP="00186E94">
      <w:pPr>
        <w:pStyle w:val="libNormal"/>
        <w:rPr>
          <w:rtl/>
        </w:rPr>
      </w:pPr>
      <w:r>
        <w:rPr>
          <w:rtl/>
        </w:rPr>
        <w:t xml:space="preserve">1379 ـ محمد بن زكريا بن دينار مولى بني غلاب أبو عبد الله وبنو غلاب قبيلة بالبصرة من بني نصر بن معاوية لم ( جش ) قيل : إنه ليس بغير البصرة منهم أحد ، كان وجها من وجوه أصحابنا بالبصرة أخباريا واسع العلم. مات سنة ثمان وتسعين ومائتين. </w:t>
      </w:r>
    </w:p>
    <w:p w:rsidR="007849C6" w:rsidRDefault="007849C6" w:rsidP="00186E94">
      <w:pPr>
        <w:pStyle w:val="libNormal"/>
        <w:rPr>
          <w:rtl/>
        </w:rPr>
      </w:pPr>
      <w:r>
        <w:rPr>
          <w:rtl/>
        </w:rPr>
        <w:t xml:space="preserve">1380 ـ محمد بن زياد العطار لم ( جش ) ثقة روى أبوه عن أبي عبدالله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1381 ـ محمد بن زيد الزرابي خادم الرضا </w:t>
      </w:r>
      <w:r w:rsidR="0006364F" w:rsidRPr="0006364F">
        <w:rPr>
          <w:rStyle w:val="libAlaemChar"/>
          <w:rFonts w:hint="cs"/>
          <w:rtl/>
        </w:rPr>
        <w:t>عليه‌السلام</w:t>
      </w:r>
      <w:r>
        <w:rPr>
          <w:rtl/>
        </w:rPr>
        <w:t xml:space="preserve"> ضا ( جش ). </w:t>
      </w:r>
    </w:p>
    <w:p w:rsidR="007849C6" w:rsidRDefault="007849C6" w:rsidP="00186E94">
      <w:pPr>
        <w:pStyle w:val="libNormal"/>
        <w:rPr>
          <w:rtl/>
        </w:rPr>
      </w:pPr>
      <w:r>
        <w:rPr>
          <w:rtl/>
        </w:rPr>
        <w:t xml:space="preserve">1382 ـ محمد بن سالم بن أبي سلمة الكندي السجستاني لم ( جش ) مهمل ( كش ) مدحه. </w:t>
      </w:r>
    </w:p>
    <w:p w:rsidR="007849C6" w:rsidRDefault="007849C6" w:rsidP="00186E94">
      <w:pPr>
        <w:pStyle w:val="libNormal"/>
        <w:rPr>
          <w:rtl/>
        </w:rPr>
      </w:pPr>
      <w:r>
        <w:rPr>
          <w:rtl/>
        </w:rPr>
        <w:t xml:space="preserve">1383 ـ محمد بن سالم بن شريح ، بالشين المعجمة والحاء المهملة ، الاشجعي. بالشين المعجمة ، الكوفي ق ( جخ ) ثقة يكنى أبا إسماعيل ويقال سالم الحذاء الكوفي الاشجعي وسالم بن أبي واصلة ثقة. </w:t>
      </w:r>
    </w:p>
    <w:p w:rsidR="007849C6" w:rsidRDefault="007849C6" w:rsidP="00186E94">
      <w:pPr>
        <w:pStyle w:val="libNormal"/>
        <w:rPr>
          <w:rtl/>
        </w:rPr>
      </w:pPr>
      <w:r>
        <w:rPr>
          <w:rtl/>
        </w:rPr>
        <w:t xml:space="preserve">1384 ـ محمد بن السائب الكلبي قر ، ق ( جخ ) مهمل. </w:t>
      </w:r>
    </w:p>
    <w:p w:rsidR="007849C6" w:rsidRDefault="007849C6" w:rsidP="00186E94">
      <w:pPr>
        <w:pStyle w:val="libNormal"/>
        <w:rPr>
          <w:rtl/>
        </w:rPr>
      </w:pPr>
      <w:r>
        <w:rPr>
          <w:rtl/>
        </w:rPr>
        <w:t xml:space="preserve">1385 ـ محمد بن سعيد بن عقيل بن أبي طالب سين ( جخ ). </w:t>
      </w:r>
    </w:p>
    <w:p w:rsidR="007849C6" w:rsidRDefault="007849C6" w:rsidP="00186E94">
      <w:pPr>
        <w:pStyle w:val="libNormal"/>
        <w:rPr>
          <w:rtl/>
        </w:rPr>
      </w:pPr>
      <w:r>
        <w:rPr>
          <w:rtl/>
        </w:rPr>
        <w:br w:type="page"/>
      </w:r>
      <w:r>
        <w:rPr>
          <w:rtl/>
        </w:rPr>
        <w:lastRenderedPageBreak/>
        <w:t xml:space="preserve">1386 ـ محمد بن سعيد بن غزوان لم ( جش ) له كتاب. </w:t>
      </w:r>
    </w:p>
    <w:p w:rsidR="007849C6" w:rsidRDefault="007849C6" w:rsidP="00186E94">
      <w:pPr>
        <w:pStyle w:val="libNormal"/>
        <w:rPr>
          <w:rtl/>
        </w:rPr>
      </w:pPr>
      <w:r>
        <w:rPr>
          <w:rtl/>
        </w:rPr>
        <w:t xml:space="preserve">1387 ـ محمد بن سعيد بن كلثوم المروزي دى ( جخ ) كان متكلما ( كش ) كان من جملة المتكلمين بنيسابور ، وذكر أبو عبد الله علي الجرجاني أن محمد بن سعيد كان خارجيا ثم تشيع بعد مبايعته على الخروج بالسيف. </w:t>
      </w:r>
    </w:p>
    <w:p w:rsidR="007849C6" w:rsidRDefault="007849C6" w:rsidP="00186E94">
      <w:pPr>
        <w:pStyle w:val="libNormal"/>
        <w:rPr>
          <w:rtl/>
        </w:rPr>
      </w:pPr>
      <w:r>
        <w:rPr>
          <w:rtl/>
        </w:rPr>
        <w:t xml:space="preserve">1388 ـ محمد بن سعيد الكشي أبو الحسن لم ( جخ ) مستقيم المذهب. </w:t>
      </w:r>
    </w:p>
    <w:p w:rsidR="007849C6" w:rsidRDefault="007849C6" w:rsidP="00186E94">
      <w:pPr>
        <w:pStyle w:val="libNormal"/>
        <w:rPr>
          <w:rtl/>
        </w:rPr>
      </w:pPr>
      <w:r>
        <w:rPr>
          <w:rtl/>
        </w:rPr>
        <w:t xml:space="preserve">1389 ـ محمد بن سكين بن عمار النخعي الجمال لم ( جش ) روى أبوه عن أبي عبدالله </w:t>
      </w:r>
      <w:r w:rsidR="0006364F" w:rsidRPr="0006364F">
        <w:rPr>
          <w:rStyle w:val="libAlaemChar"/>
          <w:rFonts w:hint="cs"/>
          <w:rtl/>
        </w:rPr>
        <w:t>عليه‌السلام</w:t>
      </w:r>
      <w:r>
        <w:rPr>
          <w:rtl/>
        </w:rPr>
        <w:t xml:space="preserve"> ومن أصحابنا من قال إنه روى عن أصحاب أبي عبدالله </w:t>
      </w:r>
      <w:r w:rsidR="0006364F" w:rsidRPr="0006364F">
        <w:rPr>
          <w:rStyle w:val="libAlaemChar"/>
          <w:rFonts w:hint="cs"/>
          <w:rtl/>
        </w:rPr>
        <w:t>عليه‌السلام</w:t>
      </w:r>
      <w:r>
        <w:rPr>
          <w:rtl/>
        </w:rPr>
        <w:t xml:space="preserve"> ولم أجده في رجاله. </w:t>
      </w:r>
    </w:p>
    <w:p w:rsidR="007849C6" w:rsidRDefault="007849C6" w:rsidP="00186E94">
      <w:pPr>
        <w:pStyle w:val="libNormal"/>
        <w:rPr>
          <w:rtl/>
        </w:rPr>
      </w:pPr>
      <w:r>
        <w:rPr>
          <w:rtl/>
        </w:rPr>
        <w:t xml:space="preserve">1390 ـ محمد بن سليمان الاسدي الكوفي ق ( جخ ). </w:t>
      </w:r>
    </w:p>
    <w:p w:rsidR="007849C6" w:rsidRDefault="007849C6" w:rsidP="00186E94">
      <w:pPr>
        <w:pStyle w:val="libNormal"/>
        <w:rPr>
          <w:rtl/>
        </w:rPr>
      </w:pPr>
      <w:r>
        <w:rPr>
          <w:rtl/>
        </w:rPr>
        <w:t xml:space="preserve">1391 ـ محمد بن سلمة بن أرتبيل أبو جعفر اليشكري لم ( جش ) جليل من أصحابنا الكوفيين عظيم. </w:t>
      </w:r>
    </w:p>
    <w:p w:rsidR="007849C6" w:rsidRDefault="007849C6" w:rsidP="00186E94">
      <w:pPr>
        <w:pStyle w:val="libNormal"/>
        <w:rPr>
          <w:rtl/>
        </w:rPr>
      </w:pPr>
      <w:r>
        <w:rPr>
          <w:rtl/>
        </w:rPr>
        <w:t xml:space="preserve">1392 ـ محمد بن سليمان بن الحسن بن الجهم بن بكير بن أعين. أبو طاهر الزراري كر ( جش ) حسن الطريقة ثقة عين ، له إلى مولانا أبي محمد </w:t>
      </w:r>
      <w:r w:rsidR="0006364F" w:rsidRPr="0006364F">
        <w:rPr>
          <w:rStyle w:val="libAlaemChar"/>
          <w:rFonts w:hint="cs"/>
          <w:rtl/>
        </w:rPr>
        <w:t>عليه‌السلام</w:t>
      </w:r>
      <w:r>
        <w:rPr>
          <w:rtl/>
        </w:rPr>
        <w:t xml:space="preserve"> مسائل وجوابات مات سنة إحدى وثلاثمائة ، وبعض أصحابنا أثبته ( الرازي ) وهو غلط ، إنما هو الزراري. </w:t>
      </w:r>
    </w:p>
    <w:p w:rsidR="007849C6" w:rsidRDefault="007849C6" w:rsidP="00186E94">
      <w:pPr>
        <w:pStyle w:val="libNormal"/>
        <w:rPr>
          <w:rtl/>
        </w:rPr>
      </w:pPr>
      <w:r>
        <w:rPr>
          <w:rtl/>
        </w:rPr>
        <w:t xml:space="preserve">1393 ـ محمد بن سليمان بن رجاء الانصاري مولاهم ق ( جخ ). </w:t>
      </w:r>
    </w:p>
    <w:p w:rsidR="007849C6" w:rsidRDefault="007849C6" w:rsidP="00186E94">
      <w:pPr>
        <w:pStyle w:val="libNormal"/>
        <w:rPr>
          <w:rtl/>
        </w:rPr>
      </w:pPr>
      <w:r>
        <w:rPr>
          <w:rtl/>
        </w:rPr>
        <w:t xml:space="preserve">1394 ـ محمد بن سليمان بن سويد الكلابي الجعفري أبوعمروق ( جخ ) مهمل. </w:t>
      </w:r>
    </w:p>
    <w:p w:rsidR="007849C6" w:rsidRDefault="007849C6" w:rsidP="00186E94">
      <w:pPr>
        <w:pStyle w:val="libNormal"/>
        <w:rPr>
          <w:rtl/>
        </w:rPr>
      </w:pPr>
      <w:r>
        <w:rPr>
          <w:rtl/>
        </w:rPr>
        <w:t xml:space="preserve">1395 ـ محمد بن سليمان بن عبدالله الازرق ق ( جخ ). </w:t>
      </w:r>
    </w:p>
    <w:p w:rsidR="007849C6" w:rsidRDefault="007849C6" w:rsidP="00186E94">
      <w:pPr>
        <w:pStyle w:val="libNormal"/>
        <w:rPr>
          <w:rtl/>
        </w:rPr>
      </w:pPr>
      <w:r>
        <w:rPr>
          <w:rtl/>
        </w:rPr>
        <w:t xml:space="preserve">1396 ـ محمد بن سليمان بن عبدالله الاصبهاني الكوفي ثقة ق ( جخ ) مهمل ( جش ). </w:t>
      </w:r>
    </w:p>
    <w:p w:rsidR="007849C6" w:rsidRDefault="007849C6" w:rsidP="00186E94">
      <w:pPr>
        <w:pStyle w:val="libNormal"/>
        <w:rPr>
          <w:rtl/>
        </w:rPr>
      </w:pPr>
      <w:r>
        <w:rPr>
          <w:rtl/>
        </w:rPr>
        <w:t xml:space="preserve">1397 ـ محمد بن سليمان بن عثمان ق ( جخ ) مهمل. </w:t>
      </w:r>
    </w:p>
    <w:p w:rsidR="007849C6" w:rsidRDefault="007849C6" w:rsidP="00186E94">
      <w:pPr>
        <w:pStyle w:val="libNormal"/>
        <w:rPr>
          <w:rtl/>
        </w:rPr>
      </w:pPr>
      <w:r>
        <w:rPr>
          <w:rtl/>
        </w:rPr>
        <w:t xml:space="preserve">1398 ـ محمد بن سليمان بن عطية الهمداني ق ( جخ ) كوفي مهمل. </w:t>
      </w:r>
    </w:p>
    <w:p w:rsidR="007849C6" w:rsidRDefault="007849C6" w:rsidP="00186E94">
      <w:pPr>
        <w:pStyle w:val="libNormal"/>
        <w:rPr>
          <w:rtl/>
        </w:rPr>
      </w:pPr>
      <w:r>
        <w:rPr>
          <w:rtl/>
        </w:rPr>
        <w:br w:type="page"/>
      </w:r>
      <w:r>
        <w:rPr>
          <w:rtl/>
        </w:rPr>
        <w:lastRenderedPageBreak/>
        <w:t xml:space="preserve">1399 ـ محمد بن سليمان بن ظريف الهاشمي ق ( جخ ). </w:t>
      </w:r>
    </w:p>
    <w:p w:rsidR="007849C6" w:rsidRDefault="007849C6" w:rsidP="00186E94">
      <w:pPr>
        <w:pStyle w:val="libNormal"/>
        <w:rPr>
          <w:rtl/>
        </w:rPr>
      </w:pPr>
      <w:r>
        <w:rPr>
          <w:rtl/>
        </w:rPr>
        <w:t xml:space="preserve">1400 ـ محمد بن سليمان بن عمار أبو عمارة ق ( جخ ) مهمل. </w:t>
      </w:r>
    </w:p>
    <w:p w:rsidR="007849C6" w:rsidRDefault="007849C6" w:rsidP="00186E94">
      <w:pPr>
        <w:pStyle w:val="libNormal"/>
        <w:rPr>
          <w:rtl/>
        </w:rPr>
      </w:pPr>
      <w:r>
        <w:rPr>
          <w:rtl/>
        </w:rPr>
        <w:t xml:space="preserve">1401 ـ محمد بن سليمان القمي ق ( جخ ) مهمل. </w:t>
      </w:r>
    </w:p>
    <w:p w:rsidR="007849C6" w:rsidRDefault="007849C6" w:rsidP="00186E94">
      <w:pPr>
        <w:pStyle w:val="libNormal"/>
        <w:rPr>
          <w:rtl/>
        </w:rPr>
      </w:pPr>
      <w:r>
        <w:rPr>
          <w:rtl/>
        </w:rPr>
        <w:t xml:space="preserve">1402 ـ محمد بن سليمان بن مسلم أبو زينبة ق ( جخ ) مهمل. </w:t>
      </w:r>
    </w:p>
    <w:p w:rsidR="007849C6" w:rsidRDefault="007849C6" w:rsidP="00186E94">
      <w:pPr>
        <w:pStyle w:val="libNormal"/>
        <w:rPr>
          <w:rtl/>
        </w:rPr>
      </w:pPr>
      <w:r>
        <w:rPr>
          <w:rtl/>
        </w:rPr>
        <w:t xml:space="preserve">1403 ـ محمد بن سماعة بن موسى بن رويد ، بالراء المضمومة ابن نشيط ، بالنون والشين المعجمة ، الحضرمي مولى عبد الجبار بن وائل بن حجر ، أبو عبد الله والد الحسن وإبراهيم وجعفر وجد معلي بن الحسن لم ( جش ) كان ثقة في أصحابنا وجها. </w:t>
      </w:r>
    </w:p>
    <w:p w:rsidR="007849C6" w:rsidRDefault="007849C6" w:rsidP="00186E94">
      <w:pPr>
        <w:pStyle w:val="libNormal"/>
        <w:rPr>
          <w:rtl/>
        </w:rPr>
      </w:pPr>
      <w:r>
        <w:rPr>
          <w:rtl/>
        </w:rPr>
        <w:t xml:space="preserve">1404 ـ محمد بن سماعة العنزي الكوفي ق ( جخ ) مهمل. </w:t>
      </w:r>
    </w:p>
    <w:p w:rsidR="007849C6" w:rsidRDefault="007849C6" w:rsidP="00186E94">
      <w:pPr>
        <w:pStyle w:val="libNormal"/>
        <w:rPr>
          <w:rtl/>
        </w:rPr>
      </w:pPr>
      <w:r>
        <w:rPr>
          <w:rtl/>
        </w:rPr>
        <w:t xml:space="preserve">1405 ـ محمد بن سنان أبو جعفر الزاهري من ولد زاهر مولى عمرو بن الحمق الخزاعي ، وهو محمد بن الحسن بن سنان مات أبوه الحسن وهو طفل وكفله جده فنسب إليه ضا ( جش ) وقال ( كش ) : م ، ضا ( ست ) : محمد بن سنان له كتب وقد طعن عليه وضعف ، وكتبه مثل كتب الحسين بن سعيد ( غض ) : ( محمد بن سنان أبو جعفر الهمداني ضعيف غال ) وسيأتي في الضعفاء. </w:t>
      </w:r>
    </w:p>
    <w:p w:rsidR="007849C6" w:rsidRDefault="007849C6" w:rsidP="00186E94">
      <w:pPr>
        <w:pStyle w:val="libNormal"/>
        <w:rPr>
          <w:rtl/>
        </w:rPr>
      </w:pPr>
      <w:r>
        <w:rPr>
          <w:rtl/>
        </w:rPr>
        <w:t xml:space="preserve">1406 ـ محمد بن سوقة البجلي المرضي الخراز تابعي ثقة ق ( جخ ). </w:t>
      </w:r>
    </w:p>
    <w:p w:rsidR="007849C6" w:rsidRDefault="007849C6" w:rsidP="00186E94">
      <w:pPr>
        <w:pStyle w:val="libNormal"/>
        <w:rPr>
          <w:rtl/>
        </w:rPr>
      </w:pPr>
      <w:r>
        <w:rPr>
          <w:rtl/>
        </w:rPr>
        <w:t xml:space="preserve">1407 ـ محمد بن سهل بن اليسع بن عبدالله بن سعد بن مالك بن الاحوص الاشعري القمي ضا ، د ( جش ). </w:t>
      </w:r>
    </w:p>
    <w:p w:rsidR="007849C6" w:rsidRDefault="007849C6" w:rsidP="00186E94">
      <w:pPr>
        <w:pStyle w:val="libNormal"/>
        <w:rPr>
          <w:rtl/>
        </w:rPr>
      </w:pPr>
      <w:r>
        <w:rPr>
          <w:rtl/>
        </w:rPr>
        <w:t xml:space="preserve">1408 ـ محمد بن شريح الحضرمي أبو عبد الله ق ( جش ) ثقة. </w:t>
      </w:r>
    </w:p>
    <w:p w:rsidR="007849C6" w:rsidRDefault="007849C6" w:rsidP="00186E94">
      <w:pPr>
        <w:pStyle w:val="libNormal"/>
        <w:rPr>
          <w:rtl/>
        </w:rPr>
      </w:pPr>
      <w:r>
        <w:rPr>
          <w:rtl/>
        </w:rPr>
        <w:t xml:space="preserve">1409 ـ محمد بن الصامت لم ( جش ) لم يذكر له ثناء ولا ذما. </w:t>
      </w:r>
    </w:p>
    <w:p w:rsidR="007849C6" w:rsidRDefault="007849C6" w:rsidP="00186E94">
      <w:pPr>
        <w:pStyle w:val="libNormal"/>
        <w:rPr>
          <w:rtl/>
        </w:rPr>
      </w:pPr>
      <w:r>
        <w:rPr>
          <w:rtl/>
        </w:rPr>
        <w:t xml:space="preserve">1410 ـ محمد بن صالح بن محمد الهمداني وكيل ، الدهقان كر ( جخ ). </w:t>
      </w:r>
    </w:p>
    <w:p w:rsidR="007849C6" w:rsidRDefault="007849C6" w:rsidP="00186E94">
      <w:pPr>
        <w:pStyle w:val="libNormal"/>
        <w:rPr>
          <w:rtl/>
        </w:rPr>
      </w:pPr>
      <w:r>
        <w:rPr>
          <w:rtl/>
        </w:rPr>
        <w:t xml:space="preserve">1411 ـ محمد بن الصباح لم ( جش ) كوفي ثقة. </w:t>
      </w:r>
    </w:p>
    <w:p w:rsidR="007849C6" w:rsidRDefault="007849C6" w:rsidP="00186E94">
      <w:pPr>
        <w:pStyle w:val="libNormal"/>
        <w:rPr>
          <w:rtl/>
        </w:rPr>
      </w:pPr>
      <w:r>
        <w:rPr>
          <w:rtl/>
        </w:rPr>
        <w:t xml:space="preserve">1412 ـ محمد بن صدقة العنبري البصري أبو جعفر م ، ضا. </w:t>
      </w:r>
    </w:p>
    <w:p w:rsidR="007849C6" w:rsidRDefault="007849C6" w:rsidP="00186E94">
      <w:pPr>
        <w:pStyle w:val="libNormal"/>
        <w:rPr>
          <w:rtl/>
        </w:rPr>
      </w:pPr>
      <w:r>
        <w:rPr>
          <w:rtl/>
        </w:rPr>
        <w:br w:type="page"/>
      </w:r>
      <w:r>
        <w:rPr>
          <w:rtl/>
        </w:rPr>
        <w:lastRenderedPageBreak/>
        <w:t xml:space="preserve">1413 ـ محمد بن طلحة بن عبيدالله </w:t>
      </w:r>
      <w:r w:rsidRPr="00186E94">
        <w:rPr>
          <w:rStyle w:val="libFootnotenumChar"/>
          <w:rtl/>
        </w:rPr>
        <w:t>(1)</w:t>
      </w:r>
      <w:r>
        <w:rPr>
          <w:rtl/>
        </w:rPr>
        <w:t xml:space="preserve"> بن عثمان بن عمرو بن كعب بن تيم بن مرة ، يكنى أبا القاسم وقيل أبا سليمان ى ( جخ ) قتل يوم الجمل في عسكر أهل البصرة. </w:t>
      </w:r>
    </w:p>
    <w:p w:rsidR="007849C6" w:rsidRDefault="007849C6" w:rsidP="00186E94">
      <w:pPr>
        <w:pStyle w:val="libNormal"/>
        <w:rPr>
          <w:rtl/>
        </w:rPr>
      </w:pPr>
      <w:r>
        <w:rPr>
          <w:rtl/>
        </w:rPr>
        <w:t xml:space="preserve">1414 ـ محمد بن العباس بن عيسى أبو عبدالله لم ( جش ) كان يسكن بني غاضرة روى عن أبيه والحسن بن علي بن أبي حمزة وعبد الله ابن جبلة. </w:t>
      </w:r>
    </w:p>
    <w:p w:rsidR="007849C6" w:rsidRDefault="007849C6" w:rsidP="00186E94">
      <w:pPr>
        <w:pStyle w:val="libNormal"/>
        <w:rPr>
          <w:rtl/>
        </w:rPr>
      </w:pPr>
      <w:r>
        <w:rPr>
          <w:rtl/>
        </w:rPr>
        <w:t xml:space="preserve">1415 ـ محمد بن العباس بن علي بن مروان بن الماهيار أبو عبد الله لم ( جش ، ست ) البزاز ، بالمعجمتين ، المعروف بابن الجحام ، بالجيم المضمومة فالحاء المهملة ، ثقة ثقة من أصحابنا عين من أعيانهم كثير الحديث سديده. </w:t>
      </w:r>
    </w:p>
    <w:p w:rsidR="007849C6" w:rsidRDefault="007849C6" w:rsidP="00186E94">
      <w:pPr>
        <w:pStyle w:val="libNormal"/>
        <w:rPr>
          <w:rtl/>
        </w:rPr>
      </w:pPr>
      <w:r>
        <w:rPr>
          <w:rtl/>
        </w:rPr>
        <w:t xml:space="preserve">1416 ـ محمد بن عبيدالله بن أبي رافع لم ( جش ). </w:t>
      </w:r>
    </w:p>
    <w:p w:rsidR="007849C6" w:rsidRDefault="007849C6" w:rsidP="00186E94">
      <w:pPr>
        <w:pStyle w:val="libNormal"/>
        <w:rPr>
          <w:rtl/>
        </w:rPr>
      </w:pPr>
      <w:r>
        <w:rPr>
          <w:rtl/>
        </w:rPr>
        <w:t xml:space="preserve">1417 ـ محمد بن عبيدالله بن أحمد بن محمد بن سليمان بن الحسن ابن الجهم بن بكير بن أعين أبو طاهر الزراري لم ( جش ) كان أديبا وسمع وهو ابن ابن أبي غالب شيخنا. </w:t>
      </w:r>
    </w:p>
    <w:p w:rsidR="007849C6" w:rsidRDefault="007849C6" w:rsidP="00186E94">
      <w:pPr>
        <w:pStyle w:val="libNormal"/>
        <w:rPr>
          <w:rtl/>
        </w:rPr>
      </w:pPr>
      <w:r>
        <w:rPr>
          <w:rtl/>
        </w:rPr>
        <w:t xml:space="preserve">1418 ـ محمد بن عبدالله بن جعفر بن أبي طالب حين ( جخ ) قتل معه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1419 ـ محمد بن عبدالله بن جعفر بن الحسين بن جامع بن مالك الحميري أبو جعفر القمي لم ( جش ) كان ثقة وجها ، كاتب صاحب الامر </w:t>
      </w:r>
      <w:r w:rsidR="0006364F" w:rsidRPr="0006364F">
        <w:rPr>
          <w:rStyle w:val="libAlaemChar"/>
          <w:rFonts w:hint="cs"/>
          <w:rtl/>
        </w:rPr>
        <w:t>عليه‌السلام</w:t>
      </w:r>
      <w:r>
        <w:rPr>
          <w:rtl/>
        </w:rPr>
        <w:t xml:space="preserve"> وسأله مسائل في الشريعة ، قال احمد بن الحسين : وقعت هذه المسائل إلى في أصلها والتوقيعات بين السطور. وكان له إخوة جعفر والحسين وأحمد وكل منهم كان له مكاتبة. </w:t>
      </w:r>
    </w:p>
    <w:p w:rsidR="007849C6" w:rsidRDefault="007849C6" w:rsidP="00186E94">
      <w:pPr>
        <w:pStyle w:val="libNormal"/>
        <w:rPr>
          <w:rtl/>
        </w:rPr>
      </w:pPr>
      <w:r>
        <w:rPr>
          <w:rtl/>
        </w:rPr>
        <w:t xml:space="preserve">1420 ـ محمد بن عبدالله بن الحسن بن الحسن بن علي بن أبي طالب </w:t>
      </w:r>
      <w:r w:rsidR="0006364F" w:rsidRPr="0006364F">
        <w:rPr>
          <w:rStyle w:val="libAlaemChar"/>
          <w:rFonts w:hint="cs"/>
          <w:rtl/>
        </w:rPr>
        <w:t>عليه‌السلام</w:t>
      </w:r>
      <w:r>
        <w:rPr>
          <w:rtl/>
        </w:rPr>
        <w:t xml:space="preserve"> أبو عبد الله المدني الملقب بالنفس الزكية قتل سنة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لا ينبغي ذكر محمد بن طلحة في هذا القسم الموضوع للممدوحين. </w:t>
      </w:r>
    </w:p>
    <w:p w:rsidR="007849C6" w:rsidRDefault="007849C6" w:rsidP="00186E94">
      <w:pPr>
        <w:pStyle w:val="libNormal0"/>
        <w:rPr>
          <w:rtl/>
        </w:rPr>
      </w:pPr>
      <w:r>
        <w:rPr>
          <w:rtl/>
        </w:rPr>
        <w:br w:type="page"/>
      </w:r>
      <w:r>
        <w:rPr>
          <w:rtl/>
        </w:rPr>
        <w:lastRenderedPageBreak/>
        <w:t xml:space="preserve">خمس وأربعين ومائة بالمدينة ق ( جخ ). </w:t>
      </w:r>
    </w:p>
    <w:p w:rsidR="007849C6" w:rsidRDefault="007849C6" w:rsidP="00186E94">
      <w:pPr>
        <w:pStyle w:val="libNormal"/>
        <w:rPr>
          <w:rtl/>
        </w:rPr>
      </w:pPr>
      <w:r>
        <w:rPr>
          <w:rtl/>
        </w:rPr>
        <w:t xml:space="preserve">1421 ـ محمد بن عبدالله الحضرمي لم ( جخ ) له كتاب. </w:t>
      </w:r>
    </w:p>
    <w:p w:rsidR="007849C6" w:rsidRDefault="007849C6" w:rsidP="00186E94">
      <w:pPr>
        <w:pStyle w:val="libNormal"/>
        <w:rPr>
          <w:rtl/>
        </w:rPr>
      </w:pPr>
      <w:r>
        <w:rPr>
          <w:rtl/>
        </w:rPr>
        <w:t xml:space="preserve">1422 ـ محمد بن عبدالله الجملي المرادي الكوفي ق ( جخ ) مهمل. </w:t>
      </w:r>
    </w:p>
    <w:p w:rsidR="007849C6" w:rsidRDefault="007849C6" w:rsidP="00186E94">
      <w:pPr>
        <w:pStyle w:val="libNormal"/>
        <w:rPr>
          <w:rtl/>
        </w:rPr>
      </w:pPr>
      <w:r>
        <w:rPr>
          <w:rtl/>
        </w:rPr>
        <w:t xml:space="preserve">1423 ـ محمد بن عبدالله بن رباط ، بالراء والباء المفردة والطاء المهملة البجلي لم ( جخ ) روى أبوه عن أبي عبدالله </w:t>
      </w:r>
      <w:r w:rsidR="0006364F" w:rsidRPr="0006364F">
        <w:rPr>
          <w:rStyle w:val="libAlaemChar"/>
          <w:rFonts w:hint="cs"/>
          <w:rtl/>
        </w:rPr>
        <w:t>عليه‌السلام</w:t>
      </w:r>
      <w:r>
        <w:rPr>
          <w:rtl/>
        </w:rPr>
        <w:t xml:space="preserve"> وكانا ثقتين. </w:t>
      </w:r>
    </w:p>
    <w:p w:rsidR="007849C6" w:rsidRDefault="007849C6" w:rsidP="00186E94">
      <w:pPr>
        <w:pStyle w:val="libNormal"/>
        <w:rPr>
          <w:rtl/>
        </w:rPr>
      </w:pPr>
      <w:r>
        <w:rPr>
          <w:rtl/>
        </w:rPr>
        <w:t xml:space="preserve">1424 ـ محمد بن عبدالله بن سعيد بن حيان بن أبحر الكناني أبو الحسن ق ( جخ ). </w:t>
      </w:r>
    </w:p>
    <w:p w:rsidR="007849C6" w:rsidRDefault="007849C6" w:rsidP="00186E94">
      <w:pPr>
        <w:pStyle w:val="libNormal"/>
        <w:rPr>
          <w:rtl/>
        </w:rPr>
      </w:pPr>
      <w:r>
        <w:rPr>
          <w:rtl/>
        </w:rPr>
        <w:t xml:space="preserve">1425 ـ محمد بن عبدالله السجاد الكوفي الاشجعي أبو إسماعيل ق ( جخ ). </w:t>
      </w:r>
    </w:p>
    <w:p w:rsidR="007849C6" w:rsidRDefault="007849C6" w:rsidP="00186E94">
      <w:pPr>
        <w:pStyle w:val="libNormal"/>
        <w:rPr>
          <w:rtl/>
        </w:rPr>
      </w:pPr>
      <w:r>
        <w:rPr>
          <w:rtl/>
        </w:rPr>
        <w:t xml:space="preserve">1426 ـ محمد بن عبدالله بن سهل ق ( جخ ) اسند عنه. </w:t>
      </w:r>
    </w:p>
    <w:p w:rsidR="007849C6" w:rsidRDefault="007849C6" w:rsidP="00186E94">
      <w:pPr>
        <w:pStyle w:val="libNormal"/>
        <w:rPr>
          <w:rtl/>
        </w:rPr>
      </w:pPr>
      <w:r>
        <w:rPr>
          <w:rtl/>
        </w:rPr>
        <w:t xml:space="preserve">1427 ـ محمد بن عبدالله بن سوادة الهمداني الخارقي ق ( جخ ) مهمل. </w:t>
      </w:r>
    </w:p>
    <w:p w:rsidR="007849C6" w:rsidRDefault="007849C6" w:rsidP="00186E94">
      <w:pPr>
        <w:pStyle w:val="libNormal"/>
        <w:rPr>
          <w:rtl/>
        </w:rPr>
      </w:pPr>
      <w:r>
        <w:rPr>
          <w:rtl/>
        </w:rPr>
        <w:t xml:space="preserve">1428 ـ محمد بن عبدالله ، مولى فزارة ، الطيارق ( جخ ، كش ) ممدوح. </w:t>
      </w:r>
    </w:p>
    <w:p w:rsidR="007849C6" w:rsidRDefault="007849C6" w:rsidP="00186E94">
      <w:pPr>
        <w:pStyle w:val="libNormal"/>
        <w:rPr>
          <w:rtl/>
        </w:rPr>
      </w:pPr>
      <w:r>
        <w:rPr>
          <w:rtl/>
        </w:rPr>
        <w:t xml:space="preserve">1429 ـ محمد بن عبدالله القلاعي أخو دارم مولى بني تيم الكوفي ق ( جخ ). </w:t>
      </w:r>
    </w:p>
    <w:p w:rsidR="007849C6" w:rsidRDefault="007849C6" w:rsidP="00186E94">
      <w:pPr>
        <w:pStyle w:val="libNormal"/>
        <w:rPr>
          <w:rtl/>
        </w:rPr>
      </w:pPr>
      <w:r>
        <w:rPr>
          <w:rtl/>
        </w:rPr>
        <w:t xml:space="preserve">1430 ـ محمد بن عبدالله بن عمرو بن سالم بن لاحق ، أبو عبد الله اللاحقي الصفار ضا ( جش ). </w:t>
      </w:r>
    </w:p>
    <w:p w:rsidR="007849C6" w:rsidRDefault="007849C6" w:rsidP="00186E94">
      <w:pPr>
        <w:pStyle w:val="libNormal"/>
        <w:rPr>
          <w:rtl/>
        </w:rPr>
      </w:pPr>
      <w:r>
        <w:rPr>
          <w:rtl/>
        </w:rPr>
        <w:t xml:space="preserve">1431 ـ محمد بن عبدالله الاعلم الكوفي ق ( جخ ). </w:t>
      </w:r>
    </w:p>
    <w:p w:rsidR="007849C6" w:rsidRDefault="007849C6" w:rsidP="00186E94">
      <w:pPr>
        <w:pStyle w:val="libNormal"/>
        <w:rPr>
          <w:rtl/>
        </w:rPr>
      </w:pPr>
      <w:r>
        <w:rPr>
          <w:rtl/>
        </w:rPr>
        <w:t xml:space="preserve">1432 ـ محمد بن عبدالله ق ( جخ ) روى عنه أبان بن عثمان ولم يثبت معرفته. </w:t>
      </w:r>
    </w:p>
    <w:p w:rsidR="007849C6" w:rsidRDefault="007849C6" w:rsidP="00186E94">
      <w:pPr>
        <w:pStyle w:val="libNormal"/>
        <w:rPr>
          <w:rtl/>
        </w:rPr>
      </w:pPr>
      <w:r>
        <w:rPr>
          <w:rtl/>
        </w:rPr>
        <w:t xml:space="preserve">1433 ـ محمد بن عبدالله بن محمد بن عمر بن علي بن أبي طالب أبو جعفر المدني ق ( جش ). </w:t>
      </w:r>
    </w:p>
    <w:p w:rsidR="007849C6" w:rsidRDefault="007849C6" w:rsidP="00186E94">
      <w:pPr>
        <w:pStyle w:val="libNormal"/>
        <w:rPr>
          <w:rtl/>
        </w:rPr>
      </w:pPr>
      <w:r>
        <w:rPr>
          <w:rtl/>
        </w:rPr>
        <w:t xml:space="preserve">1434 ـ محمد بن عبدالله المسلي ، بضم الميم وسكون السين المهملة واللام المخفقة المكسورة لم ( جش ) كوفي ومسلية قبيلة من مذحج. كان </w:t>
      </w:r>
    </w:p>
    <w:p w:rsidR="007849C6" w:rsidRDefault="007849C6" w:rsidP="00186E94">
      <w:pPr>
        <w:pStyle w:val="libNormal0"/>
        <w:rPr>
          <w:rtl/>
        </w:rPr>
      </w:pPr>
      <w:r>
        <w:rPr>
          <w:rtl/>
        </w:rPr>
        <w:br w:type="page"/>
      </w:r>
      <w:r>
        <w:rPr>
          <w:rtl/>
        </w:rPr>
        <w:lastRenderedPageBreak/>
        <w:t xml:space="preserve">ثقة قليل الحديث. </w:t>
      </w:r>
    </w:p>
    <w:p w:rsidR="007849C6" w:rsidRDefault="007849C6" w:rsidP="00186E94">
      <w:pPr>
        <w:pStyle w:val="libNormal"/>
        <w:rPr>
          <w:rtl/>
        </w:rPr>
      </w:pPr>
      <w:r>
        <w:rPr>
          <w:rtl/>
        </w:rPr>
        <w:t xml:space="preserve">1435 ـ محمد بن عبدالله بن مملك الاصبهاني لم ( جش ) أصله جرجان وسكن إصبهان أبو عبد الله ، جليل في أصحابنا عظيم القدر والمنزلة كان معتزليا ورجع على يد عبدالرحمن بن جبرويه </w:t>
      </w:r>
      <w:r w:rsidR="006B246D" w:rsidRPr="006B246D">
        <w:rPr>
          <w:rStyle w:val="libAlaemChar"/>
          <w:rFonts w:hint="cs"/>
          <w:rtl/>
        </w:rPr>
        <w:t>رحمه‌الله</w:t>
      </w:r>
      <w:r>
        <w:rPr>
          <w:rtl/>
        </w:rPr>
        <w:t xml:space="preserve">. </w:t>
      </w:r>
    </w:p>
    <w:p w:rsidR="007849C6" w:rsidRDefault="007849C6" w:rsidP="00186E94">
      <w:pPr>
        <w:pStyle w:val="libNormal"/>
        <w:rPr>
          <w:rtl/>
        </w:rPr>
      </w:pPr>
      <w:r>
        <w:rPr>
          <w:rtl/>
        </w:rPr>
        <w:t xml:space="preserve">1436 ـ محمد بن عبدالله بن المطلب الشيباني ، يكنى أبا المفضل لم ( جخ ). </w:t>
      </w:r>
    </w:p>
    <w:p w:rsidR="007849C6" w:rsidRDefault="007849C6" w:rsidP="00186E94">
      <w:pPr>
        <w:pStyle w:val="libNormal"/>
        <w:rPr>
          <w:rtl/>
        </w:rPr>
      </w:pPr>
      <w:r>
        <w:rPr>
          <w:rtl/>
        </w:rPr>
        <w:t xml:space="preserve">1437 ـ محمد بن عبدالله بن نجيح أبو عبد الله الكوفي المعروف بالشخير لم ( جش ) من أصحابنا قليل الحديث. </w:t>
      </w:r>
    </w:p>
    <w:p w:rsidR="007849C6" w:rsidRDefault="007849C6" w:rsidP="00186E94">
      <w:pPr>
        <w:pStyle w:val="libNormal"/>
        <w:rPr>
          <w:rtl/>
        </w:rPr>
      </w:pPr>
      <w:r>
        <w:rPr>
          <w:rtl/>
        </w:rPr>
        <w:t xml:space="preserve">1438 ـ محمد بن عبدالله الهاشمي لم ( جش ) له كتاب يرويه القميمون. </w:t>
      </w:r>
    </w:p>
    <w:p w:rsidR="007849C6" w:rsidRDefault="007849C6" w:rsidP="00186E94">
      <w:pPr>
        <w:pStyle w:val="libNormal"/>
        <w:rPr>
          <w:rtl/>
        </w:rPr>
      </w:pPr>
      <w:r>
        <w:rPr>
          <w:rtl/>
        </w:rPr>
        <w:t xml:space="preserve">1439 ـ محمد بن عبدالحميد بن سالم العطار أبو جعفر لم ( جش ) روى عبدالحميد عن أبي الحسن موسى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1440 ـ محمد بن عبدالرحمن بن قبة الرازي أبو جعفر لم ( جش ) متكلم عظيم القدر حين العقيدة كان معتزليا وانتقل وأخذ عنه ابن بطة. </w:t>
      </w:r>
    </w:p>
    <w:p w:rsidR="007849C6" w:rsidRDefault="007849C6" w:rsidP="00186E94">
      <w:pPr>
        <w:pStyle w:val="libNormal"/>
        <w:rPr>
          <w:rtl/>
        </w:rPr>
      </w:pPr>
      <w:r>
        <w:rPr>
          <w:rtl/>
        </w:rPr>
        <w:t xml:space="preserve">1441 ـ محمد بن عبدالحميد بن سالم العطار أبو جعفر روى أبوه عن أبي الحسن الكاظم </w:t>
      </w:r>
      <w:r w:rsidR="0006364F" w:rsidRPr="0006364F">
        <w:rPr>
          <w:rStyle w:val="libAlaemChar"/>
          <w:rFonts w:hint="cs"/>
          <w:rtl/>
        </w:rPr>
        <w:t>عليه‌السلام</w:t>
      </w:r>
      <w:r>
        <w:rPr>
          <w:rtl/>
        </w:rPr>
        <w:t xml:space="preserve"> وكان ثقة من أصحابنا الكوفيين. </w:t>
      </w:r>
    </w:p>
    <w:p w:rsidR="007849C6" w:rsidRDefault="007849C6" w:rsidP="00186E94">
      <w:pPr>
        <w:pStyle w:val="libNormal"/>
        <w:rPr>
          <w:rtl/>
        </w:rPr>
      </w:pPr>
      <w:r>
        <w:rPr>
          <w:rtl/>
        </w:rPr>
        <w:t xml:space="preserve">1442 ـ محمد بن عبدالرحمن بن أبي ليلى الانصاري القاضي الكوفي ممدوح. </w:t>
      </w:r>
    </w:p>
    <w:p w:rsidR="007849C6" w:rsidRDefault="007849C6" w:rsidP="00186E94">
      <w:pPr>
        <w:pStyle w:val="libNormal"/>
        <w:rPr>
          <w:rtl/>
        </w:rPr>
      </w:pPr>
      <w:r>
        <w:rPr>
          <w:rtl/>
        </w:rPr>
        <w:t xml:space="preserve">1443 ـ محمد بن عبدالرحمن السهمي البصري ( قد ) وثقة. </w:t>
      </w:r>
    </w:p>
    <w:p w:rsidR="007849C6" w:rsidRDefault="007849C6" w:rsidP="00186E94">
      <w:pPr>
        <w:pStyle w:val="libNormal"/>
        <w:rPr>
          <w:rtl/>
        </w:rPr>
      </w:pPr>
      <w:r>
        <w:rPr>
          <w:rtl/>
        </w:rPr>
        <w:t xml:space="preserve">1444 ـ محمد بن عبدالملك بن أعين الشيباني أبو علي ق ( جخ ) مهمل. </w:t>
      </w:r>
    </w:p>
    <w:p w:rsidR="007849C6" w:rsidRDefault="007849C6" w:rsidP="00186E94">
      <w:pPr>
        <w:pStyle w:val="libNormal"/>
        <w:rPr>
          <w:rtl/>
        </w:rPr>
      </w:pPr>
      <w:r>
        <w:rPr>
          <w:rtl/>
        </w:rPr>
        <w:t xml:space="preserve">1445 ـ محمد بن عبدالملك بن محمد التبان ، بالتاء المثناة فوق والباء المفردة ، يكنى أبا عبد الله كان معتزليا ثم أظهر الانتقال مات لثلاث بقين من ذي العقدة سنة تسع عشرة وأربعمائة. </w:t>
      </w:r>
    </w:p>
    <w:p w:rsidR="007849C6" w:rsidRDefault="007849C6" w:rsidP="00186E94">
      <w:pPr>
        <w:pStyle w:val="libNormal"/>
        <w:rPr>
          <w:rtl/>
        </w:rPr>
      </w:pPr>
      <w:r>
        <w:rPr>
          <w:rtl/>
        </w:rPr>
        <w:t xml:space="preserve">1446 ـ محمد بن عبدالمؤمن لم ( جش ) المؤدب قمي ثقة. </w:t>
      </w:r>
    </w:p>
    <w:p w:rsidR="007849C6" w:rsidRDefault="007849C6" w:rsidP="00186E94">
      <w:pPr>
        <w:pStyle w:val="libNormal"/>
        <w:rPr>
          <w:rtl/>
        </w:rPr>
      </w:pPr>
      <w:r>
        <w:rPr>
          <w:rtl/>
        </w:rPr>
        <w:t xml:space="preserve">1447 ـ محمد بن عبيد الكاتب وجه من الكوفيين ثقة عين. </w:t>
      </w:r>
    </w:p>
    <w:p w:rsidR="007849C6" w:rsidRDefault="007849C6" w:rsidP="00186E94">
      <w:pPr>
        <w:pStyle w:val="libNormal"/>
        <w:rPr>
          <w:rtl/>
        </w:rPr>
      </w:pPr>
      <w:r>
        <w:rPr>
          <w:rtl/>
        </w:rPr>
        <w:br w:type="page"/>
      </w:r>
      <w:r>
        <w:rPr>
          <w:rtl/>
        </w:rPr>
        <w:lastRenderedPageBreak/>
        <w:t xml:space="preserve">1448 ـ محمد بن عثمان أخو حماد ( قد ) عن ( عين ) ثقة </w:t>
      </w:r>
      <w:r w:rsidRPr="00186E94">
        <w:rPr>
          <w:rStyle w:val="libFootnotenumChar"/>
          <w:rtl/>
        </w:rPr>
        <w:t>(1)</w:t>
      </w:r>
      <w:r>
        <w:rPr>
          <w:rtl/>
        </w:rPr>
        <w:t xml:space="preserve">. </w:t>
      </w:r>
    </w:p>
    <w:p w:rsidR="007849C6" w:rsidRDefault="007849C6" w:rsidP="00186E94">
      <w:pPr>
        <w:pStyle w:val="libNormal"/>
        <w:rPr>
          <w:rtl/>
        </w:rPr>
      </w:pPr>
      <w:r>
        <w:rPr>
          <w:rtl/>
        </w:rPr>
        <w:t xml:space="preserve">1449 ـ محمد بن عثمان بن سعيد العمري يكنى أبا جعفر وأبوه يكنى أبا عمرو جميعا وكيلان من جهة صاحب الزمان </w:t>
      </w:r>
      <w:r w:rsidR="0006364F" w:rsidRPr="0006364F">
        <w:rPr>
          <w:rStyle w:val="libAlaemChar"/>
          <w:rFonts w:hint="cs"/>
          <w:rtl/>
        </w:rPr>
        <w:t>عليه‌السلام</w:t>
      </w:r>
      <w:r>
        <w:rPr>
          <w:rtl/>
        </w:rPr>
        <w:t xml:space="preserve"> ولهما منزلة عظيمة جليلة عند الطائفة لم ( جخ ) كان محمد قد حفر لنفسه قبراوسواه بالساج فسئل عن ذلك فقال : للناس أسباب ، ثم سئل بعد ذلك فقال قد أمرت أن أجمع أمري فمات بعد ذلك بشهرين في جمادى الاولى سنة خمس وثلاثمائة ، وقيل : سنة أربع وثلاثمائة ، وقال عند موته ! امرت أن اوصي إلى أبي القاسم بن روح ، واوصي إليه ، واوصى أبو القاسم ابن روح إلى أبي الحسن علي بن محمد السمري فلما حضرت السمري الوفاة سئل أن يوصي ، فقال : لله أمر هو بالغة. والغيبة الثانية هي التي وقعت بعد السمري. </w:t>
      </w:r>
    </w:p>
    <w:p w:rsidR="007849C6" w:rsidRDefault="007849C6" w:rsidP="00186E94">
      <w:pPr>
        <w:pStyle w:val="libNormal"/>
        <w:rPr>
          <w:rtl/>
        </w:rPr>
      </w:pPr>
      <w:r>
        <w:rPr>
          <w:rtl/>
        </w:rPr>
        <w:t xml:space="preserve">1450 ـ محمد بن عذافر ، بضم العين ، بن عيسى الخزاعي الصيرفي الكوفي مولاهم ق ، م ( جخ ) ثقة عمر إلى أيام الرضا </w:t>
      </w:r>
      <w:r w:rsidR="0006364F" w:rsidRPr="0006364F">
        <w:rPr>
          <w:rStyle w:val="libAlaemChar"/>
          <w:rFonts w:hint="cs"/>
          <w:rtl/>
        </w:rPr>
        <w:t>عليه‌السلام</w:t>
      </w:r>
      <w:r>
        <w:rPr>
          <w:rtl/>
        </w:rPr>
        <w:t xml:space="preserve"> ومات وله ثلاث وتسعون سنة. </w:t>
      </w:r>
    </w:p>
    <w:p w:rsidR="007849C6" w:rsidRDefault="007849C6" w:rsidP="00186E94">
      <w:pPr>
        <w:pStyle w:val="libNormal"/>
        <w:rPr>
          <w:rtl/>
        </w:rPr>
      </w:pPr>
      <w:r>
        <w:rPr>
          <w:rtl/>
        </w:rPr>
        <w:t xml:space="preserve">1451 ـ محمد بن عطية ل ( جخ ) روى عنه </w:t>
      </w:r>
      <w:r w:rsidR="00CA64D5" w:rsidRPr="00CA64D5">
        <w:rPr>
          <w:rStyle w:val="libAlaemChar"/>
          <w:rFonts w:hint="cs"/>
          <w:rtl/>
        </w:rPr>
        <w:t>صلى‌الله‌عليه‌وآله‌وسلم</w:t>
      </w:r>
      <w:r>
        <w:rPr>
          <w:rtl/>
        </w:rPr>
        <w:t xml:space="preserve"> أنه قال : من أشراط الساعة أن يخرب العامر ويعمر الخراب. </w:t>
      </w:r>
    </w:p>
    <w:p w:rsidR="007849C6" w:rsidRDefault="007849C6" w:rsidP="00186E94">
      <w:pPr>
        <w:pStyle w:val="libNormal"/>
        <w:rPr>
          <w:rtl/>
        </w:rPr>
      </w:pPr>
      <w:r>
        <w:rPr>
          <w:rtl/>
        </w:rPr>
        <w:t xml:space="preserve">1452 ـ محمد بن علي بن أبي شعبة الحلي أبو جعفر لم ( جش ) وجه من أصحابنا ، والثقة الذي لامطعن عليه ، هو وإخوته عبيدالله وعمران وعبد الاعلى. </w:t>
      </w:r>
    </w:p>
    <w:p w:rsidR="007849C6" w:rsidRDefault="007849C6" w:rsidP="00186E94">
      <w:pPr>
        <w:pStyle w:val="libNormal"/>
        <w:rPr>
          <w:rtl/>
        </w:rPr>
      </w:pPr>
      <w:r>
        <w:rPr>
          <w:rtl/>
        </w:rPr>
        <w:t xml:space="preserve">1453 ـ محمد بن علي بن بلال كر ( جخ ) ثقة ، وقال الشيخ في كتاب الغيبة : إنه من المذمومين ، فوجب التوقف في روايته. </w:t>
      </w:r>
    </w:p>
    <w:p w:rsidR="007849C6" w:rsidRDefault="007849C6" w:rsidP="00186E94">
      <w:pPr>
        <w:pStyle w:val="libNormal"/>
        <w:rPr>
          <w:rtl/>
        </w:rPr>
      </w:pPr>
      <w:r>
        <w:rPr>
          <w:rtl/>
        </w:rPr>
        <w:t xml:space="preserve">1454 ـ محمد بن علي بن جاك ، بالجيم والكاف ، قمي يكنى أبا طاهر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 قد ) رمز لابن عقدة ، و ( عين ) رمز لعلي بن الحسن بن فضال ، يعني : قال ابن عقدة عن علي بن الحسن : إنه ثقة. </w:t>
      </w:r>
    </w:p>
    <w:p w:rsidR="007849C6" w:rsidRDefault="007849C6" w:rsidP="00186E94">
      <w:pPr>
        <w:pStyle w:val="libNormal0"/>
        <w:rPr>
          <w:rtl/>
        </w:rPr>
      </w:pPr>
      <w:r>
        <w:rPr>
          <w:rtl/>
        </w:rPr>
        <w:br w:type="page"/>
      </w:r>
      <w:r>
        <w:rPr>
          <w:rtl/>
        </w:rPr>
        <w:lastRenderedPageBreak/>
        <w:t xml:space="preserve">لم ( جش ) ثقة قليل الحديث من أهل القرآن فاضل. </w:t>
      </w:r>
    </w:p>
    <w:p w:rsidR="007849C6" w:rsidRDefault="007849C6" w:rsidP="00186E94">
      <w:pPr>
        <w:pStyle w:val="libNormal"/>
        <w:rPr>
          <w:rtl/>
        </w:rPr>
      </w:pPr>
      <w:r>
        <w:rPr>
          <w:rtl/>
        </w:rPr>
        <w:t xml:space="preserve">1455 ـ محمد بن علي بن الحسين بن بابويه لم ( جخ ، ست ، جش ) أبو جعفر جليل القدر حفظة بصير بالفقه والاخبار شيخ الطائفة وفقيهها ووجهها بخراسان ، كان ورد بغداد سنة خمس وخمسين وثلاثماثة ، سمع منه شيوخ الطائفة وهو حديث السن ، له مصنفات كثيرة لم ير في القميين مثله في الحفظ وفي كثرة علمه ، له نحو من ثلاثمائة مصنف ، مات بالري سنة إحدى وثمانين وثلاثمائة. </w:t>
      </w:r>
    </w:p>
    <w:p w:rsidR="007849C6" w:rsidRDefault="007849C6" w:rsidP="00186E94">
      <w:pPr>
        <w:pStyle w:val="libNormal"/>
        <w:rPr>
          <w:rtl/>
        </w:rPr>
      </w:pPr>
      <w:r>
        <w:rPr>
          <w:rtl/>
        </w:rPr>
        <w:t xml:space="preserve">1456 ـ محمد بن علي الحلبي ق ( ست ) ثقة. </w:t>
      </w:r>
    </w:p>
    <w:p w:rsidR="007849C6" w:rsidRDefault="007849C6" w:rsidP="00186E94">
      <w:pPr>
        <w:pStyle w:val="libNormal"/>
        <w:rPr>
          <w:rtl/>
        </w:rPr>
      </w:pPr>
      <w:r>
        <w:rPr>
          <w:rtl/>
        </w:rPr>
        <w:t xml:space="preserve">1457 ـ محمد بن علي بن حمزة بن الحسين بن عبيدالله بن العباس ابن علي بن أبي طالب أبو عبد الله دى ، كر ( جش ) له اتصال مكاتبة وفي داره حصلت ام صاحب الامر بعد وفاة الحسن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1458 ـ محمد بن علي بن عبدك ، بالكاف ، أبو جعفر الجرجاني لم ( جش ) جليل من أصحابنا فقيه متكلم له كتب. </w:t>
      </w:r>
    </w:p>
    <w:p w:rsidR="007849C6" w:rsidRDefault="007849C6" w:rsidP="00186E94">
      <w:pPr>
        <w:pStyle w:val="libNormal"/>
        <w:rPr>
          <w:rtl/>
        </w:rPr>
      </w:pPr>
      <w:r>
        <w:rPr>
          <w:rtl/>
        </w:rPr>
        <w:t xml:space="preserve">1459 ـ محمد بن علي بن عيسى القمي كان وجها بقم وأميرا عليها من قبل السلطان ، وكذلك كان أبوه ، يعرف بالطلحي كر ( جش ) له مسائل. </w:t>
      </w:r>
    </w:p>
    <w:p w:rsidR="007849C6" w:rsidRDefault="007849C6" w:rsidP="00186E94">
      <w:pPr>
        <w:pStyle w:val="libNormal"/>
        <w:rPr>
          <w:rtl/>
        </w:rPr>
      </w:pPr>
      <w:r>
        <w:rPr>
          <w:rtl/>
        </w:rPr>
        <w:t xml:space="preserve">1460 ـ محمد بن علي بن الفضل بن تمام لم ( ست ) الدهقان الكوفي يكنى أبا الحسين كثير الرواية ( جش ) هو ابن سكين بن بندار لقب بسكين بسبب إعظامهم له ، وكان ثقة عينا صحيح الاعتقاد حسن التصنيف. </w:t>
      </w:r>
    </w:p>
    <w:p w:rsidR="007849C6" w:rsidRDefault="007849C6" w:rsidP="00186E94">
      <w:pPr>
        <w:pStyle w:val="libNormal"/>
        <w:rPr>
          <w:rtl/>
        </w:rPr>
      </w:pPr>
      <w:r>
        <w:rPr>
          <w:rtl/>
        </w:rPr>
        <w:t xml:space="preserve">1461 ـ محمد بن علي بن محبوب الاشعري القمي أبو جعفر لم ( جش ، جخ ، ست ) شيخ القميين في زمانه ثقة عين فقيه صحيح المذهب ، له كتب. </w:t>
      </w:r>
    </w:p>
    <w:p w:rsidR="007849C6" w:rsidRDefault="007849C6" w:rsidP="00186E94">
      <w:pPr>
        <w:pStyle w:val="libNormal"/>
        <w:rPr>
          <w:rtl/>
        </w:rPr>
      </w:pPr>
      <w:r>
        <w:rPr>
          <w:rtl/>
        </w:rPr>
        <w:t xml:space="preserve">1462 ـ محمد بن علي بن مهزيار ، بالزاي والياء المثناة تحت والراء </w:t>
      </w:r>
    </w:p>
    <w:p w:rsidR="007849C6" w:rsidRDefault="007849C6" w:rsidP="00186E94">
      <w:pPr>
        <w:pStyle w:val="libNormal0"/>
        <w:rPr>
          <w:rtl/>
        </w:rPr>
      </w:pPr>
      <w:r>
        <w:rPr>
          <w:rtl/>
        </w:rPr>
        <w:br w:type="page"/>
      </w:r>
      <w:r>
        <w:rPr>
          <w:rtl/>
        </w:rPr>
        <w:lastRenderedPageBreak/>
        <w:t xml:space="preserve">دى ( جخ ) ثقة. </w:t>
      </w:r>
    </w:p>
    <w:p w:rsidR="007849C6" w:rsidRDefault="007849C6" w:rsidP="00186E94">
      <w:pPr>
        <w:pStyle w:val="libNormal"/>
        <w:rPr>
          <w:rtl/>
        </w:rPr>
      </w:pPr>
      <w:r>
        <w:rPr>
          <w:rtl/>
        </w:rPr>
        <w:t xml:space="preserve">1463 ـ محمد بن علي بن النعمان بن أبي طريفة البحلي مولى بجيلة الاحول. أبو جعفر ، كوفي صيرفي يلقب مؤمن الطاق وكان دكانه في طاق المحامل بالكوفة يرجع إليه في النقد فيرد ردا يخرج كما يقول فيقال شيطان الطاق م ( جش ، كش ) له في العلم وحسن الخاطر والفضل والدين منزلة عالية ( جش ) وقد نسب إليه أشياء لم تثبت عندنا ، وقد ذكرناه في الكنى في أبي جعفر الأحول. </w:t>
      </w:r>
    </w:p>
    <w:p w:rsidR="007849C6" w:rsidRDefault="007849C6" w:rsidP="00186E94">
      <w:pPr>
        <w:pStyle w:val="libNormal"/>
        <w:rPr>
          <w:rtl/>
        </w:rPr>
      </w:pPr>
      <w:r>
        <w:rPr>
          <w:rtl/>
        </w:rPr>
        <w:t xml:space="preserve">1464 ـ محمد بن علي بن يعقوب بن إسحاق بن أبي قرة ، بالقاف المضمومة والراء ، القناني ، بالقاف المضمومة والنونين ، الكاتب كان ثقة وسمع كثيرا. </w:t>
      </w:r>
    </w:p>
    <w:p w:rsidR="007849C6" w:rsidRDefault="007849C6" w:rsidP="00186E94">
      <w:pPr>
        <w:pStyle w:val="libNormal"/>
        <w:rPr>
          <w:rtl/>
        </w:rPr>
      </w:pPr>
      <w:r>
        <w:rPr>
          <w:rtl/>
        </w:rPr>
        <w:t xml:space="preserve">1465 ـ محمد بن عمار بن ياسر ل ( جخ ) عاده النبي </w:t>
      </w:r>
      <w:r w:rsidR="0006364F" w:rsidRPr="0006364F">
        <w:rPr>
          <w:rStyle w:val="libAlaemChar"/>
          <w:rFonts w:hint="cs"/>
          <w:rtl/>
        </w:rPr>
        <w:t>صلى‌الله‌عليه‌وآله</w:t>
      </w:r>
      <w:r>
        <w:rPr>
          <w:rtl/>
        </w:rPr>
        <w:t xml:space="preserve"> في مرضه ودعا له. </w:t>
      </w:r>
    </w:p>
    <w:p w:rsidR="007849C6" w:rsidRDefault="007849C6" w:rsidP="00186E94">
      <w:pPr>
        <w:pStyle w:val="libNormal"/>
        <w:rPr>
          <w:rtl/>
        </w:rPr>
      </w:pPr>
      <w:r>
        <w:rPr>
          <w:rtl/>
        </w:rPr>
        <w:t xml:space="preserve">1466 ـ محمد بن عمر بن علي بن أبي طالب بن ( جخ ) وقيل ليس له عنه رواية. </w:t>
      </w:r>
    </w:p>
    <w:p w:rsidR="007849C6" w:rsidRDefault="007849C6" w:rsidP="00186E94">
      <w:pPr>
        <w:pStyle w:val="libNormal"/>
        <w:rPr>
          <w:rtl/>
        </w:rPr>
      </w:pPr>
      <w:r>
        <w:rPr>
          <w:rtl/>
        </w:rPr>
        <w:t xml:space="preserve">1467 ـ محمد بن عمرو بن حزم ل ، ى ( جخ ) شهد مع علي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1468 ـ محمد بن عمرو ، بالفتح ، بن سعيد الزيات المدائني ضا ( جش ) ثقة عين. </w:t>
      </w:r>
    </w:p>
    <w:p w:rsidR="007849C6" w:rsidRDefault="007849C6" w:rsidP="00186E94">
      <w:pPr>
        <w:pStyle w:val="libNormal"/>
        <w:rPr>
          <w:rtl/>
        </w:rPr>
      </w:pPr>
      <w:r>
        <w:rPr>
          <w:rtl/>
        </w:rPr>
        <w:t xml:space="preserve">1469 ـ محمد بن عمر ، بالضم ، الزيدي لم ( ست ) له كتاب الفرائض عن الصادق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1470 ـ محمد بن عمرو بن عبدالله بن عمر بن مصعب بن الزبيربن العوام لم ( جش ) متكلم حاذق من أصحابنا له كتاب في الامامة. </w:t>
      </w:r>
    </w:p>
    <w:p w:rsidR="007849C6" w:rsidRDefault="007849C6" w:rsidP="00186E94">
      <w:pPr>
        <w:pStyle w:val="libNormal"/>
        <w:rPr>
          <w:rtl/>
        </w:rPr>
      </w:pPr>
      <w:r>
        <w:rPr>
          <w:rtl/>
        </w:rPr>
        <w:t xml:space="preserve">1471 ـ محمد بن عمر ، بالضم ، بن عبد العزيز الكشي أبو عمرو بالفتح ، له كتاب الرجال لم ( جخ ، ست ) : هو من غلمان العياشي </w:t>
      </w:r>
    </w:p>
    <w:p w:rsidR="007849C6" w:rsidRDefault="007849C6" w:rsidP="00186E94">
      <w:pPr>
        <w:pStyle w:val="libNormal0"/>
        <w:rPr>
          <w:rtl/>
        </w:rPr>
      </w:pPr>
      <w:r>
        <w:rPr>
          <w:rtl/>
        </w:rPr>
        <w:br w:type="page"/>
      </w:r>
      <w:r>
        <w:rPr>
          <w:rtl/>
        </w:rPr>
        <w:lastRenderedPageBreak/>
        <w:t xml:space="preserve">ثقة بصير بالرجال والاخبار مستقيم الطريقة ( جش ) روى عن الضعفاء كثيرا ، وصحب العياشي وأخذ عنه وتخرج عليه في داره التي كانت مرتعا للشيعة وأهل العلم له كتاب الرجال كثير العلم وفيه أغلاط كثيرة. </w:t>
      </w:r>
    </w:p>
    <w:p w:rsidR="007849C6" w:rsidRDefault="007849C6" w:rsidP="00186E94">
      <w:pPr>
        <w:pStyle w:val="libNormal"/>
        <w:rPr>
          <w:rtl/>
        </w:rPr>
      </w:pPr>
      <w:r>
        <w:rPr>
          <w:rtl/>
        </w:rPr>
        <w:t xml:space="preserve">1472 ـ محمد بن عمر بن عبيد الانصاري العطار الكوفي مولاهم ، وهو ابن أبي حفص اسند عنه ق ( جخ ) وقيل : إنه كان يعدل بألف رجل ، مات سنة ست وسبعين ومائة. </w:t>
      </w:r>
    </w:p>
    <w:p w:rsidR="007849C6" w:rsidRDefault="007849C6" w:rsidP="00186E94">
      <w:pPr>
        <w:pStyle w:val="libNormal"/>
        <w:rPr>
          <w:rtl/>
        </w:rPr>
      </w:pPr>
      <w:r>
        <w:rPr>
          <w:rtl/>
        </w:rPr>
        <w:t xml:space="preserve">1473 ـ محمد بن عمر بن محمد بن سالم بن البراء بن سبرة بن يسار القاضي التميمي يكنى أبا بكر المعروف بابن الجعابي ، وبعض أصحابنا توهم « سالما » حيث رآه بغير ألف « سلما » حتى أوقعه هذا الوهم إلى أن قال : « سلم بغير ميم قبل السين » كأنه احتراز أن يتوهم مسلما بالميم وأثبت جده سيار وإنما هو يسار بتقديم الياء المثناة تحت لم ( جخ ) كان من العلماء الحفاظ الناقدين للحديث. </w:t>
      </w:r>
    </w:p>
    <w:p w:rsidR="007849C6" w:rsidRDefault="007849C6" w:rsidP="00186E94">
      <w:pPr>
        <w:pStyle w:val="libNormal"/>
        <w:rPr>
          <w:rtl/>
        </w:rPr>
      </w:pPr>
      <w:r>
        <w:rPr>
          <w:rtl/>
        </w:rPr>
        <w:t xml:space="preserve">1474 ـ محمد بن عمر بن يزيد بياع السابري م ( جش ). </w:t>
      </w:r>
    </w:p>
    <w:p w:rsidR="007849C6" w:rsidRDefault="007849C6" w:rsidP="00186E94">
      <w:pPr>
        <w:pStyle w:val="libNormal"/>
        <w:rPr>
          <w:rtl/>
        </w:rPr>
      </w:pPr>
      <w:r>
        <w:rPr>
          <w:rtl/>
        </w:rPr>
        <w:t xml:space="preserve">1475 ـ محمد بن عوام الخلقاني ، بالخاء المعجمة والقاف والنون ق كوفي ثقة قليل الحديث. </w:t>
      </w:r>
    </w:p>
    <w:p w:rsidR="007849C6" w:rsidRDefault="007849C6" w:rsidP="00186E94">
      <w:pPr>
        <w:pStyle w:val="libNormal"/>
        <w:rPr>
          <w:rtl/>
        </w:rPr>
      </w:pPr>
      <w:r>
        <w:rPr>
          <w:rtl/>
        </w:rPr>
        <w:t xml:space="preserve">1476 ـ محمد بن عيسى بن عبدالله بن سعد بن مالك الاشعري أبو علي ضا ، د ( جش ) شيخ القميين ووجه الاشاعرة متقدم عند السلطان. </w:t>
      </w:r>
    </w:p>
    <w:p w:rsidR="007849C6" w:rsidRDefault="007849C6" w:rsidP="00186E94">
      <w:pPr>
        <w:pStyle w:val="libNormal"/>
        <w:rPr>
          <w:rtl/>
        </w:rPr>
      </w:pPr>
      <w:r>
        <w:rPr>
          <w:rtl/>
        </w:rPr>
        <w:t xml:space="preserve">1477 ـ محمد بن فرج الرخجي ، بالراء المهملة المضمومة والخاء المعجمة المفتوحة والجيم ضا ( جخ ) ثقة. </w:t>
      </w:r>
    </w:p>
    <w:p w:rsidR="007849C6" w:rsidRDefault="007849C6" w:rsidP="00186E94">
      <w:pPr>
        <w:pStyle w:val="libNormal"/>
        <w:rPr>
          <w:rtl/>
        </w:rPr>
      </w:pPr>
      <w:r>
        <w:rPr>
          <w:rtl/>
        </w:rPr>
        <w:t xml:space="preserve">1478 ـ محمد بن فضيل بن عطاء الكوفي المدني ق ( جخ ). </w:t>
      </w:r>
    </w:p>
    <w:p w:rsidR="007849C6" w:rsidRDefault="007849C6" w:rsidP="00186E94">
      <w:pPr>
        <w:pStyle w:val="libNormal"/>
        <w:rPr>
          <w:rtl/>
        </w:rPr>
      </w:pPr>
      <w:r>
        <w:rPr>
          <w:rtl/>
        </w:rPr>
        <w:t xml:space="preserve">1479 ـ محمد بن الفضل الازدي م ، ضا ( جخ ) ثقة. </w:t>
      </w:r>
    </w:p>
    <w:p w:rsidR="007849C6" w:rsidRDefault="007849C6" w:rsidP="00186E94">
      <w:pPr>
        <w:pStyle w:val="libNormal"/>
        <w:rPr>
          <w:rtl/>
        </w:rPr>
      </w:pPr>
      <w:r>
        <w:rPr>
          <w:rtl/>
        </w:rPr>
        <w:t xml:space="preserve">1480 ـ محمد بن فضيل بن غزوان الضبي مولاهم أبو عبد الرحمن ق ( جخ ) ثقة. </w:t>
      </w:r>
    </w:p>
    <w:p w:rsidR="007849C6" w:rsidRDefault="007849C6" w:rsidP="00186E94">
      <w:pPr>
        <w:pStyle w:val="libNormal"/>
        <w:rPr>
          <w:rtl/>
        </w:rPr>
      </w:pPr>
      <w:r>
        <w:rPr>
          <w:rtl/>
        </w:rPr>
        <w:t xml:space="preserve">1481 ـ محمد بن فضيل بن كثير الصيرفي الازدي الرقي أبو جعفر </w:t>
      </w:r>
    </w:p>
    <w:p w:rsidR="007849C6" w:rsidRDefault="007849C6" w:rsidP="00186E94">
      <w:pPr>
        <w:pStyle w:val="libNormal0"/>
        <w:rPr>
          <w:rtl/>
        </w:rPr>
      </w:pPr>
      <w:r>
        <w:rPr>
          <w:rtl/>
        </w:rPr>
        <w:br w:type="page"/>
      </w:r>
      <w:r>
        <w:rPr>
          <w:rtl/>
        </w:rPr>
        <w:lastRenderedPageBreak/>
        <w:t xml:space="preserve">الازرق ق ، م ، ضا ( جخ ، جش ). </w:t>
      </w:r>
    </w:p>
    <w:p w:rsidR="007849C6" w:rsidRDefault="007849C6" w:rsidP="00186E94">
      <w:pPr>
        <w:pStyle w:val="libNormal"/>
        <w:rPr>
          <w:rtl/>
        </w:rPr>
      </w:pPr>
      <w:r>
        <w:rPr>
          <w:rtl/>
        </w:rPr>
        <w:t xml:space="preserve">1482 ـ محمد بن القاسم أبو بكر لم ( جش ) متكلم عاصر ابن همام. </w:t>
      </w:r>
    </w:p>
    <w:p w:rsidR="007849C6" w:rsidRDefault="007849C6" w:rsidP="00186E94">
      <w:pPr>
        <w:pStyle w:val="libNormal"/>
        <w:rPr>
          <w:rtl/>
        </w:rPr>
      </w:pPr>
      <w:r>
        <w:rPr>
          <w:rtl/>
        </w:rPr>
        <w:t xml:space="preserve">1483 ـ محمد بن القاسم بن زكريا المحاربي أبو عبد الله الكوفي يعرف بالسوداني لم ( جش ) ثقة من أصحابنا عمر طويلا. </w:t>
      </w:r>
    </w:p>
    <w:p w:rsidR="007849C6" w:rsidRDefault="007849C6" w:rsidP="00186E94">
      <w:pPr>
        <w:pStyle w:val="libNormal"/>
        <w:rPr>
          <w:rtl/>
        </w:rPr>
      </w:pPr>
      <w:r>
        <w:rPr>
          <w:rtl/>
        </w:rPr>
        <w:t xml:space="preserve">1484 ـ محمد بن القاسم بن فضيل بن يسار النهدي ضا ( جخ ) ثقة هو وأبوه وعمه العلاء وجده الفضيل. </w:t>
      </w:r>
    </w:p>
    <w:p w:rsidR="007849C6" w:rsidRDefault="007849C6" w:rsidP="00186E94">
      <w:pPr>
        <w:pStyle w:val="libNormal"/>
        <w:rPr>
          <w:rtl/>
        </w:rPr>
      </w:pPr>
      <w:r>
        <w:rPr>
          <w:rtl/>
        </w:rPr>
        <w:t xml:space="preserve">1485 ـ محمد بن قيس أبو عبد الله البجلي كوفي قر ، ق ( جش ). </w:t>
      </w:r>
    </w:p>
    <w:p w:rsidR="007849C6" w:rsidRDefault="007849C6" w:rsidP="00186E94">
      <w:pPr>
        <w:pStyle w:val="libNormal"/>
        <w:rPr>
          <w:rtl/>
        </w:rPr>
      </w:pPr>
      <w:r>
        <w:rPr>
          <w:rtl/>
        </w:rPr>
        <w:t xml:space="preserve">1486 ـ محمد بن قيس البجلي كوفي اسند عنه ق ( جخ ، ست ) له مسائل يرويها عنه عاصم بن حميد. </w:t>
      </w:r>
    </w:p>
    <w:p w:rsidR="007849C6" w:rsidRDefault="007849C6" w:rsidP="00186E94">
      <w:pPr>
        <w:pStyle w:val="libNormal"/>
        <w:rPr>
          <w:rtl/>
        </w:rPr>
      </w:pPr>
      <w:r>
        <w:rPr>
          <w:rtl/>
        </w:rPr>
        <w:t xml:space="preserve">1487 ـ محمد بن قيس أبو نصر ، بالنون ، ومنهم من أثبته نصير بالنون والباء ، والاول بخط الشيخ أبي جعفر </w:t>
      </w:r>
      <w:r w:rsidR="006B246D" w:rsidRPr="006B246D">
        <w:rPr>
          <w:rStyle w:val="libAlaemChar"/>
          <w:rFonts w:hint="cs"/>
          <w:rtl/>
        </w:rPr>
        <w:t>رحمه‌الله</w:t>
      </w:r>
      <w:r>
        <w:rPr>
          <w:rtl/>
        </w:rPr>
        <w:t xml:space="preserve"> ، الاسدي أحد بني نصر بن قعين بن الحارث بن ثعلبة بن دودان بن أسد قر ، ق ( جش ) وجه من وجوه العرب بالكوفة وكان خصيصا بعمر بن عبد العزيز ثم يزيد ابن عبدالملك وكان أحدهما أنفذه إلى الروم في فداء المسلمين ( جخ ) ثقة ثقة. </w:t>
      </w:r>
    </w:p>
    <w:p w:rsidR="007849C6" w:rsidRDefault="007849C6" w:rsidP="00186E94">
      <w:pPr>
        <w:pStyle w:val="libNormal"/>
        <w:rPr>
          <w:rtl/>
        </w:rPr>
      </w:pPr>
      <w:r>
        <w:rPr>
          <w:rtl/>
        </w:rPr>
        <w:t xml:space="preserve">1488 ـ محمد بن قيس بن مخرمة الزهري ل ( جخ ). </w:t>
      </w:r>
    </w:p>
    <w:p w:rsidR="007849C6" w:rsidRDefault="007849C6" w:rsidP="00186E94">
      <w:pPr>
        <w:pStyle w:val="libNormal"/>
        <w:rPr>
          <w:rtl/>
        </w:rPr>
      </w:pPr>
      <w:r>
        <w:rPr>
          <w:rtl/>
        </w:rPr>
        <w:t xml:space="preserve">1489 ـ محمد بن قيس الانصاري قر ( ست ) له كتاب. </w:t>
      </w:r>
    </w:p>
    <w:p w:rsidR="007849C6" w:rsidRDefault="007849C6" w:rsidP="00186E94">
      <w:pPr>
        <w:pStyle w:val="libNormal"/>
        <w:rPr>
          <w:rtl/>
        </w:rPr>
      </w:pPr>
      <w:r>
        <w:rPr>
          <w:rtl/>
        </w:rPr>
        <w:t xml:space="preserve">1490 ـ محمد بن مارد التميمي ق ، م ( ست ) عربي صميم ثقة عين ، ختن محمد بن مسلم. </w:t>
      </w:r>
    </w:p>
    <w:p w:rsidR="007849C6" w:rsidRDefault="007849C6" w:rsidP="00186E94">
      <w:pPr>
        <w:pStyle w:val="libNormal"/>
        <w:rPr>
          <w:rtl/>
        </w:rPr>
      </w:pPr>
      <w:r>
        <w:rPr>
          <w:rtl/>
        </w:rPr>
        <w:t xml:space="preserve">1491 ـ محمد بن المثنى بن القاسم أبو القاسم لم ( جش ) كوفي ثقة. </w:t>
      </w:r>
    </w:p>
    <w:p w:rsidR="007849C6" w:rsidRDefault="007849C6" w:rsidP="00186E94">
      <w:pPr>
        <w:pStyle w:val="libNormal"/>
        <w:rPr>
          <w:rtl/>
        </w:rPr>
      </w:pPr>
      <w:r>
        <w:rPr>
          <w:rtl/>
        </w:rPr>
        <w:t xml:space="preserve">1492 ـ محمد بن محمد بن أحمد بن إسحاق بن رباط الكوفي البجلي سكن بغداد وعظمت منزلته بها ، كان ثقة ثقة صحيح العقيدة لم ( جش ). </w:t>
      </w:r>
    </w:p>
    <w:p w:rsidR="007849C6" w:rsidRDefault="007849C6" w:rsidP="00186E94">
      <w:pPr>
        <w:pStyle w:val="libNormal"/>
        <w:rPr>
          <w:rtl/>
        </w:rPr>
      </w:pPr>
      <w:r>
        <w:rPr>
          <w:rtl/>
        </w:rPr>
        <w:t xml:space="preserve">1493 ـ محمد بن محمد بن الاشعث ، بالثاء المثلثة ، أبو علي الكوفي </w:t>
      </w:r>
    </w:p>
    <w:p w:rsidR="007849C6" w:rsidRDefault="007849C6" w:rsidP="00186E94">
      <w:pPr>
        <w:pStyle w:val="libNormal0"/>
        <w:rPr>
          <w:rtl/>
        </w:rPr>
      </w:pPr>
      <w:r>
        <w:rPr>
          <w:rtl/>
        </w:rPr>
        <w:br w:type="page"/>
      </w:r>
      <w:r>
        <w:rPr>
          <w:rtl/>
        </w:rPr>
        <w:lastRenderedPageBreak/>
        <w:t xml:space="preserve">ثقة من أصحابنا سكن مصر. </w:t>
      </w:r>
    </w:p>
    <w:p w:rsidR="007849C6" w:rsidRDefault="007849C6" w:rsidP="00186E94">
      <w:pPr>
        <w:pStyle w:val="libNormal"/>
        <w:rPr>
          <w:rtl/>
        </w:rPr>
      </w:pPr>
      <w:r>
        <w:rPr>
          <w:rtl/>
        </w:rPr>
        <w:t xml:space="preserve">1494 ـ محمد بن محمد بن نصر بن منصور أبو عمرو السكوني لم ( جش ) ثقة فقيه بصري شيخ من أصحابنا في وقته. </w:t>
      </w:r>
    </w:p>
    <w:p w:rsidR="007849C6" w:rsidRDefault="007849C6" w:rsidP="00186E94">
      <w:pPr>
        <w:pStyle w:val="libNormal"/>
        <w:rPr>
          <w:rtl/>
        </w:rPr>
      </w:pPr>
      <w:r>
        <w:rPr>
          <w:rtl/>
        </w:rPr>
        <w:t xml:space="preserve">1495 ـ محمد بن محمد بن النعمان المفيد لم ( جش ) فقيه الطائفة وشيخها غير مدافع ، أبو عبد الله ، يعرف بابن المعلم لم ( ست ، جخ ) شيخ متكلمي الامامية وفقهائها ، انتهت رياستهم إليه في وقته في العلم ، فقيه حسن الخاطر دقيق الفطنة حاضر الجواب ، وحاله أعظم من الثناء عليه ، له قريب من مائتي مصنف مات ، قدس الله روحه ، ليلة الجمعة لثلاث خلون من شهر رمضان سنة ثلاث عشرة وأربعمائة. وكان مولده حادي عشر ذي القعدة من سنة ست وثلاثين وثلاثمائة ، وصلى عليه السيد المرتضى </w:t>
      </w:r>
      <w:r w:rsidR="006B246D" w:rsidRPr="006B246D">
        <w:rPr>
          <w:rStyle w:val="libAlaemChar"/>
          <w:rFonts w:hint="cs"/>
          <w:rtl/>
        </w:rPr>
        <w:t>رحمه‌الله</w:t>
      </w:r>
      <w:r>
        <w:rPr>
          <w:rtl/>
        </w:rPr>
        <w:t xml:space="preserve"> بميدان الاشنان وضاق على الناس مع كبره ، ودفن بداره ونقل إلى المشهد الشريف الكاظمي على مشرفه السلام ودفن قريبا من رجلي الجواد </w:t>
      </w:r>
      <w:r w:rsidR="0006364F" w:rsidRPr="0006364F">
        <w:rPr>
          <w:rStyle w:val="libAlaemChar"/>
          <w:rFonts w:hint="cs"/>
          <w:rtl/>
        </w:rPr>
        <w:t>عليه‌السلام</w:t>
      </w:r>
      <w:r>
        <w:rPr>
          <w:rtl/>
        </w:rPr>
        <w:t xml:space="preserve"> إلى جانب شيخه أبي القاسم جعفر بن محمد ابن قولويه. </w:t>
      </w:r>
    </w:p>
    <w:p w:rsidR="007849C6" w:rsidRDefault="007849C6" w:rsidP="00186E94">
      <w:pPr>
        <w:pStyle w:val="libNormal"/>
        <w:rPr>
          <w:rtl/>
        </w:rPr>
      </w:pPr>
      <w:r>
        <w:rPr>
          <w:rtl/>
        </w:rPr>
        <w:t xml:space="preserve">1496 ـ محمد بن مرارة بالراءين المهملتين ابن حكيم ، بفتح الحاء الساباطي الازدي لم ثقة ، روى أبوه عن ق ، م </w:t>
      </w:r>
      <w:r w:rsidRPr="00186E94">
        <w:rPr>
          <w:rStyle w:val="libFootnotenumChar"/>
          <w:rtl/>
        </w:rPr>
        <w:t>(1)</w:t>
      </w:r>
      <w:r>
        <w:rPr>
          <w:rtl/>
        </w:rPr>
        <w:t xml:space="preserve">. </w:t>
      </w:r>
    </w:p>
    <w:p w:rsidR="007849C6" w:rsidRDefault="007849C6" w:rsidP="00186E94">
      <w:pPr>
        <w:pStyle w:val="libNormal"/>
        <w:rPr>
          <w:rtl/>
        </w:rPr>
      </w:pPr>
      <w:r>
        <w:rPr>
          <w:rtl/>
        </w:rPr>
        <w:t xml:space="preserve">1497 ـ محمد بن مروان أبو عيسى الوراق لم ( جش ) له كتاب. </w:t>
      </w:r>
    </w:p>
    <w:p w:rsidR="007849C6" w:rsidRDefault="007849C6" w:rsidP="00186E94">
      <w:pPr>
        <w:pStyle w:val="libNormal"/>
        <w:rPr>
          <w:rtl/>
        </w:rPr>
      </w:pPr>
      <w:r>
        <w:rPr>
          <w:rtl/>
        </w:rPr>
        <w:t xml:space="preserve">1498 ـ محمد بن مروان الجلاب دى ( جخ ) ثقة. </w:t>
      </w:r>
    </w:p>
    <w:p w:rsidR="007849C6" w:rsidRDefault="007849C6" w:rsidP="00186E94">
      <w:pPr>
        <w:pStyle w:val="libNormal"/>
        <w:rPr>
          <w:rtl/>
        </w:rPr>
      </w:pPr>
      <w:r>
        <w:rPr>
          <w:rtl/>
        </w:rPr>
        <w:t xml:space="preserve">1499 ـ محمد بن مروان الحناط ، بالحاء المهملة والنون ، المدني لم ( جش ) ثقة قليل الحديث. </w:t>
      </w:r>
    </w:p>
    <w:p w:rsidR="007849C6" w:rsidRDefault="007849C6" w:rsidP="00186E94">
      <w:pPr>
        <w:pStyle w:val="libNormal"/>
        <w:rPr>
          <w:rtl/>
        </w:rPr>
      </w:pPr>
      <w:r>
        <w:rPr>
          <w:rtl/>
        </w:rPr>
        <w:t xml:space="preserve">1500 ـ محمد بن مروان الشعيري ق ، قر ( كش ) ممدوح.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سمى والد محمد هنا ( مرارة ) وضبطه ، وترجم لوالده فيما يأتي مرازم كما هو المتفق عليه في المعاجم الرجالية ولم يبد الخلاف في اسمه وإنما في اسم أبيه وهو الحكم أو الحكيم ، وبعد ذلك من سهو صاحب الكتاب ، فلاحظ. </w:t>
      </w:r>
    </w:p>
    <w:p w:rsidR="007849C6" w:rsidRDefault="007849C6" w:rsidP="00186E94">
      <w:pPr>
        <w:pStyle w:val="libNormal"/>
        <w:rPr>
          <w:rtl/>
        </w:rPr>
      </w:pPr>
      <w:r>
        <w:rPr>
          <w:rtl/>
        </w:rPr>
        <w:br w:type="page"/>
      </w:r>
      <w:r>
        <w:rPr>
          <w:rtl/>
        </w:rPr>
        <w:lastRenderedPageBreak/>
        <w:t xml:space="preserve">1501 ـ محمد بن مسعود الطائي ق ، م كوفي عربي صميم ثقة. </w:t>
      </w:r>
    </w:p>
    <w:p w:rsidR="007849C6" w:rsidRDefault="007849C6" w:rsidP="00186E94">
      <w:pPr>
        <w:pStyle w:val="libNormal"/>
        <w:rPr>
          <w:rtl/>
        </w:rPr>
      </w:pPr>
      <w:r>
        <w:rPr>
          <w:rtl/>
        </w:rPr>
        <w:t xml:space="preserve">1502 ـ محمد بن مسعود بن محمد بن عياش ، بالياء المثناة تحت والشين المعجمة السلمي السمرقندي أبو النضر ، بالضاد المعجمة المعروف بالعياشي لم ( جخ ، جش ) ثقة صدوق غير أنه يروي عن الضعفاء ، كان عاميا فاستبصر ، قيل : إنه أنفق في العلم تركة أبيه وهي ثلاثمائة ألف دينار وكانت داره كالمدرسة للمشتغلين ، صنف أكثر من مائتي كتاب. </w:t>
      </w:r>
    </w:p>
    <w:p w:rsidR="007849C6" w:rsidRDefault="007849C6" w:rsidP="00186E94">
      <w:pPr>
        <w:pStyle w:val="libNormal"/>
        <w:rPr>
          <w:rtl/>
        </w:rPr>
      </w:pPr>
      <w:r>
        <w:rPr>
          <w:rtl/>
        </w:rPr>
        <w:t xml:space="preserve">1503 ـ محمد بن مسلمة ، بفتح الميم ، ثقة روى عنه الطاطري علي ابن الحسين وغيره. </w:t>
      </w:r>
    </w:p>
    <w:p w:rsidR="007849C6" w:rsidRDefault="007849C6" w:rsidP="00186E94">
      <w:pPr>
        <w:pStyle w:val="libNormal"/>
        <w:rPr>
          <w:rtl/>
        </w:rPr>
      </w:pPr>
      <w:r>
        <w:rPr>
          <w:rtl/>
        </w:rPr>
        <w:t xml:space="preserve">1504 ـ محمد بن مسلم بن رياح ، بالياء المثناة تحت ، الثقفي مولاهم أبا جعفر الطحان الاعورق ، م ( جخ ) من أروى الناس عنه العلاء ابن رزين ، انتقل إلى الكوفة ، والعامة تروي عنه ( كش ) إن الصادق </w:t>
      </w:r>
      <w:r w:rsidR="0006364F" w:rsidRPr="0006364F">
        <w:rPr>
          <w:rStyle w:val="libAlaemChar"/>
          <w:rFonts w:hint="cs"/>
          <w:rtl/>
        </w:rPr>
        <w:t>عليه‌السلام</w:t>
      </w:r>
      <w:r>
        <w:rPr>
          <w:rtl/>
        </w:rPr>
        <w:t xml:space="preserve"> قال لعبدالله بن أبي يعفور : « ما يمنعك من محمد بن مسلم فانه قد سمع من أبي وكان عنده وجيها » صحب قر ، ق وروى عنهما وكان من أوثق الناس. </w:t>
      </w:r>
    </w:p>
    <w:p w:rsidR="007849C6" w:rsidRDefault="007849C6" w:rsidP="00186E94">
      <w:pPr>
        <w:pStyle w:val="libNormal"/>
        <w:rPr>
          <w:rtl/>
        </w:rPr>
      </w:pPr>
      <w:r>
        <w:rPr>
          <w:rtl/>
        </w:rPr>
        <w:t xml:space="preserve">1505 ـ محمد بن مسلم الحميري ، مولاهم كوفي ق ( جخ ). </w:t>
      </w:r>
    </w:p>
    <w:p w:rsidR="007849C6" w:rsidRDefault="007849C6" w:rsidP="00186E94">
      <w:pPr>
        <w:pStyle w:val="libNormal"/>
        <w:rPr>
          <w:rtl/>
        </w:rPr>
      </w:pPr>
      <w:r>
        <w:rPr>
          <w:rtl/>
        </w:rPr>
        <w:t xml:space="preserve">1506 ـ محمد بن مسلم الزهري ق ( جخ ) تابعي مهمل. </w:t>
      </w:r>
    </w:p>
    <w:p w:rsidR="007849C6" w:rsidRDefault="007849C6" w:rsidP="00186E94">
      <w:pPr>
        <w:pStyle w:val="libNormal"/>
        <w:rPr>
          <w:rtl/>
        </w:rPr>
      </w:pPr>
      <w:r>
        <w:rPr>
          <w:rtl/>
        </w:rPr>
        <w:t xml:space="preserve">1507 ـ محمد بن مسلم العبدي كوفي ق ( جخ ). </w:t>
      </w:r>
    </w:p>
    <w:p w:rsidR="007849C6" w:rsidRDefault="007849C6" w:rsidP="00186E94">
      <w:pPr>
        <w:pStyle w:val="libNormal"/>
        <w:rPr>
          <w:rtl/>
        </w:rPr>
      </w:pPr>
      <w:r>
        <w:rPr>
          <w:rtl/>
        </w:rPr>
        <w:t xml:space="preserve">1508 ـ محمد بن مسلم بن هرمز الطائفي ق ( جخ ). </w:t>
      </w:r>
    </w:p>
    <w:p w:rsidR="007849C6" w:rsidRDefault="007849C6" w:rsidP="00186E94">
      <w:pPr>
        <w:pStyle w:val="libNormal"/>
        <w:rPr>
          <w:rtl/>
        </w:rPr>
      </w:pPr>
      <w:r>
        <w:rPr>
          <w:rtl/>
        </w:rPr>
        <w:t xml:space="preserve">1509 ـ محمد بن مصبح بن صباح لم ( جش ) كوفي ثقة. </w:t>
      </w:r>
    </w:p>
    <w:p w:rsidR="007849C6" w:rsidRDefault="007849C6" w:rsidP="00186E94">
      <w:pPr>
        <w:pStyle w:val="libNormal"/>
        <w:rPr>
          <w:rtl/>
        </w:rPr>
      </w:pPr>
      <w:r>
        <w:rPr>
          <w:rtl/>
        </w:rPr>
        <w:t xml:space="preserve">1510 ـ محمد بن معروف الخزاز الهلالي ق ( جش ) عمرولقيه ( ع ) وروى عنه أحاديث رواها عبدالله بن محمد بن خالد الطيالسي عنه. </w:t>
      </w:r>
    </w:p>
    <w:p w:rsidR="007849C6" w:rsidRDefault="007849C6" w:rsidP="00186E94">
      <w:pPr>
        <w:pStyle w:val="libNormal"/>
        <w:rPr>
          <w:rtl/>
        </w:rPr>
      </w:pPr>
      <w:r>
        <w:rPr>
          <w:rtl/>
        </w:rPr>
        <w:t xml:space="preserve">1511 ـ محمد بن مفضل بن إبراهيم بن قيس بن رمانة الاشعري لم ( جش ) عربي يكنى أبا جعفر ثقة كوفي. </w:t>
      </w:r>
    </w:p>
    <w:p w:rsidR="007849C6" w:rsidRDefault="007849C6" w:rsidP="00186E94">
      <w:pPr>
        <w:pStyle w:val="libNormal"/>
        <w:rPr>
          <w:rtl/>
        </w:rPr>
      </w:pPr>
      <w:r>
        <w:rPr>
          <w:rtl/>
        </w:rPr>
        <w:br w:type="page"/>
      </w:r>
      <w:r>
        <w:rPr>
          <w:rtl/>
        </w:rPr>
        <w:lastRenderedPageBreak/>
        <w:t xml:space="preserve">1512 ـ محمد بن منصور بن يونس بزرج ، بضم الزاي وبعدها راء ساكنة وجيم لم ( جش ) كوفي ثقة. </w:t>
      </w:r>
    </w:p>
    <w:p w:rsidR="007849C6" w:rsidRDefault="007849C6" w:rsidP="00186E94">
      <w:pPr>
        <w:pStyle w:val="libNormal"/>
        <w:rPr>
          <w:rtl/>
        </w:rPr>
      </w:pPr>
      <w:r>
        <w:rPr>
          <w:rtl/>
        </w:rPr>
        <w:t xml:space="preserve">1513 ـ محمد بن موسى المتوكل ثقة. </w:t>
      </w:r>
    </w:p>
    <w:p w:rsidR="007849C6" w:rsidRDefault="007849C6" w:rsidP="00186E94">
      <w:pPr>
        <w:pStyle w:val="libNormal"/>
        <w:rPr>
          <w:rtl/>
        </w:rPr>
      </w:pPr>
      <w:r>
        <w:rPr>
          <w:rtl/>
        </w:rPr>
        <w:t xml:space="preserve">1514 ـ محمد بن موسى أبو جعفر لقبه خورا ، بضم الخاء المعجمة والراء لم ( جش ) كوفي ثقة. </w:t>
      </w:r>
    </w:p>
    <w:p w:rsidR="007849C6" w:rsidRDefault="007849C6" w:rsidP="00186E94">
      <w:pPr>
        <w:pStyle w:val="libNormal"/>
        <w:rPr>
          <w:rtl/>
        </w:rPr>
      </w:pPr>
      <w:r>
        <w:rPr>
          <w:rtl/>
        </w:rPr>
        <w:t xml:space="preserve">1515 ـ محمد بن مهاجر بن عبيد الازدي ثقة. </w:t>
      </w:r>
    </w:p>
    <w:p w:rsidR="007849C6" w:rsidRDefault="007849C6" w:rsidP="00186E94">
      <w:pPr>
        <w:pStyle w:val="libNormal"/>
        <w:rPr>
          <w:rtl/>
        </w:rPr>
      </w:pPr>
      <w:r>
        <w:rPr>
          <w:rtl/>
        </w:rPr>
        <w:t xml:space="preserve">1516 ـ محمد بن ميسر ، بالياء المثناة تحت والسين المهملة ، بن عبد العزيز النخعي بياع الزطي ق ( جش ) كوفي ثقة وروى أبوه عن قر ، ق. </w:t>
      </w:r>
    </w:p>
    <w:p w:rsidR="007849C6" w:rsidRDefault="007849C6" w:rsidP="00186E94">
      <w:pPr>
        <w:pStyle w:val="libNormal"/>
        <w:rPr>
          <w:rtl/>
        </w:rPr>
      </w:pPr>
      <w:r>
        <w:rPr>
          <w:rtl/>
        </w:rPr>
        <w:t xml:space="preserve">1517 ـ محمد بن نافع كوفي لم ( جش ) ثقة قليل الحديث. </w:t>
      </w:r>
    </w:p>
    <w:p w:rsidR="007849C6" w:rsidRDefault="007849C6" w:rsidP="00186E94">
      <w:pPr>
        <w:pStyle w:val="libNormal"/>
        <w:rPr>
          <w:rtl/>
        </w:rPr>
      </w:pPr>
      <w:r>
        <w:rPr>
          <w:rtl/>
        </w:rPr>
        <w:t xml:space="preserve">1518 ـ محمد بن نصير بضم النون والصاد المهملة المفتوحة ، من أهل كش لم ( جخ ) ثقة جليل القدر كثير العلم. </w:t>
      </w:r>
    </w:p>
    <w:p w:rsidR="007849C6" w:rsidRDefault="007849C6" w:rsidP="00186E94">
      <w:pPr>
        <w:pStyle w:val="libNormal"/>
        <w:rPr>
          <w:rtl/>
        </w:rPr>
      </w:pPr>
      <w:r>
        <w:rPr>
          <w:rtl/>
        </w:rPr>
        <w:t xml:space="preserve">1519 ـ محمد بن نعيم الخياط ، بالخاء المعجمة والياء المثناة تحت لم ( جخ ) أمي إلا أنه كان حافظا. </w:t>
      </w:r>
    </w:p>
    <w:p w:rsidR="007849C6" w:rsidRDefault="007849C6" w:rsidP="00186E94">
      <w:pPr>
        <w:pStyle w:val="libNormal"/>
        <w:rPr>
          <w:rtl/>
        </w:rPr>
      </w:pPr>
      <w:r>
        <w:rPr>
          <w:rtl/>
        </w:rPr>
        <w:t xml:space="preserve">1520 ـ محمد بن وهبان بن محمد أبو عبد الله الدبيلي ، بالدال المهملة المضمومة والباء المفردة المفتوحة والياء المثناة تحت ، ساكن البصرة لم ( جش ) ثقة من أصحابنا واضح الرواية قليل التخليط. </w:t>
      </w:r>
    </w:p>
    <w:p w:rsidR="007849C6" w:rsidRDefault="007849C6" w:rsidP="00186E94">
      <w:pPr>
        <w:pStyle w:val="libNormal"/>
        <w:rPr>
          <w:rtl/>
        </w:rPr>
      </w:pPr>
      <w:r>
        <w:rPr>
          <w:rtl/>
        </w:rPr>
        <w:t xml:space="preserve">1521 ـ محمد بن هارون أبو عيسى الوراق لم ( جش ) كذا. </w:t>
      </w:r>
    </w:p>
    <w:p w:rsidR="007849C6" w:rsidRDefault="007849C6" w:rsidP="00186E94">
      <w:pPr>
        <w:pStyle w:val="libNormal"/>
        <w:rPr>
          <w:rtl/>
        </w:rPr>
      </w:pPr>
      <w:r>
        <w:rPr>
          <w:rtl/>
        </w:rPr>
        <w:t xml:space="preserve">1522 ـ محمد بن هشام الخثعمي لم ( جش ) روى عن كرام وعلاء ابن رزين وغيرهما. </w:t>
      </w:r>
    </w:p>
    <w:p w:rsidR="007849C6" w:rsidRDefault="007849C6" w:rsidP="00186E94">
      <w:pPr>
        <w:pStyle w:val="libNormal"/>
        <w:rPr>
          <w:rtl/>
        </w:rPr>
      </w:pPr>
      <w:r>
        <w:rPr>
          <w:rtl/>
        </w:rPr>
        <w:t xml:space="preserve">1523 ـ محمد بن همام البغدادي لم ( جخ ) ثقة ، جليل القدر وهمام يكنى أبا بكر ، ومحمد يكنى أبا علي البغدادي الكاتب الاسكافي. قال أبو علي : كتب أبي إلى أبي محمد الحسن العسكري </w:t>
      </w:r>
      <w:r w:rsidR="0006364F" w:rsidRPr="0006364F">
        <w:rPr>
          <w:rStyle w:val="libAlaemChar"/>
          <w:rFonts w:hint="cs"/>
          <w:rtl/>
        </w:rPr>
        <w:t>عليه‌السلام</w:t>
      </w:r>
      <w:r>
        <w:rPr>
          <w:rtl/>
        </w:rPr>
        <w:t xml:space="preserve"> يعرفه أنه ماصح له حمل بولد ، ويعرفه أن له حملا ويسأله الدعاء بصحته </w:t>
      </w:r>
    </w:p>
    <w:p w:rsidR="007849C6" w:rsidRDefault="007849C6" w:rsidP="00186E94">
      <w:pPr>
        <w:pStyle w:val="libNormal0"/>
        <w:rPr>
          <w:rtl/>
        </w:rPr>
      </w:pPr>
      <w:r>
        <w:rPr>
          <w:rtl/>
        </w:rPr>
        <w:br w:type="page"/>
      </w:r>
      <w:r>
        <w:rPr>
          <w:rtl/>
        </w:rPr>
        <w:lastRenderedPageBreak/>
        <w:t xml:space="preserve">وسلامته ، وأن يجعله ذكرا نجيبا من مواليهم ، فوقع </w:t>
      </w:r>
      <w:r w:rsidR="0006364F" w:rsidRPr="0006364F">
        <w:rPr>
          <w:rStyle w:val="libAlaemChar"/>
          <w:rFonts w:hint="cs"/>
          <w:rtl/>
        </w:rPr>
        <w:t>عليه‌السلام</w:t>
      </w:r>
      <w:r>
        <w:rPr>
          <w:rtl/>
        </w:rPr>
        <w:t xml:space="preserve"> على رأسها بخط يده : « قد وقع ذلك » فصح الحمل ذكرا. قال هارون بن موسى : رأيت الرقعة والخط وكان محققا ومات أبو علي حادي عشر جمادي الآخرة من سنة ست وثلاثين وثلاثمائة وكان مولده سادس ذي الحجة سنة ثمان وخمسين ومائتين. </w:t>
      </w:r>
    </w:p>
    <w:p w:rsidR="007849C6" w:rsidRDefault="007849C6" w:rsidP="00186E94">
      <w:pPr>
        <w:pStyle w:val="libNormal"/>
        <w:rPr>
          <w:rtl/>
        </w:rPr>
      </w:pPr>
      <w:r>
        <w:rPr>
          <w:rtl/>
        </w:rPr>
        <w:t xml:space="preserve">1524 ـ محمد بن همام التميمي الحنظلي ق ( جخ ). </w:t>
      </w:r>
    </w:p>
    <w:p w:rsidR="007849C6" w:rsidRDefault="007849C6" w:rsidP="00186E94">
      <w:pPr>
        <w:pStyle w:val="libNormal"/>
        <w:rPr>
          <w:rtl/>
        </w:rPr>
      </w:pPr>
      <w:r>
        <w:rPr>
          <w:rtl/>
        </w:rPr>
        <w:t xml:space="preserve">1525 ـ محمد بن همام العبدي أبو شهاب ق ( جخ ). </w:t>
      </w:r>
    </w:p>
    <w:p w:rsidR="007849C6" w:rsidRDefault="007849C6" w:rsidP="00186E94">
      <w:pPr>
        <w:pStyle w:val="libNormal"/>
        <w:rPr>
          <w:rtl/>
        </w:rPr>
      </w:pPr>
      <w:r>
        <w:rPr>
          <w:rtl/>
        </w:rPr>
        <w:t xml:space="preserve">1526 ـ محمد بن الهيثم بن عروة التميمي كوفي ثقة لم ( جش ) روى أبوه عن أبي عبدالله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1527 ـ محمد بن الهيثم العجلي ثقة. </w:t>
      </w:r>
    </w:p>
    <w:p w:rsidR="007849C6" w:rsidRDefault="007849C6" w:rsidP="00186E94">
      <w:pPr>
        <w:pStyle w:val="libNormal"/>
        <w:rPr>
          <w:rtl/>
        </w:rPr>
      </w:pPr>
      <w:r>
        <w:rPr>
          <w:rtl/>
        </w:rPr>
        <w:t xml:space="preserve">1528 ـ محمد بن يحيى أبو الحسن الفارسي لم ( جخ ) روى عن خلق كثير وطاف الدنيا وجمع كثيرا من الاخبار. </w:t>
      </w:r>
    </w:p>
    <w:p w:rsidR="007849C6" w:rsidRDefault="007849C6" w:rsidP="00186E94">
      <w:pPr>
        <w:pStyle w:val="libNormal"/>
        <w:rPr>
          <w:rtl/>
        </w:rPr>
      </w:pPr>
      <w:r>
        <w:rPr>
          <w:rtl/>
        </w:rPr>
        <w:t xml:space="preserve">1529 ـ محمد بن يحيى الخثعمي ق ( جخ ) مهمل. </w:t>
      </w:r>
    </w:p>
    <w:p w:rsidR="007849C6" w:rsidRDefault="007849C6" w:rsidP="00186E94">
      <w:pPr>
        <w:pStyle w:val="libNormal"/>
        <w:rPr>
          <w:rtl/>
        </w:rPr>
      </w:pPr>
      <w:r>
        <w:rPr>
          <w:rtl/>
        </w:rPr>
        <w:t xml:space="preserve">1530 ـ محمد بن يحيى الخزاز ، بالمعجمات لم ( جش ) كوفي ثقة عين ، روى عن أصحاب أبي عبدالله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1531 ـ محمد بن يحيى بن سليمان الخثعمي أخو مغلس ق ( جش ) كوفي ثقة. </w:t>
      </w:r>
    </w:p>
    <w:p w:rsidR="007849C6" w:rsidRDefault="007849C6" w:rsidP="00186E94">
      <w:pPr>
        <w:pStyle w:val="libNormal"/>
        <w:rPr>
          <w:rtl/>
        </w:rPr>
      </w:pPr>
      <w:r>
        <w:rPr>
          <w:rtl/>
        </w:rPr>
        <w:t xml:space="preserve">1532 ـ محمد بن يحيى بن عبدالله بن الحسن بن الحسن بن علي ابن أبي طالب ( ع ) ق ( جخ ). </w:t>
      </w:r>
    </w:p>
    <w:p w:rsidR="007849C6" w:rsidRDefault="007849C6" w:rsidP="00186E94">
      <w:pPr>
        <w:pStyle w:val="libNormal"/>
        <w:rPr>
          <w:rtl/>
        </w:rPr>
      </w:pPr>
      <w:r>
        <w:rPr>
          <w:rtl/>
        </w:rPr>
        <w:t xml:space="preserve">1533 ـ محمد بن يحيى أبو جعفر العطار لم ( جخ ) روى عنه الكليني وهو ( قمى ) كثير الرواية ثقة. </w:t>
      </w:r>
    </w:p>
    <w:p w:rsidR="007849C6" w:rsidRDefault="007849C6" w:rsidP="00186E94">
      <w:pPr>
        <w:pStyle w:val="libNormal"/>
        <w:rPr>
          <w:rtl/>
        </w:rPr>
      </w:pPr>
      <w:r>
        <w:rPr>
          <w:rtl/>
        </w:rPr>
        <w:t xml:space="preserve">1534 ـ محمد بن يحيى القرشي ق ( جخ ). </w:t>
      </w:r>
    </w:p>
    <w:p w:rsidR="007849C6" w:rsidRDefault="007849C6" w:rsidP="00186E94">
      <w:pPr>
        <w:pStyle w:val="libNormal"/>
        <w:rPr>
          <w:rtl/>
        </w:rPr>
      </w:pPr>
      <w:r>
        <w:rPr>
          <w:rtl/>
        </w:rPr>
        <w:t xml:space="preserve">1535 ـ محمد بن يحيى بن كحلان الليثي المدني ق ( جخ ) مهمل. </w:t>
      </w:r>
    </w:p>
    <w:p w:rsidR="007849C6" w:rsidRDefault="007849C6" w:rsidP="00186E94">
      <w:pPr>
        <w:pStyle w:val="libNormal"/>
        <w:rPr>
          <w:rtl/>
        </w:rPr>
      </w:pPr>
      <w:r>
        <w:rPr>
          <w:rtl/>
        </w:rPr>
        <w:t xml:space="preserve">1536 ـ محمد بن يحيى المغيثي لم ( جش ) كوفي ذكره ابن سعد </w:t>
      </w:r>
    </w:p>
    <w:p w:rsidR="007849C6" w:rsidRDefault="007849C6" w:rsidP="00186E94">
      <w:pPr>
        <w:pStyle w:val="libNormal0"/>
        <w:rPr>
          <w:rtl/>
        </w:rPr>
      </w:pPr>
      <w:r>
        <w:rPr>
          <w:rtl/>
        </w:rPr>
        <w:br w:type="page"/>
      </w:r>
      <w:r>
        <w:rPr>
          <w:rtl/>
        </w:rPr>
        <w:lastRenderedPageBreak/>
        <w:t xml:space="preserve">في « طبقات الشيعة ». </w:t>
      </w:r>
    </w:p>
    <w:p w:rsidR="007849C6" w:rsidRDefault="007849C6" w:rsidP="00186E94">
      <w:pPr>
        <w:pStyle w:val="libNormal"/>
        <w:rPr>
          <w:rtl/>
        </w:rPr>
      </w:pPr>
      <w:r>
        <w:rPr>
          <w:rtl/>
        </w:rPr>
        <w:t xml:space="preserve">1537 ـ محمد بن يزداد ، بالياء المثناة تحت والزاي والذال المعجمة الزاري كر ( كش ) قال ابن مسعود : لا بأس به. </w:t>
      </w:r>
    </w:p>
    <w:p w:rsidR="007849C6" w:rsidRDefault="007849C6" w:rsidP="00186E94">
      <w:pPr>
        <w:pStyle w:val="libNormal"/>
        <w:rPr>
          <w:rtl/>
        </w:rPr>
      </w:pPr>
      <w:r>
        <w:rPr>
          <w:rtl/>
        </w:rPr>
        <w:t xml:space="preserve">1538 ـ محمد بن يعقوب بن إسحاق أبو جعفر الكليني ، بالياء المثناة تحت والنون لم ( جش ، جخ ، ست ) شيخ من أصحابنا في وقته ووجههم ، كان أوثق الناس في الحديث وأثبتهم ، صاحب « الكافي » صنفه في عشرين سنة ( جخ ) توفي ببغداد في سنة ثمان وعشرين وثلاثمائة ( جش ) سنة تسع وعشرين ، سنة تناثر النجوم ودفن بباب الكوفة بمقبرتها ( عب ) : دفن في صراط </w:t>
      </w:r>
      <w:r w:rsidRPr="00186E94">
        <w:rPr>
          <w:rStyle w:val="libFootnotenumChar"/>
          <w:rtl/>
        </w:rPr>
        <w:t>(1)</w:t>
      </w:r>
      <w:r>
        <w:rPr>
          <w:rtl/>
        </w:rPr>
        <w:t xml:space="preserve"> الطائي. </w:t>
      </w:r>
    </w:p>
    <w:p w:rsidR="007849C6" w:rsidRDefault="007849C6" w:rsidP="00186E94">
      <w:pPr>
        <w:pStyle w:val="libNormal"/>
        <w:rPr>
          <w:rtl/>
        </w:rPr>
      </w:pPr>
      <w:r>
        <w:rPr>
          <w:rtl/>
        </w:rPr>
        <w:t xml:space="preserve">1539 ـ محمد بن يوسف الصنعاني ، بالصاد المهملة والنونين المكتنفين للعين المهملة ق ( جش ) ثقة عين. </w:t>
      </w:r>
    </w:p>
    <w:p w:rsidR="007849C6" w:rsidRDefault="007849C6" w:rsidP="00186E94">
      <w:pPr>
        <w:pStyle w:val="libNormal"/>
        <w:rPr>
          <w:rtl/>
        </w:rPr>
      </w:pPr>
      <w:r>
        <w:rPr>
          <w:rtl/>
        </w:rPr>
        <w:t xml:space="preserve">1540 ـ محمد بن يوسف بن يعقوب الجعفري ، الدين الزاهد ، من أصحاب العياشي لم ( جخ ). </w:t>
      </w:r>
    </w:p>
    <w:p w:rsidR="007849C6" w:rsidRDefault="007849C6" w:rsidP="00186E94">
      <w:pPr>
        <w:pStyle w:val="libNormal"/>
        <w:rPr>
          <w:rtl/>
        </w:rPr>
      </w:pPr>
      <w:r>
        <w:rPr>
          <w:rtl/>
        </w:rPr>
        <w:t xml:space="preserve">1541 ـ محمد بن يونس م ( جخ ) ثقة. </w:t>
      </w:r>
    </w:p>
    <w:p w:rsidR="007849C6" w:rsidRDefault="007849C6" w:rsidP="00186E94">
      <w:pPr>
        <w:pStyle w:val="libNormal"/>
        <w:rPr>
          <w:rtl/>
        </w:rPr>
      </w:pPr>
      <w:r>
        <w:rPr>
          <w:rtl/>
        </w:rPr>
        <w:t xml:space="preserve">1542 ـ المختار بن زياد العبدي د ( جخ ) بصري ثقة. </w:t>
      </w:r>
    </w:p>
    <w:p w:rsidR="007849C6" w:rsidRDefault="007849C6" w:rsidP="00186E94">
      <w:pPr>
        <w:pStyle w:val="libNormal"/>
        <w:rPr>
          <w:rtl/>
        </w:rPr>
      </w:pPr>
      <w:r>
        <w:rPr>
          <w:rtl/>
        </w:rPr>
        <w:t xml:space="preserve">1543 ـ مخنف بن سليم الازدي ى ( جخ ) من خواصه عربي كوفي. </w:t>
      </w:r>
    </w:p>
    <w:p w:rsidR="007849C6" w:rsidRDefault="007849C6" w:rsidP="00186E94">
      <w:pPr>
        <w:pStyle w:val="libNormal"/>
        <w:rPr>
          <w:rtl/>
        </w:rPr>
      </w:pPr>
      <w:r>
        <w:rPr>
          <w:rtl/>
        </w:rPr>
        <w:t xml:space="preserve">1544 ـ مرازم بن الحكم الازدي ، وفي نسخة بن حكيم ، بفتح الحاء المهملة وكلاهما ( جخ ) يذكر في ق : بن حكيم ، وفي رجال م : بن الحكم ( جخ ، ست ، ق ، م ) ثقة ( جش ) : مرازم بن حكيم الازدي المدائني مولى ثقة ق ، م ومات في أيام ضا وهو أحمد من بلي باستدعاء الرشيد هو وأخوه ، أحضرهما مع عبدالحميد بن عواض فقتله وسلما. </w:t>
      </w:r>
    </w:p>
    <w:p w:rsidR="007849C6" w:rsidRDefault="007849C6" w:rsidP="00186E94">
      <w:pPr>
        <w:pStyle w:val="libNormal"/>
        <w:rPr>
          <w:rtl/>
        </w:rPr>
      </w:pPr>
      <w:r>
        <w:rPr>
          <w:rtl/>
        </w:rPr>
        <w:t xml:space="preserve">1545 ـ مرزبان بن عمران بن عبدالله بن سعد الاشعري القمي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صراة ( خ ل ). </w:t>
      </w:r>
    </w:p>
    <w:p w:rsidR="007849C6" w:rsidRDefault="007849C6" w:rsidP="00186E94">
      <w:pPr>
        <w:pStyle w:val="libNormal0"/>
        <w:rPr>
          <w:rtl/>
        </w:rPr>
      </w:pPr>
      <w:r>
        <w:rPr>
          <w:rtl/>
        </w:rPr>
        <w:br w:type="page"/>
      </w:r>
      <w:r>
        <w:rPr>
          <w:rtl/>
        </w:rPr>
        <w:lastRenderedPageBreak/>
        <w:t xml:space="preserve">ضا ( كش ) قال له الرضا </w:t>
      </w:r>
      <w:r w:rsidR="0006364F" w:rsidRPr="0006364F">
        <w:rPr>
          <w:rStyle w:val="libAlaemChar"/>
          <w:rFonts w:hint="cs"/>
          <w:rtl/>
        </w:rPr>
        <w:t>عليه‌السلام</w:t>
      </w:r>
      <w:r>
        <w:rPr>
          <w:rtl/>
        </w:rPr>
        <w:t xml:space="preserve"> ! « اسمك مكتوب عندنا ». </w:t>
      </w:r>
    </w:p>
    <w:p w:rsidR="007849C6" w:rsidRDefault="007849C6" w:rsidP="00186E94">
      <w:pPr>
        <w:pStyle w:val="libNormal"/>
        <w:rPr>
          <w:rtl/>
        </w:rPr>
      </w:pPr>
      <w:r>
        <w:rPr>
          <w:rtl/>
        </w:rPr>
        <w:t xml:space="preserve">1546 ـ مروان بن قيس الدينوردي القرشي لم ( جش ) له كتاب. </w:t>
      </w:r>
    </w:p>
    <w:p w:rsidR="007849C6" w:rsidRDefault="007849C6" w:rsidP="00186E94">
      <w:pPr>
        <w:pStyle w:val="libNormal"/>
        <w:rPr>
          <w:rtl/>
        </w:rPr>
      </w:pPr>
      <w:r>
        <w:rPr>
          <w:rtl/>
        </w:rPr>
        <w:t xml:space="preserve">1547 ـ مروان بن مسلم كوفي لم ( جش ) ثقة. </w:t>
      </w:r>
    </w:p>
    <w:p w:rsidR="007849C6" w:rsidRDefault="007849C6" w:rsidP="00186E94">
      <w:pPr>
        <w:pStyle w:val="libNormal"/>
        <w:rPr>
          <w:rtl/>
        </w:rPr>
      </w:pPr>
      <w:r>
        <w:rPr>
          <w:rtl/>
        </w:rPr>
        <w:t xml:space="preserve">1548 ـ مروك ، بفتح الميم وسكون الراء وفتح الواو والكاف ، ابن عبيد بن سالم بن أبي حفصة مولى بني عجل ، وقال بعض أصحابنا : إنه مولى عمار بن المبارك العجلي ، واسمه صالح واسم أبي حفصة زياد د ( جخ ، كش ) ثقة صدوق. </w:t>
      </w:r>
    </w:p>
    <w:p w:rsidR="007849C6" w:rsidRDefault="007849C6" w:rsidP="00186E94">
      <w:pPr>
        <w:pStyle w:val="libNormal"/>
        <w:rPr>
          <w:rtl/>
        </w:rPr>
      </w:pPr>
      <w:r>
        <w:rPr>
          <w:rtl/>
        </w:rPr>
        <w:t xml:space="preserve">1549 ـ مسافر مولى أبي الحسن م ( كش ) ممدوح. </w:t>
      </w:r>
    </w:p>
    <w:p w:rsidR="007849C6" w:rsidRDefault="007849C6" w:rsidP="00186E94">
      <w:pPr>
        <w:pStyle w:val="libNormal"/>
        <w:rPr>
          <w:rtl/>
        </w:rPr>
      </w:pPr>
      <w:r>
        <w:rPr>
          <w:rtl/>
        </w:rPr>
        <w:t xml:space="preserve">1550 ـ مسروق بن محمد الكوفي ق ( جخ ). </w:t>
      </w:r>
    </w:p>
    <w:p w:rsidR="007849C6" w:rsidRDefault="007849C6" w:rsidP="00186E94">
      <w:pPr>
        <w:pStyle w:val="libNormal"/>
        <w:rPr>
          <w:rtl/>
        </w:rPr>
      </w:pPr>
      <w:r>
        <w:rPr>
          <w:rtl/>
        </w:rPr>
        <w:t xml:space="preserve">1551 ـ مسروق بن موسى كوفي ثقة. </w:t>
      </w:r>
    </w:p>
    <w:p w:rsidR="007849C6" w:rsidRDefault="007849C6" w:rsidP="00186E94">
      <w:pPr>
        <w:pStyle w:val="libNormal"/>
        <w:rPr>
          <w:rtl/>
        </w:rPr>
      </w:pPr>
      <w:r>
        <w:rPr>
          <w:rtl/>
        </w:rPr>
        <w:t xml:space="preserve">1552 ـ مسطح بن أنانة ، بنونين ى ( جخ ) بدري. </w:t>
      </w:r>
    </w:p>
    <w:p w:rsidR="007849C6" w:rsidRDefault="007849C6" w:rsidP="00186E94">
      <w:pPr>
        <w:pStyle w:val="libNormal"/>
        <w:rPr>
          <w:rtl/>
        </w:rPr>
      </w:pPr>
      <w:r>
        <w:rPr>
          <w:rtl/>
        </w:rPr>
        <w:t xml:space="preserve">1553 ـ مسعدة بن زياد الربعي ق ( جش ) ثقة عين. </w:t>
      </w:r>
    </w:p>
    <w:p w:rsidR="007849C6" w:rsidRDefault="007849C6" w:rsidP="00186E94">
      <w:pPr>
        <w:pStyle w:val="libNormal"/>
        <w:rPr>
          <w:rtl/>
        </w:rPr>
      </w:pPr>
      <w:r>
        <w:rPr>
          <w:rtl/>
        </w:rPr>
        <w:t xml:space="preserve">1554 ـ مسعدة بن صدقة العبدي أبو محمد وقيل أبو بشر ، ق ، م وقال الكشي : بتري وسيأتي في الضعفاء لذلك. </w:t>
      </w:r>
    </w:p>
    <w:p w:rsidR="007849C6" w:rsidRDefault="007849C6" w:rsidP="00186E94">
      <w:pPr>
        <w:pStyle w:val="libNormal"/>
        <w:rPr>
          <w:rtl/>
        </w:rPr>
      </w:pPr>
      <w:r>
        <w:rPr>
          <w:rtl/>
        </w:rPr>
        <w:t xml:space="preserve">1555 ـ مسعدة بن الفرج الربعي لم ( جش ). </w:t>
      </w:r>
    </w:p>
    <w:p w:rsidR="007849C6" w:rsidRDefault="007849C6" w:rsidP="00186E94">
      <w:pPr>
        <w:pStyle w:val="libNormal"/>
        <w:rPr>
          <w:rtl/>
        </w:rPr>
      </w:pPr>
      <w:r>
        <w:rPr>
          <w:rtl/>
        </w:rPr>
        <w:t xml:space="preserve">1556 ـ مسعود بن أوس ى ( جخ ) بدري. </w:t>
      </w:r>
    </w:p>
    <w:p w:rsidR="007849C6" w:rsidRDefault="007849C6" w:rsidP="00186E94">
      <w:pPr>
        <w:pStyle w:val="libNormal"/>
        <w:rPr>
          <w:rtl/>
        </w:rPr>
      </w:pPr>
      <w:r>
        <w:rPr>
          <w:rtl/>
        </w:rPr>
        <w:t xml:space="preserve">1557 ـ مسعود بن خراش ى من خواصه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1558 ـ مسكين بن الحكم بن مسكين ( جش ) كوفي ثقة. </w:t>
      </w:r>
    </w:p>
    <w:p w:rsidR="007849C6" w:rsidRDefault="007849C6" w:rsidP="00186E94">
      <w:pPr>
        <w:pStyle w:val="libNormal"/>
        <w:rPr>
          <w:rtl/>
        </w:rPr>
      </w:pPr>
      <w:r>
        <w:rPr>
          <w:rtl/>
        </w:rPr>
        <w:t xml:space="preserve">1559 ـ مسكين قر ( جخ ) ثقة. </w:t>
      </w:r>
    </w:p>
    <w:p w:rsidR="007849C6" w:rsidRDefault="007849C6" w:rsidP="00186E94">
      <w:pPr>
        <w:pStyle w:val="libNormal"/>
        <w:rPr>
          <w:rtl/>
        </w:rPr>
      </w:pPr>
      <w:r>
        <w:rPr>
          <w:rtl/>
        </w:rPr>
        <w:t xml:space="preserve">1560 ـ مسلم بن شهاب الزهري </w:t>
      </w:r>
      <w:r w:rsidRPr="00186E94">
        <w:rPr>
          <w:rStyle w:val="libFootnotenumChar"/>
          <w:rtl/>
        </w:rPr>
        <w:t>(1)</w:t>
      </w:r>
      <w:r>
        <w:rPr>
          <w:rtl/>
        </w:rPr>
        <w:t xml:space="preserve"> أحد أئمة الحديث ين ( جخ ) يكنى أبا بكر. </w:t>
      </w:r>
    </w:p>
    <w:p w:rsidR="007849C6" w:rsidRDefault="007849C6" w:rsidP="00186E94">
      <w:pPr>
        <w:pStyle w:val="libNormal"/>
        <w:rPr>
          <w:rtl/>
        </w:rPr>
      </w:pPr>
      <w:r>
        <w:rPr>
          <w:rtl/>
        </w:rPr>
        <w:t xml:space="preserve">1561 ـ مسلم بن عوسجة سين ( جخ ) قتل معه بكربلاء.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الموجود في رجال الشيخ في أصحاب علي بن الحسين ( ع ) محمد بن شهاب الزهري لا مسلم ، فراجع. </w:t>
      </w:r>
    </w:p>
    <w:p w:rsidR="007849C6" w:rsidRDefault="007849C6" w:rsidP="00186E94">
      <w:pPr>
        <w:pStyle w:val="libNormal"/>
        <w:rPr>
          <w:rtl/>
        </w:rPr>
      </w:pPr>
      <w:r>
        <w:rPr>
          <w:rtl/>
        </w:rPr>
        <w:br w:type="page"/>
      </w:r>
      <w:r>
        <w:rPr>
          <w:rtl/>
        </w:rPr>
        <w:lastRenderedPageBreak/>
        <w:t xml:space="preserve">1562 ـ مسلم بن عقيل بن أبي طالب ن و ، سين ( جخ ) ، قتل بالكوفة قتله عبيدالله بن زياد وكان رسول الحسين ( ع ) إلى أهل الكوفة. </w:t>
      </w:r>
    </w:p>
    <w:p w:rsidR="007849C6" w:rsidRDefault="007849C6" w:rsidP="00186E94">
      <w:pPr>
        <w:pStyle w:val="libNormal"/>
        <w:rPr>
          <w:rtl/>
        </w:rPr>
      </w:pPr>
      <w:r>
        <w:rPr>
          <w:rtl/>
        </w:rPr>
        <w:t xml:space="preserve">1563 ـ مسلم مولى أبي عبدالله </w:t>
      </w:r>
      <w:r w:rsidR="0006364F" w:rsidRPr="0006364F">
        <w:rPr>
          <w:rStyle w:val="libAlaemChar"/>
          <w:rFonts w:hint="cs"/>
          <w:rtl/>
        </w:rPr>
        <w:t>عليه‌السلام</w:t>
      </w:r>
      <w:r>
        <w:rPr>
          <w:rtl/>
        </w:rPr>
        <w:t xml:space="preserve"> ق ( كش ) ممدوح. </w:t>
      </w:r>
    </w:p>
    <w:p w:rsidR="007849C6" w:rsidRDefault="007849C6" w:rsidP="00186E94">
      <w:pPr>
        <w:pStyle w:val="libNormal"/>
        <w:rPr>
          <w:rtl/>
        </w:rPr>
      </w:pPr>
      <w:r>
        <w:rPr>
          <w:rtl/>
        </w:rPr>
        <w:t xml:space="preserve">1564 ـ مسمع بن عبدالملك ، وقيل : ابن مالك بن مسمع أبو سيار بالسين المهملة والياء المثناة تحت ، الملقب بكردين ، بكسر الكاف قر ، ق ( جخ ، كش ) بصري شيخ بكر بن وائل بالبصرة وسيد المسامعة قال له أبو عبد الله </w:t>
      </w:r>
      <w:r w:rsidR="0006364F" w:rsidRPr="0006364F">
        <w:rPr>
          <w:rStyle w:val="libAlaemChar"/>
          <w:rFonts w:hint="cs"/>
          <w:rtl/>
        </w:rPr>
        <w:t>عليه‌السلام</w:t>
      </w:r>
      <w:r>
        <w:rPr>
          <w:rtl/>
        </w:rPr>
        <w:t xml:space="preserve"> : إني لاعدك لامر عظيم يا أبا سيار. </w:t>
      </w:r>
      <w:r>
        <w:rPr>
          <w:rtl/>
        </w:rPr>
        <w:cr/>
        <w:t xml:space="preserve">1565 ـ المسور بن مخرمة الزهري ى ( جخ ) رسوله إلى معاوية. </w:t>
      </w:r>
    </w:p>
    <w:p w:rsidR="007849C6" w:rsidRDefault="007849C6" w:rsidP="00186E94">
      <w:pPr>
        <w:pStyle w:val="libNormal"/>
        <w:rPr>
          <w:rtl/>
        </w:rPr>
      </w:pPr>
      <w:r>
        <w:rPr>
          <w:rtl/>
        </w:rPr>
        <w:t xml:space="preserve">1566 ـ المسيب بن جرى يكنى أبا سعيد ى ( جخ ) أوصى إلى أمير المؤمنين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1567 ـ المشمعل بن سعد الازدي الناشرى ق ( جخ ، جش ) ثقة من أصحابنا ، لم يرو عنه إلا عبيس ، بضم العين المهملة وفتح الباء المفردة والياء المثناة تحت والسين المهملة ، بن هشام الناشري وروى أيضا عن أبي بصير. </w:t>
      </w:r>
    </w:p>
    <w:p w:rsidR="007849C6" w:rsidRDefault="007849C6" w:rsidP="00186E94">
      <w:pPr>
        <w:pStyle w:val="libNormal"/>
        <w:rPr>
          <w:rtl/>
        </w:rPr>
      </w:pPr>
      <w:r>
        <w:rPr>
          <w:rtl/>
        </w:rPr>
        <w:t xml:space="preserve">1568 ـ مصادف ق ، م ( كش ) لم يصرح عنه بوصف. </w:t>
      </w:r>
    </w:p>
    <w:p w:rsidR="007849C6" w:rsidRDefault="007849C6" w:rsidP="00186E94">
      <w:pPr>
        <w:pStyle w:val="libNormal"/>
        <w:rPr>
          <w:rtl/>
        </w:rPr>
      </w:pPr>
      <w:r>
        <w:rPr>
          <w:rtl/>
        </w:rPr>
        <w:t xml:space="preserve">1569 ـ مصبح بن الهلقام ، بكسر الهاء والقاف ، بن علوان العجلي قريب الامر. </w:t>
      </w:r>
    </w:p>
    <w:p w:rsidR="007849C6" w:rsidRDefault="007849C6" w:rsidP="00186E94">
      <w:pPr>
        <w:pStyle w:val="libNormal"/>
        <w:rPr>
          <w:rtl/>
        </w:rPr>
      </w:pPr>
      <w:r>
        <w:rPr>
          <w:rtl/>
        </w:rPr>
        <w:t xml:space="preserve">1570 ـ مصعب بن سلام كوفي لم ( جش ). </w:t>
      </w:r>
    </w:p>
    <w:p w:rsidR="007849C6" w:rsidRDefault="007849C6" w:rsidP="00186E94">
      <w:pPr>
        <w:pStyle w:val="libNormal"/>
        <w:rPr>
          <w:rtl/>
        </w:rPr>
      </w:pPr>
      <w:r>
        <w:rPr>
          <w:rtl/>
        </w:rPr>
        <w:t xml:space="preserve">1571 ـ مصعب بن يزيد الانصاري لم ( جش ) قال أبو العباس لم يكن بذاك. </w:t>
      </w:r>
    </w:p>
    <w:p w:rsidR="007849C6" w:rsidRDefault="007849C6" w:rsidP="00186E94">
      <w:pPr>
        <w:pStyle w:val="libNormal"/>
        <w:rPr>
          <w:rtl/>
        </w:rPr>
      </w:pPr>
      <w:r>
        <w:rPr>
          <w:rtl/>
        </w:rPr>
        <w:t xml:space="preserve">1572 ـ مطلب بن زياد الزهري القرشي مولاهم المدني ق ( جخ جش ) ثقة. </w:t>
      </w:r>
    </w:p>
    <w:p w:rsidR="007849C6" w:rsidRDefault="007849C6" w:rsidP="00186E94">
      <w:pPr>
        <w:pStyle w:val="libNormal"/>
        <w:rPr>
          <w:rtl/>
        </w:rPr>
      </w:pPr>
      <w:r>
        <w:rPr>
          <w:rtl/>
        </w:rPr>
        <w:t xml:space="preserve">1573 ـ مظفر بن محمد بن أحمد أبو الجيش البلخي لم ( جش ) متكلم مشهور الامر من غلمان أبي سهل النوبختي سمع وأكثر ، مات سنة </w:t>
      </w:r>
    </w:p>
    <w:p w:rsidR="007849C6" w:rsidRDefault="007849C6" w:rsidP="00186E94">
      <w:pPr>
        <w:pStyle w:val="libNormal0"/>
        <w:rPr>
          <w:rtl/>
        </w:rPr>
      </w:pPr>
      <w:r>
        <w:rPr>
          <w:rtl/>
        </w:rPr>
        <w:br w:type="page"/>
      </w:r>
      <w:r>
        <w:rPr>
          <w:rtl/>
        </w:rPr>
        <w:lastRenderedPageBreak/>
        <w:t xml:space="preserve">سبع وستين وثلاثمائة. </w:t>
      </w:r>
    </w:p>
    <w:p w:rsidR="007849C6" w:rsidRDefault="007849C6" w:rsidP="00186E94">
      <w:pPr>
        <w:pStyle w:val="libNormal"/>
        <w:rPr>
          <w:rtl/>
        </w:rPr>
      </w:pPr>
      <w:r>
        <w:rPr>
          <w:rtl/>
        </w:rPr>
        <w:t xml:space="preserve">1574 ـ معاذ بن مسلم الهراء النحوي قر ، ق ممدوح ، روى الكشي باسناده عنه أبي عبدالله </w:t>
      </w:r>
      <w:r w:rsidR="0006364F" w:rsidRPr="0006364F">
        <w:rPr>
          <w:rStyle w:val="libAlaemChar"/>
          <w:rFonts w:hint="cs"/>
          <w:rtl/>
        </w:rPr>
        <w:t>عليه‌السلام</w:t>
      </w:r>
      <w:r>
        <w:rPr>
          <w:rtl/>
        </w:rPr>
        <w:t xml:space="preserve"> قال : بلغني أنك تقعد في الجامع فتفتي الناس ؟ قلت : نعم وأردت أن أسألك عن ذلك قبل أن أخرج ، إنى أقعد في المسجد فيجيء الرجل فيسألني عن الشيء فإذا عرفته بالخلاف لكم أخبرته بما يفعلون ، ويجيء الرجل أعرفه بمحبتكم ومودتكم فأخبره بما جاء عنكم ، ويجيء الرجل لاأعرفه ولا أدري من هو فأقول : جاء عن فلان كذا ، فأدخل قولكم فيما بين ذلك قال : فقال : اصنع كذا فأني كذا أصنع. </w:t>
      </w:r>
    </w:p>
    <w:p w:rsidR="007849C6" w:rsidRDefault="007849C6" w:rsidP="00186E94">
      <w:pPr>
        <w:pStyle w:val="libNormal"/>
        <w:rPr>
          <w:rtl/>
        </w:rPr>
      </w:pPr>
      <w:r>
        <w:rPr>
          <w:rtl/>
        </w:rPr>
        <w:t xml:space="preserve">1575 ـ معتب ، بضم الميم وفتح العين وكسر التاء المثناة فوق المشددة والباء المفردة ، مولى أبي عبدالله ق ، م ( جخ ، كش ) قال فيه « هم عشرة خيرهم وأفضلهم معتب » يشير إلى مواليه. </w:t>
      </w:r>
    </w:p>
    <w:p w:rsidR="007849C6" w:rsidRDefault="007849C6" w:rsidP="00186E94">
      <w:pPr>
        <w:pStyle w:val="libNormal"/>
        <w:rPr>
          <w:rtl/>
        </w:rPr>
      </w:pPr>
      <w:r>
        <w:rPr>
          <w:rtl/>
        </w:rPr>
        <w:t xml:space="preserve">1576 ـ معروف بن خربوذ ، بالخاء المعجمة وتشديد الراء والباء المفردة والذال المعجمة قر ( جخ ، كش ) ممدوح أورد الكشي فيه مدحا وقدحا وثقته أصح. </w:t>
      </w:r>
    </w:p>
    <w:p w:rsidR="007849C6" w:rsidRDefault="007849C6" w:rsidP="00186E94">
      <w:pPr>
        <w:pStyle w:val="libNormal"/>
        <w:rPr>
          <w:rtl/>
        </w:rPr>
      </w:pPr>
      <w:r>
        <w:rPr>
          <w:rtl/>
        </w:rPr>
        <w:t xml:space="preserve">1577 ـ معلي بن عثمان وقيل ، ابن زيد الاحول كوفي ق ( جش ) ثقة. </w:t>
      </w:r>
    </w:p>
    <w:p w:rsidR="007849C6" w:rsidRDefault="007849C6" w:rsidP="00186E94">
      <w:pPr>
        <w:pStyle w:val="libNormal"/>
        <w:rPr>
          <w:rtl/>
        </w:rPr>
      </w:pPr>
      <w:r>
        <w:rPr>
          <w:rtl/>
        </w:rPr>
        <w:t xml:space="preserve">1578 ـ معلي بن موسى الكندي الكوفي ق ( جش ) ثقة عين ، هو جد الحسن بن محمد بن سماعة وإبراهيم أخوه. </w:t>
      </w:r>
    </w:p>
    <w:p w:rsidR="007849C6" w:rsidRDefault="007849C6" w:rsidP="00186E94">
      <w:pPr>
        <w:pStyle w:val="libNormal"/>
        <w:rPr>
          <w:rtl/>
        </w:rPr>
      </w:pPr>
      <w:r>
        <w:rPr>
          <w:rtl/>
        </w:rPr>
        <w:t xml:space="preserve">1579 ـ المعلي بن الخنيس المدني ق ( جخ ) مولاهم. </w:t>
      </w:r>
    </w:p>
    <w:p w:rsidR="007849C6" w:rsidRDefault="007849C6" w:rsidP="00186E94">
      <w:pPr>
        <w:pStyle w:val="libNormal"/>
        <w:rPr>
          <w:rtl/>
        </w:rPr>
      </w:pPr>
      <w:r>
        <w:rPr>
          <w:rtl/>
        </w:rPr>
        <w:t xml:space="preserve">1580 ـ معلي بن محمد بن البصري لم ( ست ) له كتب. </w:t>
      </w:r>
    </w:p>
    <w:p w:rsidR="007849C6" w:rsidRDefault="007849C6" w:rsidP="00186E94">
      <w:pPr>
        <w:pStyle w:val="libNormal"/>
        <w:rPr>
          <w:rtl/>
        </w:rPr>
      </w:pPr>
      <w:r>
        <w:rPr>
          <w:rtl/>
        </w:rPr>
        <w:t xml:space="preserve">1581 ـ معمر بن خلاد بن أبي خلاد ( أبو خلاد ) ضا ( جش ) بغدادي ثقة. </w:t>
      </w:r>
    </w:p>
    <w:p w:rsidR="007849C6" w:rsidRDefault="007849C6" w:rsidP="00186E94">
      <w:pPr>
        <w:pStyle w:val="libNormal"/>
        <w:rPr>
          <w:rtl/>
        </w:rPr>
      </w:pPr>
      <w:r>
        <w:rPr>
          <w:rtl/>
        </w:rPr>
        <w:t xml:space="preserve">1582 ـ معمر بن يحيى بن المسافر العجلي كوفي عربي صميم ثقة أقول : الذي أعرفه معمر بن يحيى بن بسام بالباء المفردة والسين المهملة </w:t>
      </w:r>
    </w:p>
    <w:p w:rsidR="007849C6" w:rsidRDefault="007849C6" w:rsidP="00186E94">
      <w:pPr>
        <w:pStyle w:val="libNormal0"/>
        <w:rPr>
          <w:rtl/>
        </w:rPr>
      </w:pPr>
      <w:r>
        <w:rPr>
          <w:rtl/>
        </w:rPr>
        <w:br w:type="page"/>
      </w:r>
      <w:r>
        <w:rPr>
          <w:rtl/>
        </w:rPr>
        <w:lastRenderedPageBreak/>
        <w:t xml:space="preserve">المشددة وكذا رأيته بخط الشيخ أبي جعفر </w:t>
      </w:r>
      <w:r w:rsidR="006B246D" w:rsidRPr="006B246D">
        <w:rPr>
          <w:rStyle w:val="libAlaemChar"/>
          <w:rFonts w:hint="cs"/>
          <w:rtl/>
        </w:rPr>
        <w:t>رحمه‌الله</w:t>
      </w:r>
      <w:r>
        <w:rPr>
          <w:rtl/>
        </w:rPr>
        <w:t xml:space="preserve">. </w:t>
      </w:r>
    </w:p>
    <w:p w:rsidR="007849C6" w:rsidRDefault="007849C6" w:rsidP="00186E94">
      <w:pPr>
        <w:pStyle w:val="libNormal"/>
        <w:rPr>
          <w:rtl/>
        </w:rPr>
      </w:pPr>
      <w:r>
        <w:rPr>
          <w:rtl/>
        </w:rPr>
        <w:t xml:space="preserve">1583 ـ معن بن خالد ضا ( جخ ) له كتاب ، ثقة. </w:t>
      </w:r>
    </w:p>
    <w:p w:rsidR="007849C6" w:rsidRDefault="007849C6" w:rsidP="00186E94">
      <w:pPr>
        <w:pStyle w:val="libNormal"/>
        <w:rPr>
          <w:rtl/>
        </w:rPr>
      </w:pPr>
      <w:r>
        <w:rPr>
          <w:rtl/>
        </w:rPr>
        <w:t xml:space="preserve">1584 ـ معن بن عبد السلام لم ( جش ) له كتاب. </w:t>
      </w:r>
    </w:p>
    <w:p w:rsidR="007849C6" w:rsidRDefault="007849C6" w:rsidP="00186E94">
      <w:pPr>
        <w:pStyle w:val="libNormal"/>
        <w:rPr>
          <w:rtl/>
        </w:rPr>
      </w:pPr>
      <w:r>
        <w:rPr>
          <w:rtl/>
        </w:rPr>
        <w:t xml:space="preserve">1585 ـ معاوية بن حكيم ، بضم الحاء ابن معاوية بن عمار الدهني ضاثقة جليل القدر ( كش ) : معاوية بن حكيم فطحي وسيأتي في الضعفاء. </w:t>
      </w:r>
    </w:p>
    <w:p w:rsidR="007849C6" w:rsidRDefault="007849C6" w:rsidP="00186E94">
      <w:pPr>
        <w:pStyle w:val="libNormal"/>
        <w:rPr>
          <w:rtl/>
        </w:rPr>
      </w:pPr>
      <w:r>
        <w:rPr>
          <w:rtl/>
        </w:rPr>
        <w:t xml:space="preserve">1586 ـ معاوية بن سعيدضا ( جش ) له مسائل عنه. و .. </w:t>
      </w:r>
    </w:p>
    <w:p w:rsidR="007849C6" w:rsidRDefault="007849C6" w:rsidP="00186E94">
      <w:pPr>
        <w:pStyle w:val="libNormal"/>
        <w:rPr>
          <w:rtl/>
        </w:rPr>
      </w:pPr>
      <w:r>
        <w:rPr>
          <w:rtl/>
        </w:rPr>
        <w:t xml:space="preserve">1587 ـ معاوية بن صالح القاضي الاندلسي ق ( جخ ) مهملان. </w:t>
      </w:r>
    </w:p>
    <w:p w:rsidR="007849C6" w:rsidRDefault="007849C6" w:rsidP="00186E94">
      <w:pPr>
        <w:pStyle w:val="libNormal"/>
        <w:rPr>
          <w:rtl/>
        </w:rPr>
      </w:pPr>
      <w:r>
        <w:rPr>
          <w:rtl/>
        </w:rPr>
        <w:t xml:space="preserve">1588 ـ معاوية بن عمار أبي معاوية بن خباب بن عبدالله الدهني ، بضم الدال المهملة وإسكان الهاء وفتحها والنون ، مولاهم كوفي ، ودهن من بني بجيلة ، كان وجها في أصحابنا مقدما كبيرا لشأن ق ، م ( كش ) عاش مائة وخمسا وسبعين سنة وأبوه عمار أيضا ثقة ، يكنى أبا معاوية وأبا القاسم وأبا حكيم. وكان لمعاوية من الولد القاسم وحكيم ومحمد ( عق ) لم يكن مستقيما ، كان ضعيف العقل مأمونا في حديثه ، مات سنة خمس وسبعين ومائة. </w:t>
      </w:r>
    </w:p>
    <w:p w:rsidR="007849C6" w:rsidRDefault="007849C6" w:rsidP="00186E94">
      <w:pPr>
        <w:pStyle w:val="libNormal"/>
        <w:rPr>
          <w:rtl/>
        </w:rPr>
      </w:pPr>
      <w:r>
        <w:rPr>
          <w:rtl/>
        </w:rPr>
        <w:t xml:space="preserve">1589 ـ معاوية بن ميسرة بن شريح بن الحارث الكندي القاضي من ولده عبيدالله بن محمد بن عبيدالله بن معاوية بن ميسرة أبومحمدق ( جش ، جخ ) روى عنه ابن أبي الكرام. </w:t>
      </w:r>
    </w:p>
    <w:p w:rsidR="007849C6" w:rsidRDefault="007849C6" w:rsidP="00186E94">
      <w:pPr>
        <w:pStyle w:val="libNormal"/>
        <w:rPr>
          <w:rtl/>
        </w:rPr>
      </w:pPr>
      <w:r>
        <w:rPr>
          <w:rtl/>
        </w:rPr>
        <w:t xml:space="preserve">1590 ـ معاوية بن وهب البجلي أبو الحسن عربي صميم ( جخ ) ق ( جش ) م ، ق ثقة صحيح. </w:t>
      </w:r>
    </w:p>
    <w:p w:rsidR="007849C6" w:rsidRDefault="007849C6" w:rsidP="00186E94">
      <w:pPr>
        <w:pStyle w:val="libNormal"/>
        <w:rPr>
          <w:rtl/>
        </w:rPr>
      </w:pPr>
      <w:r>
        <w:rPr>
          <w:rtl/>
        </w:rPr>
        <w:t xml:space="preserve">1591 ـ المغيرة بن توبة المخزومي ق ( كش ) ممدوح. </w:t>
      </w:r>
    </w:p>
    <w:p w:rsidR="007849C6" w:rsidRDefault="007849C6" w:rsidP="00186E94">
      <w:pPr>
        <w:pStyle w:val="libNormal"/>
        <w:rPr>
          <w:rtl/>
        </w:rPr>
      </w:pPr>
      <w:r>
        <w:rPr>
          <w:rtl/>
        </w:rPr>
        <w:t xml:space="preserve">1592 ـ المغيرة بن شعبة ل ( جخ ). </w:t>
      </w:r>
    </w:p>
    <w:p w:rsidR="007849C6" w:rsidRDefault="007849C6" w:rsidP="00186E94">
      <w:pPr>
        <w:pStyle w:val="libNormal"/>
        <w:rPr>
          <w:rtl/>
        </w:rPr>
      </w:pPr>
      <w:r>
        <w:rPr>
          <w:rtl/>
        </w:rPr>
        <w:t xml:space="preserve">1593 ـ مفضل بن سعيد بن صدقة الحنفي أبو حماد كوفي ق ( جش ). </w:t>
      </w:r>
    </w:p>
    <w:p w:rsidR="007849C6" w:rsidRDefault="007849C6" w:rsidP="00186E94">
      <w:pPr>
        <w:pStyle w:val="libNormal"/>
        <w:rPr>
          <w:rtl/>
        </w:rPr>
      </w:pPr>
      <w:r>
        <w:rPr>
          <w:rtl/>
        </w:rPr>
        <w:br w:type="page"/>
      </w:r>
      <w:r>
        <w:rPr>
          <w:rtl/>
        </w:rPr>
        <w:lastRenderedPageBreak/>
        <w:t xml:space="preserve">1594 ـ المفضل بن قيس بن رمانة ، بالراء المضمومة وتشديد الميم قر ، ق ( كش ) ممدوح. </w:t>
      </w:r>
    </w:p>
    <w:p w:rsidR="007849C6" w:rsidRDefault="007849C6" w:rsidP="00186E94">
      <w:pPr>
        <w:pStyle w:val="libNormal"/>
        <w:rPr>
          <w:rtl/>
        </w:rPr>
      </w:pPr>
      <w:r>
        <w:rPr>
          <w:rtl/>
        </w:rPr>
        <w:t xml:space="preserve">1595 ـ مفضل بن مزيد ، بالزاي ، أخو شعيب الكاتب ( كش ) شيعي. </w:t>
      </w:r>
    </w:p>
    <w:p w:rsidR="007849C6" w:rsidRDefault="007849C6" w:rsidP="00186E94">
      <w:pPr>
        <w:pStyle w:val="libNormal"/>
        <w:rPr>
          <w:rtl/>
        </w:rPr>
      </w:pPr>
      <w:r>
        <w:rPr>
          <w:rtl/>
        </w:rPr>
        <w:t xml:space="preserve">1596 ـ المقداد بن عمرو بن الاسود كذا في خط الشيخ أبي جعفر في رجال النبي </w:t>
      </w:r>
      <w:r w:rsidR="0006364F" w:rsidRPr="0006364F">
        <w:rPr>
          <w:rStyle w:val="libAlaemChar"/>
          <w:rFonts w:hint="cs"/>
          <w:rtl/>
        </w:rPr>
        <w:t>صلى‌الله‌عليه‌وآله</w:t>
      </w:r>
      <w:r>
        <w:rPr>
          <w:rtl/>
        </w:rPr>
        <w:t xml:space="preserve"> والحق ما قاله في رجال أمير المؤمنين </w:t>
      </w:r>
      <w:r w:rsidR="0006364F" w:rsidRPr="0006364F">
        <w:rPr>
          <w:rStyle w:val="libAlaemChar"/>
          <w:rFonts w:hint="cs"/>
          <w:rtl/>
        </w:rPr>
        <w:t>عليه‌السلام</w:t>
      </w:r>
      <w:r>
        <w:rPr>
          <w:rtl/>
        </w:rPr>
        <w:t xml:space="preserve"> أن الاسود تنباه فنسب إليه ، وإنما أبوه عمر والبهراني ، بالباء المفردة ، منسوب إلى « بهرا » قبيلة على غير قياس إذ القياس بهراوي ل ، ى ( جخ ) عظيم المنزلة من خواص أمير المؤمنين </w:t>
      </w:r>
      <w:r w:rsidR="0006364F" w:rsidRPr="0006364F">
        <w:rPr>
          <w:rStyle w:val="libAlaemChar"/>
          <w:rFonts w:hint="cs"/>
          <w:rtl/>
        </w:rPr>
        <w:t>عليه‌السلام</w:t>
      </w:r>
      <w:r>
        <w:rPr>
          <w:rtl/>
        </w:rPr>
        <w:t xml:space="preserve"> يكنى أبا معبد ثاني الاركان الاربعة. </w:t>
      </w:r>
    </w:p>
    <w:p w:rsidR="007849C6" w:rsidRDefault="007849C6" w:rsidP="00186E94">
      <w:pPr>
        <w:pStyle w:val="libNormal"/>
        <w:rPr>
          <w:rtl/>
        </w:rPr>
      </w:pPr>
      <w:r>
        <w:rPr>
          <w:rtl/>
        </w:rPr>
        <w:t xml:space="preserve">1597 ـ مكي بن علي بن شختويه ، بفتح الشين المعجمة والخاء المعجمة الساكنة والتاء المثناة فوق والواو المفتوحة ، فاضل لم ( جخ ). </w:t>
      </w:r>
    </w:p>
    <w:p w:rsidR="007849C6" w:rsidRDefault="007849C6" w:rsidP="00186E94">
      <w:pPr>
        <w:pStyle w:val="libNormal"/>
        <w:rPr>
          <w:rtl/>
        </w:rPr>
      </w:pPr>
      <w:r>
        <w:rPr>
          <w:rtl/>
        </w:rPr>
        <w:t xml:space="preserve">1598 ـ منبه بن عبدالله أبو الجوازاء ، بالجيم والزاي التيمي لم ( جش ) صحيح الحديث. </w:t>
      </w:r>
    </w:p>
    <w:p w:rsidR="007849C6" w:rsidRDefault="007849C6" w:rsidP="00186E94">
      <w:pPr>
        <w:pStyle w:val="libNormal"/>
        <w:rPr>
          <w:rtl/>
        </w:rPr>
      </w:pPr>
      <w:r>
        <w:rPr>
          <w:rtl/>
        </w:rPr>
        <w:t xml:space="preserve">1599 ـ منجح مولى الحسين </w:t>
      </w:r>
      <w:r w:rsidR="0006364F" w:rsidRPr="0006364F">
        <w:rPr>
          <w:rStyle w:val="libAlaemChar"/>
          <w:rFonts w:hint="cs"/>
          <w:rtl/>
        </w:rPr>
        <w:t>عليه‌السلام</w:t>
      </w:r>
      <w:r>
        <w:rPr>
          <w:rtl/>
        </w:rPr>
        <w:t xml:space="preserve"> سين قتل معه. </w:t>
      </w:r>
    </w:p>
    <w:p w:rsidR="007849C6" w:rsidRDefault="007849C6" w:rsidP="00186E94">
      <w:pPr>
        <w:pStyle w:val="libNormal"/>
        <w:rPr>
          <w:rtl/>
        </w:rPr>
      </w:pPr>
      <w:r>
        <w:rPr>
          <w:rtl/>
        </w:rPr>
        <w:t xml:space="preserve">1600 ـ مندل بن علي العتري </w:t>
      </w:r>
      <w:r w:rsidRPr="00186E94">
        <w:rPr>
          <w:rStyle w:val="libFootnotenumChar"/>
          <w:rtl/>
        </w:rPr>
        <w:t>(1)</w:t>
      </w:r>
      <w:r>
        <w:rPr>
          <w:rtl/>
        </w:rPr>
        <w:t xml:space="preserve"> واسمه عمرو وأخوه حيان ثقتان ( جش ) كلاهما. </w:t>
      </w:r>
    </w:p>
    <w:p w:rsidR="007849C6" w:rsidRDefault="007849C6" w:rsidP="00186E94">
      <w:pPr>
        <w:pStyle w:val="libNormal"/>
        <w:rPr>
          <w:rtl/>
        </w:rPr>
      </w:pPr>
      <w:r>
        <w:rPr>
          <w:rtl/>
        </w:rPr>
        <w:t xml:space="preserve">1601 ـ منذر بن جفير بن حكم العبدي عربي صميم لم ( جش ) روى أبوه عن أبي عبدالله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1602 ـ منذر بن محمد بن المنذر بن سعيد بن أبي الجهم القابوسي بالقاف والباء المفردة أبو القاسم ، من ولد قابوس بن النعيمان بن المنذر ناقلة إلى الكوفة لم ( جش ) من بيت جليل ، ثقة من أصحابنا. </w:t>
      </w:r>
    </w:p>
    <w:p w:rsidR="007849C6" w:rsidRDefault="007849C6" w:rsidP="00186E94">
      <w:pPr>
        <w:pStyle w:val="libNormal"/>
        <w:rPr>
          <w:rtl/>
        </w:rPr>
      </w:pPr>
      <w:r>
        <w:rPr>
          <w:rtl/>
        </w:rPr>
        <w:t xml:space="preserve">1603 ـ منصور بن ( أبي ) الاسود الليثي ق كوفي ثقة.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نسبة إلى العتر : بكسر العين المهملة والتاء المثناة من فوق ثم الراء وهو جبل بالمدينة في جهة القبلة يقال له : المستدير الاقصى. </w:t>
      </w:r>
    </w:p>
    <w:p w:rsidR="007849C6" w:rsidRDefault="007849C6" w:rsidP="00186E94">
      <w:pPr>
        <w:pStyle w:val="libNormal"/>
        <w:rPr>
          <w:rtl/>
        </w:rPr>
      </w:pPr>
      <w:r>
        <w:rPr>
          <w:rtl/>
        </w:rPr>
        <w:br w:type="page"/>
      </w:r>
      <w:r>
        <w:rPr>
          <w:rtl/>
        </w:rPr>
        <w:lastRenderedPageBreak/>
        <w:t xml:space="preserve">1604 ـ منصور بن حازم ، بالحاء المهملة والزاي ، أبو أيوب البجلي ق ، م ( جش ) كوفي ثقة عين صدوق من جلة أصحابنا وفقهائهم. </w:t>
      </w:r>
    </w:p>
    <w:p w:rsidR="007849C6" w:rsidRDefault="007849C6" w:rsidP="00186E94">
      <w:pPr>
        <w:pStyle w:val="libNormal"/>
        <w:rPr>
          <w:rtl/>
        </w:rPr>
      </w:pPr>
      <w:r>
        <w:rPr>
          <w:rtl/>
        </w:rPr>
        <w:t xml:space="preserve">1605 ـ منصور بن محمد بن عبدالله الخزاعي هو وأخوه سلمة بن محمد ق ثقتان. </w:t>
      </w:r>
    </w:p>
    <w:p w:rsidR="007849C6" w:rsidRDefault="007849C6" w:rsidP="00186E94">
      <w:pPr>
        <w:pStyle w:val="libNormal"/>
        <w:rPr>
          <w:rtl/>
        </w:rPr>
      </w:pPr>
      <w:r>
        <w:rPr>
          <w:rtl/>
        </w:rPr>
        <w:t xml:space="preserve">1606 ـ المنهال بن عمرو الاسدي سين ( جخ ) مهمل. </w:t>
      </w:r>
    </w:p>
    <w:p w:rsidR="007849C6" w:rsidRDefault="007849C6" w:rsidP="00186E94">
      <w:pPr>
        <w:pStyle w:val="libNormal"/>
        <w:rPr>
          <w:rtl/>
        </w:rPr>
      </w:pPr>
      <w:r>
        <w:rPr>
          <w:rtl/>
        </w:rPr>
        <w:t xml:space="preserve">1607 ـ موسى بن أبي جبيب كوفي لم ( جش ) له كتاب صغير. </w:t>
      </w:r>
    </w:p>
    <w:p w:rsidR="007849C6" w:rsidRDefault="007849C6" w:rsidP="00186E94">
      <w:pPr>
        <w:pStyle w:val="libNormal"/>
        <w:rPr>
          <w:rtl/>
        </w:rPr>
      </w:pPr>
      <w:r>
        <w:rPr>
          <w:rtl/>
        </w:rPr>
        <w:t xml:space="preserve">1608 ـ موسى بن إبراهيم المروزى أبو حمران م ( جش ) له كتاب ، وذكر أنه سمعه وأبو الحسن </w:t>
      </w:r>
      <w:r w:rsidR="0006364F" w:rsidRPr="0006364F">
        <w:rPr>
          <w:rStyle w:val="libAlaemChar"/>
          <w:rFonts w:hint="cs"/>
          <w:rtl/>
        </w:rPr>
        <w:t>عليه‌السلام</w:t>
      </w:r>
      <w:r>
        <w:rPr>
          <w:rtl/>
        </w:rPr>
        <w:t xml:space="preserve"> محبوس عند السندي بن شاهك وهو معلم ولد السندي. </w:t>
      </w:r>
    </w:p>
    <w:p w:rsidR="007849C6" w:rsidRDefault="007849C6" w:rsidP="00186E94">
      <w:pPr>
        <w:pStyle w:val="libNormal"/>
        <w:rPr>
          <w:rtl/>
        </w:rPr>
      </w:pPr>
      <w:r>
        <w:rPr>
          <w:rtl/>
        </w:rPr>
        <w:t xml:space="preserve">1609 ـ موسى بن إسماعيل لم ( جش ). </w:t>
      </w:r>
    </w:p>
    <w:p w:rsidR="007849C6" w:rsidRDefault="007849C6" w:rsidP="00186E94">
      <w:pPr>
        <w:pStyle w:val="libNormal"/>
        <w:rPr>
          <w:rtl/>
        </w:rPr>
      </w:pPr>
      <w:r>
        <w:rPr>
          <w:rtl/>
        </w:rPr>
        <w:t xml:space="preserve">1610 ـ موسى بن اكيل ، بالضم ، النميري ق ( جش ) كوفي ثقة. </w:t>
      </w:r>
    </w:p>
    <w:p w:rsidR="007849C6" w:rsidRDefault="007849C6" w:rsidP="00186E94">
      <w:pPr>
        <w:pStyle w:val="libNormal"/>
        <w:rPr>
          <w:rtl/>
        </w:rPr>
      </w:pPr>
      <w:r>
        <w:rPr>
          <w:rtl/>
        </w:rPr>
        <w:t xml:space="preserve">1611 ـ موسى بن بكر الواسطي ق ، م ( كش ) وروى عن الرجال ممدوح. </w:t>
      </w:r>
    </w:p>
    <w:p w:rsidR="007849C6" w:rsidRDefault="007849C6" w:rsidP="00186E94">
      <w:pPr>
        <w:pStyle w:val="libNormal"/>
        <w:rPr>
          <w:rtl/>
        </w:rPr>
      </w:pPr>
      <w:r>
        <w:rPr>
          <w:rtl/>
        </w:rPr>
        <w:t xml:space="preserve">1612 ـ موسى بن جعفر بن وهب البغدادي أبو الحسن لم ( جش ) له نوادر. </w:t>
      </w:r>
    </w:p>
    <w:p w:rsidR="007849C6" w:rsidRDefault="007849C6" w:rsidP="00186E94">
      <w:pPr>
        <w:pStyle w:val="libNormal"/>
        <w:rPr>
          <w:rtl/>
        </w:rPr>
      </w:pPr>
      <w:r>
        <w:rPr>
          <w:rtl/>
        </w:rPr>
        <w:t xml:space="preserve">1613 ـ موسى بن الحسن بن عامر بن عمران بن عبد العزيز بن سعد الاشعري القمي أبو الحسن لم ( جش ) ثقة جليل صنف ثلاثين كتابا. </w:t>
      </w:r>
    </w:p>
    <w:p w:rsidR="007849C6" w:rsidRDefault="007849C6" w:rsidP="00186E94">
      <w:pPr>
        <w:pStyle w:val="libNormal"/>
        <w:rPr>
          <w:rtl/>
        </w:rPr>
      </w:pPr>
      <w:r>
        <w:rPr>
          <w:rtl/>
        </w:rPr>
        <w:t xml:space="preserve">1614 ـ موسى بن الحسن بن محمد بن العباس بن إسماعيل بن أبي سهل بن نوبخت أبو الحسن المعروف بابن كبرياء لم ( جش ) كان دينا عالما منجما مصنفا في النجوم. </w:t>
      </w:r>
    </w:p>
    <w:p w:rsidR="007849C6" w:rsidRDefault="007849C6" w:rsidP="00186E94">
      <w:pPr>
        <w:pStyle w:val="libNormal"/>
        <w:rPr>
          <w:rtl/>
        </w:rPr>
      </w:pPr>
      <w:r>
        <w:rPr>
          <w:rtl/>
        </w:rPr>
        <w:t xml:space="preserve">1615 ـ موسى بن بريد أخو القاسم لم ( جش ) له كتاب. </w:t>
      </w:r>
    </w:p>
    <w:p w:rsidR="007849C6" w:rsidRDefault="007849C6" w:rsidP="00186E94">
      <w:pPr>
        <w:pStyle w:val="libNormal"/>
        <w:rPr>
          <w:rtl/>
        </w:rPr>
      </w:pPr>
      <w:r>
        <w:rPr>
          <w:rtl/>
        </w:rPr>
        <w:t xml:space="preserve">1616 ـ موسى بن سلمة ضا ( جش ) له كتاب. </w:t>
      </w:r>
    </w:p>
    <w:p w:rsidR="007849C6" w:rsidRDefault="007849C6" w:rsidP="00186E94">
      <w:pPr>
        <w:pStyle w:val="libNormal"/>
        <w:rPr>
          <w:rtl/>
        </w:rPr>
      </w:pPr>
      <w:r>
        <w:rPr>
          <w:rtl/>
        </w:rPr>
        <w:t xml:space="preserve">1617 ـ موسى بن طلحة لم ( جش ) قريب الامر. </w:t>
      </w:r>
    </w:p>
    <w:p w:rsidR="007849C6" w:rsidRDefault="007849C6" w:rsidP="00186E94">
      <w:pPr>
        <w:pStyle w:val="libNormal"/>
        <w:rPr>
          <w:rtl/>
        </w:rPr>
      </w:pPr>
      <w:r>
        <w:rPr>
          <w:rtl/>
        </w:rPr>
        <w:br w:type="page"/>
      </w:r>
      <w:r>
        <w:rPr>
          <w:rtl/>
        </w:rPr>
        <w:lastRenderedPageBreak/>
        <w:t xml:space="preserve">1618 ـ موسى بن عمر ، بالضم مكبر ، ابن بزيع لم ( جش ، جخ ) مولى المنصور ثقة </w:t>
      </w:r>
      <w:r w:rsidRPr="00186E94">
        <w:rPr>
          <w:rStyle w:val="libFootnotenumChar"/>
          <w:rtl/>
        </w:rPr>
        <w:t>(1)</w:t>
      </w:r>
      <w:r>
        <w:rPr>
          <w:rtl/>
        </w:rPr>
        <w:t xml:space="preserve">. </w:t>
      </w:r>
    </w:p>
    <w:p w:rsidR="007849C6" w:rsidRDefault="007849C6" w:rsidP="00186E94">
      <w:pPr>
        <w:pStyle w:val="libNormal"/>
        <w:rPr>
          <w:rtl/>
        </w:rPr>
      </w:pPr>
      <w:r>
        <w:rPr>
          <w:rtl/>
        </w:rPr>
        <w:t xml:space="preserve">1619 ـ موسى بن عمر بن يزيد بن ذيبان الصيقل مولى نهد أبو علي لم ( جش ) له ابن اسمه علي وبه يكنى. </w:t>
      </w:r>
    </w:p>
    <w:p w:rsidR="007849C6" w:rsidRDefault="007849C6" w:rsidP="00186E94">
      <w:pPr>
        <w:pStyle w:val="libNormal"/>
        <w:rPr>
          <w:rtl/>
        </w:rPr>
      </w:pPr>
      <w:r>
        <w:rPr>
          <w:rtl/>
        </w:rPr>
        <w:t xml:space="preserve">1620 ـ موسى بن القاسم بن معاوية بن وهب ضا ( جخ ) عربي بجلي كوفي ثقة ( ست ) له ثلاثون كتابا أصل </w:t>
      </w:r>
      <w:r w:rsidRPr="00186E94">
        <w:rPr>
          <w:rStyle w:val="libFootnotenumChar"/>
          <w:rtl/>
        </w:rPr>
        <w:t>(2)</w:t>
      </w:r>
      <w:r>
        <w:rPr>
          <w:rtl/>
        </w:rPr>
        <w:t xml:space="preserve"> كتبه الحسين بن سعيد ( جش ) ثقة ثقة واضح الحديث حسن الطريقة. </w:t>
      </w:r>
    </w:p>
    <w:p w:rsidR="007849C6" w:rsidRDefault="007849C6" w:rsidP="00186E94">
      <w:pPr>
        <w:pStyle w:val="libNormal"/>
        <w:rPr>
          <w:rtl/>
        </w:rPr>
      </w:pPr>
      <w:r>
        <w:rPr>
          <w:rtl/>
        </w:rPr>
        <w:t xml:space="preserve">1621 ـ موسى بن محمد الاشعري القمي المؤدب ساكن شيراز ، ابن بنت سعد بن عبدالله لم ( جش ) ثقة من أصحابنا. </w:t>
      </w:r>
    </w:p>
    <w:p w:rsidR="007849C6" w:rsidRDefault="007849C6" w:rsidP="00186E94">
      <w:pPr>
        <w:pStyle w:val="libNormal"/>
        <w:rPr>
          <w:rtl/>
        </w:rPr>
      </w:pPr>
      <w:r>
        <w:rPr>
          <w:rtl/>
        </w:rPr>
        <w:t xml:space="preserve">1622 ـ المهدي مولى عثمان ى ( جخ ) كان محمودا ، بايع امير المؤمنين </w:t>
      </w:r>
      <w:r w:rsidR="0006364F" w:rsidRPr="0006364F">
        <w:rPr>
          <w:rStyle w:val="libAlaemChar"/>
          <w:rFonts w:hint="cs"/>
          <w:rtl/>
        </w:rPr>
        <w:t>عليه‌السلام</w:t>
      </w:r>
      <w:r>
        <w:rPr>
          <w:rtl/>
        </w:rPr>
        <w:t xml:space="preserve"> على البراءة من أعدائه بحضور محمد بن أبي بكر. </w:t>
      </w:r>
    </w:p>
    <w:p w:rsidR="007849C6" w:rsidRDefault="007849C6" w:rsidP="00186E94">
      <w:pPr>
        <w:pStyle w:val="libNormal"/>
        <w:rPr>
          <w:rtl/>
        </w:rPr>
      </w:pPr>
      <w:r>
        <w:rPr>
          <w:rtl/>
        </w:rPr>
        <w:t xml:space="preserve">1623 ـ مهران بن محمد بن أبي نصر السكوني لم ( جش ) له كتاب ذكره ابن بطة. </w:t>
      </w:r>
    </w:p>
    <w:p w:rsidR="007849C6" w:rsidRDefault="007849C6" w:rsidP="00186E94">
      <w:pPr>
        <w:pStyle w:val="libNormal"/>
        <w:rPr>
          <w:rtl/>
        </w:rPr>
      </w:pPr>
      <w:r>
        <w:rPr>
          <w:rtl/>
        </w:rPr>
        <w:t xml:space="preserve">1624 ـ ميثم ، بكسر الميم وفتح الثاء المثلثة ، التمار صاحب أمير المؤمنين </w:t>
      </w:r>
      <w:r w:rsidR="0006364F" w:rsidRPr="0006364F">
        <w:rPr>
          <w:rStyle w:val="libAlaemChar"/>
          <w:rFonts w:hint="cs"/>
          <w:rtl/>
        </w:rPr>
        <w:t>عليه‌السلام</w:t>
      </w:r>
      <w:r>
        <w:rPr>
          <w:rtl/>
        </w:rPr>
        <w:t xml:space="preserve"> قال له : يا ميثم ! كيف أنت إذا دعاك دعي بني امية عبيدالله بن زياد إلى البراءة مني ؟ قال فقلت : يا أمير المؤمنين أنا والله لا أبرأ منك ، فقال إذن والله يقتلك ويصلبك. قلت : أصبر فذاك في الله قليل. فقال يا ميثم إذن تكون معي في درجتي ـ فأخبر أهله بأنه يفعل ذلك على باب دار عمرو بن حريث ـ فاذا كان : اليوم الرابع ابتدر منخراك دما عبيطا. وكان هناك نخلة في سبخة يمر بها فيضرب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موسى بن عمر بن بزيع ـ هذا ـ ذكره الشيخ في رجاله في أصحاب الجواد والهادي </w:t>
      </w:r>
      <w:r w:rsidR="0006364F" w:rsidRPr="0006364F">
        <w:rPr>
          <w:rStyle w:val="libAlaemChar"/>
          <w:rFonts w:hint="cs"/>
          <w:rtl/>
        </w:rPr>
        <w:t>عليهما‌السلام</w:t>
      </w:r>
      <w:r>
        <w:rPr>
          <w:rtl/>
        </w:rPr>
        <w:t xml:space="preserve">. </w:t>
      </w:r>
    </w:p>
    <w:p w:rsidR="007849C6" w:rsidRDefault="007849C6" w:rsidP="002C2B53">
      <w:pPr>
        <w:pStyle w:val="libFootnote0"/>
        <w:rPr>
          <w:rtl/>
        </w:rPr>
      </w:pPr>
      <w:r>
        <w:rPr>
          <w:rtl/>
        </w:rPr>
        <w:t xml:space="preserve">2 ـ الذي جاء في الفهرست في ترجمته : « إن له ثلاثين كتابا مثل كتب الحسين بن سعيد ». </w:t>
      </w:r>
    </w:p>
    <w:p w:rsidR="007849C6" w:rsidRDefault="007849C6" w:rsidP="00186E94">
      <w:pPr>
        <w:pStyle w:val="libNormal0"/>
        <w:rPr>
          <w:rtl/>
        </w:rPr>
      </w:pPr>
      <w:r>
        <w:rPr>
          <w:rtl/>
        </w:rPr>
        <w:br w:type="page"/>
      </w:r>
      <w:r>
        <w:rPr>
          <w:rtl/>
        </w:rPr>
        <w:lastRenderedPageBreak/>
        <w:t xml:space="preserve">بيده عليها ويقول يا نخلة ماغذيت إلا لي وما غذيت إلا لك. وكان يمر بعمرو بن حريث فيقول له : يا عمرو إذا جاورتك فأحسن جواري ، فيتوهم عمرو أنه يشتري دارا في جواره أو ضيعة فيقول له : ليتك فعلت ذلك ، فلما دعاه ابن زياد إلى البراءة من أمير المؤمنين </w:t>
      </w:r>
      <w:r w:rsidR="0006364F" w:rsidRPr="0006364F">
        <w:rPr>
          <w:rStyle w:val="libAlaemChar"/>
          <w:rFonts w:hint="cs"/>
          <w:rtl/>
        </w:rPr>
        <w:t>عليه‌السلام</w:t>
      </w:r>
      <w:r>
        <w:rPr>
          <w:rtl/>
        </w:rPr>
        <w:t xml:space="preserve"> أبي فقال له ، لاقتلنك فقال أخبرني مولاي انك تقتلني على باب دار عمرو ابن حريث وأن منخري في اليوم الرابع يفيضان دما عبيطا ، فصلبه حيث قال. قال : فصار يحدث الناس فأرسل إليه من ألجمه بلجام من شريط وهو أول من الجم وهو مصلوب ى ( كش ) أنه قطع يديه ورجليه ولسانه ثم صلبه وكذلك كان أمير المؤمنين </w:t>
      </w:r>
      <w:r w:rsidR="0006364F" w:rsidRPr="0006364F">
        <w:rPr>
          <w:rStyle w:val="libAlaemChar"/>
          <w:rFonts w:hint="cs"/>
          <w:rtl/>
        </w:rPr>
        <w:t>عليه‌السلام</w:t>
      </w:r>
      <w:r>
        <w:rPr>
          <w:rtl/>
        </w:rPr>
        <w:t xml:space="preserve"> قد أخبره ى ، ن ، سين ( جخ ). </w:t>
      </w:r>
    </w:p>
    <w:p w:rsidR="007849C6" w:rsidRDefault="007849C6" w:rsidP="00186E94">
      <w:pPr>
        <w:pStyle w:val="libNormal"/>
        <w:rPr>
          <w:rtl/>
        </w:rPr>
      </w:pPr>
      <w:r>
        <w:rPr>
          <w:rtl/>
        </w:rPr>
        <w:t xml:space="preserve">1625 ـ ميسر بن عبد العزيز بضم الميم وفتح الياء المثناة تحت وكسر السين المهملة وقيل بفتح الميم قر ، ق ( جخ ، كش ) ممدوح. </w:t>
      </w:r>
    </w:p>
    <w:p w:rsidR="007849C6" w:rsidRDefault="007849C6" w:rsidP="007849C6">
      <w:pPr>
        <w:pStyle w:val="Heading1Center"/>
        <w:rPr>
          <w:rtl/>
        </w:rPr>
      </w:pPr>
      <w:bookmarkStart w:id="79" w:name="_Toc265165252"/>
      <w:bookmarkStart w:id="80" w:name="_Toc286683181"/>
      <w:bookmarkStart w:id="81" w:name="_Toc403904038"/>
      <w:r>
        <w:rPr>
          <w:rtl/>
        </w:rPr>
        <w:t>( باب النون )</w:t>
      </w:r>
      <w:bookmarkEnd w:id="79"/>
      <w:bookmarkEnd w:id="80"/>
      <w:bookmarkEnd w:id="81"/>
    </w:p>
    <w:p w:rsidR="007849C6" w:rsidRDefault="007849C6" w:rsidP="00186E94">
      <w:pPr>
        <w:pStyle w:val="libNormal"/>
        <w:rPr>
          <w:rtl/>
        </w:rPr>
      </w:pPr>
      <w:r>
        <w:rPr>
          <w:rtl/>
        </w:rPr>
        <w:t xml:space="preserve">1626 ـ ناحية بن عمارة وبخط الشيخ ابن أبي عمارة الصيداوي منسوب إلى صيدا بطن من بني أسد قر ، ق ( كش ) ليس بمعروف الحال ويقال أنه نجبة القواس. </w:t>
      </w:r>
    </w:p>
    <w:p w:rsidR="007849C6" w:rsidRDefault="007849C6" w:rsidP="00186E94">
      <w:pPr>
        <w:pStyle w:val="libNormal"/>
        <w:rPr>
          <w:rtl/>
        </w:rPr>
      </w:pPr>
      <w:r>
        <w:rPr>
          <w:rtl/>
        </w:rPr>
        <w:t xml:space="preserve">1627 ـ ناصح البقال كوفي ق ( جش ) ثقة. </w:t>
      </w:r>
    </w:p>
    <w:p w:rsidR="007849C6" w:rsidRDefault="007849C6" w:rsidP="00186E94">
      <w:pPr>
        <w:pStyle w:val="libNormal"/>
        <w:rPr>
          <w:rtl/>
        </w:rPr>
      </w:pPr>
      <w:r>
        <w:rPr>
          <w:rtl/>
        </w:rPr>
        <w:t xml:space="preserve">1628 ـ نافع بن هلال الجملي سين ( جخ ). </w:t>
      </w:r>
    </w:p>
    <w:p w:rsidR="007849C6" w:rsidRDefault="007849C6" w:rsidP="00186E94">
      <w:pPr>
        <w:pStyle w:val="libNormal"/>
        <w:rPr>
          <w:rtl/>
        </w:rPr>
      </w:pPr>
      <w:r>
        <w:rPr>
          <w:rtl/>
        </w:rPr>
        <w:t xml:space="preserve">1629 ـ نجبة ، بالنون والجيم المفتوحتين والباء المفردة ، ابن الحارث لم ( كش ) كوفي صادق صديق علي بن يقطين. </w:t>
      </w:r>
    </w:p>
    <w:p w:rsidR="007849C6" w:rsidRDefault="007849C6" w:rsidP="00186E94">
      <w:pPr>
        <w:pStyle w:val="libNormal"/>
        <w:rPr>
          <w:rtl/>
        </w:rPr>
      </w:pPr>
      <w:r>
        <w:rPr>
          <w:rtl/>
        </w:rPr>
        <w:t xml:space="preserve">1630 ـ نجم بن أعين ( عق ) ق كان مجاهدا في الرجعة. </w:t>
      </w:r>
    </w:p>
    <w:p w:rsidR="007849C6" w:rsidRDefault="007849C6" w:rsidP="00186E94">
      <w:pPr>
        <w:pStyle w:val="libNormal"/>
        <w:rPr>
          <w:rtl/>
        </w:rPr>
      </w:pPr>
      <w:r>
        <w:rPr>
          <w:rtl/>
        </w:rPr>
        <w:t xml:space="preserve">1631 ـ نجيح بن قبا الغافقي ، بالغين المعجمة والفاء والقاف ، منسوب إلى الغافق بن العاض ، بالضاد المعجمة المشددة ، ابن عمرو بن </w:t>
      </w:r>
    </w:p>
    <w:p w:rsidR="007849C6" w:rsidRDefault="007849C6" w:rsidP="00186E94">
      <w:pPr>
        <w:pStyle w:val="libNormal0"/>
        <w:rPr>
          <w:rtl/>
        </w:rPr>
      </w:pPr>
      <w:r>
        <w:rPr>
          <w:rtl/>
        </w:rPr>
        <w:br w:type="page"/>
      </w:r>
      <w:r>
        <w:rPr>
          <w:rtl/>
        </w:rPr>
        <w:lastRenderedPageBreak/>
        <w:t xml:space="preserve">مازن بن الازد بن الغوث. أو إلى غافق بن الشاهد بن عك بن عدنان ابن عبدالله ، بطن من الازد وعامتهم في مصر وبلاد المغرب لم ( جش ). </w:t>
      </w:r>
    </w:p>
    <w:p w:rsidR="007849C6" w:rsidRDefault="007849C6" w:rsidP="00186E94">
      <w:pPr>
        <w:pStyle w:val="libNormal"/>
        <w:rPr>
          <w:rtl/>
        </w:rPr>
      </w:pPr>
      <w:r>
        <w:rPr>
          <w:rtl/>
        </w:rPr>
        <w:t xml:space="preserve">1632 ـ نشيط بن صالح بن لفافة ، بكسر اللام والفاءين ، مولى بني عجل ( جش ، كش ، جخ ) ق ، م ثقة. </w:t>
      </w:r>
    </w:p>
    <w:p w:rsidR="007849C6" w:rsidRDefault="007849C6" w:rsidP="00186E94">
      <w:pPr>
        <w:pStyle w:val="libNormal"/>
        <w:rPr>
          <w:rtl/>
        </w:rPr>
      </w:pPr>
      <w:r>
        <w:rPr>
          <w:rtl/>
        </w:rPr>
        <w:t xml:space="preserve">1633 ـ نصر بن عامر بن وهب أبو الحسن السنجاري لم ( جش ) من ثقات أصحابنا. </w:t>
      </w:r>
    </w:p>
    <w:p w:rsidR="007849C6" w:rsidRDefault="007849C6" w:rsidP="00186E94">
      <w:pPr>
        <w:pStyle w:val="libNormal"/>
        <w:rPr>
          <w:rtl/>
        </w:rPr>
      </w:pPr>
      <w:r>
        <w:rPr>
          <w:rtl/>
        </w:rPr>
        <w:t xml:space="preserve">1634 ـ نصر بن قابوس بالمهملة ، اللخمي القابوسي ( جش ) ق م ، ضا ( كش ) قر ، ق ( جخ ) ق ، م وكان ذا منزلة عندهم </w:t>
      </w:r>
      <w:r w:rsidR="0006364F" w:rsidRPr="0006364F">
        <w:rPr>
          <w:rStyle w:val="libAlaemChar"/>
          <w:rFonts w:hint="cs"/>
          <w:rtl/>
        </w:rPr>
        <w:t>عليهم‌السلام</w:t>
      </w:r>
      <w:r>
        <w:rPr>
          <w:rtl/>
        </w:rPr>
        <w:t xml:space="preserve"> قال الشيخ في كتاب « الغيبة » : كان وكيل أبي عبدالله </w:t>
      </w:r>
      <w:r w:rsidR="0006364F" w:rsidRPr="0006364F">
        <w:rPr>
          <w:rStyle w:val="libAlaemChar"/>
          <w:rFonts w:hint="cs"/>
          <w:rtl/>
        </w:rPr>
        <w:t>عليه‌السلام</w:t>
      </w:r>
      <w:r>
        <w:rPr>
          <w:rtl/>
        </w:rPr>
        <w:t xml:space="preserve"> عشرين سنة ، ولم يعلم أنه كان وكيلا ، وكان خيرا فاضلا. </w:t>
      </w:r>
    </w:p>
    <w:p w:rsidR="007849C6" w:rsidRDefault="007849C6" w:rsidP="00186E94">
      <w:pPr>
        <w:pStyle w:val="libNormal"/>
        <w:rPr>
          <w:rtl/>
        </w:rPr>
      </w:pPr>
      <w:r>
        <w:rPr>
          <w:rtl/>
        </w:rPr>
        <w:t xml:space="preserve">1635 ـ نصر ، بالمهملة بن مزاحم المنقري ، بكسر الميم وبالنون وفتح القاف ، العطار ، أبو الفضل قر ( جش ) كوفي مستقيم لكنه يروي عن الضعفاء. </w:t>
      </w:r>
    </w:p>
    <w:p w:rsidR="007849C6" w:rsidRDefault="007849C6" w:rsidP="00186E94">
      <w:pPr>
        <w:pStyle w:val="libNormal"/>
        <w:rPr>
          <w:rtl/>
        </w:rPr>
      </w:pPr>
      <w:r>
        <w:rPr>
          <w:rtl/>
        </w:rPr>
        <w:t xml:space="preserve">1636 ـ النضر ، بالضاد المعجمة ، بن سويد الصيرفي كوفي ثقة صحيح ( جش ، جخ ) م. </w:t>
      </w:r>
    </w:p>
    <w:p w:rsidR="007849C6" w:rsidRDefault="007849C6" w:rsidP="00186E94">
      <w:pPr>
        <w:pStyle w:val="libNormal"/>
        <w:rPr>
          <w:rtl/>
        </w:rPr>
      </w:pPr>
      <w:r>
        <w:rPr>
          <w:rtl/>
        </w:rPr>
        <w:t xml:space="preserve">1637 ـ النضر بن محمد الهمداني بالمهملة دى ( جخ ). </w:t>
      </w:r>
    </w:p>
    <w:p w:rsidR="007849C6" w:rsidRDefault="007849C6" w:rsidP="00186E94">
      <w:pPr>
        <w:pStyle w:val="libNormal"/>
        <w:rPr>
          <w:rtl/>
        </w:rPr>
      </w:pPr>
      <w:r>
        <w:rPr>
          <w:rtl/>
        </w:rPr>
        <w:t xml:space="preserve">1638 ـ النعمان بن بشيرل ( جخ ). </w:t>
      </w:r>
    </w:p>
    <w:p w:rsidR="007849C6" w:rsidRDefault="007849C6" w:rsidP="00186E94">
      <w:pPr>
        <w:pStyle w:val="libNormal"/>
        <w:rPr>
          <w:rtl/>
        </w:rPr>
      </w:pPr>
      <w:r>
        <w:rPr>
          <w:rtl/>
        </w:rPr>
        <w:t xml:space="preserve">1639 ـ النعمان بن الصهبان ى ( جخ ) قال </w:t>
      </w:r>
      <w:r w:rsidR="0006364F" w:rsidRPr="0006364F">
        <w:rPr>
          <w:rStyle w:val="libAlaemChar"/>
          <w:rFonts w:hint="cs"/>
          <w:rtl/>
        </w:rPr>
        <w:t>عليه‌السلام</w:t>
      </w:r>
      <w:r>
        <w:rPr>
          <w:rtl/>
        </w:rPr>
        <w:t xml:space="preserve"> يوم الجمل من دخل داره فهو امن. </w:t>
      </w:r>
    </w:p>
    <w:p w:rsidR="007849C6" w:rsidRDefault="007849C6" w:rsidP="00186E94">
      <w:pPr>
        <w:pStyle w:val="libNormal"/>
        <w:rPr>
          <w:rtl/>
        </w:rPr>
      </w:pPr>
      <w:r>
        <w:rPr>
          <w:rtl/>
        </w:rPr>
        <w:t xml:space="preserve">1640 ـ النعمان بن عجلان من بني زريق ، بالزاي المضمومة والراء المفتوحة ، ومن أصحابنا من ذكره وقدم الراء على الزاي وهو وهم ، فبنو زريق بتقديم الزاي منسوبون إلى زريق بن عبد حارثة ، قال صاحب العجالة : وبنو زريق جماعة من الانصار ومن أولادهم ، وعامتهم بالمدينة ى ( جخ ) وكان عامله إلى البحرين وعمان. </w:t>
      </w:r>
    </w:p>
    <w:p w:rsidR="007849C6" w:rsidRDefault="007849C6" w:rsidP="00186E94">
      <w:pPr>
        <w:pStyle w:val="libNormal"/>
        <w:rPr>
          <w:rtl/>
        </w:rPr>
      </w:pPr>
      <w:r>
        <w:rPr>
          <w:rtl/>
        </w:rPr>
        <w:br w:type="page"/>
      </w:r>
      <w:r>
        <w:rPr>
          <w:rtl/>
        </w:rPr>
        <w:lastRenderedPageBreak/>
        <w:t xml:space="preserve">1641 ـ نفيع يكنى أبا بكرة ل ( جخ ). </w:t>
      </w:r>
    </w:p>
    <w:p w:rsidR="007849C6" w:rsidRDefault="007849C6" w:rsidP="00186E94">
      <w:pPr>
        <w:pStyle w:val="libNormal"/>
        <w:rPr>
          <w:rtl/>
        </w:rPr>
      </w:pPr>
      <w:r>
        <w:rPr>
          <w:rtl/>
        </w:rPr>
        <w:t xml:space="preserve">1642 ـ نميلة الهمداني يكنى أبا مارية ى ( جخ ) من خواصه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1643 ـ نوح بن الحكم أبو اليقظان الهمداني ، بالمهملة ، المرهبي بالراء ورأيته بخط الشيخ أبي جعفر : الموهبي بالواو ، ينسب إلى مرهبة ابن دعام بن مالك بن معاوية بن صعب بن دومان ق كوفي ثقة. </w:t>
      </w:r>
    </w:p>
    <w:p w:rsidR="007849C6" w:rsidRDefault="007849C6" w:rsidP="00186E94">
      <w:pPr>
        <w:pStyle w:val="libNormal"/>
        <w:rPr>
          <w:rtl/>
        </w:rPr>
      </w:pPr>
      <w:r>
        <w:rPr>
          <w:rtl/>
        </w:rPr>
        <w:t xml:space="preserve">1644 ـ نوح بن دارم مولاهم الكوفي القاضي ق ( جخ ). </w:t>
      </w:r>
    </w:p>
    <w:p w:rsidR="007849C6" w:rsidRDefault="007849C6" w:rsidP="00186E94">
      <w:pPr>
        <w:pStyle w:val="libNormal"/>
        <w:rPr>
          <w:rtl/>
        </w:rPr>
      </w:pPr>
      <w:r>
        <w:rPr>
          <w:rtl/>
        </w:rPr>
        <w:t xml:space="preserve">1545 ـ نوح بن دراج كان قاضي وعندي فيه توقف. </w:t>
      </w:r>
    </w:p>
    <w:p w:rsidR="007849C6" w:rsidRDefault="007849C6" w:rsidP="007849C6">
      <w:pPr>
        <w:pStyle w:val="Heading1Center"/>
        <w:rPr>
          <w:rtl/>
        </w:rPr>
      </w:pPr>
      <w:bookmarkStart w:id="82" w:name="_Toc265165253"/>
      <w:bookmarkStart w:id="83" w:name="_Toc286683182"/>
      <w:bookmarkStart w:id="84" w:name="_Toc403904039"/>
      <w:r>
        <w:rPr>
          <w:rtl/>
        </w:rPr>
        <w:t>( باب الواو )</w:t>
      </w:r>
      <w:bookmarkEnd w:id="82"/>
      <w:bookmarkEnd w:id="83"/>
      <w:bookmarkEnd w:id="84"/>
    </w:p>
    <w:p w:rsidR="007849C6" w:rsidRDefault="007849C6" w:rsidP="00186E94">
      <w:pPr>
        <w:pStyle w:val="libNormal"/>
        <w:rPr>
          <w:rtl/>
        </w:rPr>
      </w:pPr>
      <w:r>
        <w:rPr>
          <w:rtl/>
        </w:rPr>
        <w:t xml:space="preserve">1646 ـ واصل الخراساني م ( كش ) طلي أبا الحسن </w:t>
      </w:r>
      <w:r w:rsidR="0006364F" w:rsidRPr="0006364F">
        <w:rPr>
          <w:rStyle w:val="libAlaemChar"/>
          <w:rFonts w:hint="cs"/>
          <w:rtl/>
        </w:rPr>
        <w:t>عليه‌السلام</w:t>
      </w:r>
      <w:r>
        <w:rPr>
          <w:rtl/>
        </w:rPr>
        <w:t xml:space="preserve"> بالنورة وسد مخرج الماء من الحمام إلى البئر ثم جمع ذلك الماء وتلك النورة وشرب الجميع. </w:t>
      </w:r>
    </w:p>
    <w:p w:rsidR="007849C6" w:rsidRDefault="007849C6" w:rsidP="00186E94">
      <w:pPr>
        <w:pStyle w:val="libNormal"/>
        <w:rPr>
          <w:rtl/>
        </w:rPr>
      </w:pPr>
      <w:r>
        <w:rPr>
          <w:rtl/>
        </w:rPr>
        <w:t xml:space="preserve">1647 ـ وحشي بن حرب ل ( جخ ). </w:t>
      </w:r>
    </w:p>
    <w:p w:rsidR="007849C6" w:rsidRDefault="007849C6" w:rsidP="00186E94">
      <w:pPr>
        <w:pStyle w:val="libNormal"/>
        <w:rPr>
          <w:rtl/>
        </w:rPr>
      </w:pPr>
      <w:r>
        <w:rPr>
          <w:rtl/>
        </w:rPr>
        <w:t xml:space="preserve">1648 ـ وردان أبو خالد الكابلي الاصغر ، والاكبر كنكر ، بالنون والراء المهملة ، ورأيته بخط الشيخ أبي جعفر </w:t>
      </w:r>
      <w:r w:rsidR="006B246D" w:rsidRPr="006B246D">
        <w:rPr>
          <w:rStyle w:val="libAlaemChar"/>
          <w:rFonts w:hint="cs"/>
          <w:rtl/>
        </w:rPr>
        <w:t>رحمه‌الله</w:t>
      </w:r>
      <w:r>
        <w:rPr>
          <w:rtl/>
        </w:rPr>
        <w:t xml:space="preserve"> وقال بعض الاصحاب : « وردان أبو خالد الكابلي ولقبه كنكر » والحق الاول وقد تقدم في باب الكاف قر ، ق. </w:t>
      </w:r>
    </w:p>
    <w:p w:rsidR="007849C6" w:rsidRDefault="007849C6" w:rsidP="00186E94">
      <w:pPr>
        <w:pStyle w:val="libNormal"/>
        <w:rPr>
          <w:rtl/>
        </w:rPr>
      </w:pPr>
      <w:r>
        <w:rPr>
          <w:rtl/>
        </w:rPr>
        <w:t xml:space="preserve">1649 ـ وريزة بن محمد الغساني ضا ( جش ). </w:t>
      </w:r>
    </w:p>
    <w:p w:rsidR="007849C6" w:rsidRDefault="007849C6" w:rsidP="00186E94">
      <w:pPr>
        <w:pStyle w:val="libNormal"/>
        <w:rPr>
          <w:rtl/>
        </w:rPr>
      </w:pPr>
      <w:r>
        <w:rPr>
          <w:rtl/>
        </w:rPr>
        <w:t xml:space="preserve">1650 ـ الوليد بن سعيد </w:t>
      </w:r>
      <w:r w:rsidRPr="00186E94">
        <w:rPr>
          <w:rStyle w:val="libFootnotenumChar"/>
          <w:rtl/>
        </w:rPr>
        <w:t>(1)</w:t>
      </w:r>
      <w:r>
        <w:rPr>
          <w:rtl/>
        </w:rPr>
        <w:t xml:space="preserve"> مولى أبي الحسن موسى </w:t>
      </w:r>
      <w:r w:rsidR="0006364F" w:rsidRPr="0006364F">
        <w:rPr>
          <w:rStyle w:val="libAlaemChar"/>
          <w:rFonts w:hint="cs"/>
          <w:rtl/>
        </w:rPr>
        <w:t>عليه‌السلام</w:t>
      </w:r>
      <w:r>
        <w:rPr>
          <w:rtl/>
        </w:rPr>
        <w:t xml:space="preserve"> م ( جخ ). </w:t>
      </w:r>
    </w:p>
    <w:p w:rsidR="007849C6" w:rsidRDefault="007849C6" w:rsidP="00186E94">
      <w:pPr>
        <w:pStyle w:val="libNormal"/>
        <w:rPr>
          <w:rtl/>
        </w:rPr>
      </w:pPr>
      <w:r>
        <w:rPr>
          <w:rtl/>
        </w:rPr>
        <w:t xml:space="preserve">1651 ـ الوليد بن صبيح أبو العباس كوفي ق ( كش ) ثقة ، ترحم عليه أبو عبدالله </w:t>
      </w:r>
      <w:r w:rsidR="0006364F" w:rsidRPr="0006364F">
        <w:rPr>
          <w:rStyle w:val="libAlaemChar"/>
          <w:rFonts w:hint="cs"/>
          <w:rtl/>
        </w:rPr>
        <w:t>عليه‌السلام</w:t>
      </w:r>
      <w:r>
        <w:rPr>
          <w:rtl/>
        </w:rPr>
        <w:t xml:space="preserve">.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في رجال الشيخ </w:t>
      </w:r>
      <w:r w:rsidR="006B246D" w:rsidRPr="006B246D">
        <w:rPr>
          <w:rStyle w:val="libAlaemChar"/>
          <w:rFonts w:hint="cs"/>
          <w:rtl/>
        </w:rPr>
        <w:t>رحمه‌الله</w:t>
      </w:r>
      <w:r>
        <w:rPr>
          <w:rtl/>
        </w:rPr>
        <w:t xml:space="preserve"> ( سعد ) بدون باء. </w:t>
      </w:r>
    </w:p>
    <w:p w:rsidR="007849C6" w:rsidRDefault="007849C6" w:rsidP="00186E94">
      <w:pPr>
        <w:pStyle w:val="libNormal"/>
        <w:rPr>
          <w:rtl/>
        </w:rPr>
      </w:pPr>
      <w:r>
        <w:rPr>
          <w:rtl/>
        </w:rPr>
        <w:br w:type="page"/>
      </w:r>
      <w:r>
        <w:rPr>
          <w:rtl/>
        </w:rPr>
        <w:lastRenderedPageBreak/>
        <w:t xml:space="preserve">1652 ـ الوليد بن العلاء الوصافي كوفي عجلي لم ( جش ). </w:t>
      </w:r>
    </w:p>
    <w:p w:rsidR="007849C6" w:rsidRDefault="007849C6" w:rsidP="00186E94">
      <w:pPr>
        <w:pStyle w:val="libNormal"/>
        <w:rPr>
          <w:rtl/>
        </w:rPr>
      </w:pPr>
      <w:r>
        <w:rPr>
          <w:rtl/>
        </w:rPr>
        <w:t xml:space="preserve">1653 ـ وهب بن جميع مولى إسحاق بن عمار لم ( كش ) ممدوح. </w:t>
      </w:r>
    </w:p>
    <w:p w:rsidR="007849C6" w:rsidRDefault="007849C6" w:rsidP="00186E94">
      <w:pPr>
        <w:pStyle w:val="libNormal"/>
        <w:rPr>
          <w:rtl/>
        </w:rPr>
      </w:pPr>
      <w:r>
        <w:rPr>
          <w:rtl/>
        </w:rPr>
        <w:t xml:space="preserve">1654 ـ وهيب بن حفص النخاس لم ( جش ) له كتاب ذكره سعد. </w:t>
      </w:r>
    </w:p>
    <w:p w:rsidR="007849C6" w:rsidRDefault="007849C6" w:rsidP="00186E94">
      <w:pPr>
        <w:pStyle w:val="libNormal"/>
        <w:rPr>
          <w:rtl/>
        </w:rPr>
      </w:pPr>
      <w:r>
        <w:rPr>
          <w:rtl/>
        </w:rPr>
        <w:t xml:space="preserve">1655 ـ وهيب ، بالتصغير ، بن خالد البصري ق ( جش ) ثقة. </w:t>
      </w:r>
    </w:p>
    <w:p w:rsidR="007849C6" w:rsidRDefault="007849C6" w:rsidP="00186E94">
      <w:pPr>
        <w:pStyle w:val="libNormal"/>
        <w:rPr>
          <w:rtl/>
        </w:rPr>
      </w:pPr>
      <w:r>
        <w:rPr>
          <w:rtl/>
        </w:rPr>
        <w:t xml:space="preserve">1656 ـ وهب بن عبدربه بن أبي ميمونة بن يسار ، بالياء المثناة تحت والسين المهملة ، الاسدي مولى بني نصر بن قعين أخو شهاب بن عبدربه وعبد الخالق قر ، ق ممدوحون. </w:t>
      </w:r>
    </w:p>
    <w:p w:rsidR="007849C6" w:rsidRDefault="007849C6" w:rsidP="00186E94">
      <w:pPr>
        <w:pStyle w:val="libNormal"/>
        <w:rPr>
          <w:rtl/>
        </w:rPr>
      </w:pPr>
      <w:r>
        <w:rPr>
          <w:rtl/>
        </w:rPr>
        <w:t xml:space="preserve">1657 ـ وهب بن محمد البزاز ، بالمعجمات ، أبو نصر ، بالنون والصاد المهملة لم ( جش ) ثقة عين. </w:t>
      </w:r>
    </w:p>
    <w:p w:rsidR="007849C6" w:rsidRDefault="007849C6" w:rsidP="007849C6">
      <w:pPr>
        <w:pStyle w:val="Heading1Center"/>
        <w:rPr>
          <w:rtl/>
        </w:rPr>
      </w:pPr>
      <w:bookmarkStart w:id="85" w:name="_Toc265165254"/>
      <w:bookmarkStart w:id="86" w:name="_Toc286683183"/>
      <w:bookmarkStart w:id="87" w:name="_Toc403904040"/>
      <w:r>
        <w:rPr>
          <w:rtl/>
        </w:rPr>
        <w:t>( باب الهاء )</w:t>
      </w:r>
      <w:bookmarkEnd w:id="85"/>
      <w:bookmarkEnd w:id="86"/>
      <w:bookmarkEnd w:id="87"/>
    </w:p>
    <w:p w:rsidR="007849C6" w:rsidRDefault="007849C6" w:rsidP="00186E94">
      <w:pPr>
        <w:pStyle w:val="libNormal"/>
        <w:rPr>
          <w:rtl/>
        </w:rPr>
      </w:pPr>
      <w:r>
        <w:rPr>
          <w:rtl/>
        </w:rPr>
        <w:t xml:space="preserve">1658 ـ هارون بن الجهم بن ثوير بن أبي فاختة سعيد بن جهمان مولى أم هانئ بنت أبي طالب ، كذا رأيته بخط الشيخ أبي جعفرق ( جش ) كوفي ثقة. </w:t>
      </w:r>
    </w:p>
    <w:p w:rsidR="007849C6" w:rsidRDefault="007849C6" w:rsidP="00186E94">
      <w:pPr>
        <w:pStyle w:val="libNormal"/>
        <w:rPr>
          <w:rtl/>
        </w:rPr>
      </w:pPr>
      <w:r>
        <w:rPr>
          <w:rtl/>
        </w:rPr>
        <w:t xml:space="preserve">1659 ـ هارون الجبلي قر ( جخ ) مجهول. </w:t>
      </w:r>
    </w:p>
    <w:p w:rsidR="007849C6" w:rsidRDefault="007849C6" w:rsidP="00186E94">
      <w:pPr>
        <w:pStyle w:val="libNormal"/>
        <w:rPr>
          <w:rtl/>
        </w:rPr>
      </w:pPr>
      <w:r>
        <w:rPr>
          <w:rtl/>
        </w:rPr>
        <w:t xml:space="preserve">1660 ـ هارون بن الحسن بن محبوب بن وهب بن جعفر بن وهب البجلي مولى بني جرير بن عبدالله د ( جخ ، جش ) روى عن أبيه وعن الرجال. </w:t>
      </w:r>
    </w:p>
    <w:p w:rsidR="007849C6" w:rsidRDefault="007849C6" w:rsidP="00186E94">
      <w:pPr>
        <w:pStyle w:val="libNormal"/>
        <w:rPr>
          <w:rtl/>
        </w:rPr>
      </w:pPr>
      <w:r>
        <w:rPr>
          <w:rtl/>
        </w:rPr>
        <w:t xml:space="preserve">1661 ـ هارون بن خارجة ، بالخاء المعجمة والجيم ، الصيرفي ق ( جخ ) كوفي ثقة. </w:t>
      </w:r>
    </w:p>
    <w:p w:rsidR="007849C6" w:rsidRDefault="007849C6" w:rsidP="00186E94">
      <w:pPr>
        <w:pStyle w:val="libNormal"/>
        <w:rPr>
          <w:rtl/>
        </w:rPr>
      </w:pPr>
      <w:r>
        <w:rPr>
          <w:rtl/>
        </w:rPr>
        <w:t xml:space="preserve">1662 ـ هارون بن حمزة الغنوي ، بالغين المعجمة والنون الصيرفي ق ( جخ ) كوفي ثقة. </w:t>
      </w:r>
    </w:p>
    <w:p w:rsidR="007849C6" w:rsidRDefault="007849C6" w:rsidP="00186E94">
      <w:pPr>
        <w:pStyle w:val="libNormal"/>
        <w:rPr>
          <w:rtl/>
        </w:rPr>
      </w:pPr>
      <w:r>
        <w:rPr>
          <w:rtl/>
        </w:rPr>
        <w:t xml:space="preserve">1663 ـ هارون بن عبد العزيز أبو علي الاراجني الكاتب مصري ، كان وجها في زمانه وذكر أنه كان له ابن اسمه علي وكان حسن التخصيص </w:t>
      </w:r>
    </w:p>
    <w:p w:rsidR="007849C6" w:rsidRDefault="007849C6" w:rsidP="00186E94">
      <w:pPr>
        <w:pStyle w:val="libNormal0"/>
        <w:rPr>
          <w:rtl/>
        </w:rPr>
      </w:pPr>
      <w:r>
        <w:rPr>
          <w:rtl/>
        </w:rPr>
        <w:br w:type="page"/>
      </w:r>
      <w:r>
        <w:rPr>
          <w:rtl/>
        </w:rPr>
        <w:lastRenderedPageBreak/>
        <w:t xml:space="preserve">بمذهبنا ، وهو جد أبي الحسن علي بن الحسين المغربي الكاتب والد الوزير أبي القاسم لم ( جش ) له كتاب الرد على الواقفة. </w:t>
      </w:r>
    </w:p>
    <w:p w:rsidR="007849C6" w:rsidRDefault="007849C6" w:rsidP="00186E94">
      <w:pPr>
        <w:pStyle w:val="libNormal"/>
        <w:rPr>
          <w:rtl/>
        </w:rPr>
      </w:pPr>
      <w:r>
        <w:rPr>
          <w:rtl/>
        </w:rPr>
        <w:t xml:space="preserve">1664 ـ هارون بن عمر بن عبد العزيز بن محمد أبو موسى المجاشعي ضا ( جش ) صحبه </w:t>
      </w:r>
      <w:r w:rsidR="0006364F" w:rsidRPr="0006364F">
        <w:rPr>
          <w:rStyle w:val="libAlaemChar"/>
          <w:rFonts w:hint="cs"/>
          <w:rtl/>
        </w:rPr>
        <w:t>عليه‌السلام</w:t>
      </w:r>
      <w:r>
        <w:rPr>
          <w:rtl/>
        </w:rPr>
        <w:t xml:space="preserve"> له كتب. </w:t>
      </w:r>
    </w:p>
    <w:p w:rsidR="007849C6" w:rsidRDefault="007849C6" w:rsidP="00186E94">
      <w:pPr>
        <w:pStyle w:val="libNormal"/>
        <w:rPr>
          <w:rtl/>
        </w:rPr>
      </w:pPr>
      <w:r>
        <w:rPr>
          <w:rtl/>
        </w:rPr>
        <w:t xml:space="preserve">1665 ـ هارون بن عيسى لم ( جش ) ذكره ابن بطة. </w:t>
      </w:r>
    </w:p>
    <w:p w:rsidR="007849C6" w:rsidRDefault="007849C6" w:rsidP="00186E94">
      <w:pPr>
        <w:pStyle w:val="libNormal"/>
        <w:rPr>
          <w:rtl/>
        </w:rPr>
      </w:pPr>
      <w:r>
        <w:rPr>
          <w:rtl/>
        </w:rPr>
        <w:t xml:space="preserve">1666 ـ هارون بن موسى بن أحمد بن سعيد أبو محمد التلعكبري من بني شيبان لم ( جخ ، جش ) جليل القدر كان وجها في أصحابنا ثقة معتمدا لامطعن عليه ، عظيم المنزلة واسع الرواية روى جميع الاصول والمصنفات ، مات سنة خمس وثمانين وثلاثمائة. </w:t>
      </w:r>
    </w:p>
    <w:p w:rsidR="007849C6" w:rsidRDefault="007849C6" w:rsidP="00186E94">
      <w:pPr>
        <w:pStyle w:val="libNormal"/>
        <w:rPr>
          <w:rtl/>
        </w:rPr>
      </w:pPr>
      <w:r>
        <w:rPr>
          <w:rtl/>
        </w:rPr>
        <w:t xml:space="preserve">1667 ـ هاشم بن إبراهيم العباسي المشرقي ضا ( جش ). </w:t>
      </w:r>
    </w:p>
    <w:p w:rsidR="007849C6" w:rsidRDefault="007849C6" w:rsidP="00186E94">
      <w:pPr>
        <w:pStyle w:val="libNormal"/>
        <w:rPr>
          <w:rtl/>
        </w:rPr>
      </w:pPr>
      <w:r>
        <w:rPr>
          <w:rtl/>
        </w:rPr>
        <w:t xml:space="preserve">1668 ـ هاشم بن عتبة ، بالعين المهملة المضمومة والتاء المثناة فوق الساكنة ، ابن أبي وقاص ، المرقال ى ( جخ ) سمى المرقال لارقاله في الحرب </w:t>
      </w:r>
      <w:r w:rsidRPr="00186E94">
        <w:rPr>
          <w:rStyle w:val="libFootnotenumChar"/>
          <w:rtl/>
        </w:rPr>
        <w:t>(1)</w:t>
      </w:r>
      <w:r>
        <w:rPr>
          <w:rtl/>
        </w:rPr>
        <w:t xml:space="preserve">. </w:t>
      </w:r>
    </w:p>
    <w:p w:rsidR="007849C6" w:rsidRDefault="007849C6" w:rsidP="00186E94">
      <w:pPr>
        <w:pStyle w:val="libNormal"/>
        <w:rPr>
          <w:rtl/>
        </w:rPr>
      </w:pPr>
      <w:r>
        <w:rPr>
          <w:rtl/>
        </w:rPr>
        <w:t xml:space="preserve">1669 ـ هاشم بن هانئ الهمداني وبخط الشيخ : المرادي دى ( جخ ) كان أبو إسحاق يروي عنه. </w:t>
      </w:r>
    </w:p>
    <w:p w:rsidR="007849C6" w:rsidRDefault="007849C6" w:rsidP="00186E94">
      <w:pPr>
        <w:pStyle w:val="libNormal"/>
        <w:rPr>
          <w:rtl/>
        </w:rPr>
      </w:pPr>
      <w:r>
        <w:rPr>
          <w:rtl/>
        </w:rPr>
        <w:t xml:space="preserve">1670 ـ هاشم بن أبي هاشم قر ( جخ ) مجهول. </w:t>
      </w:r>
    </w:p>
    <w:p w:rsidR="007849C6" w:rsidRDefault="007849C6" w:rsidP="00186E94">
      <w:pPr>
        <w:pStyle w:val="libNormal"/>
        <w:rPr>
          <w:rtl/>
        </w:rPr>
      </w:pPr>
      <w:r>
        <w:rPr>
          <w:rtl/>
        </w:rPr>
        <w:t xml:space="preserve">1671 ـ هاشم ( الرماني ) قر ( جخ ) مجهول. </w:t>
      </w:r>
    </w:p>
    <w:p w:rsidR="007849C6" w:rsidRDefault="007849C6" w:rsidP="00186E94">
      <w:pPr>
        <w:pStyle w:val="libNormal"/>
        <w:rPr>
          <w:rtl/>
        </w:rPr>
      </w:pPr>
      <w:r>
        <w:rPr>
          <w:rtl/>
        </w:rPr>
        <w:t xml:space="preserve">1672 ـ هاشم بن المثنى الحناط ، بالحاء المهملة والنون ق ( جخ ، جش ) كوفي ثقة. </w:t>
      </w:r>
    </w:p>
    <w:p w:rsidR="007849C6" w:rsidRDefault="007849C6" w:rsidP="00186E94">
      <w:pPr>
        <w:pStyle w:val="libNormal"/>
        <w:rPr>
          <w:rtl/>
        </w:rPr>
      </w:pPr>
      <w:r>
        <w:rPr>
          <w:rtl/>
        </w:rPr>
        <w:t xml:space="preserve">1673 ـ هبة الله أحمد بن محمد الكاتب أبو نصر المعروف بابن برنية كان يذكر أن أمه كلثوم بنت أبي جعفر محمد بن عثمان العمري ، سمع حديثا كثيرا ، وكان يتعاطى الكلام ويحضر مجلس ابن الشبيه العلوي الزيدي المذهب ، فعمل له كتابا وذكر أن الائمة ثلاثة عشر مع زيد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الارقال في الحرب الاسراع فيه. </w:t>
      </w:r>
    </w:p>
    <w:p w:rsidR="007849C6" w:rsidRDefault="007849C6" w:rsidP="00186E94">
      <w:pPr>
        <w:pStyle w:val="libNormal0"/>
        <w:rPr>
          <w:rtl/>
        </w:rPr>
      </w:pPr>
      <w:r>
        <w:rPr>
          <w:rtl/>
        </w:rPr>
        <w:br w:type="page"/>
      </w:r>
      <w:r>
        <w:rPr>
          <w:rtl/>
        </w:rPr>
        <w:lastRenderedPageBreak/>
        <w:t xml:space="preserve">ابن علي واحتج بحديث في كتاب سليم بن قيس الهلالي أن الائمة اثنا عشر من ولد أمير المؤمنين </w:t>
      </w:r>
      <w:r w:rsidR="0006364F" w:rsidRPr="0006364F">
        <w:rPr>
          <w:rStyle w:val="libAlaemChar"/>
          <w:rFonts w:hint="cs"/>
          <w:rtl/>
        </w:rPr>
        <w:t>عليه‌السلام</w:t>
      </w:r>
      <w:r>
        <w:rPr>
          <w:rtl/>
        </w:rPr>
        <w:t xml:space="preserve"> لم ( جش ) أقول : وبهذه العقيدة الحقته بالضعفاء وسيأتي معهم. </w:t>
      </w:r>
    </w:p>
    <w:p w:rsidR="007849C6" w:rsidRDefault="007849C6" w:rsidP="00186E94">
      <w:pPr>
        <w:pStyle w:val="libNormal"/>
        <w:rPr>
          <w:rtl/>
        </w:rPr>
      </w:pPr>
      <w:r>
        <w:rPr>
          <w:rtl/>
        </w:rPr>
        <w:t xml:space="preserve">1674 ـ هشام بن الحكم أبو محمد مولى كندة ، انتقل من الكوفة إلى بغداد سنة تسع وتسعين ومائة وقيل فيها مات ، كان يتجر في الكرخ داره عند قصر وضاح ق ، م ( كش ) كان يرى رأي الجهمية ثم استبصر ( جخ ، ست ) روي عنهما </w:t>
      </w:r>
      <w:r w:rsidR="0006364F" w:rsidRPr="0006364F">
        <w:rPr>
          <w:rStyle w:val="libAlaemChar"/>
          <w:rFonts w:hint="cs"/>
          <w:rtl/>
        </w:rPr>
        <w:t>عليهما‌السلام</w:t>
      </w:r>
      <w:r>
        <w:rPr>
          <w:rtl/>
        </w:rPr>
        <w:t xml:space="preserve"> فيه مدائح جليلة ، وكان ممن فتق الكلام في الامامة وهذب المذهب بالنظر ، وكان حاذقا بصناعة الكلام حاضر الجواب ، سئل يوماعن معاوية أشهد بدرا ؟ قال : نعم من ذلك الجانب ! وكان منقطعا إلى يحيى بن خالد البرامكي ، وكان القيم لمجالس نظره وكلامه ، وكان نزوله بدرب الجنب من الكرخ. توفي بعد نكبة البرامكة بمدة يسيرة متسترا ، وقيل في خلافة المأمون وكان لاستتاره قصة ( قي ) : « في كتاب سعد أنه كان من غلمان أبي شاكر الزنديق وهو جسمي رديء » وسيأتي في الضعفاء مع أني لاأستثبت ما قاله البرقي قدحا فيه لان حال عقيدته معلوم وثناء الاصحاب عليه متواتر ، وكونه تلميذ الزنديق لا يستلزم اتباعه في ذلك ، فان الحكمة تؤخذ حيث وجدت وقوله « وهو جسمي رديء » يحتمل عوده إلى أبي شاكر لا إليه. </w:t>
      </w:r>
    </w:p>
    <w:p w:rsidR="007849C6" w:rsidRDefault="007849C6" w:rsidP="00186E94">
      <w:pPr>
        <w:pStyle w:val="libNormal"/>
        <w:rPr>
          <w:rtl/>
        </w:rPr>
      </w:pPr>
      <w:r>
        <w:rPr>
          <w:rtl/>
        </w:rPr>
        <w:t xml:space="preserve">1675 ـ هشام بن حيان الكوفي مولى بني عقيل أبو سعيد المكاري ق ( جخ ). </w:t>
      </w:r>
    </w:p>
    <w:p w:rsidR="007849C6" w:rsidRDefault="007849C6" w:rsidP="00186E94">
      <w:pPr>
        <w:pStyle w:val="libNormal"/>
        <w:rPr>
          <w:rtl/>
        </w:rPr>
      </w:pPr>
      <w:r>
        <w:rPr>
          <w:rtl/>
        </w:rPr>
        <w:t>1676</w:t>
      </w:r>
      <w:r>
        <w:rPr>
          <w:rFonts w:hint="cs"/>
          <w:rtl/>
        </w:rPr>
        <w:t xml:space="preserve"> </w:t>
      </w:r>
      <w:r>
        <w:rPr>
          <w:rtl/>
        </w:rPr>
        <w:t xml:space="preserve">ـ هشام بن سالم الجواليقي مولى بشر بن مروان ، أبو الحكم ق ، م ( جخ ) ثقة ثقة. </w:t>
      </w:r>
    </w:p>
    <w:p w:rsidR="007849C6" w:rsidRDefault="007849C6" w:rsidP="00186E94">
      <w:pPr>
        <w:pStyle w:val="libNormal"/>
        <w:rPr>
          <w:rtl/>
        </w:rPr>
      </w:pPr>
      <w:r>
        <w:rPr>
          <w:rtl/>
        </w:rPr>
        <w:t>1677</w:t>
      </w:r>
      <w:r>
        <w:rPr>
          <w:rFonts w:hint="cs"/>
          <w:rtl/>
        </w:rPr>
        <w:t xml:space="preserve"> </w:t>
      </w:r>
      <w:r>
        <w:rPr>
          <w:rtl/>
        </w:rPr>
        <w:t xml:space="preserve">ـ هشام بن عتبة بن أبي وقاص المرقال سمي المرقال لانه كان يرقل في الحرب ي ( جخ ) </w:t>
      </w:r>
      <w:r w:rsidRPr="00186E94">
        <w:rPr>
          <w:rStyle w:val="libFootnotenumChar"/>
          <w:rtl/>
        </w:rPr>
        <w:t>(1)</w:t>
      </w:r>
      <w:r>
        <w:rPr>
          <w:rtl/>
        </w:rPr>
        <w:t xml:space="preserve">.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هذا هو هاشم بن عتبة المرقال المتقدم ، وليس في رجال الشيخ غير هاشم ، فلاحظ ، ولا يوجد هذا الاسم في بعض نسخ الكتاب. </w:t>
      </w:r>
    </w:p>
    <w:p w:rsidR="007849C6" w:rsidRDefault="007849C6" w:rsidP="00186E94">
      <w:pPr>
        <w:pStyle w:val="libNormal"/>
        <w:rPr>
          <w:rtl/>
        </w:rPr>
      </w:pPr>
      <w:r>
        <w:rPr>
          <w:rtl/>
        </w:rPr>
        <w:br w:type="page"/>
      </w:r>
      <w:r>
        <w:rPr>
          <w:rtl/>
        </w:rPr>
        <w:lastRenderedPageBreak/>
        <w:t xml:space="preserve">1678 ـ هشام بن محمد بن السائب أبو المنذر الناسب الفاضل ق ( جش ) قال : مرضت فنسيت علمي فجلست إلى جعفر بن محمد </w:t>
      </w:r>
      <w:r w:rsidR="0006364F" w:rsidRPr="0006364F">
        <w:rPr>
          <w:rStyle w:val="libAlaemChar"/>
          <w:rFonts w:hint="cs"/>
          <w:rtl/>
        </w:rPr>
        <w:t>عليهما‌السلام</w:t>
      </w:r>
      <w:r>
        <w:rPr>
          <w:rtl/>
        </w:rPr>
        <w:t xml:space="preserve"> فسقاني العلم في كأس فعاد إلي علمي ، وكان أبو عبد الله </w:t>
      </w:r>
      <w:r w:rsidR="0006364F" w:rsidRPr="0006364F">
        <w:rPr>
          <w:rStyle w:val="libAlaemChar"/>
          <w:rFonts w:hint="cs"/>
          <w:rtl/>
        </w:rPr>
        <w:t>عليه‌السلام</w:t>
      </w:r>
      <w:r>
        <w:rPr>
          <w:rtl/>
        </w:rPr>
        <w:t xml:space="preserve"> يقربه ويدنيه ويبسطه. </w:t>
      </w:r>
    </w:p>
    <w:p w:rsidR="007849C6" w:rsidRDefault="007849C6" w:rsidP="00186E94">
      <w:pPr>
        <w:pStyle w:val="libNormal"/>
        <w:rPr>
          <w:rtl/>
        </w:rPr>
      </w:pPr>
      <w:r>
        <w:rPr>
          <w:rtl/>
        </w:rPr>
        <w:t xml:space="preserve">1679 ـ هلال بن إبراهيم أبو الفتح الدلفي الوراق لم ( جش ) لا بأس به ، سمع الجديث وكان ثقة. </w:t>
      </w:r>
    </w:p>
    <w:p w:rsidR="007849C6" w:rsidRDefault="007849C6" w:rsidP="00186E94">
      <w:pPr>
        <w:pStyle w:val="libNormal"/>
        <w:rPr>
          <w:rtl/>
        </w:rPr>
      </w:pPr>
      <w:r>
        <w:rPr>
          <w:rtl/>
        </w:rPr>
        <w:t xml:space="preserve">1680 ـ همام بن عبدالرحمن بن أبي عبدالله ميمون البصري ثقة. </w:t>
      </w:r>
    </w:p>
    <w:p w:rsidR="007849C6" w:rsidRDefault="007849C6" w:rsidP="00186E94">
      <w:pPr>
        <w:pStyle w:val="libNormal"/>
        <w:rPr>
          <w:rtl/>
        </w:rPr>
      </w:pPr>
      <w:r>
        <w:rPr>
          <w:rtl/>
        </w:rPr>
        <w:t xml:space="preserve">1681 ـ هند بن الحجاج لم ( جخ ، جش ) ممدوح. </w:t>
      </w:r>
    </w:p>
    <w:p w:rsidR="007849C6" w:rsidRDefault="007849C6" w:rsidP="00186E94">
      <w:pPr>
        <w:pStyle w:val="libNormal"/>
        <w:rPr>
          <w:rtl/>
        </w:rPr>
      </w:pPr>
      <w:r>
        <w:rPr>
          <w:rtl/>
        </w:rPr>
        <w:t xml:space="preserve">1682 ـ هيثم بن أبي مسروق أبو محمد ، واسم أبي مسروق عبدالله النهدي كوفي لم ( جخ ) روى عنه سعد بن عبدالله ( جش ) قريب الامر فاضل. </w:t>
      </w:r>
    </w:p>
    <w:p w:rsidR="007849C6" w:rsidRDefault="007849C6" w:rsidP="00186E94">
      <w:pPr>
        <w:pStyle w:val="libNormal"/>
        <w:rPr>
          <w:rtl/>
        </w:rPr>
      </w:pPr>
      <w:r>
        <w:rPr>
          <w:rtl/>
        </w:rPr>
        <w:t xml:space="preserve">1683 ـ الهيثم بن عبدالله الرماني كوفي م ، ضا ( جش ). </w:t>
      </w:r>
    </w:p>
    <w:p w:rsidR="007849C6" w:rsidRDefault="007849C6" w:rsidP="00186E94">
      <w:pPr>
        <w:pStyle w:val="libNormal"/>
        <w:rPr>
          <w:rtl/>
        </w:rPr>
      </w:pPr>
      <w:r>
        <w:rPr>
          <w:rtl/>
        </w:rPr>
        <w:t xml:space="preserve">1684 ـ الهيثم بن عبدالله أبو كهمش كوفي عربي لم ( جش ). </w:t>
      </w:r>
    </w:p>
    <w:p w:rsidR="007849C6" w:rsidRDefault="007849C6" w:rsidP="00186E94">
      <w:pPr>
        <w:pStyle w:val="libNormal"/>
        <w:rPr>
          <w:rtl/>
        </w:rPr>
      </w:pPr>
      <w:r>
        <w:rPr>
          <w:rtl/>
        </w:rPr>
        <w:t xml:space="preserve">1685 ـ هيثم بن عروة التميمي كوفي قر ، ق ( جش ). </w:t>
      </w:r>
    </w:p>
    <w:p w:rsidR="007849C6" w:rsidRDefault="007849C6" w:rsidP="00186E94">
      <w:pPr>
        <w:pStyle w:val="libNormal"/>
        <w:rPr>
          <w:rtl/>
        </w:rPr>
      </w:pPr>
      <w:r>
        <w:rPr>
          <w:rtl/>
        </w:rPr>
        <w:t xml:space="preserve">1686 ـ هيثم بن محمد الثمالي لم ( جش ) ثقة. </w:t>
      </w:r>
    </w:p>
    <w:p w:rsidR="007849C6" w:rsidRDefault="007849C6" w:rsidP="00186E94">
      <w:pPr>
        <w:pStyle w:val="libNormal"/>
        <w:rPr>
          <w:rtl/>
        </w:rPr>
      </w:pPr>
      <w:r>
        <w:rPr>
          <w:rtl/>
        </w:rPr>
        <w:t xml:space="preserve">1687 ـ هيثم بن واقد الجزري ق ( جش ) ثقة. </w:t>
      </w:r>
    </w:p>
    <w:p w:rsidR="007849C6" w:rsidRDefault="007849C6" w:rsidP="007849C6">
      <w:pPr>
        <w:pStyle w:val="Heading1Center"/>
        <w:rPr>
          <w:rtl/>
        </w:rPr>
      </w:pPr>
      <w:bookmarkStart w:id="88" w:name="_Toc265165255"/>
      <w:bookmarkStart w:id="89" w:name="_Toc286683184"/>
      <w:bookmarkStart w:id="90" w:name="_Toc403904041"/>
      <w:r>
        <w:rPr>
          <w:rtl/>
        </w:rPr>
        <w:t>( باب الياء )</w:t>
      </w:r>
      <w:bookmarkEnd w:id="88"/>
      <w:bookmarkEnd w:id="89"/>
      <w:bookmarkEnd w:id="90"/>
    </w:p>
    <w:p w:rsidR="007849C6" w:rsidRDefault="007849C6" w:rsidP="00186E94">
      <w:pPr>
        <w:pStyle w:val="libNormal"/>
        <w:rPr>
          <w:rtl/>
        </w:rPr>
      </w:pPr>
      <w:r>
        <w:rPr>
          <w:rtl/>
        </w:rPr>
        <w:t xml:space="preserve">1688 ـ ياسر خادم الرضا </w:t>
      </w:r>
      <w:r w:rsidR="0006364F" w:rsidRPr="0006364F">
        <w:rPr>
          <w:rStyle w:val="libAlaemChar"/>
          <w:rFonts w:hint="cs"/>
          <w:rtl/>
        </w:rPr>
        <w:t>عليه‌السلام</w:t>
      </w:r>
      <w:r>
        <w:rPr>
          <w:rtl/>
        </w:rPr>
        <w:t xml:space="preserve"> ( جش ، جخ ) هو مولى حمزة بن اليسع. </w:t>
      </w:r>
    </w:p>
    <w:p w:rsidR="007849C6" w:rsidRDefault="007849C6" w:rsidP="00186E94">
      <w:pPr>
        <w:pStyle w:val="libNormal"/>
        <w:rPr>
          <w:rtl/>
        </w:rPr>
      </w:pPr>
      <w:r>
        <w:rPr>
          <w:rtl/>
        </w:rPr>
        <w:t xml:space="preserve">1689 ـ ياسين الضرير الزيات البصري م ( جش ) لقيه بالبصرة وصنف الكتاب المنسوب إليه. </w:t>
      </w:r>
    </w:p>
    <w:p w:rsidR="007849C6" w:rsidRDefault="007849C6" w:rsidP="00186E94">
      <w:pPr>
        <w:pStyle w:val="libNormal"/>
        <w:rPr>
          <w:rtl/>
        </w:rPr>
      </w:pPr>
      <w:r>
        <w:rPr>
          <w:rtl/>
        </w:rPr>
        <w:t xml:space="preserve">1690 ـ يحيى بن إبراهيم بن أبي البلاد ، واسم أبي البلاد يحيى مولى بني عبدالله بن غطفان لم ( جش ، ست ) ثقة هو وأبوه أحد القراء </w:t>
      </w:r>
    </w:p>
    <w:p w:rsidR="007849C6" w:rsidRDefault="007849C6" w:rsidP="00186E94">
      <w:pPr>
        <w:pStyle w:val="libNormal0"/>
        <w:rPr>
          <w:rtl/>
        </w:rPr>
      </w:pPr>
      <w:r>
        <w:rPr>
          <w:rtl/>
        </w:rPr>
        <w:br w:type="page"/>
      </w:r>
      <w:r>
        <w:rPr>
          <w:rtl/>
        </w:rPr>
        <w:lastRenderedPageBreak/>
        <w:t xml:space="preserve">كان يتحقق بأمرنا هذا. </w:t>
      </w:r>
    </w:p>
    <w:p w:rsidR="007849C6" w:rsidRDefault="007849C6" w:rsidP="00186E94">
      <w:pPr>
        <w:pStyle w:val="libNormal"/>
        <w:rPr>
          <w:rtl/>
        </w:rPr>
      </w:pPr>
      <w:r>
        <w:rPr>
          <w:rtl/>
        </w:rPr>
        <w:t xml:space="preserve">1691 ـ يحيى بن أبي بكر بن مهرويه القزويني لم ( جش ) له نوادر. </w:t>
      </w:r>
    </w:p>
    <w:p w:rsidR="007849C6" w:rsidRDefault="007849C6" w:rsidP="00186E94">
      <w:pPr>
        <w:pStyle w:val="libNormal"/>
        <w:rPr>
          <w:rtl/>
        </w:rPr>
      </w:pPr>
      <w:r>
        <w:rPr>
          <w:rtl/>
        </w:rPr>
        <w:t xml:space="preserve">1692 ـ يحيى بن أحمد بن سعيد شيخنا الامام العلامة الورع القدوة كان جامعا لفنون العلوم الادبية الفقهية والاصولية وكان أورع الفضلاء وأزهدهم ، له تصانيف جامعة للفوائد ، منها كتاب « الجامع للشرائع » في الفقه وكتاب « المدخل » في اصول الفقه وغير ذلك. مات في ذى الحجة سنة تسعين وستمائة ، قدس الله روحه. </w:t>
      </w:r>
    </w:p>
    <w:p w:rsidR="007849C6" w:rsidRDefault="007849C6" w:rsidP="00186E94">
      <w:pPr>
        <w:pStyle w:val="libNormal"/>
        <w:rPr>
          <w:rtl/>
        </w:rPr>
      </w:pPr>
      <w:r>
        <w:rPr>
          <w:rtl/>
        </w:rPr>
        <w:t xml:space="preserve">1693 ـ يحيى بن أبي القاسم يكنى أبا بصير ، مكفوف ، واسم أبي القاسم إسحاق قر ، ق ( جخ ). </w:t>
      </w:r>
    </w:p>
    <w:p w:rsidR="007849C6" w:rsidRDefault="007849C6" w:rsidP="00186E94">
      <w:pPr>
        <w:pStyle w:val="libNormal"/>
        <w:rPr>
          <w:rtl/>
        </w:rPr>
      </w:pPr>
      <w:r>
        <w:rPr>
          <w:rtl/>
        </w:rPr>
        <w:t xml:space="preserve">1694 ـ يحيى بن أم الطويل ين « جخ ، كش » روى عنه « أن الناس ارتدوا بعد قتل الحسين </w:t>
      </w:r>
      <w:r w:rsidR="0006364F" w:rsidRPr="0006364F">
        <w:rPr>
          <w:rStyle w:val="libAlaemChar"/>
          <w:rFonts w:hint="cs"/>
          <w:rtl/>
        </w:rPr>
        <w:t>عليه‌السلام</w:t>
      </w:r>
      <w:r>
        <w:rPr>
          <w:rtl/>
        </w:rPr>
        <w:t xml:space="preserve"> إلا ثلاثة : أبو خالد والكابلي ويحيى بن أم الطويل وجبيربن مطعم ، ثم إن الناس لحقوا وكثروا » وزاد فيه يونس عن حمزة : وجابر بن عبدالله الانصاري أمه وشيكة ظئر علي بن الحسين </w:t>
      </w:r>
      <w:r w:rsidR="0006364F" w:rsidRPr="0006364F">
        <w:rPr>
          <w:rStyle w:val="libAlaemChar"/>
          <w:rFonts w:hint="cs"/>
          <w:rtl/>
        </w:rPr>
        <w:t>عليهما‌السلام</w:t>
      </w:r>
      <w:r>
        <w:rPr>
          <w:rtl/>
        </w:rPr>
        <w:t xml:space="preserve"> كان يدعوا « اما ! » وهي التي زوجها فعابه عبدالملك بن مروان بأنه زوج امه. توهما أنها والدته ، وكانت والدته شهر بانويه قد توفيت وهو طفل. </w:t>
      </w:r>
    </w:p>
    <w:p w:rsidR="007849C6" w:rsidRDefault="007849C6" w:rsidP="00186E94">
      <w:pPr>
        <w:pStyle w:val="libNormal"/>
        <w:rPr>
          <w:rtl/>
        </w:rPr>
      </w:pPr>
      <w:r>
        <w:rPr>
          <w:rtl/>
        </w:rPr>
        <w:t xml:space="preserve">1695 ـ يحيى بن الجرار ، بالجيم والراءين المهملتين ، كذا رأيته بخط الشيخ أبي جعفر ، هو الذي روى أن عثمان قتل بنت رسول الله </w:t>
      </w:r>
      <w:r w:rsidR="00CA64D5" w:rsidRPr="00CA64D5">
        <w:rPr>
          <w:rStyle w:val="libAlaemChar"/>
          <w:rFonts w:hint="cs"/>
          <w:rtl/>
        </w:rPr>
        <w:t>صلى‌الله‌عليه‌وآله‌وسلم</w:t>
      </w:r>
      <w:r>
        <w:rPr>
          <w:rtl/>
        </w:rPr>
        <w:t xml:space="preserve"> وروى عنه الاعمش وغيره وكان مستقيما. </w:t>
      </w:r>
    </w:p>
    <w:p w:rsidR="007849C6" w:rsidRDefault="007849C6" w:rsidP="00186E94">
      <w:pPr>
        <w:pStyle w:val="libNormal"/>
        <w:rPr>
          <w:rtl/>
        </w:rPr>
      </w:pPr>
      <w:r>
        <w:rPr>
          <w:rtl/>
        </w:rPr>
        <w:t xml:space="preserve">1696 ـ يحيى بن الحجاج الكرخي بغدادي ق ( جش ) ثقة هو وأخوه خالد. </w:t>
      </w:r>
    </w:p>
    <w:p w:rsidR="007849C6" w:rsidRDefault="007849C6" w:rsidP="00186E94">
      <w:pPr>
        <w:pStyle w:val="libNormal"/>
        <w:rPr>
          <w:rtl/>
        </w:rPr>
      </w:pPr>
      <w:r>
        <w:rPr>
          <w:rtl/>
        </w:rPr>
        <w:t xml:space="preserve">1697 ـ يحيى بن الحسن بن جعفر بن عبيدالله بن الحسين بن علي بن أبي طالب </w:t>
      </w:r>
      <w:r w:rsidR="0006364F" w:rsidRPr="0006364F">
        <w:rPr>
          <w:rStyle w:val="libAlaemChar"/>
          <w:rFonts w:hint="cs"/>
          <w:rtl/>
        </w:rPr>
        <w:t>عليه‌السلام</w:t>
      </w:r>
      <w:r>
        <w:rPr>
          <w:rtl/>
        </w:rPr>
        <w:t xml:space="preserve"> أبو الحسين ، العلامة الصدوق المصنف </w:t>
      </w:r>
    </w:p>
    <w:p w:rsidR="007849C6" w:rsidRDefault="007849C6" w:rsidP="00186E94">
      <w:pPr>
        <w:pStyle w:val="libNormal0"/>
        <w:rPr>
          <w:rtl/>
        </w:rPr>
      </w:pPr>
      <w:r>
        <w:rPr>
          <w:rtl/>
        </w:rPr>
        <w:br w:type="page"/>
      </w:r>
      <w:r>
        <w:rPr>
          <w:rtl/>
        </w:rPr>
        <w:lastRenderedPageBreak/>
        <w:t xml:space="preserve">ضا ( ست ، جش ). </w:t>
      </w:r>
    </w:p>
    <w:p w:rsidR="007849C6" w:rsidRDefault="007849C6" w:rsidP="00186E94">
      <w:pPr>
        <w:pStyle w:val="libNormal"/>
        <w:rPr>
          <w:rtl/>
        </w:rPr>
      </w:pPr>
      <w:r>
        <w:rPr>
          <w:rtl/>
        </w:rPr>
        <w:t xml:space="preserve">1698 ـ يحيى بن خالد الوابشي الهمداني لم ( جش ) ثقة كوفي. </w:t>
      </w:r>
    </w:p>
    <w:p w:rsidR="007849C6" w:rsidRDefault="007849C6" w:rsidP="00186E94">
      <w:pPr>
        <w:pStyle w:val="libNormal"/>
        <w:rPr>
          <w:rtl/>
        </w:rPr>
      </w:pPr>
      <w:r>
        <w:rPr>
          <w:rtl/>
        </w:rPr>
        <w:t xml:space="preserve">1699 ـ يحيى الخزاز ، بالمعجمات ، التبريزي ق ( جخ ) ثقة. </w:t>
      </w:r>
    </w:p>
    <w:p w:rsidR="007849C6" w:rsidRDefault="007849C6" w:rsidP="00186E94">
      <w:pPr>
        <w:pStyle w:val="libNormal"/>
        <w:rPr>
          <w:rtl/>
        </w:rPr>
      </w:pPr>
      <w:r>
        <w:rPr>
          <w:rtl/>
        </w:rPr>
        <w:t xml:space="preserve">1700 ـ يحيى بن خلف الوابشي بالباء المفردة والشين المعجمة ، منسوب إلى وابش بن زيد بن عدوان بطن من بني منصور الهمداني لم ثقة كوفي. </w:t>
      </w:r>
    </w:p>
    <w:p w:rsidR="007849C6" w:rsidRDefault="007849C6" w:rsidP="00186E94">
      <w:pPr>
        <w:pStyle w:val="libNormal"/>
        <w:rPr>
          <w:rtl/>
        </w:rPr>
      </w:pPr>
      <w:r>
        <w:rPr>
          <w:rtl/>
        </w:rPr>
        <w:t xml:space="preserve">1701 ـ يحيى بن زرارة بن أعين الشيباني ق ( جخ ). </w:t>
      </w:r>
    </w:p>
    <w:p w:rsidR="007849C6" w:rsidRDefault="007849C6" w:rsidP="00186E94">
      <w:pPr>
        <w:pStyle w:val="libNormal"/>
        <w:rPr>
          <w:rtl/>
        </w:rPr>
      </w:pPr>
      <w:r>
        <w:rPr>
          <w:rtl/>
        </w:rPr>
        <w:t xml:space="preserve">1702 ـ يحيى بن زكريا بن شيبان أبو عبد الله الكندي العلاف الشيخ الثقة الصدوق ضا </w:t>
      </w:r>
      <w:r w:rsidRPr="00186E94">
        <w:rPr>
          <w:rStyle w:val="libFootnotenumChar"/>
          <w:rtl/>
        </w:rPr>
        <w:t>(1)</w:t>
      </w:r>
      <w:r>
        <w:rPr>
          <w:rtl/>
        </w:rPr>
        <w:t xml:space="preserve"> ( جخ ، جش ) روى عن أبيه ، وروى أبوه عن الحسين بن أبي العلاء ومحمد بن حمران وكليب بن معاوية وصفوان ابن يحيى. </w:t>
      </w:r>
    </w:p>
    <w:p w:rsidR="007849C6" w:rsidRDefault="007849C6" w:rsidP="00186E94">
      <w:pPr>
        <w:pStyle w:val="libNormal"/>
        <w:rPr>
          <w:rtl/>
        </w:rPr>
      </w:pPr>
      <w:r>
        <w:rPr>
          <w:rtl/>
        </w:rPr>
        <w:t>1703</w:t>
      </w:r>
      <w:r>
        <w:rPr>
          <w:rFonts w:hint="cs"/>
          <w:rtl/>
        </w:rPr>
        <w:t xml:space="preserve"> </w:t>
      </w:r>
      <w:r>
        <w:rPr>
          <w:rtl/>
        </w:rPr>
        <w:t xml:space="preserve">ـ يحيى بن زيد بن علي بن الحسين ، والد البيوتات السبعة وأولاده عيسى ومحمد ويحيى وداود وعلي وأحمد ق ، م ( جخ ). </w:t>
      </w:r>
    </w:p>
    <w:p w:rsidR="007849C6" w:rsidRDefault="007849C6" w:rsidP="00186E94">
      <w:pPr>
        <w:pStyle w:val="libNormal"/>
        <w:rPr>
          <w:rtl/>
        </w:rPr>
      </w:pPr>
      <w:r>
        <w:rPr>
          <w:rtl/>
        </w:rPr>
        <w:t xml:space="preserve">1704 ـ يحيى بن سعيد فروخ القطان أبو سعيد البصري ق ( جخ ) كان من أئمة الحديث. </w:t>
      </w:r>
    </w:p>
    <w:p w:rsidR="007849C6" w:rsidRDefault="007849C6" w:rsidP="00186E94">
      <w:pPr>
        <w:pStyle w:val="libNormal"/>
        <w:rPr>
          <w:rtl/>
        </w:rPr>
      </w:pPr>
      <w:r>
        <w:rPr>
          <w:rtl/>
        </w:rPr>
        <w:t xml:space="preserve">1705 ـ يحيى بن سعيد بن قيس الانصاري المدني تابعي أسند عنه يكنى أبا سعيد أحد بني مالك بن النجار. توفي بالهاشهية وكان قاضيا لهالابي جعفرق ( جخ ). </w:t>
      </w:r>
    </w:p>
    <w:p w:rsidR="007849C6" w:rsidRDefault="007849C6" w:rsidP="00186E94">
      <w:pPr>
        <w:pStyle w:val="libNormal"/>
        <w:rPr>
          <w:rtl/>
        </w:rPr>
      </w:pPr>
      <w:r>
        <w:rPr>
          <w:rtl/>
        </w:rPr>
        <w:t xml:space="preserve">1706 ـ يحيى صاحب الديلم العالم الشهيد ابن عبدالله بن الحسن بن الحسن بن علي بن أبي طالب ( ع ) مدني ق ( جخ ). </w:t>
      </w:r>
    </w:p>
    <w:p w:rsidR="007849C6" w:rsidRDefault="007849C6" w:rsidP="00186E94">
      <w:pPr>
        <w:pStyle w:val="libNormal"/>
        <w:rPr>
          <w:rtl/>
        </w:rPr>
      </w:pPr>
      <w:r>
        <w:rPr>
          <w:rtl/>
        </w:rPr>
        <w:t xml:space="preserve">1707 ـ يحيى بن عباس الوراق ضا ( جخ ) مجهول.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لا يوجد يحيى بن زكريا بن شيبان في أصحاب الرضا </w:t>
      </w:r>
      <w:r w:rsidR="0006364F" w:rsidRPr="0006364F">
        <w:rPr>
          <w:rStyle w:val="libAlaemChar"/>
          <w:rFonts w:hint="cs"/>
          <w:rtl/>
        </w:rPr>
        <w:t>عليه‌السلام</w:t>
      </w:r>
      <w:r>
        <w:rPr>
          <w:rtl/>
        </w:rPr>
        <w:t xml:space="preserve"> في رجال الشيخ ، فراجعه. </w:t>
      </w:r>
    </w:p>
    <w:p w:rsidR="007849C6" w:rsidRDefault="007849C6" w:rsidP="00186E94">
      <w:pPr>
        <w:pStyle w:val="libNormal"/>
        <w:rPr>
          <w:rtl/>
        </w:rPr>
      </w:pPr>
      <w:r>
        <w:rPr>
          <w:rtl/>
        </w:rPr>
        <w:br w:type="page"/>
      </w:r>
      <w:r>
        <w:rPr>
          <w:rtl/>
        </w:rPr>
        <w:lastRenderedPageBreak/>
        <w:t xml:space="preserve">1708 ـ يحيى بن عبدالحميد </w:t>
      </w:r>
      <w:r w:rsidRPr="00186E94">
        <w:rPr>
          <w:rStyle w:val="libFootnotenumChar"/>
          <w:rtl/>
        </w:rPr>
        <w:t>(1)</w:t>
      </w:r>
      <w:r>
        <w:rPr>
          <w:rtl/>
        </w:rPr>
        <w:t xml:space="preserve"> لم ( جش ) له كتاب وفي نسخة : يحيى بن العلاء الرازي. </w:t>
      </w:r>
    </w:p>
    <w:p w:rsidR="007849C6" w:rsidRDefault="007849C6" w:rsidP="00186E94">
      <w:pPr>
        <w:pStyle w:val="libNormal"/>
        <w:rPr>
          <w:rtl/>
        </w:rPr>
      </w:pPr>
      <w:r>
        <w:rPr>
          <w:rtl/>
        </w:rPr>
        <w:t xml:space="preserve">1709 ـ يحيى بن عبدالرحمن الازرق ق ، م كوفي ثقة. </w:t>
      </w:r>
    </w:p>
    <w:p w:rsidR="007849C6" w:rsidRDefault="007849C6" w:rsidP="00186E94">
      <w:pPr>
        <w:pStyle w:val="libNormal"/>
        <w:rPr>
          <w:rtl/>
        </w:rPr>
      </w:pPr>
      <w:r>
        <w:rPr>
          <w:rtl/>
        </w:rPr>
        <w:t xml:space="preserve">1710 ـ يحيى بن عبدالحميد الحماني لم ( ست ) له كتاب المناقب. </w:t>
      </w:r>
    </w:p>
    <w:p w:rsidR="007849C6" w:rsidRDefault="007849C6" w:rsidP="00186E94">
      <w:pPr>
        <w:pStyle w:val="libNormal"/>
        <w:rPr>
          <w:rtl/>
        </w:rPr>
      </w:pPr>
      <w:r>
        <w:rPr>
          <w:rtl/>
        </w:rPr>
        <w:t xml:space="preserve">1711 ـ يحيى بن العلاء البجلي الرازي أبو جعفر ق ( جخ ، جش ) ثقة أصله كوفي. </w:t>
      </w:r>
    </w:p>
    <w:p w:rsidR="007849C6" w:rsidRDefault="007849C6" w:rsidP="00186E94">
      <w:pPr>
        <w:pStyle w:val="libNormal"/>
        <w:rPr>
          <w:rtl/>
        </w:rPr>
      </w:pPr>
      <w:r>
        <w:rPr>
          <w:rtl/>
        </w:rPr>
        <w:t xml:space="preserve">1712 ـ يحيى بن عليم ، بضم المهملة الكلبي العليمي ق ( كش </w:t>
      </w:r>
      <w:r w:rsidRPr="00186E94">
        <w:rPr>
          <w:rStyle w:val="libFootnotenumChar"/>
          <w:rtl/>
        </w:rPr>
        <w:t>(2)</w:t>
      </w:r>
      <w:r>
        <w:rPr>
          <w:rtl/>
        </w:rPr>
        <w:t xml:space="preserve"> جش ) ثقة عن ( غض ) ضعيف ، والارجح ثقته. </w:t>
      </w:r>
    </w:p>
    <w:p w:rsidR="007849C6" w:rsidRDefault="007849C6" w:rsidP="00186E94">
      <w:pPr>
        <w:pStyle w:val="libNormal"/>
        <w:rPr>
          <w:rtl/>
        </w:rPr>
      </w:pPr>
      <w:r>
        <w:rPr>
          <w:rtl/>
        </w:rPr>
        <w:t xml:space="preserve">1713 ـ يحيى بن عمران بن علاء بن أبي شعبة الحلي ق ، م ( جخ ، ست ) كانت تجارته إلى حلب فنسب إليها ، ثقة ثقة صحيح الحديث </w:t>
      </w:r>
      <w:r w:rsidRPr="00186E94">
        <w:rPr>
          <w:rStyle w:val="libFootnotenumChar"/>
          <w:rtl/>
        </w:rPr>
        <w:t>(3)</w:t>
      </w:r>
      <w:r>
        <w:rPr>
          <w:rtl/>
        </w:rPr>
        <w:t xml:space="preserve">. </w:t>
      </w:r>
    </w:p>
    <w:p w:rsidR="007849C6" w:rsidRDefault="007849C6" w:rsidP="00186E94">
      <w:pPr>
        <w:pStyle w:val="libNormal"/>
        <w:rPr>
          <w:rtl/>
        </w:rPr>
      </w:pPr>
      <w:r>
        <w:rPr>
          <w:rtl/>
        </w:rPr>
        <w:t xml:space="preserve">1714 ـ يحيى بن هاشم لم ( جش ) كوفي ثقة قليل الحديث. </w:t>
      </w:r>
    </w:p>
    <w:p w:rsidR="007849C6" w:rsidRDefault="007849C6" w:rsidP="00186E94">
      <w:pPr>
        <w:pStyle w:val="libNormal"/>
        <w:rPr>
          <w:rtl/>
        </w:rPr>
      </w:pPr>
      <w:r>
        <w:rPr>
          <w:rtl/>
        </w:rPr>
        <w:t xml:space="preserve">1715 ـ يحيى اللحام الكوفي ق ( جش ) ثقة. </w:t>
      </w:r>
    </w:p>
    <w:p w:rsidR="007849C6" w:rsidRDefault="007849C6" w:rsidP="00186E94">
      <w:pPr>
        <w:pStyle w:val="libNormal"/>
        <w:rPr>
          <w:rtl/>
        </w:rPr>
      </w:pPr>
      <w:r>
        <w:rPr>
          <w:rtl/>
        </w:rPr>
        <w:t xml:space="preserve">1716 ـ يحيى بن أبو محمد العلوي بني زيارة لم ( جخ ، جش ، ست ) من أهل نيسابور جليل القدر عظيم الرئاسة متكلم حاذق زاهد ورع له كتب كثيرة في الامامة وغيرها. </w:t>
      </w:r>
    </w:p>
    <w:p w:rsidR="007849C6" w:rsidRDefault="007849C6" w:rsidP="00186E94">
      <w:pPr>
        <w:pStyle w:val="libNormal"/>
        <w:rPr>
          <w:rtl/>
        </w:rPr>
      </w:pPr>
      <w:r>
        <w:rPr>
          <w:rtl/>
        </w:rPr>
        <w:t xml:space="preserve">1717 ـ يحيى بن أحمد بن محمد بن عبدالله بن الحسن بن علي بن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هذا هو يحيى بن عبدالحميد الحماني الآتي الذي نسب الشيخ إليه في باب الالقاب من « ست » أن له كتاب المناقب. </w:t>
      </w:r>
    </w:p>
    <w:p w:rsidR="007849C6" w:rsidRDefault="007849C6" w:rsidP="002C2B53">
      <w:pPr>
        <w:pStyle w:val="libFootnote0"/>
        <w:rPr>
          <w:rtl/>
        </w:rPr>
      </w:pPr>
      <w:r>
        <w:rPr>
          <w:rtl/>
        </w:rPr>
        <w:t xml:space="preserve">2 ـ يحيى بن عليم لم يذكره الكشي ، ولعله جاء ( كش ) زيادة من النساخ. </w:t>
      </w:r>
    </w:p>
    <w:p w:rsidR="007849C6" w:rsidRDefault="007849C6" w:rsidP="002C2B53">
      <w:pPr>
        <w:pStyle w:val="libFootnote0"/>
        <w:rPr>
          <w:rtl/>
        </w:rPr>
      </w:pPr>
      <w:r>
        <w:rPr>
          <w:rtl/>
        </w:rPr>
        <w:t xml:space="preserve">3 ـ في رجال النجاشي ذكره بعنوان يحيى بن عمران بن علي بن أبي شعبة الحلبي. </w:t>
      </w:r>
    </w:p>
    <w:p w:rsidR="007849C6" w:rsidRDefault="007849C6" w:rsidP="00186E94">
      <w:pPr>
        <w:pStyle w:val="libNormal0"/>
        <w:rPr>
          <w:rtl/>
        </w:rPr>
      </w:pPr>
      <w:r>
        <w:rPr>
          <w:rtl/>
        </w:rPr>
        <w:br w:type="page"/>
      </w:r>
      <w:r>
        <w:rPr>
          <w:rtl/>
        </w:rPr>
        <w:lastRenderedPageBreak/>
        <w:t xml:space="preserve">الحسين بن علي بن أبي طالب لم ( جش ) كان فقيها عالما متكلما سكن نيسابور. </w:t>
      </w:r>
    </w:p>
    <w:p w:rsidR="007849C6" w:rsidRDefault="007849C6" w:rsidP="00186E94">
      <w:pPr>
        <w:pStyle w:val="libNormal"/>
        <w:rPr>
          <w:rtl/>
        </w:rPr>
      </w:pPr>
      <w:r>
        <w:rPr>
          <w:rtl/>
        </w:rPr>
        <w:t xml:space="preserve">1718 ـ يحيى بن وثاب ، بالثاء المثلثة والياء المفردة ، قرأ على عبيد بن نضلة ، كان يقرأ عليه كل يوم آية ففرغ من القرآن في سبع وأربعين سنة ، وكان مستقيما. </w:t>
      </w:r>
    </w:p>
    <w:p w:rsidR="007849C6" w:rsidRDefault="007849C6" w:rsidP="00186E94">
      <w:pPr>
        <w:pStyle w:val="libNormal"/>
        <w:rPr>
          <w:rtl/>
        </w:rPr>
      </w:pPr>
      <w:r>
        <w:rPr>
          <w:rtl/>
        </w:rPr>
        <w:t xml:space="preserve">1719 ـ يحيى بن هاشم كوفي قليل الحديث ثقة </w:t>
      </w:r>
      <w:r w:rsidRPr="00186E94">
        <w:rPr>
          <w:rStyle w:val="libFootnotenumChar"/>
          <w:rtl/>
        </w:rPr>
        <w:t>(1)</w:t>
      </w:r>
      <w:r>
        <w:rPr>
          <w:rtl/>
        </w:rPr>
        <w:t xml:space="preserve">. </w:t>
      </w:r>
    </w:p>
    <w:p w:rsidR="007849C6" w:rsidRDefault="007849C6" w:rsidP="00186E94">
      <w:pPr>
        <w:pStyle w:val="libNormal"/>
        <w:rPr>
          <w:rtl/>
        </w:rPr>
      </w:pPr>
      <w:r>
        <w:rPr>
          <w:rtl/>
        </w:rPr>
        <w:t xml:space="preserve">1720 ـ يحيى بن يحيى الحنفي لم ( جش ) له كتاب. </w:t>
      </w:r>
    </w:p>
    <w:p w:rsidR="007849C6" w:rsidRDefault="007849C6" w:rsidP="00186E94">
      <w:pPr>
        <w:pStyle w:val="libNormal"/>
        <w:rPr>
          <w:rtl/>
        </w:rPr>
      </w:pPr>
      <w:r>
        <w:rPr>
          <w:rtl/>
        </w:rPr>
        <w:t xml:space="preserve">1721 ـ يحيى بن يعقوب أبو طالب القاضي ، خال أبي يوسف القاضي ق ( جخ ). </w:t>
      </w:r>
    </w:p>
    <w:p w:rsidR="007849C6" w:rsidRDefault="007849C6" w:rsidP="00186E94">
      <w:pPr>
        <w:pStyle w:val="libNormal"/>
        <w:rPr>
          <w:rtl/>
        </w:rPr>
      </w:pPr>
      <w:r>
        <w:rPr>
          <w:rtl/>
        </w:rPr>
        <w:t xml:space="preserve">1722 ـ يزيد أبو خالد القماط مولى بني عجل بن لجيم ق ( جش ) ثقة كوفي. </w:t>
      </w:r>
    </w:p>
    <w:p w:rsidR="007849C6" w:rsidRDefault="007849C6" w:rsidP="00186E94">
      <w:pPr>
        <w:pStyle w:val="libNormal"/>
        <w:rPr>
          <w:rtl/>
        </w:rPr>
      </w:pPr>
      <w:r>
        <w:rPr>
          <w:rtl/>
        </w:rPr>
        <w:t xml:space="preserve">1723 ـ يزيد بن إسحاق بن السخف الغنوي أبو إسحاق يلقب شعر لم ( جخ ، </w:t>
      </w:r>
      <w:r w:rsidRPr="00186E94">
        <w:rPr>
          <w:rStyle w:val="libFootnotenumChar"/>
          <w:rtl/>
        </w:rPr>
        <w:t>(2)</w:t>
      </w:r>
      <w:r>
        <w:rPr>
          <w:rtl/>
        </w:rPr>
        <w:t xml:space="preserve"> كش ) مدحه. </w:t>
      </w:r>
    </w:p>
    <w:p w:rsidR="007849C6" w:rsidRDefault="007849C6" w:rsidP="00186E94">
      <w:pPr>
        <w:pStyle w:val="libNormal"/>
        <w:rPr>
          <w:rtl/>
        </w:rPr>
      </w:pPr>
      <w:r>
        <w:rPr>
          <w:rtl/>
        </w:rPr>
        <w:t xml:space="preserve">1724 ـ يزيد بن الحسن لم ( جش ) له نوادر. </w:t>
      </w:r>
    </w:p>
    <w:p w:rsidR="007849C6" w:rsidRDefault="007849C6" w:rsidP="00186E94">
      <w:pPr>
        <w:pStyle w:val="libNormal"/>
        <w:rPr>
          <w:rtl/>
        </w:rPr>
      </w:pPr>
      <w:r>
        <w:rPr>
          <w:rtl/>
        </w:rPr>
        <w:t xml:space="preserve">1725 ـ يزيد بن حماد الانباري السلمي أبو يعقوب الكاتب ثقة. </w:t>
      </w:r>
    </w:p>
    <w:p w:rsidR="007849C6" w:rsidRDefault="007849C6" w:rsidP="00186E94">
      <w:pPr>
        <w:pStyle w:val="libNormal"/>
        <w:rPr>
          <w:rtl/>
        </w:rPr>
      </w:pPr>
      <w:r>
        <w:rPr>
          <w:rtl/>
        </w:rPr>
        <w:t xml:space="preserve">1726 ـ يزيد بن خليفة الحارثي ق ( كش ) أن أبا عبد الله </w:t>
      </w:r>
      <w:r w:rsidR="0006364F" w:rsidRPr="0006364F">
        <w:rPr>
          <w:rStyle w:val="libAlaemChar"/>
          <w:rFonts w:hint="cs"/>
          <w:rtl/>
        </w:rPr>
        <w:t>عليه‌السلام</w:t>
      </w:r>
      <w:r>
        <w:rPr>
          <w:rtl/>
        </w:rPr>
        <w:t xml:space="preserve"> قال له : أنت نجيب من حارث بن كعب. </w:t>
      </w:r>
    </w:p>
    <w:p w:rsidR="007849C6" w:rsidRDefault="007849C6" w:rsidP="00186E94">
      <w:pPr>
        <w:pStyle w:val="libNormal"/>
        <w:rPr>
          <w:rtl/>
        </w:rPr>
      </w:pPr>
      <w:r>
        <w:rPr>
          <w:rtl/>
        </w:rPr>
        <w:t xml:space="preserve">1727 ـ يزيد بن سليط الزيدي م ( كش ) حديثه طويل. </w:t>
      </w:r>
    </w:p>
    <w:p w:rsidR="007849C6" w:rsidRDefault="007849C6" w:rsidP="00186E94">
      <w:pPr>
        <w:pStyle w:val="libNormal"/>
        <w:rPr>
          <w:rtl/>
        </w:rPr>
      </w:pPr>
      <w:r>
        <w:rPr>
          <w:rtl/>
        </w:rPr>
        <w:t xml:space="preserve">1728 ـ يزيد بن نوبرة ، بالنون والواو المفتوحة والياء المثناة تحت ى ( جخ ) قتل يوم النهروان. قال له رسول الله </w:t>
      </w:r>
      <w:r w:rsidR="0006364F" w:rsidRPr="0006364F">
        <w:rPr>
          <w:rStyle w:val="libAlaemChar"/>
          <w:rFonts w:hint="cs"/>
          <w:rtl/>
        </w:rPr>
        <w:t>صلى‌الله‌عليه‌وآله</w:t>
      </w:r>
      <w:r>
        <w:rPr>
          <w:rtl/>
        </w:rPr>
        <w:t xml:space="preserve"> : من جاوز هذا التل فله الجنة ، فقال : يارسول الله ما بيني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هذا هو يحيى بن هاشم المتقدم برقم 1714 وجاء ذكره مكررا. </w:t>
      </w:r>
    </w:p>
    <w:p w:rsidR="007849C6" w:rsidRDefault="007849C6" w:rsidP="002C2B53">
      <w:pPr>
        <w:pStyle w:val="libFootnote0"/>
        <w:rPr>
          <w:rtl/>
        </w:rPr>
      </w:pPr>
      <w:r>
        <w:rPr>
          <w:rtl/>
        </w:rPr>
        <w:t xml:space="preserve">2 ـ ذكره الشيخ في باب أصحاب الصادق </w:t>
      </w:r>
      <w:r w:rsidR="0006364F" w:rsidRPr="0006364F">
        <w:rPr>
          <w:rStyle w:val="libAlaemChar"/>
          <w:rFonts w:hint="cs"/>
          <w:rtl/>
        </w:rPr>
        <w:t>عليه‌السلام</w:t>
      </w:r>
      <w:r>
        <w:rPr>
          <w:rtl/>
        </w:rPr>
        <w:t xml:space="preserve"> من رجاله لا في باب من لم يرو عنهم </w:t>
      </w:r>
      <w:r w:rsidR="0006364F" w:rsidRPr="0006364F">
        <w:rPr>
          <w:rStyle w:val="libAlaemChar"/>
          <w:rFonts w:hint="cs"/>
          <w:rtl/>
        </w:rPr>
        <w:t>عليهم‌السلام</w:t>
      </w:r>
      <w:r>
        <w:rPr>
          <w:rtl/>
        </w:rPr>
        <w:t xml:space="preserve">. </w:t>
      </w:r>
    </w:p>
    <w:p w:rsidR="007849C6" w:rsidRDefault="007849C6" w:rsidP="00186E94">
      <w:pPr>
        <w:pStyle w:val="libNormal0"/>
        <w:rPr>
          <w:rtl/>
        </w:rPr>
      </w:pPr>
      <w:r>
        <w:rPr>
          <w:rtl/>
        </w:rPr>
        <w:br w:type="page"/>
      </w:r>
      <w:r>
        <w:rPr>
          <w:rtl/>
        </w:rPr>
        <w:lastRenderedPageBreak/>
        <w:t xml:space="preserve">وبين الجنة إلا التل ؟ فقال له : نعم ، فضرب بالسيف حتى جاوزه فقال له ابن عمه : إن أنا جاوزت التل فلي مثل ماله ؟ فقال : نعم ، فجاوزه واختصما على قتيل قتلاه ، فقال لهما رسول الله </w:t>
      </w:r>
      <w:r w:rsidR="00CA64D5" w:rsidRPr="00CA64D5">
        <w:rPr>
          <w:rStyle w:val="libAlaemChar"/>
          <w:rFonts w:hint="cs"/>
          <w:rtl/>
        </w:rPr>
        <w:t>صلى‌الله‌عليه‌وآله‌وسلم</w:t>
      </w:r>
      <w:r>
        <w:rPr>
          <w:rtl/>
        </w:rPr>
        <w:t xml:space="preserve"> : ابشرا فكل منكما قد استوجب الجنة. </w:t>
      </w:r>
    </w:p>
    <w:p w:rsidR="007849C6" w:rsidRDefault="007849C6" w:rsidP="00186E94">
      <w:pPr>
        <w:pStyle w:val="libNormal"/>
        <w:rPr>
          <w:rtl/>
        </w:rPr>
      </w:pPr>
      <w:r>
        <w:rPr>
          <w:rtl/>
        </w:rPr>
        <w:t xml:space="preserve">1729 ـ يعقوب بن إسحاق بن السكيت ، أبو يوسف صاحب « إصلاح المنطق » كان متقدما عند أبي جعفر الثاني وأبي الحسن </w:t>
      </w:r>
      <w:r w:rsidR="0006364F" w:rsidRPr="0006364F">
        <w:rPr>
          <w:rStyle w:val="libAlaemChar"/>
          <w:rFonts w:hint="cs"/>
          <w:rtl/>
        </w:rPr>
        <w:t>عليهما‌السلام</w:t>
      </w:r>
      <w:r>
        <w:rPr>
          <w:rtl/>
        </w:rPr>
        <w:t xml:space="preserve"> وكانا يختصانه ، قتله المتوكل لاجل التشيع ، كان صدوقا عالما بالعربية لامطعن عليه د ، دى ( جش ). </w:t>
      </w:r>
    </w:p>
    <w:p w:rsidR="007849C6" w:rsidRDefault="007849C6" w:rsidP="00186E94">
      <w:pPr>
        <w:pStyle w:val="libNormal"/>
        <w:rPr>
          <w:rtl/>
        </w:rPr>
      </w:pPr>
      <w:r>
        <w:rPr>
          <w:rtl/>
        </w:rPr>
        <w:t xml:space="preserve">1730 ـ يعقوب بن سالم الاحمر أخو أسباط بن سالم ق ( جخ ، جش ). </w:t>
      </w:r>
    </w:p>
    <w:p w:rsidR="007849C6" w:rsidRDefault="007849C6" w:rsidP="00186E94">
      <w:pPr>
        <w:pStyle w:val="libNormal"/>
        <w:rPr>
          <w:rtl/>
        </w:rPr>
      </w:pPr>
      <w:r>
        <w:rPr>
          <w:rtl/>
        </w:rPr>
        <w:t xml:space="preserve">1731 ـ يعقوب السراج م ( جش ) كوفي ثقة ( غض ) ضعيف وثقته أصح. </w:t>
      </w:r>
    </w:p>
    <w:p w:rsidR="007849C6" w:rsidRDefault="007849C6" w:rsidP="00186E94">
      <w:pPr>
        <w:pStyle w:val="libNormal"/>
        <w:rPr>
          <w:rtl/>
        </w:rPr>
      </w:pPr>
      <w:r>
        <w:rPr>
          <w:rtl/>
        </w:rPr>
        <w:t xml:space="preserve">1732 ـ يعقوب بن شعيب بن ميثم بن يحيى التمار مولى بني أسد أبو محمد ق ( جش ) ثقة ذكره ابن سعد وابن نوح. </w:t>
      </w:r>
    </w:p>
    <w:p w:rsidR="007849C6" w:rsidRDefault="007849C6" w:rsidP="00186E94">
      <w:pPr>
        <w:pStyle w:val="libNormal"/>
        <w:rPr>
          <w:rtl/>
        </w:rPr>
      </w:pPr>
      <w:r>
        <w:rPr>
          <w:rtl/>
        </w:rPr>
        <w:t xml:space="preserve">1733 ـ يعقوب بن نعيم بن قرقارة الكاتب أبو يوسف كان جليلا في أصحابنا ضا ( جش ) ثقة. </w:t>
      </w:r>
    </w:p>
    <w:p w:rsidR="007849C6" w:rsidRDefault="007849C6" w:rsidP="00186E94">
      <w:pPr>
        <w:pStyle w:val="libNormal"/>
        <w:rPr>
          <w:rtl/>
        </w:rPr>
      </w:pPr>
      <w:r>
        <w:rPr>
          <w:rtl/>
        </w:rPr>
        <w:t xml:space="preserve">1734 ـ يعقوب بن إلياس ثقة. </w:t>
      </w:r>
    </w:p>
    <w:p w:rsidR="007849C6" w:rsidRDefault="007849C6" w:rsidP="00186E94">
      <w:pPr>
        <w:pStyle w:val="libNormal"/>
        <w:rPr>
          <w:rtl/>
        </w:rPr>
      </w:pPr>
      <w:r>
        <w:rPr>
          <w:rtl/>
        </w:rPr>
        <w:t xml:space="preserve">1735 ـ يعقوب بن يزيد بن حماد الانباري السلمي أبو يوسف القمي من كتاب المنتصر د ( جخ ، جش ) انتقل إلى بغداد وكان ثقة صدوقا. </w:t>
      </w:r>
    </w:p>
    <w:p w:rsidR="007849C6" w:rsidRDefault="007849C6" w:rsidP="00186E94">
      <w:pPr>
        <w:pStyle w:val="libNormal"/>
        <w:rPr>
          <w:rtl/>
        </w:rPr>
      </w:pPr>
      <w:r>
        <w:rPr>
          <w:rtl/>
        </w:rPr>
        <w:t xml:space="preserve">1736 ـ يعقوب بن يقطين ضا ( جخ ) ثقة. </w:t>
      </w:r>
    </w:p>
    <w:p w:rsidR="007849C6" w:rsidRDefault="007849C6" w:rsidP="00186E94">
      <w:pPr>
        <w:pStyle w:val="libNormal"/>
        <w:rPr>
          <w:rtl/>
        </w:rPr>
      </w:pPr>
      <w:r>
        <w:rPr>
          <w:rtl/>
        </w:rPr>
        <w:t xml:space="preserve">1737 ـ يوسف بن ثابت بن أبي سعدة أبو أمية كوفي ق ( جخ ، جش ) ثقة. </w:t>
      </w:r>
    </w:p>
    <w:p w:rsidR="007849C6" w:rsidRDefault="007849C6" w:rsidP="00186E94">
      <w:pPr>
        <w:pStyle w:val="libNormal"/>
        <w:rPr>
          <w:rtl/>
        </w:rPr>
      </w:pPr>
      <w:r>
        <w:rPr>
          <w:rtl/>
        </w:rPr>
        <w:t xml:space="preserve">1738 ـ يوسف بن عقيل البجلي لم ( جش ) كوفي ثقة قليل الحديث </w:t>
      </w:r>
    </w:p>
    <w:p w:rsidR="007849C6" w:rsidRDefault="007849C6" w:rsidP="00186E94">
      <w:pPr>
        <w:pStyle w:val="libNormal"/>
        <w:rPr>
          <w:rtl/>
        </w:rPr>
      </w:pPr>
      <w:r>
        <w:rPr>
          <w:rtl/>
        </w:rPr>
        <w:br w:type="page"/>
      </w:r>
      <w:r>
        <w:rPr>
          <w:rtl/>
        </w:rPr>
        <w:lastRenderedPageBreak/>
        <w:t xml:space="preserve">1739 ـ يوسف بن علي القطان أبو عبد الله ، كان ينزل الكوفة طاق حيان قريب الامر. </w:t>
      </w:r>
    </w:p>
    <w:p w:rsidR="007849C6" w:rsidRDefault="007849C6" w:rsidP="00186E94">
      <w:pPr>
        <w:pStyle w:val="libNormal"/>
        <w:rPr>
          <w:rtl/>
        </w:rPr>
      </w:pPr>
      <w:r>
        <w:rPr>
          <w:rtl/>
        </w:rPr>
        <w:t xml:space="preserve">740 ـ يوسف بن عمار بن حيان ثقة. </w:t>
      </w:r>
    </w:p>
    <w:p w:rsidR="007849C6" w:rsidRDefault="007849C6" w:rsidP="00186E94">
      <w:pPr>
        <w:pStyle w:val="libNormal"/>
        <w:rPr>
          <w:rtl/>
        </w:rPr>
      </w:pPr>
      <w:r>
        <w:rPr>
          <w:rtl/>
        </w:rPr>
        <w:t xml:space="preserve">1741 ـ يونس بن رباط البجلي مولاهم ق ( جش ) كوفي ثقة. </w:t>
      </w:r>
    </w:p>
    <w:p w:rsidR="007849C6" w:rsidRDefault="007849C6" w:rsidP="00186E94">
      <w:pPr>
        <w:pStyle w:val="libNormal"/>
        <w:rPr>
          <w:rtl/>
        </w:rPr>
      </w:pPr>
      <w:r>
        <w:rPr>
          <w:rtl/>
        </w:rPr>
        <w:t xml:space="preserve">1742 ـ يونس بن الصباح ق ( كش ) ممدوح </w:t>
      </w:r>
      <w:r w:rsidRPr="00186E94">
        <w:rPr>
          <w:rStyle w:val="libFootnotenumChar"/>
          <w:rtl/>
        </w:rPr>
        <w:t>(1)</w:t>
      </w:r>
      <w:r>
        <w:rPr>
          <w:rtl/>
        </w:rPr>
        <w:t xml:space="preserve">. </w:t>
      </w:r>
    </w:p>
    <w:p w:rsidR="007849C6" w:rsidRDefault="007849C6" w:rsidP="00186E94">
      <w:pPr>
        <w:pStyle w:val="libNormal"/>
        <w:rPr>
          <w:rtl/>
        </w:rPr>
      </w:pPr>
      <w:r>
        <w:rPr>
          <w:rtl/>
        </w:rPr>
        <w:t xml:space="preserve">1743 ـ يونس بن عبدالرحمن مولى علي بن يقطين بن موسى مولى بني أسد أبو محمد م ضا ( جش ) كان وجها في أصحابنا متقدما عظيم المنزلة ، ولد في أيام هشام بن عبدالملك ورأى جعفر بن محمد </w:t>
      </w:r>
      <w:r w:rsidR="0006364F" w:rsidRPr="0006364F">
        <w:rPr>
          <w:rStyle w:val="libAlaemChar"/>
          <w:rFonts w:hint="cs"/>
          <w:rtl/>
        </w:rPr>
        <w:t>عليه‌السلام</w:t>
      </w:r>
      <w:r>
        <w:rPr>
          <w:rtl/>
        </w:rPr>
        <w:t xml:space="preserve"> بين الصفا والمروة ولم يرو عنه ، وكان الرضا </w:t>
      </w:r>
      <w:r w:rsidR="0006364F" w:rsidRPr="0006364F">
        <w:rPr>
          <w:rStyle w:val="libAlaemChar"/>
          <w:rFonts w:hint="cs"/>
          <w:rtl/>
        </w:rPr>
        <w:t>عليه‌السلام</w:t>
      </w:r>
      <w:r>
        <w:rPr>
          <w:rtl/>
        </w:rPr>
        <w:t xml:space="preserve"> يشير إليه في العلم والفتيا ، وكان ممن بذل له على الوقف مال جليل فامتنع من أخذه وثبت على الحق. وهو أحد الاربعة الذين يقال فيهم انتهى إليهم علم الانبياء ( ع ) وهم : سلمان الفارسى ، وجابر ، وسعيد ، ويونس بن عبدالرحمن ، وروى عبد العزيز ابن المهتدي قال : سألت الرضا </w:t>
      </w:r>
      <w:r w:rsidR="0006364F" w:rsidRPr="0006364F">
        <w:rPr>
          <w:rStyle w:val="libAlaemChar"/>
          <w:rFonts w:hint="cs"/>
          <w:rtl/>
        </w:rPr>
        <w:t>عليه‌السلام</w:t>
      </w:r>
      <w:r>
        <w:rPr>
          <w:rtl/>
        </w:rPr>
        <w:t xml:space="preserve"> عمن أخذ معالم ديني ؟ فقال : خذ عن يونس بن عبد الرحمن ولما عرض كتابه « عمل اليوم والليلة » على أبي الحسن العسكري </w:t>
      </w:r>
      <w:r w:rsidR="0006364F" w:rsidRPr="0006364F">
        <w:rPr>
          <w:rStyle w:val="libAlaemChar"/>
          <w:rFonts w:hint="cs"/>
          <w:rtl/>
        </w:rPr>
        <w:t>عليه‌السلام</w:t>
      </w:r>
      <w:r>
        <w:rPr>
          <w:rtl/>
        </w:rPr>
        <w:t xml:space="preserve"> قال : أعطاه الله تعالى بكل حرف نورا يوم القيامة ( جخ ) : طعن فيه القميون وهو عندي ثقة. </w:t>
      </w:r>
    </w:p>
    <w:p w:rsidR="007849C6" w:rsidRDefault="007849C6" w:rsidP="00186E94">
      <w:pPr>
        <w:pStyle w:val="libNormal"/>
        <w:rPr>
          <w:rtl/>
        </w:rPr>
      </w:pPr>
      <w:r>
        <w:rPr>
          <w:rtl/>
        </w:rPr>
        <w:t xml:space="preserve">1744 ـ يونس بن يعقوب ق ، م ( جخ ) ثقة ( جش ، به ) فطحي وسيأتي في الضعفاء. </w:t>
      </w:r>
    </w:p>
    <w:p w:rsidR="007849C6" w:rsidRDefault="007849C6" w:rsidP="007849C6">
      <w:pPr>
        <w:pStyle w:val="Heading1Center"/>
        <w:rPr>
          <w:rtl/>
        </w:rPr>
      </w:pPr>
      <w:bookmarkStart w:id="91" w:name="_Toc265165256"/>
      <w:bookmarkStart w:id="92" w:name="_Toc286683185"/>
      <w:bookmarkStart w:id="93" w:name="_Toc403904042"/>
      <w:r>
        <w:rPr>
          <w:rtl/>
        </w:rPr>
        <w:t>( ذكر جماعة قال النجاشي في كل منهم ثقة مرتين )</w:t>
      </w:r>
      <w:bookmarkEnd w:id="91"/>
      <w:bookmarkEnd w:id="92"/>
      <w:bookmarkEnd w:id="93"/>
    </w:p>
    <w:p w:rsidR="007849C6" w:rsidRDefault="007849C6" w:rsidP="00186E94">
      <w:pPr>
        <w:pStyle w:val="libNormal"/>
        <w:rPr>
          <w:rtl/>
        </w:rPr>
      </w:pPr>
      <w:r>
        <w:rPr>
          <w:rtl/>
        </w:rPr>
        <w:t xml:space="preserve">إبراهيم بن مهزم الاسدي ، أحمد بن اليسع بن عبدالله القمي أحمد بن داود بن علي القمي ، إسحاق بن جندب أبو إسماعيل الفرائضي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لا يوجد في ( كش ) هذا الاسم معنونا ، فراجع. </w:t>
      </w:r>
    </w:p>
    <w:p w:rsidR="007849C6" w:rsidRDefault="007849C6" w:rsidP="00186E94">
      <w:pPr>
        <w:pStyle w:val="libNormal0"/>
        <w:rPr>
          <w:rtl/>
        </w:rPr>
      </w:pPr>
      <w:r>
        <w:rPr>
          <w:rtl/>
        </w:rPr>
        <w:br w:type="page"/>
      </w:r>
      <w:r>
        <w:rPr>
          <w:rtl/>
        </w:rPr>
        <w:lastRenderedPageBreak/>
        <w:t xml:space="preserve">أبو خديجة سالم بن مكرم ، أبو يحيى الجرجاني داود بن سعيد الفزاري جارود بن المنذر ، الحارث بن المغيرة النصري ، حبيب بن المعلل الخثعمي الحسين بن إشكيب ، الحسين بن علي بن المغيرة البجلي أبو محمد </w:t>
      </w:r>
      <w:r w:rsidRPr="00186E94">
        <w:rPr>
          <w:rStyle w:val="libFootnotenumChar"/>
          <w:rtl/>
        </w:rPr>
        <w:t>(1)</w:t>
      </w:r>
      <w:r>
        <w:rPr>
          <w:rtl/>
        </w:rPr>
        <w:t xml:space="preserve"> حميد ابن المثنى أبو المغراء العجلي ، داود بن أسد بن عفير بن الاحوص المصري داود بن فرقد مولى آل أبي السمال ، سماعة بن مهران بن عبد الرحمن الحضرمي ، سهل بن اليسع بن عبدالله بن سعد الاشعري ، صفوان بن يحيى أبو محمد البجلي بياع السابري الكوفي ، الضحاك أبو مالك الحضرمي الكوفي ، عبدالله بن أبي يعفور بالفاء والراء ، عبدالله بن المغيرة ، عبدالله ابن غالب الشاعر ، عبيد بن زرارة بن أعين الشيباني ، عبدالله بن محمد الاسدي ، عبدالله بن محمد بن حصين الحصيني الاهوازي ، عبدالرحمن ابن أبي نجران واسمه عمرو بن مسلم التميمي ، عبدالرحمن بن الحجاج بياع السابري ، عبدالرحمن بن محمد بن أبي هاشم البجلي ، أبو محمد عبد الصمد ابن بشير العرامي ، علي بن عقبة بن خالد الأسدي أبو الحسن ، الفضل ابن عثمان المرادي ، محمد بن الحسن بن أحمد بن الوليد نزيل قم محمد بن العباس بن علي بن مروان بن الماهيار أبو عبد الله البزاز المعروف بابن حجام ، موسى بن القاسم بن معاوية بن وهب البجلي ، أبو عبد الله يحيى ابن عمران بن علي بن أبي شعبة الحلبي ، رحمهم الله تعالى أجمعين ، و عدتهم أربعة وثلاثون رجلا ، وقد ذكرناهم في أبوابهم. </w:t>
      </w:r>
    </w:p>
    <w:p w:rsidR="007849C6" w:rsidRDefault="007849C6" w:rsidP="00186E94">
      <w:pPr>
        <w:pStyle w:val="libNormal"/>
        <w:rPr>
          <w:rtl/>
        </w:rPr>
      </w:pPr>
      <w:r>
        <w:rPr>
          <w:rtl/>
        </w:rPr>
        <w:t xml:space="preserve">أقول : وقد ذكر ابن الغضائري في كتابه خمسة رجال زيادة على ما قاله النجاشي كل منهم ثقة ثقة مرتين وهم علي بن حسان الواسطي ،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لا يوجد هذا الاسم في النجاشي ، وانما المذكور فيه الحسن بن علي بن عبدالله بن المغيرة أبو محمد البجلي مولى جندب بن عبدالله ، وقد نقل صاحب الكتاب نفسه فيما تقدم عن النجاشي أنه ثقة ثقة ، ولعل هنا وقع تصحيف من النساخ فلاحظ. </w:t>
      </w:r>
    </w:p>
    <w:p w:rsidR="007849C6" w:rsidRDefault="007849C6" w:rsidP="00186E94">
      <w:pPr>
        <w:pStyle w:val="libNormal0"/>
        <w:rPr>
          <w:rtl/>
        </w:rPr>
      </w:pPr>
      <w:r>
        <w:rPr>
          <w:rtl/>
        </w:rPr>
        <w:br w:type="page"/>
      </w:r>
      <w:r>
        <w:rPr>
          <w:rtl/>
        </w:rPr>
        <w:lastRenderedPageBreak/>
        <w:t xml:space="preserve">محمد بن قيس أبو نصر الاسدي ، محمد بن الحسن بن الوليد أبو جعفر </w:t>
      </w:r>
      <w:r w:rsidRPr="00186E94">
        <w:rPr>
          <w:rStyle w:val="libFootnotenumChar"/>
          <w:rtl/>
        </w:rPr>
        <w:t>(1)</w:t>
      </w:r>
      <w:r>
        <w:rPr>
          <w:rtl/>
        </w:rPr>
        <w:t xml:space="preserve"> محمد بن محمد بن رباط ، هشام بن سالم الجواليقي. </w:t>
      </w:r>
    </w:p>
    <w:p w:rsidR="007849C6" w:rsidRDefault="007849C6" w:rsidP="00186E94">
      <w:pPr>
        <w:pStyle w:val="libCenterBold1"/>
        <w:rPr>
          <w:rtl/>
        </w:rPr>
      </w:pPr>
      <w:r>
        <w:rPr>
          <w:rtl/>
        </w:rPr>
        <w:t>1 ـ ( فصل )</w:t>
      </w:r>
    </w:p>
    <w:p w:rsidR="007849C6" w:rsidRDefault="007849C6" w:rsidP="00186E94">
      <w:pPr>
        <w:pStyle w:val="libNormal"/>
        <w:rPr>
          <w:rtl/>
        </w:rPr>
      </w:pPr>
      <w:r>
        <w:rPr>
          <w:rtl/>
        </w:rPr>
        <w:t xml:space="preserve">أجمعت الصحابة على ثمانية عشررجلا فلم يختلفوا في تعظيهم غير أنهم يتفاوتون ثلاثة درج. </w:t>
      </w:r>
    </w:p>
    <w:p w:rsidR="007849C6" w:rsidRDefault="007849C6" w:rsidP="00186E94">
      <w:pPr>
        <w:pStyle w:val="libNormal"/>
        <w:rPr>
          <w:rtl/>
        </w:rPr>
      </w:pPr>
      <w:r>
        <w:rPr>
          <w:rtl/>
        </w:rPr>
        <w:t xml:space="preserve">الدرجة العليا لستة منهم من أصحاب أبي جعفر </w:t>
      </w:r>
      <w:r w:rsidR="0006364F" w:rsidRPr="0006364F">
        <w:rPr>
          <w:rStyle w:val="libAlaemChar"/>
          <w:rFonts w:hint="cs"/>
          <w:rtl/>
        </w:rPr>
        <w:t>عليه‌السلام</w:t>
      </w:r>
      <w:r>
        <w:rPr>
          <w:rtl/>
        </w:rPr>
        <w:t xml:space="preserve"> أجمعوا على تصديقهم وإنفاذ قولهم والانقياد لهم في الفقه وهم زرارة بن أعين ، معروف بن خربوذ ، بريد بن معاوية ، أبو بصير ليث بن البختري ، الفضيل ابن يسار ، محمد بن مسلم الطائفي. </w:t>
      </w:r>
    </w:p>
    <w:p w:rsidR="007849C6" w:rsidRDefault="007849C6" w:rsidP="00186E94">
      <w:pPr>
        <w:pStyle w:val="libNormal"/>
        <w:rPr>
          <w:rtl/>
        </w:rPr>
      </w:pPr>
      <w:r>
        <w:rPr>
          <w:rtl/>
        </w:rPr>
        <w:t xml:space="preserve">الدرجة الوسطى فيها ستة أجمعوا على تصحيح ما يصح عنهم وأقروا لهم بالفقه وهم من أصحاب أبي عبدالله </w:t>
      </w:r>
      <w:r w:rsidR="0006364F" w:rsidRPr="0006364F">
        <w:rPr>
          <w:rStyle w:val="libAlaemChar"/>
          <w:rFonts w:hint="cs"/>
          <w:rtl/>
        </w:rPr>
        <w:t>عليه‌السلام</w:t>
      </w:r>
      <w:r>
        <w:rPr>
          <w:rtl/>
        </w:rPr>
        <w:t xml:space="preserve"> : يونس بن عبدالرحمن صفوان بن يحيى بياع السابري ، محمد بن أبي عمير ، عبدالله بن المغيرة الحسن بن محبوب ، أحمد بن محمد بن أبي نصر. </w:t>
      </w:r>
    </w:p>
    <w:p w:rsidR="007849C6" w:rsidRDefault="007849C6" w:rsidP="00186E94">
      <w:pPr>
        <w:pStyle w:val="libNormal"/>
        <w:rPr>
          <w:rtl/>
        </w:rPr>
      </w:pPr>
      <w:r>
        <w:rPr>
          <w:rtl/>
        </w:rPr>
        <w:t xml:space="preserve">الدرجة الثالثة فيها ستة أجمعوا على تصديقهم وثقتهم وفضلهم وهم جميل بن دراج ، عبدالله بن مسكان ، عبدالله بن بكير ، حماد بن عيسى حماد بن عثمان ، أبان بن عثمان. وأفقههم جميل بن دراج. </w:t>
      </w:r>
    </w:p>
    <w:p w:rsidR="007849C6" w:rsidRDefault="007849C6" w:rsidP="00186E94">
      <w:pPr>
        <w:pStyle w:val="libCenterBold1"/>
        <w:rPr>
          <w:rtl/>
        </w:rPr>
      </w:pPr>
      <w:r>
        <w:rPr>
          <w:rtl/>
        </w:rPr>
        <w:t>2 ـ ( فصل )</w:t>
      </w:r>
    </w:p>
    <w:p w:rsidR="007849C6" w:rsidRDefault="007849C6" w:rsidP="00186E94">
      <w:pPr>
        <w:pStyle w:val="libNormal"/>
        <w:rPr>
          <w:rtl/>
        </w:rPr>
      </w:pPr>
      <w:r>
        <w:rPr>
          <w:rtl/>
        </w:rPr>
        <w:t xml:space="preserve">في ذكر جماعة قال النجاشي إنهم ثقات في روايتهم مع أن مذاهبهم مضطربة غير صحيحة : </w:t>
      </w:r>
    </w:p>
    <w:p w:rsidR="007849C6" w:rsidRDefault="007849C6" w:rsidP="00186E94">
      <w:pPr>
        <w:pStyle w:val="libNormal"/>
        <w:rPr>
          <w:rtl/>
        </w:rPr>
      </w:pPr>
      <w:r>
        <w:rPr>
          <w:rtl/>
        </w:rPr>
        <w:t xml:space="preserve">أحمد بن أبي بشير السراج ثقة واقفي.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هذا هو محمد بن الحسن بن أحمد بن الوليد ، الذي ذكره سابقا ، ونسبه هنا لا جده الوليد ، فلاحظ. </w:t>
      </w:r>
    </w:p>
    <w:p w:rsidR="007849C6" w:rsidRDefault="007849C6" w:rsidP="00186E94">
      <w:pPr>
        <w:pStyle w:val="libNormal"/>
        <w:rPr>
          <w:rtl/>
        </w:rPr>
      </w:pPr>
      <w:r>
        <w:rPr>
          <w:rtl/>
        </w:rPr>
        <w:br w:type="page"/>
      </w:r>
      <w:r>
        <w:rPr>
          <w:rtl/>
        </w:rPr>
        <w:lastRenderedPageBreak/>
        <w:t xml:space="preserve">أحمد بن الحسن بن إسماعيل ثقة واقفي. </w:t>
      </w:r>
    </w:p>
    <w:p w:rsidR="007849C6" w:rsidRDefault="007849C6" w:rsidP="00186E94">
      <w:pPr>
        <w:pStyle w:val="libNormal"/>
        <w:rPr>
          <w:rtl/>
        </w:rPr>
      </w:pPr>
      <w:r>
        <w:rPr>
          <w:rtl/>
        </w:rPr>
        <w:t xml:space="preserve">أحمد بن محمد بن علي بن رباح السواق أبو الحسن ثقة واقفي. </w:t>
      </w:r>
    </w:p>
    <w:p w:rsidR="007849C6" w:rsidRDefault="007849C6" w:rsidP="00186E94">
      <w:pPr>
        <w:pStyle w:val="libNormal"/>
        <w:rPr>
          <w:rtl/>
        </w:rPr>
      </w:pPr>
      <w:r>
        <w:rPr>
          <w:rtl/>
        </w:rPr>
        <w:t xml:space="preserve">أحمد بن محمد بن سعيد بن عبدالرحمن الهمداني جليل ثقة زيدي جارودي. </w:t>
      </w:r>
    </w:p>
    <w:p w:rsidR="007849C6" w:rsidRDefault="007849C6" w:rsidP="00186E94">
      <w:pPr>
        <w:pStyle w:val="libNormal"/>
        <w:rPr>
          <w:rtl/>
        </w:rPr>
      </w:pPr>
      <w:r>
        <w:rPr>
          <w:rtl/>
        </w:rPr>
        <w:t xml:space="preserve">إسحاق بن بشير أبو حذيفة الكاهلي الخراساني ثقة عامي. </w:t>
      </w:r>
    </w:p>
    <w:p w:rsidR="007849C6" w:rsidRDefault="007849C6" w:rsidP="00186E94">
      <w:pPr>
        <w:pStyle w:val="libNormal"/>
        <w:rPr>
          <w:rtl/>
        </w:rPr>
      </w:pPr>
      <w:r>
        <w:rPr>
          <w:rtl/>
        </w:rPr>
        <w:t xml:space="preserve">جعفر بن محمد بن سماعة الحضرمي ثقة واقفى. </w:t>
      </w:r>
    </w:p>
    <w:p w:rsidR="007849C6" w:rsidRDefault="007849C6" w:rsidP="00186E94">
      <w:pPr>
        <w:pStyle w:val="libNormal"/>
        <w:rPr>
          <w:rtl/>
        </w:rPr>
      </w:pPr>
      <w:r>
        <w:rPr>
          <w:rtl/>
        </w:rPr>
        <w:t xml:space="preserve">الحسين بن أحمد بن المغيرة أبو عبد الله البوشنجي عراقي مضطرب المذهب ثقة في روايته. </w:t>
      </w:r>
    </w:p>
    <w:p w:rsidR="007849C6" w:rsidRDefault="007849C6" w:rsidP="00186E94">
      <w:pPr>
        <w:pStyle w:val="libNormal"/>
        <w:rPr>
          <w:rtl/>
        </w:rPr>
      </w:pPr>
      <w:r>
        <w:rPr>
          <w:rtl/>
        </w:rPr>
        <w:t xml:space="preserve">الحسن بن محمد بن سماعة أبو محمد الكندي الصيرفي فقيه من فقهاء الواقفة ثقة. </w:t>
      </w:r>
    </w:p>
    <w:p w:rsidR="007849C6" w:rsidRDefault="007849C6" w:rsidP="00186E94">
      <w:pPr>
        <w:pStyle w:val="libNormal"/>
        <w:rPr>
          <w:rtl/>
        </w:rPr>
      </w:pPr>
      <w:r>
        <w:rPr>
          <w:rtl/>
        </w:rPr>
        <w:t xml:space="preserve">حميد بن زياد بن حماد بن زياد الدهقان واقفي ثقة. </w:t>
      </w:r>
    </w:p>
    <w:p w:rsidR="007849C6" w:rsidRDefault="007849C6" w:rsidP="00186E94">
      <w:pPr>
        <w:pStyle w:val="libNormal"/>
        <w:rPr>
          <w:rtl/>
        </w:rPr>
      </w:pPr>
      <w:r>
        <w:rPr>
          <w:rtl/>
        </w:rPr>
        <w:t xml:space="preserve">عباد بن صهيب قال الكشي كان مرجئا وقال النجاشي : كان ثقة. </w:t>
      </w:r>
    </w:p>
    <w:p w:rsidR="007849C6" w:rsidRDefault="007849C6" w:rsidP="00186E94">
      <w:pPr>
        <w:pStyle w:val="libNormal"/>
        <w:rPr>
          <w:rtl/>
        </w:rPr>
      </w:pPr>
      <w:r>
        <w:rPr>
          <w:rtl/>
        </w:rPr>
        <w:t xml:space="preserve">علي بن محمد بن علي بن قيس بن سالم أبو الحسن الوساق ، ويقال القلاء ، روى عن عمر بن رباح عن أبي عبدالله </w:t>
      </w:r>
      <w:r w:rsidR="0006364F" w:rsidRPr="0006364F">
        <w:rPr>
          <w:rStyle w:val="libAlaemChar"/>
          <w:rFonts w:hint="cs"/>
          <w:rtl/>
        </w:rPr>
        <w:t>عليه‌السلام</w:t>
      </w:r>
      <w:r>
        <w:rPr>
          <w:rtl/>
        </w:rPr>
        <w:t xml:space="preserve"> ، قال النجاشي ويقال عمر بن رباح القلاء ، وقيل في كنيته أبو القاسم كان ثقة في الحديث واقفيا في المذهب معتمدا. </w:t>
      </w:r>
    </w:p>
    <w:p w:rsidR="007849C6" w:rsidRDefault="007849C6" w:rsidP="00186E94">
      <w:pPr>
        <w:pStyle w:val="libNormal"/>
        <w:rPr>
          <w:rtl/>
        </w:rPr>
      </w:pPr>
      <w:r>
        <w:rPr>
          <w:rtl/>
        </w:rPr>
        <w:t xml:space="preserve">محمد بن عبدالله بن غالب أبو عبد الله الانصاري البزاز ثقة في روايته على مذهب الواقفة. </w:t>
      </w:r>
    </w:p>
    <w:p w:rsidR="007849C6" w:rsidRDefault="007849C6" w:rsidP="00186E94">
      <w:pPr>
        <w:pStyle w:val="libNormal"/>
        <w:rPr>
          <w:rtl/>
        </w:rPr>
      </w:pPr>
      <w:r>
        <w:rPr>
          <w:rtl/>
        </w:rPr>
        <w:t xml:space="preserve">هارون بن مسلم بن سعدان الكاتب ، قال النجاشي : ثقة وجه وكان له مذهب في الجبر والتشبيه. </w:t>
      </w:r>
    </w:p>
    <w:p w:rsidR="007849C6" w:rsidRDefault="007849C6" w:rsidP="00186E94">
      <w:pPr>
        <w:pStyle w:val="libNormal"/>
        <w:rPr>
          <w:rtl/>
        </w:rPr>
      </w:pPr>
      <w:r>
        <w:rPr>
          <w:rtl/>
        </w:rPr>
        <w:t xml:space="preserve">يحيى بن سالم الفراء قال النجاشي كوفي زيدي ثقة. </w:t>
      </w:r>
    </w:p>
    <w:p w:rsidR="007849C6" w:rsidRDefault="007849C6" w:rsidP="00186E94">
      <w:pPr>
        <w:pStyle w:val="libNormal"/>
        <w:rPr>
          <w:rtl/>
        </w:rPr>
      </w:pPr>
      <w:r>
        <w:rPr>
          <w:rtl/>
        </w:rPr>
        <w:t xml:space="preserve">يحيى بن سعيد القطان أبو زكريا قال النجاشي عامي ثقة. </w:t>
      </w:r>
    </w:p>
    <w:p w:rsidR="007849C6" w:rsidRDefault="007849C6" w:rsidP="00186E94">
      <w:pPr>
        <w:pStyle w:val="libCenterBold1"/>
        <w:rPr>
          <w:rtl/>
        </w:rPr>
      </w:pPr>
      <w:r>
        <w:rPr>
          <w:rtl/>
        </w:rPr>
        <w:br w:type="page"/>
      </w:r>
      <w:r>
        <w:rPr>
          <w:rtl/>
        </w:rPr>
        <w:lastRenderedPageBreak/>
        <w:t>3 ـ ( فصل )</w:t>
      </w:r>
    </w:p>
    <w:p w:rsidR="007849C6" w:rsidRDefault="007849C6" w:rsidP="00186E94">
      <w:pPr>
        <w:pStyle w:val="libNormal"/>
        <w:rPr>
          <w:rtl/>
        </w:rPr>
      </w:pPr>
      <w:r>
        <w:rPr>
          <w:rtl/>
        </w:rPr>
        <w:t xml:space="preserve">في ذكر جماعة قال النجاشي في كل واحد منهم إما ( ليس بذاك ) أو ( لا بأس به ) أو ( قريب الامر ) أوردتهم نسقا ليحفظوا. </w:t>
      </w:r>
    </w:p>
    <w:p w:rsidR="007849C6" w:rsidRDefault="007849C6" w:rsidP="00186E94">
      <w:pPr>
        <w:pStyle w:val="libNormal"/>
        <w:rPr>
          <w:rtl/>
        </w:rPr>
      </w:pPr>
      <w:r>
        <w:rPr>
          <w:rtl/>
        </w:rPr>
        <w:t xml:space="preserve">أحمد بن أبي زاهر قال فيه : حديثه ليس بذلك النقي. </w:t>
      </w:r>
    </w:p>
    <w:p w:rsidR="007849C6" w:rsidRDefault="007849C6" w:rsidP="00186E94">
      <w:pPr>
        <w:pStyle w:val="libNormal"/>
        <w:rPr>
          <w:rtl/>
        </w:rPr>
      </w:pPr>
      <w:r>
        <w:rPr>
          <w:rtl/>
        </w:rPr>
        <w:t xml:space="preserve">أحمد بن علي أبو العباس ، قال أصحابنا لم يكن بذاك ، وقيل فيه غلو </w:t>
      </w:r>
    </w:p>
    <w:p w:rsidR="007849C6" w:rsidRDefault="007849C6" w:rsidP="00186E94">
      <w:pPr>
        <w:pStyle w:val="libNormal"/>
        <w:rPr>
          <w:rtl/>
        </w:rPr>
      </w:pPr>
      <w:r>
        <w:rPr>
          <w:rtl/>
        </w:rPr>
        <w:t xml:space="preserve">حنظلة بن زكريا بن بجير بن حنظلة بن خالد التميمي أبو الحسين القزويني ، لم يكن بذاك. </w:t>
      </w:r>
    </w:p>
    <w:p w:rsidR="007849C6" w:rsidRDefault="007849C6" w:rsidP="00186E94">
      <w:pPr>
        <w:pStyle w:val="libNormal"/>
        <w:rPr>
          <w:rtl/>
        </w:rPr>
      </w:pPr>
      <w:r>
        <w:rPr>
          <w:rtl/>
        </w:rPr>
        <w:t xml:space="preserve">سالم بن أبي سلمة الكندي السجستاني حديثه ليس بالنقي وإن كنا لا نعرف منه إلا خيرا. </w:t>
      </w:r>
    </w:p>
    <w:p w:rsidR="007849C6" w:rsidRDefault="007849C6" w:rsidP="00186E94">
      <w:pPr>
        <w:pStyle w:val="libNormal"/>
        <w:rPr>
          <w:rtl/>
        </w:rPr>
      </w:pPr>
      <w:r>
        <w:rPr>
          <w:rtl/>
        </w:rPr>
        <w:t xml:space="preserve">علي بن أبي صالح بزرج أبو الحسن الحناط لم يكن في المذهب والحديث بذاك وإلى الضعف ما هو. </w:t>
      </w:r>
    </w:p>
    <w:p w:rsidR="007849C6" w:rsidRDefault="007849C6" w:rsidP="00186E94">
      <w:pPr>
        <w:pStyle w:val="libNormal"/>
        <w:rPr>
          <w:rtl/>
        </w:rPr>
      </w:pPr>
      <w:r>
        <w:rPr>
          <w:rtl/>
        </w:rPr>
        <w:t xml:space="preserve">عيسى بن المستفاد ، لم يكن بذاك. </w:t>
      </w:r>
    </w:p>
    <w:p w:rsidR="007849C6" w:rsidRDefault="007849C6" w:rsidP="00186E94">
      <w:pPr>
        <w:pStyle w:val="libNormal"/>
        <w:rPr>
          <w:rtl/>
        </w:rPr>
      </w:pPr>
      <w:r>
        <w:rPr>
          <w:rtl/>
        </w:rPr>
        <w:t xml:space="preserve">الفضل بن أبي قرة التميمي ، لم يكن بذاك. </w:t>
      </w:r>
    </w:p>
    <w:p w:rsidR="007849C6" w:rsidRDefault="007849C6" w:rsidP="00186E94">
      <w:pPr>
        <w:pStyle w:val="libNormal"/>
        <w:rPr>
          <w:rtl/>
        </w:rPr>
      </w:pPr>
      <w:r>
        <w:rPr>
          <w:rtl/>
        </w:rPr>
        <w:t xml:space="preserve">القاسم بن محمد الخلقاني كوفي قريب الامر. </w:t>
      </w:r>
    </w:p>
    <w:p w:rsidR="007849C6" w:rsidRDefault="007849C6" w:rsidP="00186E94">
      <w:pPr>
        <w:pStyle w:val="libNormal"/>
        <w:rPr>
          <w:rtl/>
        </w:rPr>
      </w:pPr>
      <w:r>
        <w:rPr>
          <w:rtl/>
        </w:rPr>
        <w:t xml:space="preserve">مثنى بن عبد السلام ، قال الكشي : لا بأس به. </w:t>
      </w:r>
    </w:p>
    <w:p w:rsidR="007849C6" w:rsidRDefault="007849C6" w:rsidP="00186E94">
      <w:pPr>
        <w:pStyle w:val="libNormal"/>
        <w:rPr>
          <w:rtl/>
        </w:rPr>
      </w:pPr>
      <w:r>
        <w:rPr>
          <w:rtl/>
        </w:rPr>
        <w:t xml:space="preserve">محمد بن خالد الاشعري ، قال النجاشي : قريب الامر. </w:t>
      </w:r>
    </w:p>
    <w:p w:rsidR="007849C6" w:rsidRDefault="007849C6" w:rsidP="00186E94">
      <w:pPr>
        <w:pStyle w:val="libNormal"/>
        <w:rPr>
          <w:rtl/>
        </w:rPr>
      </w:pPr>
      <w:r>
        <w:rPr>
          <w:rtl/>
        </w:rPr>
        <w:t xml:space="preserve">محمد بن يزداد الرازي ، قال ابن مسعود : لا بأس به. </w:t>
      </w:r>
    </w:p>
    <w:p w:rsidR="007849C6" w:rsidRDefault="007849C6" w:rsidP="00186E94">
      <w:pPr>
        <w:pStyle w:val="libNormal"/>
        <w:rPr>
          <w:rtl/>
        </w:rPr>
      </w:pPr>
      <w:r>
        <w:rPr>
          <w:rtl/>
        </w:rPr>
        <w:t xml:space="preserve">مصعب بن يزيد الانصاري ، قال أبو العباس ليس بذاك موسى بن طلحة ، قال النجاشي : قريب الأمر. </w:t>
      </w:r>
    </w:p>
    <w:p w:rsidR="007849C6" w:rsidRDefault="007849C6" w:rsidP="00186E94">
      <w:pPr>
        <w:pStyle w:val="libNormal"/>
        <w:rPr>
          <w:rtl/>
        </w:rPr>
      </w:pPr>
      <w:r>
        <w:rPr>
          <w:rtl/>
        </w:rPr>
        <w:t xml:space="preserve">هلال بن إبراهيم أبو الفتح الدلفي الوراق ، قال النجاشي : لا بأس به سمع الحديث وكان ثقة. </w:t>
      </w:r>
    </w:p>
    <w:p w:rsidR="007849C6" w:rsidRDefault="007849C6" w:rsidP="00186E94">
      <w:pPr>
        <w:pStyle w:val="libNormal"/>
        <w:rPr>
          <w:rtl/>
        </w:rPr>
      </w:pPr>
      <w:r>
        <w:rPr>
          <w:rtl/>
        </w:rPr>
        <w:t xml:space="preserve">القاسم بن أبي مسروق أبو محمد ، قال النجاشي : كان قريب الامر وأثنى الكشي عليه بالفضل. </w:t>
      </w:r>
    </w:p>
    <w:p w:rsidR="007849C6" w:rsidRDefault="007849C6" w:rsidP="00186E94">
      <w:pPr>
        <w:pStyle w:val="libCenterBold1"/>
        <w:rPr>
          <w:rtl/>
        </w:rPr>
      </w:pPr>
      <w:r>
        <w:rPr>
          <w:rtl/>
        </w:rPr>
        <w:br w:type="page"/>
      </w:r>
      <w:r>
        <w:rPr>
          <w:rtl/>
        </w:rPr>
        <w:lastRenderedPageBreak/>
        <w:t>4 ـ ( فصل )</w:t>
      </w:r>
    </w:p>
    <w:p w:rsidR="007849C6" w:rsidRDefault="007849C6" w:rsidP="00186E94">
      <w:pPr>
        <w:pStyle w:val="libNormal"/>
        <w:rPr>
          <w:rtl/>
        </w:rPr>
      </w:pPr>
      <w:r>
        <w:rPr>
          <w:rtl/>
        </w:rPr>
        <w:t xml:space="preserve">في ذكر جماعة ضبطت روايتهم بالعدد : </w:t>
      </w:r>
    </w:p>
    <w:p w:rsidR="007849C6" w:rsidRDefault="007849C6" w:rsidP="00186E94">
      <w:pPr>
        <w:pStyle w:val="libNormal"/>
        <w:rPr>
          <w:rtl/>
        </w:rPr>
      </w:pPr>
      <w:r>
        <w:rPr>
          <w:rtl/>
        </w:rPr>
        <w:t xml:space="preserve">علي بن يقطين لم يروعن الصادق </w:t>
      </w:r>
      <w:r w:rsidR="0006364F" w:rsidRPr="0006364F">
        <w:rPr>
          <w:rStyle w:val="libAlaemChar"/>
          <w:rFonts w:hint="cs"/>
          <w:rtl/>
        </w:rPr>
        <w:t>عليه‌السلام</w:t>
      </w:r>
      <w:r>
        <w:rPr>
          <w:rtl/>
        </w:rPr>
        <w:t xml:space="preserve"> إلا حديثا واحدا. </w:t>
      </w:r>
    </w:p>
    <w:p w:rsidR="007849C6" w:rsidRDefault="007849C6" w:rsidP="00186E94">
      <w:pPr>
        <w:pStyle w:val="libNormal"/>
        <w:rPr>
          <w:rtl/>
        </w:rPr>
      </w:pPr>
      <w:r>
        <w:rPr>
          <w:rtl/>
        </w:rPr>
        <w:t xml:space="preserve">عبدالله بن مسكان لم يرو عنه إلا حديث ( من أدرك المشعر فقد أدرك الحج ). </w:t>
      </w:r>
    </w:p>
    <w:p w:rsidR="007849C6" w:rsidRDefault="007849C6" w:rsidP="00186E94">
      <w:pPr>
        <w:pStyle w:val="libNormal"/>
        <w:rPr>
          <w:rtl/>
        </w:rPr>
      </w:pPr>
      <w:r>
        <w:rPr>
          <w:rtl/>
        </w:rPr>
        <w:t xml:space="preserve">حريز لم يرو عنه إلا حديثين. </w:t>
      </w:r>
    </w:p>
    <w:p w:rsidR="007849C6" w:rsidRDefault="007849C6" w:rsidP="00186E94">
      <w:pPr>
        <w:pStyle w:val="libNormal"/>
        <w:rPr>
          <w:rtl/>
        </w:rPr>
      </w:pPr>
      <w:r>
        <w:rPr>
          <w:rtl/>
        </w:rPr>
        <w:t xml:space="preserve">حماد بن عيسى لم يرو عنه إلا عشرين حديثا ، وقفت منها على تسعة عشر حديثا في كتاب حريز مفردة. </w:t>
      </w:r>
    </w:p>
    <w:p w:rsidR="007849C6" w:rsidRDefault="007849C6" w:rsidP="00186E94">
      <w:pPr>
        <w:pStyle w:val="libNormal"/>
        <w:rPr>
          <w:rtl/>
        </w:rPr>
      </w:pPr>
      <w:r>
        <w:rPr>
          <w:rtl/>
        </w:rPr>
        <w:t xml:space="preserve">إدريس بن عبدالله الاشعري روى عن الرضا </w:t>
      </w:r>
      <w:r w:rsidR="0006364F" w:rsidRPr="0006364F">
        <w:rPr>
          <w:rStyle w:val="libAlaemChar"/>
          <w:rFonts w:hint="cs"/>
          <w:rtl/>
        </w:rPr>
        <w:t>عليه‌السلام</w:t>
      </w:r>
      <w:r>
        <w:rPr>
          <w:rtl/>
        </w:rPr>
        <w:t xml:space="preserve"> حديثا واحدا وهو ثقة. </w:t>
      </w:r>
    </w:p>
    <w:p w:rsidR="007849C6" w:rsidRDefault="007849C6" w:rsidP="00186E94">
      <w:pPr>
        <w:pStyle w:val="libNormal"/>
        <w:rPr>
          <w:rtl/>
        </w:rPr>
      </w:pPr>
      <w:r>
        <w:rPr>
          <w:rtl/>
        </w:rPr>
        <w:t xml:space="preserve">مسمع بن عبدالله كردين روى عن أبي جعفر </w:t>
      </w:r>
      <w:r w:rsidR="0006364F" w:rsidRPr="0006364F">
        <w:rPr>
          <w:rStyle w:val="libAlaemChar"/>
          <w:rFonts w:hint="cs"/>
          <w:rtl/>
        </w:rPr>
        <w:t>عليه‌السلام</w:t>
      </w:r>
      <w:r>
        <w:rPr>
          <w:rtl/>
        </w:rPr>
        <w:t xml:space="preserve"> رواية يسرة </w:t>
      </w:r>
    </w:p>
    <w:p w:rsidR="007849C6" w:rsidRDefault="007849C6" w:rsidP="00186E94">
      <w:pPr>
        <w:pStyle w:val="libNormal"/>
        <w:rPr>
          <w:rtl/>
        </w:rPr>
      </w:pPr>
      <w:r>
        <w:rPr>
          <w:rtl/>
        </w:rPr>
        <w:t xml:space="preserve">يعقوب بن شعيب روى عن أبي عبدالله </w:t>
      </w:r>
      <w:r w:rsidR="0006364F" w:rsidRPr="0006364F">
        <w:rPr>
          <w:rStyle w:val="libAlaemChar"/>
          <w:rFonts w:hint="cs"/>
          <w:rtl/>
        </w:rPr>
        <w:t>عليه‌السلام</w:t>
      </w:r>
      <w:r>
        <w:rPr>
          <w:rtl/>
        </w:rPr>
        <w:t xml:space="preserve"> خمسة آلاف حديث </w:t>
      </w:r>
    </w:p>
    <w:p w:rsidR="007849C6" w:rsidRDefault="007849C6" w:rsidP="00186E94">
      <w:pPr>
        <w:pStyle w:val="libNormal"/>
        <w:rPr>
          <w:rtl/>
        </w:rPr>
      </w:pPr>
      <w:r>
        <w:rPr>
          <w:rtl/>
        </w:rPr>
        <w:t xml:space="preserve">آبان بن تغلب روى عنه ثلاثين ألف حديث. </w:t>
      </w:r>
    </w:p>
    <w:p w:rsidR="007849C6" w:rsidRDefault="007849C6" w:rsidP="00186E94">
      <w:pPr>
        <w:pStyle w:val="libCenterBold1"/>
        <w:rPr>
          <w:rtl/>
        </w:rPr>
      </w:pPr>
      <w:r>
        <w:rPr>
          <w:rtl/>
        </w:rPr>
        <w:t>5 ـ</w:t>
      </w:r>
      <w:r w:rsidRPr="008170C9">
        <w:rPr>
          <w:rtl/>
        </w:rPr>
        <w:t xml:space="preserve"> </w:t>
      </w:r>
      <w:r>
        <w:rPr>
          <w:rtl/>
        </w:rPr>
        <w:t>( فصل )</w:t>
      </w:r>
    </w:p>
    <w:p w:rsidR="007849C6" w:rsidRDefault="007849C6" w:rsidP="00186E94">
      <w:pPr>
        <w:pStyle w:val="libNormal"/>
        <w:rPr>
          <w:rtl/>
        </w:rPr>
      </w:pPr>
      <w:r>
        <w:rPr>
          <w:rtl/>
        </w:rPr>
        <w:t xml:space="preserve">في ذكر جماعة اشتهرت كناهم وخفيت أسماؤهم : </w:t>
      </w:r>
    </w:p>
    <w:p w:rsidR="007849C6" w:rsidRDefault="007849C6" w:rsidP="00186E94">
      <w:pPr>
        <w:pStyle w:val="libNormal"/>
        <w:rPr>
          <w:rtl/>
        </w:rPr>
      </w:pPr>
      <w:r>
        <w:rPr>
          <w:rtl/>
        </w:rPr>
        <w:t xml:space="preserve">عبدالرحمن بن أبي نجران ، هو عمرو بن مسلم. </w:t>
      </w:r>
    </w:p>
    <w:p w:rsidR="007849C6" w:rsidRDefault="007849C6" w:rsidP="00186E94">
      <w:pPr>
        <w:pStyle w:val="libNormal"/>
        <w:rPr>
          <w:rtl/>
        </w:rPr>
      </w:pPr>
      <w:r>
        <w:rPr>
          <w:rtl/>
        </w:rPr>
        <w:t xml:space="preserve">محمد بن أبي عمير هو زياد. </w:t>
      </w:r>
    </w:p>
    <w:p w:rsidR="007849C6" w:rsidRDefault="007849C6" w:rsidP="00186E94">
      <w:pPr>
        <w:pStyle w:val="libNormal"/>
        <w:rPr>
          <w:rtl/>
        </w:rPr>
      </w:pPr>
      <w:r>
        <w:rPr>
          <w:rtl/>
        </w:rPr>
        <w:t xml:space="preserve">محمد بن الحسين بن أبي الخطاب هو زيد قاله محمد بن بابويه. </w:t>
      </w:r>
    </w:p>
    <w:p w:rsidR="007849C6" w:rsidRDefault="007849C6" w:rsidP="00186E94">
      <w:pPr>
        <w:pStyle w:val="libNormal"/>
        <w:rPr>
          <w:rtl/>
        </w:rPr>
      </w:pPr>
      <w:r>
        <w:rPr>
          <w:rtl/>
        </w:rPr>
        <w:t xml:space="preserve">علي بن أبي حمزة ، هو سالم. </w:t>
      </w:r>
    </w:p>
    <w:p w:rsidR="007849C6" w:rsidRDefault="007849C6" w:rsidP="00186E94">
      <w:pPr>
        <w:pStyle w:val="libNormal"/>
        <w:rPr>
          <w:rtl/>
        </w:rPr>
      </w:pPr>
      <w:r>
        <w:rPr>
          <w:rtl/>
        </w:rPr>
        <w:t xml:space="preserve">عبدالرحمن بن أبي عبدالله ، هو ميمون. </w:t>
      </w:r>
    </w:p>
    <w:p w:rsidR="007849C6" w:rsidRDefault="007849C6" w:rsidP="00186E94">
      <w:pPr>
        <w:pStyle w:val="libNormal"/>
        <w:rPr>
          <w:rtl/>
        </w:rPr>
      </w:pPr>
      <w:r>
        <w:rPr>
          <w:rtl/>
        </w:rPr>
        <w:t xml:space="preserve">عبدالله بن أبي يعفور ، في بعض الكتب قيس بن منصور ، وقيل </w:t>
      </w:r>
    </w:p>
    <w:p w:rsidR="007849C6" w:rsidRDefault="007849C6" w:rsidP="00186E94">
      <w:pPr>
        <w:pStyle w:val="libNormal0"/>
        <w:rPr>
          <w:rtl/>
        </w:rPr>
      </w:pPr>
      <w:r>
        <w:rPr>
          <w:rtl/>
        </w:rPr>
        <w:br w:type="page"/>
      </w:r>
      <w:r>
        <w:rPr>
          <w:rtl/>
        </w:rPr>
        <w:lastRenderedPageBreak/>
        <w:t xml:space="preserve">واقد ، وقيل وقدان. </w:t>
      </w:r>
    </w:p>
    <w:p w:rsidR="007849C6" w:rsidRDefault="007849C6" w:rsidP="00186E94">
      <w:pPr>
        <w:pStyle w:val="libNormal"/>
        <w:rPr>
          <w:rtl/>
        </w:rPr>
      </w:pPr>
      <w:r>
        <w:rPr>
          <w:rtl/>
        </w:rPr>
        <w:t xml:space="preserve">إسماعيل بن أبي زياد ، مسلم. </w:t>
      </w:r>
    </w:p>
    <w:p w:rsidR="007849C6" w:rsidRDefault="007849C6" w:rsidP="00186E94">
      <w:pPr>
        <w:pStyle w:val="libNormal"/>
        <w:rPr>
          <w:rtl/>
        </w:rPr>
      </w:pPr>
      <w:r>
        <w:rPr>
          <w:rtl/>
        </w:rPr>
        <w:t xml:space="preserve">أحمد بن أبي نصر ، زيد. </w:t>
      </w:r>
    </w:p>
    <w:p w:rsidR="007849C6" w:rsidRDefault="007849C6" w:rsidP="00186E94">
      <w:pPr>
        <w:pStyle w:val="libNormal"/>
        <w:rPr>
          <w:rtl/>
        </w:rPr>
      </w:pPr>
      <w:r>
        <w:rPr>
          <w:rtl/>
        </w:rPr>
        <w:t xml:space="preserve">أبو علي الاشعري ، أحمد بن إدريس. </w:t>
      </w:r>
    </w:p>
    <w:p w:rsidR="007849C6" w:rsidRDefault="007849C6" w:rsidP="00186E94">
      <w:pPr>
        <w:pStyle w:val="libNormal"/>
        <w:rPr>
          <w:rtl/>
        </w:rPr>
      </w:pPr>
      <w:r>
        <w:rPr>
          <w:rtl/>
        </w:rPr>
        <w:t xml:space="preserve">أبو جرير هو زكريا بن إدريس. </w:t>
      </w:r>
    </w:p>
    <w:p w:rsidR="007849C6" w:rsidRDefault="007849C6" w:rsidP="00186E94">
      <w:pPr>
        <w:pStyle w:val="libNormal"/>
        <w:rPr>
          <w:rtl/>
        </w:rPr>
      </w:pPr>
      <w:r>
        <w:rPr>
          <w:rtl/>
        </w:rPr>
        <w:t xml:space="preserve">أبو مالك الحضرمي ، هو الضحاك. </w:t>
      </w:r>
    </w:p>
    <w:p w:rsidR="007849C6" w:rsidRDefault="007849C6" w:rsidP="00186E94">
      <w:pPr>
        <w:pStyle w:val="libNormal"/>
        <w:rPr>
          <w:rtl/>
        </w:rPr>
      </w:pPr>
      <w:r>
        <w:rPr>
          <w:rtl/>
        </w:rPr>
        <w:t xml:space="preserve">علي بن الحسين ، هو المسعودي </w:t>
      </w:r>
      <w:r w:rsidRPr="00186E94">
        <w:rPr>
          <w:rStyle w:val="libFootnotenumChar"/>
          <w:rtl/>
        </w:rPr>
        <w:t>(1)</w:t>
      </w:r>
      <w:r>
        <w:rPr>
          <w:rtl/>
        </w:rPr>
        <w:t xml:space="preserve">. </w:t>
      </w:r>
    </w:p>
    <w:p w:rsidR="007849C6" w:rsidRDefault="007849C6" w:rsidP="00186E94">
      <w:pPr>
        <w:pStyle w:val="libNormal"/>
        <w:rPr>
          <w:rtl/>
        </w:rPr>
      </w:pPr>
      <w:r>
        <w:rPr>
          <w:rtl/>
        </w:rPr>
        <w:t xml:space="preserve">أبوالمغرا ، هو حميد. </w:t>
      </w:r>
    </w:p>
    <w:p w:rsidR="007849C6" w:rsidRDefault="007849C6" w:rsidP="00186E94">
      <w:pPr>
        <w:pStyle w:val="libNormal"/>
        <w:rPr>
          <w:rtl/>
        </w:rPr>
      </w:pPr>
      <w:r>
        <w:rPr>
          <w:rtl/>
        </w:rPr>
        <w:t xml:space="preserve">أبو ولاد ، هو حفص بن سالم. </w:t>
      </w:r>
    </w:p>
    <w:p w:rsidR="007849C6" w:rsidRDefault="007849C6" w:rsidP="00186E94">
      <w:pPr>
        <w:pStyle w:val="libNormal"/>
        <w:rPr>
          <w:rtl/>
        </w:rPr>
      </w:pPr>
      <w:r>
        <w:rPr>
          <w:rtl/>
        </w:rPr>
        <w:t xml:space="preserve">أبو خالد القماط هو خالد بن يزيد. </w:t>
      </w:r>
    </w:p>
    <w:p w:rsidR="007849C6" w:rsidRDefault="007849C6" w:rsidP="00186E94">
      <w:pPr>
        <w:pStyle w:val="libNormal"/>
        <w:rPr>
          <w:rtl/>
        </w:rPr>
      </w:pPr>
      <w:r>
        <w:rPr>
          <w:rtl/>
        </w:rPr>
        <w:t xml:space="preserve">أبو مريم هو عبد الغفار. </w:t>
      </w:r>
    </w:p>
    <w:p w:rsidR="007849C6" w:rsidRDefault="007849C6" w:rsidP="00186E94">
      <w:pPr>
        <w:pStyle w:val="libNormal"/>
        <w:rPr>
          <w:rtl/>
        </w:rPr>
      </w:pPr>
      <w:r>
        <w:rPr>
          <w:rtl/>
        </w:rPr>
        <w:t xml:space="preserve">أبو خديجة ، هو سالم بن مكرم. </w:t>
      </w:r>
    </w:p>
    <w:p w:rsidR="007849C6" w:rsidRDefault="007849C6" w:rsidP="00186E94">
      <w:pPr>
        <w:pStyle w:val="libNormal"/>
        <w:rPr>
          <w:rtl/>
        </w:rPr>
      </w:pPr>
      <w:r>
        <w:rPr>
          <w:rtl/>
        </w:rPr>
        <w:t xml:space="preserve">أبو جميلة ، هو مفضل بن صالح. </w:t>
      </w:r>
    </w:p>
    <w:p w:rsidR="007849C6" w:rsidRDefault="007849C6" w:rsidP="00186E94">
      <w:pPr>
        <w:pStyle w:val="libNormal"/>
        <w:rPr>
          <w:rtl/>
        </w:rPr>
      </w:pPr>
      <w:r>
        <w:rPr>
          <w:rtl/>
        </w:rPr>
        <w:t xml:space="preserve">سليمان بن سفيان هو أبو داود المسترق بتشديد القاف وكسر الراء البقباق هو الفضل بن عبدالملك. </w:t>
      </w:r>
    </w:p>
    <w:p w:rsidR="007849C6" w:rsidRDefault="007849C6" w:rsidP="00186E94">
      <w:pPr>
        <w:pStyle w:val="libNormal"/>
        <w:rPr>
          <w:rtl/>
        </w:rPr>
      </w:pPr>
      <w:r>
        <w:rPr>
          <w:rtl/>
        </w:rPr>
        <w:t xml:space="preserve">أبو عبيدة الحذاء ، هو زياد بن عيسى. </w:t>
      </w:r>
    </w:p>
    <w:p w:rsidR="007849C6" w:rsidRDefault="007849C6" w:rsidP="00186E94">
      <w:pPr>
        <w:pStyle w:val="libNormal"/>
        <w:rPr>
          <w:rtl/>
        </w:rPr>
      </w:pPr>
      <w:r>
        <w:rPr>
          <w:rtl/>
        </w:rPr>
        <w:t xml:space="preserve">أبو أيوب الخراز ، بالراء المهملة قبل الالف والمعجمة بعدها ، هو إبراهم بن عثمان وقيل : ابن عيسى. </w:t>
      </w:r>
    </w:p>
    <w:p w:rsidR="007849C6" w:rsidRDefault="007849C6" w:rsidP="00186E94">
      <w:pPr>
        <w:pStyle w:val="libNormal"/>
        <w:rPr>
          <w:rtl/>
        </w:rPr>
      </w:pPr>
      <w:r>
        <w:rPr>
          <w:rtl/>
        </w:rPr>
        <w:t xml:space="preserve">ثويربن أبي فاختة هو سعيد بن جهمان ابن حمدون الكاتب ، هو أحمد بن إبراهيم. </w:t>
      </w:r>
    </w:p>
    <w:p w:rsidR="007849C6" w:rsidRDefault="007849C6" w:rsidP="00186E94">
      <w:pPr>
        <w:pStyle w:val="libNormal"/>
        <w:rPr>
          <w:rtl/>
        </w:rPr>
      </w:pPr>
      <w:r>
        <w:rPr>
          <w:rtl/>
        </w:rPr>
        <w:t xml:space="preserve">الصفواني هو محمد بن أحمد بن أبي عبدالله بن قضاعة. </w:t>
      </w:r>
    </w:p>
    <w:p w:rsidR="007849C6" w:rsidRDefault="007849C6" w:rsidP="00186E94">
      <w:pPr>
        <w:pStyle w:val="libNormal"/>
        <w:rPr>
          <w:rtl/>
        </w:rPr>
      </w:pPr>
      <w:r>
        <w:rPr>
          <w:rtl/>
        </w:rPr>
        <w:t xml:space="preserve">الحجال هو عبد الله بن محمد.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ليس للمسعودي والبقباق محل لذكرهما هنا إذ ليسا من الكنى كما لا يخفى. </w:t>
      </w:r>
    </w:p>
    <w:p w:rsidR="007849C6" w:rsidRDefault="007849C6" w:rsidP="00186E94">
      <w:pPr>
        <w:pStyle w:val="libNormal0"/>
        <w:rPr>
          <w:rtl/>
        </w:rPr>
      </w:pPr>
      <w:r>
        <w:rPr>
          <w:rtl/>
        </w:rPr>
        <w:br w:type="page"/>
      </w:r>
      <w:r>
        <w:rPr>
          <w:rtl/>
        </w:rPr>
        <w:lastRenderedPageBreak/>
        <w:t xml:space="preserve">الوشاء هو الحسن بن علي </w:t>
      </w:r>
      <w:r w:rsidRPr="00186E94">
        <w:rPr>
          <w:rStyle w:val="libFootnotenumChar"/>
          <w:rtl/>
        </w:rPr>
        <w:t>(1)</w:t>
      </w:r>
      <w:r>
        <w:rPr>
          <w:rtl/>
        </w:rPr>
        <w:t xml:space="preserve"> </w:t>
      </w:r>
    </w:p>
    <w:p w:rsidR="007849C6" w:rsidRDefault="007849C6" w:rsidP="00186E94">
      <w:pPr>
        <w:pStyle w:val="libCenterBold1"/>
        <w:rPr>
          <w:rtl/>
        </w:rPr>
      </w:pPr>
      <w:r>
        <w:rPr>
          <w:rtl/>
        </w:rPr>
        <w:t>باب الكنى</w:t>
      </w:r>
    </w:p>
    <w:p w:rsidR="007849C6" w:rsidRDefault="007849C6" w:rsidP="00186E94">
      <w:pPr>
        <w:pStyle w:val="libNormal"/>
        <w:rPr>
          <w:rtl/>
        </w:rPr>
      </w:pPr>
      <w:r>
        <w:rPr>
          <w:rtl/>
        </w:rPr>
        <w:t xml:space="preserve">1 ـ أبو الأحوص المصري كذا بخط الشيخ أبي جعفر ، وفي بعض النسخ البصري والاول أقوى ، من جملة متكلمي الامامية وله مع الجبائي مجلس في الامامة بحضرة أبي القاسم بن محمد الكرخي ، له كتب. </w:t>
      </w:r>
    </w:p>
    <w:p w:rsidR="007849C6" w:rsidRDefault="007849C6" w:rsidP="00186E94">
      <w:pPr>
        <w:pStyle w:val="libNormal"/>
        <w:rPr>
          <w:rtl/>
        </w:rPr>
      </w:pPr>
      <w:r>
        <w:rPr>
          <w:rtl/>
        </w:rPr>
        <w:t xml:space="preserve">2 ـ أبو الأسود الدئلي ل ، ى ( جخ ). </w:t>
      </w:r>
    </w:p>
    <w:p w:rsidR="007849C6" w:rsidRDefault="007849C6" w:rsidP="00186E94">
      <w:pPr>
        <w:pStyle w:val="libNormal"/>
        <w:rPr>
          <w:rtl/>
        </w:rPr>
      </w:pPr>
      <w:r>
        <w:rPr>
          <w:rtl/>
        </w:rPr>
        <w:t xml:space="preserve">3 ـ أبو أمامة له صحبة ، وكان معاوية وضع عليه الحرس لئلا يهرب إلى علي </w:t>
      </w:r>
      <w:r w:rsidR="0006364F" w:rsidRPr="0006364F">
        <w:rPr>
          <w:rStyle w:val="libAlaemChar"/>
          <w:rFonts w:hint="cs"/>
          <w:rtl/>
        </w:rPr>
        <w:t>عليه‌السلام</w:t>
      </w:r>
      <w:r>
        <w:rPr>
          <w:rtl/>
        </w:rPr>
        <w:t xml:space="preserve"> ى ( جخ ). </w:t>
      </w:r>
    </w:p>
    <w:p w:rsidR="007849C6" w:rsidRDefault="007849C6" w:rsidP="00186E94">
      <w:pPr>
        <w:pStyle w:val="libNormal"/>
        <w:rPr>
          <w:rtl/>
        </w:rPr>
      </w:pPr>
      <w:r>
        <w:rPr>
          <w:rtl/>
        </w:rPr>
        <w:t xml:space="preserve">4 ـ أم الاسود بنت أعين عارفة ، قال علي بن أحمد العقيقي : وهي التي أغمضت زرارة. </w:t>
      </w:r>
    </w:p>
    <w:p w:rsidR="007849C6" w:rsidRDefault="007849C6" w:rsidP="00186E94">
      <w:pPr>
        <w:pStyle w:val="libNormal"/>
        <w:rPr>
          <w:rtl/>
        </w:rPr>
      </w:pPr>
      <w:r>
        <w:rPr>
          <w:rtl/>
        </w:rPr>
        <w:t xml:space="preserve">5 ـ أبو أيوب خالد بن زيد هو الانصاري ل ، ى ( كش ) عظيم الشأن </w:t>
      </w:r>
    </w:p>
    <w:p w:rsidR="007849C6" w:rsidRDefault="007849C6" w:rsidP="00186E94">
      <w:pPr>
        <w:pStyle w:val="libNormal"/>
        <w:rPr>
          <w:rtl/>
        </w:rPr>
      </w:pPr>
      <w:r>
        <w:rPr>
          <w:rtl/>
        </w:rPr>
        <w:t xml:space="preserve">6 ـ أبو بصير مشترك بين أربعة ، منهم : </w:t>
      </w:r>
    </w:p>
    <w:p w:rsidR="007849C6" w:rsidRDefault="007849C6" w:rsidP="00186E94">
      <w:pPr>
        <w:pStyle w:val="libNormal"/>
        <w:rPr>
          <w:rtl/>
        </w:rPr>
      </w:pPr>
      <w:r>
        <w:rPr>
          <w:rtl/>
        </w:rPr>
        <w:t xml:space="preserve">ليث ابن البختري ، بالخاء المعجمة والتاء المفتوحة المثناة فوق المرادي وقيل : أبو محمد قر ، ق ( جخ كش ) ثقة عظيم الشأن قال فيه الباقر </w:t>
      </w:r>
      <w:r w:rsidR="0006364F" w:rsidRPr="0006364F">
        <w:rPr>
          <w:rStyle w:val="libAlaemChar"/>
          <w:rFonts w:hint="cs"/>
          <w:rtl/>
        </w:rPr>
        <w:t>عليه‌السلام</w:t>
      </w:r>
      <w:r>
        <w:rPr>
          <w:rtl/>
        </w:rPr>
        <w:t xml:space="preserve"> : بشر المخبتين بالجنة : بريد ، بالباء المضمومة والراء المهملة المفتوحة ، بن معاوية العجلي ، وأبو بصير ليث ابن البختري المرادي ، ومحمد بن مسلم ، وزرارة ، أربعة نجباء أمناء الله على حلاله وحرامه لولا هؤلاء لانقطعت آثار النبوة واندرست ). و ... </w:t>
      </w:r>
    </w:p>
    <w:p w:rsidR="007849C6" w:rsidRDefault="007849C6" w:rsidP="00186E94">
      <w:pPr>
        <w:pStyle w:val="libNormal"/>
        <w:rPr>
          <w:rtl/>
        </w:rPr>
      </w:pPr>
      <w:r>
        <w:rPr>
          <w:rtl/>
        </w:rPr>
        <w:t xml:space="preserve">7 ـ أبو بصير يحيى بن أبي القاسم المكفوف. و ... </w:t>
      </w:r>
    </w:p>
    <w:p w:rsidR="007849C6" w:rsidRDefault="007849C6" w:rsidP="00186E94">
      <w:pPr>
        <w:pStyle w:val="libNormal"/>
        <w:rPr>
          <w:rtl/>
        </w:rPr>
      </w:pPr>
      <w:r>
        <w:rPr>
          <w:rtl/>
        </w:rPr>
        <w:t xml:space="preserve">8 ـ أبو بصير يوسف بن الحارث بتري ، و ... </w:t>
      </w:r>
    </w:p>
    <w:p w:rsidR="007849C6" w:rsidRDefault="007849C6" w:rsidP="00186E94">
      <w:pPr>
        <w:pStyle w:val="libNormal"/>
        <w:rPr>
          <w:rtl/>
        </w:rPr>
      </w:pPr>
      <w:r>
        <w:rPr>
          <w:rtl/>
        </w:rPr>
        <w:t xml:space="preserve">9 ـ أبو بصير عبدالله بن محمد الاسدي وهؤلاء الثلاثة رووا عن الباقر ( ع )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لا وجه لذكر ابن حمدون والصفواني والحجال والوشاء هنا إذ ليست من الكنى كما لا يخفى. </w:t>
      </w:r>
    </w:p>
    <w:p w:rsidR="007849C6" w:rsidRDefault="007849C6" w:rsidP="00186E94">
      <w:pPr>
        <w:pStyle w:val="libNormal"/>
        <w:rPr>
          <w:rtl/>
        </w:rPr>
      </w:pPr>
      <w:r>
        <w:rPr>
          <w:rtl/>
        </w:rPr>
        <w:br w:type="page"/>
      </w:r>
      <w:r>
        <w:rPr>
          <w:rtl/>
        </w:rPr>
        <w:lastRenderedPageBreak/>
        <w:t xml:space="preserve">10 ـ أبو بكر بن حزم الانصاري ى ( جخ ) من خواصه عربي يمني </w:t>
      </w:r>
    </w:p>
    <w:p w:rsidR="007849C6" w:rsidRDefault="007849C6" w:rsidP="00186E94">
      <w:pPr>
        <w:pStyle w:val="libNormal"/>
        <w:rPr>
          <w:rtl/>
        </w:rPr>
      </w:pPr>
      <w:r>
        <w:rPr>
          <w:rtl/>
        </w:rPr>
        <w:t xml:space="preserve">11 ـ أبو بكر بن علي بن أبي طالب سين ( جخ ) أخوه قتل معه امه ليلى بنت مسعود بن خالد بن مالك بن ربعي بن سلمة بن جندل ابن نهشل الدارمية. </w:t>
      </w:r>
    </w:p>
    <w:p w:rsidR="007849C6" w:rsidRDefault="007849C6" w:rsidP="00186E94">
      <w:pPr>
        <w:pStyle w:val="libNormal"/>
        <w:rPr>
          <w:rtl/>
        </w:rPr>
      </w:pPr>
      <w:r>
        <w:rPr>
          <w:rtl/>
        </w:rPr>
        <w:t xml:space="preserve">12 ـ أبو بكر الحضرمي ق ( كش ) </w:t>
      </w:r>
      <w:r w:rsidRPr="00186E94">
        <w:rPr>
          <w:rStyle w:val="libFootnotenumChar"/>
          <w:rtl/>
        </w:rPr>
        <w:t>(1)</w:t>
      </w:r>
      <w:r>
        <w:rPr>
          <w:rtl/>
        </w:rPr>
        <w:t xml:space="preserve"> ثقة ، جرت له مناظرة حسنة مع زيد. </w:t>
      </w:r>
    </w:p>
    <w:p w:rsidR="007849C6" w:rsidRDefault="007849C6" w:rsidP="00186E94">
      <w:pPr>
        <w:pStyle w:val="libNormal"/>
        <w:rPr>
          <w:rtl/>
        </w:rPr>
      </w:pPr>
      <w:r>
        <w:rPr>
          <w:rtl/>
        </w:rPr>
        <w:t xml:space="preserve">13 ـ أبو الجحاف ( قد ) ثقة </w:t>
      </w:r>
      <w:r w:rsidRPr="00186E94">
        <w:rPr>
          <w:rStyle w:val="libFootnotenumChar"/>
          <w:rtl/>
        </w:rPr>
        <w:t>(2)</w:t>
      </w:r>
      <w:r>
        <w:rPr>
          <w:rtl/>
        </w:rPr>
        <w:t xml:space="preserve">. </w:t>
      </w:r>
    </w:p>
    <w:p w:rsidR="007849C6" w:rsidRDefault="007849C6" w:rsidP="00186E94">
      <w:pPr>
        <w:pStyle w:val="libNormal"/>
        <w:rPr>
          <w:rtl/>
        </w:rPr>
      </w:pPr>
      <w:r>
        <w:rPr>
          <w:rtl/>
        </w:rPr>
        <w:t xml:space="preserve">14 ـ أبو جحيفة بضم الجيم وهب </w:t>
      </w:r>
      <w:r w:rsidRPr="00186E94">
        <w:rPr>
          <w:rStyle w:val="libFootnotenumChar"/>
          <w:rtl/>
        </w:rPr>
        <w:t>(3)</w:t>
      </w:r>
      <w:r>
        <w:rPr>
          <w:rtl/>
        </w:rPr>
        <w:t xml:space="preserve"> بن عبدالله السوائي ، بالسين المهملة ى ( جخ ) من خواصه. </w:t>
      </w:r>
    </w:p>
    <w:p w:rsidR="007849C6" w:rsidRDefault="007849C6" w:rsidP="00186E94">
      <w:pPr>
        <w:pStyle w:val="libNormal"/>
        <w:rPr>
          <w:rtl/>
        </w:rPr>
      </w:pPr>
      <w:r>
        <w:rPr>
          <w:rtl/>
        </w:rPr>
        <w:t xml:space="preserve">15 ـ أبو جرير بضم الجيم وبالمهملتين ، القمي ضا ( كش ) ترحم له </w:t>
      </w:r>
      <w:r w:rsidR="0006364F" w:rsidRPr="0006364F">
        <w:rPr>
          <w:rStyle w:val="libAlaemChar"/>
          <w:rFonts w:hint="cs"/>
          <w:rtl/>
        </w:rPr>
        <w:t>عليه‌السلام</w:t>
      </w:r>
      <w:r>
        <w:rPr>
          <w:rtl/>
        </w:rPr>
        <w:t xml:space="preserve"> ، اسمه زكريا بن إدريس بن عبدالله. </w:t>
      </w:r>
    </w:p>
    <w:p w:rsidR="007849C6" w:rsidRDefault="007849C6" w:rsidP="00186E94">
      <w:pPr>
        <w:pStyle w:val="libNormal"/>
        <w:rPr>
          <w:rtl/>
        </w:rPr>
      </w:pPr>
      <w:r>
        <w:rPr>
          <w:rtl/>
        </w:rPr>
        <w:t xml:space="preserve">16 ـ أبو جعفر الاحول </w:t>
      </w:r>
      <w:r w:rsidRPr="00186E94">
        <w:rPr>
          <w:rStyle w:val="libFootnotenumChar"/>
          <w:rtl/>
        </w:rPr>
        <w:t>(4)</w:t>
      </w:r>
      <w:r>
        <w:rPr>
          <w:rtl/>
        </w:rPr>
        <w:t xml:space="preserve"> ق ( كش ) مدحه وهو أحد الاركان الاربعة الذين قال فيهم أبو عبد الله ( ع ) : ( هم أحب الناس إلي أمواتا وأحياء ) ولقب مؤمن الطاق فلقبه العامة ( شيطان الطاق ) قال له أبو حنيفة بعد موت أبي جعفر </w:t>
      </w:r>
      <w:r w:rsidR="0006364F" w:rsidRPr="0006364F">
        <w:rPr>
          <w:rStyle w:val="libAlaemChar"/>
          <w:rFonts w:hint="cs"/>
          <w:rtl/>
        </w:rPr>
        <w:t>عليه‌السلام</w:t>
      </w:r>
      <w:r>
        <w:rPr>
          <w:rtl/>
        </w:rPr>
        <w:t xml:space="preserve"> : يا أبا جعفر : إن إمامك قد مات ، فقال له أبو جعفر : لكن إمامك من المنظرين إلى يوم الوقت المعلوم. </w:t>
      </w:r>
    </w:p>
    <w:p w:rsidR="007849C6" w:rsidRDefault="007849C6" w:rsidP="00186E94">
      <w:pPr>
        <w:pStyle w:val="libNormal"/>
        <w:rPr>
          <w:rtl/>
        </w:rPr>
      </w:pPr>
      <w:r>
        <w:rPr>
          <w:rtl/>
        </w:rPr>
        <w:t xml:space="preserve">17 ـ أبو جعفر البصري د ( جخ ، كش ) ثقة فاضل صالح.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تقدم في باب العين أن اسمه عبدالله بن محمد ، ولم يصدر من ( كش ) التوثيق له. </w:t>
      </w:r>
    </w:p>
    <w:p w:rsidR="007849C6" w:rsidRDefault="007849C6" w:rsidP="002C2B53">
      <w:pPr>
        <w:pStyle w:val="libFootnote0"/>
        <w:rPr>
          <w:rtl/>
        </w:rPr>
      </w:pPr>
      <w:r>
        <w:rPr>
          <w:rtl/>
        </w:rPr>
        <w:t xml:space="preserve">2 ـ إسمه داود بن أبي عوف ، ولم يذكر في الاسماء هناك. </w:t>
      </w:r>
    </w:p>
    <w:p w:rsidR="007849C6" w:rsidRDefault="007849C6" w:rsidP="002C2B53">
      <w:pPr>
        <w:pStyle w:val="libFootnote0"/>
        <w:rPr>
          <w:rtl/>
        </w:rPr>
      </w:pPr>
      <w:r>
        <w:rPr>
          <w:rtl/>
        </w:rPr>
        <w:t xml:space="preserve">3 ـ لم يتقدم في الاسماء هناك. </w:t>
      </w:r>
    </w:p>
    <w:p w:rsidR="007849C6" w:rsidRDefault="007849C6" w:rsidP="002C2B53">
      <w:pPr>
        <w:pStyle w:val="libFootnote0"/>
        <w:rPr>
          <w:rtl/>
        </w:rPr>
      </w:pPr>
      <w:r>
        <w:rPr>
          <w:rtl/>
        </w:rPr>
        <w:t xml:space="preserve">4 ـ إسمه محمد بن علي بن النعمان تقدم في الاسماء. </w:t>
      </w:r>
    </w:p>
    <w:p w:rsidR="007849C6" w:rsidRDefault="007849C6" w:rsidP="00186E94">
      <w:pPr>
        <w:pStyle w:val="libNormal"/>
        <w:rPr>
          <w:rtl/>
        </w:rPr>
      </w:pPr>
      <w:r>
        <w:rPr>
          <w:rtl/>
        </w:rPr>
        <w:br w:type="page"/>
      </w:r>
      <w:r>
        <w:rPr>
          <w:rtl/>
        </w:rPr>
        <w:lastRenderedPageBreak/>
        <w:t xml:space="preserve">18 ـ أبو جميلة ق </w:t>
      </w:r>
      <w:r w:rsidRPr="00186E94">
        <w:rPr>
          <w:rStyle w:val="libFootnotenumChar"/>
          <w:rtl/>
        </w:rPr>
        <w:t>(1)</w:t>
      </w:r>
      <w:r>
        <w:rPr>
          <w:rtl/>
        </w:rPr>
        <w:t xml:space="preserve">. </w:t>
      </w:r>
    </w:p>
    <w:p w:rsidR="007849C6" w:rsidRDefault="007849C6" w:rsidP="00186E94">
      <w:pPr>
        <w:pStyle w:val="libNormal"/>
        <w:rPr>
          <w:rtl/>
        </w:rPr>
      </w:pPr>
      <w:r>
        <w:rPr>
          <w:rtl/>
        </w:rPr>
        <w:t xml:space="preserve">19 ـ أبو جند بن عبد ى عقر الجمل. </w:t>
      </w:r>
    </w:p>
    <w:p w:rsidR="007849C6" w:rsidRDefault="007849C6" w:rsidP="00186E94">
      <w:pPr>
        <w:pStyle w:val="libNormal"/>
        <w:rPr>
          <w:rtl/>
        </w:rPr>
      </w:pPr>
      <w:r>
        <w:rPr>
          <w:rtl/>
        </w:rPr>
        <w:t xml:space="preserve">20 ـ أبو جوشاء ، بالجيم والواو والشين المعجمة ، كذا رأيته بخط الشيخ أبي جعفر </w:t>
      </w:r>
      <w:r w:rsidR="006B246D" w:rsidRPr="006B246D">
        <w:rPr>
          <w:rStyle w:val="libAlaemChar"/>
          <w:rFonts w:hint="cs"/>
          <w:rtl/>
        </w:rPr>
        <w:t>رحمه‌الله</w:t>
      </w:r>
      <w:r>
        <w:rPr>
          <w:rtl/>
        </w:rPr>
        <w:t xml:space="preserve"> في كتاب الرجال ، صاحب راية أمير المؤمنين </w:t>
      </w:r>
      <w:r w:rsidR="0006364F" w:rsidRPr="0006364F">
        <w:rPr>
          <w:rStyle w:val="libAlaemChar"/>
          <w:rFonts w:hint="cs"/>
          <w:rtl/>
        </w:rPr>
        <w:t>عليه‌السلام</w:t>
      </w:r>
      <w:r>
        <w:rPr>
          <w:rtl/>
        </w:rPr>
        <w:t xml:space="preserve"> يوم خرج من الكوفة إلى صفين ، ودفع راية المهاجرين إلى نوح بن الحارث بن عمرو المخزومي ، ودفع راية الانصار الى قرظة بن كعب ، ودفع راية كنانة إلى عبدالله بن بكير ، ودفع راية هذيل إلى عمرو بن أبي عمرو الهذلي ودفع راية همدان إلى رفاعة بن أبي رفاعة الهمداني ، وخرج على مقدمته أبو ليلى بن عمرو. </w:t>
      </w:r>
    </w:p>
    <w:p w:rsidR="007849C6" w:rsidRDefault="007849C6" w:rsidP="00186E94">
      <w:pPr>
        <w:pStyle w:val="libNormal"/>
        <w:rPr>
          <w:rtl/>
        </w:rPr>
      </w:pPr>
      <w:r>
        <w:rPr>
          <w:rtl/>
        </w:rPr>
        <w:t xml:space="preserve">21 ـ أبو الحسين بن أبي طاهر الطبري وقيل اسمه علي بن الحسين من غلمان العياشي لم له كتاب. </w:t>
      </w:r>
    </w:p>
    <w:p w:rsidR="007849C6" w:rsidRDefault="007849C6" w:rsidP="00186E94">
      <w:pPr>
        <w:pStyle w:val="libNormal"/>
        <w:rPr>
          <w:rtl/>
        </w:rPr>
      </w:pPr>
      <w:r>
        <w:rPr>
          <w:rtl/>
        </w:rPr>
        <w:t xml:space="preserve">22 ـ أبو الحسين بن الحصين دى نزل الاهواز ثقة. </w:t>
      </w:r>
    </w:p>
    <w:p w:rsidR="007849C6" w:rsidRDefault="007849C6" w:rsidP="00186E94">
      <w:pPr>
        <w:pStyle w:val="libNormal"/>
        <w:rPr>
          <w:rtl/>
        </w:rPr>
      </w:pPr>
      <w:r>
        <w:rPr>
          <w:rtl/>
        </w:rPr>
        <w:t xml:space="preserve">23 ـ أبو الحسين البلدي لم من أهل سرخس ، من أهل الادب والمعرفة في وقت الطاهرية. </w:t>
      </w:r>
    </w:p>
    <w:p w:rsidR="007849C6" w:rsidRDefault="007849C6" w:rsidP="00186E94">
      <w:pPr>
        <w:pStyle w:val="libNormal"/>
        <w:rPr>
          <w:rtl/>
        </w:rPr>
      </w:pPr>
      <w:r>
        <w:rPr>
          <w:rtl/>
        </w:rPr>
        <w:t xml:space="preserve">24 ـ أبو الحسين بن هلال دى ثقة. </w:t>
      </w:r>
    </w:p>
    <w:p w:rsidR="007849C6" w:rsidRDefault="007849C6" w:rsidP="00186E94">
      <w:pPr>
        <w:pStyle w:val="libNormal"/>
        <w:rPr>
          <w:rtl/>
        </w:rPr>
      </w:pPr>
      <w:r>
        <w:rPr>
          <w:rtl/>
        </w:rPr>
        <w:t xml:space="preserve">25 ـ أبو الحصين بن الحصين الحصبني د ، دى ( جخ ) ثقة. </w:t>
      </w:r>
    </w:p>
    <w:p w:rsidR="007849C6" w:rsidRDefault="007849C6" w:rsidP="00186E94">
      <w:pPr>
        <w:pStyle w:val="libNormal"/>
        <w:rPr>
          <w:rtl/>
        </w:rPr>
      </w:pPr>
      <w:r>
        <w:rPr>
          <w:rtl/>
        </w:rPr>
        <w:t xml:space="preserve">26 ـ أبو الحمراء خادم رسول الله </w:t>
      </w:r>
      <w:r w:rsidR="00CA64D5" w:rsidRPr="00CA64D5">
        <w:rPr>
          <w:rStyle w:val="libAlaemChar"/>
          <w:rFonts w:hint="cs"/>
          <w:rtl/>
        </w:rPr>
        <w:t>صلى‌الله‌عليه‌وآله‌وسلم</w:t>
      </w:r>
      <w:r>
        <w:rPr>
          <w:rtl/>
        </w:rPr>
        <w:t xml:space="preserve"> ل ، ى. </w:t>
      </w:r>
    </w:p>
    <w:p w:rsidR="007849C6" w:rsidRDefault="007849C6" w:rsidP="00186E94">
      <w:pPr>
        <w:pStyle w:val="libNormal"/>
        <w:rPr>
          <w:rtl/>
        </w:rPr>
      </w:pPr>
      <w:r>
        <w:rPr>
          <w:rtl/>
        </w:rPr>
        <w:t xml:space="preserve">27 ـ أبو حمزة الثمالي </w:t>
      </w:r>
      <w:r w:rsidRPr="00186E94">
        <w:rPr>
          <w:rStyle w:val="libFootnotenumChar"/>
          <w:rtl/>
        </w:rPr>
        <w:t>(2)</w:t>
      </w:r>
      <w:r>
        <w:rPr>
          <w:rtl/>
        </w:rPr>
        <w:t xml:space="preserve"> بضم الثاء المثلثة ، بن دينار أبو صفية عربي أزدي ين ، قر ، ق ( كش ، جش ) ممدوح قال عنه الرضا </w:t>
      </w:r>
      <w:r w:rsidR="0006364F" w:rsidRPr="0006364F">
        <w:rPr>
          <w:rStyle w:val="libAlaemChar"/>
          <w:rFonts w:hint="cs"/>
          <w:rtl/>
        </w:rPr>
        <w:t>عليه‌السلام</w:t>
      </w:r>
      <w:r>
        <w:rPr>
          <w:rtl/>
        </w:rPr>
        <w:t xml:space="preserve"> : ( أبو حمزة الثمالي في زمانه كلقمان في زمانه ) مات سنة خمسين ومائة.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أبو جميلة : إسمه المفضل بن صالح يأتي ذكره في القسم الثاني. </w:t>
      </w:r>
    </w:p>
    <w:p w:rsidR="007849C6" w:rsidRDefault="007849C6" w:rsidP="002C2B53">
      <w:pPr>
        <w:pStyle w:val="libFootnote0"/>
        <w:rPr>
          <w:rtl/>
        </w:rPr>
      </w:pPr>
      <w:r>
        <w:rPr>
          <w:rtl/>
        </w:rPr>
        <w:t xml:space="preserve">2 ـ إسمه ثابت تقدم في الاسماء. </w:t>
      </w:r>
    </w:p>
    <w:p w:rsidR="007849C6" w:rsidRDefault="007849C6" w:rsidP="00186E94">
      <w:pPr>
        <w:pStyle w:val="libNormal"/>
        <w:rPr>
          <w:rtl/>
        </w:rPr>
      </w:pPr>
      <w:r>
        <w:rPr>
          <w:rtl/>
        </w:rPr>
        <w:br w:type="page"/>
      </w:r>
      <w:r>
        <w:rPr>
          <w:rtl/>
        </w:rPr>
        <w:lastRenderedPageBreak/>
        <w:t xml:space="preserve">28 ـ أبو حنيفة سائق الحاج </w:t>
      </w:r>
      <w:r w:rsidRPr="00186E94">
        <w:rPr>
          <w:rStyle w:val="libFootnotenumChar"/>
          <w:rtl/>
        </w:rPr>
        <w:t>(1)</w:t>
      </w:r>
      <w:r>
        <w:rPr>
          <w:rtl/>
        </w:rPr>
        <w:t xml:space="preserve"> لم ( ست ) له كتاب. </w:t>
      </w:r>
    </w:p>
    <w:p w:rsidR="007849C6" w:rsidRDefault="007849C6" w:rsidP="00186E94">
      <w:pPr>
        <w:pStyle w:val="libNormal"/>
        <w:rPr>
          <w:rtl/>
        </w:rPr>
      </w:pPr>
      <w:r>
        <w:rPr>
          <w:rtl/>
        </w:rPr>
        <w:t xml:space="preserve">29 ـ أبو حيان بالياء المثناة تحت ( قد ) ثقة. </w:t>
      </w:r>
    </w:p>
    <w:p w:rsidR="007849C6" w:rsidRDefault="007849C6" w:rsidP="00186E94">
      <w:pPr>
        <w:pStyle w:val="libNormal"/>
        <w:rPr>
          <w:rtl/>
        </w:rPr>
      </w:pPr>
      <w:r>
        <w:rPr>
          <w:rtl/>
        </w:rPr>
        <w:t xml:space="preserve">30 ـ أبو حية ، بالحاء المهملة والياء المثناة تحت ، طارق بن شهاب الاحمسي كوفي ى ( جخ ) من خواصه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31 ـ أبو خالد الزبالي من أهل زبالة. </w:t>
      </w:r>
    </w:p>
    <w:p w:rsidR="007849C6" w:rsidRDefault="007849C6" w:rsidP="00186E94">
      <w:pPr>
        <w:pStyle w:val="libNormal"/>
        <w:rPr>
          <w:rtl/>
        </w:rPr>
      </w:pPr>
      <w:r>
        <w:rPr>
          <w:rtl/>
        </w:rPr>
        <w:t xml:space="preserve">32 ـ أبو خالد السجستاني ، بفتح الجيم وكسرهاضا ( جخ ، كش ) كان واقفيا ورجع وخالف قومه. </w:t>
      </w:r>
    </w:p>
    <w:p w:rsidR="007849C6" w:rsidRDefault="007849C6" w:rsidP="00186E94">
      <w:pPr>
        <w:pStyle w:val="libNormal"/>
        <w:rPr>
          <w:rtl/>
        </w:rPr>
      </w:pPr>
      <w:r>
        <w:rPr>
          <w:rtl/>
        </w:rPr>
        <w:t xml:space="preserve">33 ـ أبو خالد القماط ق ، م ( جخ ، كش ) مهمل. </w:t>
      </w:r>
    </w:p>
    <w:p w:rsidR="007849C6" w:rsidRDefault="007849C6" w:rsidP="00186E94">
      <w:pPr>
        <w:pStyle w:val="libNormal"/>
        <w:rPr>
          <w:rtl/>
        </w:rPr>
      </w:pPr>
      <w:r>
        <w:rPr>
          <w:rtl/>
        </w:rPr>
        <w:t xml:space="preserve">34 ـ أبو الخطاب زحر ، بالزاي المفتوحة والحاء والراء المهملتين ، ابن نعمان الاسدي ق ( جخ ). </w:t>
      </w:r>
    </w:p>
    <w:p w:rsidR="007849C6" w:rsidRDefault="007849C6" w:rsidP="00186E94">
      <w:pPr>
        <w:pStyle w:val="libNormal"/>
        <w:rPr>
          <w:rtl/>
        </w:rPr>
      </w:pPr>
      <w:r>
        <w:rPr>
          <w:rtl/>
        </w:rPr>
        <w:t xml:space="preserve">35 ـ أبو خالد الكابلي سين ( كش ) كان كيسانيا ورجع على يده. </w:t>
      </w:r>
    </w:p>
    <w:p w:rsidR="007849C6" w:rsidRDefault="007849C6" w:rsidP="00186E94">
      <w:pPr>
        <w:pStyle w:val="libNormal"/>
        <w:rPr>
          <w:rtl/>
        </w:rPr>
      </w:pPr>
      <w:r>
        <w:rPr>
          <w:rtl/>
        </w:rPr>
        <w:t xml:space="preserve">36 ـ أبو خلف العجلي كر ( جخ ) روى عنه علي بن الحسين بن بابويه عن أبي محمد الحسن بن علي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37 ـ أبوداودل ( كش ) ممدوح. </w:t>
      </w:r>
    </w:p>
    <w:p w:rsidR="007849C6" w:rsidRDefault="007849C6" w:rsidP="00186E94">
      <w:pPr>
        <w:pStyle w:val="libNormal"/>
        <w:rPr>
          <w:rtl/>
        </w:rPr>
      </w:pPr>
      <w:r>
        <w:rPr>
          <w:rtl/>
        </w:rPr>
        <w:t xml:space="preserve">38 ـ أبو ذر ل ( كش ) قال فيه ، ( ما أظلت الخضراء ولا أقلت الغبراء على ذي لهجة أصدق من أبي ذر ، يعيش وحده ، ويموت وحده ويبعث وحده ، ويدخل الجنة وحده ). </w:t>
      </w:r>
    </w:p>
    <w:p w:rsidR="007849C6" w:rsidRDefault="007849C6" w:rsidP="00186E94">
      <w:pPr>
        <w:pStyle w:val="libNormal"/>
        <w:rPr>
          <w:rtl/>
        </w:rPr>
      </w:pPr>
      <w:r>
        <w:rPr>
          <w:rtl/>
        </w:rPr>
        <w:t xml:space="preserve">39 ـ أبو الربيع الشامي </w:t>
      </w:r>
      <w:r w:rsidRPr="00186E94">
        <w:rPr>
          <w:rStyle w:val="libFootnotenumChar"/>
          <w:rtl/>
        </w:rPr>
        <w:t>(2)</w:t>
      </w:r>
      <w:r>
        <w:rPr>
          <w:rtl/>
        </w:rPr>
        <w:t xml:space="preserve"> ق ( جخ ، ست ) مهمل. </w:t>
      </w:r>
    </w:p>
    <w:p w:rsidR="007849C6" w:rsidRDefault="007849C6" w:rsidP="00186E94">
      <w:pPr>
        <w:pStyle w:val="libNormal"/>
        <w:rPr>
          <w:rtl/>
        </w:rPr>
      </w:pPr>
      <w:r>
        <w:rPr>
          <w:rtl/>
        </w:rPr>
        <w:t xml:space="preserve">40 ـ أبو زكريا الاعور م ( جخ ) ثقة. </w:t>
      </w:r>
    </w:p>
    <w:p w:rsidR="007849C6" w:rsidRDefault="007849C6" w:rsidP="00186E94">
      <w:pPr>
        <w:pStyle w:val="libNormal"/>
        <w:rPr>
          <w:rtl/>
        </w:rPr>
      </w:pPr>
      <w:r>
        <w:rPr>
          <w:rtl/>
        </w:rPr>
        <w:t xml:space="preserve">41 ـ أبو زيد المكي ضامجهول. </w:t>
      </w:r>
    </w:p>
    <w:p w:rsidR="007849C6" w:rsidRDefault="007849C6" w:rsidP="00186E94">
      <w:pPr>
        <w:pStyle w:val="libNormal"/>
        <w:rPr>
          <w:rtl/>
        </w:rPr>
      </w:pPr>
      <w:r>
        <w:rPr>
          <w:rtl/>
        </w:rPr>
        <w:t xml:space="preserve">42 ـ أبو زيد مولى عمرو بن حريث ى ( جخ ) شهد مع علي </w:t>
      </w:r>
      <w:r w:rsidR="0006364F" w:rsidRPr="0006364F">
        <w:rPr>
          <w:rStyle w:val="libAlaemChar"/>
          <w:rFonts w:hint="cs"/>
          <w:rtl/>
        </w:rPr>
        <w:t>عليه‌السلام</w:t>
      </w:r>
      <w:r>
        <w:rPr>
          <w:rtl/>
        </w:rPr>
        <w:t xml:space="preserve">.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إسمه سعيد بن بيان تقدم في الاسماء. </w:t>
      </w:r>
    </w:p>
    <w:p w:rsidR="007849C6" w:rsidRDefault="007849C6" w:rsidP="002C2B53">
      <w:pPr>
        <w:pStyle w:val="libFootnote0"/>
        <w:rPr>
          <w:rtl/>
        </w:rPr>
      </w:pPr>
      <w:r>
        <w:rPr>
          <w:rtl/>
        </w:rPr>
        <w:t xml:space="preserve">2 ـ إسمه خليد بن أوفى في الاسماء. </w:t>
      </w:r>
    </w:p>
    <w:p w:rsidR="007849C6" w:rsidRDefault="007849C6" w:rsidP="00186E94">
      <w:pPr>
        <w:pStyle w:val="libNormal"/>
        <w:rPr>
          <w:rtl/>
        </w:rPr>
      </w:pPr>
      <w:r>
        <w:rPr>
          <w:rtl/>
        </w:rPr>
        <w:br w:type="page"/>
      </w:r>
      <w:r>
        <w:rPr>
          <w:rtl/>
        </w:rPr>
        <w:lastRenderedPageBreak/>
        <w:t xml:space="preserve">43 ـ أبو ساسان وأبو عمرة </w:t>
      </w:r>
      <w:r w:rsidRPr="00186E94">
        <w:rPr>
          <w:rStyle w:val="libFootnotenumChar"/>
          <w:rtl/>
        </w:rPr>
        <w:t>(1)</w:t>
      </w:r>
      <w:r>
        <w:rPr>
          <w:rtl/>
        </w:rPr>
        <w:t xml:space="preserve"> بالهاء ، الانصاري ى ، ( كش ) باسناده عن أبي بصير قال : قلت لابي عبدالله </w:t>
      </w:r>
      <w:r w:rsidR="0006364F" w:rsidRPr="0006364F">
        <w:rPr>
          <w:rStyle w:val="libAlaemChar"/>
          <w:rFonts w:hint="cs"/>
          <w:rtl/>
        </w:rPr>
        <w:t>عليه‌السلام</w:t>
      </w:r>
      <w:r>
        <w:rPr>
          <w:rtl/>
        </w:rPr>
        <w:t xml:space="preserve"> : ارتد الناس إلا ثلاثة ، أبو ذر والمقداد وسلمان ؟ فقال أبو عبد الله </w:t>
      </w:r>
      <w:r w:rsidR="0006364F" w:rsidRPr="0006364F">
        <w:rPr>
          <w:rStyle w:val="libAlaemChar"/>
          <w:rFonts w:hint="cs"/>
          <w:rtl/>
        </w:rPr>
        <w:t>عليه‌السلام</w:t>
      </w:r>
      <w:r>
        <w:rPr>
          <w:rtl/>
        </w:rPr>
        <w:t xml:space="preserve"> : فأين أبو ساسان وأبو عمرة الانصاري ؟ </w:t>
      </w:r>
    </w:p>
    <w:p w:rsidR="007849C6" w:rsidRDefault="007849C6" w:rsidP="00186E94">
      <w:pPr>
        <w:pStyle w:val="libNormal"/>
        <w:rPr>
          <w:rtl/>
        </w:rPr>
      </w:pPr>
      <w:r>
        <w:rPr>
          <w:rtl/>
        </w:rPr>
        <w:t xml:space="preserve">44 ـ أبو سعيد الخدري </w:t>
      </w:r>
      <w:r w:rsidRPr="00186E94">
        <w:rPr>
          <w:rStyle w:val="libFootnotenumChar"/>
          <w:rtl/>
        </w:rPr>
        <w:t>(2)</w:t>
      </w:r>
      <w:r>
        <w:rPr>
          <w:rtl/>
        </w:rPr>
        <w:t xml:space="preserve"> ل ، ى ( كش ) من السابقين الذين رجعوا إلى أمير المؤمنين </w:t>
      </w:r>
      <w:r w:rsidR="0006364F" w:rsidRPr="0006364F">
        <w:rPr>
          <w:rStyle w:val="libAlaemChar"/>
          <w:rFonts w:hint="cs"/>
          <w:rtl/>
        </w:rPr>
        <w:t>عليه‌السلام</w:t>
      </w:r>
      <w:r>
        <w:rPr>
          <w:rtl/>
        </w:rPr>
        <w:t xml:space="preserve"> كان مستقيما </w:t>
      </w:r>
      <w:r w:rsidR="006B246D" w:rsidRPr="006B246D">
        <w:rPr>
          <w:rStyle w:val="libAlaemChar"/>
          <w:rFonts w:hint="cs"/>
          <w:rtl/>
        </w:rPr>
        <w:t>رحمه‌الله</w:t>
      </w:r>
      <w:r>
        <w:rPr>
          <w:rtl/>
        </w:rPr>
        <w:t xml:space="preserve">. </w:t>
      </w:r>
    </w:p>
    <w:p w:rsidR="007849C6" w:rsidRDefault="007849C6" w:rsidP="00186E94">
      <w:pPr>
        <w:pStyle w:val="libNormal"/>
        <w:rPr>
          <w:rtl/>
        </w:rPr>
      </w:pPr>
      <w:r>
        <w:rPr>
          <w:rtl/>
        </w:rPr>
        <w:t xml:space="preserve">45 ـ أبو سعيد الخراساني ضامجهول. </w:t>
      </w:r>
    </w:p>
    <w:p w:rsidR="007849C6" w:rsidRDefault="007849C6" w:rsidP="00186E94">
      <w:pPr>
        <w:pStyle w:val="libNormal"/>
        <w:rPr>
          <w:rtl/>
        </w:rPr>
      </w:pPr>
      <w:r>
        <w:rPr>
          <w:rtl/>
        </w:rPr>
        <w:t xml:space="preserve">46 ـ أبو سعيد المكاري لم اسمه هشام </w:t>
      </w:r>
      <w:r w:rsidRPr="00186E94">
        <w:rPr>
          <w:rStyle w:val="libFootnotenumChar"/>
          <w:rtl/>
        </w:rPr>
        <w:t>(3)</w:t>
      </w:r>
      <w:r>
        <w:rPr>
          <w:rtl/>
        </w:rPr>
        <w:t xml:space="preserve"> له كتاب. </w:t>
      </w:r>
    </w:p>
    <w:p w:rsidR="007849C6" w:rsidRDefault="007849C6" w:rsidP="00186E94">
      <w:pPr>
        <w:pStyle w:val="libNormal"/>
        <w:rPr>
          <w:rtl/>
        </w:rPr>
      </w:pPr>
      <w:r>
        <w:rPr>
          <w:rtl/>
        </w:rPr>
        <w:t xml:space="preserve">47 ـ أبو سعيد </w:t>
      </w:r>
      <w:r w:rsidRPr="00186E94">
        <w:rPr>
          <w:rStyle w:val="libFootnotenumChar"/>
          <w:rtl/>
        </w:rPr>
        <w:t>(4)</w:t>
      </w:r>
      <w:r>
        <w:rPr>
          <w:rtl/>
        </w:rPr>
        <w:t xml:space="preserve"> عقيصان ، بضم العين ثم القاف ى من خواصه ( جخ ) سين ، لكنه أورده ( عقيصا ) بغير نون. </w:t>
      </w:r>
    </w:p>
    <w:p w:rsidR="007849C6" w:rsidRDefault="007849C6" w:rsidP="00186E94">
      <w:pPr>
        <w:pStyle w:val="libNormal"/>
        <w:rPr>
          <w:rtl/>
        </w:rPr>
      </w:pPr>
      <w:r>
        <w:rPr>
          <w:rtl/>
        </w:rPr>
        <w:t xml:space="preserve">48 ـ أبو السفاح البجلي ى ( جخ ) وهو أول قتيل قتل يوم صفين من أصحابه. </w:t>
      </w:r>
    </w:p>
    <w:p w:rsidR="007849C6" w:rsidRDefault="007849C6" w:rsidP="00186E94">
      <w:pPr>
        <w:pStyle w:val="libNormal"/>
        <w:rPr>
          <w:rtl/>
        </w:rPr>
      </w:pPr>
      <w:r>
        <w:rPr>
          <w:rtl/>
        </w:rPr>
        <w:t xml:space="preserve">49 ـ أبو سلمة وقيل اسمه خلف بن خلف م ( جخ ) خادم أبي الحسن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50 ـ أبو الشداخ له كتاب مجهول. </w:t>
      </w:r>
    </w:p>
    <w:p w:rsidR="007849C6" w:rsidRDefault="007849C6" w:rsidP="00186E94">
      <w:pPr>
        <w:pStyle w:val="libNormal"/>
        <w:rPr>
          <w:rtl/>
        </w:rPr>
      </w:pPr>
      <w:r>
        <w:rPr>
          <w:rtl/>
        </w:rPr>
        <w:t xml:space="preserve">51 ـ أبو شعبة الحلبي ثقة </w:t>
      </w:r>
      <w:r w:rsidRPr="00186E94">
        <w:rPr>
          <w:rStyle w:val="libFootnotenumChar"/>
          <w:rtl/>
        </w:rPr>
        <w:t>(5)</w:t>
      </w:r>
      <w:r>
        <w:rPr>
          <w:rtl/>
        </w:rPr>
        <w:t xml:space="preserve">. </w:t>
      </w:r>
    </w:p>
    <w:p w:rsidR="007849C6" w:rsidRDefault="007849C6" w:rsidP="00186E94">
      <w:pPr>
        <w:pStyle w:val="libNormal"/>
        <w:rPr>
          <w:rtl/>
        </w:rPr>
      </w:pPr>
      <w:r>
        <w:rPr>
          <w:rtl/>
        </w:rPr>
        <w:t xml:space="preserve">52 ـ أبو شعيب المحاملي </w:t>
      </w:r>
      <w:r w:rsidRPr="00186E94">
        <w:rPr>
          <w:rStyle w:val="libFootnotenumChar"/>
          <w:rtl/>
        </w:rPr>
        <w:t>(6)</w:t>
      </w:r>
      <w:r>
        <w:rPr>
          <w:rtl/>
        </w:rPr>
        <w:t xml:space="preserve"> بالحاء المهملة م ( جخ جش ) كوفي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اسم أبي ساسان الحصين بن المنذر ، واسم أبي عمرة ثعلبة بن عمرو ولم يتقدما في الاسماء. </w:t>
      </w:r>
    </w:p>
    <w:p w:rsidR="007849C6" w:rsidRDefault="007849C6" w:rsidP="002C2B53">
      <w:pPr>
        <w:pStyle w:val="libFootnote0"/>
        <w:rPr>
          <w:rtl/>
        </w:rPr>
      </w:pPr>
      <w:r>
        <w:rPr>
          <w:rtl/>
        </w:rPr>
        <w:t xml:space="preserve">2 ـ إسمه سعد وقد تقدم في الاسماء. </w:t>
      </w:r>
    </w:p>
    <w:p w:rsidR="007849C6" w:rsidRDefault="007849C6" w:rsidP="002C2B53">
      <w:pPr>
        <w:pStyle w:val="libFootnote0"/>
        <w:rPr>
          <w:rtl/>
        </w:rPr>
      </w:pPr>
      <w:r>
        <w:rPr>
          <w:rtl/>
        </w:rPr>
        <w:t xml:space="preserve">3 ـ هو هشام بن حيان وقد تقدم في الاسماء. </w:t>
      </w:r>
    </w:p>
    <w:p w:rsidR="007849C6" w:rsidRDefault="007849C6" w:rsidP="002C2B53">
      <w:pPr>
        <w:pStyle w:val="libFootnote0"/>
        <w:rPr>
          <w:rtl/>
        </w:rPr>
      </w:pPr>
      <w:r>
        <w:rPr>
          <w:rtl/>
        </w:rPr>
        <w:t xml:space="preserve">4 ـ اسمه دينار ولم يذكره في الاسماء. </w:t>
      </w:r>
    </w:p>
    <w:p w:rsidR="007849C6" w:rsidRDefault="007849C6" w:rsidP="002C2B53">
      <w:pPr>
        <w:pStyle w:val="libFootnote0"/>
        <w:rPr>
          <w:rtl/>
        </w:rPr>
      </w:pPr>
      <w:r>
        <w:rPr>
          <w:rtl/>
        </w:rPr>
        <w:t xml:space="preserve">5 ـ هو جد عبيد الله بن علي بن أبي شعبة ولم يذكروا إسمه ولا إسم أبيه. </w:t>
      </w:r>
    </w:p>
    <w:p w:rsidR="007849C6" w:rsidRDefault="007849C6" w:rsidP="002C2B53">
      <w:pPr>
        <w:pStyle w:val="libFootnote0"/>
        <w:rPr>
          <w:rtl/>
        </w:rPr>
      </w:pPr>
      <w:r>
        <w:rPr>
          <w:rtl/>
        </w:rPr>
        <w:t xml:space="preserve">6 ـ إسمه صالح بن خالد وقد تقدم في الاسماء. </w:t>
      </w:r>
    </w:p>
    <w:p w:rsidR="007849C6" w:rsidRDefault="007849C6" w:rsidP="00186E94">
      <w:pPr>
        <w:pStyle w:val="libNormal0"/>
        <w:rPr>
          <w:rtl/>
        </w:rPr>
      </w:pPr>
      <w:r>
        <w:rPr>
          <w:rtl/>
        </w:rPr>
        <w:br w:type="page"/>
      </w:r>
      <w:r>
        <w:rPr>
          <w:rtl/>
        </w:rPr>
        <w:lastRenderedPageBreak/>
        <w:t xml:space="preserve">ثقة ، مولى علي بن الحكم بن الزبير الانباري. </w:t>
      </w:r>
    </w:p>
    <w:p w:rsidR="007849C6" w:rsidRDefault="007849C6" w:rsidP="00186E94">
      <w:pPr>
        <w:pStyle w:val="libNormal"/>
        <w:rPr>
          <w:rtl/>
        </w:rPr>
      </w:pPr>
      <w:r>
        <w:rPr>
          <w:rtl/>
        </w:rPr>
        <w:t xml:space="preserve">53 ـ أبو شمر بن أبرهة بن الصباح الحميري ، كان من أهل الشام ومعه رجال من أهل الشام لحقوا بأميرالمؤمنين </w:t>
      </w:r>
      <w:r w:rsidR="0006364F" w:rsidRPr="0006364F">
        <w:rPr>
          <w:rStyle w:val="libAlaemChar"/>
          <w:rFonts w:hint="cs"/>
          <w:rtl/>
        </w:rPr>
        <w:t>عليه‌السلام</w:t>
      </w:r>
      <w:r>
        <w:rPr>
          <w:rtl/>
        </w:rPr>
        <w:t xml:space="preserve"> يوم صفين. </w:t>
      </w:r>
    </w:p>
    <w:p w:rsidR="007849C6" w:rsidRDefault="007849C6" w:rsidP="00186E94">
      <w:pPr>
        <w:pStyle w:val="libNormal"/>
        <w:rPr>
          <w:rtl/>
        </w:rPr>
      </w:pPr>
      <w:r>
        <w:rPr>
          <w:rtl/>
        </w:rPr>
        <w:t xml:space="preserve">54 ـ أبو صادق ( جخ ) هو أبو عاصم بن كليب الجرمي ى ( جخ ). عربي كوفي. </w:t>
      </w:r>
    </w:p>
    <w:p w:rsidR="007849C6" w:rsidRDefault="007849C6" w:rsidP="00186E94">
      <w:pPr>
        <w:pStyle w:val="libNormal"/>
        <w:rPr>
          <w:rtl/>
        </w:rPr>
      </w:pPr>
      <w:r>
        <w:rPr>
          <w:rtl/>
        </w:rPr>
        <w:t xml:space="preserve">55 ـ أبو الصلت عبد السلام بن صالح ( كش ، جش ) ممدوح. </w:t>
      </w:r>
    </w:p>
    <w:p w:rsidR="007849C6" w:rsidRDefault="007849C6" w:rsidP="00186E94">
      <w:pPr>
        <w:pStyle w:val="libNormal"/>
        <w:rPr>
          <w:rtl/>
        </w:rPr>
      </w:pPr>
      <w:r>
        <w:rPr>
          <w:rtl/>
        </w:rPr>
        <w:t xml:space="preserve">56 ـ أبو طالب القمي عبدالله بن الصلت قر ( كش ) ممدوح. </w:t>
      </w:r>
    </w:p>
    <w:p w:rsidR="007849C6" w:rsidRDefault="007849C6" w:rsidP="00186E94">
      <w:pPr>
        <w:pStyle w:val="libNormal"/>
        <w:rPr>
          <w:rtl/>
        </w:rPr>
      </w:pPr>
      <w:r>
        <w:rPr>
          <w:rtl/>
        </w:rPr>
        <w:t xml:space="preserve">57 ـ أبو طاهر بن حمزة بن اليسع الاشعري دى ( جخ ) قمي ثقة. </w:t>
      </w:r>
    </w:p>
    <w:p w:rsidR="007849C6" w:rsidRDefault="007849C6" w:rsidP="00186E94">
      <w:pPr>
        <w:pStyle w:val="libNormal"/>
        <w:rPr>
          <w:rtl/>
        </w:rPr>
      </w:pPr>
      <w:r>
        <w:rPr>
          <w:rtl/>
        </w:rPr>
        <w:t xml:space="preserve">58 ـ أبو الطيب الرازي لم ( جخ ، ست ) من جلة المتكلمين من أصحابنا ، كان استاد أبي محمد العلوي لكنه كان مرجئا وسيأتي في الضعفاء. </w:t>
      </w:r>
    </w:p>
    <w:p w:rsidR="007849C6" w:rsidRDefault="007849C6" w:rsidP="00186E94">
      <w:pPr>
        <w:pStyle w:val="libNormal"/>
        <w:rPr>
          <w:rtl/>
        </w:rPr>
      </w:pPr>
      <w:r>
        <w:rPr>
          <w:rtl/>
        </w:rPr>
        <w:t xml:space="preserve">59 ـ أبو ظبيان ، بالظاء المعجمة والباء المفردة والياء المثناة تحت الجنبي ، بالجيم والنون والباء المفردة ى من خواصه. </w:t>
      </w:r>
    </w:p>
    <w:p w:rsidR="007849C6" w:rsidRDefault="007849C6" w:rsidP="00186E94">
      <w:pPr>
        <w:pStyle w:val="libNormal"/>
        <w:rPr>
          <w:rtl/>
        </w:rPr>
      </w:pPr>
      <w:r>
        <w:rPr>
          <w:rtl/>
        </w:rPr>
        <w:t xml:space="preserve">60 ـ أبو عامر بن جناح ثقة. </w:t>
      </w:r>
    </w:p>
    <w:p w:rsidR="007849C6" w:rsidRDefault="007849C6" w:rsidP="00186E94">
      <w:pPr>
        <w:pStyle w:val="libNormal"/>
        <w:rPr>
          <w:rtl/>
        </w:rPr>
      </w:pPr>
      <w:r>
        <w:rPr>
          <w:rtl/>
        </w:rPr>
        <w:t xml:space="preserve">61 ـ أبو العباس الحميري لم ( كش ) كان استاد أبي الحسن ، واسمه عبدالله بن جعفر ، وزاد في ( جش ) في نسبه : ابن الحسين بن مالك بن جامع ، القمي شيخ القميين ووجههم ، قدم الكوفة سنة نيف وتسعين ومائتين وسمع أهلها منه فأكثروا ، وصنف فأكثر. </w:t>
      </w:r>
    </w:p>
    <w:p w:rsidR="007849C6" w:rsidRDefault="007849C6" w:rsidP="00186E94">
      <w:pPr>
        <w:pStyle w:val="libNormal"/>
        <w:rPr>
          <w:rtl/>
        </w:rPr>
      </w:pPr>
      <w:r>
        <w:rPr>
          <w:rtl/>
        </w:rPr>
        <w:t xml:space="preserve">62 ـ أبو عبد الله الجدلي </w:t>
      </w:r>
      <w:r w:rsidRPr="00186E94">
        <w:rPr>
          <w:rStyle w:val="libFootnotenumChar"/>
          <w:rtl/>
        </w:rPr>
        <w:t>(1)</w:t>
      </w:r>
      <w:r>
        <w:rPr>
          <w:rtl/>
        </w:rPr>
        <w:t xml:space="preserve"> ى ( كش ) ممدوح. </w:t>
      </w:r>
    </w:p>
    <w:p w:rsidR="007849C6" w:rsidRDefault="007849C6" w:rsidP="00186E94">
      <w:pPr>
        <w:pStyle w:val="libNormal"/>
        <w:rPr>
          <w:rtl/>
        </w:rPr>
      </w:pPr>
      <w:r>
        <w:rPr>
          <w:rtl/>
        </w:rPr>
        <w:t xml:space="preserve">63 ـ أبو عبدالله الجرجاني </w:t>
      </w:r>
      <w:r w:rsidRPr="00186E94">
        <w:rPr>
          <w:rStyle w:val="libFootnotenumChar"/>
          <w:rtl/>
        </w:rPr>
        <w:t>(2)</w:t>
      </w:r>
      <w:r>
        <w:rPr>
          <w:rtl/>
        </w:rPr>
        <w:t xml:space="preserve"> ( كش ) كان خارجيا ورجع إلى التشيع بعدأن كان بايع على الخروج وإظهار السيف. </w:t>
      </w:r>
    </w:p>
    <w:p w:rsidR="007849C6" w:rsidRDefault="007849C6" w:rsidP="00186E94">
      <w:pPr>
        <w:pStyle w:val="libNormal"/>
        <w:rPr>
          <w:rtl/>
        </w:rPr>
      </w:pPr>
      <w:r>
        <w:rPr>
          <w:rtl/>
        </w:rPr>
        <w:t xml:space="preserve">64 ـ أبو عبيدة زياد الحذاء ق ( كش ) ممدوح ترحم عليه الصادق بعد دفنه فقال : اللهم برد على أبي عبيدة اللهم نور له قبره ، اللهم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اسمه عبيد بن عبد وقد تقدم في الاسماء. </w:t>
      </w:r>
    </w:p>
    <w:p w:rsidR="007849C6" w:rsidRDefault="007849C6" w:rsidP="002C2B53">
      <w:pPr>
        <w:pStyle w:val="libFootnote0"/>
        <w:rPr>
          <w:rtl/>
        </w:rPr>
      </w:pPr>
      <w:r>
        <w:rPr>
          <w:rtl/>
        </w:rPr>
        <w:t xml:space="preserve">2 ـ اسمه الفتح بن يزيد ، يذكر في القسم الثاني. </w:t>
      </w:r>
    </w:p>
    <w:p w:rsidR="007849C6" w:rsidRDefault="007849C6" w:rsidP="00186E94">
      <w:pPr>
        <w:pStyle w:val="libNormal0"/>
        <w:rPr>
          <w:rtl/>
        </w:rPr>
      </w:pPr>
      <w:r>
        <w:rPr>
          <w:rtl/>
        </w:rPr>
        <w:br w:type="page"/>
      </w:r>
      <w:r>
        <w:rPr>
          <w:rtl/>
        </w:rPr>
        <w:lastRenderedPageBreak/>
        <w:t xml:space="preserve">الحقه بنبيه. </w:t>
      </w:r>
    </w:p>
    <w:p w:rsidR="007849C6" w:rsidRDefault="007849C6" w:rsidP="00186E94">
      <w:pPr>
        <w:pStyle w:val="libNormal"/>
        <w:rPr>
          <w:rtl/>
        </w:rPr>
      </w:pPr>
      <w:r>
        <w:rPr>
          <w:rtl/>
        </w:rPr>
        <w:t xml:space="preserve">65 ، 66 ـ أبو علي بن بلال وأبو علي بن راشد ( كش ) ممدوحان. </w:t>
      </w:r>
    </w:p>
    <w:p w:rsidR="007849C6" w:rsidRDefault="007849C6" w:rsidP="00186E94">
      <w:pPr>
        <w:pStyle w:val="libNormal"/>
        <w:rPr>
          <w:rtl/>
        </w:rPr>
      </w:pPr>
      <w:r>
        <w:rPr>
          <w:rtl/>
        </w:rPr>
        <w:t xml:space="preserve">67 ، 68 ـ أبو علي وأخوه أبو الحسين ، اسمه محمد بن محمد بن يحيى من بني زبارة لم ( جخ ) معروفان جليلان من أهل نيسابور. </w:t>
      </w:r>
    </w:p>
    <w:p w:rsidR="007849C6" w:rsidRDefault="007849C6" w:rsidP="00186E94">
      <w:pPr>
        <w:pStyle w:val="libNormal"/>
        <w:rPr>
          <w:rtl/>
        </w:rPr>
      </w:pPr>
      <w:r>
        <w:rPr>
          <w:rtl/>
        </w:rPr>
        <w:t xml:space="preserve">69 ، 70 ، 71 ـ أبو علي الوارثي ، وأبو عمر والحناط ، وأبو نصر الخلقاني كلهم من أصحاب العياشي. </w:t>
      </w:r>
    </w:p>
    <w:p w:rsidR="007849C6" w:rsidRDefault="007849C6" w:rsidP="00186E94">
      <w:pPr>
        <w:pStyle w:val="libNormal"/>
        <w:rPr>
          <w:rtl/>
        </w:rPr>
      </w:pPr>
      <w:r>
        <w:rPr>
          <w:rtl/>
        </w:rPr>
        <w:t xml:space="preserve">72 ـ أبو عمرة الانصاري ى ( جخ ). </w:t>
      </w:r>
    </w:p>
    <w:p w:rsidR="007849C6" w:rsidRDefault="007849C6" w:rsidP="00186E94">
      <w:pPr>
        <w:pStyle w:val="libNormal"/>
        <w:rPr>
          <w:rtl/>
        </w:rPr>
      </w:pPr>
      <w:r>
        <w:rPr>
          <w:rtl/>
        </w:rPr>
        <w:t xml:space="preserve">73 ـ أبو عمرو الفارسى زاذان ، بالزاي والذال المعجمتين ى ( جخ ) خاص به. </w:t>
      </w:r>
    </w:p>
    <w:p w:rsidR="007849C6" w:rsidRDefault="007849C6" w:rsidP="00186E94">
      <w:pPr>
        <w:pStyle w:val="libNormal"/>
        <w:rPr>
          <w:rtl/>
        </w:rPr>
      </w:pPr>
      <w:r>
        <w:rPr>
          <w:rtl/>
        </w:rPr>
        <w:t xml:space="preserve">74 ـ أبو عمرو ابن أخي السكوني اسمه أحمد بن محمد بن أبي نصر السكوني بصري لم له مصنفات كثيرة كان فقيها. </w:t>
      </w:r>
    </w:p>
    <w:p w:rsidR="007849C6" w:rsidRDefault="007849C6" w:rsidP="00186E94">
      <w:pPr>
        <w:pStyle w:val="libNormal"/>
        <w:rPr>
          <w:rtl/>
        </w:rPr>
      </w:pPr>
      <w:r>
        <w:rPr>
          <w:rtl/>
        </w:rPr>
        <w:t xml:space="preserve">75 ـ ابن عبدك لم من أهل جرجان ، يكنى أبا محمد بن علي العبدكي من أكابر المتكلمين في الامامة ، له تصانيف كثيرة كان يذهب إلى الوعيد. </w:t>
      </w:r>
    </w:p>
    <w:p w:rsidR="007849C6" w:rsidRDefault="007849C6" w:rsidP="00186E94">
      <w:pPr>
        <w:pStyle w:val="libNormal"/>
        <w:rPr>
          <w:rtl/>
        </w:rPr>
      </w:pPr>
      <w:r>
        <w:rPr>
          <w:rtl/>
        </w:rPr>
        <w:t xml:space="preserve">76 ـ أبو فاختة مولى بني هاشم ى ( جخ ) خاص به. </w:t>
      </w:r>
    </w:p>
    <w:p w:rsidR="007849C6" w:rsidRDefault="007849C6" w:rsidP="00186E94">
      <w:pPr>
        <w:pStyle w:val="libNormal"/>
        <w:rPr>
          <w:rtl/>
        </w:rPr>
      </w:pPr>
      <w:r>
        <w:rPr>
          <w:rtl/>
        </w:rPr>
        <w:t xml:space="preserve">77 ـ أبو الفضل الخراساني ضا ( كش ) ممدوح. </w:t>
      </w:r>
    </w:p>
    <w:p w:rsidR="007849C6" w:rsidRDefault="007849C6" w:rsidP="00186E94">
      <w:pPr>
        <w:pStyle w:val="libNormal"/>
        <w:rPr>
          <w:rtl/>
        </w:rPr>
      </w:pPr>
      <w:r>
        <w:rPr>
          <w:rtl/>
        </w:rPr>
        <w:t xml:space="preserve">78 ـ أبو الفضل الصابوني له كتب كثيرة. </w:t>
      </w:r>
    </w:p>
    <w:p w:rsidR="007849C6" w:rsidRDefault="007849C6" w:rsidP="00186E94">
      <w:pPr>
        <w:pStyle w:val="libNormal"/>
        <w:rPr>
          <w:rtl/>
        </w:rPr>
      </w:pPr>
      <w:r>
        <w:rPr>
          <w:rtl/>
        </w:rPr>
        <w:t xml:space="preserve">79 ـ أبو قرة القاضي الكندي ى ( جخ ). </w:t>
      </w:r>
    </w:p>
    <w:p w:rsidR="007849C6" w:rsidRDefault="007849C6" w:rsidP="00186E94">
      <w:pPr>
        <w:pStyle w:val="libNormal"/>
        <w:rPr>
          <w:rtl/>
        </w:rPr>
      </w:pPr>
      <w:r>
        <w:rPr>
          <w:rtl/>
        </w:rPr>
        <w:t xml:space="preserve">80 ـ أبو لبابة الانصاري </w:t>
      </w:r>
      <w:r w:rsidRPr="00186E94">
        <w:rPr>
          <w:rStyle w:val="libFootnotenumChar"/>
          <w:rtl/>
        </w:rPr>
        <w:t>(1)</w:t>
      </w:r>
      <w:r>
        <w:rPr>
          <w:rtl/>
        </w:rPr>
        <w:t xml:space="preserve"> شهد بدرا والعقبة الاخيرة ل ( جخ ). </w:t>
      </w:r>
    </w:p>
    <w:p w:rsidR="007849C6" w:rsidRDefault="007849C6" w:rsidP="00186E94">
      <w:pPr>
        <w:pStyle w:val="libNormal"/>
        <w:rPr>
          <w:rtl/>
        </w:rPr>
      </w:pPr>
      <w:r>
        <w:rPr>
          <w:rtl/>
        </w:rPr>
        <w:t xml:space="preserve">81 ـ أبو ليلى متردد بين ثلاثة أحدهم ذكره البرقي أنه من الاصفياء وهم : </w:t>
      </w:r>
    </w:p>
    <w:p w:rsidR="007849C6" w:rsidRDefault="007849C6" w:rsidP="00186E94">
      <w:pPr>
        <w:pStyle w:val="libNormal"/>
        <w:rPr>
          <w:rtl/>
        </w:rPr>
      </w:pPr>
      <w:r>
        <w:rPr>
          <w:rtl/>
        </w:rPr>
        <w:t xml:space="preserve">82 ـ أبو ليلى بن عمرو. و .. </w:t>
      </w:r>
    </w:p>
    <w:p w:rsidR="007849C6" w:rsidRDefault="007849C6" w:rsidP="00186E94">
      <w:pPr>
        <w:pStyle w:val="libNormal"/>
        <w:rPr>
          <w:rtl/>
        </w:rPr>
      </w:pPr>
      <w:r>
        <w:rPr>
          <w:rtl/>
        </w:rPr>
        <w:t xml:space="preserve">83 ـ أبو ليلى بن حارثة. و .. </w:t>
      </w:r>
    </w:p>
    <w:p w:rsidR="007849C6" w:rsidRDefault="007849C6" w:rsidP="00186E94">
      <w:pPr>
        <w:pStyle w:val="libNormal"/>
        <w:rPr>
          <w:rtl/>
        </w:rPr>
      </w:pPr>
      <w:r>
        <w:rPr>
          <w:rtl/>
        </w:rPr>
        <w:t xml:space="preserve">84 ـ أبو ليلى بن عبدالله الجراح.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اسمه بشير بن عبد المنذر ، تقدم في الاسماء. </w:t>
      </w:r>
    </w:p>
    <w:p w:rsidR="007849C6" w:rsidRDefault="007849C6" w:rsidP="00186E94">
      <w:pPr>
        <w:pStyle w:val="libNormal"/>
        <w:rPr>
          <w:rtl/>
        </w:rPr>
      </w:pPr>
      <w:r>
        <w:rPr>
          <w:rtl/>
        </w:rPr>
        <w:br w:type="page"/>
      </w:r>
      <w:r>
        <w:rPr>
          <w:rtl/>
        </w:rPr>
        <w:lastRenderedPageBreak/>
        <w:t xml:space="preserve">85 ـ أبو المحتمل ، بالمهملة والتاء المثناة فوق م ( جخ ) كوفي ثقة. </w:t>
      </w:r>
    </w:p>
    <w:p w:rsidR="007849C6" w:rsidRDefault="007849C6" w:rsidP="00186E94">
      <w:pPr>
        <w:pStyle w:val="libNormal"/>
        <w:rPr>
          <w:rtl/>
        </w:rPr>
      </w:pPr>
      <w:r>
        <w:rPr>
          <w:rtl/>
        </w:rPr>
        <w:t xml:space="preserve">86 ـ أبو مسروق وفي نسخة أبو مرزوق ق ( كش ) ممدوح. </w:t>
      </w:r>
    </w:p>
    <w:p w:rsidR="007849C6" w:rsidRDefault="007849C6" w:rsidP="00186E94">
      <w:pPr>
        <w:pStyle w:val="libNormal"/>
        <w:rPr>
          <w:rtl/>
        </w:rPr>
      </w:pPr>
      <w:r>
        <w:rPr>
          <w:rtl/>
        </w:rPr>
        <w:t xml:space="preserve">87 ـ أبو مصعب م ( جخ ) الزيدي ثقة. </w:t>
      </w:r>
    </w:p>
    <w:p w:rsidR="007849C6" w:rsidRDefault="007849C6" w:rsidP="00186E94">
      <w:pPr>
        <w:pStyle w:val="libNormal"/>
        <w:rPr>
          <w:rtl/>
        </w:rPr>
      </w:pPr>
      <w:r>
        <w:rPr>
          <w:rtl/>
        </w:rPr>
        <w:t xml:space="preserve">88 ـ ابن مملك الاصفهاني أبو عبد الله </w:t>
      </w:r>
      <w:r w:rsidRPr="00186E94">
        <w:rPr>
          <w:rStyle w:val="libFootnotenumChar"/>
          <w:rtl/>
        </w:rPr>
        <w:t>(1)</w:t>
      </w:r>
      <w:r>
        <w:rPr>
          <w:rtl/>
        </w:rPr>
        <w:t xml:space="preserve"> متكلم له مع أبي علي الجبائي مجلس في الامامة بحضرة أبي القاسم بن محمد. </w:t>
      </w:r>
    </w:p>
    <w:p w:rsidR="007849C6" w:rsidRDefault="007849C6" w:rsidP="00186E94">
      <w:pPr>
        <w:pStyle w:val="libNormal"/>
        <w:rPr>
          <w:rtl/>
        </w:rPr>
      </w:pPr>
      <w:r>
        <w:rPr>
          <w:rtl/>
        </w:rPr>
        <w:t xml:space="preserve">89 ـ أبو منصور الصرام ، بالمهملتين والتشديد لم ( ست ) من جملة المتكلمين ، له كتب كثيرة في الفقه والامامة وغيرهما من الاخبار. </w:t>
      </w:r>
    </w:p>
    <w:p w:rsidR="007849C6" w:rsidRDefault="007849C6" w:rsidP="00186E94">
      <w:pPr>
        <w:pStyle w:val="libNormal"/>
        <w:rPr>
          <w:rtl/>
        </w:rPr>
      </w:pPr>
      <w:r>
        <w:rPr>
          <w:rtl/>
        </w:rPr>
        <w:t xml:space="preserve">90 ـ أبو موسى البناء قر ، ق ( كش ) ممدوح. </w:t>
      </w:r>
    </w:p>
    <w:p w:rsidR="007849C6" w:rsidRDefault="007849C6" w:rsidP="00186E94">
      <w:pPr>
        <w:pStyle w:val="libNormal"/>
        <w:rPr>
          <w:rtl/>
        </w:rPr>
      </w:pPr>
      <w:r>
        <w:rPr>
          <w:rtl/>
        </w:rPr>
        <w:t xml:space="preserve">91 ـ أبو ناب الدغشي ، الحسن بن عطية المحاربي ق ( جش ) ثقة وأخواه محمد وعلي رووا عنه ، ومن ولده علي بن إبراهيم بن الحسن روى عن أبيه عن جده. </w:t>
      </w:r>
    </w:p>
    <w:p w:rsidR="007849C6" w:rsidRDefault="007849C6" w:rsidP="00186E94">
      <w:pPr>
        <w:pStyle w:val="libNormal"/>
        <w:rPr>
          <w:rtl/>
        </w:rPr>
      </w:pPr>
      <w:r>
        <w:rPr>
          <w:rtl/>
        </w:rPr>
        <w:t xml:space="preserve">92 ـ أبو نجران ، أبو عبد الرحمن بن أبي نجران قر ( كش ) </w:t>
      </w:r>
      <w:r w:rsidRPr="00186E94">
        <w:rPr>
          <w:rStyle w:val="libFootnotenumChar"/>
          <w:rtl/>
        </w:rPr>
        <w:t>(2)</w:t>
      </w:r>
      <w:r>
        <w:rPr>
          <w:rtl/>
        </w:rPr>
        <w:t xml:space="preserve">. </w:t>
      </w:r>
    </w:p>
    <w:p w:rsidR="007849C6" w:rsidRDefault="007849C6" w:rsidP="00186E94">
      <w:pPr>
        <w:pStyle w:val="libNormal"/>
        <w:rPr>
          <w:rtl/>
        </w:rPr>
      </w:pPr>
      <w:r>
        <w:rPr>
          <w:rtl/>
        </w:rPr>
        <w:t xml:space="preserve">93 ـ أبو نصر </w:t>
      </w:r>
      <w:r w:rsidRPr="00186E94">
        <w:rPr>
          <w:rStyle w:val="libFootnotenumChar"/>
          <w:rtl/>
        </w:rPr>
        <w:t>(3)</w:t>
      </w:r>
      <w:r>
        <w:rPr>
          <w:rtl/>
        </w:rPr>
        <w:t xml:space="preserve"> بن يحيى الفقيه من أهل سمرقند لم ( جخ ) ثقة خير فاضل كان يفتي العامة بفتياهم والحشوية بفتياهم الشيعة بفتياهم. </w:t>
      </w:r>
    </w:p>
    <w:p w:rsidR="007849C6" w:rsidRDefault="007849C6" w:rsidP="00186E94">
      <w:pPr>
        <w:pStyle w:val="libNormal"/>
        <w:rPr>
          <w:rtl/>
        </w:rPr>
      </w:pPr>
      <w:r>
        <w:rPr>
          <w:rtl/>
        </w:rPr>
        <w:t xml:space="preserve">94 ـ أبو ولاد حفص بن سالم ، ق ( ست ) ثقة له أصل. </w:t>
      </w:r>
    </w:p>
    <w:p w:rsidR="007849C6" w:rsidRDefault="007849C6" w:rsidP="00186E94">
      <w:pPr>
        <w:pStyle w:val="libNormal"/>
        <w:rPr>
          <w:rtl/>
        </w:rPr>
      </w:pPr>
      <w:r>
        <w:rPr>
          <w:rtl/>
        </w:rPr>
        <w:t xml:space="preserve">95 ـ أبو هارون قر ( جخ ) شيخ من أصحابنا وليس المكفوف. </w:t>
      </w:r>
    </w:p>
    <w:p w:rsidR="007849C6" w:rsidRDefault="007849C6" w:rsidP="00186E94">
      <w:pPr>
        <w:pStyle w:val="libNormal"/>
        <w:rPr>
          <w:rtl/>
        </w:rPr>
      </w:pPr>
      <w:r>
        <w:rPr>
          <w:rtl/>
        </w:rPr>
        <w:t xml:space="preserve">96 ـ أبو هاشم داود بن القاسم بن إسحاق بن عبدالله بن جعفر بن أبي طالب د ، دى ، كر ( جش ) ثقة روى أبوه عن أبي عبدالله </w:t>
      </w:r>
      <w:r w:rsidR="0006364F" w:rsidRPr="0006364F">
        <w:rPr>
          <w:rStyle w:val="libAlaemChar"/>
          <w:rFonts w:hint="cs"/>
          <w:rtl/>
        </w:rPr>
        <w:t>عليه‌السلام</w:t>
      </w:r>
      <w:r>
        <w:rPr>
          <w:rtl/>
        </w:rPr>
        <w:t xml:space="preserve"> توفي سنة إحدى وستين ومائتين ، وكان أفقه الهاشميين في وقته. </w:t>
      </w:r>
    </w:p>
    <w:p w:rsidR="007849C6" w:rsidRDefault="007849C6" w:rsidP="00186E94">
      <w:pPr>
        <w:pStyle w:val="libNormal"/>
        <w:rPr>
          <w:rtl/>
        </w:rPr>
      </w:pPr>
      <w:r>
        <w:rPr>
          <w:rtl/>
        </w:rPr>
        <w:t xml:space="preserve">97 ـ أبو الهيثم </w:t>
      </w:r>
      <w:r w:rsidRPr="00186E94">
        <w:rPr>
          <w:rStyle w:val="libFootnotenumChar"/>
          <w:rtl/>
        </w:rPr>
        <w:t>(4)</w:t>
      </w:r>
      <w:r>
        <w:rPr>
          <w:rtl/>
        </w:rPr>
        <w:t xml:space="preserve"> بن التيهان ، بالتاء المثناة من فوق والياء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اسمه محمد بن عبدالله بن مملك ، تقدم في الاسماء. </w:t>
      </w:r>
    </w:p>
    <w:p w:rsidR="007849C6" w:rsidRDefault="007849C6" w:rsidP="002C2B53">
      <w:pPr>
        <w:pStyle w:val="libFootnote0"/>
        <w:rPr>
          <w:rtl/>
        </w:rPr>
      </w:pPr>
      <w:r>
        <w:rPr>
          <w:rtl/>
        </w:rPr>
        <w:t xml:space="preserve">2 ـ وأبو نجران اسمه عمرو بن مسلم. </w:t>
      </w:r>
    </w:p>
    <w:p w:rsidR="007849C6" w:rsidRDefault="007849C6" w:rsidP="002C2B53">
      <w:pPr>
        <w:pStyle w:val="libFootnote0"/>
        <w:rPr>
          <w:rtl/>
        </w:rPr>
      </w:pPr>
      <w:r>
        <w:rPr>
          <w:rtl/>
        </w:rPr>
        <w:t xml:space="preserve">3 ـ أبو نصر اسمه أحمد. </w:t>
      </w:r>
    </w:p>
    <w:p w:rsidR="007849C6" w:rsidRDefault="007849C6" w:rsidP="002C2B53">
      <w:pPr>
        <w:pStyle w:val="libFootnote0"/>
        <w:rPr>
          <w:rtl/>
        </w:rPr>
      </w:pPr>
      <w:r>
        <w:rPr>
          <w:rtl/>
        </w:rPr>
        <w:t xml:space="preserve">4 ـ أبو الهيثم اسمه مالك كما ذكره الجزري في أسد الغابة. </w:t>
      </w:r>
    </w:p>
    <w:p w:rsidR="007849C6" w:rsidRDefault="007849C6" w:rsidP="00186E94">
      <w:pPr>
        <w:pStyle w:val="libNormal0"/>
        <w:rPr>
          <w:rtl/>
        </w:rPr>
      </w:pPr>
      <w:r>
        <w:rPr>
          <w:rtl/>
        </w:rPr>
        <w:br w:type="page"/>
      </w:r>
      <w:r>
        <w:rPr>
          <w:rtl/>
        </w:rPr>
        <w:lastRenderedPageBreak/>
        <w:t xml:space="preserve">المثناة تحت المشدة المفتوحة ، من السابقين الذين رجعوا إليه ( ع ) أيضا ى ( جخ ). </w:t>
      </w:r>
    </w:p>
    <w:p w:rsidR="007849C6" w:rsidRDefault="007849C6" w:rsidP="00186E94">
      <w:pPr>
        <w:pStyle w:val="libNormal"/>
        <w:rPr>
          <w:rtl/>
        </w:rPr>
      </w:pPr>
      <w:r>
        <w:rPr>
          <w:rtl/>
        </w:rPr>
        <w:t xml:space="preserve">98 ـ أبو يحيى الجرجاني أحمد بن داود بن سعيد الفزاري دى ( جخ ، كش ، جش ) مدحاه وعظماه ، وهو </w:t>
      </w:r>
      <w:r w:rsidRPr="00186E94">
        <w:rPr>
          <w:rStyle w:val="libFootnotenumChar"/>
          <w:rtl/>
        </w:rPr>
        <w:t>(1)</w:t>
      </w:r>
      <w:r>
        <w:rPr>
          <w:rtl/>
        </w:rPr>
        <w:t xml:space="preserve"> أخو شيخنا الفقيه القمي كان ثقة ثقة محققا كثير الحديث ، صحب أبا الحسن علي بن الحسين ابن بابويه ، وله كتاب نوادر. </w:t>
      </w:r>
    </w:p>
    <w:p w:rsidR="007849C6" w:rsidRDefault="007849C6" w:rsidP="00186E94">
      <w:pPr>
        <w:pStyle w:val="libNormal"/>
        <w:rPr>
          <w:rtl/>
        </w:rPr>
      </w:pPr>
      <w:r>
        <w:rPr>
          <w:rtl/>
        </w:rPr>
        <w:t xml:space="preserve">99 ـ أبو يحيى حكيم بن سعيد الحنفي كان من شرطة الخميس. </w:t>
      </w:r>
    </w:p>
    <w:p w:rsidR="007849C6" w:rsidRDefault="007849C6" w:rsidP="00186E94">
      <w:pPr>
        <w:pStyle w:val="libNormal"/>
        <w:rPr>
          <w:rtl/>
        </w:rPr>
      </w:pPr>
      <w:r>
        <w:rPr>
          <w:rtl/>
        </w:rPr>
        <w:t xml:space="preserve">100 ـ أبو اليسر ، بالياء المثناة تحت والمهملة ابن عمرو الانصاري ل ، ى هو الذي لما نزل قوله تعالى : </w:t>
      </w:r>
      <w:r w:rsidRPr="00186E94">
        <w:rPr>
          <w:rStyle w:val="libAlaemChar"/>
          <w:rtl/>
        </w:rPr>
        <w:t>(</w:t>
      </w:r>
      <w:r w:rsidRPr="00186E94">
        <w:rPr>
          <w:rStyle w:val="libAieChar"/>
          <w:rtl/>
        </w:rPr>
        <w:t xml:space="preserve"> يا أيها الذين آمنوا اتقوا الله وذروا ما بقي من الربا إن كنتم مؤمنين </w:t>
      </w:r>
      <w:r w:rsidRPr="00186E94">
        <w:rPr>
          <w:rStyle w:val="libAlaemChar"/>
          <w:rtl/>
        </w:rPr>
        <w:t>)</w:t>
      </w:r>
      <w:r>
        <w:rPr>
          <w:rtl/>
        </w:rPr>
        <w:t xml:space="preserve"> قال : وذرنا ، فلما نزل : </w:t>
      </w:r>
      <w:r w:rsidRPr="00186E94">
        <w:rPr>
          <w:rStyle w:val="libAlaemChar"/>
          <w:rtl/>
        </w:rPr>
        <w:t>(</w:t>
      </w:r>
      <w:r w:rsidRPr="00186E94">
        <w:rPr>
          <w:rStyle w:val="libAieChar"/>
          <w:rtl/>
        </w:rPr>
        <w:t xml:space="preserve"> فلكم رؤوس أموالكم لا تظلمون ولا تظلمون </w:t>
      </w:r>
      <w:r w:rsidRPr="00186E94">
        <w:rPr>
          <w:rStyle w:val="libAlaemChar"/>
          <w:rtl/>
        </w:rPr>
        <w:t>)</w:t>
      </w:r>
      <w:r>
        <w:rPr>
          <w:rtl/>
        </w:rPr>
        <w:t xml:space="preserve">. قال : قد رضينا ، فلما نزل : ( وإن كان ذوعسرة فنظرة إلى ميسرة ) قال : قد أنظرنا ، فلما نزل ( وأن تصدقوا خير لكم إن كنتم تعلمون ) قال قد تصدقنا. </w:t>
      </w:r>
    </w:p>
    <w:p w:rsidR="007849C6" w:rsidRDefault="007849C6" w:rsidP="00186E94">
      <w:pPr>
        <w:pStyle w:val="libNormal"/>
        <w:rPr>
          <w:rtl/>
        </w:rPr>
      </w:pPr>
      <w:r>
        <w:rPr>
          <w:rtl/>
        </w:rPr>
        <w:t xml:space="preserve">101 ـ أبو يعقوب الاسدي إمام بني الصيدا ق ( جخ ). </w:t>
      </w:r>
    </w:p>
    <w:p w:rsidR="007849C6" w:rsidRDefault="007849C6" w:rsidP="00186E94">
      <w:pPr>
        <w:pStyle w:val="libNormal"/>
        <w:rPr>
          <w:rtl/>
        </w:rPr>
      </w:pPr>
      <w:r>
        <w:rPr>
          <w:rtl/>
        </w:rPr>
        <w:t xml:space="preserve">102 ـ الرازي ، والبلالي ، والمحمودي والدهقان والعمري ، بالفتح ( كش ) حكى بعض الثقات بنيسابور توقيعا ورد من الجهة الشريفة يتضمن العتب على إسحاق بن اسماعيل وذم سيرته في أيام الماضي ( ع ) وإقامة إبراهيم بن عبدة ، والدعاءله وأمرابن عبدة بحمل حقوقه إلى الرازي وفيه : ( يا أبا إسحاق إقرأ كتابنا على البلالي فانه الثقة المأمون العارف بما يجب عليه ، وعلى المحمودي عافاه الله فما أحمدنا له لطاعته : فاذا وردت بغداد فاقرأه على الدهقان وكيلنا وثقتنا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سبق قلمه الشريف ، ومن هنا إلى آخر ما ذكره انما هو لاحمد بن داود ابن علي أبي الحسين القمي ، الذي تقدم في الاسماء بعد احمد بن داود بن سعيد المذكور. </w:t>
      </w:r>
    </w:p>
    <w:p w:rsidR="007849C6" w:rsidRDefault="007849C6" w:rsidP="00186E94">
      <w:pPr>
        <w:pStyle w:val="libNormal0"/>
        <w:rPr>
          <w:rtl/>
        </w:rPr>
      </w:pPr>
      <w:r>
        <w:rPr>
          <w:rtl/>
        </w:rPr>
        <w:br w:type="page"/>
      </w:r>
      <w:r>
        <w:rPr>
          <w:rtl/>
        </w:rPr>
        <w:lastRenderedPageBreak/>
        <w:t xml:space="preserve">والذي يقبض من من موالينا ومنه ، فلا تخرجن من البلد حتى تلقى العمري رضي الله عنه برضاي عنه وتسلم عليه وتعرفه ويعرفك فانه الطاهر الامين العفيف القريب مناوإلينا ). </w:t>
      </w:r>
    </w:p>
    <w:p w:rsidR="007849C6" w:rsidRDefault="007849C6" w:rsidP="00186E94">
      <w:pPr>
        <w:pStyle w:val="libCenterBold1"/>
        <w:rPr>
          <w:rtl/>
        </w:rPr>
      </w:pPr>
      <w:r>
        <w:rPr>
          <w:rtl/>
        </w:rPr>
        <w:t>( فصل )</w:t>
      </w:r>
    </w:p>
    <w:p w:rsidR="007849C6" w:rsidRDefault="007849C6" w:rsidP="00186E94">
      <w:pPr>
        <w:pStyle w:val="libNormal"/>
        <w:rPr>
          <w:rtl/>
        </w:rPr>
      </w:pPr>
      <w:r>
        <w:rPr>
          <w:rtl/>
        </w:rPr>
        <w:t xml:space="preserve">في ذكر أسماء النساء اللواتي لهن روايات غير مقفيات. </w:t>
      </w:r>
    </w:p>
    <w:p w:rsidR="007849C6" w:rsidRDefault="007849C6" w:rsidP="00186E94">
      <w:pPr>
        <w:pStyle w:val="libNormal"/>
        <w:rPr>
          <w:rtl/>
        </w:rPr>
      </w:pPr>
      <w:r>
        <w:rPr>
          <w:rtl/>
        </w:rPr>
        <w:t xml:space="preserve">1 ـ فاطمة بنت رسول الله </w:t>
      </w:r>
      <w:r w:rsidR="00CA64D5" w:rsidRPr="00CA64D5">
        <w:rPr>
          <w:rStyle w:val="libAlaemChar"/>
          <w:rFonts w:hint="cs"/>
          <w:rtl/>
        </w:rPr>
        <w:t>صلى‌الله‌عليه‌وآله‌وسلم</w:t>
      </w:r>
      <w:r>
        <w:rPr>
          <w:rtl/>
        </w:rPr>
        <w:t xml:space="preserve"> ل. </w:t>
      </w:r>
    </w:p>
    <w:p w:rsidR="007849C6" w:rsidRDefault="007849C6" w:rsidP="00186E94">
      <w:pPr>
        <w:pStyle w:val="libNormal"/>
        <w:rPr>
          <w:rtl/>
        </w:rPr>
      </w:pPr>
      <w:r>
        <w:rPr>
          <w:rtl/>
        </w:rPr>
        <w:t xml:space="preserve">2 ـ عائشة بنت أبي بكر ل. </w:t>
      </w:r>
    </w:p>
    <w:p w:rsidR="007849C6" w:rsidRDefault="007849C6" w:rsidP="00186E94">
      <w:pPr>
        <w:pStyle w:val="libNormal"/>
        <w:rPr>
          <w:rtl/>
        </w:rPr>
      </w:pPr>
      <w:r>
        <w:rPr>
          <w:rtl/>
        </w:rPr>
        <w:t xml:space="preserve">3 ـ حفصة بنت عمر ل. </w:t>
      </w:r>
    </w:p>
    <w:p w:rsidR="007849C6" w:rsidRDefault="007849C6" w:rsidP="00186E94">
      <w:pPr>
        <w:pStyle w:val="libNormal"/>
        <w:rPr>
          <w:rtl/>
        </w:rPr>
      </w:pPr>
      <w:r>
        <w:rPr>
          <w:rtl/>
        </w:rPr>
        <w:t xml:space="preserve">4 ـ أم حبيبة ل. </w:t>
      </w:r>
    </w:p>
    <w:p w:rsidR="007849C6" w:rsidRDefault="007849C6" w:rsidP="00186E94">
      <w:pPr>
        <w:pStyle w:val="libNormal"/>
        <w:rPr>
          <w:rtl/>
        </w:rPr>
      </w:pPr>
      <w:r>
        <w:rPr>
          <w:rtl/>
        </w:rPr>
        <w:t xml:space="preserve">5 ـ ميمونة ل. </w:t>
      </w:r>
    </w:p>
    <w:p w:rsidR="007849C6" w:rsidRDefault="007849C6" w:rsidP="00186E94">
      <w:pPr>
        <w:pStyle w:val="libNormal"/>
        <w:rPr>
          <w:rtl/>
        </w:rPr>
      </w:pPr>
      <w:r>
        <w:rPr>
          <w:rtl/>
        </w:rPr>
        <w:t xml:space="preserve">6 ـ جريرة بنت الحارث ل. </w:t>
      </w:r>
    </w:p>
    <w:p w:rsidR="007849C6" w:rsidRDefault="007849C6" w:rsidP="00186E94">
      <w:pPr>
        <w:pStyle w:val="libNormal"/>
        <w:rPr>
          <w:rtl/>
        </w:rPr>
      </w:pPr>
      <w:r>
        <w:rPr>
          <w:rtl/>
        </w:rPr>
        <w:t xml:space="preserve">7 ـ زينب بنت جحش ل. </w:t>
      </w:r>
    </w:p>
    <w:p w:rsidR="007849C6" w:rsidRDefault="007849C6" w:rsidP="00186E94">
      <w:pPr>
        <w:pStyle w:val="libNormal"/>
        <w:rPr>
          <w:rtl/>
        </w:rPr>
      </w:pPr>
      <w:r>
        <w:rPr>
          <w:rtl/>
        </w:rPr>
        <w:t xml:space="preserve">8 ـ صفية بنت حيي ل. </w:t>
      </w:r>
    </w:p>
    <w:p w:rsidR="007849C6" w:rsidRDefault="007849C6" w:rsidP="00186E94">
      <w:pPr>
        <w:pStyle w:val="libNormal"/>
        <w:rPr>
          <w:rtl/>
        </w:rPr>
      </w:pPr>
      <w:r>
        <w:rPr>
          <w:rtl/>
        </w:rPr>
        <w:t xml:space="preserve">9 ـ سودة بنت زمعة ل. </w:t>
      </w:r>
    </w:p>
    <w:p w:rsidR="007849C6" w:rsidRDefault="007849C6" w:rsidP="00186E94">
      <w:pPr>
        <w:pStyle w:val="libNormal"/>
        <w:rPr>
          <w:rtl/>
        </w:rPr>
      </w:pPr>
      <w:r>
        <w:rPr>
          <w:rtl/>
        </w:rPr>
        <w:t xml:space="preserve">10 ـ أسماء بنت أبي بكر ل. </w:t>
      </w:r>
    </w:p>
    <w:p w:rsidR="007849C6" w:rsidRDefault="007849C6" w:rsidP="00186E94">
      <w:pPr>
        <w:pStyle w:val="libNormal"/>
        <w:rPr>
          <w:rtl/>
        </w:rPr>
      </w:pPr>
      <w:r>
        <w:rPr>
          <w:rtl/>
        </w:rPr>
        <w:t xml:space="preserve">11 ـ ام هانئ بنت أبي طالب اسمها فاختة ل. </w:t>
      </w:r>
    </w:p>
    <w:p w:rsidR="007849C6" w:rsidRDefault="007849C6" w:rsidP="00186E94">
      <w:pPr>
        <w:pStyle w:val="libNormal"/>
        <w:rPr>
          <w:rtl/>
        </w:rPr>
      </w:pPr>
      <w:r>
        <w:rPr>
          <w:rtl/>
        </w:rPr>
        <w:t xml:space="preserve">12 ـ أم الفضل اسمها لبابة ل. </w:t>
      </w:r>
    </w:p>
    <w:p w:rsidR="007849C6" w:rsidRDefault="007849C6" w:rsidP="00186E94">
      <w:pPr>
        <w:pStyle w:val="libNormal"/>
        <w:rPr>
          <w:rtl/>
        </w:rPr>
      </w:pPr>
      <w:r>
        <w:rPr>
          <w:rtl/>
        </w:rPr>
        <w:t xml:space="preserve">13 ـ زينب بنت أبي سلمة ل. </w:t>
      </w:r>
    </w:p>
    <w:p w:rsidR="007849C6" w:rsidRDefault="007849C6" w:rsidP="00186E94">
      <w:pPr>
        <w:pStyle w:val="libNormal"/>
        <w:rPr>
          <w:rtl/>
        </w:rPr>
      </w:pPr>
      <w:r>
        <w:rPr>
          <w:rtl/>
        </w:rPr>
        <w:t xml:space="preserve">14 ـ نضرة الازدية ، روت عن ى أنه قال : ( مارمدت عيني تفل فيها رسول الله </w:t>
      </w:r>
      <w:r w:rsidR="00CA64D5" w:rsidRPr="00CA64D5">
        <w:rPr>
          <w:rStyle w:val="libAlaemChar"/>
          <w:rFonts w:hint="cs"/>
          <w:rtl/>
        </w:rPr>
        <w:t>صلى‌الله‌عليه‌وآله‌وسلم</w:t>
      </w:r>
      <w:r>
        <w:rPr>
          <w:rtl/>
        </w:rPr>
        <w:t xml:space="preserve"> ). </w:t>
      </w:r>
    </w:p>
    <w:p w:rsidR="007849C6" w:rsidRDefault="007849C6" w:rsidP="00186E94">
      <w:pPr>
        <w:pStyle w:val="libNormal"/>
        <w:rPr>
          <w:rtl/>
        </w:rPr>
      </w:pPr>
      <w:r>
        <w:rPr>
          <w:rtl/>
        </w:rPr>
        <w:t xml:space="preserve">15 ـ فاطمة بنت حبابة الوالبية ن ، سين على ما قال سعد بن عبدالله. </w:t>
      </w:r>
    </w:p>
    <w:p w:rsidR="007849C6" w:rsidRDefault="007849C6" w:rsidP="00186E94">
      <w:pPr>
        <w:pStyle w:val="libNormal"/>
        <w:rPr>
          <w:rtl/>
        </w:rPr>
      </w:pPr>
      <w:r>
        <w:rPr>
          <w:rtl/>
        </w:rPr>
        <w:t xml:space="preserve">16 ـ خديجة بنت محمد بن علي بن الحسين ، الباقر </w:t>
      </w:r>
      <w:r w:rsidR="0006364F" w:rsidRPr="0006364F">
        <w:rPr>
          <w:rStyle w:val="libAlaemChar"/>
          <w:rFonts w:hint="cs"/>
          <w:rtl/>
        </w:rPr>
        <w:t>عليه‌السلام</w:t>
      </w:r>
      <w:r>
        <w:rPr>
          <w:rtl/>
        </w:rPr>
        <w:t xml:space="preserve">. ( قر ) أبيها. </w:t>
      </w:r>
    </w:p>
    <w:p w:rsidR="007849C6" w:rsidRDefault="007849C6" w:rsidP="00186E94">
      <w:pPr>
        <w:pStyle w:val="libNormal"/>
        <w:rPr>
          <w:rtl/>
        </w:rPr>
      </w:pPr>
      <w:r>
        <w:rPr>
          <w:rtl/>
        </w:rPr>
        <w:br w:type="page"/>
      </w:r>
      <w:r>
        <w:rPr>
          <w:rtl/>
        </w:rPr>
        <w:lastRenderedPageBreak/>
        <w:t xml:space="preserve">17 ـ أم الخير بنت عبدالله بن الامام الباقر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18 ـ سالمة مولاة أبي عبدالله </w:t>
      </w:r>
      <w:r w:rsidR="0006364F" w:rsidRPr="0006364F">
        <w:rPr>
          <w:rStyle w:val="libAlaemChar"/>
          <w:rFonts w:hint="cs"/>
          <w:rtl/>
        </w:rPr>
        <w:t>عليه‌السلام</w:t>
      </w:r>
      <w:r>
        <w:rPr>
          <w:rtl/>
        </w:rPr>
        <w:t xml:space="preserve"> ق. </w:t>
      </w:r>
    </w:p>
    <w:p w:rsidR="007849C6" w:rsidRDefault="007849C6" w:rsidP="00186E94">
      <w:pPr>
        <w:pStyle w:val="libNormal"/>
        <w:rPr>
          <w:rtl/>
        </w:rPr>
      </w:pPr>
      <w:r>
        <w:rPr>
          <w:rtl/>
        </w:rPr>
        <w:t xml:space="preserve">19 ـ مغيرة مولاة أبي عبدالله </w:t>
      </w:r>
      <w:r w:rsidR="0006364F" w:rsidRPr="0006364F">
        <w:rPr>
          <w:rStyle w:val="libAlaemChar"/>
          <w:rFonts w:hint="cs"/>
          <w:rtl/>
        </w:rPr>
        <w:t>عليه‌السلام</w:t>
      </w:r>
      <w:r>
        <w:rPr>
          <w:rtl/>
        </w:rPr>
        <w:t xml:space="preserve"> ق. </w:t>
      </w:r>
    </w:p>
    <w:p w:rsidR="007849C6" w:rsidRDefault="007849C6" w:rsidP="00186E94">
      <w:pPr>
        <w:pStyle w:val="libNormal"/>
        <w:rPr>
          <w:rtl/>
        </w:rPr>
      </w:pPr>
      <w:r>
        <w:rPr>
          <w:rtl/>
        </w:rPr>
        <w:t xml:space="preserve">20 ـ جوهرة جارية أبي عبدالله </w:t>
      </w:r>
      <w:r w:rsidR="0006364F" w:rsidRPr="0006364F">
        <w:rPr>
          <w:rStyle w:val="libAlaemChar"/>
          <w:rFonts w:hint="cs"/>
          <w:rtl/>
        </w:rPr>
        <w:t>عليه‌السلام</w:t>
      </w:r>
      <w:r>
        <w:rPr>
          <w:rtl/>
        </w:rPr>
        <w:t xml:space="preserve"> ق. </w:t>
      </w:r>
    </w:p>
    <w:p w:rsidR="007849C6" w:rsidRDefault="007849C6" w:rsidP="00186E94">
      <w:pPr>
        <w:pStyle w:val="libNormal"/>
        <w:rPr>
          <w:rtl/>
        </w:rPr>
      </w:pPr>
      <w:r>
        <w:rPr>
          <w:rtl/>
        </w:rPr>
        <w:t xml:space="preserve">21 ـ كلثم الكرخية ( دي ) روى عنها أبو عبد الرحمن الشعيري ، وهو أبو عبد الرحمن أحمد بن داود البغدادي. </w:t>
      </w:r>
    </w:p>
    <w:p w:rsidR="007849C6" w:rsidRDefault="007849C6" w:rsidP="00186E94">
      <w:pPr>
        <w:pStyle w:val="libNormal"/>
        <w:rPr>
          <w:rtl/>
        </w:rPr>
      </w:pPr>
      <w:r>
        <w:rPr>
          <w:rtl/>
        </w:rPr>
        <w:t xml:space="preserve">22 ـ فاطمة بنت هارون بن موسى بن الفرات ، روى عنها التلعكبري قال : سمعت جدي موسى بن الفرات يقول : حدثني محمد بن أبي عمير بكتاب عبيدالله ( بن علي ) الحلبي. لم يسمع منها غير هذا. </w:t>
      </w:r>
    </w:p>
    <w:p w:rsidR="007849C6" w:rsidRDefault="007849C6" w:rsidP="00186E94">
      <w:pPr>
        <w:pStyle w:val="libCenter"/>
        <w:rPr>
          <w:rtl/>
        </w:rPr>
      </w:pPr>
      <w:r>
        <w:rPr>
          <w:rtl/>
        </w:rPr>
        <w:t>تم الجزء الاول من كتاب رجال ابن داود</w:t>
      </w:r>
    </w:p>
    <w:p w:rsidR="007849C6" w:rsidRDefault="007849C6" w:rsidP="00186E94">
      <w:pPr>
        <w:pStyle w:val="libCenter"/>
        <w:rPr>
          <w:rtl/>
        </w:rPr>
      </w:pPr>
      <w:r>
        <w:rPr>
          <w:rtl/>
        </w:rPr>
        <w:t>ويتلوه الجزء الثاني منه المختص</w:t>
      </w:r>
    </w:p>
    <w:p w:rsidR="007849C6" w:rsidRPr="00612217" w:rsidRDefault="007849C6" w:rsidP="00BD2B87">
      <w:pPr>
        <w:pStyle w:val="libCenter"/>
        <w:rPr>
          <w:rStyle w:val="Heading1CenterChar"/>
          <w:rtl/>
        </w:rPr>
      </w:pPr>
      <w:r>
        <w:rPr>
          <w:rtl/>
        </w:rPr>
        <w:t>بالمجروحين والمجهولين</w:t>
      </w:r>
      <w:r>
        <w:rPr>
          <w:rtl/>
        </w:rPr>
        <w:cr/>
      </w:r>
      <w:r>
        <w:rPr>
          <w:rtl/>
        </w:rPr>
        <w:br w:type="page"/>
      </w:r>
      <w:bookmarkStart w:id="94" w:name="_Toc403904043"/>
      <w:bookmarkStart w:id="95" w:name="_Toc265165257"/>
      <w:bookmarkStart w:id="96" w:name="_Toc286683186"/>
      <w:r w:rsidRPr="00612217">
        <w:rPr>
          <w:rStyle w:val="Heading1CenterChar"/>
          <w:rtl/>
        </w:rPr>
        <w:lastRenderedPageBreak/>
        <w:t>( الجزء الثاني من</w:t>
      </w:r>
      <w:bookmarkEnd w:id="94"/>
      <w:r w:rsidRPr="00612217">
        <w:rPr>
          <w:rStyle w:val="Heading1CenterChar"/>
          <w:rtl/>
        </w:rPr>
        <w:t xml:space="preserve"> </w:t>
      </w:r>
      <w:r w:rsidRPr="00DD23E2">
        <w:rPr>
          <w:rtl/>
        </w:rPr>
        <w:t>رجال</w:t>
      </w:r>
      <w:r w:rsidRPr="00612217">
        <w:rPr>
          <w:rStyle w:val="Heading1CenterChar"/>
          <w:rtl/>
        </w:rPr>
        <w:t xml:space="preserve"> ابن داود )</w:t>
      </w:r>
      <w:bookmarkEnd w:id="95"/>
      <w:bookmarkEnd w:id="96"/>
    </w:p>
    <w:p w:rsidR="007849C6" w:rsidRDefault="007849C6" w:rsidP="00186E94">
      <w:pPr>
        <w:pStyle w:val="libCenterBold1"/>
        <w:rPr>
          <w:rtl/>
        </w:rPr>
      </w:pPr>
      <w:r>
        <w:rPr>
          <w:rtl/>
        </w:rPr>
        <w:t>بسم الله الرحمن الرحيم</w:t>
      </w:r>
    </w:p>
    <w:p w:rsidR="007849C6" w:rsidRDefault="007849C6" w:rsidP="00186E94">
      <w:pPr>
        <w:pStyle w:val="libNormal"/>
        <w:rPr>
          <w:rtl/>
        </w:rPr>
      </w:pPr>
      <w:r>
        <w:rPr>
          <w:rtl/>
        </w:rPr>
        <w:t xml:space="preserve">أما بعد ، حمدالله تعالى على إفضاله ، والصلاة على سيدنا محمد النبي وآله فاني لما أنهيت الجزء الاول من كتاب الرجال المختص بالموثقين والمهملين وجب أن أتبعه بالجزء الثاني والمختص بالمجروحين والمجهولين </w:t>
      </w:r>
      <w:r w:rsidRPr="00186E94">
        <w:rPr>
          <w:rStyle w:val="libFootnotenumChar"/>
          <w:rtl/>
        </w:rPr>
        <w:t>(1)</w:t>
      </w:r>
      <w:r>
        <w:rPr>
          <w:rtl/>
        </w:rPr>
        <w:t xml:space="preserve"> إذ بمعرفتهم يتم غرض الناظر في الاحاديث ليتقي السقيم ويعمل بالسليم وهذا القصد وإن كان منهيا عنه لقوله تعالى : </w:t>
      </w:r>
      <w:r w:rsidRPr="00186E94">
        <w:rPr>
          <w:rStyle w:val="libAlaemChar"/>
          <w:rtl/>
        </w:rPr>
        <w:t>(</w:t>
      </w:r>
      <w:r>
        <w:rPr>
          <w:rtl/>
        </w:rPr>
        <w:t xml:space="preserve"> </w:t>
      </w:r>
      <w:r w:rsidRPr="00186E94">
        <w:rPr>
          <w:rStyle w:val="libAieChar"/>
          <w:rtl/>
        </w:rPr>
        <w:t>إن الذين يحبون ان تشيع الفاحشة في الذين آمنوا</w:t>
      </w:r>
      <w:r>
        <w:rPr>
          <w:rtl/>
        </w:rPr>
        <w:t xml:space="preserve"> </w:t>
      </w:r>
      <w:r w:rsidRPr="00186E94">
        <w:rPr>
          <w:rStyle w:val="libAlaemChar"/>
          <w:rtl/>
        </w:rPr>
        <w:t>)</w:t>
      </w:r>
      <w:r>
        <w:rPr>
          <w:rtl/>
        </w:rPr>
        <w:t xml:space="preserve"> فهو في هذا الماقط </w:t>
      </w:r>
      <w:r w:rsidRPr="00186E94">
        <w:rPr>
          <w:rStyle w:val="libFootnotenumChar"/>
          <w:rtl/>
        </w:rPr>
        <w:t>(2)</w:t>
      </w:r>
      <w:r>
        <w:rPr>
          <w:rtl/>
        </w:rPr>
        <w:t xml:space="preserve"> مأمور به إذ الغرض منه الوقوف على الحق والبعدعن الشبهة في الفتيا لا قذف الرواة وبيان نقصهم لذاته ، وإن حصل ذلك بالعرض ، فأن أحدا ما منع من البحث عن الشهود في الاحكام ، ولافسق الجارحين ، ولانهي الحاكم عن سماع قدحهم فيهم ، حيث كان طريقا إلى تحقيق الحق وإبطال الباطل فلاسبيل على قاصد ذلك لانه محسن وليس على المحسنين من سبيل. </w:t>
      </w:r>
    </w:p>
    <w:p w:rsidR="007849C6" w:rsidRDefault="007849C6" w:rsidP="007849C6">
      <w:pPr>
        <w:pStyle w:val="Heading1Center"/>
        <w:rPr>
          <w:rtl/>
        </w:rPr>
      </w:pPr>
      <w:bookmarkStart w:id="97" w:name="_Toc265165258"/>
      <w:bookmarkStart w:id="98" w:name="_Toc286683187"/>
      <w:bookmarkStart w:id="99" w:name="_Toc403904044"/>
      <w:r>
        <w:rPr>
          <w:rtl/>
        </w:rPr>
        <w:t>( باب الهمزة )</w:t>
      </w:r>
      <w:bookmarkEnd w:id="97"/>
      <w:bookmarkEnd w:id="98"/>
      <w:bookmarkEnd w:id="99"/>
    </w:p>
    <w:p w:rsidR="007849C6" w:rsidRDefault="007849C6" w:rsidP="00186E94">
      <w:pPr>
        <w:pStyle w:val="libNormal"/>
        <w:rPr>
          <w:rtl/>
        </w:rPr>
      </w:pPr>
      <w:r>
        <w:rPr>
          <w:rtl/>
        </w:rPr>
        <w:t xml:space="preserve">1 ـ آدم بن محمد القلانسي البلخي ، قيل كان يقول بالتفويض لم ( جخ ). </w:t>
      </w:r>
    </w:p>
    <w:p w:rsidR="007849C6" w:rsidRDefault="007849C6" w:rsidP="00186E94">
      <w:pPr>
        <w:pStyle w:val="libNormal"/>
        <w:rPr>
          <w:rtl/>
        </w:rPr>
      </w:pPr>
      <w:r>
        <w:rPr>
          <w:rtl/>
        </w:rPr>
        <w:t xml:space="preserve">2 ـ أبان بن أبي عياش ، بالياء المثناة تحت والشين المعجمة ،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هذا هو الذي سار عليه في الكتاب بقسميه ، ونرى أنه ذكر في مقدمة القسم الاول ما نصه : « وبدأت بالموثقين وأخرت المجروحين ... » </w:t>
      </w:r>
    </w:p>
    <w:p w:rsidR="007849C6" w:rsidRDefault="007849C6" w:rsidP="002C2B53">
      <w:pPr>
        <w:pStyle w:val="libFootnote0"/>
        <w:rPr>
          <w:rtl/>
        </w:rPr>
      </w:pPr>
      <w:r>
        <w:rPr>
          <w:rtl/>
        </w:rPr>
        <w:t xml:space="preserve">2 ـ الماقط : رشاء الدلو. </w:t>
      </w:r>
    </w:p>
    <w:p w:rsidR="007849C6" w:rsidRDefault="007849C6" w:rsidP="00186E94">
      <w:pPr>
        <w:pStyle w:val="libNormal0"/>
        <w:rPr>
          <w:rtl/>
        </w:rPr>
      </w:pPr>
      <w:r>
        <w:rPr>
          <w:rtl/>
        </w:rPr>
        <w:br w:type="page"/>
      </w:r>
      <w:r>
        <w:rPr>
          <w:rtl/>
        </w:rPr>
        <w:lastRenderedPageBreak/>
        <w:t xml:space="preserve">فيروزين ( جخ غض ) ضعيف ، قيل إنه وضع كتاب سليم بن قيس. </w:t>
      </w:r>
    </w:p>
    <w:p w:rsidR="007849C6" w:rsidRDefault="007849C6" w:rsidP="00186E94">
      <w:pPr>
        <w:pStyle w:val="libNormal"/>
        <w:rPr>
          <w:rtl/>
        </w:rPr>
      </w:pPr>
      <w:r>
        <w:rPr>
          <w:rtl/>
        </w:rPr>
        <w:t xml:space="preserve">3 ـ أبان بن عثمان الاحمر ، كوفي المسكن ، بصري الاصل لم ( كش ) كان ناووسيا. </w:t>
      </w:r>
    </w:p>
    <w:p w:rsidR="007849C6" w:rsidRDefault="007849C6" w:rsidP="00186E94">
      <w:pPr>
        <w:pStyle w:val="libNormal"/>
        <w:rPr>
          <w:rtl/>
        </w:rPr>
      </w:pPr>
      <w:r>
        <w:rPr>
          <w:rtl/>
        </w:rPr>
        <w:t xml:space="preserve">4 ـ إبراهيم بن أبي بكر بن الربيع يكنى أبا بكر بن أبي سمال ، باللام وتخفيف الميم ، ومنهم من كان يشددها ويفتح السين والاول أصح ، هو وأخوه إسماعيل م ( جخ ، كش ، جش ) كانا واقفيين. </w:t>
      </w:r>
    </w:p>
    <w:p w:rsidR="007849C6" w:rsidRDefault="007849C6" w:rsidP="00186E94">
      <w:pPr>
        <w:pStyle w:val="libNormal"/>
        <w:rPr>
          <w:rtl/>
        </w:rPr>
      </w:pPr>
      <w:r>
        <w:rPr>
          <w:rtl/>
        </w:rPr>
        <w:t xml:space="preserve">5 ـ إبراهيم بن إسحاق أبو إسحاق الاحمري النهاوندي لم ( جش ) كان ضعيفا في حديثه ( غض ) في مذهبه ارتفاع ، وأظنه مخلطا ( ست ) ضعيف الحديث متهم في دينه ، صنف كتبا قريبة من السداد. </w:t>
      </w:r>
    </w:p>
    <w:p w:rsidR="007849C6" w:rsidRDefault="007849C6" w:rsidP="00186E94">
      <w:pPr>
        <w:pStyle w:val="libNormal"/>
        <w:rPr>
          <w:rtl/>
        </w:rPr>
      </w:pPr>
      <w:r>
        <w:rPr>
          <w:rtl/>
        </w:rPr>
        <w:t xml:space="preserve">6 ـ إبراهيم بن رجاء الشيباني المعروف بان هراسة ، بالسين المهملة وهراسة اسم امه لم ( كش ) عامي. </w:t>
      </w:r>
    </w:p>
    <w:p w:rsidR="007849C6" w:rsidRDefault="007849C6" w:rsidP="00186E94">
      <w:pPr>
        <w:pStyle w:val="libNormal"/>
        <w:rPr>
          <w:rtl/>
        </w:rPr>
      </w:pPr>
      <w:r>
        <w:rPr>
          <w:rtl/>
        </w:rPr>
        <w:t xml:space="preserve">7 ـ إبراهيم بن سليمان بن عبدالله بن حيان النهمي ذكرناه في الثقات لتوثيق الكشي والنجاشي والشيخ له ، ولكن الغضائري ضعفه ، والتوثيق أظهر. </w:t>
      </w:r>
    </w:p>
    <w:p w:rsidR="007849C6" w:rsidRDefault="007849C6" w:rsidP="00186E94">
      <w:pPr>
        <w:pStyle w:val="libNormal"/>
        <w:rPr>
          <w:rtl/>
        </w:rPr>
      </w:pPr>
      <w:r>
        <w:rPr>
          <w:rtl/>
        </w:rPr>
        <w:t xml:space="preserve">8 ـ إبراهيم بن شعيب م ( جخ ) واقفي ( كش ) وفي رجوعه خلاف. </w:t>
      </w:r>
    </w:p>
    <w:p w:rsidR="007849C6" w:rsidRDefault="007849C6" w:rsidP="00186E94">
      <w:pPr>
        <w:pStyle w:val="libNormal"/>
        <w:rPr>
          <w:rtl/>
        </w:rPr>
      </w:pPr>
      <w:r>
        <w:rPr>
          <w:rtl/>
        </w:rPr>
        <w:t xml:space="preserve">9 ـ إبراهيم بن صالح الانماطي الاسدي ( جش ، جخ ) كان واقفيا ثقة. </w:t>
      </w:r>
    </w:p>
    <w:p w:rsidR="007849C6" w:rsidRDefault="007849C6" w:rsidP="00186E94">
      <w:pPr>
        <w:pStyle w:val="libNormal"/>
        <w:rPr>
          <w:rtl/>
        </w:rPr>
      </w:pPr>
      <w:r>
        <w:rPr>
          <w:rtl/>
        </w:rPr>
        <w:t xml:space="preserve">10 ـ إبراهيم بن عبدالحميد م ( ست ) واقفي ثقة. وعندي أن الثقة من رجال الصادق </w:t>
      </w:r>
      <w:r w:rsidR="0006364F" w:rsidRPr="0006364F">
        <w:rPr>
          <w:rStyle w:val="libAlaemChar"/>
          <w:rFonts w:hint="cs"/>
          <w:rtl/>
        </w:rPr>
        <w:t>عليه‌السلام</w:t>
      </w:r>
      <w:r>
        <w:rPr>
          <w:rtl/>
        </w:rPr>
        <w:t xml:space="preserve"> وهو الذي ذكر في الفهرست ، والواقفي من رجال الكاظم </w:t>
      </w:r>
      <w:r w:rsidR="0006364F" w:rsidRPr="0006364F">
        <w:rPr>
          <w:rStyle w:val="libAlaemChar"/>
          <w:rFonts w:hint="cs"/>
          <w:rtl/>
        </w:rPr>
        <w:t>عليه‌السلام</w:t>
      </w:r>
      <w:r>
        <w:rPr>
          <w:rtl/>
        </w:rPr>
        <w:t xml:space="preserve"> وليس بثقة. قال سعد بن عبدالله : أدرك الرضا </w:t>
      </w:r>
      <w:r w:rsidR="0006364F" w:rsidRPr="0006364F">
        <w:rPr>
          <w:rStyle w:val="libAlaemChar"/>
          <w:rFonts w:hint="cs"/>
          <w:rtl/>
        </w:rPr>
        <w:t>عليه‌السلام</w:t>
      </w:r>
      <w:r>
        <w:rPr>
          <w:rtl/>
        </w:rPr>
        <w:t xml:space="preserve"> ولم يرو عنه فتركت روايته لذلك ( فش ) صالح. </w:t>
      </w:r>
    </w:p>
    <w:p w:rsidR="007849C6" w:rsidRDefault="007849C6" w:rsidP="00186E94">
      <w:pPr>
        <w:pStyle w:val="libNormal"/>
        <w:rPr>
          <w:rtl/>
        </w:rPr>
      </w:pPr>
      <w:r>
        <w:rPr>
          <w:rtl/>
        </w:rPr>
        <w:t xml:space="preserve">11 ـ إبراهيم بن عبدالله بن العلاء المدني ( غض ) لا نعرفه إلا </w:t>
      </w:r>
    </w:p>
    <w:p w:rsidR="007849C6" w:rsidRDefault="007849C6" w:rsidP="00186E94">
      <w:pPr>
        <w:pStyle w:val="libNormal0"/>
        <w:rPr>
          <w:rtl/>
        </w:rPr>
      </w:pPr>
      <w:r>
        <w:rPr>
          <w:rtl/>
        </w:rPr>
        <w:br w:type="page"/>
      </w:r>
      <w:r>
        <w:rPr>
          <w:rtl/>
        </w:rPr>
        <w:lastRenderedPageBreak/>
        <w:t xml:space="preserve">بما ينسب إليه عبدالله بن محمد البلوي وينسب إلى أبيه عبيدالله بن علاء عمارة بن زيد ، وما يسند إليه إلا الفاسد المتهافت. </w:t>
      </w:r>
    </w:p>
    <w:p w:rsidR="007849C6" w:rsidRDefault="007849C6" w:rsidP="00186E94">
      <w:pPr>
        <w:pStyle w:val="libNormal"/>
        <w:rPr>
          <w:rtl/>
        </w:rPr>
      </w:pPr>
      <w:r>
        <w:rPr>
          <w:rtl/>
        </w:rPr>
        <w:t xml:space="preserve">12 ـ إبراهيم بن عمر الصنعاني قر ، ق ( جخ ، غض ) ضعيف جدا ( جش ) ثقة. </w:t>
      </w:r>
    </w:p>
    <w:p w:rsidR="007849C6" w:rsidRDefault="007849C6" w:rsidP="00186E94">
      <w:pPr>
        <w:pStyle w:val="libNormal"/>
        <w:rPr>
          <w:rtl/>
        </w:rPr>
      </w:pPr>
      <w:r>
        <w:rPr>
          <w:rtl/>
        </w:rPr>
        <w:t xml:space="preserve">13 ـ أبراهيم بن يزيد المكفوف ق ( جش ) ضعيف يقال إن في مذهبه ارتفاعا ، وذكر ( كش ) أبا هارون المكفوف فان يكن هو إبراهيم هذا فقد روى عن الصادق </w:t>
      </w:r>
      <w:r w:rsidR="0006364F" w:rsidRPr="0006364F">
        <w:rPr>
          <w:rStyle w:val="libAlaemChar"/>
          <w:rFonts w:hint="cs"/>
          <w:rtl/>
        </w:rPr>
        <w:t>عليه‌السلام</w:t>
      </w:r>
      <w:r>
        <w:rPr>
          <w:rtl/>
        </w:rPr>
        <w:t xml:space="preserve"> لعنه لكذبه عليه. </w:t>
      </w:r>
    </w:p>
    <w:p w:rsidR="007849C6" w:rsidRDefault="007849C6" w:rsidP="00186E94">
      <w:pPr>
        <w:pStyle w:val="libNormal"/>
        <w:rPr>
          <w:rtl/>
        </w:rPr>
      </w:pPr>
      <w:r>
        <w:rPr>
          <w:rtl/>
        </w:rPr>
        <w:t xml:space="preserve">14 ـ أحكم بن بشار غال لا شيء. </w:t>
      </w:r>
    </w:p>
    <w:p w:rsidR="007849C6" w:rsidRDefault="007849C6" w:rsidP="00186E94">
      <w:pPr>
        <w:pStyle w:val="libNormal"/>
        <w:rPr>
          <w:rtl/>
        </w:rPr>
      </w:pPr>
      <w:r>
        <w:rPr>
          <w:rtl/>
        </w:rPr>
        <w:t xml:space="preserve">15 ـ أحمد بن أبي بشر السراج أبو جعفر م ( ست ، جش ) واقفي ثقة. </w:t>
      </w:r>
    </w:p>
    <w:p w:rsidR="007849C6" w:rsidRDefault="007849C6" w:rsidP="00186E94">
      <w:pPr>
        <w:pStyle w:val="libNormal"/>
        <w:rPr>
          <w:rtl/>
        </w:rPr>
      </w:pPr>
      <w:r>
        <w:rPr>
          <w:rtl/>
        </w:rPr>
        <w:t xml:space="preserve">16 ـ أحمد بن أبي زاهر ، ومنهم من رد على الشيخ ( ست ) وأصلحها بالدال فقال داهر ، والذي أنقله بالزاي ، واسم أبي زاهر موسى يكنى أبا جعفر لم ( ست جش ) كان وجها بقم غير أن حديثه ليس بذلك النقي. </w:t>
      </w:r>
    </w:p>
    <w:p w:rsidR="007849C6" w:rsidRDefault="007849C6" w:rsidP="00186E94">
      <w:pPr>
        <w:pStyle w:val="libNormal"/>
        <w:rPr>
          <w:rtl/>
        </w:rPr>
      </w:pPr>
      <w:r>
        <w:rPr>
          <w:rtl/>
        </w:rPr>
        <w:t xml:space="preserve">17 ـ أحمد بن الحارث م ( جخ ) واقفي ( جش ) غمز اصحابنا فيه وكان من أصحاب المفضل بن عمر. </w:t>
      </w:r>
    </w:p>
    <w:p w:rsidR="007849C6" w:rsidRDefault="007849C6" w:rsidP="00186E94">
      <w:pPr>
        <w:pStyle w:val="libNormal"/>
        <w:rPr>
          <w:rtl/>
        </w:rPr>
      </w:pPr>
      <w:r>
        <w:rPr>
          <w:rtl/>
        </w:rPr>
        <w:t xml:space="preserve">18 ـ أحمد بن الحارث الانماطي م ( كش ) واقفي. </w:t>
      </w:r>
    </w:p>
    <w:p w:rsidR="007849C6" w:rsidRDefault="007849C6" w:rsidP="00186E94">
      <w:pPr>
        <w:pStyle w:val="libNormal"/>
        <w:rPr>
          <w:rtl/>
        </w:rPr>
      </w:pPr>
      <w:r>
        <w:rPr>
          <w:rtl/>
        </w:rPr>
        <w:t xml:space="preserve">19 ـ أحمد بن حارث الزاهد ضا ( جخ ) عامي. </w:t>
      </w:r>
    </w:p>
    <w:p w:rsidR="007849C6" w:rsidRDefault="007849C6" w:rsidP="00186E94">
      <w:pPr>
        <w:pStyle w:val="libNormal"/>
        <w:rPr>
          <w:rtl/>
        </w:rPr>
      </w:pPr>
      <w:r>
        <w:rPr>
          <w:rtl/>
        </w:rPr>
        <w:t xml:space="preserve">20 ـ أحمد بن الحسن بن إسماعيل بن شعيب بن ميثم التمار </w:t>
      </w:r>
      <w:r w:rsidRPr="00186E94">
        <w:rPr>
          <w:rStyle w:val="libFootnotenumChar"/>
          <w:rtl/>
        </w:rPr>
        <w:t>(1)</w:t>
      </w:r>
      <w:r>
        <w:rPr>
          <w:rtl/>
        </w:rPr>
        <w:t xml:space="preserve"> بكسر الميم م ( جخ ، كش ) واقفي ( جش ) وهو على كل حال ثقة صحيح الحديث معتمد. </w:t>
      </w:r>
    </w:p>
    <w:p w:rsidR="007849C6" w:rsidRDefault="007849C6" w:rsidP="00186E94">
      <w:pPr>
        <w:pStyle w:val="libNormal"/>
        <w:rPr>
          <w:rtl/>
        </w:rPr>
      </w:pPr>
      <w:r>
        <w:rPr>
          <w:rtl/>
        </w:rPr>
        <w:t xml:space="preserve">21 ، 22 ـ أحمد بن الحسين بن سعيد بن حماد بن مهران. بكسر الميم. وأحمد بن بشير الرقي ، بالباء المفردة والشين المعجمة والياء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تقدم في القسم الاول بهذا العنوان ، فراجع. </w:t>
      </w:r>
    </w:p>
    <w:p w:rsidR="007849C6" w:rsidRDefault="007849C6" w:rsidP="00186E94">
      <w:pPr>
        <w:pStyle w:val="libNormal0"/>
        <w:rPr>
          <w:rtl/>
        </w:rPr>
      </w:pPr>
      <w:r>
        <w:rPr>
          <w:rtl/>
        </w:rPr>
        <w:br w:type="page"/>
      </w:r>
      <w:r>
        <w:rPr>
          <w:rtl/>
        </w:rPr>
        <w:lastRenderedPageBreak/>
        <w:t xml:space="preserve">المثناة تحت ، روى عنهما </w:t>
      </w:r>
      <w:r w:rsidRPr="00186E94">
        <w:rPr>
          <w:rStyle w:val="libFootnotenumChar"/>
          <w:rtl/>
        </w:rPr>
        <w:t>(1)</w:t>
      </w:r>
      <w:r>
        <w:rPr>
          <w:rtl/>
        </w:rPr>
        <w:t xml:space="preserve"> أحمد بن محمد بن يحيى لم ( جخ ) ضعيفان ذكر ذلك محمد بن بابويه ( ست ، جش ) ذكر أصحابنا القميون أن أحمد ابن الحسين بن سعيد ويعرف بدندان ، بكسر الدال المهملة والنون الساكنة غال ( غض ) رأيته سالما. </w:t>
      </w:r>
    </w:p>
    <w:p w:rsidR="007849C6" w:rsidRDefault="007849C6" w:rsidP="00186E94">
      <w:pPr>
        <w:pStyle w:val="libNormal"/>
        <w:rPr>
          <w:rtl/>
        </w:rPr>
      </w:pPr>
      <w:r>
        <w:rPr>
          <w:rtl/>
        </w:rPr>
        <w:t xml:space="preserve">23 ـ أحمد بن الحسن بن علي بن محمد بن علي بن فضال أبو عبد الله وقيل أبو الحسين لم ( جش ) فطحي إلا أنه ثقة في الحديث ، مات سنة ستين ومائتين ( كش ، جش ، ست ). </w:t>
      </w:r>
    </w:p>
    <w:p w:rsidR="007849C6" w:rsidRDefault="007849C6" w:rsidP="00186E94">
      <w:pPr>
        <w:pStyle w:val="libNormal"/>
        <w:rPr>
          <w:rtl/>
        </w:rPr>
      </w:pPr>
      <w:r>
        <w:rPr>
          <w:rtl/>
        </w:rPr>
        <w:t xml:space="preserve">24 ـ أحمد بن الحسن القزاز البصري لم ( جش ) له كتاب ( الصفة ) في مذهب الواقفة. </w:t>
      </w:r>
    </w:p>
    <w:p w:rsidR="007849C6" w:rsidRDefault="007849C6" w:rsidP="00186E94">
      <w:pPr>
        <w:pStyle w:val="libNormal"/>
        <w:rPr>
          <w:rtl/>
        </w:rPr>
      </w:pPr>
      <w:r>
        <w:rPr>
          <w:rtl/>
        </w:rPr>
        <w:t xml:space="preserve">25 ـ أحمد بن حماد المروزي ( كش ) ضعيف. </w:t>
      </w:r>
    </w:p>
    <w:p w:rsidR="007849C6" w:rsidRDefault="007849C6" w:rsidP="00186E94">
      <w:pPr>
        <w:pStyle w:val="libNormal"/>
        <w:rPr>
          <w:rtl/>
        </w:rPr>
      </w:pPr>
      <w:r>
        <w:rPr>
          <w:rtl/>
        </w:rPr>
        <w:t xml:space="preserve">26 ـ أحمد بن رشيد بن خيثم الهلالي لم ( غض ) زيدي ضعيف. </w:t>
      </w:r>
    </w:p>
    <w:p w:rsidR="007849C6" w:rsidRDefault="007849C6" w:rsidP="00186E94">
      <w:pPr>
        <w:pStyle w:val="libNormal"/>
        <w:rPr>
          <w:rtl/>
        </w:rPr>
      </w:pPr>
      <w:r>
        <w:rPr>
          <w:rtl/>
        </w:rPr>
        <w:t xml:space="preserve">27 ـ أحمد بن زياد الخزاز ، بالمعجمات م ( جخ ) واقفي. </w:t>
      </w:r>
    </w:p>
    <w:p w:rsidR="007849C6" w:rsidRDefault="007849C6" w:rsidP="00186E94">
      <w:pPr>
        <w:pStyle w:val="libNormal"/>
        <w:rPr>
          <w:rtl/>
        </w:rPr>
      </w:pPr>
      <w:r>
        <w:rPr>
          <w:rtl/>
        </w:rPr>
        <w:t xml:space="preserve">28 ـ أحمد بن سابق ( كش ) لعنه الرضا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29 ـ أحمد بن السري م ( جخ ) واقفي. </w:t>
      </w:r>
    </w:p>
    <w:p w:rsidR="007849C6" w:rsidRDefault="007849C6" w:rsidP="00186E94">
      <w:pPr>
        <w:pStyle w:val="libNormal"/>
        <w:rPr>
          <w:rtl/>
        </w:rPr>
      </w:pPr>
      <w:r>
        <w:rPr>
          <w:rtl/>
        </w:rPr>
        <w:t xml:space="preserve">30 ـ أحمد بن عبدالله الاصفهاني الحافظ أبو نعيم ، قال محمد بن علي بن شهراشوب : إنه عامي. </w:t>
      </w:r>
    </w:p>
    <w:p w:rsidR="007849C6" w:rsidRDefault="007849C6" w:rsidP="00186E94">
      <w:pPr>
        <w:pStyle w:val="libNormal"/>
        <w:rPr>
          <w:rtl/>
        </w:rPr>
      </w:pPr>
      <w:r>
        <w:rPr>
          <w:rtl/>
        </w:rPr>
        <w:t xml:space="preserve">31 ـ أحمد بن عبدالملك المؤذن أبو صالح ، قال ابن شهراشوب أيضا إنه عامي. </w:t>
      </w:r>
    </w:p>
    <w:p w:rsidR="007849C6" w:rsidRDefault="007849C6" w:rsidP="00186E94">
      <w:pPr>
        <w:pStyle w:val="libNormal"/>
        <w:rPr>
          <w:rtl/>
        </w:rPr>
      </w:pPr>
      <w:r>
        <w:rPr>
          <w:rtl/>
        </w:rPr>
        <w:t xml:space="preserve">32 ـ أحمد بن علي أبو العباس وقيل أبو علي الرازي الايادي الخضيب ، بالخاء والضاد المعجمتين لم ( جخ ، جش ، ست ) لم يكن بذاك متهم بالغلو ( غض ) حدثني أبي أنه كان في مذهبه ارتفاع. </w:t>
      </w:r>
    </w:p>
    <w:p w:rsidR="007849C6" w:rsidRDefault="007849C6" w:rsidP="00186E94">
      <w:pPr>
        <w:pStyle w:val="libNormal"/>
        <w:rPr>
          <w:rtl/>
        </w:rPr>
      </w:pPr>
      <w:r>
        <w:rPr>
          <w:rtl/>
        </w:rPr>
        <w:t xml:space="preserve">33 ـ أحمد بن علي بن كلثوم السرخسي لم ( جخ ) ورأيت بعض أصحابنا قد ذكر عليا ، والذي في كتاب الرجال بخط الشيخ أبي جعفر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عنهما : أي عن الامامين الباقر والصادق </w:t>
      </w:r>
      <w:r w:rsidR="0006364F" w:rsidRPr="0006364F">
        <w:rPr>
          <w:rStyle w:val="libAlaemChar"/>
          <w:rFonts w:hint="cs"/>
          <w:rtl/>
        </w:rPr>
        <w:t>عليهما‌السلام</w:t>
      </w:r>
      <w:r>
        <w:rPr>
          <w:rtl/>
        </w:rPr>
        <w:t xml:space="preserve">. </w:t>
      </w:r>
    </w:p>
    <w:p w:rsidR="007849C6" w:rsidRDefault="007849C6" w:rsidP="00186E94">
      <w:pPr>
        <w:pStyle w:val="libNormal0"/>
        <w:rPr>
          <w:rtl/>
        </w:rPr>
      </w:pPr>
      <w:r>
        <w:rPr>
          <w:rtl/>
        </w:rPr>
        <w:br w:type="page"/>
      </w:r>
      <w:r>
        <w:rPr>
          <w:rtl/>
        </w:rPr>
        <w:lastRenderedPageBreak/>
        <w:t xml:space="preserve">غير مكرر ، متهم بالغلو. </w:t>
      </w:r>
    </w:p>
    <w:p w:rsidR="007849C6" w:rsidRDefault="007849C6" w:rsidP="00186E94">
      <w:pPr>
        <w:pStyle w:val="libNormal"/>
        <w:rPr>
          <w:rtl/>
        </w:rPr>
      </w:pPr>
      <w:r>
        <w:rPr>
          <w:rtl/>
        </w:rPr>
        <w:t xml:space="preserve">34 ـ أحمد بن الفضل الخزاعي م ( جخ ) واقفي. </w:t>
      </w:r>
    </w:p>
    <w:p w:rsidR="007849C6" w:rsidRDefault="007849C6" w:rsidP="00186E94">
      <w:pPr>
        <w:pStyle w:val="libNormal"/>
        <w:rPr>
          <w:rtl/>
        </w:rPr>
      </w:pPr>
      <w:r>
        <w:rPr>
          <w:rtl/>
        </w:rPr>
        <w:t xml:space="preserve">35 ـ أحمد بن الفضل ( كش ) واقفي. </w:t>
      </w:r>
    </w:p>
    <w:p w:rsidR="007849C6" w:rsidRDefault="007849C6" w:rsidP="00186E94">
      <w:pPr>
        <w:pStyle w:val="libNormal"/>
        <w:rPr>
          <w:rtl/>
        </w:rPr>
      </w:pPr>
      <w:r>
        <w:rPr>
          <w:rtl/>
        </w:rPr>
        <w:t xml:space="preserve">36 ـ أحمد بن القاسم بن الطرخان أبو السراج ( غض ) ضعيف. </w:t>
      </w:r>
    </w:p>
    <w:p w:rsidR="007849C6" w:rsidRDefault="007849C6" w:rsidP="00186E94">
      <w:pPr>
        <w:pStyle w:val="libNormal"/>
        <w:rPr>
          <w:rtl/>
        </w:rPr>
      </w:pPr>
      <w:r>
        <w:rPr>
          <w:rtl/>
        </w:rPr>
        <w:t xml:space="preserve">37 ـ أحمد بن محمد بن خالد البرقي أصله كوفي هرب إلى برقة فأقام بها د ( جخ ) ثقة ( ست ، جش ) في نفسه غير أنه أكثر الرواية عن الضعفاء واعتمد المراسيل ( غض ) لا يبالي عمن أخذو الطعن فيه لافي من أخذ عنه وكان أحمد بن محمد بن عيسى أبعده عن قم ثم أعاده واعتذر إليه. </w:t>
      </w:r>
    </w:p>
    <w:p w:rsidR="007849C6" w:rsidRDefault="007849C6" w:rsidP="00186E94">
      <w:pPr>
        <w:pStyle w:val="libNormal"/>
        <w:rPr>
          <w:rtl/>
        </w:rPr>
      </w:pPr>
      <w:r>
        <w:rPr>
          <w:rtl/>
        </w:rPr>
        <w:t xml:space="preserve">38 ـ أحمد بن محمد بن جعفر أبي علي الصولي بصري ( جش ) ثقة في نفسه غير أنه يروي عن الضعفاء. </w:t>
      </w:r>
    </w:p>
    <w:p w:rsidR="007849C6" w:rsidRDefault="007849C6" w:rsidP="00186E94">
      <w:pPr>
        <w:pStyle w:val="libNormal"/>
        <w:rPr>
          <w:rtl/>
        </w:rPr>
      </w:pPr>
      <w:r>
        <w:rPr>
          <w:rtl/>
        </w:rPr>
        <w:t xml:space="preserve">39 ـ أحمد بن محمد بن سعيد بن عبدالرحمن بن إبراهيم بن زياد ابن عبدالله بن عجلان يعرف بابن عقدة لم ( جخ ) زيدي جارودي روى جميع كتب أصحابنا وصنف لهم وكان حفظة يقول : أحفظ مائة وعشرين ألف حديث بأسانيدها واذاكر بثلاث مائة ألف حديث ( ست ) أمره في الجلالة أشهر من أن يذكر ( جش ) : هذا رجل جليل القدر في أصحاب الحديث إلا أنه كان زيد يا جاروديا ( حتى ) مات سنة ثلاث وثلاثين وثلاثمائة. </w:t>
      </w:r>
    </w:p>
    <w:p w:rsidR="007849C6" w:rsidRDefault="007849C6" w:rsidP="00186E94">
      <w:pPr>
        <w:pStyle w:val="libNormal"/>
        <w:rPr>
          <w:rtl/>
        </w:rPr>
      </w:pPr>
      <w:r>
        <w:rPr>
          <w:rtl/>
        </w:rPr>
        <w:t xml:space="preserve">40 ـ أحمد بن محمد بن سيار أبو عبد الله الكاتب لم ( جخ ، ست ) كان من كتاب آل طاهر زمن أبي محمد </w:t>
      </w:r>
      <w:r w:rsidR="0006364F" w:rsidRPr="0006364F">
        <w:rPr>
          <w:rStyle w:val="libAlaemChar"/>
          <w:rFonts w:hint="cs"/>
          <w:rtl/>
        </w:rPr>
        <w:t>عليه‌السلام</w:t>
      </w:r>
      <w:r>
        <w:rPr>
          <w:rtl/>
        </w:rPr>
        <w:t xml:space="preserve"> ويعرف باليساري ( ست جش ) ضعيف الحديث فاسد المذهب مجفو الرواية كثير المراسيل ( غض ) حكى عنه محمد بن علي بن محبوب أنه كان يقول بالتناسخ. </w:t>
      </w:r>
    </w:p>
    <w:p w:rsidR="007849C6" w:rsidRDefault="007849C6" w:rsidP="00186E94">
      <w:pPr>
        <w:pStyle w:val="libNormal"/>
        <w:rPr>
          <w:rtl/>
        </w:rPr>
      </w:pPr>
      <w:r>
        <w:rPr>
          <w:rtl/>
        </w:rPr>
        <w:t xml:space="preserve">41 ـ أحمد بن محمد بن عبيدالله بن الحسين بن عياش ، بالياء المثناة تحت والشين المعجمة ، ابن إبراهيم بن أيوب الجوهري أبو عبد الله لم ( جخ </w:t>
      </w:r>
    </w:p>
    <w:p w:rsidR="007849C6" w:rsidRDefault="007849C6" w:rsidP="00186E94">
      <w:pPr>
        <w:pStyle w:val="libNormal0"/>
        <w:rPr>
          <w:rtl/>
        </w:rPr>
      </w:pPr>
      <w:r>
        <w:rPr>
          <w:rtl/>
        </w:rPr>
        <w:br w:type="page"/>
      </w:r>
      <w:r>
        <w:rPr>
          <w:rtl/>
        </w:rPr>
        <w:lastRenderedPageBreak/>
        <w:t xml:space="preserve">ست ) كثير الرواية إلا أنه اختل في آخر عمره ( جش ) اضطرب في آخر عمره ، رأيته وكان لي صديقا ولوالدي ، وسمعت منه شيئا كثيرا ورأيت شيوخنا يضعفونه فلم أروعنه شيئا وتجنبته ، وكان غزير العلم حسن الخط والشعر ، مات سنة إحدى وأربعمائة. </w:t>
      </w:r>
    </w:p>
    <w:p w:rsidR="007849C6" w:rsidRDefault="007849C6" w:rsidP="00186E94">
      <w:pPr>
        <w:pStyle w:val="libNormal"/>
        <w:rPr>
          <w:rtl/>
        </w:rPr>
      </w:pPr>
      <w:r>
        <w:rPr>
          <w:rtl/>
        </w:rPr>
        <w:t xml:space="preserve">42 ـ أحمد بن محمد أبو عبد الله الآملي الطبري ضعيف جدا لم ( جش ) لا يلتفت إلى روايته. </w:t>
      </w:r>
    </w:p>
    <w:p w:rsidR="007849C6" w:rsidRDefault="007849C6" w:rsidP="00186E94">
      <w:pPr>
        <w:pStyle w:val="libNormal"/>
        <w:rPr>
          <w:rtl/>
        </w:rPr>
      </w:pPr>
      <w:r>
        <w:rPr>
          <w:rtl/>
        </w:rPr>
        <w:t xml:space="preserve">43 ـ أحمد بن محمد بن علي بن ( عمر بن ) رباح القلاء ، بالراء المهملة المفتوحة والباء المفردة والحاء المهلمة ، السواق لم ( جخ ) ثقة واقفي وهم ثلاثة إخوة : هذا أبو الحسن أكبرهم ، وأبو الحسين محمد أوسطهم ليس من أهل العلم ، وأبو القاسم علي أصغرهم ( ست ) وجده عمر بن رباح القلاء السواق روى عن الصادق </w:t>
      </w:r>
      <w:r w:rsidR="0006364F" w:rsidRPr="0006364F">
        <w:rPr>
          <w:rStyle w:val="libAlaemChar"/>
          <w:rFonts w:hint="cs"/>
          <w:rtl/>
        </w:rPr>
        <w:t>عليه‌السلام</w:t>
      </w:r>
      <w:r>
        <w:rPr>
          <w:rtl/>
        </w:rPr>
        <w:t xml:space="preserve"> ووقف وكل أولاده واقفة وآخرهم أبو عبد الله محمد بن علي بن عمر بن رباح ، وكان شديد العناد في المذهب ( جش ) كان مولى آل سعد بن ( أبي ) وقاص ، هو وجميع ولده واقفية. </w:t>
      </w:r>
    </w:p>
    <w:p w:rsidR="007849C6" w:rsidRDefault="007849C6" w:rsidP="00186E94">
      <w:pPr>
        <w:pStyle w:val="libNormal"/>
        <w:rPr>
          <w:rtl/>
        </w:rPr>
      </w:pPr>
      <w:r>
        <w:rPr>
          <w:rtl/>
        </w:rPr>
        <w:t xml:space="preserve">44 ـ أحمد بن محمد بن نوح البصري السيرافي ابو العباس لم ( جخ ) ثقة ( ست ) إلا أنه حكي عنه مذاهب فاسدة في الاصول مثل القول بالرؤية وغيرها. </w:t>
      </w:r>
    </w:p>
    <w:p w:rsidR="007849C6" w:rsidRDefault="007849C6" w:rsidP="00186E94">
      <w:pPr>
        <w:pStyle w:val="libNormal"/>
        <w:rPr>
          <w:rtl/>
        </w:rPr>
      </w:pPr>
      <w:r>
        <w:rPr>
          <w:rtl/>
        </w:rPr>
        <w:t xml:space="preserve">45 ـ أحمد بن هلال أبو جعفر العبرتائي بالعين المهملة المفتوحة والباء المفردة المفتوحة والراء الساكنة والتاء المثناة فوق والمد منسوب إلى ( عبرتا ) قرية بناحية إسكاف ( جش ) صالح الرواية يعرف منها وينكر وقد روي فيه ذموم كثيرة من سيدنا أبي محمد العسكري </w:t>
      </w:r>
      <w:r w:rsidR="0006364F" w:rsidRPr="0006364F">
        <w:rPr>
          <w:rStyle w:val="libAlaemChar"/>
          <w:rFonts w:hint="cs"/>
          <w:rtl/>
        </w:rPr>
        <w:t>عليه‌السلام</w:t>
      </w:r>
      <w:r>
        <w:rPr>
          <w:rtl/>
        </w:rPr>
        <w:t xml:space="preserve"> ( كش ) مذموم ملعون ( ست ) غال متهم في دينه ( غض ) أرى التوقف في حديثه إلا فيما رواه عن الحسن بن محبوب من كتاب المشيخة ومحمد بن أبي عمير من نوادره وقد سمع هذين الكتابين منه جلة أصحابنا واعتمدوه فيهما </w:t>
      </w:r>
    </w:p>
    <w:p w:rsidR="007849C6" w:rsidRDefault="007849C6" w:rsidP="00186E94">
      <w:pPr>
        <w:pStyle w:val="libNormal0"/>
        <w:rPr>
          <w:rtl/>
        </w:rPr>
      </w:pPr>
      <w:r>
        <w:rPr>
          <w:rtl/>
        </w:rPr>
        <w:br w:type="page"/>
      </w:r>
      <w:r>
        <w:rPr>
          <w:rtl/>
        </w:rPr>
        <w:lastRenderedPageBreak/>
        <w:t xml:space="preserve">ولد سنة ثمانين ومائة ومات سنة سبع وستين ومائتين. </w:t>
      </w:r>
    </w:p>
    <w:p w:rsidR="007849C6" w:rsidRDefault="007849C6" w:rsidP="00186E94">
      <w:pPr>
        <w:pStyle w:val="libNormal"/>
        <w:rPr>
          <w:rtl/>
        </w:rPr>
      </w:pPr>
      <w:r>
        <w:rPr>
          <w:rtl/>
        </w:rPr>
        <w:t xml:space="preserve">46 ـ إسحاق بن بشير أبو حذيفة الكاهلي الخراساني ق ( جش ) عامي ثقة. </w:t>
      </w:r>
    </w:p>
    <w:p w:rsidR="007849C6" w:rsidRDefault="007849C6" w:rsidP="00186E94">
      <w:pPr>
        <w:pStyle w:val="libNormal"/>
        <w:rPr>
          <w:rtl/>
        </w:rPr>
      </w:pPr>
      <w:r>
        <w:rPr>
          <w:rtl/>
        </w:rPr>
        <w:t xml:space="preserve">47 ـ إسحاق بن جرير ، بالجيم والراءين المهملتين ، بن يزيد بن ( جرير بن ) عبدالله البجلي أبو يعقوب ق ، م ( جخ ) واقفي. </w:t>
      </w:r>
    </w:p>
    <w:p w:rsidR="007849C6" w:rsidRDefault="007849C6" w:rsidP="00186E94">
      <w:pPr>
        <w:pStyle w:val="libNormal"/>
        <w:rPr>
          <w:rtl/>
        </w:rPr>
      </w:pPr>
      <w:r>
        <w:rPr>
          <w:rtl/>
        </w:rPr>
        <w:t xml:space="preserve">48 ـ إسحاق بن الحسن بن بكران بن الحسين العقرائي التمار لم ( جش ) ضعيف في مذهبه. </w:t>
      </w:r>
    </w:p>
    <w:p w:rsidR="007849C6" w:rsidRDefault="007849C6" w:rsidP="00186E94">
      <w:pPr>
        <w:pStyle w:val="libNormal"/>
        <w:rPr>
          <w:rtl/>
        </w:rPr>
      </w:pPr>
      <w:r>
        <w:rPr>
          <w:rtl/>
        </w:rPr>
        <w:t xml:space="preserve">49 ـ إسحاق بن عبد العزيز البزازق ( غض ) يعرف حديثه تارة وينكر اخرى ويجوز أن يخرج شاهدا. </w:t>
      </w:r>
    </w:p>
    <w:p w:rsidR="007849C6" w:rsidRDefault="007849C6" w:rsidP="00186E94">
      <w:pPr>
        <w:pStyle w:val="libNormal"/>
        <w:rPr>
          <w:rtl/>
        </w:rPr>
      </w:pPr>
      <w:r>
        <w:rPr>
          <w:rtl/>
        </w:rPr>
        <w:t xml:space="preserve">50 ـ إسحاق بن عمار ق ، م ( ست ) فطحي إلا أنه معتمد عليه. </w:t>
      </w:r>
    </w:p>
    <w:p w:rsidR="007849C6" w:rsidRDefault="007849C6" w:rsidP="00186E94">
      <w:pPr>
        <w:pStyle w:val="libNormal"/>
        <w:rPr>
          <w:rtl/>
        </w:rPr>
      </w:pPr>
      <w:r>
        <w:rPr>
          <w:rtl/>
        </w:rPr>
        <w:t xml:space="preserve">51 ـ إسحاق بن محمد بن أحمد بن أبان بن مرار ( جش ) هو معدن التخليط ( غض ) فاسد المذهب كذاب وضاع للحديث. </w:t>
      </w:r>
    </w:p>
    <w:p w:rsidR="007849C6" w:rsidRDefault="007849C6" w:rsidP="00186E94">
      <w:pPr>
        <w:pStyle w:val="libNormal"/>
        <w:rPr>
          <w:rtl/>
        </w:rPr>
      </w:pPr>
      <w:r>
        <w:rPr>
          <w:rtl/>
        </w:rPr>
        <w:t xml:space="preserve">52 ـ إسحاق بن محمد البصري أبو يعقوب د ( كش ) إنه كان غالبا ( غض ) فاسد المذهب. </w:t>
      </w:r>
    </w:p>
    <w:p w:rsidR="007849C6" w:rsidRDefault="007849C6" w:rsidP="00186E94">
      <w:pPr>
        <w:pStyle w:val="libNormal"/>
        <w:rPr>
          <w:rtl/>
        </w:rPr>
      </w:pPr>
      <w:r>
        <w:rPr>
          <w:rtl/>
        </w:rPr>
        <w:t xml:space="preserve">53 ـ أسد بن أبي العلاء ( كش ) يروي المناكير. </w:t>
      </w:r>
    </w:p>
    <w:p w:rsidR="007849C6" w:rsidRDefault="007849C6" w:rsidP="00186E94">
      <w:pPr>
        <w:pStyle w:val="libNormal"/>
        <w:rPr>
          <w:rtl/>
        </w:rPr>
      </w:pPr>
      <w:r>
        <w:rPr>
          <w:rtl/>
        </w:rPr>
        <w:t xml:space="preserve">54 ـ إسماعيل بن أبي زياد السكوني الشعيري كان عاميا </w:t>
      </w:r>
      <w:r w:rsidRPr="00186E94">
        <w:rPr>
          <w:rStyle w:val="libFootnotenumChar"/>
          <w:rtl/>
        </w:rPr>
        <w:t>(1)</w:t>
      </w:r>
      <w:r>
        <w:rPr>
          <w:rtl/>
        </w:rPr>
        <w:t xml:space="preserve">. </w:t>
      </w:r>
    </w:p>
    <w:p w:rsidR="007849C6" w:rsidRDefault="007849C6" w:rsidP="00186E94">
      <w:pPr>
        <w:pStyle w:val="libNormal"/>
        <w:rPr>
          <w:rtl/>
        </w:rPr>
      </w:pPr>
      <w:r>
        <w:rPr>
          <w:rtl/>
        </w:rPr>
        <w:t xml:space="preserve">55 ـ إسماعيل بن أبي السمال باللام ( كش ) واقفي. </w:t>
      </w:r>
    </w:p>
    <w:p w:rsidR="007849C6" w:rsidRDefault="007849C6" w:rsidP="00186E94">
      <w:pPr>
        <w:pStyle w:val="libNormal"/>
        <w:rPr>
          <w:rtl/>
        </w:rPr>
      </w:pPr>
      <w:r>
        <w:rPr>
          <w:rtl/>
        </w:rPr>
        <w:t xml:space="preserve">56 ـ إسماعيل بن سهل الدهقان ( جش ) ضعيف. </w:t>
      </w:r>
    </w:p>
    <w:p w:rsidR="007849C6" w:rsidRDefault="007849C6" w:rsidP="00186E94">
      <w:pPr>
        <w:pStyle w:val="libNormal"/>
        <w:rPr>
          <w:rtl/>
        </w:rPr>
      </w:pPr>
      <w:r>
        <w:rPr>
          <w:rtl/>
        </w:rPr>
        <w:t xml:space="preserve">57 ـ إسماعيل بن علي بن رزين بن عثمان بن عبدالرحمن بن بديل بن ورقاء الخزاعي ، أبو القاسم ، ابن أخي دعبل ( جش ) مختلط الامر في الحديث مخلط ، حديثه يعرف منه وينكر ( غض ) كان وضاعا للحديث كذابا. </w:t>
      </w:r>
    </w:p>
    <w:p w:rsidR="007849C6" w:rsidRDefault="007849C6" w:rsidP="00186E94">
      <w:pPr>
        <w:pStyle w:val="libNormal"/>
        <w:rPr>
          <w:rtl/>
        </w:rPr>
      </w:pPr>
      <w:r>
        <w:rPr>
          <w:rtl/>
        </w:rPr>
        <w:t xml:space="preserve">58 ـ إسماعيل بن عمر بن أبان الكلبي لم ( جش ) واقفي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تقدم في القسم الاول ، فراجعه. </w:t>
      </w:r>
    </w:p>
    <w:p w:rsidR="007849C6" w:rsidRDefault="007849C6" w:rsidP="00186E94">
      <w:pPr>
        <w:pStyle w:val="libNormal"/>
        <w:rPr>
          <w:rtl/>
        </w:rPr>
      </w:pPr>
      <w:r>
        <w:rPr>
          <w:rtl/>
        </w:rPr>
        <w:br w:type="page"/>
      </w:r>
      <w:r>
        <w:rPr>
          <w:rtl/>
        </w:rPr>
        <w:lastRenderedPageBreak/>
        <w:t xml:space="preserve">59 ـ إسماعيل بن قتيبة مجهول د ( جخ ) ولم يذكره ( جخ ) في رجال الرضا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60 ـ إسماعيل القصير ( ست ) له كتاب. </w:t>
      </w:r>
    </w:p>
    <w:p w:rsidR="007849C6" w:rsidRDefault="007849C6" w:rsidP="00186E94">
      <w:pPr>
        <w:pStyle w:val="libNormal"/>
        <w:rPr>
          <w:rtl/>
        </w:rPr>
      </w:pPr>
      <w:r>
        <w:rPr>
          <w:rtl/>
        </w:rPr>
        <w:t xml:space="preserve">61 ـ إسماعيل بن محمد القمي يقال له قنيرة ( ست ) له كتب. </w:t>
      </w:r>
    </w:p>
    <w:p w:rsidR="007849C6" w:rsidRDefault="007849C6" w:rsidP="00186E94">
      <w:pPr>
        <w:pStyle w:val="libNormal"/>
        <w:rPr>
          <w:rtl/>
        </w:rPr>
      </w:pPr>
      <w:r>
        <w:rPr>
          <w:rtl/>
        </w:rPr>
        <w:t xml:space="preserve">62 ـ إسماعيل بن مهران بن محمد بن أبي نصر السكوني ضا ( ست ) ثقة ( غض ) يضطرب تارة في حديثه ويصلح اخرى ويروي عن الضعفاء كثيرا وحكى الكشي عن محمد بن مسعود أن علي بن الحسين رماه بالغلو ورد عليه محمد بن مسعود وقال كان ثقة خيرا فاضلا. </w:t>
      </w:r>
    </w:p>
    <w:p w:rsidR="007849C6" w:rsidRDefault="007849C6" w:rsidP="00186E94">
      <w:pPr>
        <w:pStyle w:val="libNormal"/>
        <w:rPr>
          <w:rtl/>
        </w:rPr>
      </w:pPr>
      <w:r>
        <w:rPr>
          <w:rtl/>
        </w:rPr>
        <w:t xml:space="preserve">63 ـ إسماعيل بن يسار الهاشمي ( جش ) ذكره أصحابنا بالضعف. </w:t>
      </w:r>
    </w:p>
    <w:p w:rsidR="007849C6" w:rsidRDefault="007849C6" w:rsidP="00186E94">
      <w:pPr>
        <w:pStyle w:val="libNormal"/>
        <w:rPr>
          <w:rtl/>
        </w:rPr>
      </w:pPr>
      <w:r>
        <w:rPr>
          <w:rtl/>
        </w:rPr>
        <w:t xml:space="preserve">64 ـ أسلم المكي مولى محمد بن الحنفية ( كش ) مذموم. </w:t>
      </w:r>
    </w:p>
    <w:p w:rsidR="007849C6" w:rsidRDefault="007849C6" w:rsidP="00186E94">
      <w:pPr>
        <w:pStyle w:val="libNormal"/>
        <w:rPr>
          <w:rtl/>
        </w:rPr>
      </w:pPr>
      <w:r>
        <w:rPr>
          <w:rtl/>
        </w:rPr>
        <w:t xml:space="preserve">65 ـ أشعث بن قيس أبومحمد ل ، ى ( جخ ) ارتد بعد النبي </w:t>
      </w:r>
      <w:r w:rsidR="0006364F" w:rsidRPr="0006364F">
        <w:rPr>
          <w:rStyle w:val="libAlaemChar"/>
          <w:rFonts w:hint="cs"/>
          <w:rtl/>
        </w:rPr>
        <w:t>صلى‌الله‌عليه‌وآله</w:t>
      </w:r>
      <w:r>
        <w:rPr>
          <w:rtl/>
        </w:rPr>
        <w:t xml:space="preserve"> في ردة أهل ياسر ثم صار خارجيا ملعونا ، زوجه أبو بكر اخته ام فروة فولدت له محمدا وكانت عوراء ، وبعض المصنفين التبس عليه فكتب : ( كانت عذراء ) وهو وهم. </w:t>
      </w:r>
    </w:p>
    <w:p w:rsidR="007849C6" w:rsidRDefault="007849C6" w:rsidP="00186E94">
      <w:pPr>
        <w:pStyle w:val="libNormal"/>
        <w:rPr>
          <w:rtl/>
        </w:rPr>
      </w:pPr>
      <w:r>
        <w:rPr>
          <w:rtl/>
        </w:rPr>
        <w:t xml:space="preserve">الاشاعثة ( كش ) مذمومون. </w:t>
      </w:r>
    </w:p>
    <w:p w:rsidR="007849C6" w:rsidRDefault="007849C6" w:rsidP="00186E94">
      <w:pPr>
        <w:pStyle w:val="libNormal"/>
        <w:rPr>
          <w:rtl/>
        </w:rPr>
      </w:pPr>
      <w:r>
        <w:rPr>
          <w:rtl/>
        </w:rPr>
        <w:t xml:space="preserve">66 ـ أصرم بن حوشب البجلي ق عامي ثقة. </w:t>
      </w:r>
    </w:p>
    <w:p w:rsidR="007849C6" w:rsidRDefault="007849C6" w:rsidP="00186E94">
      <w:pPr>
        <w:pStyle w:val="libNormal"/>
        <w:rPr>
          <w:rtl/>
        </w:rPr>
      </w:pPr>
      <w:r>
        <w:rPr>
          <w:rtl/>
        </w:rPr>
        <w:t xml:space="preserve">67 ـ الاقرع بن حابس ل ( جخ ) هو المنادي من وراء الحجرات. </w:t>
      </w:r>
    </w:p>
    <w:p w:rsidR="007849C6" w:rsidRDefault="007849C6" w:rsidP="00186E94">
      <w:pPr>
        <w:pStyle w:val="libNormal"/>
        <w:rPr>
          <w:rtl/>
        </w:rPr>
      </w:pPr>
      <w:r>
        <w:rPr>
          <w:rtl/>
        </w:rPr>
        <w:t xml:space="preserve">68 ـ أفلح بن يزيدضا ، د ( جخ ) مجهول. </w:t>
      </w:r>
    </w:p>
    <w:p w:rsidR="007849C6" w:rsidRDefault="007849C6" w:rsidP="00186E94">
      <w:pPr>
        <w:pStyle w:val="libNormal"/>
        <w:rPr>
          <w:rtl/>
        </w:rPr>
      </w:pPr>
      <w:r>
        <w:rPr>
          <w:rtl/>
        </w:rPr>
        <w:t xml:space="preserve">69 ـ امية بن علي القيسي الشامي قيل روى عن ق ( غض ) أبو محمد قمي ضعيف. </w:t>
      </w:r>
    </w:p>
    <w:p w:rsidR="007849C6" w:rsidRDefault="007849C6" w:rsidP="00186E94">
      <w:pPr>
        <w:pStyle w:val="libNormal"/>
        <w:rPr>
          <w:rtl/>
        </w:rPr>
      </w:pPr>
      <w:r>
        <w:rPr>
          <w:rtl/>
        </w:rPr>
        <w:t xml:space="preserve">70 ـ امية بن عمرو م ( جخ ) واقفي. </w:t>
      </w:r>
    </w:p>
    <w:p w:rsidR="007849C6" w:rsidRDefault="007849C6" w:rsidP="00186E94">
      <w:pPr>
        <w:pStyle w:val="libNormal"/>
        <w:rPr>
          <w:rtl/>
        </w:rPr>
      </w:pPr>
      <w:r>
        <w:rPr>
          <w:rtl/>
        </w:rPr>
        <w:t xml:space="preserve">71 ـ اهبان ، بالضم فالسكون فالمفردة تحت ، ابن صيفي ، سيء الرأي في أمير المؤمنين </w:t>
      </w:r>
      <w:r w:rsidR="0006364F" w:rsidRPr="0006364F">
        <w:rPr>
          <w:rStyle w:val="libAlaemChar"/>
          <w:rFonts w:hint="cs"/>
          <w:rtl/>
        </w:rPr>
        <w:t>عليه‌السلام</w:t>
      </w:r>
      <w:r>
        <w:rPr>
          <w:rtl/>
        </w:rPr>
        <w:t xml:space="preserve">. </w:t>
      </w:r>
    </w:p>
    <w:p w:rsidR="007849C6" w:rsidRDefault="007849C6" w:rsidP="007849C6">
      <w:pPr>
        <w:pStyle w:val="Heading1Center"/>
        <w:rPr>
          <w:rtl/>
        </w:rPr>
      </w:pPr>
      <w:r>
        <w:rPr>
          <w:rtl/>
        </w:rPr>
        <w:br w:type="page"/>
      </w:r>
      <w:bookmarkStart w:id="100" w:name="_Toc265165259"/>
      <w:bookmarkStart w:id="101" w:name="_Toc286683188"/>
      <w:bookmarkStart w:id="102" w:name="_Toc403904045"/>
      <w:r>
        <w:rPr>
          <w:rtl/>
        </w:rPr>
        <w:lastRenderedPageBreak/>
        <w:t>( باب الباء )</w:t>
      </w:r>
      <w:bookmarkEnd w:id="100"/>
      <w:bookmarkEnd w:id="101"/>
      <w:bookmarkEnd w:id="102"/>
    </w:p>
    <w:p w:rsidR="007849C6" w:rsidRDefault="007849C6" w:rsidP="00186E94">
      <w:pPr>
        <w:pStyle w:val="libNormal"/>
        <w:rPr>
          <w:rtl/>
        </w:rPr>
      </w:pPr>
      <w:r>
        <w:rPr>
          <w:rtl/>
        </w:rPr>
        <w:t xml:space="preserve">72 ـ بريد ، بالباء المفردة المضمومة والراء المهملة المفتوحة ، بن معاوية ، أبو القاسم العجلي ، مدحه النجاشي وذمه الكشي وقال : ( مدح أولا ثم ذم ) ويقوى عندي أن ذمه إنما هو لاطباق العامة على مدحه والثناء عليه فساء ظن بعض أصحابنا فيه فقال الكشي ما قال ، وإلا فقد أسلفنا </w:t>
      </w:r>
      <w:r w:rsidRPr="00186E94">
        <w:rPr>
          <w:rStyle w:val="libFootnotenumChar"/>
          <w:rtl/>
        </w:rPr>
        <w:t>(1)</w:t>
      </w:r>
      <w:r>
        <w:rPr>
          <w:rtl/>
        </w:rPr>
        <w:t xml:space="preserve"> أنه من الستة الذين أجمعت العصابة على تصحيح ما يصح عنهم وتصديقهم وإنفاذ قولهم والانقياد لهم في الفقه في الطبقة العليا مع زرارة بن أعين ومعروف بن خربوذ وأبي بصير ليث بن البختري والفضيل ابن يسار ومحمد بن مسلم الطائفي. وإني لانفس به أن يذكر بين الضعفاء ولولا التزامي أن أذكر كل من غمز فيه أحد من الاصحاب مطلقا لما ذكرته هنا. </w:t>
      </w:r>
    </w:p>
    <w:p w:rsidR="007849C6" w:rsidRDefault="007849C6" w:rsidP="00186E94">
      <w:pPr>
        <w:pStyle w:val="libNormal"/>
        <w:rPr>
          <w:rtl/>
        </w:rPr>
      </w:pPr>
      <w:r>
        <w:rPr>
          <w:rtl/>
        </w:rPr>
        <w:t xml:space="preserve">73 ـ بزيع ، بالباء المفردة والزاي والياء المثناة تحت والعين المهملة ( كش ) لعنه ق. </w:t>
      </w:r>
    </w:p>
    <w:p w:rsidR="007849C6" w:rsidRDefault="007849C6" w:rsidP="00186E94">
      <w:pPr>
        <w:pStyle w:val="libNormal"/>
        <w:rPr>
          <w:rtl/>
        </w:rPr>
      </w:pPr>
      <w:r>
        <w:rPr>
          <w:rtl/>
        </w:rPr>
        <w:t xml:space="preserve">74 ـ بسر بن أرطاة ، بضم الباء المفردة والسين المهملة ، وقيل : ابن أبي أرطاة القرشي ى ( جخ ) لعنه الله هو الذي قتل ابني عبدالله بن العباس. </w:t>
      </w:r>
    </w:p>
    <w:p w:rsidR="007849C6" w:rsidRDefault="007849C6" w:rsidP="00186E94">
      <w:pPr>
        <w:pStyle w:val="libNormal"/>
        <w:rPr>
          <w:rtl/>
        </w:rPr>
      </w:pPr>
      <w:r>
        <w:rPr>
          <w:rtl/>
        </w:rPr>
        <w:t xml:space="preserve">75 ـ بشار بن زيد بن النعمان ى </w:t>
      </w:r>
      <w:r w:rsidRPr="00186E94">
        <w:rPr>
          <w:rStyle w:val="libFootnotenumChar"/>
          <w:rtl/>
        </w:rPr>
        <w:t>(2)</w:t>
      </w:r>
      <w:r>
        <w:rPr>
          <w:rtl/>
        </w:rPr>
        <w:t xml:space="preserve"> والذي رأيته بخط الشيخ ، </w:t>
      </w:r>
      <w:r w:rsidR="006B246D" w:rsidRPr="006B246D">
        <w:rPr>
          <w:rStyle w:val="libAlaemChar"/>
          <w:rFonts w:hint="cs"/>
          <w:rtl/>
        </w:rPr>
        <w:t>رحمه‌الله</w:t>
      </w:r>
      <w:r>
        <w:rPr>
          <w:rtl/>
        </w:rPr>
        <w:t xml:space="preserve"> : بشر بن زيد ، مجهول. </w:t>
      </w:r>
    </w:p>
    <w:p w:rsidR="007849C6" w:rsidRDefault="007849C6" w:rsidP="00186E94">
      <w:pPr>
        <w:pStyle w:val="libNormal"/>
        <w:rPr>
          <w:rtl/>
        </w:rPr>
      </w:pPr>
      <w:r>
        <w:rPr>
          <w:rtl/>
        </w:rPr>
        <w:t xml:space="preserve">76 ـ بشار الشاعر الشعيري ق ( كش ) لعنه الصادق </w:t>
      </w:r>
      <w:r w:rsidR="0006364F" w:rsidRPr="0006364F">
        <w:rPr>
          <w:rStyle w:val="libAlaemChar"/>
          <w:rFonts w:hint="cs"/>
          <w:rtl/>
        </w:rPr>
        <w:t>عليه‌السلام</w:t>
      </w:r>
      <w:r>
        <w:rPr>
          <w:rtl/>
        </w:rPr>
        <w:t xml:space="preserve"> وتبرأ منه وقال : اخرج فلا يظلني وإياك سقف !. </w:t>
      </w:r>
    </w:p>
    <w:p w:rsidR="007849C6" w:rsidRDefault="007849C6" w:rsidP="00186E94">
      <w:pPr>
        <w:pStyle w:val="libNormal"/>
        <w:rPr>
          <w:rtl/>
        </w:rPr>
      </w:pPr>
      <w:r>
        <w:rPr>
          <w:rtl/>
        </w:rPr>
        <w:t xml:space="preserve">77 ـ بشر بن الربيع بتري. </w:t>
      </w:r>
    </w:p>
    <w:p w:rsidR="007849C6" w:rsidRDefault="007849C6" w:rsidP="00186E94">
      <w:pPr>
        <w:pStyle w:val="libNormal"/>
        <w:rPr>
          <w:rtl/>
        </w:rPr>
      </w:pPr>
      <w:r>
        <w:rPr>
          <w:rtl/>
        </w:rPr>
        <w:t xml:space="preserve">78 ـ بشير يكني أبا محمد المستنير الجعفي الازرق بياع الطعام قر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أسلف ذكره في القسم الاول باب الباء ، فراجعه. </w:t>
      </w:r>
    </w:p>
    <w:p w:rsidR="007849C6" w:rsidRDefault="007849C6" w:rsidP="002C2B53">
      <w:pPr>
        <w:pStyle w:val="libFootnote0"/>
        <w:rPr>
          <w:rtl/>
        </w:rPr>
      </w:pPr>
      <w:r>
        <w:rPr>
          <w:rtl/>
        </w:rPr>
        <w:t xml:space="preserve">2 ـ عده الشيخ في رجاله من أصحاب الباقر </w:t>
      </w:r>
      <w:r w:rsidR="0006364F" w:rsidRPr="0006364F">
        <w:rPr>
          <w:rStyle w:val="libAlaemChar"/>
          <w:rFonts w:hint="cs"/>
          <w:rtl/>
        </w:rPr>
        <w:t>عليه‌السلام</w:t>
      </w:r>
      <w:r>
        <w:rPr>
          <w:rtl/>
        </w:rPr>
        <w:t xml:space="preserve">. </w:t>
      </w:r>
    </w:p>
    <w:p w:rsidR="007849C6" w:rsidRDefault="007849C6" w:rsidP="00186E94">
      <w:pPr>
        <w:pStyle w:val="libNormal0"/>
        <w:rPr>
          <w:rtl/>
        </w:rPr>
      </w:pPr>
      <w:r>
        <w:rPr>
          <w:rtl/>
        </w:rPr>
        <w:br w:type="page"/>
      </w:r>
      <w:r>
        <w:rPr>
          <w:rtl/>
        </w:rPr>
        <w:lastRenderedPageBreak/>
        <w:t xml:space="preserve">( جخ ) مجهول. </w:t>
      </w:r>
    </w:p>
    <w:p w:rsidR="007849C6" w:rsidRDefault="007849C6" w:rsidP="00186E94">
      <w:pPr>
        <w:pStyle w:val="libNormal"/>
        <w:rPr>
          <w:rtl/>
        </w:rPr>
      </w:pPr>
      <w:r>
        <w:rPr>
          <w:rtl/>
        </w:rPr>
        <w:t xml:space="preserve">79 ـ بكر بن أحمد بن إبراهيم الاشج أبو محمد الذي يقال له أشج بني أعصر ، بالمهملتين المفتوحتين ، منسوب إلى أعصربن عمرو بن عوف ابن جذيمة بن عوف الوارد على النبي </w:t>
      </w:r>
      <w:r w:rsidR="00CA64D5" w:rsidRPr="00CA64D5">
        <w:rPr>
          <w:rStyle w:val="libAlaemChar"/>
          <w:rFonts w:hint="cs"/>
          <w:rtl/>
        </w:rPr>
        <w:t>صلى‌الله‌عليه‌وآله‌وسلم</w:t>
      </w:r>
      <w:r>
        <w:rPr>
          <w:rtl/>
        </w:rPr>
        <w:t xml:space="preserve"> في وفد عبدالقيس ( جش ) ضعيف يروي الغرائب ويعتمد المجاهيل وأمره مظلم. </w:t>
      </w:r>
    </w:p>
    <w:p w:rsidR="007849C6" w:rsidRDefault="007849C6" w:rsidP="00186E94">
      <w:pPr>
        <w:pStyle w:val="libNormal"/>
        <w:rPr>
          <w:rtl/>
        </w:rPr>
      </w:pPr>
      <w:r>
        <w:rPr>
          <w:rtl/>
        </w:rPr>
        <w:t xml:space="preserve">80 ـ بكر بن صالح الرازي مولى بني ضبة ( جش ) م ( جخ ) لم ضعيف ( غض ) كثير. التفرد ضعيف جدا </w:t>
      </w:r>
      <w:r w:rsidRPr="00186E94">
        <w:rPr>
          <w:rStyle w:val="libFootnotenumChar"/>
          <w:rtl/>
        </w:rPr>
        <w:t>(1)</w:t>
      </w:r>
      <w:r>
        <w:rPr>
          <w:rtl/>
        </w:rPr>
        <w:t xml:space="preserve">. </w:t>
      </w:r>
    </w:p>
    <w:p w:rsidR="007849C6" w:rsidRDefault="007849C6" w:rsidP="00186E94">
      <w:pPr>
        <w:pStyle w:val="libNormal"/>
        <w:rPr>
          <w:rtl/>
        </w:rPr>
      </w:pPr>
      <w:r>
        <w:rPr>
          <w:rtl/>
        </w:rPr>
        <w:t xml:space="preserve">81 ـ بكر بن عبدالله بن حبيب المزني ( جش ) يعرف وينكر. سكن الري. </w:t>
      </w:r>
    </w:p>
    <w:p w:rsidR="007849C6" w:rsidRDefault="007849C6" w:rsidP="00186E94">
      <w:pPr>
        <w:pStyle w:val="libNormal"/>
        <w:rPr>
          <w:rtl/>
        </w:rPr>
      </w:pPr>
      <w:r>
        <w:rPr>
          <w:rtl/>
        </w:rPr>
        <w:t xml:space="preserve">82 ـ بكر بن محمد بن جناح م ( جخ ، كش ) واقفي. </w:t>
      </w:r>
    </w:p>
    <w:p w:rsidR="007849C6" w:rsidRDefault="007849C6" w:rsidP="00186E94">
      <w:pPr>
        <w:pStyle w:val="libNormal"/>
        <w:rPr>
          <w:rtl/>
        </w:rPr>
      </w:pPr>
      <w:r>
        <w:rPr>
          <w:rtl/>
        </w:rPr>
        <w:t xml:space="preserve">83 ـ بنان ، بضم الباء المفردة والنونين ( كش ) لعنه الصادق </w:t>
      </w:r>
      <w:r w:rsidR="0006364F" w:rsidRPr="0006364F">
        <w:rPr>
          <w:rStyle w:val="libAlaemChar"/>
          <w:rFonts w:hint="cs"/>
          <w:rtl/>
        </w:rPr>
        <w:t>عليه‌السلام</w:t>
      </w:r>
      <w:r>
        <w:rPr>
          <w:rtl/>
        </w:rPr>
        <w:t xml:space="preserve">. </w:t>
      </w:r>
    </w:p>
    <w:p w:rsidR="007849C6" w:rsidRDefault="007849C6" w:rsidP="007849C6">
      <w:pPr>
        <w:pStyle w:val="Heading1Center"/>
        <w:rPr>
          <w:rtl/>
        </w:rPr>
      </w:pPr>
      <w:bookmarkStart w:id="103" w:name="_Toc265165260"/>
      <w:bookmarkStart w:id="104" w:name="_Toc286683189"/>
      <w:bookmarkStart w:id="105" w:name="_Toc403904046"/>
      <w:r>
        <w:rPr>
          <w:rtl/>
        </w:rPr>
        <w:t>( باب التاء )</w:t>
      </w:r>
      <w:bookmarkEnd w:id="103"/>
      <w:bookmarkEnd w:id="104"/>
      <w:bookmarkEnd w:id="105"/>
    </w:p>
    <w:p w:rsidR="007849C6" w:rsidRDefault="007849C6" w:rsidP="00186E94">
      <w:pPr>
        <w:pStyle w:val="libNormal"/>
        <w:rPr>
          <w:rtl/>
        </w:rPr>
      </w:pPr>
      <w:r>
        <w:rPr>
          <w:rtl/>
        </w:rPr>
        <w:t xml:space="preserve">84 ـ تميم بن عبدالله بن تميم القرشي الذي روى عنه أبو جعفر محمد بن بابويه ( غض ) ضعيف. </w:t>
      </w:r>
    </w:p>
    <w:p w:rsidR="007849C6" w:rsidRDefault="007849C6" w:rsidP="007849C6">
      <w:pPr>
        <w:pStyle w:val="Heading1Center"/>
        <w:rPr>
          <w:rtl/>
        </w:rPr>
      </w:pPr>
      <w:bookmarkStart w:id="106" w:name="_Toc265165261"/>
      <w:bookmarkStart w:id="107" w:name="_Toc286683190"/>
      <w:bookmarkStart w:id="108" w:name="_Toc403904047"/>
      <w:r>
        <w:rPr>
          <w:rtl/>
        </w:rPr>
        <w:t>( باب الثاء المثلثة )</w:t>
      </w:r>
      <w:bookmarkEnd w:id="106"/>
      <w:bookmarkEnd w:id="107"/>
      <w:bookmarkEnd w:id="108"/>
    </w:p>
    <w:p w:rsidR="007849C6" w:rsidRDefault="007849C6" w:rsidP="00186E94">
      <w:pPr>
        <w:pStyle w:val="libNormal"/>
        <w:rPr>
          <w:rtl/>
        </w:rPr>
      </w:pPr>
      <w:r>
        <w:rPr>
          <w:rtl/>
        </w:rPr>
        <w:t xml:space="preserve">85 ـ ثابت بن قيس بن الشماس خطيب الانصار ل ( جخ ) قتل يوم اليمامة وهو قتال البحرين مع مسيلمة الكذاب </w:t>
      </w:r>
      <w:r w:rsidRPr="00186E94">
        <w:rPr>
          <w:rStyle w:val="libFootnotenumChar"/>
          <w:rtl/>
        </w:rPr>
        <w:t>(2)</w:t>
      </w:r>
      <w:r>
        <w:rPr>
          <w:rtl/>
        </w:rPr>
        <w:t xml:space="preserve">. </w:t>
      </w:r>
    </w:p>
    <w:p w:rsidR="007849C6" w:rsidRDefault="007849C6" w:rsidP="00186E94">
      <w:pPr>
        <w:pStyle w:val="libNormal"/>
        <w:rPr>
          <w:rtl/>
        </w:rPr>
      </w:pPr>
      <w:r>
        <w:rPr>
          <w:rtl/>
        </w:rPr>
        <w:t xml:space="preserve">86 ـ ثابت بن هرمز الفارسي أبو المقدام العجلي الحداد مولى بني عجل ، في بعض نسخ الفهرس : زيدي بتري ى ، ين ، قر ، ق ( جخ ).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تقدم ذكره في القسم الاول وقال هناك : إنه ثقة. </w:t>
      </w:r>
    </w:p>
    <w:p w:rsidR="007849C6" w:rsidRDefault="007849C6" w:rsidP="002C2B53">
      <w:pPr>
        <w:pStyle w:val="libFootnote0"/>
        <w:rPr>
          <w:rtl/>
        </w:rPr>
      </w:pPr>
      <w:r>
        <w:rPr>
          <w:rtl/>
        </w:rPr>
        <w:t xml:space="preserve">2 ـ تقدم كل من ثابت بن قيس وثابت بن هرمز في القسم الاول. </w:t>
      </w:r>
    </w:p>
    <w:p w:rsidR="007849C6" w:rsidRDefault="007849C6" w:rsidP="007849C6">
      <w:pPr>
        <w:pStyle w:val="Heading1Center"/>
        <w:rPr>
          <w:rtl/>
        </w:rPr>
      </w:pPr>
      <w:r>
        <w:rPr>
          <w:rtl/>
        </w:rPr>
        <w:br w:type="page"/>
      </w:r>
      <w:bookmarkStart w:id="109" w:name="_Toc265165262"/>
      <w:bookmarkStart w:id="110" w:name="_Toc286683191"/>
      <w:bookmarkStart w:id="111" w:name="_Toc403904048"/>
      <w:r>
        <w:rPr>
          <w:rtl/>
        </w:rPr>
        <w:lastRenderedPageBreak/>
        <w:t>( باب الجيم )</w:t>
      </w:r>
      <w:bookmarkEnd w:id="109"/>
      <w:bookmarkEnd w:id="110"/>
      <w:bookmarkEnd w:id="111"/>
    </w:p>
    <w:p w:rsidR="007849C6" w:rsidRDefault="007849C6" w:rsidP="00186E94">
      <w:pPr>
        <w:pStyle w:val="libNormal"/>
        <w:rPr>
          <w:rtl/>
        </w:rPr>
      </w:pPr>
      <w:r>
        <w:rPr>
          <w:rtl/>
        </w:rPr>
        <w:t xml:space="preserve">87 ـ جابر بن يزيد الجعفي </w:t>
      </w:r>
      <w:r w:rsidRPr="00186E94">
        <w:rPr>
          <w:rStyle w:val="libFootnotenumChar"/>
          <w:rtl/>
        </w:rPr>
        <w:t>(1)</w:t>
      </w:r>
      <w:r>
        <w:rPr>
          <w:rtl/>
        </w:rPr>
        <w:t xml:space="preserve"> قر ( كش ) مدحه ( جش ) ذمه وقال : روى عنه جماعة ( غمز فيهم ) وضعفوا ، منهم : عمرو بن شمر ومفضل بن صالح ، ومنخل بن جميل ، ويوسف ( بن يعقوب ) وكان في نفسه مختلطا ، وكان شيخنا المفيد يشير إلى اختلاطه ، وقلما يورد عنه شيئا في الحلال والحرام ( غض ) ثقة ولكن جل من يروي عنه ضعيف ، وتوقف فيما يرويه مطلقا إلا ما اخرج شاهدا. </w:t>
      </w:r>
    </w:p>
    <w:p w:rsidR="007849C6" w:rsidRDefault="007849C6" w:rsidP="00186E94">
      <w:pPr>
        <w:pStyle w:val="libNormal"/>
        <w:rPr>
          <w:rtl/>
        </w:rPr>
      </w:pPr>
      <w:r>
        <w:rPr>
          <w:rtl/>
        </w:rPr>
        <w:t xml:space="preserve">88 ـ جعفر بن إسماعيل المقري ( غض ) كان غاليا كذابا. </w:t>
      </w:r>
    </w:p>
    <w:p w:rsidR="007849C6" w:rsidRDefault="007849C6" w:rsidP="00186E94">
      <w:pPr>
        <w:pStyle w:val="libNormal"/>
        <w:rPr>
          <w:rtl/>
        </w:rPr>
      </w:pPr>
      <w:r>
        <w:rPr>
          <w:rtl/>
        </w:rPr>
        <w:t xml:space="preserve">89 ـ جعفر بن سماعة م ( جخ ) واقفي. </w:t>
      </w:r>
    </w:p>
    <w:p w:rsidR="007849C6" w:rsidRDefault="007849C6" w:rsidP="00186E94">
      <w:pPr>
        <w:pStyle w:val="libNormal"/>
        <w:rPr>
          <w:rtl/>
        </w:rPr>
      </w:pPr>
      <w:r>
        <w:rPr>
          <w:rtl/>
        </w:rPr>
        <w:t xml:space="preserve">90 ـ جعفر بن ميمون ( كش ) من أصحاب أبي الخطاب من أهل النار. </w:t>
      </w:r>
    </w:p>
    <w:p w:rsidR="007849C6" w:rsidRDefault="007849C6" w:rsidP="00186E94">
      <w:pPr>
        <w:pStyle w:val="libNormal"/>
        <w:rPr>
          <w:rtl/>
        </w:rPr>
      </w:pPr>
      <w:r>
        <w:rPr>
          <w:rtl/>
        </w:rPr>
        <w:t xml:space="preserve">91 ـ جعفر بن المثنى الخطيب ضا ( جخ ) نزل ثقيف كوفي واقفي. </w:t>
      </w:r>
    </w:p>
    <w:p w:rsidR="007849C6" w:rsidRDefault="007849C6" w:rsidP="00186E94">
      <w:pPr>
        <w:pStyle w:val="libNormal"/>
        <w:rPr>
          <w:rtl/>
        </w:rPr>
      </w:pPr>
      <w:r>
        <w:rPr>
          <w:rtl/>
        </w:rPr>
        <w:t xml:space="preserve">92 ـ جعفر بن محمد بن حكيم ( كش ) ذمه. </w:t>
      </w:r>
    </w:p>
    <w:p w:rsidR="007849C6" w:rsidRDefault="007849C6" w:rsidP="00186E94">
      <w:pPr>
        <w:pStyle w:val="libNormal"/>
        <w:rPr>
          <w:rtl/>
        </w:rPr>
      </w:pPr>
      <w:r>
        <w:rPr>
          <w:rtl/>
        </w:rPr>
        <w:t xml:space="preserve">93 ـ جعفر بن محمد بن مالك لم ( جخ ) ثقة وضعفه قوم ، ويكنى أبا القاسم ، صاحب مصنفات كثيرة ( غض ) هو أبو عبد الله كذاب يروى عن الضعفاء والمجاهيل ويضع الحديث غير معتمد عليه لافي شاهد ولافي غيره ( جش ) قال أحمد بن الحسين : يضع الحديث وضعا ويروي عن المجاهيل ، وقيل كان فاسد المذهب ولا أدري كيف روى عنه شيخنا النبيل الثقة أبو علي بن همام وشيخنا الجليل الثقة أبو غالب الزاري. </w:t>
      </w:r>
    </w:p>
    <w:p w:rsidR="007849C6" w:rsidRDefault="007849C6" w:rsidP="00186E94">
      <w:pPr>
        <w:pStyle w:val="libNormal"/>
        <w:rPr>
          <w:rtl/>
        </w:rPr>
      </w:pPr>
      <w:r>
        <w:rPr>
          <w:rtl/>
        </w:rPr>
        <w:t xml:space="preserve">94 ـ جعفر بن محمد بن مفضل يروي عنه الغلاة ( غض ) ليس بشيء جملة. </w:t>
      </w:r>
    </w:p>
    <w:p w:rsidR="007849C6" w:rsidRDefault="007849C6" w:rsidP="00186E94">
      <w:pPr>
        <w:pStyle w:val="libNormal"/>
        <w:rPr>
          <w:rtl/>
        </w:rPr>
      </w:pPr>
      <w:r>
        <w:rPr>
          <w:rtl/>
        </w:rPr>
        <w:t xml:space="preserve">95 ـ جعفر بن معروف السمرقندي أبو الفضل ( غض ) مرتفع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تقدم جابر بن يزيد الجعفي في القسم الاول. </w:t>
      </w:r>
    </w:p>
    <w:p w:rsidR="007849C6" w:rsidRDefault="007849C6" w:rsidP="00186E94">
      <w:pPr>
        <w:pStyle w:val="libNormal0"/>
        <w:rPr>
          <w:rtl/>
        </w:rPr>
      </w:pPr>
      <w:r>
        <w:rPr>
          <w:rtl/>
        </w:rPr>
        <w:br w:type="page"/>
      </w:r>
      <w:r>
        <w:rPr>
          <w:rtl/>
        </w:rPr>
        <w:lastRenderedPageBreak/>
        <w:t xml:space="preserve">المذهب يعرف حديثه وينكر. </w:t>
      </w:r>
    </w:p>
    <w:p w:rsidR="007849C6" w:rsidRDefault="007849C6" w:rsidP="00186E94">
      <w:pPr>
        <w:pStyle w:val="libNormal"/>
        <w:rPr>
          <w:rtl/>
        </w:rPr>
      </w:pPr>
      <w:r>
        <w:rPr>
          <w:rtl/>
        </w:rPr>
        <w:t>96 ـ جعفر بن واقد ، بالقاف ( كش ) لعنه قر</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97 ـ جماعة بن سعد الجعفي الصايغ ق ( غض ) ليس بشيء له عدة أحاديث ، خرج مع أبي الخطاب وقتل. </w:t>
      </w:r>
    </w:p>
    <w:p w:rsidR="007849C6" w:rsidRDefault="007849C6" w:rsidP="00186E94">
      <w:pPr>
        <w:pStyle w:val="libNormal"/>
        <w:rPr>
          <w:rtl/>
        </w:rPr>
      </w:pPr>
      <w:r>
        <w:rPr>
          <w:rtl/>
        </w:rPr>
        <w:t xml:space="preserve">98 ـ جندب بن أيوب ق ، م ( جخ ) واقفي. </w:t>
      </w:r>
    </w:p>
    <w:p w:rsidR="007849C6" w:rsidRDefault="007849C6" w:rsidP="00186E94">
      <w:pPr>
        <w:pStyle w:val="libNormal"/>
        <w:rPr>
          <w:rtl/>
        </w:rPr>
      </w:pPr>
      <w:r>
        <w:rPr>
          <w:rtl/>
        </w:rPr>
        <w:t xml:space="preserve">99 ـ جويرية بن أسماءق ( كش ) عن محمد بن مسعود قال الصادق </w:t>
      </w:r>
      <w:r w:rsidR="0006364F" w:rsidRPr="0006364F">
        <w:rPr>
          <w:rStyle w:val="libAlaemChar"/>
          <w:rFonts w:hint="cs"/>
          <w:rtl/>
        </w:rPr>
        <w:t>عليه‌السلام</w:t>
      </w:r>
      <w:r>
        <w:rPr>
          <w:rtl/>
        </w:rPr>
        <w:t xml:space="preserve"> إنه زنديق لا يرجع أبدا. </w:t>
      </w:r>
    </w:p>
    <w:p w:rsidR="007849C6" w:rsidRDefault="007849C6" w:rsidP="00186E94">
      <w:pPr>
        <w:pStyle w:val="libNormal"/>
        <w:rPr>
          <w:rtl/>
        </w:rPr>
      </w:pPr>
      <w:r>
        <w:rPr>
          <w:rtl/>
        </w:rPr>
        <w:t xml:space="preserve">100 ـ جهيم بن جعفر بن حيان م ( جخ ) واقفي. </w:t>
      </w:r>
    </w:p>
    <w:p w:rsidR="007849C6" w:rsidRDefault="007849C6" w:rsidP="007849C6">
      <w:pPr>
        <w:pStyle w:val="Heading1Center"/>
        <w:rPr>
          <w:rtl/>
        </w:rPr>
      </w:pPr>
      <w:bookmarkStart w:id="112" w:name="_Toc265165263"/>
      <w:bookmarkStart w:id="113" w:name="_Toc286683192"/>
      <w:bookmarkStart w:id="114" w:name="_Toc403904049"/>
      <w:r>
        <w:rPr>
          <w:rtl/>
        </w:rPr>
        <w:t>( باب الحاء المهملة )</w:t>
      </w:r>
      <w:bookmarkEnd w:id="112"/>
      <w:bookmarkEnd w:id="113"/>
      <w:bookmarkEnd w:id="114"/>
    </w:p>
    <w:p w:rsidR="007849C6" w:rsidRDefault="007849C6" w:rsidP="00186E94">
      <w:pPr>
        <w:pStyle w:val="libNormal"/>
        <w:rPr>
          <w:rtl/>
        </w:rPr>
      </w:pPr>
      <w:r>
        <w:rPr>
          <w:rtl/>
        </w:rPr>
        <w:t xml:space="preserve">101 ـ حاتم بن إسماعيل مولى بني عبدالدار بن قصي ( جش ) عامي. </w:t>
      </w:r>
    </w:p>
    <w:p w:rsidR="007849C6" w:rsidRDefault="007849C6" w:rsidP="00186E94">
      <w:pPr>
        <w:pStyle w:val="libNormal"/>
        <w:rPr>
          <w:rtl/>
        </w:rPr>
      </w:pPr>
      <w:r>
        <w:rPr>
          <w:rtl/>
        </w:rPr>
        <w:t xml:space="preserve">102 ـ الحارث بن عمر البصري ق ( جخ ) أبو عمر ضعيف الحديث. </w:t>
      </w:r>
    </w:p>
    <w:p w:rsidR="007849C6" w:rsidRDefault="007849C6" w:rsidP="00186E94">
      <w:pPr>
        <w:pStyle w:val="libNormal"/>
        <w:rPr>
          <w:rtl/>
        </w:rPr>
      </w:pPr>
      <w:r>
        <w:rPr>
          <w:rtl/>
        </w:rPr>
        <w:t xml:space="preserve">103 ـ الحارث بن المغيرة النصري بالنون ( كش ) ذمه ( جش ) وثقه. </w:t>
      </w:r>
    </w:p>
    <w:p w:rsidR="007849C6" w:rsidRDefault="007849C6" w:rsidP="00186E94">
      <w:pPr>
        <w:pStyle w:val="libNormal"/>
        <w:rPr>
          <w:rtl/>
        </w:rPr>
      </w:pPr>
      <w:r>
        <w:rPr>
          <w:rtl/>
        </w:rPr>
        <w:t xml:space="preserve">104 ـ الحارث الشامي ى ( كش ) عن أبي عبدالله </w:t>
      </w:r>
      <w:r w:rsidR="0006364F" w:rsidRPr="0006364F">
        <w:rPr>
          <w:rStyle w:val="libAlaemChar"/>
          <w:rFonts w:hint="cs"/>
          <w:rtl/>
        </w:rPr>
        <w:t>عليه‌السلام</w:t>
      </w:r>
      <w:r>
        <w:rPr>
          <w:rtl/>
        </w:rPr>
        <w:t xml:space="preserve">. الحارث وحمزة البربري ملعونان. </w:t>
      </w:r>
    </w:p>
    <w:p w:rsidR="007849C6" w:rsidRDefault="007849C6" w:rsidP="00186E94">
      <w:pPr>
        <w:pStyle w:val="libNormal"/>
        <w:rPr>
          <w:rtl/>
        </w:rPr>
      </w:pPr>
      <w:r>
        <w:rPr>
          <w:rtl/>
        </w:rPr>
        <w:t xml:space="preserve">105 ـ الحارث بن الحسن الطحان ، قريب الامر عامي الرواية. </w:t>
      </w:r>
    </w:p>
    <w:p w:rsidR="007849C6" w:rsidRDefault="007849C6" w:rsidP="00186E94">
      <w:pPr>
        <w:pStyle w:val="libNormal"/>
        <w:rPr>
          <w:rtl/>
        </w:rPr>
      </w:pPr>
      <w:r>
        <w:rPr>
          <w:rtl/>
        </w:rPr>
        <w:t xml:space="preserve">106 ـ الحارث بن عبدالله التغلبي ضعيف. </w:t>
      </w:r>
    </w:p>
    <w:p w:rsidR="007849C6" w:rsidRDefault="007849C6" w:rsidP="00186E94">
      <w:pPr>
        <w:pStyle w:val="libNormal"/>
        <w:rPr>
          <w:rtl/>
        </w:rPr>
      </w:pPr>
      <w:r>
        <w:rPr>
          <w:rtl/>
        </w:rPr>
        <w:t xml:space="preserve">107 ـ حبيب بن جري العبسي قر ، ق ( جخ ) مشكوك فيه. </w:t>
      </w:r>
    </w:p>
    <w:p w:rsidR="007849C6" w:rsidRDefault="007849C6" w:rsidP="00186E94">
      <w:pPr>
        <w:pStyle w:val="libNormal"/>
        <w:rPr>
          <w:rtl/>
        </w:rPr>
      </w:pPr>
      <w:r>
        <w:rPr>
          <w:rtl/>
        </w:rPr>
        <w:t xml:space="preserve">108 ـ حجر بن زائدة الحضرمي ثقة صحيح المذهب صالح من هذه الطائفة ( كش ) دعا عليه الصادق </w:t>
      </w:r>
      <w:r w:rsidR="0006364F" w:rsidRPr="0006364F">
        <w:rPr>
          <w:rStyle w:val="libAlaemChar"/>
          <w:rFonts w:hint="cs"/>
          <w:rtl/>
        </w:rPr>
        <w:t>عليه‌السلام</w:t>
      </w:r>
      <w:r>
        <w:rPr>
          <w:rtl/>
        </w:rPr>
        <w:t xml:space="preserve"> وقال عنه وعن عامر بن جذاعة : لاغفر الله لهما. </w:t>
      </w:r>
    </w:p>
    <w:p w:rsidR="007849C6" w:rsidRDefault="007849C6" w:rsidP="00186E94">
      <w:pPr>
        <w:pStyle w:val="libNormal"/>
        <w:rPr>
          <w:rtl/>
        </w:rPr>
      </w:pPr>
      <w:r>
        <w:rPr>
          <w:rtl/>
        </w:rPr>
        <w:t xml:space="preserve">109 ـ حذيفة بن الخزاعي مولاهم ق ، م ( غض ) يروي عن الصحيح والسقيم. </w:t>
      </w:r>
    </w:p>
    <w:p w:rsidR="007849C6" w:rsidRDefault="007849C6" w:rsidP="00186E94">
      <w:pPr>
        <w:pStyle w:val="libNormal"/>
        <w:rPr>
          <w:rtl/>
        </w:rPr>
      </w:pPr>
      <w:r>
        <w:rPr>
          <w:rtl/>
        </w:rPr>
        <w:t xml:space="preserve">110 ـ حذيفة بن شعيب السبيعي الهمداني رمي بالتخليط وخاصة </w:t>
      </w:r>
    </w:p>
    <w:p w:rsidR="007849C6" w:rsidRDefault="007849C6" w:rsidP="00186E94">
      <w:pPr>
        <w:pStyle w:val="libNormal0"/>
        <w:rPr>
          <w:rtl/>
        </w:rPr>
      </w:pPr>
      <w:r>
        <w:rPr>
          <w:rtl/>
        </w:rPr>
        <w:br w:type="page"/>
      </w:r>
      <w:r>
        <w:rPr>
          <w:rtl/>
        </w:rPr>
        <w:lastRenderedPageBreak/>
        <w:t xml:space="preserve">فيما رواه عن جابر وأمره مظلم. </w:t>
      </w:r>
    </w:p>
    <w:p w:rsidR="007849C6" w:rsidRDefault="007849C6" w:rsidP="00186E94">
      <w:pPr>
        <w:pStyle w:val="libNormal"/>
        <w:rPr>
          <w:rtl/>
        </w:rPr>
      </w:pPr>
      <w:r>
        <w:rPr>
          <w:rtl/>
        </w:rPr>
        <w:t xml:space="preserve">111 ـ حذيفة بن منصور بن كثير بن سلمة الخزاعي ( غض ) حديثه غير نقي يروي الصحيح والسقيم وأمره ملتبس ، ونقل عنه أنه ولي من قبل بني أمية ، ووثقة النجاشي. </w:t>
      </w:r>
    </w:p>
    <w:p w:rsidR="007849C6" w:rsidRDefault="007849C6" w:rsidP="00186E94">
      <w:pPr>
        <w:pStyle w:val="libNormal"/>
        <w:rPr>
          <w:rtl/>
        </w:rPr>
      </w:pPr>
      <w:r>
        <w:rPr>
          <w:rtl/>
        </w:rPr>
        <w:t xml:space="preserve">112 ـ حرب بن الحسن الطحان ( جش ) كوفي قريب ( الامر في الحديث ) عامي الرواية. </w:t>
      </w:r>
    </w:p>
    <w:p w:rsidR="007849C6" w:rsidRDefault="007849C6" w:rsidP="00186E94">
      <w:pPr>
        <w:pStyle w:val="libNormal"/>
        <w:rPr>
          <w:rtl/>
        </w:rPr>
      </w:pPr>
      <w:r>
        <w:rPr>
          <w:rtl/>
        </w:rPr>
        <w:t xml:space="preserve">113 ـ حريز بن عبدالله السجستاني أبو محمد الازدي ( جش ) قيل ( ثقة ) يروي عن الصادق </w:t>
      </w:r>
      <w:r w:rsidR="0006364F" w:rsidRPr="0006364F">
        <w:rPr>
          <w:rStyle w:val="libAlaemChar"/>
          <w:rFonts w:hint="cs"/>
          <w:rtl/>
        </w:rPr>
        <w:t>عليه‌السلام</w:t>
      </w:r>
      <w:r>
        <w:rPr>
          <w:rtl/>
        </w:rPr>
        <w:t xml:space="preserve"> وقال يونس : لم يسمع من أبي عبدالله إلا حديثين. وقيل عن م ولم يثبت ، وكان ممن شهر السيف في قتال الخوارج بسجستان في حياة أبي عبدالله </w:t>
      </w:r>
      <w:r w:rsidR="0006364F" w:rsidRPr="0006364F">
        <w:rPr>
          <w:rStyle w:val="libAlaemChar"/>
          <w:rFonts w:hint="cs"/>
          <w:rtl/>
        </w:rPr>
        <w:t>عليه‌السلام</w:t>
      </w:r>
      <w:r>
        <w:rPr>
          <w:rtl/>
        </w:rPr>
        <w:t xml:space="preserve"> وروي أنه جفاه وحجبه عنه ( كش ) كان فقيها عظيم الشأن. والله أعلم ( ست ) ق مولى الازد ثقة. </w:t>
      </w:r>
    </w:p>
    <w:p w:rsidR="007849C6" w:rsidRDefault="007849C6" w:rsidP="00186E94">
      <w:pPr>
        <w:pStyle w:val="libNormal"/>
        <w:rPr>
          <w:rtl/>
        </w:rPr>
      </w:pPr>
      <w:r>
        <w:rPr>
          <w:rtl/>
        </w:rPr>
        <w:t xml:space="preserve">114 ـ الحسن بن أحمد بن القاسم بن محمد بن علي بن أبي طالب عليه اسلام ( جش ) رأيت بعض أصحابنا يغمز في بعض رواياته. </w:t>
      </w:r>
    </w:p>
    <w:p w:rsidR="007849C6" w:rsidRDefault="007849C6" w:rsidP="00186E94">
      <w:pPr>
        <w:pStyle w:val="libNormal"/>
        <w:rPr>
          <w:rtl/>
        </w:rPr>
      </w:pPr>
      <w:r>
        <w:rPr>
          <w:rtl/>
        </w:rPr>
        <w:t xml:space="preserve">115 ـ الحسن بن بشير ، بالباء المفردة والشين المعجمة ضا ( جخ ) مجهول وما رأيته في رجال الكاظم </w:t>
      </w:r>
      <w:r w:rsidR="0006364F" w:rsidRPr="0006364F">
        <w:rPr>
          <w:rStyle w:val="libAlaemChar"/>
          <w:rFonts w:hint="cs"/>
          <w:rtl/>
        </w:rPr>
        <w:t>عليه‌السلام</w:t>
      </w:r>
      <w:r>
        <w:rPr>
          <w:rtl/>
        </w:rPr>
        <w:t xml:space="preserve"> في ( جخ ) </w:t>
      </w:r>
      <w:r w:rsidRPr="00186E94">
        <w:rPr>
          <w:rStyle w:val="libFootnotenumChar"/>
          <w:rtl/>
        </w:rPr>
        <w:t>(1)</w:t>
      </w:r>
      <w:r>
        <w:rPr>
          <w:rtl/>
        </w:rPr>
        <w:t xml:space="preserve">. </w:t>
      </w:r>
    </w:p>
    <w:p w:rsidR="007849C6" w:rsidRDefault="007849C6" w:rsidP="00186E94">
      <w:pPr>
        <w:pStyle w:val="libNormal"/>
        <w:rPr>
          <w:rtl/>
        </w:rPr>
      </w:pPr>
      <w:r>
        <w:rPr>
          <w:rtl/>
        </w:rPr>
        <w:t xml:space="preserve">116 ـ الحسن بن الحسين اللؤلؤي لم ( جخ ) ضعفه ( يه ) وحكى ( جش ) كان محمد بن الحسن بن الوليد يستثني من رواية محمد بن أحمد ابن يحيى ما رواه عن جماعة ، وعدمن جملتهم ما تفرد به الحسن بن الحسين اللؤلؤي. </w:t>
      </w:r>
    </w:p>
    <w:p w:rsidR="007849C6" w:rsidRDefault="007849C6" w:rsidP="00186E94">
      <w:pPr>
        <w:pStyle w:val="libNormal"/>
        <w:rPr>
          <w:rtl/>
        </w:rPr>
      </w:pPr>
      <w:r>
        <w:rPr>
          <w:rtl/>
        </w:rPr>
        <w:t xml:space="preserve">117 ـ الحسن بن حذيفة ، بالحاء المهملة والذال المعجمة ، بن منصور الكوفي من همدان بياع السابري ق ( جخ ، غض ) ضعيف جدا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قوله ( ما رأيته الخ ) إشارة إلى ما ذكره العلامة </w:t>
      </w:r>
      <w:r w:rsidR="006B246D" w:rsidRPr="006B246D">
        <w:rPr>
          <w:rStyle w:val="libAlaemChar"/>
          <w:rFonts w:hint="cs"/>
          <w:rtl/>
        </w:rPr>
        <w:t>رحمه‌الله</w:t>
      </w:r>
      <w:r>
        <w:rPr>
          <w:rtl/>
        </w:rPr>
        <w:t xml:space="preserve"> من انه من رجال الكاظم </w:t>
      </w:r>
      <w:r w:rsidR="0006364F" w:rsidRPr="0006364F">
        <w:rPr>
          <w:rStyle w:val="libAlaemChar"/>
          <w:rFonts w:hint="cs"/>
          <w:rtl/>
        </w:rPr>
        <w:t>عليه‌السلام</w:t>
      </w:r>
      <w:r>
        <w:rPr>
          <w:rtl/>
        </w:rPr>
        <w:t xml:space="preserve">. </w:t>
      </w:r>
    </w:p>
    <w:p w:rsidR="007849C6" w:rsidRDefault="007849C6" w:rsidP="00186E94">
      <w:pPr>
        <w:pStyle w:val="libNormal0"/>
        <w:rPr>
          <w:rtl/>
        </w:rPr>
      </w:pPr>
      <w:r>
        <w:rPr>
          <w:rtl/>
        </w:rPr>
        <w:br w:type="page"/>
      </w:r>
      <w:r>
        <w:rPr>
          <w:rtl/>
        </w:rPr>
        <w:lastRenderedPageBreak/>
        <w:t xml:space="preserve">لا ينتفع به. </w:t>
      </w:r>
    </w:p>
    <w:p w:rsidR="007849C6" w:rsidRDefault="007849C6" w:rsidP="00186E94">
      <w:pPr>
        <w:pStyle w:val="libNormal"/>
        <w:rPr>
          <w:rtl/>
        </w:rPr>
      </w:pPr>
      <w:r>
        <w:rPr>
          <w:rtl/>
        </w:rPr>
        <w:t xml:space="preserve">118 ـ الحسن بن أسد الطغاوي ( جش ، غض ) ضعيف. </w:t>
      </w:r>
    </w:p>
    <w:p w:rsidR="007849C6" w:rsidRDefault="007849C6" w:rsidP="00186E94">
      <w:pPr>
        <w:pStyle w:val="libNormal"/>
        <w:rPr>
          <w:rtl/>
        </w:rPr>
      </w:pPr>
      <w:r>
        <w:rPr>
          <w:rtl/>
        </w:rPr>
        <w:t xml:space="preserve">119 ـ الحسن بن خرزاد ، بالخاء فالراء الساكنة فالزاي المعجمة قمي لم ( جخ ) من أهل كش ، قيل إنه غلافي آخر عمره. </w:t>
      </w:r>
    </w:p>
    <w:p w:rsidR="007849C6" w:rsidRDefault="007849C6" w:rsidP="00186E94">
      <w:pPr>
        <w:pStyle w:val="libNormal"/>
        <w:rPr>
          <w:rtl/>
        </w:rPr>
      </w:pPr>
      <w:r>
        <w:rPr>
          <w:rtl/>
        </w:rPr>
        <w:t xml:space="preserve">120 ـ الحسن بن الراشد مولى بني العباس ق ( غض ) ضعيف جدا. البرقي : كان وزير المهدي. أقول : إني رأيته بخط الشيخ أبي جعفر في كتاب الرجال : ( حسين بن راشد مولى بني العباس ) وأما الحسن بن راشد أبو علي مولى آل المهلب فمن رجال الجواد </w:t>
      </w:r>
      <w:r w:rsidR="0006364F" w:rsidRPr="0006364F">
        <w:rPr>
          <w:rStyle w:val="libAlaemChar"/>
          <w:rFonts w:hint="cs"/>
          <w:rtl/>
        </w:rPr>
        <w:t>عليه‌السلام</w:t>
      </w:r>
      <w:r>
        <w:rPr>
          <w:rtl/>
        </w:rPr>
        <w:t xml:space="preserve"> وهو بغدادي ثقة وربما التبس الحسين بن راشد بالحسن بن الراشد ، ذاك مولى بني العباس وهذا مولى آل المهلب ، وذاك من رجال الصادق </w:t>
      </w:r>
      <w:r w:rsidR="0006364F" w:rsidRPr="0006364F">
        <w:rPr>
          <w:rStyle w:val="libAlaemChar"/>
          <w:rFonts w:hint="cs"/>
          <w:rtl/>
        </w:rPr>
        <w:t>عليه‌السلام</w:t>
      </w:r>
      <w:r>
        <w:rPr>
          <w:rtl/>
        </w:rPr>
        <w:t xml:space="preserve"> وهذا من رجال الجواد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121 ـ الحسن بن صالح بن حي الثوري الكوفي قر ، ق ( جخ ) زيدي إليه ينسب الصالحية. </w:t>
      </w:r>
    </w:p>
    <w:p w:rsidR="007849C6" w:rsidRDefault="007849C6" w:rsidP="00186E94">
      <w:pPr>
        <w:pStyle w:val="libNormal"/>
        <w:rPr>
          <w:rtl/>
        </w:rPr>
      </w:pPr>
      <w:r>
        <w:rPr>
          <w:rtl/>
        </w:rPr>
        <w:t xml:space="preserve">122 ـ الحسن بن عباس بن الحريش ، بالحاء المهملة فالراء فالياء المثناة تحت فالشين المعجمة ، الرازي أبو علي د ( جش ) ضعيف جدا. </w:t>
      </w:r>
    </w:p>
    <w:p w:rsidR="007849C6" w:rsidRDefault="007849C6" w:rsidP="00186E94">
      <w:pPr>
        <w:pStyle w:val="libNormal"/>
        <w:rPr>
          <w:rtl/>
        </w:rPr>
      </w:pPr>
      <w:r>
        <w:rPr>
          <w:rtl/>
        </w:rPr>
        <w:t xml:space="preserve">123 ـ الحسن بن عبدالله القمي يرمي بالغلو. </w:t>
      </w:r>
    </w:p>
    <w:p w:rsidR="007849C6" w:rsidRDefault="007849C6" w:rsidP="00186E94">
      <w:pPr>
        <w:pStyle w:val="libNormal"/>
        <w:rPr>
          <w:rtl/>
        </w:rPr>
      </w:pPr>
      <w:r>
        <w:rPr>
          <w:rtl/>
        </w:rPr>
        <w:t xml:space="preserve">124 ـ الحسن بن علي بن أبي حمزة واسمه سالم ، البطائني ( كش ) طعن عليه وروى أنه كذاب ملعون ( جش ) كان من وجوه الواقفة ( غض ) متروك الرواية. </w:t>
      </w:r>
    </w:p>
    <w:p w:rsidR="007849C6" w:rsidRDefault="007849C6" w:rsidP="00186E94">
      <w:pPr>
        <w:pStyle w:val="libNormal"/>
        <w:rPr>
          <w:rtl/>
        </w:rPr>
      </w:pPr>
      <w:r>
        <w:rPr>
          <w:rtl/>
        </w:rPr>
        <w:t xml:space="preserve">125 ـ الحسن بن علي بن أبي عثمان سجادة د ( جخ ) قال ( كش ) عليه لعنة الله ولعنة اللاعنين والملائكة والناس أجمعين ، لقد كان من العليائية الذين يقعون في رسول الله </w:t>
      </w:r>
      <w:r w:rsidR="0006364F" w:rsidRPr="0006364F">
        <w:rPr>
          <w:rStyle w:val="libAlaemChar"/>
          <w:rFonts w:hint="cs"/>
          <w:rtl/>
        </w:rPr>
        <w:t>صلى‌الله‌عليه‌وآله</w:t>
      </w:r>
      <w:r>
        <w:rPr>
          <w:rtl/>
        </w:rPr>
        <w:t xml:space="preserve"> وليس له في الاسلام نصيب كان يفضل محمد بن أبي زينب على محمد بن عبد الله </w:t>
      </w:r>
      <w:r w:rsidR="0006364F" w:rsidRPr="0006364F">
        <w:rPr>
          <w:rStyle w:val="libAlaemChar"/>
          <w:rFonts w:hint="cs"/>
          <w:rtl/>
        </w:rPr>
        <w:t>صلى‌الله‌عليه‌وآله</w:t>
      </w:r>
      <w:r>
        <w:rPr>
          <w:rtl/>
        </w:rPr>
        <w:t xml:space="preserve"> لان الله عاتبه بقوله ( ولولا أن ثبتناك ) ولم يعاتب محمد </w:t>
      </w:r>
    </w:p>
    <w:p w:rsidR="007849C6" w:rsidRDefault="007849C6" w:rsidP="00186E94">
      <w:pPr>
        <w:pStyle w:val="libNormal0"/>
        <w:rPr>
          <w:rtl/>
        </w:rPr>
      </w:pPr>
      <w:r>
        <w:rPr>
          <w:rtl/>
        </w:rPr>
        <w:br w:type="page"/>
      </w:r>
      <w:r>
        <w:rPr>
          <w:rtl/>
        </w:rPr>
        <w:lastRenderedPageBreak/>
        <w:t xml:space="preserve">ابن أبي زينب. </w:t>
      </w:r>
    </w:p>
    <w:p w:rsidR="007849C6" w:rsidRDefault="007849C6" w:rsidP="00186E94">
      <w:pPr>
        <w:pStyle w:val="libNormal"/>
        <w:rPr>
          <w:rtl/>
        </w:rPr>
      </w:pPr>
      <w:r>
        <w:rPr>
          <w:rtl/>
        </w:rPr>
        <w:t xml:space="preserve">126 ـ الحسن بن علي بن الحسن بن عمر بن علي بن الحسين بن علي ابن أبي طالب أبو محمد الاطروش كان معتقدا للامامة. </w:t>
      </w:r>
    </w:p>
    <w:p w:rsidR="007849C6" w:rsidRDefault="007849C6" w:rsidP="00186E94">
      <w:pPr>
        <w:pStyle w:val="libNormal"/>
        <w:rPr>
          <w:rtl/>
        </w:rPr>
      </w:pPr>
      <w:r>
        <w:rPr>
          <w:rtl/>
        </w:rPr>
        <w:t xml:space="preserve">127 ـ الحسن بن علي بن زكريا البزوفرى العدوي ( غض ) ضعيف جدا. </w:t>
      </w:r>
    </w:p>
    <w:p w:rsidR="007849C6" w:rsidRDefault="007849C6" w:rsidP="00186E94">
      <w:pPr>
        <w:pStyle w:val="libNormal"/>
        <w:rPr>
          <w:rtl/>
        </w:rPr>
      </w:pPr>
      <w:r>
        <w:rPr>
          <w:rtl/>
        </w:rPr>
        <w:t xml:space="preserve">128 ـ الحسن بن علي بن فضال كوفي يكني أبا محمد ( كش ، جش ) كان فطحيا ورجع عند موته. </w:t>
      </w:r>
    </w:p>
    <w:p w:rsidR="007849C6" w:rsidRDefault="007849C6" w:rsidP="00186E94">
      <w:pPr>
        <w:pStyle w:val="libNormal"/>
        <w:rPr>
          <w:rtl/>
        </w:rPr>
      </w:pPr>
      <w:r>
        <w:rPr>
          <w:rtl/>
        </w:rPr>
        <w:t xml:space="preserve">129 ـ الحسن بن عمارة قر عامي. </w:t>
      </w:r>
    </w:p>
    <w:p w:rsidR="007849C6" w:rsidRDefault="007849C6" w:rsidP="00186E94">
      <w:pPr>
        <w:pStyle w:val="libNormal"/>
        <w:rPr>
          <w:rtl/>
        </w:rPr>
      </w:pPr>
      <w:r>
        <w:rPr>
          <w:rtl/>
        </w:rPr>
        <w:t xml:space="preserve">130 ـ الحسن بن محمد بن الجمهور العمى أبو محمد بصري ( جش ) ثقة في نفسه لكن يروي عن الضعفاء ويعتمد على المراسيل. </w:t>
      </w:r>
    </w:p>
    <w:p w:rsidR="007849C6" w:rsidRDefault="007849C6" w:rsidP="00186E94">
      <w:pPr>
        <w:pStyle w:val="libNormal"/>
        <w:rPr>
          <w:rtl/>
        </w:rPr>
      </w:pPr>
      <w:r>
        <w:rPr>
          <w:rtl/>
        </w:rPr>
        <w:t xml:space="preserve">131 ـ الحسن بن محمد بن سماعة أبو محمد الكندي الصيرفي م ( جخ ) واقفي ( ست ) إلا أنه جيد التصانيف ، نقي الفقه ، حسن الانتقاء ( كش ) من شيوخ الواقفة فقيه ثقة كان يعاند في الوقف ويتعصب له ، وسماعة هذا ليس ابن مهران ، مات الحسن ليلة الخميس لخمس خلون من جمادي الاولى سنة ثلاث وستين ومائيتن بالكوفة وصلى عليه إبراهيم بن محمد العلوي ودفن في جعفى. </w:t>
      </w:r>
    </w:p>
    <w:p w:rsidR="007849C6" w:rsidRDefault="007849C6" w:rsidP="00186E94">
      <w:pPr>
        <w:pStyle w:val="libNormal"/>
        <w:rPr>
          <w:rtl/>
        </w:rPr>
      </w:pPr>
      <w:r>
        <w:rPr>
          <w:rtl/>
        </w:rPr>
        <w:t xml:space="preserve">132 ـ الحسن بن محمد بن سهل النوفلي ضعيف. </w:t>
      </w:r>
    </w:p>
    <w:p w:rsidR="007849C6" w:rsidRDefault="007849C6" w:rsidP="00186E94">
      <w:pPr>
        <w:pStyle w:val="libNormal"/>
        <w:rPr>
          <w:rtl/>
        </w:rPr>
      </w:pPr>
      <w:r>
        <w:rPr>
          <w:rtl/>
        </w:rPr>
        <w:t xml:space="preserve">133 ـ الحسن بن محمد بن يايا ، بالياءين المثناتين تحت دي ، كر ( جخ ، جش ) غال. </w:t>
      </w:r>
    </w:p>
    <w:p w:rsidR="007849C6" w:rsidRDefault="007849C6" w:rsidP="00186E94">
      <w:pPr>
        <w:pStyle w:val="libNormal"/>
        <w:rPr>
          <w:rtl/>
        </w:rPr>
      </w:pPr>
      <w:r>
        <w:rPr>
          <w:rtl/>
        </w:rPr>
        <w:t xml:space="preserve">134 ـ الحسن بن محمد بن يحيى بن الحسن بن جعفر بن عبيدالله بن الحسين بن ( علي بن الحسين ) بن علي بن أبي طالب </w:t>
      </w:r>
      <w:r w:rsidR="0006364F" w:rsidRPr="0006364F">
        <w:rPr>
          <w:rStyle w:val="libAlaemChar"/>
          <w:rFonts w:hint="cs"/>
          <w:rtl/>
        </w:rPr>
        <w:t>عليه‌السلام</w:t>
      </w:r>
      <w:r>
        <w:rPr>
          <w:rtl/>
        </w:rPr>
        <w:t xml:space="preserve"> صاحب النسب ابن أخي طاهر أبو محمد لم ( غض ) كان كذابا يضع الحديث مجاهرة ( ست ) </w:t>
      </w:r>
      <w:r w:rsidRPr="00186E94">
        <w:rPr>
          <w:rStyle w:val="libFootnotenumChar"/>
          <w:rtl/>
        </w:rPr>
        <w:t>(1)</w:t>
      </w:r>
      <w:r>
        <w:rPr>
          <w:rtl/>
        </w:rPr>
        <w:t xml:space="preserve"> من العامة ( جش ) ضعفه أصحابنا روى عن المجاهيل.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لا يوجد هذا في الفهرست ، وليس هو من العامة بل الخاصة. </w:t>
      </w:r>
    </w:p>
    <w:p w:rsidR="007849C6" w:rsidRDefault="007849C6" w:rsidP="00186E94">
      <w:pPr>
        <w:pStyle w:val="libNormal"/>
        <w:rPr>
          <w:rtl/>
        </w:rPr>
      </w:pPr>
      <w:r>
        <w:rPr>
          <w:rtl/>
        </w:rPr>
        <w:br w:type="page"/>
      </w:r>
      <w:r>
        <w:rPr>
          <w:rtl/>
        </w:rPr>
        <w:lastRenderedPageBreak/>
        <w:t xml:space="preserve">135 ـ الحسين بن أبي سعيد ، وفي نسخة الحسن ، وإسم أبي سعيد هاشم بن حيان المكاري أبو عبد الله كان هو وأبوه وجهين في الواقفة مع أنه ثقة ( كش ، غض ) في جملة الواقفة وذكر ( كش ) فيه ذموما. </w:t>
      </w:r>
    </w:p>
    <w:p w:rsidR="007849C6" w:rsidRDefault="007849C6" w:rsidP="00186E94">
      <w:pPr>
        <w:pStyle w:val="libNormal"/>
        <w:rPr>
          <w:rtl/>
        </w:rPr>
      </w:pPr>
      <w:r>
        <w:rPr>
          <w:rtl/>
        </w:rPr>
        <w:t xml:space="preserve">136 ـ الحسين بن أحمد المنقري التميمي أبو عبد الله ق ( جش ) روايته شاذة وكان ضعيفا روى عن داود الرقي وأكثر. </w:t>
      </w:r>
    </w:p>
    <w:p w:rsidR="007849C6" w:rsidRDefault="007849C6" w:rsidP="00186E94">
      <w:pPr>
        <w:pStyle w:val="libNormal"/>
        <w:rPr>
          <w:rtl/>
        </w:rPr>
      </w:pPr>
      <w:r>
        <w:rPr>
          <w:rtl/>
        </w:rPr>
        <w:t xml:space="preserve">137 ـ الحسين بن أحمد بن المغيرة أبو عبد الله البوشنجي ( جش غض ) عراقي مضطرب المذهب ، ثقة في روايته. </w:t>
      </w:r>
    </w:p>
    <w:p w:rsidR="007849C6" w:rsidRDefault="007849C6" w:rsidP="00186E94">
      <w:pPr>
        <w:pStyle w:val="libNormal"/>
        <w:rPr>
          <w:rtl/>
        </w:rPr>
      </w:pPr>
      <w:r>
        <w:rPr>
          <w:rtl/>
        </w:rPr>
        <w:t xml:space="preserve">138 ـ الحسين بن أحمد المقري م ( جخ ) ضعيف. </w:t>
      </w:r>
    </w:p>
    <w:p w:rsidR="007849C6" w:rsidRDefault="007849C6" w:rsidP="00186E94">
      <w:pPr>
        <w:pStyle w:val="libNormal"/>
        <w:rPr>
          <w:rtl/>
        </w:rPr>
      </w:pPr>
      <w:r>
        <w:rPr>
          <w:rtl/>
        </w:rPr>
        <w:t xml:space="preserve">139 ـ الحسين بن أسد البصري د ، دى ( غض ) يروي عن الضعفاء. </w:t>
      </w:r>
    </w:p>
    <w:p w:rsidR="007849C6" w:rsidRDefault="007849C6" w:rsidP="00186E94">
      <w:pPr>
        <w:pStyle w:val="libNormal"/>
        <w:rPr>
          <w:rtl/>
        </w:rPr>
      </w:pPr>
      <w:r>
        <w:rPr>
          <w:rtl/>
        </w:rPr>
        <w:t xml:space="preserve">140 ـ الحسين بن حمدان الخصيبي ، بالخاء المعجمة والصاد المهملة والياء المثناة تحت والباء المفردة ، كذا رأيته بخط أبي جعفر ، وبعض أصحابنا قال : ( الحضيني ) بالحاء المهملة والضاد المعجمة والياء المثناة تحت والنون ، مات في شهر ربيع الاول سنة ثمان وخمسين وثلاثمائة ، الجنبلاني ، بالجيم المضمومة والنون الساكنة والباء المفردة ، أبو عبد الله ( جش ) كان فاسد المذهب. </w:t>
      </w:r>
    </w:p>
    <w:p w:rsidR="007849C6" w:rsidRDefault="007849C6" w:rsidP="00186E94">
      <w:pPr>
        <w:pStyle w:val="libNormal"/>
        <w:rPr>
          <w:rtl/>
        </w:rPr>
      </w:pPr>
      <w:r>
        <w:rPr>
          <w:rtl/>
        </w:rPr>
        <w:t xml:space="preserve">141 ـ الحسين بن عبدالله القمي دى ( جخ ) يرمى بالغلو. </w:t>
      </w:r>
    </w:p>
    <w:p w:rsidR="007849C6" w:rsidRDefault="007849C6" w:rsidP="00186E94">
      <w:pPr>
        <w:pStyle w:val="libNormal"/>
        <w:rPr>
          <w:rtl/>
        </w:rPr>
      </w:pPr>
      <w:r>
        <w:rPr>
          <w:rtl/>
        </w:rPr>
        <w:t xml:space="preserve">142 ـ الحسين بن عبدالله السعدي أبو عبد الله بن عبيدالله بن سهل قمي يرمي بالغلو ( جش ، كش ). </w:t>
      </w:r>
    </w:p>
    <w:p w:rsidR="007849C6" w:rsidRDefault="007849C6" w:rsidP="00186E94">
      <w:pPr>
        <w:pStyle w:val="libNormal"/>
        <w:rPr>
          <w:rtl/>
        </w:rPr>
      </w:pPr>
      <w:r>
        <w:rPr>
          <w:rtl/>
        </w:rPr>
        <w:t xml:space="preserve">143 ـ الحسين بن عبدالله المحرر ، روي أنه أخرج من قم مع المتهمين بالغلو. </w:t>
      </w:r>
    </w:p>
    <w:p w:rsidR="007849C6" w:rsidRDefault="007849C6" w:rsidP="00186E94">
      <w:pPr>
        <w:pStyle w:val="libNormal"/>
        <w:rPr>
          <w:rtl/>
        </w:rPr>
      </w:pPr>
      <w:r>
        <w:rPr>
          <w:rtl/>
        </w:rPr>
        <w:t xml:space="preserve">144 ـ الحسين بن علوان الكلبي ، مولاهم ق ( جش ) كوفي عامي. </w:t>
      </w:r>
    </w:p>
    <w:p w:rsidR="007849C6" w:rsidRDefault="007849C6" w:rsidP="00186E94">
      <w:pPr>
        <w:pStyle w:val="libNormal"/>
        <w:rPr>
          <w:rtl/>
        </w:rPr>
      </w:pPr>
      <w:r>
        <w:rPr>
          <w:rtl/>
        </w:rPr>
        <w:t xml:space="preserve">145 ـ الحسين بن ( علي ) الخواتيمي ( كش ) غال. </w:t>
      </w:r>
    </w:p>
    <w:p w:rsidR="007849C6" w:rsidRDefault="007849C6" w:rsidP="00186E94">
      <w:pPr>
        <w:pStyle w:val="libNormal"/>
        <w:rPr>
          <w:rtl/>
        </w:rPr>
      </w:pPr>
      <w:r>
        <w:rPr>
          <w:rtl/>
        </w:rPr>
        <w:t xml:space="preserve">146 ـ الحسين بن علي بن زكريا بن صالح بن زفر العدوي أبو سعيد البصري لم ( غض ) ضعيف جدا كذاب. </w:t>
      </w:r>
    </w:p>
    <w:p w:rsidR="007849C6" w:rsidRDefault="007849C6" w:rsidP="00186E94">
      <w:pPr>
        <w:pStyle w:val="libNormal"/>
        <w:rPr>
          <w:rtl/>
        </w:rPr>
      </w:pPr>
      <w:r>
        <w:rPr>
          <w:rtl/>
        </w:rPr>
        <w:br w:type="page"/>
      </w:r>
      <w:r>
        <w:rPr>
          <w:rtl/>
        </w:rPr>
        <w:lastRenderedPageBreak/>
        <w:t xml:space="preserve">147 ـ الحسين بن قياما ، بالقاف والياء المثناة تحت م ( كش ) كان يجحد أبا الحسن الرضا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148 ـ الحسين بن قاسم بن محمد بن أيوب بن شمون ( كش ) ضعفوه ( غض ) : وهو عندي ثقة </w:t>
      </w:r>
      <w:r w:rsidRPr="00186E94">
        <w:rPr>
          <w:rStyle w:val="libFootnotenumChar"/>
          <w:rtl/>
        </w:rPr>
        <w:t>(1)</w:t>
      </w:r>
      <w:r>
        <w:rPr>
          <w:rtl/>
        </w:rPr>
        <w:t xml:space="preserve">. </w:t>
      </w:r>
    </w:p>
    <w:p w:rsidR="007849C6" w:rsidRDefault="007849C6" w:rsidP="00186E94">
      <w:pPr>
        <w:pStyle w:val="libNormal"/>
        <w:rPr>
          <w:rtl/>
        </w:rPr>
      </w:pPr>
      <w:r>
        <w:rPr>
          <w:rtl/>
        </w:rPr>
        <w:t xml:space="preserve">149 ـ الحسين بن كيسان م ( جخ ) واقفي. </w:t>
      </w:r>
    </w:p>
    <w:p w:rsidR="007849C6" w:rsidRDefault="007849C6" w:rsidP="00186E94">
      <w:pPr>
        <w:pStyle w:val="libNormal"/>
        <w:rPr>
          <w:rtl/>
        </w:rPr>
      </w:pPr>
      <w:r>
        <w:rPr>
          <w:rtl/>
        </w:rPr>
        <w:t xml:space="preserve">150 ـ الحسين بن محمد بن سهل النوفلي ( جش ) ضعيف. </w:t>
      </w:r>
    </w:p>
    <w:p w:rsidR="007849C6" w:rsidRDefault="007849C6" w:rsidP="00186E94">
      <w:pPr>
        <w:pStyle w:val="libNormal"/>
        <w:rPr>
          <w:rtl/>
        </w:rPr>
      </w:pPr>
      <w:r>
        <w:rPr>
          <w:rtl/>
        </w:rPr>
        <w:t xml:space="preserve">151 ـ الحسين بن المختار القلانسي م ( جش ) ضعيف واقفي </w:t>
      </w:r>
      <w:r w:rsidRPr="00186E94">
        <w:rPr>
          <w:rStyle w:val="libFootnotenumChar"/>
          <w:rtl/>
        </w:rPr>
        <w:t>(2)</w:t>
      </w:r>
      <w:r>
        <w:rPr>
          <w:rtl/>
        </w:rPr>
        <w:t xml:space="preserve">. </w:t>
      </w:r>
    </w:p>
    <w:p w:rsidR="007849C6" w:rsidRDefault="007849C6" w:rsidP="00186E94">
      <w:pPr>
        <w:pStyle w:val="libNormal"/>
        <w:rPr>
          <w:rtl/>
        </w:rPr>
      </w:pPr>
      <w:r>
        <w:rPr>
          <w:rtl/>
        </w:rPr>
        <w:t xml:space="preserve">152 ـ الحسين بن مسكان ( غض ) ليس بشيء ولا بمعروف غير أن جعفر بن محمد بن مالك روى عنه أحاديث فاسدة ، وما عند أصحابنا من هذا الرجل علم. </w:t>
      </w:r>
    </w:p>
    <w:p w:rsidR="007849C6" w:rsidRDefault="007849C6" w:rsidP="00186E94">
      <w:pPr>
        <w:pStyle w:val="libNormal"/>
        <w:rPr>
          <w:rtl/>
        </w:rPr>
      </w:pPr>
      <w:r>
        <w:rPr>
          <w:rtl/>
        </w:rPr>
        <w:t xml:space="preserve">153 ـ الحسين بن موسى م ( جخ ) واقفي. </w:t>
      </w:r>
    </w:p>
    <w:p w:rsidR="007849C6" w:rsidRDefault="007849C6" w:rsidP="00186E94">
      <w:pPr>
        <w:pStyle w:val="libNormal"/>
        <w:rPr>
          <w:rtl/>
        </w:rPr>
      </w:pPr>
      <w:r>
        <w:rPr>
          <w:rtl/>
        </w:rPr>
        <w:t xml:space="preserve">154 ـ الحسين بن مهران بن محمد بن أبي نصر السكوني ( جش ) كان واقفيا. </w:t>
      </w:r>
    </w:p>
    <w:p w:rsidR="007849C6" w:rsidRDefault="007849C6" w:rsidP="00186E94">
      <w:pPr>
        <w:pStyle w:val="libNormal"/>
        <w:rPr>
          <w:rtl/>
        </w:rPr>
      </w:pPr>
      <w:r>
        <w:rPr>
          <w:rtl/>
        </w:rPr>
        <w:t xml:space="preserve">155 ـ الحسين بن مياح ، بالياء المثناة تحت المشددة والحاء المهملة المدائني ( غض ) م ضا ضعيف غال. </w:t>
      </w:r>
    </w:p>
    <w:p w:rsidR="007849C6" w:rsidRDefault="007849C6" w:rsidP="00186E94">
      <w:pPr>
        <w:pStyle w:val="libNormal"/>
        <w:rPr>
          <w:rtl/>
        </w:rPr>
      </w:pPr>
      <w:r>
        <w:rPr>
          <w:rtl/>
        </w:rPr>
        <w:t xml:space="preserve">156 ـ الحسين بن يزيد بن عبدالملك النوفلي من نوفل النخع ( كش ) رمي بالغلو ( جش ) وما رأينا له رواية تدل على هذا </w:t>
      </w:r>
      <w:r w:rsidRPr="00186E94">
        <w:rPr>
          <w:rStyle w:val="libFootnotenumChar"/>
          <w:rtl/>
        </w:rPr>
        <w:t>(3)</w:t>
      </w:r>
      <w:r>
        <w:rPr>
          <w:rtl/>
        </w:rPr>
        <w:t xml:space="preserve">. </w:t>
      </w:r>
    </w:p>
    <w:p w:rsidR="007849C6" w:rsidRDefault="007849C6" w:rsidP="00186E94">
      <w:pPr>
        <w:pStyle w:val="libNormal"/>
        <w:rPr>
          <w:rtl/>
        </w:rPr>
      </w:pPr>
      <w:r>
        <w:rPr>
          <w:rtl/>
        </w:rPr>
        <w:t xml:space="preserve">157 ـ الحصين بن مخارق ، بالخاء المعجمة وضم الميم ، بن جنادة السلولي ، باللامين ، ومن أصحابنا من أثبته ( السكوني ) وهو وهم فان السلولي منسوب إلى سلول أم بني جندل بن مرة بن صعصعة بن معاوية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تقدم في القسم الاول ، فراجعه. </w:t>
      </w:r>
    </w:p>
    <w:p w:rsidR="007849C6" w:rsidRDefault="007849C6" w:rsidP="002C2B53">
      <w:pPr>
        <w:pStyle w:val="libFootnote0"/>
        <w:rPr>
          <w:rtl/>
        </w:rPr>
      </w:pPr>
      <w:r>
        <w:rPr>
          <w:rtl/>
        </w:rPr>
        <w:t xml:space="preserve">2 ـ تقدم في القسم الاول ، فراجعه. </w:t>
      </w:r>
    </w:p>
    <w:p w:rsidR="007849C6" w:rsidRDefault="007849C6" w:rsidP="002C2B53">
      <w:pPr>
        <w:pStyle w:val="libFootnote0"/>
        <w:rPr>
          <w:rtl/>
        </w:rPr>
      </w:pPr>
      <w:r>
        <w:rPr>
          <w:rtl/>
        </w:rPr>
        <w:t xml:space="preserve">3 ـ لم يذكر الحسين النوفلي هذا في ( كش ) وإنما ذكر في ( ست ) و ( جش ) وفي ( ضا ) من رجال الشيخ ، وتقدم في القسم الاول ، فراجعه. </w:t>
      </w:r>
    </w:p>
    <w:p w:rsidR="007849C6" w:rsidRDefault="007849C6" w:rsidP="00186E94">
      <w:pPr>
        <w:pStyle w:val="libNormal0"/>
        <w:rPr>
          <w:rtl/>
        </w:rPr>
      </w:pPr>
      <w:r>
        <w:rPr>
          <w:rtl/>
        </w:rPr>
        <w:br w:type="page"/>
      </w:r>
      <w:r>
        <w:rPr>
          <w:rtl/>
        </w:rPr>
        <w:lastRenderedPageBreak/>
        <w:t xml:space="preserve">بن ( بكر بن ) هوازن ، وولد جندل بها يعرفون ، وهي سلول بنت ذهل ابن شيبان ، وقد ذكره الحازمي </w:t>
      </w:r>
      <w:r w:rsidRPr="00186E94">
        <w:rPr>
          <w:rStyle w:val="libFootnotenumChar"/>
          <w:rtl/>
        </w:rPr>
        <w:t>(1)</w:t>
      </w:r>
      <w:r>
        <w:rPr>
          <w:rtl/>
        </w:rPr>
        <w:t xml:space="preserve"> في العجالة ( جش ) قيل فيه بعض القول وضعف بعض التضعيف ق ، م ( جخ ) واقفي ( غض ) ضعيف قال ابن عقدة : كان يضع الحديث وهو من الزيدية. </w:t>
      </w:r>
    </w:p>
    <w:p w:rsidR="007849C6" w:rsidRDefault="007849C6" w:rsidP="00186E94">
      <w:pPr>
        <w:pStyle w:val="libNormal"/>
        <w:rPr>
          <w:rtl/>
        </w:rPr>
      </w:pPr>
      <w:r>
        <w:rPr>
          <w:rtl/>
        </w:rPr>
        <w:t xml:space="preserve">158 ـ حفص ابن البختري </w:t>
      </w:r>
      <w:r w:rsidRPr="00186E94">
        <w:rPr>
          <w:rStyle w:val="libFootnotenumChar"/>
          <w:rtl/>
        </w:rPr>
        <w:t>(2)</w:t>
      </w:r>
      <w:r>
        <w:rPr>
          <w:rtl/>
        </w:rPr>
        <w:t xml:space="preserve"> بالخاء المعجمة مولى بغدادي أصله كوفي ( جش ) كان بينه وبين آل أعين نبوة فغمزوا عليه بلعب الشطرنج. </w:t>
      </w:r>
    </w:p>
    <w:p w:rsidR="007849C6" w:rsidRDefault="007849C6" w:rsidP="00186E94">
      <w:pPr>
        <w:pStyle w:val="libNormal"/>
        <w:rPr>
          <w:rtl/>
        </w:rPr>
      </w:pPr>
      <w:r>
        <w:rPr>
          <w:rtl/>
        </w:rPr>
        <w:t xml:space="preserve">159 ـ حفص بن سالم ، قال ابن عقدة إنه خرج مع زيد بن علي وما ظهر من الصادق </w:t>
      </w:r>
      <w:r w:rsidR="0006364F" w:rsidRPr="0006364F">
        <w:rPr>
          <w:rStyle w:val="libAlaemChar"/>
          <w:rFonts w:hint="cs"/>
          <w:rtl/>
        </w:rPr>
        <w:t>عليه‌السلام</w:t>
      </w:r>
      <w:r>
        <w:rPr>
          <w:rtl/>
        </w:rPr>
        <w:t xml:space="preserve"> تصويبه لذلك. </w:t>
      </w:r>
    </w:p>
    <w:p w:rsidR="007849C6" w:rsidRDefault="007849C6" w:rsidP="00186E94">
      <w:pPr>
        <w:pStyle w:val="libNormal"/>
        <w:rPr>
          <w:rtl/>
        </w:rPr>
      </w:pPr>
      <w:r>
        <w:rPr>
          <w:rtl/>
        </w:rPr>
        <w:t xml:space="preserve">160 ـ حفص بن غياث بن طلق بن معاوية أبو عمرو القاضي كوفي ولي القضاء بشرقي بغداد لهارون ثم ولاه القضاء بالكوفة ( كش ) عامي </w:t>
      </w:r>
      <w:r w:rsidRPr="00186E94">
        <w:rPr>
          <w:rStyle w:val="libFootnotenumChar"/>
          <w:rtl/>
        </w:rPr>
        <w:t>(3)</w:t>
      </w:r>
      <w:r>
        <w:rPr>
          <w:rtl/>
        </w:rPr>
        <w:t xml:space="preserve"> قر ، ق ( ست ) له كتاب معتمد عليه. </w:t>
      </w:r>
    </w:p>
    <w:p w:rsidR="007849C6" w:rsidRDefault="007849C6" w:rsidP="00186E94">
      <w:pPr>
        <w:pStyle w:val="libNormal"/>
        <w:rPr>
          <w:rtl/>
        </w:rPr>
      </w:pPr>
      <w:r>
        <w:rPr>
          <w:rtl/>
        </w:rPr>
        <w:t xml:space="preserve">161 ـ حفص بن ميمون ( كش ) عن الصادق </w:t>
      </w:r>
      <w:r w:rsidR="0006364F" w:rsidRPr="0006364F">
        <w:rPr>
          <w:rStyle w:val="libAlaemChar"/>
          <w:rFonts w:hint="cs"/>
          <w:rtl/>
        </w:rPr>
        <w:t>عليه‌السلام</w:t>
      </w:r>
      <w:r>
        <w:rPr>
          <w:rtl/>
        </w:rPr>
        <w:t xml:space="preserve"> قال : كان يأتيني هو وصاحبه ـ يشير إلى ابن الاشيم ـ فأخبرهم الحق فيخرجون من عندي إلى ابن أبي الخطاب فيخبرهم بخلاف قولي فيأخذون قوله ويذرون قولي. </w:t>
      </w:r>
    </w:p>
    <w:p w:rsidR="007849C6" w:rsidRDefault="007849C6" w:rsidP="00186E94">
      <w:pPr>
        <w:pStyle w:val="libNormal"/>
        <w:rPr>
          <w:rtl/>
        </w:rPr>
      </w:pPr>
      <w:r>
        <w:rPr>
          <w:rtl/>
        </w:rPr>
        <w:t xml:space="preserve">162 ـ الحكم بن بشار غال لا شيء </w:t>
      </w:r>
      <w:r w:rsidRPr="00186E94">
        <w:rPr>
          <w:rStyle w:val="libFootnotenumChar"/>
          <w:rtl/>
        </w:rPr>
        <w:t>(4)</w:t>
      </w:r>
      <w:r>
        <w:rPr>
          <w:rtl/>
        </w:rPr>
        <w:t xml:space="preserve">.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الحازمي هذا هو أبو بكر محمد بن موسى بن عثمان بن حازم الملقب بزين الدين ، له مؤلفات عديدة منها ( العجالة في النسب ) ولد سنة 548 وتوفي ببغداد سنة 584 ه‍. ترجم له ابن خلكان في وفيات الاعيان ، وغيره. </w:t>
      </w:r>
    </w:p>
    <w:p w:rsidR="007849C6" w:rsidRDefault="007849C6" w:rsidP="002C2B53">
      <w:pPr>
        <w:pStyle w:val="libFootnote0"/>
        <w:rPr>
          <w:rtl/>
        </w:rPr>
      </w:pPr>
      <w:r>
        <w:rPr>
          <w:rtl/>
        </w:rPr>
        <w:t xml:space="preserve">2 ـ تقدم في القسم الاول ، فراجعه. </w:t>
      </w:r>
    </w:p>
    <w:p w:rsidR="007849C6" w:rsidRDefault="007849C6" w:rsidP="002C2B53">
      <w:pPr>
        <w:pStyle w:val="libFootnote0"/>
        <w:rPr>
          <w:rtl/>
        </w:rPr>
      </w:pPr>
      <w:r>
        <w:rPr>
          <w:rtl/>
        </w:rPr>
        <w:t xml:space="preserve">3 ـ حفص بن غياث ـ هذا ـ ذكره ( كش ) في ترجمة محمد بن إسحاق صاحب المغازي. </w:t>
      </w:r>
    </w:p>
    <w:p w:rsidR="007849C6" w:rsidRDefault="007849C6" w:rsidP="002C2B53">
      <w:pPr>
        <w:pStyle w:val="libFootnote0"/>
        <w:rPr>
          <w:rtl/>
        </w:rPr>
      </w:pPr>
      <w:r>
        <w:rPr>
          <w:rtl/>
        </w:rPr>
        <w:t xml:space="preserve">4 ـ الحكم بن بشار تقدم في هذا القسم في باب الهمزة بعنوان أحكم بن بشار فراجعه. </w:t>
      </w:r>
    </w:p>
    <w:p w:rsidR="007849C6" w:rsidRDefault="007849C6" w:rsidP="00186E94">
      <w:pPr>
        <w:pStyle w:val="libNormal"/>
        <w:rPr>
          <w:rtl/>
        </w:rPr>
      </w:pPr>
      <w:r>
        <w:rPr>
          <w:rtl/>
        </w:rPr>
        <w:br w:type="page"/>
      </w:r>
      <w:r>
        <w:rPr>
          <w:rtl/>
        </w:rPr>
        <w:lastRenderedPageBreak/>
        <w:t xml:space="preserve">163 ـ الحكم بن عتيبة ، بالتاء المثناة فوق والياء المثناة تحت والباء المفردة ، أبو محمد وقيل أبو عبد الله الكندي ين ، قر ، ق ( جخ ، كش ) زيدي بتري دخل زرارة على أبي عبدالله </w:t>
      </w:r>
      <w:r w:rsidR="0006364F" w:rsidRPr="0006364F">
        <w:rPr>
          <w:rStyle w:val="libAlaemChar"/>
          <w:rFonts w:hint="cs"/>
          <w:rtl/>
        </w:rPr>
        <w:t>عليه‌السلام</w:t>
      </w:r>
      <w:r>
        <w:rPr>
          <w:rtl/>
        </w:rPr>
        <w:t xml:space="preserve"> فقال له : إن الحكم بن عتيبة روى عن أبيك أنه قال : ( صل المغرب دون مزدلفة ) فقال له أبو عبد الله </w:t>
      </w:r>
      <w:r w:rsidR="0006364F" w:rsidRPr="0006364F">
        <w:rPr>
          <w:rStyle w:val="libAlaemChar"/>
          <w:rFonts w:hint="cs"/>
          <w:rtl/>
        </w:rPr>
        <w:t>عليه‌السلام</w:t>
      </w:r>
      <w:r>
        <w:rPr>
          <w:rtl/>
        </w:rPr>
        <w:t xml:space="preserve"> بأيمان ثلاث : ( ما قال هذا أبي قط ، كذب الحكم بن عتيبة على أبي ) وروى أبو بصير ( قال ) سألت أبا جعفر عن شهادة ولد الزنا أتجوز ؟ قال لا ، فقلت إن الحكم بن عتيبة يزعم أنها تجوز ، فقال : اللهم لا تغفر ذنبه ( كش ) قيل : كان من فقهاء العامة وقيل كان مرجئا. </w:t>
      </w:r>
    </w:p>
    <w:p w:rsidR="007849C6" w:rsidRDefault="007849C6" w:rsidP="00186E94">
      <w:pPr>
        <w:pStyle w:val="libNormal"/>
        <w:rPr>
          <w:rtl/>
        </w:rPr>
      </w:pPr>
      <w:r>
        <w:rPr>
          <w:rtl/>
        </w:rPr>
        <w:t xml:space="preserve">164 ـ حماد بن يزيد ق ( جخ ) عامي. </w:t>
      </w:r>
    </w:p>
    <w:p w:rsidR="007849C6" w:rsidRDefault="007849C6" w:rsidP="00186E94">
      <w:pPr>
        <w:pStyle w:val="libNormal"/>
        <w:rPr>
          <w:rtl/>
        </w:rPr>
      </w:pPr>
      <w:r>
        <w:rPr>
          <w:rtl/>
        </w:rPr>
        <w:t xml:space="preserve">165 ـ حمزة بن عمارة البريري ( كش ) عن قر أنه ملعون </w:t>
      </w:r>
      <w:r w:rsidRPr="00186E94">
        <w:rPr>
          <w:rStyle w:val="libFootnotenumChar"/>
          <w:rtl/>
        </w:rPr>
        <w:t>(1)</w:t>
      </w:r>
      <w:r>
        <w:rPr>
          <w:rtl/>
        </w:rPr>
        <w:t xml:space="preserve">. </w:t>
      </w:r>
    </w:p>
    <w:p w:rsidR="007849C6" w:rsidRDefault="007849C6" w:rsidP="00186E94">
      <w:pPr>
        <w:pStyle w:val="libNormal"/>
        <w:rPr>
          <w:rtl/>
        </w:rPr>
      </w:pPr>
      <w:r>
        <w:rPr>
          <w:rtl/>
        </w:rPr>
        <w:t xml:space="preserve">166 ـ حمدان أبو جعفر ( غض ) ضعيف </w:t>
      </w:r>
      <w:r w:rsidRPr="00186E94">
        <w:rPr>
          <w:rStyle w:val="libFootnotenumChar"/>
          <w:rtl/>
        </w:rPr>
        <w:t>(2)</w:t>
      </w:r>
      <w:r>
        <w:rPr>
          <w:rtl/>
        </w:rPr>
        <w:t xml:space="preserve">. </w:t>
      </w:r>
    </w:p>
    <w:p w:rsidR="007849C6" w:rsidRDefault="007849C6" w:rsidP="00186E94">
      <w:pPr>
        <w:pStyle w:val="libNormal"/>
        <w:rPr>
          <w:rtl/>
        </w:rPr>
      </w:pPr>
      <w:r>
        <w:rPr>
          <w:rtl/>
        </w:rPr>
        <w:t>167</w:t>
      </w:r>
      <w:r>
        <w:rPr>
          <w:rFonts w:hint="cs"/>
          <w:rtl/>
        </w:rPr>
        <w:t xml:space="preserve"> </w:t>
      </w:r>
      <w:r>
        <w:rPr>
          <w:rtl/>
        </w:rPr>
        <w:t xml:space="preserve">ـ حميد بن زياد بن حماد بن زياد هوار الدهقان أبو القاسم كوفي سكن سورا وانتقل إلى نينوى ، قرية على العلقمي إلى جانب الحائر على صاحبه السلام ( جش ) واقفي </w:t>
      </w:r>
      <w:r w:rsidRPr="00186E94">
        <w:rPr>
          <w:rStyle w:val="libFootnotenumChar"/>
          <w:rtl/>
        </w:rPr>
        <w:t>(3)</w:t>
      </w:r>
      <w:r>
        <w:rPr>
          <w:rtl/>
        </w:rPr>
        <w:t xml:space="preserve">. </w:t>
      </w:r>
    </w:p>
    <w:p w:rsidR="007849C6" w:rsidRDefault="007849C6" w:rsidP="00186E94">
      <w:pPr>
        <w:pStyle w:val="libNormal"/>
        <w:rPr>
          <w:rtl/>
        </w:rPr>
      </w:pPr>
      <w:r>
        <w:rPr>
          <w:rtl/>
        </w:rPr>
        <w:t xml:space="preserve">168 ـ حنان بالحاء المهملة المفتوحة والنونين ، بن سدير بن حكيم ابن صهيب ، أبو الفضل الصيرفي كوفي ق ، م ( جش ) كان دكان حنان في سدة الجامع على بابه في موضع البزازين ، وعمر طويلا ( كش ) سمعت حمدويه عن أشياخه أنه واقفى ( جخ ، ست ) ثقة.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ذكره ( كش ) في ترجمة محمد بن أبي زينب مقلاص المعروف بابي الخطاب البراد الاجدع. </w:t>
      </w:r>
    </w:p>
    <w:p w:rsidR="007849C6" w:rsidRDefault="007849C6" w:rsidP="002C2B53">
      <w:pPr>
        <w:pStyle w:val="libFootnote0"/>
        <w:rPr>
          <w:rtl/>
        </w:rPr>
      </w:pPr>
      <w:r>
        <w:rPr>
          <w:rtl/>
        </w:rPr>
        <w:t xml:space="preserve">2 ـ تقدم في القسم الاول بعنوان اسمه محمد بن أحمد بن خان النهدي ، وحمدان لقبه. </w:t>
      </w:r>
    </w:p>
    <w:p w:rsidR="007849C6" w:rsidRDefault="007849C6" w:rsidP="002C2B53">
      <w:pPr>
        <w:pStyle w:val="libFootnote0"/>
        <w:rPr>
          <w:rtl/>
        </w:rPr>
      </w:pPr>
      <w:r>
        <w:rPr>
          <w:rtl/>
        </w:rPr>
        <w:t xml:space="preserve">3 ـ تقدم في القسم الاول ذكر حميد بن زياد هذا ، فراجعه. </w:t>
      </w:r>
    </w:p>
    <w:p w:rsidR="007849C6" w:rsidRDefault="007849C6" w:rsidP="00186E94">
      <w:pPr>
        <w:pStyle w:val="libNormal"/>
        <w:rPr>
          <w:rtl/>
        </w:rPr>
      </w:pPr>
      <w:r>
        <w:rPr>
          <w:rtl/>
        </w:rPr>
        <w:br w:type="page"/>
      </w:r>
      <w:r>
        <w:rPr>
          <w:rtl/>
        </w:rPr>
        <w:lastRenderedPageBreak/>
        <w:t xml:space="preserve">169 ـ حنظلة بن زكريا بن يحيى بن حنظلة بن خالد العيار التميمي أبو الحسين القزويني ( جش ) لم يكن بذلك. </w:t>
      </w:r>
    </w:p>
    <w:p w:rsidR="007849C6" w:rsidRDefault="007849C6" w:rsidP="00186E94">
      <w:pPr>
        <w:pStyle w:val="libNormal"/>
        <w:rPr>
          <w:rtl/>
        </w:rPr>
      </w:pPr>
      <w:r>
        <w:rPr>
          <w:rtl/>
        </w:rPr>
        <w:t xml:space="preserve">170 ـ حيان السراج ، بالحاء المهملة والياء المثناة تحت المشددة والنون ( كش ) كيساني. </w:t>
      </w:r>
    </w:p>
    <w:p w:rsidR="007849C6" w:rsidRDefault="007849C6" w:rsidP="007849C6">
      <w:pPr>
        <w:pStyle w:val="Heading1Center"/>
        <w:rPr>
          <w:rtl/>
        </w:rPr>
      </w:pPr>
      <w:bookmarkStart w:id="115" w:name="_Toc265165264"/>
      <w:bookmarkStart w:id="116" w:name="_Toc286683193"/>
      <w:bookmarkStart w:id="117" w:name="_Toc403904050"/>
      <w:r>
        <w:rPr>
          <w:rtl/>
        </w:rPr>
        <w:t>( باب الخاء )</w:t>
      </w:r>
      <w:bookmarkEnd w:id="115"/>
      <w:bookmarkEnd w:id="116"/>
      <w:bookmarkEnd w:id="117"/>
    </w:p>
    <w:p w:rsidR="007849C6" w:rsidRDefault="007849C6" w:rsidP="00186E94">
      <w:pPr>
        <w:pStyle w:val="libNormal"/>
        <w:rPr>
          <w:rtl/>
        </w:rPr>
      </w:pPr>
      <w:r>
        <w:rPr>
          <w:rtl/>
        </w:rPr>
        <w:t xml:space="preserve">171 ـ خالد الخواتيمي ( كش ) غال </w:t>
      </w:r>
      <w:r w:rsidRPr="00186E94">
        <w:rPr>
          <w:rStyle w:val="libFootnotenumChar"/>
          <w:rtl/>
        </w:rPr>
        <w:t>(1)</w:t>
      </w:r>
      <w:r>
        <w:rPr>
          <w:rtl/>
        </w:rPr>
        <w:t xml:space="preserve">. </w:t>
      </w:r>
    </w:p>
    <w:p w:rsidR="007849C6" w:rsidRDefault="007849C6" w:rsidP="00186E94">
      <w:pPr>
        <w:pStyle w:val="libNormal"/>
        <w:rPr>
          <w:rtl/>
        </w:rPr>
      </w:pPr>
      <w:r>
        <w:rPr>
          <w:rtl/>
        </w:rPr>
        <w:t xml:space="preserve">172 ـ خالد بن طهمان أبو العلاء السلولي ( جش ) عامي. </w:t>
      </w:r>
    </w:p>
    <w:p w:rsidR="007849C6" w:rsidRDefault="007849C6" w:rsidP="00186E94">
      <w:pPr>
        <w:pStyle w:val="libNormal"/>
        <w:rPr>
          <w:rtl/>
        </w:rPr>
      </w:pPr>
      <w:r>
        <w:rPr>
          <w:rtl/>
        </w:rPr>
        <w:t xml:space="preserve">173 ـ خالد بن عبدالله بن سدير ( ست ) له كتاب ، ذكر أبو جعفر محمد بن علي بن بابويه عن محمد بن الحسن بن الوليد أنه قال لا أرويه لانه موضوع ، وضعه محمد بن موسى الهمداني. </w:t>
      </w:r>
    </w:p>
    <w:p w:rsidR="007849C6" w:rsidRDefault="007849C6" w:rsidP="00186E94">
      <w:pPr>
        <w:pStyle w:val="libNormal"/>
        <w:rPr>
          <w:rtl/>
        </w:rPr>
      </w:pPr>
      <w:r>
        <w:rPr>
          <w:rtl/>
        </w:rPr>
        <w:t xml:space="preserve">174 ـ خلف بن خلف م ( جخ ) مجهول </w:t>
      </w:r>
      <w:r w:rsidRPr="00186E94">
        <w:rPr>
          <w:rStyle w:val="libFootnotenumChar"/>
          <w:rtl/>
        </w:rPr>
        <w:t>(2)</w:t>
      </w:r>
      <w:r>
        <w:rPr>
          <w:rtl/>
        </w:rPr>
        <w:t xml:space="preserve">. </w:t>
      </w:r>
    </w:p>
    <w:p w:rsidR="007849C6" w:rsidRDefault="007849C6" w:rsidP="00186E94">
      <w:pPr>
        <w:pStyle w:val="libNormal"/>
        <w:rPr>
          <w:rtl/>
        </w:rPr>
      </w:pPr>
      <w:r>
        <w:rPr>
          <w:rtl/>
        </w:rPr>
        <w:t xml:space="preserve">175 ـ خيبري بن علي الطحان ( جش ) كوفي ضعيف في مذهبه ، يقال في مذهبه ارتفاع ، روى عنه محمد بن إسماعيل بن بزيع. </w:t>
      </w:r>
    </w:p>
    <w:p w:rsidR="007849C6" w:rsidRDefault="007849C6" w:rsidP="007849C6">
      <w:pPr>
        <w:pStyle w:val="Heading1Center"/>
        <w:rPr>
          <w:rtl/>
        </w:rPr>
      </w:pPr>
      <w:bookmarkStart w:id="118" w:name="_Toc265165265"/>
      <w:bookmarkStart w:id="119" w:name="_Toc286683194"/>
      <w:bookmarkStart w:id="120" w:name="_Toc403904051"/>
      <w:r>
        <w:rPr>
          <w:rtl/>
        </w:rPr>
        <w:t>( باب الدال المهملة )</w:t>
      </w:r>
      <w:bookmarkEnd w:id="118"/>
      <w:bookmarkEnd w:id="119"/>
      <w:bookmarkEnd w:id="120"/>
    </w:p>
    <w:p w:rsidR="007849C6" w:rsidRDefault="007849C6" w:rsidP="00186E94">
      <w:pPr>
        <w:pStyle w:val="libNormal"/>
        <w:rPr>
          <w:rtl/>
        </w:rPr>
      </w:pPr>
      <w:r>
        <w:rPr>
          <w:rtl/>
        </w:rPr>
        <w:t xml:space="preserve">176 ـ دارم بن قبيصة ، بفتح القاف والباء المفردة والياء المثناة تحت والصاد المهملة ، بن نهشل أبو الحسن السائح ضا ( غض ) لا يؤنس بحديثه ولا يوثق به </w:t>
      </w:r>
      <w:r w:rsidRPr="00186E94">
        <w:rPr>
          <w:rStyle w:val="libFootnotenumChar"/>
          <w:rtl/>
        </w:rPr>
        <w:t>(3)</w:t>
      </w:r>
      <w:r>
        <w:rPr>
          <w:rtl/>
        </w:rPr>
        <w:t xml:space="preserve">.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لم يذكره الكشي في رجاله ولكن العلامة في القسم الثاني من الخلاصة نقل عن الكشي أنه من أهل الارتفاع. </w:t>
      </w:r>
    </w:p>
    <w:p w:rsidR="007849C6" w:rsidRDefault="007849C6" w:rsidP="002C2B53">
      <w:pPr>
        <w:pStyle w:val="libFootnote0"/>
        <w:rPr>
          <w:rtl/>
        </w:rPr>
      </w:pPr>
      <w:r>
        <w:rPr>
          <w:rtl/>
        </w:rPr>
        <w:t xml:space="preserve">2 ـ تقدم خلف بن خلف في القسم الاول ، فراجعه. (3) تقدم دارم بن قبيصة في القسم الاول. </w:t>
      </w:r>
    </w:p>
    <w:p w:rsidR="007849C6" w:rsidRDefault="007849C6" w:rsidP="00186E94">
      <w:pPr>
        <w:pStyle w:val="libNormal"/>
        <w:rPr>
          <w:rtl/>
        </w:rPr>
      </w:pPr>
      <w:r>
        <w:rPr>
          <w:rtl/>
        </w:rPr>
        <w:br w:type="page"/>
      </w:r>
      <w:r>
        <w:rPr>
          <w:rtl/>
        </w:rPr>
        <w:lastRenderedPageBreak/>
        <w:t xml:space="preserve">177 ـ داود بن الحصين ق ، م ( جخ ) واقفي ( جش ) ثقة </w:t>
      </w:r>
      <w:r w:rsidRPr="00186E94">
        <w:rPr>
          <w:rStyle w:val="libFootnotenumChar"/>
          <w:rtl/>
        </w:rPr>
        <w:t>(1)</w:t>
      </w:r>
      <w:r>
        <w:rPr>
          <w:rtl/>
        </w:rPr>
        <w:t xml:space="preserve">. </w:t>
      </w:r>
    </w:p>
    <w:p w:rsidR="007849C6" w:rsidRDefault="007849C6" w:rsidP="00186E94">
      <w:pPr>
        <w:pStyle w:val="libNormal"/>
        <w:rPr>
          <w:rtl/>
        </w:rPr>
      </w:pPr>
      <w:r>
        <w:rPr>
          <w:rtl/>
        </w:rPr>
        <w:t xml:space="preserve">178 ـ داود بن عطاء أبو سليمان المدني ( قد ) ليس بشئ. </w:t>
      </w:r>
    </w:p>
    <w:p w:rsidR="007849C6" w:rsidRDefault="007849C6" w:rsidP="00186E94">
      <w:pPr>
        <w:pStyle w:val="libNormal"/>
        <w:rPr>
          <w:rtl/>
        </w:rPr>
      </w:pPr>
      <w:r>
        <w:rPr>
          <w:rtl/>
        </w:rPr>
        <w:t xml:space="preserve">179 ـ داود بن كثير الرقي ق ، م ( غض ) فاسد المذهب ( جخ ) ثقة ( جش ) ضعيف جدا والغلاة تروي عنه. قال أحمد بن عبد الواحد قل ما رأيت له حديثا سديدا </w:t>
      </w:r>
      <w:r w:rsidRPr="00186E94">
        <w:rPr>
          <w:rStyle w:val="libFootnotenumChar"/>
          <w:rtl/>
        </w:rPr>
        <w:t>(2)</w:t>
      </w:r>
      <w:r>
        <w:rPr>
          <w:rtl/>
        </w:rPr>
        <w:t xml:space="preserve">. </w:t>
      </w:r>
    </w:p>
    <w:p w:rsidR="007849C6" w:rsidRDefault="007849C6" w:rsidP="00186E94">
      <w:pPr>
        <w:pStyle w:val="libNormal"/>
        <w:rPr>
          <w:rtl/>
        </w:rPr>
      </w:pPr>
      <w:r>
        <w:rPr>
          <w:rtl/>
        </w:rPr>
        <w:t xml:space="preserve">180 ـ درست ، بالضمتين ، بن أبي منصور ق ، م ( كش ، جخ ) واقفي. </w:t>
      </w:r>
    </w:p>
    <w:p w:rsidR="007849C6" w:rsidRDefault="007849C6" w:rsidP="00186E94">
      <w:pPr>
        <w:pStyle w:val="libNormal"/>
        <w:rPr>
          <w:rtl/>
        </w:rPr>
      </w:pPr>
      <w:r>
        <w:rPr>
          <w:rtl/>
        </w:rPr>
        <w:t xml:space="preserve">181 ـ الدهقان ( كش ) ملعون </w:t>
      </w:r>
      <w:r w:rsidRPr="00186E94">
        <w:rPr>
          <w:rStyle w:val="libFootnotenumChar"/>
          <w:rtl/>
        </w:rPr>
        <w:t>(3)</w:t>
      </w:r>
      <w:r>
        <w:rPr>
          <w:rtl/>
        </w:rPr>
        <w:t xml:space="preserve"> </w:t>
      </w:r>
    </w:p>
    <w:p w:rsidR="007849C6" w:rsidRDefault="007849C6" w:rsidP="007849C6">
      <w:pPr>
        <w:pStyle w:val="Heading1Center"/>
        <w:rPr>
          <w:rtl/>
        </w:rPr>
      </w:pPr>
      <w:bookmarkStart w:id="121" w:name="_Toc265165266"/>
      <w:bookmarkStart w:id="122" w:name="_Toc286683195"/>
      <w:bookmarkStart w:id="123" w:name="_Toc403904052"/>
      <w:r>
        <w:rPr>
          <w:rtl/>
        </w:rPr>
        <w:t>( باب الراء )</w:t>
      </w:r>
      <w:bookmarkEnd w:id="121"/>
      <w:bookmarkEnd w:id="122"/>
      <w:bookmarkEnd w:id="123"/>
    </w:p>
    <w:p w:rsidR="007849C6" w:rsidRDefault="007849C6" w:rsidP="00186E94">
      <w:pPr>
        <w:pStyle w:val="libNormal"/>
        <w:rPr>
          <w:rtl/>
        </w:rPr>
      </w:pPr>
      <w:r>
        <w:rPr>
          <w:rtl/>
        </w:rPr>
        <w:t xml:space="preserve">182 ـ ربيع بن زكريا الوراق كوفي ( جش ) طعن عليه بالغلو ، له كتاب فيه تخليط ذكره أبو العباس بن نوح ( غض ) ضعيف. </w:t>
      </w:r>
    </w:p>
    <w:p w:rsidR="007849C6" w:rsidRDefault="007849C6" w:rsidP="00186E94">
      <w:pPr>
        <w:pStyle w:val="libNormal"/>
        <w:rPr>
          <w:rtl/>
        </w:rPr>
      </w:pPr>
      <w:r>
        <w:rPr>
          <w:rtl/>
        </w:rPr>
        <w:t xml:space="preserve">183 ـ ربيعة بن عبدالرحمن المعروف بربيعة الرأي المدني الفقيه قر ( جخ ) عامي. </w:t>
      </w:r>
    </w:p>
    <w:p w:rsidR="007849C6" w:rsidRDefault="007849C6" w:rsidP="00186E94">
      <w:pPr>
        <w:pStyle w:val="libNormal"/>
        <w:rPr>
          <w:rtl/>
        </w:rPr>
      </w:pPr>
      <w:r>
        <w:rPr>
          <w:rtl/>
        </w:rPr>
        <w:t xml:space="preserve">184 ، 185 ـ رزين الابزاري ورزين الانماطي قر ( جخ ) مجهولان </w:t>
      </w:r>
    </w:p>
    <w:p w:rsidR="007849C6" w:rsidRDefault="007849C6" w:rsidP="007849C6">
      <w:pPr>
        <w:pStyle w:val="Heading1Center"/>
        <w:rPr>
          <w:rtl/>
        </w:rPr>
      </w:pPr>
      <w:bookmarkStart w:id="124" w:name="_Toc265165267"/>
      <w:bookmarkStart w:id="125" w:name="_Toc286683196"/>
      <w:bookmarkStart w:id="126" w:name="_Toc403904053"/>
      <w:r>
        <w:rPr>
          <w:rtl/>
        </w:rPr>
        <w:t>( باب الزاي المعجمة )</w:t>
      </w:r>
      <w:bookmarkEnd w:id="124"/>
      <w:bookmarkEnd w:id="125"/>
      <w:bookmarkEnd w:id="126"/>
    </w:p>
    <w:p w:rsidR="007849C6" w:rsidRDefault="007849C6" w:rsidP="00186E94">
      <w:pPr>
        <w:pStyle w:val="libNormal"/>
        <w:rPr>
          <w:rtl/>
        </w:rPr>
      </w:pPr>
      <w:r>
        <w:rPr>
          <w:rtl/>
        </w:rPr>
        <w:t xml:space="preserve">186 ـ زافربن عبدالله الانباري ق عامي. </w:t>
      </w:r>
    </w:p>
    <w:p w:rsidR="007849C6" w:rsidRDefault="007849C6" w:rsidP="00186E94">
      <w:pPr>
        <w:pStyle w:val="libNormal"/>
        <w:rPr>
          <w:rtl/>
        </w:rPr>
      </w:pPr>
      <w:r>
        <w:rPr>
          <w:rtl/>
        </w:rPr>
        <w:t xml:space="preserve">187 ـ زرعة بن محمد بن الحضرمي ق ، م ( جخ ، ست ) واقفي. </w:t>
      </w:r>
    </w:p>
    <w:p w:rsidR="007849C6" w:rsidRDefault="007849C6" w:rsidP="00186E94">
      <w:pPr>
        <w:pStyle w:val="libNormal"/>
        <w:rPr>
          <w:rtl/>
        </w:rPr>
      </w:pPr>
      <w:r>
        <w:rPr>
          <w:rtl/>
        </w:rPr>
        <w:t xml:space="preserve">188 ـ زفر بن الهذيل ( أبو الهذيل ) التميمي العنبري الكوفي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تقدم داود بن الحصين في القسم الاول. </w:t>
      </w:r>
    </w:p>
    <w:p w:rsidR="007849C6" w:rsidRDefault="007849C6" w:rsidP="002C2B53">
      <w:pPr>
        <w:pStyle w:val="libFootnote0"/>
        <w:rPr>
          <w:rtl/>
        </w:rPr>
      </w:pPr>
      <w:r>
        <w:rPr>
          <w:rtl/>
        </w:rPr>
        <w:t xml:space="preserve">2 ـ تقدم داود بن كثير الرقي في القسم الاول. </w:t>
      </w:r>
    </w:p>
    <w:p w:rsidR="007849C6" w:rsidRDefault="007849C6" w:rsidP="002C2B53">
      <w:pPr>
        <w:pStyle w:val="libFootnote0"/>
        <w:rPr>
          <w:rtl/>
        </w:rPr>
      </w:pPr>
      <w:r>
        <w:rPr>
          <w:rtl/>
        </w:rPr>
        <w:t xml:space="preserve">3 ـ الدهقان هو عروة بن يحيى البغدادي ، ذكره ( كش ) في ترجمة أحمد بن هلال العبرتائي. </w:t>
      </w:r>
    </w:p>
    <w:p w:rsidR="007849C6" w:rsidRDefault="007849C6" w:rsidP="00186E94">
      <w:pPr>
        <w:pStyle w:val="libNormal0"/>
        <w:rPr>
          <w:rtl/>
        </w:rPr>
      </w:pPr>
      <w:r>
        <w:rPr>
          <w:rtl/>
        </w:rPr>
        <w:br w:type="page"/>
      </w:r>
      <w:r>
        <w:rPr>
          <w:rtl/>
        </w:rPr>
        <w:lastRenderedPageBreak/>
        <w:t xml:space="preserve">ق ، م ( قي ) عامي. </w:t>
      </w:r>
    </w:p>
    <w:p w:rsidR="007849C6" w:rsidRDefault="007849C6" w:rsidP="00186E94">
      <w:pPr>
        <w:pStyle w:val="libNormal"/>
        <w:rPr>
          <w:rtl/>
        </w:rPr>
      </w:pPr>
      <w:r>
        <w:rPr>
          <w:rtl/>
        </w:rPr>
        <w:t xml:space="preserve">189 ـ زكريا بن محمد أبو عبد الله المؤمن ق ، م ( جش ) لقي الرضا </w:t>
      </w:r>
      <w:r w:rsidR="0006364F" w:rsidRPr="0006364F">
        <w:rPr>
          <w:rStyle w:val="libAlaemChar"/>
          <w:rFonts w:hint="cs"/>
          <w:rtl/>
        </w:rPr>
        <w:t>عليه‌السلام</w:t>
      </w:r>
      <w:r>
        <w:rPr>
          <w:rtl/>
        </w:rPr>
        <w:t xml:space="preserve"> وحكي عنه ما يدل على الوقف ، مختلط الامر في حديثه. </w:t>
      </w:r>
    </w:p>
    <w:p w:rsidR="007849C6" w:rsidRDefault="007849C6" w:rsidP="00186E94">
      <w:pPr>
        <w:pStyle w:val="libNormal"/>
        <w:rPr>
          <w:rtl/>
        </w:rPr>
      </w:pPr>
      <w:r>
        <w:rPr>
          <w:rtl/>
        </w:rPr>
        <w:t xml:space="preserve">190 ـ زكريا أبو يحيى كوكب الدم ( غض ) ضعيف وقد وثقه الكشي وغيره </w:t>
      </w:r>
      <w:r w:rsidRPr="00186E94">
        <w:rPr>
          <w:rStyle w:val="libFootnotenumChar"/>
          <w:rtl/>
        </w:rPr>
        <w:t>(1)</w:t>
      </w:r>
      <w:r>
        <w:rPr>
          <w:rtl/>
        </w:rPr>
        <w:t xml:space="preserve">. </w:t>
      </w:r>
    </w:p>
    <w:p w:rsidR="007849C6" w:rsidRDefault="007849C6" w:rsidP="00186E94">
      <w:pPr>
        <w:pStyle w:val="libNormal"/>
        <w:rPr>
          <w:rtl/>
        </w:rPr>
      </w:pPr>
      <w:r>
        <w:rPr>
          <w:rtl/>
        </w:rPr>
        <w:t xml:space="preserve">191 ـ زياد بن الاسود النجار قر ( جخ ) مجهول. </w:t>
      </w:r>
    </w:p>
    <w:p w:rsidR="007849C6" w:rsidRDefault="007849C6" w:rsidP="00186E94">
      <w:pPr>
        <w:pStyle w:val="libNormal"/>
        <w:rPr>
          <w:rtl/>
        </w:rPr>
      </w:pPr>
      <w:r>
        <w:rPr>
          <w:rtl/>
        </w:rPr>
        <w:t xml:space="preserve">192 ـ زياد بن مروان القندي ، بالقاف والنون ، ابو الفضل ق م ( جخ ) واقفي. </w:t>
      </w:r>
    </w:p>
    <w:p w:rsidR="007849C6" w:rsidRDefault="007849C6" w:rsidP="00186E94">
      <w:pPr>
        <w:pStyle w:val="libNormal"/>
        <w:rPr>
          <w:rtl/>
        </w:rPr>
      </w:pPr>
      <w:r>
        <w:rPr>
          <w:rtl/>
        </w:rPr>
        <w:t xml:space="preserve">193 ـ زياد بن المنذر أبو الجارود </w:t>
      </w:r>
      <w:r w:rsidRPr="00186E94">
        <w:rPr>
          <w:rStyle w:val="libFootnotenumChar"/>
          <w:rtl/>
        </w:rPr>
        <w:t>(2)</w:t>
      </w:r>
      <w:r>
        <w:rPr>
          <w:rtl/>
        </w:rPr>
        <w:t xml:space="preserve"> الهمداني بالمهملة الكوفي الحوفي ، بالحاء المهملة والفاء ، ومن اصحابنا من أثبته ( الخارقي ) بالخاء المعجمة والراء والقاف ( ومنهم من قال : الحرقي بالحاء المهملة والراء والقاف ) والاول المعتمد وهو خيرة الشيخ أبي جعفر </w:t>
      </w:r>
      <w:r w:rsidR="006B246D" w:rsidRPr="006B246D">
        <w:rPr>
          <w:rStyle w:val="libAlaemChar"/>
          <w:rFonts w:hint="cs"/>
          <w:rtl/>
        </w:rPr>
        <w:t>رحمه‌الله</w:t>
      </w:r>
      <w:r>
        <w:rPr>
          <w:rtl/>
        </w:rPr>
        <w:t xml:space="preserve"> ، تابعي قر ، ق ( جخ ) زيدي أعمى ينسب إليه الزيدية الجارودية. </w:t>
      </w:r>
    </w:p>
    <w:p w:rsidR="007849C6" w:rsidRDefault="007849C6" w:rsidP="00186E94">
      <w:pPr>
        <w:pStyle w:val="libNormal"/>
        <w:rPr>
          <w:rtl/>
        </w:rPr>
      </w:pPr>
      <w:r>
        <w:rPr>
          <w:rtl/>
        </w:rPr>
        <w:t xml:space="preserve">194 ـ زيد الاجري قر ، ق ( جخ ) مجهول. </w:t>
      </w:r>
    </w:p>
    <w:p w:rsidR="007849C6" w:rsidRDefault="007849C6" w:rsidP="00186E94">
      <w:pPr>
        <w:pStyle w:val="libNormal"/>
        <w:rPr>
          <w:rtl/>
        </w:rPr>
      </w:pPr>
      <w:r>
        <w:rPr>
          <w:rtl/>
        </w:rPr>
        <w:t xml:space="preserve">195 ـ زيد بن أسلم مولى عمر بن الخطاب ق ( جخ ) فيه نظر. </w:t>
      </w:r>
    </w:p>
    <w:p w:rsidR="007849C6" w:rsidRDefault="007849C6" w:rsidP="00186E94">
      <w:pPr>
        <w:pStyle w:val="libNormal"/>
        <w:rPr>
          <w:rtl/>
        </w:rPr>
      </w:pPr>
      <w:r>
        <w:rPr>
          <w:rtl/>
        </w:rPr>
        <w:t xml:space="preserve">196 ـ زيد بن موسى م ( جخ ) واقفي. </w:t>
      </w:r>
    </w:p>
    <w:p w:rsidR="007849C6" w:rsidRDefault="007849C6" w:rsidP="00186E94">
      <w:pPr>
        <w:pStyle w:val="libNormal"/>
        <w:rPr>
          <w:rtl/>
        </w:rPr>
      </w:pPr>
      <w:r>
        <w:rPr>
          <w:rtl/>
        </w:rPr>
        <w:t xml:space="preserve">197 ، 198 ـ زيد النرسي </w:t>
      </w:r>
      <w:r w:rsidRPr="00186E94">
        <w:rPr>
          <w:rStyle w:val="libFootnotenumChar"/>
          <w:rtl/>
        </w:rPr>
        <w:t>(3)</w:t>
      </w:r>
      <w:r>
        <w:rPr>
          <w:rtl/>
        </w:rPr>
        <w:t xml:space="preserve"> وزيد الزراد ( ست ) لهما أصلان لم يروهما محمد بن بابويه ، وقال في فهرسته ! هما موضوعان وكذلك كتاب خالد بن عبدالله بن سدير ، وضع هذه الاصول محمد بن موسى الهمداني.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تقدم زكريا ابو يحيى في القسم الاول ، فراجعه. </w:t>
      </w:r>
    </w:p>
    <w:p w:rsidR="007849C6" w:rsidRDefault="007849C6" w:rsidP="002C2B53">
      <w:pPr>
        <w:pStyle w:val="libFootnote0"/>
        <w:rPr>
          <w:rtl/>
        </w:rPr>
      </w:pPr>
      <w:r>
        <w:rPr>
          <w:rtl/>
        </w:rPr>
        <w:t xml:space="preserve">2 ـ تقدم في القسم الاول بعنوان زياد بن أبي رجا. </w:t>
      </w:r>
    </w:p>
    <w:p w:rsidR="007849C6" w:rsidRDefault="007849C6" w:rsidP="002C2B53">
      <w:pPr>
        <w:pStyle w:val="libFootnote0"/>
        <w:rPr>
          <w:rtl/>
        </w:rPr>
      </w:pPr>
      <w:r>
        <w:rPr>
          <w:rtl/>
        </w:rPr>
        <w:t xml:space="preserve">3 ـ تقدم زيد النرسي وزيد الزراد في القسم الاول. </w:t>
      </w:r>
    </w:p>
    <w:p w:rsidR="007849C6" w:rsidRDefault="007849C6" w:rsidP="007849C6">
      <w:pPr>
        <w:pStyle w:val="Heading1Center"/>
        <w:rPr>
          <w:rtl/>
        </w:rPr>
      </w:pPr>
      <w:r>
        <w:rPr>
          <w:rtl/>
        </w:rPr>
        <w:br w:type="page"/>
      </w:r>
      <w:bookmarkStart w:id="127" w:name="_Toc265165268"/>
      <w:bookmarkStart w:id="128" w:name="_Toc286683197"/>
      <w:bookmarkStart w:id="129" w:name="_Toc403904054"/>
      <w:r>
        <w:rPr>
          <w:rtl/>
        </w:rPr>
        <w:lastRenderedPageBreak/>
        <w:t>( باب السين المهملة )</w:t>
      </w:r>
      <w:bookmarkEnd w:id="127"/>
      <w:bookmarkEnd w:id="128"/>
      <w:bookmarkEnd w:id="129"/>
    </w:p>
    <w:p w:rsidR="007849C6" w:rsidRDefault="007849C6" w:rsidP="00186E94">
      <w:pPr>
        <w:pStyle w:val="libNormal"/>
        <w:rPr>
          <w:rtl/>
        </w:rPr>
      </w:pPr>
      <w:r>
        <w:rPr>
          <w:rtl/>
        </w:rPr>
        <w:t xml:space="preserve">199 ـ سالم بن أبي حفصة قر ( كش ) زيدي بتري ، كان يكذب على أبي جعفر </w:t>
      </w:r>
      <w:r w:rsidR="0006364F" w:rsidRPr="0006364F">
        <w:rPr>
          <w:rStyle w:val="libAlaemChar"/>
          <w:rFonts w:hint="cs"/>
          <w:rtl/>
        </w:rPr>
        <w:t>عليه‌السلام</w:t>
      </w:r>
      <w:r>
        <w:rPr>
          <w:rtl/>
        </w:rPr>
        <w:t xml:space="preserve"> لعنه الصادق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200 ـ سالم بن أبي سلمة الكندي السجستاني ( جش ) حديثه ليس بالنقي وان كنا لا نعرف منه إلا خيرا. </w:t>
      </w:r>
    </w:p>
    <w:p w:rsidR="007849C6" w:rsidRDefault="007849C6" w:rsidP="00186E94">
      <w:pPr>
        <w:pStyle w:val="libNormal"/>
        <w:rPr>
          <w:rtl/>
        </w:rPr>
      </w:pPr>
      <w:r>
        <w:rPr>
          <w:rtl/>
        </w:rPr>
        <w:t xml:space="preserve">201 ـ سالم قر ( جخ ) مجهول. </w:t>
      </w:r>
    </w:p>
    <w:p w:rsidR="007849C6" w:rsidRDefault="007849C6" w:rsidP="00186E94">
      <w:pPr>
        <w:pStyle w:val="libNormal"/>
        <w:rPr>
          <w:rtl/>
        </w:rPr>
      </w:pPr>
      <w:r>
        <w:rPr>
          <w:rtl/>
        </w:rPr>
        <w:t xml:space="preserve">202 ـ سالم بن مكرم أبو خديجة الجمال الكوفي مولى بني أسد ق ( ست ) ضعيف ، ومكرم يكنى أبا سلمة. </w:t>
      </w:r>
    </w:p>
    <w:p w:rsidR="007849C6" w:rsidRDefault="007849C6" w:rsidP="00186E94">
      <w:pPr>
        <w:pStyle w:val="libNormal"/>
        <w:rPr>
          <w:rtl/>
        </w:rPr>
      </w:pPr>
      <w:r>
        <w:rPr>
          <w:rtl/>
        </w:rPr>
        <w:t xml:space="preserve">203 ـ سعد بن أبي عمران م واقفي أنصاري. </w:t>
      </w:r>
    </w:p>
    <w:p w:rsidR="007849C6" w:rsidRDefault="007849C6" w:rsidP="00186E94">
      <w:pPr>
        <w:pStyle w:val="libNormal"/>
        <w:rPr>
          <w:rtl/>
        </w:rPr>
      </w:pPr>
      <w:r>
        <w:rPr>
          <w:rtl/>
        </w:rPr>
        <w:t xml:space="preserve">204 ـ سعد الحداد كذا ذكره الشيخ أبو جعفر </w:t>
      </w:r>
      <w:r w:rsidR="006B246D" w:rsidRPr="006B246D">
        <w:rPr>
          <w:rStyle w:val="libAlaemChar"/>
          <w:rFonts w:hint="cs"/>
          <w:rtl/>
        </w:rPr>
        <w:t>رحمه‌الله</w:t>
      </w:r>
      <w:r>
        <w:rPr>
          <w:rtl/>
        </w:rPr>
        <w:t xml:space="preserve"> ، ورأيت بعض أصحابنا قد أثبته في باب سعيد قر ( جخ ) مجهول. </w:t>
      </w:r>
    </w:p>
    <w:p w:rsidR="007849C6" w:rsidRDefault="007849C6" w:rsidP="00186E94">
      <w:pPr>
        <w:pStyle w:val="libNormal"/>
        <w:rPr>
          <w:rtl/>
        </w:rPr>
      </w:pPr>
      <w:r>
        <w:rPr>
          <w:rtl/>
        </w:rPr>
        <w:t xml:space="preserve">205 ـ سعد بن الحسن الكندي قر ( جخ ) مجهول. </w:t>
      </w:r>
    </w:p>
    <w:p w:rsidR="007849C6" w:rsidRDefault="007849C6" w:rsidP="00186E94">
      <w:pPr>
        <w:pStyle w:val="libNormal"/>
        <w:rPr>
          <w:rtl/>
        </w:rPr>
      </w:pPr>
      <w:r>
        <w:rPr>
          <w:rtl/>
        </w:rPr>
        <w:t xml:space="preserve">206 ـ سعد بن خلف م واقفي. </w:t>
      </w:r>
    </w:p>
    <w:p w:rsidR="007849C6" w:rsidRDefault="007849C6" w:rsidP="00186E94">
      <w:pPr>
        <w:pStyle w:val="libNormal"/>
        <w:rPr>
          <w:rtl/>
        </w:rPr>
      </w:pPr>
      <w:r>
        <w:rPr>
          <w:rtl/>
        </w:rPr>
        <w:t xml:space="preserve">207 ـ سعد بن طريف ، بالطاء المهملة ، الحنظلي وقيل الدئلي وهو الاسكاف ، ويقال الخفاف ين ، قر ، ق ( كش ) قال حمدويه : كان ناووسيا وقف على أبي عبدالله </w:t>
      </w:r>
      <w:r w:rsidR="0006364F" w:rsidRPr="0006364F">
        <w:rPr>
          <w:rStyle w:val="libAlaemChar"/>
          <w:rFonts w:hint="cs"/>
          <w:rtl/>
        </w:rPr>
        <w:t>عليه‌السلام</w:t>
      </w:r>
      <w:r>
        <w:rPr>
          <w:rtl/>
        </w:rPr>
        <w:t xml:space="preserve"> حديثه يعرف وينكر ( غض ) في حديثه نظر وهو يروي عن الاصبغ بن نباتة. </w:t>
      </w:r>
    </w:p>
    <w:p w:rsidR="007849C6" w:rsidRDefault="007849C6" w:rsidP="00186E94">
      <w:pPr>
        <w:pStyle w:val="libNormal"/>
        <w:rPr>
          <w:rtl/>
        </w:rPr>
      </w:pPr>
      <w:r>
        <w:rPr>
          <w:rtl/>
        </w:rPr>
        <w:t xml:space="preserve">208 ـ سعد بن عبدالله بن أبي خلف </w:t>
      </w:r>
      <w:r w:rsidRPr="00186E94">
        <w:rPr>
          <w:rStyle w:val="libFootnotenumChar"/>
          <w:rtl/>
        </w:rPr>
        <w:t>(1)</w:t>
      </w:r>
      <w:r>
        <w:rPr>
          <w:rtl/>
        </w:rPr>
        <w:t xml:space="preserve"> الاشعري القمي ، أبو القاسم كر ( جش ) رأيت بعض أصحابنا يضعف لقاءه أبا محمد </w:t>
      </w:r>
      <w:r w:rsidR="0006364F" w:rsidRPr="0006364F">
        <w:rPr>
          <w:rStyle w:val="libAlaemChar"/>
          <w:rFonts w:hint="cs"/>
          <w:rtl/>
        </w:rPr>
        <w:t>عليه‌السلام</w:t>
      </w:r>
      <w:r>
        <w:rPr>
          <w:rtl/>
        </w:rPr>
        <w:t xml:space="preserve"> ويقول : حكايته موضوعة عليه. </w:t>
      </w:r>
    </w:p>
    <w:p w:rsidR="007849C6" w:rsidRDefault="007849C6" w:rsidP="00186E94">
      <w:pPr>
        <w:pStyle w:val="libNormal"/>
        <w:rPr>
          <w:rtl/>
        </w:rPr>
      </w:pPr>
      <w:r>
        <w:rPr>
          <w:rtl/>
        </w:rPr>
        <w:t xml:space="preserve">209 ـ سعد بن عمران الانصاري م ( جخ ) واقفي </w:t>
      </w:r>
      <w:r w:rsidRPr="00186E94">
        <w:rPr>
          <w:rStyle w:val="libFootnotenumChar"/>
          <w:rtl/>
        </w:rPr>
        <w:t>(2)</w:t>
      </w:r>
      <w:r>
        <w:rPr>
          <w:rtl/>
        </w:rPr>
        <w:t xml:space="preserve">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تقدم في القسم الاول ، فراجعه. </w:t>
      </w:r>
    </w:p>
    <w:p w:rsidR="007849C6" w:rsidRDefault="007849C6" w:rsidP="002C2B53">
      <w:pPr>
        <w:pStyle w:val="libFootnote0"/>
        <w:rPr>
          <w:rtl/>
        </w:rPr>
      </w:pPr>
      <w:r>
        <w:rPr>
          <w:rtl/>
        </w:rPr>
        <w:t xml:space="preserve">2 ـ هذا هو سعد بن أبي عمران الانصاري السابق ولا يوجد سعد بن عمران في رجال الشيخ من أصحاب الكاظم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br w:type="page"/>
      </w:r>
      <w:r>
        <w:rPr>
          <w:rtl/>
        </w:rPr>
        <w:lastRenderedPageBreak/>
        <w:t xml:space="preserve">210 ـ سعد بن مسلم لا نعرفه. </w:t>
      </w:r>
    </w:p>
    <w:p w:rsidR="007849C6" w:rsidRDefault="007849C6" w:rsidP="00186E94">
      <w:pPr>
        <w:pStyle w:val="libNormal"/>
        <w:rPr>
          <w:rtl/>
        </w:rPr>
      </w:pPr>
      <w:r>
        <w:rPr>
          <w:rtl/>
        </w:rPr>
        <w:t xml:space="preserve">211 ـ سعيد بن بيان وثقه ( جش ) وذمه ( كش ) روى فيه عن أبي عبدالله </w:t>
      </w:r>
      <w:r w:rsidR="0006364F" w:rsidRPr="0006364F">
        <w:rPr>
          <w:rStyle w:val="libAlaemChar"/>
          <w:rFonts w:hint="cs"/>
          <w:rtl/>
        </w:rPr>
        <w:t>عليه‌السلام</w:t>
      </w:r>
      <w:r>
        <w:rPr>
          <w:rtl/>
        </w:rPr>
        <w:t xml:space="preserve"> أنه قال لما ذكر عنده أبو حنيفة سائق الحاج وأنه يسير في أربعة عشر يوما فقال : ( لاصلاة له ). </w:t>
      </w:r>
    </w:p>
    <w:p w:rsidR="007849C6" w:rsidRDefault="007849C6" w:rsidP="00186E94">
      <w:pPr>
        <w:pStyle w:val="libNormal"/>
        <w:rPr>
          <w:rtl/>
        </w:rPr>
      </w:pPr>
      <w:r>
        <w:rPr>
          <w:rtl/>
        </w:rPr>
        <w:t xml:space="preserve">212 ـ سعيد بن خيثم بالخاء المعجمة والياء المثناة تحت والثاء المثلثة أبو معمر ( الهلالي ) قر ، ق. </w:t>
      </w:r>
    </w:p>
    <w:p w:rsidR="007849C6" w:rsidRDefault="007849C6" w:rsidP="00186E94">
      <w:pPr>
        <w:pStyle w:val="libNormal"/>
        <w:rPr>
          <w:rtl/>
        </w:rPr>
      </w:pPr>
      <w:r>
        <w:rPr>
          <w:rtl/>
        </w:rPr>
        <w:t xml:space="preserve">213 ـ سعيد بن منصور زيدي. </w:t>
      </w:r>
    </w:p>
    <w:p w:rsidR="007849C6" w:rsidRDefault="007849C6" w:rsidP="00186E94">
      <w:pPr>
        <w:pStyle w:val="libNormal"/>
        <w:rPr>
          <w:rtl/>
        </w:rPr>
      </w:pPr>
      <w:r>
        <w:rPr>
          <w:rtl/>
        </w:rPr>
        <w:t xml:space="preserve">214 ـ سعيد بن معتوق ( كش ) مذموم زيدي. </w:t>
      </w:r>
    </w:p>
    <w:p w:rsidR="007849C6" w:rsidRDefault="007849C6" w:rsidP="00186E94">
      <w:pPr>
        <w:pStyle w:val="libNormal"/>
        <w:rPr>
          <w:rtl/>
        </w:rPr>
      </w:pPr>
      <w:r>
        <w:rPr>
          <w:rtl/>
        </w:rPr>
        <w:t xml:space="preserve">215 ـ سفيان بن عيينة ، بالعين المهملة المضمومة والياءين المثناتين تحت والنون ، ليس من اصحابنا ولا من عدادنا. </w:t>
      </w:r>
    </w:p>
    <w:p w:rsidR="007849C6" w:rsidRDefault="007849C6" w:rsidP="00186E94">
      <w:pPr>
        <w:pStyle w:val="libNormal"/>
        <w:rPr>
          <w:rtl/>
        </w:rPr>
      </w:pPr>
      <w:r>
        <w:rPr>
          <w:rtl/>
        </w:rPr>
        <w:t xml:space="preserve">216 ـ سفيان الثوري ، ليس من اصحابنا. </w:t>
      </w:r>
    </w:p>
    <w:p w:rsidR="007849C6" w:rsidRDefault="007849C6" w:rsidP="00186E94">
      <w:pPr>
        <w:pStyle w:val="libNormal"/>
        <w:rPr>
          <w:rtl/>
        </w:rPr>
      </w:pPr>
      <w:r>
        <w:rPr>
          <w:rtl/>
        </w:rPr>
        <w:t xml:space="preserve">217 ـ سفيان بن مصعب مجهول. </w:t>
      </w:r>
    </w:p>
    <w:p w:rsidR="007849C6" w:rsidRDefault="007849C6" w:rsidP="00186E94">
      <w:pPr>
        <w:pStyle w:val="libNormal"/>
        <w:rPr>
          <w:rtl/>
        </w:rPr>
      </w:pPr>
      <w:r>
        <w:rPr>
          <w:rtl/>
        </w:rPr>
        <w:t xml:space="preserve">218 ـ سلمة بن خطاب أبو الفضل البراوستاني ، قرية قريبة من قم ، الازد ورقاني قرية من سواد الري ( جش ) كان ضعيفا في حديثه ( غض ) ضعيف. </w:t>
      </w:r>
    </w:p>
    <w:p w:rsidR="007849C6" w:rsidRDefault="007849C6" w:rsidP="00186E94">
      <w:pPr>
        <w:pStyle w:val="libNormal"/>
        <w:rPr>
          <w:rtl/>
        </w:rPr>
      </w:pPr>
      <w:r>
        <w:rPr>
          <w:rtl/>
        </w:rPr>
        <w:t xml:space="preserve">219 ـ سلمة بن صالح الاحمر الواسطي ق ( جخ ) أصله كوفي مخلط. </w:t>
      </w:r>
    </w:p>
    <w:p w:rsidR="007849C6" w:rsidRDefault="007849C6" w:rsidP="00186E94">
      <w:pPr>
        <w:pStyle w:val="libNormal"/>
        <w:rPr>
          <w:rtl/>
        </w:rPr>
      </w:pPr>
      <w:r>
        <w:rPr>
          <w:rtl/>
        </w:rPr>
        <w:t xml:space="preserve">220 ـ سلمة بن كهيل ، بالضم ، قر ، ق ( كش ) مذموم بتري. </w:t>
      </w:r>
    </w:p>
    <w:p w:rsidR="007849C6" w:rsidRDefault="007849C6" w:rsidP="00186E94">
      <w:pPr>
        <w:pStyle w:val="libNormal"/>
        <w:rPr>
          <w:rtl/>
        </w:rPr>
      </w:pPr>
      <w:r>
        <w:rPr>
          <w:rtl/>
        </w:rPr>
        <w:t xml:space="preserve">221 ـ سليمان بن خالد أبو الربيع الهلالي كوفي مولاهم ق ( جخ ) خرج مع زيد فقطعت إصبعه ، ولم يخرج من اصحاب أبي جعفر </w:t>
      </w:r>
      <w:r w:rsidR="0006364F" w:rsidRPr="0006364F">
        <w:rPr>
          <w:rStyle w:val="libAlaemChar"/>
          <w:rFonts w:hint="cs"/>
          <w:rtl/>
        </w:rPr>
        <w:t>عليه‌السلام</w:t>
      </w:r>
      <w:r>
        <w:rPr>
          <w:rtl/>
        </w:rPr>
        <w:t xml:space="preserve"> غيره ، صاحب قرآن ( قي ) : خرج معه وأفلت ، وفي كتاب سعد أنه تاب من ذلك ورجع إلى الحق قبل موته ، ورضي عنه أبو عبد الله </w:t>
      </w:r>
      <w:r w:rsidR="0006364F" w:rsidRPr="0006364F">
        <w:rPr>
          <w:rStyle w:val="libAlaemChar"/>
          <w:rFonts w:hint="cs"/>
          <w:rtl/>
        </w:rPr>
        <w:t>عليه‌السلام</w:t>
      </w:r>
      <w:r>
        <w:rPr>
          <w:rtl/>
        </w:rPr>
        <w:t xml:space="preserve"> بعد سخطه ، وتوجع لموته. </w:t>
      </w:r>
    </w:p>
    <w:p w:rsidR="007849C6" w:rsidRDefault="007849C6" w:rsidP="00186E94">
      <w:pPr>
        <w:pStyle w:val="libNormal"/>
        <w:rPr>
          <w:rtl/>
        </w:rPr>
      </w:pPr>
      <w:r>
        <w:rPr>
          <w:rtl/>
        </w:rPr>
        <w:t xml:space="preserve">222 ـ سليمان بن داود المنقري لم ( غض ) ضعيف. </w:t>
      </w:r>
    </w:p>
    <w:p w:rsidR="007849C6" w:rsidRDefault="007849C6" w:rsidP="00186E94">
      <w:pPr>
        <w:pStyle w:val="libNormal"/>
        <w:rPr>
          <w:rtl/>
        </w:rPr>
      </w:pPr>
      <w:r>
        <w:rPr>
          <w:rtl/>
        </w:rPr>
        <w:t xml:space="preserve">223 ـ سليمان بن عبدالله الديلمي ق ( غض ) ليس بشئ </w:t>
      </w:r>
    </w:p>
    <w:p w:rsidR="007849C6" w:rsidRDefault="007849C6" w:rsidP="00186E94">
      <w:pPr>
        <w:pStyle w:val="libNormal"/>
        <w:rPr>
          <w:rtl/>
        </w:rPr>
      </w:pPr>
      <w:r>
        <w:rPr>
          <w:rtl/>
        </w:rPr>
        <w:br w:type="page"/>
      </w:r>
      <w:r>
        <w:rPr>
          <w:rtl/>
        </w:rPr>
        <w:lastRenderedPageBreak/>
        <w:t xml:space="preserve">224 ـ سليمان بن ( عمرو بن ) داود النخعي لم ( غض ) إنه كذاب النخع. </w:t>
      </w:r>
    </w:p>
    <w:p w:rsidR="007849C6" w:rsidRDefault="007849C6" w:rsidP="00186E94">
      <w:pPr>
        <w:pStyle w:val="libNormal"/>
        <w:rPr>
          <w:rtl/>
        </w:rPr>
      </w:pPr>
      <w:r>
        <w:rPr>
          <w:rtl/>
        </w:rPr>
        <w:t xml:space="preserve">225 ـ سليمان بن معلي بن خنيس ( غض ). </w:t>
      </w:r>
    </w:p>
    <w:p w:rsidR="007849C6" w:rsidRDefault="007849C6" w:rsidP="00186E94">
      <w:pPr>
        <w:pStyle w:val="libNormal"/>
        <w:rPr>
          <w:rtl/>
        </w:rPr>
      </w:pPr>
      <w:r>
        <w:rPr>
          <w:rtl/>
        </w:rPr>
        <w:t xml:space="preserve">226 ـ سليم بن قيس الهلالي ى ، ن ، سين ، ين ( جخ ) ينسب إليه الكتاب المشهور وهو موضوع بدليل أنه قال : إن محمد بن أبي بكر وعظ أباه عند موته. وقال فيه : إن الائمة ثلاثة عشر مع زيد. وأسانيده مختلفة ( غض ) : لم يرو عنه إلا أبان بن أبي عياش وفي الكتاب مناكير مشتهرة ، وما أظنه إلا موضوعا. </w:t>
      </w:r>
    </w:p>
    <w:p w:rsidR="007849C6" w:rsidRDefault="007849C6" w:rsidP="00186E94">
      <w:pPr>
        <w:pStyle w:val="libNormal"/>
        <w:rPr>
          <w:rtl/>
        </w:rPr>
      </w:pPr>
      <w:r>
        <w:rPr>
          <w:rtl/>
        </w:rPr>
        <w:t xml:space="preserve">227 ـ سماعة بن مهران مولى حضرموت ويقال مولى خولان ق ، م ( جخ ) واقفي. </w:t>
      </w:r>
    </w:p>
    <w:p w:rsidR="007849C6" w:rsidRDefault="007849C6" w:rsidP="00186E94">
      <w:pPr>
        <w:pStyle w:val="libNormal"/>
        <w:rPr>
          <w:rtl/>
        </w:rPr>
      </w:pPr>
      <w:r>
        <w:rPr>
          <w:rtl/>
        </w:rPr>
        <w:t xml:space="preserve">228 ـ سهل بن أحمد بن عبدالله الديباجي أبو محمد ( غض ) كان يضع الاحاديث ويروي عن المجاهيل ( جش ) لا بأس به </w:t>
      </w:r>
      <w:r w:rsidRPr="00186E94">
        <w:rPr>
          <w:rStyle w:val="libFootnotenumChar"/>
          <w:rtl/>
        </w:rPr>
        <w:t>(1)</w:t>
      </w:r>
      <w:r>
        <w:rPr>
          <w:rtl/>
        </w:rPr>
        <w:t xml:space="preserve">. </w:t>
      </w:r>
    </w:p>
    <w:p w:rsidR="007849C6" w:rsidRDefault="007849C6" w:rsidP="00186E94">
      <w:pPr>
        <w:pStyle w:val="libNormal"/>
        <w:rPr>
          <w:rtl/>
        </w:rPr>
      </w:pPr>
      <w:r>
        <w:rPr>
          <w:rtl/>
        </w:rPr>
        <w:t xml:space="preserve">229 ـ سهل بن زياد الادمي ابو سعيد الرازي د ، دى ، كر ( ست ) ضعيف ( غض ) ضعيف فاسد الرواية وكان أحمد بن محمد بن عيسى أخرجه من قم ونهى الناس عن السماع عنه ( جش ) كان أحمد بن محمد بن عيسى يشهد عليه بالغلو والكذب وأخرجه من قم إلى الري. </w:t>
      </w:r>
    </w:p>
    <w:p w:rsidR="007849C6" w:rsidRDefault="007849C6" w:rsidP="00186E94">
      <w:pPr>
        <w:pStyle w:val="libNormal"/>
        <w:rPr>
          <w:rtl/>
        </w:rPr>
      </w:pPr>
      <w:r>
        <w:rPr>
          <w:rtl/>
        </w:rPr>
        <w:t xml:space="preserve">230 ـ سهيل ، بالتصغير ، بن زياد الواسطي أبو يحيى لم ( جخ غض ) يعرف حديثه تارة وينكر اخرى. وروى عنه البرقي. </w:t>
      </w:r>
    </w:p>
    <w:p w:rsidR="007849C6" w:rsidRDefault="007849C6" w:rsidP="007849C6">
      <w:pPr>
        <w:pStyle w:val="Heading1Center"/>
        <w:rPr>
          <w:rtl/>
        </w:rPr>
      </w:pPr>
      <w:bookmarkStart w:id="130" w:name="_Toc265165269"/>
      <w:bookmarkStart w:id="131" w:name="_Toc286683198"/>
      <w:bookmarkStart w:id="132" w:name="_Toc403904055"/>
      <w:r>
        <w:rPr>
          <w:rtl/>
        </w:rPr>
        <w:t>( باب الشين المعجمة )</w:t>
      </w:r>
      <w:bookmarkEnd w:id="130"/>
      <w:bookmarkEnd w:id="131"/>
      <w:bookmarkEnd w:id="132"/>
    </w:p>
    <w:p w:rsidR="007849C6" w:rsidRDefault="007849C6" w:rsidP="00186E94">
      <w:pPr>
        <w:pStyle w:val="libNormal"/>
        <w:rPr>
          <w:rtl/>
        </w:rPr>
      </w:pPr>
      <w:r>
        <w:rPr>
          <w:rtl/>
        </w:rPr>
        <w:t xml:space="preserve">231 ـ شبث بن ربعي ى ( جخ ) رجع إلى الخوارج. </w:t>
      </w:r>
    </w:p>
    <w:p w:rsidR="007849C6" w:rsidRDefault="007849C6" w:rsidP="00186E94">
      <w:pPr>
        <w:pStyle w:val="libNormal"/>
        <w:rPr>
          <w:rtl/>
        </w:rPr>
      </w:pPr>
      <w:r>
        <w:rPr>
          <w:rtl/>
        </w:rPr>
        <w:t xml:space="preserve">232 ـ شريف بن سابق ، بالسين المهملة والباء المفردة ، ضعيف مضطرب.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تقدم ذكر سهل بن أحمد الديباجي ـ هذا ـ في القسم الاول ، فراجعه. </w:t>
      </w:r>
    </w:p>
    <w:p w:rsidR="007849C6" w:rsidRDefault="007849C6" w:rsidP="007849C6">
      <w:pPr>
        <w:pStyle w:val="Heading1Center"/>
        <w:rPr>
          <w:rtl/>
        </w:rPr>
      </w:pPr>
      <w:r>
        <w:rPr>
          <w:rtl/>
        </w:rPr>
        <w:br w:type="page"/>
      </w:r>
      <w:bookmarkStart w:id="133" w:name="_Toc265165270"/>
      <w:bookmarkStart w:id="134" w:name="_Toc286683199"/>
      <w:bookmarkStart w:id="135" w:name="_Toc403904056"/>
      <w:r>
        <w:rPr>
          <w:rtl/>
        </w:rPr>
        <w:lastRenderedPageBreak/>
        <w:t>( باب الصاد المهملة )</w:t>
      </w:r>
      <w:bookmarkEnd w:id="133"/>
      <w:bookmarkEnd w:id="134"/>
      <w:bookmarkEnd w:id="135"/>
    </w:p>
    <w:p w:rsidR="007849C6" w:rsidRDefault="007849C6" w:rsidP="00186E94">
      <w:pPr>
        <w:pStyle w:val="libNormal"/>
        <w:rPr>
          <w:rtl/>
        </w:rPr>
      </w:pPr>
      <w:r>
        <w:rPr>
          <w:rtl/>
        </w:rPr>
        <w:t xml:space="preserve">233 ـ صالح بن أبي حماد أبو الخير الرازي ، وأسم أبي الخير زاد به بالزاء والدال المهملة والباء المفردة كر ( جش ) كان أمره ملتبسا يعرف وينكر. </w:t>
      </w:r>
    </w:p>
    <w:p w:rsidR="007849C6" w:rsidRDefault="007849C6" w:rsidP="00186E94">
      <w:pPr>
        <w:pStyle w:val="libNormal"/>
        <w:rPr>
          <w:rtl/>
        </w:rPr>
      </w:pPr>
      <w:r>
        <w:rPr>
          <w:rtl/>
        </w:rPr>
        <w:t xml:space="preserve">234 ـ صالح بن الحكم النيلي الاحول ق ( جش ) ضعيف روى عنه ابن بكير وجميل بن دراج. </w:t>
      </w:r>
    </w:p>
    <w:p w:rsidR="007849C6" w:rsidRDefault="007849C6" w:rsidP="00186E94">
      <w:pPr>
        <w:pStyle w:val="libNormal"/>
        <w:rPr>
          <w:rtl/>
        </w:rPr>
      </w:pPr>
      <w:r>
        <w:rPr>
          <w:rtl/>
        </w:rPr>
        <w:t xml:space="preserve">235 ـ صالح بن سعيد الأحول م ( جخ ) مجهول ( غض ) ضعيف. </w:t>
      </w:r>
    </w:p>
    <w:p w:rsidR="007849C6" w:rsidRDefault="007849C6" w:rsidP="00186E94">
      <w:pPr>
        <w:pStyle w:val="libNormal"/>
        <w:rPr>
          <w:rtl/>
        </w:rPr>
      </w:pPr>
      <w:r>
        <w:rPr>
          <w:rtl/>
        </w:rPr>
        <w:t xml:space="preserve">236 ـ صالح بن سهيل ، بالتصغير ، الهمداني بالمهملة ق ( جخ ، غض ) ليس بشيء روى عنه الغلاة ( كش ) كان يعتقد في الصادق </w:t>
      </w:r>
      <w:r w:rsidR="0006364F" w:rsidRPr="0006364F">
        <w:rPr>
          <w:rStyle w:val="libAlaemChar"/>
          <w:rFonts w:hint="cs"/>
          <w:rtl/>
        </w:rPr>
        <w:t>عليه‌السلام</w:t>
      </w:r>
      <w:r>
        <w:rPr>
          <w:rtl/>
        </w:rPr>
        <w:t xml:space="preserve"> الربوبية وأنه دخل عليه فأقسم أنه ليس برب. </w:t>
      </w:r>
    </w:p>
    <w:p w:rsidR="007849C6" w:rsidRDefault="007849C6" w:rsidP="00186E94">
      <w:pPr>
        <w:pStyle w:val="libNormal"/>
        <w:rPr>
          <w:rtl/>
        </w:rPr>
      </w:pPr>
      <w:r>
        <w:rPr>
          <w:rtl/>
        </w:rPr>
        <w:t xml:space="preserve">237 ـ صالح بن عقبة بن سمعان مولى رسول الله </w:t>
      </w:r>
      <w:r w:rsidR="0006364F" w:rsidRPr="0006364F">
        <w:rPr>
          <w:rStyle w:val="libAlaemChar"/>
          <w:rFonts w:hint="cs"/>
          <w:rtl/>
        </w:rPr>
        <w:t>صلى‌الله‌عليه‌وآله</w:t>
      </w:r>
      <w:r>
        <w:rPr>
          <w:rtl/>
        </w:rPr>
        <w:t xml:space="preserve"> ق ( غض ) ليس حديثه بشيء ، كذاب غال كثير المناكير. </w:t>
      </w:r>
    </w:p>
    <w:p w:rsidR="007849C6" w:rsidRDefault="007849C6" w:rsidP="00186E94">
      <w:pPr>
        <w:pStyle w:val="libNormal"/>
        <w:rPr>
          <w:rtl/>
        </w:rPr>
      </w:pPr>
      <w:r>
        <w:rPr>
          <w:rtl/>
        </w:rPr>
        <w:t xml:space="preserve">238 ـ صالح بن علي بن عطية الاضخم أبو محمد بصري كان أخباريا وهو ضعيف. </w:t>
      </w:r>
    </w:p>
    <w:p w:rsidR="007849C6" w:rsidRDefault="007849C6" w:rsidP="00186E94">
      <w:pPr>
        <w:pStyle w:val="libNormal"/>
        <w:rPr>
          <w:rtl/>
        </w:rPr>
      </w:pPr>
      <w:r>
        <w:rPr>
          <w:rtl/>
        </w:rPr>
        <w:t xml:space="preserve">239 ـ صائد النهدي ( كش ) لعنه الصادق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240 ـ صباح بن بشير بن يحيى المقري أبومحمد قر ، ق ( غض ) زيدي. </w:t>
      </w:r>
    </w:p>
    <w:p w:rsidR="007849C6" w:rsidRDefault="007849C6" w:rsidP="00186E94">
      <w:pPr>
        <w:pStyle w:val="libNormal"/>
        <w:rPr>
          <w:rtl/>
        </w:rPr>
      </w:pPr>
      <w:r>
        <w:rPr>
          <w:rtl/>
        </w:rPr>
        <w:t xml:space="preserve">241 ـ صهيب مولى رسول الله </w:t>
      </w:r>
      <w:r w:rsidR="00CA64D5" w:rsidRPr="00CA64D5">
        <w:rPr>
          <w:rStyle w:val="libAlaemChar"/>
          <w:rFonts w:hint="cs"/>
          <w:rtl/>
        </w:rPr>
        <w:t>صلى‌الله‌عليه‌وآله‌وسلم</w:t>
      </w:r>
      <w:r>
        <w:rPr>
          <w:rtl/>
        </w:rPr>
        <w:t xml:space="preserve"> ل ( كش ) روى هشام بن سالم عن أبي عبدالله </w:t>
      </w:r>
      <w:r w:rsidR="0006364F" w:rsidRPr="0006364F">
        <w:rPr>
          <w:rStyle w:val="libAlaemChar"/>
          <w:rFonts w:hint="cs"/>
          <w:rtl/>
        </w:rPr>
        <w:t>عليه‌السلام</w:t>
      </w:r>
      <w:r>
        <w:rPr>
          <w:rtl/>
        </w:rPr>
        <w:t xml:space="preserve"> أنه كان عبد سوء. </w:t>
      </w:r>
    </w:p>
    <w:p w:rsidR="007849C6" w:rsidRDefault="007849C6" w:rsidP="007849C6">
      <w:pPr>
        <w:pStyle w:val="Heading1Center"/>
        <w:rPr>
          <w:rtl/>
        </w:rPr>
      </w:pPr>
      <w:bookmarkStart w:id="136" w:name="_Toc265165271"/>
      <w:bookmarkStart w:id="137" w:name="_Toc286683200"/>
      <w:bookmarkStart w:id="138" w:name="_Toc403904057"/>
      <w:r>
        <w:rPr>
          <w:rtl/>
        </w:rPr>
        <w:t>( باب الضاد المعجمة )</w:t>
      </w:r>
      <w:bookmarkEnd w:id="136"/>
      <w:bookmarkEnd w:id="137"/>
      <w:bookmarkEnd w:id="138"/>
    </w:p>
    <w:p w:rsidR="007849C6" w:rsidRDefault="007849C6" w:rsidP="00186E94">
      <w:pPr>
        <w:pStyle w:val="libNormal"/>
        <w:rPr>
          <w:rtl/>
        </w:rPr>
      </w:pPr>
      <w:r>
        <w:rPr>
          <w:rtl/>
        </w:rPr>
        <w:t xml:space="preserve">242 ـ الضحاك بن سعد الواسطي أبو عاصم </w:t>
      </w:r>
      <w:r w:rsidRPr="00186E94">
        <w:rPr>
          <w:rStyle w:val="libFootnotenumChar"/>
          <w:rtl/>
        </w:rPr>
        <w:t>(1)</w:t>
      </w:r>
      <w:r>
        <w:rPr>
          <w:rtl/>
        </w:rPr>
        <w:t xml:space="preserve"> النبيل الشيباني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سبق قلمه الشريف ، والكنية وبعدها للضاك بن محمد الحضرمي ، راجع النجاشي. </w:t>
      </w:r>
    </w:p>
    <w:p w:rsidR="007849C6" w:rsidRDefault="007849C6" w:rsidP="00186E94">
      <w:pPr>
        <w:pStyle w:val="libNormal0"/>
        <w:rPr>
          <w:rtl/>
        </w:rPr>
      </w:pPr>
      <w:r>
        <w:rPr>
          <w:rtl/>
        </w:rPr>
        <w:br w:type="page"/>
      </w:r>
      <w:r>
        <w:rPr>
          <w:rtl/>
        </w:rPr>
        <w:lastRenderedPageBreak/>
        <w:t xml:space="preserve">البصري لم ( جش ) عامي كذا رأيته بخط الشيخ أبي جعفر </w:t>
      </w:r>
      <w:r w:rsidR="006B246D" w:rsidRPr="006B246D">
        <w:rPr>
          <w:rStyle w:val="libAlaemChar"/>
          <w:rFonts w:hint="cs"/>
          <w:rtl/>
        </w:rPr>
        <w:t>رحمه‌الله</w:t>
      </w:r>
      <w:r>
        <w:rPr>
          <w:rtl/>
        </w:rPr>
        <w:t xml:space="preserve">. </w:t>
      </w:r>
    </w:p>
    <w:p w:rsidR="007849C6" w:rsidRDefault="007849C6" w:rsidP="007849C6">
      <w:pPr>
        <w:pStyle w:val="Heading1Center"/>
        <w:rPr>
          <w:rtl/>
        </w:rPr>
      </w:pPr>
      <w:bookmarkStart w:id="139" w:name="_Toc265165272"/>
      <w:bookmarkStart w:id="140" w:name="_Toc286683201"/>
      <w:bookmarkStart w:id="141" w:name="_Toc403904058"/>
      <w:r>
        <w:rPr>
          <w:rtl/>
        </w:rPr>
        <w:t>( باب الطاء المهملة )</w:t>
      </w:r>
      <w:bookmarkEnd w:id="139"/>
      <w:bookmarkEnd w:id="140"/>
      <w:bookmarkEnd w:id="141"/>
    </w:p>
    <w:p w:rsidR="007849C6" w:rsidRDefault="007849C6" w:rsidP="00186E94">
      <w:pPr>
        <w:pStyle w:val="libNormal"/>
        <w:rPr>
          <w:rtl/>
        </w:rPr>
      </w:pPr>
      <w:r>
        <w:rPr>
          <w:rtl/>
        </w:rPr>
        <w:t xml:space="preserve">243 ـ طاهر بن حاتم بن ماهويه ، بفتح الهاء والواو ، القزويني أخو فارس بن حاتم ق ، م ، ضا ( جش ) كان صحيحا ثم خلط ( ست ) تغير وأظهر القول بالغلو ( غض ) كان فاسد المذهب ضعيفا. </w:t>
      </w:r>
    </w:p>
    <w:p w:rsidR="007849C6" w:rsidRDefault="007849C6" w:rsidP="00186E94">
      <w:pPr>
        <w:pStyle w:val="libNormal"/>
        <w:rPr>
          <w:rtl/>
        </w:rPr>
      </w:pPr>
      <w:r>
        <w:rPr>
          <w:rtl/>
        </w:rPr>
        <w:t xml:space="preserve">244 ـ طلحة بن زيد أبو الخزرج النهدي الشامي ويقال الجزري ق ( جش ) عامي ( جخ ) ق ، قربتري ( ست ) عامي المذهب وكتابه معتمد عليه. </w:t>
      </w:r>
    </w:p>
    <w:p w:rsidR="007849C6" w:rsidRDefault="007849C6" w:rsidP="007849C6">
      <w:pPr>
        <w:pStyle w:val="Heading1Center"/>
        <w:rPr>
          <w:rtl/>
        </w:rPr>
      </w:pPr>
      <w:bookmarkStart w:id="142" w:name="_Toc265165273"/>
      <w:bookmarkStart w:id="143" w:name="_Toc286683202"/>
      <w:bookmarkStart w:id="144" w:name="_Toc403904059"/>
      <w:r>
        <w:rPr>
          <w:rtl/>
        </w:rPr>
        <w:t>( باب الظاء المعجمة )</w:t>
      </w:r>
      <w:bookmarkEnd w:id="142"/>
      <w:bookmarkEnd w:id="143"/>
      <w:bookmarkEnd w:id="144"/>
    </w:p>
    <w:p w:rsidR="007849C6" w:rsidRDefault="007849C6" w:rsidP="00186E94">
      <w:pPr>
        <w:pStyle w:val="libNormal"/>
        <w:rPr>
          <w:rtl/>
        </w:rPr>
      </w:pPr>
      <w:r>
        <w:rPr>
          <w:rtl/>
        </w:rPr>
        <w:t xml:space="preserve">245 ـ ظفر بن حمدون ( غض ) في مذهبه ضعف ، أبو منصور البادرائي </w:t>
      </w:r>
      <w:r w:rsidRPr="00186E94">
        <w:rPr>
          <w:rStyle w:val="libFootnotenumChar"/>
          <w:rtl/>
        </w:rPr>
        <w:t>(1)</w:t>
      </w:r>
      <w:r>
        <w:rPr>
          <w:rtl/>
        </w:rPr>
        <w:t xml:space="preserve"> </w:t>
      </w:r>
    </w:p>
    <w:p w:rsidR="007849C6" w:rsidRDefault="007849C6" w:rsidP="007849C6">
      <w:pPr>
        <w:pStyle w:val="Heading1Center"/>
        <w:rPr>
          <w:rtl/>
        </w:rPr>
      </w:pPr>
      <w:bookmarkStart w:id="145" w:name="_Toc265165274"/>
      <w:bookmarkStart w:id="146" w:name="_Toc286683203"/>
      <w:bookmarkStart w:id="147" w:name="_Toc403904060"/>
      <w:r>
        <w:rPr>
          <w:rtl/>
        </w:rPr>
        <w:t>( باب العين المهملة )</w:t>
      </w:r>
      <w:bookmarkEnd w:id="145"/>
      <w:bookmarkEnd w:id="146"/>
      <w:bookmarkEnd w:id="147"/>
    </w:p>
    <w:p w:rsidR="007849C6" w:rsidRDefault="007849C6" w:rsidP="00186E94">
      <w:pPr>
        <w:pStyle w:val="libNormal"/>
        <w:rPr>
          <w:rtl/>
        </w:rPr>
      </w:pPr>
      <w:r>
        <w:rPr>
          <w:rtl/>
        </w:rPr>
        <w:t xml:space="preserve">246 ـ عاصم بن الحسين ، وفي تصنيف بعض الاصحاب ابن الحسن. وخط الشيخ كما ذكرت م ( جخ ) مجهول. </w:t>
      </w:r>
    </w:p>
    <w:p w:rsidR="007849C6" w:rsidRDefault="007849C6" w:rsidP="00186E94">
      <w:pPr>
        <w:pStyle w:val="libNormal"/>
        <w:rPr>
          <w:rtl/>
        </w:rPr>
      </w:pPr>
      <w:r>
        <w:rPr>
          <w:rtl/>
        </w:rPr>
        <w:t xml:space="preserve">247 ـ عامر بن جذاعة ق ( كش ) روى عن أبي عبدالله </w:t>
      </w:r>
      <w:r w:rsidR="0006364F" w:rsidRPr="0006364F">
        <w:rPr>
          <w:rStyle w:val="libAlaemChar"/>
          <w:rFonts w:hint="cs"/>
          <w:rtl/>
        </w:rPr>
        <w:t>عليه‌السلام</w:t>
      </w:r>
      <w:r>
        <w:rPr>
          <w:rtl/>
        </w:rPr>
        <w:t xml:space="preserve">. أنه قال عنه وعن حجر بن زائدة : لاغفر الله لهما. </w:t>
      </w:r>
    </w:p>
    <w:p w:rsidR="007849C6" w:rsidRDefault="007849C6" w:rsidP="00186E94">
      <w:pPr>
        <w:pStyle w:val="libNormal"/>
        <w:rPr>
          <w:rtl/>
        </w:rPr>
      </w:pPr>
      <w:r>
        <w:rPr>
          <w:rtl/>
        </w:rPr>
        <w:t xml:space="preserve">248 ـ عامر بن كثير السراج سين ( جخ ) كان من دعائه </w:t>
      </w:r>
      <w:r w:rsidR="0006364F" w:rsidRPr="0006364F">
        <w:rPr>
          <w:rStyle w:val="libAlaemChar"/>
          <w:rFonts w:hint="cs"/>
          <w:rtl/>
        </w:rPr>
        <w:t>عليه‌السلام</w:t>
      </w:r>
      <w:r>
        <w:rPr>
          <w:rtl/>
        </w:rPr>
        <w:t xml:space="preserve"> ( جش ) زيدي كوفي ثقة. </w:t>
      </w:r>
    </w:p>
    <w:p w:rsidR="007849C6" w:rsidRDefault="007849C6" w:rsidP="00186E94">
      <w:pPr>
        <w:pStyle w:val="libNormal"/>
        <w:rPr>
          <w:rtl/>
        </w:rPr>
      </w:pPr>
      <w:r>
        <w:rPr>
          <w:rtl/>
        </w:rPr>
        <w:t xml:space="preserve">249 ـ عامر بن واثلة ل ، ى ، ين ( كش ) كان كيسانيا يقول بحياة محمد ابن الحنيفة وخرج تحت راية المختار </w:t>
      </w:r>
      <w:r w:rsidRPr="00186E94">
        <w:rPr>
          <w:rStyle w:val="libFootnotenumChar"/>
          <w:rtl/>
        </w:rPr>
        <w:t>(2)</w:t>
      </w:r>
      <w:r>
        <w:rPr>
          <w:rtl/>
        </w:rPr>
        <w:t xml:space="preserve">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1 ـ تقدم في القسم الاول ظفر بن حمدون.</w:t>
      </w:r>
    </w:p>
    <w:p w:rsidR="007849C6" w:rsidRDefault="007849C6" w:rsidP="002C2B53">
      <w:pPr>
        <w:pStyle w:val="libFootnote0"/>
        <w:rPr>
          <w:rtl/>
        </w:rPr>
      </w:pPr>
      <w:r>
        <w:rPr>
          <w:rtl/>
        </w:rPr>
        <w:t>2</w:t>
      </w:r>
      <w:r>
        <w:rPr>
          <w:rFonts w:hint="cs"/>
          <w:rtl/>
        </w:rPr>
        <w:t xml:space="preserve"> ـ</w:t>
      </w:r>
      <w:r>
        <w:rPr>
          <w:rtl/>
        </w:rPr>
        <w:t xml:space="preserve"> تقدم في القسم الاول عامر بن واثلة. </w:t>
      </w:r>
    </w:p>
    <w:p w:rsidR="007849C6" w:rsidRDefault="007849C6" w:rsidP="00186E94">
      <w:pPr>
        <w:pStyle w:val="libNormal"/>
        <w:rPr>
          <w:rtl/>
        </w:rPr>
      </w:pPr>
      <w:r>
        <w:rPr>
          <w:rtl/>
        </w:rPr>
        <w:br w:type="page"/>
      </w:r>
      <w:r>
        <w:rPr>
          <w:rtl/>
        </w:rPr>
        <w:lastRenderedPageBreak/>
        <w:t xml:space="preserve">250 ـ عامر بن مسلم سين ( جخ ) مجهول. </w:t>
      </w:r>
    </w:p>
    <w:p w:rsidR="007849C6" w:rsidRDefault="007849C6" w:rsidP="00186E94">
      <w:pPr>
        <w:pStyle w:val="libNormal"/>
        <w:rPr>
          <w:rtl/>
        </w:rPr>
      </w:pPr>
      <w:r>
        <w:rPr>
          <w:rtl/>
        </w:rPr>
        <w:t xml:space="preserve">251 ـ عباد بن جريح ، بالمعجمتين ، قر ( جخ ) عامي. </w:t>
      </w:r>
    </w:p>
    <w:p w:rsidR="007849C6" w:rsidRDefault="007849C6" w:rsidP="00186E94">
      <w:pPr>
        <w:pStyle w:val="libNormal"/>
        <w:rPr>
          <w:rtl/>
        </w:rPr>
      </w:pPr>
      <w:r>
        <w:rPr>
          <w:rtl/>
        </w:rPr>
        <w:t xml:space="preserve">252 ـ عبادة بن زياد الاسدي ( جش ) زيدي كوفي ثقة. </w:t>
      </w:r>
    </w:p>
    <w:p w:rsidR="007849C6" w:rsidRDefault="007849C6" w:rsidP="00186E94">
      <w:pPr>
        <w:pStyle w:val="libNormal"/>
        <w:rPr>
          <w:rtl/>
        </w:rPr>
      </w:pPr>
      <w:r>
        <w:rPr>
          <w:rtl/>
        </w:rPr>
        <w:t xml:space="preserve">253 ـ عباد بن صهيب قر ، ق ( جخ ) عامي ( كش ) مرجي. </w:t>
      </w:r>
    </w:p>
    <w:p w:rsidR="007849C6" w:rsidRDefault="007849C6" w:rsidP="00186E94">
      <w:pPr>
        <w:pStyle w:val="libNormal"/>
        <w:rPr>
          <w:rtl/>
        </w:rPr>
      </w:pPr>
      <w:r>
        <w:rPr>
          <w:rtl/>
        </w:rPr>
        <w:t xml:space="preserve">254 ـ عباد بن قيس ين ( جخ ) صاحب الترهات. </w:t>
      </w:r>
    </w:p>
    <w:p w:rsidR="007849C6" w:rsidRDefault="007849C6" w:rsidP="00186E94">
      <w:pPr>
        <w:pStyle w:val="libNormal"/>
        <w:rPr>
          <w:rtl/>
        </w:rPr>
      </w:pPr>
      <w:r>
        <w:rPr>
          <w:rtl/>
        </w:rPr>
        <w:t xml:space="preserve">255 ـ عباد بن كثير الكاهلي الثقفي ق ( جخ ) شيخ قديم كان سفيان الثوري يكذبه. </w:t>
      </w:r>
    </w:p>
    <w:p w:rsidR="007849C6" w:rsidRDefault="007849C6" w:rsidP="00186E94">
      <w:pPr>
        <w:pStyle w:val="libNormal"/>
        <w:rPr>
          <w:rtl/>
        </w:rPr>
      </w:pPr>
      <w:r>
        <w:rPr>
          <w:rtl/>
        </w:rPr>
        <w:t xml:space="preserve">256 ـ عباد بن يعقوب الرواجني لم ( ست ) عامي المذهب. </w:t>
      </w:r>
    </w:p>
    <w:p w:rsidR="007849C6" w:rsidRDefault="007849C6" w:rsidP="00186E94">
      <w:pPr>
        <w:pStyle w:val="libNormal"/>
        <w:rPr>
          <w:rtl/>
        </w:rPr>
      </w:pPr>
      <w:r>
        <w:rPr>
          <w:rtl/>
        </w:rPr>
        <w:t xml:space="preserve">257 ـ العباس بن صدقة ( كش ) غال ( فش ) من الكذابين المشهورين بالكذب. </w:t>
      </w:r>
    </w:p>
    <w:p w:rsidR="007849C6" w:rsidRDefault="007849C6" w:rsidP="00186E94">
      <w:pPr>
        <w:pStyle w:val="libNormal"/>
        <w:rPr>
          <w:rtl/>
        </w:rPr>
      </w:pPr>
      <w:r>
        <w:rPr>
          <w:rtl/>
        </w:rPr>
        <w:t xml:space="preserve">258 ـ عبدالله بن أبي الدنيا لم ( ست ) عامي. </w:t>
      </w:r>
    </w:p>
    <w:p w:rsidR="007849C6" w:rsidRDefault="007849C6" w:rsidP="00186E94">
      <w:pPr>
        <w:pStyle w:val="libNormal"/>
        <w:rPr>
          <w:rtl/>
        </w:rPr>
      </w:pPr>
      <w:r>
        <w:rPr>
          <w:rtl/>
        </w:rPr>
        <w:t xml:space="preserve">259 ـ عبدالله بن أبي زيد الانباري لم ( جخ ) ضعيف </w:t>
      </w:r>
      <w:r w:rsidRPr="00186E94">
        <w:rPr>
          <w:rStyle w:val="libFootnotenumChar"/>
          <w:rtl/>
        </w:rPr>
        <w:t>(1)</w:t>
      </w:r>
      <w:r>
        <w:rPr>
          <w:rtl/>
        </w:rPr>
        <w:t xml:space="preserve"> ورأيت بعض المصنفين قد أثبته ( الانصاري ) وانما هو الانباري ورأيته بخط الشيخ أبي جعفر </w:t>
      </w:r>
      <w:r w:rsidR="006B246D" w:rsidRPr="006B246D">
        <w:rPr>
          <w:rStyle w:val="libAlaemChar"/>
          <w:rFonts w:hint="cs"/>
          <w:rtl/>
        </w:rPr>
        <w:t>رحمه‌الله</w:t>
      </w:r>
      <w:r>
        <w:rPr>
          <w:rtl/>
        </w:rPr>
        <w:t xml:space="preserve"> في كتاب الرجال له كذلك. </w:t>
      </w:r>
    </w:p>
    <w:p w:rsidR="007849C6" w:rsidRDefault="007849C6" w:rsidP="00186E94">
      <w:pPr>
        <w:pStyle w:val="libNormal"/>
        <w:rPr>
          <w:rtl/>
        </w:rPr>
      </w:pPr>
      <w:r>
        <w:rPr>
          <w:rtl/>
        </w:rPr>
        <w:t xml:space="preserve">260 ـ عبدالله بن إبراهيم الغفاري ق ( غض ) يلقي عليه الفاسد. </w:t>
      </w:r>
    </w:p>
    <w:p w:rsidR="007849C6" w:rsidRDefault="007849C6" w:rsidP="00186E94">
      <w:pPr>
        <w:pStyle w:val="libNormal"/>
        <w:rPr>
          <w:rtl/>
        </w:rPr>
      </w:pPr>
      <w:r>
        <w:rPr>
          <w:rtl/>
        </w:rPr>
        <w:t xml:space="preserve">261 ـ عبدالله بن أحمد بن أبي زيد الانباري أبو طالب لم ( ست ) قيل إنه كان من الناووسية. ويقوي في نفسي أنه الذي قبله وأن أبا زيد جده </w:t>
      </w:r>
      <w:r w:rsidRPr="00186E94">
        <w:rPr>
          <w:rStyle w:val="libFootnotenumChar"/>
          <w:rtl/>
        </w:rPr>
        <w:t>(2)</w:t>
      </w:r>
      <w:r>
        <w:rPr>
          <w:rtl/>
        </w:rPr>
        <w:t xml:space="preserve">. </w:t>
      </w:r>
    </w:p>
    <w:p w:rsidR="007849C6" w:rsidRDefault="007849C6" w:rsidP="00186E94">
      <w:pPr>
        <w:pStyle w:val="libNormal"/>
        <w:rPr>
          <w:rtl/>
        </w:rPr>
      </w:pPr>
      <w:r>
        <w:rPr>
          <w:rtl/>
        </w:rPr>
        <w:t xml:space="preserve">262 ـ عبدالله بن أيوب راشد الزهري ، بياع الزطي ق ( جش ) ثقة وفيه تخليط ( غض ) ذكره الغلاة ورووا عنه لا نعرفه.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تقدم في القسم الاول بعنوان عبدالله بن أبي زيد أحمد بن يعقوب بن نصر الانباري. </w:t>
      </w:r>
    </w:p>
    <w:p w:rsidR="007849C6" w:rsidRDefault="007849C6" w:rsidP="002C2B53">
      <w:pPr>
        <w:pStyle w:val="libFootnote0"/>
        <w:rPr>
          <w:rtl/>
        </w:rPr>
      </w:pPr>
      <w:r>
        <w:rPr>
          <w:rtl/>
        </w:rPr>
        <w:t xml:space="preserve">2 ـ الصواب أن أبا زيد كنية لاحمد وجده يعقوب وقد تقدم في القسم الاول بعنوان عبدالله بن أبي زيد أحمد بن يعقوب بن نصر الانباري. </w:t>
      </w:r>
    </w:p>
    <w:p w:rsidR="007849C6" w:rsidRDefault="007849C6" w:rsidP="00186E94">
      <w:pPr>
        <w:pStyle w:val="libNormal"/>
        <w:rPr>
          <w:rtl/>
        </w:rPr>
      </w:pPr>
      <w:r>
        <w:rPr>
          <w:rtl/>
        </w:rPr>
        <w:br w:type="page"/>
      </w:r>
      <w:r>
        <w:rPr>
          <w:rtl/>
        </w:rPr>
        <w:lastRenderedPageBreak/>
        <w:t xml:space="preserve">263 ـ عبدالله بن بشير السرخسي نفاه إسماعيل بن أحمد صاحب خراسان عن البلد. </w:t>
      </w:r>
    </w:p>
    <w:p w:rsidR="007849C6" w:rsidRDefault="007849C6" w:rsidP="00186E94">
      <w:pPr>
        <w:pStyle w:val="libNormal"/>
        <w:rPr>
          <w:rtl/>
        </w:rPr>
      </w:pPr>
      <w:r>
        <w:rPr>
          <w:rtl/>
        </w:rPr>
        <w:t xml:space="preserve">264 ـ عبدالله بن بحر لم روى عن أبي بصير والرجل ضعيف مرتفع القول. </w:t>
      </w:r>
    </w:p>
    <w:p w:rsidR="007849C6" w:rsidRDefault="007849C6" w:rsidP="00186E94">
      <w:pPr>
        <w:pStyle w:val="libNormal"/>
        <w:rPr>
          <w:rtl/>
        </w:rPr>
      </w:pPr>
      <w:r>
        <w:rPr>
          <w:rtl/>
        </w:rPr>
        <w:t xml:space="preserve">265 ـ عبدالله بن بكر الارجاني ، بالراء والجيم والنون ق ( جخ كش ) مرتفع القول ضعيف. </w:t>
      </w:r>
    </w:p>
    <w:p w:rsidR="007849C6" w:rsidRDefault="007849C6" w:rsidP="00186E94">
      <w:pPr>
        <w:pStyle w:val="libNormal"/>
        <w:rPr>
          <w:rtl/>
        </w:rPr>
      </w:pPr>
      <w:r>
        <w:rPr>
          <w:rtl/>
        </w:rPr>
        <w:t xml:space="preserve">266 ـ عبدالله بن بكير الشيباني ( ست ) فطحي ثقة يكني أبا عتبة </w:t>
      </w:r>
      <w:r w:rsidRPr="00186E94">
        <w:rPr>
          <w:rStyle w:val="libFootnotenumChar"/>
          <w:rtl/>
        </w:rPr>
        <w:t>(1)</w:t>
      </w:r>
      <w:r>
        <w:rPr>
          <w:rtl/>
        </w:rPr>
        <w:t xml:space="preserve">. </w:t>
      </w:r>
    </w:p>
    <w:p w:rsidR="007849C6" w:rsidRDefault="007849C6" w:rsidP="00186E94">
      <w:pPr>
        <w:pStyle w:val="libNormal"/>
        <w:rPr>
          <w:rtl/>
        </w:rPr>
      </w:pPr>
      <w:r>
        <w:rPr>
          <w:rtl/>
        </w:rPr>
        <w:t xml:space="preserve">267 ـ عبدالله البرقي ين ( كش ) عامي </w:t>
      </w:r>
      <w:r w:rsidRPr="00186E94">
        <w:rPr>
          <w:rStyle w:val="libFootnotenumChar"/>
          <w:rtl/>
        </w:rPr>
        <w:t>(2)</w:t>
      </w:r>
      <w:r>
        <w:rPr>
          <w:rtl/>
        </w:rPr>
        <w:t xml:space="preserve">. </w:t>
      </w:r>
    </w:p>
    <w:p w:rsidR="007849C6" w:rsidRDefault="007849C6" w:rsidP="00186E94">
      <w:pPr>
        <w:pStyle w:val="libNormal"/>
        <w:rPr>
          <w:rtl/>
        </w:rPr>
      </w:pPr>
      <w:r>
        <w:rPr>
          <w:rtl/>
        </w:rPr>
        <w:t xml:space="preserve">268 ـ عبدالله بن جريج ، بالضمتين والجيمين قر ( جخ ، كش ) عامي </w:t>
      </w:r>
      <w:r w:rsidRPr="00186E94">
        <w:rPr>
          <w:rStyle w:val="libFootnotenumChar"/>
          <w:rtl/>
        </w:rPr>
        <w:t>(3)</w:t>
      </w:r>
      <w:r>
        <w:rPr>
          <w:rtl/>
        </w:rPr>
        <w:t xml:space="preserve">. </w:t>
      </w:r>
    </w:p>
    <w:p w:rsidR="007849C6" w:rsidRDefault="007849C6" w:rsidP="00186E94">
      <w:pPr>
        <w:pStyle w:val="libNormal"/>
        <w:rPr>
          <w:rtl/>
        </w:rPr>
      </w:pPr>
      <w:r>
        <w:rPr>
          <w:rtl/>
        </w:rPr>
        <w:t xml:space="preserve">269 ـ عبدالله بن الحارث أخو مالك الاشتر ى ( كش ) روى بريد العجلي عن أبي عبدالله </w:t>
      </w:r>
      <w:r w:rsidR="0006364F" w:rsidRPr="0006364F">
        <w:rPr>
          <w:rStyle w:val="libAlaemChar"/>
          <w:rFonts w:hint="cs"/>
          <w:rtl/>
        </w:rPr>
        <w:t>عليه‌السلام</w:t>
      </w:r>
      <w:r>
        <w:rPr>
          <w:rtl/>
        </w:rPr>
        <w:t xml:space="preserve"> أن قوله : ( هل أنبئكم على من تنزل الشياطين ) نزلت في سبعة هو أحدهم. </w:t>
      </w:r>
    </w:p>
    <w:p w:rsidR="007849C6" w:rsidRDefault="007849C6" w:rsidP="00186E94">
      <w:pPr>
        <w:pStyle w:val="libNormal"/>
        <w:rPr>
          <w:rtl/>
        </w:rPr>
      </w:pPr>
      <w:r>
        <w:rPr>
          <w:rtl/>
        </w:rPr>
        <w:t xml:space="preserve">270 ـ عبدالله بن الحكم الارمني ق ( جش ) ضعيف. </w:t>
      </w:r>
    </w:p>
    <w:p w:rsidR="007849C6" w:rsidRDefault="007849C6" w:rsidP="00186E94">
      <w:pPr>
        <w:pStyle w:val="libNormal"/>
        <w:rPr>
          <w:rtl/>
        </w:rPr>
      </w:pPr>
      <w:r>
        <w:rPr>
          <w:rtl/>
        </w:rPr>
        <w:t xml:space="preserve">271 ـ عبدالله بن خداش أبو خداش المهري </w:t>
      </w:r>
      <w:r w:rsidRPr="00186E94">
        <w:rPr>
          <w:rStyle w:val="libFootnotenumChar"/>
          <w:rtl/>
        </w:rPr>
        <w:t>(4)</w:t>
      </w:r>
      <w:r>
        <w:rPr>
          <w:rtl/>
        </w:rPr>
        <w:t xml:space="preserve"> ، بفتح الميم وسكون الهاء ، و ( مهرة ) قبيلة من طيء وقال ( جخ ) : مهرة محلة بالبصرة ق ، م ( جخ ، جش ) ضعيف جدا ، في مذهبه ارتفاع. لكن رأيته في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تقدم في القسم الاول ، ولكن في ( ست ) أن كنيته أبو علي لا أبو عتبة. </w:t>
      </w:r>
    </w:p>
    <w:p w:rsidR="007849C6" w:rsidRDefault="007849C6" w:rsidP="002C2B53">
      <w:pPr>
        <w:pStyle w:val="libFootnote0"/>
        <w:rPr>
          <w:rtl/>
        </w:rPr>
      </w:pPr>
      <w:r>
        <w:rPr>
          <w:rtl/>
        </w:rPr>
        <w:t xml:space="preserve">2 ـ ذكر هذا الاسم ( كش ) ضمن ترجمة شعيب مولى علي بن الحسين </w:t>
      </w:r>
      <w:r w:rsidR="0006364F" w:rsidRPr="0006364F">
        <w:rPr>
          <w:rStyle w:val="libAlaemChar"/>
          <w:rFonts w:hint="cs"/>
          <w:rtl/>
        </w:rPr>
        <w:t>عليه‌السلام</w:t>
      </w:r>
      <w:r>
        <w:rPr>
          <w:rtl/>
        </w:rPr>
        <w:t xml:space="preserve">. </w:t>
      </w:r>
    </w:p>
    <w:p w:rsidR="007849C6" w:rsidRDefault="007849C6" w:rsidP="002C2B53">
      <w:pPr>
        <w:pStyle w:val="libFootnote0"/>
        <w:rPr>
          <w:rtl/>
        </w:rPr>
      </w:pPr>
      <w:r>
        <w:rPr>
          <w:rtl/>
        </w:rPr>
        <w:t xml:space="preserve">3 ـ لم يذكر ( كش ) عبدالله بن جريج وإنما ذكر عبدالله بن جريح في ترجمة محمد بن إسحاق صاحب المغازي. </w:t>
      </w:r>
    </w:p>
    <w:p w:rsidR="007849C6" w:rsidRDefault="007849C6" w:rsidP="002C2B53">
      <w:pPr>
        <w:pStyle w:val="libFootnote0"/>
        <w:rPr>
          <w:rtl/>
        </w:rPr>
      </w:pPr>
      <w:r>
        <w:rPr>
          <w:rtl/>
        </w:rPr>
        <w:t xml:space="preserve">4 ـ ذكره ( كش ) ضمن ترجمة محمد بن أبي زينب. </w:t>
      </w:r>
    </w:p>
    <w:p w:rsidR="007849C6" w:rsidRDefault="007849C6" w:rsidP="00186E94">
      <w:pPr>
        <w:pStyle w:val="libNormal0"/>
        <w:rPr>
          <w:rtl/>
        </w:rPr>
      </w:pPr>
      <w:r>
        <w:rPr>
          <w:rtl/>
        </w:rPr>
        <w:br w:type="page"/>
      </w:r>
      <w:r>
        <w:rPr>
          <w:rtl/>
        </w:rPr>
        <w:lastRenderedPageBreak/>
        <w:t xml:space="preserve">( كتاب ) الرجال للشيخ بخطه في رجال الصادق </w:t>
      </w:r>
      <w:r w:rsidR="0006364F" w:rsidRPr="0006364F">
        <w:rPr>
          <w:rStyle w:val="libAlaemChar"/>
          <w:rFonts w:hint="cs"/>
          <w:rtl/>
        </w:rPr>
        <w:t>عليه‌السلام</w:t>
      </w:r>
      <w:r>
        <w:rPr>
          <w:rtl/>
        </w:rPr>
        <w:t xml:space="preserve"> : ( عبدالله ابن خراش ، بالراء ، البصري ) وفي رجال الكاظم </w:t>
      </w:r>
      <w:r w:rsidR="0006364F" w:rsidRPr="0006364F">
        <w:rPr>
          <w:rStyle w:val="libAlaemChar"/>
          <w:rFonts w:hint="cs"/>
          <w:rtl/>
        </w:rPr>
        <w:t>عليه‌السلام</w:t>
      </w:r>
      <w:r>
        <w:rPr>
          <w:rtl/>
        </w:rPr>
        <w:t xml:space="preserve"> ( عبدالله بن خداش ، بالدال ، أبو خداش المهري ). </w:t>
      </w:r>
    </w:p>
    <w:p w:rsidR="007849C6" w:rsidRDefault="007849C6" w:rsidP="00186E94">
      <w:pPr>
        <w:pStyle w:val="libNormal"/>
        <w:rPr>
          <w:rtl/>
        </w:rPr>
      </w:pPr>
      <w:r>
        <w:rPr>
          <w:rtl/>
        </w:rPr>
        <w:t xml:space="preserve">272 ـ عبدالله بن داهر بن يحيى الاحمري ( جش ) ضعيف. </w:t>
      </w:r>
    </w:p>
    <w:p w:rsidR="007849C6" w:rsidRDefault="007849C6" w:rsidP="00186E94">
      <w:pPr>
        <w:pStyle w:val="libNormal"/>
        <w:rPr>
          <w:rtl/>
        </w:rPr>
      </w:pPr>
      <w:r>
        <w:rPr>
          <w:rtl/>
        </w:rPr>
        <w:t xml:space="preserve">273 ـ عبدالله الرقي عامي. </w:t>
      </w:r>
    </w:p>
    <w:p w:rsidR="007849C6" w:rsidRDefault="007849C6" w:rsidP="00186E94">
      <w:pPr>
        <w:pStyle w:val="libNormal"/>
        <w:rPr>
          <w:rtl/>
        </w:rPr>
      </w:pPr>
      <w:r>
        <w:rPr>
          <w:rtl/>
        </w:rPr>
        <w:t xml:space="preserve">274 ـ عبدالله بن الزبير الرسان ، بتشديد السين المهملة والنون ( كش ) في جملة من اصيب مع زيد. </w:t>
      </w:r>
    </w:p>
    <w:p w:rsidR="007849C6" w:rsidRDefault="007849C6" w:rsidP="00186E94">
      <w:pPr>
        <w:pStyle w:val="libNormal"/>
        <w:rPr>
          <w:rtl/>
        </w:rPr>
      </w:pPr>
      <w:r>
        <w:rPr>
          <w:rtl/>
        </w:rPr>
        <w:t xml:space="preserve">275 ـ عبدالله بن زرعة قر ( جخ ) مجهول. </w:t>
      </w:r>
    </w:p>
    <w:p w:rsidR="007849C6" w:rsidRDefault="007849C6" w:rsidP="00186E94">
      <w:pPr>
        <w:pStyle w:val="libNormal"/>
        <w:rPr>
          <w:rtl/>
        </w:rPr>
      </w:pPr>
      <w:r>
        <w:rPr>
          <w:rtl/>
        </w:rPr>
        <w:t xml:space="preserve">276 ـ عبدالله بن زيد الانباري. </w:t>
      </w:r>
    </w:p>
    <w:p w:rsidR="007849C6" w:rsidRDefault="007849C6" w:rsidP="00186E94">
      <w:pPr>
        <w:pStyle w:val="libNormal"/>
        <w:rPr>
          <w:rtl/>
        </w:rPr>
      </w:pPr>
      <w:r>
        <w:rPr>
          <w:rtl/>
        </w:rPr>
        <w:t xml:space="preserve">277 ـ عبدالله بن سالم ق ( جخ ، كش ) </w:t>
      </w:r>
      <w:r w:rsidRPr="00186E94">
        <w:rPr>
          <w:rStyle w:val="libFootnotenumChar"/>
          <w:rtl/>
        </w:rPr>
        <w:t>(1)</w:t>
      </w:r>
      <w:r>
        <w:rPr>
          <w:rtl/>
        </w:rPr>
        <w:t xml:space="preserve"> مرتفع القول ضعيف لا يعبأ به. </w:t>
      </w:r>
    </w:p>
    <w:p w:rsidR="007849C6" w:rsidRDefault="007849C6" w:rsidP="00186E94">
      <w:pPr>
        <w:pStyle w:val="libNormal"/>
        <w:rPr>
          <w:rtl/>
        </w:rPr>
      </w:pPr>
      <w:r>
        <w:rPr>
          <w:rtl/>
        </w:rPr>
        <w:t xml:space="preserve">278 ـ عبدالله بن سبا ي ( جخ ) رجع إلى الكفر وأظهر الغلو ( كش ) كان يدعي النبوة وأن عليا </w:t>
      </w:r>
      <w:r w:rsidR="0006364F" w:rsidRPr="0006364F">
        <w:rPr>
          <w:rStyle w:val="libAlaemChar"/>
          <w:rFonts w:hint="cs"/>
          <w:rtl/>
        </w:rPr>
        <w:t>عليه‌السلام</w:t>
      </w:r>
      <w:r>
        <w:rPr>
          <w:rtl/>
        </w:rPr>
        <w:t xml:space="preserve"> هو الله ، فاستتابه </w:t>
      </w:r>
      <w:r w:rsidR="0006364F" w:rsidRPr="0006364F">
        <w:rPr>
          <w:rStyle w:val="libAlaemChar"/>
          <w:rFonts w:hint="cs"/>
          <w:rtl/>
        </w:rPr>
        <w:t>عليه‌السلام</w:t>
      </w:r>
      <w:r>
        <w:rPr>
          <w:rtl/>
        </w:rPr>
        <w:t xml:space="preserve"> ( ثلاثة أيام ) فلم يرجع فأحرقه في النار في جملة سبعين رجلا ادعوا فيه ذلك. </w:t>
      </w:r>
    </w:p>
    <w:p w:rsidR="007849C6" w:rsidRDefault="007849C6" w:rsidP="00186E94">
      <w:pPr>
        <w:pStyle w:val="libNormal"/>
        <w:rPr>
          <w:rtl/>
        </w:rPr>
      </w:pPr>
      <w:r>
        <w:rPr>
          <w:rtl/>
        </w:rPr>
        <w:t xml:space="preserve">279 ـ عبيدالله بن عبدالله الدهقان الواسطي ( جش ) ضعيف. </w:t>
      </w:r>
    </w:p>
    <w:p w:rsidR="007849C6" w:rsidRDefault="007849C6" w:rsidP="00186E94">
      <w:pPr>
        <w:pStyle w:val="libNormal"/>
        <w:rPr>
          <w:rtl/>
        </w:rPr>
      </w:pPr>
      <w:r>
        <w:rPr>
          <w:rtl/>
        </w:rPr>
        <w:t xml:space="preserve">280 ـ عبيدالله بن العباس ى ( جخ ) لحق بمعاوية. </w:t>
      </w:r>
    </w:p>
    <w:p w:rsidR="007849C6" w:rsidRDefault="007849C6" w:rsidP="00186E94">
      <w:pPr>
        <w:pStyle w:val="libNormal"/>
        <w:rPr>
          <w:rtl/>
        </w:rPr>
      </w:pPr>
      <w:r>
        <w:rPr>
          <w:rtl/>
        </w:rPr>
        <w:t xml:space="preserve">281 ـ عبدالله بن عبدالرحمن الاصم المسمعي بصري لم ( جش ) ضعيف غال ليس بشيء روى عن مسمع كر دين ( غض مخلط ). </w:t>
      </w:r>
    </w:p>
    <w:p w:rsidR="007849C6" w:rsidRDefault="007849C6" w:rsidP="00186E94">
      <w:pPr>
        <w:pStyle w:val="libNormal"/>
        <w:rPr>
          <w:rtl/>
        </w:rPr>
      </w:pPr>
      <w:r>
        <w:rPr>
          <w:rtl/>
        </w:rPr>
        <w:t xml:space="preserve">282 ـ عبدالله بن عثمان الخياط م ( جخ ) واقفي. </w:t>
      </w:r>
    </w:p>
    <w:p w:rsidR="007849C6" w:rsidRDefault="007849C6" w:rsidP="00186E94">
      <w:pPr>
        <w:pStyle w:val="libNormal"/>
        <w:rPr>
          <w:rtl/>
        </w:rPr>
      </w:pPr>
      <w:r>
        <w:rPr>
          <w:rtl/>
        </w:rPr>
        <w:t xml:space="preserve">283 ـ عبدالله بن عمرو قر ( جخ ) مجهول ، كذا رأيته بخط الشيخ ( أبي جعفر ) في كتاب الرجال ، وبعض أصحابنا قال عبدالله ( بن ) عمر ، بضم العين.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عبدالله بن سالم لم يذكره الكشي ولا النجاشي. </w:t>
      </w:r>
    </w:p>
    <w:p w:rsidR="007849C6" w:rsidRDefault="007849C6" w:rsidP="00186E94">
      <w:pPr>
        <w:pStyle w:val="libNormal"/>
        <w:rPr>
          <w:rtl/>
        </w:rPr>
      </w:pPr>
      <w:r>
        <w:rPr>
          <w:rtl/>
        </w:rPr>
        <w:br w:type="page"/>
      </w:r>
      <w:r>
        <w:rPr>
          <w:rtl/>
        </w:rPr>
        <w:lastRenderedPageBreak/>
        <w:t xml:space="preserve">284 ـ عبدالله بن القاسم الحارثي ، كان ضعيفا غاليا ، صحب معاوية ابن عمار ثم خلط وفارقه وكان متروك الحديث. </w:t>
      </w:r>
    </w:p>
    <w:p w:rsidR="007849C6" w:rsidRDefault="007849C6" w:rsidP="00186E94">
      <w:pPr>
        <w:pStyle w:val="libNormal"/>
        <w:rPr>
          <w:rtl/>
        </w:rPr>
      </w:pPr>
      <w:r>
        <w:rPr>
          <w:rtl/>
        </w:rPr>
        <w:t xml:space="preserve">285 ـ عبدالله بن القاسم الحضرمي المعروف بالبطل م ( جخ ) واقفي ( جش ) كذاب غال يروي عن الغلاة لا خير فيه ولا يعتد به ( غض ) ليس بشيء البتة. </w:t>
      </w:r>
    </w:p>
    <w:p w:rsidR="007849C6" w:rsidRDefault="007849C6" w:rsidP="00186E94">
      <w:pPr>
        <w:pStyle w:val="libNormal"/>
        <w:rPr>
          <w:rtl/>
        </w:rPr>
      </w:pPr>
      <w:r>
        <w:rPr>
          <w:rtl/>
        </w:rPr>
        <w:t xml:space="preserve">286 ـ عبدالله القصير م ( جخ ) واقفي. </w:t>
      </w:r>
    </w:p>
    <w:p w:rsidR="007849C6" w:rsidRDefault="007849C6" w:rsidP="00186E94">
      <w:pPr>
        <w:pStyle w:val="libNormal"/>
        <w:rPr>
          <w:rtl/>
        </w:rPr>
      </w:pPr>
      <w:r>
        <w:rPr>
          <w:rtl/>
        </w:rPr>
        <w:t xml:space="preserve">287 ـ عبدالله بن الكواء ، بفتح الكاف وتشديد الواو ى ( جخ ) خارجي ملعون. </w:t>
      </w:r>
    </w:p>
    <w:p w:rsidR="007849C6" w:rsidRDefault="007849C6" w:rsidP="00186E94">
      <w:pPr>
        <w:pStyle w:val="libNormal"/>
        <w:rPr>
          <w:rtl/>
        </w:rPr>
      </w:pPr>
      <w:r>
        <w:rPr>
          <w:rtl/>
        </w:rPr>
        <w:t xml:space="preserve">288 ـ عبدالله بن محمد البلوي ، بفتح الباء المفردة واللام ينسب إلى بلي ( كعلي ، قبيلة بمصر ، وقال الحازمي في ( العجالة ) : منسوب إلى بلي ) بن عمرو بن الحاف بن قضاعة قبيل منهم جماعة من الصحابة والتابعين ومن بعدهم ، كان واعظا فقيها لم ( جخ ، ست ) له كتب ( غض ) كذاب وضاع للحدث ، سئل : من عمارة الذي تروى عنه ؟ فقال : رجل من السماء نزل فحدثني ثم عرج ، قال أصحابنا : هو اسم ليس تحته أحد أقول : وعمارة المذكور هو عمارة بن زيد أبو زيد الخيواني المدني حليف الانصار. </w:t>
      </w:r>
    </w:p>
    <w:p w:rsidR="007849C6" w:rsidRDefault="007849C6" w:rsidP="00186E94">
      <w:pPr>
        <w:pStyle w:val="libNormal"/>
        <w:rPr>
          <w:rtl/>
        </w:rPr>
      </w:pPr>
      <w:r>
        <w:rPr>
          <w:rtl/>
        </w:rPr>
        <w:t xml:space="preserve">289 ـ عبدالله بن محمد الجعفي ضعيف. </w:t>
      </w:r>
    </w:p>
    <w:p w:rsidR="007849C6" w:rsidRDefault="007849C6" w:rsidP="00186E94">
      <w:pPr>
        <w:pStyle w:val="libNormal"/>
        <w:rPr>
          <w:rtl/>
        </w:rPr>
      </w:pPr>
      <w:r>
        <w:rPr>
          <w:rtl/>
        </w:rPr>
        <w:t xml:space="preserve">290 ـ عبدالله بن محمد الشامي ( جش ) ضعيف. </w:t>
      </w:r>
    </w:p>
    <w:p w:rsidR="007849C6" w:rsidRDefault="007849C6" w:rsidP="00186E94">
      <w:pPr>
        <w:pStyle w:val="libNormal"/>
        <w:rPr>
          <w:rtl/>
        </w:rPr>
      </w:pPr>
      <w:r>
        <w:rPr>
          <w:rtl/>
        </w:rPr>
        <w:t xml:space="preserve">291 ـ عبدالله بن مسعود ( جخ ، كش ، فش ) خلط. </w:t>
      </w:r>
    </w:p>
    <w:p w:rsidR="007849C6" w:rsidRDefault="007849C6" w:rsidP="00186E94">
      <w:pPr>
        <w:pStyle w:val="libNormal"/>
        <w:rPr>
          <w:rtl/>
        </w:rPr>
      </w:pPr>
      <w:r>
        <w:rPr>
          <w:rtl/>
        </w:rPr>
        <w:t xml:space="preserve">292 ـ عبدالله ابن النجاشي م ( كش ) واقفي. </w:t>
      </w:r>
    </w:p>
    <w:p w:rsidR="007849C6" w:rsidRDefault="007849C6" w:rsidP="00186E94">
      <w:pPr>
        <w:pStyle w:val="libNormal"/>
        <w:rPr>
          <w:rtl/>
        </w:rPr>
      </w:pPr>
      <w:r>
        <w:rPr>
          <w:rtl/>
        </w:rPr>
        <w:t xml:space="preserve">293 ـ عبدالله بن وهب الراسبي منسوب إلى راسب بن جدعان بن مالك بن نصر بن الازد بن الغوث ى ( جخ ) رأس الخوارج ملعون. </w:t>
      </w:r>
    </w:p>
    <w:p w:rsidR="007849C6" w:rsidRDefault="007849C6" w:rsidP="00186E94">
      <w:pPr>
        <w:pStyle w:val="libNormal"/>
        <w:rPr>
          <w:rtl/>
        </w:rPr>
      </w:pPr>
      <w:r>
        <w:rPr>
          <w:rtl/>
        </w:rPr>
        <w:t xml:space="preserve">294 ـ عبيد بن كثير بن محمد وقيل عبيد بن محمد بن كثير العامري الكلابي الوحيدي يكني أبا المحجل ( غض ) طعن أصحابنا عليه وذكروا أنه يضع الحديث. </w:t>
      </w:r>
    </w:p>
    <w:p w:rsidR="007849C6" w:rsidRDefault="007849C6" w:rsidP="00186E94">
      <w:pPr>
        <w:pStyle w:val="libNormal"/>
        <w:rPr>
          <w:rtl/>
        </w:rPr>
      </w:pPr>
      <w:r>
        <w:rPr>
          <w:rtl/>
        </w:rPr>
        <w:t xml:space="preserve">295 ـ عبدالحميد بن أبي الديلم وهو ابن عم معلي بن خنيس </w:t>
      </w:r>
    </w:p>
    <w:p w:rsidR="007849C6" w:rsidRDefault="007849C6" w:rsidP="00186E94">
      <w:pPr>
        <w:pStyle w:val="libNormal0"/>
        <w:rPr>
          <w:rtl/>
        </w:rPr>
      </w:pPr>
      <w:r>
        <w:rPr>
          <w:rtl/>
        </w:rPr>
        <w:br w:type="page"/>
      </w:r>
      <w:r>
        <w:rPr>
          <w:rtl/>
        </w:rPr>
        <w:lastRenderedPageBreak/>
        <w:t xml:space="preserve">( غض ) ضعيف. </w:t>
      </w:r>
    </w:p>
    <w:p w:rsidR="007849C6" w:rsidRDefault="007849C6" w:rsidP="00186E94">
      <w:pPr>
        <w:pStyle w:val="libNormal"/>
        <w:rPr>
          <w:rtl/>
        </w:rPr>
      </w:pPr>
      <w:r>
        <w:rPr>
          <w:rtl/>
        </w:rPr>
        <w:t xml:space="preserve">296 ـ عبدالرحمن بن أبي حماد أبو القاسم كوفي صيرفي انتقل إلى قم وسكنها وهو صاحب دار أحمد بن عبدالله البرقي ( جش ) رمي بالضعف والغلو. يكنى </w:t>
      </w:r>
      <w:r w:rsidRPr="00186E94">
        <w:rPr>
          <w:rStyle w:val="libFootnotenumChar"/>
          <w:rtl/>
        </w:rPr>
        <w:t>(1)</w:t>
      </w:r>
      <w:r>
        <w:rPr>
          <w:rtl/>
        </w:rPr>
        <w:t xml:space="preserve"> أبا محمد ، فيه ضعف جدا لا يلتفت إليه ، في مذهبه غلو. </w:t>
      </w:r>
    </w:p>
    <w:p w:rsidR="007849C6" w:rsidRDefault="007849C6" w:rsidP="00186E94">
      <w:pPr>
        <w:pStyle w:val="libNormal"/>
        <w:rPr>
          <w:rtl/>
        </w:rPr>
      </w:pPr>
      <w:r>
        <w:rPr>
          <w:rtl/>
        </w:rPr>
        <w:t xml:space="preserve">297 ـ عبدالرحمن بن أبي عبدالله قيل فيه لايعرف منه إلا أنه له حظامن عقل وقال بعض أصحابنا أنه ظفر بتزكيته ، وكذا ابنه أبو همام ولم يذكرهما ( جش ) ولا ( كش ). </w:t>
      </w:r>
    </w:p>
    <w:p w:rsidR="007849C6" w:rsidRDefault="007849C6" w:rsidP="00186E94">
      <w:pPr>
        <w:pStyle w:val="libNormal"/>
        <w:rPr>
          <w:rtl/>
        </w:rPr>
      </w:pPr>
      <w:r>
        <w:rPr>
          <w:rtl/>
        </w:rPr>
        <w:t xml:space="preserve">298 ـ عبدالرحمن بن أحمد بن نهيك السمرقندي الملقب بدحمان وأثبته بعض أصحابنا ( السمرقندي الملقب بدحان ) بغير ميم ، كوفي الاصل ( جش ) لم يكن في الحديث بذاك وينكر ( غض ) ليس بشئ. </w:t>
      </w:r>
    </w:p>
    <w:p w:rsidR="007849C6" w:rsidRDefault="007849C6" w:rsidP="00186E94">
      <w:pPr>
        <w:pStyle w:val="libNormal"/>
        <w:rPr>
          <w:rtl/>
        </w:rPr>
      </w:pPr>
      <w:r>
        <w:rPr>
          <w:rtl/>
        </w:rPr>
        <w:t xml:space="preserve">299 ـ عبدالرحمن بن بدر أبو إدريس ( جش ) كوفي ليس بالمتحقق بنا. </w:t>
      </w:r>
    </w:p>
    <w:p w:rsidR="007849C6" w:rsidRDefault="007849C6" w:rsidP="00186E94">
      <w:pPr>
        <w:pStyle w:val="libNormal"/>
        <w:rPr>
          <w:rtl/>
        </w:rPr>
      </w:pPr>
      <w:r>
        <w:rPr>
          <w:rtl/>
        </w:rPr>
        <w:t xml:space="preserve">300 ـ عبدالرحمن بن الحجاج البجلي مولاهم كوفي بياع السابري سكن بغداد م ، ضا ( جش ) رمي بالكيسانية وبقي بعد أبي الحسن </w:t>
      </w:r>
      <w:r w:rsidR="0006364F" w:rsidRPr="0006364F">
        <w:rPr>
          <w:rStyle w:val="libAlaemChar"/>
          <w:rFonts w:hint="cs"/>
          <w:rtl/>
        </w:rPr>
        <w:t>عليه‌السلام</w:t>
      </w:r>
      <w:r>
        <w:rPr>
          <w:rtl/>
        </w:rPr>
        <w:t xml:space="preserve"> ورجع إلى الحق ولقي الرضا </w:t>
      </w:r>
      <w:r w:rsidR="0006364F" w:rsidRPr="0006364F">
        <w:rPr>
          <w:rStyle w:val="libAlaemChar"/>
          <w:rFonts w:hint="cs"/>
          <w:rtl/>
        </w:rPr>
        <w:t>عليه‌السلام</w:t>
      </w:r>
      <w:r>
        <w:rPr>
          <w:rtl/>
        </w:rPr>
        <w:t xml:space="preserve"> وكان ثقة ثقة ( كش ) شهد له أبو عبد الله بالجنة أقول : الاقوي عندي ثقته. </w:t>
      </w:r>
    </w:p>
    <w:p w:rsidR="007849C6" w:rsidRDefault="007849C6" w:rsidP="00186E94">
      <w:pPr>
        <w:pStyle w:val="libNormal"/>
        <w:rPr>
          <w:rtl/>
        </w:rPr>
      </w:pPr>
      <w:r>
        <w:rPr>
          <w:rtl/>
        </w:rPr>
        <w:t xml:space="preserve">301 ـ عبدالرحمن بن زرعة ، بالزاي المضمومة والراء قر ( جخ ) مجهول. </w:t>
      </w:r>
    </w:p>
    <w:p w:rsidR="007849C6" w:rsidRDefault="007849C6" w:rsidP="00186E94">
      <w:pPr>
        <w:pStyle w:val="libNormal"/>
        <w:rPr>
          <w:rtl/>
        </w:rPr>
      </w:pPr>
      <w:r>
        <w:rPr>
          <w:rtl/>
        </w:rPr>
        <w:t xml:space="preserve">302 ـ عبدالرحمن بن سالم بن عبد الرحمن الاشل لم ( جش ) ضعيف </w:t>
      </w:r>
      <w:r w:rsidRPr="00186E94">
        <w:rPr>
          <w:rStyle w:val="libFootnotenumChar"/>
          <w:rtl/>
        </w:rPr>
        <w:t>(2)</w:t>
      </w:r>
      <w:r>
        <w:rPr>
          <w:rtl/>
        </w:rPr>
        <w:t xml:space="preserve">. </w:t>
      </w:r>
    </w:p>
    <w:p w:rsidR="007849C6" w:rsidRDefault="007849C6" w:rsidP="00186E94">
      <w:pPr>
        <w:pStyle w:val="libNormal"/>
        <w:rPr>
          <w:rtl/>
        </w:rPr>
      </w:pPr>
      <w:r>
        <w:rPr>
          <w:rtl/>
        </w:rPr>
        <w:t xml:space="preserve">303 ـ عبدالرحمن بن عثمان الحناط ( كش ) واقفي. </w:t>
      </w:r>
    </w:p>
    <w:p w:rsidR="007849C6" w:rsidRDefault="007849C6" w:rsidP="00186E94">
      <w:pPr>
        <w:pStyle w:val="libNormal"/>
        <w:rPr>
          <w:rtl/>
        </w:rPr>
      </w:pPr>
      <w:r>
        <w:rPr>
          <w:rtl/>
        </w:rPr>
        <w:t xml:space="preserve">304 ـ عبدالرحمن بن كثير الهاشمي مولى عباس بن محمد بن علي بن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من هنا إلى آخره كلام الغضائري فيه. </w:t>
      </w:r>
    </w:p>
    <w:p w:rsidR="007849C6" w:rsidRDefault="007849C6" w:rsidP="002C2B53">
      <w:pPr>
        <w:pStyle w:val="libFootnote0"/>
        <w:rPr>
          <w:rtl/>
        </w:rPr>
      </w:pPr>
      <w:r>
        <w:rPr>
          <w:rtl/>
        </w:rPr>
        <w:t xml:space="preserve">2 ـ لم يضعفه ( جش ) وإنما ضعفه ( غض ) فكأن صاحب الكتاب أخذ التضعيف منه ، وقد تقدم هذا الاسم في القسم الاول. </w:t>
      </w:r>
    </w:p>
    <w:p w:rsidR="007849C6" w:rsidRDefault="007849C6" w:rsidP="00186E94">
      <w:pPr>
        <w:pStyle w:val="libNormal0"/>
        <w:rPr>
          <w:rtl/>
        </w:rPr>
      </w:pPr>
      <w:r>
        <w:rPr>
          <w:rtl/>
        </w:rPr>
        <w:br w:type="page"/>
      </w:r>
      <w:r>
        <w:rPr>
          <w:rtl/>
        </w:rPr>
        <w:lastRenderedPageBreak/>
        <w:t xml:space="preserve">عبدالله بن العباس ( جش ) كان ضعيفا غمز اصحابنا فيه وقالوا : كان يضع الحديث. </w:t>
      </w:r>
    </w:p>
    <w:p w:rsidR="007849C6" w:rsidRDefault="007849C6" w:rsidP="00186E94">
      <w:pPr>
        <w:pStyle w:val="libNormal"/>
        <w:rPr>
          <w:rtl/>
        </w:rPr>
      </w:pPr>
      <w:r>
        <w:rPr>
          <w:rtl/>
        </w:rPr>
        <w:t xml:space="preserve">305 ـ عبدالرحمن بن الهلقام ، بكسر الهاء ، أبو محمد ق ( جخ ) ضعيف. </w:t>
      </w:r>
    </w:p>
    <w:p w:rsidR="007849C6" w:rsidRDefault="007849C6" w:rsidP="00186E94">
      <w:pPr>
        <w:pStyle w:val="libNormal"/>
        <w:rPr>
          <w:rtl/>
        </w:rPr>
      </w:pPr>
      <w:r>
        <w:rPr>
          <w:rtl/>
        </w:rPr>
        <w:t xml:space="preserve">306 ـ عبد السلام بن صالح الهروي أبو الصلت ضا ( جخ ) عامي. </w:t>
      </w:r>
    </w:p>
    <w:p w:rsidR="007849C6" w:rsidRDefault="007849C6" w:rsidP="00186E94">
      <w:pPr>
        <w:pStyle w:val="libNormal"/>
        <w:rPr>
          <w:rtl/>
        </w:rPr>
      </w:pPr>
      <w:r>
        <w:rPr>
          <w:rtl/>
        </w:rPr>
        <w:t xml:space="preserve">307 ـ عبد العزيز بن أبي ذئب المدني وهو عبد العزيز بن عمران ق ( جخ ) ضعفه ابن نمير. </w:t>
      </w:r>
    </w:p>
    <w:p w:rsidR="007849C6" w:rsidRDefault="007849C6" w:rsidP="00186E94">
      <w:pPr>
        <w:pStyle w:val="libNormal"/>
        <w:rPr>
          <w:rtl/>
        </w:rPr>
      </w:pPr>
      <w:r>
        <w:rPr>
          <w:rtl/>
        </w:rPr>
        <w:t xml:space="preserve">308 ـ عبد العزيز بن إسحاق بن جعفر الزيدي البقال الكوفي الهمداني بالمهملة لم ( جخ ) كان زيديا يكني أبا القاسم ، سمع منه التلعكبري سنة ست وعشرين وثلاثمائة. </w:t>
      </w:r>
    </w:p>
    <w:p w:rsidR="007849C6" w:rsidRDefault="007849C6" w:rsidP="00186E94">
      <w:pPr>
        <w:pStyle w:val="libNormal"/>
        <w:rPr>
          <w:rtl/>
        </w:rPr>
      </w:pPr>
      <w:r>
        <w:rPr>
          <w:rtl/>
        </w:rPr>
        <w:t xml:space="preserve">309 ـ عبد العزيز العبدي ق ( جش ) كوفي ضعيف ذكره ابن نوح. </w:t>
      </w:r>
    </w:p>
    <w:p w:rsidR="007849C6" w:rsidRDefault="007849C6" w:rsidP="00186E94">
      <w:pPr>
        <w:pStyle w:val="libNormal"/>
        <w:rPr>
          <w:rtl/>
        </w:rPr>
      </w:pPr>
      <w:r>
        <w:rPr>
          <w:rtl/>
        </w:rPr>
        <w:t xml:space="preserve">310 ـ عبد الكريم بن عمرو بن صالح الخثعمي لقبه كرام كوفي م ( جخ ) واقفي خبيث ( جش ) كان ثقة ثقة ق ، م ثم وقف على أبي الحسن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311 ـ عبدالملك بن جريح ( كش ) عامي </w:t>
      </w:r>
      <w:r w:rsidRPr="00186E94">
        <w:rPr>
          <w:rStyle w:val="libFootnotenumChar"/>
          <w:rtl/>
        </w:rPr>
        <w:t>(1)</w:t>
      </w:r>
      <w:r>
        <w:rPr>
          <w:rtl/>
        </w:rPr>
        <w:t xml:space="preserve">. </w:t>
      </w:r>
    </w:p>
    <w:p w:rsidR="007849C6" w:rsidRDefault="007849C6" w:rsidP="00186E94">
      <w:pPr>
        <w:pStyle w:val="libNormal"/>
        <w:rPr>
          <w:rtl/>
        </w:rPr>
      </w:pPr>
      <w:r>
        <w:rPr>
          <w:rtl/>
        </w:rPr>
        <w:t xml:space="preserve">312 ـ عبدالملك بن المنذر القمي ( جش ) بصري ضعيف ( غض ) الواقفية تدعيه وتروي عنه كثيرا وأرى ترك حديثه إلا في شاهد. </w:t>
      </w:r>
    </w:p>
    <w:p w:rsidR="007849C6" w:rsidRDefault="007849C6" w:rsidP="00186E94">
      <w:pPr>
        <w:pStyle w:val="libNormal"/>
        <w:rPr>
          <w:rtl/>
        </w:rPr>
      </w:pPr>
      <w:r>
        <w:rPr>
          <w:rtl/>
        </w:rPr>
        <w:t xml:space="preserve">313 ـ عبدالملك بن هارون بن عنترة الشيباني لم ( جش ) كوفي ثقة عين ، روى عن أصحابنا ورووا عنه ولم ( يكن ) متحققا بأمرنا. </w:t>
      </w:r>
    </w:p>
    <w:p w:rsidR="007849C6" w:rsidRDefault="007849C6" w:rsidP="00186E94">
      <w:pPr>
        <w:pStyle w:val="libNormal"/>
        <w:rPr>
          <w:rtl/>
        </w:rPr>
      </w:pPr>
      <w:r>
        <w:rPr>
          <w:rtl/>
        </w:rPr>
        <w:t xml:space="preserve">314 ـ عبدالنور بن ( عبدالله بن ) سنان الاسدي ق ( جخ ) دخل البصرة واسند عنه ولم يعرفه علي بن الحسن </w:t>
      </w:r>
      <w:r w:rsidRPr="00186E94">
        <w:rPr>
          <w:rStyle w:val="libFootnotenumChar"/>
          <w:rtl/>
        </w:rPr>
        <w:t>(2)</w:t>
      </w:r>
      <w:r>
        <w:rPr>
          <w:rtl/>
        </w:rPr>
        <w:t xml:space="preserve">. </w:t>
      </w:r>
    </w:p>
    <w:p w:rsidR="007849C6" w:rsidRDefault="007849C6" w:rsidP="00186E94">
      <w:pPr>
        <w:pStyle w:val="libNormal"/>
        <w:rPr>
          <w:rtl/>
        </w:rPr>
      </w:pPr>
      <w:r>
        <w:rPr>
          <w:rtl/>
        </w:rPr>
        <w:t xml:space="preserve">315 ـ عبد الواحد بن عمرو بن محمد بن أبي هاشم أبو طاهر المقري لم ( ست ، جش ) عامي له كتاب قراءة أمير المؤمنين </w:t>
      </w:r>
      <w:r w:rsidR="0006364F" w:rsidRPr="0006364F">
        <w:rPr>
          <w:rStyle w:val="libAlaemChar"/>
          <w:rFonts w:hint="cs"/>
          <w:rtl/>
        </w:rPr>
        <w:t>عليه‌السلام</w:t>
      </w:r>
      <w:r>
        <w:rPr>
          <w:rtl/>
        </w:rPr>
        <w:t xml:space="preserve"> وحروفه.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1 ـ ذكره الكشي في ترجمة محمد بن إسحاق صاحب المغازي.</w:t>
      </w:r>
    </w:p>
    <w:p w:rsidR="007849C6" w:rsidRDefault="007849C6" w:rsidP="002C2B53">
      <w:pPr>
        <w:pStyle w:val="libFootnote0"/>
        <w:rPr>
          <w:rtl/>
        </w:rPr>
      </w:pPr>
      <w:r>
        <w:rPr>
          <w:rtl/>
        </w:rPr>
        <w:t>2</w:t>
      </w:r>
      <w:r>
        <w:rPr>
          <w:rFonts w:hint="cs"/>
          <w:rtl/>
        </w:rPr>
        <w:t xml:space="preserve"> ـ</w:t>
      </w:r>
      <w:r>
        <w:rPr>
          <w:rtl/>
        </w:rPr>
        <w:t xml:space="preserve"> يعني علي بن الحسن بن فضال. </w:t>
      </w:r>
    </w:p>
    <w:p w:rsidR="007849C6" w:rsidRDefault="007849C6" w:rsidP="00186E94">
      <w:pPr>
        <w:pStyle w:val="libNormal"/>
        <w:rPr>
          <w:rtl/>
        </w:rPr>
      </w:pPr>
      <w:r>
        <w:rPr>
          <w:rtl/>
        </w:rPr>
        <w:br w:type="page"/>
      </w:r>
      <w:r>
        <w:rPr>
          <w:rtl/>
        </w:rPr>
        <w:lastRenderedPageBreak/>
        <w:t xml:space="preserve">316 ـ عبيد بن كثير ، بالثاء المثلة ، بن محمد ، وقيل عبيد بن محمد ابن كثير بن عبد الواحد بن عبدالله بن شريك العامري الوحيد الكلابي أبو سعيد ، طعن أصحابنا فيه وذكروا أنه يضع الحديث مجاهرة ولا يحتشم الكذب الصراح. </w:t>
      </w:r>
    </w:p>
    <w:p w:rsidR="007849C6" w:rsidRDefault="007849C6" w:rsidP="00186E94">
      <w:pPr>
        <w:pStyle w:val="libNormal"/>
        <w:rPr>
          <w:rtl/>
        </w:rPr>
      </w:pPr>
      <w:r>
        <w:rPr>
          <w:rtl/>
        </w:rPr>
        <w:t xml:space="preserve">317 ـ عثمان بن عيسى الرؤاسي العامري م ( جخ ، ست ) واقفي له كتاب ( المياه ) رأيته في كتاب ( العجالة ) الرؤاسي ، بضم الراء والهمزة المفتوحة بعدها منسوب إلى الرؤاس بن كلاب بن ربيعة ( بن ) عامر بن صعصعة بن معاوية بن بكر بن هوازن ، ورأيت في تصنيف بعض أصحابنا ( الرواسي ) بفتح الراء وتشديد الراء ( جش ) والصحيح أنه مولى بني رؤاس كان شيخ الواقفة ووجهها وأحد الوكلاء المعتمدين بمال موسى </w:t>
      </w:r>
      <w:r w:rsidR="0006364F" w:rsidRPr="0006364F">
        <w:rPr>
          <w:rStyle w:val="libAlaemChar"/>
          <w:rFonts w:hint="cs"/>
          <w:rtl/>
        </w:rPr>
        <w:t>عليه‌السلام</w:t>
      </w:r>
      <w:r>
        <w:rPr>
          <w:rtl/>
        </w:rPr>
        <w:t xml:space="preserve"> ( كش ) سخط عليه الرضا </w:t>
      </w:r>
      <w:r w:rsidR="0006364F" w:rsidRPr="0006364F">
        <w:rPr>
          <w:rStyle w:val="libAlaemChar"/>
          <w:rFonts w:hint="cs"/>
          <w:rtl/>
        </w:rPr>
        <w:t>عليه‌السلام</w:t>
      </w:r>
      <w:r>
        <w:rPr>
          <w:rtl/>
        </w:rPr>
        <w:t xml:space="preserve"> ثم تاب وبعث بمال أبيه إليه ، وكان يروي عن أبي حمزة الثمالي ، رأى في منامه أنه يموت بالحير فخرج إليه فمات فيه ورجع أبناؤه إلى الكوفة. </w:t>
      </w:r>
    </w:p>
    <w:p w:rsidR="007849C6" w:rsidRDefault="007849C6" w:rsidP="00186E94">
      <w:pPr>
        <w:pStyle w:val="libNormal"/>
        <w:rPr>
          <w:rtl/>
        </w:rPr>
      </w:pPr>
      <w:r>
        <w:rPr>
          <w:rtl/>
        </w:rPr>
        <w:t xml:space="preserve">318 ـ عروة بن ( يحيى ) الدهقان النخاس دى ( جخ ) ملعون غال ( كش ) كان يكذب على أبي الحسن الرضا وعلى أبي محمد </w:t>
      </w:r>
      <w:r w:rsidR="0006364F" w:rsidRPr="0006364F">
        <w:rPr>
          <w:rStyle w:val="libAlaemChar"/>
          <w:rFonts w:hint="cs"/>
          <w:rtl/>
        </w:rPr>
        <w:t>عليهما‌السلام</w:t>
      </w:r>
      <w:r>
        <w:rPr>
          <w:rtl/>
        </w:rPr>
        <w:t xml:space="preserve"> حتى لعنه أبو محمد </w:t>
      </w:r>
      <w:r w:rsidR="0006364F" w:rsidRPr="0006364F">
        <w:rPr>
          <w:rStyle w:val="libAlaemChar"/>
          <w:rFonts w:hint="cs"/>
          <w:rtl/>
        </w:rPr>
        <w:t>عليه‌السلام</w:t>
      </w:r>
      <w:r>
        <w:rPr>
          <w:rtl/>
        </w:rPr>
        <w:t xml:space="preserve"> وأمر شيعته بلعنه. </w:t>
      </w:r>
    </w:p>
    <w:p w:rsidR="007849C6" w:rsidRDefault="007849C6" w:rsidP="00186E94">
      <w:pPr>
        <w:pStyle w:val="libNormal"/>
        <w:rPr>
          <w:rtl/>
        </w:rPr>
      </w:pPr>
      <w:r>
        <w:rPr>
          <w:rtl/>
        </w:rPr>
        <w:t xml:space="preserve">319 ـ عطاء بن رياح ، بالياء المثناة تحت ى ( جخ ) مخلط كذا بخط الشيخ </w:t>
      </w:r>
      <w:r w:rsidR="006B246D" w:rsidRPr="006B246D">
        <w:rPr>
          <w:rStyle w:val="libAlaemChar"/>
          <w:rFonts w:hint="cs"/>
          <w:rtl/>
        </w:rPr>
        <w:t>رحمه‌الله</w:t>
      </w:r>
      <w:r>
        <w:rPr>
          <w:rtl/>
        </w:rPr>
        <w:t xml:space="preserve"> ، ورأيته في تصنيف بعض أصحابنا : ابن أبي رياح. </w:t>
      </w:r>
    </w:p>
    <w:p w:rsidR="007849C6" w:rsidRDefault="007849C6" w:rsidP="00186E94">
      <w:pPr>
        <w:pStyle w:val="libNormal"/>
        <w:rPr>
          <w:rtl/>
        </w:rPr>
      </w:pPr>
      <w:r>
        <w:rPr>
          <w:rtl/>
        </w:rPr>
        <w:t xml:space="preserve">320 ـ عطية بن ذكوان ، بالذال المعجمة قر ( جخ ) مجهول. </w:t>
      </w:r>
    </w:p>
    <w:p w:rsidR="007849C6" w:rsidRDefault="007849C6" w:rsidP="00186E94">
      <w:pPr>
        <w:pStyle w:val="libNormal"/>
        <w:rPr>
          <w:rtl/>
        </w:rPr>
      </w:pPr>
      <w:r>
        <w:rPr>
          <w:rtl/>
        </w:rPr>
        <w:t xml:space="preserve">321 ـ عطية بن رستم ضا ( جخ ) مجهول. </w:t>
      </w:r>
    </w:p>
    <w:p w:rsidR="007849C6" w:rsidRDefault="007849C6" w:rsidP="00186E94">
      <w:pPr>
        <w:pStyle w:val="libNormal"/>
        <w:rPr>
          <w:rtl/>
        </w:rPr>
      </w:pPr>
      <w:r>
        <w:rPr>
          <w:rtl/>
        </w:rPr>
        <w:t xml:space="preserve">322 ـ عقبة بن قيس قر ( جخ ) مجهول. </w:t>
      </w:r>
    </w:p>
    <w:p w:rsidR="007849C6" w:rsidRDefault="007849C6" w:rsidP="00186E94">
      <w:pPr>
        <w:pStyle w:val="libNormal"/>
        <w:rPr>
          <w:rtl/>
        </w:rPr>
      </w:pPr>
      <w:r>
        <w:rPr>
          <w:rtl/>
        </w:rPr>
        <w:t xml:space="preserve">323 ـ عكرمة مولى ابن عباس ( كش ) ضعيف. روى زرارة عن أبي جعفر </w:t>
      </w:r>
      <w:r w:rsidR="0006364F" w:rsidRPr="0006364F">
        <w:rPr>
          <w:rStyle w:val="libAlaemChar"/>
          <w:rFonts w:hint="cs"/>
          <w:rtl/>
        </w:rPr>
        <w:t>عليه‌السلام</w:t>
      </w:r>
      <w:r>
        <w:rPr>
          <w:rtl/>
        </w:rPr>
        <w:t xml:space="preserve"> أنه قال : لو كنت أدركت عكرمة عند الموت لنفعته. قيل لابي عبدالله </w:t>
      </w:r>
      <w:r w:rsidR="0006364F" w:rsidRPr="0006364F">
        <w:rPr>
          <w:rStyle w:val="libAlaemChar"/>
          <w:rFonts w:hint="cs"/>
          <w:rtl/>
        </w:rPr>
        <w:t>عليه‌السلام</w:t>
      </w:r>
      <w:r>
        <w:rPr>
          <w:rtl/>
        </w:rPr>
        <w:t xml:space="preserve"> بم كان ينفعه ؟ قال يلقنه ما أنتم عليه. </w:t>
      </w:r>
    </w:p>
    <w:p w:rsidR="007849C6" w:rsidRDefault="007849C6" w:rsidP="00186E94">
      <w:pPr>
        <w:pStyle w:val="libNormal"/>
        <w:rPr>
          <w:rtl/>
        </w:rPr>
      </w:pPr>
      <w:r>
        <w:rPr>
          <w:rtl/>
        </w:rPr>
        <w:br w:type="page"/>
      </w:r>
      <w:r>
        <w:rPr>
          <w:rtl/>
        </w:rPr>
        <w:lastRenderedPageBreak/>
        <w:t xml:space="preserve">324 ـ العلاء بن المسيب بن رافع الكاهلي ق ( جخ ) فيه نظر. </w:t>
      </w:r>
    </w:p>
    <w:p w:rsidR="007849C6" w:rsidRDefault="007849C6" w:rsidP="00186E94">
      <w:pPr>
        <w:pStyle w:val="libNormal"/>
        <w:rPr>
          <w:rtl/>
        </w:rPr>
      </w:pPr>
      <w:r>
        <w:rPr>
          <w:rtl/>
        </w:rPr>
        <w:t xml:space="preserve">325 ـ علي بن أبي حمزة البطائني قائد أبي بصير يحيى بن أبي القاسم ق ، م ( جخ ، ست ) واقفي ( كش ) قال له أبو الحسن ( ع ) : أنت وأصحابك أشباه الحمير وقال الرضا </w:t>
      </w:r>
      <w:r w:rsidR="0006364F" w:rsidRPr="0006364F">
        <w:rPr>
          <w:rStyle w:val="libAlaemChar"/>
          <w:rFonts w:hint="cs"/>
          <w:rtl/>
        </w:rPr>
        <w:t>عليه‌السلام</w:t>
      </w:r>
      <w:r>
        <w:rPr>
          <w:rtl/>
        </w:rPr>
        <w:t xml:space="preserve"> : سئل علي بن أبي حمزة في قبره عني فوقف فضرب على رأسه ضربة فامتلا قبره نارا وقال ( عنه ) أبو الحسن </w:t>
      </w:r>
      <w:r w:rsidR="0006364F" w:rsidRPr="0006364F">
        <w:rPr>
          <w:rStyle w:val="libAlaemChar"/>
          <w:rFonts w:hint="cs"/>
          <w:rtl/>
        </w:rPr>
        <w:t>عليه‌السلام</w:t>
      </w:r>
      <w:r>
        <w:rPr>
          <w:rtl/>
        </w:rPr>
        <w:t xml:space="preserve"> ( أما استبان لكم كذبه ؟ أليس هو الذي يروي أن رأس المهدي يهدى إلى عيسى بن مريم ؟ ) وهو صاحب الشيباني ( جش ) هو أحد عمد الواقفة ( غض ) لعنه الله هو أشد الخلق عداوة للمولى </w:t>
      </w:r>
      <w:r w:rsidRPr="00186E94">
        <w:rPr>
          <w:rStyle w:val="libFootnotenumChar"/>
          <w:rtl/>
        </w:rPr>
        <w:t>(1)</w:t>
      </w:r>
      <w:r>
        <w:rPr>
          <w:rtl/>
        </w:rPr>
        <w:t xml:space="preserve"> بعد أبي إبراهيم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326 ـ علي بن أبي سهل حاتم بن أبي حاتم القزويني أبو الحسن ( جش ) ثقة لكنه يروي عن الضعفاء </w:t>
      </w:r>
      <w:r w:rsidRPr="00186E94">
        <w:rPr>
          <w:rStyle w:val="libFootnotenumChar"/>
          <w:rtl/>
        </w:rPr>
        <w:t>(2)</w:t>
      </w:r>
      <w:r>
        <w:rPr>
          <w:rtl/>
        </w:rPr>
        <w:t xml:space="preserve">. </w:t>
      </w:r>
    </w:p>
    <w:p w:rsidR="007849C6" w:rsidRDefault="007849C6" w:rsidP="00186E94">
      <w:pPr>
        <w:pStyle w:val="libNormal"/>
        <w:rPr>
          <w:rtl/>
        </w:rPr>
      </w:pPr>
      <w:r>
        <w:rPr>
          <w:rtl/>
        </w:rPr>
        <w:t xml:space="preserve">327 ـ علي بن أبي صالح محمد ، يلقب بزرج ، بضم الباء المفردة فالزاي فالراء فالجيم ، يكنى أبا الحسن ( جش ) كوفي حناط ، بالمهملة ، لم يكن بذاك في المذهب والحديث وإلى الضعف ما هو. </w:t>
      </w:r>
    </w:p>
    <w:p w:rsidR="007849C6" w:rsidRDefault="007849C6" w:rsidP="00186E94">
      <w:pPr>
        <w:pStyle w:val="libNormal"/>
        <w:rPr>
          <w:rtl/>
        </w:rPr>
      </w:pPr>
      <w:r>
        <w:rPr>
          <w:rtl/>
        </w:rPr>
        <w:t xml:space="preserve">328 ـ علي بن أبي العلاء بن سيابة ، بالمهملة والياء المثناة تحت والباء المفردة ق ( جخ ) فيه نظر. </w:t>
      </w:r>
    </w:p>
    <w:p w:rsidR="007849C6" w:rsidRDefault="007849C6" w:rsidP="00186E94">
      <w:pPr>
        <w:pStyle w:val="libNormal"/>
        <w:rPr>
          <w:rtl/>
        </w:rPr>
      </w:pPr>
      <w:r>
        <w:rPr>
          <w:rtl/>
        </w:rPr>
        <w:t xml:space="preserve">329 ـ علي بن أحمد بن أشيم ، بالهمزة المفتوحة والشين المعجمة الساكنة والياء المثناة تحت ، وفي نسخة بضم الهمزة وفتح الشين المعجمة وسكون الياء المثناة تحت ضا ( جخ ) مجهول. </w:t>
      </w:r>
    </w:p>
    <w:p w:rsidR="007849C6" w:rsidRDefault="007849C6" w:rsidP="00186E94">
      <w:pPr>
        <w:pStyle w:val="libNormal"/>
        <w:rPr>
          <w:rtl/>
        </w:rPr>
      </w:pPr>
      <w:r>
        <w:rPr>
          <w:rtl/>
        </w:rPr>
        <w:t xml:space="preserve">330 ـ علي بن أحمد أبو القاسم الكوفي لم ( ست ) كان إماميا مستقيم الطريقة وصنف كتبا كثيرة سديدة ثم خلط وأخذ بمذهب المخمسة ومعنى ذلك أن الغلاة ، لعنهم الله ، يقولون إن الخمسة هم الموكلون بمصالح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يعني بالمولى الرضا </w:t>
      </w:r>
      <w:r w:rsidR="0006364F" w:rsidRPr="0006364F">
        <w:rPr>
          <w:rStyle w:val="libAlaemChar"/>
          <w:rFonts w:hint="cs"/>
          <w:rtl/>
        </w:rPr>
        <w:t>عليه‌السلام</w:t>
      </w:r>
      <w:r>
        <w:rPr>
          <w:rtl/>
        </w:rPr>
        <w:t>.</w:t>
      </w:r>
    </w:p>
    <w:p w:rsidR="007849C6" w:rsidRDefault="007849C6" w:rsidP="002C2B53">
      <w:pPr>
        <w:pStyle w:val="libFootnote0"/>
        <w:rPr>
          <w:rtl/>
        </w:rPr>
      </w:pPr>
      <w:r>
        <w:rPr>
          <w:rtl/>
        </w:rPr>
        <w:t>2</w:t>
      </w:r>
      <w:r>
        <w:rPr>
          <w:rFonts w:hint="cs"/>
          <w:rtl/>
        </w:rPr>
        <w:t xml:space="preserve"> ـ</w:t>
      </w:r>
      <w:r>
        <w:rPr>
          <w:rtl/>
        </w:rPr>
        <w:t xml:space="preserve"> تقدم في القسم الاول. </w:t>
      </w:r>
    </w:p>
    <w:p w:rsidR="007849C6" w:rsidRDefault="007849C6" w:rsidP="00186E94">
      <w:pPr>
        <w:pStyle w:val="libNormal0"/>
        <w:rPr>
          <w:rtl/>
        </w:rPr>
      </w:pPr>
      <w:r>
        <w:rPr>
          <w:rtl/>
        </w:rPr>
        <w:br w:type="page"/>
      </w:r>
      <w:r>
        <w:rPr>
          <w:rtl/>
        </w:rPr>
        <w:lastRenderedPageBreak/>
        <w:t xml:space="preserve">العالم وهم : سلمان الفارسي والمقداد وعمار وأبو ذر وعمرو بن امية الضمري. وصنف كتابا في الغلو والتخليط ، وله مقالة تنسب إليه ( غض ، جش ) هو مدع العلوية كذاب غال صاحب بدعة رأيت له كتبا كثيرة خبيثة. </w:t>
      </w:r>
    </w:p>
    <w:p w:rsidR="007849C6" w:rsidRDefault="007849C6" w:rsidP="00186E94">
      <w:pPr>
        <w:pStyle w:val="libNormal"/>
        <w:rPr>
          <w:rtl/>
        </w:rPr>
      </w:pPr>
      <w:r>
        <w:rPr>
          <w:rtl/>
        </w:rPr>
        <w:t xml:space="preserve">331 ـ علي بن أحمد العقيقي ، بقافين لم ( جخ ) مخلط روى عنه ابن أخي طاهر ، في حديثه مناكير. </w:t>
      </w:r>
    </w:p>
    <w:p w:rsidR="007849C6" w:rsidRDefault="007849C6" w:rsidP="00186E94">
      <w:pPr>
        <w:pStyle w:val="libNormal"/>
        <w:rPr>
          <w:rtl/>
        </w:rPr>
      </w:pPr>
      <w:r>
        <w:rPr>
          <w:rtl/>
        </w:rPr>
        <w:t xml:space="preserve">332 ـ علي بن نصر البندليجي أبو الحسن سكن الرملة ضعيف متهافت لا يلتفت إليه. </w:t>
      </w:r>
    </w:p>
    <w:p w:rsidR="007849C6" w:rsidRDefault="007849C6" w:rsidP="00186E94">
      <w:pPr>
        <w:pStyle w:val="libNormal"/>
        <w:rPr>
          <w:rtl/>
        </w:rPr>
      </w:pPr>
      <w:r>
        <w:rPr>
          <w:rtl/>
        </w:rPr>
        <w:t xml:space="preserve">333 ـ علي بن أسباط أبو الحسن المقري الكوفي ( كش ) ضا ، د فطحي ( جش ) أنه جرى بينه وبين علي بن مهزيار رسائل في ذلك رجعوا بها إلى أبي جعفر الثاني ( ع ) ، قال : فرجع علي بن أسباط عن ذلك المذهب وتركه ، وروى عن الرضا </w:t>
      </w:r>
      <w:r w:rsidR="0006364F" w:rsidRPr="0006364F">
        <w:rPr>
          <w:rStyle w:val="libAlaemChar"/>
          <w:rFonts w:hint="cs"/>
          <w:rtl/>
        </w:rPr>
        <w:t>عليه‌السلام</w:t>
      </w:r>
      <w:r>
        <w:rPr>
          <w:rtl/>
        </w:rPr>
        <w:t xml:space="preserve"> قبل ذلك وكان من أوثق الناس وأصدقهم لهجة ( كش ) أن الرسالة التي عملها علي بن مهزيار لم ينجع ذلك فيه ومات على مذهبه أقول : والاشهر ما قال النجاشي لان ذلك شاع بين أصحابنا وذاع فلا يجوز بعد ذلك الحكم بأنه مات ( على ) المذهب الاول والله أعلم بحقيقة الامر. </w:t>
      </w:r>
    </w:p>
    <w:p w:rsidR="007849C6" w:rsidRDefault="007849C6" w:rsidP="00186E94">
      <w:pPr>
        <w:pStyle w:val="libNormal"/>
        <w:rPr>
          <w:rtl/>
        </w:rPr>
      </w:pPr>
      <w:r>
        <w:rPr>
          <w:rtl/>
        </w:rPr>
        <w:t xml:space="preserve">334 ـ علي بن جعفر بن العباس الخزاعي المروزي كر ( جخ كش ) واقفي. </w:t>
      </w:r>
    </w:p>
    <w:p w:rsidR="007849C6" w:rsidRDefault="007849C6" w:rsidP="00186E94">
      <w:pPr>
        <w:pStyle w:val="libNormal"/>
        <w:rPr>
          <w:rtl/>
        </w:rPr>
      </w:pPr>
      <w:r>
        <w:rPr>
          <w:rtl/>
        </w:rPr>
        <w:t xml:space="preserve">335 ـ علي بن جعفر الهماني منسوب إلى ( همينيا ) قرية من سواد بغداد ( جش ) يعرف منه وينكر. </w:t>
      </w:r>
    </w:p>
    <w:p w:rsidR="007849C6" w:rsidRDefault="007849C6" w:rsidP="00186E94">
      <w:pPr>
        <w:pStyle w:val="libNormal"/>
        <w:rPr>
          <w:rtl/>
        </w:rPr>
      </w:pPr>
      <w:r>
        <w:rPr>
          <w:rtl/>
        </w:rPr>
        <w:t xml:space="preserve">336 ـ علي بن حديدبن حكيم ضا ( جخ ) كوفي مولى الازد كان منزله ومنشأه بالمدائن ، قال الشيخ في باب المياه من الاستبصار : إنه ضعيف ( كش ) كان فطحيا. </w:t>
      </w:r>
    </w:p>
    <w:p w:rsidR="007849C6" w:rsidRDefault="007849C6" w:rsidP="00186E94">
      <w:pPr>
        <w:pStyle w:val="libNormal"/>
        <w:rPr>
          <w:rtl/>
        </w:rPr>
      </w:pPr>
      <w:r>
        <w:rPr>
          <w:rtl/>
        </w:rPr>
        <w:t xml:space="preserve">337 ـ علي بن حزور كان يقول بمحمد ابن الحنيفة إلا أنه من </w:t>
      </w:r>
    </w:p>
    <w:p w:rsidR="007849C6" w:rsidRDefault="007849C6" w:rsidP="00186E94">
      <w:pPr>
        <w:pStyle w:val="libNormal0"/>
        <w:rPr>
          <w:rtl/>
        </w:rPr>
      </w:pPr>
      <w:r>
        <w:rPr>
          <w:rtl/>
        </w:rPr>
        <w:br w:type="page"/>
      </w:r>
      <w:r>
        <w:rPr>
          <w:rtl/>
        </w:rPr>
        <w:lastRenderedPageBreak/>
        <w:t xml:space="preserve">وراء الناس. </w:t>
      </w:r>
    </w:p>
    <w:p w:rsidR="007849C6" w:rsidRDefault="007849C6" w:rsidP="00186E94">
      <w:pPr>
        <w:pStyle w:val="libNormal"/>
        <w:rPr>
          <w:rtl/>
        </w:rPr>
      </w:pPr>
      <w:r>
        <w:rPr>
          <w:rtl/>
        </w:rPr>
        <w:t xml:space="preserve">338 ـ علي بن الحسن الطاطري الكوفي سمي بذلك لكثرة بيعه الثياب الطاطرية م ( جخ ، ست ) واقفي شديد العناد صعب العصبية على الامامة وله كتب كثيرة في نصرة مذهبه. </w:t>
      </w:r>
    </w:p>
    <w:p w:rsidR="007849C6" w:rsidRDefault="007849C6" w:rsidP="00186E94">
      <w:pPr>
        <w:pStyle w:val="libNormal"/>
        <w:rPr>
          <w:rtl/>
        </w:rPr>
      </w:pPr>
      <w:r>
        <w:rPr>
          <w:rtl/>
        </w:rPr>
        <w:t xml:space="preserve">339 ـ علي بن حسان بن كثير الهاشمي مولى عباس بن محمد بن عبدالله ابن عباس ( جش ) ضعيف جدا ذكره بعض أصحابنا في الغلاة ، فاسد الاعتقاد ( كش ) قال ابن فضال : إنه كذاب واقفي لم يدرك ابا الحسن موسى </w:t>
      </w:r>
      <w:r w:rsidR="0006364F" w:rsidRPr="0006364F">
        <w:rPr>
          <w:rStyle w:val="libAlaemChar"/>
          <w:rFonts w:hint="cs"/>
          <w:rtl/>
        </w:rPr>
        <w:t>عليه‌السلام</w:t>
      </w:r>
      <w:r>
        <w:rPr>
          <w:rtl/>
        </w:rPr>
        <w:t xml:space="preserve"> ( غض ) مخلط رأيت له كتاب سماه ( تفسير الباطن ) لا يتعلق من الاسلام بسبب. </w:t>
      </w:r>
    </w:p>
    <w:p w:rsidR="007849C6" w:rsidRDefault="007849C6" w:rsidP="00186E94">
      <w:pPr>
        <w:pStyle w:val="libNormal"/>
        <w:rPr>
          <w:rtl/>
        </w:rPr>
      </w:pPr>
      <w:r>
        <w:rPr>
          <w:rtl/>
        </w:rPr>
        <w:t xml:space="preserve">340 ـ علي بن الحسن بن علي بن فضال أبو الحسن ( جش ) كان فقيه أصحابنا بالكوفة ووجههم وعارفهم بالحديث والمسموع قوله فيه ، سمع منه شيء كثير ولم يعثر أحد على زلة فيه ولا ما يشينه وفلما روى عن ضعيف إلا أنه كان فطحيا. </w:t>
      </w:r>
    </w:p>
    <w:p w:rsidR="007849C6" w:rsidRDefault="007849C6" w:rsidP="00186E94">
      <w:pPr>
        <w:pStyle w:val="libNormal"/>
        <w:rPr>
          <w:rtl/>
        </w:rPr>
      </w:pPr>
      <w:r>
        <w:rPr>
          <w:rtl/>
        </w:rPr>
        <w:t xml:space="preserve">341 ـ علي بن حسكة ( كش ) غال. </w:t>
      </w:r>
    </w:p>
    <w:p w:rsidR="007849C6" w:rsidRDefault="007849C6" w:rsidP="00186E94">
      <w:pPr>
        <w:pStyle w:val="libNormal"/>
        <w:rPr>
          <w:rtl/>
        </w:rPr>
      </w:pPr>
      <w:r>
        <w:rPr>
          <w:rtl/>
        </w:rPr>
        <w:t xml:space="preserve">342 ـ علي بن حماد الأزدي متهم غال. </w:t>
      </w:r>
    </w:p>
    <w:p w:rsidR="007849C6" w:rsidRDefault="007849C6" w:rsidP="00186E94">
      <w:pPr>
        <w:pStyle w:val="libNormal"/>
        <w:rPr>
          <w:rtl/>
        </w:rPr>
      </w:pPr>
      <w:r>
        <w:rPr>
          <w:rtl/>
        </w:rPr>
        <w:t xml:space="preserve">343 ـ علي بن خطاب لم ( جخ ) واقفي ( كش ) كان واقفيا ثم استبصر. قال الحسن : وأجده مات على شكه. </w:t>
      </w:r>
    </w:p>
    <w:p w:rsidR="007849C6" w:rsidRDefault="007849C6" w:rsidP="00186E94">
      <w:pPr>
        <w:pStyle w:val="libNormal"/>
        <w:rPr>
          <w:rtl/>
        </w:rPr>
      </w:pPr>
      <w:r>
        <w:rPr>
          <w:rtl/>
        </w:rPr>
        <w:t xml:space="preserve">344 ـ علي بن رميس البغدادي دى ( جخ ) ضعيف. </w:t>
      </w:r>
    </w:p>
    <w:p w:rsidR="007849C6" w:rsidRDefault="007849C6" w:rsidP="00186E94">
      <w:pPr>
        <w:pStyle w:val="libNormal"/>
        <w:rPr>
          <w:rtl/>
        </w:rPr>
      </w:pPr>
      <w:r>
        <w:rPr>
          <w:rtl/>
        </w:rPr>
        <w:t xml:space="preserve">345 ـ علي بن سعيد المكاري لم ( جخ ) ضعيف. </w:t>
      </w:r>
    </w:p>
    <w:p w:rsidR="007849C6" w:rsidRDefault="007849C6" w:rsidP="00186E94">
      <w:pPr>
        <w:pStyle w:val="libNormal"/>
        <w:rPr>
          <w:rtl/>
        </w:rPr>
      </w:pPr>
      <w:r>
        <w:rPr>
          <w:rtl/>
        </w:rPr>
        <w:t xml:space="preserve">346 ـ علي بن صالح بن محمد بن يزدادبن علي بن جعفر الواسطي العجلي الرفاء أبو الحسن لم ( جخ ، جش ) سمع وأكثر ثم خلط في مذهبه. </w:t>
      </w:r>
    </w:p>
    <w:p w:rsidR="007849C6" w:rsidRDefault="007849C6" w:rsidP="00186E94">
      <w:pPr>
        <w:pStyle w:val="libNormal"/>
        <w:rPr>
          <w:rtl/>
        </w:rPr>
      </w:pPr>
      <w:r>
        <w:rPr>
          <w:rtl/>
        </w:rPr>
        <w:t xml:space="preserve">347 ـ علي بن العباس الجراذيني ، بالجيم والراء والذال المعجمة ، الرازي لم ( جش ) رمي بالغلو وغمز عليه ، ضعيف جدا. </w:t>
      </w:r>
    </w:p>
    <w:p w:rsidR="007849C6" w:rsidRDefault="007849C6" w:rsidP="00186E94">
      <w:pPr>
        <w:pStyle w:val="libNormal"/>
        <w:rPr>
          <w:rtl/>
        </w:rPr>
      </w:pPr>
      <w:r>
        <w:rPr>
          <w:rtl/>
        </w:rPr>
        <w:t xml:space="preserve">348 ـ علي بن عبدالله بن عمران القرشي أبو الحسن المخزومي </w:t>
      </w:r>
    </w:p>
    <w:p w:rsidR="007849C6" w:rsidRDefault="007849C6" w:rsidP="00186E94">
      <w:pPr>
        <w:pStyle w:val="libNormal0"/>
        <w:rPr>
          <w:rtl/>
        </w:rPr>
      </w:pPr>
      <w:r>
        <w:rPr>
          <w:rtl/>
        </w:rPr>
        <w:br w:type="page"/>
      </w:r>
      <w:r>
        <w:rPr>
          <w:rtl/>
        </w:rPr>
        <w:lastRenderedPageBreak/>
        <w:t xml:space="preserve">المعروف بالميموني لم ( جش ) كان غاليا فاسد المذهب والرواية وكان عارفا بالفقه. </w:t>
      </w:r>
    </w:p>
    <w:p w:rsidR="007849C6" w:rsidRDefault="007849C6" w:rsidP="00186E94">
      <w:pPr>
        <w:pStyle w:val="libNormal"/>
        <w:rPr>
          <w:rtl/>
        </w:rPr>
      </w:pPr>
      <w:r>
        <w:rPr>
          <w:rtl/>
        </w:rPr>
        <w:t xml:space="preserve">349 ـ علي بن عبدالله بن محمد بن عاصم بن زيد بن عمرو بن عوف ابن الحارث ( بن هالة بن أبي هالة ) أبو الحسن المعروف بالخديجي وهو الاصغر لم ( جش ) ولنا الخديجي الاكبر. علي بن عبد المنعم بن هارون ( جش ) روى عنه. وإنما قيل له الخديجي لان أم هالة بن أبي هالة خديجة بنت خويلد. كان ضعيفا فاسد المذهب. </w:t>
      </w:r>
    </w:p>
    <w:p w:rsidR="007849C6" w:rsidRDefault="007849C6" w:rsidP="00186E94">
      <w:pPr>
        <w:pStyle w:val="libNormal"/>
        <w:rPr>
          <w:rtl/>
        </w:rPr>
      </w:pPr>
      <w:r>
        <w:rPr>
          <w:rtl/>
        </w:rPr>
        <w:t xml:space="preserve">350 ـ علي بن عبدالله بن مروان لم ( كش ) قال محمد بن مسعود إن الغلاة يعتبرون في أوقات الصلاة ولم أعتبره في وقت الصلاة ولم أسمع منه إلا خيرا. </w:t>
      </w:r>
    </w:p>
    <w:p w:rsidR="007849C6" w:rsidRDefault="007849C6" w:rsidP="00186E94">
      <w:pPr>
        <w:pStyle w:val="libNormal"/>
        <w:rPr>
          <w:rtl/>
        </w:rPr>
      </w:pPr>
      <w:r>
        <w:rPr>
          <w:rtl/>
        </w:rPr>
        <w:t xml:space="preserve">351 ـ علي بن عمر الاعرج الكوفي أبو الحسن ( جش ) كان واقفيا ضعيفا في الحديث. </w:t>
      </w:r>
    </w:p>
    <w:p w:rsidR="007849C6" w:rsidRDefault="007849C6" w:rsidP="00186E94">
      <w:pPr>
        <w:pStyle w:val="libNormal"/>
        <w:rPr>
          <w:rtl/>
        </w:rPr>
      </w:pPr>
      <w:r>
        <w:rPr>
          <w:rtl/>
        </w:rPr>
        <w:t xml:space="preserve">352 ـ علي بن عمر السناني لم ( جخ ) العسكري عالم زيدي. </w:t>
      </w:r>
    </w:p>
    <w:p w:rsidR="007849C6" w:rsidRDefault="007849C6" w:rsidP="00186E94">
      <w:pPr>
        <w:pStyle w:val="libNormal"/>
        <w:rPr>
          <w:rtl/>
        </w:rPr>
      </w:pPr>
      <w:r>
        <w:rPr>
          <w:rtl/>
        </w:rPr>
        <w:t xml:space="preserve">353 ـ علي بن محمد بن جعفر بن عنبسة ، بالعين المهملة فالنون فالباء المفردة فالسين المهملة ، الحداد العسكري لم ( جخ ، جش ) مضطرب الحديث. </w:t>
      </w:r>
    </w:p>
    <w:p w:rsidR="007849C6" w:rsidRDefault="007849C6" w:rsidP="00186E94">
      <w:pPr>
        <w:pStyle w:val="libNormal"/>
        <w:rPr>
          <w:rtl/>
        </w:rPr>
      </w:pPr>
      <w:r>
        <w:rPr>
          <w:rtl/>
        </w:rPr>
        <w:t xml:space="preserve">354 ـ علي بن محمد بن شيرة القاشاني أبو الحسن كان فقيها مكثرا فاضلا. واضطرب كلام الشيخ فيه فذكره مرتين : تارة في اصحاب الرضا </w:t>
      </w:r>
      <w:r w:rsidR="0006364F" w:rsidRPr="0006364F">
        <w:rPr>
          <w:rStyle w:val="libAlaemChar"/>
          <w:rFonts w:hint="cs"/>
          <w:rtl/>
        </w:rPr>
        <w:t>عليه‌السلام</w:t>
      </w:r>
      <w:r>
        <w:rPr>
          <w:rtl/>
        </w:rPr>
        <w:t xml:space="preserve"> وقال ضعيف وتارة في أصحاب الجواد </w:t>
      </w:r>
      <w:r w:rsidR="0006364F" w:rsidRPr="0006364F">
        <w:rPr>
          <w:rStyle w:val="libAlaemChar"/>
          <w:rFonts w:hint="cs"/>
          <w:rtl/>
        </w:rPr>
        <w:t>عليه‌السلام</w:t>
      </w:r>
      <w:r>
        <w:rPr>
          <w:rtl/>
        </w:rPr>
        <w:t xml:space="preserve"> وقال ثقة ( جش ) غمز عليه أحمد بن محمد بن عيسى ، وذكر أنه سمع منه مذاهب منكرة ، وليس في كتبه ما يدل على ذلك. </w:t>
      </w:r>
    </w:p>
    <w:p w:rsidR="007849C6" w:rsidRDefault="007849C6" w:rsidP="00186E94">
      <w:pPr>
        <w:pStyle w:val="libNormal"/>
        <w:rPr>
          <w:rtl/>
        </w:rPr>
      </w:pPr>
      <w:r>
        <w:rPr>
          <w:rtl/>
        </w:rPr>
        <w:t xml:space="preserve">355 ـ علي بن محمد المدائني لم ( ست ) عامي المذهب. </w:t>
      </w:r>
    </w:p>
    <w:p w:rsidR="007849C6" w:rsidRDefault="007849C6" w:rsidP="00186E94">
      <w:pPr>
        <w:pStyle w:val="libNormal"/>
        <w:rPr>
          <w:rtl/>
        </w:rPr>
      </w:pPr>
      <w:r>
        <w:rPr>
          <w:rtl/>
        </w:rPr>
        <w:t xml:space="preserve">356 ـ علي بن محمد بن علي بن عمر بن رباح بن قيس بن سالم مولى عمر بن سعد بن أبي وقاص أبو الحسن السواق ويقال القلاء ( جش ) </w:t>
      </w:r>
    </w:p>
    <w:p w:rsidR="007849C6" w:rsidRDefault="007849C6" w:rsidP="00186E94">
      <w:pPr>
        <w:pStyle w:val="libNormal0"/>
        <w:rPr>
          <w:rtl/>
        </w:rPr>
      </w:pPr>
      <w:r>
        <w:rPr>
          <w:rtl/>
        </w:rPr>
        <w:br w:type="page"/>
      </w:r>
      <w:r>
        <w:rPr>
          <w:rtl/>
        </w:rPr>
        <w:lastRenderedPageBreak/>
        <w:t xml:space="preserve">روى عمر بن رباح عن أبي عبدالله </w:t>
      </w:r>
      <w:r w:rsidR="0006364F" w:rsidRPr="0006364F">
        <w:rPr>
          <w:rStyle w:val="libAlaemChar"/>
          <w:rFonts w:hint="cs"/>
          <w:rtl/>
        </w:rPr>
        <w:t>عليه‌السلام</w:t>
      </w:r>
      <w:r>
        <w:rPr>
          <w:rtl/>
        </w:rPr>
        <w:t xml:space="preserve"> وكان ثقة إلا أنه كان واقفيا. </w:t>
      </w:r>
    </w:p>
    <w:p w:rsidR="007849C6" w:rsidRDefault="007849C6" w:rsidP="00186E94">
      <w:pPr>
        <w:pStyle w:val="libNormal"/>
        <w:rPr>
          <w:rtl/>
        </w:rPr>
      </w:pPr>
      <w:r>
        <w:rPr>
          <w:rtl/>
        </w:rPr>
        <w:t xml:space="preserve">357 ـ علي بن وصيف أبو الحسن الناشي ، كان متكلما شاعرا مجودا فقيها على مذهب أهل الظاهر </w:t>
      </w:r>
      <w:r w:rsidRPr="00186E94">
        <w:rPr>
          <w:rStyle w:val="libFootnotenumChar"/>
          <w:rtl/>
        </w:rPr>
        <w:t>(1)</w:t>
      </w:r>
      <w:r>
        <w:rPr>
          <w:rtl/>
        </w:rPr>
        <w:t xml:space="preserve">. </w:t>
      </w:r>
    </w:p>
    <w:p w:rsidR="007849C6" w:rsidRDefault="007849C6" w:rsidP="00186E94">
      <w:pPr>
        <w:pStyle w:val="libNormal"/>
        <w:rPr>
          <w:rtl/>
        </w:rPr>
      </w:pPr>
      <w:r>
        <w:rPr>
          <w:rtl/>
        </w:rPr>
        <w:t xml:space="preserve">358 ـ علي بن وهبان م ( كش ) واقفي. </w:t>
      </w:r>
    </w:p>
    <w:p w:rsidR="007849C6" w:rsidRDefault="007849C6" w:rsidP="00186E94">
      <w:pPr>
        <w:pStyle w:val="libNormal"/>
        <w:rPr>
          <w:rtl/>
        </w:rPr>
      </w:pPr>
      <w:r>
        <w:rPr>
          <w:rtl/>
        </w:rPr>
        <w:t xml:space="preserve">359 ـ عمارة بن زيد أبو زيد الخيواني المدني الهمداني </w:t>
      </w:r>
      <w:r w:rsidRPr="00186E94">
        <w:rPr>
          <w:rStyle w:val="libFootnotenumChar"/>
          <w:rtl/>
        </w:rPr>
        <w:t>(2)</w:t>
      </w:r>
      <w:r>
        <w:rPr>
          <w:rtl/>
        </w:rPr>
        <w:t xml:space="preserve"> بالخاء المعجمة والياء المثناة تحت الساكنة ، وقيل الخيراني ، بالراء ، والاول أصح ، وقد ذكره في العجالة ( غض ) روى عنه عبدالله بن محمد البلوي المصري وهما ضعيفان وقال إنه اسم على غير مسمي. </w:t>
      </w:r>
    </w:p>
    <w:p w:rsidR="007849C6" w:rsidRDefault="007849C6" w:rsidP="00186E94">
      <w:pPr>
        <w:pStyle w:val="libNormal"/>
        <w:rPr>
          <w:rtl/>
        </w:rPr>
      </w:pPr>
      <w:r>
        <w:rPr>
          <w:rtl/>
        </w:rPr>
        <w:t xml:space="preserve">360 ـ عمار بن موسى الساباطي أبو الفضل مولى ، وأخواه قيس وصباح قر ، ق ( جخ ، كش ) كان فطحيا ( كش ) قيل إن أبا الحسن </w:t>
      </w:r>
      <w:r w:rsidR="0006364F" w:rsidRPr="0006364F">
        <w:rPr>
          <w:rStyle w:val="libAlaemChar"/>
          <w:rFonts w:hint="cs"/>
          <w:rtl/>
        </w:rPr>
        <w:t>عليه‌السلام</w:t>
      </w:r>
      <w:r>
        <w:rPr>
          <w:rtl/>
        </w:rPr>
        <w:t xml:space="preserve"> قال : قد استوهبته من ربي فوهبه لي. </w:t>
      </w:r>
    </w:p>
    <w:p w:rsidR="007849C6" w:rsidRDefault="007849C6" w:rsidP="00186E94">
      <w:pPr>
        <w:pStyle w:val="libNormal"/>
        <w:rPr>
          <w:rtl/>
        </w:rPr>
      </w:pPr>
      <w:r>
        <w:rPr>
          <w:rtl/>
        </w:rPr>
        <w:t xml:space="preserve">361 ـ عمران الزعفراني مجهول. </w:t>
      </w:r>
    </w:p>
    <w:p w:rsidR="007849C6" w:rsidRDefault="007849C6" w:rsidP="00186E94">
      <w:pPr>
        <w:pStyle w:val="libNormal"/>
        <w:rPr>
          <w:rtl/>
        </w:rPr>
      </w:pPr>
      <w:r>
        <w:rPr>
          <w:rtl/>
        </w:rPr>
        <w:t xml:space="preserve">362 ـ عمرو ، بالواو ، كذا بخط الشيخ </w:t>
      </w:r>
      <w:r w:rsidR="006B246D" w:rsidRPr="006B246D">
        <w:rPr>
          <w:rStyle w:val="libAlaemChar"/>
          <w:rFonts w:hint="cs"/>
          <w:rtl/>
        </w:rPr>
        <w:t>رحمه‌الله</w:t>
      </w:r>
      <w:r>
        <w:rPr>
          <w:rtl/>
        </w:rPr>
        <w:t xml:space="preserve"> ، ابن أبي المقدام ثابت بن هرمز ، بالراء والزاي العجلي مولاهم ( جخ ) ق ( غض ) ين قر ، ق طعنوا عليه من جهة وليس عندي كما زعموا ، وهو عندي ثقة. </w:t>
      </w:r>
    </w:p>
    <w:p w:rsidR="007849C6" w:rsidRDefault="007849C6" w:rsidP="00186E94">
      <w:pPr>
        <w:pStyle w:val="libNormal"/>
        <w:rPr>
          <w:rtl/>
        </w:rPr>
      </w:pPr>
      <w:r>
        <w:rPr>
          <w:rtl/>
        </w:rPr>
        <w:t xml:space="preserve">363 ـ عمر بن توبة أبو يحيى الصنعاني ق ( جش ) في حديثه بعض الشيء يعرف وينكر. </w:t>
      </w:r>
    </w:p>
    <w:p w:rsidR="007849C6" w:rsidRDefault="007849C6" w:rsidP="00186E94">
      <w:pPr>
        <w:pStyle w:val="libNormal"/>
        <w:rPr>
          <w:rtl/>
        </w:rPr>
      </w:pPr>
      <w:r>
        <w:rPr>
          <w:rtl/>
        </w:rPr>
        <w:t xml:space="preserve">364 ـ عمرو بن جميع الاسدي البصري أبو عثمان قاضي الري قر ( جخ ، كش ) بتري ( جش ) ضعيف الحديث. </w:t>
      </w:r>
    </w:p>
    <w:p w:rsidR="007849C6" w:rsidRDefault="007849C6" w:rsidP="00186E94">
      <w:pPr>
        <w:pStyle w:val="libNormal"/>
        <w:rPr>
          <w:rtl/>
        </w:rPr>
      </w:pPr>
      <w:r>
        <w:rPr>
          <w:rtl/>
        </w:rPr>
        <w:t xml:space="preserve">365 ـ عمرو بن حريث ى ( جخ ) عدو الله ملعون.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تقدم هذا الاسم في القسم الاول. </w:t>
      </w:r>
    </w:p>
    <w:p w:rsidR="007849C6" w:rsidRDefault="007849C6" w:rsidP="002C2B53">
      <w:pPr>
        <w:pStyle w:val="libFootnote0"/>
        <w:rPr>
          <w:rtl/>
        </w:rPr>
      </w:pPr>
      <w:r>
        <w:rPr>
          <w:rtl/>
        </w:rPr>
        <w:t xml:space="preserve">2 ـ تقدم هذا الاسم في القسم الاول. </w:t>
      </w:r>
    </w:p>
    <w:p w:rsidR="007849C6" w:rsidRDefault="007849C6" w:rsidP="00186E94">
      <w:pPr>
        <w:pStyle w:val="libNormal"/>
        <w:rPr>
          <w:rtl/>
        </w:rPr>
      </w:pPr>
      <w:r>
        <w:rPr>
          <w:rtl/>
        </w:rPr>
        <w:br w:type="page"/>
      </w:r>
      <w:r>
        <w:rPr>
          <w:rtl/>
        </w:rPr>
        <w:lastRenderedPageBreak/>
        <w:t xml:space="preserve">366 ـ عمرو بن ( خالد ) الواسطي أبو خالد قر ( جخ ) بتري ( كش ) عامي. </w:t>
      </w:r>
    </w:p>
    <w:p w:rsidR="007849C6" w:rsidRDefault="007849C6" w:rsidP="00186E94">
      <w:pPr>
        <w:pStyle w:val="libNormal"/>
        <w:rPr>
          <w:rtl/>
        </w:rPr>
      </w:pPr>
      <w:r>
        <w:rPr>
          <w:rtl/>
        </w:rPr>
        <w:t xml:space="preserve">367 ـ عمر أخو عذافر مذموم ( كش ) كذبه ق روى عنه. </w:t>
      </w:r>
    </w:p>
    <w:p w:rsidR="007849C6" w:rsidRDefault="007849C6" w:rsidP="00186E94">
      <w:pPr>
        <w:pStyle w:val="libNormal"/>
        <w:rPr>
          <w:rtl/>
        </w:rPr>
      </w:pPr>
      <w:r>
        <w:rPr>
          <w:rtl/>
        </w:rPr>
        <w:t xml:space="preserve">368 ـ عمر بن رياح الاهوازي القلاء ق ، م ( جخ ) واقفي ( كش ) كان مستقيما ثم رجع وصار بتريا وكان عذره أنه سأل أبا جعفر </w:t>
      </w:r>
      <w:r w:rsidR="0006364F" w:rsidRPr="0006364F">
        <w:rPr>
          <w:rStyle w:val="libAlaemChar"/>
          <w:rFonts w:hint="cs"/>
          <w:rtl/>
        </w:rPr>
        <w:t>عليه‌السلام</w:t>
      </w:r>
      <w:r>
        <w:rPr>
          <w:rtl/>
        </w:rPr>
        <w:t xml:space="preserve"> عن مسألة في عام فأجابه بجوابين مختلفين فأخبر بذلك محمد بن قيس فحضر عند أبي جعفر </w:t>
      </w:r>
      <w:r w:rsidR="0006364F" w:rsidRPr="0006364F">
        <w:rPr>
          <w:rStyle w:val="libAlaemChar"/>
          <w:rFonts w:hint="cs"/>
          <w:rtl/>
        </w:rPr>
        <w:t>عليه‌السلام</w:t>
      </w:r>
      <w:r>
        <w:rPr>
          <w:rtl/>
        </w:rPr>
        <w:t xml:space="preserve"> فأخبره بذلك فقال : أني أجبته تقية. </w:t>
      </w:r>
    </w:p>
    <w:p w:rsidR="007849C6" w:rsidRDefault="007849C6" w:rsidP="00186E94">
      <w:pPr>
        <w:pStyle w:val="libNormal"/>
        <w:rPr>
          <w:rtl/>
        </w:rPr>
      </w:pPr>
      <w:r>
        <w:rPr>
          <w:rtl/>
        </w:rPr>
        <w:t xml:space="preserve">369 ـ عمرو بن سعيد المدائني ( جش ) ثقة ( كش ) فطحي. </w:t>
      </w:r>
    </w:p>
    <w:p w:rsidR="007849C6" w:rsidRDefault="007849C6" w:rsidP="00186E94">
      <w:pPr>
        <w:pStyle w:val="libNormal"/>
        <w:rPr>
          <w:rtl/>
        </w:rPr>
      </w:pPr>
      <w:r>
        <w:rPr>
          <w:rtl/>
        </w:rPr>
        <w:t xml:space="preserve">370 ـ عمرو بن شمر أبو عبد الله الجعفي ق ( جش ) عربي ضعيف جدا ، زاد أحاديث في كتب جابر الجعفي ينسب بعضها إليه والامر ملتبس ( غض ) ضعيف. </w:t>
      </w:r>
    </w:p>
    <w:p w:rsidR="007849C6" w:rsidRDefault="007849C6" w:rsidP="00186E94">
      <w:pPr>
        <w:pStyle w:val="libNormal"/>
        <w:rPr>
          <w:rtl/>
        </w:rPr>
      </w:pPr>
      <w:r>
        <w:rPr>
          <w:rtl/>
        </w:rPr>
        <w:t xml:space="preserve">371 ـ عمرو بن عبد العزيز ، أبو حفص بن أبي بشار يلقب بزحل لم ( جخ ، ست ، جش ) عربي بصري مخلط. </w:t>
      </w:r>
    </w:p>
    <w:p w:rsidR="007849C6" w:rsidRDefault="007849C6" w:rsidP="00186E94">
      <w:pPr>
        <w:pStyle w:val="libNormal"/>
        <w:rPr>
          <w:rtl/>
        </w:rPr>
      </w:pPr>
      <w:r>
        <w:rPr>
          <w:rtl/>
        </w:rPr>
        <w:t xml:space="preserve">372 ـ عمر بن فرات الكاتب ضا ( جخ ) بغدادي غال ( كش ) ذو مناكير </w:t>
      </w:r>
      <w:r w:rsidRPr="00186E94">
        <w:rPr>
          <w:rStyle w:val="libFootnotenumChar"/>
          <w:rtl/>
        </w:rPr>
        <w:t>(1)</w:t>
      </w:r>
      <w:r>
        <w:rPr>
          <w:rtl/>
        </w:rPr>
        <w:t xml:space="preserve">. </w:t>
      </w:r>
    </w:p>
    <w:p w:rsidR="007849C6" w:rsidRDefault="007849C6" w:rsidP="00186E94">
      <w:pPr>
        <w:pStyle w:val="libNormal"/>
        <w:rPr>
          <w:rtl/>
        </w:rPr>
      </w:pPr>
      <w:r>
        <w:rPr>
          <w:rtl/>
        </w:rPr>
        <w:t xml:space="preserve">373 ـ عمر بن قيس الماصر قر ( جخ ) بتري ويقال عمرو. </w:t>
      </w:r>
    </w:p>
    <w:p w:rsidR="007849C6" w:rsidRDefault="007849C6" w:rsidP="00186E94">
      <w:pPr>
        <w:pStyle w:val="libNormal"/>
        <w:rPr>
          <w:rtl/>
        </w:rPr>
      </w:pPr>
      <w:r>
        <w:rPr>
          <w:rtl/>
        </w:rPr>
        <w:t xml:space="preserve">374 ـ عمرو بن قيس المشرقي ( جخ ) ن ( كش ) دعاه الحسين </w:t>
      </w:r>
      <w:r w:rsidR="0006364F" w:rsidRPr="0006364F">
        <w:rPr>
          <w:rStyle w:val="libAlaemChar"/>
          <w:rFonts w:hint="cs"/>
          <w:rtl/>
        </w:rPr>
        <w:t>عليه‌السلام</w:t>
      </w:r>
      <w:r>
        <w:rPr>
          <w:rtl/>
        </w:rPr>
        <w:t xml:space="preserve"> لنصرته فاعتذر بتجارته. وكفاه ذلك ذما. </w:t>
      </w:r>
    </w:p>
    <w:p w:rsidR="007849C6" w:rsidRDefault="007849C6" w:rsidP="00186E94">
      <w:pPr>
        <w:pStyle w:val="libNormal"/>
        <w:rPr>
          <w:rtl/>
        </w:rPr>
      </w:pPr>
      <w:r>
        <w:rPr>
          <w:rtl/>
        </w:rPr>
        <w:t xml:space="preserve">375 ـ عمر بن المختار الخزاعي ذكره الغلاة لايعرف. </w:t>
      </w:r>
    </w:p>
    <w:p w:rsidR="007849C6" w:rsidRDefault="007849C6" w:rsidP="00186E94">
      <w:pPr>
        <w:pStyle w:val="libNormal"/>
        <w:rPr>
          <w:rtl/>
        </w:rPr>
      </w:pPr>
      <w:r>
        <w:rPr>
          <w:rtl/>
        </w:rPr>
        <w:t xml:space="preserve">376 ـ عمر بن موسى الوجهيي ، بالياء المثناة تحت بعد الجيم ، كذا ضبط الشيخ </w:t>
      </w:r>
      <w:r w:rsidR="006B246D" w:rsidRPr="006B246D">
        <w:rPr>
          <w:rStyle w:val="libAlaemChar"/>
          <w:rFonts w:hint="cs"/>
          <w:rtl/>
        </w:rPr>
        <w:t>رحمه‌الله</w:t>
      </w:r>
      <w:r>
        <w:rPr>
          <w:rtl/>
        </w:rPr>
        <w:t xml:space="preserve"> في الفهرست بخطه لم ( ست ) زيدي. </w:t>
      </w:r>
    </w:p>
    <w:p w:rsidR="007849C6" w:rsidRDefault="007849C6" w:rsidP="00186E94">
      <w:pPr>
        <w:pStyle w:val="libNormal"/>
        <w:rPr>
          <w:rtl/>
        </w:rPr>
      </w:pPr>
      <w:r>
        <w:rPr>
          <w:rtl/>
        </w:rPr>
        <w:t xml:space="preserve">377 ـ عمرو النبطي قر ( كش ) كان يضع عليه الحديث. </w:t>
      </w:r>
    </w:p>
    <w:p w:rsidR="007849C6" w:rsidRDefault="007849C6" w:rsidP="00186E94">
      <w:pPr>
        <w:pStyle w:val="libNormal"/>
        <w:rPr>
          <w:rtl/>
        </w:rPr>
      </w:pPr>
      <w:r>
        <w:rPr>
          <w:rtl/>
        </w:rPr>
        <w:t xml:space="preserve">378 ـ عمرو بن هلال. وقيل عمر ، والاول بخط شيخنا أبي جعفر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ذكره ( كش ) تحت عنوان الواقفة ولم يذكر أنه ذو مناكير. </w:t>
      </w:r>
    </w:p>
    <w:p w:rsidR="007849C6" w:rsidRDefault="007849C6" w:rsidP="00186E94">
      <w:pPr>
        <w:pStyle w:val="libNormal0"/>
        <w:rPr>
          <w:rtl/>
        </w:rPr>
      </w:pPr>
      <w:r>
        <w:rPr>
          <w:rtl/>
        </w:rPr>
        <w:br w:type="page"/>
      </w:r>
      <w:r>
        <w:rPr>
          <w:rtl/>
        </w:rPr>
        <w:lastRenderedPageBreak/>
        <w:t xml:space="preserve">قر ( جخ ) مجهول. </w:t>
      </w:r>
    </w:p>
    <w:p w:rsidR="007849C6" w:rsidRDefault="007849C6" w:rsidP="00186E94">
      <w:pPr>
        <w:pStyle w:val="libNormal"/>
        <w:rPr>
          <w:rtl/>
        </w:rPr>
      </w:pPr>
      <w:r>
        <w:rPr>
          <w:rtl/>
        </w:rPr>
        <w:t xml:space="preserve">379 ـ عمر بن يحيى قر ( جخ ) مجهول. </w:t>
      </w:r>
    </w:p>
    <w:p w:rsidR="007849C6" w:rsidRDefault="007849C6" w:rsidP="00186E94">
      <w:pPr>
        <w:pStyle w:val="libNormal"/>
        <w:rPr>
          <w:rtl/>
        </w:rPr>
      </w:pPr>
      <w:r>
        <w:rPr>
          <w:rtl/>
        </w:rPr>
        <w:t xml:space="preserve">380 ـ عنبسة بن مصعب ( كش ) واقفي ناووسي. </w:t>
      </w:r>
    </w:p>
    <w:p w:rsidR="007849C6" w:rsidRDefault="007849C6" w:rsidP="00186E94">
      <w:pPr>
        <w:pStyle w:val="libNormal"/>
        <w:rPr>
          <w:rtl/>
        </w:rPr>
      </w:pPr>
      <w:r>
        <w:rPr>
          <w:rtl/>
        </w:rPr>
        <w:t xml:space="preserve">381 ـ عيسى بن عثمان ضا ( جخ ) مجهول. </w:t>
      </w:r>
    </w:p>
    <w:p w:rsidR="007849C6" w:rsidRDefault="007849C6" w:rsidP="00186E94">
      <w:pPr>
        <w:pStyle w:val="libNormal"/>
        <w:rPr>
          <w:rtl/>
        </w:rPr>
      </w:pPr>
      <w:r>
        <w:rPr>
          <w:rtl/>
        </w:rPr>
        <w:t xml:space="preserve">382 ـ عيسى بن عمر السنائي لم ( جخ ) عالم زيدي ، ذكر بعض أصحابنا في تصنيفه أنه الشيباني والذي نقلته ضبط الشيخ بخطه. </w:t>
      </w:r>
    </w:p>
    <w:p w:rsidR="007849C6" w:rsidRDefault="007849C6" w:rsidP="00186E94">
      <w:pPr>
        <w:pStyle w:val="libNormal"/>
        <w:rPr>
          <w:rtl/>
        </w:rPr>
      </w:pPr>
      <w:r>
        <w:rPr>
          <w:rtl/>
        </w:rPr>
        <w:t xml:space="preserve">383 ـ عيسى بن عيسى الكلابي مولى بني عامر وليس بالرؤاسي ضا ( جخ ) كوفي واقفي. </w:t>
      </w:r>
    </w:p>
    <w:p w:rsidR="007849C6" w:rsidRDefault="007849C6" w:rsidP="00186E94">
      <w:pPr>
        <w:pStyle w:val="libNormal"/>
        <w:rPr>
          <w:rtl/>
        </w:rPr>
      </w:pPr>
      <w:r>
        <w:rPr>
          <w:rtl/>
        </w:rPr>
        <w:t xml:space="preserve">384 ـ عيسى بن المستفاد أبو موسى البجلي الضرير قر ( جش ) لم يكن بذلك </w:t>
      </w:r>
      <w:r w:rsidRPr="00186E94">
        <w:rPr>
          <w:rStyle w:val="libFootnotenumChar"/>
          <w:rtl/>
        </w:rPr>
        <w:t>(1)</w:t>
      </w:r>
      <w:r>
        <w:rPr>
          <w:rtl/>
        </w:rPr>
        <w:t xml:space="preserve">. </w:t>
      </w:r>
    </w:p>
    <w:p w:rsidR="007849C6" w:rsidRDefault="007849C6" w:rsidP="007849C6">
      <w:pPr>
        <w:pStyle w:val="Heading1Center"/>
        <w:rPr>
          <w:rtl/>
        </w:rPr>
      </w:pPr>
      <w:bookmarkStart w:id="148" w:name="_Toc265165275"/>
      <w:bookmarkStart w:id="149" w:name="_Toc286683204"/>
      <w:bookmarkStart w:id="150" w:name="_Toc403904061"/>
      <w:r>
        <w:rPr>
          <w:rtl/>
        </w:rPr>
        <w:t>( باب الغين المعجمة )</w:t>
      </w:r>
      <w:bookmarkEnd w:id="148"/>
      <w:bookmarkEnd w:id="149"/>
      <w:bookmarkEnd w:id="150"/>
    </w:p>
    <w:p w:rsidR="007849C6" w:rsidRDefault="007849C6" w:rsidP="00186E94">
      <w:pPr>
        <w:pStyle w:val="libNormal"/>
        <w:rPr>
          <w:rtl/>
        </w:rPr>
      </w:pPr>
      <w:r>
        <w:rPr>
          <w:rtl/>
        </w:rPr>
        <w:t xml:space="preserve">385 ـ غالب بن عثمان الهمداني الشاعر المشاعري يكنى أبا سلمة ق ( جخ ) مهمل ( جش ) زيدي </w:t>
      </w:r>
      <w:r w:rsidRPr="00186E94">
        <w:rPr>
          <w:rStyle w:val="libFootnotenumChar"/>
          <w:rtl/>
        </w:rPr>
        <w:t>(2)</w:t>
      </w:r>
      <w:r>
        <w:rPr>
          <w:rtl/>
        </w:rPr>
        <w:t xml:space="preserve">. </w:t>
      </w:r>
    </w:p>
    <w:p w:rsidR="007849C6" w:rsidRDefault="007849C6" w:rsidP="00186E94">
      <w:pPr>
        <w:pStyle w:val="libNormal"/>
        <w:rPr>
          <w:rtl/>
        </w:rPr>
      </w:pPr>
      <w:r>
        <w:rPr>
          <w:rtl/>
        </w:rPr>
        <w:t xml:space="preserve">386 ـ غالب بن عثمان م ( جخ ، ست ) واقفي. </w:t>
      </w:r>
    </w:p>
    <w:p w:rsidR="007849C6" w:rsidRDefault="007849C6" w:rsidP="00186E94">
      <w:pPr>
        <w:pStyle w:val="libNormal"/>
        <w:rPr>
          <w:rtl/>
        </w:rPr>
      </w:pPr>
      <w:r>
        <w:rPr>
          <w:rtl/>
        </w:rPr>
        <w:t xml:space="preserve">387 ـ غياث بن إبراهيم أبو محمد التميمي الاسدي قر ، ق ( جخ ) بتري فاسد العقيدة. </w:t>
      </w:r>
    </w:p>
    <w:p w:rsidR="007849C6" w:rsidRDefault="007849C6" w:rsidP="007849C6">
      <w:pPr>
        <w:pStyle w:val="Heading1Center"/>
        <w:rPr>
          <w:rtl/>
        </w:rPr>
      </w:pPr>
      <w:bookmarkStart w:id="151" w:name="_Toc265165276"/>
      <w:bookmarkStart w:id="152" w:name="_Toc286683205"/>
      <w:bookmarkStart w:id="153" w:name="_Toc403904062"/>
      <w:r>
        <w:rPr>
          <w:rtl/>
        </w:rPr>
        <w:t>( باب الفاء )</w:t>
      </w:r>
      <w:bookmarkEnd w:id="151"/>
      <w:bookmarkEnd w:id="152"/>
      <w:bookmarkEnd w:id="153"/>
    </w:p>
    <w:p w:rsidR="007849C6" w:rsidRDefault="007849C6" w:rsidP="00186E94">
      <w:pPr>
        <w:pStyle w:val="libNormal"/>
        <w:rPr>
          <w:rtl/>
        </w:rPr>
      </w:pPr>
      <w:r>
        <w:rPr>
          <w:rtl/>
        </w:rPr>
        <w:t xml:space="preserve">388 ـ فارس بن حاتم القزويني ضا ، دى غال ملعون ( غض ) فارس ابن حاتم القزويني ، نزيل العسكر ، فسد مذهبه وبرئ منه وقتله بعض أصحاب أبي محمد الحسن بالعسكر ، لا يلتفت إلى حديثه وله كتاب كلها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ذكره في القسم الاول. </w:t>
      </w:r>
    </w:p>
    <w:p w:rsidR="007849C6" w:rsidRDefault="007849C6" w:rsidP="002C2B53">
      <w:pPr>
        <w:pStyle w:val="libFootnote0"/>
        <w:rPr>
          <w:rtl/>
        </w:rPr>
      </w:pPr>
      <w:r>
        <w:rPr>
          <w:rtl/>
        </w:rPr>
        <w:t xml:space="preserve">2 ـ ذكره في القسم الاول. </w:t>
      </w:r>
    </w:p>
    <w:p w:rsidR="007849C6" w:rsidRDefault="007849C6" w:rsidP="00186E94">
      <w:pPr>
        <w:pStyle w:val="libNormal0"/>
        <w:rPr>
          <w:rtl/>
        </w:rPr>
      </w:pPr>
      <w:r>
        <w:rPr>
          <w:rtl/>
        </w:rPr>
        <w:br w:type="page"/>
      </w:r>
      <w:r>
        <w:rPr>
          <w:rtl/>
        </w:rPr>
        <w:lastRenderedPageBreak/>
        <w:t xml:space="preserve">تخليط ( كش ) : فارس بن محمد القزويني وفارس بن حاتم الفهرى غاليان في زمن علي بن محمد العسكري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389 ـ الفتح بن يزيد ، بالياء المثناة تحت والزاي ، الجرجاني صاحب المسائل لابي الحسن </w:t>
      </w:r>
      <w:r w:rsidR="0006364F" w:rsidRPr="0006364F">
        <w:rPr>
          <w:rStyle w:val="libAlaemChar"/>
          <w:rFonts w:hint="cs"/>
          <w:rtl/>
        </w:rPr>
        <w:t>عليه‌السلام</w:t>
      </w:r>
      <w:r>
        <w:rPr>
          <w:rtl/>
        </w:rPr>
        <w:t xml:space="preserve"> واختلف ( هل هو الرضا أم الثالث </w:t>
      </w:r>
      <w:r w:rsidR="0006364F" w:rsidRPr="0006364F">
        <w:rPr>
          <w:rStyle w:val="libAlaemChar"/>
          <w:rFonts w:hint="cs"/>
          <w:rtl/>
        </w:rPr>
        <w:t>عليهما‌السلام</w:t>
      </w:r>
      <w:r>
        <w:rPr>
          <w:rtl/>
        </w:rPr>
        <w:t xml:space="preserve"> والرجل مجهول. </w:t>
      </w:r>
    </w:p>
    <w:p w:rsidR="007849C6" w:rsidRDefault="007849C6" w:rsidP="00186E94">
      <w:pPr>
        <w:pStyle w:val="libNormal"/>
        <w:rPr>
          <w:rtl/>
        </w:rPr>
      </w:pPr>
      <w:r>
        <w:rPr>
          <w:rtl/>
        </w:rPr>
        <w:t xml:space="preserve">390 ـ فرات بن الاحنف العبدي ين ( جخ ) يرمى بالغلو والتفويض في القول ( غض ) كوفي ين ، قر ، ق غال كذاب. </w:t>
      </w:r>
    </w:p>
    <w:p w:rsidR="007849C6" w:rsidRDefault="007849C6" w:rsidP="00186E94">
      <w:pPr>
        <w:pStyle w:val="libNormal"/>
        <w:rPr>
          <w:rtl/>
        </w:rPr>
      </w:pPr>
      <w:r>
        <w:rPr>
          <w:rtl/>
        </w:rPr>
        <w:t xml:space="preserve">391 ـ الفضل بن أبي قرة التميمي السمندي بلد من أذربايجان انتقل إلى الارمينية ق ( جش ) ضعيف لم يكن بذاك. </w:t>
      </w:r>
    </w:p>
    <w:p w:rsidR="007849C6" w:rsidRDefault="007849C6" w:rsidP="00186E94">
      <w:pPr>
        <w:pStyle w:val="libNormal"/>
        <w:rPr>
          <w:rtl/>
        </w:rPr>
      </w:pPr>
      <w:r>
        <w:rPr>
          <w:rtl/>
        </w:rPr>
        <w:t xml:space="preserve">392 ـ الفضل بن الحارث د ( جخ ) مجهول الحال </w:t>
      </w:r>
      <w:r w:rsidRPr="00186E94">
        <w:rPr>
          <w:rStyle w:val="libFootnotenumChar"/>
          <w:rtl/>
        </w:rPr>
        <w:t>(1)</w:t>
      </w:r>
      <w:r>
        <w:rPr>
          <w:rtl/>
        </w:rPr>
        <w:t xml:space="preserve">. </w:t>
      </w:r>
    </w:p>
    <w:p w:rsidR="007849C6" w:rsidRDefault="007849C6" w:rsidP="00186E94">
      <w:pPr>
        <w:pStyle w:val="libNormal"/>
        <w:rPr>
          <w:rtl/>
        </w:rPr>
      </w:pPr>
      <w:r>
        <w:rPr>
          <w:rtl/>
        </w:rPr>
        <w:t xml:space="preserve">393 ـ الفضيل بن عياض ق ( جش ) بصري ثقة عطيم المنزلة لكنه عامي. </w:t>
      </w:r>
    </w:p>
    <w:p w:rsidR="007849C6" w:rsidRDefault="007849C6" w:rsidP="00186E94">
      <w:pPr>
        <w:pStyle w:val="libNormal"/>
        <w:rPr>
          <w:rtl/>
        </w:rPr>
      </w:pPr>
      <w:r>
        <w:rPr>
          <w:rtl/>
        </w:rPr>
        <w:t xml:space="preserve">394 ـ فضيل بن غياث قر ( جخ ) مجهول. </w:t>
      </w:r>
    </w:p>
    <w:p w:rsidR="007849C6" w:rsidRDefault="007849C6" w:rsidP="00186E94">
      <w:pPr>
        <w:pStyle w:val="libNormal"/>
        <w:rPr>
          <w:rtl/>
        </w:rPr>
      </w:pPr>
      <w:r>
        <w:rPr>
          <w:rtl/>
        </w:rPr>
        <w:t xml:space="preserve">395 ـ الفضل بن يونس الكاتب م ( جخ ) واقفي ، وأصله كوفي تحول إلى بغداد ( جش ) ثقة. </w:t>
      </w:r>
    </w:p>
    <w:p w:rsidR="007849C6" w:rsidRDefault="007849C6" w:rsidP="007849C6">
      <w:pPr>
        <w:pStyle w:val="Heading1Center"/>
        <w:rPr>
          <w:rtl/>
        </w:rPr>
      </w:pPr>
      <w:bookmarkStart w:id="154" w:name="_Toc265165277"/>
      <w:bookmarkStart w:id="155" w:name="_Toc286683206"/>
      <w:bookmarkStart w:id="156" w:name="_Toc403904063"/>
      <w:r>
        <w:rPr>
          <w:rtl/>
        </w:rPr>
        <w:t>( باب القاف )</w:t>
      </w:r>
      <w:bookmarkEnd w:id="154"/>
      <w:bookmarkEnd w:id="155"/>
      <w:bookmarkEnd w:id="156"/>
    </w:p>
    <w:p w:rsidR="007849C6" w:rsidRDefault="007849C6" w:rsidP="00186E94">
      <w:pPr>
        <w:pStyle w:val="libNormal"/>
        <w:rPr>
          <w:rtl/>
        </w:rPr>
      </w:pPr>
      <w:r>
        <w:rPr>
          <w:rtl/>
        </w:rPr>
        <w:t xml:space="preserve">396 ـ القاسم بن أسباط ضا ( جخ ) مجهول. </w:t>
      </w:r>
    </w:p>
    <w:p w:rsidR="007849C6" w:rsidRDefault="007849C6" w:rsidP="00186E94">
      <w:pPr>
        <w:pStyle w:val="libNormal"/>
        <w:rPr>
          <w:rtl/>
        </w:rPr>
      </w:pPr>
      <w:r>
        <w:rPr>
          <w:rtl/>
        </w:rPr>
        <w:t xml:space="preserve">397 ـ القاسم بن الحسن بن علي بن يقطين بن موسى أبو محمد مولى بني أسد سكن قم ( جش ) كان ضعيفا ( كش ) كان غاليا ( غض ) حديثه يعرف وينكر ، وذكر القميون أن في مذهبه ارتفاعا والاغلب عليه الخير. </w:t>
      </w:r>
    </w:p>
    <w:p w:rsidR="007849C6" w:rsidRDefault="007849C6" w:rsidP="00186E94">
      <w:pPr>
        <w:pStyle w:val="libNormal"/>
        <w:rPr>
          <w:rtl/>
        </w:rPr>
      </w:pPr>
      <w:r>
        <w:rPr>
          <w:rtl/>
        </w:rPr>
        <w:t xml:space="preserve">398 ـ القاسم بن الربيع الصحاف ، وفي تصنيف بعض الاصحاب :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لم يذكر الشيخ في رجاله من أصحاب الجواد وانما ذكره من أصحاب العسكري </w:t>
      </w:r>
      <w:r w:rsidR="0006364F" w:rsidRPr="0006364F">
        <w:rPr>
          <w:rStyle w:val="libAlaemChar"/>
          <w:rFonts w:hint="cs"/>
          <w:rtl/>
        </w:rPr>
        <w:t>عليه‌السلام</w:t>
      </w:r>
      <w:r>
        <w:rPr>
          <w:rtl/>
        </w:rPr>
        <w:t xml:space="preserve"> ، وقد تقدم هذا الاسم في القسم الاول. </w:t>
      </w:r>
    </w:p>
    <w:p w:rsidR="007849C6" w:rsidRDefault="007849C6" w:rsidP="00186E94">
      <w:pPr>
        <w:pStyle w:val="libNormal0"/>
        <w:rPr>
          <w:rtl/>
        </w:rPr>
      </w:pPr>
      <w:r>
        <w:rPr>
          <w:rtl/>
        </w:rPr>
        <w:br w:type="page"/>
      </w:r>
      <w:r>
        <w:rPr>
          <w:rtl/>
        </w:rPr>
        <w:lastRenderedPageBreak/>
        <w:t xml:space="preserve">الصواف لم ( غض ) ضعيف جدا غال يروي عن محمد بن سنان. </w:t>
      </w:r>
    </w:p>
    <w:p w:rsidR="007849C6" w:rsidRDefault="007849C6" w:rsidP="00186E94">
      <w:pPr>
        <w:pStyle w:val="libNormal"/>
        <w:rPr>
          <w:rtl/>
        </w:rPr>
      </w:pPr>
      <w:r>
        <w:rPr>
          <w:rtl/>
        </w:rPr>
        <w:t xml:space="preserve">399 ـ القاسم الشعراني اليقطيني دى ( جخ ) يرمى بالغلو يدعي أنه باب وانه نبي. </w:t>
      </w:r>
    </w:p>
    <w:p w:rsidR="007849C6" w:rsidRDefault="007849C6" w:rsidP="00186E94">
      <w:pPr>
        <w:pStyle w:val="libNormal"/>
        <w:rPr>
          <w:rtl/>
        </w:rPr>
      </w:pPr>
      <w:r>
        <w:rPr>
          <w:rtl/>
        </w:rPr>
        <w:t xml:space="preserve">400 ـ القاسم بن عوف الشيباني ين ( جخ ) كان يختلف بين علي ابن الحسين </w:t>
      </w:r>
      <w:r w:rsidR="0006364F" w:rsidRPr="0006364F">
        <w:rPr>
          <w:rStyle w:val="libAlaemChar"/>
          <w:rFonts w:hint="cs"/>
          <w:rtl/>
        </w:rPr>
        <w:t>عليه‌السلام</w:t>
      </w:r>
      <w:r>
        <w:rPr>
          <w:rtl/>
        </w:rPr>
        <w:t xml:space="preserve"> ومحمد ابن الحنفية. </w:t>
      </w:r>
    </w:p>
    <w:p w:rsidR="007849C6" w:rsidRDefault="007849C6" w:rsidP="00186E94">
      <w:pPr>
        <w:pStyle w:val="libNormal"/>
        <w:rPr>
          <w:rtl/>
        </w:rPr>
      </w:pPr>
      <w:r>
        <w:rPr>
          <w:rtl/>
        </w:rPr>
        <w:t xml:space="preserve">401 ـ القاسم بن محمد الجوهري م ( جخ ) واقفي ( كش ) : قال نصر بن الصباح : إنه لم يلق أبا عبد الله </w:t>
      </w:r>
      <w:r w:rsidR="0006364F" w:rsidRPr="0006364F">
        <w:rPr>
          <w:rStyle w:val="libAlaemChar"/>
          <w:rFonts w:hint="cs"/>
          <w:rtl/>
        </w:rPr>
        <w:t>عليه‌السلام</w:t>
      </w:r>
      <w:r>
        <w:rPr>
          <w:rtl/>
        </w:rPr>
        <w:t xml:space="preserve"> وقيل كان واقفيا. </w:t>
      </w:r>
    </w:p>
    <w:p w:rsidR="007849C6" w:rsidRDefault="007849C6" w:rsidP="00186E94">
      <w:pPr>
        <w:pStyle w:val="libNormal"/>
        <w:rPr>
          <w:rtl/>
        </w:rPr>
      </w:pPr>
      <w:r>
        <w:rPr>
          <w:rtl/>
        </w:rPr>
        <w:t xml:space="preserve">402 ـ القاسم بن محمد القمي يعرف بكاسولا ( جش ) لم يكن بالمرضى ( كش ) </w:t>
      </w:r>
      <w:r w:rsidRPr="00186E94">
        <w:rPr>
          <w:rStyle w:val="libFootnotenumChar"/>
          <w:rtl/>
        </w:rPr>
        <w:t>(1)</w:t>
      </w:r>
      <w:r>
        <w:rPr>
          <w:rtl/>
        </w:rPr>
        <w:t xml:space="preserve"> غال ( غض ) حديثه يعرف وينكر. </w:t>
      </w:r>
    </w:p>
    <w:p w:rsidR="007849C6" w:rsidRDefault="007849C6" w:rsidP="00186E94">
      <w:pPr>
        <w:pStyle w:val="libNormal"/>
        <w:rPr>
          <w:rtl/>
        </w:rPr>
      </w:pPr>
      <w:r>
        <w:rPr>
          <w:rtl/>
        </w:rPr>
        <w:t xml:space="preserve">403 ـ القاسم بن الهروي مجهول. </w:t>
      </w:r>
    </w:p>
    <w:p w:rsidR="007849C6" w:rsidRDefault="007849C6" w:rsidP="00186E94">
      <w:pPr>
        <w:pStyle w:val="libNormal"/>
        <w:rPr>
          <w:rtl/>
        </w:rPr>
      </w:pPr>
      <w:r>
        <w:rPr>
          <w:rtl/>
        </w:rPr>
        <w:t xml:space="preserve">404 ـ القاسم بن يحيى بن الحسن بن راشد مولى المنصور ضا ( جخ ) روى عن ( جده ) ضعيف. </w:t>
      </w:r>
    </w:p>
    <w:p w:rsidR="007849C6" w:rsidRDefault="007849C6" w:rsidP="00186E94">
      <w:pPr>
        <w:pStyle w:val="libNormal"/>
        <w:rPr>
          <w:rtl/>
        </w:rPr>
      </w:pPr>
      <w:r>
        <w:rPr>
          <w:rtl/>
        </w:rPr>
        <w:t xml:space="preserve">405 ـ القافي خادم أبي الحسن </w:t>
      </w:r>
      <w:r w:rsidR="0006364F" w:rsidRPr="0006364F">
        <w:rPr>
          <w:rStyle w:val="libAlaemChar"/>
          <w:rFonts w:hint="cs"/>
          <w:rtl/>
        </w:rPr>
        <w:t>عليه‌السلام</w:t>
      </w:r>
      <w:r>
        <w:rPr>
          <w:rtl/>
        </w:rPr>
        <w:t xml:space="preserve"> م ( جخ ) مجهول. </w:t>
      </w:r>
    </w:p>
    <w:p w:rsidR="007849C6" w:rsidRDefault="007849C6" w:rsidP="00186E94">
      <w:pPr>
        <w:pStyle w:val="libNormal"/>
        <w:rPr>
          <w:rtl/>
        </w:rPr>
      </w:pPr>
      <w:r>
        <w:rPr>
          <w:rtl/>
        </w:rPr>
        <w:t xml:space="preserve">406 ـ قعنب بن أعين ( كش ) عن علي بن الحسن بن فضال : كان مرجعا. </w:t>
      </w:r>
    </w:p>
    <w:p w:rsidR="007849C6" w:rsidRDefault="007849C6" w:rsidP="00186E94">
      <w:pPr>
        <w:pStyle w:val="libNormal"/>
        <w:rPr>
          <w:rtl/>
        </w:rPr>
      </w:pPr>
      <w:r>
        <w:rPr>
          <w:rtl/>
        </w:rPr>
        <w:t xml:space="preserve">407 ـ قيس بن الربيع ( جخ ) قر ( كش ) بتري. </w:t>
      </w:r>
    </w:p>
    <w:p w:rsidR="007849C6" w:rsidRDefault="007849C6" w:rsidP="00186E94">
      <w:pPr>
        <w:pStyle w:val="libNormal"/>
        <w:rPr>
          <w:rtl/>
        </w:rPr>
      </w:pPr>
      <w:r>
        <w:rPr>
          <w:rtl/>
        </w:rPr>
        <w:t xml:space="preserve">408 ـ قيس بن قرة وبعض أصحابنا قال في تصنيفه ( قيس بن مرة ) وهو اشتباه ى ( جخ ، كش ) هرب إلى معاوية. </w:t>
      </w:r>
    </w:p>
    <w:p w:rsidR="007849C6" w:rsidRDefault="007849C6" w:rsidP="007849C6">
      <w:pPr>
        <w:pStyle w:val="Heading1Center"/>
        <w:rPr>
          <w:rtl/>
        </w:rPr>
      </w:pPr>
      <w:bookmarkStart w:id="157" w:name="_Toc265165278"/>
      <w:bookmarkStart w:id="158" w:name="_Toc286683207"/>
      <w:bookmarkStart w:id="159" w:name="_Toc403904064"/>
      <w:r>
        <w:rPr>
          <w:rtl/>
        </w:rPr>
        <w:t>( باب الكاف )</w:t>
      </w:r>
      <w:bookmarkEnd w:id="157"/>
      <w:bookmarkEnd w:id="158"/>
      <w:bookmarkEnd w:id="159"/>
    </w:p>
    <w:p w:rsidR="007849C6" w:rsidRDefault="007849C6" w:rsidP="00186E94">
      <w:pPr>
        <w:pStyle w:val="libNormal"/>
        <w:rPr>
          <w:rtl/>
        </w:rPr>
      </w:pPr>
      <w:r>
        <w:rPr>
          <w:rtl/>
        </w:rPr>
        <w:t xml:space="preserve">409 ـ كامل الرصافي قر ( جخ ) مجهول. </w:t>
      </w:r>
    </w:p>
    <w:p w:rsidR="007849C6" w:rsidRDefault="007849C6" w:rsidP="00186E94">
      <w:pPr>
        <w:pStyle w:val="libNormal"/>
        <w:rPr>
          <w:rtl/>
        </w:rPr>
      </w:pPr>
      <w:r>
        <w:rPr>
          <w:rtl/>
        </w:rPr>
        <w:t xml:space="preserve">410 ـ كثير بن طارق القنبري من ولد قنبر مولى علي بن أبي طالب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لا يوجد القاسم بن محمد القمي في ( كش ) حتى ينسب إليه الغلو. </w:t>
      </w:r>
    </w:p>
    <w:p w:rsidR="007849C6" w:rsidRDefault="007849C6" w:rsidP="00186E94">
      <w:pPr>
        <w:pStyle w:val="libNormal0"/>
        <w:rPr>
          <w:rtl/>
        </w:rPr>
      </w:pPr>
      <w:r>
        <w:rPr>
          <w:rtl/>
        </w:rPr>
        <w:br w:type="page"/>
      </w:r>
      <w:r w:rsidR="0006364F" w:rsidRPr="0006364F">
        <w:rPr>
          <w:rStyle w:val="libAlaemChar"/>
          <w:rFonts w:hint="cs"/>
          <w:rtl/>
        </w:rPr>
        <w:lastRenderedPageBreak/>
        <w:t>عليه‌السلام</w:t>
      </w:r>
      <w:r>
        <w:rPr>
          <w:rtl/>
        </w:rPr>
        <w:t xml:space="preserve"> لم ( جش ) روى عن زيد ، ففيه توقف </w:t>
      </w:r>
      <w:r w:rsidRPr="00186E94">
        <w:rPr>
          <w:rStyle w:val="libFootnotenumChar"/>
          <w:rtl/>
        </w:rPr>
        <w:t>(1)</w:t>
      </w:r>
      <w:r>
        <w:rPr>
          <w:rtl/>
        </w:rPr>
        <w:t xml:space="preserve">. </w:t>
      </w:r>
    </w:p>
    <w:p w:rsidR="007849C6" w:rsidRDefault="007849C6" w:rsidP="00186E94">
      <w:pPr>
        <w:pStyle w:val="libNormal"/>
        <w:rPr>
          <w:rtl/>
        </w:rPr>
      </w:pPr>
      <w:r>
        <w:rPr>
          <w:rtl/>
        </w:rPr>
        <w:t xml:space="preserve">411 ـ كثير بن عياش ، بالياء المنثاة تحت والشين المعجمة خرج أيام أبي السرايا وجرح ، وكان قطانا. </w:t>
      </w:r>
    </w:p>
    <w:p w:rsidR="007849C6" w:rsidRDefault="007849C6" w:rsidP="00186E94">
      <w:pPr>
        <w:pStyle w:val="libNormal"/>
        <w:rPr>
          <w:rtl/>
        </w:rPr>
      </w:pPr>
      <w:r>
        <w:rPr>
          <w:rtl/>
        </w:rPr>
        <w:t xml:space="preserve">412 ـ كثير بن كاروند ، بالراء والواو المفتوحتين والنون الساكنة والدال المهملة ، أبو إسماعيل ، النواءقر ، ق ( جخ ، كش ) بتري ( قي ) عامي. </w:t>
      </w:r>
    </w:p>
    <w:p w:rsidR="007849C6" w:rsidRDefault="007849C6" w:rsidP="00186E94">
      <w:pPr>
        <w:pStyle w:val="libNormal"/>
        <w:rPr>
          <w:rtl/>
        </w:rPr>
      </w:pPr>
      <w:r>
        <w:rPr>
          <w:rtl/>
        </w:rPr>
        <w:t xml:space="preserve">413 ـ كرام بن عمرو ، هو عبد الكريم ( كش ) واقفي. </w:t>
      </w:r>
    </w:p>
    <w:p w:rsidR="007849C6" w:rsidRDefault="007849C6" w:rsidP="00186E94">
      <w:pPr>
        <w:pStyle w:val="libNormal"/>
        <w:rPr>
          <w:rtl/>
        </w:rPr>
      </w:pPr>
      <w:r>
        <w:rPr>
          <w:rtl/>
        </w:rPr>
        <w:t xml:space="preserve">414 ـ الكلبي ( كش ) عامي وقيل مستو. </w:t>
      </w:r>
    </w:p>
    <w:p w:rsidR="007849C6" w:rsidRDefault="007849C6" w:rsidP="00186E94">
      <w:pPr>
        <w:pStyle w:val="libNormal"/>
        <w:rPr>
          <w:rtl/>
        </w:rPr>
      </w:pPr>
      <w:r>
        <w:rPr>
          <w:rtl/>
        </w:rPr>
        <w:t xml:space="preserve">415 ـ كلثوم بن سليم ( كش ) وقف على الرضا </w:t>
      </w:r>
      <w:r w:rsidR="0006364F" w:rsidRPr="0006364F">
        <w:rPr>
          <w:rStyle w:val="libAlaemChar"/>
          <w:rFonts w:hint="cs"/>
          <w:rtl/>
        </w:rPr>
        <w:t>عليه‌السلام</w:t>
      </w:r>
      <w:r>
        <w:rPr>
          <w:rtl/>
        </w:rPr>
        <w:t xml:space="preserve"> </w:t>
      </w:r>
      <w:r w:rsidRPr="00186E94">
        <w:rPr>
          <w:rStyle w:val="libFootnotenumChar"/>
          <w:rtl/>
        </w:rPr>
        <w:t>(2)</w:t>
      </w:r>
      <w:r>
        <w:rPr>
          <w:rtl/>
        </w:rPr>
        <w:t xml:space="preserve"> </w:t>
      </w:r>
    </w:p>
    <w:p w:rsidR="007849C6" w:rsidRDefault="007849C6" w:rsidP="007849C6">
      <w:pPr>
        <w:pStyle w:val="Heading1Center"/>
        <w:rPr>
          <w:rtl/>
        </w:rPr>
      </w:pPr>
      <w:bookmarkStart w:id="160" w:name="_Toc265165279"/>
      <w:bookmarkStart w:id="161" w:name="_Toc286683208"/>
      <w:bookmarkStart w:id="162" w:name="_Toc403904065"/>
      <w:r>
        <w:rPr>
          <w:rtl/>
        </w:rPr>
        <w:t>( باب اللام )</w:t>
      </w:r>
      <w:bookmarkEnd w:id="160"/>
      <w:bookmarkEnd w:id="161"/>
      <w:bookmarkEnd w:id="162"/>
    </w:p>
    <w:p w:rsidR="007849C6" w:rsidRDefault="007849C6" w:rsidP="00186E94">
      <w:pPr>
        <w:pStyle w:val="libNormal"/>
        <w:rPr>
          <w:rtl/>
        </w:rPr>
      </w:pPr>
      <w:r>
        <w:rPr>
          <w:rtl/>
        </w:rPr>
        <w:t xml:space="preserve">416 ـ ليث بن أبي سليم قر ( جخ ) مجهول. </w:t>
      </w:r>
    </w:p>
    <w:p w:rsidR="007849C6" w:rsidRDefault="007849C6" w:rsidP="007849C6">
      <w:pPr>
        <w:pStyle w:val="Heading1Center"/>
        <w:rPr>
          <w:rtl/>
        </w:rPr>
      </w:pPr>
      <w:bookmarkStart w:id="163" w:name="_Toc265165280"/>
      <w:bookmarkStart w:id="164" w:name="_Toc286683209"/>
      <w:bookmarkStart w:id="165" w:name="_Toc403904066"/>
      <w:r>
        <w:rPr>
          <w:rtl/>
        </w:rPr>
        <w:t>( باب الميم )</w:t>
      </w:r>
      <w:bookmarkEnd w:id="163"/>
      <w:bookmarkEnd w:id="164"/>
      <w:bookmarkEnd w:id="165"/>
    </w:p>
    <w:p w:rsidR="007849C6" w:rsidRDefault="007849C6" w:rsidP="00186E94">
      <w:pPr>
        <w:pStyle w:val="libNormal"/>
        <w:rPr>
          <w:rtl/>
        </w:rPr>
      </w:pPr>
      <w:r>
        <w:rPr>
          <w:rtl/>
        </w:rPr>
        <w:t xml:space="preserve">417 ـ مالك بن أعين قر ، ق ( كش ) هو وأخوه قعنب ليسا من هذا الامر في شيء ( عق ) كان مخالفا </w:t>
      </w:r>
      <w:r w:rsidRPr="00186E94">
        <w:rPr>
          <w:rStyle w:val="libFootnotenumChar"/>
          <w:rtl/>
        </w:rPr>
        <w:t>(3)</w:t>
      </w:r>
      <w:r>
        <w:rPr>
          <w:rtl/>
        </w:rPr>
        <w:t xml:space="preserve">. </w:t>
      </w:r>
    </w:p>
    <w:p w:rsidR="007849C6" w:rsidRDefault="007849C6" w:rsidP="00186E94">
      <w:pPr>
        <w:pStyle w:val="libNormal"/>
        <w:rPr>
          <w:rtl/>
        </w:rPr>
      </w:pPr>
      <w:r>
        <w:rPr>
          <w:rtl/>
        </w:rPr>
        <w:t xml:space="preserve">418 ـ مبرور بن إسماعيل م ( جخ ) مجهول ، وقيل ، مسرور ، بالسين المهملة ، وبخط الشيخ الاول. </w:t>
      </w:r>
    </w:p>
    <w:p w:rsidR="007849C6" w:rsidRDefault="007849C6" w:rsidP="00186E94">
      <w:pPr>
        <w:pStyle w:val="libNormal"/>
        <w:rPr>
          <w:rtl/>
        </w:rPr>
      </w:pPr>
      <w:r>
        <w:rPr>
          <w:rtl/>
        </w:rPr>
        <w:t xml:space="preserve">419 ـ محبوب بن حكيم لم ( غض ) لا نعرفه. </w:t>
      </w:r>
    </w:p>
    <w:p w:rsidR="007849C6" w:rsidRDefault="007849C6" w:rsidP="00186E94">
      <w:pPr>
        <w:pStyle w:val="libNormal"/>
        <w:rPr>
          <w:rtl/>
        </w:rPr>
      </w:pPr>
      <w:r>
        <w:rPr>
          <w:rtl/>
        </w:rPr>
        <w:t xml:space="preserve">420 ـ محمد بن أحمد بن خاقان النهدي وهو حمدان القلانسي ( جش )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تقدم ذكر كثير بن طارق هذا في القسم الاول. </w:t>
      </w:r>
    </w:p>
    <w:p w:rsidR="007849C6" w:rsidRDefault="007849C6" w:rsidP="002C2B53">
      <w:pPr>
        <w:pStyle w:val="libFootnote0"/>
        <w:rPr>
          <w:rtl/>
        </w:rPr>
      </w:pPr>
      <w:r>
        <w:rPr>
          <w:rtl/>
        </w:rPr>
        <w:t xml:space="preserve">2 ـ الصحيح كلثوم بنت سليم ، ولم يذكرها الكشي ، نعم قال النجاشي : روت عن الرضا ( ع ) كتابا ولم يذكر أنها وقفت على الرضا </w:t>
      </w:r>
      <w:r w:rsidR="0006364F" w:rsidRPr="0006364F">
        <w:rPr>
          <w:rStyle w:val="libAlaemChar"/>
          <w:rFonts w:hint="cs"/>
          <w:rtl/>
        </w:rPr>
        <w:t>عليه‌السلام</w:t>
      </w:r>
      <w:r>
        <w:rPr>
          <w:rtl/>
        </w:rPr>
        <w:t xml:space="preserve">. </w:t>
      </w:r>
    </w:p>
    <w:p w:rsidR="007849C6" w:rsidRDefault="007849C6" w:rsidP="002C2B53">
      <w:pPr>
        <w:pStyle w:val="libFootnote0"/>
        <w:rPr>
          <w:rtl/>
        </w:rPr>
      </w:pPr>
      <w:r>
        <w:rPr>
          <w:rtl/>
        </w:rPr>
        <w:t xml:space="preserve">3 ـ تقدم مالك بن اعين في القسم الاول. </w:t>
      </w:r>
    </w:p>
    <w:p w:rsidR="007849C6" w:rsidRDefault="007849C6" w:rsidP="00186E94">
      <w:pPr>
        <w:pStyle w:val="libNormal0"/>
        <w:rPr>
          <w:rtl/>
        </w:rPr>
      </w:pPr>
      <w:r>
        <w:rPr>
          <w:rtl/>
        </w:rPr>
        <w:br w:type="page"/>
      </w:r>
      <w:r>
        <w:rPr>
          <w:rtl/>
        </w:rPr>
        <w:lastRenderedPageBreak/>
        <w:t xml:space="preserve">مضطرب ( كش ) فقيه ( ثقة ) خير </w:t>
      </w:r>
      <w:r w:rsidRPr="00186E94">
        <w:rPr>
          <w:rStyle w:val="libFootnotenumChar"/>
          <w:rtl/>
        </w:rPr>
        <w:t>(1)</w:t>
      </w:r>
      <w:r>
        <w:rPr>
          <w:rtl/>
        </w:rPr>
        <w:t xml:space="preserve">. </w:t>
      </w:r>
    </w:p>
    <w:p w:rsidR="007849C6" w:rsidRDefault="007849C6" w:rsidP="00186E94">
      <w:pPr>
        <w:pStyle w:val="libNormal"/>
        <w:rPr>
          <w:rtl/>
        </w:rPr>
      </w:pPr>
      <w:r>
        <w:rPr>
          <w:rtl/>
        </w:rPr>
        <w:t xml:space="preserve">421 ـ محمد بن أحمد بن قضاعة أبو عبدالله بن صفوان بن مهران ، أبو عبد الله الصفواني ( غض ) ما أنكرت منه شيئا إلا ما يرويه ( عن أبيه ) عن جده عن الصادق </w:t>
      </w:r>
      <w:r w:rsidR="0006364F" w:rsidRPr="0006364F">
        <w:rPr>
          <w:rStyle w:val="libAlaemChar"/>
          <w:rFonts w:hint="cs"/>
          <w:rtl/>
        </w:rPr>
        <w:t>عليه‌السلام</w:t>
      </w:r>
      <w:r>
        <w:rPr>
          <w:rtl/>
        </w:rPr>
        <w:t xml:space="preserve"> فانه شيء غير معروف. وقد رأيت فيه مناكير مكذوبة عليه ، وأظن الكذب من قبل أبيه. </w:t>
      </w:r>
    </w:p>
    <w:p w:rsidR="007849C6" w:rsidRDefault="007849C6" w:rsidP="00186E94">
      <w:pPr>
        <w:pStyle w:val="libNormal"/>
        <w:rPr>
          <w:rtl/>
        </w:rPr>
      </w:pPr>
      <w:r>
        <w:rPr>
          <w:rtl/>
        </w:rPr>
        <w:t xml:space="preserve">422 ـ محمد بن أحمد بن محمد بن سنان أبو عيسى لم ( غض ) نسبه وحديثه مضطرب. </w:t>
      </w:r>
    </w:p>
    <w:p w:rsidR="007849C6" w:rsidRDefault="007849C6" w:rsidP="00186E94">
      <w:pPr>
        <w:pStyle w:val="libNormal"/>
        <w:rPr>
          <w:rtl/>
        </w:rPr>
      </w:pPr>
      <w:r>
        <w:rPr>
          <w:rtl/>
        </w:rPr>
        <w:t xml:space="preserve">423 ـ محمد بن أحمد الجاموراني ، بالجيم والراء والنون ، الرازي ضعفه القميون في مذهبه ارتفاع. </w:t>
      </w:r>
    </w:p>
    <w:p w:rsidR="007849C6" w:rsidRDefault="007849C6" w:rsidP="00186E94">
      <w:pPr>
        <w:pStyle w:val="libNormal"/>
        <w:rPr>
          <w:rtl/>
        </w:rPr>
      </w:pPr>
      <w:r>
        <w:rPr>
          <w:rtl/>
        </w:rPr>
        <w:t xml:space="preserve">424 ـ محمد بن أحمد النطنزي ، بالنونين والطاء المهملة بينهما والزاي لم عامي. </w:t>
      </w:r>
    </w:p>
    <w:p w:rsidR="007849C6" w:rsidRDefault="007849C6" w:rsidP="00186E94">
      <w:pPr>
        <w:pStyle w:val="libNormal"/>
        <w:rPr>
          <w:rtl/>
        </w:rPr>
      </w:pPr>
      <w:r>
        <w:rPr>
          <w:rtl/>
        </w:rPr>
        <w:t xml:space="preserve">425 ـ محمد بن إدريس الحنظلي الرازي أبو حاتم لم ( جخ ) عامي المذهب. </w:t>
      </w:r>
    </w:p>
    <w:p w:rsidR="007849C6" w:rsidRDefault="007849C6" w:rsidP="00186E94">
      <w:pPr>
        <w:pStyle w:val="libNormal"/>
        <w:rPr>
          <w:rtl/>
        </w:rPr>
      </w:pPr>
      <w:r>
        <w:rPr>
          <w:rtl/>
        </w:rPr>
        <w:t xml:space="preserve">426 ـ محمد بن إدريس العجلي الحلي كان شيخ الفقهاء بالحلة متقنا في العلوم كثير التصانيف لكنه أعرض عن أخبار أهل البيت ( بالكلية ) </w:t>
      </w:r>
      <w:r w:rsidRPr="00186E94">
        <w:rPr>
          <w:rStyle w:val="libFootnotenumChar"/>
          <w:rtl/>
        </w:rPr>
        <w:t>(2)</w:t>
      </w:r>
      <w:r>
        <w:rPr>
          <w:rtl/>
        </w:rPr>
        <w:t xml:space="preserve">. </w:t>
      </w:r>
    </w:p>
    <w:p w:rsidR="007849C6" w:rsidRDefault="007849C6" w:rsidP="00186E94">
      <w:pPr>
        <w:pStyle w:val="libNormal"/>
        <w:rPr>
          <w:rtl/>
        </w:rPr>
      </w:pPr>
      <w:r>
        <w:rPr>
          <w:rtl/>
        </w:rPr>
        <w:t xml:space="preserve">427 ـ محمد بن إسحاق المدني صاحب السير قر ، ق ( جخ ) عامي. </w:t>
      </w:r>
    </w:p>
    <w:p w:rsidR="007849C6" w:rsidRDefault="007849C6" w:rsidP="00186E94">
      <w:pPr>
        <w:pStyle w:val="libNormal"/>
        <w:rPr>
          <w:rtl/>
        </w:rPr>
      </w:pPr>
      <w:r>
        <w:rPr>
          <w:rtl/>
        </w:rPr>
        <w:t xml:space="preserve">428 ـ محمد بن إسحاق بن عمار بن حيان التغلبي م ( جش ) ثقة ( يه ) واقفي. </w:t>
      </w:r>
    </w:p>
    <w:p w:rsidR="007849C6" w:rsidRDefault="007849C6" w:rsidP="00186E94">
      <w:pPr>
        <w:pStyle w:val="libNormal"/>
        <w:rPr>
          <w:rtl/>
        </w:rPr>
      </w:pPr>
      <w:r>
        <w:rPr>
          <w:rtl/>
        </w:rPr>
        <w:t xml:space="preserve">429 ـ محمد بن إسحاق خاصف النعل ( كش ) عامي غير أن له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تقدم في القسم الاول. </w:t>
      </w:r>
    </w:p>
    <w:p w:rsidR="007849C6" w:rsidRDefault="007849C6" w:rsidP="002C2B53">
      <w:pPr>
        <w:pStyle w:val="libFootnote0"/>
        <w:rPr>
          <w:rtl/>
        </w:rPr>
      </w:pPr>
      <w:r>
        <w:rPr>
          <w:rtl/>
        </w:rPr>
        <w:t xml:space="preserve">2 ـ لم يعرض ابن ادريس عن أخبار أهل البيت </w:t>
      </w:r>
      <w:r w:rsidR="0006364F" w:rsidRPr="0006364F">
        <w:rPr>
          <w:rStyle w:val="libAlaemChar"/>
          <w:rFonts w:hint="cs"/>
          <w:rtl/>
        </w:rPr>
        <w:t>عليهم‌السلام</w:t>
      </w:r>
      <w:r>
        <w:rPr>
          <w:rtl/>
        </w:rPr>
        <w:t xml:space="preserve"> بالكلية كما يظهر من كتابه ( السرائر ) وإنما اعرض عن اخبار الآحاد التي لا تفيد العلم ولا المقرونة بقرائن تفيد العلم كما يصرح بذلك في كتبه الفقهية ، فهو كالسيد المرتضى في ذلك. </w:t>
      </w:r>
    </w:p>
    <w:p w:rsidR="007849C6" w:rsidRDefault="007849C6" w:rsidP="00186E94">
      <w:pPr>
        <w:pStyle w:val="libNormal0"/>
        <w:rPr>
          <w:rtl/>
        </w:rPr>
      </w:pPr>
      <w:r>
        <w:rPr>
          <w:rtl/>
        </w:rPr>
        <w:br w:type="page"/>
      </w:r>
      <w:r>
        <w:rPr>
          <w:rtl/>
        </w:rPr>
        <w:lastRenderedPageBreak/>
        <w:t xml:space="preserve">محبة وميلا. </w:t>
      </w:r>
    </w:p>
    <w:p w:rsidR="007849C6" w:rsidRDefault="007849C6" w:rsidP="00186E94">
      <w:pPr>
        <w:pStyle w:val="libNormal"/>
        <w:rPr>
          <w:rtl/>
        </w:rPr>
      </w:pPr>
      <w:r>
        <w:rPr>
          <w:rtl/>
        </w:rPr>
        <w:t xml:space="preserve">430 ـ محمد بن أسلم الطبري الجبلي بالجيم والباء المفردة ، وفي نسخة الحلبي ، واختار الشيخ الاول ، أبو جعفر أصله كوفي كان يتجر الى طبرستان ضا ( جش ) يرمى بالغلو فاسد الحديث. </w:t>
      </w:r>
    </w:p>
    <w:p w:rsidR="007849C6" w:rsidRDefault="007849C6" w:rsidP="00186E94">
      <w:pPr>
        <w:pStyle w:val="libNormal"/>
        <w:rPr>
          <w:rtl/>
        </w:rPr>
      </w:pPr>
      <w:r>
        <w:rPr>
          <w:rtl/>
        </w:rPr>
        <w:t xml:space="preserve">431 ـ محمد بن اورمة ، بضم الهمزة وسكون الواوقبل الراء المضمومة أبوجعفر القمي لم ( جخ ) ضعيف روى عنه الحسين بن الحسن بن أبان وهو ثقة ( ست ) في رواياته تخليط ( يه ) طعن عليه بالغلو ، فكل ما كان في كتبه مما يوجد في كتب الحسين بن سعيد وغيره فانه يعتمد عليه ، وكل ما تفرد به لم يجز العمل عليه ولا يعتمد ( غض ) : اتهمه القميون بالغلو ، وحديثه نقي لافساد فيه ، ولم أر شيئا ينسب إليه تضطرب فيه النفس إلا أوراقا في تفسير الباطن وأظنها موضوعة عليه ، ورأيت كتابا خرج عن أبي الحسن </w:t>
      </w:r>
      <w:r w:rsidR="0006364F" w:rsidRPr="0006364F">
        <w:rPr>
          <w:rStyle w:val="libAlaemChar"/>
          <w:rFonts w:hint="cs"/>
          <w:rtl/>
        </w:rPr>
        <w:t>عليه‌السلام</w:t>
      </w:r>
      <w:r>
        <w:rPr>
          <w:rtl/>
        </w:rPr>
        <w:t xml:space="preserve"> إلى القميين في براءته مما قذف به ( جش ) غمز القميون عليه ورموه بالغلو حتى دس عليه من يفتك به فوجده يصلي من أول الليل إلى آخره فتوقفوا عنه. </w:t>
      </w:r>
    </w:p>
    <w:p w:rsidR="007849C6" w:rsidRDefault="007849C6" w:rsidP="00186E94">
      <w:pPr>
        <w:pStyle w:val="libNormal"/>
        <w:rPr>
          <w:rtl/>
        </w:rPr>
      </w:pPr>
      <w:r>
        <w:rPr>
          <w:rtl/>
        </w:rPr>
        <w:t xml:space="preserve">432 ـ محمد بن بحر الرهني ، وفي نسخة بالدال المهملة لم ( جخ ) يرمى بالغلو والتفويض ( غض ) ضعيف ، في مذهبه ارتفاع ( جش ) قيل في مذهبه ارتفاع وحديثه قريب من السلامة ولا أدري من أين قيل ذلك. </w:t>
      </w:r>
    </w:p>
    <w:p w:rsidR="007849C6" w:rsidRDefault="007849C6" w:rsidP="00186E94">
      <w:pPr>
        <w:pStyle w:val="libNormal"/>
        <w:rPr>
          <w:rtl/>
        </w:rPr>
      </w:pPr>
      <w:r>
        <w:rPr>
          <w:rtl/>
        </w:rPr>
        <w:t xml:space="preserve">433 ـ محمد بن بشير م ( جخ ) غال ملعون ( كش ) كان واقفيا مشعبذا صاحب مخاريق روى ( كش ) عن ضا أنه كان يكذب على م فأذاقه الله حر الحديد. </w:t>
      </w:r>
    </w:p>
    <w:p w:rsidR="007849C6" w:rsidRDefault="007849C6" w:rsidP="00186E94">
      <w:pPr>
        <w:pStyle w:val="libNormal"/>
        <w:rPr>
          <w:rtl/>
        </w:rPr>
      </w:pPr>
      <w:r>
        <w:rPr>
          <w:rtl/>
        </w:rPr>
        <w:t xml:space="preserve">434 ـ محمد بن بكر بن جناح م ( جخ ) واقفي وبعض اصحابنا أثبته محمد بن بكران والحق الاول. </w:t>
      </w:r>
    </w:p>
    <w:p w:rsidR="007849C6" w:rsidRDefault="007849C6" w:rsidP="00186E94">
      <w:pPr>
        <w:pStyle w:val="libNormal"/>
        <w:rPr>
          <w:rtl/>
        </w:rPr>
      </w:pPr>
      <w:r>
        <w:rPr>
          <w:rtl/>
        </w:rPr>
        <w:t>435 ـ محمد بن جريز ، بالجيم والراءين المهملة ، أبو جعفر الطبري صاحب التاريخ لم ( ست جش ) عامي أقول : هذا غير الشيخ المعظم</w:t>
      </w:r>
    </w:p>
    <w:p w:rsidR="007849C6" w:rsidRDefault="007849C6" w:rsidP="00186E94">
      <w:pPr>
        <w:pStyle w:val="libNormal0"/>
        <w:rPr>
          <w:rtl/>
        </w:rPr>
      </w:pPr>
      <w:r>
        <w:rPr>
          <w:rtl/>
        </w:rPr>
        <w:br w:type="page"/>
      </w:r>
      <w:r>
        <w:rPr>
          <w:rtl/>
        </w:rPr>
        <w:lastRenderedPageBreak/>
        <w:t xml:space="preserve">محمد بن جرير بن رستم الطبري الآملي مصنف كتاب ( المسترشد ) في الامامة ذاك من أعيان أصحابنا عظيم الشأن حسن التصنيف ، قدس الله روحه. </w:t>
      </w:r>
    </w:p>
    <w:p w:rsidR="007849C6" w:rsidRDefault="007849C6" w:rsidP="00186E94">
      <w:pPr>
        <w:pStyle w:val="libNormal"/>
        <w:rPr>
          <w:rtl/>
        </w:rPr>
      </w:pPr>
      <w:r>
        <w:rPr>
          <w:rtl/>
        </w:rPr>
        <w:t xml:space="preserve">436 ـ محمد بن جعفر بن بطه </w:t>
      </w:r>
      <w:r w:rsidRPr="00186E94">
        <w:rPr>
          <w:rStyle w:val="libFootnotenumChar"/>
          <w:rtl/>
        </w:rPr>
        <w:t>(1)</w:t>
      </w:r>
      <w:r>
        <w:rPr>
          <w:rtl/>
        </w:rPr>
        <w:t xml:space="preserve"> المؤدب أبو جعفر القمي ( جش ) كان كبير المنزلة بقم كثير الادب والفضل ، متشاغلا في الحديث ويعلق الاحاديث بالاجازات ، وفي فهرست ما رواه غلط كثير. قال ابن الوليد كان مخلطا ضعيفا. </w:t>
      </w:r>
    </w:p>
    <w:p w:rsidR="007849C6" w:rsidRDefault="007849C6" w:rsidP="00186E94">
      <w:pPr>
        <w:pStyle w:val="libNormal"/>
        <w:rPr>
          <w:rtl/>
        </w:rPr>
      </w:pPr>
      <w:r>
        <w:rPr>
          <w:rtl/>
        </w:rPr>
        <w:t xml:space="preserve">437 ـ محمد بن جعفر بن عون الاسدي </w:t>
      </w:r>
      <w:r w:rsidRPr="00186E94">
        <w:rPr>
          <w:rStyle w:val="libFootnotenumChar"/>
          <w:rtl/>
        </w:rPr>
        <w:t>(2)</w:t>
      </w:r>
      <w:r>
        <w:rPr>
          <w:rtl/>
        </w:rPr>
        <w:t xml:space="preserve"> أبو الحسين الكوفي ساكن الري يقال له محمد بن أبي عبدالله لم ( جش ) كان ثقة صحيح الحديث إلا أنه روى عن الضعفاء وكان يقول بالجبر والتشبيه. </w:t>
      </w:r>
    </w:p>
    <w:p w:rsidR="007849C6" w:rsidRDefault="007849C6" w:rsidP="00186E94">
      <w:pPr>
        <w:pStyle w:val="libNormal"/>
        <w:rPr>
          <w:rtl/>
        </w:rPr>
      </w:pPr>
      <w:r>
        <w:rPr>
          <w:rtl/>
        </w:rPr>
        <w:t xml:space="preserve">438 ـ محمد بن جعفر بن عنبسة الاهوازي الحداد يعرف بابن ريذويه بالراء المهملة المكسورة فالياء المثناة تحت فالذال المعجمة ، مولى بني هاشم لم ( جش ) يكنى أبا عبد الله مختلط الامر. </w:t>
      </w:r>
    </w:p>
    <w:p w:rsidR="007849C6" w:rsidRDefault="007849C6" w:rsidP="00186E94">
      <w:pPr>
        <w:pStyle w:val="libNormal"/>
        <w:rPr>
          <w:rtl/>
        </w:rPr>
      </w:pPr>
      <w:r>
        <w:rPr>
          <w:rtl/>
        </w:rPr>
        <w:t xml:space="preserve">439 ـ محمد بن جمور أبو عبد الله العمي ضا ( كش ) </w:t>
      </w:r>
      <w:r w:rsidRPr="00186E94">
        <w:rPr>
          <w:rStyle w:val="libFootnotenumChar"/>
          <w:rtl/>
        </w:rPr>
        <w:t>(3)</w:t>
      </w:r>
      <w:r>
        <w:rPr>
          <w:rtl/>
        </w:rPr>
        <w:t xml:space="preserve"> ضعيف الحديث فاسد المذهب ( جش ) قيل فيه أشياء الله أعلم بها من عظمها ( جخ ) عربي بصري غال ( غض ) غال فاسد الحديث ، رأيت له شعرا يحلل فيه حرمات الله تعالى. </w:t>
      </w:r>
    </w:p>
    <w:p w:rsidR="007849C6" w:rsidRDefault="007849C6" w:rsidP="00186E94">
      <w:pPr>
        <w:pStyle w:val="libNormal"/>
        <w:rPr>
          <w:rtl/>
        </w:rPr>
      </w:pPr>
      <w:r>
        <w:rPr>
          <w:rtl/>
        </w:rPr>
        <w:t xml:space="preserve">440 ـ محمد بن الحجاج المدني ق ( جخ ) منكر الحديث. </w:t>
      </w:r>
    </w:p>
    <w:p w:rsidR="007849C6" w:rsidRDefault="007849C6" w:rsidP="00186E94">
      <w:pPr>
        <w:pStyle w:val="libNormal"/>
        <w:rPr>
          <w:rtl/>
        </w:rPr>
      </w:pPr>
      <w:r>
        <w:rPr>
          <w:rtl/>
        </w:rPr>
        <w:t xml:space="preserve">441 ـ محمد بن حسان الرازي أبو عبد الله الزيدي ( جش ) يعرف وينكر بين بين ، يروي عن الضعفاء كثيرا ( غض ) ضعيف جدا. </w:t>
      </w:r>
    </w:p>
    <w:p w:rsidR="007849C6" w:rsidRDefault="007849C6" w:rsidP="00186E94">
      <w:pPr>
        <w:pStyle w:val="libNormal"/>
        <w:rPr>
          <w:rtl/>
        </w:rPr>
      </w:pPr>
      <w:r>
        <w:rPr>
          <w:rtl/>
        </w:rPr>
        <w:t xml:space="preserve">442 ـ محمد بن الحسن بن جمهور ضا ( كش ) كان ضعيفا في الحديث غاليا.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تقدم في القسم الاول بعنوان محمد بن جعفر بن أحمد بن بطة. </w:t>
      </w:r>
    </w:p>
    <w:p w:rsidR="007849C6" w:rsidRDefault="007849C6" w:rsidP="002C2B53">
      <w:pPr>
        <w:pStyle w:val="libFootnote0"/>
        <w:rPr>
          <w:rtl/>
        </w:rPr>
      </w:pPr>
      <w:r>
        <w:rPr>
          <w:rtl/>
        </w:rPr>
        <w:t xml:space="preserve">2 ـ تقدم في القسم الاول بعنوان محمد بن جعفر بن عون. </w:t>
      </w:r>
    </w:p>
    <w:p w:rsidR="007849C6" w:rsidRDefault="007849C6" w:rsidP="002C2B53">
      <w:pPr>
        <w:pStyle w:val="libFootnote0"/>
        <w:rPr>
          <w:rtl/>
        </w:rPr>
      </w:pPr>
      <w:r>
        <w:rPr>
          <w:rtl/>
        </w:rPr>
        <w:t xml:space="preserve">3 ـ لم يذكره الكشي ، وبعض ما نسب إليه من النجاشي. </w:t>
      </w:r>
    </w:p>
    <w:p w:rsidR="007849C6" w:rsidRDefault="007849C6" w:rsidP="00186E94">
      <w:pPr>
        <w:pStyle w:val="libNormal"/>
        <w:rPr>
          <w:rtl/>
        </w:rPr>
      </w:pPr>
      <w:r>
        <w:rPr>
          <w:rtl/>
        </w:rPr>
        <w:br w:type="page"/>
      </w:r>
      <w:r>
        <w:rPr>
          <w:rtl/>
        </w:rPr>
        <w:lastRenderedPageBreak/>
        <w:t xml:space="preserve">443 ـ محمد بن الحسن بن شمون كر ( جخ ) غال ( غض ، كش ) وقف ثم غلا ، ضعيف مهافت لا يلتف إلى مصنفاته وسائر ما ينسب إليه ( جش ) عاش مائة وأربع عشرة سنة ومات سنة ثمان وخمسين ومائتين. </w:t>
      </w:r>
    </w:p>
    <w:p w:rsidR="007849C6" w:rsidRDefault="007849C6" w:rsidP="00186E94">
      <w:pPr>
        <w:pStyle w:val="libNormal"/>
        <w:rPr>
          <w:rtl/>
        </w:rPr>
      </w:pPr>
      <w:r>
        <w:rPr>
          <w:rtl/>
        </w:rPr>
        <w:t xml:space="preserve">444 ـ محمد بن الحسن بن عبدالله الجعفري ( جش ) ذكره بعض وغمز عليه روى عنه البلوي ، والبلوي ضعيف مطعون عليه. </w:t>
      </w:r>
    </w:p>
    <w:p w:rsidR="007849C6" w:rsidRDefault="007849C6" w:rsidP="00186E94">
      <w:pPr>
        <w:pStyle w:val="libNormal"/>
        <w:rPr>
          <w:rtl/>
        </w:rPr>
      </w:pPr>
      <w:r>
        <w:rPr>
          <w:rtl/>
        </w:rPr>
        <w:t xml:space="preserve">445 ـ محمد بن الحسين بن سعيد الصايغ لم ( جش ) كوفي نزل في بني ذهل أبو جعفر ضعيف جدا ، قيل إنه غال. </w:t>
      </w:r>
    </w:p>
    <w:p w:rsidR="007849C6" w:rsidRDefault="007849C6" w:rsidP="00186E94">
      <w:pPr>
        <w:pStyle w:val="libNormal"/>
        <w:rPr>
          <w:rtl/>
        </w:rPr>
      </w:pPr>
      <w:r>
        <w:rPr>
          <w:rtl/>
        </w:rPr>
        <w:t xml:space="preserve">446 ـ محمد بن حصين الفهري بالفاء قبل الهاء دى ( جخ ) ملعون منسوب إلى فهر مالك بن النضر بن كنانة. </w:t>
      </w:r>
    </w:p>
    <w:p w:rsidR="007849C6" w:rsidRDefault="007849C6" w:rsidP="00186E94">
      <w:pPr>
        <w:pStyle w:val="libNormal"/>
        <w:rPr>
          <w:rtl/>
        </w:rPr>
      </w:pPr>
      <w:r>
        <w:rPr>
          <w:rtl/>
        </w:rPr>
        <w:t xml:space="preserve">447 ـ محمد بن خالد بن عبد الرحمن بن علي البرقي </w:t>
      </w:r>
      <w:r w:rsidRPr="00186E94">
        <w:rPr>
          <w:rStyle w:val="libFootnotenumChar"/>
          <w:rtl/>
        </w:rPr>
        <w:t>(1)</w:t>
      </w:r>
      <w:r>
        <w:rPr>
          <w:rtl/>
        </w:rPr>
        <w:t xml:space="preserve"> أبو عبد الله مولى أبي موسى الاشعري ينسب إلى ( برقة رود ) من سواد قم على واد هناك لم ( غض ) حديثه يعرف وينكر ، ويروي عن الضعفاء كثيرا ( جش ) ضعيف في الحديث مع أدبه وعلمه ( كش ) قال نصر بن الصباح لم يلق البرقي أبا بصير ، بينهما القاسم بن حمزة ، ولا إسحاق بن عمار وينبغي أن يكون صفوان قد لقيه. </w:t>
      </w:r>
    </w:p>
    <w:p w:rsidR="007849C6" w:rsidRDefault="007849C6" w:rsidP="00186E94">
      <w:pPr>
        <w:pStyle w:val="libNormal"/>
        <w:rPr>
          <w:rtl/>
        </w:rPr>
      </w:pPr>
      <w:r>
        <w:rPr>
          <w:rtl/>
        </w:rPr>
        <w:t xml:space="preserve">448 ـ محمد بن زيدقر ( جخ ) بتري. </w:t>
      </w:r>
    </w:p>
    <w:p w:rsidR="007849C6" w:rsidRDefault="007849C6" w:rsidP="00186E94">
      <w:pPr>
        <w:pStyle w:val="libNormal"/>
        <w:rPr>
          <w:rtl/>
        </w:rPr>
      </w:pPr>
      <w:r>
        <w:rPr>
          <w:rtl/>
        </w:rPr>
        <w:t xml:space="preserve">449 ـ محمد بن سالم بن عبدالحميد لم ( كش ) فطحي. </w:t>
      </w:r>
    </w:p>
    <w:p w:rsidR="007849C6" w:rsidRDefault="007849C6" w:rsidP="00186E94">
      <w:pPr>
        <w:pStyle w:val="libNormal"/>
        <w:rPr>
          <w:rtl/>
        </w:rPr>
      </w:pPr>
      <w:r>
        <w:rPr>
          <w:rtl/>
        </w:rPr>
        <w:t xml:space="preserve">450 ـ محمد بن سالم بياع القصب زيدي. </w:t>
      </w:r>
    </w:p>
    <w:p w:rsidR="007849C6" w:rsidRDefault="007849C6" w:rsidP="00186E94">
      <w:pPr>
        <w:pStyle w:val="libNormal"/>
        <w:rPr>
          <w:rtl/>
        </w:rPr>
      </w:pPr>
      <w:r>
        <w:rPr>
          <w:rtl/>
        </w:rPr>
        <w:t xml:space="preserve">451 ـ محمد بن سالم الكندي السجستاني لم ضعيف </w:t>
      </w:r>
      <w:r w:rsidRPr="00186E94">
        <w:rPr>
          <w:rStyle w:val="libFootnotenumChar"/>
          <w:rtl/>
        </w:rPr>
        <w:t>(2)</w:t>
      </w:r>
      <w:r>
        <w:rPr>
          <w:rtl/>
        </w:rPr>
        <w:t xml:space="preserve">. </w:t>
      </w:r>
    </w:p>
    <w:p w:rsidR="007849C6" w:rsidRDefault="007849C6" w:rsidP="00186E94">
      <w:pPr>
        <w:pStyle w:val="libNormal"/>
        <w:rPr>
          <w:rtl/>
        </w:rPr>
      </w:pPr>
      <w:r>
        <w:rPr>
          <w:rtl/>
        </w:rPr>
        <w:t xml:space="preserve">452 ـ محمد بن سليمان الديلمي أبو عبد الله ، م ، ضا ( جخ ) يرمى بالغلو ( غض ) ضعيف في حديثه ( جش ) ضعيف جدالايعول عليه في شيء.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تقدم في القسم الاول. </w:t>
      </w:r>
    </w:p>
    <w:p w:rsidR="007849C6" w:rsidRDefault="007849C6" w:rsidP="002C2B53">
      <w:pPr>
        <w:pStyle w:val="libFootnote0"/>
        <w:rPr>
          <w:rtl/>
        </w:rPr>
      </w:pPr>
      <w:r>
        <w:rPr>
          <w:rtl/>
        </w:rPr>
        <w:t xml:space="preserve">2 ـ تقدم في القسم الاول. </w:t>
      </w:r>
    </w:p>
    <w:p w:rsidR="007849C6" w:rsidRDefault="007849C6" w:rsidP="00186E94">
      <w:pPr>
        <w:pStyle w:val="libNormal"/>
        <w:rPr>
          <w:rtl/>
        </w:rPr>
      </w:pPr>
      <w:r>
        <w:rPr>
          <w:rtl/>
        </w:rPr>
        <w:br w:type="page"/>
      </w:r>
      <w:r>
        <w:rPr>
          <w:rtl/>
        </w:rPr>
        <w:lastRenderedPageBreak/>
        <w:t xml:space="preserve">453 ـ محمد بن سليمان النصري ، بالنون م ( جخ ) يرمى بالغلو. </w:t>
      </w:r>
    </w:p>
    <w:p w:rsidR="007849C6" w:rsidRDefault="007849C6" w:rsidP="00186E94">
      <w:pPr>
        <w:pStyle w:val="libNormal"/>
        <w:rPr>
          <w:rtl/>
        </w:rPr>
      </w:pPr>
      <w:r>
        <w:rPr>
          <w:rtl/>
        </w:rPr>
        <w:t xml:space="preserve">454 ـ محمد بن السريعي كر ( جخ ) غال. </w:t>
      </w:r>
    </w:p>
    <w:p w:rsidR="007849C6" w:rsidRDefault="007849C6" w:rsidP="00186E94">
      <w:pPr>
        <w:pStyle w:val="libNormal"/>
        <w:rPr>
          <w:rtl/>
        </w:rPr>
      </w:pPr>
      <w:r>
        <w:rPr>
          <w:rtl/>
        </w:rPr>
        <w:t xml:space="preserve">455 ـ محمد بن سنان ين ، م ضا ، د ( جخ ) ضعيف ( غض ) غال ( ست ) قد طعن عليه ، ضعيف ، وروي عنه أنه قال عند موته. ( لاترووا عني مما حدثت شيئا فانما هي كتب اشتريتها من السوق ). والغالب على حديثه الفساد. </w:t>
      </w:r>
    </w:p>
    <w:p w:rsidR="007849C6" w:rsidRDefault="007849C6" w:rsidP="00186E94">
      <w:pPr>
        <w:pStyle w:val="libNormal"/>
        <w:rPr>
          <w:rtl/>
        </w:rPr>
      </w:pPr>
      <w:r>
        <w:rPr>
          <w:rtl/>
        </w:rPr>
        <w:t xml:space="preserve">456 ـ محمد بن شهاب الزهري ين ( جخ ) عدو. </w:t>
      </w:r>
    </w:p>
    <w:p w:rsidR="007849C6" w:rsidRDefault="007849C6" w:rsidP="00186E94">
      <w:pPr>
        <w:pStyle w:val="libNormal"/>
        <w:rPr>
          <w:rtl/>
        </w:rPr>
      </w:pPr>
      <w:r>
        <w:rPr>
          <w:rtl/>
        </w:rPr>
        <w:t xml:space="preserve">457 ـ محمد بن صدقة ضا ( جخ ) بصري غال </w:t>
      </w:r>
      <w:r w:rsidRPr="00186E94">
        <w:rPr>
          <w:rStyle w:val="libFootnotenumChar"/>
          <w:rtl/>
        </w:rPr>
        <w:t>(1)</w:t>
      </w:r>
      <w:r>
        <w:rPr>
          <w:rtl/>
        </w:rPr>
        <w:t xml:space="preserve">. </w:t>
      </w:r>
    </w:p>
    <w:p w:rsidR="007849C6" w:rsidRDefault="007849C6" w:rsidP="00186E94">
      <w:pPr>
        <w:pStyle w:val="libNormal"/>
        <w:rPr>
          <w:rtl/>
        </w:rPr>
      </w:pPr>
      <w:r>
        <w:rPr>
          <w:rtl/>
        </w:rPr>
        <w:t xml:space="preserve">458 ـ محمد بن عبدالله الجعفري لم ( غض ) لا نعرفه إلا من جهة علي بن محمد صاحب الزنج ومن جهة عبدالله بن محمد البلوى وما يحمل عليه فسائره فاسد. </w:t>
      </w:r>
    </w:p>
    <w:p w:rsidR="007849C6" w:rsidRDefault="007849C6" w:rsidP="00186E94">
      <w:pPr>
        <w:pStyle w:val="libNormal"/>
        <w:rPr>
          <w:rtl/>
        </w:rPr>
      </w:pPr>
      <w:r>
        <w:rPr>
          <w:rtl/>
        </w:rPr>
        <w:t xml:space="preserve">459 ـ محمد بن عبدالله الجلاب ، بالجيم والباء البصري م ( جخ ) واقفي. </w:t>
      </w:r>
    </w:p>
    <w:p w:rsidR="007849C6" w:rsidRDefault="007849C6" w:rsidP="00186E94">
      <w:pPr>
        <w:pStyle w:val="libNormal"/>
        <w:rPr>
          <w:rtl/>
        </w:rPr>
      </w:pPr>
      <w:r>
        <w:rPr>
          <w:rtl/>
        </w:rPr>
        <w:t xml:space="preserve">460 ـ محمد بن عبيد ، بالضم ، بن صاعد ( جش ) كوفي يكنى أبا عبدالله. </w:t>
      </w:r>
    </w:p>
    <w:p w:rsidR="007849C6" w:rsidRDefault="007849C6" w:rsidP="00186E94">
      <w:pPr>
        <w:pStyle w:val="libNormal"/>
        <w:rPr>
          <w:rtl/>
        </w:rPr>
      </w:pPr>
      <w:r>
        <w:rPr>
          <w:rtl/>
        </w:rPr>
        <w:t xml:space="preserve">461 ـ محمد بن عبدالله بن غالب أبو عبد الله الانصاري البزاز ( جش ) ثقة في الرواية على مذهب الواقفة. </w:t>
      </w:r>
    </w:p>
    <w:p w:rsidR="007849C6" w:rsidRDefault="007849C6" w:rsidP="00186E94">
      <w:pPr>
        <w:pStyle w:val="libNormal"/>
        <w:rPr>
          <w:rtl/>
        </w:rPr>
      </w:pPr>
      <w:r>
        <w:rPr>
          <w:rtl/>
        </w:rPr>
        <w:t xml:space="preserve">462 ـ محمد بن عبدالله بن محمد بن عبدالله بن البهلول بن همام ، أبو الفضل لم ( جش ) كان سافر في طلب الحديث عمره ، أصله كوفي كان أول عمره ثبتا ثم خلط ، يغمزه جل أصحابنا ويضعفونه. </w:t>
      </w:r>
    </w:p>
    <w:p w:rsidR="007849C6" w:rsidRDefault="007849C6" w:rsidP="00186E94">
      <w:pPr>
        <w:pStyle w:val="libNormal"/>
        <w:rPr>
          <w:rtl/>
        </w:rPr>
      </w:pPr>
      <w:r>
        <w:rPr>
          <w:rtl/>
        </w:rPr>
        <w:t xml:space="preserve">463 ـ محمد بن عبدالله بن المطلب الشيباني يكنى أبا المفضل لم ( جخ ست ) كثير الرواية إلا أنه ضعفه قوم من أصحابنا ( غض ) وضاع للحديث كثير المناكير رأيت كتبه وفيها الاسانيد من دون المتون والمتون من دون الاسانيد وأرى ترك ما تفرد به.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تقدم في القسم الاول. </w:t>
      </w:r>
    </w:p>
    <w:p w:rsidR="007849C6" w:rsidRDefault="007849C6" w:rsidP="00186E94">
      <w:pPr>
        <w:pStyle w:val="libNormal"/>
        <w:rPr>
          <w:rtl/>
        </w:rPr>
      </w:pPr>
      <w:r>
        <w:rPr>
          <w:rtl/>
        </w:rPr>
        <w:br w:type="page"/>
      </w:r>
      <w:r>
        <w:rPr>
          <w:rtl/>
        </w:rPr>
        <w:lastRenderedPageBreak/>
        <w:t xml:space="preserve">464 ـ محمد بن عبدالله بن مهران د ، دى ( كش ، غض ) ضعيف يرمى بالغلو وضاع للحديث. </w:t>
      </w:r>
    </w:p>
    <w:p w:rsidR="007849C6" w:rsidRDefault="007849C6" w:rsidP="00186E94">
      <w:pPr>
        <w:pStyle w:val="libNormal"/>
        <w:rPr>
          <w:rtl/>
        </w:rPr>
      </w:pPr>
      <w:r>
        <w:rPr>
          <w:rtl/>
        </w:rPr>
        <w:t xml:space="preserve">465 ـ محمد بن عبد العزيز الزهري ( قد ) منكر الحديث. </w:t>
      </w:r>
    </w:p>
    <w:p w:rsidR="007849C6" w:rsidRDefault="007849C6" w:rsidP="00186E94">
      <w:pPr>
        <w:pStyle w:val="libNormal"/>
        <w:rPr>
          <w:rtl/>
        </w:rPr>
      </w:pPr>
      <w:r>
        <w:rPr>
          <w:rtl/>
        </w:rPr>
        <w:t xml:space="preserve">466 ـ محمد بن عبدالملك الكوفي ق ( جخ ) نزل معه بغداد ضعيف. </w:t>
      </w:r>
    </w:p>
    <w:p w:rsidR="007849C6" w:rsidRDefault="007849C6" w:rsidP="00186E94">
      <w:pPr>
        <w:pStyle w:val="libNormal"/>
        <w:rPr>
          <w:rtl/>
        </w:rPr>
      </w:pPr>
      <w:r>
        <w:rPr>
          <w:rtl/>
        </w:rPr>
        <w:t xml:space="preserve">467 ـ محمد بن عطية الحناط ، بالحاء المهملة والنون ، أخو الحسن وجعفر ق ( جخ ) ضعيف كوفي. </w:t>
      </w:r>
    </w:p>
    <w:p w:rsidR="007849C6" w:rsidRDefault="007849C6" w:rsidP="00186E94">
      <w:pPr>
        <w:pStyle w:val="libNormal"/>
        <w:rPr>
          <w:rtl/>
        </w:rPr>
      </w:pPr>
      <w:r>
        <w:rPr>
          <w:rtl/>
        </w:rPr>
        <w:t xml:space="preserve">468 ـ محمد بن علي الهمداني كر ( جخ ) ضعيف ، روى عنه محمد ابن أحمد بن يحيى. </w:t>
      </w:r>
    </w:p>
    <w:p w:rsidR="007849C6" w:rsidRDefault="007849C6" w:rsidP="00186E94">
      <w:pPr>
        <w:pStyle w:val="libNormal"/>
        <w:rPr>
          <w:rtl/>
        </w:rPr>
      </w:pPr>
      <w:r>
        <w:rPr>
          <w:rtl/>
        </w:rPr>
        <w:t xml:space="preserve">469 ـ محمد بن علي بن إبراهيم بن موسى أبو جعفر القرشي مولاهم صيرفي ابن اخت خلاد بن عيسى المقري ، لقبه أبو سمينة ( جش ) ضعيف جدا فاسد الاعتقاد لا يعتمد عليه في شيء ، وردقم وقد اشتهر ( بالكذب بالكوفة ، ونزل على أحمد بن محمد بن عيسى مدة ثم تشهر ) بالغلو فخفي وأخرج من قم والله أعلم ( كش ) كان يرمى بالغلو. وذكر الفضل بن شاذان في بعض كتبه أن الكذابين المشهورين أبو الخطاب ويونس بن ظبيان ويزيد الصايغ وأبو سمينة أشهرهم ( غض ) غال يضع الحديث. </w:t>
      </w:r>
    </w:p>
    <w:p w:rsidR="007849C6" w:rsidRDefault="007849C6" w:rsidP="00186E94">
      <w:pPr>
        <w:pStyle w:val="libNormal"/>
        <w:rPr>
          <w:rtl/>
        </w:rPr>
      </w:pPr>
      <w:r>
        <w:rPr>
          <w:rtl/>
        </w:rPr>
        <w:t xml:space="preserve">470 ـ محمد بن علي بن بلال أبو طاهر لم ( جخ ) في كتاب الغيبة أنه من المذمومين </w:t>
      </w:r>
      <w:r w:rsidRPr="00186E94">
        <w:rPr>
          <w:rStyle w:val="libFootnotenumChar"/>
          <w:rtl/>
        </w:rPr>
        <w:t>(1)</w:t>
      </w:r>
      <w:r>
        <w:rPr>
          <w:rtl/>
        </w:rPr>
        <w:t xml:space="preserve">. </w:t>
      </w:r>
    </w:p>
    <w:p w:rsidR="007849C6" w:rsidRDefault="007849C6" w:rsidP="00186E94">
      <w:pPr>
        <w:pStyle w:val="libNormal"/>
        <w:rPr>
          <w:rtl/>
        </w:rPr>
      </w:pPr>
      <w:r>
        <w:rPr>
          <w:rtl/>
        </w:rPr>
        <w:t xml:space="preserve">471 ـ محمد بن علي الشلمغاني يعرف بابن أبي العزاقرلم ( ست ) له كتب وروايات وكان مستقيم الطريقة ثم تغير وظهرت منه مقالات منكرة إلى أن أحذه السلطان فقتله وصلبه ببغداد وكان سبب تغييره الحسد لابي القاسم ابن روح حتى خرجت فيه توقيعات أوجبت ما عمل به. </w:t>
      </w:r>
    </w:p>
    <w:p w:rsidR="007849C6" w:rsidRDefault="007849C6" w:rsidP="00186E94">
      <w:pPr>
        <w:pStyle w:val="libNormal"/>
        <w:rPr>
          <w:rtl/>
        </w:rPr>
      </w:pPr>
      <w:r>
        <w:rPr>
          <w:rtl/>
        </w:rPr>
        <w:t xml:space="preserve">472 ـ محمد بن عمر الجرجاني ( جش ) مختلط الامر. </w:t>
      </w:r>
    </w:p>
    <w:p w:rsidR="007849C6" w:rsidRDefault="007849C6" w:rsidP="00186E94">
      <w:pPr>
        <w:pStyle w:val="libNormal"/>
        <w:rPr>
          <w:rtl/>
        </w:rPr>
      </w:pPr>
      <w:r>
        <w:rPr>
          <w:rtl/>
        </w:rPr>
        <w:t xml:space="preserve">473 ـ محمد بن عمر م ( جخ ) واقفي.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تقدم في القسم الاول مع التوثيق. </w:t>
      </w:r>
    </w:p>
    <w:p w:rsidR="007849C6" w:rsidRDefault="007849C6" w:rsidP="00186E94">
      <w:pPr>
        <w:pStyle w:val="libNormal"/>
        <w:rPr>
          <w:rtl/>
        </w:rPr>
      </w:pPr>
      <w:r>
        <w:rPr>
          <w:rtl/>
        </w:rPr>
        <w:br w:type="page"/>
      </w:r>
      <w:r>
        <w:rPr>
          <w:rtl/>
        </w:rPr>
        <w:lastRenderedPageBreak/>
        <w:t xml:space="preserve">474 ـ محمد بن عيسى بن عبيد بن يقطين بن موسى مولى بني أسد بن خزيمة أبو جعفر جليل في أصحابنا دى ، كر ( جخ ) ضعيف ( ست ) استثناه ( يه ) من رجال نوادر الحكمة وقال : لاأروي ما يختص بروايته وقيل : كان يذهب مذهب الغلاة وحكي عن ابن الوليد أنه قال : ما تفرد به محمد بن عيسى من كتب يونس وحديثه لا يعتمد عليه ( جش ) ورأيت أصحابنا ينكرون هذا ويقولون : من مثل أبي جعفر محمد بن عيسى ؟ ( كش ) أنه كان أصغر سنا من أن يروي عن ابن محبوب أقول : لا يستلزم عدم الاعتماد على ما تفرد به محمد بن عيسى عن يونس الطعن في محمد بن عيسى ، لجواز أن يكون العلة في ذلك أمر آخر كصغر السن المقتضي للواسطة بينهما فلا تنافي بين قول ابن بابويه وقول من عداه. </w:t>
      </w:r>
    </w:p>
    <w:p w:rsidR="007849C6" w:rsidRDefault="007849C6" w:rsidP="00186E94">
      <w:pPr>
        <w:pStyle w:val="libNormal"/>
        <w:rPr>
          <w:rtl/>
        </w:rPr>
      </w:pPr>
      <w:r>
        <w:rPr>
          <w:rtl/>
        </w:rPr>
        <w:t xml:space="preserve">475 ـ محمد بن الفرات الجعفي ( جش ) كوفي ضعيف ( كش ) كان غاليا يشرب الخمر ويكذب على الرضا </w:t>
      </w:r>
      <w:r w:rsidR="0006364F" w:rsidRPr="0006364F">
        <w:rPr>
          <w:rStyle w:val="libAlaemChar"/>
          <w:rFonts w:hint="cs"/>
          <w:rtl/>
        </w:rPr>
        <w:t>عليه‌السلام</w:t>
      </w:r>
      <w:r>
        <w:rPr>
          <w:rtl/>
        </w:rPr>
        <w:t xml:space="preserve"> ( غض ) ضعيف ضعيف لا يكتب حديثه والله أعلم. </w:t>
      </w:r>
    </w:p>
    <w:p w:rsidR="007849C6" w:rsidRDefault="007849C6" w:rsidP="00186E94">
      <w:pPr>
        <w:pStyle w:val="libNormal"/>
        <w:rPr>
          <w:rtl/>
        </w:rPr>
      </w:pPr>
      <w:r>
        <w:rPr>
          <w:rtl/>
        </w:rPr>
        <w:t xml:space="preserve">476 ـ محمد بن قيس أبو أحمد قر ضعيف ذكره ( جخ ) ووصفه بالانصاري وأهمله. </w:t>
      </w:r>
    </w:p>
    <w:p w:rsidR="007849C6" w:rsidRDefault="007849C6" w:rsidP="00186E94">
      <w:pPr>
        <w:pStyle w:val="libNormal"/>
        <w:rPr>
          <w:rtl/>
        </w:rPr>
      </w:pPr>
      <w:r>
        <w:rPr>
          <w:rtl/>
        </w:rPr>
        <w:t xml:space="preserve">477 ـ محمد بن الفضيل الازدي الصيرفي ضا ( جخ ) يرمى بالغلو. </w:t>
      </w:r>
    </w:p>
    <w:p w:rsidR="007849C6" w:rsidRDefault="007849C6" w:rsidP="00186E94">
      <w:pPr>
        <w:pStyle w:val="libNormal"/>
        <w:rPr>
          <w:rtl/>
        </w:rPr>
      </w:pPr>
      <w:r>
        <w:rPr>
          <w:rtl/>
        </w:rPr>
        <w:t xml:space="preserve">478 ـ محمد بن القاسم ويقال ابن أبي القاسم المفسر الاسترابادي لم روى عنه أبو جعفر ابن بابويه ، كذاب. </w:t>
      </w:r>
    </w:p>
    <w:p w:rsidR="007849C6" w:rsidRDefault="007849C6" w:rsidP="00186E94">
      <w:pPr>
        <w:pStyle w:val="libNormal"/>
        <w:rPr>
          <w:rtl/>
        </w:rPr>
      </w:pPr>
      <w:r>
        <w:rPr>
          <w:rtl/>
        </w:rPr>
        <w:t xml:space="preserve">479 ـ محمد بن مسكان ق ( كش ) مجهول </w:t>
      </w:r>
      <w:r w:rsidRPr="00186E94">
        <w:rPr>
          <w:rStyle w:val="libFootnotenumChar"/>
          <w:rtl/>
        </w:rPr>
        <w:t>(1)</w:t>
      </w:r>
      <w:r>
        <w:rPr>
          <w:rtl/>
        </w:rPr>
        <w:t xml:space="preserve">. </w:t>
      </w:r>
    </w:p>
    <w:p w:rsidR="007849C6" w:rsidRDefault="007849C6" w:rsidP="00186E94">
      <w:pPr>
        <w:pStyle w:val="libNormal"/>
        <w:rPr>
          <w:rtl/>
        </w:rPr>
      </w:pPr>
      <w:r>
        <w:rPr>
          <w:rtl/>
        </w:rPr>
        <w:t xml:space="preserve">480 ـ محمد بن مصادف مولى ق ( غض ) ضعيف ، ثقة ، في موضعين. </w:t>
      </w:r>
    </w:p>
    <w:p w:rsidR="007849C6" w:rsidRDefault="007849C6" w:rsidP="00186E94">
      <w:pPr>
        <w:pStyle w:val="libNormal"/>
        <w:rPr>
          <w:rtl/>
        </w:rPr>
      </w:pPr>
      <w:r>
        <w:rPr>
          <w:rtl/>
        </w:rPr>
        <w:t xml:space="preserve">481 ـ محمد بن مظفر أبو دلف الازدي ( جش ) كان سمع كثيرا ثم اضطرب عقله.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لم يذكره الكشي في رجاله الذي بايدينا ، وإنما ذكره الشيخ في أصحاب الصادق </w:t>
      </w:r>
      <w:r w:rsidR="0006364F" w:rsidRPr="0006364F">
        <w:rPr>
          <w:rStyle w:val="libAlaemChar"/>
          <w:rFonts w:hint="cs"/>
          <w:rtl/>
        </w:rPr>
        <w:t>عليه‌السلام</w:t>
      </w:r>
      <w:r>
        <w:rPr>
          <w:rtl/>
        </w:rPr>
        <w:t xml:space="preserve"> وقال : « ذكره الكشي وقال : إنه مجهول ». </w:t>
      </w:r>
    </w:p>
    <w:p w:rsidR="007849C6" w:rsidRDefault="007849C6" w:rsidP="00186E94">
      <w:pPr>
        <w:pStyle w:val="libNormal"/>
        <w:rPr>
          <w:rtl/>
        </w:rPr>
      </w:pPr>
      <w:r>
        <w:rPr>
          <w:rtl/>
        </w:rPr>
        <w:br w:type="page"/>
      </w:r>
      <w:r>
        <w:rPr>
          <w:rtl/>
        </w:rPr>
        <w:lastRenderedPageBreak/>
        <w:t xml:space="preserve">482 ـ محمد بن مقلاس ، بالسين ، وبعض أصحابنا أثبته بالصاد المهملة والاول اختاره شيخنا أبو جعفر </w:t>
      </w:r>
      <w:r w:rsidR="006B246D" w:rsidRPr="006B246D">
        <w:rPr>
          <w:rStyle w:val="libAlaemChar"/>
          <w:rFonts w:hint="cs"/>
          <w:rtl/>
        </w:rPr>
        <w:t>رحمه‌الله</w:t>
      </w:r>
      <w:r>
        <w:rPr>
          <w:rtl/>
        </w:rPr>
        <w:t xml:space="preserve"> ، الاسدي الكوفي ق ( جخ ) غال ملعون ويكنى مقلاس بأبي زينب الزراد ( البزاز ) البراد ( غض ) : محمد بن أبي زينب أبو الخطاب الاجدع البراد ، وفي نسخة السراد ، بالسين المهملة مولى بني أسد ، لعنه الله ، أمره مشهور ( كش ) يكنى أبا إسماعيل وأبا الظبيان كان يكذب على أبي عبدالله </w:t>
      </w:r>
      <w:r w:rsidR="0006364F" w:rsidRPr="0006364F">
        <w:rPr>
          <w:rStyle w:val="libAlaemChar"/>
          <w:rFonts w:hint="cs"/>
          <w:rtl/>
        </w:rPr>
        <w:t>عليه‌السلام</w:t>
      </w:r>
      <w:r>
        <w:rPr>
          <w:rtl/>
        </w:rPr>
        <w:t xml:space="preserve"> ويشنع عليه ما لم يقله ويخوفه ، وروى عمران بن علي قال سمعت أبا عبد الله </w:t>
      </w:r>
      <w:r w:rsidR="0006364F" w:rsidRPr="0006364F">
        <w:rPr>
          <w:rStyle w:val="libAlaemChar"/>
          <w:rFonts w:hint="cs"/>
          <w:rtl/>
        </w:rPr>
        <w:t>عليه‌السلام</w:t>
      </w:r>
      <w:r>
        <w:rPr>
          <w:rtl/>
        </w:rPr>
        <w:t xml:space="preserve"> يقول : ( لعن الله أبا الخطاب ، ولعن من قتل معه ، ولعن من بقي منهم ، ولعن من دخل في قلبه لهم رحمه ) وفي رواية كان أبو الخطاب أحمق فكنت أحدثه وكان لا يحفظ شيئا وكان يزيد من عنده. </w:t>
      </w:r>
    </w:p>
    <w:p w:rsidR="007849C6" w:rsidRDefault="007849C6" w:rsidP="00186E94">
      <w:pPr>
        <w:pStyle w:val="libNormal"/>
        <w:rPr>
          <w:rtl/>
        </w:rPr>
      </w:pPr>
      <w:r>
        <w:rPr>
          <w:rtl/>
        </w:rPr>
        <w:t xml:space="preserve">483 ـ محمد بن منصور الاسقف الاشعري ضا ( جخ ) مجهول. </w:t>
      </w:r>
    </w:p>
    <w:p w:rsidR="007849C6" w:rsidRDefault="007849C6" w:rsidP="00186E94">
      <w:pPr>
        <w:pStyle w:val="libNormal"/>
        <w:rPr>
          <w:rtl/>
        </w:rPr>
      </w:pPr>
      <w:r>
        <w:rPr>
          <w:rtl/>
        </w:rPr>
        <w:t xml:space="preserve">484 ـ محمد بن نصير ، بالنون المضمومة والصاد المهملة المفتوحة النميري كر ( جخ ) غال ( غض ) إليه ينسب النصيرية. </w:t>
      </w:r>
    </w:p>
    <w:p w:rsidR="007849C6" w:rsidRDefault="007849C6" w:rsidP="00186E94">
      <w:pPr>
        <w:pStyle w:val="libNormal"/>
        <w:rPr>
          <w:rtl/>
        </w:rPr>
      </w:pPr>
      <w:r>
        <w:rPr>
          <w:rtl/>
        </w:rPr>
        <w:t xml:space="preserve">485 ـ محمد بن المنكدر ( كش ) عامي. </w:t>
      </w:r>
    </w:p>
    <w:p w:rsidR="007849C6" w:rsidRDefault="007849C6" w:rsidP="00186E94">
      <w:pPr>
        <w:pStyle w:val="libNormal"/>
        <w:rPr>
          <w:rtl/>
        </w:rPr>
      </w:pPr>
      <w:r>
        <w:rPr>
          <w:rtl/>
        </w:rPr>
        <w:t xml:space="preserve">486 ـ محمد بن موسى بن عيسى ، أبو جعفر الهمداني السمان ( جش ) ضعفه القميون بالغلو وكان ( ابن الوليد يقول إنه كان ) يضع الحديث ( غض ) : قريب القصة. </w:t>
      </w:r>
    </w:p>
    <w:p w:rsidR="007849C6" w:rsidRDefault="007849C6" w:rsidP="00186E94">
      <w:pPr>
        <w:pStyle w:val="libNormal"/>
        <w:rPr>
          <w:rtl/>
        </w:rPr>
      </w:pPr>
      <w:r>
        <w:rPr>
          <w:rtl/>
        </w:rPr>
        <w:t xml:space="preserve">487 ـ محمد بن ميمون أبو نصر الزعفراني ق ( جش ) عامي. </w:t>
      </w:r>
    </w:p>
    <w:p w:rsidR="007849C6" w:rsidRDefault="007849C6" w:rsidP="00186E94">
      <w:pPr>
        <w:pStyle w:val="libNormal"/>
        <w:rPr>
          <w:rtl/>
        </w:rPr>
      </w:pPr>
      <w:r>
        <w:rPr>
          <w:rtl/>
        </w:rPr>
        <w:t xml:space="preserve">488 ـ محمد بن الوليد الصيرفي ( غض ) ضعيف. </w:t>
      </w:r>
    </w:p>
    <w:p w:rsidR="007849C6" w:rsidRDefault="007849C6" w:rsidP="00186E94">
      <w:pPr>
        <w:pStyle w:val="libNormal"/>
        <w:rPr>
          <w:rtl/>
        </w:rPr>
      </w:pPr>
      <w:r>
        <w:rPr>
          <w:rtl/>
        </w:rPr>
        <w:t xml:space="preserve">489 ـ محمد بن هارون كر ( جخ ) ضعيف روى عن محمد بن يحيى. </w:t>
      </w:r>
    </w:p>
    <w:p w:rsidR="007849C6" w:rsidRDefault="007849C6" w:rsidP="00186E94">
      <w:pPr>
        <w:pStyle w:val="libNormal"/>
        <w:rPr>
          <w:rtl/>
        </w:rPr>
      </w:pPr>
      <w:r>
        <w:rPr>
          <w:rtl/>
        </w:rPr>
        <w:t xml:space="preserve">490 ـ محمد بن الوليد البجلي الخزاز ، بالمعجمات ، أبو جعفر الكوفي ( جش ) ثقة عين نقي الحديث روى عن يونس بن يعقوب وحماد ابن عثمان ومن في طبقتهما ، وعمر حتى لقيه محمد بن الحسن الصفار وسعيد ، لكن ( كش ) قال : إنه فطحي. </w:t>
      </w:r>
    </w:p>
    <w:p w:rsidR="007849C6" w:rsidRDefault="007849C6" w:rsidP="00186E94">
      <w:pPr>
        <w:pStyle w:val="libNormal"/>
        <w:rPr>
          <w:rtl/>
        </w:rPr>
      </w:pPr>
      <w:r>
        <w:rPr>
          <w:rtl/>
        </w:rPr>
        <w:br w:type="page"/>
      </w:r>
      <w:r>
        <w:rPr>
          <w:rtl/>
        </w:rPr>
        <w:lastRenderedPageBreak/>
        <w:t xml:space="preserve">491 ـ محمد بن بحر الرهني ، بضم الراء وفتح الهاء وبالنون ، يرمى بالتفويض. </w:t>
      </w:r>
    </w:p>
    <w:p w:rsidR="007849C6" w:rsidRDefault="007849C6" w:rsidP="00186E94">
      <w:pPr>
        <w:pStyle w:val="libNormal"/>
        <w:rPr>
          <w:rtl/>
        </w:rPr>
      </w:pPr>
      <w:r>
        <w:rPr>
          <w:rtl/>
        </w:rPr>
        <w:t xml:space="preserve">492 ـ محمد بن يحيى المعاذي بالميم المضمومة والذال المعجمة كر ( جخ ) ضعيف روى عنه محمد بن أحمد بن يحيى. </w:t>
      </w:r>
    </w:p>
    <w:p w:rsidR="007849C6" w:rsidRDefault="007849C6" w:rsidP="00186E94">
      <w:pPr>
        <w:pStyle w:val="libNormal"/>
        <w:rPr>
          <w:rtl/>
        </w:rPr>
      </w:pPr>
      <w:r>
        <w:rPr>
          <w:rtl/>
        </w:rPr>
        <w:t xml:space="preserve">493 ـ المختار بن أبي عبيدة الثقفي ين ( كش ) غمز فيه بعض أصحابنا بالكيسانية واحتج على ذلك برد مولانا زين العابدين </w:t>
      </w:r>
      <w:r w:rsidR="0006364F" w:rsidRPr="0006364F">
        <w:rPr>
          <w:rStyle w:val="libAlaemChar"/>
          <w:rFonts w:hint="cs"/>
          <w:rtl/>
        </w:rPr>
        <w:t>عليه‌السلام</w:t>
      </w:r>
      <w:r>
        <w:rPr>
          <w:rtl/>
        </w:rPr>
        <w:t xml:space="preserve"> هديته وليس ذلك دليلا لما روي عن أبي جعفر الباقر </w:t>
      </w:r>
      <w:r w:rsidR="0006364F" w:rsidRPr="0006364F">
        <w:rPr>
          <w:rStyle w:val="libAlaemChar"/>
          <w:rFonts w:hint="cs"/>
          <w:rtl/>
        </w:rPr>
        <w:t>عليه‌السلام</w:t>
      </w:r>
      <w:r>
        <w:rPr>
          <w:rtl/>
        </w:rPr>
        <w:t xml:space="preserve"> أنه قال : ( لا تسبوا المختار فانه قتل قتلتنا وطلب بثأرنا وزوج أراملنا وقسم فينا المال على العسرة ) ولما أتاه أبو الحكم ولد المختار أكرمه وقربه حتى كاد يقعده في حجره فسأله أبو الحكم عن أبيه وقال : إن الناس قد أكثروا في أبي والقول قولك ، فمدحه وترحم عليه وقال : سبحان الله ! أخبرني أبي والله أن مهر أمي كان مما بعث به المختار ، رحم الله أباك ، يكررها ، ما ترك لناحقا عند أحد إلا طلبه ، قتل قتلتنا وطلب بدمائنا وأما أبو عبد الله </w:t>
      </w:r>
      <w:r w:rsidR="0006364F" w:rsidRPr="0006364F">
        <w:rPr>
          <w:rStyle w:val="libAlaemChar"/>
          <w:rFonts w:hint="cs"/>
          <w:rtl/>
        </w:rPr>
        <w:t>عليه‌السلام</w:t>
      </w:r>
      <w:r>
        <w:rPr>
          <w:rtl/>
        </w:rPr>
        <w:t xml:space="preserve"> فروي عنه أنه قال : ما امتشطت فينا هاشمية ولا اختضبت حتى بعث المختار إلينا برؤوس الذين قتلوا الحسين </w:t>
      </w:r>
      <w:r w:rsidR="0006364F" w:rsidRPr="0006364F">
        <w:rPr>
          <w:rStyle w:val="libAlaemChar"/>
          <w:rFonts w:hint="cs"/>
          <w:rtl/>
        </w:rPr>
        <w:t>عليه‌السلام</w:t>
      </w:r>
      <w:r>
        <w:rPr>
          <w:rtl/>
        </w:rPr>
        <w:t>.</w:t>
      </w:r>
    </w:p>
    <w:p w:rsidR="007849C6" w:rsidRDefault="007849C6" w:rsidP="00186E94">
      <w:pPr>
        <w:pStyle w:val="libNormal"/>
        <w:rPr>
          <w:rtl/>
        </w:rPr>
      </w:pPr>
      <w:r>
        <w:rPr>
          <w:rtl/>
        </w:rPr>
        <w:t xml:space="preserve">وأما علي بن الحسين </w:t>
      </w:r>
      <w:r w:rsidR="0006364F" w:rsidRPr="0006364F">
        <w:rPr>
          <w:rStyle w:val="libAlaemChar"/>
          <w:rFonts w:hint="cs"/>
          <w:rtl/>
        </w:rPr>
        <w:t>عليه‌السلام</w:t>
      </w:r>
      <w:r>
        <w:rPr>
          <w:rtl/>
        </w:rPr>
        <w:t xml:space="preserve"> فروي عنه أنه قال لما أرسل المختار برأس عبيدالله بن زياد خرسا جدا وجزى المختار خيرا ، وما روي فيه مما ينافي ذلك قال الكشي نسبته إلى وضع العامة أشبه ، فمنه أن الصادق </w:t>
      </w:r>
      <w:r w:rsidR="0006364F" w:rsidRPr="0006364F">
        <w:rPr>
          <w:rStyle w:val="libAlaemChar"/>
          <w:rFonts w:hint="cs"/>
          <w:rtl/>
        </w:rPr>
        <w:t>عليه‌السلام</w:t>
      </w:r>
      <w:r>
        <w:rPr>
          <w:rtl/>
        </w:rPr>
        <w:t xml:space="preserve"> قال : كان المختار يكذب على علي بن الحسين. ومنه أن علي بن الحسين </w:t>
      </w:r>
      <w:r w:rsidR="0006364F" w:rsidRPr="0006364F">
        <w:rPr>
          <w:rStyle w:val="libAlaemChar"/>
          <w:rFonts w:hint="cs"/>
          <w:rtl/>
        </w:rPr>
        <w:t>عليه‌السلام</w:t>
      </w:r>
      <w:r>
        <w:rPr>
          <w:rtl/>
        </w:rPr>
        <w:t xml:space="preserve"> رد هداياه وقال : لاأقبل هدايا الكذابين وأنه الذي دعا الناس إلى محمد ابن الحنيفة وسموا الكيسانية والمختارية وكان لقبه الكيسان ، وهذا تشنيع العامة على المختار ، وأما رد الهدية فقد روى الكشي عن محمد بن مسعود يرفعه إلى عمر بن علي أن المختار أرسل </w:t>
      </w:r>
    </w:p>
    <w:p w:rsidR="007849C6" w:rsidRDefault="007849C6" w:rsidP="00186E94">
      <w:pPr>
        <w:pStyle w:val="libNormal0"/>
        <w:rPr>
          <w:rtl/>
        </w:rPr>
      </w:pPr>
      <w:r>
        <w:rPr>
          <w:rtl/>
        </w:rPr>
        <w:br w:type="page"/>
      </w:r>
      <w:r>
        <w:rPr>
          <w:rtl/>
        </w:rPr>
        <w:lastRenderedPageBreak/>
        <w:t xml:space="preserve">إلى زين العابدين بعشرة ألاف فقبلها وبنى بها دار عقيل بن أبي طالب ودارهم التي هدمت ، ثم بعد ذلك بعث إليه بأربعين ألف دينار فردها وهذا الانفاذ يستلزم الاعتقاد وأما رد الثانية فلعله لعلة عارضة اقتضت ذلك وهو لا ينافي صحة عقيدة المختار وأما تعليل رده أياها بقوله ( لا يقبل هدايا الكذابين ) فبعيد ، إذ هذه العلة موجودة في الاولى وحاشا الامام </w:t>
      </w:r>
      <w:r w:rsidR="0006364F" w:rsidRPr="0006364F">
        <w:rPr>
          <w:rStyle w:val="libAlaemChar"/>
          <w:rFonts w:hint="cs"/>
          <w:rtl/>
        </w:rPr>
        <w:t>عليه‌السلام</w:t>
      </w:r>
      <w:r>
        <w:rPr>
          <w:rtl/>
        </w:rPr>
        <w:t xml:space="preserve"> من هذا القول بعد قبول الاولى. أما نسبة الكيسانية إلى المختار لان ذلك لقبه ، وقد روي أنهم نسبوا إلى كيسان مولى علي بن أبي طالب </w:t>
      </w:r>
      <w:r w:rsidR="0006364F" w:rsidRPr="0006364F">
        <w:rPr>
          <w:rStyle w:val="libAlaemChar"/>
          <w:rFonts w:hint="cs"/>
          <w:rtl/>
        </w:rPr>
        <w:t>عليه‌السلام</w:t>
      </w:r>
      <w:r>
        <w:rPr>
          <w:rtl/>
        </w:rPr>
        <w:t xml:space="preserve"> ولو سلمنا أن ذلك لقبه وأنهم بالخروج معه سموا الكيسانية فلا يلزم أن يكون كيسانيا. </w:t>
      </w:r>
    </w:p>
    <w:p w:rsidR="007849C6" w:rsidRDefault="007849C6" w:rsidP="00186E94">
      <w:pPr>
        <w:pStyle w:val="libNormal"/>
        <w:rPr>
          <w:rtl/>
        </w:rPr>
      </w:pPr>
      <w:r>
        <w:rPr>
          <w:rtl/>
        </w:rPr>
        <w:t xml:space="preserve">494 ـ المرادس بن أثبيه ى ( جخ ) خارجي لحق بمعاوية. </w:t>
      </w:r>
    </w:p>
    <w:p w:rsidR="007849C6" w:rsidRDefault="007849C6" w:rsidP="00186E94">
      <w:pPr>
        <w:pStyle w:val="libNormal"/>
        <w:rPr>
          <w:rtl/>
        </w:rPr>
      </w:pPr>
      <w:r>
        <w:rPr>
          <w:rtl/>
        </w:rPr>
        <w:t xml:space="preserve">495 ـ المرقع بالقاف ، بن قمامة الاسدي ى ( جخ ) كيساني. </w:t>
      </w:r>
    </w:p>
    <w:p w:rsidR="007849C6" w:rsidRDefault="007849C6" w:rsidP="00186E94">
      <w:pPr>
        <w:pStyle w:val="libNormal"/>
        <w:rPr>
          <w:rtl/>
        </w:rPr>
      </w:pPr>
      <w:r>
        <w:rPr>
          <w:rtl/>
        </w:rPr>
        <w:t xml:space="preserve">496 ـ مروان بن يحيى ضا ( جخ ) مجهول. </w:t>
      </w:r>
    </w:p>
    <w:p w:rsidR="007849C6" w:rsidRDefault="007849C6" w:rsidP="00186E94">
      <w:pPr>
        <w:pStyle w:val="libNormal"/>
        <w:rPr>
          <w:rtl/>
        </w:rPr>
      </w:pPr>
      <w:r>
        <w:rPr>
          <w:rtl/>
        </w:rPr>
        <w:t xml:space="preserve">497 ـ مسروق ى ( كش ) كان عشارا لمعاوية ومات بعمله ذلك في موضعه بأسفل واسط على دجلة ، كان مرائيا </w:t>
      </w:r>
      <w:r w:rsidRPr="00186E94">
        <w:rPr>
          <w:rStyle w:val="libFootnotenumChar"/>
          <w:rtl/>
        </w:rPr>
        <w:t>(1)</w:t>
      </w:r>
      <w:r>
        <w:rPr>
          <w:rtl/>
        </w:rPr>
        <w:t xml:space="preserve">. </w:t>
      </w:r>
    </w:p>
    <w:p w:rsidR="007849C6" w:rsidRDefault="007849C6" w:rsidP="00186E94">
      <w:pPr>
        <w:pStyle w:val="libNormal"/>
        <w:rPr>
          <w:rtl/>
        </w:rPr>
      </w:pPr>
      <w:r>
        <w:rPr>
          <w:rtl/>
        </w:rPr>
        <w:t xml:space="preserve">498 ـ مسعدة بن صدقة قر ، ق ( جخ ) عامي ( كش ) بتري </w:t>
      </w:r>
      <w:r w:rsidRPr="00186E94">
        <w:rPr>
          <w:rStyle w:val="libFootnotenumChar"/>
          <w:rtl/>
        </w:rPr>
        <w:t>(2)</w:t>
      </w:r>
      <w:r>
        <w:rPr>
          <w:rtl/>
        </w:rPr>
        <w:t xml:space="preserve">. </w:t>
      </w:r>
    </w:p>
    <w:p w:rsidR="007849C6" w:rsidRDefault="007849C6" w:rsidP="00186E94">
      <w:pPr>
        <w:pStyle w:val="libNormal"/>
        <w:rPr>
          <w:rtl/>
        </w:rPr>
      </w:pPr>
      <w:r>
        <w:rPr>
          <w:rtl/>
        </w:rPr>
        <w:t xml:space="preserve">499 ـ مسلم مولى الحسين </w:t>
      </w:r>
      <w:r w:rsidR="0006364F" w:rsidRPr="0006364F">
        <w:rPr>
          <w:rStyle w:val="libAlaemChar"/>
          <w:rFonts w:hint="cs"/>
          <w:rtl/>
        </w:rPr>
        <w:t>عليه‌السلام</w:t>
      </w:r>
      <w:r>
        <w:rPr>
          <w:rtl/>
        </w:rPr>
        <w:t xml:space="preserve"> سين ( جخ ) مجهول. </w:t>
      </w:r>
    </w:p>
    <w:p w:rsidR="007849C6" w:rsidRDefault="007849C6" w:rsidP="00186E94">
      <w:pPr>
        <w:pStyle w:val="libNormal"/>
        <w:rPr>
          <w:rtl/>
        </w:rPr>
      </w:pPr>
      <w:r>
        <w:rPr>
          <w:rtl/>
        </w:rPr>
        <w:t xml:space="preserve">500 ـ مصادف مولى أبي عبدالله </w:t>
      </w:r>
      <w:r w:rsidR="0006364F" w:rsidRPr="0006364F">
        <w:rPr>
          <w:rStyle w:val="libAlaemChar"/>
          <w:rFonts w:hint="cs"/>
          <w:rtl/>
        </w:rPr>
        <w:t>عليه‌السلام</w:t>
      </w:r>
      <w:r>
        <w:rPr>
          <w:rtl/>
        </w:rPr>
        <w:t xml:space="preserve"> ق ( غض ) ليس بشيء وابنه محمد ثقة. </w:t>
      </w:r>
    </w:p>
    <w:p w:rsidR="007849C6" w:rsidRDefault="007849C6" w:rsidP="00186E94">
      <w:pPr>
        <w:pStyle w:val="libNormal"/>
        <w:rPr>
          <w:rtl/>
        </w:rPr>
      </w:pPr>
      <w:r>
        <w:rPr>
          <w:rtl/>
        </w:rPr>
        <w:t xml:space="preserve">501 ـ مصدق بن صدقة ( كش ) فطحي. </w:t>
      </w:r>
    </w:p>
    <w:p w:rsidR="007849C6" w:rsidRDefault="007849C6" w:rsidP="00186E94">
      <w:pPr>
        <w:pStyle w:val="libNormal"/>
        <w:rPr>
          <w:rtl/>
        </w:rPr>
      </w:pPr>
      <w:r>
        <w:rPr>
          <w:rtl/>
        </w:rPr>
        <w:t xml:space="preserve">502 ـ مصعب بن يزيد الانصاري ى ( جش ) ليس بذلك. </w:t>
      </w:r>
    </w:p>
    <w:p w:rsidR="007849C6" w:rsidRDefault="007849C6" w:rsidP="00186E94">
      <w:pPr>
        <w:pStyle w:val="libNormal"/>
        <w:rPr>
          <w:rtl/>
        </w:rPr>
      </w:pPr>
      <w:r>
        <w:rPr>
          <w:rtl/>
        </w:rPr>
        <w:t xml:space="preserve">503 ـ مصقله بن هبيرة ى ( جخ ) هرب إلى معاوية. </w:t>
      </w:r>
    </w:p>
    <w:p w:rsidR="007849C6" w:rsidRDefault="007849C6" w:rsidP="00186E94">
      <w:pPr>
        <w:pStyle w:val="libNormal"/>
        <w:rPr>
          <w:rtl/>
        </w:rPr>
      </w:pPr>
      <w:r>
        <w:rPr>
          <w:rtl/>
        </w:rPr>
        <w:t xml:space="preserve">504 ـ المعتقل بن عمر الجعفي أبو عبد الله لم ( غض ) هو عندي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ذكره ( كش ) في ضمن تعداد الزهاد الثمانية. </w:t>
      </w:r>
    </w:p>
    <w:p w:rsidR="007849C6" w:rsidRDefault="007849C6" w:rsidP="002C2B53">
      <w:pPr>
        <w:pStyle w:val="libFootnote0"/>
        <w:rPr>
          <w:rtl/>
        </w:rPr>
      </w:pPr>
      <w:r>
        <w:rPr>
          <w:rtl/>
        </w:rPr>
        <w:t xml:space="preserve">2 ـ تقدم ذكره في القسم الاول. </w:t>
      </w:r>
    </w:p>
    <w:p w:rsidR="007849C6" w:rsidRDefault="007849C6" w:rsidP="00186E94">
      <w:pPr>
        <w:pStyle w:val="libNormal0"/>
        <w:rPr>
          <w:rtl/>
        </w:rPr>
      </w:pPr>
      <w:r>
        <w:rPr>
          <w:rtl/>
        </w:rPr>
        <w:br w:type="page"/>
      </w:r>
      <w:r>
        <w:rPr>
          <w:rtl/>
        </w:rPr>
        <w:lastRenderedPageBreak/>
        <w:t xml:space="preserve">في نفسه ثقة لكن أحاديثه كلها مناكير وليس يخلص من حديثه شيء يجوز أن يعول عليه. </w:t>
      </w:r>
    </w:p>
    <w:p w:rsidR="007849C6" w:rsidRDefault="007849C6" w:rsidP="00186E94">
      <w:pPr>
        <w:pStyle w:val="libNormal"/>
        <w:rPr>
          <w:rtl/>
        </w:rPr>
      </w:pPr>
      <w:r>
        <w:rPr>
          <w:rtl/>
        </w:rPr>
        <w:t xml:space="preserve">505 ـ معلي بن خنيس </w:t>
      </w:r>
      <w:r w:rsidRPr="00186E94">
        <w:rPr>
          <w:rStyle w:val="libFootnotenumChar"/>
          <w:rtl/>
        </w:rPr>
        <w:t>(1)</w:t>
      </w:r>
      <w:r>
        <w:rPr>
          <w:rtl/>
        </w:rPr>
        <w:t xml:space="preserve"> بضم الخاء وفتح النون وسكون الياء المثناة تحت والسين المهملة ، أبو عبد الله مولى الصادق </w:t>
      </w:r>
      <w:r w:rsidR="0006364F" w:rsidRPr="0006364F">
        <w:rPr>
          <w:rStyle w:val="libAlaemChar"/>
          <w:rFonts w:hint="cs"/>
          <w:rtl/>
        </w:rPr>
        <w:t>عليه‌السلام</w:t>
      </w:r>
      <w:r>
        <w:rPr>
          <w:rtl/>
        </w:rPr>
        <w:t xml:space="preserve"> ومن قبله كان مولى بني أسد ق ( جش ) كوفي بزاز بالمعجمتين ، ضعيف جدا لا يعول عليه ( كش ) إن الصادق </w:t>
      </w:r>
      <w:r w:rsidR="0006364F" w:rsidRPr="0006364F">
        <w:rPr>
          <w:rStyle w:val="libAlaemChar"/>
          <w:rFonts w:hint="cs"/>
          <w:rtl/>
        </w:rPr>
        <w:t>عليه‌السلام</w:t>
      </w:r>
      <w:r>
        <w:rPr>
          <w:rtl/>
        </w:rPr>
        <w:t xml:space="preserve"> شهد له بالجنة ، ولما قتله داود بن علي كان قد أشهد الناس قبل قتله أن جميع ما تركه لابي عبدالله </w:t>
      </w:r>
      <w:r w:rsidR="0006364F" w:rsidRPr="0006364F">
        <w:rPr>
          <w:rStyle w:val="libAlaemChar"/>
          <w:rFonts w:hint="cs"/>
          <w:rtl/>
        </w:rPr>
        <w:t>عليه‌السلام</w:t>
      </w:r>
      <w:r>
        <w:rPr>
          <w:rtl/>
        </w:rPr>
        <w:t xml:space="preserve"> وقتل قاتله إسماعيل ولد الصادق </w:t>
      </w:r>
      <w:r w:rsidR="0006364F" w:rsidRPr="0006364F">
        <w:rPr>
          <w:rStyle w:val="libAlaemChar"/>
          <w:rFonts w:hint="cs"/>
          <w:rtl/>
        </w:rPr>
        <w:t>عليه‌السلام</w:t>
      </w:r>
      <w:r>
        <w:rPr>
          <w:rtl/>
        </w:rPr>
        <w:t xml:space="preserve"> بأمره ( غض ) الغلاة يضيفون إليه كثيرا ولا أرى الاعتماد على شيء من حديثه ونزهه الشيخ في كتاب الغيبة. </w:t>
      </w:r>
    </w:p>
    <w:p w:rsidR="007849C6" w:rsidRDefault="007849C6" w:rsidP="00186E94">
      <w:pPr>
        <w:pStyle w:val="libNormal"/>
        <w:rPr>
          <w:rtl/>
        </w:rPr>
      </w:pPr>
      <w:r>
        <w:rPr>
          <w:rtl/>
        </w:rPr>
        <w:t xml:space="preserve">506 ـ معلي بن راشد العمى بصري ضعيف غال. </w:t>
      </w:r>
    </w:p>
    <w:p w:rsidR="007849C6" w:rsidRDefault="007849C6" w:rsidP="00186E94">
      <w:pPr>
        <w:pStyle w:val="libNormal"/>
        <w:rPr>
          <w:rtl/>
        </w:rPr>
      </w:pPr>
      <w:r>
        <w:rPr>
          <w:rtl/>
        </w:rPr>
        <w:t xml:space="preserve">507 ـ معلي بن محمد البصري ، بالباء المفردة لم ( جش ) مضطرب الحديث والمذهب ( غض ) يعرف حديثه وينكر ويروي عن الضعفاء </w:t>
      </w:r>
      <w:r w:rsidRPr="00186E94">
        <w:rPr>
          <w:rStyle w:val="libFootnotenumChar"/>
          <w:rtl/>
        </w:rPr>
        <w:t>(2)</w:t>
      </w:r>
      <w:r>
        <w:rPr>
          <w:rtl/>
        </w:rPr>
        <w:t xml:space="preserve">. </w:t>
      </w:r>
    </w:p>
    <w:p w:rsidR="007849C6" w:rsidRDefault="007849C6" w:rsidP="00186E94">
      <w:pPr>
        <w:pStyle w:val="libNormal"/>
        <w:rPr>
          <w:rtl/>
        </w:rPr>
      </w:pPr>
      <w:r>
        <w:rPr>
          <w:rtl/>
        </w:rPr>
        <w:t xml:space="preserve">508 ـ معمرقر ( كش ) من دعاة زيد. </w:t>
      </w:r>
    </w:p>
    <w:p w:rsidR="007849C6" w:rsidRDefault="007849C6" w:rsidP="00186E94">
      <w:pPr>
        <w:pStyle w:val="libNormal"/>
        <w:rPr>
          <w:rtl/>
        </w:rPr>
      </w:pPr>
      <w:r>
        <w:rPr>
          <w:rtl/>
        </w:rPr>
        <w:t xml:space="preserve">509 ـ معاوية بن حكيم ( كش ) فطحي. </w:t>
      </w:r>
    </w:p>
    <w:p w:rsidR="007849C6" w:rsidRDefault="007849C6" w:rsidP="00186E94">
      <w:pPr>
        <w:pStyle w:val="libNormal"/>
        <w:rPr>
          <w:rtl/>
        </w:rPr>
      </w:pPr>
      <w:r>
        <w:rPr>
          <w:rtl/>
        </w:rPr>
        <w:t xml:space="preserve">510 ـ المغيرة بن سعيد قر ( كش ) كوفي مذموم ، روي عن الرضا </w:t>
      </w:r>
      <w:r w:rsidR="0006364F" w:rsidRPr="0006364F">
        <w:rPr>
          <w:rStyle w:val="libAlaemChar"/>
          <w:rFonts w:hint="cs"/>
          <w:rtl/>
        </w:rPr>
        <w:t>عليه‌السلام</w:t>
      </w:r>
      <w:r>
        <w:rPr>
          <w:rtl/>
        </w:rPr>
        <w:t xml:space="preserve"> أنه قال : كان يكذب على أبي جعفر ، وروي عن أبي عبدالله انه قال : المغيرة بن سعيد ، لعنه الله ، دس في كتب أصحاب أبي أحاديث لم يحدث بها أبي ، فاتقوا الله ولا تقبلوا علينا ما خالف قول ربنا وسنة نبينا </w:t>
      </w:r>
      <w:r w:rsidR="00CA64D5" w:rsidRPr="00CA64D5">
        <w:rPr>
          <w:rStyle w:val="libAlaemChar"/>
          <w:rFonts w:hint="cs"/>
          <w:rtl/>
        </w:rPr>
        <w:t>صلى‌الله‌عليه‌وآله‌وسلم</w:t>
      </w:r>
      <w:r>
        <w:rPr>
          <w:rtl/>
        </w:rPr>
        <w:t xml:space="preserve"> فانا إذا حدثنا قلنا قال الله عزوجل قال رسول الله </w:t>
      </w:r>
      <w:r w:rsidR="00CA64D5" w:rsidRPr="00CA64D5">
        <w:rPr>
          <w:rStyle w:val="libAlaemChar"/>
          <w:rFonts w:hint="cs"/>
          <w:rtl/>
        </w:rPr>
        <w:t>صلى‌الله‌عليه‌وآله‌وسلم</w:t>
      </w:r>
      <w:r>
        <w:rPr>
          <w:rtl/>
        </w:rPr>
        <w:t xml:space="preserve"> ( غض ) خرج عليه أبو جعفر ( ع ) فقال : إنه كان يكذب علينا ، وكان يدعو إلى محمد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تقدم في القسم الاول. </w:t>
      </w:r>
    </w:p>
    <w:p w:rsidR="007849C6" w:rsidRDefault="007849C6" w:rsidP="002C2B53">
      <w:pPr>
        <w:pStyle w:val="libFootnote0"/>
        <w:rPr>
          <w:rtl/>
        </w:rPr>
      </w:pPr>
      <w:r>
        <w:rPr>
          <w:rtl/>
        </w:rPr>
        <w:t xml:space="preserve">2 ـ تقدم معلي بن محمد البصري في القسم الاول. </w:t>
      </w:r>
    </w:p>
    <w:p w:rsidR="007849C6" w:rsidRDefault="007849C6" w:rsidP="00186E94">
      <w:pPr>
        <w:pStyle w:val="libNormal0"/>
        <w:rPr>
          <w:rtl/>
        </w:rPr>
      </w:pPr>
      <w:r>
        <w:rPr>
          <w:rtl/>
        </w:rPr>
        <w:br w:type="page"/>
      </w:r>
      <w:r>
        <w:rPr>
          <w:rtl/>
        </w:rPr>
        <w:lastRenderedPageBreak/>
        <w:t xml:space="preserve">ابن عبدالله بن الحسن في أول أمره. </w:t>
      </w:r>
    </w:p>
    <w:p w:rsidR="007849C6" w:rsidRDefault="007849C6" w:rsidP="00186E94">
      <w:pPr>
        <w:pStyle w:val="libNormal"/>
        <w:rPr>
          <w:rtl/>
        </w:rPr>
      </w:pPr>
      <w:r>
        <w:rPr>
          <w:rtl/>
        </w:rPr>
        <w:t xml:space="preserve">511 ـ المفضل بن صالح أبو جميلة السكوني وقيل الاسدي مولاهم النخاس ، بالخاء المعجمة والسين المهملة ق ، م كان يضع الحديث. حدثنا أحمد بن عبد الواحد ، عن علي بن محمد بن الزبير ، قال حدثنا علي بن الحسن بن فضال قال : سمعت أبا جميلة يقول : أنا وضعت رسالة معاوية إلى محمد بن أبي بكر ( جخ ) مات في حياة الرضا </w:t>
      </w:r>
      <w:r w:rsidR="0006364F" w:rsidRPr="0006364F">
        <w:rPr>
          <w:rStyle w:val="libAlaemChar"/>
          <w:rFonts w:hint="cs"/>
          <w:rtl/>
        </w:rPr>
        <w:t>عليه‌السلام</w:t>
      </w:r>
      <w:r>
        <w:rPr>
          <w:rtl/>
        </w:rPr>
        <w:t xml:space="preserve"> ( ست ) كان نخاسا يبيع الرقيق ، ويقال إنه كان حداد. </w:t>
      </w:r>
    </w:p>
    <w:p w:rsidR="007849C6" w:rsidRDefault="007849C6" w:rsidP="00186E94">
      <w:pPr>
        <w:pStyle w:val="libNormal"/>
        <w:rPr>
          <w:rtl/>
        </w:rPr>
      </w:pPr>
      <w:r>
        <w:rPr>
          <w:rtl/>
        </w:rPr>
        <w:t xml:space="preserve">512 ـ المفضل بن عمرق ، م ( غض ) ضعيف متهافت خطابي ( جش ) : مفضل بن عمر أبو عبد الله وقيل أبو محمد الجعفي كوفي فاسد المذهب مضطرب الرواية لا يعبأ به ، وقيل كان خطابيا ( كش ) روى عن أبي الحسن </w:t>
      </w:r>
      <w:r w:rsidR="0006364F" w:rsidRPr="0006364F">
        <w:rPr>
          <w:rStyle w:val="libAlaemChar"/>
          <w:rFonts w:hint="cs"/>
          <w:rtl/>
        </w:rPr>
        <w:t>عليه‌السلام</w:t>
      </w:r>
      <w:r>
        <w:rPr>
          <w:rtl/>
        </w:rPr>
        <w:t xml:space="preserve"> أنه الوالد بعد الوالد وروى عن الصادق </w:t>
      </w:r>
      <w:r w:rsidR="0006364F" w:rsidRPr="0006364F">
        <w:rPr>
          <w:rStyle w:val="libAlaemChar"/>
          <w:rFonts w:hint="cs"/>
          <w:rtl/>
        </w:rPr>
        <w:t>عليه‌السلام</w:t>
      </w:r>
      <w:r>
        <w:rPr>
          <w:rtl/>
        </w:rPr>
        <w:t xml:space="preserve"> الثناء عليه والدعاء على حجر بن زائدة وعامر بن جذاعة حيث عاباه عنده حتى قال </w:t>
      </w:r>
      <w:r w:rsidR="0006364F" w:rsidRPr="0006364F">
        <w:rPr>
          <w:rStyle w:val="libAlaemChar"/>
          <w:rFonts w:hint="cs"/>
          <w:rtl/>
        </w:rPr>
        <w:t>عليه‌السلام</w:t>
      </w:r>
      <w:r>
        <w:rPr>
          <w:rtl/>
        </w:rPr>
        <w:t xml:space="preserve"> : ( لاغفر الله لهما ! أما إني لو كرمت عليهما لكرم عليهما من يكرم علي ، ولقد كان كثير عزة في مودته لها أصدق منهما في مودتهما لي حيث يقول :</w:t>
      </w:r>
    </w:p>
    <w:tbl>
      <w:tblPr>
        <w:bidiVisual/>
        <w:tblW w:w="5000" w:type="pct"/>
        <w:tblLook w:val="01E0"/>
      </w:tblPr>
      <w:tblGrid>
        <w:gridCol w:w="3682"/>
        <w:gridCol w:w="225"/>
        <w:gridCol w:w="3680"/>
      </w:tblGrid>
      <w:tr w:rsidR="007849C6" w:rsidTr="00186E94">
        <w:tc>
          <w:tcPr>
            <w:tcW w:w="3625" w:type="dxa"/>
            <w:shd w:val="clear" w:color="auto" w:fill="auto"/>
          </w:tcPr>
          <w:p w:rsidR="007849C6" w:rsidRDefault="007849C6" w:rsidP="002C2B53">
            <w:pPr>
              <w:pStyle w:val="libPoem"/>
              <w:rPr>
                <w:rtl/>
              </w:rPr>
            </w:pPr>
            <w:r w:rsidRPr="001967C7">
              <w:rPr>
                <w:rtl/>
              </w:rPr>
              <w:t>لقد علمت بالغيب أني أحبها</w:t>
            </w:r>
            <w:r w:rsidRPr="002C2B53">
              <w:rPr>
                <w:rStyle w:val="libPoemTiniChar0"/>
                <w:rtl/>
              </w:rPr>
              <w:br/>
              <w:t> </w:t>
            </w:r>
          </w:p>
        </w:tc>
        <w:tc>
          <w:tcPr>
            <w:tcW w:w="57" w:type="dxa"/>
            <w:shd w:val="clear" w:color="auto" w:fill="auto"/>
          </w:tcPr>
          <w:p w:rsidR="007849C6" w:rsidRDefault="007849C6" w:rsidP="00186E94">
            <w:pPr>
              <w:rPr>
                <w:rtl/>
              </w:rPr>
            </w:pPr>
          </w:p>
        </w:tc>
        <w:tc>
          <w:tcPr>
            <w:tcW w:w="3624" w:type="dxa"/>
            <w:shd w:val="clear" w:color="auto" w:fill="auto"/>
          </w:tcPr>
          <w:p w:rsidR="007849C6" w:rsidRDefault="007849C6" w:rsidP="002C2B53">
            <w:pPr>
              <w:pStyle w:val="libPoem"/>
              <w:rPr>
                <w:rtl/>
              </w:rPr>
            </w:pPr>
            <w:r w:rsidRPr="001967C7">
              <w:rPr>
                <w:rtl/>
              </w:rPr>
              <w:t>إذا أنا لم يكرم علي كريمها</w:t>
            </w:r>
            <w:r w:rsidRPr="002C2B53">
              <w:rPr>
                <w:rStyle w:val="libPoemTiniChar0"/>
                <w:rtl/>
              </w:rPr>
              <w:br/>
              <w:t>  </w:t>
            </w:r>
          </w:p>
        </w:tc>
      </w:tr>
    </w:tbl>
    <w:p w:rsidR="007849C6" w:rsidRDefault="007849C6" w:rsidP="00186E94">
      <w:pPr>
        <w:pStyle w:val="libNormal"/>
        <w:rPr>
          <w:rtl/>
        </w:rPr>
      </w:pPr>
      <w:r>
        <w:rPr>
          <w:rtl/>
        </w:rPr>
        <w:t xml:space="preserve">ثم قال ( كش ) : إنه رجع خطابيا بعد استقامته وحمل ما ورد في مدحه على حال استقامته أولا والله أعلم. </w:t>
      </w:r>
    </w:p>
    <w:p w:rsidR="007849C6" w:rsidRDefault="007849C6" w:rsidP="00186E94">
      <w:pPr>
        <w:pStyle w:val="libNormal"/>
        <w:rPr>
          <w:rtl/>
        </w:rPr>
      </w:pPr>
      <w:r>
        <w:rPr>
          <w:rtl/>
        </w:rPr>
        <w:t xml:space="preserve">513 ـ مقاتل بن سليمان البجلي وقيل البلخي صاحب التفسير قر ، ق ( جخ ، كش ) بتري ( قي ) عامي. </w:t>
      </w:r>
    </w:p>
    <w:p w:rsidR="007849C6" w:rsidRDefault="007849C6" w:rsidP="00186E94">
      <w:pPr>
        <w:pStyle w:val="libNormal"/>
        <w:rPr>
          <w:rtl/>
        </w:rPr>
      </w:pPr>
      <w:r>
        <w:rPr>
          <w:rtl/>
        </w:rPr>
        <w:t xml:space="preserve">514 ـ مقاتل بن مقاتل بن قياما ضا ( جخ ) واقفي خبيث. </w:t>
      </w:r>
    </w:p>
    <w:p w:rsidR="007849C6" w:rsidRDefault="007849C6" w:rsidP="00186E94">
      <w:pPr>
        <w:pStyle w:val="libNormal"/>
        <w:rPr>
          <w:rtl/>
        </w:rPr>
      </w:pPr>
      <w:r>
        <w:rPr>
          <w:rtl/>
        </w:rPr>
        <w:t xml:space="preserve">515 ـ ممويه بن معروف كر ( جخ ) </w:t>
      </w:r>
      <w:r w:rsidRPr="00186E94">
        <w:rPr>
          <w:rStyle w:val="libFootnotenumChar"/>
          <w:rtl/>
        </w:rPr>
        <w:t>(1)</w:t>
      </w:r>
      <w:r>
        <w:rPr>
          <w:rtl/>
        </w:rPr>
        <w:t xml:space="preserve"> ضعيف روى عنه محمد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لم يذكره الشيخ في اصحاب العسكري </w:t>
      </w:r>
      <w:r w:rsidR="0006364F" w:rsidRPr="0006364F">
        <w:rPr>
          <w:rStyle w:val="libAlaemChar"/>
          <w:rFonts w:hint="cs"/>
          <w:rtl/>
        </w:rPr>
        <w:t>عليه‌السلام</w:t>
      </w:r>
      <w:r>
        <w:rPr>
          <w:rtl/>
        </w:rPr>
        <w:t xml:space="preserve"> بل فيما لم يرو عنهم </w:t>
      </w:r>
      <w:r w:rsidR="0006364F" w:rsidRPr="0006364F">
        <w:rPr>
          <w:rStyle w:val="libAlaemChar"/>
          <w:rFonts w:hint="cs"/>
          <w:rtl/>
        </w:rPr>
        <w:t>عليهم‌السلام</w:t>
      </w:r>
      <w:r>
        <w:rPr>
          <w:rtl/>
        </w:rPr>
        <w:t xml:space="preserve">. </w:t>
      </w:r>
    </w:p>
    <w:p w:rsidR="007849C6" w:rsidRDefault="007849C6" w:rsidP="00186E94">
      <w:pPr>
        <w:pStyle w:val="libNormal0"/>
        <w:rPr>
          <w:rtl/>
        </w:rPr>
      </w:pPr>
      <w:r>
        <w:rPr>
          <w:rtl/>
        </w:rPr>
        <w:br w:type="page"/>
      </w:r>
      <w:r>
        <w:rPr>
          <w:rtl/>
        </w:rPr>
        <w:lastRenderedPageBreak/>
        <w:t xml:space="preserve">ابن أحمد بن يحيى. </w:t>
      </w:r>
    </w:p>
    <w:p w:rsidR="007849C6" w:rsidRDefault="007849C6" w:rsidP="00186E94">
      <w:pPr>
        <w:pStyle w:val="libNormal"/>
        <w:rPr>
          <w:rtl/>
        </w:rPr>
      </w:pPr>
      <w:r>
        <w:rPr>
          <w:rtl/>
        </w:rPr>
        <w:t xml:space="preserve">516 ـ منخل بن جميل الاسدي بياع الجواري ق ، م ( جش ) ضعيف فاسد الرواية ( كش ) متهم بالغلو ( غض ) أضاف إليه الغلاة أحاديث كثيرة. </w:t>
      </w:r>
    </w:p>
    <w:p w:rsidR="007849C6" w:rsidRDefault="007849C6" w:rsidP="00186E94">
      <w:pPr>
        <w:pStyle w:val="libNormal"/>
        <w:rPr>
          <w:rtl/>
        </w:rPr>
      </w:pPr>
      <w:r>
        <w:rPr>
          <w:rtl/>
        </w:rPr>
        <w:t xml:space="preserve">517 ـ مندل بفتح الميم ، بن علي العتري بالعين ، المهملة والتاء المثناة فوق الساكنة </w:t>
      </w:r>
      <w:r w:rsidRPr="00186E94">
        <w:rPr>
          <w:rStyle w:val="libFootnotenumChar"/>
          <w:rtl/>
        </w:rPr>
        <w:t>(1)</w:t>
      </w:r>
      <w:r>
        <w:rPr>
          <w:rtl/>
        </w:rPr>
        <w:t xml:space="preserve"> وقال بعض أصحابنا المفتوحة والاقوى عندي السكون ، منسب إلى عتربن جشم بن ودم بن ذبيان بن هميم بن ذهل ابن هيئ بن بلي بطن من بلي ق ( جش ) ثقة ( قي ) عامي. </w:t>
      </w:r>
    </w:p>
    <w:p w:rsidR="007849C6" w:rsidRDefault="007849C6" w:rsidP="00186E94">
      <w:pPr>
        <w:pStyle w:val="libNormal"/>
        <w:rPr>
          <w:rtl/>
        </w:rPr>
      </w:pPr>
      <w:r>
        <w:rPr>
          <w:rtl/>
        </w:rPr>
        <w:t xml:space="preserve">518 ، 519 ـ منذر بن أبي طريفة ومنذر السراج قر ( جخ ) مجهولان. </w:t>
      </w:r>
    </w:p>
    <w:p w:rsidR="007849C6" w:rsidRDefault="007849C6" w:rsidP="00186E94">
      <w:pPr>
        <w:pStyle w:val="libNormal"/>
        <w:rPr>
          <w:rtl/>
        </w:rPr>
      </w:pPr>
      <w:r>
        <w:rPr>
          <w:rtl/>
        </w:rPr>
        <w:t xml:space="preserve">520 ـ منصور بن العباس أبو الحسن الرازي لم ( جش ) سكن بغداد ومات بها ، كان مضطرب الامر. </w:t>
      </w:r>
    </w:p>
    <w:p w:rsidR="007849C6" w:rsidRDefault="007849C6" w:rsidP="00186E94">
      <w:pPr>
        <w:pStyle w:val="libNormal"/>
        <w:rPr>
          <w:rtl/>
        </w:rPr>
      </w:pPr>
      <w:r>
        <w:rPr>
          <w:rtl/>
        </w:rPr>
        <w:t xml:space="preserve">521 ـ منصور بن المعتمر قر ( جخ ) بتري. </w:t>
      </w:r>
    </w:p>
    <w:p w:rsidR="007849C6" w:rsidRDefault="007849C6" w:rsidP="00186E94">
      <w:pPr>
        <w:pStyle w:val="libNormal"/>
        <w:rPr>
          <w:rtl/>
        </w:rPr>
      </w:pPr>
      <w:r>
        <w:rPr>
          <w:rtl/>
        </w:rPr>
        <w:t xml:space="preserve">522 ـ منصور بن يونس القرشي مولاهم يكنى أبا يحيى ، يقال له بزرج ، بضم الباء والزاي وإسكان الراء بعدها جيم ق ، م ( جخ ) واقفي ( جش ) ثقة وغمزفيه ( كش ). </w:t>
      </w:r>
    </w:p>
    <w:p w:rsidR="007849C6" w:rsidRDefault="007849C6" w:rsidP="00186E94">
      <w:pPr>
        <w:pStyle w:val="libNormal"/>
        <w:rPr>
          <w:rtl/>
        </w:rPr>
      </w:pPr>
      <w:r>
        <w:rPr>
          <w:rtl/>
        </w:rPr>
        <w:t xml:space="preserve">523 ـ موسى بن أشيم ، بالشين المعجمة والياء المثناة تحت قر ( جخ ) غال خبيث. </w:t>
      </w:r>
    </w:p>
    <w:p w:rsidR="007849C6" w:rsidRDefault="007849C6" w:rsidP="00186E94">
      <w:pPr>
        <w:pStyle w:val="libNormal"/>
        <w:rPr>
          <w:rtl/>
        </w:rPr>
      </w:pPr>
      <w:r>
        <w:rPr>
          <w:rtl/>
        </w:rPr>
        <w:t xml:space="preserve">524 ـ موسى بن جعفر الكمنذاني ، بضم الكاف والميم وسكون النون والذال المعجمة والنون بعد الالف أبو علي ( جش ) من قرية من قرى قم ، كان مرتفعا في القول ضعيفا في الحديث. </w:t>
      </w:r>
    </w:p>
    <w:p w:rsidR="007849C6" w:rsidRDefault="007849C6" w:rsidP="00186E94">
      <w:pPr>
        <w:pStyle w:val="libNormal"/>
        <w:rPr>
          <w:rtl/>
        </w:rPr>
      </w:pPr>
      <w:r>
        <w:rPr>
          <w:rtl/>
        </w:rPr>
        <w:t xml:space="preserve">525 ـ موسى بن حماد الطيالسي ( جش ) واقفي ذكره ابن نوح وقال ذكره محمد بن الحسين بن أبي الخطاب وقال هو موسى بن حماد الذراع. </w:t>
      </w:r>
    </w:p>
    <w:p w:rsidR="007849C6" w:rsidRDefault="007849C6" w:rsidP="00186E94">
      <w:pPr>
        <w:pStyle w:val="libNormal"/>
        <w:rPr>
          <w:rtl/>
        </w:rPr>
      </w:pPr>
      <w:r>
        <w:rPr>
          <w:rtl/>
        </w:rPr>
        <w:t xml:space="preserve">526 ـ موسى بن رنجويه ، بالراء والنون والجيم ، أبوعمران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تقدم في القسم الاول. </w:t>
      </w:r>
    </w:p>
    <w:p w:rsidR="007849C6" w:rsidRDefault="007849C6" w:rsidP="00186E94">
      <w:pPr>
        <w:pStyle w:val="libNormal0"/>
        <w:rPr>
          <w:rtl/>
        </w:rPr>
      </w:pPr>
      <w:r>
        <w:rPr>
          <w:rtl/>
        </w:rPr>
        <w:br w:type="page"/>
      </w:r>
      <w:r>
        <w:rPr>
          <w:rtl/>
        </w:rPr>
        <w:lastRenderedPageBreak/>
        <w:t xml:space="preserve">الارمني لم ( جش ) ضعيف له كتاب أكثره عن عبدالله بن الحكم. </w:t>
      </w:r>
    </w:p>
    <w:p w:rsidR="007849C6" w:rsidRDefault="007849C6" w:rsidP="00186E94">
      <w:pPr>
        <w:pStyle w:val="libNormal"/>
        <w:rPr>
          <w:rtl/>
        </w:rPr>
      </w:pPr>
      <w:r>
        <w:rPr>
          <w:rtl/>
        </w:rPr>
        <w:t xml:space="preserve">527 ـ موسى بن سعدان الحناط ، بالحاء المهملة والنون م ( جش ) ضعيف في الحديث كوفي. </w:t>
      </w:r>
    </w:p>
    <w:p w:rsidR="007849C6" w:rsidRDefault="007849C6" w:rsidP="00186E94">
      <w:pPr>
        <w:pStyle w:val="libNormal"/>
        <w:rPr>
          <w:rtl/>
        </w:rPr>
      </w:pPr>
      <w:r>
        <w:rPr>
          <w:rtl/>
        </w:rPr>
        <w:t xml:space="preserve">528 ـ موسى السواق ( كش ) غال. </w:t>
      </w:r>
    </w:p>
    <w:p w:rsidR="007849C6" w:rsidRDefault="007849C6" w:rsidP="00186E94">
      <w:pPr>
        <w:pStyle w:val="libNormal"/>
        <w:rPr>
          <w:rtl/>
        </w:rPr>
      </w:pPr>
      <w:r>
        <w:rPr>
          <w:rtl/>
        </w:rPr>
        <w:t xml:space="preserve">529 ـ موسى بن عمير الهذلي ق ( جش ) عامي. </w:t>
      </w:r>
    </w:p>
    <w:p w:rsidR="007849C6" w:rsidRDefault="007849C6" w:rsidP="00186E94">
      <w:pPr>
        <w:pStyle w:val="libNormal"/>
        <w:rPr>
          <w:rtl/>
        </w:rPr>
      </w:pPr>
      <w:r>
        <w:rPr>
          <w:rtl/>
        </w:rPr>
        <w:t xml:space="preserve">530 ـ مياح ، بالياء المثناة تحت وكسر الميم وقيل بفتحها المدائني ( جش ) ضعيف جدا ، له رسالة طريقها أضعف منها. </w:t>
      </w:r>
    </w:p>
    <w:p w:rsidR="007849C6" w:rsidRDefault="007849C6" w:rsidP="00186E94">
      <w:pPr>
        <w:pStyle w:val="libNormal"/>
        <w:rPr>
          <w:rtl/>
        </w:rPr>
      </w:pPr>
      <w:r>
        <w:rPr>
          <w:rtl/>
        </w:rPr>
        <w:t xml:space="preserve">531 ـ ميمون القداح ين ، ق ( جخ ) ملعون </w:t>
      </w:r>
    </w:p>
    <w:p w:rsidR="007849C6" w:rsidRDefault="007849C6" w:rsidP="007849C6">
      <w:pPr>
        <w:pStyle w:val="Heading1Center"/>
        <w:rPr>
          <w:rtl/>
        </w:rPr>
      </w:pPr>
      <w:bookmarkStart w:id="166" w:name="_Toc265165281"/>
      <w:bookmarkStart w:id="167" w:name="_Toc286683210"/>
      <w:bookmarkStart w:id="168" w:name="_Toc403904067"/>
      <w:r>
        <w:rPr>
          <w:rtl/>
        </w:rPr>
        <w:t>( باب النون )</w:t>
      </w:r>
      <w:bookmarkEnd w:id="166"/>
      <w:bookmarkEnd w:id="167"/>
      <w:bookmarkEnd w:id="168"/>
    </w:p>
    <w:p w:rsidR="007849C6" w:rsidRDefault="007849C6" w:rsidP="00186E94">
      <w:pPr>
        <w:pStyle w:val="libNormal"/>
        <w:rPr>
          <w:rtl/>
        </w:rPr>
      </w:pPr>
      <w:r>
        <w:rPr>
          <w:rtl/>
        </w:rPr>
        <w:t xml:space="preserve">532 ـ نصر بن الصباح أبو القاسم من أهل بلخ لما ( كش ، غض ) غال. </w:t>
      </w:r>
    </w:p>
    <w:p w:rsidR="007849C6" w:rsidRDefault="007849C6" w:rsidP="00186E94">
      <w:pPr>
        <w:pStyle w:val="libNormal"/>
        <w:rPr>
          <w:rtl/>
        </w:rPr>
      </w:pPr>
      <w:r>
        <w:rPr>
          <w:rtl/>
        </w:rPr>
        <w:t xml:space="preserve">533 ـ نصر بن مزاحم المنقري العطار أبو الفضل ( جش ) كوفي مستقيم لكنه يروي عن الضعفاء </w:t>
      </w:r>
      <w:r w:rsidRPr="00186E94">
        <w:rPr>
          <w:rStyle w:val="libFootnotenumChar"/>
          <w:rtl/>
        </w:rPr>
        <w:t>(1)</w:t>
      </w:r>
      <w:r>
        <w:rPr>
          <w:rtl/>
        </w:rPr>
        <w:t xml:space="preserve">. </w:t>
      </w:r>
    </w:p>
    <w:p w:rsidR="007849C6" w:rsidRDefault="007849C6" w:rsidP="00186E94">
      <w:pPr>
        <w:pStyle w:val="libNormal"/>
        <w:rPr>
          <w:rtl/>
        </w:rPr>
      </w:pPr>
      <w:r>
        <w:rPr>
          <w:rtl/>
        </w:rPr>
        <w:t xml:space="preserve">534 ـ النضر ، بالضاد المعجمة ، ابن عثمان ، النواء ( عق ) مات متحيرا. </w:t>
      </w:r>
    </w:p>
    <w:p w:rsidR="007849C6" w:rsidRDefault="007849C6" w:rsidP="00186E94">
      <w:pPr>
        <w:pStyle w:val="libNormal"/>
        <w:rPr>
          <w:rtl/>
        </w:rPr>
      </w:pPr>
      <w:r>
        <w:rPr>
          <w:rtl/>
        </w:rPr>
        <w:t xml:space="preserve">535 ـ نفيع بن الحارث أبو داود السبيعي الهمداني قر ( غض ) رروى مناكيره وتوقف في حديثه. </w:t>
      </w:r>
    </w:p>
    <w:p w:rsidR="007849C6" w:rsidRDefault="007849C6" w:rsidP="00186E94">
      <w:pPr>
        <w:pStyle w:val="libNormal"/>
        <w:rPr>
          <w:rtl/>
        </w:rPr>
      </w:pPr>
      <w:r>
        <w:rPr>
          <w:rtl/>
        </w:rPr>
        <w:t xml:space="preserve">536 ـ نوفل بن فروة بالفاء والراء والواو الاشجعي ى ( جخ ) خارجي ملعون ، ومن أصحابنا من قال : إنه ابن قرة وهو وهم. </w:t>
      </w:r>
    </w:p>
    <w:p w:rsidR="007849C6" w:rsidRDefault="007849C6" w:rsidP="007849C6">
      <w:pPr>
        <w:pStyle w:val="Heading1Center"/>
        <w:rPr>
          <w:rtl/>
        </w:rPr>
      </w:pPr>
      <w:bookmarkStart w:id="169" w:name="_Toc265165282"/>
      <w:bookmarkStart w:id="170" w:name="_Toc286683211"/>
      <w:bookmarkStart w:id="171" w:name="_Toc403904068"/>
      <w:r>
        <w:rPr>
          <w:rtl/>
        </w:rPr>
        <w:t>( باب الواو )</w:t>
      </w:r>
      <w:bookmarkEnd w:id="169"/>
      <w:bookmarkEnd w:id="170"/>
      <w:bookmarkEnd w:id="171"/>
    </w:p>
    <w:p w:rsidR="007849C6" w:rsidRDefault="007849C6" w:rsidP="00186E94">
      <w:pPr>
        <w:pStyle w:val="libNormal"/>
        <w:rPr>
          <w:rtl/>
        </w:rPr>
      </w:pPr>
      <w:r>
        <w:rPr>
          <w:rtl/>
        </w:rPr>
        <w:t xml:space="preserve">537 ـ الوليد بن بشير قر ( جخ ) مجهول. </w:t>
      </w:r>
    </w:p>
    <w:p w:rsidR="007849C6" w:rsidRDefault="007849C6" w:rsidP="00186E94">
      <w:pPr>
        <w:pStyle w:val="libNormal"/>
        <w:rPr>
          <w:rtl/>
        </w:rPr>
      </w:pPr>
      <w:r>
        <w:rPr>
          <w:rtl/>
        </w:rPr>
        <w:t xml:space="preserve">538 ـ وهب بن وهب بن عبدالله بن زمعة بن الاسود بن المطلب بن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تقدم ذكره في القسم الاول. </w:t>
      </w:r>
    </w:p>
    <w:p w:rsidR="007849C6" w:rsidRDefault="007849C6" w:rsidP="00186E94">
      <w:pPr>
        <w:pStyle w:val="libNormal0"/>
        <w:rPr>
          <w:rtl/>
        </w:rPr>
      </w:pPr>
      <w:r>
        <w:rPr>
          <w:rtl/>
        </w:rPr>
        <w:br w:type="page"/>
      </w:r>
      <w:r>
        <w:rPr>
          <w:rtl/>
        </w:rPr>
        <w:lastRenderedPageBreak/>
        <w:t xml:space="preserve">أسد بن عبدالعزي ، أبوالبختري ، بالخاء المعجمة قر ، ق ( ست ) ضعيف عامي المذهب تزوج أبو عبد الله </w:t>
      </w:r>
      <w:r w:rsidR="0006364F" w:rsidRPr="0006364F">
        <w:rPr>
          <w:rStyle w:val="libAlaemChar"/>
          <w:rFonts w:hint="cs"/>
          <w:rtl/>
        </w:rPr>
        <w:t>عليه‌السلام</w:t>
      </w:r>
      <w:r>
        <w:rPr>
          <w:rtl/>
        </w:rPr>
        <w:t xml:space="preserve"> بأمه ، كان قاضي القضاة ببغداد ( غض ) كذاب عامي قضي لهارون ( جش ) كان كذابا له أحاديث مع الرشيد في الكذب ( كش ) عن الفضل بن ( شاذان ) أنه قال : كان أبوالبختري من أكذب البرية. </w:t>
      </w:r>
    </w:p>
    <w:p w:rsidR="007849C6" w:rsidRDefault="007849C6" w:rsidP="007849C6">
      <w:pPr>
        <w:pStyle w:val="Heading1Center"/>
        <w:rPr>
          <w:rtl/>
        </w:rPr>
      </w:pPr>
      <w:bookmarkStart w:id="172" w:name="_Toc265165283"/>
      <w:bookmarkStart w:id="173" w:name="_Toc286683212"/>
      <w:bookmarkStart w:id="174" w:name="_Toc403904069"/>
      <w:r>
        <w:rPr>
          <w:rtl/>
        </w:rPr>
        <w:t>( باب الهاء )</w:t>
      </w:r>
      <w:bookmarkEnd w:id="172"/>
      <w:bookmarkEnd w:id="173"/>
      <w:bookmarkEnd w:id="174"/>
    </w:p>
    <w:p w:rsidR="007849C6" w:rsidRDefault="007849C6" w:rsidP="00186E94">
      <w:pPr>
        <w:pStyle w:val="libNormal"/>
        <w:rPr>
          <w:rtl/>
        </w:rPr>
      </w:pPr>
      <w:r>
        <w:rPr>
          <w:rtl/>
        </w:rPr>
        <w:t xml:space="preserve">539 ـ هارون الجبلي ، بالجيم والباء المفردة قر ( جخ ) مجهول </w:t>
      </w:r>
      <w:r w:rsidRPr="00186E94">
        <w:rPr>
          <w:rStyle w:val="libFootnotenumChar"/>
          <w:rtl/>
        </w:rPr>
        <w:t>(1)</w:t>
      </w:r>
      <w:r>
        <w:rPr>
          <w:rtl/>
        </w:rPr>
        <w:t xml:space="preserve">. </w:t>
      </w:r>
    </w:p>
    <w:p w:rsidR="007849C6" w:rsidRDefault="007849C6" w:rsidP="00186E94">
      <w:pPr>
        <w:pStyle w:val="libNormal"/>
        <w:rPr>
          <w:rtl/>
        </w:rPr>
      </w:pPr>
      <w:r>
        <w:rPr>
          <w:rtl/>
        </w:rPr>
        <w:t xml:space="preserve">540 ـ هارون بن سعد العجلي ( كش ) زيدي. </w:t>
      </w:r>
    </w:p>
    <w:p w:rsidR="007849C6" w:rsidRDefault="007849C6" w:rsidP="00186E94">
      <w:pPr>
        <w:pStyle w:val="libNormal"/>
        <w:rPr>
          <w:rtl/>
        </w:rPr>
      </w:pPr>
      <w:r>
        <w:rPr>
          <w:rtl/>
        </w:rPr>
        <w:t xml:space="preserve">541 ـ هارون بن مسلم بن سعدان الكاتب السرمن رائي ، كان نزلها وأصله الانبار ، ويكنى أبا القاسم ( جش ) ثقة وجه كان له مذهب في الجبر والتشبيه دى ، كر. </w:t>
      </w:r>
    </w:p>
    <w:p w:rsidR="007849C6" w:rsidRDefault="007849C6" w:rsidP="00186E94">
      <w:pPr>
        <w:pStyle w:val="libNormal"/>
        <w:rPr>
          <w:rtl/>
        </w:rPr>
      </w:pPr>
      <w:r>
        <w:rPr>
          <w:rtl/>
        </w:rPr>
        <w:t xml:space="preserve">542 ـ هاشم بن أبي هاشم قر ( جخ ) مجهول ( كش ) ملعون </w:t>
      </w:r>
      <w:r w:rsidRPr="00186E94">
        <w:rPr>
          <w:rStyle w:val="libFootnotenumChar"/>
          <w:rtl/>
        </w:rPr>
        <w:t>(2)</w:t>
      </w:r>
      <w:r>
        <w:rPr>
          <w:rtl/>
        </w:rPr>
        <w:t xml:space="preserve">. </w:t>
      </w:r>
    </w:p>
    <w:p w:rsidR="007849C6" w:rsidRDefault="007849C6" w:rsidP="00186E94">
      <w:pPr>
        <w:pStyle w:val="libNormal"/>
        <w:rPr>
          <w:rtl/>
        </w:rPr>
      </w:pPr>
      <w:r>
        <w:rPr>
          <w:rtl/>
        </w:rPr>
        <w:t xml:space="preserve">543 ـ هبة الله أحمد بن محمد </w:t>
      </w:r>
      <w:r w:rsidRPr="00186E94">
        <w:rPr>
          <w:rStyle w:val="libFootnotenumChar"/>
          <w:rtl/>
        </w:rPr>
        <w:t>(3)</w:t>
      </w:r>
      <w:r>
        <w:rPr>
          <w:rtl/>
        </w:rPr>
        <w:t xml:space="preserve"> الكاتب أبو نصر يعرف بابن برنية ، بالباء المفردة والراء الساكنة والنون المكسورة والياء المثناة تحت المشددة لم زيدي يقول : إن الائمة ثلاثة عشر مع زيد بن علي. </w:t>
      </w:r>
    </w:p>
    <w:p w:rsidR="007849C6" w:rsidRDefault="007849C6" w:rsidP="00186E94">
      <w:pPr>
        <w:pStyle w:val="libNormal"/>
        <w:rPr>
          <w:rtl/>
        </w:rPr>
      </w:pPr>
      <w:r>
        <w:rPr>
          <w:rtl/>
        </w:rPr>
        <w:t xml:space="preserve">544 ـ هشام بن إبراهيم العباسي ، بالباء المفردة والسين المهملة صاحب يونس ( غض ) طعن عليه ، والطعن عندي في مذهبه لا في ثقته. </w:t>
      </w:r>
    </w:p>
    <w:p w:rsidR="007849C6" w:rsidRDefault="007849C6" w:rsidP="00186E94">
      <w:pPr>
        <w:pStyle w:val="libNormal"/>
        <w:rPr>
          <w:rtl/>
        </w:rPr>
      </w:pPr>
      <w:r>
        <w:rPr>
          <w:rtl/>
        </w:rPr>
        <w:t xml:space="preserve">545 ـ هشام الرماني قر ( جخ ) مجهول </w:t>
      </w:r>
      <w:r w:rsidRPr="00186E94">
        <w:rPr>
          <w:rStyle w:val="libFootnotenumChar"/>
          <w:rtl/>
        </w:rPr>
        <w:t>(4)</w:t>
      </w:r>
      <w:r>
        <w:rPr>
          <w:rtl/>
        </w:rPr>
        <w:t xml:space="preserve">.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تقدم هذا الاسم في القسم الاول. </w:t>
      </w:r>
    </w:p>
    <w:p w:rsidR="007849C6" w:rsidRDefault="007849C6" w:rsidP="002C2B53">
      <w:pPr>
        <w:pStyle w:val="libFootnote0"/>
        <w:rPr>
          <w:rtl/>
        </w:rPr>
      </w:pPr>
      <w:r>
        <w:rPr>
          <w:rtl/>
        </w:rPr>
        <w:t xml:space="preserve">2 ـ تقدم في القسم الاول. </w:t>
      </w:r>
    </w:p>
    <w:p w:rsidR="007849C6" w:rsidRDefault="007849C6" w:rsidP="002C2B53">
      <w:pPr>
        <w:pStyle w:val="libFootnote0"/>
        <w:rPr>
          <w:rtl/>
        </w:rPr>
      </w:pPr>
      <w:r>
        <w:rPr>
          <w:rtl/>
        </w:rPr>
        <w:t xml:space="preserve">3 ـ تقدم في القسم الاول. </w:t>
      </w:r>
    </w:p>
    <w:p w:rsidR="007849C6" w:rsidRDefault="007849C6" w:rsidP="002C2B53">
      <w:pPr>
        <w:pStyle w:val="libFootnote0"/>
        <w:rPr>
          <w:rtl/>
        </w:rPr>
      </w:pPr>
      <w:r>
        <w:rPr>
          <w:rtl/>
        </w:rPr>
        <w:t xml:space="preserve">4 ـ الذي في رجال الشيخ من اصحاب الباقر </w:t>
      </w:r>
      <w:r w:rsidR="0006364F" w:rsidRPr="0006364F">
        <w:rPr>
          <w:rStyle w:val="libAlaemChar"/>
          <w:rFonts w:hint="cs"/>
          <w:rtl/>
        </w:rPr>
        <w:t>عليه‌السلام</w:t>
      </w:r>
      <w:r>
        <w:rPr>
          <w:rtl/>
        </w:rPr>
        <w:t xml:space="preserve"> هاشم لا هشام وقد تقدم في القسم الاول. </w:t>
      </w:r>
    </w:p>
    <w:p w:rsidR="007849C6" w:rsidRDefault="007849C6" w:rsidP="00186E94">
      <w:pPr>
        <w:pStyle w:val="libNormal"/>
        <w:rPr>
          <w:rtl/>
        </w:rPr>
      </w:pPr>
      <w:r>
        <w:rPr>
          <w:rtl/>
        </w:rPr>
        <w:br w:type="page"/>
      </w:r>
      <w:r>
        <w:rPr>
          <w:rtl/>
        </w:rPr>
        <w:lastRenderedPageBreak/>
        <w:t xml:space="preserve">546 ـ هشام بن الحكم </w:t>
      </w:r>
      <w:r w:rsidRPr="00186E94">
        <w:rPr>
          <w:rStyle w:val="libFootnotenumChar"/>
          <w:rtl/>
        </w:rPr>
        <w:t>(1)</w:t>
      </w:r>
      <w:r>
        <w:rPr>
          <w:rtl/>
        </w:rPr>
        <w:t xml:space="preserve"> لا مراء في جلالته لكن البرقي نقل فيه غمزا لمجرد كونه من تلاميذ أبي شاكر الزنديق ، ولا اعتبار بذلك وان كان قد وقع في ألفاظه شيء يؤول يخرجه عن الطعن لبعده عن الشبهة. </w:t>
      </w:r>
    </w:p>
    <w:p w:rsidR="007849C6" w:rsidRDefault="007849C6" w:rsidP="007849C6">
      <w:pPr>
        <w:pStyle w:val="Heading1Center"/>
        <w:rPr>
          <w:rtl/>
        </w:rPr>
      </w:pPr>
      <w:bookmarkStart w:id="175" w:name="_Toc265165284"/>
      <w:bookmarkStart w:id="176" w:name="_Toc286683213"/>
      <w:bookmarkStart w:id="177" w:name="_Toc403904070"/>
      <w:r>
        <w:rPr>
          <w:rtl/>
        </w:rPr>
        <w:t>( باب الياء )</w:t>
      </w:r>
      <w:bookmarkEnd w:id="175"/>
      <w:bookmarkEnd w:id="176"/>
      <w:bookmarkEnd w:id="177"/>
    </w:p>
    <w:p w:rsidR="007849C6" w:rsidRDefault="007849C6" w:rsidP="00186E94">
      <w:pPr>
        <w:pStyle w:val="libNormal"/>
        <w:rPr>
          <w:rtl/>
        </w:rPr>
      </w:pPr>
      <w:r>
        <w:rPr>
          <w:rtl/>
        </w:rPr>
        <w:t xml:space="preserve">547 ـ يحيى بن الحسين بن زيد بن علي بن الحسين م ( جخ ) واقفي. </w:t>
      </w:r>
    </w:p>
    <w:p w:rsidR="007849C6" w:rsidRDefault="007849C6" w:rsidP="00186E94">
      <w:pPr>
        <w:pStyle w:val="libNormal"/>
        <w:rPr>
          <w:rtl/>
        </w:rPr>
      </w:pPr>
      <w:r>
        <w:rPr>
          <w:rtl/>
        </w:rPr>
        <w:t xml:space="preserve">548 ـ يحيى بن زكريا النرماشيري أبو الحسين ( جش ) كان مضطربا في مذهبه ارتفاع. </w:t>
      </w:r>
    </w:p>
    <w:p w:rsidR="007849C6" w:rsidRDefault="007849C6" w:rsidP="00186E94">
      <w:pPr>
        <w:pStyle w:val="libNormal"/>
        <w:rPr>
          <w:rtl/>
        </w:rPr>
      </w:pPr>
      <w:r>
        <w:rPr>
          <w:rtl/>
        </w:rPr>
        <w:t xml:space="preserve">549 ـ يحيى بن سالم الفراء ( جش ) كوفي زيدي ثقة. </w:t>
      </w:r>
    </w:p>
    <w:p w:rsidR="007849C6" w:rsidRDefault="007849C6" w:rsidP="00186E94">
      <w:pPr>
        <w:pStyle w:val="libNormal"/>
        <w:rPr>
          <w:rtl/>
        </w:rPr>
      </w:pPr>
      <w:r>
        <w:rPr>
          <w:rtl/>
        </w:rPr>
        <w:t xml:space="preserve">550 ـ يحيى بن سعيد القطان أبو زكريا ق ( جش ) عامي ثقة. </w:t>
      </w:r>
    </w:p>
    <w:p w:rsidR="007849C6" w:rsidRDefault="007849C6" w:rsidP="00186E94">
      <w:pPr>
        <w:pStyle w:val="libNormal"/>
        <w:rPr>
          <w:rtl/>
        </w:rPr>
      </w:pPr>
      <w:r>
        <w:rPr>
          <w:rtl/>
        </w:rPr>
        <w:t xml:space="preserve">551 ـ يحيى بن عباس الوراق </w:t>
      </w:r>
      <w:r w:rsidRPr="00186E94">
        <w:rPr>
          <w:rStyle w:val="libFootnotenumChar"/>
          <w:rtl/>
        </w:rPr>
        <w:t>(2)</w:t>
      </w:r>
      <w:r>
        <w:rPr>
          <w:rtl/>
        </w:rPr>
        <w:t xml:space="preserve"> ضا ( جخ ) مجهول ، ومن أصحابنا من أنبته ابن مياس وهو تحريف. </w:t>
      </w:r>
    </w:p>
    <w:p w:rsidR="007849C6" w:rsidRDefault="007849C6" w:rsidP="00186E94">
      <w:pPr>
        <w:pStyle w:val="libNormal"/>
        <w:rPr>
          <w:rtl/>
        </w:rPr>
      </w:pPr>
      <w:r>
        <w:rPr>
          <w:rtl/>
        </w:rPr>
        <w:t xml:space="preserve">552 ـ يحيى بن أبي القاسم </w:t>
      </w:r>
      <w:r w:rsidRPr="00186E94">
        <w:rPr>
          <w:rStyle w:val="libFootnotenumChar"/>
          <w:rtl/>
        </w:rPr>
        <w:t>(3)</w:t>
      </w:r>
      <w:r>
        <w:rPr>
          <w:rtl/>
        </w:rPr>
        <w:t xml:space="preserve"> أبو بصير الاسدي وقيل أبو محمد الحذاء ق ، م ( جش ) قر ، ق ( كش ) واقفي ( جش ) ثقة وجه ( غض ) : أما الغلو فلا ولكن كان مخلطا. واسم أبي القاسم إسحاق. </w:t>
      </w:r>
    </w:p>
    <w:p w:rsidR="007849C6" w:rsidRDefault="007849C6" w:rsidP="00186E94">
      <w:pPr>
        <w:pStyle w:val="libNormal"/>
        <w:rPr>
          <w:rtl/>
        </w:rPr>
      </w:pPr>
      <w:r>
        <w:rPr>
          <w:rtl/>
        </w:rPr>
        <w:t xml:space="preserve">553 ـ يحيى بن يحيى التميمي ضا ( جخ ) عامي. </w:t>
      </w:r>
    </w:p>
    <w:p w:rsidR="007849C6" w:rsidRDefault="007849C6" w:rsidP="00186E94">
      <w:pPr>
        <w:pStyle w:val="libNormal"/>
        <w:rPr>
          <w:rtl/>
        </w:rPr>
      </w:pPr>
      <w:r>
        <w:rPr>
          <w:rtl/>
        </w:rPr>
        <w:t xml:space="preserve">554 ـ يزيد بن خليفة الحارثي </w:t>
      </w:r>
      <w:r w:rsidRPr="00186E94">
        <w:rPr>
          <w:rStyle w:val="libFootnotenumChar"/>
          <w:rtl/>
        </w:rPr>
        <w:t>(4)</w:t>
      </w:r>
      <w:r>
        <w:rPr>
          <w:rtl/>
        </w:rPr>
        <w:t xml:space="preserve"> وليس من بني الحارث ولكنه من بني إخوة الحارث ، وعدادهم فيهم ( كش ) أمه تحت بلحارث بن كعب </w:t>
      </w:r>
      <w:r w:rsidRPr="00186E94">
        <w:rPr>
          <w:rStyle w:val="libFootnotenumChar"/>
          <w:rtl/>
        </w:rPr>
        <w:t>(5)</w:t>
      </w:r>
      <w:r>
        <w:rPr>
          <w:rtl/>
        </w:rPr>
        <w:t xml:space="preserve">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تقدم في القسم الاول. </w:t>
      </w:r>
    </w:p>
    <w:p w:rsidR="007849C6" w:rsidRDefault="007849C6" w:rsidP="002C2B53">
      <w:pPr>
        <w:pStyle w:val="libFootnote0"/>
        <w:rPr>
          <w:rtl/>
        </w:rPr>
      </w:pPr>
      <w:r>
        <w:rPr>
          <w:rtl/>
        </w:rPr>
        <w:t xml:space="preserve">2 ـ تقدم في القسم الاول. </w:t>
      </w:r>
    </w:p>
    <w:p w:rsidR="007849C6" w:rsidRDefault="007849C6" w:rsidP="002C2B53">
      <w:pPr>
        <w:pStyle w:val="libFootnote0"/>
        <w:rPr>
          <w:rtl/>
        </w:rPr>
      </w:pPr>
      <w:r>
        <w:rPr>
          <w:rtl/>
        </w:rPr>
        <w:t xml:space="preserve">3 ـ تقدم في القسم الاول. </w:t>
      </w:r>
    </w:p>
    <w:p w:rsidR="007849C6" w:rsidRDefault="007849C6" w:rsidP="002C2B53">
      <w:pPr>
        <w:pStyle w:val="libFootnote0"/>
        <w:rPr>
          <w:rtl/>
        </w:rPr>
      </w:pPr>
      <w:r>
        <w:rPr>
          <w:rtl/>
        </w:rPr>
        <w:t xml:space="preserve">4 ـ تقدم في القسم الاول. </w:t>
      </w:r>
    </w:p>
    <w:p w:rsidR="007849C6" w:rsidRDefault="007849C6" w:rsidP="002C2B53">
      <w:pPr>
        <w:pStyle w:val="libFootnote0"/>
        <w:rPr>
          <w:rtl/>
        </w:rPr>
      </w:pPr>
      <w:r>
        <w:rPr>
          <w:rtl/>
        </w:rPr>
        <w:t xml:space="preserve">5 ـ ليس في ( كش ) عبارة ( أمه تحت بلحارث ) ولعله تصحيف ( إنه نجيب ) كما ذكره ( كش ). </w:t>
      </w:r>
    </w:p>
    <w:p w:rsidR="007849C6" w:rsidRDefault="007849C6" w:rsidP="00186E94">
      <w:pPr>
        <w:pStyle w:val="libNormal"/>
        <w:rPr>
          <w:rtl/>
        </w:rPr>
      </w:pPr>
      <w:r>
        <w:rPr>
          <w:rtl/>
        </w:rPr>
        <w:br w:type="page"/>
      </w:r>
      <w:r>
        <w:rPr>
          <w:rtl/>
        </w:rPr>
        <w:lastRenderedPageBreak/>
        <w:t xml:space="preserve">555 ـ يزيد الصائغ ، بالغين المعجمة ق م ( جخ ) واقفي. </w:t>
      </w:r>
    </w:p>
    <w:p w:rsidR="007849C6" w:rsidRDefault="007849C6" w:rsidP="00186E94">
      <w:pPr>
        <w:pStyle w:val="libNormal"/>
        <w:rPr>
          <w:rtl/>
        </w:rPr>
      </w:pPr>
      <w:r>
        <w:rPr>
          <w:rtl/>
        </w:rPr>
        <w:t xml:space="preserve">556 ـ يعقب بن شيبه ، بالباء المفردة والياء المثناة تحت ، صاحب حديث ، من العامة غير أنه صنف مسند أمير المؤمنين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557 ـ يوسف بن الحارث يكنى أبا بصير قر ( جخ ، كش ) بتري. </w:t>
      </w:r>
    </w:p>
    <w:p w:rsidR="007849C6" w:rsidRDefault="007849C6" w:rsidP="00186E94">
      <w:pPr>
        <w:pStyle w:val="libNormal"/>
        <w:rPr>
          <w:rtl/>
        </w:rPr>
      </w:pPr>
      <w:r>
        <w:rPr>
          <w:rtl/>
        </w:rPr>
        <w:t xml:space="preserve">558 ـ يوسف بن حماد قيراط ( جش ) كوفي ضعيف. </w:t>
      </w:r>
    </w:p>
    <w:p w:rsidR="007849C6" w:rsidRDefault="007849C6" w:rsidP="00186E94">
      <w:pPr>
        <w:pStyle w:val="libNormal"/>
        <w:rPr>
          <w:rtl/>
        </w:rPr>
      </w:pPr>
      <w:r>
        <w:rPr>
          <w:rtl/>
        </w:rPr>
        <w:t xml:space="preserve">559 ـ يوسف بن السخت ، بالسين المهملة والخاء المعجمة البصري لم ( جخ ، غض ). </w:t>
      </w:r>
    </w:p>
    <w:p w:rsidR="007849C6" w:rsidRDefault="007849C6" w:rsidP="00186E94">
      <w:pPr>
        <w:pStyle w:val="libNormal"/>
        <w:rPr>
          <w:rtl/>
        </w:rPr>
      </w:pPr>
      <w:r>
        <w:rPr>
          <w:rtl/>
        </w:rPr>
        <w:t xml:space="preserve">560 ـ يوسف بن يعقوب الجعفي ( جخ ) م ( جش ) ق كوفي ( غض ) مرتفع القول. </w:t>
      </w:r>
    </w:p>
    <w:p w:rsidR="007849C6" w:rsidRDefault="007849C6" w:rsidP="00186E94">
      <w:pPr>
        <w:pStyle w:val="libNormal"/>
        <w:rPr>
          <w:rtl/>
        </w:rPr>
      </w:pPr>
      <w:r>
        <w:rPr>
          <w:rtl/>
        </w:rPr>
        <w:t xml:space="preserve">561 ـ يونس بن بهمن ، بالباء المفردة ( غض ) غال كوفي يضع الحديث. </w:t>
      </w:r>
    </w:p>
    <w:p w:rsidR="007849C6" w:rsidRDefault="007849C6" w:rsidP="00186E94">
      <w:pPr>
        <w:pStyle w:val="libNormal"/>
        <w:rPr>
          <w:rtl/>
        </w:rPr>
      </w:pPr>
      <w:r>
        <w:rPr>
          <w:rtl/>
        </w:rPr>
        <w:t xml:space="preserve">562 ـ يونس بن خباب قر ( جخ ) مجهول. </w:t>
      </w:r>
    </w:p>
    <w:p w:rsidR="007849C6" w:rsidRDefault="007849C6" w:rsidP="00186E94">
      <w:pPr>
        <w:pStyle w:val="libNormal"/>
        <w:rPr>
          <w:rtl/>
        </w:rPr>
      </w:pPr>
      <w:r>
        <w:rPr>
          <w:rtl/>
        </w:rPr>
        <w:t xml:space="preserve">563 ـ يونس بن ظبيان ق ( جخ ، غض ) كوفي كذاب وضاع الحديث ( جش ) مولى ضعيف جدا لا يلتفت إلى روايته ، كل كتبه تخليط ( كش ) عن محمد بن مسعود : متهم غال. وروى أن الكاظم </w:t>
      </w:r>
      <w:r w:rsidR="0006364F" w:rsidRPr="0006364F">
        <w:rPr>
          <w:rStyle w:val="libAlaemChar"/>
          <w:rFonts w:hint="cs"/>
          <w:rtl/>
        </w:rPr>
        <w:t>عليه‌السلام</w:t>
      </w:r>
      <w:r>
        <w:rPr>
          <w:rtl/>
        </w:rPr>
        <w:t xml:space="preserve"> لعنه ألف لعنة يتبعها ألف لعنة ، كل لعنة منها تبلغه قعر جهنم. </w:t>
      </w:r>
    </w:p>
    <w:p w:rsidR="007849C6" w:rsidRDefault="007849C6" w:rsidP="00186E94">
      <w:pPr>
        <w:pStyle w:val="libNormal"/>
        <w:rPr>
          <w:rtl/>
        </w:rPr>
      </w:pPr>
      <w:r>
        <w:rPr>
          <w:rtl/>
        </w:rPr>
        <w:t xml:space="preserve">564 ـ يونس بن عبدالله فطحي روى عن الكاظم </w:t>
      </w:r>
      <w:r w:rsidR="0006364F" w:rsidRPr="0006364F">
        <w:rPr>
          <w:rStyle w:val="libAlaemChar"/>
          <w:rFonts w:hint="cs"/>
          <w:rtl/>
        </w:rPr>
        <w:t>عليه‌السلام</w:t>
      </w:r>
      <w:r>
        <w:rPr>
          <w:rtl/>
        </w:rPr>
        <w:t xml:space="preserve"> في في تعظيمه والترحم عليه والشهادة له بحسن الخاتمة ما ينافي ذلك. </w:t>
      </w:r>
    </w:p>
    <w:p w:rsidR="007849C6" w:rsidRDefault="007849C6" w:rsidP="00186E94">
      <w:pPr>
        <w:pStyle w:val="libNormal"/>
        <w:rPr>
          <w:rtl/>
        </w:rPr>
      </w:pPr>
      <w:r>
        <w:rPr>
          <w:rtl/>
        </w:rPr>
        <w:t>565 ـ يونس بن عبدالرحمن مولى علي بن يقطين م ، ضا ( جخ ) طعن عليه القميون وهو عندي ثقة ( يه ) سمعت محمد بن الحسن بن الوليد يقول : كتب يونس التي هي بالروايات صحيحة ، معتمد عليها إلا ما يتفرد به محمد بن عيسى بن عبيد عن يونس ولم يروه غيره فانه لا يعتمد عليه ولا يفتى به ( كش ) فطحي.</w:t>
      </w:r>
    </w:p>
    <w:p w:rsidR="007849C6" w:rsidRDefault="007849C6" w:rsidP="00186E94">
      <w:pPr>
        <w:pStyle w:val="libCenterBold1"/>
        <w:rPr>
          <w:rtl/>
        </w:rPr>
      </w:pPr>
      <w:r>
        <w:rPr>
          <w:rtl/>
        </w:rPr>
        <w:br w:type="page"/>
      </w:r>
      <w:r>
        <w:rPr>
          <w:rtl/>
        </w:rPr>
        <w:lastRenderedPageBreak/>
        <w:t>( فصل )</w:t>
      </w:r>
    </w:p>
    <w:p w:rsidR="007849C6" w:rsidRDefault="007849C6" w:rsidP="00186E94">
      <w:pPr>
        <w:pStyle w:val="libNormal"/>
        <w:rPr>
          <w:rtl/>
        </w:rPr>
      </w:pPr>
      <w:bookmarkStart w:id="178" w:name="_Toc265165285"/>
      <w:bookmarkStart w:id="179" w:name="_Toc286683214"/>
      <w:bookmarkStart w:id="180" w:name="_Toc403904071"/>
      <w:r w:rsidRPr="009C097D">
        <w:rPr>
          <w:rStyle w:val="Heading1Char"/>
          <w:rtl/>
        </w:rPr>
        <w:t>في ذكر جماعة من الواقفة</w:t>
      </w:r>
      <w:bookmarkEnd w:id="178"/>
      <w:bookmarkEnd w:id="179"/>
      <w:bookmarkEnd w:id="180"/>
      <w:r>
        <w:rPr>
          <w:rtl/>
        </w:rPr>
        <w:t xml:space="preserve"> ذكرتهم نسقا ليتحفظوا ويستحصروا. </w:t>
      </w:r>
    </w:p>
    <w:p w:rsidR="007849C6" w:rsidRDefault="007849C6" w:rsidP="00186E94">
      <w:pPr>
        <w:pStyle w:val="libNormal"/>
        <w:rPr>
          <w:rtl/>
        </w:rPr>
      </w:pPr>
      <w:r>
        <w:rPr>
          <w:rtl/>
        </w:rPr>
        <w:t xml:space="preserve">1 ـ إبراهيم بن أبي بكر بن الربيع بن أبي السمال وأخوه إسماعيل. </w:t>
      </w:r>
    </w:p>
    <w:p w:rsidR="007849C6" w:rsidRDefault="007849C6" w:rsidP="00186E94">
      <w:pPr>
        <w:pStyle w:val="libNormal"/>
        <w:rPr>
          <w:rtl/>
        </w:rPr>
      </w:pPr>
      <w:r>
        <w:rPr>
          <w:rtl/>
        </w:rPr>
        <w:t xml:space="preserve">2 ـ إبراهيم بن شعيب ( كش ). </w:t>
      </w:r>
    </w:p>
    <w:p w:rsidR="007849C6" w:rsidRDefault="007849C6" w:rsidP="00186E94">
      <w:pPr>
        <w:pStyle w:val="libNormal"/>
        <w:rPr>
          <w:rtl/>
        </w:rPr>
      </w:pPr>
      <w:r>
        <w:rPr>
          <w:rtl/>
        </w:rPr>
        <w:t xml:space="preserve">3 ـ إبراهيم بن صالح الانماطي ( جش ). </w:t>
      </w:r>
    </w:p>
    <w:p w:rsidR="007849C6" w:rsidRDefault="007849C6" w:rsidP="00186E94">
      <w:pPr>
        <w:pStyle w:val="libNormal"/>
        <w:rPr>
          <w:rtl/>
        </w:rPr>
      </w:pPr>
      <w:r>
        <w:rPr>
          <w:rtl/>
        </w:rPr>
        <w:t xml:space="preserve">4 ـ إبراهيم بن عبدالحميد ( ست ). </w:t>
      </w:r>
    </w:p>
    <w:p w:rsidR="007849C6" w:rsidRDefault="007849C6" w:rsidP="00186E94">
      <w:pPr>
        <w:pStyle w:val="libNormal"/>
        <w:rPr>
          <w:rtl/>
        </w:rPr>
      </w:pPr>
      <w:r>
        <w:rPr>
          <w:rtl/>
        </w:rPr>
        <w:t xml:space="preserve">5 ـ أحمد بن أبي بشر السراج أبو جعفر. </w:t>
      </w:r>
    </w:p>
    <w:p w:rsidR="007849C6" w:rsidRDefault="007849C6" w:rsidP="00186E94">
      <w:pPr>
        <w:pStyle w:val="libNormal"/>
        <w:rPr>
          <w:rtl/>
        </w:rPr>
      </w:pPr>
      <w:r>
        <w:rPr>
          <w:rtl/>
        </w:rPr>
        <w:t xml:space="preserve">6 ـ أحمد بن الحارث الانماطي. </w:t>
      </w:r>
    </w:p>
    <w:p w:rsidR="007849C6" w:rsidRDefault="007849C6" w:rsidP="00186E94">
      <w:pPr>
        <w:pStyle w:val="libNormal"/>
        <w:rPr>
          <w:rtl/>
        </w:rPr>
      </w:pPr>
      <w:r>
        <w:rPr>
          <w:rtl/>
        </w:rPr>
        <w:t xml:space="preserve">7 ـ أحمد بن الحسن بن إسماعيل بن شعيب بن ميثم التمار. </w:t>
      </w:r>
    </w:p>
    <w:p w:rsidR="007849C6" w:rsidRDefault="007849C6" w:rsidP="00186E94">
      <w:pPr>
        <w:pStyle w:val="libNormal"/>
        <w:rPr>
          <w:rtl/>
        </w:rPr>
      </w:pPr>
      <w:r>
        <w:rPr>
          <w:rtl/>
        </w:rPr>
        <w:t xml:space="preserve">8 ـ أحمد بن الحسن القزاز البصري. </w:t>
      </w:r>
    </w:p>
    <w:p w:rsidR="007849C6" w:rsidRDefault="007849C6" w:rsidP="00186E94">
      <w:pPr>
        <w:pStyle w:val="libNormal"/>
        <w:rPr>
          <w:rtl/>
        </w:rPr>
      </w:pPr>
      <w:r>
        <w:rPr>
          <w:rtl/>
        </w:rPr>
        <w:t xml:space="preserve">9 ـ أحمد بن زياد الخزاز بالمعجمات. </w:t>
      </w:r>
    </w:p>
    <w:p w:rsidR="007849C6" w:rsidRDefault="007849C6" w:rsidP="00186E94">
      <w:pPr>
        <w:pStyle w:val="libNormal"/>
        <w:rPr>
          <w:rtl/>
        </w:rPr>
      </w:pPr>
      <w:r>
        <w:rPr>
          <w:rtl/>
        </w:rPr>
        <w:t xml:space="preserve">10 ـ أحمد بن السري. </w:t>
      </w:r>
    </w:p>
    <w:p w:rsidR="007849C6" w:rsidRDefault="007849C6" w:rsidP="00186E94">
      <w:pPr>
        <w:pStyle w:val="libNormal"/>
        <w:rPr>
          <w:rtl/>
        </w:rPr>
      </w:pPr>
      <w:r>
        <w:rPr>
          <w:rtl/>
        </w:rPr>
        <w:t xml:space="preserve">11 ـ أحمد بن الفضل الخزاعي ( جخ ). </w:t>
      </w:r>
    </w:p>
    <w:p w:rsidR="007849C6" w:rsidRDefault="007849C6" w:rsidP="00186E94">
      <w:pPr>
        <w:pStyle w:val="libNormal"/>
        <w:rPr>
          <w:rtl/>
        </w:rPr>
      </w:pPr>
      <w:r>
        <w:rPr>
          <w:rtl/>
        </w:rPr>
        <w:t xml:space="preserve">12 ـ أحمد بن محمد بن علي بن عمر بن رباح القلاء. </w:t>
      </w:r>
    </w:p>
    <w:p w:rsidR="007849C6" w:rsidRDefault="007849C6" w:rsidP="00186E94">
      <w:pPr>
        <w:pStyle w:val="libNormal"/>
        <w:rPr>
          <w:rtl/>
        </w:rPr>
      </w:pPr>
      <w:r>
        <w:rPr>
          <w:rtl/>
        </w:rPr>
        <w:t xml:space="preserve">13 ـ إسحاق بن جرير ( جخ ). </w:t>
      </w:r>
    </w:p>
    <w:p w:rsidR="007849C6" w:rsidRDefault="007849C6" w:rsidP="00186E94">
      <w:pPr>
        <w:pStyle w:val="libNormal"/>
        <w:rPr>
          <w:rtl/>
        </w:rPr>
      </w:pPr>
      <w:r>
        <w:rPr>
          <w:rtl/>
        </w:rPr>
        <w:t xml:space="preserve">14 ـ أمية بن عمرو ( جخ ). </w:t>
      </w:r>
    </w:p>
    <w:p w:rsidR="007849C6" w:rsidRDefault="007849C6" w:rsidP="00186E94">
      <w:pPr>
        <w:pStyle w:val="libNormal"/>
        <w:rPr>
          <w:rtl/>
        </w:rPr>
      </w:pPr>
      <w:r>
        <w:rPr>
          <w:rtl/>
        </w:rPr>
        <w:t xml:space="preserve">15 ـ بكر بن محمد بن جناح ( كش ). </w:t>
      </w:r>
    </w:p>
    <w:p w:rsidR="007849C6" w:rsidRDefault="007849C6" w:rsidP="00186E94">
      <w:pPr>
        <w:pStyle w:val="libNormal"/>
        <w:rPr>
          <w:rtl/>
        </w:rPr>
      </w:pPr>
      <w:r>
        <w:rPr>
          <w:rtl/>
        </w:rPr>
        <w:t xml:space="preserve">16 ـ جعفر بن سماعة ( جخ ). </w:t>
      </w:r>
    </w:p>
    <w:p w:rsidR="007849C6" w:rsidRDefault="007849C6" w:rsidP="00186E94">
      <w:pPr>
        <w:pStyle w:val="libNormal"/>
        <w:rPr>
          <w:rtl/>
        </w:rPr>
      </w:pPr>
      <w:r>
        <w:rPr>
          <w:rtl/>
        </w:rPr>
        <w:t xml:space="preserve">17 ـ جندب بن أيوب ( جخ ). </w:t>
      </w:r>
    </w:p>
    <w:p w:rsidR="007849C6" w:rsidRDefault="007849C6" w:rsidP="00186E94">
      <w:pPr>
        <w:pStyle w:val="libNormal"/>
        <w:rPr>
          <w:rtl/>
        </w:rPr>
      </w:pPr>
      <w:r>
        <w:rPr>
          <w:rtl/>
        </w:rPr>
        <w:t xml:space="preserve">18 ـ الحسن بن علي بن أبي حمزة البطائني. </w:t>
      </w:r>
    </w:p>
    <w:p w:rsidR="007849C6" w:rsidRDefault="007849C6" w:rsidP="00186E94">
      <w:pPr>
        <w:pStyle w:val="libNormal"/>
        <w:rPr>
          <w:rtl/>
        </w:rPr>
      </w:pPr>
      <w:r>
        <w:rPr>
          <w:rtl/>
        </w:rPr>
        <w:t xml:space="preserve">19 ـ الحسن بن محمد بن سماعة. </w:t>
      </w:r>
    </w:p>
    <w:p w:rsidR="007849C6" w:rsidRDefault="007849C6" w:rsidP="00186E94">
      <w:pPr>
        <w:pStyle w:val="libNormal"/>
        <w:rPr>
          <w:rtl/>
        </w:rPr>
      </w:pPr>
      <w:r>
        <w:rPr>
          <w:rtl/>
        </w:rPr>
        <w:t xml:space="preserve">20 ـ الحسين بن أبي سعيد هاشم بن حيان المكاري ( غض ). </w:t>
      </w:r>
    </w:p>
    <w:p w:rsidR="007849C6" w:rsidRDefault="007849C6" w:rsidP="00186E94">
      <w:pPr>
        <w:pStyle w:val="libNormal"/>
        <w:rPr>
          <w:rtl/>
        </w:rPr>
      </w:pPr>
      <w:r>
        <w:rPr>
          <w:rtl/>
        </w:rPr>
        <w:t xml:space="preserve">21 ـ الحسين بن المختار القلانسي ( جخ ). </w:t>
      </w:r>
    </w:p>
    <w:p w:rsidR="007849C6" w:rsidRDefault="007849C6" w:rsidP="00186E94">
      <w:pPr>
        <w:pStyle w:val="libNormal"/>
        <w:rPr>
          <w:rtl/>
        </w:rPr>
      </w:pPr>
      <w:r>
        <w:rPr>
          <w:rtl/>
        </w:rPr>
        <w:br w:type="page"/>
      </w:r>
      <w:r>
        <w:rPr>
          <w:rtl/>
        </w:rPr>
        <w:lastRenderedPageBreak/>
        <w:t xml:space="preserve">22 ـ الحسين بن موسى ( جخ ). </w:t>
      </w:r>
    </w:p>
    <w:p w:rsidR="007849C6" w:rsidRDefault="007849C6" w:rsidP="00186E94">
      <w:pPr>
        <w:pStyle w:val="libNormal"/>
        <w:rPr>
          <w:rtl/>
        </w:rPr>
      </w:pPr>
      <w:r>
        <w:rPr>
          <w:rtl/>
        </w:rPr>
        <w:t xml:space="preserve">23 ـ الحسين بن مهران بن محمد بن أبي نصر السكوني ( جش ). </w:t>
      </w:r>
    </w:p>
    <w:p w:rsidR="007849C6" w:rsidRDefault="007849C6" w:rsidP="00186E94">
      <w:pPr>
        <w:pStyle w:val="libNormal"/>
        <w:rPr>
          <w:rtl/>
        </w:rPr>
      </w:pPr>
      <w:r>
        <w:rPr>
          <w:rtl/>
        </w:rPr>
        <w:t xml:space="preserve">24 ـ حصين بن مخارق ( جخ ). </w:t>
      </w:r>
    </w:p>
    <w:p w:rsidR="007849C6" w:rsidRDefault="007849C6" w:rsidP="00186E94">
      <w:pPr>
        <w:pStyle w:val="libNormal"/>
        <w:rPr>
          <w:rtl/>
        </w:rPr>
      </w:pPr>
      <w:r>
        <w:rPr>
          <w:rtl/>
        </w:rPr>
        <w:t xml:space="preserve">25 ـ حميد بن زياد ( جش ). </w:t>
      </w:r>
    </w:p>
    <w:p w:rsidR="007849C6" w:rsidRDefault="007849C6" w:rsidP="00186E94">
      <w:pPr>
        <w:pStyle w:val="libNormal"/>
        <w:rPr>
          <w:rtl/>
        </w:rPr>
      </w:pPr>
      <w:r>
        <w:rPr>
          <w:rtl/>
        </w:rPr>
        <w:t xml:space="preserve">26 ـ حنان بن سدير. </w:t>
      </w:r>
    </w:p>
    <w:p w:rsidR="007849C6" w:rsidRDefault="007849C6" w:rsidP="00186E94">
      <w:pPr>
        <w:pStyle w:val="libNormal"/>
        <w:rPr>
          <w:rtl/>
        </w:rPr>
      </w:pPr>
      <w:r>
        <w:rPr>
          <w:rtl/>
        </w:rPr>
        <w:t xml:space="preserve">27 ـ داود بن حصين. </w:t>
      </w:r>
    </w:p>
    <w:p w:rsidR="007849C6" w:rsidRDefault="007849C6" w:rsidP="00186E94">
      <w:pPr>
        <w:pStyle w:val="libNormal"/>
        <w:rPr>
          <w:rtl/>
        </w:rPr>
      </w:pPr>
      <w:r>
        <w:rPr>
          <w:rtl/>
        </w:rPr>
        <w:t xml:space="preserve">28 ـ درست بن أبي منصور ( كش ، جش ). </w:t>
      </w:r>
    </w:p>
    <w:p w:rsidR="007849C6" w:rsidRDefault="007849C6" w:rsidP="00186E94">
      <w:pPr>
        <w:pStyle w:val="libNormal"/>
        <w:rPr>
          <w:rtl/>
        </w:rPr>
      </w:pPr>
      <w:r>
        <w:rPr>
          <w:rtl/>
        </w:rPr>
        <w:t xml:space="preserve">29 ـ زرعة بن محمد الحضرمي. </w:t>
      </w:r>
    </w:p>
    <w:p w:rsidR="007849C6" w:rsidRDefault="007849C6" w:rsidP="00186E94">
      <w:pPr>
        <w:pStyle w:val="libNormal"/>
        <w:rPr>
          <w:rtl/>
        </w:rPr>
      </w:pPr>
      <w:r>
        <w:rPr>
          <w:rtl/>
        </w:rPr>
        <w:t xml:space="preserve">30 ـ زكريا بن محمد أبو عبد الله المؤمن ( كش ). </w:t>
      </w:r>
    </w:p>
    <w:p w:rsidR="007849C6" w:rsidRDefault="007849C6" w:rsidP="00186E94">
      <w:pPr>
        <w:pStyle w:val="libNormal"/>
        <w:rPr>
          <w:rtl/>
        </w:rPr>
      </w:pPr>
      <w:r>
        <w:rPr>
          <w:rtl/>
        </w:rPr>
        <w:t xml:space="preserve">31 ـ زياد بن مروان القندي ( جخ ). </w:t>
      </w:r>
    </w:p>
    <w:p w:rsidR="007849C6" w:rsidRDefault="007849C6" w:rsidP="00186E94">
      <w:pPr>
        <w:pStyle w:val="libNormal"/>
        <w:rPr>
          <w:rtl/>
        </w:rPr>
      </w:pPr>
      <w:r>
        <w:rPr>
          <w:rtl/>
        </w:rPr>
        <w:t xml:space="preserve">32 ـ زيد بن موسى ( جخ ). </w:t>
      </w:r>
    </w:p>
    <w:p w:rsidR="007849C6" w:rsidRDefault="007849C6" w:rsidP="00186E94">
      <w:pPr>
        <w:pStyle w:val="libNormal"/>
        <w:rPr>
          <w:rtl/>
        </w:rPr>
      </w:pPr>
      <w:r>
        <w:rPr>
          <w:rtl/>
        </w:rPr>
        <w:t xml:space="preserve">33 ـ سعد بن أبي عمران الانصاري. </w:t>
      </w:r>
    </w:p>
    <w:p w:rsidR="007849C6" w:rsidRDefault="007849C6" w:rsidP="00186E94">
      <w:pPr>
        <w:pStyle w:val="libNormal"/>
        <w:rPr>
          <w:rtl/>
        </w:rPr>
      </w:pPr>
      <w:r>
        <w:rPr>
          <w:rtl/>
        </w:rPr>
        <w:t xml:space="preserve">34 ـ سلمة بن حيان ( جخ ). </w:t>
      </w:r>
    </w:p>
    <w:p w:rsidR="007849C6" w:rsidRDefault="007849C6" w:rsidP="00186E94">
      <w:pPr>
        <w:pStyle w:val="libNormal"/>
        <w:rPr>
          <w:rtl/>
        </w:rPr>
      </w:pPr>
      <w:r>
        <w:rPr>
          <w:rtl/>
        </w:rPr>
        <w:t xml:space="preserve">35 ـ سماعة بن مهران. </w:t>
      </w:r>
    </w:p>
    <w:p w:rsidR="007849C6" w:rsidRDefault="007849C6" w:rsidP="00186E94">
      <w:pPr>
        <w:pStyle w:val="libNormal"/>
        <w:rPr>
          <w:rtl/>
        </w:rPr>
      </w:pPr>
      <w:r>
        <w:rPr>
          <w:rtl/>
        </w:rPr>
        <w:t xml:space="preserve">36 ـ عبدالله بن جبلة بن الحر الكناني. </w:t>
      </w:r>
    </w:p>
    <w:p w:rsidR="007849C6" w:rsidRDefault="007849C6" w:rsidP="00186E94">
      <w:pPr>
        <w:pStyle w:val="libNormal"/>
        <w:rPr>
          <w:rtl/>
        </w:rPr>
      </w:pPr>
      <w:r>
        <w:rPr>
          <w:rtl/>
        </w:rPr>
        <w:t xml:space="preserve">37 ـ عبدالله بن القاسم الحضرمي المعروف بالبطل ( جخ ). </w:t>
      </w:r>
    </w:p>
    <w:p w:rsidR="007849C6" w:rsidRDefault="007849C6" w:rsidP="00186E94">
      <w:pPr>
        <w:pStyle w:val="libNormal"/>
        <w:rPr>
          <w:rtl/>
        </w:rPr>
      </w:pPr>
      <w:r>
        <w:rPr>
          <w:rtl/>
        </w:rPr>
        <w:t xml:space="preserve">38 ـ عبدالله القصير ( جخ ). </w:t>
      </w:r>
    </w:p>
    <w:p w:rsidR="007849C6" w:rsidRDefault="007849C6" w:rsidP="00186E94">
      <w:pPr>
        <w:pStyle w:val="libNormal"/>
        <w:rPr>
          <w:rtl/>
        </w:rPr>
      </w:pPr>
      <w:r>
        <w:rPr>
          <w:rtl/>
        </w:rPr>
        <w:t xml:space="preserve">39 ـ عبدالله بن عثمان الخياط ( كش ). </w:t>
      </w:r>
    </w:p>
    <w:p w:rsidR="007849C6" w:rsidRDefault="007849C6" w:rsidP="00186E94">
      <w:pPr>
        <w:pStyle w:val="libNormal"/>
        <w:rPr>
          <w:rtl/>
        </w:rPr>
      </w:pPr>
      <w:r>
        <w:rPr>
          <w:rtl/>
        </w:rPr>
        <w:t xml:space="preserve">40 ـ عبد الكريم بن عمرو بن صالح الخثعمي لقبه كرام ( جخ ). </w:t>
      </w:r>
    </w:p>
    <w:p w:rsidR="007849C6" w:rsidRDefault="007849C6" w:rsidP="00186E94">
      <w:pPr>
        <w:pStyle w:val="libNormal"/>
        <w:rPr>
          <w:rtl/>
        </w:rPr>
      </w:pPr>
      <w:r>
        <w:rPr>
          <w:rtl/>
        </w:rPr>
        <w:t xml:space="preserve">41 ـ عثمان بن عيسى الرؤاسي العلوي ( ست ). </w:t>
      </w:r>
    </w:p>
    <w:p w:rsidR="007849C6" w:rsidRDefault="007849C6" w:rsidP="00186E94">
      <w:pPr>
        <w:pStyle w:val="libNormal"/>
        <w:rPr>
          <w:rtl/>
        </w:rPr>
      </w:pPr>
      <w:r>
        <w:rPr>
          <w:rtl/>
        </w:rPr>
        <w:t xml:space="preserve">42 ـ علي بن أبي حمزة البطائي ( ست ). </w:t>
      </w:r>
    </w:p>
    <w:p w:rsidR="007849C6" w:rsidRDefault="007849C6" w:rsidP="00186E94">
      <w:pPr>
        <w:pStyle w:val="libNormal"/>
        <w:rPr>
          <w:rtl/>
        </w:rPr>
      </w:pPr>
      <w:r>
        <w:rPr>
          <w:rtl/>
        </w:rPr>
        <w:t xml:space="preserve">43 ـ علي بن جعفر العباس الخزاعي ( جخ ، كش ). </w:t>
      </w:r>
    </w:p>
    <w:p w:rsidR="007849C6" w:rsidRDefault="007849C6" w:rsidP="00186E94">
      <w:pPr>
        <w:pStyle w:val="libNormal"/>
        <w:rPr>
          <w:rtl/>
        </w:rPr>
      </w:pPr>
      <w:r>
        <w:rPr>
          <w:rtl/>
        </w:rPr>
        <w:t xml:space="preserve">44 ـ علي بن الحسين الطاطري الكوفى ( ست ). </w:t>
      </w:r>
    </w:p>
    <w:p w:rsidR="007849C6" w:rsidRDefault="007849C6" w:rsidP="00186E94">
      <w:pPr>
        <w:pStyle w:val="libNormal"/>
        <w:rPr>
          <w:rtl/>
        </w:rPr>
      </w:pPr>
      <w:r>
        <w:rPr>
          <w:rtl/>
        </w:rPr>
        <w:t xml:space="preserve">45 ـ علي بن الخطاب ( جخ ، كش ) بتري ثم استبصر. </w:t>
      </w:r>
    </w:p>
    <w:p w:rsidR="007849C6" w:rsidRDefault="007849C6" w:rsidP="00186E94">
      <w:pPr>
        <w:pStyle w:val="libNormal"/>
        <w:rPr>
          <w:rtl/>
        </w:rPr>
      </w:pPr>
      <w:r>
        <w:rPr>
          <w:rtl/>
        </w:rPr>
        <w:br w:type="page"/>
      </w:r>
      <w:r>
        <w:rPr>
          <w:rtl/>
        </w:rPr>
        <w:lastRenderedPageBreak/>
        <w:t xml:space="preserve">46 ـ علي بن سعيد المكاري ( جخ ). </w:t>
      </w:r>
    </w:p>
    <w:p w:rsidR="007849C6" w:rsidRDefault="007849C6" w:rsidP="00186E94">
      <w:pPr>
        <w:pStyle w:val="libNormal"/>
        <w:rPr>
          <w:rtl/>
        </w:rPr>
      </w:pPr>
      <w:r>
        <w:rPr>
          <w:rtl/>
        </w:rPr>
        <w:t xml:space="preserve">47 ـ علي بن عمر الاعرج أبو الحسن الكوفي ( كش ). </w:t>
      </w:r>
    </w:p>
    <w:p w:rsidR="007849C6" w:rsidRDefault="007849C6" w:rsidP="00186E94">
      <w:pPr>
        <w:pStyle w:val="libNormal"/>
        <w:rPr>
          <w:rtl/>
        </w:rPr>
      </w:pPr>
      <w:r>
        <w:rPr>
          <w:rtl/>
        </w:rPr>
        <w:t xml:space="preserve">48 ـ علي بن محمد بن عمر بن رباح أبو الحسن السواق ويقال القلاء ( جش ). </w:t>
      </w:r>
    </w:p>
    <w:p w:rsidR="007849C6" w:rsidRDefault="007849C6" w:rsidP="00186E94">
      <w:pPr>
        <w:pStyle w:val="libNormal"/>
        <w:rPr>
          <w:rtl/>
        </w:rPr>
      </w:pPr>
      <w:r>
        <w:rPr>
          <w:rtl/>
        </w:rPr>
        <w:t xml:space="preserve">49 ـ عمر بن رباح ( جخ ) واقفي ( كش ) بتري. </w:t>
      </w:r>
    </w:p>
    <w:p w:rsidR="007849C6" w:rsidRDefault="007849C6" w:rsidP="00186E94">
      <w:pPr>
        <w:pStyle w:val="libNormal"/>
        <w:rPr>
          <w:rtl/>
        </w:rPr>
      </w:pPr>
      <w:r>
        <w:rPr>
          <w:rtl/>
        </w:rPr>
        <w:t xml:space="preserve">50 ـ عيسى بن عيسى الكلابي ( جخ ). </w:t>
      </w:r>
    </w:p>
    <w:p w:rsidR="007849C6" w:rsidRDefault="007849C6" w:rsidP="00186E94">
      <w:pPr>
        <w:pStyle w:val="libNormal"/>
        <w:rPr>
          <w:rtl/>
        </w:rPr>
      </w:pPr>
      <w:r>
        <w:rPr>
          <w:rtl/>
        </w:rPr>
        <w:t xml:space="preserve">51 ـ غالب بن عثمان ( ست ). </w:t>
      </w:r>
    </w:p>
    <w:p w:rsidR="007849C6" w:rsidRDefault="007849C6" w:rsidP="00186E94">
      <w:pPr>
        <w:pStyle w:val="libNormal"/>
        <w:rPr>
          <w:rtl/>
        </w:rPr>
      </w:pPr>
      <w:r>
        <w:rPr>
          <w:rtl/>
        </w:rPr>
        <w:t xml:space="preserve">52 ـ الفصل بن يونس الكاتب ( جخ ). </w:t>
      </w:r>
    </w:p>
    <w:p w:rsidR="007849C6" w:rsidRDefault="007849C6" w:rsidP="00186E94">
      <w:pPr>
        <w:pStyle w:val="libNormal"/>
        <w:rPr>
          <w:rtl/>
        </w:rPr>
      </w:pPr>
      <w:r>
        <w:rPr>
          <w:rtl/>
        </w:rPr>
        <w:t xml:space="preserve">53 ـ القاسم بن محمد الجواهري ( جخ ). </w:t>
      </w:r>
    </w:p>
    <w:p w:rsidR="007849C6" w:rsidRDefault="007849C6" w:rsidP="00186E94">
      <w:pPr>
        <w:pStyle w:val="libNormal"/>
        <w:rPr>
          <w:rtl/>
        </w:rPr>
      </w:pPr>
      <w:r>
        <w:rPr>
          <w:rtl/>
        </w:rPr>
        <w:t xml:space="preserve">54 ـ كرام بن عبد الكريم ( كش ) </w:t>
      </w:r>
      <w:r w:rsidRPr="00186E94">
        <w:rPr>
          <w:rStyle w:val="libFootnotenumChar"/>
          <w:rtl/>
        </w:rPr>
        <w:t>(1)</w:t>
      </w:r>
      <w:r>
        <w:rPr>
          <w:rtl/>
        </w:rPr>
        <w:t xml:space="preserve">. </w:t>
      </w:r>
    </w:p>
    <w:p w:rsidR="007849C6" w:rsidRDefault="007849C6" w:rsidP="00186E94">
      <w:pPr>
        <w:pStyle w:val="libNormal"/>
        <w:rPr>
          <w:rtl/>
        </w:rPr>
      </w:pPr>
      <w:r>
        <w:rPr>
          <w:rtl/>
        </w:rPr>
        <w:t xml:space="preserve">55 ـ كلثوم بن </w:t>
      </w:r>
      <w:r w:rsidRPr="00186E94">
        <w:rPr>
          <w:rStyle w:val="libFootnotenumChar"/>
          <w:rtl/>
        </w:rPr>
        <w:t>(2)</w:t>
      </w:r>
      <w:r>
        <w:rPr>
          <w:rtl/>
        </w:rPr>
        <w:t xml:space="preserve"> سليم ( كش ) وقف على الرضا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56 ـ محمد بن جناح ( جخ ). </w:t>
      </w:r>
    </w:p>
    <w:p w:rsidR="007849C6" w:rsidRDefault="007849C6" w:rsidP="00186E94">
      <w:pPr>
        <w:pStyle w:val="libNormal"/>
        <w:rPr>
          <w:rtl/>
        </w:rPr>
      </w:pPr>
      <w:r>
        <w:rPr>
          <w:rtl/>
        </w:rPr>
        <w:t xml:space="preserve">57 ـ محمد بن عبدالله الجلاب ( جخ ). </w:t>
      </w:r>
    </w:p>
    <w:p w:rsidR="007849C6" w:rsidRDefault="007849C6" w:rsidP="00186E94">
      <w:pPr>
        <w:pStyle w:val="libNormal"/>
        <w:rPr>
          <w:rtl/>
        </w:rPr>
      </w:pPr>
      <w:r>
        <w:rPr>
          <w:rtl/>
        </w:rPr>
        <w:t xml:space="preserve">58 ـ محمد بن عبيد بن صاعد ( جش ). </w:t>
      </w:r>
    </w:p>
    <w:p w:rsidR="007849C6" w:rsidRDefault="007849C6" w:rsidP="00186E94">
      <w:pPr>
        <w:pStyle w:val="libNormal"/>
        <w:rPr>
          <w:rtl/>
        </w:rPr>
      </w:pPr>
      <w:r>
        <w:rPr>
          <w:rtl/>
        </w:rPr>
        <w:t xml:space="preserve">59 ـ محمد بن عبدالله بن غالب. </w:t>
      </w:r>
    </w:p>
    <w:p w:rsidR="007849C6" w:rsidRDefault="007849C6" w:rsidP="00186E94">
      <w:pPr>
        <w:pStyle w:val="libNormal"/>
        <w:rPr>
          <w:rtl/>
        </w:rPr>
      </w:pPr>
      <w:r>
        <w:rPr>
          <w:rtl/>
        </w:rPr>
        <w:t xml:space="preserve">60 ـ محمد بن عمرو ( جخ ). </w:t>
      </w:r>
    </w:p>
    <w:p w:rsidR="007849C6" w:rsidRDefault="007849C6" w:rsidP="00186E94">
      <w:pPr>
        <w:pStyle w:val="libNormal"/>
        <w:rPr>
          <w:rtl/>
        </w:rPr>
      </w:pPr>
      <w:r>
        <w:rPr>
          <w:rtl/>
        </w:rPr>
        <w:t xml:space="preserve">61 ـ منصور بن يونس القرشي مولاهم بزرج ( جخ ). </w:t>
      </w:r>
    </w:p>
    <w:p w:rsidR="007849C6" w:rsidRDefault="007849C6" w:rsidP="00186E94">
      <w:pPr>
        <w:pStyle w:val="libNormal"/>
        <w:rPr>
          <w:rtl/>
        </w:rPr>
      </w:pPr>
      <w:r>
        <w:rPr>
          <w:rtl/>
        </w:rPr>
        <w:t xml:space="preserve">62 ـ موسى بن بكر الواسطي ( جخ ). </w:t>
      </w:r>
    </w:p>
    <w:p w:rsidR="007849C6" w:rsidRDefault="007849C6" w:rsidP="00186E94">
      <w:pPr>
        <w:pStyle w:val="libNormal"/>
        <w:rPr>
          <w:rtl/>
        </w:rPr>
      </w:pPr>
      <w:r>
        <w:rPr>
          <w:rtl/>
        </w:rPr>
        <w:t xml:space="preserve">63 ـ موسى بن حماد الطيالسي ( كش ). </w:t>
      </w:r>
    </w:p>
    <w:p w:rsidR="007849C6" w:rsidRDefault="007849C6" w:rsidP="00186E94">
      <w:pPr>
        <w:pStyle w:val="libNormal"/>
        <w:rPr>
          <w:rtl/>
        </w:rPr>
      </w:pPr>
      <w:r>
        <w:rPr>
          <w:rtl/>
        </w:rPr>
        <w:t xml:space="preserve">64 ـ يحيى بن الحسين بن زيد بن علي بن الحسين ( جخ ).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وقع هنا إشتباه فان كرام لقب عبد الكريم بن عمرو ، وقد تقدم قبيل هذا. </w:t>
      </w:r>
    </w:p>
    <w:p w:rsidR="007849C6" w:rsidRDefault="007849C6" w:rsidP="002C2B53">
      <w:pPr>
        <w:pStyle w:val="libFootnote0"/>
        <w:rPr>
          <w:rtl/>
        </w:rPr>
      </w:pPr>
      <w:r>
        <w:rPr>
          <w:rtl/>
        </w:rPr>
        <w:t xml:space="preserve">2 ـ الصحيح : بنت سليم ، ولم يذكرها الكشي ، بل ذكرها النجاشي وقال وت عن الرضا ( ع ) ولم يذكر أنها وقفت عليه. </w:t>
      </w:r>
    </w:p>
    <w:p w:rsidR="007849C6" w:rsidRDefault="007849C6" w:rsidP="00186E94">
      <w:pPr>
        <w:pStyle w:val="libNormal"/>
        <w:rPr>
          <w:rtl/>
        </w:rPr>
      </w:pPr>
      <w:r>
        <w:rPr>
          <w:rtl/>
        </w:rPr>
        <w:br w:type="page"/>
      </w:r>
      <w:r>
        <w:rPr>
          <w:rtl/>
        </w:rPr>
        <w:lastRenderedPageBreak/>
        <w:t xml:space="preserve">65 ـ يحيى بن أبي القاسم أبو بصير الاسدي وقيل أبو محمد الحذاء ( كش ). </w:t>
      </w:r>
    </w:p>
    <w:p w:rsidR="007849C6" w:rsidRDefault="007849C6" w:rsidP="00186E94">
      <w:pPr>
        <w:pStyle w:val="libNormal"/>
        <w:rPr>
          <w:rtl/>
        </w:rPr>
      </w:pPr>
      <w:r>
        <w:rPr>
          <w:rtl/>
        </w:rPr>
        <w:t xml:space="preserve">66 ـ يزيد بن خليفة ( جخ ). </w:t>
      </w:r>
    </w:p>
    <w:p w:rsidR="007849C6" w:rsidRDefault="007849C6" w:rsidP="00186E94">
      <w:pPr>
        <w:pStyle w:val="libCenterBold1"/>
        <w:rPr>
          <w:rtl/>
        </w:rPr>
      </w:pPr>
      <w:r>
        <w:rPr>
          <w:rtl/>
        </w:rPr>
        <w:t>2 ـ ( فصل )</w:t>
      </w:r>
    </w:p>
    <w:p w:rsidR="007849C6" w:rsidRDefault="007849C6" w:rsidP="007849C6">
      <w:pPr>
        <w:pStyle w:val="Heading1"/>
        <w:rPr>
          <w:rtl/>
        </w:rPr>
      </w:pPr>
      <w:bookmarkStart w:id="181" w:name="_Toc265165286"/>
      <w:bookmarkStart w:id="182" w:name="_Toc286683215"/>
      <w:bookmarkStart w:id="183" w:name="_Toc403904072"/>
      <w:r>
        <w:rPr>
          <w:rtl/>
        </w:rPr>
        <w:t>في ذكر جماعة من الفطحية نسقا :</w:t>
      </w:r>
      <w:bookmarkEnd w:id="181"/>
      <w:bookmarkEnd w:id="182"/>
      <w:bookmarkEnd w:id="183"/>
      <w:r>
        <w:rPr>
          <w:rtl/>
        </w:rPr>
        <w:t xml:space="preserve"> </w:t>
      </w:r>
    </w:p>
    <w:p w:rsidR="007849C6" w:rsidRDefault="007849C6" w:rsidP="00186E94">
      <w:pPr>
        <w:pStyle w:val="libNormal"/>
        <w:rPr>
          <w:rtl/>
        </w:rPr>
      </w:pPr>
      <w:r>
        <w:rPr>
          <w:rtl/>
        </w:rPr>
        <w:t xml:space="preserve">1 ـ أحمد بن محمد بن الحسن بن علي بن فضال أبو عبد الله وقيل : أبو الحسين. </w:t>
      </w:r>
    </w:p>
    <w:p w:rsidR="007849C6" w:rsidRDefault="007849C6" w:rsidP="00186E94">
      <w:pPr>
        <w:pStyle w:val="libNormal"/>
        <w:rPr>
          <w:rtl/>
        </w:rPr>
      </w:pPr>
      <w:r>
        <w:rPr>
          <w:rtl/>
        </w:rPr>
        <w:t xml:space="preserve">2 ـ إسحاق بن عمار ( ست ). </w:t>
      </w:r>
    </w:p>
    <w:p w:rsidR="007849C6" w:rsidRDefault="007849C6" w:rsidP="00186E94">
      <w:pPr>
        <w:pStyle w:val="libNormal"/>
        <w:rPr>
          <w:rtl/>
        </w:rPr>
      </w:pPr>
      <w:r>
        <w:rPr>
          <w:rtl/>
        </w:rPr>
        <w:t xml:space="preserve">3 ـ الحسن بن علي بن فضال. </w:t>
      </w:r>
    </w:p>
    <w:p w:rsidR="007849C6" w:rsidRDefault="007849C6" w:rsidP="00186E94">
      <w:pPr>
        <w:pStyle w:val="libNormal"/>
        <w:rPr>
          <w:rtl/>
        </w:rPr>
      </w:pPr>
      <w:r>
        <w:rPr>
          <w:rtl/>
        </w:rPr>
        <w:t xml:space="preserve">4 ـ عبدالله بن بكير الشيباني ( ست ). </w:t>
      </w:r>
    </w:p>
    <w:p w:rsidR="007849C6" w:rsidRDefault="007849C6" w:rsidP="00186E94">
      <w:pPr>
        <w:pStyle w:val="libNormal"/>
        <w:rPr>
          <w:rtl/>
        </w:rPr>
      </w:pPr>
      <w:r>
        <w:rPr>
          <w:rtl/>
        </w:rPr>
        <w:t xml:space="preserve">5 ـ علي بن أسباط أبو الحسن المقري ( كش ). </w:t>
      </w:r>
    </w:p>
    <w:p w:rsidR="007849C6" w:rsidRDefault="007849C6" w:rsidP="00186E94">
      <w:pPr>
        <w:pStyle w:val="libNormal"/>
        <w:rPr>
          <w:rtl/>
        </w:rPr>
      </w:pPr>
      <w:r>
        <w:rPr>
          <w:rtl/>
        </w:rPr>
        <w:t xml:space="preserve">6 ـ علي بن حديدبن حكيم ( كش ). </w:t>
      </w:r>
    </w:p>
    <w:p w:rsidR="007849C6" w:rsidRDefault="007849C6" w:rsidP="00186E94">
      <w:pPr>
        <w:pStyle w:val="libNormal"/>
        <w:rPr>
          <w:rtl/>
        </w:rPr>
      </w:pPr>
      <w:r>
        <w:rPr>
          <w:rtl/>
        </w:rPr>
        <w:t xml:space="preserve">7 ـ علي بن الحسن بن علي بن فضال ( جش ). </w:t>
      </w:r>
    </w:p>
    <w:p w:rsidR="007849C6" w:rsidRDefault="007849C6" w:rsidP="00186E94">
      <w:pPr>
        <w:pStyle w:val="libNormal"/>
        <w:rPr>
          <w:rtl/>
        </w:rPr>
      </w:pPr>
      <w:r>
        <w:rPr>
          <w:rtl/>
        </w:rPr>
        <w:t xml:space="preserve">8 ـ عمار بن موسى الساباطي. </w:t>
      </w:r>
    </w:p>
    <w:p w:rsidR="007849C6" w:rsidRDefault="007849C6" w:rsidP="00186E94">
      <w:pPr>
        <w:pStyle w:val="libNormal"/>
        <w:rPr>
          <w:rtl/>
        </w:rPr>
      </w:pPr>
      <w:r>
        <w:rPr>
          <w:rtl/>
        </w:rPr>
        <w:t xml:space="preserve">9 ـ عمار بن سعيد المدائني ( كش ). </w:t>
      </w:r>
    </w:p>
    <w:p w:rsidR="007849C6" w:rsidRDefault="007849C6" w:rsidP="00186E94">
      <w:pPr>
        <w:pStyle w:val="libNormal"/>
        <w:rPr>
          <w:rtl/>
        </w:rPr>
      </w:pPr>
      <w:r>
        <w:rPr>
          <w:rtl/>
        </w:rPr>
        <w:t xml:space="preserve">10 ـ محمد بن سالم بن عبدالحميد ( كش ). </w:t>
      </w:r>
    </w:p>
    <w:p w:rsidR="007849C6" w:rsidRDefault="007849C6" w:rsidP="00186E94">
      <w:pPr>
        <w:pStyle w:val="libNormal"/>
        <w:rPr>
          <w:rtl/>
        </w:rPr>
      </w:pPr>
      <w:r>
        <w:rPr>
          <w:rtl/>
        </w:rPr>
        <w:t xml:space="preserve">11 ـ محمد بن الوليد البجلي الخزاز أبو جعفر ( كش ). </w:t>
      </w:r>
    </w:p>
    <w:p w:rsidR="007849C6" w:rsidRDefault="007849C6" w:rsidP="00186E94">
      <w:pPr>
        <w:pStyle w:val="libNormal"/>
        <w:rPr>
          <w:rtl/>
        </w:rPr>
      </w:pPr>
      <w:r>
        <w:rPr>
          <w:rtl/>
        </w:rPr>
        <w:t xml:space="preserve">12 ـ مصدق بن صدقة ( كش ). </w:t>
      </w:r>
    </w:p>
    <w:p w:rsidR="007849C6" w:rsidRDefault="007849C6" w:rsidP="00186E94">
      <w:pPr>
        <w:pStyle w:val="libNormal"/>
        <w:rPr>
          <w:rtl/>
        </w:rPr>
      </w:pPr>
      <w:r>
        <w:rPr>
          <w:rtl/>
        </w:rPr>
        <w:t xml:space="preserve">13 ـ معاوية بن حكيم ( كش ). </w:t>
      </w:r>
    </w:p>
    <w:p w:rsidR="007849C6" w:rsidRDefault="007849C6" w:rsidP="00186E94">
      <w:pPr>
        <w:pStyle w:val="libNormal"/>
        <w:rPr>
          <w:rtl/>
        </w:rPr>
      </w:pPr>
      <w:r>
        <w:rPr>
          <w:rtl/>
        </w:rPr>
        <w:t xml:space="preserve">14 ـ يونس بن عبدالله ( كش ). </w:t>
      </w:r>
    </w:p>
    <w:p w:rsidR="007849C6" w:rsidRDefault="007849C6" w:rsidP="00186E94">
      <w:pPr>
        <w:pStyle w:val="libNormal"/>
        <w:rPr>
          <w:rtl/>
        </w:rPr>
      </w:pPr>
      <w:r>
        <w:rPr>
          <w:rtl/>
        </w:rPr>
        <w:t xml:space="preserve">15 ـ يونس بن عبدالرحمن ( كش ). </w:t>
      </w:r>
    </w:p>
    <w:p w:rsidR="007849C6" w:rsidRDefault="007849C6" w:rsidP="00186E94">
      <w:pPr>
        <w:pStyle w:val="libNormal"/>
        <w:rPr>
          <w:rtl/>
        </w:rPr>
      </w:pPr>
      <w:r>
        <w:rPr>
          <w:rtl/>
        </w:rPr>
        <w:t xml:space="preserve">16 ـ يونس بن يعقوب. </w:t>
      </w:r>
    </w:p>
    <w:p w:rsidR="007849C6" w:rsidRDefault="007849C6" w:rsidP="00186E94">
      <w:pPr>
        <w:pStyle w:val="libCenterBold1"/>
        <w:rPr>
          <w:rtl/>
        </w:rPr>
      </w:pPr>
      <w:r>
        <w:rPr>
          <w:rtl/>
        </w:rPr>
        <w:br w:type="page"/>
      </w:r>
      <w:r>
        <w:rPr>
          <w:rtl/>
        </w:rPr>
        <w:lastRenderedPageBreak/>
        <w:t>3 ـ ( فصل )</w:t>
      </w:r>
    </w:p>
    <w:p w:rsidR="007849C6" w:rsidRDefault="007849C6" w:rsidP="007849C6">
      <w:pPr>
        <w:pStyle w:val="Heading1"/>
        <w:rPr>
          <w:rtl/>
        </w:rPr>
      </w:pPr>
      <w:bookmarkStart w:id="184" w:name="_Toc265165287"/>
      <w:bookmarkStart w:id="185" w:name="_Toc286683216"/>
      <w:bookmarkStart w:id="186" w:name="_Toc403904073"/>
      <w:r>
        <w:rPr>
          <w:rtl/>
        </w:rPr>
        <w:t>في ذكر جماعة من الزيدية نسقا :</w:t>
      </w:r>
      <w:bookmarkEnd w:id="184"/>
      <w:bookmarkEnd w:id="185"/>
      <w:bookmarkEnd w:id="186"/>
      <w:r>
        <w:rPr>
          <w:rtl/>
        </w:rPr>
        <w:t xml:space="preserve"> </w:t>
      </w:r>
    </w:p>
    <w:p w:rsidR="007849C6" w:rsidRDefault="007849C6" w:rsidP="00186E94">
      <w:pPr>
        <w:pStyle w:val="libNormal"/>
        <w:rPr>
          <w:rtl/>
        </w:rPr>
      </w:pPr>
      <w:r>
        <w:rPr>
          <w:rtl/>
        </w:rPr>
        <w:t xml:space="preserve">1 ـ أحمد بن رشيد بن خيثم الهلالي. </w:t>
      </w:r>
    </w:p>
    <w:p w:rsidR="007849C6" w:rsidRDefault="007849C6" w:rsidP="00186E94">
      <w:pPr>
        <w:pStyle w:val="libNormal"/>
        <w:rPr>
          <w:rtl/>
        </w:rPr>
      </w:pPr>
      <w:r>
        <w:rPr>
          <w:rtl/>
        </w:rPr>
        <w:t xml:space="preserve">2 ـ أحمد بن محمد بن سعيد بن عبدالرحمن يعرف بابن عقدة أبو العباس. </w:t>
      </w:r>
    </w:p>
    <w:p w:rsidR="007849C6" w:rsidRDefault="007849C6" w:rsidP="00186E94">
      <w:pPr>
        <w:pStyle w:val="libNormal"/>
        <w:rPr>
          <w:rtl/>
        </w:rPr>
      </w:pPr>
      <w:r>
        <w:rPr>
          <w:rtl/>
        </w:rPr>
        <w:t xml:space="preserve">3 ـ ثابت بن هرمز الفارسي أبو المقدام العجلي الحداد. </w:t>
      </w:r>
    </w:p>
    <w:p w:rsidR="007849C6" w:rsidRDefault="007849C6" w:rsidP="00186E94">
      <w:pPr>
        <w:pStyle w:val="libNormal"/>
        <w:rPr>
          <w:rtl/>
        </w:rPr>
      </w:pPr>
      <w:r>
        <w:rPr>
          <w:rtl/>
        </w:rPr>
        <w:t xml:space="preserve">4 ـ الحسن بن صالح بن حي ( جخ ). </w:t>
      </w:r>
    </w:p>
    <w:p w:rsidR="007849C6" w:rsidRDefault="007849C6" w:rsidP="00186E94">
      <w:pPr>
        <w:pStyle w:val="libNormal"/>
        <w:rPr>
          <w:rtl/>
        </w:rPr>
      </w:pPr>
      <w:r>
        <w:rPr>
          <w:rtl/>
        </w:rPr>
        <w:t xml:space="preserve">5 ـ الحكم بن عتيبة أبو محمد الكندي. </w:t>
      </w:r>
    </w:p>
    <w:p w:rsidR="007849C6" w:rsidRDefault="007849C6" w:rsidP="00186E94">
      <w:pPr>
        <w:pStyle w:val="libNormal"/>
        <w:rPr>
          <w:rtl/>
        </w:rPr>
      </w:pPr>
      <w:r>
        <w:rPr>
          <w:rtl/>
        </w:rPr>
        <w:t xml:space="preserve">6 ـ زياد بن المنذر أبو الجارود الهمداني ( جخ ). </w:t>
      </w:r>
    </w:p>
    <w:p w:rsidR="007849C6" w:rsidRDefault="007849C6" w:rsidP="00186E94">
      <w:pPr>
        <w:pStyle w:val="libNormal"/>
        <w:rPr>
          <w:rtl/>
        </w:rPr>
      </w:pPr>
      <w:r>
        <w:rPr>
          <w:rtl/>
        </w:rPr>
        <w:t xml:space="preserve">7 ـ سالم بن أبي حفصة ( كش ). </w:t>
      </w:r>
    </w:p>
    <w:p w:rsidR="007849C6" w:rsidRDefault="007849C6" w:rsidP="00186E94">
      <w:pPr>
        <w:pStyle w:val="libNormal"/>
        <w:rPr>
          <w:rtl/>
        </w:rPr>
      </w:pPr>
      <w:r>
        <w:rPr>
          <w:rtl/>
        </w:rPr>
        <w:t xml:space="preserve">8 ـ سعيد بن معتوق ( كش ). </w:t>
      </w:r>
    </w:p>
    <w:p w:rsidR="007849C6" w:rsidRDefault="007849C6" w:rsidP="00186E94">
      <w:pPr>
        <w:pStyle w:val="libNormal"/>
        <w:rPr>
          <w:rtl/>
        </w:rPr>
      </w:pPr>
      <w:r>
        <w:rPr>
          <w:rtl/>
        </w:rPr>
        <w:t xml:space="preserve">9 ـ سلمة بن كهيل ( كش ). </w:t>
      </w:r>
    </w:p>
    <w:p w:rsidR="007849C6" w:rsidRDefault="007849C6" w:rsidP="00186E94">
      <w:pPr>
        <w:pStyle w:val="libNormal"/>
        <w:rPr>
          <w:rtl/>
        </w:rPr>
      </w:pPr>
      <w:r>
        <w:rPr>
          <w:rtl/>
        </w:rPr>
        <w:t xml:space="preserve">10 ـ عامر بن كثير السراج ( جش ). </w:t>
      </w:r>
    </w:p>
    <w:p w:rsidR="007849C6" w:rsidRDefault="007849C6" w:rsidP="00186E94">
      <w:pPr>
        <w:pStyle w:val="libNormal"/>
        <w:rPr>
          <w:rtl/>
        </w:rPr>
      </w:pPr>
      <w:r>
        <w:rPr>
          <w:rtl/>
        </w:rPr>
        <w:t xml:space="preserve">11 ـ عبادة بن زياد الاسدي ( جش ). </w:t>
      </w:r>
    </w:p>
    <w:p w:rsidR="007849C6" w:rsidRDefault="007849C6" w:rsidP="00186E94">
      <w:pPr>
        <w:pStyle w:val="libNormal"/>
        <w:rPr>
          <w:rtl/>
        </w:rPr>
      </w:pPr>
      <w:r>
        <w:rPr>
          <w:rtl/>
        </w:rPr>
        <w:t xml:space="preserve">12 ـ عبد العزيز بن إسحاق بن جعفر الزيدي البقال الهمداني ( جخ ). </w:t>
      </w:r>
    </w:p>
    <w:p w:rsidR="007849C6" w:rsidRDefault="007849C6" w:rsidP="00186E94">
      <w:pPr>
        <w:pStyle w:val="libNormal"/>
        <w:rPr>
          <w:rtl/>
        </w:rPr>
      </w:pPr>
      <w:r>
        <w:rPr>
          <w:rtl/>
        </w:rPr>
        <w:t xml:space="preserve">13 ـ علي بن عمر السناني ( جخ ). </w:t>
      </w:r>
    </w:p>
    <w:p w:rsidR="007849C6" w:rsidRDefault="007849C6" w:rsidP="00186E94">
      <w:pPr>
        <w:pStyle w:val="libNormal"/>
        <w:rPr>
          <w:rtl/>
        </w:rPr>
      </w:pPr>
      <w:r>
        <w:rPr>
          <w:rtl/>
        </w:rPr>
        <w:t xml:space="preserve">14 ـ عمرو بن جميع البصري أبو عثمان قاضي ري ( كش ). </w:t>
      </w:r>
    </w:p>
    <w:p w:rsidR="007849C6" w:rsidRDefault="007849C6" w:rsidP="00186E94">
      <w:pPr>
        <w:pStyle w:val="libNormal"/>
        <w:rPr>
          <w:rtl/>
        </w:rPr>
      </w:pPr>
      <w:r>
        <w:rPr>
          <w:rtl/>
        </w:rPr>
        <w:t xml:space="preserve">15 ـ عمر بن رباح. </w:t>
      </w:r>
    </w:p>
    <w:p w:rsidR="007849C6" w:rsidRDefault="007849C6" w:rsidP="00186E94">
      <w:pPr>
        <w:pStyle w:val="libNormal"/>
        <w:rPr>
          <w:rtl/>
        </w:rPr>
      </w:pPr>
      <w:r>
        <w:rPr>
          <w:rtl/>
        </w:rPr>
        <w:t xml:space="preserve">16 ـ عمرو بن سعيد المدائني. </w:t>
      </w:r>
    </w:p>
    <w:p w:rsidR="007849C6" w:rsidRDefault="007849C6" w:rsidP="00186E94">
      <w:pPr>
        <w:pStyle w:val="libNormal"/>
        <w:rPr>
          <w:rtl/>
        </w:rPr>
      </w:pPr>
      <w:r>
        <w:rPr>
          <w:rtl/>
        </w:rPr>
        <w:t xml:space="preserve">17 ـ عمرو بن موسى الوجيهي ( ست ). </w:t>
      </w:r>
    </w:p>
    <w:p w:rsidR="007849C6" w:rsidRDefault="007849C6" w:rsidP="00186E94">
      <w:pPr>
        <w:pStyle w:val="libNormal"/>
        <w:rPr>
          <w:rtl/>
        </w:rPr>
      </w:pPr>
      <w:r>
        <w:rPr>
          <w:rtl/>
        </w:rPr>
        <w:t xml:space="preserve">18 ـ غالب بن عثمان الهمداني الشاعر المشاعري أبو سلمة ( جش ). </w:t>
      </w:r>
    </w:p>
    <w:p w:rsidR="007849C6" w:rsidRDefault="007849C6" w:rsidP="00186E94">
      <w:pPr>
        <w:pStyle w:val="libNormal"/>
        <w:rPr>
          <w:rtl/>
        </w:rPr>
      </w:pPr>
      <w:r>
        <w:rPr>
          <w:rtl/>
        </w:rPr>
        <w:t xml:space="preserve">19 ـ غياث بن إبراهيم أبو محمد التميمي الاسدي ( جخ ). </w:t>
      </w:r>
    </w:p>
    <w:p w:rsidR="007849C6" w:rsidRDefault="007849C6" w:rsidP="00186E94">
      <w:pPr>
        <w:pStyle w:val="libNormal"/>
        <w:rPr>
          <w:rtl/>
        </w:rPr>
      </w:pPr>
      <w:r>
        <w:rPr>
          <w:rtl/>
        </w:rPr>
        <w:t xml:space="preserve">20 ـ قيس بن الربيع ( كش ). </w:t>
      </w:r>
    </w:p>
    <w:p w:rsidR="007849C6" w:rsidRDefault="007849C6" w:rsidP="00186E94">
      <w:pPr>
        <w:pStyle w:val="libNormal"/>
        <w:rPr>
          <w:rtl/>
        </w:rPr>
      </w:pPr>
      <w:r>
        <w:rPr>
          <w:rtl/>
        </w:rPr>
        <w:br w:type="page"/>
      </w:r>
      <w:r>
        <w:rPr>
          <w:rtl/>
        </w:rPr>
        <w:lastRenderedPageBreak/>
        <w:t xml:space="preserve">21 ـ كثير النواء ( جخ ). </w:t>
      </w:r>
    </w:p>
    <w:p w:rsidR="007849C6" w:rsidRDefault="007849C6" w:rsidP="00186E94">
      <w:pPr>
        <w:pStyle w:val="libNormal"/>
        <w:rPr>
          <w:rtl/>
        </w:rPr>
      </w:pPr>
      <w:r>
        <w:rPr>
          <w:rtl/>
        </w:rPr>
        <w:t xml:space="preserve">22 ـ محمد بن يزيد ( جخ ). </w:t>
      </w:r>
    </w:p>
    <w:p w:rsidR="007849C6" w:rsidRDefault="007849C6" w:rsidP="00186E94">
      <w:pPr>
        <w:pStyle w:val="libNormal"/>
        <w:rPr>
          <w:rtl/>
        </w:rPr>
      </w:pPr>
      <w:r>
        <w:rPr>
          <w:rtl/>
        </w:rPr>
        <w:t xml:space="preserve">23 ـ مقاتل بن سليمان صاحب التفسير ( كش ). </w:t>
      </w:r>
    </w:p>
    <w:p w:rsidR="007849C6" w:rsidRDefault="007849C6" w:rsidP="00186E94">
      <w:pPr>
        <w:pStyle w:val="libNormal"/>
        <w:rPr>
          <w:rtl/>
        </w:rPr>
      </w:pPr>
      <w:r>
        <w:rPr>
          <w:rtl/>
        </w:rPr>
        <w:t xml:space="preserve">24 ـ منصور بن المعتمر ( جخ ). </w:t>
      </w:r>
    </w:p>
    <w:p w:rsidR="007849C6" w:rsidRDefault="007849C6" w:rsidP="00186E94">
      <w:pPr>
        <w:pStyle w:val="libNormal"/>
        <w:rPr>
          <w:rtl/>
        </w:rPr>
      </w:pPr>
      <w:r>
        <w:rPr>
          <w:rtl/>
        </w:rPr>
        <w:t xml:space="preserve">25 ـ هارون بن سعد العجلي ( كش ). </w:t>
      </w:r>
    </w:p>
    <w:p w:rsidR="007849C6" w:rsidRDefault="007849C6" w:rsidP="00186E94">
      <w:pPr>
        <w:pStyle w:val="libNormal"/>
        <w:rPr>
          <w:rtl/>
        </w:rPr>
      </w:pPr>
      <w:r>
        <w:rPr>
          <w:rtl/>
        </w:rPr>
        <w:t xml:space="preserve">26 ـ يحيى بن سالم الفراء ( جش ). </w:t>
      </w:r>
    </w:p>
    <w:p w:rsidR="007849C6" w:rsidRDefault="007849C6" w:rsidP="00186E94">
      <w:pPr>
        <w:pStyle w:val="libNormal"/>
        <w:rPr>
          <w:rtl/>
        </w:rPr>
      </w:pPr>
      <w:r>
        <w:rPr>
          <w:rtl/>
        </w:rPr>
        <w:t xml:space="preserve">27 ـ يوسف بن الحارث أبو بصير ( كش ). </w:t>
      </w:r>
    </w:p>
    <w:p w:rsidR="007849C6" w:rsidRDefault="007849C6" w:rsidP="00186E94">
      <w:pPr>
        <w:pStyle w:val="libCenterBold1"/>
        <w:rPr>
          <w:rtl/>
        </w:rPr>
      </w:pPr>
      <w:r>
        <w:rPr>
          <w:rtl/>
        </w:rPr>
        <w:t>4 ـ ( فصل )</w:t>
      </w:r>
    </w:p>
    <w:p w:rsidR="007849C6" w:rsidRDefault="007849C6" w:rsidP="007849C6">
      <w:pPr>
        <w:pStyle w:val="Heading1"/>
        <w:rPr>
          <w:rtl/>
        </w:rPr>
      </w:pPr>
      <w:bookmarkStart w:id="187" w:name="_Toc265165288"/>
      <w:bookmarkStart w:id="188" w:name="_Toc286683217"/>
      <w:bookmarkStart w:id="189" w:name="_Toc403904074"/>
      <w:r>
        <w:rPr>
          <w:rtl/>
        </w:rPr>
        <w:t>في ذكر جماعة من العامة نسقا :</w:t>
      </w:r>
      <w:bookmarkEnd w:id="187"/>
      <w:bookmarkEnd w:id="188"/>
      <w:bookmarkEnd w:id="189"/>
      <w:r>
        <w:rPr>
          <w:rtl/>
        </w:rPr>
        <w:t xml:space="preserve"> </w:t>
      </w:r>
    </w:p>
    <w:p w:rsidR="007849C6" w:rsidRDefault="007849C6" w:rsidP="00186E94">
      <w:pPr>
        <w:pStyle w:val="libNormal"/>
        <w:rPr>
          <w:rtl/>
        </w:rPr>
      </w:pPr>
      <w:r>
        <w:rPr>
          <w:rtl/>
        </w:rPr>
        <w:t xml:space="preserve">1 ـ إبراهيم بن رجاء الشيباني المعروف بابن هراسة وهراسة أمه ( جش ). </w:t>
      </w:r>
    </w:p>
    <w:p w:rsidR="007849C6" w:rsidRDefault="007849C6" w:rsidP="00186E94">
      <w:pPr>
        <w:pStyle w:val="libNormal"/>
        <w:rPr>
          <w:rtl/>
        </w:rPr>
      </w:pPr>
      <w:r>
        <w:rPr>
          <w:rtl/>
        </w:rPr>
        <w:t xml:space="preserve">2 ـ أحمد بن الحارث الزاهد. </w:t>
      </w:r>
    </w:p>
    <w:p w:rsidR="007849C6" w:rsidRDefault="007849C6" w:rsidP="00186E94">
      <w:pPr>
        <w:pStyle w:val="libNormal"/>
        <w:rPr>
          <w:rtl/>
        </w:rPr>
      </w:pPr>
      <w:r>
        <w:rPr>
          <w:rtl/>
        </w:rPr>
        <w:t xml:space="preserve">3 ـ أحمد بن بشير أبو حذيفة الكاهلي الخراساني ( جش ) </w:t>
      </w:r>
      <w:r w:rsidRPr="00186E94">
        <w:rPr>
          <w:rStyle w:val="libFootnotenumChar"/>
          <w:rtl/>
        </w:rPr>
        <w:t>(1)</w:t>
      </w:r>
      <w:r>
        <w:rPr>
          <w:rtl/>
        </w:rPr>
        <w:t xml:space="preserve">. </w:t>
      </w:r>
    </w:p>
    <w:p w:rsidR="007849C6" w:rsidRDefault="007849C6" w:rsidP="00186E94">
      <w:pPr>
        <w:pStyle w:val="libNormal"/>
        <w:rPr>
          <w:rtl/>
        </w:rPr>
      </w:pPr>
      <w:r>
        <w:rPr>
          <w:rtl/>
        </w:rPr>
        <w:t xml:space="preserve">4 ـ إسحاق بن بشير أبو حذيفة الكاهلي. </w:t>
      </w:r>
    </w:p>
    <w:p w:rsidR="007849C6" w:rsidRDefault="007849C6" w:rsidP="00186E94">
      <w:pPr>
        <w:pStyle w:val="libNormal"/>
        <w:rPr>
          <w:rtl/>
        </w:rPr>
      </w:pPr>
      <w:r>
        <w:rPr>
          <w:rtl/>
        </w:rPr>
        <w:t xml:space="preserve">5 ـ اهبان ، بالضم ، بن صيفي كان سيئ الظن في أمير المؤمنين </w:t>
      </w:r>
      <w:r w:rsidR="0006364F" w:rsidRPr="0006364F">
        <w:rPr>
          <w:rStyle w:val="libAlaemChar"/>
          <w:rFonts w:hint="cs"/>
          <w:rtl/>
        </w:rPr>
        <w:t>عليه‌السلام</w:t>
      </w:r>
      <w:r>
        <w:rPr>
          <w:rtl/>
        </w:rPr>
        <w:t xml:space="preserve"> ( جخ ). </w:t>
      </w:r>
    </w:p>
    <w:p w:rsidR="007849C6" w:rsidRDefault="007849C6" w:rsidP="00186E94">
      <w:pPr>
        <w:pStyle w:val="libNormal"/>
        <w:rPr>
          <w:rtl/>
        </w:rPr>
      </w:pPr>
      <w:r>
        <w:rPr>
          <w:rtl/>
        </w:rPr>
        <w:t xml:space="preserve">6 ـ حاتم بن إسماعيل ( جش ). </w:t>
      </w:r>
    </w:p>
    <w:p w:rsidR="007849C6" w:rsidRDefault="007849C6" w:rsidP="00186E94">
      <w:pPr>
        <w:pStyle w:val="libNormal"/>
        <w:rPr>
          <w:rtl/>
        </w:rPr>
      </w:pPr>
      <w:r>
        <w:rPr>
          <w:rtl/>
        </w:rPr>
        <w:t xml:space="preserve">7 ـ حرب بن حسن الطحان ( جش ). </w:t>
      </w:r>
    </w:p>
    <w:p w:rsidR="007849C6" w:rsidRDefault="007849C6" w:rsidP="00186E94">
      <w:pPr>
        <w:pStyle w:val="libNormal"/>
        <w:rPr>
          <w:rtl/>
        </w:rPr>
      </w:pPr>
      <w:r>
        <w:rPr>
          <w:rtl/>
        </w:rPr>
        <w:t xml:space="preserve">8 ـ الحسين بن علوان الكلي ( كش ). </w:t>
      </w:r>
    </w:p>
    <w:p w:rsidR="007849C6" w:rsidRDefault="007849C6" w:rsidP="00186E94">
      <w:pPr>
        <w:pStyle w:val="libNormal"/>
        <w:rPr>
          <w:rtl/>
        </w:rPr>
      </w:pPr>
      <w:r>
        <w:rPr>
          <w:rtl/>
        </w:rPr>
        <w:t xml:space="preserve">9 ـ حفص بن غياث بن طلق بن معاوية أبو عمر القاضي ( كش ). </w:t>
      </w:r>
    </w:p>
    <w:p w:rsidR="007849C6" w:rsidRDefault="007849C6" w:rsidP="00186E94">
      <w:pPr>
        <w:pStyle w:val="libNormal"/>
        <w:rPr>
          <w:rtl/>
        </w:rPr>
      </w:pPr>
      <w:r>
        <w:rPr>
          <w:rtl/>
        </w:rPr>
        <w:t xml:space="preserve">10 ـ حماد بن يزيد ( جخ ). </w:t>
      </w:r>
    </w:p>
    <w:p w:rsidR="007849C6" w:rsidRDefault="007849C6" w:rsidP="00186E94">
      <w:pPr>
        <w:pStyle w:val="libNormal"/>
        <w:rPr>
          <w:rtl/>
        </w:rPr>
      </w:pPr>
      <w:r>
        <w:rPr>
          <w:rtl/>
        </w:rPr>
        <w:t xml:space="preserve">11 ـ خالد بن طهمان أبو العلاء الخفاف السلولي.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هذا هو اسحاق بن بشير الآتي وتسميته بأحمد إشتباه. </w:t>
      </w:r>
    </w:p>
    <w:p w:rsidR="007849C6" w:rsidRDefault="007849C6" w:rsidP="00186E94">
      <w:pPr>
        <w:pStyle w:val="libNormal"/>
        <w:rPr>
          <w:rtl/>
        </w:rPr>
      </w:pPr>
      <w:r>
        <w:rPr>
          <w:rtl/>
        </w:rPr>
        <w:br w:type="page"/>
      </w:r>
      <w:r>
        <w:rPr>
          <w:rtl/>
        </w:rPr>
        <w:lastRenderedPageBreak/>
        <w:t xml:space="preserve">12 ـ ربيعة بن عبدالرحمن المعروف بربيعة الرأي. </w:t>
      </w:r>
    </w:p>
    <w:p w:rsidR="007849C6" w:rsidRDefault="007849C6" w:rsidP="00186E94">
      <w:pPr>
        <w:pStyle w:val="libNormal"/>
        <w:rPr>
          <w:rtl/>
        </w:rPr>
      </w:pPr>
      <w:r>
        <w:rPr>
          <w:rtl/>
        </w:rPr>
        <w:t xml:space="preserve">13 ـ زفر بن هذيل التميمي العنبري ( قي ). </w:t>
      </w:r>
    </w:p>
    <w:p w:rsidR="007849C6" w:rsidRDefault="007849C6" w:rsidP="00186E94">
      <w:pPr>
        <w:pStyle w:val="libNormal"/>
        <w:rPr>
          <w:rtl/>
        </w:rPr>
      </w:pPr>
      <w:r>
        <w:rPr>
          <w:rtl/>
        </w:rPr>
        <w:t xml:space="preserve">14 ـ الضحاك بن سعد الواسطي أبو عاصم الشيباني البصري ( جش ). </w:t>
      </w:r>
    </w:p>
    <w:p w:rsidR="007849C6" w:rsidRDefault="007849C6" w:rsidP="00186E94">
      <w:pPr>
        <w:pStyle w:val="libNormal"/>
        <w:rPr>
          <w:rtl/>
        </w:rPr>
      </w:pPr>
      <w:r>
        <w:rPr>
          <w:rtl/>
        </w:rPr>
        <w:t xml:space="preserve">15 ـ طلحة بن زيد أبو الخزرج النهدي ( جش ، ست ). </w:t>
      </w:r>
    </w:p>
    <w:p w:rsidR="007849C6" w:rsidRDefault="007849C6" w:rsidP="00186E94">
      <w:pPr>
        <w:pStyle w:val="libNormal"/>
        <w:rPr>
          <w:rtl/>
        </w:rPr>
      </w:pPr>
      <w:r>
        <w:rPr>
          <w:rtl/>
        </w:rPr>
        <w:t xml:space="preserve">16 ـ عباد بن جريح ( جش ). </w:t>
      </w:r>
    </w:p>
    <w:p w:rsidR="007849C6" w:rsidRDefault="007849C6" w:rsidP="00186E94">
      <w:pPr>
        <w:pStyle w:val="libNormal"/>
        <w:rPr>
          <w:rtl/>
        </w:rPr>
      </w:pPr>
      <w:r>
        <w:rPr>
          <w:rtl/>
        </w:rPr>
        <w:t xml:space="preserve">17 ـ عباد بن صهيب ( جخ ). </w:t>
      </w:r>
    </w:p>
    <w:p w:rsidR="007849C6" w:rsidRDefault="007849C6" w:rsidP="00186E94">
      <w:pPr>
        <w:pStyle w:val="libNormal"/>
        <w:rPr>
          <w:rtl/>
        </w:rPr>
      </w:pPr>
      <w:r>
        <w:rPr>
          <w:rtl/>
        </w:rPr>
        <w:t xml:space="preserve">18 ـ عباد بن يعقوب الرواجني ( ست ). </w:t>
      </w:r>
    </w:p>
    <w:p w:rsidR="007849C6" w:rsidRDefault="007849C6" w:rsidP="00186E94">
      <w:pPr>
        <w:pStyle w:val="libNormal"/>
        <w:rPr>
          <w:rtl/>
        </w:rPr>
      </w:pPr>
      <w:r>
        <w:rPr>
          <w:rtl/>
        </w:rPr>
        <w:t xml:space="preserve">19 ـ عبدالله بن أبي الدنيا. </w:t>
      </w:r>
    </w:p>
    <w:p w:rsidR="007849C6" w:rsidRDefault="007849C6" w:rsidP="00186E94">
      <w:pPr>
        <w:pStyle w:val="libNormal"/>
        <w:rPr>
          <w:rtl/>
        </w:rPr>
      </w:pPr>
      <w:r>
        <w:rPr>
          <w:rtl/>
        </w:rPr>
        <w:t xml:space="preserve">20 ـ عبدالله البرقي ( كش ). </w:t>
      </w:r>
    </w:p>
    <w:p w:rsidR="007849C6" w:rsidRDefault="007849C6" w:rsidP="00186E94">
      <w:pPr>
        <w:pStyle w:val="libNormal"/>
        <w:rPr>
          <w:rtl/>
        </w:rPr>
      </w:pPr>
      <w:r>
        <w:rPr>
          <w:rtl/>
        </w:rPr>
        <w:t xml:space="preserve">21 ـ عبد السلام بن صالح الهروي أبو الصلت ( جخ ). </w:t>
      </w:r>
    </w:p>
    <w:p w:rsidR="007849C6" w:rsidRDefault="007849C6" w:rsidP="00186E94">
      <w:pPr>
        <w:pStyle w:val="libNormal"/>
        <w:rPr>
          <w:rtl/>
        </w:rPr>
      </w:pPr>
      <w:r>
        <w:rPr>
          <w:rtl/>
        </w:rPr>
        <w:t xml:space="preserve">22 ـ عبدالملك بن جريح ( كش ). </w:t>
      </w:r>
    </w:p>
    <w:p w:rsidR="007849C6" w:rsidRDefault="007849C6" w:rsidP="00186E94">
      <w:pPr>
        <w:pStyle w:val="libNormal"/>
        <w:rPr>
          <w:rtl/>
        </w:rPr>
      </w:pPr>
      <w:r>
        <w:rPr>
          <w:rtl/>
        </w:rPr>
        <w:t xml:space="preserve">23 ـ عبد الواحد بن عمر بن محمد بن أبي هاشم أبو طاهر المقري ( جش ). </w:t>
      </w:r>
    </w:p>
    <w:p w:rsidR="007849C6" w:rsidRDefault="007849C6" w:rsidP="00186E94">
      <w:pPr>
        <w:pStyle w:val="libNormal"/>
        <w:rPr>
          <w:rtl/>
        </w:rPr>
      </w:pPr>
      <w:r>
        <w:rPr>
          <w:rtl/>
        </w:rPr>
        <w:t xml:space="preserve">24 ـ علي بن محمد المدائني ( ست ). </w:t>
      </w:r>
    </w:p>
    <w:p w:rsidR="007849C6" w:rsidRDefault="007849C6" w:rsidP="00186E94">
      <w:pPr>
        <w:pStyle w:val="libNormal"/>
        <w:rPr>
          <w:rtl/>
        </w:rPr>
      </w:pPr>
      <w:r>
        <w:rPr>
          <w:rtl/>
        </w:rPr>
        <w:t xml:space="preserve">25 ـ عمرو بن خالد الواسطي أبو خالد ( جخ ). </w:t>
      </w:r>
    </w:p>
    <w:p w:rsidR="007849C6" w:rsidRDefault="007849C6" w:rsidP="00186E94">
      <w:pPr>
        <w:pStyle w:val="libNormal"/>
        <w:rPr>
          <w:rtl/>
        </w:rPr>
      </w:pPr>
      <w:r>
        <w:rPr>
          <w:rtl/>
        </w:rPr>
        <w:t xml:space="preserve">26 ـ الفضيل عياض ( كش ). </w:t>
      </w:r>
    </w:p>
    <w:p w:rsidR="007849C6" w:rsidRDefault="007849C6" w:rsidP="00186E94">
      <w:pPr>
        <w:pStyle w:val="libNormal"/>
        <w:rPr>
          <w:rtl/>
        </w:rPr>
      </w:pPr>
      <w:r>
        <w:rPr>
          <w:rtl/>
        </w:rPr>
        <w:t xml:space="preserve">27 ـ الكلبي ( كش ). </w:t>
      </w:r>
    </w:p>
    <w:p w:rsidR="007849C6" w:rsidRDefault="007849C6" w:rsidP="00186E94">
      <w:pPr>
        <w:pStyle w:val="libNormal"/>
        <w:rPr>
          <w:rtl/>
        </w:rPr>
      </w:pPr>
      <w:r>
        <w:rPr>
          <w:rtl/>
        </w:rPr>
        <w:t xml:space="preserve">28 ـ محمد بن إدريس الحنظلي الرازي أبو حاتم ( جخ ). </w:t>
      </w:r>
    </w:p>
    <w:p w:rsidR="007849C6" w:rsidRDefault="007849C6" w:rsidP="00186E94">
      <w:pPr>
        <w:pStyle w:val="libNormal"/>
        <w:rPr>
          <w:rtl/>
        </w:rPr>
      </w:pPr>
      <w:r>
        <w:rPr>
          <w:rtl/>
        </w:rPr>
        <w:t xml:space="preserve">29 ـ محمد بن إسحاق صاحب السير ( جخ ). </w:t>
      </w:r>
    </w:p>
    <w:p w:rsidR="007849C6" w:rsidRDefault="007849C6" w:rsidP="00186E94">
      <w:pPr>
        <w:pStyle w:val="libNormal"/>
        <w:rPr>
          <w:rtl/>
        </w:rPr>
      </w:pPr>
      <w:r>
        <w:rPr>
          <w:rtl/>
        </w:rPr>
        <w:t xml:space="preserve">30 ـ محمد بن إسحاق خاصف النعل ( كش ). </w:t>
      </w:r>
    </w:p>
    <w:p w:rsidR="007849C6" w:rsidRDefault="007849C6" w:rsidP="00186E94">
      <w:pPr>
        <w:pStyle w:val="libNormal"/>
        <w:rPr>
          <w:rtl/>
        </w:rPr>
      </w:pPr>
      <w:r>
        <w:rPr>
          <w:rtl/>
        </w:rPr>
        <w:t xml:space="preserve">31 ـ محمد بن جرير الطبري ( جش ). </w:t>
      </w:r>
    </w:p>
    <w:p w:rsidR="007849C6" w:rsidRDefault="007849C6" w:rsidP="00186E94">
      <w:pPr>
        <w:pStyle w:val="libNormal"/>
        <w:rPr>
          <w:rtl/>
        </w:rPr>
      </w:pPr>
      <w:r>
        <w:rPr>
          <w:rtl/>
        </w:rPr>
        <w:t xml:space="preserve">32 ـ محمد بن المنكدر ( كش ). </w:t>
      </w:r>
    </w:p>
    <w:p w:rsidR="007849C6" w:rsidRDefault="007849C6" w:rsidP="00186E94">
      <w:pPr>
        <w:pStyle w:val="libNormal"/>
        <w:rPr>
          <w:rtl/>
        </w:rPr>
      </w:pPr>
      <w:r>
        <w:rPr>
          <w:rtl/>
        </w:rPr>
        <w:t xml:space="preserve">33 ـ محمد بن ميمون أبو النصر الزعفراني ( كش ). </w:t>
      </w:r>
    </w:p>
    <w:p w:rsidR="007849C6" w:rsidRDefault="007849C6" w:rsidP="00186E94">
      <w:pPr>
        <w:pStyle w:val="libNormal"/>
        <w:rPr>
          <w:rtl/>
        </w:rPr>
      </w:pPr>
      <w:r>
        <w:rPr>
          <w:rtl/>
        </w:rPr>
        <w:t xml:space="preserve">34 ـ مسعدة بن صدقة ( جخ ). </w:t>
      </w:r>
    </w:p>
    <w:p w:rsidR="007849C6" w:rsidRDefault="007849C6" w:rsidP="00186E94">
      <w:pPr>
        <w:pStyle w:val="libNormal"/>
        <w:rPr>
          <w:rtl/>
        </w:rPr>
      </w:pPr>
      <w:r>
        <w:rPr>
          <w:rtl/>
        </w:rPr>
        <w:t xml:space="preserve">35 ـ موسى بن عمير الهذلي ( جش ). </w:t>
      </w:r>
    </w:p>
    <w:p w:rsidR="007849C6" w:rsidRDefault="007849C6" w:rsidP="00186E94">
      <w:pPr>
        <w:pStyle w:val="libNormal"/>
        <w:rPr>
          <w:rtl/>
        </w:rPr>
      </w:pPr>
      <w:r>
        <w:rPr>
          <w:rtl/>
        </w:rPr>
        <w:br w:type="page"/>
      </w:r>
      <w:r>
        <w:rPr>
          <w:rtl/>
        </w:rPr>
        <w:lastRenderedPageBreak/>
        <w:t xml:space="preserve">36 ـ وهب بن وهب أبوالبختري ( ست ). </w:t>
      </w:r>
    </w:p>
    <w:p w:rsidR="007849C6" w:rsidRDefault="007849C6" w:rsidP="00186E94">
      <w:pPr>
        <w:pStyle w:val="libNormal"/>
        <w:rPr>
          <w:rtl/>
        </w:rPr>
      </w:pPr>
      <w:r>
        <w:rPr>
          <w:rtl/>
        </w:rPr>
        <w:t xml:space="preserve">37 ـ يحيى بن سعيد القطان ( كش ). </w:t>
      </w:r>
    </w:p>
    <w:p w:rsidR="007849C6" w:rsidRDefault="007849C6" w:rsidP="00186E94">
      <w:pPr>
        <w:pStyle w:val="libNormal"/>
        <w:rPr>
          <w:rtl/>
        </w:rPr>
      </w:pPr>
      <w:r>
        <w:rPr>
          <w:rtl/>
        </w:rPr>
        <w:t xml:space="preserve">38 ـ يحيي بن يحيى التميمي ( جخ ). </w:t>
      </w:r>
    </w:p>
    <w:p w:rsidR="007849C6" w:rsidRDefault="007849C6" w:rsidP="00186E94">
      <w:pPr>
        <w:pStyle w:val="libNormal"/>
        <w:rPr>
          <w:rtl/>
        </w:rPr>
      </w:pPr>
      <w:r>
        <w:rPr>
          <w:rtl/>
        </w:rPr>
        <w:t xml:space="preserve">39 ـ يعقوب بن شبية </w:t>
      </w:r>
    </w:p>
    <w:p w:rsidR="007849C6" w:rsidRDefault="007849C6" w:rsidP="00186E94">
      <w:pPr>
        <w:pStyle w:val="libCenterBold1"/>
        <w:rPr>
          <w:rtl/>
        </w:rPr>
      </w:pPr>
      <w:r>
        <w:rPr>
          <w:rtl/>
        </w:rPr>
        <w:t>5 ـ ( فصل )</w:t>
      </w:r>
    </w:p>
    <w:p w:rsidR="007849C6" w:rsidRDefault="007849C6" w:rsidP="007849C6">
      <w:pPr>
        <w:pStyle w:val="Heading1"/>
        <w:rPr>
          <w:rtl/>
        </w:rPr>
      </w:pPr>
      <w:bookmarkStart w:id="190" w:name="_Toc265165289"/>
      <w:bookmarkStart w:id="191" w:name="_Toc286683218"/>
      <w:bookmarkStart w:id="192" w:name="_Toc403904075"/>
      <w:r>
        <w:rPr>
          <w:rtl/>
        </w:rPr>
        <w:t>في ذكر جماعة من الكيسانية نسقا :</w:t>
      </w:r>
      <w:bookmarkEnd w:id="190"/>
      <w:bookmarkEnd w:id="191"/>
      <w:bookmarkEnd w:id="192"/>
      <w:r>
        <w:rPr>
          <w:rtl/>
        </w:rPr>
        <w:t xml:space="preserve"> </w:t>
      </w:r>
    </w:p>
    <w:p w:rsidR="007849C6" w:rsidRDefault="007849C6" w:rsidP="00186E94">
      <w:pPr>
        <w:pStyle w:val="libNormal"/>
        <w:rPr>
          <w:rtl/>
        </w:rPr>
      </w:pPr>
      <w:r>
        <w:rPr>
          <w:rtl/>
        </w:rPr>
        <w:t xml:space="preserve">1 ـ حيان السراج ( كش ). </w:t>
      </w:r>
    </w:p>
    <w:p w:rsidR="007849C6" w:rsidRDefault="007849C6" w:rsidP="00186E94">
      <w:pPr>
        <w:pStyle w:val="libNormal"/>
        <w:rPr>
          <w:rtl/>
        </w:rPr>
      </w:pPr>
      <w:r>
        <w:rPr>
          <w:rtl/>
        </w:rPr>
        <w:t xml:space="preserve">2 ـ عامر بن واثلة ( كش ). </w:t>
      </w:r>
    </w:p>
    <w:p w:rsidR="007849C6" w:rsidRDefault="007849C6" w:rsidP="00186E94">
      <w:pPr>
        <w:pStyle w:val="libNormal"/>
        <w:rPr>
          <w:rtl/>
        </w:rPr>
      </w:pPr>
      <w:r>
        <w:rPr>
          <w:rtl/>
        </w:rPr>
        <w:t xml:space="preserve">3 ـ عبدالرحمن بن الحجاج البجلي مولاهم كوفي بياع السابري ( جش ). </w:t>
      </w:r>
    </w:p>
    <w:p w:rsidR="007849C6" w:rsidRDefault="007849C6" w:rsidP="00186E94">
      <w:pPr>
        <w:pStyle w:val="libNormal"/>
        <w:rPr>
          <w:rtl/>
        </w:rPr>
      </w:pPr>
      <w:r>
        <w:rPr>
          <w:rtl/>
        </w:rPr>
        <w:t xml:space="preserve">4 ـ علي بن حزور ( كش ). </w:t>
      </w:r>
    </w:p>
    <w:p w:rsidR="007849C6" w:rsidRDefault="007849C6" w:rsidP="00186E94">
      <w:pPr>
        <w:pStyle w:val="libNormal"/>
        <w:rPr>
          <w:rtl/>
        </w:rPr>
      </w:pPr>
      <w:r>
        <w:rPr>
          <w:rtl/>
        </w:rPr>
        <w:t xml:space="preserve">5 ـ المختار بن أبي عبيدة في الاشهر ( جش ). </w:t>
      </w:r>
    </w:p>
    <w:p w:rsidR="007849C6" w:rsidRDefault="007849C6" w:rsidP="00186E94">
      <w:pPr>
        <w:pStyle w:val="libNormal"/>
        <w:rPr>
          <w:rtl/>
        </w:rPr>
      </w:pPr>
      <w:r>
        <w:rPr>
          <w:rtl/>
        </w:rPr>
        <w:t xml:space="preserve">6 ـ المرقع بن قمامة ( جش ) </w:t>
      </w:r>
    </w:p>
    <w:p w:rsidR="007849C6" w:rsidRDefault="007849C6" w:rsidP="00186E94">
      <w:pPr>
        <w:pStyle w:val="libCenterBold1"/>
        <w:rPr>
          <w:rtl/>
        </w:rPr>
      </w:pPr>
      <w:r>
        <w:rPr>
          <w:rtl/>
        </w:rPr>
        <w:t>6 ـ ( فصل )</w:t>
      </w:r>
    </w:p>
    <w:p w:rsidR="007849C6" w:rsidRDefault="007849C6" w:rsidP="007849C6">
      <w:pPr>
        <w:pStyle w:val="Heading1"/>
        <w:rPr>
          <w:rtl/>
        </w:rPr>
      </w:pPr>
      <w:bookmarkStart w:id="193" w:name="_Toc265165290"/>
      <w:bookmarkStart w:id="194" w:name="_Toc286683219"/>
      <w:bookmarkStart w:id="195" w:name="_Toc403904076"/>
      <w:r>
        <w:rPr>
          <w:rtl/>
        </w:rPr>
        <w:t>في ذكر جماعة من الناووسية نسقا :</w:t>
      </w:r>
      <w:bookmarkEnd w:id="193"/>
      <w:bookmarkEnd w:id="194"/>
      <w:bookmarkEnd w:id="195"/>
      <w:r>
        <w:rPr>
          <w:rtl/>
        </w:rPr>
        <w:t xml:space="preserve"> </w:t>
      </w:r>
    </w:p>
    <w:p w:rsidR="007849C6" w:rsidRDefault="007849C6" w:rsidP="00186E94">
      <w:pPr>
        <w:pStyle w:val="libNormal"/>
        <w:rPr>
          <w:rtl/>
        </w:rPr>
      </w:pPr>
      <w:r>
        <w:rPr>
          <w:rtl/>
        </w:rPr>
        <w:t xml:space="preserve">1 ـ أبان بن عثمان الاحمر ( كش ) </w:t>
      </w:r>
    </w:p>
    <w:p w:rsidR="007849C6" w:rsidRDefault="007849C6" w:rsidP="00186E94">
      <w:pPr>
        <w:pStyle w:val="libNormal"/>
        <w:rPr>
          <w:rtl/>
        </w:rPr>
      </w:pPr>
      <w:r>
        <w:rPr>
          <w:rtl/>
        </w:rPr>
        <w:t xml:space="preserve">2 ـ سعيد بن طريف الحنظلي الاسكاف ، وقيل الدئلي وقيل الخفاف ( كش ). </w:t>
      </w:r>
    </w:p>
    <w:p w:rsidR="007849C6" w:rsidRDefault="007849C6" w:rsidP="00186E94">
      <w:pPr>
        <w:pStyle w:val="libNormal"/>
        <w:rPr>
          <w:rtl/>
        </w:rPr>
      </w:pPr>
      <w:r>
        <w:rPr>
          <w:rtl/>
        </w:rPr>
        <w:t xml:space="preserve">3 ـ عبدالله بن أحمد بن أبي زيد الانباري أبو طالب ( ست ) </w:t>
      </w:r>
    </w:p>
    <w:p w:rsidR="007849C6" w:rsidRDefault="007849C6" w:rsidP="00186E94">
      <w:pPr>
        <w:pStyle w:val="libCenterBold1"/>
        <w:rPr>
          <w:rtl/>
        </w:rPr>
      </w:pPr>
      <w:r>
        <w:rPr>
          <w:rtl/>
        </w:rPr>
        <w:t>7 ـ ( فصل )</w:t>
      </w:r>
    </w:p>
    <w:p w:rsidR="007849C6" w:rsidRDefault="007849C6" w:rsidP="007849C6">
      <w:pPr>
        <w:pStyle w:val="Heading1"/>
        <w:rPr>
          <w:rtl/>
        </w:rPr>
      </w:pPr>
      <w:bookmarkStart w:id="196" w:name="_Toc265165291"/>
      <w:bookmarkStart w:id="197" w:name="_Toc286683220"/>
      <w:bookmarkStart w:id="198" w:name="_Toc403904077"/>
      <w:r>
        <w:rPr>
          <w:rtl/>
        </w:rPr>
        <w:t>في ذكر جماعة من الغلاة نسقا :</w:t>
      </w:r>
      <w:bookmarkEnd w:id="196"/>
      <w:bookmarkEnd w:id="197"/>
      <w:bookmarkEnd w:id="198"/>
      <w:r>
        <w:rPr>
          <w:rtl/>
        </w:rPr>
        <w:t xml:space="preserve"> </w:t>
      </w:r>
    </w:p>
    <w:p w:rsidR="007849C6" w:rsidRDefault="007849C6" w:rsidP="00186E94">
      <w:pPr>
        <w:pStyle w:val="libNormal"/>
        <w:rPr>
          <w:rtl/>
        </w:rPr>
      </w:pPr>
      <w:r>
        <w:rPr>
          <w:rtl/>
        </w:rPr>
        <w:t xml:space="preserve">1 ـ إبراهيم بن إسحاق أبو إسحاق الاحمري النهاوندي ( غض ) </w:t>
      </w:r>
    </w:p>
    <w:p w:rsidR="007849C6" w:rsidRDefault="007849C6" w:rsidP="00186E94">
      <w:pPr>
        <w:pStyle w:val="libNormal"/>
        <w:rPr>
          <w:rtl/>
        </w:rPr>
      </w:pPr>
      <w:r>
        <w:rPr>
          <w:rtl/>
        </w:rPr>
        <w:br w:type="page"/>
      </w:r>
      <w:r>
        <w:rPr>
          <w:rtl/>
        </w:rPr>
        <w:lastRenderedPageBreak/>
        <w:t xml:space="preserve">2 ـ إبراهيم بن يزيد المكفوف. </w:t>
      </w:r>
    </w:p>
    <w:p w:rsidR="007849C6" w:rsidRDefault="007849C6" w:rsidP="00186E94">
      <w:pPr>
        <w:pStyle w:val="libNormal"/>
        <w:rPr>
          <w:rtl/>
        </w:rPr>
      </w:pPr>
      <w:r>
        <w:rPr>
          <w:rtl/>
        </w:rPr>
        <w:t xml:space="preserve">3 ـ ابن أبي الزرقاء. </w:t>
      </w:r>
    </w:p>
    <w:p w:rsidR="007849C6" w:rsidRDefault="007849C6" w:rsidP="00186E94">
      <w:pPr>
        <w:pStyle w:val="libNormal"/>
        <w:rPr>
          <w:rtl/>
        </w:rPr>
      </w:pPr>
      <w:r>
        <w:rPr>
          <w:rtl/>
        </w:rPr>
        <w:t xml:space="preserve">4 ـ أبو السمهري. </w:t>
      </w:r>
    </w:p>
    <w:p w:rsidR="007849C6" w:rsidRDefault="007849C6" w:rsidP="00186E94">
      <w:pPr>
        <w:pStyle w:val="libNormal"/>
        <w:rPr>
          <w:rtl/>
        </w:rPr>
      </w:pPr>
      <w:r>
        <w:rPr>
          <w:rtl/>
        </w:rPr>
        <w:t xml:space="preserve">5 ـ أبو العباس الطرناني. </w:t>
      </w:r>
    </w:p>
    <w:p w:rsidR="007849C6" w:rsidRDefault="007849C6" w:rsidP="00186E94">
      <w:pPr>
        <w:pStyle w:val="libNormal"/>
        <w:rPr>
          <w:rtl/>
        </w:rPr>
      </w:pPr>
      <w:r>
        <w:rPr>
          <w:rtl/>
        </w:rPr>
        <w:t xml:space="preserve">6 ـ أبو عبد الرحمن الكندي المعروف بشاه رئيس. </w:t>
      </w:r>
    </w:p>
    <w:p w:rsidR="007849C6" w:rsidRDefault="007849C6" w:rsidP="00186E94">
      <w:pPr>
        <w:pStyle w:val="libNormal"/>
        <w:rPr>
          <w:rtl/>
        </w:rPr>
      </w:pPr>
      <w:r>
        <w:rPr>
          <w:rtl/>
        </w:rPr>
        <w:t xml:space="preserve">7 ـ أحمد بن الحسين بن سعيد بن حماد بن مهران. </w:t>
      </w:r>
    </w:p>
    <w:p w:rsidR="007849C6" w:rsidRDefault="007849C6" w:rsidP="00186E94">
      <w:pPr>
        <w:pStyle w:val="libNormal"/>
        <w:rPr>
          <w:rtl/>
        </w:rPr>
      </w:pPr>
      <w:r>
        <w:rPr>
          <w:rtl/>
        </w:rPr>
        <w:t xml:space="preserve">8 ـ أحمد بن بشير الوقي ( جش ). </w:t>
      </w:r>
    </w:p>
    <w:p w:rsidR="007849C6" w:rsidRDefault="007849C6" w:rsidP="00186E94">
      <w:pPr>
        <w:pStyle w:val="libNormal"/>
        <w:rPr>
          <w:rtl/>
        </w:rPr>
      </w:pPr>
      <w:r>
        <w:rPr>
          <w:rtl/>
        </w:rPr>
        <w:t xml:space="preserve">9 ـ أحمد بن علي أبو العباس الرازي الابادي الخضيب ( غض ). </w:t>
      </w:r>
    </w:p>
    <w:p w:rsidR="007849C6" w:rsidRDefault="007849C6" w:rsidP="00186E94">
      <w:pPr>
        <w:pStyle w:val="libNormal"/>
        <w:rPr>
          <w:rtl/>
        </w:rPr>
      </w:pPr>
      <w:r>
        <w:rPr>
          <w:rtl/>
        </w:rPr>
        <w:t xml:space="preserve">10 ـ أحمد بن علي بن كلثوم السرخسي ( جخ ). </w:t>
      </w:r>
    </w:p>
    <w:p w:rsidR="007849C6" w:rsidRDefault="007849C6" w:rsidP="00186E94">
      <w:pPr>
        <w:pStyle w:val="libNormal"/>
        <w:rPr>
          <w:rtl/>
        </w:rPr>
      </w:pPr>
      <w:r>
        <w:rPr>
          <w:rtl/>
        </w:rPr>
        <w:t xml:space="preserve">11 ـ إسحاق بن محمد البصري أبو يعقوب. </w:t>
      </w:r>
    </w:p>
    <w:p w:rsidR="007849C6" w:rsidRDefault="007849C6" w:rsidP="00186E94">
      <w:pPr>
        <w:pStyle w:val="libNormal"/>
        <w:rPr>
          <w:rtl/>
        </w:rPr>
      </w:pPr>
      <w:r>
        <w:rPr>
          <w:rtl/>
        </w:rPr>
        <w:t xml:space="preserve">12 ـ إسحاق بن أبي سمال ( كش ). </w:t>
      </w:r>
    </w:p>
    <w:p w:rsidR="007849C6" w:rsidRDefault="007849C6" w:rsidP="00186E94">
      <w:pPr>
        <w:pStyle w:val="libNormal"/>
        <w:rPr>
          <w:rtl/>
        </w:rPr>
      </w:pPr>
      <w:r>
        <w:rPr>
          <w:rtl/>
        </w:rPr>
        <w:t xml:space="preserve">13 ـ إسماعيل بن عمر بن أبان الكلي ( جش ). </w:t>
      </w:r>
    </w:p>
    <w:p w:rsidR="007849C6" w:rsidRDefault="007849C6" w:rsidP="00186E94">
      <w:pPr>
        <w:pStyle w:val="libNormal"/>
        <w:rPr>
          <w:rtl/>
        </w:rPr>
      </w:pPr>
      <w:r>
        <w:rPr>
          <w:rtl/>
        </w:rPr>
        <w:t xml:space="preserve">14 ـ الحسن بن خرزاد ( جش ). </w:t>
      </w:r>
    </w:p>
    <w:p w:rsidR="007849C6" w:rsidRDefault="007849C6" w:rsidP="00186E94">
      <w:pPr>
        <w:pStyle w:val="libNormal"/>
        <w:rPr>
          <w:rtl/>
        </w:rPr>
      </w:pPr>
      <w:r>
        <w:rPr>
          <w:rtl/>
        </w:rPr>
        <w:t xml:space="preserve">15 ـ الحسين بن علي بن أبي عثمان سجادة ( جخ ). </w:t>
      </w:r>
    </w:p>
    <w:p w:rsidR="007849C6" w:rsidRDefault="007849C6" w:rsidP="00186E94">
      <w:pPr>
        <w:pStyle w:val="libNormal"/>
        <w:rPr>
          <w:rtl/>
        </w:rPr>
      </w:pPr>
      <w:r>
        <w:rPr>
          <w:rtl/>
        </w:rPr>
        <w:t xml:space="preserve">16 ـ الحسين بن عبدالله القمي ( جخ ). </w:t>
      </w:r>
    </w:p>
    <w:p w:rsidR="007849C6" w:rsidRDefault="007849C6" w:rsidP="00186E94">
      <w:pPr>
        <w:pStyle w:val="libNormal"/>
        <w:rPr>
          <w:rtl/>
        </w:rPr>
      </w:pPr>
      <w:r>
        <w:rPr>
          <w:rtl/>
        </w:rPr>
        <w:t xml:space="preserve">17 ـ الحسين بن عبدالله السعدي أبو عبد الله بن عبيدالله بن سهل القمي ( كش ). </w:t>
      </w:r>
    </w:p>
    <w:p w:rsidR="007849C6" w:rsidRDefault="007849C6" w:rsidP="00186E94">
      <w:pPr>
        <w:pStyle w:val="libNormal"/>
        <w:rPr>
          <w:rtl/>
        </w:rPr>
      </w:pPr>
      <w:r>
        <w:rPr>
          <w:rtl/>
        </w:rPr>
        <w:t xml:space="preserve">18 ـ الحسين بن علي الخواتيمي ( كش ). </w:t>
      </w:r>
    </w:p>
    <w:p w:rsidR="007849C6" w:rsidRDefault="007849C6" w:rsidP="00186E94">
      <w:pPr>
        <w:pStyle w:val="libNormal"/>
        <w:rPr>
          <w:rtl/>
        </w:rPr>
      </w:pPr>
      <w:r>
        <w:rPr>
          <w:rtl/>
        </w:rPr>
        <w:t xml:space="preserve">19 ـ الحسين بن محمد بن يايا ( جخ ). </w:t>
      </w:r>
    </w:p>
    <w:p w:rsidR="007849C6" w:rsidRDefault="007849C6" w:rsidP="00186E94">
      <w:pPr>
        <w:pStyle w:val="libNormal"/>
        <w:rPr>
          <w:rtl/>
        </w:rPr>
      </w:pPr>
      <w:r>
        <w:rPr>
          <w:rtl/>
        </w:rPr>
        <w:t xml:space="preserve">20 ـ الحسين بن محمد بن سهل النوفلي. </w:t>
      </w:r>
    </w:p>
    <w:p w:rsidR="007849C6" w:rsidRDefault="007849C6" w:rsidP="00186E94">
      <w:pPr>
        <w:pStyle w:val="libNormal"/>
        <w:rPr>
          <w:rtl/>
        </w:rPr>
      </w:pPr>
      <w:r>
        <w:rPr>
          <w:rtl/>
        </w:rPr>
        <w:t xml:space="preserve">21 ـ الحسين بن يزيد بن محمد عبدالملك النوفلي ( كش ). </w:t>
      </w:r>
    </w:p>
    <w:p w:rsidR="007849C6" w:rsidRDefault="007849C6" w:rsidP="00186E94">
      <w:pPr>
        <w:pStyle w:val="libNormal"/>
        <w:rPr>
          <w:rtl/>
        </w:rPr>
      </w:pPr>
      <w:r>
        <w:rPr>
          <w:rtl/>
        </w:rPr>
        <w:t xml:space="preserve">22 ـ خيبري بن علي الطحان ( جش ). </w:t>
      </w:r>
    </w:p>
    <w:p w:rsidR="007849C6" w:rsidRDefault="007849C6" w:rsidP="00186E94">
      <w:pPr>
        <w:pStyle w:val="libNormal"/>
        <w:rPr>
          <w:rtl/>
        </w:rPr>
      </w:pPr>
      <w:r>
        <w:rPr>
          <w:rtl/>
        </w:rPr>
        <w:t xml:space="preserve">23 ـ ربيع بن زكريا الوراق ( جش ). </w:t>
      </w:r>
    </w:p>
    <w:p w:rsidR="007849C6" w:rsidRDefault="007849C6" w:rsidP="00186E94">
      <w:pPr>
        <w:pStyle w:val="libNormal"/>
        <w:rPr>
          <w:rtl/>
        </w:rPr>
      </w:pPr>
      <w:r>
        <w:rPr>
          <w:rtl/>
        </w:rPr>
        <w:t xml:space="preserve">24 ـ سهل بن زياد الآدمي ( جش ). </w:t>
      </w:r>
    </w:p>
    <w:p w:rsidR="007849C6" w:rsidRDefault="007849C6" w:rsidP="00186E94">
      <w:pPr>
        <w:pStyle w:val="libNormal"/>
        <w:rPr>
          <w:rtl/>
        </w:rPr>
      </w:pPr>
      <w:r>
        <w:rPr>
          <w:rtl/>
        </w:rPr>
        <w:br w:type="page"/>
      </w:r>
      <w:r>
        <w:rPr>
          <w:rtl/>
        </w:rPr>
        <w:lastRenderedPageBreak/>
        <w:t xml:space="preserve">25 ـ طاهر بن حاتم بن ماهويه ( ست ). </w:t>
      </w:r>
    </w:p>
    <w:p w:rsidR="007849C6" w:rsidRDefault="007849C6" w:rsidP="00186E94">
      <w:pPr>
        <w:pStyle w:val="libNormal"/>
        <w:rPr>
          <w:rtl/>
        </w:rPr>
      </w:pPr>
      <w:r>
        <w:rPr>
          <w:rtl/>
        </w:rPr>
        <w:t xml:space="preserve">26 ـ العباس بن صدقة ( كش ). </w:t>
      </w:r>
    </w:p>
    <w:p w:rsidR="007849C6" w:rsidRDefault="007849C6" w:rsidP="00186E94">
      <w:pPr>
        <w:pStyle w:val="libNormal"/>
        <w:rPr>
          <w:rtl/>
        </w:rPr>
      </w:pPr>
      <w:r>
        <w:rPr>
          <w:rtl/>
        </w:rPr>
        <w:t xml:space="preserve">27 ـ عبدالله بن خداش أبو خداش المهري ( جش ). </w:t>
      </w:r>
    </w:p>
    <w:p w:rsidR="007849C6" w:rsidRDefault="007849C6" w:rsidP="00186E94">
      <w:pPr>
        <w:pStyle w:val="libNormal"/>
        <w:rPr>
          <w:rtl/>
        </w:rPr>
      </w:pPr>
      <w:r>
        <w:rPr>
          <w:rtl/>
        </w:rPr>
        <w:t xml:space="preserve">28 ـ عبدالله سبا ( جخ ). </w:t>
      </w:r>
    </w:p>
    <w:p w:rsidR="007849C6" w:rsidRDefault="007849C6" w:rsidP="00186E94">
      <w:pPr>
        <w:pStyle w:val="libNormal"/>
        <w:rPr>
          <w:rtl/>
        </w:rPr>
      </w:pPr>
      <w:r>
        <w:rPr>
          <w:rtl/>
        </w:rPr>
        <w:t xml:space="preserve">29 ـ عبدالله بن عبدالرحمن الاصم المسمعي بصري ( جش ). </w:t>
      </w:r>
    </w:p>
    <w:p w:rsidR="007849C6" w:rsidRDefault="007849C6" w:rsidP="00186E94">
      <w:pPr>
        <w:pStyle w:val="libNormal"/>
        <w:rPr>
          <w:rtl/>
        </w:rPr>
      </w:pPr>
      <w:r>
        <w:rPr>
          <w:rtl/>
        </w:rPr>
        <w:t xml:space="preserve">30 ـ عبدالرحمن بن أبي حماد أبو القاسم ( جش ). </w:t>
      </w:r>
    </w:p>
    <w:p w:rsidR="007849C6" w:rsidRDefault="007849C6" w:rsidP="00186E94">
      <w:pPr>
        <w:pStyle w:val="libNormal"/>
        <w:rPr>
          <w:rtl/>
        </w:rPr>
      </w:pPr>
      <w:r>
        <w:rPr>
          <w:rtl/>
        </w:rPr>
        <w:t xml:space="preserve">31 ـ علي بن أحمد أبو القاسم ( غض ). </w:t>
      </w:r>
    </w:p>
    <w:p w:rsidR="007849C6" w:rsidRDefault="007849C6" w:rsidP="00186E94">
      <w:pPr>
        <w:pStyle w:val="libNormal"/>
        <w:rPr>
          <w:rtl/>
        </w:rPr>
      </w:pPr>
      <w:r>
        <w:rPr>
          <w:rtl/>
        </w:rPr>
        <w:t xml:space="preserve">32 ـ علي بن حسكة ( كش ). </w:t>
      </w:r>
    </w:p>
    <w:p w:rsidR="007849C6" w:rsidRDefault="007849C6" w:rsidP="00186E94">
      <w:pPr>
        <w:pStyle w:val="libNormal"/>
        <w:rPr>
          <w:rtl/>
        </w:rPr>
      </w:pPr>
      <w:r>
        <w:rPr>
          <w:rtl/>
        </w:rPr>
        <w:t xml:space="preserve">33 ـ علي بن حماد الأزدي ( كش ). </w:t>
      </w:r>
    </w:p>
    <w:p w:rsidR="007849C6" w:rsidRDefault="007849C6" w:rsidP="00186E94">
      <w:pPr>
        <w:pStyle w:val="libNormal"/>
        <w:rPr>
          <w:rtl/>
        </w:rPr>
      </w:pPr>
      <w:r>
        <w:rPr>
          <w:rtl/>
        </w:rPr>
        <w:t xml:space="preserve">34 ـ علي بن العباس الجراذيني الرازي ( جش ). </w:t>
      </w:r>
    </w:p>
    <w:p w:rsidR="007849C6" w:rsidRDefault="007849C6" w:rsidP="00186E94">
      <w:pPr>
        <w:pStyle w:val="libNormal"/>
        <w:rPr>
          <w:rtl/>
        </w:rPr>
      </w:pPr>
      <w:r>
        <w:rPr>
          <w:rtl/>
        </w:rPr>
        <w:t xml:space="preserve">35 ـ عمر بن فرات الكاتب ( جخ ). </w:t>
      </w:r>
    </w:p>
    <w:p w:rsidR="007849C6" w:rsidRDefault="007849C6" w:rsidP="00186E94">
      <w:pPr>
        <w:pStyle w:val="libNormal"/>
        <w:rPr>
          <w:rtl/>
        </w:rPr>
      </w:pPr>
      <w:r>
        <w:rPr>
          <w:rtl/>
        </w:rPr>
        <w:t xml:space="preserve">36 ـ فارس بن حاتم القزويني ( جخ ). </w:t>
      </w:r>
    </w:p>
    <w:p w:rsidR="007849C6" w:rsidRDefault="007849C6" w:rsidP="00186E94">
      <w:pPr>
        <w:pStyle w:val="libNormal"/>
        <w:rPr>
          <w:rtl/>
        </w:rPr>
      </w:pPr>
      <w:r>
        <w:rPr>
          <w:rtl/>
        </w:rPr>
        <w:t xml:space="preserve">37 ـ فارس بن محمد القزويني ( كش ). </w:t>
      </w:r>
    </w:p>
    <w:p w:rsidR="007849C6" w:rsidRDefault="007849C6" w:rsidP="00186E94">
      <w:pPr>
        <w:pStyle w:val="libNormal"/>
        <w:rPr>
          <w:rtl/>
        </w:rPr>
      </w:pPr>
      <w:r>
        <w:rPr>
          <w:rtl/>
        </w:rPr>
        <w:t xml:space="preserve">38 ـ فارس بن حاتم الفهري ( كش ) </w:t>
      </w:r>
      <w:r w:rsidRPr="00186E94">
        <w:rPr>
          <w:rStyle w:val="libFootnotenumChar"/>
          <w:rtl/>
        </w:rPr>
        <w:t>(1)</w:t>
      </w:r>
      <w:r>
        <w:rPr>
          <w:rtl/>
        </w:rPr>
        <w:t xml:space="preserve">. </w:t>
      </w:r>
    </w:p>
    <w:p w:rsidR="007849C6" w:rsidRDefault="007849C6" w:rsidP="00186E94">
      <w:pPr>
        <w:pStyle w:val="libNormal"/>
        <w:rPr>
          <w:rtl/>
        </w:rPr>
      </w:pPr>
      <w:r>
        <w:rPr>
          <w:rtl/>
        </w:rPr>
        <w:t xml:space="preserve">39 ـ فرات بن الاحنف العبدي ( جخ ). </w:t>
      </w:r>
    </w:p>
    <w:p w:rsidR="007849C6" w:rsidRDefault="007849C6" w:rsidP="00186E94">
      <w:pPr>
        <w:pStyle w:val="libNormal"/>
        <w:rPr>
          <w:rtl/>
        </w:rPr>
      </w:pPr>
      <w:r>
        <w:rPr>
          <w:rtl/>
        </w:rPr>
        <w:t xml:space="preserve">40 ـ القاسم بن الحسين بن علي بن يقطين بن موسى أبو محمد ( جش ). </w:t>
      </w:r>
    </w:p>
    <w:p w:rsidR="007849C6" w:rsidRDefault="007849C6" w:rsidP="00186E94">
      <w:pPr>
        <w:pStyle w:val="libNormal"/>
        <w:rPr>
          <w:rtl/>
        </w:rPr>
      </w:pPr>
      <w:r>
        <w:rPr>
          <w:rtl/>
        </w:rPr>
        <w:t xml:space="preserve">41 ـ القاسم الشعراني اليقطيني ( جخ ). </w:t>
      </w:r>
    </w:p>
    <w:p w:rsidR="007849C6" w:rsidRDefault="007849C6" w:rsidP="00186E94">
      <w:pPr>
        <w:pStyle w:val="libNormal"/>
        <w:rPr>
          <w:rtl/>
        </w:rPr>
      </w:pPr>
      <w:r>
        <w:rPr>
          <w:rtl/>
        </w:rPr>
        <w:t xml:space="preserve">42 ـ القاسم بن محمد القمي كاسولا ( كش ). </w:t>
      </w:r>
    </w:p>
    <w:p w:rsidR="007849C6" w:rsidRDefault="007849C6" w:rsidP="00186E94">
      <w:pPr>
        <w:pStyle w:val="libNormal"/>
        <w:rPr>
          <w:rtl/>
        </w:rPr>
      </w:pPr>
      <w:r>
        <w:rPr>
          <w:rtl/>
        </w:rPr>
        <w:t xml:space="preserve">43 ـ محمد بن أسلم الطبري. </w:t>
      </w:r>
    </w:p>
    <w:p w:rsidR="007849C6" w:rsidRDefault="007849C6" w:rsidP="00186E94">
      <w:pPr>
        <w:pStyle w:val="libNormal"/>
        <w:rPr>
          <w:rtl/>
        </w:rPr>
      </w:pPr>
      <w:r>
        <w:rPr>
          <w:rtl/>
        </w:rPr>
        <w:t xml:space="preserve">44 ـ محمد بن بحر الرهني ( جخ ). </w:t>
      </w:r>
    </w:p>
    <w:p w:rsidR="007849C6" w:rsidRDefault="007849C6" w:rsidP="00186E94">
      <w:pPr>
        <w:pStyle w:val="libNormal"/>
        <w:rPr>
          <w:rtl/>
        </w:rPr>
      </w:pPr>
      <w:r>
        <w:rPr>
          <w:rtl/>
        </w:rPr>
        <w:t xml:space="preserve">45 ـ محمد بن بشير ( جخ ، كش ) كان واقفيا. </w:t>
      </w:r>
    </w:p>
    <w:p w:rsidR="007849C6" w:rsidRDefault="007849C6" w:rsidP="00186E94">
      <w:pPr>
        <w:pStyle w:val="libNormal"/>
        <w:rPr>
          <w:rtl/>
        </w:rPr>
      </w:pPr>
      <w:r>
        <w:rPr>
          <w:rtl/>
        </w:rPr>
        <w:t xml:space="preserve">46 ـ محمد بن جمهور أبو عبد الله العمي ( جخ ). </w:t>
      </w:r>
    </w:p>
    <w:p w:rsidR="007849C6" w:rsidRDefault="007849C6" w:rsidP="00186E94">
      <w:pPr>
        <w:pStyle w:val="libNormal"/>
        <w:rPr>
          <w:rtl/>
        </w:rPr>
      </w:pPr>
      <w:r>
        <w:rPr>
          <w:rtl/>
        </w:rPr>
        <w:t xml:space="preserve">47 ـ محمد بن الحسن بن شمون ( جخ ).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لا يوجد هذا الاسم بهذا اللقب في الكشي. </w:t>
      </w:r>
    </w:p>
    <w:p w:rsidR="007849C6" w:rsidRDefault="007849C6" w:rsidP="00186E94">
      <w:pPr>
        <w:pStyle w:val="libNormal"/>
        <w:rPr>
          <w:rtl/>
        </w:rPr>
      </w:pPr>
      <w:r>
        <w:rPr>
          <w:rtl/>
        </w:rPr>
        <w:br w:type="page"/>
      </w:r>
      <w:r>
        <w:rPr>
          <w:rtl/>
        </w:rPr>
        <w:lastRenderedPageBreak/>
        <w:t xml:space="preserve">48 ـ محمد بن الحسين بن سعيد الصائغ ( جش ). </w:t>
      </w:r>
    </w:p>
    <w:p w:rsidR="007849C6" w:rsidRDefault="007849C6" w:rsidP="00186E94">
      <w:pPr>
        <w:pStyle w:val="libNormal"/>
        <w:rPr>
          <w:rtl/>
        </w:rPr>
      </w:pPr>
      <w:r>
        <w:rPr>
          <w:rtl/>
        </w:rPr>
        <w:t xml:space="preserve">49 ـ محمد بن سليمان الديلمي أبو عبد الله ( جخ ). </w:t>
      </w:r>
    </w:p>
    <w:p w:rsidR="007849C6" w:rsidRDefault="007849C6" w:rsidP="00186E94">
      <w:pPr>
        <w:pStyle w:val="libNormal"/>
        <w:rPr>
          <w:rtl/>
        </w:rPr>
      </w:pPr>
      <w:r>
        <w:rPr>
          <w:rtl/>
        </w:rPr>
        <w:t xml:space="preserve">50 ـ محمد ابن السريعي ( جخ ). </w:t>
      </w:r>
    </w:p>
    <w:p w:rsidR="007849C6" w:rsidRDefault="007849C6" w:rsidP="00186E94">
      <w:pPr>
        <w:pStyle w:val="libNormal"/>
        <w:rPr>
          <w:rtl/>
        </w:rPr>
      </w:pPr>
      <w:r>
        <w:rPr>
          <w:rtl/>
        </w:rPr>
        <w:t xml:space="preserve">51 ـ محمد بن سنان ( جخ ). </w:t>
      </w:r>
    </w:p>
    <w:p w:rsidR="007849C6" w:rsidRDefault="007849C6" w:rsidP="00186E94">
      <w:pPr>
        <w:pStyle w:val="libNormal"/>
        <w:rPr>
          <w:rtl/>
        </w:rPr>
      </w:pPr>
      <w:r>
        <w:rPr>
          <w:rtl/>
        </w:rPr>
        <w:t xml:space="preserve">52 ـ محمد بن صدقة ( جخ ). </w:t>
      </w:r>
    </w:p>
    <w:p w:rsidR="007849C6" w:rsidRDefault="007849C6" w:rsidP="00186E94">
      <w:pPr>
        <w:pStyle w:val="libNormal"/>
        <w:rPr>
          <w:rtl/>
        </w:rPr>
      </w:pPr>
      <w:r>
        <w:rPr>
          <w:rtl/>
        </w:rPr>
        <w:t xml:space="preserve">53 ـ محمد بن عبدالله بن مهران ( جش ). </w:t>
      </w:r>
    </w:p>
    <w:p w:rsidR="007849C6" w:rsidRDefault="007849C6" w:rsidP="00186E94">
      <w:pPr>
        <w:pStyle w:val="libNormal"/>
        <w:rPr>
          <w:rtl/>
        </w:rPr>
      </w:pPr>
      <w:r>
        <w:rPr>
          <w:rtl/>
        </w:rPr>
        <w:t xml:space="preserve">54 ـ محمد بن علي بن إبراهيم بن موسى أبو جعفر المقري الصيرفي ، ابن اخت خلاد بن عيسى المقري كنيته أبو سمينة ( جش ، كش ، غض ). </w:t>
      </w:r>
    </w:p>
    <w:p w:rsidR="007849C6" w:rsidRDefault="007849C6" w:rsidP="00186E94">
      <w:pPr>
        <w:pStyle w:val="libNormal"/>
        <w:rPr>
          <w:rtl/>
        </w:rPr>
      </w:pPr>
      <w:r>
        <w:rPr>
          <w:rtl/>
        </w:rPr>
        <w:t xml:space="preserve">55 ـ محمد بن عيسى بن عبيد بن يقطين أبو جعفر ( ست ). </w:t>
      </w:r>
    </w:p>
    <w:p w:rsidR="007849C6" w:rsidRDefault="007849C6" w:rsidP="00186E94">
      <w:pPr>
        <w:pStyle w:val="libNormal"/>
        <w:rPr>
          <w:rtl/>
        </w:rPr>
      </w:pPr>
      <w:r>
        <w:rPr>
          <w:rtl/>
        </w:rPr>
        <w:t xml:space="preserve">56 ـ محمد بن فرات الجعفي ( كش ). </w:t>
      </w:r>
    </w:p>
    <w:p w:rsidR="007849C6" w:rsidRDefault="007849C6" w:rsidP="00186E94">
      <w:pPr>
        <w:pStyle w:val="libNormal"/>
        <w:rPr>
          <w:rtl/>
        </w:rPr>
      </w:pPr>
      <w:r>
        <w:rPr>
          <w:rtl/>
        </w:rPr>
        <w:t xml:space="preserve">57 ـ محمد بن أبي زينب وهو مقلاس ( غض ). </w:t>
      </w:r>
    </w:p>
    <w:p w:rsidR="007849C6" w:rsidRDefault="007849C6" w:rsidP="00186E94">
      <w:pPr>
        <w:pStyle w:val="libNormal"/>
        <w:rPr>
          <w:rtl/>
        </w:rPr>
      </w:pPr>
      <w:r>
        <w:rPr>
          <w:rtl/>
        </w:rPr>
        <w:t xml:space="preserve">58 ـ محمد بن موسى السريعي </w:t>
      </w:r>
      <w:r w:rsidRPr="00186E94">
        <w:rPr>
          <w:rStyle w:val="libFootnotenumChar"/>
          <w:rtl/>
        </w:rPr>
        <w:t>(1)</w:t>
      </w:r>
      <w:r>
        <w:rPr>
          <w:rtl/>
        </w:rPr>
        <w:t xml:space="preserve">. </w:t>
      </w:r>
    </w:p>
    <w:p w:rsidR="007849C6" w:rsidRDefault="007849C6" w:rsidP="00186E94">
      <w:pPr>
        <w:pStyle w:val="libNormal"/>
        <w:rPr>
          <w:rtl/>
        </w:rPr>
      </w:pPr>
      <w:r>
        <w:rPr>
          <w:rtl/>
        </w:rPr>
        <w:t xml:space="preserve">59 ـ محمد بن نصير النميري ( كش ). </w:t>
      </w:r>
    </w:p>
    <w:p w:rsidR="007849C6" w:rsidRDefault="007849C6" w:rsidP="00186E94">
      <w:pPr>
        <w:pStyle w:val="libNormal"/>
        <w:rPr>
          <w:rtl/>
        </w:rPr>
      </w:pPr>
      <w:r>
        <w:rPr>
          <w:rtl/>
        </w:rPr>
        <w:t xml:space="preserve">60 ـ منخل بن جميل الاسدي ( جش ). </w:t>
      </w:r>
    </w:p>
    <w:p w:rsidR="007849C6" w:rsidRDefault="007849C6" w:rsidP="00186E94">
      <w:pPr>
        <w:pStyle w:val="libNormal"/>
        <w:rPr>
          <w:rtl/>
        </w:rPr>
      </w:pPr>
      <w:r>
        <w:rPr>
          <w:rtl/>
        </w:rPr>
        <w:t xml:space="preserve">61 ـ منصور بن المعتمر ( جخ ). </w:t>
      </w:r>
    </w:p>
    <w:p w:rsidR="007849C6" w:rsidRDefault="007849C6" w:rsidP="00186E94">
      <w:pPr>
        <w:pStyle w:val="libNormal"/>
        <w:rPr>
          <w:rtl/>
        </w:rPr>
      </w:pPr>
      <w:r>
        <w:rPr>
          <w:rtl/>
        </w:rPr>
        <w:t xml:space="preserve">62 ـ موسى بن جعفر الكمنداني ( جش ). </w:t>
      </w:r>
    </w:p>
    <w:p w:rsidR="007849C6" w:rsidRDefault="007849C6" w:rsidP="00186E94">
      <w:pPr>
        <w:pStyle w:val="libNormal"/>
        <w:rPr>
          <w:rtl/>
        </w:rPr>
      </w:pPr>
      <w:r>
        <w:rPr>
          <w:rtl/>
        </w:rPr>
        <w:t xml:space="preserve">63 ـ موسى السواق ( كش ). </w:t>
      </w:r>
    </w:p>
    <w:p w:rsidR="007849C6" w:rsidRDefault="007849C6" w:rsidP="00186E94">
      <w:pPr>
        <w:pStyle w:val="libNormal"/>
        <w:rPr>
          <w:rtl/>
        </w:rPr>
      </w:pPr>
      <w:r>
        <w:rPr>
          <w:rtl/>
        </w:rPr>
        <w:t xml:space="preserve">64 ـ نصر بن الصباح أبو القاسم ( غض ). </w:t>
      </w:r>
    </w:p>
    <w:p w:rsidR="007849C6" w:rsidRDefault="007849C6" w:rsidP="00186E94">
      <w:pPr>
        <w:pStyle w:val="libNormal"/>
        <w:rPr>
          <w:rtl/>
        </w:rPr>
      </w:pPr>
      <w:r>
        <w:rPr>
          <w:rtl/>
        </w:rPr>
        <w:t xml:space="preserve">65 ـ يوسف بن بهمن ( غض ). </w:t>
      </w:r>
    </w:p>
    <w:p w:rsidR="007849C6" w:rsidRDefault="007849C6" w:rsidP="00186E94">
      <w:pPr>
        <w:pStyle w:val="libNormal"/>
        <w:rPr>
          <w:rtl/>
        </w:rPr>
      </w:pPr>
      <w:r>
        <w:rPr>
          <w:rtl/>
        </w:rPr>
        <w:t xml:space="preserve">فهؤلاء كلهم قدوردت فيهم روايات تدل على أنهم غلاة ، وبعضهم اختلف فيه ، وبعضهم وردت لعنته عن الائمة </w:t>
      </w:r>
      <w:r w:rsidR="0006364F" w:rsidRPr="0006364F">
        <w:rPr>
          <w:rStyle w:val="libAlaemChar"/>
          <w:rFonts w:hint="cs"/>
          <w:rtl/>
        </w:rPr>
        <w:t>عليهم‌السلام</w:t>
      </w:r>
      <w:r>
        <w:rPr>
          <w:rtl/>
        </w:rPr>
        <w:t xml:space="preserve"> وقد بينا ذلك في أبوابه من الكتاب مفصلا.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هو محمد بن السريعي المتقدم قبيل هذا. </w:t>
      </w:r>
    </w:p>
    <w:p w:rsidR="007849C6" w:rsidRDefault="007849C6" w:rsidP="00186E94">
      <w:pPr>
        <w:pStyle w:val="libCenterBold1"/>
        <w:rPr>
          <w:rtl/>
        </w:rPr>
      </w:pPr>
      <w:r>
        <w:rPr>
          <w:rtl/>
        </w:rPr>
        <w:br w:type="page"/>
      </w:r>
      <w:r>
        <w:rPr>
          <w:rtl/>
        </w:rPr>
        <w:lastRenderedPageBreak/>
        <w:t>8 ـ ( فصل )</w:t>
      </w:r>
    </w:p>
    <w:p w:rsidR="007849C6" w:rsidRDefault="007849C6" w:rsidP="007849C6">
      <w:pPr>
        <w:pStyle w:val="Heading1"/>
        <w:rPr>
          <w:rtl/>
        </w:rPr>
      </w:pPr>
      <w:bookmarkStart w:id="199" w:name="_Toc265165292"/>
      <w:bookmarkStart w:id="200" w:name="_Toc286683221"/>
      <w:bookmarkStart w:id="201" w:name="_Toc403904078"/>
      <w:r>
        <w:rPr>
          <w:rtl/>
        </w:rPr>
        <w:t>في ذكر جماعة اطلق عليهم الضعف :</w:t>
      </w:r>
      <w:bookmarkEnd w:id="199"/>
      <w:bookmarkEnd w:id="200"/>
      <w:bookmarkEnd w:id="201"/>
      <w:r>
        <w:rPr>
          <w:rtl/>
        </w:rPr>
        <w:t xml:space="preserve"> </w:t>
      </w:r>
    </w:p>
    <w:p w:rsidR="007849C6" w:rsidRDefault="007849C6" w:rsidP="00186E94">
      <w:pPr>
        <w:pStyle w:val="libNormal"/>
        <w:rPr>
          <w:rtl/>
        </w:rPr>
      </w:pPr>
      <w:r>
        <w:rPr>
          <w:rtl/>
        </w:rPr>
        <w:t xml:space="preserve">1 ـ إبراهيم بن عمر الصنعاني قر ( جخ ، غض ). </w:t>
      </w:r>
    </w:p>
    <w:p w:rsidR="007849C6" w:rsidRDefault="007849C6" w:rsidP="00186E94">
      <w:pPr>
        <w:pStyle w:val="libNormal"/>
        <w:rPr>
          <w:rtl/>
        </w:rPr>
      </w:pPr>
      <w:r>
        <w:rPr>
          <w:rtl/>
        </w:rPr>
        <w:t xml:space="preserve">2 ـ أحمد بن القاسم أبو السراج ( غض ). </w:t>
      </w:r>
    </w:p>
    <w:p w:rsidR="007849C6" w:rsidRDefault="007849C6" w:rsidP="00186E94">
      <w:pPr>
        <w:pStyle w:val="libNormal"/>
        <w:rPr>
          <w:rtl/>
        </w:rPr>
      </w:pPr>
      <w:r>
        <w:rPr>
          <w:rtl/>
        </w:rPr>
        <w:t xml:space="preserve">3 ـ أحمد بن محمد بن سيار. </w:t>
      </w:r>
    </w:p>
    <w:p w:rsidR="007849C6" w:rsidRDefault="007849C6" w:rsidP="00186E94">
      <w:pPr>
        <w:pStyle w:val="libNormal"/>
        <w:rPr>
          <w:rtl/>
        </w:rPr>
      </w:pPr>
      <w:r>
        <w:rPr>
          <w:rtl/>
        </w:rPr>
        <w:t xml:space="preserve">4 ـ أحمد بن محمد بن عبيدالله بن الحسين بن عياش ( جش ) اضطرب في آخر عمره. </w:t>
      </w:r>
    </w:p>
    <w:p w:rsidR="007849C6" w:rsidRDefault="007849C6" w:rsidP="00186E94">
      <w:pPr>
        <w:pStyle w:val="libNormal"/>
        <w:rPr>
          <w:rtl/>
        </w:rPr>
      </w:pPr>
      <w:r>
        <w:rPr>
          <w:rtl/>
        </w:rPr>
        <w:t xml:space="preserve">5 ـ أحمد بن محمد أبو عبد الله الآملي الطبري ( جش ). </w:t>
      </w:r>
    </w:p>
    <w:p w:rsidR="007849C6" w:rsidRDefault="007849C6" w:rsidP="00186E94">
      <w:pPr>
        <w:pStyle w:val="libNormal"/>
        <w:rPr>
          <w:rtl/>
        </w:rPr>
      </w:pPr>
      <w:r>
        <w:rPr>
          <w:rtl/>
        </w:rPr>
        <w:t xml:space="preserve">6 ـ إسحاق بن الحسن بن بكران بن الحسين التمار ( جش ). </w:t>
      </w:r>
    </w:p>
    <w:p w:rsidR="007849C6" w:rsidRDefault="007849C6" w:rsidP="00186E94">
      <w:pPr>
        <w:pStyle w:val="libNormal"/>
        <w:rPr>
          <w:rtl/>
        </w:rPr>
      </w:pPr>
      <w:r>
        <w:rPr>
          <w:rtl/>
        </w:rPr>
        <w:t xml:space="preserve">7 ـ إسماعيل بن سهل الدهقان ( جش ). </w:t>
      </w:r>
    </w:p>
    <w:p w:rsidR="007849C6" w:rsidRDefault="007849C6" w:rsidP="00186E94">
      <w:pPr>
        <w:pStyle w:val="libNormal"/>
        <w:rPr>
          <w:rtl/>
        </w:rPr>
      </w:pPr>
      <w:r>
        <w:rPr>
          <w:rtl/>
        </w:rPr>
        <w:t xml:space="preserve">8 ـ إسماعيل بن يسار الهاشمي ( جش ). </w:t>
      </w:r>
    </w:p>
    <w:p w:rsidR="007849C6" w:rsidRDefault="007849C6" w:rsidP="00186E94">
      <w:pPr>
        <w:pStyle w:val="libNormal"/>
        <w:rPr>
          <w:rtl/>
        </w:rPr>
      </w:pPr>
      <w:r>
        <w:rPr>
          <w:rtl/>
        </w:rPr>
        <w:t xml:space="preserve">9 ـ إسماعيل المكي مولى محمد ابن الحنفية الاشاعثة ( كش ). </w:t>
      </w:r>
    </w:p>
    <w:p w:rsidR="007849C6" w:rsidRDefault="007849C6" w:rsidP="00186E94">
      <w:pPr>
        <w:pStyle w:val="libNormal"/>
        <w:rPr>
          <w:rtl/>
        </w:rPr>
      </w:pPr>
      <w:r>
        <w:rPr>
          <w:rtl/>
        </w:rPr>
        <w:t xml:space="preserve">10 ـ بكر بن أحمد بن إبراهيم الاشج ( جخ ). </w:t>
      </w:r>
    </w:p>
    <w:p w:rsidR="007849C6" w:rsidRDefault="007849C6" w:rsidP="00186E94">
      <w:pPr>
        <w:pStyle w:val="libNormal"/>
        <w:rPr>
          <w:rtl/>
        </w:rPr>
      </w:pPr>
      <w:r>
        <w:rPr>
          <w:rtl/>
        </w:rPr>
        <w:t xml:space="preserve">11 ـ بكر بن صالح الرازي مولى بني ضبة ( جخ ، غض ). </w:t>
      </w:r>
    </w:p>
    <w:p w:rsidR="007849C6" w:rsidRDefault="007849C6" w:rsidP="00186E94">
      <w:pPr>
        <w:pStyle w:val="libNormal"/>
        <w:rPr>
          <w:rtl/>
        </w:rPr>
      </w:pPr>
      <w:r>
        <w:rPr>
          <w:rtl/>
        </w:rPr>
        <w:t xml:space="preserve">12 ـ الحارث بن عمر البصري ( جخ ). </w:t>
      </w:r>
    </w:p>
    <w:p w:rsidR="007849C6" w:rsidRDefault="007849C6" w:rsidP="00186E94">
      <w:pPr>
        <w:pStyle w:val="libNormal"/>
        <w:rPr>
          <w:rtl/>
        </w:rPr>
      </w:pPr>
      <w:r>
        <w:rPr>
          <w:rtl/>
        </w:rPr>
        <w:t xml:space="preserve">13 ـ الحارث بن المغيرة النصري ( كش ). </w:t>
      </w:r>
    </w:p>
    <w:p w:rsidR="007849C6" w:rsidRDefault="007849C6" w:rsidP="00186E94">
      <w:pPr>
        <w:pStyle w:val="libNormal"/>
        <w:rPr>
          <w:rtl/>
        </w:rPr>
      </w:pPr>
      <w:r>
        <w:rPr>
          <w:rtl/>
        </w:rPr>
        <w:t xml:space="preserve">14 ـ الحبيب بن جري العبسي ( جخ ) مشكوك فيه. </w:t>
      </w:r>
    </w:p>
    <w:p w:rsidR="007849C6" w:rsidRDefault="007849C6" w:rsidP="00186E94">
      <w:pPr>
        <w:pStyle w:val="libNormal"/>
        <w:rPr>
          <w:rtl/>
        </w:rPr>
      </w:pPr>
      <w:r>
        <w:rPr>
          <w:rtl/>
        </w:rPr>
        <w:t xml:space="preserve">15 ـ حريز بن عبدالله السجستاني ( جش ) جفاه الصادق </w:t>
      </w:r>
      <w:r w:rsidR="0006364F" w:rsidRPr="0006364F">
        <w:rPr>
          <w:rStyle w:val="libAlaemChar"/>
          <w:rFonts w:hint="cs"/>
          <w:rtl/>
        </w:rPr>
        <w:t>عليه‌السلام</w:t>
      </w:r>
      <w:r>
        <w:rPr>
          <w:rtl/>
        </w:rPr>
        <w:t xml:space="preserve"> وحجبه عنه. </w:t>
      </w:r>
    </w:p>
    <w:p w:rsidR="007849C6" w:rsidRDefault="007849C6" w:rsidP="00186E94">
      <w:pPr>
        <w:pStyle w:val="libNormal"/>
        <w:rPr>
          <w:rtl/>
        </w:rPr>
      </w:pPr>
      <w:r>
        <w:rPr>
          <w:rtl/>
        </w:rPr>
        <w:t xml:space="preserve">16 ـ الحسن بن الحسين اللؤلؤي. </w:t>
      </w:r>
    </w:p>
    <w:p w:rsidR="007849C6" w:rsidRDefault="007849C6" w:rsidP="00186E94">
      <w:pPr>
        <w:pStyle w:val="libNormal"/>
        <w:rPr>
          <w:rtl/>
        </w:rPr>
      </w:pPr>
      <w:r>
        <w:rPr>
          <w:rtl/>
        </w:rPr>
        <w:t xml:space="preserve">17 ـ الحسن بن أسد الطغاوي ( غض ). </w:t>
      </w:r>
    </w:p>
    <w:p w:rsidR="007849C6" w:rsidRDefault="007849C6" w:rsidP="00186E94">
      <w:pPr>
        <w:pStyle w:val="libNormal"/>
        <w:rPr>
          <w:rtl/>
        </w:rPr>
      </w:pPr>
      <w:r>
        <w:rPr>
          <w:rtl/>
        </w:rPr>
        <w:t xml:space="preserve">18 ـ الحسن بن راشد مولى بني العباس ( غض ). </w:t>
      </w:r>
    </w:p>
    <w:p w:rsidR="007849C6" w:rsidRDefault="007849C6" w:rsidP="00186E94">
      <w:pPr>
        <w:pStyle w:val="libNormal"/>
        <w:rPr>
          <w:rtl/>
        </w:rPr>
      </w:pPr>
      <w:r>
        <w:rPr>
          <w:rtl/>
        </w:rPr>
        <w:t xml:space="preserve">19 ـ الحسن بن العباس بن الحريش ( جش ). </w:t>
      </w:r>
    </w:p>
    <w:p w:rsidR="007849C6" w:rsidRDefault="007849C6" w:rsidP="00186E94">
      <w:pPr>
        <w:pStyle w:val="libNormal"/>
        <w:rPr>
          <w:rtl/>
        </w:rPr>
      </w:pPr>
      <w:r>
        <w:rPr>
          <w:rtl/>
        </w:rPr>
        <w:br w:type="page"/>
      </w:r>
      <w:r>
        <w:rPr>
          <w:rtl/>
        </w:rPr>
        <w:lastRenderedPageBreak/>
        <w:t xml:space="preserve">20 ـ الحسن بن علي بن زكريا البزوفري العدوي ( غض ). </w:t>
      </w:r>
    </w:p>
    <w:p w:rsidR="007849C6" w:rsidRDefault="007849C6" w:rsidP="00186E94">
      <w:pPr>
        <w:pStyle w:val="libNormal"/>
        <w:rPr>
          <w:rtl/>
        </w:rPr>
      </w:pPr>
      <w:r>
        <w:rPr>
          <w:rtl/>
        </w:rPr>
        <w:t xml:space="preserve">21 ـ الحسين بن أحمد المنقري ( جخ ). </w:t>
      </w:r>
    </w:p>
    <w:p w:rsidR="007849C6" w:rsidRDefault="007849C6" w:rsidP="00186E94">
      <w:pPr>
        <w:pStyle w:val="libNormal"/>
        <w:rPr>
          <w:rtl/>
        </w:rPr>
      </w:pPr>
      <w:r>
        <w:rPr>
          <w:rtl/>
        </w:rPr>
        <w:t xml:space="preserve">22 ـ حمدان أبو جعفر. </w:t>
      </w:r>
    </w:p>
    <w:p w:rsidR="007849C6" w:rsidRDefault="007849C6" w:rsidP="00186E94">
      <w:pPr>
        <w:pStyle w:val="libNormal"/>
        <w:rPr>
          <w:rtl/>
        </w:rPr>
      </w:pPr>
      <w:r>
        <w:rPr>
          <w:rtl/>
        </w:rPr>
        <w:t xml:space="preserve">23 ـ خالد بن طهمان أبو العلاء الخفاف السلولي ( جش ). </w:t>
      </w:r>
    </w:p>
    <w:p w:rsidR="007849C6" w:rsidRDefault="007849C6" w:rsidP="00186E94">
      <w:pPr>
        <w:pStyle w:val="libNormal"/>
        <w:rPr>
          <w:rtl/>
        </w:rPr>
      </w:pPr>
      <w:r>
        <w:rPr>
          <w:rtl/>
        </w:rPr>
        <w:t xml:space="preserve">24 ـ سالم بن مكرم أبو خديجة الجمال ( جخ ). </w:t>
      </w:r>
    </w:p>
    <w:p w:rsidR="007849C6" w:rsidRDefault="007849C6" w:rsidP="00186E94">
      <w:pPr>
        <w:pStyle w:val="libNormal"/>
        <w:rPr>
          <w:rtl/>
        </w:rPr>
      </w:pPr>
      <w:r>
        <w:rPr>
          <w:rtl/>
        </w:rPr>
        <w:t xml:space="preserve">25 ـ سلمة بن الخطاب أبو الفضل البراوستاني ( غض ). </w:t>
      </w:r>
    </w:p>
    <w:p w:rsidR="007849C6" w:rsidRDefault="007849C6" w:rsidP="00186E94">
      <w:pPr>
        <w:pStyle w:val="libNormal"/>
        <w:rPr>
          <w:rtl/>
        </w:rPr>
      </w:pPr>
      <w:r>
        <w:rPr>
          <w:rtl/>
        </w:rPr>
        <w:t xml:space="preserve">26 ـ سليمان بن داود المنقري ( غض ). </w:t>
      </w:r>
    </w:p>
    <w:p w:rsidR="007849C6" w:rsidRDefault="007849C6" w:rsidP="00186E94">
      <w:pPr>
        <w:pStyle w:val="libNormal"/>
        <w:rPr>
          <w:rtl/>
        </w:rPr>
      </w:pPr>
      <w:r>
        <w:rPr>
          <w:rtl/>
        </w:rPr>
        <w:t xml:space="preserve">27 ـ صالح بن الحكم النيلي الاحول ( جش ). </w:t>
      </w:r>
    </w:p>
    <w:p w:rsidR="007849C6" w:rsidRDefault="007849C6" w:rsidP="00186E94">
      <w:pPr>
        <w:pStyle w:val="libNormal"/>
        <w:rPr>
          <w:rtl/>
        </w:rPr>
      </w:pPr>
      <w:r>
        <w:rPr>
          <w:rtl/>
        </w:rPr>
        <w:t xml:space="preserve">28 ـ عبدالله بن أبي زيد الانباري ( جخ ). </w:t>
      </w:r>
    </w:p>
    <w:p w:rsidR="007849C6" w:rsidRDefault="007849C6" w:rsidP="00186E94">
      <w:pPr>
        <w:pStyle w:val="libNormal"/>
        <w:rPr>
          <w:rtl/>
        </w:rPr>
      </w:pPr>
      <w:r>
        <w:rPr>
          <w:rtl/>
        </w:rPr>
        <w:t xml:space="preserve">29 ـ عبداللله الحكم الارمني ( جش ). </w:t>
      </w:r>
    </w:p>
    <w:p w:rsidR="007849C6" w:rsidRDefault="007849C6" w:rsidP="00186E94">
      <w:pPr>
        <w:pStyle w:val="libNormal"/>
        <w:rPr>
          <w:rtl/>
        </w:rPr>
      </w:pPr>
      <w:r>
        <w:rPr>
          <w:rtl/>
        </w:rPr>
        <w:t xml:space="preserve">30 ـ عبدالله بن داهر بن يحيى الاحمري. </w:t>
      </w:r>
    </w:p>
    <w:p w:rsidR="007849C6" w:rsidRDefault="007849C6" w:rsidP="00186E94">
      <w:pPr>
        <w:pStyle w:val="libNormal"/>
        <w:rPr>
          <w:rtl/>
        </w:rPr>
      </w:pPr>
      <w:r>
        <w:rPr>
          <w:rtl/>
        </w:rPr>
        <w:t xml:space="preserve">31 ـ عبيدالله بن الدهقان الواسطي ( جش ). </w:t>
      </w:r>
    </w:p>
    <w:p w:rsidR="007849C6" w:rsidRDefault="007849C6" w:rsidP="00186E94">
      <w:pPr>
        <w:pStyle w:val="libNormal"/>
        <w:rPr>
          <w:rtl/>
        </w:rPr>
      </w:pPr>
      <w:r>
        <w:rPr>
          <w:rtl/>
        </w:rPr>
        <w:t xml:space="preserve">32 ـ عبدالله بن الهلقام ( جخ ). </w:t>
      </w:r>
    </w:p>
    <w:p w:rsidR="007849C6" w:rsidRDefault="007849C6" w:rsidP="00186E94">
      <w:pPr>
        <w:pStyle w:val="libNormal"/>
        <w:rPr>
          <w:rtl/>
        </w:rPr>
      </w:pPr>
      <w:r>
        <w:rPr>
          <w:rtl/>
        </w:rPr>
        <w:t xml:space="preserve">33 ـ عبد العزيز بن أبي ذئب ، وهو عبد العزيز بن عمران ضعفه ابن نمير. </w:t>
      </w:r>
    </w:p>
    <w:p w:rsidR="007849C6" w:rsidRDefault="007849C6" w:rsidP="00186E94">
      <w:pPr>
        <w:pStyle w:val="libNormal"/>
        <w:rPr>
          <w:rtl/>
        </w:rPr>
      </w:pPr>
      <w:r>
        <w:rPr>
          <w:rtl/>
        </w:rPr>
        <w:t xml:space="preserve">34 ـ عبد العزيز العبدي ( جش ). </w:t>
      </w:r>
    </w:p>
    <w:p w:rsidR="007849C6" w:rsidRDefault="007849C6" w:rsidP="00186E94">
      <w:pPr>
        <w:pStyle w:val="libNormal"/>
        <w:rPr>
          <w:rtl/>
        </w:rPr>
      </w:pPr>
      <w:r>
        <w:rPr>
          <w:rtl/>
        </w:rPr>
        <w:t xml:space="preserve">35 ـ عبدالملك بن المنذر القمي ( جش ). </w:t>
      </w:r>
    </w:p>
    <w:p w:rsidR="007849C6" w:rsidRDefault="007849C6" w:rsidP="00186E94">
      <w:pPr>
        <w:pStyle w:val="libNormal"/>
        <w:rPr>
          <w:rtl/>
        </w:rPr>
      </w:pPr>
      <w:r>
        <w:rPr>
          <w:rtl/>
        </w:rPr>
        <w:t xml:space="preserve">36 ـ عكرمة مولى ابن عباس ( كش ). </w:t>
      </w:r>
    </w:p>
    <w:p w:rsidR="007849C6" w:rsidRDefault="007849C6" w:rsidP="00186E94">
      <w:pPr>
        <w:pStyle w:val="libNormal"/>
        <w:rPr>
          <w:rtl/>
        </w:rPr>
      </w:pPr>
      <w:r>
        <w:rPr>
          <w:rtl/>
        </w:rPr>
        <w:t xml:space="preserve">37 ـ علي بن حسان بن كثير الهاشمي ( جش ) ضعيف جدا ( كش ) واقفي ( غض ) مخلط. </w:t>
      </w:r>
    </w:p>
    <w:p w:rsidR="007849C6" w:rsidRDefault="007849C6" w:rsidP="00186E94">
      <w:pPr>
        <w:pStyle w:val="libNormal"/>
        <w:rPr>
          <w:rtl/>
        </w:rPr>
      </w:pPr>
      <w:r>
        <w:rPr>
          <w:rtl/>
        </w:rPr>
        <w:t xml:space="preserve">38 ـ علي بن رميس البغدادي ( جخ ). </w:t>
      </w:r>
    </w:p>
    <w:p w:rsidR="007849C6" w:rsidRDefault="007849C6" w:rsidP="00186E94">
      <w:pPr>
        <w:pStyle w:val="libNormal"/>
        <w:rPr>
          <w:rtl/>
        </w:rPr>
      </w:pPr>
      <w:r>
        <w:rPr>
          <w:rtl/>
        </w:rPr>
        <w:t xml:space="preserve">39 ـ علي بن محمد القاشاني ( جخ ). </w:t>
      </w:r>
    </w:p>
    <w:p w:rsidR="007849C6" w:rsidRDefault="007849C6" w:rsidP="00186E94">
      <w:pPr>
        <w:pStyle w:val="libNormal"/>
        <w:rPr>
          <w:rtl/>
        </w:rPr>
      </w:pPr>
      <w:r>
        <w:rPr>
          <w:rtl/>
        </w:rPr>
        <w:t xml:space="preserve">40 ـ عمارة بن زيد أبو زيد الخيواني المدني ( غض ). </w:t>
      </w:r>
    </w:p>
    <w:p w:rsidR="007849C6" w:rsidRDefault="007849C6" w:rsidP="00186E94">
      <w:pPr>
        <w:pStyle w:val="libNormal"/>
        <w:rPr>
          <w:rtl/>
        </w:rPr>
      </w:pPr>
      <w:r>
        <w:rPr>
          <w:rtl/>
        </w:rPr>
        <w:t xml:space="preserve">41 ـ عمرو بن شمر أبو عبد الله الجعفي ( جش ). </w:t>
      </w:r>
    </w:p>
    <w:p w:rsidR="007849C6" w:rsidRDefault="007849C6" w:rsidP="00186E94">
      <w:pPr>
        <w:pStyle w:val="libNormal"/>
        <w:rPr>
          <w:rtl/>
        </w:rPr>
      </w:pPr>
      <w:r>
        <w:rPr>
          <w:rtl/>
        </w:rPr>
        <w:br w:type="page"/>
      </w:r>
      <w:r>
        <w:rPr>
          <w:rtl/>
        </w:rPr>
        <w:lastRenderedPageBreak/>
        <w:t xml:space="preserve">42 ـ القاسم بن الربيع الصحاف ( غض ). </w:t>
      </w:r>
    </w:p>
    <w:p w:rsidR="007849C6" w:rsidRDefault="007849C6" w:rsidP="00186E94">
      <w:pPr>
        <w:pStyle w:val="libNormal"/>
        <w:rPr>
          <w:rtl/>
        </w:rPr>
      </w:pPr>
      <w:r>
        <w:rPr>
          <w:rtl/>
        </w:rPr>
        <w:t xml:space="preserve">43 ـ محمد بن اورمة ( جخ ، غض ) اتهم بالغلو. </w:t>
      </w:r>
    </w:p>
    <w:p w:rsidR="007849C6" w:rsidRDefault="007849C6" w:rsidP="00186E94">
      <w:pPr>
        <w:pStyle w:val="libNormal"/>
        <w:rPr>
          <w:rtl/>
        </w:rPr>
      </w:pPr>
      <w:r>
        <w:rPr>
          <w:rtl/>
        </w:rPr>
        <w:t xml:space="preserve">44 ـ محمد بن عبدالملك كوفي ( جخ ). </w:t>
      </w:r>
    </w:p>
    <w:p w:rsidR="007849C6" w:rsidRDefault="007849C6" w:rsidP="00186E94">
      <w:pPr>
        <w:pStyle w:val="libNormal"/>
        <w:rPr>
          <w:rtl/>
        </w:rPr>
      </w:pPr>
      <w:r>
        <w:rPr>
          <w:rtl/>
        </w:rPr>
        <w:t xml:space="preserve">45 ـ محمد بن علي الهمداني ( جخ ). </w:t>
      </w:r>
    </w:p>
    <w:p w:rsidR="007849C6" w:rsidRDefault="007849C6" w:rsidP="00186E94">
      <w:pPr>
        <w:pStyle w:val="libNormal"/>
        <w:rPr>
          <w:rtl/>
        </w:rPr>
      </w:pPr>
      <w:r>
        <w:rPr>
          <w:rtl/>
        </w:rPr>
        <w:t xml:space="preserve">46 ـ محمد بن الفضيل الازدي كوفي ( جخ ). </w:t>
      </w:r>
    </w:p>
    <w:p w:rsidR="007849C6" w:rsidRDefault="007849C6" w:rsidP="00186E94">
      <w:pPr>
        <w:pStyle w:val="libNormal"/>
        <w:rPr>
          <w:rtl/>
        </w:rPr>
      </w:pPr>
      <w:r>
        <w:rPr>
          <w:rtl/>
        </w:rPr>
        <w:t xml:space="preserve">47 ـ محمد بن هارون ( جخ ). </w:t>
      </w:r>
    </w:p>
    <w:p w:rsidR="007849C6" w:rsidRDefault="007849C6" w:rsidP="00186E94">
      <w:pPr>
        <w:pStyle w:val="libNormal"/>
        <w:rPr>
          <w:rtl/>
        </w:rPr>
      </w:pPr>
      <w:r>
        <w:rPr>
          <w:rtl/>
        </w:rPr>
        <w:t xml:space="preserve">48 ـ محمد بن يحيى المعاذي ( جخ ). </w:t>
      </w:r>
    </w:p>
    <w:p w:rsidR="007849C6" w:rsidRDefault="007849C6" w:rsidP="00186E94">
      <w:pPr>
        <w:pStyle w:val="libNormal"/>
        <w:rPr>
          <w:rtl/>
        </w:rPr>
      </w:pPr>
      <w:r>
        <w:rPr>
          <w:rtl/>
        </w:rPr>
        <w:t xml:space="preserve">49 ـ معلي بن خنيس مولى أبي عبدالله ( جش ) ممويه ( جخ ). </w:t>
      </w:r>
    </w:p>
    <w:p w:rsidR="007849C6" w:rsidRDefault="007849C6" w:rsidP="00186E94">
      <w:pPr>
        <w:pStyle w:val="libNormal"/>
        <w:rPr>
          <w:rtl/>
        </w:rPr>
      </w:pPr>
      <w:r>
        <w:rPr>
          <w:rtl/>
        </w:rPr>
        <w:t xml:space="preserve">50 ـ موسى بن رنجويه أبوعمران الارمني ( جش ). </w:t>
      </w:r>
    </w:p>
    <w:p w:rsidR="007849C6" w:rsidRDefault="007849C6" w:rsidP="00186E94">
      <w:pPr>
        <w:pStyle w:val="libNormal"/>
        <w:rPr>
          <w:rtl/>
        </w:rPr>
      </w:pPr>
      <w:r>
        <w:rPr>
          <w:rtl/>
        </w:rPr>
        <w:t xml:space="preserve">51 ـ موسى بن سعدان الخياط ( جش ). </w:t>
      </w:r>
    </w:p>
    <w:p w:rsidR="007849C6" w:rsidRDefault="007849C6" w:rsidP="00186E94">
      <w:pPr>
        <w:pStyle w:val="libNormal"/>
        <w:rPr>
          <w:rtl/>
        </w:rPr>
      </w:pPr>
      <w:r>
        <w:rPr>
          <w:rtl/>
        </w:rPr>
        <w:t xml:space="preserve">52 ـ مياح المدائني ( جش ). </w:t>
      </w:r>
    </w:p>
    <w:p w:rsidR="007849C6" w:rsidRDefault="007849C6" w:rsidP="00186E94">
      <w:pPr>
        <w:pStyle w:val="libNormal"/>
        <w:rPr>
          <w:rtl/>
        </w:rPr>
      </w:pPr>
      <w:r>
        <w:rPr>
          <w:rtl/>
        </w:rPr>
        <w:t xml:space="preserve">53 ـ يوسف بن حماد كوفي ( كش ). </w:t>
      </w:r>
    </w:p>
    <w:p w:rsidR="007849C6" w:rsidRDefault="007849C6" w:rsidP="00186E94">
      <w:pPr>
        <w:pStyle w:val="libNormal"/>
        <w:rPr>
          <w:rtl/>
        </w:rPr>
      </w:pPr>
      <w:r>
        <w:rPr>
          <w:rtl/>
        </w:rPr>
        <w:t xml:space="preserve">54 ـ يوسف بن السخت البصري ( غض ). </w:t>
      </w:r>
    </w:p>
    <w:p w:rsidR="007849C6" w:rsidRDefault="007849C6" w:rsidP="00186E94">
      <w:pPr>
        <w:pStyle w:val="libNormal"/>
        <w:rPr>
          <w:rtl/>
        </w:rPr>
      </w:pPr>
      <w:r>
        <w:rPr>
          <w:rtl/>
        </w:rPr>
        <w:t xml:space="preserve">55 ـ يوسف بن يعقوب الجعفي ( كش ). </w:t>
      </w:r>
    </w:p>
    <w:p w:rsidR="007849C6" w:rsidRDefault="007849C6" w:rsidP="00186E94">
      <w:pPr>
        <w:pStyle w:val="libCenterBold1"/>
        <w:rPr>
          <w:rtl/>
        </w:rPr>
      </w:pPr>
      <w:r>
        <w:rPr>
          <w:rtl/>
        </w:rPr>
        <w:t xml:space="preserve">9 </w:t>
      </w:r>
      <w:r>
        <w:rPr>
          <w:rFonts w:hint="cs"/>
          <w:rtl/>
        </w:rPr>
        <w:t xml:space="preserve">ـ </w:t>
      </w:r>
      <w:r>
        <w:rPr>
          <w:rtl/>
        </w:rPr>
        <w:t>( فصل )</w:t>
      </w:r>
    </w:p>
    <w:p w:rsidR="007849C6" w:rsidRDefault="007849C6" w:rsidP="007849C6">
      <w:pPr>
        <w:pStyle w:val="Heading1"/>
        <w:rPr>
          <w:rtl/>
        </w:rPr>
      </w:pPr>
      <w:bookmarkStart w:id="202" w:name="_Toc265165293"/>
      <w:bookmarkStart w:id="203" w:name="_Toc286683222"/>
      <w:bookmarkStart w:id="204" w:name="_Toc403904079"/>
      <w:r>
        <w:rPr>
          <w:rtl/>
        </w:rPr>
        <w:t>فيمن قيل إنه مخلط أو مضطرب :</w:t>
      </w:r>
      <w:bookmarkEnd w:id="202"/>
      <w:bookmarkEnd w:id="203"/>
      <w:bookmarkEnd w:id="204"/>
      <w:r>
        <w:rPr>
          <w:rtl/>
        </w:rPr>
        <w:t xml:space="preserve"> </w:t>
      </w:r>
    </w:p>
    <w:p w:rsidR="007849C6" w:rsidRDefault="007849C6" w:rsidP="00186E94">
      <w:pPr>
        <w:pStyle w:val="libNormal"/>
        <w:rPr>
          <w:rtl/>
        </w:rPr>
      </w:pPr>
      <w:r>
        <w:rPr>
          <w:rtl/>
        </w:rPr>
        <w:t xml:space="preserve">1 ـ إسحاق بن محمد بن أحمد بن أبان ( جش ) هو معدن التخليط. </w:t>
      </w:r>
    </w:p>
    <w:p w:rsidR="007849C6" w:rsidRDefault="007849C6" w:rsidP="00186E94">
      <w:pPr>
        <w:pStyle w:val="libNormal"/>
        <w:rPr>
          <w:rtl/>
        </w:rPr>
      </w:pPr>
      <w:r>
        <w:rPr>
          <w:rtl/>
        </w:rPr>
        <w:t xml:space="preserve">2 ـ إسماعيل بن علي بن رزين بن عثمان بن عبدالرحمن بن بديل ابن ورقاء الخزاعي أبو القاسم ، ابن أخي دعبل ( جش ). </w:t>
      </w:r>
    </w:p>
    <w:p w:rsidR="007849C6" w:rsidRDefault="007849C6" w:rsidP="00186E94">
      <w:pPr>
        <w:pStyle w:val="libNormal"/>
        <w:rPr>
          <w:rtl/>
        </w:rPr>
      </w:pPr>
      <w:r>
        <w:rPr>
          <w:rtl/>
        </w:rPr>
        <w:t xml:space="preserve">3 ـ إسماعيل بن مهران بن محمد بن أبي نصر السكوني ( غض ). </w:t>
      </w:r>
    </w:p>
    <w:p w:rsidR="007849C6" w:rsidRDefault="007849C6" w:rsidP="00186E94">
      <w:pPr>
        <w:pStyle w:val="libNormal"/>
        <w:rPr>
          <w:rtl/>
        </w:rPr>
      </w:pPr>
      <w:r>
        <w:rPr>
          <w:rtl/>
        </w:rPr>
        <w:t xml:space="preserve">4 ـ جابر بن يزيد الجعفي ( جش ). </w:t>
      </w:r>
    </w:p>
    <w:p w:rsidR="007849C6" w:rsidRDefault="007849C6" w:rsidP="00186E94">
      <w:pPr>
        <w:pStyle w:val="libNormal"/>
        <w:rPr>
          <w:rtl/>
        </w:rPr>
      </w:pPr>
      <w:r>
        <w:rPr>
          <w:rtl/>
        </w:rPr>
        <w:t xml:space="preserve">5 ـ سلمة بن صالح الاحمر الواسطي ( جخ ). </w:t>
      </w:r>
    </w:p>
    <w:p w:rsidR="007849C6" w:rsidRDefault="007849C6" w:rsidP="00186E94">
      <w:pPr>
        <w:pStyle w:val="libNormal"/>
        <w:rPr>
          <w:rtl/>
        </w:rPr>
      </w:pPr>
      <w:r>
        <w:rPr>
          <w:rtl/>
        </w:rPr>
        <w:t xml:space="preserve">6 ـ عطاء بن رباح ( جخ ). </w:t>
      </w:r>
    </w:p>
    <w:p w:rsidR="007849C6" w:rsidRDefault="007849C6" w:rsidP="00186E94">
      <w:pPr>
        <w:pStyle w:val="libNormal"/>
        <w:rPr>
          <w:rtl/>
        </w:rPr>
      </w:pPr>
      <w:r>
        <w:rPr>
          <w:rtl/>
        </w:rPr>
        <w:br w:type="page"/>
      </w:r>
      <w:r>
        <w:rPr>
          <w:rtl/>
        </w:rPr>
        <w:lastRenderedPageBreak/>
        <w:t xml:space="preserve">7 ـ علي بن أحمد العقيقي. </w:t>
      </w:r>
    </w:p>
    <w:p w:rsidR="007849C6" w:rsidRDefault="007849C6" w:rsidP="00186E94">
      <w:pPr>
        <w:pStyle w:val="libNormal"/>
        <w:rPr>
          <w:rtl/>
        </w:rPr>
      </w:pPr>
      <w:r>
        <w:rPr>
          <w:rtl/>
        </w:rPr>
        <w:t xml:space="preserve">8 ـ علي بن صالح بن محمد بن يزداد الرفاء ( جش ). </w:t>
      </w:r>
    </w:p>
    <w:p w:rsidR="007849C6" w:rsidRDefault="007849C6" w:rsidP="00186E94">
      <w:pPr>
        <w:pStyle w:val="libNormal"/>
        <w:rPr>
          <w:rtl/>
        </w:rPr>
      </w:pPr>
      <w:r>
        <w:rPr>
          <w:rtl/>
        </w:rPr>
        <w:t xml:space="preserve">9 ـ علي بن محمد بن جعفر بن عنبسة الحداد العسكري ( جش ) مضطرب الحديث. </w:t>
      </w:r>
    </w:p>
    <w:p w:rsidR="007849C6" w:rsidRDefault="007849C6" w:rsidP="00186E94">
      <w:pPr>
        <w:pStyle w:val="libNormal"/>
        <w:rPr>
          <w:rtl/>
        </w:rPr>
      </w:pPr>
      <w:r>
        <w:rPr>
          <w:rtl/>
        </w:rPr>
        <w:t xml:space="preserve">10 ـ عمرو بن عبد العزيز ( جش ). </w:t>
      </w:r>
    </w:p>
    <w:p w:rsidR="007849C6" w:rsidRDefault="007849C6" w:rsidP="00186E94">
      <w:pPr>
        <w:pStyle w:val="libNormal"/>
        <w:rPr>
          <w:rtl/>
        </w:rPr>
      </w:pPr>
      <w:r>
        <w:rPr>
          <w:rtl/>
        </w:rPr>
        <w:t xml:space="preserve">11 ـ محمد بن أحمد بن محمد بن سنان ( غض ) نسبه وحديثه مضطرب. </w:t>
      </w:r>
    </w:p>
    <w:p w:rsidR="007849C6" w:rsidRDefault="007849C6" w:rsidP="00186E94">
      <w:pPr>
        <w:pStyle w:val="libNormal"/>
        <w:rPr>
          <w:rtl/>
        </w:rPr>
      </w:pPr>
      <w:r>
        <w:rPr>
          <w:rtl/>
        </w:rPr>
        <w:t xml:space="preserve">12 ـ محمد بن جعفر بن بطة المؤدب القمي ( جش ). </w:t>
      </w:r>
    </w:p>
    <w:p w:rsidR="007849C6" w:rsidRDefault="007849C6" w:rsidP="00186E94">
      <w:pPr>
        <w:pStyle w:val="libNormal"/>
        <w:rPr>
          <w:rtl/>
        </w:rPr>
      </w:pPr>
      <w:r>
        <w:rPr>
          <w:rtl/>
        </w:rPr>
        <w:t xml:space="preserve">13 ـ محمد بن جعفر بن عنبسة الاهوازي الحداد يعرف بابن ريذويه ( جش ). </w:t>
      </w:r>
    </w:p>
    <w:p w:rsidR="007849C6" w:rsidRDefault="007849C6" w:rsidP="00186E94">
      <w:pPr>
        <w:pStyle w:val="libNormal"/>
        <w:rPr>
          <w:rtl/>
        </w:rPr>
      </w:pPr>
      <w:r>
        <w:rPr>
          <w:rtl/>
        </w:rPr>
        <w:t xml:space="preserve">14 ـ محمد بن عبدالله بن البهلول بن همام أبو الفضل ( جش ). </w:t>
      </w:r>
    </w:p>
    <w:p w:rsidR="007849C6" w:rsidRDefault="007849C6" w:rsidP="00186E94">
      <w:pPr>
        <w:pStyle w:val="libNormal"/>
        <w:rPr>
          <w:rtl/>
        </w:rPr>
      </w:pPr>
      <w:r>
        <w:rPr>
          <w:rtl/>
        </w:rPr>
        <w:t xml:space="preserve">15 ـ محمد بن عمر الجرجاني ( جش ). </w:t>
      </w:r>
    </w:p>
    <w:p w:rsidR="007849C6" w:rsidRDefault="007849C6" w:rsidP="00186E94">
      <w:pPr>
        <w:pStyle w:val="libNormal"/>
        <w:rPr>
          <w:rtl/>
        </w:rPr>
      </w:pPr>
      <w:r>
        <w:rPr>
          <w:rtl/>
        </w:rPr>
        <w:t xml:space="preserve">16 ـ محمد بن المظفر أبو دلف الازدي ( جش ). </w:t>
      </w:r>
    </w:p>
    <w:p w:rsidR="007849C6" w:rsidRDefault="007849C6" w:rsidP="00186E94">
      <w:pPr>
        <w:pStyle w:val="libNormal"/>
        <w:rPr>
          <w:rtl/>
        </w:rPr>
      </w:pPr>
      <w:r>
        <w:rPr>
          <w:rtl/>
        </w:rPr>
        <w:t xml:space="preserve">17 ـ معلي بن محمد البصري ( جش ). </w:t>
      </w:r>
    </w:p>
    <w:p w:rsidR="007849C6" w:rsidRDefault="007849C6" w:rsidP="00186E94">
      <w:pPr>
        <w:pStyle w:val="libNormal"/>
        <w:rPr>
          <w:rtl/>
        </w:rPr>
      </w:pPr>
      <w:r>
        <w:rPr>
          <w:rtl/>
        </w:rPr>
        <w:t xml:space="preserve">18 ـ منصور بن العباس أبو الحسن الرازي ( جش ). </w:t>
      </w:r>
    </w:p>
    <w:p w:rsidR="007849C6" w:rsidRDefault="007849C6" w:rsidP="00186E94">
      <w:pPr>
        <w:pStyle w:val="libNormal"/>
        <w:rPr>
          <w:rtl/>
        </w:rPr>
      </w:pPr>
      <w:r>
        <w:rPr>
          <w:rtl/>
        </w:rPr>
        <w:t xml:space="preserve">19 ـ يحيى بن زكريا النرماشيري أبو الحسن ( جش ). </w:t>
      </w:r>
    </w:p>
    <w:p w:rsidR="007849C6" w:rsidRDefault="007849C6" w:rsidP="00186E94">
      <w:pPr>
        <w:pStyle w:val="libCenterBold1"/>
        <w:rPr>
          <w:rtl/>
        </w:rPr>
      </w:pPr>
      <w:r>
        <w:rPr>
          <w:rtl/>
        </w:rPr>
        <w:t>10 ـ ( فصل )</w:t>
      </w:r>
    </w:p>
    <w:p w:rsidR="007849C6" w:rsidRDefault="007849C6" w:rsidP="007849C6">
      <w:pPr>
        <w:pStyle w:val="Heading1"/>
        <w:rPr>
          <w:rtl/>
        </w:rPr>
      </w:pPr>
      <w:bookmarkStart w:id="205" w:name="_Toc265165294"/>
      <w:bookmarkStart w:id="206" w:name="_Toc286683223"/>
      <w:bookmarkStart w:id="207" w:name="_Toc403904080"/>
      <w:r>
        <w:rPr>
          <w:rtl/>
        </w:rPr>
        <w:t>فيمن قيل يعرف حديثه تارة وينكر اخرى :</w:t>
      </w:r>
      <w:bookmarkEnd w:id="205"/>
      <w:bookmarkEnd w:id="206"/>
      <w:bookmarkEnd w:id="207"/>
      <w:r>
        <w:rPr>
          <w:rtl/>
        </w:rPr>
        <w:t xml:space="preserve"> </w:t>
      </w:r>
    </w:p>
    <w:p w:rsidR="007849C6" w:rsidRDefault="007849C6" w:rsidP="00186E94">
      <w:pPr>
        <w:pStyle w:val="libNormal"/>
        <w:rPr>
          <w:rtl/>
        </w:rPr>
      </w:pPr>
      <w:r>
        <w:rPr>
          <w:rtl/>
        </w:rPr>
        <w:t xml:space="preserve">1 ـ سهيل بن زياد الواسطي أبو يحيى ( غض ). </w:t>
      </w:r>
    </w:p>
    <w:p w:rsidR="007849C6" w:rsidRDefault="007849C6" w:rsidP="00186E94">
      <w:pPr>
        <w:pStyle w:val="libNormal"/>
        <w:rPr>
          <w:rtl/>
        </w:rPr>
      </w:pPr>
      <w:r>
        <w:rPr>
          <w:rtl/>
        </w:rPr>
        <w:t xml:space="preserve">2 ـ صالح بن أبي حماد ، أبو الحسين الرازي ( جش ). </w:t>
      </w:r>
    </w:p>
    <w:p w:rsidR="007849C6" w:rsidRDefault="007849C6" w:rsidP="00186E94">
      <w:pPr>
        <w:pStyle w:val="libNormal"/>
        <w:rPr>
          <w:rtl/>
        </w:rPr>
      </w:pPr>
      <w:r>
        <w:rPr>
          <w:rtl/>
        </w:rPr>
        <w:t xml:space="preserve">3 ـ عبدالرحمن بن أحمد بن نهيك السمرقندي الملقب بدحمان ( جش ). </w:t>
      </w:r>
    </w:p>
    <w:p w:rsidR="007849C6" w:rsidRDefault="007849C6" w:rsidP="00186E94">
      <w:pPr>
        <w:pStyle w:val="libNormal"/>
        <w:rPr>
          <w:rtl/>
        </w:rPr>
      </w:pPr>
      <w:r>
        <w:rPr>
          <w:rtl/>
        </w:rPr>
        <w:t xml:space="preserve">4 ـ علي بن جعفر الهماني ( جش ). </w:t>
      </w:r>
    </w:p>
    <w:p w:rsidR="007849C6" w:rsidRDefault="007849C6" w:rsidP="00186E94">
      <w:pPr>
        <w:pStyle w:val="libNormal"/>
        <w:rPr>
          <w:rtl/>
        </w:rPr>
      </w:pPr>
      <w:r>
        <w:rPr>
          <w:rtl/>
        </w:rPr>
        <w:t xml:space="preserve">5 ـ محمد بن حسان الرازي أبو عبد الله الزيدي ( جش ). </w:t>
      </w:r>
    </w:p>
    <w:p w:rsidR="007849C6" w:rsidRDefault="007849C6" w:rsidP="00186E94">
      <w:pPr>
        <w:pStyle w:val="libNormal"/>
        <w:rPr>
          <w:rtl/>
        </w:rPr>
      </w:pPr>
      <w:r>
        <w:rPr>
          <w:rtl/>
        </w:rPr>
        <w:br w:type="page"/>
      </w:r>
      <w:r>
        <w:rPr>
          <w:rtl/>
        </w:rPr>
        <w:lastRenderedPageBreak/>
        <w:t xml:space="preserve">6 ـ محمد بن خالد بن عبدالرحمن بن علي البرقي ( غض ). </w:t>
      </w:r>
    </w:p>
    <w:p w:rsidR="007849C6" w:rsidRDefault="007849C6" w:rsidP="00186E94">
      <w:pPr>
        <w:pStyle w:val="libCenterBold1"/>
        <w:rPr>
          <w:rtl/>
        </w:rPr>
      </w:pPr>
      <w:r>
        <w:rPr>
          <w:rtl/>
        </w:rPr>
        <w:t>11 ـ ( فصل )</w:t>
      </w:r>
    </w:p>
    <w:p w:rsidR="007849C6" w:rsidRDefault="007849C6" w:rsidP="007849C6">
      <w:pPr>
        <w:pStyle w:val="Heading1"/>
        <w:rPr>
          <w:rtl/>
        </w:rPr>
      </w:pPr>
      <w:bookmarkStart w:id="208" w:name="_Toc265165295"/>
      <w:bookmarkStart w:id="209" w:name="_Toc286683224"/>
      <w:bookmarkStart w:id="210" w:name="_Toc403904081"/>
      <w:r>
        <w:rPr>
          <w:rtl/>
        </w:rPr>
        <w:t>فيمن طعن عليه بفساد مذهبه :</w:t>
      </w:r>
      <w:bookmarkEnd w:id="208"/>
      <w:bookmarkEnd w:id="209"/>
      <w:bookmarkEnd w:id="210"/>
      <w:r>
        <w:rPr>
          <w:rtl/>
        </w:rPr>
        <w:t xml:space="preserve"> </w:t>
      </w:r>
    </w:p>
    <w:p w:rsidR="007849C6" w:rsidRDefault="007849C6" w:rsidP="00186E94">
      <w:pPr>
        <w:pStyle w:val="libNormal"/>
        <w:rPr>
          <w:rtl/>
        </w:rPr>
      </w:pPr>
      <w:r>
        <w:rPr>
          <w:rtl/>
        </w:rPr>
        <w:t xml:space="preserve">1 ـ أحمد بن محمد بن نوح البصري السيرافي ( ست ) : حكي عنه مذاهب فاسدة في الاصول كالرؤية وغيرها. </w:t>
      </w:r>
    </w:p>
    <w:p w:rsidR="007849C6" w:rsidRDefault="007849C6" w:rsidP="00186E94">
      <w:pPr>
        <w:pStyle w:val="libNormal"/>
        <w:rPr>
          <w:rtl/>
        </w:rPr>
      </w:pPr>
      <w:r>
        <w:rPr>
          <w:rtl/>
        </w:rPr>
        <w:t xml:space="preserve">2 ـ الحسين بن أحمد بن المغيرة أبو عبد الله البوشنجي ( غض ). </w:t>
      </w:r>
    </w:p>
    <w:p w:rsidR="007849C6" w:rsidRDefault="007849C6" w:rsidP="00186E94">
      <w:pPr>
        <w:pStyle w:val="libNormal"/>
        <w:rPr>
          <w:rtl/>
        </w:rPr>
      </w:pPr>
      <w:r>
        <w:rPr>
          <w:rtl/>
        </w:rPr>
        <w:t xml:space="preserve">3 ـ الحسين بن حمدان الخصيبي الجنبلاني أبو عبد الله ( جش ). </w:t>
      </w:r>
    </w:p>
    <w:p w:rsidR="007849C6" w:rsidRDefault="007849C6" w:rsidP="00186E94">
      <w:pPr>
        <w:pStyle w:val="libNormal"/>
        <w:rPr>
          <w:rtl/>
        </w:rPr>
      </w:pPr>
      <w:r>
        <w:rPr>
          <w:rtl/>
        </w:rPr>
        <w:t xml:space="preserve">4 ـ الحسين بن قياما ( كش ). </w:t>
      </w:r>
    </w:p>
    <w:p w:rsidR="007849C6" w:rsidRDefault="007849C6" w:rsidP="00186E94">
      <w:pPr>
        <w:pStyle w:val="libNormal"/>
        <w:rPr>
          <w:rtl/>
        </w:rPr>
      </w:pPr>
      <w:r>
        <w:rPr>
          <w:rtl/>
        </w:rPr>
        <w:t xml:space="preserve">5 ـ داود بن كثير الرقي ( غض ). </w:t>
      </w:r>
    </w:p>
    <w:p w:rsidR="007849C6" w:rsidRDefault="007849C6" w:rsidP="00186E94">
      <w:pPr>
        <w:pStyle w:val="libNormal"/>
        <w:rPr>
          <w:rtl/>
        </w:rPr>
      </w:pPr>
      <w:r>
        <w:rPr>
          <w:rtl/>
        </w:rPr>
        <w:t xml:space="preserve">6 ـ علي بن عبدالله بن محمد بن عاصم المعروف بالخديجي ( جش ). </w:t>
      </w:r>
    </w:p>
    <w:p w:rsidR="007849C6" w:rsidRDefault="007849C6" w:rsidP="00186E94">
      <w:pPr>
        <w:pStyle w:val="libNormal"/>
        <w:rPr>
          <w:rtl/>
        </w:rPr>
      </w:pPr>
      <w:r>
        <w:rPr>
          <w:rtl/>
        </w:rPr>
        <w:t xml:space="preserve">7 ـ علي بن محمد بن شيرة القاشاني أبو الحسن ( جش ). </w:t>
      </w:r>
    </w:p>
    <w:p w:rsidR="007849C6" w:rsidRDefault="007849C6" w:rsidP="00186E94">
      <w:pPr>
        <w:pStyle w:val="libNormal"/>
        <w:rPr>
          <w:rtl/>
        </w:rPr>
      </w:pPr>
      <w:r>
        <w:rPr>
          <w:rtl/>
        </w:rPr>
        <w:t xml:space="preserve">8 ـ فارس بن حاتم بن ماهويه القزويني ( غض ). </w:t>
      </w:r>
    </w:p>
    <w:p w:rsidR="007849C6" w:rsidRDefault="007849C6" w:rsidP="00186E94">
      <w:pPr>
        <w:pStyle w:val="libNormal"/>
        <w:rPr>
          <w:rtl/>
        </w:rPr>
      </w:pPr>
      <w:r>
        <w:rPr>
          <w:rtl/>
        </w:rPr>
        <w:t xml:space="preserve">9 ـ قعنب بن أعين ( كش ) كان مرجئا. </w:t>
      </w:r>
    </w:p>
    <w:p w:rsidR="007849C6" w:rsidRDefault="007849C6" w:rsidP="00186E94">
      <w:pPr>
        <w:pStyle w:val="libNormal"/>
        <w:rPr>
          <w:rtl/>
        </w:rPr>
      </w:pPr>
      <w:r>
        <w:rPr>
          <w:rtl/>
        </w:rPr>
        <w:t xml:space="preserve">10 ـ المفضل بن عمر ( جش ). </w:t>
      </w:r>
    </w:p>
    <w:p w:rsidR="007849C6" w:rsidRDefault="007849C6" w:rsidP="00186E94">
      <w:pPr>
        <w:pStyle w:val="libNormal"/>
        <w:rPr>
          <w:rtl/>
        </w:rPr>
      </w:pPr>
      <w:r>
        <w:rPr>
          <w:rtl/>
        </w:rPr>
        <w:t xml:space="preserve">11 ـ هارون بن مسلم بن سعدان الكاتب السرمن رائي ( جش ). </w:t>
      </w:r>
    </w:p>
    <w:p w:rsidR="007849C6" w:rsidRDefault="007849C6" w:rsidP="00186E94">
      <w:pPr>
        <w:pStyle w:val="libNormal"/>
        <w:rPr>
          <w:rtl/>
        </w:rPr>
      </w:pPr>
      <w:r>
        <w:rPr>
          <w:rtl/>
        </w:rPr>
        <w:t xml:space="preserve">12 ـ هشام بن إبراهيم العباسي ( غض ). </w:t>
      </w:r>
    </w:p>
    <w:p w:rsidR="007849C6" w:rsidRDefault="007849C6" w:rsidP="00186E94">
      <w:pPr>
        <w:pStyle w:val="libCenterBold1"/>
        <w:rPr>
          <w:rtl/>
        </w:rPr>
      </w:pPr>
      <w:r>
        <w:rPr>
          <w:rtl/>
        </w:rPr>
        <w:t>12 ـ ( فصل )</w:t>
      </w:r>
    </w:p>
    <w:p w:rsidR="007849C6" w:rsidRDefault="007849C6" w:rsidP="007849C6">
      <w:pPr>
        <w:pStyle w:val="Heading1"/>
        <w:rPr>
          <w:rtl/>
        </w:rPr>
      </w:pPr>
      <w:bookmarkStart w:id="211" w:name="_Toc265165296"/>
      <w:bookmarkStart w:id="212" w:name="_Toc286683225"/>
      <w:bookmarkStart w:id="213" w:name="_Toc403904082"/>
      <w:r>
        <w:rPr>
          <w:rtl/>
        </w:rPr>
        <w:t>فيمن قيل إنه ثقة لكنه يروي عن الضعفاء :</w:t>
      </w:r>
      <w:bookmarkEnd w:id="211"/>
      <w:bookmarkEnd w:id="212"/>
      <w:bookmarkEnd w:id="213"/>
      <w:r>
        <w:rPr>
          <w:rtl/>
        </w:rPr>
        <w:t xml:space="preserve"> </w:t>
      </w:r>
    </w:p>
    <w:p w:rsidR="007849C6" w:rsidRDefault="007849C6" w:rsidP="00186E94">
      <w:pPr>
        <w:pStyle w:val="libNormal"/>
        <w:rPr>
          <w:rtl/>
        </w:rPr>
      </w:pPr>
      <w:r>
        <w:rPr>
          <w:rtl/>
        </w:rPr>
        <w:t xml:space="preserve">1 ـ أحمد بن محمد بن خالد البرقي ( جش ، غض ). </w:t>
      </w:r>
    </w:p>
    <w:p w:rsidR="007849C6" w:rsidRDefault="007849C6" w:rsidP="00186E94">
      <w:pPr>
        <w:pStyle w:val="libNormal"/>
        <w:rPr>
          <w:rtl/>
        </w:rPr>
      </w:pPr>
      <w:r>
        <w:rPr>
          <w:rtl/>
        </w:rPr>
        <w:t xml:space="preserve">2 ـ أحمد بن محمد بن جعفر أبو علي الصولي ( جش ). </w:t>
      </w:r>
    </w:p>
    <w:p w:rsidR="007849C6" w:rsidRDefault="007849C6" w:rsidP="00186E94">
      <w:pPr>
        <w:pStyle w:val="libNormal"/>
        <w:rPr>
          <w:rtl/>
        </w:rPr>
      </w:pPr>
      <w:r>
        <w:rPr>
          <w:rtl/>
        </w:rPr>
        <w:t xml:space="preserve">3 ـ حذيفة الخزاعي ( غض ). </w:t>
      </w:r>
    </w:p>
    <w:p w:rsidR="007849C6" w:rsidRDefault="007849C6" w:rsidP="00186E94">
      <w:pPr>
        <w:pStyle w:val="libNormal"/>
        <w:rPr>
          <w:rtl/>
        </w:rPr>
      </w:pPr>
      <w:r>
        <w:rPr>
          <w:rtl/>
        </w:rPr>
        <w:t xml:space="preserve">4 ـ الحسن بن محمد بن جمهور العمي ( جش ). </w:t>
      </w:r>
    </w:p>
    <w:p w:rsidR="007849C6" w:rsidRDefault="007849C6" w:rsidP="00186E94">
      <w:pPr>
        <w:pStyle w:val="libNormal"/>
        <w:rPr>
          <w:rtl/>
        </w:rPr>
      </w:pPr>
      <w:r>
        <w:rPr>
          <w:rtl/>
        </w:rPr>
        <w:br w:type="page"/>
      </w:r>
      <w:r>
        <w:rPr>
          <w:rtl/>
        </w:rPr>
        <w:lastRenderedPageBreak/>
        <w:t xml:space="preserve">5 ـ الحسين بن أسد البصري ( غض ). </w:t>
      </w:r>
    </w:p>
    <w:p w:rsidR="007849C6" w:rsidRDefault="007849C6" w:rsidP="00186E94">
      <w:pPr>
        <w:pStyle w:val="libNormal"/>
        <w:rPr>
          <w:rtl/>
        </w:rPr>
      </w:pPr>
      <w:r>
        <w:rPr>
          <w:rtl/>
        </w:rPr>
        <w:t xml:space="preserve">6 ـ علي بن أبي سهل حاتم بن أبي حاتم القزويني أبو الحسن ( جش ). </w:t>
      </w:r>
    </w:p>
    <w:p w:rsidR="007849C6" w:rsidRDefault="007849C6" w:rsidP="00186E94">
      <w:pPr>
        <w:pStyle w:val="libNormal"/>
        <w:rPr>
          <w:rtl/>
        </w:rPr>
      </w:pPr>
      <w:r>
        <w:rPr>
          <w:rtl/>
        </w:rPr>
        <w:t xml:space="preserve">7 ـ محمد بن جعفر بن عون الاسدي أبو الحسن ساكن الري يقال له محمد بن أبي عبدالله ( جش ). </w:t>
      </w:r>
    </w:p>
    <w:p w:rsidR="007849C6" w:rsidRDefault="007849C6" w:rsidP="00186E94">
      <w:pPr>
        <w:pStyle w:val="libNormal"/>
        <w:rPr>
          <w:rtl/>
        </w:rPr>
      </w:pPr>
      <w:r>
        <w:rPr>
          <w:rtl/>
        </w:rPr>
        <w:t xml:space="preserve">8 ـ نصر بن مزاحم المنقري العطار أبو الفضل ( جش ). </w:t>
      </w:r>
    </w:p>
    <w:p w:rsidR="007849C6" w:rsidRDefault="007849C6" w:rsidP="00186E94">
      <w:pPr>
        <w:pStyle w:val="libCenterBold1"/>
        <w:rPr>
          <w:rtl/>
        </w:rPr>
      </w:pPr>
      <w:r>
        <w:rPr>
          <w:rtl/>
        </w:rPr>
        <w:t>13 ـ ( فصل )</w:t>
      </w:r>
    </w:p>
    <w:p w:rsidR="007849C6" w:rsidRDefault="007849C6" w:rsidP="007849C6">
      <w:pPr>
        <w:pStyle w:val="Heading1"/>
        <w:rPr>
          <w:rtl/>
        </w:rPr>
      </w:pPr>
      <w:bookmarkStart w:id="214" w:name="_Toc265165297"/>
      <w:bookmarkStart w:id="215" w:name="_Toc286683226"/>
      <w:bookmarkStart w:id="216" w:name="_Toc403904083"/>
      <w:r>
        <w:rPr>
          <w:rtl/>
        </w:rPr>
        <w:t>فيمن قيل إنه يضع الحديث :</w:t>
      </w:r>
      <w:bookmarkEnd w:id="214"/>
      <w:bookmarkEnd w:id="215"/>
      <w:bookmarkEnd w:id="216"/>
      <w:r>
        <w:rPr>
          <w:rtl/>
        </w:rPr>
        <w:t xml:space="preserve"> </w:t>
      </w:r>
    </w:p>
    <w:p w:rsidR="007849C6" w:rsidRDefault="007849C6" w:rsidP="00186E94">
      <w:pPr>
        <w:pStyle w:val="libNormal"/>
        <w:rPr>
          <w:rtl/>
        </w:rPr>
      </w:pPr>
      <w:r>
        <w:rPr>
          <w:rtl/>
        </w:rPr>
        <w:t xml:space="preserve">1 ـ أبان بن أبي عياش ( غض ). </w:t>
      </w:r>
    </w:p>
    <w:p w:rsidR="007849C6" w:rsidRDefault="007849C6" w:rsidP="00186E94">
      <w:pPr>
        <w:pStyle w:val="libNormal"/>
        <w:rPr>
          <w:rtl/>
        </w:rPr>
      </w:pPr>
      <w:r>
        <w:rPr>
          <w:rtl/>
        </w:rPr>
        <w:t xml:space="preserve">2 ـ الحسن بن محمد بن الحسن. </w:t>
      </w:r>
    </w:p>
    <w:p w:rsidR="007849C6" w:rsidRDefault="007849C6" w:rsidP="00186E94">
      <w:pPr>
        <w:pStyle w:val="libNormal"/>
        <w:rPr>
          <w:rtl/>
        </w:rPr>
      </w:pPr>
      <w:r>
        <w:rPr>
          <w:rtl/>
        </w:rPr>
        <w:t xml:space="preserve">3 ـ جعفر بن عبيدالله بن الحسين بن علي بن الحسين بن علي بن أبي طالب صاحب النسب ( غض ). </w:t>
      </w:r>
    </w:p>
    <w:p w:rsidR="007849C6" w:rsidRDefault="007849C6" w:rsidP="00186E94">
      <w:pPr>
        <w:pStyle w:val="libNormal"/>
        <w:rPr>
          <w:rtl/>
        </w:rPr>
      </w:pPr>
      <w:r>
        <w:rPr>
          <w:rtl/>
        </w:rPr>
        <w:t xml:space="preserve">4 ـ عبدالله بن محمد البلوي ( غض ). </w:t>
      </w:r>
    </w:p>
    <w:p w:rsidR="007849C6" w:rsidRDefault="007849C6" w:rsidP="00186E94">
      <w:pPr>
        <w:pStyle w:val="libNormal"/>
        <w:rPr>
          <w:rtl/>
        </w:rPr>
      </w:pPr>
      <w:r>
        <w:rPr>
          <w:rtl/>
        </w:rPr>
        <w:t xml:space="preserve">5 ـ عبيد بن كثير بن محمد ، وقيل عبيد بن محمد بن كثير ، المكاري الكلابي الوحيدي يكنى أبا المحجل ( غض ). </w:t>
      </w:r>
    </w:p>
    <w:p w:rsidR="007849C6" w:rsidRDefault="007849C6" w:rsidP="00186E94">
      <w:pPr>
        <w:pStyle w:val="libNormal"/>
        <w:rPr>
          <w:rtl/>
        </w:rPr>
      </w:pPr>
      <w:r>
        <w:rPr>
          <w:rtl/>
        </w:rPr>
        <w:t xml:space="preserve">6 ـ عبدالرحمن بن كثير الهاشمي ( جش ). </w:t>
      </w:r>
    </w:p>
    <w:p w:rsidR="007849C6" w:rsidRDefault="007849C6" w:rsidP="00186E94">
      <w:pPr>
        <w:pStyle w:val="libNormal"/>
        <w:rPr>
          <w:rtl/>
        </w:rPr>
      </w:pPr>
      <w:r>
        <w:rPr>
          <w:rtl/>
        </w:rPr>
        <w:t xml:space="preserve">7 ـ محمد بن عبدالله بن المطلب الشيباني يكنى أبا المفصل ( غض ). </w:t>
      </w:r>
    </w:p>
    <w:p w:rsidR="007849C6" w:rsidRDefault="007849C6" w:rsidP="00186E94">
      <w:pPr>
        <w:pStyle w:val="libNormal"/>
        <w:rPr>
          <w:rtl/>
        </w:rPr>
      </w:pPr>
      <w:r>
        <w:rPr>
          <w:rtl/>
        </w:rPr>
        <w:t xml:space="preserve">8 ـ المفضل بن صالح أبو جميلة السكوني وقيل الاسدي النخاس ( غض ). </w:t>
      </w:r>
    </w:p>
    <w:p w:rsidR="007849C6" w:rsidRDefault="007849C6" w:rsidP="00186E94">
      <w:pPr>
        <w:pStyle w:val="libNormal"/>
        <w:rPr>
          <w:rtl/>
        </w:rPr>
      </w:pPr>
      <w:r>
        <w:rPr>
          <w:rtl/>
        </w:rPr>
        <w:t xml:space="preserve">9 ـ يونس بن ظبيان ( غض ). </w:t>
      </w:r>
    </w:p>
    <w:p w:rsidR="007849C6" w:rsidRDefault="007849C6" w:rsidP="00186E94">
      <w:pPr>
        <w:pStyle w:val="libCenterBold1"/>
        <w:rPr>
          <w:rtl/>
        </w:rPr>
      </w:pPr>
      <w:r>
        <w:rPr>
          <w:rtl/>
        </w:rPr>
        <w:t>( وممن أطلق عليه الكذب )</w:t>
      </w:r>
    </w:p>
    <w:p w:rsidR="007849C6" w:rsidRDefault="007849C6" w:rsidP="00186E94">
      <w:pPr>
        <w:pStyle w:val="libNormal"/>
        <w:rPr>
          <w:rtl/>
        </w:rPr>
      </w:pPr>
      <w:r>
        <w:rPr>
          <w:rtl/>
        </w:rPr>
        <w:t xml:space="preserve">1 ـ جعفر بن محمد بن مالك ( غض ). </w:t>
      </w:r>
    </w:p>
    <w:p w:rsidR="007849C6" w:rsidRDefault="007849C6" w:rsidP="00186E94">
      <w:pPr>
        <w:pStyle w:val="libNormal"/>
        <w:rPr>
          <w:rtl/>
        </w:rPr>
      </w:pPr>
      <w:r>
        <w:rPr>
          <w:rtl/>
        </w:rPr>
        <w:t xml:space="preserve">2 ـ سليمان بن عمرو بن داود النخعي كذاب النخع ( غض ). </w:t>
      </w:r>
    </w:p>
    <w:p w:rsidR="007849C6" w:rsidRDefault="007849C6" w:rsidP="00186E94">
      <w:pPr>
        <w:pStyle w:val="libNormal"/>
        <w:rPr>
          <w:rtl/>
        </w:rPr>
      </w:pPr>
      <w:r>
        <w:rPr>
          <w:rtl/>
        </w:rPr>
        <w:t xml:space="preserve">3 ـ عمر أخو عذافر ( كش ) كذبه الصادق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br w:type="page"/>
      </w:r>
      <w:r>
        <w:rPr>
          <w:rtl/>
        </w:rPr>
        <w:lastRenderedPageBreak/>
        <w:t xml:space="preserve">4 ـ المغيرة بن سعيد ( كش ). </w:t>
      </w:r>
    </w:p>
    <w:p w:rsidR="007849C6" w:rsidRDefault="007849C6" w:rsidP="00186E94">
      <w:pPr>
        <w:pStyle w:val="libCenterBold1"/>
        <w:rPr>
          <w:rtl/>
        </w:rPr>
      </w:pPr>
      <w:r>
        <w:rPr>
          <w:rtl/>
        </w:rPr>
        <w:t>14 ـ ( فصل )</w:t>
      </w:r>
    </w:p>
    <w:p w:rsidR="007849C6" w:rsidRDefault="007849C6" w:rsidP="007849C6">
      <w:pPr>
        <w:pStyle w:val="Heading1"/>
        <w:rPr>
          <w:rtl/>
        </w:rPr>
      </w:pPr>
      <w:bookmarkStart w:id="217" w:name="_Toc265165298"/>
      <w:bookmarkStart w:id="218" w:name="_Toc286683227"/>
      <w:bookmarkStart w:id="219" w:name="_Toc403904084"/>
      <w:r>
        <w:rPr>
          <w:rtl/>
        </w:rPr>
        <w:t>فيمن وردت فيه اللعنة :</w:t>
      </w:r>
      <w:bookmarkEnd w:id="217"/>
      <w:bookmarkEnd w:id="218"/>
      <w:bookmarkEnd w:id="219"/>
      <w:r>
        <w:rPr>
          <w:rtl/>
        </w:rPr>
        <w:t xml:space="preserve"> </w:t>
      </w:r>
    </w:p>
    <w:p w:rsidR="007849C6" w:rsidRDefault="007849C6" w:rsidP="00186E94">
      <w:pPr>
        <w:pStyle w:val="libNormal"/>
        <w:rPr>
          <w:rtl/>
        </w:rPr>
      </w:pPr>
      <w:r>
        <w:rPr>
          <w:rtl/>
        </w:rPr>
        <w:t xml:space="preserve">1 ـ أبو هارون المكفوف. </w:t>
      </w:r>
    </w:p>
    <w:p w:rsidR="007849C6" w:rsidRDefault="007849C6" w:rsidP="00186E94">
      <w:pPr>
        <w:pStyle w:val="libNormal"/>
        <w:rPr>
          <w:rtl/>
        </w:rPr>
      </w:pPr>
      <w:r>
        <w:rPr>
          <w:rtl/>
        </w:rPr>
        <w:t xml:space="preserve">2 ـ أحمد بن هلال أبو جعفر العبرتائي ( كش ). </w:t>
      </w:r>
    </w:p>
    <w:p w:rsidR="007849C6" w:rsidRDefault="007849C6" w:rsidP="00186E94">
      <w:pPr>
        <w:pStyle w:val="libNormal"/>
        <w:rPr>
          <w:rtl/>
        </w:rPr>
      </w:pPr>
      <w:r>
        <w:rPr>
          <w:rtl/>
        </w:rPr>
        <w:t xml:space="preserve">3 ـ أشعث بن قيس أبو محمد ( جخ ). </w:t>
      </w:r>
    </w:p>
    <w:p w:rsidR="007849C6" w:rsidRDefault="007849C6" w:rsidP="00186E94">
      <w:pPr>
        <w:pStyle w:val="libNormal"/>
        <w:rPr>
          <w:rtl/>
        </w:rPr>
      </w:pPr>
      <w:r>
        <w:rPr>
          <w:rtl/>
        </w:rPr>
        <w:t xml:space="preserve">4 ـ بسر بن أرطاة ، وقيل ابن أبي أرطاة القرشي ( ست ). </w:t>
      </w:r>
    </w:p>
    <w:p w:rsidR="007849C6" w:rsidRDefault="007849C6" w:rsidP="00186E94">
      <w:pPr>
        <w:pStyle w:val="libNormal"/>
        <w:rPr>
          <w:rtl/>
        </w:rPr>
      </w:pPr>
      <w:r>
        <w:rPr>
          <w:rtl/>
        </w:rPr>
        <w:t xml:space="preserve">5 ـ بشار الشعيري الدهقان ( كش ). </w:t>
      </w:r>
    </w:p>
    <w:p w:rsidR="007849C6" w:rsidRDefault="007849C6" w:rsidP="00186E94">
      <w:pPr>
        <w:pStyle w:val="libNormal"/>
        <w:rPr>
          <w:rtl/>
        </w:rPr>
      </w:pPr>
      <w:r>
        <w:rPr>
          <w:rtl/>
        </w:rPr>
        <w:t xml:space="preserve">6 ـ عبدالله بن الكواء ( جخ ). </w:t>
      </w:r>
    </w:p>
    <w:p w:rsidR="007849C6" w:rsidRDefault="007849C6" w:rsidP="00186E94">
      <w:pPr>
        <w:pStyle w:val="libNormal"/>
        <w:rPr>
          <w:rtl/>
        </w:rPr>
      </w:pPr>
      <w:r>
        <w:rPr>
          <w:rtl/>
        </w:rPr>
        <w:t xml:space="preserve">7 ـ عبدالله بن ميمون القداح المكي ( جخ ). </w:t>
      </w:r>
    </w:p>
    <w:p w:rsidR="007849C6" w:rsidRDefault="007849C6" w:rsidP="00186E94">
      <w:pPr>
        <w:pStyle w:val="libNormal"/>
        <w:rPr>
          <w:rtl/>
        </w:rPr>
      </w:pPr>
      <w:r>
        <w:rPr>
          <w:rtl/>
        </w:rPr>
        <w:t xml:space="preserve">8 ـ عبدالله بن وهب رأس الخوارج ( جخ ). </w:t>
      </w:r>
    </w:p>
    <w:p w:rsidR="007849C6" w:rsidRDefault="007849C6" w:rsidP="00186E94">
      <w:pPr>
        <w:pStyle w:val="libNormal"/>
        <w:rPr>
          <w:rtl/>
        </w:rPr>
      </w:pPr>
      <w:r>
        <w:rPr>
          <w:rtl/>
        </w:rPr>
        <w:t xml:space="preserve">9 ـ عروة بن يحيى الدهقان النخاس ( كش ) لعنه أبو محمد </w:t>
      </w:r>
      <w:r w:rsidR="0006364F" w:rsidRPr="0006364F">
        <w:rPr>
          <w:rStyle w:val="libAlaemChar"/>
          <w:rFonts w:hint="cs"/>
          <w:rtl/>
        </w:rPr>
        <w:t>عليه‌السلام</w:t>
      </w:r>
      <w:r>
        <w:rPr>
          <w:rtl/>
        </w:rPr>
        <w:t xml:space="preserve"> وأمر شيعته بلعنه. </w:t>
      </w:r>
    </w:p>
    <w:p w:rsidR="007849C6" w:rsidRDefault="007849C6" w:rsidP="00186E94">
      <w:pPr>
        <w:pStyle w:val="libNormal"/>
        <w:rPr>
          <w:rtl/>
        </w:rPr>
      </w:pPr>
      <w:r>
        <w:rPr>
          <w:rtl/>
        </w:rPr>
        <w:t xml:space="preserve">10 ـ عمرو بن حريث من رجال أمير المؤمنين عدو الله ملعون ( جخ ). </w:t>
      </w:r>
    </w:p>
    <w:p w:rsidR="007849C6" w:rsidRDefault="007849C6" w:rsidP="00186E94">
      <w:pPr>
        <w:pStyle w:val="libNormal"/>
        <w:rPr>
          <w:rtl/>
        </w:rPr>
      </w:pPr>
      <w:r>
        <w:rPr>
          <w:rtl/>
        </w:rPr>
        <w:t xml:space="preserve">11 ـ محمد بن أبي زينب وهو ابن مقلاس ، لعنه أبو عبد الله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12 ـ المغيرة بن سعيد ، لعنه أبو عبد الله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13 ـ ميمون القداح ( جخ ). </w:t>
      </w:r>
    </w:p>
    <w:p w:rsidR="007849C6" w:rsidRDefault="007849C6" w:rsidP="00186E94">
      <w:pPr>
        <w:pStyle w:val="libNormal"/>
        <w:rPr>
          <w:rtl/>
        </w:rPr>
      </w:pPr>
      <w:r>
        <w:rPr>
          <w:rtl/>
        </w:rPr>
        <w:t xml:space="preserve">14 ـ نوفل بن فروة الاشجعي ( جخ ). </w:t>
      </w:r>
    </w:p>
    <w:p w:rsidR="007849C6" w:rsidRDefault="007849C6" w:rsidP="00186E94">
      <w:pPr>
        <w:pStyle w:val="libNormal"/>
        <w:rPr>
          <w:rtl/>
        </w:rPr>
      </w:pPr>
      <w:r>
        <w:rPr>
          <w:rtl/>
        </w:rPr>
        <w:t xml:space="preserve">15 ـ يونس بن ظبيان ( كش ) لعنه الكاظم </w:t>
      </w:r>
      <w:r w:rsidR="0006364F" w:rsidRPr="0006364F">
        <w:rPr>
          <w:rStyle w:val="libAlaemChar"/>
          <w:rFonts w:hint="cs"/>
          <w:rtl/>
        </w:rPr>
        <w:t>عليه‌السلام</w:t>
      </w:r>
      <w:r>
        <w:rPr>
          <w:rtl/>
        </w:rPr>
        <w:t xml:space="preserve"> ألف لعنة يتبعها ألف لعنة كل لعنة تبلغه قعر جهنم. </w:t>
      </w:r>
    </w:p>
    <w:p w:rsidR="007849C6" w:rsidRDefault="007849C6" w:rsidP="00186E94">
      <w:pPr>
        <w:pStyle w:val="libCenterBold1"/>
        <w:rPr>
          <w:rtl/>
        </w:rPr>
      </w:pPr>
      <w:r>
        <w:rPr>
          <w:rtl/>
        </w:rPr>
        <w:t>15 ـ ( فصل )</w:t>
      </w:r>
    </w:p>
    <w:p w:rsidR="007849C6" w:rsidRDefault="007849C6" w:rsidP="007849C6">
      <w:pPr>
        <w:pStyle w:val="Heading1"/>
        <w:rPr>
          <w:rtl/>
        </w:rPr>
      </w:pPr>
      <w:bookmarkStart w:id="220" w:name="_Toc265165299"/>
      <w:bookmarkStart w:id="221" w:name="_Toc286683228"/>
      <w:bookmarkStart w:id="222" w:name="_Toc403904085"/>
      <w:r>
        <w:rPr>
          <w:rtl/>
        </w:rPr>
        <w:t xml:space="preserve">من دعا عليه الامام </w:t>
      </w:r>
      <w:r w:rsidR="0006364F" w:rsidRPr="0006364F">
        <w:rPr>
          <w:rStyle w:val="libAlaemChar"/>
          <w:rFonts w:hint="cs"/>
          <w:rtl/>
        </w:rPr>
        <w:t>عليه‌السلام</w:t>
      </w:r>
      <w:r>
        <w:rPr>
          <w:rtl/>
        </w:rPr>
        <w:t xml:space="preserve"> :</w:t>
      </w:r>
      <w:bookmarkEnd w:id="220"/>
      <w:bookmarkEnd w:id="221"/>
      <w:bookmarkEnd w:id="222"/>
      <w:r>
        <w:rPr>
          <w:rtl/>
        </w:rPr>
        <w:t xml:space="preserve"> </w:t>
      </w:r>
    </w:p>
    <w:p w:rsidR="007849C6" w:rsidRDefault="007849C6" w:rsidP="00186E94">
      <w:pPr>
        <w:pStyle w:val="libNormal"/>
        <w:rPr>
          <w:rtl/>
        </w:rPr>
      </w:pPr>
      <w:r>
        <w:rPr>
          <w:rtl/>
        </w:rPr>
        <w:br w:type="page"/>
      </w:r>
      <w:r>
        <w:rPr>
          <w:rtl/>
        </w:rPr>
        <w:lastRenderedPageBreak/>
        <w:t xml:space="preserve">1 ـ حجر بن زائدة الحضرمي ( كش ) ق : لاغفر الله له. </w:t>
      </w:r>
    </w:p>
    <w:p w:rsidR="007849C6" w:rsidRDefault="007849C6" w:rsidP="00186E94">
      <w:pPr>
        <w:pStyle w:val="libNormal"/>
        <w:rPr>
          <w:rtl/>
        </w:rPr>
      </w:pPr>
      <w:r>
        <w:rPr>
          <w:rtl/>
        </w:rPr>
        <w:t xml:space="preserve">2 ـ الحكم بن عتيبة ( كش ) ق : اللهم لا تغفر ذنبه. </w:t>
      </w:r>
    </w:p>
    <w:p w:rsidR="007849C6" w:rsidRDefault="007849C6" w:rsidP="00186E94">
      <w:pPr>
        <w:pStyle w:val="libNormal"/>
        <w:rPr>
          <w:rtl/>
        </w:rPr>
      </w:pPr>
      <w:r>
        <w:rPr>
          <w:rtl/>
        </w:rPr>
        <w:t xml:space="preserve">3 ـ عامر بن جذاعة مع حجر بن زائدة ق : لاغفر الله لهما. </w:t>
      </w:r>
    </w:p>
    <w:p w:rsidR="007849C6" w:rsidRDefault="007849C6" w:rsidP="00186E94">
      <w:pPr>
        <w:pStyle w:val="libCenterBold1"/>
        <w:rPr>
          <w:rtl/>
        </w:rPr>
      </w:pPr>
      <w:r>
        <w:rPr>
          <w:rtl/>
        </w:rPr>
        <w:t>16 ـ ( فصل )</w:t>
      </w:r>
    </w:p>
    <w:p w:rsidR="007849C6" w:rsidRDefault="007849C6" w:rsidP="007849C6">
      <w:pPr>
        <w:pStyle w:val="Heading1"/>
        <w:rPr>
          <w:rtl/>
        </w:rPr>
      </w:pPr>
      <w:bookmarkStart w:id="223" w:name="_Toc265165300"/>
      <w:bookmarkStart w:id="224" w:name="_Toc286683229"/>
      <w:bookmarkStart w:id="225" w:name="_Toc403904086"/>
      <w:r>
        <w:rPr>
          <w:rtl/>
        </w:rPr>
        <w:t>فيمن قيل فيه إنه ليس بشيء :</w:t>
      </w:r>
      <w:bookmarkEnd w:id="223"/>
      <w:bookmarkEnd w:id="224"/>
      <w:bookmarkEnd w:id="225"/>
      <w:r>
        <w:rPr>
          <w:rtl/>
        </w:rPr>
        <w:t xml:space="preserve"> </w:t>
      </w:r>
    </w:p>
    <w:p w:rsidR="007849C6" w:rsidRDefault="007849C6" w:rsidP="00186E94">
      <w:pPr>
        <w:pStyle w:val="libNormal"/>
        <w:rPr>
          <w:rtl/>
        </w:rPr>
      </w:pPr>
      <w:r>
        <w:rPr>
          <w:rtl/>
        </w:rPr>
        <w:t xml:space="preserve">1 ـ جعفر بن محمد بن مفضل ( غض ). </w:t>
      </w:r>
    </w:p>
    <w:p w:rsidR="007849C6" w:rsidRDefault="007849C6" w:rsidP="00186E94">
      <w:pPr>
        <w:pStyle w:val="libNormal"/>
        <w:rPr>
          <w:rtl/>
        </w:rPr>
      </w:pPr>
      <w:r>
        <w:rPr>
          <w:rtl/>
        </w:rPr>
        <w:t xml:space="preserve">2 ـ جماعة بن سعد الجعفي ( غض ). </w:t>
      </w:r>
    </w:p>
    <w:p w:rsidR="007849C6" w:rsidRDefault="007849C6" w:rsidP="00186E94">
      <w:pPr>
        <w:pStyle w:val="libNormal"/>
        <w:rPr>
          <w:rtl/>
        </w:rPr>
      </w:pPr>
      <w:r>
        <w:rPr>
          <w:rtl/>
        </w:rPr>
        <w:t xml:space="preserve">3 ـ الحسين بن مسكان ( غض ). </w:t>
      </w:r>
    </w:p>
    <w:p w:rsidR="007849C6" w:rsidRDefault="007849C6" w:rsidP="00186E94">
      <w:pPr>
        <w:pStyle w:val="libNormal"/>
        <w:rPr>
          <w:rtl/>
        </w:rPr>
      </w:pPr>
      <w:r>
        <w:rPr>
          <w:rtl/>
        </w:rPr>
        <w:t xml:space="preserve">4 ـ سعيد بن خيثم ( غض ) أبو معمر الهلالي. </w:t>
      </w:r>
    </w:p>
    <w:p w:rsidR="007849C6" w:rsidRDefault="007849C6" w:rsidP="00186E94">
      <w:pPr>
        <w:pStyle w:val="libNormal"/>
        <w:rPr>
          <w:rtl/>
        </w:rPr>
      </w:pPr>
      <w:r>
        <w:rPr>
          <w:rtl/>
        </w:rPr>
        <w:t xml:space="preserve">5 ـ سليمان بن عبدالله الديلمي ( غض ). </w:t>
      </w:r>
    </w:p>
    <w:p w:rsidR="007849C6" w:rsidRDefault="007849C6" w:rsidP="00186E94">
      <w:pPr>
        <w:pStyle w:val="libNormal"/>
        <w:rPr>
          <w:rtl/>
        </w:rPr>
      </w:pPr>
      <w:r>
        <w:rPr>
          <w:rtl/>
        </w:rPr>
        <w:t xml:space="preserve">6 ـ صالح بن سهيل الهمداني ( غض ). </w:t>
      </w:r>
    </w:p>
    <w:p w:rsidR="007849C6" w:rsidRDefault="007849C6" w:rsidP="00186E94">
      <w:pPr>
        <w:pStyle w:val="libNormal"/>
        <w:rPr>
          <w:rtl/>
        </w:rPr>
      </w:pPr>
      <w:r>
        <w:rPr>
          <w:rtl/>
        </w:rPr>
        <w:t xml:space="preserve">7 ـ صالح بن عقبة بن سمعان مولى رسول الله </w:t>
      </w:r>
      <w:r w:rsidR="0006364F" w:rsidRPr="0006364F">
        <w:rPr>
          <w:rStyle w:val="libAlaemChar"/>
          <w:rFonts w:hint="cs"/>
          <w:rtl/>
        </w:rPr>
        <w:t>صلى‌الله‌عليه‌وآله</w:t>
      </w:r>
      <w:r>
        <w:rPr>
          <w:rtl/>
        </w:rPr>
        <w:t xml:space="preserve"> ( غض ). </w:t>
      </w:r>
    </w:p>
    <w:p w:rsidR="007849C6" w:rsidRDefault="007849C6" w:rsidP="00186E94">
      <w:pPr>
        <w:pStyle w:val="libNormal"/>
        <w:rPr>
          <w:rtl/>
        </w:rPr>
      </w:pPr>
      <w:r>
        <w:rPr>
          <w:rtl/>
        </w:rPr>
        <w:t xml:space="preserve">8 ـ مصادف ( غض ). </w:t>
      </w:r>
    </w:p>
    <w:p w:rsidR="007849C6" w:rsidRDefault="007849C6" w:rsidP="00186E94">
      <w:pPr>
        <w:pStyle w:val="libCenterBold1"/>
        <w:rPr>
          <w:rtl/>
        </w:rPr>
      </w:pPr>
      <w:r>
        <w:rPr>
          <w:rtl/>
        </w:rPr>
        <w:t>17 ـ ( فصل )</w:t>
      </w:r>
    </w:p>
    <w:p w:rsidR="007849C6" w:rsidRDefault="007849C6" w:rsidP="007849C6">
      <w:pPr>
        <w:pStyle w:val="Heading1"/>
        <w:rPr>
          <w:rtl/>
        </w:rPr>
      </w:pPr>
      <w:bookmarkStart w:id="226" w:name="_Toc265165301"/>
      <w:bookmarkStart w:id="227" w:name="_Toc286683230"/>
      <w:bookmarkStart w:id="228" w:name="_Toc403904087"/>
      <w:r>
        <w:rPr>
          <w:rtl/>
        </w:rPr>
        <w:t>في ذكر من أطلق عليه بأنه مجهول :</w:t>
      </w:r>
      <w:bookmarkEnd w:id="226"/>
      <w:bookmarkEnd w:id="227"/>
      <w:bookmarkEnd w:id="228"/>
      <w:r>
        <w:rPr>
          <w:rtl/>
        </w:rPr>
        <w:t xml:space="preserve"> </w:t>
      </w:r>
    </w:p>
    <w:p w:rsidR="007849C6" w:rsidRDefault="007849C6" w:rsidP="00186E94">
      <w:pPr>
        <w:pStyle w:val="libNormal"/>
        <w:rPr>
          <w:rtl/>
        </w:rPr>
      </w:pPr>
      <w:r>
        <w:rPr>
          <w:rtl/>
        </w:rPr>
        <w:t xml:space="preserve">1 ـ إسماعيل بن قتيبة ( جخ ). </w:t>
      </w:r>
    </w:p>
    <w:p w:rsidR="007849C6" w:rsidRDefault="007849C6" w:rsidP="00186E94">
      <w:pPr>
        <w:pStyle w:val="libNormal"/>
        <w:rPr>
          <w:rtl/>
        </w:rPr>
      </w:pPr>
      <w:r>
        <w:rPr>
          <w:rtl/>
        </w:rPr>
        <w:t xml:space="preserve">2 ـ أفلج بن يزيد ( جخ ). </w:t>
      </w:r>
    </w:p>
    <w:p w:rsidR="007849C6" w:rsidRDefault="007849C6" w:rsidP="00186E94">
      <w:pPr>
        <w:pStyle w:val="libNormal"/>
        <w:rPr>
          <w:rtl/>
        </w:rPr>
      </w:pPr>
      <w:r>
        <w:rPr>
          <w:rtl/>
        </w:rPr>
        <w:t xml:space="preserve">3 ـ بشير المستنير الجعفي الازرق بياع الطعام ( جخ ). </w:t>
      </w:r>
    </w:p>
    <w:p w:rsidR="007849C6" w:rsidRDefault="007849C6" w:rsidP="00186E94">
      <w:pPr>
        <w:pStyle w:val="libNormal"/>
        <w:rPr>
          <w:rtl/>
        </w:rPr>
      </w:pPr>
      <w:r>
        <w:rPr>
          <w:rtl/>
        </w:rPr>
        <w:t xml:space="preserve">4 ـ الحسن بن بشير. </w:t>
      </w:r>
    </w:p>
    <w:p w:rsidR="007849C6" w:rsidRDefault="007849C6" w:rsidP="00186E94">
      <w:pPr>
        <w:pStyle w:val="libNormal"/>
        <w:rPr>
          <w:rtl/>
        </w:rPr>
      </w:pPr>
      <w:r>
        <w:rPr>
          <w:rtl/>
        </w:rPr>
        <w:t xml:space="preserve">5 ـ خلف بن خلف ( جخ ). </w:t>
      </w:r>
    </w:p>
    <w:p w:rsidR="007849C6" w:rsidRDefault="007849C6" w:rsidP="00186E94">
      <w:pPr>
        <w:pStyle w:val="libNormal"/>
        <w:rPr>
          <w:rtl/>
        </w:rPr>
      </w:pPr>
      <w:r>
        <w:rPr>
          <w:rtl/>
        </w:rPr>
        <w:t xml:space="preserve">6 ـ رزين الابرازي ( جخ ). </w:t>
      </w:r>
    </w:p>
    <w:p w:rsidR="007849C6" w:rsidRDefault="007849C6" w:rsidP="00186E94">
      <w:pPr>
        <w:pStyle w:val="libNormal"/>
        <w:rPr>
          <w:rtl/>
        </w:rPr>
      </w:pPr>
      <w:r>
        <w:rPr>
          <w:rtl/>
        </w:rPr>
        <w:br w:type="page"/>
      </w:r>
      <w:r>
        <w:rPr>
          <w:rtl/>
        </w:rPr>
        <w:lastRenderedPageBreak/>
        <w:t xml:space="preserve">7 ـ رزين الانماطي ( جخ ). </w:t>
      </w:r>
    </w:p>
    <w:p w:rsidR="007849C6" w:rsidRDefault="007849C6" w:rsidP="00186E94">
      <w:pPr>
        <w:pStyle w:val="libNormal"/>
        <w:rPr>
          <w:rtl/>
        </w:rPr>
      </w:pPr>
      <w:r>
        <w:rPr>
          <w:rtl/>
        </w:rPr>
        <w:t xml:space="preserve">8 ـ زياد بن الاسود النجار ( جخ ). </w:t>
      </w:r>
    </w:p>
    <w:p w:rsidR="007849C6" w:rsidRDefault="007849C6" w:rsidP="00186E94">
      <w:pPr>
        <w:pStyle w:val="libNormal"/>
        <w:rPr>
          <w:rtl/>
        </w:rPr>
      </w:pPr>
      <w:r>
        <w:rPr>
          <w:rtl/>
        </w:rPr>
        <w:t xml:space="preserve">9 ـ زيد الآجري ( جخ ). </w:t>
      </w:r>
    </w:p>
    <w:p w:rsidR="007849C6" w:rsidRDefault="007849C6" w:rsidP="00186E94">
      <w:pPr>
        <w:pStyle w:val="libNormal"/>
        <w:rPr>
          <w:rtl/>
        </w:rPr>
      </w:pPr>
      <w:r>
        <w:rPr>
          <w:rtl/>
        </w:rPr>
        <w:t xml:space="preserve">10 ـ سالم ( جخ ). </w:t>
      </w:r>
    </w:p>
    <w:p w:rsidR="007849C6" w:rsidRDefault="007849C6" w:rsidP="00186E94">
      <w:pPr>
        <w:pStyle w:val="libNormal"/>
        <w:rPr>
          <w:rtl/>
        </w:rPr>
      </w:pPr>
      <w:r>
        <w:rPr>
          <w:rtl/>
        </w:rPr>
        <w:t xml:space="preserve">11 ـ سعد بن الحسن الكندي ( جخ ). </w:t>
      </w:r>
    </w:p>
    <w:p w:rsidR="007849C6" w:rsidRDefault="007849C6" w:rsidP="00186E94">
      <w:pPr>
        <w:pStyle w:val="libNormal"/>
        <w:rPr>
          <w:rtl/>
        </w:rPr>
      </w:pPr>
      <w:r>
        <w:rPr>
          <w:rtl/>
        </w:rPr>
        <w:t xml:space="preserve">12 ـ سعيد بن حماد ( جخ ). </w:t>
      </w:r>
    </w:p>
    <w:p w:rsidR="007849C6" w:rsidRDefault="007849C6" w:rsidP="00186E94">
      <w:pPr>
        <w:pStyle w:val="libNormal"/>
        <w:rPr>
          <w:rtl/>
        </w:rPr>
      </w:pPr>
      <w:r>
        <w:rPr>
          <w:rtl/>
        </w:rPr>
        <w:t xml:space="preserve">13 ـ صالح بن سعيد الاحول ( جخ ). </w:t>
      </w:r>
    </w:p>
    <w:p w:rsidR="007849C6" w:rsidRDefault="007849C6" w:rsidP="00186E94">
      <w:pPr>
        <w:pStyle w:val="libNormal"/>
        <w:rPr>
          <w:rtl/>
        </w:rPr>
      </w:pPr>
      <w:r>
        <w:rPr>
          <w:rtl/>
        </w:rPr>
        <w:t xml:space="preserve">14 ـ عاصم بن الحسين ( جخ ). </w:t>
      </w:r>
    </w:p>
    <w:p w:rsidR="007849C6" w:rsidRDefault="007849C6" w:rsidP="00186E94">
      <w:pPr>
        <w:pStyle w:val="libNormal"/>
        <w:rPr>
          <w:rtl/>
        </w:rPr>
      </w:pPr>
      <w:r>
        <w:rPr>
          <w:rtl/>
        </w:rPr>
        <w:t xml:space="preserve">15 ـ عامر بن مسلم ( جخ ). </w:t>
      </w:r>
    </w:p>
    <w:p w:rsidR="007849C6" w:rsidRDefault="007849C6" w:rsidP="00186E94">
      <w:pPr>
        <w:pStyle w:val="libNormal"/>
        <w:rPr>
          <w:rtl/>
        </w:rPr>
      </w:pPr>
      <w:r>
        <w:rPr>
          <w:rtl/>
        </w:rPr>
        <w:t xml:space="preserve">16 ـ عبدالله بن زرعة ( جخ ). </w:t>
      </w:r>
    </w:p>
    <w:p w:rsidR="007849C6" w:rsidRDefault="007849C6" w:rsidP="00186E94">
      <w:pPr>
        <w:pStyle w:val="libNormal"/>
        <w:rPr>
          <w:rtl/>
        </w:rPr>
      </w:pPr>
      <w:r>
        <w:rPr>
          <w:rtl/>
        </w:rPr>
        <w:t xml:space="preserve">17 ـ عبدالله بن عمرو ( جخ ). </w:t>
      </w:r>
    </w:p>
    <w:p w:rsidR="007849C6" w:rsidRDefault="007849C6" w:rsidP="00186E94">
      <w:pPr>
        <w:pStyle w:val="libNormal"/>
        <w:rPr>
          <w:rtl/>
        </w:rPr>
      </w:pPr>
      <w:r>
        <w:rPr>
          <w:rtl/>
        </w:rPr>
        <w:t xml:space="preserve">18 ـ عطية بن ذكوان ( جخ ). </w:t>
      </w:r>
    </w:p>
    <w:p w:rsidR="007849C6" w:rsidRDefault="007849C6" w:rsidP="00186E94">
      <w:pPr>
        <w:pStyle w:val="libNormal"/>
        <w:rPr>
          <w:rtl/>
        </w:rPr>
      </w:pPr>
      <w:r>
        <w:rPr>
          <w:rtl/>
        </w:rPr>
        <w:t xml:space="preserve">19 ـ عطية بن رستم ( جخ ). </w:t>
      </w:r>
    </w:p>
    <w:p w:rsidR="007849C6" w:rsidRDefault="007849C6" w:rsidP="00186E94">
      <w:pPr>
        <w:pStyle w:val="libNormal"/>
        <w:rPr>
          <w:rtl/>
        </w:rPr>
      </w:pPr>
      <w:r>
        <w:rPr>
          <w:rtl/>
        </w:rPr>
        <w:t xml:space="preserve">20 ـ علي بن أحمد بن أشيم ( جخ ). </w:t>
      </w:r>
    </w:p>
    <w:p w:rsidR="007849C6" w:rsidRDefault="007849C6" w:rsidP="00186E94">
      <w:pPr>
        <w:pStyle w:val="libNormal"/>
        <w:rPr>
          <w:rtl/>
        </w:rPr>
      </w:pPr>
      <w:r>
        <w:rPr>
          <w:rtl/>
        </w:rPr>
        <w:t xml:space="preserve">21 ـ عمرو بن هلال ( جخ ). </w:t>
      </w:r>
    </w:p>
    <w:p w:rsidR="007849C6" w:rsidRDefault="007849C6" w:rsidP="00186E94">
      <w:pPr>
        <w:pStyle w:val="libNormal"/>
        <w:rPr>
          <w:rtl/>
        </w:rPr>
      </w:pPr>
      <w:r>
        <w:rPr>
          <w:rtl/>
        </w:rPr>
        <w:t xml:space="preserve">22 ـ عمر بن يحيى ( جخ ). </w:t>
      </w:r>
    </w:p>
    <w:p w:rsidR="007849C6" w:rsidRDefault="007849C6" w:rsidP="00186E94">
      <w:pPr>
        <w:pStyle w:val="libNormal"/>
        <w:rPr>
          <w:rtl/>
        </w:rPr>
      </w:pPr>
      <w:r>
        <w:rPr>
          <w:rtl/>
        </w:rPr>
        <w:t xml:space="preserve">23 ـ الفضل بن غياث ( جخ ). </w:t>
      </w:r>
    </w:p>
    <w:p w:rsidR="007849C6" w:rsidRDefault="007849C6" w:rsidP="00186E94">
      <w:pPr>
        <w:pStyle w:val="libNormal"/>
        <w:rPr>
          <w:rtl/>
        </w:rPr>
      </w:pPr>
      <w:r>
        <w:rPr>
          <w:rtl/>
        </w:rPr>
        <w:t xml:space="preserve">24 ـ القاسم بن أسباط ( جخ ). </w:t>
      </w:r>
    </w:p>
    <w:p w:rsidR="007849C6" w:rsidRDefault="007849C6" w:rsidP="00186E94">
      <w:pPr>
        <w:pStyle w:val="libNormal"/>
        <w:rPr>
          <w:rtl/>
        </w:rPr>
      </w:pPr>
      <w:r>
        <w:rPr>
          <w:rtl/>
        </w:rPr>
        <w:t xml:space="preserve">25 ـ القافي خادم أبي الحسن </w:t>
      </w:r>
      <w:r w:rsidR="0006364F" w:rsidRPr="0006364F">
        <w:rPr>
          <w:rStyle w:val="libAlaemChar"/>
          <w:rFonts w:hint="cs"/>
          <w:rtl/>
        </w:rPr>
        <w:t>عليه‌السلام</w:t>
      </w:r>
      <w:r>
        <w:rPr>
          <w:rtl/>
        </w:rPr>
        <w:t xml:space="preserve"> ( جخ ). </w:t>
      </w:r>
    </w:p>
    <w:p w:rsidR="007849C6" w:rsidRDefault="007849C6" w:rsidP="00186E94">
      <w:pPr>
        <w:pStyle w:val="libNormal"/>
        <w:rPr>
          <w:rtl/>
        </w:rPr>
      </w:pPr>
      <w:r>
        <w:rPr>
          <w:rtl/>
        </w:rPr>
        <w:t xml:space="preserve">26 ـ كامل الرصافي ( جخ ). </w:t>
      </w:r>
    </w:p>
    <w:p w:rsidR="007849C6" w:rsidRDefault="007849C6" w:rsidP="00186E94">
      <w:pPr>
        <w:pStyle w:val="libNormal"/>
        <w:rPr>
          <w:rtl/>
        </w:rPr>
      </w:pPr>
      <w:r>
        <w:rPr>
          <w:rtl/>
        </w:rPr>
        <w:t xml:space="preserve">27 ـ ليث بن أبي سليم. </w:t>
      </w:r>
    </w:p>
    <w:p w:rsidR="007849C6" w:rsidRDefault="007849C6" w:rsidP="00186E94">
      <w:pPr>
        <w:pStyle w:val="libNormal"/>
        <w:rPr>
          <w:rtl/>
        </w:rPr>
      </w:pPr>
      <w:r>
        <w:rPr>
          <w:rtl/>
        </w:rPr>
        <w:t xml:space="preserve">28 ـ محمد بن ثابت ( جخ ). </w:t>
      </w:r>
    </w:p>
    <w:p w:rsidR="007849C6" w:rsidRDefault="007849C6" w:rsidP="00186E94">
      <w:pPr>
        <w:pStyle w:val="libNormal"/>
        <w:rPr>
          <w:rtl/>
        </w:rPr>
      </w:pPr>
      <w:r>
        <w:rPr>
          <w:rtl/>
        </w:rPr>
        <w:t xml:space="preserve">29 ـ محمد بن مسكان ( كش ). </w:t>
      </w:r>
    </w:p>
    <w:p w:rsidR="007849C6" w:rsidRDefault="007849C6" w:rsidP="00186E94">
      <w:pPr>
        <w:pStyle w:val="libNormal"/>
        <w:rPr>
          <w:rtl/>
        </w:rPr>
      </w:pPr>
      <w:r>
        <w:rPr>
          <w:rtl/>
        </w:rPr>
        <w:t xml:space="preserve">30 ـ محمد بن منصور الاسقف الاشعري ( جخ ). </w:t>
      </w:r>
    </w:p>
    <w:p w:rsidR="007849C6" w:rsidRDefault="007849C6" w:rsidP="00186E94">
      <w:pPr>
        <w:pStyle w:val="libNormal"/>
        <w:rPr>
          <w:rtl/>
        </w:rPr>
      </w:pPr>
      <w:r>
        <w:rPr>
          <w:rtl/>
        </w:rPr>
        <w:br w:type="page"/>
      </w:r>
      <w:r>
        <w:rPr>
          <w:rtl/>
        </w:rPr>
        <w:lastRenderedPageBreak/>
        <w:t xml:space="preserve">31 ـ مروان بن يحيى ( جخ ). </w:t>
      </w:r>
    </w:p>
    <w:p w:rsidR="007849C6" w:rsidRDefault="007849C6" w:rsidP="00186E94">
      <w:pPr>
        <w:pStyle w:val="libNormal"/>
        <w:rPr>
          <w:rtl/>
        </w:rPr>
      </w:pPr>
      <w:r>
        <w:rPr>
          <w:rtl/>
        </w:rPr>
        <w:t xml:space="preserve">32 ـ منذر بن أبي طريفة ومنذر السراج ( جخ ). </w:t>
      </w:r>
    </w:p>
    <w:p w:rsidR="007849C6" w:rsidRDefault="007849C6" w:rsidP="00186E94">
      <w:pPr>
        <w:pStyle w:val="libNormal"/>
        <w:rPr>
          <w:rtl/>
        </w:rPr>
      </w:pPr>
      <w:r>
        <w:rPr>
          <w:rtl/>
        </w:rPr>
        <w:t xml:space="preserve">33 ـ الوليد بن بشير ( كش ). </w:t>
      </w:r>
    </w:p>
    <w:p w:rsidR="007849C6" w:rsidRDefault="007849C6" w:rsidP="00186E94">
      <w:pPr>
        <w:pStyle w:val="libNormal"/>
        <w:rPr>
          <w:rtl/>
        </w:rPr>
      </w:pPr>
      <w:r>
        <w:rPr>
          <w:rtl/>
        </w:rPr>
        <w:t xml:space="preserve">34 ـ هارون الجبلي ( جخ ). </w:t>
      </w:r>
    </w:p>
    <w:p w:rsidR="007849C6" w:rsidRDefault="007849C6" w:rsidP="00186E94">
      <w:pPr>
        <w:pStyle w:val="libNormal"/>
        <w:rPr>
          <w:rtl/>
        </w:rPr>
      </w:pPr>
      <w:r>
        <w:rPr>
          <w:rtl/>
        </w:rPr>
        <w:t xml:space="preserve">35 ـ هاشم بن أبي هاشم ( جخ ، كش ). </w:t>
      </w:r>
    </w:p>
    <w:p w:rsidR="007849C6" w:rsidRDefault="007849C6" w:rsidP="00186E94">
      <w:pPr>
        <w:pStyle w:val="libNormal"/>
        <w:rPr>
          <w:rtl/>
        </w:rPr>
      </w:pPr>
      <w:r>
        <w:rPr>
          <w:rtl/>
        </w:rPr>
        <w:t xml:space="preserve">36 ـ هاشم الرماني ( جخ ). </w:t>
      </w:r>
    </w:p>
    <w:p w:rsidR="007849C6" w:rsidRDefault="007849C6" w:rsidP="00186E94">
      <w:pPr>
        <w:pStyle w:val="libNormal"/>
        <w:rPr>
          <w:rtl/>
        </w:rPr>
      </w:pPr>
      <w:r>
        <w:rPr>
          <w:rtl/>
        </w:rPr>
        <w:t xml:space="preserve">37 ـ يحيى بن عباس. </w:t>
      </w:r>
    </w:p>
    <w:p w:rsidR="007849C6" w:rsidRDefault="007849C6" w:rsidP="00186E94">
      <w:pPr>
        <w:pStyle w:val="libNormal"/>
        <w:rPr>
          <w:rtl/>
        </w:rPr>
      </w:pPr>
      <w:r>
        <w:rPr>
          <w:rtl/>
        </w:rPr>
        <w:t xml:space="preserve">38 ـ يونس بن خباب. </w:t>
      </w:r>
    </w:p>
    <w:p w:rsidR="007849C6" w:rsidRDefault="007849C6" w:rsidP="007849C6">
      <w:pPr>
        <w:pStyle w:val="Heading1Center"/>
        <w:rPr>
          <w:rtl/>
        </w:rPr>
      </w:pPr>
      <w:bookmarkStart w:id="229" w:name="_Toc265165302"/>
      <w:bookmarkStart w:id="230" w:name="_Toc286683231"/>
      <w:bookmarkStart w:id="231" w:name="_Toc403904088"/>
      <w:r>
        <w:rPr>
          <w:rtl/>
        </w:rPr>
        <w:t>( تنبيهات )</w:t>
      </w:r>
      <w:bookmarkEnd w:id="229"/>
      <w:bookmarkEnd w:id="230"/>
      <w:bookmarkEnd w:id="231"/>
    </w:p>
    <w:p w:rsidR="007849C6" w:rsidRDefault="007849C6" w:rsidP="00186E94">
      <w:pPr>
        <w:pStyle w:val="libNormal"/>
        <w:rPr>
          <w:rtl/>
        </w:rPr>
      </w:pPr>
      <w:r>
        <w:rPr>
          <w:rtl/>
        </w:rPr>
        <w:t xml:space="preserve">1 ـ منها : إذا وردت رواية عن محمد بن يعقوب عن محمد بن اسماعيل بلا واسطة ففي صحتها قول لان في لقائه له إشكالا فتقف الرواية لجهالة الواسطة بينهما ، وإن كانا مرضيين معظمين. وكذا ما يأتي عن الحسن بن محبوب عن أبي حمزة. </w:t>
      </w:r>
    </w:p>
    <w:p w:rsidR="007849C6" w:rsidRDefault="007849C6" w:rsidP="00186E94">
      <w:pPr>
        <w:pStyle w:val="libNormal"/>
        <w:rPr>
          <w:rtl/>
        </w:rPr>
      </w:pPr>
      <w:r>
        <w:rPr>
          <w:rtl/>
        </w:rPr>
        <w:t xml:space="preserve">2 ـ ومنها : إذا وردت رواية عن موسى بن القاسم عن عبدالرحمن قال بعض أصحابنا : إنها في الصحيح ، لان عبدالرحمن متعين أن يكون ابن أبي نجران وهو ثقة ، لان موسى بن القاسم معاصر علي بن جعفر وهو يروي عن الكاظم </w:t>
      </w:r>
      <w:r w:rsidR="0006364F" w:rsidRPr="0006364F">
        <w:rPr>
          <w:rStyle w:val="libAlaemChar"/>
          <w:rFonts w:hint="cs"/>
          <w:rtl/>
        </w:rPr>
        <w:t>عليه‌السلام</w:t>
      </w:r>
      <w:r>
        <w:rPr>
          <w:rtl/>
        </w:rPr>
        <w:t xml:space="preserve"> وعبد الرحمن بن أبي نجران من أصحاب الرضا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أقول : وفي هذا نظر ، لان عبدالرحمن بن الحجاج من رجال الرضا </w:t>
      </w:r>
      <w:r w:rsidR="0006364F" w:rsidRPr="0006364F">
        <w:rPr>
          <w:rStyle w:val="libAlaemChar"/>
          <w:rFonts w:hint="cs"/>
          <w:rtl/>
        </w:rPr>
        <w:t>عليه‌السلام</w:t>
      </w:r>
      <w:r>
        <w:rPr>
          <w:rtl/>
        </w:rPr>
        <w:t xml:space="preserve"> وقد رمي بالكيسانية ، على أن ابن الحجاج قد ورد رجوعه إلى الحق وترحم عليه الرضا </w:t>
      </w:r>
      <w:r w:rsidR="0006364F" w:rsidRPr="0006364F">
        <w:rPr>
          <w:rStyle w:val="libAlaemChar"/>
          <w:rFonts w:hint="cs"/>
          <w:rtl/>
        </w:rPr>
        <w:t>عليه‌السلام</w:t>
      </w:r>
      <w:r>
        <w:rPr>
          <w:rtl/>
        </w:rPr>
        <w:t xml:space="preserve">. </w:t>
      </w:r>
    </w:p>
    <w:p w:rsidR="007849C6" w:rsidRDefault="007849C6" w:rsidP="00186E94">
      <w:pPr>
        <w:pStyle w:val="libNormal"/>
        <w:rPr>
          <w:rtl/>
        </w:rPr>
      </w:pPr>
      <w:r>
        <w:rPr>
          <w:rtl/>
        </w:rPr>
        <w:t xml:space="preserve">3 ـ ومنها : إذا وردت رواية يروي فيها موسى بن القاسم عن حماد فلا تتوهمها مرسلة لكون حماد من رجال الصادق </w:t>
      </w:r>
      <w:r w:rsidR="0006364F" w:rsidRPr="0006364F">
        <w:rPr>
          <w:rStyle w:val="libAlaemChar"/>
          <w:rFonts w:hint="cs"/>
          <w:rtl/>
        </w:rPr>
        <w:t>عليه‌السلام</w:t>
      </w:r>
      <w:r>
        <w:rPr>
          <w:rtl/>
        </w:rPr>
        <w:t xml:space="preserve"> لان </w:t>
      </w:r>
    </w:p>
    <w:p w:rsidR="007849C6" w:rsidRDefault="007849C6" w:rsidP="00186E94">
      <w:pPr>
        <w:pStyle w:val="libNormal0"/>
        <w:rPr>
          <w:rtl/>
        </w:rPr>
      </w:pPr>
      <w:r>
        <w:rPr>
          <w:rtl/>
        </w:rPr>
        <w:br w:type="page"/>
      </w:r>
      <w:r>
        <w:rPr>
          <w:rtl/>
        </w:rPr>
        <w:lastRenderedPageBreak/>
        <w:t xml:space="preserve">حماد إما ابن عثمان وقد بقي إلى زمن الرضا </w:t>
      </w:r>
      <w:r w:rsidR="0006364F" w:rsidRPr="0006364F">
        <w:rPr>
          <w:rStyle w:val="libAlaemChar"/>
          <w:rFonts w:hint="cs"/>
          <w:rtl/>
        </w:rPr>
        <w:t>عليه‌السلام</w:t>
      </w:r>
      <w:r>
        <w:rPr>
          <w:rtl/>
        </w:rPr>
        <w:t xml:space="preserve"> وروى عن الصادق والكاظم والرضا </w:t>
      </w:r>
      <w:r w:rsidR="0006364F" w:rsidRPr="0006364F">
        <w:rPr>
          <w:rStyle w:val="libAlaemChar"/>
          <w:rFonts w:hint="cs"/>
          <w:rtl/>
        </w:rPr>
        <w:t>عليهم‌السلام</w:t>
      </w:r>
      <w:r>
        <w:rPr>
          <w:rtl/>
        </w:rPr>
        <w:t xml:space="preserve"> وأما ابن عيسى فقد عمر مذز من الصادق </w:t>
      </w:r>
      <w:r w:rsidR="0006364F" w:rsidRPr="0006364F">
        <w:rPr>
          <w:rStyle w:val="libAlaemChar"/>
          <w:rFonts w:hint="cs"/>
          <w:rtl/>
        </w:rPr>
        <w:t>عليه‌السلام</w:t>
      </w:r>
      <w:r>
        <w:rPr>
          <w:rtl/>
        </w:rPr>
        <w:t xml:space="preserve"> إلى زمن أبي جعفر الثاني </w:t>
      </w:r>
      <w:r w:rsidR="0006364F" w:rsidRPr="0006364F">
        <w:rPr>
          <w:rStyle w:val="libAlaemChar"/>
          <w:rFonts w:hint="cs"/>
          <w:rtl/>
        </w:rPr>
        <w:t>عليه‌السلام</w:t>
      </w:r>
      <w:r>
        <w:rPr>
          <w:rtl/>
        </w:rPr>
        <w:t xml:space="preserve"> لكنه لم يرو عن الرضا ولاعن أبي جعفر </w:t>
      </w:r>
      <w:r w:rsidR="0006364F" w:rsidRPr="0006364F">
        <w:rPr>
          <w:rStyle w:val="libAlaemChar"/>
          <w:rFonts w:hint="cs"/>
          <w:rtl/>
        </w:rPr>
        <w:t>عليهما‌السلام</w:t>
      </w:r>
      <w:r>
        <w:rPr>
          <w:rtl/>
        </w:rPr>
        <w:t xml:space="preserve"> شيئا ، وعندي في أنه روى عن الكاظم تردد لاني لم أقف له على ذلك. مات سنة تسع ومائتين غريقا عن نيف وسبعين سنة. </w:t>
      </w:r>
    </w:p>
    <w:p w:rsidR="007849C6" w:rsidRDefault="007849C6" w:rsidP="00186E94">
      <w:pPr>
        <w:pStyle w:val="libNormal"/>
        <w:rPr>
          <w:rtl/>
        </w:rPr>
      </w:pPr>
      <w:r>
        <w:rPr>
          <w:rtl/>
        </w:rPr>
        <w:t xml:space="preserve">4 ـ ومنها : إذا ورد عليك الاسناد من إبراهيم بن هاشم إلى حماد فلا تتوهم أنه حماد بن عثمان ، فان إبراهيم بن هاشم لم يلق حماد بن عثمان بل حماد بن عيسى. </w:t>
      </w:r>
    </w:p>
    <w:p w:rsidR="007849C6" w:rsidRDefault="007849C6" w:rsidP="00186E94">
      <w:pPr>
        <w:pStyle w:val="libNormal"/>
        <w:rPr>
          <w:rtl/>
        </w:rPr>
      </w:pPr>
      <w:r>
        <w:rPr>
          <w:rtl/>
        </w:rPr>
        <w:t xml:space="preserve">5 ـ ومنها : أن كل رواية يرويها محمد بن يعقوب وأبو جعفر ابن بابويه عن جميل بن دراج ، أو جميل بن صالح. أو معاوية بن عمار فهي صحيحة إذا كان ما بعد ذلك من الرجال مستقيمين ، فان كان عن جميل أو معاوية بغير تقييد فيها فهي محتملة للصحة وعدمها ، فان كان معاوية بن وهب ، فان كان يروي عن أبي عبدالله </w:t>
      </w:r>
      <w:r w:rsidR="0006364F" w:rsidRPr="0006364F">
        <w:rPr>
          <w:rStyle w:val="libAlaemChar"/>
          <w:rFonts w:hint="cs"/>
          <w:rtl/>
        </w:rPr>
        <w:t>عليه‌السلام</w:t>
      </w:r>
      <w:r>
        <w:rPr>
          <w:rtl/>
        </w:rPr>
        <w:t xml:space="preserve"> بلا فصل فهي صحيحة لانه البجلي ، وان كان بينهما آخر أشكل حالها لعدم تحتمه. </w:t>
      </w:r>
    </w:p>
    <w:p w:rsidR="007849C6" w:rsidRDefault="007849C6" w:rsidP="00186E94">
      <w:pPr>
        <w:pStyle w:val="libNormal"/>
        <w:rPr>
          <w:rtl/>
        </w:rPr>
      </w:pPr>
      <w:r>
        <w:rPr>
          <w:rtl/>
        </w:rPr>
        <w:t xml:space="preserve">6 ـ ومنها : كل رواية رواها شيخنا أبو جعفر </w:t>
      </w:r>
      <w:r w:rsidR="006B246D" w:rsidRPr="006B246D">
        <w:rPr>
          <w:rStyle w:val="libAlaemChar"/>
          <w:rFonts w:hint="cs"/>
          <w:rtl/>
        </w:rPr>
        <w:t>رحمه‌الله</w:t>
      </w:r>
      <w:r>
        <w:rPr>
          <w:rtl/>
        </w:rPr>
        <w:t xml:space="preserve"> عن ابن محبوب ، أو عن محمد بن علي بن محبوب أو عن أحمد بن محمد بن عيسى ، أو عن علي بن جعفر ، أو عن محمد بن أبي عمير ، أو الصفار فطريق الشيخ إلى كل واحد منهم واحد. </w:t>
      </w:r>
    </w:p>
    <w:p w:rsidR="007849C6" w:rsidRDefault="007849C6" w:rsidP="00186E94">
      <w:pPr>
        <w:pStyle w:val="libNormal"/>
        <w:rPr>
          <w:rtl/>
        </w:rPr>
      </w:pPr>
      <w:r>
        <w:rPr>
          <w:rtl/>
        </w:rPr>
        <w:t xml:space="preserve">7 ـ ومنها : كل رواية يروي فيها سعد بن عبدالله عن أبي جعفر فالمراد بأبي جعفر هذا أحمد بن محمد بن عيسى. </w:t>
      </w:r>
    </w:p>
    <w:p w:rsidR="007849C6" w:rsidRDefault="007849C6" w:rsidP="00186E94">
      <w:pPr>
        <w:pStyle w:val="libNormal"/>
        <w:rPr>
          <w:rtl/>
        </w:rPr>
      </w:pPr>
      <w:r>
        <w:rPr>
          <w:rtl/>
        </w:rPr>
        <w:t xml:space="preserve">8 ـ ومنها : أن كل رواية يروي فيها الحسن بن محبوب عن ابي القاسم فالمراد بأبي القاسم هذا معاوية بن عمار. </w:t>
      </w:r>
    </w:p>
    <w:p w:rsidR="007849C6" w:rsidRDefault="007849C6" w:rsidP="00186E94">
      <w:pPr>
        <w:pStyle w:val="libNormal"/>
        <w:rPr>
          <w:rtl/>
        </w:rPr>
      </w:pPr>
      <w:r>
        <w:rPr>
          <w:rtl/>
        </w:rPr>
        <w:br w:type="page"/>
      </w:r>
      <w:r>
        <w:rPr>
          <w:rtl/>
        </w:rPr>
        <w:lastRenderedPageBreak/>
        <w:t>9</w:t>
      </w:r>
      <w:r>
        <w:rPr>
          <w:rFonts w:hint="cs"/>
          <w:rtl/>
        </w:rPr>
        <w:t xml:space="preserve"> </w:t>
      </w:r>
      <w:r>
        <w:rPr>
          <w:rtl/>
        </w:rPr>
        <w:t xml:space="preserve">ـ ومنها : أن كلامن الشيخ أبي جعفر محمد بن الحسن الطوسي والشيخ الصدوق أبي جعفر محمد بن بابويه روى عن رجال لم يلقهم لكنه بينه وبينهم رجال فمنهم الثقات المستقيمون مذهبا فذاك السند صحيح. ومنهم الموثقون مع فساد مذهبهم فذاك عنده قوي ، ومنهم المجروحون فذاك السند ضعيف وقد أوردت كلامن الانواع الثلاثة إجمالا ليضبطوا ويراعى : </w:t>
      </w:r>
    </w:p>
    <w:p w:rsidR="007849C6" w:rsidRDefault="007849C6" w:rsidP="00186E94">
      <w:pPr>
        <w:pStyle w:val="libNormal"/>
        <w:rPr>
          <w:rtl/>
        </w:rPr>
      </w:pPr>
      <w:r>
        <w:rPr>
          <w:rtl/>
        </w:rPr>
        <w:t xml:space="preserve">أما الصحيح مما يتعلق بالشيخ أبي جعفر محمد بن الحسن الطوسي فما رواه في التهذيب والاستبصار عن محمد بن يعقوب الكليني. وعن علي بن إبراهيم بن هاشم. وعن محمد بن يحيى العطار. وعن أحمد بن إدريس وعن الحسين بن محمد. وعن محمد بن اسماعيل. وعن حميد بن زياد وعن أحمد بن محمد بن عيسى. وعن أحمد بن محمد بن خالد. وعن الفضل بن شاذان. وعن الحسين بن سعيد. وعن محمد بن أحمد بن يحيى الاشعري وعن محمد بن علي بن محبوب. وعن سعد بن عبدالله. وعن محمد بن الحسن ابن الوليد. وعن أبي جعفر محمد بن علي بن بابويه. وعن أبي القاسم جعفر بن محمد بن قولويه. وعن موسى بن القاسم. وعن يونس بن عبدالرحمن. وعن علي بن مهزيار ، وعن أحمد بن أبي عبدالله البرقي. وعن أبي عبدالله الحسين بن سفيان البزوفري. وعن أبي طالب الانباري </w:t>
      </w:r>
    </w:p>
    <w:p w:rsidR="007849C6" w:rsidRDefault="007849C6" w:rsidP="00186E94">
      <w:pPr>
        <w:pStyle w:val="libNormal"/>
        <w:rPr>
          <w:rtl/>
        </w:rPr>
      </w:pPr>
      <w:r>
        <w:rPr>
          <w:rtl/>
        </w:rPr>
        <w:t xml:space="preserve">وأما الحسن : فما رواه في الكتابين عن الحسن بن محبوب. </w:t>
      </w:r>
    </w:p>
    <w:p w:rsidR="007849C6" w:rsidRDefault="007849C6" w:rsidP="00186E94">
      <w:pPr>
        <w:pStyle w:val="libNormal"/>
        <w:rPr>
          <w:rtl/>
        </w:rPr>
      </w:pPr>
      <w:r>
        <w:rPr>
          <w:rtl/>
        </w:rPr>
        <w:t xml:space="preserve">وأما القوي : فما رواه عن الحسن بن محمد بن سماعة ، لان حميد ابن زياد في الطريق إليه وهو واقفي إلا أنه ثقة. </w:t>
      </w:r>
    </w:p>
    <w:p w:rsidR="007849C6" w:rsidRDefault="007849C6" w:rsidP="00186E94">
      <w:pPr>
        <w:pStyle w:val="libNormal"/>
        <w:rPr>
          <w:rtl/>
        </w:rPr>
      </w:pPr>
      <w:r>
        <w:rPr>
          <w:rtl/>
        </w:rPr>
        <w:t xml:space="preserve">وأما لصحيح : مما يتعلق بالشيخ أبي جعفر محمد بن بابويه </w:t>
      </w:r>
      <w:r w:rsidR="006B246D" w:rsidRPr="006B246D">
        <w:rPr>
          <w:rStyle w:val="libAlaemChar"/>
          <w:rFonts w:hint="cs"/>
          <w:rtl/>
        </w:rPr>
        <w:t>رحمه‌الله</w:t>
      </w:r>
      <w:r>
        <w:rPr>
          <w:rtl/>
        </w:rPr>
        <w:t xml:space="preserve"> فما رواه عن كردويه. وعن سعد بن عبدالله بن أبي خلف. وهشام ابن سالم الجواليقي. وعمر بن يزيد. وزرارة بن أعين. وحريزبن عبدالله. وحماد بن عيسى. وعبد الرحمن بن أبي عبدالله. وإسماعيل </w:t>
      </w:r>
    </w:p>
    <w:p w:rsidR="007849C6" w:rsidRDefault="007849C6" w:rsidP="00186E94">
      <w:pPr>
        <w:pStyle w:val="libNormal0"/>
        <w:rPr>
          <w:rtl/>
        </w:rPr>
      </w:pPr>
      <w:r>
        <w:rPr>
          <w:rtl/>
        </w:rPr>
        <w:br w:type="page"/>
      </w:r>
      <w:r>
        <w:rPr>
          <w:rtl/>
        </w:rPr>
        <w:lastRenderedPageBreak/>
        <w:t xml:space="preserve">ابن جابر. وزرعة ، إلا أن زرعة واقفي ثقة. وعن محمد بن علي الحلي وعبد الله بن أبي يعفور. وحكم بن حكيم. وإبراهيم بن أبي محمود. وحنان بن سدير. وعبد الله بن علي الحلبي. ومعاوية بن ميسرة بن شريح القاضي. وعبد الرحمن بن أبي نجران. ومحمد بن حمران. وجميل بن دراج. وعبد الله بن سنان. وأحمد بن أبي نصر البزنطي. وسعدان بن مسلم. ومحمد بن الحسن الصفار. ومنصور بن حازم. والفضيل بن عثمان الاعور المرادي الكوفي. وصفوان بن مهران الجمال. وهشام بن الحكم. وحفص ابن البختري ومعمر بن يحيى. وعائذ الاحمسي. ومسعدة بن صدقة الربعي. ومعاوية بن وهب أبي القاسم البجلي الكوفي وبكر بن محمد الازدي. وإسماعيل بن رياح الكوفي. وحريز بن عبدالله السجستاني. وعبد الاعلى مولى آل سام. وعامر بن نعيم القمي. وحبيب ابن معلى </w:t>
      </w:r>
      <w:r w:rsidRPr="00186E94">
        <w:rPr>
          <w:rStyle w:val="libFootnotenumChar"/>
          <w:rtl/>
        </w:rPr>
        <w:t>(1)</w:t>
      </w:r>
      <w:r>
        <w:rPr>
          <w:rtl/>
        </w:rPr>
        <w:t xml:space="preserve"> الخثعمي. وعبد الرحمن بن الحجاج البجلي الكوفي. والعيص ابن قاسم. وسليمان بن جعفر الجعفري. وإسماعيل بن عيسى. وداود الصرمي. وإبراهيم بن مهزيار. ومحمد بن إسماعيل بن بزيع. وعلي ابن يقطين. ورفاعة بن موسى النخاس. وزيادبن سوقة. وحماد بن عثمان. وياسر الخادم. والحسين بن محبوب. وداود بن فرقد. ومعاوية ابن عمار. وخالد بن نجيح الجوان. والحسن بن السري. والحارث بن المغيرة النصري. وأبي بكر عبدالله بن محمد الحضرمي. وكليب الاسدي ومحمد بن أبي عمير. والعلاء بن رزين. وعبد الله بن مسكان الكوفي. وعمر بن اذينة. وأيوب بن نوح. وإبراهيم بن زياد الكرخي. وأبي زكريا الاعور. وحفص بن سالم. ومعاوية بن شريح. وسليمان بن داود المنقري الشاذكوني. وربعي بن عبدالله. وداود بن سرحان الكوفي العطار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راجع حبيب بن المعلل في القسم الاول واحتمل بعض أرباب المعاجم اتحاده مع حبيب بن معلى هذا. </w:t>
      </w:r>
    </w:p>
    <w:p w:rsidR="007849C6" w:rsidRDefault="007849C6" w:rsidP="00186E94">
      <w:pPr>
        <w:pStyle w:val="libNormal0"/>
        <w:rPr>
          <w:rtl/>
        </w:rPr>
      </w:pPr>
      <w:r>
        <w:rPr>
          <w:rtl/>
        </w:rPr>
        <w:br w:type="page"/>
      </w:r>
      <w:r>
        <w:rPr>
          <w:rtl/>
        </w:rPr>
        <w:lastRenderedPageBreak/>
        <w:t xml:space="preserve">وإبراهيم بن أبي البلاد. وأبي أيوب الخزاز وهو إبراهيم بن عثمان ، وقيل إبراهيم بن عيسى. وحفص بن سالم. ومحمد بن خالد البرقي. وزكريا بن أادم. وعلي بن عطية إن كان علي بن حسان هو الواسطي وان كان الهاشمي فالطريق إلى علي بن عطية ضعيف. وهارون بن حمزة الغنوي وجعفر بن بشير البجلي. وموسى بن القاسم البجلي. وأبي الحسن يونس ابن عمار بن الفيض الصيرفي التغلبي الكوفي ، أخي إسحاق بن عمار. ومحمد بن أحمد بن يحيى بن عمران الاشعري. ومحمد بن عبد الجبار وهو ابن أبي الصهبان. ويعقوب بن شعيب بن ميثم الاسدي. ودرست ابن أبي منصور الواسطي. والقاسم بن سليمان. وأبي الورد. والحسن ابن علي الوشاء وأبان بن عثمان الاحمر. ومنصور بن يونس. والقاسم ابن عورة. وعبد الكريم بن عمرو الخثعمي ولقبه كرام وعبد الكريم واقفي ثقة. وعيسى بن أبي منصور. ومحمد بن حكيم. وعلي بن الحكم وعلي بن سويد. ومحمد بن حمران. والحسين بن سعيد. وغياث بن إبراهيم وهو بتري ثقة. وعيسى بن عبدالله بن علي بن عمر بن علي بن الحسين بن علي بن أبي طالب. وإبراهيم بن عمر الثمالي. والحسن بن علي بن فضال. والنضر بن سويد. وشهاب بن عبدربه. وعلي بن أسباط وعمار بن مرزوق. وعبد الله بن ميمون القداح المكي. وجعفر بن القاسم وعلي بن ميسرة. وخالد بن أبي العلاء الخفاف. وعبد الله بن يحيى. الكاهلي. وأبي الحسن النهدي. وعمران الحلبي أبي الفضل. وأحمد بن محمد بن مطهر. وسويد القلاء. وجعفر بن ناجية. وكليب بن معاوية الاسدي. وعبد الله بن جعفر بن جامع الحميري. ومحمد بن عثمان العمري وأحمد بن عائذ. والعلاء بن سيابة. وياسين الضرير البصري. ومحمد ابن عذافر الصيرفي. وأيوب بن الحر. وعبد الحميد بن عواض الطائي وعبد الله بن محمد الجعفي. وصباح سيابة أخى عبدالرحمن بن سيابة </w:t>
      </w:r>
    </w:p>
    <w:p w:rsidR="007849C6" w:rsidRDefault="007849C6" w:rsidP="00186E94">
      <w:pPr>
        <w:pStyle w:val="libNormal0"/>
        <w:rPr>
          <w:rtl/>
        </w:rPr>
      </w:pPr>
      <w:r>
        <w:rPr>
          <w:rtl/>
        </w:rPr>
        <w:br w:type="page"/>
      </w:r>
      <w:r>
        <w:rPr>
          <w:rtl/>
        </w:rPr>
        <w:lastRenderedPageBreak/>
        <w:t xml:space="preserve">الكوفي. وإبراهيم بن هاشم. ومحمد بن علي بن محبوب. وعبد الله بن جبلة وثعلبة أبو إسحاق بن ميمون. وإدريس بن عبدالله القمي. وإدريس بن زيد. ومحمد بن سعيد. ومنهال القصاب. ومسعدة بن زياد. وداود بن أبي يزيد. وثوير بن أبي فاخته. ومحمد بن حسان. وأحمد بن محمد بن عيسى. وعلي بن حسان. وعلي بن إسماعيل. ويعقوب بن زيد. والحسن ابن علي بن النعمان. ومحمد بن أسلم البجلي. ومحمد بن الحسين بن أبي الخطاب. والعباس بن معروف. ومعاوية بن حكيم. وأبي الجوزاء المنبه ابن عبدالله. </w:t>
      </w:r>
    </w:p>
    <w:p w:rsidR="007849C6" w:rsidRDefault="007849C6" w:rsidP="00186E94">
      <w:pPr>
        <w:pStyle w:val="libNormal"/>
        <w:rPr>
          <w:rtl/>
        </w:rPr>
      </w:pPr>
      <w:r>
        <w:rPr>
          <w:rtl/>
        </w:rPr>
        <w:t xml:space="preserve">وأما الحسن من طرق ابن بابويه : فطريقه إلى سماعة بن مهران وسماعة واقفي. وإلى محمد بن نعمان. وأبي الاعز النخاس. والريان بن الصلت. والحسن بن الجهم. وعلي بن بلال. وسليمان بن خالد البجلي الاقطع الكوفي. وبكير بن أعين. وصفوان بن يحيى. وموسى بن عمر ابن بزيع. وجعفر بن محمد بن يونس. وهاشم الحناط. ويحيى بن أبي عمران. وعلي بن ريان. وهشام بن إبراهيم. وعبد الله بن حبيب. وإبراهيم بن عبدالحميد الكوفي. وعبد الله بن المغيرة. ومرازم بن حكيم وسهل بن اليسع. وأبي الجرير صاحب الكاظم </w:t>
      </w:r>
      <w:r w:rsidR="0006364F" w:rsidRPr="0006364F">
        <w:rPr>
          <w:rStyle w:val="libAlaemChar"/>
          <w:rFonts w:hint="cs"/>
          <w:rtl/>
        </w:rPr>
        <w:t>عليه‌السلام</w:t>
      </w:r>
      <w:r>
        <w:rPr>
          <w:rtl/>
        </w:rPr>
        <w:t xml:space="preserve"> ومعروف بن خربوذ. ومعمر بن خلاد. وعلي بن الفضل الواسطي صاحب الرضا </w:t>
      </w:r>
      <w:r w:rsidR="0006364F" w:rsidRPr="0006364F">
        <w:rPr>
          <w:rStyle w:val="libAlaemChar"/>
          <w:rFonts w:hint="cs"/>
          <w:rtl/>
        </w:rPr>
        <w:t>عليه‌السلام</w:t>
      </w:r>
      <w:r>
        <w:rPr>
          <w:rtl/>
        </w:rPr>
        <w:t xml:space="preserve">. وعاصم بن حميد. وإبراهيم بن محمد الهمداني. ومحمد بن قيس ومنذر بن جيفر. ويحيى بن حنان الازرق. وأبي عبدالله الخراساني. وذريح بن محمد بن المحاربي. وحمدان الديواني. ومحمد بن الوليد الكرماني. </w:t>
      </w:r>
    </w:p>
    <w:p w:rsidR="007849C6" w:rsidRDefault="007849C6" w:rsidP="00186E94">
      <w:pPr>
        <w:pStyle w:val="libNormal"/>
        <w:rPr>
          <w:rtl/>
        </w:rPr>
      </w:pPr>
      <w:r>
        <w:rPr>
          <w:rtl/>
        </w:rPr>
        <w:t xml:space="preserve">وأما القوى من طرقه فما رواه عن عبدالله بن بكير. وأبي مريم الانصاري. والفضل بن عبدالملك. وأبي حمزة الثمالي. وعلي بن مهزيار وعبد الكريم بن عتبة. والحسين بن حماد. وأبي حبيب بن ناجية وأبي المغراء حميد بن المثنى العجلي. وسعيد بن عبدالله الاعرج. وعبد الملك </w:t>
      </w:r>
      <w:r>
        <w:rPr>
          <w:rtl/>
        </w:rPr>
        <w:cr/>
      </w:r>
      <w:r>
        <w:rPr>
          <w:rtl/>
        </w:rPr>
        <w:br w:type="page"/>
      </w:r>
      <w:r>
        <w:rPr>
          <w:rtl/>
        </w:rPr>
        <w:lastRenderedPageBreak/>
        <w:t xml:space="preserve">ابن عتبة. وإبراهيم بن أبي يحيى المدائني. والحسين بن هارون. ومثنى ابن عبد السلام. </w:t>
      </w:r>
    </w:p>
    <w:p w:rsidR="007849C6" w:rsidRDefault="007849C6" w:rsidP="00186E94">
      <w:pPr>
        <w:pStyle w:val="libNormal"/>
        <w:rPr>
          <w:rtl/>
        </w:rPr>
      </w:pPr>
      <w:r>
        <w:rPr>
          <w:rtl/>
        </w:rPr>
        <w:t xml:space="preserve">وأما الضعيف من طرقه فما رواه عن أبي بصير. والحسين بن أبي العلاء. ويحيى بن عنان المكى. وابن أبي النمير مولى الحارث. والمفضل ابن عمر الجعفي. ومحمد بن يحيى الخثعمي. والاصبغ بن نباتة. وعبد الله ابن فضالة. ونعمان الرازي. ومبارك العقرقوفي وهارون بن مسلم. وإدريس بن هلال. وبشير النبال. وسعيد النقاش. وعيسى بن يونس وحذيفة بن منصور. وحماد النواء. وإبراهيم بن سفيان. ويوسف بن إبراهيم. وعلي بن محمد الحضيني. والنعمان بن سعيد. وعبد الله بن الحكم وعلي بن مطر. والقاسم بن بريد بن معاوية العجلي. وعبد الله بن حماد الانصاري. وبشار بن بشار. وعمرو بن أبي المقدام. ويوسف بن يعقوب أخي يونس بن يعقوب. وكانا فطحيين. ومحمد بن منصور. وداود ابن إسحاق. </w:t>
      </w:r>
    </w:p>
    <w:p w:rsidR="007849C6" w:rsidRDefault="007849C6" w:rsidP="007849C6">
      <w:pPr>
        <w:pStyle w:val="Heading1Center"/>
        <w:rPr>
          <w:rtl/>
        </w:rPr>
      </w:pPr>
      <w:bookmarkStart w:id="232" w:name="_Toc265165303"/>
      <w:bookmarkStart w:id="233" w:name="_Toc286683232"/>
      <w:bookmarkStart w:id="234" w:name="_Toc403904089"/>
      <w:r>
        <w:rPr>
          <w:rtl/>
        </w:rPr>
        <w:t>( باب كنى الضعفاء )</w:t>
      </w:r>
      <w:bookmarkEnd w:id="232"/>
      <w:bookmarkEnd w:id="233"/>
      <w:bookmarkEnd w:id="234"/>
    </w:p>
    <w:p w:rsidR="007849C6" w:rsidRDefault="007849C6" w:rsidP="00186E94">
      <w:pPr>
        <w:pStyle w:val="libNormal"/>
        <w:rPr>
          <w:rtl/>
        </w:rPr>
      </w:pPr>
      <w:r>
        <w:rPr>
          <w:rtl/>
        </w:rPr>
        <w:t xml:space="preserve">1 ـ أبو جعدة م ( جخ ) واقفي. </w:t>
      </w:r>
    </w:p>
    <w:p w:rsidR="007849C6" w:rsidRDefault="007849C6" w:rsidP="00186E94">
      <w:pPr>
        <w:pStyle w:val="libNormal"/>
        <w:rPr>
          <w:rtl/>
        </w:rPr>
      </w:pPr>
      <w:r>
        <w:rPr>
          <w:rtl/>
        </w:rPr>
        <w:t xml:space="preserve">2 ـ أبو جنادة الاعمى ، بالجيم والنون م ( جخ ) واقفي. </w:t>
      </w:r>
    </w:p>
    <w:p w:rsidR="007849C6" w:rsidRDefault="007849C6" w:rsidP="00186E94">
      <w:pPr>
        <w:pStyle w:val="libNormal"/>
        <w:rPr>
          <w:rtl/>
        </w:rPr>
      </w:pPr>
      <w:r>
        <w:rPr>
          <w:rtl/>
        </w:rPr>
        <w:t xml:space="preserve">3 ـ أبو حبل بالحاء المهملة والباء المفردة م واقفي. </w:t>
      </w:r>
    </w:p>
    <w:p w:rsidR="007849C6" w:rsidRDefault="007849C6" w:rsidP="00186E94">
      <w:pPr>
        <w:pStyle w:val="libNormal"/>
        <w:rPr>
          <w:rtl/>
        </w:rPr>
      </w:pPr>
      <w:r>
        <w:rPr>
          <w:rtl/>
        </w:rPr>
        <w:t xml:space="preserve">4 ـ أبو الحسن المدائني لم ( ست ) عامي كثير التصانيف. </w:t>
      </w:r>
    </w:p>
    <w:p w:rsidR="007849C6" w:rsidRDefault="007849C6" w:rsidP="00186E94">
      <w:pPr>
        <w:pStyle w:val="libNormal"/>
        <w:rPr>
          <w:rtl/>
        </w:rPr>
      </w:pPr>
      <w:r>
        <w:rPr>
          <w:rtl/>
        </w:rPr>
        <w:t xml:space="preserve">5 ـ أبو الحسن الميموني ( كش ، جخ ) </w:t>
      </w:r>
      <w:r w:rsidRPr="00186E94">
        <w:rPr>
          <w:rStyle w:val="libFootnotenumChar"/>
          <w:rtl/>
        </w:rPr>
        <w:t>(1)</w:t>
      </w:r>
      <w:r>
        <w:rPr>
          <w:rtl/>
        </w:rPr>
        <w:t xml:space="preserve"> مضطرب جدا. </w:t>
      </w:r>
    </w:p>
    <w:p w:rsidR="007849C6" w:rsidRDefault="007849C6" w:rsidP="00186E94">
      <w:pPr>
        <w:pStyle w:val="libNormal"/>
        <w:rPr>
          <w:rtl/>
        </w:rPr>
      </w:pPr>
      <w:r>
        <w:rPr>
          <w:rtl/>
        </w:rPr>
        <w:t xml:space="preserve">6 ـ أبو خالد الذيال ، بالذال المعجمة والياء المثناة تحت م ( جخ ) مجهول.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هو علي بن عبدالله بن عمران القرشي الذي تقدم في القسم الثاني ، ولم يذكره ( كش ) وانما ذكره ( جش ) و ( ست ). </w:t>
      </w:r>
    </w:p>
    <w:p w:rsidR="007849C6" w:rsidRDefault="007849C6" w:rsidP="00186E94">
      <w:pPr>
        <w:pStyle w:val="libNormal"/>
        <w:rPr>
          <w:rtl/>
        </w:rPr>
      </w:pPr>
      <w:r>
        <w:rPr>
          <w:rtl/>
        </w:rPr>
        <w:br w:type="page"/>
      </w:r>
      <w:r>
        <w:rPr>
          <w:rtl/>
        </w:rPr>
        <w:lastRenderedPageBreak/>
        <w:t xml:space="preserve">7 ـ أبو رويم ، بالراء المضمومة والياء المثناة تحت ، الانصاري ( عق ) ضعيف الامر. </w:t>
      </w:r>
    </w:p>
    <w:p w:rsidR="007849C6" w:rsidRDefault="007849C6" w:rsidP="00186E94">
      <w:pPr>
        <w:pStyle w:val="libNormal"/>
        <w:rPr>
          <w:rtl/>
        </w:rPr>
      </w:pPr>
      <w:r>
        <w:rPr>
          <w:rtl/>
        </w:rPr>
        <w:t xml:space="preserve">8 ـ أبو زيد المكي ضا ( جخ ) مجهول. </w:t>
      </w:r>
    </w:p>
    <w:p w:rsidR="007849C6" w:rsidRDefault="007849C6" w:rsidP="00186E94">
      <w:pPr>
        <w:pStyle w:val="libNormal"/>
        <w:rPr>
          <w:rtl/>
        </w:rPr>
      </w:pPr>
      <w:r>
        <w:rPr>
          <w:rtl/>
        </w:rPr>
        <w:t xml:space="preserve">9 ، 10 ، 11 ـ ابن السراج وابن أبي حمزة وابن أبي سعيد المكاري لم ( جش ) من أهل الضلال. </w:t>
      </w:r>
    </w:p>
    <w:p w:rsidR="007849C6" w:rsidRDefault="007849C6" w:rsidP="00186E94">
      <w:pPr>
        <w:pStyle w:val="libNormal"/>
        <w:rPr>
          <w:rtl/>
        </w:rPr>
      </w:pPr>
      <w:r>
        <w:rPr>
          <w:rtl/>
        </w:rPr>
        <w:t xml:space="preserve">12 ـ السري ( كش ) ملعون. </w:t>
      </w:r>
    </w:p>
    <w:p w:rsidR="007849C6" w:rsidRDefault="007849C6" w:rsidP="00186E94">
      <w:pPr>
        <w:pStyle w:val="libNormal"/>
        <w:rPr>
          <w:rtl/>
        </w:rPr>
      </w:pPr>
      <w:r>
        <w:rPr>
          <w:rtl/>
        </w:rPr>
        <w:t xml:space="preserve">13 ـ أبو سعيد الخراساني ضا ( جخ ) مجهول. </w:t>
      </w:r>
    </w:p>
    <w:p w:rsidR="007849C6" w:rsidRDefault="007849C6" w:rsidP="00186E94">
      <w:pPr>
        <w:pStyle w:val="libNormal"/>
        <w:rPr>
          <w:rtl/>
        </w:rPr>
      </w:pPr>
      <w:r>
        <w:rPr>
          <w:rtl/>
        </w:rPr>
        <w:t xml:space="preserve">14 ـ أبو السمهري ( كش ) لعنه أبو جعفر الثاني ( ع ) وتبرأ منه. </w:t>
      </w:r>
    </w:p>
    <w:p w:rsidR="007849C6" w:rsidRDefault="007849C6" w:rsidP="00186E94">
      <w:pPr>
        <w:pStyle w:val="libNormal"/>
        <w:rPr>
          <w:rtl/>
        </w:rPr>
      </w:pPr>
      <w:r>
        <w:rPr>
          <w:rtl/>
        </w:rPr>
        <w:t xml:space="preserve">15 ـ أبو الصلت الخراساني الهروي ضا ( جخ ) عامي ، روى عنه بكر بن الصالح. </w:t>
      </w:r>
    </w:p>
    <w:p w:rsidR="007849C6" w:rsidRDefault="007849C6" w:rsidP="00186E94">
      <w:pPr>
        <w:pStyle w:val="libNormal"/>
        <w:rPr>
          <w:rtl/>
        </w:rPr>
      </w:pPr>
      <w:r>
        <w:rPr>
          <w:rtl/>
        </w:rPr>
        <w:t xml:space="preserve">16 ـ أبو الضبار ، بالضاد المعجمة والباء المفردة ، زيدي. </w:t>
      </w:r>
    </w:p>
    <w:p w:rsidR="007849C6" w:rsidRDefault="007849C6" w:rsidP="00186E94">
      <w:pPr>
        <w:pStyle w:val="libNormal"/>
        <w:rPr>
          <w:rtl/>
        </w:rPr>
      </w:pPr>
      <w:r>
        <w:rPr>
          <w:rtl/>
        </w:rPr>
        <w:t xml:space="preserve">17 ـ أبو طالب الازدي البصري الشعراني ، بالشين المعجمة والراء والنون قبل الياء لم ( ست ) مجهول. </w:t>
      </w:r>
    </w:p>
    <w:p w:rsidR="007849C6" w:rsidRDefault="007849C6" w:rsidP="00186E94">
      <w:pPr>
        <w:pStyle w:val="libNormal"/>
        <w:rPr>
          <w:rtl/>
        </w:rPr>
      </w:pPr>
      <w:r>
        <w:rPr>
          <w:rtl/>
        </w:rPr>
        <w:t xml:space="preserve">18 ـ أبو العباس الطرباني بالطاء المهملة والباء المفردة والنون بعد الالف ( فش ) كذاب مشهور رمي بالغلو. </w:t>
      </w:r>
    </w:p>
    <w:p w:rsidR="007849C6" w:rsidRDefault="007849C6" w:rsidP="00186E94">
      <w:pPr>
        <w:pStyle w:val="libNormal"/>
        <w:rPr>
          <w:rtl/>
        </w:rPr>
      </w:pPr>
      <w:r>
        <w:rPr>
          <w:rtl/>
        </w:rPr>
        <w:t xml:space="preserve">19 ـ أبو عبد الله الرازي الجاموراني </w:t>
      </w:r>
      <w:r w:rsidRPr="00186E94">
        <w:rPr>
          <w:rStyle w:val="libFootnotenumChar"/>
          <w:rtl/>
        </w:rPr>
        <w:t>(1)</w:t>
      </w:r>
      <w:r>
        <w:rPr>
          <w:rtl/>
        </w:rPr>
        <w:t xml:space="preserve"> بالجيم والراء والنون لم ( جخ ) ضعيف. </w:t>
      </w:r>
    </w:p>
    <w:p w:rsidR="007849C6" w:rsidRDefault="007849C6" w:rsidP="00186E94">
      <w:pPr>
        <w:pStyle w:val="libNormal"/>
        <w:rPr>
          <w:rtl/>
        </w:rPr>
      </w:pPr>
      <w:r>
        <w:rPr>
          <w:rtl/>
        </w:rPr>
        <w:t xml:space="preserve">20 ـ أبو عبد الله السياري ، لم ( جش ) ضعيف. </w:t>
      </w:r>
    </w:p>
    <w:p w:rsidR="007849C6" w:rsidRDefault="007849C6" w:rsidP="00186E94">
      <w:pPr>
        <w:pStyle w:val="libNormal"/>
        <w:rPr>
          <w:rtl/>
        </w:rPr>
      </w:pPr>
      <w:r>
        <w:rPr>
          <w:rtl/>
        </w:rPr>
        <w:t xml:space="preserve">21 ـ أبو علي النيسابوري لم ( جش ) ضعيف. </w:t>
      </w:r>
    </w:p>
    <w:p w:rsidR="007849C6" w:rsidRDefault="007849C6" w:rsidP="00186E94">
      <w:pPr>
        <w:pStyle w:val="libNormal"/>
        <w:rPr>
          <w:rtl/>
        </w:rPr>
      </w:pPr>
      <w:r>
        <w:rPr>
          <w:rtl/>
        </w:rPr>
        <w:t xml:space="preserve">22 ـ أبو عون الابرش ( كش ) مذموم. </w:t>
      </w:r>
    </w:p>
    <w:p w:rsidR="007849C6" w:rsidRDefault="007849C6" w:rsidP="00186E94">
      <w:pPr>
        <w:pStyle w:val="libNormal"/>
        <w:rPr>
          <w:rtl/>
        </w:rPr>
      </w:pPr>
      <w:r>
        <w:rPr>
          <w:rtl/>
        </w:rPr>
        <w:t xml:space="preserve">23 ـ أبو عيسى مطعون فيه. </w:t>
      </w:r>
    </w:p>
    <w:p w:rsidR="007849C6" w:rsidRDefault="007849C6" w:rsidP="00186E94">
      <w:pPr>
        <w:pStyle w:val="libNormal"/>
        <w:rPr>
          <w:rtl/>
        </w:rPr>
      </w:pPr>
      <w:r>
        <w:rPr>
          <w:rtl/>
        </w:rPr>
        <w:t xml:space="preserve">24 ـ أبو الغمر بالمعجمة المفتوحة ( كش ) ملعون. </w:t>
      </w:r>
    </w:p>
    <w:p w:rsidR="007849C6" w:rsidRDefault="007849C6" w:rsidP="00186E94">
      <w:pPr>
        <w:pStyle w:val="libNormal"/>
        <w:rPr>
          <w:rtl/>
        </w:rPr>
      </w:pPr>
      <w:r>
        <w:rPr>
          <w:rtl/>
        </w:rPr>
        <w:t xml:space="preserve">25 ـ الفهري ، بالفاء ( كش ) ملعون. </w:t>
      </w:r>
    </w:p>
    <w:p w:rsidR="007849C6" w:rsidRDefault="007849C6" w:rsidP="002C2B53">
      <w:pPr>
        <w:pStyle w:val="libLine"/>
        <w:rPr>
          <w:rtl/>
        </w:rPr>
      </w:pPr>
      <w:r>
        <w:rPr>
          <w:rtl/>
        </w:rPr>
        <w:t>__________________</w:t>
      </w:r>
    </w:p>
    <w:p w:rsidR="007849C6" w:rsidRDefault="007849C6" w:rsidP="002C2B53">
      <w:pPr>
        <w:pStyle w:val="libFootnote0"/>
        <w:rPr>
          <w:rtl/>
        </w:rPr>
      </w:pPr>
      <w:r>
        <w:rPr>
          <w:rtl/>
        </w:rPr>
        <w:t xml:space="preserve">1 ـ هو محمد بن أحمد المتقدم في القسم الثاني. </w:t>
      </w:r>
    </w:p>
    <w:p w:rsidR="007849C6" w:rsidRDefault="007849C6" w:rsidP="00186E94">
      <w:pPr>
        <w:pStyle w:val="libNormal"/>
        <w:rPr>
          <w:rtl/>
        </w:rPr>
      </w:pPr>
      <w:r>
        <w:rPr>
          <w:rtl/>
        </w:rPr>
        <w:br w:type="page"/>
      </w:r>
      <w:r>
        <w:rPr>
          <w:rtl/>
        </w:rPr>
        <w:lastRenderedPageBreak/>
        <w:t xml:space="preserve">26 ـ أبو الفرج الاصفهاني صاحب كتاب الاغاني الكبير لم ( ست ) زيدي. </w:t>
      </w:r>
    </w:p>
    <w:p w:rsidR="007849C6" w:rsidRDefault="007849C6" w:rsidP="00186E94">
      <w:pPr>
        <w:pStyle w:val="libNormal"/>
        <w:rPr>
          <w:rtl/>
        </w:rPr>
      </w:pPr>
      <w:r>
        <w:rPr>
          <w:rtl/>
        </w:rPr>
        <w:t xml:space="preserve">27 ـ أبو محمد الانصاري لم ( كش ) مجهول. روى عنه محمد بن عيسى العبيدي وعبد الله بن إبراهيم. </w:t>
      </w:r>
    </w:p>
    <w:p w:rsidR="007849C6" w:rsidRDefault="007849C6" w:rsidP="00186E94">
      <w:pPr>
        <w:pStyle w:val="libNormal"/>
        <w:rPr>
          <w:rtl/>
        </w:rPr>
      </w:pPr>
      <w:r>
        <w:rPr>
          <w:rtl/>
        </w:rPr>
        <w:t xml:space="preserve">28 ـ أبو محمد التفليسي ضا ( جخ ) مجهول. </w:t>
      </w:r>
    </w:p>
    <w:p w:rsidR="007849C6" w:rsidRDefault="007849C6" w:rsidP="00186E94">
      <w:pPr>
        <w:pStyle w:val="libNormal"/>
        <w:rPr>
          <w:rtl/>
        </w:rPr>
      </w:pPr>
      <w:r>
        <w:rPr>
          <w:rtl/>
        </w:rPr>
        <w:t xml:space="preserve">29 ـ أبو محمد بن خلاد عامي. </w:t>
      </w:r>
    </w:p>
    <w:p w:rsidR="007849C6" w:rsidRDefault="007849C6" w:rsidP="00186E94">
      <w:pPr>
        <w:pStyle w:val="libNormal"/>
        <w:rPr>
          <w:rtl/>
        </w:rPr>
      </w:pPr>
      <w:r>
        <w:rPr>
          <w:rtl/>
        </w:rPr>
        <w:t xml:space="preserve">30 ـ أبو مخلد الخياط بالخاء المعجمة فالياء المثناة تحت قر ( جخ ) مجهول. </w:t>
      </w:r>
    </w:p>
    <w:p w:rsidR="007849C6" w:rsidRDefault="007849C6" w:rsidP="00186E94">
      <w:pPr>
        <w:pStyle w:val="libNormal"/>
        <w:rPr>
          <w:rtl/>
        </w:rPr>
      </w:pPr>
      <w:r>
        <w:rPr>
          <w:rtl/>
        </w:rPr>
        <w:t xml:space="preserve">31 ـ أبو مسلم ى كان فاجرا </w:t>
      </w:r>
      <w:r w:rsidRPr="00186E94">
        <w:rPr>
          <w:rStyle w:val="libFootnotenumChar"/>
          <w:rtl/>
        </w:rPr>
        <w:t>(1)</w:t>
      </w:r>
      <w:r>
        <w:rPr>
          <w:rtl/>
        </w:rPr>
        <w:t xml:space="preserve">. </w:t>
      </w:r>
    </w:p>
    <w:p w:rsidR="007849C6" w:rsidRDefault="007849C6" w:rsidP="00186E94">
      <w:pPr>
        <w:pStyle w:val="libNormal"/>
        <w:rPr>
          <w:rtl/>
        </w:rPr>
      </w:pPr>
      <w:r>
        <w:rPr>
          <w:rtl/>
        </w:rPr>
        <w:t xml:space="preserve">32 ـ أبو المقدام </w:t>
      </w:r>
      <w:r w:rsidRPr="00186E94">
        <w:rPr>
          <w:rStyle w:val="libFootnotenumChar"/>
          <w:rtl/>
        </w:rPr>
        <w:t>(2)</w:t>
      </w:r>
      <w:r>
        <w:rPr>
          <w:rtl/>
        </w:rPr>
        <w:t xml:space="preserve"> وأصحابه ، وهم الحكيم بن عتيبة ، بالتاء المثناة فوق فالياء المثناة تحت فالباء المفردة ، وسلمة وكثير التمار ( كش ) قر إنهم أضلوا كثيرا ممن ضل من هؤلاء. </w:t>
      </w:r>
    </w:p>
    <w:p w:rsidR="007849C6" w:rsidRDefault="007849C6" w:rsidP="00186E94">
      <w:pPr>
        <w:pStyle w:val="libNormal"/>
        <w:rPr>
          <w:rtl/>
        </w:rPr>
      </w:pPr>
      <w:r>
        <w:rPr>
          <w:rtl/>
        </w:rPr>
        <w:t xml:space="preserve">33 ـ أبو نجوان ، بالجيم بعد النون والواو ، وقيل بالراء ( كش ) ذم بشرب النبيذ. </w:t>
      </w:r>
    </w:p>
    <w:p w:rsidR="007849C6" w:rsidRDefault="007849C6" w:rsidP="00186E94">
      <w:pPr>
        <w:pStyle w:val="libNormal"/>
        <w:rPr>
          <w:rtl/>
        </w:rPr>
      </w:pPr>
      <w:r>
        <w:rPr>
          <w:rtl/>
        </w:rPr>
        <w:t xml:space="preserve">34 ـ أبو هارون المكفوف قر ( كش ) طعن فيه طعنا عظيما. </w:t>
      </w:r>
    </w:p>
    <w:p w:rsidR="007849C6" w:rsidRDefault="007849C6" w:rsidP="00186E94">
      <w:pPr>
        <w:pStyle w:val="libNormal"/>
        <w:rPr>
          <w:rtl/>
        </w:rPr>
      </w:pPr>
      <w:r>
        <w:rPr>
          <w:rtl/>
        </w:rPr>
        <w:t xml:space="preserve">35 ـ أبو يعقوب المقرئ ( كش ) زيدي </w:t>
      </w:r>
      <w:r w:rsidRPr="00186E94">
        <w:rPr>
          <w:rStyle w:val="libFootnotenumChar"/>
          <w:rtl/>
        </w:rPr>
        <w:t>(3)</w:t>
      </w:r>
      <w:r>
        <w:rPr>
          <w:rtl/>
        </w:rPr>
        <w:t xml:space="preserve">. </w:t>
      </w:r>
    </w:p>
    <w:p w:rsidR="007849C6" w:rsidRDefault="007849C6" w:rsidP="00186E94">
      <w:pPr>
        <w:pStyle w:val="libCenter"/>
        <w:rPr>
          <w:rtl/>
        </w:rPr>
      </w:pPr>
      <w:r>
        <w:rPr>
          <w:rtl/>
        </w:rPr>
        <w:t>تم الانتساخ بعون الله تعالى والحمد الله وحده في الثاني وعشرين</w:t>
      </w:r>
    </w:p>
    <w:p w:rsidR="007849C6" w:rsidRDefault="007849C6" w:rsidP="00186E94">
      <w:pPr>
        <w:pStyle w:val="libCenter"/>
        <w:rPr>
          <w:rtl/>
        </w:rPr>
      </w:pPr>
      <w:r>
        <w:rPr>
          <w:rtl/>
        </w:rPr>
        <w:t>من شهر جمادي الاولى سنة 1036 ه‍</w:t>
      </w:r>
    </w:p>
    <w:p w:rsidR="007849C6" w:rsidRDefault="007849C6" w:rsidP="00186E94">
      <w:pPr>
        <w:pStyle w:val="libCenter"/>
        <w:rPr>
          <w:rtl/>
        </w:rPr>
      </w:pPr>
      <w:r>
        <w:rPr>
          <w:rtl/>
        </w:rPr>
        <w:t xml:space="preserve">صحح على نسخة </w:t>
      </w:r>
      <w:r w:rsidRPr="00643050">
        <w:rPr>
          <w:rtl/>
        </w:rPr>
        <w:t>مكتبة</w:t>
      </w:r>
      <w:r>
        <w:rPr>
          <w:rtl/>
        </w:rPr>
        <w:t xml:space="preserve"> آية الله الشيخ محمد الحسين كاشف الغطاء</w:t>
      </w:r>
    </w:p>
    <w:p w:rsidR="007849C6" w:rsidRDefault="007849C6" w:rsidP="00186E94">
      <w:pPr>
        <w:pStyle w:val="libCenter"/>
        <w:rPr>
          <w:rtl/>
        </w:rPr>
      </w:pPr>
      <w:r>
        <w:rPr>
          <w:rtl/>
        </w:rPr>
        <w:t>تغمده الله تسلسل المخطوطة 817</w:t>
      </w:r>
    </w:p>
    <w:p w:rsidR="007849C6" w:rsidRDefault="007849C6" w:rsidP="002C2B53">
      <w:pPr>
        <w:pStyle w:val="libLine"/>
        <w:rPr>
          <w:rtl/>
        </w:rPr>
      </w:pPr>
      <w:r>
        <w:rPr>
          <w:rtl/>
        </w:rPr>
        <w:t>____________</w:t>
      </w:r>
    </w:p>
    <w:p w:rsidR="007849C6" w:rsidRDefault="007849C6" w:rsidP="002C2B53">
      <w:pPr>
        <w:pStyle w:val="libFootnote0"/>
        <w:rPr>
          <w:rtl/>
        </w:rPr>
      </w:pPr>
      <w:r>
        <w:rPr>
          <w:rtl/>
        </w:rPr>
        <w:t xml:space="preserve">1 ـ هو أهبان بن صيفي المتقدم في القسم الثاني. </w:t>
      </w:r>
    </w:p>
    <w:p w:rsidR="007849C6" w:rsidRDefault="007849C6" w:rsidP="002C2B53">
      <w:pPr>
        <w:pStyle w:val="libFootnote0"/>
        <w:rPr>
          <w:rtl/>
        </w:rPr>
      </w:pPr>
      <w:r>
        <w:rPr>
          <w:rtl/>
        </w:rPr>
        <w:t xml:space="preserve">2 ـ هو ثابت بن هرمز الفارسي الحداد المتقدم في القسم الثاني. </w:t>
      </w:r>
    </w:p>
    <w:p w:rsidR="007849C6" w:rsidRDefault="007849C6" w:rsidP="002C2B53">
      <w:pPr>
        <w:pStyle w:val="libFootnote0"/>
        <w:rPr>
          <w:rtl/>
        </w:rPr>
      </w:pPr>
      <w:r>
        <w:rPr>
          <w:rtl/>
        </w:rPr>
        <w:t>3 ـ هو عمرو بن خالد أبو خالد الواسطي ذكره ( كش ) في ترجمة محمد بن إسحاق صاحب المغازي ، وفي ترجمة هارون بن سعيد العجلي ومحمد بن سالم بياع القصب وغيرهم من الزيدية في طريق روايته.</w:t>
      </w:r>
    </w:p>
    <w:p w:rsidR="007849C6" w:rsidRDefault="007849C6" w:rsidP="00186E94">
      <w:pPr>
        <w:pStyle w:val="libCenterBold1"/>
        <w:rPr>
          <w:rFonts w:cs="Times New Roman"/>
          <w:noProof/>
          <w:color w:val="auto"/>
          <w:szCs w:val="24"/>
          <w:rtl/>
        </w:rPr>
      </w:pPr>
      <w:r>
        <w:rPr>
          <w:rtl/>
        </w:rPr>
        <w:br w:type="page"/>
      </w:r>
      <w:r>
        <w:rPr>
          <w:rFonts w:hint="cs"/>
          <w:rtl/>
        </w:rPr>
        <w:lastRenderedPageBreak/>
        <w:t>فهرس كتاب الرجال</w:t>
      </w:r>
      <w:r w:rsidR="00AE7806">
        <w:rPr>
          <w:rtl/>
        </w:rPr>
        <w:fldChar w:fldCharType="begin"/>
      </w:r>
      <w:r>
        <w:rPr>
          <w:rtl/>
        </w:rPr>
        <w:instrText xml:space="preserve"> </w:instrText>
      </w:r>
      <w:r>
        <w:rPr>
          <w:rFonts w:hint="cs"/>
        </w:rPr>
        <w:instrText>TOC</w:instrText>
      </w:r>
      <w:r>
        <w:rPr>
          <w:rFonts w:hint="cs"/>
          <w:rtl/>
        </w:rPr>
        <w:instrText xml:space="preserve"> \</w:instrText>
      </w:r>
      <w:r>
        <w:rPr>
          <w:rFonts w:hint="cs"/>
        </w:rPr>
        <w:instrText>o "</w:instrText>
      </w:r>
      <w:r>
        <w:rPr>
          <w:rFonts w:hint="cs"/>
          <w:rtl/>
        </w:rPr>
        <w:instrText>1-5</w:instrText>
      </w:r>
      <w:r>
        <w:rPr>
          <w:rFonts w:hint="cs"/>
        </w:rPr>
        <w:instrText xml:space="preserve">" \t "Heading </w:instrText>
      </w:r>
      <w:r>
        <w:rPr>
          <w:rFonts w:hint="cs"/>
          <w:rtl/>
        </w:rPr>
        <w:instrText xml:space="preserve">1 </w:instrText>
      </w:r>
      <w:r>
        <w:rPr>
          <w:rFonts w:hint="cs"/>
        </w:rPr>
        <w:instrText>Center,</w:instrText>
      </w:r>
      <w:r>
        <w:rPr>
          <w:rFonts w:hint="cs"/>
          <w:rtl/>
        </w:rPr>
        <w:instrText>1</w:instrText>
      </w:r>
      <w:r>
        <w:rPr>
          <w:rFonts w:hint="cs"/>
        </w:rPr>
        <w:instrText xml:space="preserve">,Heading </w:instrText>
      </w:r>
      <w:r>
        <w:rPr>
          <w:rFonts w:hint="cs"/>
          <w:rtl/>
        </w:rPr>
        <w:instrText xml:space="preserve">2 </w:instrText>
      </w:r>
      <w:r>
        <w:rPr>
          <w:rFonts w:hint="cs"/>
        </w:rPr>
        <w:instrText>Center,</w:instrText>
      </w:r>
      <w:r>
        <w:rPr>
          <w:rFonts w:hint="cs"/>
          <w:rtl/>
        </w:rPr>
        <w:instrText>2"</w:instrText>
      </w:r>
      <w:r>
        <w:rPr>
          <w:rtl/>
        </w:rPr>
        <w:instrText xml:space="preserve"> </w:instrText>
      </w:r>
      <w:r w:rsidR="00AE7806">
        <w:rPr>
          <w:rtl/>
        </w:rPr>
        <w:fldChar w:fldCharType="separate"/>
      </w:r>
    </w:p>
    <w:tbl>
      <w:tblPr>
        <w:bidiVisual/>
        <w:tblW w:w="0" w:type="auto"/>
        <w:tblLook w:val="01E0"/>
      </w:tblPr>
      <w:tblGrid>
        <w:gridCol w:w="897"/>
        <w:gridCol w:w="314"/>
        <w:gridCol w:w="2311"/>
        <w:gridCol w:w="236"/>
        <w:gridCol w:w="897"/>
        <w:gridCol w:w="236"/>
        <w:gridCol w:w="2696"/>
      </w:tblGrid>
      <w:tr w:rsidR="007849C6" w:rsidTr="00186E94">
        <w:tc>
          <w:tcPr>
            <w:tcW w:w="863" w:type="dxa"/>
          </w:tcPr>
          <w:p w:rsidR="007849C6" w:rsidRDefault="007849C6" w:rsidP="00186E94">
            <w:pPr>
              <w:pStyle w:val="libCenterBold1"/>
              <w:rPr>
                <w:noProof/>
                <w:rtl/>
              </w:rPr>
            </w:pPr>
            <w:r>
              <w:rPr>
                <w:rFonts w:hint="cs"/>
                <w:noProof/>
                <w:rtl/>
              </w:rPr>
              <w:t>الصفحة</w:t>
            </w:r>
          </w:p>
        </w:tc>
        <w:tc>
          <w:tcPr>
            <w:tcW w:w="316" w:type="dxa"/>
          </w:tcPr>
          <w:p w:rsidR="007849C6" w:rsidRDefault="007849C6" w:rsidP="00186E94">
            <w:pPr>
              <w:pStyle w:val="libCenterBold1"/>
              <w:rPr>
                <w:noProof/>
                <w:rtl/>
              </w:rPr>
            </w:pPr>
          </w:p>
        </w:tc>
        <w:tc>
          <w:tcPr>
            <w:tcW w:w="2340" w:type="dxa"/>
          </w:tcPr>
          <w:p w:rsidR="007849C6" w:rsidRDefault="007849C6" w:rsidP="00186E94">
            <w:pPr>
              <w:pStyle w:val="libCenterBold1"/>
              <w:rPr>
                <w:noProof/>
                <w:rtl/>
              </w:rPr>
            </w:pPr>
            <w:r>
              <w:rPr>
                <w:rFonts w:hint="cs"/>
                <w:noProof/>
                <w:rtl/>
              </w:rPr>
              <w:t>الموضوع</w:t>
            </w:r>
          </w:p>
        </w:tc>
        <w:tc>
          <w:tcPr>
            <w:tcW w:w="236" w:type="dxa"/>
          </w:tcPr>
          <w:p w:rsidR="007849C6" w:rsidRDefault="007849C6" w:rsidP="00186E94">
            <w:pPr>
              <w:pStyle w:val="libCenterBold1"/>
              <w:rPr>
                <w:noProof/>
                <w:rtl/>
              </w:rPr>
            </w:pPr>
          </w:p>
        </w:tc>
        <w:tc>
          <w:tcPr>
            <w:tcW w:w="863" w:type="dxa"/>
            <w:tcBorders>
              <w:top w:val="single" w:sz="4" w:space="0" w:color="auto"/>
              <w:bottom w:val="single" w:sz="4" w:space="0" w:color="auto"/>
              <w:right w:val="single" w:sz="4" w:space="0" w:color="auto"/>
            </w:tcBorders>
          </w:tcPr>
          <w:p w:rsidR="007849C6" w:rsidRDefault="007849C6" w:rsidP="00186E94">
            <w:pPr>
              <w:pStyle w:val="libCenterBold1"/>
              <w:rPr>
                <w:noProof/>
                <w:rtl/>
              </w:rPr>
            </w:pPr>
            <w:r>
              <w:rPr>
                <w:rFonts w:hint="cs"/>
                <w:noProof/>
                <w:rtl/>
              </w:rPr>
              <w:t>الصفحة</w:t>
            </w:r>
          </w:p>
        </w:tc>
        <w:tc>
          <w:tcPr>
            <w:tcW w:w="236" w:type="dxa"/>
            <w:tcBorders>
              <w:top w:val="single" w:sz="4" w:space="0" w:color="auto"/>
              <w:bottom w:val="single" w:sz="4" w:space="0" w:color="auto"/>
              <w:right w:val="single" w:sz="4" w:space="0" w:color="auto"/>
            </w:tcBorders>
          </w:tcPr>
          <w:p w:rsidR="007849C6" w:rsidRDefault="007849C6" w:rsidP="00186E94">
            <w:pPr>
              <w:pStyle w:val="libCenterBold1"/>
              <w:rPr>
                <w:noProof/>
                <w:rtl/>
              </w:rPr>
            </w:pPr>
          </w:p>
        </w:tc>
        <w:tc>
          <w:tcPr>
            <w:tcW w:w="2733" w:type="dxa"/>
            <w:tcBorders>
              <w:top w:val="single" w:sz="4" w:space="0" w:color="auto"/>
              <w:left w:val="single" w:sz="4" w:space="0" w:color="auto"/>
              <w:bottom w:val="single" w:sz="4" w:space="0" w:color="auto"/>
            </w:tcBorders>
          </w:tcPr>
          <w:p w:rsidR="007849C6" w:rsidRDefault="007849C6" w:rsidP="00186E94">
            <w:pPr>
              <w:pStyle w:val="libCenterBold1"/>
              <w:rPr>
                <w:noProof/>
                <w:rtl/>
              </w:rPr>
            </w:pPr>
            <w:r>
              <w:rPr>
                <w:rFonts w:hint="cs"/>
                <w:noProof/>
                <w:rtl/>
              </w:rPr>
              <w:t>الموضوع</w:t>
            </w:r>
          </w:p>
        </w:tc>
      </w:tr>
      <w:tr w:rsidR="007849C6" w:rsidTr="00186E94">
        <w:tc>
          <w:tcPr>
            <w:tcW w:w="863" w:type="dxa"/>
          </w:tcPr>
          <w:p w:rsidR="007849C6" w:rsidRDefault="00AE7806" w:rsidP="00186E94">
            <w:pPr>
              <w:pStyle w:val="libCenterBold1"/>
              <w:rPr>
                <w:noProof/>
                <w:rtl/>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286683155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3</w:t>
            </w:r>
            <w:r>
              <w:rPr>
                <w:noProof/>
              </w:rPr>
              <w:fldChar w:fldCharType="end"/>
            </w:r>
          </w:p>
        </w:tc>
        <w:tc>
          <w:tcPr>
            <w:tcW w:w="316" w:type="dxa"/>
          </w:tcPr>
          <w:p w:rsidR="007849C6" w:rsidRDefault="007849C6" w:rsidP="00186E94">
            <w:pPr>
              <w:pStyle w:val="libCenterBold1"/>
              <w:rPr>
                <w:noProof/>
                <w:rtl/>
              </w:rPr>
            </w:pPr>
          </w:p>
        </w:tc>
        <w:tc>
          <w:tcPr>
            <w:tcW w:w="2340" w:type="dxa"/>
          </w:tcPr>
          <w:p w:rsidR="007849C6" w:rsidRDefault="007849C6" w:rsidP="00186E94">
            <w:pPr>
              <w:pStyle w:val="libCenterBold1"/>
              <w:rPr>
                <w:noProof/>
                <w:rtl/>
              </w:rPr>
            </w:pPr>
            <w:r>
              <w:rPr>
                <w:noProof/>
                <w:rtl/>
              </w:rPr>
              <w:t>ترجمة حياة المؤلف</w:t>
            </w:r>
          </w:p>
        </w:tc>
        <w:tc>
          <w:tcPr>
            <w:tcW w:w="236" w:type="dxa"/>
          </w:tcPr>
          <w:p w:rsidR="007849C6" w:rsidRDefault="007849C6" w:rsidP="00186E94">
            <w:pPr>
              <w:pStyle w:val="libCenterBold1"/>
              <w:rPr>
                <w:noProof/>
                <w:rtl/>
              </w:rPr>
            </w:pPr>
          </w:p>
        </w:tc>
        <w:tc>
          <w:tcPr>
            <w:tcW w:w="863" w:type="dxa"/>
            <w:tcBorders>
              <w:top w:val="single" w:sz="4" w:space="0" w:color="auto"/>
              <w:bottom w:val="single" w:sz="4" w:space="0" w:color="auto"/>
              <w:right w:val="single" w:sz="4" w:space="0" w:color="auto"/>
            </w:tcBorders>
          </w:tcPr>
          <w:p w:rsidR="007849C6" w:rsidRDefault="00AE7806" w:rsidP="00186E94">
            <w:pPr>
              <w:pStyle w:val="libCenterBold1"/>
              <w:rPr>
                <w:noProof/>
                <w:rtl/>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286683171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109</w:t>
            </w:r>
            <w:r>
              <w:rPr>
                <w:noProof/>
              </w:rPr>
              <w:fldChar w:fldCharType="end"/>
            </w:r>
          </w:p>
        </w:tc>
        <w:tc>
          <w:tcPr>
            <w:tcW w:w="236" w:type="dxa"/>
            <w:tcBorders>
              <w:top w:val="single" w:sz="4" w:space="0" w:color="auto"/>
              <w:bottom w:val="single" w:sz="4" w:space="0" w:color="auto"/>
              <w:right w:val="single" w:sz="4" w:space="0" w:color="auto"/>
            </w:tcBorders>
          </w:tcPr>
          <w:p w:rsidR="007849C6" w:rsidRDefault="007849C6" w:rsidP="00186E94">
            <w:pPr>
              <w:pStyle w:val="libCenterBold1"/>
              <w:rPr>
                <w:noProof/>
                <w:rtl/>
              </w:rPr>
            </w:pPr>
          </w:p>
        </w:tc>
        <w:tc>
          <w:tcPr>
            <w:tcW w:w="2733" w:type="dxa"/>
            <w:tcBorders>
              <w:top w:val="single" w:sz="4" w:space="0" w:color="auto"/>
              <w:left w:val="single" w:sz="4" w:space="0" w:color="auto"/>
              <w:bottom w:val="single" w:sz="4" w:space="0" w:color="auto"/>
            </w:tcBorders>
          </w:tcPr>
          <w:p w:rsidR="007849C6" w:rsidRPr="00896076" w:rsidRDefault="007849C6" w:rsidP="00186E94">
            <w:pPr>
              <w:pStyle w:val="libCenterBold1"/>
            </w:pPr>
            <w:r w:rsidRPr="00896076">
              <w:rPr>
                <w:noProof/>
                <w:rtl/>
              </w:rPr>
              <w:t xml:space="preserve">باب الضاد المعجمة </w:t>
            </w:r>
          </w:p>
        </w:tc>
      </w:tr>
      <w:tr w:rsidR="007849C6" w:rsidTr="00186E94">
        <w:tc>
          <w:tcPr>
            <w:tcW w:w="863" w:type="dxa"/>
          </w:tcPr>
          <w:p w:rsidR="007849C6" w:rsidRDefault="00AE7806" w:rsidP="00186E94">
            <w:pPr>
              <w:pStyle w:val="libCenterBold1"/>
              <w:rPr>
                <w:noProof/>
                <w:rtl/>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286683156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23</w:t>
            </w:r>
            <w:r>
              <w:rPr>
                <w:noProof/>
              </w:rPr>
              <w:fldChar w:fldCharType="end"/>
            </w:r>
          </w:p>
        </w:tc>
        <w:tc>
          <w:tcPr>
            <w:tcW w:w="316" w:type="dxa"/>
          </w:tcPr>
          <w:p w:rsidR="007849C6" w:rsidRDefault="007849C6" w:rsidP="00186E94">
            <w:pPr>
              <w:pStyle w:val="libCenterBold1"/>
              <w:rPr>
                <w:noProof/>
                <w:rtl/>
              </w:rPr>
            </w:pPr>
          </w:p>
        </w:tc>
        <w:tc>
          <w:tcPr>
            <w:tcW w:w="2340" w:type="dxa"/>
          </w:tcPr>
          <w:p w:rsidR="007849C6" w:rsidRDefault="007849C6" w:rsidP="00186E94">
            <w:pPr>
              <w:pStyle w:val="libCenterBold1"/>
              <w:rPr>
                <w:noProof/>
                <w:rtl/>
              </w:rPr>
            </w:pPr>
            <w:r>
              <w:rPr>
                <w:rFonts w:hint="cs"/>
                <w:noProof/>
                <w:rtl/>
              </w:rPr>
              <w:t>مقدمة مؤلف الكتاب</w:t>
            </w:r>
          </w:p>
        </w:tc>
        <w:tc>
          <w:tcPr>
            <w:tcW w:w="236" w:type="dxa"/>
          </w:tcPr>
          <w:p w:rsidR="007849C6" w:rsidRDefault="007849C6" w:rsidP="00186E94">
            <w:pPr>
              <w:pStyle w:val="libCenterBold1"/>
              <w:rPr>
                <w:noProof/>
                <w:rtl/>
              </w:rPr>
            </w:pPr>
          </w:p>
        </w:tc>
        <w:tc>
          <w:tcPr>
            <w:tcW w:w="863" w:type="dxa"/>
            <w:tcBorders>
              <w:top w:val="single" w:sz="4" w:space="0" w:color="auto"/>
              <w:bottom w:val="single" w:sz="4" w:space="0" w:color="auto"/>
              <w:right w:val="single" w:sz="4" w:space="0" w:color="auto"/>
            </w:tcBorders>
          </w:tcPr>
          <w:p w:rsidR="007849C6" w:rsidRDefault="00AE7806" w:rsidP="00186E94">
            <w:pPr>
              <w:pStyle w:val="libCenterBold1"/>
              <w:rPr>
                <w:noProof/>
                <w:rtl/>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286683172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110</w:t>
            </w:r>
            <w:r>
              <w:rPr>
                <w:noProof/>
              </w:rPr>
              <w:fldChar w:fldCharType="end"/>
            </w:r>
          </w:p>
        </w:tc>
        <w:tc>
          <w:tcPr>
            <w:tcW w:w="236" w:type="dxa"/>
            <w:tcBorders>
              <w:top w:val="single" w:sz="4" w:space="0" w:color="auto"/>
              <w:bottom w:val="single" w:sz="4" w:space="0" w:color="auto"/>
              <w:right w:val="single" w:sz="4" w:space="0" w:color="auto"/>
            </w:tcBorders>
          </w:tcPr>
          <w:p w:rsidR="007849C6" w:rsidRDefault="007849C6" w:rsidP="00186E94">
            <w:pPr>
              <w:pStyle w:val="libCenterBold1"/>
              <w:rPr>
                <w:noProof/>
                <w:rtl/>
              </w:rPr>
            </w:pPr>
          </w:p>
        </w:tc>
        <w:tc>
          <w:tcPr>
            <w:tcW w:w="2733" w:type="dxa"/>
            <w:tcBorders>
              <w:top w:val="single" w:sz="4" w:space="0" w:color="auto"/>
              <w:left w:val="single" w:sz="4" w:space="0" w:color="auto"/>
              <w:bottom w:val="single" w:sz="4" w:space="0" w:color="auto"/>
            </w:tcBorders>
          </w:tcPr>
          <w:p w:rsidR="007849C6" w:rsidRPr="00896076" w:rsidRDefault="007849C6" w:rsidP="00186E94">
            <w:pPr>
              <w:pStyle w:val="libCenterBold1"/>
            </w:pPr>
            <w:r w:rsidRPr="00896076">
              <w:rPr>
                <w:noProof/>
                <w:rtl/>
              </w:rPr>
              <w:t>باب الطاء المهلة</w:t>
            </w:r>
          </w:p>
        </w:tc>
      </w:tr>
      <w:tr w:rsidR="007849C6" w:rsidTr="00186E94">
        <w:tc>
          <w:tcPr>
            <w:tcW w:w="863" w:type="dxa"/>
          </w:tcPr>
          <w:p w:rsidR="007849C6" w:rsidRDefault="00AE7806" w:rsidP="00186E94">
            <w:pPr>
              <w:pStyle w:val="libCenterBold1"/>
              <w:rPr>
                <w:noProof/>
                <w:rtl/>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286683157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27</w:t>
            </w:r>
            <w:r>
              <w:rPr>
                <w:noProof/>
              </w:rPr>
              <w:fldChar w:fldCharType="end"/>
            </w:r>
          </w:p>
        </w:tc>
        <w:tc>
          <w:tcPr>
            <w:tcW w:w="316" w:type="dxa"/>
          </w:tcPr>
          <w:p w:rsidR="007849C6" w:rsidRDefault="007849C6" w:rsidP="00186E94">
            <w:pPr>
              <w:pStyle w:val="libCenterBold1"/>
              <w:rPr>
                <w:noProof/>
                <w:rtl/>
              </w:rPr>
            </w:pPr>
          </w:p>
        </w:tc>
        <w:tc>
          <w:tcPr>
            <w:tcW w:w="2340" w:type="dxa"/>
          </w:tcPr>
          <w:p w:rsidR="007849C6" w:rsidRDefault="007849C6" w:rsidP="00186E94">
            <w:pPr>
              <w:pStyle w:val="libCenterBold1"/>
              <w:rPr>
                <w:noProof/>
                <w:rtl/>
              </w:rPr>
            </w:pPr>
            <w:r>
              <w:rPr>
                <w:rFonts w:hint="cs"/>
                <w:noProof/>
                <w:rtl/>
              </w:rPr>
              <w:t>باب الهمزة</w:t>
            </w:r>
          </w:p>
        </w:tc>
        <w:tc>
          <w:tcPr>
            <w:tcW w:w="236" w:type="dxa"/>
          </w:tcPr>
          <w:p w:rsidR="007849C6" w:rsidRDefault="007849C6" w:rsidP="00186E94">
            <w:pPr>
              <w:pStyle w:val="libCenterBold1"/>
              <w:rPr>
                <w:noProof/>
                <w:rtl/>
              </w:rPr>
            </w:pPr>
          </w:p>
        </w:tc>
        <w:tc>
          <w:tcPr>
            <w:tcW w:w="863" w:type="dxa"/>
            <w:tcBorders>
              <w:top w:val="single" w:sz="4" w:space="0" w:color="auto"/>
              <w:bottom w:val="single" w:sz="4" w:space="0" w:color="auto"/>
              <w:right w:val="single" w:sz="4" w:space="0" w:color="auto"/>
            </w:tcBorders>
          </w:tcPr>
          <w:p w:rsidR="007849C6" w:rsidRDefault="00AE7806" w:rsidP="00186E94">
            <w:pPr>
              <w:pStyle w:val="libCenterBold1"/>
              <w:rPr>
                <w:noProof/>
                <w:rtl/>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286683173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110</w:t>
            </w:r>
            <w:r>
              <w:rPr>
                <w:noProof/>
              </w:rPr>
              <w:fldChar w:fldCharType="end"/>
            </w:r>
          </w:p>
        </w:tc>
        <w:tc>
          <w:tcPr>
            <w:tcW w:w="236" w:type="dxa"/>
            <w:tcBorders>
              <w:top w:val="single" w:sz="4" w:space="0" w:color="auto"/>
              <w:bottom w:val="single" w:sz="4" w:space="0" w:color="auto"/>
              <w:right w:val="single" w:sz="4" w:space="0" w:color="auto"/>
            </w:tcBorders>
          </w:tcPr>
          <w:p w:rsidR="007849C6" w:rsidRDefault="007849C6" w:rsidP="00186E94">
            <w:pPr>
              <w:pStyle w:val="libCenterBold1"/>
              <w:rPr>
                <w:noProof/>
                <w:rtl/>
              </w:rPr>
            </w:pPr>
          </w:p>
        </w:tc>
        <w:tc>
          <w:tcPr>
            <w:tcW w:w="2733" w:type="dxa"/>
            <w:tcBorders>
              <w:top w:val="single" w:sz="4" w:space="0" w:color="auto"/>
              <w:left w:val="single" w:sz="4" w:space="0" w:color="auto"/>
              <w:bottom w:val="single" w:sz="4" w:space="0" w:color="auto"/>
            </w:tcBorders>
          </w:tcPr>
          <w:p w:rsidR="007849C6" w:rsidRPr="00896076" w:rsidRDefault="007849C6" w:rsidP="00186E94">
            <w:pPr>
              <w:pStyle w:val="libCenterBold1"/>
            </w:pPr>
            <w:r w:rsidRPr="00896076">
              <w:rPr>
                <w:noProof/>
                <w:rtl/>
              </w:rPr>
              <w:t>باب الظاء المهملة</w:t>
            </w:r>
          </w:p>
        </w:tc>
      </w:tr>
      <w:tr w:rsidR="007849C6" w:rsidTr="00186E94">
        <w:tc>
          <w:tcPr>
            <w:tcW w:w="863" w:type="dxa"/>
          </w:tcPr>
          <w:p w:rsidR="007849C6" w:rsidRDefault="00AE7806" w:rsidP="00186E94">
            <w:pPr>
              <w:pStyle w:val="libCenterBold1"/>
              <w:rPr>
                <w:noProof/>
                <w:rtl/>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286683158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52</w:t>
            </w:r>
            <w:r>
              <w:rPr>
                <w:noProof/>
              </w:rPr>
              <w:fldChar w:fldCharType="end"/>
            </w:r>
          </w:p>
        </w:tc>
        <w:tc>
          <w:tcPr>
            <w:tcW w:w="316" w:type="dxa"/>
          </w:tcPr>
          <w:p w:rsidR="007849C6" w:rsidRDefault="007849C6" w:rsidP="00186E94">
            <w:pPr>
              <w:pStyle w:val="libCenterBold1"/>
              <w:rPr>
                <w:noProof/>
                <w:rtl/>
              </w:rPr>
            </w:pPr>
          </w:p>
        </w:tc>
        <w:tc>
          <w:tcPr>
            <w:tcW w:w="2340" w:type="dxa"/>
          </w:tcPr>
          <w:p w:rsidR="007849C6" w:rsidRDefault="007849C6" w:rsidP="00186E94">
            <w:pPr>
              <w:pStyle w:val="libCenterBold1"/>
              <w:rPr>
                <w:noProof/>
                <w:rtl/>
              </w:rPr>
            </w:pPr>
            <w:r>
              <w:rPr>
                <w:rFonts w:hint="cs"/>
                <w:noProof/>
                <w:rtl/>
              </w:rPr>
              <w:t xml:space="preserve">باب </w:t>
            </w:r>
            <w:r>
              <w:rPr>
                <w:noProof/>
                <w:rtl/>
              </w:rPr>
              <w:t>الباء</w:t>
            </w:r>
          </w:p>
        </w:tc>
        <w:tc>
          <w:tcPr>
            <w:tcW w:w="236" w:type="dxa"/>
          </w:tcPr>
          <w:p w:rsidR="007849C6" w:rsidRDefault="007849C6" w:rsidP="00186E94">
            <w:pPr>
              <w:pStyle w:val="libCenterBold1"/>
              <w:rPr>
                <w:noProof/>
                <w:rtl/>
              </w:rPr>
            </w:pPr>
          </w:p>
        </w:tc>
        <w:tc>
          <w:tcPr>
            <w:tcW w:w="863" w:type="dxa"/>
            <w:tcBorders>
              <w:top w:val="single" w:sz="4" w:space="0" w:color="auto"/>
              <w:bottom w:val="single" w:sz="4" w:space="0" w:color="auto"/>
              <w:right w:val="single" w:sz="4" w:space="0" w:color="auto"/>
            </w:tcBorders>
          </w:tcPr>
          <w:p w:rsidR="007849C6" w:rsidRDefault="00AE7806" w:rsidP="00186E94">
            <w:pPr>
              <w:pStyle w:val="libCenterBold1"/>
              <w:rPr>
                <w:noProof/>
                <w:rtl/>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286683174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111</w:t>
            </w:r>
            <w:r>
              <w:rPr>
                <w:noProof/>
              </w:rPr>
              <w:fldChar w:fldCharType="end"/>
            </w:r>
          </w:p>
        </w:tc>
        <w:tc>
          <w:tcPr>
            <w:tcW w:w="236" w:type="dxa"/>
            <w:tcBorders>
              <w:top w:val="single" w:sz="4" w:space="0" w:color="auto"/>
              <w:bottom w:val="single" w:sz="4" w:space="0" w:color="auto"/>
              <w:right w:val="single" w:sz="4" w:space="0" w:color="auto"/>
            </w:tcBorders>
          </w:tcPr>
          <w:p w:rsidR="007849C6" w:rsidRDefault="007849C6" w:rsidP="00186E94">
            <w:pPr>
              <w:pStyle w:val="libCenterBold1"/>
              <w:rPr>
                <w:noProof/>
                <w:rtl/>
              </w:rPr>
            </w:pPr>
          </w:p>
        </w:tc>
        <w:tc>
          <w:tcPr>
            <w:tcW w:w="2733" w:type="dxa"/>
            <w:tcBorders>
              <w:top w:val="single" w:sz="4" w:space="0" w:color="auto"/>
              <w:left w:val="single" w:sz="4" w:space="0" w:color="auto"/>
              <w:bottom w:val="single" w:sz="4" w:space="0" w:color="auto"/>
            </w:tcBorders>
          </w:tcPr>
          <w:p w:rsidR="007849C6" w:rsidRPr="00896076" w:rsidRDefault="007849C6" w:rsidP="00186E94">
            <w:pPr>
              <w:pStyle w:val="libCenterBold1"/>
            </w:pPr>
            <w:r w:rsidRPr="00896076">
              <w:rPr>
                <w:noProof/>
                <w:rtl/>
              </w:rPr>
              <w:t xml:space="preserve">باب العين المهملة </w:t>
            </w:r>
          </w:p>
        </w:tc>
      </w:tr>
      <w:tr w:rsidR="007849C6" w:rsidTr="00186E94">
        <w:tc>
          <w:tcPr>
            <w:tcW w:w="863" w:type="dxa"/>
          </w:tcPr>
          <w:p w:rsidR="007849C6" w:rsidRDefault="00AE7806" w:rsidP="00186E94">
            <w:pPr>
              <w:pStyle w:val="libCenterBold1"/>
              <w:rPr>
                <w:noProof/>
                <w:rtl/>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286683159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56</w:t>
            </w:r>
            <w:r>
              <w:rPr>
                <w:noProof/>
              </w:rPr>
              <w:fldChar w:fldCharType="end"/>
            </w:r>
          </w:p>
        </w:tc>
        <w:tc>
          <w:tcPr>
            <w:tcW w:w="316" w:type="dxa"/>
          </w:tcPr>
          <w:p w:rsidR="007849C6" w:rsidRDefault="007849C6" w:rsidP="00186E94">
            <w:pPr>
              <w:pStyle w:val="libCenterBold1"/>
              <w:rPr>
                <w:noProof/>
                <w:rtl/>
              </w:rPr>
            </w:pPr>
          </w:p>
        </w:tc>
        <w:tc>
          <w:tcPr>
            <w:tcW w:w="2340" w:type="dxa"/>
          </w:tcPr>
          <w:p w:rsidR="007849C6" w:rsidRDefault="007849C6" w:rsidP="00186E94">
            <w:pPr>
              <w:pStyle w:val="libCenterBold1"/>
              <w:rPr>
                <w:noProof/>
                <w:rtl/>
              </w:rPr>
            </w:pPr>
            <w:r>
              <w:rPr>
                <w:noProof/>
                <w:rtl/>
              </w:rPr>
              <w:t>باب التاء المثناة فوق</w:t>
            </w:r>
          </w:p>
        </w:tc>
        <w:tc>
          <w:tcPr>
            <w:tcW w:w="236" w:type="dxa"/>
          </w:tcPr>
          <w:p w:rsidR="007849C6" w:rsidRDefault="007849C6" w:rsidP="00186E94">
            <w:pPr>
              <w:pStyle w:val="libCenterBold1"/>
              <w:rPr>
                <w:noProof/>
                <w:rtl/>
              </w:rPr>
            </w:pPr>
          </w:p>
        </w:tc>
        <w:tc>
          <w:tcPr>
            <w:tcW w:w="863" w:type="dxa"/>
            <w:tcBorders>
              <w:top w:val="single" w:sz="4" w:space="0" w:color="auto"/>
              <w:bottom w:val="single" w:sz="4" w:space="0" w:color="auto"/>
              <w:right w:val="single" w:sz="4" w:space="0" w:color="auto"/>
            </w:tcBorders>
          </w:tcPr>
          <w:p w:rsidR="007849C6" w:rsidRDefault="00AE7806" w:rsidP="00186E94">
            <w:pPr>
              <w:pStyle w:val="libCenterBold1"/>
              <w:rPr>
                <w:noProof/>
                <w:rtl/>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286683175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148</w:t>
            </w:r>
            <w:r>
              <w:rPr>
                <w:noProof/>
              </w:rPr>
              <w:fldChar w:fldCharType="end"/>
            </w:r>
          </w:p>
        </w:tc>
        <w:tc>
          <w:tcPr>
            <w:tcW w:w="236" w:type="dxa"/>
            <w:tcBorders>
              <w:top w:val="single" w:sz="4" w:space="0" w:color="auto"/>
              <w:bottom w:val="single" w:sz="4" w:space="0" w:color="auto"/>
              <w:right w:val="single" w:sz="4" w:space="0" w:color="auto"/>
            </w:tcBorders>
          </w:tcPr>
          <w:p w:rsidR="007849C6" w:rsidRDefault="007849C6" w:rsidP="00186E94">
            <w:pPr>
              <w:pStyle w:val="libCenterBold1"/>
              <w:rPr>
                <w:noProof/>
                <w:rtl/>
              </w:rPr>
            </w:pPr>
          </w:p>
        </w:tc>
        <w:tc>
          <w:tcPr>
            <w:tcW w:w="2733" w:type="dxa"/>
            <w:tcBorders>
              <w:top w:val="single" w:sz="4" w:space="0" w:color="auto"/>
              <w:left w:val="single" w:sz="4" w:space="0" w:color="auto"/>
              <w:bottom w:val="single" w:sz="4" w:space="0" w:color="auto"/>
            </w:tcBorders>
          </w:tcPr>
          <w:p w:rsidR="007849C6" w:rsidRPr="00896076" w:rsidRDefault="007849C6" w:rsidP="00186E94">
            <w:pPr>
              <w:pStyle w:val="libCenterBold1"/>
            </w:pPr>
            <w:r w:rsidRPr="00896076">
              <w:rPr>
                <w:noProof/>
                <w:rtl/>
              </w:rPr>
              <w:t xml:space="preserve">باب الغين المعجمة </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286683160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57</w:t>
            </w:r>
            <w:r>
              <w:rPr>
                <w:noProof/>
              </w:rPr>
              <w:fldChar w:fldCharType="end"/>
            </w:r>
          </w:p>
        </w:tc>
        <w:tc>
          <w:tcPr>
            <w:tcW w:w="316" w:type="dxa"/>
          </w:tcPr>
          <w:p w:rsidR="007849C6" w:rsidRDefault="007849C6" w:rsidP="00186E94">
            <w:pPr>
              <w:pStyle w:val="libCenterBold1"/>
              <w:rPr>
                <w:noProof/>
                <w:rtl/>
              </w:rPr>
            </w:pPr>
          </w:p>
        </w:tc>
        <w:tc>
          <w:tcPr>
            <w:tcW w:w="2340" w:type="dxa"/>
          </w:tcPr>
          <w:p w:rsidR="007849C6" w:rsidRDefault="007849C6" w:rsidP="00186E94">
            <w:pPr>
              <w:pStyle w:val="libCenterBold1"/>
              <w:rPr>
                <w:noProof/>
                <w:rtl/>
              </w:rPr>
            </w:pPr>
            <w:r>
              <w:rPr>
                <w:noProof/>
                <w:rtl/>
              </w:rPr>
              <w:t>باب الثاء المثلثة</w:t>
            </w:r>
          </w:p>
        </w:tc>
        <w:tc>
          <w:tcPr>
            <w:tcW w:w="236" w:type="dxa"/>
          </w:tcPr>
          <w:p w:rsidR="007849C6" w:rsidRDefault="007849C6" w:rsidP="00186E94">
            <w:pPr>
              <w:pStyle w:val="libCenterBold1"/>
              <w:rPr>
                <w:noProof/>
                <w:rtl/>
              </w:rPr>
            </w:pPr>
          </w:p>
        </w:tc>
        <w:tc>
          <w:tcPr>
            <w:tcW w:w="863" w:type="dxa"/>
            <w:tcBorders>
              <w:top w:val="single" w:sz="4" w:space="0" w:color="auto"/>
              <w:bottom w:val="single" w:sz="4" w:space="0" w:color="auto"/>
              <w:right w:val="single" w:sz="4" w:space="0" w:color="auto"/>
            </w:tcBorders>
          </w:tcPr>
          <w:p w:rsidR="007849C6" w:rsidRDefault="00AE7806" w:rsidP="00186E94">
            <w:pPr>
              <w:pStyle w:val="libCenterBold1"/>
              <w:rPr>
                <w:noProof/>
                <w:rtl/>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286683176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148</w:t>
            </w:r>
            <w:r>
              <w:rPr>
                <w:noProof/>
              </w:rPr>
              <w:fldChar w:fldCharType="end"/>
            </w:r>
          </w:p>
        </w:tc>
        <w:tc>
          <w:tcPr>
            <w:tcW w:w="236" w:type="dxa"/>
            <w:tcBorders>
              <w:top w:val="single" w:sz="4" w:space="0" w:color="auto"/>
              <w:bottom w:val="single" w:sz="4" w:space="0" w:color="auto"/>
              <w:right w:val="single" w:sz="4" w:space="0" w:color="auto"/>
            </w:tcBorders>
          </w:tcPr>
          <w:p w:rsidR="007849C6" w:rsidRDefault="007849C6" w:rsidP="00186E94">
            <w:pPr>
              <w:pStyle w:val="libCenterBold1"/>
              <w:rPr>
                <w:noProof/>
                <w:rtl/>
              </w:rPr>
            </w:pPr>
          </w:p>
        </w:tc>
        <w:tc>
          <w:tcPr>
            <w:tcW w:w="2733" w:type="dxa"/>
            <w:tcBorders>
              <w:top w:val="single" w:sz="4" w:space="0" w:color="auto"/>
              <w:left w:val="single" w:sz="4" w:space="0" w:color="auto"/>
              <w:bottom w:val="single" w:sz="4" w:space="0" w:color="auto"/>
            </w:tcBorders>
          </w:tcPr>
          <w:p w:rsidR="007849C6" w:rsidRPr="00896076" w:rsidRDefault="007849C6" w:rsidP="00186E94">
            <w:pPr>
              <w:pStyle w:val="libCenterBold1"/>
            </w:pPr>
            <w:r w:rsidRPr="00896076">
              <w:rPr>
                <w:noProof/>
                <w:rtl/>
              </w:rPr>
              <w:t>باب الفاء</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286683161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58</w:t>
            </w:r>
            <w:r>
              <w:rPr>
                <w:noProof/>
              </w:rPr>
              <w:fldChar w:fldCharType="end"/>
            </w:r>
          </w:p>
        </w:tc>
        <w:tc>
          <w:tcPr>
            <w:tcW w:w="316" w:type="dxa"/>
          </w:tcPr>
          <w:p w:rsidR="007849C6" w:rsidRDefault="007849C6" w:rsidP="00186E94">
            <w:pPr>
              <w:pStyle w:val="libCenterBold1"/>
              <w:rPr>
                <w:noProof/>
                <w:rtl/>
              </w:rPr>
            </w:pPr>
          </w:p>
        </w:tc>
        <w:tc>
          <w:tcPr>
            <w:tcW w:w="2340" w:type="dxa"/>
          </w:tcPr>
          <w:p w:rsidR="007849C6" w:rsidRDefault="007849C6" w:rsidP="00186E94">
            <w:pPr>
              <w:pStyle w:val="libCenterBold1"/>
              <w:rPr>
                <w:noProof/>
                <w:rtl/>
              </w:rPr>
            </w:pPr>
            <w:r>
              <w:rPr>
                <w:noProof/>
                <w:rtl/>
              </w:rPr>
              <w:t>باب الجيم</w:t>
            </w:r>
          </w:p>
        </w:tc>
        <w:tc>
          <w:tcPr>
            <w:tcW w:w="236" w:type="dxa"/>
          </w:tcPr>
          <w:p w:rsidR="007849C6" w:rsidRDefault="007849C6" w:rsidP="00186E94">
            <w:pPr>
              <w:pStyle w:val="libCenterBold1"/>
              <w:rPr>
                <w:noProof/>
                <w:rtl/>
              </w:rPr>
            </w:pPr>
          </w:p>
        </w:tc>
        <w:tc>
          <w:tcPr>
            <w:tcW w:w="863" w:type="dxa"/>
            <w:tcBorders>
              <w:top w:val="single" w:sz="4" w:space="0" w:color="auto"/>
              <w:bottom w:val="single" w:sz="4" w:space="0" w:color="auto"/>
              <w:right w:val="single" w:sz="4" w:space="0" w:color="auto"/>
            </w:tcBorders>
          </w:tcPr>
          <w:p w:rsidR="007849C6" w:rsidRDefault="00AE7806" w:rsidP="00186E94">
            <w:pPr>
              <w:pStyle w:val="libCenterBold1"/>
              <w:rPr>
                <w:noProof/>
                <w:rtl/>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286683177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151</w:t>
            </w:r>
            <w:r>
              <w:rPr>
                <w:noProof/>
              </w:rPr>
              <w:fldChar w:fldCharType="end"/>
            </w:r>
          </w:p>
        </w:tc>
        <w:tc>
          <w:tcPr>
            <w:tcW w:w="236" w:type="dxa"/>
            <w:tcBorders>
              <w:top w:val="single" w:sz="4" w:space="0" w:color="auto"/>
              <w:bottom w:val="single" w:sz="4" w:space="0" w:color="auto"/>
              <w:right w:val="single" w:sz="4" w:space="0" w:color="auto"/>
            </w:tcBorders>
          </w:tcPr>
          <w:p w:rsidR="007849C6" w:rsidRDefault="007849C6" w:rsidP="00186E94">
            <w:pPr>
              <w:pStyle w:val="libCenterBold1"/>
              <w:rPr>
                <w:noProof/>
                <w:rtl/>
              </w:rPr>
            </w:pPr>
          </w:p>
        </w:tc>
        <w:tc>
          <w:tcPr>
            <w:tcW w:w="2733" w:type="dxa"/>
            <w:tcBorders>
              <w:top w:val="single" w:sz="4" w:space="0" w:color="auto"/>
              <w:left w:val="single" w:sz="4" w:space="0" w:color="auto"/>
              <w:bottom w:val="single" w:sz="4" w:space="0" w:color="auto"/>
            </w:tcBorders>
          </w:tcPr>
          <w:p w:rsidR="007849C6" w:rsidRPr="00896076" w:rsidRDefault="007849C6" w:rsidP="00186E94">
            <w:pPr>
              <w:pStyle w:val="libCenterBold1"/>
            </w:pPr>
            <w:r w:rsidRPr="00896076">
              <w:rPr>
                <w:noProof/>
                <w:rtl/>
              </w:rPr>
              <w:t>باب القاف</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286683162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65</w:t>
            </w:r>
            <w:r>
              <w:rPr>
                <w:noProof/>
              </w:rPr>
              <w:fldChar w:fldCharType="end"/>
            </w:r>
          </w:p>
        </w:tc>
        <w:tc>
          <w:tcPr>
            <w:tcW w:w="316" w:type="dxa"/>
          </w:tcPr>
          <w:p w:rsidR="007849C6" w:rsidRDefault="007849C6" w:rsidP="00186E94">
            <w:pPr>
              <w:pStyle w:val="libCenterBold1"/>
              <w:rPr>
                <w:noProof/>
                <w:rtl/>
              </w:rPr>
            </w:pPr>
          </w:p>
        </w:tc>
        <w:tc>
          <w:tcPr>
            <w:tcW w:w="2340" w:type="dxa"/>
          </w:tcPr>
          <w:p w:rsidR="007849C6" w:rsidRDefault="007849C6" w:rsidP="00186E94">
            <w:pPr>
              <w:pStyle w:val="libCenterBold1"/>
              <w:rPr>
                <w:noProof/>
                <w:rtl/>
              </w:rPr>
            </w:pPr>
            <w:r>
              <w:rPr>
                <w:noProof/>
                <w:rtl/>
              </w:rPr>
              <w:t>باب الحاء المهملة</w:t>
            </w:r>
          </w:p>
        </w:tc>
        <w:tc>
          <w:tcPr>
            <w:tcW w:w="236" w:type="dxa"/>
          </w:tcPr>
          <w:p w:rsidR="007849C6" w:rsidRDefault="007849C6" w:rsidP="00186E94">
            <w:pPr>
              <w:pStyle w:val="libCenterBold1"/>
              <w:rPr>
                <w:noProof/>
                <w:rtl/>
              </w:rPr>
            </w:pPr>
          </w:p>
        </w:tc>
        <w:tc>
          <w:tcPr>
            <w:tcW w:w="863" w:type="dxa"/>
            <w:tcBorders>
              <w:top w:val="single" w:sz="4" w:space="0" w:color="auto"/>
              <w:bottom w:val="single" w:sz="4" w:space="0" w:color="auto"/>
              <w:right w:val="single" w:sz="4" w:space="0" w:color="auto"/>
            </w:tcBorders>
          </w:tcPr>
          <w:p w:rsidR="007849C6" w:rsidRDefault="00AE7806" w:rsidP="00186E94">
            <w:pPr>
              <w:pStyle w:val="libCenterBold1"/>
              <w:rPr>
                <w:noProof/>
                <w:rtl/>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286683178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153</w:t>
            </w:r>
            <w:r>
              <w:rPr>
                <w:noProof/>
              </w:rPr>
              <w:fldChar w:fldCharType="end"/>
            </w:r>
          </w:p>
        </w:tc>
        <w:tc>
          <w:tcPr>
            <w:tcW w:w="236" w:type="dxa"/>
            <w:tcBorders>
              <w:top w:val="single" w:sz="4" w:space="0" w:color="auto"/>
              <w:bottom w:val="single" w:sz="4" w:space="0" w:color="auto"/>
              <w:right w:val="single" w:sz="4" w:space="0" w:color="auto"/>
            </w:tcBorders>
          </w:tcPr>
          <w:p w:rsidR="007849C6" w:rsidRDefault="007849C6" w:rsidP="00186E94">
            <w:pPr>
              <w:pStyle w:val="libCenterBold1"/>
              <w:rPr>
                <w:noProof/>
                <w:rtl/>
              </w:rPr>
            </w:pPr>
          </w:p>
        </w:tc>
        <w:tc>
          <w:tcPr>
            <w:tcW w:w="2733" w:type="dxa"/>
            <w:tcBorders>
              <w:top w:val="single" w:sz="4" w:space="0" w:color="auto"/>
              <w:left w:val="single" w:sz="4" w:space="0" w:color="auto"/>
              <w:bottom w:val="single" w:sz="4" w:space="0" w:color="auto"/>
            </w:tcBorders>
          </w:tcPr>
          <w:p w:rsidR="007849C6" w:rsidRPr="00896076" w:rsidRDefault="007849C6" w:rsidP="00186E94">
            <w:pPr>
              <w:pStyle w:val="libCenterBold1"/>
            </w:pPr>
            <w:r w:rsidRPr="00896076">
              <w:rPr>
                <w:noProof/>
                <w:rtl/>
              </w:rPr>
              <w:t>باب الكاف</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286683163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84</w:t>
            </w:r>
            <w:r>
              <w:rPr>
                <w:noProof/>
              </w:rPr>
              <w:fldChar w:fldCharType="end"/>
            </w:r>
          </w:p>
        </w:tc>
        <w:tc>
          <w:tcPr>
            <w:tcW w:w="316" w:type="dxa"/>
          </w:tcPr>
          <w:p w:rsidR="007849C6" w:rsidRDefault="007849C6" w:rsidP="00186E94">
            <w:pPr>
              <w:pStyle w:val="libCenterBold1"/>
              <w:rPr>
                <w:noProof/>
                <w:rtl/>
              </w:rPr>
            </w:pPr>
          </w:p>
        </w:tc>
        <w:tc>
          <w:tcPr>
            <w:tcW w:w="2340" w:type="dxa"/>
          </w:tcPr>
          <w:p w:rsidR="007849C6" w:rsidRDefault="007849C6" w:rsidP="00186E94">
            <w:pPr>
              <w:pStyle w:val="libCenterBold1"/>
              <w:rPr>
                <w:noProof/>
                <w:rtl/>
              </w:rPr>
            </w:pPr>
            <w:r>
              <w:rPr>
                <w:noProof/>
                <w:rtl/>
              </w:rPr>
              <w:t>باب الخاء المعجمة</w:t>
            </w:r>
          </w:p>
        </w:tc>
        <w:tc>
          <w:tcPr>
            <w:tcW w:w="236" w:type="dxa"/>
          </w:tcPr>
          <w:p w:rsidR="007849C6" w:rsidRDefault="007849C6" w:rsidP="00186E94">
            <w:pPr>
              <w:pStyle w:val="libCenterBold1"/>
              <w:rPr>
                <w:noProof/>
                <w:rtl/>
              </w:rPr>
            </w:pPr>
          </w:p>
        </w:tc>
        <w:tc>
          <w:tcPr>
            <w:tcW w:w="863" w:type="dxa"/>
            <w:tcBorders>
              <w:top w:val="single" w:sz="4" w:space="0" w:color="auto"/>
              <w:bottom w:val="single" w:sz="4" w:space="0" w:color="auto"/>
              <w:right w:val="single" w:sz="4" w:space="0" w:color="auto"/>
            </w:tcBorders>
          </w:tcPr>
          <w:p w:rsidR="007849C6" w:rsidRDefault="00AE7806" w:rsidP="00186E94">
            <w:pPr>
              <w:pStyle w:val="libCenterBold1"/>
              <w:rPr>
                <w:noProof/>
                <w:rtl/>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286683179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155</w:t>
            </w:r>
            <w:r>
              <w:rPr>
                <w:noProof/>
              </w:rPr>
              <w:fldChar w:fldCharType="end"/>
            </w:r>
          </w:p>
        </w:tc>
        <w:tc>
          <w:tcPr>
            <w:tcW w:w="236" w:type="dxa"/>
            <w:tcBorders>
              <w:top w:val="single" w:sz="4" w:space="0" w:color="auto"/>
              <w:bottom w:val="single" w:sz="4" w:space="0" w:color="auto"/>
              <w:right w:val="single" w:sz="4" w:space="0" w:color="auto"/>
            </w:tcBorders>
          </w:tcPr>
          <w:p w:rsidR="007849C6" w:rsidRDefault="007849C6" w:rsidP="00186E94">
            <w:pPr>
              <w:pStyle w:val="libCenterBold1"/>
              <w:rPr>
                <w:noProof/>
                <w:rtl/>
              </w:rPr>
            </w:pPr>
          </w:p>
        </w:tc>
        <w:tc>
          <w:tcPr>
            <w:tcW w:w="2733" w:type="dxa"/>
            <w:tcBorders>
              <w:top w:val="single" w:sz="4" w:space="0" w:color="auto"/>
              <w:left w:val="single" w:sz="4" w:space="0" w:color="auto"/>
              <w:bottom w:val="single" w:sz="4" w:space="0" w:color="auto"/>
            </w:tcBorders>
          </w:tcPr>
          <w:p w:rsidR="007849C6" w:rsidRPr="00896076" w:rsidRDefault="007849C6" w:rsidP="00186E94">
            <w:pPr>
              <w:pStyle w:val="libCenterBold1"/>
            </w:pPr>
            <w:r w:rsidRPr="00896076">
              <w:rPr>
                <w:noProof/>
                <w:rtl/>
              </w:rPr>
              <w:t xml:space="preserve">باب اللام </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286683164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87</w:t>
            </w:r>
            <w:r>
              <w:rPr>
                <w:noProof/>
              </w:rPr>
              <w:fldChar w:fldCharType="end"/>
            </w:r>
          </w:p>
        </w:tc>
        <w:tc>
          <w:tcPr>
            <w:tcW w:w="316" w:type="dxa"/>
          </w:tcPr>
          <w:p w:rsidR="007849C6" w:rsidRDefault="007849C6" w:rsidP="00186E94">
            <w:pPr>
              <w:pStyle w:val="libCenterBold1"/>
              <w:rPr>
                <w:noProof/>
                <w:rtl/>
              </w:rPr>
            </w:pPr>
          </w:p>
        </w:tc>
        <w:tc>
          <w:tcPr>
            <w:tcW w:w="2340" w:type="dxa"/>
          </w:tcPr>
          <w:p w:rsidR="007849C6" w:rsidRDefault="007849C6" w:rsidP="00186E94">
            <w:pPr>
              <w:pStyle w:val="libCenterBold1"/>
              <w:rPr>
                <w:noProof/>
                <w:rtl/>
              </w:rPr>
            </w:pPr>
            <w:r>
              <w:rPr>
                <w:noProof/>
                <w:rtl/>
              </w:rPr>
              <w:t>باب الدال المهملة</w:t>
            </w:r>
          </w:p>
        </w:tc>
        <w:tc>
          <w:tcPr>
            <w:tcW w:w="236" w:type="dxa"/>
          </w:tcPr>
          <w:p w:rsidR="007849C6" w:rsidRDefault="007849C6" w:rsidP="00186E94">
            <w:pPr>
              <w:pStyle w:val="libCenterBold1"/>
              <w:rPr>
                <w:noProof/>
                <w:rtl/>
              </w:rPr>
            </w:pPr>
          </w:p>
        </w:tc>
        <w:tc>
          <w:tcPr>
            <w:tcW w:w="863" w:type="dxa"/>
            <w:tcBorders>
              <w:top w:val="single" w:sz="4" w:space="0" w:color="auto"/>
              <w:bottom w:val="single" w:sz="4" w:space="0" w:color="auto"/>
              <w:right w:val="single" w:sz="4" w:space="0" w:color="auto"/>
            </w:tcBorders>
          </w:tcPr>
          <w:p w:rsidR="007849C6" w:rsidRDefault="00AE7806" w:rsidP="00186E94">
            <w:pPr>
              <w:pStyle w:val="libCenterBold1"/>
              <w:rPr>
                <w:noProof/>
                <w:rtl/>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286683180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155</w:t>
            </w:r>
            <w:r>
              <w:rPr>
                <w:noProof/>
              </w:rPr>
              <w:fldChar w:fldCharType="end"/>
            </w:r>
          </w:p>
        </w:tc>
        <w:tc>
          <w:tcPr>
            <w:tcW w:w="236" w:type="dxa"/>
            <w:tcBorders>
              <w:top w:val="single" w:sz="4" w:space="0" w:color="auto"/>
              <w:bottom w:val="single" w:sz="4" w:space="0" w:color="auto"/>
              <w:right w:val="single" w:sz="4" w:space="0" w:color="auto"/>
            </w:tcBorders>
          </w:tcPr>
          <w:p w:rsidR="007849C6" w:rsidRDefault="007849C6" w:rsidP="00186E94">
            <w:pPr>
              <w:pStyle w:val="libCenterBold1"/>
              <w:rPr>
                <w:noProof/>
                <w:rtl/>
              </w:rPr>
            </w:pPr>
          </w:p>
        </w:tc>
        <w:tc>
          <w:tcPr>
            <w:tcW w:w="2733" w:type="dxa"/>
            <w:tcBorders>
              <w:top w:val="single" w:sz="4" w:space="0" w:color="auto"/>
              <w:left w:val="single" w:sz="4" w:space="0" w:color="auto"/>
              <w:bottom w:val="single" w:sz="4" w:space="0" w:color="auto"/>
            </w:tcBorders>
          </w:tcPr>
          <w:p w:rsidR="007849C6" w:rsidRPr="00896076" w:rsidRDefault="007849C6" w:rsidP="00186E94">
            <w:pPr>
              <w:pStyle w:val="libCenterBold1"/>
            </w:pPr>
            <w:r w:rsidRPr="00896076">
              <w:rPr>
                <w:noProof/>
                <w:rtl/>
              </w:rPr>
              <w:t>باب الميم</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286683165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90</w:t>
            </w:r>
            <w:r>
              <w:rPr>
                <w:noProof/>
              </w:rPr>
              <w:fldChar w:fldCharType="end"/>
            </w:r>
          </w:p>
        </w:tc>
        <w:tc>
          <w:tcPr>
            <w:tcW w:w="316" w:type="dxa"/>
          </w:tcPr>
          <w:p w:rsidR="007849C6" w:rsidRDefault="007849C6" w:rsidP="00186E94">
            <w:pPr>
              <w:pStyle w:val="libCenterBold1"/>
              <w:rPr>
                <w:noProof/>
                <w:rtl/>
              </w:rPr>
            </w:pPr>
          </w:p>
        </w:tc>
        <w:tc>
          <w:tcPr>
            <w:tcW w:w="2340" w:type="dxa"/>
          </w:tcPr>
          <w:p w:rsidR="007849C6" w:rsidRPr="000D274D" w:rsidRDefault="007849C6" w:rsidP="00186E94">
            <w:pPr>
              <w:pStyle w:val="libCenterBold1"/>
            </w:pPr>
            <w:r w:rsidRPr="000D274D">
              <w:rPr>
                <w:noProof/>
                <w:rtl/>
              </w:rPr>
              <w:t>باب الذال المعجمة</w:t>
            </w:r>
          </w:p>
        </w:tc>
        <w:tc>
          <w:tcPr>
            <w:tcW w:w="236" w:type="dxa"/>
          </w:tcPr>
          <w:p w:rsidR="007849C6" w:rsidRDefault="007849C6" w:rsidP="00186E94">
            <w:pPr>
              <w:pStyle w:val="libCenterBold1"/>
              <w:rPr>
                <w:noProof/>
                <w:rtl/>
              </w:rPr>
            </w:pPr>
          </w:p>
        </w:tc>
        <w:tc>
          <w:tcPr>
            <w:tcW w:w="863" w:type="dxa"/>
            <w:tcBorders>
              <w:top w:val="single" w:sz="4" w:space="0" w:color="auto"/>
              <w:bottom w:val="single" w:sz="4" w:space="0" w:color="auto"/>
              <w:right w:val="single" w:sz="4" w:space="0" w:color="auto"/>
            </w:tcBorders>
          </w:tcPr>
          <w:p w:rsidR="007849C6" w:rsidRDefault="00AE7806" w:rsidP="00186E94">
            <w:pPr>
              <w:pStyle w:val="libCenterBold1"/>
              <w:rPr>
                <w:noProof/>
                <w:rtl/>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286683181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193</w:t>
            </w:r>
            <w:r>
              <w:rPr>
                <w:noProof/>
              </w:rPr>
              <w:fldChar w:fldCharType="end"/>
            </w:r>
          </w:p>
        </w:tc>
        <w:tc>
          <w:tcPr>
            <w:tcW w:w="236" w:type="dxa"/>
            <w:tcBorders>
              <w:top w:val="single" w:sz="4" w:space="0" w:color="auto"/>
              <w:bottom w:val="single" w:sz="4" w:space="0" w:color="auto"/>
              <w:right w:val="single" w:sz="4" w:space="0" w:color="auto"/>
            </w:tcBorders>
          </w:tcPr>
          <w:p w:rsidR="007849C6" w:rsidRDefault="007849C6" w:rsidP="00186E94">
            <w:pPr>
              <w:pStyle w:val="libCenterBold1"/>
              <w:rPr>
                <w:noProof/>
                <w:rtl/>
              </w:rPr>
            </w:pPr>
          </w:p>
        </w:tc>
        <w:tc>
          <w:tcPr>
            <w:tcW w:w="2733" w:type="dxa"/>
            <w:tcBorders>
              <w:top w:val="single" w:sz="4" w:space="0" w:color="auto"/>
              <w:left w:val="single" w:sz="4" w:space="0" w:color="auto"/>
              <w:bottom w:val="single" w:sz="4" w:space="0" w:color="auto"/>
            </w:tcBorders>
          </w:tcPr>
          <w:p w:rsidR="007849C6" w:rsidRPr="00896076" w:rsidRDefault="007849C6" w:rsidP="00186E94">
            <w:pPr>
              <w:pStyle w:val="libCenterBold1"/>
            </w:pPr>
            <w:r w:rsidRPr="00896076">
              <w:rPr>
                <w:noProof/>
                <w:rtl/>
              </w:rPr>
              <w:t>باب النون</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286683166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91</w:t>
            </w:r>
            <w:r>
              <w:rPr>
                <w:noProof/>
              </w:rPr>
              <w:fldChar w:fldCharType="end"/>
            </w:r>
          </w:p>
        </w:tc>
        <w:tc>
          <w:tcPr>
            <w:tcW w:w="316" w:type="dxa"/>
          </w:tcPr>
          <w:p w:rsidR="007849C6" w:rsidRDefault="007849C6" w:rsidP="00186E94">
            <w:pPr>
              <w:pStyle w:val="libCenterBold1"/>
              <w:rPr>
                <w:noProof/>
                <w:rtl/>
              </w:rPr>
            </w:pPr>
          </w:p>
        </w:tc>
        <w:tc>
          <w:tcPr>
            <w:tcW w:w="2340" w:type="dxa"/>
          </w:tcPr>
          <w:p w:rsidR="007849C6" w:rsidRPr="000D274D" w:rsidRDefault="007849C6" w:rsidP="00186E94">
            <w:pPr>
              <w:pStyle w:val="libCenterBold1"/>
            </w:pPr>
            <w:r w:rsidRPr="000D274D">
              <w:rPr>
                <w:noProof/>
                <w:rtl/>
              </w:rPr>
              <w:t>باب الراء المهملة</w:t>
            </w:r>
          </w:p>
        </w:tc>
        <w:tc>
          <w:tcPr>
            <w:tcW w:w="236" w:type="dxa"/>
          </w:tcPr>
          <w:p w:rsidR="007849C6" w:rsidRDefault="007849C6" w:rsidP="00186E94">
            <w:pPr>
              <w:pStyle w:val="libCenterBold1"/>
              <w:rPr>
                <w:noProof/>
                <w:rtl/>
              </w:rPr>
            </w:pPr>
          </w:p>
        </w:tc>
        <w:tc>
          <w:tcPr>
            <w:tcW w:w="863" w:type="dxa"/>
            <w:tcBorders>
              <w:top w:val="single" w:sz="4" w:space="0" w:color="auto"/>
              <w:bottom w:val="single" w:sz="4" w:space="0" w:color="auto"/>
              <w:right w:val="single" w:sz="4" w:space="0" w:color="auto"/>
            </w:tcBorders>
          </w:tcPr>
          <w:p w:rsidR="007849C6" w:rsidRDefault="00AE7806" w:rsidP="00186E94">
            <w:pPr>
              <w:pStyle w:val="libCenterBold1"/>
              <w:rPr>
                <w:noProof/>
                <w:rtl/>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286683182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195</w:t>
            </w:r>
            <w:r>
              <w:rPr>
                <w:noProof/>
              </w:rPr>
              <w:fldChar w:fldCharType="end"/>
            </w:r>
          </w:p>
        </w:tc>
        <w:tc>
          <w:tcPr>
            <w:tcW w:w="236" w:type="dxa"/>
            <w:tcBorders>
              <w:top w:val="single" w:sz="4" w:space="0" w:color="auto"/>
              <w:bottom w:val="single" w:sz="4" w:space="0" w:color="auto"/>
              <w:right w:val="single" w:sz="4" w:space="0" w:color="auto"/>
            </w:tcBorders>
          </w:tcPr>
          <w:p w:rsidR="007849C6" w:rsidRDefault="007849C6" w:rsidP="00186E94">
            <w:pPr>
              <w:pStyle w:val="libCenterBold1"/>
              <w:rPr>
                <w:noProof/>
                <w:rtl/>
              </w:rPr>
            </w:pPr>
          </w:p>
        </w:tc>
        <w:tc>
          <w:tcPr>
            <w:tcW w:w="2733" w:type="dxa"/>
            <w:tcBorders>
              <w:top w:val="single" w:sz="4" w:space="0" w:color="auto"/>
              <w:left w:val="single" w:sz="4" w:space="0" w:color="auto"/>
              <w:bottom w:val="single" w:sz="4" w:space="0" w:color="auto"/>
            </w:tcBorders>
          </w:tcPr>
          <w:p w:rsidR="007849C6" w:rsidRPr="00896076" w:rsidRDefault="007849C6" w:rsidP="00186E94">
            <w:pPr>
              <w:pStyle w:val="libCenterBold1"/>
            </w:pPr>
            <w:r w:rsidRPr="00896076">
              <w:rPr>
                <w:noProof/>
                <w:rtl/>
              </w:rPr>
              <w:t xml:space="preserve">باب الواو </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286683167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94</w:t>
            </w:r>
            <w:r>
              <w:rPr>
                <w:noProof/>
              </w:rPr>
              <w:fldChar w:fldCharType="end"/>
            </w:r>
          </w:p>
        </w:tc>
        <w:tc>
          <w:tcPr>
            <w:tcW w:w="316" w:type="dxa"/>
          </w:tcPr>
          <w:p w:rsidR="007849C6" w:rsidRDefault="007849C6" w:rsidP="00186E94">
            <w:pPr>
              <w:pStyle w:val="libCenterBold1"/>
              <w:rPr>
                <w:noProof/>
                <w:rtl/>
              </w:rPr>
            </w:pPr>
          </w:p>
        </w:tc>
        <w:tc>
          <w:tcPr>
            <w:tcW w:w="2340" w:type="dxa"/>
          </w:tcPr>
          <w:p w:rsidR="007849C6" w:rsidRPr="000D274D" w:rsidRDefault="007849C6" w:rsidP="00186E94">
            <w:pPr>
              <w:pStyle w:val="libCenterBold1"/>
            </w:pPr>
            <w:r w:rsidRPr="000D274D">
              <w:rPr>
                <w:noProof/>
                <w:rtl/>
              </w:rPr>
              <w:t>باب الزاي المعجمة</w:t>
            </w:r>
          </w:p>
        </w:tc>
        <w:tc>
          <w:tcPr>
            <w:tcW w:w="236" w:type="dxa"/>
          </w:tcPr>
          <w:p w:rsidR="007849C6" w:rsidRDefault="007849C6" w:rsidP="00186E94">
            <w:pPr>
              <w:pStyle w:val="libCenterBold1"/>
              <w:rPr>
                <w:noProof/>
                <w:rtl/>
              </w:rPr>
            </w:pPr>
          </w:p>
        </w:tc>
        <w:tc>
          <w:tcPr>
            <w:tcW w:w="863" w:type="dxa"/>
            <w:tcBorders>
              <w:top w:val="single" w:sz="4" w:space="0" w:color="auto"/>
              <w:bottom w:val="single" w:sz="4" w:space="0" w:color="auto"/>
              <w:right w:val="single" w:sz="4" w:space="0" w:color="auto"/>
            </w:tcBorders>
          </w:tcPr>
          <w:p w:rsidR="007849C6" w:rsidRDefault="00AE7806" w:rsidP="00186E94">
            <w:pPr>
              <w:pStyle w:val="libCenterBold1"/>
              <w:rPr>
                <w:noProof/>
                <w:rtl/>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286683183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196</w:t>
            </w:r>
            <w:r>
              <w:rPr>
                <w:noProof/>
              </w:rPr>
              <w:fldChar w:fldCharType="end"/>
            </w:r>
          </w:p>
        </w:tc>
        <w:tc>
          <w:tcPr>
            <w:tcW w:w="236" w:type="dxa"/>
            <w:tcBorders>
              <w:top w:val="single" w:sz="4" w:space="0" w:color="auto"/>
              <w:bottom w:val="single" w:sz="4" w:space="0" w:color="auto"/>
              <w:right w:val="single" w:sz="4" w:space="0" w:color="auto"/>
            </w:tcBorders>
          </w:tcPr>
          <w:p w:rsidR="007849C6" w:rsidRDefault="007849C6" w:rsidP="00186E94">
            <w:pPr>
              <w:pStyle w:val="libCenterBold1"/>
              <w:rPr>
                <w:noProof/>
                <w:rtl/>
              </w:rPr>
            </w:pPr>
          </w:p>
        </w:tc>
        <w:tc>
          <w:tcPr>
            <w:tcW w:w="2733" w:type="dxa"/>
            <w:tcBorders>
              <w:top w:val="single" w:sz="4" w:space="0" w:color="auto"/>
              <w:left w:val="single" w:sz="4" w:space="0" w:color="auto"/>
              <w:bottom w:val="single" w:sz="4" w:space="0" w:color="auto"/>
            </w:tcBorders>
          </w:tcPr>
          <w:p w:rsidR="007849C6" w:rsidRPr="00896076" w:rsidRDefault="007849C6" w:rsidP="00186E94">
            <w:pPr>
              <w:pStyle w:val="libCenterBold1"/>
            </w:pPr>
            <w:r w:rsidRPr="00896076">
              <w:rPr>
                <w:noProof/>
                <w:rtl/>
              </w:rPr>
              <w:t xml:space="preserve">باب الهاء </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286683168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98</w:t>
            </w:r>
            <w:r>
              <w:rPr>
                <w:noProof/>
              </w:rPr>
              <w:fldChar w:fldCharType="end"/>
            </w:r>
          </w:p>
        </w:tc>
        <w:tc>
          <w:tcPr>
            <w:tcW w:w="316" w:type="dxa"/>
          </w:tcPr>
          <w:p w:rsidR="007849C6" w:rsidRDefault="007849C6" w:rsidP="00186E94">
            <w:pPr>
              <w:pStyle w:val="libCenterBold1"/>
              <w:rPr>
                <w:noProof/>
                <w:rtl/>
              </w:rPr>
            </w:pPr>
          </w:p>
        </w:tc>
        <w:tc>
          <w:tcPr>
            <w:tcW w:w="2340" w:type="dxa"/>
          </w:tcPr>
          <w:p w:rsidR="007849C6" w:rsidRPr="000D274D" w:rsidRDefault="007849C6" w:rsidP="00186E94">
            <w:pPr>
              <w:pStyle w:val="libCenterBold1"/>
            </w:pPr>
            <w:r w:rsidRPr="000D274D">
              <w:rPr>
                <w:noProof/>
                <w:rtl/>
              </w:rPr>
              <w:t xml:space="preserve">باب السين المهملة </w:t>
            </w:r>
          </w:p>
        </w:tc>
        <w:tc>
          <w:tcPr>
            <w:tcW w:w="236" w:type="dxa"/>
          </w:tcPr>
          <w:p w:rsidR="007849C6" w:rsidRDefault="007849C6" w:rsidP="00186E94">
            <w:pPr>
              <w:pStyle w:val="libCenterBold1"/>
              <w:rPr>
                <w:noProof/>
                <w:rtl/>
              </w:rPr>
            </w:pPr>
          </w:p>
        </w:tc>
        <w:tc>
          <w:tcPr>
            <w:tcW w:w="863" w:type="dxa"/>
            <w:tcBorders>
              <w:top w:val="single" w:sz="4" w:space="0" w:color="auto"/>
              <w:bottom w:val="single" w:sz="4" w:space="0" w:color="auto"/>
              <w:right w:val="single" w:sz="4" w:space="0" w:color="auto"/>
            </w:tcBorders>
          </w:tcPr>
          <w:p w:rsidR="007849C6" w:rsidRDefault="00AE7806" w:rsidP="00186E94">
            <w:pPr>
              <w:pStyle w:val="libCenterBold1"/>
              <w:rPr>
                <w:noProof/>
                <w:rtl/>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286683184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199</w:t>
            </w:r>
            <w:r>
              <w:rPr>
                <w:noProof/>
              </w:rPr>
              <w:fldChar w:fldCharType="end"/>
            </w:r>
          </w:p>
        </w:tc>
        <w:tc>
          <w:tcPr>
            <w:tcW w:w="236" w:type="dxa"/>
            <w:tcBorders>
              <w:top w:val="single" w:sz="4" w:space="0" w:color="auto"/>
              <w:bottom w:val="single" w:sz="4" w:space="0" w:color="auto"/>
              <w:right w:val="single" w:sz="4" w:space="0" w:color="auto"/>
            </w:tcBorders>
          </w:tcPr>
          <w:p w:rsidR="007849C6" w:rsidRDefault="007849C6" w:rsidP="00186E94">
            <w:pPr>
              <w:pStyle w:val="libCenterBold1"/>
              <w:rPr>
                <w:noProof/>
                <w:rtl/>
              </w:rPr>
            </w:pPr>
          </w:p>
        </w:tc>
        <w:tc>
          <w:tcPr>
            <w:tcW w:w="2733" w:type="dxa"/>
            <w:tcBorders>
              <w:top w:val="single" w:sz="4" w:space="0" w:color="auto"/>
              <w:left w:val="single" w:sz="4" w:space="0" w:color="auto"/>
              <w:bottom w:val="single" w:sz="4" w:space="0" w:color="auto"/>
            </w:tcBorders>
          </w:tcPr>
          <w:p w:rsidR="007849C6" w:rsidRPr="00896076" w:rsidRDefault="007849C6" w:rsidP="00186E94">
            <w:pPr>
              <w:pStyle w:val="libCenterBold1"/>
            </w:pPr>
            <w:r w:rsidRPr="00896076">
              <w:rPr>
                <w:noProof/>
                <w:rtl/>
              </w:rPr>
              <w:t xml:space="preserve">باب الياء </w:t>
            </w:r>
          </w:p>
        </w:tc>
      </w:tr>
      <w:tr w:rsidR="007849C6" w:rsidTr="00186E94">
        <w:tc>
          <w:tcPr>
            <w:tcW w:w="863" w:type="dxa"/>
          </w:tcPr>
          <w:p w:rsidR="007849C6" w:rsidRDefault="00AE7806" w:rsidP="00186E94">
            <w:pPr>
              <w:pStyle w:val="libCenterBold1"/>
              <w:rPr>
                <w:noProof/>
              </w:rPr>
            </w:pPr>
            <w:r>
              <w:rPr>
                <w:noProof/>
              </w:rPr>
              <w:lastRenderedPageBreak/>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286683169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107</w:t>
            </w:r>
            <w:r>
              <w:rPr>
                <w:noProof/>
              </w:rPr>
              <w:fldChar w:fldCharType="end"/>
            </w:r>
          </w:p>
        </w:tc>
        <w:tc>
          <w:tcPr>
            <w:tcW w:w="316" w:type="dxa"/>
          </w:tcPr>
          <w:p w:rsidR="007849C6" w:rsidRDefault="007849C6" w:rsidP="00186E94">
            <w:pPr>
              <w:pStyle w:val="libCenterBold1"/>
              <w:rPr>
                <w:noProof/>
                <w:rtl/>
              </w:rPr>
            </w:pPr>
          </w:p>
        </w:tc>
        <w:tc>
          <w:tcPr>
            <w:tcW w:w="2340" w:type="dxa"/>
          </w:tcPr>
          <w:p w:rsidR="007849C6" w:rsidRPr="000D274D" w:rsidRDefault="007849C6" w:rsidP="00186E94">
            <w:pPr>
              <w:pStyle w:val="libCenterBold1"/>
            </w:pPr>
            <w:r w:rsidRPr="000D274D">
              <w:rPr>
                <w:noProof/>
                <w:rtl/>
              </w:rPr>
              <w:t>باب الشين المعجمة</w:t>
            </w:r>
          </w:p>
        </w:tc>
        <w:tc>
          <w:tcPr>
            <w:tcW w:w="236" w:type="dxa"/>
            <w:vMerge w:val="restart"/>
          </w:tcPr>
          <w:p w:rsidR="007849C6" w:rsidRDefault="007849C6" w:rsidP="00186E94">
            <w:pPr>
              <w:pStyle w:val="libCenterBold1"/>
              <w:rPr>
                <w:noProof/>
                <w:rtl/>
              </w:rPr>
            </w:pPr>
          </w:p>
        </w:tc>
        <w:tc>
          <w:tcPr>
            <w:tcW w:w="863" w:type="dxa"/>
            <w:vMerge w:val="restart"/>
            <w:tcBorders>
              <w:top w:val="single" w:sz="4" w:space="0" w:color="auto"/>
              <w:right w:val="single" w:sz="4" w:space="0" w:color="auto"/>
            </w:tcBorders>
          </w:tcPr>
          <w:p w:rsidR="007849C6" w:rsidRDefault="00AE7806" w:rsidP="00186E94">
            <w:pPr>
              <w:pStyle w:val="libCenterBold1"/>
              <w:rPr>
                <w:noProof/>
                <w:rtl/>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286683185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205</w:t>
            </w:r>
            <w:r>
              <w:rPr>
                <w:noProof/>
              </w:rPr>
              <w:fldChar w:fldCharType="end"/>
            </w:r>
          </w:p>
        </w:tc>
        <w:tc>
          <w:tcPr>
            <w:tcW w:w="236" w:type="dxa"/>
            <w:vMerge w:val="restart"/>
            <w:tcBorders>
              <w:top w:val="single" w:sz="4" w:space="0" w:color="auto"/>
              <w:right w:val="single" w:sz="4" w:space="0" w:color="auto"/>
            </w:tcBorders>
          </w:tcPr>
          <w:p w:rsidR="007849C6" w:rsidRDefault="007849C6" w:rsidP="00186E94">
            <w:pPr>
              <w:pStyle w:val="libCenterBold1"/>
              <w:rPr>
                <w:noProof/>
                <w:rtl/>
              </w:rPr>
            </w:pPr>
          </w:p>
        </w:tc>
        <w:tc>
          <w:tcPr>
            <w:tcW w:w="2733" w:type="dxa"/>
            <w:vMerge w:val="restart"/>
            <w:tcBorders>
              <w:top w:val="single" w:sz="4" w:space="0" w:color="auto"/>
              <w:left w:val="single" w:sz="4" w:space="0" w:color="auto"/>
            </w:tcBorders>
          </w:tcPr>
          <w:p w:rsidR="007849C6" w:rsidRPr="00896076" w:rsidRDefault="007849C6" w:rsidP="00186E94">
            <w:pPr>
              <w:pStyle w:val="libCenterBold1"/>
            </w:pPr>
            <w:r w:rsidRPr="00896076">
              <w:rPr>
                <w:noProof/>
                <w:rtl/>
              </w:rPr>
              <w:t xml:space="preserve">ذكر جماعة قال النجاشي في كل منهم ثقة مرتين </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286683170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107</w:t>
            </w:r>
            <w:r>
              <w:rPr>
                <w:noProof/>
              </w:rPr>
              <w:fldChar w:fldCharType="end"/>
            </w:r>
          </w:p>
        </w:tc>
        <w:tc>
          <w:tcPr>
            <w:tcW w:w="316" w:type="dxa"/>
          </w:tcPr>
          <w:p w:rsidR="007849C6" w:rsidRDefault="007849C6" w:rsidP="00186E94">
            <w:pPr>
              <w:pStyle w:val="libCenterBold1"/>
              <w:rPr>
                <w:noProof/>
                <w:rtl/>
              </w:rPr>
            </w:pPr>
          </w:p>
        </w:tc>
        <w:tc>
          <w:tcPr>
            <w:tcW w:w="2340" w:type="dxa"/>
          </w:tcPr>
          <w:p w:rsidR="007849C6" w:rsidRPr="000D274D" w:rsidRDefault="007849C6" w:rsidP="00186E94">
            <w:pPr>
              <w:pStyle w:val="libCenterBold1"/>
            </w:pPr>
            <w:r w:rsidRPr="000D274D">
              <w:rPr>
                <w:noProof/>
                <w:rtl/>
              </w:rPr>
              <w:t>باب الصاد المهملة</w:t>
            </w:r>
          </w:p>
        </w:tc>
        <w:tc>
          <w:tcPr>
            <w:tcW w:w="236" w:type="dxa"/>
            <w:vMerge/>
          </w:tcPr>
          <w:p w:rsidR="007849C6" w:rsidRDefault="007849C6" w:rsidP="00186E94">
            <w:pPr>
              <w:pStyle w:val="libCenterBold1"/>
              <w:rPr>
                <w:noProof/>
                <w:rtl/>
              </w:rPr>
            </w:pPr>
          </w:p>
        </w:tc>
        <w:tc>
          <w:tcPr>
            <w:tcW w:w="863" w:type="dxa"/>
            <w:vMerge/>
            <w:tcBorders>
              <w:right w:val="single" w:sz="4" w:space="0" w:color="auto"/>
            </w:tcBorders>
          </w:tcPr>
          <w:p w:rsidR="007849C6" w:rsidRDefault="007849C6" w:rsidP="00186E94">
            <w:pPr>
              <w:pStyle w:val="libCenterBold1"/>
              <w:rPr>
                <w:noProof/>
                <w:rtl/>
              </w:rPr>
            </w:pPr>
          </w:p>
        </w:tc>
        <w:tc>
          <w:tcPr>
            <w:tcW w:w="236" w:type="dxa"/>
            <w:vMerge/>
            <w:tcBorders>
              <w:right w:val="single" w:sz="4" w:space="0" w:color="auto"/>
            </w:tcBorders>
          </w:tcPr>
          <w:p w:rsidR="007849C6" w:rsidRDefault="007849C6" w:rsidP="00186E94">
            <w:pPr>
              <w:pStyle w:val="libCenterBold1"/>
              <w:rPr>
                <w:noProof/>
                <w:rtl/>
              </w:rPr>
            </w:pPr>
          </w:p>
        </w:tc>
        <w:tc>
          <w:tcPr>
            <w:tcW w:w="2733" w:type="dxa"/>
            <w:vMerge/>
            <w:tcBorders>
              <w:left w:val="single" w:sz="4" w:space="0" w:color="auto"/>
            </w:tcBorders>
          </w:tcPr>
          <w:p w:rsidR="007849C6" w:rsidRPr="00896076" w:rsidRDefault="007849C6" w:rsidP="00186E94">
            <w:pPr>
              <w:pStyle w:val="libCenterBold1"/>
            </w:pPr>
          </w:p>
        </w:tc>
      </w:tr>
      <w:tr w:rsidR="007849C6" w:rsidTr="00186E94">
        <w:tc>
          <w:tcPr>
            <w:tcW w:w="7587" w:type="dxa"/>
            <w:gridSpan w:val="7"/>
          </w:tcPr>
          <w:p w:rsidR="007849C6" w:rsidRPr="00896076" w:rsidRDefault="007849C6" w:rsidP="00186E94">
            <w:pPr>
              <w:pStyle w:val="libCenterBold1"/>
            </w:pPr>
            <w:r>
              <w:rPr>
                <w:rFonts w:hint="cs"/>
                <w:noProof/>
                <w:rtl/>
              </w:rPr>
              <w:t xml:space="preserve">[ </w:t>
            </w:r>
            <w:r>
              <w:rPr>
                <w:noProof/>
                <w:rtl/>
              </w:rPr>
              <w:t>الجزء الثاني من رجال ابن داود</w:t>
            </w:r>
            <w:r>
              <w:rPr>
                <w:rFonts w:hint="cs"/>
                <w:noProof/>
                <w:rtl/>
              </w:rPr>
              <w:t xml:space="preserve"> ]</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286683187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223</w:t>
            </w:r>
            <w:r>
              <w:rPr>
                <w:noProof/>
              </w:rPr>
              <w:fldChar w:fldCharType="end"/>
            </w:r>
          </w:p>
        </w:tc>
        <w:tc>
          <w:tcPr>
            <w:tcW w:w="316" w:type="dxa"/>
          </w:tcPr>
          <w:p w:rsidR="007849C6" w:rsidRDefault="007849C6" w:rsidP="00186E94">
            <w:pPr>
              <w:pStyle w:val="libCenterBold1"/>
              <w:rPr>
                <w:noProof/>
                <w:rtl/>
              </w:rPr>
            </w:pPr>
          </w:p>
        </w:tc>
        <w:tc>
          <w:tcPr>
            <w:tcW w:w="2340" w:type="dxa"/>
          </w:tcPr>
          <w:p w:rsidR="007849C6" w:rsidRPr="005B4CA7" w:rsidRDefault="007849C6" w:rsidP="00186E94">
            <w:pPr>
              <w:pStyle w:val="libCenterBold1"/>
            </w:pPr>
            <w:r w:rsidRPr="005B4CA7">
              <w:rPr>
                <w:noProof/>
                <w:rtl/>
              </w:rPr>
              <w:t xml:space="preserve">باب الهمزة </w:t>
            </w:r>
          </w:p>
        </w:tc>
        <w:tc>
          <w:tcPr>
            <w:tcW w:w="236" w:type="dxa"/>
          </w:tcPr>
          <w:p w:rsidR="007849C6" w:rsidRDefault="007849C6" w:rsidP="00186E94">
            <w:pPr>
              <w:pStyle w:val="libCenterBold1"/>
              <w:rPr>
                <w:noProof/>
                <w:rtl/>
              </w:rPr>
            </w:pPr>
          </w:p>
        </w:tc>
        <w:tc>
          <w:tcPr>
            <w:tcW w:w="863" w:type="dxa"/>
            <w:tcBorders>
              <w:right w:val="single" w:sz="4" w:space="0" w:color="auto"/>
            </w:tcBorders>
          </w:tcPr>
          <w:p w:rsidR="007849C6" w:rsidRDefault="00AE7806" w:rsidP="00186E94">
            <w:pPr>
              <w:pStyle w:val="libCenterBold1"/>
              <w:rPr>
                <w:noProof/>
                <w:rtl/>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286683193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242</w:t>
            </w:r>
            <w:r>
              <w:rPr>
                <w:noProof/>
              </w:rPr>
              <w:fldChar w:fldCharType="end"/>
            </w:r>
          </w:p>
        </w:tc>
        <w:tc>
          <w:tcPr>
            <w:tcW w:w="236" w:type="dxa"/>
            <w:tcBorders>
              <w:right w:val="single" w:sz="4" w:space="0" w:color="auto"/>
            </w:tcBorders>
          </w:tcPr>
          <w:p w:rsidR="007849C6" w:rsidRDefault="007849C6" w:rsidP="00186E94">
            <w:pPr>
              <w:pStyle w:val="libCenterBold1"/>
              <w:rPr>
                <w:noProof/>
                <w:rtl/>
              </w:rPr>
            </w:pPr>
          </w:p>
        </w:tc>
        <w:tc>
          <w:tcPr>
            <w:tcW w:w="2733" w:type="dxa"/>
            <w:tcBorders>
              <w:left w:val="single" w:sz="4" w:space="0" w:color="auto"/>
            </w:tcBorders>
          </w:tcPr>
          <w:p w:rsidR="007849C6" w:rsidRPr="00A94EA8" w:rsidRDefault="007849C6" w:rsidP="00186E94">
            <w:pPr>
              <w:pStyle w:val="libCenterBold1"/>
            </w:pPr>
            <w:r w:rsidRPr="00A94EA8">
              <w:rPr>
                <w:noProof/>
                <w:rtl/>
              </w:rPr>
              <w:t xml:space="preserve">باب الخاء </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286683188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231</w:t>
            </w:r>
            <w:r>
              <w:rPr>
                <w:noProof/>
              </w:rPr>
              <w:fldChar w:fldCharType="end"/>
            </w:r>
          </w:p>
        </w:tc>
        <w:tc>
          <w:tcPr>
            <w:tcW w:w="316" w:type="dxa"/>
          </w:tcPr>
          <w:p w:rsidR="007849C6" w:rsidRDefault="007849C6" w:rsidP="00186E94">
            <w:pPr>
              <w:pStyle w:val="libCenterBold1"/>
              <w:rPr>
                <w:noProof/>
                <w:rtl/>
              </w:rPr>
            </w:pPr>
          </w:p>
        </w:tc>
        <w:tc>
          <w:tcPr>
            <w:tcW w:w="2340" w:type="dxa"/>
          </w:tcPr>
          <w:p w:rsidR="007849C6" w:rsidRPr="005B4CA7" w:rsidRDefault="007849C6" w:rsidP="00186E94">
            <w:pPr>
              <w:pStyle w:val="libCenterBold1"/>
            </w:pPr>
            <w:r w:rsidRPr="005B4CA7">
              <w:rPr>
                <w:noProof/>
                <w:rtl/>
              </w:rPr>
              <w:t>باب الباء</w:t>
            </w:r>
          </w:p>
        </w:tc>
        <w:tc>
          <w:tcPr>
            <w:tcW w:w="236" w:type="dxa"/>
          </w:tcPr>
          <w:p w:rsidR="007849C6" w:rsidRDefault="007849C6" w:rsidP="00186E94">
            <w:pPr>
              <w:pStyle w:val="libCenterBold1"/>
              <w:rPr>
                <w:noProof/>
                <w:rtl/>
              </w:rPr>
            </w:pPr>
          </w:p>
        </w:tc>
        <w:tc>
          <w:tcPr>
            <w:tcW w:w="863" w:type="dxa"/>
            <w:tcBorders>
              <w:right w:val="single" w:sz="4" w:space="0" w:color="auto"/>
            </w:tcBorders>
          </w:tcPr>
          <w:p w:rsidR="007849C6" w:rsidRDefault="00AE7806" w:rsidP="00186E94">
            <w:pPr>
              <w:pStyle w:val="libCenterBold1"/>
              <w:rPr>
                <w:noProof/>
                <w:rtl/>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286683193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242</w:t>
            </w:r>
            <w:r>
              <w:rPr>
                <w:noProof/>
              </w:rPr>
              <w:fldChar w:fldCharType="end"/>
            </w:r>
          </w:p>
        </w:tc>
        <w:tc>
          <w:tcPr>
            <w:tcW w:w="236" w:type="dxa"/>
            <w:tcBorders>
              <w:right w:val="single" w:sz="4" w:space="0" w:color="auto"/>
            </w:tcBorders>
          </w:tcPr>
          <w:p w:rsidR="007849C6" w:rsidRDefault="007849C6" w:rsidP="00186E94">
            <w:pPr>
              <w:pStyle w:val="libCenterBold1"/>
              <w:rPr>
                <w:noProof/>
                <w:rtl/>
              </w:rPr>
            </w:pPr>
          </w:p>
        </w:tc>
        <w:tc>
          <w:tcPr>
            <w:tcW w:w="2733" w:type="dxa"/>
            <w:tcBorders>
              <w:left w:val="single" w:sz="4" w:space="0" w:color="auto"/>
            </w:tcBorders>
          </w:tcPr>
          <w:p w:rsidR="007849C6" w:rsidRPr="00A94EA8" w:rsidRDefault="007849C6" w:rsidP="00186E94">
            <w:pPr>
              <w:pStyle w:val="libCenterBold1"/>
            </w:pPr>
            <w:r w:rsidRPr="00A94EA8">
              <w:rPr>
                <w:noProof/>
                <w:rtl/>
              </w:rPr>
              <w:t xml:space="preserve">باب الدال المهملة </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286683189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232</w:t>
            </w:r>
            <w:r>
              <w:rPr>
                <w:noProof/>
              </w:rPr>
              <w:fldChar w:fldCharType="end"/>
            </w:r>
          </w:p>
        </w:tc>
        <w:tc>
          <w:tcPr>
            <w:tcW w:w="316" w:type="dxa"/>
          </w:tcPr>
          <w:p w:rsidR="007849C6" w:rsidRDefault="007849C6" w:rsidP="00186E94">
            <w:pPr>
              <w:pStyle w:val="libCenterBold1"/>
              <w:rPr>
                <w:noProof/>
                <w:rtl/>
              </w:rPr>
            </w:pPr>
          </w:p>
        </w:tc>
        <w:tc>
          <w:tcPr>
            <w:tcW w:w="2340" w:type="dxa"/>
          </w:tcPr>
          <w:p w:rsidR="007849C6" w:rsidRPr="005B4CA7" w:rsidRDefault="007849C6" w:rsidP="00186E94">
            <w:pPr>
              <w:pStyle w:val="libCenterBold1"/>
            </w:pPr>
            <w:r w:rsidRPr="005B4CA7">
              <w:rPr>
                <w:noProof/>
                <w:rtl/>
              </w:rPr>
              <w:t xml:space="preserve">باب التاء </w:t>
            </w:r>
          </w:p>
        </w:tc>
        <w:tc>
          <w:tcPr>
            <w:tcW w:w="236" w:type="dxa"/>
          </w:tcPr>
          <w:p w:rsidR="007849C6" w:rsidRDefault="007849C6" w:rsidP="00186E94">
            <w:pPr>
              <w:pStyle w:val="libCenterBold1"/>
              <w:rPr>
                <w:noProof/>
                <w:rtl/>
              </w:rPr>
            </w:pPr>
          </w:p>
        </w:tc>
        <w:tc>
          <w:tcPr>
            <w:tcW w:w="863" w:type="dxa"/>
            <w:tcBorders>
              <w:right w:val="single" w:sz="4" w:space="0" w:color="auto"/>
            </w:tcBorders>
          </w:tcPr>
          <w:p w:rsidR="007849C6" w:rsidRDefault="00AE7806" w:rsidP="00186E94">
            <w:pPr>
              <w:pStyle w:val="libCenterBold1"/>
              <w:rPr>
                <w:noProof/>
                <w:rtl/>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286683195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243</w:t>
            </w:r>
            <w:r>
              <w:rPr>
                <w:noProof/>
              </w:rPr>
              <w:fldChar w:fldCharType="end"/>
            </w:r>
          </w:p>
        </w:tc>
        <w:tc>
          <w:tcPr>
            <w:tcW w:w="236" w:type="dxa"/>
            <w:tcBorders>
              <w:right w:val="single" w:sz="4" w:space="0" w:color="auto"/>
            </w:tcBorders>
          </w:tcPr>
          <w:p w:rsidR="007849C6" w:rsidRDefault="007849C6" w:rsidP="00186E94">
            <w:pPr>
              <w:pStyle w:val="libCenterBold1"/>
              <w:rPr>
                <w:noProof/>
                <w:rtl/>
              </w:rPr>
            </w:pPr>
          </w:p>
        </w:tc>
        <w:tc>
          <w:tcPr>
            <w:tcW w:w="2733" w:type="dxa"/>
            <w:tcBorders>
              <w:left w:val="single" w:sz="4" w:space="0" w:color="auto"/>
            </w:tcBorders>
          </w:tcPr>
          <w:p w:rsidR="007849C6" w:rsidRPr="00A94EA8" w:rsidRDefault="007849C6" w:rsidP="00186E94">
            <w:pPr>
              <w:pStyle w:val="libCenterBold1"/>
            </w:pPr>
            <w:r w:rsidRPr="00A94EA8">
              <w:rPr>
                <w:noProof/>
                <w:rtl/>
              </w:rPr>
              <w:t>باب الراء</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286683190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232</w:t>
            </w:r>
            <w:r>
              <w:rPr>
                <w:noProof/>
              </w:rPr>
              <w:fldChar w:fldCharType="end"/>
            </w:r>
          </w:p>
        </w:tc>
        <w:tc>
          <w:tcPr>
            <w:tcW w:w="316" w:type="dxa"/>
          </w:tcPr>
          <w:p w:rsidR="007849C6" w:rsidRDefault="007849C6" w:rsidP="00186E94">
            <w:pPr>
              <w:pStyle w:val="libCenterBold1"/>
              <w:rPr>
                <w:noProof/>
                <w:rtl/>
              </w:rPr>
            </w:pPr>
          </w:p>
        </w:tc>
        <w:tc>
          <w:tcPr>
            <w:tcW w:w="2340" w:type="dxa"/>
          </w:tcPr>
          <w:p w:rsidR="007849C6" w:rsidRPr="005B4CA7" w:rsidRDefault="007849C6" w:rsidP="00186E94">
            <w:pPr>
              <w:pStyle w:val="libCenterBold1"/>
            </w:pPr>
            <w:r w:rsidRPr="005B4CA7">
              <w:rPr>
                <w:noProof/>
                <w:rtl/>
              </w:rPr>
              <w:t xml:space="preserve">باب الثاء المثلثة </w:t>
            </w:r>
          </w:p>
        </w:tc>
        <w:tc>
          <w:tcPr>
            <w:tcW w:w="236" w:type="dxa"/>
          </w:tcPr>
          <w:p w:rsidR="007849C6" w:rsidRDefault="007849C6" w:rsidP="00186E94">
            <w:pPr>
              <w:pStyle w:val="libCenterBold1"/>
              <w:rPr>
                <w:noProof/>
                <w:rtl/>
              </w:rPr>
            </w:pPr>
          </w:p>
        </w:tc>
        <w:tc>
          <w:tcPr>
            <w:tcW w:w="863" w:type="dxa"/>
            <w:tcBorders>
              <w:right w:val="single" w:sz="4" w:space="0" w:color="auto"/>
            </w:tcBorders>
          </w:tcPr>
          <w:p w:rsidR="007849C6" w:rsidRDefault="00AE7806" w:rsidP="00186E94">
            <w:pPr>
              <w:pStyle w:val="libCenterBold1"/>
              <w:rPr>
                <w:noProof/>
                <w:rtl/>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286683196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243</w:t>
            </w:r>
            <w:r>
              <w:rPr>
                <w:noProof/>
              </w:rPr>
              <w:fldChar w:fldCharType="end"/>
            </w:r>
          </w:p>
        </w:tc>
        <w:tc>
          <w:tcPr>
            <w:tcW w:w="236" w:type="dxa"/>
            <w:tcBorders>
              <w:right w:val="single" w:sz="4" w:space="0" w:color="auto"/>
            </w:tcBorders>
          </w:tcPr>
          <w:p w:rsidR="007849C6" w:rsidRDefault="007849C6" w:rsidP="00186E94">
            <w:pPr>
              <w:pStyle w:val="libCenterBold1"/>
              <w:rPr>
                <w:noProof/>
                <w:rtl/>
              </w:rPr>
            </w:pPr>
          </w:p>
        </w:tc>
        <w:tc>
          <w:tcPr>
            <w:tcW w:w="2733" w:type="dxa"/>
            <w:tcBorders>
              <w:left w:val="single" w:sz="4" w:space="0" w:color="auto"/>
            </w:tcBorders>
          </w:tcPr>
          <w:p w:rsidR="007849C6" w:rsidRPr="00A94EA8" w:rsidRDefault="007849C6" w:rsidP="00186E94">
            <w:pPr>
              <w:pStyle w:val="libCenterBold1"/>
            </w:pPr>
            <w:r w:rsidRPr="00A94EA8">
              <w:rPr>
                <w:noProof/>
                <w:rtl/>
              </w:rPr>
              <w:t xml:space="preserve">باب الزاي المعجمة </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286683191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233</w:t>
            </w:r>
            <w:r>
              <w:rPr>
                <w:noProof/>
              </w:rPr>
              <w:fldChar w:fldCharType="end"/>
            </w:r>
          </w:p>
        </w:tc>
        <w:tc>
          <w:tcPr>
            <w:tcW w:w="316" w:type="dxa"/>
          </w:tcPr>
          <w:p w:rsidR="007849C6" w:rsidRDefault="007849C6" w:rsidP="00186E94">
            <w:pPr>
              <w:pStyle w:val="libCenterBold1"/>
              <w:rPr>
                <w:noProof/>
                <w:rtl/>
              </w:rPr>
            </w:pPr>
          </w:p>
        </w:tc>
        <w:tc>
          <w:tcPr>
            <w:tcW w:w="2340" w:type="dxa"/>
          </w:tcPr>
          <w:p w:rsidR="007849C6" w:rsidRPr="005B4CA7" w:rsidRDefault="007849C6" w:rsidP="00186E94">
            <w:pPr>
              <w:pStyle w:val="libCenterBold1"/>
            </w:pPr>
            <w:r w:rsidRPr="005B4CA7">
              <w:rPr>
                <w:noProof/>
                <w:rtl/>
              </w:rPr>
              <w:t>باب الجيم</w:t>
            </w:r>
          </w:p>
        </w:tc>
        <w:tc>
          <w:tcPr>
            <w:tcW w:w="236" w:type="dxa"/>
          </w:tcPr>
          <w:p w:rsidR="007849C6" w:rsidRDefault="007849C6" w:rsidP="00186E94">
            <w:pPr>
              <w:pStyle w:val="libCenterBold1"/>
              <w:rPr>
                <w:noProof/>
                <w:rtl/>
              </w:rPr>
            </w:pPr>
          </w:p>
        </w:tc>
        <w:tc>
          <w:tcPr>
            <w:tcW w:w="863" w:type="dxa"/>
            <w:tcBorders>
              <w:right w:val="single" w:sz="4" w:space="0" w:color="auto"/>
            </w:tcBorders>
          </w:tcPr>
          <w:p w:rsidR="007849C6" w:rsidRDefault="00AE7806" w:rsidP="00186E94">
            <w:pPr>
              <w:pStyle w:val="libCenterBold1"/>
              <w:rPr>
                <w:noProof/>
                <w:rtl/>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286683197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245</w:t>
            </w:r>
            <w:r>
              <w:rPr>
                <w:noProof/>
              </w:rPr>
              <w:fldChar w:fldCharType="end"/>
            </w:r>
          </w:p>
        </w:tc>
        <w:tc>
          <w:tcPr>
            <w:tcW w:w="236" w:type="dxa"/>
            <w:tcBorders>
              <w:right w:val="single" w:sz="4" w:space="0" w:color="auto"/>
            </w:tcBorders>
          </w:tcPr>
          <w:p w:rsidR="007849C6" w:rsidRDefault="007849C6" w:rsidP="00186E94">
            <w:pPr>
              <w:pStyle w:val="libCenterBold1"/>
              <w:rPr>
                <w:noProof/>
                <w:rtl/>
              </w:rPr>
            </w:pPr>
          </w:p>
        </w:tc>
        <w:tc>
          <w:tcPr>
            <w:tcW w:w="2733" w:type="dxa"/>
            <w:tcBorders>
              <w:left w:val="single" w:sz="4" w:space="0" w:color="auto"/>
            </w:tcBorders>
          </w:tcPr>
          <w:p w:rsidR="007849C6" w:rsidRPr="00A94EA8" w:rsidRDefault="007849C6" w:rsidP="00186E94">
            <w:pPr>
              <w:pStyle w:val="libCenterBold1"/>
            </w:pPr>
            <w:r w:rsidRPr="00A94EA8">
              <w:rPr>
                <w:noProof/>
                <w:rtl/>
              </w:rPr>
              <w:t xml:space="preserve">باب السين المهملة </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286683192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234</w:t>
            </w:r>
            <w:r>
              <w:rPr>
                <w:noProof/>
              </w:rPr>
              <w:fldChar w:fldCharType="end"/>
            </w:r>
          </w:p>
        </w:tc>
        <w:tc>
          <w:tcPr>
            <w:tcW w:w="316" w:type="dxa"/>
          </w:tcPr>
          <w:p w:rsidR="007849C6" w:rsidRDefault="007849C6" w:rsidP="00186E94">
            <w:pPr>
              <w:pStyle w:val="libCenterBold1"/>
              <w:rPr>
                <w:noProof/>
                <w:rtl/>
              </w:rPr>
            </w:pPr>
          </w:p>
        </w:tc>
        <w:tc>
          <w:tcPr>
            <w:tcW w:w="2340" w:type="dxa"/>
          </w:tcPr>
          <w:p w:rsidR="007849C6" w:rsidRPr="005B4CA7" w:rsidRDefault="007849C6" w:rsidP="00186E94">
            <w:pPr>
              <w:pStyle w:val="libCenterBold1"/>
            </w:pPr>
            <w:r w:rsidRPr="005B4CA7">
              <w:rPr>
                <w:noProof/>
                <w:rtl/>
              </w:rPr>
              <w:t>باب الحاء المهملة</w:t>
            </w:r>
          </w:p>
        </w:tc>
        <w:tc>
          <w:tcPr>
            <w:tcW w:w="236" w:type="dxa"/>
          </w:tcPr>
          <w:p w:rsidR="007849C6" w:rsidRDefault="007849C6" w:rsidP="00186E94">
            <w:pPr>
              <w:pStyle w:val="libCenterBold1"/>
              <w:rPr>
                <w:noProof/>
                <w:rtl/>
              </w:rPr>
            </w:pPr>
          </w:p>
        </w:tc>
        <w:tc>
          <w:tcPr>
            <w:tcW w:w="863" w:type="dxa"/>
            <w:tcBorders>
              <w:right w:val="single" w:sz="4" w:space="0" w:color="auto"/>
            </w:tcBorders>
          </w:tcPr>
          <w:p w:rsidR="007849C6" w:rsidRDefault="00AE7806" w:rsidP="00186E94">
            <w:pPr>
              <w:pStyle w:val="libCenterBold1"/>
              <w:rPr>
                <w:noProof/>
                <w:rtl/>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286683198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247</w:t>
            </w:r>
            <w:r>
              <w:rPr>
                <w:noProof/>
              </w:rPr>
              <w:fldChar w:fldCharType="end"/>
            </w:r>
          </w:p>
        </w:tc>
        <w:tc>
          <w:tcPr>
            <w:tcW w:w="236" w:type="dxa"/>
            <w:tcBorders>
              <w:right w:val="single" w:sz="4" w:space="0" w:color="auto"/>
            </w:tcBorders>
          </w:tcPr>
          <w:p w:rsidR="007849C6" w:rsidRDefault="007849C6" w:rsidP="00186E94">
            <w:pPr>
              <w:pStyle w:val="libCenterBold1"/>
              <w:rPr>
                <w:noProof/>
                <w:rtl/>
              </w:rPr>
            </w:pPr>
          </w:p>
        </w:tc>
        <w:tc>
          <w:tcPr>
            <w:tcW w:w="2733" w:type="dxa"/>
            <w:tcBorders>
              <w:left w:val="single" w:sz="4" w:space="0" w:color="auto"/>
            </w:tcBorders>
          </w:tcPr>
          <w:p w:rsidR="007849C6" w:rsidRPr="00A94EA8" w:rsidRDefault="007849C6" w:rsidP="00186E94">
            <w:pPr>
              <w:pStyle w:val="libCenterBold1"/>
            </w:pPr>
            <w:r w:rsidRPr="00A94EA8">
              <w:rPr>
                <w:noProof/>
                <w:rtl/>
              </w:rPr>
              <w:t xml:space="preserve">باب الشين المعجمة </w:t>
            </w:r>
          </w:p>
        </w:tc>
      </w:tr>
    </w:tbl>
    <w:p w:rsidR="007849C6" w:rsidRDefault="007849C6" w:rsidP="00186E94">
      <w:pPr>
        <w:pStyle w:val="libCenterBold1"/>
        <w:rPr>
          <w:rtl/>
        </w:rPr>
      </w:pPr>
    </w:p>
    <w:p w:rsidR="007849C6" w:rsidRDefault="007849C6" w:rsidP="00186E94">
      <w:pPr>
        <w:pStyle w:val="libCenterBold1"/>
      </w:pPr>
      <w:r>
        <w:rPr>
          <w:rtl/>
        </w:rPr>
        <w:br w:type="page"/>
      </w:r>
    </w:p>
    <w:tbl>
      <w:tblPr>
        <w:bidiVisual/>
        <w:tblW w:w="0" w:type="auto"/>
        <w:tblLook w:val="01E0"/>
      </w:tblPr>
      <w:tblGrid>
        <w:gridCol w:w="897"/>
        <w:gridCol w:w="313"/>
        <w:gridCol w:w="2132"/>
        <w:gridCol w:w="236"/>
        <w:gridCol w:w="897"/>
        <w:gridCol w:w="236"/>
        <w:gridCol w:w="2876"/>
      </w:tblGrid>
      <w:tr w:rsidR="007849C6" w:rsidTr="00186E94">
        <w:tc>
          <w:tcPr>
            <w:tcW w:w="863" w:type="dxa"/>
          </w:tcPr>
          <w:p w:rsidR="007849C6" w:rsidRDefault="007849C6" w:rsidP="00186E94">
            <w:pPr>
              <w:pStyle w:val="libCenterBold1"/>
              <w:rPr>
                <w:noProof/>
              </w:rPr>
            </w:pPr>
            <w:r>
              <w:rPr>
                <w:rFonts w:hint="cs"/>
                <w:noProof/>
                <w:rtl/>
              </w:rPr>
              <w:lastRenderedPageBreak/>
              <w:t>الصفحة</w:t>
            </w:r>
          </w:p>
        </w:tc>
        <w:tc>
          <w:tcPr>
            <w:tcW w:w="316" w:type="dxa"/>
          </w:tcPr>
          <w:p w:rsidR="007849C6" w:rsidRDefault="007849C6" w:rsidP="00186E94">
            <w:pPr>
              <w:pStyle w:val="libCenterBold1"/>
              <w:rPr>
                <w:noProof/>
                <w:rtl/>
              </w:rPr>
            </w:pPr>
          </w:p>
        </w:tc>
        <w:tc>
          <w:tcPr>
            <w:tcW w:w="2160" w:type="dxa"/>
          </w:tcPr>
          <w:p w:rsidR="007849C6" w:rsidRPr="005B4CA7" w:rsidRDefault="007849C6" w:rsidP="00186E94">
            <w:pPr>
              <w:pStyle w:val="libCenterBold1"/>
              <w:rPr>
                <w:noProof/>
                <w:rtl/>
              </w:rPr>
            </w:pPr>
            <w:r>
              <w:rPr>
                <w:rFonts w:hint="cs"/>
                <w:noProof/>
                <w:rtl/>
              </w:rPr>
              <w:t>الموضوع</w:t>
            </w:r>
          </w:p>
        </w:tc>
        <w:tc>
          <w:tcPr>
            <w:tcW w:w="236" w:type="dxa"/>
          </w:tcPr>
          <w:p w:rsidR="007849C6" w:rsidRDefault="007849C6" w:rsidP="00186E94">
            <w:pPr>
              <w:pStyle w:val="libCenterBold1"/>
              <w:rPr>
                <w:noProof/>
                <w:rtl/>
              </w:rPr>
            </w:pPr>
          </w:p>
        </w:tc>
        <w:tc>
          <w:tcPr>
            <w:tcW w:w="855" w:type="dxa"/>
            <w:tcBorders>
              <w:right w:val="single" w:sz="4" w:space="0" w:color="auto"/>
            </w:tcBorders>
          </w:tcPr>
          <w:p w:rsidR="007849C6" w:rsidRDefault="007849C6" w:rsidP="00186E94">
            <w:pPr>
              <w:pStyle w:val="libCenterBold1"/>
              <w:rPr>
                <w:noProof/>
              </w:rPr>
            </w:pPr>
            <w:r>
              <w:rPr>
                <w:rFonts w:hint="cs"/>
                <w:noProof/>
                <w:rtl/>
              </w:rPr>
              <w:t>الصفحة</w:t>
            </w:r>
          </w:p>
        </w:tc>
        <w:tc>
          <w:tcPr>
            <w:tcW w:w="236" w:type="dxa"/>
            <w:tcBorders>
              <w:right w:val="single" w:sz="4" w:space="0" w:color="auto"/>
            </w:tcBorders>
          </w:tcPr>
          <w:p w:rsidR="007849C6" w:rsidRDefault="007849C6" w:rsidP="00186E94">
            <w:pPr>
              <w:pStyle w:val="libCenterBold1"/>
              <w:rPr>
                <w:noProof/>
                <w:rtl/>
              </w:rPr>
            </w:pPr>
          </w:p>
        </w:tc>
        <w:tc>
          <w:tcPr>
            <w:tcW w:w="2921" w:type="dxa"/>
            <w:tcBorders>
              <w:left w:val="single" w:sz="4" w:space="0" w:color="auto"/>
            </w:tcBorders>
          </w:tcPr>
          <w:p w:rsidR="007849C6" w:rsidRPr="00A94EA8" w:rsidRDefault="007849C6" w:rsidP="00186E94">
            <w:pPr>
              <w:pStyle w:val="libCenterBold1"/>
              <w:rPr>
                <w:noProof/>
                <w:rtl/>
              </w:rPr>
            </w:pPr>
            <w:r>
              <w:rPr>
                <w:rFonts w:hint="cs"/>
                <w:noProof/>
                <w:rtl/>
              </w:rPr>
              <w:t>الموضوع</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286683199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248</w:t>
            </w:r>
            <w:r>
              <w:rPr>
                <w:noProof/>
              </w:rPr>
              <w:fldChar w:fldCharType="end"/>
            </w:r>
          </w:p>
        </w:tc>
        <w:tc>
          <w:tcPr>
            <w:tcW w:w="316" w:type="dxa"/>
          </w:tcPr>
          <w:p w:rsidR="007849C6" w:rsidRDefault="007849C6" w:rsidP="00186E94">
            <w:pPr>
              <w:pStyle w:val="libCenterBold1"/>
              <w:rPr>
                <w:noProof/>
                <w:rtl/>
              </w:rPr>
            </w:pPr>
          </w:p>
        </w:tc>
        <w:tc>
          <w:tcPr>
            <w:tcW w:w="2160" w:type="dxa"/>
          </w:tcPr>
          <w:p w:rsidR="007849C6" w:rsidRPr="00D2342B" w:rsidRDefault="007849C6" w:rsidP="00186E94">
            <w:pPr>
              <w:pStyle w:val="libCenterBold1"/>
            </w:pPr>
            <w:r w:rsidRPr="00D2342B">
              <w:rPr>
                <w:noProof/>
                <w:rtl/>
              </w:rPr>
              <w:t xml:space="preserve">باب الصاد المهملة </w:t>
            </w:r>
          </w:p>
        </w:tc>
        <w:tc>
          <w:tcPr>
            <w:tcW w:w="236" w:type="dxa"/>
          </w:tcPr>
          <w:p w:rsidR="007849C6" w:rsidRDefault="007849C6" w:rsidP="00186E94">
            <w:pPr>
              <w:pStyle w:val="libCenterBold1"/>
              <w:rPr>
                <w:noProof/>
                <w:rtl/>
              </w:rPr>
            </w:pPr>
          </w:p>
        </w:tc>
        <w:tc>
          <w:tcPr>
            <w:tcW w:w="855" w:type="dxa"/>
            <w:tcBorders>
              <w:right w:val="single" w:sz="4" w:space="0" w:color="auto"/>
            </w:tcBorders>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286683216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288</w:t>
            </w:r>
            <w:r>
              <w:rPr>
                <w:noProof/>
              </w:rPr>
              <w:fldChar w:fldCharType="end"/>
            </w:r>
          </w:p>
        </w:tc>
        <w:tc>
          <w:tcPr>
            <w:tcW w:w="236" w:type="dxa"/>
            <w:tcBorders>
              <w:right w:val="single" w:sz="4" w:space="0" w:color="auto"/>
            </w:tcBorders>
          </w:tcPr>
          <w:p w:rsidR="007849C6" w:rsidRDefault="007849C6" w:rsidP="00186E94">
            <w:pPr>
              <w:pStyle w:val="libCenterBold1"/>
              <w:rPr>
                <w:noProof/>
                <w:rtl/>
              </w:rPr>
            </w:pPr>
          </w:p>
        </w:tc>
        <w:tc>
          <w:tcPr>
            <w:tcW w:w="2921" w:type="dxa"/>
            <w:tcBorders>
              <w:left w:val="single" w:sz="4" w:space="0" w:color="auto"/>
            </w:tcBorders>
          </w:tcPr>
          <w:p w:rsidR="007849C6" w:rsidRPr="000048B1" w:rsidRDefault="007849C6" w:rsidP="00186E94">
            <w:pPr>
              <w:pStyle w:val="libCenterBold1"/>
            </w:pPr>
            <w:r w:rsidRPr="000048B1">
              <w:rPr>
                <w:noProof/>
                <w:rtl/>
              </w:rPr>
              <w:t>ذكر جماعة من الزيدية</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286683200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248</w:t>
            </w:r>
            <w:r>
              <w:rPr>
                <w:noProof/>
              </w:rPr>
              <w:fldChar w:fldCharType="end"/>
            </w:r>
          </w:p>
        </w:tc>
        <w:tc>
          <w:tcPr>
            <w:tcW w:w="316" w:type="dxa"/>
          </w:tcPr>
          <w:p w:rsidR="007849C6" w:rsidRDefault="007849C6" w:rsidP="00186E94">
            <w:pPr>
              <w:pStyle w:val="libCenterBold1"/>
              <w:rPr>
                <w:noProof/>
                <w:rtl/>
              </w:rPr>
            </w:pPr>
          </w:p>
        </w:tc>
        <w:tc>
          <w:tcPr>
            <w:tcW w:w="2160" w:type="dxa"/>
          </w:tcPr>
          <w:p w:rsidR="007849C6" w:rsidRPr="00D2342B" w:rsidRDefault="007849C6" w:rsidP="00186E94">
            <w:pPr>
              <w:pStyle w:val="libCenterBold1"/>
            </w:pPr>
            <w:r w:rsidRPr="00D2342B">
              <w:rPr>
                <w:noProof/>
                <w:rtl/>
              </w:rPr>
              <w:t xml:space="preserve">باب الضاد المعجمة </w:t>
            </w:r>
          </w:p>
        </w:tc>
        <w:tc>
          <w:tcPr>
            <w:tcW w:w="236" w:type="dxa"/>
          </w:tcPr>
          <w:p w:rsidR="007849C6" w:rsidRDefault="007849C6" w:rsidP="00186E94">
            <w:pPr>
              <w:pStyle w:val="libCenterBold1"/>
              <w:rPr>
                <w:noProof/>
                <w:rtl/>
              </w:rPr>
            </w:pPr>
          </w:p>
        </w:tc>
        <w:tc>
          <w:tcPr>
            <w:tcW w:w="855" w:type="dxa"/>
            <w:tcBorders>
              <w:right w:val="single" w:sz="4" w:space="0" w:color="auto"/>
            </w:tcBorders>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286683217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289</w:t>
            </w:r>
            <w:r>
              <w:rPr>
                <w:noProof/>
              </w:rPr>
              <w:fldChar w:fldCharType="end"/>
            </w:r>
          </w:p>
        </w:tc>
        <w:tc>
          <w:tcPr>
            <w:tcW w:w="236" w:type="dxa"/>
            <w:tcBorders>
              <w:right w:val="single" w:sz="4" w:space="0" w:color="auto"/>
            </w:tcBorders>
          </w:tcPr>
          <w:p w:rsidR="007849C6" w:rsidRDefault="007849C6" w:rsidP="00186E94">
            <w:pPr>
              <w:pStyle w:val="libCenterBold1"/>
              <w:rPr>
                <w:noProof/>
                <w:rtl/>
              </w:rPr>
            </w:pPr>
          </w:p>
        </w:tc>
        <w:tc>
          <w:tcPr>
            <w:tcW w:w="2921" w:type="dxa"/>
            <w:tcBorders>
              <w:left w:val="single" w:sz="4" w:space="0" w:color="auto"/>
            </w:tcBorders>
          </w:tcPr>
          <w:p w:rsidR="007849C6" w:rsidRPr="000048B1" w:rsidRDefault="007849C6" w:rsidP="00186E94">
            <w:pPr>
              <w:pStyle w:val="libCenterBold1"/>
            </w:pPr>
            <w:r w:rsidRPr="000048B1">
              <w:rPr>
                <w:noProof/>
                <w:rtl/>
              </w:rPr>
              <w:t>ذكر جماعة من العامة</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286683201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249</w:t>
            </w:r>
            <w:r>
              <w:rPr>
                <w:noProof/>
              </w:rPr>
              <w:fldChar w:fldCharType="end"/>
            </w:r>
          </w:p>
        </w:tc>
        <w:tc>
          <w:tcPr>
            <w:tcW w:w="316" w:type="dxa"/>
          </w:tcPr>
          <w:p w:rsidR="007849C6" w:rsidRDefault="007849C6" w:rsidP="00186E94">
            <w:pPr>
              <w:pStyle w:val="libCenterBold1"/>
              <w:rPr>
                <w:noProof/>
                <w:rtl/>
              </w:rPr>
            </w:pPr>
          </w:p>
        </w:tc>
        <w:tc>
          <w:tcPr>
            <w:tcW w:w="2160" w:type="dxa"/>
          </w:tcPr>
          <w:p w:rsidR="007849C6" w:rsidRPr="00D2342B" w:rsidRDefault="007849C6" w:rsidP="00186E94">
            <w:pPr>
              <w:pStyle w:val="libCenterBold1"/>
            </w:pPr>
            <w:r w:rsidRPr="00D2342B">
              <w:rPr>
                <w:noProof/>
                <w:rtl/>
              </w:rPr>
              <w:t>باب الطاء المهملة</w:t>
            </w:r>
          </w:p>
        </w:tc>
        <w:tc>
          <w:tcPr>
            <w:tcW w:w="236" w:type="dxa"/>
          </w:tcPr>
          <w:p w:rsidR="007849C6" w:rsidRDefault="007849C6" w:rsidP="00186E94">
            <w:pPr>
              <w:pStyle w:val="libCenterBold1"/>
              <w:rPr>
                <w:noProof/>
                <w:rtl/>
              </w:rPr>
            </w:pPr>
          </w:p>
        </w:tc>
        <w:tc>
          <w:tcPr>
            <w:tcW w:w="855" w:type="dxa"/>
            <w:tcBorders>
              <w:right w:val="single" w:sz="4" w:space="0" w:color="auto"/>
            </w:tcBorders>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286683218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291</w:t>
            </w:r>
            <w:r>
              <w:rPr>
                <w:noProof/>
              </w:rPr>
              <w:fldChar w:fldCharType="end"/>
            </w:r>
          </w:p>
        </w:tc>
        <w:tc>
          <w:tcPr>
            <w:tcW w:w="236" w:type="dxa"/>
            <w:tcBorders>
              <w:right w:val="single" w:sz="4" w:space="0" w:color="auto"/>
            </w:tcBorders>
          </w:tcPr>
          <w:p w:rsidR="007849C6" w:rsidRDefault="007849C6" w:rsidP="00186E94">
            <w:pPr>
              <w:pStyle w:val="libCenterBold1"/>
              <w:rPr>
                <w:noProof/>
                <w:rtl/>
              </w:rPr>
            </w:pPr>
          </w:p>
        </w:tc>
        <w:tc>
          <w:tcPr>
            <w:tcW w:w="2921" w:type="dxa"/>
            <w:tcBorders>
              <w:left w:val="single" w:sz="4" w:space="0" w:color="auto"/>
            </w:tcBorders>
          </w:tcPr>
          <w:p w:rsidR="007849C6" w:rsidRPr="000048B1" w:rsidRDefault="007849C6" w:rsidP="00186E94">
            <w:pPr>
              <w:pStyle w:val="libCenterBold1"/>
            </w:pPr>
            <w:r w:rsidRPr="000048B1">
              <w:rPr>
                <w:noProof/>
                <w:rtl/>
              </w:rPr>
              <w:t>ذكر جماعة من الكيسانية</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286683202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249</w:t>
            </w:r>
            <w:r>
              <w:rPr>
                <w:noProof/>
              </w:rPr>
              <w:fldChar w:fldCharType="end"/>
            </w:r>
          </w:p>
        </w:tc>
        <w:tc>
          <w:tcPr>
            <w:tcW w:w="316" w:type="dxa"/>
          </w:tcPr>
          <w:p w:rsidR="007849C6" w:rsidRDefault="007849C6" w:rsidP="00186E94">
            <w:pPr>
              <w:pStyle w:val="libCenterBold1"/>
              <w:rPr>
                <w:noProof/>
                <w:rtl/>
              </w:rPr>
            </w:pPr>
          </w:p>
        </w:tc>
        <w:tc>
          <w:tcPr>
            <w:tcW w:w="2160" w:type="dxa"/>
          </w:tcPr>
          <w:p w:rsidR="007849C6" w:rsidRPr="00D2342B" w:rsidRDefault="007849C6" w:rsidP="00186E94">
            <w:pPr>
              <w:pStyle w:val="libCenterBold1"/>
            </w:pPr>
            <w:r w:rsidRPr="00D2342B">
              <w:rPr>
                <w:noProof/>
                <w:rtl/>
              </w:rPr>
              <w:t xml:space="preserve">باب الظاء المعجمة </w:t>
            </w:r>
          </w:p>
        </w:tc>
        <w:tc>
          <w:tcPr>
            <w:tcW w:w="236" w:type="dxa"/>
          </w:tcPr>
          <w:p w:rsidR="007849C6" w:rsidRDefault="007849C6" w:rsidP="00186E94">
            <w:pPr>
              <w:pStyle w:val="libCenterBold1"/>
              <w:rPr>
                <w:noProof/>
                <w:rtl/>
              </w:rPr>
            </w:pPr>
          </w:p>
        </w:tc>
        <w:tc>
          <w:tcPr>
            <w:tcW w:w="855" w:type="dxa"/>
            <w:tcBorders>
              <w:right w:val="single" w:sz="4" w:space="0" w:color="auto"/>
            </w:tcBorders>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286683219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291</w:t>
            </w:r>
            <w:r>
              <w:rPr>
                <w:noProof/>
              </w:rPr>
              <w:fldChar w:fldCharType="end"/>
            </w:r>
          </w:p>
        </w:tc>
        <w:tc>
          <w:tcPr>
            <w:tcW w:w="236" w:type="dxa"/>
            <w:tcBorders>
              <w:right w:val="single" w:sz="4" w:space="0" w:color="auto"/>
            </w:tcBorders>
          </w:tcPr>
          <w:p w:rsidR="007849C6" w:rsidRDefault="007849C6" w:rsidP="00186E94">
            <w:pPr>
              <w:pStyle w:val="libCenterBold1"/>
              <w:rPr>
                <w:noProof/>
                <w:rtl/>
              </w:rPr>
            </w:pPr>
          </w:p>
        </w:tc>
        <w:tc>
          <w:tcPr>
            <w:tcW w:w="2921" w:type="dxa"/>
            <w:tcBorders>
              <w:left w:val="single" w:sz="4" w:space="0" w:color="auto"/>
            </w:tcBorders>
          </w:tcPr>
          <w:p w:rsidR="007849C6" w:rsidRPr="000048B1" w:rsidRDefault="007849C6" w:rsidP="00186E94">
            <w:pPr>
              <w:pStyle w:val="libCenterBold1"/>
            </w:pPr>
            <w:r w:rsidRPr="000048B1">
              <w:rPr>
                <w:noProof/>
                <w:rtl/>
              </w:rPr>
              <w:t>ذكر جماعة من الناووسية</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286683203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249</w:t>
            </w:r>
            <w:r>
              <w:rPr>
                <w:noProof/>
              </w:rPr>
              <w:fldChar w:fldCharType="end"/>
            </w:r>
          </w:p>
        </w:tc>
        <w:tc>
          <w:tcPr>
            <w:tcW w:w="316" w:type="dxa"/>
          </w:tcPr>
          <w:p w:rsidR="007849C6" w:rsidRDefault="007849C6" w:rsidP="00186E94">
            <w:pPr>
              <w:pStyle w:val="libCenterBold1"/>
              <w:rPr>
                <w:noProof/>
                <w:rtl/>
              </w:rPr>
            </w:pPr>
          </w:p>
        </w:tc>
        <w:tc>
          <w:tcPr>
            <w:tcW w:w="2160" w:type="dxa"/>
          </w:tcPr>
          <w:p w:rsidR="007849C6" w:rsidRPr="00D2342B" w:rsidRDefault="007849C6" w:rsidP="00186E94">
            <w:pPr>
              <w:pStyle w:val="libCenterBold1"/>
            </w:pPr>
            <w:r w:rsidRPr="00D2342B">
              <w:rPr>
                <w:noProof/>
                <w:rtl/>
              </w:rPr>
              <w:t xml:space="preserve">باب العين المهملة </w:t>
            </w:r>
          </w:p>
        </w:tc>
        <w:tc>
          <w:tcPr>
            <w:tcW w:w="236" w:type="dxa"/>
          </w:tcPr>
          <w:p w:rsidR="007849C6" w:rsidRDefault="007849C6" w:rsidP="00186E94">
            <w:pPr>
              <w:pStyle w:val="libCenterBold1"/>
              <w:rPr>
                <w:noProof/>
                <w:rtl/>
              </w:rPr>
            </w:pPr>
          </w:p>
        </w:tc>
        <w:tc>
          <w:tcPr>
            <w:tcW w:w="855" w:type="dxa"/>
            <w:tcBorders>
              <w:right w:val="single" w:sz="4" w:space="0" w:color="auto"/>
            </w:tcBorders>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286683220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291</w:t>
            </w:r>
            <w:r>
              <w:rPr>
                <w:noProof/>
              </w:rPr>
              <w:fldChar w:fldCharType="end"/>
            </w:r>
          </w:p>
        </w:tc>
        <w:tc>
          <w:tcPr>
            <w:tcW w:w="236" w:type="dxa"/>
            <w:tcBorders>
              <w:right w:val="single" w:sz="4" w:space="0" w:color="auto"/>
            </w:tcBorders>
          </w:tcPr>
          <w:p w:rsidR="007849C6" w:rsidRDefault="007849C6" w:rsidP="00186E94">
            <w:pPr>
              <w:pStyle w:val="libCenterBold1"/>
              <w:rPr>
                <w:noProof/>
                <w:rtl/>
              </w:rPr>
            </w:pPr>
          </w:p>
        </w:tc>
        <w:tc>
          <w:tcPr>
            <w:tcW w:w="2921" w:type="dxa"/>
            <w:tcBorders>
              <w:left w:val="single" w:sz="4" w:space="0" w:color="auto"/>
            </w:tcBorders>
          </w:tcPr>
          <w:p w:rsidR="007849C6" w:rsidRPr="000048B1" w:rsidRDefault="007849C6" w:rsidP="00186E94">
            <w:pPr>
              <w:pStyle w:val="libCenterBold1"/>
            </w:pPr>
            <w:r w:rsidRPr="000048B1">
              <w:rPr>
                <w:noProof/>
                <w:rtl/>
              </w:rPr>
              <w:t>ذكر جماعة من الغلاة</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286683204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263</w:t>
            </w:r>
            <w:r>
              <w:rPr>
                <w:noProof/>
              </w:rPr>
              <w:fldChar w:fldCharType="end"/>
            </w:r>
          </w:p>
        </w:tc>
        <w:tc>
          <w:tcPr>
            <w:tcW w:w="316" w:type="dxa"/>
          </w:tcPr>
          <w:p w:rsidR="007849C6" w:rsidRDefault="007849C6" w:rsidP="00186E94">
            <w:pPr>
              <w:pStyle w:val="libCenterBold1"/>
              <w:rPr>
                <w:noProof/>
                <w:rtl/>
              </w:rPr>
            </w:pPr>
          </w:p>
        </w:tc>
        <w:tc>
          <w:tcPr>
            <w:tcW w:w="2160" w:type="dxa"/>
          </w:tcPr>
          <w:p w:rsidR="007849C6" w:rsidRPr="00D2342B" w:rsidRDefault="007849C6" w:rsidP="00186E94">
            <w:pPr>
              <w:pStyle w:val="libCenterBold1"/>
            </w:pPr>
            <w:r w:rsidRPr="00D2342B">
              <w:rPr>
                <w:noProof/>
                <w:rtl/>
              </w:rPr>
              <w:t xml:space="preserve">باب الغين المعجمة </w:t>
            </w:r>
          </w:p>
        </w:tc>
        <w:tc>
          <w:tcPr>
            <w:tcW w:w="236" w:type="dxa"/>
          </w:tcPr>
          <w:p w:rsidR="007849C6" w:rsidRDefault="007849C6" w:rsidP="00186E94">
            <w:pPr>
              <w:pStyle w:val="libCenterBold1"/>
              <w:rPr>
                <w:noProof/>
                <w:rtl/>
              </w:rPr>
            </w:pPr>
          </w:p>
        </w:tc>
        <w:tc>
          <w:tcPr>
            <w:tcW w:w="855" w:type="dxa"/>
            <w:tcBorders>
              <w:right w:val="single" w:sz="4" w:space="0" w:color="auto"/>
            </w:tcBorders>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286683221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295</w:t>
            </w:r>
            <w:r>
              <w:rPr>
                <w:noProof/>
              </w:rPr>
              <w:fldChar w:fldCharType="end"/>
            </w:r>
          </w:p>
        </w:tc>
        <w:tc>
          <w:tcPr>
            <w:tcW w:w="236" w:type="dxa"/>
            <w:tcBorders>
              <w:right w:val="single" w:sz="4" w:space="0" w:color="auto"/>
            </w:tcBorders>
          </w:tcPr>
          <w:p w:rsidR="007849C6" w:rsidRDefault="007849C6" w:rsidP="00186E94">
            <w:pPr>
              <w:pStyle w:val="libCenterBold1"/>
              <w:rPr>
                <w:noProof/>
                <w:rtl/>
              </w:rPr>
            </w:pPr>
          </w:p>
        </w:tc>
        <w:tc>
          <w:tcPr>
            <w:tcW w:w="2921" w:type="dxa"/>
            <w:tcBorders>
              <w:left w:val="single" w:sz="4" w:space="0" w:color="auto"/>
            </w:tcBorders>
          </w:tcPr>
          <w:p w:rsidR="007849C6" w:rsidRPr="000048B1" w:rsidRDefault="007849C6" w:rsidP="00186E94">
            <w:pPr>
              <w:pStyle w:val="libCenterBold1"/>
            </w:pPr>
            <w:r w:rsidRPr="000048B1">
              <w:rPr>
                <w:noProof/>
                <w:rtl/>
              </w:rPr>
              <w:t>ذكر جماعة اطلق عليهم الضعف</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286683205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263</w:t>
            </w:r>
            <w:r>
              <w:rPr>
                <w:noProof/>
              </w:rPr>
              <w:fldChar w:fldCharType="end"/>
            </w:r>
          </w:p>
        </w:tc>
        <w:tc>
          <w:tcPr>
            <w:tcW w:w="316" w:type="dxa"/>
          </w:tcPr>
          <w:p w:rsidR="007849C6" w:rsidRDefault="007849C6" w:rsidP="00186E94">
            <w:pPr>
              <w:pStyle w:val="libCenterBold1"/>
              <w:rPr>
                <w:noProof/>
                <w:rtl/>
              </w:rPr>
            </w:pPr>
          </w:p>
        </w:tc>
        <w:tc>
          <w:tcPr>
            <w:tcW w:w="2160" w:type="dxa"/>
          </w:tcPr>
          <w:p w:rsidR="007849C6" w:rsidRPr="00D2342B" w:rsidRDefault="007849C6" w:rsidP="00186E94">
            <w:pPr>
              <w:pStyle w:val="libCenterBold1"/>
            </w:pPr>
            <w:r w:rsidRPr="00D2342B">
              <w:rPr>
                <w:noProof/>
                <w:rtl/>
              </w:rPr>
              <w:t xml:space="preserve">باب الفاء </w:t>
            </w:r>
          </w:p>
        </w:tc>
        <w:tc>
          <w:tcPr>
            <w:tcW w:w="236" w:type="dxa"/>
          </w:tcPr>
          <w:p w:rsidR="007849C6" w:rsidRDefault="007849C6" w:rsidP="00186E94">
            <w:pPr>
              <w:pStyle w:val="libCenterBold1"/>
              <w:rPr>
                <w:noProof/>
                <w:rtl/>
              </w:rPr>
            </w:pPr>
          </w:p>
        </w:tc>
        <w:tc>
          <w:tcPr>
            <w:tcW w:w="855" w:type="dxa"/>
            <w:tcBorders>
              <w:right w:val="single" w:sz="4" w:space="0" w:color="auto"/>
            </w:tcBorders>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286683222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297</w:t>
            </w:r>
            <w:r>
              <w:rPr>
                <w:noProof/>
              </w:rPr>
              <w:fldChar w:fldCharType="end"/>
            </w:r>
          </w:p>
        </w:tc>
        <w:tc>
          <w:tcPr>
            <w:tcW w:w="236" w:type="dxa"/>
            <w:tcBorders>
              <w:right w:val="single" w:sz="4" w:space="0" w:color="auto"/>
            </w:tcBorders>
          </w:tcPr>
          <w:p w:rsidR="007849C6" w:rsidRDefault="007849C6" w:rsidP="00186E94">
            <w:pPr>
              <w:pStyle w:val="libCenterBold1"/>
              <w:rPr>
                <w:noProof/>
                <w:rtl/>
              </w:rPr>
            </w:pPr>
          </w:p>
        </w:tc>
        <w:tc>
          <w:tcPr>
            <w:tcW w:w="2921" w:type="dxa"/>
            <w:tcBorders>
              <w:left w:val="single" w:sz="4" w:space="0" w:color="auto"/>
            </w:tcBorders>
          </w:tcPr>
          <w:p w:rsidR="007849C6" w:rsidRPr="000048B1" w:rsidRDefault="007849C6" w:rsidP="00186E94">
            <w:pPr>
              <w:pStyle w:val="libCenterBold1"/>
            </w:pPr>
            <w:r w:rsidRPr="000048B1">
              <w:rPr>
                <w:noProof/>
                <w:rtl/>
              </w:rPr>
              <w:t>فيمن قيل إنه مخلط أو مضطرب</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286683206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264</w:t>
            </w:r>
            <w:r>
              <w:rPr>
                <w:noProof/>
              </w:rPr>
              <w:fldChar w:fldCharType="end"/>
            </w:r>
          </w:p>
        </w:tc>
        <w:tc>
          <w:tcPr>
            <w:tcW w:w="316" w:type="dxa"/>
          </w:tcPr>
          <w:p w:rsidR="007849C6" w:rsidRDefault="007849C6" w:rsidP="00186E94">
            <w:pPr>
              <w:pStyle w:val="libCenterBold1"/>
              <w:rPr>
                <w:noProof/>
                <w:rtl/>
              </w:rPr>
            </w:pPr>
          </w:p>
        </w:tc>
        <w:tc>
          <w:tcPr>
            <w:tcW w:w="2160" w:type="dxa"/>
          </w:tcPr>
          <w:p w:rsidR="007849C6" w:rsidRPr="00D2342B" w:rsidRDefault="007849C6" w:rsidP="00186E94">
            <w:pPr>
              <w:pStyle w:val="libCenterBold1"/>
            </w:pPr>
            <w:r w:rsidRPr="00D2342B">
              <w:rPr>
                <w:noProof/>
                <w:rtl/>
              </w:rPr>
              <w:t xml:space="preserve">باب القاف </w:t>
            </w:r>
          </w:p>
        </w:tc>
        <w:tc>
          <w:tcPr>
            <w:tcW w:w="236" w:type="dxa"/>
          </w:tcPr>
          <w:p w:rsidR="007849C6" w:rsidRDefault="007849C6" w:rsidP="00186E94">
            <w:pPr>
              <w:pStyle w:val="libCenterBold1"/>
              <w:rPr>
                <w:noProof/>
                <w:rtl/>
              </w:rPr>
            </w:pPr>
          </w:p>
        </w:tc>
        <w:tc>
          <w:tcPr>
            <w:tcW w:w="855" w:type="dxa"/>
            <w:tcBorders>
              <w:right w:val="single" w:sz="4" w:space="0" w:color="auto"/>
            </w:tcBorders>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286683223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298</w:t>
            </w:r>
            <w:r>
              <w:rPr>
                <w:noProof/>
              </w:rPr>
              <w:fldChar w:fldCharType="end"/>
            </w:r>
          </w:p>
        </w:tc>
        <w:tc>
          <w:tcPr>
            <w:tcW w:w="236" w:type="dxa"/>
            <w:tcBorders>
              <w:right w:val="single" w:sz="4" w:space="0" w:color="auto"/>
            </w:tcBorders>
          </w:tcPr>
          <w:p w:rsidR="007849C6" w:rsidRDefault="007849C6" w:rsidP="00186E94">
            <w:pPr>
              <w:pStyle w:val="libCenterBold1"/>
              <w:rPr>
                <w:noProof/>
                <w:rtl/>
              </w:rPr>
            </w:pPr>
          </w:p>
        </w:tc>
        <w:tc>
          <w:tcPr>
            <w:tcW w:w="2921" w:type="dxa"/>
            <w:tcBorders>
              <w:left w:val="single" w:sz="4" w:space="0" w:color="auto"/>
            </w:tcBorders>
          </w:tcPr>
          <w:p w:rsidR="007849C6" w:rsidRPr="000048B1" w:rsidRDefault="007849C6" w:rsidP="00186E94">
            <w:pPr>
              <w:pStyle w:val="libCenterBold1"/>
            </w:pPr>
            <w:r w:rsidRPr="000048B1">
              <w:rPr>
                <w:noProof/>
                <w:rtl/>
              </w:rPr>
              <w:t>فيمن قيل يعرف حديثه وينكر</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286683207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265</w:t>
            </w:r>
            <w:r>
              <w:rPr>
                <w:noProof/>
              </w:rPr>
              <w:fldChar w:fldCharType="end"/>
            </w:r>
          </w:p>
        </w:tc>
        <w:tc>
          <w:tcPr>
            <w:tcW w:w="316" w:type="dxa"/>
          </w:tcPr>
          <w:p w:rsidR="007849C6" w:rsidRDefault="007849C6" w:rsidP="00186E94">
            <w:pPr>
              <w:pStyle w:val="libCenterBold1"/>
              <w:rPr>
                <w:noProof/>
                <w:rtl/>
              </w:rPr>
            </w:pPr>
          </w:p>
        </w:tc>
        <w:tc>
          <w:tcPr>
            <w:tcW w:w="2160" w:type="dxa"/>
          </w:tcPr>
          <w:p w:rsidR="007849C6" w:rsidRPr="00D2342B" w:rsidRDefault="007849C6" w:rsidP="00186E94">
            <w:pPr>
              <w:pStyle w:val="libCenterBold1"/>
            </w:pPr>
            <w:r w:rsidRPr="00D2342B">
              <w:rPr>
                <w:noProof/>
                <w:rtl/>
              </w:rPr>
              <w:t xml:space="preserve">باب الكاف </w:t>
            </w:r>
          </w:p>
        </w:tc>
        <w:tc>
          <w:tcPr>
            <w:tcW w:w="236" w:type="dxa"/>
          </w:tcPr>
          <w:p w:rsidR="007849C6" w:rsidRDefault="007849C6" w:rsidP="00186E94">
            <w:pPr>
              <w:pStyle w:val="libCenterBold1"/>
              <w:rPr>
                <w:noProof/>
                <w:rtl/>
              </w:rPr>
            </w:pPr>
          </w:p>
        </w:tc>
        <w:tc>
          <w:tcPr>
            <w:tcW w:w="855" w:type="dxa"/>
            <w:tcBorders>
              <w:right w:val="single" w:sz="4" w:space="0" w:color="auto"/>
            </w:tcBorders>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286683224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299</w:t>
            </w:r>
            <w:r>
              <w:rPr>
                <w:noProof/>
              </w:rPr>
              <w:fldChar w:fldCharType="end"/>
            </w:r>
          </w:p>
        </w:tc>
        <w:tc>
          <w:tcPr>
            <w:tcW w:w="236" w:type="dxa"/>
            <w:tcBorders>
              <w:right w:val="single" w:sz="4" w:space="0" w:color="auto"/>
            </w:tcBorders>
          </w:tcPr>
          <w:p w:rsidR="007849C6" w:rsidRDefault="007849C6" w:rsidP="00186E94">
            <w:pPr>
              <w:pStyle w:val="libCenterBold1"/>
              <w:rPr>
                <w:noProof/>
                <w:rtl/>
              </w:rPr>
            </w:pPr>
          </w:p>
        </w:tc>
        <w:tc>
          <w:tcPr>
            <w:tcW w:w="2921" w:type="dxa"/>
            <w:tcBorders>
              <w:left w:val="single" w:sz="4" w:space="0" w:color="auto"/>
            </w:tcBorders>
          </w:tcPr>
          <w:p w:rsidR="007849C6" w:rsidRPr="000048B1" w:rsidRDefault="007849C6" w:rsidP="00186E94">
            <w:pPr>
              <w:pStyle w:val="libCenterBold1"/>
            </w:pPr>
            <w:r w:rsidRPr="000048B1">
              <w:rPr>
                <w:noProof/>
                <w:rtl/>
              </w:rPr>
              <w:t>فيمن طعن عليه بفساد مذهبه</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286683208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266</w:t>
            </w:r>
            <w:r>
              <w:rPr>
                <w:noProof/>
              </w:rPr>
              <w:fldChar w:fldCharType="end"/>
            </w:r>
          </w:p>
        </w:tc>
        <w:tc>
          <w:tcPr>
            <w:tcW w:w="316" w:type="dxa"/>
          </w:tcPr>
          <w:p w:rsidR="007849C6" w:rsidRDefault="007849C6" w:rsidP="00186E94">
            <w:pPr>
              <w:pStyle w:val="libCenterBold1"/>
              <w:rPr>
                <w:noProof/>
                <w:rtl/>
              </w:rPr>
            </w:pPr>
          </w:p>
        </w:tc>
        <w:tc>
          <w:tcPr>
            <w:tcW w:w="2160" w:type="dxa"/>
          </w:tcPr>
          <w:p w:rsidR="007849C6" w:rsidRPr="00D2342B" w:rsidRDefault="007849C6" w:rsidP="00186E94">
            <w:pPr>
              <w:pStyle w:val="libCenterBold1"/>
            </w:pPr>
            <w:r w:rsidRPr="00D2342B">
              <w:rPr>
                <w:noProof/>
                <w:rtl/>
              </w:rPr>
              <w:t xml:space="preserve">باب اللام </w:t>
            </w:r>
          </w:p>
        </w:tc>
        <w:tc>
          <w:tcPr>
            <w:tcW w:w="236" w:type="dxa"/>
          </w:tcPr>
          <w:p w:rsidR="007849C6" w:rsidRDefault="007849C6" w:rsidP="00186E94">
            <w:pPr>
              <w:pStyle w:val="libCenterBold1"/>
              <w:rPr>
                <w:noProof/>
                <w:rtl/>
              </w:rPr>
            </w:pPr>
          </w:p>
        </w:tc>
        <w:tc>
          <w:tcPr>
            <w:tcW w:w="855" w:type="dxa"/>
            <w:tcBorders>
              <w:right w:val="single" w:sz="4" w:space="0" w:color="auto"/>
            </w:tcBorders>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286683225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299</w:t>
            </w:r>
            <w:r>
              <w:rPr>
                <w:noProof/>
              </w:rPr>
              <w:fldChar w:fldCharType="end"/>
            </w:r>
          </w:p>
        </w:tc>
        <w:tc>
          <w:tcPr>
            <w:tcW w:w="236" w:type="dxa"/>
            <w:tcBorders>
              <w:right w:val="single" w:sz="4" w:space="0" w:color="auto"/>
            </w:tcBorders>
          </w:tcPr>
          <w:p w:rsidR="007849C6" w:rsidRDefault="007849C6" w:rsidP="00186E94">
            <w:pPr>
              <w:pStyle w:val="libCenterBold1"/>
              <w:rPr>
                <w:noProof/>
                <w:rtl/>
              </w:rPr>
            </w:pPr>
          </w:p>
        </w:tc>
        <w:tc>
          <w:tcPr>
            <w:tcW w:w="2921" w:type="dxa"/>
            <w:tcBorders>
              <w:left w:val="single" w:sz="4" w:space="0" w:color="auto"/>
            </w:tcBorders>
          </w:tcPr>
          <w:p w:rsidR="007849C6" w:rsidRPr="000048B1" w:rsidRDefault="007849C6" w:rsidP="00186E94">
            <w:pPr>
              <w:pStyle w:val="libCenterBold1"/>
            </w:pPr>
            <w:r w:rsidRPr="000048B1">
              <w:rPr>
                <w:noProof/>
                <w:rtl/>
              </w:rPr>
              <w:t>فيمن قيل إنه ثقة</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286683209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266</w:t>
            </w:r>
            <w:r>
              <w:rPr>
                <w:noProof/>
              </w:rPr>
              <w:fldChar w:fldCharType="end"/>
            </w:r>
          </w:p>
        </w:tc>
        <w:tc>
          <w:tcPr>
            <w:tcW w:w="316" w:type="dxa"/>
          </w:tcPr>
          <w:p w:rsidR="007849C6" w:rsidRDefault="007849C6" w:rsidP="00186E94">
            <w:pPr>
              <w:pStyle w:val="libCenterBold1"/>
              <w:rPr>
                <w:noProof/>
                <w:rtl/>
              </w:rPr>
            </w:pPr>
          </w:p>
        </w:tc>
        <w:tc>
          <w:tcPr>
            <w:tcW w:w="2160" w:type="dxa"/>
          </w:tcPr>
          <w:p w:rsidR="007849C6" w:rsidRPr="00D2342B" w:rsidRDefault="007849C6" w:rsidP="00186E94">
            <w:pPr>
              <w:pStyle w:val="libCenterBold1"/>
            </w:pPr>
            <w:r w:rsidRPr="00D2342B">
              <w:rPr>
                <w:noProof/>
                <w:rtl/>
              </w:rPr>
              <w:t>باب الميم</w:t>
            </w:r>
          </w:p>
        </w:tc>
        <w:tc>
          <w:tcPr>
            <w:tcW w:w="236" w:type="dxa"/>
          </w:tcPr>
          <w:p w:rsidR="007849C6" w:rsidRDefault="007849C6" w:rsidP="00186E94">
            <w:pPr>
              <w:pStyle w:val="libCenterBold1"/>
              <w:rPr>
                <w:noProof/>
                <w:rtl/>
              </w:rPr>
            </w:pPr>
          </w:p>
        </w:tc>
        <w:tc>
          <w:tcPr>
            <w:tcW w:w="855" w:type="dxa"/>
            <w:tcBorders>
              <w:right w:val="single" w:sz="4" w:space="0" w:color="auto"/>
            </w:tcBorders>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286683226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300</w:t>
            </w:r>
            <w:r>
              <w:rPr>
                <w:noProof/>
              </w:rPr>
              <w:fldChar w:fldCharType="end"/>
            </w:r>
          </w:p>
        </w:tc>
        <w:tc>
          <w:tcPr>
            <w:tcW w:w="236" w:type="dxa"/>
            <w:tcBorders>
              <w:right w:val="single" w:sz="4" w:space="0" w:color="auto"/>
            </w:tcBorders>
          </w:tcPr>
          <w:p w:rsidR="007849C6" w:rsidRDefault="007849C6" w:rsidP="00186E94">
            <w:pPr>
              <w:pStyle w:val="libCenterBold1"/>
              <w:rPr>
                <w:noProof/>
                <w:rtl/>
              </w:rPr>
            </w:pPr>
          </w:p>
        </w:tc>
        <w:tc>
          <w:tcPr>
            <w:tcW w:w="2921" w:type="dxa"/>
            <w:tcBorders>
              <w:left w:val="single" w:sz="4" w:space="0" w:color="auto"/>
            </w:tcBorders>
          </w:tcPr>
          <w:p w:rsidR="007849C6" w:rsidRPr="000048B1" w:rsidRDefault="007849C6" w:rsidP="00186E94">
            <w:pPr>
              <w:pStyle w:val="libCenterBold1"/>
            </w:pPr>
            <w:r w:rsidRPr="000048B1">
              <w:rPr>
                <w:noProof/>
                <w:rtl/>
              </w:rPr>
              <w:t>فيمن قيل إنه يضع الحديث</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286683210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280</w:t>
            </w:r>
            <w:r>
              <w:rPr>
                <w:noProof/>
              </w:rPr>
              <w:fldChar w:fldCharType="end"/>
            </w:r>
          </w:p>
        </w:tc>
        <w:tc>
          <w:tcPr>
            <w:tcW w:w="316" w:type="dxa"/>
          </w:tcPr>
          <w:p w:rsidR="007849C6" w:rsidRDefault="007849C6" w:rsidP="00186E94">
            <w:pPr>
              <w:pStyle w:val="libCenterBold1"/>
              <w:rPr>
                <w:noProof/>
                <w:rtl/>
              </w:rPr>
            </w:pPr>
          </w:p>
        </w:tc>
        <w:tc>
          <w:tcPr>
            <w:tcW w:w="2160" w:type="dxa"/>
          </w:tcPr>
          <w:p w:rsidR="007849C6" w:rsidRPr="00D2342B" w:rsidRDefault="007849C6" w:rsidP="00186E94">
            <w:pPr>
              <w:pStyle w:val="libCenterBold1"/>
            </w:pPr>
            <w:r w:rsidRPr="00D2342B">
              <w:rPr>
                <w:noProof/>
                <w:rtl/>
              </w:rPr>
              <w:t xml:space="preserve">باب النون </w:t>
            </w:r>
          </w:p>
        </w:tc>
        <w:tc>
          <w:tcPr>
            <w:tcW w:w="236" w:type="dxa"/>
          </w:tcPr>
          <w:p w:rsidR="007849C6" w:rsidRDefault="007849C6" w:rsidP="00186E94">
            <w:pPr>
              <w:pStyle w:val="libCenterBold1"/>
              <w:rPr>
                <w:noProof/>
                <w:rtl/>
              </w:rPr>
            </w:pPr>
          </w:p>
        </w:tc>
        <w:tc>
          <w:tcPr>
            <w:tcW w:w="855" w:type="dxa"/>
            <w:tcBorders>
              <w:right w:val="single" w:sz="4" w:space="0" w:color="auto"/>
            </w:tcBorders>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286683227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301</w:t>
            </w:r>
            <w:r>
              <w:rPr>
                <w:noProof/>
              </w:rPr>
              <w:fldChar w:fldCharType="end"/>
            </w:r>
          </w:p>
        </w:tc>
        <w:tc>
          <w:tcPr>
            <w:tcW w:w="236" w:type="dxa"/>
            <w:tcBorders>
              <w:right w:val="single" w:sz="4" w:space="0" w:color="auto"/>
            </w:tcBorders>
          </w:tcPr>
          <w:p w:rsidR="007849C6" w:rsidRDefault="007849C6" w:rsidP="00186E94">
            <w:pPr>
              <w:pStyle w:val="libCenterBold1"/>
              <w:rPr>
                <w:noProof/>
                <w:rtl/>
              </w:rPr>
            </w:pPr>
          </w:p>
        </w:tc>
        <w:tc>
          <w:tcPr>
            <w:tcW w:w="2921" w:type="dxa"/>
            <w:tcBorders>
              <w:left w:val="single" w:sz="4" w:space="0" w:color="auto"/>
            </w:tcBorders>
          </w:tcPr>
          <w:p w:rsidR="007849C6" w:rsidRPr="000048B1" w:rsidRDefault="007849C6" w:rsidP="00186E94">
            <w:pPr>
              <w:pStyle w:val="libCenterBold1"/>
            </w:pPr>
            <w:r w:rsidRPr="000048B1">
              <w:rPr>
                <w:noProof/>
                <w:rtl/>
              </w:rPr>
              <w:t xml:space="preserve">فيمن وردت فيه اللعنة </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286683211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280</w:t>
            </w:r>
            <w:r>
              <w:rPr>
                <w:noProof/>
              </w:rPr>
              <w:fldChar w:fldCharType="end"/>
            </w:r>
          </w:p>
        </w:tc>
        <w:tc>
          <w:tcPr>
            <w:tcW w:w="316" w:type="dxa"/>
          </w:tcPr>
          <w:p w:rsidR="007849C6" w:rsidRDefault="007849C6" w:rsidP="00186E94">
            <w:pPr>
              <w:pStyle w:val="libCenterBold1"/>
              <w:rPr>
                <w:noProof/>
                <w:rtl/>
              </w:rPr>
            </w:pPr>
          </w:p>
        </w:tc>
        <w:tc>
          <w:tcPr>
            <w:tcW w:w="2160" w:type="dxa"/>
          </w:tcPr>
          <w:p w:rsidR="007849C6" w:rsidRPr="00D2342B" w:rsidRDefault="007849C6" w:rsidP="00186E94">
            <w:pPr>
              <w:pStyle w:val="libCenterBold1"/>
            </w:pPr>
            <w:r w:rsidRPr="00D2342B">
              <w:rPr>
                <w:noProof/>
                <w:rtl/>
              </w:rPr>
              <w:t xml:space="preserve">باب الواو </w:t>
            </w:r>
          </w:p>
        </w:tc>
        <w:tc>
          <w:tcPr>
            <w:tcW w:w="236" w:type="dxa"/>
          </w:tcPr>
          <w:p w:rsidR="007849C6" w:rsidRDefault="007849C6" w:rsidP="00186E94">
            <w:pPr>
              <w:pStyle w:val="libCenterBold1"/>
              <w:rPr>
                <w:noProof/>
                <w:rtl/>
              </w:rPr>
            </w:pPr>
          </w:p>
        </w:tc>
        <w:tc>
          <w:tcPr>
            <w:tcW w:w="855" w:type="dxa"/>
            <w:tcBorders>
              <w:right w:val="single" w:sz="4" w:space="0" w:color="auto"/>
            </w:tcBorders>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286683228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301</w:t>
            </w:r>
            <w:r>
              <w:rPr>
                <w:noProof/>
              </w:rPr>
              <w:fldChar w:fldCharType="end"/>
            </w:r>
          </w:p>
        </w:tc>
        <w:tc>
          <w:tcPr>
            <w:tcW w:w="236" w:type="dxa"/>
            <w:tcBorders>
              <w:right w:val="single" w:sz="4" w:space="0" w:color="auto"/>
            </w:tcBorders>
          </w:tcPr>
          <w:p w:rsidR="007849C6" w:rsidRDefault="007849C6" w:rsidP="00186E94">
            <w:pPr>
              <w:pStyle w:val="libCenterBold1"/>
              <w:rPr>
                <w:noProof/>
                <w:rtl/>
              </w:rPr>
            </w:pPr>
          </w:p>
        </w:tc>
        <w:tc>
          <w:tcPr>
            <w:tcW w:w="2921" w:type="dxa"/>
            <w:tcBorders>
              <w:left w:val="single" w:sz="4" w:space="0" w:color="auto"/>
            </w:tcBorders>
          </w:tcPr>
          <w:p w:rsidR="007849C6" w:rsidRPr="000048B1" w:rsidRDefault="007849C6" w:rsidP="00186E94">
            <w:pPr>
              <w:pStyle w:val="libCenterBold1"/>
            </w:pPr>
            <w:r w:rsidRPr="000048B1">
              <w:rPr>
                <w:noProof/>
                <w:rtl/>
              </w:rPr>
              <w:t xml:space="preserve">من دعا عليه الامام </w:t>
            </w:r>
            <w:r w:rsidRPr="00086896">
              <w:rPr>
                <w:rtl/>
              </w:rPr>
              <w:t>7</w:t>
            </w:r>
            <w:r w:rsidRPr="000048B1">
              <w:rPr>
                <w:noProof/>
                <w:rtl/>
              </w:rPr>
              <w:t xml:space="preserve"> </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286683212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281</w:t>
            </w:r>
            <w:r>
              <w:rPr>
                <w:noProof/>
              </w:rPr>
              <w:fldChar w:fldCharType="end"/>
            </w:r>
          </w:p>
        </w:tc>
        <w:tc>
          <w:tcPr>
            <w:tcW w:w="316" w:type="dxa"/>
          </w:tcPr>
          <w:p w:rsidR="007849C6" w:rsidRDefault="007849C6" w:rsidP="00186E94">
            <w:pPr>
              <w:pStyle w:val="libCenterBold1"/>
              <w:rPr>
                <w:noProof/>
                <w:rtl/>
              </w:rPr>
            </w:pPr>
          </w:p>
        </w:tc>
        <w:tc>
          <w:tcPr>
            <w:tcW w:w="2160" w:type="dxa"/>
          </w:tcPr>
          <w:p w:rsidR="007849C6" w:rsidRPr="00D2342B" w:rsidRDefault="007849C6" w:rsidP="00186E94">
            <w:pPr>
              <w:pStyle w:val="libCenterBold1"/>
            </w:pPr>
            <w:r w:rsidRPr="00D2342B">
              <w:rPr>
                <w:noProof/>
                <w:rtl/>
              </w:rPr>
              <w:t xml:space="preserve">باب الهاء </w:t>
            </w:r>
          </w:p>
        </w:tc>
        <w:tc>
          <w:tcPr>
            <w:tcW w:w="236" w:type="dxa"/>
          </w:tcPr>
          <w:p w:rsidR="007849C6" w:rsidRDefault="007849C6" w:rsidP="00186E94">
            <w:pPr>
              <w:pStyle w:val="libCenterBold1"/>
              <w:rPr>
                <w:noProof/>
                <w:rtl/>
              </w:rPr>
            </w:pPr>
          </w:p>
        </w:tc>
        <w:tc>
          <w:tcPr>
            <w:tcW w:w="855" w:type="dxa"/>
            <w:tcBorders>
              <w:right w:val="single" w:sz="4" w:space="0" w:color="auto"/>
            </w:tcBorders>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286683229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302</w:t>
            </w:r>
            <w:r>
              <w:rPr>
                <w:noProof/>
              </w:rPr>
              <w:fldChar w:fldCharType="end"/>
            </w:r>
          </w:p>
        </w:tc>
        <w:tc>
          <w:tcPr>
            <w:tcW w:w="236" w:type="dxa"/>
            <w:tcBorders>
              <w:right w:val="single" w:sz="4" w:space="0" w:color="auto"/>
            </w:tcBorders>
          </w:tcPr>
          <w:p w:rsidR="007849C6" w:rsidRDefault="007849C6" w:rsidP="00186E94">
            <w:pPr>
              <w:pStyle w:val="libCenterBold1"/>
              <w:rPr>
                <w:noProof/>
                <w:rtl/>
              </w:rPr>
            </w:pPr>
          </w:p>
        </w:tc>
        <w:tc>
          <w:tcPr>
            <w:tcW w:w="2921" w:type="dxa"/>
            <w:tcBorders>
              <w:left w:val="single" w:sz="4" w:space="0" w:color="auto"/>
            </w:tcBorders>
          </w:tcPr>
          <w:p w:rsidR="007849C6" w:rsidRPr="000048B1" w:rsidRDefault="007849C6" w:rsidP="00186E94">
            <w:pPr>
              <w:pStyle w:val="libCenterBold1"/>
            </w:pPr>
            <w:r w:rsidRPr="000048B1">
              <w:rPr>
                <w:noProof/>
                <w:rtl/>
              </w:rPr>
              <w:t xml:space="preserve">فيمن قيل إنه ليس بشيء </w:t>
            </w:r>
          </w:p>
        </w:tc>
      </w:tr>
      <w:tr w:rsidR="007849C6" w:rsidTr="00186E94">
        <w:tc>
          <w:tcPr>
            <w:tcW w:w="863" w:type="dxa"/>
          </w:tcPr>
          <w:p w:rsidR="007849C6" w:rsidRDefault="00AE7806" w:rsidP="00186E94">
            <w:pPr>
              <w:pStyle w:val="libCenterBold1"/>
              <w:rPr>
                <w:noProof/>
              </w:rPr>
            </w:pPr>
            <w:r>
              <w:rPr>
                <w:noProof/>
              </w:rPr>
              <w:lastRenderedPageBreak/>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286683213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282</w:t>
            </w:r>
            <w:r>
              <w:rPr>
                <w:noProof/>
              </w:rPr>
              <w:fldChar w:fldCharType="end"/>
            </w:r>
          </w:p>
        </w:tc>
        <w:tc>
          <w:tcPr>
            <w:tcW w:w="316" w:type="dxa"/>
          </w:tcPr>
          <w:p w:rsidR="007849C6" w:rsidRDefault="007849C6" w:rsidP="00186E94">
            <w:pPr>
              <w:pStyle w:val="libCenterBold1"/>
              <w:rPr>
                <w:noProof/>
                <w:rtl/>
              </w:rPr>
            </w:pPr>
          </w:p>
        </w:tc>
        <w:tc>
          <w:tcPr>
            <w:tcW w:w="2160" w:type="dxa"/>
          </w:tcPr>
          <w:p w:rsidR="007849C6" w:rsidRPr="00D2342B" w:rsidRDefault="007849C6" w:rsidP="00186E94">
            <w:pPr>
              <w:pStyle w:val="libCenterBold1"/>
            </w:pPr>
            <w:r w:rsidRPr="00D2342B">
              <w:rPr>
                <w:noProof/>
                <w:rtl/>
              </w:rPr>
              <w:t>باب الياء</w:t>
            </w:r>
          </w:p>
        </w:tc>
        <w:tc>
          <w:tcPr>
            <w:tcW w:w="236" w:type="dxa"/>
          </w:tcPr>
          <w:p w:rsidR="007849C6" w:rsidRDefault="007849C6" w:rsidP="00186E94">
            <w:pPr>
              <w:pStyle w:val="libCenterBold1"/>
              <w:rPr>
                <w:noProof/>
                <w:rtl/>
              </w:rPr>
            </w:pPr>
          </w:p>
        </w:tc>
        <w:tc>
          <w:tcPr>
            <w:tcW w:w="855" w:type="dxa"/>
            <w:tcBorders>
              <w:right w:val="single" w:sz="4" w:space="0" w:color="auto"/>
            </w:tcBorders>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286683230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302</w:t>
            </w:r>
            <w:r>
              <w:rPr>
                <w:noProof/>
              </w:rPr>
              <w:fldChar w:fldCharType="end"/>
            </w:r>
          </w:p>
        </w:tc>
        <w:tc>
          <w:tcPr>
            <w:tcW w:w="236" w:type="dxa"/>
            <w:tcBorders>
              <w:right w:val="single" w:sz="4" w:space="0" w:color="auto"/>
            </w:tcBorders>
          </w:tcPr>
          <w:p w:rsidR="007849C6" w:rsidRDefault="007849C6" w:rsidP="00186E94">
            <w:pPr>
              <w:pStyle w:val="libCenterBold1"/>
              <w:rPr>
                <w:noProof/>
                <w:rtl/>
              </w:rPr>
            </w:pPr>
          </w:p>
        </w:tc>
        <w:tc>
          <w:tcPr>
            <w:tcW w:w="2921" w:type="dxa"/>
            <w:tcBorders>
              <w:left w:val="single" w:sz="4" w:space="0" w:color="auto"/>
            </w:tcBorders>
          </w:tcPr>
          <w:p w:rsidR="007849C6" w:rsidRPr="000048B1" w:rsidRDefault="007849C6" w:rsidP="00186E94">
            <w:pPr>
              <w:pStyle w:val="libCenterBold1"/>
            </w:pPr>
            <w:r w:rsidRPr="000048B1">
              <w:rPr>
                <w:rFonts w:hint="cs"/>
                <w:noProof/>
                <w:rtl/>
              </w:rPr>
              <w:t xml:space="preserve">فيمن </w:t>
            </w:r>
            <w:r w:rsidRPr="000048B1">
              <w:rPr>
                <w:noProof/>
                <w:rtl/>
              </w:rPr>
              <w:t xml:space="preserve">من أطلق عليه مجهول </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286683214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284</w:t>
            </w:r>
            <w:r>
              <w:rPr>
                <w:noProof/>
              </w:rPr>
              <w:fldChar w:fldCharType="end"/>
            </w:r>
          </w:p>
        </w:tc>
        <w:tc>
          <w:tcPr>
            <w:tcW w:w="316" w:type="dxa"/>
          </w:tcPr>
          <w:p w:rsidR="007849C6" w:rsidRDefault="007849C6" w:rsidP="00186E94">
            <w:pPr>
              <w:pStyle w:val="libCenterBold1"/>
              <w:rPr>
                <w:noProof/>
                <w:rtl/>
              </w:rPr>
            </w:pPr>
          </w:p>
        </w:tc>
        <w:tc>
          <w:tcPr>
            <w:tcW w:w="2160" w:type="dxa"/>
          </w:tcPr>
          <w:p w:rsidR="007849C6" w:rsidRPr="00D2342B" w:rsidRDefault="007849C6" w:rsidP="00186E94">
            <w:pPr>
              <w:pStyle w:val="libCenterBold1"/>
            </w:pPr>
            <w:r w:rsidRPr="00D2342B">
              <w:rPr>
                <w:noProof/>
                <w:rtl/>
              </w:rPr>
              <w:t>ذكر جماعة من الواقفة</w:t>
            </w:r>
          </w:p>
        </w:tc>
        <w:tc>
          <w:tcPr>
            <w:tcW w:w="236" w:type="dxa"/>
          </w:tcPr>
          <w:p w:rsidR="007849C6" w:rsidRDefault="007849C6" w:rsidP="00186E94">
            <w:pPr>
              <w:pStyle w:val="libCenterBold1"/>
              <w:rPr>
                <w:noProof/>
                <w:rtl/>
              </w:rPr>
            </w:pPr>
          </w:p>
        </w:tc>
        <w:tc>
          <w:tcPr>
            <w:tcW w:w="855" w:type="dxa"/>
            <w:tcBorders>
              <w:right w:val="single" w:sz="4" w:space="0" w:color="auto"/>
            </w:tcBorders>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286683231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304</w:t>
            </w:r>
            <w:r>
              <w:rPr>
                <w:noProof/>
              </w:rPr>
              <w:fldChar w:fldCharType="end"/>
            </w:r>
          </w:p>
        </w:tc>
        <w:tc>
          <w:tcPr>
            <w:tcW w:w="236" w:type="dxa"/>
            <w:tcBorders>
              <w:right w:val="single" w:sz="4" w:space="0" w:color="auto"/>
            </w:tcBorders>
          </w:tcPr>
          <w:p w:rsidR="007849C6" w:rsidRDefault="007849C6" w:rsidP="00186E94">
            <w:pPr>
              <w:pStyle w:val="libCenterBold1"/>
              <w:rPr>
                <w:noProof/>
                <w:rtl/>
              </w:rPr>
            </w:pPr>
          </w:p>
        </w:tc>
        <w:tc>
          <w:tcPr>
            <w:tcW w:w="2921" w:type="dxa"/>
            <w:tcBorders>
              <w:left w:val="single" w:sz="4" w:space="0" w:color="auto"/>
            </w:tcBorders>
          </w:tcPr>
          <w:p w:rsidR="007849C6" w:rsidRPr="000048B1" w:rsidRDefault="007849C6" w:rsidP="00186E94">
            <w:pPr>
              <w:pStyle w:val="libCenterBold1"/>
            </w:pPr>
            <w:r w:rsidRPr="000048B1">
              <w:rPr>
                <w:noProof/>
                <w:rtl/>
              </w:rPr>
              <w:t xml:space="preserve">تنبيهات </w:t>
            </w:r>
            <w:r w:rsidRPr="000048B1">
              <w:rPr>
                <w:rFonts w:hint="cs"/>
                <w:noProof/>
                <w:rtl/>
              </w:rPr>
              <w:t>جليلة</w:t>
            </w:r>
          </w:p>
        </w:tc>
      </w:tr>
      <w:tr w:rsidR="007849C6" w:rsidTr="00186E94">
        <w:tc>
          <w:tcPr>
            <w:tcW w:w="863" w:type="dxa"/>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286683215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287</w:t>
            </w:r>
            <w:r>
              <w:rPr>
                <w:noProof/>
              </w:rPr>
              <w:fldChar w:fldCharType="end"/>
            </w:r>
          </w:p>
        </w:tc>
        <w:tc>
          <w:tcPr>
            <w:tcW w:w="316" w:type="dxa"/>
          </w:tcPr>
          <w:p w:rsidR="007849C6" w:rsidRDefault="007849C6" w:rsidP="00186E94">
            <w:pPr>
              <w:pStyle w:val="libCenterBold1"/>
              <w:rPr>
                <w:noProof/>
                <w:rtl/>
              </w:rPr>
            </w:pPr>
          </w:p>
        </w:tc>
        <w:tc>
          <w:tcPr>
            <w:tcW w:w="2160" w:type="dxa"/>
          </w:tcPr>
          <w:p w:rsidR="007849C6" w:rsidRPr="00D2342B" w:rsidRDefault="007849C6" w:rsidP="00186E94">
            <w:pPr>
              <w:pStyle w:val="libCenterBold1"/>
            </w:pPr>
            <w:r w:rsidRPr="00D2342B">
              <w:rPr>
                <w:noProof/>
                <w:rtl/>
              </w:rPr>
              <w:t xml:space="preserve">ذكر جماعة من الفطحية </w:t>
            </w:r>
          </w:p>
        </w:tc>
        <w:tc>
          <w:tcPr>
            <w:tcW w:w="236" w:type="dxa"/>
          </w:tcPr>
          <w:p w:rsidR="007849C6" w:rsidRDefault="007849C6" w:rsidP="00186E94">
            <w:pPr>
              <w:pStyle w:val="libCenterBold1"/>
              <w:rPr>
                <w:noProof/>
                <w:rtl/>
              </w:rPr>
            </w:pPr>
          </w:p>
        </w:tc>
        <w:tc>
          <w:tcPr>
            <w:tcW w:w="855" w:type="dxa"/>
            <w:tcBorders>
              <w:right w:val="single" w:sz="4" w:space="0" w:color="auto"/>
            </w:tcBorders>
          </w:tcPr>
          <w:p w:rsidR="007849C6" w:rsidRDefault="00AE7806" w:rsidP="00186E94">
            <w:pPr>
              <w:pStyle w:val="libCenterBold1"/>
              <w:rPr>
                <w:noProof/>
              </w:rPr>
            </w:pPr>
            <w:r>
              <w:rPr>
                <w:noProof/>
              </w:rPr>
              <w:fldChar w:fldCharType="begin"/>
            </w:r>
            <w:r w:rsidR="007849C6">
              <w:rPr>
                <w:noProof/>
                <w:rtl/>
              </w:rPr>
              <w:instrText xml:space="preserve"> </w:instrText>
            </w:r>
            <w:r w:rsidR="007849C6">
              <w:rPr>
                <w:noProof/>
              </w:rPr>
              <w:instrText>PAGEREF</w:instrText>
            </w:r>
            <w:r w:rsidR="007849C6">
              <w:rPr>
                <w:noProof/>
                <w:rtl/>
              </w:rPr>
              <w:instrText xml:space="preserve"> _</w:instrText>
            </w:r>
            <w:r w:rsidR="007849C6">
              <w:rPr>
                <w:noProof/>
              </w:rPr>
              <w:instrText>Toc</w:instrText>
            </w:r>
            <w:r w:rsidR="007849C6">
              <w:rPr>
                <w:noProof/>
                <w:rtl/>
              </w:rPr>
              <w:instrText xml:space="preserve">286683232 </w:instrText>
            </w:r>
            <w:r w:rsidR="007849C6">
              <w:rPr>
                <w:noProof/>
              </w:rPr>
              <w:instrText>\h</w:instrText>
            </w:r>
            <w:r w:rsidR="007849C6">
              <w:rPr>
                <w:noProof/>
                <w:rtl/>
              </w:rPr>
              <w:instrText xml:space="preserve"> </w:instrText>
            </w:r>
            <w:r>
              <w:rPr>
                <w:noProof/>
              </w:rPr>
            </w:r>
            <w:r>
              <w:rPr>
                <w:noProof/>
              </w:rPr>
              <w:fldChar w:fldCharType="separate"/>
            </w:r>
            <w:r w:rsidR="005F3C95">
              <w:rPr>
                <w:noProof/>
                <w:rtl/>
              </w:rPr>
              <w:t>310</w:t>
            </w:r>
            <w:r>
              <w:rPr>
                <w:noProof/>
              </w:rPr>
              <w:fldChar w:fldCharType="end"/>
            </w:r>
          </w:p>
        </w:tc>
        <w:tc>
          <w:tcPr>
            <w:tcW w:w="236" w:type="dxa"/>
            <w:tcBorders>
              <w:right w:val="single" w:sz="4" w:space="0" w:color="auto"/>
            </w:tcBorders>
          </w:tcPr>
          <w:p w:rsidR="007849C6" w:rsidRDefault="007849C6" w:rsidP="00186E94">
            <w:pPr>
              <w:pStyle w:val="libCenterBold1"/>
              <w:rPr>
                <w:noProof/>
                <w:rtl/>
              </w:rPr>
            </w:pPr>
          </w:p>
        </w:tc>
        <w:tc>
          <w:tcPr>
            <w:tcW w:w="2921" w:type="dxa"/>
            <w:tcBorders>
              <w:left w:val="single" w:sz="4" w:space="0" w:color="auto"/>
            </w:tcBorders>
          </w:tcPr>
          <w:p w:rsidR="007849C6" w:rsidRPr="000048B1" w:rsidRDefault="007849C6" w:rsidP="00186E94">
            <w:pPr>
              <w:pStyle w:val="libCenterBold1"/>
            </w:pPr>
            <w:r w:rsidRPr="000048B1">
              <w:rPr>
                <w:noProof/>
                <w:rtl/>
              </w:rPr>
              <w:t xml:space="preserve">باب كنى الضعفاء </w:t>
            </w:r>
          </w:p>
        </w:tc>
      </w:tr>
    </w:tbl>
    <w:p w:rsidR="00087EC5" w:rsidRDefault="00AE7806" w:rsidP="002F48EF">
      <w:pPr>
        <w:pStyle w:val="libCenterBold1"/>
        <w:rPr>
          <w:rtl/>
        </w:rPr>
      </w:pPr>
      <w:r>
        <w:rPr>
          <w:rtl/>
        </w:rPr>
        <w:fldChar w:fldCharType="end"/>
      </w:r>
    </w:p>
    <w:p w:rsidR="00087EC5" w:rsidRDefault="00087EC5">
      <w:pPr>
        <w:bidi w:val="0"/>
        <w:spacing w:before="480" w:line="276" w:lineRule="auto"/>
        <w:ind w:firstLine="0"/>
        <w:jc w:val="center"/>
        <w:rPr>
          <w:b/>
          <w:bCs/>
          <w:rtl/>
        </w:rPr>
      </w:pPr>
      <w:r>
        <w:rPr>
          <w:rtl/>
        </w:rPr>
        <w:br w:type="page"/>
      </w:r>
    </w:p>
    <w:p w:rsidR="002045CF" w:rsidRDefault="00F87BA2" w:rsidP="00F87BA2">
      <w:pPr>
        <w:pStyle w:val="Heading2Center"/>
      </w:pPr>
      <w:bookmarkStart w:id="235" w:name="_Toc403904090"/>
      <w:r w:rsidRPr="00F87BA2">
        <w:rPr>
          <w:rtl/>
        </w:rPr>
        <w:lastRenderedPageBreak/>
        <w:t>فهرس الكتاب</w:t>
      </w:r>
      <w:bookmarkEnd w:id="235"/>
    </w:p>
    <w:sdt>
      <w:sdtPr>
        <w:rPr>
          <w:rFonts w:ascii="Times New Roman" w:eastAsia="Times New Roman" w:hAnsi="Times New Roman" w:cs="Traditional Arabic"/>
          <w:b w:val="0"/>
          <w:bCs w:val="0"/>
          <w:color w:val="000000"/>
          <w:sz w:val="24"/>
          <w:szCs w:val="32"/>
        </w:rPr>
        <w:id w:val="7778710"/>
        <w:docPartObj>
          <w:docPartGallery w:val="Table of Contents"/>
          <w:docPartUnique/>
        </w:docPartObj>
      </w:sdtPr>
      <w:sdtEndPr>
        <w:rPr>
          <w:rtl/>
        </w:rPr>
      </w:sdtEndPr>
      <w:sdtContent>
        <w:p w:rsidR="00F87BA2" w:rsidRDefault="00F87BA2" w:rsidP="00F87BA2">
          <w:pPr>
            <w:pStyle w:val="TOCHeading"/>
          </w:pPr>
        </w:p>
        <w:p w:rsidR="00F87BA2" w:rsidRDefault="00AE7806" w:rsidP="00F87BA2">
          <w:pPr>
            <w:pStyle w:val="TOC1"/>
            <w:rPr>
              <w:rFonts w:asciiTheme="minorHAnsi" w:eastAsiaTheme="minorEastAsia" w:hAnsiTheme="minorHAnsi" w:cstheme="minorBidi"/>
              <w:bCs w:val="0"/>
              <w:noProof/>
              <w:color w:val="auto"/>
              <w:sz w:val="22"/>
              <w:szCs w:val="22"/>
              <w:rtl/>
            </w:rPr>
          </w:pPr>
          <w:r w:rsidRPr="00AE7806">
            <w:fldChar w:fldCharType="begin"/>
          </w:r>
          <w:r w:rsidR="00F87BA2">
            <w:instrText xml:space="preserve"> TOC \o "1-3" \h \z \u </w:instrText>
          </w:r>
          <w:r w:rsidRPr="00AE7806">
            <w:fldChar w:fldCharType="separate"/>
          </w:r>
          <w:hyperlink w:anchor="_Toc403904011" w:history="1">
            <w:r w:rsidR="00F87BA2" w:rsidRPr="00C0726F">
              <w:rPr>
                <w:rStyle w:val="Hyperlink"/>
                <w:rFonts w:hint="eastAsia"/>
                <w:noProof/>
                <w:rtl/>
              </w:rPr>
              <w:t>كتاب</w:t>
            </w:r>
            <w:r w:rsidR="00F87BA2" w:rsidRPr="00C0726F">
              <w:rPr>
                <w:rStyle w:val="Hyperlink"/>
                <w:noProof/>
                <w:rtl/>
              </w:rPr>
              <w:t xml:space="preserve"> </w:t>
            </w:r>
            <w:r w:rsidR="00F87BA2" w:rsidRPr="00C0726F">
              <w:rPr>
                <w:rStyle w:val="Hyperlink"/>
                <w:rFonts w:hint="eastAsia"/>
                <w:noProof/>
                <w:rtl/>
              </w:rPr>
              <w:t>الرجال</w:t>
            </w:r>
          </w:hyperlink>
          <w:r w:rsidR="00F87BA2">
            <w:rPr>
              <w:rStyle w:val="Hyperlink"/>
              <w:noProof/>
            </w:rPr>
            <w:t xml:space="preserve"> </w:t>
          </w:r>
          <w:hyperlink w:anchor="_Toc403904012" w:history="1">
            <w:r w:rsidR="00F87BA2" w:rsidRPr="00C0726F">
              <w:rPr>
                <w:rStyle w:val="Hyperlink"/>
                <w:rFonts w:hint="eastAsia"/>
                <w:noProof/>
                <w:rtl/>
              </w:rPr>
              <w:t>لابن</w:t>
            </w:r>
            <w:r w:rsidR="00F87BA2" w:rsidRPr="00C0726F">
              <w:rPr>
                <w:rStyle w:val="Hyperlink"/>
                <w:noProof/>
                <w:rtl/>
              </w:rPr>
              <w:t xml:space="preserve"> </w:t>
            </w:r>
            <w:r w:rsidR="00F87BA2" w:rsidRPr="00C0726F">
              <w:rPr>
                <w:rStyle w:val="Hyperlink"/>
                <w:rFonts w:hint="eastAsia"/>
                <w:noProof/>
                <w:rtl/>
              </w:rPr>
              <w:t>داوود</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Toc403904012 \h</w:instrText>
            </w:r>
            <w:r w:rsidR="00F87BA2">
              <w:rPr>
                <w:noProof/>
                <w:webHidden/>
                <w:rtl/>
              </w:rPr>
              <w:instrText xml:space="preserve"> </w:instrText>
            </w:r>
            <w:r>
              <w:rPr>
                <w:noProof/>
                <w:webHidden/>
                <w:rtl/>
              </w:rPr>
            </w:r>
            <w:r>
              <w:rPr>
                <w:noProof/>
                <w:webHidden/>
                <w:rtl/>
              </w:rPr>
              <w:fldChar w:fldCharType="separate"/>
            </w:r>
            <w:r w:rsidR="005F3C95">
              <w:rPr>
                <w:noProof/>
                <w:webHidden/>
                <w:rtl/>
              </w:rPr>
              <w:t>1</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13" w:history="1">
            <w:r w:rsidR="00F87BA2" w:rsidRPr="00C0726F">
              <w:rPr>
                <w:rStyle w:val="Hyperlink"/>
                <w:rFonts w:hint="eastAsia"/>
                <w:noProof/>
                <w:rtl/>
              </w:rPr>
              <w:t>بسم</w:t>
            </w:r>
            <w:r w:rsidR="00F87BA2" w:rsidRPr="00C0726F">
              <w:rPr>
                <w:rStyle w:val="Hyperlink"/>
                <w:noProof/>
                <w:rtl/>
              </w:rPr>
              <w:t xml:space="preserve"> </w:t>
            </w:r>
            <w:r w:rsidR="00F87BA2" w:rsidRPr="00C0726F">
              <w:rPr>
                <w:rStyle w:val="Hyperlink"/>
                <w:rFonts w:hint="eastAsia"/>
                <w:noProof/>
                <w:rtl/>
              </w:rPr>
              <w:t>الله</w:t>
            </w:r>
            <w:r w:rsidR="00F87BA2" w:rsidRPr="00C0726F">
              <w:rPr>
                <w:rStyle w:val="Hyperlink"/>
                <w:noProof/>
                <w:rtl/>
              </w:rPr>
              <w:t xml:space="preserve"> </w:t>
            </w:r>
            <w:r w:rsidR="00F87BA2" w:rsidRPr="00C0726F">
              <w:rPr>
                <w:rStyle w:val="Hyperlink"/>
                <w:rFonts w:hint="eastAsia"/>
                <w:noProof/>
                <w:rtl/>
              </w:rPr>
              <w:t>الرحمن</w:t>
            </w:r>
            <w:r w:rsidR="00F87BA2" w:rsidRPr="00C0726F">
              <w:rPr>
                <w:rStyle w:val="Hyperlink"/>
                <w:noProof/>
                <w:rtl/>
              </w:rPr>
              <w:t xml:space="preserve"> </w:t>
            </w:r>
            <w:r w:rsidR="00F87BA2" w:rsidRPr="00C0726F">
              <w:rPr>
                <w:rStyle w:val="Hyperlink"/>
                <w:rFonts w:hint="eastAsia"/>
                <w:noProof/>
                <w:rtl/>
              </w:rPr>
              <w:t>الرحيم</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Toc403904013 \h</w:instrText>
            </w:r>
            <w:r w:rsidR="00F87BA2">
              <w:rPr>
                <w:noProof/>
                <w:webHidden/>
                <w:rtl/>
              </w:rPr>
              <w:instrText xml:space="preserve"> </w:instrText>
            </w:r>
            <w:r>
              <w:rPr>
                <w:noProof/>
                <w:webHidden/>
                <w:rtl/>
              </w:rPr>
            </w:r>
            <w:r>
              <w:rPr>
                <w:noProof/>
                <w:webHidden/>
                <w:rtl/>
              </w:rPr>
              <w:fldChar w:fldCharType="separate"/>
            </w:r>
            <w:r w:rsidR="005F3C95">
              <w:rPr>
                <w:noProof/>
                <w:webHidden/>
                <w:rtl/>
              </w:rPr>
              <w:t>23</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14" w:history="1">
            <w:r w:rsidR="00F87BA2" w:rsidRPr="00C0726F">
              <w:rPr>
                <w:rStyle w:val="Hyperlink"/>
                <w:rFonts w:hint="eastAsia"/>
                <w:noProof/>
                <w:rtl/>
              </w:rPr>
              <w:t>الجزء</w:t>
            </w:r>
            <w:r w:rsidR="00F87BA2" w:rsidRPr="00C0726F">
              <w:rPr>
                <w:rStyle w:val="Hyperlink"/>
                <w:noProof/>
                <w:rtl/>
              </w:rPr>
              <w:t xml:space="preserve"> </w:t>
            </w:r>
            <w:r w:rsidR="00F87BA2" w:rsidRPr="00C0726F">
              <w:rPr>
                <w:rStyle w:val="Hyperlink"/>
                <w:rFonts w:hint="eastAsia"/>
                <w:noProof/>
                <w:rtl/>
              </w:rPr>
              <w:t>الاول</w:t>
            </w:r>
            <w:r w:rsidR="00F87BA2" w:rsidRPr="00C0726F">
              <w:rPr>
                <w:rStyle w:val="Hyperlink"/>
                <w:noProof/>
                <w:rtl/>
              </w:rPr>
              <w:t xml:space="preserve"> </w:t>
            </w:r>
            <w:r w:rsidR="00F87BA2" w:rsidRPr="00C0726F">
              <w:rPr>
                <w:rStyle w:val="Hyperlink"/>
                <w:rFonts w:hint="eastAsia"/>
                <w:noProof/>
                <w:rtl/>
              </w:rPr>
              <w:t>من</w:t>
            </w:r>
            <w:r w:rsidR="00F87BA2" w:rsidRPr="00C0726F">
              <w:rPr>
                <w:rStyle w:val="Hyperlink"/>
                <w:noProof/>
                <w:rtl/>
              </w:rPr>
              <w:t xml:space="preserve"> </w:t>
            </w:r>
            <w:r w:rsidR="00F87BA2" w:rsidRPr="00C0726F">
              <w:rPr>
                <w:rStyle w:val="Hyperlink"/>
                <w:rFonts w:hint="eastAsia"/>
                <w:noProof/>
                <w:rtl/>
              </w:rPr>
              <w:t>الكتاب</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Toc403904014 \h</w:instrText>
            </w:r>
            <w:r w:rsidR="00F87BA2">
              <w:rPr>
                <w:noProof/>
                <w:webHidden/>
                <w:rtl/>
              </w:rPr>
              <w:instrText xml:space="preserve"> </w:instrText>
            </w:r>
            <w:r>
              <w:rPr>
                <w:noProof/>
                <w:webHidden/>
                <w:rtl/>
              </w:rPr>
            </w:r>
            <w:r>
              <w:rPr>
                <w:noProof/>
                <w:webHidden/>
                <w:rtl/>
              </w:rPr>
              <w:fldChar w:fldCharType="separate"/>
            </w:r>
            <w:r w:rsidR="005F3C95">
              <w:rPr>
                <w:noProof/>
                <w:webHidden/>
                <w:rtl/>
              </w:rPr>
              <w:t>27</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15"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الباء</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Toc403904015 \h</w:instrText>
            </w:r>
            <w:r w:rsidR="00F87BA2">
              <w:rPr>
                <w:noProof/>
                <w:webHidden/>
                <w:rtl/>
              </w:rPr>
              <w:instrText xml:space="preserve"> </w:instrText>
            </w:r>
            <w:r>
              <w:rPr>
                <w:noProof/>
                <w:webHidden/>
                <w:rtl/>
              </w:rPr>
            </w:r>
            <w:r>
              <w:rPr>
                <w:noProof/>
                <w:webHidden/>
                <w:rtl/>
              </w:rPr>
              <w:fldChar w:fldCharType="separate"/>
            </w:r>
            <w:r w:rsidR="005F3C95">
              <w:rPr>
                <w:noProof/>
                <w:webHidden/>
                <w:rtl/>
              </w:rPr>
              <w:t>52</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16"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التاء</w:t>
            </w:r>
            <w:r w:rsidR="00F87BA2" w:rsidRPr="00C0726F">
              <w:rPr>
                <w:rStyle w:val="Hyperlink"/>
                <w:noProof/>
                <w:rtl/>
              </w:rPr>
              <w:t xml:space="preserve"> </w:t>
            </w:r>
            <w:r w:rsidR="00F87BA2" w:rsidRPr="00C0726F">
              <w:rPr>
                <w:rStyle w:val="Hyperlink"/>
                <w:rFonts w:hint="eastAsia"/>
                <w:noProof/>
                <w:rtl/>
              </w:rPr>
              <w:t>المثناة</w:t>
            </w:r>
            <w:r w:rsidR="00F87BA2" w:rsidRPr="00C0726F">
              <w:rPr>
                <w:rStyle w:val="Hyperlink"/>
                <w:noProof/>
                <w:rtl/>
              </w:rPr>
              <w:t xml:space="preserve"> </w:t>
            </w:r>
            <w:r w:rsidR="00F87BA2" w:rsidRPr="00C0726F">
              <w:rPr>
                <w:rStyle w:val="Hyperlink"/>
                <w:rFonts w:hint="eastAsia"/>
                <w:noProof/>
                <w:rtl/>
              </w:rPr>
              <w:t>فوق</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Toc403904016 \h</w:instrText>
            </w:r>
            <w:r w:rsidR="00F87BA2">
              <w:rPr>
                <w:noProof/>
                <w:webHidden/>
                <w:rtl/>
              </w:rPr>
              <w:instrText xml:space="preserve"> </w:instrText>
            </w:r>
            <w:r>
              <w:rPr>
                <w:noProof/>
                <w:webHidden/>
                <w:rtl/>
              </w:rPr>
            </w:r>
            <w:r>
              <w:rPr>
                <w:noProof/>
                <w:webHidden/>
                <w:rtl/>
              </w:rPr>
              <w:fldChar w:fldCharType="separate"/>
            </w:r>
            <w:r w:rsidR="005F3C95">
              <w:rPr>
                <w:noProof/>
                <w:webHidden/>
                <w:rtl/>
              </w:rPr>
              <w:t>56</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17"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الثاء</w:t>
            </w:r>
            <w:r w:rsidR="00F87BA2" w:rsidRPr="00C0726F">
              <w:rPr>
                <w:rStyle w:val="Hyperlink"/>
                <w:noProof/>
                <w:rtl/>
              </w:rPr>
              <w:t xml:space="preserve"> </w:t>
            </w:r>
            <w:r w:rsidR="00F87BA2" w:rsidRPr="00C0726F">
              <w:rPr>
                <w:rStyle w:val="Hyperlink"/>
                <w:rFonts w:hint="eastAsia"/>
                <w:noProof/>
                <w:rtl/>
              </w:rPr>
              <w:t>المثلثة</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Toc403904017 \h</w:instrText>
            </w:r>
            <w:r w:rsidR="00F87BA2">
              <w:rPr>
                <w:noProof/>
                <w:webHidden/>
                <w:rtl/>
              </w:rPr>
              <w:instrText xml:space="preserve"> </w:instrText>
            </w:r>
            <w:r>
              <w:rPr>
                <w:noProof/>
                <w:webHidden/>
                <w:rtl/>
              </w:rPr>
            </w:r>
            <w:r>
              <w:rPr>
                <w:noProof/>
                <w:webHidden/>
                <w:rtl/>
              </w:rPr>
              <w:fldChar w:fldCharType="separate"/>
            </w:r>
            <w:r w:rsidR="005F3C95">
              <w:rPr>
                <w:noProof/>
                <w:webHidden/>
                <w:rtl/>
              </w:rPr>
              <w:t>57</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18"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الجيم</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Toc403904018 \h</w:instrText>
            </w:r>
            <w:r w:rsidR="00F87BA2">
              <w:rPr>
                <w:noProof/>
                <w:webHidden/>
                <w:rtl/>
              </w:rPr>
              <w:instrText xml:space="preserve"> </w:instrText>
            </w:r>
            <w:r>
              <w:rPr>
                <w:noProof/>
                <w:webHidden/>
                <w:rtl/>
              </w:rPr>
            </w:r>
            <w:r>
              <w:rPr>
                <w:noProof/>
                <w:webHidden/>
                <w:rtl/>
              </w:rPr>
              <w:fldChar w:fldCharType="separate"/>
            </w:r>
            <w:r w:rsidR="005F3C95">
              <w:rPr>
                <w:noProof/>
                <w:webHidden/>
                <w:rtl/>
              </w:rPr>
              <w:t>58</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19"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الحاء</w:t>
            </w:r>
            <w:r w:rsidR="00F87BA2" w:rsidRPr="00C0726F">
              <w:rPr>
                <w:rStyle w:val="Hyperlink"/>
                <w:noProof/>
                <w:rtl/>
              </w:rPr>
              <w:t xml:space="preserve"> </w:t>
            </w:r>
            <w:r w:rsidR="00F87BA2" w:rsidRPr="00C0726F">
              <w:rPr>
                <w:rStyle w:val="Hyperlink"/>
                <w:rFonts w:hint="eastAsia"/>
                <w:noProof/>
                <w:rtl/>
              </w:rPr>
              <w:t>المهملة</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Toc403904019 \h</w:instrText>
            </w:r>
            <w:r w:rsidR="00F87BA2">
              <w:rPr>
                <w:noProof/>
                <w:webHidden/>
                <w:rtl/>
              </w:rPr>
              <w:instrText xml:space="preserve"> </w:instrText>
            </w:r>
            <w:r>
              <w:rPr>
                <w:noProof/>
                <w:webHidden/>
                <w:rtl/>
              </w:rPr>
            </w:r>
            <w:r>
              <w:rPr>
                <w:noProof/>
                <w:webHidden/>
                <w:rtl/>
              </w:rPr>
              <w:fldChar w:fldCharType="separate"/>
            </w:r>
            <w:r w:rsidR="005F3C95">
              <w:rPr>
                <w:noProof/>
                <w:webHidden/>
                <w:rtl/>
              </w:rPr>
              <w:t>65</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20"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الخاء</w:t>
            </w:r>
            <w:r w:rsidR="00F87BA2" w:rsidRPr="00C0726F">
              <w:rPr>
                <w:rStyle w:val="Hyperlink"/>
                <w:noProof/>
                <w:rtl/>
              </w:rPr>
              <w:t xml:space="preserve"> </w:t>
            </w:r>
            <w:r w:rsidR="00F87BA2" w:rsidRPr="00C0726F">
              <w:rPr>
                <w:rStyle w:val="Hyperlink"/>
                <w:rFonts w:hint="eastAsia"/>
                <w:noProof/>
                <w:rtl/>
              </w:rPr>
              <w:t>المعجمة</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Toc403904020 \h</w:instrText>
            </w:r>
            <w:r w:rsidR="00F87BA2">
              <w:rPr>
                <w:noProof/>
                <w:webHidden/>
                <w:rtl/>
              </w:rPr>
              <w:instrText xml:space="preserve"> </w:instrText>
            </w:r>
            <w:r>
              <w:rPr>
                <w:noProof/>
                <w:webHidden/>
                <w:rtl/>
              </w:rPr>
            </w:r>
            <w:r>
              <w:rPr>
                <w:noProof/>
                <w:webHidden/>
                <w:rtl/>
              </w:rPr>
              <w:fldChar w:fldCharType="separate"/>
            </w:r>
            <w:r w:rsidR="005F3C95">
              <w:rPr>
                <w:noProof/>
                <w:webHidden/>
                <w:rtl/>
              </w:rPr>
              <w:t>84</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21"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الدال</w:t>
            </w:r>
            <w:r w:rsidR="00F87BA2" w:rsidRPr="00C0726F">
              <w:rPr>
                <w:rStyle w:val="Hyperlink"/>
                <w:noProof/>
                <w:rtl/>
              </w:rPr>
              <w:t xml:space="preserve"> </w:t>
            </w:r>
            <w:r w:rsidR="00F87BA2" w:rsidRPr="00C0726F">
              <w:rPr>
                <w:rStyle w:val="Hyperlink"/>
                <w:rFonts w:hint="eastAsia"/>
                <w:noProof/>
                <w:rtl/>
              </w:rPr>
              <w:t>المهملة</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Toc403904021 \h</w:instrText>
            </w:r>
            <w:r w:rsidR="00F87BA2">
              <w:rPr>
                <w:noProof/>
                <w:webHidden/>
                <w:rtl/>
              </w:rPr>
              <w:instrText xml:space="preserve"> </w:instrText>
            </w:r>
            <w:r>
              <w:rPr>
                <w:noProof/>
                <w:webHidden/>
                <w:rtl/>
              </w:rPr>
            </w:r>
            <w:r>
              <w:rPr>
                <w:noProof/>
                <w:webHidden/>
                <w:rtl/>
              </w:rPr>
              <w:fldChar w:fldCharType="separate"/>
            </w:r>
            <w:r w:rsidR="005F3C95">
              <w:rPr>
                <w:noProof/>
                <w:webHidden/>
                <w:rtl/>
              </w:rPr>
              <w:t>87</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22"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الذال</w:t>
            </w:r>
            <w:r w:rsidR="00F87BA2" w:rsidRPr="00C0726F">
              <w:rPr>
                <w:rStyle w:val="Hyperlink"/>
                <w:noProof/>
                <w:rtl/>
              </w:rPr>
              <w:t xml:space="preserve"> </w:t>
            </w:r>
            <w:r w:rsidR="00F87BA2" w:rsidRPr="00C0726F">
              <w:rPr>
                <w:rStyle w:val="Hyperlink"/>
                <w:rFonts w:hint="eastAsia"/>
                <w:noProof/>
                <w:rtl/>
              </w:rPr>
              <w:t>المعجمة</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Toc403904022 \h</w:instrText>
            </w:r>
            <w:r w:rsidR="00F87BA2">
              <w:rPr>
                <w:noProof/>
                <w:webHidden/>
                <w:rtl/>
              </w:rPr>
              <w:instrText xml:space="preserve"> </w:instrText>
            </w:r>
            <w:r>
              <w:rPr>
                <w:noProof/>
                <w:webHidden/>
                <w:rtl/>
              </w:rPr>
            </w:r>
            <w:r>
              <w:rPr>
                <w:noProof/>
                <w:webHidden/>
                <w:rtl/>
              </w:rPr>
              <w:fldChar w:fldCharType="separate"/>
            </w:r>
            <w:r w:rsidR="005F3C95">
              <w:rPr>
                <w:noProof/>
                <w:webHidden/>
                <w:rtl/>
              </w:rPr>
              <w:t>90</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23"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الراء</w:t>
            </w:r>
            <w:r w:rsidR="00F87BA2" w:rsidRPr="00C0726F">
              <w:rPr>
                <w:rStyle w:val="Hyperlink"/>
                <w:noProof/>
                <w:rtl/>
              </w:rPr>
              <w:t xml:space="preserve"> </w:t>
            </w:r>
            <w:r w:rsidR="00F87BA2" w:rsidRPr="00C0726F">
              <w:rPr>
                <w:rStyle w:val="Hyperlink"/>
                <w:rFonts w:hint="eastAsia"/>
                <w:noProof/>
                <w:rtl/>
              </w:rPr>
              <w:t>المهملة</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Toc403904023 \h</w:instrText>
            </w:r>
            <w:r w:rsidR="00F87BA2">
              <w:rPr>
                <w:noProof/>
                <w:webHidden/>
                <w:rtl/>
              </w:rPr>
              <w:instrText xml:space="preserve"> </w:instrText>
            </w:r>
            <w:r>
              <w:rPr>
                <w:noProof/>
                <w:webHidden/>
                <w:rtl/>
              </w:rPr>
            </w:r>
            <w:r>
              <w:rPr>
                <w:noProof/>
                <w:webHidden/>
                <w:rtl/>
              </w:rPr>
              <w:fldChar w:fldCharType="separate"/>
            </w:r>
            <w:r w:rsidR="005F3C95">
              <w:rPr>
                <w:noProof/>
                <w:webHidden/>
                <w:rtl/>
              </w:rPr>
              <w:t>91</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24" w:history="1">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الزاي</w:t>
            </w:r>
            <w:r w:rsidR="00F87BA2" w:rsidRPr="00C0726F">
              <w:rPr>
                <w:rStyle w:val="Hyperlink"/>
                <w:noProof/>
                <w:rtl/>
              </w:rPr>
              <w:t xml:space="preserve"> </w:t>
            </w:r>
            <w:r w:rsidR="00F87BA2" w:rsidRPr="00C0726F">
              <w:rPr>
                <w:rStyle w:val="Hyperlink"/>
                <w:rFonts w:hint="eastAsia"/>
                <w:noProof/>
                <w:rtl/>
              </w:rPr>
              <w:t>المعجمة</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Toc403904024 \h</w:instrText>
            </w:r>
            <w:r w:rsidR="00F87BA2">
              <w:rPr>
                <w:noProof/>
                <w:webHidden/>
                <w:rtl/>
              </w:rPr>
              <w:instrText xml:space="preserve"> </w:instrText>
            </w:r>
            <w:r>
              <w:rPr>
                <w:noProof/>
                <w:webHidden/>
                <w:rtl/>
              </w:rPr>
            </w:r>
            <w:r>
              <w:rPr>
                <w:noProof/>
                <w:webHidden/>
                <w:rtl/>
              </w:rPr>
              <w:fldChar w:fldCharType="separate"/>
            </w:r>
            <w:r w:rsidR="005F3C95">
              <w:rPr>
                <w:noProof/>
                <w:webHidden/>
                <w:rtl/>
              </w:rPr>
              <w:t>94</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25"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السين</w:t>
            </w:r>
            <w:r w:rsidR="00F87BA2" w:rsidRPr="00C0726F">
              <w:rPr>
                <w:rStyle w:val="Hyperlink"/>
                <w:noProof/>
                <w:rtl/>
              </w:rPr>
              <w:t xml:space="preserve"> </w:t>
            </w:r>
            <w:r w:rsidR="00F87BA2" w:rsidRPr="00C0726F">
              <w:rPr>
                <w:rStyle w:val="Hyperlink"/>
                <w:rFonts w:hint="eastAsia"/>
                <w:noProof/>
                <w:rtl/>
              </w:rPr>
              <w:t>المهملة</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Toc403904025 \h</w:instrText>
            </w:r>
            <w:r w:rsidR="00F87BA2">
              <w:rPr>
                <w:noProof/>
                <w:webHidden/>
                <w:rtl/>
              </w:rPr>
              <w:instrText xml:space="preserve"> </w:instrText>
            </w:r>
            <w:r>
              <w:rPr>
                <w:noProof/>
                <w:webHidden/>
                <w:rtl/>
              </w:rPr>
            </w:r>
            <w:r>
              <w:rPr>
                <w:noProof/>
                <w:webHidden/>
                <w:rtl/>
              </w:rPr>
              <w:fldChar w:fldCharType="separate"/>
            </w:r>
            <w:r w:rsidR="005F3C95">
              <w:rPr>
                <w:noProof/>
                <w:webHidden/>
                <w:rtl/>
              </w:rPr>
              <w:t>98</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26"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الشين</w:t>
            </w:r>
            <w:r w:rsidR="00F87BA2" w:rsidRPr="00C0726F">
              <w:rPr>
                <w:rStyle w:val="Hyperlink"/>
                <w:noProof/>
                <w:rtl/>
              </w:rPr>
              <w:t xml:space="preserve"> </w:t>
            </w:r>
            <w:r w:rsidR="00F87BA2" w:rsidRPr="00C0726F">
              <w:rPr>
                <w:rStyle w:val="Hyperlink"/>
                <w:rFonts w:hint="eastAsia"/>
                <w:noProof/>
                <w:rtl/>
              </w:rPr>
              <w:t>المعجمة</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Toc403904026 \h</w:instrText>
            </w:r>
            <w:r w:rsidR="00F87BA2">
              <w:rPr>
                <w:noProof/>
                <w:webHidden/>
                <w:rtl/>
              </w:rPr>
              <w:instrText xml:space="preserve"> </w:instrText>
            </w:r>
            <w:r>
              <w:rPr>
                <w:noProof/>
                <w:webHidden/>
                <w:rtl/>
              </w:rPr>
            </w:r>
            <w:r>
              <w:rPr>
                <w:noProof/>
                <w:webHidden/>
                <w:rtl/>
              </w:rPr>
              <w:fldChar w:fldCharType="separate"/>
            </w:r>
            <w:r w:rsidR="005F3C95">
              <w:rPr>
                <w:noProof/>
                <w:webHidden/>
                <w:rtl/>
              </w:rPr>
              <w:t>107</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27"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الصاد</w:t>
            </w:r>
            <w:r w:rsidR="00F87BA2" w:rsidRPr="00C0726F">
              <w:rPr>
                <w:rStyle w:val="Hyperlink"/>
                <w:noProof/>
                <w:rtl/>
              </w:rPr>
              <w:t xml:space="preserve"> </w:t>
            </w:r>
            <w:r w:rsidR="00F87BA2" w:rsidRPr="00C0726F">
              <w:rPr>
                <w:rStyle w:val="Hyperlink"/>
                <w:rFonts w:hint="eastAsia"/>
                <w:noProof/>
                <w:rtl/>
              </w:rPr>
              <w:t>المهملة</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Toc403904027 \h</w:instrText>
            </w:r>
            <w:r w:rsidR="00F87BA2">
              <w:rPr>
                <w:noProof/>
                <w:webHidden/>
                <w:rtl/>
              </w:rPr>
              <w:instrText xml:space="preserve"> </w:instrText>
            </w:r>
            <w:r>
              <w:rPr>
                <w:noProof/>
                <w:webHidden/>
                <w:rtl/>
              </w:rPr>
            </w:r>
            <w:r>
              <w:rPr>
                <w:noProof/>
                <w:webHidden/>
                <w:rtl/>
              </w:rPr>
              <w:fldChar w:fldCharType="separate"/>
            </w:r>
            <w:r w:rsidR="005F3C95">
              <w:rPr>
                <w:noProof/>
                <w:webHidden/>
                <w:rtl/>
              </w:rPr>
              <w:t>107</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28"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الضاد</w:t>
            </w:r>
            <w:r w:rsidR="00F87BA2" w:rsidRPr="00C0726F">
              <w:rPr>
                <w:rStyle w:val="Hyperlink"/>
                <w:noProof/>
                <w:rtl/>
              </w:rPr>
              <w:t xml:space="preserve"> </w:t>
            </w:r>
            <w:r w:rsidR="00F87BA2" w:rsidRPr="00C0726F">
              <w:rPr>
                <w:rStyle w:val="Hyperlink"/>
                <w:rFonts w:hint="eastAsia"/>
                <w:noProof/>
                <w:rtl/>
              </w:rPr>
              <w:t>المعجمة</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Toc403904028 \h</w:instrText>
            </w:r>
            <w:r w:rsidR="00F87BA2">
              <w:rPr>
                <w:noProof/>
                <w:webHidden/>
                <w:rtl/>
              </w:rPr>
              <w:instrText xml:space="preserve"> </w:instrText>
            </w:r>
            <w:r>
              <w:rPr>
                <w:noProof/>
                <w:webHidden/>
                <w:rtl/>
              </w:rPr>
            </w:r>
            <w:r>
              <w:rPr>
                <w:noProof/>
                <w:webHidden/>
                <w:rtl/>
              </w:rPr>
              <w:fldChar w:fldCharType="separate"/>
            </w:r>
            <w:r w:rsidR="005F3C95">
              <w:rPr>
                <w:noProof/>
                <w:webHidden/>
                <w:rtl/>
              </w:rPr>
              <w:t>109</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29"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الطاء</w:t>
            </w:r>
            <w:r w:rsidR="00F87BA2" w:rsidRPr="00C0726F">
              <w:rPr>
                <w:rStyle w:val="Hyperlink"/>
                <w:noProof/>
                <w:rtl/>
              </w:rPr>
              <w:t xml:space="preserve"> </w:t>
            </w:r>
            <w:r w:rsidR="00F87BA2" w:rsidRPr="00C0726F">
              <w:rPr>
                <w:rStyle w:val="Hyperlink"/>
                <w:rFonts w:hint="eastAsia"/>
                <w:noProof/>
                <w:rtl/>
              </w:rPr>
              <w:t>المهلة</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Toc403904029 \h</w:instrText>
            </w:r>
            <w:r w:rsidR="00F87BA2">
              <w:rPr>
                <w:noProof/>
                <w:webHidden/>
                <w:rtl/>
              </w:rPr>
              <w:instrText xml:space="preserve"> </w:instrText>
            </w:r>
            <w:r>
              <w:rPr>
                <w:noProof/>
                <w:webHidden/>
                <w:rtl/>
              </w:rPr>
            </w:r>
            <w:r>
              <w:rPr>
                <w:noProof/>
                <w:webHidden/>
                <w:rtl/>
              </w:rPr>
              <w:fldChar w:fldCharType="separate"/>
            </w:r>
            <w:r w:rsidR="005F3C95">
              <w:rPr>
                <w:noProof/>
                <w:webHidden/>
                <w:rtl/>
              </w:rPr>
              <w:t>110</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30"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الظاء</w:t>
            </w:r>
            <w:r w:rsidR="00F87BA2" w:rsidRPr="00C0726F">
              <w:rPr>
                <w:rStyle w:val="Hyperlink"/>
                <w:noProof/>
                <w:rtl/>
              </w:rPr>
              <w:t xml:space="preserve"> </w:t>
            </w:r>
            <w:r w:rsidR="00F87BA2" w:rsidRPr="00C0726F">
              <w:rPr>
                <w:rStyle w:val="Hyperlink"/>
                <w:rFonts w:hint="eastAsia"/>
                <w:noProof/>
                <w:rtl/>
              </w:rPr>
              <w:t>المهملة</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Toc403904030 \h</w:instrText>
            </w:r>
            <w:r w:rsidR="00F87BA2">
              <w:rPr>
                <w:noProof/>
                <w:webHidden/>
                <w:rtl/>
              </w:rPr>
              <w:instrText xml:space="preserve"> </w:instrText>
            </w:r>
            <w:r>
              <w:rPr>
                <w:noProof/>
                <w:webHidden/>
                <w:rtl/>
              </w:rPr>
            </w:r>
            <w:r>
              <w:rPr>
                <w:noProof/>
                <w:webHidden/>
                <w:rtl/>
              </w:rPr>
              <w:fldChar w:fldCharType="separate"/>
            </w:r>
            <w:r w:rsidR="005F3C95">
              <w:rPr>
                <w:noProof/>
                <w:webHidden/>
                <w:rtl/>
              </w:rPr>
              <w:t>110</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31"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العين</w:t>
            </w:r>
            <w:r w:rsidR="00F87BA2" w:rsidRPr="00C0726F">
              <w:rPr>
                <w:rStyle w:val="Hyperlink"/>
                <w:noProof/>
                <w:rtl/>
              </w:rPr>
              <w:t xml:space="preserve"> </w:t>
            </w:r>
            <w:r w:rsidR="00F87BA2" w:rsidRPr="00C0726F">
              <w:rPr>
                <w:rStyle w:val="Hyperlink"/>
                <w:rFonts w:hint="eastAsia"/>
                <w:noProof/>
                <w:rtl/>
              </w:rPr>
              <w:t>المهملة</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Toc403904031 \h</w:instrText>
            </w:r>
            <w:r w:rsidR="00F87BA2">
              <w:rPr>
                <w:noProof/>
                <w:webHidden/>
                <w:rtl/>
              </w:rPr>
              <w:instrText xml:space="preserve"> </w:instrText>
            </w:r>
            <w:r>
              <w:rPr>
                <w:noProof/>
                <w:webHidden/>
                <w:rtl/>
              </w:rPr>
            </w:r>
            <w:r>
              <w:rPr>
                <w:noProof/>
                <w:webHidden/>
                <w:rtl/>
              </w:rPr>
              <w:fldChar w:fldCharType="separate"/>
            </w:r>
            <w:r w:rsidR="005F3C95">
              <w:rPr>
                <w:noProof/>
                <w:webHidden/>
                <w:rtl/>
              </w:rPr>
              <w:t>111</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32"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الغين</w:t>
            </w:r>
            <w:r w:rsidR="00F87BA2" w:rsidRPr="00C0726F">
              <w:rPr>
                <w:rStyle w:val="Hyperlink"/>
                <w:noProof/>
                <w:rtl/>
              </w:rPr>
              <w:t xml:space="preserve"> </w:t>
            </w:r>
            <w:r w:rsidR="00F87BA2" w:rsidRPr="00C0726F">
              <w:rPr>
                <w:rStyle w:val="Hyperlink"/>
                <w:rFonts w:hint="eastAsia"/>
                <w:noProof/>
                <w:rtl/>
              </w:rPr>
              <w:t>المعجمة</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Toc403904032 \h</w:instrText>
            </w:r>
            <w:r w:rsidR="00F87BA2">
              <w:rPr>
                <w:noProof/>
                <w:webHidden/>
                <w:rtl/>
              </w:rPr>
              <w:instrText xml:space="preserve"> </w:instrText>
            </w:r>
            <w:r>
              <w:rPr>
                <w:noProof/>
                <w:webHidden/>
                <w:rtl/>
              </w:rPr>
            </w:r>
            <w:r>
              <w:rPr>
                <w:noProof/>
                <w:webHidden/>
                <w:rtl/>
              </w:rPr>
              <w:fldChar w:fldCharType="separate"/>
            </w:r>
            <w:r w:rsidR="005F3C95">
              <w:rPr>
                <w:noProof/>
                <w:webHidden/>
                <w:rtl/>
              </w:rPr>
              <w:t>148</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33"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الفاء</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Toc403904033 \h</w:instrText>
            </w:r>
            <w:r w:rsidR="00F87BA2">
              <w:rPr>
                <w:noProof/>
                <w:webHidden/>
                <w:rtl/>
              </w:rPr>
              <w:instrText xml:space="preserve"> </w:instrText>
            </w:r>
            <w:r>
              <w:rPr>
                <w:noProof/>
                <w:webHidden/>
                <w:rtl/>
              </w:rPr>
            </w:r>
            <w:r>
              <w:rPr>
                <w:noProof/>
                <w:webHidden/>
                <w:rtl/>
              </w:rPr>
              <w:fldChar w:fldCharType="separate"/>
            </w:r>
            <w:r w:rsidR="005F3C95">
              <w:rPr>
                <w:noProof/>
                <w:webHidden/>
                <w:rtl/>
              </w:rPr>
              <w:t>148</w:t>
            </w:r>
            <w:r>
              <w:rPr>
                <w:noProof/>
                <w:webHidden/>
                <w:rtl/>
              </w:rPr>
              <w:fldChar w:fldCharType="end"/>
            </w:r>
          </w:hyperlink>
        </w:p>
        <w:p w:rsidR="002E5DAA" w:rsidRDefault="002E5DAA">
          <w:pPr>
            <w:bidi w:val="0"/>
            <w:spacing w:before="480" w:line="276" w:lineRule="auto"/>
            <w:ind w:firstLine="0"/>
            <w:jc w:val="center"/>
            <w:rPr>
              <w:rStyle w:val="Hyperlink"/>
              <w:bCs/>
              <w:noProof/>
            </w:rPr>
          </w:pPr>
          <w:r>
            <w:rPr>
              <w:rStyle w:val="Hyperlink"/>
              <w:noProof/>
            </w:rPr>
            <w:br w:type="page"/>
          </w:r>
        </w:p>
        <w:p w:rsidR="00F87BA2" w:rsidRDefault="00AE7806">
          <w:pPr>
            <w:pStyle w:val="TOC1"/>
            <w:rPr>
              <w:rFonts w:asciiTheme="minorHAnsi" w:eastAsiaTheme="minorEastAsia" w:hAnsiTheme="minorHAnsi" w:cstheme="minorBidi"/>
              <w:bCs w:val="0"/>
              <w:noProof/>
              <w:color w:val="auto"/>
              <w:sz w:val="22"/>
              <w:szCs w:val="22"/>
              <w:rtl/>
            </w:rPr>
          </w:pPr>
          <w:hyperlink w:anchor="_Toc403904034"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القاف</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Toc403904034 \h</w:instrText>
            </w:r>
            <w:r w:rsidR="00F87BA2">
              <w:rPr>
                <w:noProof/>
                <w:webHidden/>
                <w:rtl/>
              </w:rPr>
              <w:instrText xml:space="preserve"> </w:instrText>
            </w:r>
            <w:r>
              <w:rPr>
                <w:noProof/>
                <w:webHidden/>
                <w:rtl/>
              </w:rPr>
            </w:r>
            <w:r>
              <w:rPr>
                <w:noProof/>
                <w:webHidden/>
                <w:rtl/>
              </w:rPr>
              <w:fldChar w:fldCharType="separate"/>
            </w:r>
            <w:r w:rsidR="005F3C95">
              <w:rPr>
                <w:noProof/>
                <w:webHidden/>
                <w:rtl/>
              </w:rPr>
              <w:t>151</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35"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الكاف</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Toc403904035 \h</w:instrText>
            </w:r>
            <w:r w:rsidR="00F87BA2">
              <w:rPr>
                <w:noProof/>
                <w:webHidden/>
                <w:rtl/>
              </w:rPr>
              <w:instrText xml:space="preserve"> </w:instrText>
            </w:r>
            <w:r>
              <w:rPr>
                <w:noProof/>
                <w:webHidden/>
                <w:rtl/>
              </w:rPr>
            </w:r>
            <w:r>
              <w:rPr>
                <w:noProof/>
                <w:webHidden/>
                <w:rtl/>
              </w:rPr>
              <w:fldChar w:fldCharType="separate"/>
            </w:r>
            <w:r w:rsidR="005F3C95">
              <w:rPr>
                <w:noProof/>
                <w:webHidden/>
                <w:rtl/>
              </w:rPr>
              <w:t>153</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36"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اللام</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Toc403904036 \h</w:instrText>
            </w:r>
            <w:r w:rsidR="00F87BA2">
              <w:rPr>
                <w:noProof/>
                <w:webHidden/>
                <w:rtl/>
              </w:rPr>
              <w:instrText xml:space="preserve"> </w:instrText>
            </w:r>
            <w:r>
              <w:rPr>
                <w:noProof/>
                <w:webHidden/>
                <w:rtl/>
              </w:rPr>
            </w:r>
            <w:r>
              <w:rPr>
                <w:noProof/>
                <w:webHidden/>
                <w:rtl/>
              </w:rPr>
              <w:fldChar w:fldCharType="separate"/>
            </w:r>
            <w:r w:rsidR="005F3C95">
              <w:rPr>
                <w:noProof/>
                <w:webHidden/>
                <w:rtl/>
              </w:rPr>
              <w:t>155</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37"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الميم</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Toc403904037 \h</w:instrText>
            </w:r>
            <w:r w:rsidR="00F87BA2">
              <w:rPr>
                <w:noProof/>
                <w:webHidden/>
                <w:rtl/>
              </w:rPr>
              <w:instrText xml:space="preserve"> </w:instrText>
            </w:r>
            <w:r>
              <w:rPr>
                <w:noProof/>
                <w:webHidden/>
                <w:rtl/>
              </w:rPr>
            </w:r>
            <w:r>
              <w:rPr>
                <w:noProof/>
                <w:webHidden/>
                <w:rtl/>
              </w:rPr>
              <w:fldChar w:fldCharType="separate"/>
            </w:r>
            <w:r w:rsidR="005F3C95">
              <w:rPr>
                <w:noProof/>
                <w:webHidden/>
                <w:rtl/>
              </w:rPr>
              <w:t>155</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38"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النون</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Toc403904038 \h</w:instrText>
            </w:r>
            <w:r w:rsidR="00F87BA2">
              <w:rPr>
                <w:noProof/>
                <w:webHidden/>
                <w:rtl/>
              </w:rPr>
              <w:instrText xml:space="preserve"> </w:instrText>
            </w:r>
            <w:r>
              <w:rPr>
                <w:noProof/>
                <w:webHidden/>
                <w:rtl/>
              </w:rPr>
            </w:r>
            <w:r>
              <w:rPr>
                <w:noProof/>
                <w:webHidden/>
                <w:rtl/>
              </w:rPr>
              <w:fldChar w:fldCharType="separate"/>
            </w:r>
            <w:r w:rsidR="005F3C95">
              <w:rPr>
                <w:noProof/>
                <w:webHidden/>
                <w:rtl/>
              </w:rPr>
              <w:t>193</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39"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الواو</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Toc403904039 \h</w:instrText>
            </w:r>
            <w:r w:rsidR="00F87BA2">
              <w:rPr>
                <w:noProof/>
                <w:webHidden/>
                <w:rtl/>
              </w:rPr>
              <w:instrText xml:space="preserve"> </w:instrText>
            </w:r>
            <w:r>
              <w:rPr>
                <w:noProof/>
                <w:webHidden/>
                <w:rtl/>
              </w:rPr>
            </w:r>
            <w:r>
              <w:rPr>
                <w:noProof/>
                <w:webHidden/>
                <w:rtl/>
              </w:rPr>
              <w:fldChar w:fldCharType="separate"/>
            </w:r>
            <w:r w:rsidR="005F3C95">
              <w:rPr>
                <w:noProof/>
                <w:webHidden/>
                <w:rtl/>
              </w:rPr>
              <w:t>195</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40"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الهاء</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Toc403904040 \h</w:instrText>
            </w:r>
            <w:r w:rsidR="00F87BA2">
              <w:rPr>
                <w:noProof/>
                <w:webHidden/>
                <w:rtl/>
              </w:rPr>
              <w:instrText xml:space="preserve"> </w:instrText>
            </w:r>
            <w:r>
              <w:rPr>
                <w:noProof/>
                <w:webHidden/>
                <w:rtl/>
              </w:rPr>
            </w:r>
            <w:r>
              <w:rPr>
                <w:noProof/>
                <w:webHidden/>
                <w:rtl/>
              </w:rPr>
              <w:fldChar w:fldCharType="separate"/>
            </w:r>
            <w:r w:rsidR="005F3C95">
              <w:rPr>
                <w:noProof/>
                <w:webHidden/>
                <w:rtl/>
              </w:rPr>
              <w:t>196</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41"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الياء</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Toc403904041 \h</w:instrText>
            </w:r>
            <w:r w:rsidR="00F87BA2">
              <w:rPr>
                <w:noProof/>
                <w:webHidden/>
                <w:rtl/>
              </w:rPr>
              <w:instrText xml:space="preserve"> </w:instrText>
            </w:r>
            <w:r>
              <w:rPr>
                <w:noProof/>
                <w:webHidden/>
                <w:rtl/>
              </w:rPr>
            </w:r>
            <w:r>
              <w:rPr>
                <w:noProof/>
                <w:webHidden/>
                <w:rtl/>
              </w:rPr>
              <w:fldChar w:fldCharType="separate"/>
            </w:r>
            <w:r w:rsidR="005F3C95">
              <w:rPr>
                <w:noProof/>
                <w:webHidden/>
                <w:rtl/>
              </w:rPr>
              <w:t>199</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42" w:history="1">
            <w:r w:rsidR="00F87BA2" w:rsidRPr="00C0726F">
              <w:rPr>
                <w:rStyle w:val="Hyperlink"/>
                <w:noProof/>
                <w:rtl/>
              </w:rPr>
              <w:t xml:space="preserve">( </w:t>
            </w:r>
            <w:r w:rsidR="00F87BA2" w:rsidRPr="00C0726F">
              <w:rPr>
                <w:rStyle w:val="Hyperlink"/>
                <w:rFonts w:hint="eastAsia"/>
                <w:noProof/>
                <w:rtl/>
              </w:rPr>
              <w:t>ذكر</w:t>
            </w:r>
            <w:r w:rsidR="00F87BA2" w:rsidRPr="00C0726F">
              <w:rPr>
                <w:rStyle w:val="Hyperlink"/>
                <w:noProof/>
                <w:rtl/>
              </w:rPr>
              <w:t xml:space="preserve"> </w:t>
            </w:r>
            <w:r w:rsidR="00F87BA2" w:rsidRPr="00C0726F">
              <w:rPr>
                <w:rStyle w:val="Hyperlink"/>
                <w:rFonts w:hint="eastAsia"/>
                <w:noProof/>
                <w:rtl/>
              </w:rPr>
              <w:t>جماعة</w:t>
            </w:r>
            <w:r w:rsidR="00F87BA2" w:rsidRPr="00C0726F">
              <w:rPr>
                <w:rStyle w:val="Hyperlink"/>
                <w:noProof/>
                <w:rtl/>
              </w:rPr>
              <w:t xml:space="preserve"> </w:t>
            </w:r>
            <w:r w:rsidR="00F87BA2" w:rsidRPr="00C0726F">
              <w:rPr>
                <w:rStyle w:val="Hyperlink"/>
                <w:rFonts w:hint="eastAsia"/>
                <w:noProof/>
                <w:rtl/>
              </w:rPr>
              <w:t>قال</w:t>
            </w:r>
            <w:r w:rsidR="00F87BA2" w:rsidRPr="00C0726F">
              <w:rPr>
                <w:rStyle w:val="Hyperlink"/>
                <w:noProof/>
                <w:rtl/>
              </w:rPr>
              <w:t xml:space="preserve"> </w:t>
            </w:r>
            <w:r w:rsidR="00F87BA2" w:rsidRPr="00C0726F">
              <w:rPr>
                <w:rStyle w:val="Hyperlink"/>
                <w:rFonts w:hint="eastAsia"/>
                <w:noProof/>
                <w:rtl/>
              </w:rPr>
              <w:t>النجاشي</w:t>
            </w:r>
            <w:r w:rsidR="00F87BA2" w:rsidRPr="00C0726F">
              <w:rPr>
                <w:rStyle w:val="Hyperlink"/>
                <w:noProof/>
                <w:rtl/>
              </w:rPr>
              <w:t xml:space="preserve"> </w:t>
            </w:r>
            <w:r w:rsidR="00F87BA2" w:rsidRPr="00C0726F">
              <w:rPr>
                <w:rStyle w:val="Hyperlink"/>
                <w:rFonts w:hint="eastAsia"/>
                <w:noProof/>
                <w:rtl/>
              </w:rPr>
              <w:t>في</w:t>
            </w:r>
            <w:r w:rsidR="00F87BA2" w:rsidRPr="00C0726F">
              <w:rPr>
                <w:rStyle w:val="Hyperlink"/>
                <w:noProof/>
                <w:rtl/>
              </w:rPr>
              <w:t xml:space="preserve"> </w:t>
            </w:r>
            <w:r w:rsidR="00F87BA2" w:rsidRPr="00C0726F">
              <w:rPr>
                <w:rStyle w:val="Hyperlink"/>
                <w:rFonts w:hint="eastAsia"/>
                <w:noProof/>
                <w:rtl/>
              </w:rPr>
              <w:t>كل</w:t>
            </w:r>
            <w:r w:rsidR="00F87BA2" w:rsidRPr="00C0726F">
              <w:rPr>
                <w:rStyle w:val="Hyperlink"/>
                <w:noProof/>
                <w:rtl/>
              </w:rPr>
              <w:t xml:space="preserve"> </w:t>
            </w:r>
            <w:r w:rsidR="00F87BA2" w:rsidRPr="00C0726F">
              <w:rPr>
                <w:rStyle w:val="Hyperlink"/>
                <w:rFonts w:hint="eastAsia"/>
                <w:noProof/>
                <w:rtl/>
              </w:rPr>
              <w:t>منهم</w:t>
            </w:r>
            <w:r w:rsidR="00F87BA2" w:rsidRPr="00C0726F">
              <w:rPr>
                <w:rStyle w:val="Hyperlink"/>
                <w:noProof/>
                <w:rtl/>
              </w:rPr>
              <w:t xml:space="preserve"> </w:t>
            </w:r>
            <w:r w:rsidR="00F87BA2" w:rsidRPr="00C0726F">
              <w:rPr>
                <w:rStyle w:val="Hyperlink"/>
                <w:rFonts w:hint="eastAsia"/>
                <w:noProof/>
                <w:rtl/>
              </w:rPr>
              <w:t>ثقة</w:t>
            </w:r>
            <w:r w:rsidR="00F87BA2" w:rsidRPr="00C0726F">
              <w:rPr>
                <w:rStyle w:val="Hyperlink"/>
                <w:noProof/>
                <w:rtl/>
              </w:rPr>
              <w:t xml:space="preserve"> </w:t>
            </w:r>
            <w:r w:rsidR="00F87BA2" w:rsidRPr="00C0726F">
              <w:rPr>
                <w:rStyle w:val="Hyperlink"/>
                <w:rFonts w:hint="eastAsia"/>
                <w:noProof/>
                <w:rtl/>
              </w:rPr>
              <w:t>مرتين</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Toc403904042 \h</w:instrText>
            </w:r>
            <w:r w:rsidR="00F87BA2">
              <w:rPr>
                <w:noProof/>
                <w:webHidden/>
                <w:rtl/>
              </w:rPr>
              <w:instrText xml:space="preserve"> </w:instrText>
            </w:r>
            <w:r>
              <w:rPr>
                <w:noProof/>
                <w:webHidden/>
                <w:rtl/>
              </w:rPr>
            </w:r>
            <w:r>
              <w:rPr>
                <w:noProof/>
                <w:webHidden/>
                <w:rtl/>
              </w:rPr>
              <w:fldChar w:fldCharType="separate"/>
            </w:r>
            <w:r w:rsidR="005F3C95">
              <w:rPr>
                <w:noProof/>
                <w:webHidden/>
                <w:rtl/>
              </w:rPr>
              <w:t>205</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43" w:history="1">
            <w:r w:rsidR="00F87BA2" w:rsidRPr="00C0726F">
              <w:rPr>
                <w:rStyle w:val="Hyperlink"/>
                <w:noProof/>
                <w:rtl/>
              </w:rPr>
              <w:t xml:space="preserve">( </w:t>
            </w:r>
            <w:r w:rsidR="00F87BA2" w:rsidRPr="00C0726F">
              <w:rPr>
                <w:rStyle w:val="Hyperlink"/>
                <w:rFonts w:hint="eastAsia"/>
                <w:noProof/>
                <w:rtl/>
              </w:rPr>
              <w:t>الجزء</w:t>
            </w:r>
            <w:r w:rsidR="00F87BA2" w:rsidRPr="00C0726F">
              <w:rPr>
                <w:rStyle w:val="Hyperlink"/>
                <w:noProof/>
                <w:rtl/>
              </w:rPr>
              <w:t xml:space="preserve"> </w:t>
            </w:r>
            <w:r w:rsidR="00F87BA2" w:rsidRPr="00C0726F">
              <w:rPr>
                <w:rStyle w:val="Hyperlink"/>
                <w:rFonts w:hint="eastAsia"/>
                <w:noProof/>
                <w:rtl/>
              </w:rPr>
              <w:t>الثاني</w:t>
            </w:r>
            <w:r w:rsidR="00F87BA2" w:rsidRPr="00C0726F">
              <w:rPr>
                <w:rStyle w:val="Hyperlink"/>
                <w:noProof/>
                <w:rtl/>
              </w:rPr>
              <w:t xml:space="preserve"> </w:t>
            </w:r>
            <w:r w:rsidR="00F87BA2" w:rsidRPr="00C0726F">
              <w:rPr>
                <w:rStyle w:val="Hyperlink"/>
                <w:rFonts w:hint="eastAsia"/>
                <w:noProof/>
                <w:rtl/>
              </w:rPr>
              <w:t>من</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Toc403904043 \h</w:instrText>
            </w:r>
            <w:r w:rsidR="00F87BA2">
              <w:rPr>
                <w:noProof/>
                <w:webHidden/>
                <w:rtl/>
              </w:rPr>
              <w:instrText xml:space="preserve"> </w:instrText>
            </w:r>
            <w:r>
              <w:rPr>
                <w:noProof/>
                <w:webHidden/>
                <w:rtl/>
              </w:rPr>
            </w:r>
            <w:r>
              <w:rPr>
                <w:noProof/>
                <w:webHidden/>
                <w:rtl/>
              </w:rPr>
              <w:fldChar w:fldCharType="separate"/>
            </w:r>
            <w:r w:rsidR="005F3C95">
              <w:rPr>
                <w:noProof/>
                <w:webHidden/>
                <w:rtl/>
              </w:rPr>
              <w:t>223</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44"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الهمزة</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Toc403904044 \h</w:instrText>
            </w:r>
            <w:r w:rsidR="00F87BA2">
              <w:rPr>
                <w:noProof/>
                <w:webHidden/>
                <w:rtl/>
              </w:rPr>
              <w:instrText xml:space="preserve"> </w:instrText>
            </w:r>
            <w:r>
              <w:rPr>
                <w:noProof/>
                <w:webHidden/>
                <w:rtl/>
              </w:rPr>
            </w:r>
            <w:r>
              <w:rPr>
                <w:noProof/>
                <w:webHidden/>
                <w:rtl/>
              </w:rPr>
              <w:fldChar w:fldCharType="separate"/>
            </w:r>
            <w:r w:rsidR="005F3C95">
              <w:rPr>
                <w:noProof/>
                <w:webHidden/>
                <w:rtl/>
              </w:rPr>
              <w:t>223</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45"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الباء</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Toc403904045 \h</w:instrText>
            </w:r>
            <w:r w:rsidR="00F87BA2">
              <w:rPr>
                <w:noProof/>
                <w:webHidden/>
                <w:rtl/>
              </w:rPr>
              <w:instrText xml:space="preserve"> </w:instrText>
            </w:r>
            <w:r>
              <w:rPr>
                <w:noProof/>
                <w:webHidden/>
                <w:rtl/>
              </w:rPr>
            </w:r>
            <w:r>
              <w:rPr>
                <w:noProof/>
                <w:webHidden/>
                <w:rtl/>
              </w:rPr>
              <w:fldChar w:fldCharType="separate"/>
            </w:r>
            <w:r w:rsidR="005F3C95">
              <w:rPr>
                <w:noProof/>
                <w:webHidden/>
                <w:rtl/>
              </w:rPr>
              <w:t>231</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46"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التاء</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Toc403904046 \h</w:instrText>
            </w:r>
            <w:r w:rsidR="00F87BA2">
              <w:rPr>
                <w:noProof/>
                <w:webHidden/>
                <w:rtl/>
              </w:rPr>
              <w:instrText xml:space="preserve"> </w:instrText>
            </w:r>
            <w:r>
              <w:rPr>
                <w:noProof/>
                <w:webHidden/>
                <w:rtl/>
              </w:rPr>
            </w:r>
            <w:r>
              <w:rPr>
                <w:noProof/>
                <w:webHidden/>
                <w:rtl/>
              </w:rPr>
              <w:fldChar w:fldCharType="separate"/>
            </w:r>
            <w:r w:rsidR="005F3C95">
              <w:rPr>
                <w:noProof/>
                <w:webHidden/>
                <w:rtl/>
              </w:rPr>
              <w:t>232</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47"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الثاء</w:t>
            </w:r>
            <w:r w:rsidR="00F87BA2" w:rsidRPr="00C0726F">
              <w:rPr>
                <w:rStyle w:val="Hyperlink"/>
                <w:noProof/>
                <w:rtl/>
              </w:rPr>
              <w:t xml:space="preserve"> </w:t>
            </w:r>
            <w:r w:rsidR="00F87BA2" w:rsidRPr="00C0726F">
              <w:rPr>
                <w:rStyle w:val="Hyperlink"/>
                <w:rFonts w:hint="eastAsia"/>
                <w:noProof/>
                <w:rtl/>
              </w:rPr>
              <w:t>المثلثة</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Toc403904047 \h</w:instrText>
            </w:r>
            <w:r w:rsidR="00F87BA2">
              <w:rPr>
                <w:noProof/>
                <w:webHidden/>
                <w:rtl/>
              </w:rPr>
              <w:instrText xml:space="preserve"> </w:instrText>
            </w:r>
            <w:r>
              <w:rPr>
                <w:noProof/>
                <w:webHidden/>
                <w:rtl/>
              </w:rPr>
            </w:r>
            <w:r>
              <w:rPr>
                <w:noProof/>
                <w:webHidden/>
                <w:rtl/>
              </w:rPr>
              <w:fldChar w:fldCharType="separate"/>
            </w:r>
            <w:r w:rsidR="005F3C95">
              <w:rPr>
                <w:noProof/>
                <w:webHidden/>
                <w:rtl/>
              </w:rPr>
              <w:t>232</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48"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الجيم</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Toc403904048 \h</w:instrText>
            </w:r>
            <w:r w:rsidR="00F87BA2">
              <w:rPr>
                <w:noProof/>
                <w:webHidden/>
                <w:rtl/>
              </w:rPr>
              <w:instrText xml:space="preserve"> </w:instrText>
            </w:r>
            <w:r>
              <w:rPr>
                <w:noProof/>
                <w:webHidden/>
                <w:rtl/>
              </w:rPr>
            </w:r>
            <w:r>
              <w:rPr>
                <w:noProof/>
                <w:webHidden/>
                <w:rtl/>
              </w:rPr>
              <w:fldChar w:fldCharType="separate"/>
            </w:r>
            <w:r w:rsidR="005F3C95">
              <w:rPr>
                <w:noProof/>
                <w:webHidden/>
                <w:rtl/>
              </w:rPr>
              <w:t>233</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49"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الحاء</w:t>
            </w:r>
            <w:r w:rsidR="00F87BA2" w:rsidRPr="00C0726F">
              <w:rPr>
                <w:rStyle w:val="Hyperlink"/>
                <w:noProof/>
                <w:rtl/>
              </w:rPr>
              <w:t xml:space="preserve"> </w:t>
            </w:r>
            <w:r w:rsidR="00F87BA2" w:rsidRPr="00C0726F">
              <w:rPr>
                <w:rStyle w:val="Hyperlink"/>
                <w:rFonts w:hint="eastAsia"/>
                <w:noProof/>
                <w:rtl/>
              </w:rPr>
              <w:t>المهملة</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Toc403904049 \h</w:instrText>
            </w:r>
            <w:r w:rsidR="00F87BA2">
              <w:rPr>
                <w:noProof/>
                <w:webHidden/>
                <w:rtl/>
              </w:rPr>
              <w:instrText xml:space="preserve"> </w:instrText>
            </w:r>
            <w:r>
              <w:rPr>
                <w:noProof/>
                <w:webHidden/>
                <w:rtl/>
              </w:rPr>
            </w:r>
            <w:r>
              <w:rPr>
                <w:noProof/>
                <w:webHidden/>
                <w:rtl/>
              </w:rPr>
              <w:fldChar w:fldCharType="separate"/>
            </w:r>
            <w:r w:rsidR="005F3C95">
              <w:rPr>
                <w:noProof/>
                <w:webHidden/>
                <w:rtl/>
              </w:rPr>
              <w:t>234</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50"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الخاء</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Toc403904050 \h</w:instrText>
            </w:r>
            <w:r w:rsidR="00F87BA2">
              <w:rPr>
                <w:noProof/>
                <w:webHidden/>
                <w:rtl/>
              </w:rPr>
              <w:instrText xml:space="preserve"> </w:instrText>
            </w:r>
            <w:r>
              <w:rPr>
                <w:noProof/>
                <w:webHidden/>
                <w:rtl/>
              </w:rPr>
            </w:r>
            <w:r>
              <w:rPr>
                <w:noProof/>
                <w:webHidden/>
                <w:rtl/>
              </w:rPr>
              <w:fldChar w:fldCharType="separate"/>
            </w:r>
            <w:r w:rsidR="005F3C95">
              <w:rPr>
                <w:noProof/>
                <w:webHidden/>
                <w:rtl/>
              </w:rPr>
              <w:t>242</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51"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الدال</w:t>
            </w:r>
            <w:r w:rsidR="00F87BA2" w:rsidRPr="00C0726F">
              <w:rPr>
                <w:rStyle w:val="Hyperlink"/>
                <w:noProof/>
                <w:rtl/>
              </w:rPr>
              <w:t xml:space="preserve"> </w:t>
            </w:r>
            <w:r w:rsidR="00F87BA2" w:rsidRPr="00C0726F">
              <w:rPr>
                <w:rStyle w:val="Hyperlink"/>
                <w:rFonts w:hint="eastAsia"/>
                <w:noProof/>
                <w:rtl/>
              </w:rPr>
              <w:t>المهملة</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Toc403904051 \h</w:instrText>
            </w:r>
            <w:r w:rsidR="00F87BA2">
              <w:rPr>
                <w:noProof/>
                <w:webHidden/>
                <w:rtl/>
              </w:rPr>
              <w:instrText xml:space="preserve"> </w:instrText>
            </w:r>
            <w:r>
              <w:rPr>
                <w:noProof/>
                <w:webHidden/>
                <w:rtl/>
              </w:rPr>
            </w:r>
            <w:r>
              <w:rPr>
                <w:noProof/>
                <w:webHidden/>
                <w:rtl/>
              </w:rPr>
              <w:fldChar w:fldCharType="separate"/>
            </w:r>
            <w:r w:rsidR="005F3C95">
              <w:rPr>
                <w:noProof/>
                <w:webHidden/>
                <w:rtl/>
              </w:rPr>
              <w:t>242</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52"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الراء</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Toc403904052 \h</w:instrText>
            </w:r>
            <w:r w:rsidR="00F87BA2">
              <w:rPr>
                <w:noProof/>
                <w:webHidden/>
                <w:rtl/>
              </w:rPr>
              <w:instrText xml:space="preserve"> </w:instrText>
            </w:r>
            <w:r>
              <w:rPr>
                <w:noProof/>
                <w:webHidden/>
                <w:rtl/>
              </w:rPr>
            </w:r>
            <w:r>
              <w:rPr>
                <w:noProof/>
                <w:webHidden/>
                <w:rtl/>
              </w:rPr>
              <w:fldChar w:fldCharType="separate"/>
            </w:r>
            <w:r w:rsidR="005F3C95">
              <w:rPr>
                <w:noProof/>
                <w:webHidden/>
                <w:rtl/>
              </w:rPr>
              <w:t>243</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53"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الزاي</w:t>
            </w:r>
            <w:r w:rsidR="00F87BA2" w:rsidRPr="00C0726F">
              <w:rPr>
                <w:rStyle w:val="Hyperlink"/>
                <w:noProof/>
                <w:rtl/>
              </w:rPr>
              <w:t xml:space="preserve"> </w:t>
            </w:r>
            <w:r w:rsidR="00F87BA2" w:rsidRPr="00C0726F">
              <w:rPr>
                <w:rStyle w:val="Hyperlink"/>
                <w:rFonts w:hint="eastAsia"/>
                <w:noProof/>
                <w:rtl/>
              </w:rPr>
              <w:t>المعجمة</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Toc403904053 \h</w:instrText>
            </w:r>
            <w:r w:rsidR="00F87BA2">
              <w:rPr>
                <w:noProof/>
                <w:webHidden/>
                <w:rtl/>
              </w:rPr>
              <w:instrText xml:space="preserve"> </w:instrText>
            </w:r>
            <w:r>
              <w:rPr>
                <w:noProof/>
                <w:webHidden/>
                <w:rtl/>
              </w:rPr>
            </w:r>
            <w:r>
              <w:rPr>
                <w:noProof/>
                <w:webHidden/>
                <w:rtl/>
              </w:rPr>
              <w:fldChar w:fldCharType="separate"/>
            </w:r>
            <w:r w:rsidR="005F3C95">
              <w:rPr>
                <w:noProof/>
                <w:webHidden/>
                <w:rtl/>
              </w:rPr>
              <w:t>243</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54"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السين</w:t>
            </w:r>
            <w:r w:rsidR="00F87BA2" w:rsidRPr="00C0726F">
              <w:rPr>
                <w:rStyle w:val="Hyperlink"/>
                <w:noProof/>
                <w:rtl/>
              </w:rPr>
              <w:t xml:space="preserve"> </w:t>
            </w:r>
            <w:r w:rsidR="00F87BA2" w:rsidRPr="00C0726F">
              <w:rPr>
                <w:rStyle w:val="Hyperlink"/>
                <w:rFonts w:hint="eastAsia"/>
                <w:noProof/>
                <w:rtl/>
              </w:rPr>
              <w:t>المهملة</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Toc403904054 \h</w:instrText>
            </w:r>
            <w:r w:rsidR="00F87BA2">
              <w:rPr>
                <w:noProof/>
                <w:webHidden/>
                <w:rtl/>
              </w:rPr>
              <w:instrText xml:space="preserve"> </w:instrText>
            </w:r>
            <w:r>
              <w:rPr>
                <w:noProof/>
                <w:webHidden/>
                <w:rtl/>
              </w:rPr>
            </w:r>
            <w:r>
              <w:rPr>
                <w:noProof/>
                <w:webHidden/>
                <w:rtl/>
              </w:rPr>
              <w:fldChar w:fldCharType="separate"/>
            </w:r>
            <w:r w:rsidR="005F3C95">
              <w:rPr>
                <w:noProof/>
                <w:webHidden/>
                <w:rtl/>
              </w:rPr>
              <w:t>245</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55"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الشين</w:t>
            </w:r>
            <w:r w:rsidR="00F87BA2" w:rsidRPr="00C0726F">
              <w:rPr>
                <w:rStyle w:val="Hyperlink"/>
                <w:noProof/>
                <w:rtl/>
              </w:rPr>
              <w:t xml:space="preserve"> </w:t>
            </w:r>
            <w:r w:rsidR="00F87BA2" w:rsidRPr="00C0726F">
              <w:rPr>
                <w:rStyle w:val="Hyperlink"/>
                <w:rFonts w:hint="eastAsia"/>
                <w:noProof/>
                <w:rtl/>
              </w:rPr>
              <w:t>المعجمة</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Toc403904055 \h</w:instrText>
            </w:r>
            <w:r w:rsidR="00F87BA2">
              <w:rPr>
                <w:noProof/>
                <w:webHidden/>
                <w:rtl/>
              </w:rPr>
              <w:instrText xml:space="preserve"> </w:instrText>
            </w:r>
            <w:r>
              <w:rPr>
                <w:noProof/>
                <w:webHidden/>
                <w:rtl/>
              </w:rPr>
            </w:r>
            <w:r>
              <w:rPr>
                <w:noProof/>
                <w:webHidden/>
                <w:rtl/>
              </w:rPr>
              <w:fldChar w:fldCharType="separate"/>
            </w:r>
            <w:r w:rsidR="005F3C95">
              <w:rPr>
                <w:noProof/>
                <w:webHidden/>
                <w:rtl/>
              </w:rPr>
              <w:t>247</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56"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الصاد</w:t>
            </w:r>
            <w:r w:rsidR="00F87BA2" w:rsidRPr="00C0726F">
              <w:rPr>
                <w:rStyle w:val="Hyperlink"/>
                <w:noProof/>
                <w:rtl/>
              </w:rPr>
              <w:t xml:space="preserve"> </w:t>
            </w:r>
            <w:r w:rsidR="00F87BA2" w:rsidRPr="00C0726F">
              <w:rPr>
                <w:rStyle w:val="Hyperlink"/>
                <w:rFonts w:hint="eastAsia"/>
                <w:noProof/>
                <w:rtl/>
              </w:rPr>
              <w:t>المهملة</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Toc403904056 \h</w:instrText>
            </w:r>
            <w:r w:rsidR="00F87BA2">
              <w:rPr>
                <w:noProof/>
                <w:webHidden/>
                <w:rtl/>
              </w:rPr>
              <w:instrText xml:space="preserve"> </w:instrText>
            </w:r>
            <w:r>
              <w:rPr>
                <w:noProof/>
                <w:webHidden/>
                <w:rtl/>
              </w:rPr>
            </w:r>
            <w:r>
              <w:rPr>
                <w:noProof/>
                <w:webHidden/>
                <w:rtl/>
              </w:rPr>
              <w:fldChar w:fldCharType="separate"/>
            </w:r>
            <w:r w:rsidR="005F3C95">
              <w:rPr>
                <w:noProof/>
                <w:webHidden/>
                <w:rtl/>
              </w:rPr>
              <w:t>248</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57"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الضاد</w:t>
            </w:r>
            <w:r w:rsidR="00F87BA2" w:rsidRPr="00C0726F">
              <w:rPr>
                <w:rStyle w:val="Hyperlink"/>
                <w:noProof/>
                <w:rtl/>
              </w:rPr>
              <w:t xml:space="preserve"> </w:t>
            </w:r>
            <w:r w:rsidR="00F87BA2" w:rsidRPr="00C0726F">
              <w:rPr>
                <w:rStyle w:val="Hyperlink"/>
                <w:rFonts w:hint="eastAsia"/>
                <w:noProof/>
                <w:rtl/>
              </w:rPr>
              <w:t>المعجمة</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Toc403904057 \h</w:instrText>
            </w:r>
            <w:r w:rsidR="00F87BA2">
              <w:rPr>
                <w:noProof/>
                <w:webHidden/>
                <w:rtl/>
              </w:rPr>
              <w:instrText xml:space="preserve"> </w:instrText>
            </w:r>
            <w:r>
              <w:rPr>
                <w:noProof/>
                <w:webHidden/>
                <w:rtl/>
              </w:rPr>
            </w:r>
            <w:r>
              <w:rPr>
                <w:noProof/>
                <w:webHidden/>
                <w:rtl/>
              </w:rPr>
              <w:fldChar w:fldCharType="separate"/>
            </w:r>
            <w:r w:rsidR="005F3C95">
              <w:rPr>
                <w:noProof/>
                <w:webHidden/>
                <w:rtl/>
              </w:rPr>
              <w:t>248</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58"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الطاء</w:t>
            </w:r>
            <w:r w:rsidR="00F87BA2" w:rsidRPr="00C0726F">
              <w:rPr>
                <w:rStyle w:val="Hyperlink"/>
                <w:noProof/>
                <w:rtl/>
              </w:rPr>
              <w:t xml:space="preserve"> </w:t>
            </w:r>
            <w:r w:rsidR="00F87BA2" w:rsidRPr="00C0726F">
              <w:rPr>
                <w:rStyle w:val="Hyperlink"/>
                <w:rFonts w:hint="eastAsia"/>
                <w:noProof/>
                <w:rtl/>
              </w:rPr>
              <w:t>المهملة</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Toc403904058 \h</w:instrText>
            </w:r>
            <w:r w:rsidR="00F87BA2">
              <w:rPr>
                <w:noProof/>
                <w:webHidden/>
                <w:rtl/>
              </w:rPr>
              <w:instrText xml:space="preserve"> </w:instrText>
            </w:r>
            <w:r>
              <w:rPr>
                <w:noProof/>
                <w:webHidden/>
                <w:rtl/>
              </w:rPr>
            </w:r>
            <w:r>
              <w:rPr>
                <w:noProof/>
                <w:webHidden/>
                <w:rtl/>
              </w:rPr>
              <w:fldChar w:fldCharType="separate"/>
            </w:r>
            <w:r w:rsidR="005F3C95">
              <w:rPr>
                <w:noProof/>
                <w:webHidden/>
                <w:rtl/>
              </w:rPr>
              <w:t>249</w:t>
            </w:r>
            <w:r>
              <w:rPr>
                <w:noProof/>
                <w:webHidden/>
                <w:rtl/>
              </w:rPr>
              <w:fldChar w:fldCharType="end"/>
            </w:r>
          </w:hyperlink>
        </w:p>
        <w:p w:rsidR="002E5DAA" w:rsidRDefault="002E5DAA">
          <w:pPr>
            <w:bidi w:val="0"/>
            <w:spacing w:before="480" w:line="276" w:lineRule="auto"/>
            <w:ind w:firstLine="0"/>
            <w:jc w:val="center"/>
            <w:rPr>
              <w:rStyle w:val="Hyperlink"/>
              <w:bCs/>
              <w:noProof/>
            </w:rPr>
          </w:pPr>
          <w:r>
            <w:rPr>
              <w:rStyle w:val="Hyperlink"/>
              <w:noProof/>
            </w:rPr>
            <w:br w:type="page"/>
          </w:r>
        </w:p>
        <w:p w:rsidR="00F87BA2" w:rsidRDefault="00AE7806">
          <w:pPr>
            <w:pStyle w:val="TOC1"/>
            <w:rPr>
              <w:rFonts w:asciiTheme="minorHAnsi" w:eastAsiaTheme="minorEastAsia" w:hAnsiTheme="minorHAnsi" w:cstheme="minorBidi"/>
              <w:bCs w:val="0"/>
              <w:noProof/>
              <w:color w:val="auto"/>
              <w:sz w:val="22"/>
              <w:szCs w:val="22"/>
              <w:rtl/>
            </w:rPr>
          </w:pPr>
          <w:hyperlink w:anchor="_Toc403904059"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الظاء</w:t>
            </w:r>
            <w:r w:rsidR="00F87BA2" w:rsidRPr="00C0726F">
              <w:rPr>
                <w:rStyle w:val="Hyperlink"/>
                <w:noProof/>
                <w:rtl/>
              </w:rPr>
              <w:t xml:space="preserve"> </w:t>
            </w:r>
            <w:r w:rsidR="00F87BA2" w:rsidRPr="00C0726F">
              <w:rPr>
                <w:rStyle w:val="Hyperlink"/>
                <w:rFonts w:hint="eastAsia"/>
                <w:noProof/>
                <w:rtl/>
              </w:rPr>
              <w:t>المعجمة</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Toc403904059 \h</w:instrText>
            </w:r>
            <w:r w:rsidR="00F87BA2">
              <w:rPr>
                <w:noProof/>
                <w:webHidden/>
                <w:rtl/>
              </w:rPr>
              <w:instrText xml:space="preserve"> </w:instrText>
            </w:r>
            <w:r>
              <w:rPr>
                <w:noProof/>
                <w:webHidden/>
                <w:rtl/>
              </w:rPr>
            </w:r>
            <w:r>
              <w:rPr>
                <w:noProof/>
                <w:webHidden/>
                <w:rtl/>
              </w:rPr>
              <w:fldChar w:fldCharType="separate"/>
            </w:r>
            <w:r w:rsidR="005F3C95">
              <w:rPr>
                <w:noProof/>
                <w:webHidden/>
                <w:rtl/>
              </w:rPr>
              <w:t>249</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60"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العين</w:t>
            </w:r>
            <w:r w:rsidR="00F87BA2" w:rsidRPr="00C0726F">
              <w:rPr>
                <w:rStyle w:val="Hyperlink"/>
                <w:noProof/>
                <w:rtl/>
              </w:rPr>
              <w:t xml:space="preserve"> </w:t>
            </w:r>
            <w:r w:rsidR="00F87BA2" w:rsidRPr="00C0726F">
              <w:rPr>
                <w:rStyle w:val="Hyperlink"/>
                <w:rFonts w:hint="eastAsia"/>
                <w:noProof/>
                <w:rtl/>
              </w:rPr>
              <w:t>المهملة</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Toc403904060 \h</w:instrText>
            </w:r>
            <w:r w:rsidR="00F87BA2">
              <w:rPr>
                <w:noProof/>
                <w:webHidden/>
                <w:rtl/>
              </w:rPr>
              <w:instrText xml:space="preserve"> </w:instrText>
            </w:r>
            <w:r>
              <w:rPr>
                <w:noProof/>
                <w:webHidden/>
                <w:rtl/>
              </w:rPr>
            </w:r>
            <w:r>
              <w:rPr>
                <w:noProof/>
                <w:webHidden/>
                <w:rtl/>
              </w:rPr>
              <w:fldChar w:fldCharType="separate"/>
            </w:r>
            <w:r w:rsidR="005F3C95">
              <w:rPr>
                <w:noProof/>
                <w:webHidden/>
                <w:rtl/>
              </w:rPr>
              <w:t>249</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61"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الغين</w:t>
            </w:r>
            <w:r w:rsidR="00F87BA2" w:rsidRPr="00C0726F">
              <w:rPr>
                <w:rStyle w:val="Hyperlink"/>
                <w:noProof/>
                <w:rtl/>
              </w:rPr>
              <w:t xml:space="preserve"> </w:t>
            </w:r>
            <w:r w:rsidR="00F87BA2" w:rsidRPr="00C0726F">
              <w:rPr>
                <w:rStyle w:val="Hyperlink"/>
                <w:rFonts w:hint="eastAsia"/>
                <w:noProof/>
                <w:rtl/>
              </w:rPr>
              <w:t>المعجمة</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Toc403904061 \h</w:instrText>
            </w:r>
            <w:r w:rsidR="00F87BA2">
              <w:rPr>
                <w:noProof/>
                <w:webHidden/>
                <w:rtl/>
              </w:rPr>
              <w:instrText xml:space="preserve"> </w:instrText>
            </w:r>
            <w:r>
              <w:rPr>
                <w:noProof/>
                <w:webHidden/>
                <w:rtl/>
              </w:rPr>
            </w:r>
            <w:r>
              <w:rPr>
                <w:noProof/>
                <w:webHidden/>
                <w:rtl/>
              </w:rPr>
              <w:fldChar w:fldCharType="separate"/>
            </w:r>
            <w:r w:rsidR="005F3C95">
              <w:rPr>
                <w:noProof/>
                <w:webHidden/>
                <w:rtl/>
              </w:rPr>
              <w:t>263</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62"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الفاء</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Toc403904062 \h</w:instrText>
            </w:r>
            <w:r w:rsidR="00F87BA2">
              <w:rPr>
                <w:noProof/>
                <w:webHidden/>
                <w:rtl/>
              </w:rPr>
              <w:instrText xml:space="preserve"> </w:instrText>
            </w:r>
            <w:r>
              <w:rPr>
                <w:noProof/>
                <w:webHidden/>
                <w:rtl/>
              </w:rPr>
            </w:r>
            <w:r>
              <w:rPr>
                <w:noProof/>
                <w:webHidden/>
                <w:rtl/>
              </w:rPr>
              <w:fldChar w:fldCharType="separate"/>
            </w:r>
            <w:r w:rsidR="005F3C95">
              <w:rPr>
                <w:noProof/>
                <w:webHidden/>
                <w:rtl/>
              </w:rPr>
              <w:t>263</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63"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القاف</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Toc403904063 \h</w:instrText>
            </w:r>
            <w:r w:rsidR="00F87BA2">
              <w:rPr>
                <w:noProof/>
                <w:webHidden/>
                <w:rtl/>
              </w:rPr>
              <w:instrText xml:space="preserve"> </w:instrText>
            </w:r>
            <w:r>
              <w:rPr>
                <w:noProof/>
                <w:webHidden/>
                <w:rtl/>
              </w:rPr>
            </w:r>
            <w:r>
              <w:rPr>
                <w:noProof/>
                <w:webHidden/>
                <w:rtl/>
              </w:rPr>
              <w:fldChar w:fldCharType="separate"/>
            </w:r>
            <w:r w:rsidR="005F3C95">
              <w:rPr>
                <w:noProof/>
                <w:webHidden/>
                <w:rtl/>
              </w:rPr>
              <w:t>264</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64"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الكاف</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Toc403904064 \h</w:instrText>
            </w:r>
            <w:r w:rsidR="00F87BA2">
              <w:rPr>
                <w:noProof/>
                <w:webHidden/>
                <w:rtl/>
              </w:rPr>
              <w:instrText xml:space="preserve"> </w:instrText>
            </w:r>
            <w:r>
              <w:rPr>
                <w:noProof/>
                <w:webHidden/>
                <w:rtl/>
              </w:rPr>
            </w:r>
            <w:r>
              <w:rPr>
                <w:noProof/>
                <w:webHidden/>
                <w:rtl/>
              </w:rPr>
              <w:fldChar w:fldCharType="separate"/>
            </w:r>
            <w:r w:rsidR="005F3C95">
              <w:rPr>
                <w:noProof/>
                <w:webHidden/>
                <w:rtl/>
              </w:rPr>
              <w:t>265</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65"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اللام</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Toc403904065 \h</w:instrText>
            </w:r>
            <w:r w:rsidR="00F87BA2">
              <w:rPr>
                <w:noProof/>
                <w:webHidden/>
                <w:rtl/>
              </w:rPr>
              <w:instrText xml:space="preserve"> </w:instrText>
            </w:r>
            <w:r>
              <w:rPr>
                <w:noProof/>
                <w:webHidden/>
                <w:rtl/>
              </w:rPr>
            </w:r>
            <w:r>
              <w:rPr>
                <w:noProof/>
                <w:webHidden/>
                <w:rtl/>
              </w:rPr>
              <w:fldChar w:fldCharType="separate"/>
            </w:r>
            <w:r w:rsidR="005F3C95">
              <w:rPr>
                <w:noProof/>
                <w:webHidden/>
                <w:rtl/>
              </w:rPr>
              <w:t>266</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66"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الميم</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Toc403904066 \h</w:instrText>
            </w:r>
            <w:r w:rsidR="00F87BA2">
              <w:rPr>
                <w:noProof/>
                <w:webHidden/>
                <w:rtl/>
              </w:rPr>
              <w:instrText xml:space="preserve"> </w:instrText>
            </w:r>
            <w:r>
              <w:rPr>
                <w:noProof/>
                <w:webHidden/>
                <w:rtl/>
              </w:rPr>
            </w:r>
            <w:r>
              <w:rPr>
                <w:noProof/>
                <w:webHidden/>
                <w:rtl/>
              </w:rPr>
              <w:fldChar w:fldCharType="separate"/>
            </w:r>
            <w:r w:rsidR="005F3C95">
              <w:rPr>
                <w:noProof/>
                <w:webHidden/>
                <w:rtl/>
              </w:rPr>
              <w:t>266</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67"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النون</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Toc403904067 \h</w:instrText>
            </w:r>
            <w:r w:rsidR="00F87BA2">
              <w:rPr>
                <w:noProof/>
                <w:webHidden/>
                <w:rtl/>
              </w:rPr>
              <w:instrText xml:space="preserve"> </w:instrText>
            </w:r>
            <w:r>
              <w:rPr>
                <w:noProof/>
                <w:webHidden/>
                <w:rtl/>
              </w:rPr>
            </w:r>
            <w:r>
              <w:rPr>
                <w:noProof/>
                <w:webHidden/>
                <w:rtl/>
              </w:rPr>
              <w:fldChar w:fldCharType="separate"/>
            </w:r>
            <w:r w:rsidR="005F3C95">
              <w:rPr>
                <w:noProof/>
                <w:webHidden/>
                <w:rtl/>
              </w:rPr>
              <w:t>280</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68"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الواو</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Toc403904068 \h</w:instrText>
            </w:r>
            <w:r w:rsidR="00F87BA2">
              <w:rPr>
                <w:noProof/>
                <w:webHidden/>
                <w:rtl/>
              </w:rPr>
              <w:instrText xml:space="preserve"> </w:instrText>
            </w:r>
            <w:r>
              <w:rPr>
                <w:noProof/>
                <w:webHidden/>
                <w:rtl/>
              </w:rPr>
            </w:r>
            <w:r>
              <w:rPr>
                <w:noProof/>
                <w:webHidden/>
                <w:rtl/>
              </w:rPr>
              <w:fldChar w:fldCharType="separate"/>
            </w:r>
            <w:r w:rsidR="005F3C95">
              <w:rPr>
                <w:noProof/>
                <w:webHidden/>
                <w:rtl/>
              </w:rPr>
              <w:t>280</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69"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الهاء</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Toc403904069 \h</w:instrText>
            </w:r>
            <w:r w:rsidR="00F87BA2">
              <w:rPr>
                <w:noProof/>
                <w:webHidden/>
                <w:rtl/>
              </w:rPr>
              <w:instrText xml:space="preserve"> </w:instrText>
            </w:r>
            <w:r>
              <w:rPr>
                <w:noProof/>
                <w:webHidden/>
                <w:rtl/>
              </w:rPr>
            </w:r>
            <w:r>
              <w:rPr>
                <w:noProof/>
                <w:webHidden/>
                <w:rtl/>
              </w:rPr>
              <w:fldChar w:fldCharType="separate"/>
            </w:r>
            <w:r w:rsidR="005F3C95">
              <w:rPr>
                <w:noProof/>
                <w:webHidden/>
                <w:rtl/>
              </w:rPr>
              <w:t>281</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70"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الياء</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Toc403904070 \h</w:instrText>
            </w:r>
            <w:r w:rsidR="00F87BA2">
              <w:rPr>
                <w:noProof/>
                <w:webHidden/>
                <w:rtl/>
              </w:rPr>
              <w:instrText xml:space="preserve"> </w:instrText>
            </w:r>
            <w:r>
              <w:rPr>
                <w:noProof/>
                <w:webHidden/>
                <w:rtl/>
              </w:rPr>
            </w:r>
            <w:r>
              <w:rPr>
                <w:noProof/>
                <w:webHidden/>
                <w:rtl/>
              </w:rPr>
              <w:fldChar w:fldCharType="separate"/>
            </w:r>
            <w:r w:rsidR="005F3C95">
              <w:rPr>
                <w:noProof/>
                <w:webHidden/>
                <w:rtl/>
              </w:rPr>
              <w:t>282</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71" w:history="1">
            <w:r w:rsidR="00F87BA2" w:rsidRPr="00C0726F">
              <w:rPr>
                <w:rStyle w:val="Hyperlink"/>
                <w:rFonts w:hint="eastAsia"/>
                <w:noProof/>
                <w:rtl/>
              </w:rPr>
              <w:t>في</w:t>
            </w:r>
            <w:r w:rsidR="00F87BA2" w:rsidRPr="00C0726F">
              <w:rPr>
                <w:rStyle w:val="Hyperlink"/>
                <w:noProof/>
                <w:rtl/>
              </w:rPr>
              <w:t xml:space="preserve"> </w:t>
            </w:r>
            <w:r w:rsidR="00F87BA2" w:rsidRPr="00C0726F">
              <w:rPr>
                <w:rStyle w:val="Hyperlink"/>
                <w:rFonts w:hint="eastAsia"/>
                <w:noProof/>
                <w:rtl/>
              </w:rPr>
              <w:t>ذكر</w:t>
            </w:r>
            <w:r w:rsidR="00F87BA2" w:rsidRPr="00C0726F">
              <w:rPr>
                <w:rStyle w:val="Hyperlink"/>
                <w:noProof/>
                <w:rtl/>
              </w:rPr>
              <w:t xml:space="preserve"> </w:t>
            </w:r>
            <w:r w:rsidR="00F87BA2" w:rsidRPr="00C0726F">
              <w:rPr>
                <w:rStyle w:val="Hyperlink"/>
                <w:rFonts w:hint="eastAsia"/>
                <w:noProof/>
                <w:rtl/>
              </w:rPr>
              <w:t>جماعة</w:t>
            </w:r>
            <w:r w:rsidR="00F87BA2" w:rsidRPr="00C0726F">
              <w:rPr>
                <w:rStyle w:val="Hyperlink"/>
                <w:noProof/>
                <w:rtl/>
              </w:rPr>
              <w:t xml:space="preserve"> </w:t>
            </w:r>
            <w:r w:rsidR="00F87BA2" w:rsidRPr="00C0726F">
              <w:rPr>
                <w:rStyle w:val="Hyperlink"/>
                <w:rFonts w:hint="eastAsia"/>
                <w:noProof/>
                <w:rtl/>
              </w:rPr>
              <w:t>من</w:t>
            </w:r>
            <w:r w:rsidR="00F87BA2" w:rsidRPr="00C0726F">
              <w:rPr>
                <w:rStyle w:val="Hyperlink"/>
                <w:noProof/>
                <w:rtl/>
              </w:rPr>
              <w:t xml:space="preserve"> </w:t>
            </w:r>
            <w:r w:rsidR="00F87BA2" w:rsidRPr="00C0726F">
              <w:rPr>
                <w:rStyle w:val="Hyperlink"/>
                <w:rFonts w:hint="eastAsia"/>
                <w:noProof/>
                <w:rtl/>
              </w:rPr>
              <w:t>الواقفة</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Toc403904071 \h</w:instrText>
            </w:r>
            <w:r w:rsidR="00F87BA2">
              <w:rPr>
                <w:noProof/>
                <w:webHidden/>
                <w:rtl/>
              </w:rPr>
              <w:instrText xml:space="preserve"> </w:instrText>
            </w:r>
            <w:r>
              <w:rPr>
                <w:noProof/>
                <w:webHidden/>
                <w:rtl/>
              </w:rPr>
            </w:r>
            <w:r>
              <w:rPr>
                <w:noProof/>
                <w:webHidden/>
                <w:rtl/>
              </w:rPr>
              <w:fldChar w:fldCharType="separate"/>
            </w:r>
            <w:r w:rsidR="005F3C95">
              <w:rPr>
                <w:noProof/>
                <w:webHidden/>
                <w:rtl/>
              </w:rPr>
              <w:t>284</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72" w:history="1">
            <w:r w:rsidR="00F87BA2" w:rsidRPr="00C0726F">
              <w:rPr>
                <w:rStyle w:val="Hyperlink"/>
                <w:rFonts w:hint="eastAsia"/>
                <w:noProof/>
                <w:rtl/>
              </w:rPr>
              <w:t>في</w:t>
            </w:r>
            <w:r w:rsidR="00F87BA2" w:rsidRPr="00C0726F">
              <w:rPr>
                <w:rStyle w:val="Hyperlink"/>
                <w:noProof/>
                <w:rtl/>
              </w:rPr>
              <w:t xml:space="preserve"> </w:t>
            </w:r>
            <w:r w:rsidR="00F87BA2" w:rsidRPr="00C0726F">
              <w:rPr>
                <w:rStyle w:val="Hyperlink"/>
                <w:rFonts w:hint="eastAsia"/>
                <w:noProof/>
                <w:rtl/>
              </w:rPr>
              <w:t>ذكر</w:t>
            </w:r>
            <w:r w:rsidR="00F87BA2" w:rsidRPr="00C0726F">
              <w:rPr>
                <w:rStyle w:val="Hyperlink"/>
                <w:noProof/>
                <w:rtl/>
              </w:rPr>
              <w:t xml:space="preserve"> </w:t>
            </w:r>
            <w:r w:rsidR="00F87BA2" w:rsidRPr="00C0726F">
              <w:rPr>
                <w:rStyle w:val="Hyperlink"/>
                <w:rFonts w:hint="eastAsia"/>
                <w:noProof/>
                <w:rtl/>
              </w:rPr>
              <w:t>جماعة</w:t>
            </w:r>
            <w:r w:rsidR="00F87BA2" w:rsidRPr="00C0726F">
              <w:rPr>
                <w:rStyle w:val="Hyperlink"/>
                <w:noProof/>
                <w:rtl/>
              </w:rPr>
              <w:t xml:space="preserve"> </w:t>
            </w:r>
            <w:r w:rsidR="00F87BA2" w:rsidRPr="00C0726F">
              <w:rPr>
                <w:rStyle w:val="Hyperlink"/>
                <w:rFonts w:hint="eastAsia"/>
                <w:noProof/>
                <w:rtl/>
              </w:rPr>
              <w:t>من</w:t>
            </w:r>
            <w:r w:rsidR="00F87BA2" w:rsidRPr="00C0726F">
              <w:rPr>
                <w:rStyle w:val="Hyperlink"/>
                <w:noProof/>
                <w:rtl/>
              </w:rPr>
              <w:t xml:space="preserve"> </w:t>
            </w:r>
            <w:r w:rsidR="00F87BA2" w:rsidRPr="00C0726F">
              <w:rPr>
                <w:rStyle w:val="Hyperlink"/>
                <w:rFonts w:hint="eastAsia"/>
                <w:noProof/>
                <w:rtl/>
              </w:rPr>
              <w:t>الفطحية</w:t>
            </w:r>
            <w:r w:rsidR="00F87BA2" w:rsidRPr="00C0726F">
              <w:rPr>
                <w:rStyle w:val="Hyperlink"/>
                <w:noProof/>
                <w:rtl/>
              </w:rPr>
              <w:t xml:space="preserve"> </w:t>
            </w:r>
            <w:r w:rsidR="00F87BA2" w:rsidRPr="00C0726F">
              <w:rPr>
                <w:rStyle w:val="Hyperlink"/>
                <w:rFonts w:hint="eastAsia"/>
                <w:noProof/>
                <w:rtl/>
              </w:rPr>
              <w:t>نسقا</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Toc403904072 \h</w:instrText>
            </w:r>
            <w:r w:rsidR="00F87BA2">
              <w:rPr>
                <w:noProof/>
                <w:webHidden/>
                <w:rtl/>
              </w:rPr>
              <w:instrText xml:space="preserve"> </w:instrText>
            </w:r>
            <w:r>
              <w:rPr>
                <w:noProof/>
                <w:webHidden/>
                <w:rtl/>
              </w:rPr>
            </w:r>
            <w:r>
              <w:rPr>
                <w:noProof/>
                <w:webHidden/>
                <w:rtl/>
              </w:rPr>
              <w:fldChar w:fldCharType="separate"/>
            </w:r>
            <w:r w:rsidR="005F3C95">
              <w:rPr>
                <w:noProof/>
                <w:webHidden/>
                <w:rtl/>
              </w:rPr>
              <w:t>287</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73" w:history="1">
            <w:r w:rsidR="00F87BA2" w:rsidRPr="00C0726F">
              <w:rPr>
                <w:rStyle w:val="Hyperlink"/>
                <w:rFonts w:hint="eastAsia"/>
                <w:noProof/>
                <w:rtl/>
              </w:rPr>
              <w:t>في</w:t>
            </w:r>
            <w:r w:rsidR="00F87BA2" w:rsidRPr="00C0726F">
              <w:rPr>
                <w:rStyle w:val="Hyperlink"/>
                <w:noProof/>
                <w:rtl/>
              </w:rPr>
              <w:t xml:space="preserve"> </w:t>
            </w:r>
            <w:r w:rsidR="00F87BA2" w:rsidRPr="00C0726F">
              <w:rPr>
                <w:rStyle w:val="Hyperlink"/>
                <w:rFonts w:hint="eastAsia"/>
                <w:noProof/>
                <w:rtl/>
              </w:rPr>
              <w:t>ذكر</w:t>
            </w:r>
            <w:r w:rsidR="00F87BA2" w:rsidRPr="00C0726F">
              <w:rPr>
                <w:rStyle w:val="Hyperlink"/>
                <w:noProof/>
                <w:rtl/>
              </w:rPr>
              <w:t xml:space="preserve"> </w:t>
            </w:r>
            <w:r w:rsidR="00F87BA2" w:rsidRPr="00C0726F">
              <w:rPr>
                <w:rStyle w:val="Hyperlink"/>
                <w:rFonts w:hint="eastAsia"/>
                <w:noProof/>
                <w:rtl/>
              </w:rPr>
              <w:t>جماعة</w:t>
            </w:r>
            <w:r w:rsidR="00F87BA2" w:rsidRPr="00C0726F">
              <w:rPr>
                <w:rStyle w:val="Hyperlink"/>
                <w:noProof/>
                <w:rtl/>
              </w:rPr>
              <w:t xml:space="preserve"> </w:t>
            </w:r>
            <w:r w:rsidR="00F87BA2" w:rsidRPr="00C0726F">
              <w:rPr>
                <w:rStyle w:val="Hyperlink"/>
                <w:rFonts w:hint="eastAsia"/>
                <w:noProof/>
                <w:rtl/>
              </w:rPr>
              <w:t>من</w:t>
            </w:r>
            <w:r w:rsidR="00F87BA2" w:rsidRPr="00C0726F">
              <w:rPr>
                <w:rStyle w:val="Hyperlink"/>
                <w:noProof/>
                <w:rtl/>
              </w:rPr>
              <w:t xml:space="preserve"> </w:t>
            </w:r>
            <w:r w:rsidR="00F87BA2" w:rsidRPr="00C0726F">
              <w:rPr>
                <w:rStyle w:val="Hyperlink"/>
                <w:rFonts w:hint="eastAsia"/>
                <w:noProof/>
                <w:rtl/>
              </w:rPr>
              <w:t>الزيدية</w:t>
            </w:r>
            <w:r w:rsidR="00F87BA2" w:rsidRPr="00C0726F">
              <w:rPr>
                <w:rStyle w:val="Hyperlink"/>
                <w:noProof/>
                <w:rtl/>
              </w:rPr>
              <w:t xml:space="preserve"> </w:t>
            </w:r>
            <w:r w:rsidR="00F87BA2" w:rsidRPr="00C0726F">
              <w:rPr>
                <w:rStyle w:val="Hyperlink"/>
                <w:rFonts w:hint="eastAsia"/>
                <w:noProof/>
                <w:rtl/>
              </w:rPr>
              <w:t>نسقا</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Toc403904073 \h</w:instrText>
            </w:r>
            <w:r w:rsidR="00F87BA2">
              <w:rPr>
                <w:noProof/>
                <w:webHidden/>
                <w:rtl/>
              </w:rPr>
              <w:instrText xml:space="preserve"> </w:instrText>
            </w:r>
            <w:r>
              <w:rPr>
                <w:noProof/>
                <w:webHidden/>
                <w:rtl/>
              </w:rPr>
            </w:r>
            <w:r>
              <w:rPr>
                <w:noProof/>
                <w:webHidden/>
                <w:rtl/>
              </w:rPr>
              <w:fldChar w:fldCharType="separate"/>
            </w:r>
            <w:r w:rsidR="005F3C95">
              <w:rPr>
                <w:noProof/>
                <w:webHidden/>
                <w:rtl/>
              </w:rPr>
              <w:t>288</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74" w:history="1">
            <w:r w:rsidR="00F87BA2" w:rsidRPr="00C0726F">
              <w:rPr>
                <w:rStyle w:val="Hyperlink"/>
                <w:rFonts w:hint="eastAsia"/>
                <w:noProof/>
                <w:rtl/>
              </w:rPr>
              <w:t>في</w:t>
            </w:r>
            <w:r w:rsidR="00F87BA2" w:rsidRPr="00C0726F">
              <w:rPr>
                <w:rStyle w:val="Hyperlink"/>
                <w:noProof/>
                <w:rtl/>
              </w:rPr>
              <w:t xml:space="preserve"> </w:t>
            </w:r>
            <w:r w:rsidR="00F87BA2" w:rsidRPr="00C0726F">
              <w:rPr>
                <w:rStyle w:val="Hyperlink"/>
                <w:rFonts w:hint="eastAsia"/>
                <w:noProof/>
                <w:rtl/>
              </w:rPr>
              <w:t>ذكر</w:t>
            </w:r>
            <w:r w:rsidR="00F87BA2" w:rsidRPr="00C0726F">
              <w:rPr>
                <w:rStyle w:val="Hyperlink"/>
                <w:noProof/>
                <w:rtl/>
              </w:rPr>
              <w:t xml:space="preserve"> </w:t>
            </w:r>
            <w:r w:rsidR="00F87BA2" w:rsidRPr="00C0726F">
              <w:rPr>
                <w:rStyle w:val="Hyperlink"/>
                <w:rFonts w:hint="eastAsia"/>
                <w:noProof/>
                <w:rtl/>
              </w:rPr>
              <w:t>جماعة</w:t>
            </w:r>
            <w:r w:rsidR="00F87BA2" w:rsidRPr="00C0726F">
              <w:rPr>
                <w:rStyle w:val="Hyperlink"/>
                <w:noProof/>
                <w:rtl/>
              </w:rPr>
              <w:t xml:space="preserve"> </w:t>
            </w:r>
            <w:r w:rsidR="00F87BA2" w:rsidRPr="00C0726F">
              <w:rPr>
                <w:rStyle w:val="Hyperlink"/>
                <w:rFonts w:hint="eastAsia"/>
                <w:noProof/>
                <w:rtl/>
              </w:rPr>
              <w:t>من</w:t>
            </w:r>
            <w:r w:rsidR="00F87BA2" w:rsidRPr="00C0726F">
              <w:rPr>
                <w:rStyle w:val="Hyperlink"/>
                <w:noProof/>
                <w:rtl/>
              </w:rPr>
              <w:t xml:space="preserve"> </w:t>
            </w:r>
            <w:r w:rsidR="00F87BA2" w:rsidRPr="00C0726F">
              <w:rPr>
                <w:rStyle w:val="Hyperlink"/>
                <w:rFonts w:hint="eastAsia"/>
                <w:noProof/>
                <w:rtl/>
              </w:rPr>
              <w:t>العامة</w:t>
            </w:r>
            <w:r w:rsidR="00F87BA2" w:rsidRPr="00C0726F">
              <w:rPr>
                <w:rStyle w:val="Hyperlink"/>
                <w:noProof/>
                <w:rtl/>
              </w:rPr>
              <w:t xml:space="preserve"> </w:t>
            </w:r>
            <w:r w:rsidR="00F87BA2" w:rsidRPr="00C0726F">
              <w:rPr>
                <w:rStyle w:val="Hyperlink"/>
                <w:rFonts w:hint="eastAsia"/>
                <w:noProof/>
                <w:rtl/>
              </w:rPr>
              <w:t>نسقا</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Toc403904074 \h</w:instrText>
            </w:r>
            <w:r w:rsidR="00F87BA2">
              <w:rPr>
                <w:noProof/>
                <w:webHidden/>
                <w:rtl/>
              </w:rPr>
              <w:instrText xml:space="preserve"> </w:instrText>
            </w:r>
            <w:r>
              <w:rPr>
                <w:noProof/>
                <w:webHidden/>
                <w:rtl/>
              </w:rPr>
            </w:r>
            <w:r>
              <w:rPr>
                <w:noProof/>
                <w:webHidden/>
                <w:rtl/>
              </w:rPr>
              <w:fldChar w:fldCharType="separate"/>
            </w:r>
            <w:r w:rsidR="005F3C95">
              <w:rPr>
                <w:noProof/>
                <w:webHidden/>
                <w:rtl/>
              </w:rPr>
              <w:t>289</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75" w:history="1">
            <w:r w:rsidR="00F87BA2" w:rsidRPr="00C0726F">
              <w:rPr>
                <w:rStyle w:val="Hyperlink"/>
                <w:rFonts w:hint="eastAsia"/>
                <w:noProof/>
                <w:rtl/>
              </w:rPr>
              <w:t>في</w:t>
            </w:r>
            <w:r w:rsidR="00F87BA2" w:rsidRPr="00C0726F">
              <w:rPr>
                <w:rStyle w:val="Hyperlink"/>
                <w:noProof/>
                <w:rtl/>
              </w:rPr>
              <w:t xml:space="preserve"> </w:t>
            </w:r>
            <w:r w:rsidR="00F87BA2" w:rsidRPr="00C0726F">
              <w:rPr>
                <w:rStyle w:val="Hyperlink"/>
                <w:rFonts w:hint="eastAsia"/>
                <w:noProof/>
                <w:rtl/>
              </w:rPr>
              <w:t>ذكر</w:t>
            </w:r>
            <w:r w:rsidR="00F87BA2" w:rsidRPr="00C0726F">
              <w:rPr>
                <w:rStyle w:val="Hyperlink"/>
                <w:noProof/>
                <w:rtl/>
              </w:rPr>
              <w:t xml:space="preserve"> </w:t>
            </w:r>
            <w:r w:rsidR="00F87BA2" w:rsidRPr="00C0726F">
              <w:rPr>
                <w:rStyle w:val="Hyperlink"/>
                <w:rFonts w:hint="eastAsia"/>
                <w:noProof/>
                <w:rtl/>
              </w:rPr>
              <w:t>جماعة</w:t>
            </w:r>
            <w:r w:rsidR="00F87BA2" w:rsidRPr="00C0726F">
              <w:rPr>
                <w:rStyle w:val="Hyperlink"/>
                <w:noProof/>
                <w:rtl/>
              </w:rPr>
              <w:t xml:space="preserve"> </w:t>
            </w:r>
            <w:r w:rsidR="00F87BA2" w:rsidRPr="00C0726F">
              <w:rPr>
                <w:rStyle w:val="Hyperlink"/>
                <w:rFonts w:hint="eastAsia"/>
                <w:noProof/>
                <w:rtl/>
              </w:rPr>
              <w:t>من</w:t>
            </w:r>
            <w:r w:rsidR="00F87BA2" w:rsidRPr="00C0726F">
              <w:rPr>
                <w:rStyle w:val="Hyperlink"/>
                <w:noProof/>
                <w:rtl/>
              </w:rPr>
              <w:t xml:space="preserve"> </w:t>
            </w:r>
            <w:r w:rsidR="00F87BA2" w:rsidRPr="00C0726F">
              <w:rPr>
                <w:rStyle w:val="Hyperlink"/>
                <w:rFonts w:hint="eastAsia"/>
                <w:noProof/>
                <w:rtl/>
              </w:rPr>
              <w:t>الكيسانية</w:t>
            </w:r>
            <w:r w:rsidR="00F87BA2" w:rsidRPr="00C0726F">
              <w:rPr>
                <w:rStyle w:val="Hyperlink"/>
                <w:noProof/>
                <w:rtl/>
              </w:rPr>
              <w:t xml:space="preserve"> </w:t>
            </w:r>
            <w:r w:rsidR="00F87BA2" w:rsidRPr="00C0726F">
              <w:rPr>
                <w:rStyle w:val="Hyperlink"/>
                <w:rFonts w:hint="eastAsia"/>
                <w:noProof/>
                <w:rtl/>
              </w:rPr>
              <w:t>نسقا</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Toc403904075 \h</w:instrText>
            </w:r>
            <w:r w:rsidR="00F87BA2">
              <w:rPr>
                <w:noProof/>
                <w:webHidden/>
                <w:rtl/>
              </w:rPr>
              <w:instrText xml:space="preserve"> </w:instrText>
            </w:r>
            <w:r>
              <w:rPr>
                <w:noProof/>
                <w:webHidden/>
                <w:rtl/>
              </w:rPr>
            </w:r>
            <w:r>
              <w:rPr>
                <w:noProof/>
                <w:webHidden/>
                <w:rtl/>
              </w:rPr>
              <w:fldChar w:fldCharType="separate"/>
            </w:r>
            <w:r w:rsidR="005F3C95">
              <w:rPr>
                <w:noProof/>
                <w:webHidden/>
                <w:rtl/>
              </w:rPr>
              <w:t>291</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76" w:history="1">
            <w:r w:rsidR="00F87BA2" w:rsidRPr="00C0726F">
              <w:rPr>
                <w:rStyle w:val="Hyperlink"/>
                <w:rFonts w:hint="eastAsia"/>
                <w:noProof/>
                <w:rtl/>
              </w:rPr>
              <w:t>في</w:t>
            </w:r>
            <w:r w:rsidR="00F87BA2" w:rsidRPr="00C0726F">
              <w:rPr>
                <w:rStyle w:val="Hyperlink"/>
                <w:noProof/>
                <w:rtl/>
              </w:rPr>
              <w:t xml:space="preserve"> </w:t>
            </w:r>
            <w:r w:rsidR="00F87BA2" w:rsidRPr="00C0726F">
              <w:rPr>
                <w:rStyle w:val="Hyperlink"/>
                <w:rFonts w:hint="eastAsia"/>
                <w:noProof/>
                <w:rtl/>
              </w:rPr>
              <w:t>ذكر</w:t>
            </w:r>
            <w:r w:rsidR="00F87BA2" w:rsidRPr="00C0726F">
              <w:rPr>
                <w:rStyle w:val="Hyperlink"/>
                <w:noProof/>
                <w:rtl/>
              </w:rPr>
              <w:t xml:space="preserve"> </w:t>
            </w:r>
            <w:r w:rsidR="00F87BA2" w:rsidRPr="00C0726F">
              <w:rPr>
                <w:rStyle w:val="Hyperlink"/>
                <w:rFonts w:hint="eastAsia"/>
                <w:noProof/>
                <w:rtl/>
              </w:rPr>
              <w:t>جماعة</w:t>
            </w:r>
            <w:r w:rsidR="00F87BA2" w:rsidRPr="00C0726F">
              <w:rPr>
                <w:rStyle w:val="Hyperlink"/>
                <w:noProof/>
                <w:rtl/>
              </w:rPr>
              <w:t xml:space="preserve"> </w:t>
            </w:r>
            <w:r w:rsidR="00F87BA2" w:rsidRPr="00C0726F">
              <w:rPr>
                <w:rStyle w:val="Hyperlink"/>
                <w:rFonts w:hint="eastAsia"/>
                <w:noProof/>
                <w:rtl/>
              </w:rPr>
              <w:t>من</w:t>
            </w:r>
            <w:r w:rsidR="00F87BA2" w:rsidRPr="00C0726F">
              <w:rPr>
                <w:rStyle w:val="Hyperlink"/>
                <w:noProof/>
                <w:rtl/>
              </w:rPr>
              <w:t xml:space="preserve"> </w:t>
            </w:r>
            <w:r w:rsidR="00F87BA2" w:rsidRPr="00C0726F">
              <w:rPr>
                <w:rStyle w:val="Hyperlink"/>
                <w:rFonts w:hint="eastAsia"/>
                <w:noProof/>
                <w:rtl/>
              </w:rPr>
              <w:t>الناووسية</w:t>
            </w:r>
            <w:r w:rsidR="00F87BA2" w:rsidRPr="00C0726F">
              <w:rPr>
                <w:rStyle w:val="Hyperlink"/>
                <w:noProof/>
                <w:rtl/>
              </w:rPr>
              <w:t xml:space="preserve"> </w:t>
            </w:r>
            <w:r w:rsidR="00F87BA2" w:rsidRPr="00C0726F">
              <w:rPr>
                <w:rStyle w:val="Hyperlink"/>
                <w:rFonts w:hint="eastAsia"/>
                <w:noProof/>
                <w:rtl/>
              </w:rPr>
              <w:t>نسقا</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Toc403904076 \h</w:instrText>
            </w:r>
            <w:r w:rsidR="00F87BA2">
              <w:rPr>
                <w:noProof/>
                <w:webHidden/>
                <w:rtl/>
              </w:rPr>
              <w:instrText xml:space="preserve"> </w:instrText>
            </w:r>
            <w:r>
              <w:rPr>
                <w:noProof/>
                <w:webHidden/>
                <w:rtl/>
              </w:rPr>
            </w:r>
            <w:r>
              <w:rPr>
                <w:noProof/>
                <w:webHidden/>
                <w:rtl/>
              </w:rPr>
              <w:fldChar w:fldCharType="separate"/>
            </w:r>
            <w:r w:rsidR="005F3C95">
              <w:rPr>
                <w:noProof/>
                <w:webHidden/>
                <w:rtl/>
              </w:rPr>
              <w:t>291</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77" w:history="1">
            <w:r w:rsidR="00F87BA2" w:rsidRPr="00C0726F">
              <w:rPr>
                <w:rStyle w:val="Hyperlink"/>
                <w:rFonts w:hint="eastAsia"/>
                <w:noProof/>
                <w:rtl/>
              </w:rPr>
              <w:t>في</w:t>
            </w:r>
            <w:r w:rsidR="00F87BA2" w:rsidRPr="00C0726F">
              <w:rPr>
                <w:rStyle w:val="Hyperlink"/>
                <w:noProof/>
                <w:rtl/>
              </w:rPr>
              <w:t xml:space="preserve"> </w:t>
            </w:r>
            <w:r w:rsidR="00F87BA2" w:rsidRPr="00C0726F">
              <w:rPr>
                <w:rStyle w:val="Hyperlink"/>
                <w:rFonts w:hint="eastAsia"/>
                <w:noProof/>
                <w:rtl/>
              </w:rPr>
              <w:t>ذكر</w:t>
            </w:r>
            <w:r w:rsidR="00F87BA2" w:rsidRPr="00C0726F">
              <w:rPr>
                <w:rStyle w:val="Hyperlink"/>
                <w:noProof/>
                <w:rtl/>
              </w:rPr>
              <w:t xml:space="preserve"> </w:t>
            </w:r>
            <w:r w:rsidR="00F87BA2" w:rsidRPr="00C0726F">
              <w:rPr>
                <w:rStyle w:val="Hyperlink"/>
                <w:rFonts w:hint="eastAsia"/>
                <w:noProof/>
                <w:rtl/>
              </w:rPr>
              <w:t>جماعة</w:t>
            </w:r>
            <w:r w:rsidR="00F87BA2" w:rsidRPr="00C0726F">
              <w:rPr>
                <w:rStyle w:val="Hyperlink"/>
                <w:noProof/>
                <w:rtl/>
              </w:rPr>
              <w:t xml:space="preserve"> </w:t>
            </w:r>
            <w:r w:rsidR="00F87BA2" w:rsidRPr="00C0726F">
              <w:rPr>
                <w:rStyle w:val="Hyperlink"/>
                <w:rFonts w:hint="eastAsia"/>
                <w:noProof/>
                <w:rtl/>
              </w:rPr>
              <w:t>من</w:t>
            </w:r>
            <w:r w:rsidR="00F87BA2" w:rsidRPr="00C0726F">
              <w:rPr>
                <w:rStyle w:val="Hyperlink"/>
                <w:noProof/>
                <w:rtl/>
              </w:rPr>
              <w:t xml:space="preserve"> </w:t>
            </w:r>
            <w:r w:rsidR="00F87BA2" w:rsidRPr="00C0726F">
              <w:rPr>
                <w:rStyle w:val="Hyperlink"/>
                <w:rFonts w:hint="eastAsia"/>
                <w:noProof/>
                <w:rtl/>
              </w:rPr>
              <w:t>الغلاة</w:t>
            </w:r>
            <w:r w:rsidR="00F87BA2" w:rsidRPr="00C0726F">
              <w:rPr>
                <w:rStyle w:val="Hyperlink"/>
                <w:noProof/>
                <w:rtl/>
              </w:rPr>
              <w:t xml:space="preserve"> </w:t>
            </w:r>
            <w:r w:rsidR="00F87BA2" w:rsidRPr="00C0726F">
              <w:rPr>
                <w:rStyle w:val="Hyperlink"/>
                <w:rFonts w:hint="eastAsia"/>
                <w:noProof/>
                <w:rtl/>
              </w:rPr>
              <w:t>نسقا</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Toc403904077 \h</w:instrText>
            </w:r>
            <w:r w:rsidR="00F87BA2">
              <w:rPr>
                <w:noProof/>
                <w:webHidden/>
                <w:rtl/>
              </w:rPr>
              <w:instrText xml:space="preserve"> </w:instrText>
            </w:r>
            <w:r>
              <w:rPr>
                <w:noProof/>
                <w:webHidden/>
                <w:rtl/>
              </w:rPr>
            </w:r>
            <w:r>
              <w:rPr>
                <w:noProof/>
                <w:webHidden/>
                <w:rtl/>
              </w:rPr>
              <w:fldChar w:fldCharType="separate"/>
            </w:r>
            <w:r w:rsidR="005F3C95">
              <w:rPr>
                <w:noProof/>
                <w:webHidden/>
                <w:rtl/>
              </w:rPr>
              <w:t>291</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78" w:history="1">
            <w:r w:rsidR="00F87BA2" w:rsidRPr="00C0726F">
              <w:rPr>
                <w:rStyle w:val="Hyperlink"/>
                <w:rFonts w:hint="eastAsia"/>
                <w:noProof/>
                <w:rtl/>
              </w:rPr>
              <w:t>في</w:t>
            </w:r>
            <w:r w:rsidR="00F87BA2" w:rsidRPr="00C0726F">
              <w:rPr>
                <w:rStyle w:val="Hyperlink"/>
                <w:noProof/>
                <w:rtl/>
              </w:rPr>
              <w:t xml:space="preserve"> </w:t>
            </w:r>
            <w:r w:rsidR="00F87BA2" w:rsidRPr="00C0726F">
              <w:rPr>
                <w:rStyle w:val="Hyperlink"/>
                <w:rFonts w:hint="eastAsia"/>
                <w:noProof/>
                <w:rtl/>
              </w:rPr>
              <w:t>ذكر</w:t>
            </w:r>
            <w:r w:rsidR="00F87BA2" w:rsidRPr="00C0726F">
              <w:rPr>
                <w:rStyle w:val="Hyperlink"/>
                <w:noProof/>
                <w:rtl/>
              </w:rPr>
              <w:t xml:space="preserve"> </w:t>
            </w:r>
            <w:r w:rsidR="00F87BA2" w:rsidRPr="00C0726F">
              <w:rPr>
                <w:rStyle w:val="Hyperlink"/>
                <w:rFonts w:hint="eastAsia"/>
                <w:noProof/>
                <w:rtl/>
              </w:rPr>
              <w:t>جماعة</w:t>
            </w:r>
            <w:r w:rsidR="00F87BA2" w:rsidRPr="00C0726F">
              <w:rPr>
                <w:rStyle w:val="Hyperlink"/>
                <w:noProof/>
                <w:rtl/>
              </w:rPr>
              <w:t xml:space="preserve"> </w:t>
            </w:r>
            <w:r w:rsidR="00F87BA2" w:rsidRPr="00C0726F">
              <w:rPr>
                <w:rStyle w:val="Hyperlink"/>
                <w:rFonts w:hint="eastAsia"/>
                <w:noProof/>
                <w:rtl/>
              </w:rPr>
              <w:t>اطلق</w:t>
            </w:r>
            <w:r w:rsidR="00F87BA2" w:rsidRPr="00C0726F">
              <w:rPr>
                <w:rStyle w:val="Hyperlink"/>
                <w:noProof/>
                <w:rtl/>
              </w:rPr>
              <w:t xml:space="preserve"> </w:t>
            </w:r>
            <w:r w:rsidR="00F87BA2" w:rsidRPr="00C0726F">
              <w:rPr>
                <w:rStyle w:val="Hyperlink"/>
                <w:rFonts w:hint="eastAsia"/>
                <w:noProof/>
                <w:rtl/>
              </w:rPr>
              <w:t>عليهم</w:t>
            </w:r>
            <w:r w:rsidR="00F87BA2" w:rsidRPr="00C0726F">
              <w:rPr>
                <w:rStyle w:val="Hyperlink"/>
                <w:noProof/>
                <w:rtl/>
              </w:rPr>
              <w:t xml:space="preserve"> </w:t>
            </w:r>
            <w:r w:rsidR="00F87BA2" w:rsidRPr="00C0726F">
              <w:rPr>
                <w:rStyle w:val="Hyperlink"/>
                <w:rFonts w:hint="eastAsia"/>
                <w:noProof/>
                <w:rtl/>
              </w:rPr>
              <w:t>الضعف</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Toc403904078 \h</w:instrText>
            </w:r>
            <w:r w:rsidR="00F87BA2">
              <w:rPr>
                <w:noProof/>
                <w:webHidden/>
                <w:rtl/>
              </w:rPr>
              <w:instrText xml:space="preserve"> </w:instrText>
            </w:r>
            <w:r>
              <w:rPr>
                <w:noProof/>
                <w:webHidden/>
                <w:rtl/>
              </w:rPr>
            </w:r>
            <w:r>
              <w:rPr>
                <w:noProof/>
                <w:webHidden/>
                <w:rtl/>
              </w:rPr>
              <w:fldChar w:fldCharType="separate"/>
            </w:r>
            <w:r w:rsidR="005F3C95">
              <w:rPr>
                <w:noProof/>
                <w:webHidden/>
                <w:rtl/>
              </w:rPr>
              <w:t>295</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79" w:history="1">
            <w:r w:rsidR="00F87BA2" w:rsidRPr="00C0726F">
              <w:rPr>
                <w:rStyle w:val="Hyperlink"/>
                <w:rFonts w:hint="eastAsia"/>
                <w:noProof/>
                <w:rtl/>
              </w:rPr>
              <w:t>فيمن</w:t>
            </w:r>
            <w:r w:rsidR="00F87BA2" w:rsidRPr="00C0726F">
              <w:rPr>
                <w:rStyle w:val="Hyperlink"/>
                <w:noProof/>
                <w:rtl/>
              </w:rPr>
              <w:t xml:space="preserve"> </w:t>
            </w:r>
            <w:r w:rsidR="00F87BA2" w:rsidRPr="00C0726F">
              <w:rPr>
                <w:rStyle w:val="Hyperlink"/>
                <w:rFonts w:hint="eastAsia"/>
                <w:noProof/>
                <w:rtl/>
              </w:rPr>
              <w:t>قيل</w:t>
            </w:r>
            <w:r w:rsidR="00F87BA2" w:rsidRPr="00C0726F">
              <w:rPr>
                <w:rStyle w:val="Hyperlink"/>
                <w:noProof/>
                <w:rtl/>
              </w:rPr>
              <w:t xml:space="preserve"> </w:t>
            </w:r>
            <w:r w:rsidR="00F87BA2" w:rsidRPr="00C0726F">
              <w:rPr>
                <w:rStyle w:val="Hyperlink"/>
                <w:rFonts w:hint="eastAsia"/>
                <w:noProof/>
                <w:rtl/>
              </w:rPr>
              <w:t>إنه</w:t>
            </w:r>
            <w:r w:rsidR="00F87BA2" w:rsidRPr="00C0726F">
              <w:rPr>
                <w:rStyle w:val="Hyperlink"/>
                <w:noProof/>
                <w:rtl/>
              </w:rPr>
              <w:t xml:space="preserve"> </w:t>
            </w:r>
            <w:r w:rsidR="00F87BA2" w:rsidRPr="00C0726F">
              <w:rPr>
                <w:rStyle w:val="Hyperlink"/>
                <w:rFonts w:hint="eastAsia"/>
                <w:noProof/>
                <w:rtl/>
              </w:rPr>
              <w:t>مخلط</w:t>
            </w:r>
            <w:r w:rsidR="00F87BA2" w:rsidRPr="00C0726F">
              <w:rPr>
                <w:rStyle w:val="Hyperlink"/>
                <w:noProof/>
                <w:rtl/>
              </w:rPr>
              <w:t xml:space="preserve"> </w:t>
            </w:r>
            <w:r w:rsidR="00F87BA2" w:rsidRPr="00C0726F">
              <w:rPr>
                <w:rStyle w:val="Hyperlink"/>
                <w:rFonts w:hint="eastAsia"/>
                <w:noProof/>
                <w:rtl/>
              </w:rPr>
              <w:t>أو</w:t>
            </w:r>
            <w:r w:rsidR="00F87BA2" w:rsidRPr="00C0726F">
              <w:rPr>
                <w:rStyle w:val="Hyperlink"/>
                <w:noProof/>
                <w:rtl/>
              </w:rPr>
              <w:t xml:space="preserve"> </w:t>
            </w:r>
            <w:r w:rsidR="00F87BA2" w:rsidRPr="00C0726F">
              <w:rPr>
                <w:rStyle w:val="Hyperlink"/>
                <w:rFonts w:hint="eastAsia"/>
                <w:noProof/>
                <w:rtl/>
              </w:rPr>
              <w:t>مضطرب</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Toc403904079 \h</w:instrText>
            </w:r>
            <w:r w:rsidR="00F87BA2">
              <w:rPr>
                <w:noProof/>
                <w:webHidden/>
                <w:rtl/>
              </w:rPr>
              <w:instrText xml:space="preserve"> </w:instrText>
            </w:r>
            <w:r>
              <w:rPr>
                <w:noProof/>
                <w:webHidden/>
                <w:rtl/>
              </w:rPr>
            </w:r>
            <w:r>
              <w:rPr>
                <w:noProof/>
                <w:webHidden/>
                <w:rtl/>
              </w:rPr>
              <w:fldChar w:fldCharType="separate"/>
            </w:r>
            <w:r w:rsidR="005F3C95">
              <w:rPr>
                <w:noProof/>
                <w:webHidden/>
                <w:rtl/>
              </w:rPr>
              <w:t>297</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80" w:history="1">
            <w:r w:rsidR="00F87BA2" w:rsidRPr="00C0726F">
              <w:rPr>
                <w:rStyle w:val="Hyperlink"/>
                <w:rFonts w:hint="eastAsia"/>
                <w:noProof/>
                <w:rtl/>
              </w:rPr>
              <w:t>فيمن</w:t>
            </w:r>
            <w:r w:rsidR="00F87BA2" w:rsidRPr="00C0726F">
              <w:rPr>
                <w:rStyle w:val="Hyperlink"/>
                <w:noProof/>
                <w:rtl/>
              </w:rPr>
              <w:t xml:space="preserve"> </w:t>
            </w:r>
            <w:r w:rsidR="00F87BA2" w:rsidRPr="00C0726F">
              <w:rPr>
                <w:rStyle w:val="Hyperlink"/>
                <w:rFonts w:hint="eastAsia"/>
                <w:noProof/>
                <w:rtl/>
              </w:rPr>
              <w:t>قيل</w:t>
            </w:r>
            <w:r w:rsidR="00F87BA2" w:rsidRPr="00C0726F">
              <w:rPr>
                <w:rStyle w:val="Hyperlink"/>
                <w:noProof/>
                <w:rtl/>
              </w:rPr>
              <w:t xml:space="preserve"> </w:t>
            </w:r>
            <w:r w:rsidR="00F87BA2" w:rsidRPr="00C0726F">
              <w:rPr>
                <w:rStyle w:val="Hyperlink"/>
                <w:rFonts w:hint="eastAsia"/>
                <w:noProof/>
                <w:rtl/>
              </w:rPr>
              <w:t>يعرف</w:t>
            </w:r>
            <w:r w:rsidR="00F87BA2" w:rsidRPr="00C0726F">
              <w:rPr>
                <w:rStyle w:val="Hyperlink"/>
                <w:noProof/>
                <w:rtl/>
              </w:rPr>
              <w:t xml:space="preserve"> </w:t>
            </w:r>
            <w:r w:rsidR="00F87BA2" w:rsidRPr="00C0726F">
              <w:rPr>
                <w:rStyle w:val="Hyperlink"/>
                <w:rFonts w:hint="eastAsia"/>
                <w:noProof/>
                <w:rtl/>
              </w:rPr>
              <w:t>حديثه</w:t>
            </w:r>
            <w:r w:rsidR="00F87BA2" w:rsidRPr="00C0726F">
              <w:rPr>
                <w:rStyle w:val="Hyperlink"/>
                <w:noProof/>
                <w:rtl/>
              </w:rPr>
              <w:t xml:space="preserve"> </w:t>
            </w:r>
            <w:r w:rsidR="00F87BA2" w:rsidRPr="00C0726F">
              <w:rPr>
                <w:rStyle w:val="Hyperlink"/>
                <w:rFonts w:hint="eastAsia"/>
                <w:noProof/>
                <w:rtl/>
              </w:rPr>
              <w:t>تارة</w:t>
            </w:r>
            <w:r w:rsidR="00F87BA2" w:rsidRPr="00C0726F">
              <w:rPr>
                <w:rStyle w:val="Hyperlink"/>
                <w:noProof/>
                <w:rtl/>
              </w:rPr>
              <w:t xml:space="preserve"> </w:t>
            </w:r>
            <w:r w:rsidR="00F87BA2" w:rsidRPr="00C0726F">
              <w:rPr>
                <w:rStyle w:val="Hyperlink"/>
                <w:rFonts w:hint="eastAsia"/>
                <w:noProof/>
                <w:rtl/>
              </w:rPr>
              <w:t>وينكر</w:t>
            </w:r>
            <w:r w:rsidR="00F87BA2" w:rsidRPr="00C0726F">
              <w:rPr>
                <w:rStyle w:val="Hyperlink"/>
                <w:noProof/>
                <w:rtl/>
              </w:rPr>
              <w:t xml:space="preserve"> </w:t>
            </w:r>
            <w:r w:rsidR="00F87BA2" w:rsidRPr="00C0726F">
              <w:rPr>
                <w:rStyle w:val="Hyperlink"/>
                <w:rFonts w:hint="eastAsia"/>
                <w:noProof/>
                <w:rtl/>
              </w:rPr>
              <w:t>اخرى</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Toc403904080 \h</w:instrText>
            </w:r>
            <w:r w:rsidR="00F87BA2">
              <w:rPr>
                <w:noProof/>
                <w:webHidden/>
                <w:rtl/>
              </w:rPr>
              <w:instrText xml:space="preserve"> </w:instrText>
            </w:r>
            <w:r>
              <w:rPr>
                <w:noProof/>
                <w:webHidden/>
                <w:rtl/>
              </w:rPr>
            </w:r>
            <w:r>
              <w:rPr>
                <w:noProof/>
                <w:webHidden/>
                <w:rtl/>
              </w:rPr>
              <w:fldChar w:fldCharType="separate"/>
            </w:r>
            <w:r w:rsidR="005F3C95">
              <w:rPr>
                <w:noProof/>
                <w:webHidden/>
                <w:rtl/>
              </w:rPr>
              <w:t>298</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81" w:history="1">
            <w:r w:rsidR="00F87BA2" w:rsidRPr="00C0726F">
              <w:rPr>
                <w:rStyle w:val="Hyperlink"/>
                <w:rFonts w:hint="eastAsia"/>
                <w:noProof/>
                <w:rtl/>
              </w:rPr>
              <w:t>فيمن</w:t>
            </w:r>
            <w:r w:rsidR="00F87BA2" w:rsidRPr="00C0726F">
              <w:rPr>
                <w:rStyle w:val="Hyperlink"/>
                <w:noProof/>
                <w:rtl/>
              </w:rPr>
              <w:t xml:space="preserve"> </w:t>
            </w:r>
            <w:r w:rsidR="00F87BA2" w:rsidRPr="00C0726F">
              <w:rPr>
                <w:rStyle w:val="Hyperlink"/>
                <w:rFonts w:hint="eastAsia"/>
                <w:noProof/>
                <w:rtl/>
              </w:rPr>
              <w:t>طعن</w:t>
            </w:r>
            <w:r w:rsidR="00F87BA2" w:rsidRPr="00C0726F">
              <w:rPr>
                <w:rStyle w:val="Hyperlink"/>
                <w:noProof/>
                <w:rtl/>
              </w:rPr>
              <w:t xml:space="preserve"> </w:t>
            </w:r>
            <w:r w:rsidR="00F87BA2" w:rsidRPr="00C0726F">
              <w:rPr>
                <w:rStyle w:val="Hyperlink"/>
                <w:rFonts w:hint="eastAsia"/>
                <w:noProof/>
                <w:rtl/>
              </w:rPr>
              <w:t>عليه</w:t>
            </w:r>
            <w:r w:rsidR="00F87BA2" w:rsidRPr="00C0726F">
              <w:rPr>
                <w:rStyle w:val="Hyperlink"/>
                <w:noProof/>
                <w:rtl/>
              </w:rPr>
              <w:t xml:space="preserve"> </w:t>
            </w:r>
            <w:r w:rsidR="00F87BA2" w:rsidRPr="00C0726F">
              <w:rPr>
                <w:rStyle w:val="Hyperlink"/>
                <w:rFonts w:hint="eastAsia"/>
                <w:noProof/>
                <w:rtl/>
              </w:rPr>
              <w:t>بفساد</w:t>
            </w:r>
            <w:r w:rsidR="00F87BA2" w:rsidRPr="00C0726F">
              <w:rPr>
                <w:rStyle w:val="Hyperlink"/>
                <w:noProof/>
                <w:rtl/>
              </w:rPr>
              <w:t xml:space="preserve"> </w:t>
            </w:r>
            <w:r w:rsidR="00F87BA2" w:rsidRPr="00C0726F">
              <w:rPr>
                <w:rStyle w:val="Hyperlink"/>
                <w:rFonts w:hint="eastAsia"/>
                <w:noProof/>
                <w:rtl/>
              </w:rPr>
              <w:t>مذهبه</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Toc403904081 \h</w:instrText>
            </w:r>
            <w:r w:rsidR="00F87BA2">
              <w:rPr>
                <w:noProof/>
                <w:webHidden/>
                <w:rtl/>
              </w:rPr>
              <w:instrText xml:space="preserve"> </w:instrText>
            </w:r>
            <w:r>
              <w:rPr>
                <w:noProof/>
                <w:webHidden/>
                <w:rtl/>
              </w:rPr>
            </w:r>
            <w:r>
              <w:rPr>
                <w:noProof/>
                <w:webHidden/>
                <w:rtl/>
              </w:rPr>
              <w:fldChar w:fldCharType="separate"/>
            </w:r>
            <w:r w:rsidR="005F3C95">
              <w:rPr>
                <w:noProof/>
                <w:webHidden/>
                <w:rtl/>
              </w:rPr>
              <w:t>299</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82" w:history="1">
            <w:r w:rsidR="00F87BA2" w:rsidRPr="00C0726F">
              <w:rPr>
                <w:rStyle w:val="Hyperlink"/>
                <w:rFonts w:hint="eastAsia"/>
                <w:noProof/>
                <w:rtl/>
              </w:rPr>
              <w:t>فيمن</w:t>
            </w:r>
            <w:r w:rsidR="00F87BA2" w:rsidRPr="00C0726F">
              <w:rPr>
                <w:rStyle w:val="Hyperlink"/>
                <w:noProof/>
                <w:rtl/>
              </w:rPr>
              <w:t xml:space="preserve"> </w:t>
            </w:r>
            <w:r w:rsidR="00F87BA2" w:rsidRPr="00C0726F">
              <w:rPr>
                <w:rStyle w:val="Hyperlink"/>
                <w:rFonts w:hint="eastAsia"/>
                <w:noProof/>
                <w:rtl/>
              </w:rPr>
              <w:t>قيل</w:t>
            </w:r>
            <w:r w:rsidR="00F87BA2" w:rsidRPr="00C0726F">
              <w:rPr>
                <w:rStyle w:val="Hyperlink"/>
                <w:noProof/>
                <w:rtl/>
              </w:rPr>
              <w:t xml:space="preserve"> </w:t>
            </w:r>
            <w:r w:rsidR="00F87BA2" w:rsidRPr="00C0726F">
              <w:rPr>
                <w:rStyle w:val="Hyperlink"/>
                <w:rFonts w:hint="eastAsia"/>
                <w:noProof/>
                <w:rtl/>
              </w:rPr>
              <w:t>إنه</w:t>
            </w:r>
            <w:r w:rsidR="00F87BA2" w:rsidRPr="00C0726F">
              <w:rPr>
                <w:rStyle w:val="Hyperlink"/>
                <w:noProof/>
                <w:rtl/>
              </w:rPr>
              <w:t xml:space="preserve"> </w:t>
            </w:r>
            <w:r w:rsidR="00F87BA2" w:rsidRPr="00C0726F">
              <w:rPr>
                <w:rStyle w:val="Hyperlink"/>
                <w:rFonts w:hint="eastAsia"/>
                <w:noProof/>
                <w:rtl/>
              </w:rPr>
              <w:t>ثقة</w:t>
            </w:r>
            <w:r w:rsidR="00F87BA2" w:rsidRPr="00C0726F">
              <w:rPr>
                <w:rStyle w:val="Hyperlink"/>
                <w:noProof/>
                <w:rtl/>
              </w:rPr>
              <w:t xml:space="preserve"> </w:t>
            </w:r>
            <w:r w:rsidR="00F87BA2" w:rsidRPr="00C0726F">
              <w:rPr>
                <w:rStyle w:val="Hyperlink"/>
                <w:rFonts w:hint="eastAsia"/>
                <w:noProof/>
                <w:rtl/>
              </w:rPr>
              <w:t>لكنه</w:t>
            </w:r>
            <w:r w:rsidR="00F87BA2" w:rsidRPr="00C0726F">
              <w:rPr>
                <w:rStyle w:val="Hyperlink"/>
                <w:noProof/>
                <w:rtl/>
              </w:rPr>
              <w:t xml:space="preserve"> </w:t>
            </w:r>
            <w:r w:rsidR="00F87BA2" w:rsidRPr="00C0726F">
              <w:rPr>
                <w:rStyle w:val="Hyperlink"/>
                <w:rFonts w:hint="eastAsia"/>
                <w:noProof/>
                <w:rtl/>
              </w:rPr>
              <w:t>يروي</w:t>
            </w:r>
            <w:r w:rsidR="00F87BA2" w:rsidRPr="00C0726F">
              <w:rPr>
                <w:rStyle w:val="Hyperlink"/>
                <w:noProof/>
                <w:rtl/>
              </w:rPr>
              <w:t xml:space="preserve"> </w:t>
            </w:r>
            <w:r w:rsidR="00F87BA2" w:rsidRPr="00C0726F">
              <w:rPr>
                <w:rStyle w:val="Hyperlink"/>
                <w:rFonts w:hint="eastAsia"/>
                <w:noProof/>
                <w:rtl/>
              </w:rPr>
              <w:t>عن</w:t>
            </w:r>
            <w:r w:rsidR="00F87BA2" w:rsidRPr="00C0726F">
              <w:rPr>
                <w:rStyle w:val="Hyperlink"/>
                <w:noProof/>
                <w:rtl/>
              </w:rPr>
              <w:t xml:space="preserve"> </w:t>
            </w:r>
            <w:r w:rsidR="00F87BA2" w:rsidRPr="00C0726F">
              <w:rPr>
                <w:rStyle w:val="Hyperlink"/>
                <w:rFonts w:hint="eastAsia"/>
                <w:noProof/>
                <w:rtl/>
              </w:rPr>
              <w:t>الضعفاء</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Toc403904082 \h</w:instrText>
            </w:r>
            <w:r w:rsidR="00F87BA2">
              <w:rPr>
                <w:noProof/>
                <w:webHidden/>
                <w:rtl/>
              </w:rPr>
              <w:instrText xml:space="preserve"> </w:instrText>
            </w:r>
            <w:r>
              <w:rPr>
                <w:noProof/>
                <w:webHidden/>
                <w:rtl/>
              </w:rPr>
            </w:r>
            <w:r>
              <w:rPr>
                <w:noProof/>
                <w:webHidden/>
                <w:rtl/>
              </w:rPr>
              <w:fldChar w:fldCharType="separate"/>
            </w:r>
            <w:r w:rsidR="005F3C95">
              <w:rPr>
                <w:noProof/>
                <w:webHidden/>
                <w:rtl/>
              </w:rPr>
              <w:t>299</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83" w:history="1">
            <w:r w:rsidR="00F87BA2" w:rsidRPr="00C0726F">
              <w:rPr>
                <w:rStyle w:val="Hyperlink"/>
                <w:rFonts w:hint="eastAsia"/>
                <w:noProof/>
                <w:rtl/>
              </w:rPr>
              <w:t>فيمن</w:t>
            </w:r>
            <w:r w:rsidR="00F87BA2" w:rsidRPr="00C0726F">
              <w:rPr>
                <w:rStyle w:val="Hyperlink"/>
                <w:noProof/>
                <w:rtl/>
              </w:rPr>
              <w:t xml:space="preserve"> </w:t>
            </w:r>
            <w:r w:rsidR="00F87BA2" w:rsidRPr="00C0726F">
              <w:rPr>
                <w:rStyle w:val="Hyperlink"/>
                <w:rFonts w:hint="eastAsia"/>
                <w:noProof/>
                <w:rtl/>
              </w:rPr>
              <w:t>قيل</w:t>
            </w:r>
            <w:r w:rsidR="00F87BA2" w:rsidRPr="00C0726F">
              <w:rPr>
                <w:rStyle w:val="Hyperlink"/>
                <w:noProof/>
                <w:rtl/>
              </w:rPr>
              <w:t xml:space="preserve"> </w:t>
            </w:r>
            <w:r w:rsidR="00F87BA2" w:rsidRPr="00C0726F">
              <w:rPr>
                <w:rStyle w:val="Hyperlink"/>
                <w:rFonts w:hint="eastAsia"/>
                <w:noProof/>
                <w:rtl/>
              </w:rPr>
              <w:t>إنه</w:t>
            </w:r>
            <w:r w:rsidR="00F87BA2" w:rsidRPr="00C0726F">
              <w:rPr>
                <w:rStyle w:val="Hyperlink"/>
                <w:noProof/>
                <w:rtl/>
              </w:rPr>
              <w:t xml:space="preserve"> </w:t>
            </w:r>
            <w:r w:rsidR="00F87BA2" w:rsidRPr="00C0726F">
              <w:rPr>
                <w:rStyle w:val="Hyperlink"/>
                <w:rFonts w:hint="eastAsia"/>
                <w:noProof/>
                <w:rtl/>
              </w:rPr>
              <w:t>يضع</w:t>
            </w:r>
            <w:r w:rsidR="00F87BA2" w:rsidRPr="00C0726F">
              <w:rPr>
                <w:rStyle w:val="Hyperlink"/>
                <w:noProof/>
                <w:rtl/>
              </w:rPr>
              <w:t xml:space="preserve"> </w:t>
            </w:r>
            <w:r w:rsidR="00F87BA2" w:rsidRPr="00C0726F">
              <w:rPr>
                <w:rStyle w:val="Hyperlink"/>
                <w:rFonts w:hint="eastAsia"/>
                <w:noProof/>
                <w:rtl/>
              </w:rPr>
              <w:t>الحديث</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Toc403904083 \h</w:instrText>
            </w:r>
            <w:r w:rsidR="00F87BA2">
              <w:rPr>
                <w:noProof/>
                <w:webHidden/>
                <w:rtl/>
              </w:rPr>
              <w:instrText xml:space="preserve"> </w:instrText>
            </w:r>
            <w:r>
              <w:rPr>
                <w:noProof/>
                <w:webHidden/>
                <w:rtl/>
              </w:rPr>
            </w:r>
            <w:r>
              <w:rPr>
                <w:noProof/>
                <w:webHidden/>
                <w:rtl/>
              </w:rPr>
              <w:fldChar w:fldCharType="separate"/>
            </w:r>
            <w:r w:rsidR="005F3C95">
              <w:rPr>
                <w:noProof/>
                <w:webHidden/>
                <w:rtl/>
              </w:rPr>
              <w:t>300</w:t>
            </w:r>
            <w:r>
              <w:rPr>
                <w:noProof/>
                <w:webHidden/>
                <w:rtl/>
              </w:rPr>
              <w:fldChar w:fldCharType="end"/>
            </w:r>
          </w:hyperlink>
        </w:p>
        <w:p w:rsidR="002E5DAA" w:rsidRDefault="002E5DAA">
          <w:pPr>
            <w:bidi w:val="0"/>
            <w:spacing w:before="480" w:line="276" w:lineRule="auto"/>
            <w:ind w:firstLine="0"/>
            <w:jc w:val="center"/>
            <w:rPr>
              <w:rStyle w:val="Hyperlink"/>
              <w:bCs/>
              <w:noProof/>
            </w:rPr>
          </w:pPr>
          <w:r>
            <w:rPr>
              <w:rStyle w:val="Hyperlink"/>
              <w:noProof/>
            </w:rPr>
            <w:br w:type="page"/>
          </w:r>
        </w:p>
        <w:p w:rsidR="00F87BA2" w:rsidRDefault="00AE7806">
          <w:pPr>
            <w:pStyle w:val="TOC1"/>
            <w:rPr>
              <w:rFonts w:asciiTheme="minorHAnsi" w:eastAsiaTheme="minorEastAsia" w:hAnsiTheme="minorHAnsi" w:cstheme="minorBidi"/>
              <w:bCs w:val="0"/>
              <w:noProof/>
              <w:color w:val="auto"/>
              <w:sz w:val="22"/>
              <w:szCs w:val="22"/>
              <w:rtl/>
            </w:rPr>
          </w:pPr>
          <w:hyperlink w:anchor="_Toc403904084" w:history="1">
            <w:r w:rsidR="00F87BA2" w:rsidRPr="00C0726F">
              <w:rPr>
                <w:rStyle w:val="Hyperlink"/>
                <w:rFonts w:hint="eastAsia"/>
                <w:noProof/>
                <w:rtl/>
              </w:rPr>
              <w:t>فيمن</w:t>
            </w:r>
            <w:r w:rsidR="00F87BA2" w:rsidRPr="00C0726F">
              <w:rPr>
                <w:rStyle w:val="Hyperlink"/>
                <w:noProof/>
                <w:rtl/>
              </w:rPr>
              <w:t xml:space="preserve"> </w:t>
            </w:r>
            <w:r w:rsidR="00F87BA2" w:rsidRPr="00C0726F">
              <w:rPr>
                <w:rStyle w:val="Hyperlink"/>
                <w:rFonts w:hint="eastAsia"/>
                <w:noProof/>
                <w:rtl/>
              </w:rPr>
              <w:t>وردت</w:t>
            </w:r>
            <w:r w:rsidR="00F87BA2" w:rsidRPr="00C0726F">
              <w:rPr>
                <w:rStyle w:val="Hyperlink"/>
                <w:noProof/>
                <w:rtl/>
              </w:rPr>
              <w:t xml:space="preserve"> </w:t>
            </w:r>
            <w:r w:rsidR="00F87BA2" w:rsidRPr="00C0726F">
              <w:rPr>
                <w:rStyle w:val="Hyperlink"/>
                <w:rFonts w:hint="eastAsia"/>
                <w:noProof/>
                <w:rtl/>
              </w:rPr>
              <w:t>فيه</w:t>
            </w:r>
            <w:r w:rsidR="00F87BA2" w:rsidRPr="00C0726F">
              <w:rPr>
                <w:rStyle w:val="Hyperlink"/>
                <w:noProof/>
                <w:rtl/>
              </w:rPr>
              <w:t xml:space="preserve"> </w:t>
            </w:r>
            <w:r w:rsidR="00F87BA2" w:rsidRPr="00C0726F">
              <w:rPr>
                <w:rStyle w:val="Hyperlink"/>
                <w:rFonts w:hint="eastAsia"/>
                <w:noProof/>
                <w:rtl/>
              </w:rPr>
              <w:t>اللعنة</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Toc403904084 \h</w:instrText>
            </w:r>
            <w:r w:rsidR="00F87BA2">
              <w:rPr>
                <w:noProof/>
                <w:webHidden/>
                <w:rtl/>
              </w:rPr>
              <w:instrText xml:space="preserve"> </w:instrText>
            </w:r>
            <w:r>
              <w:rPr>
                <w:noProof/>
                <w:webHidden/>
                <w:rtl/>
              </w:rPr>
            </w:r>
            <w:r>
              <w:rPr>
                <w:noProof/>
                <w:webHidden/>
                <w:rtl/>
              </w:rPr>
              <w:fldChar w:fldCharType="separate"/>
            </w:r>
            <w:r w:rsidR="005F3C95">
              <w:rPr>
                <w:noProof/>
                <w:webHidden/>
                <w:rtl/>
              </w:rPr>
              <w:t>301</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85" w:history="1">
            <w:r w:rsidR="00F87BA2" w:rsidRPr="00C0726F">
              <w:rPr>
                <w:rStyle w:val="Hyperlink"/>
                <w:rFonts w:hint="eastAsia"/>
                <w:noProof/>
                <w:rtl/>
              </w:rPr>
              <w:t>من</w:t>
            </w:r>
            <w:r w:rsidR="00F87BA2" w:rsidRPr="00C0726F">
              <w:rPr>
                <w:rStyle w:val="Hyperlink"/>
                <w:noProof/>
                <w:rtl/>
              </w:rPr>
              <w:t xml:space="preserve"> </w:t>
            </w:r>
            <w:r w:rsidR="00F87BA2" w:rsidRPr="00C0726F">
              <w:rPr>
                <w:rStyle w:val="Hyperlink"/>
                <w:rFonts w:hint="eastAsia"/>
                <w:noProof/>
                <w:rtl/>
              </w:rPr>
              <w:t>دعا</w:t>
            </w:r>
            <w:r w:rsidR="00F87BA2" w:rsidRPr="00C0726F">
              <w:rPr>
                <w:rStyle w:val="Hyperlink"/>
                <w:noProof/>
                <w:rtl/>
              </w:rPr>
              <w:t xml:space="preserve"> </w:t>
            </w:r>
            <w:r w:rsidR="00F87BA2" w:rsidRPr="00C0726F">
              <w:rPr>
                <w:rStyle w:val="Hyperlink"/>
                <w:rFonts w:hint="eastAsia"/>
                <w:noProof/>
                <w:rtl/>
              </w:rPr>
              <w:t>عليه</w:t>
            </w:r>
            <w:r w:rsidR="00F87BA2" w:rsidRPr="00C0726F">
              <w:rPr>
                <w:rStyle w:val="Hyperlink"/>
                <w:noProof/>
                <w:rtl/>
              </w:rPr>
              <w:t xml:space="preserve"> </w:t>
            </w:r>
            <w:r w:rsidR="00F87BA2" w:rsidRPr="00C0726F">
              <w:rPr>
                <w:rStyle w:val="Hyperlink"/>
                <w:rFonts w:hint="eastAsia"/>
                <w:noProof/>
                <w:rtl/>
              </w:rPr>
              <w:t>الامام</w:t>
            </w:r>
            <w:r w:rsidR="00F87BA2" w:rsidRPr="00C0726F">
              <w:rPr>
                <w:rStyle w:val="Hyperlink"/>
                <w:noProof/>
                <w:rtl/>
              </w:rPr>
              <w:t xml:space="preserve"> </w:t>
            </w:r>
            <w:r w:rsidR="00F87BA2" w:rsidRPr="00C0726F">
              <w:rPr>
                <w:rStyle w:val="Hyperlink"/>
                <w:rFonts w:cs="Rafed Alaem" w:hint="eastAsia"/>
                <w:noProof/>
                <w:rtl/>
              </w:rPr>
              <w:t>عليه‌السلام</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Toc403904085 \h</w:instrText>
            </w:r>
            <w:r w:rsidR="00F87BA2">
              <w:rPr>
                <w:noProof/>
                <w:webHidden/>
                <w:rtl/>
              </w:rPr>
              <w:instrText xml:space="preserve"> </w:instrText>
            </w:r>
            <w:r>
              <w:rPr>
                <w:noProof/>
                <w:webHidden/>
                <w:rtl/>
              </w:rPr>
            </w:r>
            <w:r>
              <w:rPr>
                <w:noProof/>
                <w:webHidden/>
                <w:rtl/>
              </w:rPr>
              <w:fldChar w:fldCharType="separate"/>
            </w:r>
            <w:r w:rsidR="005F3C95">
              <w:rPr>
                <w:noProof/>
                <w:webHidden/>
                <w:rtl/>
              </w:rPr>
              <w:t>301</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86" w:history="1">
            <w:r w:rsidR="00F87BA2" w:rsidRPr="00C0726F">
              <w:rPr>
                <w:rStyle w:val="Hyperlink"/>
                <w:rFonts w:hint="eastAsia"/>
                <w:noProof/>
                <w:rtl/>
              </w:rPr>
              <w:t>فيمن</w:t>
            </w:r>
            <w:r w:rsidR="00F87BA2" w:rsidRPr="00C0726F">
              <w:rPr>
                <w:rStyle w:val="Hyperlink"/>
                <w:noProof/>
                <w:rtl/>
              </w:rPr>
              <w:t xml:space="preserve"> </w:t>
            </w:r>
            <w:r w:rsidR="00F87BA2" w:rsidRPr="00C0726F">
              <w:rPr>
                <w:rStyle w:val="Hyperlink"/>
                <w:rFonts w:hint="eastAsia"/>
                <w:noProof/>
                <w:rtl/>
              </w:rPr>
              <w:t>قيل</w:t>
            </w:r>
            <w:r w:rsidR="00F87BA2" w:rsidRPr="00C0726F">
              <w:rPr>
                <w:rStyle w:val="Hyperlink"/>
                <w:noProof/>
                <w:rtl/>
              </w:rPr>
              <w:t xml:space="preserve"> </w:t>
            </w:r>
            <w:r w:rsidR="00F87BA2" w:rsidRPr="00C0726F">
              <w:rPr>
                <w:rStyle w:val="Hyperlink"/>
                <w:rFonts w:hint="eastAsia"/>
                <w:noProof/>
                <w:rtl/>
              </w:rPr>
              <w:t>فيه</w:t>
            </w:r>
            <w:r w:rsidR="00F87BA2" w:rsidRPr="00C0726F">
              <w:rPr>
                <w:rStyle w:val="Hyperlink"/>
                <w:noProof/>
                <w:rtl/>
              </w:rPr>
              <w:t xml:space="preserve"> </w:t>
            </w:r>
            <w:r w:rsidR="00F87BA2" w:rsidRPr="00C0726F">
              <w:rPr>
                <w:rStyle w:val="Hyperlink"/>
                <w:rFonts w:hint="eastAsia"/>
                <w:noProof/>
                <w:rtl/>
              </w:rPr>
              <w:t>إنه</w:t>
            </w:r>
            <w:r w:rsidR="00F87BA2" w:rsidRPr="00C0726F">
              <w:rPr>
                <w:rStyle w:val="Hyperlink"/>
                <w:noProof/>
                <w:rtl/>
              </w:rPr>
              <w:t xml:space="preserve"> </w:t>
            </w:r>
            <w:r w:rsidR="00F87BA2" w:rsidRPr="00C0726F">
              <w:rPr>
                <w:rStyle w:val="Hyperlink"/>
                <w:rFonts w:hint="eastAsia"/>
                <w:noProof/>
                <w:rtl/>
              </w:rPr>
              <w:t>ليس</w:t>
            </w:r>
            <w:r w:rsidR="00F87BA2" w:rsidRPr="00C0726F">
              <w:rPr>
                <w:rStyle w:val="Hyperlink"/>
                <w:noProof/>
                <w:rtl/>
              </w:rPr>
              <w:t xml:space="preserve"> </w:t>
            </w:r>
            <w:r w:rsidR="00F87BA2" w:rsidRPr="00C0726F">
              <w:rPr>
                <w:rStyle w:val="Hyperlink"/>
                <w:rFonts w:hint="eastAsia"/>
                <w:noProof/>
                <w:rtl/>
              </w:rPr>
              <w:t>بشيء</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Toc403904086 \h</w:instrText>
            </w:r>
            <w:r w:rsidR="00F87BA2">
              <w:rPr>
                <w:noProof/>
                <w:webHidden/>
                <w:rtl/>
              </w:rPr>
              <w:instrText xml:space="preserve"> </w:instrText>
            </w:r>
            <w:r>
              <w:rPr>
                <w:noProof/>
                <w:webHidden/>
                <w:rtl/>
              </w:rPr>
            </w:r>
            <w:r>
              <w:rPr>
                <w:noProof/>
                <w:webHidden/>
                <w:rtl/>
              </w:rPr>
              <w:fldChar w:fldCharType="separate"/>
            </w:r>
            <w:r w:rsidR="005F3C95">
              <w:rPr>
                <w:noProof/>
                <w:webHidden/>
                <w:rtl/>
              </w:rPr>
              <w:t>302</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87" w:history="1">
            <w:r w:rsidR="00F87BA2" w:rsidRPr="00C0726F">
              <w:rPr>
                <w:rStyle w:val="Hyperlink"/>
                <w:rFonts w:hint="eastAsia"/>
                <w:noProof/>
                <w:rtl/>
              </w:rPr>
              <w:t>في</w:t>
            </w:r>
            <w:r w:rsidR="00F87BA2" w:rsidRPr="00C0726F">
              <w:rPr>
                <w:rStyle w:val="Hyperlink"/>
                <w:noProof/>
                <w:rtl/>
              </w:rPr>
              <w:t xml:space="preserve"> </w:t>
            </w:r>
            <w:r w:rsidR="00F87BA2" w:rsidRPr="00C0726F">
              <w:rPr>
                <w:rStyle w:val="Hyperlink"/>
                <w:rFonts w:hint="eastAsia"/>
                <w:noProof/>
                <w:rtl/>
              </w:rPr>
              <w:t>ذكر</w:t>
            </w:r>
            <w:r w:rsidR="00F87BA2" w:rsidRPr="00C0726F">
              <w:rPr>
                <w:rStyle w:val="Hyperlink"/>
                <w:noProof/>
                <w:rtl/>
              </w:rPr>
              <w:t xml:space="preserve"> </w:t>
            </w:r>
            <w:r w:rsidR="00F87BA2" w:rsidRPr="00C0726F">
              <w:rPr>
                <w:rStyle w:val="Hyperlink"/>
                <w:rFonts w:hint="eastAsia"/>
                <w:noProof/>
                <w:rtl/>
              </w:rPr>
              <w:t>من</w:t>
            </w:r>
            <w:r w:rsidR="00F87BA2" w:rsidRPr="00C0726F">
              <w:rPr>
                <w:rStyle w:val="Hyperlink"/>
                <w:noProof/>
                <w:rtl/>
              </w:rPr>
              <w:t xml:space="preserve"> </w:t>
            </w:r>
            <w:r w:rsidR="00F87BA2" w:rsidRPr="00C0726F">
              <w:rPr>
                <w:rStyle w:val="Hyperlink"/>
                <w:rFonts w:hint="eastAsia"/>
                <w:noProof/>
                <w:rtl/>
              </w:rPr>
              <w:t>أطلق</w:t>
            </w:r>
            <w:r w:rsidR="00F87BA2" w:rsidRPr="00C0726F">
              <w:rPr>
                <w:rStyle w:val="Hyperlink"/>
                <w:noProof/>
                <w:rtl/>
              </w:rPr>
              <w:t xml:space="preserve"> </w:t>
            </w:r>
            <w:r w:rsidR="00F87BA2" w:rsidRPr="00C0726F">
              <w:rPr>
                <w:rStyle w:val="Hyperlink"/>
                <w:rFonts w:hint="eastAsia"/>
                <w:noProof/>
                <w:rtl/>
              </w:rPr>
              <w:t>عليه</w:t>
            </w:r>
            <w:r w:rsidR="00F87BA2" w:rsidRPr="00C0726F">
              <w:rPr>
                <w:rStyle w:val="Hyperlink"/>
                <w:noProof/>
                <w:rtl/>
              </w:rPr>
              <w:t xml:space="preserve"> </w:t>
            </w:r>
            <w:r w:rsidR="00F87BA2" w:rsidRPr="00C0726F">
              <w:rPr>
                <w:rStyle w:val="Hyperlink"/>
                <w:rFonts w:hint="eastAsia"/>
                <w:noProof/>
                <w:rtl/>
              </w:rPr>
              <w:t>بأنه</w:t>
            </w:r>
            <w:r w:rsidR="00F87BA2" w:rsidRPr="00C0726F">
              <w:rPr>
                <w:rStyle w:val="Hyperlink"/>
                <w:noProof/>
                <w:rtl/>
              </w:rPr>
              <w:t xml:space="preserve"> </w:t>
            </w:r>
            <w:r w:rsidR="00F87BA2" w:rsidRPr="00C0726F">
              <w:rPr>
                <w:rStyle w:val="Hyperlink"/>
                <w:rFonts w:hint="eastAsia"/>
                <w:noProof/>
                <w:rtl/>
              </w:rPr>
              <w:t>مجهول</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Toc403904087 \h</w:instrText>
            </w:r>
            <w:r w:rsidR="00F87BA2">
              <w:rPr>
                <w:noProof/>
                <w:webHidden/>
                <w:rtl/>
              </w:rPr>
              <w:instrText xml:space="preserve"> </w:instrText>
            </w:r>
            <w:r>
              <w:rPr>
                <w:noProof/>
                <w:webHidden/>
                <w:rtl/>
              </w:rPr>
            </w:r>
            <w:r>
              <w:rPr>
                <w:noProof/>
                <w:webHidden/>
                <w:rtl/>
              </w:rPr>
              <w:fldChar w:fldCharType="separate"/>
            </w:r>
            <w:r w:rsidR="005F3C95">
              <w:rPr>
                <w:noProof/>
                <w:webHidden/>
                <w:rtl/>
              </w:rPr>
              <w:t>302</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88" w:history="1">
            <w:r w:rsidR="00F87BA2" w:rsidRPr="00C0726F">
              <w:rPr>
                <w:rStyle w:val="Hyperlink"/>
                <w:noProof/>
                <w:rtl/>
              </w:rPr>
              <w:t xml:space="preserve">( </w:t>
            </w:r>
            <w:r w:rsidR="00F87BA2" w:rsidRPr="00C0726F">
              <w:rPr>
                <w:rStyle w:val="Hyperlink"/>
                <w:rFonts w:hint="eastAsia"/>
                <w:noProof/>
                <w:rtl/>
              </w:rPr>
              <w:t>تنبيهات</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Toc403904088 \h</w:instrText>
            </w:r>
            <w:r w:rsidR="00F87BA2">
              <w:rPr>
                <w:noProof/>
                <w:webHidden/>
                <w:rtl/>
              </w:rPr>
              <w:instrText xml:space="preserve"> </w:instrText>
            </w:r>
            <w:r>
              <w:rPr>
                <w:noProof/>
                <w:webHidden/>
                <w:rtl/>
              </w:rPr>
            </w:r>
            <w:r>
              <w:rPr>
                <w:noProof/>
                <w:webHidden/>
                <w:rtl/>
              </w:rPr>
              <w:fldChar w:fldCharType="separate"/>
            </w:r>
            <w:r w:rsidR="005F3C95">
              <w:rPr>
                <w:noProof/>
                <w:webHidden/>
                <w:rtl/>
              </w:rPr>
              <w:t>304</w:t>
            </w:r>
            <w:r>
              <w:rPr>
                <w:noProof/>
                <w:webHidden/>
                <w:rtl/>
              </w:rPr>
              <w:fldChar w:fldCharType="end"/>
            </w:r>
          </w:hyperlink>
        </w:p>
        <w:p w:rsidR="00F87BA2" w:rsidRDefault="00AE7806">
          <w:pPr>
            <w:pStyle w:val="TOC1"/>
            <w:rPr>
              <w:rFonts w:asciiTheme="minorHAnsi" w:eastAsiaTheme="minorEastAsia" w:hAnsiTheme="minorHAnsi" w:cstheme="minorBidi"/>
              <w:bCs w:val="0"/>
              <w:noProof/>
              <w:color w:val="auto"/>
              <w:sz w:val="22"/>
              <w:szCs w:val="22"/>
              <w:rtl/>
            </w:rPr>
          </w:pPr>
          <w:hyperlink w:anchor="_Toc403904089" w:history="1">
            <w:r w:rsidR="00F87BA2" w:rsidRPr="00C0726F">
              <w:rPr>
                <w:rStyle w:val="Hyperlink"/>
                <w:noProof/>
                <w:rtl/>
              </w:rPr>
              <w:t xml:space="preserve">( </w:t>
            </w:r>
            <w:r w:rsidR="00F87BA2" w:rsidRPr="00C0726F">
              <w:rPr>
                <w:rStyle w:val="Hyperlink"/>
                <w:rFonts w:hint="eastAsia"/>
                <w:noProof/>
                <w:rtl/>
              </w:rPr>
              <w:t>باب</w:t>
            </w:r>
            <w:r w:rsidR="00F87BA2" w:rsidRPr="00C0726F">
              <w:rPr>
                <w:rStyle w:val="Hyperlink"/>
                <w:noProof/>
                <w:rtl/>
              </w:rPr>
              <w:t xml:space="preserve"> </w:t>
            </w:r>
            <w:r w:rsidR="00F87BA2" w:rsidRPr="00C0726F">
              <w:rPr>
                <w:rStyle w:val="Hyperlink"/>
                <w:rFonts w:hint="eastAsia"/>
                <w:noProof/>
                <w:rtl/>
              </w:rPr>
              <w:t>كنى</w:t>
            </w:r>
            <w:r w:rsidR="00F87BA2" w:rsidRPr="00C0726F">
              <w:rPr>
                <w:rStyle w:val="Hyperlink"/>
                <w:noProof/>
                <w:rtl/>
              </w:rPr>
              <w:t xml:space="preserve"> </w:t>
            </w:r>
            <w:r w:rsidR="00F87BA2" w:rsidRPr="00C0726F">
              <w:rPr>
                <w:rStyle w:val="Hyperlink"/>
                <w:rFonts w:hint="eastAsia"/>
                <w:noProof/>
                <w:rtl/>
              </w:rPr>
              <w:t>الضعفاء</w:t>
            </w:r>
            <w:r w:rsidR="00F87BA2" w:rsidRPr="00C0726F">
              <w:rPr>
                <w:rStyle w:val="Hyperlink"/>
                <w:noProof/>
                <w:rtl/>
              </w:rPr>
              <w:t xml:space="preserve"> )</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Toc403904089 \h</w:instrText>
            </w:r>
            <w:r w:rsidR="00F87BA2">
              <w:rPr>
                <w:noProof/>
                <w:webHidden/>
                <w:rtl/>
              </w:rPr>
              <w:instrText xml:space="preserve"> </w:instrText>
            </w:r>
            <w:r>
              <w:rPr>
                <w:noProof/>
                <w:webHidden/>
                <w:rtl/>
              </w:rPr>
            </w:r>
            <w:r>
              <w:rPr>
                <w:noProof/>
                <w:webHidden/>
                <w:rtl/>
              </w:rPr>
              <w:fldChar w:fldCharType="separate"/>
            </w:r>
            <w:r w:rsidR="005F3C95">
              <w:rPr>
                <w:noProof/>
                <w:webHidden/>
                <w:rtl/>
              </w:rPr>
              <w:t>310</w:t>
            </w:r>
            <w:r>
              <w:rPr>
                <w:noProof/>
                <w:webHidden/>
                <w:rtl/>
              </w:rPr>
              <w:fldChar w:fldCharType="end"/>
            </w:r>
          </w:hyperlink>
        </w:p>
        <w:p w:rsidR="00F87BA2" w:rsidRDefault="00AE7806">
          <w:pPr>
            <w:pStyle w:val="TOC2"/>
            <w:tabs>
              <w:tab w:val="right" w:leader="dot" w:pos="7361"/>
            </w:tabs>
            <w:rPr>
              <w:rFonts w:asciiTheme="minorHAnsi" w:eastAsiaTheme="minorEastAsia" w:hAnsiTheme="minorHAnsi" w:cstheme="minorBidi"/>
              <w:noProof/>
              <w:color w:val="auto"/>
              <w:sz w:val="22"/>
              <w:szCs w:val="22"/>
              <w:rtl/>
            </w:rPr>
          </w:pPr>
          <w:hyperlink w:anchor="_Toc403904090" w:history="1">
            <w:r w:rsidR="00F87BA2" w:rsidRPr="00C0726F">
              <w:rPr>
                <w:rStyle w:val="Hyperlink"/>
                <w:rFonts w:hint="eastAsia"/>
                <w:noProof/>
                <w:rtl/>
              </w:rPr>
              <w:t>فهرس</w:t>
            </w:r>
            <w:r w:rsidR="00F87BA2" w:rsidRPr="00C0726F">
              <w:rPr>
                <w:rStyle w:val="Hyperlink"/>
                <w:noProof/>
                <w:rtl/>
              </w:rPr>
              <w:t xml:space="preserve"> </w:t>
            </w:r>
            <w:r w:rsidR="00F87BA2" w:rsidRPr="00C0726F">
              <w:rPr>
                <w:rStyle w:val="Hyperlink"/>
                <w:rFonts w:hint="eastAsia"/>
                <w:noProof/>
                <w:rtl/>
              </w:rPr>
              <w:t>الكتاب</w:t>
            </w:r>
            <w:r w:rsidR="00F87BA2">
              <w:rPr>
                <w:noProof/>
                <w:webHidden/>
                <w:rtl/>
              </w:rPr>
              <w:tab/>
            </w:r>
            <w:r>
              <w:rPr>
                <w:noProof/>
                <w:webHidden/>
                <w:rtl/>
              </w:rPr>
              <w:fldChar w:fldCharType="begin"/>
            </w:r>
            <w:r w:rsidR="00F87BA2">
              <w:rPr>
                <w:noProof/>
                <w:webHidden/>
                <w:rtl/>
              </w:rPr>
              <w:instrText xml:space="preserve"> </w:instrText>
            </w:r>
            <w:r w:rsidR="00F87BA2">
              <w:rPr>
                <w:noProof/>
                <w:webHidden/>
              </w:rPr>
              <w:instrText>PAGEREF</w:instrText>
            </w:r>
            <w:r w:rsidR="00F87BA2">
              <w:rPr>
                <w:noProof/>
                <w:webHidden/>
                <w:rtl/>
              </w:rPr>
              <w:instrText xml:space="preserve"> _</w:instrText>
            </w:r>
            <w:r w:rsidR="00F87BA2">
              <w:rPr>
                <w:noProof/>
                <w:webHidden/>
              </w:rPr>
              <w:instrText>Toc403904090 \h</w:instrText>
            </w:r>
            <w:r w:rsidR="00F87BA2">
              <w:rPr>
                <w:noProof/>
                <w:webHidden/>
                <w:rtl/>
              </w:rPr>
              <w:instrText xml:space="preserve"> </w:instrText>
            </w:r>
            <w:r>
              <w:rPr>
                <w:noProof/>
                <w:webHidden/>
                <w:rtl/>
              </w:rPr>
            </w:r>
            <w:r>
              <w:rPr>
                <w:noProof/>
                <w:webHidden/>
                <w:rtl/>
              </w:rPr>
              <w:fldChar w:fldCharType="separate"/>
            </w:r>
            <w:r w:rsidR="005F3C95">
              <w:rPr>
                <w:noProof/>
                <w:webHidden/>
                <w:rtl/>
              </w:rPr>
              <w:t>317</w:t>
            </w:r>
            <w:r>
              <w:rPr>
                <w:noProof/>
                <w:webHidden/>
                <w:rtl/>
              </w:rPr>
              <w:fldChar w:fldCharType="end"/>
            </w:r>
          </w:hyperlink>
        </w:p>
        <w:p w:rsidR="00F87BA2" w:rsidRDefault="00AE7806">
          <w:r>
            <w:fldChar w:fldCharType="end"/>
          </w:r>
        </w:p>
      </w:sdtContent>
    </w:sdt>
    <w:p w:rsidR="00F87BA2" w:rsidRPr="00F87BA2" w:rsidRDefault="00F87BA2" w:rsidP="00F87BA2">
      <w:pPr>
        <w:pStyle w:val="libNormal"/>
        <w:rPr>
          <w:rtl/>
        </w:rPr>
      </w:pPr>
    </w:p>
    <w:sectPr w:rsidR="00F87BA2" w:rsidRPr="00F87BA2"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7D16" w:rsidRDefault="00D57D16">
      <w:r>
        <w:separator/>
      </w:r>
    </w:p>
  </w:endnote>
  <w:endnote w:type="continuationSeparator" w:id="1">
    <w:p w:rsidR="00D57D16" w:rsidRDefault="00D57D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C95" w:rsidRPr="002045CF" w:rsidRDefault="005F3C95" w:rsidP="002045CF">
    <w:pPr>
      <w:jc w:val="center"/>
      <w:rPr>
        <w:rFonts w:cs="Times New Roman"/>
        <w:sz w:val="26"/>
        <w:szCs w:val="26"/>
      </w:rPr>
    </w:pPr>
    <w:r w:rsidRPr="002045CF">
      <w:rPr>
        <w:rFonts w:cs="Times New Roman"/>
        <w:sz w:val="26"/>
        <w:szCs w:val="26"/>
      </w:rPr>
      <w:fldChar w:fldCharType="begin"/>
    </w:r>
    <w:r w:rsidRPr="002045CF">
      <w:rPr>
        <w:rFonts w:cs="Times New Roman"/>
        <w:sz w:val="26"/>
        <w:szCs w:val="26"/>
      </w:rPr>
      <w:instrText xml:space="preserve"> PAGE   \* MERGEFORMAT </w:instrText>
    </w:r>
    <w:r w:rsidRPr="002045CF">
      <w:rPr>
        <w:rFonts w:cs="Times New Roman"/>
        <w:sz w:val="26"/>
        <w:szCs w:val="26"/>
      </w:rPr>
      <w:fldChar w:fldCharType="separate"/>
    </w:r>
    <w:r>
      <w:rPr>
        <w:rFonts w:cs="Times New Roman"/>
        <w:noProof/>
        <w:sz w:val="26"/>
        <w:szCs w:val="26"/>
        <w:rtl/>
      </w:rPr>
      <w:t>320</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C95" w:rsidRPr="00900D4D" w:rsidRDefault="005F3C95" w:rsidP="00186E94">
    <w:pPr>
      <w:jc w:val="center"/>
      <w:rPr>
        <w:rFonts w:cs="Times New Roman"/>
      </w:rPr>
    </w:pPr>
    <w:r w:rsidRPr="00900D4D">
      <w:rPr>
        <w:rFonts w:cs="Times New Roman"/>
      </w:rPr>
      <w:fldChar w:fldCharType="begin"/>
    </w:r>
    <w:r w:rsidRPr="00900D4D">
      <w:rPr>
        <w:rFonts w:cs="Times New Roman"/>
      </w:rPr>
      <w:instrText xml:space="preserve"> PAGE   \* MERGEFORMAT </w:instrText>
    </w:r>
    <w:r w:rsidRPr="00900D4D">
      <w:rPr>
        <w:rFonts w:cs="Times New Roman"/>
      </w:rPr>
      <w:fldChar w:fldCharType="separate"/>
    </w:r>
    <w:r>
      <w:rPr>
        <w:rFonts w:cs="Times New Roman"/>
        <w:noProof/>
        <w:rtl/>
      </w:rPr>
      <w:t>319</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C95" w:rsidRPr="002045CF" w:rsidRDefault="005F3C95" w:rsidP="002045CF">
    <w:pPr>
      <w:jc w:val="center"/>
      <w:rPr>
        <w:rFonts w:cs="Times New Roman"/>
        <w:sz w:val="26"/>
        <w:szCs w:val="26"/>
      </w:rPr>
    </w:pPr>
    <w:r w:rsidRPr="002045CF">
      <w:rPr>
        <w:rFonts w:cs="Times New Roman"/>
        <w:sz w:val="26"/>
        <w:szCs w:val="26"/>
      </w:rPr>
      <w:fldChar w:fldCharType="begin"/>
    </w:r>
    <w:r w:rsidRPr="002045CF">
      <w:rPr>
        <w:rFonts w:cs="Times New Roman"/>
        <w:sz w:val="26"/>
        <w:szCs w:val="26"/>
      </w:rPr>
      <w:instrText xml:space="preserve"> PAGE   \* MERGEFORMAT </w:instrText>
    </w:r>
    <w:r w:rsidRPr="002045CF">
      <w:rPr>
        <w:rFonts w:cs="Times New Roman"/>
        <w:sz w:val="26"/>
        <w:szCs w:val="26"/>
      </w:rPr>
      <w:fldChar w:fldCharType="separate"/>
    </w:r>
    <w:r>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7D16" w:rsidRDefault="00D57D16">
      <w:r>
        <w:separator/>
      </w:r>
    </w:p>
  </w:footnote>
  <w:footnote w:type="continuationSeparator" w:id="1">
    <w:p w:rsidR="00D57D16" w:rsidRDefault="00D57D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186E94"/>
    <w:rsid w:val="00005A19"/>
    <w:rsid w:val="00024DBC"/>
    <w:rsid w:val="000267FE"/>
    <w:rsid w:val="00034DB7"/>
    <w:rsid w:val="00040798"/>
    <w:rsid w:val="00043023"/>
    <w:rsid w:val="00054406"/>
    <w:rsid w:val="0006216A"/>
    <w:rsid w:val="0006364F"/>
    <w:rsid w:val="00066C43"/>
    <w:rsid w:val="00067F84"/>
    <w:rsid w:val="00071C97"/>
    <w:rsid w:val="0007613C"/>
    <w:rsid w:val="000761F7"/>
    <w:rsid w:val="00076A3A"/>
    <w:rsid w:val="00077163"/>
    <w:rsid w:val="00082D69"/>
    <w:rsid w:val="00087EC5"/>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6E94"/>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2B53"/>
    <w:rsid w:val="002C3E3A"/>
    <w:rsid w:val="002C5C66"/>
    <w:rsid w:val="002C6427"/>
    <w:rsid w:val="002D19A9"/>
    <w:rsid w:val="002D2485"/>
    <w:rsid w:val="002D580E"/>
    <w:rsid w:val="002E19EE"/>
    <w:rsid w:val="002E4976"/>
    <w:rsid w:val="002E4D3D"/>
    <w:rsid w:val="002E5CA1"/>
    <w:rsid w:val="002E5DAA"/>
    <w:rsid w:val="002E6022"/>
    <w:rsid w:val="002F3626"/>
    <w:rsid w:val="002F42E5"/>
    <w:rsid w:val="002F48EF"/>
    <w:rsid w:val="00301EBF"/>
    <w:rsid w:val="00307C3A"/>
    <w:rsid w:val="00310762"/>
    <w:rsid w:val="00310A38"/>
    <w:rsid w:val="00310D1D"/>
    <w:rsid w:val="003129CD"/>
    <w:rsid w:val="00317E22"/>
    <w:rsid w:val="00320644"/>
    <w:rsid w:val="00322466"/>
    <w:rsid w:val="00324B78"/>
    <w:rsid w:val="00325A62"/>
    <w:rsid w:val="00330D70"/>
    <w:rsid w:val="00332E67"/>
    <w:rsid w:val="003339D0"/>
    <w:rsid w:val="00335249"/>
    <w:rsid w:val="003353BB"/>
    <w:rsid w:val="0033620A"/>
    <w:rsid w:val="0034239A"/>
    <w:rsid w:val="0035029E"/>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336A"/>
    <w:rsid w:val="003963F3"/>
    <w:rsid w:val="0039787F"/>
    <w:rsid w:val="003A1475"/>
    <w:rsid w:val="003A3298"/>
    <w:rsid w:val="003A4587"/>
    <w:rsid w:val="003A533A"/>
    <w:rsid w:val="003A5DDE"/>
    <w:rsid w:val="003A657A"/>
    <w:rsid w:val="003A661E"/>
    <w:rsid w:val="003B0913"/>
    <w:rsid w:val="003B20C5"/>
    <w:rsid w:val="003B5031"/>
    <w:rsid w:val="003B63EE"/>
    <w:rsid w:val="003B6720"/>
    <w:rsid w:val="003B775B"/>
    <w:rsid w:val="003B7FA9"/>
    <w:rsid w:val="003C6D06"/>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5F3C95"/>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246D"/>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1398"/>
    <w:rsid w:val="00773080"/>
    <w:rsid w:val="007735AB"/>
    <w:rsid w:val="00773927"/>
    <w:rsid w:val="00773E4E"/>
    <w:rsid w:val="00775FFA"/>
    <w:rsid w:val="00777AC5"/>
    <w:rsid w:val="00780989"/>
    <w:rsid w:val="0078259F"/>
    <w:rsid w:val="00782872"/>
    <w:rsid w:val="00784287"/>
    <w:rsid w:val="007849C6"/>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E78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2B8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A64D5"/>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380"/>
    <w:rsid w:val="00D56DF2"/>
    <w:rsid w:val="00D57D16"/>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1351"/>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87BA2"/>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44F2"/>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49C6"/>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rsid w:val="007849C6"/>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link w:val="Heading1CenterChar"/>
    <w:rsid w:val="00551712"/>
    <w:pPr>
      <w:spacing w:before="120"/>
      <w:ind w:firstLine="0"/>
      <w:jc w:val="center"/>
      <w:outlineLvl w:val="0"/>
    </w:pPr>
    <w:rPr>
      <w:bCs/>
      <w:color w:val="1F497D"/>
      <w:sz w:val="36"/>
      <w:szCs w:val="36"/>
    </w:rPr>
  </w:style>
  <w:style w:type="character" w:customStyle="1" w:styleId="Heading1CenterChar">
    <w:name w:val="Heading 1 Center Char"/>
    <w:basedOn w:val="DefaultParagraphFont"/>
    <w:link w:val="Heading1Center"/>
    <w:rsid w:val="007849C6"/>
    <w:rPr>
      <w:rFonts w:cs="Traditional Arabic"/>
      <w:bCs/>
      <w:color w:val="1F497D"/>
      <w:sz w:val="36"/>
      <w:szCs w:val="36"/>
      <w:lang w:bidi="ar-SA"/>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p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7849C6"/>
    <w:pPr>
      <w:tabs>
        <w:tab w:val="center" w:pos="4153"/>
        <w:tab w:val="right" w:pos="8306"/>
      </w:tabs>
      <w:ind w:firstLine="0"/>
      <w:jc w:val="center"/>
    </w:pPr>
    <w:rPr>
      <w:szCs w:val="26"/>
    </w:rPr>
  </w:style>
  <w:style w:type="character" w:customStyle="1" w:styleId="FooterChar">
    <w:name w:val="Footer Char"/>
    <w:basedOn w:val="DefaultParagraphFont"/>
    <w:link w:val="Footer"/>
    <w:rsid w:val="007849C6"/>
    <w:rPr>
      <w:rFonts w:cs="Traditional Arabic"/>
      <w:color w:val="000000"/>
      <w:sz w:val="24"/>
      <w:szCs w:val="26"/>
      <w:lang w:bidi="ar-SA"/>
    </w:rPr>
  </w:style>
  <w:style w:type="character" w:styleId="PageNumber">
    <w:name w:val="page number"/>
    <w:basedOn w:val="DefaultParagraphFont"/>
    <w:rsid w:val="007849C6"/>
  </w:style>
  <w:style w:type="paragraph" w:styleId="TOC6">
    <w:name w:val="toc 6"/>
    <w:basedOn w:val="Normal"/>
    <w:next w:val="Normal"/>
    <w:autoRedefine/>
    <w:uiPriority w:val="39"/>
    <w:unhideWhenUsed/>
    <w:rsid w:val="00F87BA2"/>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F87BA2"/>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F87BA2"/>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F87BA2"/>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F87BA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53D2C-1E0D-4360-A516-D804F5C7B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55</TotalTime>
  <Pages>1</Pages>
  <Words>56390</Words>
  <Characters>321424</Characters>
  <Application>Microsoft Office Word</Application>
  <DocSecurity>0</DocSecurity>
  <Lines>2678</Lines>
  <Paragraphs>754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377060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16</cp:revision>
  <cp:lastPrinted>2014-11-16T09:13:00Z</cp:lastPrinted>
  <dcterms:created xsi:type="dcterms:W3CDTF">2014-11-15T09:41:00Z</dcterms:created>
  <dcterms:modified xsi:type="dcterms:W3CDTF">2014-11-16T09:28:00Z</dcterms:modified>
</cp:coreProperties>
</file>